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10BF" w:rsidRDefault="007710BF" w:rsidP="008B4103">
      <w:pPr>
        <w:pStyle w:val="libCenterTitr"/>
        <w:rPr>
          <w:lang w:bidi="bn-IN"/>
        </w:rPr>
      </w:pPr>
      <w:r w:rsidRPr="007710BF">
        <w:rPr>
          <w:cs/>
          <w:lang w:bidi="bn-IN"/>
        </w:rPr>
        <w:t xml:space="preserve">ইনসানে কামেল </w:t>
      </w:r>
    </w:p>
    <w:p w:rsidR="003936CB" w:rsidRDefault="003936CB" w:rsidP="00895143">
      <w:pPr>
        <w:pStyle w:val="libNormal"/>
        <w:rPr>
          <w:lang w:bidi="bn-IN"/>
        </w:rPr>
      </w:pPr>
    </w:p>
    <w:p w:rsidR="003936CB" w:rsidRPr="007710BF" w:rsidRDefault="003936CB" w:rsidP="00895143">
      <w:pPr>
        <w:pStyle w:val="libNormal"/>
      </w:pPr>
    </w:p>
    <w:p w:rsidR="007710BF" w:rsidRPr="007710BF" w:rsidRDefault="007710BF" w:rsidP="008B4103">
      <w:pPr>
        <w:pStyle w:val="libCenter"/>
      </w:pPr>
      <w:r w:rsidRPr="007710BF">
        <w:rPr>
          <w:cs/>
          <w:lang w:bidi="bn-IN"/>
        </w:rPr>
        <w:t>মূল : শহীদ অধ্যাপক মুর্তাজা মুতাহ্হারী</w:t>
      </w:r>
    </w:p>
    <w:p w:rsidR="003936CB" w:rsidRDefault="007710BF" w:rsidP="008B4103">
      <w:pPr>
        <w:pStyle w:val="libCenter"/>
        <w:rPr>
          <w:cs/>
          <w:lang w:bidi="bn-IN"/>
        </w:rPr>
      </w:pPr>
      <w:r w:rsidRPr="007710BF">
        <w:rPr>
          <w:cs/>
          <w:lang w:bidi="bn-IN"/>
        </w:rPr>
        <w:t>অনুবাদ : এ.কে.এম. আনোয়ারুল কবীর</w:t>
      </w:r>
    </w:p>
    <w:p w:rsidR="00E1010C" w:rsidRPr="00F379F1" w:rsidRDefault="003936CB" w:rsidP="00F379F1">
      <w:pPr>
        <w:rPr>
          <w:cs/>
        </w:rPr>
      </w:pPr>
      <w:r>
        <w:rPr>
          <w:cs/>
          <w:lang w:bidi="bn-IN"/>
        </w:rPr>
        <w:br w:type="page"/>
      </w:r>
      <w:r w:rsidR="00E1010C" w:rsidRPr="00E1010C">
        <w:rPr>
          <w:noProof/>
          <w:cs/>
        </w:rPr>
        <w:lastRenderedPageBreak/>
        <w:drawing>
          <wp:inline distT="0" distB="0" distL="0" distR="0">
            <wp:extent cx="5413891" cy="1397000"/>
            <wp:effectExtent l="19050" t="0" r="0" b="0"/>
            <wp:docPr id="1" name="Picture 1" descr="I:\Bangla Book\BOOK\shorzer_vashai_chondro\images\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angla Book\BOOK\shorzer_vashai_chondro\images\image001.jpg"/>
                    <pic:cNvPicPr>
                      <a:picLocks noChangeAspect="1" noChangeArrowheads="1"/>
                    </pic:cNvPicPr>
                  </pic:nvPicPr>
                  <pic:blipFill>
                    <a:blip r:embed="rId7" cstate="print"/>
                    <a:srcRect/>
                    <a:stretch>
                      <a:fillRect/>
                    </a:stretch>
                  </pic:blipFill>
                  <pic:spPr bwMode="auto">
                    <a:xfrm>
                      <a:off x="0" y="0"/>
                      <a:ext cx="5431790" cy="1401619"/>
                    </a:xfrm>
                    <a:prstGeom prst="rect">
                      <a:avLst/>
                    </a:prstGeom>
                    <a:noFill/>
                    <a:ln w="9525">
                      <a:noFill/>
                      <a:miter lim="800000"/>
                      <a:headEnd/>
                      <a:tailEnd/>
                    </a:ln>
                  </pic:spPr>
                </pic:pic>
              </a:graphicData>
            </a:graphic>
          </wp:inline>
        </w:drawing>
      </w:r>
    </w:p>
    <w:p w:rsidR="00E1010C" w:rsidRPr="00F379F1" w:rsidRDefault="00E1010C" w:rsidP="00F379F1">
      <w:r>
        <w:br w:type="page"/>
      </w:r>
    </w:p>
    <w:p w:rsidR="007710BF" w:rsidRPr="007710BF" w:rsidRDefault="007710BF" w:rsidP="00895143">
      <w:pPr>
        <w:pStyle w:val="Heading1"/>
      </w:pPr>
      <w:bookmarkStart w:id="0" w:name="_Toc392601409"/>
      <w:r w:rsidRPr="007710BF">
        <w:rPr>
          <w:cs/>
          <w:lang w:bidi="bn-IN"/>
        </w:rPr>
        <w:lastRenderedPageBreak/>
        <w:t>মানুষের আত্মিক ও মানসিক ত্রুটি</w:t>
      </w:r>
      <w:bookmarkEnd w:id="0"/>
      <w:r w:rsidRPr="007710BF">
        <w:rPr>
          <w:cs/>
          <w:lang w:bidi="bn-IN"/>
        </w:rPr>
        <w:t xml:space="preserve"> </w:t>
      </w:r>
    </w:p>
    <w:p w:rsidR="003936CB" w:rsidRDefault="007710BF" w:rsidP="00895143">
      <w:pPr>
        <w:pStyle w:val="libNormal"/>
        <w:rPr>
          <w:cs/>
          <w:lang w:bidi="bn-IN"/>
        </w:rPr>
      </w:pPr>
      <w:r w:rsidRPr="007710BF">
        <w:rPr>
          <w:cs/>
          <w:lang w:bidi="bn-IN"/>
        </w:rPr>
        <w:t>আমাদের আলোচনার বিষয়বস্তু ইসলামের দৃষ্টিতে ইনসানে কামেল বা পূর্ণ মানব। ইনসানে কামেল বা পূর্ণ মানব অর্থ আদর্শ মানুষ</w:t>
      </w:r>
      <w:r w:rsidR="00895143">
        <w:t>,</w:t>
      </w:r>
      <w:r w:rsidRPr="007710BF">
        <w:rPr>
          <w:cs/>
          <w:lang w:bidi="bn-IN"/>
        </w:rPr>
        <w:t>সর্বোত্তম মানুষ বা সর্বশ্রেষ্ঠ মানুষ। অন্যান্য বস্তু বা জিনিষের মত মানুষেরও পূর্ণতা ও অপূর্ণতা রয়েছে</w:t>
      </w:r>
      <w:r w:rsidR="00895143">
        <w:t>,</w:t>
      </w:r>
      <w:r w:rsidRPr="007710BF">
        <w:rPr>
          <w:cs/>
          <w:lang w:bidi="bn-IN"/>
        </w:rPr>
        <w:t>এমনকি ত্রুটিযুক্ত ও ত্রুটিহীন হওয়ার বৈশিষ্ট্যও রয়েছে। ত্রুটি মুক্ত মানুষ আবার দু</w:t>
      </w:r>
      <w:r w:rsidRPr="001933EC">
        <w:rPr>
          <w:rStyle w:val="libAlaemChar"/>
        </w:rPr>
        <w:t>’</w:t>
      </w:r>
      <w:r w:rsidRPr="007710BF">
        <w:rPr>
          <w:cs/>
          <w:lang w:bidi="bn-IN"/>
        </w:rPr>
        <w:t>ধরনের : পূর্ণ ত্রুটিমুক্ত মানুষ এবং অপূর্ণ ত্রুটিমুক্ত মানুষ। পূর্ণ বা আদর্শ মানুষকে চেনা ইসলামের দৃষ্টিতে আমাদের প্রতিটি মুসলমানের জন্য অপরিহার্য। অর্থাৎ যদি আমরা পূর্ণমুসলমান হতে চাই তাহলে অবশ্যই আমাদের জানতে হবে পূর্ণ মানব কিরূপ। যেহেতু ইসলাম চায়পূর্ণ মানব তৈরি করতে এবং ইসলামী শিক্ষা ও প্রশিক্ষণের মাধ্যমে পূর্ণ মানব গড়ে তুলতে</w:t>
      </w:r>
      <w:r w:rsidR="00895143">
        <w:t>,</w:t>
      </w:r>
      <w:r w:rsidRPr="007710BF">
        <w:rPr>
          <w:cs/>
          <w:lang w:bidi="bn-IN"/>
        </w:rPr>
        <w:t>সুতরাং আদর্শ মানুষের নমুনা আমাদের সামনে থাকতে হবে। এখানে আমরা পূর্ণ মানবের প্রকৃতি</w:t>
      </w:r>
      <w:r w:rsidR="00895143">
        <w:t>,</w:t>
      </w:r>
      <w:r w:rsidRPr="007710BF">
        <w:rPr>
          <w:cs/>
          <w:lang w:bidi="bn-IN"/>
        </w:rPr>
        <w:t>তার আত্মিক ও আধ্যাত্মিক বৈশিষ্ট্য উপস্থাপন করছি। সে কেমন প্রকৃতির</w:t>
      </w:r>
      <w:r w:rsidR="00895143">
        <w:t>,</w:t>
      </w:r>
      <w:r w:rsidRPr="007710BF">
        <w:rPr>
          <w:cs/>
          <w:lang w:bidi="bn-IN"/>
        </w:rPr>
        <w:t>তার আধ্যাত্মিক প্রকৃতি কেমন</w:t>
      </w:r>
      <w:r w:rsidR="00895143">
        <w:t>,</w:t>
      </w:r>
      <w:r w:rsidRPr="007710BF">
        <w:rPr>
          <w:cs/>
          <w:lang w:bidi="bn-IN"/>
        </w:rPr>
        <w:t>একজন পরিপূর্ণ মানুষের চিহ্নিত বৈশিষ্ট্যসমূহ কি</w:t>
      </w:r>
      <w:r w:rsidRPr="007710BF">
        <w:t xml:space="preserve">? </w:t>
      </w:r>
      <w:r w:rsidRPr="007710BF">
        <w:rPr>
          <w:cs/>
          <w:lang w:bidi="bn-IN"/>
        </w:rPr>
        <w:t>যদি আমরা তা জানতে পারি তবেই নিজেকে ও সমাজকে সেভাবে গড়ে তুলতে পারব। যদি আমরা পরিপূর্ণ মানুষকে চিনতে না পারি তাহলে কোনক্রমেই পূর্ণ মুসলমান হতে পারব না। অন্যভাবে বলা যায় যে</w:t>
      </w:r>
      <w:r w:rsidR="00895143">
        <w:t>,</w:t>
      </w:r>
      <w:r w:rsidRPr="007710BF">
        <w:rPr>
          <w:cs/>
          <w:lang w:bidi="bn-IN"/>
        </w:rPr>
        <w:t>আমরা ইসলামের দৃষ্টিতে একজন অপূর্ণ মানুষে পরিণত হব।</w:t>
      </w:r>
    </w:p>
    <w:p w:rsidR="007710BF" w:rsidRPr="007710BF" w:rsidRDefault="003936CB" w:rsidP="00895143">
      <w:pPr>
        <w:pStyle w:val="Heading1"/>
      </w:pPr>
      <w:r>
        <w:rPr>
          <w:cs/>
          <w:lang w:bidi="bn-IN"/>
        </w:rPr>
        <w:br w:type="page"/>
      </w:r>
      <w:r w:rsidR="007710BF" w:rsidRPr="007710BF">
        <w:rPr>
          <w:cs/>
          <w:lang w:bidi="bn-IN"/>
        </w:rPr>
        <w:lastRenderedPageBreak/>
        <w:t xml:space="preserve"> </w:t>
      </w:r>
      <w:bookmarkStart w:id="1" w:name="_Toc392601410"/>
      <w:r w:rsidR="007710BF" w:rsidRPr="007710BF">
        <w:rPr>
          <w:cs/>
          <w:lang w:bidi="bn-IN"/>
        </w:rPr>
        <w:t>ইসলামের দৃষ্টিতে পূর্ণ মানব বা ইনসানে কামেলকে চেনার উপায়</w:t>
      </w:r>
      <w:bookmarkEnd w:id="1"/>
    </w:p>
    <w:p w:rsidR="003936CB" w:rsidRDefault="007710BF" w:rsidP="00895143">
      <w:pPr>
        <w:pStyle w:val="libNormal"/>
        <w:rPr>
          <w:lang w:bidi="bn-IN"/>
        </w:rPr>
      </w:pPr>
      <w:r w:rsidRPr="007710BF">
        <w:rPr>
          <w:cs/>
          <w:lang w:bidi="bn-IN"/>
        </w:rPr>
        <w:t xml:space="preserve"> ইসলামের দৃষ্টিতে পরিপূর্ণ মানুষকে চেনার জন্য দু</w:t>
      </w:r>
      <w:r w:rsidRPr="001933EC">
        <w:rPr>
          <w:rStyle w:val="libAlaemChar"/>
        </w:rPr>
        <w:t>’</w:t>
      </w:r>
      <w:r w:rsidRPr="007710BF">
        <w:rPr>
          <w:cs/>
          <w:lang w:bidi="bn-IN"/>
        </w:rPr>
        <w:t>টি পথ রয়েছে। একটি পথ হচ্ছে প্রথমত আমরা দেখব কোরআন ও দ্বিতীয়ত সুন্নাত ইনসানে কামেলকে কিভাবে বর্ণনা করেছে। যদিও কোরআন ও</w:t>
      </w:r>
      <w:r w:rsidR="003936CB">
        <w:rPr>
          <w:lang w:bidi="bn-IN"/>
        </w:rPr>
        <w:t xml:space="preserve"> </w:t>
      </w:r>
      <w:r w:rsidRPr="007710BF">
        <w:rPr>
          <w:cs/>
          <w:lang w:bidi="bn-IN"/>
        </w:rPr>
        <w:t>সু</w:t>
      </w:r>
      <w:r w:rsidR="003936CB">
        <w:rPr>
          <w:cs/>
          <w:lang w:bidi="bn-IN"/>
        </w:rPr>
        <w:t>ন্না</w:t>
      </w:r>
      <w:r w:rsidRPr="007710BF">
        <w:rPr>
          <w:cs/>
          <w:lang w:bidi="bn-IN"/>
        </w:rPr>
        <w:t>তে এভাবে ইনসানে কামেলের ব্যাখ্যা করা হয়নি</w:t>
      </w:r>
      <w:r w:rsidR="00895143">
        <w:t>,</w:t>
      </w:r>
      <w:r w:rsidRPr="007710BF">
        <w:rPr>
          <w:cs/>
          <w:lang w:bidi="bn-IN"/>
        </w:rPr>
        <w:t>বরং পরিপূর্ণ মুসলমান ও পূর্ণ মুমিনের বৈশিষ্ট্য</w:t>
      </w:r>
      <w:r w:rsidR="003936CB">
        <w:rPr>
          <w:lang w:bidi="bn-IN"/>
        </w:rPr>
        <w:t xml:space="preserve"> </w:t>
      </w:r>
      <w:r w:rsidRPr="007710BF">
        <w:rPr>
          <w:cs/>
          <w:lang w:bidi="bn-IN"/>
        </w:rPr>
        <w:t>নিয়ে আলোচনা করেছে</w:t>
      </w:r>
      <w:r w:rsidR="00895143">
        <w:t>,</w:t>
      </w:r>
      <w:r w:rsidRPr="007710BF">
        <w:rPr>
          <w:cs/>
          <w:lang w:bidi="bn-IN"/>
        </w:rPr>
        <w:t xml:space="preserve">তবে এটা </w:t>
      </w:r>
      <w:r w:rsidR="003936CB">
        <w:rPr>
          <w:cs/>
          <w:lang w:bidi="bn-IN"/>
        </w:rPr>
        <w:t>স্প</w:t>
      </w:r>
      <w:r w:rsidRPr="007710BF">
        <w:rPr>
          <w:cs/>
          <w:lang w:bidi="bn-IN"/>
        </w:rPr>
        <w:t>ষ্ট যে</w:t>
      </w:r>
      <w:r w:rsidR="00895143">
        <w:t>,</w:t>
      </w:r>
      <w:r w:rsidRPr="007710BF">
        <w:rPr>
          <w:cs/>
          <w:lang w:bidi="bn-IN"/>
        </w:rPr>
        <w:t>পরিপূর্ণ মুসলমান অর্থ</w:t>
      </w:r>
      <w:r w:rsidR="003936CB">
        <w:t>-</w:t>
      </w:r>
      <w:r w:rsidRPr="007710BF">
        <w:t xml:space="preserve"> </w:t>
      </w:r>
      <w:r w:rsidRPr="007710BF">
        <w:rPr>
          <w:cs/>
          <w:lang w:bidi="bn-IN"/>
        </w:rPr>
        <w:t>যে মানব ইসলামের মধ্যে দিয়ে</w:t>
      </w:r>
      <w:r w:rsidR="003936CB">
        <w:rPr>
          <w:lang w:bidi="bn-IN"/>
        </w:rPr>
        <w:t xml:space="preserve"> </w:t>
      </w:r>
      <w:r w:rsidRPr="007710BF">
        <w:rPr>
          <w:cs/>
          <w:lang w:bidi="bn-IN"/>
        </w:rPr>
        <w:t xml:space="preserve">পূর্ণতায় </w:t>
      </w:r>
      <w:r w:rsidR="00611BB9">
        <w:rPr>
          <w:cs/>
          <w:lang w:bidi="bn-IN"/>
        </w:rPr>
        <w:t>পৌ</w:t>
      </w:r>
      <w:r w:rsidRPr="007710BF">
        <w:rPr>
          <w:cs/>
          <w:lang w:bidi="bn-IN"/>
        </w:rPr>
        <w:t xml:space="preserve">ছেছে এবং পরিপূর্ণ মুমিন সে-ই যে ঈমানের ছায়ায় </w:t>
      </w:r>
      <w:r w:rsidR="003936CB">
        <w:rPr>
          <w:cs/>
          <w:lang w:bidi="bn-IN"/>
        </w:rPr>
        <w:t xml:space="preserve">পরিপূর্ণতায় </w:t>
      </w:r>
      <w:r w:rsidR="00611BB9">
        <w:rPr>
          <w:cs/>
          <w:lang w:bidi="bn-IN"/>
        </w:rPr>
        <w:t>পৌ</w:t>
      </w:r>
      <w:r w:rsidR="003936CB">
        <w:rPr>
          <w:cs/>
          <w:lang w:bidi="bn-IN"/>
        </w:rPr>
        <w:t>ছেছে। আমাদের</w:t>
      </w:r>
      <w:r w:rsidR="003936CB">
        <w:rPr>
          <w:lang w:bidi="bn-IN"/>
        </w:rPr>
        <w:t xml:space="preserve"> </w:t>
      </w:r>
      <w:r w:rsidRPr="007710BF">
        <w:rPr>
          <w:cs/>
          <w:lang w:bidi="bn-IN"/>
        </w:rPr>
        <w:t>অবশ্যই দেখতে হবে কোরআন ও সুন্নাত পরিপূর্ণ মানুষকে কিভাবে বর্ণনা করেছে এবং পরিপূর্ণ</w:t>
      </w:r>
      <w:r w:rsidR="003936CB">
        <w:rPr>
          <w:lang w:bidi="bn-IN"/>
        </w:rPr>
        <w:t xml:space="preserve"> </w:t>
      </w:r>
      <w:r w:rsidRPr="007710BF">
        <w:rPr>
          <w:cs/>
          <w:lang w:bidi="bn-IN"/>
        </w:rPr>
        <w:t xml:space="preserve">মানুষের প্রতিকৃতির বিষয়ে </w:t>
      </w:r>
      <w:r w:rsidR="003936CB">
        <w:rPr>
          <w:cs/>
          <w:lang w:bidi="bn-IN"/>
        </w:rPr>
        <w:t>প্রচুর</w:t>
      </w:r>
      <w:r w:rsidRPr="007710BF">
        <w:rPr>
          <w:cs/>
          <w:lang w:bidi="bn-IN"/>
        </w:rPr>
        <w:t xml:space="preserve"> বর্ণনা এসেছে।</w:t>
      </w:r>
      <w:r w:rsidR="003936CB">
        <w:rPr>
          <w:lang w:bidi="bn-IN"/>
        </w:rPr>
        <w:t xml:space="preserve"> </w:t>
      </w:r>
    </w:p>
    <w:p w:rsidR="003936CB" w:rsidRDefault="003936CB" w:rsidP="00895143">
      <w:pPr>
        <w:pStyle w:val="libNormal"/>
        <w:rPr>
          <w:lang w:bidi="bn-IN"/>
        </w:rPr>
      </w:pPr>
    </w:p>
    <w:p w:rsidR="005E5BE9" w:rsidRDefault="007710BF" w:rsidP="00895143">
      <w:pPr>
        <w:pStyle w:val="libNormal"/>
        <w:rPr>
          <w:lang w:bidi="bn-IN"/>
        </w:rPr>
      </w:pPr>
      <w:r w:rsidRPr="007710BF">
        <w:rPr>
          <w:cs/>
          <w:lang w:bidi="bn-IN"/>
        </w:rPr>
        <w:t>পরিপূর্ণ মানুষকে চেনার দ্বিতীয় পদ্ধতি : এ পদ্ধতিতে কোরআন ও সু</w:t>
      </w:r>
      <w:r w:rsidR="003936CB">
        <w:rPr>
          <w:cs/>
          <w:lang w:bidi="bn-IN"/>
        </w:rPr>
        <w:t>ন্না</w:t>
      </w:r>
      <w:r w:rsidRPr="007710BF">
        <w:rPr>
          <w:cs/>
          <w:lang w:bidi="bn-IN"/>
        </w:rPr>
        <w:t xml:space="preserve">তে পরিপূর্ণ মানুষ </w:t>
      </w:r>
      <w:r w:rsidR="000C4B23">
        <w:rPr>
          <w:cs/>
          <w:lang w:bidi="bn-IN"/>
        </w:rPr>
        <w:t>সম্পর্কে</w:t>
      </w:r>
      <w:r w:rsidR="005E5BE9">
        <w:rPr>
          <w:lang w:bidi="bn-IN"/>
        </w:rPr>
        <w:t xml:space="preserve"> </w:t>
      </w:r>
      <w:r w:rsidRPr="007710BF">
        <w:rPr>
          <w:cs/>
          <w:lang w:bidi="bn-IN"/>
        </w:rPr>
        <w:t>কিরূপ বর্ণনা এসেছে তা থেকে নয়</w:t>
      </w:r>
      <w:r w:rsidR="00895143">
        <w:t>,</w:t>
      </w:r>
      <w:r w:rsidRPr="007710BF">
        <w:rPr>
          <w:cs/>
          <w:lang w:bidi="bn-IN"/>
        </w:rPr>
        <w:t xml:space="preserve">বরং ঐ সকল ব্যক্তিকে </w:t>
      </w:r>
      <w:r w:rsidR="00611BB9">
        <w:rPr>
          <w:cs/>
          <w:lang w:bidi="bn-IN"/>
        </w:rPr>
        <w:t>তা</w:t>
      </w:r>
      <w:r w:rsidR="005E5BE9">
        <w:rPr>
          <w:cs/>
          <w:lang w:bidi="bn-IN"/>
        </w:rPr>
        <w:t xml:space="preserve">দের জীবনী থেকে চিনব </w:t>
      </w:r>
      <w:r w:rsidR="00611BB9">
        <w:rPr>
          <w:cs/>
          <w:lang w:bidi="bn-IN"/>
        </w:rPr>
        <w:t>যা</w:t>
      </w:r>
      <w:r w:rsidR="005E5BE9">
        <w:rPr>
          <w:cs/>
          <w:lang w:bidi="bn-IN"/>
        </w:rPr>
        <w:t>দের উপর</w:t>
      </w:r>
      <w:r w:rsidRPr="007710BF">
        <w:rPr>
          <w:cs/>
          <w:lang w:bidi="bn-IN"/>
        </w:rPr>
        <w:t>. আমরা আস্থা লাভ করেছি যে</w:t>
      </w:r>
      <w:r w:rsidR="00895143">
        <w:t>,</w:t>
      </w:r>
      <w:r w:rsidRPr="007710BF">
        <w:rPr>
          <w:cs/>
          <w:lang w:bidi="bn-IN"/>
        </w:rPr>
        <w:t xml:space="preserve">ইসলাম ও কোরআন যেভাবে চায় </w:t>
      </w:r>
      <w:r w:rsidR="00FE6D44">
        <w:rPr>
          <w:cs/>
          <w:lang w:bidi="bn-IN"/>
        </w:rPr>
        <w:t>তারা</w:t>
      </w:r>
      <w:r w:rsidRPr="007710BF">
        <w:rPr>
          <w:cs/>
          <w:lang w:bidi="bn-IN"/>
        </w:rPr>
        <w:t xml:space="preserve"> সেভাবে গড়ে উঠেছেন।</w:t>
      </w:r>
      <w:r w:rsidR="005E5BE9">
        <w:rPr>
          <w:lang w:bidi="bn-IN"/>
        </w:rPr>
        <w:t xml:space="preserve"> </w:t>
      </w:r>
      <w:r w:rsidRPr="007710BF">
        <w:rPr>
          <w:cs/>
          <w:lang w:bidi="bn-IN"/>
        </w:rPr>
        <w:t xml:space="preserve">ইসলামের পূর্ণ মানুষের হুবহু প্রতিকৃতি হলেন </w:t>
      </w:r>
      <w:r w:rsidR="00FE6D44">
        <w:rPr>
          <w:cs/>
          <w:lang w:bidi="bn-IN"/>
        </w:rPr>
        <w:t>তারা</w:t>
      </w:r>
      <w:r w:rsidRPr="007710BF">
        <w:rPr>
          <w:cs/>
          <w:lang w:bidi="hi-IN"/>
        </w:rPr>
        <w:t xml:space="preserve">। </w:t>
      </w:r>
      <w:r w:rsidRPr="007710BF">
        <w:rPr>
          <w:cs/>
          <w:lang w:bidi="bn-IN"/>
        </w:rPr>
        <w:t>যেহেতু ইসলামের পরিপূর্ণ মানুষ শুধু আদর্শিক</w:t>
      </w:r>
      <w:r w:rsidR="00895143">
        <w:t>,</w:t>
      </w:r>
      <w:r w:rsidRPr="007710BF">
        <w:rPr>
          <w:cs/>
          <w:lang w:bidi="bn-IN"/>
        </w:rPr>
        <w:t>কল্পনা ও চিন্তাগত কোন বিষয় নয় যে</w:t>
      </w:r>
      <w:r w:rsidR="00895143">
        <w:t>,</w:t>
      </w:r>
      <w:r w:rsidRPr="007710BF">
        <w:rPr>
          <w:cs/>
          <w:lang w:bidi="bn-IN"/>
        </w:rPr>
        <w:t>বাস্তবে তার অস্তিত্ব থাকবে না। পরিপূর্ণ মানুষ সর্বোচ্চ এবং</w:t>
      </w:r>
      <w:r w:rsidR="005E5BE9">
        <w:rPr>
          <w:lang w:bidi="bn-IN"/>
        </w:rPr>
        <w:t xml:space="preserve"> </w:t>
      </w:r>
      <w:r w:rsidRPr="007710BF">
        <w:rPr>
          <w:cs/>
          <w:lang w:bidi="bn-IN"/>
        </w:rPr>
        <w:t>সর্বনিম্ন উভয় পর্যায়</w:t>
      </w:r>
      <w:r w:rsidR="005E5BE9">
        <w:rPr>
          <w:cs/>
          <w:lang w:bidi="bn-IN"/>
        </w:rPr>
        <w:t>েই বাস্তবে অস্তিত্ব লাভ করেছে।</w:t>
      </w:r>
    </w:p>
    <w:p w:rsidR="005E5BE9" w:rsidRDefault="005E5BE9" w:rsidP="00895143">
      <w:pPr>
        <w:pStyle w:val="libNormal"/>
        <w:rPr>
          <w:lang w:bidi="bn-IN"/>
        </w:rPr>
      </w:pPr>
    </w:p>
    <w:p w:rsidR="005E5BE9" w:rsidRPr="001933EC" w:rsidRDefault="007710BF" w:rsidP="00895143">
      <w:pPr>
        <w:pStyle w:val="libNormal"/>
        <w:rPr>
          <w:rStyle w:val="libArChar"/>
          <w:rtl/>
        </w:rPr>
      </w:pPr>
      <w:r w:rsidRPr="007710BF">
        <w:rPr>
          <w:cs/>
          <w:lang w:bidi="bn-IN"/>
        </w:rPr>
        <w:t xml:space="preserve"> মহানবী (সা.) নিজেই পূর্ণ মানবের সর্বশ্রেষ্ঠ উদাহরণ। হযরত আলী (আ.) অন্য এক পূর্ণ মানবের</w:t>
      </w:r>
      <w:r w:rsidR="005E5BE9">
        <w:rPr>
          <w:lang w:bidi="bn-IN"/>
        </w:rPr>
        <w:t xml:space="preserve"> </w:t>
      </w:r>
      <w:r w:rsidRPr="007710BF">
        <w:rPr>
          <w:cs/>
          <w:lang w:bidi="bn-IN"/>
        </w:rPr>
        <w:t>নমুনা। আলী (আ.)-কে চেনা অর্থ পরিপূর্ণ মানুষেকে চেনা। কিন্তু আলীকে চেনা এটা নয় যে</w:t>
      </w:r>
      <w:r w:rsidR="00895143">
        <w:t>,</w:t>
      </w:r>
      <w:r w:rsidR="00FE6D44">
        <w:rPr>
          <w:cs/>
          <w:lang w:bidi="bn-IN"/>
        </w:rPr>
        <w:t>তার</w:t>
      </w:r>
      <w:r w:rsidR="005E5BE9">
        <w:rPr>
          <w:lang w:bidi="bn-IN"/>
        </w:rPr>
        <w:t xml:space="preserve"> </w:t>
      </w:r>
      <w:r w:rsidRPr="007710BF">
        <w:rPr>
          <w:cs/>
          <w:lang w:bidi="bn-IN"/>
        </w:rPr>
        <w:t>পরিচয় পত্র জানা। কখনো মানুষ আলীকে পরিচয় পত্র থেকে চিনে যে</w:t>
      </w:r>
      <w:r w:rsidR="00895143">
        <w:t>,</w:t>
      </w:r>
      <w:r w:rsidR="00FE6D44">
        <w:rPr>
          <w:cs/>
          <w:lang w:bidi="bn-IN"/>
        </w:rPr>
        <w:t>তার</w:t>
      </w:r>
      <w:r w:rsidRPr="007710BF">
        <w:rPr>
          <w:cs/>
          <w:lang w:bidi="bn-IN"/>
        </w:rPr>
        <w:t xml:space="preserve"> নাম আলী</w:t>
      </w:r>
      <w:r w:rsidR="00895143">
        <w:t>,</w:t>
      </w:r>
      <w:r w:rsidRPr="007710BF">
        <w:rPr>
          <w:cs/>
          <w:lang w:bidi="bn-IN"/>
        </w:rPr>
        <w:t>আবু তালিবের</w:t>
      </w:r>
      <w:r w:rsidR="005E5BE9">
        <w:rPr>
          <w:lang w:bidi="bn-IN"/>
        </w:rPr>
        <w:t xml:space="preserve"> </w:t>
      </w:r>
      <w:r w:rsidRPr="007710BF">
        <w:rPr>
          <w:cs/>
          <w:lang w:bidi="bn-IN"/>
        </w:rPr>
        <w:t>পুত্র</w:t>
      </w:r>
      <w:r w:rsidR="00895143">
        <w:t>,</w:t>
      </w:r>
      <w:r w:rsidRPr="007710BF">
        <w:rPr>
          <w:cs/>
          <w:lang w:bidi="bn-IN"/>
        </w:rPr>
        <w:t>আবু তালিব আবদুল মুত্তালিবের পুত্র</w:t>
      </w:r>
      <w:r w:rsidR="00895143">
        <w:t>,</w:t>
      </w:r>
      <w:r w:rsidRPr="007710BF">
        <w:rPr>
          <w:cs/>
          <w:lang w:bidi="bn-IN"/>
        </w:rPr>
        <w:t>মাতা ফাতেমা যে আসাদ ইবনে আবদুল ওজ্জার কন্যা</w:t>
      </w:r>
      <w:r w:rsidR="00895143">
        <w:t>,</w:t>
      </w:r>
      <w:r w:rsidRPr="007710BF">
        <w:rPr>
          <w:cs/>
          <w:lang w:bidi="bn-IN"/>
        </w:rPr>
        <w:t>তিনি (আলী) মুহাম্মদ (সা.)-এর কন্যা ফাতেমার সহধর্মী</w:t>
      </w:r>
      <w:r w:rsidR="00895143">
        <w:t>,</w:t>
      </w:r>
      <w:r w:rsidRPr="007710BF">
        <w:rPr>
          <w:cs/>
          <w:lang w:bidi="bn-IN"/>
        </w:rPr>
        <w:t>হাসান ও হুসাইনের পিতা</w:t>
      </w:r>
      <w:r w:rsidR="00895143">
        <w:t>,</w:t>
      </w:r>
      <w:r w:rsidRPr="007710BF">
        <w:rPr>
          <w:cs/>
          <w:lang w:bidi="bn-IN"/>
        </w:rPr>
        <w:t>অমুক বছর</w:t>
      </w:r>
      <w:r w:rsidR="005E5BE9">
        <w:rPr>
          <w:lang w:bidi="bn-IN"/>
        </w:rPr>
        <w:t xml:space="preserve"> </w:t>
      </w:r>
      <w:r w:rsidRPr="007710BF">
        <w:rPr>
          <w:cs/>
          <w:lang w:bidi="bn-IN"/>
        </w:rPr>
        <w:t>জন্মগ্রহণ করেছেন</w:t>
      </w:r>
      <w:r w:rsidR="00895143">
        <w:t>,</w:t>
      </w:r>
      <w:r w:rsidRPr="007710BF">
        <w:rPr>
          <w:cs/>
          <w:lang w:bidi="bn-IN"/>
        </w:rPr>
        <w:t>অমুক বছর শাহাদাত বরণ করেছেন</w:t>
      </w:r>
      <w:r w:rsidR="00895143">
        <w:t>,</w:t>
      </w:r>
      <w:r w:rsidRPr="007710BF">
        <w:rPr>
          <w:cs/>
          <w:lang w:bidi="bn-IN"/>
        </w:rPr>
        <w:t xml:space="preserve">অমুক </w:t>
      </w:r>
      <w:r w:rsidRPr="007710BF">
        <w:rPr>
          <w:cs/>
          <w:lang w:bidi="bn-IN"/>
        </w:rPr>
        <w:lastRenderedPageBreak/>
        <w:t>অমুক যুদ্ধে অংশ গ্রহণ করেছেন</w:t>
      </w:r>
      <w:r w:rsidR="003936CB">
        <w:t>-</w:t>
      </w:r>
      <w:r w:rsidRPr="007710BF">
        <w:rPr>
          <w:cs/>
          <w:lang w:bidi="bn-IN"/>
        </w:rPr>
        <w:t xml:space="preserve">এগুলো আলীর পরিচয় জানা। অর্থাৎ যদি চাই আলীর জন্য একটি পরিচয় পত্র তৈরি করব ও পরিচয়পত্র </w:t>
      </w:r>
      <w:r w:rsidR="000C4B23">
        <w:rPr>
          <w:cs/>
          <w:lang w:bidi="bn-IN"/>
        </w:rPr>
        <w:t>সম্পর্কে</w:t>
      </w:r>
      <w:r w:rsidRPr="007710BF">
        <w:rPr>
          <w:cs/>
          <w:lang w:bidi="bn-IN"/>
        </w:rPr>
        <w:t xml:space="preserve"> জানব তবে তা এরূপই হবে। কিন্তু আলীর পরিচয় পত্র জানা আলীকে জানা নয় বা</w:t>
      </w:r>
      <w:r w:rsidR="005E5BE9">
        <w:rPr>
          <w:lang w:bidi="bn-IN"/>
        </w:rPr>
        <w:t xml:space="preserve"> </w:t>
      </w:r>
      <w:r w:rsidRPr="007710BF">
        <w:rPr>
          <w:cs/>
          <w:lang w:bidi="bn-IN"/>
        </w:rPr>
        <w:t xml:space="preserve">একজন পরিপূর্ণ মানুষকে চেনাও নয়। অর্থাৎ আলীকে জানা </w:t>
      </w:r>
      <w:r w:rsidR="00FE6D44">
        <w:rPr>
          <w:cs/>
          <w:lang w:bidi="bn-IN"/>
        </w:rPr>
        <w:t>তার</w:t>
      </w:r>
      <w:r w:rsidRPr="007710BF">
        <w:rPr>
          <w:cs/>
          <w:lang w:bidi="bn-IN"/>
        </w:rPr>
        <w:t xml:space="preserve"> ব্যক্তিত্বকে জানা</w:t>
      </w:r>
      <w:r w:rsidR="00895143">
        <w:t>,</w:t>
      </w:r>
      <w:r w:rsidRPr="007710BF">
        <w:rPr>
          <w:cs/>
          <w:lang w:bidi="bn-IN"/>
        </w:rPr>
        <w:t>ব্যক্তি আলীকে</w:t>
      </w:r>
      <w:r w:rsidR="005E5BE9">
        <w:rPr>
          <w:lang w:bidi="bn-IN"/>
        </w:rPr>
        <w:t xml:space="preserve"> </w:t>
      </w:r>
      <w:r w:rsidRPr="007710BF">
        <w:rPr>
          <w:cs/>
          <w:lang w:bidi="bn-IN"/>
        </w:rPr>
        <w:t>নয়। আলীর সম্মিলিত ব্যক্তিত্বের যতটুকু আমরা জানব</w:t>
      </w:r>
      <w:r w:rsidR="00895143">
        <w:t>,</w:t>
      </w:r>
      <w:r w:rsidRPr="007710BF">
        <w:rPr>
          <w:cs/>
          <w:lang w:bidi="bn-IN"/>
        </w:rPr>
        <w:t>ইসলামের পরিপূর্ণ মানুষকে ততটূকু চিনব।</w:t>
      </w:r>
      <w:r w:rsidR="005E5BE9">
        <w:rPr>
          <w:lang w:bidi="bn-IN"/>
        </w:rPr>
        <w:t xml:space="preserve"> </w:t>
      </w:r>
      <w:r w:rsidRPr="007710BF">
        <w:rPr>
          <w:cs/>
          <w:lang w:bidi="bn-IN"/>
        </w:rPr>
        <w:t xml:space="preserve">আর শুধু নাম ও শাব্দিক </w:t>
      </w:r>
      <w:r w:rsidR="00695D8C">
        <w:rPr>
          <w:cs/>
          <w:lang w:bidi="bn-IN"/>
        </w:rPr>
        <w:t>অর্থে</w:t>
      </w:r>
      <w:r w:rsidRPr="007710BF">
        <w:rPr>
          <w:cs/>
          <w:lang w:bidi="bn-IN"/>
        </w:rPr>
        <w:t xml:space="preserve"> নয়</w:t>
      </w:r>
      <w:r w:rsidR="00895143">
        <w:t>,</w:t>
      </w:r>
      <w:r w:rsidRPr="007710BF">
        <w:rPr>
          <w:cs/>
          <w:lang w:bidi="bn-IN"/>
        </w:rPr>
        <w:t xml:space="preserve">বরং কার্যক্ষেত্রে পূর্ণ মানুষকে যতটুকু অনুসরণ করেছি </w:t>
      </w:r>
      <w:r w:rsidR="000459F1">
        <w:rPr>
          <w:cs/>
          <w:lang w:bidi="bn-IN"/>
        </w:rPr>
        <w:t>তাকে</w:t>
      </w:r>
      <w:r w:rsidRPr="007710BF">
        <w:rPr>
          <w:cs/>
          <w:lang w:bidi="bn-IN"/>
        </w:rPr>
        <w:t xml:space="preserve"> সে</w:t>
      </w:r>
      <w:r w:rsidR="005E5BE9">
        <w:rPr>
          <w:lang w:bidi="bn-IN"/>
        </w:rPr>
        <w:t xml:space="preserve"> </w:t>
      </w:r>
      <w:r w:rsidRPr="007710BF">
        <w:rPr>
          <w:cs/>
          <w:lang w:bidi="bn-IN"/>
        </w:rPr>
        <w:t xml:space="preserve">পরিমাণ ইমাম বা নেতা হিসেবে মেনেছি ও </w:t>
      </w:r>
      <w:r w:rsidR="00FE6D44">
        <w:rPr>
          <w:cs/>
          <w:lang w:bidi="bn-IN"/>
        </w:rPr>
        <w:t>তার</w:t>
      </w:r>
      <w:r w:rsidRPr="007710BF">
        <w:rPr>
          <w:cs/>
          <w:lang w:bidi="bn-IN"/>
        </w:rPr>
        <w:t xml:space="preserve"> পথে চলেছি</w:t>
      </w:r>
      <w:r w:rsidRPr="007710BF">
        <w:t xml:space="preserve">; </w:t>
      </w:r>
      <w:r w:rsidR="00FE6D44">
        <w:rPr>
          <w:cs/>
          <w:lang w:bidi="bn-IN"/>
        </w:rPr>
        <w:t>তার</w:t>
      </w:r>
      <w:r w:rsidRPr="007710BF">
        <w:rPr>
          <w:cs/>
          <w:lang w:bidi="bn-IN"/>
        </w:rPr>
        <w:t xml:space="preserve"> অনুসারী ও অনুগামী হয়েছি ও</w:t>
      </w:r>
      <w:r w:rsidR="005E5BE9">
        <w:rPr>
          <w:lang w:bidi="bn-IN"/>
        </w:rPr>
        <w:t xml:space="preserve"> </w:t>
      </w:r>
      <w:r w:rsidRPr="007710BF">
        <w:rPr>
          <w:cs/>
          <w:lang w:bidi="bn-IN"/>
        </w:rPr>
        <w:t>যতটুকু চেষ্টা করছি নিজেকে সেই আদর্শ অনুযায়ী তৈরি করতে ঠিক সেই পরিমাণ এ কামেল পুরুষের</w:t>
      </w:r>
      <w:r w:rsidR="005E5BE9">
        <w:rPr>
          <w:lang w:bidi="bn-IN"/>
        </w:rPr>
        <w:t xml:space="preserve"> </w:t>
      </w:r>
      <w:r w:rsidRPr="007710BF">
        <w:rPr>
          <w:cs/>
          <w:lang w:bidi="bn-IN"/>
        </w:rPr>
        <w:t>অনুসারী হয়েছি। যেহেতু শহীদ (প্রথম) লোমআ গ্রন্থে</w:t>
      </w:r>
      <w:r w:rsidR="005E5BE9" w:rsidRPr="001933EC">
        <w:rPr>
          <w:rStyle w:val="libArChar"/>
          <w:rFonts w:hint="cs"/>
          <w:rtl/>
        </w:rPr>
        <w:t xml:space="preserve"> الشیعة من شایع علیا </w:t>
      </w:r>
      <w:r w:rsidR="003936CB">
        <w:t>-</w:t>
      </w:r>
      <w:r w:rsidRPr="007710BF">
        <w:rPr>
          <w:cs/>
          <w:lang w:bidi="bn-IN"/>
        </w:rPr>
        <w:t>এ বাক্যের অর্থ করতে গিয়ে</w:t>
      </w:r>
      <w:r w:rsidR="005E5BE9">
        <w:rPr>
          <w:lang w:bidi="bn-IN"/>
        </w:rPr>
        <w:t xml:space="preserve"> </w:t>
      </w:r>
      <w:r w:rsidRPr="007710BF">
        <w:rPr>
          <w:cs/>
          <w:lang w:bidi="bn-IN"/>
        </w:rPr>
        <w:t>বলেন</w:t>
      </w:r>
      <w:r w:rsidR="00895143">
        <w:t>,</w:t>
      </w:r>
      <w:r w:rsidRPr="007710BF">
        <w:t>(</w:t>
      </w:r>
      <w:r w:rsidRPr="007710BF">
        <w:rPr>
          <w:cs/>
          <w:lang w:bidi="bn-IN"/>
        </w:rPr>
        <w:t xml:space="preserve">অন্যরাও তা বলেছেন) </w:t>
      </w:r>
      <w:r w:rsidRPr="001933EC">
        <w:rPr>
          <w:rStyle w:val="libAlaemChar"/>
        </w:rPr>
        <w:t>“</w:t>
      </w:r>
      <w:r w:rsidRPr="007710BF">
        <w:rPr>
          <w:cs/>
          <w:lang w:bidi="bn-IN"/>
        </w:rPr>
        <w:t>শিয়া ঐ ব্যক্তি যে আলীর সহযাত্রী হয়েছে। অর্থাৎ শুধু বলার মাধ্যমে</w:t>
      </w:r>
      <w:r w:rsidR="005E5BE9">
        <w:rPr>
          <w:lang w:bidi="bn-IN"/>
        </w:rPr>
        <w:t xml:space="preserve"> </w:t>
      </w:r>
      <w:r w:rsidRPr="007710BF">
        <w:rPr>
          <w:cs/>
          <w:lang w:bidi="bn-IN"/>
        </w:rPr>
        <w:t>শিয়া হবে না (যে আমি শিয়া)</w:t>
      </w:r>
      <w:r w:rsidR="00895143">
        <w:t>,</w:t>
      </w:r>
      <w:r w:rsidRPr="007710BF">
        <w:rPr>
          <w:cs/>
          <w:lang w:bidi="bn-IN"/>
        </w:rPr>
        <w:t>নাম ধারণ করলেই শিয়া হবে না</w:t>
      </w:r>
      <w:r w:rsidR="00895143">
        <w:t>,</w:t>
      </w:r>
      <w:r w:rsidRPr="007710BF">
        <w:rPr>
          <w:cs/>
          <w:lang w:bidi="bn-IN"/>
        </w:rPr>
        <w:t>শুধু ভালবাসা ও পছন্দের দাবিতে</w:t>
      </w:r>
      <w:r w:rsidR="005E5BE9">
        <w:rPr>
          <w:lang w:bidi="bn-IN"/>
        </w:rPr>
        <w:t xml:space="preserve"> </w:t>
      </w:r>
      <w:r w:rsidRPr="007710BF">
        <w:rPr>
          <w:cs/>
          <w:lang w:bidi="bn-IN"/>
        </w:rPr>
        <w:t>শিয়া হবে না। তাহলে কিভাবে শিয়া হবে</w:t>
      </w:r>
      <w:r w:rsidRPr="007710BF">
        <w:t xml:space="preserve">? </w:t>
      </w:r>
      <w:r w:rsidRPr="007710BF">
        <w:rPr>
          <w:cs/>
          <w:lang w:bidi="bn-IN"/>
        </w:rPr>
        <w:t>সহযাত্রী হয়ে অর্থাৎ পদানুসরণের মাধ্যমে। যখন কেউ</w:t>
      </w:r>
      <w:r w:rsidR="005E5BE9">
        <w:rPr>
          <w:lang w:bidi="bn-IN"/>
        </w:rPr>
        <w:t xml:space="preserve"> </w:t>
      </w:r>
      <w:r w:rsidRPr="007710BF">
        <w:rPr>
          <w:cs/>
          <w:lang w:bidi="bn-IN"/>
        </w:rPr>
        <w:t>একজন যে পথে চলে আপনি তার পেছনে পেছনে বা সঙ্গে যাবেন আপনাকে তার সহযাত্রী বা</w:t>
      </w:r>
      <w:r w:rsidR="005E5BE9">
        <w:rPr>
          <w:lang w:bidi="bn-IN"/>
        </w:rPr>
        <w:t xml:space="preserve"> </w:t>
      </w:r>
      <w:r w:rsidRPr="007710BF">
        <w:rPr>
          <w:cs/>
          <w:lang w:bidi="bn-IN"/>
        </w:rPr>
        <w:t>পদাঙ্কনুসারী (</w:t>
      </w:r>
      <w:r w:rsidR="005E5BE9" w:rsidRPr="001933EC">
        <w:rPr>
          <w:rStyle w:val="libArChar"/>
          <w:rFonts w:hint="cs"/>
          <w:rtl/>
        </w:rPr>
        <w:t>شایع</w:t>
      </w:r>
      <w:r w:rsidRPr="007710BF">
        <w:rPr>
          <w:cs/>
          <w:lang w:bidi="bn-IN"/>
        </w:rPr>
        <w:t>) বলা হবে। আলীর শিয়া অর্থ আলী</w:t>
      </w:r>
      <w:r w:rsidR="005E5BE9">
        <w:rPr>
          <w:cs/>
          <w:lang w:bidi="bn-IN"/>
        </w:rPr>
        <w:t>র কর্মের পদাঙ্কনুসারী।</w:t>
      </w:r>
    </w:p>
    <w:p w:rsidR="005E5BE9" w:rsidRDefault="007710BF" w:rsidP="00895143">
      <w:pPr>
        <w:pStyle w:val="libNormal"/>
        <w:rPr>
          <w:cs/>
          <w:lang w:bidi="bn-IN"/>
        </w:rPr>
      </w:pPr>
      <w:r w:rsidRPr="007710BF">
        <w:rPr>
          <w:cs/>
          <w:lang w:bidi="bn-IN"/>
        </w:rPr>
        <w:t>তাহলে পূর্ণ মানবকে চেনার দু</w:t>
      </w:r>
      <w:r w:rsidRPr="001933EC">
        <w:rPr>
          <w:rStyle w:val="libAlaemChar"/>
        </w:rPr>
        <w:t>’</w:t>
      </w:r>
      <w:r w:rsidRPr="007710BF">
        <w:rPr>
          <w:cs/>
          <w:lang w:bidi="bn-IN"/>
        </w:rPr>
        <w:t xml:space="preserve">টি পথ ও সে সাথে এ </w:t>
      </w:r>
      <w:r w:rsidR="000C4B23">
        <w:rPr>
          <w:cs/>
          <w:lang w:bidi="bn-IN"/>
        </w:rPr>
        <w:t>সম্পর্কে</w:t>
      </w:r>
      <w:r w:rsidRPr="007710BF">
        <w:rPr>
          <w:cs/>
          <w:lang w:bidi="bn-IN"/>
        </w:rPr>
        <w:t xml:space="preserve"> আলোচনার উপকারিতাও জানতে</w:t>
      </w:r>
      <w:r w:rsidR="005E5BE9">
        <w:rPr>
          <w:lang w:bidi="bn-IN"/>
        </w:rPr>
        <w:t xml:space="preserve"> </w:t>
      </w:r>
      <w:r w:rsidRPr="007710BF">
        <w:rPr>
          <w:cs/>
          <w:lang w:bidi="bn-IN"/>
        </w:rPr>
        <w:t>পারলাম। সুতরাং ইনসানে কামেল বিষয়টি শুধু একটি দার্শনিক ও জ্ঞানগত বিষয় নয় যে</w:t>
      </w:r>
      <w:r w:rsidR="00895143">
        <w:t>,</w:t>
      </w:r>
      <w:r w:rsidRPr="007710BF">
        <w:rPr>
          <w:cs/>
          <w:lang w:bidi="bn-IN"/>
        </w:rPr>
        <w:t>কেবল</w:t>
      </w:r>
      <w:r w:rsidR="005E5BE9">
        <w:rPr>
          <w:lang w:bidi="bn-IN"/>
        </w:rPr>
        <w:t xml:space="preserve"> </w:t>
      </w:r>
      <w:r w:rsidRPr="007710BF">
        <w:rPr>
          <w:cs/>
          <w:lang w:bidi="bn-IN"/>
        </w:rPr>
        <w:t>জ্ঞানগত প্রভাব রয়েছে। যদি ইসলামের পূর্ণ মানবকে কোরআন ও সু</w:t>
      </w:r>
      <w:r w:rsidR="003936CB">
        <w:rPr>
          <w:cs/>
          <w:lang w:bidi="bn-IN"/>
        </w:rPr>
        <w:t>ন্না</w:t>
      </w:r>
      <w:r w:rsidRPr="007710BF">
        <w:rPr>
          <w:cs/>
          <w:lang w:bidi="bn-IN"/>
        </w:rPr>
        <w:t>তের বর্ণনা থেকে ও কোরআন</w:t>
      </w:r>
      <w:r w:rsidR="005E5BE9">
        <w:rPr>
          <w:lang w:bidi="bn-IN"/>
        </w:rPr>
        <w:t xml:space="preserve"> </w:t>
      </w:r>
      <w:r w:rsidRPr="007710BF">
        <w:rPr>
          <w:cs/>
          <w:lang w:bidi="bn-IN"/>
        </w:rPr>
        <w:t>দ্বারা পরিবর্ধিত রূপে না জানি তাহলে ইসলাম নির্দেশ</w:t>
      </w:r>
      <w:r w:rsidR="005E5BE9">
        <w:rPr>
          <w:cs/>
          <w:lang w:bidi="bn-IN"/>
        </w:rPr>
        <w:t>িত পথে চলতে পারব না এবং প্রকৃত ও</w:t>
      </w:r>
      <w:r w:rsidR="005E5BE9">
        <w:rPr>
          <w:lang w:bidi="bn-IN"/>
        </w:rPr>
        <w:t xml:space="preserve"> </w:t>
      </w:r>
      <w:r w:rsidRPr="007710BF">
        <w:rPr>
          <w:cs/>
          <w:lang w:bidi="bn-IN"/>
        </w:rPr>
        <w:t xml:space="preserve">সত্যিকারের মুসলমান হতে পারব না। অনুরূপ আমাদের সমাজও একটি ইসলামী সমাজ হতে পারবেনা। সুতরাং ইসলামের </w:t>
      </w:r>
      <w:r w:rsidR="009E6EF8">
        <w:rPr>
          <w:cs/>
          <w:lang w:bidi="bn-IN"/>
        </w:rPr>
        <w:t>পূর্ণ</w:t>
      </w:r>
      <w:r w:rsidR="00895143">
        <w:t>,</w:t>
      </w:r>
      <w:r w:rsidRPr="007710BF">
        <w:rPr>
          <w:cs/>
          <w:lang w:bidi="bn-IN"/>
        </w:rPr>
        <w:t xml:space="preserve">শ্রেষ্ঠ ও সর্বোত্তম বৈশিষ্ট্যের মানুষকে চেনা </w:t>
      </w:r>
      <w:r w:rsidR="005E5BE9">
        <w:rPr>
          <w:cs/>
          <w:lang w:bidi="bn-IN"/>
        </w:rPr>
        <w:t>অপরিহার্য</w:t>
      </w:r>
      <w:r w:rsidRPr="007710BF">
        <w:rPr>
          <w:cs/>
          <w:lang w:bidi="hi-IN"/>
        </w:rPr>
        <w:t>।</w:t>
      </w:r>
    </w:p>
    <w:p w:rsidR="005E5BE9" w:rsidRPr="001933EC" w:rsidRDefault="005E5BE9" w:rsidP="00895143">
      <w:pPr>
        <w:pStyle w:val="libNormal"/>
        <w:rPr>
          <w:rtl/>
          <w:cs/>
        </w:rPr>
      </w:pPr>
      <w:r>
        <w:rPr>
          <w:cs/>
          <w:lang w:bidi="bn-IN"/>
        </w:rPr>
        <w:lastRenderedPageBreak/>
        <w:br w:type="page"/>
      </w:r>
    </w:p>
    <w:p w:rsidR="00562C3B" w:rsidRDefault="007710BF" w:rsidP="00895143">
      <w:pPr>
        <w:pStyle w:val="Heading1"/>
        <w:rPr>
          <w:lang w:bidi="bn-IN"/>
        </w:rPr>
      </w:pPr>
      <w:bookmarkStart w:id="2" w:name="_Toc392601411"/>
      <w:r w:rsidRPr="00895143">
        <w:rPr>
          <w:rFonts w:eastAsia="Calibri"/>
          <w:cs/>
          <w:lang w:bidi="bn-IN"/>
        </w:rPr>
        <w:lastRenderedPageBreak/>
        <w:t>কামাল</w:t>
      </w:r>
      <w:r w:rsidRPr="007710BF">
        <w:rPr>
          <w:cs/>
          <w:lang w:bidi="bn-IN"/>
        </w:rPr>
        <w:t xml:space="preserve"> (</w:t>
      </w:r>
      <w:r w:rsidR="00562C3B" w:rsidRPr="0087422A">
        <w:rPr>
          <w:rStyle w:val="libAlaemChar"/>
          <w:rFonts w:hint="cs"/>
          <w:rtl/>
        </w:rPr>
        <w:t>کمال</w:t>
      </w:r>
      <w:r w:rsidRPr="007710BF">
        <w:rPr>
          <w:cs/>
          <w:lang w:bidi="bn-IN"/>
        </w:rPr>
        <w:t xml:space="preserve">) ও </w:t>
      </w:r>
      <w:r w:rsidRPr="001933EC">
        <w:rPr>
          <w:rtl/>
          <w:cs/>
        </w:rPr>
        <w:t>(</w:t>
      </w:r>
      <w:r w:rsidR="00562C3B" w:rsidRPr="0087422A">
        <w:rPr>
          <w:rStyle w:val="libAlaemChar"/>
          <w:rFonts w:hint="cs"/>
          <w:rtl/>
        </w:rPr>
        <w:t>تمام</w:t>
      </w:r>
      <w:r w:rsidRPr="001933EC">
        <w:rPr>
          <w:rtl/>
          <w:cs/>
        </w:rPr>
        <w:t xml:space="preserve"> )</w:t>
      </w:r>
      <w:r w:rsidRPr="007710BF">
        <w:rPr>
          <w:cs/>
          <w:lang w:bidi="bn-IN"/>
        </w:rPr>
        <w:t xml:space="preserve"> তামামের পার্থক্য</w:t>
      </w:r>
      <w:bookmarkEnd w:id="2"/>
    </w:p>
    <w:p w:rsidR="00562C3B" w:rsidRDefault="00562C3B" w:rsidP="00895143">
      <w:pPr>
        <w:pStyle w:val="libNormal"/>
        <w:rPr>
          <w:lang w:bidi="bn-IN"/>
        </w:rPr>
      </w:pPr>
      <w:r w:rsidRPr="007710BF">
        <w:rPr>
          <w:cs/>
          <w:lang w:bidi="bn-IN"/>
        </w:rPr>
        <w:t>এখন প্র</w:t>
      </w:r>
      <w:r>
        <w:rPr>
          <w:cs/>
          <w:lang w:bidi="bn-IN"/>
        </w:rPr>
        <w:t>শ্ন</w:t>
      </w:r>
      <w:r w:rsidRPr="007710BF">
        <w:t xml:space="preserve"> </w:t>
      </w:r>
      <w:r w:rsidRPr="007710BF">
        <w:rPr>
          <w:cs/>
          <w:lang w:bidi="bn-IN"/>
        </w:rPr>
        <w:t xml:space="preserve">হলো </w:t>
      </w:r>
      <w:r w:rsidRPr="001933EC">
        <w:rPr>
          <w:rStyle w:val="libAlaemChar"/>
        </w:rPr>
        <w:t>‘</w:t>
      </w:r>
      <w:r w:rsidRPr="007710BF">
        <w:rPr>
          <w:cs/>
          <w:lang w:bidi="bn-IN"/>
        </w:rPr>
        <w:t>কামেল</w:t>
      </w:r>
      <w:r w:rsidRPr="001933EC">
        <w:rPr>
          <w:rStyle w:val="libAlaemChar"/>
        </w:rPr>
        <w:t xml:space="preserve">’ </w:t>
      </w:r>
      <w:r w:rsidRPr="00562C3B">
        <w:rPr>
          <w:rStyle w:val="libArChar"/>
          <w:rFonts w:hint="cs"/>
          <w:rtl/>
        </w:rPr>
        <w:t>کمال)</w:t>
      </w:r>
      <w:r w:rsidRPr="00562C3B">
        <w:rPr>
          <w:rStyle w:val="libArChar"/>
        </w:rPr>
        <w:t>)</w:t>
      </w:r>
      <w:r w:rsidRPr="001933EC">
        <w:rPr>
          <w:rStyle w:val="libAlaemChar"/>
          <w:rFonts w:hint="cs"/>
          <w:rtl/>
        </w:rPr>
        <w:t xml:space="preserve"> </w:t>
      </w:r>
      <w:r w:rsidR="007710BF" w:rsidRPr="007710BF">
        <w:rPr>
          <w:cs/>
          <w:lang w:bidi="bn-IN"/>
        </w:rPr>
        <w:t xml:space="preserve">এর </w:t>
      </w:r>
      <w:r w:rsidR="005E5BE9">
        <w:rPr>
          <w:cs/>
          <w:lang w:bidi="bn-IN"/>
        </w:rPr>
        <w:t>প্রকৃত</w:t>
      </w:r>
      <w:r w:rsidR="007710BF" w:rsidRPr="007710BF">
        <w:rPr>
          <w:cs/>
          <w:lang w:bidi="bn-IN"/>
        </w:rPr>
        <w:t xml:space="preserve"> অর্থ কি</w:t>
      </w:r>
      <w:r w:rsidR="007710BF" w:rsidRPr="007710BF">
        <w:t xml:space="preserve">? </w:t>
      </w:r>
      <w:r w:rsidR="007710BF" w:rsidRPr="001933EC">
        <w:rPr>
          <w:rStyle w:val="libAlaemChar"/>
        </w:rPr>
        <w:t>‘</w:t>
      </w:r>
      <w:r w:rsidR="007710BF" w:rsidRPr="007710BF">
        <w:rPr>
          <w:cs/>
          <w:lang w:bidi="bn-IN"/>
        </w:rPr>
        <w:t>ইনসানে কামেল</w:t>
      </w:r>
      <w:r w:rsidR="007710BF" w:rsidRPr="001933EC">
        <w:rPr>
          <w:rStyle w:val="libAlaemChar"/>
        </w:rPr>
        <w:t>’</w:t>
      </w:r>
      <w:r w:rsidR="007710BF" w:rsidRPr="007710BF">
        <w:t>-</w:t>
      </w:r>
      <w:r w:rsidR="007710BF" w:rsidRPr="007710BF">
        <w:rPr>
          <w:cs/>
          <w:lang w:bidi="bn-IN"/>
        </w:rPr>
        <w:t>এর অর্থই বা কি</w:t>
      </w:r>
      <w:r w:rsidR="007710BF" w:rsidRPr="007710BF">
        <w:t xml:space="preserve">? </w:t>
      </w:r>
      <w:r w:rsidR="007710BF" w:rsidRPr="007710BF">
        <w:rPr>
          <w:cs/>
          <w:lang w:bidi="bn-IN"/>
        </w:rPr>
        <w:t>আরবী ভাষায় এ দু</w:t>
      </w:r>
      <w:r w:rsidR="007710BF" w:rsidRPr="001933EC">
        <w:rPr>
          <w:rStyle w:val="libAlaemChar"/>
        </w:rPr>
        <w:t>’</w:t>
      </w:r>
      <w:r w:rsidR="007710BF" w:rsidRPr="007710BF">
        <w:t xml:space="preserve"> </w:t>
      </w:r>
      <w:r w:rsidR="007710BF" w:rsidRPr="007710BF">
        <w:rPr>
          <w:cs/>
          <w:lang w:bidi="bn-IN"/>
        </w:rPr>
        <w:t>শব্দের অর্থ কাছাকাছি হলেও এক নয়</w:t>
      </w:r>
      <w:r w:rsidR="007710BF" w:rsidRPr="007710BF">
        <w:t xml:space="preserve">; </w:t>
      </w:r>
      <w:r w:rsidR="007710BF" w:rsidRPr="007710BF">
        <w:rPr>
          <w:cs/>
          <w:lang w:bidi="bn-IN"/>
        </w:rPr>
        <w:t>যদিও দু</w:t>
      </w:r>
      <w:r w:rsidR="007710BF" w:rsidRPr="001933EC">
        <w:rPr>
          <w:rStyle w:val="libAlaemChar"/>
        </w:rPr>
        <w:t>’</w:t>
      </w:r>
      <w:r w:rsidR="007710BF" w:rsidRPr="007710BF">
        <w:rPr>
          <w:cs/>
          <w:lang w:bidi="bn-IN"/>
        </w:rPr>
        <w:t>টিরই বিপরীত শব্দ এক অর্থাৎ</w:t>
      </w:r>
      <w:r>
        <w:rPr>
          <w:lang w:bidi="bn-IN"/>
        </w:rPr>
        <w:t xml:space="preserve"> </w:t>
      </w:r>
      <w:r w:rsidR="007710BF" w:rsidRPr="007710BF">
        <w:rPr>
          <w:cs/>
          <w:lang w:bidi="bn-IN"/>
        </w:rPr>
        <w:t>শব্দটি কখনো প্রথমটির বিপরীত শব্দ হিসেবে আবার কখনো দ্বিতীয়টির বিপরীত শব্দ হিসেবে ব্যবহৃত</w:t>
      </w:r>
      <w:r>
        <w:rPr>
          <w:lang w:bidi="bn-IN"/>
        </w:rPr>
        <w:t xml:space="preserve"> </w:t>
      </w:r>
      <w:r w:rsidR="007710BF" w:rsidRPr="007710BF">
        <w:rPr>
          <w:cs/>
          <w:lang w:bidi="bn-IN"/>
        </w:rPr>
        <w:t>হয়</w:t>
      </w:r>
      <w:r w:rsidR="00895143">
        <w:t>,</w:t>
      </w:r>
      <w:r w:rsidR="007710BF" w:rsidRPr="007710BF">
        <w:rPr>
          <w:cs/>
          <w:lang w:bidi="bn-IN"/>
        </w:rPr>
        <w:t>এমনকি ফার্সীতে ঐ দু</w:t>
      </w:r>
      <w:r w:rsidR="007710BF" w:rsidRPr="001933EC">
        <w:rPr>
          <w:rStyle w:val="libAlaemChar"/>
        </w:rPr>
        <w:t>’</w:t>
      </w:r>
      <w:r w:rsidR="007710BF" w:rsidRPr="007710BF">
        <w:rPr>
          <w:cs/>
          <w:lang w:bidi="bn-IN"/>
        </w:rPr>
        <w:t>টি শব্দের পরিবর্তে একটি শব্দই রয়েছে। ঐ দু</w:t>
      </w:r>
      <w:r w:rsidR="007710BF" w:rsidRPr="001933EC">
        <w:rPr>
          <w:rStyle w:val="libAlaemChar"/>
        </w:rPr>
        <w:t>’</w:t>
      </w:r>
      <w:r w:rsidR="007710BF" w:rsidRPr="007710BF">
        <w:rPr>
          <w:cs/>
          <w:lang w:bidi="bn-IN"/>
        </w:rPr>
        <w:t xml:space="preserve">টি শব্দ আরবীতে ভিন্ন </w:t>
      </w:r>
      <w:r w:rsidR="00695D8C">
        <w:rPr>
          <w:cs/>
          <w:lang w:bidi="bn-IN"/>
        </w:rPr>
        <w:t>অর্থে</w:t>
      </w:r>
      <w:r>
        <w:rPr>
          <w:lang w:bidi="bn-IN"/>
        </w:rPr>
        <w:t xml:space="preserve"> </w:t>
      </w:r>
      <w:r w:rsidR="007710BF" w:rsidRPr="007710BF">
        <w:rPr>
          <w:cs/>
          <w:lang w:bidi="bn-IN"/>
        </w:rPr>
        <w:t>ব্যবহৃত হলেও</w:t>
      </w:r>
      <w:r>
        <w:rPr>
          <w:lang w:bidi="bn-IN"/>
        </w:rPr>
        <w:t xml:space="preserve"> </w:t>
      </w:r>
      <w:r w:rsidRPr="008B4103">
        <w:rPr>
          <w:rStyle w:val="libAlaemChar"/>
          <w:rFonts w:hint="cs"/>
          <w:rtl/>
        </w:rPr>
        <w:t xml:space="preserve"> </w:t>
      </w:r>
      <w:r w:rsidRPr="001933EC">
        <w:rPr>
          <w:rStyle w:val="libArChar"/>
          <w:rFonts w:hint="cs"/>
          <w:rtl/>
        </w:rPr>
        <w:t>کمال</w:t>
      </w:r>
      <w:r w:rsidR="007710BF" w:rsidRPr="007710BF">
        <w:rPr>
          <w:cs/>
          <w:lang w:bidi="bn-IN"/>
        </w:rPr>
        <w:t xml:space="preserve">এবং </w:t>
      </w:r>
      <w:r w:rsidRPr="001933EC">
        <w:rPr>
          <w:rStyle w:val="libArChar"/>
          <w:rFonts w:hint="cs"/>
          <w:rtl/>
        </w:rPr>
        <w:t xml:space="preserve"> تمام</w:t>
      </w:r>
      <w:r w:rsidR="007710BF" w:rsidRPr="007710BF">
        <w:rPr>
          <w:cs/>
          <w:lang w:bidi="bn-IN"/>
        </w:rPr>
        <w:t>দু</w:t>
      </w:r>
      <w:r w:rsidR="007710BF" w:rsidRPr="001933EC">
        <w:rPr>
          <w:rStyle w:val="libAlaemChar"/>
        </w:rPr>
        <w:t>’</w:t>
      </w:r>
      <w:r w:rsidR="007710BF" w:rsidRPr="007710BF">
        <w:rPr>
          <w:cs/>
          <w:lang w:bidi="bn-IN"/>
        </w:rPr>
        <w:t>টিরই বিপরীত শব্দ</w:t>
      </w:r>
      <w:r>
        <w:rPr>
          <w:lang w:bidi="bn-IN"/>
        </w:rPr>
        <w:t xml:space="preserve"> </w:t>
      </w:r>
      <w:r w:rsidRPr="001933EC">
        <w:rPr>
          <w:rStyle w:val="libArChar"/>
          <w:rFonts w:hint="cs"/>
          <w:rtl/>
        </w:rPr>
        <w:t xml:space="preserve"> ناقص</w:t>
      </w:r>
      <w:r w:rsidR="007710BF" w:rsidRPr="007710BF">
        <w:rPr>
          <w:cs/>
          <w:lang w:bidi="bn-IN"/>
        </w:rPr>
        <w:t xml:space="preserve">(নাকিস) অর্থাৎ </w:t>
      </w:r>
      <w:r>
        <w:rPr>
          <w:cs/>
          <w:lang w:bidi="bn-IN"/>
        </w:rPr>
        <w:t>অসম্পূর্ণ। যেমন ফার্সীতে</w:t>
      </w:r>
      <w:r w:rsidRPr="001933EC">
        <w:rPr>
          <w:rStyle w:val="libArChar"/>
          <w:rFonts w:hint="cs"/>
          <w:rtl/>
        </w:rPr>
        <w:t xml:space="preserve"> </w:t>
      </w:r>
      <w:r w:rsidR="007710BF" w:rsidRPr="007710BF">
        <w:rPr>
          <w:cs/>
          <w:lang w:bidi="bn-IN"/>
        </w:rPr>
        <w:t xml:space="preserve">বলা হয় : এটা </w:t>
      </w:r>
      <w:r w:rsidR="007710BF" w:rsidRPr="001933EC">
        <w:rPr>
          <w:rStyle w:val="libArChar"/>
          <w:rtl/>
          <w:cs/>
        </w:rPr>
        <w:t>(</w:t>
      </w:r>
      <w:r w:rsidRPr="001933EC">
        <w:rPr>
          <w:rStyle w:val="libArChar"/>
          <w:rFonts w:hint="cs"/>
          <w:rtl/>
        </w:rPr>
        <w:t>کمال</w:t>
      </w:r>
      <w:r w:rsidR="007710BF" w:rsidRPr="001933EC">
        <w:rPr>
          <w:rStyle w:val="libArChar"/>
          <w:rtl/>
          <w:cs/>
        </w:rPr>
        <w:t>)</w:t>
      </w:r>
      <w:r w:rsidR="007710BF" w:rsidRPr="007710BF">
        <w:rPr>
          <w:cs/>
          <w:lang w:bidi="bn-IN"/>
        </w:rPr>
        <w:t xml:space="preserve"> বা </w:t>
      </w:r>
      <w:r w:rsidR="001933EC">
        <w:rPr>
          <w:cs/>
          <w:lang w:bidi="bn-IN"/>
        </w:rPr>
        <w:t>সম্পূর্ণ</w:t>
      </w:r>
      <w:r w:rsidR="007710BF" w:rsidRPr="007710BF">
        <w:rPr>
          <w:cs/>
          <w:lang w:bidi="bn-IN"/>
        </w:rPr>
        <w:t xml:space="preserve"> এবং ওটা</w:t>
      </w:r>
      <w:r>
        <w:rPr>
          <w:lang w:bidi="bn-IN"/>
        </w:rPr>
        <w:t xml:space="preserve"> </w:t>
      </w:r>
      <w:r w:rsidRPr="001933EC">
        <w:rPr>
          <w:rStyle w:val="libArChar"/>
          <w:rFonts w:hint="cs"/>
          <w:rtl/>
        </w:rPr>
        <w:t>ناقص</w:t>
      </w:r>
      <w:r>
        <w:rPr>
          <w:lang w:bidi="bn-IN"/>
        </w:rPr>
        <w:t xml:space="preserve"> </w:t>
      </w:r>
      <w:r w:rsidR="007710BF" w:rsidRPr="007710BF">
        <w:rPr>
          <w:cs/>
          <w:lang w:bidi="bn-IN"/>
        </w:rPr>
        <w:t xml:space="preserve">বা </w:t>
      </w:r>
      <w:r>
        <w:rPr>
          <w:cs/>
          <w:lang w:bidi="bn-IN"/>
        </w:rPr>
        <w:t>অসম্পূর্ণ</w:t>
      </w:r>
      <w:r w:rsidR="007710BF" w:rsidRPr="007710BF">
        <w:t xml:space="preserve">; </w:t>
      </w:r>
      <w:r w:rsidR="007710BF" w:rsidRPr="007710BF">
        <w:rPr>
          <w:cs/>
          <w:lang w:bidi="bn-IN"/>
        </w:rPr>
        <w:t>তেমনি বলা হয়</w:t>
      </w:r>
      <w:r w:rsidR="00895143">
        <w:t>,</w:t>
      </w:r>
      <w:r w:rsidR="007710BF" w:rsidRPr="007710BF">
        <w:rPr>
          <w:cs/>
          <w:lang w:bidi="bn-IN"/>
        </w:rPr>
        <w:t>এটা</w:t>
      </w:r>
      <w:r>
        <w:rPr>
          <w:lang w:bidi="bn-IN"/>
        </w:rPr>
        <w:t xml:space="preserve"> </w:t>
      </w:r>
      <w:r w:rsidRPr="001933EC">
        <w:rPr>
          <w:rStyle w:val="libArChar"/>
          <w:rFonts w:hint="cs"/>
          <w:rtl/>
        </w:rPr>
        <w:t>تمام</w:t>
      </w:r>
      <w:r w:rsidR="007710BF" w:rsidRPr="007710BF">
        <w:rPr>
          <w:cs/>
          <w:lang w:bidi="bn-IN"/>
        </w:rPr>
        <w:t xml:space="preserve"> ওটা</w:t>
      </w:r>
      <w:r>
        <w:rPr>
          <w:lang w:bidi="bn-IN"/>
        </w:rPr>
        <w:t xml:space="preserve"> </w:t>
      </w:r>
      <w:r w:rsidRPr="001933EC">
        <w:rPr>
          <w:rStyle w:val="libArChar"/>
          <w:rFonts w:hint="cs"/>
          <w:rtl/>
        </w:rPr>
        <w:t>ناقص</w:t>
      </w:r>
      <w:r w:rsidRPr="007710BF">
        <w:rPr>
          <w:cs/>
          <w:lang w:bidi="bn-IN"/>
        </w:rPr>
        <w:t xml:space="preserve"> </w:t>
      </w:r>
      <w:r w:rsidR="007710BF" w:rsidRPr="007710BF">
        <w:rPr>
          <w:cs/>
          <w:lang w:bidi="hi-IN"/>
        </w:rPr>
        <w:t>।</w:t>
      </w:r>
      <w:r>
        <w:rPr>
          <w:lang w:bidi="bn-IN"/>
        </w:rPr>
        <w:t xml:space="preserve"> </w:t>
      </w:r>
    </w:p>
    <w:p w:rsidR="00562C3B" w:rsidRDefault="007710BF" w:rsidP="00895143">
      <w:pPr>
        <w:pStyle w:val="libNormal"/>
      </w:pPr>
      <w:r w:rsidRPr="007710BF">
        <w:rPr>
          <w:cs/>
          <w:lang w:bidi="bn-IN"/>
        </w:rPr>
        <w:t>আল কোরআনের একটি আয়াতে এ দু</w:t>
      </w:r>
      <w:r w:rsidRPr="001933EC">
        <w:rPr>
          <w:rStyle w:val="libAlaemChar"/>
        </w:rPr>
        <w:t>’</w:t>
      </w:r>
      <w:r w:rsidRPr="007710BF">
        <w:rPr>
          <w:cs/>
          <w:lang w:bidi="bn-IN"/>
        </w:rPr>
        <w:t>টি শব্দই এসেছে</w:t>
      </w:r>
      <w:r w:rsidR="003936CB">
        <w:t>-</w:t>
      </w:r>
    </w:p>
    <w:p w:rsidR="00562C3B" w:rsidRPr="00DA3BE4" w:rsidRDefault="001933EC" w:rsidP="00CF74B9">
      <w:pPr>
        <w:pStyle w:val="libAie"/>
      </w:pPr>
      <w:r w:rsidRPr="001933EC">
        <w:rPr>
          <w:rStyle w:val="libAlaemChar"/>
        </w:rPr>
        <w:t>)</w:t>
      </w:r>
      <w:r w:rsidR="00562C3B" w:rsidRPr="00CF74B9">
        <w:rPr>
          <w:rFonts w:hint="cs"/>
          <w:rtl/>
        </w:rPr>
        <w:t>الْيَوْمَ</w:t>
      </w:r>
      <w:r w:rsidR="00562C3B" w:rsidRPr="00DA3BE4">
        <w:rPr>
          <w:rFonts w:hint="cs"/>
          <w:rtl/>
        </w:rPr>
        <w:t xml:space="preserve"> </w:t>
      </w:r>
      <w:r w:rsidR="00562C3B" w:rsidRPr="00CF74B9">
        <w:rPr>
          <w:rFonts w:hint="cs"/>
          <w:rtl/>
        </w:rPr>
        <w:t>أَكْمَلْتُ</w:t>
      </w:r>
      <w:r w:rsidR="00562C3B" w:rsidRPr="00DA3BE4">
        <w:rPr>
          <w:rFonts w:hint="cs"/>
          <w:rtl/>
        </w:rPr>
        <w:t xml:space="preserve"> </w:t>
      </w:r>
      <w:r w:rsidR="00562C3B" w:rsidRPr="00CF74B9">
        <w:rPr>
          <w:rFonts w:hint="cs"/>
          <w:rtl/>
        </w:rPr>
        <w:t>لَكُمْ</w:t>
      </w:r>
      <w:r w:rsidR="00562C3B" w:rsidRPr="00DA3BE4">
        <w:rPr>
          <w:rFonts w:hint="cs"/>
          <w:rtl/>
        </w:rPr>
        <w:t xml:space="preserve"> </w:t>
      </w:r>
      <w:r w:rsidR="00562C3B" w:rsidRPr="00CF74B9">
        <w:rPr>
          <w:rFonts w:hint="cs"/>
          <w:rtl/>
        </w:rPr>
        <w:t>دِينَكُمْ</w:t>
      </w:r>
      <w:r w:rsidR="00562C3B" w:rsidRPr="00DA3BE4">
        <w:rPr>
          <w:rFonts w:hint="cs"/>
          <w:rtl/>
        </w:rPr>
        <w:t xml:space="preserve"> </w:t>
      </w:r>
      <w:r w:rsidR="00562C3B" w:rsidRPr="00CF74B9">
        <w:rPr>
          <w:rFonts w:hint="cs"/>
          <w:rtl/>
        </w:rPr>
        <w:t>وَأَتْمَمْتُ</w:t>
      </w:r>
      <w:r w:rsidR="00562C3B" w:rsidRPr="00DA3BE4">
        <w:rPr>
          <w:rFonts w:hint="cs"/>
          <w:rtl/>
        </w:rPr>
        <w:t xml:space="preserve"> </w:t>
      </w:r>
      <w:r w:rsidR="00562C3B" w:rsidRPr="00CF74B9">
        <w:rPr>
          <w:rFonts w:hint="cs"/>
          <w:rtl/>
        </w:rPr>
        <w:t>عَلَيْكُمْ</w:t>
      </w:r>
      <w:r w:rsidR="00562C3B" w:rsidRPr="00DA3BE4">
        <w:rPr>
          <w:rFonts w:hint="cs"/>
          <w:rtl/>
        </w:rPr>
        <w:t xml:space="preserve"> </w:t>
      </w:r>
      <w:r w:rsidR="00562C3B" w:rsidRPr="00CF74B9">
        <w:rPr>
          <w:rFonts w:hint="cs"/>
          <w:rtl/>
        </w:rPr>
        <w:t>نِعْمَتِي</w:t>
      </w:r>
      <w:r w:rsidRPr="001933EC">
        <w:rPr>
          <w:rStyle w:val="libAlaemChar"/>
        </w:rPr>
        <w:t>(</w:t>
      </w:r>
    </w:p>
    <w:p w:rsidR="001933EC" w:rsidRDefault="00895143" w:rsidP="00895143">
      <w:pPr>
        <w:pStyle w:val="libNormal"/>
        <w:rPr>
          <w:lang w:bidi="bn-IN"/>
        </w:rPr>
      </w:pPr>
      <w:r w:rsidRPr="001933EC">
        <w:rPr>
          <w:rStyle w:val="libAlaemChar"/>
        </w:rPr>
        <w:t xml:space="preserve"> </w:t>
      </w:r>
      <w:r w:rsidR="007710BF" w:rsidRPr="001933EC">
        <w:rPr>
          <w:rStyle w:val="libAlaemChar"/>
        </w:rPr>
        <w:t>“</w:t>
      </w:r>
      <w:r w:rsidR="007710BF" w:rsidRPr="007710BF">
        <w:rPr>
          <w:cs/>
          <w:lang w:bidi="bn-IN"/>
        </w:rPr>
        <w:t>আজ তোমাদের জন্য তোমাদের দীনকে পূর্ণ করে দিলাম এবং আমার নেয়ামতকে তোমাদের</w:t>
      </w:r>
      <w:r w:rsidR="001933EC">
        <w:rPr>
          <w:lang w:bidi="bn-IN"/>
        </w:rPr>
        <w:t xml:space="preserve"> </w:t>
      </w:r>
      <w:r w:rsidR="007710BF" w:rsidRPr="007710BF">
        <w:rPr>
          <w:cs/>
          <w:lang w:bidi="bn-IN"/>
        </w:rPr>
        <w:t xml:space="preserve">জন্য </w:t>
      </w:r>
      <w:r w:rsidR="001933EC">
        <w:rPr>
          <w:cs/>
          <w:lang w:bidi="bn-IN"/>
        </w:rPr>
        <w:t>সম্পূর্ণ</w:t>
      </w:r>
      <w:r w:rsidR="007710BF" w:rsidRPr="007710BF">
        <w:rPr>
          <w:cs/>
          <w:lang w:bidi="bn-IN"/>
        </w:rPr>
        <w:t xml:space="preserve"> করলাম।</w:t>
      </w:r>
      <w:r w:rsidR="007710BF" w:rsidRPr="001933EC">
        <w:rPr>
          <w:rStyle w:val="libAlaemChar"/>
        </w:rPr>
        <w:t>”</w:t>
      </w:r>
      <w:r w:rsidR="007710BF" w:rsidRPr="007710BF">
        <w:t xml:space="preserve"> (</w:t>
      </w:r>
      <w:r w:rsidR="007710BF" w:rsidRPr="007710BF">
        <w:rPr>
          <w:cs/>
          <w:lang w:bidi="bn-IN"/>
        </w:rPr>
        <w:t>সূরা মায়েদা : ৩)</w:t>
      </w:r>
    </w:p>
    <w:p w:rsidR="001933EC" w:rsidRDefault="007710BF" w:rsidP="00895143">
      <w:pPr>
        <w:pStyle w:val="libNormal"/>
        <w:rPr>
          <w:lang w:bidi="bn-IN"/>
        </w:rPr>
      </w:pPr>
      <w:r w:rsidRPr="007710BF">
        <w:rPr>
          <w:cs/>
          <w:lang w:bidi="bn-IN"/>
        </w:rPr>
        <w:t>এখানে এটা বলা হয়নি যে</w:t>
      </w:r>
      <w:r w:rsidR="00895143">
        <w:t>,</w:t>
      </w:r>
      <w:r w:rsidR="001933EC" w:rsidRPr="001933EC">
        <w:rPr>
          <w:rStyle w:val="libAieChar"/>
          <w:rtl/>
        </w:rPr>
        <w:t>وَأَتْمَمْتُ عَلَيْكُمْ نِعْمَتِي</w:t>
      </w:r>
      <w:r w:rsidRPr="007710BF">
        <w:rPr>
          <w:cs/>
          <w:lang w:bidi="bn-IN"/>
        </w:rPr>
        <w:t>বা</w:t>
      </w:r>
      <w:r w:rsidR="00895143">
        <w:t>,</w:t>
      </w:r>
      <w:r w:rsidR="001933EC" w:rsidRPr="001933EC">
        <w:rPr>
          <w:rStyle w:val="libAieChar"/>
          <w:rtl/>
        </w:rPr>
        <w:t>أَكْمَلْتُ عَلَيْكُمْ نِعْمَتِي</w:t>
      </w:r>
      <w:r w:rsidRPr="007710BF">
        <w:rPr>
          <w:cs/>
          <w:lang w:bidi="bn-IN"/>
        </w:rPr>
        <w:t>যদি তা বলা হতো</w:t>
      </w:r>
      <w:r w:rsidR="00895143">
        <w:t>,</w:t>
      </w:r>
      <w:r w:rsidRPr="007710BF">
        <w:rPr>
          <w:cs/>
          <w:lang w:bidi="bn-IN"/>
        </w:rPr>
        <w:t>তবে</w:t>
      </w:r>
      <w:r w:rsidR="001933EC">
        <w:rPr>
          <w:lang w:bidi="bn-IN"/>
        </w:rPr>
        <w:t xml:space="preserve"> </w:t>
      </w:r>
      <w:r w:rsidRPr="007710BF">
        <w:rPr>
          <w:cs/>
          <w:lang w:bidi="bn-IN"/>
        </w:rPr>
        <w:t>আরবী ব্যাকরণে ভুল বলে গণ্য হতো। এখন এ দু</w:t>
      </w:r>
      <w:r w:rsidRPr="001933EC">
        <w:rPr>
          <w:rStyle w:val="libAlaemChar"/>
        </w:rPr>
        <w:t>’</w:t>
      </w:r>
      <w:r w:rsidRPr="007710BF">
        <w:rPr>
          <w:cs/>
          <w:lang w:bidi="bn-IN"/>
        </w:rPr>
        <w:t>শব্দের পার্থক্য কি</w:t>
      </w:r>
      <w:r w:rsidRPr="007710BF">
        <w:t xml:space="preserve">? </w:t>
      </w:r>
      <w:r w:rsidRPr="007710BF">
        <w:rPr>
          <w:cs/>
          <w:lang w:bidi="bn-IN"/>
        </w:rPr>
        <w:t>যদি আমরা এ দু</w:t>
      </w:r>
      <w:r w:rsidRPr="001933EC">
        <w:rPr>
          <w:rStyle w:val="libAlaemChar"/>
        </w:rPr>
        <w:t>’</w:t>
      </w:r>
      <w:r w:rsidRPr="007710BF">
        <w:rPr>
          <w:cs/>
          <w:lang w:bidi="bn-IN"/>
        </w:rPr>
        <w:t>য়ের পার্থক্যকে</w:t>
      </w:r>
      <w:r w:rsidR="001933EC">
        <w:rPr>
          <w:lang w:bidi="bn-IN"/>
        </w:rPr>
        <w:t xml:space="preserve"> </w:t>
      </w:r>
      <w:r w:rsidR="003936CB">
        <w:rPr>
          <w:cs/>
          <w:lang w:bidi="bn-IN"/>
        </w:rPr>
        <w:t>স্প</w:t>
      </w:r>
      <w:r w:rsidRPr="007710BF">
        <w:rPr>
          <w:cs/>
          <w:lang w:bidi="bn-IN"/>
        </w:rPr>
        <w:t>ষ্টরূপে প্রকাশ না করি তাহলে আমাদের আলোচনা শুরু করতে পারব না। অর্থাৎ আমাদের</w:t>
      </w:r>
      <w:r w:rsidR="001933EC">
        <w:rPr>
          <w:lang w:bidi="bn-IN"/>
        </w:rPr>
        <w:t xml:space="preserve"> </w:t>
      </w:r>
      <w:r w:rsidRPr="007710BF">
        <w:rPr>
          <w:cs/>
          <w:lang w:bidi="bn-IN"/>
        </w:rPr>
        <w:t>আলোচনার শুরু হবে এ দু</w:t>
      </w:r>
      <w:r w:rsidRPr="001933EC">
        <w:rPr>
          <w:rStyle w:val="libAlaemChar"/>
        </w:rPr>
        <w:t>’</w:t>
      </w:r>
      <w:r w:rsidRPr="007710BF">
        <w:rPr>
          <w:cs/>
          <w:lang w:bidi="bn-IN"/>
        </w:rPr>
        <w:t>শব্দের অর্থ জানার মাধ্যমে।</w:t>
      </w:r>
    </w:p>
    <w:p w:rsidR="00E20734" w:rsidRDefault="007710BF" w:rsidP="00895143">
      <w:pPr>
        <w:pStyle w:val="libNormal"/>
        <w:rPr>
          <w:lang w:bidi="bn-IN"/>
        </w:rPr>
      </w:pPr>
      <w:r w:rsidRPr="001933EC">
        <w:rPr>
          <w:rStyle w:val="libAlaemChar"/>
        </w:rPr>
        <w:t>‘</w:t>
      </w:r>
      <w:r w:rsidR="001933EC" w:rsidRPr="001933EC">
        <w:rPr>
          <w:rStyle w:val="libArChar"/>
          <w:rtl/>
        </w:rPr>
        <w:t>تمام</w:t>
      </w:r>
      <w:r w:rsidRPr="001933EC">
        <w:rPr>
          <w:rStyle w:val="libAlaemChar"/>
        </w:rPr>
        <w:t>’</w:t>
      </w:r>
      <w:r w:rsidRPr="007710BF">
        <w:t xml:space="preserve"> </w:t>
      </w:r>
      <w:r w:rsidRPr="007710BF">
        <w:rPr>
          <w:cs/>
          <w:lang w:bidi="bn-IN"/>
        </w:rPr>
        <w:t>কোন বস্তুর জন্য তখনই বলা হবে যখন ঐ বস্তুর বাস্তব অস্তিত্বের জন্য প্রয়োজনীয় সকল</w:t>
      </w:r>
      <w:r w:rsidR="001933EC">
        <w:rPr>
          <w:lang w:bidi="bn-IN"/>
        </w:rPr>
        <w:t xml:space="preserve"> </w:t>
      </w:r>
      <w:r w:rsidRPr="007710BF">
        <w:rPr>
          <w:cs/>
          <w:lang w:bidi="bn-IN"/>
        </w:rPr>
        <w:t>কিছুই অস্তিুত্বে এসে থাকে। অর্থাৎ যদি তা থেকে কিছু জিনিস অনুপস্থিত থাকে</w:t>
      </w:r>
      <w:r w:rsidR="00895143">
        <w:t>,</w:t>
      </w:r>
      <w:r w:rsidRPr="007710BF">
        <w:rPr>
          <w:cs/>
          <w:lang w:bidi="bn-IN"/>
        </w:rPr>
        <w:t>তবে বস্তুটি ঐ বস্তু</w:t>
      </w:r>
      <w:r w:rsidR="001933EC">
        <w:rPr>
          <w:lang w:bidi="bn-IN"/>
        </w:rPr>
        <w:t xml:space="preserve"> </w:t>
      </w:r>
      <w:r w:rsidRPr="007710BF">
        <w:rPr>
          <w:cs/>
          <w:lang w:bidi="bn-IN"/>
        </w:rPr>
        <w:t xml:space="preserve">হওয়ার ক্ষেত্রে অপূর্ণ অথবা বলা যায় বস্তুটি তার অস্তিুত্বের ক্ষেত্রে </w:t>
      </w:r>
      <w:r w:rsidR="00562C3B">
        <w:rPr>
          <w:cs/>
          <w:lang w:bidi="bn-IN"/>
        </w:rPr>
        <w:t>অসম্পূর্ণ</w:t>
      </w:r>
      <w:r w:rsidRPr="007710BF">
        <w:rPr>
          <w:cs/>
          <w:lang w:bidi="hi-IN"/>
        </w:rPr>
        <w:t xml:space="preserve">। </w:t>
      </w:r>
      <w:r w:rsidRPr="007710BF">
        <w:rPr>
          <w:cs/>
          <w:lang w:bidi="bn-IN"/>
        </w:rPr>
        <w:t>যেমন অর্ধেক অস্তিুত্ব লাভ</w:t>
      </w:r>
      <w:r w:rsidR="001933EC">
        <w:rPr>
          <w:lang w:bidi="bn-IN"/>
        </w:rPr>
        <w:t xml:space="preserve"> </w:t>
      </w:r>
      <w:r w:rsidRPr="007710BF">
        <w:rPr>
          <w:cs/>
          <w:lang w:bidi="bn-IN"/>
        </w:rPr>
        <w:t>করেছে</w:t>
      </w:r>
      <w:r w:rsidR="00895143">
        <w:t>,</w:t>
      </w:r>
      <w:r w:rsidRPr="007710BF">
        <w:rPr>
          <w:cs/>
          <w:lang w:bidi="bn-IN"/>
        </w:rPr>
        <w:t>এক-তৃতীয়াংশ অস্তিুত্ব লাভ করেছে বা দুই-তৃতীয়াংশ অস্তিুত্ব লাভ করেছে ইত্যাদি</w:t>
      </w:r>
      <w:r w:rsidRPr="007710BF">
        <w:rPr>
          <w:cs/>
          <w:lang w:bidi="hi-IN"/>
        </w:rPr>
        <w:t>।</w:t>
      </w:r>
      <w:r w:rsidR="001933EC">
        <w:rPr>
          <w:lang w:bidi="bn-IN"/>
        </w:rPr>
        <w:t xml:space="preserve"> </w:t>
      </w:r>
      <w:r w:rsidRPr="007710BF">
        <w:rPr>
          <w:cs/>
          <w:lang w:bidi="bn-IN"/>
        </w:rPr>
        <w:t xml:space="preserve">উদাহরণস্বরূপ একটি পরিকল্পিত মসজিদের বিল্ডিংয়ের জন্য হলরুম দরকার। রুমের </w:t>
      </w:r>
      <w:r w:rsidRPr="007710BF">
        <w:rPr>
          <w:cs/>
          <w:lang w:bidi="bn-IN"/>
        </w:rPr>
        <w:lastRenderedPageBreak/>
        <w:t>জন্য দেয়াল</w:t>
      </w:r>
      <w:r w:rsidR="00895143">
        <w:t>,</w:t>
      </w:r>
      <w:r w:rsidRPr="007710BF">
        <w:rPr>
          <w:cs/>
          <w:lang w:bidi="bn-IN"/>
        </w:rPr>
        <w:t>ছাদ</w:t>
      </w:r>
      <w:r w:rsidR="00895143">
        <w:t>,</w:t>
      </w:r>
      <w:r w:rsidRPr="007710BF">
        <w:rPr>
          <w:cs/>
          <w:lang w:bidi="bn-IN"/>
        </w:rPr>
        <w:t>দরজা</w:t>
      </w:r>
      <w:r w:rsidR="00895143">
        <w:t>,</w:t>
      </w:r>
      <w:r w:rsidRPr="007710BF">
        <w:rPr>
          <w:cs/>
          <w:lang w:bidi="bn-IN"/>
        </w:rPr>
        <w:t>জানালা ও অন্যান্য জিনিস প্রয়োজন। যদি ঐ বিল্ডিংয়ের জন্য প্রয়োজনীয় এ সকল অংশ</w:t>
      </w:r>
      <w:r w:rsidR="001933EC">
        <w:rPr>
          <w:lang w:bidi="bn-IN"/>
        </w:rPr>
        <w:t xml:space="preserve"> </w:t>
      </w:r>
      <w:r w:rsidRPr="007710BF">
        <w:rPr>
          <w:cs/>
          <w:lang w:bidi="bn-IN"/>
        </w:rPr>
        <w:t>বিদ্যমান না থাকে তবে ঐ বিল্ডিং ব্যবহার করা সম্ভব হয় না। যখন প্রয়োজনীয় সব কিছু বিদ্যমান</w:t>
      </w:r>
      <w:r w:rsidR="001933EC">
        <w:rPr>
          <w:lang w:bidi="bn-IN"/>
        </w:rPr>
        <w:t xml:space="preserve"> </w:t>
      </w:r>
      <w:r w:rsidRPr="007710BF">
        <w:rPr>
          <w:cs/>
          <w:lang w:bidi="bn-IN"/>
        </w:rPr>
        <w:t xml:space="preserve">থাকবে তখন বলা যাবে বিল্ডিং </w:t>
      </w:r>
      <w:r w:rsidR="001933EC">
        <w:rPr>
          <w:cs/>
          <w:lang w:bidi="bn-IN"/>
        </w:rPr>
        <w:t>সম্পূর্ণ</w:t>
      </w:r>
      <w:r w:rsidRPr="007710BF">
        <w:rPr>
          <w:cs/>
          <w:lang w:bidi="bn-IN"/>
        </w:rPr>
        <w:t xml:space="preserve"> (তামাম) হয়েছে। এ শব্দের বিপরীত স্থানকে নির্দেশ করতে</w:t>
      </w:r>
      <w:r w:rsidR="001933EC">
        <w:rPr>
          <w:lang w:bidi="bn-IN"/>
        </w:rPr>
        <w:t xml:space="preserve"> </w:t>
      </w:r>
      <w:r w:rsidR="00562C3B">
        <w:rPr>
          <w:cs/>
          <w:lang w:bidi="bn-IN"/>
        </w:rPr>
        <w:t>অসম্পূর্ণ</w:t>
      </w:r>
      <w:r w:rsidRPr="007710BF">
        <w:rPr>
          <w:cs/>
          <w:lang w:bidi="bn-IN"/>
        </w:rPr>
        <w:t xml:space="preserve"> বা নাকিস ব্যবহার করা হয়। কোন বস্তু </w:t>
      </w:r>
      <w:r w:rsidR="001933EC">
        <w:rPr>
          <w:cs/>
          <w:lang w:bidi="bn-IN"/>
        </w:rPr>
        <w:t>সম্পূর্ণ</w:t>
      </w:r>
      <w:r w:rsidRPr="007710BF">
        <w:rPr>
          <w:cs/>
          <w:lang w:bidi="bn-IN"/>
        </w:rPr>
        <w:t>তা লাভ কর</w:t>
      </w:r>
      <w:r w:rsidR="00E20734">
        <w:rPr>
          <w:cs/>
          <w:lang w:bidi="bn-IN"/>
        </w:rPr>
        <w:t>লেই তা পূর্ণতা লাভ করেছে বলা</w:t>
      </w:r>
      <w:r w:rsidR="00E20734">
        <w:rPr>
          <w:lang w:bidi="bn-IN"/>
        </w:rPr>
        <w:t xml:space="preserve"> </w:t>
      </w:r>
      <w:r w:rsidRPr="007710BF">
        <w:rPr>
          <w:cs/>
          <w:lang w:bidi="bn-IN"/>
        </w:rPr>
        <w:t>যায় না</w:t>
      </w:r>
      <w:r w:rsidR="00895143">
        <w:t>,</w:t>
      </w:r>
      <w:r w:rsidRPr="007710BF">
        <w:rPr>
          <w:cs/>
          <w:lang w:bidi="bn-IN"/>
        </w:rPr>
        <w:t>বরং বস্তুটি হয়তো কখনো এর থেকে এক স্তর উপরের পর্যায়ের</w:t>
      </w:r>
      <w:r w:rsidR="00895143">
        <w:t>,</w:t>
      </w:r>
      <w:r w:rsidRPr="007710BF">
        <w:rPr>
          <w:cs/>
          <w:lang w:bidi="bn-IN"/>
        </w:rPr>
        <w:t>কখনো কয়েক স্তর উপরের</w:t>
      </w:r>
      <w:r w:rsidR="00E20734">
        <w:rPr>
          <w:lang w:bidi="bn-IN"/>
        </w:rPr>
        <w:t xml:space="preserve"> </w:t>
      </w:r>
      <w:r w:rsidRPr="007710BF">
        <w:rPr>
          <w:cs/>
          <w:lang w:bidi="bn-IN"/>
        </w:rPr>
        <w:t>পর্যায়ের পূর্ণতা লাভ করে</w:t>
      </w:r>
      <w:r w:rsidR="00895143">
        <w:t>,</w:t>
      </w:r>
      <w:r w:rsidRPr="007710BF">
        <w:rPr>
          <w:cs/>
          <w:lang w:bidi="bn-IN"/>
        </w:rPr>
        <w:t xml:space="preserve">এভাবে সর্বোচ্চ স্তর </w:t>
      </w:r>
      <w:r w:rsidR="00E20734">
        <w:rPr>
          <w:cs/>
          <w:lang w:bidi="bn-IN"/>
        </w:rPr>
        <w:t>পর্যন্ত</w:t>
      </w:r>
      <w:r w:rsidRPr="007710BF">
        <w:rPr>
          <w:cs/>
          <w:lang w:bidi="hi-IN"/>
        </w:rPr>
        <w:t xml:space="preserve">। </w:t>
      </w:r>
      <w:r w:rsidRPr="007710BF">
        <w:rPr>
          <w:cs/>
          <w:lang w:bidi="bn-IN"/>
        </w:rPr>
        <w:t>যদি এই</w:t>
      </w:r>
      <w:r w:rsidR="00E20734">
        <w:rPr>
          <w:rStyle w:val="libAlaemChar"/>
        </w:rPr>
        <w:t xml:space="preserve"> </w:t>
      </w:r>
      <w:r w:rsidR="00E20734" w:rsidRPr="00E20734">
        <w:rPr>
          <w:rStyle w:val="libArChar"/>
          <w:rtl/>
        </w:rPr>
        <w:t>کمال</w:t>
      </w:r>
      <w:r w:rsidR="00E20734">
        <w:rPr>
          <w:rStyle w:val="libAlaemChar"/>
        </w:rPr>
        <w:t xml:space="preserve"> </w:t>
      </w:r>
      <w:r w:rsidRPr="007710BF">
        <w:rPr>
          <w:cs/>
          <w:lang w:bidi="bn-IN"/>
        </w:rPr>
        <w:t>বা পূর্ণতা ঐ বস্তুর না থাকে</w:t>
      </w:r>
      <w:r w:rsidR="00E20734">
        <w:rPr>
          <w:lang w:bidi="bn-IN"/>
        </w:rPr>
        <w:t xml:space="preserve"> </w:t>
      </w:r>
      <w:r w:rsidRPr="007710BF">
        <w:rPr>
          <w:cs/>
          <w:lang w:bidi="bn-IN"/>
        </w:rPr>
        <w:t>তবুও তা ঐ বস্তুরই। কিন্তু পূর্ণতা লাভ করার অর্থ তা থেকে এক স্তর উপরে অবস্থান লাভ করা।</w:t>
      </w:r>
    </w:p>
    <w:p w:rsidR="00E20734" w:rsidRDefault="007710BF" w:rsidP="00895143">
      <w:pPr>
        <w:pStyle w:val="libNormal"/>
        <w:rPr>
          <w:cs/>
          <w:lang w:bidi="bn-IN"/>
        </w:rPr>
      </w:pPr>
      <w:r w:rsidRPr="007710BF">
        <w:rPr>
          <w:cs/>
          <w:lang w:bidi="bn-IN"/>
        </w:rPr>
        <w:t xml:space="preserve">কামাল বা পূর্ণতাকে আড়াআড়ি বা সমান্তরালভাবে বর্ণনা করা হয়। যখন বস্তু সমান্তরালভাবে শেষপ্রান্তে বা পরিসীমায় </w:t>
      </w:r>
      <w:r w:rsidR="00611BB9">
        <w:rPr>
          <w:cs/>
          <w:lang w:bidi="bn-IN"/>
        </w:rPr>
        <w:t>পৌ</w:t>
      </w:r>
      <w:r w:rsidRPr="007710BF">
        <w:rPr>
          <w:cs/>
          <w:lang w:bidi="bn-IN"/>
        </w:rPr>
        <w:t xml:space="preserve">ছায় তখন বলা হয় </w:t>
      </w:r>
      <w:r w:rsidR="001933EC">
        <w:rPr>
          <w:cs/>
          <w:lang w:bidi="bn-IN"/>
        </w:rPr>
        <w:t>সম্পূর্ণ</w:t>
      </w:r>
      <w:r w:rsidRPr="007710BF">
        <w:rPr>
          <w:cs/>
          <w:lang w:bidi="bn-IN"/>
        </w:rPr>
        <w:t xml:space="preserve"> </w:t>
      </w:r>
      <w:r w:rsidRPr="00E20734">
        <w:rPr>
          <w:rStyle w:val="libArChar"/>
          <w:rtl/>
          <w:cs/>
        </w:rPr>
        <w:t>(</w:t>
      </w:r>
      <w:r w:rsidR="00E20734">
        <w:rPr>
          <w:rStyle w:val="libArChar"/>
          <w:rFonts w:hint="cs"/>
          <w:rtl/>
        </w:rPr>
        <w:t>ت</w:t>
      </w:r>
      <w:r w:rsidR="00E20734" w:rsidRPr="00E20734">
        <w:rPr>
          <w:rStyle w:val="libArChar"/>
          <w:rtl/>
        </w:rPr>
        <w:t>مال</w:t>
      </w:r>
      <w:r w:rsidRPr="00E20734">
        <w:rPr>
          <w:rStyle w:val="libArChar"/>
          <w:rtl/>
          <w:cs/>
        </w:rPr>
        <w:t>)</w:t>
      </w:r>
      <w:r w:rsidRPr="007710BF">
        <w:rPr>
          <w:cs/>
          <w:lang w:bidi="bn-IN"/>
        </w:rPr>
        <w:t xml:space="preserve"> হয়েছে এবং বস্তু যখন </w:t>
      </w:r>
      <w:r w:rsidR="00E20734">
        <w:rPr>
          <w:cs/>
          <w:lang w:bidi="bn-IN"/>
        </w:rPr>
        <w:t>লাম্বি</w:t>
      </w:r>
      <w:r w:rsidRPr="007710BF">
        <w:rPr>
          <w:cs/>
          <w:lang w:bidi="bn-IN"/>
        </w:rPr>
        <w:t>কভাবে উপরের</w:t>
      </w:r>
      <w:r w:rsidR="00E20734">
        <w:rPr>
          <w:lang w:bidi="bn-IN"/>
        </w:rPr>
        <w:t xml:space="preserve"> </w:t>
      </w:r>
      <w:r w:rsidRPr="007710BF">
        <w:rPr>
          <w:cs/>
          <w:lang w:bidi="bn-IN"/>
        </w:rPr>
        <w:t xml:space="preserve">দিকে বাড়তে থাকে বা উন্নতি লাভ করে তখন বলা হয় </w:t>
      </w:r>
      <w:r w:rsidRPr="001933EC">
        <w:rPr>
          <w:rStyle w:val="libAlaemChar"/>
        </w:rPr>
        <w:t>‘</w:t>
      </w:r>
      <w:r w:rsidRPr="007710BF">
        <w:rPr>
          <w:cs/>
          <w:lang w:bidi="bn-IN"/>
        </w:rPr>
        <w:t>পূর্ণতা</w:t>
      </w:r>
      <w:r w:rsidRPr="001933EC">
        <w:rPr>
          <w:rStyle w:val="libAlaemChar"/>
        </w:rPr>
        <w:t>’</w:t>
      </w:r>
      <w:r w:rsidRPr="007710BF">
        <w:t xml:space="preserve"> </w:t>
      </w:r>
      <w:r w:rsidR="00E20734" w:rsidRPr="00E20734">
        <w:rPr>
          <w:rStyle w:val="libArChar"/>
          <w:rtl/>
        </w:rPr>
        <w:t>کمال</w:t>
      </w:r>
      <w:r w:rsidR="00E20734" w:rsidRPr="00E20734">
        <w:rPr>
          <w:rStyle w:val="libArChar"/>
          <w:rFonts w:hint="cs"/>
          <w:rtl/>
        </w:rPr>
        <w:t>)</w:t>
      </w:r>
      <w:r w:rsidRPr="00E20734">
        <w:rPr>
          <w:rStyle w:val="libArChar"/>
        </w:rPr>
        <w:t>)</w:t>
      </w:r>
      <w:r w:rsidRPr="007710BF">
        <w:t xml:space="preserve"> </w:t>
      </w:r>
      <w:r w:rsidR="00E20734">
        <w:rPr>
          <w:cs/>
          <w:lang w:bidi="bn-IN"/>
        </w:rPr>
        <w:t>লাভ করেছে। যদি বলা হয়</w:t>
      </w:r>
      <w:r w:rsidR="00E20734">
        <w:rPr>
          <w:lang w:bidi="bn-IN"/>
        </w:rPr>
        <w:t xml:space="preserve"> </w:t>
      </w:r>
      <w:r w:rsidRPr="007710BF">
        <w:rPr>
          <w:cs/>
          <w:lang w:bidi="bn-IN"/>
        </w:rPr>
        <w:t>অমুক ব্যক্তির বুদ্ধি (আকল) পূর্ণতা লাভ করেছে</w:t>
      </w:r>
      <w:r w:rsidR="00895143">
        <w:t>,</w:t>
      </w:r>
      <w:r w:rsidRPr="007710BF">
        <w:rPr>
          <w:cs/>
          <w:lang w:bidi="bn-IN"/>
        </w:rPr>
        <w:t>এর অর্থ পূর্বেও তার বুদ্ধি ছিল</w:t>
      </w:r>
      <w:r w:rsidR="00895143">
        <w:t>,</w:t>
      </w:r>
      <w:r w:rsidRPr="007710BF">
        <w:rPr>
          <w:cs/>
          <w:lang w:bidi="bn-IN"/>
        </w:rPr>
        <w:t>কিন্তু তার বুদ্ধি পূর্বের</w:t>
      </w:r>
      <w:r w:rsidR="00E20734">
        <w:rPr>
          <w:lang w:bidi="bn-IN"/>
        </w:rPr>
        <w:t xml:space="preserve"> </w:t>
      </w:r>
      <w:r w:rsidRPr="007710BF">
        <w:rPr>
          <w:cs/>
          <w:lang w:bidi="bn-IN"/>
        </w:rPr>
        <w:t xml:space="preserve">চেয়ে উপরের পর্যায়ে </w:t>
      </w:r>
      <w:r w:rsidR="00611BB9">
        <w:rPr>
          <w:cs/>
          <w:lang w:bidi="bn-IN"/>
        </w:rPr>
        <w:t>পৌ</w:t>
      </w:r>
      <w:r w:rsidRPr="007710BF">
        <w:rPr>
          <w:cs/>
          <w:lang w:bidi="bn-IN"/>
        </w:rPr>
        <w:t xml:space="preserve">ছেছে বা পরিপক্ব হয়েছে। অথবা যদি বলা হয় অমুক ব্যক্তির জ্ঞান </w:t>
      </w:r>
      <w:r w:rsidR="009E6EF8">
        <w:rPr>
          <w:cs/>
          <w:lang w:bidi="bn-IN"/>
        </w:rPr>
        <w:t>পূর্ণ</w:t>
      </w:r>
      <w:r w:rsidRPr="007710BF">
        <w:rPr>
          <w:cs/>
          <w:lang w:bidi="bn-IN"/>
        </w:rPr>
        <w:t>র্তা</w:t>
      </w:r>
      <w:r w:rsidR="00E20734">
        <w:rPr>
          <w:lang w:bidi="bn-IN"/>
        </w:rPr>
        <w:t xml:space="preserve"> </w:t>
      </w:r>
      <w:r w:rsidRPr="007710BF">
        <w:rPr>
          <w:cs/>
          <w:lang w:bidi="bn-IN"/>
        </w:rPr>
        <w:t>লাভ করেছে তাহলে এর অর্থ পূর্বেও তার জ্ঞান ছিল ও সে তা ব্যবহার করত</w:t>
      </w:r>
      <w:r w:rsidR="00895143">
        <w:t>,</w:t>
      </w:r>
      <w:r w:rsidRPr="007710BF">
        <w:rPr>
          <w:cs/>
          <w:lang w:bidi="bn-IN"/>
        </w:rPr>
        <w:t>কিন্তু এখন তার জ্ঞান</w:t>
      </w:r>
      <w:r w:rsidR="00E20734">
        <w:rPr>
          <w:lang w:bidi="bn-IN"/>
        </w:rPr>
        <w:t xml:space="preserve"> </w:t>
      </w:r>
      <w:r w:rsidRPr="007710BF">
        <w:rPr>
          <w:cs/>
          <w:lang w:bidi="bn-IN"/>
        </w:rPr>
        <w:t>পূর্ণতার এক স্তর অতিক্রম করেছে। সুতরাং আমরা দেখছি</w:t>
      </w:r>
      <w:r w:rsidR="00895143">
        <w:t>,</w:t>
      </w:r>
      <w:r w:rsidRPr="007710BF">
        <w:rPr>
          <w:cs/>
          <w:lang w:bidi="bn-IN"/>
        </w:rPr>
        <w:t xml:space="preserve">একজন </w:t>
      </w:r>
      <w:r w:rsidR="001933EC">
        <w:rPr>
          <w:cs/>
          <w:lang w:bidi="bn-IN"/>
        </w:rPr>
        <w:t>সম্পূর্ণ</w:t>
      </w:r>
      <w:r w:rsidRPr="007710BF">
        <w:rPr>
          <w:cs/>
          <w:lang w:bidi="bn-IN"/>
        </w:rPr>
        <w:t xml:space="preserve"> ম</w:t>
      </w:r>
      <w:r w:rsidR="00E20734">
        <w:rPr>
          <w:cs/>
          <w:lang w:bidi="bn-IN"/>
        </w:rPr>
        <w:t>ানুষ আছে যার বিপরীতে</w:t>
      </w:r>
      <w:r w:rsidR="00E20734">
        <w:rPr>
          <w:lang w:bidi="bn-IN"/>
        </w:rPr>
        <w:t xml:space="preserve"> </w:t>
      </w:r>
      <w:r w:rsidRPr="007710BF">
        <w:rPr>
          <w:cs/>
          <w:lang w:bidi="bn-IN"/>
        </w:rPr>
        <w:t xml:space="preserve">সমান্তরালভাবে চিন্তা করে </w:t>
      </w:r>
      <w:r w:rsidR="00562C3B">
        <w:rPr>
          <w:cs/>
          <w:lang w:bidi="bn-IN"/>
        </w:rPr>
        <w:t>অসম্পূর্ণ</w:t>
      </w:r>
      <w:r w:rsidRPr="007710BF">
        <w:rPr>
          <w:cs/>
          <w:lang w:bidi="bn-IN"/>
        </w:rPr>
        <w:t xml:space="preserve"> মানুষও আছে অর্থাৎ অর্ধেক মানুষ বা মানুষের ভগ্নাংশ।</w:t>
      </w:r>
      <w:r w:rsidR="00E20734">
        <w:rPr>
          <w:lang w:bidi="bn-IN"/>
        </w:rPr>
        <w:t xml:space="preserve"> </w:t>
      </w:r>
      <w:r w:rsidRPr="007710BF">
        <w:rPr>
          <w:cs/>
          <w:lang w:bidi="bn-IN"/>
        </w:rPr>
        <w:t xml:space="preserve">উদাহরণস্বরূপ এক-তৃতীয়াংশ বা দুই-তৃতীয়াংশ মানুষ অর্থাৎ </w:t>
      </w:r>
      <w:r w:rsidR="001933EC">
        <w:rPr>
          <w:cs/>
          <w:lang w:bidi="bn-IN"/>
        </w:rPr>
        <w:t>সম্পূর্ণ</w:t>
      </w:r>
      <w:r w:rsidRPr="007710BF">
        <w:rPr>
          <w:cs/>
          <w:lang w:bidi="bn-IN"/>
        </w:rPr>
        <w:t xml:space="preserve"> মানুষ নয়। অন্য এক প্রকার</w:t>
      </w:r>
      <w:r w:rsidR="00E20734">
        <w:rPr>
          <w:lang w:bidi="bn-IN"/>
        </w:rPr>
        <w:t xml:space="preserve"> </w:t>
      </w:r>
      <w:r w:rsidRPr="007710BF">
        <w:rPr>
          <w:cs/>
          <w:lang w:bidi="bn-IN"/>
        </w:rPr>
        <w:t xml:space="preserve">মানুষও আছে যে মানুষ </w:t>
      </w:r>
      <w:r w:rsidR="001933EC">
        <w:rPr>
          <w:cs/>
          <w:lang w:bidi="bn-IN"/>
        </w:rPr>
        <w:t>সম্পূর্ণ</w:t>
      </w:r>
      <w:r w:rsidRPr="007710BF">
        <w:rPr>
          <w:cs/>
          <w:lang w:bidi="bn-IN"/>
        </w:rPr>
        <w:t xml:space="preserve"> ও এই </w:t>
      </w:r>
      <w:r w:rsidR="001933EC">
        <w:rPr>
          <w:cs/>
          <w:lang w:bidi="bn-IN"/>
        </w:rPr>
        <w:t>সম্পূর্ণ</w:t>
      </w:r>
      <w:r w:rsidRPr="007710BF">
        <w:rPr>
          <w:cs/>
          <w:lang w:bidi="bn-IN"/>
        </w:rPr>
        <w:t xml:space="preserve"> মানুষ পরিপূর্ণ মানুষে পরিণত হতে পারে</w:t>
      </w:r>
      <w:r w:rsidR="003936CB">
        <w:t>-</w:t>
      </w:r>
      <w:r w:rsidRPr="007710BF">
        <w:rPr>
          <w:cs/>
          <w:lang w:bidi="bn-IN"/>
        </w:rPr>
        <w:t>এভাবে</w:t>
      </w:r>
      <w:r w:rsidR="00E20734">
        <w:rPr>
          <w:lang w:bidi="bn-IN"/>
        </w:rPr>
        <w:t xml:space="preserve"> </w:t>
      </w:r>
      <w:r w:rsidRPr="007710BF">
        <w:rPr>
          <w:cs/>
          <w:lang w:bidi="bn-IN"/>
        </w:rPr>
        <w:t>সর্বোচ্চ পরিসীমা পর্যন্ত যার উপর কোন পরিপূর্ণ মানুষ হতে পার</w:t>
      </w:r>
      <w:r w:rsidR="00E20734">
        <w:rPr>
          <w:cs/>
          <w:lang w:bidi="bn-IN"/>
        </w:rPr>
        <w:t>ে না যাকে পরি</w:t>
      </w:r>
      <w:r w:rsidR="009E6EF8">
        <w:rPr>
          <w:cs/>
          <w:lang w:bidi="bn-IN"/>
        </w:rPr>
        <w:t>পূর্ণ</w:t>
      </w:r>
      <w:r w:rsidR="00E20734">
        <w:rPr>
          <w:cs/>
          <w:lang w:bidi="bn-IN"/>
        </w:rPr>
        <w:t xml:space="preserve">তম বা </w:t>
      </w:r>
      <w:r w:rsidR="00E20734" w:rsidRPr="00E20734">
        <w:rPr>
          <w:cs/>
          <w:lang w:bidi="bn-IN"/>
        </w:rPr>
        <w:t>সর্বোচ্চ</w:t>
      </w:r>
      <w:r w:rsidR="00E20734">
        <w:rPr>
          <w:lang w:bidi="bn-IN"/>
        </w:rPr>
        <w:t xml:space="preserve"> </w:t>
      </w:r>
      <w:r w:rsidRPr="007710BF">
        <w:rPr>
          <w:cs/>
          <w:lang w:bidi="bn-IN"/>
        </w:rPr>
        <w:t>পর্যায়ের মানুষ বলা যায়।</w:t>
      </w:r>
    </w:p>
    <w:p w:rsidR="00E20734" w:rsidRDefault="00E20734" w:rsidP="006B0B31">
      <w:pPr>
        <w:pStyle w:val="Heading1"/>
        <w:rPr>
          <w:lang w:bidi="bn-IN"/>
        </w:rPr>
      </w:pPr>
      <w:r>
        <w:rPr>
          <w:cs/>
          <w:lang w:bidi="bn-IN"/>
        </w:rPr>
        <w:br w:type="page"/>
      </w:r>
      <w:bookmarkStart w:id="3" w:name="_Toc392601412"/>
      <w:r w:rsidR="007710BF" w:rsidRPr="007710BF">
        <w:rPr>
          <w:cs/>
          <w:lang w:bidi="bn-IN"/>
        </w:rPr>
        <w:lastRenderedPageBreak/>
        <w:t>ইনসানে কামেলের ব্যাখ্যা</w:t>
      </w:r>
      <w:bookmarkEnd w:id="3"/>
    </w:p>
    <w:p w:rsidR="008D3554" w:rsidRDefault="007710BF" w:rsidP="00895143">
      <w:pPr>
        <w:pStyle w:val="libNormal"/>
        <w:rPr>
          <w:lang w:bidi="bn-IN"/>
        </w:rPr>
      </w:pPr>
      <w:r w:rsidRPr="007710BF">
        <w:rPr>
          <w:cs/>
          <w:lang w:bidi="bn-IN"/>
        </w:rPr>
        <w:t>সপ্তম হিজরী শতাব্দী পর্যন্ত ইসলামী সাহিত্যে ইনসানে কামেলের কোন ব্যাখ্যা ছিল না। বর্তমানে</w:t>
      </w:r>
      <w:r w:rsidR="00076994">
        <w:rPr>
          <w:lang w:bidi="bn-IN"/>
        </w:rPr>
        <w:t xml:space="preserve"> </w:t>
      </w:r>
      <w:r w:rsidRPr="007710BF">
        <w:rPr>
          <w:cs/>
          <w:lang w:bidi="bn-IN"/>
        </w:rPr>
        <w:t xml:space="preserve">ইউরোপেও মানুষ </w:t>
      </w:r>
      <w:r w:rsidR="000C4B23">
        <w:rPr>
          <w:cs/>
          <w:lang w:bidi="bn-IN"/>
        </w:rPr>
        <w:t>সম্পর্কে</w:t>
      </w:r>
      <w:r w:rsidRPr="007710BF">
        <w:rPr>
          <w:cs/>
          <w:lang w:bidi="bn-IN"/>
        </w:rPr>
        <w:t xml:space="preserve"> এ ব্যাখ্যা প্রচলিত থাকলেও ইসলামী </w:t>
      </w:r>
      <w:r w:rsidR="00076994">
        <w:rPr>
          <w:cs/>
          <w:lang w:bidi="bn-IN"/>
        </w:rPr>
        <w:t>বিশ্বে</w:t>
      </w:r>
      <w:r w:rsidRPr="007710BF">
        <w:t xml:space="preserve"> </w:t>
      </w:r>
      <w:r w:rsidRPr="007710BF">
        <w:rPr>
          <w:cs/>
          <w:lang w:bidi="bn-IN"/>
        </w:rPr>
        <w:t xml:space="preserve">মানুষ </w:t>
      </w:r>
      <w:r w:rsidR="000C4B23">
        <w:rPr>
          <w:cs/>
          <w:lang w:bidi="bn-IN"/>
        </w:rPr>
        <w:t>সম্পর্কে</w:t>
      </w:r>
      <w:r w:rsidRPr="007710BF">
        <w:rPr>
          <w:cs/>
          <w:lang w:bidi="bn-IN"/>
        </w:rPr>
        <w:t xml:space="preserve"> এ ভাষা সপ্তম</w:t>
      </w:r>
      <w:r w:rsidR="00076994">
        <w:rPr>
          <w:lang w:bidi="bn-IN"/>
        </w:rPr>
        <w:t xml:space="preserve"> </w:t>
      </w:r>
      <w:r w:rsidRPr="007710BF">
        <w:rPr>
          <w:cs/>
          <w:lang w:bidi="bn-IN"/>
        </w:rPr>
        <w:t xml:space="preserve">হিজরীতে ব্যবহৃত হয়েছে। যিনি মানুষ </w:t>
      </w:r>
      <w:r w:rsidR="000C4B23">
        <w:rPr>
          <w:cs/>
          <w:lang w:bidi="bn-IN"/>
        </w:rPr>
        <w:t>সম্পর্কে</w:t>
      </w:r>
      <w:r w:rsidRPr="007710BF">
        <w:rPr>
          <w:cs/>
          <w:lang w:bidi="bn-IN"/>
        </w:rPr>
        <w:t xml:space="preserve"> প্রথম </w:t>
      </w:r>
      <w:r w:rsidRPr="001933EC">
        <w:rPr>
          <w:rStyle w:val="libAlaemChar"/>
        </w:rPr>
        <w:t>‘</w:t>
      </w:r>
      <w:r w:rsidRPr="007710BF">
        <w:rPr>
          <w:cs/>
          <w:lang w:bidi="bn-IN"/>
        </w:rPr>
        <w:t>ইনসানে কামেল</w:t>
      </w:r>
      <w:r w:rsidRPr="001933EC">
        <w:rPr>
          <w:rStyle w:val="libAlaemChar"/>
        </w:rPr>
        <w:t>’</w:t>
      </w:r>
      <w:r w:rsidRPr="007710BF">
        <w:t xml:space="preserve"> </w:t>
      </w:r>
      <w:r w:rsidRPr="007710BF">
        <w:rPr>
          <w:cs/>
          <w:lang w:bidi="bn-IN"/>
        </w:rPr>
        <w:t>শব্দটি ব্যবহার করেছেন তিনি</w:t>
      </w:r>
      <w:r w:rsidR="00076994">
        <w:rPr>
          <w:lang w:bidi="bn-IN"/>
        </w:rPr>
        <w:t xml:space="preserve"> </w:t>
      </w:r>
      <w:r w:rsidRPr="007710BF">
        <w:rPr>
          <w:cs/>
          <w:lang w:bidi="bn-IN"/>
        </w:rPr>
        <w:t>হলেন বিখ্যাত আরেফ মহিউদ্দিন আরাবী আন্দালুসী তায়ী</w:t>
      </w:r>
      <w:r w:rsidRPr="007710BF">
        <w:rPr>
          <w:cs/>
          <w:lang w:bidi="hi-IN"/>
        </w:rPr>
        <w:t xml:space="preserve">। </w:t>
      </w:r>
      <w:r w:rsidRPr="007710BF">
        <w:rPr>
          <w:cs/>
          <w:lang w:bidi="bn-IN"/>
        </w:rPr>
        <w:t>মহিউদ্দিন আরাবী ইসলামী এরফানের</w:t>
      </w:r>
      <w:r w:rsidR="00076994">
        <w:rPr>
          <w:lang w:bidi="bn-IN"/>
        </w:rPr>
        <w:t xml:space="preserve"> </w:t>
      </w:r>
      <w:r w:rsidRPr="007710BF">
        <w:rPr>
          <w:cs/>
          <w:lang w:bidi="bn-IN"/>
        </w:rPr>
        <w:t>(আধ্যাত্মিকতার) জনক। সপ্তম হিজরীর পর থেকে যত আরেফ ইসলামী জাতিসমূহের মধ্যে এসেছেন</w:t>
      </w:r>
      <w:r w:rsidR="00895143">
        <w:t>,</w:t>
      </w:r>
      <w:r w:rsidRPr="007710BF">
        <w:rPr>
          <w:cs/>
          <w:lang w:bidi="bn-IN"/>
        </w:rPr>
        <w:t xml:space="preserve">যেমন ইরানী ও ফার্সী ভাষার আরেফগণ সকলেই মহিউদ্দিন আরাবীর ছাত্র। মৌলভী (মাওলানা জালালউদ্দিন রুমী) মহিউদ্দিন আরাবীর মক্তবের ছাত্র। রুমী </w:t>
      </w:r>
      <w:r w:rsidR="00FE6D44">
        <w:rPr>
          <w:cs/>
          <w:lang w:bidi="bn-IN"/>
        </w:rPr>
        <w:t>তার</w:t>
      </w:r>
      <w:r w:rsidRPr="007710BF">
        <w:rPr>
          <w:cs/>
          <w:lang w:bidi="bn-IN"/>
        </w:rPr>
        <w:t xml:space="preserve"> সকল মর্যাদাসহ এরফানের দৃষ্টিতে</w:t>
      </w:r>
      <w:r w:rsidR="008D3554">
        <w:rPr>
          <w:lang w:bidi="bn-IN"/>
        </w:rPr>
        <w:t xml:space="preserve"> </w:t>
      </w:r>
      <w:r w:rsidRPr="007710BF">
        <w:rPr>
          <w:cs/>
          <w:lang w:bidi="bn-IN"/>
        </w:rPr>
        <w:t>মহিউদ্দিন আরাবীর তুলনায় কিছূই নন। মহিউদ্দিন আরব জাতিভুক্ত ও হাতেম তায়ীর বংশধর এবং</w:t>
      </w:r>
      <w:r w:rsidR="008D3554">
        <w:rPr>
          <w:lang w:bidi="bn-IN"/>
        </w:rPr>
        <w:t xml:space="preserve"> </w:t>
      </w:r>
      <w:r w:rsidRPr="007710BF">
        <w:rPr>
          <w:cs/>
          <w:lang w:bidi="bn-IN"/>
        </w:rPr>
        <w:t xml:space="preserve">আন্দালুসের অধিবাসী ছিলেন। </w:t>
      </w:r>
      <w:r w:rsidR="00FE6D44">
        <w:rPr>
          <w:cs/>
          <w:lang w:bidi="bn-IN"/>
        </w:rPr>
        <w:t>তার</w:t>
      </w:r>
      <w:r w:rsidRPr="007710BF">
        <w:rPr>
          <w:cs/>
          <w:lang w:bidi="bn-IN"/>
        </w:rPr>
        <w:t xml:space="preserve"> সকল ভ্রমণ ইসলামী দেশসমূহের মধ্যে সীমাবদ্ধ ছিল এবং তিনি</w:t>
      </w:r>
      <w:r w:rsidR="008D3554">
        <w:rPr>
          <w:lang w:bidi="bn-IN"/>
        </w:rPr>
        <w:t xml:space="preserve"> </w:t>
      </w:r>
      <w:r w:rsidRPr="007710BF">
        <w:rPr>
          <w:cs/>
          <w:lang w:bidi="bn-IN"/>
        </w:rPr>
        <w:t xml:space="preserve">সিরিয়াতে </w:t>
      </w:r>
      <w:r w:rsidR="009E7BEE">
        <w:rPr>
          <w:cs/>
          <w:lang w:bidi="bn-IN"/>
        </w:rPr>
        <w:t>মৃত্যু</w:t>
      </w:r>
      <w:r w:rsidRPr="007710BF">
        <w:rPr>
          <w:cs/>
          <w:lang w:bidi="bn-IN"/>
        </w:rPr>
        <w:t xml:space="preserve">বরণ করেন। </w:t>
      </w:r>
      <w:r w:rsidR="00FE6D44">
        <w:rPr>
          <w:cs/>
          <w:lang w:bidi="bn-IN"/>
        </w:rPr>
        <w:t>তার</w:t>
      </w:r>
      <w:r w:rsidRPr="007710BF">
        <w:rPr>
          <w:cs/>
          <w:lang w:bidi="bn-IN"/>
        </w:rPr>
        <w:t xml:space="preserve"> কবর দামেস্কে। সিরিয়ায় </w:t>
      </w:r>
      <w:r w:rsidR="009E7BEE">
        <w:rPr>
          <w:cs/>
          <w:lang w:bidi="bn-IN"/>
        </w:rPr>
        <w:t>মৃত্যু</w:t>
      </w:r>
      <w:r w:rsidR="008D3554">
        <w:rPr>
          <w:cs/>
          <w:lang w:bidi="bn-IN"/>
        </w:rPr>
        <w:t>বরণ করা ও সেখানে দাফন হওয়ায়</w:t>
      </w:r>
      <w:r w:rsidR="008D3554">
        <w:rPr>
          <w:lang w:bidi="bn-IN"/>
        </w:rPr>
        <w:t xml:space="preserve"> </w:t>
      </w:r>
      <w:r w:rsidR="000459F1">
        <w:rPr>
          <w:cs/>
          <w:lang w:bidi="bn-IN"/>
        </w:rPr>
        <w:t>তাকে</w:t>
      </w:r>
      <w:r w:rsidRPr="007710BF">
        <w:rPr>
          <w:cs/>
          <w:lang w:bidi="bn-IN"/>
        </w:rPr>
        <w:t xml:space="preserve"> শামী বলা হয়। </w:t>
      </w:r>
      <w:r w:rsidR="00FE6D44">
        <w:rPr>
          <w:cs/>
          <w:lang w:bidi="bn-IN"/>
        </w:rPr>
        <w:t>তার</w:t>
      </w:r>
      <w:r w:rsidRPr="007710BF">
        <w:rPr>
          <w:cs/>
          <w:lang w:bidi="bn-IN"/>
        </w:rPr>
        <w:t xml:space="preserve"> ছাত্রদের মধ্যে সদরুদ্দিন কৌনাভী </w:t>
      </w:r>
      <w:r w:rsidR="00FE6D44">
        <w:rPr>
          <w:cs/>
          <w:lang w:bidi="bn-IN"/>
        </w:rPr>
        <w:t>তার</w:t>
      </w:r>
      <w:r w:rsidRPr="007710BF">
        <w:rPr>
          <w:cs/>
          <w:lang w:bidi="bn-IN"/>
        </w:rPr>
        <w:t xml:space="preserve"> পরে সবচেয়ে বড় আরেফ হিসেবে</w:t>
      </w:r>
      <w:r w:rsidR="008D3554">
        <w:rPr>
          <w:lang w:bidi="bn-IN"/>
        </w:rPr>
        <w:t xml:space="preserve"> </w:t>
      </w:r>
      <w:r w:rsidRPr="007710BF">
        <w:rPr>
          <w:cs/>
          <w:lang w:bidi="bn-IN"/>
        </w:rPr>
        <w:t>স্বীকৃত। বর্তমানে ইসলামী এরফান যে একটি জ্ঞানের রূপে এসেছে তা শুধু মহিউদ্দিন আরাবী ও</w:t>
      </w:r>
      <w:r w:rsidR="008D3554">
        <w:rPr>
          <w:lang w:bidi="bn-IN"/>
        </w:rPr>
        <w:t xml:space="preserve"> </w:t>
      </w:r>
      <w:r w:rsidRPr="007710BF">
        <w:rPr>
          <w:cs/>
          <w:lang w:bidi="bn-IN"/>
        </w:rPr>
        <w:t>সদরুদ্দীন কৌনাভীর কর্মপচেষ্টার ফলেই। সদরুদ্দিন কৌনাভী তুরস্</w:t>
      </w:r>
      <w:r w:rsidR="008D3554">
        <w:rPr>
          <w:cs/>
          <w:lang w:bidi="bn-IN"/>
        </w:rPr>
        <w:t>কের কৌনীর বাসিন্দা ও মহিউদ্দিন</w:t>
      </w:r>
      <w:r w:rsidR="008D3554">
        <w:rPr>
          <w:lang w:bidi="bn-IN"/>
        </w:rPr>
        <w:t xml:space="preserve"> </w:t>
      </w:r>
      <w:r w:rsidRPr="007710BF">
        <w:rPr>
          <w:cs/>
          <w:lang w:bidi="bn-IN"/>
        </w:rPr>
        <w:t xml:space="preserve">আরাবীর স্ত্রীর </w:t>
      </w:r>
      <w:r w:rsidR="001933F7">
        <w:rPr>
          <w:cs/>
          <w:lang w:bidi="bn-IN"/>
        </w:rPr>
        <w:t>পূর্ব</w:t>
      </w:r>
      <w:r w:rsidRPr="007710BF">
        <w:rPr>
          <w:cs/>
          <w:lang w:bidi="bn-IN"/>
        </w:rPr>
        <w:t>বতী স্বামীর ঔরসজাত পুত্র ছিলেন। অর্থাৎ মহি</w:t>
      </w:r>
      <w:r w:rsidR="008D3554">
        <w:rPr>
          <w:cs/>
          <w:lang w:bidi="bn-IN"/>
        </w:rPr>
        <w:t xml:space="preserve">উদ্দীন </w:t>
      </w:r>
      <w:r w:rsidR="00FE6D44">
        <w:rPr>
          <w:cs/>
          <w:lang w:bidi="bn-IN"/>
        </w:rPr>
        <w:t>তার</w:t>
      </w:r>
      <w:r w:rsidR="008D3554">
        <w:rPr>
          <w:cs/>
          <w:lang w:bidi="bn-IN"/>
        </w:rPr>
        <w:t xml:space="preserve"> শিক্ষকও ছিলেন আবার</w:t>
      </w:r>
      <w:r w:rsidR="008D3554">
        <w:rPr>
          <w:lang w:bidi="bn-IN"/>
        </w:rPr>
        <w:t xml:space="preserve"> </w:t>
      </w:r>
      <w:r w:rsidRPr="007710BF">
        <w:rPr>
          <w:cs/>
          <w:lang w:bidi="bn-IN"/>
        </w:rPr>
        <w:t>সৎ পিতাও। মৌলভী জালালুদ্দিন রুমী সদরুদ্দিন কৌনাভীর সমসাময়িক ছিলেন। সদরুদ্দিন একটি</w:t>
      </w:r>
      <w:r w:rsidR="008D3554">
        <w:rPr>
          <w:lang w:bidi="bn-IN"/>
        </w:rPr>
        <w:t xml:space="preserve"> </w:t>
      </w:r>
      <w:r w:rsidRPr="007710BF">
        <w:rPr>
          <w:cs/>
          <w:lang w:bidi="bn-IN"/>
        </w:rPr>
        <w:t>মসজিদের জামায়াতের ইমাম ছিলেন</w:t>
      </w:r>
      <w:r w:rsidRPr="007710BF">
        <w:rPr>
          <w:cs/>
          <w:lang w:bidi="hi-IN"/>
        </w:rPr>
        <w:t xml:space="preserve">। </w:t>
      </w:r>
      <w:r w:rsidRPr="007710BF">
        <w:rPr>
          <w:cs/>
          <w:lang w:bidi="bn-IN"/>
        </w:rPr>
        <w:t xml:space="preserve">মৌলভী সেখানে যেতেন ও </w:t>
      </w:r>
      <w:r w:rsidR="00FE6D44">
        <w:rPr>
          <w:cs/>
          <w:lang w:bidi="bn-IN"/>
        </w:rPr>
        <w:t>তার</w:t>
      </w:r>
      <w:r w:rsidRPr="007710BF">
        <w:rPr>
          <w:cs/>
          <w:lang w:bidi="bn-IN"/>
        </w:rPr>
        <w:t xml:space="preserve"> পেছনে নামাজ পড়তেন।</w:t>
      </w:r>
      <w:r w:rsidR="008D3554">
        <w:rPr>
          <w:lang w:bidi="bn-IN"/>
        </w:rPr>
        <w:t xml:space="preserve"> </w:t>
      </w:r>
      <w:r w:rsidRPr="007710BF">
        <w:rPr>
          <w:cs/>
          <w:lang w:bidi="bn-IN"/>
        </w:rPr>
        <w:t>মহিউদ্দিন আরাবীর চিন্তা সদরুদ্দিনের মাধ্যমে মৌলভীর কাছে স্থানান্তরিত হয়েছিল।</w:t>
      </w:r>
    </w:p>
    <w:p w:rsidR="008D3554" w:rsidRDefault="008D3554" w:rsidP="00895143">
      <w:pPr>
        <w:pStyle w:val="libNormal"/>
        <w:rPr>
          <w:lang w:bidi="bn-IN"/>
        </w:rPr>
      </w:pPr>
    </w:p>
    <w:p w:rsidR="00C23862" w:rsidRDefault="007710BF" w:rsidP="00895143">
      <w:pPr>
        <w:pStyle w:val="libNormal"/>
        <w:rPr>
          <w:lang w:bidi="bn-IN"/>
        </w:rPr>
      </w:pPr>
      <w:r w:rsidRPr="007710BF">
        <w:rPr>
          <w:cs/>
          <w:lang w:bidi="bn-IN"/>
        </w:rPr>
        <w:t>অন্যতম যে বিষয়টি এ ব্যক্তি উপস্থাপন করেন তা ইনসানে কামেল স</w:t>
      </w:r>
      <w:r w:rsidR="005E5BE9">
        <w:rPr>
          <w:cs/>
          <w:lang w:bidi="bn-IN"/>
        </w:rPr>
        <w:t>ম্প</w:t>
      </w:r>
      <w:r w:rsidRPr="007710BF">
        <w:rPr>
          <w:cs/>
          <w:lang w:bidi="bn-IN"/>
        </w:rPr>
        <w:t>র্কিত। তবে তিনি বিষয়টি</w:t>
      </w:r>
      <w:r w:rsidR="008D3554">
        <w:rPr>
          <w:lang w:bidi="bn-IN"/>
        </w:rPr>
        <w:t xml:space="preserve"> </w:t>
      </w:r>
      <w:r w:rsidRPr="007710BF">
        <w:rPr>
          <w:cs/>
          <w:lang w:bidi="bn-IN"/>
        </w:rPr>
        <w:t xml:space="preserve">এরফানের দৃষ্টিকোণ থেকে উপস্থাপন করেছেন। বিশেষ করে </w:t>
      </w:r>
      <w:r w:rsidRPr="001933EC">
        <w:rPr>
          <w:rStyle w:val="libAlaemChar"/>
        </w:rPr>
        <w:t>‘</w:t>
      </w:r>
      <w:r w:rsidRPr="007710BF">
        <w:rPr>
          <w:cs/>
          <w:lang w:bidi="bn-IN"/>
        </w:rPr>
        <w:t>সাহেবে মানজুমে</w:t>
      </w:r>
      <w:r w:rsidRPr="001933EC">
        <w:rPr>
          <w:rStyle w:val="libAlaemChar"/>
        </w:rPr>
        <w:t>’</w:t>
      </w:r>
      <w:r w:rsidRPr="007710BF">
        <w:t xml:space="preserve"> </w:t>
      </w:r>
      <w:r w:rsidRPr="007710BF">
        <w:rPr>
          <w:cs/>
          <w:lang w:bidi="bn-IN"/>
        </w:rPr>
        <w:t xml:space="preserve">খ্যাত মাহমুদ </w:t>
      </w:r>
      <w:r w:rsidRPr="007710BF">
        <w:rPr>
          <w:cs/>
          <w:lang w:bidi="bn-IN"/>
        </w:rPr>
        <w:lastRenderedPageBreak/>
        <w:t>সাবেস্তারীর সবচেয়ে উন্নত ও মূল্যবান সাহিত্যমান স</w:t>
      </w:r>
      <w:r w:rsidR="005E5BE9">
        <w:rPr>
          <w:cs/>
          <w:lang w:bidi="bn-IN"/>
        </w:rPr>
        <w:t>ম্প</w:t>
      </w:r>
      <w:r w:rsidRPr="007710BF">
        <w:rPr>
          <w:cs/>
          <w:lang w:bidi="bn-IN"/>
        </w:rPr>
        <w:t xml:space="preserve">ন্ন বই </w:t>
      </w:r>
      <w:r w:rsidRPr="001933EC">
        <w:rPr>
          <w:rStyle w:val="libAlaemChar"/>
        </w:rPr>
        <w:t>‘</w:t>
      </w:r>
      <w:r w:rsidRPr="007710BF">
        <w:rPr>
          <w:cs/>
          <w:lang w:bidi="bn-IN"/>
        </w:rPr>
        <w:t>গুলশানে রজ</w:t>
      </w:r>
      <w:r w:rsidRPr="001933EC">
        <w:rPr>
          <w:rStyle w:val="libAlaemChar"/>
        </w:rPr>
        <w:t>’</w:t>
      </w:r>
      <w:r w:rsidRPr="007710BF">
        <w:t>-</w:t>
      </w:r>
      <w:r w:rsidRPr="007710BF">
        <w:rPr>
          <w:cs/>
          <w:lang w:bidi="bn-IN"/>
        </w:rPr>
        <w:t>এ যে প্রশ্নগুলো ইনসানে</w:t>
      </w:r>
      <w:r w:rsidR="00C23862">
        <w:rPr>
          <w:lang w:bidi="bn-IN"/>
        </w:rPr>
        <w:t xml:space="preserve"> </w:t>
      </w:r>
      <w:r w:rsidRPr="007710BF">
        <w:rPr>
          <w:cs/>
          <w:lang w:bidi="bn-IN"/>
        </w:rPr>
        <w:t>কামেলের ব্যপারে এসেছে সদরুদ্দিন এরফানের দৃষ্টিতে সেগুলোর জবাব দিয়েছেন। সুতরাং তিনিই</w:t>
      </w:r>
      <w:r w:rsidR="00C23862">
        <w:rPr>
          <w:lang w:bidi="bn-IN"/>
        </w:rPr>
        <w:t xml:space="preserve"> </w:t>
      </w:r>
      <w:r w:rsidRPr="007710BF">
        <w:rPr>
          <w:cs/>
          <w:lang w:bidi="bn-IN"/>
        </w:rPr>
        <w:t xml:space="preserve">প্রথম ব্যক্তি যিনি এ বিষয়টি </w:t>
      </w:r>
      <w:r w:rsidRPr="001933EC">
        <w:rPr>
          <w:rStyle w:val="libAlaemChar"/>
        </w:rPr>
        <w:t>‘</w:t>
      </w:r>
      <w:r w:rsidRPr="007710BF">
        <w:rPr>
          <w:cs/>
          <w:lang w:bidi="bn-IN"/>
        </w:rPr>
        <w:t>ইনসানে কামেল</w:t>
      </w:r>
      <w:r w:rsidRPr="001933EC">
        <w:rPr>
          <w:rStyle w:val="libAlaemChar"/>
        </w:rPr>
        <w:t>’</w:t>
      </w:r>
      <w:r w:rsidRPr="007710BF">
        <w:t xml:space="preserve"> </w:t>
      </w:r>
      <w:r w:rsidRPr="007710BF">
        <w:rPr>
          <w:cs/>
          <w:lang w:bidi="bn-IN"/>
        </w:rPr>
        <w:t>শিরোনামে উপস্থাপন করেছেন ও এরফানের বিশেষ</w:t>
      </w:r>
      <w:r w:rsidR="00C23862">
        <w:rPr>
          <w:lang w:bidi="bn-IN"/>
        </w:rPr>
        <w:t xml:space="preserve"> </w:t>
      </w:r>
      <w:r w:rsidRPr="007710BF">
        <w:rPr>
          <w:cs/>
          <w:lang w:bidi="bn-IN"/>
        </w:rPr>
        <w:t>দৃষ্টিভঙ্গিতে বর্ণনা করেছেন। অন্যরাও ইনসানে কামেলকে নিজস্ব দৃষ্টিভঙ্গিতে ও রূপে বর্ণনা করেছেন।</w:t>
      </w:r>
      <w:r w:rsidR="00C23862">
        <w:rPr>
          <w:lang w:bidi="bn-IN"/>
        </w:rPr>
        <w:t xml:space="preserve"> </w:t>
      </w:r>
      <w:r w:rsidRPr="007710BF">
        <w:rPr>
          <w:cs/>
          <w:lang w:bidi="bn-IN"/>
        </w:rPr>
        <w:t xml:space="preserve">আমরা দেখতে চাই ইনসানে কামেল কোরআনের দৃষ্টিতে কেমন মানুষ। আলোচনাকে </w:t>
      </w:r>
      <w:r w:rsidRPr="001933EC">
        <w:rPr>
          <w:rStyle w:val="libAlaemChar"/>
        </w:rPr>
        <w:t>‘</w:t>
      </w:r>
      <w:r w:rsidR="001933EC">
        <w:rPr>
          <w:cs/>
          <w:lang w:bidi="bn-IN"/>
        </w:rPr>
        <w:t>সম্পূর্ণ</w:t>
      </w:r>
      <w:r w:rsidR="00C23862">
        <w:rPr>
          <w:lang w:bidi="bn-IN"/>
        </w:rPr>
        <w:t xml:space="preserve"> </w:t>
      </w:r>
      <w:r w:rsidRPr="007710BF">
        <w:rPr>
          <w:cs/>
          <w:lang w:bidi="bn-IN"/>
        </w:rPr>
        <w:t>মানুষ</w:t>
      </w:r>
      <w:r w:rsidRPr="001933EC">
        <w:rPr>
          <w:rStyle w:val="libAlaemChar"/>
        </w:rPr>
        <w:t>’</w:t>
      </w:r>
      <w:r w:rsidRPr="007710BF">
        <w:t xml:space="preserve"> </w:t>
      </w:r>
      <w:r w:rsidRPr="007710BF">
        <w:rPr>
          <w:cs/>
          <w:lang w:bidi="bn-IN"/>
        </w:rPr>
        <w:t xml:space="preserve">ও </w:t>
      </w:r>
      <w:r w:rsidRPr="001933EC">
        <w:rPr>
          <w:rStyle w:val="libAlaemChar"/>
        </w:rPr>
        <w:t>‘</w:t>
      </w:r>
      <w:r w:rsidR="00562C3B">
        <w:rPr>
          <w:cs/>
          <w:lang w:bidi="bn-IN"/>
        </w:rPr>
        <w:t>অসম্পূর্ণ</w:t>
      </w:r>
      <w:r w:rsidRPr="007710BF">
        <w:rPr>
          <w:cs/>
          <w:lang w:bidi="bn-IN"/>
        </w:rPr>
        <w:t xml:space="preserve"> মানুষ</w:t>
      </w:r>
      <w:r w:rsidRPr="001933EC">
        <w:rPr>
          <w:rStyle w:val="libAlaemChar"/>
        </w:rPr>
        <w:t>’</w:t>
      </w:r>
      <w:r w:rsidRPr="007710BF">
        <w:t xml:space="preserve"> </w:t>
      </w:r>
      <w:r w:rsidRPr="007710BF">
        <w:rPr>
          <w:cs/>
          <w:lang w:bidi="bn-IN"/>
        </w:rPr>
        <w:t>দিয়ে শুরু করছি যেন এ বিষয়ের উপর পরবর্তী পর্যায়ে আলোচনা করতে</w:t>
      </w:r>
      <w:r w:rsidR="00C23862">
        <w:rPr>
          <w:lang w:bidi="bn-IN"/>
        </w:rPr>
        <w:t xml:space="preserve"> </w:t>
      </w:r>
      <w:r w:rsidRPr="007710BF">
        <w:rPr>
          <w:cs/>
          <w:lang w:bidi="bn-IN"/>
        </w:rPr>
        <w:t>পারি।</w:t>
      </w:r>
      <w:r w:rsidR="00C23862">
        <w:rPr>
          <w:lang w:bidi="bn-IN"/>
        </w:rPr>
        <w:t xml:space="preserve"> </w:t>
      </w:r>
    </w:p>
    <w:p w:rsidR="00C23862" w:rsidRDefault="00C23862" w:rsidP="00895143">
      <w:pPr>
        <w:pStyle w:val="libNormal"/>
        <w:rPr>
          <w:lang w:bidi="bn-IN"/>
        </w:rPr>
      </w:pPr>
      <w:r>
        <w:rPr>
          <w:lang w:bidi="bn-IN"/>
        </w:rPr>
        <w:br w:type="page"/>
      </w:r>
    </w:p>
    <w:p w:rsidR="00C23862" w:rsidRDefault="007710BF" w:rsidP="00895143">
      <w:pPr>
        <w:pStyle w:val="Heading1"/>
        <w:rPr>
          <w:lang w:bidi="bn-IN"/>
        </w:rPr>
      </w:pPr>
      <w:bookmarkStart w:id="4" w:name="_Toc392601413"/>
      <w:r w:rsidRPr="007710BF">
        <w:rPr>
          <w:cs/>
          <w:lang w:bidi="bn-IN"/>
        </w:rPr>
        <w:lastRenderedPageBreak/>
        <w:t>শারিরীক ও মানসিক ক্রটি</w:t>
      </w:r>
      <w:bookmarkEnd w:id="4"/>
      <w:r w:rsidRPr="007710BF">
        <w:rPr>
          <w:cs/>
          <w:lang w:bidi="bn-IN"/>
        </w:rPr>
        <w:t xml:space="preserve"> </w:t>
      </w:r>
    </w:p>
    <w:p w:rsidR="006B46F0" w:rsidRDefault="007710BF" w:rsidP="00895143">
      <w:pPr>
        <w:pStyle w:val="libNormal"/>
        <w:rPr>
          <w:lang w:bidi="bn-IN"/>
        </w:rPr>
      </w:pPr>
      <w:r w:rsidRPr="007710BF">
        <w:rPr>
          <w:cs/>
          <w:lang w:bidi="bn-IN"/>
        </w:rPr>
        <w:t>আমাদের মধ্যে কি ত্রুটিহীন এবং ত্রুটিযুক্ত মানুষও রয়েছে</w:t>
      </w:r>
      <w:r w:rsidRPr="007710BF">
        <w:t xml:space="preserve">? </w:t>
      </w:r>
      <w:r w:rsidR="00C23862">
        <w:rPr>
          <w:cs/>
          <w:lang w:bidi="bn-IN"/>
        </w:rPr>
        <w:t>সুস্থতা</w:t>
      </w:r>
      <w:r w:rsidRPr="007710BF">
        <w:rPr>
          <w:cs/>
          <w:lang w:bidi="bn-IN"/>
        </w:rPr>
        <w:t xml:space="preserve"> ও অ</w:t>
      </w:r>
      <w:r w:rsidR="00C23862">
        <w:rPr>
          <w:cs/>
          <w:lang w:bidi="bn-IN"/>
        </w:rPr>
        <w:t>সুস্থতা</w:t>
      </w:r>
      <w:r w:rsidRPr="007710BF">
        <w:rPr>
          <w:cs/>
          <w:lang w:bidi="bn-IN"/>
        </w:rPr>
        <w:t xml:space="preserve"> (ত্রুটি) কখনো</w:t>
      </w:r>
      <w:r w:rsidR="00C23862">
        <w:rPr>
          <w:rStyle w:val="libAlaemChar"/>
        </w:rPr>
        <w:t xml:space="preserve"> </w:t>
      </w:r>
      <w:r w:rsidRPr="007710BF">
        <w:rPr>
          <w:cs/>
          <w:lang w:bidi="bn-IN"/>
        </w:rPr>
        <w:t>কখনো মানুষের দেহের সাথে স</w:t>
      </w:r>
      <w:r w:rsidR="005E5BE9">
        <w:rPr>
          <w:cs/>
          <w:lang w:bidi="bn-IN"/>
        </w:rPr>
        <w:t>ম্প</w:t>
      </w:r>
      <w:r w:rsidRPr="007710BF">
        <w:rPr>
          <w:cs/>
          <w:lang w:bidi="bn-IN"/>
        </w:rPr>
        <w:t xml:space="preserve">র্কিত। </w:t>
      </w:r>
      <w:r w:rsidR="00C23862">
        <w:rPr>
          <w:cs/>
          <w:lang w:bidi="bn-IN"/>
        </w:rPr>
        <w:t>সন্দেহ</w:t>
      </w:r>
      <w:r w:rsidRPr="007710BF">
        <w:rPr>
          <w:cs/>
          <w:lang w:bidi="bn-IN"/>
        </w:rPr>
        <w:t xml:space="preserve"> নেই যে</w:t>
      </w:r>
      <w:r w:rsidR="00895143">
        <w:t>,</w:t>
      </w:r>
      <w:r w:rsidRPr="007710BF">
        <w:rPr>
          <w:cs/>
          <w:lang w:bidi="bn-IN"/>
        </w:rPr>
        <w:t>কিছু মানুষ শারীরিকভাবে সুস্থ ও ত্রুটিমুক্ত</w:t>
      </w:r>
      <w:r w:rsidR="00C23862">
        <w:rPr>
          <w:lang w:bidi="bn-IN"/>
        </w:rPr>
        <w:t xml:space="preserve"> </w:t>
      </w:r>
      <w:r w:rsidRPr="007710BF">
        <w:rPr>
          <w:cs/>
          <w:lang w:bidi="bn-IN"/>
        </w:rPr>
        <w:t>এবং কিছু মানুষ ত্রুটিযুক্ত ও অসুস্থ। উদাহরণ</w:t>
      </w:r>
      <w:r w:rsidR="00C23862">
        <w:rPr>
          <w:cs/>
          <w:lang w:bidi="bn-IN"/>
        </w:rPr>
        <w:t>স্বরূপ</w:t>
      </w:r>
      <w:r w:rsidRPr="007710BF">
        <w:rPr>
          <w:cs/>
          <w:lang w:bidi="bn-IN"/>
        </w:rPr>
        <w:t xml:space="preserve"> শারীরিক ত্রুটি</w:t>
      </w:r>
      <w:r w:rsidR="00895143">
        <w:t>,</w:t>
      </w:r>
      <w:r w:rsidRPr="007710BF">
        <w:rPr>
          <w:cs/>
          <w:lang w:bidi="bn-IN"/>
        </w:rPr>
        <w:t>যেমন দৃষ্</w:t>
      </w:r>
      <w:r w:rsidR="00C23862">
        <w:rPr>
          <w:cs/>
          <w:lang w:bidi="bn-IN"/>
        </w:rPr>
        <w:t>টিহীনতা ও অন্ধত্ব</w:t>
      </w:r>
      <w:r w:rsidR="00895143">
        <w:t>,</w:t>
      </w:r>
      <w:r w:rsidRPr="007710BF">
        <w:rPr>
          <w:cs/>
          <w:lang w:bidi="bn-IN"/>
        </w:rPr>
        <w:t>পঙ্গুত্বও পক্ষাঘাত</w:t>
      </w:r>
      <w:r w:rsidR="0018348A">
        <w:rPr>
          <w:cs/>
          <w:lang w:bidi="bn-IN"/>
        </w:rPr>
        <w:t>গ্রস্ত</w:t>
      </w:r>
      <w:r w:rsidR="00C23862">
        <w:rPr>
          <w:cs/>
          <w:lang w:bidi="bn-IN"/>
        </w:rPr>
        <w:t>তা প্রভৃতি</w:t>
      </w:r>
      <w:r w:rsidRPr="007710BF">
        <w:rPr>
          <w:cs/>
          <w:lang w:bidi="hi-IN"/>
        </w:rPr>
        <w:t xml:space="preserve">। </w:t>
      </w:r>
      <w:r w:rsidRPr="007710BF">
        <w:rPr>
          <w:cs/>
          <w:lang w:bidi="bn-IN"/>
        </w:rPr>
        <w:t>কিন্তু এগুলো ব্যক্তি-মানুষের সাথে স</w:t>
      </w:r>
      <w:r w:rsidR="005E5BE9">
        <w:rPr>
          <w:cs/>
          <w:lang w:bidi="bn-IN"/>
        </w:rPr>
        <w:t>ম্প</w:t>
      </w:r>
      <w:r w:rsidRPr="007710BF">
        <w:rPr>
          <w:cs/>
          <w:lang w:bidi="bn-IN"/>
        </w:rPr>
        <w:t>র্কিত</w:t>
      </w:r>
      <w:r w:rsidR="00895143">
        <w:t>,</w:t>
      </w:r>
      <w:r w:rsidRPr="007710BF">
        <w:rPr>
          <w:cs/>
          <w:lang w:bidi="bn-IN"/>
        </w:rPr>
        <w:t>মানুষের ব্যক্তিত্বের সঙ্গে</w:t>
      </w:r>
      <w:r w:rsidR="00C23862">
        <w:rPr>
          <w:rStyle w:val="libAlaemChar"/>
        </w:rPr>
        <w:t xml:space="preserve"> </w:t>
      </w:r>
      <w:r w:rsidRPr="007710BF">
        <w:rPr>
          <w:cs/>
          <w:lang w:bidi="bn-IN"/>
        </w:rPr>
        <w:t>নয়। কোন ব্যক্তি যদি অন্ধ</w:t>
      </w:r>
      <w:r w:rsidR="00895143">
        <w:t>,</w:t>
      </w:r>
      <w:r w:rsidRPr="007710BF">
        <w:rPr>
          <w:cs/>
          <w:lang w:bidi="bn-IN"/>
        </w:rPr>
        <w:t>বধির</w:t>
      </w:r>
      <w:r w:rsidR="00895143">
        <w:t>,</w:t>
      </w:r>
      <w:r w:rsidRPr="007710BF">
        <w:rPr>
          <w:cs/>
          <w:lang w:bidi="bn-IN"/>
        </w:rPr>
        <w:t>পঙ্গু</w:t>
      </w:r>
      <w:r w:rsidR="00895143">
        <w:t>,</w:t>
      </w:r>
      <w:r w:rsidRPr="007710BF">
        <w:rPr>
          <w:cs/>
          <w:lang w:bidi="bn-IN"/>
        </w:rPr>
        <w:t>খাটো বা কুৎসিত চেহারার হন</w:t>
      </w:r>
      <w:r w:rsidR="00895143">
        <w:t>,</w:t>
      </w:r>
      <w:r w:rsidRPr="007710BF">
        <w:rPr>
          <w:cs/>
          <w:lang w:bidi="bn-IN"/>
        </w:rPr>
        <w:t>এ ত্রুটিগুলোকে আপনি তার</w:t>
      </w:r>
      <w:r w:rsidR="00C23862">
        <w:rPr>
          <w:lang w:bidi="bn-IN"/>
        </w:rPr>
        <w:t xml:space="preserve"> </w:t>
      </w:r>
      <w:r w:rsidRPr="007710BF">
        <w:rPr>
          <w:cs/>
          <w:lang w:bidi="bn-IN"/>
        </w:rPr>
        <w:t>মর্যাদা</w:t>
      </w:r>
      <w:r w:rsidR="00895143">
        <w:t>,</w:t>
      </w:r>
      <w:r w:rsidRPr="007710BF">
        <w:rPr>
          <w:cs/>
          <w:lang w:bidi="bn-IN"/>
        </w:rPr>
        <w:t xml:space="preserve">ব্যক্তিত্ব ও মনুষত্বের ক্ষেত্রে ত্রুটি হিসেবে দেখেন না। যেমন গ্রীক দার্শনিক সক্রেটিস </w:t>
      </w:r>
      <w:r w:rsidR="00611BB9">
        <w:rPr>
          <w:cs/>
          <w:lang w:bidi="bn-IN"/>
        </w:rPr>
        <w:t>যা</w:t>
      </w:r>
      <w:r w:rsidRPr="007710BF">
        <w:rPr>
          <w:cs/>
          <w:lang w:bidi="bn-IN"/>
        </w:rPr>
        <w:t>কে</w:t>
      </w:r>
      <w:r w:rsidR="00C23862">
        <w:rPr>
          <w:lang w:bidi="bn-IN"/>
        </w:rPr>
        <w:t xml:space="preserve"> </w:t>
      </w:r>
      <w:r w:rsidRPr="007710BF">
        <w:rPr>
          <w:cs/>
          <w:lang w:bidi="bn-IN"/>
        </w:rPr>
        <w:t>নবীদের পরবর্তী পর্যায়ের জ্ঞানী বলে ধরা হয় তিনি পৃথিবীর এক কদাকার মানুষ ছিলেন। কিন্তু কেউই</w:t>
      </w:r>
      <w:r w:rsidR="00C23862">
        <w:rPr>
          <w:lang w:bidi="bn-IN"/>
        </w:rPr>
        <w:t xml:space="preserve"> </w:t>
      </w:r>
      <w:r w:rsidR="00FE6D44">
        <w:rPr>
          <w:cs/>
          <w:lang w:bidi="bn-IN"/>
        </w:rPr>
        <w:t>তার</w:t>
      </w:r>
      <w:r w:rsidRPr="007710BF">
        <w:rPr>
          <w:cs/>
          <w:lang w:bidi="bn-IN"/>
        </w:rPr>
        <w:t xml:space="preserve"> এ কদাকৃতিকে একজন মানুষ হিসেবে </w:t>
      </w:r>
      <w:r w:rsidR="00FE6D44">
        <w:rPr>
          <w:cs/>
          <w:lang w:bidi="bn-IN"/>
        </w:rPr>
        <w:t>তার</w:t>
      </w:r>
      <w:r w:rsidRPr="007710BF">
        <w:rPr>
          <w:cs/>
          <w:lang w:bidi="bn-IN"/>
        </w:rPr>
        <w:t xml:space="preserve"> ত্রুটি বলে মনে করেন না। অথবা আবুল আলা মাযারি</w:t>
      </w:r>
      <w:r w:rsidR="00C23862">
        <w:rPr>
          <w:lang w:bidi="bn-IN"/>
        </w:rPr>
        <w:t xml:space="preserve"> </w:t>
      </w:r>
      <w:r w:rsidRPr="007710BF">
        <w:rPr>
          <w:cs/>
          <w:lang w:bidi="bn-IN"/>
        </w:rPr>
        <w:t xml:space="preserve">(আরব কবি) এবং ত্বাহা হোসেইন (মিশরীয় সাহিত্যিক) </w:t>
      </w:r>
      <w:r w:rsidR="00695D8C">
        <w:rPr>
          <w:cs/>
          <w:lang w:bidi="bn-IN"/>
        </w:rPr>
        <w:t>যারা</w:t>
      </w:r>
      <w:r w:rsidRPr="007710BF">
        <w:rPr>
          <w:cs/>
          <w:lang w:bidi="bn-IN"/>
        </w:rPr>
        <w:t xml:space="preserve"> উভয়ই অন্ধ ছিলেন</w:t>
      </w:r>
      <w:r w:rsidR="00895143">
        <w:t>,</w:t>
      </w:r>
      <w:r w:rsidR="00611BB9">
        <w:rPr>
          <w:cs/>
          <w:lang w:bidi="bn-IN"/>
        </w:rPr>
        <w:t>তা</w:t>
      </w:r>
      <w:r w:rsidRPr="007710BF">
        <w:rPr>
          <w:cs/>
          <w:lang w:bidi="bn-IN"/>
        </w:rPr>
        <w:t>দের এ শারীরিক</w:t>
      </w:r>
      <w:r w:rsidR="00C23862">
        <w:rPr>
          <w:lang w:bidi="bn-IN"/>
        </w:rPr>
        <w:t xml:space="preserve"> </w:t>
      </w:r>
      <w:r w:rsidRPr="007710BF">
        <w:rPr>
          <w:cs/>
          <w:lang w:bidi="bn-IN"/>
        </w:rPr>
        <w:t xml:space="preserve">ত্রুটি ব্যক্তিগত ত্রুটি হিসেবে পরিগণিত হলেও </w:t>
      </w:r>
      <w:r w:rsidR="00611BB9">
        <w:rPr>
          <w:cs/>
          <w:lang w:bidi="bn-IN"/>
        </w:rPr>
        <w:t>তা</w:t>
      </w:r>
      <w:r w:rsidRPr="007710BF">
        <w:rPr>
          <w:cs/>
          <w:lang w:bidi="bn-IN"/>
        </w:rPr>
        <w:t>দের ব্যক্তিত্বের জন্য ত্রুটি বলে গণ্য হবে কি</w:t>
      </w:r>
      <w:r w:rsidRPr="007710BF">
        <w:t>?</w:t>
      </w:r>
      <w:r w:rsidR="00C23862">
        <w:t xml:space="preserve"> </w:t>
      </w:r>
      <w:r w:rsidRPr="007710BF">
        <w:rPr>
          <w:cs/>
          <w:lang w:bidi="bn-IN"/>
        </w:rPr>
        <w:t>অবশ্যই নয়। সুতরাং মানুষের ব্যক্তি দিক তার ব্যক্তিত্বের দিক হতে যে ভিন্ন তা প্রমাণিত সত্য।</w:t>
      </w:r>
      <w:r w:rsidR="00C23862">
        <w:rPr>
          <w:lang w:bidi="bn-IN"/>
        </w:rPr>
        <w:t xml:space="preserve"> </w:t>
      </w:r>
      <w:r w:rsidRPr="007710BF">
        <w:rPr>
          <w:cs/>
          <w:lang w:bidi="bn-IN"/>
        </w:rPr>
        <w:t>একটি তার দেহের সাথে</w:t>
      </w:r>
      <w:r w:rsidR="00895143">
        <w:t>,</w:t>
      </w:r>
      <w:r w:rsidRPr="007710BF">
        <w:rPr>
          <w:cs/>
          <w:lang w:bidi="bn-IN"/>
        </w:rPr>
        <w:t>অন্যটি তার রূহের সাথে স</w:t>
      </w:r>
      <w:r w:rsidR="005E5BE9">
        <w:rPr>
          <w:cs/>
          <w:lang w:bidi="bn-IN"/>
        </w:rPr>
        <w:t>ম্প</w:t>
      </w:r>
      <w:r w:rsidRPr="007710BF">
        <w:rPr>
          <w:cs/>
          <w:lang w:bidi="bn-IN"/>
        </w:rPr>
        <w:t>র্কিত। মনের বিষয় তার দেহ থেকে ভিন্ন।</w:t>
      </w:r>
      <w:r w:rsidR="00C23862">
        <w:rPr>
          <w:lang w:bidi="bn-IN"/>
        </w:rPr>
        <w:t xml:space="preserve"> </w:t>
      </w:r>
      <w:r w:rsidR="00695D8C">
        <w:rPr>
          <w:cs/>
          <w:lang w:bidi="bn-IN"/>
        </w:rPr>
        <w:t>যারা</w:t>
      </w:r>
      <w:r w:rsidRPr="007710BF">
        <w:rPr>
          <w:cs/>
          <w:lang w:bidi="bn-IN"/>
        </w:rPr>
        <w:t xml:space="preserve"> মনে করেন মানুষের মন একশ</w:t>
      </w:r>
      <w:r w:rsidR="00C23862" w:rsidRPr="00CF74B9">
        <w:rPr>
          <w:rStyle w:val="libAlaemChar"/>
        </w:rPr>
        <w:t>’</w:t>
      </w:r>
      <w:r w:rsidRPr="007710BF">
        <w:t xml:space="preserve"> </w:t>
      </w:r>
      <w:r w:rsidRPr="007710BF">
        <w:rPr>
          <w:cs/>
          <w:lang w:bidi="bn-IN"/>
        </w:rPr>
        <w:t>ভাগ দেহের অনুগত তাদের ভুল এখানেই। প্রকৃতপক্ষে মানুষের</w:t>
      </w:r>
      <w:r w:rsidR="00C23862">
        <w:rPr>
          <w:lang w:bidi="bn-IN"/>
        </w:rPr>
        <w:t xml:space="preserve"> </w:t>
      </w:r>
      <w:r w:rsidRPr="007710BF">
        <w:rPr>
          <w:cs/>
          <w:lang w:bidi="bn-IN"/>
        </w:rPr>
        <w:t>দেহ পুরোপুরি সুস্থ থাকলেও তার অন্তর কি অসুস্থ হতে পারে</w:t>
      </w:r>
      <w:r w:rsidRPr="007710BF">
        <w:t xml:space="preserve">? </w:t>
      </w:r>
      <w:r w:rsidRPr="007710BF">
        <w:rPr>
          <w:cs/>
          <w:lang w:bidi="bn-IN"/>
        </w:rPr>
        <w:t xml:space="preserve">এটা একটা </w:t>
      </w:r>
      <w:r w:rsidR="00C23862">
        <w:rPr>
          <w:cs/>
          <w:lang w:bidi="bn-IN"/>
        </w:rPr>
        <w:t>প্রশ্ন</w:t>
      </w:r>
      <w:r w:rsidRPr="007710BF">
        <w:rPr>
          <w:cs/>
          <w:lang w:bidi="bn-IN"/>
        </w:rPr>
        <w:t xml:space="preserve"> সুতরাং </w:t>
      </w:r>
      <w:r w:rsidR="00695D8C">
        <w:rPr>
          <w:cs/>
          <w:lang w:bidi="bn-IN"/>
        </w:rPr>
        <w:t>যারা</w:t>
      </w:r>
      <w:r w:rsidRPr="007710BF">
        <w:rPr>
          <w:cs/>
          <w:lang w:bidi="bn-IN"/>
        </w:rPr>
        <w:t xml:space="preserve"> রূহ বা</w:t>
      </w:r>
      <w:r w:rsidR="00C23862">
        <w:rPr>
          <w:lang w:bidi="bn-IN"/>
        </w:rPr>
        <w:t xml:space="preserve"> </w:t>
      </w:r>
      <w:r w:rsidR="00C23862" w:rsidRPr="00C23862">
        <w:rPr>
          <w:cs/>
          <w:lang w:bidi="bn-IN"/>
        </w:rPr>
        <w:t>আত্মার</w:t>
      </w:r>
      <w:r w:rsidRPr="007710BF">
        <w:rPr>
          <w:cs/>
          <w:lang w:bidi="bn-IN"/>
        </w:rPr>
        <w:t xml:space="preserve"> অস্তিত্বকে অ</w:t>
      </w:r>
      <w:r w:rsidR="00C23862">
        <w:rPr>
          <w:cs/>
          <w:lang w:bidi="bn-IN"/>
        </w:rPr>
        <w:t>স্বী</w:t>
      </w:r>
      <w:r w:rsidRPr="007710BF">
        <w:rPr>
          <w:cs/>
          <w:lang w:bidi="bn-IN"/>
        </w:rPr>
        <w:t>কার করতে চান এবং রূহের সকল বৈশিষ্ট্যকে মানুষের স্নায়ুর সরাসরি</w:t>
      </w:r>
      <w:r w:rsidR="00C23862">
        <w:rPr>
          <w:lang w:bidi="bn-IN"/>
        </w:rPr>
        <w:t xml:space="preserve"> </w:t>
      </w:r>
      <w:r w:rsidRPr="007710BF">
        <w:rPr>
          <w:cs/>
          <w:lang w:bidi="bn-IN"/>
        </w:rPr>
        <w:t>প্রতিক্রিয়া বলে মনে করেন</w:t>
      </w:r>
      <w:r w:rsidR="00895143">
        <w:t>,</w:t>
      </w:r>
      <w:r w:rsidR="00FE6D44">
        <w:rPr>
          <w:cs/>
          <w:lang w:bidi="bn-IN"/>
        </w:rPr>
        <w:t>তারা</w:t>
      </w:r>
      <w:r w:rsidRPr="007710BF">
        <w:rPr>
          <w:cs/>
          <w:lang w:bidi="bn-IN"/>
        </w:rPr>
        <w:t xml:space="preserve"> প্রকৃতপক্ষে বলতে চান যে</w:t>
      </w:r>
      <w:r w:rsidR="00895143">
        <w:t>,</w:t>
      </w:r>
      <w:r w:rsidRPr="007710BF">
        <w:rPr>
          <w:cs/>
          <w:lang w:bidi="bn-IN"/>
        </w:rPr>
        <w:t>মন কিছুই নয়</w:t>
      </w:r>
      <w:r w:rsidR="00895143">
        <w:t>,</w:t>
      </w:r>
      <w:r w:rsidRPr="007710BF">
        <w:rPr>
          <w:cs/>
          <w:lang w:bidi="bn-IN"/>
        </w:rPr>
        <w:t>সবই দেহের অনুগামী।</w:t>
      </w:r>
      <w:r w:rsidR="00C23862">
        <w:rPr>
          <w:lang w:bidi="bn-IN"/>
        </w:rPr>
        <w:t xml:space="preserve"> </w:t>
      </w:r>
      <w:r w:rsidR="00611BB9">
        <w:rPr>
          <w:cs/>
          <w:lang w:bidi="bn-IN"/>
        </w:rPr>
        <w:t>তা</w:t>
      </w:r>
      <w:r w:rsidRPr="007710BF">
        <w:rPr>
          <w:cs/>
          <w:lang w:bidi="bn-IN"/>
        </w:rPr>
        <w:t xml:space="preserve">দের মতে মন অসুস্থ হওয়ার অর্থ তার দেহ </w:t>
      </w:r>
      <w:r w:rsidR="006B46F0">
        <w:rPr>
          <w:cs/>
          <w:lang w:bidi="bn-IN"/>
        </w:rPr>
        <w:t>অসুস্থ</w:t>
      </w:r>
      <w:r w:rsidRPr="007710BF">
        <w:rPr>
          <w:cs/>
          <w:lang w:bidi="hi-IN"/>
        </w:rPr>
        <w:t xml:space="preserve">। </w:t>
      </w:r>
      <w:r w:rsidRPr="007710BF">
        <w:rPr>
          <w:cs/>
          <w:lang w:bidi="bn-IN"/>
        </w:rPr>
        <w:t>অর্থাৎ মানসিক অ</w:t>
      </w:r>
      <w:r w:rsidR="00C23862">
        <w:rPr>
          <w:cs/>
          <w:lang w:bidi="bn-IN"/>
        </w:rPr>
        <w:t>সুস্থতা</w:t>
      </w:r>
      <w:r w:rsidRPr="007710BF">
        <w:rPr>
          <w:cs/>
          <w:lang w:bidi="bn-IN"/>
        </w:rPr>
        <w:t xml:space="preserve"> এবং দৈহিক অ</w:t>
      </w:r>
      <w:r w:rsidR="00C23862">
        <w:rPr>
          <w:cs/>
          <w:lang w:bidi="bn-IN"/>
        </w:rPr>
        <w:t>সুস্থতা</w:t>
      </w:r>
      <w:r w:rsidR="006B46F0">
        <w:rPr>
          <w:rStyle w:val="libAlaemChar"/>
        </w:rPr>
        <w:t xml:space="preserve"> </w:t>
      </w:r>
      <w:r w:rsidRPr="007710BF">
        <w:rPr>
          <w:cs/>
          <w:lang w:bidi="bn-IN"/>
        </w:rPr>
        <w:t>একই।</w:t>
      </w:r>
    </w:p>
    <w:p w:rsidR="006B46F0" w:rsidRDefault="007710BF" w:rsidP="00895143">
      <w:pPr>
        <w:pStyle w:val="libNormal"/>
        <w:rPr>
          <w:lang w:bidi="bn-IN"/>
        </w:rPr>
      </w:pPr>
      <w:r w:rsidRPr="007710BF">
        <w:rPr>
          <w:cs/>
          <w:lang w:bidi="bn-IN"/>
        </w:rPr>
        <w:t>এটা আনন্দের বিষয় যে</w:t>
      </w:r>
      <w:r w:rsidR="00895143">
        <w:t>,</w:t>
      </w:r>
      <w:r w:rsidRPr="007710BF">
        <w:rPr>
          <w:cs/>
          <w:lang w:bidi="bn-IN"/>
        </w:rPr>
        <w:t xml:space="preserve">বর্তমানে এটা প্রমাণ করা </w:t>
      </w:r>
      <w:r w:rsidR="006B46F0">
        <w:rPr>
          <w:cs/>
          <w:lang w:bidi="bn-IN"/>
        </w:rPr>
        <w:t>সম্ভব</w:t>
      </w:r>
      <w:r w:rsidRPr="007710BF">
        <w:rPr>
          <w:cs/>
          <w:lang w:bidi="bn-IN"/>
        </w:rPr>
        <w:t xml:space="preserve"> হয়েছে একজন মানুষ শারীরিক</w:t>
      </w:r>
      <w:r w:rsidR="006B46F0">
        <w:rPr>
          <w:lang w:bidi="bn-IN"/>
        </w:rPr>
        <w:t xml:space="preserve"> </w:t>
      </w:r>
      <w:r w:rsidRPr="007710BF">
        <w:rPr>
          <w:cs/>
          <w:lang w:bidi="bn-IN"/>
        </w:rPr>
        <w:t>দৃষ্টিকোণ থেকে (যেমন শরীরে লোহিত ও শ্বেত রক্তকণিকার পরিমাণ দেহে ভিটামিনের পরিমাণ</w:t>
      </w:r>
      <w:r w:rsidR="00895143">
        <w:t>,</w:t>
      </w:r>
      <w:r w:rsidRPr="007710BF">
        <w:rPr>
          <w:cs/>
          <w:lang w:bidi="bn-IN"/>
        </w:rPr>
        <w:t>পরিপাকতন্ত্রের মেটাবলিক কার্যক্রম</w:t>
      </w:r>
      <w:r w:rsidR="00895143">
        <w:t>,</w:t>
      </w:r>
      <w:r w:rsidRPr="007710BF">
        <w:rPr>
          <w:cs/>
          <w:lang w:bidi="bn-IN"/>
        </w:rPr>
        <w:t xml:space="preserve">এমনকি নিউরোলজিক দৃষ্টিকোণ থেকে) </w:t>
      </w:r>
      <w:r w:rsidR="001933EC">
        <w:rPr>
          <w:cs/>
          <w:lang w:bidi="bn-IN"/>
        </w:rPr>
        <w:t>সম্পূর্ণ</w:t>
      </w:r>
      <w:r w:rsidRPr="007710BF">
        <w:rPr>
          <w:cs/>
          <w:lang w:bidi="bn-IN"/>
        </w:rPr>
        <w:t xml:space="preserve"> </w:t>
      </w:r>
      <w:r w:rsidRPr="007710BF">
        <w:rPr>
          <w:cs/>
          <w:lang w:bidi="bn-IN"/>
        </w:rPr>
        <w:lastRenderedPageBreak/>
        <w:t>সুস্থ হওয়া সত্ত্বেও</w:t>
      </w:r>
      <w:r w:rsidR="006B46F0">
        <w:rPr>
          <w:lang w:bidi="bn-IN"/>
        </w:rPr>
        <w:t xml:space="preserve"> </w:t>
      </w:r>
      <w:r w:rsidRPr="007710BF">
        <w:rPr>
          <w:cs/>
          <w:lang w:bidi="bn-IN"/>
        </w:rPr>
        <w:t>মানসিকভাবে অসুস্থ হতে পারে। কিভাবে তা সম্ভব</w:t>
      </w:r>
      <w:r w:rsidRPr="007710BF">
        <w:t xml:space="preserve">? </w:t>
      </w:r>
      <w:r w:rsidRPr="007710BF">
        <w:rPr>
          <w:cs/>
          <w:lang w:bidi="bn-IN"/>
        </w:rPr>
        <w:t xml:space="preserve">আধুনিক পরিভাষায় একে </w:t>
      </w:r>
      <w:r w:rsidRPr="001933EC">
        <w:rPr>
          <w:rStyle w:val="libAlaemChar"/>
        </w:rPr>
        <w:t>‘</w:t>
      </w:r>
      <w:r w:rsidRPr="007710BF">
        <w:rPr>
          <w:cs/>
          <w:lang w:bidi="bn-IN"/>
        </w:rPr>
        <w:t>মানসিক জটিলতা</w:t>
      </w:r>
      <w:r w:rsidRPr="001933EC">
        <w:rPr>
          <w:rStyle w:val="libAlaemChar"/>
        </w:rPr>
        <w:t>’</w:t>
      </w:r>
      <w:r w:rsidR="006B46F0">
        <w:rPr>
          <w:rStyle w:val="libAlaemChar"/>
        </w:rPr>
        <w:t xml:space="preserve"> </w:t>
      </w:r>
      <w:r w:rsidRPr="007710BF">
        <w:rPr>
          <w:cs/>
          <w:lang w:bidi="bn-IN"/>
        </w:rPr>
        <w:t>বলা হয়। আধুনিক বিজ্ঞান মানসিক জটিলতাস</w:t>
      </w:r>
      <w:r w:rsidR="005E5BE9">
        <w:rPr>
          <w:cs/>
          <w:lang w:bidi="bn-IN"/>
        </w:rPr>
        <w:t>ম্প</w:t>
      </w:r>
      <w:r w:rsidRPr="007710BF">
        <w:rPr>
          <w:cs/>
          <w:lang w:bidi="bn-IN"/>
        </w:rPr>
        <w:t>ন্ন মানুষকে অসুস্থ বলে মনে করে। এমন ব্যক্তিরদেহে শারীরিক কোন জটিলতা সৃষ্টি না হয়েই মানসিক জটিলতার সৃষ্টি য়েছে। তাই এ ধরনের</w:t>
      </w:r>
      <w:r w:rsidR="006B46F0">
        <w:rPr>
          <w:lang w:bidi="bn-IN"/>
        </w:rPr>
        <w:t xml:space="preserve"> </w:t>
      </w:r>
      <w:r w:rsidRPr="007710BF">
        <w:rPr>
          <w:cs/>
          <w:lang w:bidi="bn-IN"/>
        </w:rPr>
        <w:t>অ</w:t>
      </w:r>
      <w:r w:rsidR="00C23862">
        <w:rPr>
          <w:cs/>
          <w:lang w:bidi="bn-IN"/>
        </w:rPr>
        <w:t>সুস্থতা</w:t>
      </w:r>
      <w:r w:rsidRPr="007710BF">
        <w:rPr>
          <w:cs/>
          <w:lang w:bidi="bn-IN"/>
        </w:rPr>
        <w:t>র চিকিৎসা শারীরিকভাবে না করে মানসিকভাবে করতে হয়। যেমন অহংকার যা মানসিক</w:t>
      </w:r>
      <w:r w:rsidRPr="001933EC">
        <w:rPr>
          <w:rStyle w:val="libAlaemChar"/>
        </w:rPr>
        <w:t>’</w:t>
      </w:r>
      <w:r w:rsidRPr="007710BF">
        <w:rPr>
          <w:cs/>
          <w:lang w:bidi="bn-IN"/>
        </w:rPr>
        <w:t xml:space="preserve">জটিলতা থেকে </w:t>
      </w:r>
      <w:r w:rsidR="00FE6D44">
        <w:rPr>
          <w:cs/>
          <w:lang w:bidi="bn-IN"/>
        </w:rPr>
        <w:t>উদ্ভূত</w:t>
      </w:r>
      <w:r w:rsidR="00895143">
        <w:t>,</w:t>
      </w:r>
      <w:r w:rsidRPr="007710BF">
        <w:rPr>
          <w:cs/>
          <w:lang w:bidi="bn-IN"/>
        </w:rPr>
        <w:t>একটি রোগ বলে বর্তমানে প্রমাণিত তা প্</w:t>
      </w:r>
      <w:r w:rsidR="006B46F0">
        <w:rPr>
          <w:cs/>
          <w:lang w:bidi="bn-IN"/>
        </w:rPr>
        <w:t>রকৃতপক্ষেই একটি আত্মিক ও মানসিক</w:t>
      </w:r>
      <w:r w:rsidR="006B46F0">
        <w:rPr>
          <w:lang w:bidi="bn-IN"/>
        </w:rPr>
        <w:t xml:space="preserve"> </w:t>
      </w:r>
      <w:r w:rsidRPr="007710BF">
        <w:rPr>
          <w:cs/>
          <w:lang w:bidi="bn-IN"/>
        </w:rPr>
        <w:t>রোগ। কিন্তু কোন ঔষধের দোকানে অহংকার রোগের ঔষধ পাওয়া যাবে কি</w:t>
      </w:r>
      <w:r w:rsidRPr="007710BF">
        <w:t xml:space="preserve">? </w:t>
      </w:r>
      <w:r w:rsidRPr="007710BF">
        <w:rPr>
          <w:cs/>
          <w:lang w:bidi="bn-IN"/>
        </w:rPr>
        <w:t>কিংবা বাস্তবে এটা কি</w:t>
      </w:r>
      <w:r w:rsidR="006B46F0">
        <w:rPr>
          <w:lang w:bidi="bn-IN"/>
        </w:rPr>
        <w:t xml:space="preserve"> </w:t>
      </w:r>
      <w:r w:rsidRPr="007710BF">
        <w:rPr>
          <w:cs/>
          <w:lang w:bidi="bn-IN"/>
        </w:rPr>
        <w:t>সম্ভব যে</w:t>
      </w:r>
      <w:r w:rsidR="00895143">
        <w:t>,</w:t>
      </w:r>
      <w:r w:rsidRPr="007710BF">
        <w:rPr>
          <w:cs/>
          <w:lang w:bidi="bn-IN"/>
        </w:rPr>
        <w:t>অহংকারী ব্যক্তি একটি ট্যাবলেট খাবে আর সাথে সাথে তার অহংকার বিলু</w:t>
      </w:r>
      <w:r w:rsidR="006B46F0">
        <w:rPr>
          <w:cs/>
          <w:lang w:bidi="bn-IN"/>
        </w:rPr>
        <w:t>প্ত</w:t>
      </w:r>
      <w:r w:rsidRPr="007710BF">
        <w:t xml:space="preserve"> </w:t>
      </w:r>
      <w:r w:rsidRPr="007710BF">
        <w:rPr>
          <w:cs/>
          <w:lang w:bidi="bn-IN"/>
        </w:rPr>
        <w:t>হয়ে সে এক</w:t>
      </w:r>
      <w:r w:rsidR="006B46F0">
        <w:rPr>
          <w:lang w:bidi="bn-IN"/>
        </w:rPr>
        <w:t xml:space="preserve"> </w:t>
      </w:r>
      <w:r w:rsidRPr="007710BF">
        <w:rPr>
          <w:cs/>
          <w:lang w:bidi="bn-IN"/>
        </w:rPr>
        <w:t>নিরহংকার ব্যক্তিতে পরিণত হয়ে যাবে</w:t>
      </w:r>
      <w:r w:rsidRPr="007710BF">
        <w:t xml:space="preserve">? </w:t>
      </w:r>
      <w:r w:rsidRPr="007710BF">
        <w:rPr>
          <w:cs/>
          <w:lang w:bidi="bn-IN"/>
        </w:rPr>
        <w:t>না</w:t>
      </w:r>
      <w:r w:rsidR="00895143">
        <w:t>,</w:t>
      </w:r>
      <w:r w:rsidRPr="007710BF">
        <w:rPr>
          <w:cs/>
          <w:lang w:bidi="bn-IN"/>
        </w:rPr>
        <w:t>এটা কখনোই সম্ভব নয় যে</w:t>
      </w:r>
      <w:r w:rsidR="00895143">
        <w:t>,</w:t>
      </w:r>
      <w:r w:rsidRPr="007710BF">
        <w:rPr>
          <w:cs/>
          <w:lang w:bidi="bn-IN"/>
        </w:rPr>
        <w:t>জ</w:t>
      </w:r>
      <w:r w:rsidR="006B46F0">
        <w:rPr>
          <w:cs/>
          <w:lang w:bidi="bn-IN"/>
        </w:rPr>
        <w:t>ল্লা</w:t>
      </w:r>
      <w:r w:rsidRPr="007710BF">
        <w:rPr>
          <w:rFonts w:hint="cs"/>
          <w:cs/>
          <w:lang w:bidi="bn-IN"/>
        </w:rPr>
        <w:t xml:space="preserve">দ ও পাষাণ </w:t>
      </w:r>
      <w:r w:rsidR="006B46F0">
        <w:rPr>
          <w:rFonts w:hint="cs"/>
          <w:cs/>
          <w:lang w:bidi="bn-IN"/>
        </w:rPr>
        <w:t>হৃ</w:t>
      </w:r>
      <w:r w:rsidRPr="007710BF">
        <w:rPr>
          <w:cs/>
          <w:lang w:bidi="bn-IN"/>
        </w:rPr>
        <w:t>দয়ের শিমারের মত কাউকে একটা ইনজেকশন পুশ করা হবে বা একটা ট্যাবলেট খাইয়ে দেয়া হবে আর সে</w:t>
      </w:r>
      <w:r w:rsidR="006B46F0">
        <w:rPr>
          <w:lang w:bidi="bn-IN"/>
        </w:rPr>
        <w:t xml:space="preserve"> </w:t>
      </w:r>
      <w:r w:rsidRPr="007710BF">
        <w:rPr>
          <w:cs/>
          <w:lang w:bidi="bn-IN"/>
        </w:rPr>
        <w:t>রাতারাতি একজন দয়ালু</w:t>
      </w:r>
      <w:r w:rsidR="00895143">
        <w:t>,</w:t>
      </w:r>
      <w:r w:rsidR="006B46F0">
        <w:rPr>
          <w:cs/>
          <w:lang w:bidi="bn-IN"/>
        </w:rPr>
        <w:t>হৃ</w:t>
      </w:r>
      <w:r w:rsidRPr="007710BF">
        <w:rPr>
          <w:cs/>
          <w:lang w:bidi="bn-IN"/>
        </w:rPr>
        <w:t>দয়বান ও প্রশস্ত অন্তরের মানুষে পরিণত হয়ে যাবে। তবে এ ব্যাধিগুলোর</w:t>
      </w:r>
      <w:r w:rsidR="006B46F0">
        <w:rPr>
          <w:lang w:bidi="bn-IN"/>
        </w:rPr>
        <w:t xml:space="preserve"> </w:t>
      </w:r>
      <w:r w:rsidRPr="007710BF">
        <w:rPr>
          <w:cs/>
          <w:lang w:bidi="bn-IN"/>
        </w:rPr>
        <w:t>চিকিৎসার বিশেষ পদ্ধতি রয়েছে যা এভাবে নয়।</w:t>
      </w:r>
    </w:p>
    <w:p w:rsidR="006B46F0" w:rsidRDefault="007710BF" w:rsidP="00895143">
      <w:pPr>
        <w:pStyle w:val="libNormal"/>
        <w:rPr>
          <w:lang w:bidi="bn-IN"/>
        </w:rPr>
      </w:pPr>
      <w:r w:rsidRPr="007710BF">
        <w:rPr>
          <w:cs/>
          <w:lang w:bidi="bn-IN"/>
        </w:rPr>
        <w:t>এমনকি শারীরিক অ</w:t>
      </w:r>
      <w:r w:rsidR="00C23862">
        <w:rPr>
          <w:cs/>
          <w:lang w:bidi="bn-IN"/>
        </w:rPr>
        <w:t>সুস্থতা</w:t>
      </w:r>
      <w:r w:rsidRPr="007710BF">
        <w:rPr>
          <w:cs/>
          <w:lang w:bidi="bn-IN"/>
        </w:rPr>
        <w:t>র চিকিৎসাও কখনো কখনো মানসিকভাবে করা সম্ভব। যেমনভাবে</w:t>
      </w:r>
      <w:r w:rsidR="006B46F0">
        <w:rPr>
          <w:rStyle w:val="libAlaemChar"/>
        </w:rPr>
        <w:t xml:space="preserve"> </w:t>
      </w:r>
      <w:r w:rsidRPr="007710BF">
        <w:rPr>
          <w:cs/>
          <w:lang w:bidi="bn-IN"/>
        </w:rPr>
        <w:t>কখনো কখনো মানসিক ব্যাধির চিকিৎসা শারীরিকভাবে করা হয়ে থাকে। যেমন কোন রোগ হয়তো</w:t>
      </w:r>
      <w:r w:rsidR="006B46F0">
        <w:rPr>
          <w:lang w:bidi="bn-IN"/>
        </w:rPr>
        <w:t xml:space="preserve"> </w:t>
      </w:r>
      <w:r w:rsidRPr="007710BF">
        <w:rPr>
          <w:cs/>
          <w:lang w:bidi="bn-IN"/>
        </w:rPr>
        <w:t>শারীরিক</w:t>
      </w:r>
      <w:r w:rsidR="00895143">
        <w:t>,</w:t>
      </w:r>
      <w:r w:rsidRPr="007710BF">
        <w:rPr>
          <w:cs/>
          <w:lang w:bidi="bn-IN"/>
        </w:rPr>
        <w:t>কিন্তু মানসিক উদ্দীপনা ও আত্মিক শক্তি বৃদ্ধির মাধ্যমে তার চিকিৎসা করা হয়। এ বিষয়ে</w:t>
      </w:r>
      <w:r w:rsidR="006B46F0">
        <w:rPr>
          <w:lang w:bidi="bn-IN"/>
        </w:rPr>
        <w:t xml:space="preserve"> </w:t>
      </w:r>
      <w:r w:rsidRPr="007710BF">
        <w:rPr>
          <w:cs/>
          <w:lang w:bidi="bn-IN"/>
        </w:rPr>
        <w:t>আলোচনা বেশ ব্যাপক এবং বিষয়টি আশ্চর্য হওয়ার মতোও বটে। তাই নিশ্চিতভাবে বলা যায়</w:t>
      </w:r>
      <w:r w:rsidR="00895143">
        <w:t>,</w:t>
      </w:r>
      <w:r w:rsidRPr="007710BF">
        <w:rPr>
          <w:cs/>
          <w:lang w:bidi="bn-IN"/>
        </w:rPr>
        <w:t>মানুষ</w:t>
      </w:r>
      <w:r w:rsidR="006B46F0">
        <w:rPr>
          <w:lang w:bidi="bn-IN"/>
        </w:rPr>
        <w:t xml:space="preserve"> </w:t>
      </w:r>
      <w:r w:rsidRPr="007710BF">
        <w:rPr>
          <w:cs/>
          <w:lang w:bidi="bn-IN"/>
        </w:rPr>
        <w:t xml:space="preserve">দেহ ও মনের সমন্বয়ে এক সৃষ্টি এবং মানুষের মন তার দেহ হতে </w:t>
      </w:r>
      <w:r w:rsidR="006B46F0">
        <w:rPr>
          <w:cs/>
          <w:lang w:bidi="bn-IN"/>
        </w:rPr>
        <w:t>স্বা</w:t>
      </w:r>
      <w:r w:rsidRPr="007710BF">
        <w:rPr>
          <w:cs/>
          <w:lang w:bidi="bn-IN"/>
        </w:rPr>
        <w:t xml:space="preserve">ধীন ও </w:t>
      </w:r>
      <w:r w:rsidR="006B46F0">
        <w:rPr>
          <w:cs/>
          <w:lang w:bidi="bn-IN"/>
        </w:rPr>
        <w:t>সম্পূর্ণরূপে দেহের</w:t>
      </w:r>
      <w:r w:rsidR="006B46F0">
        <w:rPr>
          <w:lang w:bidi="bn-IN"/>
        </w:rPr>
        <w:t xml:space="preserve"> </w:t>
      </w:r>
      <w:r w:rsidRPr="007710BF">
        <w:rPr>
          <w:cs/>
          <w:lang w:bidi="bn-IN"/>
        </w:rPr>
        <w:t>অনুগামী নয়। তেমনিভাবে দেহও পুরোপুরি মনের অনুগামী নয়। তবে এরা একে অপরকে প্রভাবিত</w:t>
      </w:r>
      <w:r w:rsidR="006B46F0">
        <w:rPr>
          <w:lang w:bidi="bn-IN"/>
        </w:rPr>
        <w:t xml:space="preserve"> </w:t>
      </w:r>
      <w:r w:rsidRPr="007710BF">
        <w:rPr>
          <w:cs/>
          <w:lang w:bidi="bn-IN"/>
        </w:rPr>
        <w:t>করে। জ্ঞানীদের ভাষায় দেহ ও মন একে অপরের উপর গঠনমূলক প্রভাব ফেলে। অর্থাৎ যেমনভাবে</w:t>
      </w:r>
      <w:r w:rsidR="006B46F0">
        <w:rPr>
          <w:lang w:bidi="bn-IN"/>
        </w:rPr>
        <w:t xml:space="preserve"> </w:t>
      </w:r>
      <w:r w:rsidRPr="007710BF">
        <w:rPr>
          <w:cs/>
          <w:lang w:bidi="bn-IN"/>
        </w:rPr>
        <w:t>দেহ মনের উপর প্রভাব ফেলে তেমনভাবে মনও দেহের উপর প্রভাব ফেলে। সেই সাথে পরস্পর</w:t>
      </w:r>
      <w:r w:rsidR="006B46F0">
        <w:rPr>
          <w:lang w:bidi="bn-IN"/>
        </w:rPr>
        <w:t xml:space="preserve"> </w:t>
      </w:r>
      <w:r w:rsidRPr="007710BF">
        <w:rPr>
          <w:cs/>
          <w:lang w:bidi="bn-IN"/>
        </w:rPr>
        <w:t xml:space="preserve">থেকে </w:t>
      </w:r>
      <w:r w:rsidR="006B46F0">
        <w:rPr>
          <w:cs/>
          <w:lang w:bidi="bn-IN"/>
        </w:rPr>
        <w:t>স্ব</w:t>
      </w:r>
      <w:r w:rsidRPr="007710BF">
        <w:rPr>
          <w:cs/>
          <w:lang w:bidi="bn-IN"/>
        </w:rPr>
        <w:t xml:space="preserve">তন্ত্র ও </w:t>
      </w:r>
      <w:r w:rsidR="006B46F0">
        <w:rPr>
          <w:cs/>
          <w:lang w:bidi="bn-IN"/>
        </w:rPr>
        <w:t>স্বা</w:t>
      </w:r>
      <w:r w:rsidRPr="007710BF">
        <w:rPr>
          <w:cs/>
          <w:lang w:bidi="bn-IN"/>
        </w:rPr>
        <w:t xml:space="preserve">ধীনভাবেও কাজ করে। তাই মানুষের মনোজগৎ একটি </w:t>
      </w:r>
      <w:r w:rsidR="006B46F0">
        <w:rPr>
          <w:cs/>
          <w:lang w:bidi="bn-IN"/>
        </w:rPr>
        <w:t>স্বা</w:t>
      </w:r>
      <w:r w:rsidRPr="007710BF">
        <w:rPr>
          <w:cs/>
          <w:lang w:bidi="bn-IN"/>
        </w:rPr>
        <w:t>ধীন জগতের অধিকারী।</w:t>
      </w:r>
    </w:p>
    <w:p w:rsidR="008C08D8" w:rsidRDefault="007710BF" w:rsidP="00895143">
      <w:pPr>
        <w:pStyle w:val="libNormal"/>
      </w:pPr>
      <w:r w:rsidRPr="007710BF">
        <w:rPr>
          <w:cs/>
          <w:lang w:bidi="bn-IN"/>
        </w:rPr>
        <w:lastRenderedPageBreak/>
        <w:t>আমরা পূর্ণ মানবের আলোচনায় প্রবেশের পূর্বে ত্রুটিহীন ও ত্রুটিযুক্ত মানুষের বিষয়টি এনেছি</w:t>
      </w:r>
      <w:r w:rsidR="006B46F0">
        <w:rPr>
          <w:lang w:bidi="bn-IN"/>
        </w:rPr>
        <w:t xml:space="preserve"> </w:t>
      </w:r>
      <w:r w:rsidRPr="007710BF">
        <w:rPr>
          <w:cs/>
          <w:lang w:bidi="bn-IN"/>
        </w:rPr>
        <w:t>এজন্য যে</w:t>
      </w:r>
      <w:r w:rsidR="00895143">
        <w:t>,</w:t>
      </w:r>
      <w:r w:rsidRPr="007710BF">
        <w:rPr>
          <w:cs/>
          <w:lang w:bidi="bn-IN"/>
        </w:rPr>
        <w:t>আমাদের নিকট এটা পরিষ্কার হওয়া যে</w:t>
      </w:r>
      <w:r w:rsidR="00895143">
        <w:t>,</w:t>
      </w:r>
      <w:r w:rsidRPr="007710BF">
        <w:rPr>
          <w:cs/>
          <w:lang w:bidi="bn-IN"/>
        </w:rPr>
        <w:t xml:space="preserve">আমাদের উদ্দেশ্য এখানে শারীরিক </w:t>
      </w:r>
      <w:r w:rsidR="00C23862">
        <w:rPr>
          <w:cs/>
          <w:lang w:bidi="bn-IN"/>
        </w:rPr>
        <w:t>সুস্থতা</w:t>
      </w:r>
      <w:r w:rsidRPr="007710BF">
        <w:rPr>
          <w:cs/>
          <w:lang w:bidi="bn-IN"/>
        </w:rPr>
        <w:t xml:space="preserve"> বা</w:t>
      </w:r>
      <w:r w:rsidR="006B46F0">
        <w:rPr>
          <w:rStyle w:val="libAlaemChar"/>
        </w:rPr>
        <w:t xml:space="preserve"> </w:t>
      </w:r>
      <w:r w:rsidRPr="007710BF">
        <w:rPr>
          <w:cs/>
          <w:lang w:bidi="bn-IN"/>
        </w:rPr>
        <w:t>ত্রুটি নয় এবং আমাদের উদ্দেশ্য এটাও নয় যে</w:t>
      </w:r>
      <w:r w:rsidR="00895143">
        <w:t>,</w:t>
      </w:r>
      <w:r w:rsidRPr="007710BF">
        <w:rPr>
          <w:cs/>
          <w:lang w:bidi="bn-IN"/>
        </w:rPr>
        <w:t>মানব দেহ কতটা সুস্থ তা নিরীক্ষা করা। প্রকৃতপক্ষে</w:t>
      </w:r>
      <w:r w:rsidR="006B46F0">
        <w:rPr>
          <w:lang w:bidi="bn-IN"/>
        </w:rPr>
        <w:t xml:space="preserve"> </w:t>
      </w:r>
      <w:r w:rsidRPr="007710BF">
        <w:rPr>
          <w:cs/>
          <w:lang w:bidi="bn-IN"/>
        </w:rPr>
        <w:t>তা দিয়ে আমাদের কাজও নেই। আমাদের লক্ষ্য হলো বাস্তবে এটা প্রমাণ করা যে</w:t>
      </w:r>
      <w:r w:rsidR="00895143">
        <w:t>,</w:t>
      </w:r>
      <w:r w:rsidRPr="007710BF">
        <w:rPr>
          <w:cs/>
          <w:lang w:bidi="bn-IN"/>
        </w:rPr>
        <w:t>মানুষ যেমনভাবে</w:t>
      </w:r>
      <w:r w:rsidR="006B46F0">
        <w:rPr>
          <w:lang w:bidi="bn-IN"/>
        </w:rPr>
        <w:t xml:space="preserve"> </w:t>
      </w:r>
      <w:r w:rsidRPr="007710BF">
        <w:rPr>
          <w:cs/>
          <w:lang w:bidi="bn-IN"/>
        </w:rPr>
        <w:t xml:space="preserve">মানসিকভাবে সুস্থ হতে পারে তেমনিভাবে ত্রুটিযুক্ত ও </w:t>
      </w:r>
      <w:r w:rsidR="006B46F0">
        <w:rPr>
          <w:cs/>
          <w:lang w:bidi="bn-IN"/>
        </w:rPr>
        <w:t>অসুস্থ</w:t>
      </w:r>
      <w:r w:rsidRPr="007710BF">
        <w:rPr>
          <w:cs/>
          <w:lang w:bidi="bn-IN"/>
        </w:rPr>
        <w:t>ও হতে পারে। কোরআন এ সত্যকে</w:t>
      </w:r>
      <w:r w:rsidR="006B46F0">
        <w:rPr>
          <w:rStyle w:val="libAlaemChar"/>
        </w:rPr>
        <w:t xml:space="preserve"> </w:t>
      </w:r>
      <w:r w:rsidR="006B46F0">
        <w:rPr>
          <w:cs/>
          <w:lang w:bidi="bn-IN"/>
        </w:rPr>
        <w:t>স্ব</w:t>
      </w:r>
      <w:r w:rsidRPr="007710BF">
        <w:rPr>
          <w:cs/>
          <w:lang w:bidi="bn-IN"/>
        </w:rPr>
        <w:t>ীকৃতি দিয়ে বলছে</w:t>
      </w:r>
      <w:r w:rsidR="00895143">
        <w:t>,</w:t>
      </w:r>
    </w:p>
    <w:p w:rsidR="008C08D8" w:rsidRPr="008C08D8" w:rsidRDefault="008C08D8" w:rsidP="00CF74B9">
      <w:pPr>
        <w:pStyle w:val="libAie"/>
      </w:pPr>
      <w:r w:rsidRPr="008C08D8">
        <w:rPr>
          <w:rStyle w:val="libAlaemChar"/>
        </w:rPr>
        <w:t>)</w:t>
      </w:r>
      <w:r w:rsidRPr="00CF74B9">
        <w:rPr>
          <w:rFonts w:hint="cs"/>
          <w:rtl/>
        </w:rPr>
        <w:t>فِي</w:t>
      </w:r>
      <w:r w:rsidRPr="00DA3BE4">
        <w:rPr>
          <w:rFonts w:hint="cs"/>
          <w:rtl/>
        </w:rPr>
        <w:t xml:space="preserve"> </w:t>
      </w:r>
      <w:r w:rsidRPr="00CF74B9">
        <w:rPr>
          <w:rFonts w:hint="cs"/>
          <w:rtl/>
        </w:rPr>
        <w:t>قُلُوبِهِم</w:t>
      </w:r>
      <w:r w:rsidRPr="00DA3BE4">
        <w:rPr>
          <w:rFonts w:hint="cs"/>
          <w:rtl/>
        </w:rPr>
        <w:t xml:space="preserve"> </w:t>
      </w:r>
      <w:r w:rsidRPr="00CF74B9">
        <w:rPr>
          <w:rFonts w:hint="cs"/>
          <w:rtl/>
        </w:rPr>
        <w:t>مَّرَ</w:t>
      </w:r>
      <w:r w:rsidRPr="00DA3BE4">
        <w:rPr>
          <w:rFonts w:hint="cs"/>
          <w:rtl/>
        </w:rPr>
        <w:t>‌</w:t>
      </w:r>
      <w:r w:rsidRPr="00CF74B9">
        <w:rPr>
          <w:rFonts w:hint="cs"/>
          <w:rtl/>
        </w:rPr>
        <w:t>ضٌ</w:t>
      </w:r>
      <w:r w:rsidRPr="00DA3BE4">
        <w:rPr>
          <w:rFonts w:hint="cs"/>
          <w:rtl/>
        </w:rPr>
        <w:t xml:space="preserve"> </w:t>
      </w:r>
      <w:r w:rsidRPr="00CF74B9">
        <w:rPr>
          <w:rFonts w:hint="cs"/>
          <w:rtl/>
        </w:rPr>
        <w:t>فَزَادَهُمُ</w:t>
      </w:r>
      <w:r w:rsidRPr="00DA3BE4">
        <w:rPr>
          <w:rFonts w:hint="cs"/>
          <w:rtl/>
        </w:rPr>
        <w:t xml:space="preserve"> </w:t>
      </w:r>
      <w:r w:rsidRPr="00CF74B9">
        <w:rPr>
          <w:rFonts w:hint="cs"/>
          <w:rtl/>
        </w:rPr>
        <w:t>اللَّـهُ</w:t>
      </w:r>
      <w:r w:rsidRPr="00DA3BE4">
        <w:rPr>
          <w:rFonts w:hint="cs"/>
          <w:rtl/>
        </w:rPr>
        <w:t xml:space="preserve"> </w:t>
      </w:r>
      <w:r w:rsidRPr="00CF74B9">
        <w:rPr>
          <w:rFonts w:hint="cs"/>
          <w:rtl/>
        </w:rPr>
        <w:t>مَرَ</w:t>
      </w:r>
      <w:r w:rsidRPr="00DA3BE4">
        <w:rPr>
          <w:rFonts w:hint="cs"/>
          <w:rtl/>
        </w:rPr>
        <w:t>‌</w:t>
      </w:r>
      <w:r w:rsidRPr="00CF74B9">
        <w:rPr>
          <w:rFonts w:hint="cs"/>
          <w:rtl/>
        </w:rPr>
        <w:t>ضًا</w:t>
      </w:r>
      <w:r w:rsidRPr="008C08D8">
        <w:rPr>
          <w:rStyle w:val="libAlaemChar"/>
        </w:rPr>
        <w:t>(</w:t>
      </w:r>
    </w:p>
    <w:p w:rsidR="008C08D8" w:rsidRDefault="007710BF" w:rsidP="00895143">
      <w:pPr>
        <w:pStyle w:val="libNormal"/>
        <w:rPr>
          <w:rStyle w:val="libAlaemChar"/>
        </w:rPr>
      </w:pPr>
      <w:r w:rsidRPr="001933EC">
        <w:rPr>
          <w:rStyle w:val="libAlaemChar"/>
        </w:rPr>
        <w:t>“</w:t>
      </w:r>
      <w:r w:rsidRPr="007710BF">
        <w:rPr>
          <w:cs/>
          <w:lang w:bidi="bn-IN"/>
        </w:rPr>
        <w:t>তাদের অন্তরে অসুস্থতা রয়েছে</w:t>
      </w:r>
      <w:r w:rsidR="00895143">
        <w:t>,</w:t>
      </w:r>
      <w:r w:rsidRPr="007710BF">
        <w:rPr>
          <w:cs/>
          <w:lang w:bidi="bn-IN"/>
        </w:rPr>
        <w:t>অতঃপর আ</w:t>
      </w:r>
      <w:r w:rsidR="006B46F0">
        <w:rPr>
          <w:cs/>
          <w:lang w:bidi="bn-IN"/>
        </w:rPr>
        <w:t>ল্লা</w:t>
      </w:r>
      <w:r w:rsidR="008C08D8">
        <w:rPr>
          <w:rFonts w:hint="cs"/>
          <w:cs/>
          <w:lang w:bidi="bn-IN"/>
        </w:rPr>
        <w:t>হ</w:t>
      </w:r>
      <w:r w:rsidR="008C08D8">
        <w:rPr>
          <w:lang w:bidi="bn-IN"/>
        </w:rPr>
        <w:t xml:space="preserve"> </w:t>
      </w:r>
      <w:r w:rsidR="008C08D8">
        <w:rPr>
          <w:cs/>
          <w:lang w:bidi="bn-IN"/>
        </w:rPr>
        <w:t>তাদে</w:t>
      </w:r>
      <w:r w:rsidRPr="007710BF">
        <w:rPr>
          <w:rFonts w:hint="cs"/>
          <w:cs/>
          <w:lang w:bidi="bn-IN"/>
        </w:rPr>
        <w:t>র এ অ</w:t>
      </w:r>
      <w:r w:rsidR="00C23862">
        <w:rPr>
          <w:rFonts w:hint="cs"/>
          <w:cs/>
          <w:lang w:bidi="bn-IN"/>
        </w:rPr>
        <w:t>সুস্থতা</w:t>
      </w:r>
      <w:r w:rsidRPr="007710BF">
        <w:rPr>
          <w:cs/>
          <w:lang w:bidi="bn-IN"/>
        </w:rPr>
        <w:t>কে বৃদ্ধি করে দেন।</w:t>
      </w:r>
      <w:r w:rsidRPr="001933EC">
        <w:rPr>
          <w:rStyle w:val="libAlaemChar"/>
        </w:rPr>
        <w:t>”</w:t>
      </w:r>
      <w:r w:rsidRPr="007710BF">
        <w:t xml:space="preserve"> (</w:t>
      </w:r>
      <w:r w:rsidRPr="007710BF">
        <w:rPr>
          <w:cs/>
          <w:lang w:bidi="bn-IN"/>
        </w:rPr>
        <w:t>সূরা বাকারাহ্ : ১০)</w:t>
      </w:r>
      <w:r w:rsidRPr="001933EC">
        <w:rPr>
          <w:rStyle w:val="libAlaemChar"/>
        </w:rPr>
        <w:t>’</w:t>
      </w:r>
    </w:p>
    <w:p w:rsidR="008C08D8" w:rsidRDefault="007710BF" w:rsidP="00895143">
      <w:pPr>
        <w:pStyle w:val="libNormal"/>
      </w:pPr>
      <w:r w:rsidRPr="007710BF">
        <w:rPr>
          <w:cs/>
          <w:lang w:bidi="bn-IN"/>
        </w:rPr>
        <w:t>এখানে আ</w:t>
      </w:r>
      <w:r w:rsidR="006B46F0">
        <w:rPr>
          <w:cs/>
          <w:lang w:bidi="bn-IN"/>
        </w:rPr>
        <w:t>ল্লা</w:t>
      </w:r>
      <w:r w:rsidRPr="007710BF">
        <w:rPr>
          <w:rFonts w:hint="cs"/>
          <w:cs/>
          <w:lang w:bidi="bn-IN"/>
        </w:rPr>
        <w:t xml:space="preserve">হ্ বলছেন তাদের অন্তর রোগাক্রান্ত ও রূহ </w:t>
      </w:r>
      <w:r w:rsidR="006B46F0">
        <w:rPr>
          <w:rFonts w:hint="cs"/>
          <w:cs/>
          <w:lang w:bidi="bn-IN"/>
        </w:rPr>
        <w:t>অসুস্থ</w:t>
      </w:r>
      <w:r w:rsidR="00895143">
        <w:t>,</w:t>
      </w:r>
      <w:r w:rsidRPr="007710BF">
        <w:rPr>
          <w:cs/>
          <w:lang w:bidi="bn-IN"/>
        </w:rPr>
        <w:t>এটা বলেননি যে</w:t>
      </w:r>
      <w:r w:rsidR="00895143">
        <w:t>,</w:t>
      </w:r>
      <w:r w:rsidRPr="007710BF">
        <w:rPr>
          <w:cs/>
          <w:lang w:bidi="bn-IN"/>
        </w:rPr>
        <w:t>তাদের চক্ষু</w:t>
      </w:r>
      <w:r w:rsidR="008C08D8">
        <w:rPr>
          <w:rStyle w:val="libAlaemChar"/>
        </w:rPr>
        <w:t xml:space="preserve"> </w:t>
      </w:r>
      <w:r w:rsidR="006B46F0">
        <w:rPr>
          <w:cs/>
          <w:lang w:bidi="bn-IN"/>
        </w:rPr>
        <w:t>অসুস্থ</w:t>
      </w:r>
      <w:r w:rsidRPr="007710BF">
        <w:rPr>
          <w:cs/>
          <w:lang w:bidi="hi-IN"/>
        </w:rPr>
        <w:t xml:space="preserve">। </w:t>
      </w:r>
      <w:r w:rsidRPr="007710BF">
        <w:rPr>
          <w:cs/>
          <w:lang w:bidi="bn-IN"/>
        </w:rPr>
        <w:t xml:space="preserve">এখানে লক্ষণীয় কোরআন </w:t>
      </w:r>
      <w:r w:rsidR="006B46F0">
        <w:rPr>
          <w:cs/>
          <w:lang w:bidi="bn-IN"/>
        </w:rPr>
        <w:t>হৃ</w:t>
      </w:r>
      <w:r w:rsidRPr="007710BF">
        <w:rPr>
          <w:cs/>
          <w:lang w:bidi="bn-IN"/>
        </w:rPr>
        <w:t xml:space="preserve">দয় বা অন্তর বলতে যা বুঝিয়েছে তা চিকিৎসা বিজ্ঞানের </w:t>
      </w:r>
      <w:r w:rsidR="006B46F0">
        <w:rPr>
          <w:cs/>
          <w:lang w:bidi="bn-IN"/>
        </w:rPr>
        <w:t>হৃ</w:t>
      </w:r>
      <w:r w:rsidRPr="007710BF">
        <w:rPr>
          <w:cs/>
          <w:lang w:bidi="bn-IN"/>
        </w:rPr>
        <w:t>দয় বা</w:t>
      </w:r>
      <w:r w:rsidR="008C08D8">
        <w:rPr>
          <w:rStyle w:val="libAlaemChar"/>
        </w:rPr>
        <w:t xml:space="preserve"> </w:t>
      </w:r>
      <w:r w:rsidR="006B46F0">
        <w:rPr>
          <w:cs/>
          <w:lang w:bidi="bn-IN"/>
        </w:rPr>
        <w:t>হৃ</w:t>
      </w:r>
      <w:r w:rsidRPr="007710BF">
        <w:rPr>
          <w:cs/>
          <w:lang w:bidi="bn-IN"/>
        </w:rPr>
        <w:t>ৎপিণ্ড নয় যে</w:t>
      </w:r>
      <w:r w:rsidR="00895143">
        <w:t>,</w:t>
      </w:r>
      <w:r w:rsidRPr="007710BF">
        <w:rPr>
          <w:cs/>
          <w:lang w:bidi="bn-IN"/>
        </w:rPr>
        <w:t xml:space="preserve">এর আরোগ্যের জন্য </w:t>
      </w:r>
      <w:r w:rsidR="006B46F0">
        <w:rPr>
          <w:cs/>
          <w:lang w:bidi="bn-IN"/>
        </w:rPr>
        <w:t>হৃ</w:t>
      </w:r>
      <w:r w:rsidRPr="007710BF">
        <w:rPr>
          <w:cs/>
          <w:lang w:bidi="bn-IN"/>
        </w:rPr>
        <w:t>দরোগ বিশেষজ্ঞের শরণাপন্ন হতে হবে। কোরআনের বর্ণিত</w:t>
      </w:r>
      <w:r w:rsidR="008C08D8">
        <w:rPr>
          <w:lang w:bidi="bn-IN"/>
        </w:rPr>
        <w:t xml:space="preserve"> </w:t>
      </w:r>
      <w:r w:rsidR="006B46F0">
        <w:rPr>
          <w:cs/>
          <w:lang w:bidi="bn-IN"/>
        </w:rPr>
        <w:t>হৃ</w:t>
      </w:r>
      <w:r w:rsidRPr="007710BF">
        <w:rPr>
          <w:cs/>
          <w:lang w:bidi="bn-IN"/>
        </w:rPr>
        <w:t>দয় হলো মানুষের আত্মা ও মানস। যেমন কোরআন অন্যত্র বলছে</w:t>
      </w:r>
      <w:r w:rsidR="00895143">
        <w:t>,</w:t>
      </w:r>
    </w:p>
    <w:p w:rsidR="008C08D8" w:rsidRPr="00DA3BE4" w:rsidRDefault="008C08D8" w:rsidP="00CF74B9">
      <w:pPr>
        <w:pStyle w:val="libAie"/>
      </w:pPr>
      <w:r w:rsidRPr="008C08D8">
        <w:rPr>
          <w:rStyle w:val="libAlaemChar"/>
        </w:rPr>
        <w:t>)</w:t>
      </w:r>
      <w:r w:rsidRPr="00CF74B9">
        <w:rPr>
          <w:rFonts w:hint="cs"/>
          <w:rtl/>
        </w:rPr>
        <w:t>وَنُنَزِّلُ</w:t>
      </w:r>
      <w:r w:rsidRPr="00DA3BE4">
        <w:rPr>
          <w:rFonts w:hint="cs"/>
          <w:rtl/>
        </w:rPr>
        <w:t xml:space="preserve"> </w:t>
      </w:r>
      <w:r w:rsidRPr="00CF74B9">
        <w:rPr>
          <w:rFonts w:hint="cs"/>
          <w:rtl/>
        </w:rPr>
        <w:t>مِنَ</w:t>
      </w:r>
      <w:r w:rsidRPr="00DA3BE4">
        <w:rPr>
          <w:rFonts w:hint="cs"/>
          <w:rtl/>
        </w:rPr>
        <w:t xml:space="preserve"> </w:t>
      </w:r>
      <w:r w:rsidRPr="00CF74B9">
        <w:rPr>
          <w:rFonts w:hint="cs"/>
          <w:rtl/>
        </w:rPr>
        <w:t>الْقُرْ</w:t>
      </w:r>
      <w:r w:rsidRPr="00DA3BE4">
        <w:rPr>
          <w:rFonts w:hint="cs"/>
          <w:rtl/>
        </w:rPr>
        <w:t>‌</w:t>
      </w:r>
      <w:r w:rsidRPr="00CF74B9">
        <w:rPr>
          <w:rFonts w:hint="cs"/>
          <w:rtl/>
        </w:rPr>
        <w:t>آنِ</w:t>
      </w:r>
      <w:r w:rsidRPr="00DA3BE4">
        <w:rPr>
          <w:rFonts w:hint="cs"/>
          <w:rtl/>
        </w:rPr>
        <w:t xml:space="preserve"> </w:t>
      </w:r>
      <w:r w:rsidRPr="00CF74B9">
        <w:rPr>
          <w:rFonts w:hint="cs"/>
          <w:rtl/>
        </w:rPr>
        <w:t>مَا</w:t>
      </w:r>
      <w:r w:rsidRPr="00DA3BE4">
        <w:rPr>
          <w:rFonts w:hint="cs"/>
          <w:rtl/>
        </w:rPr>
        <w:t xml:space="preserve"> </w:t>
      </w:r>
      <w:r w:rsidRPr="00CF74B9">
        <w:rPr>
          <w:rFonts w:hint="cs"/>
          <w:rtl/>
        </w:rPr>
        <w:t>هُوَ</w:t>
      </w:r>
      <w:r w:rsidRPr="00DA3BE4">
        <w:rPr>
          <w:rFonts w:hint="cs"/>
          <w:rtl/>
        </w:rPr>
        <w:t xml:space="preserve"> </w:t>
      </w:r>
      <w:r w:rsidRPr="00CF74B9">
        <w:rPr>
          <w:rFonts w:hint="cs"/>
          <w:rtl/>
        </w:rPr>
        <w:t>شِفَاءٌ</w:t>
      </w:r>
      <w:r w:rsidRPr="00DA3BE4">
        <w:rPr>
          <w:rFonts w:hint="cs"/>
          <w:rtl/>
        </w:rPr>
        <w:t xml:space="preserve"> </w:t>
      </w:r>
      <w:r w:rsidRPr="00CF74B9">
        <w:rPr>
          <w:rFonts w:hint="cs"/>
          <w:rtl/>
        </w:rPr>
        <w:t>وَرَ</w:t>
      </w:r>
      <w:r w:rsidRPr="00DA3BE4">
        <w:rPr>
          <w:rFonts w:hint="cs"/>
          <w:rtl/>
        </w:rPr>
        <w:t>‌</w:t>
      </w:r>
      <w:r w:rsidRPr="00CF74B9">
        <w:rPr>
          <w:rFonts w:hint="cs"/>
          <w:rtl/>
        </w:rPr>
        <w:t>حْمَةٌ</w:t>
      </w:r>
      <w:r w:rsidRPr="00DA3BE4">
        <w:rPr>
          <w:rFonts w:hint="cs"/>
          <w:rtl/>
        </w:rPr>
        <w:t xml:space="preserve"> </w:t>
      </w:r>
      <w:r w:rsidRPr="00CF74B9">
        <w:rPr>
          <w:rFonts w:hint="cs"/>
          <w:rtl/>
        </w:rPr>
        <w:t>لِّلْمُؤْمِنِينَ</w:t>
      </w:r>
      <w:r w:rsidRPr="008C08D8">
        <w:rPr>
          <w:rStyle w:val="libAlaemChar"/>
        </w:rPr>
        <w:t>(</w:t>
      </w:r>
    </w:p>
    <w:p w:rsidR="008C08D8" w:rsidRDefault="007710BF" w:rsidP="00895143">
      <w:pPr>
        <w:pStyle w:val="libNormal"/>
        <w:rPr>
          <w:lang w:bidi="bn-IN"/>
        </w:rPr>
      </w:pPr>
      <w:r w:rsidRPr="007710BF">
        <w:t xml:space="preserve"> </w:t>
      </w:r>
      <w:r w:rsidRPr="001933EC">
        <w:rPr>
          <w:rStyle w:val="libAlaemChar"/>
        </w:rPr>
        <w:t>“</w:t>
      </w:r>
      <w:r w:rsidRPr="007710BF">
        <w:rPr>
          <w:cs/>
          <w:lang w:bidi="bn-IN"/>
        </w:rPr>
        <w:t>আমরা কোরআনে যা কিছু অবতীর্ণ করেছি তা মুমিনদের জন্য আরোগ্য লাভের উপায় ও</w:t>
      </w:r>
      <w:r w:rsidR="008C08D8">
        <w:rPr>
          <w:lang w:bidi="bn-IN"/>
        </w:rPr>
        <w:t xml:space="preserve"> </w:t>
      </w:r>
      <w:r w:rsidRPr="007710BF">
        <w:rPr>
          <w:cs/>
          <w:lang w:bidi="bn-IN"/>
        </w:rPr>
        <w:t>রহমত</w:t>
      </w:r>
      <w:r w:rsidR="006B46F0">
        <w:rPr>
          <w:cs/>
          <w:lang w:bidi="bn-IN"/>
        </w:rPr>
        <w:t>স্ব</w:t>
      </w:r>
      <w:r w:rsidRPr="007710BF">
        <w:rPr>
          <w:cs/>
          <w:lang w:bidi="bn-IN"/>
        </w:rPr>
        <w:t>রূপ।</w:t>
      </w:r>
      <w:r w:rsidRPr="001933EC">
        <w:rPr>
          <w:rStyle w:val="libAlaemChar"/>
        </w:rPr>
        <w:t>”</w:t>
      </w:r>
      <w:r w:rsidRPr="007710BF">
        <w:t xml:space="preserve"> (</w:t>
      </w:r>
      <w:r w:rsidRPr="007710BF">
        <w:rPr>
          <w:cs/>
          <w:lang w:bidi="bn-IN"/>
        </w:rPr>
        <w:t>সূরা বনি ইসরাইল : ৮২)</w:t>
      </w:r>
    </w:p>
    <w:p w:rsidR="008C08D8" w:rsidRDefault="007710BF" w:rsidP="00895143">
      <w:pPr>
        <w:pStyle w:val="libNormal"/>
        <w:rPr>
          <w:lang w:bidi="bn-IN"/>
        </w:rPr>
      </w:pPr>
      <w:r w:rsidRPr="007710BF">
        <w:rPr>
          <w:cs/>
          <w:lang w:bidi="bn-IN"/>
        </w:rPr>
        <w:t>সুতরাং কোরআন মুমিনদের জন্য আরোগ্য লাভের উপায়।</w:t>
      </w:r>
      <w:r w:rsidR="008C08D8">
        <w:rPr>
          <w:lang w:bidi="bn-IN"/>
        </w:rPr>
        <w:t xml:space="preserve"> </w:t>
      </w:r>
    </w:p>
    <w:p w:rsidR="008C08D8" w:rsidRDefault="007710BF" w:rsidP="00895143">
      <w:pPr>
        <w:pStyle w:val="libNormal"/>
        <w:rPr>
          <w:lang w:bidi="bn-IN"/>
        </w:rPr>
      </w:pPr>
      <w:r w:rsidRPr="007710BF">
        <w:rPr>
          <w:cs/>
          <w:lang w:bidi="bn-IN"/>
        </w:rPr>
        <w:t>আমিরুল মুমিনীন আলী (আ.) বলেন</w:t>
      </w:r>
      <w:r w:rsidR="00895143">
        <w:t>,</w:t>
      </w:r>
      <w:r w:rsidR="008C08D8" w:rsidRPr="008C08D8">
        <w:rPr>
          <w:rStyle w:val="libArChar"/>
          <w:rFonts w:hint="cs"/>
          <w:rtl/>
        </w:rPr>
        <w:t>الا و انّ من البلاء الفاقة</w:t>
      </w:r>
      <w:r w:rsidR="008C08D8">
        <w:t xml:space="preserve"> </w:t>
      </w:r>
      <w:r w:rsidRPr="001933EC">
        <w:rPr>
          <w:rStyle w:val="libAlaemChar"/>
        </w:rPr>
        <w:t>“</w:t>
      </w:r>
      <w:r w:rsidRPr="007710BF">
        <w:rPr>
          <w:cs/>
          <w:lang w:bidi="bn-IN"/>
        </w:rPr>
        <w:t>জেনে রাখ</w:t>
      </w:r>
      <w:r w:rsidR="00895143">
        <w:t>,</w:t>
      </w:r>
      <w:r w:rsidRPr="007710BF">
        <w:rPr>
          <w:cs/>
          <w:lang w:bidi="bn-IN"/>
        </w:rPr>
        <w:t xml:space="preserve">নিশ্চয়ই দারিদ্র্য একটি </w:t>
      </w:r>
      <w:r w:rsidR="008C08D8" w:rsidRPr="007710BF">
        <w:rPr>
          <w:cs/>
          <w:lang w:bidi="bn-IN"/>
        </w:rPr>
        <w:t>বড় বিপদ</w:t>
      </w:r>
      <w:r w:rsidR="008C08D8">
        <w:rPr>
          <w:lang w:bidi="bn-IN"/>
        </w:rPr>
        <w:t xml:space="preserve"> </w:t>
      </w:r>
      <w:r w:rsidR="008C08D8" w:rsidRPr="008C08D8">
        <w:rPr>
          <w:rStyle w:val="libArChar"/>
          <w:rFonts w:hint="cs"/>
          <w:rtl/>
        </w:rPr>
        <w:t>و اشد من الفاقة مرض البدن</w:t>
      </w:r>
      <w:r w:rsidR="008C08D8" w:rsidRPr="008C08D8">
        <w:rPr>
          <w:rStyle w:val="libArChar"/>
        </w:rPr>
        <w:t xml:space="preserve"> </w:t>
      </w:r>
      <w:r w:rsidRPr="007710BF">
        <w:rPr>
          <w:cs/>
          <w:lang w:bidi="bn-IN"/>
        </w:rPr>
        <w:t>এবং দারিদ্র্য হতে মন্দ শারীরিক অ</w:t>
      </w:r>
      <w:r w:rsidR="00C23862">
        <w:rPr>
          <w:cs/>
          <w:lang w:bidi="bn-IN"/>
        </w:rPr>
        <w:t>সুস্থতা</w:t>
      </w:r>
    </w:p>
    <w:p w:rsidR="008C08D8" w:rsidRDefault="008C08D8" w:rsidP="00895143">
      <w:pPr>
        <w:pStyle w:val="libNormal"/>
        <w:rPr>
          <w:cs/>
          <w:lang w:bidi="bn-IN"/>
        </w:rPr>
      </w:pPr>
      <w:r>
        <w:rPr>
          <w:rStyle w:val="libAlaemChar"/>
          <w:rFonts w:hint="cs"/>
          <w:rtl/>
        </w:rPr>
        <w:t xml:space="preserve"> </w:t>
      </w:r>
      <w:r w:rsidRPr="008C08D8">
        <w:rPr>
          <w:rStyle w:val="libArChar"/>
          <w:rFonts w:hint="cs"/>
          <w:rtl/>
        </w:rPr>
        <w:t xml:space="preserve">و اشد من مرض البدن مرض القلب </w:t>
      </w:r>
      <w:r w:rsidR="007710BF" w:rsidRPr="007710BF">
        <w:rPr>
          <w:cs/>
          <w:lang w:bidi="bn-IN"/>
        </w:rPr>
        <w:t xml:space="preserve">এবং শারীরিক অসুস্থতা হতে </w:t>
      </w:r>
      <w:r>
        <w:rPr>
          <w:cs/>
          <w:lang w:bidi="bn-IN"/>
        </w:rPr>
        <w:t>মন্দ</w:t>
      </w:r>
      <w:r w:rsidR="007710BF" w:rsidRPr="007710BF">
        <w:t xml:space="preserve"> </w:t>
      </w:r>
      <w:r w:rsidR="007710BF" w:rsidRPr="007710BF">
        <w:rPr>
          <w:cs/>
          <w:lang w:bidi="bn-IN"/>
        </w:rPr>
        <w:t xml:space="preserve">ও কঠিন হলো অন্তরের অসুস্থতা। কোরআনের অন্যতম </w:t>
      </w:r>
      <w:r>
        <w:rPr>
          <w:cs/>
          <w:lang w:bidi="bn-IN"/>
        </w:rPr>
        <w:t>পরিকল্পনা</w:t>
      </w:r>
      <w:r w:rsidR="007710BF" w:rsidRPr="007710BF">
        <w:rPr>
          <w:cs/>
          <w:lang w:bidi="bn-IN"/>
        </w:rPr>
        <w:t xml:space="preserve"> হলো সুস্থ মানুষ তৈরি। তাই আমাদের পরিপূর্ণ মানুষ হওয়ার পূর্বে</w:t>
      </w:r>
      <w:r>
        <w:rPr>
          <w:lang w:bidi="bn-IN"/>
        </w:rPr>
        <w:t xml:space="preserve"> </w:t>
      </w:r>
      <w:r w:rsidR="007710BF" w:rsidRPr="007710BF">
        <w:rPr>
          <w:cs/>
          <w:lang w:bidi="bn-IN"/>
        </w:rPr>
        <w:t>সুস্থ ও ত্রুটিহীন মানুষ হতে হবে।</w:t>
      </w:r>
    </w:p>
    <w:p w:rsidR="008C08D8" w:rsidRDefault="008C08D8" w:rsidP="00895143">
      <w:pPr>
        <w:pStyle w:val="libNormal"/>
        <w:rPr>
          <w:cs/>
          <w:lang w:bidi="bn-IN"/>
        </w:rPr>
      </w:pPr>
      <w:r>
        <w:rPr>
          <w:cs/>
          <w:lang w:bidi="bn-IN"/>
        </w:rPr>
        <w:lastRenderedPageBreak/>
        <w:br w:type="page"/>
      </w:r>
    </w:p>
    <w:p w:rsidR="008C08D8" w:rsidRPr="003532E2" w:rsidRDefault="007710BF" w:rsidP="00895143">
      <w:pPr>
        <w:pStyle w:val="libBold1"/>
      </w:pPr>
      <w:r w:rsidRPr="003532E2">
        <w:rPr>
          <w:cs/>
          <w:lang w:bidi="bn-IN"/>
        </w:rPr>
        <w:lastRenderedPageBreak/>
        <w:t>মানবা</w:t>
      </w:r>
      <w:r w:rsidR="008C08D8" w:rsidRPr="003532E2">
        <w:rPr>
          <w:cs/>
          <w:lang w:bidi="bn-IN"/>
        </w:rPr>
        <w:t>ত্মা</w:t>
      </w:r>
      <w:r w:rsidRPr="003532E2">
        <w:rPr>
          <w:cs/>
          <w:lang w:bidi="bn-IN"/>
        </w:rPr>
        <w:t>র ব্যাধি</w:t>
      </w:r>
      <w:r w:rsidR="003532E2">
        <w:rPr>
          <w:cs/>
          <w:lang w:bidi="bn-IN"/>
        </w:rPr>
        <w:t xml:space="preserve"> </w:t>
      </w:r>
    </w:p>
    <w:p w:rsidR="009A597E" w:rsidRDefault="007710BF" w:rsidP="00E10565">
      <w:pPr>
        <w:pStyle w:val="libNormal"/>
      </w:pPr>
      <w:r w:rsidRPr="009A597E">
        <w:rPr>
          <w:cs/>
          <w:lang w:bidi="bn-IN"/>
        </w:rPr>
        <w:t>প্রথমে আমরা যে সকল বস্তু মানবাত্মাকে ব্যাধিগ্রস্ত করে তা সংক্ষেপে আলোচনা করব।</w:t>
      </w:r>
      <w:r w:rsidR="000B64E3" w:rsidRPr="009A597E">
        <w:rPr>
          <w:lang w:bidi="bn-IN"/>
        </w:rPr>
        <w:t xml:space="preserve"> </w:t>
      </w:r>
      <w:r w:rsidRPr="009A597E">
        <w:rPr>
          <w:cs/>
          <w:lang w:bidi="bn-IN"/>
        </w:rPr>
        <w:t>মনস্তাত্ত্বিক দৃষ্টিতে বঞ্চনা আত্মিক রোগের অন্যতম উৎস</w:t>
      </w:r>
      <w:r w:rsidRPr="009A597E">
        <w:rPr>
          <w:cs/>
          <w:lang w:bidi="hi-IN"/>
        </w:rPr>
        <w:t xml:space="preserve">। </w:t>
      </w:r>
      <w:r w:rsidRPr="009A597E">
        <w:rPr>
          <w:cs/>
          <w:lang w:bidi="bn-IN"/>
        </w:rPr>
        <w:t>অধিকাংশ মানসিক রোগের কারণ হলো</w:t>
      </w:r>
      <w:r w:rsidR="009A597E">
        <w:rPr>
          <w:lang w:bidi="bn-IN"/>
        </w:rPr>
        <w:t xml:space="preserve"> </w:t>
      </w:r>
      <w:r w:rsidRPr="009A597E">
        <w:rPr>
          <w:cs/>
          <w:lang w:bidi="bn-IN"/>
        </w:rPr>
        <w:t>বঞ্চনা।</w:t>
      </w:r>
      <w:r w:rsidRPr="003532E2">
        <w:rPr>
          <w:cs/>
          <w:lang w:bidi="bn-IN"/>
        </w:rPr>
        <w:t xml:space="preserve"> আপনারা জানেন</w:t>
      </w:r>
      <w:r w:rsidRPr="007710BF">
        <w:rPr>
          <w:cs/>
          <w:lang w:bidi="bn-IN"/>
        </w:rPr>
        <w:t xml:space="preserve"> ফ্রয়েড বাড়াবাড়িমূলকভাবে এ তত্ত্বের উপর নির্ভর করেছেন</w:t>
      </w:r>
      <w:r w:rsidR="00895143">
        <w:t>,</w:t>
      </w:r>
      <w:r w:rsidRPr="007710BF">
        <w:rPr>
          <w:cs/>
          <w:lang w:bidi="bn-IN"/>
        </w:rPr>
        <w:t>বিশেষত</w:t>
      </w:r>
      <w:r w:rsidR="009A597E">
        <w:rPr>
          <w:lang w:bidi="bn-IN"/>
        </w:rPr>
        <w:t xml:space="preserve"> </w:t>
      </w:r>
      <w:r w:rsidRPr="007710BF">
        <w:rPr>
          <w:cs/>
          <w:lang w:bidi="bn-IN"/>
        </w:rPr>
        <w:t>যৌনতার বিষয়ে। যা হোক বঞ্চনা মানসিক ব্যাধির প্রধান কারণ। বঞ্চনা মানুষের মনে বিদ্বেষের সৃষ্টি</w:t>
      </w:r>
      <w:r w:rsidR="009A597E">
        <w:rPr>
          <w:lang w:bidi="bn-IN"/>
        </w:rPr>
        <w:t xml:space="preserve"> </w:t>
      </w:r>
      <w:r w:rsidRPr="007710BF">
        <w:rPr>
          <w:cs/>
          <w:lang w:bidi="bn-IN"/>
        </w:rPr>
        <w:t>করে। যখন মানুষ অন্তরে কারো প্রতি বিদ্বেষ অনুভব করে তখন তার থেকে প্রতিশোধ গ্রহণ করতে চায়</w:t>
      </w:r>
      <w:r w:rsidR="009A597E">
        <w:rPr>
          <w:lang w:bidi="bn-IN"/>
        </w:rPr>
        <w:t xml:space="preserve"> </w:t>
      </w:r>
      <w:r w:rsidRPr="007710BF">
        <w:rPr>
          <w:cs/>
          <w:lang w:bidi="bn-IN"/>
        </w:rPr>
        <w:t>এবং যতক্ষণ না তাকে হত্যা বা লাঞ্ছিত করতে পারে ততক্ষণ শান্তি লাভ করতে পারে না। এ</w:t>
      </w:r>
      <w:r w:rsidR="009A597E">
        <w:rPr>
          <w:lang w:bidi="bn-IN"/>
        </w:rPr>
        <w:t xml:space="preserve"> </w:t>
      </w:r>
      <w:r w:rsidRPr="007710BF">
        <w:rPr>
          <w:cs/>
          <w:lang w:bidi="bn-IN"/>
        </w:rPr>
        <w:t>প্রতিশোধ স্পৃহাটি কি</w:t>
      </w:r>
      <w:r w:rsidRPr="007710BF">
        <w:t xml:space="preserve">? </w:t>
      </w:r>
    </w:p>
    <w:p w:rsidR="009A597E" w:rsidRDefault="007710BF" w:rsidP="00895143">
      <w:pPr>
        <w:pStyle w:val="libNormal"/>
        <w:rPr>
          <w:lang w:bidi="bn-IN"/>
        </w:rPr>
      </w:pPr>
      <w:r w:rsidRPr="00CF74B9">
        <w:rPr>
          <w:cs/>
          <w:lang w:bidi="bn-IN"/>
        </w:rPr>
        <w:t>হিংসুক ব্যক্তি যখন কারো ভালো বা কল্যাণ দেখে তখন তার সমগ্র কামনা হয়ে ওঠে এটা যে</w:t>
      </w:r>
      <w:r w:rsidR="00895143" w:rsidRPr="00CF74B9">
        <w:t>,</w:t>
      </w:r>
      <w:r w:rsidRPr="00CF74B9">
        <w:rPr>
          <w:cs/>
          <w:lang w:bidi="bn-IN"/>
        </w:rPr>
        <w:t>ঐ</w:t>
      </w:r>
      <w:r w:rsidR="009A597E" w:rsidRPr="00CF74B9">
        <w:t xml:space="preserve"> </w:t>
      </w:r>
      <w:r w:rsidRPr="00CF74B9">
        <w:rPr>
          <w:cs/>
          <w:lang w:bidi="bn-IN"/>
        </w:rPr>
        <w:t>ব্যক্তি থেকে এ কল্যাণ যেন দ্রুত অপসারিত হয়। নিজের বিষয়ে তখন সে আর চিন্তা করে না</w:t>
      </w:r>
      <w:r w:rsidR="00895143" w:rsidRPr="00CF74B9">
        <w:t>,</w:t>
      </w:r>
      <w:r w:rsidRPr="00CF74B9">
        <w:rPr>
          <w:cs/>
          <w:lang w:bidi="bn-IN"/>
        </w:rPr>
        <w:t>বরং ঐ</w:t>
      </w:r>
      <w:r w:rsidR="009A597E" w:rsidRPr="00CF74B9">
        <w:t xml:space="preserve"> </w:t>
      </w:r>
      <w:r w:rsidRPr="00CF74B9">
        <w:rPr>
          <w:cs/>
          <w:lang w:bidi="bn-IN"/>
        </w:rPr>
        <w:t>ব্যক্তির অমঙ্গলের চিন্তায় মগ্ন হয়। সুস্থ চিন্তার মানুষ প্রতিযোগিতা করে</w:t>
      </w:r>
      <w:r w:rsidR="00895143" w:rsidRPr="00CF74B9">
        <w:t>,</w:t>
      </w:r>
      <w:r w:rsidRPr="00CF74B9">
        <w:rPr>
          <w:cs/>
          <w:lang w:bidi="bn-IN"/>
        </w:rPr>
        <w:t>হিংসা করে না। সুস্থ মানুষ</w:t>
      </w:r>
      <w:r w:rsidR="009A597E" w:rsidRPr="00CF74B9">
        <w:t xml:space="preserve"> </w:t>
      </w:r>
      <w:r w:rsidRPr="00CF74B9">
        <w:rPr>
          <w:cs/>
          <w:lang w:bidi="bn-IN"/>
        </w:rPr>
        <w:t>সামনে এগিয়ে যাওয়ার জন্য সব সময় নিজেকে নিয়ে চিন্তা করে।</w:t>
      </w:r>
      <w:r w:rsidRPr="007710BF">
        <w:rPr>
          <w:cs/>
          <w:lang w:bidi="bn-IN"/>
        </w:rPr>
        <w:t xml:space="preserve"> সব সময় এগিয়ে থাকার চিন্তা করা</w:t>
      </w:r>
      <w:r w:rsidR="009A597E">
        <w:rPr>
          <w:lang w:bidi="bn-IN"/>
        </w:rPr>
        <w:t xml:space="preserve"> </w:t>
      </w:r>
      <w:r w:rsidR="00C23862">
        <w:rPr>
          <w:cs/>
          <w:lang w:bidi="bn-IN"/>
        </w:rPr>
        <w:t>সুস্থতা</w:t>
      </w:r>
      <w:r w:rsidRPr="007710BF">
        <w:rPr>
          <w:cs/>
          <w:lang w:bidi="bn-IN"/>
        </w:rPr>
        <w:t>র পরিচয়</w:t>
      </w:r>
      <w:r w:rsidR="00895143">
        <w:t>,</w:t>
      </w:r>
      <w:r w:rsidRPr="007710BF">
        <w:rPr>
          <w:cs/>
          <w:lang w:bidi="bn-IN"/>
        </w:rPr>
        <w:t>এটা দোষের কিছু নয়। কিন্তু অন্যেরা সব সময় পিছে পড়ে থাক</w:t>
      </w:r>
      <w:r w:rsidR="003936CB">
        <w:t>-</w:t>
      </w:r>
      <w:r w:rsidRPr="007710BF">
        <w:t xml:space="preserve"> </w:t>
      </w:r>
      <w:r w:rsidRPr="007710BF">
        <w:rPr>
          <w:cs/>
          <w:lang w:bidi="bn-IN"/>
        </w:rPr>
        <w:t>এ চিন্তা অ</w:t>
      </w:r>
      <w:r w:rsidR="00C23862">
        <w:rPr>
          <w:cs/>
          <w:lang w:bidi="bn-IN"/>
        </w:rPr>
        <w:t>সুস্থতা</w:t>
      </w:r>
      <w:r w:rsidRPr="007710BF">
        <w:rPr>
          <w:cs/>
          <w:lang w:bidi="bn-IN"/>
        </w:rPr>
        <w:t>র</w:t>
      </w:r>
      <w:r w:rsidR="009A597E">
        <w:rPr>
          <w:rStyle w:val="libAlaemChar"/>
        </w:rPr>
        <w:t xml:space="preserve"> </w:t>
      </w:r>
      <w:r w:rsidRPr="007710BF">
        <w:rPr>
          <w:cs/>
          <w:lang w:bidi="bn-IN"/>
        </w:rPr>
        <w:t>পরিচায়ক। হিংসুক ব্যক্তির অ</w:t>
      </w:r>
      <w:r w:rsidR="00C23862">
        <w:rPr>
          <w:cs/>
          <w:lang w:bidi="bn-IN"/>
        </w:rPr>
        <w:t>সুস্থতা</w:t>
      </w:r>
      <w:r w:rsidRPr="007710BF">
        <w:rPr>
          <w:cs/>
          <w:lang w:bidi="bn-IN"/>
        </w:rPr>
        <w:t xml:space="preserve"> কখনো কখনো এতটা অধিক হয় যে</w:t>
      </w:r>
      <w:r w:rsidR="00895143">
        <w:t>,</w:t>
      </w:r>
      <w:r w:rsidRPr="007710BF">
        <w:rPr>
          <w:cs/>
          <w:lang w:bidi="bn-IN"/>
        </w:rPr>
        <w:t>নিজের একশ</w:t>
      </w:r>
      <w:r w:rsidRPr="001933EC">
        <w:rPr>
          <w:rStyle w:val="libAlaemChar"/>
        </w:rPr>
        <w:t>’</w:t>
      </w:r>
      <w:r w:rsidRPr="007710BF">
        <w:t xml:space="preserve"> </w:t>
      </w:r>
      <w:r w:rsidRPr="007710BF">
        <w:rPr>
          <w:cs/>
          <w:lang w:bidi="bn-IN"/>
        </w:rPr>
        <w:t>ভাগ ক্ষতি</w:t>
      </w:r>
      <w:r w:rsidR="009A597E">
        <w:rPr>
          <w:rStyle w:val="libAlaemChar"/>
        </w:rPr>
        <w:t xml:space="preserve"> </w:t>
      </w:r>
      <w:r w:rsidRPr="007710BF">
        <w:rPr>
          <w:cs/>
          <w:lang w:bidi="bn-IN"/>
        </w:rPr>
        <w:t>করেও যদি অপরের পাঁচ ভাগ ক্ষতি করা যায় তাতে সে খুশী।</w:t>
      </w:r>
    </w:p>
    <w:p w:rsidR="00CF74B9" w:rsidRDefault="00CF74B9" w:rsidP="00895143">
      <w:pPr>
        <w:pStyle w:val="libNormal"/>
        <w:rPr>
          <w:lang w:bidi="bn-IN"/>
        </w:rPr>
      </w:pPr>
    </w:p>
    <w:p w:rsidR="009A597E" w:rsidRPr="00CF74B9" w:rsidRDefault="007710BF" w:rsidP="00895143">
      <w:pPr>
        <w:pStyle w:val="libNormal"/>
        <w:rPr>
          <w:rStyle w:val="libBold1Char"/>
        </w:rPr>
      </w:pPr>
      <w:r w:rsidRPr="00895143">
        <w:rPr>
          <w:rStyle w:val="libAlaemChar"/>
        </w:rPr>
        <w:t>‘</w:t>
      </w:r>
      <w:r w:rsidRPr="00CF74B9">
        <w:rPr>
          <w:rStyle w:val="libBold1Char"/>
          <w:cs/>
          <w:lang w:bidi="bn-IN"/>
        </w:rPr>
        <w:t>হিংসা</w:t>
      </w:r>
      <w:r w:rsidRPr="00895143">
        <w:rPr>
          <w:rStyle w:val="libAlaemChar"/>
        </w:rPr>
        <w:t>’</w:t>
      </w:r>
      <w:r w:rsidRPr="00CF74B9">
        <w:rPr>
          <w:rStyle w:val="libBold1Char"/>
        </w:rPr>
        <w:t xml:space="preserve"> </w:t>
      </w:r>
      <w:r w:rsidR="00895143" w:rsidRPr="00CF74B9">
        <w:rPr>
          <w:rStyle w:val="libBold1Char"/>
          <w:cs/>
          <w:lang w:bidi="bn-IN"/>
        </w:rPr>
        <w:t>রোগের নমুনা</w:t>
      </w:r>
      <w:r w:rsidRPr="00CF74B9">
        <w:rPr>
          <w:rStyle w:val="libBold1Char"/>
          <w:rtl/>
          <w:cs/>
        </w:rPr>
        <w:t xml:space="preserve"> </w:t>
      </w:r>
    </w:p>
    <w:p w:rsidR="009F2429" w:rsidRDefault="007710BF" w:rsidP="00895143">
      <w:pPr>
        <w:pStyle w:val="libNormal"/>
        <w:rPr>
          <w:lang w:bidi="bn-IN"/>
        </w:rPr>
      </w:pPr>
      <w:r w:rsidRPr="007710BF">
        <w:rPr>
          <w:cs/>
          <w:lang w:bidi="bn-IN"/>
        </w:rPr>
        <w:t>একটি প্রসিদ্ধ কাহিনী ইতিহাসের বইয়ে এসেছে</w:t>
      </w:r>
      <w:r w:rsidRPr="007710BF">
        <w:rPr>
          <w:cs/>
          <w:lang w:bidi="hi-IN"/>
        </w:rPr>
        <w:t xml:space="preserve">। </w:t>
      </w:r>
      <w:r w:rsidRPr="007710BF">
        <w:rPr>
          <w:cs/>
          <w:lang w:bidi="bn-IN"/>
        </w:rPr>
        <w:t>কোন এক খলিফার সময় একজন ব্যক্তি একদাস কিনে এনেছিল। প্রথম দিন থেকেই সে তার সঙ্গে দাসের মতো আচরণ না করে বরং সম্মানিত</w:t>
      </w:r>
      <w:r w:rsidR="009A597E">
        <w:rPr>
          <w:lang w:bidi="bn-IN"/>
        </w:rPr>
        <w:t xml:space="preserve"> </w:t>
      </w:r>
      <w:r w:rsidRPr="007710BF">
        <w:rPr>
          <w:cs/>
          <w:lang w:bidi="bn-IN"/>
        </w:rPr>
        <w:t>ব্যক্তির মতো আচরণ করত। সব সময় ভাল খাবার দিত</w:t>
      </w:r>
      <w:r w:rsidR="00895143">
        <w:t>,</w:t>
      </w:r>
      <w:r w:rsidRPr="007710BF">
        <w:rPr>
          <w:cs/>
          <w:lang w:bidi="bn-IN"/>
        </w:rPr>
        <w:t>তার জন্য ভাল পোষাক কিনত</w:t>
      </w:r>
      <w:r w:rsidR="00895143">
        <w:t>,</w:t>
      </w:r>
      <w:r w:rsidRPr="007710BF">
        <w:rPr>
          <w:cs/>
          <w:lang w:bidi="bn-IN"/>
        </w:rPr>
        <w:t>বিশ্রামের</w:t>
      </w:r>
      <w:r w:rsidR="009A597E">
        <w:rPr>
          <w:lang w:bidi="bn-IN"/>
        </w:rPr>
        <w:t xml:space="preserve"> </w:t>
      </w:r>
      <w:r w:rsidRPr="007710BF">
        <w:rPr>
          <w:cs/>
          <w:lang w:bidi="bn-IN"/>
        </w:rPr>
        <w:t>জন্য উত্তম উপকরণ এনে দিত। মোট কথা</w:t>
      </w:r>
      <w:r w:rsidR="00895143">
        <w:t>,</w:t>
      </w:r>
      <w:r w:rsidRPr="007710BF">
        <w:rPr>
          <w:cs/>
          <w:lang w:bidi="bn-IN"/>
        </w:rPr>
        <w:t>তার সঙ্গে নিজের সন্তানের মত আচরণ করত। মনে হতো</w:t>
      </w:r>
      <w:r w:rsidR="009A597E">
        <w:rPr>
          <w:lang w:bidi="bn-IN"/>
        </w:rPr>
        <w:t xml:space="preserve"> </w:t>
      </w:r>
      <w:r w:rsidRPr="007710BF">
        <w:rPr>
          <w:cs/>
          <w:lang w:bidi="bn-IN"/>
        </w:rPr>
        <w:t xml:space="preserve">লালন-পালনের জন্যই তাকে আনা হযেছে। দাসটি লক্ষ্য করত তার মনিব সব সময়ই বিষন্ন ও চিন্তিত। কিন্তু তার কারণ সে জানত না। একদিন মনিব তাকে ডেকে </w:t>
      </w:r>
      <w:r w:rsidRPr="007710BF">
        <w:rPr>
          <w:cs/>
          <w:lang w:bidi="bn-IN"/>
        </w:rPr>
        <w:lastRenderedPageBreak/>
        <w:t>বলল</w:t>
      </w:r>
      <w:r w:rsidR="00895143">
        <w:t>,</w:t>
      </w:r>
      <w:r w:rsidRPr="001933EC">
        <w:rPr>
          <w:rStyle w:val="libAlaemChar"/>
        </w:rPr>
        <w:t>“</w:t>
      </w:r>
      <w:r w:rsidRPr="007710BF">
        <w:rPr>
          <w:cs/>
          <w:lang w:bidi="bn-IN"/>
        </w:rPr>
        <w:t>আমি তোমাকে মুক্ত করে</w:t>
      </w:r>
      <w:r w:rsidR="009A597E">
        <w:rPr>
          <w:lang w:bidi="bn-IN"/>
        </w:rPr>
        <w:t xml:space="preserve"> </w:t>
      </w:r>
      <w:r w:rsidRPr="007710BF">
        <w:rPr>
          <w:cs/>
          <w:lang w:bidi="bn-IN"/>
        </w:rPr>
        <w:t>দিতে চাই</w:t>
      </w:r>
      <w:r w:rsidR="00895143">
        <w:t>,</w:t>
      </w:r>
      <w:r w:rsidRPr="007710BF">
        <w:rPr>
          <w:cs/>
          <w:lang w:bidi="bn-IN"/>
        </w:rPr>
        <w:t>সে সাথে প্রচুর অর্থও দিতে চাই। কিন্তু তুমি কি জান কেন তোমাকে এত আদর ও স্নেহ</w:t>
      </w:r>
      <w:r w:rsidR="009A597E">
        <w:rPr>
          <w:lang w:bidi="bn-IN"/>
        </w:rPr>
        <w:t xml:space="preserve"> </w:t>
      </w:r>
      <w:r w:rsidRPr="007710BF">
        <w:rPr>
          <w:cs/>
          <w:lang w:bidi="bn-IN"/>
        </w:rPr>
        <w:t>করেছি</w:t>
      </w:r>
      <w:r w:rsidRPr="007710BF">
        <w:t xml:space="preserve">? </w:t>
      </w:r>
      <w:r w:rsidRPr="007710BF">
        <w:rPr>
          <w:cs/>
          <w:lang w:bidi="bn-IN"/>
        </w:rPr>
        <w:t>এজন্য যে</w:t>
      </w:r>
      <w:r w:rsidR="00895143">
        <w:t>,</w:t>
      </w:r>
      <w:r w:rsidRPr="007710BF">
        <w:rPr>
          <w:cs/>
          <w:lang w:bidi="bn-IN"/>
        </w:rPr>
        <w:t>তুমি যেন আমার একটি অনুরোধ রক্ষা কর। তুমি যদি তা রক্ষা কর তবে আমার</w:t>
      </w:r>
      <w:r w:rsidR="009A597E">
        <w:rPr>
          <w:lang w:bidi="bn-IN"/>
        </w:rPr>
        <w:t xml:space="preserve"> </w:t>
      </w:r>
      <w:r w:rsidRPr="007710BF">
        <w:rPr>
          <w:cs/>
          <w:lang w:bidi="bn-IN"/>
        </w:rPr>
        <w:t>আদর-স্নেহের প্রতিদান দিলে এবং এর জন্য আরো অধিক কিছু তোমাকে আমি দেব। কিন্তু যদি তা না</w:t>
      </w:r>
      <w:r w:rsidR="009A597E">
        <w:rPr>
          <w:lang w:bidi="bn-IN"/>
        </w:rPr>
        <w:t xml:space="preserve"> </w:t>
      </w:r>
      <w:r w:rsidRPr="007710BF">
        <w:rPr>
          <w:cs/>
          <w:lang w:bidi="bn-IN"/>
        </w:rPr>
        <w:t>কর তবে আমি তোমার উপর অসন্তুষ্ট।</w:t>
      </w:r>
      <w:r w:rsidRPr="001933EC">
        <w:rPr>
          <w:rStyle w:val="libAlaemChar"/>
        </w:rPr>
        <w:t>”</w:t>
      </w:r>
      <w:r w:rsidRPr="007710BF">
        <w:t xml:space="preserve"> </w:t>
      </w:r>
      <w:r w:rsidRPr="007710BF">
        <w:rPr>
          <w:cs/>
          <w:lang w:bidi="bn-IN"/>
        </w:rPr>
        <w:t>দাস বলল</w:t>
      </w:r>
      <w:r w:rsidR="00895143">
        <w:t>,</w:t>
      </w:r>
      <w:r w:rsidRPr="001933EC">
        <w:rPr>
          <w:rStyle w:val="libAlaemChar"/>
        </w:rPr>
        <w:t>“</w:t>
      </w:r>
      <w:r w:rsidRPr="007710BF">
        <w:rPr>
          <w:cs/>
          <w:lang w:bidi="bn-IN"/>
        </w:rPr>
        <w:t>যেহেতু আপনি আমার মনিব এবং আমাকে নতুন</w:t>
      </w:r>
      <w:r w:rsidR="009A597E">
        <w:rPr>
          <w:lang w:bidi="bn-IN"/>
        </w:rPr>
        <w:t xml:space="preserve"> </w:t>
      </w:r>
      <w:r w:rsidRPr="007710BF">
        <w:rPr>
          <w:cs/>
          <w:lang w:bidi="bn-IN"/>
        </w:rPr>
        <w:t>জীবন দিয়েছেন</w:t>
      </w:r>
      <w:r w:rsidR="00895143">
        <w:t>,</w:t>
      </w:r>
      <w:r w:rsidRPr="007710BF">
        <w:rPr>
          <w:cs/>
          <w:lang w:bidi="bn-IN"/>
        </w:rPr>
        <w:t>আপনি যা বলবেন আমি তা-ই করব।</w:t>
      </w:r>
      <w:r w:rsidRPr="001933EC">
        <w:rPr>
          <w:rStyle w:val="libAlaemChar"/>
        </w:rPr>
        <w:t>”</w:t>
      </w:r>
      <w:r w:rsidRPr="007710BF">
        <w:t xml:space="preserve"> </w:t>
      </w:r>
      <w:r w:rsidRPr="007710BF">
        <w:rPr>
          <w:cs/>
          <w:lang w:bidi="bn-IN"/>
        </w:rPr>
        <w:t>মনিব বলল</w:t>
      </w:r>
      <w:r w:rsidR="00895143">
        <w:t>,</w:t>
      </w:r>
      <w:r w:rsidRPr="001933EC">
        <w:rPr>
          <w:rStyle w:val="libAlaemChar"/>
        </w:rPr>
        <w:t>“</w:t>
      </w:r>
      <w:r w:rsidRPr="007710BF">
        <w:rPr>
          <w:cs/>
          <w:lang w:bidi="bn-IN"/>
        </w:rPr>
        <w:t>না</w:t>
      </w:r>
      <w:r w:rsidR="00895143">
        <w:t>,</w:t>
      </w:r>
      <w:r w:rsidRPr="007710BF">
        <w:rPr>
          <w:cs/>
          <w:lang w:bidi="bn-IN"/>
        </w:rPr>
        <w:t>তোমাকে প্রতিজ্ঞা করতে</w:t>
      </w:r>
      <w:r w:rsidR="009A597E">
        <w:rPr>
          <w:lang w:bidi="bn-IN"/>
        </w:rPr>
        <w:t xml:space="preserve"> </w:t>
      </w:r>
      <w:r w:rsidRPr="007710BF">
        <w:rPr>
          <w:cs/>
          <w:lang w:bidi="bn-IN"/>
        </w:rPr>
        <w:t>হবে</w:t>
      </w:r>
      <w:r w:rsidR="00895143">
        <w:t>,</w:t>
      </w:r>
      <w:r w:rsidRPr="007710BF">
        <w:rPr>
          <w:cs/>
          <w:lang w:bidi="bn-IN"/>
        </w:rPr>
        <w:t>আমার ভয় হয় যদি রাজি না হও।</w:t>
      </w:r>
      <w:r w:rsidRPr="001933EC">
        <w:rPr>
          <w:rStyle w:val="libAlaemChar"/>
        </w:rPr>
        <w:t>”</w:t>
      </w:r>
      <w:r w:rsidRPr="007710BF">
        <w:t xml:space="preserve"> </w:t>
      </w:r>
      <w:r w:rsidRPr="007710BF">
        <w:rPr>
          <w:cs/>
          <w:lang w:bidi="bn-IN"/>
        </w:rPr>
        <w:t>দাস বলল</w:t>
      </w:r>
      <w:r w:rsidR="00895143">
        <w:t>,</w:t>
      </w:r>
      <w:r w:rsidRPr="001933EC">
        <w:rPr>
          <w:rStyle w:val="libAlaemChar"/>
        </w:rPr>
        <w:t>“</w:t>
      </w:r>
      <w:r w:rsidRPr="007710BF">
        <w:rPr>
          <w:cs/>
          <w:lang w:bidi="bn-IN"/>
        </w:rPr>
        <w:t>যে কোন প্রস্তাব দিন আমি রাজী হব।</w:t>
      </w:r>
      <w:r w:rsidRPr="001933EC">
        <w:rPr>
          <w:rStyle w:val="libAlaemChar"/>
        </w:rPr>
        <w:t>”</w:t>
      </w:r>
      <w:r w:rsidRPr="007710BF">
        <w:t xml:space="preserve"> </w:t>
      </w:r>
      <w:r w:rsidRPr="007710BF">
        <w:rPr>
          <w:cs/>
          <w:lang w:bidi="bn-IN"/>
        </w:rPr>
        <w:t>যখন</w:t>
      </w:r>
      <w:r w:rsidR="009A597E">
        <w:rPr>
          <w:lang w:bidi="bn-IN"/>
        </w:rPr>
        <w:t xml:space="preserve"> </w:t>
      </w:r>
      <w:r w:rsidRPr="007710BF">
        <w:rPr>
          <w:cs/>
          <w:lang w:bidi="bn-IN"/>
        </w:rPr>
        <w:t>দাস প্রতিজ্ঞাবদ্ধ হলো তখন মনিব বলল</w:t>
      </w:r>
      <w:r w:rsidR="00895143">
        <w:t>,</w:t>
      </w:r>
      <w:r w:rsidRPr="001933EC">
        <w:rPr>
          <w:rStyle w:val="libAlaemChar"/>
        </w:rPr>
        <w:t>“</w:t>
      </w:r>
      <w:r w:rsidRPr="007710BF">
        <w:rPr>
          <w:cs/>
          <w:lang w:bidi="bn-IN"/>
        </w:rPr>
        <w:t>আমার অনুরোধ হলো একটা নির্দিষ্ট সময়ে আমি তোমাকে</w:t>
      </w:r>
      <w:r w:rsidR="009A597E">
        <w:rPr>
          <w:lang w:bidi="bn-IN"/>
        </w:rPr>
        <w:t xml:space="preserve"> </w:t>
      </w:r>
      <w:r w:rsidRPr="007710BF">
        <w:rPr>
          <w:cs/>
          <w:lang w:bidi="bn-IN"/>
        </w:rPr>
        <w:t>নির্দেশ দেব। তুমি আমার মাথা গোড়া থেকে বিচ্ছিন্ন করবে।</w:t>
      </w:r>
      <w:r w:rsidRPr="001933EC">
        <w:rPr>
          <w:rStyle w:val="libAlaemChar"/>
        </w:rPr>
        <w:t>”</w:t>
      </w:r>
      <w:r w:rsidRPr="007710BF">
        <w:t xml:space="preserve"> </w:t>
      </w:r>
      <w:r w:rsidRPr="007710BF">
        <w:rPr>
          <w:cs/>
          <w:lang w:bidi="bn-IN"/>
        </w:rPr>
        <w:t>দাস বলল</w:t>
      </w:r>
      <w:r w:rsidR="00895143">
        <w:t>,</w:t>
      </w:r>
      <w:r w:rsidRPr="001933EC">
        <w:rPr>
          <w:rStyle w:val="libAlaemChar"/>
        </w:rPr>
        <w:t>“</w:t>
      </w:r>
      <w:r w:rsidR="009A597E">
        <w:rPr>
          <w:cs/>
          <w:lang w:bidi="bn-IN"/>
        </w:rPr>
        <w:t>আমি তা করতে পারব</w:t>
      </w:r>
      <w:r w:rsidRPr="007710BF">
        <w:rPr>
          <w:cs/>
          <w:lang w:bidi="bn-IN"/>
        </w:rPr>
        <w:t xml:space="preserve"> না।</w:t>
      </w:r>
      <w:r w:rsidRPr="001933EC">
        <w:rPr>
          <w:rStyle w:val="libAlaemChar"/>
        </w:rPr>
        <w:t>”</w:t>
      </w:r>
      <w:r w:rsidRPr="007710BF">
        <w:t xml:space="preserve"> </w:t>
      </w:r>
      <w:r w:rsidRPr="007710BF">
        <w:rPr>
          <w:cs/>
          <w:lang w:bidi="bn-IN"/>
        </w:rPr>
        <w:t>মনিব বলল</w:t>
      </w:r>
      <w:r w:rsidR="00895143">
        <w:t>,</w:t>
      </w:r>
      <w:r w:rsidRPr="001933EC">
        <w:rPr>
          <w:rStyle w:val="libAlaemChar"/>
        </w:rPr>
        <w:t>“</w:t>
      </w:r>
      <w:r w:rsidRPr="007710BF">
        <w:rPr>
          <w:cs/>
          <w:lang w:bidi="bn-IN"/>
        </w:rPr>
        <w:t>না</w:t>
      </w:r>
      <w:r w:rsidR="00895143">
        <w:t>,</w:t>
      </w:r>
      <w:r w:rsidRPr="007710BF">
        <w:rPr>
          <w:cs/>
          <w:lang w:bidi="bn-IN"/>
        </w:rPr>
        <w:t>অবশ্যই তোমাকে তা করতে হবে। কারণ তুমি আমাকে প্রতি</w:t>
      </w:r>
      <w:r w:rsidR="009A597E">
        <w:rPr>
          <w:cs/>
          <w:lang w:bidi="bn-IN"/>
        </w:rPr>
        <w:t>শ্রু</w:t>
      </w:r>
      <w:r w:rsidRPr="007710BF">
        <w:rPr>
          <w:cs/>
          <w:lang w:bidi="bn-IN"/>
        </w:rPr>
        <w:t>তি দিয়েছ।</w:t>
      </w:r>
      <w:r w:rsidRPr="001933EC">
        <w:rPr>
          <w:rStyle w:val="libAlaemChar"/>
        </w:rPr>
        <w:t>”</w:t>
      </w:r>
      <w:r w:rsidR="009A597E">
        <w:rPr>
          <w:rStyle w:val="libAlaemChar"/>
        </w:rPr>
        <w:t xml:space="preserve"> </w:t>
      </w:r>
      <w:r w:rsidRPr="007710BF">
        <w:rPr>
          <w:cs/>
          <w:lang w:bidi="bn-IN"/>
        </w:rPr>
        <w:t>মাঝ রাতে মনিব দাসকে ঘুম থেকে জাগিয়ে একটি ধারালো ছুরি হাতে দিয়ে তাকে নিয়ে এক</w:t>
      </w:r>
      <w:r w:rsidR="009A597E">
        <w:rPr>
          <w:lang w:bidi="bn-IN"/>
        </w:rPr>
        <w:t xml:space="preserve"> </w:t>
      </w:r>
      <w:r w:rsidRPr="007710BF">
        <w:rPr>
          <w:cs/>
          <w:lang w:bidi="bn-IN"/>
        </w:rPr>
        <w:t>প্রতিবেশীর বাড়ীর ছাদে গেল আর বলল</w:t>
      </w:r>
      <w:r w:rsidR="00895143">
        <w:t>,</w:t>
      </w:r>
      <w:r w:rsidRPr="001933EC">
        <w:rPr>
          <w:rStyle w:val="libAlaemChar"/>
        </w:rPr>
        <w:t>“</w:t>
      </w:r>
      <w:r w:rsidRPr="007710BF">
        <w:rPr>
          <w:cs/>
          <w:lang w:bidi="bn-IN"/>
        </w:rPr>
        <w:t>এখানেই আমার মস্তক বিচ্ছিন্ন কর</w:t>
      </w:r>
      <w:r w:rsidR="00895143">
        <w:t>,</w:t>
      </w:r>
      <w:r w:rsidRPr="007710BF">
        <w:rPr>
          <w:cs/>
          <w:lang w:bidi="bn-IN"/>
        </w:rPr>
        <w:t>তারপর যেখানে ইচ্ছা</w:t>
      </w:r>
      <w:r w:rsidR="009A597E">
        <w:rPr>
          <w:lang w:bidi="bn-IN"/>
        </w:rPr>
        <w:t xml:space="preserve"> </w:t>
      </w:r>
      <w:r w:rsidRPr="007710BF">
        <w:rPr>
          <w:cs/>
          <w:lang w:bidi="bn-IN"/>
        </w:rPr>
        <w:t>চলে যাও।</w:t>
      </w:r>
      <w:r w:rsidRPr="001933EC">
        <w:rPr>
          <w:rStyle w:val="libAlaemChar"/>
        </w:rPr>
        <w:t>”</w:t>
      </w:r>
      <w:r w:rsidRPr="007710BF">
        <w:t xml:space="preserve"> </w:t>
      </w:r>
      <w:r w:rsidRPr="007710BF">
        <w:rPr>
          <w:cs/>
          <w:lang w:bidi="bn-IN"/>
        </w:rPr>
        <w:t>দাস বলল</w:t>
      </w:r>
      <w:r w:rsidR="00895143">
        <w:t>,</w:t>
      </w:r>
      <w:r w:rsidRPr="001933EC">
        <w:rPr>
          <w:rStyle w:val="libAlaemChar"/>
        </w:rPr>
        <w:t>“</w:t>
      </w:r>
      <w:r w:rsidRPr="007710BF">
        <w:rPr>
          <w:cs/>
          <w:lang w:bidi="bn-IN"/>
        </w:rPr>
        <w:t>কেন এটা করব</w:t>
      </w:r>
      <w:r w:rsidRPr="007710BF">
        <w:t>?</w:t>
      </w:r>
      <w:r w:rsidRPr="001933EC">
        <w:rPr>
          <w:rStyle w:val="libAlaemChar"/>
        </w:rPr>
        <w:t>”</w:t>
      </w:r>
      <w:r w:rsidRPr="007710BF">
        <w:t xml:space="preserve"> </w:t>
      </w:r>
      <w:r w:rsidRPr="007710BF">
        <w:rPr>
          <w:cs/>
          <w:lang w:bidi="bn-IN"/>
        </w:rPr>
        <w:t>সে বলল</w:t>
      </w:r>
      <w:r w:rsidR="00895143">
        <w:t>,</w:t>
      </w:r>
      <w:r w:rsidRPr="001933EC">
        <w:rPr>
          <w:rStyle w:val="libAlaemChar"/>
        </w:rPr>
        <w:t>“</w:t>
      </w:r>
      <w:r w:rsidRPr="007710BF">
        <w:rPr>
          <w:cs/>
          <w:lang w:bidi="bn-IN"/>
        </w:rPr>
        <w:t>যেহেতু এই প্রতিবেশীকে আমি একেবারেই</w:t>
      </w:r>
      <w:r w:rsidR="009A597E">
        <w:rPr>
          <w:lang w:bidi="bn-IN"/>
        </w:rPr>
        <w:t xml:space="preserve"> </w:t>
      </w:r>
      <w:r w:rsidRPr="007710BF">
        <w:rPr>
          <w:cs/>
          <w:lang w:bidi="bn-IN"/>
        </w:rPr>
        <w:t xml:space="preserve">সহ্য করতে পারি না। </w:t>
      </w:r>
      <w:r w:rsidR="009E7BEE">
        <w:rPr>
          <w:cs/>
          <w:lang w:bidi="bn-IN"/>
        </w:rPr>
        <w:t>মৃত্যু</w:t>
      </w:r>
      <w:r w:rsidRPr="007710BF">
        <w:rPr>
          <w:cs/>
          <w:lang w:bidi="bn-IN"/>
        </w:rPr>
        <w:t xml:space="preserve"> আমার কাছে বেঁচে থাকার চেয়ে উত্তম</w:t>
      </w:r>
      <w:r w:rsidR="009A597E">
        <w:rPr>
          <w:cs/>
          <w:lang w:bidi="hi-IN"/>
        </w:rPr>
        <w:t xml:space="preserve">। </w:t>
      </w:r>
      <w:r w:rsidR="009A597E">
        <w:rPr>
          <w:cs/>
          <w:lang w:bidi="bn-IN"/>
        </w:rPr>
        <w:t>সে আমার প্রতিদ্বন্দ্বী এবং সে</w:t>
      </w:r>
      <w:r w:rsidR="009A597E">
        <w:rPr>
          <w:lang w:bidi="bn-IN"/>
        </w:rPr>
        <w:t xml:space="preserve"> </w:t>
      </w:r>
      <w:r w:rsidRPr="007710BF">
        <w:rPr>
          <w:cs/>
          <w:lang w:bidi="bn-IN"/>
        </w:rPr>
        <w:t>আমার থেকে অগ্রগামী। সব কিছুতেই সে আমার থেকে উত্তম অবস্থায় রয়েছে। আমি হিংসার আগুনে</w:t>
      </w:r>
      <w:r w:rsidR="009F2429" w:rsidRPr="009F2429">
        <w:rPr>
          <w:cs/>
          <w:lang w:bidi="bn-IN"/>
        </w:rPr>
        <w:t>জ্বলে</w:t>
      </w:r>
      <w:r w:rsidRPr="007710BF">
        <w:rPr>
          <w:cs/>
          <w:lang w:bidi="bn-IN"/>
        </w:rPr>
        <w:t xml:space="preserve"> মরছি। আমি চাই সে খুনী বলে পরিচিত হোক ও শাস্তি ভোগ করুক। যদি এমন হয় তবেই আমি</w:t>
      </w:r>
      <w:r w:rsidR="009F2429">
        <w:rPr>
          <w:lang w:bidi="bn-IN"/>
        </w:rPr>
        <w:t xml:space="preserve"> </w:t>
      </w:r>
      <w:r w:rsidRPr="007710BF">
        <w:rPr>
          <w:cs/>
          <w:lang w:bidi="bn-IN"/>
        </w:rPr>
        <w:t>শান্তি পাব। আমার শান্তি এখানেই যে</w:t>
      </w:r>
      <w:r w:rsidR="00895143">
        <w:t>,</w:t>
      </w:r>
      <w:r w:rsidRPr="007710BF">
        <w:rPr>
          <w:cs/>
          <w:lang w:bidi="bn-IN"/>
        </w:rPr>
        <w:t>যদি আমাকে এখানে হত্যা কর</w:t>
      </w:r>
      <w:r w:rsidR="00895143">
        <w:t>,</w:t>
      </w:r>
      <w:r w:rsidRPr="007710BF">
        <w:rPr>
          <w:cs/>
          <w:lang w:bidi="bn-IN"/>
        </w:rPr>
        <w:t>কালকে সবাই বলবে (যেহেতু</w:t>
      </w:r>
      <w:r w:rsidR="009F2429">
        <w:rPr>
          <w:lang w:bidi="bn-IN"/>
        </w:rPr>
        <w:t xml:space="preserve"> </w:t>
      </w:r>
      <w:r w:rsidRPr="007710BF">
        <w:rPr>
          <w:cs/>
          <w:lang w:bidi="bn-IN"/>
        </w:rPr>
        <w:t>প্রতিদ্বন্দ্বীর লাশ তার বাড়ির ছাদে পাওয়া গেছে) সে-ই আমাকে হত্যা করেছে। অতঃপর তাকে বন্দীকরা হবে ও পরে প্রাণদণ্ড দেয়া হবে। আমার ইচ্ছাও পূর্ণ হবে।</w:t>
      </w:r>
      <w:r w:rsidRPr="001933EC">
        <w:rPr>
          <w:rStyle w:val="libAlaemChar"/>
        </w:rPr>
        <w:t>”</w:t>
      </w:r>
      <w:r w:rsidRPr="007710BF">
        <w:t xml:space="preserve"> </w:t>
      </w:r>
      <w:r w:rsidRPr="007710BF">
        <w:rPr>
          <w:cs/>
          <w:lang w:bidi="bn-IN"/>
        </w:rPr>
        <w:t>দাস বলল</w:t>
      </w:r>
      <w:r w:rsidR="00895143">
        <w:t>,</w:t>
      </w:r>
      <w:r w:rsidRPr="001933EC">
        <w:rPr>
          <w:rStyle w:val="libAlaemChar"/>
        </w:rPr>
        <w:t>“</w:t>
      </w:r>
      <w:r w:rsidRPr="007710BF">
        <w:rPr>
          <w:cs/>
          <w:lang w:bidi="bn-IN"/>
        </w:rPr>
        <w:t>যেহেতু তুমি এমন</w:t>
      </w:r>
      <w:r w:rsidR="009F2429">
        <w:rPr>
          <w:lang w:bidi="bn-IN"/>
        </w:rPr>
        <w:t xml:space="preserve"> </w:t>
      </w:r>
      <w:r w:rsidRPr="007710BF">
        <w:rPr>
          <w:cs/>
          <w:lang w:bidi="bn-IN"/>
        </w:rPr>
        <w:t>বোকা লোক সেহেতু কেন আমি এটা করব না। তুমি এটার জন্যই উপযুক্ত।</w:t>
      </w:r>
      <w:r w:rsidRPr="001933EC">
        <w:rPr>
          <w:rStyle w:val="libAlaemChar"/>
        </w:rPr>
        <w:t>”</w:t>
      </w:r>
      <w:r w:rsidRPr="007710BF">
        <w:t xml:space="preserve"> </w:t>
      </w:r>
      <w:r w:rsidRPr="007710BF">
        <w:rPr>
          <w:cs/>
          <w:lang w:bidi="bn-IN"/>
        </w:rPr>
        <w:t>অতঃপর সে মনিবের</w:t>
      </w:r>
      <w:r w:rsidR="009F2429">
        <w:rPr>
          <w:lang w:bidi="bn-IN"/>
        </w:rPr>
        <w:t xml:space="preserve"> </w:t>
      </w:r>
      <w:r w:rsidRPr="007710BF">
        <w:rPr>
          <w:cs/>
          <w:lang w:bidi="bn-IN"/>
        </w:rPr>
        <w:t>মাথা বিচ্ছিন্ন করল এবং টাকাগুলো নিয়ে চলে গেল। পরের দিন সবখানে খবর ছড়িয়ে পড়ল। ঐ</w:t>
      </w:r>
      <w:r w:rsidR="009F2429">
        <w:rPr>
          <w:lang w:bidi="bn-IN"/>
        </w:rPr>
        <w:t xml:space="preserve"> </w:t>
      </w:r>
      <w:r w:rsidRPr="007710BF">
        <w:rPr>
          <w:cs/>
          <w:lang w:bidi="bn-IN"/>
        </w:rPr>
        <w:t>বাড়ির মালিককে গ্রেফতার করা হলো। কিন্তু সবাই বলাবলি করতে লাগল যদি সে খুনীই হতো তবে</w:t>
      </w:r>
      <w:r w:rsidR="009F2429">
        <w:rPr>
          <w:lang w:bidi="bn-IN"/>
        </w:rPr>
        <w:t xml:space="preserve"> </w:t>
      </w:r>
      <w:r w:rsidRPr="007710BF">
        <w:rPr>
          <w:cs/>
          <w:lang w:bidi="bn-IN"/>
        </w:rPr>
        <w:t xml:space="preserve">নিজের বাড়ির ছাদে খুন করতে যাবে </w:t>
      </w:r>
      <w:r w:rsidRPr="007710BF">
        <w:rPr>
          <w:cs/>
          <w:lang w:bidi="bn-IN"/>
        </w:rPr>
        <w:lastRenderedPageBreak/>
        <w:t>কেন</w:t>
      </w:r>
      <w:r w:rsidRPr="007710BF">
        <w:t xml:space="preserve">? </w:t>
      </w:r>
      <w:r w:rsidRPr="007710BF">
        <w:rPr>
          <w:cs/>
          <w:lang w:bidi="bn-IN"/>
        </w:rPr>
        <w:t>সম্ভবত কিছু একটা আছে। ব্যাপারটা রহস্যময়। দাসের</w:t>
      </w:r>
      <w:r w:rsidR="009F2429">
        <w:rPr>
          <w:lang w:bidi="bn-IN"/>
        </w:rPr>
        <w:t xml:space="preserve"> </w:t>
      </w:r>
      <w:r w:rsidRPr="007710BF">
        <w:rPr>
          <w:cs/>
          <w:lang w:bidi="bn-IN"/>
        </w:rPr>
        <w:t>বিবেক তাকে চিন্তায় ফেলল। অবশেষে বিচারকের কাছে গিয়ে সত্য ঘটনা বর্ণনা করে সে বলল</w:t>
      </w:r>
      <w:r w:rsidR="00895143">
        <w:t>,</w:t>
      </w:r>
      <w:r w:rsidRPr="001933EC">
        <w:rPr>
          <w:rStyle w:val="libAlaemChar"/>
        </w:rPr>
        <w:t>“</w:t>
      </w:r>
      <w:r w:rsidRPr="007710BF">
        <w:rPr>
          <w:cs/>
          <w:lang w:bidi="bn-IN"/>
        </w:rPr>
        <w:t>আমি তার ইচ্ছাতেই তাকে হত্যা করেছি। সে প্রতিহিংসায় এতটা অন্ধ হয়ে গিয়েছিল যে</w:t>
      </w:r>
      <w:r w:rsidR="00895143">
        <w:t>,</w:t>
      </w:r>
      <w:r w:rsidR="009E7BEE">
        <w:rPr>
          <w:cs/>
          <w:lang w:bidi="bn-IN"/>
        </w:rPr>
        <w:t>মৃত্যু</w:t>
      </w:r>
      <w:r w:rsidR="009F2429">
        <w:rPr>
          <w:cs/>
          <w:lang w:bidi="bn-IN"/>
        </w:rPr>
        <w:t>কে</w:t>
      </w:r>
      <w:r w:rsidR="009F2429">
        <w:rPr>
          <w:lang w:bidi="bn-IN"/>
        </w:rPr>
        <w:t xml:space="preserve"> </w:t>
      </w:r>
      <w:r w:rsidRPr="007710BF">
        <w:rPr>
          <w:cs/>
          <w:lang w:bidi="bn-IN"/>
        </w:rPr>
        <w:t>জীবনের উপর প্রাধান্য দিয়েছে। যখন প্রমাণিত হলো ঘটনা এ রকম তখন দাস এবং ঐ বাড়ির মালিক</w:t>
      </w:r>
      <w:r w:rsidR="009F2429">
        <w:rPr>
          <w:lang w:bidi="bn-IN"/>
        </w:rPr>
        <w:t xml:space="preserve"> </w:t>
      </w:r>
      <w:r w:rsidRPr="007710BF">
        <w:rPr>
          <w:cs/>
          <w:lang w:bidi="bn-IN"/>
        </w:rPr>
        <w:t>দু</w:t>
      </w:r>
      <w:r w:rsidRPr="001933EC">
        <w:rPr>
          <w:rStyle w:val="libAlaemChar"/>
        </w:rPr>
        <w:t>’</w:t>
      </w:r>
      <w:r w:rsidRPr="007710BF">
        <w:rPr>
          <w:cs/>
          <w:lang w:bidi="bn-IN"/>
        </w:rPr>
        <w:t>জনকেই মুক্তি দেয়া হলো।</w:t>
      </w:r>
      <w:r w:rsidR="009F2429">
        <w:rPr>
          <w:lang w:bidi="bn-IN"/>
        </w:rPr>
        <w:t xml:space="preserve"> </w:t>
      </w:r>
    </w:p>
    <w:p w:rsidR="009F2429" w:rsidRDefault="007710BF" w:rsidP="00895143">
      <w:pPr>
        <w:pStyle w:val="libNormal"/>
      </w:pPr>
      <w:r w:rsidRPr="007710BF">
        <w:rPr>
          <w:cs/>
          <w:lang w:bidi="bn-IN"/>
        </w:rPr>
        <w:t>সুতরাং এটা বাস্তব যে</w:t>
      </w:r>
      <w:r w:rsidR="00895143">
        <w:t>,</w:t>
      </w:r>
      <w:r w:rsidRPr="007710BF">
        <w:rPr>
          <w:cs/>
          <w:lang w:bidi="bn-IN"/>
        </w:rPr>
        <w:t>মানুষ প্রকৃতই হিংসা রোগে অসুস্থ হয়। কোরআন বলছে</w:t>
      </w:r>
      <w:r w:rsidR="00895143">
        <w:t>,</w:t>
      </w:r>
    </w:p>
    <w:p w:rsidR="009F2429" w:rsidRDefault="0021676D" w:rsidP="00CF74B9">
      <w:pPr>
        <w:pStyle w:val="libAie"/>
      </w:pPr>
      <w:r w:rsidRPr="0021676D">
        <w:rPr>
          <w:rStyle w:val="libAlaemChar"/>
          <w:rFonts w:hint="cs"/>
          <w:rtl/>
        </w:rPr>
        <w:t>(</w:t>
      </w:r>
      <w:r w:rsidRPr="00CF74B9">
        <w:rPr>
          <w:rFonts w:hint="cs"/>
          <w:rtl/>
        </w:rPr>
        <w:t>قَدْ أَفْلَحَ مَنْ زَكَّاهَا وَقَدْ خَابَ مَنْ دَسَّاهَا</w:t>
      </w:r>
      <w:r w:rsidRPr="0021676D">
        <w:rPr>
          <w:rStyle w:val="libAlaemChar"/>
          <w:rFonts w:hint="cs"/>
          <w:rtl/>
        </w:rPr>
        <w:t>)</w:t>
      </w:r>
    </w:p>
    <w:p w:rsidR="00580FD6" w:rsidRDefault="007710BF" w:rsidP="00895143">
      <w:pPr>
        <w:pStyle w:val="libNormal"/>
        <w:rPr>
          <w:lang w:bidi="bn-IN"/>
        </w:rPr>
      </w:pPr>
      <w:r w:rsidRPr="001933EC">
        <w:rPr>
          <w:rStyle w:val="libAlaemChar"/>
        </w:rPr>
        <w:t>“</w:t>
      </w:r>
      <w:r w:rsidRPr="007710BF">
        <w:rPr>
          <w:cs/>
          <w:lang w:bidi="bn-IN"/>
        </w:rPr>
        <w:t>সে-ই সফলকাম হলো যে নিজেকে পরিশুদ্ধ করল এবং সে-ই অকৃতকার্য হলো যে তা প্রোথিত</w:t>
      </w:r>
      <w:r w:rsidR="009F2429">
        <w:rPr>
          <w:lang w:bidi="bn-IN"/>
        </w:rPr>
        <w:t xml:space="preserve"> </w:t>
      </w:r>
      <w:r w:rsidRPr="007710BF">
        <w:rPr>
          <w:cs/>
          <w:lang w:bidi="bn-IN"/>
        </w:rPr>
        <w:t xml:space="preserve">করল। কোরআনের প্রথম </w:t>
      </w:r>
      <w:r w:rsidR="003B6651">
        <w:rPr>
          <w:cs/>
          <w:lang w:bidi="bn-IN"/>
        </w:rPr>
        <w:t>কর্মসূচী</w:t>
      </w:r>
      <w:r w:rsidRPr="007710BF">
        <w:rPr>
          <w:cs/>
          <w:lang w:bidi="bn-IN"/>
        </w:rPr>
        <w:t xml:space="preserve"> আত্মার পরিশুদ্ধি ও উন্নয়ন এবং হৃদয়কে মানসিক রোগ</w:t>
      </w:r>
      <w:r w:rsidR="00895143">
        <w:t>,</w:t>
      </w:r>
      <w:r w:rsidRPr="007710BF">
        <w:rPr>
          <w:cs/>
          <w:lang w:bidi="bn-IN"/>
        </w:rPr>
        <w:t>সমস্যা</w:t>
      </w:r>
      <w:r w:rsidR="00895143">
        <w:t>,</w:t>
      </w:r>
      <w:r w:rsidRPr="007710BF">
        <w:rPr>
          <w:cs/>
          <w:lang w:bidi="bn-IN"/>
        </w:rPr>
        <w:t>অশান্তি</w:t>
      </w:r>
      <w:r w:rsidR="00895143">
        <w:t>,</w:t>
      </w:r>
      <w:r w:rsidRPr="007710BF">
        <w:rPr>
          <w:cs/>
          <w:lang w:bidi="bn-IN"/>
        </w:rPr>
        <w:t>অন্ধকার ও বিচ্যুতি থেকে রক্ষা করা।</w:t>
      </w:r>
      <w:r w:rsidR="00580FD6">
        <w:rPr>
          <w:lang w:bidi="bn-IN"/>
        </w:rPr>
        <w:t xml:space="preserve"> </w:t>
      </w:r>
    </w:p>
    <w:p w:rsidR="00580FD6" w:rsidRDefault="00580FD6" w:rsidP="00895143">
      <w:pPr>
        <w:pStyle w:val="libNormal"/>
        <w:rPr>
          <w:lang w:bidi="bn-IN"/>
        </w:rPr>
      </w:pPr>
    </w:p>
    <w:p w:rsidR="00580FD6" w:rsidRPr="0021676D" w:rsidRDefault="007710BF" w:rsidP="00895143">
      <w:pPr>
        <w:pStyle w:val="libBold1"/>
        <w:rPr>
          <w:lang w:bidi="bn-IN"/>
        </w:rPr>
      </w:pPr>
      <w:r w:rsidRPr="0021676D">
        <w:rPr>
          <w:cs/>
          <w:lang w:bidi="bn-IN"/>
        </w:rPr>
        <w:t>রূপান্তরিত ম</w:t>
      </w:r>
      <w:r w:rsidR="00895143">
        <w:rPr>
          <w:cs/>
          <w:lang w:bidi="bn-IN"/>
        </w:rPr>
        <w:t>ানুষ</w:t>
      </w:r>
      <w:r w:rsidR="0034052D" w:rsidRPr="0021676D">
        <w:rPr>
          <w:lang w:bidi="bn-IN"/>
        </w:rPr>
        <w:t xml:space="preserve"> </w:t>
      </w:r>
    </w:p>
    <w:p w:rsidR="009E6EF8" w:rsidRDefault="007710BF" w:rsidP="003B6651">
      <w:pPr>
        <w:pStyle w:val="libEn"/>
        <w:rPr>
          <w:lang w:bidi="bn-IN"/>
        </w:rPr>
      </w:pPr>
      <w:r w:rsidRPr="0021676D">
        <w:rPr>
          <w:cs/>
          <w:lang w:bidi="bn-IN"/>
        </w:rPr>
        <w:t xml:space="preserve">রূপান্তরের বিষয়টি অত্যন্ত </w:t>
      </w:r>
      <w:r w:rsidR="0021676D">
        <w:rPr>
          <w:cs/>
          <w:lang w:bidi="bn-IN"/>
        </w:rPr>
        <w:t>গুরুত্বপূর্ণ</w:t>
      </w:r>
      <w:r w:rsidRPr="0021676D">
        <w:rPr>
          <w:cs/>
          <w:lang w:bidi="hi-IN"/>
        </w:rPr>
        <w:t xml:space="preserve">। </w:t>
      </w:r>
      <w:r w:rsidRPr="0021676D">
        <w:rPr>
          <w:cs/>
          <w:lang w:bidi="bn-IN"/>
        </w:rPr>
        <w:t>রূপান্তর অর্থ কি</w:t>
      </w:r>
      <w:r w:rsidRPr="0021676D">
        <w:t xml:space="preserve">? </w:t>
      </w:r>
      <w:r w:rsidR="0021676D">
        <w:rPr>
          <w:cs/>
          <w:lang w:bidi="bn-IN"/>
        </w:rPr>
        <w:t xml:space="preserve">নিশ্চয় শুনেছেন </w:t>
      </w:r>
      <w:r w:rsidR="0021676D" w:rsidRPr="0021676D">
        <w:rPr>
          <w:cs/>
          <w:lang w:bidi="bn-IN"/>
        </w:rPr>
        <w:t>পূর্ব</w:t>
      </w:r>
      <w:r w:rsidR="0021676D">
        <w:rPr>
          <w:cs/>
          <w:lang w:bidi="bn-IN"/>
        </w:rPr>
        <w:t>কালে এক উম্মত ছিল</w:t>
      </w:r>
      <w:r w:rsidRPr="0021676D">
        <w:rPr>
          <w:cs/>
          <w:lang w:bidi="bn-IN"/>
        </w:rPr>
        <w:t xml:space="preserve"> যারা </w:t>
      </w:r>
      <w:r w:rsidR="003936CB" w:rsidRPr="0021676D">
        <w:rPr>
          <w:cs/>
          <w:lang w:bidi="bn-IN"/>
        </w:rPr>
        <w:t>প্রচুর</w:t>
      </w:r>
      <w:r w:rsidR="0021676D">
        <w:rPr>
          <w:cs/>
          <w:lang w:bidi="bn-IN"/>
        </w:rPr>
        <w:t xml:space="preserve"> গু</w:t>
      </w:r>
      <w:r w:rsidR="0021676D" w:rsidRPr="00EF1DC1">
        <w:rPr>
          <w:cs/>
          <w:lang w:bidi="bn-IN"/>
        </w:rPr>
        <w:t>নাহে</w:t>
      </w:r>
      <w:r w:rsidRPr="0021676D">
        <w:rPr>
          <w:cs/>
          <w:lang w:bidi="bn-IN"/>
        </w:rPr>
        <w:t>র কারণে তৎকালীন নবীর দ্বারা অভিশপ্ত হয়ে রূপান্তরিত হয়ে গিয়েছিল।</w:t>
      </w:r>
      <w:r w:rsidR="0021676D">
        <w:rPr>
          <w:cs/>
          <w:lang w:bidi="bn-IN"/>
        </w:rPr>
        <w:t xml:space="preserve"> অর্থাৎ অন্য</w:t>
      </w:r>
      <w:r w:rsidR="0021676D">
        <w:rPr>
          <w:lang w:bidi="bn-IN"/>
        </w:rPr>
        <w:t xml:space="preserve"> </w:t>
      </w:r>
      <w:r w:rsidRPr="007710BF">
        <w:rPr>
          <w:cs/>
          <w:lang w:bidi="bn-IN"/>
        </w:rPr>
        <w:t>এক পশুতে পরিণত হয়েছিল। যেমন বানর</w:t>
      </w:r>
      <w:r w:rsidR="00895143">
        <w:t>,</w:t>
      </w:r>
      <w:r w:rsidRPr="007710BF">
        <w:rPr>
          <w:cs/>
          <w:lang w:bidi="bn-IN"/>
        </w:rPr>
        <w:t>শূকর</w:t>
      </w:r>
      <w:r w:rsidR="00895143">
        <w:t>,</w:t>
      </w:r>
      <w:r w:rsidRPr="007710BF">
        <w:rPr>
          <w:cs/>
          <w:lang w:bidi="bn-IN"/>
        </w:rPr>
        <w:t>নেকড়ে বা অন্য কোন প্রাণীতে। এটাকেই রূপান্তর</w:t>
      </w:r>
      <w:r w:rsidR="0021676D">
        <w:rPr>
          <w:lang w:bidi="bn-IN"/>
        </w:rPr>
        <w:t xml:space="preserve"> </w:t>
      </w:r>
      <w:r w:rsidRPr="007710BF">
        <w:rPr>
          <w:cs/>
          <w:lang w:bidi="bn-IN"/>
        </w:rPr>
        <w:t xml:space="preserve">বলা হচ্ছে। এই রূপান্তর </w:t>
      </w:r>
      <w:r w:rsidR="005E5BE9">
        <w:rPr>
          <w:cs/>
          <w:lang w:bidi="bn-IN"/>
        </w:rPr>
        <w:t>প্রকৃত</w:t>
      </w:r>
      <w:r w:rsidRPr="007710BF">
        <w:rPr>
          <w:cs/>
          <w:lang w:bidi="bn-IN"/>
        </w:rPr>
        <w:t>পক্ষে কিরূপ ছিল</w:t>
      </w:r>
      <w:r w:rsidRPr="007710BF">
        <w:t xml:space="preserve">? </w:t>
      </w:r>
      <w:r w:rsidRPr="007710BF">
        <w:rPr>
          <w:cs/>
          <w:lang w:bidi="bn-IN"/>
        </w:rPr>
        <w:t xml:space="preserve">মানুষ কি </w:t>
      </w:r>
      <w:r w:rsidR="005E5BE9">
        <w:rPr>
          <w:cs/>
          <w:lang w:bidi="bn-IN"/>
        </w:rPr>
        <w:t>প্রকৃত</w:t>
      </w:r>
      <w:r w:rsidRPr="007710BF">
        <w:rPr>
          <w:cs/>
          <w:lang w:bidi="bn-IN"/>
        </w:rPr>
        <w:t>ই পশুতে পরিবর্তিত হয়ে গিয়েছিল।</w:t>
      </w:r>
      <w:r w:rsidR="0021676D">
        <w:rPr>
          <w:lang w:bidi="bn-IN"/>
        </w:rPr>
        <w:t xml:space="preserve"> </w:t>
      </w:r>
      <w:r w:rsidRPr="007710BF">
        <w:rPr>
          <w:cs/>
          <w:lang w:bidi="bn-IN"/>
        </w:rPr>
        <w:t>এখন এর ব্যাখ্যা করব। এটি অন</w:t>
      </w:r>
      <w:r w:rsidR="006B46F0">
        <w:rPr>
          <w:cs/>
          <w:lang w:bidi="bn-IN"/>
        </w:rPr>
        <w:t>স্ব</w:t>
      </w:r>
      <w:r w:rsidRPr="007710BF">
        <w:rPr>
          <w:cs/>
          <w:lang w:bidi="bn-IN"/>
        </w:rPr>
        <w:t>ীকার্য যে</w:t>
      </w:r>
      <w:r w:rsidR="00895143">
        <w:t>,</w:t>
      </w:r>
      <w:r w:rsidRPr="007710BF">
        <w:rPr>
          <w:cs/>
          <w:lang w:bidi="bn-IN"/>
        </w:rPr>
        <w:t>মানুষ দৈহিকভাবে রূপান্তরিত বা পশুতে পরিণত নাহলেও মানসিক ও আত্মিকভাবে রূপান্তরিত বা পশুতে পরিণত হয়</w:t>
      </w:r>
      <w:r w:rsidR="00895143">
        <w:t>,</w:t>
      </w:r>
      <w:r w:rsidRPr="007710BF">
        <w:rPr>
          <w:cs/>
          <w:lang w:bidi="bn-IN"/>
        </w:rPr>
        <w:t>এমনকি কখনো কখনো এত নিকৃষ্ট</w:t>
      </w:r>
      <w:r w:rsidR="0021676D">
        <w:rPr>
          <w:lang w:bidi="bn-IN"/>
        </w:rPr>
        <w:t xml:space="preserve"> </w:t>
      </w:r>
      <w:r w:rsidRPr="007710BF">
        <w:rPr>
          <w:cs/>
          <w:lang w:bidi="bn-IN"/>
        </w:rPr>
        <w:t>প্রাণীতে পরিণত হয় যে</w:t>
      </w:r>
      <w:r w:rsidR="00895143">
        <w:t>,</w:t>
      </w:r>
      <w:r w:rsidRPr="007710BF">
        <w:rPr>
          <w:cs/>
          <w:lang w:bidi="bn-IN"/>
        </w:rPr>
        <w:t>যার নজীর পৃথিবীতে খুজে পাওয়া বিরল। কোরআন বলছে</w:t>
      </w:r>
      <w:r w:rsidR="003936CB">
        <w:t>-</w:t>
      </w:r>
      <w:r w:rsidR="0021676D">
        <w:t xml:space="preserve"> </w:t>
      </w:r>
      <w:r w:rsidR="0021676D" w:rsidRPr="0021676D">
        <w:rPr>
          <w:rStyle w:val="libAlaemChar"/>
          <w:rFonts w:hint="cs"/>
          <w:rtl/>
        </w:rPr>
        <w:t>(</w:t>
      </w:r>
      <w:r w:rsidR="0021676D" w:rsidRPr="0021676D">
        <w:rPr>
          <w:rStyle w:val="libAieChar"/>
          <w:rFonts w:hint="cs"/>
          <w:rtl/>
        </w:rPr>
        <w:t>بل هم أضلّ</w:t>
      </w:r>
      <w:r w:rsidR="0021676D" w:rsidRPr="0021676D">
        <w:rPr>
          <w:rStyle w:val="libAlaemChar"/>
          <w:rFonts w:hint="cs"/>
          <w:rtl/>
        </w:rPr>
        <w:t>)</w:t>
      </w:r>
      <w:r w:rsidR="0021676D" w:rsidRPr="0021676D">
        <w:rPr>
          <w:rStyle w:val="libAieChar"/>
          <w:rFonts w:hint="cs"/>
          <w:rtl/>
        </w:rPr>
        <w:t xml:space="preserve"> </w:t>
      </w:r>
      <w:r w:rsidR="0021676D" w:rsidRPr="0021676D">
        <w:rPr>
          <w:rStyle w:val="libAieChar"/>
        </w:rPr>
        <w:t xml:space="preserve"> </w:t>
      </w:r>
      <w:r w:rsidRPr="007710BF">
        <w:rPr>
          <w:cs/>
          <w:lang w:bidi="bn-IN"/>
        </w:rPr>
        <w:t>অর্থাৎ চতুষ্পদ জন্তু হতেও নিকৃষ্ট। এখন প্রশ্ন হলো মানুষ কি প্রকৃতই মানসিক ও আত্মিকতার দিক থেকে পশুতে পরিণত হতে পারে</w:t>
      </w:r>
      <w:r w:rsidRPr="007710BF">
        <w:t xml:space="preserve">? </w:t>
      </w:r>
      <w:r w:rsidRPr="007710BF">
        <w:rPr>
          <w:cs/>
          <w:lang w:bidi="bn-IN"/>
        </w:rPr>
        <w:t>উত্তর হলো</w:t>
      </w:r>
      <w:r w:rsidR="00895143">
        <w:t>,</w:t>
      </w:r>
      <w:r w:rsidRPr="007710BF">
        <w:rPr>
          <w:cs/>
          <w:lang w:bidi="bn-IN"/>
        </w:rPr>
        <w:t>হ্যাঁ। কারণ মানুষের ব্যক্তি</w:t>
      </w:r>
      <w:r w:rsidR="009E6EF8">
        <w:rPr>
          <w:cs/>
          <w:lang w:bidi="bn-IN"/>
        </w:rPr>
        <w:t>ত্ব</w:t>
      </w:r>
      <w:r w:rsidRPr="007710BF">
        <w:t xml:space="preserve"> </w:t>
      </w:r>
      <w:r w:rsidRPr="007710BF">
        <w:rPr>
          <w:cs/>
          <w:lang w:bidi="bn-IN"/>
        </w:rPr>
        <w:t>তার চারিত্রিক ও মানসিক</w:t>
      </w:r>
      <w:r w:rsidR="009E6EF8">
        <w:rPr>
          <w:lang w:bidi="bn-IN"/>
        </w:rPr>
        <w:t xml:space="preserve"> </w:t>
      </w:r>
      <w:r w:rsidRPr="007710BF">
        <w:rPr>
          <w:cs/>
          <w:lang w:bidi="bn-IN"/>
        </w:rPr>
        <w:t>বৈশিষ্ট্যের উপর নির্ভর করে। যদি কোন মানুষের চারিত্রিক ও আত্মিক বৈশিষ্ট্য কোন হিংস্র প্রাণীর বা</w:t>
      </w:r>
      <w:r w:rsidR="009E6EF8">
        <w:rPr>
          <w:lang w:bidi="bn-IN"/>
        </w:rPr>
        <w:t xml:space="preserve"> </w:t>
      </w:r>
      <w:r w:rsidRPr="007710BF">
        <w:rPr>
          <w:cs/>
          <w:lang w:bidi="bn-IN"/>
        </w:rPr>
        <w:t xml:space="preserve">চতুস্পদ পশুর মত হয় তবে সে প্রকৃতই </w:t>
      </w:r>
      <w:r w:rsidRPr="007710BF">
        <w:rPr>
          <w:cs/>
          <w:lang w:bidi="bn-IN"/>
        </w:rPr>
        <w:lastRenderedPageBreak/>
        <w:t xml:space="preserve">রূপান্তরিত হয়েছে। অর্থাৎ তার আত্মা </w:t>
      </w:r>
      <w:r w:rsidR="005E5BE9">
        <w:rPr>
          <w:cs/>
          <w:lang w:bidi="bn-IN"/>
        </w:rPr>
        <w:t>প্রকৃত</w:t>
      </w:r>
      <w:r w:rsidR="009E6EF8">
        <w:rPr>
          <w:cs/>
          <w:lang w:bidi="bn-IN"/>
        </w:rPr>
        <w:t>ই রূপান্তরিত ও</w:t>
      </w:r>
      <w:r w:rsidR="009E6EF8">
        <w:rPr>
          <w:lang w:bidi="bn-IN"/>
        </w:rPr>
        <w:t xml:space="preserve"> </w:t>
      </w:r>
      <w:r w:rsidRPr="007710BF">
        <w:rPr>
          <w:cs/>
          <w:lang w:bidi="bn-IN"/>
        </w:rPr>
        <w:t>পরিবর্তিত হয়ে এক পশুতে পরিণত হয়েছে। শূকরের দেহ তার আত্মার সঙ্গে সামঞ্জস্যপূর্ণ। কিন্তু</w:t>
      </w:r>
      <w:r w:rsidR="009E6EF8">
        <w:rPr>
          <w:lang w:bidi="bn-IN"/>
        </w:rPr>
        <w:t xml:space="preserve"> </w:t>
      </w:r>
      <w:r w:rsidRPr="007710BF">
        <w:rPr>
          <w:cs/>
          <w:lang w:bidi="bn-IN"/>
        </w:rPr>
        <w:t xml:space="preserve">মানুষ দৈহিকভাবে শূকরের মত না হয়েও শূকরের সকল </w:t>
      </w:r>
      <w:r w:rsidR="006B46F0">
        <w:rPr>
          <w:cs/>
          <w:lang w:bidi="bn-IN"/>
        </w:rPr>
        <w:t>স্ব</w:t>
      </w:r>
      <w:r w:rsidRPr="007710BF">
        <w:rPr>
          <w:cs/>
          <w:lang w:bidi="bn-IN"/>
        </w:rPr>
        <w:t>ভাব ধারণ করতে পারে। যদি কোন মানুষ</w:t>
      </w:r>
      <w:r w:rsidR="009E6EF8">
        <w:rPr>
          <w:lang w:bidi="bn-IN"/>
        </w:rPr>
        <w:t xml:space="preserve"> </w:t>
      </w:r>
      <w:r w:rsidRPr="007710BF">
        <w:rPr>
          <w:cs/>
          <w:lang w:bidi="bn-IN"/>
        </w:rPr>
        <w:t>এরূপ হয় তবে সে রূপান্তর</w:t>
      </w:r>
      <w:r w:rsidR="009E6EF8">
        <w:rPr>
          <w:cs/>
          <w:lang w:bidi="bn-IN"/>
        </w:rPr>
        <w:t>িত হয়েছে। বাস্তব ও অন্ত</w:t>
      </w:r>
      <w:r w:rsidR="009E6EF8" w:rsidRPr="00EF1DC1">
        <w:rPr>
          <w:cs/>
          <w:lang w:bidi="bn-IN"/>
        </w:rPr>
        <w:t>র্দৃষ্টিতে</w:t>
      </w:r>
      <w:r w:rsidRPr="007710BF">
        <w:rPr>
          <w:cs/>
          <w:lang w:bidi="bn-IN"/>
        </w:rPr>
        <w:t xml:space="preserve"> সে </w:t>
      </w:r>
      <w:r w:rsidR="005E5BE9">
        <w:rPr>
          <w:cs/>
          <w:lang w:bidi="bn-IN"/>
        </w:rPr>
        <w:t>প্রকৃত</w:t>
      </w:r>
      <w:r w:rsidR="009E6EF8">
        <w:rPr>
          <w:cs/>
          <w:lang w:bidi="bn-IN"/>
        </w:rPr>
        <w:t>ই একটি শূকর বৈ কিছু নয়।</w:t>
      </w:r>
      <w:r w:rsidR="009E6EF8">
        <w:rPr>
          <w:lang w:bidi="bn-IN"/>
        </w:rPr>
        <w:t xml:space="preserve"> </w:t>
      </w:r>
      <w:r w:rsidRPr="007710BF">
        <w:rPr>
          <w:cs/>
          <w:lang w:bidi="bn-IN"/>
        </w:rPr>
        <w:t>তাই ত্রুটিযুক্ত মানুষ কখনো কখনো রূপান্তরিত মানুষে পরিণত হয়। আমরা এ সব কথা কম শুনি এবং</w:t>
      </w:r>
      <w:r w:rsidR="009E6EF8">
        <w:rPr>
          <w:lang w:bidi="bn-IN"/>
        </w:rPr>
        <w:t xml:space="preserve"> </w:t>
      </w:r>
      <w:r w:rsidRPr="007710BF">
        <w:rPr>
          <w:cs/>
          <w:lang w:bidi="bn-IN"/>
        </w:rPr>
        <w:t xml:space="preserve">অনেকেই মনে করেন এগুলো </w:t>
      </w:r>
      <w:r w:rsidR="009E6EF8" w:rsidRPr="009E6EF8">
        <w:t>metaphoric</w:t>
      </w:r>
      <w:r w:rsidRPr="007710BF">
        <w:rPr>
          <w:cs/>
          <w:lang w:bidi="bn-IN"/>
        </w:rPr>
        <w:t xml:space="preserve"> বা </w:t>
      </w:r>
      <w:r w:rsidR="009E6EF8" w:rsidRPr="00895143">
        <w:t>allegory</w:t>
      </w:r>
      <w:r w:rsidRPr="007710BF">
        <w:rPr>
          <w:cs/>
          <w:lang w:bidi="bn-IN"/>
        </w:rPr>
        <w:t xml:space="preserve"> (রূপক) এবং এগুলো বিশ্বাস করতে চান</w:t>
      </w:r>
      <w:r w:rsidR="009E6EF8">
        <w:rPr>
          <w:lang w:bidi="bn-IN"/>
        </w:rPr>
        <w:t xml:space="preserve"> </w:t>
      </w:r>
      <w:r w:rsidR="00895143">
        <w:rPr>
          <w:cs/>
          <w:lang w:bidi="bn-IN"/>
        </w:rPr>
        <w:t>না। কিন্তু এটা খুবই সত্য।</w:t>
      </w:r>
    </w:p>
    <w:p w:rsidR="00895143" w:rsidRDefault="007710BF" w:rsidP="00895143">
      <w:pPr>
        <w:pStyle w:val="libNormal"/>
        <w:rPr>
          <w:lang w:bidi="bn-IN"/>
        </w:rPr>
      </w:pPr>
      <w:r w:rsidRPr="007710BF">
        <w:rPr>
          <w:cs/>
          <w:lang w:bidi="bn-IN"/>
        </w:rPr>
        <w:t>এক ব্যক্তি বর্ণনা করেছে</w:t>
      </w:r>
      <w:r w:rsidR="00895143">
        <w:t>,</w:t>
      </w:r>
      <w:r w:rsidRPr="001933EC">
        <w:rPr>
          <w:rStyle w:val="libAlaemChar"/>
        </w:rPr>
        <w:t>“</w:t>
      </w:r>
      <w:r w:rsidRPr="007710BF">
        <w:rPr>
          <w:cs/>
          <w:lang w:bidi="bn-IN"/>
        </w:rPr>
        <w:t>ইমাম যয়নুল আবেদীন (আ.)-এর সাথে আরাফাতের ময়দানে ছিলাম।</w:t>
      </w:r>
      <w:r w:rsidR="009E6EF8">
        <w:rPr>
          <w:lang w:bidi="bn-IN"/>
        </w:rPr>
        <w:t xml:space="preserve"> </w:t>
      </w:r>
      <w:r w:rsidRPr="007710BF">
        <w:rPr>
          <w:cs/>
          <w:lang w:bidi="bn-IN"/>
        </w:rPr>
        <w:t xml:space="preserve">উপর থেকে লক্ষ্য করলাম ময়দান হাজীতে </w:t>
      </w:r>
      <w:r w:rsidR="009E6EF8">
        <w:rPr>
          <w:cs/>
          <w:lang w:bidi="bn-IN"/>
        </w:rPr>
        <w:t>পূর্ণ</w:t>
      </w:r>
      <w:r w:rsidRPr="007710BF">
        <w:rPr>
          <w:cs/>
          <w:lang w:bidi="hi-IN"/>
        </w:rPr>
        <w:t xml:space="preserve">। </w:t>
      </w:r>
      <w:r w:rsidRPr="007710BF">
        <w:rPr>
          <w:cs/>
          <w:lang w:bidi="bn-IN"/>
        </w:rPr>
        <w:t>ইমামকে উদ্দেশ্</w:t>
      </w:r>
      <w:r w:rsidR="009E6EF8">
        <w:rPr>
          <w:cs/>
          <w:lang w:bidi="bn-IN"/>
        </w:rPr>
        <w:t xml:space="preserve">য করে বললাম : কি পরিমাণ হাজী </w:t>
      </w:r>
      <w:r w:rsidR="009E6EF8" w:rsidRPr="008B4103">
        <w:rPr>
          <w:cs/>
          <w:lang w:bidi="bn-IN"/>
        </w:rPr>
        <w:t>এ</w:t>
      </w:r>
      <w:r w:rsidR="009E6EF8">
        <w:rPr>
          <w:lang w:bidi="bn-IN"/>
        </w:rPr>
        <w:t xml:space="preserve"> </w:t>
      </w:r>
      <w:r w:rsidRPr="007710BF">
        <w:rPr>
          <w:cs/>
          <w:lang w:bidi="bn-IN"/>
        </w:rPr>
        <w:t>বছর এসেছে আলহামদুলি</w:t>
      </w:r>
      <w:r w:rsidR="006B46F0">
        <w:rPr>
          <w:cs/>
          <w:lang w:bidi="bn-IN"/>
        </w:rPr>
        <w:t>ল্লা</w:t>
      </w:r>
      <w:r w:rsidRPr="007710BF">
        <w:rPr>
          <w:rFonts w:hint="cs"/>
          <w:cs/>
          <w:lang w:bidi="bn-IN"/>
        </w:rPr>
        <w:t>হ্। ইমাম বললেন : চিৎকার এত বেশি</w:t>
      </w:r>
      <w:r w:rsidR="00895143">
        <w:t>,</w:t>
      </w:r>
      <w:r w:rsidRPr="007710BF">
        <w:rPr>
          <w:cs/>
          <w:lang w:bidi="bn-IN"/>
        </w:rPr>
        <w:t>কিন্তু হাজী খুবই কম।</w:t>
      </w:r>
      <w:r w:rsidRPr="001933EC">
        <w:rPr>
          <w:rStyle w:val="libAlaemChar"/>
        </w:rPr>
        <w:t>”</w:t>
      </w:r>
      <w:r w:rsidRPr="007710BF">
        <w:t xml:space="preserve"> </w:t>
      </w:r>
      <w:r w:rsidRPr="007710BF">
        <w:rPr>
          <w:cs/>
          <w:lang w:bidi="bn-IN"/>
        </w:rPr>
        <w:t>ঐ ব্যক্তি</w:t>
      </w:r>
      <w:r w:rsidR="009E6EF8">
        <w:rPr>
          <w:lang w:bidi="bn-IN"/>
        </w:rPr>
        <w:t xml:space="preserve"> </w:t>
      </w:r>
      <w:r w:rsidRPr="007710BF">
        <w:rPr>
          <w:cs/>
          <w:lang w:bidi="bn-IN"/>
        </w:rPr>
        <w:t>বলেছে</w:t>
      </w:r>
      <w:r w:rsidR="00895143">
        <w:t>,</w:t>
      </w:r>
      <w:r w:rsidRPr="001933EC">
        <w:rPr>
          <w:rStyle w:val="libAlaemChar"/>
        </w:rPr>
        <w:t>“</w:t>
      </w:r>
      <w:r w:rsidRPr="007710BF">
        <w:rPr>
          <w:cs/>
          <w:lang w:bidi="bn-IN"/>
        </w:rPr>
        <w:t>তারপর জানি না ইমাম এমন দৃষ্টি শক্তি দান করলেন আমাকে এবং বললেন : লক্ষ্য কর।</w:t>
      </w:r>
      <w:r w:rsidR="009E6EF8">
        <w:rPr>
          <w:lang w:bidi="bn-IN"/>
        </w:rPr>
        <w:t xml:space="preserve"> </w:t>
      </w:r>
      <w:r w:rsidRPr="007710BF">
        <w:rPr>
          <w:cs/>
          <w:lang w:bidi="bn-IN"/>
        </w:rPr>
        <w:t xml:space="preserve">আমি লক্ষ্য করলাম </w:t>
      </w:r>
      <w:r w:rsidR="001933EC">
        <w:rPr>
          <w:cs/>
          <w:lang w:bidi="bn-IN"/>
        </w:rPr>
        <w:t>সম্পূর্ণ</w:t>
      </w:r>
      <w:r w:rsidRPr="007710BF">
        <w:rPr>
          <w:cs/>
          <w:lang w:bidi="bn-IN"/>
        </w:rPr>
        <w:t xml:space="preserve"> ময়দান যেন পশুতে পূর্ণ</w:t>
      </w:r>
      <w:r w:rsidR="003936CB">
        <w:t>-</w:t>
      </w:r>
      <w:r w:rsidRPr="007710BF">
        <w:t xml:space="preserve"> </w:t>
      </w:r>
      <w:r w:rsidRPr="007710BF">
        <w:rPr>
          <w:cs/>
          <w:lang w:bidi="bn-IN"/>
        </w:rPr>
        <w:t>যেন পশু আলয়ের (চিড়িয়াখানা) মধ্যে সামান্য</w:t>
      </w:r>
      <w:r w:rsidR="009E6EF8">
        <w:rPr>
          <w:lang w:bidi="bn-IN"/>
        </w:rPr>
        <w:t xml:space="preserve"> </w:t>
      </w:r>
      <w:r w:rsidRPr="007710BF">
        <w:rPr>
          <w:cs/>
          <w:lang w:bidi="bn-IN"/>
        </w:rPr>
        <w:t>কিছু মানুষ চলাচল করছে। ইমাম বললেন : এখন দেখ বাতেন (</w:t>
      </w:r>
      <w:r w:rsidR="009E6EF8">
        <w:rPr>
          <w:cs/>
          <w:lang w:bidi="bn-IN"/>
        </w:rPr>
        <w:t xml:space="preserve">অপ্রকাশ্য) কিরূপ! যারা </w:t>
      </w:r>
      <w:r w:rsidR="009E6EF8" w:rsidRPr="00895143">
        <w:rPr>
          <w:cs/>
          <w:lang w:bidi="bn-IN"/>
        </w:rPr>
        <w:t>অন্তর্দৃ</w:t>
      </w:r>
      <w:r w:rsidR="00895143">
        <w:rPr>
          <w:cs/>
          <w:lang w:bidi="bn-IN"/>
        </w:rPr>
        <w:t>ষ্টি</w:t>
      </w:r>
      <w:r w:rsidR="009E6EF8">
        <w:rPr>
          <w:cs/>
          <w:lang w:bidi="bn-IN"/>
        </w:rPr>
        <w:t xml:space="preserve"> </w:t>
      </w:r>
      <w:r w:rsidRPr="007710BF">
        <w:rPr>
          <w:cs/>
          <w:lang w:bidi="bn-IN"/>
        </w:rPr>
        <w:t>স</w:t>
      </w:r>
      <w:r w:rsidR="005E5BE9">
        <w:rPr>
          <w:cs/>
          <w:lang w:bidi="bn-IN"/>
        </w:rPr>
        <w:t>ম্প</w:t>
      </w:r>
      <w:r w:rsidRPr="007710BF">
        <w:rPr>
          <w:cs/>
          <w:lang w:bidi="bn-IN"/>
        </w:rPr>
        <w:t xml:space="preserve">ন্ন ও আধ্যাত্মিক শক্তির অধিকারী </w:t>
      </w:r>
      <w:r w:rsidR="00611BB9">
        <w:rPr>
          <w:cs/>
          <w:lang w:bidi="bn-IN"/>
        </w:rPr>
        <w:t>তা</w:t>
      </w:r>
      <w:r w:rsidRPr="007710BF">
        <w:rPr>
          <w:cs/>
          <w:lang w:bidi="bn-IN"/>
        </w:rPr>
        <w:t>দের নিকট এ বিষয়টি প্রদীপের মতই উজ্জ্বল। এখন যদি</w:t>
      </w:r>
      <w:r w:rsidR="009E6EF8">
        <w:rPr>
          <w:lang w:bidi="bn-IN"/>
        </w:rPr>
        <w:t xml:space="preserve"> </w:t>
      </w:r>
      <w:r w:rsidRPr="007710BF">
        <w:rPr>
          <w:cs/>
          <w:lang w:bidi="bn-IN"/>
        </w:rPr>
        <w:t>আধুনিক চিন্তাধারার কেউ তা অস্বীকার করতে চায় তাহলে ভুল করবে। আমাদের এখনকার সময়ও</w:t>
      </w:r>
      <w:r w:rsidR="00895143">
        <w:rPr>
          <w:lang w:bidi="bn-IN"/>
        </w:rPr>
        <w:t xml:space="preserve"> </w:t>
      </w:r>
      <w:r w:rsidRPr="007710BF">
        <w:rPr>
          <w:cs/>
          <w:lang w:bidi="bn-IN"/>
        </w:rPr>
        <w:t xml:space="preserve">ব্যক্তি-বিশেষ ছিলেন এবং আছেন </w:t>
      </w:r>
      <w:r w:rsidR="00695D8C">
        <w:rPr>
          <w:cs/>
          <w:lang w:bidi="bn-IN"/>
        </w:rPr>
        <w:t>যারা</w:t>
      </w:r>
      <w:r w:rsidRPr="007710BF">
        <w:rPr>
          <w:cs/>
          <w:lang w:bidi="bn-IN"/>
        </w:rPr>
        <w:t xml:space="preserve"> মানুষের </w:t>
      </w:r>
      <w:r w:rsidR="00895143">
        <w:rPr>
          <w:cs/>
          <w:lang w:bidi="bn-IN"/>
        </w:rPr>
        <w:t xml:space="preserve">সত্তাকে অনুভব করেন এবং দেখেন। </w:t>
      </w:r>
    </w:p>
    <w:p w:rsidR="00F8200F" w:rsidRDefault="007710BF" w:rsidP="00895143">
      <w:pPr>
        <w:pStyle w:val="libNormal"/>
        <w:rPr>
          <w:lang w:bidi="bn-IN"/>
        </w:rPr>
      </w:pPr>
      <w:r w:rsidRPr="007710BF">
        <w:rPr>
          <w:cs/>
          <w:lang w:bidi="bn-IN"/>
        </w:rPr>
        <w:t>যে মানুষ চতুষ্পদ জন্তুর মত শুধু খাওয়া</w:t>
      </w:r>
      <w:r w:rsidR="00895143">
        <w:t>,</w:t>
      </w:r>
      <w:r w:rsidRPr="007710BF">
        <w:rPr>
          <w:cs/>
          <w:lang w:bidi="bn-IN"/>
        </w:rPr>
        <w:t>ঘুমানো</w:t>
      </w:r>
      <w:r w:rsidR="00895143">
        <w:t>,</w:t>
      </w:r>
      <w:r w:rsidRPr="007710BF">
        <w:rPr>
          <w:cs/>
          <w:lang w:bidi="bn-IN"/>
        </w:rPr>
        <w:t>যৌন চাহিদা পূরণ ছাড়া (প্রাণীর) অন্য কোন</w:t>
      </w:r>
      <w:r w:rsidR="00895143">
        <w:rPr>
          <w:lang w:bidi="bn-IN"/>
        </w:rPr>
        <w:t xml:space="preserve"> </w:t>
      </w:r>
      <w:r w:rsidRPr="007710BF">
        <w:rPr>
          <w:cs/>
          <w:lang w:bidi="bn-IN"/>
        </w:rPr>
        <w:t>চিন্তা করে না</w:t>
      </w:r>
      <w:r w:rsidR="00895143">
        <w:t>,</w:t>
      </w:r>
      <w:r w:rsidRPr="007710BF">
        <w:rPr>
          <w:cs/>
          <w:lang w:bidi="bn-IN"/>
        </w:rPr>
        <w:t>তার চিন্তা শুধু এটাই যে</w:t>
      </w:r>
      <w:r w:rsidR="00895143">
        <w:t>,</w:t>
      </w:r>
      <w:r w:rsidRPr="007710BF">
        <w:rPr>
          <w:cs/>
          <w:lang w:bidi="bn-IN"/>
        </w:rPr>
        <w:t>খাবে</w:t>
      </w:r>
      <w:r w:rsidR="00895143">
        <w:t>,</w:t>
      </w:r>
      <w:r w:rsidRPr="007710BF">
        <w:rPr>
          <w:cs/>
          <w:lang w:bidi="bn-IN"/>
        </w:rPr>
        <w:t>ঘুমাবে আর দৈহিক আনন্দ অনুভব করবে</w:t>
      </w:r>
      <w:r w:rsidR="00895143">
        <w:t>,</w:t>
      </w:r>
      <w:r w:rsidRPr="007710BF">
        <w:rPr>
          <w:cs/>
          <w:lang w:bidi="bn-IN"/>
        </w:rPr>
        <w:t>প্রকৃতপক্ষে</w:t>
      </w:r>
      <w:r w:rsidR="00895143">
        <w:rPr>
          <w:lang w:bidi="bn-IN"/>
        </w:rPr>
        <w:t xml:space="preserve"> </w:t>
      </w:r>
      <w:r w:rsidRPr="007710BF">
        <w:rPr>
          <w:cs/>
          <w:lang w:bidi="bn-IN"/>
        </w:rPr>
        <w:t xml:space="preserve">তার আত্মা একটা </w:t>
      </w:r>
      <w:r w:rsidR="00895143" w:rsidRPr="00895143">
        <w:rPr>
          <w:cs/>
          <w:lang w:bidi="bn-IN"/>
        </w:rPr>
        <w:t>চতুস্পদ</w:t>
      </w:r>
      <w:r w:rsidRPr="007710BF">
        <w:rPr>
          <w:cs/>
          <w:lang w:bidi="bn-IN"/>
        </w:rPr>
        <w:t xml:space="preserve"> জন্তু ছাড়া আর কিছুই নয়। তার অন্তর একটি রূপান্তরিত মানুষে পরিণত</w:t>
      </w:r>
      <w:r w:rsidR="00895143">
        <w:rPr>
          <w:lang w:bidi="bn-IN"/>
        </w:rPr>
        <w:t xml:space="preserve"> </w:t>
      </w:r>
      <w:r w:rsidRPr="007710BF">
        <w:rPr>
          <w:cs/>
          <w:lang w:bidi="bn-IN"/>
        </w:rPr>
        <w:t xml:space="preserve">হয়েছে। যার </w:t>
      </w:r>
      <w:r w:rsidR="006B46F0">
        <w:rPr>
          <w:cs/>
          <w:lang w:bidi="bn-IN"/>
        </w:rPr>
        <w:t>স্ব</w:t>
      </w:r>
      <w:r w:rsidRPr="007710BF">
        <w:rPr>
          <w:cs/>
          <w:lang w:bidi="bn-IN"/>
        </w:rPr>
        <w:t>ভাব রূপান্তরিত</w:t>
      </w:r>
      <w:r w:rsidR="00895143">
        <w:t>,</w:t>
      </w:r>
      <w:r w:rsidRPr="007710BF">
        <w:rPr>
          <w:cs/>
          <w:lang w:bidi="bn-IN"/>
        </w:rPr>
        <w:t>তার মানবিক বৈশিষ্ট্য রূপান্তরিত</w:t>
      </w:r>
      <w:r w:rsidR="003936CB">
        <w:t>-</w:t>
      </w:r>
      <w:r w:rsidRPr="007710BF">
        <w:t xml:space="preserve"> </w:t>
      </w:r>
      <w:r w:rsidRPr="007710BF">
        <w:rPr>
          <w:cs/>
          <w:lang w:bidi="bn-IN"/>
        </w:rPr>
        <w:t>কিভাবে তা ব্যাখ্যা দেব। অর্থাৎ</w:t>
      </w:r>
      <w:r w:rsidR="00895143">
        <w:rPr>
          <w:lang w:bidi="bn-IN"/>
        </w:rPr>
        <w:t xml:space="preserve"> </w:t>
      </w:r>
      <w:r w:rsidRPr="007710BF">
        <w:rPr>
          <w:cs/>
          <w:lang w:bidi="bn-IN"/>
        </w:rPr>
        <w:t>তার মনুষ্য</w:t>
      </w:r>
      <w:r w:rsidR="009E6EF8">
        <w:rPr>
          <w:cs/>
          <w:lang w:bidi="bn-IN"/>
        </w:rPr>
        <w:t>ত্ব</w:t>
      </w:r>
      <w:r w:rsidRPr="007710BF">
        <w:t xml:space="preserve"> </w:t>
      </w:r>
      <w:r w:rsidRPr="007710BF">
        <w:rPr>
          <w:cs/>
          <w:lang w:bidi="bn-IN"/>
        </w:rPr>
        <w:t>তার নিকট থেকে ছিনিয়ে নেয়া হয়েছে</w:t>
      </w:r>
      <w:r w:rsidR="00895143">
        <w:t>,</w:t>
      </w:r>
      <w:r w:rsidRPr="007710BF">
        <w:rPr>
          <w:cs/>
          <w:lang w:bidi="bn-IN"/>
        </w:rPr>
        <w:t>ঐ স্থানে সে নিজের জন্য চতুষ্পদ ও হিংস্র পশুর</w:t>
      </w:r>
      <w:r w:rsidR="00895143">
        <w:rPr>
          <w:lang w:bidi="bn-IN"/>
        </w:rPr>
        <w:t xml:space="preserve"> </w:t>
      </w:r>
      <w:r w:rsidRPr="007710BF">
        <w:rPr>
          <w:cs/>
          <w:lang w:bidi="bn-IN"/>
        </w:rPr>
        <w:t>চরিত্র ও বৈশিষ্ট্য অর্জন করেছে।</w:t>
      </w:r>
    </w:p>
    <w:p w:rsidR="00F8200F" w:rsidRDefault="007710BF" w:rsidP="00F8200F">
      <w:pPr>
        <w:pStyle w:val="libNormal"/>
        <w:rPr>
          <w:lang w:bidi="bn-IN"/>
        </w:rPr>
      </w:pPr>
      <w:r w:rsidRPr="007710BF">
        <w:rPr>
          <w:cs/>
          <w:lang w:bidi="bn-IN"/>
        </w:rPr>
        <w:lastRenderedPageBreak/>
        <w:t xml:space="preserve">সূরা নাবায় আমরা পড়ি </w:t>
      </w:r>
      <w:r w:rsidRPr="001933EC">
        <w:rPr>
          <w:rStyle w:val="libAlaemChar"/>
        </w:rPr>
        <w:t>“</w:t>
      </w:r>
      <w:r w:rsidR="00F8200F">
        <w:rPr>
          <w:cs/>
          <w:lang w:bidi="bn-IN"/>
        </w:rPr>
        <w:t>সে দিন যখন শিং</w:t>
      </w:r>
      <w:r w:rsidRPr="007710BF">
        <w:rPr>
          <w:cs/>
          <w:lang w:bidi="bn-IN"/>
        </w:rPr>
        <w:t>গায় ফুৎকার দেয়া হবে তখন তোমরা দলে দলে</w:t>
      </w:r>
      <w:r w:rsidR="00F8200F">
        <w:rPr>
          <w:lang w:bidi="bn-IN"/>
        </w:rPr>
        <w:t xml:space="preserve"> </w:t>
      </w:r>
      <w:r w:rsidRPr="007710BF">
        <w:rPr>
          <w:cs/>
          <w:lang w:bidi="bn-IN"/>
        </w:rPr>
        <w:t>আসবে। এবং আকাশকে উন্মুক্ত করা হবে ফলে তা বহু দ্বারে বিভক্ত হয়ে পড়বে। পর্বতকে বিচলিত</w:t>
      </w:r>
      <w:r w:rsidR="00F8200F">
        <w:rPr>
          <w:lang w:bidi="bn-IN"/>
        </w:rPr>
        <w:t xml:space="preserve"> </w:t>
      </w:r>
      <w:r w:rsidRPr="007710BF">
        <w:rPr>
          <w:cs/>
          <w:lang w:bidi="bn-IN"/>
        </w:rPr>
        <w:t>করা হবে ফলে তা মরীচিকায় পরিণত হবে।</w:t>
      </w:r>
      <w:r w:rsidRPr="001933EC">
        <w:rPr>
          <w:rStyle w:val="libAlaemChar"/>
        </w:rPr>
        <w:t>”</w:t>
      </w:r>
      <w:r w:rsidRPr="007710BF">
        <w:t xml:space="preserve"> (</w:t>
      </w:r>
      <w:r w:rsidRPr="007710BF">
        <w:rPr>
          <w:cs/>
          <w:lang w:bidi="bn-IN"/>
        </w:rPr>
        <w:t>সূরা নাবা : ১৮-২০) কিয়ামতের দিন মানুষ দলে দলে</w:t>
      </w:r>
      <w:r w:rsidR="00F8200F">
        <w:rPr>
          <w:lang w:bidi="bn-IN"/>
        </w:rPr>
        <w:t xml:space="preserve"> </w:t>
      </w:r>
      <w:r w:rsidRPr="007710BF">
        <w:rPr>
          <w:cs/>
          <w:lang w:bidi="bn-IN"/>
        </w:rPr>
        <w:t>পুনরুত্থিত ও সমবেত হবে। রাসূলগণ সব সময়ই বলেছেন</w:t>
      </w:r>
      <w:r w:rsidR="00895143">
        <w:t>,</w:t>
      </w:r>
      <w:r w:rsidRPr="007710BF">
        <w:rPr>
          <w:cs/>
          <w:lang w:bidi="bn-IN"/>
        </w:rPr>
        <w:t>শুধু মানুষের একটি দল মানুষের চেহারায়</w:t>
      </w:r>
      <w:r w:rsidR="00F8200F">
        <w:rPr>
          <w:lang w:bidi="bn-IN"/>
        </w:rPr>
        <w:t xml:space="preserve"> </w:t>
      </w:r>
      <w:r w:rsidRPr="007710BF">
        <w:rPr>
          <w:cs/>
          <w:lang w:bidi="bn-IN"/>
        </w:rPr>
        <w:t>পুনরুত্থিত হবে। কোন কোন দল পিপীলিকার মত</w:t>
      </w:r>
      <w:r w:rsidR="00895143">
        <w:t>,</w:t>
      </w:r>
      <w:r w:rsidRPr="007710BF">
        <w:rPr>
          <w:cs/>
          <w:lang w:bidi="bn-IN"/>
        </w:rPr>
        <w:t>কোন দল সাপের মত</w:t>
      </w:r>
      <w:r w:rsidR="00895143">
        <w:t>,</w:t>
      </w:r>
      <w:r w:rsidRPr="007710BF">
        <w:rPr>
          <w:cs/>
          <w:lang w:bidi="bn-IN"/>
        </w:rPr>
        <w:t>কোন দল নেকড়ের মত</w:t>
      </w:r>
      <w:r w:rsidR="00F8200F">
        <w:rPr>
          <w:lang w:bidi="bn-IN"/>
        </w:rPr>
        <w:t xml:space="preserve"> </w:t>
      </w:r>
      <w:r w:rsidRPr="007710BF">
        <w:rPr>
          <w:cs/>
          <w:lang w:bidi="bn-IN"/>
        </w:rPr>
        <w:t xml:space="preserve">চেহারা নিয়ে হাশরের ময়দানে </w:t>
      </w:r>
      <w:r w:rsidR="00F8200F">
        <w:rPr>
          <w:cs/>
          <w:lang w:bidi="bn-IN"/>
        </w:rPr>
        <w:t>আবির্ভূত</w:t>
      </w:r>
      <w:r w:rsidRPr="007710BF">
        <w:rPr>
          <w:cs/>
          <w:lang w:bidi="bn-IN"/>
        </w:rPr>
        <w:t xml:space="preserve"> হবে। কেন</w:t>
      </w:r>
      <w:r w:rsidRPr="007710BF">
        <w:t xml:space="preserve">? </w:t>
      </w:r>
      <w:r w:rsidRPr="007710BF">
        <w:rPr>
          <w:cs/>
          <w:lang w:bidi="bn-IN"/>
        </w:rPr>
        <w:t>এটা কি সম্ভব কোন কারণ ছাড়াই মহান আ</w:t>
      </w:r>
      <w:r w:rsidR="006B46F0">
        <w:rPr>
          <w:cs/>
          <w:lang w:bidi="bn-IN"/>
        </w:rPr>
        <w:t>ল্লা</w:t>
      </w:r>
      <w:r w:rsidR="00F8200F">
        <w:rPr>
          <w:rFonts w:hint="cs"/>
          <w:cs/>
          <w:lang w:bidi="bn-IN"/>
        </w:rPr>
        <w:t>হ্</w:t>
      </w:r>
      <w:r w:rsidR="00F8200F">
        <w:rPr>
          <w:lang w:bidi="bn-IN"/>
        </w:rPr>
        <w:t xml:space="preserve"> </w:t>
      </w:r>
      <w:r w:rsidRPr="007710BF">
        <w:rPr>
          <w:rFonts w:hint="cs"/>
          <w:cs/>
          <w:lang w:bidi="bn-IN"/>
        </w:rPr>
        <w:t>মানুষকে এ রকম আকৃতিতে পুনরুত্থিত করবেন</w:t>
      </w:r>
      <w:r w:rsidRPr="007710BF">
        <w:t xml:space="preserve">? </w:t>
      </w:r>
      <w:r w:rsidRPr="007710BF">
        <w:rPr>
          <w:cs/>
          <w:lang w:bidi="bn-IN"/>
        </w:rPr>
        <w:t>যে ব্যক্তির পৃথিবীতে মানুষকে ক্ষত বিক্ষত করা ছাড়া</w:t>
      </w:r>
      <w:r w:rsidR="00F8200F">
        <w:rPr>
          <w:lang w:bidi="bn-IN"/>
        </w:rPr>
        <w:t xml:space="preserve"> </w:t>
      </w:r>
      <w:r w:rsidRPr="007710BF">
        <w:rPr>
          <w:cs/>
          <w:lang w:bidi="bn-IN"/>
        </w:rPr>
        <w:t>কোন কাজ ছিল না</w:t>
      </w:r>
      <w:r w:rsidR="00895143">
        <w:t>,</w:t>
      </w:r>
      <w:r w:rsidRPr="007710BF">
        <w:rPr>
          <w:cs/>
          <w:lang w:bidi="bn-IN"/>
        </w:rPr>
        <w:t>যার সকল আনন্দ অন্যদের কষ্ট দেয়ার মধ্যে নিহিত ছিল সে প্রকৃতই একটি</w:t>
      </w:r>
      <w:r w:rsidR="00F8200F">
        <w:rPr>
          <w:lang w:bidi="bn-IN"/>
        </w:rPr>
        <w:t xml:space="preserve"> </w:t>
      </w:r>
      <w:r w:rsidRPr="007710BF">
        <w:rPr>
          <w:cs/>
          <w:lang w:bidi="bn-IN"/>
        </w:rPr>
        <w:t xml:space="preserve">বিষাক্ত বিচ্ছু। তাই সে সেভাবেই পুনরুত্থিত হবে। যে ব্যক্তির বাঁদরামী করাই একমাত্র </w:t>
      </w:r>
      <w:r w:rsidR="00F8200F">
        <w:rPr>
          <w:cs/>
          <w:lang w:bidi="bn-IN"/>
        </w:rPr>
        <w:t>স্বভাব</w:t>
      </w:r>
      <w:r w:rsidRPr="007710BF">
        <w:rPr>
          <w:cs/>
          <w:lang w:bidi="bn-IN"/>
        </w:rPr>
        <w:t xml:space="preserve"> ছিল কিয়ামতে প্রকৃতই সে বাঁদরের চেহারা নিয়ে আবিভূত হবে। এমনিভাবে যার </w:t>
      </w:r>
      <w:r w:rsidR="006B46F0">
        <w:rPr>
          <w:cs/>
          <w:lang w:bidi="bn-IN"/>
        </w:rPr>
        <w:t>স্ব</w:t>
      </w:r>
      <w:r w:rsidR="00F8200F">
        <w:rPr>
          <w:cs/>
          <w:lang w:bidi="bn-IN"/>
        </w:rPr>
        <w:t>ভাব কুকরের মতো সে</w:t>
      </w:r>
      <w:r w:rsidR="00F8200F">
        <w:rPr>
          <w:lang w:bidi="bn-IN"/>
        </w:rPr>
        <w:t xml:space="preserve"> </w:t>
      </w:r>
      <w:r w:rsidRPr="007710BF">
        <w:rPr>
          <w:cs/>
          <w:lang w:bidi="bn-IN"/>
        </w:rPr>
        <w:t xml:space="preserve">কুকর হিসেবে পুনরুত্থিত হবে। </w:t>
      </w:r>
      <w:r w:rsidRPr="001933EC">
        <w:rPr>
          <w:rStyle w:val="libAlaemChar"/>
        </w:rPr>
        <w:t>“</w:t>
      </w:r>
      <w:r w:rsidRPr="007710BF">
        <w:rPr>
          <w:cs/>
          <w:lang w:bidi="bn-IN"/>
        </w:rPr>
        <w:t>মানুষ তার নিয়্যতের (কাজের) উপর ভিত্তি করেই পুনরুত্থিত হবে।</w:t>
      </w:r>
      <w:r w:rsidRPr="001933EC">
        <w:rPr>
          <w:rStyle w:val="libAlaemChar"/>
        </w:rPr>
        <w:t>”</w:t>
      </w:r>
      <w:r w:rsidRPr="007710BF">
        <w:rPr>
          <w:cs/>
          <w:lang w:bidi="bn-IN"/>
        </w:rPr>
        <w:t>(মুসনাদে আহমদ</w:t>
      </w:r>
      <w:r w:rsidR="00895143">
        <w:t>,</w:t>
      </w:r>
      <w:r w:rsidRPr="007710BF">
        <w:rPr>
          <w:cs/>
          <w:lang w:bidi="bn-IN"/>
        </w:rPr>
        <w:t>২য় খণ্ড</w:t>
      </w:r>
      <w:r w:rsidR="00895143">
        <w:t>,</w:t>
      </w:r>
      <w:r w:rsidR="00F8200F">
        <w:rPr>
          <w:cs/>
          <w:lang w:bidi="bn-IN"/>
        </w:rPr>
        <w:t>পৃ. ৩৯২)</w:t>
      </w:r>
    </w:p>
    <w:p w:rsidR="00F8200F" w:rsidRDefault="007710BF" w:rsidP="00F8200F">
      <w:pPr>
        <w:pStyle w:val="libNormal"/>
        <w:rPr>
          <w:lang w:bidi="bn-IN"/>
        </w:rPr>
      </w:pPr>
      <w:r w:rsidRPr="007710BF">
        <w:rPr>
          <w:cs/>
          <w:lang w:bidi="bn-IN"/>
        </w:rPr>
        <w:t>কিয়ামতে মানুষ তার নিয়্যত</w:t>
      </w:r>
      <w:r w:rsidR="00895143">
        <w:t>,</w:t>
      </w:r>
      <w:r w:rsidRPr="007710BF">
        <w:rPr>
          <w:cs/>
          <w:lang w:bidi="bn-IN"/>
        </w:rPr>
        <w:t>উদ্দেশ্য</w:t>
      </w:r>
      <w:r w:rsidR="00895143">
        <w:t>,</w:t>
      </w:r>
      <w:r w:rsidRPr="007710BF">
        <w:rPr>
          <w:cs/>
          <w:lang w:bidi="bn-IN"/>
        </w:rPr>
        <w:t>ইচ্ছা</w:t>
      </w:r>
      <w:r w:rsidR="00895143">
        <w:t>,</w:t>
      </w:r>
      <w:r w:rsidRPr="007710BF">
        <w:rPr>
          <w:cs/>
          <w:lang w:bidi="bn-IN"/>
        </w:rPr>
        <w:t xml:space="preserve">তার </w:t>
      </w:r>
      <w:r w:rsidR="006B46F0">
        <w:rPr>
          <w:cs/>
          <w:lang w:bidi="bn-IN"/>
        </w:rPr>
        <w:t>স্ব</w:t>
      </w:r>
      <w:r w:rsidRPr="007710BF">
        <w:rPr>
          <w:cs/>
          <w:lang w:bidi="bn-IN"/>
        </w:rPr>
        <w:t>ভাব ও তার প্রকৃত বৈশিষ্ট্যের উপর ভিত্তি</w:t>
      </w:r>
      <w:r w:rsidR="00F8200F">
        <w:rPr>
          <w:lang w:bidi="bn-IN"/>
        </w:rPr>
        <w:t xml:space="preserve"> </w:t>
      </w:r>
      <w:r w:rsidRPr="007710BF">
        <w:rPr>
          <w:cs/>
          <w:lang w:bidi="bn-IN"/>
        </w:rPr>
        <w:t>করে পুনরুত্থিত হবে। আপনি এ পৃথিবীতে কি চেহারাতে আছেন</w:t>
      </w:r>
      <w:r w:rsidRPr="007710BF">
        <w:t xml:space="preserve">? </w:t>
      </w:r>
      <w:r w:rsidRPr="007710BF">
        <w:rPr>
          <w:cs/>
          <w:lang w:bidi="bn-IN"/>
        </w:rPr>
        <w:t>কি হতে চান</w:t>
      </w:r>
      <w:r w:rsidRPr="007710BF">
        <w:t xml:space="preserve">? </w:t>
      </w:r>
      <w:r w:rsidRPr="007710BF">
        <w:rPr>
          <w:cs/>
          <w:lang w:bidi="bn-IN"/>
        </w:rPr>
        <w:t>কি বস্তু চান</w:t>
      </w:r>
      <w:r w:rsidRPr="007710BF">
        <w:t>?</w:t>
      </w:r>
      <w:r w:rsidR="00F8200F">
        <w:t xml:space="preserve"> </w:t>
      </w:r>
      <w:r w:rsidRPr="007710BF">
        <w:rPr>
          <w:cs/>
          <w:lang w:bidi="bn-IN"/>
        </w:rPr>
        <w:t>আপনার ইচ্ছাগুলো কি মানুষের চাওয়া নাকি কোন হিংস্র পশুর চাওয়া</w:t>
      </w:r>
      <w:r w:rsidR="00F8200F">
        <w:rPr>
          <w:lang w:bidi="bn-IN"/>
        </w:rPr>
        <w:t xml:space="preserve"> </w:t>
      </w:r>
      <w:r w:rsidRPr="007710BF">
        <w:t xml:space="preserve">? </w:t>
      </w:r>
      <w:r w:rsidRPr="007710BF">
        <w:rPr>
          <w:cs/>
          <w:lang w:bidi="bn-IN"/>
        </w:rPr>
        <w:t>নাকি এক তৃণভোজীর মতো</w:t>
      </w:r>
      <w:r w:rsidR="00F8200F">
        <w:rPr>
          <w:lang w:bidi="bn-IN"/>
        </w:rPr>
        <w:t xml:space="preserve"> </w:t>
      </w:r>
      <w:r w:rsidRPr="007710BF">
        <w:rPr>
          <w:cs/>
          <w:lang w:bidi="bn-IN"/>
        </w:rPr>
        <w:t>চাওয়া</w:t>
      </w:r>
      <w:r w:rsidRPr="007710BF">
        <w:t xml:space="preserve">? </w:t>
      </w:r>
      <w:r w:rsidRPr="007710BF">
        <w:rPr>
          <w:cs/>
          <w:lang w:bidi="bn-IN"/>
        </w:rPr>
        <w:t>যা আপনি চান আপনি তা-ই এবং সে চেহারাতেই আপন</w:t>
      </w:r>
      <w:r w:rsidR="00F8200F">
        <w:rPr>
          <w:cs/>
          <w:lang w:bidi="bn-IN"/>
        </w:rPr>
        <w:t>ি পুনরুত্থিত হবেন যে রকম আছেন।</w:t>
      </w:r>
    </w:p>
    <w:p w:rsidR="00F8200F" w:rsidRDefault="007710BF" w:rsidP="00F8200F">
      <w:pPr>
        <w:pStyle w:val="libNormal"/>
      </w:pPr>
      <w:r w:rsidRPr="007710BF">
        <w:rPr>
          <w:cs/>
          <w:lang w:bidi="bn-IN"/>
        </w:rPr>
        <w:t>এটাই আমাদের আ</w:t>
      </w:r>
      <w:r w:rsidR="006B46F0">
        <w:rPr>
          <w:cs/>
          <w:lang w:bidi="bn-IN"/>
        </w:rPr>
        <w:t>ল্লা</w:t>
      </w:r>
      <w:r w:rsidRPr="007710BF">
        <w:rPr>
          <w:rFonts w:hint="cs"/>
          <w:cs/>
          <w:lang w:bidi="bn-IN"/>
        </w:rPr>
        <w:t>হ্ ব্যতীত সকল কিছুর উপাসনা থেকে বিরত করে</w:t>
      </w:r>
      <w:r w:rsidRPr="007710BF">
        <w:rPr>
          <w:rFonts w:hint="cs"/>
          <w:cs/>
          <w:lang w:bidi="hi-IN"/>
        </w:rPr>
        <w:t xml:space="preserve">। </w:t>
      </w:r>
      <w:r w:rsidRPr="007710BF">
        <w:rPr>
          <w:rFonts w:hint="cs"/>
          <w:cs/>
          <w:lang w:bidi="bn-IN"/>
        </w:rPr>
        <w:t>আমরা যা কিছুর</w:t>
      </w:r>
      <w:r w:rsidR="00F8200F">
        <w:rPr>
          <w:lang w:bidi="bn-IN"/>
        </w:rPr>
        <w:t xml:space="preserve"> </w:t>
      </w:r>
      <w:r w:rsidRPr="007710BF">
        <w:rPr>
          <w:rFonts w:hint="cs"/>
          <w:cs/>
          <w:lang w:bidi="bn-IN"/>
        </w:rPr>
        <w:t>উপাসনা করব তার মতোই হব। যদি টাকার উপাসনা করি</w:t>
      </w:r>
      <w:r w:rsidR="00895143">
        <w:t>,</w:t>
      </w:r>
      <w:r w:rsidRPr="007710BF">
        <w:rPr>
          <w:cs/>
          <w:lang w:bidi="bn-IN"/>
        </w:rPr>
        <w:t>যদি অর্থ আমাদের অস্তি</w:t>
      </w:r>
      <w:r w:rsidR="009E6EF8">
        <w:rPr>
          <w:cs/>
          <w:lang w:bidi="bn-IN"/>
        </w:rPr>
        <w:t>ত্ব</w:t>
      </w:r>
      <w:r w:rsidRPr="007710BF">
        <w:t xml:space="preserve"> </w:t>
      </w:r>
      <w:r w:rsidRPr="007710BF">
        <w:rPr>
          <w:cs/>
          <w:lang w:bidi="bn-IN"/>
        </w:rPr>
        <w:t xml:space="preserve">ও </w:t>
      </w:r>
      <w:r w:rsidR="00F8200F">
        <w:rPr>
          <w:cs/>
          <w:lang w:bidi="bn-IN"/>
        </w:rPr>
        <w:t>অস্তিুত্বের</w:t>
      </w:r>
      <w:r w:rsidR="00F8200F">
        <w:rPr>
          <w:lang w:bidi="bn-IN"/>
        </w:rPr>
        <w:t xml:space="preserve"> </w:t>
      </w:r>
      <w:r w:rsidRPr="007710BF">
        <w:rPr>
          <w:cs/>
          <w:lang w:bidi="bn-IN"/>
        </w:rPr>
        <w:t>অংশে পরিণত হয়</w:t>
      </w:r>
      <w:r w:rsidR="00895143">
        <w:t>,</w:t>
      </w:r>
      <w:r w:rsidRPr="007710BF">
        <w:rPr>
          <w:cs/>
          <w:lang w:bidi="bn-IN"/>
        </w:rPr>
        <w:t>এ অর্থ কিয়ামতে সে-ই উত্তপ্ত ধাতব পদার্থে পরিণত হবে। কোরআন এ পৃথিবীতে</w:t>
      </w:r>
      <w:r w:rsidR="00F8200F">
        <w:rPr>
          <w:lang w:bidi="bn-IN"/>
        </w:rPr>
        <w:t xml:space="preserve"> </w:t>
      </w:r>
      <w:r w:rsidRPr="007710BF">
        <w:rPr>
          <w:cs/>
          <w:lang w:bidi="bn-IN"/>
        </w:rPr>
        <w:t>যাদের অস্তি</w:t>
      </w:r>
      <w:r w:rsidR="009E6EF8">
        <w:rPr>
          <w:cs/>
          <w:lang w:bidi="bn-IN"/>
        </w:rPr>
        <w:t>ত্ব</w:t>
      </w:r>
      <w:r w:rsidRPr="007710BF">
        <w:t xml:space="preserve"> </w:t>
      </w:r>
      <w:r w:rsidRPr="007710BF">
        <w:rPr>
          <w:cs/>
          <w:lang w:bidi="bn-IN"/>
        </w:rPr>
        <w:t xml:space="preserve">এই ধাতব পদার্থের </w:t>
      </w:r>
      <w:r w:rsidR="00F8200F">
        <w:rPr>
          <w:cs/>
          <w:lang w:bidi="bn-IN"/>
        </w:rPr>
        <w:t>অস্তিুত্বের</w:t>
      </w:r>
      <w:r w:rsidRPr="007710BF">
        <w:rPr>
          <w:cs/>
          <w:lang w:bidi="bn-IN"/>
        </w:rPr>
        <w:t xml:space="preserve"> সাথে মিশে গিয়েছে এবং এই ধাতুর উপাসনা ছাড়া যার</w:t>
      </w:r>
      <w:r w:rsidR="00F8200F">
        <w:rPr>
          <w:lang w:bidi="bn-IN"/>
        </w:rPr>
        <w:t xml:space="preserve"> </w:t>
      </w:r>
      <w:r w:rsidRPr="007710BF">
        <w:rPr>
          <w:cs/>
          <w:lang w:bidi="bn-IN"/>
        </w:rPr>
        <w:t>কোন কাজ নেই তাদের উদ্দেশ্যে বলেছে</w:t>
      </w:r>
      <w:r w:rsidR="00895143">
        <w:t>,</w:t>
      </w:r>
      <w:r w:rsidRPr="001933EC">
        <w:rPr>
          <w:rStyle w:val="libAlaemChar"/>
        </w:rPr>
        <w:t>“</w:t>
      </w:r>
      <w:r w:rsidRPr="007710BF">
        <w:rPr>
          <w:cs/>
          <w:lang w:bidi="bn-IN"/>
        </w:rPr>
        <w:t xml:space="preserve">এবং যারা সোনা-রূপা </w:t>
      </w:r>
      <w:r w:rsidRPr="007710BF">
        <w:rPr>
          <w:cs/>
          <w:lang w:bidi="bn-IN"/>
        </w:rPr>
        <w:lastRenderedPageBreak/>
        <w:t>মজুদ করে এবং আ</w:t>
      </w:r>
      <w:r w:rsidR="006B46F0">
        <w:rPr>
          <w:cs/>
          <w:lang w:bidi="bn-IN"/>
        </w:rPr>
        <w:t>ল্লা</w:t>
      </w:r>
      <w:r w:rsidR="00F8200F">
        <w:rPr>
          <w:rFonts w:hint="cs"/>
          <w:cs/>
          <w:lang w:bidi="bn-IN"/>
        </w:rPr>
        <w:t>হ</w:t>
      </w:r>
      <w:r w:rsidR="00F8200F">
        <w:rPr>
          <w:cs/>
          <w:lang w:bidi="bn-IN"/>
        </w:rPr>
        <w:t>র</w:t>
      </w:r>
      <w:r w:rsidRPr="007710BF">
        <w:rPr>
          <w:rFonts w:hint="cs"/>
          <w:cs/>
          <w:lang w:bidi="bn-IN"/>
        </w:rPr>
        <w:t xml:space="preserve"> রাস্তায়</w:t>
      </w:r>
      <w:r w:rsidR="00F8200F">
        <w:rPr>
          <w:lang w:bidi="bn-IN"/>
        </w:rPr>
        <w:t xml:space="preserve"> </w:t>
      </w:r>
      <w:r w:rsidRPr="007710BF">
        <w:rPr>
          <w:rFonts w:hint="cs"/>
          <w:cs/>
          <w:lang w:bidi="bn-IN"/>
        </w:rPr>
        <w:t>খরচ করে না</w:t>
      </w:r>
      <w:r w:rsidR="00895143">
        <w:t>,</w:t>
      </w:r>
      <w:r w:rsidRPr="007710BF">
        <w:rPr>
          <w:cs/>
          <w:lang w:bidi="bn-IN"/>
        </w:rPr>
        <w:t xml:space="preserve">তুমি তাদের </w:t>
      </w:r>
      <w:r w:rsidR="00F8200F" w:rsidRPr="00F8200F">
        <w:rPr>
          <w:cs/>
          <w:lang w:bidi="bn-IN"/>
        </w:rPr>
        <w:t>যন্ত্রণাদায়ক</w:t>
      </w:r>
      <w:r w:rsidRPr="007710BF">
        <w:rPr>
          <w:cs/>
          <w:lang w:bidi="bn-IN"/>
        </w:rPr>
        <w:t xml:space="preserve"> শাস্তির সংবাদ দাও। সে দিন তা জাহান্নামের আগুনে উত্তপ্ত</w:t>
      </w:r>
      <w:r w:rsidR="00F8200F">
        <w:rPr>
          <w:lang w:bidi="bn-IN"/>
        </w:rPr>
        <w:t xml:space="preserve"> </w:t>
      </w:r>
      <w:r w:rsidRPr="007710BF">
        <w:rPr>
          <w:cs/>
          <w:lang w:bidi="bn-IN"/>
        </w:rPr>
        <w:t>করা হবে এবং তা দ্বারা তাদের কপালে</w:t>
      </w:r>
      <w:r w:rsidR="00895143">
        <w:t>,</w:t>
      </w:r>
      <w:r w:rsidR="00F8200F" w:rsidRPr="00F8200F">
        <w:rPr>
          <w:cs/>
          <w:lang w:bidi="bn-IN"/>
        </w:rPr>
        <w:t>পার্শ্বদেশে</w:t>
      </w:r>
      <w:r w:rsidRPr="007710BF">
        <w:rPr>
          <w:cs/>
          <w:lang w:bidi="bn-IN"/>
        </w:rPr>
        <w:t xml:space="preserve"> ও তাদের প</w:t>
      </w:r>
      <w:r w:rsidR="00F8200F">
        <w:rPr>
          <w:cs/>
          <w:lang w:bidi="bn-IN"/>
        </w:rPr>
        <w:t>ৃষ্ঠদেশে দাগ দেয়া হবে। এবং বলা</w:t>
      </w:r>
      <w:r w:rsidR="00F8200F">
        <w:rPr>
          <w:lang w:bidi="bn-IN"/>
        </w:rPr>
        <w:t xml:space="preserve"> </w:t>
      </w:r>
      <w:r w:rsidRPr="007710BF">
        <w:rPr>
          <w:cs/>
          <w:lang w:bidi="bn-IN"/>
        </w:rPr>
        <w:t xml:space="preserve">হবে এটা সেই বস্তু যা তোমরা নিজেদের জন্য </w:t>
      </w:r>
      <w:r w:rsidR="00F8200F">
        <w:rPr>
          <w:cs/>
          <w:lang w:bidi="bn-IN"/>
        </w:rPr>
        <w:t>প্রস্তত</w:t>
      </w:r>
      <w:r w:rsidRPr="007710BF">
        <w:rPr>
          <w:cs/>
          <w:lang w:bidi="bn-IN"/>
        </w:rPr>
        <w:t xml:space="preserve"> করতে।</w:t>
      </w:r>
      <w:r w:rsidRPr="001933EC">
        <w:rPr>
          <w:rStyle w:val="libAlaemChar"/>
        </w:rPr>
        <w:t>”</w:t>
      </w:r>
      <w:r w:rsidRPr="007710BF">
        <w:t xml:space="preserve"> (</w:t>
      </w:r>
      <w:r w:rsidRPr="007710BF">
        <w:rPr>
          <w:cs/>
          <w:lang w:bidi="bn-IN"/>
        </w:rPr>
        <w:t>সূরা তাওবা : ৩৪-৩৫)</w:t>
      </w:r>
    </w:p>
    <w:p w:rsidR="00F8200F" w:rsidRDefault="007710BF" w:rsidP="00F8200F">
      <w:pPr>
        <w:pStyle w:val="libNormal"/>
        <w:rPr>
          <w:lang w:bidi="bn-IN"/>
        </w:rPr>
      </w:pPr>
      <w:r w:rsidRPr="007710BF">
        <w:rPr>
          <w:cs/>
          <w:lang w:bidi="bn-IN"/>
        </w:rPr>
        <w:t>এ অর্থই সে দিন উত্ত</w:t>
      </w:r>
      <w:r w:rsidR="006B46F0">
        <w:rPr>
          <w:cs/>
          <w:lang w:bidi="bn-IN"/>
        </w:rPr>
        <w:t>প্ত</w:t>
      </w:r>
      <w:r w:rsidRPr="007710BF">
        <w:t xml:space="preserve"> </w:t>
      </w:r>
      <w:r w:rsidRPr="007710BF">
        <w:rPr>
          <w:cs/>
          <w:lang w:bidi="bn-IN"/>
        </w:rPr>
        <w:t>করা হবে</w:t>
      </w:r>
      <w:r w:rsidR="003936CB">
        <w:t>-</w:t>
      </w:r>
      <w:r w:rsidRPr="007710BF">
        <w:t xml:space="preserve"> </w:t>
      </w:r>
      <w:r w:rsidRPr="007710BF">
        <w:rPr>
          <w:cs/>
          <w:lang w:bidi="bn-IN"/>
        </w:rPr>
        <w:t>তার জন্য জাহান্নামের আগুনে পরিণত হবে। এটা অন্যতম</w:t>
      </w:r>
      <w:r w:rsidR="00F8200F">
        <w:rPr>
          <w:lang w:bidi="bn-IN"/>
        </w:rPr>
        <w:t xml:space="preserve"> </w:t>
      </w:r>
      <w:r w:rsidRPr="007710BF">
        <w:rPr>
          <w:cs/>
          <w:lang w:bidi="bn-IN"/>
        </w:rPr>
        <w:t>উপাদান যা মানুষকে রূপান্তরিত করে।</w:t>
      </w:r>
    </w:p>
    <w:p w:rsidR="00D009A1" w:rsidRDefault="007710BF" w:rsidP="00F8200F">
      <w:pPr>
        <w:pStyle w:val="libNormal"/>
        <w:rPr>
          <w:lang w:bidi="bn-IN"/>
        </w:rPr>
      </w:pPr>
      <w:r w:rsidRPr="007710BF">
        <w:rPr>
          <w:cs/>
          <w:lang w:bidi="bn-IN"/>
        </w:rPr>
        <w:t>আমি এ বৈঠকে ত্রুটিযুক্ত ও ত্রুটিহীন মানুষের বিষয়টি সংক্ষেপে বর্ণনা করতে চাচ্ছিলাম।</w:t>
      </w:r>
      <w:r w:rsidR="00F8200F">
        <w:rPr>
          <w:lang w:bidi="bn-IN"/>
        </w:rPr>
        <w:t xml:space="preserve"> </w:t>
      </w:r>
      <w:r w:rsidRPr="007710BF">
        <w:rPr>
          <w:cs/>
          <w:lang w:bidi="bn-IN"/>
        </w:rPr>
        <w:t>সমস্যাগ্রস্ত (মানসিক) মানুষ একজন ত্রুটিপূর্ণ মানুষ। যে মানুষ পৃথিবীর কোন বস্তুকে উপাসনা করে</w:t>
      </w:r>
      <w:r w:rsidR="003936CB">
        <w:t>-</w:t>
      </w:r>
      <w:r w:rsidRPr="007710BF">
        <w:rPr>
          <w:cs/>
          <w:lang w:bidi="bn-IN"/>
        </w:rPr>
        <w:t>তার দৈনন্দিন কাজে বস্তু ব্যবহারকারী নয়</w:t>
      </w:r>
      <w:r w:rsidR="00895143">
        <w:t>,</w:t>
      </w:r>
      <w:r w:rsidRPr="007710BF">
        <w:rPr>
          <w:cs/>
          <w:lang w:bidi="bn-IN"/>
        </w:rPr>
        <w:t>বরং এর উপাসনাকারী</w:t>
      </w:r>
      <w:r w:rsidR="003936CB">
        <w:t>-</w:t>
      </w:r>
      <w:r w:rsidRPr="007710BF">
        <w:t xml:space="preserve"> </w:t>
      </w:r>
      <w:r w:rsidRPr="007710BF">
        <w:rPr>
          <w:cs/>
          <w:lang w:bidi="bn-IN"/>
        </w:rPr>
        <w:t>সে মানুষ ত্রুটিযুক্ত এবং একজন</w:t>
      </w:r>
      <w:r w:rsidR="00D009A1">
        <w:rPr>
          <w:lang w:bidi="bn-IN"/>
        </w:rPr>
        <w:t xml:space="preserve"> </w:t>
      </w:r>
      <w:r w:rsidRPr="007710BF">
        <w:rPr>
          <w:cs/>
          <w:lang w:bidi="bn-IN"/>
        </w:rPr>
        <w:t>রূপান্তরিত মানুষ।</w:t>
      </w:r>
      <w:r w:rsidR="00D009A1">
        <w:rPr>
          <w:lang w:bidi="bn-IN"/>
        </w:rPr>
        <w:t xml:space="preserve"> </w:t>
      </w:r>
    </w:p>
    <w:p w:rsidR="00D009A1" w:rsidRDefault="00D009A1" w:rsidP="006B0B31">
      <w:pPr>
        <w:pStyle w:val="Heading1"/>
      </w:pPr>
      <w:r>
        <w:rPr>
          <w:lang w:bidi="bn-IN"/>
        </w:rPr>
        <w:br w:type="page"/>
      </w:r>
      <w:bookmarkStart w:id="5" w:name="_Toc392601414"/>
      <w:r w:rsidR="007710BF" w:rsidRPr="007710BF">
        <w:rPr>
          <w:cs/>
          <w:lang w:bidi="bn-IN"/>
        </w:rPr>
        <w:lastRenderedPageBreak/>
        <w:t xml:space="preserve">পবিত্র রমযান মাসের মানুষ গঠনের </w:t>
      </w:r>
      <w:r w:rsidR="008C08D8">
        <w:rPr>
          <w:cs/>
          <w:lang w:bidi="bn-IN"/>
        </w:rPr>
        <w:t>পরিকল্পনা</w:t>
      </w:r>
      <w:bookmarkEnd w:id="5"/>
      <w:r w:rsidR="007710BF" w:rsidRPr="007710BF">
        <w:rPr>
          <w:cs/>
          <w:lang w:bidi="bn-IN"/>
        </w:rPr>
        <w:t xml:space="preserve"> </w:t>
      </w:r>
    </w:p>
    <w:p w:rsidR="00D009A1" w:rsidRDefault="007710BF" w:rsidP="00D009A1">
      <w:pPr>
        <w:pStyle w:val="libNormal"/>
        <w:rPr>
          <w:lang w:bidi="bn-IN"/>
        </w:rPr>
      </w:pPr>
      <w:r w:rsidRPr="007710BF">
        <w:rPr>
          <w:cs/>
          <w:lang w:bidi="bn-IN"/>
        </w:rPr>
        <w:t xml:space="preserve">আসলেই পবিত্র রমযান মাসের </w:t>
      </w:r>
      <w:r w:rsidR="003B6651">
        <w:rPr>
          <w:cs/>
          <w:lang w:bidi="bn-IN"/>
        </w:rPr>
        <w:t>কর্মসূচী</w:t>
      </w:r>
      <w:r w:rsidRPr="007710BF">
        <w:rPr>
          <w:cs/>
          <w:lang w:bidi="bn-IN"/>
        </w:rPr>
        <w:t xml:space="preserve"> মানুষ গঠনের </w:t>
      </w:r>
      <w:r w:rsidR="008C08D8">
        <w:rPr>
          <w:cs/>
          <w:lang w:bidi="bn-IN"/>
        </w:rPr>
        <w:t>পরিকল্পনা</w:t>
      </w:r>
      <w:r w:rsidR="00D009A1">
        <w:rPr>
          <w:cs/>
          <w:lang w:bidi="bn-IN"/>
        </w:rPr>
        <w:t>র । অর্থাৎ কর্মসূ</w:t>
      </w:r>
      <w:r w:rsidRPr="007710BF">
        <w:rPr>
          <w:cs/>
          <w:lang w:bidi="bn-IN"/>
        </w:rPr>
        <w:t>চীর উদ্</w:t>
      </w:r>
      <w:r w:rsidR="00D009A1">
        <w:rPr>
          <w:cs/>
          <w:lang w:bidi="bn-IN"/>
        </w:rPr>
        <w:t>দেশ্য এটাই</w:t>
      </w:r>
      <w:r w:rsidR="00D009A1">
        <w:rPr>
          <w:lang w:bidi="bn-IN"/>
        </w:rPr>
        <w:t xml:space="preserve"> </w:t>
      </w:r>
      <w:r w:rsidRPr="007710BF">
        <w:rPr>
          <w:cs/>
          <w:lang w:bidi="bn-IN"/>
        </w:rPr>
        <w:t>যে</w:t>
      </w:r>
      <w:r w:rsidR="00895143">
        <w:t>,</w:t>
      </w:r>
      <w:r w:rsidRPr="007710BF">
        <w:rPr>
          <w:cs/>
          <w:lang w:bidi="bn-IN"/>
        </w:rPr>
        <w:t>এ মাসে ত্রুটিযুক্ত মানুষ নিজেকে ত্রুটিহীন মানুষে এবং ত্রুটিহীন মানুষ নিজেকে পূর্ণ মানুষে</w:t>
      </w:r>
      <w:r w:rsidR="00D009A1">
        <w:rPr>
          <w:lang w:bidi="bn-IN"/>
        </w:rPr>
        <w:t xml:space="preserve"> </w:t>
      </w:r>
      <w:r w:rsidRPr="007710BF">
        <w:rPr>
          <w:cs/>
          <w:lang w:bidi="bn-IN"/>
        </w:rPr>
        <w:t xml:space="preserve">পরিণত করবে। এ পবিত্র মাসের </w:t>
      </w:r>
      <w:r w:rsidR="008C08D8">
        <w:rPr>
          <w:cs/>
          <w:lang w:bidi="bn-IN"/>
        </w:rPr>
        <w:t>পরিকল্পনা</w:t>
      </w:r>
      <w:r w:rsidR="00D009A1">
        <w:rPr>
          <w:cs/>
          <w:lang w:bidi="bn-IN"/>
        </w:rPr>
        <w:t xml:space="preserve"> নাফ্স বা প্রবৃত্তি</w:t>
      </w:r>
      <w:r w:rsidRPr="007710BF">
        <w:rPr>
          <w:cs/>
          <w:lang w:bidi="bn-IN"/>
        </w:rPr>
        <w:t>র পরিশুদ্ধি</w:t>
      </w:r>
      <w:r w:rsidR="00895143">
        <w:t>,</w:t>
      </w:r>
      <w:r w:rsidR="00D009A1">
        <w:rPr>
          <w:cs/>
          <w:lang w:bidi="bn-IN"/>
        </w:rPr>
        <w:t>মানবীয় ত্রুটি ও অপূর্ণতার</w:t>
      </w:r>
      <w:r w:rsidR="00D009A1">
        <w:rPr>
          <w:lang w:bidi="bn-IN"/>
        </w:rPr>
        <w:t xml:space="preserve"> </w:t>
      </w:r>
      <w:r w:rsidRPr="007710BF">
        <w:rPr>
          <w:cs/>
          <w:lang w:bidi="bn-IN"/>
        </w:rPr>
        <w:t>সংশোধন</w:t>
      </w:r>
      <w:r w:rsidR="00895143">
        <w:t>,</w:t>
      </w:r>
      <w:r w:rsidR="00D009A1">
        <w:rPr>
          <w:cs/>
          <w:lang w:bidi="bn-IN"/>
        </w:rPr>
        <w:t>প্রবৃত্তি</w:t>
      </w:r>
      <w:r w:rsidRPr="007710BF">
        <w:rPr>
          <w:cs/>
          <w:lang w:bidi="bn-IN"/>
        </w:rPr>
        <w:t>র জৈবিক তাড়নার উপর বুদ্ধিবৃত্তি</w:t>
      </w:r>
      <w:r w:rsidR="00895143">
        <w:t>,</w:t>
      </w:r>
      <w:r w:rsidRPr="007710BF">
        <w:rPr>
          <w:cs/>
          <w:lang w:bidi="bn-IN"/>
        </w:rPr>
        <w:t>ঈমান ও ইচ্ছা</w:t>
      </w:r>
      <w:r w:rsidR="00D009A1">
        <w:rPr>
          <w:lang w:bidi="bn-IN"/>
        </w:rPr>
        <w:t xml:space="preserve"> </w:t>
      </w:r>
      <w:r w:rsidRPr="007710BF">
        <w:rPr>
          <w:cs/>
          <w:lang w:bidi="bn-IN"/>
        </w:rPr>
        <w:t xml:space="preserve">শক্তির বিজয় ও </w:t>
      </w:r>
      <w:r w:rsidR="00D009A1" w:rsidRPr="00D009A1">
        <w:rPr>
          <w:cs/>
          <w:lang w:bidi="bn-IN"/>
        </w:rPr>
        <w:t>নিয়ন্ত্রণ</w:t>
      </w:r>
      <w:r w:rsidR="00D009A1">
        <w:rPr>
          <w:cs/>
          <w:lang w:bidi="hi-IN"/>
        </w:rPr>
        <w:t>।</w:t>
      </w:r>
    </w:p>
    <w:p w:rsidR="00D009A1" w:rsidRDefault="007710BF" w:rsidP="00D009A1">
      <w:pPr>
        <w:pStyle w:val="libNormal"/>
        <w:rPr>
          <w:lang w:bidi="bn-IN"/>
        </w:rPr>
      </w:pPr>
      <w:r w:rsidRPr="007710BF">
        <w:rPr>
          <w:cs/>
          <w:lang w:bidi="bn-IN"/>
        </w:rPr>
        <w:t>এর জন্য দোয়ার কর্মসূচী</w:t>
      </w:r>
      <w:r w:rsidR="00895143">
        <w:t>,</w:t>
      </w:r>
      <w:r w:rsidRPr="007710BF">
        <w:rPr>
          <w:cs/>
          <w:lang w:bidi="bn-IN"/>
        </w:rPr>
        <w:t xml:space="preserve">সত্যের পথে ইবাদতের মাধ্যমে </w:t>
      </w:r>
      <w:r w:rsidR="00D009A1">
        <w:rPr>
          <w:cs/>
          <w:lang w:bidi="bn-IN"/>
        </w:rPr>
        <w:t>আল্লাহর</w:t>
      </w:r>
      <w:r w:rsidRPr="007710BF">
        <w:rPr>
          <w:rFonts w:hint="cs"/>
          <w:cs/>
          <w:lang w:bidi="bn-IN"/>
        </w:rPr>
        <w:t xml:space="preserve"> দিকে উড্ডয়ন</w:t>
      </w:r>
      <w:r w:rsidR="00895143">
        <w:t>,</w:t>
      </w:r>
      <w:r w:rsidRPr="007710BF">
        <w:rPr>
          <w:cs/>
          <w:lang w:bidi="bn-IN"/>
        </w:rPr>
        <w:t>আত্মার</w:t>
      </w:r>
      <w:r w:rsidR="00D009A1">
        <w:rPr>
          <w:lang w:bidi="bn-IN"/>
        </w:rPr>
        <w:t xml:space="preserve"> </w:t>
      </w:r>
      <w:r w:rsidRPr="007710BF">
        <w:rPr>
          <w:cs/>
          <w:lang w:bidi="bn-IN"/>
        </w:rPr>
        <w:t>উন্নয়নের জন্য কর্মসূচী</w:t>
      </w:r>
      <w:r w:rsidR="00895143">
        <w:t>,</w:t>
      </w:r>
      <w:r w:rsidRPr="007710BF">
        <w:rPr>
          <w:cs/>
          <w:lang w:bidi="bn-IN"/>
        </w:rPr>
        <w:t xml:space="preserve">আত্মাকে বিকাশমান ও গতিশীল করার </w:t>
      </w:r>
      <w:r w:rsidR="008C08D8">
        <w:rPr>
          <w:cs/>
          <w:lang w:bidi="bn-IN"/>
        </w:rPr>
        <w:t>পরিকল্পনা</w:t>
      </w:r>
      <w:r w:rsidRPr="007710BF">
        <w:rPr>
          <w:cs/>
          <w:lang w:bidi="bn-IN"/>
        </w:rPr>
        <w:t xml:space="preserve"> দেয়া হয়েছে। যদি এমন</w:t>
      </w:r>
      <w:r w:rsidR="00D009A1">
        <w:rPr>
          <w:lang w:bidi="bn-IN"/>
        </w:rPr>
        <w:t xml:space="preserve"> </w:t>
      </w:r>
      <w:r w:rsidRPr="007710BF">
        <w:rPr>
          <w:cs/>
          <w:lang w:bidi="bn-IN"/>
        </w:rPr>
        <w:t>হয় যে</w:t>
      </w:r>
      <w:r w:rsidR="00895143">
        <w:t>,</w:t>
      </w:r>
      <w:r w:rsidRPr="007710BF">
        <w:rPr>
          <w:cs/>
          <w:lang w:bidi="bn-IN"/>
        </w:rPr>
        <w:t>পবিত্র রমযান মাস এল</w:t>
      </w:r>
      <w:r w:rsidR="00895143">
        <w:t>,</w:t>
      </w:r>
      <w:r w:rsidRPr="007710BF">
        <w:rPr>
          <w:cs/>
          <w:lang w:bidi="bn-IN"/>
        </w:rPr>
        <w:t>মানুষ ত্রিশ দিন ক্ষুধার্ত</w:t>
      </w:r>
      <w:r w:rsidR="00895143">
        <w:t>,</w:t>
      </w:r>
      <w:r w:rsidRPr="007710BF">
        <w:rPr>
          <w:cs/>
          <w:lang w:bidi="bn-IN"/>
        </w:rPr>
        <w:t>তৃষ্ণার্ত ও নিদ্রাহীন থাকল</w:t>
      </w:r>
      <w:r w:rsidR="00895143">
        <w:t>,</w:t>
      </w:r>
      <w:r w:rsidRPr="007710BF">
        <w:rPr>
          <w:cs/>
          <w:lang w:bidi="bn-IN"/>
        </w:rPr>
        <w:t>উদাহরণ</w:t>
      </w:r>
      <w:r w:rsidR="006B46F0">
        <w:rPr>
          <w:cs/>
          <w:lang w:bidi="bn-IN"/>
        </w:rPr>
        <w:t>স্ব</w:t>
      </w:r>
      <w:r w:rsidRPr="007710BF">
        <w:rPr>
          <w:cs/>
          <w:lang w:bidi="bn-IN"/>
        </w:rPr>
        <w:t>রূপ</w:t>
      </w:r>
      <w:r w:rsidR="00D009A1">
        <w:rPr>
          <w:lang w:bidi="bn-IN"/>
        </w:rPr>
        <w:t xml:space="preserve"> </w:t>
      </w:r>
      <w:r w:rsidRPr="007710BF">
        <w:rPr>
          <w:cs/>
          <w:lang w:bidi="bn-IN"/>
        </w:rPr>
        <w:t>রাত্রিগুলোতে অনেক সময় জেগে থাকল</w:t>
      </w:r>
      <w:r w:rsidR="00895143">
        <w:t>,</w:t>
      </w:r>
      <w:r w:rsidRPr="007710BF">
        <w:rPr>
          <w:cs/>
          <w:lang w:bidi="bn-IN"/>
        </w:rPr>
        <w:t>এখানে ওখানে বিভিন্ন অনুষ্ঠানে অংশগ্রহণ করল</w:t>
      </w:r>
      <w:r w:rsidR="00895143">
        <w:t>,</w:t>
      </w:r>
      <w:r w:rsidRPr="007710BF">
        <w:rPr>
          <w:cs/>
          <w:lang w:bidi="bn-IN"/>
        </w:rPr>
        <w:t>তারপর ঈদ</w:t>
      </w:r>
      <w:r w:rsidR="00D009A1">
        <w:rPr>
          <w:lang w:bidi="bn-IN"/>
        </w:rPr>
        <w:t xml:space="preserve"> </w:t>
      </w:r>
      <w:r w:rsidRPr="007710BF">
        <w:rPr>
          <w:cs/>
          <w:lang w:bidi="bn-IN"/>
        </w:rPr>
        <w:t>আসলো</w:t>
      </w:r>
      <w:r w:rsidR="00895143">
        <w:t>,</w:t>
      </w:r>
      <w:r w:rsidRPr="007710BF">
        <w:rPr>
          <w:cs/>
          <w:lang w:bidi="bn-IN"/>
        </w:rPr>
        <w:t>কিন্তু রমযানের পূর্বের দিন থেকে তার বিন্দুমাত্র পরিবর্তন হয়নি</w:t>
      </w:r>
      <w:r w:rsidR="00895143">
        <w:t>,</w:t>
      </w:r>
      <w:r w:rsidRPr="007710BF">
        <w:rPr>
          <w:cs/>
          <w:lang w:bidi="bn-IN"/>
        </w:rPr>
        <w:t>তাহলে ঐ রোযা তার জন্য</w:t>
      </w:r>
      <w:r w:rsidR="00D009A1">
        <w:rPr>
          <w:lang w:bidi="bn-IN"/>
        </w:rPr>
        <w:t xml:space="preserve"> </w:t>
      </w:r>
      <w:r w:rsidRPr="007710BF">
        <w:rPr>
          <w:cs/>
          <w:lang w:bidi="bn-IN"/>
        </w:rPr>
        <w:t>কোন উপকারই বয়ে আনেনি। ইসলাম তো এটা চায় না যে</w:t>
      </w:r>
      <w:r w:rsidR="00895143">
        <w:t>,</w:t>
      </w:r>
      <w:r w:rsidRPr="007710BF">
        <w:rPr>
          <w:cs/>
          <w:lang w:bidi="bn-IN"/>
        </w:rPr>
        <w:t>মানুষ এমনিই মুখ বন্ধ করে রাখবে। মানুষ মুখ বন্ধ করুক আর না করুক ইসলামের জন্য কোন পার্থক্য নেই</w:t>
      </w:r>
      <w:r w:rsidR="00895143">
        <w:t>,</w:t>
      </w:r>
      <w:r w:rsidRPr="007710BF">
        <w:rPr>
          <w:cs/>
          <w:lang w:bidi="bn-IN"/>
        </w:rPr>
        <w:t>বরং রোযা রাখার উদ্দেশ্য</w:t>
      </w:r>
      <w:r w:rsidR="00D009A1">
        <w:rPr>
          <w:lang w:bidi="bn-IN"/>
        </w:rPr>
        <w:t xml:space="preserve"> </w:t>
      </w:r>
      <w:r w:rsidRPr="007710BF">
        <w:rPr>
          <w:cs/>
          <w:lang w:bidi="bn-IN"/>
        </w:rPr>
        <w:t>হলো এটা যে</w:t>
      </w:r>
      <w:r w:rsidR="00895143">
        <w:t>,</w:t>
      </w:r>
      <w:r w:rsidRPr="007710BF">
        <w:rPr>
          <w:cs/>
          <w:lang w:bidi="bn-IN"/>
        </w:rPr>
        <w:t>মানুষ সংশোধিত হবে। কেন হাদীসসমূহে এমন এসেছে</w:t>
      </w:r>
      <w:r w:rsidR="00895143">
        <w:t>,</w:t>
      </w:r>
      <w:r w:rsidRPr="007710BF">
        <w:rPr>
          <w:cs/>
          <w:lang w:bidi="bn-IN"/>
        </w:rPr>
        <w:t>প্রচুর রোযাদার আছে যারা</w:t>
      </w:r>
      <w:r w:rsidR="00D009A1">
        <w:rPr>
          <w:lang w:bidi="bn-IN"/>
        </w:rPr>
        <w:t xml:space="preserve"> </w:t>
      </w:r>
      <w:r w:rsidRPr="007710BF">
        <w:rPr>
          <w:cs/>
          <w:lang w:bidi="bn-IN"/>
        </w:rPr>
        <w:t>রোযা থেকে ক্ষুধা আর তৃষ্ণা ছাড়া আর কিছুই লাভ করে না</w:t>
      </w:r>
      <w:r w:rsidR="00895143">
        <w:t>,</w:t>
      </w:r>
      <w:r w:rsidRPr="007710BF">
        <w:rPr>
          <w:cs/>
          <w:lang w:bidi="bn-IN"/>
        </w:rPr>
        <w:t>তাদের রোযা শুধু ক্ষুধার্ত ও তৃষ্ণার্ত থাকা</w:t>
      </w:r>
      <w:r w:rsidR="00D009A1">
        <w:rPr>
          <w:lang w:bidi="bn-IN"/>
        </w:rPr>
        <w:t xml:space="preserve"> </w:t>
      </w:r>
      <w:r w:rsidRPr="007710BF">
        <w:rPr>
          <w:cs/>
          <w:lang w:bidi="bn-IN"/>
        </w:rPr>
        <w:t>ছাড়া কিছুই নয়। হালাল খাদ্য থেকে মুখ বন্ধ করার অর্থ মানুষ এ ত্রিশ দিন একনাগাড়ে অনুশীলন</w:t>
      </w:r>
      <w:r w:rsidR="00D009A1">
        <w:rPr>
          <w:lang w:bidi="bn-IN"/>
        </w:rPr>
        <w:t xml:space="preserve"> </w:t>
      </w:r>
      <w:r w:rsidRPr="007710BF">
        <w:rPr>
          <w:cs/>
          <w:lang w:bidi="bn-IN"/>
        </w:rPr>
        <w:t>করবে হারাম কথা থেকে জিহ্বাকে বিরত রাখার</w:t>
      </w:r>
      <w:r w:rsidR="00895143">
        <w:t>,</w:t>
      </w:r>
      <w:r w:rsidRPr="007710BF">
        <w:rPr>
          <w:cs/>
          <w:lang w:bidi="bn-IN"/>
        </w:rPr>
        <w:t>গীবত না করার</w:t>
      </w:r>
      <w:r w:rsidR="00895143">
        <w:t>,</w:t>
      </w:r>
      <w:r w:rsidRPr="007710BF">
        <w:rPr>
          <w:cs/>
          <w:lang w:bidi="bn-IN"/>
        </w:rPr>
        <w:t>ম</w:t>
      </w:r>
      <w:r w:rsidR="00D009A1">
        <w:rPr>
          <w:cs/>
          <w:lang w:bidi="bn-IN"/>
        </w:rPr>
        <w:t>িথ্যা না বলার ও গালি না দেয়ার।</w:t>
      </w:r>
    </w:p>
    <w:p w:rsidR="006576CD" w:rsidRDefault="007710BF" w:rsidP="00D009A1">
      <w:pPr>
        <w:pStyle w:val="libNormal"/>
        <w:rPr>
          <w:lang w:bidi="bn-IN"/>
        </w:rPr>
      </w:pPr>
      <w:r w:rsidRPr="006576CD">
        <w:rPr>
          <w:cs/>
          <w:lang w:bidi="bn-IN"/>
        </w:rPr>
        <w:t>রোযা যে বাতেনী</w:t>
      </w:r>
      <w:r w:rsidR="00895143" w:rsidRPr="006576CD">
        <w:t>,</w:t>
      </w:r>
      <w:r w:rsidRPr="006576CD">
        <w:rPr>
          <w:cs/>
          <w:lang w:bidi="bn-IN"/>
        </w:rPr>
        <w:t>আধ্যাত্মিক ও আত্মিক তার প্রমাণ</w:t>
      </w:r>
      <w:r w:rsidR="003936CB" w:rsidRPr="006576CD">
        <w:t>-</w:t>
      </w:r>
      <w:r w:rsidRPr="006576CD">
        <w:t xml:space="preserve"> </w:t>
      </w:r>
      <w:r w:rsidRPr="006576CD">
        <w:rPr>
          <w:cs/>
          <w:lang w:bidi="bn-IN"/>
        </w:rPr>
        <w:t>একদিন এক রোযাদার মহিলা রাসূল(সা.)-এর নিকট আসল। রাসূল দুধ অথবা অন্য কিছু খাওয়ার জন্য তাকে অনুরোধ করলেন। তার</w:t>
      </w:r>
      <w:r w:rsidR="006576CD">
        <w:rPr>
          <w:lang w:bidi="bn-IN"/>
        </w:rPr>
        <w:t xml:space="preserve"> </w:t>
      </w:r>
      <w:r w:rsidRPr="006576CD">
        <w:rPr>
          <w:cs/>
          <w:lang w:bidi="bn-IN"/>
        </w:rPr>
        <w:t>দিকে তা এগিয়ে দিয়ে বললেন</w:t>
      </w:r>
      <w:r w:rsidR="00895143" w:rsidRPr="006576CD">
        <w:t>,</w:t>
      </w:r>
      <w:r w:rsidRPr="006576CD">
        <w:rPr>
          <w:rStyle w:val="libAlaemChar"/>
        </w:rPr>
        <w:t>“</w:t>
      </w:r>
      <w:r w:rsidRPr="006576CD">
        <w:rPr>
          <w:cs/>
          <w:lang w:bidi="bn-IN"/>
        </w:rPr>
        <w:t>নাও পান কর।</w:t>
      </w:r>
      <w:r w:rsidRPr="006576CD">
        <w:rPr>
          <w:rStyle w:val="libAlaemChar"/>
        </w:rPr>
        <w:t>”</w:t>
      </w:r>
      <w:r w:rsidRPr="006576CD">
        <w:t xml:space="preserve"> </w:t>
      </w:r>
      <w:r w:rsidRPr="006576CD">
        <w:rPr>
          <w:cs/>
          <w:lang w:bidi="bn-IN"/>
        </w:rPr>
        <w:t>সে বলল</w:t>
      </w:r>
      <w:r w:rsidR="00895143" w:rsidRPr="006576CD">
        <w:t>,</w:t>
      </w:r>
      <w:r w:rsidRPr="006576CD">
        <w:rPr>
          <w:rStyle w:val="libAlaemChar"/>
        </w:rPr>
        <w:t>“</w:t>
      </w:r>
      <w:r w:rsidRPr="006576CD">
        <w:rPr>
          <w:cs/>
          <w:lang w:bidi="bn-IN"/>
        </w:rPr>
        <w:t>ইয়া রাসূলা</w:t>
      </w:r>
      <w:r w:rsidR="006B46F0" w:rsidRPr="006576CD">
        <w:rPr>
          <w:cs/>
          <w:lang w:bidi="bn-IN"/>
        </w:rPr>
        <w:t>ল্লা</w:t>
      </w:r>
      <w:r w:rsidRPr="006576CD">
        <w:rPr>
          <w:rFonts w:hint="cs"/>
          <w:cs/>
          <w:lang w:bidi="bn-IN"/>
        </w:rPr>
        <w:t>হ্! আমি রোযা আছি।</w:t>
      </w:r>
      <w:r w:rsidRPr="006576CD">
        <w:rPr>
          <w:rStyle w:val="libAlaemChar"/>
        </w:rPr>
        <w:t>”</w:t>
      </w:r>
      <w:r w:rsidR="006576CD">
        <w:rPr>
          <w:rStyle w:val="libAlaemChar"/>
        </w:rPr>
        <w:t xml:space="preserve"> </w:t>
      </w:r>
      <w:r w:rsidRPr="006576CD">
        <w:rPr>
          <w:cs/>
          <w:lang w:bidi="bn-IN"/>
        </w:rPr>
        <w:t>রাসূল বললেন</w:t>
      </w:r>
      <w:r w:rsidR="00895143" w:rsidRPr="006576CD">
        <w:t>,</w:t>
      </w:r>
      <w:r w:rsidRPr="006576CD">
        <w:rPr>
          <w:rStyle w:val="libAlaemChar"/>
        </w:rPr>
        <w:t>“</w:t>
      </w:r>
      <w:r w:rsidRPr="006576CD">
        <w:rPr>
          <w:cs/>
          <w:lang w:bidi="bn-IN"/>
        </w:rPr>
        <w:t xml:space="preserve">তুমি রোযা রাখনি এবং এ বলে পুনরায় তাকে খেতে নির্দেশ </w:t>
      </w:r>
      <w:r w:rsidRPr="006576CD">
        <w:rPr>
          <w:cs/>
          <w:lang w:bidi="bn-IN"/>
        </w:rPr>
        <w:lastRenderedPageBreak/>
        <w:t>দিলেন।</w:t>
      </w:r>
      <w:r w:rsidRPr="006576CD">
        <w:rPr>
          <w:rStyle w:val="libAlaemChar"/>
        </w:rPr>
        <w:t>”</w:t>
      </w:r>
      <w:r w:rsidRPr="006576CD">
        <w:t xml:space="preserve"> </w:t>
      </w:r>
      <w:r w:rsidRPr="006576CD">
        <w:rPr>
          <w:cs/>
          <w:lang w:bidi="bn-IN"/>
        </w:rPr>
        <w:t>মহিলা বলল</w:t>
      </w:r>
      <w:r w:rsidR="00895143" w:rsidRPr="006576CD">
        <w:t>,</w:t>
      </w:r>
      <w:r w:rsidRPr="006576CD">
        <w:rPr>
          <w:rStyle w:val="libAlaemChar"/>
        </w:rPr>
        <w:t>“</w:t>
      </w:r>
      <w:r w:rsidRPr="006576CD">
        <w:rPr>
          <w:cs/>
          <w:lang w:bidi="bn-IN"/>
        </w:rPr>
        <w:t>আসলেই আমি রোযা</w:t>
      </w:r>
      <w:r w:rsidRPr="007710BF">
        <w:rPr>
          <w:cs/>
          <w:lang w:bidi="bn-IN"/>
        </w:rPr>
        <w:t xml:space="preserve"> আছি।</w:t>
      </w:r>
      <w:r w:rsidRPr="001933EC">
        <w:rPr>
          <w:rStyle w:val="libAlaemChar"/>
        </w:rPr>
        <w:t>”</w:t>
      </w:r>
      <w:r w:rsidRPr="007710BF">
        <w:t xml:space="preserve"> (</w:t>
      </w:r>
      <w:r w:rsidRPr="007710BF">
        <w:rPr>
          <w:cs/>
          <w:lang w:bidi="bn-IN"/>
        </w:rPr>
        <w:t>যেহেতু তার বিবেচনায় রোযা আছে বলে মনে করল</w:t>
      </w:r>
      <w:r w:rsidR="00895143">
        <w:t>,</w:t>
      </w:r>
      <w:r w:rsidRPr="007710BF">
        <w:rPr>
          <w:cs/>
          <w:lang w:bidi="bn-IN"/>
        </w:rPr>
        <w:t>যেমন বাহ্যিক</w:t>
      </w:r>
      <w:r w:rsidR="006576CD">
        <w:rPr>
          <w:lang w:bidi="bn-IN"/>
        </w:rPr>
        <w:t xml:space="preserve"> </w:t>
      </w:r>
      <w:r w:rsidRPr="007710BF">
        <w:rPr>
          <w:cs/>
          <w:lang w:bidi="bn-IN"/>
        </w:rPr>
        <w:t>রোযা আমার রাখি)। রাসূল বললেন</w:t>
      </w:r>
      <w:r w:rsidR="00895143">
        <w:t>,</w:t>
      </w:r>
      <w:r w:rsidRPr="001933EC">
        <w:rPr>
          <w:rStyle w:val="libAlaemChar"/>
        </w:rPr>
        <w:t>“</w:t>
      </w:r>
      <w:r w:rsidRPr="007710BF">
        <w:rPr>
          <w:cs/>
          <w:lang w:bidi="bn-IN"/>
        </w:rPr>
        <w:t>তুমি কেমন রোযা রেখেছ যে</w:t>
      </w:r>
      <w:r w:rsidR="00895143">
        <w:t>,</w:t>
      </w:r>
      <w:r w:rsidRPr="007710BF">
        <w:rPr>
          <w:cs/>
          <w:lang w:bidi="bn-IN"/>
        </w:rPr>
        <w:t>কিছুক্ষণ পূর্বেই তোমার মুমিনভাই বা বোনের মাংস খেয়েছ (অর্থাৎ গীবত করেছ)। তুমি কি দেখতে চাও যে</w:t>
      </w:r>
      <w:r w:rsidR="00895143">
        <w:t>,</w:t>
      </w:r>
      <w:r w:rsidRPr="007710BF">
        <w:rPr>
          <w:cs/>
          <w:lang w:bidi="bn-IN"/>
        </w:rPr>
        <w:t>মাংস খেয়েছ। ভেতর</w:t>
      </w:r>
      <w:r w:rsidR="006576CD">
        <w:rPr>
          <w:lang w:bidi="bn-IN"/>
        </w:rPr>
        <w:t xml:space="preserve"> </w:t>
      </w:r>
      <w:r w:rsidRPr="007710BF">
        <w:rPr>
          <w:cs/>
          <w:lang w:bidi="bn-IN"/>
        </w:rPr>
        <w:t>থেকে এখনই তা উল্টিয়ে ফেল।</w:t>
      </w:r>
      <w:r w:rsidRPr="001933EC">
        <w:rPr>
          <w:rStyle w:val="libAlaemChar"/>
        </w:rPr>
        <w:t>”</w:t>
      </w:r>
      <w:r w:rsidRPr="007710BF">
        <w:t xml:space="preserve"> </w:t>
      </w:r>
      <w:r w:rsidRPr="007710BF">
        <w:rPr>
          <w:cs/>
          <w:lang w:bidi="bn-IN"/>
        </w:rPr>
        <w:t>তখনই সে বমি করল ও এক টুকরা মাংস তার মুখ থেকে বেরিয়ে</w:t>
      </w:r>
      <w:r w:rsidR="006576CD">
        <w:rPr>
          <w:lang w:bidi="bn-IN"/>
        </w:rPr>
        <w:t xml:space="preserve"> </w:t>
      </w:r>
      <w:r w:rsidRPr="007710BF">
        <w:rPr>
          <w:cs/>
          <w:lang w:bidi="bn-IN"/>
        </w:rPr>
        <w:t>পড়ল। মানুষ রোযা রেখে গীবত করে। ফলে যদিও তার মুখকে হালাল খাদ্য থেকে বঞ্চিত করে</w:t>
      </w:r>
      <w:r w:rsidR="00895143">
        <w:t>,</w:t>
      </w:r>
      <w:r w:rsidRPr="007710BF">
        <w:rPr>
          <w:cs/>
          <w:lang w:bidi="bn-IN"/>
        </w:rPr>
        <w:t>কিন্তু</w:t>
      </w:r>
      <w:r w:rsidR="006576CD">
        <w:rPr>
          <w:lang w:bidi="bn-IN"/>
        </w:rPr>
        <w:t xml:space="preserve"> </w:t>
      </w:r>
      <w:r w:rsidRPr="007710BF">
        <w:rPr>
          <w:cs/>
          <w:lang w:bidi="bn-IN"/>
        </w:rPr>
        <w:t xml:space="preserve">তার আত্মার মুখকে হারাম খাদ্য দ্বারা পূর্ণ করে। </w:t>
      </w:r>
    </w:p>
    <w:p w:rsidR="006576CD" w:rsidRDefault="007710BF" w:rsidP="006576CD">
      <w:pPr>
        <w:pStyle w:val="libNormal"/>
        <w:rPr>
          <w:lang w:bidi="bn-IN"/>
        </w:rPr>
      </w:pPr>
      <w:r w:rsidRPr="007710BF">
        <w:rPr>
          <w:cs/>
          <w:lang w:bidi="bn-IN"/>
        </w:rPr>
        <w:t>কেন আমাদের উদ্দেশ্যে এটা বলা হয়েছে যে</w:t>
      </w:r>
      <w:r w:rsidR="00895143">
        <w:t>,</w:t>
      </w:r>
      <w:r w:rsidRPr="007710BF">
        <w:rPr>
          <w:cs/>
          <w:lang w:bidi="bn-IN"/>
        </w:rPr>
        <w:t>যদি মানুষ একটা মিথ্যা বলে তবে তার মুখের</w:t>
      </w:r>
      <w:r w:rsidR="006576CD">
        <w:rPr>
          <w:lang w:bidi="bn-IN"/>
        </w:rPr>
        <w:t xml:space="preserve"> </w:t>
      </w:r>
      <w:r w:rsidR="006576CD" w:rsidRPr="006576CD">
        <w:rPr>
          <w:cs/>
          <w:lang w:bidi="bn-IN"/>
        </w:rPr>
        <w:t>দুর্গন্ধে</w:t>
      </w:r>
      <w:r w:rsidRPr="007710BF">
        <w:rPr>
          <w:cs/>
          <w:lang w:bidi="bn-IN"/>
        </w:rPr>
        <w:t xml:space="preserve"> সপ্ত আসমান পর্যন্ত ফেরেশতারা কষ্ট পান। যেমন বলা হয় </w:t>
      </w:r>
      <w:r w:rsidR="006576CD">
        <w:rPr>
          <w:cs/>
          <w:lang w:bidi="bn-IN"/>
        </w:rPr>
        <w:t>যখন মানুষ জাহান্নামে থাকবে তখন</w:t>
      </w:r>
      <w:r w:rsidR="006576CD">
        <w:rPr>
          <w:lang w:bidi="bn-IN"/>
        </w:rPr>
        <w:t xml:space="preserve"> </w:t>
      </w:r>
      <w:r w:rsidRPr="007710BF">
        <w:rPr>
          <w:cs/>
          <w:lang w:bidi="bn-IN"/>
        </w:rPr>
        <w:t>জাহান্নাম প্রচণ্ড দুগন্ধ ছড়াবে। এ দুগন্ধ প্রকৃতপক্ষে এ দুনিয়াতেই আমরা</w:t>
      </w:r>
      <w:r w:rsidR="006576CD">
        <w:rPr>
          <w:cs/>
          <w:lang w:bidi="bn-IN"/>
        </w:rPr>
        <w:t xml:space="preserve"> সৃষ্টি করেছি মিথ্যা কথা বলা</w:t>
      </w:r>
      <w:r w:rsidR="00895143">
        <w:t>,</w:t>
      </w:r>
      <w:r w:rsidRPr="007710BF">
        <w:rPr>
          <w:cs/>
          <w:lang w:bidi="bn-IN"/>
        </w:rPr>
        <w:t>গালি দেয়া</w:t>
      </w:r>
      <w:r w:rsidR="00895143">
        <w:t>,</w:t>
      </w:r>
      <w:r w:rsidRPr="007710BF">
        <w:rPr>
          <w:cs/>
          <w:lang w:bidi="bn-IN"/>
        </w:rPr>
        <w:t>অপব</w:t>
      </w:r>
      <w:r w:rsidR="006576CD">
        <w:rPr>
          <w:cs/>
          <w:lang w:bidi="bn-IN"/>
        </w:rPr>
        <w:t xml:space="preserve">াদ ও পরনিন্দা চর্চার মাধ্যমে। </w:t>
      </w:r>
    </w:p>
    <w:p w:rsidR="006576CD" w:rsidRDefault="007710BF" w:rsidP="006576CD">
      <w:pPr>
        <w:pStyle w:val="libNormal"/>
        <w:rPr>
          <w:lang w:bidi="bn-IN"/>
        </w:rPr>
      </w:pPr>
      <w:r w:rsidRPr="007710BF">
        <w:rPr>
          <w:cs/>
          <w:lang w:bidi="bn-IN"/>
        </w:rPr>
        <w:t>পরনিন্দা ও মিথ্যা অপবাদ আরোপ গীবত থেকেও খারাপ</w:t>
      </w:r>
      <w:r w:rsidR="00895143">
        <w:t>,</w:t>
      </w:r>
      <w:r w:rsidRPr="007710BF">
        <w:rPr>
          <w:cs/>
          <w:lang w:bidi="bn-IN"/>
        </w:rPr>
        <w:t>যেহেতু পরনিন্দার মাধ্যমে যেমন</w:t>
      </w:r>
      <w:r w:rsidR="006576CD">
        <w:rPr>
          <w:lang w:bidi="bn-IN"/>
        </w:rPr>
        <w:t xml:space="preserve"> </w:t>
      </w:r>
      <w:r w:rsidRPr="007710BF">
        <w:rPr>
          <w:cs/>
          <w:lang w:bidi="bn-IN"/>
        </w:rPr>
        <w:t>মিথ্যাও বলা হয় তেমন গীবতও করা হয়। কিন্তু যে মিথ্যা বলে সে শুধু মিথ্যাই বলে</w:t>
      </w:r>
      <w:r w:rsidR="00895143">
        <w:t>,</w:t>
      </w:r>
      <w:r w:rsidRPr="007710BF">
        <w:rPr>
          <w:cs/>
          <w:lang w:bidi="bn-IN"/>
        </w:rPr>
        <w:t>গীবত করে না।</w:t>
      </w:r>
      <w:r w:rsidR="006576CD">
        <w:rPr>
          <w:lang w:bidi="bn-IN"/>
        </w:rPr>
        <w:t xml:space="preserve"> </w:t>
      </w:r>
      <w:r w:rsidRPr="007710BF">
        <w:rPr>
          <w:cs/>
          <w:lang w:bidi="bn-IN"/>
        </w:rPr>
        <w:t>তাই পরনিন্দায় দু</w:t>
      </w:r>
      <w:r w:rsidRPr="001933EC">
        <w:rPr>
          <w:rStyle w:val="libAlaemChar"/>
        </w:rPr>
        <w:t>’</w:t>
      </w:r>
      <w:r w:rsidRPr="007710BF">
        <w:rPr>
          <w:cs/>
          <w:lang w:bidi="bn-IN"/>
        </w:rPr>
        <w:t xml:space="preserve">টি কবীরা </w:t>
      </w:r>
      <w:r w:rsidR="006576CD">
        <w:rPr>
          <w:cs/>
          <w:lang w:bidi="bn-IN"/>
        </w:rPr>
        <w:t xml:space="preserve">গুনাহ এক সঙ্গে আঞ্জাম দেয়া হয়। </w:t>
      </w:r>
    </w:p>
    <w:p w:rsidR="00D53669" w:rsidRDefault="007710BF" w:rsidP="006576CD">
      <w:pPr>
        <w:pStyle w:val="libNormal"/>
        <w:rPr>
          <w:lang w:bidi="bn-IN"/>
        </w:rPr>
      </w:pPr>
      <w:r w:rsidRPr="007710BF">
        <w:rPr>
          <w:cs/>
          <w:lang w:bidi="bn-IN"/>
        </w:rPr>
        <w:t>এটা কি উচিত</w:t>
      </w:r>
      <w:r w:rsidR="00895143">
        <w:t>,</w:t>
      </w:r>
      <w:r w:rsidRPr="007710BF">
        <w:rPr>
          <w:cs/>
          <w:lang w:bidi="bn-IN"/>
        </w:rPr>
        <w:t>রমযান মাস শেষ হয়ে যায়</w:t>
      </w:r>
      <w:r w:rsidR="00895143">
        <w:t>,</w:t>
      </w:r>
      <w:r w:rsidRPr="007710BF">
        <w:rPr>
          <w:cs/>
          <w:lang w:bidi="bn-IN"/>
        </w:rPr>
        <w:t>অথচ এ মাসে আমরা একে অপরের বিরুদ্ধে নিন্দা ও</w:t>
      </w:r>
      <w:r w:rsidR="006576CD">
        <w:rPr>
          <w:lang w:bidi="bn-IN"/>
        </w:rPr>
        <w:t xml:space="preserve"> </w:t>
      </w:r>
      <w:r w:rsidRPr="007710BF">
        <w:rPr>
          <w:cs/>
          <w:lang w:bidi="bn-IN"/>
        </w:rPr>
        <w:t>অপবাদ আরোপ করতে থাকি</w:t>
      </w:r>
      <w:r w:rsidRPr="007710BF">
        <w:t xml:space="preserve">? </w:t>
      </w:r>
      <w:r w:rsidRPr="007710BF">
        <w:rPr>
          <w:cs/>
          <w:lang w:bidi="bn-IN"/>
        </w:rPr>
        <w:t>রমযান মাস এজন্য যে</w:t>
      </w:r>
      <w:r w:rsidR="00895143">
        <w:t>,</w:t>
      </w:r>
      <w:r w:rsidRPr="007710BF">
        <w:rPr>
          <w:cs/>
          <w:lang w:bidi="bn-IN"/>
        </w:rPr>
        <w:t>মুসলমানরা বেশি বেশি সমবেত হবে</w:t>
      </w:r>
      <w:r w:rsidR="00895143">
        <w:t>,</w:t>
      </w:r>
      <w:r w:rsidRPr="007710BF">
        <w:rPr>
          <w:cs/>
          <w:lang w:bidi="bn-IN"/>
        </w:rPr>
        <w:t>সম্মিলিতভাবে ইবাদত করবে</w:t>
      </w:r>
      <w:r w:rsidR="00895143">
        <w:t>,</w:t>
      </w:r>
      <w:r w:rsidRPr="007710BF">
        <w:rPr>
          <w:cs/>
          <w:lang w:bidi="bn-IN"/>
        </w:rPr>
        <w:t>মসজিদে একত্র হবে। এজন্য নয় যে</w:t>
      </w:r>
      <w:r w:rsidR="00895143">
        <w:t>,</w:t>
      </w:r>
      <w:r w:rsidRPr="007710BF">
        <w:rPr>
          <w:cs/>
          <w:lang w:bidi="bn-IN"/>
        </w:rPr>
        <w:t>একে অপরকে দূরে সরানোর</w:t>
      </w:r>
      <w:r w:rsidR="006576CD">
        <w:rPr>
          <w:lang w:bidi="bn-IN"/>
        </w:rPr>
        <w:t xml:space="preserve"> </w:t>
      </w:r>
      <w:r w:rsidRPr="007710BF">
        <w:rPr>
          <w:cs/>
          <w:lang w:bidi="bn-IN"/>
        </w:rPr>
        <w:t>জন্য এ মাসকে ব্যবহার করবে।</w:t>
      </w:r>
    </w:p>
    <w:p w:rsidR="00D53669" w:rsidRPr="00D53669" w:rsidRDefault="00D53669" w:rsidP="00D53669">
      <w:pPr>
        <w:pStyle w:val="libArCenter"/>
        <w:rPr>
          <w:rtl/>
          <w:cs/>
        </w:rPr>
      </w:pPr>
      <w:r>
        <w:rPr>
          <w:rFonts w:hint="cs"/>
          <w:rtl/>
          <w:lang w:bidi="ar-SA"/>
        </w:rPr>
        <w:t>و لا حول و لا قوّة ألا بلله العلی العظیم</w:t>
      </w:r>
    </w:p>
    <w:p w:rsidR="00D53669" w:rsidRPr="008B4103" w:rsidRDefault="00D53669" w:rsidP="009848A8">
      <w:pPr>
        <w:pStyle w:val="libNormal"/>
        <w:rPr>
          <w:rtl/>
          <w:cs/>
        </w:rPr>
      </w:pPr>
      <w:r>
        <w:rPr>
          <w:cs/>
          <w:lang w:bidi="bn-IN"/>
        </w:rPr>
        <w:br w:type="page"/>
      </w:r>
    </w:p>
    <w:p w:rsidR="00D53669" w:rsidRDefault="007710BF" w:rsidP="00D53669">
      <w:pPr>
        <w:pStyle w:val="libCenter"/>
        <w:rPr>
          <w:lang w:bidi="bn-IN"/>
        </w:rPr>
      </w:pPr>
      <w:r w:rsidRPr="007710BF">
        <w:rPr>
          <w:cs/>
          <w:lang w:bidi="bn-IN"/>
        </w:rPr>
        <w:lastRenderedPageBreak/>
        <w:t>২</w:t>
      </w:r>
    </w:p>
    <w:p w:rsidR="00D53669" w:rsidRDefault="007710BF" w:rsidP="00D53669">
      <w:pPr>
        <w:pStyle w:val="Heading1Center"/>
      </w:pPr>
      <w:bookmarkStart w:id="6" w:name="_Toc392601415"/>
      <w:r w:rsidRPr="007710BF">
        <w:rPr>
          <w:cs/>
          <w:lang w:bidi="bn-IN"/>
        </w:rPr>
        <w:t>মানবিক মূল্যবোধের বিকাশের ক্ষেত্রে ভারসাম্য রক</w:t>
      </w:r>
      <w:r w:rsidR="00D53669">
        <w:rPr>
          <w:cs/>
          <w:lang w:bidi="bn-IN"/>
        </w:rPr>
        <w:t>্ষার প্রয়োজনীয়তা</w:t>
      </w:r>
      <w:bookmarkEnd w:id="6"/>
    </w:p>
    <w:p w:rsidR="00D53669" w:rsidRDefault="00D53669" w:rsidP="006576CD">
      <w:pPr>
        <w:pStyle w:val="libNormal"/>
        <w:rPr>
          <w:lang w:bidi="bn-IN"/>
        </w:rPr>
      </w:pPr>
    </w:p>
    <w:p w:rsidR="00D53669" w:rsidRDefault="00D53669" w:rsidP="00735F15">
      <w:pPr>
        <w:pStyle w:val="libAie"/>
      </w:pPr>
      <w:r w:rsidRPr="00D53669">
        <w:rPr>
          <w:rtl/>
        </w:rPr>
        <w:t>وَإِذِ ابْتَلَى إِبْرَاهِيمَ رَبُّهُ بِكَلِمَاتٍ فَأَتَمَّهُنَّ قَالَ إِنِّي جَاعِلُكَ لِلنَّاسِ إِمَامًا قَالَ وَمِنْ ذُرِّيَّتِي قَالَ لَا يَنَالُ عَهْدِي الظَّالِمِينَ</w:t>
      </w:r>
    </w:p>
    <w:p w:rsidR="00D53669" w:rsidRDefault="00D53669" w:rsidP="006576CD">
      <w:pPr>
        <w:pStyle w:val="libNormal"/>
        <w:rPr>
          <w:lang w:bidi="bn-IN"/>
        </w:rPr>
      </w:pPr>
    </w:p>
    <w:p w:rsidR="00D53669" w:rsidRDefault="007710BF" w:rsidP="006576CD">
      <w:pPr>
        <w:pStyle w:val="libNormal"/>
        <w:rPr>
          <w:lang w:bidi="bn-IN"/>
        </w:rPr>
      </w:pPr>
      <w:r w:rsidRPr="007710BF">
        <w:rPr>
          <w:cs/>
          <w:lang w:bidi="bn-IN"/>
        </w:rPr>
        <w:t>প্রত্যেক অস্তিত্বশীল বস্তু বা প্রাণীর পূর্ণতার সঙ্গে অন্য অস্তিত্বশীল বস্তু বা প্রাণীর পূর্ণতার পার্থক্য</w:t>
      </w:r>
      <w:r w:rsidR="00D53669">
        <w:rPr>
          <w:lang w:bidi="bn-IN"/>
        </w:rPr>
        <w:t xml:space="preserve"> </w:t>
      </w:r>
      <w:r w:rsidRPr="007710BF">
        <w:rPr>
          <w:cs/>
          <w:lang w:bidi="bn-IN"/>
        </w:rPr>
        <w:t>রয়েছে। যেমন পূর্ণ মানুষ এবং পূর্ণ ফেরেশতা এক নয়। যদি কোন ফেরেশতা</w:t>
      </w:r>
      <w:r w:rsidR="00895143">
        <w:t>,</w:t>
      </w:r>
      <w:r w:rsidRPr="007710BF">
        <w:rPr>
          <w:cs/>
          <w:lang w:bidi="bn-IN"/>
        </w:rPr>
        <w:t>ফেরেশতা হওয়ার</w:t>
      </w:r>
      <w:r w:rsidR="00D53669">
        <w:rPr>
          <w:lang w:bidi="bn-IN"/>
        </w:rPr>
        <w:t xml:space="preserve"> </w:t>
      </w:r>
      <w:r w:rsidRPr="007710BF">
        <w:rPr>
          <w:cs/>
          <w:lang w:bidi="bn-IN"/>
        </w:rPr>
        <w:t>ক্ষেত্রে সর্বো</w:t>
      </w:r>
      <w:r w:rsidR="00D53669">
        <w:rPr>
          <w:cs/>
          <w:lang w:bidi="bn-IN"/>
        </w:rPr>
        <w:t>চ্চ</w:t>
      </w:r>
      <w:r w:rsidRPr="007710BF">
        <w:t xml:space="preserve"> </w:t>
      </w:r>
      <w:r w:rsidRPr="007710BF">
        <w:rPr>
          <w:cs/>
          <w:lang w:bidi="bn-IN"/>
        </w:rPr>
        <w:t xml:space="preserve">পর্যায়ে বা সম্ভাব্য পূর্ণতার শেষ প্রান্তে </w:t>
      </w:r>
      <w:r w:rsidR="00611BB9">
        <w:rPr>
          <w:cs/>
          <w:lang w:bidi="bn-IN"/>
        </w:rPr>
        <w:t>পৌ</w:t>
      </w:r>
      <w:r w:rsidRPr="007710BF">
        <w:rPr>
          <w:cs/>
          <w:lang w:bidi="bn-IN"/>
        </w:rPr>
        <w:t>ছায়</w:t>
      </w:r>
      <w:r w:rsidR="00895143">
        <w:t>,</w:t>
      </w:r>
      <w:r w:rsidRPr="007710BF">
        <w:rPr>
          <w:cs/>
          <w:lang w:bidi="bn-IN"/>
        </w:rPr>
        <w:t>তা মানুষের মানুষ হওয়ার ক্ষেত্রে</w:t>
      </w:r>
      <w:r w:rsidR="00D53669">
        <w:rPr>
          <w:lang w:bidi="bn-IN"/>
        </w:rPr>
        <w:t xml:space="preserve"> </w:t>
      </w:r>
      <w:r w:rsidRPr="007710BF">
        <w:rPr>
          <w:cs/>
          <w:lang w:bidi="bn-IN"/>
        </w:rPr>
        <w:t>পূর্ণতার সর্বো</w:t>
      </w:r>
      <w:r w:rsidR="00D53669">
        <w:rPr>
          <w:cs/>
          <w:lang w:bidi="bn-IN"/>
        </w:rPr>
        <w:t>চ্চ</w:t>
      </w:r>
      <w:r w:rsidRPr="007710BF">
        <w:t xml:space="preserve"> </w:t>
      </w:r>
      <w:r w:rsidRPr="007710BF">
        <w:rPr>
          <w:cs/>
          <w:lang w:bidi="bn-IN"/>
        </w:rPr>
        <w:t xml:space="preserve">পর্যায়ে </w:t>
      </w:r>
      <w:r w:rsidR="00611BB9">
        <w:rPr>
          <w:cs/>
          <w:lang w:bidi="bn-IN"/>
        </w:rPr>
        <w:t>পৌ</w:t>
      </w:r>
      <w:r w:rsidRPr="007710BF">
        <w:rPr>
          <w:cs/>
          <w:lang w:bidi="bn-IN"/>
        </w:rPr>
        <w:t>ছানো থেকে ভিন্ন।</w:t>
      </w:r>
    </w:p>
    <w:p w:rsidR="00D53669" w:rsidRDefault="00D53669" w:rsidP="006576CD">
      <w:pPr>
        <w:pStyle w:val="libNormal"/>
        <w:rPr>
          <w:lang w:bidi="bn-IN"/>
        </w:rPr>
      </w:pPr>
    </w:p>
    <w:p w:rsidR="00D53669" w:rsidRDefault="007710BF" w:rsidP="00D53669">
      <w:pPr>
        <w:pStyle w:val="libBold1"/>
        <w:rPr>
          <w:lang w:bidi="bn-IN"/>
        </w:rPr>
      </w:pPr>
      <w:r w:rsidRPr="007710BF">
        <w:rPr>
          <w:cs/>
          <w:lang w:bidi="bn-IN"/>
        </w:rPr>
        <w:t>মানুষের পূর্ণতার সঙ্গে অন্যান্য প্</w:t>
      </w:r>
      <w:r w:rsidR="00D53669">
        <w:rPr>
          <w:cs/>
          <w:lang w:bidi="bn-IN"/>
        </w:rPr>
        <w:t xml:space="preserve">রাণীর পূর্ণতার </w:t>
      </w:r>
      <w:r w:rsidR="00D53669" w:rsidRPr="00D53669">
        <w:rPr>
          <w:cs/>
          <w:lang w:bidi="bn-IN"/>
        </w:rPr>
        <w:t>পার্থক্যের</w:t>
      </w:r>
      <w:r w:rsidR="00D53669">
        <w:rPr>
          <w:cs/>
          <w:lang w:bidi="bn-IN"/>
        </w:rPr>
        <w:t xml:space="preserve"> কারণ</w:t>
      </w:r>
    </w:p>
    <w:p w:rsidR="00D53669" w:rsidRDefault="007710BF" w:rsidP="006576CD">
      <w:pPr>
        <w:pStyle w:val="libNormal"/>
      </w:pPr>
      <w:r w:rsidRPr="007710BF">
        <w:rPr>
          <w:cs/>
          <w:lang w:bidi="bn-IN"/>
        </w:rPr>
        <w:t xml:space="preserve">যিনি আমাদের ফেরেশতাদের অস্তিত্ব </w:t>
      </w:r>
      <w:r w:rsidR="000C4B23">
        <w:rPr>
          <w:cs/>
          <w:lang w:bidi="bn-IN"/>
        </w:rPr>
        <w:t>সম্পর্কে</w:t>
      </w:r>
      <w:r w:rsidRPr="007710BF">
        <w:rPr>
          <w:cs/>
          <w:lang w:bidi="bn-IN"/>
        </w:rPr>
        <w:t xml:space="preserve"> জানিয়েছেন তিনি (আ</w:t>
      </w:r>
      <w:r w:rsidR="006B46F0">
        <w:rPr>
          <w:cs/>
          <w:lang w:bidi="bn-IN"/>
        </w:rPr>
        <w:t>ল্লা</w:t>
      </w:r>
      <w:r w:rsidRPr="007710BF">
        <w:rPr>
          <w:rFonts w:hint="cs"/>
          <w:cs/>
          <w:lang w:bidi="bn-IN"/>
        </w:rPr>
        <w:t>হ্) বলেছেন</w:t>
      </w:r>
      <w:r w:rsidR="00895143">
        <w:t>,</w:t>
      </w:r>
      <w:r w:rsidRPr="007710BF">
        <w:rPr>
          <w:cs/>
          <w:lang w:bidi="bn-IN"/>
        </w:rPr>
        <w:t>ফেরেশতারা</w:t>
      </w:r>
      <w:r w:rsidR="00D53669">
        <w:rPr>
          <w:lang w:bidi="bn-IN"/>
        </w:rPr>
        <w:t xml:space="preserve"> </w:t>
      </w:r>
      <w:r w:rsidRPr="007710BF">
        <w:rPr>
          <w:cs/>
          <w:lang w:bidi="bn-IN"/>
        </w:rPr>
        <w:t xml:space="preserve">এমন এক সৃষ্টি </w:t>
      </w:r>
      <w:r w:rsidR="00695D8C">
        <w:rPr>
          <w:cs/>
          <w:lang w:bidi="bn-IN"/>
        </w:rPr>
        <w:t>যারা</w:t>
      </w:r>
      <w:r w:rsidRPr="007710BF">
        <w:rPr>
          <w:cs/>
          <w:lang w:bidi="bn-IN"/>
        </w:rPr>
        <w:t xml:space="preserve"> নিখাদ আকল দিয়ে সৃষ্ট হয়েছেন</w:t>
      </w:r>
      <w:r w:rsidR="00895143">
        <w:t>,</w:t>
      </w:r>
      <w:r w:rsidR="00611BB9">
        <w:rPr>
          <w:cs/>
          <w:lang w:bidi="bn-IN"/>
        </w:rPr>
        <w:t>তা</w:t>
      </w:r>
      <w:r w:rsidRPr="007710BF">
        <w:rPr>
          <w:cs/>
          <w:lang w:bidi="bn-IN"/>
        </w:rPr>
        <w:t>দের সৃষ্টির মূল কেবল</w:t>
      </w:r>
      <w:r w:rsidR="00D53669">
        <w:rPr>
          <w:lang w:bidi="bn-IN"/>
        </w:rPr>
        <w:t xml:space="preserve"> </w:t>
      </w:r>
      <w:r w:rsidRPr="007710BF">
        <w:rPr>
          <w:cs/>
          <w:lang w:bidi="bn-IN"/>
        </w:rPr>
        <w:t>চিন্তা ও বিবেচনা ছাড়া কিছুই নয় অর্থাৎ পার্থিব</w:t>
      </w:r>
      <w:r w:rsidR="00895143">
        <w:t>,</w:t>
      </w:r>
      <w:r w:rsidRPr="007710BF">
        <w:rPr>
          <w:cs/>
          <w:lang w:bidi="bn-IN"/>
        </w:rPr>
        <w:t>জৈবিক চাহিদা</w:t>
      </w:r>
      <w:r w:rsidR="00895143">
        <w:t>,</w:t>
      </w:r>
      <w:r w:rsidRPr="007710BF">
        <w:rPr>
          <w:cs/>
          <w:lang w:bidi="bn-IN"/>
        </w:rPr>
        <w:t>উত্তেজনা</w:t>
      </w:r>
      <w:r w:rsidR="00895143">
        <w:t>,</w:t>
      </w:r>
      <w:r w:rsidRPr="007710BF">
        <w:rPr>
          <w:cs/>
          <w:lang w:bidi="bn-IN"/>
        </w:rPr>
        <w:t>উগ্রতা এগুলোর</w:t>
      </w:r>
      <w:r w:rsidR="00D53669">
        <w:rPr>
          <w:lang w:bidi="bn-IN"/>
        </w:rPr>
        <w:t xml:space="preserve"> </w:t>
      </w:r>
      <w:r w:rsidRPr="007710BF">
        <w:rPr>
          <w:cs/>
          <w:lang w:bidi="bn-IN"/>
        </w:rPr>
        <w:t>অস্তিত্ব নেই। অন্যদিকে অন্যান্য জীব শুধু শারীরিক এবং কোরআন যাকে রূহ বলছে তা থেকে বঞ্চিত।</w:t>
      </w:r>
      <w:r w:rsidR="00D53669">
        <w:rPr>
          <w:lang w:bidi="bn-IN"/>
        </w:rPr>
        <w:t xml:space="preserve"> </w:t>
      </w:r>
      <w:r w:rsidRPr="007710BF">
        <w:rPr>
          <w:cs/>
          <w:lang w:bidi="bn-IN"/>
        </w:rPr>
        <w:t>শুধু মানুষই একমাত্র সৃষ্টি যে ফেরেশতাদের যা আছে তা লাভ করেছে আবার অন্যান্য সৃষ্টির যা আছে</w:t>
      </w:r>
      <w:r w:rsidR="00D53669">
        <w:rPr>
          <w:lang w:bidi="bn-IN"/>
        </w:rPr>
        <w:t xml:space="preserve"> </w:t>
      </w:r>
      <w:r w:rsidRPr="007710BF">
        <w:rPr>
          <w:cs/>
          <w:lang w:bidi="bn-IN"/>
        </w:rPr>
        <w:t xml:space="preserve">তারও সে অধিকারী। সে যেমন </w:t>
      </w:r>
      <w:r w:rsidR="006B46F0">
        <w:rPr>
          <w:cs/>
          <w:lang w:bidi="bn-IN"/>
        </w:rPr>
        <w:t>স্ব</w:t>
      </w:r>
      <w:r w:rsidR="00D53669">
        <w:rPr>
          <w:cs/>
          <w:lang w:bidi="bn-IN"/>
        </w:rPr>
        <w:t>র্গী</w:t>
      </w:r>
      <w:r w:rsidRPr="007710BF">
        <w:rPr>
          <w:cs/>
          <w:lang w:bidi="bn-IN"/>
        </w:rPr>
        <w:t>য় তেমন পার্থিব। সে যেমন সর্বো</w:t>
      </w:r>
      <w:r w:rsidR="00D53669">
        <w:rPr>
          <w:cs/>
          <w:lang w:bidi="bn-IN"/>
        </w:rPr>
        <w:t>চ্চ</w:t>
      </w:r>
      <w:r w:rsidRPr="007710BF">
        <w:t xml:space="preserve"> </w:t>
      </w:r>
      <w:r w:rsidRPr="007710BF">
        <w:rPr>
          <w:cs/>
          <w:lang w:bidi="bn-IN"/>
        </w:rPr>
        <w:t>সৃষ্টি তেমনি সর্ব নিকৃষ্টও হতে</w:t>
      </w:r>
      <w:r w:rsidR="00D53669">
        <w:rPr>
          <w:lang w:bidi="bn-IN"/>
        </w:rPr>
        <w:t xml:space="preserve"> </w:t>
      </w:r>
      <w:r w:rsidRPr="007710BF">
        <w:rPr>
          <w:cs/>
          <w:lang w:bidi="bn-IN"/>
        </w:rPr>
        <w:t xml:space="preserve">পারে। এরই ব্যাখ্যায় উছুলে কাফীতে একটি হাদীস এসেছে এবং </w:t>
      </w:r>
      <w:r w:rsidR="00D53669">
        <w:rPr>
          <w:cs/>
          <w:lang w:bidi="bn-IN"/>
        </w:rPr>
        <w:t>আহলে</w:t>
      </w:r>
      <w:r w:rsidRPr="007710BF">
        <w:rPr>
          <w:cs/>
          <w:lang w:bidi="bn-IN"/>
        </w:rPr>
        <w:t xml:space="preserve"> সুন্নাতও এর কাছাকাছি</w:t>
      </w:r>
      <w:r w:rsidR="00D53669">
        <w:rPr>
          <w:lang w:bidi="bn-IN"/>
        </w:rPr>
        <w:t xml:space="preserve"> </w:t>
      </w:r>
      <w:r w:rsidRPr="007710BF">
        <w:rPr>
          <w:cs/>
          <w:lang w:bidi="bn-IN"/>
        </w:rPr>
        <w:t xml:space="preserve">হাদীস বর্ণনা করেছে। মাওলানা রুমী </w:t>
      </w:r>
      <w:r w:rsidR="00FE6D44">
        <w:rPr>
          <w:cs/>
          <w:lang w:bidi="bn-IN"/>
        </w:rPr>
        <w:t>তার</w:t>
      </w:r>
      <w:r w:rsidRPr="007710BF">
        <w:rPr>
          <w:cs/>
          <w:lang w:bidi="bn-IN"/>
        </w:rPr>
        <w:t xml:space="preserve"> মাসনভীতে এ হাদীস এভাবে কবিতার মাধ্যমে এনেছেন</w:t>
      </w:r>
      <w:r w:rsidR="003936CB">
        <w:t>-</w:t>
      </w:r>
    </w:p>
    <w:p w:rsidR="00D53669" w:rsidRDefault="007710BF" w:rsidP="00D53669">
      <w:pPr>
        <w:pStyle w:val="libCenter"/>
      </w:pPr>
      <w:r w:rsidRPr="001933EC">
        <w:rPr>
          <w:rStyle w:val="libAlaemChar"/>
        </w:rPr>
        <w:t>“</w:t>
      </w:r>
      <w:r w:rsidRPr="007710BF">
        <w:rPr>
          <w:cs/>
          <w:lang w:bidi="bn-IN"/>
        </w:rPr>
        <w:t>হাদীসে এসেছে গৌরবময় স্রষ্টা মহাজন</w:t>
      </w:r>
      <w:r w:rsidR="00895143">
        <w:t>,</w:t>
      </w:r>
    </w:p>
    <w:p w:rsidR="00D53669" w:rsidRDefault="007710BF" w:rsidP="00D53669">
      <w:pPr>
        <w:pStyle w:val="libCenter"/>
      </w:pPr>
      <w:r w:rsidRPr="007710BF">
        <w:rPr>
          <w:cs/>
          <w:lang w:bidi="bn-IN"/>
        </w:rPr>
        <w:t>সৃষ্টি জগতে করিলেন তিন রকম সৃজন।</w:t>
      </w:r>
      <w:r w:rsidRPr="001933EC">
        <w:rPr>
          <w:rStyle w:val="libAlaemChar"/>
        </w:rPr>
        <w:t>”</w:t>
      </w:r>
    </w:p>
    <w:p w:rsidR="003534E0" w:rsidRDefault="007710BF" w:rsidP="006576CD">
      <w:pPr>
        <w:pStyle w:val="libNormal"/>
        <w:rPr>
          <w:lang w:bidi="bn-IN"/>
        </w:rPr>
      </w:pPr>
      <w:r w:rsidRPr="007710BF">
        <w:rPr>
          <w:cs/>
          <w:lang w:bidi="bn-IN"/>
        </w:rPr>
        <w:lastRenderedPageBreak/>
        <w:t>তারপর বলছেন</w:t>
      </w:r>
      <w:r w:rsidR="00895143">
        <w:t>,</w:t>
      </w:r>
      <w:r w:rsidRPr="007710BF">
        <w:rPr>
          <w:cs/>
          <w:lang w:bidi="bn-IN"/>
        </w:rPr>
        <w:t>এক দলকে নিখাত নূর থেকে সৃষ্টি করেছেন অন্য দলকে (উদ্দেশ্য জীবজন্তু) শুধুই</w:t>
      </w:r>
      <w:r w:rsidR="00D53669">
        <w:rPr>
          <w:lang w:bidi="bn-IN"/>
        </w:rPr>
        <w:t xml:space="preserve"> </w:t>
      </w:r>
      <w:r w:rsidRPr="007710BF">
        <w:rPr>
          <w:cs/>
          <w:lang w:bidi="bn-IN"/>
        </w:rPr>
        <w:t>উত্তেজনা এবং জৈবিক চাহিদা দিয়ে সৃষ্টি করেছেন</w:t>
      </w:r>
      <w:r w:rsidR="00895143">
        <w:t>,</w:t>
      </w:r>
      <w:r w:rsidRPr="007710BF">
        <w:rPr>
          <w:cs/>
          <w:lang w:bidi="bn-IN"/>
        </w:rPr>
        <w:t>কিন্তু মানুষকে এ দু</w:t>
      </w:r>
      <w:r w:rsidRPr="001933EC">
        <w:rPr>
          <w:rStyle w:val="libAlaemChar"/>
        </w:rPr>
        <w:t>’</w:t>
      </w:r>
      <w:r w:rsidRPr="007710BF">
        <w:rPr>
          <w:cs/>
          <w:lang w:bidi="bn-IN"/>
        </w:rPr>
        <w:t>য়ের মিশ্রণে সৃষ্টি করেছেন।</w:t>
      </w:r>
      <w:r w:rsidR="003534E0">
        <w:rPr>
          <w:lang w:bidi="bn-IN"/>
        </w:rPr>
        <w:t xml:space="preserve"> </w:t>
      </w:r>
      <w:r w:rsidRPr="007710BF">
        <w:rPr>
          <w:cs/>
          <w:lang w:bidi="bn-IN"/>
        </w:rPr>
        <w:t>সুতরাং পরিপূর্ণ মানুষ যেমন একটি পরিপূর্ণ পশুর থেকে ভিন্ন (উদাহরণ</w:t>
      </w:r>
      <w:r w:rsidR="003534E0">
        <w:rPr>
          <w:cs/>
          <w:lang w:bidi="bn-IN"/>
        </w:rPr>
        <w:t>স্ব</w:t>
      </w:r>
      <w:r w:rsidRPr="007710BF">
        <w:rPr>
          <w:cs/>
          <w:lang w:bidi="bn-IN"/>
        </w:rPr>
        <w:t>রূপ সর্বোৎকৃষ্ট ও পূর্ণতাপ্রা</w:t>
      </w:r>
      <w:r w:rsidR="006B46F0">
        <w:rPr>
          <w:cs/>
          <w:lang w:bidi="bn-IN"/>
        </w:rPr>
        <w:t>প্ত</w:t>
      </w:r>
      <w:r w:rsidR="003534E0">
        <w:rPr>
          <w:lang w:bidi="bn-IN"/>
        </w:rPr>
        <w:t xml:space="preserve"> </w:t>
      </w:r>
      <w:r w:rsidRPr="007710BF">
        <w:rPr>
          <w:cs/>
          <w:lang w:bidi="bn-IN"/>
        </w:rPr>
        <w:t>একটি ঘোড়া থেকে আলাদা) তেমনি একজন পূর্ণ ফেরেশতা থেকেও ভিন্ন।</w:t>
      </w:r>
    </w:p>
    <w:p w:rsidR="003534E0" w:rsidRDefault="007710BF" w:rsidP="003534E0">
      <w:pPr>
        <w:pStyle w:val="libNormal"/>
        <w:rPr>
          <w:lang w:bidi="bn-IN"/>
        </w:rPr>
      </w:pPr>
      <w:r w:rsidRPr="007710BF">
        <w:rPr>
          <w:cs/>
          <w:lang w:bidi="bn-IN"/>
        </w:rPr>
        <w:t>ফেরেশতা ও অন্যান্য প্রাণীর সঙ্গে মানুষের পাথর্ক্যের কারণ তার সত্তার উপাদান যেমন কোরআন</w:t>
      </w:r>
      <w:r w:rsidR="003534E0">
        <w:rPr>
          <w:lang w:bidi="bn-IN"/>
        </w:rPr>
        <w:t xml:space="preserve"> </w:t>
      </w:r>
      <w:r w:rsidRPr="007710BF">
        <w:rPr>
          <w:cs/>
          <w:lang w:bidi="bn-IN"/>
        </w:rPr>
        <w:t>বলছে</w:t>
      </w:r>
      <w:r w:rsidR="00895143">
        <w:t>,</w:t>
      </w:r>
      <w:r w:rsidRPr="001933EC">
        <w:rPr>
          <w:rStyle w:val="libAlaemChar"/>
        </w:rPr>
        <w:t>“</w:t>
      </w:r>
      <w:r w:rsidRPr="007710BF">
        <w:rPr>
          <w:cs/>
          <w:lang w:bidi="bn-IN"/>
        </w:rPr>
        <w:t>আমরা মানুষকে এমন বীর্য থেকে সৃষ্টি করেছি যাতে অনেক কিছুর মিশ্রণ রয়েছে।</w:t>
      </w:r>
      <w:r w:rsidRPr="001933EC">
        <w:rPr>
          <w:rStyle w:val="libAlaemChar"/>
        </w:rPr>
        <w:t>”</w:t>
      </w:r>
      <w:r w:rsidR="003534E0">
        <w:rPr>
          <w:rStyle w:val="libAlaemChar"/>
        </w:rPr>
        <w:t xml:space="preserve"> </w:t>
      </w:r>
      <w:r w:rsidRPr="007710BF">
        <w:rPr>
          <w:cs/>
          <w:lang w:bidi="bn-IN"/>
        </w:rPr>
        <w:t>আধুনিকতার ভাষায় বললে তার জীনগুলোতে বিভিন্ন ধরনের মেধা</w:t>
      </w:r>
      <w:r w:rsidR="00895143">
        <w:t>,</w:t>
      </w:r>
      <w:r w:rsidRPr="007710BF">
        <w:rPr>
          <w:cs/>
          <w:lang w:bidi="bn-IN"/>
        </w:rPr>
        <w:t>যোগ্যতা ও ক্ষমতার সম</w:t>
      </w:r>
      <w:r w:rsidR="003534E0">
        <w:rPr>
          <w:cs/>
          <w:lang w:bidi="bn-IN"/>
        </w:rPr>
        <w:t>ন্ব</w:t>
      </w:r>
      <w:r w:rsidRPr="007710BF">
        <w:rPr>
          <w:cs/>
          <w:lang w:bidi="bn-IN"/>
        </w:rPr>
        <w:t>য়</w:t>
      </w:r>
      <w:r w:rsidR="003534E0">
        <w:rPr>
          <w:lang w:bidi="bn-IN"/>
        </w:rPr>
        <w:t xml:space="preserve"> </w:t>
      </w:r>
      <w:r w:rsidRPr="007710BF">
        <w:rPr>
          <w:cs/>
          <w:lang w:bidi="bn-IN"/>
        </w:rPr>
        <w:t xml:space="preserve">হয়েছে। মানুষ এমন মর্যাদায় </w:t>
      </w:r>
      <w:r w:rsidR="00611BB9">
        <w:rPr>
          <w:cs/>
          <w:lang w:bidi="bn-IN"/>
        </w:rPr>
        <w:t>পৌ</w:t>
      </w:r>
      <w:r w:rsidRPr="007710BF">
        <w:rPr>
          <w:cs/>
          <w:lang w:bidi="bn-IN"/>
        </w:rPr>
        <w:t>ছেছে যে</w:t>
      </w:r>
      <w:r w:rsidR="00895143">
        <w:t>,</w:t>
      </w:r>
      <w:r w:rsidRPr="007710BF">
        <w:rPr>
          <w:cs/>
          <w:lang w:bidi="bn-IN"/>
        </w:rPr>
        <w:t>আমরা তাকে পরীক্ষার জন্য নির্বাচন করেছি। এটি অত্যন্ত</w:t>
      </w:r>
      <w:r w:rsidR="003534E0">
        <w:rPr>
          <w:cs/>
          <w:lang w:bidi="bn-IN"/>
        </w:rPr>
        <w:t>.</w:t>
      </w:r>
      <w:r w:rsidRPr="007710BF">
        <w:rPr>
          <w:cs/>
          <w:lang w:bidi="bn-IN"/>
        </w:rPr>
        <w:t xml:space="preserve">গুরুত্বপূর্ণ। অর্থাৎ মানুষ এমন পর্যায়ে </w:t>
      </w:r>
      <w:r w:rsidR="00611BB9">
        <w:rPr>
          <w:cs/>
          <w:lang w:bidi="bn-IN"/>
        </w:rPr>
        <w:t>পৌ</w:t>
      </w:r>
      <w:r w:rsidRPr="007710BF">
        <w:rPr>
          <w:cs/>
          <w:lang w:bidi="bn-IN"/>
        </w:rPr>
        <w:t>ছেছে যে</w:t>
      </w:r>
      <w:r w:rsidR="00895143">
        <w:t>,</w:t>
      </w:r>
      <w:r w:rsidRPr="007710BF">
        <w:rPr>
          <w:cs/>
          <w:lang w:bidi="bn-IN"/>
        </w:rPr>
        <w:t xml:space="preserve">আমরা তাকে </w:t>
      </w:r>
      <w:r w:rsidR="003534E0">
        <w:rPr>
          <w:cs/>
          <w:lang w:bidi="bn-IN"/>
        </w:rPr>
        <w:t>স্ব</w:t>
      </w:r>
      <w:r w:rsidRPr="007710BF">
        <w:rPr>
          <w:cs/>
          <w:lang w:bidi="bn-IN"/>
        </w:rPr>
        <w:t>াধীন করে সৃষ্টি করেছি এবং তাকে</w:t>
      </w:r>
      <w:r w:rsidR="003534E0">
        <w:rPr>
          <w:lang w:bidi="bn-IN"/>
        </w:rPr>
        <w:t xml:space="preserve"> </w:t>
      </w:r>
      <w:r w:rsidRPr="007710BF">
        <w:rPr>
          <w:cs/>
          <w:lang w:bidi="bn-IN"/>
        </w:rPr>
        <w:t xml:space="preserve">দায়িত্ব পালনের জন্য উপযুক্ত পরীক্ষা ও নম্বর </w:t>
      </w:r>
      <w:r w:rsidR="003534E0">
        <w:rPr>
          <w:cs/>
          <w:lang w:bidi="bn-IN"/>
        </w:rPr>
        <w:t>প্রদানের জন্য যোগ্য মনে করেছি।</w:t>
      </w:r>
      <w:r w:rsidR="003534E0">
        <w:rPr>
          <w:lang w:bidi="bn-IN"/>
        </w:rPr>
        <w:t xml:space="preserve">  </w:t>
      </w:r>
      <w:r w:rsidR="003534E0" w:rsidRPr="003534E0">
        <w:rPr>
          <w:rStyle w:val="libAlaemChar"/>
        </w:rPr>
        <w:t>(</w:t>
      </w:r>
      <w:r w:rsidR="003534E0" w:rsidRPr="003534E0">
        <w:rPr>
          <w:rStyle w:val="libAieChar"/>
          <w:rtl/>
        </w:rPr>
        <w:t>إِنَّا خَلَقْنَا الْإِنْسَانَ مِنْ نُطْفَةٍ أَمْشَاجٍ</w:t>
      </w:r>
      <w:r w:rsidR="003534E0">
        <w:rPr>
          <w:rStyle w:val="libAlaemChar"/>
        </w:rPr>
        <w:t>)</w:t>
      </w:r>
      <w:r w:rsidR="003534E0">
        <w:rPr>
          <w:lang w:bidi="bn-IN"/>
        </w:rPr>
        <w:t xml:space="preserve"> </w:t>
      </w:r>
      <w:r w:rsidRPr="007710BF">
        <w:rPr>
          <w:cs/>
          <w:lang w:bidi="bn-IN"/>
        </w:rPr>
        <w:t>নিশ্চয়ই মানুষকে এমন বীর্য যা বহু গুণাবলী ও শক্তির মিশ্রণ তা থেকে সৃষ্টি করেছি।</w:t>
      </w:r>
      <w:r w:rsidR="003534E0">
        <w:rPr>
          <w:lang w:bidi="bn-IN"/>
        </w:rPr>
        <w:t xml:space="preserve"> </w:t>
      </w:r>
      <w:r w:rsidRPr="007710BF">
        <w:rPr>
          <w:cs/>
          <w:lang w:bidi="bn-IN"/>
        </w:rPr>
        <w:t>এজন্যই তাকে পরীক্ষা</w:t>
      </w:r>
      <w:r w:rsidR="00895143">
        <w:t>,</w:t>
      </w:r>
      <w:r w:rsidRPr="007710BF">
        <w:rPr>
          <w:cs/>
          <w:lang w:bidi="bn-IN"/>
        </w:rPr>
        <w:t>পুরস্কার</w:t>
      </w:r>
      <w:r w:rsidR="00895143">
        <w:t>,</w:t>
      </w:r>
      <w:r w:rsidRPr="007710BF">
        <w:rPr>
          <w:cs/>
          <w:lang w:bidi="bn-IN"/>
        </w:rPr>
        <w:t xml:space="preserve">শক্তি ও নম্বর প্রদান করেছি। কিন্তু অন্য কেউ যোগ্যতা রাখে না। </w:t>
      </w:r>
    </w:p>
    <w:p w:rsidR="003534E0" w:rsidRDefault="00735F15" w:rsidP="00735F15">
      <w:pPr>
        <w:pStyle w:val="libAie"/>
      </w:pPr>
      <w:r>
        <w:t xml:space="preserve"> </w:t>
      </w:r>
      <w:r>
        <w:rPr>
          <w:rStyle w:val="libAlaemChar"/>
        </w:rPr>
        <w:t>)</w:t>
      </w:r>
      <w:r w:rsidRPr="00735F15">
        <w:rPr>
          <w:rFonts w:hint="cs"/>
          <w:rtl/>
        </w:rPr>
        <w:t>فَجَعَلْنَاهُ سَمِيعًا بَصِيرًا إِنَّا هَدَيْنَاهُ السَّبِيلَ إِمَّا شَاكِرًا وَإِمَّا كَفُورًا</w:t>
      </w:r>
      <w:r>
        <w:rPr>
          <w:rStyle w:val="libAlaemChar"/>
        </w:rPr>
        <w:t>(</w:t>
      </w:r>
    </w:p>
    <w:p w:rsidR="00735F15" w:rsidRDefault="007710BF" w:rsidP="003534E0">
      <w:pPr>
        <w:pStyle w:val="libNormal"/>
        <w:rPr>
          <w:lang w:bidi="bn-IN"/>
        </w:rPr>
      </w:pPr>
      <w:r w:rsidRPr="001933EC">
        <w:rPr>
          <w:rStyle w:val="libAlaemChar"/>
        </w:rPr>
        <w:t>“</w:t>
      </w:r>
      <w:r w:rsidRPr="007710BF">
        <w:rPr>
          <w:cs/>
          <w:lang w:bidi="bn-IN"/>
        </w:rPr>
        <w:t>অতঃপর আমরা তাকে সম্যক শ্রবণকারী এবং দর্শনকারী করেছি। নিশ্চয় আমরা তাকে সঠিক পথ</w:t>
      </w:r>
      <w:r w:rsidR="00735F15">
        <w:rPr>
          <w:lang w:bidi="bn-IN"/>
        </w:rPr>
        <w:t xml:space="preserve"> </w:t>
      </w:r>
      <w:r w:rsidRPr="007710BF">
        <w:rPr>
          <w:cs/>
          <w:lang w:bidi="bn-IN"/>
        </w:rPr>
        <w:t>দেখিয়েছি</w:t>
      </w:r>
      <w:r w:rsidR="00895143">
        <w:t>,</w:t>
      </w:r>
      <w:r w:rsidRPr="007710BF">
        <w:rPr>
          <w:cs/>
          <w:lang w:bidi="bn-IN"/>
        </w:rPr>
        <w:t>হয়তো সে কৃতজ্ঞ হবে</w:t>
      </w:r>
      <w:r w:rsidR="00895143">
        <w:t>,</w:t>
      </w:r>
      <w:r w:rsidRPr="007710BF">
        <w:rPr>
          <w:cs/>
          <w:lang w:bidi="bn-IN"/>
        </w:rPr>
        <w:t>নয়তো সে অকৃতজ্ঞ হবে।</w:t>
      </w:r>
      <w:r w:rsidRPr="001933EC">
        <w:rPr>
          <w:rStyle w:val="libAlaemChar"/>
        </w:rPr>
        <w:t>”</w:t>
      </w:r>
      <w:r w:rsidRPr="007710BF">
        <w:t xml:space="preserve"> (</w:t>
      </w:r>
      <w:r w:rsidRPr="007710BF">
        <w:rPr>
          <w:cs/>
          <w:lang w:bidi="bn-IN"/>
        </w:rPr>
        <w:t>সূরা দাহর : ২-৩)</w:t>
      </w:r>
    </w:p>
    <w:p w:rsidR="00735F15" w:rsidRDefault="007710BF" w:rsidP="003534E0">
      <w:pPr>
        <w:pStyle w:val="libNormal"/>
        <w:rPr>
          <w:lang w:bidi="bn-IN"/>
        </w:rPr>
      </w:pPr>
      <w:r w:rsidRPr="007710BF">
        <w:rPr>
          <w:cs/>
          <w:lang w:bidi="bn-IN"/>
        </w:rPr>
        <w:t xml:space="preserve">এর থেকে ভালো ও সুন্দরভাবে মানুষের </w:t>
      </w:r>
      <w:r w:rsidR="003534E0">
        <w:rPr>
          <w:cs/>
          <w:lang w:bidi="bn-IN"/>
        </w:rPr>
        <w:t>স্ব</w:t>
      </w:r>
      <w:r w:rsidRPr="007710BF">
        <w:rPr>
          <w:cs/>
          <w:lang w:bidi="bn-IN"/>
        </w:rPr>
        <w:t>াধীনতা ও এখতিয়ার এবং এর মূল ভিত্তিকে বর্ণনা করা</w:t>
      </w:r>
      <w:r w:rsidR="00735F15">
        <w:rPr>
          <w:lang w:bidi="bn-IN"/>
        </w:rPr>
        <w:t xml:space="preserve"> </w:t>
      </w:r>
      <w:r w:rsidRPr="007710BF">
        <w:rPr>
          <w:cs/>
          <w:lang w:bidi="bn-IN"/>
        </w:rPr>
        <w:t>সম্ভব নয়। তাকে পরীক্ষার মধ্যে ফেলেছি</w:t>
      </w:r>
      <w:r w:rsidR="00895143">
        <w:t>,</w:t>
      </w:r>
      <w:r w:rsidRPr="007710BF">
        <w:rPr>
          <w:cs/>
          <w:lang w:bidi="bn-IN"/>
        </w:rPr>
        <w:t>উত্তীর্ণের পথও তাকে বলে দিয়েছি। এখন সে নিজেই বেছে</w:t>
      </w:r>
      <w:r w:rsidR="00735F15">
        <w:rPr>
          <w:lang w:bidi="bn-IN"/>
        </w:rPr>
        <w:t xml:space="preserve"> </w:t>
      </w:r>
      <w:r w:rsidRPr="007710BF">
        <w:rPr>
          <w:cs/>
          <w:lang w:bidi="bn-IN"/>
        </w:rPr>
        <w:t>নিবে কোন্ দিকে সে যাবে।</w:t>
      </w:r>
    </w:p>
    <w:p w:rsidR="00735F15" w:rsidRDefault="007710BF" w:rsidP="003534E0">
      <w:pPr>
        <w:pStyle w:val="libNormal"/>
        <w:rPr>
          <w:cs/>
          <w:lang w:bidi="bn-IN"/>
        </w:rPr>
      </w:pPr>
      <w:r w:rsidRPr="007710BF">
        <w:rPr>
          <w:cs/>
          <w:lang w:bidi="bn-IN"/>
        </w:rPr>
        <w:t>সুতরাং কোরআনের এ বর্ণনা থেকে পরিষ্কার হয় যে</w:t>
      </w:r>
      <w:r w:rsidR="00895143">
        <w:t>,</w:t>
      </w:r>
      <w:r w:rsidRPr="007710BF">
        <w:rPr>
          <w:cs/>
          <w:lang w:bidi="bn-IN"/>
        </w:rPr>
        <w:t>পরিপূর্ণ মানুষ হওয়ার কারণ এ বহুবিধ</w:t>
      </w:r>
      <w:r w:rsidR="00735F15">
        <w:rPr>
          <w:lang w:bidi="bn-IN"/>
        </w:rPr>
        <w:t xml:space="preserve"> </w:t>
      </w:r>
      <w:r w:rsidRPr="007710BF">
        <w:rPr>
          <w:cs/>
          <w:lang w:bidi="bn-IN"/>
        </w:rPr>
        <w:t>গুণাবলী ও শক্তি। তাই ফেরেশতার সঙ্গে তার পার্থক্য।</w:t>
      </w:r>
    </w:p>
    <w:p w:rsidR="00735F15" w:rsidRPr="008B4103" w:rsidRDefault="00735F15" w:rsidP="009848A8">
      <w:pPr>
        <w:pStyle w:val="libNormal"/>
        <w:rPr>
          <w:rtl/>
          <w:cs/>
        </w:rPr>
      </w:pPr>
      <w:r>
        <w:rPr>
          <w:cs/>
          <w:lang w:bidi="bn-IN"/>
        </w:rPr>
        <w:br w:type="page"/>
      </w:r>
    </w:p>
    <w:p w:rsidR="00735F15" w:rsidRDefault="007710BF" w:rsidP="00735F15">
      <w:pPr>
        <w:pStyle w:val="Heading1"/>
        <w:rPr>
          <w:lang w:bidi="bn-IN"/>
        </w:rPr>
      </w:pPr>
      <w:bookmarkStart w:id="7" w:name="_Toc392601416"/>
      <w:r w:rsidRPr="007710BF">
        <w:rPr>
          <w:cs/>
          <w:lang w:bidi="bn-IN"/>
        </w:rPr>
        <w:lastRenderedPageBreak/>
        <w:t>মূল্যবোধগুলোর বিকাশ</w:t>
      </w:r>
      <w:r w:rsidR="00735F15">
        <w:rPr>
          <w:cs/>
          <w:lang w:bidi="bn-IN"/>
        </w:rPr>
        <w:t>ে ভারসাম্য রক্ষার প্রয়োজনীয়তা</w:t>
      </w:r>
      <w:bookmarkEnd w:id="7"/>
    </w:p>
    <w:p w:rsidR="00735F15" w:rsidRDefault="00735F15" w:rsidP="00735F15">
      <w:pPr>
        <w:pStyle w:val="Heading1"/>
        <w:rPr>
          <w:lang w:bidi="bn-IN"/>
        </w:rPr>
      </w:pPr>
    </w:p>
    <w:p w:rsidR="00735F15" w:rsidRDefault="007710BF" w:rsidP="003534E0">
      <w:pPr>
        <w:pStyle w:val="libNormal"/>
        <w:rPr>
          <w:lang w:bidi="bn-IN"/>
        </w:rPr>
      </w:pPr>
      <w:r w:rsidRPr="007710BF">
        <w:rPr>
          <w:cs/>
          <w:lang w:bidi="bn-IN"/>
        </w:rPr>
        <w:t xml:space="preserve"> মানুষের পূর্ণতা তার ভারসাম্যতার মধ্যেই নিহিত। অর্থাৎ মানুষ বহুবিধ যে যোগ্যতা ও শক্তির</w:t>
      </w:r>
      <w:r w:rsidR="00735F15">
        <w:rPr>
          <w:lang w:bidi="bn-IN"/>
        </w:rPr>
        <w:t xml:space="preserve"> </w:t>
      </w:r>
      <w:r w:rsidRPr="007710BF">
        <w:rPr>
          <w:cs/>
          <w:lang w:bidi="bn-IN"/>
        </w:rPr>
        <w:t>অধিকারী তা তাকে তখনই পূর্ণ মানুষে পরিণত</w:t>
      </w:r>
      <w:r w:rsidR="00735F15">
        <w:rPr>
          <w:cs/>
          <w:lang w:bidi="bn-IN"/>
        </w:rPr>
        <w:t xml:space="preserve"> করে যখন সে শুধু একদিকে ঝুকে না পড়ে এবং</w:t>
      </w:r>
      <w:r w:rsidR="00735F15">
        <w:rPr>
          <w:lang w:bidi="bn-IN"/>
        </w:rPr>
        <w:t xml:space="preserve"> </w:t>
      </w:r>
      <w:r w:rsidRPr="007710BF">
        <w:rPr>
          <w:cs/>
          <w:lang w:bidi="bn-IN"/>
        </w:rPr>
        <w:t>অন্যান্য দিকগুলোকে উপেক্ষা বা নিষ্ক্রিয় করে না রাখে</w:t>
      </w:r>
      <w:r w:rsidR="00895143">
        <w:t>,</w:t>
      </w:r>
      <w:r w:rsidRPr="007710BF">
        <w:rPr>
          <w:cs/>
          <w:lang w:bidi="bn-IN"/>
        </w:rPr>
        <w:t>বরং সবগুলোর মধ্যে সমন্বয় ও সামঞ্জস্য রক্ষা</w:t>
      </w:r>
      <w:r w:rsidR="00735F15">
        <w:rPr>
          <w:lang w:bidi="bn-IN"/>
        </w:rPr>
        <w:t xml:space="preserve"> </w:t>
      </w:r>
      <w:r w:rsidRPr="007710BF">
        <w:rPr>
          <w:cs/>
          <w:lang w:bidi="bn-IN"/>
        </w:rPr>
        <w:t>করে এবং সমভাবে এগুলোর বিকাশে সচেষ্ট ও মনোযোগী হয়। যেমনভাবে জ্ঞানীরা বলেন প্রকৃতপক্ষে</w:t>
      </w:r>
      <w:r w:rsidR="00735F15">
        <w:rPr>
          <w:lang w:bidi="bn-IN"/>
        </w:rPr>
        <w:t xml:space="preserve"> </w:t>
      </w:r>
      <w:r w:rsidRPr="007710BF">
        <w:rPr>
          <w:cs/>
          <w:lang w:bidi="bn-IN"/>
        </w:rPr>
        <w:t>আদল বা সুবিচারের প্রত্যাবর্তন ভারসাম্য ও সমন্বয়ের দিকেই। এখানে ভারসাম্য ও সমন্বয়ের উদ্দেশ্য</w:t>
      </w:r>
      <w:r w:rsidR="00735F15">
        <w:rPr>
          <w:lang w:bidi="bn-IN"/>
        </w:rPr>
        <w:t xml:space="preserve"> </w:t>
      </w:r>
      <w:r w:rsidRPr="007710BF">
        <w:rPr>
          <w:cs/>
          <w:lang w:bidi="bn-IN"/>
        </w:rPr>
        <w:t>এটাই যে</w:t>
      </w:r>
      <w:r w:rsidR="00895143">
        <w:t>,</w:t>
      </w:r>
      <w:r w:rsidRPr="007710BF">
        <w:rPr>
          <w:cs/>
          <w:lang w:bidi="bn-IN"/>
        </w:rPr>
        <w:t>মানুষের যোগ্যতাসমূহের বিকাশের সাথে সাথে সেগুলোর মধ্যে যেন সম</w:t>
      </w:r>
      <w:r w:rsidR="00735F15">
        <w:rPr>
          <w:cs/>
          <w:lang w:bidi="bn-IN"/>
        </w:rPr>
        <w:t>ন্ব</w:t>
      </w:r>
      <w:r w:rsidRPr="007710BF">
        <w:rPr>
          <w:cs/>
          <w:lang w:bidi="bn-IN"/>
        </w:rPr>
        <w:t>য় থাকে। একটি</w:t>
      </w:r>
      <w:r w:rsidR="00735F15">
        <w:rPr>
          <w:lang w:bidi="bn-IN"/>
        </w:rPr>
        <w:t xml:space="preserve"> </w:t>
      </w:r>
      <w:r w:rsidRPr="007710BF">
        <w:rPr>
          <w:cs/>
          <w:lang w:bidi="bn-IN"/>
        </w:rPr>
        <w:t>সহজ উদাহরণের মাধ্যমে আপনাদের নিকট সেটা পরিষ্কার করছি। একটি শিশুর যে দৈহিক বৃদ্ধি ও</w:t>
      </w:r>
      <w:r w:rsidR="00735F15">
        <w:rPr>
          <w:lang w:bidi="bn-IN"/>
        </w:rPr>
        <w:t xml:space="preserve"> </w:t>
      </w:r>
      <w:r w:rsidRPr="007710BF">
        <w:rPr>
          <w:cs/>
          <w:lang w:bidi="bn-IN"/>
        </w:rPr>
        <w:t>বিকাশ ঘটে</w:t>
      </w:r>
      <w:r w:rsidR="00895143">
        <w:t>,</w:t>
      </w:r>
      <w:r w:rsidR="00735F15">
        <w:rPr>
          <w:cs/>
          <w:lang w:bidi="bn-IN"/>
        </w:rPr>
        <w:t>যেমন তার</w:t>
      </w:r>
      <w:r w:rsidR="00735F15">
        <w:rPr>
          <w:lang w:bidi="bn-IN"/>
        </w:rPr>
        <w:t xml:space="preserve"> </w:t>
      </w:r>
      <w:r w:rsidRPr="007710BF">
        <w:rPr>
          <w:cs/>
          <w:lang w:bidi="bn-IN"/>
        </w:rPr>
        <w:t>হাত</w:t>
      </w:r>
      <w:r w:rsidR="00895143">
        <w:t>,</w:t>
      </w:r>
      <w:r w:rsidRPr="007710BF">
        <w:rPr>
          <w:cs/>
          <w:lang w:bidi="bn-IN"/>
        </w:rPr>
        <w:t>পা</w:t>
      </w:r>
      <w:r w:rsidR="00895143">
        <w:t>,</w:t>
      </w:r>
      <w:r w:rsidRPr="007710BF">
        <w:rPr>
          <w:cs/>
          <w:lang w:bidi="bn-IN"/>
        </w:rPr>
        <w:t>মাথা</w:t>
      </w:r>
      <w:r w:rsidR="00895143">
        <w:t>,</w:t>
      </w:r>
      <w:r w:rsidRPr="007710BF">
        <w:rPr>
          <w:cs/>
          <w:lang w:bidi="bn-IN"/>
        </w:rPr>
        <w:t>কান</w:t>
      </w:r>
      <w:r w:rsidR="00895143">
        <w:t>,</w:t>
      </w:r>
      <w:r w:rsidRPr="007710BF">
        <w:rPr>
          <w:cs/>
          <w:lang w:bidi="bn-IN"/>
        </w:rPr>
        <w:t>নাক</w:t>
      </w:r>
      <w:r w:rsidR="00895143">
        <w:t>,</w:t>
      </w:r>
      <w:r w:rsidRPr="007710BF">
        <w:rPr>
          <w:cs/>
          <w:lang w:bidi="bn-IN"/>
        </w:rPr>
        <w:t>জিহ্বা</w:t>
      </w:r>
      <w:r w:rsidR="00895143">
        <w:t>,</w:t>
      </w:r>
      <w:r w:rsidRPr="007710BF">
        <w:rPr>
          <w:cs/>
          <w:lang w:bidi="bn-IN"/>
        </w:rPr>
        <w:t>মুখ</w:t>
      </w:r>
      <w:r w:rsidR="00895143">
        <w:t>,</w:t>
      </w:r>
      <w:r w:rsidRPr="007710BF">
        <w:rPr>
          <w:cs/>
          <w:lang w:bidi="bn-IN"/>
        </w:rPr>
        <w:t>দাঁত</w:t>
      </w:r>
      <w:r w:rsidR="00895143">
        <w:t>,</w:t>
      </w:r>
      <w:r w:rsidRPr="007710BF">
        <w:rPr>
          <w:cs/>
          <w:lang w:bidi="bn-IN"/>
        </w:rPr>
        <w:t>চোখ</w:t>
      </w:r>
      <w:r w:rsidR="00895143">
        <w:t>,</w:t>
      </w:r>
      <w:r w:rsidRPr="007710BF">
        <w:rPr>
          <w:cs/>
          <w:lang w:bidi="bn-IN"/>
        </w:rPr>
        <w:t>হৃৎপিণ্ড</w:t>
      </w:r>
      <w:r w:rsidR="00895143">
        <w:t>,</w:t>
      </w:r>
      <w:r w:rsidRPr="007710BF">
        <w:rPr>
          <w:cs/>
          <w:lang w:bidi="bn-IN"/>
        </w:rPr>
        <w:t>কলিজা</w:t>
      </w:r>
      <w:r w:rsidR="00895143">
        <w:t>,</w:t>
      </w:r>
      <w:r w:rsidRPr="007710BF">
        <w:rPr>
          <w:cs/>
          <w:lang w:bidi="bn-IN"/>
        </w:rPr>
        <w:t>পেট</w:t>
      </w:r>
      <w:r w:rsidR="00895143">
        <w:t>,</w:t>
      </w:r>
      <w:r w:rsidRPr="007710BF">
        <w:rPr>
          <w:cs/>
          <w:lang w:bidi="bn-IN"/>
        </w:rPr>
        <w:t>পরিপাকতন্ত্র এবং অন্যান্য অঙ্গ-প্রত্যঙ্গের বিকাশ অবশ্যই ভারসাম্যপূর্ণ হতে হবে। সে শিশুই সুস্থ ও</w:t>
      </w:r>
      <w:r w:rsidR="00735F15">
        <w:rPr>
          <w:lang w:bidi="bn-IN"/>
        </w:rPr>
        <w:t xml:space="preserve"> </w:t>
      </w:r>
      <w:r w:rsidR="001933EC">
        <w:rPr>
          <w:cs/>
          <w:lang w:bidi="bn-IN"/>
        </w:rPr>
        <w:t>সম্পূর্ণ</w:t>
      </w:r>
      <w:r w:rsidRPr="007710BF">
        <w:rPr>
          <w:cs/>
          <w:lang w:bidi="bn-IN"/>
        </w:rPr>
        <w:t xml:space="preserve"> যার এ সকল অঙ্গ-প্রত্যঙ্গ সঠিকভাবে বিকাশ লাভ করেছে। ধরি একজন মানুষের শুধু নাক</w:t>
      </w:r>
      <w:r w:rsidR="00735F15">
        <w:rPr>
          <w:lang w:bidi="bn-IN"/>
        </w:rPr>
        <w:t xml:space="preserve"> </w:t>
      </w:r>
      <w:r w:rsidRPr="007710BF">
        <w:rPr>
          <w:cs/>
          <w:lang w:bidi="bn-IN"/>
        </w:rPr>
        <w:t>বিকাশ লাভ করেছে এবং অন্যান্য অঙ্গ বিক</w:t>
      </w:r>
      <w:r w:rsidR="00735F15">
        <w:rPr>
          <w:cs/>
          <w:lang w:bidi="bn-IN"/>
        </w:rPr>
        <w:t>াশ লাভ করেনি (যেমন কার্টুনে দেখা যায়) অথবা শুধু চোখ</w:t>
      </w:r>
      <w:r w:rsidR="00735F15">
        <w:rPr>
          <w:lang w:bidi="bn-IN"/>
        </w:rPr>
        <w:t xml:space="preserve"> </w:t>
      </w:r>
      <w:r w:rsidRPr="007710BF">
        <w:rPr>
          <w:cs/>
          <w:lang w:bidi="bn-IN"/>
        </w:rPr>
        <w:t>অথবা মাথার বৃদ্ধি ঘটেছে</w:t>
      </w:r>
      <w:r w:rsidR="00895143">
        <w:t>,</w:t>
      </w:r>
      <w:r w:rsidRPr="007710BF">
        <w:rPr>
          <w:cs/>
          <w:lang w:bidi="bn-IN"/>
        </w:rPr>
        <w:t>কিন্তু দেহের বিকাশ হয়নি অথবা এর উল্টোটা। এমনিভাবে কারো হয়তো</w:t>
      </w:r>
      <w:r w:rsidR="00735F15">
        <w:rPr>
          <w:lang w:bidi="bn-IN"/>
        </w:rPr>
        <w:t xml:space="preserve"> </w:t>
      </w:r>
      <w:r w:rsidRPr="007710BF">
        <w:rPr>
          <w:cs/>
          <w:lang w:bidi="bn-IN"/>
        </w:rPr>
        <w:t>হাতের বৃদ্ধি ঘটেছে</w:t>
      </w:r>
      <w:r w:rsidR="00895143">
        <w:t>,</w:t>
      </w:r>
      <w:r w:rsidRPr="007710BF">
        <w:rPr>
          <w:cs/>
          <w:lang w:bidi="bn-IN"/>
        </w:rPr>
        <w:t>কিন্তু পায়ের বৃদ্ধি ঘটেনি বা পায়ের বৃদ্ধি হয়েছে</w:t>
      </w:r>
      <w:r w:rsidR="00895143">
        <w:t>,</w:t>
      </w:r>
      <w:r w:rsidRPr="007710BF">
        <w:rPr>
          <w:cs/>
          <w:lang w:bidi="bn-IN"/>
        </w:rPr>
        <w:t>কিন্তু হাতের হয়নি</w:t>
      </w:r>
      <w:r w:rsidR="003936CB">
        <w:t>-</w:t>
      </w:r>
      <w:r w:rsidRPr="007710BF">
        <w:t xml:space="preserve"> </w:t>
      </w:r>
      <w:r w:rsidRPr="007710BF">
        <w:rPr>
          <w:cs/>
          <w:lang w:bidi="bn-IN"/>
        </w:rPr>
        <w:t>এমন</w:t>
      </w:r>
      <w:r w:rsidR="00735F15">
        <w:rPr>
          <w:lang w:bidi="bn-IN"/>
        </w:rPr>
        <w:t xml:space="preserve"> </w:t>
      </w:r>
      <w:r w:rsidRPr="007710BF">
        <w:rPr>
          <w:cs/>
          <w:lang w:bidi="bn-IN"/>
        </w:rPr>
        <w:t>মানুষের বিকাশ ঘটেছে</w:t>
      </w:r>
      <w:r w:rsidR="00895143">
        <w:t>,</w:t>
      </w:r>
      <w:r w:rsidRPr="007710BF">
        <w:rPr>
          <w:cs/>
          <w:lang w:bidi="bn-IN"/>
        </w:rPr>
        <w:t>তবে তা ভারসাম্যপূর্ণ নয়।</w:t>
      </w:r>
    </w:p>
    <w:p w:rsidR="0054793D" w:rsidRDefault="007710BF" w:rsidP="00735F15">
      <w:pPr>
        <w:pStyle w:val="libNormal"/>
      </w:pPr>
      <w:r w:rsidRPr="007710BF">
        <w:rPr>
          <w:cs/>
          <w:lang w:bidi="bn-IN"/>
        </w:rPr>
        <w:t>পরিপূর্ণ মানুষ সে-ই যার মধ্যে সকল মূল্যবোধেরই বিকাশ ঘটবে এবং কোন মূল্যবোধই</w:t>
      </w:r>
      <w:r w:rsidR="00735F15">
        <w:rPr>
          <w:lang w:bidi="bn-IN"/>
        </w:rPr>
        <w:t xml:space="preserve"> </w:t>
      </w:r>
      <w:r w:rsidRPr="007710BF">
        <w:rPr>
          <w:cs/>
          <w:lang w:bidi="bn-IN"/>
        </w:rPr>
        <w:t>বিকাশহীন অবস্থায় থাকবে না</w:t>
      </w:r>
      <w:r w:rsidR="00895143">
        <w:t>,</w:t>
      </w:r>
      <w:r w:rsidRPr="007710BF">
        <w:rPr>
          <w:cs/>
          <w:lang w:bidi="bn-IN"/>
        </w:rPr>
        <w:t>সে সাথে সেগুলোর মধ্যে সমন্বয় রেখে মূল্যবোধগুলো সর্বো</w:t>
      </w:r>
      <w:r w:rsidR="00D53669">
        <w:rPr>
          <w:cs/>
          <w:lang w:bidi="bn-IN"/>
        </w:rPr>
        <w:t>চ্চ</w:t>
      </w:r>
      <w:r w:rsidRPr="007710BF">
        <w:t xml:space="preserve"> </w:t>
      </w:r>
      <w:r w:rsidRPr="007710BF">
        <w:rPr>
          <w:cs/>
          <w:lang w:bidi="bn-IN"/>
        </w:rPr>
        <w:t>পর্যায়ে</w:t>
      </w:r>
      <w:r w:rsidR="00735F15">
        <w:rPr>
          <w:lang w:bidi="bn-IN"/>
        </w:rPr>
        <w:t xml:space="preserve"> </w:t>
      </w:r>
      <w:r w:rsidR="00611BB9">
        <w:rPr>
          <w:cs/>
          <w:lang w:bidi="bn-IN"/>
        </w:rPr>
        <w:t>পৌ</w:t>
      </w:r>
      <w:r w:rsidRPr="007710BF">
        <w:rPr>
          <w:cs/>
          <w:lang w:bidi="bn-IN"/>
        </w:rPr>
        <w:t>ছবে। পূর্ণ মানুষ সেই মানুষ যাকে কোরআন ইমাম বলে সম্বোধন করেছে</w:t>
      </w:r>
      <w:r w:rsidR="003936CB">
        <w:t>-</w:t>
      </w:r>
    </w:p>
    <w:p w:rsidR="0054793D" w:rsidRDefault="0054793D" w:rsidP="0054793D">
      <w:pPr>
        <w:pStyle w:val="libAie"/>
        <w:rPr>
          <w:lang w:bidi="bn-IN"/>
        </w:rPr>
      </w:pPr>
      <w:r w:rsidRPr="0054793D">
        <w:rPr>
          <w:rStyle w:val="libAlaemChar"/>
        </w:rPr>
        <w:t xml:space="preserve"> )</w:t>
      </w:r>
      <w:r w:rsidRPr="0054793D">
        <w:rPr>
          <w:rtl/>
        </w:rPr>
        <w:t>وَإِذِ ابْتَلَى إِبْرَاهِيمَ رَبُّهُ بِكَلِمَاتٍ فَأَتَمَّهُنَّ قَالَ إِنِّي جَاعِلُكَ لِلنَّاسِ إِمَامًا</w:t>
      </w:r>
      <w:r w:rsidRPr="0054793D">
        <w:rPr>
          <w:rStyle w:val="libAlaemChar"/>
        </w:rPr>
        <w:t>(</w:t>
      </w:r>
      <w:r w:rsidRPr="0054793D">
        <w:t xml:space="preserve"> </w:t>
      </w:r>
    </w:p>
    <w:p w:rsidR="0054793D" w:rsidRDefault="007710BF" w:rsidP="00735F15">
      <w:pPr>
        <w:pStyle w:val="libNormal"/>
        <w:rPr>
          <w:lang w:bidi="bn-IN"/>
        </w:rPr>
      </w:pPr>
      <w:r w:rsidRPr="001933EC">
        <w:rPr>
          <w:rStyle w:val="libAlaemChar"/>
        </w:rPr>
        <w:lastRenderedPageBreak/>
        <w:t>“</w:t>
      </w:r>
      <w:r w:rsidRPr="007710BF">
        <w:rPr>
          <w:cs/>
          <w:lang w:bidi="bn-IN"/>
        </w:rPr>
        <w:t>এবং যখন ইবরাহীমকে তার প্রভু কতিপয় আদেশবাণী দ্বারা পরীক্ষা করলেন এবং তিনি তাতে</w:t>
      </w:r>
      <w:r w:rsidR="0054793D">
        <w:rPr>
          <w:lang w:bidi="bn-IN"/>
        </w:rPr>
        <w:t xml:space="preserve"> </w:t>
      </w:r>
      <w:r w:rsidRPr="007710BF">
        <w:rPr>
          <w:cs/>
          <w:lang w:bidi="bn-IN"/>
        </w:rPr>
        <w:t>উত্তীর্ণ হলেন</w:t>
      </w:r>
      <w:r w:rsidR="00895143">
        <w:t>,</w:t>
      </w:r>
      <w:r w:rsidRPr="007710BF">
        <w:t>(</w:t>
      </w:r>
      <w:r w:rsidRPr="007710BF">
        <w:rPr>
          <w:cs/>
          <w:lang w:bidi="bn-IN"/>
        </w:rPr>
        <w:t>তখন) বলা হলো নিশ্চয় আমি তোমাকে মানব জাতির জন্য ইমাম ও নেতা নিযুক্ত</w:t>
      </w:r>
      <w:r w:rsidR="0054793D">
        <w:rPr>
          <w:lang w:bidi="bn-IN"/>
        </w:rPr>
        <w:t xml:space="preserve"> </w:t>
      </w:r>
      <w:r w:rsidRPr="007710BF">
        <w:rPr>
          <w:cs/>
          <w:lang w:bidi="bn-IN"/>
        </w:rPr>
        <w:t>করলাম।</w:t>
      </w:r>
      <w:r w:rsidRPr="001933EC">
        <w:rPr>
          <w:rStyle w:val="libAlaemChar"/>
        </w:rPr>
        <w:t>”</w:t>
      </w:r>
      <w:r w:rsidRPr="007710BF">
        <w:t xml:space="preserve"> (</w:t>
      </w:r>
      <w:r w:rsidRPr="007710BF">
        <w:rPr>
          <w:cs/>
          <w:lang w:bidi="bn-IN"/>
        </w:rPr>
        <w:t xml:space="preserve">সূরা বাকারাহ্ : ১২৪) </w:t>
      </w:r>
    </w:p>
    <w:p w:rsidR="0054793D" w:rsidRDefault="007710BF" w:rsidP="00735F15">
      <w:pPr>
        <w:pStyle w:val="libNormal"/>
        <w:rPr>
          <w:lang w:bidi="bn-IN"/>
        </w:rPr>
      </w:pPr>
      <w:r w:rsidRPr="007710BF">
        <w:rPr>
          <w:cs/>
          <w:lang w:bidi="bn-IN"/>
        </w:rPr>
        <w:t>ইবরাহীম (আ.) যখন কয়েকটি বিচিত্র ও বড় ঐশী পরীক্ষায় অবতীর্ণ ও উত্তীর্ণ হলেন এবং সর্বো</w:t>
      </w:r>
      <w:r w:rsidR="00D53669">
        <w:rPr>
          <w:cs/>
          <w:lang w:bidi="bn-IN"/>
        </w:rPr>
        <w:t>চ্চ</w:t>
      </w:r>
      <w:r w:rsidR="0054793D">
        <w:rPr>
          <w:lang w:bidi="bn-IN"/>
        </w:rPr>
        <w:t xml:space="preserve"> </w:t>
      </w:r>
      <w:r w:rsidRPr="007710BF">
        <w:rPr>
          <w:cs/>
          <w:lang w:bidi="bn-IN"/>
        </w:rPr>
        <w:t>নম্বর প্রা</w:t>
      </w:r>
      <w:r w:rsidR="006B46F0">
        <w:rPr>
          <w:cs/>
          <w:lang w:bidi="bn-IN"/>
        </w:rPr>
        <w:t>প্ত</w:t>
      </w:r>
      <w:r w:rsidRPr="007710BF">
        <w:t xml:space="preserve"> </w:t>
      </w:r>
      <w:r w:rsidRPr="007710BF">
        <w:rPr>
          <w:cs/>
          <w:lang w:bidi="bn-IN"/>
        </w:rPr>
        <w:t>হলেন তখনই পূর্ণ মানব বা ইমামতের মর্যাদায় অভিষিক্ত হলেন। ইবরাহীম (আ.)-এর</w:t>
      </w:r>
      <w:r w:rsidR="0054793D">
        <w:rPr>
          <w:lang w:bidi="bn-IN"/>
        </w:rPr>
        <w:t xml:space="preserve"> </w:t>
      </w:r>
      <w:r w:rsidRPr="007710BF">
        <w:rPr>
          <w:cs/>
          <w:lang w:bidi="bn-IN"/>
        </w:rPr>
        <w:t xml:space="preserve">অন্যতম বড় পরীক্ষা ছিল </w:t>
      </w:r>
      <w:r w:rsidR="00D009A1">
        <w:rPr>
          <w:cs/>
          <w:lang w:bidi="bn-IN"/>
        </w:rPr>
        <w:t>আল্লাহর</w:t>
      </w:r>
      <w:r w:rsidRPr="007710BF">
        <w:rPr>
          <w:rFonts w:hint="cs"/>
          <w:cs/>
          <w:lang w:bidi="bn-IN"/>
        </w:rPr>
        <w:t xml:space="preserve"> আদেশে </w:t>
      </w:r>
      <w:r w:rsidR="00FE6D44">
        <w:rPr>
          <w:rFonts w:hint="cs"/>
          <w:cs/>
          <w:lang w:bidi="bn-IN"/>
        </w:rPr>
        <w:t>তার</w:t>
      </w:r>
      <w:r w:rsidRPr="007710BF">
        <w:rPr>
          <w:rFonts w:hint="cs"/>
          <w:cs/>
          <w:lang w:bidi="bn-IN"/>
        </w:rPr>
        <w:t xml:space="preserve"> পথে নিজ সন্তানকে নিজের হাতে কুরবানী করার</w:t>
      </w:r>
      <w:r w:rsidR="0054793D">
        <w:rPr>
          <w:lang w:bidi="bn-IN"/>
        </w:rPr>
        <w:t xml:space="preserve"> </w:t>
      </w:r>
      <w:r w:rsidR="0054793D">
        <w:rPr>
          <w:rFonts w:hint="cs"/>
          <w:cs/>
          <w:lang w:bidi="bn-IN"/>
        </w:rPr>
        <w:t>প্রস্তুতি</w:t>
      </w:r>
      <w:r w:rsidRPr="007710BF">
        <w:rPr>
          <w:cs/>
          <w:lang w:bidi="hi-IN"/>
        </w:rPr>
        <w:t xml:space="preserve">। </w:t>
      </w:r>
      <w:r w:rsidR="00FE6D44">
        <w:rPr>
          <w:cs/>
          <w:lang w:bidi="bn-IN"/>
        </w:rPr>
        <w:t>তার</w:t>
      </w:r>
      <w:r w:rsidRPr="007710BF">
        <w:rPr>
          <w:cs/>
          <w:lang w:bidi="bn-IN"/>
        </w:rPr>
        <w:t xml:space="preserve"> আনুগত্য এ পর্যায়ে ছিল যে</w:t>
      </w:r>
      <w:r w:rsidR="00895143">
        <w:t>,</w:t>
      </w:r>
      <w:r w:rsidRPr="007710BF">
        <w:rPr>
          <w:cs/>
          <w:lang w:bidi="bn-IN"/>
        </w:rPr>
        <w:t>যখন তিনি জানলেন আ</w:t>
      </w:r>
      <w:r w:rsidR="006B46F0">
        <w:rPr>
          <w:cs/>
          <w:lang w:bidi="bn-IN"/>
        </w:rPr>
        <w:t>ল্লা</w:t>
      </w:r>
      <w:r w:rsidRPr="007710BF">
        <w:rPr>
          <w:rFonts w:hint="cs"/>
          <w:cs/>
          <w:lang w:bidi="bn-IN"/>
        </w:rPr>
        <w:t xml:space="preserve">হ্ </w:t>
      </w:r>
      <w:r w:rsidR="000459F1">
        <w:rPr>
          <w:rFonts w:hint="cs"/>
          <w:cs/>
          <w:lang w:bidi="bn-IN"/>
        </w:rPr>
        <w:t>তাকে</w:t>
      </w:r>
      <w:r w:rsidRPr="007710BF">
        <w:rPr>
          <w:rFonts w:hint="cs"/>
          <w:cs/>
          <w:lang w:bidi="bn-IN"/>
        </w:rPr>
        <w:t xml:space="preserve"> এমন নির্দেশ দিয়েছেন</w:t>
      </w:r>
      <w:r w:rsidR="0054793D">
        <w:rPr>
          <w:lang w:bidi="bn-IN"/>
        </w:rPr>
        <w:t xml:space="preserve"> </w:t>
      </w:r>
      <w:r w:rsidRPr="007710BF">
        <w:rPr>
          <w:rFonts w:hint="cs"/>
          <w:cs/>
          <w:lang w:bidi="bn-IN"/>
        </w:rPr>
        <w:t>তখন কোন দ্বিধা ছাড়াই তা করতে রাজী হলেন।</w:t>
      </w:r>
    </w:p>
    <w:p w:rsidR="0054793D" w:rsidRDefault="0054793D" w:rsidP="0054793D">
      <w:pPr>
        <w:pStyle w:val="libAie"/>
        <w:rPr>
          <w:lang w:bidi="bn-IN"/>
        </w:rPr>
      </w:pPr>
      <w:r w:rsidRPr="0054793D">
        <w:rPr>
          <w:rStyle w:val="libAlaemChar"/>
        </w:rPr>
        <w:t>)</w:t>
      </w:r>
      <w:r w:rsidRPr="0054793D">
        <w:rPr>
          <w:rtl/>
        </w:rPr>
        <w:t>أَسْلَمَا وَتَلَّهُ لِلْجَبِينِ وَنَادَيْنَاهُ أَنْ يَا إِبْرَاهِيمُ قَدْ صَدَّقْتَ الرُّؤْيَا</w:t>
      </w:r>
      <w:r>
        <w:rPr>
          <w:rFonts w:hint="cs"/>
          <w:rtl/>
        </w:rPr>
        <w:t xml:space="preserve"> </w:t>
      </w:r>
      <w:r w:rsidR="007710BF" w:rsidRPr="007710BF">
        <w:rPr>
          <w:rFonts w:hint="cs"/>
          <w:cs/>
          <w:lang w:bidi="bn-IN"/>
        </w:rPr>
        <w:t xml:space="preserve"> </w:t>
      </w:r>
      <w:r w:rsidRPr="0054793D">
        <w:rPr>
          <w:rStyle w:val="libAlaemChar"/>
        </w:rPr>
        <w:t>(</w:t>
      </w:r>
    </w:p>
    <w:p w:rsidR="00636B74" w:rsidRDefault="007710BF" w:rsidP="00636B74">
      <w:pPr>
        <w:pStyle w:val="libNormal"/>
        <w:rPr>
          <w:lang w:bidi="bn-IN"/>
        </w:rPr>
      </w:pPr>
      <w:r w:rsidRPr="001933EC">
        <w:rPr>
          <w:rStyle w:val="libAlaemChar"/>
        </w:rPr>
        <w:t>“</w:t>
      </w:r>
      <w:r w:rsidRPr="007710BF">
        <w:rPr>
          <w:cs/>
          <w:lang w:bidi="bn-IN"/>
        </w:rPr>
        <w:t>অতঃপর তারা উভয়েই (</w:t>
      </w:r>
      <w:r w:rsidR="00D009A1">
        <w:rPr>
          <w:cs/>
          <w:lang w:bidi="bn-IN"/>
        </w:rPr>
        <w:t>আল্লাহর</w:t>
      </w:r>
      <w:r w:rsidRPr="007710BF">
        <w:rPr>
          <w:rFonts w:hint="cs"/>
          <w:cs/>
          <w:lang w:bidi="bn-IN"/>
        </w:rPr>
        <w:t xml:space="preserve"> স</w:t>
      </w:r>
      <w:r w:rsidRPr="007710BF">
        <w:rPr>
          <w:cs/>
          <w:lang w:bidi="bn-IN"/>
        </w:rPr>
        <w:t>মীপে) আত্মসমর্পণ করলেন এবং তিনি তাকে যবেহ করার</w:t>
      </w:r>
      <w:r w:rsidR="0054793D">
        <w:rPr>
          <w:lang w:bidi="bn-IN"/>
        </w:rPr>
        <w:t xml:space="preserve"> </w:t>
      </w:r>
      <w:r w:rsidRPr="007710BF">
        <w:rPr>
          <w:cs/>
          <w:lang w:bidi="bn-IN"/>
        </w:rPr>
        <w:t>জন্য কপালের উপর উপুড় করে শোয়ালেন।</w:t>
      </w:r>
      <w:r w:rsidRPr="001933EC">
        <w:rPr>
          <w:rStyle w:val="libAlaemChar"/>
        </w:rPr>
        <w:t>”</w:t>
      </w:r>
      <w:r w:rsidRPr="007710BF">
        <w:t xml:space="preserve"> </w:t>
      </w:r>
      <w:r w:rsidRPr="007710BF">
        <w:rPr>
          <w:cs/>
          <w:lang w:bidi="bn-IN"/>
        </w:rPr>
        <w:t>অর্থাৎ ইবরাহীম (আ.) যেমন কুরবানী করার জন্য প্রস্তুত</w:t>
      </w:r>
      <w:r w:rsidR="0054793D">
        <w:rPr>
          <w:lang w:bidi="bn-IN"/>
        </w:rPr>
        <w:t xml:space="preserve"> </w:t>
      </w:r>
      <w:r w:rsidRPr="007710BF">
        <w:rPr>
          <w:cs/>
          <w:lang w:bidi="bn-IN"/>
        </w:rPr>
        <w:t xml:space="preserve">ইসমাইল (আ.)ও তেমন কুরবানী হওয়ার জন্য </w:t>
      </w:r>
      <w:r w:rsidR="00F8200F">
        <w:rPr>
          <w:cs/>
          <w:lang w:bidi="bn-IN"/>
        </w:rPr>
        <w:t>প্রস্তত</w:t>
      </w:r>
      <w:r w:rsidRPr="007710BF">
        <w:rPr>
          <w:cs/>
          <w:lang w:bidi="hi-IN"/>
        </w:rPr>
        <w:t xml:space="preserve">। </w:t>
      </w:r>
      <w:r w:rsidRPr="007710BF">
        <w:rPr>
          <w:cs/>
          <w:lang w:bidi="bn-IN"/>
        </w:rPr>
        <w:t>তখন আ</w:t>
      </w:r>
      <w:r w:rsidR="006B46F0">
        <w:rPr>
          <w:cs/>
          <w:lang w:bidi="bn-IN"/>
        </w:rPr>
        <w:t>ল্লা</w:t>
      </w:r>
      <w:r w:rsidRPr="007710BF">
        <w:rPr>
          <w:rFonts w:hint="cs"/>
          <w:cs/>
          <w:lang w:bidi="bn-IN"/>
        </w:rPr>
        <w:t xml:space="preserve">হ্ </w:t>
      </w:r>
      <w:r w:rsidR="000459F1">
        <w:rPr>
          <w:rFonts w:hint="cs"/>
          <w:cs/>
          <w:lang w:bidi="bn-IN"/>
        </w:rPr>
        <w:t>তাকে</w:t>
      </w:r>
      <w:r w:rsidRPr="007710BF">
        <w:rPr>
          <w:rFonts w:hint="cs"/>
          <w:cs/>
          <w:lang w:bidi="bn-IN"/>
        </w:rPr>
        <w:t xml:space="preserve"> </w:t>
      </w:r>
      <w:r w:rsidR="00F44B3E">
        <w:rPr>
          <w:rFonts w:hint="cs"/>
          <w:cs/>
          <w:lang w:bidi="bn-IN"/>
        </w:rPr>
        <w:t>আহবান</w:t>
      </w:r>
      <w:r w:rsidRPr="007710BF">
        <w:rPr>
          <w:rFonts w:hint="cs"/>
          <w:cs/>
          <w:lang w:bidi="bn-IN"/>
        </w:rPr>
        <w:t xml:space="preserve"> করে বললেন</w:t>
      </w:r>
      <w:r w:rsidR="00895143">
        <w:t>,</w:t>
      </w:r>
      <w:r w:rsidRPr="001933EC">
        <w:rPr>
          <w:rStyle w:val="libAlaemChar"/>
        </w:rPr>
        <w:t>‘“</w:t>
      </w:r>
      <w:r w:rsidRPr="007710BF">
        <w:rPr>
          <w:cs/>
          <w:lang w:bidi="bn-IN"/>
        </w:rPr>
        <w:t xml:space="preserve">হে ইবরাহীম! তুমি তোমার </w:t>
      </w:r>
      <w:r w:rsidR="0054793D" w:rsidRPr="0054793D">
        <w:rPr>
          <w:cs/>
          <w:lang w:bidi="bn-IN"/>
        </w:rPr>
        <w:t>স্বপ্নকে</w:t>
      </w:r>
      <w:r w:rsidRPr="007710BF">
        <w:rPr>
          <w:cs/>
          <w:lang w:bidi="bn-IN"/>
        </w:rPr>
        <w:t xml:space="preserve"> অবশ্যই পূর্ণ করেছ।</w:t>
      </w:r>
      <w:r w:rsidRPr="001933EC">
        <w:rPr>
          <w:rStyle w:val="libAlaemChar"/>
        </w:rPr>
        <w:t>”</w:t>
      </w:r>
      <w:r w:rsidRPr="007710BF">
        <w:t xml:space="preserve"> </w:t>
      </w:r>
      <w:r w:rsidRPr="007710BF">
        <w:rPr>
          <w:cs/>
          <w:lang w:bidi="bn-IN"/>
        </w:rPr>
        <w:t>তোমার নিকট আমরা যা চেয়েছি তা এ</w:t>
      </w:r>
      <w:r w:rsidR="006A033D">
        <w:rPr>
          <w:cs/>
          <w:lang w:bidi="bn-IN"/>
        </w:rPr>
        <w:t>প</w:t>
      </w:r>
      <w:r w:rsidR="00E20734">
        <w:rPr>
          <w:cs/>
          <w:lang w:bidi="bn-IN"/>
        </w:rPr>
        <w:t>র্যন্ত</w:t>
      </w:r>
      <w:r w:rsidRPr="007710BF">
        <w:rPr>
          <w:cs/>
          <w:lang w:bidi="bn-IN"/>
        </w:rPr>
        <w:t xml:space="preserve">ই। আমরা </w:t>
      </w:r>
      <w:r w:rsidR="005E5BE9">
        <w:rPr>
          <w:cs/>
          <w:lang w:bidi="bn-IN"/>
        </w:rPr>
        <w:t>প্রকৃত</w:t>
      </w:r>
      <w:r w:rsidRPr="007710BF">
        <w:rPr>
          <w:cs/>
          <w:lang w:bidi="bn-IN"/>
        </w:rPr>
        <w:t>ই চাইনি তুমি তোমার সন্তানকে যবেহ কর</w:t>
      </w:r>
      <w:r w:rsidR="00895143">
        <w:t>,</w:t>
      </w:r>
      <w:r w:rsidRPr="007710BF">
        <w:rPr>
          <w:cs/>
          <w:lang w:bidi="bn-IN"/>
        </w:rPr>
        <w:t>বরং শুধু দেখতে চেয়েছি তোমার</w:t>
      </w:r>
      <w:r w:rsidR="00636B74">
        <w:rPr>
          <w:rStyle w:val="libAlaemChar"/>
        </w:rPr>
        <w:t xml:space="preserve"> </w:t>
      </w:r>
      <w:r w:rsidRPr="007710BF">
        <w:rPr>
          <w:cs/>
          <w:lang w:bidi="bn-IN"/>
        </w:rPr>
        <w:t>অনুগত্যের সীমা আমার নির্দেশ ও সন্তুষ্টির ক্ষেত্রে কতটুকু।</w:t>
      </w:r>
    </w:p>
    <w:p w:rsidR="00636B74" w:rsidRDefault="007710BF" w:rsidP="00636B74">
      <w:pPr>
        <w:pStyle w:val="libNormal"/>
        <w:rPr>
          <w:lang w:bidi="bn-IN"/>
        </w:rPr>
      </w:pPr>
      <w:r w:rsidRPr="007710BF">
        <w:rPr>
          <w:cs/>
          <w:lang w:bidi="bn-IN"/>
        </w:rPr>
        <w:t xml:space="preserve">অতঃপর যখন ইবরাহীম (আ.) আগুনে নিক্ষেপ থেকে ও সন্তানকে কুরবানীর </w:t>
      </w:r>
      <w:r w:rsidR="0054793D">
        <w:rPr>
          <w:cs/>
          <w:lang w:bidi="bn-IN"/>
        </w:rPr>
        <w:t>প্রস্তুতি</w:t>
      </w:r>
      <w:r w:rsidRPr="007710BF">
        <w:rPr>
          <w:cs/>
          <w:lang w:bidi="bn-IN"/>
        </w:rPr>
        <w:t>র পরীক্ষায়</w:t>
      </w:r>
      <w:r w:rsidR="00636B74">
        <w:rPr>
          <w:lang w:bidi="bn-IN"/>
        </w:rPr>
        <w:t xml:space="preserve"> </w:t>
      </w:r>
      <w:r w:rsidRPr="007710BF">
        <w:rPr>
          <w:cs/>
          <w:lang w:bidi="bn-IN"/>
        </w:rPr>
        <w:t>উত্তী</w:t>
      </w:r>
      <w:r w:rsidR="00636B74">
        <w:rPr>
          <w:cs/>
          <w:lang w:bidi="bn-IN"/>
        </w:rPr>
        <w:t>র্ণ হলেন এবং একাই এক গোত্র ও জা</w:t>
      </w:r>
      <w:r w:rsidRPr="007710BF">
        <w:rPr>
          <w:cs/>
          <w:lang w:bidi="bn-IN"/>
        </w:rPr>
        <w:t xml:space="preserve">তির বিরুদ্ধে সংগ্রামে অবতীর্ণ হলেন তখন </w:t>
      </w:r>
      <w:r w:rsidR="000459F1">
        <w:rPr>
          <w:cs/>
          <w:lang w:bidi="bn-IN"/>
        </w:rPr>
        <w:t>তাকে</w:t>
      </w:r>
      <w:r w:rsidRPr="007710BF">
        <w:rPr>
          <w:cs/>
          <w:lang w:bidi="bn-IN"/>
        </w:rPr>
        <w:t xml:space="preserve"> উদ্দেশ্য</w:t>
      </w:r>
      <w:r w:rsidR="00636B74">
        <w:rPr>
          <w:lang w:bidi="bn-IN"/>
        </w:rPr>
        <w:t xml:space="preserve"> </w:t>
      </w:r>
      <w:r w:rsidRPr="007710BF">
        <w:rPr>
          <w:cs/>
          <w:lang w:bidi="bn-IN"/>
        </w:rPr>
        <w:t xml:space="preserve">করে বলা হলো </w:t>
      </w:r>
      <w:r w:rsidRPr="001933EC">
        <w:rPr>
          <w:rStyle w:val="libAlaemChar"/>
        </w:rPr>
        <w:t>“</w:t>
      </w:r>
      <w:r w:rsidRPr="007710BF">
        <w:rPr>
          <w:cs/>
          <w:lang w:bidi="bn-IN"/>
        </w:rPr>
        <w:t>আমরা তোমাকে মানব জাতির জন্য ইমাম মনোনীত করলাম।</w:t>
      </w:r>
      <w:r w:rsidRPr="001933EC">
        <w:rPr>
          <w:rStyle w:val="libAlaemChar"/>
        </w:rPr>
        <w:t>”</w:t>
      </w:r>
      <w:r w:rsidRPr="007710BF">
        <w:t xml:space="preserve"> </w:t>
      </w:r>
      <w:r w:rsidRPr="007710BF">
        <w:rPr>
          <w:cs/>
          <w:lang w:bidi="bn-IN"/>
        </w:rPr>
        <w:t>তুমি এখন সে</w:t>
      </w:r>
      <w:r w:rsidR="00636B74">
        <w:rPr>
          <w:lang w:bidi="bn-IN"/>
        </w:rPr>
        <w:t xml:space="preserve"> </w:t>
      </w:r>
      <w:r w:rsidRPr="007710BF">
        <w:rPr>
          <w:cs/>
          <w:lang w:bidi="bn-IN"/>
        </w:rPr>
        <w:t xml:space="preserve">পর্যায়ে </w:t>
      </w:r>
      <w:r w:rsidR="00611BB9">
        <w:rPr>
          <w:cs/>
          <w:lang w:bidi="bn-IN"/>
        </w:rPr>
        <w:t>পৌ</w:t>
      </w:r>
      <w:r w:rsidRPr="007710BF">
        <w:rPr>
          <w:cs/>
          <w:lang w:bidi="bn-IN"/>
        </w:rPr>
        <w:t>ছেছো যে</w:t>
      </w:r>
      <w:r w:rsidR="00895143">
        <w:t>,</w:t>
      </w:r>
      <w:r w:rsidRPr="007710BF">
        <w:rPr>
          <w:cs/>
          <w:lang w:bidi="bn-IN"/>
        </w:rPr>
        <w:t>আদর্শ হতে পার। অন্যদের ইমাম ও নেতা হতে পার। ভিন্নভাবে বলা যায়</w:t>
      </w:r>
      <w:r w:rsidR="00895143">
        <w:t>,</w:t>
      </w:r>
      <w:r w:rsidRPr="007710BF">
        <w:rPr>
          <w:cs/>
          <w:lang w:bidi="bn-IN"/>
        </w:rPr>
        <w:t>তুমি</w:t>
      </w:r>
      <w:r w:rsidR="00636B74">
        <w:rPr>
          <w:lang w:bidi="bn-IN"/>
        </w:rPr>
        <w:t xml:space="preserve"> </w:t>
      </w:r>
      <w:r w:rsidRPr="007710BF">
        <w:rPr>
          <w:cs/>
          <w:lang w:bidi="bn-IN"/>
        </w:rPr>
        <w:t>পরিপূর্ণ মানুষে পরিণত হয়েছ</w:t>
      </w:r>
      <w:r w:rsidR="00895143">
        <w:t>,</w:t>
      </w:r>
      <w:r w:rsidRPr="007710BF">
        <w:rPr>
          <w:cs/>
          <w:lang w:bidi="bn-IN"/>
        </w:rPr>
        <w:t>তাই অন্য সকল মানুষ পরিপূর্ণ মানুষ হতে চাইলে তোমাকে অনুসরণ</w:t>
      </w:r>
      <w:r w:rsidR="00636B74">
        <w:rPr>
          <w:lang w:bidi="bn-IN"/>
        </w:rPr>
        <w:t xml:space="preserve"> </w:t>
      </w:r>
      <w:r w:rsidRPr="007710BF">
        <w:rPr>
          <w:cs/>
          <w:lang w:bidi="bn-IN"/>
        </w:rPr>
        <w:t xml:space="preserve">করবে। </w:t>
      </w:r>
    </w:p>
    <w:p w:rsidR="00636B74" w:rsidRDefault="007710BF" w:rsidP="00636B74">
      <w:pPr>
        <w:pStyle w:val="libNormal"/>
        <w:rPr>
          <w:lang w:bidi="bn-IN"/>
        </w:rPr>
      </w:pPr>
      <w:r w:rsidRPr="007710BF">
        <w:rPr>
          <w:cs/>
          <w:lang w:bidi="bn-IN"/>
        </w:rPr>
        <w:lastRenderedPageBreak/>
        <w:t>হযরত আলী (আ.) একজন পূর্ণ মানব। এজন্য যে</w:t>
      </w:r>
      <w:r w:rsidR="00895143">
        <w:t>,</w:t>
      </w:r>
      <w:r w:rsidRPr="007710BF">
        <w:rPr>
          <w:cs/>
          <w:lang w:bidi="bn-IN"/>
        </w:rPr>
        <w:t xml:space="preserve">সকল মানবিক মূল্যবোধ </w:t>
      </w:r>
      <w:r w:rsidR="00FE6D44">
        <w:rPr>
          <w:cs/>
          <w:lang w:bidi="bn-IN"/>
        </w:rPr>
        <w:t>তার</w:t>
      </w:r>
      <w:r w:rsidRPr="007710BF">
        <w:rPr>
          <w:cs/>
          <w:lang w:bidi="bn-IN"/>
        </w:rPr>
        <w:t xml:space="preserve"> মধ্যে </w:t>
      </w:r>
      <w:r w:rsidRPr="001933EC">
        <w:rPr>
          <w:rStyle w:val="libAlaemChar"/>
        </w:rPr>
        <w:t>‘</w:t>
      </w:r>
      <w:r w:rsidRPr="007710BF">
        <w:rPr>
          <w:cs/>
          <w:lang w:bidi="bn-IN"/>
        </w:rPr>
        <w:t>সর্বো</w:t>
      </w:r>
      <w:r w:rsidR="00D53669">
        <w:rPr>
          <w:cs/>
          <w:lang w:bidi="bn-IN"/>
        </w:rPr>
        <w:t>চ্চ</w:t>
      </w:r>
      <w:r w:rsidR="00636B74">
        <w:rPr>
          <w:lang w:bidi="bn-IN"/>
        </w:rPr>
        <w:t xml:space="preserve"> </w:t>
      </w:r>
      <w:r w:rsidRPr="007710BF">
        <w:rPr>
          <w:cs/>
          <w:lang w:bidi="bn-IN"/>
        </w:rPr>
        <w:t>পর্যায়ে</w:t>
      </w:r>
      <w:r w:rsidRPr="001933EC">
        <w:rPr>
          <w:rStyle w:val="libAlaemChar"/>
        </w:rPr>
        <w:t>’</w:t>
      </w:r>
      <w:r w:rsidRPr="007710BF">
        <w:t xml:space="preserve"> </w:t>
      </w:r>
      <w:r w:rsidRPr="007710BF">
        <w:rPr>
          <w:cs/>
          <w:lang w:bidi="bn-IN"/>
        </w:rPr>
        <w:t xml:space="preserve">এবং </w:t>
      </w:r>
      <w:r w:rsidRPr="001933EC">
        <w:rPr>
          <w:rStyle w:val="libAlaemChar"/>
        </w:rPr>
        <w:t>‘</w:t>
      </w:r>
      <w:r w:rsidRPr="007710BF">
        <w:rPr>
          <w:cs/>
          <w:lang w:bidi="bn-IN"/>
        </w:rPr>
        <w:t>সম্পূর্ণ ভারসাম্য সহকারে</w:t>
      </w:r>
      <w:r w:rsidRPr="001933EC">
        <w:rPr>
          <w:rStyle w:val="libAlaemChar"/>
        </w:rPr>
        <w:t>’</w:t>
      </w:r>
      <w:r w:rsidRPr="007710BF">
        <w:t xml:space="preserve"> </w:t>
      </w:r>
      <w:r w:rsidRPr="007710BF">
        <w:rPr>
          <w:cs/>
          <w:lang w:bidi="bn-IN"/>
        </w:rPr>
        <w:t xml:space="preserve">বিকাশ লাভ করেছে অর্থাৎ তিনটি শর্তই </w:t>
      </w:r>
      <w:r w:rsidR="00FE6D44">
        <w:rPr>
          <w:cs/>
          <w:lang w:bidi="bn-IN"/>
        </w:rPr>
        <w:t>তার</w:t>
      </w:r>
      <w:r w:rsidRPr="007710BF">
        <w:rPr>
          <w:cs/>
          <w:lang w:bidi="bn-IN"/>
        </w:rPr>
        <w:t xml:space="preserve"> মধ্যে পূর্ণ</w:t>
      </w:r>
      <w:r w:rsidR="00636B74">
        <w:rPr>
          <w:lang w:bidi="bn-IN"/>
        </w:rPr>
        <w:t xml:space="preserve"> </w:t>
      </w:r>
      <w:r w:rsidRPr="007710BF">
        <w:rPr>
          <w:cs/>
          <w:lang w:bidi="bn-IN"/>
        </w:rPr>
        <w:t xml:space="preserve">হয়েছে। </w:t>
      </w:r>
    </w:p>
    <w:p w:rsidR="00636B74" w:rsidRDefault="007710BF" w:rsidP="00636B74">
      <w:pPr>
        <w:pStyle w:val="libNormal"/>
        <w:rPr>
          <w:lang w:bidi="bn-IN"/>
        </w:rPr>
      </w:pPr>
      <w:r w:rsidRPr="007710BF">
        <w:rPr>
          <w:cs/>
          <w:lang w:bidi="bn-IN"/>
        </w:rPr>
        <w:t>এখন সামঞ্জস্য ও সমন্বয়ের বিষয়টি একটু ব্যাখ্যা করব। সমুদ্রের জোয়ার-ভাটা অনেকে না দেখে</w:t>
      </w:r>
      <w:r w:rsidR="00636B74">
        <w:rPr>
          <w:lang w:bidi="bn-IN"/>
        </w:rPr>
        <w:t xml:space="preserve"> </w:t>
      </w:r>
      <w:r w:rsidRPr="007710BF">
        <w:rPr>
          <w:cs/>
          <w:lang w:bidi="bn-IN"/>
        </w:rPr>
        <w:t>থাকলেও অবশ্যই এর কথা শুনেছেন। সমুদ্রে সব সময়ই জোয়ার-ভাটা হয়। কখনো পানি একদিকে</w:t>
      </w:r>
      <w:r w:rsidR="00636B74">
        <w:rPr>
          <w:lang w:bidi="bn-IN"/>
        </w:rPr>
        <w:t xml:space="preserve"> </w:t>
      </w:r>
      <w:r w:rsidRPr="007710BF">
        <w:rPr>
          <w:cs/>
          <w:lang w:bidi="bn-IN"/>
        </w:rPr>
        <w:t>আকর্ষিত হয় কখনো অন্য দিকে</w:t>
      </w:r>
      <w:r w:rsidRPr="007710BF">
        <w:rPr>
          <w:cs/>
          <w:lang w:bidi="hi-IN"/>
        </w:rPr>
        <w:t xml:space="preserve">। </w:t>
      </w:r>
      <w:r w:rsidRPr="007710BF">
        <w:rPr>
          <w:cs/>
          <w:lang w:bidi="bn-IN"/>
        </w:rPr>
        <w:t>সমুদ্র সব সময়ই উত্তাল ও গর্জনশীল। মানুষের আত্মাও সব সময়</w:t>
      </w:r>
      <w:r w:rsidR="00636B74">
        <w:rPr>
          <w:lang w:bidi="bn-IN"/>
        </w:rPr>
        <w:t xml:space="preserve"> </w:t>
      </w:r>
      <w:r w:rsidRPr="007710BF">
        <w:rPr>
          <w:cs/>
          <w:lang w:bidi="bn-IN"/>
        </w:rPr>
        <w:t>অস্থির</w:t>
      </w:r>
      <w:r w:rsidR="00895143">
        <w:t>,</w:t>
      </w:r>
      <w:r w:rsidRPr="007710BF">
        <w:rPr>
          <w:cs/>
          <w:lang w:bidi="bn-IN"/>
        </w:rPr>
        <w:t>কখনো তা একদিকে কখনো অন্যদিকে আকর্ষিত হয়। সমাজও তেমনি</w:t>
      </w:r>
      <w:r w:rsidR="00895143">
        <w:t>,</w:t>
      </w:r>
      <w:r w:rsidRPr="007710BF">
        <w:rPr>
          <w:cs/>
          <w:lang w:bidi="bn-IN"/>
        </w:rPr>
        <w:t>কখনো একদিকে</w:t>
      </w:r>
      <w:r w:rsidR="00636B74">
        <w:rPr>
          <w:lang w:bidi="bn-IN"/>
        </w:rPr>
        <w:t xml:space="preserve"> </w:t>
      </w:r>
      <w:r w:rsidRPr="007710BF">
        <w:rPr>
          <w:cs/>
          <w:lang w:bidi="bn-IN"/>
        </w:rPr>
        <w:t>কখনো অন্যদিকে ধাবিত হয়। সমাজের প্রবণতার উৎস হয়তো কোন ব্যক্তিবর্গ বা আন্দোলন বা অন্যকোন কারণ</w:t>
      </w:r>
      <w:r w:rsidR="00895143">
        <w:t>,</w:t>
      </w:r>
      <w:r w:rsidRPr="007710BF">
        <w:rPr>
          <w:cs/>
          <w:lang w:bidi="bn-IN"/>
        </w:rPr>
        <w:t>কিন্তু আকর্ষণ যে আছে এটা সত্য।</w:t>
      </w:r>
    </w:p>
    <w:p w:rsidR="00636B74" w:rsidRDefault="007710BF" w:rsidP="00636B74">
      <w:pPr>
        <w:pStyle w:val="libNormal"/>
        <w:rPr>
          <w:lang w:bidi="bn-IN"/>
        </w:rPr>
      </w:pPr>
      <w:r w:rsidRPr="007710BF">
        <w:rPr>
          <w:cs/>
          <w:lang w:bidi="bn-IN"/>
        </w:rPr>
        <w:t>এমনকি মানুষের মানবিক মূল্যবোধসমূহও এরূপ। যেমন আপনারা এক শ্রেণীর ব্যক্তিবর্গকে দেখেন</w:t>
      </w:r>
      <w:r w:rsidR="00636B74">
        <w:rPr>
          <w:lang w:bidi="bn-IN"/>
        </w:rPr>
        <w:t xml:space="preserve"> </w:t>
      </w:r>
      <w:r w:rsidRPr="007710BF">
        <w:rPr>
          <w:cs/>
          <w:lang w:bidi="bn-IN"/>
        </w:rPr>
        <w:t xml:space="preserve">যাদের প্রবণতা </w:t>
      </w:r>
      <w:r w:rsidR="005E5BE9">
        <w:rPr>
          <w:cs/>
          <w:lang w:bidi="bn-IN"/>
        </w:rPr>
        <w:t>প্রকৃত</w:t>
      </w:r>
      <w:r w:rsidRPr="007710BF">
        <w:rPr>
          <w:cs/>
          <w:lang w:bidi="bn-IN"/>
        </w:rPr>
        <w:t xml:space="preserve">ই মানবীয় প্রবণতা। কিন্তু কখনো </w:t>
      </w:r>
      <w:r w:rsidR="00636B74">
        <w:rPr>
          <w:cs/>
          <w:lang w:bidi="bn-IN"/>
        </w:rPr>
        <w:t>কখনো তাদের মধ্যে কোন কোন মানবিক</w:t>
      </w:r>
      <w:r w:rsidR="00636B74">
        <w:rPr>
          <w:lang w:bidi="bn-IN"/>
        </w:rPr>
        <w:t xml:space="preserve"> </w:t>
      </w:r>
      <w:r w:rsidRPr="007710BF">
        <w:rPr>
          <w:cs/>
          <w:lang w:bidi="bn-IN"/>
        </w:rPr>
        <w:t>মূল্যবাধ একপেশেভাবে একদিকে এমনভাবে ধাবিত হয় যে</w:t>
      </w:r>
      <w:r w:rsidR="00895143">
        <w:t>,</w:t>
      </w:r>
      <w:r w:rsidRPr="007710BF">
        <w:rPr>
          <w:cs/>
          <w:lang w:bidi="bn-IN"/>
        </w:rPr>
        <w:t>অন্যান্য সকল মূল্যবোধকে তারা ভুলে</w:t>
      </w:r>
      <w:r w:rsidR="00636B74">
        <w:rPr>
          <w:lang w:bidi="bn-IN"/>
        </w:rPr>
        <w:t xml:space="preserve"> </w:t>
      </w:r>
      <w:r w:rsidRPr="007710BF">
        <w:rPr>
          <w:cs/>
          <w:lang w:bidi="bn-IN"/>
        </w:rPr>
        <w:t>যায়। তখন এর আকৃতি সেই ব্যক্তির মত হয় যার শুধু কান</w:t>
      </w:r>
      <w:r w:rsidR="00895143">
        <w:t>,</w:t>
      </w:r>
      <w:r w:rsidR="00636B74">
        <w:rPr>
          <w:cs/>
          <w:lang w:bidi="bn-IN"/>
        </w:rPr>
        <w:t>নাক বা হাত বিকাশ লাভ করেছে।</w:t>
      </w:r>
    </w:p>
    <w:p w:rsidR="00636B74" w:rsidRDefault="007710BF" w:rsidP="00636B74">
      <w:pPr>
        <w:pStyle w:val="libNormal"/>
        <w:rPr>
          <w:cs/>
          <w:lang w:bidi="bn-IN"/>
        </w:rPr>
      </w:pPr>
      <w:r w:rsidRPr="007710BF">
        <w:rPr>
          <w:cs/>
          <w:lang w:bidi="bn-IN"/>
        </w:rPr>
        <w:t>এটি একটি লক্ষণীয় বিষয় যে</w:t>
      </w:r>
      <w:r w:rsidR="00895143">
        <w:t>,</w:t>
      </w:r>
      <w:r w:rsidRPr="007710BF">
        <w:rPr>
          <w:cs/>
          <w:lang w:bidi="bn-IN"/>
        </w:rPr>
        <w:t>প্রায়ই সমাজ কোন প্রবণতার দ্বারা আকর্ষিত হয়ে একশ</w:t>
      </w:r>
      <w:r w:rsidRPr="001933EC">
        <w:rPr>
          <w:rStyle w:val="libAlaemChar"/>
        </w:rPr>
        <w:t>’</w:t>
      </w:r>
      <w:r w:rsidRPr="007710BF">
        <w:t xml:space="preserve"> </w:t>
      </w:r>
      <w:r w:rsidRPr="007710BF">
        <w:rPr>
          <w:cs/>
          <w:lang w:bidi="bn-IN"/>
        </w:rPr>
        <w:t>ভাগ</w:t>
      </w:r>
      <w:r w:rsidR="00636B74">
        <w:rPr>
          <w:lang w:bidi="bn-IN"/>
        </w:rPr>
        <w:t xml:space="preserve"> </w:t>
      </w:r>
      <w:r w:rsidRPr="007710BF">
        <w:rPr>
          <w:cs/>
          <w:lang w:bidi="bn-IN"/>
        </w:rPr>
        <w:t>বিচ্যুতি বা পথভ্রষ্টতার দিকেই শুধু ধাবিত হয় না</w:t>
      </w:r>
      <w:r w:rsidR="00895143">
        <w:t>,</w:t>
      </w:r>
      <w:r w:rsidRPr="007710BF">
        <w:rPr>
          <w:cs/>
          <w:lang w:bidi="bn-IN"/>
        </w:rPr>
        <w:t>বরং বাড়াবাড়ির মাধ্যমে বিশৃঙ্খলার সৃষ্টি করে</w:t>
      </w:r>
      <w:r w:rsidRPr="007710BF">
        <w:rPr>
          <w:cs/>
          <w:lang w:bidi="hi-IN"/>
        </w:rPr>
        <w:t>।</w:t>
      </w:r>
      <w:r w:rsidR="00636B74">
        <w:rPr>
          <w:lang w:bidi="hi-IN"/>
        </w:rPr>
        <w:t xml:space="preserve"> </w:t>
      </w:r>
      <w:r w:rsidRPr="007710BF">
        <w:rPr>
          <w:cs/>
          <w:lang w:bidi="bn-IN"/>
        </w:rPr>
        <w:t>অধিকাংশ</w:t>
      </w:r>
      <w:r w:rsidR="00636B74">
        <w:rPr>
          <w:cs/>
          <w:lang w:bidi="bn-IN"/>
        </w:rPr>
        <w:t xml:space="preserve"> মানুষ এভাবেই সে দিকে ঝুকে পড়ে।</w:t>
      </w:r>
    </w:p>
    <w:p w:rsidR="00636B74" w:rsidRPr="008B4103" w:rsidRDefault="00636B74" w:rsidP="009848A8">
      <w:pPr>
        <w:pStyle w:val="libNormal"/>
        <w:rPr>
          <w:rtl/>
          <w:cs/>
        </w:rPr>
      </w:pPr>
      <w:r>
        <w:rPr>
          <w:cs/>
          <w:lang w:bidi="bn-IN"/>
        </w:rPr>
        <w:br w:type="page"/>
      </w:r>
    </w:p>
    <w:p w:rsidR="00636B74" w:rsidRDefault="007710BF" w:rsidP="00636B74">
      <w:pPr>
        <w:pStyle w:val="Heading1"/>
        <w:rPr>
          <w:lang w:bidi="bn-IN"/>
        </w:rPr>
      </w:pPr>
      <w:bookmarkStart w:id="8" w:name="_Toc392601417"/>
      <w:r w:rsidRPr="007710BF">
        <w:rPr>
          <w:cs/>
          <w:lang w:bidi="bn-IN"/>
        </w:rPr>
        <w:lastRenderedPageBreak/>
        <w:t>বিশেষ মূল্যবোধ বিকাশের ক্ষেত্রে বাড়াবাড়ির নমুনা</w:t>
      </w:r>
      <w:bookmarkEnd w:id="8"/>
    </w:p>
    <w:p w:rsidR="00636B74" w:rsidRDefault="007710BF" w:rsidP="00636B74">
      <w:pPr>
        <w:pStyle w:val="libNormal"/>
        <w:rPr>
          <w:lang w:bidi="bn-IN"/>
        </w:rPr>
      </w:pPr>
      <w:r w:rsidRPr="00636B74">
        <w:rPr>
          <w:rStyle w:val="libBold1Char"/>
          <w:cs/>
          <w:lang w:bidi="bn-IN"/>
        </w:rPr>
        <w:t>১</w:t>
      </w:r>
      <w:r w:rsidRPr="00636B74">
        <w:rPr>
          <w:rStyle w:val="libBold1Char"/>
          <w:rtl/>
          <w:cs/>
        </w:rPr>
        <w:t xml:space="preserve">. </w:t>
      </w:r>
      <w:r w:rsidRPr="00636B74">
        <w:rPr>
          <w:rStyle w:val="libBold1Char"/>
          <w:rtl/>
          <w:cs/>
          <w:lang w:bidi="bn-IN"/>
        </w:rPr>
        <w:t>ইবাদত</w:t>
      </w:r>
      <w:r w:rsidRPr="007710BF">
        <w:rPr>
          <w:cs/>
          <w:lang w:bidi="bn-IN"/>
        </w:rPr>
        <w:t xml:space="preserve"> : অন্যতম মানবিক মূল্যবোধ ইসলাম যাকে শত ভাগ গূরুত্ব দেয় তা হলো ইবাদত।</w:t>
      </w:r>
      <w:r w:rsidR="00636B74">
        <w:rPr>
          <w:lang w:bidi="bn-IN"/>
        </w:rPr>
        <w:t xml:space="preserve"> </w:t>
      </w:r>
      <w:r w:rsidRPr="007710BF">
        <w:rPr>
          <w:cs/>
          <w:lang w:bidi="bn-IN"/>
        </w:rPr>
        <w:t xml:space="preserve">এখানে ইবাদত যে বিশেষ </w:t>
      </w:r>
      <w:r w:rsidR="00695D8C">
        <w:rPr>
          <w:cs/>
          <w:lang w:bidi="bn-IN"/>
        </w:rPr>
        <w:t>অর্থে</w:t>
      </w:r>
      <w:r w:rsidRPr="007710BF">
        <w:rPr>
          <w:cs/>
          <w:lang w:bidi="bn-IN"/>
        </w:rPr>
        <w:t xml:space="preserve"> সাধারণত ব্যব</w:t>
      </w:r>
      <w:r w:rsidR="006B46F0">
        <w:rPr>
          <w:cs/>
          <w:lang w:bidi="bn-IN"/>
        </w:rPr>
        <w:t>হৃ</w:t>
      </w:r>
      <w:r w:rsidRPr="007710BF">
        <w:rPr>
          <w:cs/>
          <w:lang w:bidi="bn-IN"/>
        </w:rPr>
        <w:t>ত হয় সেটা বলাই আমাদের লক্ষ্য। যেমন একান্তভাবে খোদার সঙ্গে বসা</w:t>
      </w:r>
      <w:r w:rsidR="00895143">
        <w:t>,</w:t>
      </w:r>
      <w:r w:rsidRPr="007710BF">
        <w:rPr>
          <w:cs/>
          <w:lang w:bidi="bn-IN"/>
        </w:rPr>
        <w:t>নামায</w:t>
      </w:r>
      <w:r w:rsidR="00895143">
        <w:t>,</w:t>
      </w:r>
      <w:r w:rsidRPr="007710BF">
        <w:rPr>
          <w:cs/>
          <w:lang w:bidi="bn-IN"/>
        </w:rPr>
        <w:t>দোয়া</w:t>
      </w:r>
      <w:r w:rsidR="00895143">
        <w:t>,</w:t>
      </w:r>
      <w:r w:rsidRPr="007710BF">
        <w:rPr>
          <w:cs/>
          <w:lang w:bidi="bn-IN"/>
        </w:rPr>
        <w:t>মোনাজাত</w:t>
      </w:r>
      <w:r w:rsidR="00895143">
        <w:t>,</w:t>
      </w:r>
      <w:r w:rsidRPr="007710BF">
        <w:rPr>
          <w:cs/>
          <w:lang w:bidi="bn-IN"/>
        </w:rPr>
        <w:t>তাহাজ্জুদ ও এ ধরনের অন্যান্য যে বিষয় ইসলামে</w:t>
      </w:r>
      <w:r w:rsidR="00636B74">
        <w:rPr>
          <w:lang w:bidi="bn-IN"/>
        </w:rPr>
        <w:t xml:space="preserve"> </w:t>
      </w:r>
      <w:r w:rsidRPr="007710BF">
        <w:rPr>
          <w:cs/>
          <w:lang w:bidi="bn-IN"/>
        </w:rPr>
        <w:t>রয়েছে এবং ইসলাম থেকে যেগুলো বিচিছ</w:t>
      </w:r>
      <w:r w:rsidR="00636B74">
        <w:rPr>
          <w:cs/>
          <w:lang w:bidi="bn-IN"/>
        </w:rPr>
        <w:t>ন্ন</w:t>
      </w:r>
      <w:r w:rsidRPr="007710BF">
        <w:t xml:space="preserve"> </w:t>
      </w:r>
      <w:r w:rsidRPr="007710BF">
        <w:rPr>
          <w:cs/>
          <w:lang w:bidi="bn-IN"/>
        </w:rPr>
        <w:t xml:space="preserve">করা যায় না। </w:t>
      </w:r>
    </w:p>
    <w:p w:rsidR="00636B74" w:rsidRDefault="007710BF" w:rsidP="00636B74">
      <w:pPr>
        <w:pStyle w:val="libNormal"/>
        <w:rPr>
          <w:lang w:bidi="bn-IN"/>
        </w:rPr>
      </w:pPr>
      <w:r w:rsidRPr="007710BF">
        <w:rPr>
          <w:cs/>
          <w:lang w:bidi="bn-IN"/>
        </w:rPr>
        <w:t>ইবাদত প্রকৃতপক্ষেই একটি মূল্যবোধ। কিন্তু যদি সাবধানতা অবলম্বন না করা হয় তবে সমাজ এ</w:t>
      </w:r>
      <w:r w:rsidR="00636B74">
        <w:rPr>
          <w:lang w:bidi="bn-IN"/>
        </w:rPr>
        <w:t xml:space="preserve"> </w:t>
      </w:r>
      <w:r w:rsidRPr="007710BF">
        <w:rPr>
          <w:cs/>
          <w:lang w:bidi="bn-IN"/>
        </w:rPr>
        <w:t>মূল্যবোধের চরম বাড়াবাড়ির দিকে ধাবিত হবে অর্থাৎ ইসলাম বলতে বুঝাবে শুধু ইবাদত করা</w:t>
      </w:r>
      <w:r w:rsidR="00895143">
        <w:t>,</w:t>
      </w:r>
      <w:r w:rsidRPr="007710BF">
        <w:rPr>
          <w:cs/>
          <w:lang w:bidi="bn-IN"/>
        </w:rPr>
        <w:t>মসজিদে যাওয়া</w:t>
      </w:r>
      <w:r w:rsidR="00895143">
        <w:t>,</w:t>
      </w:r>
      <w:r w:rsidRPr="007710BF">
        <w:rPr>
          <w:cs/>
          <w:lang w:bidi="bn-IN"/>
        </w:rPr>
        <w:t>মু</w:t>
      </w:r>
      <w:r w:rsidR="00636B74">
        <w:rPr>
          <w:cs/>
          <w:lang w:bidi="bn-IN"/>
        </w:rPr>
        <w:t>স্তা</w:t>
      </w:r>
      <w:r w:rsidRPr="007710BF">
        <w:rPr>
          <w:cs/>
          <w:lang w:bidi="bn-IN"/>
        </w:rPr>
        <w:t>হাব নামায পড়া</w:t>
      </w:r>
      <w:r w:rsidR="00895143">
        <w:t>,</w:t>
      </w:r>
      <w:r w:rsidRPr="007710BF">
        <w:rPr>
          <w:cs/>
          <w:lang w:bidi="bn-IN"/>
        </w:rPr>
        <w:t>দোয়া করা</w:t>
      </w:r>
      <w:r w:rsidR="00895143">
        <w:t>,</w:t>
      </w:r>
      <w:r w:rsidRPr="007710BF">
        <w:rPr>
          <w:cs/>
          <w:lang w:bidi="bn-IN"/>
        </w:rPr>
        <w:t>মিলাদ পড়া</w:t>
      </w:r>
      <w:r w:rsidR="00895143">
        <w:t>,</w:t>
      </w:r>
      <w:r w:rsidRPr="007710BF">
        <w:rPr>
          <w:cs/>
          <w:lang w:bidi="bn-IN"/>
        </w:rPr>
        <w:t>মু</w:t>
      </w:r>
      <w:r w:rsidR="00636B74">
        <w:rPr>
          <w:cs/>
          <w:lang w:bidi="bn-IN"/>
        </w:rPr>
        <w:t>স্তা</w:t>
      </w:r>
      <w:r w:rsidRPr="007710BF">
        <w:rPr>
          <w:cs/>
          <w:lang w:bidi="bn-IN"/>
        </w:rPr>
        <w:t>হাব গোসল করা</w:t>
      </w:r>
      <w:r w:rsidR="00895143">
        <w:t>,</w:t>
      </w:r>
      <w:r w:rsidRPr="007710BF">
        <w:rPr>
          <w:cs/>
          <w:lang w:bidi="bn-IN"/>
        </w:rPr>
        <w:t>কোরআন</w:t>
      </w:r>
      <w:r w:rsidR="00636B74">
        <w:rPr>
          <w:lang w:bidi="bn-IN"/>
        </w:rPr>
        <w:t xml:space="preserve"> </w:t>
      </w:r>
      <w:r w:rsidRPr="007710BF">
        <w:rPr>
          <w:cs/>
          <w:lang w:bidi="bn-IN"/>
        </w:rPr>
        <w:t xml:space="preserve">তেলাওয়াত। কোন কোন সমাজ এ পথে বাড়াবাড়ির এমন পর্যায়ে </w:t>
      </w:r>
      <w:r w:rsidR="00611BB9">
        <w:rPr>
          <w:cs/>
          <w:lang w:bidi="bn-IN"/>
        </w:rPr>
        <w:t>পৌ</w:t>
      </w:r>
      <w:r w:rsidRPr="007710BF">
        <w:rPr>
          <w:cs/>
          <w:lang w:bidi="bn-IN"/>
        </w:rPr>
        <w:t>ছায় যে</w:t>
      </w:r>
      <w:r w:rsidR="00895143">
        <w:t>,</w:t>
      </w:r>
      <w:r w:rsidRPr="007710BF">
        <w:rPr>
          <w:cs/>
          <w:lang w:bidi="bn-IN"/>
        </w:rPr>
        <w:t>অন্য সকল মূল্যবোধকে</w:t>
      </w:r>
      <w:r w:rsidR="00636B74">
        <w:rPr>
          <w:lang w:bidi="bn-IN"/>
        </w:rPr>
        <w:t xml:space="preserve"> </w:t>
      </w:r>
      <w:r w:rsidRPr="007710BF">
        <w:rPr>
          <w:cs/>
          <w:lang w:bidi="bn-IN"/>
        </w:rPr>
        <w:t>প্রায় মুছে ফেলে। এর উদাহরণ আমরা ইসলামের ইতিহাসে দেখেছি। এ ধরনের প্রবণতা ইসলামী</w:t>
      </w:r>
      <w:r w:rsidR="00636B74">
        <w:rPr>
          <w:lang w:bidi="bn-IN"/>
        </w:rPr>
        <w:t xml:space="preserve"> </w:t>
      </w:r>
      <w:r w:rsidRPr="007710BF">
        <w:rPr>
          <w:cs/>
          <w:lang w:bidi="bn-IN"/>
        </w:rPr>
        <w:t>সমাজে</w:t>
      </w:r>
      <w:r w:rsidR="00895143">
        <w:t>,</w:t>
      </w:r>
      <w:r w:rsidRPr="007710BF">
        <w:rPr>
          <w:cs/>
          <w:lang w:bidi="bn-IN"/>
        </w:rPr>
        <w:t>এমনকি ব্যক্তির ম</w:t>
      </w:r>
      <w:r w:rsidR="00636B74">
        <w:rPr>
          <w:cs/>
          <w:lang w:bidi="bn-IN"/>
        </w:rPr>
        <w:t>ধ্যেও ছিল। এজন্য শত ভাগ অনুভূতি</w:t>
      </w:r>
      <w:r w:rsidRPr="007710BF">
        <w:rPr>
          <w:cs/>
          <w:lang w:bidi="bn-IN"/>
        </w:rPr>
        <w:t>হীন এই সকল ব্যক্তিকে একেবারে</w:t>
      </w:r>
      <w:r w:rsidR="00636B74">
        <w:rPr>
          <w:lang w:bidi="bn-IN"/>
        </w:rPr>
        <w:t xml:space="preserve"> </w:t>
      </w:r>
      <w:r w:rsidRPr="007710BF">
        <w:rPr>
          <w:cs/>
          <w:lang w:bidi="bn-IN"/>
        </w:rPr>
        <w:t>দায়ী করা যায় না। কারণ এরা এক মরুভূমিতে জীবন যাপন করত এবং যখন এ রাস্তায় তাদেরকে</w:t>
      </w:r>
      <w:r w:rsidR="00636B74">
        <w:rPr>
          <w:lang w:bidi="bn-IN"/>
        </w:rPr>
        <w:t xml:space="preserve"> </w:t>
      </w:r>
      <w:r w:rsidRPr="007710BF">
        <w:rPr>
          <w:cs/>
          <w:lang w:bidi="bn-IN"/>
        </w:rPr>
        <w:t>টেনে আনা হয়েছে তখন তারা এর ভারসাম্য রক্ষা করতে পারেনি। এমন ব্যক্তি বুঝতে সক্ষম নয় যে</w:t>
      </w:r>
      <w:r w:rsidR="00895143">
        <w:t>,</w:t>
      </w:r>
      <w:r w:rsidRPr="007710BF">
        <w:rPr>
          <w:cs/>
          <w:lang w:bidi="bn-IN"/>
        </w:rPr>
        <w:t>আ</w:t>
      </w:r>
      <w:r w:rsidR="006B46F0">
        <w:rPr>
          <w:cs/>
          <w:lang w:bidi="bn-IN"/>
        </w:rPr>
        <w:t>ল্লা</w:t>
      </w:r>
      <w:r w:rsidRPr="007710BF">
        <w:rPr>
          <w:rFonts w:hint="cs"/>
          <w:cs/>
          <w:lang w:bidi="bn-IN"/>
        </w:rPr>
        <w:t>হ্ তাকে মানুষ হিসেবে সৃষ্টি করেছেন</w:t>
      </w:r>
      <w:r w:rsidR="00895143">
        <w:t>,</w:t>
      </w:r>
      <w:r w:rsidRPr="007710BF">
        <w:rPr>
          <w:cs/>
          <w:lang w:bidi="bn-IN"/>
        </w:rPr>
        <w:t>ফেরেশতা হিসেবে নয়। যদি সে ফেরেশতা হতো তাহলে</w:t>
      </w:r>
      <w:r w:rsidR="00636B74">
        <w:rPr>
          <w:lang w:bidi="bn-IN"/>
        </w:rPr>
        <w:t xml:space="preserve"> </w:t>
      </w:r>
      <w:r w:rsidRPr="007710BF">
        <w:rPr>
          <w:cs/>
          <w:lang w:bidi="bn-IN"/>
        </w:rPr>
        <w:t>এ পথে চলতে পারত। তাই মানুষের উচিত তার বিভিন্ন মূল্যবোধকে ভারসাম্যপূর্ণভাবে বিকাশ</w:t>
      </w:r>
      <w:r w:rsidR="00636B74">
        <w:rPr>
          <w:lang w:bidi="bn-IN"/>
        </w:rPr>
        <w:t xml:space="preserve"> </w:t>
      </w:r>
      <w:r w:rsidRPr="007710BF">
        <w:rPr>
          <w:cs/>
          <w:lang w:bidi="bn-IN"/>
        </w:rPr>
        <w:t xml:space="preserve">ঘটানো। </w:t>
      </w:r>
    </w:p>
    <w:p w:rsidR="001177B6" w:rsidRDefault="007710BF" w:rsidP="00636B74">
      <w:pPr>
        <w:pStyle w:val="libNormal"/>
        <w:rPr>
          <w:rStyle w:val="libAlaemChar"/>
        </w:rPr>
      </w:pPr>
      <w:r w:rsidRPr="007710BF">
        <w:rPr>
          <w:cs/>
          <w:lang w:bidi="bn-IN"/>
        </w:rPr>
        <w:t>রাসূলে আকরাম (সা.)-এর নিকট খবর পৌঁছল যে</w:t>
      </w:r>
      <w:r w:rsidR="00895143">
        <w:t>,</w:t>
      </w:r>
      <w:r w:rsidRPr="007710BF">
        <w:rPr>
          <w:cs/>
          <w:lang w:bidi="bn-IN"/>
        </w:rPr>
        <w:t>কিছু সংখ্যক সাহাবী ইবাদতে মশগুল</w:t>
      </w:r>
      <w:r w:rsidR="00636B74">
        <w:rPr>
          <w:lang w:bidi="bn-IN"/>
        </w:rPr>
        <w:t xml:space="preserve"> </w:t>
      </w:r>
      <w:r w:rsidRPr="007710BF">
        <w:rPr>
          <w:cs/>
          <w:lang w:bidi="bn-IN"/>
        </w:rPr>
        <w:t>হয়েছেন। রাসূল রাগান্বিত ও উদ্বি</w:t>
      </w:r>
      <w:r w:rsidR="00636B74">
        <w:rPr>
          <w:cs/>
          <w:lang w:bidi="bn-IN"/>
        </w:rPr>
        <w:t>গ্ন</w:t>
      </w:r>
      <w:r w:rsidRPr="007710BF">
        <w:t xml:space="preserve"> </w:t>
      </w:r>
      <w:r w:rsidRPr="007710BF">
        <w:rPr>
          <w:cs/>
          <w:lang w:bidi="bn-IN"/>
        </w:rPr>
        <w:t xml:space="preserve">হয়ে মসজিদে আসলেন এবং কিছুটা </w:t>
      </w:r>
      <w:r w:rsidR="00636B74" w:rsidRPr="00636B74">
        <w:rPr>
          <w:cs/>
          <w:lang w:bidi="bn-IN"/>
        </w:rPr>
        <w:t>উচ্চৈঃস্বরে</w:t>
      </w:r>
      <w:r w:rsidRPr="007710BF">
        <w:rPr>
          <w:cs/>
          <w:lang w:bidi="bn-IN"/>
        </w:rPr>
        <w:t xml:space="preserve"> বললেন</w:t>
      </w:r>
      <w:r w:rsidR="00895143">
        <w:t>,</w:t>
      </w:r>
      <w:r w:rsidRPr="007710BF">
        <w:t xml:space="preserve"> </w:t>
      </w:r>
      <w:r w:rsidR="001177B6" w:rsidRPr="008B4103">
        <w:t xml:space="preserve"> </w:t>
      </w:r>
      <w:r w:rsidR="001177B6" w:rsidRPr="001177B6">
        <w:rPr>
          <w:rStyle w:val="libArChar"/>
          <w:rFonts w:hint="cs"/>
          <w:rtl/>
        </w:rPr>
        <w:t>ما بال اقوام؟</w:t>
      </w:r>
      <w:r w:rsidR="001177B6" w:rsidRPr="001177B6">
        <w:rPr>
          <w:rStyle w:val="libArChar"/>
        </w:rPr>
        <w:t xml:space="preserve"> </w:t>
      </w:r>
      <w:r w:rsidRPr="001933EC">
        <w:rPr>
          <w:rStyle w:val="libAlaemChar"/>
        </w:rPr>
        <w:t>“</w:t>
      </w:r>
      <w:r w:rsidRPr="007710BF">
        <w:rPr>
          <w:cs/>
          <w:lang w:bidi="bn-IN"/>
        </w:rPr>
        <w:t>এই দলের কি হয়েছে</w:t>
      </w:r>
      <w:r w:rsidRPr="007710BF">
        <w:t>? (</w:t>
      </w:r>
      <w:r w:rsidRPr="007710BF">
        <w:rPr>
          <w:cs/>
          <w:lang w:bidi="bn-IN"/>
        </w:rPr>
        <w:t>যদি আমাদের ভাষায় বলি</w:t>
      </w:r>
      <w:r w:rsidR="00895143">
        <w:t>,</w:t>
      </w:r>
      <w:r w:rsidRPr="007710BF">
        <w:rPr>
          <w:cs/>
          <w:lang w:bidi="bn-IN"/>
        </w:rPr>
        <w:t>তাহলে বলতে হয়</w:t>
      </w:r>
      <w:r w:rsidR="003936CB">
        <w:t>-</w:t>
      </w:r>
      <w:r w:rsidRPr="007710BF">
        <w:rPr>
          <w:cs/>
          <w:lang w:bidi="bn-IN"/>
        </w:rPr>
        <w:t>এদের কি অসুখ</w:t>
      </w:r>
      <w:r w:rsidR="001177B6">
        <w:rPr>
          <w:lang w:bidi="bn-IN"/>
        </w:rPr>
        <w:t xml:space="preserve"> </w:t>
      </w:r>
      <w:r w:rsidRPr="007710BF">
        <w:rPr>
          <w:cs/>
          <w:lang w:bidi="bn-IN"/>
        </w:rPr>
        <w:t>হয়েছে</w:t>
      </w:r>
      <w:r w:rsidRPr="007710BF">
        <w:t xml:space="preserve">?) </w:t>
      </w:r>
      <w:r w:rsidRPr="007710BF">
        <w:rPr>
          <w:cs/>
          <w:lang w:bidi="bn-IN"/>
        </w:rPr>
        <w:t>শুনলাম এমন সব ব্যক্তি আমার উম্মতের মধ্যে সৃষ্টি হয়েছে</w:t>
      </w:r>
      <w:r w:rsidR="00895143">
        <w:t>,</w:t>
      </w:r>
      <w:r w:rsidRPr="007710BF">
        <w:rPr>
          <w:cs/>
          <w:lang w:bidi="bn-IN"/>
        </w:rPr>
        <w:t>আমি তো তোমাদের নবী</w:t>
      </w:r>
      <w:r w:rsidR="00895143">
        <w:t>,</w:t>
      </w:r>
      <w:r w:rsidRPr="007710BF">
        <w:rPr>
          <w:cs/>
          <w:lang w:bidi="bn-IN"/>
        </w:rPr>
        <w:t>তদুপরি এমন নই। কখনই রাত থেকে সকাল পর্যন্ত ইবাদত করি না</w:t>
      </w:r>
      <w:r w:rsidR="00895143">
        <w:t>,</w:t>
      </w:r>
      <w:r w:rsidRPr="007710BF">
        <w:rPr>
          <w:cs/>
          <w:lang w:bidi="bn-IN"/>
        </w:rPr>
        <w:t>বরং এর কিছু অংশ বিশ্রাম করি</w:t>
      </w:r>
      <w:r w:rsidR="001177B6">
        <w:rPr>
          <w:lang w:bidi="bn-IN"/>
        </w:rPr>
        <w:t xml:space="preserve"> </w:t>
      </w:r>
      <w:r w:rsidRPr="007710BF">
        <w:rPr>
          <w:cs/>
          <w:lang w:bidi="bn-IN"/>
        </w:rPr>
        <w:t xml:space="preserve">এবং কিয়দংশ ঘুমাই। আমি আমার স্ত্রী ও পরিবারের জন্য সময় দিই। </w:t>
      </w:r>
      <w:r w:rsidRPr="007710BF">
        <w:rPr>
          <w:cs/>
          <w:lang w:bidi="bn-IN"/>
        </w:rPr>
        <w:lastRenderedPageBreak/>
        <w:t>আমি প্রতিদিন রোযা রাখি না</w:t>
      </w:r>
      <w:r w:rsidR="00895143">
        <w:t>,</w:t>
      </w:r>
      <w:r w:rsidRPr="007710BF">
        <w:rPr>
          <w:cs/>
          <w:lang w:bidi="bn-IN"/>
        </w:rPr>
        <w:t>কোন কোন দিন রোযা রাখি</w:t>
      </w:r>
      <w:r w:rsidR="00895143">
        <w:t>,</w:t>
      </w:r>
      <w:r w:rsidRPr="007710BF">
        <w:rPr>
          <w:cs/>
          <w:lang w:bidi="bn-IN"/>
        </w:rPr>
        <w:t>কোন কোন দিন ছেড়ে দিই। যারা এ ধরনের পথকে বেছে নিয়েছে অর্থাৎ</w:t>
      </w:r>
      <w:r w:rsidR="001177B6">
        <w:rPr>
          <w:lang w:bidi="bn-IN"/>
        </w:rPr>
        <w:t xml:space="preserve"> </w:t>
      </w:r>
      <w:r w:rsidRPr="007710BF">
        <w:rPr>
          <w:cs/>
          <w:lang w:bidi="bn-IN"/>
        </w:rPr>
        <w:t>দুনিয়াত্যাগী হয়েছে তারা আমার সুন্নাত থেকে বের হয়ে গেছে।</w:t>
      </w:r>
      <w:r w:rsidRPr="001933EC">
        <w:rPr>
          <w:rStyle w:val="libAlaemChar"/>
        </w:rPr>
        <w:t>”</w:t>
      </w:r>
    </w:p>
    <w:p w:rsidR="001177B6" w:rsidRDefault="007710BF" w:rsidP="00636B74">
      <w:pPr>
        <w:pStyle w:val="libNormal"/>
        <w:rPr>
          <w:lang w:bidi="bn-IN"/>
        </w:rPr>
      </w:pPr>
      <w:r w:rsidRPr="007710BF">
        <w:rPr>
          <w:cs/>
          <w:lang w:bidi="bn-IN"/>
        </w:rPr>
        <w:t>নবী (সা.) যখন অনুভব করেছেন একটি মূল্যবোধ অন্য সকল ইসলামী মূল্যবোধকে নিঃশেষ করে</w:t>
      </w:r>
      <w:r w:rsidR="001177B6">
        <w:rPr>
          <w:lang w:bidi="bn-IN"/>
        </w:rPr>
        <w:t xml:space="preserve"> </w:t>
      </w:r>
      <w:r w:rsidRPr="007710BF">
        <w:rPr>
          <w:cs/>
          <w:lang w:bidi="bn-IN"/>
        </w:rPr>
        <w:t xml:space="preserve">দিচেছ এবং ইসলামী সমাজ একদিকে </w:t>
      </w:r>
      <w:r w:rsidR="001177B6">
        <w:rPr>
          <w:cs/>
          <w:lang w:bidi="bn-IN"/>
        </w:rPr>
        <w:t>ঝুকে</w:t>
      </w:r>
      <w:r w:rsidRPr="007710BF">
        <w:rPr>
          <w:cs/>
          <w:lang w:bidi="bn-IN"/>
        </w:rPr>
        <w:t xml:space="preserve"> পড়েছে তখন শক্তভাবে এর বিরুদ্ধে সংগ্রাম করেছেন।</w:t>
      </w:r>
    </w:p>
    <w:p w:rsidR="005C657F" w:rsidRDefault="007710BF" w:rsidP="00636B74">
      <w:pPr>
        <w:pStyle w:val="libNormal"/>
        <w:rPr>
          <w:rStyle w:val="libAlaemChar"/>
        </w:rPr>
      </w:pPr>
      <w:r w:rsidRPr="007710BF">
        <w:rPr>
          <w:cs/>
          <w:lang w:bidi="bn-IN"/>
        </w:rPr>
        <w:t>আমর ইবনে আসের দু</w:t>
      </w:r>
      <w:r w:rsidRPr="001933EC">
        <w:rPr>
          <w:rStyle w:val="libAlaemChar"/>
        </w:rPr>
        <w:t>’</w:t>
      </w:r>
      <w:r w:rsidRPr="007710BF">
        <w:rPr>
          <w:cs/>
          <w:lang w:bidi="bn-IN"/>
        </w:rPr>
        <w:t>জন পুত্র ছিল। একজনের নাম মুহাম্মদ যে তার পিতার মতই দুনিয়াদার</w:t>
      </w:r>
      <w:r w:rsidR="005C657F">
        <w:rPr>
          <w:lang w:bidi="bn-IN"/>
        </w:rPr>
        <w:t xml:space="preserve"> </w:t>
      </w:r>
      <w:r w:rsidRPr="007710BF">
        <w:rPr>
          <w:cs/>
          <w:lang w:bidi="bn-IN"/>
        </w:rPr>
        <w:t>এবং দুনিয়াপূজারী</w:t>
      </w:r>
      <w:r w:rsidR="00895143">
        <w:t>,</w:t>
      </w:r>
      <w:r w:rsidRPr="007710BF">
        <w:rPr>
          <w:cs/>
          <w:lang w:bidi="bn-IN"/>
        </w:rPr>
        <w:t>অন্যটির নাম আবদু</w:t>
      </w:r>
      <w:r w:rsidR="005C657F">
        <w:rPr>
          <w:cs/>
          <w:lang w:bidi="bn-IN"/>
        </w:rPr>
        <w:t>ল্লা</w:t>
      </w:r>
      <w:r w:rsidRPr="007710BF">
        <w:rPr>
          <w:rFonts w:hint="cs"/>
          <w:cs/>
          <w:lang w:bidi="bn-IN"/>
        </w:rPr>
        <w:t>হ্ যে তুলনামুলকভাবে শান্ত</w:t>
      </w:r>
      <w:r w:rsidR="00895143">
        <w:t>,</w:t>
      </w:r>
      <w:r w:rsidRPr="007710BF">
        <w:rPr>
          <w:cs/>
          <w:lang w:bidi="bn-IN"/>
        </w:rPr>
        <w:t>ভালো ও ভদ্র। সাধারণত এ</w:t>
      </w:r>
      <w:r w:rsidR="005C657F">
        <w:rPr>
          <w:lang w:bidi="bn-IN"/>
        </w:rPr>
        <w:t xml:space="preserve"> </w:t>
      </w:r>
      <w:r w:rsidRPr="007710BF">
        <w:rPr>
          <w:cs/>
          <w:lang w:bidi="bn-IN"/>
        </w:rPr>
        <w:t>দু</w:t>
      </w:r>
      <w:r w:rsidRPr="001933EC">
        <w:rPr>
          <w:rStyle w:val="libAlaemChar"/>
        </w:rPr>
        <w:t>’</w:t>
      </w:r>
      <w:r w:rsidRPr="007710BF">
        <w:rPr>
          <w:cs/>
          <w:lang w:bidi="bn-IN"/>
        </w:rPr>
        <w:t>পুত্রের সঙ্গে পিতা যে পরামর্শ করত তাতে আবদু</w:t>
      </w:r>
      <w:r w:rsidR="005C657F">
        <w:rPr>
          <w:cs/>
          <w:lang w:bidi="bn-IN"/>
        </w:rPr>
        <w:t>ল্লা</w:t>
      </w:r>
      <w:r w:rsidRPr="007710BF">
        <w:rPr>
          <w:rFonts w:hint="cs"/>
          <w:cs/>
          <w:lang w:bidi="bn-IN"/>
        </w:rPr>
        <w:t>হ্ পিতাকে আলী (আ.)-এর দিকে দাওয়াত</w:t>
      </w:r>
      <w:r w:rsidR="005C657F">
        <w:rPr>
          <w:lang w:bidi="bn-IN"/>
        </w:rPr>
        <w:t xml:space="preserve"> </w:t>
      </w:r>
      <w:r w:rsidRPr="007710BF">
        <w:rPr>
          <w:rFonts w:hint="cs"/>
          <w:cs/>
          <w:lang w:bidi="bn-IN"/>
        </w:rPr>
        <w:t>করত এবং মুহাম্মদ পিতাকে বলত আলীর পক্ষে থেকে কোন লাভ নেই</w:t>
      </w:r>
      <w:r w:rsidR="00895143">
        <w:t>,</w:t>
      </w:r>
      <w:r w:rsidRPr="007710BF">
        <w:rPr>
          <w:cs/>
          <w:lang w:bidi="bn-IN"/>
        </w:rPr>
        <w:t>তাই মুয়াবিয়ার দিকে যাও।</w:t>
      </w:r>
      <w:r w:rsidR="005C657F">
        <w:rPr>
          <w:lang w:bidi="bn-IN"/>
        </w:rPr>
        <w:t xml:space="preserve"> </w:t>
      </w:r>
      <w:r w:rsidRPr="007710BF">
        <w:rPr>
          <w:cs/>
          <w:lang w:bidi="bn-IN"/>
        </w:rPr>
        <w:t>রাসূল (সা.) একবার আবদু</w:t>
      </w:r>
      <w:r w:rsidR="005C657F">
        <w:rPr>
          <w:cs/>
          <w:lang w:bidi="bn-IN"/>
        </w:rPr>
        <w:t>ল্লা</w:t>
      </w:r>
      <w:r w:rsidR="005C657F">
        <w:rPr>
          <w:rFonts w:hint="cs"/>
          <w:cs/>
          <w:lang w:bidi="bn-IN"/>
        </w:rPr>
        <w:t>হর</w:t>
      </w:r>
      <w:r w:rsidRPr="007710BF">
        <w:rPr>
          <w:rFonts w:hint="cs"/>
          <w:cs/>
          <w:lang w:bidi="bn-IN"/>
        </w:rPr>
        <w:t xml:space="preserve"> নিকট গিয়ে বললেন</w:t>
      </w:r>
      <w:r w:rsidR="00895143">
        <w:t>,</w:t>
      </w:r>
      <w:r w:rsidRPr="001933EC">
        <w:rPr>
          <w:rStyle w:val="libAlaemChar"/>
        </w:rPr>
        <w:t>“</w:t>
      </w:r>
      <w:r w:rsidRPr="007710BF">
        <w:rPr>
          <w:cs/>
          <w:lang w:bidi="bn-IN"/>
        </w:rPr>
        <w:t>আমাকে খবর দেয়া হয়েছে যে</w:t>
      </w:r>
      <w:r w:rsidR="00895143">
        <w:t>,</w:t>
      </w:r>
      <w:r w:rsidRPr="007710BF">
        <w:rPr>
          <w:cs/>
          <w:lang w:bidi="bn-IN"/>
        </w:rPr>
        <w:t>তুমি রাত্র</w:t>
      </w:r>
      <w:r w:rsidR="005C657F">
        <w:rPr>
          <w:lang w:bidi="bn-IN"/>
        </w:rPr>
        <w:t xml:space="preserve"> </w:t>
      </w:r>
      <w:r w:rsidRPr="007710BF">
        <w:rPr>
          <w:cs/>
          <w:lang w:bidi="bn-IN"/>
        </w:rPr>
        <w:t>হতে সকাল পর্যন্ত ইবাদত কর আর দিনের বেলা রোযা রাখ।</w:t>
      </w:r>
      <w:r w:rsidRPr="001933EC">
        <w:rPr>
          <w:rStyle w:val="libAlaemChar"/>
        </w:rPr>
        <w:t>”</w:t>
      </w:r>
      <w:r w:rsidRPr="007710BF">
        <w:t xml:space="preserve"> </w:t>
      </w:r>
      <w:r w:rsidRPr="007710BF">
        <w:rPr>
          <w:cs/>
          <w:lang w:bidi="bn-IN"/>
        </w:rPr>
        <w:t>তিনি বললেন</w:t>
      </w:r>
      <w:r w:rsidR="00895143">
        <w:t>,</w:t>
      </w:r>
      <w:r w:rsidRPr="001933EC">
        <w:rPr>
          <w:rStyle w:val="libAlaemChar"/>
        </w:rPr>
        <w:t>“</w:t>
      </w:r>
      <w:r w:rsidRPr="007710BF">
        <w:rPr>
          <w:cs/>
          <w:lang w:bidi="bn-IN"/>
        </w:rPr>
        <w:t>হ্যাঁ</w:t>
      </w:r>
      <w:r w:rsidR="00895143">
        <w:t>,</w:t>
      </w:r>
      <w:r w:rsidRPr="007710BF">
        <w:rPr>
          <w:cs/>
          <w:lang w:bidi="bn-IN"/>
        </w:rPr>
        <w:t>ইয়া রাসূলা</w:t>
      </w:r>
      <w:r w:rsidR="006B46F0">
        <w:rPr>
          <w:cs/>
          <w:lang w:bidi="bn-IN"/>
        </w:rPr>
        <w:t>ল্লা</w:t>
      </w:r>
      <w:r w:rsidRPr="007710BF">
        <w:rPr>
          <w:rFonts w:hint="cs"/>
          <w:cs/>
          <w:lang w:bidi="bn-IN"/>
        </w:rPr>
        <w:t>হ্।</w:t>
      </w:r>
      <w:r w:rsidRPr="001933EC">
        <w:rPr>
          <w:rStyle w:val="libAlaemChar"/>
        </w:rPr>
        <w:t>”</w:t>
      </w:r>
      <w:r w:rsidRPr="007710BF">
        <w:rPr>
          <w:cs/>
          <w:lang w:bidi="bn-IN"/>
        </w:rPr>
        <w:t>রাসূল বললেন</w:t>
      </w:r>
      <w:r w:rsidR="00895143">
        <w:t>,</w:t>
      </w:r>
      <w:r w:rsidRPr="001933EC">
        <w:rPr>
          <w:rStyle w:val="libAlaemChar"/>
        </w:rPr>
        <w:t>“</w:t>
      </w:r>
      <w:r w:rsidRPr="007710BF">
        <w:rPr>
          <w:cs/>
          <w:lang w:bidi="bn-IN"/>
        </w:rPr>
        <w:t>আমি এরূপ করি না এবং এটা ঠিকও নয়। তুমি এটা ত্যাগ কর।</w:t>
      </w:r>
      <w:r w:rsidRPr="001933EC">
        <w:rPr>
          <w:rStyle w:val="libAlaemChar"/>
        </w:rPr>
        <w:t>”</w:t>
      </w:r>
    </w:p>
    <w:p w:rsidR="005C657F" w:rsidRDefault="007710BF" w:rsidP="00636B74">
      <w:pPr>
        <w:pStyle w:val="libNormal"/>
        <w:rPr>
          <w:lang w:bidi="bn-IN"/>
        </w:rPr>
      </w:pPr>
      <w:r w:rsidRPr="007710BF">
        <w:rPr>
          <w:cs/>
          <w:lang w:bidi="bn-IN"/>
        </w:rPr>
        <w:t>কখনো সমাজ যুহদ (দুনিয়াবিমুখতা বা আত্মসংযম) অবলম্বন করতে গিয়ে বৈরাগ্যের দিকে ধাবিত</w:t>
      </w:r>
      <w:r w:rsidR="005C657F">
        <w:rPr>
          <w:lang w:bidi="bn-IN"/>
        </w:rPr>
        <w:t xml:space="preserve"> </w:t>
      </w:r>
      <w:r w:rsidRPr="007710BF">
        <w:rPr>
          <w:cs/>
          <w:lang w:bidi="bn-IN"/>
        </w:rPr>
        <w:t>হয়। যুহদ একটি প্রয়োজনীয় বস্তু যা অস্বীকার করা যায় না। এটি একটি মূল্যবোধ যার উপকারী ও</w:t>
      </w:r>
      <w:r w:rsidR="005C657F">
        <w:rPr>
          <w:lang w:bidi="bn-IN"/>
        </w:rPr>
        <w:t xml:space="preserve"> </w:t>
      </w:r>
      <w:r w:rsidRPr="007710BF">
        <w:rPr>
          <w:cs/>
          <w:lang w:bidi="bn-IN"/>
        </w:rPr>
        <w:t>ইতিবাচক প্রভাব রয়েছে। এটি ব্যতীত সমাজ সাফল্যের দ্বার</w:t>
      </w:r>
      <w:r w:rsidR="005C657F">
        <w:rPr>
          <w:lang w:bidi="bn-IN"/>
        </w:rPr>
        <w:t xml:space="preserve"> </w:t>
      </w:r>
      <w:r w:rsidRPr="007710BF">
        <w:rPr>
          <w:cs/>
          <w:lang w:bidi="bn-IN"/>
        </w:rPr>
        <w:t xml:space="preserve">প্রান্তে </w:t>
      </w:r>
      <w:r w:rsidR="00611BB9">
        <w:rPr>
          <w:cs/>
          <w:lang w:bidi="bn-IN"/>
        </w:rPr>
        <w:t>পৌ</w:t>
      </w:r>
      <w:r w:rsidRPr="007710BF">
        <w:rPr>
          <w:cs/>
          <w:lang w:bidi="bn-IN"/>
        </w:rPr>
        <w:t>ছতে পারে না। যে সমাজে এটি</w:t>
      </w:r>
      <w:r w:rsidR="005C657F">
        <w:rPr>
          <w:lang w:bidi="bn-IN"/>
        </w:rPr>
        <w:t xml:space="preserve"> </w:t>
      </w:r>
      <w:r w:rsidRPr="007710BF">
        <w:rPr>
          <w:cs/>
          <w:lang w:bidi="bn-IN"/>
        </w:rPr>
        <w:t>নেই সে সমাজকে ইসলামী সমাজ বলা যায় না। কিন্তু কখনো কখনো এই মূল্যবোধ সমাজকে</w:t>
      </w:r>
      <w:r w:rsidR="005C657F">
        <w:rPr>
          <w:lang w:bidi="bn-IN"/>
        </w:rPr>
        <w:t xml:space="preserve"> </w:t>
      </w:r>
      <w:r w:rsidRPr="007710BF">
        <w:rPr>
          <w:cs/>
          <w:lang w:bidi="bn-IN"/>
        </w:rPr>
        <w:t xml:space="preserve">এমনভাবে নিজের দিকে টেনে নিয়ে যায় তখন সমাজে যুহদ ছাড়া কিছুই থাকে না। </w:t>
      </w:r>
    </w:p>
    <w:p w:rsidR="005C657F" w:rsidRDefault="007710BF" w:rsidP="00636B74">
      <w:pPr>
        <w:pStyle w:val="libNormal"/>
      </w:pPr>
      <w:r w:rsidRPr="005C657F">
        <w:rPr>
          <w:rStyle w:val="libBold1Char"/>
          <w:cs/>
          <w:lang w:bidi="bn-IN"/>
        </w:rPr>
        <w:t>২</w:t>
      </w:r>
      <w:r w:rsidRPr="005C657F">
        <w:rPr>
          <w:rStyle w:val="libBold1Char"/>
          <w:rtl/>
          <w:cs/>
        </w:rPr>
        <w:t xml:space="preserve">. </w:t>
      </w:r>
      <w:r w:rsidRPr="005C657F">
        <w:rPr>
          <w:rStyle w:val="libBold1Char"/>
          <w:rtl/>
          <w:cs/>
          <w:lang w:bidi="bn-IN"/>
        </w:rPr>
        <w:t>সৃষ্টির সেবা</w:t>
      </w:r>
      <w:r w:rsidRPr="007710BF">
        <w:rPr>
          <w:cs/>
          <w:lang w:bidi="bn-IN"/>
        </w:rPr>
        <w:t xml:space="preserve"> : ইসলামের অন্যতম গুরুত্বপূর্ণ ও অনস্বীকার্য মূল্যবোধ </w:t>
      </w:r>
      <w:r w:rsidR="00D009A1">
        <w:rPr>
          <w:cs/>
          <w:lang w:bidi="bn-IN"/>
        </w:rPr>
        <w:t>আল্লাহর</w:t>
      </w:r>
      <w:r w:rsidRPr="007710BF">
        <w:rPr>
          <w:rFonts w:hint="cs"/>
          <w:cs/>
          <w:lang w:bidi="bn-IN"/>
        </w:rPr>
        <w:t xml:space="preserve"> সৃষ্টির সেবা যা</w:t>
      </w:r>
      <w:r w:rsidR="005C657F">
        <w:rPr>
          <w:lang w:bidi="bn-IN"/>
        </w:rPr>
        <w:t xml:space="preserve"> </w:t>
      </w:r>
      <w:r w:rsidR="005E5BE9">
        <w:rPr>
          <w:rFonts w:hint="cs"/>
          <w:cs/>
          <w:lang w:bidi="bn-IN"/>
        </w:rPr>
        <w:t>প্রকৃত</w:t>
      </w:r>
      <w:r w:rsidRPr="007710BF">
        <w:rPr>
          <w:rFonts w:hint="cs"/>
          <w:cs/>
          <w:lang w:bidi="bn-IN"/>
        </w:rPr>
        <w:t>ই একটি মানবীয় মূল্যবোধ। এ বিষয়ে রাসূল (সা.) অত্য</w:t>
      </w:r>
      <w:r w:rsidR="005C657F">
        <w:rPr>
          <w:rFonts w:hint="cs"/>
          <w:cs/>
          <w:lang w:bidi="bn-IN"/>
        </w:rPr>
        <w:t>ন্ত তাকিদ দিয়েছেন। পবিত্র কোরআন</w:t>
      </w:r>
      <w:r w:rsidR="005C657F">
        <w:rPr>
          <w:lang w:bidi="bn-IN"/>
        </w:rPr>
        <w:t xml:space="preserve"> </w:t>
      </w:r>
      <w:r w:rsidRPr="007710BF">
        <w:rPr>
          <w:rFonts w:hint="cs"/>
          <w:cs/>
          <w:lang w:bidi="bn-IN"/>
        </w:rPr>
        <w:t>একে অপরকে সহযোগিতা ও সাহায্য করার ব</w:t>
      </w:r>
      <w:r w:rsidRPr="007710BF">
        <w:rPr>
          <w:cs/>
          <w:lang w:bidi="bn-IN"/>
        </w:rPr>
        <w:t>্যপারে বলছে</w:t>
      </w:r>
      <w:r w:rsidR="00895143">
        <w:t>,</w:t>
      </w:r>
      <w:r w:rsidRPr="007710BF">
        <w:t xml:space="preserve"> </w:t>
      </w:r>
    </w:p>
    <w:p w:rsidR="005C657F" w:rsidRDefault="005C657F" w:rsidP="005C657F">
      <w:pPr>
        <w:pStyle w:val="libAie"/>
      </w:pPr>
      <w:r w:rsidRPr="005C657F">
        <w:rPr>
          <w:rStyle w:val="libAlaemChar"/>
        </w:rPr>
        <w:lastRenderedPageBreak/>
        <w:t>)</w:t>
      </w:r>
      <w:r w:rsidRPr="005C657F">
        <w:rPr>
          <w:rtl/>
        </w:rPr>
        <w:t>لَيْسَ الْبِرَّ أَنْ تُوَلُّوا وُجُوهَكُمْ قِبَلَ الْمَشْرِقِ وَالْمَغْرِبِ وَلَكِنَّ الْبِرَّ مَنْ آمَنَ بِاللَّهِ وَالْيَوْمِ الْآخِرِ وَالْمَلَائِكَةِ وَالْكِتَابِ وَالنَّبِيِّينَ وَآتَى الْمَالَ عَلَى حُبِّهِ ذَوِي الْقُرْبَى وَالْيَتَامَى وَالْمَسَاكِينَ وَابْنَ السَّبِيلِ وَالسَّائِلِينَ وَفِي الرِّقَابِ</w:t>
      </w:r>
      <w:r w:rsidRPr="005C657F">
        <w:rPr>
          <w:rStyle w:val="libAlaemChar"/>
        </w:rPr>
        <w:t>(</w:t>
      </w:r>
    </w:p>
    <w:p w:rsidR="005C657F" w:rsidRDefault="007710BF" w:rsidP="00636B74">
      <w:pPr>
        <w:pStyle w:val="libNormal"/>
        <w:rPr>
          <w:lang w:bidi="bn-IN"/>
        </w:rPr>
      </w:pPr>
      <w:r w:rsidRPr="001933EC">
        <w:rPr>
          <w:rStyle w:val="libAlaemChar"/>
        </w:rPr>
        <w:t>“</w:t>
      </w:r>
      <w:r w:rsidRPr="007710BF">
        <w:rPr>
          <w:cs/>
          <w:lang w:bidi="bn-IN"/>
        </w:rPr>
        <w:t>এটা পুণ্যকর্ম নয় যে</w:t>
      </w:r>
      <w:r w:rsidR="00895143">
        <w:t>,</w:t>
      </w:r>
      <w:r w:rsidRPr="007710BF">
        <w:rPr>
          <w:cs/>
          <w:lang w:bidi="bn-IN"/>
        </w:rPr>
        <w:t>তোমরা তোমাদের মুখমণ্ডলকে পূর্ব এবং পশ্চিম দিকে ফেরাও</w:t>
      </w:r>
      <w:r w:rsidR="00895143">
        <w:t>,</w:t>
      </w:r>
      <w:r w:rsidRPr="007710BF">
        <w:rPr>
          <w:cs/>
          <w:lang w:bidi="bn-IN"/>
        </w:rPr>
        <w:t>বরং প্রকৃত</w:t>
      </w:r>
      <w:r w:rsidR="005C657F">
        <w:rPr>
          <w:lang w:bidi="bn-IN"/>
        </w:rPr>
        <w:t xml:space="preserve"> </w:t>
      </w:r>
      <w:r w:rsidRPr="007710BF">
        <w:rPr>
          <w:cs/>
          <w:lang w:bidi="bn-IN"/>
        </w:rPr>
        <w:t>পুণ্যবান ঐ ব্যক্তি যে আ</w:t>
      </w:r>
      <w:r w:rsidR="006B46F0">
        <w:rPr>
          <w:cs/>
          <w:lang w:bidi="bn-IN"/>
        </w:rPr>
        <w:t>ল্লা</w:t>
      </w:r>
      <w:r w:rsidRPr="007710BF">
        <w:rPr>
          <w:rFonts w:hint="cs"/>
          <w:cs/>
          <w:lang w:bidi="bn-IN"/>
        </w:rPr>
        <w:t>হ্</w:t>
      </w:r>
      <w:r w:rsidR="00895143">
        <w:t>,</w:t>
      </w:r>
      <w:r w:rsidRPr="007710BF">
        <w:rPr>
          <w:cs/>
          <w:lang w:bidi="bn-IN"/>
        </w:rPr>
        <w:t>পরকাল</w:t>
      </w:r>
      <w:r w:rsidR="00895143">
        <w:t>,</w:t>
      </w:r>
      <w:r w:rsidRPr="007710BF">
        <w:rPr>
          <w:cs/>
          <w:lang w:bidi="bn-IN"/>
        </w:rPr>
        <w:t>ফেরেশতাগণ</w:t>
      </w:r>
      <w:r w:rsidR="00895143">
        <w:t>,</w:t>
      </w:r>
      <w:r w:rsidRPr="007710BF">
        <w:rPr>
          <w:cs/>
          <w:lang w:bidi="bn-IN"/>
        </w:rPr>
        <w:t>কিতাবসমূহ এবং নবিগণের উপর ঈমান রাখে</w:t>
      </w:r>
      <w:r w:rsidR="005C657F">
        <w:rPr>
          <w:lang w:bidi="bn-IN"/>
        </w:rPr>
        <w:t xml:space="preserve"> </w:t>
      </w:r>
      <w:r w:rsidRPr="007710BF">
        <w:rPr>
          <w:cs/>
          <w:lang w:bidi="bn-IN"/>
        </w:rPr>
        <w:t xml:space="preserve">এবং </w:t>
      </w:r>
      <w:r w:rsidR="00FE6D44">
        <w:rPr>
          <w:cs/>
          <w:lang w:bidi="bn-IN"/>
        </w:rPr>
        <w:t>তার</w:t>
      </w:r>
      <w:r w:rsidRPr="007710BF">
        <w:rPr>
          <w:cs/>
          <w:lang w:bidi="bn-IN"/>
        </w:rPr>
        <w:t>ই প্রেমে আত্মীয়-স্বজন</w:t>
      </w:r>
      <w:r w:rsidR="00895143">
        <w:t>,</w:t>
      </w:r>
      <w:r w:rsidRPr="007710BF">
        <w:rPr>
          <w:cs/>
          <w:lang w:bidi="bn-IN"/>
        </w:rPr>
        <w:t>এতীম</w:t>
      </w:r>
      <w:r w:rsidR="00895143">
        <w:t>,</w:t>
      </w:r>
      <w:r w:rsidRPr="007710BF">
        <w:rPr>
          <w:cs/>
          <w:lang w:bidi="bn-IN"/>
        </w:rPr>
        <w:t>মিসকীন</w:t>
      </w:r>
      <w:r w:rsidR="00895143">
        <w:t>,</w:t>
      </w:r>
      <w:r w:rsidRPr="007710BF">
        <w:rPr>
          <w:cs/>
          <w:lang w:bidi="bn-IN"/>
        </w:rPr>
        <w:t>মুসাফির</w:t>
      </w:r>
      <w:r w:rsidR="00895143">
        <w:t>,</w:t>
      </w:r>
      <w:r w:rsidRPr="007710BF">
        <w:rPr>
          <w:cs/>
          <w:lang w:bidi="bn-IN"/>
        </w:rPr>
        <w:t>সাহায্যপ্রার্থীদের এবং বন্দী মুক্তির জন্য</w:t>
      </w:r>
      <w:r w:rsidR="005C657F">
        <w:rPr>
          <w:lang w:bidi="bn-IN"/>
        </w:rPr>
        <w:t xml:space="preserve"> </w:t>
      </w:r>
      <w:r w:rsidRPr="007710BF">
        <w:rPr>
          <w:cs/>
          <w:lang w:bidi="bn-IN"/>
        </w:rPr>
        <w:t>ধন-স</w:t>
      </w:r>
      <w:r w:rsidR="005E5BE9">
        <w:rPr>
          <w:cs/>
          <w:lang w:bidi="bn-IN"/>
        </w:rPr>
        <w:t>ম্প</w:t>
      </w:r>
      <w:r w:rsidRPr="007710BF">
        <w:rPr>
          <w:cs/>
          <w:lang w:bidi="bn-IN"/>
        </w:rPr>
        <w:t>দ খরচ করে।</w:t>
      </w:r>
      <w:r w:rsidRPr="001933EC">
        <w:rPr>
          <w:rStyle w:val="libAlaemChar"/>
        </w:rPr>
        <w:t>”</w:t>
      </w:r>
      <w:r w:rsidRPr="007710BF">
        <w:t xml:space="preserve"> (</w:t>
      </w:r>
      <w:r w:rsidRPr="007710BF">
        <w:rPr>
          <w:cs/>
          <w:lang w:bidi="bn-IN"/>
        </w:rPr>
        <w:t>সূরা বাকারাহ্ : ১৭৭)।</w:t>
      </w:r>
    </w:p>
    <w:p w:rsidR="00C84014" w:rsidRDefault="007710BF" w:rsidP="00C84014">
      <w:pPr>
        <w:pStyle w:val="libNormal"/>
      </w:pPr>
      <w:r w:rsidRPr="007710BF">
        <w:rPr>
          <w:cs/>
          <w:lang w:bidi="bn-IN"/>
        </w:rPr>
        <w:t>কিন্তু মানুষ হঠাৎ করে শেখ সা</w:t>
      </w:r>
      <w:r w:rsidRPr="001933EC">
        <w:rPr>
          <w:rStyle w:val="libAlaemChar"/>
        </w:rPr>
        <w:t>’</w:t>
      </w:r>
      <w:r w:rsidRPr="007710BF">
        <w:rPr>
          <w:cs/>
          <w:lang w:bidi="bn-IN"/>
        </w:rPr>
        <w:t>দীর মতো হয়ে (যদিও ব্যবহারিক জীবনে সা</w:t>
      </w:r>
      <w:r w:rsidRPr="001933EC">
        <w:rPr>
          <w:rStyle w:val="libAlaemChar"/>
        </w:rPr>
        <w:t>’</w:t>
      </w:r>
      <w:r w:rsidRPr="007710BF">
        <w:rPr>
          <w:cs/>
          <w:lang w:bidi="bn-IN"/>
        </w:rPr>
        <w:t>দী এরূপ ছিলেন না)</w:t>
      </w:r>
      <w:r w:rsidR="005C657F">
        <w:rPr>
          <w:lang w:bidi="bn-IN"/>
        </w:rPr>
        <w:t xml:space="preserve"> </w:t>
      </w:r>
      <w:r w:rsidRPr="007710BF">
        <w:rPr>
          <w:cs/>
          <w:lang w:bidi="bn-IN"/>
        </w:rPr>
        <w:t>কবিতার ভাষায় বলে ওঠে</w:t>
      </w:r>
      <w:r w:rsidR="00895143">
        <w:t>,</w:t>
      </w:r>
      <w:r w:rsidRPr="001933EC">
        <w:rPr>
          <w:rStyle w:val="libAlaemChar"/>
        </w:rPr>
        <w:t>“</w:t>
      </w:r>
      <w:r w:rsidRPr="007710BF">
        <w:rPr>
          <w:cs/>
          <w:lang w:bidi="bn-IN"/>
        </w:rPr>
        <w:t>ইবাদত সৃষ্টির সেবা ছাড়া কিছুই নয়।</w:t>
      </w:r>
      <w:r w:rsidRPr="001933EC">
        <w:rPr>
          <w:rStyle w:val="libAlaemChar"/>
        </w:rPr>
        <w:t>”</w:t>
      </w:r>
      <w:r w:rsidRPr="007710BF">
        <w:t xml:space="preserve"> </w:t>
      </w:r>
      <w:r w:rsidRPr="007710BF">
        <w:rPr>
          <w:cs/>
          <w:lang w:bidi="bn-IN"/>
        </w:rPr>
        <w:t>শুধু এটা করলেই যথেষ্ট। কেউ</w:t>
      </w:r>
      <w:r w:rsidR="005C657F">
        <w:rPr>
          <w:lang w:bidi="bn-IN"/>
        </w:rPr>
        <w:t xml:space="preserve"> </w:t>
      </w:r>
      <w:r w:rsidRPr="007710BF">
        <w:rPr>
          <w:cs/>
          <w:lang w:bidi="bn-IN"/>
        </w:rPr>
        <w:t>কেউ এটা বলার মাধ্যমে ইবাদতের গুরুত্বকে অ</w:t>
      </w:r>
      <w:r w:rsidR="00C23862">
        <w:rPr>
          <w:cs/>
          <w:lang w:bidi="bn-IN"/>
        </w:rPr>
        <w:t>স্বী</w:t>
      </w:r>
      <w:r w:rsidRPr="007710BF">
        <w:rPr>
          <w:cs/>
          <w:lang w:bidi="bn-IN"/>
        </w:rPr>
        <w:t>কার করে। আত্মসংযমের মূল্যবোধকে অস্বীকার</w:t>
      </w:r>
      <w:r w:rsidR="005C657F">
        <w:rPr>
          <w:lang w:bidi="bn-IN"/>
        </w:rPr>
        <w:t xml:space="preserve"> </w:t>
      </w:r>
      <w:r w:rsidRPr="007710BF">
        <w:rPr>
          <w:cs/>
          <w:lang w:bidi="bn-IN"/>
        </w:rPr>
        <w:t>করে। জ্ঞানার্জন ও জিহাদের গুরু</w:t>
      </w:r>
      <w:r w:rsidR="009E6EF8">
        <w:rPr>
          <w:cs/>
          <w:lang w:bidi="bn-IN"/>
        </w:rPr>
        <w:t>ত্ব</w:t>
      </w:r>
      <w:r w:rsidRPr="007710BF">
        <w:rPr>
          <w:cs/>
          <w:lang w:bidi="bn-IN"/>
        </w:rPr>
        <w:t>কে অ</w:t>
      </w:r>
      <w:r w:rsidR="00C23862">
        <w:rPr>
          <w:cs/>
          <w:lang w:bidi="bn-IN"/>
        </w:rPr>
        <w:t>স্বী</w:t>
      </w:r>
      <w:r w:rsidRPr="007710BF">
        <w:rPr>
          <w:cs/>
          <w:lang w:bidi="bn-IN"/>
        </w:rPr>
        <w:t>কার করে। এ সকল মহামূল্যবান ও গুরু</w:t>
      </w:r>
      <w:r w:rsidR="009E6EF8">
        <w:rPr>
          <w:cs/>
          <w:lang w:bidi="bn-IN"/>
        </w:rPr>
        <w:t>ত্ব</w:t>
      </w:r>
      <w:r w:rsidR="005C657F">
        <w:rPr>
          <w:cs/>
          <w:lang w:bidi="bn-IN"/>
        </w:rPr>
        <w:t>পূর্ণ মূল্যবোধ যা</w:t>
      </w:r>
      <w:r w:rsidR="005C657F">
        <w:rPr>
          <w:lang w:bidi="bn-IN"/>
        </w:rPr>
        <w:t xml:space="preserve"> </w:t>
      </w:r>
      <w:r w:rsidRPr="007710BF">
        <w:rPr>
          <w:cs/>
          <w:lang w:bidi="bn-IN"/>
        </w:rPr>
        <w:t>ইসলামে রয়েছে তা অ</w:t>
      </w:r>
      <w:r w:rsidR="00C23862">
        <w:rPr>
          <w:cs/>
          <w:lang w:bidi="bn-IN"/>
        </w:rPr>
        <w:t>স্বী</w:t>
      </w:r>
      <w:r w:rsidRPr="007710BF">
        <w:rPr>
          <w:cs/>
          <w:lang w:bidi="bn-IN"/>
        </w:rPr>
        <w:t>কার করে বসে। বলে যে</w:t>
      </w:r>
      <w:r w:rsidR="00895143">
        <w:t>,</w:t>
      </w:r>
      <w:r w:rsidRPr="001933EC">
        <w:rPr>
          <w:rStyle w:val="libAlaemChar"/>
        </w:rPr>
        <w:t>‘</w:t>
      </w:r>
      <w:r w:rsidRPr="007710BF">
        <w:rPr>
          <w:cs/>
          <w:lang w:bidi="bn-IN"/>
        </w:rPr>
        <w:t>জানেন মনুষ্য</w:t>
      </w:r>
      <w:r w:rsidR="009E6EF8">
        <w:rPr>
          <w:cs/>
          <w:lang w:bidi="bn-IN"/>
        </w:rPr>
        <w:t>ত্ব</w:t>
      </w:r>
      <w:r w:rsidRPr="007710BF">
        <w:t xml:space="preserve"> </w:t>
      </w:r>
      <w:r w:rsidRPr="007710BF">
        <w:rPr>
          <w:cs/>
          <w:lang w:bidi="bn-IN"/>
        </w:rPr>
        <w:t>কি</w:t>
      </w:r>
      <w:r w:rsidRPr="007710BF">
        <w:t xml:space="preserve">? </w:t>
      </w:r>
      <w:r w:rsidRPr="007710BF">
        <w:rPr>
          <w:cs/>
          <w:lang w:bidi="bn-IN"/>
        </w:rPr>
        <w:t>মনুষ্য</w:t>
      </w:r>
      <w:r w:rsidR="009E6EF8">
        <w:rPr>
          <w:cs/>
          <w:lang w:bidi="bn-IN"/>
        </w:rPr>
        <w:t>ত্ব</w:t>
      </w:r>
      <w:r w:rsidRPr="007710BF">
        <w:t xml:space="preserve"> </w:t>
      </w:r>
      <w:r w:rsidRPr="007710BF">
        <w:rPr>
          <w:cs/>
          <w:lang w:bidi="bn-IN"/>
        </w:rPr>
        <w:t xml:space="preserve">হলো </w:t>
      </w:r>
      <w:r w:rsidR="00D009A1">
        <w:rPr>
          <w:cs/>
          <w:lang w:bidi="bn-IN"/>
        </w:rPr>
        <w:t>আল্লাহর</w:t>
      </w:r>
      <w:r w:rsidRPr="007710BF">
        <w:rPr>
          <w:rFonts w:hint="cs"/>
          <w:cs/>
          <w:lang w:bidi="bn-IN"/>
        </w:rPr>
        <w:t xml:space="preserve"> সৃষ্টির</w:t>
      </w:r>
      <w:r w:rsidR="005C657F">
        <w:rPr>
          <w:lang w:bidi="bn-IN"/>
        </w:rPr>
        <w:t xml:space="preserve"> </w:t>
      </w:r>
      <w:r w:rsidRPr="007710BF">
        <w:rPr>
          <w:rFonts w:hint="cs"/>
          <w:cs/>
          <w:lang w:bidi="bn-IN"/>
        </w:rPr>
        <w:t>সেবা।</w:t>
      </w:r>
      <w:r w:rsidRPr="001933EC">
        <w:rPr>
          <w:rStyle w:val="libAlaemChar"/>
        </w:rPr>
        <w:t>’</w:t>
      </w:r>
      <w:r w:rsidRPr="007710BF">
        <w:t xml:space="preserve"> </w:t>
      </w:r>
      <w:r w:rsidRPr="007710BF">
        <w:rPr>
          <w:cs/>
          <w:lang w:bidi="bn-IN"/>
        </w:rPr>
        <w:t>বিশেষ করে আজকালের কিছু বুদ্ধিজীবী মনে করেন একটি অত্যন্ত শক্তিশালী যুক্তি হাতে</w:t>
      </w:r>
      <w:r w:rsidR="005C657F">
        <w:rPr>
          <w:lang w:bidi="bn-IN"/>
        </w:rPr>
        <w:t xml:space="preserve"> </w:t>
      </w:r>
      <w:r w:rsidRPr="007710BF">
        <w:rPr>
          <w:cs/>
          <w:lang w:bidi="bn-IN"/>
        </w:rPr>
        <w:t>পেয়েছেন যার নাম মানবতাবাদ ও মানবপ্রেম। মানবপ্রেম কি</w:t>
      </w:r>
      <w:r w:rsidRPr="007710BF">
        <w:t xml:space="preserve">? </w:t>
      </w:r>
      <w:r w:rsidR="00FE6D44">
        <w:rPr>
          <w:cs/>
          <w:lang w:bidi="bn-IN"/>
        </w:rPr>
        <w:t>তারা</w:t>
      </w:r>
      <w:r w:rsidRPr="007710BF">
        <w:rPr>
          <w:cs/>
          <w:lang w:bidi="bn-IN"/>
        </w:rPr>
        <w:t xml:space="preserve"> বলেন</w:t>
      </w:r>
      <w:r w:rsidR="00895143">
        <w:t>,</w:t>
      </w:r>
      <w:r w:rsidRPr="007710BF">
        <w:rPr>
          <w:cs/>
          <w:lang w:bidi="bn-IN"/>
        </w:rPr>
        <w:t>সৃষ্টির সেবা করা। আমরা</w:t>
      </w:r>
      <w:r w:rsidR="005C657F">
        <w:rPr>
          <w:lang w:bidi="bn-IN"/>
        </w:rPr>
        <w:t xml:space="preserve"> </w:t>
      </w:r>
      <w:r w:rsidR="00D009A1">
        <w:rPr>
          <w:cs/>
          <w:lang w:bidi="bn-IN"/>
        </w:rPr>
        <w:t>আল্লাহর</w:t>
      </w:r>
      <w:r w:rsidRPr="007710BF">
        <w:rPr>
          <w:rFonts w:hint="cs"/>
          <w:cs/>
          <w:lang w:bidi="bn-IN"/>
        </w:rPr>
        <w:t xml:space="preserve"> সৃষ্টির সেবা করছি। আমরা বলি</w:t>
      </w:r>
      <w:r w:rsidR="00895143">
        <w:t>,</w:t>
      </w:r>
      <w:r w:rsidRPr="007710BF">
        <w:rPr>
          <w:cs/>
          <w:lang w:bidi="bn-IN"/>
        </w:rPr>
        <w:t xml:space="preserve">অবশ্যই </w:t>
      </w:r>
      <w:r w:rsidR="00D009A1">
        <w:rPr>
          <w:cs/>
          <w:lang w:bidi="bn-IN"/>
        </w:rPr>
        <w:t>আল্লাহর</w:t>
      </w:r>
      <w:r w:rsidRPr="007710BF">
        <w:rPr>
          <w:rFonts w:hint="cs"/>
          <w:cs/>
          <w:lang w:bidi="bn-IN"/>
        </w:rPr>
        <w:t xml:space="preserve"> সৃষ্টির সেবা করতে হবে। কিন্তু ঐ খোদারসৃষ্টি নিজে কি হবে</w:t>
      </w:r>
      <w:r w:rsidRPr="007710BF">
        <w:t xml:space="preserve">? </w:t>
      </w:r>
      <w:r w:rsidRPr="007710BF">
        <w:rPr>
          <w:cs/>
          <w:lang w:bidi="bn-IN"/>
        </w:rPr>
        <w:t>ধরে নিলাম যে</w:t>
      </w:r>
      <w:r w:rsidR="00895143">
        <w:t>,</w:t>
      </w:r>
      <w:r w:rsidR="00D009A1">
        <w:rPr>
          <w:cs/>
          <w:lang w:bidi="bn-IN"/>
        </w:rPr>
        <w:t>আল্লাহর</w:t>
      </w:r>
      <w:r w:rsidRPr="007710BF">
        <w:rPr>
          <w:rFonts w:hint="cs"/>
          <w:cs/>
          <w:lang w:bidi="bn-IN"/>
        </w:rPr>
        <w:t xml:space="preserve"> সৃষ্টির উদরকে পূর্ণ করলাম</w:t>
      </w:r>
      <w:r w:rsidR="00895143">
        <w:t>,</w:t>
      </w:r>
      <w:r w:rsidRPr="007710BF">
        <w:rPr>
          <w:cs/>
          <w:lang w:bidi="bn-IN"/>
        </w:rPr>
        <w:t>তার দেহকে বস্ত্র দ্বারা আচ্ছাদিত করলাম তাতে স্রষ্টার সৃষ্টির সেবা একটি পশুকে সেবা দানের সমান হয়েছে</w:t>
      </w:r>
      <w:r w:rsidR="00895143">
        <w:t>,</w:t>
      </w:r>
      <w:r w:rsidRPr="007710BF">
        <w:rPr>
          <w:cs/>
          <w:lang w:bidi="bn-IN"/>
        </w:rPr>
        <w:t>এর বেশি কিছু</w:t>
      </w:r>
      <w:r w:rsidR="00184670">
        <w:rPr>
          <w:lang w:bidi="bn-IN"/>
        </w:rPr>
        <w:t xml:space="preserve"> </w:t>
      </w:r>
      <w:r w:rsidRPr="007710BF">
        <w:rPr>
          <w:cs/>
          <w:lang w:bidi="bn-IN"/>
        </w:rPr>
        <w:t>নয়। যদি আমরা মানুষের জন্য এর চেয়ে বড় কোন মূল্যবোধকে গ্রহণ না করে শুধু সৃষ্টির সেবার</w:t>
      </w:r>
      <w:r w:rsidR="00184670">
        <w:rPr>
          <w:lang w:bidi="bn-IN"/>
        </w:rPr>
        <w:t xml:space="preserve"> </w:t>
      </w:r>
      <w:r w:rsidRPr="007710BF">
        <w:rPr>
          <w:cs/>
          <w:lang w:bidi="bn-IN"/>
        </w:rPr>
        <w:t>মূল্যবোধকে গ্রহণ করি তাহলে স্রষ্টার শ্রেষ্ঠ সৃষ্টির মূল্য ছাগল বা ঘোড়ার সমপর্যায়ের হবে। যদি মানুষ</w:t>
      </w:r>
      <w:r w:rsidR="00184670">
        <w:rPr>
          <w:lang w:bidi="bn-IN"/>
        </w:rPr>
        <w:t xml:space="preserve"> </w:t>
      </w:r>
      <w:r w:rsidRPr="007710BF">
        <w:rPr>
          <w:cs/>
          <w:lang w:bidi="bn-IN"/>
        </w:rPr>
        <w:t>একটি প্রণীকে খাদ্য দেয়</w:t>
      </w:r>
      <w:r w:rsidR="00895143">
        <w:t>,</w:t>
      </w:r>
      <w:r w:rsidRPr="007710BF">
        <w:rPr>
          <w:cs/>
          <w:lang w:bidi="bn-IN"/>
        </w:rPr>
        <w:t>তবে অবশ্যই সে একটি কাজ করেছে। কিন্তু মানুষের সর্বো</w:t>
      </w:r>
      <w:r w:rsidR="00D53669">
        <w:rPr>
          <w:cs/>
          <w:lang w:bidi="bn-IN"/>
        </w:rPr>
        <w:t>চ্চ</w:t>
      </w:r>
      <w:r w:rsidRPr="007710BF">
        <w:t xml:space="preserve"> </w:t>
      </w:r>
      <w:r w:rsidRPr="007710BF">
        <w:rPr>
          <w:cs/>
          <w:lang w:bidi="bn-IN"/>
        </w:rPr>
        <w:t>মর্যাদা কি</w:t>
      </w:r>
      <w:r w:rsidR="00184670">
        <w:rPr>
          <w:lang w:bidi="bn-IN"/>
        </w:rPr>
        <w:t xml:space="preserve"> </w:t>
      </w:r>
      <w:r w:rsidRPr="007710BF">
        <w:rPr>
          <w:cs/>
          <w:lang w:bidi="bn-IN"/>
        </w:rPr>
        <w:t>এটা যে</w:t>
      </w:r>
      <w:r w:rsidR="00895143">
        <w:t>,</w:t>
      </w:r>
      <w:r w:rsidRPr="007710BF">
        <w:rPr>
          <w:cs/>
          <w:lang w:bidi="bn-IN"/>
        </w:rPr>
        <w:t>আমার মতো অন্যান্য প্রাণীকে সেবা করব</w:t>
      </w:r>
      <w:r w:rsidRPr="007710BF">
        <w:t xml:space="preserve">? </w:t>
      </w:r>
      <w:r w:rsidRPr="007710BF">
        <w:rPr>
          <w:cs/>
          <w:lang w:bidi="bn-IN"/>
        </w:rPr>
        <w:t>না</w:t>
      </w:r>
      <w:r w:rsidR="00895143">
        <w:t>,</w:t>
      </w:r>
      <w:r w:rsidRPr="007710BF">
        <w:rPr>
          <w:cs/>
          <w:lang w:bidi="bn-IN"/>
        </w:rPr>
        <w:t>মানব সেবার এর থেকেও বড় মূল্যবোধ</w:t>
      </w:r>
      <w:r w:rsidR="00184670">
        <w:rPr>
          <w:lang w:bidi="bn-IN"/>
        </w:rPr>
        <w:t xml:space="preserve"> </w:t>
      </w:r>
      <w:r w:rsidRPr="007710BF">
        <w:rPr>
          <w:cs/>
          <w:lang w:bidi="bn-IN"/>
        </w:rPr>
        <w:t xml:space="preserve">রয়েছে। কিন্তু শর্ত হলো </w:t>
      </w:r>
      <w:r w:rsidRPr="001933EC">
        <w:rPr>
          <w:rStyle w:val="libAlaemChar"/>
        </w:rPr>
        <w:t>‘</w:t>
      </w:r>
      <w:r w:rsidRPr="007710BF">
        <w:rPr>
          <w:cs/>
          <w:lang w:bidi="bn-IN"/>
        </w:rPr>
        <w:t>মানুষ কি</w:t>
      </w:r>
      <w:r w:rsidRPr="001933EC">
        <w:rPr>
          <w:rStyle w:val="libAlaemChar"/>
        </w:rPr>
        <w:t>’</w:t>
      </w:r>
      <w:r w:rsidRPr="007710BF">
        <w:t xml:space="preserve"> </w:t>
      </w:r>
      <w:r w:rsidRPr="007710BF">
        <w:rPr>
          <w:cs/>
          <w:lang w:bidi="bn-IN"/>
        </w:rPr>
        <w:t xml:space="preserve">সেটা জানতে হবে। সব সময়ই </w:t>
      </w:r>
      <w:r w:rsidR="00C84014">
        <w:rPr>
          <w:cs/>
          <w:lang w:bidi="bn-IN"/>
        </w:rPr>
        <w:t>(এ কথা বলে উদাহরণ দিই) :লুলুম্বা</w:t>
      </w:r>
      <w:r w:rsidRPr="007710BF">
        <w:rPr>
          <w:cs/>
          <w:lang w:bidi="bn-IN"/>
        </w:rPr>
        <w:t>ও একজন মানুষ</w:t>
      </w:r>
      <w:r w:rsidR="00895143">
        <w:t>,</w:t>
      </w:r>
      <w:r w:rsidRPr="007710BF">
        <w:rPr>
          <w:cs/>
          <w:lang w:bidi="bn-IN"/>
        </w:rPr>
        <w:t>মুসা চু</w:t>
      </w:r>
      <w:r w:rsidR="00C84014">
        <w:rPr>
          <w:cs/>
          <w:lang w:bidi="bn-IN"/>
        </w:rPr>
        <w:t>ম্বা</w:t>
      </w:r>
      <w:r w:rsidRPr="007710BF">
        <w:rPr>
          <w:cs/>
          <w:lang w:bidi="bn-IN"/>
        </w:rPr>
        <w:t xml:space="preserve">ও একজন মানুষ। যদি বিষয়টি শুধু সৃষ্টির সেবা </w:t>
      </w:r>
      <w:r w:rsidRPr="007710BF">
        <w:rPr>
          <w:cs/>
          <w:lang w:bidi="bn-IN"/>
        </w:rPr>
        <w:lastRenderedPageBreak/>
        <w:t xml:space="preserve">হয় তবে মুসা </w:t>
      </w:r>
      <w:r w:rsidR="00C84014">
        <w:rPr>
          <w:cs/>
          <w:lang w:bidi="bn-IN"/>
        </w:rPr>
        <w:t>চুম্বাও</w:t>
      </w:r>
      <w:r w:rsidR="00C84014">
        <w:rPr>
          <w:lang w:bidi="bn-IN"/>
        </w:rPr>
        <w:t xml:space="preserve"> </w:t>
      </w:r>
      <w:r w:rsidRPr="007710BF">
        <w:rPr>
          <w:cs/>
          <w:lang w:bidi="bn-IN"/>
        </w:rPr>
        <w:t xml:space="preserve">এক সৃষ্টি </w:t>
      </w:r>
      <w:r w:rsidR="00C84014">
        <w:rPr>
          <w:cs/>
          <w:lang w:bidi="bn-IN"/>
        </w:rPr>
        <w:t>লুলুম্বা</w:t>
      </w:r>
      <w:r w:rsidRPr="007710BF">
        <w:rPr>
          <w:cs/>
          <w:lang w:bidi="bn-IN"/>
        </w:rPr>
        <w:t xml:space="preserve">ও অন্য এক সৃষ্টি এদের মধ্যে কেন পার্থক্য করব। </w:t>
      </w:r>
      <w:r w:rsidR="00C84014">
        <w:rPr>
          <w:cs/>
          <w:lang w:bidi="bn-IN"/>
        </w:rPr>
        <w:t>আবু যার (রা.) ও মুয়াবিয়ার মধ্যে</w:t>
      </w:r>
      <w:r w:rsidR="00C84014">
        <w:rPr>
          <w:lang w:bidi="bn-IN"/>
        </w:rPr>
        <w:t xml:space="preserve"> </w:t>
      </w:r>
      <w:r w:rsidRPr="007710BF">
        <w:rPr>
          <w:cs/>
          <w:lang w:bidi="bn-IN"/>
        </w:rPr>
        <w:t>সেবার দৃষ্টিতে কি দু</w:t>
      </w:r>
      <w:r w:rsidRPr="001933EC">
        <w:rPr>
          <w:rStyle w:val="libAlaemChar"/>
        </w:rPr>
        <w:t>’</w:t>
      </w:r>
      <w:r w:rsidRPr="007710BF">
        <w:rPr>
          <w:cs/>
          <w:lang w:bidi="bn-IN"/>
        </w:rPr>
        <w:t>জনকেই সেবা করতে হবে</w:t>
      </w:r>
      <w:r w:rsidRPr="007710BF">
        <w:t xml:space="preserve">? </w:t>
      </w:r>
    </w:p>
    <w:p w:rsidR="00C84014" w:rsidRDefault="007710BF" w:rsidP="00C84014">
      <w:pPr>
        <w:pStyle w:val="libNormal"/>
        <w:rPr>
          <w:lang w:bidi="bn-IN"/>
        </w:rPr>
      </w:pPr>
      <w:r w:rsidRPr="007710BF">
        <w:rPr>
          <w:cs/>
          <w:lang w:bidi="bn-IN"/>
        </w:rPr>
        <w:t>সুতরাং মানবিকতা অর্থাৎ সৃষ্টির সেবাকে যদি একমাত্র মূল্যবোধ ধরা হয়</w:t>
      </w:r>
      <w:r w:rsidR="00895143">
        <w:t>,</w:t>
      </w:r>
      <w:r w:rsidRPr="007710BF">
        <w:rPr>
          <w:cs/>
          <w:lang w:bidi="bn-IN"/>
        </w:rPr>
        <w:t>তবে তা এক ধরনের</w:t>
      </w:r>
      <w:r w:rsidR="00C84014">
        <w:rPr>
          <w:lang w:bidi="bn-IN"/>
        </w:rPr>
        <w:t xml:space="preserve"> </w:t>
      </w:r>
      <w:r w:rsidRPr="007710BF">
        <w:rPr>
          <w:cs/>
          <w:lang w:bidi="bn-IN"/>
        </w:rPr>
        <w:t xml:space="preserve">বাড়াবাড়িই হবে। </w:t>
      </w:r>
    </w:p>
    <w:p w:rsidR="00C84014" w:rsidRDefault="007710BF" w:rsidP="00C84014">
      <w:pPr>
        <w:pStyle w:val="libNormal"/>
        <w:rPr>
          <w:lang w:bidi="bn-IN"/>
        </w:rPr>
      </w:pPr>
      <w:r w:rsidRPr="00C84014">
        <w:rPr>
          <w:rStyle w:val="libBold1Char"/>
          <w:cs/>
          <w:lang w:bidi="bn-IN"/>
        </w:rPr>
        <w:t>৩</w:t>
      </w:r>
      <w:r w:rsidRPr="00C84014">
        <w:rPr>
          <w:rStyle w:val="libBold1Char"/>
          <w:rtl/>
          <w:cs/>
        </w:rPr>
        <w:t xml:space="preserve">. </w:t>
      </w:r>
      <w:r w:rsidR="006B46F0" w:rsidRPr="00C84014">
        <w:rPr>
          <w:rStyle w:val="libBold1Char"/>
          <w:cs/>
          <w:lang w:bidi="bn-IN"/>
        </w:rPr>
        <w:t>স্বা</w:t>
      </w:r>
      <w:r w:rsidRPr="00C84014">
        <w:rPr>
          <w:rStyle w:val="libBold1Char"/>
          <w:cs/>
          <w:lang w:bidi="bn-IN"/>
        </w:rPr>
        <w:t>ধীনতা</w:t>
      </w:r>
      <w:r w:rsidRPr="007710BF">
        <w:rPr>
          <w:cs/>
          <w:lang w:bidi="bn-IN"/>
        </w:rPr>
        <w:t xml:space="preserve"> : </w:t>
      </w:r>
      <w:r w:rsidR="006B46F0">
        <w:rPr>
          <w:cs/>
          <w:lang w:bidi="bn-IN"/>
        </w:rPr>
        <w:t>স্বা</w:t>
      </w:r>
      <w:r w:rsidRPr="007710BF">
        <w:rPr>
          <w:cs/>
          <w:lang w:bidi="bn-IN"/>
        </w:rPr>
        <w:t>ধীনতা একটি বড় ও উ</w:t>
      </w:r>
      <w:r w:rsidR="00D53669">
        <w:rPr>
          <w:cs/>
          <w:lang w:bidi="bn-IN"/>
        </w:rPr>
        <w:t>চ্চ</w:t>
      </w:r>
      <w:r w:rsidRPr="007710BF">
        <w:t xml:space="preserve"> </w:t>
      </w:r>
      <w:r w:rsidRPr="007710BF">
        <w:rPr>
          <w:cs/>
          <w:lang w:bidi="bn-IN"/>
        </w:rPr>
        <w:t>পর্যায়ের মানবিক মূল্যবোধ। অন্যভাবে বলা যায়</w:t>
      </w:r>
      <w:r w:rsidR="00895143">
        <w:t>,</w:t>
      </w:r>
      <w:r w:rsidRPr="007710BF">
        <w:rPr>
          <w:cs/>
          <w:lang w:bidi="bn-IN"/>
        </w:rPr>
        <w:t>এটা</w:t>
      </w:r>
      <w:r w:rsidR="00C84014">
        <w:rPr>
          <w:lang w:bidi="bn-IN"/>
        </w:rPr>
        <w:t xml:space="preserve"> </w:t>
      </w:r>
      <w:r w:rsidRPr="007710BF">
        <w:rPr>
          <w:cs/>
          <w:lang w:bidi="bn-IN"/>
        </w:rPr>
        <w:t xml:space="preserve">মানুষের নৈতিকতা ও আত্মিকতার বিষয় অর্থাৎ পশু পর্যায়ের অনেক উপরের বিষয়। </w:t>
      </w:r>
      <w:r w:rsidR="006B46F0">
        <w:rPr>
          <w:cs/>
          <w:lang w:bidi="bn-IN"/>
        </w:rPr>
        <w:t>স্বা</w:t>
      </w:r>
      <w:r w:rsidRPr="007710BF">
        <w:rPr>
          <w:cs/>
          <w:lang w:bidi="bn-IN"/>
        </w:rPr>
        <w:t>ধীনতা মানুষের</w:t>
      </w:r>
      <w:r w:rsidR="00C84014">
        <w:rPr>
          <w:lang w:bidi="bn-IN"/>
        </w:rPr>
        <w:t xml:space="preserve"> </w:t>
      </w:r>
      <w:r w:rsidRPr="007710BF">
        <w:rPr>
          <w:cs/>
          <w:lang w:bidi="bn-IN"/>
        </w:rPr>
        <w:t>বস্তুগত মূল্যবোধের ঊর্ধ্বের একটি মূল্যবোধ</w:t>
      </w:r>
      <w:r w:rsidR="00C84014">
        <w:rPr>
          <w:cs/>
          <w:lang w:bidi="hi-IN"/>
        </w:rPr>
        <w:t xml:space="preserve">। </w:t>
      </w:r>
      <w:r w:rsidR="00C84014">
        <w:rPr>
          <w:cs/>
          <w:lang w:bidi="bn-IN"/>
        </w:rPr>
        <w:t xml:space="preserve">কোন মানুষের মধ্যে যদি </w:t>
      </w:r>
      <w:r w:rsidR="00C84014" w:rsidRPr="00C84014">
        <w:rPr>
          <w:cs/>
          <w:lang w:bidi="bn-IN"/>
        </w:rPr>
        <w:t>মনুষ্যত্বের</w:t>
      </w:r>
      <w:r w:rsidRPr="007710BF">
        <w:rPr>
          <w:cs/>
          <w:lang w:bidi="bn-IN"/>
        </w:rPr>
        <w:t xml:space="preserve"> কিছুমাত্র থাকে</w:t>
      </w:r>
      <w:r w:rsidR="00895143">
        <w:t>,</w:t>
      </w:r>
      <w:r w:rsidRPr="007710BF">
        <w:rPr>
          <w:cs/>
          <w:lang w:bidi="bn-IN"/>
        </w:rPr>
        <w:t>তবে সে ক্ষুধার্ত</w:t>
      </w:r>
      <w:r w:rsidR="00895143">
        <w:t>,</w:t>
      </w:r>
      <w:r w:rsidRPr="007710BF">
        <w:rPr>
          <w:cs/>
          <w:lang w:bidi="bn-IN"/>
        </w:rPr>
        <w:t>তৃষ্ণার্ত</w:t>
      </w:r>
      <w:r w:rsidR="00895143">
        <w:t>,</w:t>
      </w:r>
      <w:r w:rsidRPr="007710BF">
        <w:rPr>
          <w:cs/>
          <w:lang w:bidi="bn-IN"/>
        </w:rPr>
        <w:t>বস্ত্রহীন বা সবচেয়ে কঠিন অবস্থায় জীবন যাপন করতে পারে</w:t>
      </w:r>
      <w:r w:rsidR="00895143">
        <w:t>,</w:t>
      </w:r>
      <w:r w:rsidRPr="007710BF">
        <w:rPr>
          <w:cs/>
          <w:lang w:bidi="bn-IN"/>
        </w:rPr>
        <w:t>কিন্তু কারো</w:t>
      </w:r>
      <w:r w:rsidR="00C84014">
        <w:rPr>
          <w:lang w:bidi="bn-IN"/>
        </w:rPr>
        <w:t xml:space="preserve"> </w:t>
      </w:r>
      <w:r w:rsidRPr="007710BF">
        <w:rPr>
          <w:cs/>
          <w:lang w:bidi="bn-IN"/>
        </w:rPr>
        <w:t>দাস হতে রাজী নয়। সে কারো অধীনে থাকতে চায় না</w:t>
      </w:r>
      <w:r w:rsidR="00895143">
        <w:t>,</w:t>
      </w:r>
      <w:r w:rsidRPr="007710BF">
        <w:rPr>
          <w:cs/>
          <w:lang w:bidi="bn-IN"/>
        </w:rPr>
        <w:t xml:space="preserve">বরং </w:t>
      </w:r>
      <w:r w:rsidR="006B46F0">
        <w:rPr>
          <w:cs/>
          <w:lang w:bidi="bn-IN"/>
        </w:rPr>
        <w:t>স্বা</w:t>
      </w:r>
      <w:r w:rsidRPr="007710BF">
        <w:rPr>
          <w:cs/>
          <w:lang w:bidi="bn-IN"/>
        </w:rPr>
        <w:t xml:space="preserve">ধীনভাবে জীবন যাপন করতে চায়। </w:t>
      </w:r>
    </w:p>
    <w:p w:rsidR="00C84014" w:rsidRDefault="007710BF" w:rsidP="00C84014">
      <w:pPr>
        <w:pStyle w:val="libNormal"/>
      </w:pPr>
      <w:r w:rsidRPr="007710BF">
        <w:rPr>
          <w:cs/>
          <w:lang w:bidi="bn-IN"/>
        </w:rPr>
        <w:t>নিশ্চয় জানেন দুঃখজনকভাবে ইবনে সিনা কিছুদিন বাদশা</w:t>
      </w:r>
      <w:r w:rsidR="005C657F">
        <w:rPr>
          <w:cs/>
          <w:lang w:bidi="bn-IN"/>
        </w:rPr>
        <w:t>হর</w:t>
      </w:r>
      <w:r w:rsidRPr="007710BF">
        <w:rPr>
          <w:cs/>
          <w:lang w:bidi="bn-IN"/>
        </w:rPr>
        <w:t xml:space="preserve"> উজির ছিলেন। </w:t>
      </w:r>
      <w:r w:rsidR="00FE6D44">
        <w:rPr>
          <w:cs/>
          <w:lang w:bidi="bn-IN"/>
        </w:rPr>
        <w:t>তার</w:t>
      </w:r>
      <w:r w:rsidRPr="007710BF">
        <w:rPr>
          <w:cs/>
          <w:lang w:bidi="bn-IN"/>
        </w:rPr>
        <w:t xml:space="preserve"> জীবনের</w:t>
      </w:r>
      <w:r w:rsidR="00C84014">
        <w:rPr>
          <w:lang w:bidi="bn-IN"/>
        </w:rPr>
        <w:t xml:space="preserve"> </w:t>
      </w:r>
      <w:r w:rsidRPr="007710BF">
        <w:rPr>
          <w:cs/>
          <w:lang w:bidi="bn-IN"/>
        </w:rPr>
        <w:t xml:space="preserve">তৎসময়ের একটি চমৎকার গল্গ </w:t>
      </w:r>
      <w:r w:rsidRPr="001933EC">
        <w:rPr>
          <w:rStyle w:val="libAlaemChar"/>
        </w:rPr>
        <w:t>‘</w:t>
      </w:r>
      <w:r w:rsidRPr="007710BF">
        <w:rPr>
          <w:cs/>
          <w:lang w:bidi="bn-IN"/>
        </w:rPr>
        <w:t>নামেহ্-ই-দানেশওয়ারান</w:t>
      </w:r>
      <w:r w:rsidRPr="001933EC">
        <w:rPr>
          <w:rStyle w:val="libAlaemChar"/>
        </w:rPr>
        <w:t>’</w:t>
      </w:r>
      <w:r w:rsidRPr="007710BF">
        <w:t xml:space="preserve"> </w:t>
      </w:r>
      <w:r w:rsidRPr="007710BF">
        <w:rPr>
          <w:cs/>
          <w:lang w:bidi="bn-IN"/>
        </w:rPr>
        <w:t>গ্রন্থে এসেছে</w:t>
      </w:r>
      <w:r w:rsidR="003936CB">
        <w:t>-</w:t>
      </w:r>
      <w:r w:rsidRPr="007710BF">
        <w:t xml:space="preserve"> </w:t>
      </w:r>
      <w:r w:rsidRPr="007710BF">
        <w:rPr>
          <w:cs/>
          <w:lang w:bidi="bn-IN"/>
        </w:rPr>
        <w:t>একদিন তিনি রাজকীয়</w:t>
      </w:r>
      <w:r w:rsidR="00C84014">
        <w:rPr>
          <w:lang w:bidi="bn-IN"/>
        </w:rPr>
        <w:t xml:space="preserve"> </w:t>
      </w:r>
      <w:r w:rsidRPr="007710BF">
        <w:rPr>
          <w:cs/>
          <w:lang w:bidi="bn-IN"/>
        </w:rPr>
        <w:t>আভিজাত্যময় পোশাক পরে রাস্তা দিয়ে যাচিছলেন। তিনি দেখলেন এক মেথর পঁচা ময়লা ও আবর্জনা</w:t>
      </w:r>
      <w:r w:rsidR="00C84014">
        <w:rPr>
          <w:lang w:bidi="bn-IN"/>
        </w:rPr>
        <w:t xml:space="preserve"> </w:t>
      </w:r>
      <w:r w:rsidRPr="007710BF">
        <w:rPr>
          <w:cs/>
          <w:lang w:bidi="bn-IN"/>
        </w:rPr>
        <w:t>পরিষ্কার করছে আর এ কবিতা পড়ছে</w:t>
      </w:r>
      <w:r w:rsidR="003936CB">
        <w:t>-</w:t>
      </w:r>
      <w:r w:rsidRPr="007710BF">
        <w:t xml:space="preserve"> </w:t>
      </w:r>
    </w:p>
    <w:p w:rsidR="00C84014" w:rsidRDefault="007710BF" w:rsidP="00C84014">
      <w:pPr>
        <w:pStyle w:val="libCenter"/>
      </w:pPr>
      <w:r w:rsidRPr="007710BF">
        <w:t xml:space="preserve"> </w:t>
      </w:r>
      <w:r w:rsidRPr="001933EC">
        <w:rPr>
          <w:rStyle w:val="libAlaemChar"/>
        </w:rPr>
        <w:t>“</w:t>
      </w:r>
      <w:r w:rsidRPr="007710BF">
        <w:rPr>
          <w:cs/>
          <w:lang w:bidi="bn-IN"/>
        </w:rPr>
        <w:t>আমি গর্বিত আমার আত্মসম্মানকে নিয়ে</w:t>
      </w:r>
      <w:r w:rsidR="00895143">
        <w:t>,</w:t>
      </w:r>
    </w:p>
    <w:p w:rsidR="00C84014" w:rsidRDefault="007710BF" w:rsidP="00C84014">
      <w:pPr>
        <w:pStyle w:val="libCenter"/>
      </w:pPr>
      <w:r w:rsidRPr="007710BF">
        <w:rPr>
          <w:cs/>
          <w:lang w:bidi="bn-IN"/>
        </w:rPr>
        <w:t xml:space="preserve">যেহেতু আমার হৃদয়ের জন্য এ </w:t>
      </w:r>
      <w:r w:rsidR="00C84014" w:rsidRPr="00C84014">
        <w:rPr>
          <w:cs/>
          <w:lang w:bidi="bn-IN"/>
        </w:rPr>
        <w:t>বিশ্ব</w:t>
      </w:r>
      <w:r w:rsidRPr="007710BF">
        <w:rPr>
          <w:cs/>
          <w:lang w:bidi="bn-IN"/>
        </w:rPr>
        <w:t>কে সহজ করে দিয়েছে।</w:t>
      </w:r>
      <w:r w:rsidRPr="001933EC">
        <w:rPr>
          <w:rStyle w:val="libAlaemChar"/>
        </w:rPr>
        <w:t>”</w:t>
      </w:r>
    </w:p>
    <w:p w:rsidR="008958EF" w:rsidRDefault="007710BF" w:rsidP="00C84014">
      <w:pPr>
        <w:pStyle w:val="libNormal"/>
        <w:rPr>
          <w:lang w:bidi="bn-IN"/>
        </w:rPr>
      </w:pPr>
      <w:r w:rsidRPr="007710BF">
        <w:t xml:space="preserve"> </w:t>
      </w:r>
      <w:r w:rsidRPr="007710BF">
        <w:rPr>
          <w:cs/>
          <w:lang w:bidi="bn-IN"/>
        </w:rPr>
        <w:t>আবু আলী সিনা এটা শুনে মুচকি হেসে চিৎকার করে ডেকে তাকে বললেন</w:t>
      </w:r>
      <w:r w:rsidR="00895143">
        <w:t>,</w:t>
      </w:r>
      <w:r w:rsidRPr="001933EC">
        <w:rPr>
          <w:rStyle w:val="libAlaemChar"/>
        </w:rPr>
        <w:t>“</w:t>
      </w:r>
      <w:r w:rsidRPr="007710BF">
        <w:rPr>
          <w:cs/>
          <w:lang w:bidi="bn-IN"/>
        </w:rPr>
        <w:t>বাস্তবে সম্মান ও</w:t>
      </w:r>
      <w:r w:rsidR="00C84014">
        <w:rPr>
          <w:lang w:bidi="bn-IN"/>
        </w:rPr>
        <w:t xml:space="preserve"> </w:t>
      </w:r>
      <w:r w:rsidRPr="007710BF">
        <w:rPr>
          <w:cs/>
          <w:lang w:bidi="bn-IN"/>
        </w:rPr>
        <w:t xml:space="preserve">মর্যাদার সীমা কি এটাই যা তুমি তোমার নিজের </w:t>
      </w:r>
      <w:r w:rsidR="000C4B23">
        <w:rPr>
          <w:cs/>
          <w:lang w:bidi="bn-IN"/>
        </w:rPr>
        <w:t>সম্পর্কে</w:t>
      </w:r>
      <w:r w:rsidRPr="007710BF">
        <w:rPr>
          <w:cs/>
          <w:lang w:bidi="bn-IN"/>
        </w:rPr>
        <w:t xml:space="preserve"> বলছ। চিন্তা করেছ কি যার আত্মমর্যাদাবোধতাকে নর্দমার গর্তে নিকৃষ্ট মেথরের কাজে নিয়োজিত করেছে। যার ইজ্জত ও সম্মান এটাই যে</w:t>
      </w:r>
      <w:r w:rsidR="00895143">
        <w:t>,</w:t>
      </w:r>
      <w:r w:rsidRPr="007710BF">
        <w:rPr>
          <w:cs/>
          <w:lang w:bidi="bn-IN"/>
        </w:rPr>
        <w:t>অসম্মান ও অমর্যাদার মধ্যে পড়ে আছে</w:t>
      </w:r>
      <w:r w:rsidR="00895143">
        <w:t>,</w:t>
      </w:r>
      <w:r w:rsidRPr="007710BF">
        <w:rPr>
          <w:cs/>
          <w:lang w:bidi="bn-IN"/>
        </w:rPr>
        <w:t>মূল্যবান জীবনকে মানবেতর পথে ধ্বংস করছে</w:t>
      </w:r>
      <w:r w:rsidR="00895143">
        <w:t>,</w:t>
      </w:r>
      <w:r w:rsidRPr="007710BF">
        <w:rPr>
          <w:cs/>
          <w:lang w:bidi="bn-IN"/>
        </w:rPr>
        <w:t>তাকে নিয়ে</w:t>
      </w:r>
      <w:r w:rsidR="00C84014">
        <w:rPr>
          <w:lang w:bidi="bn-IN"/>
        </w:rPr>
        <w:t xml:space="preserve"> </w:t>
      </w:r>
      <w:r w:rsidRPr="007710BF">
        <w:rPr>
          <w:cs/>
          <w:lang w:bidi="bn-IN"/>
        </w:rPr>
        <w:t>তুমি গর্ব করছ</w:t>
      </w:r>
      <w:r w:rsidRPr="007710BF">
        <w:t>?</w:t>
      </w:r>
      <w:r w:rsidRPr="001933EC">
        <w:rPr>
          <w:rStyle w:val="libAlaemChar"/>
        </w:rPr>
        <w:t>”</w:t>
      </w:r>
      <w:r w:rsidRPr="007710BF">
        <w:t xml:space="preserve"> </w:t>
      </w:r>
      <w:r w:rsidRPr="007710BF">
        <w:rPr>
          <w:cs/>
          <w:lang w:bidi="bn-IN"/>
        </w:rPr>
        <w:t>মেথর লোকটি কাজ বন্ধ করে সংক্ষেপে জবাব দিল</w:t>
      </w:r>
      <w:r w:rsidR="00895143">
        <w:t>,</w:t>
      </w:r>
      <w:r w:rsidRPr="001933EC">
        <w:rPr>
          <w:rStyle w:val="libAlaemChar"/>
        </w:rPr>
        <w:t>“</w:t>
      </w:r>
      <w:r w:rsidRPr="007710BF">
        <w:rPr>
          <w:cs/>
          <w:lang w:bidi="bn-IN"/>
        </w:rPr>
        <w:t>পৃথিবীতে সম্মান এটাই যে</w:t>
      </w:r>
      <w:r w:rsidR="00895143">
        <w:t>,</w:t>
      </w:r>
      <w:r w:rsidRPr="007710BF">
        <w:rPr>
          <w:cs/>
          <w:lang w:bidi="bn-IN"/>
        </w:rPr>
        <w:t>খাদ্যের জন্য নীচ পর্যায়ের কাজ হলেও করা</w:t>
      </w:r>
      <w:r w:rsidR="00895143">
        <w:t>,</w:t>
      </w:r>
      <w:r w:rsidRPr="007710BF">
        <w:rPr>
          <w:cs/>
          <w:lang w:bidi="bn-IN"/>
        </w:rPr>
        <w:t xml:space="preserve">কিন্তু কোন প্রভুর </w:t>
      </w:r>
      <w:r w:rsidRPr="007710BF">
        <w:rPr>
          <w:cs/>
          <w:lang w:bidi="bn-IN"/>
        </w:rPr>
        <w:lastRenderedPageBreak/>
        <w:t>অধীনে না থাকা</w:t>
      </w:r>
      <w:r w:rsidRPr="001933EC">
        <w:rPr>
          <w:rStyle w:val="libAlaemChar"/>
        </w:rPr>
        <w:t>”</w:t>
      </w:r>
      <w:r w:rsidRPr="007710BF">
        <w:t xml:space="preserve"> (</w:t>
      </w:r>
      <w:r w:rsidRPr="007710BF">
        <w:rPr>
          <w:cs/>
          <w:lang w:bidi="bn-IN"/>
        </w:rPr>
        <w:t xml:space="preserve">অর্থাৎ </w:t>
      </w:r>
      <w:r w:rsidR="006B46F0">
        <w:rPr>
          <w:cs/>
          <w:lang w:bidi="bn-IN"/>
        </w:rPr>
        <w:t>স্বা</w:t>
      </w:r>
      <w:r w:rsidRPr="007710BF">
        <w:rPr>
          <w:cs/>
          <w:lang w:bidi="bn-IN"/>
        </w:rPr>
        <w:t>ধীনতার</w:t>
      </w:r>
      <w:r w:rsidR="00C84014">
        <w:rPr>
          <w:lang w:bidi="bn-IN"/>
        </w:rPr>
        <w:t xml:space="preserve"> </w:t>
      </w:r>
      <w:r w:rsidRPr="007710BF">
        <w:rPr>
          <w:cs/>
          <w:lang w:bidi="bn-IN"/>
        </w:rPr>
        <w:t xml:space="preserve">অর্থ কোন </w:t>
      </w:r>
      <w:r w:rsidR="008958EF">
        <w:rPr>
          <w:cs/>
          <w:lang w:bidi="bn-IN"/>
        </w:rPr>
        <w:t>প্রভুর</w:t>
      </w:r>
      <w:r w:rsidRPr="007710BF">
        <w:rPr>
          <w:cs/>
          <w:lang w:bidi="bn-IN"/>
        </w:rPr>
        <w:t xml:space="preserve"> মন যুগিয়ে চলা নয়)। আবু আলী লজ্জিত হয়ে দ্রুত সেখান থেকে প্রস্থান করলেন।</w:t>
      </w:r>
    </w:p>
    <w:p w:rsidR="008958EF" w:rsidRDefault="007710BF" w:rsidP="008958EF">
      <w:pPr>
        <w:pStyle w:val="libNormal"/>
        <w:rPr>
          <w:lang w:bidi="bn-IN"/>
        </w:rPr>
      </w:pPr>
      <w:r w:rsidRPr="007710BF">
        <w:rPr>
          <w:cs/>
          <w:lang w:bidi="bn-IN"/>
        </w:rPr>
        <w:t>আবু আলী দেখলেন বাস্তবিকই এটি এমন যুক্তি যার কোন জবাব নেই। বস্তুগত ও পাশবিক দৃষ্টিতে</w:t>
      </w:r>
      <w:r w:rsidR="008958EF">
        <w:rPr>
          <w:lang w:bidi="bn-IN"/>
        </w:rPr>
        <w:t xml:space="preserve"> </w:t>
      </w:r>
      <w:r w:rsidRPr="007710BF">
        <w:rPr>
          <w:cs/>
          <w:lang w:bidi="bn-IN"/>
        </w:rPr>
        <w:t>এর কোন অর্থ হয় না যে</w:t>
      </w:r>
      <w:r w:rsidR="00895143">
        <w:t>,</w:t>
      </w:r>
      <w:r w:rsidRPr="007710BF">
        <w:rPr>
          <w:cs/>
          <w:lang w:bidi="bn-IN"/>
        </w:rPr>
        <w:t>মানুষ মুরগী</w:t>
      </w:r>
      <w:r w:rsidR="00895143">
        <w:t>,</w:t>
      </w:r>
      <w:r w:rsidRPr="007710BF">
        <w:rPr>
          <w:cs/>
          <w:lang w:bidi="bn-IN"/>
        </w:rPr>
        <w:t>পোলাও</w:t>
      </w:r>
      <w:r w:rsidR="00895143">
        <w:t>,</w:t>
      </w:r>
      <w:r w:rsidRPr="007710BF">
        <w:rPr>
          <w:cs/>
          <w:lang w:bidi="bn-IN"/>
        </w:rPr>
        <w:t>দাস-দাসী</w:t>
      </w:r>
      <w:r w:rsidR="00895143">
        <w:t>,</w:t>
      </w:r>
      <w:r w:rsidRPr="007710BF">
        <w:rPr>
          <w:cs/>
          <w:lang w:bidi="bn-IN"/>
        </w:rPr>
        <w:t>অশ্ব ও অর্থকে ত্যাগ করে মেথর হয়ে</w:t>
      </w:r>
      <w:r w:rsidR="008958EF">
        <w:rPr>
          <w:lang w:bidi="bn-IN"/>
        </w:rPr>
        <w:t xml:space="preserve"> </w:t>
      </w:r>
      <w:r w:rsidR="006B46F0">
        <w:rPr>
          <w:cs/>
          <w:lang w:bidi="bn-IN"/>
        </w:rPr>
        <w:t>স্বা</w:t>
      </w:r>
      <w:r w:rsidRPr="007710BF">
        <w:rPr>
          <w:cs/>
          <w:lang w:bidi="bn-IN"/>
        </w:rPr>
        <w:t xml:space="preserve">ধীনতা লাভ ও আত্মতৃপ্তির কথা বলে। </w:t>
      </w:r>
      <w:r w:rsidR="006B46F0">
        <w:rPr>
          <w:cs/>
          <w:lang w:bidi="bn-IN"/>
        </w:rPr>
        <w:t>স্বা</w:t>
      </w:r>
      <w:r w:rsidRPr="007710BF">
        <w:rPr>
          <w:cs/>
          <w:lang w:bidi="bn-IN"/>
        </w:rPr>
        <w:t>ধীনতা ও মুক্তি কি</w:t>
      </w:r>
      <w:r w:rsidRPr="007710BF">
        <w:t xml:space="preserve">? </w:t>
      </w:r>
      <w:r w:rsidRPr="007710BF">
        <w:rPr>
          <w:cs/>
          <w:lang w:bidi="bn-IN"/>
        </w:rPr>
        <w:t xml:space="preserve">এটা কি পঞ্চ ইন্দ্রিয় </w:t>
      </w:r>
      <w:r w:rsidR="008958EF">
        <w:rPr>
          <w:cs/>
          <w:lang w:bidi="bn-IN"/>
        </w:rPr>
        <w:t>দ্বারা</w:t>
      </w:r>
      <w:r w:rsidRPr="007710BF">
        <w:rPr>
          <w:cs/>
          <w:lang w:bidi="bn-IN"/>
        </w:rPr>
        <w:t xml:space="preserve"> অনুভব করার মত বিষয়</w:t>
      </w:r>
      <w:r w:rsidRPr="007710BF">
        <w:t xml:space="preserve">? </w:t>
      </w:r>
      <w:r w:rsidRPr="007710BF">
        <w:rPr>
          <w:cs/>
          <w:lang w:bidi="bn-IN"/>
        </w:rPr>
        <w:t>না</w:t>
      </w:r>
      <w:r w:rsidR="00895143">
        <w:t>,</w:t>
      </w:r>
      <w:r w:rsidR="008958EF">
        <w:rPr>
          <w:cs/>
          <w:lang w:bidi="bn-IN"/>
        </w:rPr>
        <w:t xml:space="preserve">এ রকম কিছু নয়। কিন্তু </w:t>
      </w:r>
      <w:r w:rsidR="008958EF" w:rsidRPr="008958EF">
        <w:rPr>
          <w:cs/>
          <w:lang w:bidi="bn-IN"/>
        </w:rPr>
        <w:t>মানুষের</w:t>
      </w:r>
      <w:r w:rsidRPr="007710BF">
        <w:rPr>
          <w:cs/>
          <w:lang w:bidi="bn-IN"/>
        </w:rPr>
        <w:t xml:space="preserve"> বিবেকের কাছে </w:t>
      </w:r>
      <w:r w:rsidR="006B46F0">
        <w:rPr>
          <w:cs/>
          <w:lang w:bidi="bn-IN"/>
        </w:rPr>
        <w:t>স্বা</w:t>
      </w:r>
      <w:r w:rsidRPr="007710BF">
        <w:rPr>
          <w:cs/>
          <w:lang w:bidi="bn-IN"/>
        </w:rPr>
        <w:t>ধীনতার গুরু</w:t>
      </w:r>
      <w:r w:rsidR="009E6EF8">
        <w:rPr>
          <w:cs/>
          <w:lang w:bidi="bn-IN"/>
        </w:rPr>
        <w:t>ত্ব</w:t>
      </w:r>
      <w:r w:rsidRPr="007710BF">
        <w:t xml:space="preserve"> </w:t>
      </w:r>
      <w:r w:rsidRPr="007710BF">
        <w:rPr>
          <w:cs/>
          <w:lang w:bidi="bn-IN"/>
        </w:rPr>
        <w:t>এত অধিক</w:t>
      </w:r>
      <w:r w:rsidR="008958EF">
        <w:rPr>
          <w:lang w:bidi="bn-IN"/>
        </w:rPr>
        <w:t xml:space="preserve"> </w:t>
      </w:r>
      <w:r w:rsidRPr="007710BF">
        <w:rPr>
          <w:cs/>
          <w:lang w:bidi="bn-IN"/>
        </w:rPr>
        <w:t>যে</w:t>
      </w:r>
      <w:r w:rsidR="00895143">
        <w:t>,</w:t>
      </w:r>
      <w:r w:rsidRPr="007710BF">
        <w:rPr>
          <w:cs/>
          <w:lang w:bidi="bn-IN"/>
        </w:rPr>
        <w:t xml:space="preserve">বন্দিত্ব থেকে মেথর হওয়াকে প্রাধান্য দেয়। </w:t>
      </w:r>
    </w:p>
    <w:p w:rsidR="003F786B" w:rsidRDefault="006B46F0" w:rsidP="008958EF">
      <w:pPr>
        <w:pStyle w:val="libNormal"/>
        <w:rPr>
          <w:lang w:bidi="bn-IN"/>
        </w:rPr>
      </w:pPr>
      <w:r>
        <w:rPr>
          <w:cs/>
          <w:lang w:bidi="bn-IN"/>
        </w:rPr>
        <w:t>স্বা</w:t>
      </w:r>
      <w:r w:rsidR="007710BF" w:rsidRPr="007710BF">
        <w:rPr>
          <w:cs/>
          <w:lang w:bidi="bn-IN"/>
        </w:rPr>
        <w:t>ধীনতা প্রকৃতই একটি বড় মূল্যবোধ। কখনো দেখা যায় একটি সমাজে এই মূল্যবোধ সম্পূর্ণ</w:t>
      </w:r>
      <w:r w:rsidR="008958EF">
        <w:rPr>
          <w:lang w:bidi="bn-IN"/>
        </w:rPr>
        <w:t xml:space="preserve"> </w:t>
      </w:r>
      <w:r w:rsidR="007710BF" w:rsidRPr="007710BF">
        <w:rPr>
          <w:cs/>
          <w:lang w:bidi="bn-IN"/>
        </w:rPr>
        <w:t xml:space="preserve">বিস্মৃত </w:t>
      </w:r>
      <w:r w:rsidR="008958EF">
        <w:rPr>
          <w:cs/>
          <w:lang w:bidi="bn-IN"/>
        </w:rPr>
        <w:t>হয়েছে। কখনো দেখা যায় এই অনুভুতি</w:t>
      </w:r>
      <w:r w:rsidR="007710BF" w:rsidRPr="007710BF">
        <w:rPr>
          <w:cs/>
          <w:lang w:bidi="bn-IN"/>
        </w:rPr>
        <w:t xml:space="preserve"> জেগে উঠেছে। কেউ কেউ বলেন মানুষের মনুষ্য</w:t>
      </w:r>
      <w:r w:rsidR="009E6EF8">
        <w:rPr>
          <w:cs/>
          <w:lang w:bidi="bn-IN"/>
        </w:rPr>
        <w:t>ত্ব</w:t>
      </w:r>
      <w:r w:rsidR="007710BF" w:rsidRPr="007710BF">
        <w:rPr>
          <w:cs/>
          <w:lang w:bidi="bn-IN"/>
        </w:rPr>
        <w:t xml:space="preserve">তার </w:t>
      </w:r>
      <w:r>
        <w:rPr>
          <w:cs/>
          <w:lang w:bidi="bn-IN"/>
        </w:rPr>
        <w:t>স্বা</w:t>
      </w:r>
      <w:r w:rsidR="007710BF" w:rsidRPr="007710BF">
        <w:rPr>
          <w:cs/>
          <w:lang w:bidi="bn-IN"/>
        </w:rPr>
        <w:t xml:space="preserve">ধীনতা ব্যতীত অন্য কিছুই নয়। </w:t>
      </w:r>
      <w:r w:rsidR="00611BB9">
        <w:rPr>
          <w:cs/>
          <w:lang w:bidi="bn-IN"/>
        </w:rPr>
        <w:t>তা</w:t>
      </w:r>
      <w:r w:rsidR="007710BF" w:rsidRPr="007710BF">
        <w:rPr>
          <w:cs/>
          <w:lang w:bidi="bn-IN"/>
        </w:rPr>
        <w:t>দের মতে এটি ছাড়া অন্য কোন মূল্যবোধই যেন নেই অর্থাৎ</w:t>
      </w:r>
      <w:r w:rsidR="008958EF">
        <w:rPr>
          <w:lang w:bidi="bn-IN"/>
        </w:rPr>
        <w:t xml:space="preserve"> </w:t>
      </w:r>
      <w:r w:rsidR="00FE6D44">
        <w:rPr>
          <w:cs/>
          <w:lang w:bidi="bn-IN"/>
        </w:rPr>
        <w:t>তারা</w:t>
      </w:r>
      <w:r w:rsidR="007710BF" w:rsidRPr="007710BF">
        <w:rPr>
          <w:cs/>
          <w:lang w:bidi="bn-IN"/>
        </w:rPr>
        <w:t xml:space="preserve"> চান সকল মূল্যবোধকেই এই এক মূল্যবোধের মধ্যে মুছে ফেলতে। কিন্তু </w:t>
      </w:r>
      <w:r>
        <w:rPr>
          <w:cs/>
          <w:lang w:bidi="bn-IN"/>
        </w:rPr>
        <w:t>স্বা</w:t>
      </w:r>
      <w:r w:rsidR="007710BF" w:rsidRPr="007710BF">
        <w:rPr>
          <w:cs/>
          <w:lang w:bidi="bn-IN"/>
        </w:rPr>
        <w:t>ধীনতা একমাত্র</w:t>
      </w:r>
      <w:r w:rsidR="008958EF">
        <w:rPr>
          <w:lang w:bidi="bn-IN"/>
        </w:rPr>
        <w:t xml:space="preserve"> </w:t>
      </w:r>
      <w:r w:rsidR="007710BF" w:rsidRPr="007710BF">
        <w:rPr>
          <w:cs/>
          <w:lang w:bidi="bn-IN"/>
        </w:rPr>
        <w:t>মূল্যবোধ নয়। ন্যায়পরায়ণতা</w:t>
      </w:r>
      <w:r w:rsidR="00895143">
        <w:t>,</w:t>
      </w:r>
      <w:r w:rsidR="007710BF" w:rsidRPr="007710BF">
        <w:rPr>
          <w:cs/>
          <w:lang w:bidi="bn-IN"/>
        </w:rPr>
        <w:t>সুবিচার</w:t>
      </w:r>
      <w:r w:rsidR="00895143">
        <w:t>,</w:t>
      </w:r>
      <w:r w:rsidR="007710BF" w:rsidRPr="007710BF">
        <w:rPr>
          <w:cs/>
          <w:lang w:bidi="bn-IN"/>
        </w:rPr>
        <w:t xml:space="preserve">প্রজ্ঞা </w:t>
      </w:r>
      <w:r>
        <w:rPr>
          <w:cs/>
          <w:lang w:bidi="bn-IN"/>
        </w:rPr>
        <w:t>স্ব</w:t>
      </w:r>
      <w:r w:rsidR="007710BF" w:rsidRPr="007710BF">
        <w:rPr>
          <w:cs/>
          <w:lang w:bidi="bn-IN"/>
        </w:rPr>
        <w:t>তন্ত্রভাবে একেকটি মূল্যবোধ। জ্ঞান একটি মূল্যবোধ</w:t>
      </w:r>
      <w:r w:rsidR="00895143">
        <w:t>,</w:t>
      </w:r>
      <w:r w:rsidR="007710BF" w:rsidRPr="007710BF">
        <w:rPr>
          <w:cs/>
          <w:lang w:bidi="bn-IN"/>
        </w:rPr>
        <w:t>আধ্যাত্মিকতা একটি মূল্যবোধ</w:t>
      </w:r>
      <w:r w:rsidR="00895143">
        <w:t>,</w:t>
      </w:r>
      <w:r w:rsidR="008958EF">
        <w:rPr>
          <w:cs/>
          <w:lang w:bidi="bn-IN"/>
        </w:rPr>
        <w:t>এরূপ অন্য সকল মূল্যবোধ।</w:t>
      </w:r>
      <w:r w:rsidR="007710BF" w:rsidRPr="007710BF">
        <w:rPr>
          <w:cs/>
          <w:lang w:bidi="bn-IN"/>
        </w:rPr>
        <w:t xml:space="preserve"> </w:t>
      </w:r>
      <w:r w:rsidR="007710BF" w:rsidRPr="008958EF">
        <w:rPr>
          <w:rStyle w:val="libBold1Char"/>
          <w:cs/>
          <w:lang w:bidi="bn-IN"/>
        </w:rPr>
        <w:t>৪</w:t>
      </w:r>
      <w:r w:rsidR="007710BF" w:rsidRPr="008958EF">
        <w:rPr>
          <w:rStyle w:val="libBold1Char"/>
          <w:rtl/>
          <w:cs/>
        </w:rPr>
        <w:t xml:space="preserve">. </w:t>
      </w:r>
      <w:r w:rsidR="007710BF" w:rsidRPr="008958EF">
        <w:rPr>
          <w:rStyle w:val="libBold1Char"/>
          <w:rtl/>
          <w:cs/>
          <w:lang w:bidi="bn-IN"/>
        </w:rPr>
        <w:t>ইশ্ক বা ভালবাসা</w:t>
      </w:r>
      <w:r w:rsidR="007710BF" w:rsidRPr="007710BF">
        <w:rPr>
          <w:cs/>
          <w:lang w:bidi="bn-IN"/>
        </w:rPr>
        <w:t xml:space="preserve"> : কখনো কখনো ইশ্ক বা প্রেম একমাত্র মূল্যবোধে পরিণত হয় যেরূপ</w:t>
      </w:r>
      <w:r w:rsidR="003F786B">
        <w:rPr>
          <w:lang w:bidi="bn-IN"/>
        </w:rPr>
        <w:t xml:space="preserve"> </w:t>
      </w:r>
      <w:r w:rsidR="007710BF" w:rsidRPr="007710BF">
        <w:rPr>
          <w:cs/>
          <w:lang w:bidi="bn-IN"/>
        </w:rPr>
        <w:t>এরফান (আধ্যাত্মিক)</w:t>
      </w:r>
      <w:r w:rsidR="00895143">
        <w:t>,</w:t>
      </w:r>
      <w:r w:rsidR="007710BF" w:rsidRPr="007710BF">
        <w:rPr>
          <w:cs/>
          <w:lang w:bidi="bn-IN"/>
        </w:rPr>
        <w:t xml:space="preserve">তাসাউফ ও সুফী গজলগুলোতে দেখা যায়। </w:t>
      </w:r>
    </w:p>
    <w:p w:rsidR="003F786B" w:rsidRDefault="007710BF" w:rsidP="003F786B">
      <w:pPr>
        <w:pStyle w:val="libCenter"/>
      </w:pPr>
      <w:r w:rsidRPr="007710BF">
        <w:rPr>
          <w:cs/>
          <w:lang w:bidi="bn-IN"/>
        </w:rPr>
        <w:t xml:space="preserve"> </w:t>
      </w:r>
      <w:r w:rsidRPr="001933EC">
        <w:rPr>
          <w:rStyle w:val="libAlaemChar"/>
        </w:rPr>
        <w:t>“</w:t>
      </w:r>
      <w:r w:rsidRPr="007710BF">
        <w:rPr>
          <w:cs/>
          <w:lang w:bidi="bn-IN"/>
        </w:rPr>
        <w:t>ফেরেশতা জানে না ভালবাসা কি এই সাকী</w:t>
      </w:r>
      <w:r w:rsidR="00895143">
        <w:t>,</w:t>
      </w:r>
    </w:p>
    <w:p w:rsidR="003F786B" w:rsidRDefault="007710BF" w:rsidP="003F786B">
      <w:pPr>
        <w:pStyle w:val="libCenter"/>
        <w:rPr>
          <w:rStyle w:val="libAlaemChar"/>
        </w:rPr>
      </w:pPr>
      <w:r w:rsidRPr="007710BF">
        <w:rPr>
          <w:cs/>
          <w:lang w:bidi="bn-IN"/>
        </w:rPr>
        <w:t>ঢালতে যদি চাও শরাব তবে ঢাল আদমেরই পায়।</w:t>
      </w:r>
      <w:r w:rsidRPr="001933EC">
        <w:rPr>
          <w:rStyle w:val="libAlaemChar"/>
        </w:rPr>
        <w:t>”</w:t>
      </w:r>
    </w:p>
    <w:p w:rsidR="003F786B" w:rsidRDefault="007710BF" w:rsidP="008958EF">
      <w:pPr>
        <w:pStyle w:val="libNormal"/>
      </w:pPr>
      <w:r w:rsidRPr="007710BF">
        <w:rPr>
          <w:cs/>
          <w:lang w:bidi="bn-IN"/>
        </w:rPr>
        <w:t>তখন তারা অন্যান্য সকল মূল্যবোধকে</w:t>
      </w:r>
      <w:r w:rsidR="00895143">
        <w:t>,</w:t>
      </w:r>
      <w:r w:rsidRPr="007710BF">
        <w:rPr>
          <w:cs/>
          <w:lang w:bidi="bn-IN"/>
        </w:rPr>
        <w:t>এমনকি বুদ্ধিবৃত্তিক মূল্যবোধকেও ভুলে যায়। আরেফগণ</w:t>
      </w:r>
      <w:r w:rsidR="003F786B">
        <w:rPr>
          <w:lang w:bidi="bn-IN"/>
        </w:rPr>
        <w:t xml:space="preserve"> </w:t>
      </w:r>
      <w:r w:rsidRPr="007710BF">
        <w:rPr>
          <w:cs/>
          <w:lang w:bidi="bn-IN"/>
        </w:rPr>
        <w:t>ইশ্কের প্রতি যে টান অনুভব করেন অনেক সময় তা পুরোপুরি বুদ্ধিবৃত্তির বিরোধী ও এর সঙ্গে</w:t>
      </w:r>
      <w:r w:rsidR="003F786B">
        <w:rPr>
          <w:lang w:bidi="bn-IN"/>
        </w:rPr>
        <w:t xml:space="preserve"> </w:t>
      </w:r>
      <w:r w:rsidRPr="007710BF">
        <w:rPr>
          <w:cs/>
          <w:lang w:bidi="bn-IN"/>
        </w:rPr>
        <w:t>সাংঘর্ষিক। হাফেজ শিরাজী বলেন</w:t>
      </w:r>
      <w:r w:rsidR="00895143">
        <w:t>,</w:t>
      </w:r>
    </w:p>
    <w:p w:rsidR="003F786B" w:rsidRDefault="007710BF" w:rsidP="003F786B">
      <w:pPr>
        <w:pStyle w:val="libCenter"/>
        <w:rPr>
          <w:lang w:bidi="bn-IN"/>
        </w:rPr>
      </w:pPr>
      <w:r w:rsidRPr="007710BF">
        <w:t xml:space="preserve"> </w:t>
      </w:r>
      <w:r w:rsidRPr="001933EC">
        <w:rPr>
          <w:rStyle w:val="libAlaemChar"/>
        </w:rPr>
        <w:t>“</w:t>
      </w:r>
      <w:r w:rsidRPr="007710BF">
        <w:rPr>
          <w:cs/>
          <w:lang w:bidi="bn-IN"/>
        </w:rPr>
        <w:t xml:space="preserve">সুফীর কাছেই রয়েছে রহস্যকে জানার আলো </w:t>
      </w:r>
    </w:p>
    <w:p w:rsidR="003F786B" w:rsidRDefault="007710BF" w:rsidP="003F786B">
      <w:pPr>
        <w:pStyle w:val="libCenter"/>
      </w:pPr>
      <w:r w:rsidRPr="007710BF">
        <w:rPr>
          <w:cs/>
          <w:lang w:bidi="bn-IN"/>
        </w:rPr>
        <w:t>সব কিছুর গোপন ভেদ এর থেকেই জানো</w:t>
      </w:r>
      <w:r w:rsidR="00895143">
        <w:t>,</w:t>
      </w:r>
    </w:p>
    <w:p w:rsidR="003F786B" w:rsidRDefault="007710BF" w:rsidP="003F786B">
      <w:pPr>
        <w:pStyle w:val="libCenter"/>
        <w:rPr>
          <w:lang w:bidi="bn-IN"/>
        </w:rPr>
      </w:pPr>
      <w:r w:rsidRPr="007710BF">
        <w:rPr>
          <w:cs/>
          <w:lang w:bidi="bn-IN"/>
        </w:rPr>
        <w:t xml:space="preserve">ভোরে ডাকা মোরগই জানে </w:t>
      </w:r>
      <w:r w:rsidRPr="001933EC">
        <w:rPr>
          <w:rStyle w:val="libAlaemChar"/>
        </w:rPr>
        <w:t>‘</w:t>
      </w:r>
      <w:r w:rsidRPr="007710BF">
        <w:rPr>
          <w:cs/>
          <w:lang w:bidi="bn-IN"/>
        </w:rPr>
        <w:t>সকল ফুলের</w:t>
      </w:r>
      <w:r w:rsidRPr="001933EC">
        <w:rPr>
          <w:rStyle w:val="libAlaemChar"/>
        </w:rPr>
        <w:t>’</w:t>
      </w:r>
      <w:r w:rsidRPr="007710BF">
        <w:t xml:space="preserve">* </w:t>
      </w:r>
      <w:r w:rsidRPr="007710BF">
        <w:rPr>
          <w:cs/>
          <w:lang w:bidi="bn-IN"/>
        </w:rPr>
        <w:t>ব্যাখ্যা</w:t>
      </w:r>
    </w:p>
    <w:p w:rsidR="003F786B" w:rsidRDefault="007710BF" w:rsidP="003F786B">
      <w:pPr>
        <w:pStyle w:val="libCenter"/>
        <w:rPr>
          <w:rStyle w:val="libAlaemChar"/>
        </w:rPr>
      </w:pPr>
      <w:r w:rsidRPr="007710BF">
        <w:rPr>
          <w:cs/>
          <w:lang w:bidi="bn-IN"/>
        </w:rPr>
        <w:t>প্রতিটি কুক কুরুকের অর্থ তার জানা।</w:t>
      </w:r>
      <w:r w:rsidRPr="001933EC">
        <w:rPr>
          <w:rStyle w:val="libAlaemChar"/>
        </w:rPr>
        <w:t>”</w:t>
      </w:r>
    </w:p>
    <w:p w:rsidR="003F786B" w:rsidRDefault="007710BF" w:rsidP="008958EF">
      <w:pPr>
        <w:pStyle w:val="libNormal"/>
        <w:rPr>
          <w:lang w:bidi="bn-IN"/>
        </w:rPr>
      </w:pPr>
      <w:r w:rsidRPr="007710BF">
        <w:t>(*</w:t>
      </w:r>
      <w:r w:rsidRPr="007710BF">
        <w:rPr>
          <w:cs/>
          <w:lang w:bidi="bn-IN"/>
        </w:rPr>
        <w:t xml:space="preserve">সকল ফুল অর্থ </w:t>
      </w:r>
      <w:r w:rsidR="00D009A1">
        <w:rPr>
          <w:cs/>
          <w:lang w:bidi="bn-IN"/>
        </w:rPr>
        <w:t>আল্লাহর</w:t>
      </w:r>
      <w:r w:rsidRPr="007710BF">
        <w:rPr>
          <w:rFonts w:hint="cs"/>
          <w:cs/>
          <w:lang w:bidi="bn-IN"/>
        </w:rPr>
        <w:t xml:space="preserve"> সত্তা যা সকল পূর্ণতার সমষ্টি।</w:t>
      </w:r>
      <w:r w:rsidRPr="007710BF">
        <w:rPr>
          <w:cs/>
          <w:lang w:bidi="bn-IN"/>
        </w:rPr>
        <w:t xml:space="preserve">) </w:t>
      </w:r>
    </w:p>
    <w:p w:rsidR="003F786B" w:rsidRDefault="007710BF" w:rsidP="008958EF">
      <w:pPr>
        <w:pStyle w:val="libNormal"/>
      </w:pPr>
      <w:r w:rsidRPr="007710BF">
        <w:rPr>
          <w:cs/>
          <w:lang w:bidi="bn-IN"/>
        </w:rPr>
        <w:t>তিনি বলতে চান</w:t>
      </w:r>
      <w:r w:rsidR="00895143">
        <w:t>,</w:t>
      </w:r>
      <w:r w:rsidRPr="007710BF">
        <w:rPr>
          <w:cs/>
          <w:lang w:bidi="bn-IN"/>
        </w:rPr>
        <w:t>কেবল আরেফই পারে ভালবাসার মাধ্যমে আ</w:t>
      </w:r>
      <w:r w:rsidR="006B46F0">
        <w:rPr>
          <w:cs/>
          <w:lang w:bidi="bn-IN"/>
        </w:rPr>
        <w:t>ল্লা</w:t>
      </w:r>
      <w:r w:rsidR="003F786B">
        <w:rPr>
          <w:rFonts w:hint="cs"/>
          <w:cs/>
          <w:lang w:bidi="bn-IN"/>
        </w:rPr>
        <w:t>হতে</w:t>
      </w:r>
      <w:r w:rsidRPr="007710BF">
        <w:rPr>
          <w:rFonts w:hint="cs"/>
          <w:cs/>
          <w:lang w:bidi="bn-IN"/>
        </w:rPr>
        <w:t xml:space="preserve"> </w:t>
      </w:r>
      <w:r w:rsidR="00611BB9">
        <w:rPr>
          <w:rFonts w:hint="cs"/>
          <w:cs/>
          <w:lang w:bidi="bn-IN"/>
        </w:rPr>
        <w:t>পৌ</w:t>
      </w:r>
      <w:r w:rsidRPr="007710BF">
        <w:rPr>
          <w:rFonts w:hint="cs"/>
          <w:cs/>
          <w:lang w:bidi="bn-IN"/>
        </w:rPr>
        <w:t>ছতে। কয়েক ছত্র</w:t>
      </w:r>
      <w:r w:rsidR="003F786B">
        <w:rPr>
          <w:lang w:bidi="bn-IN"/>
        </w:rPr>
        <w:t xml:space="preserve"> </w:t>
      </w:r>
      <w:r w:rsidRPr="007710BF">
        <w:rPr>
          <w:rFonts w:hint="cs"/>
          <w:cs/>
          <w:lang w:bidi="bn-IN"/>
        </w:rPr>
        <w:t>পরেই বলছেন</w:t>
      </w:r>
      <w:r w:rsidR="00895143">
        <w:t>,</w:t>
      </w:r>
    </w:p>
    <w:p w:rsidR="003F786B" w:rsidRDefault="007710BF" w:rsidP="003F786B">
      <w:pPr>
        <w:pStyle w:val="libCenter"/>
      </w:pPr>
      <w:r w:rsidRPr="001933EC">
        <w:rPr>
          <w:rStyle w:val="libAlaemChar"/>
        </w:rPr>
        <w:t>“</w:t>
      </w:r>
      <w:r w:rsidRPr="007710BF">
        <w:rPr>
          <w:cs/>
          <w:lang w:bidi="bn-IN"/>
        </w:rPr>
        <w:t>এই আকলের খাতা থেকে প্রেমের যে বাণী শিখেছ হায়</w:t>
      </w:r>
      <w:r w:rsidR="00895143">
        <w:t>,</w:t>
      </w:r>
    </w:p>
    <w:p w:rsidR="003F786B" w:rsidRPr="008B4103" w:rsidRDefault="007710BF" w:rsidP="003F786B">
      <w:pPr>
        <w:pStyle w:val="libCenter"/>
        <w:rPr>
          <w:rStyle w:val="libAlaemChar"/>
        </w:rPr>
      </w:pPr>
      <w:r w:rsidRPr="003F786B">
        <w:rPr>
          <w:cs/>
          <w:lang w:bidi="bn-IN"/>
        </w:rPr>
        <w:t>শংকিত আমি জান না সত্যিই</w:t>
      </w:r>
      <w:r w:rsidR="003936CB" w:rsidRPr="003F786B">
        <w:t>-</w:t>
      </w:r>
      <w:r w:rsidRPr="003F786B">
        <w:rPr>
          <w:cs/>
          <w:lang w:bidi="bn-IN"/>
        </w:rPr>
        <w:t>যা জানার তায়।</w:t>
      </w:r>
      <w:r w:rsidRPr="008B4103">
        <w:rPr>
          <w:rStyle w:val="libAlaemChar"/>
        </w:rPr>
        <w:t>”</w:t>
      </w:r>
    </w:p>
    <w:p w:rsidR="00496115" w:rsidRDefault="007710BF" w:rsidP="003F786B">
      <w:pPr>
        <w:pStyle w:val="libNormal"/>
        <w:rPr>
          <w:lang w:bidi="bn-IN"/>
        </w:rPr>
      </w:pPr>
      <w:r w:rsidRPr="007710BF">
        <w:rPr>
          <w:cs/>
          <w:lang w:bidi="bn-IN"/>
        </w:rPr>
        <w:t xml:space="preserve">এ ছত্রে </w:t>
      </w:r>
      <w:r w:rsidR="00FE6D44">
        <w:rPr>
          <w:cs/>
          <w:lang w:bidi="bn-IN"/>
        </w:rPr>
        <w:t>তার</w:t>
      </w:r>
      <w:r w:rsidRPr="007710BF">
        <w:rPr>
          <w:cs/>
          <w:lang w:bidi="bn-IN"/>
        </w:rPr>
        <w:t xml:space="preserve"> লক্ষ্য আবু আলী সিনার পুস্তক </w:t>
      </w:r>
      <w:r w:rsidRPr="001933EC">
        <w:rPr>
          <w:rStyle w:val="libAlaemChar"/>
        </w:rPr>
        <w:t>‘</w:t>
      </w:r>
      <w:r w:rsidRPr="007710BF">
        <w:rPr>
          <w:cs/>
          <w:lang w:bidi="bn-IN"/>
        </w:rPr>
        <w:t>ইশারাত</w:t>
      </w:r>
      <w:r w:rsidRPr="001933EC">
        <w:rPr>
          <w:rStyle w:val="libAlaemChar"/>
        </w:rPr>
        <w:t>’</w:t>
      </w:r>
      <w:r w:rsidRPr="007710BF">
        <w:t xml:space="preserve"> </w:t>
      </w:r>
      <w:r w:rsidRPr="007710BF">
        <w:rPr>
          <w:cs/>
          <w:lang w:bidi="bn-IN"/>
        </w:rPr>
        <w:t xml:space="preserve">যাতে তিনি ইশ্কের ব্যাপারে কথা বলেছেন।সুতরাং </w:t>
      </w:r>
      <w:r w:rsidR="00611BB9">
        <w:rPr>
          <w:cs/>
          <w:lang w:bidi="bn-IN"/>
        </w:rPr>
        <w:t>তা</w:t>
      </w:r>
      <w:r w:rsidRPr="007710BF">
        <w:rPr>
          <w:cs/>
          <w:lang w:bidi="bn-IN"/>
        </w:rPr>
        <w:t>দের দৃষ্টিতে</w:t>
      </w:r>
      <w:r w:rsidR="003F786B">
        <w:rPr>
          <w:cs/>
          <w:lang w:bidi="bn-IN"/>
        </w:rPr>
        <w:t xml:space="preserve"> মানুষ ও </w:t>
      </w:r>
      <w:r w:rsidR="003F786B" w:rsidRPr="003F786B">
        <w:rPr>
          <w:cs/>
          <w:lang w:bidi="bn-IN"/>
        </w:rPr>
        <w:t>মনুষ্যত্বের</w:t>
      </w:r>
      <w:r w:rsidRPr="007710BF">
        <w:rPr>
          <w:cs/>
          <w:lang w:bidi="bn-IN"/>
        </w:rPr>
        <w:t xml:space="preserve"> অর্থ হলো ইশ্ক এবং আকল একটি হাতকড়া</w:t>
      </w:r>
      <w:r w:rsidR="00895143">
        <w:t>,</w:t>
      </w:r>
      <w:r w:rsidRPr="007710BF">
        <w:rPr>
          <w:cs/>
          <w:lang w:bidi="bn-IN"/>
        </w:rPr>
        <w:t>বেড়ী বা</w:t>
      </w:r>
      <w:r w:rsidR="003F786B">
        <w:rPr>
          <w:lang w:bidi="bn-IN"/>
        </w:rPr>
        <w:t xml:space="preserve"> </w:t>
      </w:r>
      <w:r w:rsidRPr="007710BF">
        <w:rPr>
          <w:cs/>
          <w:lang w:bidi="bn-IN"/>
        </w:rPr>
        <w:t>শৃঙ্খল বৈ কিছু নয়</w:t>
      </w:r>
      <w:r w:rsidRPr="007710BF">
        <w:t xml:space="preserve">; </w:t>
      </w:r>
      <w:r w:rsidRPr="007710BF">
        <w:rPr>
          <w:cs/>
          <w:lang w:bidi="bn-IN"/>
        </w:rPr>
        <w:t xml:space="preserve">তাই তা </w:t>
      </w:r>
      <w:r w:rsidR="006B46F0">
        <w:rPr>
          <w:cs/>
          <w:lang w:bidi="bn-IN"/>
        </w:rPr>
        <w:t>সম্পূর্ণ</w:t>
      </w:r>
      <w:r w:rsidR="00496115">
        <w:rPr>
          <w:cs/>
          <w:lang w:bidi="bn-IN"/>
        </w:rPr>
        <w:t>রূপে নিন্দিত</w:t>
      </w:r>
      <w:r w:rsidRPr="007710BF">
        <w:rPr>
          <w:cs/>
          <w:lang w:bidi="hi-IN"/>
        </w:rPr>
        <w:t>।</w:t>
      </w:r>
    </w:p>
    <w:p w:rsidR="00496115" w:rsidRDefault="007710BF" w:rsidP="003F786B">
      <w:pPr>
        <w:pStyle w:val="libNormal"/>
        <w:rPr>
          <w:rStyle w:val="libAlaemChar"/>
        </w:rPr>
      </w:pPr>
      <w:r w:rsidRPr="007710BF">
        <w:rPr>
          <w:cs/>
          <w:lang w:bidi="bn-IN"/>
        </w:rPr>
        <w:t>এক সময় দেখা যায় একমাত্র মূল্যবোধ বলতে হয়ে যায় শুধুই আকল এবং চিন্তা। বলা হয় এগুলো</w:t>
      </w:r>
      <w:r w:rsidR="00496115">
        <w:rPr>
          <w:lang w:bidi="bn-IN"/>
        </w:rPr>
        <w:t xml:space="preserve"> </w:t>
      </w:r>
      <w:r w:rsidRPr="007710BF">
        <w:rPr>
          <w:cs/>
          <w:lang w:bidi="bn-IN"/>
        </w:rPr>
        <w:t>(ভালবাসা ও অন্যান্য মূল্যবোধ) আবার কি</w:t>
      </w:r>
      <w:r w:rsidRPr="007710BF">
        <w:t xml:space="preserve">? </w:t>
      </w:r>
      <w:r w:rsidRPr="007710BF">
        <w:rPr>
          <w:cs/>
          <w:lang w:bidi="bn-IN"/>
        </w:rPr>
        <w:t>এগুলো খেয়ালী ও গুরু</w:t>
      </w:r>
      <w:r w:rsidR="009E6EF8">
        <w:rPr>
          <w:cs/>
          <w:lang w:bidi="bn-IN"/>
        </w:rPr>
        <w:t>ত্ব</w:t>
      </w:r>
      <w:r w:rsidRPr="007710BF">
        <w:rPr>
          <w:cs/>
          <w:lang w:bidi="bn-IN"/>
        </w:rPr>
        <w:t>হীন যেমন-তেমন বিষয়। আবু</w:t>
      </w:r>
      <w:r w:rsidR="00496115">
        <w:rPr>
          <w:lang w:bidi="bn-IN"/>
        </w:rPr>
        <w:t xml:space="preserve"> </w:t>
      </w:r>
      <w:r w:rsidRPr="007710BF">
        <w:rPr>
          <w:cs/>
          <w:lang w:bidi="bn-IN"/>
        </w:rPr>
        <w:t xml:space="preserve">আলী সিনা কখনো </w:t>
      </w:r>
      <w:r w:rsidR="00FE6D44">
        <w:rPr>
          <w:cs/>
          <w:lang w:bidi="bn-IN"/>
        </w:rPr>
        <w:t>তার</w:t>
      </w:r>
      <w:r w:rsidRPr="007710BF">
        <w:rPr>
          <w:cs/>
          <w:lang w:bidi="bn-IN"/>
        </w:rPr>
        <w:t xml:space="preserve"> বক্তব্যে বলেছেন</w:t>
      </w:r>
      <w:r w:rsidR="00895143">
        <w:t>,</w:t>
      </w:r>
      <w:r w:rsidRPr="001933EC">
        <w:rPr>
          <w:rStyle w:val="libAlaemChar"/>
        </w:rPr>
        <w:t>“</w:t>
      </w:r>
      <w:r w:rsidRPr="007710BF">
        <w:rPr>
          <w:cs/>
          <w:lang w:bidi="bn-IN"/>
        </w:rPr>
        <w:t>এ শব্দগুলো সুফীদের খেয়ালী ও কল্পিত বস্তু</w:t>
      </w:r>
      <w:r w:rsidR="00895143">
        <w:t>,</w:t>
      </w:r>
      <w:r w:rsidRPr="007710BF">
        <w:rPr>
          <w:cs/>
          <w:lang w:bidi="bn-IN"/>
        </w:rPr>
        <w:t>আমাদের</w:t>
      </w:r>
      <w:r w:rsidR="00496115">
        <w:rPr>
          <w:lang w:bidi="bn-IN"/>
        </w:rPr>
        <w:t xml:space="preserve"> </w:t>
      </w:r>
      <w:r w:rsidRPr="007710BF">
        <w:rPr>
          <w:cs/>
          <w:lang w:bidi="bn-IN"/>
        </w:rPr>
        <w:t>উচিত আকল বা বুদ্ধিবৃত্তির উপর ভর করে এগিয়ে যাওয়া।</w:t>
      </w:r>
      <w:r w:rsidRPr="001933EC">
        <w:rPr>
          <w:rStyle w:val="libAlaemChar"/>
        </w:rPr>
        <w:t>”</w:t>
      </w:r>
    </w:p>
    <w:p w:rsidR="00496115" w:rsidRDefault="007710BF" w:rsidP="003F786B">
      <w:pPr>
        <w:pStyle w:val="libNormal"/>
        <w:rPr>
          <w:cs/>
          <w:lang w:bidi="bn-IN"/>
        </w:rPr>
      </w:pPr>
      <w:r w:rsidRPr="007710BF">
        <w:rPr>
          <w:cs/>
          <w:lang w:bidi="bn-IN"/>
        </w:rPr>
        <w:t>এ সকল প্রকার মূল্যবোধই মানুষের মধ্যে রয়েছে</w:t>
      </w:r>
      <w:r w:rsidR="00895143">
        <w:t>,</w:t>
      </w:r>
      <w:r w:rsidRPr="007710BF">
        <w:rPr>
          <w:cs/>
          <w:lang w:bidi="bn-IN"/>
        </w:rPr>
        <w:t>যেমন বুদ্ধিবৃত্তি</w:t>
      </w:r>
      <w:r w:rsidR="00895143">
        <w:t>,</w:t>
      </w:r>
      <w:r w:rsidR="00496115">
        <w:rPr>
          <w:cs/>
          <w:lang w:bidi="bn-IN"/>
        </w:rPr>
        <w:t>স্নেহ</w:t>
      </w:r>
      <w:r w:rsidRPr="007710BF">
        <w:rPr>
          <w:cs/>
          <w:lang w:bidi="bn-IN"/>
        </w:rPr>
        <w:t>-ভালবাসা</w:t>
      </w:r>
      <w:r w:rsidR="00895143">
        <w:t>,</w:t>
      </w:r>
      <w:r w:rsidRPr="007710BF">
        <w:rPr>
          <w:cs/>
          <w:lang w:bidi="bn-IN"/>
        </w:rPr>
        <w:t>আকর্ষণ</w:t>
      </w:r>
      <w:r w:rsidR="00895143">
        <w:t>,</w:t>
      </w:r>
      <w:r w:rsidRPr="007710BF">
        <w:rPr>
          <w:cs/>
          <w:lang w:bidi="bn-IN"/>
        </w:rPr>
        <w:t>ন্যায়বিচার</w:t>
      </w:r>
      <w:r w:rsidR="00895143">
        <w:t>,</w:t>
      </w:r>
      <w:r w:rsidRPr="007710BF">
        <w:rPr>
          <w:cs/>
          <w:lang w:bidi="bn-IN"/>
        </w:rPr>
        <w:t>খেদমত (মানুষের জন্য কাজ করা)</w:t>
      </w:r>
      <w:r w:rsidR="00895143">
        <w:t>,</w:t>
      </w:r>
      <w:r w:rsidRPr="007710BF">
        <w:rPr>
          <w:cs/>
          <w:lang w:bidi="bn-IN"/>
        </w:rPr>
        <w:t>ইবাদত</w:t>
      </w:r>
      <w:r w:rsidR="00895143">
        <w:t>,</w:t>
      </w:r>
      <w:r w:rsidR="006B46F0">
        <w:rPr>
          <w:cs/>
          <w:lang w:bidi="bn-IN"/>
        </w:rPr>
        <w:t>স্বা</w:t>
      </w:r>
      <w:r w:rsidRPr="007710BF">
        <w:rPr>
          <w:cs/>
          <w:lang w:bidi="bn-IN"/>
        </w:rPr>
        <w:t>ধীনতা এবং অন্যান্য। এখন প্রশ্ন হলো কি</w:t>
      </w:r>
      <w:r w:rsidR="00496115">
        <w:rPr>
          <w:lang w:bidi="bn-IN"/>
        </w:rPr>
        <w:t xml:space="preserve"> </w:t>
      </w:r>
      <w:r w:rsidRPr="007710BF">
        <w:rPr>
          <w:cs/>
          <w:lang w:bidi="bn-IN"/>
        </w:rPr>
        <w:t>ধরনের মানুষ পূর্ণ মানুষ</w:t>
      </w:r>
      <w:r w:rsidRPr="007710BF">
        <w:t xml:space="preserve">? </w:t>
      </w:r>
      <w:r w:rsidRPr="007710BF">
        <w:rPr>
          <w:cs/>
          <w:lang w:bidi="bn-IN"/>
        </w:rPr>
        <w:t>সে ব্যক্তি যে শুধুই উপাসক</w:t>
      </w:r>
      <w:r w:rsidRPr="007710BF">
        <w:t xml:space="preserve">? </w:t>
      </w:r>
      <w:r w:rsidRPr="007710BF">
        <w:rPr>
          <w:cs/>
          <w:lang w:bidi="bn-IN"/>
        </w:rPr>
        <w:t xml:space="preserve">নাকি যে ব্যক্তি </w:t>
      </w:r>
      <w:r w:rsidR="006B46F0">
        <w:rPr>
          <w:cs/>
          <w:lang w:bidi="bn-IN"/>
        </w:rPr>
        <w:t>স্বা</w:t>
      </w:r>
      <w:r w:rsidRPr="007710BF">
        <w:rPr>
          <w:cs/>
          <w:lang w:bidi="bn-IN"/>
        </w:rPr>
        <w:t>ধীন</w:t>
      </w:r>
      <w:r w:rsidRPr="007710BF">
        <w:t xml:space="preserve">? </w:t>
      </w:r>
      <w:r w:rsidRPr="007710BF">
        <w:rPr>
          <w:cs/>
          <w:lang w:bidi="bn-IN"/>
        </w:rPr>
        <w:t>নাকি যে ব্যক্তি শুধুই</w:t>
      </w:r>
      <w:r w:rsidR="00496115">
        <w:rPr>
          <w:lang w:bidi="bn-IN"/>
        </w:rPr>
        <w:t xml:space="preserve"> </w:t>
      </w:r>
      <w:r w:rsidRPr="007710BF">
        <w:rPr>
          <w:cs/>
          <w:lang w:bidi="bn-IN"/>
        </w:rPr>
        <w:t>প্রেমিক</w:t>
      </w:r>
      <w:r w:rsidRPr="007710BF">
        <w:t xml:space="preserve">? </w:t>
      </w:r>
      <w:r w:rsidRPr="007710BF">
        <w:rPr>
          <w:cs/>
          <w:lang w:bidi="bn-IN"/>
        </w:rPr>
        <w:t>অথবা সে ব্যক্তি যে শুধু চিন্তাশীল</w:t>
      </w:r>
      <w:r w:rsidRPr="007710BF">
        <w:t xml:space="preserve">? </w:t>
      </w:r>
      <w:r w:rsidRPr="007710BF">
        <w:rPr>
          <w:cs/>
          <w:lang w:bidi="bn-IN"/>
        </w:rPr>
        <w:t>না</w:t>
      </w:r>
      <w:r w:rsidR="00895143">
        <w:t>,</w:t>
      </w:r>
      <w:r w:rsidRPr="007710BF">
        <w:rPr>
          <w:cs/>
          <w:lang w:bidi="bn-IN"/>
        </w:rPr>
        <w:t>প্রকৃতপক্ষে এদের কেউই পূর্ণ মানব নয়। পূর্ণ মানব</w:t>
      </w:r>
      <w:r w:rsidR="00496115">
        <w:rPr>
          <w:lang w:bidi="bn-IN"/>
        </w:rPr>
        <w:t xml:space="preserve"> </w:t>
      </w:r>
      <w:r w:rsidRPr="007710BF">
        <w:rPr>
          <w:cs/>
          <w:lang w:bidi="bn-IN"/>
        </w:rPr>
        <w:t>সেই ব্যক্তি যার মধ্যে এ সকল প্রকার মূল্যবোধই সর্বো</w:t>
      </w:r>
      <w:r w:rsidR="00D53669">
        <w:rPr>
          <w:cs/>
          <w:lang w:bidi="bn-IN"/>
        </w:rPr>
        <w:t>চ্চ</w:t>
      </w:r>
      <w:r w:rsidRPr="007710BF">
        <w:t xml:space="preserve"> </w:t>
      </w:r>
      <w:r w:rsidRPr="007710BF">
        <w:rPr>
          <w:cs/>
          <w:lang w:bidi="bn-IN"/>
        </w:rPr>
        <w:t>পর্যায়ে ও ভারসাম্যপূর্ণভাবে বিকাশ লাভ</w:t>
      </w:r>
      <w:r w:rsidR="00496115">
        <w:rPr>
          <w:lang w:bidi="bn-IN"/>
        </w:rPr>
        <w:t xml:space="preserve"> </w:t>
      </w:r>
      <w:r w:rsidRPr="007710BF">
        <w:rPr>
          <w:cs/>
          <w:lang w:bidi="bn-IN"/>
        </w:rPr>
        <w:t>করেছে। আমিরুল মুমিনীন আলী (আ.) তেমন একজন মানুষ।</w:t>
      </w:r>
    </w:p>
    <w:p w:rsidR="00496115" w:rsidRPr="008B4103" w:rsidRDefault="00496115" w:rsidP="009848A8">
      <w:pPr>
        <w:pStyle w:val="libNormal"/>
        <w:rPr>
          <w:rtl/>
          <w:cs/>
        </w:rPr>
      </w:pPr>
      <w:r>
        <w:rPr>
          <w:cs/>
          <w:lang w:bidi="bn-IN"/>
        </w:rPr>
        <w:br w:type="page"/>
      </w:r>
    </w:p>
    <w:p w:rsidR="00496115" w:rsidRDefault="007710BF" w:rsidP="00496115">
      <w:pPr>
        <w:pStyle w:val="Heading1"/>
        <w:rPr>
          <w:lang w:bidi="bn-IN"/>
        </w:rPr>
      </w:pPr>
      <w:bookmarkStart w:id="9" w:name="_Toc392601418"/>
      <w:r w:rsidRPr="007710BF">
        <w:rPr>
          <w:cs/>
          <w:lang w:bidi="bn-IN"/>
        </w:rPr>
        <w:t>নাহজুল বালাগার সার্বিকতা</w:t>
      </w:r>
      <w:bookmarkEnd w:id="9"/>
      <w:r w:rsidRPr="007710BF">
        <w:rPr>
          <w:cs/>
          <w:lang w:bidi="bn-IN"/>
        </w:rPr>
        <w:t xml:space="preserve"> </w:t>
      </w:r>
    </w:p>
    <w:p w:rsidR="00496115" w:rsidRDefault="007710BF" w:rsidP="00496115">
      <w:pPr>
        <w:pStyle w:val="libNormal"/>
        <w:rPr>
          <w:lang w:bidi="bn-IN"/>
        </w:rPr>
      </w:pPr>
      <w:r w:rsidRPr="007710BF">
        <w:rPr>
          <w:cs/>
          <w:lang w:bidi="bn-IN"/>
        </w:rPr>
        <w:t xml:space="preserve">নাহজুল বালাগাকে হযরত আলী (আ.)-এর </w:t>
      </w:r>
      <w:r w:rsidR="001933EC">
        <w:rPr>
          <w:cs/>
          <w:lang w:bidi="bn-IN"/>
        </w:rPr>
        <w:t>সম্পূর্ণ</w:t>
      </w:r>
      <w:r w:rsidRPr="007710BF">
        <w:rPr>
          <w:cs/>
          <w:lang w:bidi="bn-IN"/>
        </w:rPr>
        <w:t xml:space="preserve"> প্রতিচ্ছবি স</w:t>
      </w:r>
      <w:r w:rsidR="005E5BE9">
        <w:rPr>
          <w:cs/>
          <w:lang w:bidi="bn-IN"/>
        </w:rPr>
        <w:t>ম্প</w:t>
      </w:r>
      <w:r w:rsidRPr="007710BF">
        <w:rPr>
          <w:cs/>
          <w:lang w:bidi="bn-IN"/>
        </w:rPr>
        <w:t>ন্ন গ্রন্থ বলতে পারছি না</w:t>
      </w:r>
      <w:r w:rsidR="00895143">
        <w:t>,</w:t>
      </w:r>
      <w:r w:rsidRPr="007710BF">
        <w:rPr>
          <w:cs/>
          <w:lang w:bidi="bn-IN"/>
        </w:rPr>
        <w:t>তারপরও এটা কেমন গ্রন্থ</w:t>
      </w:r>
      <w:r w:rsidRPr="007710BF">
        <w:t>? (</w:t>
      </w:r>
      <w:r w:rsidR="005E5BE9">
        <w:rPr>
          <w:cs/>
          <w:lang w:bidi="bn-IN"/>
        </w:rPr>
        <w:t>প্রকৃত</w:t>
      </w:r>
      <w:r w:rsidRPr="007710BF">
        <w:rPr>
          <w:cs/>
          <w:lang w:bidi="bn-IN"/>
        </w:rPr>
        <w:t>পক্ষে সাইয়্যেদ রাজী আলী [আ.]</w:t>
      </w:r>
      <w:r w:rsidR="00496115">
        <w:rPr>
          <w:cs/>
          <w:lang w:bidi="bn-IN"/>
        </w:rPr>
        <w:t>-এর বিভিন্ন বক্তব্যের অংশ বিশেষ</w:t>
      </w:r>
      <w:r w:rsidR="00496115">
        <w:rPr>
          <w:lang w:bidi="bn-IN"/>
        </w:rPr>
        <w:t xml:space="preserve"> </w:t>
      </w:r>
      <w:r w:rsidRPr="007710BF">
        <w:rPr>
          <w:cs/>
          <w:lang w:bidi="bn-IN"/>
        </w:rPr>
        <w:t>এনেছেন। যেহেতু তিনি সাহিত্যিক ছিলেন তাই শুধু সাহিত্যিক দৃষ্টিকোণের বিষয়গুলোই এনেছেন</w:t>
      </w:r>
      <w:r w:rsidR="00895143">
        <w:t>,</w:t>
      </w:r>
      <w:r w:rsidRPr="007710BF">
        <w:rPr>
          <w:cs/>
          <w:lang w:bidi="bn-IN"/>
        </w:rPr>
        <w:t>অথচ মাসউদী [যিনি রাজীর একশ</w:t>
      </w:r>
      <w:r w:rsidRPr="001933EC">
        <w:rPr>
          <w:rStyle w:val="libAlaemChar"/>
        </w:rPr>
        <w:t>’</w:t>
      </w:r>
      <w:r w:rsidRPr="007710BF">
        <w:t xml:space="preserve"> </w:t>
      </w:r>
      <w:r w:rsidRPr="007710BF">
        <w:rPr>
          <w:cs/>
          <w:lang w:bidi="bn-IN"/>
        </w:rPr>
        <w:t>বছর পূর্বের] বলেছেন তৎকালীন সময়ে মানুষের নিকট আলী</w:t>
      </w:r>
      <w:r w:rsidR="00496115">
        <w:rPr>
          <w:lang w:bidi="bn-IN"/>
        </w:rPr>
        <w:t xml:space="preserve"> </w:t>
      </w:r>
      <w:r w:rsidRPr="007710BF">
        <w:rPr>
          <w:cs/>
          <w:lang w:bidi="bn-IN"/>
        </w:rPr>
        <w:t>(আ.)-এর ৪৮০টি খুতবা লিখিত ছিল।) আমরা লক্ষ্য করব</w:t>
      </w:r>
      <w:r w:rsidR="00895143">
        <w:t>,</w:t>
      </w:r>
      <w:r w:rsidRPr="007710BF">
        <w:rPr>
          <w:cs/>
          <w:lang w:bidi="bn-IN"/>
        </w:rPr>
        <w:t>নাহজুল বালাগায় বৈচিত্রময় বিষয়</w:t>
      </w:r>
      <w:r w:rsidR="00496115">
        <w:rPr>
          <w:lang w:bidi="bn-IN"/>
        </w:rPr>
        <w:t xml:space="preserve"> </w:t>
      </w:r>
      <w:r w:rsidRPr="007710BF">
        <w:rPr>
          <w:cs/>
          <w:lang w:bidi="bn-IN"/>
        </w:rPr>
        <w:t>উপস্থাপিত হয়েছে। যখন কেউ নাহজুল বালাগাহ্ পড়ে তখন কখনো মনে করে সম্ভবত আবু আলী</w:t>
      </w:r>
      <w:r w:rsidR="00496115">
        <w:rPr>
          <w:lang w:bidi="bn-IN"/>
        </w:rPr>
        <w:t xml:space="preserve"> </w:t>
      </w:r>
      <w:r w:rsidRPr="007710BF">
        <w:rPr>
          <w:cs/>
          <w:lang w:bidi="bn-IN"/>
        </w:rPr>
        <w:t>সিনা কথা বলছেন। অন্যস্থানে দৃষ্টিপাত করে মনে করেন মাওলানা রুমী অথবা মহিউদ্দীন আরাবী কথা</w:t>
      </w:r>
      <w:r w:rsidR="00496115">
        <w:rPr>
          <w:lang w:bidi="bn-IN"/>
        </w:rPr>
        <w:t xml:space="preserve"> </w:t>
      </w:r>
      <w:r w:rsidRPr="007710BF">
        <w:rPr>
          <w:cs/>
          <w:lang w:bidi="bn-IN"/>
        </w:rPr>
        <w:t>বলছেন। কোথাও দেখে যে</w:t>
      </w:r>
      <w:r w:rsidR="00895143">
        <w:t>,</w:t>
      </w:r>
      <w:r w:rsidRPr="007710BF">
        <w:rPr>
          <w:cs/>
          <w:lang w:bidi="bn-IN"/>
        </w:rPr>
        <w:t xml:space="preserve">কবি ফেরদৌসীর মতো কথা অথবা কোন </w:t>
      </w:r>
      <w:r w:rsidR="006B46F0">
        <w:rPr>
          <w:cs/>
          <w:lang w:bidi="bn-IN"/>
        </w:rPr>
        <w:t>স্বা</w:t>
      </w:r>
      <w:r w:rsidRPr="007710BF">
        <w:rPr>
          <w:cs/>
          <w:lang w:bidi="bn-IN"/>
        </w:rPr>
        <w:t>ধীনতাকামী যার মাথায়</w:t>
      </w:r>
      <w:r w:rsidR="00496115">
        <w:rPr>
          <w:lang w:bidi="bn-IN"/>
        </w:rPr>
        <w:t xml:space="preserve"> </w:t>
      </w:r>
      <w:r w:rsidR="006B46F0">
        <w:rPr>
          <w:cs/>
          <w:lang w:bidi="bn-IN"/>
        </w:rPr>
        <w:t>স্বা</w:t>
      </w:r>
      <w:r w:rsidRPr="007710BF">
        <w:rPr>
          <w:cs/>
          <w:lang w:bidi="bn-IN"/>
        </w:rPr>
        <w:t>ধীনতা ছাড়া অন্য কিছুই আসে না এরূপ কেউ যেন কথা বলছে</w:t>
      </w:r>
      <w:r w:rsidR="00895143">
        <w:t>,</w:t>
      </w:r>
      <w:r w:rsidRPr="007710BF">
        <w:rPr>
          <w:cs/>
          <w:lang w:bidi="bn-IN"/>
        </w:rPr>
        <w:t>কখনো লক্ষ্য করে</w:t>
      </w:r>
      <w:r w:rsidR="00895143">
        <w:t>,</w:t>
      </w:r>
      <w:r w:rsidRPr="007710BF">
        <w:rPr>
          <w:cs/>
          <w:lang w:bidi="bn-IN"/>
        </w:rPr>
        <w:t>ঘরের কোণে</w:t>
      </w:r>
      <w:r w:rsidR="00496115">
        <w:rPr>
          <w:lang w:bidi="bn-IN"/>
        </w:rPr>
        <w:t xml:space="preserve"> </w:t>
      </w:r>
      <w:r w:rsidRPr="007710BF">
        <w:rPr>
          <w:cs/>
          <w:lang w:bidi="bn-IN"/>
        </w:rPr>
        <w:t>অথবা মসজিদে বসা কোন আবেদ বা যাহেদ (যুহদ অবলম্বনকারী ) অথবা কোন ধর্মীয় নেতা বক্তব্য</w:t>
      </w:r>
      <w:r w:rsidR="00496115">
        <w:rPr>
          <w:lang w:bidi="bn-IN"/>
        </w:rPr>
        <w:t xml:space="preserve"> </w:t>
      </w:r>
      <w:r w:rsidRPr="007710BF">
        <w:rPr>
          <w:cs/>
          <w:lang w:bidi="bn-IN"/>
        </w:rPr>
        <w:t>রাখছেন। অর্থাৎ সকল মূল্যবোধই আলী (আ.)-এর মধ্যে লক্ষ্য করে</w:t>
      </w:r>
      <w:r w:rsidR="00895143">
        <w:t>,</w:t>
      </w:r>
      <w:r w:rsidRPr="007710BF">
        <w:rPr>
          <w:cs/>
          <w:lang w:bidi="bn-IN"/>
        </w:rPr>
        <w:t>যেহেতু বক্তব্য ব্যক্তির আত্মার</w:t>
      </w:r>
      <w:r w:rsidR="00496115">
        <w:rPr>
          <w:lang w:bidi="bn-IN"/>
        </w:rPr>
        <w:t xml:space="preserve"> </w:t>
      </w:r>
      <w:r w:rsidRPr="007710BF">
        <w:rPr>
          <w:cs/>
          <w:lang w:bidi="bn-IN"/>
        </w:rPr>
        <w:t xml:space="preserve">প্রতিফলন। তখন বুঝি হযরত আলী কত বড় আর আমরা কত </w:t>
      </w:r>
      <w:r w:rsidR="00496115" w:rsidRPr="00496115">
        <w:rPr>
          <w:cs/>
          <w:lang w:bidi="bn-IN"/>
        </w:rPr>
        <w:t>ক্ষুদ্র</w:t>
      </w:r>
      <w:r w:rsidRPr="007710BF">
        <w:rPr>
          <w:cs/>
          <w:lang w:bidi="bn-IN"/>
        </w:rPr>
        <w:t>!</w:t>
      </w:r>
    </w:p>
    <w:p w:rsidR="000655CD" w:rsidRDefault="007710BF" w:rsidP="000655CD">
      <w:pPr>
        <w:pStyle w:val="libNormal"/>
      </w:pPr>
      <w:r w:rsidRPr="007710BF">
        <w:rPr>
          <w:cs/>
          <w:lang w:bidi="bn-IN"/>
        </w:rPr>
        <w:t>প্রায় পঞ্চাশ বছর পূর্বের কথা যখন আমাদের সমাজের (ইরানী) দীনি ও মাযহাবী প্রবণতা শুধু যুহদও ইবাদতের দিকে ছিল</w:t>
      </w:r>
      <w:r w:rsidR="00895143">
        <w:t>,</w:t>
      </w:r>
      <w:r w:rsidRPr="007710BF">
        <w:rPr>
          <w:cs/>
          <w:lang w:bidi="bn-IN"/>
        </w:rPr>
        <w:t>দেখা যেত কোন বক্তা মিম্বারে গিয়ে নাহজুল বালাগার বিশেষ অংশই শুধু</w:t>
      </w:r>
      <w:r w:rsidR="00496115">
        <w:rPr>
          <w:lang w:bidi="bn-IN"/>
        </w:rPr>
        <w:t xml:space="preserve"> </w:t>
      </w:r>
      <w:r w:rsidRPr="007710BF">
        <w:rPr>
          <w:cs/>
          <w:lang w:bidi="bn-IN"/>
        </w:rPr>
        <w:t>পড়তেন। দশ-বিশটি খুতবা যা সাধারণত পড়া হতো সেগুলো ওয়াজ-নসিহত ও যুহদ অবলম্বনের</w:t>
      </w:r>
      <w:r w:rsidR="00496115">
        <w:rPr>
          <w:lang w:bidi="bn-IN"/>
        </w:rPr>
        <w:t xml:space="preserve"> </w:t>
      </w:r>
      <w:r w:rsidRPr="007710BF">
        <w:rPr>
          <w:cs/>
          <w:lang w:bidi="bn-IN"/>
        </w:rPr>
        <w:t xml:space="preserve">আহবান দিয়ে শুরু হয়েছে। যেমন </w:t>
      </w:r>
      <w:r w:rsidRPr="001933EC">
        <w:rPr>
          <w:rStyle w:val="libAlaemChar"/>
        </w:rPr>
        <w:t>“</w:t>
      </w:r>
      <w:r w:rsidRPr="007710BF">
        <w:rPr>
          <w:cs/>
          <w:lang w:bidi="bn-IN"/>
        </w:rPr>
        <w:t>হে মানব সম্প্রদায়! নিশ্চয় দুনিয়া তোমাদের অস্থায়ী বাসস্থান</w:t>
      </w:r>
      <w:r w:rsidR="00496115">
        <w:rPr>
          <w:lang w:bidi="bn-IN"/>
        </w:rPr>
        <w:t xml:space="preserve"> </w:t>
      </w:r>
      <w:r w:rsidRPr="007710BF">
        <w:rPr>
          <w:cs/>
          <w:lang w:bidi="bn-IN"/>
        </w:rPr>
        <w:t>এবং আখেরাত চিরস্থায়ী বাসস্থান। সুতরাং অস্থায়ী বাসস্থানের পরিবর্তে স্থায়ী বাসস্থানকে গ্রহণ কর।</w:t>
      </w:r>
      <w:r w:rsidRPr="001933EC">
        <w:rPr>
          <w:rStyle w:val="libAlaemChar"/>
        </w:rPr>
        <w:t>”</w:t>
      </w:r>
      <w:r w:rsidR="00496115">
        <w:rPr>
          <w:rStyle w:val="libAlaemChar"/>
        </w:rPr>
        <w:t xml:space="preserve"> </w:t>
      </w:r>
      <w:r w:rsidRPr="007710BF">
        <w:rPr>
          <w:cs/>
          <w:lang w:bidi="bn-IN"/>
        </w:rPr>
        <w:t>নাহজুল বালাগার অন্যান্য খুতবাগুলো পড়া হতো না। যেহেতু সমাজ সেগুলো গ্রহণে সক্ষম ছিলো না।</w:t>
      </w:r>
      <w:r w:rsidR="00496115">
        <w:rPr>
          <w:lang w:bidi="bn-IN"/>
        </w:rPr>
        <w:t xml:space="preserve"> </w:t>
      </w:r>
      <w:r w:rsidRPr="007710BF">
        <w:rPr>
          <w:cs/>
          <w:lang w:bidi="bn-IN"/>
        </w:rPr>
        <w:t xml:space="preserve">সমাজ এক বিশেষ মূল্যবোধের দিকে ঝুকে পড়েছিল </w:t>
      </w:r>
      <w:r w:rsidR="00496115">
        <w:rPr>
          <w:cs/>
          <w:lang w:bidi="bn-IN"/>
        </w:rPr>
        <w:t>এবং নাহজুল বালাগার সেই অংশ যা এ</w:t>
      </w:r>
      <w:r w:rsidR="00496115">
        <w:rPr>
          <w:lang w:bidi="bn-IN"/>
        </w:rPr>
        <w:t xml:space="preserve"> </w:t>
      </w:r>
      <w:r w:rsidRPr="007710BF">
        <w:rPr>
          <w:cs/>
          <w:lang w:bidi="bn-IN"/>
        </w:rPr>
        <w:t>মূল্যবোধের সঙ্গে স</w:t>
      </w:r>
      <w:r w:rsidR="005E5BE9">
        <w:rPr>
          <w:cs/>
          <w:lang w:bidi="bn-IN"/>
        </w:rPr>
        <w:t>ম্প</w:t>
      </w:r>
      <w:r w:rsidRPr="007710BF">
        <w:rPr>
          <w:cs/>
          <w:lang w:bidi="bn-IN"/>
        </w:rPr>
        <w:t>র্কিত তা-ই প্রচলিত ছিল। শত বছর অতিক্রান্ত হয়ে যেত</w:t>
      </w:r>
      <w:r w:rsidR="00895143">
        <w:t>,</w:t>
      </w:r>
      <w:r w:rsidRPr="007710BF">
        <w:rPr>
          <w:cs/>
          <w:lang w:bidi="bn-IN"/>
        </w:rPr>
        <w:t>কিন্তু একজন</w:t>
      </w:r>
      <w:r w:rsidR="00496115">
        <w:rPr>
          <w:lang w:bidi="bn-IN"/>
        </w:rPr>
        <w:t xml:space="preserve"> </w:t>
      </w:r>
      <w:r w:rsidRPr="007710BF">
        <w:rPr>
          <w:cs/>
          <w:lang w:bidi="bn-IN"/>
        </w:rPr>
        <w:t>ব্যক্তিকে খুজে পাওয়া যেত না যে আমিরুল মুমিনীন আলী (আ</w:t>
      </w:r>
      <w:r w:rsidR="00496115">
        <w:rPr>
          <w:cs/>
          <w:lang w:bidi="bn-IN"/>
        </w:rPr>
        <w:t>.)-এর মালেক আশতারের প্রতি লিখিত</w:t>
      </w:r>
      <w:r w:rsidR="00496115">
        <w:rPr>
          <w:lang w:bidi="bn-IN"/>
        </w:rPr>
        <w:t xml:space="preserve"> </w:t>
      </w:r>
      <w:r w:rsidRPr="007710BF">
        <w:rPr>
          <w:cs/>
          <w:lang w:bidi="bn-IN"/>
        </w:rPr>
        <w:t>পত্র যা সামাজিক ও রাজনৈতিক দিক-নির্দেশনার এক ভাণ্ডার সেটি পড়বে</w:t>
      </w:r>
      <w:r w:rsidR="00895143">
        <w:t>,</w:t>
      </w:r>
      <w:r w:rsidRPr="007710BF">
        <w:rPr>
          <w:cs/>
          <w:lang w:bidi="bn-IN"/>
        </w:rPr>
        <w:t>যেহেতু সমাজের আত্মা এর</w:t>
      </w:r>
      <w:r w:rsidR="00496115">
        <w:rPr>
          <w:lang w:bidi="bn-IN"/>
        </w:rPr>
        <w:t xml:space="preserve"> </w:t>
      </w:r>
      <w:r w:rsidRPr="007710BF">
        <w:rPr>
          <w:cs/>
          <w:lang w:bidi="bn-IN"/>
        </w:rPr>
        <w:t>জন্য আগ্রহী ও পিপাসু ছিল না। অথবা যেখানে আলী (আ.) বলছেন</w:t>
      </w:r>
      <w:r w:rsidR="00895143">
        <w:t>,</w:t>
      </w:r>
    </w:p>
    <w:p w:rsidR="000655CD" w:rsidRPr="000655CD" w:rsidRDefault="006546E2" w:rsidP="006546E2">
      <w:pPr>
        <w:pStyle w:val="libAr"/>
        <w:rPr>
          <w:rtl/>
          <w:lang w:bidi="fa-IR"/>
        </w:rPr>
      </w:pPr>
      <w:r>
        <w:rPr>
          <w:rFonts w:hint="cs"/>
          <w:rtl/>
          <w:lang w:bidi="fa-IR"/>
        </w:rPr>
        <w:t>فانی سمعت رسول الله (ص) یقول فی غیر موطن: لن تقدّس امّة لا یؤخذ للضّعیف فیها حقّه من القویّ غیر متتعتع</w:t>
      </w:r>
    </w:p>
    <w:p w:rsidR="006546E2" w:rsidRDefault="007710BF" w:rsidP="006546E2">
      <w:pPr>
        <w:pStyle w:val="libNormal"/>
        <w:rPr>
          <w:lang w:bidi="bn-IN"/>
        </w:rPr>
      </w:pPr>
      <w:r w:rsidRPr="007710BF">
        <w:rPr>
          <w:cs/>
          <w:lang w:bidi="bn-IN"/>
        </w:rPr>
        <w:t xml:space="preserve"> </w:t>
      </w:r>
      <w:r w:rsidRPr="001933EC">
        <w:rPr>
          <w:rStyle w:val="libAlaemChar"/>
        </w:rPr>
        <w:t>“</w:t>
      </w:r>
      <w:r w:rsidRPr="007710BF">
        <w:rPr>
          <w:cs/>
          <w:lang w:bidi="bn-IN"/>
        </w:rPr>
        <w:t>নিশ্চয় আমি রাসূল</w:t>
      </w:r>
      <w:r w:rsidR="005C657F">
        <w:rPr>
          <w:cs/>
          <w:lang w:bidi="bn-IN"/>
        </w:rPr>
        <w:t>ল্লা</w:t>
      </w:r>
      <w:r w:rsidR="006546E2">
        <w:rPr>
          <w:rFonts w:hint="cs"/>
          <w:cs/>
          <w:lang w:bidi="bn-IN"/>
        </w:rPr>
        <w:t>হকে</w:t>
      </w:r>
      <w:r w:rsidRPr="007710BF">
        <w:rPr>
          <w:rFonts w:hint="cs"/>
          <w:cs/>
          <w:lang w:bidi="bn-IN"/>
        </w:rPr>
        <w:t xml:space="preserve"> অনন্তর বলতে শুনেছি যে</w:t>
      </w:r>
      <w:r w:rsidR="00895143">
        <w:t>,</w:t>
      </w:r>
      <w:r w:rsidRPr="007710BF">
        <w:rPr>
          <w:cs/>
          <w:lang w:bidi="bn-IN"/>
        </w:rPr>
        <w:t xml:space="preserve">কোন উম্মতই </w:t>
      </w:r>
      <w:r w:rsidR="006546E2">
        <w:rPr>
          <w:cs/>
          <w:lang w:bidi="bn-IN"/>
        </w:rPr>
        <w:t>সম্মান ও মর্যাদার পবিত্র স্থানে</w:t>
      </w:r>
      <w:r w:rsidR="006546E2">
        <w:rPr>
          <w:lang w:bidi="bn-IN"/>
        </w:rPr>
        <w:t xml:space="preserve"> </w:t>
      </w:r>
      <w:r w:rsidR="00611BB9">
        <w:rPr>
          <w:cs/>
          <w:lang w:bidi="bn-IN"/>
        </w:rPr>
        <w:t>পৌ</w:t>
      </w:r>
      <w:r w:rsidRPr="007710BF">
        <w:rPr>
          <w:cs/>
          <w:lang w:bidi="bn-IN"/>
        </w:rPr>
        <w:t>ছতে পারবে না যতক্ষণ না</w:t>
      </w:r>
      <w:r w:rsidR="006546E2">
        <w:rPr>
          <w:cs/>
          <w:lang w:bidi="bn-IN"/>
        </w:rPr>
        <w:t xml:space="preserve"> তাদের ক্ষমতাশীলদের হস্ত হতে </w:t>
      </w:r>
      <w:r w:rsidR="006546E2" w:rsidRPr="006546E2">
        <w:rPr>
          <w:cs/>
          <w:lang w:bidi="bn-IN"/>
        </w:rPr>
        <w:t>দুর্ব</w:t>
      </w:r>
      <w:r w:rsidR="006546E2">
        <w:rPr>
          <w:cs/>
          <w:lang w:bidi="bn-IN"/>
        </w:rPr>
        <w:t xml:space="preserve">লদের অধিকার আদায় </w:t>
      </w:r>
      <w:r w:rsidR="006546E2" w:rsidRPr="006546E2">
        <w:rPr>
          <w:cs/>
          <w:lang w:bidi="bn-IN"/>
        </w:rPr>
        <w:t>করবে</w:t>
      </w:r>
      <w:r w:rsidR="006546E2">
        <w:rPr>
          <w:lang w:bidi="bn-IN"/>
        </w:rPr>
        <w:t xml:space="preserve"> </w:t>
      </w:r>
      <w:r w:rsidRPr="007710BF">
        <w:rPr>
          <w:cs/>
          <w:lang w:bidi="bn-IN"/>
        </w:rPr>
        <w:t xml:space="preserve">(অর্থাৎ উম্মতের </w:t>
      </w:r>
      <w:r w:rsidR="006546E2">
        <w:rPr>
          <w:cs/>
          <w:lang w:bidi="bn-IN"/>
        </w:rPr>
        <w:t>দুর্বল</w:t>
      </w:r>
      <w:r w:rsidRPr="007710BF">
        <w:rPr>
          <w:cs/>
          <w:lang w:bidi="bn-IN"/>
        </w:rPr>
        <w:t xml:space="preserve">রা ক্ষমতাশীলদের বিরুদ্ধে তাদের অধিকারের জন্য রুখে দাঁড়াবে) কোন </w:t>
      </w:r>
      <w:r w:rsidR="006546E2">
        <w:rPr>
          <w:cs/>
          <w:lang w:bidi="bn-IN"/>
        </w:rPr>
        <w:t>দ্বিধা ও</w:t>
      </w:r>
      <w:r w:rsidR="006546E2">
        <w:rPr>
          <w:lang w:bidi="bn-IN"/>
        </w:rPr>
        <w:t xml:space="preserve"> </w:t>
      </w:r>
      <w:r w:rsidRPr="007710BF">
        <w:rPr>
          <w:cs/>
          <w:lang w:bidi="bn-IN"/>
        </w:rPr>
        <w:t>শংকা ছাড়াই।</w:t>
      </w:r>
      <w:r w:rsidRPr="001933EC">
        <w:rPr>
          <w:rStyle w:val="libAlaemChar"/>
        </w:rPr>
        <w:t>”</w:t>
      </w:r>
      <w:r w:rsidRPr="007710BF">
        <w:t xml:space="preserve"> (</w:t>
      </w:r>
      <w:r w:rsidRPr="007710BF">
        <w:rPr>
          <w:cs/>
          <w:lang w:bidi="bn-IN"/>
        </w:rPr>
        <w:t>নাহজুল বালাগাহ্</w:t>
      </w:r>
      <w:r w:rsidR="00895143">
        <w:t>,</w:t>
      </w:r>
      <w:r w:rsidRPr="007710BF">
        <w:rPr>
          <w:cs/>
          <w:lang w:bidi="bn-IN"/>
        </w:rPr>
        <w:t>পত্র নং ৫৩)</w:t>
      </w:r>
    </w:p>
    <w:p w:rsidR="006546E2" w:rsidRDefault="007710BF" w:rsidP="006546E2">
      <w:pPr>
        <w:pStyle w:val="libNormal"/>
        <w:rPr>
          <w:cs/>
          <w:lang w:bidi="bn-IN"/>
        </w:rPr>
      </w:pPr>
      <w:r w:rsidRPr="007710BF">
        <w:rPr>
          <w:cs/>
          <w:lang w:bidi="bn-IN"/>
        </w:rPr>
        <w:t>পঞ্চাশ বছর পূর্বের ইরানের সমাজ এ কথার মূল্যকে অনুধাবন করতে পারত না। যেহেতু সমাজ</w:t>
      </w:r>
      <w:r w:rsidR="006546E2">
        <w:rPr>
          <w:lang w:bidi="bn-IN"/>
        </w:rPr>
        <w:t xml:space="preserve"> </w:t>
      </w:r>
      <w:r w:rsidRPr="007710BF">
        <w:rPr>
          <w:cs/>
          <w:lang w:bidi="bn-IN"/>
        </w:rPr>
        <w:t xml:space="preserve">একটি মূল্যবোধের দিকে </w:t>
      </w:r>
      <w:r w:rsidR="001177B6">
        <w:rPr>
          <w:cs/>
          <w:lang w:bidi="bn-IN"/>
        </w:rPr>
        <w:t>ঝুকে</w:t>
      </w:r>
      <w:r w:rsidRPr="007710BF">
        <w:rPr>
          <w:cs/>
          <w:lang w:bidi="bn-IN"/>
        </w:rPr>
        <w:t xml:space="preserve"> পড়েছিল। অথচ হযরত আলীর বাণ</w:t>
      </w:r>
      <w:r w:rsidR="006546E2">
        <w:rPr>
          <w:cs/>
          <w:lang w:bidi="bn-IN"/>
        </w:rPr>
        <w:t>ীর মধ্যে সকল মূল্যবোধ স্থান লাভ</w:t>
      </w:r>
      <w:r w:rsidR="006546E2">
        <w:rPr>
          <w:lang w:bidi="bn-IN"/>
        </w:rPr>
        <w:t xml:space="preserve"> </w:t>
      </w:r>
      <w:r w:rsidRPr="007710BF">
        <w:rPr>
          <w:cs/>
          <w:lang w:bidi="bn-IN"/>
        </w:rPr>
        <w:t xml:space="preserve">করেছে এবং এ মূল্যবোধগুলো </w:t>
      </w:r>
      <w:r w:rsidR="00FE6D44">
        <w:rPr>
          <w:cs/>
          <w:lang w:bidi="bn-IN"/>
        </w:rPr>
        <w:t>তার</w:t>
      </w:r>
      <w:r w:rsidRPr="007710BF">
        <w:rPr>
          <w:cs/>
          <w:lang w:bidi="bn-IN"/>
        </w:rPr>
        <w:t xml:space="preserve"> ব্যক্তি জীবনের ইতিহাসেও আমরা দেখতে পাই।</w:t>
      </w:r>
    </w:p>
    <w:p w:rsidR="006546E2" w:rsidRPr="008B4103" w:rsidRDefault="006546E2" w:rsidP="009848A8">
      <w:pPr>
        <w:pStyle w:val="libNormal"/>
        <w:rPr>
          <w:rtl/>
          <w:cs/>
        </w:rPr>
      </w:pPr>
      <w:r>
        <w:rPr>
          <w:cs/>
          <w:lang w:bidi="bn-IN"/>
        </w:rPr>
        <w:br w:type="page"/>
      </w:r>
    </w:p>
    <w:p w:rsidR="006546E2" w:rsidRDefault="007710BF" w:rsidP="006546E2">
      <w:pPr>
        <w:pStyle w:val="Heading1"/>
        <w:rPr>
          <w:lang w:bidi="bn-IN"/>
        </w:rPr>
      </w:pPr>
      <w:bookmarkStart w:id="10" w:name="_Toc392601419"/>
      <w:r w:rsidRPr="007710BF">
        <w:rPr>
          <w:cs/>
          <w:lang w:bidi="bn-IN"/>
        </w:rPr>
        <w:t>হযরত আলী (আ.)-এর গুণাবলী</w:t>
      </w:r>
      <w:bookmarkEnd w:id="10"/>
    </w:p>
    <w:p w:rsidR="006546E2" w:rsidRDefault="006546E2" w:rsidP="006546E2">
      <w:pPr>
        <w:pStyle w:val="Heading1"/>
        <w:rPr>
          <w:lang w:bidi="bn-IN"/>
        </w:rPr>
      </w:pPr>
    </w:p>
    <w:p w:rsidR="006546E2" w:rsidRDefault="007710BF" w:rsidP="006546E2">
      <w:pPr>
        <w:pStyle w:val="libNormal"/>
        <w:rPr>
          <w:lang w:bidi="bn-IN"/>
        </w:rPr>
      </w:pPr>
      <w:r w:rsidRPr="007710BF">
        <w:rPr>
          <w:cs/>
          <w:lang w:bidi="bn-IN"/>
        </w:rPr>
        <w:t>যদি হযরত আলীকে আমাদের আদর্শ ও নেতা হিসেবে গ্রহণ করি</w:t>
      </w:r>
      <w:r w:rsidR="00895143">
        <w:t>,</w:t>
      </w:r>
      <w:r w:rsidRPr="007710BF">
        <w:rPr>
          <w:cs/>
          <w:lang w:bidi="bn-IN"/>
        </w:rPr>
        <w:t>তবে একজন পূর্ণ ও</w:t>
      </w:r>
      <w:r w:rsidR="006546E2">
        <w:rPr>
          <w:lang w:bidi="bn-IN"/>
        </w:rPr>
        <w:t xml:space="preserve"> </w:t>
      </w:r>
      <w:r w:rsidRPr="007710BF">
        <w:rPr>
          <w:cs/>
          <w:lang w:bidi="bn-IN"/>
        </w:rPr>
        <w:t>ভারসাম্যপূর্ণ মানুষকে যার মধ্যে সকল মানবিক মূল্যবোধ সামঞ্জস্য</w:t>
      </w:r>
      <w:r w:rsidR="009E6EF8">
        <w:rPr>
          <w:cs/>
          <w:lang w:bidi="bn-IN"/>
        </w:rPr>
        <w:t>পূর্ণ</w:t>
      </w:r>
      <w:r w:rsidR="006546E2">
        <w:rPr>
          <w:cs/>
          <w:lang w:bidi="bn-IN"/>
        </w:rPr>
        <w:t xml:space="preserve">ভাবে বিকাশ লাভ </w:t>
      </w:r>
      <w:r w:rsidR="006546E2" w:rsidRPr="006546E2">
        <w:rPr>
          <w:cs/>
          <w:lang w:bidi="bn-IN"/>
        </w:rPr>
        <w:t>করেছে</w:t>
      </w:r>
      <w:r w:rsidR="006546E2">
        <w:rPr>
          <w:lang w:bidi="bn-IN"/>
        </w:rPr>
        <w:t xml:space="preserve"> </w:t>
      </w:r>
      <w:r w:rsidRPr="007710BF">
        <w:rPr>
          <w:cs/>
          <w:lang w:bidi="bn-IN"/>
        </w:rPr>
        <w:t xml:space="preserve">আমাদের অগ্রগামী হিসেবে গ্রহণ করেছি। </w:t>
      </w:r>
    </w:p>
    <w:p w:rsidR="006546E2" w:rsidRDefault="007710BF" w:rsidP="006546E2">
      <w:pPr>
        <w:pStyle w:val="libNormal"/>
      </w:pPr>
      <w:r w:rsidRPr="007710BF">
        <w:rPr>
          <w:cs/>
          <w:lang w:bidi="bn-IN"/>
        </w:rPr>
        <w:t>যখন রাত্রি নেমে আসে</w:t>
      </w:r>
      <w:r w:rsidR="00895143">
        <w:t>,</w:t>
      </w:r>
      <w:r w:rsidRPr="007710BF">
        <w:rPr>
          <w:cs/>
          <w:lang w:bidi="bn-IN"/>
        </w:rPr>
        <w:t>রাত্রির নিস্তব্ধতা চারিদিক আচ্ছন্ন করে ফেলে তখন কোন সাধক বা</w:t>
      </w:r>
      <w:r w:rsidR="006546E2">
        <w:rPr>
          <w:lang w:bidi="bn-IN"/>
        </w:rPr>
        <w:t xml:space="preserve"> </w:t>
      </w:r>
      <w:r w:rsidRPr="007710BF">
        <w:rPr>
          <w:cs/>
          <w:lang w:bidi="bn-IN"/>
        </w:rPr>
        <w:t xml:space="preserve">আরেফই আলী (আ.)-এর পদমর্যাদায় </w:t>
      </w:r>
      <w:r w:rsidR="00611BB9">
        <w:rPr>
          <w:cs/>
          <w:lang w:bidi="bn-IN"/>
        </w:rPr>
        <w:t>পৌ</w:t>
      </w:r>
      <w:r w:rsidRPr="007710BF">
        <w:rPr>
          <w:cs/>
          <w:lang w:bidi="bn-IN"/>
        </w:rPr>
        <w:t>ছতে পারে না। এমন প্রাণবন্ত ইবাদত যেন স্রষ্টার সাধনায়</w:t>
      </w:r>
      <w:r w:rsidR="006546E2">
        <w:rPr>
          <w:lang w:bidi="bn-IN"/>
        </w:rPr>
        <w:t xml:space="preserve"> </w:t>
      </w:r>
      <w:r w:rsidRPr="007710BF">
        <w:rPr>
          <w:cs/>
          <w:lang w:bidi="bn-IN"/>
        </w:rPr>
        <w:t>নিমগ্ন ও পরমাকৃষ্ট</w:t>
      </w:r>
      <w:r w:rsidR="00895143">
        <w:t>,</w:t>
      </w:r>
      <w:r w:rsidR="00FE6D44">
        <w:rPr>
          <w:cs/>
          <w:lang w:bidi="bn-IN"/>
        </w:rPr>
        <w:t>তার</w:t>
      </w:r>
      <w:r w:rsidRPr="007710BF">
        <w:rPr>
          <w:cs/>
          <w:lang w:bidi="bn-IN"/>
        </w:rPr>
        <w:t xml:space="preserve"> দিকে ধাবমান প্রবলভাবে</w:t>
      </w:r>
      <w:r w:rsidRPr="007710BF">
        <w:rPr>
          <w:cs/>
          <w:lang w:bidi="hi-IN"/>
        </w:rPr>
        <w:t xml:space="preserve">। </w:t>
      </w:r>
      <w:r w:rsidRPr="007710BF">
        <w:rPr>
          <w:cs/>
          <w:lang w:bidi="bn-IN"/>
        </w:rPr>
        <w:t>আবার যখন তিনি অন্য কোন বিষয়ে মশগুল</w:t>
      </w:r>
      <w:r w:rsidR="00895143">
        <w:t>,</w:t>
      </w:r>
      <w:r w:rsidRPr="007710BF">
        <w:rPr>
          <w:cs/>
          <w:lang w:bidi="bn-IN"/>
        </w:rPr>
        <w:t xml:space="preserve">উদাহরণস্বরূপ যখন তিনি যুদ্ধ ও সংগ্রামে লিপ্ত (যুদ্ধক্ষেত্রে) তরবারীর আঘাতে </w:t>
      </w:r>
      <w:r w:rsidR="00FE6D44">
        <w:rPr>
          <w:cs/>
          <w:lang w:bidi="bn-IN"/>
        </w:rPr>
        <w:t>তার</w:t>
      </w:r>
      <w:r w:rsidRPr="007710BF">
        <w:rPr>
          <w:cs/>
          <w:lang w:bidi="bn-IN"/>
        </w:rPr>
        <w:t xml:space="preserve"> দেহ ক্ষত-বিক্ষত</w:t>
      </w:r>
      <w:r w:rsidR="00895143">
        <w:t>,</w:t>
      </w:r>
      <w:r w:rsidRPr="007710BF">
        <w:rPr>
          <w:cs/>
          <w:lang w:bidi="bn-IN"/>
        </w:rPr>
        <w:t>শরীর থেকে মাংস বিচ্ছিন্ন হয়ে এক দিকে পড়ে গেছে</w:t>
      </w:r>
      <w:r w:rsidR="00895143">
        <w:t>,</w:t>
      </w:r>
      <w:r w:rsidRPr="007710BF">
        <w:rPr>
          <w:cs/>
          <w:lang w:bidi="bn-IN"/>
        </w:rPr>
        <w:t>কিন্তু এতটা নিমগ্ন যে</w:t>
      </w:r>
      <w:r w:rsidR="00895143">
        <w:t>,</w:t>
      </w:r>
      <w:r w:rsidRPr="007710BF">
        <w:rPr>
          <w:cs/>
          <w:lang w:bidi="bn-IN"/>
        </w:rPr>
        <w:t xml:space="preserve">অনুভব করেন নি একটুকরা মাংস </w:t>
      </w:r>
      <w:r w:rsidR="00FE6D44">
        <w:rPr>
          <w:cs/>
          <w:lang w:bidi="bn-IN"/>
        </w:rPr>
        <w:t>তার</w:t>
      </w:r>
      <w:r w:rsidRPr="007710BF">
        <w:rPr>
          <w:cs/>
          <w:lang w:bidi="bn-IN"/>
        </w:rPr>
        <w:t xml:space="preserve"> দেহ থেকে বিচ্ছিন্ন হয়ে গেছে। গভীর মনসংযোগের কারণে সে দিকে লক্ষ্যই নেই।</w:t>
      </w:r>
      <w:r w:rsidR="006546E2">
        <w:rPr>
          <w:lang w:bidi="bn-IN"/>
        </w:rPr>
        <w:t xml:space="preserve"> </w:t>
      </w:r>
      <w:r w:rsidRPr="007710BF">
        <w:rPr>
          <w:cs/>
          <w:lang w:bidi="bn-IN"/>
        </w:rPr>
        <w:t>আলী ইবাদতের সময় এতটা উষ্ণ হয়ে উঠেন যে</w:t>
      </w:r>
      <w:r w:rsidR="00895143">
        <w:t>,</w:t>
      </w:r>
      <w:r w:rsidR="00D009A1">
        <w:rPr>
          <w:cs/>
          <w:lang w:bidi="bn-IN"/>
        </w:rPr>
        <w:t>আল্লাহর</w:t>
      </w:r>
      <w:r w:rsidRPr="007710BF">
        <w:rPr>
          <w:rFonts w:hint="cs"/>
          <w:cs/>
          <w:lang w:bidi="bn-IN"/>
        </w:rPr>
        <w:t xml:space="preserve"> প্রেম ও ভা</w:t>
      </w:r>
      <w:r w:rsidR="006546E2">
        <w:rPr>
          <w:rFonts w:hint="cs"/>
          <w:cs/>
          <w:lang w:bidi="bn-IN"/>
        </w:rPr>
        <w:t xml:space="preserve">লোবাসায় </w:t>
      </w:r>
      <w:r w:rsidR="00FE6D44">
        <w:rPr>
          <w:rFonts w:hint="cs"/>
          <w:cs/>
          <w:lang w:bidi="bn-IN"/>
        </w:rPr>
        <w:t>তার</w:t>
      </w:r>
      <w:r w:rsidR="006546E2">
        <w:rPr>
          <w:rFonts w:hint="cs"/>
          <w:cs/>
          <w:lang w:bidi="bn-IN"/>
        </w:rPr>
        <w:t xml:space="preserve"> অস্তিত্ব যেন এক</w:t>
      </w:r>
      <w:r w:rsidR="006546E2">
        <w:rPr>
          <w:lang w:bidi="bn-IN"/>
        </w:rPr>
        <w:t xml:space="preserve"> </w:t>
      </w:r>
      <w:r w:rsidR="006546E2" w:rsidRPr="006546E2">
        <w:rPr>
          <w:cs/>
          <w:lang w:bidi="bn-IN"/>
        </w:rPr>
        <w:t>প্রজ্বলিত</w:t>
      </w:r>
      <w:r w:rsidRPr="007710BF">
        <w:rPr>
          <w:cs/>
          <w:lang w:bidi="bn-IN"/>
        </w:rPr>
        <w:t xml:space="preserve"> শিখা যার অবস্থান এ পৃথিবীতে নয়। নিজেই এক দল ব্যক্তিকে এভাবে বর্ণনা করেছেন</w:t>
      </w:r>
      <w:r w:rsidR="00895143">
        <w:t>,</w:t>
      </w:r>
    </w:p>
    <w:p w:rsidR="006546E2" w:rsidRDefault="003641CD" w:rsidP="003641CD">
      <w:pPr>
        <w:pStyle w:val="libAr"/>
      </w:pPr>
      <w:r w:rsidRPr="003641CD">
        <w:rPr>
          <w:rtl/>
        </w:rPr>
        <w:t>هَجَمَ بِهِمُ الْعِلْمُ عَلَى حَقِيقَةِ الْبَصِيرَةِ، وَ بَاشَرُوا رُوحَ الْيَقِينِ، وَ اسْتَلاَنُوا مَا اسْتَوْعَرَهُ الْمُتْرَفُونَ، وَ اءَنِسُوا بِمَا اسْتَوْحَشَ مِنْهُ الْجَاهِلُونَ، وَ صَحِبُوا الدُّنْيَا بِاءَبْدَانٍ اءَرْوَاحُهَا مُعَلَّقَةٌ بِالْمَحَلِّ الْاءَعْلَى ،</w:t>
      </w:r>
    </w:p>
    <w:p w:rsidR="00D13B2E" w:rsidRDefault="007710BF" w:rsidP="00D13B2E">
      <w:pPr>
        <w:pStyle w:val="libNormal"/>
        <w:rPr>
          <w:lang w:bidi="bn-IN"/>
        </w:rPr>
      </w:pPr>
      <w:r w:rsidRPr="001933EC">
        <w:rPr>
          <w:rStyle w:val="libAlaemChar"/>
        </w:rPr>
        <w:t>“</w:t>
      </w:r>
      <w:r w:rsidRPr="007710BF">
        <w:rPr>
          <w:cs/>
          <w:lang w:bidi="bn-IN"/>
        </w:rPr>
        <w:t>জ্ঞান তাদের দিকে তার দিব্যতাসহ প্রকৃতরূপে ধাবিত হয়েছে</w:t>
      </w:r>
      <w:r w:rsidR="00895143">
        <w:t>,</w:t>
      </w:r>
      <w:r w:rsidRPr="007710BF">
        <w:rPr>
          <w:cs/>
          <w:lang w:bidi="bn-IN"/>
        </w:rPr>
        <w:t>ইয়াকীনের প্রাণকে তারা কর্মে</w:t>
      </w:r>
      <w:r w:rsidR="00D13B2E">
        <w:rPr>
          <w:lang w:bidi="bn-IN"/>
        </w:rPr>
        <w:t xml:space="preserve"> </w:t>
      </w:r>
      <w:r w:rsidRPr="007710BF">
        <w:rPr>
          <w:cs/>
          <w:lang w:bidi="bn-IN"/>
        </w:rPr>
        <w:t>নিয়োজিত করেছে</w:t>
      </w:r>
      <w:r w:rsidR="00895143">
        <w:t>,</w:t>
      </w:r>
      <w:r w:rsidRPr="007710BF">
        <w:rPr>
          <w:cs/>
          <w:lang w:bidi="bn-IN"/>
        </w:rPr>
        <w:t>যা দুনিয়াদারদের জন্য কঠিন ও অসহ্য তা তাদের নিকট সহজ হয়ে গেছে</w:t>
      </w:r>
      <w:r w:rsidR="00895143">
        <w:t>,</w:t>
      </w:r>
      <w:r w:rsidRPr="007710BF">
        <w:rPr>
          <w:cs/>
          <w:lang w:bidi="bn-IN"/>
        </w:rPr>
        <w:t>জাহেলরা যা থেকে ভীত তারা তার প্রতি আকৃষ্ট</w:t>
      </w:r>
      <w:r w:rsidR="00895143">
        <w:t>,</w:t>
      </w:r>
      <w:r w:rsidRPr="007710BF">
        <w:rPr>
          <w:cs/>
          <w:lang w:bidi="bn-IN"/>
        </w:rPr>
        <w:t>যদিও তারা মানুষের মাঝে শারীরিকভাবে অবস্থান</w:t>
      </w:r>
      <w:r w:rsidR="00D13B2E">
        <w:rPr>
          <w:lang w:bidi="bn-IN"/>
        </w:rPr>
        <w:t xml:space="preserve"> </w:t>
      </w:r>
      <w:r w:rsidRPr="007710BF">
        <w:rPr>
          <w:cs/>
          <w:lang w:bidi="bn-IN"/>
        </w:rPr>
        <w:t>করছে তদুপরি তাদের আত্মা উ</w:t>
      </w:r>
      <w:r w:rsidR="00D53669">
        <w:rPr>
          <w:cs/>
          <w:lang w:bidi="bn-IN"/>
        </w:rPr>
        <w:t>চ্চ</w:t>
      </w:r>
      <w:r w:rsidRPr="007710BF">
        <w:rPr>
          <w:cs/>
          <w:lang w:bidi="bn-IN"/>
        </w:rPr>
        <w:t>তর এক স্থানে সংযুক্ত।</w:t>
      </w:r>
      <w:r w:rsidRPr="001933EC">
        <w:rPr>
          <w:rStyle w:val="libAlaemChar"/>
        </w:rPr>
        <w:t>”</w:t>
      </w:r>
      <w:r w:rsidRPr="007710BF">
        <w:t xml:space="preserve"> (</w:t>
      </w:r>
      <w:r w:rsidRPr="007710BF">
        <w:rPr>
          <w:cs/>
          <w:lang w:bidi="bn-IN"/>
        </w:rPr>
        <w:t>নাহজুল বালাগাহ্</w:t>
      </w:r>
      <w:r w:rsidR="00895143">
        <w:t>,</w:t>
      </w:r>
      <w:r w:rsidRPr="007710BF">
        <w:rPr>
          <w:cs/>
          <w:lang w:bidi="bn-IN"/>
        </w:rPr>
        <w:t>হেকমত ১</w:t>
      </w:r>
      <w:r w:rsidR="00D13B2E">
        <w:rPr>
          <w:cs/>
          <w:lang w:bidi="bn-IN"/>
        </w:rPr>
        <w:t>৩৯</w:t>
      </w:r>
      <w:r w:rsidRPr="007710BF">
        <w:rPr>
          <w:cs/>
          <w:lang w:bidi="bn-IN"/>
        </w:rPr>
        <w:t xml:space="preserve">) </w:t>
      </w:r>
    </w:p>
    <w:p w:rsidR="00D13B2E" w:rsidRDefault="007710BF" w:rsidP="00D13B2E">
      <w:pPr>
        <w:pStyle w:val="libNormal"/>
        <w:rPr>
          <w:lang w:bidi="bn-IN"/>
        </w:rPr>
      </w:pPr>
      <w:r w:rsidRPr="007710BF">
        <w:rPr>
          <w:cs/>
          <w:lang w:bidi="bn-IN"/>
        </w:rPr>
        <w:t xml:space="preserve">ইবাদতরত অবস্থায় </w:t>
      </w:r>
      <w:r w:rsidR="00FE6D44">
        <w:rPr>
          <w:cs/>
          <w:lang w:bidi="bn-IN"/>
        </w:rPr>
        <w:t>তার</w:t>
      </w:r>
      <w:r w:rsidRPr="007710BF">
        <w:rPr>
          <w:cs/>
          <w:lang w:bidi="bn-IN"/>
        </w:rPr>
        <w:t xml:space="preserve"> দেহ থেকে তীর খুলে ফেলা হয়েছে</w:t>
      </w:r>
      <w:r w:rsidR="00895143">
        <w:t>,</w:t>
      </w:r>
      <w:r w:rsidRPr="007710BF">
        <w:rPr>
          <w:cs/>
          <w:lang w:bidi="bn-IN"/>
        </w:rPr>
        <w:t xml:space="preserve">অথচ তিনি এমনভাবে </w:t>
      </w:r>
      <w:r w:rsidR="00D009A1">
        <w:rPr>
          <w:cs/>
          <w:lang w:bidi="bn-IN"/>
        </w:rPr>
        <w:t>আল্লাহর</w:t>
      </w:r>
      <w:r w:rsidRPr="007710BF">
        <w:rPr>
          <w:rFonts w:hint="cs"/>
          <w:cs/>
          <w:lang w:bidi="bn-IN"/>
        </w:rPr>
        <w:t xml:space="preserve"> প্রতি</w:t>
      </w:r>
      <w:r w:rsidR="00D13B2E">
        <w:rPr>
          <w:lang w:bidi="bn-IN"/>
        </w:rPr>
        <w:t xml:space="preserve"> </w:t>
      </w:r>
      <w:r w:rsidRPr="007710BF">
        <w:rPr>
          <w:rFonts w:hint="cs"/>
          <w:cs/>
          <w:lang w:bidi="bn-IN"/>
        </w:rPr>
        <w:t>আকৃষ্ট ও ইবাদতে নিমগ্ন যে অনুভবও করেননি। ইবাদতের মেহরাবে তিনি এতটা ক্রন্দনশীল যার</w:t>
      </w:r>
      <w:r w:rsidR="00D13B2E">
        <w:rPr>
          <w:lang w:bidi="bn-IN"/>
        </w:rPr>
        <w:t xml:space="preserve"> </w:t>
      </w:r>
      <w:r w:rsidRPr="007710BF">
        <w:rPr>
          <w:rFonts w:hint="cs"/>
          <w:cs/>
          <w:lang w:bidi="bn-IN"/>
        </w:rPr>
        <w:t>নজীর কেউ দেখেনি। আবার দিনের বেলায় আলী যেন ভিন্ন কোন মানুষ। সঙ্গীদের সাথে যখন বসেন</w:t>
      </w:r>
      <w:r w:rsidR="00D13B2E">
        <w:rPr>
          <w:lang w:bidi="bn-IN"/>
        </w:rPr>
        <w:t xml:space="preserve"> </w:t>
      </w:r>
      <w:r w:rsidRPr="007710BF">
        <w:rPr>
          <w:rFonts w:hint="cs"/>
          <w:cs/>
          <w:lang w:bidi="bn-IN"/>
        </w:rPr>
        <w:t>তখন হাসি মুখ</w:t>
      </w:r>
      <w:r w:rsidR="00895143">
        <w:t>,</w:t>
      </w:r>
      <w:r w:rsidRPr="007710BF">
        <w:rPr>
          <w:cs/>
          <w:lang w:bidi="bn-IN"/>
        </w:rPr>
        <w:t xml:space="preserve">খোলা-মেলা </w:t>
      </w:r>
      <w:r w:rsidR="00FE6D44">
        <w:rPr>
          <w:cs/>
          <w:lang w:bidi="bn-IN"/>
        </w:rPr>
        <w:t>তার</w:t>
      </w:r>
      <w:r w:rsidRPr="007710BF">
        <w:rPr>
          <w:cs/>
          <w:lang w:bidi="bn-IN"/>
        </w:rPr>
        <w:t xml:space="preserve"> আচরণ। </w:t>
      </w:r>
      <w:r w:rsidR="00FE6D44">
        <w:rPr>
          <w:cs/>
          <w:lang w:bidi="bn-IN"/>
        </w:rPr>
        <w:t>তার</w:t>
      </w:r>
      <w:r w:rsidRPr="007710BF">
        <w:rPr>
          <w:cs/>
          <w:lang w:bidi="bn-IN"/>
        </w:rPr>
        <w:t xml:space="preserve"> চেহারা সব সময় হাস্যোজ্জ্বল। আলী (আ.) এত</w:t>
      </w:r>
      <w:r w:rsidR="00D13B2E">
        <w:rPr>
          <w:lang w:bidi="bn-IN"/>
        </w:rPr>
        <w:t xml:space="preserve"> </w:t>
      </w:r>
      <w:r w:rsidRPr="007710BF">
        <w:rPr>
          <w:cs/>
          <w:lang w:bidi="bn-IN"/>
        </w:rPr>
        <w:t>বেশি মুক্ত মনের ছিলেন যে</w:t>
      </w:r>
      <w:r w:rsidR="00895143">
        <w:t>,</w:t>
      </w:r>
      <w:r w:rsidRPr="007710BF">
        <w:rPr>
          <w:cs/>
          <w:lang w:bidi="bn-IN"/>
        </w:rPr>
        <w:t>আমর ইবনে আস আলীর বিরুদ্ধে প্রচারণা চালাতো যে</w:t>
      </w:r>
      <w:r w:rsidR="00895143">
        <w:t>,</w:t>
      </w:r>
      <w:r w:rsidRPr="007710BF">
        <w:rPr>
          <w:cs/>
          <w:lang w:bidi="bn-IN"/>
        </w:rPr>
        <w:t>আলী</w:t>
      </w:r>
      <w:r w:rsidR="00D13B2E">
        <w:rPr>
          <w:lang w:bidi="bn-IN"/>
        </w:rPr>
        <w:t xml:space="preserve"> </w:t>
      </w:r>
      <w:r w:rsidRPr="007710BF">
        <w:rPr>
          <w:cs/>
          <w:lang w:bidi="bn-IN"/>
        </w:rPr>
        <w:t>খেলাফতের উপযুক্ত নয়। কারণ হাসিমুখ ও মনখোলা মানুষ খেলাফতের জন্য অনুপযোগী।</w:t>
      </w:r>
    </w:p>
    <w:p w:rsidR="00D13B2E" w:rsidRDefault="007710BF" w:rsidP="00D13B2E">
      <w:pPr>
        <w:pStyle w:val="libNormal"/>
      </w:pPr>
      <w:r w:rsidRPr="007710BF">
        <w:rPr>
          <w:cs/>
          <w:lang w:bidi="bn-IN"/>
        </w:rPr>
        <w:t>খেলাফতের জন্য কঠিন মুখাবয়বের প্রয়োজন যাতে মানুষ তাকে ভয় পায়। এটা নাহজুল বালাগায়</w:t>
      </w:r>
      <w:r w:rsidR="00D13B2E">
        <w:rPr>
          <w:lang w:bidi="bn-IN"/>
        </w:rPr>
        <w:t xml:space="preserve"> </w:t>
      </w:r>
      <w:r w:rsidRPr="007710BF">
        <w:rPr>
          <w:cs/>
          <w:lang w:bidi="bn-IN"/>
        </w:rPr>
        <w:t>আলী নিজেই বর্ণনা করেছেন</w:t>
      </w:r>
      <w:r w:rsidR="003936CB">
        <w:t>-</w:t>
      </w:r>
    </w:p>
    <w:p w:rsidR="00D13B2E" w:rsidRPr="00D13B2E" w:rsidRDefault="00D13B2E" w:rsidP="00D13B2E">
      <w:pPr>
        <w:pStyle w:val="libAr"/>
      </w:pPr>
      <w:r>
        <w:rPr>
          <w:rFonts w:hint="cs"/>
          <w:rtl/>
        </w:rPr>
        <w:t>عجبا لابن النابغة یزعم لاهل الشام أنّ فی دعابة و انّی امر تلعبة</w:t>
      </w:r>
    </w:p>
    <w:p w:rsidR="00D13B2E" w:rsidRDefault="007710BF" w:rsidP="00D13B2E">
      <w:pPr>
        <w:pStyle w:val="libNormal"/>
        <w:rPr>
          <w:rStyle w:val="libAlaemChar"/>
        </w:rPr>
      </w:pPr>
      <w:r w:rsidRPr="001933EC">
        <w:rPr>
          <w:rStyle w:val="libAlaemChar"/>
        </w:rPr>
        <w:t>“</w:t>
      </w:r>
      <w:r w:rsidRPr="007710BF">
        <w:rPr>
          <w:cs/>
          <w:lang w:bidi="bn-IN"/>
        </w:rPr>
        <w:t>নাবেগার সন্তানের কথায় আশ্চর্যান্বিত হই যে বলে</w:t>
      </w:r>
      <w:r w:rsidR="00895143">
        <w:t>,</w:t>
      </w:r>
      <w:r w:rsidRPr="007710BF">
        <w:rPr>
          <w:cs/>
          <w:lang w:bidi="bn-IN"/>
        </w:rPr>
        <w:t>আলী মানুষের সাথে হাসি মুখে কথা বলে</w:t>
      </w:r>
      <w:r w:rsidR="00895143">
        <w:t>,</w:t>
      </w:r>
      <w:r w:rsidRPr="007710BF">
        <w:rPr>
          <w:cs/>
          <w:lang w:bidi="bn-IN"/>
        </w:rPr>
        <w:t>খুবহাসি-ঠাট্টা করে</w:t>
      </w:r>
      <w:r w:rsidR="00895143">
        <w:t>,</w:t>
      </w:r>
      <w:r w:rsidRPr="007710BF">
        <w:rPr>
          <w:cs/>
          <w:lang w:bidi="bn-IN"/>
        </w:rPr>
        <w:t>মজাদার লোক।</w:t>
      </w:r>
      <w:r w:rsidRPr="001933EC">
        <w:rPr>
          <w:rStyle w:val="libAlaemChar"/>
        </w:rPr>
        <w:t>”</w:t>
      </w:r>
    </w:p>
    <w:p w:rsidR="00D13B2E" w:rsidRDefault="007710BF" w:rsidP="00D13B2E">
      <w:pPr>
        <w:pStyle w:val="libNormal"/>
      </w:pPr>
      <w:r w:rsidRPr="007710BF">
        <w:rPr>
          <w:cs/>
          <w:lang w:bidi="bn-IN"/>
        </w:rPr>
        <w:t xml:space="preserve">যখন আলী শত্রুর সাথে যুদ্ধের ময়দানে একজন যোদ্ধার বেশে </w:t>
      </w:r>
      <w:r w:rsidR="00F8200F">
        <w:rPr>
          <w:cs/>
          <w:lang w:bidi="bn-IN"/>
        </w:rPr>
        <w:t>আবির্ভূত</w:t>
      </w:r>
      <w:r w:rsidR="00D13B2E">
        <w:rPr>
          <w:cs/>
          <w:lang w:bidi="bn-IN"/>
        </w:rPr>
        <w:t xml:space="preserve"> তখনও তিনি মন খোলা ও</w:t>
      </w:r>
      <w:r w:rsidR="00D13B2E">
        <w:rPr>
          <w:lang w:bidi="bn-IN"/>
        </w:rPr>
        <w:t xml:space="preserve"> </w:t>
      </w:r>
      <w:r w:rsidRPr="007710BF">
        <w:rPr>
          <w:cs/>
          <w:lang w:bidi="bn-IN"/>
        </w:rPr>
        <w:t>হাসি মুখ। কবি বলছেন</w:t>
      </w:r>
      <w:r w:rsidR="00895143">
        <w:t>,</w:t>
      </w:r>
    </w:p>
    <w:tbl>
      <w:tblPr>
        <w:tblStyle w:val="TableGrid"/>
        <w:bidiVisual/>
        <w:tblW w:w="4562" w:type="pct"/>
        <w:tblInd w:w="384" w:type="dxa"/>
        <w:tblLook w:val="01E0"/>
      </w:tblPr>
      <w:tblGrid>
        <w:gridCol w:w="4238"/>
        <w:gridCol w:w="302"/>
        <w:gridCol w:w="4197"/>
      </w:tblGrid>
      <w:tr w:rsidR="006F2817" w:rsidRPr="00961709" w:rsidTr="002F4751">
        <w:trPr>
          <w:trHeight w:val="350"/>
        </w:trPr>
        <w:tc>
          <w:tcPr>
            <w:tcW w:w="4238" w:type="dxa"/>
            <w:shd w:val="clear" w:color="auto" w:fill="auto"/>
          </w:tcPr>
          <w:p w:rsidR="006F2817" w:rsidRPr="006F2817" w:rsidRDefault="006F2817" w:rsidP="006F2817">
            <w:pPr>
              <w:pStyle w:val="libPoem"/>
            </w:pPr>
            <w:r w:rsidRPr="006F2817">
              <w:rPr>
                <w:rFonts w:hint="cs"/>
                <w:rtl/>
              </w:rPr>
              <w:t>هو البکّاء فی المحرب لیلا</w:t>
            </w:r>
            <w:r w:rsidRPr="00D009F1">
              <w:rPr>
                <w:rtl/>
              </w:rPr>
              <w:br/>
              <w:t> </w:t>
            </w:r>
          </w:p>
        </w:tc>
        <w:tc>
          <w:tcPr>
            <w:tcW w:w="302" w:type="dxa"/>
            <w:shd w:val="clear" w:color="auto" w:fill="auto"/>
          </w:tcPr>
          <w:p w:rsidR="006F2817" w:rsidRPr="006F2817" w:rsidRDefault="006F2817" w:rsidP="006F2817">
            <w:pPr>
              <w:pStyle w:val="libPoem"/>
              <w:rPr>
                <w:rtl/>
              </w:rPr>
            </w:pPr>
          </w:p>
        </w:tc>
        <w:tc>
          <w:tcPr>
            <w:tcW w:w="4197" w:type="dxa"/>
            <w:shd w:val="clear" w:color="auto" w:fill="auto"/>
          </w:tcPr>
          <w:p w:rsidR="006F2817" w:rsidRPr="006F2817" w:rsidRDefault="006F2817" w:rsidP="006F2817">
            <w:pPr>
              <w:pStyle w:val="libPoem"/>
            </w:pPr>
            <w:r w:rsidRPr="006F2817">
              <w:rPr>
                <w:rFonts w:hint="cs"/>
                <w:rtl/>
              </w:rPr>
              <w:t>هو الضحّاک اذا اشدّ الضرب</w:t>
            </w:r>
            <w:r w:rsidRPr="00D009F1">
              <w:rPr>
                <w:rtl/>
              </w:rPr>
              <w:br/>
              <w:t> </w:t>
            </w:r>
          </w:p>
        </w:tc>
      </w:tr>
    </w:tbl>
    <w:p w:rsidR="00D13B2E" w:rsidRDefault="007710BF" w:rsidP="00D13B2E">
      <w:pPr>
        <w:pStyle w:val="libNormal"/>
        <w:rPr>
          <w:rStyle w:val="libAlaemChar"/>
          <w:rtl/>
        </w:rPr>
      </w:pPr>
      <w:r w:rsidRPr="001933EC">
        <w:rPr>
          <w:rStyle w:val="libAlaemChar"/>
        </w:rPr>
        <w:t>“</w:t>
      </w:r>
      <w:r w:rsidRPr="007710BF">
        <w:rPr>
          <w:cs/>
          <w:lang w:bidi="bn-IN"/>
        </w:rPr>
        <w:t>তিনি ইবাদতের মেহরাবে যেমন অত্যন্ত ক্রন্দনশীল তেমনি যুদ্ধের ময়দানে হাস্যোজ্জ্বল ও প্রাণবন্ত।</w:t>
      </w:r>
      <w:r w:rsidRPr="001933EC">
        <w:rPr>
          <w:rStyle w:val="libAlaemChar"/>
        </w:rPr>
        <w:t>”</w:t>
      </w:r>
    </w:p>
    <w:p w:rsidR="00D13B2E" w:rsidRPr="008B4103" w:rsidRDefault="007710BF" w:rsidP="00D13B2E">
      <w:pPr>
        <w:pStyle w:val="libNormal"/>
        <w:rPr>
          <w:rtl/>
        </w:rPr>
      </w:pPr>
      <w:r w:rsidRPr="007710BF">
        <w:rPr>
          <w:cs/>
          <w:lang w:bidi="bn-IN"/>
        </w:rPr>
        <w:t>তিনি কেমন মানুষ</w:t>
      </w:r>
      <w:r w:rsidRPr="007710BF">
        <w:t xml:space="preserve">? </w:t>
      </w:r>
      <w:r w:rsidRPr="007710BF">
        <w:rPr>
          <w:cs/>
          <w:lang w:bidi="bn-IN"/>
        </w:rPr>
        <w:t>এটাই কোরআনী মানুষ। কোরআন এমন মানুষই চায়।</w:t>
      </w:r>
    </w:p>
    <w:p w:rsidR="00D13B2E" w:rsidRDefault="00D13B2E" w:rsidP="0010344A">
      <w:pPr>
        <w:pStyle w:val="libAr"/>
        <w:rPr>
          <w:rtl/>
          <w:lang w:bidi="fa-IR"/>
        </w:rPr>
      </w:pPr>
      <w:r>
        <w:rPr>
          <w:rFonts w:hint="cs"/>
          <w:rtl/>
          <w:lang w:bidi="fa-IR"/>
        </w:rPr>
        <w:t>انّ ناشیة اللیل هی اشدّ وطا وّاقوم قیلا انّ لک فی النّهار سبحا طویل</w:t>
      </w:r>
      <w:r w:rsidR="007710BF" w:rsidRPr="007710BF">
        <w:rPr>
          <w:cs/>
          <w:lang w:bidi="bn-IN"/>
        </w:rPr>
        <w:t xml:space="preserve"> </w:t>
      </w:r>
    </w:p>
    <w:p w:rsidR="0010344A" w:rsidRDefault="007710BF" w:rsidP="00D13B2E">
      <w:pPr>
        <w:pStyle w:val="libNormal"/>
        <w:rPr>
          <w:lang w:bidi="hi-IN"/>
        </w:rPr>
      </w:pPr>
      <w:r w:rsidRPr="007710BF">
        <w:rPr>
          <w:cs/>
          <w:lang w:bidi="bn-IN"/>
        </w:rPr>
        <w:t xml:space="preserve"> </w:t>
      </w:r>
      <w:r w:rsidRPr="001933EC">
        <w:rPr>
          <w:rStyle w:val="libAlaemChar"/>
        </w:rPr>
        <w:t>“</w:t>
      </w:r>
      <w:r w:rsidRPr="007710BF">
        <w:rPr>
          <w:cs/>
          <w:lang w:bidi="bn-IN"/>
        </w:rPr>
        <w:t>নিশ্চয় (ইবাদতের উদ্দেশ্যে) রাত্রিকালের উত্থান আত্মশুদ্ধির জন্য সর্বাধিক কঠিন পন্থা এবং</w:t>
      </w:r>
      <w:r w:rsidR="0010344A">
        <w:rPr>
          <w:lang w:bidi="bn-IN"/>
        </w:rPr>
        <w:t xml:space="preserve"> </w:t>
      </w:r>
      <w:r w:rsidRPr="007710BF">
        <w:rPr>
          <w:cs/>
          <w:lang w:bidi="bn-IN"/>
        </w:rPr>
        <w:t>বাক্যালাপে সর্বাধিক দৃঢ়তা দানকারী। নিশ্চয় দিবসে তুমি দীর্ঘ কর্ম ব্যস্ততায় নিম</w:t>
      </w:r>
      <w:r w:rsidR="00636B74">
        <w:rPr>
          <w:cs/>
          <w:lang w:bidi="bn-IN"/>
        </w:rPr>
        <w:t>গ্ন</w:t>
      </w:r>
      <w:r w:rsidRPr="007710BF">
        <w:t xml:space="preserve"> </w:t>
      </w:r>
      <w:r w:rsidRPr="007710BF">
        <w:rPr>
          <w:cs/>
          <w:lang w:bidi="bn-IN"/>
        </w:rPr>
        <w:t>থাক।</w:t>
      </w:r>
      <w:r w:rsidRPr="001933EC">
        <w:rPr>
          <w:rStyle w:val="libAlaemChar"/>
        </w:rPr>
        <w:t>”</w:t>
      </w:r>
      <w:r w:rsidRPr="007710BF">
        <w:t xml:space="preserve"> </w:t>
      </w:r>
      <w:r w:rsidRPr="007710BF">
        <w:rPr>
          <w:cs/>
          <w:lang w:bidi="bn-IN"/>
        </w:rPr>
        <w:t>অর্থাৎ</w:t>
      </w:r>
      <w:r w:rsidR="0010344A">
        <w:rPr>
          <w:lang w:bidi="bn-IN"/>
        </w:rPr>
        <w:t xml:space="preserve"> </w:t>
      </w:r>
      <w:r w:rsidRPr="007710BF">
        <w:rPr>
          <w:cs/>
          <w:lang w:bidi="bn-IN"/>
        </w:rPr>
        <w:t>রাতকে ইবাদতের জন্য রাখ আর দিনকে সামাজিক কাজকর্মের জন্য। আলী যেন রাত্রিতে এক ব্যক্তি</w:t>
      </w:r>
      <w:r w:rsidR="009E6EF8">
        <w:rPr>
          <w:cs/>
          <w:lang w:bidi="bn-IN"/>
        </w:rPr>
        <w:t>ত্ব</w:t>
      </w:r>
      <w:r w:rsidR="00895143">
        <w:t>,</w:t>
      </w:r>
      <w:r w:rsidRPr="007710BF">
        <w:rPr>
          <w:cs/>
          <w:lang w:bidi="bn-IN"/>
        </w:rPr>
        <w:t>আর দিনে অন্য এক ব্যক্তি</w:t>
      </w:r>
      <w:r w:rsidR="009E6EF8">
        <w:rPr>
          <w:cs/>
          <w:lang w:bidi="bn-IN"/>
        </w:rPr>
        <w:t>ত্ব</w:t>
      </w:r>
      <w:r w:rsidRPr="007710BF">
        <w:rPr>
          <w:cs/>
          <w:lang w:bidi="hi-IN"/>
        </w:rPr>
        <w:t>।</w:t>
      </w:r>
    </w:p>
    <w:p w:rsidR="0010344A" w:rsidRDefault="007710BF" w:rsidP="00D13B2E">
      <w:pPr>
        <w:pStyle w:val="libNormal"/>
      </w:pPr>
      <w:r w:rsidRPr="007710BF">
        <w:rPr>
          <w:cs/>
          <w:lang w:bidi="bn-IN"/>
        </w:rPr>
        <w:t>হাফেজ শিরাজী যেহেতু একজন মুফাস্সির ছিলেন সেহেতু কোরআনের রহস্যকে বেশ</w:t>
      </w:r>
      <w:r w:rsidR="0010344A">
        <w:rPr>
          <w:lang w:bidi="bn-IN"/>
        </w:rPr>
        <w:t xml:space="preserve"> </w:t>
      </w:r>
      <w:r w:rsidRPr="007710BF">
        <w:rPr>
          <w:cs/>
          <w:lang w:bidi="bn-IN"/>
        </w:rPr>
        <w:t>ভালোভাবেই উপলব্ধি করতেন। নিজ</w:t>
      </w:r>
      <w:r w:rsidR="0010344A">
        <w:rPr>
          <w:cs/>
          <w:lang w:bidi="bn-IN"/>
        </w:rPr>
        <w:t>স্ব</w:t>
      </w:r>
      <w:r w:rsidRPr="007710BF">
        <w:t xml:space="preserve"> </w:t>
      </w:r>
      <w:r w:rsidR="0010344A">
        <w:rPr>
          <w:cs/>
          <w:lang w:bidi="bn-IN"/>
        </w:rPr>
        <w:t>ভঙ্গিতে ভাষার গাঁথু</w:t>
      </w:r>
      <w:r w:rsidRPr="007710BF">
        <w:rPr>
          <w:cs/>
          <w:lang w:bidi="bn-IN"/>
        </w:rPr>
        <w:t>নীতে এ বিষয়টি তিনি কবিতায় এনেছেন</w:t>
      </w:r>
      <w:r w:rsidR="003936CB">
        <w:t>-</w:t>
      </w:r>
    </w:p>
    <w:p w:rsidR="0010344A" w:rsidRDefault="007710BF" w:rsidP="0010344A">
      <w:pPr>
        <w:pStyle w:val="libCenter"/>
        <w:rPr>
          <w:lang w:bidi="bn-IN"/>
        </w:rPr>
      </w:pPr>
      <w:r w:rsidRPr="001933EC">
        <w:rPr>
          <w:rStyle w:val="libAlaemChar"/>
        </w:rPr>
        <w:t>“</w:t>
      </w:r>
      <w:r w:rsidRPr="007710BF">
        <w:rPr>
          <w:cs/>
          <w:lang w:bidi="bn-IN"/>
        </w:rPr>
        <w:t>দিনে রত হও অর্জনের চেষ্টায়</w:t>
      </w:r>
      <w:r w:rsidR="0010344A">
        <w:rPr>
          <w:lang w:bidi="bn-IN"/>
        </w:rPr>
        <w:t xml:space="preserve"> </w:t>
      </w:r>
    </w:p>
    <w:p w:rsidR="0010344A" w:rsidRDefault="007710BF" w:rsidP="0010344A">
      <w:pPr>
        <w:pStyle w:val="libCenter"/>
        <w:rPr>
          <w:lang w:bidi="bn-IN"/>
        </w:rPr>
      </w:pPr>
      <w:r w:rsidRPr="007710BF">
        <w:rPr>
          <w:cs/>
          <w:lang w:bidi="bn-IN"/>
        </w:rPr>
        <w:t>রাত তো সময় মাতাল হওয়ার শরাবের নেশায়।</w:t>
      </w:r>
    </w:p>
    <w:p w:rsidR="0010344A" w:rsidRDefault="006B46F0" w:rsidP="0010344A">
      <w:pPr>
        <w:pStyle w:val="libCenter"/>
        <w:rPr>
          <w:lang w:bidi="bn-IN"/>
        </w:rPr>
      </w:pPr>
      <w:r>
        <w:rPr>
          <w:cs/>
          <w:lang w:bidi="bn-IN"/>
        </w:rPr>
        <w:t>হৃ</w:t>
      </w:r>
      <w:r w:rsidR="007710BF" w:rsidRPr="007710BF">
        <w:rPr>
          <w:cs/>
          <w:lang w:bidi="bn-IN"/>
        </w:rPr>
        <w:t xml:space="preserve">দয়রূপ আয়নায় মরিচা তো পড়বেই </w:t>
      </w:r>
    </w:p>
    <w:p w:rsidR="0010344A" w:rsidRDefault="007710BF" w:rsidP="0010344A">
      <w:pPr>
        <w:pStyle w:val="libCenter"/>
      </w:pPr>
      <w:r w:rsidRPr="007710BF">
        <w:rPr>
          <w:cs/>
          <w:lang w:bidi="bn-IN"/>
        </w:rPr>
        <w:t>মরিচা সরানোর সময় তো রাতের আঁধারেই।</w:t>
      </w:r>
      <w:r w:rsidRPr="001933EC">
        <w:rPr>
          <w:rStyle w:val="libAlaemChar"/>
        </w:rPr>
        <w:t>”</w:t>
      </w:r>
    </w:p>
    <w:p w:rsidR="0010344A" w:rsidRDefault="007710BF" w:rsidP="0010344A">
      <w:pPr>
        <w:pStyle w:val="libNormal"/>
        <w:rPr>
          <w:rStyle w:val="libAlaemChar"/>
        </w:rPr>
      </w:pPr>
      <w:r w:rsidRPr="007710BF">
        <w:t xml:space="preserve"> </w:t>
      </w:r>
      <w:r w:rsidRPr="007710BF">
        <w:rPr>
          <w:cs/>
          <w:lang w:bidi="bn-IN"/>
        </w:rPr>
        <w:t>আলী (আ.)-এর দিবারাত্রি এমনই ছিল। বিপরীত চরিত্রের সমন্বয়</w:t>
      </w:r>
      <w:r w:rsidR="003936CB">
        <w:t>-</w:t>
      </w:r>
      <w:r w:rsidRPr="007710BF">
        <w:rPr>
          <w:cs/>
          <w:lang w:bidi="bn-IN"/>
        </w:rPr>
        <w:t>যা পূর্ণ মানবের জন্য</w:t>
      </w:r>
      <w:r w:rsidR="0010344A">
        <w:rPr>
          <w:lang w:bidi="bn-IN"/>
        </w:rPr>
        <w:t xml:space="preserve"> </w:t>
      </w:r>
      <w:r w:rsidRPr="007710BF">
        <w:rPr>
          <w:cs/>
          <w:lang w:bidi="bn-IN"/>
        </w:rPr>
        <w:t>প্রয়োজনীয় বৈশিষ্ট্য তা হাজার বছর পূর্বের আলীর মধ্যে দেখা যায়। সাইয়্যেদ রাজী নাহজুল বালাগার</w:t>
      </w:r>
      <w:r w:rsidR="0010344A">
        <w:rPr>
          <w:lang w:bidi="bn-IN"/>
        </w:rPr>
        <w:t xml:space="preserve"> </w:t>
      </w:r>
      <w:r w:rsidRPr="007710BF">
        <w:rPr>
          <w:cs/>
          <w:lang w:bidi="bn-IN"/>
        </w:rPr>
        <w:t>ভূমিকায় বলছেন</w:t>
      </w:r>
      <w:r w:rsidR="00895143">
        <w:t>,</w:t>
      </w:r>
      <w:r w:rsidRPr="001933EC">
        <w:rPr>
          <w:rStyle w:val="libAlaemChar"/>
        </w:rPr>
        <w:t>“</w:t>
      </w:r>
      <w:r w:rsidRPr="007710BF">
        <w:rPr>
          <w:cs/>
          <w:lang w:bidi="bn-IN"/>
        </w:rPr>
        <w:t>যে বিষয়টি সব সময় বন্ধুদের সঙ্গে আলোচনা করি এবং যাতে সবচেয়ে বেশি</w:t>
      </w:r>
      <w:r w:rsidR="0010344A">
        <w:rPr>
          <w:lang w:bidi="bn-IN"/>
        </w:rPr>
        <w:t xml:space="preserve"> </w:t>
      </w:r>
      <w:r w:rsidRPr="007710BF">
        <w:rPr>
          <w:cs/>
          <w:lang w:bidi="bn-IN"/>
        </w:rPr>
        <w:t>আশ্চর্যান্বিত হই তা হলো আলী (আ.)-এর বক্তব্যগুলোর যে কোন একটিতে প্রবেশ করলে মনে হয়</w:t>
      </w:r>
      <w:r w:rsidR="0010344A">
        <w:rPr>
          <w:lang w:bidi="bn-IN"/>
        </w:rPr>
        <w:t xml:space="preserve"> </w:t>
      </w:r>
      <w:r w:rsidR="0010344A">
        <w:rPr>
          <w:cs/>
          <w:lang w:bidi="bn-IN"/>
        </w:rPr>
        <w:t>যেন এক বিশ্বে</w:t>
      </w:r>
      <w:r w:rsidRPr="007710BF">
        <w:rPr>
          <w:cs/>
          <w:lang w:bidi="bn-IN"/>
        </w:rPr>
        <w:t xml:space="preserve"> প্রবেশ করেছি। কখনো কোন আবেদের জগতে</w:t>
      </w:r>
      <w:r w:rsidR="00895143">
        <w:t>,</w:t>
      </w:r>
      <w:r w:rsidRPr="007710BF">
        <w:rPr>
          <w:cs/>
          <w:lang w:bidi="bn-IN"/>
        </w:rPr>
        <w:t>কখনো বা যাহেদের জগতে</w:t>
      </w:r>
      <w:r w:rsidR="00895143">
        <w:t>,</w:t>
      </w:r>
      <w:r w:rsidRPr="007710BF">
        <w:rPr>
          <w:cs/>
          <w:lang w:bidi="bn-IN"/>
        </w:rPr>
        <w:t>কখনো দর্শনের জগতে</w:t>
      </w:r>
      <w:r w:rsidR="00895143">
        <w:t>,</w:t>
      </w:r>
      <w:r w:rsidRPr="007710BF">
        <w:rPr>
          <w:cs/>
          <w:lang w:bidi="bn-IN"/>
        </w:rPr>
        <w:t>কখনো আধ্যাত্মিকতার জগতে</w:t>
      </w:r>
      <w:r w:rsidR="00895143">
        <w:t>,</w:t>
      </w:r>
      <w:r w:rsidRPr="007710BF">
        <w:rPr>
          <w:cs/>
          <w:lang w:bidi="bn-IN"/>
        </w:rPr>
        <w:t>কখনো সৈনিক বা সামরিক কর্মকর্তার জগতে</w:t>
      </w:r>
      <w:r w:rsidR="00895143">
        <w:t>,</w:t>
      </w:r>
      <w:r w:rsidRPr="007710BF">
        <w:rPr>
          <w:cs/>
          <w:lang w:bidi="bn-IN"/>
        </w:rPr>
        <w:t>কখনো ন্যায়পরায়ণ বিচারক বা শাসকের বা ধর্মীয় নেতার জগতে। সকল বিশ্বেই আলীর উপস্থিত।</w:t>
      </w:r>
      <w:r w:rsidR="0010344A">
        <w:rPr>
          <w:lang w:bidi="bn-IN"/>
        </w:rPr>
        <w:t xml:space="preserve"> </w:t>
      </w:r>
      <w:r w:rsidRPr="007710BF">
        <w:rPr>
          <w:cs/>
          <w:lang w:bidi="bn-IN"/>
        </w:rPr>
        <w:t>মানব বিশ্বের কোন স্থানেই আলী অনুপস্থিত নন।</w:t>
      </w:r>
      <w:r w:rsidRPr="001933EC">
        <w:rPr>
          <w:rStyle w:val="libAlaemChar"/>
        </w:rPr>
        <w:t>”</w:t>
      </w:r>
    </w:p>
    <w:p w:rsidR="0010344A" w:rsidRDefault="007710BF" w:rsidP="0010344A">
      <w:pPr>
        <w:pStyle w:val="libNormal"/>
      </w:pPr>
      <w:r w:rsidRPr="007710BF">
        <w:rPr>
          <w:cs/>
          <w:lang w:bidi="bn-IN"/>
        </w:rPr>
        <w:t>সাফিউদ্দিন হি</w:t>
      </w:r>
      <w:r w:rsidR="0010344A">
        <w:rPr>
          <w:cs/>
          <w:lang w:bidi="bn-IN"/>
        </w:rPr>
        <w:t>ল্লী</w:t>
      </w:r>
      <w:r w:rsidRPr="007710BF">
        <w:rPr>
          <w:rFonts w:hint="cs"/>
          <w:cs/>
          <w:lang w:bidi="bn-IN"/>
        </w:rPr>
        <w:t xml:space="preserve"> যিনি অষ্টম হিজরী শতাব্দীর একজন কবি ছিলেন তিনি বলেছেন</w:t>
      </w:r>
      <w:r w:rsidR="00895143">
        <w:t>,</w:t>
      </w:r>
    </w:p>
    <w:tbl>
      <w:tblPr>
        <w:tblStyle w:val="TableGrid"/>
        <w:bidiVisual/>
        <w:tblW w:w="4562" w:type="pct"/>
        <w:tblInd w:w="384" w:type="dxa"/>
        <w:tblLook w:val="01E0"/>
      </w:tblPr>
      <w:tblGrid>
        <w:gridCol w:w="4238"/>
        <w:gridCol w:w="302"/>
        <w:gridCol w:w="4197"/>
      </w:tblGrid>
      <w:tr w:rsidR="00B332ED" w:rsidRPr="00961709" w:rsidTr="002F4751">
        <w:trPr>
          <w:trHeight w:val="350"/>
        </w:trPr>
        <w:tc>
          <w:tcPr>
            <w:tcW w:w="4238" w:type="dxa"/>
            <w:shd w:val="clear" w:color="auto" w:fill="auto"/>
          </w:tcPr>
          <w:p w:rsidR="00B332ED" w:rsidRPr="00B332ED" w:rsidRDefault="00B332ED" w:rsidP="00B332ED">
            <w:pPr>
              <w:pStyle w:val="libPoem"/>
            </w:pPr>
            <w:r w:rsidRPr="00B332ED">
              <w:rPr>
                <w:rFonts w:hint="cs"/>
                <w:rtl/>
              </w:rPr>
              <w:t>جمعت فی صفاتک الاضداد</w:t>
            </w:r>
            <w:r w:rsidRPr="00B332ED">
              <w:rPr>
                <w:rtl/>
              </w:rPr>
              <w:br/>
              <w:t> </w:t>
            </w:r>
          </w:p>
        </w:tc>
        <w:tc>
          <w:tcPr>
            <w:tcW w:w="302" w:type="dxa"/>
            <w:shd w:val="clear" w:color="auto" w:fill="auto"/>
          </w:tcPr>
          <w:p w:rsidR="00B332ED" w:rsidRPr="00B332ED" w:rsidRDefault="00B332ED" w:rsidP="00B332ED">
            <w:pPr>
              <w:pStyle w:val="libPoem"/>
              <w:rPr>
                <w:rtl/>
              </w:rPr>
            </w:pPr>
          </w:p>
        </w:tc>
        <w:tc>
          <w:tcPr>
            <w:tcW w:w="4197" w:type="dxa"/>
            <w:shd w:val="clear" w:color="auto" w:fill="auto"/>
          </w:tcPr>
          <w:p w:rsidR="00B332ED" w:rsidRPr="00B332ED" w:rsidRDefault="00B332ED" w:rsidP="00B332ED">
            <w:pPr>
              <w:pStyle w:val="libPoem"/>
            </w:pPr>
            <w:r w:rsidRPr="00B332ED">
              <w:rPr>
                <w:rFonts w:hint="cs"/>
                <w:rtl/>
              </w:rPr>
              <w:t>فلهذا عزّت لک الانداد</w:t>
            </w:r>
            <w:r w:rsidRPr="00B332ED">
              <w:rPr>
                <w:rtl/>
              </w:rPr>
              <w:br/>
              <w:t> </w:t>
            </w:r>
          </w:p>
        </w:tc>
      </w:tr>
    </w:tbl>
    <w:p w:rsidR="00D54791" w:rsidRPr="008B4103" w:rsidRDefault="00B332ED" w:rsidP="00D54791">
      <w:pPr>
        <w:pStyle w:val="libCenter"/>
        <w:rPr>
          <w:rtl/>
        </w:rPr>
      </w:pPr>
      <w:r w:rsidRPr="001933EC">
        <w:rPr>
          <w:rStyle w:val="libAlaemChar"/>
        </w:rPr>
        <w:t xml:space="preserve"> </w:t>
      </w:r>
      <w:r w:rsidR="007710BF" w:rsidRPr="001933EC">
        <w:rPr>
          <w:rStyle w:val="libAlaemChar"/>
        </w:rPr>
        <w:t>“</w:t>
      </w:r>
      <w:r w:rsidR="007710BF" w:rsidRPr="007710BF">
        <w:rPr>
          <w:cs/>
          <w:lang w:bidi="bn-IN"/>
        </w:rPr>
        <w:t xml:space="preserve">বিপরীত বৈশিষ্ট্য হয়েছে তোমায় সমন্বিত </w:t>
      </w:r>
    </w:p>
    <w:p w:rsidR="00D54791" w:rsidRPr="008B4103" w:rsidRDefault="007710BF" w:rsidP="00D54791">
      <w:pPr>
        <w:pStyle w:val="libCenter"/>
      </w:pPr>
      <w:r w:rsidRPr="007710BF">
        <w:rPr>
          <w:cs/>
          <w:lang w:bidi="bn-IN"/>
        </w:rPr>
        <w:t>তাই তুমি হয়েছ মহিমান্বিত।</w:t>
      </w:r>
      <w:r w:rsidRPr="001933EC">
        <w:rPr>
          <w:rStyle w:val="libAlaemChar"/>
        </w:rPr>
        <w:t>”</w:t>
      </w:r>
    </w:p>
    <w:tbl>
      <w:tblPr>
        <w:tblStyle w:val="TableGrid"/>
        <w:bidiVisual/>
        <w:tblW w:w="4562" w:type="pct"/>
        <w:tblInd w:w="384" w:type="dxa"/>
        <w:tblLook w:val="01E0"/>
      </w:tblPr>
      <w:tblGrid>
        <w:gridCol w:w="4238"/>
        <w:gridCol w:w="302"/>
        <w:gridCol w:w="4197"/>
      </w:tblGrid>
      <w:tr w:rsidR="00B332ED" w:rsidRPr="00961709" w:rsidTr="002F4751">
        <w:trPr>
          <w:trHeight w:val="350"/>
        </w:trPr>
        <w:tc>
          <w:tcPr>
            <w:tcW w:w="4238" w:type="dxa"/>
            <w:shd w:val="clear" w:color="auto" w:fill="auto"/>
          </w:tcPr>
          <w:p w:rsidR="00B332ED" w:rsidRPr="00B332ED" w:rsidRDefault="00B332ED" w:rsidP="00B332ED">
            <w:pPr>
              <w:pStyle w:val="libPoem"/>
            </w:pPr>
            <w:r w:rsidRPr="00B332ED">
              <w:rPr>
                <w:rFonts w:hint="cs"/>
                <w:rtl/>
              </w:rPr>
              <w:t>زاهد حاکم حلیم شجاع</w:t>
            </w:r>
            <w:r w:rsidRPr="00B332ED">
              <w:rPr>
                <w:rtl/>
              </w:rPr>
              <w:br/>
              <w:t> </w:t>
            </w:r>
          </w:p>
        </w:tc>
        <w:tc>
          <w:tcPr>
            <w:tcW w:w="302" w:type="dxa"/>
            <w:shd w:val="clear" w:color="auto" w:fill="auto"/>
          </w:tcPr>
          <w:p w:rsidR="00B332ED" w:rsidRPr="00B332ED" w:rsidRDefault="00B332ED" w:rsidP="00B332ED">
            <w:pPr>
              <w:pStyle w:val="libPoem"/>
              <w:rPr>
                <w:rtl/>
              </w:rPr>
            </w:pPr>
          </w:p>
        </w:tc>
        <w:tc>
          <w:tcPr>
            <w:tcW w:w="4197" w:type="dxa"/>
            <w:shd w:val="clear" w:color="auto" w:fill="auto"/>
          </w:tcPr>
          <w:p w:rsidR="00B332ED" w:rsidRPr="00B332ED" w:rsidRDefault="00B332ED" w:rsidP="00B332ED">
            <w:pPr>
              <w:pStyle w:val="libPoem"/>
            </w:pPr>
            <w:r w:rsidRPr="00B332ED">
              <w:rPr>
                <w:rFonts w:hint="cs"/>
                <w:rtl/>
              </w:rPr>
              <w:t>ناسک فاتک فقیر جواد</w:t>
            </w:r>
            <w:r w:rsidRPr="00B332ED">
              <w:rPr>
                <w:rtl/>
              </w:rPr>
              <w:br/>
              <w:t> </w:t>
            </w:r>
          </w:p>
        </w:tc>
      </w:tr>
    </w:tbl>
    <w:p w:rsidR="00D54791" w:rsidRPr="008B4103" w:rsidRDefault="00B332ED" w:rsidP="00D54791">
      <w:pPr>
        <w:pStyle w:val="libCenter"/>
        <w:rPr>
          <w:rtl/>
        </w:rPr>
      </w:pPr>
      <w:r w:rsidRPr="001933EC">
        <w:rPr>
          <w:rStyle w:val="libAlaemChar"/>
        </w:rPr>
        <w:t xml:space="preserve"> </w:t>
      </w:r>
      <w:r w:rsidR="007710BF" w:rsidRPr="001933EC">
        <w:rPr>
          <w:rStyle w:val="libAlaemChar"/>
        </w:rPr>
        <w:t>“</w:t>
      </w:r>
      <w:r w:rsidR="007710BF" w:rsidRPr="007710BF">
        <w:rPr>
          <w:cs/>
          <w:lang w:bidi="bn-IN"/>
        </w:rPr>
        <w:t>আত্মসংযমী শাসক তুমি</w:t>
      </w:r>
      <w:r w:rsidR="00895143">
        <w:t>,</w:t>
      </w:r>
      <w:r w:rsidR="007710BF" w:rsidRPr="007710BF">
        <w:rPr>
          <w:cs/>
          <w:lang w:bidi="bn-IN"/>
        </w:rPr>
        <w:t>সহনশীল বীর</w:t>
      </w:r>
    </w:p>
    <w:p w:rsidR="00D54791" w:rsidRDefault="007710BF" w:rsidP="00D54791">
      <w:pPr>
        <w:pStyle w:val="libCenter"/>
        <w:rPr>
          <w:rStyle w:val="libAlaemChar"/>
        </w:rPr>
      </w:pPr>
      <w:r w:rsidRPr="007710BF">
        <w:rPr>
          <w:cs/>
          <w:lang w:bidi="bn-IN"/>
        </w:rPr>
        <w:t>ফকির তুমি</w:t>
      </w:r>
      <w:r w:rsidR="00895143">
        <w:t>,</w:t>
      </w:r>
      <w:r w:rsidRPr="007710BF">
        <w:rPr>
          <w:cs/>
          <w:lang w:bidi="bn-IN"/>
        </w:rPr>
        <w:t>দুনিয়াত্যাগী পীর।</w:t>
      </w:r>
      <w:r w:rsidRPr="001933EC">
        <w:rPr>
          <w:rStyle w:val="libAlaemChar"/>
        </w:rPr>
        <w:t>”</w:t>
      </w:r>
    </w:p>
    <w:p w:rsidR="00D54791" w:rsidRDefault="007710BF" w:rsidP="0010344A">
      <w:pPr>
        <w:pStyle w:val="libNormal"/>
        <w:rPr>
          <w:lang w:bidi="bn-IN"/>
        </w:rPr>
      </w:pPr>
      <w:r w:rsidRPr="007710BF">
        <w:rPr>
          <w:cs/>
          <w:lang w:bidi="bn-IN"/>
        </w:rPr>
        <w:t>যেমন সহনশীলতা ও ধৈর্যের ক্ষেত্রে তুমি সর্বো</w:t>
      </w:r>
      <w:r w:rsidR="00D53669">
        <w:rPr>
          <w:cs/>
          <w:lang w:bidi="bn-IN"/>
        </w:rPr>
        <w:t>চ্চ</w:t>
      </w:r>
      <w:r w:rsidRPr="007710BF">
        <w:t xml:space="preserve"> </w:t>
      </w:r>
      <w:r w:rsidRPr="007710BF">
        <w:rPr>
          <w:cs/>
          <w:lang w:bidi="bn-IN"/>
        </w:rPr>
        <w:t>পর্যায়ে তেমনি সাহসিকতার ক্ষেত্রেও সর্বো</w:t>
      </w:r>
      <w:r w:rsidR="00D53669">
        <w:rPr>
          <w:cs/>
          <w:lang w:bidi="bn-IN"/>
        </w:rPr>
        <w:t>চ্চ</w:t>
      </w:r>
      <w:r w:rsidR="00D54791">
        <w:rPr>
          <w:lang w:bidi="bn-IN"/>
        </w:rPr>
        <w:t xml:space="preserve"> </w:t>
      </w:r>
      <w:r w:rsidRPr="007710BF">
        <w:rPr>
          <w:cs/>
          <w:lang w:bidi="bn-IN"/>
        </w:rPr>
        <w:t>পর্যায়ে। রক্তপাতের ক্ষেত্রে যেখানে কোন নিকৃষ্ট ব্যক্তির রক্ত ঝরাতে হবে সেখানে শ্রেষ্ঠ যোদ্ধা</w:t>
      </w:r>
      <w:r w:rsidR="00895143">
        <w:t>,</w:t>
      </w:r>
      <w:r w:rsidRPr="007710BF">
        <w:rPr>
          <w:cs/>
          <w:lang w:bidi="bn-IN"/>
        </w:rPr>
        <w:t>আবার</w:t>
      </w:r>
      <w:r w:rsidR="00D54791">
        <w:rPr>
          <w:lang w:bidi="bn-IN"/>
        </w:rPr>
        <w:t xml:space="preserve"> </w:t>
      </w:r>
      <w:r w:rsidRPr="007710BF">
        <w:rPr>
          <w:cs/>
          <w:lang w:bidi="bn-IN"/>
        </w:rPr>
        <w:t>ইবাদতের ক্ষেত্রে সর্বশ্রেষ্ঠ ইবাদতকারী। নিঃ</w:t>
      </w:r>
      <w:r w:rsidR="006B46F0">
        <w:rPr>
          <w:cs/>
          <w:lang w:bidi="bn-IN"/>
        </w:rPr>
        <w:t>স্ব</w:t>
      </w:r>
      <w:r w:rsidRPr="007710BF">
        <w:t xml:space="preserve"> </w:t>
      </w:r>
      <w:r w:rsidRPr="007710BF">
        <w:rPr>
          <w:cs/>
          <w:lang w:bidi="bn-IN"/>
        </w:rPr>
        <w:t>ও স</w:t>
      </w:r>
      <w:r w:rsidR="005E5BE9">
        <w:rPr>
          <w:cs/>
          <w:lang w:bidi="bn-IN"/>
        </w:rPr>
        <w:t>ম্প</w:t>
      </w:r>
      <w:r w:rsidRPr="007710BF">
        <w:rPr>
          <w:cs/>
          <w:lang w:bidi="bn-IN"/>
        </w:rPr>
        <w:t>দহীন তিনি</w:t>
      </w:r>
      <w:r w:rsidR="00895143">
        <w:t>,</w:t>
      </w:r>
      <w:r w:rsidRPr="007710BF">
        <w:rPr>
          <w:cs/>
          <w:lang w:bidi="bn-IN"/>
        </w:rPr>
        <w:t>অথচ সর্বশ্রেষ্ঠ দাতা। দানশীল</w:t>
      </w:r>
      <w:r w:rsidR="00D54791">
        <w:rPr>
          <w:lang w:bidi="bn-IN"/>
        </w:rPr>
        <w:t xml:space="preserve"> </w:t>
      </w:r>
      <w:r w:rsidRPr="007710BF">
        <w:rPr>
          <w:cs/>
          <w:lang w:bidi="bn-IN"/>
        </w:rPr>
        <w:t>ছিলেন বলেই স</w:t>
      </w:r>
      <w:r w:rsidR="005E5BE9">
        <w:rPr>
          <w:cs/>
          <w:lang w:bidi="bn-IN"/>
        </w:rPr>
        <w:t>ম্প</w:t>
      </w:r>
      <w:r w:rsidRPr="007710BF">
        <w:rPr>
          <w:cs/>
          <w:lang w:bidi="bn-IN"/>
        </w:rPr>
        <w:t xml:space="preserve">দ </w:t>
      </w:r>
      <w:r w:rsidR="00FE6D44">
        <w:rPr>
          <w:cs/>
          <w:lang w:bidi="bn-IN"/>
        </w:rPr>
        <w:t>তার</w:t>
      </w:r>
      <w:r w:rsidRPr="007710BF">
        <w:rPr>
          <w:cs/>
          <w:lang w:bidi="bn-IN"/>
        </w:rPr>
        <w:t xml:space="preserve"> হাতে গচ্ছিত থাকত না।</w:t>
      </w:r>
    </w:p>
    <w:p w:rsidR="00D54791" w:rsidRDefault="007710BF" w:rsidP="00D54791">
      <w:pPr>
        <w:pStyle w:val="libCenter"/>
        <w:rPr>
          <w:lang w:bidi="bn-IN"/>
        </w:rPr>
      </w:pPr>
      <w:r w:rsidRPr="001933EC">
        <w:rPr>
          <w:rStyle w:val="libAlaemChar"/>
        </w:rPr>
        <w:t>“</w:t>
      </w:r>
      <w:r w:rsidRPr="007710BF">
        <w:rPr>
          <w:cs/>
          <w:lang w:bidi="bn-IN"/>
        </w:rPr>
        <w:t>দাতা কভু পারে না স</w:t>
      </w:r>
      <w:r w:rsidR="005E5BE9">
        <w:rPr>
          <w:cs/>
          <w:lang w:bidi="bn-IN"/>
        </w:rPr>
        <w:t>ম্প</w:t>
      </w:r>
      <w:r w:rsidRPr="007710BF">
        <w:rPr>
          <w:cs/>
          <w:lang w:bidi="bn-IN"/>
        </w:rPr>
        <w:t>দ সঞ্চয় করতে</w:t>
      </w:r>
    </w:p>
    <w:p w:rsidR="00D54791" w:rsidRDefault="007710BF" w:rsidP="00D54791">
      <w:pPr>
        <w:pStyle w:val="libCenter"/>
      </w:pPr>
      <w:r w:rsidRPr="007710BF">
        <w:rPr>
          <w:cs/>
          <w:lang w:bidi="bn-IN"/>
        </w:rPr>
        <w:t>প্রেমিক অন্তর পারে না কভু ধৈর্য ধরতে</w:t>
      </w:r>
      <w:r w:rsidR="00895143">
        <w:t>,</w:t>
      </w:r>
    </w:p>
    <w:p w:rsidR="00D54791" w:rsidRDefault="007710BF" w:rsidP="00D54791">
      <w:pPr>
        <w:pStyle w:val="libCenter"/>
        <w:rPr>
          <w:rStyle w:val="libAlaemChar"/>
        </w:rPr>
      </w:pPr>
      <w:r w:rsidRPr="007710BF">
        <w:rPr>
          <w:cs/>
          <w:lang w:bidi="bn-IN"/>
        </w:rPr>
        <w:t>পানিরে পারা যায় না কভু ছাকনিতে আটকাতে।</w:t>
      </w:r>
      <w:r w:rsidRPr="001933EC">
        <w:rPr>
          <w:rStyle w:val="libAlaemChar"/>
        </w:rPr>
        <w:t>”</w:t>
      </w:r>
    </w:p>
    <w:p w:rsidR="00D54791" w:rsidRDefault="007710BF" w:rsidP="0010344A">
      <w:pPr>
        <w:pStyle w:val="libNormal"/>
      </w:pPr>
      <w:r w:rsidRPr="007710BF">
        <w:rPr>
          <w:cs/>
          <w:lang w:bidi="bn-IN"/>
        </w:rPr>
        <w:t>তেমনি আলী (আ.)-কে বর্ণনা করা হয়েছে এভাবে</w:t>
      </w:r>
      <w:r w:rsidR="003936CB">
        <w:t>-</w:t>
      </w:r>
    </w:p>
    <w:tbl>
      <w:tblPr>
        <w:tblStyle w:val="TableGrid"/>
        <w:bidiVisual/>
        <w:tblW w:w="4562" w:type="pct"/>
        <w:tblInd w:w="384" w:type="dxa"/>
        <w:tblLook w:val="01E0"/>
      </w:tblPr>
      <w:tblGrid>
        <w:gridCol w:w="4238"/>
        <w:gridCol w:w="302"/>
        <w:gridCol w:w="4197"/>
      </w:tblGrid>
      <w:tr w:rsidR="00B332ED" w:rsidRPr="00961709" w:rsidTr="002F4751">
        <w:trPr>
          <w:trHeight w:val="350"/>
        </w:trPr>
        <w:tc>
          <w:tcPr>
            <w:tcW w:w="4238" w:type="dxa"/>
            <w:shd w:val="clear" w:color="auto" w:fill="auto"/>
          </w:tcPr>
          <w:p w:rsidR="00B332ED" w:rsidRPr="00B332ED" w:rsidRDefault="00B332ED" w:rsidP="00B332ED">
            <w:pPr>
              <w:pStyle w:val="libPoem"/>
            </w:pPr>
            <w:r w:rsidRPr="00B332ED">
              <w:rPr>
                <w:rFonts w:hint="cs"/>
                <w:rtl/>
              </w:rPr>
              <w:t>خلق یخجل النسیم من العطف</w:t>
            </w:r>
            <w:r w:rsidRPr="00B332ED">
              <w:rPr>
                <w:rtl/>
              </w:rPr>
              <w:br/>
              <w:t> </w:t>
            </w:r>
          </w:p>
        </w:tc>
        <w:tc>
          <w:tcPr>
            <w:tcW w:w="302" w:type="dxa"/>
            <w:shd w:val="clear" w:color="auto" w:fill="auto"/>
          </w:tcPr>
          <w:p w:rsidR="00B332ED" w:rsidRPr="00961709" w:rsidRDefault="00B332ED" w:rsidP="002F4751">
            <w:pPr>
              <w:pStyle w:val="libPoem"/>
              <w:rPr>
                <w:szCs w:val="24"/>
                <w:rtl/>
              </w:rPr>
            </w:pPr>
          </w:p>
        </w:tc>
        <w:tc>
          <w:tcPr>
            <w:tcW w:w="4197" w:type="dxa"/>
            <w:shd w:val="clear" w:color="auto" w:fill="auto"/>
          </w:tcPr>
          <w:p w:rsidR="00B332ED" w:rsidRPr="00B332ED" w:rsidRDefault="00B332ED" w:rsidP="00B332ED">
            <w:pPr>
              <w:pStyle w:val="libPoem"/>
            </w:pPr>
            <w:r w:rsidRPr="00B332ED">
              <w:rPr>
                <w:rFonts w:hint="cs"/>
                <w:rtl/>
              </w:rPr>
              <w:t>و بأس یذوب منه الجماد</w:t>
            </w:r>
            <w:r w:rsidRPr="00B332ED">
              <w:rPr>
                <w:rtl/>
              </w:rPr>
              <w:br/>
              <w:t> </w:t>
            </w:r>
          </w:p>
        </w:tc>
      </w:tr>
    </w:tbl>
    <w:p w:rsidR="00D54791" w:rsidRPr="00B332ED" w:rsidRDefault="00D54791" w:rsidP="009848A8">
      <w:pPr>
        <w:pStyle w:val="libNormal"/>
        <w:rPr>
          <w:rtl/>
        </w:rPr>
      </w:pPr>
    </w:p>
    <w:p w:rsidR="00D54791" w:rsidRDefault="007710BF" w:rsidP="00D54791">
      <w:pPr>
        <w:pStyle w:val="libCenter"/>
      </w:pPr>
      <w:r w:rsidRPr="007710BF">
        <w:rPr>
          <w:rFonts w:hint="cs"/>
          <w:cs/>
          <w:lang w:bidi="bn-IN"/>
        </w:rPr>
        <w:t>কোথাও</w:t>
      </w:r>
      <w:r w:rsidRPr="008B4103">
        <w:rPr>
          <w:rFonts w:hint="cs"/>
          <w:rtl/>
          <w:cs/>
        </w:rPr>
        <w:t xml:space="preserve"> </w:t>
      </w:r>
      <w:r w:rsidRPr="007710BF">
        <w:rPr>
          <w:rFonts w:hint="cs"/>
          <w:cs/>
          <w:lang w:bidi="bn-IN"/>
        </w:rPr>
        <w:t>তোমার</w:t>
      </w:r>
      <w:r w:rsidRPr="008B4103">
        <w:rPr>
          <w:rFonts w:hint="cs"/>
          <w:rtl/>
          <w:cs/>
        </w:rPr>
        <w:t xml:space="preserve"> </w:t>
      </w:r>
      <w:r w:rsidRPr="007710BF">
        <w:rPr>
          <w:rFonts w:hint="cs"/>
          <w:cs/>
          <w:lang w:bidi="bn-IN"/>
        </w:rPr>
        <w:t>চরিত্র</w:t>
      </w:r>
      <w:r w:rsidRPr="008B4103">
        <w:rPr>
          <w:rFonts w:hint="cs"/>
          <w:rtl/>
          <w:cs/>
        </w:rPr>
        <w:t xml:space="preserve"> </w:t>
      </w:r>
      <w:r w:rsidRPr="007710BF">
        <w:rPr>
          <w:rFonts w:hint="cs"/>
          <w:cs/>
          <w:lang w:bidi="bn-IN"/>
        </w:rPr>
        <w:t>এমন</w:t>
      </w:r>
      <w:r w:rsidRPr="008B4103">
        <w:rPr>
          <w:rFonts w:hint="cs"/>
          <w:rtl/>
          <w:cs/>
        </w:rPr>
        <w:t xml:space="preserve"> </w:t>
      </w:r>
      <w:r w:rsidRPr="007710BF">
        <w:rPr>
          <w:rFonts w:hint="cs"/>
          <w:cs/>
          <w:lang w:bidi="bn-IN"/>
        </w:rPr>
        <w:t>যে</w:t>
      </w:r>
      <w:r w:rsidR="00895143">
        <w:t>,</w:t>
      </w:r>
      <w:r w:rsidRPr="007710BF">
        <w:rPr>
          <w:rFonts w:hint="cs"/>
          <w:cs/>
          <w:lang w:bidi="bn-IN"/>
        </w:rPr>
        <w:t>তোমার</w:t>
      </w:r>
      <w:r w:rsidRPr="008B4103">
        <w:rPr>
          <w:rFonts w:hint="cs"/>
          <w:rtl/>
          <w:cs/>
        </w:rPr>
        <w:t xml:space="preserve"> </w:t>
      </w:r>
      <w:r w:rsidRPr="007710BF">
        <w:rPr>
          <w:rFonts w:hint="cs"/>
          <w:cs/>
          <w:lang w:bidi="bn-IN"/>
        </w:rPr>
        <w:t>কোমলতা</w:t>
      </w:r>
      <w:r w:rsidRPr="008B4103">
        <w:rPr>
          <w:rFonts w:hint="cs"/>
          <w:rtl/>
          <w:cs/>
        </w:rPr>
        <w:t xml:space="preserve"> </w:t>
      </w:r>
      <w:r w:rsidRPr="007710BF">
        <w:rPr>
          <w:rFonts w:hint="cs"/>
          <w:cs/>
          <w:lang w:bidi="bn-IN"/>
        </w:rPr>
        <w:t>দেখে</w:t>
      </w:r>
      <w:r w:rsidRPr="008B4103">
        <w:rPr>
          <w:rFonts w:hint="cs"/>
          <w:rtl/>
          <w:cs/>
        </w:rPr>
        <w:t xml:space="preserve"> </w:t>
      </w:r>
      <w:r w:rsidRPr="007710BF">
        <w:rPr>
          <w:rFonts w:hint="cs"/>
          <w:cs/>
          <w:lang w:bidi="bn-IN"/>
        </w:rPr>
        <w:t>মৃদুমন্দ</w:t>
      </w:r>
      <w:r w:rsidRPr="008B4103">
        <w:rPr>
          <w:rFonts w:hint="cs"/>
          <w:rtl/>
          <w:cs/>
        </w:rPr>
        <w:t xml:space="preserve"> </w:t>
      </w:r>
      <w:r w:rsidRPr="007710BF">
        <w:rPr>
          <w:rFonts w:hint="cs"/>
          <w:cs/>
          <w:lang w:bidi="bn-IN"/>
        </w:rPr>
        <w:t>বাতাসও</w:t>
      </w:r>
      <w:r w:rsidRPr="008B4103">
        <w:rPr>
          <w:rFonts w:hint="cs"/>
          <w:rtl/>
          <w:cs/>
        </w:rPr>
        <w:t xml:space="preserve"> </w:t>
      </w:r>
      <w:r w:rsidRPr="007710BF">
        <w:rPr>
          <w:rFonts w:hint="cs"/>
          <w:cs/>
          <w:lang w:bidi="bn-IN"/>
        </w:rPr>
        <w:t>লজ্জা</w:t>
      </w:r>
      <w:r w:rsidRPr="008B4103">
        <w:rPr>
          <w:rFonts w:hint="cs"/>
          <w:rtl/>
          <w:cs/>
        </w:rPr>
        <w:t xml:space="preserve"> </w:t>
      </w:r>
      <w:r w:rsidRPr="007710BF">
        <w:rPr>
          <w:rFonts w:hint="cs"/>
          <w:cs/>
          <w:lang w:bidi="bn-IN"/>
        </w:rPr>
        <w:t>পায়</w:t>
      </w:r>
      <w:r w:rsidRPr="007710BF">
        <w:rPr>
          <w:cs/>
          <w:lang w:bidi="bn-IN"/>
        </w:rPr>
        <w:t xml:space="preserve"> </w:t>
      </w:r>
      <w:r w:rsidRPr="007710BF">
        <w:rPr>
          <w:rFonts w:hint="cs"/>
          <w:cs/>
          <w:lang w:bidi="bn-IN"/>
        </w:rPr>
        <w:t>কখনো</w:t>
      </w:r>
      <w:r w:rsidRPr="008B4103">
        <w:rPr>
          <w:rFonts w:hint="cs"/>
          <w:rtl/>
          <w:cs/>
        </w:rPr>
        <w:t xml:space="preserve"> </w:t>
      </w:r>
      <w:r w:rsidRPr="007710BF">
        <w:rPr>
          <w:rFonts w:hint="cs"/>
          <w:cs/>
          <w:lang w:bidi="bn-IN"/>
        </w:rPr>
        <w:t>তোমার</w:t>
      </w:r>
      <w:r w:rsidRPr="008B4103">
        <w:rPr>
          <w:rFonts w:hint="cs"/>
          <w:rtl/>
          <w:cs/>
        </w:rPr>
        <w:t xml:space="preserve"> </w:t>
      </w:r>
      <w:r w:rsidRPr="007710BF">
        <w:rPr>
          <w:rFonts w:hint="cs"/>
          <w:cs/>
          <w:lang w:bidi="bn-IN"/>
        </w:rPr>
        <w:t>দৃঢ়তা</w:t>
      </w:r>
      <w:r w:rsidRPr="008B4103">
        <w:rPr>
          <w:rFonts w:hint="cs"/>
          <w:rtl/>
          <w:cs/>
        </w:rPr>
        <w:t xml:space="preserve"> </w:t>
      </w:r>
      <w:r w:rsidRPr="007710BF">
        <w:rPr>
          <w:rFonts w:hint="cs"/>
          <w:cs/>
          <w:lang w:bidi="bn-IN"/>
        </w:rPr>
        <w:t>পাথরকেও</w:t>
      </w:r>
      <w:r w:rsidRPr="008B4103">
        <w:rPr>
          <w:rFonts w:hint="cs"/>
          <w:rtl/>
          <w:cs/>
        </w:rPr>
        <w:t xml:space="preserve"> </w:t>
      </w:r>
      <w:r w:rsidRPr="007710BF">
        <w:rPr>
          <w:rFonts w:hint="cs"/>
          <w:cs/>
          <w:lang w:bidi="bn-IN"/>
        </w:rPr>
        <w:t>হার</w:t>
      </w:r>
      <w:r w:rsidRPr="008B4103">
        <w:rPr>
          <w:rFonts w:hint="cs"/>
          <w:rtl/>
          <w:cs/>
        </w:rPr>
        <w:t xml:space="preserve"> </w:t>
      </w:r>
      <w:r w:rsidRPr="007710BF">
        <w:rPr>
          <w:rFonts w:hint="cs"/>
          <w:cs/>
          <w:lang w:bidi="bn-IN"/>
        </w:rPr>
        <w:t>মানায়</w:t>
      </w:r>
      <w:r w:rsidRPr="008B4103">
        <w:rPr>
          <w:rStyle w:val="libNormalChar"/>
          <w:rFonts w:hint="cs"/>
          <w:cs/>
          <w:lang w:bidi="hi-IN"/>
        </w:rPr>
        <w:t>।</w:t>
      </w:r>
      <w:r w:rsidRPr="001933EC">
        <w:rPr>
          <w:rStyle w:val="libAlaemChar"/>
        </w:rPr>
        <w:t>”</w:t>
      </w:r>
      <w:r w:rsidRPr="007710BF">
        <w:t xml:space="preserve">  </w:t>
      </w:r>
    </w:p>
    <w:p w:rsidR="00BA7F83" w:rsidRDefault="007710BF" w:rsidP="00D54791">
      <w:pPr>
        <w:pStyle w:val="libNormal"/>
      </w:pPr>
      <w:r w:rsidRPr="007710BF">
        <w:rPr>
          <w:cs/>
          <w:lang w:bidi="bn-IN"/>
        </w:rPr>
        <w:t>অর্থাৎ সাহসিকতা</w:t>
      </w:r>
      <w:r w:rsidR="00895143">
        <w:t>,</w:t>
      </w:r>
      <w:r w:rsidRPr="007710BF">
        <w:rPr>
          <w:cs/>
          <w:lang w:bidi="bn-IN"/>
        </w:rPr>
        <w:t xml:space="preserve">শৌর্য আর সংগ্রামী </w:t>
      </w:r>
      <w:r w:rsidR="00FE6D44">
        <w:rPr>
          <w:cs/>
          <w:lang w:bidi="bn-IN"/>
        </w:rPr>
        <w:t>তার</w:t>
      </w:r>
      <w:r w:rsidRPr="007710BF">
        <w:rPr>
          <w:cs/>
          <w:lang w:bidi="bn-IN"/>
        </w:rPr>
        <w:t xml:space="preserve"> আত্মার মোকাবিলায় পাথর</w:t>
      </w:r>
      <w:r w:rsidR="00895143">
        <w:t>,</w:t>
      </w:r>
      <w:r w:rsidRPr="007710BF">
        <w:rPr>
          <w:cs/>
          <w:lang w:bidi="bn-IN"/>
        </w:rPr>
        <w:t>শীলা বা ধাতুও গলে যায়।</w:t>
      </w:r>
      <w:r w:rsidR="00D54791">
        <w:rPr>
          <w:lang w:bidi="bn-IN"/>
        </w:rPr>
        <w:t xml:space="preserve"> </w:t>
      </w:r>
      <w:r w:rsidRPr="007710BF">
        <w:rPr>
          <w:cs/>
          <w:lang w:bidi="bn-IN"/>
        </w:rPr>
        <w:t xml:space="preserve">আবার </w:t>
      </w:r>
      <w:r w:rsidR="00FE6D44">
        <w:rPr>
          <w:cs/>
          <w:lang w:bidi="bn-IN"/>
        </w:rPr>
        <w:t>তার</w:t>
      </w:r>
      <w:r w:rsidRPr="007710BF">
        <w:rPr>
          <w:cs/>
          <w:lang w:bidi="bn-IN"/>
        </w:rPr>
        <w:t xml:space="preserve"> চারিত্রিক কোমলতাই মৃদমন্দ বাতাসকেও লজ্জা দ</w:t>
      </w:r>
      <w:r w:rsidR="00D54791">
        <w:rPr>
          <w:cs/>
          <w:lang w:bidi="bn-IN"/>
        </w:rPr>
        <w:t>েয়। একই ব্যক্তির মধ্যে কোমলতা ও</w:t>
      </w:r>
      <w:r w:rsidR="00D54791">
        <w:rPr>
          <w:lang w:bidi="bn-IN"/>
        </w:rPr>
        <w:t xml:space="preserve"> </w:t>
      </w:r>
      <w:r w:rsidRPr="007710BF">
        <w:rPr>
          <w:cs/>
          <w:lang w:bidi="bn-IN"/>
        </w:rPr>
        <w:t>কঠোরতার এক অপূর্ব সমন্বয়। তুমি কেমন আশ্চর্য সৃষ্টি</w:t>
      </w:r>
      <w:r w:rsidRPr="007710BF">
        <w:t>?</w:t>
      </w:r>
    </w:p>
    <w:p w:rsidR="00BA7F83" w:rsidRDefault="007710BF" w:rsidP="00BA7F83">
      <w:pPr>
        <w:pStyle w:val="libNormal"/>
        <w:rPr>
          <w:lang w:bidi="bn-IN"/>
        </w:rPr>
      </w:pPr>
      <w:r w:rsidRPr="007710BF">
        <w:rPr>
          <w:cs/>
          <w:lang w:bidi="bn-IN"/>
        </w:rPr>
        <w:t>অতএব</w:t>
      </w:r>
      <w:r w:rsidR="00895143">
        <w:t>,</w:t>
      </w:r>
      <w:r w:rsidRPr="007710BF">
        <w:rPr>
          <w:cs/>
          <w:lang w:bidi="bn-IN"/>
        </w:rPr>
        <w:t>পূর্ণ মানব অর্থ সেই মানুষ যিনি সকল মানবিক মূল্যবোধে বলীয়ান। মানবতার সকল</w:t>
      </w:r>
      <w:r w:rsidR="00BA7F83">
        <w:rPr>
          <w:lang w:bidi="bn-IN"/>
        </w:rPr>
        <w:t xml:space="preserve"> </w:t>
      </w:r>
      <w:r w:rsidRPr="007710BF">
        <w:rPr>
          <w:cs/>
          <w:lang w:bidi="bn-IN"/>
        </w:rPr>
        <w:t>ময়দানে তিনি শ্রেষ্ঠ। এখান থেকে আমরা কি শিক্ষাগ্রহণ করব</w:t>
      </w:r>
      <w:r w:rsidRPr="007710BF">
        <w:t xml:space="preserve">? </w:t>
      </w:r>
      <w:r w:rsidRPr="007710BF">
        <w:rPr>
          <w:cs/>
          <w:lang w:bidi="bn-IN"/>
        </w:rPr>
        <w:t>এ শিক্ষাগ্রহণ করব যে</w:t>
      </w:r>
      <w:r w:rsidR="00895143">
        <w:t>,</w:t>
      </w:r>
      <w:r w:rsidRPr="007710BF">
        <w:rPr>
          <w:cs/>
          <w:lang w:bidi="bn-IN"/>
        </w:rPr>
        <w:t>ভুল করে শুধু</w:t>
      </w:r>
      <w:r w:rsidR="00BA7F83">
        <w:rPr>
          <w:lang w:bidi="bn-IN"/>
        </w:rPr>
        <w:t xml:space="preserve"> </w:t>
      </w:r>
      <w:r w:rsidRPr="007710BF">
        <w:rPr>
          <w:cs/>
          <w:lang w:bidi="bn-IN"/>
        </w:rPr>
        <w:t>একটি মূল্যবোধকে গ্রহণ করে অন্যান্য মূল্যবোধকে যেন আমরা ভুলে না যাই। যদিও আমরা সকল</w:t>
      </w:r>
      <w:r w:rsidR="00BA7F83">
        <w:rPr>
          <w:lang w:bidi="bn-IN"/>
        </w:rPr>
        <w:t xml:space="preserve"> </w:t>
      </w:r>
      <w:r w:rsidRPr="007710BF">
        <w:rPr>
          <w:cs/>
          <w:lang w:bidi="bn-IN"/>
        </w:rPr>
        <w:t>মূল্যবোধের ক্ষেত্রেই শ্রেষ্ঠ</w:t>
      </w:r>
      <w:r w:rsidR="009E6EF8">
        <w:rPr>
          <w:cs/>
          <w:lang w:bidi="bn-IN"/>
        </w:rPr>
        <w:t>ত্ব</w:t>
      </w:r>
      <w:r w:rsidRPr="007710BF">
        <w:t xml:space="preserve"> </w:t>
      </w:r>
      <w:r w:rsidRPr="007710BF">
        <w:rPr>
          <w:cs/>
          <w:lang w:bidi="bn-IN"/>
        </w:rPr>
        <w:t>অর্জন করতে পারব না</w:t>
      </w:r>
      <w:r w:rsidR="00895143">
        <w:t>,</w:t>
      </w:r>
      <w:r w:rsidRPr="007710BF">
        <w:rPr>
          <w:cs/>
          <w:lang w:bidi="bn-IN"/>
        </w:rPr>
        <w:t>কিন্তু নির্দিষ্ট পর্যায় পর্যন্ত সকল মূল্যবোধই একত্রে</w:t>
      </w:r>
      <w:r w:rsidR="00BA7F83">
        <w:rPr>
          <w:lang w:bidi="bn-IN"/>
        </w:rPr>
        <w:t xml:space="preserve"> </w:t>
      </w:r>
      <w:r w:rsidRPr="007710BF">
        <w:rPr>
          <w:cs/>
          <w:lang w:bidi="bn-IN"/>
        </w:rPr>
        <w:t>ধারণ তো করতে পারি। যদি পূর্ণ মানুষ নাও হই অন্তত ভারসাম্যপূর্ণ মানুষ তো হতে পারি। আর</w:t>
      </w:r>
      <w:r w:rsidR="00BA7F83">
        <w:rPr>
          <w:lang w:bidi="bn-IN"/>
        </w:rPr>
        <w:t xml:space="preserve"> </w:t>
      </w:r>
      <w:r w:rsidRPr="007710BF">
        <w:rPr>
          <w:cs/>
          <w:lang w:bidi="bn-IN"/>
        </w:rPr>
        <w:t>তখনই একজন প্রকৃত মুসলমান হিসেবে সকল ময়দানে আমরা উপস্থিত হতে পারব।</w:t>
      </w:r>
      <w:r w:rsidR="00BA7F83">
        <w:rPr>
          <w:lang w:bidi="bn-IN"/>
        </w:rPr>
        <w:t xml:space="preserve"> </w:t>
      </w:r>
      <w:r w:rsidRPr="007710BF">
        <w:rPr>
          <w:cs/>
          <w:lang w:bidi="bn-IN"/>
        </w:rPr>
        <w:t>সুতরাং এটাই পূর্ণ মানুষের রূপ। ইনশা</w:t>
      </w:r>
      <w:r w:rsidR="006B46F0">
        <w:rPr>
          <w:cs/>
          <w:lang w:bidi="bn-IN"/>
        </w:rPr>
        <w:t>ল্লা</w:t>
      </w:r>
      <w:r w:rsidRPr="007710BF">
        <w:rPr>
          <w:rFonts w:hint="cs"/>
          <w:cs/>
          <w:lang w:bidi="bn-IN"/>
        </w:rPr>
        <w:t>হ্ আমরা পরবর্তী বৈঠকে বাকী অংশ আলোচনা করব।</w:t>
      </w:r>
    </w:p>
    <w:p w:rsidR="00BA7F83" w:rsidRPr="008B4103" w:rsidRDefault="00BA7F83" w:rsidP="009848A8">
      <w:pPr>
        <w:pStyle w:val="libNormal"/>
      </w:pPr>
      <w:r>
        <w:rPr>
          <w:lang w:bidi="bn-IN"/>
        </w:rPr>
        <w:br w:type="page"/>
      </w:r>
    </w:p>
    <w:p w:rsidR="00BA7F83" w:rsidRPr="006070B7" w:rsidRDefault="007710BF" w:rsidP="006070B7">
      <w:pPr>
        <w:pStyle w:val="Heading1"/>
        <w:rPr>
          <w:lang w:bidi="bn-IN"/>
        </w:rPr>
      </w:pPr>
      <w:bookmarkStart w:id="11" w:name="_Toc392601420"/>
      <w:r w:rsidRPr="006070B7">
        <w:rPr>
          <w:rFonts w:hint="cs"/>
          <w:cs/>
          <w:lang w:bidi="bn-IN"/>
        </w:rPr>
        <w:t>হযরত আলী (আ.)-এর জীবনের শেষ দিনগুলো</w:t>
      </w:r>
      <w:bookmarkEnd w:id="11"/>
      <w:r w:rsidR="00045125" w:rsidRPr="006070B7">
        <w:rPr>
          <w:cs/>
          <w:lang w:bidi="bn-IN"/>
        </w:rPr>
        <w:t xml:space="preserve"> </w:t>
      </w:r>
    </w:p>
    <w:p w:rsidR="00C204A8" w:rsidRDefault="007710BF" w:rsidP="00BA7F83">
      <w:pPr>
        <w:pStyle w:val="libNormal"/>
        <w:rPr>
          <w:lang w:bidi="bn-IN"/>
        </w:rPr>
      </w:pPr>
      <w:r w:rsidRPr="006070B7">
        <w:rPr>
          <w:rFonts w:hint="cs"/>
          <w:cs/>
          <w:lang w:bidi="bn-IN"/>
        </w:rPr>
        <w:t>আলী (আ.)-এর জীবনের শেষ রমযান মাস অন্য এক রকম রমযান যা ভিন্ন এক পবিত্রতা নিয়ে</w:t>
      </w:r>
      <w:r w:rsidR="00C204A8" w:rsidRPr="006070B7">
        <w:rPr>
          <w:lang w:bidi="bn-IN"/>
        </w:rPr>
        <w:t xml:space="preserve"> </w:t>
      </w:r>
      <w:r w:rsidRPr="006070B7">
        <w:rPr>
          <w:rFonts w:hint="cs"/>
          <w:cs/>
          <w:lang w:bidi="bn-IN"/>
        </w:rPr>
        <w:t>বিরাজ করছিল। আলীর প</w:t>
      </w:r>
      <w:r w:rsidRPr="006070B7">
        <w:rPr>
          <w:cs/>
          <w:lang w:bidi="bn-IN"/>
        </w:rPr>
        <w:t>রিবারের জন্যও এ রমযান প্রথম দিক থেকেই অন্য রকম ছিল। ভয় ও</w:t>
      </w:r>
      <w:r w:rsidR="00C204A8" w:rsidRPr="006070B7">
        <w:rPr>
          <w:lang w:bidi="bn-IN"/>
        </w:rPr>
        <w:t xml:space="preserve"> </w:t>
      </w:r>
      <w:r w:rsidRPr="006070B7">
        <w:rPr>
          <w:cs/>
          <w:lang w:bidi="bn-IN"/>
        </w:rPr>
        <w:t>শঙ্কার একটি মিশ্রিত অবস্থা বিরাজমান ছিল। (খাওয়ারেজ আলী (আ.)-কে হত্যার পরিকল্পনা</w:t>
      </w:r>
      <w:r w:rsidR="00C204A8" w:rsidRPr="006070B7">
        <w:rPr>
          <w:lang w:bidi="bn-IN"/>
        </w:rPr>
        <w:t xml:space="preserve"> </w:t>
      </w:r>
      <w:r w:rsidRPr="006070B7">
        <w:rPr>
          <w:cs/>
          <w:lang w:bidi="bn-IN"/>
        </w:rPr>
        <w:t>নিয়েছিল) সেহেতু আলীর জীবনধারা</w:t>
      </w:r>
      <w:r w:rsidRPr="007710BF">
        <w:rPr>
          <w:cs/>
          <w:lang w:bidi="bn-IN"/>
        </w:rPr>
        <w:t xml:space="preserve"> এ রমযানে অ</w:t>
      </w:r>
      <w:r w:rsidR="00C204A8">
        <w:rPr>
          <w:cs/>
          <w:lang w:bidi="bn-IN"/>
        </w:rPr>
        <w:t>ন্য রমযানের থেকে অন্য রকম ছিল।</w:t>
      </w:r>
    </w:p>
    <w:p w:rsidR="00C204A8" w:rsidRDefault="007710BF" w:rsidP="00BA7F83">
      <w:pPr>
        <w:pStyle w:val="libNormal"/>
      </w:pPr>
      <w:r w:rsidRPr="007710BF">
        <w:rPr>
          <w:cs/>
          <w:lang w:bidi="bn-IN"/>
        </w:rPr>
        <w:t>হযরত আলীর শক্তিমত্তার একটি বর্ণনা নাহজুল বালাগা থেকে এখানে বর্ণনা করব। আলী (আ.)</w:t>
      </w:r>
      <w:r w:rsidR="00C204A8">
        <w:rPr>
          <w:lang w:bidi="bn-IN"/>
        </w:rPr>
        <w:t xml:space="preserve"> </w:t>
      </w:r>
      <w:r w:rsidRPr="007710BF">
        <w:rPr>
          <w:cs/>
          <w:lang w:bidi="bn-IN"/>
        </w:rPr>
        <w:t>বলেছেন</w:t>
      </w:r>
      <w:r w:rsidR="00895143">
        <w:t>,</w:t>
      </w:r>
    </w:p>
    <w:p w:rsidR="006070B7" w:rsidRPr="00B332ED" w:rsidRDefault="006070B7" w:rsidP="009848A8">
      <w:pPr>
        <w:pStyle w:val="libNormal"/>
      </w:pPr>
      <w:r w:rsidRPr="006070B7">
        <w:rPr>
          <w:rStyle w:val="libArChar"/>
          <w:rFonts w:hint="cs"/>
          <w:rtl/>
        </w:rPr>
        <w:t>لما انزل الله سحانه قوله</w:t>
      </w:r>
      <w:r w:rsidRPr="00B332ED">
        <w:rPr>
          <w:rFonts w:hint="cs"/>
          <w:rtl/>
        </w:rPr>
        <w:t xml:space="preserve"> </w:t>
      </w:r>
      <w:r w:rsidRPr="006070B7">
        <w:rPr>
          <w:rStyle w:val="libAlaemChar"/>
          <w:rFonts w:hint="cs"/>
          <w:rtl/>
        </w:rPr>
        <w:t>(</w:t>
      </w:r>
      <w:r w:rsidRPr="006070B7">
        <w:rPr>
          <w:rStyle w:val="libAieChar"/>
          <w:rtl/>
        </w:rPr>
        <w:t>الم أَحَسِبَ النَّاسُ أَنْ يُتْرَكُوا أَنْ يَقُولُوا آمَنَّا وَهُمْ لَا يُفْتَنُونَ</w:t>
      </w:r>
      <w:r w:rsidRPr="006070B7">
        <w:rPr>
          <w:rStyle w:val="libAlaemChar"/>
          <w:rFonts w:hint="cs"/>
          <w:rtl/>
        </w:rPr>
        <w:t>)</w:t>
      </w:r>
      <w:r w:rsidRPr="00B332ED">
        <w:rPr>
          <w:rFonts w:hint="cs"/>
          <w:rtl/>
        </w:rPr>
        <w:t xml:space="preserve"> </w:t>
      </w:r>
      <w:r w:rsidRPr="006070B7">
        <w:rPr>
          <w:rStyle w:val="libArChar"/>
          <w:rFonts w:hint="cs"/>
          <w:rtl/>
        </w:rPr>
        <w:t>علمت انّ الفتنة لا بنا و رسل الله (ص) بین اظهرنا</w:t>
      </w:r>
      <w:r w:rsidR="00B332ED">
        <w:rPr>
          <w:rStyle w:val="libArChar"/>
        </w:rPr>
        <w:t xml:space="preserve">  </w:t>
      </w:r>
    </w:p>
    <w:p w:rsidR="00796BC6" w:rsidRDefault="007710BF" w:rsidP="00796BC6">
      <w:pPr>
        <w:pStyle w:val="libNormal"/>
        <w:rPr>
          <w:lang w:bidi="bn-IN"/>
        </w:rPr>
      </w:pPr>
      <w:r w:rsidRPr="001933EC">
        <w:rPr>
          <w:rStyle w:val="libAlaemChar"/>
        </w:rPr>
        <w:t>“</w:t>
      </w:r>
      <w:r w:rsidRPr="007710BF">
        <w:rPr>
          <w:cs/>
          <w:lang w:bidi="bn-IN"/>
        </w:rPr>
        <w:t xml:space="preserve">যখন এ আয়াত </w:t>
      </w:r>
      <w:r w:rsidRPr="001933EC">
        <w:rPr>
          <w:rStyle w:val="libAlaemChar"/>
        </w:rPr>
        <w:t>‘</w:t>
      </w:r>
      <w:r w:rsidRPr="007710BF">
        <w:rPr>
          <w:cs/>
          <w:lang w:bidi="bn-IN"/>
        </w:rPr>
        <w:t>মানুষ কি ভেবে নিয়েছে আমরা ঈমান এনেছি এ কথা বললেই তাদের ছেড়ে</w:t>
      </w:r>
      <w:r w:rsidR="000A17C1">
        <w:rPr>
          <w:lang w:bidi="bn-IN"/>
        </w:rPr>
        <w:t xml:space="preserve"> </w:t>
      </w:r>
      <w:r w:rsidRPr="007710BF">
        <w:rPr>
          <w:cs/>
          <w:lang w:bidi="bn-IN"/>
        </w:rPr>
        <w:t>দেয়া হবে এবং তাদেরকে পরীক্ষা করা হবে না</w:t>
      </w:r>
      <w:r w:rsidRPr="001933EC">
        <w:rPr>
          <w:rStyle w:val="libAlaemChar"/>
        </w:rPr>
        <w:t>’</w:t>
      </w:r>
      <w:r w:rsidRPr="007710BF">
        <w:t xml:space="preserve"> (</w:t>
      </w:r>
      <w:r w:rsidRPr="007710BF">
        <w:rPr>
          <w:cs/>
          <w:lang w:bidi="bn-IN"/>
        </w:rPr>
        <w:t>আনকাবুত ১-২) নাযিল হলো তখন বুঝতে পারলাম</w:t>
      </w:r>
      <w:r w:rsidR="000A17C1">
        <w:rPr>
          <w:lang w:bidi="bn-IN"/>
        </w:rPr>
        <w:t xml:space="preserve"> </w:t>
      </w:r>
      <w:r w:rsidR="006070B7">
        <w:rPr>
          <w:cs/>
          <w:lang w:bidi="bn-IN"/>
        </w:rPr>
        <w:t>রাসূলুল্লাহ্</w:t>
      </w:r>
      <w:r w:rsidRPr="007710BF">
        <w:rPr>
          <w:rFonts w:hint="cs"/>
          <w:cs/>
          <w:lang w:bidi="bn-IN"/>
        </w:rPr>
        <w:t xml:space="preserve"> (সা.)-এর </w:t>
      </w:r>
      <w:r w:rsidR="004A744B">
        <w:rPr>
          <w:rFonts w:hint="cs"/>
          <w:cs/>
          <w:lang w:bidi="bn-IN"/>
        </w:rPr>
        <w:t>মৃত্যুর</w:t>
      </w:r>
      <w:r w:rsidRPr="007710BF">
        <w:rPr>
          <w:rFonts w:hint="cs"/>
          <w:cs/>
          <w:lang w:bidi="bn-IN"/>
        </w:rPr>
        <w:t xml:space="preserve"> পর এ উম্মতের জন্য ফেতনা ও কঠিন</w:t>
      </w:r>
      <w:r w:rsidRPr="007710BF">
        <w:rPr>
          <w:cs/>
          <w:lang w:bidi="bn-IN"/>
        </w:rPr>
        <w:t xml:space="preserve"> পরীক্ষা আসবে।</w:t>
      </w:r>
    </w:p>
    <w:p w:rsidR="00796BC6" w:rsidRPr="00796BC6" w:rsidRDefault="00796BC6" w:rsidP="00796BC6">
      <w:pPr>
        <w:pStyle w:val="libAr"/>
        <w:rPr>
          <w:rtl/>
          <w:lang w:bidi="fa-IR"/>
        </w:rPr>
      </w:pPr>
      <w:r>
        <w:rPr>
          <w:rFonts w:hint="cs"/>
          <w:rtl/>
          <w:lang w:bidi="fa-IR"/>
        </w:rPr>
        <w:t>فقلت: یارسول الله (ص) ما هذه الفتنة التی اخبرک الله تعالی بها</w:t>
      </w:r>
    </w:p>
    <w:p w:rsidR="000A17C1" w:rsidRDefault="007710BF" w:rsidP="000A17C1">
      <w:pPr>
        <w:pStyle w:val="libNormal"/>
        <w:rPr>
          <w:lang w:bidi="bn-IN"/>
        </w:rPr>
      </w:pPr>
      <w:r w:rsidRPr="007710BF">
        <w:rPr>
          <w:cs/>
          <w:lang w:bidi="bn-IN"/>
        </w:rPr>
        <w:t>তখন রাসূলকে প্রশ্ন করলাম : হে রাসূলা</w:t>
      </w:r>
      <w:r w:rsidR="006B46F0">
        <w:rPr>
          <w:cs/>
          <w:lang w:bidi="bn-IN"/>
        </w:rPr>
        <w:t>ল্লা</w:t>
      </w:r>
      <w:r w:rsidRPr="007710BF">
        <w:rPr>
          <w:rFonts w:hint="cs"/>
          <w:cs/>
          <w:lang w:bidi="bn-IN"/>
        </w:rPr>
        <w:t>হ্! এ আয়াতে আ</w:t>
      </w:r>
      <w:r w:rsidR="006B46F0">
        <w:rPr>
          <w:rFonts w:hint="cs"/>
          <w:cs/>
          <w:lang w:bidi="bn-IN"/>
        </w:rPr>
        <w:t>ল্লা</w:t>
      </w:r>
      <w:r w:rsidRPr="007710BF">
        <w:rPr>
          <w:rFonts w:hint="cs"/>
          <w:cs/>
          <w:lang w:bidi="bn-IN"/>
        </w:rPr>
        <w:t>হ্ যে ফেতনার কথা বলছেন সেটা</w:t>
      </w:r>
      <w:r w:rsidR="000A17C1">
        <w:rPr>
          <w:lang w:bidi="bn-IN"/>
        </w:rPr>
        <w:t xml:space="preserve"> </w:t>
      </w:r>
      <w:r w:rsidRPr="007710BF">
        <w:rPr>
          <w:rFonts w:hint="cs"/>
          <w:cs/>
          <w:lang w:bidi="bn-IN"/>
        </w:rPr>
        <w:t>কি</w:t>
      </w:r>
      <w:r w:rsidRPr="007710BF">
        <w:t xml:space="preserve">? </w:t>
      </w:r>
      <w:r w:rsidRPr="007710BF">
        <w:rPr>
          <w:cs/>
          <w:lang w:bidi="bn-IN"/>
        </w:rPr>
        <w:t xml:space="preserve">তিনি বললেন : </w:t>
      </w:r>
    </w:p>
    <w:p w:rsidR="00796BC6" w:rsidRPr="00796BC6" w:rsidRDefault="00796BC6" w:rsidP="00796BC6">
      <w:pPr>
        <w:pStyle w:val="libAr"/>
        <w:rPr>
          <w:rtl/>
          <w:lang w:bidi="fa-IR"/>
        </w:rPr>
      </w:pPr>
      <w:r>
        <w:rPr>
          <w:rFonts w:hint="cs"/>
          <w:rtl/>
          <w:lang w:bidi="fa-IR"/>
        </w:rPr>
        <w:t>یا علی إنّ امتی سیفتون من بعدی</w:t>
      </w:r>
    </w:p>
    <w:p w:rsidR="000A17C1" w:rsidRDefault="007710BF" w:rsidP="000A17C1">
      <w:pPr>
        <w:pStyle w:val="libNormal"/>
        <w:rPr>
          <w:rtl/>
        </w:rPr>
      </w:pPr>
      <w:r w:rsidRPr="007710BF">
        <w:rPr>
          <w:cs/>
          <w:lang w:bidi="bn-IN"/>
        </w:rPr>
        <w:t>হে আলী! আমার পর আমার উম্মত পরীক্ষার সম্মুখীন হবে।</w:t>
      </w:r>
      <w:r w:rsidRPr="001933EC">
        <w:rPr>
          <w:rStyle w:val="libAlaemChar"/>
        </w:rPr>
        <w:t>”</w:t>
      </w:r>
      <w:r w:rsidRPr="007710BF">
        <w:t xml:space="preserve"> </w:t>
      </w:r>
      <w:r w:rsidR="000A17C1">
        <w:rPr>
          <w:cs/>
          <w:lang w:bidi="bn-IN"/>
        </w:rPr>
        <w:t xml:space="preserve">যখন আলী শুনলেন রাসূল </w:t>
      </w:r>
      <w:r w:rsidR="009E7BEE">
        <w:rPr>
          <w:cs/>
          <w:lang w:bidi="bn-IN"/>
        </w:rPr>
        <w:t>মৃত্যু</w:t>
      </w:r>
      <w:r w:rsidR="000A17C1">
        <w:rPr>
          <w:cs/>
          <w:lang w:bidi="bn-IN"/>
        </w:rPr>
        <w:t>বরণ</w:t>
      </w:r>
      <w:r w:rsidR="000A17C1">
        <w:rPr>
          <w:lang w:bidi="bn-IN"/>
        </w:rPr>
        <w:t xml:space="preserve"> </w:t>
      </w:r>
      <w:r w:rsidRPr="007710BF">
        <w:rPr>
          <w:cs/>
          <w:lang w:bidi="bn-IN"/>
        </w:rPr>
        <w:t xml:space="preserve">করবেন এবং </w:t>
      </w:r>
      <w:r w:rsidR="00FE6D44">
        <w:rPr>
          <w:cs/>
          <w:lang w:bidi="bn-IN"/>
        </w:rPr>
        <w:t>তার</w:t>
      </w:r>
      <w:r w:rsidRPr="007710BF">
        <w:rPr>
          <w:cs/>
          <w:lang w:bidi="bn-IN"/>
        </w:rPr>
        <w:t xml:space="preserve"> পরে কঠিন পরীক্ষা আসবে তখন ওহুদের যুদ্ধের কথা স্মরণ করে বললেন</w:t>
      </w:r>
      <w:r w:rsidR="00895143">
        <w:t>,</w:t>
      </w:r>
    </w:p>
    <w:p w:rsidR="00796BC6" w:rsidRPr="00796BC6" w:rsidRDefault="00796BC6" w:rsidP="00796BC6">
      <w:pPr>
        <w:pStyle w:val="libAr"/>
      </w:pPr>
      <w:r>
        <w:rPr>
          <w:rFonts w:hint="cs"/>
          <w:rtl/>
        </w:rPr>
        <w:t>یا رسول الله او لیس قد قلت لی یوم احد حیث استشهد من استشهد من المسلمین و خیّزت عنّی الشهادة</w:t>
      </w:r>
    </w:p>
    <w:p w:rsidR="00F0282C" w:rsidRDefault="007710BF" w:rsidP="00F0282C">
      <w:pPr>
        <w:pStyle w:val="libNormal"/>
        <w:rPr>
          <w:rtl/>
        </w:rPr>
      </w:pPr>
      <w:r w:rsidRPr="001933EC">
        <w:rPr>
          <w:rStyle w:val="libAlaemChar"/>
        </w:rPr>
        <w:t>“</w:t>
      </w:r>
      <w:r w:rsidRPr="007710BF">
        <w:rPr>
          <w:cs/>
          <w:lang w:bidi="bn-IN"/>
        </w:rPr>
        <w:t>ইয়া রসুলা</w:t>
      </w:r>
      <w:r w:rsidR="006B46F0">
        <w:rPr>
          <w:cs/>
          <w:lang w:bidi="bn-IN"/>
        </w:rPr>
        <w:t>ল্লা</w:t>
      </w:r>
      <w:r w:rsidRPr="007710BF">
        <w:rPr>
          <w:rFonts w:hint="cs"/>
          <w:cs/>
          <w:lang w:bidi="bn-IN"/>
        </w:rPr>
        <w:t>হ্! ওহুদের দিনে যারা শহীদ হওয়ার তারা শহীদ হলেন (মুসলমানদের মধ্যে সত্তরজন শহীদ হয়েছিলেন যাদের নেতা ছিলেন হামজা ইবনে আবদুল মুত্তালিব এবং আলী ওহুদের শ্রেষ্ঠ</w:t>
      </w:r>
      <w:r w:rsidR="000A17C1">
        <w:rPr>
          <w:lang w:bidi="bn-IN"/>
        </w:rPr>
        <w:t xml:space="preserve"> </w:t>
      </w:r>
      <w:r w:rsidRPr="007710BF">
        <w:rPr>
          <w:rFonts w:hint="cs"/>
          <w:cs/>
          <w:lang w:bidi="bn-IN"/>
        </w:rPr>
        <w:t xml:space="preserve">যোদ্ধাদের একজন ছিলেন) অর্থাৎ </w:t>
      </w:r>
      <w:r w:rsidR="00FE6D44">
        <w:rPr>
          <w:rFonts w:hint="cs"/>
          <w:cs/>
          <w:lang w:bidi="bn-IN"/>
        </w:rPr>
        <w:t>তারা</w:t>
      </w:r>
      <w:r w:rsidRPr="007710BF">
        <w:rPr>
          <w:rFonts w:hint="cs"/>
          <w:cs/>
          <w:lang w:bidi="bn-IN"/>
        </w:rPr>
        <w:t xml:space="preserve"> শাহাদাতের মর্যাদা লাভ করলেন </w:t>
      </w:r>
      <w:r w:rsidRPr="007710BF">
        <w:rPr>
          <w:cs/>
          <w:lang w:bidi="bn-IN"/>
        </w:rPr>
        <w:t>এবং শাহাদাত আমার থেকে</w:t>
      </w:r>
      <w:r w:rsidR="000A17C1">
        <w:rPr>
          <w:lang w:bidi="bn-IN"/>
        </w:rPr>
        <w:t xml:space="preserve"> </w:t>
      </w:r>
      <w:r w:rsidRPr="007710BF">
        <w:rPr>
          <w:cs/>
          <w:lang w:bidi="bn-IN"/>
        </w:rPr>
        <w:t>দূরে চলে গেল</w:t>
      </w:r>
      <w:r w:rsidR="00895143">
        <w:t>,</w:t>
      </w:r>
      <w:r w:rsidRPr="007710BF">
        <w:rPr>
          <w:cs/>
          <w:lang w:bidi="bn-IN"/>
        </w:rPr>
        <w:t>আমি এর থেকে বঞ্চিত হলাম এবং খুবই দুঃখ পেয়ে আপনাকে প্রশ্ন করলাম</w:t>
      </w:r>
      <w:r w:rsidR="00895143">
        <w:t>,</w:t>
      </w:r>
      <w:r w:rsidRPr="007710BF">
        <w:rPr>
          <w:cs/>
          <w:lang w:bidi="bn-IN"/>
        </w:rPr>
        <w:t>কেন এ</w:t>
      </w:r>
      <w:r w:rsidR="000A17C1">
        <w:rPr>
          <w:lang w:bidi="bn-IN"/>
        </w:rPr>
        <w:t xml:space="preserve"> </w:t>
      </w:r>
      <w:r w:rsidRPr="007710BF">
        <w:rPr>
          <w:cs/>
          <w:lang w:bidi="bn-IN"/>
        </w:rPr>
        <w:t>মর্যাদা আমার ভাগ্যে ঘটল না। (আলী এ সময় পঁচিশ বছরের যুবক ছিলেন এবং এক বছর হলো</w:t>
      </w:r>
      <w:r w:rsidR="000A17C1">
        <w:rPr>
          <w:lang w:bidi="bn-IN"/>
        </w:rPr>
        <w:t xml:space="preserve"> </w:t>
      </w:r>
      <w:r w:rsidRPr="007710BF">
        <w:rPr>
          <w:cs/>
          <w:lang w:bidi="bn-IN"/>
        </w:rPr>
        <w:t xml:space="preserve">হযরত ফাতেমা </w:t>
      </w:r>
      <w:r w:rsidR="000A17C1">
        <w:rPr>
          <w:cs/>
          <w:lang w:bidi="bn-IN"/>
        </w:rPr>
        <w:t>যাহরা</w:t>
      </w:r>
      <w:r w:rsidRPr="007710BF">
        <w:rPr>
          <w:cs/>
          <w:lang w:bidi="bn-IN"/>
        </w:rPr>
        <w:t xml:space="preserve"> (আ.)-কে বিবাহ করেছেন এবং এক সন্তানের জনক। এ বয়সের যুবক যখন</w:t>
      </w:r>
      <w:r w:rsidR="000A17C1">
        <w:rPr>
          <w:lang w:bidi="bn-IN"/>
        </w:rPr>
        <w:t xml:space="preserve"> </w:t>
      </w:r>
      <w:r w:rsidRPr="007710BF">
        <w:rPr>
          <w:cs/>
          <w:lang w:bidi="bn-IN"/>
        </w:rPr>
        <w:t>জীবনকে সুন্দরভাবে সাজানোর স্বপ্ন দেখে তখন আলী শাহাদাতের প্রত্যাশী।) আপনি বললেন</w:t>
      </w:r>
      <w:r w:rsidR="00895143">
        <w:t>,</w:t>
      </w:r>
      <w:r w:rsidR="00796BC6" w:rsidRPr="00B332ED">
        <w:rPr>
          <w:rFonts w:hint="cs"/>
          <w:rtl/>
        </w:rPr>
        <w:t xml:space="preserve"> </w:t>
      </w:r>
      <w:r w:rsidR="00796BC6" w:rsidRPr="00796BC6">
        <w:rPr>
          <w:rStyle w:val="libArChar"/>
          <w:rFonts w:hint="cs"/>
          <w:rtl/>
        </w:rPr>
        <w:t>ابشر فإنّ الشهادة من ورائک</w:t>
      </w:r>
      <w:r w:rsidRPr="007710BF">
        <w:rPr>
          <w:cs/>
          <w:lang w:bidi="bn-IN"/>
        </w:rPr>
        <w:t>যদিও এখানে শহীদ হওনি কিন্তু অবশেষে শাহাদাত তোমার ভাগ্যে ঘটবে</w:t>
      </w:r>
      <w:r w:rsidRPr="007710BF">
        <w:rPr>
          <w:cs/>
          <w:lang w:bidi="hi-IN"/>
        </w:rPr>
        <w:t>।</w:t>
      </w:r>
      <w:r w:rsidRPr="001933EC">
        <w:rPr>
          <w:rStyle w:val="libAlaemChar"/>
        </w:rPr>
        <w:t>”</w:t>
      </w:r>
      <w:r w:rsidR="00F0282C" w:rsidRPr="00AA22F8">
        <w:rPr>
          <w:rStyle w:val="libAlaemChar"/>
        </w:rPr>
        <w:t xml:space="preserve"> </w:t>
      </w:r>
      <w:r w:rsidRPr="007710BF">
        <w:rPr>
          <w:cs/>
          <w:lang w:bidi="bn-IN"/>
        </w:rPr>
        <w:t>তারপর মহানবী বললেন</w:t>
      </w:r>
      <w:r w:rsidR="00895143">
        <w:t>,</w:t>
      </w:r>
    </w:p>
    <w:p w:rsidR="00F0282C" w:rsidRPr="00F0282C" w:rsidRDefault="00F0282C" w:rsidP="00F0282C">
      <w:pPr>
        <w:pStyle w:val="libAr"/>
        <w:rPr>
          <w:rtl/>
        </w:rPr>
      </w:pPr>
      <w:r>
        <w:rPr>
          <w:rFonts w:hint="cs"/>
          <w:rtl/>
        </w:rPr>
        <w:t>إنّ ذلک لکذلک فکیف صبرک اذن</w:t>
      </w:r>
    </w:p>
    <w:p w:rsidR="00F0282C" w:rsidRDefault="007710BF" w:rsidP="00F0282C">
      <w:pPr>
        <w:pStyle w:val="libNormal"/>
        <w:rPr>
          <w:lang w:bidi="bn-IN"/>
        </w:rPr>
      </w:pPr>
      <w:r w:rsidRPr="001933EC">
        <w:rPr>
          <w:rStyle w:val="libAlaemChar"/>
        </w:rPr>
        <w:t>“</w:t>
      </w:r>
      <w:r w:rsidRPr="007710BF">
        <w:rPr>
          <w:cs/>
          <w:lang w:bidi="bn-IN"/>
        </w:rPr>
        <w:t>অবশ্যই এমনটি হবে তখন তুমি কিরূপে ধৈর্যধারণ করবে। এখানে ধৈর্যের স্থান নয়</w:t>
      </w:r>
      <w:r w:rsidR="00895143">
        <w:t>,</w:t>
      </w:r>
      <w:r w:rsidRPr="007710BF">
        <w:rPr>
          <w:cs/>
          <w:lang w:bidi="bn-IN"/>
        </w:rPr>
        <w:t>বরং শোকরকরার স্থান।</w:t>
      </w:r>
      <w:r w:rsidRPr="001933EC">
        <w:rPr>
          <w:rStyle w:val="libAlaemChar"/>
        </w:rPr>
        <w:t>”</w:t>
      </w:r>
      <w:r w:rsidRPr="007710BF">
        <w:t xml:space="preserve"> (</w:t>
      </w:r>
      <w:r w:rsidRPr="007710BF">
        <w:rPr>
          <w:cs/>
          <w:lang w:bidi="bn-IN"/>
        </w:rPr>
        <w:t>নাহজুল বালাগাহ্</w:t>
      </w:r>
      <w:r w:rsidR="00895143">
        <w:t>,</w:t>
      </w:r>
      <w:r w:rsidRPr="007710BF">
        <w:rPr>
          <w:cs/>
          <w:lang w:bidi="bn-IN"/>
        </w:rPr>
        <w:t>খুতবা নং ১৫৪)</w:t>
      </w:r>
    </w:p>
    <w:p w:rsidR="00F0282C" w:rsidRDefault="007710BF" w:rsidP="00F0282C">
      <w:pPr>
        <w:pStyle w:val="libNormal"/>
        <w:rPr>
          <w:rStyle w:val="libAlaemChar"/>
        </w:rPr>
      </w:pPr>
      <w:r w:rsidRPr="007710BF">
        <w:rPr>
          <w:cs/>
          <w:lang w:bidi="bn-IN"/>
        </w:rPr>
        <w:t xml:space="preserve">রাসূল (সা.)-এর নিকট থেকে নিজের শাহাদাত </w:t>
      </w:r>
      <w:r w:rsidR="000C4B23">
        <w:rPr>
          <w:cs/>
          <w:lang w:bidi="bn-IN"/>
        </w:rPr>
        <w:t>সম্পর্কে</w:t>
      </w:r>
      <w:r w:rsidRPr="007710BF">
        <w:rPr>
          <w:cs/>
          <w:lang w:bidi="bn-IN"/>
        </w:rPr>
        <w:t xml:space="preserve"> যে খবর তিনি শুনেছিলেন সে সাথে</w:t>
      </w:r>
      <w:r w:rsidR="00F0282C">
        <w:rPr>
          <w:lang w:bidi="bn-IN"/>
        </w:rPr>
        <w:t xml:space="preserve"> </w:t>
      </w:r>
      <w:r w:rsidRPr="007710BF">
        <w:rPr>
          <w:cs/>
          <w:lang w:bidi="bn-IN"/>
        </w:rPr>
        <w:t>বিভিন্ন আলামত যা তিনি দেখতেন</w:t>
      </w:r>
      <w:r w:rsidR="00895143">
        <w:t>,</w:t>
      </w:r>
      <w:r w:rsidRPr="007710BF">
        <w:rPr>
          <w:cs/>
          <w:lang w:bidi="bn-IN"/>
        </w:rPr>
        <w:t xml:space="preserve">কখনো কখনো তা বলতেন যা </w:t>
      </w:r>
      <w:r w:rsidR="00FE6D44">
        <w:rPr>
          <w:cs/>
          <w:lang w:bidi="bn-IN"/>
        </w:rPr>
        <w:t>তার</w:t>
      </w:r>
      <w:r w:rsidRPr="007710BF">
        <w:rPr>
          <w:cs/>
          <w:lang w:bidi="bn-IN"/>
        </w:rPr>
        <w:t xml:space="preserve"> পরিবারের সদস্য এবং</w:t>
      </w:r>
      <w:r w:rsidR="00F0282C">
        <w:rPr>
          <w:lang w:bidi="bn-IN"/>
        </w:rPr>
        <w:t xml:space="preserve"> </w:t>
      </w:r>
      <w:r w:rsidRPr="007710BF">
        <w:rPr>
          <w:cs/>
          <w:lang w:bidi="bn-IN"/>
        </w:rPr>
        <w:t>নিকটবর্তী শুভাকা</w:t>
      </w:r>
      <w:r w:rsidR="00F0282C">
        <w:rPr>
          <w:cs/>
          <w:lang w:bidi="bn-IN"/>
        </w:rPr>
        <w:t>ঙ্ক্ষী ও সাহাবীদের মধ্যে শঙ্কা</w:t>
      </w:r>
      <w:r w:rsidRPr="007710BF">
        <w:rPr>
          <w:cs/>
          <w:lang w:bidi="bn-IN"/>
        </w:rPr>
        <w:t xml:space="preserve"> ও কষ্ট বৃদ্ধি করত। তিনি আশ্চর্যজনক কিছু কথা</w:t>
      </w:r>
      <w:r w:rsidR="00F0282C">
        <w:rPr>
          <w:lang w:bidi="bn-IN"/>
        </w:rPr>
        <w:t xml:space="preserve"> </w:t>
      </w:r>
      <w:r w:rsidRPr="007710BF">
        <w:rPr>
          <w:cs/>
          <w:lang w:bidi="bn-IN"/>
        </w:rPr>
        <w:t>বলতেন। এ রমযান মাসে নিজের ছেলে-মেয়েদের ঘরে ইফতার করতেন। প্রতি রাতে যে কোন এক</w:t>
      </w:r>
      <w:r w:rsidR="00F0282C">
        <w:rPr>
          <w:lang w:bidi="bn-IN"/>
        </w:rPr>
        <w:t xml:space="preserve"> </w:t>
      </w:r>
      <w:r w:rsidRPr="007710BF">
        <w:rPr>
          <w:cs/>
          <w:lang w:bidi="bn-IN"/>
        </w:rPr>
        <w:t>ছেলে বা মেয়ের ঘরে মেহমান হতেন</w:t>
      </w:r>
      <w:r w:rsidR="003936CB">
        <w:t>-</w:t>
      </w:r>
      <w:r w:rsidRPr="007710BF">
        <w:t xml:space="preserve"> </w:t>
      </w:r>
      <w:r w:rsidRPr="007710BF">
        <w:rPr>
          <w:cs/>
          <w:lang w:bidi="bn-IN"/>
        </w:rPr>
        <w:t>কোন রাতে ইমাম হাসানের ঘরে</w:t>
      </w:r>
      <w:r w:rsidR="00895143">
        <w:t>,</w:t>
      </w:r>
      <w:r w:rsidRPr="007710BF">
        <w:rPr>
          <w:cs/>
          <w:lang w:bidi="bn-IN"/>
        </w:rPr>
        <w:t>কোন রাতে ইমাম হুসাইনের</w:t>
      </w:r>
      <w:r w:rsidR="00F0282C">
        <w:rPr>
          <w:lang w:bidi="bn-IN"/>
        </w:rPr>
        <w:t xml:space="preserve"> </w:t>
      </w:r>
      <w:r w:rsidRPr="007710BF">
        <w:rPr>
          <w:cs/>
          <w:lang w:bidi="bn-IN"/>
        </w:rPr>
        <w:t>ঘরে</w:t>
      </w:r>
      <w:r w:rsidR="00895143">
        <w:t>,</w:t>
      </w:r>
      <w:r w:rsidRPr="007710BF">
        <w:rPr>
          <w:cs/>
          <w:lang w:bidi="bn-IN"/>
        </w:rPr>
        <w:t>কোন রাতে হযরত যয়নাবের ঘরে (যিনি আবদু</w:t>
      </w:r>
      <w:r w:rsidR="005C657F">
        <w:rPr>
          <w:cs/>
          <w:lang w:bidi="bn-IN"/>
        </w:rPr>
        <w:t>ল্লা</w:t>
      </w:r>
      <w:r w:rsidRPr="007710BF">
        <w:rPr>
          <w:rFonts w:hint="cs"/>
          <w:cs/>
          <w:lang w:bidi="bn-IN"/>
        </w:rPr>
        <w:t>হ্ ইবনে জা</w:t>
      </w:r>
      <w:r w:rsidRPr="001933EC">
        <w:rPr>
          <w:rStyle w:val="libAlaemChar"/>
        </w:rPr>
        <w:t>’</w:t>
      </w:r>
      <w:r w:rsidRPr="007710BF">
        <w:rPr>
          <w:cs/>
          <w:lang w:bidi="bn-IN"/>
        </w:rPr>
        <w:t>ফরের স্ত্রী ছিলেন)। এ মাসে</w:t>
      </w:r>
      <w:r w:rsidR="00F0282C">
        <w:rPr>
          <w:lang w:bidi="bn-IN"/>
        </w:rPr>
        <w:t xml:space="preserve"> </w:t>
      </w:r>
      <w:r w:rsidRPr="007710BF">
        <w:rPr>
          <w:cs/>
          <w:lang w:bidi="bn-IN"/>
        </w:rPr>
        <w:t xml:space="preserve">অন্যান্য সময়ের চেয়ে কম খাবার খেতেন। সন্তানরা এতে খুবই কষ্ট পেতেন। </w:t>
      </w:r>
      <w:r w:rsidR="00FE6D44">
        <w:rPr>
          <w:cs/>
          <w:lang w:bidi="bn-IN"/>
        </w:rPr>
        <w:t>তারা</w:t>
      </w:r>
      <w:r w:rsidRPr="007710BF">
        <w:rPr>
          <w:cs/>
          <w:lang w:bidi="bn-IN"/>
        </w:rPr>
        <w:t xml:space="preserve"> কখনো প্রশ্ন</w:t>
      </w:r>
      <w:r w:rsidR="00F0282C">
        <w:rPr>
          <w:lang w:bidi="bn-IN"/>
        </w:rPr>
        <w:t xml:space="preserve"> </w:t>
      </w:r>
      <w:r w:rsidRPr="007710BF">
        <w:rPr>
          <w:cs/>
          <w:lang w:bidi="bn-IN"/>
        </w:rPr>
        <w:t>করতেন</w:t>
      </w:r>
      <w:r w:rsidR="00895143">
        <w:t>,</w:t>
      </w:r>
      <w:r w:rsidRPr="001933EC">
        <w:rPr>
          <w:rStyle w:val="libAlaemChar"/>
        </w:rPr>
        <w:t>“</w:t>
      </w:r>
      <w:r w:rsidRPr="007710BF">
        <w:rPr>
          <w:cs/>
          <w:lang w:bidi="bn-IN"/>
        </w:rPr>
        <w:t>বাবা</w:t>
      </w:r>
      <w:r w:rsidR="00895143">
        <w:t>,</w:t>
      </w:r>
      <w:r w:rsidRPr="007710BF">
        <w:rPr>
          <w:cs/>
          <w:lang w:bidi="bn-IN"/>
        </w:rPr>
        <w:t>কেন এত কম খান</w:t>
      </w:r>
      <w:r w:rsidRPr="007710BF">
        <w:t>?</w:t>
      </w:r>
      <w:r w:rsidRPr="001933EC">
        <w:rPr>
          <w:rStyle w:val="libAlaemChar"/>
        </w:rPr>
        <w:t>”</w:t>
      </w:r>
      <w:r w:rsidRPr="007710BF">
        <w:t xml:space="preserve"> </w:t>
      </w:r>
      <w:r w:rsidRPr="007710BF">
        <w:rPr>
          <w:cs/>
          <w:lang w:bidi="bn-IN"/>
        </w:rPr>
        <w:t>তিনি বলতেন</w:t>
      </w:r>
      <w:r w:rsidR="00895143">
        <w:t>,</w:t>
      </w:r>
      <w:r w:rsidRPr="001933EC">
        <w:rPr>
          <w:rStyle w:val="libAlaemChar"/>
        </w:rPr>
        <w:t>“</w:t>
      </w:r>
      <w:r w:rsidR="00D009A1">
        <w:rPr>
          <w:cs/>
          <w:lang w:bidi="bn-IN"/>
        </w:rPr>
        <w:t>আল্লাহর</w:t>
      </w:r>
      <w:r w:rsidRPr="007710BF">
        <w:rPr>
          <w:rFonts w:hint="cs"/>
          <w:cs/>
          <w:lang w:bidi="bn-IN"/>
        </w:rPr>
        <w:t xml:space="preserve"> সাথে এমনাবস্থায় মিলিত হতে চাই</w:t>
      </w:r>
      <w:r w:rsidR="00F0282C">
        <w:rPr>
          <w:lang w:bidi="bn-IN"/>
        </w:rPr>
        <w:t xml:space="preserve"> </w:t>
      </w:r>
      <w:r w:rsidRPr="007710BF">
        <w:rPr>
          <w:rFonts w:hint="cs"/>
          <w:cs/>
          <w:lang w:bidi="bn-IN"/>
        </w:rPr>
        <w:t>যে উদর ক্ষুধার্ত থাকে।</w:t>
      </w:r>
      <w:r w:rsidRPr="001933EC">
        <w:rPr>
          <w:rStyle w:val="libAlaemChar"/>
        </w:rPr>
        <w:t>”</w:t>
      </w:r>
      <w:r w:rsidRPr="007710BF">
        <w:t xml:space="preserve"> </w:t>
      </w:r>
      <w:r w:rsidRPr="007710BF">
        <w:rPr>
          <w:cs/>
          <w:lang w:bidi="bn-IN"/>
        </w:rPr>
        <w:t xml:space="preserve">সন্তানরা বুঝতেন </w:t>
      </w:r>
      <w:r w:rsidR="00611BB9">
        <w:rPr>
          <w:cs/>
          <w:lang w:bidi="bn-IN"/>
        </w:rPr>
        <w:t>তা</w:t>
      </w:r>
      <w:r w:rsidRPr="007710BF">
        <w:rPr>
          <w:cs/>
          <w:lang w:bidi="bn-IN"/>
        </w:rPr>
        <w:t>দের পিতা কিছুর জন্য যেন অপেক্ষমান। কখনো কখনো</w:t>
      </w:r>
      <w:r w:rsidR="00F0282C">
        <w:rPr>
          <w:lang w:bidi="bn-IN"/>
        </w:rPr>
        <w:t xml:space="preserve"> </w:t>
      </w:r>
      <w:r w:rsidRPr="007710BF">
        <w:rPr>
          <w:cs/>
          <w:lang w:bidi="bn-IN"/>
        </w:rPr>
        <w:t>তিনি আকাশের দিকে তাকিয়ে বলতেন</w:t>
      </w:r>
      <w:r w:rsidR="00895143">
        <w:t>,</w:t>
      </w:r>
      <w:r w:rsidRPr="001933EC">
        <w:rPr>
          <w:rStyle w:val="libAlaemChar"/>
        </w:rPr>
        <w:t>“</w:t>
      </w:r>
      <w:r w:rsidRPr="007710BF">
        <w:rPr>
          <w:cs/>
          <w:lang w:bidi="bn-IN"/>
        </w:rPr>
        <w:t>আমার ভাই ও বন্ধু রাসূল (সা.) আমাকে যে খবর দিয়েছেন</w:t>
      </w:r>
      <w:r w:rsidR="00F0282C">
        <w:rPr>
          <w:lang w:bidi="bn-IN"/>
        </w:rPr>
        <w:t xml:space="preserve"> </w:t>
      </w:r>
      <w:r w:rsidRPr="007710BF">
        <w:rPr>
          <w:cs/>
          <w:lang w:bidi="bn-IN"/>
        </w:rPr>
        <w:t xml:space="preserve">তা অবশ্যই সত্য। </w:t>
      </w:r>
      <w:r w:rsidR="00FE6D44">
        <w:rPr>
          <w:cs/>
          <w:lang w:bidi="bn-IN"/>
        </w:rPr>
        <w:t>তার</w:t>
      </w:r>
      <w:r w:rsidRPr="007710BF">
        <w:rPr>
          <w:cs/>
          <w:lang w:bidi="bn-IN"/>
        </w:rPr>
        <w:t xml:space="preserve"> কথা কখনো মিথ্যা হতে পারে না। খুব নিকটেই তা সত্যে পরিণত হবে।</w:t>
      </w:r>
      <w:r w:rsidRPr="001933EC">
        <w:rPr>
          <w:rStyle w:val="libAlaemChar"/>
        </w:rPr>
        <w:t>”</w:t>
      </w:r>
    </w:p>
    <w:p w:rsidR="00F0282C" w:rsidRDefault="007710BF" w:rsidP="00F0282C">
      <w:pPr>
        <w:pStyle w:val="libNormal"/>
      </w:pPr>
      <w:r w:rsidRPr="007710BF">
        <w:rPr>
          <w:cs/>
          <w:lang w:bidi="bn-IN"/>
        </w:rPr>
        <w:t>তের রমযান এমন কিছু বললেন যা অন্য সব দিনের চেয়ে পরিবেশকে বেশি ভারাক্রান্ত করে</w:t>
      </w:r>
      <w:r w:rsidR="00F0282C">
        <w:rPr>
          <w:lang w:bidi="bn-IN"/>
        </w:rPr>
        <w:t xml:space="preserve"> </w:t>
      </w:r>
      <w:r w:rsidRPr="007710BF">
        <w:rPr>
          <w:cs/>
          <w:lang w:bidi="bn-IN"/>
        </w:rPr>
        <w:t>তুলল। সম্ভবত জুমআর দিন খুতবা পড়লেন। ইমাম হুসাইন (আ.)-কে প্রশ্ন করলেন</w:t>
      </w:r>
      <w:r w:rsidR="00895143">
        <w:t>,</w:t>
      </w:r>
      <w:r w:rsidRPr="001933EC">
        <w:rPr>
          <w:rStyle w:val="libAlaemChar"/>
        </w:rPr>
        <w:t>“</w:t>
      </w:r>
      <w:r w:rsidRPr="007710BF">
        <w:rPr>
          <w:cs/>
          <w:lang w:bidi="bn-IN"/>
        </w:rPr>
        <w:t>বাবা এ মাসের</w:t>
      </w:r>
      <w:r w:rsidR="00F0282C">
        <w:rPr>
          <w:lang w:bidi="bn-IN"/>
        </w:rPr>
        <w:t xml:space="preserve"> </w:t>
      </w:r>
      <w:r w:rsidRPr="007710BF">
        <w:rPr>
          <w:cs/>
          <w:lang w:bidi="bn-IN"/>
        </w:rPr>
        <w:t>কত দিন বাকি রয়েছে</w:t>
      </w:r>
      <w:r w:rsidRPr="007710BF">
        <w:t>?</w:t>
      </w:r>
      <w:r w:rsidRPr="001933EC">
        <w:rPr>
          <w:rStyle w:val="libAlaemChar"/>
        </w:rPr>
        <w:t>”</w:t>
      </w:r>
      <w:r w:rsidRPr="007710BF">
        <w:t xml:space="preserve"> </w:t>
      </w:r>
      <w:r w:rsidRPr="007710BF">
        <w:rPr>
          <w:cs/>
          <w:lang w:bidi="bn-IN"/>
        </w:rPr>
        <w:t>উত্তর দিলেন</w:t>
      </w:r>
      <w:r w:rsidR="00895143">
        <w:t>,</w:t>
      </w:r>
      <w:r w:rsidRPr="001933EC">
        <w:rPr>
          <w:rStyle w:val="libAlaemChar"/>
        </w:rPr>
        <w:t>“</w:t>
      </w:r>
      <w:r w:rsidRPr="007710BF">
        <w:rPr>
          <w:cs/>
          <w:lang w:bidi="bn-IN"/>
        </w:rPr>
        <w:t>পিতা</w:t>
      </w:r>
      <w:r w:rsidR="00895143">
        <w:t>,</w:t>
      </w:r>
      <w:r w:rsidRPr="007710BF">
        <w:rPr>
          <w:cs/>
          <w:lang w:bidi="bn-IN"/>
        </w:rPr>
        <w:t>১৭ দিন।</w:t>
      </w:r>
      <w:r w:rsidRPr="001933EC">
        <w:rPr>
          <w:rStyle w:val="libAlaemChar"/>
        </w:rPr>
        <w:t>”</w:t>
      </w:r>
      <w:r w:rsidRPr="007710BF">
        <w:t xml:space="preserve"> </w:t>
      </w:r>
      <w:r w:rsidRPr="007710BF">
        <w:rPr>
          <w:cs/>
          <w:lang w:bidi="bn-IN"/>
        </w:rPr>
        <w:t>তিনি বললেন</w:t>
      </w:r>
      <w:r w:rsidR="00895143">
        <w:t>,</w:t>
      </w:r>
      <w:r w:rsidRPr="001933EC">
        <w:rPr>
          <w:rStyle w:val="libAlaemChar"/>
        </w:rPr>
        <w:t>“</w:t>
      </w:r>
      <w:r w:rsidRPr="007710BF">
        <w:rPr>
          <w:cs/>
          <w:lang w:bidi="bn-IN"/>
        </w:rPr>
        <w:t>তাহলে আর দেরি নেই।</w:t>
      </w:r>
      <w:r w:rsidR="00F0282C">
        <w:rPr>
          <w:lang w:bidi="bn-IN"/>
        </w:rPr>
        <w:t xml:space="preserve"> </w:t>
      </w:r>
      <w:r w:rsidRPr="007710BF">
        <w:rPr>
          <w:cs/>
          <w:lang w:bidi="bn-IN"/>
        </w:rPr>
        <w:t>এ মাথা আর দাড়ি রক্তে রঞ্জিত হবে। এ শ্ম</w:t>
      </w:r>
      <w:r w:rsidR="009A597E">
        <w:rPr>
          <w:cs/>
          <w:lang w:bidi="bn-IN"/>
        </w:rPr>
        <w:t>শ্রু</w:t>
      </w:r>
      <w:r w:rsidRPr="007710BF">
        <w:t xml:space="preserve"> </w:t>
      </w:r>
      <w:r w:rsidRPr="007710BF">
        <w:rPr>
          <w:cs/>
          <w:lang w:bidi="bn-IN"/>
        </w:rPr>
        <w:t>রঙ্গিন হওয়ার সময় নিকটেই।</w:t>
      </w:r>
      <w:r w:rsidRPr="001933EC">
        <w:rPr>
          <w:rStyle w:val="libAlaemChar"/>
        </w:rPr>
        <w:t>”</w:t>
      </w:r>
    </w:p>
    <w:p w:rsidR="00F0282C" w:rsidRDefault="007710BF" w:rsidP="00F0282C">
      <w:pPr>
        <w:pStyle w:val="libNormal"/>
      </w:pPr>
      <w:r w:rsidRPr="007710BF">
        <w:rPr>
          <w:cs/>
          <w:lang w:bidi="bn-IN"/>
        </w:rPr>
        <w:t>ঊনিশে রমযান আলী (আ.)-এর সন্তানরা রাতের একটি অংশ আলীর সঙ্গে কাটালেন। ইমাম</w:t>
      </w:r>
      <w:r w:rsidR="00F0282C">
        <w:rPr>
          <w:lang w:bidi="bn-IN"/>
        </w:rPr>
        <w:t xml:space="preserve"> </w:t>
      </w:r>
      <w:r w:rsidRPr="007710BF">
        <w:rPr>
          <w:cs/>
          <w:lang w:bidi="bn-IN"/>
        </w:rPr>
        <w:t>হাসান নিজের ঘরে চলে গেলেন। আলী জায়নামাজে বসলেন। শেষ রাতে উদ্বিগ্নতার কারণে (অথবা</w:t>
      </w:r>
      <w:r w:rsidR="00F0282C">
        <w:rPr>
          <w:lang w:bidi="bn-IN"/>
        </w:rPr>
        <w:t xml:space="preserve"> </w:t>
      </w:r>
      <w:r w:rsidRPr="007710BF">
        <w:rPr>
          <w:cs/>
          <w:lang w:bidi="bn-IN"/>
        </w:rPr>
        <w:t>প্রতি রাতই হয়তো এ রকম করতেন) ইমাম হাসান আলীর নামাযের স্থানে গিয়ে বসলেন। (ইমাম</w:t>
      </w:r>
      <w:r w:rsidR="00F0282C">
        <w:rPr>
          <w:lang w:bidi="bn-IN"/>
        </w:rPr>
        <w:t xml:space="preserve"> </w:t>
      </w:r>
      <w:r w:rsidRPr="007710BF">
        <w:rPr>
          <w:cs/>
          <w:lang w:bidi="bn-IN"/>
        </w:rPr>
        <w:t>হাসান ও ইমাম হুসাইন হযরত ফাতেমা যাহরার সন্তান বলে ইমাম আলী এঁদের প্রতি আলাদা রকম</w:t>
      </w:r>
      <w:r w:rsidR="00F0282C">
        <w:rPr>
          <w:lang w:bidi="bn-IN"/>
        </w:rPr>
        <w:t xml:space="preserve"> </w:t>
      </w:r>
      <w:r w:rsidR="00F0282C">
        <w:rPr>
          <w:cs/>
          <w:lang w:bidi="bn-IN"/>
        </w:rPr>
        <w:t>স্নেহ</w:t>
      </w:r>
      <w:r w:rsidRPr="007710BF">
        <w:rPr>
          <w:cs/>
          <w:lang w:bidi="bn-IN"/>
        </w:rPr>
        <w:t xml:space="preserve"> দেখাতেন। কারণ এঁদের প্রতি স্নেহ </w:t>
      </w:r>
      <w:r w:rsidR="006070B7">
        <w:rPr>
          <w:cs/>
          <w:lang w:bidi="bn-IN"/>
        </w:rPr>
        <w:t>রাসূলুল্লাহ্</w:t>
      </w:r>
      <w:r w:rsidRPr="007710BF">
        <w:rPr>
          <w:rFonts w:hint="cs"/>
          <w:cs/>
          <w:lang w:bidi="bn-IN"/>
        </w:rPr>
        <w:t xml:space="preserve"> ও ফাতেমা </w:t>
      </w:r>
      <w:r w:rsidR="000A17C1">
        <w:rPr>
          <w:rFonts w:hint="cs"/>
          <w:cs/>
          <w:lang w:bidi="bn-IN"/>
        </w:rPr>
        <w:t>যাহরা</w:t>
      </w:r>
      <w:r w:rsidR="00F0282C">
        <w:rPr>
          <w:rFonts w:hint="cs"/>
          <w:cs/>
          <w:lang w:bidi="bn-IN"/>
        </w:rPr>
        <w:t>র প্রতি সম্মান প্রদর্শন বলে মনে</w:t>
      </w:r>
      <w:r w:rsidR="00F0282C">
        <w:rPr>
          <w:lang w:bidi="bn-IN"/>
        </w:rPr>
        <w:t xml:space="preserve"> </w:t>
      </w:r>
      <w:r w:rsidRPr="007710BF">
        <w:rPr>
          <w:rFonts w:hint="cs"/>
          <w:cs/>
          <w:lang w:bidi="bn-IN"/>
        </w:rPr>
        <w:t xml:space="preserve">করতেন) যখন ইমাম হাসান </w:t>
      </w:r>
      <w:r w:rsidR="00FE6D44">
        <w:rPr>
          <w:rFonts w:hint="cs"/>
          <w:cs/>
          <w:lang w:bidi="bn-IN"/>
        </w:rPr>
        <w:t>তার</w:t>
      </w:r>
      <w:r w:rsidRPr="007710BF">
        <w:rPr>
          <w:rFonts w:hint="cs"/>
          <w:cs/>
          <w:lang w:bidi="bn-IN"/>
        </w:rPr>
        <w:t xml:space="preserve"> কাছে আসলেন তখন তিনি বললেন</w:t>
      </w:r>
      <w:r w:rsidR="00895143">
        <w:t>,</w:t>
      </w:r>
    </w:p>
    <w:p w:rsidR="00F0282C" w:rsidRPr="000B1A1B" w:rsidRDefault="000B1A1B" w:rsidP="000B1A1B">
      <w:pPr>
        <w:pStyle w:val="libAr"/>
        <w:rPr>
          <w:rtl/>
          <w:lang w:bidi="fa-IR"/>
        </w:rPr>
      </w:pPr>
      <w:r>
        <w:rPr>
          <w:rFonts w:hint="cs"/>
          <w:rtl/>
          <w:lang w:bidi="fa-IR"/>
        </w:rPr>
        <w:t>ملکتنی عینی و انا جالس فسنح لی رسول الله (ص) فقلت یا رسول الله ماذا لقیت من امّتک من الاود و اللدد فقال ادع علیهم فقلت ابدلنی الله بهم خبرا منهم و ابدلهم بی شرّ لهم منّی</w:t>
      </w:r>
    </w:p>
    <w:p w:rsidR="00BF5A2E" w:rsidRDefault="007710BF" w:rsidP="000B1A1B">
      <w:pPr>
        <w:pStyle w:val="libNormal"/>
        <w:rPr>
          <w:rStyle w:val="libAlaemChar"/>
        </w:rPr>
      </w:pPr>
      <w:r w:rsidRPr="001933EC">
        <w:rPr>
          <w:rStyle w:val="libAlaemChar"/>
        </w:rPr>
        <w:t>“</w:t>
      </w:r>
      <w:r w:rsidRPr="007710BF">
        <w:rPr>
          <w:cs/>
          <w:lang w:bidi="bn-IN"/>
        </w:rPr>
        <w:t>পুত্র</w:t>
      </w:r>
      <w:r w:rsidR="00895143">
        <w:t>,</w:t>
      </w:r>
      <w:r w:rsidRPr="007710BF">
        <w:rPr>
          <w:cs/>
          <w:lang w:bidi="bn-IN"/>
        </w:rPr>
        <w:t>হঠাৎ</w:t>
      </w:r>
      <w:r w:rsidR="000B1A1B">
        <w:rPr>
          <w:lang w:bidi="bn-IN"/>
        </w:rPr>
        <w:t xml:space="preserve"> </w:t>
      </w:r>
      <w:r w:rsidR="000B1A1B" w:rsidRPr="000B1A1B">
        <w:rPr>
          <w:cs/>
          <w:lang w:bidi="bn-IN"/>
        </w:rPr>
        <w:t>স্বপ্নের</w:t>
      </w:r>
      <w:r w:rsidRPr="007710BF">
        <w:rPr>
          <w:cs/>
          <w:lang w:bidi="bn-IN"/>
        </w:rPr>
        <w:t xml:space="preserve"> মধ্যে রাসূলকে </w:t>
      </w:r>
      <w:r w:rsidR="00F8200F">
        <w:rPr>
          <w:cs/>
          <w:lang w:bidi="bn-IN"/>
        </w:rPr>
        <w:t>আবির্ভূত</w:t>
      </w:r>
      <w:r w:rsidRPr="007710BF">
        <w:rPr>
          <w:cs/>
          <w:lang w:bidi="bn-IN"/>
        </w:rPr>
        <w:t xml:space="preserve"> হতে দেখলা</w:t>
      </w:r>
      <w:r w:rsidR="000B1A1B">
        <w:rPr>
          <w:cs/>
          <w:lang w:bidi="bn-IN"/>
        </w:rPr>
        <w:t>ম</w:t>
      </w:r>
      <w:r w:rsidR="000B1A1B">
        <w:rPr>
          <w:cs/>
          <w:lang w:bidi="hi-IN"/>
        </w:rPr>
        <w:t xml:space="preserve">। </w:t>
      </w:r>
      <w:r w:rsidR="000B1A1B">
        <w:rPr>
          <w:cs/>
          <w:lang w:bidi="bn-IN"/>
        </w:rPr>
        <w:t>যখন রাসূলকে দেখলাম তখন বললাম</w:t>
      </w:r>
      <w:r w:rsidRPr="007710BF">
        <w:rPr>
          <w:cs/>
          <w:lang w:bidi="bn-IN"/>
        </w:rPr>
        <w:t>: ইয়া রাসূলা</w:t>
      </w:r>
      <w:r w:rsidR="006B46F0">
        <w:rPr>
          <w:cs/>
          <w:lang w:bidi="bn-IN"/>
        </w:rPr>
        <w:t>ল্লা</w:t>
      </w:r>
      <w:r w:rsidRPr="007710BF">
        <w:rPr>
          <w:rFonts w:hint="cs"/>
          <w:cs/>
          <w:lang w:bidi="bn-IN"/>
        </w:rPr>
        <w:t>হ্! আপনার এ উম্মতের হাতে আমার অন্তর রক্তাক্ত হয়েছে</w:t>
      </w:r>
      <w:r w:rsidRPr="007710BF">
        <w:rPr>
          <w:rFonts w:hint="cs"/>
          <w:cs/>
          <w:lang w:bidi="hi-IN"/>
        </w:rPr>
        <w:t>।</w:t>
      </w:r>
      <w:r w:rsidRPr="001933EC">
        <w:rPr>
          <w:rStyle w:val="libAlaemChar"/>
        </w:rPr>
        <w:t>”</w:t>
      </w:r>
      <w:r w:rsidRPr="007710BF">
        <w:t xml:space="preserve"> </w:t>
      </w:r>
      <w:r w:rsidRPr="007710BF">
        <w:rPr>
          <w:cs/>
          <w:lang w:bidi="bn-IN"/>
        </w:rPr>
        <w:t xml:space="preserve">প্রকৃতপক্ষে </w:t>
      </w:r>
      <w:r w:rsidR="00FE6D44">
        <w:rPr>
          <w:cs/>
          <w:lang w:bidi="bn-IN"/>
        </w:rPr>
        <w:t>তার</w:t>
      </w:r>
      <w:r w:rsidRPr="007710BF">
        <w:rPr>
          <w:cs/>
          <w:lang w:bidi="bn-IN"/>
        </w:rPr>
        <w:t xml:space="preserve"> সঙ্গে</w:t>
      </w:r>
      <w:r w:rsidR="000B1A1B">
        <w:rPr>
          <w:lang w:bidi="bn-IN"/>
        </w:rPr>
        <w:t xml:space="preserve"> </w:t>
      </w:r>
      <w:r w:rsidRPr="007710BF">
        <w:rPr>
          <w:cs/>
          <w:lang w:bidi="bn-IN"/>
        </w:rPr>
        <w:t xml:space="preserve">মানুষের অসহযোগিতা এবং </w:t>
      </w:r>
      <w:r w:rsidR="00FE6D44">
        <w:rPr>
          <w:cs/>
          <w:lang w:bidi="bn-IN"/>
        </w:rPr>
        <w:t>তার</w:t>
      </w:r>
      <w:r w:rsidRPr="007710BF">
        <w:rPr>
          <w:cs/>
          <w:lang w:bidi="bn-IN"/>
        </w:rPr>
        <w:t xml:space="preserve"> নির্দেশিত পথে চলার ক্ষেত্রে তাদের অনীহা আলী (আ.)-কে তীব্র</w:t>
      </w:r>
      <w:r w:rsidR="000B1A1B">
        <w:rPr>
          <w:lang w:bidi="bn-IN"/>
        </w:rPr>
        <w:t xml:space="preserve"> </w:t>
      </w:r>
      <w:r w:rsidRPr="007710BF">
        <w:rPr>
          <w:cs/>
          <w:lang w:bidi="bn-IN"/>
        </w:rPr>
        <w:t>যন্ত্রণা দিয়েছে</w:t>
      </w:r>
      <w:r w:rsidRPr="007710BF">
        <w:rPr>
          <w:cs/>
          <w:lang w:bidi="hi-IN"/>
        </w:rPr>
        <w:t xml:space="preserve">। </w:t>
      </w:r>
      <w:r w:rsidRPr="007710BF">
        <w:rPr>
          <w:cs/>
          <w:lang w:bidi="bn-IN"/>
        </w:rPr>
        <w:t>উষ্ট্রের যুদ্ধের বায়আত ভঙ্গকারীরা</w:t>
      </w:r>
      <w:r w:rsidR="00895143">
        <w:t>,</w:t>
      </w:r>
      <w:r w:rsidRPr="007710BF">
        <w:rPr>
          <w:cs/>
          <w:lang w:bidi="bn-IN"/>
        </w:rPr>
        <w:t>সিফফিনে মুয়াবিয়ার প্রতারণা (মুয়াবিয়া অত্যন্ত</w:t>
      </w:r>
      <w:r w:rsidR="000B1A1B">
        <w:rPr>
          <w:lang w:bidi="bn-IN"/>
        </w:rPr>
        <w:t xml:space="preserve"> </w:t>
      </w:r>
      <w:r w:rsidRPr="007710BF">
        <w:rPr>
          <w:cs/>
          <w:lang w:bidi="bn-IN"/>
        </w:rPr>
        <w:t>ধুর্ত ছিল</w:t>
      </w:r>
      <w:r w:rsidR="00895143">
        <w:t>,</w:t>
      </w:r>
      <w:r w:rsidRPr="007710BF">
        <w:rPr>
          <w:cs/>
          <w:lang w:bidi="bn-IN"/>
        </w:rPr>
        <w:t xml:space="preserve">ভালোভাবেই জানত কি করলে আলীর </w:t>
      </w:r>
      <w:r w:rsidR="006B46F0">
        <w:rPr>
          <w:cs/>
          <w:lang w:bidi="bn-IN"/>
        </w:rPr>
        <w:t>হৃ</w:t>
      </w:r>
      <w:r w:rsidRPr="007710BF">
        <w:rPr>
          <w:cs/>
          <w:lang w:bidi="bn-IN"/>
        </w:rPr>
        <w:t>দয়কে ক্ষত-বিক্ষত করা যাবে। আর সে তা-ই</w:t>
      </w:r>
      <w:r w:rsidR="000B1A1B">
        <w:rPr>
          <w:lang w:bidi="bn-IN"/>
        </w:rPr>
        <w:t xml:space="preserve"> </w:t>
      </w:r>
      <w:r w:rsidRPr="007710BF">
        <w:rPr>
          <w:cs/>
          <w:lang w:bidi="bn-IN"/>
        </w:rPr>
        <w:t>করত)</w:t>
      </w:r>
      <w:r w:rsidR="00895143">
        <w:t>,</w:t>
      </w:r>
      <w:r w:rsidRPr="007710BF">
        <w:rPr>
          <w:cs/>
          <w:lang w:bidi="bn-IN"/>
        </w:rPr>
        <w:t>সবশেষে খারেজীদের রূহবিহীন আকীদা-বিশ্বাস যারা ঈমান ও এখলাছ মনে করে আলী(আ.)-কে কাফের ও ফাসেক বলত। আমরা জানি না আলীর সঙ্গে এরা কি আচরণ করেছে! প্রকৃতই যখন কেউ আলীর উপর আপতিত মুসিবতগুলো দেখে</w:t>
      </w:r>
      <w:r w:rsidR="00895143">
        <w:t>,</w:t>
      </w:r>
      <w:r w:rsidRPr="007710BF">
        <w:rPr>
          <w:cs/>
          <w:lang w:bidi="bn-IN"/>
        </w:rPr>
        <w:t>আ</w:t>
      </w:r>
      <w:r w:rsidR="000B1A1B" w:rsidRPr="000B1A1B">
        <w:rPr>
          <w:cs/>
          <w:lang w:bidi="bn-IN"/>
        </w:rPr>
        <w:t>শ্চ</w:t>
      </w:r>
      <w:r w:rsidRPr="007710BF">
        <w:rPr>
          <w:cs/>
          <w:lang w:bidi="bn-IN"/>
        </w:rPr>
        <w:t>র্যান্বিত বোধ করে। একটি পাহাড়ও এ</w:t>
      </w:r>
      <w:r w:rsidR="000B1A1B">
        <w:rPr>
          <w:lang w:bidi="bn-IN"/>
        </w:rPr>
        <w:t xml:space="preserve"> </w:t>
      </w:r>
      <w:r w:rsidRPr="007710BF">
        <w:rPr>
          <w:cs/>
          <w:lang w:bidi="bn-IN"/>
        </w:rPr>
        <w:t>পরিমাণ মুসিবত সহ্য করার ক্ষমতা রাখে না। এমন অবস্থা যে</w:t>
      </w:r>
      <w:r w:rsidR="00895143">
        <w:t>,</w:t>
      </w:r>
      <w:r w:rsidRPr="007710BF">
        <w:rPr>
          <w:cs/>
          <w:lang w:bidi="bn-IN"/>
        </w:rPr>
        <w:t xml:space="preserve">আলী </w:t>
      </w:r>
      <w:r w:rsidR="00FE6D44">
        <w:rPr>
          <w:cs/>
          <w:lang w:bidi="bn-IN"/>
        </w:rPr>
        <w:t>তার</w:t>
      </w:r>
      <w:r w:rsidRPr="007710BF">
        <w:rPr>
          <w:cs/>
          <w:lang w:bidi="bn-IN"/>
        </w:rPr>
        <w:t xml:space="preserve"> এই মুসিবতের কথা কাউকে</w:t>
      </w:r>
      <w:r w:rsidR="000B1A1B">
        <w:rPr>
          <w:lang w:bidi="bn-IN"/>
        </w:rPr>
        <w:t xml:space="preserve"> </w:t>
      </w:r>
      <w:r w:rsidRPr="007710BF">
        <w:rPr>
          <w:cs/>
          <w:lang w:bidi="bn-IN"/>
        </w:rPr>
        <w:t>বলতেও পারেন না। এখন যখন রাসূলে আকরাম (সা.)-কে</w:t>
      </w:r>
      <w:r w:rsidR="000B1A1B">
        <w:rPr>
          <w:lang w:bidi="bn-IN"/>
        </w:rPr>
        <w:t xml:space="preserve"> </w:t>
      </w:r>
      <w:r w:rsidR="000B1A1B" w:rsidRPr="000B1A1B">
        <w:rPr>
          <w:cs/>
          <w:lang w:bidi="bn-IN"/>
        </w:rPr>
        <w:t>স্বপ্নে</w:t>
      </w:r>
      <w:r w:rsidR="000B1A1B">
        <w:rPr>
          <w:lang w:bidi="bn-IN"/>
        </w:rPr>
        <w:t xml:space="preserve"> </w:t>
      </w:r>
      <w:r w:rsidRPr="007710BF">
        <w:rPr>
          <w:cs/>
          <w:lang w:bidi="bn-IN"/>
        </w:rPr>
        <w:t>দেখলেন তখন বললেন</w:t>
      </w:r>
      <w:r w:rsidR="00895143">
        <w:t>,</w:t>
      </w:r>
      <w:r w:rsidRPr="001933EC">
        <w:rPr>
          <w:rStyle w:val="libAlaemChar"/>
        </w:rPr>
        <w:t>“</w:t>
      </w:r>
      <w:r w:rsidRPr="007710BF">
        <w:rPr>
          <w:cs/>
          <w:lang w:bidi="bn-IN"/>
        </w:rPr>
        <w:t>ইয়া</w:t>
      </w:r>
      <w:r w:rsidR="000B1A1B">
        <w:rPr>
          <w:lang w:bidi="bn-IN"/>
        </w:rPr>
        <w:t xml:space="preserve"> </w:t>
      </w:r>
      <w:r w:rsidRPr="007710BF">
        <w:rPr>
          <w:cs/>
          <w:lang w:bidi="bn-IN"/>
        </w:rPr>
        <w:t>রাসূলা</w:t>
      </w:r>
      <w:r w:rsidR="006B46F0">
        <w:rPr>
          <w:cs/>
          <w:lang w:bidi="bn-IN"/>
        </w:rPr>
        <w:t>ল্লা</w:t>
      </w:r>
      <w:r w:rsidRPr="007710BF">
        <w:rPr>
          <w:rFonts w:hint="cs"/>
          <w:cs/>
          <w:lang w:bidi="bn-IN"/>
        </w:rPr>
        <w:t xml:space="preserve">হ্! আপনার এ উম্মত আমার </w:t>
      </w:r>
      <w:r w:rsidR="006B46F0">
        <w:rPr>
          <w:rFonts w:hint="cs"/>
          <w:cs/>
          <w:lang w:bidi="bn-IN"/>
        </w:rPr>
        <w:t>হৃ</w:t>
      </w:r>
      <w:r w:rsidRPr="007710BF">
        <w:rPr>
          <w:cs/>
          <w:lang w:bidi="bn-IN"/>
        </w:rPr>
        <w:t>দয়কে ক্ষত-বিক্ষত করেছে। এদের নিয়ে আমি কি করব</w:t>
      </w:r>
      <w:r w:rsidRPr="007710BF">
        <w:t>?</w:t>
      </w:r>
      <w:r w:rsidRPr="001933EC">
        <w:rPr>
          <w:rStyle w:val="libAlaemChar"/>
        </w:rPr>
        <w:t>”</w:t>
      </w:r>
      <w:r w:rsidR="000B1A1B">
        <w:rPr>
          <w:rStyle w:val="libAlaemChar"/>
        </w:rPr>
        <w:t xml:space="preserve"> </w:t>
      </w:r>
      <w:r w:rsidRPr="007710BF">
        <w:rPr>
          <w:cs/>
          <w:lang w:bidi="bn-IN"/>
        </w:rPr>
        <w:t>তারপর ইমাম হাসানকে বললেন</w:t>
      </w:r>
      <w:r w:rsidR="00895143">
        <w:t>,</w:t>
      </w:r>
      <w:r w:rsidRPr="001933EC">
        <w:rPr>
          <w:rStyle w:val="libAlaemChar"/>
        </w:rPr>
        <w:t>“</w:t>
      </w:r>
      <w:r w:rsidRPr="007710BF">
        <w:rPr>
          <w:cs/>
          <w:lang w:bidi="bn-IN"/>
        </w:rPr>
        <w:t>পুত্র</w:t>
      </w:r>
      <w:r w:rsidR="00895143">
        <w:t>,</w:t>
      </w:r>
      <w:r w:rsidRPr="007710BF">
        <w:rPr>
          <w:cs/>
          <w:lang w:bidi="bn-IN"/>
        </w:rPr>
        <w:t>তোমার নানা আমাকে নির্দেশ দিলেন এদের প্রতি অভিশাপ</w:t>
      </w:r>
      <w:r w:rsidR="000B1A1B">
        <w:rPr>
          <w:lang w:bidi="bn-IN"/>
        </w:rPr>
        <w:t xml:space="preserve"> </w:t>
      </w:r>
      <w:r w:rsidRPr="007710BF">
        <w:rPr>
          <w:cs/>
          <w:lang w:bidi="bn-IN"/>
        </w:rPr>
        <w:t xml:space="preserve">দিতে। আমিও </w:t>
      </w:r>
      <w:r w:rsidR="000B1A1B">
        <w:rPr>
          <w:cs/>
          <w:lang w:bidi="bn-IN"/>
        </w:rPr>
        <w:t>স্বপ্নে</w:t>
      </w:r>
      <w:r w:rsidRPr="007710BF">
        <w:rPr>
          <w:cs/>
          <w:lang w:bidi="bn-IN"/>
        </w:rPr>
        <w:t>র মধ্যেই অভিশাপ দিয়ে বললাম : হে আ</w:t>
      </w:r>
      <w:r w:rsidR="006B46F0">
        <w:rPr>
          <w:cs/>
          <w:lang w:bidi="bn-IN"/>
        </w:rPr>
        <w:t>ল্লা</w:t>
      </w:r>
      <w:r w:rsidRPr="007710BF">
        <w:rPr>
          <w:rFonts w:hint="cs"/>
          <w:cs/>
          <w:lang w:bidi="bn-IN"/>
        </w:rPr>
        <w:t xml:space="preserve">হ্! যত তাড়াতাড়ি সম্ভব আমাকে মৃত্যুদান কর এবং এদের উপর এমন ব্যক্তিকে প্রভাব ও </w:t>
      </w:r>
      <w:r w:rsidRPr="007710BF">
        <w:rPr>
          <w:cs/>
          <w:lang w:bidi="bn-IN"/>
        </w:rPr>
        <w:t>প্রতিপত্তি দান কর এরা যার উপযুক্ত।</w:t>
      </w:r>
      <w:r w:rsidRPr="001933EC">
        <w:rPr>
          <w:rStyle w:val="libAlaemChar"/>
        </w:rPr>
        <w:t>”</w:t>
      </w:r>
    </w:p>
    <w:p w:rsidR="00BF5A2E" w:rsidRDefault="007710BF" w:rsidP="000B1A1B">
      <w:pPr>
        <w:pStyle w:val="libNormal"/>
      </w:pPr>
      <w:r w:rsidRPr="007710BF">
        <w:rPr>
          <w:cs/>
          <w:lang w:bidi="bn-IN"/>
        </w:rPr>
        <w:t>বোঝা যায়</w:t>
      </w:r>
      <w:r w:rsidR="00895143">
        <w:t>,</w:t>
      </w:r>
      <w:r w:rsidRPr="007710BF">
        <w:rPr>
          <w:cs/>
          <w:lang w:bidi="bn-IN"/>
        </w:rPr>
        <w:t xml:space="preserve">এ বাক্যের সাথে কতটা </w:t>
      </w:r>
      <w:r w:rsidR="006B46F0">
        <w:rPr>
          <w:cs/>
          <w:lang w:bidi="bn-IN"/>
        </w:rPr>
        <w:t>হৃ</w:t>
      </w:r>
      <w:r w:rsidRPr="007710BF">
        <w:rPr>
          <w:cs/>
          <w:lang w:bidi="bn-IN"/>
        </w:rPr>
        <w:t>দয়ের বেদনা ও দুঃখ জড়িয়ে রয়েছে! আলী (আ.) সুবহে</w:t>
      </w:r>
      <w:r w:rsidR="00BF5A2E">
        <w:rPr>
          <w:lang w:bidi="bn-IN"/>
        </w:rPr>
        <w:t xml:space="preserve"> </w:t>
      </w:r>
      <w:r w:rsidRPr="007710BF">
        <w:rPr>
          <w:cs/>
          <w:lang w:bidi="bn-IN"/>
        </w:rPr>
        <w:t>সাদিকের সময় ঘর থেকে যখন বের হচ্ছিলেন বাড়ির হাঁসগুলো অসময়ে ডেকে উঠল</w:t>
      </w:r>
      <w:r w:rsidRPr="007710BF">
        <w:rPr>
          <w:cs/>
          <w:lang w:bidi="hi-IN"/>
        </w:rPr>
        <w:t xml:space="preserve">। </w:t>
      </w:r>
      <w:r w:rsidRPr="007710BF">
        <w:rPr>
          <w:cs/>
          <w:lang w:bidi="bn-IN"/>
        </w:rPr>
        <w:t>আলী বললেন</w:t>
      </w:r>
      <w:r w:rsidR="00895143">
        <w:t>,</w:t>
      </w:r>
    </w:p>
    <w:p w:rsidR="00BF5A2E" w:rsidRPr="00BF5A2E" w:rsidRDefault="00BF5A2E" w:rsidP="00BF5A2E">
      <w:pPr>
        <w:pStyle w:val="libArCenter"/>
        <w:rPr>
          <w:rtl/>
          <w:cs/>
        </w:rPr>
      </w:pPr>
      <w:r>
        <w:rPr>
          <w:rFonts w:hint="cs"/>
          <w:rtl/>
          <w:lang w:bidi="ar-SA"/>
        </w:rPr>
        <w:t>دعو هنّ فانّهنّ صوائح تتبعها نوائح</w:t>
      </w:r>
    </w:p>
    <w:p w:rsidR="00BF5A2E" w:rsidRDefault="007710BF" w:rsidP="000B1A1B">
      <w:pPr>
        <w:pStyle w:val="libNormal"/>
        <w:rPr>
          <w:rStyle w:val="libAlaemChar"/>
        </w:rPr>
      </w:pPr>
      <w:r w:rsidRPr="007710BF">
        <w:t xml:space="preserve"> </w:t>
      </w:r>
      <w:r w:rsidRPr="001933EC">
        <w:rPr>
          <w:rStyle w:val="libAlaemChar"/>
        </w:rPr>
        <w:t>“</w:t>
      </w:r>
      <w:r w:rsidRPr="007710BF">
        <w:rPr>
          <w:cs/>
          <w:lang w:bidi="bn-IN"/>
        </w:rPr>
        <w:t>এখন পাখির কান্না শোনা যাচ্ছে</w:t>
      </w:r>
      <w:r w:rsidR="00895143">
        <w:t>,</w:t>
      </w:r>
      <w:r w:rsidRPr="007710BF">
        <w:rPr>
          <w:cs/>
          <w:lang w:bidi="bn-IN"/>
        </w:rPr>
        <w:t>বেশি দেরি নয় এরপর এখান থেকেই মানুষের কান্না শোনা</w:t>
      </w:r>
      <w:r w:rsidR="00BF5A2E">
        <w:rPr>
          <w:lang w:bidi="bn-IN"/>
        </w:rPr>
        <w:t xml:space="preserve"> </w:t>
      </w:r>
      <w:r w:rsidRPr="007710BF">
        <w:rPr>
          <w:cs/>
          <w:lang w:bidi="bn-IN"/>
        </w:rPr>
        <w:t>যাবে। উম্মে কুলসুম আমিরুল মুমিনীনের সামনে এসে বাঁধা দিলেন। তিনি বললেন</w:t>
      </w:r>
      <w:r w:rsidR="00895143">
        <w:t>,</w:t>
      </w:r>
      <w:r w:rsidRPr="001933EC">
        <w:rPr>
          <w:rStyle w:val="libAlaemChar"/>
        </w:rPr>
        <w:t>“</w:t>
      </w:r>
      <w:r w:rsidRPr="007710BF">
        <w:rPr>
          <w:cs/>
          <w:lang w:bidi="bn-IN"/>
        </w:rPr>
        <w:t>বাবা</w:t>
      </w:r>
      <w:r w:rsidR="00895143">
        <w:t>,</w:t>
      </w:r>
      <w:r w:rsidRPr="007710BF">
        <w:rPr>
          <w:cs/>
          <w:lang w:bidi="bn-IN"/>
        </w:rPr>
        <w:t>আপনাকে</w:t>
      </w:r>
      <w:r w:rsidR="00BF5A2E">
        <w:rPr>
          <w:lang w:bidi="bn-IN"/>
        </w:rPr>
        <w:t xml:space="preserve"> </w:t>
      </w:r>
      <w:r w:rsidRPr="007710BF">
        <w:rPr>
          <w:cs/>
          <w:lang w:bidi="bn-IN"/>
        </w:rPr>
        <w:t>মসজিদে যেতে দেব না। অন্য কাউকে আজ নামায পড়াতে বলুন।</w:t>
      </w:r>
      <w:r w:rsidRPr="001933EC">
        <w:rPr>
          <w:rStyle w:val="libAlaemChar"/>
        </w:rPr>
        <w:t>”</w:t>
      </w:r>
      <w:r w:rsidRPr="007710BF">
        <w:t xml:space="preserve"> </w:t>
      </w:r>
      <w:r w:rsidRPr="007710BF">
        <w:rPr>
          <w:cs/>
          <w:lang w:bidi="bn-IN"/>
        </w:rPr>
        <w:t>প্রথমে বললেন</w:t>
      </w:r>
      <w:r w:rsidR="00895143">
        <w:t>,</w:t>
      </w:r>
      <w:r w:rsidRPr="001933EC">
        <w:rPr>
          <w:rStyle w:val="libAlaemChar"/>
        </w:rPr>
        <w:t>“</w:t>
      </w:r>
      <w:r w:rsidRPr="007710BF">
        <w:rPr>
          <w:cs/>
          <w:lang w:bidi="bn-IN"/>
        </w:rPr>
        <w:t>জুদাহ ইবনে</w:t>
      </w:r>
      <w:r w:rsidR="00BF5A2E">
        <w:rPr>
          <w:lang w:bidi="bn-IN"/>
        </w:rPr>
        <w:t xml:space="preserve"> </w:t>
      </w:r>
      <w:r w:rsidRPr="007710BF">
        <w:rPr>
          <w:cs/>
          <w:lang w:bidi="bn-IN"/>
        </w:rPr>
        <w:t>হুবাইরাকে বলুন জামাআত পড়াতে।</w:t>
      </w:r>
      <w:r w:rsidRPr="001933EC">
        <w:rPr>
          <w:rStyle w:val="libAlaemChar"/>
        </w:rPr>
        <w:t>”</w:t>
      </w:r>
      <w:r w:rsidRPr="007710BF">
        <w:t xml:space="preserve"> </w:t>
      </w:r>
      <w:r w:rsidRPr="007710BF">
        <w:rPr>
          <w:cs/>
          <w:lang w:bidi="bn-IN"/>
        </w:rPr>
        <w:t>পরক্ষণেই আলী বললেন</w:t>
      </w:r>
      <w:r w:rsidR="00895143">
        <w:t>,</w:t>
      </w:r>
      <w:r w:rsidRPr="001933EC">
        <w:rPr>
          <w:rStyle w:val="libAlaemChar"/>
        </w:rPr>
        <w:t>“</w:t>
      </w:r>
      <w:r w:rsidRPr="007710BF">
        <w:rPr>
          <w:cs/>
          <w:lang w:bidi="bn-IN"/>
        </w:rPr>
        <w:t>না আমি নিজেই যাব।</w:t>
      </w:r>
      <w:r w:rsidRPr="001933EC">
        <w:rPr>
          <w:rStyle w:val="libAlaemChar"/>
        </w:rPr>
        <w:t>”</w:t>
      </w:r>
      <w:r w:rsidRPr="007710BF">
        <w:t xml:space="preserve"> </w:t>
      </w:r>
      <w:r w:rsidRPr="007710BF">
        <w:rPr>
          <w:cs/>
          <w:lang w:bidi="bn-IN"/>
        </w:rPr>
        <w:t>বলা হলো</w:t>
      </w:r>
      <w:r w:rsidR="00895143">
        <w:t>,</w:t>
      </w:r>
      <w:r w:rsidRPr="007710BF">
        <w:rPr>
          <w:cs/>
          <w:lang w:bidi="bn-IN"/>
        </w:rPr>
        <w:t>অনুমতি দিন আপনার সঙ্গে কেউ যাক। তিনি বললেন</w:t>
      </w:r>
      <w:r w:rsidR="00895143">
        <w:t>,</w:t>
      </w:r>
      <w:r w:rsidRPr="001933EC">
        <w:rPr>
          <w:rStyle w:val="libAlaemChar"/>
        </w:rPr>
        <w:t>“</w:t>
      </w:r>
      <w:r w:rsidRPr="007710BF">
        <w:rPr>
          <w:cs/>
          <w:lang w:bidi="bn-IN"/>
        </w:rPr>
        <w:t>না</w:t>
      </w:r>
      <w:r w:rsidR="00895143">
        <w:t>,</w:t>
      </w:r>
      <w:r w:rsidRPr="007710BF">
        <w:rPr>
          <w:cs/>
          <w:lang w:bidi="bn-IN"/>
        </w:rPr>
        <w:t>আমি চাই না কেউ আমার সঙ্গে যাক।</w:t>
      </w:r>
      <w:r w:rsidRPr="001933EC">
        <w:rPr>
          <w:rStyle w:val="libAlaemChar"/>
        </w:rPr>
        <w:t>”</w:t>
      </w:r>
    </w:p>
    <w:p w:rsidR="00BF5A2E" w:rsidRDefault="007710BF" w:rsidP="000B1A1B">
      <w:pPr>
        <w:pStyle w:val="libNormal"/>
      </w:pPr>
      <w:r w:rsidRPr="007710BF">
        <w:rPr>
          <w:cs/>
          <w:lang w:bidi="bn-IN"/>
        </w:rPr>
        <w:t>হযরত আলীর জন্য রাতটি অত্যন্ত পবিত্র ছিল। আ</w:t>
      </w:r>
      <w:r w:rsidR="006B46F0">
        <w:rPr>
          <w:cs/>
          <w:lang w:bidi="bn-IN"/>
        </w:rPr>
        <w:t>ল্লা</w:t>
      </w:r>
      <w:r w:rsidRPr="007710BF">
        <w:rPr>
          <w:rFonts w:hint="cs"/>
          <w:cs/>
          <w:lang w:bidi="bn-IN"/>
        </w:rPr>
        <w:t>হ্ জানেন আলীর মধ্যে সে রাত্রে কেমন</w:t>
      </w:r>
      <w:r w:rsidR="00BF5A2E">
        <w:rPr>
          <w:lang w:bidi="bn-IN"/>
        </w:rPr>
        <w:t xml:space="preserve"> </w:t>
      </w:r>
      <w:r w:rsidRPr="007710BF">
        <w:rPr>
          <w:rFonts w:hint="cs"/>
          <w:cs/>
          <w:lang w:bidi="bn-IN"/>
        </w:rPr>
        <w:t>উত্তেজনা ছিল! তিনি বলছেন</w:t>
      </w:r>
      <w:r w:rsidR="00895143">
        <w:t>,</w:t>
      </w:r>
      <w:r w:rsidRPr="001933EC">
        <w:rPr>
          <w:rStyle w:val="libAlaemChar"/>
        </w:rPr>
        <w:t>“</w:t>
      </w:r>
      <w:r w:rsidRPr="007710BF">
        <w:rPr>
          <w:cs/>
          <w:lang w:bidi="bn-IN"/>
        </w:rPr>
        <w:t>আমি অনেক চেষ্টা করেছি এ আকস্মিক শিহরণের রহস্য উদ্ঘাটন</w:t>
      </w:r>
      <w:r w:rsidR="00BF5A2E">
        <w:rPr>
          <w:lang w:bidi="bn-IN"/>
        </w:rPr>
        <w:t xml:space="preserve"> </w:t>
      </w:r>
      <w:r w:rsidRPr="007710BF">
        <w:rPr>
          <w:cs/>
          <w:lang w:bidi="bn-IN"/>
        </w:rPr>
        <w:t>করব। যদিও ধারণা ছিল কোন বড় ঘটনা ঘটবে যা অপেক্ষায় আছে।</w:t>
      </w:r>
      <w:r w:rsidRPr="001933EC">
        <w:rPr>
          <w:rStyle w:val="libAlaemChar"/>
        </w:rPr>
        <w:t>”</w:t>
      </w:r>
      <w:r w:rsidRPr="007710BF">
        <w:t xml:space="preserve"> </w:t>
      </w:r>
      <w:r w:rsidRPr="007710BF">
        <w:rPr>
          <w:cs/>
          <w:lang w:bidi="bn-IN"/>
        </w:rPr>
        <w:t>যেমন নাহজুল বালাগায় আলী(আ.) নিজেই বলছেন</w:t>
      </w:r>
      <w:r w:rsidR="00895143">
        <w:t>,</w:t>
      </w:r>
    </w:p>
    <w:p w:rsidR="00BF5A2E" w:rsidRDefault="00BF5A2E" w:rsidP="00BF5A2E">
      <w:pPr>
        <w:pStyle w:val="libArCenter"/>
        <w:rPr>
          <w:rtl/>
          <w:lang w:bidi="fa-IR"/>
        </w:rPr>
      </w:pPr>
      <w:r>
        <w:rPr>
          <w:rFonts w:hint="cs"/>
          <w:rtl/>
          <w:lang w:bidi="ar-SA"/>
        </w:rPr>
        <w:t>کم اطردت الایام عن مکنون هذا الامر فابی الله الا اخفاء</w:t>
      </w:r>
      <w:r>
        <w:rPr>
          <w:rFonts w:hint="cs"/>
          <w:rtl/>
          <w:lang w:bidi="fa-IR"/>
        </w:rPr>
        <w:t>ه</w:t>
      </w:r>
    </w:p>
    <w:p w:rsidR="00BF5A2E" w:rsidRPr="00BF5A2E" w:rsidRDefault="00BF5A2E" w:rsidP="00BF5A2E">
      <w:pPr>
        <w:pStyle w:val="libArCenter"/>
        <w:rPr>
          <w:rtl/>
          <w:lang w:bidi="fa-IR"/>
        </w:rPr>
      </w:pPr>
    </w:p>
    <w:p w:rsidR="00BF5A2E" w:rsidRDefault="007710BF" w:rsidP="00BF5A2E">
      <w:pPr>
        <w:pStyle w:val="libNormal"/>
        <w:rPr>
          <w:rStyle w:val="libAlaemChar"/>
        </w:rPr>
      </w:pPr>
      <w:r w:rsidRPr="001933EC">
        <w:rPr>
          <w:rStyle w:val="libAlaemChar"/>
        </w:rPr>
        <w:t>“</w:t>
      </w:r>
      <w:r w:rsidRPr="007710BF">
        <w:rPr>
          <w:cs/>
          <w:lang w:bidi="bn-IN"/>
        </w:rPr>
        <w:t>অনেক চেষ্টা করেছি এ রহস্যের গোপনীয়তা উদ্ঘাটন করব</w:t>
      </w:r>
      <w:r w:rsidR="00895143">
        <w:t>,</w:t>
      </w:r>
      <w:r w:rsidRPr="007710BF">
        <w:rPr>
          <w:cs/>
          <w:lang w:bidi="bn-IN"/>
        </w:rPr>
        <w:t>কিন্তু আ</w:t>
      </w:r>
      <w:r w:rsidR="006B46F0">
        <w:rPr>
          <w:cs/>
          <w:lang w:bidi="bn-IN"/>
        </w:rPr>
        <w:t>ল্লা</w:t>
      </w:r>
      <w:r w:rsidRPr="007710BF">
        <w:rPr>
          <w:rFonts w:hint="cs"/>
          <w:cs/>
          <w:lang w:bidi="bn-IN"/>
        </w:rPr>
        <w:t>হ্ চাননি</w:t>
      </w:r>
      <w:r w:rsidR="00895143">
        <w:t>,</w:t>
      </w:r>
      <w:r w:rsidRPr="007710BF">
        <w:rPr>
          <w:cs/>
          <w:lang w:bidi="bn-IN"/>
        </w:rPr>
        <w:t>বরং তিনি এটা</w:t>
      </w:r>
      <w:r w:rsidR="00BF5A2E">
        <w:rPr>
          <w:lang w:bidi="bn-IN"/>
        </w:rPr>
        <w:t xml:space="preserve"> </w:t>
      </w:r>
      <w:r w:rsidRPr="007710BF">
        <w:rPr>
          <w:cs/>
          <w:lang w:bidi="bn-IN"/>
        </w:rPr>
        <w:t>গোপন রেখেছেন।</w:t>
      </w:r>
      <w:r w:rsidRPr="001933EC">
        <w:rPr>
          <w:rStyle w:val="libAlaemChar"/>
        </w:rPr>
        <w:t>”</w:t>
      </w:r>
    </w:p>
    <w:p w:rsidR="00BF5A2E" w:rsidRDefault="007710BF" w:rsidP="00BF5A2E">
      <w:pPr>
        <w:pStyle w:val="libNormal"/>
      </w:pPr>
      <w:r w:rsidRPr="007710BF">
        <w:rPr>
          <w:cs/>
          <w:lang w:bidi="bn-IN"/>
        </w:rPr>
        <w:t>নিজেই ফজরের আজান দিতেন। সুবহে সাদিকের সময় নিজেই মুয়াজ্জিনের স্থানে দাঁড়িয়ে (আ</w:t>
      </w:r>
      <w:r w:rsidR="006B46F0">
        <w:rPr>
          <w:cs/>
          <w:lang w:bidi="bn-IN"/>
        </w:rPr>
        <w:t>ল্লা</w:t>
      </w:r>
      <w:r w:rsidRPr="007710BF">
        <w:rPr>
          <w:rFonts w:hint="cs"/>
          <w:cs/>
          <w:lang w:bidi="bn-IN"/>
        </w:rPr>
        <w:t>হু</w:t>
      </w:r>
      <w:r w:rsidR="00BF5A2E">
        <w:rPr>
          <w:lang w:bidi="bn-IN"/>
        </w:rPr>
        <w:t xml:space="preserve"> </w:t>
      </w:r>
      <w:r w:rsidRPr="007710BF">
        <w:rPr>
          <w:cs/>
          <w:lang w:bidi="bn-IN"/>
        </w:rPr>
        <w:t xml:space="preserve">আকবার বলে) </w:t>
      </w:r>
      <w:r w:rsidR="00BF5A2E">
        <w:rPr>
          <w:cs/>
          <w:lang w:bidi="bn-IN"/>
        </w:rPr>
        <w:t>উচ্চৈঃ</w:t>
      </w:r>
      <w:r w:rsidR="006B46F0">
        <w:rPr>
          <w:cs/>
          <w:lang w:bidi="bn-IN"/>
        </w:rPr>
        <w:t>স্ব</w:t>
      </w:r>
      <w:r w:rsidRPr="007710BF">
        <w:rPr>
          <w:cs/>
          <w:lang w:bidi="bn-IN"/>
        </w:rPr>
        <w:t>রে আজান দিলেন। সেখান থেকে নামার সময় সুবহে সাদেকের সাদা আভাকে</w:t>
      </w:r>
      <w:r w:rsidR="00BF5A2E">
        <w:rPr>
          <w:lang w:bidi="bn-IN"/>
        </w:rPr>
        <w:t xml:space="preserve"> </w:t>
      </w:r>
      <w:r w:rsidRPr="007710BF">
        <w:rPr>
          <w:cs/>
          <w:lang w:bidi="bn-IN"/>
        </w:rPr>
        <w:t>বিদায় জানালেন। তিনি বললেন</w:t>
      </w:r>
      <w:r w:rsidR="00895143">
        <w:t>,</w:t>
      </w:r>
      <w:r w:rsidRPr="001933EC">
        <w:rPr>
          <w:rStyle w:val="libAlaemChar"/>
        </w:rPr>
        <w:t>“</w:t>
      </w:r>
      <w:r w:rsidRPr="007710BF">
        <w:rPr>
          <w:cs/>
          <w:lang w:bidi="bn-IN"/>
        </w:rPr>
        <w:t>হে সাদা আভা! এ ফজরে একদিন আলী এ পৃথিবীতে চোখ</w:t>
      </w:r>
      <w:r w:rsidR="00BF5A2E">
        <w:rPr>
          <w:lang w:bidi="bn-IN"/>
        </w:rPr>
        <w:t xml:space="preserve"> </w:t>
      </w:r>
      <w:r w:rsidRPr="007710BF">
        <w:rPr>
          <w:cs/>
          <w:lang w:bidi="bn-IN"/>
        </w:rPr>
        <w:t>খুলেছিল। এমন কোন ফজর কি আসবে যে</w:t>
      </w:r>
      <w:r w:rsidR="00895143">
        <w:t>,</w:t>
      </w:r>
      <w:r w:rsidRPr="007710BF">
        <w:rPr>
          <w:cs/>
          <w:lang w:bidi="bn-IN"/>
        </w:rPr>
        <w:t>তুমি থাকবে আর আলী ঘুমিয়ে থাকবে। নাকি এবার</w:t>
      </w:r>
      <w:r w:rsidR="00BF5A2E">
        <w:rPr>
          <w:lang w:bidi="bn-IN"/>
        </w:rPr>
        <w:t xml:space="preserve"> </w:t>
      </w:r>
      <w:r w:rsidRPr="007710BF">
        <w:rPr>
          <w:cs/>
          <w:lang w:bidi="bn-IN"/>
        </w:rPr>
        <w:t>আলীর চোখ চিরতরে ঘুমিয়ে পড়বে।</w:t>
      </w:r>
      <w:r w:rsidRPr="001933EC">
        <w:rPr>
          <w:rStyle w:val="libAlaemChar"/>
        </w:rPr>
        <w:t>”</w:t>
      </w:r>
      <w:r w:rsidRPr="007710BF">
        <w:t xml:space="preserve"> </w:t>
      </w:r>
      <w:r w:rsidRPr="007710BF">
        <w:rPr>
          <w:cs/>
          <w:lang w:bidi="bn-IN"/>
        </w:rPr>
        <w:t>যখন তিনি নেমে এলেন তখন বললেন</w:t>
      </w:r>
      <w:r w:rsidR="00895143">
        <w:t>,</w:t>
      </w:r>
    </w:p>
    <w:tbl>
      <w:tblPr>
        <w:tblStyle w:val="TableGrid"/>
        <w:bidiVisual/>
        <w:tblW w:w="4562" w:type="pct"/>
        <w:tblInd w:w="384" w:type="dxa"/>
        <w:tblLook w:val="01E0"/>
      </w:tblPr>
      <w:tblGrid>
        <w:gridCol w:w="4238"/>
        <w:gridCol w:w="302"/>
        <w:gridCol w:w="4197"/>
      </w:tblGrid>
      <w:tr w:rsidR="00906B99" w:rsidRPr="00961709" w:rsidTr="00707069">
        <w:trPr>
          <w:trHeight w:val="350"/>
        </w:trPr>
        <w:tc>
          <w:tcPr>
            <w:tcW w:w="4238" w:type="dxa"/>
            <w:shd w:val="clear" w:color="auto" w:fill="auto"/>
          </w:tcPr>
          <w:p w:rsidR="00906B99" w:rsidRPr="00B332ED" w:rsidRDefault="00906B99" w:rsidP="00B332ED">
            <w:pPr>
              <w:pStyle w:val="libPoem"/>
            </w:pPr>
            <w:r w:rsidRPr="00B332ED">
              <w:rPr>
                <w:rFonts w:hint="cs"/>
                <w:rtl/>
              </w:rPr>
              <w:t>خلو سبیل المومن المجاهد</w:t>
            </w:r>
            <w:r w:rsidRPr="00B332ED">
              <w:rPr>
                <w:rtl/>
              </w:rPr>
              <w:br/>
              <w:t> </w:t>
            </w:r>
          </w:p>
        </w:tc>
        <w:tc>
          <w:tcPr>
            <w:tcW w:w="302" w:type="dxa"/>
            <w:shd w:val="clear" w:color="auto" w:fill="auto"/>
          </w:tcPr>
          <w:p w:rsidR="00906B99" w:rsidRPr="00961709" w:rsidRDefault="00906B99" w:rsidP="00707069">
            <w:pPr>
              <w:pStyle w:val="libPoem"/>
              <w:rPr>
                <w:szCs w:val="24"/>
                <w:rtl/>
              </w:rPr>
            </w:pPr>
          </w:p>
        </w:tc>
        <w:tc>
          <w:tcPr>
            <w:tcW w:w="4197" w:type="dxa"/>
            <w:shd w:val="clear" w:color="auto" w:fill="auto"/>
          </w:tcPr>
          <w:p w:rsidR="00906B99" w:rsidRPr="00B332ED" w:rsidRDefault="00906B99" w:rsidP="00B332ED">
            <w:pPr>
              <w:pStyle w:val="libPoem"/>
            </w:pPr>
            <w:r w:rsidRPr="00B332ED">
              <w:rPr>
                <w:rFonts w:hint="cs"/>
                <w:rtl/>
              </w:rPr>
              <w:t>فی الله ذی الکتب وذی المشاهد</w:t>
            </w:r>
            <w:r w:rsidRPr="00B332ED">
              <w:rPr>
                <w:rtl/>
              </w:rPr>
              <w:br/>
              <w:t> </w:t>
            </w:r>
          </w:p>
        </w:tc>
      </w:tr>
      <w:tr w:rsidR="00906B99" w:rsidRPr="00961709" w:rsidTr="00707069">
        <w:trPr>
          <w:trHeight w:val="350"/>
        </w:trPr>
        <w:tc>
          <w:tcPr>
            <w:tcW w:w="4238" w:type="dxa"/>
            <w:shd w:val="clear" w:color="auto" w:fill="auto"/>
          </w:tcPr>
          <w:p w:rsidR="00906B99" w:rsidRPr="00B332ED" w:rsidRDefault="00906B99" w:rsidP="00B332ED">
            <w:pPr>
              <w:pStyle w:val="libPoem"/>
            </w:pPr>
            <w:r w:rsidRPr="00B332ED">
              <w:rPr>
                <w:rFonts w:hint="cs"/>
                <w:rtl/>
              </w:rPr>
              <w:t>فی الله لا یعبد غیر الواحد</w:t>
            </w:r>
            <w:r w:rsidRPr="00B332ED">
              <w:rPr>
                <w:rtl/>
              </w:rPr>
              <w:br/>
              <w:t> </w:t>
            </w:r>
          </w:p>
        </w:tc>
        <w:tc>
          <w:tcPr>
            <w:tcW w:w="302" w:type="dxa"/>
            <w:shd w:val="clear" w:color="auto" w:fill="auto"/>
          </w:tcPr>
          <w:p w:rsidR="00906B99" w:rsidRPr="00961709" w:rsidRDefault="00906B99" w:rsidP="00707069">
            <w:pPr>
              <w:pStyle w:val="libPoem"/>
              <w:rPr>
                <w:szCs w:val="24"/>
                <w:rtl/>
              </w:rPr>
            </w:pPr>
          </w:p>
        </w:tc>
        <w:tc>
          <w:tcPr>
            <w:tcW w:w="4197" w:type="dxa"/>
            <w:shd w:val="clear" w:color="auto" w:fill="auto"/>
          </w:tcPr>
          <w:p w:rsidR="00906B99" w:rsidRPr="00B332ED" w:rsidRDefault="00906B99" w:rsidP="00B332ED">
            <w:pPr>
              <w:pStyle w:val="libPoem"/>
            </w:pPr>
            <w:r w:rsidRPr="00B332ED">
              <w:rPr>
                <w:rFonts w:hint="cs"/>
                <w:rtl/>
              </w:rPr>
              <w:t>و یوقظ الناس الی المساجد</w:t>
            </w:r>
            <w:r w:rsidRPr="00B332ED">
              <w:rPr>
                <w:rtl/>
              </w:rPr>
              <w:br/>
              <w:t> </w:t>
            </w:r>
          </w:p>
        </w:tc>
      </w:tr>
    </w:tbl>
    <w:p w:rsidR="00906B99" w:rsidRPr="00906B99" w:rsidRDefault="00906B99" w:rsidP="009848A8">
      <w:pPr>
        <w:pStyle w:val="libNormal"/>
        <w:rPr>
          <w:rtl/>
          <w:lang w:bidi="fa-IR"/>
        </w:rPr>
      </w:pPr>
    </w:p>
    <w:p w:rsidR="00906B99" w:rsidRDefault="007710BF" w:rsidP="00BF5A2E">
      <w:pPr>
        <w:pStyle w:val="libNormal"/>
        <w:rPr>
          <w:rStyle w:val="libAlaemChar"/>
        </w:rPr>
      </w:pPr>
      <w:r w:rsidRPr="007710BF">
        <w:rPr>
          <w:cs/>
          <w:lang w:bidi="bn-IN"/>
        </w:rPr>
        <w:t xml:space="preserve"> </w:t>
      </w:r>
      <w:r w:rsidRPr="001933EC">
        <w:rPr>
          <w:rStyle w:val="libAlaemChar"/>
        </w:rPr>
        <w:t>“</w:t>
      </w:r>
      <w:r w:rsidRPr="007710BF">
        <w:rPr>
          <w:cs/>
          <w:lang w:bidi="bn-IN"/>
        </w:rPr>
        <w:t xml:space="preserve">এই মুমিন ও মুজাহিদের জন্য রাস্তা খুলে দাও (নিজেকে মুমিন ও মুজাহিদ বলে </w:t>
      </w:r>
      <w:r w:rsidR="00906B99">
        <w:rPr>
          <w:cs/>
          <w:lang w:bidi="bn-IN"/>
        </w:rPr>
        <w:t>উল্লেখ</w:t>
      </w:r>
      <w:r w:rsidRPr="007710BF">
        <w:rPr>
          <w:rFonts w:hint="cs"/>
          <w:cs/>
          <w:lang w:bidi="bn-IN"/>
        </w:rPr>
        <w:t xml:space="preserve"> করেছেন)</w:t>
      </w:r>
      <w:r w:rsidR="00906B99">
        <w:rPr>
          <w:lang w:bidi="bn-IN"/>
        </w:rPr>
        <w:t xml:space="preserve"> </w:t>
      </w:r>
      <w:r w:rsidRPr="007710BF">
        <w:rPr>
          <w:rFonts w:hint="cs"/>
          <w:cs/>
          <w:lang w:bidi="bn-IN"/>
        </w:rPr>
        <w:t>যে গ্রন্থ ও শাহাদাতের অধিকারী</w:t>
      </w:r>
      <w:r w:rsidR="00895143">
        <w:t>,</w:t>
      </w:r>
      <w:r w:rsidRPr="007710BF">
        <w:rPr>
          <w:cs/>
          <w:lang w:bidi="bn-IN"/>
        </w:rPr>
        <w:t>একক খোদা ব্যতীত কারো ইবাদত করেনি এবং মানুষকে মসজিদে</w:t>
      </w:r>
      <w:r w:rsidR="00906B99">
        <w:rPr>
          <w:lang w:bidi="bn-IN"/>
        </w:rPr>
        <w:t xml:space="preserve"> </w:t>
      </w:r>
      <w:r w:rsidRPr="007710BF">
        <w:rPr>
          <w:cs/>
          <w:lang w:bidi="bn-IN"/>
        </w:rPr>
        <w:t>যাওয়ার জন্য ঘুম থেকে উঠাতো।</w:t>
      </w:r>
      <w:r w:rsidRPr="001933EC">
        <w:rPr>
          <w:rStyle w:val="libAlaemChar"/>
        </w:rPr>
        <w:t>”</w:t>
      </w:r>
    </w:p>
    <w:p w:rsidR="00906B99" w:rsidRDefault="007710BF" w:rsidP="00BF5A2E">
      <w:pPr>
        <w:pStyle w:val="libNormal"/>
      </w:pPr>
      <w:r w:rsidRPr="007710BF">
        <w:rPr>
          <w:cs/>
          <w:lang w:bidi="bn-IN"/>
        </w:rPr>
        <w:t>পরিবারের কাউকে অনুমতি দেননি বাইরে যাওয়ার। আলী বলেছিলেন</w:t>
      </w:r>
      <w:r w:rsidR="00895143">
        <w:t>,</w:t>
      </w:r>
      <w:r w:rsidRPr="001933EC">
        <w:rPr>
          <w:rStyle w:val="libAlaemChar"/>
        </w:rPr>
        <w:t>“</w:t>
      </w:r>
      <w:r w:rsidRPr="007710BF">
        <w:rPr>
          <w:cs/>
          <w:lang w:bidi="bn-IN"/>
        </w:rPr>
        <w:t>পাখিদের কান্নার পর</w:t>
      </w:r>
      <w:r w:rsidR="00906B99">
        <w:rPr>
          <w:lang w:bidi="bn-IN"/>
        </w:rPr>
        <w:t xml:space="preserve"> </w:t>
      </w:r>
      <w:r w:rsidRPr="007710BF">
        <w:rPr>
          <w:cs/>
          <w:lang w:bidi="bn-IN"/>
        </w:rPr>
        <w:t>মানুষের আহাজারি শুনতে পাবে।</w:t>
      </w:r>
      <w:r w:rsidRPr="001933EC">
        <w:rPr>
          <w:rStyle w:val="libAlaemChar"/>
        </w:rPr>
        <w:t>”</w:t>
      </w:r>
      <w:r w:rsidRPr="007710BF">
        <w:t xml:space="preserve"> </w:t>
      </w:r>
      <w:r w:rsidR="0010344A">
        <w:rPr>
          <w:cs/>
          <w:lang w:bidi="bn-IN"/>
        </w:rPr>
        <w:t>স্ব</w:t>
      </w:r>
      <w:r w:rsidRPr="007710BF">
        <w:rPr>
          <w:cs/>
          <w:lang w:bidi="bn-IN"/>
        </w:rPr>
        <w:t>াভাবিকভাবেই হযরত যয়নাব কোবরা</w:t>
      </w:r>
      <w:r w:rsidR="00895143">
        <w:t>,</w:t>
      </w:r>
      <w:r w:rsidRPr="007710BF">
        <w:rPr>
          <w:cs/>
          <w:lang w:bidi="bn-IN"/>
        </w:rPr>
        <w:t>উম্মে কুলসুম ও</w:t>
      </w:r>
      <w:r w:rsidR="00906B99">
        <w:rPr>
          <w:lang w:bidi="bn-IN"/>
        </w:rPr>
        <w:t xml:space="preserve"> </w:t>
      </w:r>
      <w:r w:rsidRPr="007710BF">
        <w:rPr>
          <w:cs/>
          <w:lang w:bidi="bn-IN"/>
        </w:rPr>
        <w:t>পরিবারের বাকী সদস্যরা উদ্বি</w:t>
      </w:r>
      <w:r w:rsidR="00636B74">
        <w:rPr>
          <w:cs/>
          <w:lang w:bidi="bn-IN"/>
        </w:rPr>
        <w:t>গ্ন</w:t>
      </w:r>
      <w:r w:rsidRPr="007710BF">
        <w:t xml:space="preserve"> </w:t>
      </w:r>
      <w:r w:rsidRPr="007710BF">
        <w:rPr>
          <w:cs/>
          <w:lang w:bidi="bn-IN"/>
        </w:rPr>
        <w:t>অবস্থায় ছিলেন। হঠাৎ করে এক প্রচণ্ড চীৎকারে সবাই বুঝতে</w:t>
      </w:r>
      <w:r w:rsidR="00906B99">
        <w:rPr>
          <w:lang w:bidi="bn-IN"/>
        </w:rPr>
        <w:t xml:space="preserve"> </w:t>
      </w:r>
      <w:r w:rsidRPr="007710BF">
        <w:rPr>
          <w:cs/>
          <w:lang w:bidi="bn-IN"/>
        </w:rPr>
        <w:t>পারলেন। একটি আওয়াজ চারিদিকে প্রতিধ্বনিত হতে লাগল</w:t>
      </w:r>
      <w:r w:rsidR="003936CB">
        <w:t>-</w:t>
      </w:r>
    </w:p>
    <w:p w:rsidR="00906B99" w:rsidRPr="00906B99" w:rsidRDefault="00906B99" w:rsidP="00CB1837">
      <w:pPr>
        <w:pStyle w:val="libAr"/>
      </w:pPr>
      <w:r>
        <w:rPr>
          <w:rFonts w:hint="cs"/>
          <w:rtl/>
        </w:rPr>
        <w:t>تهدّمت و الله ارکان الهدی و انطمست اعلام التّقی و انفصمت العروة قتل ابن عمّ المصطفی قتل الوصیّ المجتبی قتل</w:t>
      </w:r>
      <w:r w:rsidR="00CB1837">
        <w:rPr>
          <w:rFonts w:hint="cs"/>
          <w:rtl/>
        </w:rPr>
        <w:t xml:space="preserve"> علیّ المرتضی قتله اشقی الشقیا</w:t>
      </w:r>
    </w:p>
    <w:p w:rsidR="000B1C35" w:rsidRDefault="007710BF" w:rsidP="00BF5A2E">
      <w:pPr>
        <w:pStyle w:val="libNormal"/>
        <w:rPr>
          <w:rStyle w:val="libAlaemChar"/>
        </w:rPr>
      </w:pPr>
      <w:r w:rsidRPr="001933EC">
        <w:rPr>
          <w:rStyle w:val="libAlaemChar"/>
        </w:rPr>
        <w:t>“</w:t>
      </w:r>
      <w:r w:rsidRPr="007710BF">
        <w:rPr>
          <w:cs/>
          <w:lang w:bidi="bn-IN"/>
        </w:rPr>
        <w:t>দীনের স্তম্ভ ধ্বসে পড়েছে</w:t>
      </w:r>
      <w:r w:rsidR="00895143">
        <w:t>,</w:t>
      </w:r>
      <w:r w:rsidR="00CB1837">
        <w:rPr>
          <w:cs/>
          <w:lang w:bidi="bn-IN"/>
        </w:rPr>
        <w:t>তাকওয়ার ধ্বজা ভূলু</w:t>
      </w:r>
      <w:r w:rsidR="000B1C35">
        <w:rPr>
          <w:cs/>
          <w:lang w:bidi="bn-IN"/>
        </w:rPr>
        <w:t>ন্ঠি</w:t>
      </w:r>
      <w:r w:rsidRPr="007710BF">
        <w:rPr>
          <w:cs/>
          <w:lang w:bidi="bn-IN"/>
        </w:rPr>
        <w:t>ত হয়েছে</w:t>
      </w:r>
      <w:r w:rsidR="00895143">
        <w:t>,</w:t>
      </w:r>
      <w:r w:rsidRPr="007710BF">
        <w:rPr>
          <w:cs/>
          <w:lang w:bidi="bn-IN"/>
        </w:rPr>
        <w:t>মজবুত বন্ধন ছিন্ন হয়ে পড়েছে</w:t>
      </w:r>
      <w:r w:rsidR="00895143">
        <w:t>,</w:t>
      </w:r>
      <w:r w:rsidRPr="007710BF">
        <w:rPr>
          <w:cs/>
          <w:lang w:bidi="bn-IN"/>
        </w:rPr>
        <w:t>আলী মোর্তজাকে হত্যা করা হয়েছে</w:t>
      </w:r>
      <w:r w:rsidR="00895143">
        <w:t>,</w:t>
      </w:r>
      <w:r w:rsidR="000459F1">
        <w:rPr>
          <w:cs/>
          <w:lang w:bidi="bn-IN"/>
        </w:rPr>
        <w:t>তাকে</w:t>
      </w:r>
      <w:r w:rsidRPr="007710BF">
        <w:rPr>
          <w:cs/>
          <w:lang w:bidi="bn-IN"/>
        </w:rPr>
        <w:t xml:space="preserve"> নিকৃষ্টতম ব্যক্তি হত্যা করেছে।</w:t>
      </w:r>
      <w:r w:rsidRPr="00AA22F8">
        <w:rPr>
          <w:rStyle w:val="libAlaemChar"/>
        </w:rPr>
        <w:t>”</w:t>
      </w:r>
      <w:r w:rsidR="00AA22F8">
        <w:rPr>
          <w:rStyle w:val="libAlaemChar"/>
        </w:rPr>
        <w:t xml:space="preserve"> </w:t>
      </w:r>
    </w:p>
    <w:p w:rsidR="00AA22F8" w:rsidRDefault="00AA22F8" w:rsidP="00AA22F8">
      <w:pPr>
        <w:pStyle w:val="libArCenter"/>
      </w:pPr>
      <w:r w:rsidRPr="00AA22F8">
        <w:rPr>
          <w:rtl/>
          <w:lang w:bidi="ar-SA"/>
        </w:rPr>
        <w:t>لا حول و لا قوّة الا بالله العلی العظیم</w:t>
      </w:r>
      <w:r w:rsidRPr="00AA22F8">
        <w:t xml:space="preserve"> </w:t>
      </w:r>
    </w:p>
    <w:p w:rsidR="00AA22F8" w:rsidRPr="00B332ED" w:rsidRDefault="00AA22F8" w:rsidP="009848A8">
      <w:pPr>
        <w:pStyle w:val="libNormal"/>
        <w:rPr>
          <w:lang w:bidi="bn-IN"/>
        </w:rPr>
      </w:pPr>
      <w:r>
        <w:br w:type="page"/>
      </w:r>
    </w:p>
    <w:p w:rsidR="000B1C35" w:rsidRDefault="007710BF" w:rsidP="000B1C35">
      <w:pPr>
        <w:pStyle w:val="Heading1Center"/>
      </w:pPr>
      <w:bookmarkStart w:id="12" w:name="_Toc392601421"/>
      <w:r w:rsidRPr="007710BF">
        <w:rPr>
          <w:cs/>
          <w:lang w:bidi="bn-IN"/>
        </w:rPr>
        <w:t>বিবিধ দৃষ্টিকোণে মানুষের বেদনার অনুভূতি</w:t>
      </w:r>
      <w:bookmarkEnd w:id="12"/>
      <w:r w:rsidR="000B1C35">
        <w:t xml:space="preserve"> </w:t>
      </w:r>
    </w:p>
    <w:p w:rsidR="000B1C35" w:rsidRDefault="000B1C35" w:rsidP="009848A8">
      <w:pPr>
        <w:pStyle w:val="libNormal"/>
        <w:rPr>
          <w:lang w:bidi="bn-IN"/>
        </w:rPr>
      </w:pPr>
    </w:p>
    <w:p w:rsidR="000B1C35" w:rsidRDefault="000B1C35" w:rsidP="000B1C35">
      <w:pPr>
        <w:pStyle w:val="libAie"/>
        <w:rPr>
          <w:lang w:bidi="bn-IN"/>
        </w:rPr>
      </w:pPr>
      <w:r w:rsidRPr="000B1C35">
        <w:rPr>
          <w:rStyle w:val="libAlaemChar"/>
        </w:rPr>
        <w:t>)</w:t>
      </w:r>
      <w:r w:rsidRPr="000B1C35">
        <w:rPr>
          <w:rtl/>
        </w:rPr>
        <w:t>وَإِذِ ابْتَلَى</w:t>
      </w:r>
      <w:r>
        <w:rPr>
          <w:rtl/>
          <w:lang w:bidi="fa-IR"/>
        </w:rPr>
        <w:t xml:space="preserve"> إِبْرَاهِيمَ رَبُّهُ بِكَلِمَاتٍ فَأَتَمَّهُنَّ قَالَ إِنِّي جَاعِلُكَ لِلنَّاسِ إِمَامًا قَالَ وَمِنْ ذُرِّيَّتِي قَالَ لَا يَنَالُ عَهْدِي الظَّالِمِينَ</w:t>
      </w:r>
      <w:r w:rsidRPr="000B1C35">
        <w:rPr>
          <w:rStyle w:val="libAlaemChar"/>
        </w:rPr>
        <w:t>(</w:t>
      </w:r>
    </w:p>
    <w:p w:rsidR="00613890" w:rsidRDefault="007710BF" w:rsidP="00BF5A2E">
      <w:pPr>
        <w:pStyle w:val="libNormal"/>
        <w:rPr>
          <w:cs/>
          <w:lang w:bidi="bn-IN"/>
        </w:rPr>
      </w:pPr>
      <w:r w:rsidRPr="007710BF">
        <w:rPr>
          <w:cs/>
          <w:lang w:bidi="bn-IN"/>
        </w:rPr>
        <w:t xml:space="preserve">মানব সত্তা ও তার স্বরূপ </w:t>
      </w:r>
      <w:r w:rsidR="000C4B23">
        <w:rPr>
          <w:cs/>
          <w:lang w:bidi="bn-IN"/>
        </w:rPr>
        <w:t>সম্পর্কে</w:t>
      </w:r>
      <w:r w:rsidRPr="007710BF">
        <w:rPr>
          <w:cs/>
          <w:lang w:bidi="bn-IN"/>
        </w:rPr>
        <w:t xml:space="preserve"> বিভিন্ন মতবাদ প্রচলিত রয়েছে। সর্বোপরি দু</w:t>
      </w:r>
      <w:r w:rsidRPr="001933EC">
        <w:rPr>
          <w:rStyle w:val="libAlaemChar"/>
        </w:rPr>
        <w:t>’</w:t>
      </w:r>
      <w:r w:rsidRPr="007710BF">
        <w:rPr>
          <w:cs/>
          <w:lang w:bidi="bn-IN"/>
        </w:rPr>
        <w:t>টি মৌলিক</w:t>
      </w:r>
      <w:r w:rsidR="000B1C35">
        <w:rPr>
          <w:lang w:bidi="bn-IN"/>
        </w:rPr>
        <w:t xml:space="preserve"> </w:t>
      </w:r>
      <w:r w:rsidRPr="007710BF">
        <w:rPr>
          <w:cs/>
          <w:lang w:bidi="bn-IN"/>
        </w:rPr>
        <w:t>দৃষ্টিভঙ্গিই একটি অপরটির বিপরীতে অবস্থান করছে : রূহবাদী দৃষ্টিভঙ্গি এবং বস্তুবাদী দৃষ্টিভঙ্গি।</w:t>
      </w:r>
      <w:r w:rsidR="000B1C35">
        <w:rPr>
          <w:lang w:bidi="bn-IN"/>
        </w:rPr>
        <w:t xml:space="preserve"> </w:t>
      </w:r>
      <w:r w:rsidRPr="007710BF">
        <w:rPr>
          <w:cs/>
          <w:lang w:bidi="bn-IN"/>
        </w:rPr>
        <w:t xml:space="preserve">রূহবাদীদের দৃষ্টিতে মানুষ হলো </w:t>
      </w:r>
      <w:r w:rsidR="005E5BE9">
        <w:rPr>
          <w:cs/>
          <w:lang w:bidi="bn-IN"/>
        </w:rPr>
        <w:t>প্রকৃত</w:t>
      </w:r>
      <w:r w:rsidRPr="007710BF">
        <w:rPr>
          <w:cs/>
          <w:lang w:bidi="bn-IN"/>
        </w:rPr>
        <w:t>পক্ষে দেহ ও আত্মার সমষ্টি এবং মানুষের আত্মা চিরন্তন অমর</w:t>
      </w:r>
      <w:r w:rsidR="003936CB">
        <w:t>-</w:t>
      </w:r>
      <w:r w:rsidRPr="007710BF">
        <w:rPr>
          <w:cs/>
          <w:lang w:bidi="bn-IN"/>
        </w:rPr>
        <w:t xml:space="preserve">যা তার </w:t>
      </w:r>
      <w:r w:rsidR="004A744B">
        <w:rPr>
          <w:cs/>
          <w:lang w:bidi="bn-IN"/>
        </w:rPr>
        <w:t>মৃত্যুর</w:t>
      </w:r>
      <w:r w:rsidRPr="007710BF">
        <w:rPr>
          <w:cs/>
          <w:lang w:bidi="bn-IN"/>
        </w:rPr>
        <w:t xml:space="preserve"> ফলে নিঃশেষ হয়ে যায় না। একইভাবে ধর্মীয় যু</w:t>
      </w:r>
      <w:r w:rsidR="00613890">
        <w:rPr>
          <w:cs/>
          <w:lang w:bidi="bn-IN"/>
        </w:rPr>
        <w:t>ক্তিতে বিশেষ করে ইসলামের অকাট্য</w:t>
      </w:r>
      <w:r w:rsidRPr="007710BF">
        <w:rPr>
          <w:cs/>
          <w:lang w:bidi="bn-IN"/>
        </w:rPr>
        <w:t>ভাষ্যে এরই যৌক্তিকতা নির্দেশিত হয়েছে। অপর মতবাদটি হলো মানুষ আসলে যান্ত্রিক দেহ ছাড়া</w:t>
      </w:r>
      <w:r w:rsidR="00613890">
        <w:rPr>
          <w:lang w:bidi="bn-IN"/>
        </w:rPr>
        <w:t xml:space="preserve"> </w:t>
      </w:r>
      <w:r w:rsidRPr="007710BF">
        <w:rPr>
          <w:cs/>
          <w:lang w:bidi="bn-IN"/>
        </w:rPr>
        <w:t xml:space="preserve">আর কিছুই নয় এবং </w:t>
      </w:r>
      <w:r w:rsidR="004A744B">
        <w:rPr>
          <w:cs/>
          <w:lang w:bidi="bn-IN"/>
        </w:rPr>
        <w:t>মৃত্যুর</w:t>
      </w:r>
      <w:r w:rsidRPr="007710BF">
        <w:rPr>
          <w:cs/>
          <w:lang w:bidi="bn-IN"/>
        </w:rPr>
        <w:t xml:space="preserve"> ফলে সম্পূর্ণ বিলীন ও নিঃশেষ </w:t>
      </w:r>
      <w:r w:rsidR="00613890">
        <w:rPr>
          <w:cs/>
          <w:lang w:bidi="bn-IN"/>
        </w:rPr>
        <w:t>হয়ে যায়। আর দৈহিক বিনাশের অর্থই</w:t>
      </w:r>
      <w:r w:rsidR="00613890">
        <w:rPr>
          <w:lang w:bidi="bn-IN"/>
        </w:rPr>
        <w:t xml:space="preserve"> </w:t>
      </w:r>
      <w:r w:rsidRPr="007710BF">
        <w:rPr>
          <w:cs/>
          <w:lang w:bidi="bn-IN"/>
        </w:rPr>
        <w:t>হলো মানবসত্তার বিনাশ।</w:t>
      </w:r>
    </w:p>
    <w:p w:rsidR="00613890" w:rsidRPr="00B332ED" w:rsidRDefault="00613890" w:rsidP="009848A8">
      <w:pPr>
        <w:pStyle w:val="libNormal"/>
        <w:rPr>
          <w:rtl/>
          <w:cs/>
        </w:rPr>
      </w:pPr>
      <w:r>
        <w:rPr>
          <w:cs/>
          <w:lang w:bidi="bn-IN"/>
        </w:rPr>
        <w:br w:type="page"/>
      </w:r>
    </w:p>
    <w:p w:rsidR="00613890" w:rsidRDefault="007710BF" w:rsidP="00BF5A2E">
      <w:pPr>
        <w:pStyle w:val="libNormal"/>
        <w:rPr>
          <w:lang w:bidi="bn-IN"/>
        </w:rPr>
      </w:pPr>
      <w:bookmarkStart w:id="13" w:name="_Toc392601422"/>
      <w:r w:rsidRPr="00613890">
        <w:rPr>
          <w:rStyle w:val="Heading1Char"/>
          <w:rFonts w:eastAsia="Calibri"/>
          <w:cs/>
          <w:lang w:bidi="bn-IN"/>
        </w:rPr>
        <w:t>মানুষের নৈতিকতা</w:t>
      </w:r>
      <w:bookmarkEnd w:id="13"/>
      <w:r w:rsidR="00613890">
        <w:rPr>
          <w:cs/>
          <w:lang w:bidi="bn-IN"/>
        </w:rPr>
        <w:t xml:space="preserve"> </w:t>
      </w:r>
    </w:p>
    <w:p w:rsidR="00613890" w:rsidRDefault="007710BF" w:rsidP="00BF5A2E">
      <w:pPr>
        <w:pStyle w:val="libNormal"/>
      </w:pPr>
      <w:r w:rsidRPr="007710BF">
        <w:rPr>
          <w:cs/>
          <w:lang w:bidi="bn-IN"/>
        </w:rPr>
        <w:t xml:space="preserve">মানবসত্তা ও তার স্বরূপ </w:t>
      </w:r>
      <w:r w:rsidR="000C4B23">
        <w:rPr>
          <w:cs/>
          <w:lang w:bidi="bn-IN"/>
        </w:rPr>
        <w:t>সম্পর্কে</w:t>
      </w:r>
      <w:r w:rsidRPr="007710BF">
        <w:rPr>
          <w:cs/>
          <w:lang w:bidi="bn-IN"/>
        </w:rPr>
        <w:t xml:space="preserve"> বিশেষ মতপার্থক্য পরিলক্ষিত হলেও এ বিষয়ের সাথেই </w:t>
      </w:r>
      <w:r w:rsidR="00613890">
        <w:rPr>
          <w:cs/>
          <w:lang w:bidi="bn-IN"/>
        </w:rPr>
        <w:t>সংশ্লিষ্ট</w:t>
      </w:r>
      <w:r w:rsidR="00613890">
        <w:rPr>
          <w:lang w:bidi="bn-IN"/>
        </w:rPr>
        <w:t xml:space="preserve"> </w:t>
      </w:r>
      <w:r w:rsidRPr="007710BF">
        <w:rPr>
          <w:rFonts w:hint="cs"/>
          <w:cs/>
          <w:lang w:bidi="bn-IN"/>
        </w:rPr>
        <w:t>অন্য একটি বিষয়ে কোন মতপার্থক্য লক্ষ্য করা যায় না। আর তা হলো এমন বিষয়ের অস্তিত্ব যা বস্তু</w:t>
      </w:r>
      <w:r w:rsidR="00613890">
        <w:rPr>
          <w:lang w:bidi="bn-IN"/>
        </w:rPr>
        <w:t xml:space="preserve"> </w:t>
      </w:r>
      <w:r w:rsidRPr="007710BF">
        <w:rPr>
          <w:rFonts w:hint="cs"/>
          <w:cs/>
          <w:lang w:bidi="bn-IN"/>
        </w:rPr>
        <w:t>বা বস্তুগত নয়</w:t>
      </w:r>
      <w:r w:rsidR="003936CB">
        <w:t>-</w:t>
      </w:r>
      <w:r w:rsidRPr="007710BF">
        <w:t xml:space="preserve"> </w:t>
      </w:r>
      <w:r w:rsidRPr="007710BF">
        <w:rPr>
          <w:cs/>
          <w:lang w:bidi="bn-IN"/>
        </w:rPr>
        <w:t xml:space="preserve">যাকে </w:t>
      </w:r>
      <w:r w:rsidRPr="001933EC">
        <w:rPr>
          <w:rStyle w:val="libAlaemChar"/>
        </w:rPr>
        <w:t>‘</w:t>
      </w:r>
      <w:r w:rsidRPr="007710BF">
        <w:rPr>
          <w:cs/>
          <w:lang w:bidi="bn-IN"/>
        </w:rPr>
        <w:t>নৈতিকতা</w:t>
      </w:r>
      <w:r w:rsidRPr="001933EC">
        <w:rPr>
          <w:rStyle w:val="libAlaemChar"/>
        </w:rPr>
        <w:t>’</w:t>
      </w:r>
      <w:r w:rsidRPr="007710BF">
        <w:t xml:space="preserve"> </w:t>
      </w:r>
      <w:r w:rsidRPr="007710BF">
        <w:rPr>
          <w:cs/>
          <w:lang w:bidi="bn-IN"/>
        </w:rPr>
        <w:t>নামকরণ করা যেতে পারে এবং যা মানুষকে মূল্যবোধ ও ব্যক্তিত্ব</w:t>
      </w:r>
      <w:r w:rsidR="00613890">
        <w:rPr>
          <w:lang w:bidi="bn-IN"/>
        </w:rPr>
        <w:t xml:space="preserve"> </w:t>
      </w:r>
      <w:r w:rsidRPr="007710BF">
        <w:rPr>
          <w:cs/>
          <w:lang w:bidi="bn-IN"/>
        </w:rPr>
        <w:t>দান করে</w:t>
      </w:r>
      <w:r w:rsidRPr="007710BF">
        <w:rPr>
          <w:cs/>
          <w:lang w:bidi="hi-IN"/>
        </w:rPr>
        <w:t xml:space="preserve">। </w:t>
      </w:r>
      <w:r w:rsidRPr="007710BF">
        <w:rPr>
          <w:cs/>
          <w:lang w:bidi="bn-IN"/>
        </w:rPr>
        <w:t>মানুষ বলতে তার এই বৈশিষ্ট্য ধারণকেই বুঝানো হয়েছে। অর্থাৎ যদি তাকে এ বৈশিষ্ট্য</w:t>
      </w:r>
      <w:r w:rsidR="00613890">
        <w:rPr>
          <w:lang w:bidi="bn-IN"/>
        </w:rPr>
        <w:t xml:space="preserve"> </w:t>
      </w:r>
      <w:r w:rsidRPr="007710BF">
        <w:rPr>
          <w:cs/>
          <w:lang w:bidi="bn-IN"/>
        </w:rPr>
        <w:t>থেকে পৃথক করা হয় তাহলে পশুর সাথে তার কোন পার্থক্য থাকে না। অন্যভাবে বলা যায়</w:t>
      </w:r>
      <w:r w:rsidR="00895143">
        <w:t>,</w:t>
      </w:r>
      <w:r w:rsidRPr="007710BF">
        <w:rPr>
          <w:cs/>
          <w:lang w:bidi="bn-IN"/>
        </w:rPr>
        <w:t>মানুষের</w:t>
      </w:r>
      <w:r w:rsidR="00613890">
        <w:rPr>
          <w:lang w:bidi="bn-IN"/>
        </w:rPr>
        <w:t xml:space="preserve"> </w:t>
      </w:r>
      <w:r w:rsidRPr="007710BF">
        <w:rPr>
          <w:cs/>
          <w:lang w:bidi="bn-IN"/>
        </w:rPr>
        <w:t>মনুষ্যত্ব তার বাহ্যিক দেহাবয়বে নয় যে</w:t>
      </w:r>
      <w:r w:rsidR="00895143">
        <w:t>,</w:t>
      </w:r>
      <w:r w:rsidRPr="007710BF">
        <w:rPr>
          <w:cs/>
          <w:lang w:bidi="bn-IN"/>
        </w:rPr>
        <w:t>কারো একটি মাথা</w:t>
      </w:r>
      <w:r w:rsidR="00895143">
        <w:t>,</w:t>
      </w:r>
      <w:r w:rsidRPr="007710BF">
        <w:rPr>
          <w:cs/>
          <w:lang w:bidi="bn-IN"/>
        </w:rPr>
        <w:t>দু</w:t>
      </w:r>
      <w:r w:rsidRPr="001933EC">
        <w:rPr>
          <w:rStyle w:val="libAlaemChar"/>
        </w:rPr>
        <w:t>’</w:t>
      </w:r>
      <w:r w:rsidRPr="007710BF">
        <w:rPr>
          <w:cs/>
          <w:lang w:bidi="bn-IN"/>
        </w:rPr>
        <w:t>টি কান</w:t>
      </w:r>
      <w:r w:rsidR="00895143">
        <w:t>,</w:t>
      </w:r>
      <w:r w:rsidRPr="007710BF">
        <w:rPr>
          <w:cs/>
          <w:lang w:bidi="bn-IN"/>
        </w:rPr>
        <w:t>প্রশস্ত নখ</w:t>
      </w:r>
      <w:r w:rsidR="00895143">
        <w:t>,</w:t>
      </w:r>
      <w:r w:rsidRPr="007710BF">
        <w:rPr>
          <w:cs/>
          <w:lang w:bidi="bn-IN"/>
        </w:rPr>
        <w:t>পরিমিত উচ্চতা ও</w:t>
      </w:r>
      <w:r w:rsidR="00613890">
        <w:rPr>
          <w:lang w:bidi="bn-IN"/>
        </w:rPr>
        <w:t xml:space="preserve"> </w:t>
      </w:r>
      <w:r w:rsidRPr="007710BF">
        <w:rPr>
          <w:cs/>
          <w:lang w:bidi="bn-IN"/>
        </w:rPr>
        <w:t>যা ইচ্ছে তা-ই করুক না কেন তাকে মানুষ বলা যাবে। না</w:t>
      </w:r>
      <w:r w:rsidR="00895143">
        <w:t>,</w:t>
      </w:r>
      <w:r w:rsidRPr="007710BF">
        <w:rPr>
          <w:cs/>
          <w:lang w:bidi="bn-IN"/>
        </w:rPr>
        <w:t>তেমনটি নয়। শেখ সা</w:t>
      </w:r>
      <w:r w:rsidRPr="001933EC">
        <w:rPr>
          <w:rStyle w:val="libAlaemChar"/>
        </w:rPr>
        <w:t>’</w:t>
      </w:r>
      <w:r w:rsidRPr="007710BF">
        <w:rPr>
          <w:cs/>
          <w:lang w:bidi="bn-IN"/>
        </w:rPr>
        <w:t>দী যথার্থই</w:t>
      </w:r>
      <w:r w:rsidR="00613890">
        <w:rPr>
          <w:lang w:bidi="bn-IN"/>
        </w:rPr>
        <w:t xml:space="preserve"> </w:t>
      </w:r>
      <w:r w:rsidRPr="007710BF">
        <w:rPr>
          <w:cs/>
          <w:lang w:bidi="bn-IN"/>
        </w:rPr>
        <w:t>বলেছেন</w:t>
      </w:r>
      <w:r w:rsidR="00895143">
        <w:t>,</w:t>
      </w:r>
    </w:p>
    <w:p w:rsidR="00613890" w:rsidRDefault="007710BF" w:rsidP="00613890">
      <w:pPr>
        <w:pStyle w:val="libCenter"/>
      </w:pPr>
      <w:r w:rsidRPr="001933EC">
        <w:rPr>
          <w:rStyle w:val="libAlaemChar"/>
        </w:rPr>
        <w:t>“</w:t>
      </w:r>
      <w:r w:rsidRPr="007710BF">
        <w:rPr>
          <w:cs/>
          <w:lang w:bidi="bn-IN"/>
        </w:rPr>
        <w:t>দেহ তোমায় মহান করে না</w:t>
      </w:r>
      <w:r w:rsidR="00895143">
        <w:t>,</w:t>
      </w:r>
      <w:r w:rsidRPr="007710BF">
        <w:rPr>
          <w:cs/>
          <w:lang w:bidi="bn-IN"/>
        </w:rPr>
        <w:t>করে যা আত্মায়</w:t>
      </w:r>
      <w:r w:rsidR="00895143">
        <w:t>,</w:t>
      </w:r>
    </w:p>
    <w:p w:rsidR="00613890" w:rsidRDefault="007710BF" w:rsidP="00613890">
      <w:pPr>
        <w:pStyle w:val="libCenter"/>
      </w:pPr>
      <w:r w:rsidRPr="007710BF">
        <w:rPr>
          <w:cs/>
          <w:lang w:bidi="bn-IN"/>
        </w:rPr>
        <w:t>হৃদয় রাঙানো পোশাকে তোমার সৌন্দর্য নয়</w:t>
      </w:r>
      <w:r w:rsidR="00895143">
        <w:t>,</w:t>
      </w:r>
    </w:p>
    <w:p w:rsidR="00613890" w:rsidRDefault="007710BF" w:rsidP="00613890">
      <w:pPr>
        <w:pStyle w:val="libCenter"/>
        <w:rPr>
          <w:lang w:bidi="bn-IN"/>
        </w:rPr>
      </w:pPr>
      <w:r w:rsidRPr="007710BF">
        <w:rPr>
          <w:cs/>
          <w:lang w:bidi="bn-IN"/>
        </w:rPr>
        <w:t>নয় তাতে মনুষ্য পরিচয়।</w:t>
      </w:r>
    </w:p>
    <w:p w:rsidR="00613890" w:rsidRDefault="007710BF" w:rsidP="00613890">
      <w:pPr>
        <w:pStyle w:val="libCenter"/>
      </w:pPr>
      <w:r w:rsidRPr="007710BF">
        <w:rPr>
          <w:cs/>
          <w:lang w:bidi="bn-IN"/>
        </w:rPr>
        <w:t>চক্ষু</w:t>
      </w:r>
      <w:r w:rsidR="00895143">
        <w:t>,</w:t>
      </w:r>
      <w:r w:rsidRPr="007710BF">
        <w:rPr>
          <w:cs/>
          <w:lang w:bidi="bn-IN"/>
        </w:rPr>
        <w:t>কণ্ঠ</w:t>
      </w:r>
      <w:r w:rsidR="00895143">
        <w:t>,</w:t>
      </w:r>
      <w:r w:rsidRPr="007710BF">
        <w:rPr>
          <w:cs/>
          <w:lang w:bidi="bn-IN"/>
        </w:rPr>
        <w:t>জিহ্বা আর নাসিক্যে যদি হয় মনুষ্য পরিচয়</w:t>
      </w:r>
      <w:r w:rsidR="00895143">
        <w:t>,</w:t>
      </w:r>
    </w:p>
    <w:p w:rsidR="00613890" w:rsidRDefault="007710BF" w:rsidP="00613890">
      <w:pPr>
        <w:pStyle w:val="libCenter"/>
        <w:rPr>
          <w:rStyle w:val="libAlaemChar"/>
        </w:rPr>
      </w:pPr>
      <w:r w:rsidRPr="007710BF">
        <w:rPr>
          <w:cs/>
          <w:lang w:bidi="bn-IN"/>
        </w:rPr>
        <w:t>কি তফাৎ বল দেয়ালের ঐ ছবি আর মানবসত্তায়</w:t>
      </w:r>
      <w:r w:rsidRPr="007710BF">
        <w:t>?</w:t>
      </w:r>
      <w:r w:rsidRPr="001933EC">
        <w:rPr>
          <w:rStyle w:val="libAlaemChar"/>
        </w:rPr>
        <w:t>”</w:t>
      </w:r>
    </w:p>
    <w:p w:rsidR="00707069" w:rsidRDefault="007710BF" w:rsidP="001A5AF8">
      <w:pPr>
        <w:pStyle w:val="libNormal"/>
      </w:pPr>
      <w:r w:rsidRPr="001A5AF8">
        <w:rPr>
          <w:cs/>
          <w:lang w:bidi="bn-IN"/>
        </w:rPr>
        <w:t>যদি এ সকল অঙ্গ</w:t>
      </w:r>
      <w:r w:rsidRPr="001A5AF8">
        <w:rPr>
          <w:rtl/>
          <w:cs/>
        </w:rPr>
        <w:t>-</w:t>
      </w:r>
      <w:r w:rsidRPr="001A5AF8">
        <w:rPr>
          <w:rtl/>
          <w:cs/>
          <w:lang w:bidi="bn-IN"/>
        </w:rPr>
        <w:t>প্রত্যঙ্গের অধিকারীকেই মানুষ বলা হয়</w:t>
      </w:r>
      <w:r w:rsidR="00895143" w:rsidRPr="001A5AF8">
        <w:t>,</w:t>
      </w:r>
      <w:r w:rsidRPr="001A5AF8">
        <w:rPr>
          <w:cs/>
          <w:lang w:bidi="bn-IN"/>
        </w:rPr>
        <w:t xml:space="preserve">তবে সকলেই মানুষ </w:t>
      </w:r>
      <w:r w:rsidRPr="001A5AF8">
        <w:rPr>
          <w:rtl/>
          <w:cs/>
        </w:rPr>
        <w:t>(</w:t>
      </w:r>
      <w:r w:rsidRPr="001A5AF8">
        <w:rPr>
          <w:rtl/>
          <w:cs/>
          <w:lang w:bidi="bn-IN"/>
        </w:rPr>
        <w:t>আমরা</w:t>
      </w:r>
      <w:r w:rsidR="00613890" w:rsidRPr="001A5AF8">
        <w:t xml:space="preserve"> </w:t>
      </w:r>
      <w:r w:rsidRPr="001A5AF8">
        <w:rPr>
          <w:cs/>
          <w:lang w:bidi="bn-IN"/>
        </w:rPr>
        <w:t>দৈনন্দিন</w:t>
      </w:r>
      <w:r w:rsidR="00613890" w:rsidRPr="001A5AF8">
        <w:t xml:space="preserve"> </w:t>
      </w:r>
      <w:r w:rsidRPr="001A5AF8">
        <w:rPr>
          <w:cs/>
          <w:lang w:bidi="bn-IN"/>
        </w:rPr>
        <w:t>জীবনে মানুষ থাকা ও মানুষ হওয়া এ কথাগুলো ব্যবহার করি</w:t>
      </w:r>
      <w:r w:rsidR="00895143" w:rsidRPr="001A5AF8">
        <w:t>,</w:t>
      </w:r>
      <w:r w:rsidRPr="001A5AF8">
        <w:rPr>
          <w:cs/>
          <w:lang w:bidi="bn-IN"/>
        </w:rPr>
        <w:t>এমনকি এ দৃষ্টান্ত ধর্মীয় ছাত্রদের মধ্যেও ব্যাবহৃত হয়</w:t>
      </w:r>
      <w:r w:rsidR="00895143" w:rsidRPr="001A5AF8">
        <w:t>,</w:t>
      </w:r>
      <w:r w:rsidRPr="001A5AF8">
        <w:rPr>
          <w:cs/>
          <w:lang w:bidi="bn-IN"/>
        </w:rPr>
        <w:t>যেমন মো</w:t>
      </w:r>
      <w:r w:rsidR="006B46F0" w:rsidRPr="001A5AF8">
        <w:rPr>
          <w:cs/>
          <w:lang w:bidi="bn-IN"/>
        </w:rPr>
        <w:t>ল্লা</w:t>
      </w:r>
      <w:r w:rsidRPr="001A5AF8">
        <w:rPr>
          <w:rFonts w:hint="cs"/>
          <w:cs/>
          <w:lang w:bidi="bn-IN"/>
        </w:rPr>
        <w:t xml:space="preserve"> হওয়া কত সহজ</w:t>
      </w:r>
      <w:r w:rsidR="00895143" w:rsidRPr="001A5AF8">
        <w:t>,</w:t>
      </w:r>
      <w:r w:rsidRPr="001A5AF8">
        <w:rPr>
          <w:cs/>
          <w:lang w:bidi="bn-IN"/>
        </w:rPr>
        <w:t>কিন্তু মানুষ হওয়া কত কঠিন</w:t>
      </w:r>
      <w:r w:rsidRPr="001A5AF8">
        <w:rPr>
          <w:rtl/>
          <w:cs/>
        </w:rPr>
        <w:t xml:space="preserve">!) </w:t>
      </w:r>
      <w:r w:rsidRPr="001A5AF8">
        <w:rPr>
          <w:rtl/>
          <w:cs/>
          <w:lang w:bidi="bn-IN"/>
        </w:rPr>
        <w:t>হিসেবেই মায়ের</w:t>
      </w:r>
      <w:r w:rsidR="001A5AF8">
        <w:t xml:space="preserve"> </w:t>
      </w:r>
      <w:r w:rsidRPr="001A5AF8">
        <w:rPr>
          <w:cs/>
          <w:lang w:bidi="bn-IN"/>
        </w:rPr>
        <w:t>গর্ভ থেকে পৃথিবীতে জন্ম নিত। কিন্তু না। মানুষ হওয়া মানে হলো বিশেষ গুণ</w:t>
      </w:r>
      <w:r w:rsidR="00895143" w:rsidRPr="001A5AF8">
        <w:t>,</w:t>
      </w:r>
      <w:r w:rsidRPr="001A5AF8">
        <w:rPr>
          <w:cs/>
          <w:lang w:bidi="bn-IN"/>
        </w:rPr>
        <w:t xml:space="preserve">চরিত্র ও </w:t>
      </w:r>
      <w:r w:rsidR="00695D8C">
        <w:rPr>
          <w:cs/>
          <w:lang w:bidi="bn-IN"/>
        </w:rPr>
        <w:t>অর্থে</w:t>
      </w:r>
      <w:r w:rsidRPr="001A5AF8">
        <w:rPr>
          <w:cs/>
          <w:lang w:bidi="bn-IN"/>
        </w:rPr>
        <w:t>র</w:t>
      </w:r>
      <w:r w:rsidR="00707069">
        <w:t xml:space="preserve"> </w:t>
      </w:r>
      <w:r w:rsidRPr="001A5AF8">
        <w:rPr>
          <w:cs/>
          <w:lang w:bidi="bn-IN"/>
        </w:rPr>
        <w:t xml:space="preserve">অধিকারী হওয়া। যার ফলে তাকে মানুষ বলা যায় এবং সে মূল্যবোধ ও ব্যক্তিত্ব অর্জন করে। ইদানিংএ সকল বিষয়ই </w:t>
      </w:r>
      <w:r w:rsidRPr="001A5AF8">
        <w:rPr>
          <w:rtl/>
          <w:cs/>
        </w:rPr>
        <w:t>(</w:t>
      </w:r>
      <w:r w:rsidRPr="001A5AF8">
        <w:rPr>
          <w:rtl/>
          <w:cs/>
          <w:lang w:bidi="bn-IN"/>
        </w:rPr>
        <w:t>যার উপস্থিতি মানুষকে মূল্যবোধ দান ক</w:t>
      </w:r>
      <w:r w:rsidRPr="001A5AF8">
        <w:rPr>
          <w:cs/>
          <w:lang w:bidi="bn-IN"/>
        </w:rPr>
        <w:t>রে আর যার অনুপস্থিতি তাকে পশুর সামিল</w:t>
      </w:r>
      <w:r w:rsidR="00707069">
        <w:t xml:space="preserve"> </w:t>
      </w:r>
      <w:r w:rsidRPr="001A5AF8">
        <w:rPr>
          <w:cs/>
          <w:lang w:bidi="bn-IN"/>
        </w:rPr>
        <w:t>করে</w:t>
      </w:r>
      <w:r w:rsidRPr="001A5AF8">
        <w:rPr>
          <w:rtl/>
          <w:cs/>
        </w:rPr>
        <w:t>)</w:t>
      </w:r>
      <w:r w:rsidR="003936CB" w:rsidRPr="001A5AF8">
        <w:t>-</w:t>
      </w:r>
      <w:r w:rsidRPr="001A5AF8">
        <w:t xml:space="preserve"> </w:t>
      </w:r>
      <w:r w:rsidRPr="00B332ED">
        <w:rPr>
          <w:rStyle w:val="libAlaemChar"/>
        </w:rPr>
        <w:t>‘</w:t>
      </w:r>
      <w:r w:rsidRPr="001A5AF8">
        <w:rPr>
          <w:cs/>
          <w:lang w:bidi="bn-IN"/>
        </w:rPr>
        <w:t>মানবিক মূল্যবোধ</w:t>
      </w:r>
      <w:r w:rsidRPr="00B332ED">
        <w:rPr>
          <w:rStyle w:val="libAlaemChar"/>
        </w:rPr>
        <w:t>’</w:t>
      </w:r>
      <w:r w:rsidRPr="001A5AF8">
        <w:t xml:space="preserve"> </w:t>
      </w:r>
      <w:r w:rsidRPr="001A5AF8">
        <w:rPr>
          <w:cs/>
          <w:lang w:bidi="bn-IN"/>
        </w:rPr>
        <w:t>নামে পরিচিত।</w:t>
      </w:r>
    </w:p>
    <w:p w:rsidR="00707069" w:rsidRDefault="007710BF" w:rsidP="001A5AF8">
      <w:pPr>
        <w:pStyle w:val="libNormal"/>
        <w:rPr>
          <w:lang w:bidi="bn-IN"/>
        </w:rPr>
      </w:pPr>
      <w:r w:rsidRPr="001A5AF8">
        <w:rPr>
          <w:cs/>
          <w:lang w:bidi="bn-IN"/>
        </w:rPr>
        <w:t xml:space="preserve">অদ্যকার এ সভায় আমার বক্তব্যকে </w:t>
      </w:r>
      <w:r w:rsidR="001933F7">
        <w:rPr>
          <w:cs/>
          <w:lang w:bidi="bn-IN"/>
        </w:rPr>
        <w:t>পূর্ব</w:t>
      </w:r>
      <w:r w:rsidRPr="001A5AF8">
        <w:rPr>
          <w:cs/>
          <w:lang w:bidi="bn-IN"/>
        </w:rPr>
        <w:t>বর্তী সভার আলোচ্</w:t>
      </w:r>
      <w:r w:rsidR="00707069">
        <w:rPr>
          <w:cs/>
          <w:lang w:bidi="bn-IN"/>
        </w:rPr>
        <w:t>য বিষয়ের ধারাবাহিকতায় অনুবর্তন</w:t>
      </w:r>
      <w:r w:rsidR="00707069">
        <w:t xml:space="preserve"> </w:t>
      </w:r>
      <w:r w:rsidRPr="001A5AF8">
        <w:rPr>
          <w:cs/>
          <w:lang w:bidi="bn-IN"/>
        </w:rPr>
        <w:t xml:space="preserve">করব। </w:t>
      </w:r>
      <w:r w:rsidR="00707069">
        <w:rPr>
          <w:cs/>
          <w:lang w:bidi="bn-IN"/>
        </w:rPr>
        <w:t>উল্লেখ্য</w:t>
      </w:r>
      <w:r w:rsidRPr="001A5AF8">
        <w:rPr>
          <w:rFonts w:hint="cs"/>
          <w:cs/>
          <w:lang w:bidi="bn-IN"/>
        </w:rPr>
        <w:t xml:space="preserve"> যে</w:t>
      </w:r>
      <w:r w:rsidR="00895143" w:rsidRPr="001A5AF8">
        <w:t>,</w:t>
      </w:r>
      <w:r w:rsidRPr="001A5AF8">
        <w:rPr>
          <w:cs/>
          <w:lang w:bidi="bn-IN"/>
        </w:rPr>
        <w:t>ব্যক্তিগত ও সমষ্টিগত বিচ্যুতিসমূহকে দু</w:t>
      </w:r>
      <w:r w:rsidRPr="00B332ED">
        <w:rPr>
          <w:rStyle w:val="libAlaemChar"/>
        </w:rPr>
        <w:t>’</w:t>
      </w:r>
      <w:r w:rsidRPr="001A5AF8">
        <w:rPr>
          <w:cs/>
          <w:lang w:bidi="bn-IN"/>
        </w:rPr>
        <w:t>ভাগে ভাগ করা যায়। এক ধরনের</w:t>
      </w:r>
      <w:r w:rsidRPr="007710BF">
        <w:rPr>
          <w:cs/>
          <w:lang w:bidi="bn-IN"/>
        </w:rPr>
        <w:t xml:space="preserve"> বিচ্যুতি</w:t>
      </w:r>
      <w:r w:rsidR="00707069">
        <w:rPr>
          <w:lang w:bidi="bn-IN"/>
        </w:rPr>
        <w:t xml:space="preserve"> </w:t>
      </w:r>
      <w:r w:rsidRPr="007710BF">
        <w:rPr>
          <w:cs/>
          <w:lang w:bidi="bn-IN"/>
        </w:rPr>
        <w:t xml:space="preserve">আছে যাতে </w:t>
      </w:r>
      <w:r w:rsidRPr="001933EC">
        <w:rPr>
          <w:rStyle w:val="libAlaemChar"/>
        </w:rPr>
        <w:t>‘</w:t>
      </w:r>
      <w:r w:rsidRPr="007710BF">
        <w:rPr>
          <w:cs/>
          <w:lang w:bidi="bn-IN"/>
        </w:rPr>
        <w:t>মূল্যবোধহীনতা</w:t>
      </w:r>
      <w:r w:rsidRPr="001933EC">
        <w:rPr>
          <w:rStyle w:val="libAlaemChar"/>
        </w:rPr>
        <w:t>’</w:t>
      </w:r>
      <w:r w:rsidRPr="007710BF">
        <w:t xml:space="preserve"> </w:t>
      </w:r>
      <w:r w:rsidRPr="001933EC">
        <w:rPr>
          <w:rStyle w:val="libAlaemChar"/>
        </w:rPr>
        <w:t>‘</w:t>
      </w:r>
      <w:r w:rsidRPr="007710BF">
        <w:rPr>
          <w:cs/>
          <w:lang w:bidi="bn-IN"/>
        </w:rPr>
        <w:t>মূল্যবোধ</w:t>
      </w:r>
      <w:r w:rsidRPr="001933EC">
        <w:rPr>
          <w:rStyle w:val="libAlaemChar"/>
        </w:rPr>
        <w:t>’</w:t>
      </w:r>
      <w:r w:rsidRPr="007710BF">
        <w:t>-</w:t>
      </w:r>
      <w:r w:rsidRPr="007710BF">
        <w:rPr>
          <w:cs/>
          <w:lang w:bidi="bn-IN"/>
        </w:rPr>
        <w:t>এর বিপরীতে অবস্থান নেয়। যেমন : অন্যায় ন্যায়ের</w:t>
      </w:r>
      <w:r w:rsidR="00707069">
        <w:rPr>
          <w:lang w:bidi="bn-IN"/>
        </w:rPr>
        <w:t xml:space="preserve"> </w:t>
      </w:r>
      <w:r w:rsidRPr="007710BF">
        <w:rPr>
          <w:cs/>
          <w:lang w:bidi="bn-IN"/>
        </w:rPr>
        <w:t>বিরুদ্ধে</w:t>
      </w:r>
      <w:r w:rsidR="00895143">
        <w:t>,</w:t>
      </w:r>
      <w:r w:rsidRPr="007710BF">
        <w:rPr>
          <w:cs/>
          <w:lang w:bidi="bn-IN"/>
        </w:rPr>
        <w:t>ভয়-ভীতি মুক্তির বিরুদ্ধে</w:t>
      </w:r>
      <w:r w:rsidR="00895143">
        <w:t>,</w:t>
      </w:r>
      <w:r w:rsidRPr="007710BF">
        <w:rPr>
          <w:cs/>
          <w:lang w:bidi="bn-IN"/>
        </w:rPr>
        <w:t>খোদার প্রতি উদাসীনতা ও উচ্ছৃঙ্খলতা খোদার উপাসনা ও</w:t>
      </w:r>
      <w:r w:rsidR="00707069">
        <w:rPr>
          <w:lang w:bidi="bn-IN"/>
        </w:rPr>
        <w:t xml:space="preserve"> </w:t>
      </w:r>
      <w:r w:rsidRPr="007710BF">
        <w:rPr>
          <w:cs/>
          <w:lang w:bidi="bn-IN"/>
        </w:rPr>
        <w:t>শৃঙ্খলতার বিরুদ্ধে</w:t>
      </w:r>
      <w:r w:rsidRPr="007710BF">
        <w:t xml:space="preserve">; </w:t>
      </w:r>
      <w:r w:rsidRPr="007710BF">
        <w:rPr>
          <w:cs/>
          <w:lang w:bidi="bn-IN"/>
        </w:rPr>
        <w:t>অজ্ঞতা ও মূখতা জ্ঞান</w:t>
      </w:r>
      <w:r w:rsidR="00895143">
        <w:t>,</w:t>
      </w:r>
      <w:r w:rsidRPr="007710BF">
        <w:rPr>
          <w:cs/>
          <w:lang w:bidi="bn-IN"/>
        </w:rPr>
        <w:t>বিবেক ও প্রজ্ঞার বি</w:t>
      </w:r>
      <w:r w:rsidR="00707069">
        <w:rPr>
          <w:cs/>
          <w:lang w:bidi="bn-IN"/>
        </w:rPr>
        <w:t>রুদ্ধে অবস্থান নেয়। তবে সম্ভবত</w:t>
      </w:r>
      <w:r w:rsidR="00707069">
        <w:rPr>
          <w:lang w:bidi="bn-IN"/>
        </w:rPr>
        <w:t xml:space="preserve"> </w:t>
      </w:r>
      <w:r w:rsidRPr="007710BF">
        <w:rPr>
          <w:cs/>
          <w:lang w:bidi="bn-IN"/>
        </w:rPr>
        <w:t xml:space="preserve">অধিকাংশ বিচ্যুতিই </w:t>
      </w:r>
      <w:r w:rsidR="00707069">
        <w:rPr>
          <w:cs/>
          <w:lang w:bidi="bn-IN"/>
        </w:rPr>
        <w:t>উল্লিখিত</w:t>
      </w:r>
      <w:r w:rsidRPr="007710BF">
        <w:rPr>
          <w:rFonts w:hint="cs"/>
          <w:cs/>
          <w:lang w:bidi="bn-IN"/>
        </w:rPr>
        <w:t xml:space="preserve"> ধরনের নয় যাতে মূল্যবোধহীনতা মূল্যবোধের বিপরীতে অবস্থান নেয়।</w:t>
      </w:r>
      <w:r w:rsidR="00707069">
        <w:rPr>
          <w:lang w:bidi="bn-IN"/>
        </w:rPr>
        <w:t xml:space="preserve"> </w:t>
      </w:r>
      <w:r w:rsidRPr="007710BF">
        <w:rPr>
          <w:rFonts w:hint="cs"/>
          <w:cs/>
          <w:lang w:bidi="bn-IN"/>
        </w:rPr>
        <w:t>যেখানে মূল্যবোধহীনতা মূল্যবোধের বিপরীতে অবস্থান নেয় সেখানে প্রথমোক্তটি (মূল্যবোধহীনতা)</w:t>
      </w:r>
      <w:r w:rsidR="00707069">
        <w:rPr>
          <w:lang w:bidi="bn-IN"/>
        </w:rPr>
        <w:t xml:space="preserve"> </w:t>
      </w:r>
      <w:r w:rsidRPr="007710BF">
        <w:rPr>
          <w:rFonts w:hint="cs"/>
          <w:cs/>
          <w:lang w:bidi="bn-IN"/>
        </w:rPr>
        <w:t>অপনোদিত হয়। মানবকুলের অধিকাংশ বিচ্যুতিই নদীর জোয়ার ভাটার মতই। কখনো কখনো কোন</w:t>
      </w:r>
      <w:r w:rsidR="00707069">
        <w:rPr>
          <w:lang w:bidi="bn-IN"/>
        </w:rPr>
        <w:t xml:space="preserve"> </w:t>
      </w:r>
      <w:r w:rsidRPr="007710BF">
        <w:rPr>
          <w:rFonts w:hint="cs"/>
          <w:cs/>
          <w:lang w:bidi="bn-IN"/>
        </w:rPr>
        <w:t>বিশেষ মূল্যবোধ অপর মূল্য</w:t>
      </w:r>
      <w:r w:rsidR="00707069">
        <w:rPr>
          <w:cs/>
          <w:lang w:bidi="bn-IN"/>
        </w:rPr>
        <w:t>বোধসমূহ অপেক্ষা এতটা প্রবৃদ্ধি</w:t>
      </w:r>
      <w:r w:rsidRPr="007710BF">
        <w:rPr>
          <w:cs/>
          <w:lang w:bidi="bn-IN"/>
        </w:rPr>
        <w:t xml:space="preserve"> লাভ করে যে</w:t>
      </w:r>
      <w:r w:rsidR="00895143">
        <w:t>,</w:t>
      </w:r>
      <w:r w:rsidRPr="007710BF">
        <w:rPr>
          <w:cs/>
          <w:lang w:bidi="bn-IN"/>
        </w:rPr>
        <w:t>অন্যান্য মূল্যবোধকে ধ্বংস</w:t>
      </w:r>
      <w:r w:rsidR="00707069">
        <w:rPr>
          <w:lang w:bidi="bn-IN"/>
        </w:rPr>
        <w:t xml:space="preserve"> </w:t>
      </w:r>
      <w:r w:rsidRPr="007710BF">
        <w:rPr>
          <w:cs/>
          <w:lang w:bidi="bn-IN"/>
        </w:rPr>
        <w:t>করে ফেলে। যেমন : সংযম ও ধর্মানুরাগ একটি মূল্যবোধ যা মনুষ্যত্বের মানদণ্ডসমূহের মধ্যেও</w:t>
      </w:r>
      <w:r w:rsidR="00707069">
        <w:rPr>
          <w:lang w:bidi="bn-IN"/>
        </w:rPr>
        <w:t xml:space="preserve"> </w:t>
      </w:r>
      <w:r w:rsidRPr="007710BF">
        <w:rPr>
          <w:cs/>
          <w:lang w:bidi="bn-IN"/>
        </w:rPr>
        <w:t>একটি। কিন্তু কখনো কখনো দেখা যায় কোন ব্যক্তি বা গোষ্ঠী যুহদের (দুনিয়া বিমুখতা) প্রতি এতটা</w:t>
      </w:r>
      <w:r w:rsidR="00707069">
        <w:rPr>
          <w:lang w:bidi="bn-IN"/>
        </w:rPr>
        <w:t xml:space="preserve"> </w:t>
      </w:r>
      <w:r w:rsidR="001177B6">
        <w:rPr>
          <w:cs/>
          <w:lang w:bidi="bn-IN"/>
        </w:rPr>
        <w:t>ঝুকে</w:t>
      </w:r>
      <w:r w:rsidRPr="007710BF">
        <w:rPr>
          <w:cs/>
          <w:lang w:bidi="bn-IN"/>
        </w:rPr>
        <w:t xml:space="preserve"> পড়ে যে</w:t>
      </w:r>
      <w:r w:rsidR="00895143">
        <w:t>,</w:t>
      </w:r>
      <w:r w:rsidRPr="007710BF">
        <w:rPr>
          <w:cs/>
          <w:lang w:bidi="bn-IN"/>
        </w:rPr>
        <w:t xml:space="preserve">তাতে বিলীন হয়ে যায় এবং অন্য সব কিছু </w:t>
      </w:r>
      <w:r w:rsidR="00707069">
        <w:rPr>
          <w:cs/>
          <w:lang w:bidi="bn-IN"/>
        </w:rPr>
        <w:t>থেকে নিজেকে বিচ্ছিন্ন করে ফেলে।</w:t>
      </w:r>
      <w:r w:rsidR="00707069">
        <w:rPr>
          <w:lang w:bidi="bn-IN"/>
        </w:rPr>
        <w:t xml:space="preserve"> </w:t>
      </w:r>
      <w:r w:rsidRPr="007710BF">
        <w:rPr>
          <w:cs/>
          <w:lang w:bidi="bn-IN"/>
        </w:rPr>
        <w:t xml:space="preserve">অবশেষে এমন এক মানুষে পরিণত হয় যার একটি অঙ্গই (যেমন : নাক) </w:t>
      </w:r>
      <w:r w:rsidR="00707069">
        <w:rPr>
          <w:cs/>
          <w:lang w:bidi="bn-IN"/>
        </w:rPr>
        <w:t>প্রবৃদ্ধি</w:t>
      </w:r>
      <w:r w:rsidRPr="007710BF">
        <w:rPr>
          <w:cs/>
          <w:lang w:bidi="bn-IN"/>
        </w:rPr>
        <w:t xml:space="preserve"> লাভ করে এবং</w:t>
      </w:r>
      <w:r w:rsidR="00707069">
        <w:rPr>
          <w:lang w:bidi="bn-IN"/>
        </w:rPr>
        <w:t xml:space="preserve"> </w:t>
      </w:r>
      <w:r w:rsidRPr="007710BF">
        <w:rPr>
          <w:cs/>
          <w:lang w:bidi="bn-IN"/>
        </w:rPr>
        <w:t>অন্যান্য অঙ্গ অপরিবর্তিত থেকে যায়।</w:t>
      </w:r>
    </w:p>
    <w:p w:rsidR="00707069" w:rsidRDefault="00707069" w:rsidP="001A5AF8">
      <w:pPr>
        <w:pStyle w:val="libNormal"/>
        <w:rPr>
          <w:lang w:bidi="bn-IN"/>
        </w:rPr>
      </w:pPr>
    </w:p>
    <w:p w:rsidR="00707069" w:rsidRDefault="007710BF" w:rsidP="001A5AF8">
      <w:pPr>
        <w:pStyle w:val="libNormal"/>
        <w:rPr>
          <w:lang w:bidi="bn-IN"/>
        </w:rPr>
      </w:pPr>
      <w:r w:rsidRPr="00707069">
        <w:rPr>
          <w:rStyle w:val="libBold1Char"/>
          <w:cs/>
          <w:lang w:bidi="bn-IN"/>
        </w:rPr>
        <w:t>কষ্ট এবং তার ফল</w:t>
      </w:r>
      <w:r w:rsidRPr="007710BF">
        <w:rPr>
          <w:cs/>
          <w:lang w:bidi="bn-IN"/>
        </w:rPr>
        <w:t xml:space="preserve"> </w:t>
      </w:r>
    </w:p>
    <w:p w:rsidR="00707069" w:rsidRDefault="007710BF" w:rsidP="001A5AF8">
      <w:pPr>
        <w:pStyle w:val="libNormal"/>
        <w:rPr>
          <w:lang w:bidi="bn-IN"/>
        </w:rPr>
      </w:pPr>
      <w:r w:rsidRPr="007710BF">
        <w:rPr>
          <w:cs/>
          <w:lang w:bidi="bn-IN"/>
        </w:rPr>
        <w:t>চরম বস্তুবাদী মতবাদগুলোও এক নৈতিক মূল্যবোধে বিশ্বাসী</w:t>
      </w:r>
      <w:r w:rsidR="003936CB">
        <w:t>-</w:t>
      </w:r>
      <w:r w:rsidRPr="007710BF">
        <w:t xml:space="preserve"> </w:t>
      </w:r>
      <w:r w:rsidRPr="007710BF">
        <w:rPr>
          <w:cs/>
          <w:lang w:bidi="bn-IN"/>
        </w:rPr>
        <w:t>এ ভূমিকা দিয়ে বলা যেতে পারে</w:t>
      </w:r>
      <w:r w:rsidR="00707069">
        <w:rPr>
          <w:lang w:bidi="bn-IN"/>
        </w:rPr>
        <w:t xml:space="preserve"> </w:t>
      </w:r>
      <w:r w:rsidRPr="007710BF">
        <w:rPr>
          <w:cs/>
          <w:lang w:bidi="bn-IN"/>
        </w:rPr>
        <w:t>সকল মানবীয় মূল্যবোধ এক বিশেষ প্রেক্ষাপটে সারসংক্ষিপ্ত হয় যা নিজেই একটি শাখায় পরিণত হয়</w:t>
      </w:r>
      <w:r w:rsidR="00707069">
        <w:rPr>
          <w:lang w:bidi="bn-IN"/>
        </w:rPr>
        <w:t xml:space="preserve"> </w:t>
      </w:r>
      <w:r w:rsidRPr="007710BF">
        <w:rPr>
          <w:cs/>
          <w:lang w:bidi="bn-IN"/>
        </w:rPr>
        <w:t>এবং তা এমন এক প্রেক্ষাপট যা আরেফগণের পরিভাষায় যেমনটি এসেছে তেমনি এসেছে সমসাময়িক</w:t>
      </w:r>
      <w:r w:rsidR="00707069">
        <w:rPr>
          <w:lang w:bidi="bn-IN"/>
        </w:rPr>
        <w:t xml:space="preserve"> </w:t>
      </w:r>
      <w:r w:rsidRPr="007710BF">
        <w:rPr>
          <w:cs/>
          <w:lang w:bidi="bn-IN"/>
        </w:rPr>
        <w:t>আলেমগণের পরিভাষায়ও। তবে আরেফগণের পূর্বেই তা ইসলামের মূল পাঠ্যসমূহে ব্যবহৃত হয়েছে।</w:t>
      </w:r>
      <w:r w:rsidR="00707069">
        <w:rPr>
          <w:lang w:bidi="bn-IN"/>
        </w:rPr>
        <w:t xml:space="preserve"> </w:t>
      </w:r>
      <w:r w:rsidRPr="007710BF">
        <w:rPr>
          <w:cs/>
          <w:lang w:bidi="bn-IN"/>
        </w:rPr>
        <w:t>আর ঐ প্রেক্ষাপটকে এভাবে বর্ণনা করা যায় যে</w:t>
      </w:r>
      <w:r w:rsidR="00895143">
        <w:t>,</w:t>
      </w:r>
      <w:r w:rsidRPr="007710BF">
        <w:rPr>
          <w:cs/>
          <w:lang w:bidi="bn-IN"/>
        </w:rPr>
        <w:t xml:space="preserve">মূলত মনুষ্যত্বের </w:t>
      </w:r>
      <w:r w:rsidR="005E5BE9">
        <w:rPr>
          <w:cs/>
          <w:lang w:bidi="bn-IN"/>
        </w:rPr>
        <w:t>প্রকৃত</w:t>
      </w:r>
      <w:r w:rsidRPr="007710BF">
        <w:rPr>
          <w:cs/>
          <w:lang w:bidi="bn-IN"/>
        </w:rPr>
        <w:t xml:space="preserve"> মানদণ্ড তা-ই যার ফলে </w:t>
      </w:r>
      <w:r w:rsidRPr="001933EC">
        <w:rPr>
          <w:rStyle w:val="libAlaemChar"/>
        </w:rPr>
        <w:t>‘</w:t>
      </w:r>
      <w:r w:rsidRPr="007710BF">
        <w:rPr>
          <w:cs/>
          <w:lang w:bidi="bn-IN"/>
        </w:rPr>
        <w:t>কষ্ট</w:t>
      </w:r>
      <w:r w:rsidRPr="001933EC">
        <w:rPr>
          <w:rStyle w:val="libAlaemChar"/>
        </w:rPr>
        <w:t>’</w:t>
      </w:r>
      <w:r w:rsidR="00707069">
        <w:rPr>
          <w:lang w:bidi="bn-IN"/>
        </w:rPr>
        <w:t xml:space="preserve"> </w:t>
      </w:r>
      <w:r w:rsidRPr="007710BF">
        <w:rPr>
          <w:cs/>
          <w:lang w:bidi="bn-IN"/>
        </w:rPr>
        <w:t xml:space="preserve">ও </w:t>
      </w:r>
      <w:r w:rsidRPr="001933EC">
        <w:rPr>
          <w:rStyle w:val="libAlaemChar"/>
        </w:rPr>
        <w:t>‘</w:t>
      </w:r>
      <w:r w:rsidRPr="007710BF">
        <w:rPr>
          <w:cs/>
          <w:lang w:bidi="bn-IN"/>
        </w:rPr>
        <w:t>কষ্ট প্রাপক</w:t>
      </w:r>
      <w:r w:rsidRPr="001933EC">
        <w:rPr>
          <w:rStyle w:val="libAlaemChar"/>
        </w:rPr>
        <w:t>’</w:t>
      </w:r>
      <w:r w:rsidRPr="007710BF">
        <w:t>-</w:t>
      </w:r>
      <w:r w:rsidRPr="007710BF">
        <w:rPr>
          <w:cs/>
          <w:lang w:bidi="bn-IN"/>
        </w:rPr>
        <w:t>কে ব্যাখ্যা করা যায়। মানুষ এবং অন্যের (প্রাণীর) মধ্যে পার্থক্য হলো যে</w:t>
      </w:r>
      <w:r w:rsidR="00895143">
        <w:t>,</w:t>
      </w:r>
      <w:r w:rsidRPr="007710BF">
        <w:rPr>
          <w:cs/>
          <w:lang w:bidi="bn-IN"/>
        </w:rPr>
        <w:t>সে কষ্ট ও</w:t>
      </w:r>
      <w:r w:rsidR="00707069">
        <w:rPr>
          <w:lang w:bidi="bn-IN"/>
        </w:rPr>
        <w:t xml:space="preserve"> </w:t>
      </w:r>
      <w:r w:rsidRPr="007710BF">
        <w:rPr>
          <w:cs/>
          <w:lang w:bidi="bn-IN"/>
        </w:rPr>
        <w:t>বেদনাকে অনুভব করে। কিন্তু অন্যান্য প্রাণী তা পশুই হোক কিংবা মানুষের দেহাবয়বে মনুষ্যত্বহীন</w:t>
      </w:r>
      <w:r w:rsidR="00707069">
        <w:rPr>
          <w:lang w:bidi="bn-IN"/>
        </w:rPr>
        <w:t xml:space="preserve"> </w:t>
      </w:r>
      <w:r w:rsidRPr="007710BF">
        <w:rPr>
          <w:cs/>
          <w:lang w:bidi="bn-IN"/>
        </w:rPr>
        <w:t>মানবই হোক</w:t>
      </w:r>
      <w:r w:rsidR="003936CB">
        <w:t>-</w:t>
      </w:r>
      <w:r w:rsidRPr="007710BF">
        <w:t xml:space="preserve"> </w:t>
      </w:r>
      <w:r w:rsidR="00707069">
        <w:rPr>
          <w:cs/>
          <w:lang w:bidi="bn-IN"/>
        </w:rPr>
        <w:t>কষ্টের অনুভূতি</w:t>
      </w:r>
      <w:r w:rsidR="00707069">
        <w:rPr>
          <w:lang w:bidi="bn-IN"/>
        </w:rPr>
        <w:t xml:space="preserve"> </w:t>
      </w:r>
      <w:r w:rsidRPr="007710BF">
        <w:rPr>
          <w:cs/>
          <w:lang w:bidi="bn-IN"/>
        </w:rPr>
        <w:t>সম্পন্ন নয়।</w:t>
      </w:r>
    </w:p>
    <w:p w:rsidR="00707069" w:rsidRDefault="007710BF" w:rsidP="00707069">
      <w:pPr>
        <w:pStyle w:val="libNormal"/>
      </w:pPr>
      <w:r w:rsidRPr="007710BF">
        <w:rPr>
          <w:cs/>
          <w:lang w:bidi="bn-IN"/>
        </w:rPr>
        <w:t>অতএব</w:t>
      </w:r>
      <w:r w:rsidR="00895143">
        <w:t>,</w:t>
      </w:r>
      <w:r w:rsidRPr="007710BF">
        <w:rPr>
          <w:cs/>
          <w:lang w:bidi="bn-IN"/>
        </w:rPr>
        <w:t xml:space="preserve">প্রারম্ভেই কষ্ট </w:t>
      </w:r>
      <w:r w:rsidR="000C4B23">
        <w:rPr>
          <w:cs/>
          <w:lang w:bidi="bn-IN"/>
        </w:rPr>
        <w:t>সম্পর্কে</w:t>
      </w:r>
      <w:r w:rsidRPr="007710BF">
        <w:rPr>
          <w:cs/>
          <w:lang w:bidi="bn-IN"/>
        </w:rPr>
        <w:t xml:space="preserve"> আলোচনা করব। হয়তো প্রথমত একটা আশ্চর্য বিষয় মনে হবে যে</w:t>
      </w:r>
      <w:r w:rsidR="00895143">
        <w:t>,</w:t>
      </w:r>
      <w:r w:rsidRPr="007710BF">
        <w:rPr>
          <w:cs/>
          <w:lang w:bidi="bn-IN"/>
        </w:rPr>
        <w:t>এর মানে কি</w:t>
      </w:r>
      <w:r w:rsidRPr="007710BF">
        <w:t xml:space="preserve">? </w:t>
      </w:r>
    </w:p>
    <w:p w:rsidR="00C7141B" w:rsidRDefault="007710BF" w:rsidP="00C7141B">
      <w:pPr>
        <w:pStyle w:val="libNormal"/>
        <w:rPr>
          <w:lang w:bidi="bn-IN"/>
        </w:rPr>
      </w:pPr>
      <w:r w:rsidRPr="007710BF">
        <w:rPr>
          <w:cs/>
          <w:lang w:bidi="bn-IN"/>
        </w:rPr>
        <w:t>অবশ্য স্মরণযোগ্য</w:t>
      </w:r>
      <w:r w:rsidR="00895143">
        <w:t>,</w:t>
      </w:r>
      <w:r w:rsidRPr="007710BF">
        <w:rPr>
          <w:cs/>
          <w:lang w:bidi="bn-IN"/>
        </w:rPr>
        <w:t>আমরা কষ্ট এবং কষ্টের উৎস এ দু</w:t>
      </w:r>
      <w:r w:rsidRPr="001933EC">
        <w:rPr>
          <w:rStyle w:val="libAlaemChar"/>
        </w:rPr>
        <w:t>’</w:t>
      </w:r>
      <w:r w:rsidRPr="007710BF">
        <w:rPr>
          <w:cs/>
          <w:lang w:bidi="bn-IN"/>
        </w:rPr>
        <w:t>য়ের মধ্যে ভুল অর্থ করি। যেমন কোন</w:t>
      </w:r>
      <w:r w:rsidR="00707069">
        <w:rPr>
          <w:lang w:bidi="bn-IN"/>
        </w:rPr>
        <w:t xml:space="preserve"> </w:t>
      </w:r>
      <w:r w:rsidRPr="007710BF">
        <w:rPr>
          <w:cs/>
          <w:lang w:bidi="bn-IN"/>
        </w:rPr>
        <w:t>অসুখ বা জখমের মন্দের কারণ হলো জীবাণু</w:t>
      </w:r>
      <w:r w:rsidRPr="007710BF">
        <w:t xml:space="preserve">; </w:t>
      </w:r>
      <w:r w:rsidRPr="007710BF">
        <w:rPr>
          <w:cs/>
          <w:lang w:bidi="bn-IN"/>
        </w:rPr>
        <w:t>আর তার উপস্থিতিই হলো অসুখ বা জখম</w:t>
      </w:r>
      <w:r w:rsidR="003936CB">
        <w:t>-</w:t>
      </w:r>
      <w:r w:rsidRPr="007710BF">
        <w:t xml:space="preserve"> </w:t>
      </w:r>
      <w:r w:rsidRPr="007710BF">
        <w:rPr>
          <w:cs/>
          <w:lang w:bidi="bn-IN"/>
        </w:rPr>
        <w:t>যা দেহে</w:t>
      </w:r>
      <w:r w:rsidR="00707069">
        <w:rPr>
          <w:cs/>
          <w:lang w:bidi="bn-IN"/>
        </w:rPr>
        <w:t xml:space="preserve"> অনু</w:t>
      </w:r>
      <w:r w:rsidR="00707069" w:rsidRPr="00707069">
        <w:rPr>
          <w:cs/>
          <w:lang w:bidi="bn-IN"/>
        </w:rPr>
        <w:t>প্র</w:t>
      </w:r>
      <w:r w:rsidRPr="007710BF">
        <w:rPr>
          <w:cs/>
          <w:lang w:bidi="bn-IN"/>
        </w:rPr>
        <w:t>বেশ করে কষ্টের সৃষ্টি করে। অনুরূপ কোন ক্ষত যা অন্ত্রে হয়</w:t>
      </w:r>
      <w:r w:rsidR="00C7141B">
        <w:rPr>
          <w:cs/>
          <w:lang w:bidi="bn-IN"/>
        </w:rPr>
        <w:t xml:space="preserve"> এবং মানুষ তার ব্যথা অনুভব</w:t>
      </w:r>
      <w:r w:rsidR="00C7141B">
        <w:rPr>
          <w:lang w:bidi="bn-IN"/>
        </w:rPr>
        <w:t xml:space="preserve"> </w:t>
      </w:r>
      <w:r w:rsidR="00C7141B" w:rsidRPr="00C7141B">
        <w:rPr>
          <w:cs/>
          <w:lang w:bidi="bn-IN"/>
        </w:rPr>
        <w:t>করে</w:t>
      </w:r>
      <w:r w:rsidR="00C7141B">
        <w:rPr>
          <w:lang w:bidi="bn-IN"/>
        </w:rPr>
        <w:t xml:space="preserve"> </w:t>
      </w:r>
      <w:r w:rsidRPr="007710BF">
        <w:rPr>
          <w:cs/>
          <w:lang w:bidi="bn-IN"/>
        </w:rPr>
        <w:t>তা ঐ ক্ষতের ফলেই। বেদনা মানুষের জন্য অস্বস্তির হলেও জ্ঞান ও জাগরণের কারণও বটে</w:t>
      </w:r>
      <w:r w:rsidR="00895143">
        <w:t>,</w:t>
      </w:r>
      <w:r w:rsidRPr="007710BF">
        <w:rPr>
          <w:cs/>
          <w:lang w:bidi="bn-IN"/>
        </w:rPr>
        <w:t>এমনকি</w:t>
      </w:r>
      <w:r w:rsidR="00C7141B">
        <w:rPr>
          <w:lang w:bidi="bn-IN"/>
        </w:rPr>
        <w:t xml:space="preserve"> </w:t>
      </w:r>
      <w:r w:rsidRPr="007710BF">
        <w:rPr>
          <w:cs/>
          <w:lang w:bidi="bn-IN"/>
        </w:rPr>
        <w:t>শারীরিক ব্যথা যা মানুষ বা পশুর জন্য অভিন্ন তাও মানুষের জ্ঞান এবং জাগরণের কারণ। যখন কারো</w:t>
      </w:r>
      <w:r w:rsidR="00C7141B">
        <w:rPr>
          <w:lang w:bidi="bn-IN"/>
        </w:rPr>
        <w:t xml:space="preserve"> </w:t>
      </w:r>
      <w:r w:rsidRPr="007710BF">
        <w:rPr>
          <w:cs/>
          <w:lang w:bidi="bn-IN"/>
        </w:rPr>
        <w:t>মাথা ব্যথা হয় তখন এটা ধারণা করা অসম্ভব যে</w:t>
      </w:r>
      <w:r w:rsidR="00895143">
        <w:t>,</w:t>
      </w:r>
      <w:r w:rsidRPr="007710BF">
        <w:rPr>
          <w:cs/>
          <w:lang w:bidi="bn-IN"/>
        </w:rPr>
        <w:t>কোন কারণ ব্যতিরেকেই ব্যথার সৃষ্টি হয়েছে। ব্যথা</w:t>
      </w:r>
      <w:r w:rsidR="00C7141B">
        <w:rPr>
          <w:lang w:bidi="bn-IN"/>
        </w:rPr>
        <w:t xml:space="preserve"> </w:t>
      </w:r>
      <w:r w:rsidR="004A744B">
        <w:rPr>
          <w:cs/>
          <w:lang w:bidi="bn-IN"/>
        </w:rPr>
        <w:t>অনুভূত</w:t>
      </w:r>
      <w:r w:rsidRPr="007710BF">
        <w:rPr>
          <w:cs/>
          <w:lang w:bidi="bn-IN"/>
        </w:rPr>
        <w:t xml:space="preserve"> হওয়ার ফলে মাথার কোন অসুস্থতা বা ক্ষত </w:t>
      </w:r>
      <w:r w:rsidR="000C4B23">
        <w:rPr>
          <w:cs/>
          <w:lang w:bidi="bn-IN"/>
        </w:rPr>
        <w:t>সম্পর্কে</w:t>
      </w:r>
      <w:r w:rsidR="00C7141B">
        <w:rPr>
          <w:cs/>
          <w:lang w:bidi="bn-IN"/>
        </w:rPr>
        <w:t xml:space="preserve"> মানুষ অবগত হয় এবং তখন তার</w:t>
      </w:r>
      <w:r w:rsidR="00C7141B">
        <w:rPr>
          <w:lang w:bidi="bn-IN"/>
        </w:rPr>
        <w:t xml:space="preserve"> </w:t>
      </w:r>
      <w:r w:rsidRPr="007710BF">
        <w:rPr>
          <w:cs/>
          <w:lang w:bidi="bn-IN"/>
        </w:rPr>
        <w:t>চিকিৎসার ব্যবস্থা করে ঠিক যেন কোন কারখানা বা গাড়ীর সূচকের মতো। যেমন কোন সূচক তৈলের</w:t>
      </w:r>
      <w:r w:rsidR="00C7141B">
        <w:rPr>
          <w:lang w:bidi="bn-IN"/>
        </w:rPr>
        <w:t xml:space="preserve"> </w:t>
      </w:r>
      <w:r w:rsidRPr="007710BF">
        <w:rPr>
          <w:cs/>
          <w:lang w:bidi="bn-IN"/>
        </w:rPr>
        <w:t>পরিমাণ ইঙ্গিত করে আবার কোনটি পানির তাপমাত্রার পরিমাণ। যদি কোন সূচক ইঙ্গিত করে যে</w:t>
      </w:r>
      <w:r w:rsidR="00895143">
        <w:t>,</w:t>
      </w:r>
      <w:r w:rsidRPr="007710BF">
        <w:rPr>
          <w:cs/>
          <w:lang w:bidi="bn-IN"/>
        </w:rPr>
        <w:t>পানির তাপমাত্রা খুব উচ্চে আছে তাহলে সেটা কি ভালো না খারাপ</w:t>
      </w:r>
      <w:r w:rsidRPr="007710BF">
        <w:t xml:space="preserve">? </w:t>
      </w:r>
      <w:r w:rsidRPr="007710BF">
        <w:rPr>
          <w:cs/>
          <w:lang w:bidi="bn-IN"/>
        </w:rPr>
        <w:t>অবশ্যই তা ভালো। কারণ তা</w:t>
      </w:r>
      <w:r w:rsidR="00C7141B">
        <w:rPr>
          <w:lang w:bidi="bn-IN"/>
        </w:rPr>
        <w:t xml:space="preserve"> </w:t>
      </w:r>
      <w:r w:rsidRPr="007710BF">
        <w:rPr>
          <w:cs/>
          <w:lang w:bidi="bn-IN"/>
        </w:rPr>
        <w:t xml:space="preserve">আপনাকে গাড়ীর অবস্থা </w:t>
      </w:r>
      <w:r w:rsidR="000C4B23">
        <w:rPr>
          <w:cs/>
          <w:lang w:bidi="bn-IN"/>
        </w:rPr>
        <w:t>সম্পর্কে</w:t>
      </w:r>
      <w:r w:rsidRPr="007710BF">
        <w:rPr>
          <w:cs/>
          <w:lang w:bidi="bn-IN"/>
        </w:rPr>
        <w:t xml:space="preserve"> খবর দেয় বা সতর্ক করে দেয়। যদি ব্যথা বা এর অনুভূতি মানুষের</w:t>
      </w:r>
      <w:r w:rsidR="00C7141B">
        <w:rPr>
          <w:lang w:bidi="bn-IN"/>
        </w:rPr>
        <w:t xml:space="preserve"> </w:t>
      </w:r>
      <w:r w:rsidRPr="007710BF">
        <w:rPr>
          <w:cs/>
          <w:lang w:bidi="bn-IN"/>
        </w:rPr>
        <w:t xml:space="preserve">মধ্যে না থাকত তবে প্রথমত এর </w:t>
      </w:r>
      <w:r w:rsidR="000C4B23">
        <w:rPr>
          <w:cs/>
          <w:lang w:bidi="bn-IN"/>
        </w:rPr>
        <w:t>সম্পর্কে</w:t>
      </w:r>
      <w:r w:rsidRPr="007710BF">
        <w:rPr>
          <w:cs/>
          <w:lang w:bidi="bn-IN"/>
        </w:rPr>
        <w:t xml:space="preserve"> অবগত হতো না। দ্বিতীয়ত এ ব্যথা মানুষকে এক নিযুক্ত</w:t>
      </w:r>
      <w:r w:rsidR="00C7141B">
        <w:rPr>
          <w:lang w:bidi="bn-IN"/>
        </w:rPr>
        <w:t xml:space="preserve"> </w:t>
      </w:r>
      <w:r w:rsidRPr="007710BF">
        <w:rPr>
          <w:cs/>
          <w:lang w:bidi="bn-IN"/>
        </w:rPr>
        <w:t>কর্মচারীর মতো উপায় অনুসন্ধানের জন্য বাধ্য করে এবং তাক</w:t>
      </w:r>
      <w:r w:rsidR="00C7141B">
        <w:rPr>
          <w:cs/>
          <w:lang w:bidi="bn-IN"/>
        </w:rPr>
        <w:t>ে তড়িৎ ব্যবস্থা নেয়ার জন্য আহবা</w:t>
      </w:r>
      <w:r w:rsidRPr="007710BF">
        <w:rPr>
          <w:cs/>
          <w:lang w:bidi="bn-IN"/>
        </w:rPr>
        <w:t>ন</w:t>
      </w:r>
      <w:r w:rsidR="00C7141B">
        <w:rPr>
          <w:lang w:bidi="bn-IN"/>
        </w:rPr>
        <w:t xml:space="preserve"> </w:t>
      </w:r>
      <w:r w:rsidRPr="007710BF">
        <w:rPr>
          <w:cs/>
          <w:lang w:bidi="bn-IN"/>
        </w:rPr>
        <w:t>করে। যেহেতু ব্যথা আছে তা তাকে অস্বস্তিকর করে তুলে এবং নিয়মিত তাকে বলে যেভাবেই হোক এ</w:t>
      </w:r>
      <w:r w:rsidR="00C7141B">
        <w:rPr>
          <w:lang w:bidi="bn-IN"/>
        </w:rPr>
        <w:t xml:space="preserve"> </w:t>
      </w:r>
      <w:r w:rsidRPr="007710BF">
        <w:rPr>
          <w:cs/>
          <w:lang w:bidi="bn-IN"/>
        </w:rPr>
        <w:t>ব্যথার উপশম করো।</w:t>
      </w:r>
    </w:p>
    <w:p w:rsidR="00C7141B" w:rsidRDefault="007710BF" w:rsidP="00C7141B">
      <w:pPr>
        <w:pStyle w:val="libNormal"/>
      </w:pPr>
      <w:r w:rsidRPr="007710BF">
        <w:rPr>
          <w:cs/>
          <w:lang w:bidi="bn-IN"/>
        </w:rPr>
        <w:t xml:space="preserve">সুতরাং ব্যথা এমনকি শারীরিক বা আঙ্গিক হলেও তাতে </w:t>
      </w:r>
      <w:r w:rsidR="0049164D">
        <w:rPr>
          <w:cs/>
          <w:lang w:bidi="bn-IN"/>
        </w:rPr>
        <w:t>অনুগ্রহ</w:t>
      </w:r>
      <w:r w:rsidRPr="007710BF">
        <w:rPr>
          <w:cs/>
          <w:lang w:bidi="bn-IN"/>
        </w:rPr>
        <w:t xml:space="preserve"> আছে</w:t>
      </w:r>
      <w:r w:rsidR="00895143">
        <w:t>,</w:t>
      </w:r>
      <w:r w:rsidR="00C7141B">
        <w:rPr>
          <w:cs/>
          <w:lang w:bidi="bn-IN"/>
        </w:rPr>
        <w:t>অনুভূতি</w:t>
      </w:r>
      <w:r w:rsidRPr="007710BF">
        <w:rPr>
          <w:cs/>
          <w:lang w:bidi="bn-IN"/>
        </w:rPr>
        <w:t xml:space="preserve"> আছে</w:t>
      </w:r>
      <w:r w:rsidR="00895143">
        <w:t>,</w:t>
      </w:r>
      <w:r w:rsidR="00C7141B">
        <w:rPr>
          <w:cs/>
          <w:lang w:bidi="bn-IN"/>
        </w:rPr>
        <w:t>আছে জ্ঞান</w:t>
      </w:r>
      <w:r w:rsidR="00C7141B">
        <w:rPr>
          <w:lang w:bidi="bn-IN"/>
        </w:rPr>
        <w:t xml:space="preserve"> </w:t>
      </w:r>
      <w:r w:rsidRPr="007710BF">
        <w:rPr>
          <w:cs/>
          <w:lang w:bidi="bn-IN"/>
        </w:rPr>
        <w:t>ও জাগরণ। অবগতি ও জাগরণ সর্ববস্থায়ই উত্তম</w:t>
      </w:r>
      <w:r w:rsidR="00895143">
        <w:t>,</w:t>
      </w:r>
      <w:r w:rsidRPr="007710BF">
        <w:rPr>
          <w:cs/>
          <w:lang w:bidi="bn-IN"/>
        </w:rPr>
        <w:t xml:space="preserve">এমনকি তা শারীরিক কোন ক্ষত </w:t>
      </w:r>
      <w:r w:rsidR="000C4B23">
        <w:rPr>
          <w:cs/>
          <w:lang w:bidi="bn-IN"/>
        </w:rPr>
        <w:t>সম্পর্কে</w:t>
      </w:r>
      <w:r w:rsidRPr="007710BF">
        <w:rPr>
          <w:cs/>
          <w:lang w:bidi="bn-IN"/>
        </w:rPr>
        <w:t xml:space="preserve"> হলেও।</w:t>
      </w:r>
      <w:r w:rsidR="00C7141B">
        <w:rPr>
          <w:lang w:bidi="bn-IN"/>
        </w:rPr>
        <w:t xml:space="preserve"> </w:t>
      </w:r>
      <w:r w:rsidRPr="007710BF">
        <w:rPr>
          <w:cs/>
          <w:lang w:bidi="bn-IN"/>
        </w:rPr>
        <w:t>এ প্রসঙ্গে মো</w:t>
      </w:r>
      <w:r w:rsidR="006B46F0">
        <w:rPr>
          <w:cs/>
          <w:lang w:bidi="bn-IN"/>
        </w:rPr>
        <w:t>ল্লা</w:t>
      </w:r>
      <w:r w:rsidR="00C7141B">
        <w:rPr>
          <w:rFonts w:hint="cs"/>
          <w:cs/>
          <w:lang w:bidi="bn-IN"/>
        </w:rPr>
        <w:t xml:space="preserve"> অপূ</w:t>
      </w:r>
      <w:r w:rsidR="00C7141B" w:rsidRPr="00C7141B">
        <w:rPr>
          <w:cs/>
          <w:lang w:bidi="bn-IN"/>
        </w:rPr>
        <w:t>র্ব</w:t>
      </w:r>
      <w:r w:rsidRPr="007710BF">
        <w:rPr>
          <w:rFonts w:hint="cs"/>
          <w:cs/>
          <w:lang w:bidi="bn-IN"/>
        </w:rPr>
        <w:t>ই বলেছেন</w:t>
      </w:r>
      <w:r w:rsidR="00895143">
        <w:t>,</w:t>
      </w:r>
    </w:p>
    <w:p w:rsidR="00C7141B" w:rsidRDefault="007710BF" w:rsidP="00C7141B">
      <w:pPr>
        <w:pStyle w:val="libCenter"/>
        <w:rPr>
          <w:lang w:bidi="bn-IN"/>
        </w:rPr>
      </w:pPr>
      <w:r w:rsidRPr="001933EC">
        <w:rPr>
          <w:rStyle w:val="libAlaemChar"/>
        </w:rPr>
        <w:t>“</w:t>
      </w:r>
      <w:r w:rsidRPr="007710BF">
        <w:rPr>
          <w:cs/>
          <w:lang w:bidi="bn-IN"/>
        </w:rPr>
        <w:t>অনুতাপ ও তিক্ততায় জর্জড়িত যে পীড়িত</w:t>
      </w:r>
    </w:p>
    <w:p w:rsidR="00C7141B" w:rsidRDefault="007710BF" w:rsidP="00C7141B">
      <w:pPr>
        <w:pStyle w:val="libCenter"/>
        <w:rPr>
          <w:lang w:bidi="bn-IN"/>
        </w:rPr>
      </w:pPr>
      <w:r w:rsidRPr="007710BF">
        <w:rPr>
          <w:cs/>
          <w:lang w:bidi="bn-IN"/>
        </w:rPr>
        <w:t>পীড়ার ক্ষণের সবটুকুতেই সে হয় আলোড়িত</w:t>
      </w:r>
    </w:p>
    <w:p w:rsidR="00C7141B" w:rsidRDefault="007710BF" w:rsidP="00C7141B">
      <w:pPr>
        <w:pStyle w:val="libCenter"/>
        <w:rPr>
          <w:lang w:bidi="bn-IN"/>
        </w:rPr>
      </w:pPr>
      <w:r w:rsidRPr="007710BF">
        <w:rPr>
          <w:cs/>
          <w:lang w:bidi="bn-IN"/>
        </w:rPr>
        <w:t>তাই জেনে রাখ</w:t>
      </w:r>
      <w:r w:rsidR="00895143">
        <w:t>,</w:t>
      </w:r>
      <w:r w:rsidRPr="007710BF">
        <w:rPr>
          <w:cs/>
          <w:lang w:bidi="bn-IN"/>
        </w:rPr>
        <w:t>এ সত্যটুকু হে সত্যানুরাগী</w:t>
      </w:r>
    </w:p>
    <w:p w:rsidR="00C7141B" w:rsidRDefault="007710BF" w:rsidP="00C7141B">
      <w:pPr>
        <w:pStyle w:val="libCenter"/>
        <w:rPr>
          <w:lang w:bidi="bn-IN"/>
        </w:rPr>
      </w:pPr>
      <w:r w:rsidRPr="007710BF">
        <w:rPr>
          <w:cs/>
          <w:lang w:bidi="bn-IN"/>
        </w:rPr>
        <w:t>তিক্ততা যার জীবনে আছে</w:t>
      </w:r>
      <w:r w:rsidR="00895143">
        <w:t>,</w:t>
      </w:r>
      <w:r w:rsidRPr="007710BF">
        <w:rPr>
          <w:cs/>
          <w:lang w:bidi="bn-IN"/>
        </w:rPr>
        <w:t>সে-ই পেয়েছে সুগন্ধ অমৃতলোভী</w:t>
      </w:r>
    </w:p>
    <w:p w:rsidR="00C7141B" w:rsidRDefault="007710BF" w:rsidP="00C7141B">
      <w:pPr>
        <w:pStyle w:val="libCenter"/>
        <w:rPr>
          <w:lang w:bidi="bn-IN"/>
        </w:rPr>
      </w:pPr>
      <w:r w:rsidRPr="007710BF">
        <w:rPr>
          <w:cs/>
          <w:lang w:bidi="bn-IN"/>
        </w:rPr>
        <w:t>যে যতটুকু জাগরিত ততটুকুই ব্যথিত</w:t>
      </w:r>
    </w:p>
    <w:p w:rsidR="00C7141B" w:rsidRDefault="00C7141B" w:rsidP="00C7141B">
      <w:pPr>
        <w:pStyle w:val="libCenter"/>
        <w:rPr>
          <w:rStyle w:val="libAlaemChar"/>
        </w:rPr>
      </w:pPr>
      <w:r>
        <w:rPr>
          <w:cs/>
          <w:lang w:bidi="bn-IN"/>
        </w:rPr>
        <w:t>যে যতটুকু হয়</w:t>
      </w:r>
      <w:r w:rsidR="007710BF" w:rsidRPr="007710BF">
        <w:rPr>
          <w:cs/>
          <w:lang w:bidi="bn-IN"/>
        </w:rPr>
        <w:t xml:space="preserve"> অনুতপ্ত</w:t>
      </w:r>
      <w:r w:rsidR="00895143">
        <w:t>,</w:t>
      </w:r>
      <w:r w:rsidR="007710BF" w:rsidRPr="007710BF">
        <w:rPr>
          <w:cs/>
          <w:lang w:bidi="bn-IN"/>
        </w:rPr>
        <w:t>ততটুকই হয় বিমর্ষিত।</w:t>
      </w:r>
      <w:r w:rsidR="007710BF" w:rsidRPr="001933EC">
        <w:rPr>
          <w:rStyle w:val="libAlaemChar"/>
        </w:rPr>
        <w:t>”</w:t>
      </w:r>
    </w:p>
    <w:p w:rsidR="00C7141B" w:rsidRDefault="007710BF" w:rsidP="00C7141B">
      <w:pPr>
        <w:pStyle w:val="libNormal"/>
        <w:rPr>
          <w:lang w:bidi="bn-IN"/>
        </w:rPr>
      </w:pPr>
      <w:r w:rsidRPr="007710BF">
        <w:rPr>
          <w:cs/>
          <w:lang w:bidi="bn-IN"/>
        </w:rPr>
        <w:t>অতঃপর এখানে এসে বাকচাতুর্য প্রদর্শন করেন এবং বলেন</w:t>
      </w:r>
      <w:r w:rsidR="00895143">
        <w:t>,</w:t>
      </w:r>
      <w:r w:rsidRPr="007710BF">
        <w:rPr>
          <w:cs/>
          <w:lang w:bidi="bn-IN"/>
        </w:rPr>
        <w:t>ব্যথিতের বেদন ব্যথিত ছাড়া আর</w:t>
      </w:r>
      <w:r w:rsidR="00C7141B">
        <w:rPr>
          <w:lang w:bidi="bn-IN"/>
        </w:rPr>
        <w:t xml:space="preserve"> </w:t>
      </w:r>
      <w:r w:rsidRPr="007710BF">
        <w:rPr>
          <w:cs/>
          <w:lang w:bidi="bn-IN"/>
        </w:rPr>
        <w:t>কেউ অনুভব করতে পারে না। বিশেষ করে সে এ বিষয়ে আর সকলের চেয়ে বেশি অবগত।</w:t>
      </w:r>
      <w:r w:rsidR="00C7141B">
        <w:rPr>
          <w:lang w:bidi="bn-IN"/>
        </w:rPr>
        <w:t xml:space="preserve"> </w:t>
      </w:r>
      <w:r w:rsidRPr="007710BF">
        <w:rPr>
          <w:cs/>
          <w:lang w:bidi="bn-IN"/>
        </w:rPr>
        <w:t>বেদনাহীনতা মানে উদাসীনতা</w:t>
      </w:r>
      <w:r w:rsidRPr="007710BF">
        <w:t xml:space="preserve">; </w:t>
      </w:r>
      <w:r w:rsidRPr="007710BF">
        <w:rPr>
          <w:cs/>
          <w:lang w:bidi="bn-IN"/>
        </w:rPr>
        <w:t>বোধহীনতা</w:t>
      </w:r>
      <w:r w:rsidR="00895143">
        <w:t>,</w:t>
      </w:r>
      <w:r w:rsidR="00C7141B">
        <w:rPr>
          <w:cs/>
          <w:lang w:bidi="bn-IN"/>
        </w:rPr>
        <w:t>অনুভূতি</w:t>
      </w:r>
      <w:r w:rsidRPr="007710BF">
        <w:rPr>
          <w:cs/>
          <w:lang w:bidi="bn-IN"/>
        </w:rPr>
        <w:t>হীনতা বা অবোধ্যতা। অপরদিকে বেদনার</w:t>
      </w:r>
      <w:r w:rsidR="00C7141B">
        <w:rPr>
          <w:lang w:bidi="bn-IN"/>
        </w:rPr>
        <w:t xml:space="preserve"> </w:t>
      </w:r>
      <w:r w:rsidRPr="007710BF">
        <w:rPr>
          <w:cs/>
          <w:lang w:bidi="bn-IN"/>
        </w:rPr>
        <w:t>উপলব্ধি মানে হলো জ্ঞাতী</w:t>
      </w:r>
      <w:r w:rsidR="00895143">
        <w:t>,</w:t>
      </w:r>
      <w:r w:rsidRPr="007710BF">
        <w:rPr>
          <w:cs/>
          <w:lang w:bidi="bn-IN"/>
        </w:rPr>
        <w:t>জাগরণ</w:t>
      </w:r>
      <w:r w:rsidR="00895143">
        <w:t>,</w:t>
      </w:r>
      <w:r w:rsidRPr="007710BF">
        <w:rPr>
          <w:cs/>
          <w:lang w:bidi="bn-IN"/>
        </w:rPr>
        <w:t>বোধগম্যতা এবং বেদনাহীনতা যার অর্থ অজ্ঞতা।</w:t>
      </w:r>
    </w:p>
    <w:p w:rsidR="00C7141B" w:rsidRDefault="007710BF" w:rsidP="00C7141B">
      <w:pPr>
        <w:pStyle w:val="libNormal"/>
        <w:rPr>
          <w:lang w:bidi="bn-IN"/>
        </w:rPr>
      </w:pPr>
      <w:r w:rsidRPr="007710BF">
        <w:rPr>
          <w:cs/>
          <w:lang w:bidi="bn-IN"/>
        </w:rPr>
        <w:t>যদি মানুষের জীবনে দু</w:t>
      </w:r>
      <w:r w:rsidRPr="001933EC">
        <w:rPr>
          <w:rStyle w:val="libAlaemChar"/>
        </w:rPr>
        <w:t>’</w:t>
      </w:r>
      <w:r w:rsidRPr="007710BF">
        <w:rPr>
          <w:cs/>
          <w:lang w:bidi="bn-IN"/>
        </w:rPr>
        <w:t>টি পর্যায় থাকে</w:t>
      </w:r>
      <w:r w:rsidR="003936CB">
        <w:t>-</w:t>
      </w:r>
      <w:r w:rsidRPr="007710BF">
        <w:t xml:space="preserve"> </w:t>
      </w:r>
      <w:r w:rsidRPr="007710BF">
        <w:rPr>
          <w:cs/>
          <w:lang w:bidi="bn-IN"/>
        </w:rPr>
        <w:t>বেদনাহীনতা ও অজ্ঞতা এবং তার বিপরীতে বেদনা ও</w:t>
      </w:r>
      <w:r w:rsidR="00C7141B">
        <w:rPr>
          <w:lang w:bidi="bn-IN"/>
        </w:rPr>
        <w:t xml:space="preserve"> </w:t>
      </w:r>
      <w:r w:rsidRPr="007710BF">
        <w:rPr>
          <w:cs/>
          <w:lang w:bidi="bn-IN"/>
        </w:rPr>
        <w:t>বোধ্যতা</w:t>
      </w:r>
      <w:r w:rsidR="003936CB">
        <w:t>-</w:t>
      </w:r>
      <w:r w:rsidRPr="007710BF">
        <w:t xml:space="preserve"> </w:t>
      </w:r>
      <w:r w:rsidRPr="007710BF">
        <w:rPr>
          <w:cs/>
          <w:lang w:bidi="bn-IN"/>
        </w:rPr>
        <w:t xml:space="preserve">তবে </w:t>
      </w:r>
      <w:r w:rsidR="00C7141B">
        <w:rPr>
          <w:cs/>
          <w:lang w:bidi="bn-IN"/>
        </w:rPr>
        <w:t>কোনটিকে</w:t>
      </w:r>
      <w:r w:rsidRPr="007710BF">
        <w:rPr>
          <w:cs/>
          <w:lang w:bidi="bn-IN"/>
        </w:rPr>
        <w:t xml:space="preserve"> নির্বাচন করবে</w:t>
      </w:r>
      <w:r w:rsidRPr="007710BF">
        <w:t xml:space="preserve">? </w:t>
      </w:r>
      <w:r w:rsidRPr="007710BF">
        <w:rPr>
          <w:cs/>
          <w:lang w:bidi="bn-IN"/>
        </w:rPr>
        <w:t>মানুষ বেদনা ও বোধ্যতাকে প্রধান্য দিবে</w:t>
      </w:r>
      <w:r w:rsidR="00895143">
        <w:t>,</w:t>
      </w:r>
      <w:r w:rsidRPr="007710BF">
        <w:rPr>
          <w:cs/>
          <w:lang w:bidi="bn-IN"/>
        </w:rPr>
        <w:t>না অজ্ঞতা বা</w:t>
      </w:r>
      <w:r w:rsidR="00C7141B">
        <w:rPr>
          <w:lang w:bidi="bn-IN"/>
        </w:rPr>
        <w:t xml:space="preserve"> </w:t>
      </w:r>
      <w:r w:rsidR="00C7141B">
        <w:rPr>
          <w:cs/>
          <w:lang w:bidi="bn-IN"/>
        </w:rPr>
        <w:t>নির্বুদ্ধি</w:t>
      </w:r>
      <w:r w:rsidRPr="007710BF">
        <w:rPr>
          <w:cs/>
          <w:lang w:bidi="bn-IN"/>
        </w:rPr>
        <w:t>তা ও বেদনাহীনতাকে</w:t>
      </w:r>
      <w:r w:rsidRPr="007710BF">
        <w:t xml:space="preserve">? </w:t>
      </w:r>
      <w:r w:rsidRPr="007710BF">
        <w:rPr>
          <w:cs/>
          <w:lang w:bidi="bn-IN"/>
        </w:rPr>
        <w:t>নিশ্চয়ই বুদ্ধিদীপ্ত কষ্টকর জীবন নির্বোধ সুখকর জীবনের চেয়ে শ্রেয়তর।</w:t>
      </w:r>
    </w:p>
    <w:p w:rsidR="00AC0574" w:rsidRDefault="007710BF" w:rsidP="00C7141B">
      <w:pPr>
        <w:pStyle w:val="libNormal"/>
        <w:rPr>
          <w:lang w:bidi="bn-IN"/>
        </w:rPr>
      </w:pPr>
      <w:r w:rsidRPr="007710BF">
        <w:rPr>
          <w:cs/>
          <w:lang w:bidi="bn-IN"/>
        </w:rPr>
        <w:t>উদাহরণস্বরূপ বলা যায়</w:t>
      </w:r>
      <w:r w:rsidR="00895143">
        <w:t>,</w:t>
      </w:r>
      <w:r w:rsidR="00AC0574">
        <w:rPr>
          <w:cs/>
          <w:lang w:bidi="bn-IN"/>
        </w:rPr>
        <w:t>স্হু</w:t>
      </w:r>
      <w:r w:rsidRPr="007710BF">
        <w:rPr>
          <w:cs/>
          <w:lang w:bidi="bn-IN"/>
        </w:rPr>
        <w:t>ল শূকর হওয়ার চেয়ে দুর্বল সক্রেটিস হওয়া অনেক উত্তম। অর্থাৎ</w:t>
      </w:r>
      <w:r w:rsidR="00F34F23">
        <w:rPr>
          <w:cs/>
          <w:lang w:bidi="bn-IN"/>
        </w:rPr>
        <w:t xml:space="preserve"> যদি</w:t>
      </w:r>
      <w:r w:rsidR="00F34F23">
        <w:rPr>
          <w:lang w:bidi="bn-IN"/>
        </w:rPr>
        <w:t xml:space="preserve"> </w:t>
      </w:r>
      <w:r w:rsidRPr="007710BF">
        <w:rPr>
          <w:cs/>
          <w:lang w:bidi="bn-IN"/>
        </w:rPr>
        <w:t>মানুষ জ্ঞানী ও বুদ্ধিমান হয় কিন্তু বঞ্চিত</w:t>
      </w:r>
      <w:r w:rsidR="00895143">
        <w:t>,</w:t>
      </w:r>
      <w:r w:rsidRPr="007710BF">
        <w:rPr>
          <w:cs/>
          <w:lang w:bidi="bn-IN"/>
        </w:rPr>
        <w:t>তবে তা এক নির্বোধ শূকর</w:t>
      </w:r>
      <w:r w:rsidR="003936CB">
        <w:t>-</w:t>
      </w:r>
      <w:r w:rsidRPr="007710BF">
        <w:t xml:space="preserve"> </w:t>
      </w:r>
      <w:r w:rsidRPr="007710BF">
        <w:rPr>
          <w:cs/>
          <w:lang w:bidi="bn-IN"/>
        </w:rPr>
        <w:t>যার জন্য সকল কিছুই</w:t>
      </w:r>
      <w:r w:rsidR="00AC0574">
        <w:rPr>
          <w:lang w:bidi="bn-IN"/>
        </w:rPr>
        <w:t xml:space="preserve"> </w:t>
      </w:r>
      <w:r w:rsidRPr="007710BF">
        <w:rPr>
          <w:cs/>
          <w:lang w:bidi="bn-IN"/>
        </w:rPr>
        <w:t>সহজলভ্য তার চেয়ে অনেক উত্তম।</w:t>
      </w:r>
    </w:p>
    <w:p w:rsidR="00AC0574" w:rsidRDefault="00AC0574" w:rsidP="00C7141B">
      <w:pPr>
        <w:pStyle w:val="libNormal"/>
        <w:rPr>
          <w:lang w:bidi="bn-IN"/>
        </w:rPr>
      </w:pPr>
    </w:p>
    <w:p w:rsidR="00AC0574" w:rsidRDefault="007710BF" w:rsidP="00AC0574">
      <w:pPr>
        <w:pStyle w:val="libBold1"/>
        <w:rPr>
          <w:lang w:bidi="bn-IN"/>
        </w:rPr>
      </w:pPr>
      <w:r w:rsidRPr="007710BF">
        <w:rPr>
          <w:cs/>
          <w:lang w:bidi="bn-IN"/>
        </w:rPr>
        <w:t>জ্ঞানের প্রতি অভিযোগ</w:t>
      </w:r>
    </w:p>
    <w:p w:rsidR="00AC0574" w:rsidRDefault="007710BF" w:rsidP="00C7141B">
      <w:pPr>
        <w:pStyle w:val="libNormal"/>
        <w:rPr>
          <w:rStyle w:val="libAlaemChar"/>
        </w:rPr>
      </w:pPr>
      <w:r w:rsidRPr="007710BF">
        <w:rPr>
          <w:cs/>
          <w:lang w:bidi="bn-IN"/>
        </w:rPr>
        <w:t xml:space="preserve">একটি বিষয় আমাদের সাহিত্যকর্মে পরিলক্ষিত হয় যা হলো জ্ঞান </w:t>
      </w:r>
      <w:r w:rsidR="000C4B23">
        <w:rPr>
          <w:cs/>
          <w:lang w:bidi="bn-IN"/>
        </w:rPr>
        <w:t>সম্পর্কে</w:t>
      </w:r>
      <w:r w:rsidRPr="007710BF">
        <w:rPr>
          <w:cs/>
          <w:lang w:bidi="bn-IN"/>
        </w:rPr>
        <w:t xml:space="preserve"> অভিযোগ। আমরা</w:t>
      </w:r>
      <w:r w:rsidR="00AC0574">
        <w:rPr>
          <w:lang w:bidi="bn-IN"/>
        </w:rPr>
        <w:t xml:space="preserve"> </w:t>
      </w:r>
      <w:r w:rsidRPr="007710BF">
        <w:rPr>
          <w:cs/>
          <w:lang w:bidi="bn-IN"/>
        </w:rPr>
        <w:t>সাহিত্যকর্মে</w:t>
      </w:r>
      <w:r w:rsidR="003936CB">
        <w:t>-</w:t>
      </w:r>
      <w:r w:rsidRPr="007710BF">
        <w:t xml:space="preserve"> </w:t>
      </w:r>
      <w:r w:rsidRPr="007710BF">
        <w:rPr>
          <w:cs/>
          <w:lang w:bidi="bn-IN"/>
        </w:rPr>
        <w:t>বিশেষ করে আমাদের কবিতাসমূহে খুব বেশি দেখতে পাই যে</w:t>
      </w:r>
      <w:r w:rsidR="00895143">
        <w:t>,</w:t>
      </w:r>
      <w:r w:rsidRPr="007710BF">
        <w:rPr>
          <w:cs/>
          <w:lang w:bidi="bn-IN"/>
        </w:rPr>
        <w:t>অনেকেই জ্ঞানের প্রতি</w:t>
      </w:r>
      <w:r w:rsidR="00AC0574">
        <w:rPr>
          <w:lang w:bidi="bn-IN"/>
        </w:rPr>
        <w:t xml:space="preserve"> </w:t>
      </w:r>
      <w:r w:rsidRPr="007710BF">
        <w:rPr>
          <w:cs/>
          <w:lang w:bidi="bn-IN"/>
        </w:rPr>
        <w:t>অভিযোগ করে বলেছেন</w:t>
      </w:r>
      <w:r w:rsidR="00895143">
        <w:t>,</w:t>
      </w:r>
      <w:r w:rsidRPr="001933EC">
        <w:rPr>
          <w:rStyle w:val="libAlaemChar"/>
        </w:rPr>
        <w:t>“</w:t>
      </w:r>
      <w:r w:rsidRPr="007710BF">
        <w:rPr>
          <w:cs/>
          <w:lang w:bidi="bn-IN"/>
        </w:rPr>
        <w:t>হায়</w:t>
      </w:r>
      <w:r w:rsidR="00895143">
        <w:t>,</w:t>
      </w:r>
      <w:r w:rsidRPr="007710BF">
        <w:rPr>
          <w:cs/>
          <w:lang w:bidi="bn-IN"/>
        </w:rPr>
        <w:t>যদি আমার জ্ঞান না থাকত! কি লাভ জ্ঞানের অধিকারী হয়ে</w:t>
      </w:r>
      <w:r w:rsidR="00895143">
        <w:t>,</w:t>
      </w:r>
      <w:r w:rsidRPr="007710BF">
        <w:rPr>
          <w:cs/>
          <w:lang w:bidi="bn-IN"/>
        </w:rPr>
        <w:t>আর</w:t>
      </w:r>
      <w:r w:rsidR="00AC0574">
        <w:rPr>
          <w:lang w:bidi="bn-IN"/>
        </w:rPr>
        <w:t xml:space="preserve"> </w:t>
      </w:r>
      <w:r w:rsidRPr="007710BF">
        <w:rPr>
          <w:cs/>
          <w:lang w:bidi="bn-IN"/>
        </w:rPr>
        <w:t>সমাজে জ্ঞানী</w:t>
      </w:r>
      <w:r w:rsidR="00895143">
        <w:t>,</w:t>
      </w:r>
      <w:r w:rsidRPr="007710BF">
        <w:rPr>
          <w:cs/>
          <w:lang w:bidi="bn-IN"/>
        </w:rPr>
        <w:t>সতর্ক এবং সংবেদনশীল হয়ে</w:t>
      </w:r>
      <w:r w:rsidRPr="007710BF">
        <w:t xml:space="preserve">? </w:t>
      </w:r>
      <w:r w:rsidRPr="007710BF">
        <w:rPr>
          <w:cs/>
          <w:lang w:bidi="bn-IN"/>
        </w:rPr>
        <w:t>এই সংবেদনশীলতা</w:t>
      </w:r>
      <w:r w:rsidR="00895143">
        <w:t>,</w:t>
      </w:r>
      <w:r w:rsidRPr="007710BF">
        <w:rPr>
          <w:cs/>
          <w:lang w:bidi="bn-IN"/>
        </w:rPr>
        <w:t>জ্ঞান আর সতর্কতাই মানুষের</w:t>
      </w:r>
      <w:r w:rsidR="00AC0574">
        <w:rPr>
          <w:lang w:bidi="bn-IN"/>
        </w:rPr>
        <w:t xml:space="preserve"> </w:t>
      </w:r>
      <w:r w:rsidRPr="007710BF">
        <w:rPr>
          <w:cs/>
          <w:lang w:bidi="bn-IN"/>
        </w:rPr>
        <w:t>অশান্তির কারণ।</w:t>
      </w:r>
      <w:r w:rsidRPr="001933EC">
        <w:rPr>
          <w:rStyle w:val="libAlaemChar"/>
        </w:rPr>
        <w:t>”</w:t>
      </w:r>
    </w:p>
    <w:p w:rsidR="00AC0574" w:rsidRDefault="007710BF" w:rsidP="005C3AF3">
      <w:pPr>
        <w:pStyle w:val="libCenter"/>
        <w:rPr>
          <w:lang w:bidi="bn-IN"/>
        </w:rPr>
      </w:pPr>
      <w:r w:rsidRPr="001933EC">
        <w:rPr>
          <w:rStyle w:val="libAlaemChar"/>
        </w:rPr>
        <w:t>“</w:t>
      </w:r>
      <w:r w:rsidRPr="007710BF">
        <w:rPr>
          <w:cs/>
          <w:lang w:bidi="bn-IN"/>
        </w:rPr>
        <w:t>আমার বুদ্ধি ও বিবেকই জীবনের শত্রু আমার</w:t>
      </w:r>
    </w:p>
    <w:p w:rsidR="005C3AF3" w:rsidRDefault="007710BF" w:rsidP="005C3AF3">
      <w:pPr>
        <w:pStyle w:val="libCenter"/>
        <w:rPr>
          <w:rStyle w:val="libAlaemChar"/>
        </w:rPr>
      </w:pPr>
      <w:r w:rsidRPr="007710BF">
        <w:rPr>
          <w:cs/>
          <w:lang w:bidi="bn-IN"/>
        </w:rPr>
        <w:t>হায়</w:t>
      </w:r>
      <w:r w:rsidR="00895143">
        <w:t>,</w:t>
      </w:r>
      <w:r w:rsidRPr="007710BF">
        <w:rPr>
          <w:cs/>
          <w:lang w:bidi="bn-IN"/>
        </w:rPr>
        <w:t>যদি উন্মুক্ত না হতো দৃষ্টি আমার</w:t>
      </w:r>
      <w:r w:rsidR="00895143">
        <w:t>,</w:t>
      </w:r>
      <w:r w:rsidRPr="007710BF">
        <w:rPr>
          <w:cs/>
          <w:lang w:bidi="bn-IN"/>
        </w:rPr>
        <w:t>শ্রবণ আমার।</w:t>
      </w:r>
      <w:r w:rsidRPr="001933EC">
        <w:rPr>
          <w:rStyle w:val="libAlaemChar"/>
        </w:rPr>
        <w:t>”</w:t>
      </w:r>
    </w:p>
    <w:p w:rsidR="005C3AF3" w:rsidRDefault="007710BF" w:rsidP="00C7141B">
      <w:pPr>
        <w:pStyle w:val="libNormal"/>
      </w:pPr>
      <w:r w:rsidRPr="007710BF">
        <w:rPr>
          <w:cs/>
          <w:lang w:bidi="bn-IN"/>
        </w:rPr>
        <w:t>আরেক জন বলেছেন</w:t>
      </w:r>
      <w:r w:rsidR="00895143">
        <w:t>,</w:t>
      </w:r>
    </w:p>
    <w:p w:rsidR="005C3AF3" w:rsidRDefault="007710BF" w:rsidP="00C7141B">
      <w:pPr>
        <w:pStyle w:val="libNormal"/>
        <w:rPr>
          <w:lang w:bidi="bn-IN"/>
        </w:rPr>
      </w:pPr>
      <w:r w:rsidRPr="001933EC">
        <w:rPr>
          <w:rStyle w:val="libAlaemChar"/>
        </w:rPr>
        <w:t>“</w:t>
      </w:r>
      <w:r w:rsidRPr="007710BF">
        <w:rPr>
          <w:cs/>
          <w:lang w:bidi="bn-IN"/>
        </w:rPr>
        <w:t>জ্ঞানী হয়ো না</w:t>
      </w:r>
      <w:r w:rsidR="003936CB">
        <w:t>-</w:t>
      </w:r>
      <w:r w:rsidRPr="007710BF">
        <w:t xml:space="preserve"> </w:t>
      </w:r>
      <w:r w:rsidRPr="007710BF">
        <w:rPr>
          <w:cs/>
          <w:lang w:bidi="bn-IN"/>
        </w:rPr>
        <w:t>বেদনায় হবে উন্মাদ</w:t>
      </w:r>
      <w:r w:rsidR="005C3AF3">
        <w:rPr>
          <w:lang w:bidi="bn-IN"/>
        </w:rPr>
        <w:t xml:space="preserve"> </w:t>
      </w:r>
    </w:p>
    <w:p w:rsidR="005C3AF3" w:rsidRDefault="007710BF" w:rsidP="00C7141B">
      <w:pPr>
        <w:pStyle w:val="libNormal"/>
        <w:rPr>
          <w:rStyle w:val="libAlaemChar"/>
        </w:rPr>
      </w:pPr>
      <w:r w:rsidRPr="007710BF">
        <w:rPr>
          <w:cs/>
          <w:lang w:bidi="bn-IN"/>
        </w:rPr>
        <w:t>উন্মাদ হও</w:t>
      </w:r>
      <w:r w:rsidR="003936CB">
        <w:t>-</w:t>
      </w:r>
      <w:r w:rsidRPr="007710BF">
        <w:t xml:space="preserve"> </w:t>
      </w:r>
      <w:r w:rsidRPr="007710BF">
        <w:rPr>
          <w:cs/>
          <w:lang w:bidi="bn-IN"/>
        </w:rPr>
        <w:t>তোমার সমব্যথী হবে জ্ঞানীজন।</w:t>
      </w:r>
      <w:r w:rsidRPr="001933EC">
        <w:rPr>
          <w:rStyle w:val="libAlaemChar"/>
        </w:rPr>
        <w:t>”</w:t>
      </w:r>
    </w:p>
    <w:p w:rsidR="004A744B" w:rsidRDefault="007710BF" w:rsidP="00C7141B">
      <w:pPr>
        <w:pStyle w:val="libNormal"/>
      </w:pPr>
      <w:r w:rsidRPr="007710BF">
        <w:rPr>
          <w:cs/>
          <w:lang w:bidi="bn-IN"/>
        </w:rPr>
        <w:t>অর্থাৎ এ ধরনের লোকেরা জীবনের উন্মাদনাপূর্ণ সুখ-স্বাচ্ছন্দ্যকে</w:t>
      </w:r>
      <w:r w:rsidR="00895143">
        <w:t>,</w:t>
      </w:r>
      <w:r w:rsidRPr="007710BF">
        <w:rPr>
          <w:cs/>
          <w:lang w:bidi="bn-IN"/>
        </w:rPr>
        <w:t>দুঃখ-দুর্দশাপূর্ণ জীবন যা জ্ঞান</w:t>
      </w:r>
      <w:r w:rsidR="00895143">
        <w:t>,</w:t>
      </w:r>
      <w:r w:rsidRPr="007710BF">
        <w:rPr>
          <w:cs/>
          <w:lang w:bidi="bn-IN"/>
        </w:rPr>
        <w:t xml:space="preserve">চিন্তা ও </w:t>
      </w:r>
      <w:r w:rsidR="004A744B">
        <w:rPr>
          <w:cs/>
          <w:lang w:bidi="bn-IN"/>
        </w:rPr>
        <w:t>অনুভূতি</w:t>
      </w:r>
      <w:r w:rsidR="004A744B">
        <w:rPr>
          <w:lang w:bidi="bn-IN"/>
        </w:rPr>
        <w:t xml:space="preserve"> </w:t>
      </w:r>
      <w:r w:rsidRPr="007710BF">
        <w:rPr>
          <w:cs/>
          <w:lang w:bidi="bn-IN"/>
        </w:rPr>
        <w:t>সম্পন্ন তার উপর প্রাধান্য দান করেন। কিন্তু এ কথাগুলো ভ্রান্ত ধারণার বহিঃপ্রকাশ</w:t>
      </w:r>
      <w:r w:rsidR="004A744B">
        <w:rPr>
          <w:lang w:bidi="bn-IN"/>
        </w:rPr>
        <w:t xml:space="preserve"> </w:t>
      </w:r>
      <w:r w:rsidRPr="007710BF">
        <w:rPr>
          <w:cs/>
          <w:lang w:bidi="bn-IN"/>
        </w:rPr>
        <w:t>ছাড়া আর কিছুই নয়। যে ব্যক্তি মনুষ্যত্বের ধাপে উন্নীত হয়েছে এবং কষ্ট ও সংবেদনশীলতার অর্থ</w:t>
      </w:r>
      <w:r w:rsidR="004A744B">
        <w:rPr>
          <w:lang w:bidi="bn-IN"/>
        </w:rPr>
        <w:t xml:space="preserve"> </w:t>
      </w:r>
      <w:r w:rsidRPr="007710BF">
        <w:rPr>
          <w:cs/>
          <w:lang w:bidi="bn-IN"/>
        </w:rPr>
        <w:t>অনুভব করতে পেরেছেন</w:t>
      </w:r>
      <w:r w:rsidR="00895143">
        <w:t>,</w:t>
      </w:r>
      <w:r w:rsidRPr="007710BF">
        <w:rPr>
          <w:cs/>
          <w:lang w:bidi="bn-IN"/>
        </w:rPr>
        <w:t>তিনি কখনো বলবেন না</w:t>
      </w:r>
      <w:r w:rsidR="00895143">
        <w:t>,</w:t>
      </w:r>
      <w:r w:rsidRPr="001933EC">
        <w:rPr>
          <w:rStyle w:val="libAlaemChar"/>
        </w:rPr>
        <w:t>‘</w:t>
      </w:r>
      <w:r w:rsidRPr="007710BF">
        <w:rPr>
          <w:cs/>
          <w:lang w:bidi="bn-IN"/>
        </w:rPr>
        <w:t>আমার বুদ্ধি ও বিবেকই জীবনের শত্রু আমার</w:t>
      </w:r>
      <w:r w:rsidRPr="001933EC">
        <w:rPr>
          <w:rStyle w:val="libAlaemChar"/>
        </w:rPr>
        <w:t>’</w:t>
      </w:r>
      <w:r w:rsidR="004A744B">
        <w:rPr>
          <w:rStyle w:val="libAlaemChar"/>
        </w:rPr>
        <w:t xml:space="preserve"> </w:t>
      </w:r>
      <w:r w:rsidRPr="007710BF">
        <w:rPr>
          <w:cs/>
          <w:lang w:bidi="bn-IN"/>
        </w:rPr>
        <w:t>বরং নবী (সা)-এর হাদীস থেকে বলবেন</w:t>
      </w:r>
      <w:r w:rsidR="003936CB">
        <w:t>-</w:t>
      </w:r>
    </w:p>
    <w:p w:rsidR="004A744B" w:rsidRDefault="004A744B" w:rsidP="004A744B">
      <w:pPr>
        <w:pStyle w:val="libArCenter"/>
        <w:rPr>
          <w:rtl/>
          <w:lang w:bidi="fa-IR"/>
        </w:rPr>
      </w:pPr>
      <w:r>
        <w:rPr>
          <w:rFonts w:hint="cs"/>
          <w:rtl/>
          <w:lang w:bidi="ar-SA"/>
        </w:rPr>
        <w:t>صدیق کلّ امریء عقله و عدوّه جهله</w:t>
      </w:r>
    </w:p>
    <w:p w:rsidR="004A744B" w:rsidRPr="004A744B" w:rsidRDefault="004A744B" w:rsidP="004A744B">
      <w:pPr>
        <w:pStyle w:val="libArCenter"/>
        <w:rPr>
          <w:rtl/>
          <w:lang w:bidi="ar-SA"/>
        </w:rPr>
      </w:pPr>
    </w:p>
    <w:p w:rsidR="004A744B" w:rsidRDefault="007710BF" w:rsidP="00C7141B">
      <w:pPr>
        <w:pStyle w:val="libNormal"/>
        <w:rPr>
          <w:lang w:bidi="bn-IN"/>
        </w:rPr>
      </w:pPr>
      <w:r w:rsidRPr="001933EC">
        <w:rPr>
          <w:rStyle w:val="libAlaemChar"/>
        </w:rPr>
        <w:t>“</w:t>
      </w:r>
      <w:r w:rsidRPr="007710BF">
        <w:rPr>
          <w:cs/>
          <w:lang w:bidi="bn-IN"/>
        </w:rPr>
        <w:t xml:space="preserve">প্রত্যেকেরই </w:t>
      </w:r>
      <w:r w:rsidR="005E5BE9">
        <w:rPr>
          <w:cs/>
          <w:lang w:bidi="bn-IN"/>
        </w:rPr>
        <w:t>প্রকৃত</w:t>
      </w:r>
      <w:r w:rsidRPr="007710BF">
        <w:rPr>
          <w:cs/>
          <w:lang w:bidi="bn-IN"/>
        </w:rPr>
        <w:t xml:space="preserve"> বন্ধু তার বিবেক (আকল) আর </w:t>
      </w:r>
      <w:r w:rsidR="004A744B">
        <w:rPr>
          <w:cs/>
          <w:lang w:bidi="bn-IN"/>
        </w:rPr>
        <w:t>তার সত্যিকারের শত্রু তার অজ্ঞতা</w:t>
      </w:r>
      <w:r w:rsidR="004A744B">
        <w:rPr>
          <w:lang w:bidi="bn-IN"/>
        </w:rPr>
        <w:t xml:space="preserve"> </w:t>
      </w:r>
      <w:r w:rsidRPr="007710BF">
        <w:rPr>
          <w:cs/>
          <w:lang w:bidi="bn-IN"/>
        </w:rPr>
        <w:t>(জাহেল)</w:t>
      </w:r>
      <w:r w:rsidRPr="007710BF">
        <w:rPr>
          <w:cs/>
          <w:lang w:bidi="hi-IN"/>
        </w:rPr>
        <w:t>।</w:t>
      </w:r>
      <w:r w:rsidRPr="001933EC">
        <w:rPr>
          <w:rStyle w:val="libAlaemChar"/>
        </w:rPr>
        <w:t>”</w:t>
      </w:r>
      <w:r w:rsidRPr="007710BF">
        <w:t xml:space="preserve"> (</w:t>
      </w:r>
      <w:r w:rsidRPr="007710BF">
        <w:rPr>
          <w:cs/>
          <w:lang w:bidi="bn-IN"/>
        </w:rPr>
        <w:t>উসূলুল কাফী</w:t>
      </w:r>
      <w:r w:rsidR="00895143">
        <w:t>,</w:t>
      </w:r>
      <w:r w:rsidRPr="007710BF">
        <w:rPr>
          <w:cs/>
          <w:lang w:bidi="bn-IN"/>
        </w:rPr>
        <w:t>১ম খণ্ড</w:t>
      </w:r>
      <w:r w:rsidR="00895143">
        <w:t>,</w:t>
      </w:r>
      <w:r w:rsidRPr="007710BF">
        <w:rPr>
          <w:cs/>
          <w:lang w:bidi="bn-IN"/>
        </w:rPr>
        <w:t>পৃ. ১১)</w:t>
      </w:r>
    </w:p>
    <w:p w:rsidR="005D7419" w:rsidRDefault="007710BF" w:rsidP="005D7419">
      <w:pPr>
        <w:pStyle w:val="libNormal"/>
        <w:rPr>
          <w:lang w:bidi="bn-IN"/>
        </w:rPr>
      </w:pPr>
      <w:r w:rsidRPr="007710BF">
        <w:rPr>
          <w:cs/>
          <w:lang w:bidi="bn-IN"/>
        </w:rPr>
        <w:t xml:space="preserve">যিনি বলেছেন </w:t>
      </w:r>
      <w:r w:rsidRPr="001933EC">
        <w:rPr>
          <w:rStyle w:val="libAlaemChar"/>
        </w:rPr>
        <w:t>‘</w:t>
      </w:r>
      <w:r w:rsidRPr="007710BF">
        <w:rPr>
          <w:cs/>
          <w:lang w:bidi="bn-IN"/>
        </w:rPr>
        <w:t>আমার বুদ্ধি ও বিবেকই জীবনের শত্রু আমার</w:t>
      </w:r>
      <w:r w:rsidRPr="001933EC">
        <w:rPr>
          <w:rStyle w:val="libAlaemChar"/>
        </w:rPr>
        <w:t>’</w:t>
      </w:r>
      <w:r w:rsidRPr="007710BF">
        <w:t xml:space="preserve"> </w:t>
      </w:r>
      <w:r w:rsidRPr="007710BF">
        <w:rPr>
          <w:cs/>
          <w:lang w:bidi="bn-IN"/>
        </w:rPr>
        <w:t>এবং বুদ্ধি ও বিবেক থেকে উৎসারিত</w:t>
      </w:r>
      <w:r w:rsidR="004A744B">
        <w:rPr>
          <w:lang w:bidi="bn-IN"/>
        </w:rPr>
        <w:t xml:space="preserve"> </w:t>
      </w:r>
      <w:r w:rsidRPr="007710BF">
        <w:rPr>
          <w:cs/>
          <w:lang w:bidi="bn-IN"/>
        </w:rPr>
        <w:t>দুঃখ-কষ্টকে এভাবে অভিযুক্ত করেছেন</w:t>
      </w:r>
      <w:r w:rsidRPr="007710BF">
        <w:t xml:space="preserve">; </w:t>
      </w:r>
      <w:r w:rsidRPr="007710BF">
        <w:rPr>
          <w:cs/>
          <w:lang w:bidi="bn-IN"/>
        </w:rPr>
        <w:t>অনুমান করা যায় তিনি অজ্ঞতা থেকে উৎসারিত দুঃখ-কষ্টকে</w:t>
      </w:r>
      <w:r w:rsidR="004A744B">
        <w:rPr>
          <w:lang w:bidi="bn-IN"/>
        </w:rPr>
        <w:t xml:space="preserve"> </w:t>
      </w:r>
      <w:r w:rsidRPr="007710BF">
        <w:rPr>
          <w:cs/>
          <w:lang w:bidi="bn-IN"/>
        </w:rPr>
        <w:t>অনুভব করেননি</w:t>
      </w:r>
      <w:r w:rsidR="00895143">
        <w:t>,</w:t>
      </w:r>
      <w:r w:rsidRPr="007710BF">
        <w:rPr>
          <w:cs/>
          <w:lang w:bidi="bn-IN"/>
        </w:rPr>
        <w:t>যদি তাই হতো তবে এ কথাগুলো বলতেন না। হ্যাঁ</w:t>
      </w:r>
      <w:r w:rsidR="00895143">
        <w:t>,</w:t>
      </w:r>
      <w:r w:rsidRPr="007710BF">
        <w:rPr>
          <w:cs/>
          <w:lang w:bidi="bn-IN"/>
        </w:rPr>
        <w:t>যদি ব্যথার কারণ না থাকে এবং</w:t>
      </w:r>
      <w:r w:rsidR="004A744B">
        <w:rPr>
          <w:lang w:bidi="bn-IN"/>
        </w:rPr>
        <w:t xml:space="preserve"> </w:t>
      </w:r>
      <w:r w:rsidRPr="007710BF">
        <w:rPr>
          <w:cs/>
          <w:lang w:bidi="bn-IN"/>
        </w:rPr>
        <w:t>মানুষ ব্যথা অনুভব না করত</w:t>
      </w:r>
      <w:r w:rsidR="00895143">
        <w:t>,</w:t>
      </w:r>
      <w:r w:rsidRPr="007710BF">
        <w:rPr>
          <w:cs/>
          <w:lang w:bidi="bn-IN"/>
        </w:rPr>
        <w:t>তবে ব্যথার কারণ বিদ্যমান না থাকার ফলে ব্যথা না থাকাটাই শ্রেয়</w:t>
      </w:r>
      <w:r w:rsidR="004A744B">
        <w:rPr>
          <w:lang w:bidi="bn-IN"/>
        </w:rPr>
        <w:t xml:space="preserve"> </w:t>
      </w:r>
      <w:r w:rsidRPr="007710BF">
        <w:rPr>
          <w:cs/>
          <w:lang w:bidi="bn-IN"/>
        </w:rPr>
        <w:t>হতো। কিন্তু যদি ব্যথার কারণ বিদ্যমান থাকে বা ব্যথার উৎস থাকে</w:t>
      </w:r>
      <w:r w:rsidR="00895143">
        <w:t>,</w:t>
      </w:r>
      <w:r w:rsidRPr="007710BF">
        <w:rPr>
          <w:cs/>
          <w:lang w:bidi="bn-IN"/>
        </w:rPr>
        <w:t>অথচ মানুষ ব্যথা অনুভব নাকরে</w:t>
      </w:r>
      <w:r w:rsidR="00895143">
        <w:t>,</w:t>
      </w:r>
      <w:r w:rsidRPr="007710BF">
        <w:rPr>
          <w:cs/>
          <w:lang w:bidi="bn-IN"/>
        </w:rPr>
        <w:t>তবে তার জন্য দুরবস্থাই বয়ে আনবে। মানুষের শারীরিক অ</w:t>
      </w:r>
      <w:r w:rsidR="00C23862">
        <w:rPr>
          <w:cs/>
          <w:lang w:bidi="bn-IN"/>
        </w:rPr>
        <w:t>সুস্থতা</w:t>
      </w:r>
      <w:r w:rsidRPr="007710BF">
        <w:rPr>
          <w:cs/>
          <w:lang w:bidi="bn-IN"/>
        </w:rPr>
        <w:t>র ব্যপারটিও তাই। যে সকল</w:t>
      </w:r>
      <w:r w:rsidR="004A744B">
        <w:rPr>
          <w:rStyle w:val="libAlaemChar"/>
        </w:rPr>
        <w:t xml:space="preserve"> </w:t>
      </w:r>
      <w:r w:rsidRPr="007710BF">
        <w:rPr>
          <w:cs/>
          <w:lang w:bidi="bn-IN"/>
        </w:rPr>
        <w:t>অ</w:t>
      </w:r>
      <w:r w:rsidR="00C23862">
        <w:rPr>
          <w:cs/>
          <w:lang w:bidi="bn-IN"/>
        </w:rPr>
        <w:t>সুস্থতা</w:t>
      </w:r>
      <w:r w:rsidRPr="007710BF">
        <w:rPr>
          <w:cs/>
          <w:lang w:bidi="bn-IN"/>
        </w:rPr>
        <w:t>য় ব্যথা বা অস্বস্তি অনুপস্</w:t>
      </w:r>
      <w:r w:rsidR="004A744B">
        <w:rPr>
          <w:cs/>
          <w:lang w:bidi="bn-IN"/>
        </w:rPr>
        <w:t>থিতি থাকে তা মানুষকে নীরবে মৃত্যু</w:t>
      </w:r>
      <w:r w:rsidRPr="007710BF">
        <w:rPr>
          <w:cs/>
          <w:lang w:bidi="bn-IN"/>
        </w:rPr>
        <w:t>র পথে ঠেলে দেয়। কারণ সে</w:t>
      </w:r>
      <w:r w:rsidR="004A744B">
        <w:rPr>
          <w:rStyle w:val="libAlaemChar"/>
        </w:rPr>
        <w:t xml:space="preserve"> </w:t>
      </w:r>
      <w:r w:rsidRPr="007710BF">
        <w:rPr>
          <w:cs/>
          <w:lang w:bidi="bn-IN"/>
        </w:rPr>
        <w:t>তখনই কেবল বুঝতে পারে যখন নিরাময় তার নাগালের বাইরে চলে যায়। প্রাণঘাতী ক্যান্সারে মানুষের</w:t>
      </w:r>
      <w:r w:rsidR="004A744B">
        <w:rPr>
          <w:lang w:bidi="bn-IN"/>
        </w:rPr>
        <w:t xml:space="preserve"> </w:t>
      </w:r>
      <w:r w:rsidR="004A744B">
        <w:rPr>
          <w:cs/>
          <w:lang w:bidi="bn-IN"/>
        </w:rPr>
        <w:t>মৃত্যুর</w:t>
      </w:r>
      <w:r w:rsidRPr="007710BF">
        <w:rPr>
          <w:cs/>
          <w:lang w:bidi="bn-IN"/>
        </w:rPr>
        <w:t xml:space="preserve"> কারণও এটাই। ক্যান্সার হলে অন্তত প্রাথমিক পর্যাযে অস্বস্তি </w:t>
      </w:r>
      <w:r w:rsidR="004A744B">
        <w:rPr>
          <w:cs/>
          <w:lang w:bidi="bn-IN"/>
        </w:rPr>
        <w:t>অনুভূত হয় না। যদি প্রাথমিক</w:t>
      </w:r>
      <w:r w:rsidR="004A744B">
        <w:rPr>
          <w:lang w:bidi="bn-IN"/>
        </w:rPr>
        <w:t xml:space="preserve"> </w:t>
      </w:r>
      <w:r w:rsidRPr="007710BF">
        <w:rPr>
          <w:cs/>
          <w:lang w:bidi="bn-IN"/>
        </w:rPr>
        <w:t xml:space="preserve">পর্যায়েই অস্বস্তি </w:t>
      </w:r>
      <w:r w:rsidR="004A744B">
        <w:rPr>
          <w:cs/>
          <w:lang w:bidi="bn-IN"/>
        </w:rPr>
        <w:t>অনুভূত</w:t>
      </w:r>
      <w:r w:rsidRPr="007710BF">
        <w:rPr>
          <w:cs/>
          <w:lang w:bidi="bn-IN"/>
        </w:rPr>
        <w:t xml:space="preserve"> হতো তবে </w:t>
      </w:r>
      <w:r w:rsidRPr="005D7419">
        <w:rPr>
          <w:cs/>
          <w:lang w:bidi="bn-IN"/>
        </w:rPr>
        <w:t>হয়তো রক্ত ব</w:t>
      </w:r>
      <w:r w:rsidR="004A744B" w:rsidRPr="005D7419">
        <w:rPr>
          <w:cs/>
          <w:lang w:bidi="bn-IN"/>
        </w:rPr>
        <w:t>া লসিকায় প্রবেশের পূর্বেই সম্পূর্ণ</w:t>
      </w:r>
      <w:r w:rsidR="005D7419" w:rsidRPr="005D7419">
        <w:rPr>
          <w:cs/>
          <w:lang w:bidi="bn-IN"/>
        </w:rPr>
        <w:t>রূপে নিমূল করা</w:t>
      </w:r>
      <w:r w:rsidR="005D7419" w:rsidRPr="005D7419">
        <w:rPr>
          <w:lang w:bidi="bn-IN"/>
        </w:rPr>
        <w:t xml:space="preserve"> </w:t>
      </w:r>
      <w:r w:rsidRPr="005D7419">
        <w:rPr>
          <w:cs/>
          <w:lang w:bidi="bn-IN"/>
        </w:rPr>
        <w:t>যেত। আর ক্যান্সারের ভয়াবহতার কারণ এটাই</w:t>
      </w:r>
      <w:r w:rsidR="003936CB" w:rsidRPr="005D7419">
        <w:t>-</w:t>
      </w:r>
      <w:r w:rsidRPr="005D7419">
        <w:t xml:space="preserve"> </w:t>
      </w:r>
      <w:r w:rsidRPr="005D7419">
        <w:rPr>
          <w:cs/>
          <w:lang w:bidi="bn-IN"/>
        </w:rPr>
        <w:t>নীরবে</w:t>
      </w:r>
      <w:r w:rsidR="00895143" w:rsidRPr="005D7419">
        <w:t>,</w:t>
      </w:r>
      <w:r w:rsidRPr="005D7419">
        <w:rPr>
          <w:cs/>
          <w:lang w:bidi="bn-IN"/>
        </w:rPr>
        <w:t>নিঃ</w:t>
      </w:r>
      <w:r w:rsidR="005D7419" w:rsidRPr="005D7419">
        <w:rPr>
          <w:cs/>
          <w:lang w:bidi="bn-IN"/>
        </w:rPr>
        <w:t>শব্দে মানুষের দেহে তার অনুপ্রবেশ</w:t>
      </w:r>
      <w:r w:rsidR="005D7419" w:rsidRPr="005D7419">
        <w:rPr>
          <w:lang w:bidi="bn-IN"/>
        </w:rPr>
        <w:t xml:space="preserve"> </w:t>
      </w:r>
      <w:r w:rsidRPr="005D7419">
        <w:rPr>
          <w:cs/>
          <w:lang w:bidi="bn-IN"/>
        </w:rPr>
        <w:t>ঘটে।</w:t>
      </w:r>
    </w:p>
    <w:p w:rsidR="003F7D11" w:rsidRPr="003F7D11" w:rsidRDefault="007710BF" w:rsidP="005D7419">
      <w:pPr>
        <w:pStyle w:val="libNormal"/>
        <w:rPr>
          <w:lang w:bidi="bn-IN"/>
        </w:rPr>
      </w:pPr>
      <w:r w:rsidRPr="003F7D11">
        <w:rPr>
          <w:cs/>
          <w:lang w:bidi="bn-IN"/>
        </w:rPr>
        <w:t xml:space="preserve">সুতরাং মানুষের অমূল্য সম্পদগুলোর মধ্যে একটি মূল্যবান সম্পদ হলো ব্যথার </w:t>
      </w:r>
      <w:r w:rsidR="004A744B" w:rsidRPr="003F7D11">
        <w:rPr>
          <w:cs/>
          <w:lang w:bidi="bn-IN"/>
        </w:rPr>
        <w:t>অনুভূতি</w:t>
      </w:r>
      <w:r w:rsidRPr="003F7D11">
        <w:rPr>
          <w:cs/>
          <w:lang w:bidi="bn-IN"/>
        </w:rPr>
        <w:t xml:space="preserve"> থাকা।</w:t>
      </w:r>
      <w:r w:rsidR="003F7D11" w:rsidRPr="003F7D11">
        <w:rPr>
          <w:lang w:bidi="bn-IN"/>
        </w:rPr>
        <w:t xml:space="preserve"> </w:t>
      </w:r>
      <w:r w:rsidRPr="003F7D11">
        <w:rPr>
          <w:cs/>
          <w:lang w:bidi="bn-IN"/>
        </w:rPr>
        <w:t>তাই ব্যথা খারাপ কিছু বলে একে উপেক্ষা করা যায় না।</w:t>
      </w:r>
    </w:p>
    <w:p w:rsidR="003F7D11" w:rsidRDefault="003F7D11" w:rsidP="005D7419">
      <w:pPr>
        <w:pStyle w:val="libNormal"/>
        <w:rPr>
          <w:highlight w:val="yellow"/>
          <w:lang w:bidi="bn-IN"/>
        </w:rPr>
      </w:pPr>
    </w:p>
    <w:p w:rsidR="003F7D11" w:rsidRPr="002F4751" w:rsidRDefault="007710BF" w:rsidP="002F4751">
      <w:pPr>
        <w:pStyle w:val="libNormal"/>
        <w:rPr>
          <w:lang w:bidi="bn-IN"/>
        </w:rPr>
      </w:pPr>
      <w:r w:rsidRPr="002F4751">
        <w:rPr>
          <w:rStyle w:val="libBold1Char"/>
          <w:cs/>
          <w:lang w:bidi="bn-IN"/>
        </w:rPr>
        <w:t>মানুষ ও ব্যথা</w:t>
      </w:r>
    </w:p>
    <w:p w:rsidR="002F4751" w:rsidRDefault="007710BF" w:rsidP="002F4751">
      <w:pPr>
        <w:pStyle w:val="libNormal"/>
        <w:rPr>
          <w:lang w:bidi="bn-IN"/>
        </w:rPr>
      </w:pPr>
      <w:r w:rsidRPr="002F4751">
        <w:rPr>
          <w:cs/>
          <w:lang w:bidi="bn-IN"/>
        </w:rPr>
        <w:t>মানুষের ক্ষেত্রে ব্যথা কি</w:t>
      </w:r>
      <w:r w:rsidRPr="002F4751">
        <w:t xml:space="preserve">? </w:t>
      </w:r>
      <w:r w:rsidRPr="002F4751">
        <w:rPr>
          <w:cs/>
          <w:lang w:bidi="bn-IN"/>
        </w:rPr>
        <w:t>যদি কারো মাথা ব্যথা হয়</w:t>
      </w:r>
      <w:r w:rsidR="00895143" w:rsidRPr="002F4751">
        <w:t>,</w:t>
      </w:r>
      <w:r w:rsidRPr="002F4751">
        <w:rPr>
          <w:cs/>
          <w:lang w:bidi="bn-IN"/>
        </w:rPr>
        <w:t>তাহলে তা এ দৃষ্টিকোণ থেকে নয় যে</w:t>
      </w:r>
      <w:r w:rsidR="00895143" w:rsidRPr="002F4751">
        <w:t>,</w:t>
      </w:r>
      <w:r w:rsidRPr="002F4751">
        <w:rPr>
          <w:cs/>
          <w:lang w:bidi="bn-IN"/>
        </w:rPr>
        <w:t>সে</w:t>
      </w:r>
      <w:r w:rsidR="002F4751">
        <w:rPr>
          <w:lang w:bidi="bn-IN"/>
        </w:rPr>
        <w:t xml:space="preserve"> </w:t>
      </w:r>
      <w:r w:rsidRPr="002F4751">
        <w:rPr>
          <w:cs/>
          <w:lang w:bidi="bn-IN"/>
        </w:rPr>
        <w:t>মানুষ। কারণ একটি চতুস্পদ প্রাণীরও</w:t>
      </w:r>
      <w:r w:rsidRPr="007710BF">
        <w:rPr>
          <w:cs/>
          <w:lang w:bidi="bn-IN"/>
        </w:rPr>
        <w:t xml:space="preserve"> (যেমন দু</w:t>
      </w:r>
      <w:r w:rsidR="002F4751">
        <w:rPr>
          <w:cs/>
          <w:lang w:bidi="bn-IN"/>
        </w:rPr>
        <w:t>ম্বা</w:t>
      </w:r>
      <w:r w:rsidRPr="007710BF">
        <w:t xml:space="preserve"> ) </w:t>
      </w:r>
      <w:r w:rsidRPr="007710BF">
        <w:rPr>
          <w:cs/>
          <w:lang w:bidi="bn-IN"/>
        </w:rPr>
        <w:t>মাথা ব্যথা হতে পারে। মানুষের হাত-পায়ের</w:t>
      </w:r>
      <w:r w:rsidR="002F4751">
        <w:rPr>
          <w:lang w:bidi="bn-IN"/>
        </w:rPr>
        <w:t xml:space="preserve"> </w:t>
      </w:r>
      <w:r w:rsidRPr="007710BF">
        <w:rPr>
          <w:cs/>
          <w:lang w:bidi="bn-IN"/>
        </w:rPr>
        <w:t>ব্যথা অন্যান্য প্রাণীর অঙ্গের ব্যথার মতোই। কিন্তু যারা মানুষের ব্যথা এবং ব্যথার ধারক হিসেবে</w:t>
      </w:r>
      <w:r w:rsidR="002F4751">
        <w:rPr>
          <w:lang w:bidi="bn-IN"/>
        </w:rPr>
        <w:t xml:space="preserve"> </w:t>
      </w:r>
      <w:r w:rsidRPr="007710BF">
        <w:rPr>
          <w:cs/>
          <w:lang w:bidi="bn-IN"/>
        </w:rPr>
        <w:t>মানুষ</w:t>
      </w:r>
      <w:r w:rsidR="003936CB">
        <w:t>-</w:t>
      </w:r>
      <w:r w:rsidRPr="007710BF">
        <w:t xml:space="preserve"> </w:t>
      </w:r>
      <w:r w:rsidRPr="007710BF">
        <w:rPr>
          <w:cs/>
          <w:lang w:bidi="bn-IN"/>
        </w:rPr>
        <w:t xml:space="preserve">এ </w:t>
      </w:r>
      <w:r w:rsidR="000C4B23">
        <w:rPr>
          <w:cs/>
          <w:lang w:bidi="bn-IN"/>
        </w:rPr>
        <w:t>সম্পর্কে</w:t>
      </w:r>
      <w:r w:rsidRPr="007710BF">
        <w:rPr>
          <w:cs/>
          <w:lang w:bidi="bn-IN"/>
        </w:rPr>
        <w:t xml:space="preserve"> কথা বলছেন তাদের লক্ষ্য এ ব্যথা নয়</w:t>
      </w:r>
      <w:r w:rsidR="00895143">
        <w:t>,</w:t>
      </w:r>
      <w:r w:rsidRPr="007710BF">
        <w:rPr>
          <w:cs/>
          <w:lang w:bidi="bn-IN"/>
        </w:rPr>
        <w:t>বরং স</w:t>
      </w:r>
      <w:r w:rsidR="002F4751">
        <w:rPr>
          <w:cs/>
          <w:lang w:bidi="bn-IN"/>
        </w:rPr>
        <w:t xml:space="preserve">ে ব্যথা যা মানুষের জন্য অমূল্য </w:t>
      </w:r>
      <w:r w:rsidR="002F4751" w:rsidRPr="002F4751">
        <w:rPr>
          <w:cs/>
          <w:lang w:bidi="bn-IN"/>
        </w:rPr>
        <w:t>রত্ন</w:t>
      </w:r>
      <w:r w:rsidR="002F4751">
        <w:rPr>
          <w:lang w:bidi="bn-IN"/>
        </w:rPr>
        <w:t xml:space="preserve"> </w:t>
      </w:r>
      <w:r w:rsidRPr="007710BF">
        <w:rPr>
          <w:cs/>
          <w:lang w:bidi="bn-IN"/>
        </w:rPr>
        <w:t>এবং তা অন্য কিছু।</w:t>
      </w:r>
    </w:p>
    <w:p w:rsidR="002F4751" w:rsidRDefault="007710BF" w:rsidP="002F4751">
      <w:pPr>
        <w:pStyle w:val="libNormal"/>
        <w:rPr>
          <w:lang w:bidi="hi-IN"/>
        </w:rPr>
      </w:pPr>
      <w:r w:rsidRPr="007710BF">
        <w:rPr>
          <w:cs/>
          <w:lang w:bidi="bn-IN"/>
        </w:rPr>
        <w:t>একদল লোক (যেমন আরেফগণ) ব্যথাকেই মানুষের মধ্যে অনুসন্ধান করেন এবং নিয়মিত যার</w:t>
      </w:r>
      <w:r w:rsidR="002F4751">
        <w:rPr>
          <w:lang w:bidi="bn-IN"/>
        </w:rPr>
        <w:t xml:space="preserve"> </w:t>
      </w:r>
      <w:r w:rsidRPr="007710BF">
        <w:rPr>
          <w:cs/>
          <w:lang w:bidi="bn-IN"/>
        </w:rPr>
        <w:t>পবিত্রতা রক্ষা করেন</w:t>
      </w:r>
      <w:r w:rsidR="003936CB">
        <w:t>-</w:t>
      </w:r>
      <w:r w:rsidRPr="007710BF">
        <w:t xml:space="preserve"> </w:t>
      </w:r>
      <w:r w:rsidRPr="007710BF">
        <w:rPr>
          <w:cs/>
          <w:lang w:bidi="bn-IN"/>
        </w:rPr>
        <w:t xml:space="preserve">তা হলো মহান </w:t>
      </w:r>
      <w:r w:rsidR="00D009A1">
        <w:rPr>
          <w:cs/>
          <w:lang w:bidi="bn-IN"/>
        </w:rPr>
        <w:t>আল্লাহর</w:t>
      </w:r>
      <w:r w:rsidRPr="007710BF">
        <w:rPr>
          <w:rFonts w:hint="cs"/>
          <w:cs/>
          <w:lang w:bidi="bn-IN"/>
        </w:rPr>
        <w:t xml:space="preserve"> অনুসন্ধান। </w:t>
      </w:r>
      <w:r w:rsidR="00FE6D44">
        <w:rPr>
          <w:rFonts w:hint="cs"/>
          <w:cs/>
          <w:lang w:bidi="bn-IN"/>
        </w:rPr>
        <w:t>তারা</w:t>
      </w:r>
      <w:r w:rsidRPr="007710BF">
        <w:rPr>
          <w:rFonts w:hint="cs"/>
          <w:cs/>
          <w:lang w:bidi="bn-IN"/>
        </w:rPr>
        <w:t xml:space="preserve"> বলেন</w:t>
      </w:r>
      <w:r w:rsidR="00895143">
        <w:t>,</w:t>
      </w:r>
      <w:r w:rsidRPr="007710BF">
        <w:rPr>
          <w:cs/>
          <w:lang w:bidi="bn-IN"/>
        </w:rPr>
        <w:t>এ ব্যথা একমাত্র মানুষেরই</w:t>
      </w:r>
      <w:r w:rsidR="002F4751">
        <w:rPr>
          <w:lang w:bidi="bn-IN"/>
        </w:rPr>
        <w:t xml:space="preserve"> </w:t>
      </w:r>
      <w:r w:rsidRPr="007710BF">
        <w:rPr>
          <w:cs/>
          <w:lang w:bidi="bn-IN"/>
        </w:rPr>
        <w:t>বৈশিষ্ট্যগত ব্যাপার</w:t>
      </w:r>
      <w:r w:rsidR="00895143">
        <w:t>,</w:t>
      </w:r>
      <w:r w:rsidRPr="007710BF">
        <w:rPr>
          <w:cs/>
          <w:lang w:bidi="bn-IN"/>
        </w:rPr>
        <w:t>এমনকি ফেরেশতাদের উপর মানুষের শ্রেষ্ঠত্বের কারণ হলো মানুষের ব্যথা আছে</w:t>
      </w:r>
      <w:r w:rsidR="00895143">
        <w:t>,</w:t>
      </w:r>
      <w:r w:rsidRPr="007710BF">
        <w:rPr>
          <w:cs/>
          <w:lang w:bidi="bn-IN"/>
        </w:rPr>
        <w:t>ফেরেশতাদের ব্যথা নেই</w:t>
      </w:r>
      <w:r w:rsidRPr="007710BF">
        <w:rPr>
          <w:cs/>
          <w:lang w:bidi="hi-IN"/>
        </w:rPr>
        <w:t>।</w:t>
      </w:r>
    </w:p>
    <w:p w:rsidR="00C537D1" w:rsidRDefault="007710BF" w:rsidP="002F4751">
      <w:pPr>
        <w:pStyle w:val="libNormal"/>
        <w:rPr>
          <w:cs/>
          <w:lang w:bidi="bn-IN"/>
        </w:rPr>
      </w:pPr>
      <w:r w:rsidRPr="007710BF">
        <w:rPr>
          <w:cs/>
          <w:lang w:bidi="bn-IN"/>
        </w:rPr>
        <w:t xml:space="preserve">ইসলামের দৃষ্টিতে মানুষ সেই বাস্তবতা যার মধ্যে বিধাতার </w:t>
      </w:r>
      <w:r w:rsidRPr="001933EC">
        <w:rPr>
          <w:rStyle w:val="libAlaemChar"/>
        </w:rPr>
        <w:t>‘</w:t>
      </w:r>
      <w:r w:rsidRPr="007710BF">
        <w:rPr>
          <w:cs/>
          <w:lang w:bidi="bn-IN"/>
        </w:rPr>
        <w:t>ফু</w:t>
      </w:r>
      <w:r w:rsidRPr="001933EC">
        <w:rPr>
          <w:rStyle w:val="libAlaemChar"/>
        </w:rPr>
        <w:t>’</w:t>
      </w:r>
      <w:r w:rsidRPr="007710BF">
        <w:t xml:space="preserve"> </w:t>
      </w:r>
      <w:r w:rsidRPr="007710BF">
        <w:rPr>
          <w:cs/>
          <w:lang w:bidi="bn-IN"/>
        </w:rPr>
        <w:t>উদগত হয়েছে</w:t>
      </w:r>
      <w:r w:rsidR="00895143">
        <w:t>,</w:t>
      </w:r>
      <w:r w:rsidRPr="007710BF">
        <w:rPr>
          <w:cs/>
          <w:lang w:bidi="bn-IN"/>
        </w:rPr>
        <w:t>অন্য এক ভূবন</w:t>
      </w:r>
      <w:r w:rsidR="00C537D1">
        <w:rPr>
          <w:lang w:bidi="bn-IN"/>
        </w:rPr>
        <w:t xml:space="preserve"> </w:t>
      </w:r>
      <w:r w:rsidRPr="007710BF">
        <w:rPr>
          <w:cs/>
          <w:lang w:bidi="bn-IN"/>
        </w:rPr>
        <w:t>থেকে যার আবির্ভাব ঘটেছে এবং প্রকৃতিতে যে সকল বস্তু রয়েছে তার সাথে সে সাদৃশ্যপূর্ণ নয়।</w:t>
      </w:r>
      <w:r w:rsidR="00C537D1">
        <w:rPr>
          <w:lang w:bidi="bn-IN"/>
        </w:rPr>
        <w:t xml:space="preserve"> </w:t>
      </w:r>
      <w:r w:rsidRPr="007710BF">
        <w:rPr>
          <w:cs/>
          <w:lang w:bidi="bn-IN"/>
        </w:rPr>
        <w:t>এখানে সে এক বিশেষ ধরনের নির্বাসন</w:t>
      </w:r>
      <w:r w:rsidR="00895143">
        <w:t>,</w:t>
      </w:r>
      <w:r w:rsidRPr="007710BF">
        <w:rPr>
          <w:cs/>
          <w:lang w:bidi="bn-IN"/>
        </w:rPr>
        <w:t>ভিন্নতা ও সকল সৃষ্টির সাথে বৈসাদৃশ্য অনুভব করে। এর</w:t>
      </w:r>
      <w:r w:rsidR="00C537D1">
        <w:rPr>
          <w:lang w:bidi="bn-IN"/>
        </w:rPr>
        <w:t xml:space="preserve"> </w:t>
      </w:r>
      <w:r w:rsidRPr="007710BF">
        <w:rPr>
          <w:cs/>
          <w:lang w:bidi="bn-IN"/>
        </w:rPr>
        <w:t>কারণ প্রতিটি জিনিসই ধ্বংসশীল</w:t>
      </w:r>
      <w:r w:rsidR="00895143">
        <w:t>,</w:t>
      </w:r>
      <w:r w:rsidRPr="007710BF">
        <w:rPr>
          <w:cs/>
          <w:lang w:bidi="bn-IN"/>
        </w:rPr>
        <w:t>পরিবর্তনশীল এবং নিরাসক্তিযুক্ত</w:t>
      </w:r>
      <w:r w:rsidR="00895143">
        <w:t>,</w:t>
      </w:r>
      <w:r w:rsidRPr="007710BF">
        <w:rPr>
          <w:cs/>
          <w:lang w:bidi="bn-IN"/>
        </w:rPr>
        <w:t>কিন্তু মানুষের মধ্যে রয়েছে</w:t>
      </w:r>
      <w:r w:rsidR="00C537D1">
        <w:rPr>
          <w:lang w:bidi="bn-IN"/>
        </w:rPr>
        <w:t xml:space="preserve"> </w:t>
      </w:r>
      <w:r w:rsidRPr="007710BF">
        <w:rPr>
          <w:cs/>
          <w:lang w:bidi="bn-IN"/>
        </w:rPr>
        <w:t xml:space="preserve">অমরত্বের এক বিশেষ সম্ভাবনা। আর এ ব্যথা (খোদার অনুসন্ধান) তা-ই যা মানুষকে মহান </w:t>
      </w:r>
      <w:r w:rsidR="00D009A1">
        <w:rPr>
          <w:cs/>
          <w:lang w:bidi="bn-IN"/>
        </w:rPr>
        <w:t>আল্লাহর</w:t>
      </w:r>
      <w:r w:rsidR="00C537D1">
        <w:rPr>
          <w:lang w:bidi="bn-IN"/>
        </w:rPr>
        <w:t xml:space="preserve"> </w:t>
      </w:r>
      <w:r w:rsidRPr="007710BF">
        <w:rPr>
          <w:rFonts w:hint="cs"/>
          <w:cs/>
          <w:lang w:bidi="bn-IN"/>
        </w:rPr>
        <w:t>ইবাদত ও উপাসনার দিকে পরিচালিত করে। অনুরূপ আপন চাওয়া-পাওয়ার আর্তি মহান প্রভুর কাছে</w:t>
      </w:r>
      <w:r w:rsidR="00C537D1">
        <w:rPr>
          <w:lang w:bidi="bn-IN"/>
        </w:rPr>
        <w:t xml:space="preserve"> </w:t>
      </w:r>
      <w:r w:rsidRPr="007710BF">
        <w:rPr>
          <w:cs/>
          <w:lang w:bidi="bn-IN"/>
        </w:rPr>
        <w:t>প্রকাশ করার</w:t>
      </w:r>
      <w:r w:rsidR="00895143">
        <w:t>,</w:t>
      </w:r>
      <w:r w:rsidR="00FE6D44">
        <w:rPr>
          <w:cs/>
          <w:lang w:bidi="bn-IN"/>
        </w:rPr>
        <w:t>তার</w:t>
      </w:r>
      <w:r w:rsidRPr="007710BF">
        <w:rPr>
          <w:cs/>
          <w:lang w:bidi="bn-IN"/>
        </w:rPr>
        <w:t xml:space="preserve"> সান্নিধ্য লাভ করার এবং মূলে ফিরে যাওয়ার দিকে মানুষকে আকর্ষণ করে।</w:t>
      </w:r>
    </w:p>
    <w:p w:rsidR="00C537D1" w:rsidRPr="00A377A9" w:rsidRDefault="00C537D1" w:rsidP="009848A8">
      <w:pPr>
        <w:pStyle w:val="libNormal"/>
        <w:rPr>
          <w:rtl/>
          <w:cs/>
        </w:rPr>
      </w:pPr>
      <w:r>
        <w:rPr>
          <w:cs/>
          <w:lang w:bidi="bn-IN"/>
        </w:rPr>
        <w:br w:type="page"/>
      </w:r>
    </w:p>
    <w:p w:rsidR="00C537D1" w:rsidRDefault="007710BF" w:rsidP="00C537D1">
      <w:pPr>
        <w:pStyle w:val="Heading1"/>
        <w:rPr>
          <w:lang w:bidi="bn-IN"/>
        </w:rPr>
      </w:pPr>
      <w:bookmarkStart w:id="14" w:name="_Toc392601423"/>
      <w:r w:rsidRPr="007710BF">
        <w:rPr>
          <w:cs/>
          <w:lang w:bidi="bn-IN"/>
        </w:rPr>
        <w:t>মানুষের কষ্ট সম্পর্কিত কয়েকটি দৃষ্টান্ত</w:t>
      </w:r>
      <w:bookmarkEnd w:id="14"/>
    </w:p>
    <w:p w:rsidR="00C537D1" w:rsidRDefault="00C537D1" w:rsidP="00C537D1">
      <w:pPr>
        <w:pStyle w:val="Heading1"/>
        <w:rPr>
          <w:lang w:bidi="bn-IN"/>
        </w:rPr>
      </w:pPr>
    </w:p>
    <w:p w:rsidR="00C537D1" w:rsidRDefault="007710BF" w:rsidP="002F4751">
      <w:pPr>
        <w:pStyle w:val="libNormal"/>
        <w:rPr>
          <w:lang w:bidi="bn-IN"/>
        </w:rPr>
      </w:pPr>
      <w:r w:rsidRPr="007710BF">
        <w:rPr>
          <w:cs/>
          <w:lang w:bidi="bn-IN"/>
        </w:rPr>
        <w:t>লক্ষ্য করবেন</w:t>
      </w:r>
      <w:r w:rsidR="00895143">
        <w:t>,</w:t>
      </w:r>
      <w:r w:rsidRPr="007710BF">
        <w:rPr>
          <w:cs/>
          <w:lang w:bidi="bn-IN"/>
        </w:rPr>
        <w:t xml:space="preserve">কি রকম দৃষ্টান্ত আমাদের এরফানশাস্ত্রে এ </w:t>
      </w:r>
      <w:r w:rsidR="000C4B23">
        <w:rPr>
          <w:cs/>
          <w:lang w:bidi="bn-IN"/>
        </w:rPr>
        <w:t>সম্পর্কে</w:t>
      </w:r>
      <w:r w:rsidRPr="007710BF">
        <w:rPr>
          <w:cs/>
          <w:lang w:bidi="bn-IN"/>
        </w:rPr>
        <w:t xml:space="preserve"> দৃষ্টিগোচর হয়েছে! কখনো</w:t>
      </w:r>
      <w:r w:rsidR="00C537D1">
        <w:rPr>
          <w:lang w:bidi="bn-IN"/>
        </w:rPr>
        <w:t xml:space="preserve"> </w:t>
      </w:r>
      <w:r w:rsidRPr="007710BF">
        <w:rPr>
          <w:cs/>
          <w:lang w:bidi="bn-IN"/>
        </w:rPr>
        <w:t>উদাহরণস্বরূপ বলা হয়</w:t>
      </w:r>
      <w:r w:rsidR="00895143">
        <w:t>,</w:t>
      </w:r>
      <w:r w:rsidRPr="007710BF">
        <w:rPr>
          <w:cs/>
          <w:lang w:bidi="bn-IN"/>
        </w:rPr>
        <w:t>একটি তোতাপাখি হিন্দুস্থানের অরণ্য থেকে এনে খাঁচায় বন্দী করা হয়েছে।</w:t>
      </w:r>
      <w:r w:rsidR="00C537D1">
        <w:rPr>
          <w:lang w:bidi="bn-IN"/>
        </w:rPr>
        <w:t xml:space="preserve"> </w:t>
      </w:r>
      <w:r w:rsidRPr="007710BF">
        <w:rPr>
          <w:cs/>
          <w:lang w:bidi="bn-IN"/>
        </w:rPr>
        <w:t>সে সব সময় উদ্বিগ্ন থাকে কখন এ খাঁচা ভাঙবে</w:t>
      </w:r>
      <w:r w:rsidRPr="007710BF">
        <w:t xml:space="preserve">? </w:t>
      </w:r>
      <w:r w:rsidRPr="007710BF">
        <w:rPr>
          <w:cs/>
          <w:lang w:bidi="bn-IN"/>
        </w:rPr>
        <w:t>কখন সে ফিরবে আপন কুলায়</w:t>
      </w:r>
      <w:r w:rsidRPr="007710BF">
        <w:t xml:space="preserve">? </w:t>
      </w:r>
      <w:r w:rsidRPr="007710BF">
        <w:rPr>
          <w:cs/>
          <w:lang w:bidi="bn-IN"/>
        </w:rPr>
        <w:t>কখনো মানুষকে</w:t>
      </w:r>
      <w:r w:rsidR="00C537D1">
        <w:rPr>
          <w:lang w:bidi="bn-IN"/>
        </w:rPr>
        <w:t xml:space="preserve"> </w:t>
      </w:r>
      <w:r w:rsidRPr="007710BF">
        <w:rPr>
          <w:cs/>
          <w:lang w:bidi="bn-IN"/>
        </w:rPr>
        <w:t>একটি মোরগ যে তার বাসা থেকে দূরে চলে গেছে তার সাথে তুলনা করা হয়</w:t>
      </w:r>
      <w:r w:rsidRPr="007710BF">
        <w:rPr>
          <w:cs/>
          <w:lang w:bidi="hi-IN"/>
        </w:rPr>
        <w:t xml:space="preserve">। </w:t>
      </w:r>
      <w:r w:rsidRPr="007710BF">
        <w:rPr>
          <w:cs/>
          <w:lang w:bidi="bn-IN"/>
        </w:rPr>
        <w:t>এমনি একটি চমৎকার</w:t>
      </w:r>
      <w:r w:rsidR="00C537D1">
        <w:rPr>
          <w:lang w:bidi="bn-IN"/>
        </w:rPr>
        <w:t xml:space="preserve"> </w:t>
      </w:r>
      <w:r w:rsidRPr="007710BF">
        <w:rPr>
          <w:cs/>
          <w:lang w:bidi="bn-IN"/>
        </w:rPr>
        <w:t xml:space="preserve">তুলনা মৌলভী রুমী </w:t>
      </w:r>
      <w:r w:rsidR="00FE6D44">
        <w:rPr>
          <w:cs/>
          <w:lang w:bidi="bn-IN"/>
        </w:rPr>
        <w:t>তার</w:t>
      </w:r>
      <w:r w:rsidRPr="007710BF">
        <w:rPr>
          <w:cs/>
          <w:lang w:bidi="bn-IN"/>
        </w:rPr>
        <w:t xml:space="preserve"> মাসনভীর প্রথমে </w:t>
      </w:r>
      <w:r w:rsidR="00906B99">
        <w:rPr>
          <w:cs/>
          <w:lang w:bidi="bn-IN"/>
        </w:rPr>
        <w:t>উল্লেখ</w:t>
      </w:r>
      <w:r w:rsidRPr="007710BF">
        <w:rPr>
          <w:rFonts w:hint="cs"/>
          <w:cs/>
          <w:lang w:bidi="bn-IN"/>
        </w:rPr>
        <w:t xml:space="preserve"> করেছেন</w:t>
      </w:r>
      <w:r w:rsidRPr="007710BF">
        <w:rPr>
          <w:rFonts w:hint="cs"/>
          <w:cs/>
          <w:lang w:bidi="hi-IN"/>
        </w:rPr>
        <w:t xml:space="preserve">। </w:t>
      </w:r>
      <w:r w:rsidRPr="007710BF">
        <w:rPr>
          <w:rFonts w:hint="cs"/>
          <w:cs/>
          <w:lang w:bidi="bn-IN"/>
        </w:rPr>
        <w:t>তিনি মানু</w:t>
      </w:r>
      <w:r w:rsidRPr="007710BF">
        <w:rPr>
          <w:cs/>
          <w:lang w:bidi="bn-IN"/>
        </w:rPr>
        <w:t>ষকে সেই বাঁশের সাথে তুলনা</w:t>
      </w:r>
      <w:r w:rsidR="00C537D1">
        <w:rPr>
          <w:lang w:bidi="bn-IN"/>
        </w:rPr>
        <w:t xml:space="preserve"> </w:t>
      </w:r>
      <w:r w:rsidRPr="007710BF">
        <w:rPr>
          <w:cs/>
          <w:lang w:bidi="bn-IN"/>
        </w:rPr>
        <w:t>করেছন যাকে তার জন্মস্থান থেকে কেটে বিচ্ছিন্ন করা হয়েছে। তদবধি সে সারাক্ষণ ক্রন্দনরত। তার</w:t>
      </w:r>
      <w:r w:rsidR="00C537D1">
        <w:rPr>
          <w:lang w:bidi="bn-IN"/>
        </w:rPr>
        <w:t xml:space="preserve"> </w:t>
      </w:r>
      <w:r w:rsidRPr="007710BF">
        <w:rPr>
          <w:cs/>
          <w:lang w:bidi="bn-IN"/>
        </w:rPr>
        <w:t>এ ক্রন্দন</w:t>
      </w:r>
      <w:r w:rsidR="00895143">
        <w:t>,</w:t>
      </w:r>
      <w:r w:rsidRPr="007710BF">
        <w:rPr>
          <w:cs/>
          <w:lang w:bidi="bn-IN"/>
        </w:rPr>
        <w:t>আর্তনাদ যেন তার জন্মভূমির বিরহ ব্যথাকে চিত্রিত করে।</w:t>
      </w:r>
    </w:p>
    <w:p w:rsidR="00C537D1" w:rsidRDefault="007710BF" w:rsidP="00C537D1">
      <w:pPr>
        <w:pStyle w:val="libCenter"/>
        <w:rPr>
          <w:lang w:bidi="bn-IN"/>
        </w:rPr>
      </w:pPr>
      <w:r w:rsidRPr="001933EC">
        <w:rPr>
          <w:rStyle w:val="libAlaemChar"/>
        </w:rPr>
        <w:t>“</w:t>
      </w:r>
      <w:r w:rsidRPr="007710BF">
        <w:rPr>
          <w:cs/>
          <w:lang w:bidi="bn-IN"/>
        </w:rPr>
        <w:t>শোন ঐ বাঁশের বাঁশীর করুণ কাহিনী</w:t>
      </w:r>
    </w:p>
    <w:p w:rsidR="00C537D1" w:rsidRDefault="007710BF" w:rsidP="00C537D1">
      <w:pPr>
        <w:pStyle w:val="libCenter"/>
        <w:rPr>
          <w:lang w:bidi="bn-IN"/>
        </w:rPr>
      </w:pPr>
      <w:r w:rsidRPr="007710BF">
        <w:rPr>
          <w:cs/>
          <w:lang w:bidi="bn-IN"/>
        </w:rPr>
        <w:t>সে করছে বর্ণন তার বিরহগীতি</w:t>
      </w:r>
    </w:p>
    <w:p w:rsidR="00C537D1" w:rsidRDefault="007710BF" w:rsidP="00C537D1">
      <w:pPr>
        <w:pStyle w:val="libCenter"/>
        <w:rPr>
          <w:lang w:bidi="bn-IN"/>
        </w:rPr>
      </w:pPr>
      <w:r w:rsidRPr="007710BF">
        <w:rPr>
          <w:cs/>
          <w:lang w:bidi="bn-IN"/>
        </w:rPr>
        <w:t>যখন আমায় করেছে বিচ্ছিন্ন জন্মস্থান থেকে</w:t>
      </w:r>
    </w:p>
    <w:p w:rsidR="00C537D1" w:rsidRDefault="007710BF" w:rsidP="00C537D1">
      <w:pPr>
        <w:pStyle w:val="libCenter"/>
        <w:rPr>
          <w:lang w:bidi="bn-IN"/>
        </w:rPr>
      </w:pPr>
      <w:r w:rsidRPr="007710BF">
        <w:rPr>
          <w:cs/>
          <w:lang w:bidi="bn-IN"/>
        </w:rPr>
        <w:t>আর্তনাদ আর ক্রন্দন ধ্বনি বিমর্ষিত করেছে নারী আর নরে।</w:t>
      </w:r>
    </w:p>
    <w:p w:rsidR="00C537D1" w:rsidRDefault="007710BF" w:rsidP="00C537D1">
      <w:pPr>
        <w:pStyle w:val="libCenter"/>
        <w:rPr>
          <w:lang w:bidi="bn-IN"/>
        </w:rPr>
      </w:pPr>
      <w:r w:rsidRPr="007710BF">
        <w:rPr>
          <w:cs/>
          <w:lang w:bidi="bn-IN"/>
        </w:rPr>
        <w:t>ইচ্ছে করে হৃদয় বিদীর্ণ করি বিরহে</w:t>
      </w:r>
    </w:p>
    <w:p w:rsidR="00C537D1" w:rsidRPr="006B0B31" w:rsidRDefault="007710BF" w:rsidP="00C537D1">
      <w:pPr>
        <w:pStyle w:val="libCenter"/>
        <w:rPr>
          <w:rStyle w:val="libAlaemChar"/>
        </w:rPr>
      </w:pPr>
      <w:r w:rsidRPr="007710BF">
        <w:rPr>
          <w:cs/>
          <w:lang w:bidi="bn-IN"/>
        </w:rPr>
        <w:t>বলি বেদনার মর্মকথা হৃদয় নিনাদে।</w:t>
      </w:r>
      <w:r w:rsidR="006B0B31" w:rsidRPr="006B0B31">
        <w:rPr>
          <w:rStyle w:val="libAlaemChar"/>
        </w:rPr>
        <w:t>”</w:t>
      </w:r>
    </w:p>
    <w:p w:rsidR="00C537D1" w:rsidRDefault="007710BF" w:rsidP="002F4751">
      <w:pPr>
        <w:pStyle w:val="libNormal"/>
      </w:pPr>
      <w:r w:rsidRPr="007710BF">
        <w:rPr>
          <w:cs/>
          <w:lang w:bidi="bn-IN"/>
        </w:rPr>
        <w:t>অতঃপর বলেন</w:t>
      </w:r>
      <w:r w:rsidR="00895143">
        <w:t>,</w:t>
      </w:r>
    </w:p>
    <w:p w:rsidR="00C537D1" w:rsidRDefault="007710BF" w:rsidP="006B0B31">
      <w:pPr>
        <w:pStyle w:val="libCenter"/>
        <w:rPr>
          <w:lang w:bidi="bn-IN"/>
        </w:rPr>
      </w:pPr>
      <w:r w:rsidRPr="001933EC">
        <w:rPr>
          <w:rStyle w:val="libAlaemChar"/>
        </w:rPr>
        <w:t>“</w:t>
      </w:r>
      <w:r w:rsidRPr="007710BF">
        <w:rPr>
          <w:cs/>
          <w:lang w:bidi="bn-IN"/>
        </w:rPr>
        <w:t>যেন দু</w:t>
      </w:r>
      <w:r w:rsidRPr="001933EC">
        <w:rPr>
          <w:rStyle w:val="libAlaemChar"/>
        </w:rPr>
        <w:t>’</w:t>
      </w:r>
      <w:r w:rsidRPr="007710BF">
        <w:rPr>
          <w:cs/>
          <w:lang w:bidi="bn-IN"/>
        </w:rPr>
        <w:t>টি সুখ রয়েছে আমার</w:t>
      </w:r>
    </w:p>
    <w:p w:rsidR="00C537D1" w:rsidRDefault="007710BF" w:rsidP="006B0B31">
      <w:pPr>
        <w:pStyle w:val="libCenter"/>
        <w:rPr>
          <w:rStyle w:val="libAlaemChar"/>
        </w:rPr>
      </w:pPr>
      <w:r w:rsidRPr="007710BF">
        <w:rPr>
          <w:cs/>
          <w:lang w:bidi="bn-IN"/>
        </w:rPr>
        <w:t>একটি তার লুকিয়ে আছে ওষ্ঠাধরে।</w:t>
      </w:r>
      <w:r w:rsidRPr="001933EC">
        <w:rPr>
          <w:rStyle w:val="libAlaemChar"/>
        </w:rPr>
        <w:t>”</w:t>
      </w:r>
    </w:p>
    <w:p w:rsidR="00C537D1" w:rsidRDefault="007710BF" w:rsidP="002F4751">
      <w:pPr>
        <w:pStyle w:val="libNormal"/>
      </w:pPr>
      <w:r w:rsidRPr="007710BF">
        <w:rPr>
          <w:cs/>
          <w:lang w:bidi="bn-IN"/>
        </w:rPr>
        <w:t>কখনো মৌলভী একটু ভিন্নতা দিয়ে উপমিত করেন</w:t>
      </w:r>
      <w:r w:rsidR="003936CB">
        <w:t>-</w:t>
      </w:r>
    </w:p>
    <w:p w:rsidR="00333FA4" w:rsidRDefault="007710BF" w:rsidP="00333FA4">
      <w:pPr>
        <w:pStyle w:val="libCenter"/>
        <w:rPr>
          <w:lang w:bidi="bn-IN"/>
        </w:rPr>
      </w:pPr>
      <w:r w:rsidRPr="001933EC">
        <w:rPr>
          <w:rStyle w:val="libAlaemChar"/>
        </w:rPr>
        <w:t>“</w:t>
      </w:r>
      <w:r w:rsidRPr="007710BF">
        <w:rPr>
          <w:cs/>
          <w:lang w:bidi="bn-IN"/>
        </w:rPr>
        <w:t>হস্তী যখন ঘুমায়</w:t>
      </w:r>
      <w:r w:rsidRPr="007710BF">
        <w:t xml:space="preserve">; </w:t>
      </w:r>
      <w:r w:rsidRPr="007710BF">
        <w:rPr>
          <w:cs/>
          <w:lang w:bidi="bn-IN"/>
        </w:rPr>
        <w:t xml:space="preserve">স্বপনে দেখে </w:t>
      </w:r>
      <w:r w:rsidR="00333FA4">
        <w:rPr>
          <w:cs/>
          <w:lang w:bidi="bn-IN"/>
        </w:rPr>
        <w:t>হিন্দুস্থান</w:t>
      </w:r>
    </w:p>
    <w:p w:rsidR="00333FA4" w:rsidRDefault="007710BF" w:rsidP="00333FA4">
      <w:pPr>
        <w:pStyle w:val="libCenter"/>
        <w:rPr>
          <w:lang w:bidi="bn-IN"/>
        </w:rPr>
      </w:pPr>
      <w:r w:rsidRPr="007710BF">
        <w:rPr>
          <w:cs/>
          <w:lang w:bidi="bn-IN"/>
        </w:rPr>
        <w:t xml:space="preserve">গাধা কখনো দেখে না হিন্দুস্থান </w:t>
      </w:r>
    </w:p>
    <w:p w:rsidR="00333FA4" w:rsidRDefault="007710BF" w:rsidP="00333FA4">
      <w:pPr>
        <w:pStyle w:val="libCenter"/>
        <w:rPr>
          <w:rStyle w:val="libAlaemChar"/>
        </w:rPr>
      </w:pPr>
      <w:r w:rsidRPr="007710BF">
        <w:rPr>
          <w:cs/>
          <w:lang w:bidi="bn-IN"/>
        </w:rPr>
        <w:t>কারণ হিন্দুস্থান যে নয় তার জন্মস্থান।</w:t>
      </w:r>
      <w:r w:rsidRPr="001933EC">
        <w:rPr>
          <w:rStyle w:val="libAlaemChar"/>
        </w:rPr>
        <w:t>”</w:t>
      </w:r>
    </w:p>
    <w:p w:rsidR="00333FA4" w:rsidRDefault="007710BF" w:rsidP="002F4751">
      <w:pPr>
        <w:pStyle w:val="libNormal"/>
        <w:rPr>
          <w:cs/>
          <w:lang w:bidi="bn-IN"/>
        </w:rPr>
      </w:pPr>
      <w:r w:rsidRPr="007710BF">
        <w:rPr>
          <w:cs/>
          <w:lang w:bidi="bn-IN"/>
        </w:rPr>
        <w:t>কথিত আছে</w:t>
      </w:r>
      <w:r w:rsidR="00895143">
        <w:t>,</w:t>
      </w:r>
      <w:r w:rsidRPr="007710BF">
        <w:rPr>
          <w:cs/>
          <w:lang w:bidi="bn-IN"/>
        </w:rPr>
        <w:t xml:space="preserve">যে হাতীকে </w:t>
      </w:r>
      <w:r w:rsidR="00333FA4">
        <w:rPr>
          <w:cs/>
          <w:lang w:bidi="bn-IN"/>
        </w:rPr>
        <w:t>হিন্দুস্থান</w:t>
      </w:r>
      <w:r w:rsidRPr="007710BF">
        <w:rPr>
          <w:cs/>
          <w:lang w:bidi="bn-IN"/>
        </w:rPr>
        <w:t xml:space="preserve"> থেকে আনা হয়</w:t>
      </w:r>
      <w:r w:rsidR="00895143">
        <w:t>,</w:t>
      </w:r>
      <w:r w:rsidRPr="007710BF">
        <w:rPr>
          <w:cs/>
          <w:lang w:bidi="bn-IN"/>
        </w:rPr>
        <w:t>তাকে সব সময় একটা কঠোর অবস্থার মধ্যে</w:t>
      </w:r>
      <w:r w:rsidR="00333FA4">
        <w:rPr>
          <w:lang w:bidi="bn-IN"/>
        </w:rPr>
        <w:t xml:space="preserve"> </w:t>
      </w:r>
      <w:r w:rsidRPr="007710BF">
        <w:rPr>
          <w:cs/>
          <w:lang w:bidi="bn-IN"/>
        </w:rPr>
        <w:t xml:space="preserve">রাখা হয় যাতে করে সে </w:t>
      </w:r>
      <w:r w:rsidR="00333FA4">
        <w:rPr>
          <w:cs/>
          <w:lang w:bidi="bn-IN"/>
        </w:rPr>
        <w:t>হিন্দুস্থানের</w:t>
      </w:r>
      <w:r w:rsidRPr="007710BF">
        <w:rPr>
          <w:cs/>
          <w:lang w:bidi="bn-IN"/>
        </w:rPr>
        <w:t xml:space="preserve"> স্মরণে নিজেকে ব্যস্ত না রাখতে পারে। মৌলভী এখানে বলেন</w:t>
      </w:r>
      <w:r w:rsidR="00895143">
        <w:t>,</w:t>
      </w:r>
      <w:r w:rsidRPr="007710BF">
        <w:rPr>
          <w:cs/>
          <w:lang w:bidi="bn-IN"/>
        </w:rPr>
        <w:t>একমাত্র হাতীই হিন্দুস্থানকে স্বপ্নে দেখে</w:t>
      </w:r>
      <w:r w:rsidR="00895143">
        <w:t>,</w:t>
      </w:r>
      <w:r w:rsidRPr="007710BF">
        <w:rPr>
          <w:cs/>
          <w:lang w:bidi="bn-IN"/>
        </w:rPr>
        <w:t>কারণ সে হিন্দুস্থান থেকে এসেছে। গাধা কখনো হিন্দুস্থানকে</w:t>
      </w:r>
      <w:r w:rsidR="00333FA4">
        <w:rPr>
          <w:lang w:bidi="bn-IN"/>
        </w:rPr>
        <w:t xml:space="preserve"> </w:t>
      </w:r>
      <w:r w:rsidRPr="007710BF">
        <w:rPr>
          <w:cs/>
          <w:lang w:bidi="bn-IN"/>
        </w:rPr>
        <w:t xml:space="preserve">স্বপ্নে দেখে না। কারণ সে </w:t>
      </w:r>
      <w:r w:rsidR="00333FA4">
        <w:rPr>
          <w:cs/>
          <w:lang w:bidi="bn-IN"/>
        </w:rPr>
        <w:t>হিন্দুস্থান</w:t>
      </w:r>
      <w:r w:rsidRPr="007710BF">
        <w:rPr>
          <w:cs/>
          <w:lang w:bidi="bn-IN"/>
        </w:rPr>
        <w:t xml:space="preserve"> থেকে আগমন করেনি। প্রকৃতপক্ষে তিনি বলতে চান</w:t>
      </w:r>
      <w:r w:rsidR="00895143">
        <w:t>,</w:t>
      </w:r>
      <w:r w:rsidRPr="007710BF">
        <w:rPr>
          <w:cs/>
          <w:lang w:bidi="bn-IN"/>
        </w:rPr>
        <w:t>একমাত্র</w:t>
      </w:r>
      <w:r w:rsidR="00333FA4">
        <w:rPr>
          <w:lang w:bidi="bn-IN"/>
        </w:rPr>
        <w:t xml:space="preserve"> </w:t>
      </w:r>
      <w:r w:rsidRPr="007710BF">
        <w:rPr>
          <w:cs/>
          <w:lang w:bidi="bn-IN"/>
        </w:rPr>
        <w:t>মানুষই অন্য এক জগতে প্রত্যাবর্তনের জন্য উৎকণ্ঠিত হয়</w:t>
      </w:r>
      <w:r w:rsidR="00895143">
        <w:t>,</w:t>
      </w:r>
      <w:r w:rsidRPr="007710BF">
        <w:rPr>
          <w:cs/>
          <w:lang w:bidi="bn-IN"/>
        </w:rPr>
        <w:t>যার রয়েছে আধ্যাত্মিকতা</w:t>
      </w:r>
      <w:r w:rsidR="00333FA4">
        <w:rPr>
          <w:lang w:bidi="bn-IN"/>
        </w:rPr>
        <w:t xml:space="preserve"> </w:t>
      </w:r>
      <w:r w:rsidRPr="007710BF">
        <w:rPr>
          <w:cs/>
          <w:lang w:bidi="bn-IN"/>
        </w:rPr>
        <w:t>ভিত্তিক ব্যথা-বেদনা</w:t>
      </w:r>
      <w:r w:rsidRPr="007710BF">
        <w:t xml:space="preserve">; </w:t>
      </w:r>
      <w:r w:rsidRPr="007710BF">
        <w:rPr>
          <w:cs/>
          <w:lang w:bidi="bn-IN"/>
        </w:rPr>
        <w:t xml:space="preserve">বেদনার আর্তিতে সে খুজে ফিরে সত্য ও মহান </w:t>
      </w:r>
      <w:r w:rsidR="008958EF">
        <w:rPr>
          <w:cs/>
          <w:lang w:bidi="bn-IN"/>
        </w:rPr>
        <w:t>প্রভুর</w:t>
      </w:r>
      <w:r w:rsidRPr="007710BF">
        <w:rPr>
          <w:cs/>
          <w:lang w:bidi="bn-IN"/>
        </w:rPr>
        <w:t xml:space="preserve"> দিকে প্রত্যাবর্তনের পথ। তারই রয়েছেুঁ</w:t>
      </w:r>
      <w:r w:rsidR="00333FA4">
        <w:rPr>
          <w:lang w:bidi="bn-IN"/>
        </w:rPr>
        <w:t xml:space="preserve"> </w:t>
      </w:r>
      <w:r w:rsidRPr="007710BF">
        <w:rPr>
          <w:cs/>
          <w:lang w:bidi="bn-IN"/>
        </w:rPr>
        <w:t>মুক্তির নিমিত্তে বেদনা</w:t>
      </w:r>
      <w:r w:rsidR="00895143">
        <w:t>,</w:t>
      </w:r>
      <w:r w:rsidRPr="007710BF">
        <w:rPr>
          <w:cs/>
          <w:lang w:bidi="bn-IN"/>
        </w:rPr>
        <w:t>মহাসত্যের সাথে পুনর্মিলনের উদ্বেগ ও উৎকণ্ঠা।</w:t>
      </w:r>
    </w:p>
    <w:p w:rsidR="00333FA4" w:rsidRPr="00A377A9" w:rsidRDefault="00333FA4" w:rsidP="009848A8">
      <w:pPr>
        <w:pStyle w:val="libNormal"/>
        <w:rPr>
          <w:rtl/>
          <w:cs/>
        </w:rPr>
      </w:pPr>
      <w:r>
        <w:rPr>
          <w:cs/>
          <w:lang w:bidi="bn-IN"/>
        </w:rPr>
        <w:br w:type="page"/>
      </w:r>
    </w:p>
    <w:p w:rsidR="00333FA4" w:rsidRDefault="007710BF" w:rsidP="006B0B31">
      <w:pPr>
        <w:pStyle w:val="libNormal"/>
        <w:rPr>
          <w:rStyle w:val="Heading1Char"/>
          <w:rFonts w:eastAsia="Calibri"/>
        </w:rPr>
      </w:pPr>
      <w:bookmarkStart w:id="15" w:name="_Toc392601424"/>
      <w:r w:rsidRPr="00333FA4">
        <w:rPr>
          <w:rStyle w:val="Heading1Char"/>
          <w:rFonts w:eastAsia="Calibri"/>
          <w:cs/>
          <w:lang w:bidi="bn-IN"/>
        </w:rPr>
        <w:t xml:space="preserve">আমীরুল মুমিনীন আলী </w:t>
      </w:r>
      <w:r w:rsidRPr="00333FA4">
        <w:rPr>
          <w:rStyle w:val="Heading1Char"/>
          <w:rFonts w:eastAsia="Calibri"/>
          <w:rtl/>
          <w:cs/>
        </w:rPr>
        <w:t>-</w:t>
      </w:r>
      <w:r w:rsidRPr="00333FA4">
        <w:rPr>
          <w:rStyle w:val="Heading1Char"/>
          <w:rFonts w:eastAsia="Calibri"/>
          <w:rtl/>
          <w:cs/>
          <w:lang w:bidi="bn-IN"/>
        </w:rPr>
        <w:t>এর ভাষায় মানুষের বেদনা</w:t>
      </w:r>
      <w:r w:rsidR="006B0B31" w:rsidRPr="00333FA4">
        <w:rPr>
          <w:rStyle w:val="Heading1Char"/>
          <w:rFonts w:eastAsia="Calibri"/>
          <w:rtl/>
          <w:cs/>
        </w:rPr>
        <w:t>(</w:t>
      </w:r>
      <w:r w:rsidR="006B0B31" w:rsidRPr="00333FA4">
        <w:rPr>
          <w:rStyle w:val="Heading1Char"/>
          <w:rFonts w:eastAsia="Calibri"/>
          <w:rtl/>
          <w:cs/>
          <w:lang w:bidi="bn-IN"/>
        </w:rPr>
        <w:t>আ</w:t>
      </w:r>
      <w:r w:rsidR="006B0B31" w:rsidRPr="00333FA4">
        <w:rPr>
          <w:rStyle w:val="Heading1Char"/>
          <w:rFonts w:eastAsia="Calibri"/>
          <w:rtl/>
          <w:cs/>
        </w:rPr>
        <w:t>.)</w:t>
      </w:r>
      <w:bookmarkEnd w:id="15"/>
    </w:p>
    <w:p w:rsidR="00333FA4" w:rsidRDefault="007710BF" w:rsidP="002F4751">
      <w:pPr>
        <w:pStyle w:val="libNormal"/>
        <w:rPr>
          <w:lang w:bidi="bn-IN"/>
        </w:rPr>
      </w:pPr>
      <w:r w:rsidRPr="007710BF">
        <w:rPr>
          <w:cs/>
          <w:lang w:bidi="bn-IN"/>
        </w:rPr>
        <w:t>কতই না অপূর্ব বলেছেন আলী (আ.) যখন কুমাইল বিন যিয়াদ নাখীর সাথে মরুভূমির দিকে</w:t>
      </w:r>
      <w:r w:rsidR="00333FA4">
        <w:rPr>
          <w:lang w:bidi="bn-IN"/>
        </w:rPr>
        <w:t xml:space="preserve"> </w:t>
      </w:r>
      <w:r w:rsidRPr="007710BF">
        <w:rPr>
          <w:cs/>
          <w:lang w:bidi="bn-IN"/>
        </w:rPr>
        <w:t>যাচ্ছিলেন! কুমাইল বলেন</w:t>
      </w:r>
      <w:r w:rsidR="00895143">
        <w:t>,</w:t>
      </w:r>
      <w:r w:rsidRPr="001933EC">
        <w:rPr>
          <w:rStyle w:val="libAlaemChar"/>
        </w:rPr>
        <w:t>“</w:t>
      </w:r>
      <w:r w:rsidRPr="007710BF">
        <w:rPr>
          <w:cs/>
          <w:lang w:bidi="bn-IN"/>
        </w:rPr>
        <w:t xml:space="preserve">যেমাত্র বিজন মরুভূমিতে </w:t>
      </w:r>
      <w:r w:rsidR="00611BB9">
        <w:rPr>
          <w:cs/>
          <w:lang w:bidi="bn-IN"/>
        </w:rPr>
        <w:t>পৌ</w:t>
      </w:r>
      <w:r w:rsidRPr="007710BF">
        <w:rPr>
          <w:cs/>
          <w:lang w:bidi="bn-IN"/>
        </w:rPr>
        <w:t>ছলাম আলী (আ.) এক দীর</w:t>
      </w:r>
      <w:r w:rsidR="00333FA4">
        <w:rPr>
          <w:cs/>
          <w:lang w:bidi="bn-IN"/>
        </w:rPr>
        <w:t>্ঘশ্বা</w:t>
      </w:r>
      <w:r w:rsidRPr="007710BF">
        <w:rPr>
          <w:cs/>
          <w:lang w:bidi="bn-IN"/>
        </w:rPr>
        <w:t>স ফেললেন</w:t>
      </w:r>
      <w:r w:rsidR="00333FA4">
        <w:rPr>
          <w:lang w:bidi="bn-IN"/>
        </w:rPr>
        <w:t xml:space="preserve"> </w:t>
      </w:r>
      <w:r w:rsidRPr="007710BF">
        <w:rPr>
          <w:cs/>
          <w:lang w:bidi="bn-IN"/>
        </w:rPr>
        <w:t>এবং বললেন :</w:t>
      </w:r>
    </w:p>
    <w:p w:rsidR="00333FA4" w:rsidRPr="00333FA4" w:rsidRDefault="00333FA4" w:rsidP="00333FA4">
      <w:pPr>
        <w:pStyle w:val="libArCenter"/>
        <w:rPr>
          <w:rtl/>
          <w:lang w:bidi="fa-IR"/>
        </w:rPr>
      </w:pPr>
      <w:r w:rsidRPr="00333FA4">
        <w:rPr>
          <w:rFonts w:hint="cs"/>
          <w:rtl/>
          <w:lang w:bidi="ar-SA"/>
        </w:rPr>
        <w:t>یا کمیل بن زیاد إنّ هذه القلوب اوعیة فخیرها اوعاها فاحفظ عنّی ما أقول لک</w:t>
      </w:r>
    </w:p>
    <w:p w:rsidR="00333FA4" w:rsidRDefault="007710BF" w:rsidP="002F4751">
      <w:pPr>
        <w:pStyle w:val="libNormal"/>
        <w:rPr>
          <w:lang w:bidi="bn-IN"/>
        </w:rPr>
      </w:pPr>
      <w:r w:rsidRPr="007710BF">
        <w:rPr>
          <w:cs/>
          <w:lang w:bidi="bn-IN"/>
        </w:rPr>
        <w:t>মানুষের অন্তর পাত্র সদৃশ</w:t>
      </w:r>
      <w:r w:rsidRPr="007710BF">
        <w:t xml:space="preserve">; </w:t>
      </w:r>
      <w:r w:rsidRPr="007710BF">
        <w:rPr>
          <w:cs/>
          <w:lang w:bidi="bn-IN"/>
        </w:rPr>
        <w:t>আর সবচেয়ে ভাল পাত্র সেটাই যার ধারণক্ষমতা সর্বাধিক অথবা</w:t>
      </w:r>
      <w:r w:rsidR="00333FA4">
        <w:rPr>
          <w:lang w:bidi="bn-IN"/>
        </w:rPr>
        <w:t xml:space="preserve"> </w:t>
      </w:r>
      <w:r w:rsidRPr="007710BF">
        <w:rPr>
          <w:cs/>
          <w:lang w:bidi="bn-IN"/>
        </w:rPr>
        <w:t>ধারণকৃত বস্তুকে উত্তমরূপে রক্ষা করে। শ্রবণ কর যা আমি তোমাকে বলছি। (প্রথমে মানুষকে তিনভাগে ভাগ করেন</w:t>
      </w:r>
      <w:r w:rsidR="00895143">
        <w:t>,</w:t>
      </w:r>
      <w:r w:rsidRPr="007710BF">
        <w:rPr>
          <w:cs/>
          <w:lang w:bidi="bn-IN"/>
        </w:rPr>
        <w:t>যেটা আমাদের আলোচনার বিষয়বস্তু নয়) সবশেষে বলেন</w:t>
      </w:r>
      <w:r w:rsidR="00895143">
        <w:t>,</w:t>
      </w:r>
      <w:r w:rsidRPr="007710BF">
        <w:rPr>
          <w:cs/>
          <w:lang w:bidi="bn-IN"/>
        </w:rPr>
        <w:t>এমন কোন বিশ্বস্ত ব্যক্তি</w:t>
      </w:r>
      <w:r w:rsidR="00333FA4">
        <w:rPr>
          <w:lang w:bidi="bn-IN"/>
        </w:rPr>
        <w:t xml:space="preserve"> </w:t>
      </w:r>
      <w:r w:rsidRPr="007710BF">
        <w:rPr>
          <w:cs/>
          <w:lang w:bidi="bn-IN"/>
        </w:rPr>
        <w:t>নেই যে</w:t>
      </w:r>
      <w:r w:rsidR="00895143">
        <w:t>,</w:t>
      </w:r>
      <w:r w:rsidRPr="007710BF">
        <w:rPr>
          <w:cs/>
          <w:lang w:bidi="bn-IN"/>
        </w:rPr>
        <w:t>আমার হৃদয়ের গহীনে লুক্কায়িত বেদনাগুলোকে তার কাছে প্রকাশ করতে পারি</w:t>
      </w:r>
      <w:r w:rsidRPr="007710BF">
        <w:rPr>
          <w:cs/>
          <w:lang w:bidi="hi-IN"/>
        </w:rPr>
        <w:t xml:space="preserve">। </w:t>
      </w:r>
      <w:r w:rsidRPr="007710BF">
        <w:rPr>
          <w:cs/>
          <w:lang w:bidi="bn-IN"/>
        </w:rPr>
        <w:t>অতঃপর</w:t>
      </w:r>
      <w:r w:rsidR="00333FA4">
        <w:rPr>
          <w:lang w:bidi="bn-IN"/>
        </w:rPr>
        <w:t xml:space="preserve"> </w:t>
      </w:r>
      <w:r w:rsidRPr="007710BF">
        <w:rPr>
          <w:cs/>
          <w:lang w:bidi="bn-IN"/>
        </w:rPr>
        <w:t>বলেন</w:t>
      </w:r>
      <w:r w:rsidR="00895143">
        <w:t>,</w:t>
      </w:r>
      <w:r w:rsidRPr="007710BF">
        <w:rPr>
          <w:cs/>
          <w:lang w:bidi="bn-IN"/>
        </w:rPr>
        <w:t>এমনটি নয় যে</w:t>
      </w:r>
      <w:r w:rsidR="00895143">
        <w:t>,</w:t>
      </w:r>
      <w:r w:rsidRPr="007710BF">
        <w:rPr>
          <w:cs/>
          <w:lang w:bidi="bn-IN"/>
        </w:rPr>
        <w:t>কেউই নেই</w:t>
      </w:r>
      <w:r w:rsidR="00895143">
        <w:t>,</w:t>
      </w:r>
      <w:r w:rsidRPr="007710BF">
        <w:rPr>
          <w:cs/>
          <w:lang w:bidi="bn-IN"/>
        </w:rPr>
        <w:t>বরং সর্বদা প্রত্যেক যুগেই এ ধরনের ব্যক্তিত্ব বিদ্যমান।</w:t>
      </w:r>
    </w:p>
    <w:p w:rsidR="00333FA4" w:rsidRPr="00333FA4" w:rsidRDefault="00333FA4" w:rsidP="00A947E0">
      <w:pPr>
        <w:pStyle w:val="libAr"/>
        <w:rPr>
          <w:rtl/>
          <w:lang w:bidi="fa-IR"/>
        </w:rPr>
      </w:pPr>
      <w:r>
        <w:rPr>
          <w:rFonts w:hint="cs"/>
          <w:rtl/>
          <w:lang w:bidi="fa-IR"/>
        </w:rPr>
        <w:t>اللهم بلی لا تخلو</w:t>
      </w:r>
      <w:r w:rsidR="00A947E0">
        <w:rPr>
          <w:rFonts w:hint="cs"/>
          <w:rtl/>
          <w:lang w:bidi="fa-IR"/>
        </w:rPr>
        <w:t>ا الارض من قائم لله بحجّة إمّا ظاهرا مشهورا او خائفا مغمورا...هجم بهم العلم علی حقیقة البصیرة</w:t>
      </w:r>
    </w:p>
    <w:p w:rsidR="00A947E0" w:rsidRDefault="007710BF" w:rsidP="00A947E0">
      <w:pPr>
        <w:pStyle w:val="libNormal"/>
        <w:rPr>
          <w:lang w:bidi="bn-IN"/>
        </w:rPr>
      </w:pPr>
      <w:r w:rsidRPr="007710BF">
        <w:rPr>
          <w:cs/>
          <w:lang w:bidi="bn-IN"/>
        </w:rPr>
        <w:t xml:space="preserve">নিশ্চয়ই বিশ্ব কখনই </w:t>
      </w:r>
      <w:r w:rsidR="00D009A1">
        <w:rPr>
          <w:cs/>
          <w:lang w:bidi="bn-IN"/>
        </w:rPr>
        <w:t>আল্লাহর</w:t>
      </w:r>
      <w:r w:rsidRPr="007710BF">
        <w:rPr>
          <w:rFonts w:hint="cs"/>
          <w:cs/>
          <w:lang w:bidi="bn-IN"/>
        </w:rPr>
        <w:t xml:space="preserve"> হুজ্জাত (দলিল-প্রমাণ) বিহীন থাকে না</w:t>
      </w:r>
      <w:r w:rsidR="003936CB">
        <w:t>-</w:t>
      </w:r>
      <w:r w:rsidRPr="007710BF">
        <w:t xml:space="preserve"> </w:t>
      </w:r>
      <w:r w:rsidRPr="007710BF">
        <w:rPr>
          <w:cs/>
          <w:lang w:bidi="bn-IN"/>
        </w:rPr>
        <w:t>হোক প্রকাশিত</w:t>
      </w:r>
      <w:r w:rsidR="00895143">
        <w:t>,</w:t>
      </w:r>
      <w:r w:rsidRPr="007710BF">
        <w:rPr>
          <w:cs/>
          <w:lang w:bidi="bn-IN"/>
        </w:rPr>
        <w:t>পরিচিত</w:t>
      </w:r>
      <w:r w:rsidR="00A947E0">
        <w:rPr>
          <w:lang w:bidi="bn-IN"/>
        </w:rPr>
        <w:t xml:space="preserve"> </w:t>
      </w:r>
      <w:r w:rsidRPr="007710BF">
        <w:rPr>
          <w:cs/>
          <w:lang w:bidi="bn-IN"/>
        </w:rPr>
        <w:t xml:space="preserve">অথবা অপ্রকাশিত ও অপরিচিত... অবশেষে তাদের </w:t>
      </w:r>
      <w:r w:rsidR="005E5BE9">
        <w:rPr>
          <w:cs/>
          <w:lang w:bidi="bn-IN"/>
        </w:rPr>
        <w:t>প্রকৃত</w:t>
      </w:r>
      <w:r w:rsidRPr="007710BF">
        <w:rPr>
          <w:cs/>
          <w:lang w:bidi="bn-IN"/>
        </w:rPr>
        <w:t xml:space="preserve"> জ্ঞান তাদ</w:t>
      </w:r>
      <w:r w:rsidR="00A947E0">
        <w:rPr>
          <w:cs/>
          <w:lang w:bidi="bn-IN"/>
        </w:rPr>
        <w:t>ের দৃষ্টির সীমানাকে ছাড়িয়ে গেছে</w:t>
      </w:r>
      <w:r w:rsidR="00A947E0">
        <w:rPr>
          <w:lang w:bidi="bn-IN"/>
        </w:rPr>
        <w:t xml:space="preserve"> </w:t>
      </w:r>
      <w:r w:rsidRPr="007710BF">
        <w:rPr>
          <w:cs/>
          <w:lang w:bidi="bn-IN"/>
        </w:rPr>
        <w:t>এবং দৃঢ় বিশ্বাসে পরিণত হয়েছে। তাদের বিশ্বাস তাদের আত্মার সাথে সংযুক্ত হয়েছে এবং আত্মা ও বিশ্বাসের মধ্যে পার্থক্য অপনোদিত হয়েছে। যা সুবিধাবাদী ও বস্তুবাদীদের জন্য অত্যন্ত কষ্টকর তা</w:t>
      </w:r>
      <w:r w:rsidR="00A947E0">
        <w:rPr>
          <w:lang w:bidi="bn-IN"/>
        </w:rPr>
        <w:t xml:space="preserve"> </w:t>
      </w:r>
      <w:r w:rsidRPr="007710BF">
        <w:rPr>
          <w:cs/>
          <w:lang w:bidi="bn-IN"/>
        </w:rPr>
        <w:t>তাদের জন্য অত্যন্ত সহজ ও আরামদায়ক</w:t>
      </w:r>
      <w:r w:rsidRPr="007710BF">
        <w:rPr>
          <w:cs/>
          <w:lang w:bidi="hi-IN"/>
        </w:rPr>
        <w:t xml:space="preserve">। </w:t>
      </w:r>
      <w:r w:rsidRPr="007710BF">
        <w:rPr>
          <w:cs/>
          <w:lang w:bidi="bn-IN"/>
        </w:rPr>
        <w:t>যা মূর্খের (সত্য থেকে দূরে) জন্য ভীতির কারণ</w:t>
      </w:r>
      <w:r w:rsidR="00895143">
        <w:t>,</w:t>
      </w:r>
      <w:r w:rsidRPr="007710BF">
        <w:rPr>
          <w:cs/>
          <w:lang w:bidi="bn-IN"/>
        </w:rPr>
        <w:t>তা</w:t>
      </w:r>
      <w:r w:rsidR="00A947E0">
        <w:rPr>
          <w:lang w:bidi="bn-IN"/>
        </w:rPr>
        <w:t xml:space="preserve"> </w:t>
      </w:r>
      <w:r w:rsidRPr="007710BF">
        <w:rPr>
          <w:cs/>
          <w:lang w:bidi="bn-IN"/>
        </w:rPr>
        <w:t>তাদের জন্য ইপ্সিত ও কা</w:t>
      </w:r>
      <w:r w:rsidR="00A947E0">
        <w:rPr>
          <w:cs/>
          <w:lang w:bidi="bn-IN"/>
        </w:rPr>
        <w:t>ঙ্ক্ষি</w:t>
      </w:r>
      <w:r w:rsidRPr="007710BF">
        <w:rPr>
          <w:cs/>
          <w:lang w:bidi="bn-IN"/>
        </w:rPr>
        <w:t>ত।</w:t>
      </w:r>
    </w:p>
    <w:p w:rsidR="00A947E0" w:rsidRPr="00A947E0" w:rsidRDefault="00A947E0" w:rsidP="00A947E0">
      <w:pPr>
        <w:pStyle w:val="libArCenter"/>
        <w:rPr>
          <w:rtl/>
          <w:cs/>
        </w:rPr>
      </w:pPr>
      <w:r>
        <w:rPr>
          <w:rFonts w:hint="cs"/>
          <w:rtl/>
          <w:lang w:bidi="ar-SA"/>
        </w:rPr>
        <w:t xml:space="preserve">وصحبوا الدّنیا بابدان ارواحها معلّقة بالمحل الاعلی </w:t>
      </w:r>
      <w:r>
        <w:rPr>
          <w:rFonts w:hint="cs"/>
          <w:rtl/>
          <w:cs/>
        </w:rPr>
        <w:t>(</w:t>
      </w:r>
      <w:r>
        <w:rPr>
          <w:rFonts w:hint="cs"/>
          <w:rtl/>
          <w:cs/>
          <w:lang w:bidi="ar-SA"/>
        </w:rPr>
        <w:t xml:space="preserve">نهج </w:t>
      </w:r>
      <w:r>
        <w:rPr>
          <w:rFonts w:hint="cs"/>
          <w:rtl/>
          <w:lang w:bidi="ar-SA"/>
        </w:rPr>
        <w:t>البلاغة</w:t>
      </w:r>
      <w:r>
        <w:rPr>
          <w:rFonts w:hint="cs"/>
          <w:rtl/>
          <w:cs/>
        </w:rPr>
        <w:t>)</w:t>
      </w:r>
    </w:p>
    <w:p w:rsidR="00A947E0" w:rsidRDefault="007710BF" w:rsidP="00A947E0">
      <w:pPr>
        <w:pStyle w:val="libNormal"/>
        <w:rPr>
          <w:rStyle w:val="libAlaemChar"/>
        </w:rPr>
      </w:pPr>
      <w:r w:rsidRPr="007710BF">
        <w:rPr>
          <w:cs/>
          <w:lang w:bidi="bn-IN"/>
        </w:rPr>
        <w:t>তারা পৃথিবীতে মানুষের সাথী</w:t>
      </w:r>
      <w:r w:rsidR="00895143">
        <w:t>,</w:t>
      </w:r>
      <w:r w:rsidRPr="007710BF">
        <w:rPr>
          <w:cs/>
          <w:lang w:bidi="bn-IN"/>
        </w:rPr>
        <w:t>তবে তাদের আত্মাসমূহ উর্ধ্বলোকের প্রতি মহনীয়। তারা পৃথিবীতে</w:t>
      </w:r>
      <w:r w:rsidR="00A947E0">
        <w:rPr>
          <w:lang w:bidi="bn-IN"/>
        </w:rPr>
        <w:t xml:space="preserve"> </w:t>
      </w:r>
      <w:r w:rsidRPr="007710BF">
        <w:rPr>
          <w:cs/>
          <w:lang w:bidi="bn-IN"/>
        </w:rPr>
        <w:t>থেকেও পৃথিবীতে নেই। তারা এ পৃথিবীতে বসবাস করছে</w:t>
      </w:r>
      <w:r w:rsidR="00895143">
        <w:t>,</w:t>
      </w:r>
      <w:r w:rsidRPr="007710BF">
        <w:rPr>
          <w:cs/>
          <w:lang w:bidi="bn-IN"/>
        </w:rPr>
        <w:t>আবার অন্য এক ভূবনেও রয়েছে।</w:t>
      </w:r>
      <w:r w:rsidRPr="001933EC">
        <w:rPr>
          <w:rStyle w:val="libAlaemChar"/>
        </w:rPr>
        <w:t>”</w:t>
      </w:r>
    </w:p>
    <w:p w:rsidR="00A947E0" w:rsidRDefault="007710BF" w:rsidP="00A947E0">
      <w:pPr>
        <w:pStyle w:val="libNormal"/>
        <w:rPr>
          <w:lang w:bidi="bn-IN"/>
        </w:rPr>
      </w:pPr>
      <w:r w:rsidRPr="007710BF">
        <w:rPr>
          <w:cs/>
          <w:lang w:bidi="bn-IN"/>
        </w:rPr>
        <w:t xml:space="preserve">আলী (আ.)-এর বেদনা যা আমাদের ভাষায় আলীর আধ্যাত্ম বেদনা। </w:t>
      </w:r>
      <w:r w:rsidR="00FE6D44">
        <w:rPr>
          <w:cs/>
          <w:lang w:bidi="bn-IN"/>
        </w:rPr>
        <w:t>তার</w:t>
      </w:r>
      <w:r w:rsidRPr="007710BF">
        <w:rPr>
          <w:cs/>
          <w:lang w:bidi="bn-IN"/>
        </w:rPr>
        <w:t xml:space="preserve"> প্রার্থনা সম্পর্কীয়</w:t>
      </w:r>
      <w:r w:rsidR="00A947E0">
        <w:rPr>
          <w:lang w:bidi="bn-IN"/>
        </w:rPr>
        <w:t xml:space="preserve"> </w:t>
      </w:r>
      <w:r w:rsidRPr="007710BF">
        <w:rPr>
          <w:cs/>
          <w:lang w:bidi="bn-IN"/>
        </w:rPr>
        <w:t xml:space="preserve">বেদনা এবং মোনাজাত এক দিব্য ও আলোকময় সত্য বিষয়। মহান </w:t>
      </w:r>
      <w:r w:rsidR="008958EF">
        <w:rPr>
          <w:cs/>
          <w:lang w:bidi="bn-IN"/>
        </w:rPr>
        <w:t>প্রভুর</w:t>
      </w:r>
      <w:r w:rsidR="00A947E0">
        <w:rPr>
          <w:cs/>
          <w:lang w:bidi="bn-IN"/>
        </w:rPr>
        <w:t xml:space="preserve"> উপাসনায় তিনি যখন মত্ত</w:t>
      </w:r>
      <w:r w:rsidR="00A947E0">
        <w:rPr>
          <w:lang w:bidi="bn-IN"/>
        </w:rPr>
        <w:t xml:space="preserve"> </w:t>
      </w:r>
      <w:r w:rsidRPr="007710BF">
        <w:rPr>
          <w:cs/>
          <w:lang w:bidi="bn-IN"/>
        </w:rPr>
        <w:t>হতেন যেন আপনাকে ভুলে যেতেন</w:t>
      </w:r>
      <w:r w:rsidR="00895143">
        <w:t>,</w:t>
      </w:r>
      <w:r w:rsidRPr="007710BF">
        <w:rPr>
          <w:cs/>
          <w:lang w:bidi="bn-IN"/>
        </w:rPr>
        <w:t xml:space="preserve">হারিয়ে যেতেন মহান </w:t>
      </w:r>
      <w:r w:rsidR="008958EF">
        <w:rPr>
          <w:cs/>
          <w:lang w:bidi="bn-IN"/>
        </w:rPr>
        <w:t>প্রভুর</w:t>
      </w:r>
      <w:r w:rsidRPr="007710BF">
        <w:rPr>
          <w:cs/>
          <w:lang w:bidi="bn-IN"/>
        </w:rPr>
        <w:t xml:space="preserve"> প্রেমে</w:t>
      </w:r>
      <w:r w:rsidR="00895143">
        <w:t>,</w:t>
      </w:r>
      <w:r w:rsidR="00A947E0">
        <w:rPr>
          <w:cs/>
          <w:lang w:bidi="bn-IN"/>
        </w:rPr>
        <w:t>ভুলে যেতেন</w:t>
      </w:r>
      <w:r w:rsidR="00A947E0">
        <w:rPr>
          <w:lang w:bidi="bn-IN"/>
        </w:rPr>
        <w:t xml:space="preserve"> </w:t>
      </w:r>
      <w:r w:rsidRPr="007710BF">
        <w:rPr>
          <w:cs/>
          <w:lang w:bidi="bn-IN"/>
        </w:rPr>
        <w:t>পারিপাশ্বিকতাকে</w:t>
      </w:r>
      <w:r w:rsidR="00895143">
        <w:t>,</w:t>
      </w:r>
      <w:r w:rsidRPr="007710BF">
        <w:rPr>
          <w:cs/>
          <w:lang w:bidi="bn-IN"/>
        </w:rPr>
        <w:t xml:space="preserve">এমনকি বিদ্ধ তীর যখন </w:t>
      </w:r>
      <w:r w:rsidR="00FE6D44">
        <w:rPr>
          <w:cs/>
          <w:lang w:bidi="bn-IN"/>
        </w:rPr>
        <w:t>তার</w:t>
      </w:r>
      <w:r w:rsidRPr="007710BF">
        <w:rPr>
          <w:cs/>
          <w:lang w:bidi="bn-IN"/>
        </w:rPr>
        <w:t xml:space="preserve"> দেহ থেকে মুক্ত </w:t>
      </w:r>
      <w:r w:rsidR="00A947E0">
        <w:rPr>
          <w:cs/>
          <w:lang w:bidi="bn-IN"/>
        </w:rPr>
        <w:t>করা হতো অনুভব করতেন না কিঞ্চিরত</w:t>
      </w:r>
      <w:r w:rsidR="00A947E0">
        <w:rPr>
          <w:lang w:bidi="bn-IN"/>
        </w:rPr>
        <w:t xml:space="preserve"> </w:t>
      </w:r>
      <w:r w:rsidRPr="007710BF">
        <w:rPr>
          <w:cs/>
          <w:lang w:bidi="bn-IN"/>
        </w:rPr>
        <w:t>পরিমাণ ব্যথাও।</w:t>
      </w:r>
    </w:p>
    <w:p w:rsidR="00F44B3E" w:rsidRDefault="007710BF" w:rsidP="00F44B3E">
      <w:pPr>
        <w:pStyle w:val="libNormal"/>
        <w:rPr>
          <w:lang w:bidi="bn-IN"/>
        </w:rPr>
      </w:pPr>
      <w:r w:rsidRPr="007710BF">
        <w:rPr>
          <w:cs/>
          <w:lang w:bidi="bn-IN"/>
        </w:rPr>
        <w:t xml:space="preserve">আর এটাই হলো মানুষের </w:t>
      </w:r>
      <w:r w:rsidR="005E5BE9">
        <w:rPr>
          <w:cs/>
          <w:lang w:bidi="bn-IN"/>
        </w:rPr>
        <w:t>প্রকৃত</w:t>
      </w:r>
      <w:r w:rsidRPr="007710BF">
        <w:rPr>
          <w:cs/>
          <w:lang w:bidi="bn-IN"/>
        </w:rPr>
        <w:t xml:space="preserve"> বেদনা অর্থাৎ মহাসত্যের বিরহ বেদনা</w:t>
      </w:r>
      <w:r w:rsidRPr="007710BF">
        <w:t xml:space="preserve">; </w:t>
      </w:r>
      <w:r w:rsidRPr="007710BF">
        <w:rPr>
          <w:cs/>
          <w:lang w:bidi="bn-IN"/>
        </w:rPr>
        <w:t xml:space="preserve">মহান </w:t>
      </w:r>
      <w:r w:rsidR="008958EF">
        <w:rPr>
          <w:cs/>
          <w:lang w:bidi="bn-IN"/>
        </w:rPr>
        <w:t>প্রভুর</w:t>
      </w:r>
      <w:r w:rsidR="00A947E0">
        <w:rPr>
          <w:cs/>
          <w:lang w:bidi="bn-IN"/>
        </w:rPr>
        <w:t xml:space="preserve"> সান্নিধ্যৃ</w:t>
      </w:r>
      <w:r w:rsidR="00A947E0">
        <w:rPr>
          <w:lang w:bidi="bn-IN"/>
        </w:rPr>
        <w:t xml:space="preserve"> </w:t>
      </w:r>
      <w:r w:rsidRPr="007710BF">
        <w:rPr>
          <w:cs/>
          <w:lang w:bidi="bn-IN"/>
        </w:rPr>
        <w:t xml:space="preserve">লাভের অভিপ্রায় এবং </w:t>
      </w:r>
      <w:r w:rsidR="00FE6D44">
        <w:rPr>
          <w:cs/>
          <w:lang w:bidi="bn-IN"/>
        </w:rPr>
        <w:t>তার</w:t>
      </w:r>
      <w:r w:rsidRPr="007710BF">
        <w:rPr>
          <w:cs/>
          <w:lang w:bidi="bn-IN"/>
        </w:rPr>
        <w:t xml:space="preserve"> দিকে ধাবিত হওয়া ও </w:t>
      </w:r>
      <w:r w:rsidR="00FE6D44">
        <w:rPr>
          <w:cs/>
          <w:lang w:bidi="bn-IN"/>
        </w:rPr>
        <w:t>তার</w:t>
      </w:r>
      <w:r w:rsidRPr="007710BF">
        <w:rPr>
          <w:cs/>
          <w:lang w:bidi="bn-IN"/>
        </w:rPr>
        <w:t xml:space="preserve"> নৈকট্য লাভ। যতক্ষণ পর্যন্ত না মানুষ তার</w:t>
      </w:r>
      <w:r w:rsidR="00A947E0">
        <w:rPr>
          <w:lang w:bidi="bn-IN"/>
        </w:rPr>
        <w:t xml:space="preserve"> </w:t>
      </w:r>
      <w:r w:rsidR="008958EF">
        <w:rPr>
          <w:cs/>
          <w:lang w:bidi="bn-IN"/>
        </w:rPr>
        <w:t>প্রভুর</w:t>
      </w:r>
      <w:r w:rsidRPr="007710BF">
        <w:rPr>
          <w:cs/>
          <w:lang w:bidi="bn-IN"/>
        </w:rPr>
        <w:t xml:space="preserve"> সত্তায় লীন হবে ততক্ষণ পর্যন্ত তার এ উদ্বেগ ও উৎকণ</w:t>
      </w:r>
      <w:r w:rsidR="00A947E0">
        <w:rPr>
          <w:cs/>
          <w:lang w:bidi="bn-IN"/>
        </w:rPr>
        <w:t>্ঠার অবকাশ নেই এবং এ অবস্থা তার</w:t>
      </w:r>
      <w:r w:rsidR="00A947E0">
        <w:rPr>
          <w:lang w:bidi="bn-IN"/>
        </w:rPr>
        <w:t xml:space="preserve"> </w:t>
      </w:r>
      <w:r w:rsidRPr="007710BF">
        <w:rPr>
          <w:cs/>
          <w:lang w:bidi="bn-IN"/>
        </w:rPr>
        <w:t>মধ্যে সকল সময় বিদ্যমান</w:t>
      </w:r>
      <w:r w:rsidRPr="007710BF">
        <w:rPr>
          <w:cs/>
          <w:lang w:bidi="hi-IN"/>
        </w:rPr>
        <w:t xml:space="preserve">। </w:t>
      </w:r>
      <w:r w:rsidRPr="007710BF">
        <w:rPr>
          <w:cs/>
          <w:lang w:bidi="bn-IN"/>
        </w:rPr>
        <w:t>যদি মানুষ নিজেকে কোন কিছুর প্রতি ব্যস্ত করে</w:t>
      </w:r>
      <w:r w:rsidR="00895143">
        <w:t>,</w:t>
      </w:r>
      <w:r w:rsidRPr="007710BF">
        <w:rPr>
          <w:cs/>
          <w:lang w:bidi="bn-IN"/>
        </w:rPr>
        <w:t>তবে তা মানুষের</w:t>
      </w:r>
      <w:r w:rsidR="00F44B3E">
        <w:rPr>
          <w:lang w:bidi="bn-IN"/>
        </w:rPr>
        <w:t xml:space="preserve"> </w:t>
      </w:r>
      <w:r w:rsidRPr="007710BF">
        <w:rPr>
          <w:cs/>
          <w:lang w:bidi="bn-IN"/>
        </w:rPr>
        <w:t xml:space="preserve">বিনোদনের কারণ হয়। তবে বাস্তবিকতা অন্য কিছু। কোরআন এ বিষয়টিকে এভাবে ব্যাখ্যা করে </w:t>
      </w:r>
    </w:p>
    <w:p w:rsidR="00F44B3E" w:rsidRDefault="00F44B3E" w:rsidP="00F44B3E">
      <w:pPr>
        <w:pStyle w:val="libAie"/>
        <w:rPr>
          <w:lang w:bidi="bn-IN"/>
        </w:rPr>
      </w:pPr>
      <w:r w:rsidRPr="00F44B3E">
        <w:rPr>
          <w:rStyle w:val="libAlaemChar"/>
        </w:rPr>
        <w:t>)</w:t>
      </w:r>
      <w:r>
        <w:rPr>
          <w:rtl/>
          <w:lang w:bidi="fa-IR"/>
        </w:rPr>
        <w:t>أَلَا بِذِكْرِ اللَّهِ تَطْمَئِنُّ الْقُلُوب</w:t>
      </w:r>
      <w:r w:rsidRPr="00F44B3E">
        <w:rPr>
          <w:rStyle w:val="libAlaemChar"/>
        </w:rPr>
        <w:t>(</w:t>
      </w:r>
    </w:p>
    <w:p w:rsidR="00F44B3E" w:rsidRDefault="007710BF" w:rsidP="00F44B3E">
      <w:pPr>
        <w:pStyle w:val="libNormal"/>
        <w:rPr>
          <w:lang w:bidi="bn-IN"/>
        </w:rPr>
      </w:pPr>
      <w:r w:rsidRPr="001933EC">
        <w:rPr>
          <w:rStyle w:val="libAlaemChar"/>
        </w:rPr>
        <w:t>“</w:t>
      </w:r>
      <w:r w:rsidRPr="007710BF">
        <w:rPr>
          <w:cs/>
          <w:lang w:bidi="bn-IN"/>
        </w:rPr>
        <w:t>জেনে রাখ</w:t>
      </w:r>
      <w:r w:rsidR="00895143">
        <w:t>,</w:t>
      </w:r>
      <w:r w:rsidRPr="007710BF">
        <w:rPr>
          <w:cs/>
          <w:lang w:bidi="bn-IN"/>
        </w:rPr>
        <w:t xml:space="preserve">একমাত্র মহান </w:t>
      </w:r>
      <w:r w:rsidR="008958EF">
        <w:rPr>
          <w:cs/>
          <w:lang w:bidi="bn-IN"/>
        </w:rPr>
        <w:t>প্রভুর</w:t>
      </w:r>
      <w:r w:rsidRPr="007710BF">
        <w:rPr>
          <w:cs/>
          <w:lang w:bidi="bn-IN"/>
        </w:rPr>
        <w:t xml:space="preserve"> স্মরণের মাধ্যমেই অন্তরসমূহ (উদ্বেগ</w:t>
      </w:r>
      <w:r w:rsidR="00895143">
        <w:t>,</w:t>
      </w:r>
      <w:r w:rsidRPr="007710BF">
        <w:rPr>
          <w:cs/>
          <w:lang w:bidi="bn-IN"/>
        </w:rPr>
        <w:t>দুশ্চিন্তুা থেকে) প্রশান্ত হয়।</w:t>
      </w:r>
      <w:r w:rsidRPr="001933EC">
        <w:rPr>
          <w:rStyle w:val="libAlaemChar"/>
        </w:rPr>
        <w:t>”</w:t>
      </w:r>
      <w:r w:rsidRPr="007710BF">
        <w:t xml:space="preserve"> (</w:t>
      </w:r>
      <w:r w:rsidRPr="007710BF">
        <w:rPr>
          <w:cs/>
          <w:lang w:bidi="bn-IN"/>
        </w:rPr>
        <w:t>সূরা রাদ : ২৮) মানুষের এ বেদনা (</w:t>
      </w:r>
      <w:r w:rsidR="008958EF">
        <w:rPr>
          <w:cs/>
          <w:lang w:bidi="bn-IN"/>
        </w:rPr>
        <w:t>প্রভুর</w:t>
      </w:r>
      <w:r w:rsidR="00F44B3E">
        <w:rPr>
          <w:cs/>
          <w:lang w:bidi="bn-IN"/>
        </w:rPr>
        <w:t xml:space="preserve"> সান্নিধ্য লাভ) একমাত্র একটি</w:t>
      </w:r>
      <w:r w:rsidR="00F44B3E">
        <w:rPr>
          <w:lang w:bidi="bn-IN"/>
        </w:rPr>
        <w:t xml:space="preserve"> </w:t>
      </w:r>
      <w:r w:rsidRPr="007710BF">
        <w:rPr>
          <w:cs/>
          <w:lang w:bidi="bn-IN"/>
        </w:rPr>
        <w:t xml:space="preserve">জিনিসের মাধ্যমে বিদূরিত হয়। আর তা হলো মহান প্রভুর স্মরণ ও </w:t>
      </w:r>
      <w:r w:rsidR="00FE6D44">
        <w:rPr>
          <w:cs/>
          <w:lang w:bidi="bn-IN"/>
        </w:rPr>
        <w:t>তার</w:t>
      </w:r>
      <w:r w:rsidRPr="007710BF">
        <w:rPr>
          <w:cs/>
          <w:lang w:bidi="bn-IN"/>
        </w:rPr>
        <w:t xml:space="preserve"> প্রেম। আধ্যাত্মিক সাধকগণ</w:t>
      </w:r>
      <w:r w:rsidR="00F44B3E">
        <w:rPr>
          <w:lang w:bidi="bn-IN"/>
        </w:rPr>
        <w:t xml:space="preserve"> </w:t>
      </w:r>
      <w:r w:rsidRPr="007710BF">
        <w:rPr>
          <w:cs/>
          <w:lang w:bidi="bn-IN"/>
        </w:rPr>
        <w:t>এ বেদনার উপরই নির্ভর করেন</w:t>
      </w:r>
      <w:r w:rsidR="00895143">
        <w:t>,</w:t>
      </w:r>
      <w:r w:rsidRPr="007710BF">
        <w:rPr>
          <w:cs/>
          <w:lang w:bidi="bn-IN"/>
        </w:rPr>
        <w:t xml:space="preserve">অন্যান্য ব্যথার প্রতি </w:t>
      </w:r>
      <w:r w:rsidR="00FE6D44">
        <w:rPr>
          <w:cs/>
          <w:lang w:bidi="bn-IN"/>
        </w:rPr>
        <w:t>তারা</w:t>
      </w:r>
      <w:r w:rsidRPr="007710BF">
        <w:rPr>
          <w:cs/>
          <w:lang w:bidi="bn-IN"/>
        </w:rPr>
        <w:t xml:space="preserve"> খুব একটা গুরুত্ব দেন না।</w:t>
      </w:r>
      <w:r w:rsidR="00F44B3E">
        <w:rPr>
          <w:lang w:bidi="bn-IN"/>
        </w:rPr>
        <w:t xml:space="preserve"> </w:t>
      </w:r>
    </w:p>
    <w:p w:rsidR="00F44B3E" w:rsidRDefault="00F44B3E" w:rsidP="00F44B3E">
      <w:pPr>
        <w:pStyle w:val="libNormal"/>
        <w:rPr>
          <w:lang w:bidi="bn-IN"/>
        </w:rPr>
      </w:pPr>
    </w:p>
    <w:p w:rsidR="00F44B3E" w:rsidRDefault="007710BF" w:rsidP="00F44B3E">
      <w:pPr>
        <w:pStyle w:val="libNormal"/>
        <w:rPr>
          <w:rStyle w:val="libBold1Char"/>
        </w:rPr>
      </w:pPr>
      <w:r w:rsidRPr="00F44B3E">
        <w:rPr>
          <w:rStyle w:val="libBold1Char"/>
          <w:cs/>
          <w:lang w:bidi="bn-IN"/>
        </w:rPr>
        <w:t xml:space="preserve">মৌলভীর দেয়া একটি উদাহরণ </w:t>
      </w:r>
      <w:r w:rsidRPr="00F44B3E">
        <w:rPr>
          <w:rStyle w:val="libBold1Char"/>
          <w:rtl/>
          <w:cs/>
        </w:rPr>
        <w:t>:</w:t>
      </w:r>
    </w:p>
    <w:p w:rsidR="001C5FF3" w:rsidRDefault="007710BF" w:rsidP="00F44B3E">
      <w:pPr>
        <w:pStyle w:val="libNormal"/>
        <w:rPr>
          <w:rStyle w:val="libAlaemChar"/>
        </w:rPr>
      </w:pPr>
      <w:r w:rsidRPr="007710BF">
        <w:rPr>
          <w:cs/>
          <w:lang w:bidi="bn-IN"/>
        </w:rPr>
        <w:t xml:space="preserve">মৌলভী দৃষ্টান্তস্বরূপ একটি ঘটনা </w:t>
      </w:r>
      <w:r w:rsidR="00906B99">
        <w:rPr>
          <w:cs/>
          <w:lang w:bidi="bn-IN"/>
        </w:rPr>
        <w:t>উল্লেখ</w:t>
      </w:r>
      <w:r w:rsidRPr="007710BF">
        <w:rPr>
          <w:rFonts w:hint="cs"/>
          <w:cs/>
          <w:lang w:bidi="bn-IN"/>
        </w:rPr>
        <w:t xml:space="preserve"> করেছেন। কথিত আছে যে</w:t>
      </w:r>
      <w:r w:rsidR="00895143">
        <w:t>,</w:t>
      </w:r>
      <w:r w:rsidRPr="007710BF">
        <w:rPr>
          <w:cs/>
          <w:lang w:bidi="bn-IN"/>
        </w:rPr>
        <w:t>এক ব্যক্তি সব সময় নিজের</w:t>
      </w:r>
      <w:r w:rsidR="00F44B3E">
        <w:rPr>
          <w:lang w:bidi="bn-IN"/>
        </w:rPr>
        <w:t xml:space="preserve"> </w:t>
      </w:r>
      <w:r w:rsidRPr="007710BF">
        <w:rPr>
          <w:cs/>
          <w:lang w:bidi="bn-IN"/>
        </w:rPr>
        <w:t xml:space="preserve">অভাব অভিযোগ </w:t>
      </w:r>
      <w:r w:rsidR="000C4B23">
        <w:rPr>
          <w:cs/>
          <w:lang w:bidi="bn-IN"/>
        </w:rPr>
        <w:t>সম্পর্কে</w:t>
      </w:r>
      <w:r w:rsidRPr="007710BF">
        <w:rPr>
          <w:cs/>
          <w:lang w:bidi="bn-IN"/>
        </w:rPr>
        <w:t xml:space="preserve"> </w:t>
      </w:r>
      <w:r w:rsidR="00D009A1">
        <w:rPr>
          <w:cs/>
          <w:lang w:bidi="bn-IN"/>
        </w:rPr>
        <w:t>আল্লাহর</w:t>
      </w:r>
      <w:r w:rsidRPr="007710BF">
        <w:rPr>
          <w:rFonts w:hint="cs"/>
          <w:cs/>
          <w:lang w:bidi="bn-IN"/>
        </w:rPr>
        <w:t xml:space="preserve"> কাছে প্রার্থনা করত ও আ</w:t>
      </w:r>
      <w:r w:rsidR="006B46F0">
        <w:rPr>
          <w:rFonts w:hint="cs"/>
          <w:cs/>
          <w:lang w:bidi="bn-IN"/>
        </w:rPr>
        <w:t>ল্লা</w:t>
      </w:r>
      <w:r w:rsidRPr="007710BF">
        <w:rPr>
          <w:rFonts w:hint="cs"/>
          <w:cs/>
          <w:lang w:bidi="bn-IN"/>
        </w:rPr>
        <w:t>হ</w:t>
      </w:r>
      <w:r w:rsidR="00895143">
        <w:t>,</w:t>
      </w:r>
      <w:r w:rsidRPr="007710BF">
        <w:rPr>
          <w:cs/>
          <w:lang w:bidi="bn-IN"/>
        </w:rPr>
        <w:t>আ</w:t>
      </w:r>
      <w:r w:rsidR="006B46F0">
        <w:rPr>
          <w:cs/>
          <w:lang w:bidi="bn-IN"/>
        </w:rPr>
        <w:t>ল্লা</w:t>
      </w:r>
      <w:r w:rsidRPr="007710BF">
        <w:rPr>
          <w:rFonts w:hint="cs"/>
          <w:cs/>
          <w:lang w:bidi="bn-IN"/>
        </w:rPr>
        <w:t>হ্ বলে চীৎকার করত। একদিন</w:t>
      </w:r>
      <w:r w:rsidR="00F44B3E">
        <w:rPr>
          <w:lang w:bidi="bn-IN"/>
        </w:rPr>
        <w:t xml:space="preserve"> </w:t>
      </w:r>
      <w:r w:rsidRPr="007710BF">
        <w:rPr>
          <w:rFonts w:hint="cs"/>
          <w:cs/>
          <w:lang w:bidi="bn-IN"/>
        </w:rPr>
        <w:t>শয়তান সুযোগমত তার কাছে উপস্থিত হয়ে তাকে ধোঁকা</w:t>
      </w:r>
      <w:r w:rsidRPr="007710BF">
        <w:rPr>
          <w:cs/>
          <w:lang w:bidi="bn-IN"/>
        </w:rPr>
        <w:t xml:space="preserve"> দিল এবং এমন কাজ করল যে</w:t>
      </w:r>
      <w:r w:rsidR="00895143">
        <w:t>,</w:t>
      </w:r>
      <w:r w:rsidRPr="007710BF">
        <w:rPr>
          <w:cs/>
          <w:lang w:bidi="bn-IN"/>
        </w:rPr>
        <w:t>ঐ ব্যক্তি</w:t>
      </w:r>
      <w:r w:rsidR="00F44B3E">
        <w:rPr>
          <w:lang w:bidi="bn-IN"/>
        </w:rPr>
        <w:t xml:space="preserve"> </w:t>
      </w:r>
      <w:r w:rsidRPr="007710BF">
        <w:rPr>
          <w:cs/>
          <w:lang w:bidi="bn-IN"/>
        </w:rPr>
        <w:t>চিরদিনের জন্য স্তব্ধ হয়ে গেল। শয়তান লোকটিকে বলল</w:t>
      </w:r>
      <w:r w:rsidR="00895143">
        <w:t>,</w:t>
      </w:r>
      <w:r w:rsidRPr="001933EC">
        <w:rPr>
          <w:rStyle w:val="libAlaemChar"/>
        </w:rPr>
        <w:t>“</w:t>
      </w:r>
      <w:r w:rsidR="00F44B3E">
        <w:rPr>
          <w:cs/>
          <w:lang w:bidi="bn-IN"/>
        </w:rPr>
        <w:t>ওহে! প্রত্যহ প্রত্যুষে এই যে আকুল</w:t>
      </w:r>
      <w:r w:rsidR="00F44B3E">
        <w:rPr>
          <w:lang w:bidi="bn-IN"/>
        </w:rPr>
        <w:t xml:space="preserve"> </w:t>
      </w:r>
      <w:r w:rsidRPr="007710BF">
        <w:rPr>
          <w:cs/>
          <w:lang w:bidi="bn-IN"/>
        </w:rPr>
        <w:t xml:space="preserve">হৃদয়ে </w:t>
      </w:r>
      <w:r w:rsidRPr="001933EC">
        <w:rPr>
          <w:rStyle w:val="libAlaemChar"/>
        </w:rPr>
        <w:t>‘</w:t>
      </w:r>
      <w:r w:rsidRPr="007710BF">
        <w:rPr>
          <w:cs/>
          <w:lang w:bidi="bn-IN"/>
        </w:rPr>
        <w:t>আ</w:t>
      </w:r>
      <w:r w:rsidR="006B46F0">
        <w:rPr>
          <w:cs/>
          <w:lang w:bidi="bn-IN"/>
        </w:rPr>
        <w:t>ল্লা</w:t>
      </w:r>
      <w:r w:rsidRPr="007710BF">
        <w:rPr>
          <w:rFonts w:hint="cs"/>
          <w:cs/>
          <w:lang w:bidi="bn-IN"/>
        </w:rPr>
        <w:t>হ্</w:t>
      </w:r>
      <w:r w:rsidRPr="001933EC">
        <w:rPr>
          <w:rStyle w:val="libAlaemChar"/>
        </w:rPr>
        <w:t>’</w:t>
      </w:r>
      <w:r w:rsidRPr="007710BF">
        <w:t xml:space="preserve"> </w:t>
      </w:r>
      <w:r w:rsidRPr="007710BF">
        <w:rPr>
          <w:cs/>
          <w:lang w:bidi="bn-IN"/>
        </w:rPr>
        <w:t xml:space="preserve">ধ্বনিতে </w:t>
      </w:r>
      <w:r w:rsidR="00F44B3E">
        <w:rPr>
          <w:cs/>
          <w:lang w:bidi="bn-IN"/>
        </w:rPr>
        <w:t>প্রভূকে</w:t>
      </w:r>
      <w:r w:rsidRPr="007710BF">
        <w:rPr>
          <w:cs/>
          <w:lang w:bidi="bn-IN"/>
        </w:rPr>
        <w:t xml:space="preserve"> ডাকছ</w:t>
      </w:r>
      <w:r w:rsidR="00895143">
        <w:t>,</w:t>
      </w:r>
      <w:r w:rsidRPr="007710BF">
        <w:rPr>
          <w:cs/>
          <w:lang w:bidi="bn-IN"/>
        </w:rPr>
        <w:t xml:space="preserve">একবারও কি </w:t>
      </w:r>
      <w:r w:rsidR="00FE6D44">
        <w:rPr>
          <w:cs/>
          <w:lang w:bidi="bn-IN"/>
        </w:rPr>
        <w:t>তার</w:t>
      </w:r>
      <w:r w:rsidRPr="007710BF">
        <w:rPr>
          <w:cs/>
          <w:lang w:bidi="bn-IN"/>
        </w:rPr>
        <w:t xml:space="preserve"> পক্ষ থেকে সাড়া পেয়েছ</w:t>
      </w:r>
      <w:r w:rsidRPr="007710BF">
        <w:t xml:space="preserve">? </w:t>
      </w:r>
      <w:r w:rsidR="00F44B3E">
        <w:rPr>
          <w:cs/>
          <w:lang w:bidi="bn-IN"/>
        </w:rPr>
        <w:t>তুমি যদি</w:t>
      </w:r>
      <w:r w:rsidR="00F44B3E">
        <w:rPr>
          <w:lang w:bidi="bn-IN"/>
        </w:rPr>
        <w:t xml:space="preserve"> </w:t>
      </w:r>
      <w:r w:rsidRPr="007710BF">
        <w:rPr>
          <w:cs/>
          <w:lang w:bidi="bn-IN"/>
        </w:rPr>
        <w:t>প্রত্যেকের দ্বারে দ্বারে ঘুরে আপন ফরিয়াদের কথা ব্যক্ত করতে অন্তত একবার কেউ না কেউ এর</w:t>
      </w:r>
      <w:r w:rsidR="00F44B3E">
        <w:rPr>
          <w:lang w:bidi="bn-IN"/>
        </w:rPr>
        <w:t xml:space="preserve"> </w:t>
      </w:r>
      <w:r w:rsidRPr="007710BF">
        <w:rPr>
          <w:cs/>
          <w:lang w:bidi="bn-IN"/>
        </w:rPr>
        <w:t>জবাব দিত।</w:t>
      </w:r>
      <w:r w:rsidRPr="001933EC">
        <w:rPr>
          <w:rStyle w:val="libAlaemChar"/>
        </w:rPr>
        <w:t>”</w:t>
      </w:r>
      <w:r w:rsidRPr="007710BF">
        <w:t xml:space="preserve"> </w:t>
      </w:r>
      <w:r w:rsidRPr="007710BF">
        <w:rPr>
          <w:cs/>
          <w:lang w:bidi="bn-IN"/>
        </w:rPr>
        <w:t>লোকটি ভাবল কথাটি তো যুক্তিসঙ্গত। অতঃপর সে চুপ হয়ে গেল</w:t>
      </w:r>
      <w:r w:rsidRPr="007710BF">
        <w:t xml:space="preserve">; </w:t>
      </w:r>
      <w:r w:rsidRPr="007710BF">
        <w:rPr>
          <w:cs/>
          <w:lang w:bidi="bn-IN"/>
        </w:rPr>
        <w:t>আর কখনো</w:t>
      </w:r>
      <w:r w:rsidR="00F44B3E">
        <w:rPr>
          <w:lang w:bidi="bn-IN"/>
        </w:rPr>
        <w:t xml:space="preserve"> </w:t>
      </w:r>
      <w:r w:rsidRPr="007710BF">
        <w:rPr>
          <w:cs/>
          <w:lang w:bidi="bn-IN"/>
        </w:rPr>
        <w:t>আ</w:t>
      </w:r>
      <w:r w:rsidR="006B46F0">
        <w:rPr>
          <w:cs/>
          <w:lang w:bidi="bn-IN"/>
        </w:rPr>
        <w:t>ল্লা</w:t>
      </w:r>
      <w:r w:rsidRPr="007710BF">
        <w:rPr>
          <w:rFonts w:hint="cs"/>
          <w:cs/>
          <w:lang w:bidi="bn-IN"/>
        </w:rPr>
        <w:t>হ্</w:t>
      </w:r>
      <w:r w:rsidR="00895143">
        <w:t>,</w:t>
      </w:r>
      <w:r w:rsidRPr="007710BF">
        <w:rPr>
          <w:cs/>
          <w:lang w:bidi="bn-IN"/>
        </w:rPr>
        <w:t>আ</w:t>
      </w:r>
      <w:r w:rsidR="006B46F0">
        <w:rPr>
          <w:cs/>
          <w:lang w:bidi="bn-IN"/>
        </w:rPr>
        <w:t>ল্লা</w:t>
      </w:r>
      <w:r w:rsidRPr="007710BF">
        <w:rPr>
          <w:rFonts w:hint="cs"/>
          <w:cs/>
          <w:lang w:bidi="bn-IN"/>
        </w:rPr>
        <w:t>হ্ করে চীৎকার করল না। কল্পনার জগতে এক অ</w:t>
      </w:r>
      <w:r w:rsidR="00F44B3E">
        <w:rPr>
          <w:rFonts w:hint="cs"/>
          <w:cs/>
          <w:lang w:bidi="bn-IN"/>
        </w:rPr>
        <w:t>দৃশ্য আহ</w:t>
      </w:r>
      <w:r w:rsidR="00F44B3E">
        <w:rPr>
          <w:cs/>
          <w:lang w:bidi="bn-IN"/>
        </w:rPr>
        <w:t>বান</w:t>
      </w:r>
      <w:r w:rsidRPr="007710BF">
        <w:rPr>
          <w:rFonts w:hint="cs"/>
          <w:cs/>
          <w:lang w:bidi="bn-IN"/>
        </w:rPr>
        <w:t>কারী তাকে বলল</w:t>
      </w:r>
      <w:r w:rsidR="00895143">
        <w:t>,</w:t>
      </w:r>
      <w:r w:rsidRPr="001933EC">
        <w:rPr>
          <w:rStyle w:val="libAlaemChar"/>
        </w:rPr>
        <w:t>“</w:t>
      </w:r>
      <w:r w:rsidRPr="007710BF">
        <w:rPr>
          <w:cs/>
          <w:lang w:bidi="bn-IN"/>
        </w:rPr>
        <w:t>কেন</w:t>
      </w:r>
      <w:r w:rsidR="00F44B3E">
        <w:rPr>
          <w:lang w:bidi="bn-IN"/>
        </w:rPr>
        <w:t xml:space="preserve"> </w:t>
      </w:r>
      <w:r w:rsidRPr="007710BF">
        <w:rPr>
          <w:cs/>
          <w:lang w:bidi="bn-IN"/>
        </w:rPr>
        <w:t>খোদার কাছে মোনাজাতকে ত্যাগ করেছ</w:t>
      </w:r>
      <w:r w:rsidRPr="007710BF">
        <w:t>?</w:t>
      </w:r>
      <w:r w:rsidRPr="001933EC">
        <w:rPr>
          <w:rStyle w:val="libAlaemChar"/>
        </w:rPr>
        <w:t>”</w:t>
      </w:r>
      <w:r w:rsidRPr="007710BF">
        <w:t xml:space="preserve"> </w:t>
      </w:r>
      <w:r w:rsidRPr="007710BF">
        <w:rPr>
          <w:cs/>
          <w:lang w:bidi="bn-IN"/>
        </w:rPr>
        <w:t>লোকটি বলল</w:t>
      </w:r>
      <w:r w:rsidR="00895143">
        <w:t>,</w:t>
      </w:r>
      <w:r w:rsidRPr="001933EC">
        <w:rPr>
          <w:rStyle w:val="libAlaemChar"/>
        </w:rPr>
        <w:t>“</w:t>
      </w:r>
      <w:r w:rsidRPr="007710BF">
        <w:rPr>
          <w:cs/>
          <w:lang w:bidi="bn-IN"/>
        </w:rPr>
        <w:t>দেখলাম এত মোনাজাত</w:t>
      </w:r>
      <w:r w:rsidR="00895143">
        <w:t>,</w:t>
      </w:r>
      <w:r w:rsidRPr="007710BF">
        <w:rPr>
          <w:cs/>
          <w:lang w:bidi="bn-IN"/>
        </w:rPr>
        <w:t>ব্যাকুলতা যে আমি প্রকাশ করে যাচ্ছি</w:t>
      </w:r>
      <w:r w:rsidR="00895143">
        <w:t>,</w:t>
      </w:r>
      <w:r w:rsidRPr="007710BF">
        <w:rPr>
          <w:cs/>
          <w:lang w:bidi="bn-IN"/>
        </w:rPr>
        <w:t>একবারও তো তার জবাব শুনতে পেলাম না।</w:t>
      </w:r>
      <w:r w:rsidRPr="001933EC">
        <w:rPr>
          <w:rStyle w:val="libAlaemChar"/>
        </w:rPr>
        <w:t>”</w:t>
      </w:r>
      <w:r w:rsidRPr="007710BF">
        <w:t xml:space="preserve"> </w:t>
      </w:r>
      <w:r w:rsidRPr="007710BF">
        <w:rPr>
          <w:cs/>
          <w:lang w:bidi="bn-IN"/>
        </w:rPr>
        <w:t xml:space="preserve">অদৃশ্য </w:t>
      </w:r>
      <w:r w:rsidR="00F44B3E">
        <w:rPr>
          <w:cs/>
          <w:lang w:bidi="bn-IN"/>
        </w:rPr>
        <w:t>আহবান</w:t>
      </w:r>
      <w:r w:rsidRPr="007710BF">
        <w:rPr>
          <w:cs/>
          <w:lang w:bidi="bn-IN"/>
        </w:rPr>
        <w:t>কারী তখন</w:t>
      </w:r>
      <w:r w:rsidR="001C5FF3">
        <w:rPr>
          <w:lang w:bidi="bn-IN"/>
        </w:rPr>
        <w:t xml:space="preserve"> </w:t>
      </w:r>
      <w:r w:rsidRPr="007710BF">
        <w:rPr>
          <w:cs/>
          <w:lang w:bidi="bn-IN"/>
        </w:rPr>
        <w:t>বলল</w:t>
      </w:r>
      <w:r w:rsidR="00895143">
        <w:t>,</w:t>
      </w:r>
      <w:r w:rsidRPr="001933EC">
        <w:rPr>
          <w:rStyle w:val="libAlaemChar"/>
        </w:rPr>
        <w:t>“</w:t>
      </w:r>
      <w:r w:rsidRPr="007710BF">
        <w:rPr>
          <w:cs/>
          <w:lang w:bidi="bn-IN"/>
        </w:rPr>
        <w:t xml:space="preserve">কিন্তু আমি মহান প্রভু </w:t>
      </w:r>
      <w:r w:rsidR="001C5FF3">
        <w:rPr>
          <w:cs/>
          <w:lang w:bidi="bn-IN"/>
        </w:rPr>
        <w:t>কর্তৃক</w:t>
      </w:r>
      <w:r w:rsidRPr="007710BF">
        <w:rPr>
          <w:cs/>
          <w:lang w:bidi="bn-IN"/>
        </w:rPr>
        <w:t xml:space="preserve"> আদিষ্ট হয়ে তোমার উত্তর দিচ্ছি এবং তোমার ঐ আ</w:t>
      </w:r>
      <w:r w:rsidR="006B46F0">
        <w:rPr>
          <w:cs/>
          <w:lang w:bidi="bn-IN"/>
        </w:rPr>
        <w:t>ল্লা</w:t>
      </w:r>
      <w:r w:rsidR="001C5FF3">
        <w:rPr>
          <w:rFonts w:hint="cs"/>
          <w:cs/>
          <w:lang w:bidi="bn-IN"/>
        </w:rPr>
        <w:t>হ্ ধ্বনিই</w:t>
      </w:r>
      <w:r w:rsidR="001C5FF3">
        <w:rPr>
          <w:lang w:bidi="bn-IN"/>
        </w:rPr>
        <w:t xml:space="preserve"> </w:t>
      </w:r>
      <w:r w:rsidRPr="007710BF">
        <w:rPr>
          <w:rFonts w:hint="cs"/>
          <w:cs/>
          <w:lang w:bidi="bn-IN"/>
        </w:rPr>
        <w:t>আমাদের উপস্থিতি।</w:t>
      </w:r>
      <w:r w:rsidRPr="001933EC">
        <w:rPr>
          <w:rStyle w:val="libAlaemChar"/>
        </w:rPr>
        <w:t>”</w:t>
      </w:r>
    </w:p>
    <w:p w:rsidR="001C5FF3" w:rsidRDefault="007710BF" w:rsidP="001C5FF3">
      <w:pPr>
        <w:pStyle w:val="libCenter"/>
        <w:rPr>
          <w:lang w:bidi="bn-IN"/>
        </w:rPr>
      </w:pPr>
      <w:r w:rsidRPr="001933EC">
        <w:rPr>
          <w:rStyle w:val="libAlaemChar"/>
        </w:rPr>
        <w:t>“</w:t>
      </w:r>
      <w:r w:rsidRPr="007710BF">
        <w:rPr>
          <w:cs/>
          <w:lang w:bidi="bn-IN"/>
        </w:rPr>
        <w:t>জান না যে</w:t>
      </w:r>
      <w:r w:rsidR="00895143">
        <w:t>,</w:t>
      </w:r>
      <w:r w:rsidRPr="007710BF">
        <w:rPr>
          <w:cs/>
          <w:lang w:bidi="bn-IN"/>
        </w:rPr>
        <w:t>তোমার আ</w:t>
      </w:r>
      <w:r w:rsidR="006B46F0">
        <w:rPr>
          <w:cs/>
          <w:lang w:bidi="bn-IN"/>
        </w:rPr>
        <w:t>ল্লা</w:t>
      </w:r>
      <w:r w:rsidRPr="007710BF">
        <w:rPr>
          <w:rFonts w:hint="cs"/>
          <w:cs/>
          <w:lang w:bidi="bn-IN"/>
        </w:rPr>
        <w:t>হ্ ধ্বনিই আমাদের উপস্থিতির প্রমাণ</w:t>
      </w:r>
    </w:p>
    <w:p w:rsidR="001C5FF3" w:rsidRDefault="007710BF" w:rsidP="001C5FF3">
      <w:pPr>
        <w:pStyle w:val="libCenter"/>
        <w:rPr>
          <w:rStyle w:val="libAlaemChar"/>
        </w:rPr>
      </w:pPr>
      <w:r w:rsidRPr="007710BF">
        <w:rPr>
          <w:rFonts w:hint="cs"/>
          <w:cs/>
          <w:lang w:bidi="bn-IN"/>
        </w:rPr>
        <w:t>এই যে তোমার ব্য</w:t>
      </w:r>
      <w:r w:rsidRPr="007710BF">
        <w:rPr>
          <w:cs/>
          <w:lang w:bidi="bn-IN"/>
        </w:rPr>
        <w:t>াকুলতা</w:t>
      </w:r>
      <w:r w:rsidR="00895143">
        <w:t>,</w:t>
      </w:r>
      <w:r w:rsidRPr="007710BF">
        <w:rPr>
          <w:cs/>
          <w:lang w:bidi="bn-IN"/>
        </w:rPr>
        <w:t>অভাব-অভিযোগ সে তো আমাদেরই পাইক।</w:t>
      </w:r>
      <w:r w:rsidRPr="001933EC">
        <w:rPr>
          <w:rStyle w:val="libAlaemChar"/>
        </w:rPr>
        <w:t>”</w:t>
      </w:r>
    </w:p>
    <w:p w:rsidR="001C5FF3" w:rsidRDefault="007710BF" w:rsidP="00F44B3E">
      <w:pPr>
        <w:pStyle w:val="libNormal"/>
      </w:pPr>
      <w:r w:rsidRPr="007710BF">
        <w:rPr>
          <w:cs/>
          <w:lang w:bidi="bn-IN"/>
        </w:rPr>
        <w:t>তুমি জান না</w:t>
      </w:r>
      <w:r w:rsidR="00895143">
        <w:t>,</w:t>
      </w:r>
      <w:r w:rsidRPr="007710BF">
        <w:rPr>
          <w:cs/>
          <w:lang w:bidi="bn-IN"/>
        </w:rPr>
        <w:t>এই যে ব্যথা-বেদনা</w:t>
      </w:r>
      <w:r w:rsidR="00895143">
        <w:t>,</w:t>
      </w:r>
      <w:r w:rsidRPr="007710BF">
        <w:rPr>
          <w:cs/>
          <w:lang w:bidi="bn-IN"/>
        </w:rPr>
        <w:t>আকুলতা যা আমরা তোমার হৃদয়ে স্থাপন করেছি</w:t>
      </w:r>
      <w:r w:rsidR="00895143">
        <w:t>,</w:t>
      </w:r>
      <w:r w:rsidRPr="007710BF">
        <w:rPr>
          <w:cs/>
          <w:lang w:bidi="bn-IN"/>
        </w:rPr>
        <w:t>এই যে</w:t>
      </w:r>
      <w:r w:rsidR="001C5FF3">
        <w:rPr>
          <w:lang w:bidi="bn-IN"/>
        </w:rPr>
        <w:t xml:space="preserve"> </w:t>
      </w:r>
      <w:r w:rsidRPr="007710BF">
        <w:rPr>
          <w:cs/>
          <w:lang w:bidi="bn-IN"/>
        </w:rPr>
        <w:t>প্রেম ও প্রেমাদ্রতা যা তোমার হৃদয়ের গহীনে আলোড়িত হচ্ছে তা-ই আমাদের সাড়া দানের প্রমাণবহ</w:t>
      </w:r>
      <w:r w:rsidRPr="007710BF">
        <w:rPr>
          <w:cs/>
          <w:lang w:bidi="hi-IN"/>
        </w:rPr>
        <w:t>।</w:t>
      </w:r>
      <w:r w:rsidR="001C5FF3">
        <w:rPr>
          <w:lang w:bidi="hi-IN"/>
        </w:rPr>
        <w:t xml:space="preserve"> </w:t>
      </w:r>
      <w:r w:rsidRPr="007710BF">
        <w:rPr>
          <w:cs/>
          <w:lang w:bidi="bn-IN"/>
        </w:rPr>
        <w:t>কেন আলী (আ.) দোয়া কুমাইলে বলেন</w:t>
      </w:r>
      <w:r w:rsidR="00895143">
        <w:t>,</w:t>
      </w:r>
    </w:p>
    <w:p w:rsidR="001C5FF3" w:rsidRPr="001C5FF3" w:rsidRDefault="001C5FF3" w:rsidP="001C5FF3">
      <w:pPr>
        <w:pStyle w:val="libArCenter"/>
        <w:rPr>
          <w:rtl/>
          <w:cs/>
        </w:rPr>
      </w:pPr>
      <w:r>
        <w:rPr>
          <w:rFonts w:hint="cs"/>
          <w:rtl/>
          <w:lang w:bidi="ar-SA"/>
        </w:rPr>
        <w:t>اللهم اغفرلی الذنوب التی تحبسی الدعاء</w:t>
      </w:r>
    </w:p>
    <w:p w:rsidR="001C5FF3" w:rsidRDefault="007710BF" w:rsidP="00F44B3E">
      <w:pPr>
        <w:pStyle w:val="libNormal"/>
        <w:rPr>
          <w:lang w:bidi="bn-IN"/>
        </w:rPr>
      </w:pPr>
      <w:r w:rsidRPr="001933EC">
        <w:rPr>
          <w:rStyle w:val="libAlaemChar"/>
        </w:rPr>
        <w:t>“</w:t>
      </w:r>
      <w:r w:rsidRPr="007710BF">
        <w:rPr>
          <w:cs/>
          <w:lang w:bidi="bn-IN"/>
        </w:rPr>
        <w:t xml:space="preserve">হে </w:t>
      </w:r>
      <w:r w:rsidR="001C5FF3">
        <w:rPr>
          <w:cs/>
          <w:lang w:bidi="bn-IN"/>
        </w:rPr>
        <w:t>প্রভূ</w:t>
      </w:r>
      <w:r w:rsidRPr="007710BF">
        <w:rPr>
          <w:cs/>
          <w:lang w:bidi="bn-IN"/>
        </w:rPr>
        <w:t>! যে সকল গুনাহ আমার দোয়ার অন্তরায় হয়</w:t>
      </w:r>
      <w:r w:rsidR="001C5FF3">
        <w:rPr>
          <w:cs/>
          <w:lang w:bidi="bn-IN"/>
        </w:rPr>
        <w:t xml:space="preserve"> ও তোমার প্রতি আমার ব্যাকুলতাকে</w:t>
      </w:r>
      <w:r w:rsidR="001C5FF3">
        <w:rPr>
          <w:lang w:bidi="bn-IN"/>
        </w:rPr>
        <w:t xml:space="preserve"> </w:t>
      </w:r>
      <w:r w:rsidRPr="007710BF">
        <w:rPr>
          <w:cs/>
          <w:lang w:bidi="bn-IN"/>
        </w:rPr>
        <w:t>অপনোদন করে দেয়</w:t>
      </w:r>
      <w:r w:rsidR="00895143">
        <w:t>,</w:t>
      </w:r>
      <w:r w:rsidRPr="007710BF">
        <w:rPr>
          <w:cs/>
          <w:lang w:bidi="bn-IN"/>
        </w:rPr>
        <w:t>আমার সে সকল গুনাহ ক্ষমা করে দাও।</w:t>
      </w:r>
      <w:r w:rsidRPr="001933EC">
        <w:rPr>
          <w:rStyle w:val="libAlaemChar"/>
        </w:rPr>
        <w:t>”</w:t>
      </w:r>
      <w:r w:rsidRPr="007710BF">
        <w:t xml:space="preserve"> </w:t>
      </w:r>
      <w:r w:rsidRPr="007710BF">
        <w:rPr>
          <w:cs/>
          <w:lang w:bidi="bn-IN"/>
        </w:rPr>
        <w:t xml:space="preserve">আর এটাই হলো </w:t>
      </w:r>
      <w:r w:rsidR="005E5BE9">
        <w:rPr>
          <w:cs/>
          <w:lang w:bidi="bn-IN"/>
        </w:rPr>
        <w:t>প্রকৃত</w:t>
      </w:r>
      <w:r w:rsidRPr="007710BF">
        <w:rPr>
          <w:cs/>
          <w:lang w:bidi="bn-IN"/>
        </w:rPr>
        <w:t xml:space="preserve"> দোয়া</w:t>
      </w:r>
      <w:r w:rsidR="003936CB">
        <w:t>-</w:t>
      </w:r>
      <w:r w:rsidRPr="007710BF">
        <w:t xml:space="preserve"> </w:t>
      </w:r>
      <w:r w:rsidR="001C5FF3">
        <w:rPr>
          <w:cs/>
          <w:lang w:bidi="bn-IN"/>
        </w:rPr>
        <w:t>যা</w:t>
      </w:r>
      <w:r w:rsidR="001C5FF3">
        <w:rPr>
          <w:lang w:bidi="bn-IN"/>
        </w:rPr>
        <w:t xml:space="preserve"> </w:t>
      </w:r>
      <w:r w:rsidRPr="007710BF">
        <w:rPr>
          <w:cs/>
          <w:lang w:bidi="bn-IN"/>
        </w:rPr>
        <w:t>হৃদয়ের আকা</w:t>
      </w:r>
      <w:r w:rsidR="001C5FF3">
        <w:rPr>
          <w:cs/>
          <w:lang w:bidi="bn-IN"/>
        </w:rPr>
        <w:t>ঙ্ক্ষা</w:t>
      </w:r>
      <w:r w:rsidR="001C5FF3">
        <w:rPr>
          <w:lang w:bidi="bn-IN"/>
        </w:rPr>
        <w:t xml:space="preserve"> </w:t>
      </w:r>
      <w:r w:rsidRPr="007710BF">
        <w:rPr>
          <w:cs/>
          <w:lang w:bidi="bn-IN"/>
        </w:rPr>
        <w:t>ও যাঞ্চাকে যেরূপ প্রকাশ করে</w:t>
      </w:r>
      <w:r w:rsidR="00895143">
        <w:t>,</w:t>
      </w:r>
      <w:r w:rsidRPr="007710BF">
        <w:rPr>
          <w:cs/>
          <w:lang w:bidi="bn-IN"/>
        </w:rPr>
        <w:t>সেরূপ গ্রহণযোগ্যতার কারণ সম্বলিতও। অর্থাৎ</w:t>
      </w:r>
      <w:r w:rsidR="001C5FF3">
        <w:rPr>
          <w:lang w:bidi="bn-IN"/>
        </w:rPr>
        <w:t xml:space="preserve"> </w:t>
      </w:r>
      <w:r w:rsidRPr="007710BF">
        <w:rPr>
          <w:cs/>
          <w:lang w:bidi="bn-IN"/>
        </w:rPr>
        <w:t>দোয়া সর্বদা গৃহীত হওয়ার জন্য নয়। তার গ্রহণযোগ্যতা না থাকলেও গৃহীত হয়েছে। দোয়া স্বয়ং</w:t>
      </w:r>
      <w:r w:rsidR="001C5FF3">
        <w:rPr>
          <w:lang w:bidi="bn-IN"/>
        </w:rPr>
        <w:t xml:space="preserve"> </w:t>
      </w:r>
      <w:r w:rsidRPr="007710BF">
        <w:rPr>
          <w:cs/>
          <w:lang w:bidi="bn-IN"/>
        </w:rPr>
        <w:t>কাম্য ও বাঞ্ছিত।</w:t>
      </w:r>
    </w:p>
    <w:p w:rsidR="001C5FF3" w:rsidRDefault="001C5FF3" w:rsidP="00F44B3E">
      <w:pPr>
        <w:pStyle w:val="libNormal"/>
        <w:rPr>
          <w:lang w:bidi="bn-IN"/>
        </w:rPr>
      </w:pPr>
    </w:p>
    <w:p w:rsidR="001C5FF3" w:rsidRDefault="00D009A1" w:rsidP="00F44B3E">
      <w:pPr>
        <w:pStyle w:val="libNormal"/>
        <w:rPr>
          <w:rStyle w:val="libBold1Char"/>
        </w:rPr>
      </w:pPr>
      <w:r w:rsidRPr="001C5FF3">
        <w:rPr>
          <w:rStyle w:val="libBold1Char"/>
          <w:cs/>
          <w:lang w:bidi="bn-IN"/>
        </w:rPr>
        <w:t>আল্লাহর</w:t>
      </w:r>
      <w:r w:rsidR="007710BF" w:rsidRPr="001C5FF3">
        <w:rPr>
          <w:rStyle w:val="libBold1Char"/>
          <w:rFonts w:hint="cs"/>
          <w:cs/>
          <w:lang w:bidi="bn-IN"/>
        </w:rPr>
        <w:t xml:space="preserve"> সৃষ্টির প্রতি মানুষের অনুভূতি</w:t>
      </w:r>
    </w:p>
    <w:p w:rsidR="001C5FF3" w:rsidRDefault="007710BF" w:rsidP="00F44B3E">
      <w:pPr>
        <w:pStyle w:val="libNormal"/>
        <w:rPr>
          <w:lang w:bidi="bn-IN"/>
        </w:rPr>
      </w:pPr>
      <w:r w:rsidRPr="007710BF">
        <w:rPr>
          <w:rFonts w:hint="cs"/>
          <w:cs/>
          <w:lang w:bidi="bn-IN"/>
        </w:rPr>
        <w:t>অপর এক দলের মতে যারা মানুষের ব্যথাকে সকল মূল্যবোধের মূল্যবোধ রূপে মনে করেন</w:t>
      </w:r>
      <w:r w:rsidR="00895143">
        <w:t>,</w:t>
      </w:r>
      <w:r w:rsidR="00FE6D44">
        <w:rPr>
          <w:cs/>
          <w:lang w:bidi="bn-IN"/>
        </w:rPr>
        <w:t>তারা</w:t>
      </w:r>
      <w:r w:rsidR="001C5FF3">
        <w:rPr>
          <w:lang w:bidi="bn-IN"/>
        </w:rPr>
        <w:t xml:space="preserve"> </w:t>
      </w:r>
      <w:r w:rsidRPr="007710BF">
        <w:rPr>
          <w:cs/>
          <w:lang w:bidi="bn-IN"/>
        </w:rPr>
        <w:t xml:space="preserve">এ ব্যাপারে অন্য একটি বিষয়কে অনুধাবন করেছেন। </w:t>
      </w:r>
      <w:r w:rsidR="00FE6D44">
        <w:rPr>
          <w:cs/>
          <w:lang w:bidi="bn-IN"/>
        </w:rPr>
        <w:t>তারা</w:t>
      </w:r>
      <w:r w:rsidRPr="007710BF">
        <w:rPr>
          <w:cs/>
          <w:lang w:bidi="bn-IN"/>
        </w:rPr>
        <w:t xml:space="preserve"> মনে করেন</w:t>
      </w:r>
      <w:r w:rsidR="00895143">
        <w:t>,</w:t>
      </w:r>
      <w:r w:rsidRPr="007710BF">
        <w:rPr>
          <w:cs/>
          <w:lang w:bidi="bn-IN"/>
        </w:rPr>
        <w:t>মানুষের এ ব্যথা মহান</w:t>
      </w:r>
      <w:r w:rsidR="001C5FF3">
        <w:rPr>
          <w:lang w:bidi="bn-IN"/>
        </w:rPr>
        <w:t xml:space="preserve"> </w:t>
      </w:r>
      <w:r w:rsidRPr="007710BF">
        <w:rPr>
          <w:cs/>
          <w:lang w:bidi="bn-IN"/>
        </w:rPr>
        <w:t>সৃষ্টিকর্তার সাথে সম্পর্কিত নয়</w:t>
      </w:r>
      <w:r w:rsidR="00895143">
        <w:t>,</w:t>
      </w:r>
      <w:r w:rsidRPr="007710BF">
        <w:rPr>
          <w:cs/>
          <w:lang w:bidi="bn-IN"/>
        </w:rPr>
        <w:t xml:space="preserve">বরং </w:t>
      </w:r>
      <w:r w:rsidR="00FE6D44">
        <w:rPr>
          <w:cs/>
          <w:lang w:bidi="bn-IN"/>
        </w:rPr>
        <w:t>তার</w:t>
      </w:r>
      <w:r w:rsidRPr="007710BF">
        <w:rPr>
          <w:cs/>
          <w:lang w:bidi="bn-IN"/>
        </w:rPr>
        <w:t xml:space="preserve"> সৃষ্টির সাথে সম্পর্কিত। </w:t>
      </w:r>
      <w:r w:rsidR="00FE6D44">
        <w:rPr>
          <w:cs/>
          <w:lang w:bidi="bn-IN"/>
        </w:rPr>
        <w:t>তারা</w:t>
      </w:r>
      <w:r w:rsidRPr="007710BF">
        <w:rPr>
          <w:cs/>
          <w:lang w:bidi="bn-IN"/>
        </w:rPr>
        <w:t xml:space="preserve"> বলেন</w:t>
      </w:r>
      <w:r w:rsidR="00895143">
        <w:t>,</w:t>
      </w:r>
      <w:r w:rsidRPr="007710BF">
        <w:rPr>
          <w:cs/>
          <w:lang w:bidi="bn-IN"/>
        </w:rPr>
        <w:t>মনুষ্যত্বের মাপকাঠি</w:t>
      </w:r>
      <w:r w:rsidR="001C5FF3">
        <w:rPr>
          <w:lang w:bidi="bn-IN"/>
        </w:rPr>
        <w:t xml:space="preserve"> </w:t>
      </w:r>
      <w:r w:rsidRPr="007710BF">
        <w:rPr>
          <w:cs/>
          <w:lang w:bidi="bn-IN"/>
        </w:rPr>
        <w:t>হলো অপরের ব্যথাকে উপলব্ধি করা অর্থাৎ অপরের উদ্বেগ ও মানসিক অশান্তি যা তার নিজের সাথে</w:t>
      </w:r>
      <w:r w:rsidR="001C5FF3">
        <w:rPr>
          <w:lang w:bidi="bn-IN"/>
        </w:rPr>
        <w:t xml:space="preserve"> </w:t>
      </w:r>
      <w:r w:rsidRPr="007710BF">
        <w:rPr>
          <w:cs/>
          <w:lang w:bidi="bn-IN"/>
        </w:rPr>
        <w:t>সম্পর্কহীন</w:t>
      </w:r>
      <w:r w:rsidR="00895143">
        <w:t>,</w:t>
      </w:r>
      <w:r w:rsidRPr="007710BF">
        <w:rPr>
          <w:cs/>
          <w:lang w:bidi="bn-IN"/>
        </w:rPr>
        <w:t>তা তারও উদ্বেগ ও মানসিক অশান্তি সৃষ্টি করে। সে অপরের ব্যথায় ব্যথিত হয়।</w:t>
      </w:r>
    </w:p>
    <w:p w:rsidR="005370F1" w:rsidRDefault="007710BF" w:rsidP="00F44B3E">
      <w:pPr>
        <w:pStyle w:val="libNormal"/>
        <w:rPr>
          <w:lang w:bidi="bn-IN"/>
        </w:rPr>
      </w:pPr>
      <w:r w:rsidRPr="007710BF">
        <w:rPr>
          <w:cs/>
          <w:lang w:bidi="bn-IN"/>
        </w:rPr>
        <w:t>সা</w:t>
      </w:r>
      <w:r w:rsidRPr="001933EC">
        <w:rPr>
          <w:rStyle w:val="libAlaemChar"/>
        </w:rPr>
        <w:t>’</w:t>
      </w:r>
      <w:r w:rsidRPr="007710BF">
        <w:rPr>
          <w:cs/>
          <w:lang w:bidi="bn-IN"/>
        </w:rPr>
        <w:t>দীর মতে</w:t>
      </w:r>
      <w:r w:rsidR="00895143">
        <w:t>,</w:t>
      </w:r>
      <w:r w:rsidRPr="007710BF">
        <w:rPr>
          <w:cs/>
          <w:lang w:bidi="bn-IN"/>
        </w:rPr>
        <w:t>যদি অন্যের ব্যথায় কেউ ব্যথিত হয়</w:t>
      </w:r>
      <w:r w:rsidR="00895143">
        <w:t>,</w:t>
      </w:r>
      <w:r w:rsidRPr="007710BF">
        <w:rPr>
          <w:cs/>
          <w:lang w:bidi="bn-IN"/>
        </w:rPr>
        <w:t>তবে অন্যের ক্ষুধা তার নিদ্রাকে দূরীভূত করে।</w:t>
      </w:r>
      <w:r w:rsidR="001C5FF3">
        <w:rPr>
          <w:lang w:bidi="bn-IN"/>
        </w:rPr>
        <w:t xml:space="preserve"> </w:t>
      </w:r>
      <w:r w:rsidRPr="007710BF">
        <w:rPr>
          <w:cs/>
          <w:lang w:bidi="bn-IN"/>
        </w:rPr>
        <w:t>তার জন্য আপন ক্ষুধা অপরের ক্ষুধার চেয়ে সহজতর হয়। যদি অন্যের পায়ে কাঁটা ফোটে তবে তা</w:t>
      </w:r>
      <w:r w:rsidR="001C5FF3">
        <w:rPr>
          <w:lang w:bidi="bn-IN"/>
        </w:rPr>
        <w:t xml:space="preserve"> </w:t>
      </w:r>
      <w:r w:rsidRPr="007710BF">
        <w:rPr>
          <w:cs/>
          <w:lang w:bidi="bn-IN"/>
        </w:rPr>
        <w:t>যেন তার চোখে বিদ্ধ হয়েছে। বলা হয়</w:t>
      </w:r>
      <w:r w:rsidR="00895143">
        <w:t>,</w:t>
      </w:r>
      <w:r w:rsidRPr="007710BF">
        <w:rPr>
          <w:cs/>
          <w:lang w:bidi="bn-IN"/>
        </w:rPr>
        <w:t>মানুষের ব্যথা তা-ই যা মানুষকে ব্যক্তিত্ব ও মূল্যবোধ দিয়ে</w:t>
      </w:r>
      <w:r w:rsidR="001C5FF3">
        <w:rPr>
          <w:lang w:bidi="bn-IN"/>
        </w:rPr>
        <w:t xml:space="preserve"> </w:t>
      </w:r>
      <w:r w:rsidRPr="007710BF">
        <w:rPr>
          <w:cs/>
          <w:lang w:bidi="bn-IN"/>
        </w:rPr>
        <w:t>থাকে। আর এটাই হলো মানুষের সকল মূল্যবোধের উৎস। অধুনা আমরা দেখতে পাই</w:t>
      </w:r>
      <w:r w:rsidR="00895143">
        <w:t>,</w:t>
      </w:r>
      <w:r w:rsidRPr="007710BF">
        <w:rPr>
          <w:cs/>
          <w:lang w:bidi="bn-IN"/>
        </w:rPr>
        <w:t>যারা অনবরত</w:t>
      </w:r>
      <w:r w:rsidR="001C5FF3">
        <w:rPr>
          <w:lang w:bidi="bn-IN"/>
        </w:rPr>
        <w:t xml:space="preserve"> </w:t>
      </w:r>
      <w:r w:rsidRPr="007710BF">
        <w:rPr>
          <w:cs/>
          <w:lang w:bidi="bn-IN"/>
        </w:rPr>
        <w:t>বলে থাকেন যে</w:t>
      </w:r>
      <w:r w:rsidR="00895143">
        <w:t>,</w:t>
      </w:r>
      <w:r w:rsidRPr="007710BF">
        <w:rPr>
          <w:cs/>
          <w:lang w:bidi="bn-IN"/>
        </w:rPr>
        <w:t>অমুক বিষয়টি মানবিক</w:t>
      </w:r>
      <w:r w:rsidRPr="007710BF">
        <w:t xml:space="preserve">; </w:t>
      </w:r>
      <w:r w:rsidRPr="007710BF">
        <w:rPr>
          <w:cs/>
          <w:lang w:bidi="bn-IN"/>
        </w:rPr>
        <w:t xml:space="preserve">প্রকৃতপক্ষে </w:t>
      </w:r>
      <w:r w:rsidR="00FE6D44">
        <w:rPr>
          <w:cs/>
          <w:lang w:bidi="bn-IN"/>
        </w:rPr>
        <w:t>তারা</w:t>
      </w:r>
      <w:r w:rsidRPr="007710BF">
        <w:rPr>
          <w:cs/>
          <w:lang w:bidi="bn-IN"/>
        </w:rPr>
        <w:t xml:space="preserve"> মানবতাকে ঐ স্থান ছাড়া অপর কোন স্থানে</w:t>
      </w:r>
      <w:r w:rsidR="001C5FF3">
        <w:rPr>
          <w:lang w:bidi="bn-IN"/>
        </w:rPr>
        <w:t xml:space="preserve"> </w:t>
      </w:r>
      <w:r w:rsidRPr="007710BF">
        <w:rPr>
          <w:cs/>
          <w:lang w:bidi="bn-IN"/>
        </w:rPr>
        <w:t>প্রয়োগ করেন না। যে সকল বিষয় মানুষের দায়িত্ববোধ ও অন্য সকল মানুষের প্রতি আপন</w:t>
      </w:r>
      <w:r w:rsidR="001C5FF3">
        <w:rPr>
          <w:lang w:bidi="bn-IN"/>
        </w:rPr>
        <w:t xml:space="preserve"> </w:t>
      </w:r>
      <w:r w:rsidRPr="007710BF">
        <w:rPr>
          <w:cs/>
          <w:lang w:bidi="bn-IN"/>
        </w:rPr>
        <w:t>বেদনাবোধের দিকে প্রত্যাবর্তন করে</w:t>
      </w:r>
      <w:r w:rsidR="00895143">
        <w:t>,</w:t>
      </w:r>
      <w:r w:rsidRPr="007710BF">
        <w:rPr>
          <w:cs/>
          <w:lang w:bidi="bn-IN"/>
        </w:rPr>
        <w:t xml:space="preserve">ঐ সকল বিষয়কেই </w:t>
      </w:r>
      <w:r w:rsidR="00FE6D44">
        <w:rPr>
          <w:cs/>
          <w:lang w:bidi="bn-IN"/>
        </w:rPr>
        <w:t>তারা</w:t>
      </w:r>
      <w:r w:rsidRPr="007710BF">
        <w:rPr>
          <w:cs/>
          <w:lang w:bidi="bn-IN"/>
        </w:rPr>
        <w:t xml:space="preserve"> মানবিক বলে মূল্যায়ন করেন। এটা</w:t>
      </w:r>
      <w:r w:rsidR="005370F1">
        <w:rPr>
          <w:lang w:bidi="bn-IN"/>
        </w:rPr>
        <w:t xml:space="preserve"> </w:t>
      </w:r>
      <w:r w:rsidRPr="007710BF">
        <w:rPr>
          <w:cs/>
          <w:lang w:bidi="bn-IN"/>
        </w:rPr>
        <w:t xml:space="preserve">ছাড়া অন্য কোন বিষয়কে </w:t>
      </w:r>
      <w:r w:rsidR="00FE6D44">
        <w:rPr>
          <w:cs/>
          <w:lang w:bidi="bn-IN"/>
        </w:rPr>
        <w:t>তারা</w:t>
      </w:r>
      <w:r w:rsidRPr="007710BF">
        <w:rPr>
          <w:cs/>
          <w:lang w:bidi="bn-IN"/>
        </w:rPr>
        <w:t xml:space="preserve"> মানবিক বলে মনে করেন না। যা হোক</w:t>
      </w:r>
      <w:r w:rsidR="00895143">
        <w:t>,</w:t>
      </w:r>
      <w:r w:rsidRPr="007710BF">
        <w:rPr>
          <w:cs/>
          <w:lang w:bidi="bn-IN"/>
        </w:rPr>
        <w:t>এটাও মূল্যবোধসমূহের অপর</w:t>
      </w:r>
      <w:r w:rsidR="005370F1">
        <w:rPr>
          <w:lang w:bidi="bn-IN"/>
        </w:rPr>
        <w:t xml:space="preserve"> </w:t>
      </w:r>
      <w:r w:rsidRPr="007710BF">
        <w:rPr>
          <w:cs/>
          <w:lang w:bidi="bn-IN"/>
        </w:rPr>
        <w:t>এক মূল্যবোধে বিলুপ্ত হওয়ার ঘটনা।</w:t>
      </w:r>
    </w:p>
    <w:p w:rsidR="005370F1" w:rsidRDefault="005370F1" w:rsidP="00F44B3E">
      <w:pPr>
        <w:pStyle w:val="libNormal"/>
        <w:rPr>
          <w:lang w:bidi="bn-IN"/>
        </w:rPr>
      </w:pPr>
    </w:p>
    <w:p w:rsidR="005370F1" w:rsidRDefault="007710BF" w:rsidP="005370F1">
      <w:pPr>
        <w:pStyle w:val="libBold1"/>
        <w:rPr>
          <w:lang w:bidi="bn-IN"/>
        </w:rPr>
      </w:pPr>
      <w:r w:rsidRPr="007710BF">
        <w:rPr>
          <w:cs/>
          <w:lang w:bidi="bn-IN"/>
        </w:rPr>
        <w:t>ইসলামের দৃষ্টিতে ব্যথা</w:t>
      </w:r>
    </w:p>
    <w:p w:rsidR="005370F1" w:rsidRDefault="007710BF" w:rsidP="005370F1">
      <w:pPr>
        <w:pStyle w:val="libNormal"/>
        <w:rPr>
          <w:lang w:bidi="bn-IN"/>
        </w:rPr>
      </w:pPr>
      <w:r w:rsidRPr="007710BF">
        <w:rPr>
          <w:cs/>
          <w:lang w:bidi="bn-IN"/>
        </w:rPr>
        <w:t>ইসলামী মূল্যবোধের দৃষ্টিতেও কি মানুষ সে-ই যে অপরের ব্যথায় ব্যথিত হয়</w:t>
      </w:r>
      <w:r w:rsidRPr="007710BF">
        <w:t xml:space="preserve">? </w:t>
      </w:r>
      <w:r w:rsidRPr="007710BF">
        <w:rPr>
          <w:cs/>
          <w:lang w:bidi="bn-IN"/>
        </w:rPr>
        <w:t>অথবা সে শুধু</w:t>
      </w:r>
      <w:r w:rsidR="005370F1">
        <w:rPr>
          <w:lang w:bidi="bn-IN"/>
        </w:rPr>
        <w:t xml:space="preserve"> </w:t>
      </w:r>
      <w:r w:rsidRPr="007710BF">
        <w:rPr>
          <w:cs/>
          <w:lang w:bidi="bn-IN"/>
        </w:rPr>
        <w:t>খোদাপ্রেমের অধিকারী</w:t>
      </w:r>
      <w:r w:rsidRPr="007710BF">
        <w:t xml:space="preserve">? </w:t>
      </w:r>
      <w:r w:rsidRPr="007710BF">
        <w:rPr>
          <w:cs/>
          <w:lang w:bidi="bn-IN"/>
        </w:rPr>
        <w:t>প্রকৃতপক্ষে ইসলামী মূল্যবোধের দৃষ্টিতে মানুষ হলো সে-ই</w:t>
      </w:r>
      <w:r w:rsidR="00895143">
        <w:t>,</w:t>
      </w:r>
      <w:r w:rsidRPr="007710BF">
        <w:rPr>
          <w:cs/>
          <w:lang w:bidi="bn-IN"/>
        </w:rPr>
        <w:t>যে খোদাপ্রেমের</w:t>
      </w:r>
      <w:r w:rsidR="005370F1">
        <w:rPr>
          <w:lang w:bidi="bn-IN"/>
        </w:rPr>
        <w:t xml:space="preserve"> </w:t>
      </w:r>
      <w:r w:rsidRPr="007710BF">
        <w:rPr>
          <w:cs/>
          <w:lang w:bidi="bn-IN"/>
        </w:rPr>
        <w:t>অধিকারী। আর এ খোদাপ্রেমের কারণেই অপর মানুষের প্রতিও রয়েছে তার অনুরাগ।</w:t>
      </w:r>
    </w:p>
    <w:p w:rsidR="005370F1" w:rsidRDefault="007710BF" w:rsidP="005370F1">
      <w:pPr>
        <w:pStyle w:val="libNormal"/>
      </w:pPr>
      <w:r w:rsidRPr="007710BF">
        <w:rPr>
          <w:cs/>
          <w:lang w:bidi="bn-IN"/>
        </w:rPr>
        <w:t>লক্ষ্য করুন</w:t>
      </w:r>
      <w:r w:rsidR="00895143">
        <w:t>,</w:t>
      </w:r>
      <w:r w:rsidRPr="007710BF">
        <w:rPr>
          <w:cs/>
          <w:lang w:bidi="bn-IN"/>
        </w:rPr>
        <w:t xml:space="preserve">কোরআন অপরের সমব্যথী হওয়া </w:t>
      </w:r>
      <w:r w:rsidR="000C4B23">
        <w:rPr>
          <w:cs/>
          <w:lang w:bidi="bn-IN"/>
        </w:rPr>
        <w:t>সম্পর্কে</w:t>
      </w:r>
      <w:r w:rsidRPr="007710BF">
        <w:rPr>
          <w:cs/>
          <w:lang w:bidi="bn-IN"/>
        </w:rPr>
        <w:t xml:space="preserve"> কিরূপ কথা বলে। মহানবী (সা.) </w:t>
      </w:r>
      <w:r w:rsidR="000C4B23">
        <w:rPr>
          <w:cs/>
          <w:lang w:bidi="bn-IN"/>
        </w:rPr>
        <w:t>সম্পর্কে</w:t>
      </w:r>
      <w:r w:rsidR="005370F1">
        <w:rPr>
          <w:lang w:bidi="bn-IN"/>
        </w:rPr>
        <w:t xml:space="preserve"> </w:t>
      </w:r>
      <w:r w:rsidRPr="007710BF">
        <w:rPr>
          <w:cs/>
          <w:lang w:bidi="bn-IN"/>
        </w:rPr>
        <w:t>কোরআনে বর্ণিত হয়েছে</w:t>
      </w:r>
      <w:r w:rsidR="003936CB">
        <w:t>-</w:t>
      </w:r>
      <w:r w:rsidRPr="007710BF">
        <w:t>.</w:t>
      </w:r>
    </w:p>
    <w:p w:rsidR="005370F1" w:rsidRDefault="005370F1" w:rsidP="005370F1">
      <w:pPr>
        <w:pStyle w:val="libAie"/>
      </w:pPr>
      <w:r w:rsidRPr="005370F1">
        <w:rPr>
          <w:rStyle w:val="libAlaemChar"/>
        </w:rPr>
        <w:t>)</w:t>
      </w:r>
      <w:r>
        <w:rPr>
          <w:rtl/>
          <w:lang w:bidi="fa-IR"/>
        </w:rPr>
        <w:t>فَلَعَلَّكَ بَاخِعٌ نَفْسَكَ عَلَى آثَارِهِمْ إِنْ لَمْ يُؤْمِنُوا بِهَذَا الْحَدِيثِ أَسَفًا</w:t>
      </w:r>
      <w:r w:rsidRPr="005370F1">
        <w:rPr>
          <w:rStyle w:val="libAlaemChar"/>
        </w:rPr>
        <w:t>(</w:t>
      </w:r>
    </w:p>
    <w:p w:rsidR="005370F1" w:rsidRDefault="007710BF" w:rsidP="005370F1">
      <w:pPr>
        <w:pStyle w:val="libNormal"/>
        <w:rPr>
          <w:lang w:bidi="bn-IN"/>
        </w:rPr>
      </w:pPr>
      <w:r w:rsidRPr="001933EC">
        <w:rPr>
          <w:rStyle w:val="libAlaemChar"/>
        </w:rPr>
        <w:t>“</w:t>
      </w:r>
      <w:r w:rsidRPr="007710BF">
        <w:rPr>
          <w:cs/>
          <w:lang w:bidi="bn-IN"/>
        </w:rPr>
        <w:t>অতঃপর তুমি তাদের আচরণে এতই অসন্তুষ্ট হয়েছ যদি তারা এ কথাগুলোর প্রতি বিশ্বাস স্থাপন</w:t>
      </w:r>
      <w:r w:rsidR="005370F1">
        <w:rPr>
          <w:lang w:bidi="bn-IN"/>
        </w:rPr>
        <w:t xml:space="preserve"> </w:t>
      </w:r>
      <w:r w:rsidRPr="007710BF">
        <w:rPr>
          <w:cs/>
          <w:lang w:bidi="bn-IN"/>
        </w:rPr>
        <w:t>না করে যেন তুমি নিজেকে নিঃশেষ করে ফেলবে।</w:t>
      </w:r>
      <w:r w:rsidRPr="001933EC">
        <w:rPr>
          <w:rStyle w:val="libAlaemChar"/>
        </w:rPr>
        <w:t>”</w:t>
      </w:r>
      <w:r w:rsidRPr="007710BF">
        <w:t xml:space="preserve"> (</w:t>
      </w:r>
      <w:r w:rsidRPr="007710BF">
        <w:rPr>
          <w:cs/>
          <w:lang w:bidi="bn-IN"/>
        </w:rPr>
        <w:t>সূরা কাহাফ : ৬)</w:t>
      </w:r>
    </w:p>
    <w:p w:rsidR="0099644C" w:rsidRDefault="007710BF" w:rsidP="005370F1">
      <w:pPr>
        <w:pStyle w:val="libNormal"/>
      </w:pPr>
      <w:r w:rsidRPr="007710BF">
        <w:rPr>
          <w:cs/>
          <w:lang w:bidi="bn-IN"/>
        </w:rPr>
        <w:t>নবী (সা.) মানুষের সৌভাগ্য ও সঠিক পথ প্রদর্শন এবং পার্থিব ও পরজীবনের বন্দীদশা থেকে</w:t>
      </w:r>
      <w:r w:rsidR="0099644C">
        <w:rPr>
          <w:lang w:bidi="bn-IN"/>
        </w:rPr>
        <w:t xml:space="preserve"> </w:t>
      </w:r>
      <w:r w:rsidRPr="007710BF">
        <w:rPr>
          <w:cs/>
          <w:lang w:bidi="bn-IN"/>
        </w:rPr>
        <w:t>মানুষকে মুক্তিদানের জন্য এতই ব্যাকুল ছিলেন যেন নিজেকে নিঃশেষ করে ফেলবেন। ঘোষণা করা</w:t>
      </w:r>
      <w:r w:rsidR="0099644C">
        <w:rPr>
          <w:lang w:bidi="bn-IN"/>
        </w:rPr>
        <w:t xml:space="preserve"> </w:t>
      </w:r>
      <w:r w:rsidRPr="007710BF">
        <w:rPr>
          <w:cs/>
          <w:lang w:bidi="bn-IN"/>
        </w:rPr>
        <w:t>হলো কি হয়েছে</w:t>
      </w:r>
      <w:r w:rsidR="00895143">
        <w:t>,</w:t>
      </w:r>
      <w:r w:rsidRPr="007710BF">
        <w:rPr>
          <w:cs/>
          <w:lang w:bidi="bn-IN"/>
        </w:rPr>
        <w:t>তুমি যেন মানুষের জন্য নিজেকে শেষ করে ফেলবে</w:t>
      </w:r>
      <w:r w:rsidRPr="007710BF">
        <w:t>?</w:t>
      </w:r>
    </w:p>
    <w:p w:rsidR="005633CB" w:rsidRDefault="005633CB" w:rsidP="005633CB">
      <w:pPr>
        <w:pStyle w:val="libAie"/>
      </w:pPr>
      <w:r w:rsidRPr="005633CB">
        <w:rPr>
          <w:rStyle w:val="libAlaemChar"/>
        </w:rPr>
        <w:t>)</w:t>
      </w:r>
      <w:r>
        <w:rPr>
          <w:rtl/>
          <w:lang w:bidi="fa-IR"/>
        </w:rPr>
        <w:t>طه مَا أَنْزَلْنَا عَلَيْكَ الْقُرْآنَ لِتَشْقَى إِلَّا تَذْكِرَةً لِمَنْ يَخْشَى</w:t>
      </w:r>
      <w:r w:rsidRPr="005633CB">
        <w:rPr>
          <w:rStyle w:val="libAlaemChar"/>
        </w:rPr>
        <w:t>(</w:t>
      </w:r>
    </w:p>
    <w:p w:rsidR="005633CB" w:rsidRDefault="007710BF" w:rsidP="005370F1">
      <w:pPr>
        <w:pStyle w:val="libNormal"/>
        <w:rPr>
          <w:lang w:bidi="bn-IN"/>
        </w:rPr>
      </w:pPr>
      <w:r w:rsidRPr="001933EC">
        <w:rPr>
          <w:rStyle w:val="libAlaemChar"/>
        </w:rPr>
        <w:t>“</w:t>
      </w:r>
      <w:r w:rsidRPr="007710BF">
        <w:rPr>
          <w:cs/>
          <w:lang w:bidi="bn-IN"/>
        </w:rPr>
        <w:t>আমি তোমার প্রতি কোরআন এজন্য নাযিল করিনি যে</w:t>
      </w:r>
      <w:r w:rsidR="00895143">
        <w:t>,</w:t>
      </w:r>
      <w:r w:rsidRPr="007710BF">
        <w:rPr>
          <w:cs/>
          <w:lang w:bidi="bn-IN"/>
        </w:rPr>
        <w:t>তোমাকে ক্লেশ দিব</w:t>
      </w:r>
      <w:r w:rsidRPr="007710BF">
        <w:t xml:space="preserve">; </w:t>
      </w:r>
      <w:r w:rsidRPr="007710BF">
        <w:rPr>
          <w:cs/>
          <w:lang w:bidi="bn-IN"/>
        </w:rPr>
        <w:t>বরং যারা ভয় করে</w:t>
      </w:r>
      <w:r w:rsidR="005633CB">
        <w:rPr>
          <w:lang w:bidi="bn-IN"/>
        </w:rPr>
        <w:t xml:space="preserve"> </w:t>
      </w:r>
      <w:r w:rsidRPr="007710BF">
        <w:rPr>
          <w:cs/>
          <w:lang w:bidi="bn-IN"/>
        </w:rPr>
        <w:t>কেবল তাদের উপদেশার্থে (নাযিল করেছি)।</w:t>
      </w:r>
      <w:r w:rsidRPr="001933EC">
        <w:rPr>
          <w:rStyle w:val="libAlaemChar"/>
        </w:rPr>
        <w:t>”</w:t>
      </w:r>
      <w:r w:rsidRPr="007710BF">
        <w:t xml:space="preserve"> (</w:t>
      </w:r>
      <w:r w:rsidRPr="007710BF">
        <w:rPr>
          <w:cs/>
          <w:lang w:bidi="bn-IN"/>
        </w:rPr>
        <w:t>সূরা ত্বাহা : ১-৩)</w:t>
      </w:r>
    </w:p>
    <w:p w:rsidR="005633CB" w:rsidRDefault="007710BF" w:rsidP="005370F1">
      <w:pPr>
        <w:pStyle w:val="libNormal"/>
      </w:pPr>
      <w:r w:rsidRPr="007710BF">
        <w:rPr>
          <w:cs/>
          <w:lang w:bidi="bn-IN"/>
        </w:rPr>
        <w:t>অপর এক আয়াতে বলা হয়েছে</w:t>
      </w:r>
      <w:r w:rsidR="00895143">
        <w:t>,</w:t>
      </w:r>
    </w:p>
    <w:p w:rsidR="005633CB" w:rsidRDefault="00AB7C68" w:rsidP="00AB7C68">
      <w:pPr>
        <w:pStyle w:val="libAie"/>
      </w:pPr>
      <w:r w:rsidRPr="00AB7C68">
        <w:rPr>
          <w:rStyle w:val="libAlaemChar"/>
        </w:rPr>
        <w:t>)</w:t>
      </w:r>
      <w:r>
        <w:rPr>
          <w:rtl/>
          <w:lang w:bidi="fa-IR"/>
        </w:rPr>
        <w:t>لَقَدْ جَاءَكُمْ رَسُولٌ مِنْ أَنْفُسِكُمْ عَزِيزٌ عَلَيْهِ مَا عَنِتُّمْ حَرِيصٌ عَلَيْكُمْ بِالْمُؤْمِنِينَ رَءُوفٌ رَحِيمٌ</w:t>
      </w:r>
      <w:r w:rsidRPr="00693991">
        <w:rPr>
          <w:rStyle w:val="libAlaemChar"/>
        </w:rPr>
        <w:t>(</w:t>
      </w:r>
    </w:p>
    <w:p w:rsidR="00693991" w:rsidRDefault="007710BF" w:rsidP="005370F1">
      <w:pPr>
        <w:pStyle w:val="libNormal"/>
        <w:rPr>
          <w:lang w:bidi="bn-IN"/>
        </w:rPr>
      </w:pPr>
      <w:r w:rsidRPr="001933EC">
        <w:rPr>
          <w:rStyle w:val="libAlaemChar"/>
        </w:rPr>
        <w:t>“</w:t>
      </w:r>
      <w:r w:rsidRPr="007710BF">
        <w:rPr>
          <w:cs/>
          <w:lang w:bidi="bn-IN"/>
        </w:rPr>
        <w:t>তোমাদের মধ্য হতেই তোমাদের নিকট এক রাসূল এসেছে। তোমাদের যা বিপন্ন করে তা তার</w:t>
      </w:r>
      <w:r w:rsidR="00693991">
        <w:rPr>
          <w:lang w:bidi="bn-IN"/>
        </w:rPr>
        <w:t xml:space="preserve"> </w:t>
      </w:r>
      <w:r w:rsidRPr="007710BF">
        <w:rPr>
          <w:cs/>
          <w:lang w:bidi="bn-IN"/>
        </w:rPr>
        <w:t>জন্য খুবই কষ্টদায়ক। সে তোমাদর পরম মঙ্গলাকা</w:t>
      </w:r>
      <w:r w:rsidR="00F0282C">
        <w:rPr>
          <w:cs/>
          <w:lang w:bidi="bn-IN"/>
        </w:rPr>
        <w:t>ঙ্ক্ষী</w:t>
      </w:r>
      <w:r w:rsidRPr="007710BF">
        <w:t xml:space="preserve">; </w:t>
      </w:r>
      <w:r w:rsidRPr="007710BF">
        <w:rPr>
          <w:cs/>
          <w:lang w:bidi="bn-IN"/>
        </w:rPr>
        <w:t>মুমিনদের প্রতি সে দয়ার্দ্র ও পরম দয়ালু।</w:t>
      </w:r>
      <w:r w:rsidRPr="001933EC">
        <w:rPr>
          <w:rStyle w:val="libAlaemChar"/>
        </w:rPr>
        <w:t>”</w:t>
      </w:r>
      <w:r w:rsidRPr="007710BF">
        <w:t>(</w:t>
      </w:r>
      <w:r w:rsidRPr="007710BF">
        <w:rPr>
          <w:cs/>
          <w:lang w:bidi="bn-IN"/>
        </w:rPr>
        <w:t>সূরা তাওবাহ্ : ১২৮)</w:t>
      </w:r>
    </w:p>
    <w:p w:rsidR="00693991" w:rsidRDefault="007710BF" w:rsidP="00693991">
      <w:pPr>
        <w:pStyle w:val="libNormal"/>
        <w:rPr>
          <w:lang w:bidi="bn-IN"/>
        </w:rPr>
      </w:pPr>
      <w:r w:rsidRPr="007710BF">
        <w:rPr>
          <w:cs/>
          <w:lang w:bidi="bn-IN"/>
        </w:rPr>
        <w:t>লক্ষ্য করুন</w:t>
      </w:r>
      <w:r w:rsidR="00895143">
        <w:t>,</w:t>
      </w:r>
      <w:r w:rsidRPr="007710BF">
        <w:rPr>
          <w:cs/>
          <w:lang w:bidi="bn-IN"/>
        </w:rPr>
        <w:t>কোরআনের ব্যাখ্যা কতটা বিস্ময়কর ও চমৎকার! হে লোক সকল! তোমাদের মধ্য</w:t>
      </w:r>
      <w:r w:rsidR="00693991">
        <w:rPr>
          <w:lang w:bidi="bn-IN"/>
        </w:rPr>
        <w:t xml:space="preserve"> </w:t>
      </w:r>
      <w:r w:rsidRPr="007710BF">
        <w:rPr>
          <w:cs/>
          <w:lang w:bidi="bn-IN"/>
        </w:rPr>
        <w:t xml:space="preserve">থেকে তোমাদের শ্রেণীরই একজন তোমাদের জন্য নবীরূপে </w:t>
      </w:r>
      <w:r w:rsidR="00F8200F">
        <w:rPr>
          <w:cs/>
          <w:lang w:bidi="bn-IN"/>
        </w:rPr>
        <w:t>আবির্ভূত</w:t>
      </w:r>
      <w:r w:rsidRPr="007710BF">
        <w:rPr>
          <w:cs/>
          <w:lang w:bidi="bn-IN"/>
        </w:rPr>
        <w:t xml:space="preserve"> হয়েছে</w:t>
      </w:r>
      <w:r w:rsidRPr="007710BF">
        <w:t xml:space="preserve">; </w:t>
      </w:r>
      <w:r w:rsidR="00693991">
        <w:rPr>
          <w:cs/>
          <w:lang w:bidi="bn-IN"/>
        </w:rPr>
        <w:t>যার প্রধান বিশেষত্ব</w:t>
      </w:r>
      <w:r w:rsidR="00693991">
        <w:rPr>
          <w:lang w:bidi="bn-IN"/>
        </w:rPr>
        <w:t xml:space="preserve"> </w:t>
      </w:r>
      <w:r w:rsidRPr="007710BF">
        <w:rPr>
          <w:cs/>
          <w:lang w:bidi="bn-IN"/>
        </w:rPr>
        <w:t>হলো</w:t>
      </w:r>
      <w:r w:rsidR="00693991">
        <w:rPr>
          <w:lang w:bidi="bn-IN"/>
        </w:rPr>
        <w:t xml:space="preserve"> </w:t>
      </w:r>
      <w:r w:rsidR="00693991" w:rsidRPr="00693991">
        <w:rPr>
          <w:rStyle w:val="libArChar"/>
          <w:rFonts w:hint="cs"/>
          <w:rtl/>
        </w:rPr>
        <w:t xml:space="preserve"> عزیز علیه ما عنتّم</w:t>
      </w:r>
      <w:r w:rsidRPr="007710BF">
        <w:rPr>
          <w:cs/>
          <w:lang w:bidi="bn-IN"/>
        </w:rPr>
        <w:t>(</w:t>
      </w:r>
      <w:r w:rsidR="00693991" w:rsidRPr="00A377A9">
        <w:rPr>
          <w:rFonts w:hint="cs"/>
          <w:rtl/>
        </w:rPr>
        <w:t xml:space="preserve"> </w:t>
      </w:r>
      <w:r w:rsidR="00693991" w:rsidRPr="00693991">
        <w:rPr>
          <w:rStyle w:val="libArChar"/>
          <w:rFonts w:hint="cs"/>
          <w:rtl/>
        </w:rPr>
        <w:t>عنت</w:t>
      </w:r>
      <w:r w:rsidRPr="007710BF">
        <w:rPr>
          <w:cs/>
          <w:lang w:bidi="bn-IN"/>
        </w:rPr>
        <w:t>অর্থ দুঃখ</w:t>
      </w:r>
      <w:r w:rsidR="00895143">
        <w:t>,</w:t>
      </w:r>
      <w:r w:rsidRPr="007710BF">
        <w:rPr>
          <w:cs/>
          <w:lang w:bidi="bn-IN"/>
        </w:rPr>
        <w:t>কষ্ট) তোমাদের দুঃখ-কষ্ট তাকে ব্যথাতুর করে এবং তিনি</w:t>
      </w:r>
      <w:r w:rsidR="00693991">
        <w:rPr>
          <w:lang w:bidi="bn-IN"/>
        </w:rPr>
        <w:t xml:space="preserve"> </w:t>
      </w:r>
      <w:r w:rsidRPr="007710BF">
        <w:rPr>
          <w:cs/>
          <w:lang w:bidi="bn-IN"/>
        </w:rPr>
        <w:t>তোমাদের সমব্যথী। তাহলে (</w:t>
      </w:r>
      <w:r w:rsidR="005E5BE9">
        <w:rPr>
          <w:cs/>
          <w:lang w:bidi="bn-IN"/>
        </w:rPr>
        <w:t>প্রকৃত</w:t>
      </w:r>
      <w:r w:rsidRPr="007710BF">
        <w:rPr>
          <w:cs/>
          <w:lang w:bidi="bn-IN"/>
        </w:rPr>
        <w:t>) মুসলমান কে</w:t>
      </w:r>
      <w:r w:rsidRPr="007710BF">
        <w:t xml:space="preserve">? </w:t>
      </w:r>
      <w:r w:rsidRPr="007710BF">
        <w:rPr>
          <w:cs/>
          <w:lang w:bidi="bn-IN"/>
        </w:rPr>
        <w:t>মু</w:t>
      </w:r>
      <w:r w:rsidR="00693991">
        <w:rPr>
          <w:cs/>
          <w:lang w:bidi="bn-IN"/>
        </w:rPr>
        <w:t>সলমান সে-ই যার মধ্যে যেমন রয়েছে</w:t>
      </w:r>
      <w:r w:rsidR="00693991">
        <w:rPr>
          <w:lang w:bidi="bn-IN"/>
        </w:rPr>
        <w:t xml:space="preserve"> </w:t>
      </w:r>
      <w:r w:rsidRPr="007710BF">
        <w:rPr>
          <w:cs/>
          <w:lang w:bidi="bn-IN"/>
        </w:rPr>
        <w:t>সৃষ্টিকর্তার প্রেম তেমনি রযেছে সৃষ্টির প্রতি অনুরাগ।</w:t>
      </w:r>
      <w:r w:rsidR="00693991" w:rsidRPr="00693991">
        <w:rPr>
          <w:rStyle w:val="libArChar"/>
          <w:rFonts w:hint="cs"/>
          <w:rtl/>
        </w:rPr>
        <w:t xml:space="preserve">حریص علیکم </w:t>
      </w:r>
      <w:r w:rsidR="00693991">
        <w:rPr>
          <w:lang w:bidi="bn-IN"/>
        </w:rPr>
        <w:t xml:space="preserve"> </w:t>
      </w:r>
      <w:r w:rsidR="00693991">
        <w:rPr>
          <w:cs/>
          <w:lang w:bidi="bn-IN"/>
        </w:rPr>
        <w:t>কোরআনের এ</w:t>
      </w:r>
      <w:r w:rsidR="00693991" w:rsidRPr="00A377A9">
        <w:rPr>
          <w:rFonts w:hint="cs"/>
          <w:rtl/>
        </w:rPr>
        <w:t xml:space="preserve">  </w:t>
      </w:r>
      <w:r w:rsidRPr="007710BF">
        <w:rPr>
          <w:cs/>
          <w:lang w:bidi="bn-IN"/>
        </w:rPr>
        <w:t xml:space="preserve">আয়াতাংশে </w:t>
      </w:r>
      <w:r w:rsidRPr="001933EC">
        <w:rPr>
          <w:rStyle w:val="libAlaemChar"/>
        </w:rPr>
        <w:t>‘</w:t>
      </w:r>
      <w:r w:rsidR="00693991" w:rsidRPr="00693991">
        <w:rPr>
          <w:rStyle w:val="libArChar"/>
          <w:rFonts w:hint="cs"/>
          <w:rtl/>
        </w:rPr>
        <w:t>حریص</w:t>
      </w:r>
      <w:r w:rsidRPr="001933EC">
        <w:rPr>
          <w:rStyle w:val="libAlaemChar"/>
        </w:rPr>
        <w:t>’</w:t>
      </w:r>
      <w:r w:rsidR="00693991">
        <w:rPr>
          <w:rStyle w:val="libAlaemChar"/>
          <w:rFonts w:hint="cs"/>
          <w:rtl/>
        </w:rPr>
        <w:t xml:space="preserve"> </w:t>
      </w:r>
      <w:r w:rsidRPr="007710BF">
        <w:rPr>
          <w:cs/>
          <w:lang w:bidi="bn-IN"/>
        </w:rPr>
        <w:t>শব্দটি ব্যবহৃত হয়েছে। কোন কোন পিতাকে দেখা যায় আপন সন্তানকে আলেম হিসেবে গড়ে তোলার</w:t>
      </w:r>
      <w:r w:rsidR="00693991">
        <w:rPr>
          <w:lang w:bidi="bn-IN"/>
        </w:rPr>
        <w:t xml:space="preserve"> </w:t>
      </w:r>
      <w:r w:rsidRPr="007710BF">
        <w:rPr>
          <w:cs/>
          <w:lang w:bidi="bn-IN"/>
        </w:rPr>
        <w:t>জন্য এতটা বাড়াবাড়ি করে যে</w:t>
      </w:r>
      <w:r w:rsidR="00895143">
        <w:t>,</w:t>
      </w:r>
      <w:r w:rsidRPr="007710BF">
        <w:rPr>
          <w:cs/>
          <w:lang w:bidi="bn-IN"/>
        </w:rPr>
        <w:t>লোকজন তাকে সন্তান শিক্ষিত করার ক্ষেত্রে লালায়িত (</w:t>
      </w:r>
      <w:r w:rsidR="00693991" w:rsidRPr="00693991">
        <w:rPr>
          <w:rStyle w:val="libArChar"/>
          <w:rFonts w:hint="cs"/>
          <w:rtl/>
        </w:rPr>
        <w:t>حریص</w:t>
      </w:r>
      <w:r w:rsidRPr="007710BF">
        <w:rPr>
          <w:cs/>
          <w:lang w:bidi="bn-IN"/>
        </w:rPr>
        <w:t>) বলে</w:t>
      </w:r>
      <w:r w:rsidR="00693991">
        <w:rPr>
          <w:lang w:bidi="bn-IN"/>
        </w:rPr>
        <w:t xml:space="preserve"> </w:t>
      </w:r>
      <w:r w:rsidRPr="007710BF">
        <w:rPr>
          <w:cs/>
          <w:lang w:bidi="bn-IN"/>
        </w:rPr>
        <w:t>অভিহিত করে</w:t>
      </w:r>
      <w:r w:rsidR="003936CB">
        <w:t>-</w:t>
      </w:r>
      <w:r w:rsidRPr="007710BF">
        <w:t xml:space="preserve"> </w:t>
      </w:r>
      <w:r w:rsidRPr="007710BF">
        <w:rPr>
          <w:cs/>
          <w:lang w:bidi="bn-IN"/>
        </w:rPr>
        <w:t>পার্থিব ধন-সম্পদের প্রতি লোভাতুর কোন ব্যক্তি অথবা অর্থপূজারী কোন ব্যক্তির মতো</w:t>
      </w:r>
      <w:r w:rsidR="00693991">
        <w:rPr>
          <w:lang w:bidi="bn-IN"/>
        </w:rPr>
        <w:t xml:space="preserve"> </w:t>
      </w:r>
      <w:r w:rsidRPr="007710BF">
        <w:rPr>
          <w:cs/>
          <w:lang w:bidi="bn-IN"/>
        </w:rPr>
        <w:t>যে অর্থ মজুদের জন্য লালায়িত।</w:t>
      </w:r>
    </w:p>
    <w:p w:rsidR="00693991" w:rsidRDefault="006070B7" w:rsidP="00693991">
      <w:pPr>
        <w:pStyle w:val="libNormal"/>
        <w:rPr>
          <w:lang w:bidi="bn-IN"/>
        </w:rPr>
      </w:pPr>
      <w:r>
        <w:rPr>
          <w:cs/>
          <w:lang w:bidi="bn-IN"/>
        </w:rPr>
        <w:t>রাসূলুল্লাহ্</w:t>
      </w:r>
      <w:r w:rsidR="007710BF" w:rsidRPr="007710BF">
        <w:rPr>
          <w:rFonts w:hint="cs"/>
          <w:cs/>
          <w:lang w:bidi="bn-IN"/>
        </w:rPr>
        <w:t xml:space="preserve"> (সা.) মানুষের মুক্তির জন্য লালায়িত</w:t>
      </w:r>
      <w:r w:rsidR="00895143">
        <w:t>,</w:t>
      </w:r>
      <w:r w:rsidR="007710BF" w:rsidRPr="007710BF">
        <w:rPr>
          <w:cs/>
          <w:lang w:bidi="bn-IN"/>
        </w:rPr>
        <w:t>তিনি লালায়ি</w:t>
      </w:r>
      <w:r w:rsidR="00693991">
        <w:rPr>
          <w:cs/>
          <w:lang w:bidi="bn-IN"/>
        </w:rPr>
        <w:t>ত মানুষের সকল দুঃখ-কষ্ট দূর করে</w:t>
      </w:r>
      <w:r w:rsidR="00693991">
        <w:rPr>
          <w:lang w:bidi="bn-IN"/>
        </w:rPr>
        <w:t xml:space="preserve"> </w:t>
      </w:r>
      <w:r w:rsidR="00693991">
        <w:rPr>
          <w:cs/>
          <w:lang w:bidi="bn-IN"/>
        </w:rPr>
        <w:t>তাকে মুক্তি দিত</w:t>
      </w:r>
      <w:r w:rsidR="007710BF" w:rsidRPr="007710BF">
        <w:rPr>
          <w:cs/>
          <w:lang w:bidi="hi-IN"/>
        </w:rPr>
        <w:t xml:space="preserve">। </w:t>
      </w:r>
      <w:r w:rsidR="007710BF" w:rsidRPr="007710BF">
        <w:rPr>
          <w:cs/>
          <w:lang w:bidi="bn-IN"/>
        </w:rPr>
        <w:t>আর এটাই হলো প্রকৃত সৃষ্টিপ্রেম।</w:t>
      </w:r>
    </w:p>
    <w:p w:rsidR="00693991" w:rsidRDefault="007710BF" w:rsidP="00693991">
      <w:pPr>
        <w:pStyle w:val="libNormal"/>
      </w:pPr>
      <w:r w:rsidRPr="007710BF">
        <w:rPr>
          <w:cs/>
          <w:lang w:bidi="bn-IN"/>
        </w:rPr>
        <w:t>স্বয়ং আলী (আ.) কি উপরিউক্ত ব্যাখ্যানুরূপ ব্যাখ্যা করেননি</w:t>
      </w:r>
      <w:r w:rsidRPr="007710BF">
        <w:t xml:space="preserve">? </w:t>
      </w:r>
      <w:r w:rsidRPr="007710BF">
        <w:rPr>
          <w:cs/>
          <w:lang w:bidi="bn-IN"/>
        </w:rPr>
        <w:t xml:space="preserve">ব্যথা </w:t>
      </w:r>
      <w:r w:rsidR="000C4B23">
        <w:rPr>
          <w:cs/>
          <w:lang w:bidi="bn-IN"/>
        </w:rPr>
        <w:t>সম্পর্কে</w:t>
      </w:r>
      <w:r w:rsidRPr="007710BF">
        <w:rPr>
          <w:cs/>
          <w:lang w:bidi="bn-IN"/>
        </w:rPr>
        <w:t xml:space="preserve"> স্বয়ং আলী কি কোন</w:t>
      </w:r>
      <w:r w:rsidR="00693991">
        <w:rPr>
          <w:lang w:bidi="bn-IN"/>
        </w:rPr>
        <w:t xml:space="preserve"> </w:t>
      </w:r>
      <w:r w:rsidRPr="007710BF">
        <w:rPr>
          <w:cs/>
          <w:lang w:bidi="bn-IN"/>
        </w:rPr>
        <w:t>ব্যাখ্যা প্রদান করেননি</w:t>
      </w:r>
      <w:r w:rsidRPr="007710BF">
        <w:t>?</w:t>
      </w:r>
    </w:p>
    <w:p w:rsidR="00C31FA5" w:rsidRDefault="007710BF" w:rsidP="00693991">
      <w:pPr>
        <w:pStyle w:val="libNormal"/>
      </w:pPr>
      <w:r w:rsidRPr="007710BF">
        <w:t>(</w:t>
      </w:r>
      <w:r w:rsidRPr="007710BF">
        <w:rPr>
          <w:cs/>
          <w:lang w:bidi="bn-IN"/>
        </w:rPr>
        <w:t>এ প্রসঙ্গে) বহুল প্রচলিত একটি ঘটনা সম্ভবত আপনারা শুনে থাকবেন। বাসরায় উসমান বিন</w:t>
      </w:r>
      <w:r w:rsidR="00693991">
        <w:rPr>
          <w:lang w:bidi="bn-IN"/>
        </w:rPr>
        <w:t xml:space="preserve"> </w:t>
      </w:r>
      <w:r w:rsidRPr="007710BF">
        <w:rPr>
          <w:cs/>
          <w:lang w:bidi="bn-IN"/>
        </w:rPr>
        <w:t>হুনাইফ নামে এক ব্যক্তি কোন এক নিমন্ত্রণ সভায় অংশগ্রহণ করেছিলেন। এ নিমন্ত্রণ সভার অবস্থা কি</w:t>
      </w:r>
      <w:r w:rsidR="00693991">
        <w:rPr>
          <w:lang w:bidi="bn-IN"/>
        </w:rPr>
        <w:t xml:space="preserve"> </w:t>
      </w:r>
      <w:r w:rsidRPr="007710BF">
        <w:rPr>
          <w:cs/>
          <w:lang w:bidi="bn-IN"/>
        </w:rPr>
        <w:t>ছিল</w:t>
      </w:r>
      <w:r w:rsidRPr="007710BF">
        <w:t>? (</w:t>
      </w:r>
      <w:r w:rsidR="00D009A1">
        <w:rPr>
          <w:cs/>
          <w:lang w:bidi="bn-IN"/>
        </w:rPr>
        <w:t>আল্লাহর</w:t>
      </w:r>
      <w:r w:rsidRPr="007710BF">
        <w:rPr>
          <w:rFonts w:hint="cs"/>
          <w:cs/>
          <w:lang w:bidi="bn-IN"/>
        </w:rPr>
        <w:t xml:space="preserve"> নিকট আশ্রয় চাই) মদ্যপ ছিল</w:t>
      </w:r>
      <w:r w:rsidRPr="007710BF">
        <w:t xml:space="preserve">? </w:t>
      </w:r>
      <w:r w:rsidRPr="007710BF">
        <w:rPr>
          <w:cs/>
          <w:lang w:bidi="bn-IN"/>
        </w:rPr>
        <w:t>না</w:t>
      </w:r>
      <w:r w:rsidR="00693991">
        <w:rPr>
          <w:lang w:bidi="bn-IN"/>
        </w:rPr>
        <w:t xml:space="preserve"> </w:t>
      </w:r>
      <w:r w:rsidRPr="007710BF">
        <w:rPr>
          <w:cs/>
          <w:lang w:bidi="hi-IN"/>
        </w:rPr>
        <w:t xml:space="preserve">। </w:t>
      </w:r>
      <w:r w:rsidRPr="007710BF">
        <w:rPr>
          <w:cs/>
          <w:lang w:bidi="bn-IN"/>
        </w:rPr>
        <w:t>জুয়ার আড্ডা ছিল</w:t>
      </w:r>
      <w:r w:rsidRPr="007710BF">
        <w:t xml:space="preserve">? </w:t>
      </w:r>
      <w:r w:rsidRPr="007710BF">
        <w:rPr>
          <w:cs/>
          <w:lang w:bidi="bn-IN"/>
        </w:rPr>
        <w:t>না। ব্যভিচার-</w:t>
      </w:r>
      <w:r w:rsidR="00693991">
        <w:rPr>
          <w:cs/>
          <w:lang w:bidi="bn-IN"/>
        </w:rPr>
        <w:t>অশ্লীলতা</w:t>
      </w:r>
      <w:r w:rsidRPr="007710BF">
        <w:t xml:space="preserve">? </w:t>
      </w:r>
      <w:r w:rsidRPr="007710BF">
        <w:rPr>
          <w:cs/>
          <w:lang w:bidi="bn-IN"/>
        </w:rPr>
        <w:t>না</w:t>
      </w:r>
      <w:r w:rsidR="00895143">
        <w:t>,</w:t>
      </w:r>
      <w:r w:rsidRPr="007710BF">
        <w:rPr>
          <w:cs/>
          <w:lang w:bidi="bn-IN"/>
        </w:rPr>
        <w:t>তাও নয়। তাহলে কি ছিল</w:t>
      </w:r>
      <w:r w:rsidRPr="007710BF">
        <w:t xml:space="preserve">? </w:t>
      </w:r>
      <w:r w:rsidRPr="007710BF">
        <w:rPr>
          <w:cs/>
          <w:lang w:bidi="bn-IN"/>
        </w:rPr>
        <w:t>উসমান বিন হুনাইফের অপরাধ ছিল এটাই যে</w:t>
      </w:r>
      <w:r w:rsidR="00895143">
        <w:t>,</w:t>
      </w:r>
      <w:r w:rsidRPr="007710BF">
        <w:rPr>
          <w:cs/>
          <w:lang w:bidi="bn-IN"/>
        </w:rPr>
        <w:t>সার্বিকভাবে অভিজাতদের</w:t>
      </w:r>
      <w:r w:rsidR="00693991">
        <w:rPr>
          <w:lang w:bidi="bn-IN"/>
        </w:rPr>
        <w:t xml:space="preserve"> </w:t>
      </w:r>
      <w:r w:rsidRPr="007710BF">
        <w:rPr>
          <w:cs/>
          <w:lang w:bidi="bn-IN"/>
        </w:rPr>
        <w:t>জন্য একটা অনুষ্ঠানে যোগদান করেছিলেন অর্থাৎ দরিদ্র শ্রেণীর কেউ ঐ অনুষ্ঠানে ছিল না। হজরত</w:t>
      </w:r>
      <w:r w:rsidR="00693991">
        <w:rPr>
          <w:lang w:bidi="bn-IN"/>
        </w:rPr>
        <w:t xml:space="preserve"> </w:t>
      </w:r>
      <w:r w:rsidRPr="007710BF">
        <w:rPr>
          <w:cs/>
          <w:lang w:bidi="bn-IN"/>
        </w:rPr>
        <w:t xml:space="preserve">আলীর কাছে সংবাদ </w:t>
      </w:r>
      <w:r w:rsidR="00611BB9">
        <w:rPr>
          <w:cs/>
          <w:lang w:bidi="bn-IN"/>
        </w:rPr>
        <w:t>পৌ</w:t>
      </w:r>
      <w:r w:rsidRPr="007710BF">
        <w:rPr>
          <w:cs/>
          <w:lang w:bidi="bn-IN"/>
        </w:rPr>
        <w:t>ছল যে</w:t>
      </w:r>
      <w:r w:rsidR="00895143">
        <w:t>,</w:t>
      </w:r>
      <w:r w:rsidRPr="007710BF">
        <w:rPr>
          <w:cs/>
          <w:lang w:bidi="bn-IN"/>
        </w:rPr>
        <w:t>আপনার প্রতিনিধি ও প্রশাসক এমন এক অনুষ্ঠানে অংশগ্রহণ</w:t>
      </w:r>
      <w:r w:rsidR="00693991">
        <w:rPr>
          <w:lang w:bidi="bn-IN"/>
        </w:rPr>
        <w:t xml:space="preserve"> </w:t>
      </w:r>
      <w:r w:rsidRPr="007710BF">
        <w:rPr>
          <w:cs/>
          <w:lang w:bidi="bn-IN"/>
        </w:rPr>
        <w:t>করেছেন যেখানে শুধু ধনিক</w:t>
      </w:r>
      <w:r w:rsidR="00895143">
        <w:t>,</w:t>
      </w:r>
      <w:r w:rsidR="00693991">
        <w:rPr>
          <w:cs/>
          <w:lang w:bidi="bn-IN"/>
        </w:rPr>
        <w:t>বনিক ও পুঁজি</w:t>
      </w:r>
      <w:r w:rsidRPr="007710BF">
        <w:rPr>
          <w:cs/>
          <w:lang w:bidi="bn-IN"/>
        </w:rPr>
        <w:t>পতিগণের উপস্থিতি ছিল</w:t>
      </w:r>
      <w:r w:rsidR="00895143">
        <w:t>,</w:t>
      </w:r>
      <w:r w:rsidRPr="007710BF">
        <w:rPr>
          <w:cs/>
          <w:lang w:bidi="bn-IN"/>
        </w:rPr>
        <w:t>অথচ দরিদ্রদের মধ্যে কেউই</w:t>
      </w:r>
      <w:r w:rsidR="00693991">
        <w:rPr>
          <w:lang w:bidi="bn-IN"/>
        </w:rPr>
        <w:t xml:space="preserve"> </w:t>
      </w:r>
      <w:r w:rsidRPr="007710BF">
        <w:rPr>
          <w:cs/>
          <w:lang w:bidi="bn-IN"/>
        </w:rPr>
        <w:t>সেখানে ছিল না। আলী (আ.) বললেন</w:t>
      </w:r>
      <w:r w:rsidR="00895143">
        <w:t>,</w:t>
      </w:r>
    </w:p>
    <w:p w:rsidR="00C31FA5" w:rsidRPr="00C31FA5" w:rsidRDefault="00C31FA5" w:rsidP="00C31FA5">
      <w:pPr>
        <w:pStyle w:val="libArCenter"/>
        <w:rPr>
          <w:rtl/>
          <w:cs/>
        </w:rPr>
      </w:pPr>
      <w:r>
        <w:rPr>
          <w:rFonts w:hint="cs"/>
          <w:rtl/>
          <w:lang w:bidi="ar-SA"/>
        </w:rPr>
        <w:t>و ما ظننت أنّک تجیب إلی طعام قوم عائلهم مجفوّ و غنِیّهم مدعوّ</w:t>
      </w:r>
    </w:p>
    <w:p w:rsidR="006807E8" w:rsidRPr="00A377A9" w:rsidRDefault="007710BF" w:rsidP="00693991">
      <w:pPr>
        <w:pStyle w:val="libNormal"/>
      </w:pPr>
      <w:r w:rsidRPr="001933EC">
        <w:rPr>
          <w:rStyle w:val="libAlaemChar"/>
        </w:rPr>
        <w:t>“</w:t>
      </w:r>
      <w:r w:rsidRPr="007710BF">
        <w:rPr>
          <w:cs/>
          <w:lang w:bidi="bn-IN"/>
        </w:rPr>
        <w:t>আমি বিশ্বাস করতে পরিনি যে</w:t>
      </w:r>
      <w:r w:rsidR="00895143">
        <w:t>,</w:t>
      </w:r>
      <w:r w:rsidRPr="007710BF">
        <w:rPr>
          <w:cs/>
          <w:lang w:bidi="bn-IN"/>
        </w:rPr>
        <w:t>তুমি এমন এক দস্তরখানায়</w:t>
      </w:r>
      <w:r w:rsidR="00C31FA5">
        <w:rPr>
          <w:cs/>
          <w:lang w:bidi="bn-IN"/>
        </w:rPr>
        <w:t xml:space="preserve"> নিমন্ত্রণ গ্রহণ করেছ যেখানেপুঁজি </w:t>
      </w:r>
      <w:r w:rsidRPr="007710BF">
        <w:rPr>
          <w:cs/>
          <w:lang w:bidi="bn-IN"/>
        </w:rPr>
        <w:t>পতিগণ নিমন্ত্রিত হয়েছে</w:t>
      </w:r>
      <w:r w:rsidR="00895143">
        <w:t>,</w:t>
      </w:r>
      <w:r w:rsidRPr="007710BF">
        <w:rPr>
          <w:cs/>
          <w:lang w:bidi="bn-IN"/>
        </w:rPr>
        <w:t>অথচ দরিদ্রগণ নিমন্ত্রিত না হয়ে গৃহদ্বারের পশ্চাতে অবস্থান করছিল।</w:t>
      </w:r>
      <w:r w:rsidRPr="001933EC">
        <w:rPr>
          <w:rStyle w:val="libAlaemChar"/>
        </w:rPr>
        <w:t>”</w:t>
      </w:r>
      <w:r w:rsidR="00C31FA5">
        <w:rPr>
          <w:rStyle w:val="libAlaemChar"/>
        </w:rPr>
        <w:t xml:space="preserve"> </w:t>
      </w:r>
      <w:r w:rsidRPr="007710BF">
        <w:rPr>
          <w:cs/>
          <w:lang w:bidi="bn-IN"/>
        </w:rPr>
        <w:t xml:space="preserve">অতঃপর আলী আপন হৃদয়ের ব্যাকুলতাকে প্রকাশ করতে শুরু করলেন এবং এক পর্যায়ে নিজ </w:t>
      </w:r>
      <w:r w:rsidR="000C4B23">
        <w:rPr>
          <w:cs/>
          <w:lang w:bidi="bn-IN"/>
        </w:rPr>
        <w:t>সম্পর্কে</w:t>
      </w:r>
      <w:r w:rsidR="00C31FA5">
        <w:rPr>
          <w:lang w:bidi="bn-IN"/>
        </w:rPr>
        <w:t xml:space="preserve"> </w:t>
      </w:r>
      <w:r w:rsidRPr="007710BF">
        <w:rPr>
          <w:cs/>
          <w:lang w:bidi="bn-IN"/>
        </w:rPr>
        <w:t>বলেন</w:t>
      </w:r>
      <w:r w:rsidR="00895143">
        <w:t>,</w:t>
      </w:r>
    </w:p>
    <w:p w:rsidR="006807E8" w:rsidRPr="006807E8" w:rsidRDefault="006807E8" w:rsidP="006807E8">
      <w:pPr>
        <w:pStyle w:val="libArCenter"/>
        <w:rPr>
          <w:rtl/>
          <w:cs/>
        </w:rPr>
      </w:pPr>
      <w:r>
        <w:rPr>
          <w:rFonts w:hint="cs"/>
          <w:rtl/>
          <w:lang w:bidi="ar-SA"/>
        </w:rPr>
        <w:t>و لو شئت لا هتدیت الطریق إلی مضفی هذا العسل و لباب هذا القمح و نسائج هذا القزّ</w:t>
      </w:r>
    </w:p>
    <w:p w:rsidR="006807E8" w:rsidRDefault="007710BF" w:rsidP="00693991">
      <w:pPr>
        <w:pStyle w:val="libNormal"/>
        <w:rPr>
          <w:rStyle w:val="libAlaemChar"/>
        </w:rPr>
      </w:pPr>
      <w:r w:rsidRPr="001933EC">
        <w:rPr>
          <w:rStyle w:val="libAlaemChar"/>
        </w:rPr>
        <w:t>“</w:t>
      </w:r>
      <w:r w:rsidRPr="007710BF">
        <w:rPr>
          <w:cs/>
          <w:lang w:bidi="bn-IN"/>
        </w:rPr>
        <w:t>যদি আমি চাই তবে আমার জন্য ভো</w:t>
      </w:r>
      <w:r w:rsidR="006807E8">
        <w:rPr>
          <w:cs/>
          <w:lang w:bidi="bn-IN"/>
        </w:rPr>
        <w:t>গ ও বিলাস সামগ্রীর রয়েছে প্রাচু</w:t>
      </w:r>
      <w:r w:rsidR="006807E8" w:rsidRPr="006807E8">
        <w:rPr>
          <w:cs/>
          <w:lang w:bidi="bn-IN"/>
        </w:rPr>
        <w:t>র্য</w:t>
      </w:r>
      <w:r w:rsidR="00895143">
        <w:t>,</w:t>
      </w:r>
      <w:r w:rsidR="006807E8">
        <w:rPr>
          <w:cs/>
          <w:lang w:bidi="bn-IN"/>
        </w:rPr>
        <w:t>সর্বোৎকৃষ্ট খাবার</w:t>
      </w:r>
      <w:r w:rsidR="00895143">
        <w:t>,</w:t>
      </w:r>
      <w:r w:rsidRPr="007710BF">
        <w:rPr>
          <w:cs/>
          <w:lang w:bidi="bn-IN"/>
        </w:rPr>
        <w:t>পানীয়</w:t>
      </w:r>
      <w:r w:rsidR="00895143">
        <w:t>,</w:t>
      </w:r>
      <w:r w:rsidRPr="007710BF">
        <w:rPr>
          <w:cs/>
          <w:lang w:bidi="bn-IN"/>
        </w:rPr>
        <w:t>সর্বোত্তম পরিচ্ছদ</w:t>
      </w:r>
      <w:r w:rsidRPr="007710BF">
        <w:t xml:space="preserve">; </w:t>
      </w:r>
      <w:r w:rsidRPr="007710BF">
        <w:rPr>
          <w:cs/>
          <w:lang w:bidi="bn-IN"/>
        </w:rPr>
        <w:t>যা চাইব তা-ই আমার জন্য উপস্থিত।</w:t>
      </w:r>
      <w:r w:rsidRPr="001933EC">
        <w:rPr>
          <w:rStyle w:val="libAlaemChar"/>
        </w:rPr>
        <w:t>”</w:t>
      </w:r>
    </w:p>
    <w:p w:rsidR="006807E8" w:rsidRPr="002E4552" w:rsidRDefault="006807E8" w:rsidP="002E4552">
      <w:pPr>
        <w:pStyle w:val="libAr"/>
        <w:rPr>
          <w:rtl/>
        </w:rPr>
      </w:pPr>
      <w:r w:rsidRPr="002E4552">
        <w:rPr>
          <w:rFonts w:hint="cs"/>
          <w:rtl/>
        </w:rPr>
        <w:t>ول</w:t>
      </w:r>
      <w:r w:rsidR="002E4552" w:rsidRPr="002E4552">
        <w:rPr>
          <w:rFonts w:hint="cs"/>
          <w:rtl/>
        </w:rPr>
        <w:t>کن هیهات أن یغلبنی هوای و یقودنی جشعی إلی تخیّر الاطعمه</w:t>
      </w:r>
    </w:p>
    <w:p w:rsidR="002E4552" w:rsidRDefault="002E4552" w:rsidP="002E4552">
      <w:pPr>
        <w:pStyle w:val="libAr"/>
        <w:rPr>
          <w:rStyle w:val="libAlaemChar"/>
          <w:rtl/>
        </w:rPr>
      </w:pPr>
    </w:p>
    <w:p w:rsidR="002E4552" w:rsidRDefault="007710BF" w:rsidP="00693991">
      <w:pPr>
        <w:pStyle w:val="libNormal"/>
        <w:rPr>
          <w:rStyle w:val="libAlaemChar"/>
        </w:rPr>
      </w:pPr>
      <w:r w:rsidRPr="001933EC">
        <w:rPr>
          <w:rStyle w:val="libAlaemChar"/>
        </w:rPr>
        <w:t>“</w:t>
      </w:r>
      <w:r w:rsidRPr="007710BF">
        <w:rPr>
          <w:cs/>
          <w:lang w:bidi="bn-IN"/>
        </w:rPr>
        <w:t>দূর হোক আমা হতে এ অবস্থা যে</w:t>
      </w:r>
      <w:r w:rsidR="00895143">
        <w:t>,</w:t>
      </w:r>
      <w:r w:rsidRPr="007710BF">
        <w:rPr>
          <w:cs/>
          <w:lang w:bidi="bn-IN"/>
        </w:rPr>
        <w:t>আমি এমনটি করব। অসম্ভব</w:t>
      </w:r>
      <w:r w:rsidR="00895143">
        <w:t>,</w:t>
      </w:r>
      <w:r w:rsidRPr="007710BF">
        <w:rPr>
          <w:cs/>
          <w:lang w:bidi="bn-IN"/>
        </w:rPr>
        <w:t>আমি আমার লাগামকে কখনই</w:t>
      </w:r>
      <w:r w:rsidR="002E4552">
        <w:rPr>
          <w:lang w:bidi="bn-IN"/>
        </w:rPr>
        <w:t xml:space="preserve"> </w:t>
      </w:r>
      <w:r w:rsidR="00591FD9">
        <w:rPr>
          <w:cs/>
          <w:lang w:bidi="bn-IN"/>
        </w:rPr>
        <w:t>নাফসের</w:t>
      </w:r>
      <w:r w:rsidRPr="007710BF">
        <w:rPr>
          <w:cs/>
          <w:lang w:bidi="bn-IN"/>
        </w:rPr>
        <w:t xml:space="preserve"> চাহিদা ও লোভের নিকট সমর্পণ করব না।</w:t>
      </w:r>
      <w:r w:rsidRPr="001933EC">
        <w:rPr>
          <w:rStyle w:val="libAlaemChar"/>
        </w:rPr>
        <w:t>”</w:t>
      </w:r>
    </w:p>
    <w:p w:rsidR="002E4552" w:rsidRDefault="007710BF" w:rsidP="00693991">
      <w:pPr>
        <w:pStyle w:val="libNormal"/>
        <w:rPr>
          <w:lang w:bidi="bn-IN"/>
        </w:rPr>
      </w:pPr>
      <w:r w:rsidRPr="007710BF">
        <w:rPr>
          <w:cs/>
          <w:lang w:bidi="bn-IN"/>
        </w:rPr>
        <w:t>এখন</w:t>
      </w:r>
      <w:r w:rsidR="00895143">
        <w:t>,</w:t>
      </w:r>
      <w:r w:rsidRPr="007710BF">
        <w:rPr>
          <w:cs/>
          <w:lang w:bidi="bn-IN"/>
        </w:rPr>
        <w:t>কেন আলী এরূপ বলেছেন</w:t>
      </w:r>
      <w:r w:rsidRPr="007710BF">
        <w:t xml:space="preserve">? </w:t>
      </w:r>
      <w:r w:rsidRPr="007710BF">
        <w:rPr>
          <w:cs/>
          <w:lang w:bidi="bn-IN"/>
        </w:rPr>
        <w:t>তবে কি আ</w:t>
      </w:r>
      <w:r w:rsidR="006B46F0">
        <w:rPr>
          <w:cs/>
          <w:lang w:bidi="bn-IN"/>
        </w:rPr>
        <w:t>ল্লা</w:t>
      </w:r>
      <w:r w:rsidRPr="007710BF">
        <w:rPr>
          <w:rFonts w:hint="cs"/>
          <w:cs/>
          <w:lang w:bidi="bn-IN"/>
        </w:rPr>
        <w:t>হ্ এ সকল নিয়ামত নিষিদ্ধ করেছিলেন</w:t>
      </w:r>
      <w:r w:rsidRPr="007710BF">
        <w:t xml:space="preserve">? </w:t>
      </w:r>
      <w:r w:rsidRPr="007710BF">
        <w:rPr>
          <w:cs/>
          <w:lang w:bidi="bn-IN"/>
        </w:rPr>
        <w:t>আলী</w:t>
      </w:r>
      <w:r w:rsidR="002E4552">
        <w:rPr>
          <w:lang w:bidi="bn-IN"/>
        </w:rPr>
        <w:t xml:space="preserve"> </w:t>
      </w:r>
      <w:r w:rsidRPr="007710BF">
        <w:rPr>
          <w:cs/>
          <w:lang w:bidi="bn-IN"/>
        </w:rPr>
        <w:t>(আ.) স্বয়ং এ বিষয়টিকে ব্যাখ্যা করেছেন যাতে কেউ মনে না করেন যে</w:t>
      </w:r>
      <w:r w:rsidR="00895143">
        <w:t>,</w:t>
      </w:r>
      <w:r w:rsidRPr="007710BF">
        <w:rPr>
          <w:cs/>
          <w:lang w:bidi="bn-IN"/>
        </w:rPr>
        <w:t>ভালো পোশাক পড়া নিষেধ</w:t>
      </w:r>
      <w:r w:rsidR="00895143">
        <w:t>,</w:t>
      </w:r>
      <w:r w:rsidRPr="007710BF">
        <w:rPr>
          <w:cs/>
          <w:lang w:bidi="bn-IN"/>
        </w:rPr>
        <w:t>স্বচ্ছ মধু পান নিষেধ। না</w:t>
      </w:r>
      <w:r w:rsidR="00895143">
        <w:t>,</w:t>
      </w:r>
      <w:r w:rsidRPr="007710BF">
        <w:rPr>
          <w:cs/>
          <w:lang w:bidi="bn-IN"/>
        </w:rPr>
        <w:t>মোটেই তা নয়। বরং ব্যপারটি হলো এর ব্যতিক্রম। এগুলো হারাম নয়</w:t>
      </w:r>
      <w:r w:rsidR="00895143">
        <w:t>,</w:t>
      </w:r>
      <w:r w:rsidRPr="007710BF">
        <w:rPr>
          <w:cs/>
          <w:lang w:bidi="bn-IN"/>
        </w:rPr>
        <w:t>হালাল।</w:t>
      </w:r>
    </w:p>
    <w:p w:rsidR="002E4552" w:rsidRDefault="002E4552" w:rsidP="002E4552">
      <w:pPr>
        <w:pStyle w:val="libArCenter"/>
        <w:rPr>
          <w:rtl/>
          <w:lang w:bidi="fa-IR"/>
        </w:rPr>
      </w:pPr>
      <w:r>
        <w:rPr>
          <w:rFonts w:hint="cs"/>
          <w:rtl/>
          <w:lang w:bidi="ar-SA"/>
        </w:rPr>
        <w:t>و لعل بالحجاز او الیمامة من لا طمع له فی القروص و لا عهد له بالشّبع</w:t>
      </w:r>
    </w:p>
    <w:p w:rsidR="002E4552" w:rsidRPr="002E4552" w:rsidRDefault="002E4552" w:rsidP="002E4552">
      <w:pPr>
        <w:pStyle w:val="libArCenter"/>
        <w:rPr>
          <w:rtl/>
          <w:lang w:bidi="fa-IR"/>
        </w:rPr>
      </w:pPr>
    </w:p>
    <w:p w:rsidR="002E4552" w:rsidRDefault="007710BF" w:rsidP="00693991">
      <w:pPr>
        <w:pStyle w:val="libNormal"/>
        <w:rPr>
          <w:rStyle w:val="libAlaemChar"/>
        </w:rPr>
      </w:pPr>
      <w:r w:rsidRPr="001933EC">
        <w:rPr>
          <w:rStyle w:val="libAlaemChar"/>
        </w:rPr>
        <w:t>“</w:t>
      </w:r>
      <w:r w:rsidRPr="007710BF">
        <w:rPr>
          <w:cs/>
          <w:lang w:bidi="bn-IN"/>
        </w:rPr>
        <w:t>যদি এখানে আমি আপন উদর পূর্ণ করি</w:t>
      </w:r>
      <w:r w:rsidR="00895143">
        <w:t>,</w:t>
      </w:r>
      <w:r w:rsidRPr="007710BF">
        <w:rPr>
          <w:cs/>
          <w:lang w:bidi="bn-IN"/>
        </w:rPr>
        <w:t>তবে ইরাক</w:t>
      </w:r>
      <w:r w:rsidR="00895143">
        <w:t>,</w:t>
      </w:r>
      <w:r w:rsidRPr="007710BF">
        <w:rPr>
          <w:cs/>
          <w:lang w:bidi="bn-IN"/>
        </w:rPr>
        <w:t>কুফা</w:t>
      </w:r>
      <w:r w:rsidR="00895143">
        <w:t>,</w:t>
      </w:r>
      <w:r w:rsidRPr="007710BF">
        <w:rPr>
          <w:cs/>
          <w:lang w:bidi="bn-IN"/>
        </w:rPr>
        <w:t>ইয়ামামাহ্ এবং পারস্যপোসাগরের</w:t>
      </w:r>
      <w:r w:rsidR="002E4552">
        <w:rPr>
          <w:lang w:bidi="bn-IN"/>
        </w:rPr>
        <w:t xml:space="preserve"> </w:t>
      </w:r>
      <w:r w:rsidRPr="007710BF">
        <w:rPr>
          <w:cs/>
          <w:lang w:bidi="bn-IN"/>
        </w:rPr>
        <w:t>উপ</w:t>
      </w:r>
      <w:r w:rsidR="002E4552">
        <w:rPr>
          <w:cs/>
          <w:lang w:bidi="bn-IN"/>
        </w:rPr>
        <w:t>কূলে</w:t>
      </w:r>
      <w:r w:rsidRPr="007710BF">
        <w:rPr>
          <w:cs/>
          <w:lang w:bidi="bn-IN"/>
        </w:rPr>
        <w:t xml:space="preserve"> এমন কেউ হয়তো থাকবে যে এক টুকরা রুটির আশাও করতে পারে না</w:t>
      </w:r>
      <w:r w:rsidRPr="007710BF">
        <w:rPr>
          <w:cs/>
          <w:lang w:bidi="hi-IN"/>
        </w:rPr>
        <w:t>।</w:t>
      </w:r>
      <w:r w:rsidRPr="001933EC">
        <w:rPr>
          <w:rStyle w:val="libAlaemChar"/>
        </w:rPr>
        <w:t>”</w:t>
      </w:r>
    </w:p>
    <w:p w:rsidR="002E4552" w:rsidRPr="002E4552" w:rsidRDefault="002E4552" w:rsidP="00B651BA">
      <w:pPr>
        <w:pStyle w:val="libArCenter"/>
        <w:rPr>
          <w:rtl/>
          <w:cs/>
        </w:rPr>
      </w:pPr>
      <w:r w:rsidRPr="002E4552">
        <w:rPr>
          <w:rFonts w:hint="cs"/>
          <w:rtl/>
          <w:lang w:bidi="ar-SA"/>
        </w:rPr>
        <w:t>او ابیت مبطانا و حولی بطون غرثی و أکباد حرّی</w:t>
      </w:r>
    </w:p>
    <w:p w:rsidR="002E4552" w:rsidRPr="00972E05" w:rsidRDefault="002E4552" w:rsidP="009848A8">
      <w:pPr>
        <w:pStyle w:val="libNormal"/>
        <w:rPr>
          <w:rtl/>
        </w:rPr>
      </w:pPr>
    </w:p>
    <w:p w:rsidR="00B651BA" w:rsidRDefault="007710BF" w:rsidP="00693991">
      <w:pPr>
        <w:pStyle w:val="libNormal"/>
      </w:pPr>
      <w:r w:rsidRPr="001933EC">
        <w:rPr>
          <w:rStyle w:val="libAlaemChar"/>
        </w:rPr>
        <w:t>“</w:t>
      </w:r>
      <w:r w:rsidRPr="007710BF">
        <w:rPr>
          <w:cs/>
          <w:lang w:bidi="bn-IN"/>
        </w:rPr>
        <w:t>আমি কি আপন উদর পূর্ণ করে ঘুমাব। আর আমার চারিদিকে অসংখ্য ক্ষুধার্ত পেট ও তৃষ্ণার্তবক্ষ অবস্থান করবে</w:t>
      </w:r>
      <w:r w:rsidRPr="007710BF">
        <w:t>?</w:t>
      </w:r>
      <w:r w:rsidRPr="001933EC">
        <w:rPr>
          <w:rStyle w:val="libAlaemChar"/>
        </w:rPr>
        <w:t>”</w:t>
      </w:r>
      <w:r w:rsidRPr="007710BF">
        <w:t xml:space="preserve"> </w:t>
      </w:r>
      <w:r w:rsidRPr="007710BF">
        <w:rPr>
          <w:cs/>
          <w:lang w:bidi="bn-IN"/>
        </w:rPr>
        <w:t>আমি কি কবির সে কাব্যের মতো হব যে কবি বলেন</w:t>
      </w:r>
      <w:r w:rsidR="00895143">
        <w:t>,</w:t>
      </w:r>
    </w:p>
    <w:p w:rsidR="00B651BA" w:rsidRDefault="00B651BA" w:rsidP="00B651BA">
      <w:pPr>
        <w:pStyle w:val="libArCenter"/>
        <w:rPr>
          <w:rtl/>
          <w:cs/>
        </w:rPr>
      </w:pPr>
      <w:r>
        <w:rPr>
          <w:rFonts w:hint="cs"/>
          <w:rtl/>
          <w:lang w:bidi="ar-SA"/>
        </w:rPr>
        <w:t>حسبك داء أن تبیت ببطنة و حولک أکباد تحنّ إلی القدّ</w:t>
      </w:r>
    </w:p>
    <w:p w:rsidR="00B651BA" w:rsidRPr="00B651BA" w:rsidRDefault="00B651BA" w:rsidP="009848A8">
      <w:pPr>
        <w:pStyle w:val="libNormal"/>
        <w:rPr>
          <w:rtl/>
          <w:lang w:bidi="fa-IR"/>
        </w:rPr>
      </w:pPr>
    </w:p>
    <w:p w:rsidR="00B651BA" w:rsidRDefault="007710BF" w:rsidP="00693991">
      <w:pPr>
        <w:pStyle w:val="libNormal"/>
        <w:rPr>
          <w:rStyle w:val="libAlaemChar"/>
        </w:rPr>
      </w:pPr>
      <w:r w:rsidRPr="001933EC">
        <w:rPr>
          <w:rStyle w:val="libAlaemChar"/>
        </w:rPr>
        <w:t>“</w:t>
      </w:r>
      <w:r w:rsidRPr="007710BF">
        <w:rPr>
          <w:cs/>
          <w:lang w:bidi="bn-IN"/>
        </w:rPr>
        <w:t>তোমার চারিদিকে যে অসংখ্য ক্ষুধার্ত পেট অবস্থান করছে</w:t>
      </w:r>
      <w:r w:rsidR="00895143">
        <w:t>,</w:t>
      </w:r>
      <w:r w:rsidRPr="007710BF">
        <w:rPr>
          <w:cs/>
          <w:lang w:bidi="bn-IN"/>
        </w:rPr>
        <w:t>তাদের জন্য তোমার সমবেদনাই</w:t>
      </w:r>
      <w:r w:rsidR="00B651BA">
        <w:rPr>
          <w:lang w:bidi="bn-IN"/>
        </w:rPr>
        <w:t xml:space="preserve"> </w:t>
      </w:r>
      <w:r w:rsidRPr="007710BF">
        <w:rPr>
          <w:cs/>
          <w:lang w:bidi="bn-IN"/>
        </w:rPr>
        <w:t>যথেষ্ট</w:t>
      </w:r>
      <w:r w:rsidR="00895143">
        <w:t>,</w:t>
      </w:r>
      <w:r w:rsidRPr="007710BF">
        <w:rPr>
          <w:cs/>
          <w:lang w:bidi="bn-IN"/>
        </w:rPr>
        <w:t>আর তুমি উদর পূর্ণ করে ঘুমাও।</w:t>
      </w:r>
      <w:r w:rsidRPr="001933EC">
        <w:rPr>
          <w:rStyle w:val="libAlaemChar"/>
        </w:rPr>
        <w:t>”</w:t>
      </w:r>
    </w:p>
    <w:p w:rsidR="00B651BA" w:rsidRDefault="007710BF" w:rsidP="00693991">
      <w:pPr>
        <w:pStyle w:val="libNormal"/>
      </w:pPr>
      <w:r w:rsidRPr="007710BF">
        <w:rPr>
          <w:cs/>
          <w:lang w:bidi="bn-IN"/>
        </w:rPr>
        <w:t>এই যে সমবেদনা</w:t>
      </w:r>
      <w:r w:rsidR="00895143">
        <w:t>,</w:t>
      </w:r>
      <w:r w:rsidRPr="007710BF">
        <w:rPr>
          <w:cs/>
          <w:lang w:bidi="bn-IN"/>
        </w:rPr>
        <w:t>এটাই হলো সৃষ্টির প্রতি অনুরাগ। একেই বলে মানবতার মানদণ্ড। সর্ঠিকভাবে</w:t>
      </w:r>
      <w:r w:rsidR="00B651BA">
        <w:rPr>
          <w:lang w:bidi="bn-IN"/>
        </w:rPr>
        <w:t xml:space="preserve"> </w:t>
      </w:r>
      <w:r w:rsidRPr="007710BF">
        <w:rPr>
          <w:cs/>
          <w:lang w:bidi="bn-IN"/>
        </w:rPr>
        <w:t>বললে বলতে হয়</w:t>
      </w:r>
      <w:r w:rsidR="00895143">
        <w:t>,</w:t>
      </w:r>
      <w:r w:rsidRPr="007710BF">
        <w:rPr>
          <w:cs/>
          <w:lang w:bidi="bn-IN"/>
        </w:rPr>
        <w:t>মূল্যবোধসমূহের দ্বিতীয় মা।অতঃপর আলী (আ.) বলেন</w:t>
      </w:r>
      <w:r w:rsidR="00895143">
        <w:t>,</w:t>
      </w:r>
    </w:p>
    <w:p w:rsidR="00B651BA" w:rsidRPr="00B651BA" w:rsidRDefault="00B651BA" w:rsidP="00B651BA">
      <w:pPr>
        <w:pStyle w:val="libArCenter"/>
        <w:rPr>
          <w:rtl/>
          <w:cs/>
        </w:rPr>
      </w:pPr>
      <w:r>
        <w:rPr>
          <w:rFonts w:hint="cs"/>
          <w:rtl/>
          <w:lang w:bidi="ar-SA"/>
        </w:rPr>
        <w:t>أ أقنع من نفسی بأن یقال أمیر المؤمنین و لا أشارکهم فی مکاره الدّهر ؟</w:t>
      </w:r>
    </w:p>
    <w:p w:rsidR="008F23A3" w:rsidRDefault="007710BF" w:rsidP="00693991">
      <w:pPr>
        <w:pStyle w:val="libNormal"/>
        <w:rPr>
          <w:lang w:bidi="bn-IN"/>
        </w:rPr>
      </w:pPr>
      <w:r w:rsidRPr="001933EC">
        <w:rPr>
          <w:rStyle w:val="libAlaemChar"/>
        </w:rPr>
        <w:t>“</w:t>
      </w:r>
      <w:r w:rsidRPr="007710BF">
        <w:rPr>
          <w:cs/>
          <w:lang w:bidi="bn-IN"/>
        </w:rPr>
        <w:t>আমি কি নাম-পদবিতেই পরিতৃপ্ত হব</w:t>
      </w:r>
      <w:r w:rsidRPr="007710BF">
        <w:t xml:space="preserve">? </w:t>
      </w:r>
      <w:r w:rsidRPr="007710BF">
        <w:rPr>
          <w:cs/>
          <w:lang w:bidi="bn-IN"/>
        </w:rPr>
        <w:t>আমাকে যে সম্বোধন করা হয় : হে আমীরুল মুমিনীন!</w:t>
      </w:r>
      <w:r w:rsidR="008F23A3" w:rsidRPr="00A377A9">
        <w:rPr>
          <w:rFonts w:hint="cs"/>
          <w:rtl/>
        </w:rPr>
        <w:t xml:space="preserve"> </w:t>
      </w:r>
      <w:r w:rsidRPr="007710BF">
        <w:rPr>
          <w:cs/>
          <w:lang w:bidi="bn-IN"/>
        </w:rPr>
        <w:t>আমাকে যে খলিফা বলে আখ্যায়িত করা হয় অথবা পৃথিবীর অধিকাংশ এলাকা জুড়ে প্রতিষ্ঠিত মুসলিমরাজ্যের অধিপতি বলা হয়</w:t>
      </w:r>
      <w:r w:rsidR="00895143">
        <w:t>,</w:t>
      </w:r>
      <w:r w:rsidRPr="007710BF">
        <w:rPr>
          <w:cs/>
          <w:lang w:bidi="bn-IN"/>
        </w:rPr>
        <w:t>এতেই কি আত্মতুষ্ট হব এবং নিজেকে আমীরে মুমিনীন বলে জানব</w:t>
      </w:r>
      <w:r w:rsidR="00895143">
        <w:t>,</w:t>
      </w:r>
      <w:r w:rsidRPr="007710BF">
        <w:rPr>
          <w:cs/>
          <w:lang w:bidi="bn-IN"/>
        </w:rPr>
        <w:t>অথচ</w:t>
      </w:r>
      <w:r w:rsidR="008F23A3" w:rsidRPr="00A377A9">
        <w:rPr>
          <w:rFonts w:hint="cs"/>
          <w:rtl/>
        </w:rPr>
        <w:t xml:space="preserve"> </w:t>
      </w:r>
      <w:r w:rsidRPr="007710BF">
        <w:rPr>
          <w:cs/>
          <w:lang w:bidi="bn-IN"/>
        </w:rPr>
        <w:t>মুমিনগণের কষ্টে অংশীদার হব না</w:t>
      </w:r>
      <w:r w:rsidRPr="007710BF">
        <w:t>?</w:t>
      </w:r>
      <w:r w:rsidRPr="001933EC">
        <w:rPr>
          <w:rStyle w:val="libAlaemChar"/>
        </w:rPr>
        <w:t>”</w:t>
      </w:r>
      <w:r w:rsidRPr="007710BF">
        <w:t xml:space="preserve"> (</w:t>
      </w:r>
      <w:r w:rsidRPr="007710BF">
        <w:rPr>
          <w:cs/>
          <w:lang w:bidi="bn-IN"/>
        </w:rPr>
        <w:t>নাহজুল বালাগাহ্</w:t>
      </w:r>
      <w:r w:rsidR="00895143">
        <w:t>,</w:t>
      </w:r>
      <w:r w:rsidRPr="007710BF">
        <w:rPr>
          <w:cs/>
          <w:lang w:bidi="bn-IN"/>
        </w:rPr>
        <w:t>পত্র নং ৪৫)</w:t>
      </w:r>
    </w:p>
    <w:p w:rsidR="008F23A3" w:rsidRDefault="007710BF" w:rsidP="00693991">
      <w:pPr>
        <w:pStyle w:val="libNormal"/>
        <w:rPr>
          <w:lang w:bidi="bn-IN"/>
        </w:rPr>
      </w:pPr>
      <w:r w:rsidRPr="007710BF">
        <w:rPr>
          <w:cs/>
          <w:lang w:bidi="bn-IN"/>
        </w:rPr>
        <w:t>আলী (আ.)-এর উপরিউক্ত বক্তব্যগুলো থেকে একটি বিষয় স্পষ্টরূপে প্রতীয়মান হয়</w:t>
      </w:r>
      <w:r w:rsidR="003936CB">
        <w:t>-</w:t>
      </w:r>
      <w:r w:rsidRPr="007710BF">
        <w:t xml:space="preserve"> </w:t>
      </w:r>
      <w:r w:rsidRPr="007710BF">
        <w:rPr>
          <w:cs/>
          <w:lang w:bidi="bn-IN"/>
        </w:rPr>
        <w:t>সমবেদনা</w:t>
      </w:r>
      <w:r w:rsidR="00895143">
        <w:t>,</w:t>
      </w:r>
      <w:r w:rsidRPr="007710BF">
        <w:rPr>
          <w:cs/>
          <w:lang w:bidi="bn-IN"/>
        </w:rPr>
        <w:t>অপরের কষ্টকে অনুভব করা।</w:t>
      </w:r>
    </w:p>
    <w:p w:rsidR="008F23A3" w:rsidRDefault="007710BF" w:rsidP="00693991">
      <w:pPr>
        <w:pStyle w:val="libNormal"/>
        <w:rPr>
          <w:rStyle w:val="libBold1Char"/>
        </w:rPr>
      </w:pPr>
      <w:r w:rsidRPr="008F23A3">
        <w:rPr>
          <w:rStyle w:val="libBold1Char"/>
          <w:cs/>
          <w:lang w:bidi="bn-IN"/>
        </w:rPr>
        <w:t>কা</w:t>
      </w:r>
      <w:r w:rsidR="00A947E0" w:rsidRPr="008F23A3">
        <w:rPr>
          <w:rStyle w:val="libBold1Char"/>
          <w:cs/>
          <w:lang w:bidi="bn-IN"/>
        </w:rPr>
        <w:t>ঙ্ক্ষি</w:t>
      </w:r>
      <w:r w:rsidRPr="008F23A3">
        <w:rPr>
          <w:rStyle w:val="libBold1Char"/>
          <w:cs/>
          <w:lang w:bidi="bn-IN"/>
        </w:rPr>
        <w:t>ত ব্যথা</w:t>
      </w:r>
    </w:p>
    <w:p w:rsidR="00C07F2E" w:rsidRDefault="007710BF" w:rsidP="00693991">
      <w:pPr>
        <w:pStyle w:val="libNormal"/>
      </w:pPr>
      <w:r w:rsidRPr="007710BF">
        <w:rPr>
          <w:cs/>
          <w:lang w:bidi="bn-IN"/>
        </w:rPr>
        <w:t>এখন আপনাদের কাছে জানতে চাই</w:t>
      </w:r>
      <w:r w:rsidR="00895143">
        <w:t>,</w:t>
      </w:r>
      <w:r w:rsidRPr="007710BF">
        <w:rPr>
          <w:cs/>
          <w:lang w:bidi="bn-IN"/>
        </w:rPr>
        <w:t>এটা কি মানুষের জন্য ভালো যে</w:t>
      </w:r>
      <w:r w:rsidR="00895143">
        <w:t>,</w:t>
      </w:r>
      <w:r w:rsidRPr="007710BF">
        <w:rPr>
          <w:cs/>
          <w:lang w:bidi="bn-IN"/>
        </w:rPr>
        <w:t>সে বিকলাঙ্গ হবে</w:t>
      </w:r>
      <w:r w:rsidR="00895143">
        <w:t>,</w:t>
      </w:r>
      <w:r w:rsidRPr="007710BF">
        <w:rPr>
          <w:cs/>
          <w:lang w:bidi="bn-IN"/>
        </w:rPr>
        <w:t>তার</w:t>
      </w:r>
      <w:r w:rsidR="00C07F2E">
        <w:rPr>
          <w:lang w:bidi="bn-IN"/>
        </w:rPr>
        <w:t xml:space="preserve"> </w:t>
      </w:r>
      <w:r w:rsidRPr="007710BF">
        <w:rPr>
          <w:cs/>
          <w:lang w:bidi="bn-IN"/>
        </w:rPr>
        <w:t>অঙ্গ-প্রত্যঙ্গ হবে অসাড় ও শক্তিহীন অথবা তার অঙ্গ-প্রত্যঙ্গগুলো হবে সংবেদনশীল ও স্পর্শকাতর</w:t>
      </w:r>
      <w:r w:rsidR="00895143">
        <w:t>,</w:t>
      </w:r>
      <w:r w:rsidRPr="007710BF">
        <w:rPr>
          <w:cs/>
          <w:lang w:bidi="bn-IN"/>
        </w:rPr>
        <w:t>ফলে সে এ ব্যথাকে উপলব্ধি করতে পারবে</w:t>
      </w:r>
      <w:r w:rsidRPr="007710BF">
        <w:t>?</w:t>
      </w:r>
    </w:p>
    <w:p w:rsidR="00C07F2E" w:rsidRDefault="007710BF" w:rsidP="00693991">
      <w:pPr>
        <w:pStyle w:val="libNormal"/>
        <w:rPr>
          <w:lang w:bidi="bn-IN"/>
        </w:rPr>
      </w:pPr>
      <w:r w:rsidRPr="007710BF">
        <w:rPr>
          <w:cs/>
          <w:lang w:bidi="bn-IN"/>
        </w:rPr>
        <w:t>এ ব্যথা যেমনি ব্যথা তেমনি উপভোগ্যও বটে</w:t>
      </w:r>
      <w:r w:rsidRPr="007710BF">
        <w:rPr>
          <w:cs/>
          <w:lang w:bidi="hi-IN"/>
        </w:rPr>
        <w:t xml:space="preserve">। </w:t>
      </w:r>
      <w:r w:rsidRPr="007710BF">
        <w:rPr>
          <w:cs/>
          <w:lang w:bidi="bn-IN"/>
        </w:rPr>
        <w:t>কারণ অপরের তরে যে ব্যথা</w:t>
      </w:r>
      <w:r w:rsidR="00895143">
        <w:t>,</w:t>
      </w:r>
      <w:r w:rsidRPr="007710BF">
        <w:rPr>
          <w:cs/>
          <w:lang w:bidi="bn-IN"/>
        </w:rPr>
        <w:t>সে ব্যথা সর্বদাই</w:t>
      </w:r>
      <w:r w:rsidR="00C07F2E">
        <w:rPr>
          <w:lang w:bidi="bn-IN"/>
        </w:rPr>
        <w:t xml:space="preserve"> </w:t>
      </w:r>
      <w:r w:rsidRPr="007710BF">
        <w:rPr>
          <w:cs/>
          <w:lang w:bidi="bn-IN"/>
        </w:rPr>
        <w:t>উপভোগ্য হয়ে থাকে। এর মানে কি</w:t>
      </w:r>
      <w:r w:rsidRPr="007710BF">
        <w:t xml:space="preserve">? </w:t>
      </w:r>
      <w:r w:rsidRPr="007710BF">
        <w:rPr>
          <w:cs/>
          <w:lang w:bidi="bn-IN"/>
        </w:rPr>
        <w:t>সৃষ্টিকর্তাই স্বয়ং জানেন। অপরের নিমিত্তে ব্যথা যেমন কা</w:t>
      </w:r>
      <w:r w:rsidR="00A947E0">
        <w:rPr>
          <w:cs/>
          <w:lang w:bidi="bn-IN"/>
        </w:rPr>
        <w:t>ঙ্ক্ষি</w:t>
      </w:r>
      <w:r w:rsidRPr="007710BF">
        <w:rPr>
          <w:cs/>
          <w:lang w:bidi="bn-IN"/>
        </w:rPr>
        <w:t>ত</w:t>
      </w:r>
      <w:r w:rsidR="00C07F2E">
        <w:rPr>
          <w:lang w:bidi="bn-IN"/>
        </w:rPr>
        <w:t xml:space="preserve"> </w:t>
      </w:r>
      <w:r w:rsidRPr="007710BF">
        <w:rPr>
          <w:cs/>
          <w:lang w:bidi="bn-IN"/>
        </w:rPr>
        <w:t>ও উপভোগ্য তেমনি সত্য-প্রভুর বিচ্ছেদ ব্যথাও কা</w:t>
      </w:r>
      <w:r w:rsidR="00A947E0">
        <w:rPr>
          <w:cs/>
          <w:lang w:bidi="bn-IN"/>
        </w:rPr>
        <w:t>ঙ্ক্ষি</w:t>
      </w:r>
      <w:r w:rsidRPr="007710BF">
        <w:rPr>
          <w:cs/>
          <w:lang w:bidi="bn-IN"/>
        </w:rPr>
        <w:t>ত ও উপভোগ্য।</w:t>
      </w:r>
    </w:p>
    <w:p w:rsidR="00C07F2E" w:rsidRDefault="007710BF" w:rsidP="00C07F2E">
      <w:pPr>
        <w:pStyle w:val="libNormal"/>
        <w:rPr>
          <w:lang w:bidi="bn-IN"/>
        </w:rPr>
      </w:pPr>
      <w:r w:rsidRPr="007710BF">
        <w:rPr>
          <w:cs/>
          <w:lang w:bidi="bn-IN"/>
        </w:rPr>
        <w:t xml:space="preserve">বু আলী (ইবনে সিনা) </w:t>
      </w:r>
      <w:r w:rsidR="00FE6D44">
        <w:rPr>
          <w:cs/>
          <w:lang w:bidi="bn-IN"/>
        </w:rPr>
        <w:t>তার</w:t>
      </w:r>
      <w:r w:rsidRPr="007710BF">
        <w:rPr>
          <w:cs/>
          <w:lang w:bidi="bn-IN"/>
        </w:rPr>
        <w:t xml:space="preserve"> </w:t>
      </w:r>
      <w:r w:rsidRPr="001933EC">
        <w:rPr>
          <w:rStyle w:val="libAlaemChar"/>
        </w:rPr>
        <w:t>‘</w:t>
      </w:r>
      <w:r w:rsidRPr="007710BF">
        <w:rPr>
          <w:cs/>
          <w:lang w:bidi="bn-IN"/>
        </w:rPr>
        <w:t>ইশারাত</w:t>
      </w:r>
      <w:r w:rsidRPr="001933EC">
        <w:rPr>
          <w:rStyle w:val="libAlaemChar"/>
        </w:rPr>
        <w:t>’</w:t>
      </w:r>
      <w:r w:rsidRPr="007710BF">
        <w:t xml:space="preserve"> </w:t>
      </w:r>
      <w:r w:rsidRPr="007710BF">
        <w:rPr>
          <w:cs/>
          <w:lang w:bidi="bn-IN"/>
        </w:rPr>
        <w:t>গ্রন্থে এ বিষয়ের উপর (কোন ব্যথা যেমনি ব্যথা তেমনি</w:t>
      </w:r>
      <w:r w:rsidR="00C07F2E">
        <w:rPr>
          <w:lang w:bidi="bn-IN"/>
        </w:rPr>
        <w:t xml:space="preserve"> </w:t>
      </w:r>
      <w:r w:rsidRPr="007710BF">
        <w:rPr>
          <w:cs/>
          <w:lang w:bidi="bn-IN"/>
        </w:rPr>
        <w:t>উপভোগ্য) একটি উদাহরণ এনেছেন। তিনি বলেন</w:t>
      </w:r>
      <w:r w:rsidR="00895143">
        <w:t>,</w:t>
      </w:r>
      <w:r w:rsidRPr="001933EC">
        <w:rPr>
          <w:rStyle w:val="libAlaemChar"/>
        </w:rPr>
        <w:t>“</w:t>
      </w:r>
      <w:r w:rsidRPr="007710BF">
        <w:rPr>
          <w:cs/>
          <w:lang w:bidi="bn-IN"/>
        </w:rPr>
        <w:t>এ ধরনের ব্যথা হলো শরীর চুলকানোর মত।</w:t>
      </w:r>
      <w:r w:rsidR="00C07F2E">
        <w:rPr>
          <w:lang w:bidi="bn-IN"/>
        </w:rPr>
        <w:t xml:space="preserve"> </w:t>
      </w:r>
      <w:r w:rsidRPr="007710BF">
        <w:rPr>
          <w:cs/>
          <w:lang w:bidi="bn-IN"/>
        </w:rPr>
        <w:t>শরীর যখন চুলকায় তখন যন্ত্রণাদায়ক হয়। যখন মানুষ তার শরীরের উক্ত স্থানে আঁচর কাটে তখন ব্যথা অনুভব করে এবং এ ব্যথা অনুভবের পাশাপাশি সে পরিতৃপ্তিও লাভ করে। এ ব্যথা তিক্ত নয়।</w:t>
      </w:r>
      <w:r w:rsidRPr="001933EC">
        <w:rPr>
          <w:rStyle w:val="libAlaemChar"/>
        </w:rPr>
        <w:t>”</w:t>
      </w:r>
      <w:r w:rsidRPr="007710BF">
        <w:t>(</w:t>
      </w:r>
      <w:r w:rsidRPr="007710BF">
        <w:rPr>
          <w:cs/>
          <w:lang w:bidi="bn-IN"/>
        </w:rPr>
        <w:t>বু-আলী বলেন</w:t>
      </w:r>
      <w:r w:rsidR="00895143">
        <w:t>,</w:t>
      </w:r>
      <w:r w:rsidR="00FE6D44">
        <w:rPr>
          <w:cs/>
          <w:lang w:bidi="bn-IN"/>
        </w:rPr>
        <w:t>তার</w:t>
      </w:r>
      <w:r w:rsidRPr="007710BF">
        <w:rPr>
          <w:cs/>
          <w:lang w:bidi="bn-IN"/>
        </w:rPr>
        <w:t xml:space="preserve"> এ উদাহরণটি আবর্তনিক।)</w:t>
      </w:r>
    </w:p>
    <w:p w:rsidR="00D74F14" w:rsidRDefault="007710BF" w:rsidP="00277E1C">
      <w:pPr>
        <w:pStyle w:val="libNormal"/>
        <w:rPr>
          <w:lang w:bidi="bn-IN"/>
        </w:rPr>
      </w:pPr>
      <w:r w:rsidRPr="007710BF">
        <w:rPr>
          <w:cs/>
          <w:lang w:bidi="bn-IN"/>
        </w:rPr>
        <w:t>এ ব্যথা এমন এক ব্যথা যা অন্তরকে জ্বালায়</w:t>
      </w:r>
      <w:r w:rsidR="00895143">
        <w:t>,</w:t>
      </w:r>
      <w:r w:rsidRPr="007710BF">
        <w:rPr>
          <w:cs/>
          <w:lang w:bidi="bn-IN"/>
        </w:rPr>
        <w:t>অ</w:t>
      </w:r>
      <w:r w:rsidR="009A597E">
        <w:rPr>
          <w:cs/>
          <w:lang w:bidi="bn-IN"/>
        </w:rPr>
        <w:t>শ্রু</w:t>
      </w:r>
      <w:r w:rsidRPr="007710BF">
        <w:rPr>
          <w:cs/>
          <w:lang w:bidi="bn-IN"/>
        </w:rPr>
        <w:t>র ধারা বইয়ে দেয়। কিন্তু প্রিয়জনের তরে এ</w:t>
      </w:r>
      <w:r w:rsidR="00C07F2E">
        <w:rPr>
          <w:lang w:bidi="bn-IN"/>
        </w:rPr>
        <w:t xml:space="preserve"> </w:t>
      </w:r>
      <w:r w:rsidRPr="007710BF">
        <w:rPr>
          <w:cs/>
          <w:lang w:bidi="bn-IN"/>
        </w:rPr>
        <w:t>বেদনা</w:t>
      </w:r>
      <w:r w:rsidR="003936CB">
        <w:t>-</w:t>
      </w:r>
      <w:r w:rsidRPr="007710BF">
        <w:t xml:space="preserve"> </w:t>
      </w:r>
      <w:r w:rsidRPr="007710BF">
        <w:rPr>
          <w:cs/>
          <w:lang w:bidi="bn-IN"/>
        </w:rPr>
        <w:t>কা</w:t>
      </w:r>
      <w:r w:rsidR="00A947E0">
        <w:rPr>
          <w:cs/>
          <w:lang w:bidi="bn-IN"/>
        </w:rPr>
        <w:t>ঙ্ক্ষি</w:t>
      </w:r>
      <w:r w:rsidRPr="007710BF">
        <w:rPr>
          <w:cs/>
          <w:lang w:bidi="bn-IN"/>
        </w:rPr>
        <w:t>ত বেদনা। মানুষ এক ধরনের দুঃখ-কষ্ট থেকে সর্বদা পলায়ন করে। কিন্তু আমরা লক্ষ্যকরি যে</w:t>
      </w:r>
      <w:r w:rsidR="00895143">
        <w:t>,</w:t>
      </w:r>
      <w:r w:rsidRPr="007710BF">
        <w:rPr>
          <w:cs/>
          <w:lang w:bidi="bn-IN"/>
        </w:rPr>
        <w:t>আমাদেরকে যখন বলা হয়</w:t>
      </w:r>
      <w:r w:rsidR="00895143">
        <w:t>,</w:t>
      </w:r>
      <w:r w:rsidRPr="007710BF">
        <w:rPr>
          <w:cs/>
          <w:lang w:bidi="bn-IN"/>
        </w:rPr>
        <w:t>ইমাম হুসাইন (আ.)-এর উপর মর্সিয়া পাঠের অনুষ্ঠান হবে</w:t>
      </w:r>
      <w:r w:rsidR="00895143">
        <w:t>,</w:t>
      </w:r>
      <w:r w:rsidRPr="007710BF">
        <w:rPr>
          <w:cs/>
          <w:lang w:bidi="bn-IN"/>
        </w:rPr>
        <w:t>দারুণ মর্মস্পর্শী অনুষ্ঠান</w:t>
      </w:r>
      <w:r w:rsidR="00895143">
        <w:t>,</w:t>
      </w:r>
      <w:r w:rsidRPr="007710BF">
        <w:rPr>
          <w:cs/>
          <w:lang w:bidi="bn-IN"/>
        </w:rPr>
        <w:t>তখন আমরা সে অনুষ্ঠানে অংশগ্রহণের আগ্রহ প্রকাশ করি। যতক্ষণ পর্যন্ত না</w:t>
      </w:r>
      <w:r w:rsidR="00C07F2E">
        <w:rPr>
          <w:lang w:bidi="bn-IN"/>
        </w:rPr>
        <w:t xml:space="preserve"> </w:t>
      </w:r>
      <w:r w:rsidRPr="007710BF">
        <w:rPr>
          <w:cs/>
          <w:lang w:bidi="bn-IN"/>
        </w:rPr>
        <w:t>মানুষের হৃদয় দাহ হয়</w:t>
      </w:r>
      <w:r w:rsidR="00895143">
        <w:t>,</w:t>
      </w:r>
      <w:r w:rsidRPr="007710BF">
        <w:rPr>
          <w:cs/>
          <w:lang w:bidi="bn-IN"/>
        </w:rPr>
        <w:t>ব্যথা অনুভব করে ততক্ষণ পর্যন্ত তার কপল বেয়ে অ</w:t>
      </w:r>
      <w:r w:rsidR="009A597E">
        <w:rPr>
          <w:cs/>
          <w:lang w:bidi="bn-IN"/>
        </w:rPr>
        <w:t>শ্রু</w:t>
      </w:r>
      <w:r w:rsidRPr="007710BF">
        <w:t xml:space="preserve"> </w:t>
      </w:r>
      <w:r w:rsidRPr="007710BF">
        <w:rPr>
          <w:cs/>
          <w:lang w:bidi="bn-IN"/>
        </w:rPr>
        <w:t>গড়িয়ে পড়ে না।এতদসত্ত্বেও আমরা দেখি</w:t>
      </w:r>
      <w:r w:rsidR="00895143">
        <w:t>,</w:t>
      </w:r>
      <w:r w:rsidRPr="007710BF">
        <w:rPr>
          <w:cs/>
          <w:lang w:bidi="bn-IN"/>
        </w:rPr>
        <w:t>মানুষ এ মর্মস্পর্শী অনুষ্ঠানে যায়</w:t>
      </w:r>
      <w:r w:rsidR="00895143">
        <w:t>,</w:t>
      </w:r>
      <w:r w:rsidRPr="007710BF">
        <w:rPr>
          <w:cs/>
          <w:lang w:bidi="bn-IN"/>
        </w:rPr>
        <w:t>এ বেদনাকে উপলব্ধি করে</w:t>
      </w:r>
      <w:r w:rsidR="00895143">
        <w:t>,</w:t>
      </w:r>
      <w:r w:rsidRPr="007710BF">
        <w:rPr>
          <w:cs/>
          <w:lang w:bidi="bn-IN"/>
        </w:rPr>
        <w:t>অ</w:t>
      </w:r>
      <w:r w:rsidR="009A597E">
        <w:rPr>
          <w:cs/>
          <w:lang w:bidi="bn-IN"/>
        </w:rPr>
        <w:t>শ্রু</w:t>
      </w:r>
      <w:r w:rsidRPr="007710BF">
        <w:rPr>
          <w:cs/>
          <w:lang w:bidi="bn-IN"/>
        </w:rPr>
        <w:t>সম্বরণ</w:t>
      </w:r>
      <w:r w:rsidR="00D74F14">
        <w:rPr>
          <w:lang w:bidi="bn-IN"/>
        </w:rPr>
        <w:t xml:space="preserve"> </w:t>
      </w:r>
      <w:r w:rsidRPr="007710BF">
        <w:rPr>
          <w:cs/>
          <w:lang w:bidi="bn-IN"/>
        </w:rPr>
        <w:t>করে। যখন মানুষের এ আঁখি বারি ঝড়ায়</w:t>
      </w:r>
      <w:r w:rsidR="00895143">
        <w:t>,</w:t>
      </w:r>
      <w:r w:rsidRPr="007710BF">
        <w:rPr>
          <w:cs/>
          <w:lang w:bidi="bn-IN"/>
        </w:rPr>
        <w:t xml:space="preserve">এমন এক </w:t>
      </w:r>
      <w:r w:rsidR="007049E8">
        <w:rPr>
          <w:cs/>
          <w:lang w:bidi="bn-IN"/>
        </w:rPr>
        <w:t>নির্মূল</w:t>
      </w:r>
      <w:r w:rsidRPr="007710BF">
        <w:rPr>
          <w:cs/>
          <w:lang w:bidi="bn-IN"/>
        </w:rPr>
        <w:t xml:space="preserve"> প্রশান্তিও তখন অনুভব করে থাকে যে</w:t>
      </w:r>
      <w:r w:rsidR="00895143">
        <w:t>,</w:t>
      </w:r>
      <w:r w:rsidRPr="007710BF">
        <w:rPr>
          <w:cs/>
          <w:lang w:bidi="bn-IN"/>
        </w:rPr>
        <w:t>উক্ত ব্যথা এর তুলনায় অতি নগণ্য। আর এটাই হলো মনুষ্য বেদনা।</w:t>
      </w:r>
      <w:r w:rsidR="00774591">
        <w:rPr>
          <w:lang w:bidi="bn-IN"/>
        </w:rPr>
        <w:t xml:space="preserve"> </w:t>
      </w:r>
    </w:p>
    <w:p w:rsidR="00277E1C" w:rsidRDefault="007710BF" w:rsidP="00C07F2E">
      <w:pPr>
        <w:pStyle w:val="libNormal"/>
      </w:pPr>
      <w:r w:rsidRPr="00277E1C">
        <w:rPr>
          <w:cs/>
          <w:lang w:bidi="bn-IN"/>
        </w:rPr>
        <w:t>ধন্য হোক ঐ সকল দেহ যাদের আত্মা শুধু তাদেরই দেহের ব্যথা অনুভব করে। ধন্য হোক ঐ দেহ</w:t>
      </w:r>
      <w:r w:rsidR="00277E1C">
        <w:rPr>
          <w:lang w:bidi="bn-IN"/>
        </w:rPr>
        <w:t xml:space="preserve"> </w:t>
      </w:r>
      <w:r w:rsidRPr="00277E1C">
        <w:rPr>
          <w:cs/>
          <w:lang w:bidi="bn-IN"/>
        </w:rPr>
        <w:t>যার আত্মা শুধু আপন দেহের ব্যথাই অনুভব করে। কারণ ঐ আত্মা সর্বদা আপন দেহের ব্যথা নিবারণ</w:t>
      </w:r>
      <w:r w:rsidR="00277E1C">
        <w:rPr>
          <w:lang w:bidi="bn-IN"/>
        </w:rPr>
        <w:t xml:space="preserve"> </w:t>
      </w:r>
      <w:r w:rsidRPr="00277E1C">
        <w:rPr>
          <w:cs/>
          <w:lang w:bidi="bn-IN"/>
        </w:rPr>
        <w:t>করতে বদ্ধপরিকর। কিন্তু সমস্যা হলো সে দেহের যার আত্মা আপন দেহের মধ্যে সীমাবদ্ধ নয়</w:t>
      </w:r>
      <w:r w:rsidR="00895143" w:rsidRPr="00277E1C">
        <w:t>,</w:t>
      </w:r>
      <w:r w:rsidRPr="00277E1C">
        <w:rPr>
          <w:cs/>
          <w:lang w:bidi="bn-IN"/>
        </w:rPr>
        <w:t>সে</w:t>
      </w:r>
      <w:r w:rsidR="00277E1C">
        <w:rPr>
          <w:lang w:bidi="bn-IN"/>
        </w:rPr>
        <w:t xml:space="preserve"> </w:t>
      </w:r>
      <w:r w:rsidRPr="00277E1C">
        <w:rPr>
          <w:cs/>
          <w:lang w:bidi="bn-IN"/>
        </w:rPr>
        <w:t>আত্মা</w:t>
      </w:r>
      <w:r w:rsidRPr="004A3453">
        <w:rPr>
          <w:cs/>
          <w:lang w:bidi="bn-IN"/>
        </w:rPr>
        <w:t xml:space="preserve"> সকল দেহের। এক আত্মা সকল দেহের ব্যথা একাকীই অনুভব করে। এ দেহই</w:t>
      </w:r>
      <w:r w:rsidRPr="007710BF">
        <w:rPr>
          <w:cs/>
          <w:lang w:bidi="bn-IN"/>
        </w:rPr>
        <w:t xml:space="preserve"> সকল প্রকার</w:t>
      </w:r>
      <w:r w:rsidR="00277E1C">
        <w:rPr>
          <w:lang w:bidi="bn-IN"/>
        </w:rPr>
        <w:t xml:space="preserve"> </w:t>
      </w:r>
      <w:r w:rsidRPr="007710BF">
        <w:rPr>
          <w:cs/>
          <w:lang w:bidi="bn-IN"/>
        </w:rPr>
        <w:t>সুযোগ-সুবিধার আধিক্য থাকা সত্ত্বেও শুধু দু</w:t>
      </w:r>
      <w:r w:rsidRPr="001933EC">
        <w:rPr>
          <w:rStyle w:val="libAlaemChar"/>
        </w:rPr>
        <w:t>’</w:t>
      </w:r>
      <w:r w:rsidRPr="007710BF">
        <w:rPr>
          <w:cs/>
          <w:lang w:bidi="bn-IN"/>
        </w:rPr>
        <w:t>লোকমা যবের রুটিতে তুষ্ট হতে বাধ্য। কারণ তার ভয়</w:t>
      </w:r>
      <w:r w:rsidR="00277E1C">
        <w:rPr>
          <w:lang w:bidi="bn-IN"/>
        </w:rPr>
        <w:t xml:space="preserve"> </w:t>
      </w:r>
      <w:r w:rsidRPr="007710BF">
        <w:rPr>
          <w:cs/>
          <w:lang w:bidi="bn-IN"/>
        </w:rPr>
        <w:t>হয়</w:t>
      </w:r>
      <w:r w:rsidR="00895143">
        <w:t>,</w:t>
      </w:r>
      <w:r w:rsidRPr="007710BF">
        <w:rPr>
          <w:cs/>
          <w:lang w:bidi="bn-IN"/>
        </w:rPr>
        <w:t>হয়তো হিজাজ অথবা ইয়ামামায় এমন কেউ থাকতে পারে যে যবের রুটি খেয়ে থাকে। এ দেহই</w:t>
      </w:r>
      <w:r w:rsidR="00277E1C">
        <w:rPr>
          <w:lang w:bidi="bn-IN"/>
        </w:rPr>
        <w:t xml:space="preserve"> </w:t>
      </w:r>
      <w:r w:rsidRPr="007710BF">
        <w:rPr>
          <w:cs/>
          <w:lang w:bidi="bn-IN"/>
        </w:rPr>
        <w:t>তালি দেয়া জুতা পরতে বাধ্য। কারণ এ আত্মা হযরত আলী (আ.)-এর আত্মার সমতুল্য। আরব</w:t>
      </w:r>
      <w:r w:rsidR="00277E1C">
        <w:rPr>
          <w:lang w:bidi="bn-IN"/>
        </w:rPr>
        <w:t xml:space="preserve"> </w:t>
      </w:r>
      <w:r w:rsidRPr="007710BF">
        <w:rPr>
          <w:cs/>
          <w:lang w:bidi="bn-IN"/>
        </w:rPr>
        <w:t>কবির ভাষায়</w:t>
      </w:r>
      <w:r w:rsidR="003936CB">
        <w:t>-</w:t>
      </w:r>
    </w:p>
    <w:p w:rsidR="00277E1C" w:rsidRPr="00277E1C" w:rsidRDefault="00277E1C" w:rsidP="00277E1C">
      <w:pPr>
        <w:pStyle w:val="libArCenter"/>
        <w:rPr>
          <w:rtl/>
          <w:cs/>
        </w:rPr>
      </w:pPr>
      <w:r>
        <w:rPr>
          <w:rFonts w:hint="cs"/>
          <w:rtl/>
          <w:lang w:bidi="ar-SA"/>
        </w:rPr>
        <w:t>و إذا کانت النفوس کبارا تبعت مردها الاجسام</w:t>
      </w:r>
    </w:p>
    <w:p w:rsidR="00277E1C" w:rsidRDefault="007710BF" w:rsidP="00277E1C">
      <w:pPr>
        <w:pStyle w:val="libCenter"/>
        <w:rPr>
          <w:rStyle w:val="libAlaemChar"/>
        </w:rPr>
      </w:pPr>
      <w:r w:rsidRPr="001933EC">
        <w:rPr>
          <w:rStyle w:val="libAlaemChar"/>
        </w:rPr>
        <w:t>“</w:t>
      </w:r>
      <w:r w:rsidRPr="007710BF">
        <w:rPr>
          <w:cs/>
          <w:lang w:bidi="bn-IN"/>
        </w:rPr>
        <w:t>দুঃখ হয় সে আত্মার তরে যে লভিল বিকাশ।</w:t>
      </w:r>
      <w:r w:rsidRPr="001933EC">
        <w:rPr>
          <w:rStyle w:val="libAlaemChar"/>
        </w:rPr>
        <w:t>”</w:t>
      </w:r>
    </w:p>
    <w:p w:rsidR="00277E1C" w:rsidRDefault="00277E1C" w:rsidP="00277E1C">
      <w:pPr>
        <w:pStyle w:val="libCenter"/>
        <w:rPr>
          <w:rStyle w:val="libAlaemChar"/>
          <w:rtl/>
        </w:rPr>
      </w:pPr>
    </w:p>
    <w:p w:rsidR="001E0737" w:rsidRDefault="007710BF" w:rsidP="001A4A85">
      <w:pPr>
        <w:pStyle w:val="libNormal"/>
        <w:rPr>
          <w:lang w:bidi="bn-IN"/>
        </w:rPr>
      </w:pPr>
      <w:r w:rsidRPr="007710BF">
        <w:rPr>
          <w:cs/>
          <w:lang w:bidi="bn-IN"/>
        </w:rPr>
        <w:t>আত্মা যখন বিকাশ লাভ করে তখন সকল দেহের আত্মা হয়ে যায় এবং অনুভব করে সকল দেহের</w:t>
      </w:r>
      <w:r w:rsidR="00277E1C">
        <w:rPr>
          <w:lang w:bidi="bn-IN"/>
        </w:rPr>
        <w:t xml:space="preserve"> </w:t>
      </w:r>
      <w:r w:rsidRPr="007710BF">
        <w:rPr>
          <w:cs/>
          <w:lang w:bidi="bn-IN"/>
        </w:rPr>
        <w:t xml:space="preserve">বেদনাকে। তখন তার কর্ম এমন এক অবস্থায় গিয়ে </w:t>
      </w:r>
      <w:r w:rsidR="00611BB9">
        <w:rPr>
          <w:cs/>
          <w:lang w:bidi="bn-IN"/>
        </w:rPr>
        <w:t>পৌ</w:t>
      </w:r>
      <w:r w:rsidRPr="007710BF">
        <w:rPr>
          <w:cs/>
          <w:lang w:bidi="bn-IN"/>
        </w:rPr>
        <w:t>ছে যে কর্মফল দেখতে পায়</w:t>
      </w:r>
      <w:r w:rsidRPr="007710BF">
        <w:t xml:space="preserve">; </w:t>
      </w:r>
      <w:r w:rsidRPr="007710BF">
        <w:rPr>
          <w:cs/>
          <w:lang w:bidi="bn-IN"/>
        </w:rPr>
        <w:t>কিন্তু কেন</w:t>
      </w:r>
      <w:r w:rsidRPr="007710BF">
        <w:t>?</w:t>
      </w:r>
      <w:r w:rsidR="00277E1C">
        <w:t xml:space="preserve"> </w:t>
      </w:r>
      <w:r w:rsidRPr="007710BF">
        <w:rPr>
          <w:cs/>
          <w:lang w:bidi="bn-IN"/>
        </w:rPr>
        <w:t>এজন্য যে</w:t>
      </w:r>
      <w:r w:rsidR="00895143">
        <w:t>,</w:t>
      </w:r>
      <w:r w:rsidRPr="007710BF">
        <w:rPr>
          <w:cs/>
          <w:lang w:bidi="bn-IN"/>
        </w:rPr>
        <w:t xml:space="preserve">সে এক বিধবা নারী ও কয়েকটি অনাথ সন্তানের অবস্থা </w:t>
      </w:r>
      <w:r w:rsidR="000C4B23">
        <w:rPr>
          <w:cs/>
          <w:lang w:bidi="bn-IN"/>
        </w:rPr>
        <w:t>সম্পর্কে</w:t>
      </w:r>
      <w:r w:rsidRPr="007710BF">
        <w:rPr>
          <w:cs/>
          <w:lang w:bidi="bn-IN"/>
        </w:rPr>
        <w:t xml:space="preserve"> উদাসীন ছিল। কোন এক</w:t>
      </w:r>
      <w:r w:rsidR="00277E1C">
        <w:rPr>
          <w:lang w:bidi="bn-IN"/>
        </w:rPr>
        <w:t xml:space="preserve"> </w:t>
      </w:r>
      <w:r w:rsidRPr="007710BF">
        <w:rPr>
          <w:cs/>
          <w:lang w:bidi="bn-IN"/>
        </w:rPr>
        <w:t>গলির মধ্য দিয়ে যেতে দেখা গেল এক নারী কলসী কাঁধে হেঁটে যায়। আলী (আ.) এমন মানুষ নন যে</w:t>
      </w:r>
      <w:r w:rsidR="00895143">
        <w:t>,</w:t>
      </w:r>
      <w:r w:rsidRPr="007710BF">
        <w:rPr>
          <w:cs/>
          <w:lang w:bidi="bn-IN"/>
        </w:rPr>
        <w:t>এ দৃশ্য অবলোকন করলেন</w:t>
      </w:r>
      <w:r w:rsidR="00895143">
        <w:t>,</w:t>
      </w:r>
      <w:r w:rsidRPr="007710BF">
        <w:rPr>
          <w:cs/>
          <w:lang w:bidi="bn-IN"/>
        </w:rPr>
        <w:t>অথচ কোন গুরুত্ব দিলেন না। এটা হতে পারে না যে</w:t>
      </w:r>
      <w:r w:rsidR="00895143">
        <w:t>,</w:t>
      </w:r>
      <w:r w:rsidRPr="007710BF">
        <w:rPr>
          <w:cs/>
          <w:lang w:bidi="bn-IN"/>
        </w:rPr>
        <w:t>এক নারী স্বয়ং</w:t>
      </w:r>
      <w:r w:rsidR="00277E1C">
        <w:rPr>
          <w:lang w:bidi="bn-IN"/>
        </w:rPr>
        <w:t xml:space="preserve"> </w:t>
      </w:r>
      <w:r w:rsidRPr="007710BF">
        <w:rPr>
          <w:cs/>
          <w:lang w:bidi="bn-IN"/>
        </w:rPr>
        <w:t>পানি বহন করবে। নিশ্চয়ই তার কেউ নেই অথবা থাকলেও তাকে সাহায্য করতে পারে না। তিনি</w:t>
      </w:r>
      <w:r w:rsidR="00277E1C">
        <w:rPr>
          <w:lang w:bidi="bn-IN"/>
        </w:rPr>
        <w:t xml:space="preserve"> </w:t>
      </w:r>
      <w:r w:rsidRPr="007710BF">
        <w:rPr>
          <w:cs/>
          <w:lang w:bidi="bn-IN"/>
        </w:rPr>
        <w:t>সাহায্য করার জন্য দ্রুত সামনে এগিয়ে যান। বলেন না যে</w:t>
      </w:r>
      <w:r w:rsidR="003936CB">
        <w:t>-</w:t>
      </w:r>
      <w:r w:rsidRPr="007710BF">
        <w:t xml:space="preserve"> </w:t>
      </w:r>
      <w:r w:rsidRPr="007710BF">
        <w:rPr>
          <w:cs/>
          <w:lang w:bidi="bn-IN"/>
        </w:rPr>
        <w:t>হে অনুচর! হে প্রহরী! হে গোলাম! হে</w:t>
      </w:r>
      <w:r w:rsidR="001A4A85">
        <w:rPr>
          <w:lang w:bidi="bn-IN"/>
        </w:rPr>
        <w:t xml:space="preserve"> </w:t>
      </w:r>
      <w:r w:rsidRPr="007710BF">
        <w:rPr>
          <w:cs/>
          <w:lang w:bidi="bn-IN"/>
        </w:rPr>
        <w:t>জনাব! এদিকে এসো</w:t>
      </w:r>
      <w:r w:rsidRPr="007710BF">
        <w:t xml:space="preserve">; </w:t>
      </w:r>
      <w:r w:rsidRPr="007710BF">
        <w:rPr>
          <w:cs/>
          <w:lang w:bidi="bn-IN"/>
        </w:rPr>
        <w:t>বরং স্বয়ং এগিয়ে যান</w:t>
      </w:r>
      <w:r w:rsidRPr="007710BF">
        <w:rPr>
          <w:cs/>
          <w:lang w:bidi="hi-IN"/>
        </w:rPr>
        <w:t xml:space="preserve">। </w:t>
      </w:r>
      <w:r w:rsidRPr="007710BF">
        <w:rPr>
          <w:cs/>
          <w:lang w:bidi="bn-IN"/>
        </w:rPr>
        <w:t>পূর্ণ মর্যাদা বজায় রেখে বলেন</w:t>
      </w:r>
      <w:r w:rsidR="00895143">
        <w:t>,</w:t>
      </w:r>
      <w:r w:rsidRPr="001933EC">
        <w:rPr>
          <w:rStyle w:val="libAlaemChar"/>
        </w:rPr>
        <w:t>“</w:t>
      </w:r>
      <w:r w:rsidRPr="007710BF">
        <w:rPr>
          <w:cs/>
          <w:lang w:bidi="bn-IN"/>
        </w:rPr>
        <w:t>হে ভদ্রমহিলা! আপনিকি আমাকে অনুমতি দেবেন</w:t>
      </w:r>
      <w:r w:rsidR="00895143">
        <w:t>,</w:t>
      </w:r>
      <w:r w:rsidRPr="007710BF">
        <w:rPr>
          <w:cs/>
          <w:lang w:bidi="bn-IN"/>
        </w:rPr>
        <w:t>আপনাকে সাহায্য করব</w:t>
      </w:r>
      <w:r w:rsidRPr="007710BF">
        <w:t xml:space="preserve">? </w:t>
      </w:r>
      <w:r w:rsidRPr="007710BF">
        <w:rPr>
          <w:cs/>
          <w:lang w:bidi="bn-IN"/>
        </w:rPr>
        <w:t>আপনার পানির কলসী আমাকে বহন করতে</w:t>
      </w:r>
      <w:r w:rsidR="001A4A85">
        <w:rPr>
          <w:lang w:bidi="bn-IN"/>
        </w:rPr>
        <w:t xml:space="preserve"> </w:t>
      </w:r>
      <w:r w:rsidRPr="007710BF">
        <w:rPr>
          <w:cs/>
          <w:lang w:bidi="bn-IN"/>
        </w:rPr>
        <w:t>অনুমতি দিবেন</w:t>
      </w:r>
      <w:r w:rsidRPr="007710BF">
        <w:t xml:space="preserve">? </w:t>
      </w:r>
      <w:r w:rsidRPr="007710BF">
        <w:rPr>
          <w:cs/>
          <w:lang w:bidi="bn-IN"/>
        </w:rPr>
        <w:t>এ পরিশ্রম আমাকে করতে দিন।</w:t>
      </w:r>
      <w:r w:rsidRPr="001933EC">
        <w:rPr>
          <w:rStyle w:val="libAlaemChar"/>
        </w:rPr>
        <w:t>”</w:t>
      </w:r>
      <w:r w:rsidRPr="007710BF">
        <w:t xml:space="preserve"> </w:t>
      </w:r>
      <w:r w:rsidRPr="007710BF">
        <w:rPr>
          <w:cs/>
          <w:lang w:bidi="bn-IN"/>
        </w:rPr>
        <w:t>উক্ত মহিলা বলেন</w:t>
      </w:r>
      <w:r w:rsidRPr="007710BF">
        <w:t xml:space="preserve">; </w:t>
      </w:r>
      <w:r w:rsidRPr="001933EC">
        <w:rPr>
          <w:rStyle w:val="libAlaemChar"/>
        </w:rPr>
        <w:t>“</w:t>
      </w:r>
      <w:r w:rsidRPr="007710BF">
        <w:rPr>
          <w:cs/>
          <w:lang w:bidi="bn-IN"/>
        </w:rPr>
        <w:t>আ</w:t>
      </w:r>
      <w:r w:rsidR="006B46F0">
        <w:rPr>
          <w:cs/>
          <w:lang w:bidi="bn-IN"/>
        </w:rPr>
        <w:t>ল্লা</w:t>
      </w:r>
      <w:r w:rsidRPr="007710BF">
        <w:rPr>
          <w:rFonts w:hint="cs"/>
          <w:cs/>
          <w:lang w:bidi="bn-IN"/>
        </w:rPr>
        <w:t>হ্ আপনার পিতা-মাতাকে ক্ষমা করুন।</w:t>
      </w:r>
      <w:r w:rsidRPr="001933EC">
        <w:rPr>
          <w:rStyle w:val="libAlaemChar"/>
        </w:rPr>
        <w:t>”</w:t>
      </w:r>
      <w:r w:rsidRPr="007710BF">
        <w:t xml:space="preserve"> </w:t>
      </w:r>
      <w:r w:rsidRPr="007710BF">
        <w:rPr>
          <w:cs/>
          <w:lang w:bidi="bn-IN"/>
        </w:rPr>
        <w:t>তিনি ঐ বিধবা মহিলার গৃহে যান। কলসী রেখেই জানতে চান</w:t>
      </w:r>
      <w:r w:rsidR="00895143">
        <w:t>,</w:t>
      </w:r>
      <w:r w:rsidRPr="001933EC">
        <w:rPr>
          <w:rStyle w:val="libAlaemChar"/>
        </w:rPr>
        <w:t>“</w:t>
      </w:r>
      <w:r w:rsidRPr="007710BF">
        <w:rPr>
          <w:cs/>
          <w:lang w:bidi="bn-IN"/>
        </w:rPr>
        <w:t>কেন আপনি</w:t>
      </w:r>
      <w:r w:rsidR="001A4A85">
        <w:rPr>
          <w:lang w:bidi="bn-IN"/>
        </w:rPr>
        <w:t xml:space="preserve"> </w:t>
      </w:r>
      <w:r w:rsidRPr="007710BF">
        <w:rPr>
          <w:cs/>
          <w:lang w:bidi="bn-IN"/>
        </w:rPr>
        <w:t>স্বয়ং পানি বহন করে আনেন</w:t>
      </w:r>
      <w:r w:rsidRPr="007710BF">
        <w:t xml:space="preserve">? </w:t>
      </w:r>
      <w:r w:rsidRPr="007710BF">
        <w:rPr>
          <w:cs/>
          <w:lang w:bidi="bn-IN"/>
        </w:rPr>
        <w:t>সম্ভবত কোন পুরুষ আপনার গৃহে নেই।</w:t>
      </w:r>
      <w:r w:rsidRPr="001933EC">
        <w:rPr>
          <w:rStyle w:val="libAlaemChar"/>
        </w:rPr>
        <w:t>”</w:t>
      </w:r>
      <w:r w:rsidRPr="007710BF">
        <w:t xml:space="preserve"> </w:t>
      </w:r>
      <w:r w:rsidRPr="007710BF">
        <w:rPr>
          <w:cs/>
          <w:lang w:bidi="bn-IN"/>
        </w:rPr>
        <w:t>মহিলা বলেন</w:t>
      </w:r>
      <w:r w:rsidR="00895143">
        <w:t>,</w:t>
      </w:r>
      <w:r w:rsidRPr="001933EC">
        <w:rPr>
          <w:rStyle w:val="libAlaemChar"/>
        </w:rPr>
        <w:t>“</w:t>
      </w:r>
      <w:r w:rsidRPr="007710BF">
        <w:rPr>
          <w:cs/>
          <w:lang w:bidi="bn-IN"/>
        </w:rPr>
        <w:t>জী</w:t>
      </w:r>
      <w:r w:rsidR="00895143">
        <w:t>,</w:t>
      </w:r>
      <w:r w:rsidRPr="007710BF">
        <w:rPr>
          <w:cs/>
          <w:lang w:bidi="bn-IN"/>
        </w:rPr>
        <w:t xml:space="preserve"> ঘটানাক্রমে আমার স্বামী আলী বিন আবি তালিবের পক্ষে যুদ্ধ করতে গিয়ে শহীদ হয়েছেন। আমি</w:t>
      </w:r>
      <w:r w:rsidR="001A4A85">
        <w:rPr>
          <w:lang w:bidi="bn-IN"/>
        </w:rPr>
        <w:t xml:space="preserve"> </w:t>
      </w:r>
      <w:r w:rsidRPr="007710BF">
        <w:rPr>
          <w:cs/>
          <w:lang w:bidi="bn-IN"/>
        </w:rPr>
        <w:t>আমার কয়েকটি অনাথ বাচ্চা নিয়ে আছি।</w:t>
      </w:r>
      <w:r w:rsidRPr="001933EC">
        <w:rPr>
          <w:rStyle w:val="libAlaemChar"/>
        </w:rPr>
        <w:t>”</w:t>
      </w:r>
      <w:r w:rsidRPr="007710BF">
        <w:t xml:space="preserve"> </w:t>
      </w:r>
      <w:r w:rsidRPr="007710BF">
        <w:rPr>
          <w:cs/>
          <w:lang w:bidi="bn-IN"/>
        </w:rPr>
        <w:t>যখনই আলী (আ.) এ কথাগুলো শুনলেন আপাদমস্তকে</w:t>
      </w:r>
      <w:r w:rsidR="001A4A85">
        <w:rPr>
          <w:lang w:bidi="bn-IN"/>
        </w:rPr>
        <w:t xml:space="preserve"> </w:t>
      </w:r>
      <w:r w:rsidR="00FE6D44">
        <w:rPr>
          <w:cs/>
          <w:lang w:bidi="bn-IN"/>
        </w:rPr>
        <w:t>তার</w:t>
      </w:r>
      <w:r w:rsidRPr="007710BF">
        <w:rPr>
          <w:cs/>
          <w:lang w:bidi="bn-IN"/>
        </w:rPr>
        <w:t xml:space="preserve"> অগ্নি সঞ্চার হলো। ঐ রাতে আলী ফিরে আসলেন</w:t>
      </w:r>
      <w:r w:rsidR="00895143">
        <w:t>,</w:t>
      </w:r>
      <w:r w:rsidRPr="007710BF">
        <w:rPr>
          <w:cs/>
          <w:lang w:bidi="bn-IN"/>
        </w:rPr>
        <w:t>কিন্তু প্রভাত অবধি ঘুমাতে পারলেন না।</w:t>
      </w:r>
      <w:r w:rsidR="001A4A85">
        <w:rPr>
          <w:lang w:bidi="bn-IN"/>
        </w:rPr>
        <w:t xml:space="preserve"> </w:t>
      </w:r>
      <w:r w:rsidRPr="007710BF">
        <w:rPr>
          <w:cs/>
          <w:lang w:bidi="bn-IN"/>
        </w:rPr>
        <w:t>প্রাতেই রুটি</w:t>
      </w:r>
      <w:r w:rsidR="00895143">
        <w:t>,</w:t>
      </w:r>
      <w:r w:rsidRPr="007710BF">
        <w:rPr>
          <w:cs/>
          <w:lang w:bidi="bn-IN"/>
        </w:rPr>
        <w:t>মাংস</w:t>
      </w:r>
      <w:r w:rsidR="00895143">
        <w:t>,</w:t>
      </w:r>
      <w:r w:rsidRPr="007710BF">
        <w:rPr>
          <w:cs/>
          <w:lang w:bidi="bn-IN"/>
        </w:rPr>
        <w:t>খোর্মা নিয়ে খুব দ্রুত উক্ত বিধবার দ্বারে উপস্থিত হলেন। যখন দ্বারে আঘাত</w:t>
      </w:r>
      <w:r w:rsidR="001A4A85">
        <w:rPr>
          <w:lang w:bidi="bn-IN"/>
        </w:rPr>
        <w:t xml:space="preserve"> </w:t>
      </w:r>
      <w:r w:rsidRPr="007710BF">
        <w:rPr>
          <w:cs/>
          <w:lang w:bidi="bn-IN"/>
        </w:rPr>
        <w:t>করলেন তখন মহিলা জিজ্ঞাসা করলেন</w:t>
      </w:r>
      <w:r w:rsidR="00895143">
        <w:t>,</w:t>
      </w:r>
      <w:r w:rsidRPr="001933EC">
        <w:rPr>
          <w:rStyle w:val="libAlaemChar"/>
        </w:rPr>
        <w:t>“</w:t>
      </w:r>
      <w:r w:rsidRPr="007710BF">
        <w:rPr>
          <w:cs/>
          <w:lang w:bidi="bn-IN"/>
        </w:rPr>
        <w:t>আপনি কে</w:t>
      </w:r>
      <w:r w:rsidRPr="007710BF">
        <w:t>?</w:t>
      </w:r>
      <w:r w:rsidRPr="001933EC">
        <w:rPr>
          <w:rStyle w:val="libAlaemChar"/>
        </w:rPr>
        <w:t>”</w:t>
      </w:r>
      <w:r w:rsidRPr="007710BF">
        <w:t xml:space="preserve"> </w:t>
      </w:r>
      <w:r w:rsidRPr="007710BF">
        <w:rPr>
          <w:cs/>
          <w:lang w:bidi="bn-IN"/>
        </w:rPr>
        <w:t>জবাবে তিনি বললেন</w:t>
      </w:r>
      <w:r w:rsidR="00895143">
        <w:t>,</w:t>
      </w:r>
      <w:r w:rsidRPr="001933EC">
        <w:rPr>
          <w:rStyle w:val="libAlaemChar"/>
        </w:rPr>
        <w:t>“</w:t>
      </w:r>
      <w:r w:rsidRPr="007710BF">
        <w:rPr>
          <w:cs/>
          <w:lang w:bidi="bn-IN"/>
        </w:rPr>
        <w:t>আমি আপনার</w:t>
      </w:r>
      <w:r w:rsidR="001A4A85">
        <w:rPr>
          <w:lang w:bidi="bn-IN"/>
        </w:rPr>
        <w:t xml:space="preserve"> </w:t>
      </w:r>
      <w:r w:rsidRPr="007710BF">
        <w:rPr>
          <w:cs/>
          <w:lang w:bidi="bn-IN"/>
        </w:rPr>
        <w:t>শতকালের মুমিন ভাই।</w:t>
      </w:r>
      <w:r w:rsidRPr="001933EC">
        <w:rPr>
          <w:rStyle w:val="libAlaemChar"/>
        </w:rPr>
        <w:t>”</w:t>
      </w:r>
      <w:r w:rsidRPr="007710BF">
        <w:t xml:space="preserve"> </w:t>
      </w:r>
      <w:r w:rsidRPr="007710BF">
        <w:rPr>
          <w:cs/>
          <w:lang w:bidi="bn-IN"/>
        </w:rPr>
        <w:t>খুব দ্রুত মাংসগুলোকে স্বহস্তে কাবাব করলেন ও অনাথ শিশুদের মুখে তুলে</w:t>
      </w:r>
      <w:r w:rsidR="001A4A85">
        <w:rPr>
          <w:lang w:bidi="bn-IN"/>
        </w:rPr>
        <w:t xml:space="preserve"> </w:t>
      </w:r>
      <w:r w:rsidRPr="007710BF">
        <w:rPr>
          <w:cs/>
          <w:lang w:bidi="bn-IN"/>
        </w:rPr>
        <w:t>দিলেন। অনাথ বাচ্চাদেরকে আপন জানুর উপর বসিয়ে চুপিসারে বললেন</w:t>
      </w:r>
      <w:r w:rsidR="00895143">
        <w:t>,</w:t>
      </w:r>
      <w:r w:rsidRPr="001933EC">
        <w:rPr>
          <w:rStyle w:val="libAlaemChar"/>
        </w:rPr>
        <w:t>“</w:t>
      </w:r>
      <w:r w:rsidRPr="007710BF">
        <w:rPr>
          <w:cs/>
          <w:lang w:bidi="bn-IN"/>
        </w:rPr>
        <w:t>আলীর অপরাধের</w:t>
      </w:r>
      <w:r w:rsidR="001A4A85">
        <w:rPr>
          <w:lang w:bidi="bn-IN"/>
        </w:rPr>
        <w:t xml:space="preserve"> </w:t>
      </w:r>
      <w:r w:rsidRPr="007710BF">
        <w:rPr>
          <w:cs/>
          <w:lang w:bidi="bn-IN"/>
        </w:rPr>
        <w:t xml:space="preserve">প্রায়শ্চিত্ত তাকে করতে দাও যে তোমাদের </w:t>
      </w:r>
      <w:r w:rsidR="000C4B23">
        <w:rPr>
          <w:cs/>
          <w:lang w:bidi="bn-IN"/>
        </w:rPr>
        <w:t>সম্পর্কে</w:t>
      </w:r>
      <w:r w:rsidRPr="007710BF">
        <w:rPr>
          <w:cs/>
          <w:lang w:bidi="bn-IN"/>
        </w:rPr>
        <w:t xml:space="preserve"> উদাসীন ছিল।</w:t>
      </w:r>
      <w:r w:rsidRPr="001933EC">
        <w:rPr>
          <w:rStyle w:val="libAlaemChar"/>
        </w:rPr>
        <w:t>”</w:t>
      </w:r>
      <w:r w:rsidRPr="007710BF">
        <w:t xml:space="preserve"> </w:t>
      </w:r>
      <w:r w:rsidRPr="007710BF">
        <w:rPr>
          <w:cs/>
          <w:lang w:bidi="bn-IN"/>
        </w:rPr>
        <w:t>অতঃপর চু</w:t>
      </w:r>
      <w:r w:rsidR="001A4A85">
        <w:rPr>
          <w:cs/>
          <w:lang w:bidi="bn-IN"/>
        </w:rPr>
        <w:t>ল্লীতে</w:t>
      </w:r>
      <w:r w:rsidRPr="007710BF">
        <w:rPr>
          <w:rFonts w:hint="cs"/>
          <w:cs/>
          <w:lang w:bidi="bn-IN"/>
        </w:rPr>
        <w:t xml:space="preserve"> আগুন দিলেন।</w:t>
      </w:r>
      <w:r w:rsidR="001A4A85">
        <w:rPr>
          <w:lang w:bidi="bn-IN"/>
        </w:rPr>
        <w:t xml:space="preserve"> </w:t>
      </w:r>
      <w:r w:rsidRPr="007710BF">
        <w:rPr>
          <w:rFonts w:hint="cs"/>
          <w:cs/>
          <w:lang w:bidi="bn-IN"/>
        </w:rPr>
        <w:t xml:space="preserve">যখন </w:t>
      </w:r>
      <w:r w:rsidR="001A4A85">
        <w:rPr>
          <w:rFonts w:hint="cs"/>
          <w:cs/>
          <w:lang w:bidi="bn-IN"/>
        </w:rPr>
        <w:t>চুল্লী</w:t>
      </w:r>
      <w:r w:rsidRPr="007710BF">
        <w:rPr>
          <w:rFonts w:hint="cs"/>
          <w:cs/>
          <w:lang w:bidi="bn-IN"/>
        </w:rPr>
        <w:t xml:space="preserve"> অগ্নিতে উত্তপ্ত হলো তখন তার নিকটবর্তী হয়ে অগ</w:t>
      </w:r>
      <w:r w:rsidR="001E0737">
        <w:rPr>
          <w:rFonts w:hint="cs"/>
          <w:cs/>
          <w:lang w:bidi="bn-IN"/>
        </w:rPr>
        <w:t>্নত্তাপ উপলব্ধি করেন আর আপন মনে</w:t>
      </w:r>
      <w:r w:rsidR="001E0737">
        <w:rPr>
          <w:lang w:bidi="bn-IN"/>
        </w:rPr>
        <w:t xml:space="preserve"> </w:t>
      </w:r>
      <w:r w:rsidRPr="007710BF">
        <w:rPr>
          <w:rFonts w:hint="cs"/>
          <w:cs/>
          <w:lang w:bidi="bn-IN"/>
        </w:rPr>
        <w:t>বলেন</w:t>
      </w:r>
      <w:r w:rsidR="00895143">
        <w:t>,</w:t>
      </w:r>
      <w:r w:rsidRPr="001933EC">
        <w:rPr>
          <w:rStyle w:val="libAlaemChar"/>
        </w:rPr>
        <w:t>“</w:t>
      </w:r>
      <w:r w:rsidRPr="007710BF">
        <w:rPr>
          <w:cs/>
          <w:lang w:bidi="bn-IN"/>
        </w:rPr>
        <w:t>আলী! পার্থিব আগুনের তাপ উপলব্ধি কর যাতে করে নরকের আগুনের কথা স্মরণ করতে</w:t>
      </w:r>
      <w:r w:rsidR="001E0737">
        <w:rPr>
          <w:lang w:bidi="bn-IN"/>
        </w:rPr>
        <w:t xml:space="preserve"> </w:t>
      </w:r>
      <w:r w:rsidRPr="007710BF">
        <w:rPr>
          <w:cs/>
          <w:lang w:bidi="bn-IN"/>
        </w:rPr>
        <w:t xml:space="preserve">পার। ফলে আর কখনও জনগণের অবস্থা </w:t>
      </w:r>
      <w:r w:rsidR="000C4B23">
        <w:rPr>
          <w:cs/>
          <w:lang w:bidi="bn-IN"/>
        </w:rPr>
        <w:t>সম্পর্কে</w:t>
      </w:r>
      <w:r w:rsidRPr="007710BF">
        <w:rPr>
          <w:cs/>
          <w:lang w:bidi="bn-IN"/>
        </w:rPr>
        <w:t xml:space="preserve"> উদাসীন হবে না।</w:t>
      </w:r>
      <w:r w:rsidRPr="001933EC">
        <w:rPr>
          <w:rStyle w:val="libAlaemChar"/>
        </w:rPr>
        <w:t>”</w:t>
      </w:r>
      <w:r w:rsidRPr="007710BF">
        <w:t xml:space="preserve"> </w:t>
      </w:r>
      <w:r w:rsidRPr="007710BF">
        <w:rPr>
          <w:cs/>
          <w:lang w:bidi="bn-IN"/>
        </w:rPr>
        <w:t>যে দেহকে কষ্ট সহ্য করতে হয়</w:t>
      </w:r>
      <w:r w:rsidR="001E0737">
        <w:rPr>
          <w:lang w:bidi="bn-IN"/>
        </w:rPr>
        <w:t xml:space="preserve"> </w:t>
      </w:r>
      <w:r w:rsidRPr="007710BF">
        <w:rPr>
          <w:cs/>
          <w:lang w:bidi="bn-IN"/>
        </w:rPr>
        <w:t>এ ধরনেরই হয়ে থাকে। যে দেহের আত্মা সকলের</w:t>
      </w:r>
      <w:r w:rsidR="00895143">
        <w:t>,</w:t>
      </w:r>
      <w:r w:rsidRPr="007710BF">
        <w:rPr>
          <w:cs/>
          <w:lang w:bidi="bn-IN"/>
        </w:rPr>
        <w:t>সকল মানুষের</w:t>
      </w:r>
      <w:r w:rsidR="003936CB">
        <w:t>-</w:t>
      </w:r>
      <w:r w:rsidRPr="007710BF">
        <w:t xml:space="preserve"> </w:t>
      </w:r>
      <w:r w:rsidRPr="007710BF">
        <w:rPr>
          <w:cs/>
          <w:lang w:bidi="bn-IN"/>
        </w:rPr>
        <w:t>তার অবস্থা এমনি হয়ে থাকে।.</w:t>
      </w:r>
    </w:p>
    <w:p w:rsidR="001E0737" w:rsidRPr="001E0737" w:rsidRDefault="001E0737" w:rsidP="001E0737">
      <w:pPr>
        <w:pStyle w:val="libArCenter"/>
        <w:rPr>
          <w:rtl/>
          <w:cs/>
        </w:rPr>
      </w:pPr>
      <w:r>
        <w:rPr>
          <w:rFonts w:hint="cs"/>
          <w:rtl/>
          <w:lang w:bidi="ar-SA"/>
        </w:rPr>
        <w:t>باسمک العظیم الاعظم الاعز الاجل الاکرم یا الله</w:t>
      </w:r>
    </w:p>
    <w:p w:rsidR="001E0737" w:rsidRDefault="007710BF" w:rsidP="001A4A85">
      <w:pPr>
        <w:pStyle w:val="libNormal"/>
        <w:rPr>
          <w:lang w:bidi="bn-IN"/>
        </w:rPr>
      </w:pPr>
      <w:r w:rsidRPr="007710BF">
        <w:rPr>
          <w:cs/>
          <w:lang w:bidi="bn-IN"/>
        </w:rPr>
        <w:t>প্রভু হে! তোমাকে আলী (আ.)-এর কসম</w:t>
      </w:r>
      <w:r w:rsidR="00895143">
        <w:t>,</w:t>
      </w:r>
      <w:r w:rsidRPr="007710BF">
        <w:rPr>
          <w:cs/>
          <w:lang w:bidi="bn-IN"/>
        </w:rPr>
        <w:t>আমাদের অন্তরে ইসলামের অনুরাগ সৃষ্টি কর</w:t>
      </w:r>
      <w:r w:rsidRPr="007710BF">
        <w:rPr>
          <w:cs/>
          <w:lang w:bidi="hi-IN"/>
        </w:rPr>
        <w:t>।</w:t>
      </w:r>
      <w:r w:rsidR="001E0737">
        <w:rPr>
          <w:lang w:bidi="hi-IN"/>
        </w:rPr>
        <w:t xml:space="preserve"> </w:t>
      </w:r>
      <w:r w:rsidRPr="007710BF">
        <w:rPr>
          <w:cs/>
          <w:lang w:bidi="bn-IN"/>
        </w:rPr>
        <w:t>আমাদের সকলকে শুভ পরিণতির অধিকারী কর। তোমার প্রেম</w:t>
      </w:r>
      <w:r w:rsidR="00895143">
        <w:t>,</w:t>
      </w:r>
      <w:r w:rsidRPr="007710BF">
        <w:rPr>
          <w:cs/>
          <w:lang w:bidi="bn-IN"/>
        </w:rPr>
        <w:t>পরিচিতি</w:t>
      </w:r>
      <w:r w:rsidR="00895143">
        <w:t>,</w:t>
      </w:r>
      <w:r w:rsidRPr="007710BF">
        <w:rPr>
          <w:cs/>
          <w:lang w:bidi="bn-IN"/>
        </w:rPr>
        <w:t>অনুগত্য ও উপাসনার</w:t>
      </w:r>
      <w:r w:rsidR="001E0737">
        <w:rPr>
          <w:lang w:bidi="bn-IN"/>
        </w:rPr>
        <w:t xml:space="preserve"> </w:t>
      </w:r>
      <w:r w:rsidRPr="007710BF">
        <w:rPr>
          <w:cs/>
          <w:lang w:bidi="bn-IN"/>
        </w:rPr>
        <w:t>অনুরাগ আমাদের অন্তরে দান কর। তোমার সৃষ্টির প্রতি সমবেদনা আমাদের মধ্যে সৃষ্টি কর। আলীর</w:t>
      </w:r>
      <w:r w:rsidR="001E0737">
        <w:rPr>
          <w:lang w:bidi="bn-IN"/>
        </w:rPr>
        <w:t xml:space="preserve"> </w:t>
      </w:r>
      <w:r w:rsidRPr="007710BF">
        <w:rPr>
          <w:cs/>
          <w:lang w:bidi="bn-IN"/>
        </w:rPr>
        <w:t>বেলায়েতের আলোতে আমাদের আলোকিত কর। আমাদেরকে ঐ মহান ব্যক্তির সত্যিকারের অনুসারী</w:t>
      </w:r>
      <w:r w:rsidR="001E0737">
        <w:rPr>
          <w:lang w:bidi="bn-IN"/>
        </w:rPr>
        <w:t xml:space="preserve"> </w:t>
      </w:r>
      <w:r w:rsidRPr="007710BF">
        <w:rPr>
          <w:cs/>
          <w:lang w:bidi="bn-IN"/>
        </w:rPr>
        <w:t>হিসেবে পরিগণিত কর। আমাদের অন্তরগুলোকে ঈমানের আলোতে আলোকিত কর। আমাদেরকে</w:t>
      </w:r>
      <w:r w:rsidR="001E0737">
        <w:rPr>
          <w:lang w:bidi="bn-IN"/>
        </w:rPr>
        <w:t xml:space="preserve"> </w:t>
      </w:r>
      <w:r w:rsidRPr="007710BF">
        <w:rPr>
          <w:cs/>
          <w:lang w:bidi="bn-IN"/>
        </w:rPr>
        <w:t>ইসলামের স্বরূপের সাথে পরিচিত কর।.</w:t>
      </w:r>
    </w:p>
    <w:p w:rsidR="001E0737" w:rsidRPr="001E0737" w:rsidRDefault="001E0737" w:rsidP="001E0737">
      <w:pPr>
        <w:pStyle w:val="libArCenter"/>
        <w:rPr>
          <w:rtl/>
          <w:cs/>
        </w:rPr>
      </w:pPr>
      <w:r>
        <w:rPr>
          <w:rFonts w:hint="cs"/>
          <w:rtl/>
          <w:lang w:bidi="ar-SA"/>
        </w:rPr>
        <w:t>و لا حول ولا قوة الا بالله العلی العظیم</w:t>
      </w:r>
    </w:p>
    <w:p w:rsidR="001E0737" w:rsidRPr="00A377A9" w:rsidRDefault="001E0737" w:rsidP="009848A8">
      <w:pPr>
        <w:pStyle w:val="libNormal"/>
        <w:rPr>
          <w:rtl/>
          <w:cs/>
        </w:rPr>
      </w:pPr>
      <w:r>
        <w:rPr>
          <w:cs/>
          <w:lang w:bidi="bn-IN"/>
        </w:rPr>
        <w:br w:type="page"/>
      </w:r>
    </w:p>
    <w:p w:rsidR="001E0737" w:rsidRPr="00972E05" w:rsidRDefault="007710BF" w:rsidP="001E0737">
      <w:pPr>
        <w:pStyle w:val="Heading1"/>
      </w:pPr>
      <w:bookmarkStart w:id="16" w:name="_Toc392601425"/>
      <w:r w:rsidRPr="007710BF">
        <w:rPr>
          <w:cs/>
          <w:lang w:bidi="bn-IN"/>
        </w:rPr>
        <w:t>মানুষের মধ্যে খোদাকে পাওয়ার জন্য বেদনা</w:t>
      </w:r>
      <w:bookmarkEnd w:id="16"/>
    </w:p>
    <w:p w:rsidR="000F399C" w:rsidRDefault="000F399C" w:rsidP="009848A8">
      <w:pPr>
        <w:pStyle w:val="libNormal"/>
        <w:rPr>
          <w:rtl/>
          <w:lang w:bidi="fa-IR"/>
        </w:rPr>
      </w:pPr>
    </w:p>
    <w:p w:rsidR="001E0737" w:rsidRDefault="001E0737" w:rsidP="000F399C">
      <w:pPr>
        <w:pStyle w:val="libArCenter"/>
        <w:rPr>
          <w:rtl/>
          <w:cs/>
        </w:rPr>
      </w:pPr>
      <w:r>
        <w:rPr>
          <w:rFonts w:hint="cs"/>
          <w:rtl/>
          <w:lang w:bidi="ar-SA"/>
        </w:rPr>
        <w:t>و استعینو بالص</w:t>
      </w:r>
      <w:r w:rsidR="000F399C">
        <w:rPr>
          <w:rFonts w:hint="cs"/>
          <w:rtl/>
          <w:lang w:bidi="ar-SA"/>
        </w:rPr>
        <w:t>ّ</w:t>
      </w:r>
      <w:r>
        <w:rPr>
          <w:rFonts w:hint="cs"/>
          <w:rtl/>
          <w:lang w:bidi="ar-SA"/>
        </w:rPr>
        <w:t>بر و الصلوة و أنّها لکبیرة إلا علی ال</w:t>
      </w:r>
      <w:r w:rsidR="000F399C">
        <w:rPr>
          <w:rFonts w:hint="cs"/>
          <w:rtl/>
          <w:lang w:bidi="ar-SA"/>
        </w:rPr>
        <w:t>خاشعین</w:t>
      </w:r>
    </w:p>
    <w:p w:rsidR="000F399C" w:rsidRDefault="000F399C" w:rsidP="009848A8">
      <w:pPr>
        <w:pStyle w:val="libNormal"/>
        <w:rPr>
          <w:rtl/>
          <w:lang w:bidi="fa-IR"/>
        </w:rPr>
      </w:pPr>
    </w:p>
    <w:p w:rsidR="000F399C" w:rsidRDefault="007710BF" w:rsidP="001A4A85">
      <w:pPr>
        <w:pStyle w:val="libNormal"/>
        <w:rPr>
          <w:lang w:bidi="bn-IN"/>
        </w:rPr>
      </w:pPr>
      <w:r w:rsidRPr="007710BF">
        <w:rPr>
          <w:cs/>
          <w:lang w:bidi="bn-IN"/>
        </w:rPr>
        <w:t>মানুষ সব সময় নিজের জন্য নিজেই নৈতিকতার প্রবেশ পথ। মানুষ নিজেই নিজের জন্য</w:t>
      </w:r>
      <w:r w:rsidR="000F399C">
        <w:rPr>
          <w:lang w:bidi="bn-IN"/>
        </w:rPr>
        <w:t xml:space="preserve"> </w:t>
      </w:r>
      <w:r w:rsidRPr="007710BF">
        <w:rPr>
          <w:cs/>
          <w:lang w:bidi="bn-IN"/>
        </w:rPr>
        <w:t>নৈতিকতার প্রবেশ পথ</w:t>
      </w:r>
      <w:r w:rsidR="003936CB">
        <w:t>-</w:t>
      </w:r>
      <w:r w:rsidRPr="007710BF">
        <w:t xml:space="preserve"> </w:t>
      </w:r>
      <w:r w:rsidRPr="007710BF">
        <w:rPr>
          <w:cs/>
          <w:lang w:bidi="bn-IN"/>
        </w:rPr>
        <w:t>এ কথা বলার উদ্দেশ্য হলো নিজের অস্তিত্বের ভিতরেই সে আত্মিক জগতকে</w:t>
      </w:r>
      <w:r w:rsidR="000F399C">
        <w:rPr>
          <w:lang w:bidi="bn-IN"/>
        </w:rPr>
        <w:t xml:space="preserve"> </w:t>
      </w:r>
      <w:r w:rsidRPr="007710BF">
        <w:rPr>
          <w:cs/>
          <w:lang w:bidi="bn-IN"/>
        </w:rPr>
        <w:t>দেখে এবং উদ্ঘাটন করে। এটা এজন্য যে</w:t>
      </w:r>
      <w:r w:rsidR="00895143">
        <w:t>,</w:t>
      </w:r>
      <w:r w:rsidRPr="007710BF">
        <w:rPr>
          <w:cs/>
          <w:lang w:bidi="bn-IN"/>
        </w:rPr>
        <w:t>মানুষের ভিতরে এমন কিছু আছে যা বস্তুজগতের</w:t>
      </w:r>
      <w:r w:rsidR="000F399C">
        <w:rPr>
          <w:lang w:bidi="bn-IN"/>
        </w:rPr>
        <w:t xml:space="preserve"> </w:t>
      </w:r>
      <w:r w:rsidRPr="007710BF">
        <w:rPr>
          <w:cs/>
          <w:lang w:bidi="bn-IN"/>
        </w:rPr>
        <w:t xml:space="preserve">মাপকাঠিতে বিচার করা যায় না। কেবল যে সকল প্রাচীন আলেম </w:t>
      </w:r>
      <w:r w:rsidRPr="001933EC">
        <w:rPr>
          <w:rStyle w:val="libAlaemChar"/>
        </w:rPr>
        <w:t>‘</w:t>
      </w:r>
      <w:r w:rsidRPr="007710BF">
        <w:rPr>
          <w:cs/>
          <w:lang w:bidi="bn-IN"/>
        </w:rPr>
        <w:t>মারেফাতে নাফ্স</w:t>
      </w:r>
      <w:r w:rsidRPr="001933EC">
        <w:rPr>
          <w:rStyle w:val="libAlaemChar"/>
        </w:rPr>
        <w:t>’</w:t>
      </w:r>
      <w:r w:rsidRPr="007710BF">
        <w:t xml:space="preserve"> (</w:t>
      </w:r>
      <w:r w:rsidR="00591FD9">
        <w:rPr>
          <w:cs/>
          <w:lang w:bidi="bn-IN"/>
        </w:rPr>
        <w:t>নাফসের</w:t>
      </w:r>
      <w:r w:rsidR="000F399C">
        <w:rPr>
          <w:lang w:bidi="bn-IN"/>
        </w:rPr>
        <w:t xml:space="preserve"> </w:t>
      </w:r>
      <w:r w:rsidRPr="007710BF">
        <w:rPr>
          <w:cs/>
          <w:lang w:bidi="bn-IN"/>
        </w:rPr>
        <w:t xml:space="preserve">পরিচিতি) বা </w:t>
      </w:r>
      <w:r w:rsidRPr="001933EC">
        <w:rPr>
          <w:rStyle w:val="libAlaemChar"/>
        </w:rPr>
        <w:t>‘</w:t>
      </w:r>
      <w:r w:rsidRPr="007710BF">
        <w:rPr>
          <w:cs/>
          <w:lang w:bidi="bn-IN"/>
        </w:rPr>
        <w:t>মারেফাতে রূহ</w:t>
      </w:r>
      <w:r w:rsidRPr="001933EC">
        <w:rPr>
          <w:rStyle w:val="libAlaemChar"/>
        </w:rPr>
        <w:t>’</w:t>
      </w:r>
      <w:r w:rsidRPr="007710BF">
        <w:t xml:space="preserve"> (</w:t>
      </w:r>
      <w:r w:rsidRPr="007710BF">
        <w:rPr>
          <w:cs/>
          <w:lang w:bidi="bn-IN"/>
        </w:rPr>
        <w:t xml:space="preserve">আত্মার পরিচিতি)-এর কথা বলেছেন </w:t>
      </w:r>
      <w:r w:rsidR="00FE6D44">
        <w:rPr>
          <w:cs/>
          <w:lang w:bidi="bn-IN"/>
        </w:rPr>
        <w:t>তারা</w:t>
      </w:r>
      <w:r w:rsidRPr="007710BF">
        <w:rPr>
          <w:cs/>
          <w:lang w:bidi="bn-IN"/>
        </w:rPr>
        <w:t>ই নন</w:t>
      </w:r>
      <w:r w:rsidR="00895143">
        <w:t>,</w:t>
      </w:r>
      <w:r w:rsidRPr="007710BF">
        <w:rPr>
          <w:cs/>
          <w:lang w:bidi="bn-IN"/>
        </w:rPr>
        <w:t>বরং বর্তমানে যে</w:t>
      </w:r>
      <w:r w:rsidR="000F399C">
        <w:rPr>
          <w:lang w:bidi="bn-IN"/>
        </w:rPr>
        <w:t xml:space="preserve"> </w:t>
      </w:r>
      <w:r w:rsidRPr="007710BF">
        <w:rPr>
          <w:cs/>
          <w:lang w:bidi="bn-IN"/>
        </w:rPr>
        <w:t xml:space="preserve">সকল আলেম </w:t>
      </w:r>
      <w:r w:rsidRPr="001933EC">
        <w:rPr>
          <w:rStyle w:val="libAlaemChar"/>
        </w:rPr>
        <w:t>‘</w:t>
      </w:r>
      <w:r w:rsidRPr="007710BF">
        <w:rPr>
          <w:cs/>
          <w:lang w:bidi="bn-IN"/>
        </w:rPr>
        <w:t>মারেফাতে নাফ্স</w:t>
      </w:r>
      <w:r w:rsidRPr="001933EC">
        <w:rPr>
          <w:rStyle w:val="libAlaemChar"/>
        </w:rPr>
        <w:t>’</w:t>
      </w:r>
      <w:r w:rsidRPr="007710BF">
        <w:t>-</w:t>
      </w:r>
      <w:r w:rsidRPr="007710BF">
        <w:rPr>
          <w:cs/>
          <w:lang w:bidi="bn-IN"/>
        </w:rPr>
        <w:t>এর কথা বলছেন তারাও স্বীকার করেছেন যে</w:t>
      </w:r>
      <w:r w:rsidR="00895143">
        <w:t>,</w:t>
      </w:r>
      <w:r w:rsidRPr="007710BF">
        <w:rPr>
          <w:cs/>
          <w:lang w:bidi="bn-IN"/>
        </w:rPr>
        <w:t>মানুষের মধ্যে এমন</w:t>
      </w:r>
      <w:r w:rsidR="000F399C">
        <w:rPr>
          <w:lang w:bidi="bn-IN"/>
        </w:rPr>
        <w:t xml:space="preserve"> </w:t>
      </w:r>
      <w:r w:rsidRPr="007710BF">
        <w:rPr>
          <w:cs/>
          <w:lang w:bidi="bn-IN"/>
        </w:rPr>
        <w:t>কিছু নিহিত আছে যা বস্তুজগতের মাধ্যমে ব্যাখ্যা করা সম্ভব নয়। এটার জন্য অন্য কোন মাপকাঠি</w:t>
      </w:r>
      <w:r w:rsidR="000F399C">
        <w:rPr>
          <w:lang w:bidi="bn-IN"/>
        </w:rPr>
        <w:t xml:space="preserve"> </w:t>
      </w:r>
      <w:r w:rsidRPr="007710BF">
        <w:rPr>
          <w:cs/>
          <w:lang w:bidi="bn-IN"/>
        </w:rPr>
        <w:t>প্রয়োজন।</w:t>
      </w:r>
    </w:p>
    <w:p w:rsidR="000F399C" w:rsidRDefault="007710BF" w:rsidP="001A4A85">
      <w:pPr>
        <w:pStyle w:val="libNormal"/>
      </w:pPr>
      <w:r w:rsidRPr="007710BF">
        <w:rPr>
          <w:cs/>
          <w:lang w:bidi="bn-IN"/>
        </w:rPr>
        <w:t>রাসূল (সা.)-এর নিকট থেকে একটি হাদীস বহুল প্রচলিত</w:t>
      </w:r>
      <w:r w:rsidR="003936CB">
        <w:t>-</w:t>
      </w:r>
      <w:r w:rsidRPr="007710BF">
        <w:t>.</w:t>
      </w:r>
    </w:p>
    <w:p w:rsidR="000F399C" w:rsidRDefault="000F399C" w:rsidP="000F399C">
      <w:pPr>
        <w:pStyle w:val="libArCenter"/>
        <w:rPr>
          <w:rtl/>
          <w:lang w:bidi="fa-IR"/>
        </w:rPr>
      </w:pPr>
      <w:r>
        <w:rPr>
          <w:rFonts w:hint="cs"/>
          <w:rtl/>
          <w:lang w:bidi="ar-SA"/>
        </w:rPr>
        <w:t>من عرف نفسه فقى عرف ربه</w:t>
      </w:r>
    </w:p>
    <w:p w:rsidR="000F399C" w:rsidRPr="000F399C" w:rsidRDefault="000F399C" w:rsidP="000F399C">
      <w:pPr>
        <w:pStyle w:val="libArCenter"/>
        <w:rPr>
          <w:rtl/>
          <w:lang w:bidi="fa-IR"/>
        </w:rPr>
      </w:pPr>
    </w:p>
    <w:p w:rsidR="000F399C" w:rsidRDefault="007710BF" w:rsidP="001A4A85">
      <w:pPr>
        <w:pStyle w:val="libNormal"/>
        <w:rPr>
          <w:rStyle w:val="libAlaemChar"/>
          <w:rtl/>
        </w:rPr>
      </w:pPr>
      <w:r w:rsidRPr="001933EC">
        <w:rPr>
          <w:rStyle w:val="libAlaemChar"/>
        </w:rPr>
        <w:t>“</w:t>
      </w:r>
      <w:r w:rsidRPr="007710BF">
        <w:rPr>
          <w:cs/>
          <w:lang w:bidi="bn-IN"/>
        </w:rPr>
        <w:t>যে নিজেকে চিনতে পেরেছে সে নিজের প্রভুকে (আ</w:t>
      </w:r>
      <w:r w:rsidR="006B46F0">
        <w:rPr>
          <w:cs/>
          <w:lang w:bidi="bn-IN"/>
        </w:rPr>
        <w:t>ল্লা</w:t>
      </w:r>
      <w:r w:rsidRPr="007710BF">
        <w:rPr>
          <w:rFonts w:hint="cs"/>
          <w:cs/>
          <w:lang w:bidi="bn-IN"/>
        </w:rPr>
        <w:t>হ্) চিনতে পেরেছে।</w:t>
      </w:r>
      <w:r w:rsidRPr="001933EC">
        <w:rPr>
          <w:rStyle w:val="libAlaemChar"/>
        </w:rPr>
        <w:t>”</w:t>
      </w:r>
    </w:p>
    <w:p w:rsidR="000F399C" w:rsidRDefault="007710BF" w:rsidP="001A4A85">
      <w:pPr>
        <w:pStyle w:val="libNormal"/>
        <w:rPr>
          <w:rtl/>
        </w:rPr>
      </w:pPr>
      <w:r w:rsidRPr="007710BF">
        <w:rPr>
          <w:cs/>
          <w:lang w:bidi="bn-IN"/>
        </w:rPr>
        <w:t>পবিত্র কোরআন সৃষ্টি জগতের অন্য সকল বস্তু থেকে মানুষের বিষয়টি পৃথকভাবে বর্ণনা করেছে।</w:t>
      </w:r>
      <w:r w:rsidR="000F399C" w:rsidRPr="00A377A9">
        <w:rPr>
          <w:rFonts w:hint="cs"/>
          <w:rtl/>
        </w:rPr>
        <w:t xml:space="preserve"> </w:t>
      </w:r>
      <w:r w:rsidRPr="007710BF">
        <w:rPr>
          <w:cs/>
          <w:lang w:bidi="bn-IN"/>
        </w:rPr>
        <w:t>কোরআন বলছে</w:t>
      </w:r>
      <w:r w:rsidR="00895143">
        <w:t>,</w:t>
      </w:r>
    </w:p>
    <w:p w:rsidR="000F399C" w:rsidRDefault="000F399C" w:rsidP="000F399C">
      <w:pPr>
        <w:pStyle w:val="libArCenter"/>
        <w:rPr>
          <w:rtl/>
          <w:lang w:bidi="fa-IR"/>
        </w:rPr>
      </w:pPr>
      <w:r>
        <w:rPr>
          <w:rFonts w:hint="cs"/>
          <w:rtl/>
          <w:lang w:bidi="ar-SA"/>
        </w:rPr>
        <w:t xml:space="preserve">سنريهم </w:t>
      </w:r>
      <w:r>
        <w:rPr>
          <w:rFonts w:hint="cs"/>
          <w:rtl/>
          <w:lang w:bidi="fa-IR"/>
        </w:rPr>
        <w:t>آ</w:t>
      </w:r>
      <w:r>
        <w:rPr>
          <w:rFonts w:hint="cs"/>
          <w:rtl/>
          <w:lang w:bidi="ar-SA"/>
        </w:rPr>
        <w:t>ياتنا في الأفاق و في أنفسهم</w:t>
      </w:r>
    </w:p>
    <w:p w:rsidR="000F399C" w:rsidRPr="000F399C" w:rsidRDefault="000F399C" w:rsidP="000F399C">
      <w:pPr>
        <w:pStyle w:val="libArCenter"/>
        <w:rPr>
          <w:rtl/>
          <w:lang w:bidi="fa-IR"/>
        </w:rPr>
      </w:pPr>
    </w:p>
    <w:p w:rsidR="000F399C" w:rsidRPr="00A377A9" w:rsidRDefault="007710BF" w:rsidP="001A4A85">
      <w:pPr>
        <w:pStyle w:val="libNormal"/>
        <w:rPr>
          <w:rtl/>
        </w:rPr>
      </w:pPr>
      <w:r w:rsidRPr="001933EC">
        <w:rPr>
          <w:rStyle w:val="libAlaemChar"/>
        </w:rPr>
        <w:t>“</w:t>
      </w:r>
      <w:r w:rsidRPr="007710BF">
        <w:rPr>
          <w:cs/>
          <w:lang w:bidi="bn-IN"/>
        </w:rPr>
        <w:t>আমরা আমাদের নিদর্শনগুলোকে জগতের চারিদিকে (প্রকৃতি জগতে) এবং তাদের (মানুষের)মধ্যে দেখাব।</w:t>
      </w:r>
      <w:r w:rsidRPr="001933EC">
        <w:rPr>
          <w:rStyle w:val="libAlaemChar"/>
        </w:rPr>
        <w:t>”</w:t>
      </w:r>
      <w:r w:rsidRPr="007710BF">
        <w:t xml:space="preserve"> </w:t>
      </w:r>
      <w:r w:rsidRPr="007710BF">
        <w:rPr>
          <w:cs/>
          <w:lang w:bidi="bn-IN"/>
        </w:rPr>
        <w:t>কোরআন মানুষের বিষয়টি স্বাধীনভাবে (আলাদাভাবে) বর্ণনা করেছে। এ আয়াতের</w:t>
      </w:r>
      <w:r w:rsidR="000F399C" w:rsidRPr="00A377A9">
        <w:rPr>
          <w:rFonts w:hint="cs"/>
          <w:rtl/>
        </w:rPr>
        <w:t xml:space="preserve"> </w:t>
      </w:r>
      <w:r w:rsidRPr="007710BF">
        <w:rPr>
          <w:cs/>
          <w:lang w:bidi="bn-IN"/>
        </w:rPr>
        <w:t>ফল</w:t>
      </w:r>
      <w:r w:rsidR="009A597E">
        <w:rPr>
          <w:cs/>
          <w:lang w:bidi="bn-IN"/>
        </w:rPr>
        <w:t>শ্রু</w:t>
      </w:r>
      <w:r w:rsidRPr="007710BF">
        <w:rPr>
          <w:cs/>
          <w:lang w:bidi="bn-IN"/>
        </w:rPr>
        <w:t>তিতেই</w:t>
      </w:r>
      <w:r w:rsidR="000F399C" w:rsidRPr="00A377A9">
        <w:rPr>
          <w:rFonts w:hint="cs"/>
          <w:rtl/>
        </w:rPr>
        <w:t xml:space="preserve"> </w:t>
      </w:r>
      <w:r w:rsidR="000F399C" w:rsidRPr="00A92884">
        <w:rPr>
          <w:rStyle w:val="libArChar"/>
          <w:rFonts w:hint="cs"/>
          <w:rtl/>
        </w:rPr>
        <w:t>آفاق</w:t>
      </w:r>
      <w:r w:rsidR="000F399C" w:rsidRPr="00A377A9">
        <w:rPr>
          <w:rFonts w:hint="cs"/>
          <w:rtl/>
        </w:rPr>
        <w:t xml:space="preserve"> </w:t>
      </w:r>
      <w:r w:rsidRPr="007710BF">
        <w:rPr>
          <w:cs/>
          <w:lang w:bidi="bn-IN"/>
        </w:rPr>
        <w:t>ও</w:t>
      </w:r>
      <w:r w:rsidR="000F399C" w:rsidRPr="00A377A9">
        <w:rPr>
          <w:rFonts w:hint="cs"/>
          <w:rtl/>
        </w:rPr>
        <w:t xml:space="preserve"> </w:t>
      </w:r>
      <w:r w:rsidR="000F399C" w:rsidRPr="00A92884">
        <w:rPr>
          <w:rStyle w:val="libArChar"/>
          <w:rFonts w:hint="cs"/>
          <w:rtl/>
        </w:rPr>
        <w:t>أنفسهم</w:t>
      </w:r>
      <w:r w:rsidR="000F399C" w:rsidRPr="00A377A9">
        <w:rPr>
          <w:rFonts w:hint="cs"/>
          <w:rtl/>
        </w:rPr>
        <w:t xml:space="preserve"> </w:t>
      </w:r>
      <w:r w:rsidRPr="007710BF">
        <w:rPr>
          <w:cs/>
          <w:lang w:bidi="bn-IN"/>
        </w:rPr>
        <w:t>পরিভাষা দু</w:t>
      </w:r>
      <w:r w:rsidRPr="001933EC">
        <w:rPr>
          <w:rStyle w:val="libAlaemChar"/>
        </w:rPr>
        <w:t>’</w:t>
      </w:r>
      <w:r w:rsidRPr="007710BF">
        <w:rPr>
          <w:cs/>
          <w:lang w:bidi="bn-IN"/>
        </w:rPr>
        <w:t>টি সাহিত্যের ক্ষেত্রে ব্যবহৃত হচ্ছে। বলা হচ্ছে বাইরের</w:t>
      </w:r>
      <w:r w:rsidR="000F399C" w:rsidRPr="00A377A9">
        <w:rPr>
          <w:rFonts w:hint="cs"/>
          <w:rtl/>
        </w:rPr>
        <w:t xml:space="preserve"> </w:t>
      </w:r>
      <w:r w:rsidRPr="007710BF">
        <w:rPr>
          <w:cs/>
          <w:lang w:bidi="bn-IN"/>
        </w:rPr>
        <w:t>জগতের বিষয় (</w:t>
      </w:r>
      <w:r w:rsidR="000F399C" w:rsidRPr="000F399C">
        <w:rPr>
          <w:rStyle w:val="libArChar"/>
          <w:rFonts w:hint="cs"/>
          <w:rtl/>
        </w:rPr>
        <w:t>مسائل آفاق</w:t>
      </w:r>
      <w:r w:rsidRPr="007710BF">
        <w:rPr>
          <w:cs/>
          <w:lang w:bidi="bn-IN"/>
        </w:rPr>
        <w:t>) ও মানুষের অভ্যন্তরীণ বিষয়</w:t>
      </w:r>
      <w:r w:rsidRPr="007710BF">
        <w:rPr>
          <w:cs/>
          <w:lang w:bidi="hi-IN"/>
        </w:rPr>
        <w:t>।</w:t>
      </w:r>
    </w:p>
    <w:p w:rsidR="000F399C" w:rsidRDefault="007710BF" w:rsidP="001A4A85">
      <w:pPr>
        <w:pStyle w:val="libNormal"/>
        <w:rPr>
          <w:lang w:bidi="bn-IN"/>
        </w:rPr>
      </w:pPr>
      <w:r w:rsidRPr="007710BF">
        <w:rPr>
          <w:cs/>
          <w:lang w:bidi="bn-IN"/>
        </w:rPr>
        <w:t>সম্ভবত কেউ প্রশ্ন করবেন কি বন্তু মানুষের সত্তায় রয়েছে যাকে বস্তু দিয়ে ব্যাখ্যা করা যায় না</w:t>
      </w:r>
      <w:r w:rsidRPr="007710BF">
        <w:t xml:space="preserve">? </w:t>
      </w:r>
      <w:r w:rsidRPr="007710BF">
        <w:rPr>
          <w:cs/>
          <w:lang w:bidi="bn-IN"/>
        </w:rPr>
        <w:t>এ</w:t>
      </w:r>
      <w:r w:rsidR="000F399C">
        <w:rPr>
          <w:lang w:bidi="bn-IN"/>
        </w:rPr>
        <w:t xml:space="preserve"> </w:t>
      </w:r>
      <w:r w:rsidRPr="007710BF">
        <w:rPr>
          <w:cs/>
          <w:lang w:bidi="bn-IN"/>
        </w:rPr>
        <w:t>প্রশ্নের উত্তরে বলতে হয় এটা অত্যন্ত ব্যাপক বিষয়। এ বিষয়ে এখন আলোচনা করতে চাচ্ছি না।</w:t>
      </w:r>
      <w:r w:rsidR="000F399C">
        <w:rPr>
          <w:lang w:bidi="bn-IN"/>
        </w:rPr>
        <w:t xml:space="preserve"> </w:t>
      </w:r>
    </w:p>
    <w:p w:rsidR="000F399C" w:rsidRDefault="000F399C" w:rsidP="001A4A85">
      <w:pPr>
        <w:pStyle w:val="libNormal"/>
        <w:rPr>
          <w:lang w:bidi="bn-IN"/>
        </w:rPr>
      </w:pPr>
    </w:p>
    <w:p w:rsidR="000F399C" w:rsidRDefault="007710BF" w:rsidP="000F399C">
      <w:pPr>
        <w:pStyle w:val="libBold1"/>
        <w:rPr>
          <w:lang w:bidi="bn-IN"/>
        </w:rPr>
      </w:pPr>
      <w:r w:rsidRPr="007710BF">
        <w:rPr>
          <w:cs/>
          <w:lang w:bidi="bn-IN"/>
        </w:rPr>
        <w:t>মনুষ্যত্বকে মানুষ থেকে আলাদা করা যায়</w:t>
      </w:r>
    </w:p>
    <w:p w:rsidR="00BF053C" w:rsidRDefault="007710BF" w:rsidP="001A4A85">
      <w:pPr>
        <w:pStyle w:val="libNormal"/>
        <w:rPr>
          <w:lang w:bidi="bn-IN"/>
        </w:rPr>
      </w:pPr>
      <w:r w:rsidRPr="007710BF">
        <w:rPr>
          <w:cs/>
          <w:lang w:bidi="bn-IN"/>
        </w:rPr>
        <w:t>মানুষের যে সকল বৈশিষ্ট্যকে বস্তুগত হিসেবে মাপা যায় না তার একটি এই বৈঠকে আলোচনা</w:t>
      </w:r>
      <w:r w:rsidR="000F399C">
        <w:rPr>
          <w:lang w:bidi="bn-IN"/>
        </w:rPr>
        <w:t xml:space="preserve"> </w:t>
      </w:r>
      <w:r w:rsidRPr="007710BF">
        <w:rPr>
          <w:cs/>
          <w:lang w:bidi="bn-IN"/>
        </w:rPr>
        <w:t>করব যা হলো মানবিক মূল্যবোধ</w:t>
      </w:r>
      <w:r w:rsidR="00895143">
        <w:t>,</w:t>
      </w:r>
      <w:r w:rsidRPr="007710BF">
        <w:rPr>
          <w:cs/>
          <w:lang w:bidi="bn-IN"/>
        </w:rPr>
        <w:t>অন্যভাবে বললে মানুষের মনুষ্যত্ব। এটা আশ্চর্যের বিষয় যে</w:t>
      </w:r>
      <w:r w:rsidR="00895143">
        <w:t>,</w:t>
      </w:r>
      <w:r w:rsidRPr="007710BF">
        <w:rPr>
          <w:cs/>
          <w:lang w:bidi="bn-IN"/>
        </w:rPr>
        <w:t>যেকোন বস্তুকে নিয়ে আমরা চিন্তা করি না কেন দেখব ঐ বস্তু থেকে তার গুণাবলী পৃথকযোগ্য নয়</w:t>
      </w:r>
      <w:r w:rsidR="00895143">
        <w:t>,</w:t>
      </w:r>
      <w:r w:rsidRPr="007710BF">
        <w:rPr>
          <w:cs/>
          <w:lang w:bidi="bn-IN"/>
        </w:rPr>
        <w:t>যেমন</w:t>
      </w:r>
      <w:r w:rsidR="00BF053C">
        <w:rPr>
          <w:lang w:bidi="bn-IN"/>
        </w:rPr>
        <w:t xml:space="preserve"> </w:t>
      </w:r>
      <w:r w:rsidRPr="007710BF">
        <w:rPr>
          <w:cs/>
          <w:lang w:bidi="bn-IN"/>
        </w:rPr>
        <w:t>নেকড়ে থেকে নেকড়ের স্বভাবকে পৃথক করা যায় না</w:t>
      </w:r>
      <w:r w:rsidR="00895143">
        <w:t>,</w:t>
      </w:r>
      <w:r w:rsidRPr="007710BF">
        <w:rPr>
          <w:cs/>
          <w:lang w:bidi="bn-IN"/>
        </w:rPr>
        <w:t>তেমনিভাবে কুকুর বা ঘোড়া থেকে তাদের</w:t>
      </w:r>
      <w:r w:rsidR="00BF053C">
        <w:rPr>
          <w:lang w:bidi="bn-IN"/>
        </w:rPr>
        <w:t xml:space="preserve"> </w:t>
      </w:r>
      <w:r w:rsidRPr="007710BF">
        <w:rPr>
          <w:cs/>
          <w:lang w:bidi="bn-IN"/>
        </w:rPr>
        <w:t>স্বভাব পৃথক করা অসম্ভব। আমরা এমন কোন ঘোড়া খুজ</w:t>
      </w:r>
      <w:r w:rsidR="00BF053C">
        <w:rPr>
          <w:cs/>
          <w:lang w:bidi="bn-IN"/>
        </w:rPr>
        <w:t>ে পাব না যার মধ্যে ঘোড়ার স্বভাব</w:t>
      </w:r>
      <w:r w:rsidR="00BF053C">
        <w:rPr>
          <w:lang w:bidi="bn-IN"/>
        </w:rPr>
        <w:t xml:space="preserve"> </w:t>
      </w:r>
      <w:r w:rsidRPr="007710BF">
        <w:rPr>
          <w:cs/>
          <w:lang w:bidi="bn-IN"/>
        </w:rPr>
        <w:t>অনুপস্থিত। কিন্তু এটা সম্ভব যে</w:t>
      </w:r>
      <w:r w:rsidR="00895143">
        <w:t>,</w:t>
      </w:r>
      <w:r w:rsidRPr="007710BF">
        <w:rPr>
          <w:cs/>
          <w:lang w:bidi="bn-IN"/>
        </w:rPr>
        <w:t xml:space="preserve">আমরা এমন মানুষ </w:t>
      </w:r>
      <w:r w:rsidR="00250C43">
        <w:rPr>
          <w:cs/>
          <w:lang w:bidi="bn-IN"/>
        </w:rPr>
        <w:t>খুজে</w:t>
      </w:r>
      <w:r w:rsidRPr="007710BF">
        <w:rPr>
          <w:cs/>
          <w:lang w:bidi="bn-IN"/>
        </w:rPr>
        <w:t xml:space="preserve"> পা</w:t>
      </w:r>
      <w:r w:rsidR="00BF053C">
        <w:rPr>
          <w:cs/>
          <w:lang w:bidi="bn-IN"/>
        </w:rPr>
        <w:t>ব যার মধ্যে মনুষ্যত্ব নেই। কারণ</w:t>
      </w:r>
      <w:r w:rsidR="00BF053C">
        <w:rPr>
          <w:lang w:bidi="bn-IN"/>
        </w:rPr>
        <w:t xml:space="preserve"> </w:t>
      </w:r>
      <w:r w:rsidRPr="007710BF">
        <w:rPr>
          <w:cs/>
          <w:lang w:bidi="bn-IN"/>
        </w:rPr>
        <w:t>মনুষ্যত্বের জন্য যে উপাদান (যা আমাদের পূর্ববর্তী বৈঠকে আলোচনা করেছি) যা মানুষকে ব্যক্তিত্ব দানকরে (ব্যক্তিমানুষ নয়) প্রথমত তা যদিও মানুষ সম্পর্কিত ও এই পৃথিবীর সঙ্গে যুক্ত কিন্তু তা মানুষের</w:t>
      </w:r>
      <w:r w:rsidR="00BF053C">
        <w:rPr>
          <w:lang w:bidi="bn-IN"/>
        </w:rPr>
        <w:t xml:space="preserve"> </w:t>
      </w:r>
      <w:r w:rsidRPr="007710BF">
        <w:rPr>
          <w:cs/>
          <w:lang w:bidi="bn-IN"/>
        </w:rPr>
        <w:t>বস্তুগত গঠনের জন্য নয়</w:t>
      </w:r>
      <w:r w:rsidR="00895143">
        <w:t>,</w:t>
      </w:r>
      <w:r w:rsidRPr="007710BF">
        <w:rPr>
          <w:cs/>
          <w:lang w:bidi="bn-IN"/>
        </w:rPr>
        <w:t>বরং অবস্তুগত</w:t>
      </w:r>
      <w:r w:rsidR="003936CB">
        <w:t>-</w:t>
      </w:r>
      <w:r w:rsidRPr="007710BF">
        <w:t xml:space="preserve"> </w:t>
      </w:r>
      <w:r w:rsidRPr="007710BF">
        <w:rPr>
          <w:cs/>
          <w:lang w:bidi="bn-IN"/>
        </w:rPr>
        <w:t>যা পঞ্চ ইন্দ্রিয় দ্বারা অনুভবযোগ্য নয়। অন্যভাবে বললে</w:t>
      </w:r>
      <w:r w:rsidR="00BF053C">
        <w:rPr>
          <w:lang w:bidi="bn-IN"/>
        </w:rPr>
        <w:t xml:space="preserve"> </w:t>
      </w:r>
      <w:r w:rsidRPr="007710BF">
        <w:rPr>
          <w:cs/>
          <w:lang w:bidi="bn-IN"/>
        </w:rPr>
        <w:t>মানুষের আত্মিকতার বিষয়</w:t>
      </w:r>
      <w:r w:rsidR="00895143">
        <w:t>,</w:t>
      </w:r>
      <w:r w:rsidRPr="007710BF">
        <w:rPr>
          <w:cs/>
          <w:lang w:bidi="bn-IN"/>
        </w:rPr>
        <w:t>দৈহিক নয়। দ্বিতীয়ত যে বিষয়গুলো মানুষের মনুষ্যত্বের মাপকাঠি অর্থাৎ</w:t>
      </w:r>
      <w:r w:rsidR="00BF053C">
        <w:rPr>
          <w:lang w:bidi="bn-IN"/>
        </w:rPr>
        <w:t xml:space="preserve"> </w:t>
      </w:r>
      <w:r w:rsidRPr="007710BF">
        <w:rPr>
          <w:cs/>
          <w:lang w:bidi="bn-IN"/>
        </w:rPr>
        <w:t>তার মানবিক ব্যক্তিত্ব ও শ্রেষ্ঠত্বের মানদণ্ড তা প্রকৃতির হাতে তৈরি হয় না</w:t>
      </w:r>
      <w:r w:rsidR="00895143">
        <w:t>,</w:t>
      </w:r>
      <w:r w:rsidRPr="007710BF">
        <w:rPr>
          <w:cs/>
          <w:lang w:bidi="bn-IN"/>
        </w:rPr>
        <w:t>বরং কেবল মানুষ নিজের</w:t>
      </w:r>
      <w:r w:rsidR="00BF053C">
        <w:rPr>
          <w:lang w:bidi="bn-IN"/>
        </w:rPr>
        <w:t xml:space="preserve"> </w:t>
      </w:r>
      <w:r w:rsidRPr="007710BF">
        <w:rPr>
          <w:cs/>
          <w:lang w:bidi="bn-IN"/>
        </w:rPr>
        <w:t>হাতেই তা তৈরি করতে পারে।</w:t>
      </w:r>
    </w:p>
    <w:p w:rsidR="00BF053C" w:rsidRDefault="007710BF" w:rsidP="001A4A85">
      <w:pPr>
        <w:pStyle w:val="libNormal"/>
      </w:pPr>
      <w:r w:rsidRPr="007710BF">
        <w:rPr>
          <w:cs/>
          <w:lang w:bidi="bn-IN"/>
        </w:rPr>
        <w:t>আমার এ কথাগুলো বলার উদ্দেশ্য হলো এটা বুঝানো যে</w:t>
      </w:r>
      <w:r w:rsidR="00895143">
        <w:t>,</w:t>
      </w:r>
      <w:r w:rsidRPr="007710BF">
        <w:rPr>
          <w:cs/>
          <w:lang w:bidi="bn-IN"/>
        </w:rPr>
        <w:t>মানুষের নিজের আত্মিক বিকাশের</w:t>
      </w:r>
      <w:r w:rsidR="00BF053C">
        <w:rPr>
          <w:lang w:bidi="bn-IN"/>
        </w:rPr>
        <w:t xml:space="preserve"> </w:t>
      </w:r>
      <w:r w:rsidRPr="007710BF">
        <w:rPr>
          <w:cs/>
          <w:lang w:bidi="bn-IN"/>
        </w:rPr>
        <w:t>রূপক মানুষ নিজেই। নিজেই নৈতিকতার জগতে প্রবেশ করে। যেমন ইমাম আলী ইবনে মূসা আর-রেজা (আ.) বলেছেন</w:t>
      </w:r>
      <w:r w:rsidR="00895143">
        <w:t>,</w:t>
      </w:r>
    </w:p>
    <w:p w:rsidR="00BF053C" w:rsidRDefault="009E7BEE" w:rsidP="009E7BEE">
      <w:pPr>
        <w:pStyle w:val="libArCenter"/>
        <w:rPr>
          <w:rtl/>
          <w:lang w:bidi="fa-IR"/>
        </w:rPr>
      </w:pPr>
      <w:r>
        <w:rPr>
          <w:rFonts w:hint="cs"/>
          <w:rtl/>
          <w:lang w:bidi="ar-SA"/>
        </w:rPr>
        <w:t xml:space="preserve">لا يعرف هنالك </w:t>
      </w:r>
      <w:r>
        <w:rPr>
          <w:rFonts w:hint="cs"/>
          <w:rtl/>
          <w:lang w:bidi="fa-IR"/>
        </w:rPr>
        <w:t>إلا بما هیهنا</w:t>
      </w:r>
    </w:p>
    <w:p w:rsidR="009E7BEE" w:rsidRPr="009E7BEE" w:rsidRDefault="009E7BEE" w:rsidP="009E7BEE">
      <w:pPr>
        <w:pStyle w:val="libArCenter"/>
        <w:rPr>
          <w:rtl/>
          <w:lang w:bidi="fa-IR"/>
        </w:rPr>
      </w:pPr>
    </w:p>
    <w:p w:rsidR="009E7BEE" w:rsidRDefault="007710BF" w:rsidP="009E7BEE">
      <w:pPr>
        <w:pStyle w:val="libNormal"/>
        <w:rPr>
          <w:lang w:bidi="bn-IN"/>
        </w:rPr>
      </w:pPr>
      <w:r w:rsidRPr="001933EC">
        <w:rPr>
          <w:rStyle w:val="libAlaemChar"/>
        </w:rPr>
        <w:t>“</w:t>
      </w:r>
      <w:r w:rsidRPr="007710BF">
        <w:rPr>
          <w:cs/>
          <w:lang w:bidi="bn-IN"/>
        </w:rPr>
        <w:t>যা সেখানে (আত্মিক জগতে) আছে তা এখানে (মানুষের ভিতরে) কি আছে তা থেকেই জানা</w:t>
      </w:r>
      <w:r w:rsidR="00BF053C">
        <w:rPr>
          <w:lang w:bidi="bn-IN"/>
        </w:rPr>
        <w:t xml:space="preserve"> </w:t>
      </w:r>
      <w:r w:rsidRPr="007710BF">
        <w:rPr>
          <w:cs/>
          <w:lang w:bidi="bn-IN"/>
        </w:rPr>
        <w:t>যাবে।</w:t>
      </w:r>
      <w:r w:rsidRPr="001933EC">
        <w:rPr>
          <w:rStyle w:val="libAlaemChar"/>
        </w:rPr>
        <w:t>”</w:t>
      </w:r>
      <w:r w:rsidRPr="007710BF">
        <w:t xml:space="preserve"> </w:t>
      </w:r>
      <w:r w:rsidR="009E7BEE">
        <w:rPr>
          <w:cs/>
          <w:lang w:bidi="bn-IN"/>
        </w:rPr>
        <w:t>এটা অত্যন্ত গুরুত্বপূ</w:t>
      </w:r>
      <w:r w:rsidR="009E7BEE" w:rsidRPr="009E7BEE">
        <w:rPr>
          <w:cs/>
          <w:lang w:bidi="bn-IN"/>
        </w:rPr>
        <w:t>র্ণ</w:t>
      </w:r>
      <w:r w:rsidRPr="007710BF">
        <w:rPr>
          <w:cs/>
          <w:lang w:bidi="hi-IN"/>
        </w:rPr>
        <w:t>।</w:t>
      </w:r>
    </w:p>
    <w:p w:rsidR="009E7BEE" w:rsidRDefault="007710BF" w:rsidP="009E7BEE">
      <w:pPr>
        <w:pStyle w:val="libNormal"/>
      </w:pPr>
      <w:r w:rsidRPr="007710BF">
        <w:rPr>
          <w:cs/>
          <w:lang w:bidi="bn-IN"/>
        </w:rPr>
        <w:t>যে বিষয়গুলোকে মানবিক মূল্যবোধ হিসেবে ধরা হয় এবং মানুষের নৈতিকতা ও মনুষ্যত্বের মানদণ্ড</w:t>
      </w:r>
      <w:r w:rsidR="009E7BEE">
        <w:rPr>
          <w:lang w:bidi="bn-IN"/>
        </w:rPr>
        <w:t xml:space="preserve"> </w:t>
      </w:r>
      <w:r w:rsidRPr="007710BF">
        <w:rPr>
          <w:cs/>
          <w:lang w:bidi="bn-IN"/>
        </w:rPr>
        <w:t xml:space="preserve">হিসেবে বিবেচিত অনেক কিছুই এর </w:t>
      </w:r>
      <w:r w:rsidR="009E7BEE">
        <w:rPr>
          <w:cs/>
          <w:lang w:bidi="bn-IN"/>
        </w:rPr>
        <w:t>অন্তর্ভুক্ত</w:t>
      </w:r>
      <w:r w:rsidRPr="007710BF">
        <w:rPr>
          <w:cs/>
          <w:lang w:bidi="hi-IN"/>
        </w:rPr>
        <w:t xml:space="preserve">। </w:t>
      </w:r>
      <w:r w:rsidRPr="007710BF">
        <w:rPr>
          <w:cs/>
          <w:lang w:bidi="bn-IN"/>
        </w:rPr>
        <w:t>কিন্তু এ সকল মূল্যবোধকে একটি মূল্যবোধের মধ্য</w:t>
      </w:r>
      <w:r w:rsidR="009E7BEE">
        <w:rPr>
          <w:lang w:bidi="bn-IN"/>
        </w:rPr>
        <w:t xml:space="preserve"> </w:t>
      </w:r>
      <w:r w:rsidRPr="007710BF">
        <w:rPr>
          <w:cs/>
          <w:lang w:bidi="bn-IN"/>
        </w:rPr>
        <w:t xml:space="preserve">আনা যায়। আর তা হলো </w:t>
      </w:r>
      <w:r w:rsidRPr="001933EC">
        <w:rPr>
          <w:rStyle w:val="libAlaemChar"/>
        </w:rPr>
        <w:t>‘</w:t>
      </w:r>
      <w:r w:rsidRPr="007710BF">
        <w:rPr>
          <w:cs/>
          <w:lang w:bidi="bn-IN"/>
        </w:rPr>
        <w:t>মানবতার বেদনা</w:t>
      </w:r>
      <w:r w:rsidRPr="001933EC">
        <w:rPr>
          <w:rStyle w:val="libAlaemChar"/>
        </w:rPr>
        <w:t>’</w:t>
      </w:r>
      <w:r w:rsidRPr="007710BF">
        <w:rPr>
          <w:cs/>
          <w:lang w:bidi="hi-IN"/>
        </w:rPr>
        <w:t xml:space="preserve">। </w:t>
      </w:r>
      <w:r w:rsidRPr="007710BF">
        <w:rPr>
          <w:cs/>
          <w:lang w:bidi="bn-IN"/>
        </w:rPr>
        <w:t>পৃথিবীতে যত মতবাদই মানবিক মূল্যবোধের ব্যাপারে</w:t>
      </w:r>
      <w:r w:rsidR="009E7BEE">
        <w:rPr>
          <w:lang w:bidi="bn-IN"/>
        </w:rPr>
        <w:t xml:space="preserve"> </w:t>
      </w:r>
      <w:r w:rsidRPr="007710BF">
        <w:rPr>
          <w:cs/>
          <w:lang w:bidi="bn-IN"/>
        </w:rPr>
        <w:t>আলোচনা করেছে দৈহিক বেদনার (যা অন্যান্য জীবও অনুভব করে) বাইরে অন্য এক ধরনের বেদনা</w:t>
      </w:r>
      <w:r w:rsidR="009E7BEE">
        <w:rPr>
          <w:lang w:bidi="bn-IN"/>
        </w:rPr>
        <w:t xml:space="preserve"> </w:t>
      </w:r>
      <w:r w:rsidRPr="007710BF">
        <w:rPr>
          <w:cs/>
          <w:lang w:bidi="bn-IN"/>
        </w:rPr>
        <w:t xml:space="preserve">মানুষের মধ্যে আছে বলে স্বীকার করে। সেটা হলো </w:t>
      </w:r>
      <w:r w:rsidRPr="001933EC">
        <w:rPr>
          <w:rStyle w:val="libAlaemChar"/>
        </w:rPr>
        <w:t>‘</w:t>
      </w:r>
      <w:r w:rsidRPr="007710BF">
        <w:rPr>
          <w:cs/>
          <w:lang w:bidi="bn-IN"/>
        </w:rPr>
        <w:t>মানবিক বেদনা</w:t>
      </w:r>
      <w:r w:rsidRPr="001933EC">
        <w:rPr>
          <w:rStyle w:val="libAlaemChar"/>
        </w:rPr>
        <w:t>’</w:t>
      </w:r>
      <w:r w:rsidRPr="007710BF">
        <w:rPr>
          <w:cs/>
          <w:lang w:bidi="hi-IN"/>
        </w:rPr>
        <w:t xml:space="preserve">। </w:t>
      </w:r>
      <w:r w:rsidRPr="007710BF">
        <w:rPr>
          <w:cs/>
          <w:lang w:bidi="bn-IN"/>
        </w:rPr>
        <w:t xml:space="preserve">এ </w:t>
      </w:r>
      <w:r w:rsidRPr="001933EC">
        <w:rPr>
          <w:rStyle w:val="libAlaemChar"/>
        </w:rPr>
        <w:t>‘</w:t>
      </w:r>
      <w:r w:rsidRPr="007710BF">
        <w:rPr>
          <w:cs/>
          <w:lang w:bidi="bn-IN"/>
        </w:rPr>
        <w:t>মানবিক বেদনা</w:t>
      </w:r>
      <w:r w:rsidRPr="001933EC">
        <w:rPr>
          <w:rStyle w:val="libAlaemChar"/>
        </w:rPr>
        <w:t>’</w:t>
      </w:r>
      <w:r w:rsidRPr="007710BF">
        <w:rPr>
          <w:cs/>
          <w:lang w:bidi="bn-IN"/>
        </w:rPr>
        <w:t>টি কি</w:t>
      </w:r>
      <w:r w:rsidRPr="007710BF">
        <w:t>?</w:t>
      </w:r>
    </w:p>
    <w:p w:rsidR="009E7BEE" w:rsidRDefault="007710BF" w:rsidP="009E7BEE">
      <w:pPr>
        <w:pStyle w:val="libNormal"/>
        <w:rPr>
          <w:lang w:bidi="bn-IN"/>
        </w:rPr>
      </w:pPr>
      <w:r w:rsidRPr="007710BF">
        <w:rPr>
          <w:cs/>
          <w:lang w:bidi="bn-IN"/>
        </w:rPr>
        <w:t>আমরা বলেছি কেউ কেউ এটাকে শুধু মূল থেকে বিচ্ছিন্নতা ও পৃথিবীর পরিবেশের সঙ্গে মানুষের</w:t>
      </w:r>
      <w:r w:rsidR="009E7BEE">
        <w:rPr>
          <w:lang w:bidi="bn-IN"/>
        </w:rPr>
        <w:t xml:space="preserve"> </w:t>
      </w:r>
      <w:r w:rsidRPr="007710BF">
        <w:rPr>
          <w:cs/>
          <w:lang w:bidi="bn-IN"/>
        </w:rPr>
        <w:t>পরিচয়হীনতা ও অসামঞ্জস্যতার বেদনা বলেছেন</w:t>
      </w:r>
      <w:r w:rsidRPr="007710BF">
        <w:rPr>
          <w:cs/>
          <w:lang w:bidi="hi-IN"/>
        </w:rPr>
        <w:t xml:space="preserve">। </w:t>
      </w:r>
      <w:r w:rsidRPr="007710BF">
        <w:rPr>
          <w:cs/>
          <w:lang w:bidi="bn-IN"/>
        </w:rPr>
        <w:t>কেননা মানুষ এমন এক অস্তিত্ব যাকে তার মূল</w:t>
      </w:r>
      <w:r w:rsidR="009E7BEE">
        <w:rPr>
          <w:lang w:bidi="bn-IN"/>
        </w:rPr>
        <w:t xml:space="preserve"> </w:t>
      </w:r>
      <w:r w:rsidRPr="007710BF">
        <w:rPr>
          <w:cs/>
          <w:lang w:bidi="bn-IN"/>
        </w:rPr>
        <w:t>থেকে বিচ্ছিন্ন করে দূরবর্তী স্থানে (অন্য এক পৃথিবীতে) দায়িত্ব পালনের জন্য পাঠানো হয়েছে। এই</w:t>
      </w:r>
      <w:r w:rsidR="009E7BEE">
        <w:rPr>
          <w:lang w:bidi="bn-IN"/>
        </w:rPr>
        <w:t xml:space="preserve"> </w:t>
      </w:r>
      <w:r w:rsidRPr="007710BF">
        <w:rPr>
          <w:cs/>
          <w:lang w:bidi="bn-IN"/>
        </w:rPr>
        <w:t xml:space="preserve">আসল থেকে দূরে থাকাই তার মধ্যে </w:t>
      </w:r>
      <w:r w:rsidR="005E5BE9">
        <w:rPr>
          <w:cs/>
          <w:lang w:bidi="bn-IN"/>
        </w:rPr>
        <w:t>প্রকৃত</w:t>
      </w:r>
      <w:r w:rsidRPr="007710BF">
        <w:rPr>
          <w:cs/>
          <w:lang w:bidi="bn-IN"/>
        </w:rPr>
        <w:t xml:space="preserve"> আবাসের প্রতি ভালবাসা</w:t>
      </w:r>
      <w:r w:rsidR="00895143">
        <w:t>,</w:t>
      </w:r>
      <w:r w:rsidRPr="007710BF">
        <w:rPr>
          <w:cs/>
          <w:lang w:bidi="bn-IN"/>
        </w:rPr>
        <w:t>টান</w:t>
      </w:r>
      <w:r w:rsidR="00895143">
        <w:t>,</w:t>
      </w:r>
      <w:r w:rsidR="009E7BEE">
        <w:rPr>
          <w:cs/>
          <w:lang w:bidi="bn-IN"/>
        </w:rPr>
        <w:t>আকুতি ও বিচ্ছিন্নতার</w:t>
      </w:r>
      <w:r w:rsidR="009E7BEE">
        <w:rPr>
          <w:lang w:bidi="bn-IN"/>
        </w:rPr>
        <w:t xml:space="preserve"> </w:t>
      </w:r>
      <w:r w:rsidR="004A744B">
        <w:rPr>
          <w:cs/>
          <w:lang w:bidi="bn-IN"/>
        </w:rPr>
        <w:t>অনুভূতি</w:t>
      </w:r>
      <w:r w:rsidRPr="007710BF">
        <w:rPr>
          <w:cs/>
          <w:lang w:bidi="bn-IN"/>
        </w:rPr>
        <w:t xml:space="preserve"> সৃষ্টি করেছে। প্রকৃত আবাসে ফিরে যাওয়ার আগ্রহ অর্থাৎ স্রষ্টার দিকে প্রত্যাবর্তনের </w:t>
      </w:r>
      <w:r w:rsidR="004A744B">
        <w:rPr>
          <w:cs/>
          <w:lang w:bidi="bn-IN"/>
        </w:rPr>
        <w:t>অনুভূতি</w:t>
      </w:r>
      <w:r w:rsidR="009E7BEE">
        <w:rPr>
          <w:lang w:bidi="bn-IN"/>
        </w:rPr>
        <w:t xml:space="preserve"> </w:t>
      </w:r>
      <w:r w:rsidRPr="007710BF">
        <w:rPr>
          <w:cs/>
          <w:lang w:bidi="bn-IN"/>
        </w:rPr>
        <w:t>জন্ম দিয়েছে। সে বেহেশত থেকে বিতাড়িত হয়ে এ ধুলার ধরণীতে এসেছে তাই আবার সেই</w:t>
      </w:r>
      <w:r w:rsidR="009E7BEE">
        <w:rPr>
          <w:lang w:bidi="bn-IN"/>
        </w:rPr>
        <w:t xml:space="preserve"> </w:t>
      </w:r>
      <w:r w:rsidRPr="007710BF">
        <w:rPr>
          <w:cs/>
          <w:lang w:bidi="bn-IN"/>
        </w:rPr>
        <w:t>প্রতি</w:t>
      </w:r>
      <w:r w:rsidR="009A597E">
        <w:rPr>
          <w:cs/>
          <w:lang w:bidi="bn-IN"/>
        </w:rPr>
        <w:t>শ্রু</w:t>
      </w:r>
      <w:r w:rsidRPr="007710BF">
        <w:rPr>
          <w:cs/>
          <w:lang w:bidi="bn-IN"/>
        </w:rPr>
        <w:t>ত বেহেশতে ফিরে যেতে চায়। অবশ্য তার এ আগমন ভুল করে নয়</w:t>
      </w:r>
      <w:r w:rsidR="00895143">
        <w:t>,</w:t>
      </w:r>
      <w:r w:rsidRPr="007710BF">
        <w:rPr>
          <w:cs/>
          <w:lang w:bidi="bn-IN"/>
        </w:rPr>
        <w:t>বরং দায়িত্ব পালনের</w:t>
      </w:r>
      <w:r w:rsidR="009E7BEE">
        <w:rPr>
          <w:lang w:bidi="bn-IN"/>
        </w:rPr>
        <w:t xml:space="preserve"> </w:t>
      </w:r>
      <w:r w:rsidRPr="007710BF">
        <w:rPr>
          <w:cs/>
          <w:lang w:bidi="bn-IN"/>
        </w:rPr>
        <w:t>জন্য ছিল। কিন্তু এ বিচ্ছিন্নতা তাকে সব সময় বেদনাক্লিষ্ট করেছে। এ মতবাদের মতে মানুষের বেদনা</w:t>
      </w:r>
      <w:r w:rsidR="009E7BEE">
        <w:rPr>
          <w:lang w:bidi="bn-IN"/>
        </w:rPr>
        <w:t xml:space="preserve"> </w:t>
      </w:r>
      <w:r w:rsidRPr="007710BF">
        <w:rPr>
          <w:cs/>
          <w:lang w:bidi="bn-IN"/>
        </w:rPr>
        <w:t xml:space="preserve">শুধু </w:t>
      </w:r>
      <w:r w:rsidR="00D009A1">
        <w:rPr>
          <w:cs/>
          <w:lang w:bidi="bn-IN"/>
        </w:rPr>
        <w:t>আল্লাহর</w:t>
      </w:r>
      <w:r w:rsidRPr="007710BF">
        <w:rPr>
          <w:rFonts w:hint="cs"/>
          <w:cs/>
          <w:lang w:bidi="bn-IN"/>
        </w:rPr>
        <w:t xml:space="preserve"> জন্য</w:t>
      </w:r>
      <w:r w:rsidR="00895143">
        <w:t>,</w:t>
      </w:r>
      <w:r w:rsidR="00FE6D44">
        <w:rPr>
          <w:cs/>
          <w:lang w:bidi="bn-IN"/>
        </w:rPr>
        <w:t>তার</w:t>
      </w:r>
      <w:r w:rsidRPr="007710BF">
        <w:rPr>
          <w:cs/>
          <w:lang w:bidi="bn-IN"/>
        </w:rPr>
        <w:t xml:space="preserve"> থেকে দূরে থাকার জন্য এবং সেই সত্যের নিকট (মহান রব্বুল আলামীনের২৪ নিকট) প্রত্যাবর্তন</w:t>
      </w:r>
      <w:r w:rsidR="009E7BEE">
        <w:rPr>
          <w:cs/>
          <w:lang w:bidi="bn-IN"/>
        </w:rPr>
        <w:t>ের আশা থেকে সৃষ্ট। মানুষ পূর্ণা</w:t>
      </w:r>
      <w:r w:rsidRPr="007710BF">
        <w:rPr>
          <w:cs/>
          <w:lang w:bidi="bn-IN"/>
        </w:rPr>
        <w:t xml:space="preserve">ঙ্গতার যে পর্যায়েই </w:t>
      </w:r>
      <w:r w:rsidR="00611BB9">
        <w:rPr>
          <w:cs/>
          <w:lang w:bidi="bn-IN"/>
        </w:rPr>
        <w:t>পৌ</w:t>
      </w:r>
      <w:r w:rsidRPr="007710BF">
        <w:rPr>
          <w:cs/>
          <w:lang w:bidi="bn-IN"/>
        </w:rPr>
        <w:t>ছে থাকুক না কেন তারপরও</w:t>
      </w:r>
      <w:r w:rsidR="009E7BEE">
        <w:rPr>
          <w:lang w:bidi="bn-IN"/>
        </w:rPr>
        <w:t xml:space="preserve"> </w:t>
      </w:r>
      <w:r w:rsidRPr="007710BF">
        <w:rPr>
          <w:cs/>
          <w:lang w:bidi="bn-IN"/>
        </w:rPr>
        <w:t>সে অনুভব করে সেই কা</w:t>
      </w:r>
      <w:r w:rsidR="00A947E0">
        <w:rPr>
          <w:cs/>
          <w:lang w:bidi="bn-IN"/>
        </w:rPr>
        <w:t>ঙ্ক্ষি</w:t>
      </w:r>
      <w:r w:rsidRPr="007710BF">
        <w:rPr>
          <w:cs/>
          <w:lang w:bidi="bn-IN"/>
        </w:rPr>
        <w:t xml:space="preserve">ত লক্ষ্যে </w:t>
      </w:r>
      <w:r w:rsidR="00611BB9">
        <w:rPr>
          <w:cs/>
          <w:lang w:bidi="bn-IN"/>
        </w:rPr>
        <w:t>পৌ</w:t>
      </w:r>
      <w:r w:rsidRPr="007710BF">
        <w:rPr>
          <w:cs/>
          <w:lang w:bidi="bn-IN"/>
        </w:rPr>
        <w:t>ছেনি।</w:t>
      </w:r>
      <w:r w:rsidR="009E7BEE">
        <w:rPr>
          <w:lang w:bidi="bn-IN"/>
        </w:rPr>
        <w:t xml:space="preserve"> </w:t>
      </w:r>
    </w:p>
    <w:p w:rsidR="009E7BEE" w:rsidRDefault="009E7BEE" w:rsidP="009E7BEE">
      <w:pPr>
        <w:pStyle w:val="libNormal"/>
        <w:rPr>
          <w:lang w:bidi="bn-IN"/>
        </w:rPr>
      </w:pPr>
    </w:p>
    <w:p w:rsidR="009E7BEE" w:rsidRDefault="007710BF" w:rsidP="009E7BEE">
      <w:pPr>
        <w:pStyle w:val="libBold1"/>
        <w:rPr>
          <w:lang w:bidi="bn-IN"/>
        </w:rPr>
      </w:pPr>
      <w:r w:rsidRPr="007710BF">
        <w:rPr>
          <w:cs/>
          <w:lang w:bidi="bn-IN"/>
        </w:rPr>
        <w:t>মানুষ সর্বোচ্চ পূর্ণতার প্রত্যার্শী</w:t>
      </w:r>
    </w:p>
    <w:p w:rsidR="009E7BEE" w:rsidRDefault="007710BF" w:rsidP="009E7BEE">
      <w:pPr>
        <w:pStyle w:val="libNormal"/>
        <w:rPr>
          <w:lang w:bidi="bn-IN"/>
        </w:rPr>
      </w:pPr>
      <w:r w:rsidRPr="007710BF">
        <w:rPr>
          <w:cs/>
          <w:lang w:bidi="bn-IN"/>
        </w:rPr>
        <w:t>একটি কথা প্রচলিত যে</w:t>
      </w:r>
      <w:r w:rsidR="00895143">
        <w:t>,</w:t>
      </w:r>
      <w:r w:rsidRPr="007710BF">
        <w:rPr>
          <w:cs/>
          <w:lang w:bidi="bn-IN"/>
        </w:rPr>
        <w:t>মানুষ সব সময় সে জিনিসই চায় যা তার নিকটে নেই। এটা খুবই</w:t>
      </w:r>
      <w:r w:rsidR="009E7BEE">
        <w:rPr>
          <w:lang w:bidi="bn-IN"/>
        </w:rPr>
        <w:t xml:space="preserve"> </w:t>
      </w:r>
      <w:r w:rsidRPr="007710BF">
        <w:rPr>
          <w:cs/>
          <w:lang w:bidi="bn-IN"/>
        </w:rPr>
        <w:t>আশ্চর্যের বিষয়। যা তার নেই তা পেতে চায়। কিন্তু যখন সে জিনিসটি পায় আস্তে আস্তে সেটার প্রতি</w:t>
      </w:r>
      <w:r w:rsidR="009E7BEE">
        <w:rPr>
          <w:lang w:bidi="bn-IN"/>
        </w:rPr>
        <w:t xml:space="preserve"> </w:t>
      </w:r>
      <w:r w:rsidRPr="007710BF">
        <w:rPr>
          <w:cs/>
          <w:lang w:bidi="bn-IN"/>
        </w:rPr>
        <w:t>আগ্রহ কমে যায়। এটা প্রকৃতিতে একটি অযৌক্তিক বিষয় যে</w:t>
      </w:r>
      <w:r w:rsidR="00895143">
        <w:t>,</w:t>
      </w:r>
      <w:r w:rsidRPr="007710BF">
        <w:rPr>
          <w:cs/>
          <w:lang w:bidi="bn-IN"/>
        </w:rPr>
        <w:t>কোন সৃষ্টিতে কিছুর প্রতি আকর্ষণ আছে</w:t>
      </w:r>
      <w:r w:rsidR="009E7BEE">
        <w:rPr>
          <w:lang w:bidi="bn-IN"/>
        </w:rPr>
        <w:t xml:space="preserve"> </w:t>
      </w:r>
      <w:r w:rsidRPr="007710BF">
        <w:rPr>
          <w:cs/>
          <w:lang w:bidi="bn-IN"/>
        </w:rPr>
        <w:t>কিন্তু যখন তা লাভ করে তখন নিজ থেকে সে বস্তুকে বিকর্ষণ করে।</w:t>
      </w:r>
    </w:p>
    <w:p w:rsidR="009E7BEE" w:rsidRDefault="007710BF" w:rsidP="009E7BEE">
      <w:pPr>
        <w:pStyle w:val="libNormal"/>
        <w:rPr>
          <w:rStyle w:val="libAlaemChar"/>
        </w:rPr>
      </w:pPr>
      <w:r w:rsidRPr="007710BF">
        <w:rPr>
          <w:cs/>
          <w:lang w:bidi="bn-IN"/>
        </w:rPr>
        <w:t>এক ব্যক্তি একটি ঘটনা বলেছিল। একটি বিদেশী জাদুঘরে ঘুরে ঘুরে দেখছিলাম। বিছানার উপরঘুমন্ত একজন খুব সুন্দর রমণীর একটি মূর্তি লক্ষ্য করলাম আর এক সুন্দর যুবকের মূর্তি যার এক পা</w:t>
      </w:r>
      <w:r w:rsidR="009E7BEE">
        <w:rPr>
          <w:lang w:bidi="bn-IN"/>
        </w:rPr>
        <w:t xml:space="preserve"> </w:t>
      </w:r>
      <w:r w:rsidRPr="007710BF">
        <w:rPr>
          <w:cs/>
          <w:lang w:bidi="bn-IN"/>
        </w:rPr>
        <w:t>ঐ বিছানার উপর আর অন্য পা মাটিতে রাখা। যুবকটি তার মুখ বিপরীত দিকে ফিরিয়ে রেখেছে</w:t>
      </w:r>
      <w:r w:rsidR="00895143">
        <w:t>,</w:t>
      </w:r>
      <w:r w:rsidRPr="007710BF">
        <w:rPr>
          <w:cs/>
          <w:lang w:bidi="bn-IN"/>
        </w:rPr>
        <w:t>দেখে</w:t>
      </w:r>
      <w:r w:rsidR="009E7BEE">
        <w:rPr>
          <w:lang w:bidi="bn-IN"/>
        </w:rPr>
        <w:t xml:space="preserve"> </w:t>
      </w:r>
      <w:r w:rsidRPr="007710BF">
        <w:rPr>
          <w:cs/>
          <w:lang w:bidi="bn-IN"/>
        </w:rPr>
        <w:t>মনে হচ্ছে যেন সে পালিয়ে যাচ্ছে। এটা দেখার পর এর অর্থ আমি বুঝতে পারলাম না যে</w:t>
      </w:r>
      <w:r w:rsidR="00895143">
        <w:t>,</w:t>
      </w:r>
      <w:r w:rsidRPr="007710BF">
        <w:rPr>
          <w:cs/>
          <w:lang w:bidi="bn-IN"/>
        </w:rPr>
        <w:t>কেন</w:t>
      </w:r>
      <w:r w:rsidR="009E7BEE">
        <w:rPr>
          <w:lang w:bidi="bn-IN"/>
        </w:rPr>
        <w:t xml:space="preserve"> </w:t>
      </w:r>
      <w:r w:rsidRPr="007710BF">
        <w:rPr>
          <w:cs/>
          <w:lang w:bidi="bn-IN"/>
        </w:rPr>
        <w:t>ভাস্কর এ নারী ও পুরুষের মূর্তিতে একে অপরের প্রতি আসক্ত না দেখিয়ে বরং পুরুষ মূর্তিটিকে নারীর</w:t>
      </w:r>
      <w:r w:rsidR="009E7BEE">
        <w:rPr>
          <w:lang w:bidi="bn-IN"/>
        </w:rPr>
        <w:t xml:space="preserve"> </w:t>
      </w:r>
      <w:r w:rsidRPr="007710BF">
        <w:rPr>
          <w:cs/>
          <w:lang w:bidi="bn-IN"/>
        </w:rPr>
        <w:t xml:space="preserve">প্রতি অনাসক্ত দেখিয়েছেন। যিনি এই ভাস্কর্যগুলো ব্যাখ্যা করছিলেন </w:t>
      </w:r>
      <w:r w:rsidR="000459F1">
        <w:rPr>
          <w:cs/>
          <w:lang w:bidi="bn-IN"/>
        </w:rPr>
        <w:t>তাকে</w:t>
      </w:r>
      <w:r w:rsidRPr="007710BF">
        <w:rPr>
          <w:cs/>
          <w:lang w:bidi="bn-IN"/>
        </w:rPr>
        <w:t xml:space="preserve"> জিজ্ঞেস করায় তিনি</w:t>
      </w:r>
      <w:r w:rsidR="009E7BEE">
        <w:rPr>
          <w:lang w:bidi="bn-IN"/>
        </w:rPr>
        <w:t xml:space="preserve"> </w:t>
      </w:r>
      <w:r w:rsidRPr="007710BF">
        <w:rPr>
          <w:cs/>
          <w:lang w:bidi="bn-IN"/>
        </w:rPr>
        <w:t>বললেন</w:t>
      </w:r>
      <w:r w:rsidR="00895143">
        <w:t>,</w:t>
      </w:r>
      <w:r w:rsidRPr="001933EC">
        <w:rPr>
          <w:rStyle w:val="libAlaemChar"/>
        </w:rPr>
        <w:t>“</w:t>
      </w:r>
      <w:r w:rsidRPr="007710BF">
        <w:rPr>
          <w:cs/>
          <w:lang w:bidi="bn-IN"/>
        </w:rPr>
        <w:t xml:space="preserve">এ যুগল মূর্তি </w:t>
      </w:r>
      <w:r w:rsidR="009E7BEE">
        <w:rPr>
          <w:cs/>
          <w:lang w:bidi="bn-IN"/>
        </w:rPr>
        <w:t>প্লোটো</w:t>
      </w:r>
      <w:r w:rsidRPr="007710BF">
        <w:rPr>
          <w:rFonts w:hint="cs"/>
          <w:cs/>
          <w:lang w:bidi="bn-IN"/>
        </w:rPr>
        <w:t>র প্রসিদ্ধ একটি চিন্তা থেকে নেয়া হয়েছে</w:t>
      </w:r>
      <w:r w:rsidR="003936CB">
        <w:t>-</w:t>
      </w:r>
      <w:r w:rsidRPr="007710BF">
        <w:t xml:space="preserve"> </w:t>
      </w:r>
      <w:r w:rsidRPr="007710BF">
        <w:rPr>
          <w:cs/>
          <w:lang w:bidi="bn-IN"/>
        </w:rPr>
        <w:t>মানুষ যে প্রেমিকার প্রতি</w:t>
      </w:r>
      <w:r w:rsidR="009E7BEE">
        <w:rPr>
          <w:lang w:bidi="bn-IN"/>
        </w:rPr>
        <w:t xml:space="preserve"> </w:t>
      </w:r>
      <w:r w:rsidRPr="007710BF">
        <w:rPr>
          <w:cs/>
          <w:lang w:bidi="bn-IN"/>
        </w:rPr>
        <w:t>আসক্ত থাকে প্রথম</w:t>
      </w:r>
      <w:r w:rsidR="009E7BEE">
        <w:rPr>
          <w:lang w:bidi="bn-IN"/>
        </w:rPr>
        <w:t xml:space="preserve"> </w:t>
      </w:r>
      <w:r w:rsidRPr="007710BF">
        <w:rPr>
          <w:cs/>
          <w:lang w:bidi="bn-IN"/>
        </w:rPr>
        <w:t>দিকে তার প্রতি প্রচণ্ড আসক্তি ও আকর্ষণ সহকারে ধাবিত হয়</w:t>
      </w:r>
      <w:r w:rsidR="00895143">
        <w:t>,</w:t>
      </w:r>
      <w:r w:rsidRPr="007710BF">
        <w:rPr>
          <w:cs/>
          <w:lang w:bidi="bn-IN"/>
        </w:rPr>
        <w:t>কিন্তু যখনই সেটাকে</w:t>
      </w:r>
      <w:r w:rsidR="009E7BEE">
        <w:rPr>
          <w:lang w:bidi="bn-IN"/>
        </w:rPr>
        <w:t xml:space="preserve"> </w:t>
      </w:r>
      <w:r w:rsidRPr="007710BF">
        <w:rPr>
          <w:cs/>
          <w:lang w:bidi="bn-IN"/>
        </w:rPr>
        <w:t xml:space="preserve">লাভ করে তখনই এ আকর্ষণ ও আসক্তির </w:t>
      </w:r>
      <w:r w:rsidR="009E7BEE">
        <w:rPr>
          <w:cs/>
          <w:lang w:bidi="bn-IN"/>
        </w:rPr>
        <w:t>মৃত্যু</w:t>
      </w:r>
      <w:r w:rsidRPr="007710BF">
        <w:rPr>
          <w:cs/>
          <w:lang w:bidi="bn-IN"/>
        </w:rPr>
        <w:t xml:space="preserve"> ঘটে। তখন ত</w:t>
      </w:r>
      <w:r w:rsidR="009E7BEE">
        <w:rPr>
          <w:cs/>
          <w:lang w:bidi="bn-IN"/>
        </w:rPr>
        <w:t>ার প্রতি অনাসক্তি দেখা দেয় ও তা</w:t>
      </w:r>
      <w:r w:rsidR="009E7BEE">
        <w:rPr>
          <w:lang w:bidi="bn-IN"/>
        </w:rPr>
        <w:t xml:space="preserve"> </w:t>
      </w:r>
      <w:r w:rsidRPr="007710BF">
        <w:rPr>
          <w:cs/>
          <w:lang w:bidi="bn-IN"/>
        </w:rPr>
        <w:t>থেকে পালিয়ে যেতে চায়।</w:t>
      </w:r>
      <w:r w:rsidRPr="001933EC">
        <w:rPr>
          <w:rStyle w:val="libAlaemChar"/>
        </w:rPr>
        <w:t>”</w:t>
      </w:r>
    </w:p>
    <w:p w:rsidR="00250C43" w:rsidRDefault="007710BF" w:rsidP="009E7BEE">
      <w:pPr>
        <w:pStyle w:val="libNormal"/>
        <w:rPr>
          <w:lang w:bidi="bn-IN"/>
        </w:rPr>
      </w:pPr>
      <w:r w:rsidRPr="007710BF">
        <w:rPr>
          <w:cs/>
          <w:lang w:bidi="bn-IN"/>
        </w:rPr>
        <w:t>কেন এ রকম হয়</w:t>
      </w:r>
      <w:r w:rsidRPr="007710BF">
        <w:t xml:space="preserve">? </w:t>
      </w:r>
      <w:r w:rsidRPr="007710BF">
        <w:rPr>
          <w:cs/>
          <w:lang w:bidi="bn-IN"/>
        </w:rPr>
        <w:t>দৃশ্যত এ বিষয়টি অস্বাভাবিক ও অযৌক্তিক মনে হয়। কিন্তু যারা এ বিষয়ে</w:t>
      </w:r>
      <w:r w:rsidR="009E7BEE">
        <w:rPr>
          <w:lang w:bidi="bn-IN"/>
        </w:rPr>
        <w:t xml:space="preserve"> </w:t>
      </w:r>
      <w:r w:rsidRPr="007710BF">
        <w:rPr>
          <w:cs/>
          <w:lang w:bidi="bn-IN"/>
        </w:rPr>
        <w:t>গভীরভাবে চিন্তা করেছেন</w:t>
      </w:r>
      <w:r w:rsidR="00895143">
        <w:t>,</w:t>
      </w:r>
      <w:r w:rsidRPr="007710BF">
        <w:rPr>
          <w:cs/>
          <w:lang w:bidi="bn-IN"/>
        </w:rPr>
        <w:t xml:space="preserve">এ বিষয়টির সমাধান পেয়েছেন। </w:t>
      </w:r>
      <w:r w:rsidR="00FE6D44">
        <w:rPr>
          <w:cs/>
          <w:lang w:bidi="bn-IN"/>
        </w:rPr>
        <w:t>তারা</w:t>
      </w:r>
      <w:r w:rsidRPr="007710BF">
        <w:rPr>
          <w:cs/>
          <w:lang w:bidi="bn-IN"/>
        </w:rPr>
        <w:t xml:space="preserve"> বলেছেন</w:t>
      </w:r>
      <w:r w:rsidR="00895143">
        <w:t>,</w:t>
      </w:r>
      <w:r w:rsidRPr="007710BF">
        <w:rPr>
          <w:cs/>
          <w:lang w:bidi="bn-IN"/>
        </w:rPr>
        <w:t>মানুষ এমন এক অস্তিত্ব</w:t>
      </w:r>
      <w:r w:rsidR="009E7BEE">
        <w:rPr>
          <w:lang w:bidi="bn-IN"/>
        </w:rPr>
        <w:t xml:space="preserve"> </w:t>
      </w:r>
      <w:r w:rsidRPr="007710BF">
        <w:rPr>
          <w:cs/>
          <w:lang w:bidi="bn-IN"/>
        </w:rPr>
        <w:t>যা সীমিত কোন বস্তুর প্রেমিক হতে পারে না</w:t>
      </w:r>
      <w:r w:rsidRPr="007710BF">
        <w:rPr>
          <w:cs/>
          <w:lang w:bidi="hi-IN"/>
        </w:rPr>
        <w:t xml:space="preserve">। </w:t>
      </w:r>
      <w:r w:rsidRPr="007710BF">
        <w:rPr>
          <w:cs/>
          <w:lang w:bidi="bn-IN"/>
        </w:rPr>
        <w:t>সে অস্থায়ী বস্তুর প্রেমিক হতে চায় না। যে বস্তু স্থান ও</w:t>
      </w:r>
      <w:r w:rsidR="009E7BEE">
        <w:rPr>
          <w:lang w:bidi="bn-IN"/>
        </w:rPr>
        <w:t xml:space="preserve"> </w:t>
      </w:r>
      <w:r w:rsidRPr="007710BF">
        <w:rPr>
          <w:cs/>
          <w:lang w:bidi="bn-IN"/>
        </w:rPr>
        <w:t>কালের পরিসীমায় সীমাবদ্ধ তা তার প্রকৃত আকা</w:t>
      </w:r>
      <w:r w:rsidR="00A947E0">
        <w:rPr>
          <w:cs/>
          <w:lang w:bidi="bn-IN"/>
        </w:rPr>
        <w:t>ঙ্ক্ষি</w:t>
      </w:r>
      <w:r w:rsidRPr="007710BF">
        <w:rPr>
          <w:cs/>
          <w:lang w:bidi="bn-IN"/>
        </w:rPr>
        <w:t xml:space="preserve">ত বস্তু নয়। মানুষ অপরিসীম </w:t>
      </w:r>
      <w:r w:rsidR="009E6EF8">
        <w:rPr>
          <w:cs/>
          <w:lang w:bidi="bn-IN"/>
        </w:rPr>
        <w:t>পূর্ণ</w:t>
      </w:r>
      <w:r w:rsidR="00250C43">
        <w:rPr>
          <w:cs/>
          <w:lang w:bidi="bn-IN"/>
        </w:rPr>
        <w:t>ত্বের প্রেমিকর</w:t>
      </w:r>
      <w:r w:rsidR="00895143">
        <w:t>,</w:t>
      </w:r>
      <w:r w:rsidRPr="007710BF">
        <w:rPr>
          <w:cs/>
          <w:lang w:bidi="bn-IN"/>
        </w:rPr>
        <w:t>অন্য কিছুর নয়। সে অসীম সত্তা মহাসত্য খোদার প্রেমিক। যে ব্যক্তি আ</w:t>
      </w:r>
      <w:r w:rsidR="006B46F0">
        <w:rPr>
          <w:cs/>
          <w:lang w:bidi="bn-IN"/>
        </w:rPr>
        <w:t>ল্লা</w:t>
      </w:r>
      <w:r w:rsidR="006546E2">
        <w:rPr>
          <w:rFonts w:hint="cs"/>
          <w:cs/>
          <w:lang w:bidi="bn-IN"/>
        </w:rPr>
        <w:t>হকে</w:t>
      </w:r>
      <w:r w:rsidRPr="007710BF">
        <w:rPr>
          <w:rFonts w:hint="cs"/>
          <w:cs/>
          <w:lang w:bidi="bn-IN"/>
        </w:rPr>
        <w:t xml:space="preserve"> অস্বীকার করে</w:t>
      </w:r>
      <w:r w:rsidR="00895143">
        <w:t>,</w:t>
      </w:r>
      <w:r w:rsidR="000459F1">
        <w:rPr>
          <w:cs/>
          <w:lang w:bidi="bn-IN"/>
        </w:rPr>
        <w:t>তাকে</w:t>
      </w:r>
      <w:r w:rsidR="00250C43">
        <w:rPr>
          <w:lang w:bidi="bn-IN"/>
        </w:rPr>
        <w:t xml:space="preserve"> </w:t>
      </w:r>
      <w:r w:rsidRPr="007710BF">
        <w:rPr>
          <w:cs/>
          <w:lang w:bidi="bn-IN"/>
        </w:rPr>
        <w:t>গালি দেয় সে নিজেও জানে না তার সত্তার গভীরে সে ঐ অপরিসীম পূর্ণ সত্তার প্রেমিক</w:t>
      </w:r>
      <w:r w:rsidRPr="007710BF">
        <w:t xml:space="preserve">; </w:t>
      </w:r>
      <w:r w:rsidRPr="007710BF">
        <w:rPr>
          <w:cs/>
          <w:lang w:bidi="bn-IN"/>
        </w:rPr>
        <w:t>কিন্তু সে পথহারিয়ে ফেলেছে</w:t>
      </w:r>
      <w:r w:rsidR="00895143">
        <w:t>,</w:t>
      </w:r>
      <w:r w:rsidRPr="007710BF">
        <w:rPr>
          <w:cs/>
          <w:lang w:bidi="bn-IN"/>
        </w:rPr>
        <w:t>প্রেমিককে ভুলে গেছে।</w:t>
      </w:r>
    </w:p>
    <w:p w:rsidR="00250C43" w:rsidRDefault="007710BF" w:rsidP="009E7BEE">
      <w:pPr>
        <w:pStyle w:val="libNormal"/>
      </w:pPr>
      <w:r w:rsidRPr="007710BF">
        <w:rPr>
          <w:cs/>
          <w:lang w:bidi="bn-IN"/>
        </w:rPr>
        <w:t>মহিউদ্দীন আরাবী বলেন</w:t>
      </w:r>
      <w:r w:rsidR="00895143">
        <w:t>,</w:t>
      </w:r>
    </w:p>
    <w:p w:rsidR="00250C43" w:rsidRDefault="00250C43" w:rsidP="00250C43">
      <w:pPr>
        <w:pStyle w:val="libArCenter"/>
        <w:rPr>
          <w:rtl/>
          <w:lang w:bidi="fa-IR"/>
        </w:rPr>
      </w:pPr>
      <w:r>
        <w:rPr>
          <w:rFonts w:hint="cs"/>
          <w:rtl/>
          <w:lang w:bidi="fa-IR"/>
        </w:rPr>
        <w:t>ما</w:t>
      </w:r>
      <w:r>
        <w:rPr>
          <w:rFonts w:hint="cs"/>
          <w:rtl/>
          <w:lang w:bidi="ar-SA"/>
        </w:rPr>
        <w:t xml:space="preserve"> </w:t>
      </w:r>
      <w:r>
        <w:rPr>
          <w:rFonts w:hint="cs"/>
          <w:rtl/>
          <w:lang w:bidi="fa-IR"/>
        </w:rPr>
        <w:t>أحبّ</w:t>
      </w:r>
      <w:r>
        <w:rPr>
          <w:rFonts w:hint="cs"/>
          <w:rtl/>
          <w:lang w:bidi="ar-SA"/>
        </w:rPr>
        <w:t xml:space="preserve"> </w:t>
      </w:r>
      <w:r>
        <w:rPr>
          <w:rFonts w:hint="cs"/>
          <w:rtl/>
          <w:lang w:bidi="fa-IR"/>
        </w:rPr>
        <w:t>أحد</w:t>
      </w:r>
      <w:r>
        <w:rPr>
          <w:rFonts w:hint="cs"/>
          <w:rtl/>
          <w:lang w:bidi="ar-SA"/>
        </w:rPr>
        <w:t xml:space="preserve"> </w:t>
      </w:r>
      <w:r>
        <w:rPr>
          <w:rFonts w:hint="cs"/>
          <w:rtl/>
          <w:lang w:bidi="fa-IR"/>
        </w:rPr>
        <w:t>غیر</w:t>
      </w:r>
      <w:r>
        <w:rPr>
          <w:rFonts w:hint="cs"/>
          <w:rtl/>
          <w:lang w:bidi="ar-SA"/>
        </w:rPr>
        <w:t xml:space="preserve"> </w:t>
      </w:r>
      <w:r>
        <w:rPr>
          <w:rFonts w:hint="cs"/>
          <w:rtl/>
          <w:lang w:bidi="fa-IR"/>
        </w:rPr>
        <w:t>خالقه</w:t>
      </w:r>
    </w:p>
    <w:p w:rsidR="00250C43" w:rsidRPr="00250C43" w:rsidRDefault="00250C43" w:rsidP="00250C43">
      <w:pPr>
        <w:pStyle w:val="libArCenter"/>
        <w:rPr>
          <w:lang w:bidi="fa-IR"/>
        </w:rPr>
      </w:pPr>
    </w:p>
    <w:p w:rsidR="00250C43" w:rsidRDefault="007710BF" w:rsidP="00250C43">
      <w:pPr>
        <w:pStyle w:val="libCenter"/>
        <w:rPr>
          <w:rStyle w:val="libAlaemChar"/>
          <w:rtl/>
        </w:rPr>
      </w:pPr>
      <w:r w:rsidRPr="001933EC">
        <w:rPr>
          <w:rStyle w:val="libAlaemChar"/>
        </w:rPr>
        <w:t>“</w:t>
      </w:r>
      <w:r w:rsidRPr="007710BF">
        <w:rPr>
          <w:cs/>
          <w:lang w:bidi="bn-IN"/>
        </w:rPr>
        <w:t>কোন মানুষই স্রষ্টা (আ</w:t>
      </w:r>
      <w:r w:rsidR="006B46F0">
        <w:rPr>
          <w:cs/>
          <w:lang w:bidi="bn-IN"/>
        </w:rPr>
        <w:t>ল্লা</w:t>
      </w:r>
      <w:r w:rsidRPr="007710BF">
        <w:rPr>
          <w:rFonts w:hint="cs"/>
          <w:cs/>
          <w:lang w:bidi="bn-IN"/>
        </w:rPr>
        <w:t>হ্) ব্যতীত অন্য কাউকে ভালবাসেনি।</w:t>
      </w:r>
      <w:r w:rsidRPr="001933EC">
        <w:rPr>
          <w:rStyle w:val="libAlaemChar"/>
        </w:rPr>
        <w:t>”</w:t>
      </w:r>
    </w:p>
    <w:p w:rsidR="00250C43" w:rsidRDefault="007710BF" w:rsidP="009E7BEE">
      <w:pPr>
        <w:pStyle w:val="libNormal"/>
        <w:rPr>
          <w:lang w:bidi="bn-IN"/>
        </w:rPr>
      </w:pPr>
      <w:r w:rsidRPr="007710BF">
        <w:rPr>
          <w:cs/>
          <w:lang w:bidi="bn-IN"/>
        </w:rPr>
        <w:t>এখন পর্যন্ত পৃথিবীতে কোন ব্যক্তিকে পাওয়া যায়নি যে আ</w:t>
      </w:r>
      <w:r w:rsidR="006B46F0">
        <w:rPr>
          <w:cs/>
          <w:lang w:bidi="bn-IN"/>
        </w:rPr>
        <w:t>ল্লা</w:t>
      </w:r>
      <w:r w:rsidRPr="007710BF">
        <w:rPr>
          <w:rFonts w:hint="cs"/>
          <w:cs/>
          <w:lang w:bidi="bn-IN"/>
        </w:rPr>
        <w:t>হ্ ব্যতীত অন্য কিছুকে ভালবেসেছে।.</w:t>
      </w:r>
    </w:p>
    <w:p w:rsidR="00250C43" w:rsidRDefault="00250C43" w:rsidP="00250C43">
      <w:pPr>
        <w:pStyle w:val="libArCenter"/>
        <w:rPr>
          <w:rtl/>
          <w:cs/>
        </w:rPr>
      </w:pPr>
      <w:r>
        <w:rPr>
          <w:rFonts w:hint="cs"/>
          <w:rtl/>
          <w:lang w:bidi="ar-SA"/>
        </w:rPr>
        <w:t>و لکنّه تعالی احتجب تحت اسم زینب و سعاد و غیر ذلک</w:t>
      </w:r>
    </w:p>
    <w:p w:rsidR="00250C43" w:rsidRPr="00250C43" w:rsidRDefault="00250C43" w:rsidP="009848A8">
      <w:pPr>
        <w:pStyle w:val="libNormal"/>
        <w:rPr>
          <w:lang w:bidi="fa-IR"/>
        </w:rPr>
      </w:pPr>
    </w:p>
    <w:p w:rsidR="00250C43" w:rsidRDefault="007710BF" w:rsidP="009E7BEE">
      <w:pPr>
        <w:pStyle w:val="libNormal"/>
        <w:rPr>
          <w:rStyle w:val="libAlaemChar"/>
        </w:rPr>
      </w:pPr>
      <w:r w:rsidRPr="001933EC">
        <w:rPr>
          <w:rStyle w:val="libAlaemChar"/>
        </w:rPr>
        <w:t>“</w:t>
      </w:r>
      <w:r w:rsidRPr="007710BF">
        <w:rPr>
          <w:cs/>
          <w:lang w:bidi="bn-IN"/>
        </w:rPr>
        <w:t>কিন্তু আ</w:t>
      </w:r>
      <w:r w:rsidR="006B46F0">
        <w:rPr>
          <w:cs/>
          <w:lang w:bidi="bn-IN"/>
        </w:rPr>
        <w:t>ল্লা</w:t>
      </w:r>
      <w:r w:rsidRPr="007710BF">
        <w:rPr>
          <w:rFonts w:hint="cs"/>
          <w:cs/>
          <w:lang w:bidi="bn-IN"/>
        </w:rPr>
        <w:t>হ্ তাবারাক ওয়া তায়ালা যয়নাব</w:t>
      </w:r>
      <w:r w:rsidR="00895143">
        <w:t>,</w:t>
      </w:r>
      <w:r w:rsidRPr="007710BF">
        <w:rPr>
          <w:cs/>
          <w:lang w:bidi="bn-IN"/>
        </w:rPr>
        <w:t>সোয়াদ বিভিন্ন নামের মধ্যে নিজেকে লুকিয়ে</w:t>
      </w:r>
      <w:r w:rsidR="00250C43">
        <w:rPr>
          <w:lang w:bidi="bn-IN"/>
        </w:rPr>
        <w:t xml:space="preserve"> </w:t>
      </w:r>
      <w:r w:rsidRPr="007710BF">
        <w:rPr>
          <w:cs/>
          <w:lang w:bidi="bn-IN"/>
        </w:rPr>
        <w:t>রেখেছেন।</w:t>
      </w:r>
      <w:r w:rsidRPr="001933EC">
        <w:rPr>
          <w:rStyle w:val="libAlaemChar"/>
        </w:rPr>
        <w:t>”</w:t>
      </w:r>
    </w:p>
    <w:p w:rsidR="00250C43" w:rsidRDefault="007710BF" w:rsidP="009E7BEE">
      <w:pPr>
        <w:pStyle w:val="libNormal"/>
        <w:rPr>
          <w:lang w:bidi="bn-IN"/>
        </w:rPr>
      </w:pPr>
      <w:r w:rsidRPr="007710BF">
        <w:rPr>
          <w:cs/>
          <w:lang w:bidi="bn-IN"/>
        </w:rPr>
        <w:t>মজনু ভাবে</w:t>
      </w:r>
      <w:r w:rsidR="00895143">
        <w:t>,</w:t>
      </w:r>
      <w:r w:rsidRPr="007710BF">
        <w:rPr>
          <w:cs/>
          <w:lang w:bidi="bn-IN"/>
        </w:rPr>
        <w:t>সে লাইলীর প্রেমিক</w:t>
      </w:r>
      <w:r w:rsidR="00895143">
        <w:t>,</w:t>
      </w:r>
      <w:r w:rsidRPr="007710BF">
        <w:rPr>
          <w:cs/>
          <w:lang w:bidi="bn-IN"/>
        </w:rPr>
        <w:t xml:space="preserve">কিন্তু সে নিজের সত্তার </w:t>
      </w:r>
      <w:r w:rsidR="000C4B23">
        <w:rPr>
          <w:cs/>
          <w:lang w:bidi="bn-IN"/>
        </w:rPr>
        <w:t>সম্পর্কে</w:t>
      </w:r>
      <w:r w:rsidRPr="007710BF">
        <w:rPr>
          <w:cs/>
          <w:lang w:bidi="bn-IN"/>
        </w:rPr>
        <w:t xml:space="preserve"> বেখবর। এ জন্যই মহিউদ্দীন</w:t>
      </w:r>
      <w:r w:rsidR="00250C43">
        <w:rPr>
          <w:lang w:bidi="bn-IN"/>
        </w:rPr>
        <w:t xml:space="preserve"> </w:t>
      </w:r>
      <w:r w:rsidRPr="007710BF">
        <w:rPr>
          <w:cs/>
          <w:lang w:bidi="bn-IN"/>
        </w:rPr>
        <w:t>আরাবী বলেন</w:t>
      </w:r>
      <w:r w:rsidR="00895143">
        <w:t>,</w:t>
      </w:r>
      <w:r w:rsidRPr="007710BF">
        <w:rPr>
          <w:cs/>
          <w:lang w:bidi="bn-IN"/>
        </w:rPr>
        <w:t>নবিগণ এ জন্য আসেননি যে</w:t>
      </w:r>
      <w:r w:rsidR="00895143">
        <w:t>,</w:t>
      </w:r>
      <w:r w:rsidRPr="007710BF">
        <w:rPr>
          <w:cs/>
          <w:lang w:bidi="bn-IN"/>
        </w:rPr>
        <w:t xml:space="preserve">মানুষকে </w:t>
      </w:r>
      <w:r w:rsidR="00D009A1">
        <w:rPr>
          <w:cs/>
          <w:lang w:bidi="bn-IN"/>
        </w:rPr>
        <w:t>আল্লাহর</w:t>
      </w:r>
      <w:r w:rsidRPr="007710BF">
        <w:rPr>
          <w:rFonts w:hint="cs"/>
          <w:cs/>
          <w:lang w:bidi="bn-IN"/>
        </w:rPr>
        <w:t xml:space="preserve"> ভালবাসা ও ইবাদত শিক্ষা দেবেন(যেহেতু এগুলো মানুষের ফেতরাতের অন্তর্ভুক্ত)</w:t>
      </w:r>
      <w:r w:rsidR="00895143">
        <w:t>,</w:t>
      </w:r>
      <w:r w:rsidRPr="007710BF">
        <w:rPr>
          <w:cs/>
          <w:lang w:bidi="bn-IN"/>
        </w:rPr>
        <w:t xml:space="preserve">বরং </w:t>
      </w:r>
      <w:r w:rsidR="00FE6D44">
        <w:rPr>
          <w:cs/>
          <w:lang w:bidi="bn-IN"/>
        </w:rPr>
        <w:t>তারা</w:t>
      </w:r>
      <w:r w:rsidRPr="007710BF">
        <w:rPr>
          <w:cs/>
          <w:lang w:bidi="bn-IN"/>
        </w:rPr>
        <w:t xml:space="preserve"> এসেছেন এজন্য যে</w:t>
      </w:r>
      <w:r w:rsidR="00895143">
        <w:t>,</w:t>
      </w:r>
      <w:r w:rsidR="00FE6D44">
        <w:rPr>
          <w:cs/>
          <w:lang w:bidi="bn-IN"/>
        </w:rPr>
        <w:t>তারা</w:t>
      </w:r>
      <w:r w:rsidRPr="007710BF">
        <w:rPr>
          <w:cs/>
          <w:lang w:bidi="bn-IN"/>
        </w:rPr>
        <w:t xml:space="preserve"> মানুষকে বক্র ও</w:t>
      </w:r>
      <w:r w:rsidR="00250C43">
        <w:rPr>
          <w:lang w:bidi="bn-IN"/>
        </w:rPr>
        <w:t xml:space="preserve"> </w:t>
      </w:r>
      <w:r w:rsidRPr="007710BF">
        <w:rPr>
          <w:cs/>
          <w:lang w:bidi="bn-IN"/>
        </w:rPr>
        <w:t xml:space="preserve">সরল পথ চিনিয়ে দেবেন। </w:t>
      </w:r>
      <w:r w:rsidR="00FE6D44">
        <w:rPr>
          <w:cs/>
          <w:lang w:bidi="bn-IN"/>
        </w:rPr>
        <w:t>তারা</w:t>
      </w:r>
      <w:r w:rsidRPr="007710BF">
        <w:rPr>
          <w:cs/>
          <w:lang w:bidi="bn-IN"/>
        </w:rPr>
        <w:t xml:space="preserve"> বলতে এসেছেন</w:t>
      </w:r>
      <w:r w:rsidR="00895143">
        <w:t>,</w:t>
      </w:r>
      <w:r w:rsidRPr="001933EC">
        <w:rPr>
          <w:rStyle w:val="libAlaemChar"/>
        </w:rPr>
        <w:t>“</w:t>
      </w:r>
      <w:r w:rsidRPr="007710BF">
        <w:rPr>
          <w:cs/>
          <w:lang w:bidi="bn-IN"/>
        </w:rPr>
        <w:t xml:space="preserve">হে মানব! তোমরা সীমাহীন </w:t>
      </w:r>
      <w:r w:rsidR="009E6EF8">
        <w:rPr>
          <w:cs/>
          <w:lang w:bidi="bn-IN"/>
        </w:rPr>
        <w:t>পূর্ণ</w:t>
      </w:r>
      <w:r w:rsidR="00250C43">
        <w:rPr>
          <w:cs/>
          <w:lang w:bidi="bn-IN"/>
        </w:rPr>
        <w:t>ত্বের প্রত্যাশী</w:t>
      </w:r>
      <w:r w:rsidR="00895143">
        <w:t>,</w:t>
      </w:r>
      <w:r w:rsidRPr="007710BF">
        <w:rPr>
          <w:cs/>
          <w:lang w:bidi="bn-IN"/>
        </w:rPr>
        <w:t xml:space="preserve">কিন্তু তোমরা মনে কর অর্থ বা পদমর্যাদা বা কোন নারী সেই </w:t>
      </w:r>
      <w:r w:rsidR="009E6EF8">
        <w:rPr>
          <w:cs/>
          <w:lang w:bidi="bn-IN"/>
        </w:rPr>
        <w:t>পূর্ণ</w:t>
      </w:r>
      <w:r w:rsidRPr="007710BF">
        <w:rPr>
          <w:cs/>
          <w:lang w:bidi="bn-IN"/>
        </w:rPr>
        <w:t>ত্</w:t>
      </w:r>
      <w:r w:rsidR="00250C43">
        <w:rPr>
          <w:cs/>
          <w:lang w:bidi="bn-IN"/>
        </w:rPr>
        <w:t>ব। তোমরা ঐ অপরিসীম পূর্ণ সত্তা</w:t>
      </w:r>
      <w:r w:rsidR="00250C43">
        <w:rPr>
          <w:lang w:bidi="bn-IN"/>
        </w:rPr>
        <w:t xml:space="preserve"> </w:t>
      </w:r>
      <w:r w:rsidRPr="007710BF">
        <w:rPr>
          <w:cs/>
          <w:lang w:bidi="bn-IN"/>
        </w:rPr>
        <w:t>ছাড়া অন্য কিছুই চাও না কিন্তু ভুল করে অন্য কিছুর পেছনে ছুটছো।</w:t>
      </w:r>
      <w:r w:rsidRPr="001933EC">
        <w:rPr>
          <w:rStyle w:val="libAlaemChar"/>
        </w:rPr>
        <w:t>”</w:t>
      </w:r>
      <w:r w:rsidRPr="007710BF">
        <w:t xml:space="preserve"> </w:t>
      </w:r>
      <w:r w:rsidRPr="007710BF">
        <w:rPr>
          <w:cs/>
          <w:lang w:bidi="bn-IN"/>
        </w:rPr>
        <w:t>রাসূলগণ এসেছেন মানুষকে এ</w:t>
      </w:r>
      <w:r w:rsidR="00250C43">
        <w:rPr>
          <w:lang w:bidi="bn-IN"/>
        </w:rPr>
        <w:t xml:space="preserve"> </w:t>
      </w:r>
      <w:r w:rsidRPr="007710BF">
        <w:rPr>
          <w:cs/>
          <w:lang w:bidi="bn-IN"/>
        </w:rPr>
        <w:t>ভুল থেকে বের করে আনার জন্য।</w:t>
      </w:r>
    </w:p>
    <w:p w:rsidR="00250C43" w:rsidRDefault="007710BF" w:rsidP="009E7BEE">
      <w:pPr>
        <w:pStyle w:val="libNormal"/>
        <w:rPr>
          <w:lang w:bidi="bn-IN"/>
        </w:rPr>
      </w:pPr>
      <w:r w:rsidRPr="007710BF">
        <w:rPr>
          <w:cs/>
          <w:lang w:bidi="bn-IN"/>
        </w:rPr>
        <w:t>মানুষের বেদনা খোদাকে পাওয়ার বেদনা। যদি ভুলের পর্দা চোখের উপর থেকে সরে যায় তাহলে</w:t>
      </w:r>
      <w:r w:rsidR="00250C43">
        <w:rPr>
          <w:lang w:bidi="bn-IN"/>
        </w:rPr>
        <w:t xml:space="preserve"> </w:t>
      </w:r>
      <w:r w:rsidRPr="007710BF">
        <w:rPr>
          <w:cs/>
          <w:lang w:bidi="bn-IN"/>
        </w:rPr>
        <w:t xml:space="preserve">মানুষ তার আসল প্রেমিককে </w:t>
      </w:r>
      <w:r w:rsidR="00250C43">
        <w:rPr>
          <w:cs/>
          <w:lang w:bidi="bn-IN"/>
        </w:rPr>
        <w:t>খুজে</w:t>
      </w:r>
      <w:r w:rsidRPr="007710BF">
        <w:rPr>
          <w:cs/>
          <w:lang w:bidi="bn-IN"/>
        </w:rPr>
        <w:t xml:space="preserve"> পাবে। তখন সেও এমন আসক্তি নিয়ে ইবাদত করবে যেমন আমরা</w:t>
      </w:r>
      <w:r w:rsidR="00250C43">
        <w:rPr>
          <w:lang w:bidi="bn-IN"/>
        </w:rPr>
        <w:t xml:space="preserve"> </w:t>
      </w:r>
      <w:r w:rsidRPr="007710BF">
        <w:rPr>
          <w:cs/>
          <w:lang w:bidi="bn-IN"/>
        </w:rPr>
        <w:t>আলীকে দেখি।</w:t>
      </w:r>
    </w:p>
    <w:p w:rsidR="00250C43" w:rsidRDefault="007710BF" w:rsidP="009E7BEE">
      <w:pPr>
        <w:pStyle w:val="libNormal"/>
      </w:pPr>
      <w:r w:rsidRPr="007710BF">
        <w:rPr>
          <w:cs/>
          <w:lang w:bidi="bn-IN"/>
        </w:rPr>
        <w:t>কেন কোরআন এ কথা বলছে</w:t>
      </w:r>
      <w:r w:rsidR="00895143">
        <w:t>,</w:t>
      </w:r>
    </w:p>
    <w:p w:rsidR="00250C43" w:rsidRDefault="00473514" w:rsidP="00473514">
      <w:pPr>
        <w:pStyle w:val="libAie"/>
        <w:rPr>
          <w:rtl/>
          <w:lang w:bidi="fa-IR"/>
        </w:rPr>
      </w:pPr>
      <w:r w:rsidRPr="00473514">
        <w:rPr>
          <w:rStyle w:val="libAlaemChar"/>
        </w:rPr>
        <w:t>)</w:t>
      </w:r>
      <w:r w:rsidR="00250C43">
        <w:rPr>
          <w:rFonts w:hint="cs"/>
          <w:rtl/>
        </w:rPr>
        <w:t>ألا بذکر الله تطمئنّ القلوب</w:t>
      </w:r>
      <w:r w:rsidRPr="00473514">
        <w:rPr>
          <w:rStyle w:val="libAlaemChar"/>
        </w:rPr>
        <w:t>(</w:t>
      </w:r>
    </w:p>
    <w:p w:rsidR="00473514" w:rsidRPr="00250C43" w:rsidRDefault="00473514" w:rsidP="00473514">
      <w:pPr>
        <w:pStyle w:val="libArCenter"/>
        <w:rPr>
          <w:rtl/>
          <w:lang w:bidi="fa-IR"/>
        </w:rPr>
      </w:pPr>
    </w:p>
    <w:p w:rsidR="00473514" w:rsidRDefault="007710BF" w:rsidP="00473514">
      <w:pPr>
        <w:pStyle w:val="libCenter"/>
        <w:rPr>
          <w:rStyle w:val="libAlaemChar"/>
          <w:rtl/>
        </w:rPr>
      </w:pPr>
      <w:r w:rsidRPr="001933EC">
        <w:rPr>
          <w:rStyle w:val="libAlaemChar"/>
        </w:rPr>
        <w:t>“</w:t>
      </w:r>
      <w:r w:rsidRPr="007710BF">
        <w:rPr>
          <w:cs/>
          <w:lang w:bidi="bn-IN"/>
        </w:rPr>
        <w:t>জেনে রাখ</w:t>
      </w:r>
      <w:r w:rsidR="00895143">
        <w:t>,</w:t>
      </w:r>
      <w:r w:rsidRPr="007710BF">
        <w:rPr>
          <w:cs/>
          <w:lang w:bidi="bn-IN"/>
        </w:rPr>
        <w:t xml:space="preserve">কেবল </w:t>
      </w:r>
      <w:r w:rsidR="00D009A1">
        <w:rPr>
          <w:cs/>
          <w:lang w:bidi="bn-IN"/>
        </w:rPr>
        <w:t>আল্লাহর</w:t>
      </w:r>
      <w:r w:rsidRPr="007710BF">
        <w:rPr>
          <w:cs/>
          <w:lang w:bidi="bn-IN"/>
        </w:rPr>
        <w:t xml:space="preserve"> স্মরণেই হৃদয় প্রশান্তি লাভ করে।</w:t>
      </w:r>
      <w:r w:rsidRPr="001933EC">
        <w:rPr>
          <w:rStyle w:val="libAlaemChar"/>
        </w:rPr>
        <w:t>”</w:t>
      </w:r>
    </w:p>
    <w:p w:rsidR="009C63DA" w:rsidRDefault="007710BF" w:rsidP="009E7BEE">
      <w:pPr>
        <w:pStyle w:val="libNormal"/>
        <w:rPr>
          <w:lang w:bidi="bn-IN"/>
        </w:rPr>
      </w:pPr>
      <w:r w:rsidRPr="007710BF">
        <w:rPr>
          <w:cs/>
          <w:lang w:bidi="bn-IN"/>
        </w:rPr>
        <w:t>এখানে</w:t>
      </w:r>
      <w:r w:rsidR="00473514">
        <w:rPr>
          <w:lang w:bidi="bn-IN"/>
        </w:rPr>
        <w:t xml:space="preserve"> </w:t>
      </w:r>
      <w:r w:rsidR="00473514" w:rsidRPr="00473514">
        <w:rPr>
          <w:rStyle w:val="libArChar"/>
          <w:rFonts w:hint="cs"/>
          <w:rtl/>
          <w:lang w:bidi="fa-IR"/>
        </w:rPr>
        <w:t>بذکر</w:t>
      </w:r>
      <w:r w:rsidR="00473514" w:rsidRPr="00473514">
        <w:rPr>
          <w:rStyle w:val="libArChar"/>
          <w:rFonts w:hint="cs"/>
          <w:rtl/>
        </w:rPr>
        <w:t xml:space="preserve"> </w:t>
      </w:r>
      <w:r w:rsidR="00473514" w:rsidRPr="00473514">
        <w:rPr>
          <w:rStyle w:val="libArChar"/>
          <w:rFonts w:hint="cs"/>
          <w:rtl/>
          <w:lang w:bidi="fa-IR"/>
        </w:rPr>
        <w:t>الله</w:t>
      </w:r>
      <w:r w:rsidR="00473514">
        <w:rPr>
          <w:lang w:bidi="bn-IN"/>
        </w:rPr>
        <w:t xml:space="preserve"> </w:t>
      </w:r>
      <w:r w:rsidRPr="007710BF">
        <w:rPr>
          <w:cs/>
          <w:lang w:bidi="bn-IN"/>
        </w:rPr>
        <w:t>পূর্বে আনা হয়েছে সীমাবদ্ধ করার জন্য যে</w:t>
      </w:r>
      <w:r w:rsidR="00895143">
        <w:t>,</w:t>
      </w:r>
      <w:r w:rsidRPr="007710BF">
        <w:rPr>
          <w:cs/>
          <w:lang w:bidi="bn-IN"/>
        </w:rPr>
        <w:t>একমাত্র এর মাধ্যমেই মানুষের হৃদয়</w:t>
      </w:r>
      <w:r w:rsidR="009C63DA">
        <w:rPr>
          <w:lang w:bidi="bn-IN"/>
        </w:rPr>
        <w:t xml:space="preserve"> </w:t>
      </w:r>
      <w:r w:rsidRPr="007710BF">
        <w:rPr>
          <w:cs/>
          <w:lang w:bidi="bn-IN"/>
        </w:rPr>
        <w:t xml:space="preserve">প্রশান্তি লাভ করে এবং অস্থিরতা ও কষ্ট থেকে মুক্তি লাভ করে। মহান </w:t>
      </w:r>
      <w:r w:rsidR="00D009A1">
        <w:rPr>
          <w:cs/>
          <w:lang w:bidi="bn-IN"/>
        </w:rPr>
        <w:t>আল্লাহর</w:t>
      </w:r>
      <w:r w:rsidRPr="007710BF">
        <w:rPr>
          <w:rFonts w:hint="cs"/>
          <w:cs/>
          <w:lang w:bidi="bn-IN"/>
        </w:rPr>
        <w:t xml:space="preserve"> স্মরণ ও সান্নিধ্য</w:t>
      </w:r>
      <w:r w:rsidR="009C63DA">
        <w:rPr>
          <w:lang w:bidi="bn-IN"/>
        </w:rPr>
        <w:t xml:space="preserve"> </w:t>
      </w:r>
      <w:r w:rsidRPr="007710BF">
        <w:rPr>
          <w:rFonts w:hint="cs"/>
          <w:cs/>
          <w:lang w:bidi="bn-IN"/>
        </w:rPr>
        <w:t>লাভের মাধ্যমেই কেবল প্রশান্তি লাভ করা যায়। কোরআন বল</w:t>
      </w:r>
      <w:r w:rsidRPr="007710BF">
        <w:rPr>
          <w:cs/>
          <w:lang w:bidi="bn-IN"/>
        </w:rPr>
        <w:t>ছে</w:t>
      </w:r>
      <w:r w:rsidR="00895143">
        <w:t>,</w:t>
      </w:r>
      <w:r w:rsidRPr="007710BF">
        <w:rPr>
          <w:cs/>
          <w:lang w:bidi="bn-IN"/>
        </w:rPr>
        <w:t>মানুষ যদি ভাবে</w:t>
      </w:r>
      <w:r w:rsidR="00895143">
        <w:t>,</w:t>
      </w:r>
      <w:r w:rsidRPr="007710BF">
        <w:rPr>
          <w:cs/>
          <w:lang w:bidi="bn-IN"/>
        </w:rPr>
        <w:t>অর্থ-সম্পদ</w:t>
      </w:r>
      <w:r w:rsidR="009C63DA">
        <w:rPr>
          <w:lang w:bidi="bn-IN"/>
        </w:rPr>
        <w:t xml:space="preserve"> </w:t>
      </w:r>
      <w:r w:rsidRPr="007710BF">
        <w:rPr>
          <w:cs/>
          <w:lang w:bidi="bn-IN"/>
        </w:rPr>
        <w:t>লাভের মাধ্যমে সে প্রশান্তি লাভ করবে</w:t>
      </w:r>
      <w:r w:rsidR="00895143">
        <w:t>,</w:t>
      </w:r>
      <w:r w:rsidRPr="007710BF">
        <w:rPr>
          <w:cs/>
          <w:lang w:bidi="bn-IN"/>
        </w:rPr>
        <w:t>অস্থিরতা ও মনঃকষ্ট থেকে মুক্তি লাভ করবে তবে সে ভুল</w:t>
      </w:r>
      <w:r w:rsidR="009C63DA">
        <w:rPr>
          <w:lang w:bidi="bn-IN"/>
        </w:rPr>
        <w:t xml:space="preserve"> </w:t>
      </w:r>
      <w:r w:rsidRPr="007710BF">
        <w:rPr>
          <w:cs/>
          <w:lang w:bidi="bn-IN"/>
        </w:rPr>
        <w:t>করবে। কোরআন এটা বলছে না যে</w:t>
      </w:r>
      <w:r w:rsidR="00895143">
        <w:t>,</w:t>
      </w:r>
      <w:r w:rsidRPr="007710BF">
        <w:rPr>
          <w:cs/>
          <w:lang w:bidi="bn-IN"/>
        </w:rPr>
        <w:t>তোমরা এগুলোর পেছনে ধাবিত হয়ো না</w:t>
      </w:r>
      <w:r w:rsidR="00895143">
        <w:t>,</w:t>
      </w:r>
      <w:r w:rsidRPr="007710BF">
        <w:rPr>
          <w:cs/>
          <w:lang w:bidi="bn-IN"/>
        </w:rPr>
        <w:t>বরং বলছে এগুলোকে</w:t>
      </w:r>
      <w:r w:rsidR="009C63DA">
        <w:rPr>
          <w:lang w:bidi="bn-IN"/>
        </w:rPr>
        <w:t xml:space="preserve"> </w:t>
      </w:r>
      <w:r w:rsidRPr="007710BF">
        <w:rPr>
          <w:cs/>
          <w:lang w:bidi="bn-IN"/>
        </w:rPr>
        <w:t>অবশ্যই অর্জন করতে হবে। কিন্তু যদি মনে করে যে</w:t>
      </w:r>
      <w:r w:rsidR="00895143">
        <w:t>,</w:t>
      </w:r>
      <w:r w:rsidRPr="007710BF">
        <w:rPr>
          <w:cs/>
          <w:lang w:bidi="bn-IN"/>
        </w:rPr>
        <w:t>এগুলোর মাধ্যমে প্রশান্তি ও নিরাপত্তা লাভ করা</w:t>
      </w:r>
      <w:r w:rsidR="009C63DA">
        <w:rPr>
          <w:lang w:bidi="bn-IN"/>
        </w:rPr>
        <w:t xml:space="preserve"> </w:t>
      </w:r>
      <w:r w:rsidRPr="007710BF">
        <w:rPr>
          <w:cs/>
          <w:lang w:bidi="bn-IN"/>
        </w:rPr>
        <w:t>যায় না। বরং যখন মানুষ এগুলো লাভ করে তখন অনুভব করে যে</w:t>
      </w:r>
      <w:r w:rsidR="00895143">
        <w:t>,</w:t>
      </w:r>
      <w:r w:rsidRPr="007710BF">
        <w:rPr>
          <w:cs/>
          <w:lang w:bidi="bn-IN"/>
        </w:rPr>
        <w:t>ভুল করেছে</w:t>
      </w:r>
      <w:r w:rsidRPr="007710BF">
        <w:rPr>
          <w:cs/>
          <w:lang w:bidi="hi-IN"/>
        </w:rPr>
        <w:t xml:space="preserve">। </w:t>
      </w:r>
      <w:r w:rsidRPr="007710BF">
        <w:rPr>
          <w:cs/>
          <w:lang w:bidi="bn-IN"/>
        </w:rPr>
        <w:t>যা সে চেয়েছিল তা</w:t>
      </w:r>
      <w:r w:rsidR="009C63DA">
        <w:rPr>
          <w:lang w:bidi="bn-IN"/>
        </w:rPr>
        <w:t xml:space="preserve"> </w:t>
      </w:r>
      <w:r w:rsidRPr="007710BF">
        <w:rPr>
          <w:cs/>
          <w:lang w:bidi="bn-IN"/>
        </w:rPr>
        <w:t xml:space="preserve">এতে নেই। তাই শুধু </w:t>
      </w:r>
      <w:r w:rsidR="00D009A1">
        <w:rPr>
          <w:cs/>
          <w:lang w:bidi="bn-IN"/>
        </w:rPr>
        <w:t>আল্লাহর</w:t>
      </w:r>
      <w:r w:rsidRPr="007710BF">
        <w:rPr>
          <w:rFonts w:hint="cs"/>
          <w:cs/>
          <w:lang w:bidi="bn-IN"/>
        </w:rPr>
        <w:t xml:space="preserve"> স্মরণে অন্তঃকরণ শান্তি লাভ করে। অধিকাংশ মতবাদই এ চিন্তা থেকে</w:t>
      </w:r>
      <w:r w:rsidR="009C63DA">
        <w:rPr>
          <w:lang w:bidi="bn-IN"/>
        </w:rPr>
        <w:t xml:space="preserve"> </w:t>
      </w:r>
      <w:r w:rsidRPr="007710BF">
        <w:rPr>
          <w:rFonts w:hint="cs"/>
          <w:cs/>
          <w:lang w:bidi="bn-IN"/>
        </w:rPr>
        <w:t>দূরে।</w:t>
      </w:r>
    </w:p>
    <w:p w:rsidR="009C63DA" w:rsidRDefault="007710BF" w:rsidP="009C63DA">
      <w:pPr>
        <w:pStyle w:val="libNormal"/>
        <w:rPr>
          <w:cs/>
          <w:lang w:bidi="bn-IN"/>
        </w:rPr>
      </w:pPr>
      <w:r w:rsidRPr="007710BF">
        <w:rPr>
          <w:rFonts w:hint="cs"/>
          <w:cs/>
          <w:lang w:bidi="bn-IN"/>
        </w:rPr>
        <w:t>কোন কোন মতবাদ তাদের মানব বেদনাকে খোদাকে পাওয়ার বেদনার উপর ভি</w:t>
      </w:r>
      <w:r w:rsidRPr="007710BF">
        <w:rPr>
          <w:cs/>
          <w:lang w:bidi="bn-IN"/>
        </w:rPr>
        <w:t>ত্তি না করে</w:t>
      </w:r>
      <w:r w:rsidR="009C63DA">
        <w:rPr>
          <w:lang w:bidi="bn-IN"/>
        </w:rPr>
        <w:t xml:space="preserve"> </w:t>
      </w:r>
      <w:r w:rsidRPr="007710BF">
        <w:rPr>
          <w:cs/>
          <w:lang w:bidi="bn-IN"/>
        </w:rPr>
        <w:t>খোদার সৃষ্টির জন্য বেদনাকে কেন্দ্র করে গড়ে উঠেছে। কেউ কেউ এটাও বলেন যে</w:t>
      </w:r>
      <w:r w:rsidR="00895143">
        <w:t>,</w:t>
      </w:r>
      <w:r w:rsidRPr="007710BF">
        <w:rPr>
          <w:cs/>
          <w:lang w:bidi="bn-IN"/>
        </w:rPr>
        <w:t>মানুষের খোদাকে</w:t>
      </w:r>
      <w:r w:rsidR="009C63DA">
        <w:rPr>
          <w:lang w:bidi="bn-IN"/>
        </w:rPr>
        <w:t xml:space="preserve"> </w:t>
      </w:r>
      <w:r w:rsidRPr="007710BF">
        <w:rPr>
          <w:cs/>
          <w:lang w:bidi="bn-IN"/>
        </w:rPr>
        <w:t>পাওয়ার বেদনা</w:t>
      </w:r>
      <w:r w:rsidR="00895143">
        <w:t>,</w:t>
      </w:r>
      <w:r w:rsidRPr="007710BF">
        <w:rPr>
          <w:cs/>
          <w:lang w:bidi="bn-IN"/>
        </w:rPr>
        <w:t>এটা আবার কি</w:t>
      </w:r>
      <w:r w:rsidRPr="007710BF">
        <w:t xml:space="preserve">? </w:t>
      </w:r>
      <w:r w:rsidRPr="007710BF">
        <w:rPr>
          <w:cs/>
          <w:lang w:bidi="bn-IN"/>
        </w:rPr>
        <w:t>উদাহরণস্বরূপ একটি পত্রিকার কথা বলছি যার আলোচনার বিষয়বস্তু</w:t>
      </w:r>
      <w:r w:rsidR="009C63DA">
        <w:rPr>
          <w:lang w:bidi="bn-IN"/>
        </w:rPr>
        <w:t xml:space="preserve"> </w:t>
      </w:r>
      <w:r w:rsidRPr="007710BF">
        <w:rPr>
          <w:cs/>
          <w:lang w:bidi="bn-IN"/>
        </w:rPr>
        <w:t xml:space="preserve">ছিল </w:t>
      </w:r>
      <w:r w:rsidRPr="001933EC">
        <w:rPr>
          <w:rStyle w:val="libAlaemChar"/>
        </w:rPr>
        <w:t>‘</w:t>
      </w:r>
      <w:r w:rsidRPr="007710BF">
        <w:rPr>
          <w:cs/>
          <w:lang w:bidi="bn-IN"/>
        </w:rPr>
        <w:t>খোদা না মানুষ</w:t>
      </w:r>
      <w:r w:rsidRPr="007710BF">
        <w:t>?</w:t>
      </w:r>
      <w:r w:rsidRPr="001933EC">
        <w:rPr>
          <w:rStyle w:val="libAlaemChar"/>
        </w:rPr>
        <w:t>’</w:t>
      </w:r>
      <w:r w:rsidRPr="007710BF">
        <w:t xml:space="preserve"> </w:t>
      </w:r>
      <w:r w:rsidRPr="007710BF">
        <w:rPr>
          <w:cs/>
          <w:lang w:bidi="bn-IN"/>
        </w:rPr>
        <w:t>কেউ বলছে খোদা</w:t>
      </w:r>
      <w:r w:rsidR="00895143">
        <w:t>,</w:t>
      </w:r>
      <w:r w:rsidRPr="007710BF">
        <w:rPr>
          <w:cs/>
          <w:lang w:bidi="bn-IN"/>
        </w:rPr>
        <w:t>কেউ বলছে মানুষ</w:t>
      </w:r>
      <w:r w:rsidR="00895143">
        <w:t>,</w:t>
      </w:r>
      <w:r w:rsidRPr="007710BF">
        <w:rPr>
          <w:cs/>
          <w:lang w:bidi="bn-IN"/>
        </w:rPr>
        <w:t>কেউ বা খোদা ও মানুষ দু</w:t>
      </w:r>
      <w:r w:rsidRPr="001933EC">
        <w:rPr>
          <w:rStyle w:val="libAlaemChar"/>
        </w:rPr>
        <w:t>’</w:t>
      </w:r>
      <w:r w:rsidRPr="007710BF">
        <w:rPr>
          <w:cs/>
          <w:lang w:bidi="bn-IN"/>
        </w:rPr>
        <w:t>টিই। কিন্তু</w:t>
      </w:r>
      <w:r w:rsidR="009C63DA">
        <w:rPr>
          <w:lang w:bidi="bn-IN"/>
        </w:rPr>
        <w:t xml:space="preserve"> </w:t>
      </w:r>
      <w:r w:rsidRPr="007710BF">
        <w:rPr>
          <w:cs/>
          <w:lang w:bidi="bn-IN"/>
        </w:rPr>
        <w:t>আমি কাউকে দেখিনি যিনি বলেছেন আ</w:t>
      </w:r>
      <w:r w:rsidR="006B46F0">
        <w:rPr>
          <w:cs/>
          <w:lang w:bidi="bn-IN"/>
        </w:rPr>
        <w:t>ল্লা</w:t>
      </w:r>
      <w:r w:rsidRPr="007710BF">
        <w:rPr>
          <w:rFonts w:hint="cs"/>
          <w:cs/>
          <w:lang w:bidi="bn-IN"/>
        </w:rPr>
        <w:t>হ্ ও মানুষ একটি অপরটি থেকে বিচ্ছিন্ন নয়। যদি আ</w:t>
      </w:r>
      <w:r w:rsidR="006B46F0">
        <w:rPr>
          <w:rFonts w:hint="cs"/>
          <w:cs/>
          <w:lang w:bidi="bn-IN"/>
        </w:rPr>
        <w:t>ল্লা</w:t>
      </w:r>
      <w:r w:rsidR="009C63DA">
        <w:rPr>
          <w:rFonts w:hint="cs"/>
          <w:cs/>
          <w:lang w:bidi="bn-IN"/>
        </w:rPr>
        <w:t>হ</w:t>
      </w:r>
      <w:r w:rsidR="009C63DA">
        <w:rPr>
          <w:lang w:bidi="bn-IN"/>
        </w:rPr>
        <w:t xml:space="preserve"> </w:t>
      </w:r>
      <w:r w:rsidR="009C63DA">
        <w:rPr>
          <w:cs/>
          <w:lang w:bidi="bn-IN"/>
        </w:rPr>
        <w:t>না</w:t>
      </w:r>
      <w:r w:rsidRPr="007710BF">
        <w:rPr>
          <w:rFonts w:hint="cs"/>
          <w:cs/>
          <w:lang w:bidi="bn-IN"/>
        </w:rPr>
        <w:t xml:space="preserve"> থাকেন তাহলে মানুষও নেই। আমরা যতক্ষণ মানুষের ভেতরে খোদাকে পাওয়ার বেদনাকে না</w:t>
      </w:r>
      <w:r w:rsidR="009C63DA">
        <w:rPr>
          <w:lang w:bidi="bn-IN"/>
        </w:rPr>
        <w:t xml:space="preserve"> </w:t>
      </w:r>
      <w:r w:rsidRPr="007710BF">
        <w:rPr>
          <w:rFonts w:hint="cs"/>
          <w:cs/>
          <w:lang w:bidi="bn-IN"/>
        </w:rPr>
        <w:t>বুঝব</w:t>
      </w:r>
      <w:r w:rsidR="00895143">
        <w:t>,</w:t>
      </w:r>
      <w:r w:rsidRPr="007710BF">
        <w:rPr>
          <w:cs/>
          <w:lang w:bidi="bn-IN"/>
        </w:rPr>
        <w:t xml:space="preserve">যতক্ষণ না </w:t>
      </w:r>
      <w:r w:rsidR="00D009A1">
        <w:rPr>
          <w:cs/>
          <w:lang w:bidi="bn-IN"/>
        </w:rPr>
        <w:t>আল্লাহর</w:t>
      </w:r>
      <w:r w:rsidRPr="007710BF">
        <w:rPr>
          <w:rFonts w:hint="cs"/>
          <w:cs/>
          <w:lang w:bidi="bn-IN"/>
        </w:rPr>
        <w:t xml:space="preserve"> দিকে যাত্রা করব ততক্ষণ মানবতার জন্য বেদনাও নিষ্ফল হবে। </w:t>
      </w:r>
    </w:p>
    <w:p w:rsidR="009C63DA" w:rsidRPr="00A377A9" w:rsidRDefault="009C63DA" w:rsidP="009848A8">
      <w:pPr>
        <w:pStyle w:val="libNormal"/>
        <w:rPr>
          <w:rtl/>
          <w:cs/>
        </w:rPr>
      </w:pPr>
      <w:r>
        <w:rPr>
          <w:cs/>
          <w:lang w:bidi="bn-IN"/>
        </w:rPr>
        <w:br w:type="page"/>
      </w:r>
    </w:p>
    <w:p w:rsidR="009C63DA" w:rsidRDefault="007710BF" w:rsidP="009C63DA">
      <w:pPr>
        <w:pStyle w:val="Heading1Center"/>
      </w:pPr>
      <w:bookmarkStart w:id="17" w:name="_Toc392601426"/>
      <w:r w:rsidRPr="007710BF">
        <w:rPr>
          <w:rFonts w:hint="cs"/>
          <w:cs/>
          <w:lang w:bidi="bn-IN"/>
        </w:rPr>
        <w:t>আরেফগণের</w:t>
      </w:r>
      <w:r w:rsidRPr="007710BF">
        <w:rPr>
          <w:cs/>
          <w:lang w:bidi="bn-IN"/>
        </w:rPr>
        <w:t xml:space="preserve"> দৃষ্টিতে পূর্ণ মানুষের পথ পরিক্রমা</w:t>
      </w:r>
      <w:bookmarkEnd w:id="17"/>
      <w:r w:rsidRPr="007710BF">
        <w:rPr>
          <w:cs/>
          <w:lang w:bidi="bn-IN"/>
        </w:rPr>
        <w:t xml:space="preserve"> </w:t>
      </w:r>
    </w:p>
    <w:p w:rsidR="009C63DA" w:rsidRDefault="009C63DA" w:rsidP="009E7BEE">
      <w:pPr>
        <w:pStyle w:val="libNormal"/>
        <w:rPr>
          <w:lang w:bidi="bn-IN"/>
        </w:rPr>
      </w:pPr>
    </w:p>
    <w:p w:rsidR="009C63DA" w:rsidRDefault="007710BF" w:rsidP="009E7BEE">
      <w:pPr>
        <w:pStyle w:val="libNormal"/>
        <w:rPr>
          <w:lang w:bidi="bn-IN"/>
        </w:rPr>
      </w:pPr>
      <w:r w:rsidRPr="007710BF">
        <w:rPr>
          <w:cs/>
          <w:lang w:bidi="bn-IN"/>
        </w:rPr>
        <w:t xml:space="preserve"> আরেফগণ কেমন সুন্দর রূপে ইনসানে কামেলের পথ পরিক্রমাকে চিহ্নিত করেছেন! </w:t>
      </w:r>
      <w:r w:rsidR="00FE6D44">
        <w:rPr>
          <w:cs/>
          <w:lang w:bidi="bn-IN"/>
        </w:rPr>
        <w:t>তারা</w:t>
      </w:r>
      <w:r w:rsidR="009C63DA">
        <w:rPr>
          <w:lang w:bidi="bn-IN"/>
        </w:rPr>
        <w:t xml:space="preserve"> </w:t>
      </w:r>
      <w:r w:rsidRPr="007710BF">
        <w:rPr>
          <w:cs/>
          <w:lang w:bidi="bn-IN"/>
        </w:rPr>
        <w:t>বলেছেন</w:t>
      </w:r>
      <w:r w:rsidR="00895143">
        <w:t>,</w:t>
      </w:r>
      <w:r w:rsidRPr="007710BF">
        <w:rPr>
          <w:cs/>
          <w:lang w:bidi="bn-IN"/>
        </w:rPr>
        <w:t>ইনসানে কামেলের পথ পরিক্রমায় চারটি সফর রয়েছে :</w:t>
      </w:r>
    </w:p>
    <w:p w:rsidR="009C63DA" w:rsidRDefault="007710BF" w:rsidP="009E7BEE">
      <w:pPr>
        <w:pStyle w:val="libNormal"/>
        <w:rPr>
          <w:lang w:bidi="bn-IN"/>
        </w:rPr>
      </w:pPr>
      <w:r w:rsidRPr="007710BF">
        <w:rPr>
          <w:cs/>
          <w:lang w:bidi="bn-IN"/>
        </w:rPr>
        <w:t>১. মানুষের নিজ থেকে খোদার দিকে যাত্রা।</w:t>
      </w:r>
    </w:p>
    <w:p w:rsidR="009C63DA" w:rsidRDefault="007710BF" w:rsidP="009E7BEE">
      <w:pPr>
        <w:pStyle w:val="libNormal"/>
        <w:rPr>
          <w:lang w:bidi="bn-IN"/>
        </w:rPr>
      </w:pPr>
      <w:r w:rsidRPr="007710BF">
        <w:rPr>
          <w:cs/>
          <w:lang w:bidi="bn-IN"/>
        </w:rPr>
        <w:t xml:space="preserve">২. </w:t>
      </w:r>
      <w:r w:rsidR="00D009A1">
        <w:rPr>
          <w:cs/>
          <w:lang w:bidi="bn-IN"/>
        </w:rPr>
        <w:t>আল্লাহর</w:t>
      </w:r>
      <w:r w:rsidRPr="007710BF">
        <w:rPr>
          <w:rFonts w:hint="cs"/>
          <w:cs/>
          <w:lang w:bidi="bn-IN"/>
        </w:rPr>
        <w:t xml:space="preserve"> সঙ্গে </w:t>
      </w:r>
      <w:r w:rsidR="00D009A1">
        <w:rPr>
          <w:rFonts w:hint="cs"/>
          <w:cs/>
          <w:lang w:bidi="bn-IN"/>
        </w:rPr>
        <w:t>আল্লাহর</w:t>
      </w:r>
      <w:r w:rsidRPr="007710BF">
        <w:rPr>
          <w:rFonts w:hint="cs"/>
          <w:cs/>
          <w:lang w:bidi="bn-IN"/>
        </w:rPr>
        <w:t xml:space="preserve"> দিকে যাত্রা (</w:t>
      </w:r>
      <w:r w:rsidR="00D009A1">
        <w:rPr>
          <w:rFonts w:hint="cs"/>
          <w:cs/>
          <w:lang w:bidi="bn-IN"/>
        </w:rPr>
        <w:t>আল্লাহর</w:t>
      </w:r>
      <w:r w:rsidRPr="007710BF">
        <w:rPr>
          <w:rFonts w:hint="cs"/>
          <w:cs/>
          <w:lang w:bidi="bn-IN"/>
        </w:rPr>
        <w:t xml:space="preserve"> পরিচয় জান</w:t>
      </w:r>
      <w:r w:rsidRPr="007710BF">
        <w:rPr>
          <w:cs/>
          <w:lang w:bidi="bn-IN"/>
        </w:rPr>
        <w:t>া)।</w:t>
      </w:r>
    </w:p>
    <w:p w:rsidR="009C63DA" w:rsidRDefault="007710BF" w:rsidP="009E7BEE">
      <w:pPr>
        <w:pStyle w:val="libNormal"/>
        <w:rPr>
          <w:lang w:bidi="bn-IN"/>
        </w:rPr>
      </w:pPr>
      <w:r w:rsidRPr="007710BF">
        <w:rPr>
          <w:cs/>
          <w:lang w:bidi="bn-IN"/>
        </w:rPr>
        <w:t xml:space="preserve">৩. </w:t>
      </w:r>
      <w:r w:rsidR="00D009A1">
        <w:rPr>
          <w:cs/>
          <w:lang w:bidi="bn-IN"/>
        </w:rPr>
        <w:t>আল্লাহর</w:t>
      </w:r>
      <w:r w:rsidRPr="007710BF">
        <w:rPr>
          <w:rFonts w:hint="cs"/>
          <w:cs/>
          <w:lang w:bidi="bn-IN"/>
        </w:rPr>
        <w:t xml:space="preserve"> সঙ্গে </w:t>
      </w:r>
      <w:r w:rsidR="00FE6D44">
        <w:rPr>
          <w:rFonts w:hint="cs"/>
          <w:cs/>
          <w:lang w:bidi="bn-IN"/>
        </w:rPr>
        <w:t>তার</w:t>
      </w:r>
      <w:r w:rsidRPr="007710BF">
        <w:rPr>
          <w:rFonts w:hint="cs"/>
          <w:cs/>
          <w:lang w:bidi="bn-IN"/>
        </w:rPr>
        <w:t xml:space="preserve"> সৃষ্টির যাত্রা (একা নয়)।</w:t>
      </w:r>
    </w:p>
    <w:p w:rsidR="009C63DA" w:rsidRDefault="007710BF" w:rsidP="009E7BEE">
      <w:pPr>
        <w:pStyle w:val="libNormal"/>
        <w:rPr>
          <w:lang w:bidi="bn-IN"/>
        </w:rPr>
      </w:pPr>
      <w:r w:rsidRPr="007710BF">
        <w:rPr>
          <w:rFonts w:hint="cs"/>
          <w:cs/>
          <w:lang w:bidi="bn-IN"/>
        </w:rPr>
        <w:t xml:space="preserve">৪. </w:t>
      </w:r>
      <w:r w:rsidR="00D009A1">
        <w:rPr>
          <w:rFonts w:hint="cs"/>
          <w:cs/>
          <w:lang w:bidi="bn-IN"/>
        </w:rPr>
        <w:t>আল্লাহর</w:t>
      </w:r>
      <w:r w:rsidRPr="007710BF">
        <w:rPr>
          <w:rFonts w:hint="cs"/>
          <w:cs/>
          <w:lang w:bidi="bn-IN"/>
        </w:rPr>
        <w:t xml:space="preserve"> সঙ্গে </w:t>
      </w:r>
      <w:r w:rsidR="00FE6D44">
        <w:rPr>
          <w:rFonts w:hint="cs"/>
          <w:cs/>
          <w:lang w:bidi="bn-IN"/>
        </w:rPr>
        <w:t>তার</w:t>
      </w:r>
      <w:r w:rsidRPr="007710BF">
        <w:rPr>
          <w:rFonts w:hint="cs"/>
          <w:cs/>
          <w:lang w:bidi="bn-IN"/>
        </w:rPr>
        <w:t xml:space="preserve"> সৃষ্টির মধ্যে সফর </w:t>
      </w:r>
      <w:r w:rsidR="00FE6D44">
        <w:rPr>
          <w:rFonts w:hint="cs"/>
          <w:cs/>
          <w:lang w:bidi="bn-IN"/>
        </w:rPr>
        <w:t>তার</w:t>
      </w:r>
      <w:r w:rsidRPr="007710BF">
        <w:rPr>
          <w:rFonts w:hint="cs"/>
          <w:cs/>
          <w:lang w:bidi="bn-IN"/>
        </w:rPr>
        <w:t xml:space="preserve"> সৃষ্টিকে মুক্তিদানের জন্য।</w:t>
      </w:r>
    </w:p>
    <w:p w:rsidR="009C63DA" w:rsidRDefault="007710BF" w:rsidP="009E7BEE">
      <w:pPr>
        <w:pStyle w:val="libNormal"/>
        <w:rPr>
          <w:lang w:bidi="bn-IN"/>
        </w:rPr>
      </w:pPr>
      <w:r w:rsidRPr="007710BF">
        <w:rPr>
          <w:rFonts w:hint="cs"/>
          <w:cs/>
          <w:lang w:bidi="bn-IN"/>
        </w:rPr>
        <w:t xml:space="preserve">এর চেয়ে সুন্দরভাবে বলা সম্ভব নয়। প্রথমত সফর হচ্ছে মানুষের </w:t>
      </w:r>
      <w:r w:rsidR="00D009A1">
        <w:rPr>
          <w:rFonts w:hint="cs"/>
          <w:cs/>
          <w:lang w:bidi="bn-IN"/>
        </w:rPr>
        <w:t>আল্লাহর</w:t>
      </w:r>
      <w:r w:rsidRPr="007710BF">
        <w:rPr>
          <w:rFonts w:hint="cs"/>
          <w:cs/>
          <w:lang w:bidi="bn-IN"/>
        </w:rPr>
        <w:t xml:space="preserve"> দিকে যাত্রা অর্থাৎ</w:t>
      </w:r>
      <w:r w:rsidR="009C63DA">
        <w:rPr>
          <w:lang w:bidi="bn-IN"/>
        </w:rPr>
        <w:t xml:space="preserve"> </w:t>
      </w:r>
      <w:r w:rsidRPr="007710BF">
        <w:rPr>
          <w:rFonts w:hint="cs"/>
          <w:cs/>
          <w:lang w:bidi="bn-IN"/>
        </w:rPr>
        <w:t>যতক্ষণ মানুষ স্রষ্টা থেকে বিচ্ছিন্ন ততক্ষণ সব কি</w:t>
      </w:r>
      <w:r w:rsidRPr="007710BF">
        <w:rPr>
          <w:cs/>
          <w:lang w:bidi="bn-IN"/>
        </w:rPr>
        <w:t>ছুই অর্থহীন। যখন সে খোদাকে জানবে ও চিনবে</w:t>
      </w:r>
      <w:r w:rsidR="00895143">
        <w:t>,</w:t>
      </w:r>
      <w:r w:rsidR="00FE6D44">
        <w:rPr>
          <w:cs/>
          <w:lang w:bidi="bn-IN"/>
        </w:rPr>
        <w:t>তার</w:t>
      </w:r>
      <w:r w:rsidRPr="007710BF">
        <w:rPr>
          <w:cs/>
          <w:lang w:bidi="bn-IN"/>
        </w:rPr>
        <w:t xml:space="preserve"> নৈকট্য অনুভব করবে ও নিজের মধ্যে </w:t>
      </w:r>
      <w:r w:rsidR="000459F1">
        <w:rPr>
          <w:cs/>
          <w:lang w:bidi="bn-IN"/>
        </w:rPr>
        <w:t>তাকে</w:t>
      </w:r>
      <w:r w:rsidRPr="007710BF">
        <w:rPr>
          <w:cs/>
          <w:lang w:bidi="bn-IN"/>
        </w:rPr>
        <w:t xml:space="preserve"> অনুভব করবে তখন খোদার সঙ্গে </w:t>
      </w:r>
      <w:r w:rsidR="00FE6D44">
        <w:rPr>
          <w:cs/>
          <w:lang w:bidi="bn-IN"/>
        </w:rPr>
        <w:t>তার</w:t>
      </w:r>
      <w:r w:rsidRPr="007710BF">
        <w:rPr>
          <w:cs/>
          <w:lang w:bidi="bn-IN"/>
        </w:rPr>
        <w:t xml:space="preserve"> সৃষ্টির দিকে</w:t>
      </w:r>
      <w:r w:rsidR="009C63DA">
        <w:rPr>
          <w:lang w:bidi="bn-IN"/>
        </w:rPr>
        <w:t xml:space="preserve"> </w:t>
      </w:r>
      <w:r w:rsidRPr="007710BF">
        <w:rPr>
          <w:cs/>
          <w:lang w:bidi="bn-IN"/>
        </w:rPr>
        <w:t>ফি</w:t>
      </w:r>
      <w:r w:rsidR="009C63DA">
        <w:rPr>
          <w:cs/>
          <w:lang w:bidi="bn-IN"/>
        </w:rPr>
        <w:t>রে আসবে এবং সে ব্যক্তিই স্রষ্টা</w:t>
      </w:r>
      <w:r w:rsidRPr="007710BF">
        <w:rPr>
          <w:cs/>
          <w:lang w:bidi="bn-IN"/>
        </w:rPr>
        <w:t>র সৃষ্টির মুক্তির জন্য সৃষ্টির মধ্যে ঘুরবে ও তাদেরকে স্রষ্টার নৈকট্যদানের জন্য চেষ্টা চালাবে।</w:t>
      </w:r>
    </w:p>
    <w:p w:rsidR="009C63DA" w:rsidRDefault="007710BF" w:rsidP="009E7BEE">
      <w:pPr>
        <w:pStyle w:val="libNormal"/>
        <w:rPr>
          <w:lang w:bidi="bn-IN"/>
        </w:rPr>
      </w:pPr>
      <w:r w:rsidRPr="007710BF">
        <w:rPr>
          <w:cs/>
          <w:lang w:bidi="bn-IN"/>
        </w:rPr>
        <w:t>যদি বলি মানুষের পথ পরিক্রমা সৃষ্টি থেকে খোদার দিকে</w:t>
      </w:r>
      <w:r w:rsidR="00895143">
        <w:t>,</w:t>
      </w:r>
      <w:r w:rsidRPr="007710BF">
        <w:rPr>
          <w:cs/>
          <w:lang w:bidi="bn-IN"/>
        </w:rPr>
        <w:t>এখানেই থেমে গেলে মানুষকে চিনতে</w:t>
      </w:r>
      <w:r w:rsidR="009C63DA">
        <w:rPr>
          <w:lang w:bidi="bn-IN"/>
        </w:rPr>
        <w:t xml:space="preserve"> </w:t>
      </w:r>
      <w:r w:rsidRPr="007710BF">
        <w:rPr>
          <w:cs/>
          <w:lang w:bidi="bn-IN"/>
        </w:rPr>
        <w:t>পারিনি। যদি বলি মানুষকে খোদার দিকে যাত্রা না করে বরং মানুষের দিকে যাত্রা করা উচিত (যেমন</w:t>
      </w:r>
      <w:r w:rsidR="009C63DA">
        <w:rPr>
          <w:lang w:bidi="bn-IN"/>
        </w:rPr>
        <w:t xml:space="preserve"> </w:t>
      </w:r>
      <w:r w:rsidRPr="007710BF">
        <w:rPr>
          <w:cs/>
          <w:lang w:bidi="bn-IN"/>
        </w:rPr>
        <w:t>বিভিন্ন বস্তুবাদী মতবাদ বলে থাকে)</w:t>
      </w:r>
      <w:r w:rsidR="00895143">
        <w:t>,</w:t>
      </w:r>
      <w:r w:rsidRPr="007710BF">
        <w:rPr>
          <w:cs/>
          <w:lang w:bidi="bn-IN"/>
        </w:rPr>
        <w:t xml:space="preserve">তবে মানুষের মুক্তির জন্য কিছুই করতে পারবে না এবং একাজও নিছক ভাঁওতা হবে। </w:t>
      </w:r>
      <w:r w:rsidR="00FE6D44">
        <w:rPr>
          <w:cs/>
          <w:lang w:bidi="bn-IN"/>
        </w:rPr>
        <w:t>তারা</w:t>
      </w:r>
      <w:r w:rsidRPr="007710BF">
        <w:rPr>
          <w:cs/>
          <w:lang w:bidi="bn-IN"/>
        </w:rPr>
        <w:t xml:space="preserve">ই মানুষকে মুক্তি দিতে পারেন </w:t>
      </w:r>
      <w:r w:rsidR="00695D8C">
        <w:rPr>
          <w:cs/>
          <w:lang w:bidi="bn-IN"/>
        </w:rPr>
        <w:t>যারা</w:t>
      </w:r>
      <w:r w:rsidRPr="007710BF">
        <w:rPr>
          <w:cs/>
          <w:lang w:bidi="bn-IN"/>
        </w:rPr>
        <w:t xml:space="preserve"> নিজেরা পূর্বে মুক্তি পেয়েছেন।</w:t>
      </w:r>
      <w:r w:rsidR="009C63DA">
        <w:rPr>
          <w:lang w:bidi="bn-IN"/>
        </w:rPr>
        <w:t xml:space="preserve"> </w:t>
      </w:r>
      <w:r w:rsidRPr="007710BF">
        <w:rPr>
          <w:cs/>
          <w:lang w:bidi="bn-IN"/>
        </w:rPr>
        <w:t>তাহলে মানুষের মুক্তির অর্থ কি</w:t>
      </w:r>
      <w:r w:rsidRPr="007710BF">
        <w:t xml:space="preserve">? </w:t>
      </w:r>
      <w:r w:rsidRPr="007710BF">
        <w:rPr>
          <w:cs/>
          <w:lang w:bidi="bn-IN"/>
        </w:rPr>
        <w:t>কি থেকে মানুষের মুক্তি</w:t>
      </w:r>
      <w:r w:rsidRPr="007710BF">
        <w:t xml:space="preserve">? </w:t>
      </w:r>
      <w:r w:rsidRPr="007710BF">
        <w:rPr>
          <w:cs/>
          <w:lang w:bidi="bn-IN"/>
        </w:rPr>
        <w:t>পৃথিবীর বন্দিত্ব থেকে</w:t>
      </w:r>
      <w:r w:rsidR="00895143">
        <w:t>,</w:t>
      </w:r>
      <w:r w:rsidRPr="007710BF">
        <w:rPr>
          <w:cs/>
          <w:lang w:bidi="bn-IN"/>
        </w:rPr>
        <w:t>না অন্যান্য মানুষের</w:t>
      </w:r>
      <w:r w:rsidR="009C63DA">
        <w:rPr>
          <w:lang w:bidi="bn-IN"/>
        </w:rPr>
        <w:t xml:space="preserve"> </w:t>
      </w:r>
      <w:r w:rsidRPr="007710BF">
        <w:rPr>
          <w:cs/>
          <w:lang w:bidi="bn-IN"/>
        </w:rPr>
        <w:t>বন্ধন থেকে</w:t>
      </w:r>
      <w:r w:rsidRPr="007710BF">
        <w:t xml:space="preserve">? </w:t>
      </w:r>
      <w:r w:rsidRPr="007710BF">
        <w:rPr>
          <w:cs/>
          <w:lang w:bidi="bn-IN"/>
        </w:rPr>
        <w:t>যার অর্থ মানুষ থেকে মানুষের মুক্তি। এগুলো ঠিক</w:t>
      </w:r>
      <w:r w:rsidR="00895143">
        <w:t>,</w:t>
      </w:r>
      <w:r w:rsidRPr="007710BF">
        <w:rPr>
          <w:cs/>
          <w:lang w:bidi="bn-IN"/>
        </w:rPr>
        <w:t>তবে এর থেকে গুরুত্ব</w:t>
      </w:r>
      <w:r w:rsidR="005C657F">
        <w:rPr>
          <w:cs/>
          <w:lang w:bidi="bn-IN"/>
        </w:rPr>
        <w:t>পূর্ণ</w:t>
      </w:r>
      <w:r w:rsidR="009C63DA">
        <w:rPr>
          <w:cs/>
          <w:lang w:bidi="bn-IN"/>
        </w:rPr>
        <w:t xml:space="preserve"> হলো</w:t>
      </w:r>
      <w:r w:rsidR="009C63DA">
        <w:rPr>
          <w:lang w:bidi="bn-IN"/>
        </w:rPr>
        <w:t xml:space="preserve"> </w:t>
      </w:r>
      <w:r w:rsidRPr="007710BF">
        <w:rPr>
          <w:cs/>
          <w:lang w:bidi="bn-IN"/>
        </w:rPr>
        <w:t>মানুষের আমিত্ব ও নাফ্সে আম্মারা এবং নিজের সীমাবদ্ধতা থেকে মুক্তি। যতক্ষণ মানুষ নিজের</w:t>
      </w:r>
      <w:r w:rsidR="009C63DA">
        <w:rPr>
          <w:lang w:bidi="bn-IN"/>
        </w:rPr>
        <w:t xml:space="preserve"> </w:t>
      </w:r>
      <w:r w:rsidRPr="007710BF">
        <w:rPr>
          <w:cs/>
          <w:lang w:bidi="bn-IN"/>
        </w:rPr>
        <w:t>সীমাবদ্ধতা থেকে মুক্তি না পাবে ততক্ষণ পৃথিবীর বন্দিত্ব ও অন্যান্য মানুষের বন্দিত্ব থেকেও মুক্তিপাবে না।</w:t>
      </w:r>
    </w:p>
    <w:p w:rsidR="009C63DA" w:rsidRDefault="009C63DA" w:rsidP="009E7BEE">
      <w:pPr>
        <w:pStyle w:val="libNormal"/>
        <w:rPr>
          <w:lang w:bidi="bn-IN"/>
        </w:rPr>
      </w:pPr>
    </w:p>
    <w:p w:rsidR="009C63DA" w:rsidRDefault="007710BF" w:rsidP="00A330D0">
      <w:pPr>
        <w:pStyle w:val="libBold1"/>
        <w:rPr>
          <w:lang w:bidi="bn-IN"/>
        </w:rPr>
      </w:pPr>
      <w:r w:rsidRPr="007710BF">
        <w:rPr>
          <w:cs/>
          <w:lang w:bidi="bn-IN"/>
        </w:rPr>
        <w:t>বহিঃপ্রবণতা ও অন্তঃপ্রবণতার সহাবস্থানের প্রয়োজনীয়তা</w:t>
      </w:r>
    </w:p>
    <w:p w:rsidR="009C63DA" w:rsidRDefault="009C63DA" w:rsidP="009E7BEE">
      <w:pPr>
        <w:pStyle w:val="libNormal"/>
        <w:rPr>
          <w:lang w:bidi="bn-IN"/>
        </w:rPr>
      </w:pPr>
    </w:p>
    <w:p w:rsidR="00A330D0" w:rsidRDefault="007710BF" w:rsidP="009E7BEE">
      <w:pPr>
        <w:pStyle w:val="libNormal"/>
        <w:rPr>
          <w:lang w:bidi="bn-IN"/>
        </w:rPr>
      </w:pPr>
      <w:r w:rsidRPr="007710BF">
        <w:rPr>
          <w:cs/>
          <w:lang w:bidi="bn-IN"/>
        </w:rPr>
        <w:t>আমরা এখনও আমাদের আলোচনার প্রথম পর্যায়ে রয়েছি। আজ রাত মোবারক মাস রমযানের</w:t>
      </w:r>
      <w:r w:rsidR="00A330D0">
        <w:rPr>
          <w:lang w:bidi="bn-IN"/>
        </w:rPr>
        <w:t xml:space="preserve"> </w:t>
      </w:r>
      <w:r w:rsidRPr="007710BF">
        <w:rPr>
          <w:cs/>
          <w:lang w:bidi="bn-IN"/>
        </w:rPr>
        <w:t>একুশের রাত্রি</w:t>
      </w:r>
      <w:r w:rsidR="00895143">
        <w:t>,</w:t>
      </w:r>
      <w:r w:rsidRPr="007710BF">
        <w:rPr>
          <w:cs/>
          <w:lang w:bidi="bn-IN"/>
        </w:rPr>
        <w:t>রমযানের শেষ দশ রাত্রির প্রথম রাত্রি। যখন রমযানের শেষ দশ দিন আসত তখন</w:t>
      </w:r>
      <w:r w:rsidR="00A330D0">
        <w:rPr>
          <w:lang w:bidi="bn-IN"/>
        </w:rPr>
        <w:t xml:space="preserve"> </w:t>
      </w:r>
      <w:r w:rsidRPr="007710BF">
        <w:rPr>
          <w:cs/>
          <w:lang w:bidi="bn-IN"/>
        </w:rPr>
        <w:t>রাসূল (সা.) নির্দেশ দিতেন শোবার বিছানা গুটিয়ে ফেলতে এবং শওয়াল মাসে তা খুলতে। অর্থাৎ</w:t>
      </w:r>
      <w:r w:rsidR="00A330D0">
        <w:rPr>
          <w:lang w:bidi="bn-IN"/>
        </w:rPr>
        <w:t xml:space="preserve"> </w:t>
      </w:r>
      <w:r w:rsidRPr="007710BF">
        <w:rPr>
          <w:cs/>
          <w:lang w:bidi="bn-IN"/>
        </w:rPr>
        <w:t>রাসূল এ শেষ দশ দিনের কোন রাত্রিতেই ঘুমাতেন না। এ রাতগুলো ইবাদত</w:t>
      </w:r>
      <w:r w:rsidR="00895143">
        <w:t>,</w:t>
      </w:r>
      <w:r w:rsidRPr="007710BF">
        <w:rPr>
          <w:cs/>
          <w:lang w:bidi="bn-IN"/>
        </w:rPr>
        <w:t>দোয়া</w:t>
      </w:r>
      <w:r w:rsidR="00895143">
        <w:t>,</w:t>
      </w:r>
      <w:r w:rsidRPr="007710BF">
        <w:rPr>
          <w:cs/>
          <w:lang w:bidi="bn-IN"/>
        </w:rPr>
        <w:t>মোনাজাত ও</w:t>
      </w:r>
      <w:r w:rsidR="00A330D0">
        <w:rPr>
          <w:lang w:bidi="bn-IN"/>
        </w:rPr>
        <w:t xml:space="preserve"> </w:t>
      </w:r>
      <w:r w:rsidR="00D009A1">
        <w:rPr>
          <w:cs/>
          <w:lang w:bidi="bn-IN"/>
        </w:rPr>
        <w:t>আল্লাহর</w:t>
      </w:r>
      <w:r w:rsidRPr="007710BF">
        <w:rPr>
          <w:rFonts w:hint="cs"/>
          <w:cs/>
          <w:lang w:bidi="bn-IN"/>
        </w:rPr>
        <w:t xml:space="preserve"> সঙ্গে একাকী কাটানোর রাত।</w:t>
      </w:r>
    </w:p>
    <w:p w:rsidR="00A330D0" w:rsidRDefault="007710BF" w:rsidP="00A330D0">
      <w:pPr>
        <w:pStyle w:val="libNormal"/>
        <w:rPr>
          <w:lang w:bidi="bn-IN"/>
        </w:rPr>
      </w:pPr>
      <w:r w:rsidRPr="007710BF">
        <w:rPr>
          <w:rFonts w:hint="cs"/>
          <w:cs/>
          <w:lang w:bidi="bn-IN"/>
        </w:rPr>
        <w:t>যা হোক আমরা যে বিষয় নিয়ে পূর্ববর্তী বৈঠকে আলোচনা করেছি</w:t>
      </w:r>
      <w:r w:rsidR="00895143">
        <w:t>,</w:t>
      </w:r>
      <w:r w:rsidRPr="007710BF">
        <w:rPr>
          <w:cs/>
          <w:lang w:bidi="bn-IN"/>
        </w:rPr>
        <w:t>বলেছি যে</w:t>
      </w:r>
      <w:r w:rsidR="00895143">
        <w:t>,</w:t>
      </w:r>
      <w:r w:rsidRPr="007710BF">
        <w:rPr>
          <w:cs/>
          <w:lang w:bidi="bn-IN"/>
        </w:rPr>
        <w:t>কখনো কখনো</w:t>
      </w:r>
      <w:r w:rsidR="00A330D0">
        <w:rPr>
          <w:lang w:bidi="bn-IN"/>
        </w:rPr>
        <w:t xml:space="preserve"> </w:t>
      </w:r>
      <w:r w:rsidRPr="007710BF">
        <w:rPr>
          <w:cs/>
          <w:lang w:bidi="bn-IN"/>
        </w:rPr>
        <w:t>কোন কোন মূল্যবোধ অন্যান্য মূল্যবোধকে নিশ্চিহ্ন করে দেয়। এক সময় ইসলামী সমাজ ইবাদতের</w:t>
      </w:r>
      <w:r w:rsidR="00A330D0">
        <w:rPr>
          <w:lang w:bidi="bn-IN"/>
        </w:rPr>
        <w:t xml:space="preserve"> </w:t>
      </w:r>
      <w:r w:rsidRPr="007710BF">
        <w:rPr>
          <w:cs/>
          <w:lang w:bidi="bn-IN"/>
        </w:rPr>
        <w:t>মূল্যবোধের দিকে ঝুঁকে পড়েছিল এবং বাড়াবাড়ি এমন পর্যায়ে গিয়েছিল যে</w:t>
      </w:r>
      <w:r w:rsidR="00895143">
        <w:t>,</w:t>
      </w:r>
      <w:r w:rsidRPr="007710BF">
        <w:rPr>
          <w:cs/>
          <w:lang w:bidi="bn-IN"/>
        </w:rPr>
        <w:t>অন্যান্য মূল্যবোধ ধ্বংস করছিল। বর্তমানে আমি লক্ষ্য করছি অন্য আরেক অবস্থার সৃষ্টি হয়েছে</w:t>
      </w:r>
      <w:r w:rsidRPr="007710BF">
        <w:t xml:space="preserve">; </w:t>
      </w:r>
      <w:r w:rsidRPr="007710BF">
        <w:rPr>
          <w:cs/>
          <w:lang w:bidi="bn-IN"/>
        </w:rPr>
        <w:t>কেউ কেউ ইসলামের</w:t>
      </w:r>
      <w:r w:rsidR="00A330D0">
        <w:rPr>
          <w:lang w:bidi="bn-IN"/>
        </w:rPr>
        <w:t xml:space="preserve"> </w:t>
      </w:r>
      <w:r w:rsidRPr="007710BF">
        <w:rPr>
          <w:cs/>
          <w:lang w:bidi="bn-IN"/>
        </w:rPr>
        <w:t>সামাজিক মূল্যবোধের দিকে দেখেন</w:t>
      </w:r>
      <w:r w:rsidR="00895143">
        <w:t>,</w:t>
      </w:r>
      <w:r w:rsidRPr="007710BF">
        <w:rPr>
          <w:cs/>
          <w:lang w:bidi="bn-IN"/>
        </w:rPr>
        <w:t xml:space="preserve">কিন্তু এর খোদায়ী দিককে ভুলে যান। </w:t>
      </w:r>
      <w:r w:rsidR="00FE6D44">
        <w:rPr>
          <w:cs/>
          <w:lang w:bidi="bn-IN"/>
        </w:rPr>
        <w:t>তারা</w:t>
      </w:r>
      <w:r w:rsidRPr="007710BF">
        <w:rPr>
          <w:cs/>
          <w:lang w:bidi="bn-IN"/>
        </w:rPr>
        <w:t xml:space="preserve"> আরেকটি ভুল ও</w:t>
      </w:r>
      <w:r w:rsidR="00A330D0">
        <w:rPr>
          <w:lang w:bidi="bn-IN"/>
        </w:rPr>
        <w:t xml:space="preserve"> </w:t>
      </w:r>
      <w:r w:rsidRPr="007710BF">
        <w:rPr>
          <w:cs/>
          <w:lang w:bidi="bn-IN"/>
        </w:rPr>
        <w:t>বিচ্যুতির মধ্যে পড়েছেন</w:t>
      </w:r>
      <w:r w:rsidR="003936CB">
        <w:t>-</w:t>
      </w:r>
      <w:r w:rsidRPr="007710BF">
        <w:t xml:space="preserve"> </w:t>
      </w:r>
      <w:r w:rsidRPr="007710BF">
        <w:rPr>
          <w:cs/>
          <w:lang w:bidi="bn-IN"/>
        </w:rPr>
        <w:t>এক আরবের গাধায় চড়ার মতো যে গাধায় উঠার জন্য এমন জোরে লাফদিল ফলে অন্য পার্শ্বে গিয়ে পড়ল। ফলে প্রথম প্রচেষ্টায় সে গাধায় উঠতে পারল না। দ্বিতীয় বারও সেতা-ই করল। তখন নিজেই বলল</w:t>
      </w:r>
      <w:r w:rsidR="00895143">
        <w:t>,</w:t>
      </w:r>
      <w:r w:rsidR="00A330D0">
        <w:t xml:space="preserve"> </w:t>
      </w:r>
      <w:r w:rsidR="00A330D0" w:rsidRPr="00A330D0">
        <w:rPr>
          <w:rStyle w:val="libArChar"/>
          <w:rFonts w:hint="cs"/>
          <w:rtl/>
          <w:lang w:bidi="fa-IR"/>
        </w:rPr>
        <w:t>ك</w:t>
      </w:r>
      <w:r w:rsidR="00A330D0" w:rsidRPr="00A330D0">
        <w:rPr>
          <w:rStyle w:val="libArChar"/>
          <w:rFonts w:hint="cs"/>
          <w:rtl/>
        </w:rPr>
        <w:t xml:space="preserve"> </w:t>
      </w:r>
      <w:r w:rsidR="00A330D0" w:rsidRPr="00A330D0">
        <w:rPr>
          <w:rStyle w:val="libArChar"/>
          <w:rFonts w:hint="cs"/>
          <w:rtl/>
          <w:lang w:bidi="fa-IR"/>
        </w:rPr>
        <w:t>الاوّل</w:t>
      </w:r>
      <w:r w:rsidR="00A330D0" w:rsidRPr="00A330D0">
        <w:rPr>
          <w:rStyle w:val="libArChar"/>
        </w:rPr>
        <w:t xml:space="preserve"> </w:t>
      </w:r>
      <w:r w:rsidRPr="007710BF">
        <w:rPr>
          <w:cs/>
          <w:lang w:bidi="bn-IN"/>
        </w:rPr>
        <w:t>অর্থাৎ প্রথম বারের মতোই।</w:t>
      </w:r>
    </w:p>
    <w:p w:rsidR="008065D7" w:rsidRDefault="007710BF" w:rsidP="00A330D0">
      <w:pPr>
        <w:pStyle w:val="libNormal"/>
        <w:rPr>
          <w:lang w:bidi="bn-IN"/>
        </w:rPr>
      </w:pPr>
      <w:r w:rsidRPr="007710BF">
        <w:rPr>
          <w:cs/>
          <w:lang w:bidi="bn-IN"/>
        </w:rPr>
        <w:t>যদি এমন অবস্থা হয় যে</w:t>
      </w:r>
      <w:r w:rsidR="00895143">
        <w:t>,</w:t>
      </w:r>
      <w:r w:rsidRPr="007710BF">
        <w:rPr>
          <w:cs/>
          <w:lang w:bidi="bn-IN"/>
        </w:rPr>
        <w:t>ইসলামের ভারসাম্যপূর্ণ অবস্থা থেকে বের হয়ে যাব</w:t>
      </w:r>
      <w:r w:rsidR="00895143">
        <w:t>,</w:t>
      </w:r>
      <w:r w:rsidRPr="007710BF">
        <w:rPr>
          <w:cs/>
          <w:lang w:bidi="bn-IN"/>
        </w:rPr>
        <w:t>তবে সমাজবিমুখ</w:t>
      </w:r>
      <w:r w:rsidR="00A330D0">
        <w:rPr>
          <w:lang w:bidi="bn-IN"/>
        </w:rPr>
        <w:t xml:space="preserve"> </w:t>
      </w:r>
      <w:r w:rsidRPr="007710BF">
        <w:rPr>
          <w:cs/>
          <w:lang w:bidi="bn-IN"/>
        </w:rPr>
        <w:t>ইবাদতকারী আর ইবাদতবিমুখ সমাজম</w:t>
      </w:r>
      <w:r w:rsidR="008065D7">
        <w:rPr>
          <w:cs/>
          <w:lang w:bidi="bn-IN"/>
        </w:rPr>
        <w:t xml:space="preserve">ুখিতার মধ্যে কোন পার্থক্য নেই। </w:t>
      </w:r>
    </w:p>
    <w:p w:rsidR="008065D7" w:rsidRDefault="007710BF" w:rsidP="008065D7">
      <w:pPr>
        <w:pStyle w:val="libNormal"/>
      </w:pPr>
      <w:r w:rsidRPr="007710BF">
        <w:rPr>
          <w:cs/>
          <w:lang w:bidi="bn-IN"/>
        </w:rPr>
        <w:t>দেখুন</w:t>
      </w:r>
      <w:r w:rsidR="00895143">
        <w:t>,</w:t>
      </w:r>
      <w:r w:rsidRPr="007710BF">
        <w:rPr>
          <w:cs/>
          <w:lang w:bidi="bn-IN"/>
        </w:rPr>
        <w:t>মহান আ</w:t>
      </w:r>
      <w:r w:rsidR="006B46F0">
        <w:rPr>
          <w:cs/>
          <w:lang w:bidi="bn-IN"/>
        </w:rPr>
        <w:t>ল্লা</w:t>
      </w:r>
      <w:r w:rsidR="008065D7">
        <w:rPr>
          <w:rFonts w:hint="cs"/>
          <w:cs/>
          <w:lang w:bidi="bn-IN"/>
        </w:rPr>
        <w:t xml:space="preserve">হ্ সূরা </w:t>
      </w:r>
      <w:r w:rsidR="008065D7" w:rsidRPr="008065D7">
        <w:rPr>
          <w:cs/>
          <w:lang w:bidi="bn-IN"/>
        </w:rPr>
        <w:t>ফাতহের</w:t>
      </w:r>
      <w:r w:rsidRPr="007710BF">
        <w:rPr>
          <w:rFonts w:hint="cs"/>
          <w:cs/>
          <w:lang w:bidi="bn-IN"/>
        </w:rPr>
        <w:t xml:space="preserve"> শেষ রুকুতে কি বলছেন (এমন নমুনা কোরআনে আরও</w:t>
      </w:r>
      <w:r w:rsidR="008065D7">
        <w:rPr>
          <w:lang w:bidi="bn-IN"/>
        </w:rPr>
        <w:t xml:space="preserve"> </w:t>
      </w:r>
      <w:r w:rsidRPr="007710BF">
        <w:rPr>
          <w:rFonts w:hint="cs"/>
          <w:cs/>
          <w:lang w:bidi="bn-IN"/>
        </w:rPr>
        <w:t>রয়েছে)</w:t>
      </w:r>
      <w:r w:rsidR="00895143">
        <w:t>,</w:t>
      </w:r>
    </w:p>
    <w:p w:rsidR="00E90737" w:rsidRDefault="00E90737" w:rsidP="00E90737">
      <w:pPr>
        <w:pStyle w:val="libAie"/>
        <w:rPr>
          <w:rtl/>
        </w:rPr>
      </w:pPr>
    </w:p>
    <w:p w:rsidR="008065D7" w:rsidRPr="00A377A9" w:rsidRDefault="00E90737" w:rsidP="00E90737">
      <w:pPr>
        <w:pStyle w:val="libAie"/>
      </w:pPr>
      <w:r w:rsidRPr="00E90737">
        <w:rPr>
          <w:rStyle w:val="libAlaemChar"/>
          <w:rFonts w:hint="cs"/>
          <w:rtl/>
        </w:rPr>
        <w:t>(</w:t>
      </w:r>
      <w:r>
        <w:rPr>
          <w:rtl/>
        </w:rPr>
        <w:t>مُحَمَّدٌ رَسُولُ اللَّهِ وَالَّذِينَ مَعَهُ أَشِدَّاءُ عَلَى الْكُفَّارِ رُحَمَاءُ بَيْنَهُمْ</w:t>
      </w:r>
      <w:r w:rsidRPr="00E90737">
        <w:rPr>
          <w:rStyle w:val="libAlaemChar"/>
          <w:rFonts w:hint="cs"/>
          <w:rtl/>
        </w:rPr>
        <w:t>)</w:t>
      </w:r>
    </w:p>
    <w:p w:rsidR="00E90737" w:rsidRDefault="007710BF" w:rsidP="008065D7">
      <w:pPr>
        <w:pStyle w:val="libNormal"/>
        <w:rPr>
          <w:lang w:bidi="bn-IN"/>
        </w:rPr>
      </w:pPr>
      <w:r w:rsidRPr="007710BF">
        <w:rPr>
          <w:cs/>
          <w:lang w:bidi="bn-IN"/>
        </w:rPr>
        <w:t>রাসূল</w:t>
      </w:r>
      <w:r w:rsidR="005C657F">
        <w:rPr>
          <w:cs/>
          <w:lang w:bidi="bn-IN"/>
        </w:rPr>
        <w:t>ল্লা</w:t>
      </w:r>
      <w:r w:rsidR="005C657F">
        <w:rPr>
          <w:rFonts w:hint="cs"/>
          <w:cs/>
          <w:lang w:bidi="bn-IN"/>
        </w:rPr>
        <w:t>হর</w:t>
      </w:r>
      <w:r w:rsidRPr="007710BF">
        <w:rPr>
          <w:rFonts w:hint="cs"/>
          <w:cs/>
          <w:lang w:bidi="bn-IN"/>
        </w:rPr>
        <w:t xml:space="preserve"> প্রশিক্ষিত সাহাবীরা কিরূপ</w:t>
      </w:r>
      <w:r w:rsidRPr="007710BF">
        <w:t xml:space="preserve">? </w:t>
      </w:r>
      <w:r w:rsidRPr="007710BF">
        <w:rPr>
          <w:cs/>
          <w:lang w:bidi="bn-IN"/>
        </w:rPr>
        <w:t xml:space="preserve">মুসলমানদের </w:t>
      </w:r>
      <w:r w:rsidR="005E5BE9">
        <w:rPr>
          <w:cs/>
          <w:lang w:bidi="bn-IN"/>
        </w:rPr>
        <w:t>প্রকৃত</w:t>
      </w:r>
      <w:r w:rsidRPr="007710BF">
        <w:rPr>
          <w:cs/>
          <w:lang w:bidi="bn-IN"/>
        </w:rPr>
        <w:t xml:space="preserve"> শ</w:t>
      </w:r>
      <w:r w:rsidR="00E90737">
        <w:rPr>
          <w:cs/>
          <w:lang w:bidi="bn-IN"/>
        </w:rPr>
        <w:t>ত্রু অর্থাৎ কাফেরদের মোকাবিলায়</w:t>
      </w:r>
      <w:r w:rsidR="00E90737">
        <w:rPr>
          <w:lang w:bidi="bn-IN"/>
        </w:rPr>
        <w:t xml:space="preserve"> </w:t>
      </w:r>
      <w:r w:rsidRPr="007710BF">
        <w:rPr>
          <w:cs/>
          <w:lang w:bidi="bn-IN"/>
        </w:rPr>
        <w:t>কঠিন</w:t>
      </w:r>
      <w:r w:rsidR="00895143">
        <w:t>,</w:t>
      </w:r>
      <w:r w:rsidRPr="007710BF">
        <w:rPr>
          <w:cs/>
          <w:lang w:bidi="bn-IN"/>
        </w:rPr>
        <w:t>কঠোর</w:t>
      </w:r>
      <w:r w:rsidR="00895143">
        <w:t>,</w:t>
      </w:r>
      <w:r w:rsidR="00E90737">
        <w:rPr>
          <w:cs/>
          <w:lang w:bidi="bn-IN"/>
        </w:rPr>
        <w:t>দৃঢ় ও মজবুত যেমন সীশা</w:t>
      </w:r>
      <w:r w:rsidRPr="007710BF">
        <w:rPr>
          <w:cs/>
          <w:lang w:bidi="bn-IN"/>
        </w:rPr>
        <w:t xml:space="preserve"> ঢালা প্রাচীর।</w:t>
      </w:r>
    </w:p>
    <w:p w:rsidR="00E90737" w:rsidRPr="00A3582C" w:rsidRDefault="00FD0789" w:rsidP="009848A8">
      <w:pPr>
        <w:pStyle w:val="libNormal"/>
      </w:pPr>
      <w:r w:rsidRPr="00A3582C">
        <w:rPr>
          <w:rStyle w:val="libAlaemChar"/>
        </w:rPr>
        <w:t>)</w:t>
      </w:r>
      <w:r w:rsidRPr="00A3582C">
        <w:rPr>
          <w:rStyle w:val="libAieChar"/>
          <w:rFonts w:hint="cs"/>
          <w:rtl/>
        </w:rPr>
        <w:t>إِنَّ</w:t>
      </w:r>
      <w:r w:rsidRPr="00A3582C">
        <w:rPr>
          <w:rFonts w:hint="cs"/>
          <w:rtl/>
        </w:rPr>
        <w:t xml:space="preserve"> </w:t>
      </w:r>
      <w:r w:rsidRPr="00A3582C">
        <w:rPr>
          <w:rStyle w:val="libAieChar"/>
          <w:rFonts w:hint="cs"/>
          <w:rtl/>
        </w:rPr>
        <w:t>اللَّهَ</w:t>
      </w:r>
      <w:r w:rsidRPr="00A3582C">
        <w:rPr>
          <w:rFonts w:hint="cs"/>
          <w:rtl/>
        </w:rPr>
        <w:t xml:space="preserve"> </w:t>
      </w:r>
      <w:r w:rsidRPr="00A3582C">
        <w:rPr>
          <w:rStyle w:val="libAieChar"/>
          <w:rFonts w:hint="cs"/>
          <w:rtl/>
        </w:rPr>
        <w:t>يُحِبُّ</w:t>
      </w:r>
      <w:r w:rsidRPr="00A3582C">
        <w:rPr>
          <w:rFonts w:hint="cs"/>
          <w:rtl/>
        </w:rPr>
        <w:t xml:space="preserve"> </w:t>
      </w:r>
      <w:r w:rsidRPr="00A3582C">
        <w:rPr>
          <w:rStyle w:val="libAieChar"/>
          <w:rFonts w:hint="cs"/>
          <w:rtl/>
        </w:rPr>
        <w:t>الَّذِينَ</w:t>
      </w:r>
      <w:r w:rsidRPr="00A3582C">
        <w:rPr>
          <w:rFonts w:hint="cs"/>
          <w:rtl/>
        </w:rPr>
        <w:t xml:space="preserve"> </w:t>
      </w:r>
      <w:r w:rsidRPr="00A3582C">
        <w:rPr>
          <w:rStyle w:val="libAieChar"/>
          <w:rFonts w:hint="cs"/>
          <w:rtl/>
        </w:rPr>
        <w:t>يُقَاتِلُونَ</w:t>
      </w:r>
      <w:r w:rsidRPr="00A3582C">
        <w:rPr>
          <w:rFonts w:hint="cs"/>
          <w:rtl/>
        </w:rPr>
        <w:t xml:space="preserve"> </w:t>
      </w:r>
      <w:r w:rsidRPr="00A3582C">
        <w:rPr>
          <w:rStyle w:val="libAieChar"/>
          <w:rFonts w:hint="cs"/>
          <w:rtl/>
        </w:rPr>
        <w:t>فِي</w:t>
      </w:r>
      <w:r w:rsidRPr="00A3582C">
        <w:rPr>
          <w:rFonts w:hint="cs"/>
          <w:rtl/>
        </w:rPr>
        <w:t xml:space="preserve"> </w:t>
      </w:r>
      <w:r w:rsidRPr="00A3582C">
        <w:rPr>
          <w:rStyle w:val="libAieChar"/>
          <w:rFonts w:hint="cs"/>
          <w:rtl/>
        </w:rPr>
        <w:t>سَبِيلِهِ</w:t>
      </w:r>
      <w:r w:rsidRPr="00A3582C">
        <w:rPr>
          <w:rFonts w:hint="cs"/>
          <w:rtl/>
        </w:rPr>
        <w:t xml:space="preserve"> </w:t>
      </w:r>
      <w:r w:rsidRPr="00A3582C">
        <w:rPr>
          <w:rStyle w:val="libAieChar"/>
          <w:rFonts w:hint="cs"/>
          <w:rtl/>
        </w:rPr>
        <w:t>صَفًّا</w:t>
      </w:r>
      <w:r w:rsidRPr="00A3582C">
        <w:rPr>
          <w:rFonts w:hint="cs"/>
          <w:rtl/>
        </w:rPr>
        <w:t xml:space="preserve"> </w:t>
      </w:r>
      <w:r w:rsidRPr="00A3582C">
        <w:rPr>
          <w:rStyle w:val="libAieChar"/>
          <w:rFonts w:hint="cs"/>
          <w:rtl/>
        </w:rPr>
        <w:t>كَأَنَّهُمْ</w:t>
      </w:r>
      <w:r w:rsidRPr="00A3582C">
        <w:rPr>
          <w:rFonts w:hint="cs"/>
          <w:rtl/>
        </w:rPr>
        <w:t xml:space="preserve"> </w:t>
      </w:r>
      <w:r w:rsidRPr="00A3582C">
        <w:rPr>
          <w:rStyle w:val="libAieChar"/>
          <w:rFonts w:hint="cs"/>
          <w:rtl/>
        </w:rPr>
        <w:t>بُنْيَانٌ</w:t>
      </w:r>
      <w:r w:rsidRPr="00A3582C">
        <w:rPr>
          <w:rFonts w:hint="cs"/>
          <w:rtl/>
        </w:rPr>
        <w:t xml:space="preserve"> </w:t>
      </w:r>
      <w:r w:rsidRPr="00A3582C">
        <w:rPr>
          <w:rStyle w:val="libAieChar"/>
          <w:rFonts w:hint="cs"/>
          <w:rtl/>
        </w:rPr>
        <w:t>مَرْصُوصٌ</w:t>
      </w:r>
      <w:r w:rsidRPr="00A3582C">
        <w:rPr>
          <w:rStyle w:val="libAlaemChar"/>
        </w:rPr>
        <w:t>(</w:t>
      </w:r>
    </w:p>
    <w:p w:rsidR="00FD0789" w:rsidRDefault="007710BF" w:rsidP="008065D7">
      <w:pPr>
        <w:pStyle w:val="libNormal"/>
        <w:rPr>
          <w:lang w:bidi="bn-IN"/>
        </w:rPr>
      </w:pPr>
      <w:r w:rsidRPr="007710BF">
        <w:t>(</w:t>
      </w:r>
      <w:r w:rsidRPr="007710BF">
        <w:rPr>
          <w:cs/>
          <w:lang w:bidi="bn-IN"/>
        </w:rPr>
        <w:t>সূরা ছফ : ৪)</w:t>
      </w:r>
    </w:p>
    <w:p w:rsidR="00FD0789" w:rsidRDefault="007710BF" w:rsidP="00FD0789">
      <w:pPr>
        <w:pStyle w:val="libNormal"/>
      </w:pPr>
      <w:r w:rsidRPr="007710BF">
        <w:rPr>
          <w:cs/>
          <w:lang w:bidi="bn-IN"/>
        </w:rPr>
        <w:t>কিন্তু এরা দু</w:t>
      </w:r>
      <w:r w:rsidRPr="001933EC">
        <w:rPr>
          <w:rStyle w:val="libAlaemChar"/>
        </w:rPr>
        <w:t>’</w:t>
      </w:r>
      <w:r w:rsidRPr="007710BF">
        <w:rPr>
          <w:cs/>
          <w:lang w:bidi="bn-IN"/>
        </w:rPr>
        <w:t>রূপের অধিকারী</w:t>
      </w:r>
      <w:r w:rsidR="003936CB">
        <w:t>-</w:t>
      </w:r>
      <w:r w:rsidRPr="007710BF">
        <w:t xml:space="preserve"> </w:t>
      </w:r>
      <w:r w:rsidRPr="007710BF">
        <w:rPr>
          <w:cs/>
          <w:lang w:bidi="bn-IN"/>
        </w:rPr>
        <w:t xml:space="preserve">ইসলামের </w:t>
      </w:r>
      <w:r w:rsidR="005E5BE9">
        <w:rPr>
          <w:cs/>
          <w:lang w:bidi="bn-IN"/>
        </w:rPr>
        <w:t>প্রকৃত</w:t>
      </w:r>
      <w:r w:rsidRPr="007710BF">
        <w:rPr>
          <w:cs/>
          <w:lang w:bidi="bn-IN"/>
        </w:rPr>
        <w:t xml:space="preserve"> শত্রুদের মোকাবিলায় তারা কঠোর ও মজবুত</w:t>
      </w:r>
      <w:r w:rsidR="00895143">
        <w:t>,</w:t>
      </w:r>
      <w:r w:rsidRPr="007710BF">
        <w:rPr>
          <w:cs/>
          <w:lang w:bidi="bn-IN"/>
        </w:rPr>
        <w:t xml:space="preserve">কিন্তু নিজেদের মধ্যে </w:t>
      </w:r>
      <w:r w:rsidR="00FD0789">
        <w:rPr>
          <w:cs/>
          <w:lang w:bidi="bn-IN"/>
        </w:rPr>
        <w:t>স্নে</w:t>
      </w:r>
      <w:r w:rsidRPr="007710BF">
        <w:rPr>
          <w:cs/>
          <w:lang w:bidi="bn-IN"/>
        </w:rPr>
        <w:t>হশীল</w:t>
      </w:r>
      <w:r w:rsidR="00895143">
        <w:t>,</w:t>
      </w:r>
      <w:r w:rsidRPr="007710BF">
        <w:rPr>
          <w:cs/>
          <w:lang w:bidi="bn-IN"/>
        </w:rPr>
        <w:t>দয়ালু</w:t>
      </w:r>
      <w:r w:rsidR="00895143">
        <w:t>,</w:t>
      </w:r>
      <w:r w:rsidRPr="007710BF">
        <w:rPr>
          <w:cs/>
          <w:lang w:bidi="bn-IN"/>
        </w:rPr>
        <w:t>ঐক্যবদ্ধ</w:t>
      </w:r>
      <w:r w:rsidR="00895143">
        <w:t>,</w:t>
      </w:r>
      <w:r w:rsidRPr="007710BF">
        <w:rPr>
          <w:cs/>
          <w:lang w:bidi="bn-IN"/>
        </w:rPr>
        <w:t>ভালবাসায় সম্পর্কিত। কোরআনের ভাষায় এটা</w:t>
      </w:r>
      <w:r w:rsidR="00FD0789">
        <w:rPr>
          <w:lang w:bidi="bn-IN"/>
        </w:rPr>
        <w:t xml:space="preserve"> </w:t>
      </w:r>
      <w:r w:rsidRPr="007710BF">
        <w:rPr>
          <w:cs/>
          <w:lang w:bidi="bn-IN"/>
        </w:rPr>
        <w:t>ইসলামী সমাজের বৈশিষ্ট্য (আমরা কয়েক শতাব্দী হলো সেটাকে ভুলতে বসেছি)। কোরআন সূরা</w:t>
      </w:r>
      <w:r w:rsidR="00FD0789">
        <w:rPr>
          <w:lang w:bidi="bn-IN"/>
        </w:rPr>
        <w:t xml:space="preserve"> </w:t>
      </w:r>
      <w:r w:rsidR="00FD0789" w:rsidRPr="00FD0789">
        <w:rPr>
          <w:cs/>
          <w:lang w:bidi="bn-IN"/>
        </w:rPr>
        <w:t>ফাতহের</w:t>
      </w:r>
      <w:r w:rsidRPr="007710BF">
        <w:rPr>
          <w:cs/>
          <w:lang w:bidi="bn-IN"/>
        </w:rPr>
        <w:t xml:space="preserve"> শেষ আয়াতে বলছে</w:t>
      </w:r>
      <w:r w:rsidR="003936CB">
        <w:t>-</w:t>
      </w:r>
    </w:p>
    <w:p w:rsidR="00FD0789" w:rsidRPr="00A3582C" w:rsidRDefault="00FD0789" w:rsidP="009848A8">
      <w:pPr>
        <w:pStyle w:val="libNormal"/>
      </w:pPr>
      <w:r w:rsidRPr="00A3582C">
        <w:rPr>
          <w:rStyle w:val="libAlaemChar"/>
        </w:rPr>
        <w:t>)</w:t>
      </w:r>
      <w:r w:rsidRPr="00A3582C">
        <w:rPr>
          <w:rStyle w:val="libAieChar"/>
          <w:rFonts w:hint="cs"/>
          <w:rtl/>
        </w:rPr>
        <w:t>تَرَاهُمْ</w:t>
      </w:r>
      <w:r w:rsidRPr="00A3582C">
        <w:rPr>
          <w:rFonts w:hint="cs"/>
          <w:rtl/>
        </w:rPr>
        <w:t xml:space="preserve"> </w:t>
      </w:r>
      <w:r w:rsidRPr="00A3582C">
        <w:rPr>
          <w:rStyle w:val="libAieChar"/>
          <w:rFonts w:hint="cs"/>
          <w:rtl/>
        </w:rPr>
        <w:t>رُكَّعًا</w:t>
      </w:r>
      <w:r w:rsidRPr="00A3582C">
        <w:rPr>
          <w:rFonts w:hint="cs"/>
          <w:rtl/>
        </w:rPr>
        <w:t xml:space="preserve"> </w:t>
      </w:r>
      <w:r w:rsidRPr="00A3582C">
        <w:rPr>
          <w:rStyle w:val="libAieChar"/>
          <w:rFonts w:hint="cs"/>
          <w:rtl/>
        </w:rPr>
        <w:t>سُجَّدًا</w:t>
      </w:r>
      <w:r w:rsidRPr="00A3582C">
        <w:rPr>
          <w:rFonts w:hint="cs"/>
          <w:rtl/>
        </w:rPr>
        <w:t xml:space="preserve"> </w:t>
      </w:r>
      <w:r w:rsidRPr="00A3582C">
        <w:rPr>
          <w:rStyle w:val="libAieChar"/>
          <w:rFonts w:hint="cs"/>
          <w:rtl/>
        </w:rPr>
        <w:t>يَبْتَغُونَ</w:t>
      </w:r>
      <w:r w:rsidRPr="00A3582C">
        <w:rPr>
          <w:rFonts w:hint="cs"/>
          <w:rtl/>
        </w:rPr>
        <w:t xml:space="preserve"> </w:t>
      </w:r>
      <w:r w:rsidRPr="00A3582C">
        <w:rPr>
          <w:rStyle w:val="libAieChar"/>
          <w:rFonts w:hint="cs"/>
          <w:rtl/>
        </w:rPr>
        <w:t>فَضْلًا</w:t>
      </w:r>
      <w:r w:rsidRPr="00A3582C">
        <w:rPr>
          <w:rFonts w:hint="cs"/>
          <w:rtl/>
        </w:rPr>
        <w:t xml:space="preserve"> </w:t>
      </w:r>
      <w:r w:rsidRPr="00A3582C">
        <w:rPr>
          <w:rStyle w:val="libAieChar"/>
          <w:rFonts w:hint="cs"/>
          <w:rtl/>
        </w:rPr>
        <w:t>مِنَ</w:t>
      </w:r>
      <w:r w:rsidRPr="00A3582C">
        <w:rPr>
          <w:rFonts w:hint="cs"/>
          <w:rtl/>
        </w:rPr>
        <w:t xml:space="preserve"> </w:t>
      </w:r>
      <w:r w:rsidRPr="00A3582C">
        <w:rPr>
          <w:rStyle w:val="libAieChar"/>
          <w:rFonts w:hint="cs"/>
          <w:rtl/>
        </w:rPr>
        <w:t>اللَّهِ</w:t>
      </w:r>
      <w:r w:rsidRPr="00A3582C">
        <w:rPr>
          <w:rFonts w:hint="cs"/>
          <w:rtl/>
        </w:rPr>
        <w:t xml:space="preserve"> </w:t>
      </w:r>
      <w:r w:rsidRPr="00A3582C">
        <w:rPr>
          <w:rStyle w:val="libAieChar"/>
          <w:rFonts w:hint="cs"/>
          <w:rtl/>
        </w:rPr>
        <w:t>وَرِضْوَانًا</w:t>
      </w:r>
      <w:r w:rsidRPr="00A3582C">
        <w:rPr>
          <w:rFonts w:hint="cs"/>
          <w:rtl/>
        </w:rPr>
        <w:t xml:space="preserve"> </w:t>
      </w:r>
      <w:r w:rsidRPr="00A3582C">
        <w:rPr>
          <w:rStyle w:val="libAieChar"/>
          <w:rFonts w:hint="cs"/>
          <w:rtl/>
        </w:rPr>
        <w:t>سِيمَاهُمْ</w:t>
      </w:r>
      <w:r w:rsidRPr="00A3582C">
        <w:rPr>
          <w:rFonts w:hint="cs"/>
          <w:rtl/>
        </w:rPr>
        <w:t xml:space="preserve"> </w:t>
      </w:r>
      <w:r w:rsidRPr="00A3582C">
        <w:rPr>
          <w:rStyle w:val="libAieChar"/>
          <w:rFonts w:hint="cs"/>
          <w:rtl/>
        </w:rPr>
        <w:t>فِي</w:t>
      </w:r>
      <w:r w:rsidRPr="00A3582C">
        <w:rPr>
          <w:rFonts w:hint="cs"/>
          <w:rtl/>
        </w:rPr>
        <w:t xml:space="preserve"> </w:t>
      </w:r>
      <w:r w:rsidRPr="00A3582C">
        <w:rPr>
          <w:rStyle w:val="libAieChar"/>
          <w:rFonts w:hint="cs"/>
          <w:rtl/>
        </w:rPr>
        <w:t>وُجُوهِهِمْ</w:t>
      </w:r>
      <w:r w:rsidRPr="00A3582C">
        <w:rPr>
          <w:rFonts w:hint="cs"/>
          <w:rtl/>
        </w:rPr>
        <w:t xml:space="preserve"> </w:t>
      </w:r>
      <w:r w:rsidRPr="00A3582C">
        <w:rPr>
          <w:rStyle w:val="libAieChar"/>
          <w:rFonts w:hint="cs"/>
          <w:rtl/>
        </w:rPr>
        <w:t>مِنْ</w:t>
      </w:r>
      <w:r w:rsidRPr="00A3582C">
        <w:rPr>
          <w:rFonts w:hint="cs"/>
          <w:rtl/>
        </w:rPr>
        <w:t xml:space="preserve"> </w:t>
      </w:r>
      <w:r w:rsidRPr="00A3582C">
        <w:rPr>
          <w:rStyle w:val="libAieChar"/>
          <w:rFonts w:hint="cs"/>
          <w:rtl/>
        </w:rPr>
        <w:t>أَثَرِ</w:t>
      </w:r>
      <w:r w:rsidRPr="00A3582C">
        <w:rPr>
          <w:rFonts w:hint="cs"/>
          <w:rtl/>
        </w:rPr>
        <w:t xml:space="preserve"> </w:t>
      </w:r>
      <w:r w:rsidRPr="00A3582C">
        <w:rPr>
          <w:rStyle w:val="libAieChar"/>
          <w:rFonts w:hint="cs"/>
          <w:rtl/>
        </w:rPr>
        <w:t>السُّجُودِ</w:t>
      </w:r>
      <w:r w:rsidRPr="00A3582C">
        <w:rPr>
          <w:rStyle w:val="libAlaemChar"/>
        </w:rPr>
        <w:t>(</w:t>
      </w:r>
    </w:p>
    <w:p w:rsidR="00312C7E" w:rsidRDefault="007710BF" w:rsidP="008065D7">
      <w:pPr>
        <w:pStyle w:val="libNormal"/>
        <w:rPr>
          <w:lang w:bidi="bn-IN"/>
        </w:rPr>
      </w:pPr>
      <w:r w:rsidRPr="007710BF">
        <w:rPr>
          <w:cs/>
          <w:lang w:bidi="bn-IN"/>
        </w:rPr>
        <w:t>সাথে সাথেই খোদায়ী মূল্যবোধের কথা বলছে। ঐ ব্যক্তিটি যে সমাজমুখী সে ব্যক্তিটিই খোদার</w:t>
      </w:r>
      <w:r w:rsidR="00FD0789">
        <w:rPr>
          <w:lang w:bidi="bn-IN"/>
        </w:rPr>
        <w:t xml:space="preserve"> </w:t>
      </w:r>
      <w:r w:rsidRPr="007710BF">
        <w:rPr>
          <w:cs/>
          <w:lang w:bidi="bn-IN"/>
        </w:rPr>
        <w:t>মোকাবিলায় নত</w:t>
      </w:r>
      <w:r w:rsidR="00895143">
        <w:t>,</w:t>
      </w:r>
      <w:r w:rsidRPr="007710BF">
        <w:rPr>
          <w:cs/>
          <w:lang w:bidi="bn-IN"/>
        </w:rPr>
        <w:t>সেজদাবনত</w:t>
      </w:r>
      <w:r w:rsidR="00895143">
        <w:t>,</w:t>
      </w:r>
      <w:r w:rsidRPr="007710BF">
        <w:rPr>
          <w:cs/>
          <w:lang w:bidi="bn-IN"/>
        </w:rPr>
        <w:t xml:space="preserve">নিজের মনের কথা ও বেদনা খোদার নিকট ব্যক্ত করে। </w:t>
      </w:r>
      <w:r w:rsidR="00FE6D44">
        <w:rPr>
          <w:cs/>
          <w:lang w:bidi="bn-IN"/>
        </w:rPr>
        <w:t>তার</w:t>
      </w:r>
      <w:r w:rsidRPr="007710BF">
        <w:rPr>
          <w:cs/>
          <w:lang w:bidi="bn-IN"/>
        </w:rPr>
        <w:t xml:space="preserve"> নিকট</w:t>
      </w:r>
      <w:r w:rsidR="00FD0789">
        <w:rPr>
          <w:lang w:bidi="bn-IN"/>
        </w:rPr>
        <w:t xml:space="preserve"> </w:t>
      </w:r>
      <w:r w:rsidRPr="007710BF">
        <w:rPr>
          <w:cs/>
          <w:lang w:bidi="bn-IN"/>
        </w:rPr>
        <w:t>থেকে এর থেকে উত্তরণের জন্য সাহায্য চায় যেন নিজের উন্নয়ন ঘটাতে পারে। যা তার আছে তাতে</w:t>
      </w:r>
      <w:r w:rsidR="00FD0789">
        <w:rPr>
          <w:lang w:bidi="bn-IN"/>
        </w:rPr>
        <w:t xml:space="preserve"> </w:t>
      </w:r>
      <w:r w:rsidRPr="007710BF">
        <w:rPr>
          <w:cs/>
          <w:lang w:bidi="bn-IN"/>
        </w:rPr>
        <w:t>সে সন্তুষ্ট নয়</w:t>
      </w:r>
      <w:r w:rsidR="00895143">
        <w:t>,</w:t>
      </w:r>
      <w:r w:rsidRPr="007710BF">
        <w:rPr>
          <w:cs/>
          <w:lang w:bidi="bn-IN"/>
        </w:rPr>
        <w:t>বরং প্রতি মুহূর্তে নিজের অবস্থার উন্নয়নের আকা</w:t>
      </w:r>
      <w:r w:rsidR="00F0282C">
        <w:rPr>
          <w:cs/>
          <w:lang w:bidi="bn-IN"/>
        </w:rPr>
        <w:t>ঙ্ক্ষী</w:t>
      </w:r>
      <w:r w:rsidRPr="007710BF">
        <w:rPr>
          <w:cs/>
          <w:lang w:bidi="hi-IN"/>
        </w:rPr>
        <w:t xml:space="preserve">। </w:t>
      </w:r>
      <w:r w:rsidRPr="007710BF">
        <w:rPr>
          <w:cs/>
          <w:lang w:bidi="bn-IN"/>
        </w:rPr>
        <w:t>তার সকল ইবাদতের লক্ষ্য স্রষ্টার</w:t>
      </w:r>
      <w:r w:rsidR="00FD0789">
        <w:rPr>
          <w:lang w:bidi="bn-IN"/>
        </w:rPr>
        <w:t xml:space="preserve"> </w:t>
      </w:r>
      <w:r w:rsidRPr="007710BF">
        <w:rPr>
          <w:cs/>
          <w:lang w:bidi="bn-IN"/>
        </w:rPr>
        <w:t xml:space="preserve">সন্তুষ্টি অর্থাৎ ইবাদতের সর্বোৎকৃষ্ট পন্থায় সে </w:t>
      </w:r>
      <w:r w:rsidR="00D009A1">
        <w:rPr>
          <w:cs/>
          <w:lang w:bidi="bn-IN"/>
        </w:rPr>
        <w:t>আল্লাহর</w:t>
      </w:r>
      <w:r w:rsidRPr="007710BF">
        <w:rPr>
          <w:rFonts w:hint="cs"/>
          <w:cs/>
          <w:lang w:bidi="bn-IN"/>
        </w:rPr>
        <w:t xml:space="preserve"> ইবাদত করে এবং তাদের চেহারায় ইবাদতের</w:t>
      </w:r>
      <w:r w:rsidR="00312C7E">
        <w:rPr>
          <w:lang w:bidi="bn-IN"/>
        </w:rPr>
        <w:t xml:space="preserve"> </w:t>
      </w:r>
      <w:r w:rsidRPr="007710BF">
        <w:rPr>
          <w:cs/>
          <w:lang w:bidi="bn-IN"/>
        </w:rPr>
        <w:t>চিহ্ন লক্ষণীয়।</w:t>
      </w:r>
    </w:p>
    <w:p w:rsidR="00312C7E" w:rsidRDefault="00312C7E" w:rsidP="00312C7E">
      <w:pPr>
        <w:pStyle w:val="libAie"/>
        <w:rPr>
          <w:lang w:bidi="bn-IN"/>
        </w:rPr>
      </w:pPr>
      <w:r w:rsidRPr="00312C7E">
        <w:rPr>
          <w:rStyle w:val="libAlaemChar"/>
        </w:rPr>
        <w:t>)</w:t>
      </w:r>
      <w:r w:rsidRPr="00312C7E">
        <w:rPr>
          <w:rtl/>
        </w:rPr>
        <w:t>ذَلِكَ مَثَلُهُم</w:t>
      </w:r>
      <w:r>
        <w:rPr>
          <w:rtl/>
          <w:lang w:bidi="fa-IR"/>
        </w:rPr>
        <w:t>ْ فِي التَّوْرَاةِ وَمَثَلُهُمْ فِي الْإِنْجِيلِ كَزَرْعٍ أَخْرَجَ شَطْأَهُ</w:t>
      </w:r>
      <w:r w:rsidRPr="00312C7E">
        <w:rPr>
          <w:rStyle w:val="libAlaemChar"/>
        </w:rPr>
        <w:t>(</w:t>
      </w:r>
    </w:p>
    <w:p w:rsidR="00312C7E" w:rsidRDefault="007710BF" w:rsidP="008065D7">
      <w:pPr>
        <w:pStyle w:val="libNormal"/>
        <w:rPr>
          <w:lang w:bidi="bn-IN"/>
        </w:rPr>
      </w:pPr>
      <w:r w:rsidRPr="007710BF">
        <w:rPr>
          <w:cs/>
          <w:lang w:bidi="bn-IN"/>
        </w:rPr>
        <w:t>অতঃপর ইসলামী সমাজকে বর্ণনা করছে এটা কেমন</w:t>
      </w:r>
      <w:r w:rsidRPr="007710BF">
        <w:t xml:space="preserve">? </w:t>
      </w:r>
      <w:r w:rsidRPr="007710BF">
        <w:rPr>
          <w:cs/>
          <w:lang w:bidi="bn-IN"/>
        </w:rPr>
        <w:t>বলছে</w:t>
      </w:r>
      <w:r w:rsidR="00895143">
        <w:t>,</w:t>
      </w:r>
      <w:r w:rsidRPr="007710BF">
        <w:rPr>
          <w:cs/>
          <w:lang w:bidi="bn-IN"/>
        </w:rPr>
        <w:t>এটা এমন এক সমাজ যাকে তুলনা</w:t>
      </w:r>
      <w:r w:rsidR="00312C7E">
        <w:rPr>
          <w:lang w:bidi="bn-IN"/>
        </w:rPr>
        <w:t xml:space="preserve"> </w:t>
      </w:r>
      <w:r w:rsidRPr="007710BF">
        <w:rPr>
          <w:cs/>
          <w:lang w:bidi="bn-IN"/>
        </w:rPr>
        <w:t>করা যায় একটি বৃক্ষের সঙ্গে</w:t>
      </w:r>
      <w:r w:rsidRPr="007710BF">
        <w:t xml:space="preserve">; </w:t>
      </w:r>
      <w:r w:rsidRPr="007710BF">
        <w:rPr>
          <w:cs/>
          <w:lang w:bidi="bn-IN"/>
        </w:rPr>
        <w:t>প্রাথমিক অবস্থায় তা দুর্বল ও ক্ষুদ্র থাকলেও পরবর্তীতে বৃদ্ধি পেয়ে</w:t>
      </w:r>
      <w:r w:rsidR="00312C7E">
        <w:rPr>
          <w:lang w:bidi="bn-IN"/>
        </w:rPr>
        <w:t xml:space="preserve"> </w:t>
      </w:r>
      <w:r w:rsidRPr="007710BF">
        <w:rPr>
          <w:cs/>
          <w:lang w:bidi="bn-IN"/>
        </w:rPr>
        <w:t>ফুলে-ফলে পূর্ণতা লাভ করে</w:t>
      </w:r>
      <w:r w:rsidR="00895143">
        <w:t>,</w:t>
      </w:r>
      <w:r w:rsidR="00312C7E">
        <w:rPr>
          <w:cs/>
          <w:lang w:bidi="bn-IN"/>
        </w:rPr>
        <w:t>কৃষকের চোখে আনন্দের জোয়ার আনে</w:t>
      </w:r>
      <w:r w:rsidRPr="007710BF">
        <w:rPr>
          <w:cs/>
          <w:lang w:bidi="hi-IN"/>
        </w:rPr>
        <w:t>।</w:t>
      </w:r>
    </w:p>
    <w:p w:rsidR="00312C7E" w:rsidRDefault="007710BF" w:rsidP="008065D7">
      <w:pPr>
        <w:pStyle w:val="libNormal"/>
      </w:pPr>
      <w:r w:rsidRPr="007710BF">
        <w:rPr>
          <w:cs/>
          <w:lang w:bidi="bn-IN"/>
        </w:rPr>
        <w:t>দেখুন</w:t>
      </w:r>
      <w:r w:rsidR="00895143">
        <w:t>,</w:t>
      </w:r>
      <w:r w:rsidRPr="007710BF">
        <w:rPr>
          <w:cs/>
          <w:lang w:bidi="bn-IN"/>
        </w:rPr>
        <w:t>কোরআন অন্য একটি স্থানে এ দু</w:t>
      </w:r>
      <w:r w:rsidRPr="001933EC">
        <w:rPr>
          <w:rStyle w:val="libAlaemChar"/>
        </w:rPr>
        <w:t>’</w:t>
      </w:r>
      <w:r w:rsidRPr="007710BF">
        <w:rPr>
          <w:cs/>
          <w:lang w:bidi="bn-IN"/>
        </w:rPr>
        <w:t>প্রবণতার (</w:t>
      </w:r>
      <w:r w:rsidR="00D55560">
        <w:rPr>
          <w:cs/>
          <w:lang w:bidi="bn-IN"/>
        </w:rPr>
        <w:t>বহির্মুখী</w:t>
      </w:r>
      <w:r w:rsidR="00312C7E">
        <w:rPr>
          <w:cs/>
          <w:lang w:bidi="bn-IN"/>
        </w:rPr>
        <w:t xml:space="preserve"> ও অন্তর্মুখী) সহাবস্থানের কথা</w:t>
      </w:r>
      <w:r w:rsidR="00312C7E">
        <w:rPr>
          <w:lang w:bidi="bn-IN"/>
        </w:rPr>
        <w:t xml:space="preserve"> </w:t>
      </w:r>
      <w:r w:rsidRPr="007710BF">
        <w:rPr>
          <w:cs/>
          <w:lang w:bidi="bn-IN"/>
        </w:rPr>
        <w:t>কিভাবে বলছে</w:t>
      </w:r>
      <w:r w:rsidR="00895143">
        <w:t>,</w:t>
      </w:r>
    </w:p>
    <w:p w:rsidR="00312C7E" w:rsidRDefault="00312C7E" w:rsidP="008065D7">
      <w:pPr>
        <w:pStyle w:val="libNormal"/>
      </w:pPr>
    </w:p>
    <w:p w:rsidR="00312C7E" w:rsidRDefault="00B9361C" w:rsidP="00B9361C">
      <w:pPr>
        <w:pStyle w:val="libAie"/>
      </w:pPr>
      <w:r w:rsidRPr="00B9361C">
        <w:rPr>
          <w:rStyle w:val="libAlaemChar"/>
        </w:rPr>
        <w:t>)</w:t>
      </w:r>
      <w:r>
        <w:rPr>
          <w:rtl/>
          <w:lang w:bidi="fa-IR"/>
        </w:rPr>
        <w:t xml:space="preserve">التَّائِبُونَ </w:t>
      </w:r>
      <w:r w:rsidRPr="00B9361C">
        <w:rPr>
          <w:rtl/>
        </w:rPr>
        <w:t>الْعَابِدُونَ الْحَامِدُون</w:t>
      </w:r>
      <w:r>
        <w:rPr>
          <w:rtl/>
          <w:lang w:bidi="fa-IR"/>
        </w:rPr>
        <w:t>َ السَّائِحُونَ الرَّاكِعُونَ السَّاجِدُونَ</w:t>
      </w:r>
      <w:r w:rsidRPr="00B9361C">
        <w:rPr>
          <w:rStyle w:val="libAlaemChar"/>
        </w:rPr>
        <w:t>(</w:t>
      </w:r>
    </w:p>
    <w:p w:rsidR="00B9361C" w:rsidRDefault="007710BF" w:rsidP="008065D7">
      <w:pPr>
        <w:pStyle w:val="libNormal"/>
      </w:pPr>
      <w:r w:rsidRPr="007710BF">
        <w:rPr>
          <w:cs/>
          <w:lang w:bidi="bn-IN"/>
        </w:rPr>
        <w:t>খোদায়ী দিকগুলো</w:t>
      </w:r>
      <w:r w:rsidR="00895143">
        <w:t>,</w:t>
      </w:r>
      <w:r w:rsidRPr="007710BF">
        <w:rPr>
          <w:cs/>
          <w:lang w:bidi="bn-IN"/>
        </w:rPr>
        <w:t>যেমন পরিশুদ্ধতা অবলম্বনকারী</w:t>
      </w:r>
      <w:r w:rsidR="00895143">
        <w:t>,</w:t>
      </w:r>
      <w:r w:rsidRPr="007710BF">
        <w:rPr>
          <w:cs/>
          <w:lang w:bidi="bn-IN"/>
        </w:rPr>
        <w:t>ইবাদতকারী</w:t>
      </w:r>
      <w:r w:rsidR="00895143">
        <w:t>,</w:t>
      </w:r>
      <w:r w:rsidRPr="007710BF">
        <w:rPr>
          <w:cs/>
          <w:lang w:bidi="bn-IN"/>
        </w:rPr>
        <w:t>খোদার প্রশংসাকারী</w:t>
      </w:r>
      <w:r w:rsidR="00895143">
        <w:t>,</w:t>
      </w:r>
      <w:r w:rsidRPr="007710BF">
        <w:rPr>
          <w:cs/>
          <w:lang w:bidi="bn-IN"/>
        </w:rPr>
        <w:t>রোযা</w:t>
      </w:r>
      <w:r w:rsidR="00B9361C">
        <w:rPr>
          <w:lang w:bidi="bn-IN"/>
        </w:rPr>
        <w:t xml:space="preserve"> </w:t>
      </w:r>
      <w:r w:rsidRPr="007710BF">
        <w:rPr>
          <w:cs/>
          <w:lang w:bidi="bn-IN"/>
        </w:rPr>
        <w:t>পালনকারী</w:t>
      </w:r>
      <w:r w:rsidR="00895143">
        <w:t>,</w:t>
      </w:r>
      <w:r w:rsidRPr="007710BF">
        <w:rPr>
          <w:cs/>
          <w:lang w:bidi="bn-IN"/>
        </w:rPr>
        <w:t>রুকুকারী</w:t>
      </w:r>
      <w:r w:rsidR="00895143">
        <w:t>,</w:t>
      </w:r>
      <w:r w:rsidRPr="007710BF">
        <w:rPr>
          <w:cs/>
          <w:lang w:bidi="bn-IN"/>
        </w:rPr>
        <w:t xml:space="preserve">সেজদাকারী বলার সাথে সাথে আবার </w:t>
      </w:r>
      <w:r w:rsidR="00906B99">
        <w:rPr>
          <w:cs/>
          <w:lang w:bidi="bn-IN"/>
        </w:rPr>
        <w:t>উল্লেখ</w:t>
      </w:r>
      <w:r w:rsidRPr="007710BF">
        <w:rPr>
          <w:rFonts w:hint="cs"/>
          <w:cs/>
          <w:lang w:bidi="bn-IN"/>
        </w:rPr>
        <w:t xml:space="preserve"> করছে</w:t>
      </w:r>
      <w:r w:rsidR="00895143">
        <w:t>,</w:t>
      </w:r>
    </w:p>
    <w:p w:rsidR="00B9361C" w:rsidRDefault="00B9361C" w:rsidP="00B9361C">
      <w:pPr>
        <w:pStyle w:val="libAie"/>
      </w:pPr>
      <w:r w:rsidRPr="00B9361C">
        <w:rPr>
          <w:rStyle w:val="libAlaemChar"/>
        </w:rPr>
        <w:t>)</w:t>
      </w:r>
      <w:r w:rsidRPr="00B9361C">
        <w:rPr>
          <w:rtl/>
        </w:rPr>
        <w:t>الْآمِرُونَ بِالْمَعْرُوف</w:t>
      </w:r>
      <w:r>
        <w:rPr>
          <w:rtl/>
          <w:lang w:bidi="fa-IR"/>
        </w:rPr>
        <w:t>ِ وَالنَّاهُونَ عَنِ الْمُنْكَرِ</w:t>
      </w:r>
      <w:r w:rsidRPr="00B9361C">
        <w:rPr>
          <w:rStyle w:val="libAlaemChar"/>
        </w:rPr>
        <w:t>(</w:t>
      </w:r>
    </w:p>
    <w:p w:rsidR="00B9361C" w:rsidRDefault="007710BF" w:rsidP="008065D7">
      <w:pPr>
        <w:pStyle w:val="libNormal"/>
        <w:rPr>
          <w:lang w:bidi="bn-IN"/>
        </w:rPr>
      </w:pPr>
      <w:r w:rsidRPr="007710BF">
        <w:rPr>
          <w:cs/>
          <w:lang w:bidi="bn-IN"/>
        </w:rPr>
        <w:t>তারাই সমাজের সংস্কারকারী</w:t>
      </w:r>
      <w:r w:rsidR="00895143">
        <w:t>,</w:t>
      </w:r>
      <w:r w:rsidRPr="007710BF">
        <w:rPr>
          <w:cs/>
          <w:lang w:bidi="bn-IN"/>
        </w:rPr>
        <w:t>সমাজে সৎ কাজের আদেশ ও অসৎ কাজের নিষেধকারী।</w:t>
      </w:r>
    </w:p>
    <w:p w:rsidR="00B9361C" w:rsidRDefault="007710BF" w:rsidP="008065D7">
      <w:pPr>
        <w:pStyle w:val="libNormal"/>
      </w:pPr>
      <w:r w:rsidRPr="007710BF">
        <w:rPr>
          <w:cs/>
          <w:lang w:bidi="bn-IN"/>
        </w:rPr>
        <w:t>অন্য আয়াতে বলছে</w:t>
      </w:r>
      <w:r w:rsidR="00895143">
        <w:t>,</w:t>
      </w:r>
    </w:p>
    <w:p w:rsidR="00B9361C" w:rsidRDefault="00B9361C" w:rsidP="00B9361C">
      <w:pPr>
        <w:pStyle w:val="libAie"/>
      </w:pPr>
      <w:r w:rsidRPr="00B9361C">
        <w:rPr>
          <w:rStyle w:val="libAlaemChar"/>
        </w:rPr>
        <w:t>)</w:t>
      </w:r>
      <w:r w:rsidRPr="00B9361C">
        <w:rPr>
          <w:rtl/>
        </w:rPr>
        <w:t>الصَّابِرِين</w:t>
      </w:r>
      <w:r>
        <w:rPr>
          <w:rtl/>
          <w:lang w:bidi="fa-IR"/>
        </w:rPr>
        <w:t>َ وَالصَّادِقِينَ وَالْقَانِتِينَ وَالْمُنْفِقِينَ</w:t>
      </w:r>
      <w:r w:rsidRPr="00B9361C">
        <w:rPr>
          <w:rStyle w:val="libAlaemChar"/>
        </w:rPr>
        <w:t>(</w:t>
      </w:r>
    </w:p>
    <w:p w:rsidR="00B9361C" w:rsidRDefault="00B9361C" w:rsidP="00B9361C">
      <w:pPr>
        <w:pStyle w:val="libNormal"/>
        <w:rPr>
          <w:lang w:bidi="bn-IN"/>
        </w:rPr>
      </w:pPr>
      <w:r>
        <w:rPr>
          <w:cs/>
          <w:lang w:bidi="bn-IN"/>
        </w:rPr>
        <w:t>ধৈর্যধারণকারীরা (দৃঢ়তা</w:t>
      </w:r>
      <w:r>
        <w:rPr>
          <w:lang w:bidi="bn-IN"/>
        </w:rPr>
        <w:t xml:space="preserve"> </w:t>
      </w:r>
      <w:r w:rsidR="007710BF" w:rsidRPr="007710BF">
        <w:rPr>
          <w:cs/>
          <w:lang w:bidi="bn-IN"/>
        </w:rPr>
        <w:t>অবলম্বনকারী বিশেষ করে যুদ্ধের মযদানে)</w:t>
      </w:r>
      <w:r w:rsidR="00895143">
        <w:t>,</w:t>
      </w:r>
      <w:r w:rsidR="007710BF" w:rsidRPr="007710BF">
        <w:rPr>
          <w:cs/>
          <w:lang w:bidi="bn-IN"/>
        </w:rPr>
        <w:t>সত্যবাদীরা</w:t>
      </w:r>
      <w:r w:rsidR="00895143">
        <w:t>,</w:t>
      </w:r>
      <w:r w:rsidR="007710BF" w:rsidRPr="007710BF">
        <w:rPr>
          <w:cs/>
          <w:lang w:bidi="bn-IN"/>
        </w:rPr>
        <w:t>দানকারীরা</w:t>
      </w:r>
      <w:r w:rsidR="00895143">
        <w:t>,</w:t>
      </w:r>
      <w:r w:rsidR="007710BF" w:rsidRPr="007710BF">
        <w:rPr>
          <w:cs/>
          <w:lang w:bidi="bn-IN"/>
        </w:rPr>
        <w:t>সত্যপন্থীরা।এর পরপরই বলছে</w:t>
      </w:r>
      <w:r w:rsidR="00895143">
        <w:t>,</w:t>
      </w:r>
      <w:r w:rsidRPr="00B9361C">
        <w:rPr>
          <w:rStyle w:val="libAlaemChar"/>
        </w:rPr>
        <w:t>(</w:t>
      </w:r>
      <w:r w:rsidRPr="00B9361C">
        <w:rPr>
          <w:rStyle w:val="libAieChar"/>
          <w:rtl/>
        </w:rPr>
        <w:t>وَالْمُسْتَغْفِرِينَ بِالْأَسْحَارِ</w:t>
      </w:r>
      <w:r w:rsidRPr="00B9361C">
        <w:rPr>
          <w:rStyle w:val="libAlaemChar"/>
        </w:rPr>
        <w:t>)</w:t>
      </w:r>
      <w:r>
        <w:t xml:space="preserve"> </w:t>
      </w:r>
      <w:r w:rsidR="007710BF" w:rsidRPr="007710BF">
        <w:rPr>
          <w:cs/>
          <w:lang w:bidi="bn-IN"/>
        </w:rPr>
        <w:t>অর্থাৎ শেষ রাত্রিতে ক্ষমা প্রার্থনাকারীরা।</w:t>
      </w:r>
      <w:r>
        <w:rPr>
          <w:lang w:bidi="bn-IN"/>
        </w:rPr>
        <w:t xml:space="preserve"> </w:t>
      </w:r>
      <w:r w:rsidR="007710BF" w:rsidRPr="007710BF">
        <w:rPr>
          <w:cs/>
          <w:lang w:bidi="bn-IN"/>
        </w:rPr>
        <w:t>অর্থাৎ ইসলামে এ বৈশিষ্ট্যগুলো একটি আরেকটি থেকে বিচ্ছিন্ন নয়। কেউ যদি এগুলোর যে কোন</w:t>
      </w:r>
      <w:r>
        <w:rPr>
          <w:lang w:bidi="bn-IN"/>
        </w:rPr>
        <w:t xml:space="preserve"> </w:t>
      </w:r>
      <w:r w:rsidR="007710BF" w:rsidRPr="007710BF">
        <w:rPr>
          <w:cs/>
          <w:lang w:bidi="bn-IN"/>
        </w:rPr>
        <w:t>একটিকে ছোট করে দেখে তবে অন্যগুলোকেও ছোট করে দেখছে।</w:t>
      </w:r>
    </w:p>
    <w:p w:rsidR="00B9361C" w:rsidRPr="00A377A9" w:rsidRDefault="007710BF" w:rsidP="00B9361C">
      <w:pPr>
        <w:pStyle w:val="libNormal"/>
        <w:rPr>
          <w:rtl/>
        </w:rPr>
      </w:pPr>
      <w:r w:rsidRPr="007710BF">
        <w:rPr>
          <w:cs/>
          <w:lang w:bidi="bn-IN"/>
        </w:rPr>
        <w:t>ইমাম মাহদী (আ.)-এর সঙ্গী-সাথীদের বৈশিষ্ট্য বর্ণনা করতে গিয়ে (যা শুধু একটি নয় অনেক</w:t>
      </w:r>
      <w:r w:rsidR="00B9361C">
        <w:rPr>
          <w:lang w:bidi="bn-IN"/>
        </w:rPr>
        <w:t xml:space="preserve"> </w:t>
      </w:r>
      <w:r w:rsidRPr="007710BF">
        <w:rPr>
          <w:cs/>
          <w:lang w:bidi="bn-IN"/>
        </w:rPr>
        <w:t>হাদীসেই আমি দেখেছি) বলছে</w:t>
      </w:r>
      <w:r w:rsidR="00895143">
        <w:t>,</w:t>
      </w:r>
      <w:r w:rsidR="00B250F2" w:rsidRPr="00B250F2">
        <w:rPr>
          <w:rStyle w:val="libArChar"/>
          <w:rFonts w:hint="cs"/>
          <w:rtl/>
        </w:rPr>
        <w:t>رهبان بالیل لیوث بالنّهار</w:t>
      </w:r>
      <w:r w:rsidR="00B250F2">
        <w:t xml:space="preserve"> </w:t>
      </w:r>
      <w:r w:rsidRPr="007710BF">
        <w:rPr>
          <w:cs/>
          <w:lang w:bidi="bn-IN"/>
        </w:rPr>
        <w:t>রাত্রিতে তারা দুনিয়াত্যাগী উপাসক অর্থাৎ</w:t>
      </w:r>
      <w:r w:rsidR="00B9361C">
        <w:rPr>
          <w:lang w:bidi="bn-IN"/>
        </w:rPr>
        <w:t xml:space="preserve"> </w:t>
      </w:r>
      <w:r w:rsidRPr="007710BF">
        <w:rPr>
          <w:cs/>
          <w:lang w:bidi="bn-IN"/>
        </w:rPr>
        <w:t>রাত্রি যখন আসে তখন তাদেরকে দেখলে মনে হয় একদল খোদা উপাসক আবার যখন দিনে</w:t>
      </w:r>
      <w:r w:rsidR="00B9361C">
        <w:rPr>
          <w:lang w:bidi="bn-IN"/>
        </w:rPr>
        <w:t xml:space="preserve"> </w:t>
      </w:r>
      <w:r w:rsidRPr="007710BF">
        <w:rPr>
          <w:cs/>
          <w:lang w:bidi="bn-IN"/>
        </w:rPr>
        <w:t>তাদেরকে দেখবে তখন তারা যেন একদল সিংহ।</w:t>
      </w:r>
    </w:p>
    <w:p w:rsidR="00B250F2" w:rsidRPr="00A377A9" w:rsidRDefault="00B250F2" w:rsidP="00B9361C">
      <w:pPr>
        <w:pStyle w:val="libNormal"/>
      </w:pPr>
    </w:p>
    <w:p w:rsidR="00B250F2" w:rsidRDefault="007710BF" w:rsidP="00B250F2">
      <w:pPr>
        <w:pStyle w:val="libBold1"/>
        <w:rPr>
          <w:lang w:bidi="bn-IN"/>
        </w:rPr>
      </w:pPr>
      <w:r w:rsidRPr="007710BF">
        <w:rPr>
          <w:cs/>
          <w:lang w:bidi="bn-IN"/>
        </w:rPr>
        <w:t>ইসলামের ইতিহাসের নমুনা</w:t>
      </w:r>
    </w:p>
    <w:p w:rsidR="00B250F2" w:rsidRDefault="00B250F2" w:rsidP="00B250F2">
      <w:pPr>
        <w:pStyle w:val="libBold1"/>
        <w:rPr>
          <w:lang w:bidi="bn-IN"/>
        </w:rPr>
      </w:pPr>
    </w:p>
    <w:p w:rsidR="00B250F2" w:rsidRDefault="006070B7" w:rsidP="00B250F2">
      <w:pPr>
        <w:pStyle w:val="libNormal"/>
        <w:rPr>
          <w:lang w:bidi="bn-IN"/>
        </w:rPr>
      </w:pPr>
      <w:r>
        <w:rPr>
          <w:cs/>
          <w:lang w:bidi="bn-IN"/>
        </w:rPr>
        <w:t>রাসূলুল্লাহ্</w:t>
      </w:r>
      <w:r w:rsidR="007710BF" w:rsidRPr="007710BF">
        <w:rPr>
          <w:rFonts w:hint="cs"/>
          <w:cs/>
          <w:lang w:bidi="bn-IN"/>
        </w:rPr>
        <w:t xml:space="preserve"> (সা.)-এর সাহাবীরা কিরূপ অবস্থায় ছিলেন সে </w:t>
      </w:r>
      <w:r w:rsidR="00B250F2">
        <w:rPr>
          <w:rFonts w:hint="cs"/>
          <w:cs/>
          <w:lang w:bidi="bn-IN"/>
        </w:rPr>
        <w:t>ব্যাপারে আল কাফীর একটি প্রসিদ্ধ</w:t>
      </w:r>
      <w:r w:rsidR="00B250F2">
        <w:rPr>
          <w:lang w:bidi="bn-IN"/>
        </w:rPr>
        <w:t xml:space="preserve"> </w:t>
      </w:r>
      <w:r w:rsidR="007710BF" w:rsidRPr="007710BF">
        <w:rPr>
          <w:rFonts w:hint="cs"/>
          <w:cs/>
          <w:lang w:bidi="bn-IN"/>
        </w:rPr>
        <w:t>হাদীস (মাওলানা রূমী তা কবিতায় বর্ণনা করেছেন) যা শিয়া-সু</w:t>
      </w:r>
      <w:r w:rsidR="00B250F2">
        <w:rPr>
          <w:cs/>
          <w:lang w:bidi="bn-IN"/>
        </w:rPr>
        <w:t>ন্নী</w:t>
      </w:r>
      <w:r w:rsidR="00B250F2">
        <w:rPr>
          <w:lang w:bidi="bn-IN"/>
        </w:rPr>
        <w:t xml:space="preserve"> </w:t>
      </w:r>
      <w:r w:rsidR="007710BF" w:rsidRPr="007710BF">
        <w:rPr>
          <w:cs/>
          <w:lang w:bidi="bn-IN"/>
        </w:rPr>
        <w:t>হাদীস বর্ণনাকারীরা সবাই বর্ণনা</w:t>
      </w:r>
      <w:r w:rsidR="00B250F2">
        <w:rPr>
          <w:lang w:bidi="bn-IN"/>
        </w:rPr>
        <w:t xml:space="preserve"> </w:t>
      </w:r>
      <w:r w:rsidR="007710BF" w:rsidRPr="007710BF">
        <w:rPr>
          <w:cs/>
          <w:lang w:bidi="bn-IN"/>
        </w:rPr>
        <w:t>করেছেন</w:t>
      </w:r>
      <w:r w:rsidR="00895143">
        <w:t>,</w:t>
      </w:r>
      <w:r w:rsidR="007710BF" w:rsidRPr="007710BF">
        <w:rPr>
          <w:cs/>
          <w:lang w:bidi="bn-IN"/>
        </w:rPr>
        <w:t>খুবই শিক্ষণীয়।</w:t>
      </w:r>
    </w:p>
    <w:p w:rsidR="00B250F2" w:rsidRDefault="007710BF" w:rsidP="00B250F2">
      <w:pPr>
        <w:pStyle w:val="libNormal"/>
        <w:rPr>
          <w:lang w:bidi="bn-IN"/>
        </w:rPr>
      </w:pPr>
      <w:r w:rsidRPr="007710BF">
        <w:rPr>
          <w:cs/>
          <w:lang w:bidi="bn-IN"/>
        </w:rPr>
        <w:t xml:space="preserve">একদিন </w:t>
      </w:r>
      <w:r w:rsidR="006070B7">
        <w:rPr>
          <w:cs/>
          <w:lang w:bidi="bn-IN"/>
        </w:rPr>
        <w:t>রাসূলুল্লাহ্</w:t>
      </w:r>
      <w:r w:rsidRPr="007710BF">
        <w:rPr>
          <w:rFonts w:hint="cs"/>
          <w:cs/>
          <w:lang w:bidi="bn-IN"/>
        </w:rPr>
        <w:t xml:space="preserve"> (সা.) ফজরের নামাজের পর আসহাবে ছোফফার নিকট গেলেন। </w:t>
      </w:r>
      <w:r w:rsidR="006070B7">
        <w:rPr>
          <w:rFonts w:hint="cs"/>
          <w:cs/>
          <w:lang w:bidi="bn-IN"/>
        </w:rPr>
        <w:t>রাসূলুল্লাহ্</w:t>
      </w:r>
      <w:r w:rsidR="00B250F2">
        <w:rPr>
          <w:lang w:bidi="bn-IN"/>
        </w:rPr>
        <w:t xml:space="preserve"> </w:t>
      </w:r>
      <w:r w:rsidRPr="007710BF">
        <w:rPr>
          <w:rFonts w:hint="cs"/>
          <w:cs/>
          <w:lang w:bidi="bn-IN"/>
        </w:rPr>
        <w:t>প্রায়ই তাদের দেখতে যেতেন। সে দিন হঠাৎ এক যুবকের উপর রাসূলের চোখ আটকে গেল। তিনি</w:t>
      </w:r>
      <w:r w:rsidR="00B250F2">
        <w:rPr>
          <w:lang w:bidi="bn-IN"/>
        </w:rPr>
        <w:t xml:space="preserve"> </w:t>
      </w:r>
      <w:r w:rsidRPr="007710BF">
        <w:rPr>
          <w:rFonts w:hint="cs"/>
          <w:cs/>
          <w:lang w:bidi="bn-IN"/>
        </w:rPr>
        <w:t>দেখলেন এ যুবকের মধ্যে অন্য রকম অবস্থা বিরাজ করছে</w:t>
      </w:r>
      <w:r w:rsidR="003936CB">
        <w:t>-</w:t>
      </w:r>
      <w:r w:rsidRPr="007710BF">
        <w:t xml:space="preserve"> </w:t>
      </w:r>
      <w:r w:rsidRPr="007710BF">
        <w:rPr>
          <w:cs/>
          <w:lang w:bidi="bn-IN"/>
        </w:rPr>
        <w:t>পা দু</w:t>
      </w:r>
      <w:r w:rsidRPr="001933EC">
        <w:rPr>
          <w:rStyle w:val="libAlaemChar"/>
        </w:rPr>
        <w:t>’</w:t>
      </w:r>
      <w:r w:rsidRPr="007710BF">
        <w:rPr>
          <w:cs/>
          <w:lang w:bidi="bn-IN"/>
        </w:rPr>
        <w:t>টি টলায়মান</w:t>
      </w:r>
      <w:r w:rsidR="00895143">
        <w:t>,</w:t>
      </w:r>
      <w:r w:rsidRPr="007710BF">
        <w:rPr>
          <w:cs/>
          <w:lang w:bidi="bn-IN"/>
        </w:rPr>
        <w:t>চোখ দু</w:t>
      </w:r>
      <w:r w:rsidRPr="001933EC">
        <w:rPr>
          <w:rStyle w:val="libAlaemChar"/>
        </w:rPr>
        <w:t>’</w:t>
      </w:r>
      <w:r w:rsidRPr="007710BF">
        <w:rPr>
          <w:cs/>
          <w:lang w:bidi="bn-IN"/>
        </w:rPr>
        <w:t>টি কোটরের</w:t>
      </w:r>
      <w:r w:rsidR="00B250F2">
        <w:rPr>
          <w:lang w:bidi="bn-IN"/>
        </w:rPr>
        <w:t xml:space="preserve"> </w:t>
      </w:r>
      <w:r w:rsidRPr="007710BF">
        <w:rPr>
          <w:cs/>
          <w:lang w:bidi="bn-IN"/>
        </w:rPr>
        <w:t>মধ্যে ঢুকে গেছে। তার রং</w:t>
      </w:r>
      <w:r w:rsidR="00B250F2">
        <w:rPr>
          <w:lang w:bidi="bn-IN"/>
        </w:rPr>
        <w:t xml:space="preserve"> </w:t>
      </w:r>
      <w:r w:rsidRPr="007710BF">
        <w:rPr>
          <w:cs/>
          <w:lang w:bidi="bn-IN"/>
        </w:rPr>
        <w:t>ও স্বাভাবিক নেই।</w:t>
      </w:r>
    </w:p>
    <w:p w:rsidR="00B250F2" w:rsidRDefault="007710BF" w:rsidP="00B250F2">
      <w:pPr>
        <w:pStyle w:val="libNormal"/>
        <w:rPr>
          <w:rStyle w:val="libAlaemChar"/>
        </w:rPr>
      </w:pPr>
      <w:r w:rsidRPr="007710BF">
        <w:rPr>
          <w:cs/>
          <w:lang w:bidi="bn-IN"/>
        </w:rPr>
        <w:t>তার কাছে গিয়ে রাসূলু</w:t>
      </w:r>
      <w:r w:rsidR="005C657F">
        <w:rPr>
          <w:cs/>
          <w:lang w:bidi="bn-IN"/>
        </w:rPr>
        <w:t>ল্লা</w:t>
      </w:r>
      <w:r w:rsidRPr="007710BF">
        <w:rPr>
          <w:rFonts w:hint="cs"/>
          <w:cs/>
          <w:lang w:bidi="bn-IN"/>
        </w:rPr>
        <w:t>হ্ জিজ্ঞেস করলেন</w:t>
      </w:r>
      <w:r w:rsidR="00895143">
        <w:t>,</w:t>
      </w:r>
      <w:r w:rsidR="00B250F2" w:rsidRPr="00B250F2">
        <w:rPr>
          <w:rStyle w:val="libArChar"/>
          <w:rFonts w:hint="cs"/>
          <w:rtl/>
        </w:rPr>
        <w:t>کیف أصبحت</w:t>
      </w:r>
      <w:r w:rsidR="00B250F2">
        <w:t xml:space="preserve"> </w:t>
      </w:r>
      <w:r w:rsidRPr="001933EC">
        <w:rPr>
          <w:rStyle w:val="libAlaemChar"/>
        </w:rPr>
        <w:t>“</w:t>
      </w:r>
      <w:r w:rsidRPr="007710BF">
        <w:rPr>
          <w:cs/>
          <w:lang w:bidi="bn-IN"/>
        </w:rPr>
        <w:t>কিরূপে রাত কাটিয়েছ</w:t>
      </w:r>
      <w:r w:rsidRPr="007710BF">
        <w:t>?</w:t>
      </w:r>
      <w:r w:rsidRPr="001933EC">
        <w:rPr>
          <w:rStyle w:val="libAlaemChar"/>
        </w:rPr>
        <w:t>”</w:t>
      </w:r>
      <w:r w:rsidRPr="007710BF">
        <w:t xml:space="preserve"> </w:t>
      </w:r>
      <w:r w:rsidRPr="007710BF">
        <w:rPr>
          <w:cs/>
          <w:lang w:bidi="bn-IN"/>
        </w:rPr>
        <w:t>সে জবাব</w:t>
      </w:r>
      <w:r w:rsidR="00B250F2">
        <w:rPr>
          <w:lang w:bidi="bn-IN"/>
        </w:rPr>
        <w:t xml:space="preserve"> </w:t>
      </w:r>
      <w:r w:rsidRPr="007710BF">
        <w:rPr>
          <w:cs/>
          <w:lang w:bidi="bn-IN"/>
        </w:rPr>
        <w:t>দিল</w:t>
      </w:r>
      <w:r w:rsidR="00895143">
        <w:t>,</w:t>
      </w:r>
      <w:r w:rsidR="00B250F2">
        <w:rPr>
          <w:rFonts w:hint="cs"/>
          <w:rtl/>
        </w:rPr>
        <w:t xml:space="preserve"> </w:t>
      </w:r>
      <w:r w:rsidR="00B250F2" w:rsidRPr="00B250F2">
        <w:rPr>
          <w:rStyle w:val="libArChar"/>
          <w:rFonts w:hint="cs"/>
          <w:rtl/>
        </w:rPr>
        <w:t>أصبحت موق</w:t>
      </w:r>
      <w:r w:rsidR="00B250F2">
        <w:rPr>
          <w:rStyle w:val="libArChar"/>
          <w:rFonts w:hint="cs"/>
          <w:rtl/>
        </w:rPr>
        <w:t>ن</w:t>
      </w:r>
      <w:r w:rsidR="00B250F2" w:rsidRPr="00B250F2">
        <w:rPr>
          <w:rStyle w:val="libArChar"/>
          <w:rFonts w:hint="cs"/>
          <w:rtl/>
        </w:rPr>
        <w:t>ا یا رسول الله</w:t>
      </w:r>
      <w:r w:rsidRPr="001933EC">
        <w:rPr>
          <w:rStyle w:val="libAlaemChar"/>
        </w:rPr>
        <w:t>“</w:t>
      </w:r>
      <w:r w:rsidRPr="007710BF">
        <w:rPr>
          <w:cs/>
          <w:lang w:bidi="bn-IN"/>
        </w:rPr>
        <w:t xml:space="preserve">হে </w:t>
      </w:r>
      <w:r w:rsidR="006070B7">
        <w:rPr>
          <w:cs/>
          <w:lang w:bidi="bn-IN"/>
        </w:rPr>
        <w:t>রাসূলুল্লাহ্</w:t>
      </w:r>
      <w:r w:rsidRPr="007710BF">
        <w:rPr>
          <w:rFonts w:hint="cs"/>
          <w:cs/>
          <w:lang w:bidi="bn-IN"/>
        </w:rPr>
        <w:t>! এমনভাবে সকালে প্রবেশ করেছি যে</w:t>
      </w:r>
      <w:r w:rsidR="00895143">
        <w:t>,</w:t>
      </w:r>
      <w:r w:rsidRPr="007710BF">
        <w:rPr>
          <w:cs/>
          <w:lang w:bidi="bn-IN"/>
        </w:rPr>
        <w:t>ইয়াকীনের</w:t>
      </w:r>
      <w:r w:rsidR="00B250F2">
        <w:rPr>
          <w:lang w:bidi="bn-IN"/>
        </w:rPr>
        <w:t xml:space="preserve"> </w:t>
      </w:r>
      <w:r w:rsidRPr="007710BF">
        <w:rPr>
          <w:cs/>
          <w:lang w:bidi="bn-IN"/>
        </w:rPr>
        <w:t>অধিকারী হয়েছি। যা আপনি মুখে বলেছেন ও আমি কান দিয়ে শুনেছি তা এখন চোখ দিয়ে দেখতে পাই।</w:t>
      </w:r>
      <w:r w:rsidRPr="001933EC">
        <w:rPr>
          <w:rStyle w:val="libAlaemChar"/>
        </w:rPr>
        <w:t>”</w:t>
      </w:r>
      <w:r w:rsidRPr="007710BF">
        <w:t xml:space="preserve"> </w:t>
      </w:r>
      <w:r w:rsidRPr="007710BF">
        <w:rPr>
          <w:cs/>
          <w:lang w:bidi="bn-IN"/>
        </w:rPr>
        <w:t>রাসূল চাইলেন সে আরো কিছু বলুক। তিনি বললেন</w:t>
      </w:r>
      <w:r w:rsidR="00895143">
        <w:t>,</w:t>
      </w:r>
      <w:r w:rsidRPr="001933EC">
        <w:rPr>
          <w:rStyle w:val="libAlaemChar"/>
        </w:rPr>
        <w:t>“</w:t>
      </w:r>
      <w:r w:rsidRPr="007710BF">
        <w:rPr>
          <w:cs/>
          <w:lang w:bidi="bn-IN"/>
        </w:rPr>
        <w:t>সব কিছুরই আলামত (চিহ্ন) থাকে।</w:t>
      </w:r>
      <w:r w:rsidR="00B250F2">
        <w:rPr>
          <w:lang w:bidi="bn-IN"/>
        </w:rPr>
        <w:t xml:space="preserve"> </w:t>
      </w:r>
      <w:r w:rsidRPr="007710BF">
        <w:rPr>
          <w:cs/>
          <w:lang w:bidi="bn-IN"/>
        </w:rPr>
        <w:t>তোমার ইয়াকীনের আলামত কি</w:t>
      </w:r>
      <w:r w:rsidRPr="007710BF">
        <w:t>?</w:t>
      </w:r>
      <w:r w:rsidRPr="001933EC">
        <w:rPr>
          <w:rStyle w:val="libAlaemChar"/>
        </w:rPr>
        <w:t>”</w:t>
      </w:r>
    </w:p>
    <w:p w:rsidR="00B250F2" w:rsidRDefault="007710BF" w:rsidP="00B250F2">
      <w:pPr>
        <w:pStyle w:val="libNormal"/>
      </w:pPr>
      <w:r w:rsidRPr="007710BF">
        <w:rPr>
          <w:cs/>
          <w:lang w:bidi="bn-IN"/>
        </w:rPr>
        <w:t>সে বলল</w:t>
      </w:r>
      <w:r w:rsidR="00895143">
        <w:t>,</w:t>
      </w:r>
      <w:r w:rsidR="00B250F2">
        <w:rPr>
          <w:rFonts w:hint="cs"/>
          <w:rtl/>
        </w:rPr>
        <w:t xml:space="preserve"> </w:t>
      </w:r>
      <w:r w:rsidR="00B250F2" w:rsidRPr="00B250F2">
        <w:rPr>
          <w:rStyle w:val="libArChar"/>
          <w:rtl/>
        </w:rPr>
        <w:t>إنّ یقینی یا رسول اله  هو الذی أحزننی و أسهر لیلی و أظمأ هوا جری</w:t>
      </w:r>
      <w:r w:rsidRPr="001933EC">
        <w:rPr>
          <w:rStyle w:val="libAlaemChar"/>
        </w:rPr>
        <w:t>“</w:t>
      </w:r>
      <w:r w:rsidRPr="007710BF">
        <w:rPr>
          <w:cs/>
          <w:lang w:bidi="bn-IN"/>
        </w:rPr>
        <w:t>আমার ইয়াকীনের</w:t>
      </w:r>
      <w:r w:rsidR="00B250F2">
        <w:rPr>
          <w:lang w:bidi="bn-IN"/>
        </w:rPr>
        <w:t xml:space="preserve"> </w:t>
      </w:r>
      <w:r w:rsidRPr="007710BF">
        <w:rPr>
          <w:cs/>
          <w:lang w:bidi="bn-IN"/>
        </w:rPr>
        <w:t>আলামত হলো দিনগুলো আমাকে তৃষ্ণার্ত করে রাখে আর রাতগুলো আমাকে জাগ্রত করে রাখে</w:t>
      </w:r>
      <w:r w:rsidRPr="001933EC">
        <w:rPr>
          <w:rStyle w:val="libAlaemChar"/>
        </w:rPr>
        <w:t>”</w:t>
      </w:r>
      <w:r w:rsidRPr="007710BF">
        <w:t>(</w:t>
      </w:r>
      <w:r w:rsidRPr="007710BF">
        <w:rPr>
          <w:cs/>
          <w:lang w:bidi="bn-IN"/>
        </w:rPr>
        <w:t>অর্থাৎ দিনে রোযা আর রাত্রিতে ইবাদত আমার ইয়াকীনের আলামত। আমার ইয়াকীন আমাকে রাত্রে</w:t>
      </w:r>
      <w:r w:rsidR="00B250F2">
        <w:rPr>
          <w:lang w:bidi="bn-IN"/>
        </w:rPr>
        <w:t xml:space="preserve"> </w:t>
      </w:r>
      <w:r w:rsidRPr="007710BF">
        <w:rPr>
          <w:cs/>
          <w:lang w:bidi="bn-IN"/>
        </w:rPr>
        <w:t>বিছানায় শুতে দেয় না</w:t>
      </w:r>
      <w:r w:rsidR="00895143">
        <w:t>,</w:t>
      </w:r>
      <w:r w:rsidRPr="007710BF">
        <w:rPr>
          <w:cs/>
          <w:lang w:bidi="bn-IN"/>
        </w:rPr>
        <w:t>আর দিনগুলোতে খাদ্যগ্রহণ থেকে বিরত রাখে</w:t>
      </w:r>
      <w:r w:rsidRPr="007710BF">
        <w:rPr>
          <w:cs/>
          <w:lang w:bidi="hi-IN"/>
        </w:rPr>
        <w:t>।</w:t>
      </w:r>
      <w:r w:rsidRPr="007710BF">
        <w:rPr>
          <w:cs/>
          <w:lang w:bidi="bn-IN"/>
        </w:rPr>
        <w:t>) রাসূল বললেন</w:t>
      </w:r>
      <w:r w:rsidR="00895143">
        <w:t>,</w:t>
      </w:r>
      <w:r w:rsidRPr="001933EC">
        <w:rPr>
          <w:rStyle w:val="libAlaemChar"/>
        </w:rPr>
        <w:t>“</w:t>
      </w:r>
      <w:r w:rsidRPr="007710BF">
        <w:rPr>
          <w:cs/>
          <w:lang w:bidi="bn-IN"/>
        </w:rPr>
        <w:t>এটা যথেষ্ট</w:t>
      </w:r>
      <w:r w:rsidR="00B250F2">
        <w:rPr>
          <w:lang w:bidi="bn-IN"/>
        </w:rPr>
        <w:t xml:space="preserve"> </w:t>
      </w:r>
      <w:r w:rsidRPr="007710BF">
        <w:rPr>
          <w:cs/>
          <w:lang w:bidi="bn-IN"/>
        </w:rPr>
        <w:t>নয়</w:t>
      </w:r>
      <w:r w:rsidR="00895143">
        <w:t>,</w:t>
      </w:r>
      <w:r w:rsidRPr="007710BF">
        <w:rPr>
          <w:cs/>
          <w:lang w:bidi="bn-IN"/>
        </w:rPr>
        <w:t>আরো কোন আলামত আছে কি</w:t>
      </w:r>
      <w:r w:rsidRPr="007710BF">
        <w:t>?</w:t>
      </w:r>
      <w:r w:rsidRPr="001933EC">
        <w:rPr>
          <w:rStyle w:val="libAlaemChar"/>
        </w:rPr>
        <w:t>”</w:t>
      </w:r>
      <w:r w:rsidRPr="007710BF">
        <w:t xml:space="preserve"> </w:t>
      </w:r>
      <w:r w:rsidRPr="007710BF">
        <w:rPr>
          <w:cs/>
          <w:lang w:bidi="bn-IN"/>
        </w:rPr>
        <w:t>সে বলল</w:t>
      </w:r>
      <w:r w:rsidR="00895143">
        <w:t>,</w:t>
      </w:r>
      <w:r w:rsidRPr="001933EC">
        <w:rPr>
          <w:rStyle w:val="libAlaemChar"/>
        </w:rPr>
        <w:t>“</w:t>
      </w:r>
      <w:r w:rsidRPr="007710BF">
        <w:rPr>
          <w:cs/>
          <w:lang w:bidi="bn-IN"/>
        </w:rPr>
        <w:t xml:space="preserve">হে </w:t>
      </w:r>
      <w:r w:rsidR="006070B7">
        <w:rPr>
          <w:cs/>
          <w:lang w:bidi="bn-IN"/>
        </w:rPr>
        <w:t>রাসূলুল্লাহ্</w:t>
      </w:r>
      <w:r w:rsidRPr="007710BF">
        <w:rPr>
          <w:rFonts w:hint="cs"/>
          <w:cs/>
          <w:lang w:bidi="bn-IN"/>
        </w:rPr>
        <w:t>!</w:t>
      </w:r>
      <w:r w:rsidR="00B250F2">
        <w:rPr>
          <w:rFonts w:hint="cs"/>
          <w:cs/>
          <w:lang w:bidi="bn-IN"/>
        </w:rPr>
        <w:t xml:space="preserve"> যদিও এখন এ পৃথিবীতে আছি কিন্তু</w:t>
      </w:r>
      <w:r w:rsidR="00B250F2">
        <w:rPr>
          <w:lang w:bidi="bn-IN"/>
        </w:rPr>
        <w:t xml:space="preserve"> </w:t>
      </w:r>
      <w:r w:rsidRPr="007710BF">
        <w:rPr>
          <w:rFonts w:hint="cs"/>
          <w:cs/>
          <w:lang w:bidi="bn-IN"/>
        </w:rPr>
        <w:t>ঐ দুনিয়াকে (অর্থাৎ আখেরাত) দেখতে পাই</w:t>
      </w:r>
      <w:r w:rsidR="00895143">
        <w:t>,</w:t>
      </w:r>
      <w:r w:rsidRPr="007710BF">
        <w:rPr>
          <w:cs/>
          <w:lang w:bidi="bn-IN"/>
        </w:rPr>
        <w:t>সেখানকার শব্দ শুনতে পাই। বেহেশত থেকে</w:t>
      </w:r>
      <w:r w:rsidR="00B250F2">
        <w:rPr>
          <w:lang w:bidi="bn-IN"/>
        </w:rPr>
        <w:t xml:space="preserve"> </w:t>
      </w:r>
      <w:r w:rsidRPr="007710BF">
        <w:rPr>
          <w:cs/>
          <w:lang w:bidi="bn-IN"/>
        </w:rPr>
        <w:t>বেহেশতবাসীদের কণ্ঠ আর জাহান্নাম থেকে দোযখবাসীদের চীৎকার শুনতে পাই। ইয়া রাসূলা</w:t>
      </w:r>
      <w:r w:rsidR="006B46F0">
        <w:rPr>
          <w:cs/>
          <w:lang w:bidi="bn-IN"/>
        </w:rPr>
        <w:t>ল্লা</w:t>
      </w:r>
      <w:r w:rsidRPr="007710BF">
        <w:rPr>
          <w:rFonts w:hint="cs"/>
          <w:cs/>
          <w:lang w:bidi="bn-IN"/>
        </w:rPr>
        <w:t>হ্!</w:t>
      </w:r>
      <w:r w:rsidR="00B250F2">
        <w:rPr>
          <w:lang w:bidi="bn-IN"/>
        </w:rPr>
        <w:t xml:space="preserve"> </w:t>
      </w:r>
      <w:r w:rsidRPr="007710BF">
        <w:rPr>
          <w:rFonts w:hint="cs"/>
          <w:cs/>
          <w:lang w:bidi="bn-IN"/>
        </w:rPr>
        <w:t>যদি অনুমতি দেন</w:t>
      </w:r>
      <w:r w:rsidR="00895143">
        <w:t>,</w:t>
      </w:r>
      <w:r w:rsidRPr="007710BF">
        <w:rPr>
          <w:cs/>
          <w:lang w:bidi="bn-IN"/>
        </w:rPr>
        <w:t>তবে আপনার সাহাবীদের একে একে পরিচয় বলে দিই</w:t>
      </w:r>
      <w:r w:rsidR="00895143">
        <w:t>,</w:t>
      </w:r>
      <w:r w:rsidRPr="007710BF">
        <w:rPr>
          <w:cs/>
          <w:lang w:bidi="bn-IN"/>
        </w:rPr>
        <w:t>কে বেহেশতী</w:t>
      </w:r>
      <w:r w:rsidR="00895143">
        <w:t>,</w:t>
      </w:r>
      <w:r w:rsidRPr="007710BF">
        <w:rPr>
          <w:cs/>
          <w:lang w:bidi="bn-IN"/>
        </w:rPr>
        <w:t>আর কেজাহান্নামী।</w:t>
      </w:r>
      <w:r w:rsidRPr="001933EC">
        <w:rPr>
          <w:rStyle w:val="libAlaemChar"/>
        </w:rPr>
        <w:t>”</w:t>
      </w:r>
      <w:r w:rsidRPr="007710BF">
        <w:t xml:space="preserve"> </w:t>
      </w:r>
      <w:r w:rsidRPr="007710BF">
        <w:rPr>
          <w:cs/>
          <w:lang w:bidi="bn-IN"/>
        </w:rPr>
        <w:t>রাসূল বললেন</w:t>
      </w:r>
      <w:r w:rsidR="00895143">
        <w:t>,</w:t>
      </w:r>
      <w:r w:rsidRPr="001933EC">
        <w:rPr>
          <w:rStyle w:val="libAlaemChar"/>
        </w:rPr>
        <w:t>‘</w:t>
      </w:r>
      <w:r w:rsidRPr="007710BF">
        <w:rPr>
          <w:cs/>
          <w:lang w:bidi="bn-IN"/>
        </w:rPr>
        <w:t>নীরব হও। আর কোন কথা বল না।</w:t>
      </w:r>
      <w:r w:rsidRPr="001933EC">
        <w:rPr>
          <w:rStyle w:val="libAlaemChar"/>
        </w:rPr>
        <w:t>”</w:t>
      </w:r>
      <w:r w:rsidRPr="007710BF">
        <w:t xml:space="preserve"> </w:t>
      </w:r>
      <w:r w:rsidRPr="007710BF">
        <w:rPr>
          <w:cs/>
          <w:lang w:bidi="bn-IN"/>
        </w:rPr>
        <w:t>মাওলানা রূমী বলছেন</w:t>
      </w:r>
      <w:r w:rsidR="00895143">
        <w:t>,</w:t>
      </w:r>
    </w:p>
    <w:p w:rsidR="00B250F2" w:rsidRDefault="007710BF" w:rsidP="00B250F2">
      <w:pPr>
        <w:pStyle w:val="libCenter"/>
        <w:rPr>
          <w:lang w:bidi="bn-IN"/>
        </w:rPr>
      </w:pPr>
      <w:r w:rsidRPr="001933EC">
        <w:rPr>
          <w:rStyle w:val="libAlaemChar"/>
        </w:rPr>
        <w:t>“</w:t>
      </w:r>
      <w:r w:rsidRPr="007710BF">
        <w:rPr>
          <w:cs/>
          <w:lang w:bidi="bn-IN"/>
        </w:rPr>
        <w:t>বললেন রাসূল সাহাবী যায়েদকে কিভাবে রাত কাটিয়েছো বন্ধু হে!</w:t>
      </w:r>
    </w:p>
    <w:p w:rsidR="00B250F2" w:rsidRDefault="007710BF" w:rsidP="00B250F2">
      <w:pPr>
        <w:pStyle w:val="libCenter"/>
        <w:rPr>
          <w:lang w:bidi="bn-IN"/>
        </w:rPr>
      </w:pPr>
      <w:r w:rsidRPr="007710BF">
        <w:rPr>
          <w:cs/>
          <w:lang w:bidi="bn-IN"/>
        </w:rPr>
        <w:t>ইয়াকীনের অধিকারী হয়ে বলল সে।</w:t>
      </w:r>
    </w:p>
    <w:p w:rsidR="00B250F2" w:rsidRDefault="007710BF" w:rsidP="00B250F2">
      <w:pPr>
        <w:pStyle w:val="libCenter"/>
        <w:rPr>
          <w:lang w:bidi="bn-IN"/>
        </w:rPr>
      </w:pPr>
      <w:r w:rsidRPr="007710BF">
        <w:rPr>
          <w:cs/>
          <w:lang w:bidi="bn-IN"/>
        </w:rPr>
        <w:t>পুনঃ শুধায় চিহ্ন সে বাগানের দেখাও আমায়।</w:t>
      </w:r>
    </w:p>
    <w:p w:rsidR="00B250F2" w:rsidRDefault="007710BF" w:rsidP="00B250F2">
      <w:pPr>
        <w:pStyle w:val="libCenter"/>
      </w:pPr>
      <w:r w:rsidRPr="007710BF">
        <w:rPr>
          <w:cs/>
          <w:lang w:bidi="bn-IN"/>
        </w:rPr>
        <w:t>বলে তৃষ্ণার্ত আমি এই দিনগুলোতে হায়</w:t>
      </w:r>
      <w:r w:rsidR="00895143">
        <w:t>,</w:t>
      </w:r>
    </w:p>
    <w:p w:rsidR="00B250F2" w:rsidRDefault="007710BF" w:rsidP="00B250F2">
      <w:pPr>
        <w:pStyle w:val="libCenter"/>
        <w:rPr>
          <w:lang w:bidi="bn-IN"/>
        </w:rPr>
      </w:pPr>
      <w:r w:rsidRPr="007710BF">
        <w:rPr>
          <w:cs/>
          <w:lang w:bidi="bn-IN"/>
        </w:rPr>
        <w:t>না ঘুমিয়ে কাটাই কষ্ট আর ভালবাসায়।</w:t>
      </w:r>
    </w:p>
    <w:p w:rsidR="00B250F2" w:rsidRDefault="007710BF" w:rsidP="00B250F2">
      <w:pPr>
        <w:pStyle w:val="libCenter"/>
      </w:pPr>
      <w:r w:rsidRPr="007710BF">
        <w:rPr>
          <w:cs/>
          <w:lang w:bidi="bn-IN"/>
        </w:rPr>
        <w:t>বললেন বল যা অর্জন করেছো তায়</w:t>
      </w:r>
      <w:r w:rsidR="00895143">
        <w:t>,</w:t>
      </w:r>
    </w:p>
    <w:p w:rsidR="00B250F2" w:rsidRDefault="007710BF" w:rsidP="00B250F2">
      <w:pPr>
        <w:pStyle w:val="libCenter"/>
        <w:rPr>
          <w:lang w:bidi="bn-IN"/>
        </w:rPr>
      </w:pPr>
      <w:r w:rsidRPr="007710BF">
        <w:rPr>
          <w:cs/>
          <w:lang w:bidi="bn-IN"/>
        </w:rPr>
        <w:t>তা থেকে যেন বুঝতে পারে এরা সবাই।</w:t>
      </w:r>
    </w:p>
    <w:p w:rsidR="00B250F2" w:rsidRDefault="007710BF" w:rsidP="00B250F2">
      <w:pPr>
        <w:pStyle w:val="libCenter"/>
      </w:pPr>
      <w:r w:rsidRPr="007710BF">
        <w:rPr>
          <w:cs/>
          <w:lang w:bidi="bn-IN"/>
        </w:rPr>
        <w:t>বলল দু</w:t>
      </w:r>
      <w:r w:rsidRPr="001933EC">
        <w:rPr>
          <w:rStyle w:val="libAlaemChar"/>
        </w:rPr>
        <w:t>’</w:t>
      </w:r>
      <w:r w:rsidRPr="007710BF">
        <w:t xml:space="preserve"> </w:t>
      </w:r>
      <w:r w:rsidRPr="007710BF">
        <w:rPr>
          <w:cs/>
          <w:lang w:bidi="bn-IN"/>
        </w:rPr>
        <w:t>সৃষ্টি যখন দেখে এ আকাশ</w:t>
      </w:r>
      <w:r w:rsidR="00895143">
        <w:t>,</w:t>
      </w:r>
    </w:p>
    <w:p w:rsidR="00B250F2" w:rsidRDefault="007710BF" w:rsidP="00B250F2">
      <w:pPr>
        <w:pStyle w:val="libCenter"/>
        <w:rPr>
          <w:lang w:bidi="bn-IN"/>
        </w:rPr>
      </w:pPr>
      <w:r w:rsidRPr="007710BF">
        <w:rPr>
          <w:cs/>
          <w:lang w:bidi="bn-IN"/>
        </w:rPr>
        <w:t>আমি দেখি তার অধিবাসীদের যেথায় বাস।</w:t>
      </w:r>
    </w:p>
    <w:p w:rsidR="00B250F2" w:rsidRDefault="007710BF" w:rsidP="00B250F2">
      <w:pPr>
        <w:pStyle w:val="libCenter"/>
        <w:rPr>
          <w:lang w:bidi="bn-IN"/>
        </w:rPr>
      </w:pPr>
      <w:r w:rsidRPr="007710BF">
        <w:rPr>
          <w:cs/>
          <w:lang w:bidi="bn-IN"/>
        </w:rPr>
        <w:t>বলব কি কিছু কথা রয়েছে খাছ</w:t>
      </w:r>
    </w:p>
    <w:p w:rsidR="00B250F2" w:rsidRDefault="007710BF" w:rsidP="00B250F2">
      <w:pPr>
        <w:pStyle w:val="libCenter"/>
        <w:rPr>
          <w:rStyle w:val="libAlaemChar"/>
        </w:rPr>
      </w:pPr>
      <w:r w:rsidRPr="007710BF">
        <w:rPr>
          <w:cs/>
          <w:lang w:bidi="bn-IN"/>
        </w:rPr>
        <w:t>ঠোঁট কামড়ে বলেন রাসূল</w:t>
      </w:r>
      <w:r w:rsidR="00895143">
        <w:t>,</w:t>
      </w:r>
      <w:r w:rsidRPr="007710BF">
        <w:rPr>
          <w:cs/>
          <w:lang w:bidi="bn-IN"/>
        </w:rPr>
        <w:t>হয়েছে ব্যাস।</w:t>
      </w:r>
      <w:r w:rsidRPr="001933EC">
        <w:rPr>
          <w:rStyle w:val="libAlaemChar"/>
        </w:rPr>
        <w:t>”</w:t>
      </w:r>
    </w:p>
    <w:p w:rsidR="005C2C67" w:rsidRDefault="007710BF" w:rsidP="00B250F2">
      <w:pPr>
        <w:pStyle w:val="libNormal"/>
        <w:rPr>
          <w:rStyle w:val="libAlaemChar"/>
        </w:rPr>
      </w:pPr>
      <w:r w:rsidRPr="007710BF">
        <w:rPr>
          <w:cs/>
          <w:lang w:bidi="bn-IN"/>
        </w:rPr>
        <w:t>অতঃপর রাসূল তাকে জিজ্ঞেস করলেন</w:t>
      </w:r>
      <w:r w:rsidR="00895143">
        <w:t>,</w:t>
      </w:r>
      <w:r w:rsidRPr="001933EC">
        <w:rPr>
          <w:rStyle w:val="libAlaemChar"/>
        </w:rPr>
        <w:t>“</w:t>
      </w:r>
      <w:r w:rsidRPr="007710BF">
        <w:rPr>
          <w:cs/>
          <w:lang w:bidi="bn-IN"/>
        </w:rPr>
        <w:t>তোমার ইচ্ছা কি</w:t>
      </w:r>
      <w:r w:rsidRPr="007710BF">
        <w:t xml:space="preserve">? </w:t>
      </w:r>
      <w:r w:rsidRPr="007710BF">
        <w:rPr>
          <w:cs/>
          <w:lang w:bidi="bn-IN"/>
        </w:rPr>
        <w:t>কি করতে চাও</w:t>
      </w:r>
      <w:r w:rsidRPr="007710BF">
        <w:t>?</w:t>
      </w:r>
      <w:r w:rsidRPr="001933EC">
        <w:rPr>
          <w:rStyle w:val="libAlaemChar"/>
        </w:rPr>
        <w:t>”</w:t>
      </w:r>
      <w:r w:rsidRPr="007710BF">
        <w:t xml:space="preserve"> </w:t>
      </w:r>
      <w:r w:rsidRPr="007710BF">
        <w:rPr>
          <w:cs/>
          <w:lang w:bidi="bn-IN"/>
        </w:rPr>
        <w:t>সে বলল</w:t>
      </w:r>
      <w:r w:rsidR="00895143">
        <w:t>,</w:t>
      </w:r>
      <w:r w:rsidRPr="001933EC">
        <w:rPr>
          <w:rStyle w:val="libAlaemChar"/>
        </w:rPr>
        <w:t>“</w:t>
      </w:r>
      <w:r w:rsidRPr="007710BF">
        <w:rPr>
          <w:cs/>
          <w:lang w:bidi="bn-IN"/>
        </w:rPr>
        <w:t>ইয়ারাসূলা</w:t>
      </w:r>
      <w:r w:rsidR="006B46F0">
        <w:rPr>
          <w:cs/>
          <w:lang w:bidi="bn-IN"/>
        </w:rPr>
        <w:t>ল্লা</w:t>
      </w:r>
      <w:r w:rsidRPr="007710BF">
        <w:rPr>
          <w:rFonts w:hint="cs"/>
          <w:cs/>
          <w:lang w:bidi="bn-IN"/>
        </w:rPr>
        <w:t xml:space="preserve">হ্! </w:t>
      </w:r>
      <w:r w:rsidR="00D009A1">
        <w:rPr>
          <w:rFonts w:hint="cs"/>
          <w:cs/>
          <w:lang w:bidi="bn-IN"/>
        </w:rPr>
        <w:t>আল্লাহর</w:t>
      </w:r>
      <w:r w:rsidRPr="007710BF">
        <w:rPr>
          <w:rFonts w:hint="cs"/>
          <w:cs/>
          <w:lang w:bidi="bn-IN"/>
        </w:rPr>
        <w:t xml:space="preserve"> পথে শাহাদাত বরণ করতে চাই।</w:t>
      </w:r>
      <w:r w:rsidRPr="001933EC">
        <w:rPr>
          <w:rStyle w:val="libAlaemChar"/>
        </w:rPr>
        <w:t>”</w:t>
      </w:r>
    </w:p>
    <w:p w:rsidR="005C2C67" w:rsidRDefault="007710BF" w:rsidP="00B250F2">
      <w:pPr>
        <w:pStyle w:val="libNormal"/>
        <w:rPr>
          <w:lang w:bidi="bn-IN"/>
        </w:rPr>
      </w:pPr>
      <w:r w:rsidRPr="007710BF">
        <w:rPr>
          <w:cs/>
          <w:lang w:bidi="bn-IN"/>
        </w:rPr>
        <w:t>তার ইবাদত আর ইচ্ছা হলো এ রকম</w:t>
      </w:r>
      <w:r w:rsidR="00895143">
        <w:t>,</w:t>
      </w:r>
      <w:r w:rsidRPr="007710BF">
        <w:rPr>
          <w:cs/>
          <w:lang w:bidi="bn-IN"/>
        </w:rPr>
        <w:t>তার রাত্রি হলো ইবাদত</w:t>
      </w:r>
      <w:r w:rsidR="00895143">
        <w:t>,</w:t>
      </w:r>
      <w:r w:rsidRPr="007710BF">
        <w:rPr>
          <w:cs/>
          <w:lang w:bidi="bn-IN"/>
        </w:rPr>
        <w:t>আর দিন জিহাদ আর শাহাদাতের</w:t>
      </w:r>
      <w:r w:rsidR="005C2C67">
        <w:rPr>
          <w:lang w:bidi="bn-IN"/>
        </w:rPr>
        <w:t xml:space="preserve"> </w:t>
      </w:r>
      <w:r w:rsidRPr="007710BF">
        <w:rPr>
          <w:cs/>
          <w:lang w:bidi="bn-IN"/>
        </w:rPr>
        <w:t>জন্য। এটাই ইসলামের কথিত মুমিন</w:t>
      </w:r>
      <w:r w:rsidR="00895143">
        <w:t>,</w:t>
      </w:r>
      <w:r w:rsidRPr="007710BF">
        <w:rPr>
          <w:cs/>
          <w:lang w:bidi="bn-IN"/>
        </w:rPr>
        <w:t>ইসলামের মানুষ। দু</w:t>
      </w:r>
      <w:r w:rsidRPr="001933EC">
        <w:rPr>
          <w:rStyle w:val="libAlaemChar"/>
        </w:rPr>
        <w:t>’</w:t>
      </w:r>
      <w:r w:rsidR="005C2C67">
        <w:rPr>
          <w:cs/>
          <w:lang w:bidi="bn-IN"/>
        </w:rPr>
        <w:t>টি ভিন্নমু</w:t>
      </w:r>
      <w:r w:rsidRPr="007710BF">
        <w:rPr>
          <w:cs/>
          <w:lang w:bidi="bn-IN"/>
        </w:rPr>
        <w:t>খী কষ্ট</w:t>
      </w:r>
      <w:r w:rsidR="00895143">
        <w:t>,</w:t>
      </w:r>
      <w:r w:rsidR="005C2C67">
        <w:rPr>
          <w:cs/>
          <w:lang w:bidi="bn-IN"/>
        </w:rPr>
        <w:t>কিন্তু দ্বিতীয় কষ্টটি তার</w:t>
      </w:r>
      <w:r w:rsidR="005C2C67">
        <w:rPr>
          <w:lang w:bidi="bn-IN"/>
        </w:rPr>
        <w:t xml:space="preserve"> </w:t>
      </w:r>
      <w:r w:rsidRPr="007710BF">
        <w:rPr>
          <w:cs/>
          <w:lang w:bidi="bn-IN"/>
        </w:rPr>
        <w:t>প্রথম কষ্ট থেকে উৎসারিত। আর সেটা হলো স্রষ্টাকে পাওয়ার বেদনা।</w:t>
      </w:r>
    </w:p>
    <w:p w:rsidR="005C2C67" w:rsidRDefault="007710BF" w:rsidP="00B250F2">
      <w:pPr>
        <w:pStyle w:val="libNormal"/>
        <w:rPr>
          <w:lang w:bidi="bn-IN"/>
        </w:rPr>
      </w:pPr>
      <w:r w:rsidRPr="007710BF">
        <w:rPr>
          <w:cs/>
          <w:lang w:bidi="bn-IN"/>
        </w:rPr>
        <w:t>আমার বক্তব্যের শুরুতে যে আয়াতটি তেলাওয়াত করেছি তা হলো :</w:t>
      </w:r>
    </w:p>
    <w:p w:rsidR="005C2C67" w:rsidRDefault="005C2C67" w:rsidP="005C2C67">
      <w:pPr>
        <w:pStyle w:val="libAie"/>
        <w:rPr>
          <w:lang w:bidi="bn-IN"/>
        </w:rPr>
      </w:pPr>
      <w:r w:rsidRPr="005C2C67">
        <w:rPr>
          <w:rStyle w:val="libAlaemChar"/>
        </w:rPr>
        <w:t>)</w:t>
      </w:r>
      <w:r>
        <w:rPr>
          <w:rtl/>
          <w:lang w:bidi="fa-IR"/>
        </w:rPr>
        <w:t xml:space="preserve">وَاسْتَعِينُوا </w:t>
      </w:r>
      <w:r w:rsidRPr="005C2C67">
        <w:rPr>
          <w:rtl/>
        </w:rPr>
        <w:t>بِالصَّبْر</w:t>
      </w:r>
      <w:r>
        <w:rPr>
          <w:rtl/>
          <w:lang w:bidi="fa-IR"/>
        </w:rPr>
        <w:t>ِ وَالصَّلَاةِ وَإِنَّهَا لَكَبِيرَةٌ إِلَّا عَلَى الْخَاشِعِينَ</w:t>
      </w:r>
      <w:r w:rsidRPr="005C2C67">
        <w:rPr>
          <w:rStyle w:val="libAlaemChar"/>
        </w:rPr>
        <w:t>(</w:t>
      </w:r>
    </w:p>
    <w:p w:rsidR="005C2C67" w:rsidRDefault="007710BF" w:rsidP="005C2C67">
      <w:pPr>
        <w:pStyle w:val="libNormal"/>
        <w:rPr>
          <w:lang w:bidi="hi-IN"/>
        </w:rPr>
      </w:pPr>
      <w:r w:rsidRPr="007710BF">
        <w:rPr>
          <w:cs/>
          <w:lang w:bidi="bn-IN"/>
        </w:rPr>
        <w:t>কোরআনের বর্ণনা সত্যিই আশ্চর্যজনক। বলছে</w:t>
      </w:r>
      <w:r w:rsidR="00895143">
        <w:t>,</w:t>
      </w:r>
      <w:r w:rsidRPr="001933EC">
        <w:rPr>
          <w:rStyle w:val="libAlaemChar"/>
        </w:rPr>
        <w:t>“</w:t>
      </w:r>
      <w:r w:rsidRPr="007710BF">
        <w:rPr>
          <w:cs/>
          <w:lang w:bidi="bn-IN"/>
        </w:rPr>
        <w:t>হে ঈমানদারগণ! নামাজ ও ধৈর্যের মাধ্যমে</w:t>
      </w:r>
      <w:r w:rsidR="005C2C67">
        <w:rPr>
          <w:lang w:bidi="bn-IN"/>
        </w:rPr>
        <w:t xml:space="preserve"> </w:t>
      </w:r>
      <w:r w:rsidRPr="007710BF">
        <w:rPr>
          <w:cs/>
          <w:lang w:bidi="bn-IN"/>
        </w:rPr>
        <w:t>সাহায্য চাও।</w:t>
      </w:r>
      <w:r w:rsidRPr="001933EC">
        <w:rPr>
          <w:rStyle w:val="libAlaemChar"/>
        </w:rPr>
        <w:t>”</w:t>
      </w:r>
      <w:r w:rsidRPr="007710BF">
        <w:t xml:space="preserve"> </w:t>
      </w:r>
      <w:r w:rsidRPr="007710BF">
        <w:rPr>
          <w:cs/>
          <w:lang w:bidi="bn-IN"/>
        </w:rPr>
        <w:t>তাফসীরকারগণ বলছেন</w:t>
      </w:r>
      <w:r w:rsidR="00895143">
        <w:t>,</w:t>
      </w:r>
      <w:r w:rsidRPr="007710BF">
        <w:rPr>
          <w:cs/>
          <w:lang w:bidi="bn-IN"/>
        </w:rPr>
        <w:t>ধৈর্যের অর্থ রোযা</w:t>
      </w:r>
      <w:r w:rsidR="00895143">
        <w:t>,</w:t>
      </w:r>
      <w:r w:rsidRPr="007710BF">
        <w:rPr>
          <w:cs/>
          <w:lang w:bidi="bn-IN"/>
        </w:rPr>
        <w:t>যেহেতু রোযা এক ধরনের সবর। তাই নামায ও রোযা থেকে সাহায্য নাও</w:t>
      </w:r>
      <w:r w:rsidRPr="007710BF">
        <w:rPr>
          <w:cs/>
          <w:lang w:bidi="hi-IN"/>
        </w:rPr>
        <w:t xml:space="preserve">। </w:t>
      </w:r>
      <w:r w:rsidRPr="007710BF">
        <w:rPr>
          <w:cs/>
          <w:lang w:bidi="bn-IN"/>
        </w:rPr>
        <w:t>নামায থেকে কি ধরনের সাহায্য পাওযা যায়</w:t>
      </w:r>
      <w:r w:rsidRPr="007710BF">
        <w:t xml:space="preserve">? </w:t>
      </w:r>
      <w:r w:rsidR="00D009A1">
        <w:rPr>
          <w:cs/>
          <w:lang w:bidi="bn-IN"/>
        </w:rPr>
        <w:t>আল্লাহর</w:t>
      </w:r>
      <w:r w:rsidRPr="007710BF">
        <w:rPr>
          <w:rFonts w:hint="cs"/>
          <w:cs/>
          <w:lang w:bidi="bn-IN"/>
        </w:rPr>
        <w:t xml:space="preserve"> ইবাদত ও</w:t>
      </w:r>
      <w:r w:rsidR="005C2C67">
        <w:rPr>
          <w:lang w:bidi="bn-IN"/>
        </w:rPr>
        <w:t xml:space="preserve"> </w:t>
      </w:r>
      <w:r w:rsidRPr="007710BF">
        <w:rPr>
          <w:rFonts w:hint="cs"/>
          <w:cs/>
          <w:lang w:bidi="bn-IN"/>
        </w:rPr>
        <w:t>উপাসনার মাধ্যমে কি শক্তি পাওয়া যায়</w:t>
      </w:r>
      <w:r w:rsidRPr="007710BF">
        <w:t xml:space="preserve">? </w:t>
      </w:r>
      <w:r w:rsidRPr="007710BF">
        <w:rPr>
          <w:cs/>
          <w:lang w:bidi="bn-IN"/>
        </w:rPr>
        <w:t xml:space="preserve">উত্তর </w:t>
      </w:r>
      <w:r w:rsidR="00D009A1">
        <w:rPr>
          <w:cs/>
          <w:lang w:bidi="bn-IN"/>
        </w:rPr>
        <w:t>আল্লাহর</w:t>
      </w:r>
      <w:r w:rsidRPr="007710BF">
        <w:rPr>
          <w:rFonts w:hint="cs"/>
          <w:cs/>
          <w:lang w:bidi="bn-IN"/>
        </w:rPr>
        <w:t xml:space="preserve"> ইবাদত নিজেই একটি শক্তি। </w:t>
      </w:r>
      <w:r w:rsidR="005E5BE9">
        <w:rPr>
          <w:rFonts w:hint="cs"/>
          <w:cs/>
          <w:lang w:bidi="bn-IN"/>
        </w:rPr>
        <w:t>প্রকৃত</w:t>
      </w:r>
      <w:r w:rsidR="005C2C67">
        <w:rPr>
          <w:rFonts w:hint="cs"/>
          <w:cs/>
          <w:lang w:bidi="bn-IN"/>
        </w:rPr>
        <w:t xml:space="preserve"> পক্ষে যে</w:t>
      </w:r>
      <w:r w:rsidRPr="007710BF">
        <w:rPr>
          <w:rFonts w:hint="cs"/>
          <w:cs/>
          <w:lang w:bidi="bn-IN"/>
        </w:rPr>
        <w:t xml:space="preserve">কোন প্রেরণাই এখান থেকে পাওযা যায়। যদি আপনি চান সমাজে </w:t>
      </w:r>
      <w:r w:rsidR="005E5BE9">
        <w:rPr>
          <w:rFonts w:hint="cs"/>
          <w:cs/>
          <w:lang w:bidi="bn-IN"/>
        </w:rPr>
        <w:t>প্রকৃত</w:t>
      </w:r>
      <w:r w:rsidRPr="007710BF">
        <w:rPr>
          <w:cs/>
          <w:lang w:bidi="bn-IN"/>
        </w:rPr>
        <w:t xml:space="preserve"> মুসলমান হিসেবে থাকবেন</w:t>
      </w:r>
      <w:r w:rsidR="00895143">
        <w:t>,</w:t>
      </w:r>
      <w:r w:rsidRPr="007710BF">
        <w:rPr>
          <w:cs/>
          <w:lang w:bidi="bn-IN"/>
        </w:rPr>
        <w:t>যদি চান একজন সংগ্রামী হতে</w:t>
      </w:r>
      <w:r w:rsidR="00895143">
        <w:t>,</w:t>
      </w:r>
      <w:r w:rsidRPr="007710BF">
        <w:rPr>
          <w:cs/>
          <w:lang w:bidi="bn-IN"/>
        </w:rPr>
        <w:t xml:space="preserve">তবে অবশ্যই আপানাকে </w:t>
      </w:r>
      <w:r w:rsidR="005E5BE9">
        <w:rPr>
          <w:cs/>
          <w:lang w:bidi="bn-IN"/>
        </w:rPr>
        <w:t>প্রকৃত</w:t>
      </w:r>
      <w:r w:rsidRPr="007710BF">
        <w:rPr>
          <w:cs/>
          <w:lang w:bidi="bn-IN"/>
        </w:rPr>
        <w:t xml:space="preserve"> নামাযী হতে হবে</w:t>
      </w:r>
      <w:r w:rsidRPr="007710BF">
        <w:rPr>
          <w:cs/>
          <w:lang w:bidi="hi-IN"/>
        </w:rPr>
        <w:t>।</w:t>
      </w:r>
    </w:p>
    <w:p w:rsidR="005C2C67" w:rsidRDefault="007710BF" w:rsidP="005C2C67">
      <w:pPr>
        <w:pStyle w:val="libNormal"/>
        <w:rPr>
          <w:lang w:bidi="bn-IN"/>
        </w:rPr>
      </w:pPr>
      <w:r w:rsidRPr="007710BF">
        <w:rPr>
          <w:cs/>
          <w:lang w:bidi="bn-IN"/>
        </w:rPr>
        <w:t>অনেকে বলেন</w:t>
      </w:r>
      <w:r w:rsidR="00895143">
        <w:t>,</w:t>
      </w:r>
      <w:r w:rsidRPr="007710BF">
        <w:rPr>
          <w:cs/>
          <w:lang w:bidi="bn-IN"/>
        </w:rPr>
        <w:t>নামায পড়ার কি আছে</w:t>
      </w:r>
      <w:r w:rsidRPr="007710BF">
        <w:t xml:space="preserve">? </w:t>
      </w:r>
      <w:r w:rsidRPr="007710BF">
        <w:rPr>
          <w:cs/>
          <w:lang w:bidi="bn-IN"/>
        </w:rPr>
        <w:t>ইবাদতের প্রয়োজন কি</w:t>
      </w:r>
      <w:r w:rsidRPr="007710BF">
        <w:t xml:space="preserve">? </w:t>
      </w:r>
      <w:r w:rsidRPr="007710BF">
        <w:rPr>
          <w:cs/>
          <w:lang w:bidi="bn-IN"/>
        </w:rPr>
        <w:t>এগুলো বৃদ্ধ-বৃদ্ধার কাজ।</w:t>
      </w:r>
      <w:r w:rsidR="005C2C67">
        <w:rPr>
          <w:lang w:bidi="bn-IN"/>
        </w:rPr>
        <w:t xml:space="preserve"> </w:t>
      </w:r>
      <w:r w:rsidRPr="007710BF">
        <w:rPr>
          <w:cs/>
          <w:lang w:bidi="bn-IN"/>
        </w:rPr>
        <w:t>যুবকদের অবশ্যই সামাজিক হতে হবে। এগুলো এক ধরনের বুদ্ধিজীবীদের কথা যার নজীর ইতিহাসে</w:t>
      </w:r>
      <w:r w:rsidR="005C2C67">
        <w:rPr>
          <w:lang w:bidi="bn-IN"/>
        </w:rPr>
        <w:t xml:space="preserve"> </w:t>
      </w:r>
      <w:r w:rsidRPr="007710BF">
        <w:rPr>
          <w:cs/>
          <w:lang w:bidi="bn-IN"/>
        </w:rPr>
        <w:t>পুরাতন। হয়তো জানেন</w:t>
      </w:r>
      <w:r w:rsidR="00895143">
        <w:t>,</w:t>
      </w:r>
      <w:r w:rsidRPr="007710BF">
        <w:rPr>
          <w:cs/>
          <w:lang w:bidi="bn-IN"/>
        </w:rPr>
        <w:t>হযরত উমর</w:t>
      </w:r>
      <w:r w:rsidR="005C2C67">
        <w:rPr>
          <w:lang w:bidi="bn-IN"/>
        </w:rPr>
        <w:t xml:space="preserve"> </w:t>
      </w:r>
      <w:r w:rsidRPr="007710BF">
        <w:rPr>
          <w:cs/>
          <w:lang w:bidi="bn-IN"/>
        </w:rPr>
        <w:t>(হাইয়া আলা খাইরিল আমাল) বাক্যটিকে</w:t>
      </w:r>
      <w:r w:rsidR="005C2C67">
        <w:rPr>
          <w:lang w:bidi="bn-IN"/>
        </w:rPr>
        <w:t xml:space="preserve"> </w:t>
      </w:r>
      <w:r w:rsidRPr="007710BF">
        <w:rPr>
          <w:cs/>
          <w:lang w:bidi="bn-IN"/>
        </w:rPr>
        <w:t>আযান থেকে প্রত্যাহার করেন। কেন</w:t>
      </w:r>
      <w:r w:rsidRPr="007710BF">
        <w:t xml:space="preserve">? </w:t>
      </w:r>
      <w:r w:rsidR="00FE6D44">
        <w:rPr>
          <w:cs/>
          <w:lang w:bidi="bn-IN"/>
        </w:rPr>
        <w:t>তার</w:t>
      </w:r>
      <w:r w:rsidRPr="007710BF">
        <w:rPr>
          <w:cs/>
          <w:lang w:bidi="bn-IN"/>
        </w:rPr>
        <w:t xml:space="preserve"> নিজের যুক্তিতে মনে হয়েছে এটা করা দরকার। যেহেতু</w:t>
      </w:r>
      <w:r w:rsidR="005C2C67">
        <w:rPr>
          <w:lang w:bidi="bn-IN"/>
        </w:rPr>
        <w:t xml:space="preserve"> </w:t>
      </w:r>
      <w:r w:rsidR="00FE6D44">
        <w:rPr>
          <w:cs/>
          <w:lang w:bidi="bn-IN"/>
        </w:rPr>
        <w:t>তার</w:t>
      </w:r>
      <w:r w:rsidRPr="007710BF">
        <w:rPr>
          <w:cs/>
          <w:lang w:bidi="bn-IN"/>
        </w:rPr>
        <w:t xml:space="preserve"> শাসনকাল ইসলামের বিজয় ও সংগ্রামের সময় এবং মুসলমানদের দলে দলে যুদ্ধে যোগদান</w:t>
      </w:r>
      <w:r w:rsidR="005C2C67">
        <w:rPr>
          <w:lang w:bidi="bn-IN"/>
        </w:rPr>
        <w:t xml:space="preserve"> </w:t>
      </w:r>
      <w:r w:rsidRPr="007710BF">
        <w:rPr>
          <w:cs/>
          <w:lang w:bidi="bn-IN"/>
        </w:rPr>
        <w:t>করতে হচ্ছে</w:t>
      </w:r>
      <w:r w:rsidR="00895143">
        <w:t>,</w:t>
      </w:r>
      <w:r w:rsidRPr="007710BF">
        <w:rPr>
          <w:cs/>
          <w:lang w:bidi="bn-IN"/>
        </w:rPr>
        <w:t>অল্প সৈনিক নিয়ে অধিক সংখ্যক সৈন্যের মোকাবিলায় জয়ী হতে হবে (কখনো সমগ্র</w:t>
      </w:r>
      <w:r w:rsidR="005C2C67">
        <w:rPr>
          <w:lang w:bidi="bn-IN"/>
        </w:rPr>
        <w:t xml:space="preserve"> </w:t>
      </w:r>
      <w:r w:rsidRPr="007710BF">
        <w:rPr>
          <w:cs/>
          <w:lang w:bidi="bn-IN"/>
        </w:rPr>
        <w:t>যোদ্ধা মুসলমানের সংখ্যা পঞ্চাশ বা ষাট হাজার আর তা নিয়ে রোম বা পারস্য সাম্রাজ্যের লক্ষসৈনিকের মোকাবিলায় দাঁড়াতে হয়েছে)</w:t>
      </w:r>
      <w:r w:rsidR="00895143">
        <w:t>,</w:t>
      </w:r>
      <w:r w:rsidRPr="007710BF">
        <w:rPr>
          <w:cs/>
          <w:lang w:bidi="bn-IN"/>
        </w:rPr>
        <w:t>তাই মুজাহিদদের নিকট যুদ্ধের মর্যাদা প্রতিষ্ঠিত করতে হবে।</w:t>
      </w:r>
      <w:r w:rsidR="005C2C67">
        <w:rPr>
          <w:lang w:bidi="bn-IN"/>
        </w:rPr>
        <w:t xml:space="preserve"> </w:t>
      </w:r>
      <w:r w:rsidRPr="007710BF">
        <w:rPr>
          <w:cs/>
          <w:lang w:bidi="bn-IN"/>
        </w:rPr>
        <w:t xml:space="preserve">যখন মুয়াজ্জিন আযানের সময় চীৎকার করে </w:t>
      </w:r>
      <w:r w:rsidRPr="001933EC">
        <w:rPr>
          <w:rStyle w:val="libAlaemChar"/>
        </w:rPr>
        <w:t>‘</w:t>
      </w:r>
      <w:r w:rsidRPr="007710BF">
        <w:rPr>
          <w:cs/>
          <w:lang w:bidi="bn-IN"/>
        </w:rPr>
        <w:t>আ</w:t>
      </w:r>
      <w:r w:rsidR="006B46F0">
        <w:rPr>
          <w:cs/>
          <w:lang w:bidi="bn-IN"/>
        </w:rPr>
        <w:t>ল্লা</w:t>
      </w:r>
      <w:r w:rsidRPr="007710BF">
        <w:rPr>
          <w:rFonts w:hint="cs"/>
          <w:cs/>
          <w:lang w:bidi="bn-IN"/>
        </w:rPr>
        <w:t>হ</w:t>
      </w:r>
      <w:r w:rsidRPr="007710BF">
        <w:rPr>
          <w:cs/>
          <w:lang w:bidi="bn-IN"/>
        </w:rPr>
        <w:t>ু আকবার</w:t>
      </w:r>
      <w:r w:rsidRPr="001933EC">
        <w:rPr>
          <w:rStyle w:val="libAlaemChar"/>
        </w:rPr>
        <w:t>’</w:t>
      </w:r>
      <w:r w:rsidRPr="007710BF">
        <w:t xml:space="preserve"> </w:t>
      </w:r>
      <w:r w:rsidRPr="007710BF">
        <w:rPr>
          <w:cs/>
          <w:lang w:bidi="bn-IN"/>
        </w:rPr>
        <w:t>ও দু</w:t>
      </w:r>
      <w:r w:rsidRPr="001933EC">
        <w:rPr>
          <w:rStyle w:val="libAlaemChar"/>
        </w:rPr>
        <w:t>’</w:t>
      </w:r>
      <w:r w:rsidRPr="007710BF">
        <w:rPr>
          <w:cs/>
          <w:lang w:bidi="bn-IN"/>
        </w:rPr>
        <w:t>শাহাদাতের পর(হাইয়া আলাস সালাহ্</w:t>
      </w:r>
      <w:r w:rsidR="003936CB">
        <w:t>-</w:t>
      </w:r>
      <w:r w:rsidRPr="007710BF">
        <w:rPr>
          <w:cs/>
          <w:lang w:bidi="bn-IN"/>
        </w:rPr>
        <w:t>নামাযের দিকে এসো) এবং</w:t>
      </w:r>
      <w:r w:rsidR="005C2C67">
        <w:rPr>
          <w:lang w:bidi="bn-IN"/>
        </w:rPr>
        <w:t xml:space="preserve"> </w:t>
      </w:r>
      <w:r w:rsidRPr="007710BF">
        <w:rPr>
          <w:cs/>
          <w:lang w:bidi="bn-IN"/>
        </w:rPr>
        <w:t>(হাইয়া আলাল ফালাহ</w:t>
      </w:r>
      <w:r w:rsidR="003936CB">
        <w:t>-</w:t>
      </w:r>
      <w:r w:rsidRPr="007710BF">
        <w:rPr>
          <w:cs/>
          <w:lang w:bidi="bn-IN"/>
        </w:rPr>
        <w:t>কল্যাণেরদিকে এসো) বলে</w:t>
      </w:r>
      <w:r w:rsidR="00895143">
        <w:t>,</w:t>
      </w:r>
      <w:r w:rsidRPr="007710BF">
        <w:rPr>
          <w:cs/>
          <w:lang w:bidi="bn-IN"/>
        </w:rPr>
        <w:t xml:space="preserve">তার মধ্যে কোন সমস্যা নেই কিন্তু </w:t>
      </w:r>
      <w:r w:rsidRPr="001933EC">
        <w:rPr>
          <w:rStyle w:val="libAlaemChar"/>
        </w:rPr>
        <w:t>‘</w:t>
      </w:r>
      <w:r w:rsidRPr="007710BF">
        <w:rPr>
          <w:cs/>
          <w:lang w:bidi="bn-IN"/>
        </w:rPr>
        <w:t>হাইয়া আলা খাইরিল আমাল</w:t>
      </w:r>
      <w:r w:rsidRPr="001933EC">
        <w:rPr>
          <w:rStyle w:val="libAlaemChar"/>
        </w:rPr>
        <w:t>’</w:t>
      </w:r>
      <w:r w:rsidRPr="007710BF">
        <w:t xml:space="preserve"> (</w:t>
      </w:r>
      <w:r w:rsidRPr="007710BF">
        <w:rPr>
          <w:cs/>
          <w:lang w:bidi="bn-IN"/>
        </w:rPr>
        <w:t>সর্বশ্রেষ্ঠ</w:t>
      </w:r>
      <w:r w:rsidR="005C2C67">
        <w:rPr>
          <w:lang w:bidi="bn-IN"/>
        </w:rPr>
        <w:t xml:space="preserve"> </w:t>
      </w:r>
      <w:r w:rsidRPr="007710BF">
        <w:rPr>
          <w:cs/>
          <w:lang w:bidi="bn-IN"/>
        </w:rPr>
        <w:t>আমলের দিকে এসো) যার অর্থ সর্বশ্রেষ্ঠ আমল হলো নামায</w:t>
      </w:r>
      <w:r w:rsidR="00895143">
        <w:t>,</w:t>
      </w:r>
      <w:r w:rsidRPr="007710BF">
        <w:rPr>
          <w:cs/>
          <w:lang w:bidi="bn-IN"/>
        </w:rPr>
        <w:t>এটা বলা হবে তখন মুজাহিদদের মন</w:t>
      </w:r>
      <w:r w:rsidR="006546E2">
        <w:rPr>
          <w:cs/>
          <w:lang w:bidi="bn-IN"/>
        </w:rPr>
        <w:t>দুর্বল</w:t>
      </w:r>
      <w:r w:rsidRPr="007710BF">
        <w:rPr>
          <w:cs/>
          <w:lang w:bidi="bn-IN"/>
        </w:rPr>
        <w:t xml:space="preserve"> হয়ে যাবে। কেননা তাদের নিজেদের কাছে মনে হবে নাম</w:t>
      </w:r>
      <w:r w:rsidR="005C2C67">
        <w:rPr>
          <w:cs/>
          <w:lang w:bidi="bn-IN"/>
        </w:rPr>
        <w:t>ায যেহেতু সর্বশ্রেষ্ঠ আমল আমরা</w:t>
      </w:r>
      <w:r w:rsidR="005C2C67">
        <w:rPr>
          <w:lang w:bidi="bn-IN"/>
        </w:rPr>
        <w:t xml:space="preserve"> </w:t>
      </w:r>
      <w:r w:rsidRPr="007710BF">
        <w:rPr>
          <w:cs/>
          <w:lang w:bidi="bn-IN"/>
        </w:rPr>
        <w:t>যুদ্ধের ময়দানে বা জিহাদে যাওয়ার চেয়ে মদীনার মসজিদে বসে নামায পড়ি</w:t>
      </w:r>
      <w:r w:rsidR="00895143">
        <w:t>,</w:t>
      </w:r>
      <w:r w:rsidRPr="007710BF">
        <w:rPr>
          <w:cs/>
          <w:lang w:bidi="bn-IN"/>
        </w:rPr>
        <w:t>কি প্রয়োজন অন্যদের</w:t>
      </w:r>
      <w:r w:rsidR="005C2C67">
        <w:rPr>
          <w:lang w:bidi="bn-IN"/>
        </w:rPr>
        <w:t xml:space="preserve"> </w:t>
      </w:r>
      <w:r w:rsidRPr="007710BF">
        <w:rPr>
          <w:cs/>
          <w:lang w:bidi="bn-IN"/>
        </w:rPr>
        <w:t>হত্যা করে</w:t>
      </w:r>
      <w:r w:rsidR="00895143">
        <w:t>,</w:t>
      </w:r>
      <w:r w:rsidRPr="007710BF">
        <w:rPr>
          <w:cs/>
          <w:lang w:bidi="bn-IN"/>
        </w:rPr>
        <w:t>নিজেদের নিহত হতে দিয়ে</w:t>
      </w:r>
      <w:r w:rsidR="00895143">
        <w:t>,</w:t>
      </w:r>
      <w:r w:rsidRPr="007710BF">
        <w:rPr>
          <w:cs/>
          <w:lang w:bidi="bn-IN"/>
        </w:rPr>
        <w:t>আহত হয়ে</w:t>
      </w:r>
      <w:r w:rsidR="00895143">
        <w:t>,</w:t>
      </w:r>
      <w:r w:rsidRPr="007710BF">
        <w:rPr>
          <w:cs/>
          <w:lang w:bidi="bn-IN"/>
        </w:rPr>
        <w:t>কারো চোখ অন্ধ হবে</w:t>
      </w:r>
      <w:r w:rsidR="00895143">
        <w:t>,</w:t>
      </w:r>
      <w:r w:rsidRPr="007710BF">
        <w:rPr>
          <w:cs/>
          <w:lang w:bidi="bn-IN"/>
        </w:rPr>
        <w:t>কারো হাত বা পা কাটা</w:t>
      </w:r>
      <w:r w:rsidR="005C2C67">
        <w:rPr>
          <w:lang w:bidi="bn-IN"/>
        </w:rPr>
        <w:t xml:space="preserve"> </w:t>
      </w:r>
      <w:r w:rsidRPr="007710BF">
        <w:rPr>
          <w:cs/>
          <w:lang w:bidi="bn-IN"/>
        </w:rPr>
        <w:t>যাবে</w:t>
      </w:r>
      <w:r w:rsidR="00895143">
        <w:t>,</w:t>
      </w:r>
      <w:r w:rsidRPr="007710BF">
        <w:rPr>
          <w:cs/>
          <w:lang w:bidi="bn-IN"/>
        </w:rPr>
        <w:t>অভুক্ত থাকার কষ্ট করতে হবে</w:t>
      </w:r>
      <w:r w:rsidR="00895143">
        <w:t>,</w:t>
      </w:r>
      <w:r w:rsidRPr="007710BF">
        <w:rPr>
          <w:cs/>
          <w:lang w:bidi="bn-IN"/>
        </w:rPr>
        <w:t>বরং আমরা এখানে স্ত্রী-পুত্র-পরিজনের পাশে বসে চার রাকাত</w:t>
      </w:r>
      <w:r w:rsidR="005C2C67">
        <w:rPr>
          <w:lang w:bidi="bn-IN"/>
        </w:rPr>
        <w:t xml:space="preserve"> </w:t>
      </w:r>
      <w:r w:rsidRPr="007710BF">
        <w:rPr>
          <w:cs/>
          <w:lang w:bidi="bn-IN"/>
        </w:rPr>
        <w:t>নামায পড়ে তাদের চেয়ে উত্তম হতে পারি</w:t>
      </w:r>
      <w:r w:rsidRPr="007710BF">
        <w:rPr>
          <w:cs/>
          <w:lang w:bidi="hi-IN"/>
        </w:rPr>
        <w:t xml:space="preserve">। </w:t>
      </w:r>
      <w:r w:rsidRPr="007710BF">
        <w:rPr>
          <w:cs/>
          <w:lang w:bidi="bn-IN"/>
        </w:rPr>
        <w:t>তাই আযান থেকে এ অংশটি বাদ দিতে হবে। তার চেয়ে</w:t>
      </w:r>
      <w:r w:rsidR="005C2C67">
        <w:rPr>
          <w:lang w:bidi="bn-IN"/>
        </w:rPr>
        <w:t xml:space="preserve"> </w:t>
      </w:r>
      <w:r w:rsidRPr="007710BF">
        <w:rPr>
          <w:cs/>
          <w:lang w:bidi="bn-IN"/>
        </w:rPr>
        <w:t>বরং বলব</w:t>
      </w:r>
      <w:r w:rsidR="005C2C67">
        <w:rPr>
          <w:lang w:bidi="bn-IN"/>
        </w:rPr>
        <w:t xml:space="preserve"> </w:t>
      </w:r>
      <w:r w:rsidRPr="007710BF">
        <w:rPr>
          <w:cs/>
          <w:lang w:bidi="bn-IN"/>
        </w:rPr>
        <w:t>(আস সালাতু খাইরুম মিনান নাওম</w:t>
      </w:r>
      <w:r w:rsidR="003936CB">
        <w:t>-</w:t>
      </w:r>
      <w:r w:rsidRPr="007710BF">
        <w:rPr>
          <w:cs/>
          <w:lang w:bidi="bn-IN"/>
        </w:rPr>
        <w:t>নামায ঘুম থেকে উত্তম)। যখন</w:t>
      </w:r>
      <w:r w:rsidR="005C2C67">
        <w:rPr>
          <w:lang w:bidi="bn-IN"/>
        </w:rPr>
        <w:t xml:space="preserve"> </w:t>
      </w:r>
      <w:r w:rsidRPr="007710BF">
        <w:rPr>
          <w:cs/>
          <w:lang w:bidi="bn-IN"/>
        </w:rPr>
        <w:t>ঘুমাব তখন মনে করতে হবে ঘুমানোর চেয়ে মসজিদে গিয়ে নামায পড়ি।</w:t>
      </w:r>
    </w:p>
    <w:p w:rsidR="00732420" w:rsidRDefault="007710BF" w:rsidP="00C80584">
      <w:pPr>
        <w:pStyle w:val="libNormal"/>
        <w:rPr>
          <w:lang w:bidi="bn-IN"/>
        </w:rPr>
      </w:pPr>
      <w:r w:rsidRPr="007710BF">
        <w:rPr>
          <w:cs/>
          <w:lang w:bidi="bn-IN"/>
        </w:rPr>
        <w:t>কিন্তু এ রহস্য আমাদের জানতে হবে কোন্ শক্তির বলে মুসলমানরা (যাদের সংখ্যা এক লক্ষেরও</w:t>
      </w:r>
      <w:r w:rsidR="005C2C67">
        <w:rPr>
          <w:lang w:bidi="bn-IN"/>
        </w:rPr>
        <w:t xml:space="preserve"> </w:t>
      </w:r>
      <w:r w:rsidRPr="007710BF">
        <w:rPr>
          <w:cs/>
          <w:lang w:bidi="bn-IN"/>
        </w:rPr>
        <w:t>কম) তাদের থেকে কয়েকগুণ শক্তিশালী (সংখ্যায় কয়েক লক্ষ) প্রতিপক্ষের বিরুদ্ধে যুদ্ধ করে জয়ী</w:t>
      </w:r>
      <w:r w:rsidR="005C2C67">
        <w:rPr>
          <w:lang w:bidi="bn-IN"/>
        </w:rPr>
        <w:t xml:space="preserve"> </w:t>
      </w:r>
      <w:r w:rsidRPr="007710BF">
        <w:rPr>
          <w:cs/>
          <w:lang w:bidi="bn-IN"/>
        </w:rPr>
        <w:t>হয়। এ জয় কিরূপে সম্ভব অনেকেই চিন্তা করে দেখেনি। এ জয় তো অস্ত্রের বলে নয়। যদি তাই হতো</w:t>
      </w:r>
      <w:r w:rsidR="00C80584">
        <w:rPr>
          <w:lang w:bidi="bn-IN"/>
        </w:rPr>
        <w:t xml:space="preserve"> </w:t>
      </w:r>
      <w:r w:rsidRPr="007710BF">
        <w:rPr>
          <w:cs/>
          <w:lang w:bidi="bn-IN"/>
        </w:rPr>
        <w:t>তবে আরবদের অস্ত্র কি রোমানদের বা পারসিকদের চেয়ে অধিক ধারালো ছিল</w:t>
      </w:r>
      <w:r w:rsidRPr="007710BF">
        <w:t xml:space="preserve">? </w:t>
      </w:r>
      <w:r w:rsidRPr="007710BF">
        <w:rPr>
          <w:cs/>
          <w:lang w:bidi="bn-IN"/>
        </w:rPr>
        <w:t>অবশ্যই নয়। বরং</w:t>
      </w:r>
      <w:r w:rsidR="00C80584">
        <w:rPr>
          <w:lang w:bidi="bn-IN"/>
        </w:rPr>
        <w:t xml:space="preserve"> </w:t>
      </w:r>
      <w:r w:rsidRPr="007710BF">
        <w:rPr>
          <w:cs/>
          <w:lang w:bidi="bn-IN"/>
        </w:rPr>
        <w:t>রোমান ও পারসিকরা সমসাময়িক যুগের শ্রেষ্ঠ অস্ত্রের অধিকারী ছিল। অপর পক্ষে আরবদের অস্ত্র সেরকম ছিল না। জাতি হিসেবেও আরবরা কি রোম ও ইরানের মোকাবিলায় শক্তিশালী ছিল</w:t>
      </w:r>
      <w:r w:rsidRPr="007710BF">
        <w:t xml:space="preserve">? </w:t>
      </w:r>
      <w:r w:rsidRPr="007710BF">
        <w:rPr>
          <w:cs/>
          <w:lang w:bidi="bn-IN"/>
        </w:rPr>
        <w:t>অবশ্যই</w:t>
      </w:r>
      <w:r w:rsidR="00C80584">
        <w:rPr>
          <w:lang w:bidi="bn-IN"/>
        </w:rPr>
        <w:t xml:space="preserve"> </w:t>
      </w:r>
      <w:r w:rsidRPr="007710BF">
        <w:rPr>
          <w:cs/>
          <w:lang w:bidi="bn-IN"/>
        </w:rPr>
        <w:t>নয়। শাপুর জুল আকতাফ ইসলাম-পূর্ব যুগে আরবদের পদদলিত করেছিল। শত-সহস্র আরবকে বন্দিকরে নিয়ে গিয়েছিল। তাদের কপালে কালিমা লেপন করে দিয়েছিল। তখন আরবদের শক্তি কোথায়ছিল</w:t>
      </w:r>
      <w:r w:rsidRPr="007710BF">
        <w:t xml:space="preserve">? </w:t>
      </w:r>
      <w:r w:rsidRPr="007710BF">
        <w:rPr>
          <w:cs/>
          <w:lang w:bidi="bn-IN"/>
        </w:rPr>
        <w:t>কিন্তু মাত্র একশ</w:t>
      </w:r>
      <w:r w:rsidRPr="001933EC">
        <w:rPr>
          <w:rStyle w:val="libAlaemChar"/>
        </w:rPr>
        <w:t>’</w:t>
      </w:r>
      <w:r w:rsidRPr="007710BF">
        <w:t xml:space="preserve"> </w:t>
      </w:r>
      <w:r w:rsidRPr="007710BF">
        <w:rPr>
          <w:cs/>
          <w:lang w:bidi="bn-IN"/>
        </w:rPr>
        <w:t>বছর পর সেই আরবরাই ইরানকে পরাজিত করেছিল। তাহলে কোন্ শক্তির বলে আরবরা ইরান ও রোমের সঙ্গে যুদ্ধে জয়ের মালা পড়েছিল আর তাদের মুখে পরাজয়ের চিহ্ন</w:t>
      </w:r>
      <w:r w:rsidR="00C80584">
        <w:rPr>
          <w:lang w:bidi="bn-IN"/>
        </w:rPr>
        <w:t xml:space="preserve"> </w:t>
      </w:r>
      <w:r w:rsidRPr="007710BF">
        <w:rPr>
          <w:cs/>
          <w:lang w:bidi="bn-IN"/>
        </w:rPr>
        <w:t>এঁকে দিয়েছিল</w:t>
      </w:r>
      <w:r w:rsidRPr="007710BF">
        <w:t xml:space="preserve">? </w:t>
      </w:r>
      <w:r w:rsidRPr="007710BF">
        <w:rPr>
          <w:cs/>
          <w:lang w:bidi="bn-IN"/>
        </w:rPr>
        <w:t>এ শক্তি ঈমানের শক্তি ছিল</w:t>
      </w:r>
      <w:r w:rsidRPr="007710BF">
        <w:rPr>
          <w:cs/>
          <w:lang w:bidi="hi-IN"/>
        </w:rPr>
        <w:t xml:space="preserve">। </w:t>
      </w:r>
      <w:r w:rsidRPr="007710BF">
        <w:rPr>
          <w:cs/>
          <w:lang w:bidi="bn-IN"/>
        </w:rPr>
        <w:t>যে শক্তি সে</w:t>
      </w:r>
      <w:r w:rsidR="00732420">
        <w:rPr>
          <w:lang w:bidi="bn-IN"/>
        </w:rPr>
        <w:t xml:space="preserve"> </w:t>
      </w:r>
      <w:r w:rsidR="00732420" w:rsidRPr="00732420">
        <w:rPr>
          <w:rStyle w:val="libArChar"/>
          <w:rFonts w:hint="cs"/>
          <w:rtl/>
        </w:rPr>
        <w:t>حی علی خیر العمل</w:t>
      </w:r>
      <w:r w:rsidR="00C80584">
        <w:rPr>
          <w:lang w:bidi="bn-IN"/>
        </w:rPr>
        <w:t xml:space="preserve"> </w:t>
      </w:r>
      <w:r w:rsidRPr="007710BF">
        <w:rPr>
          <w:cs/>
          <w:lang w:bidi="bn-IN"/>
        </w:rPr>
        <w:t>থেকে লাভ করেছে।</w:t>
      </w:r>
      <w:r w:rsidR="00C80584">
        <w:rPr>
          <w:lang w:bidi="bn-IN"/>
        </w:rPr>
        <w:t xml:space="preserve"> </w:t>
      </w:r>
      <w:r w:rsidRPr="007710BF">
        <w:rPr>
          <w:cs/>
          <w:lang w:bidi="bn-IN"/>
        </w:rPr>
        <w:t>তার নামায থেকে সে এ শক্তি অর্জন করেছে স্রষ্টার কাছে একান্ত প্রার্থনার মাধ্যমে। কোরআনে বর্ণিত</w:t>
      </w:r>
      <w:r w:rsidR="00732420">
        <w:rPr>
          <w:lang w:bidi="bn-IN"/>
        </w:rPr>
        <w:t xml:space="preserve"> </w:t>
      </w:r>
      <w:r w:rsidRPr="007710BF">
        <w:rPr>
          <w:cs/>
          <w:lang w:bidi="bn-IN"/>
        </w:rPr>
        <w:t>মানুষ রাত্রিতে তার স্রষ্টার সম্মুখে দাঁড়িয়ে মনের গোপন আকা</w:t>
      </w:r>
      <w:r w:rsidR="001C5FF3">
        <w:rPr>
          <w:cs/>
          <w:lang w:bidi="bn-IN"/>
        </w:rPr>
        <w:t>ঙ্ক্ষা</w:t>
      </w:r>
      <w:r w:rsidRPr="007710BF">
        <w:rPr>
          <w:cs/>
          <w:lang w:bidi="bn-IN"/>
        </w:rPr>
        <w:t>পেশ করে</w:t>
      </w:r>
      <w:r w:rsidR="00895143">
        <w:t>,</w:t>
      </w:r>
      <w:r w:rsidR="00FE6D44">
        <w:rPr>
          <w:cs/>
          <w:lang w:bidi="bn-IN"/>
        </w:rPr>
        <w:t>তার</w:t>
      </w:r>
      <w:r w:rsidRPr="007710BF">
        <w:rPr>
          <w:cs/>
          <w:lang w:bidi="bn-IN"/>
        </w:rPr>
        <w:t xml:space="preserve"> নিকট এ শক্তি</w:t>
      </w:r>
      <w:r w:rsidR="00732420">
        <w:rPr>
          <w:lang w:bidi="bn-IN"/>
        </w:rPr>
        <w:t xml:space="preserve"> </w:t>
      </w:r>
      <w:r w:rsidRPr="007710BF">
        <w:rPr>
          <w:cs/>
          <w:lang w:bidi="bn-IN"/>
        </w:rPr>
        <w:t>চায়। সেই মহান প্রভু থেকেই সে এ আত্মিক শক্তি লাভ করেছে অর্থাৎ আরবরা যখন স্রষ্টার নিকট</w:t>
      </w:r>
      <w:r w:rsidR="00732420">
        <w:rPr>
          <w:lang w:bidi="bn-IN"/>
        </w:rPr>
        <w:t xml:space="preserve"> </w:t>
      </w:r>
      <w:r w:rsidRPr="007710BF">
        <w:rPr>
          <w:cs/>
          <w:lang w:bidi="bn-IN"/>
        </w:rPr>
        <w:t>থেকে এ আত্মিক শক্তি অর্জন করেছে তখন এর বলেই সে ইরান ও রোমকে পরাজিত করেছে। এ</w:t>
      </w:r>
      <w:r w:rsidR="00732420">
        <w:rPr>
          <w:lang w:bidi="bn-IN"/>
        </w:rPr>
        <w:t xml:space="preserve"> </w:t>
      </w:r>
      <w:r w:rsidRPr="007710BF">
        <w:rPr>
          <w:cs/>
          <w:lang w:bidi="bn-IN"/>
        </w:rPr>
        <w:t>আত্মিক শক্তি সে কিভাবে পেয়েছে</w:t>
      </w:r>
      <w:r w:rsidRPr="007710BF">
        <w:t xml:space="preserve">? </w:t>
      </w:r>
      <w:r w:rsidRPr="007710BF">
        <w:rPr>
          <w:cs/>
          <w:lang w:bidi="bn-IN"/>
        </w:rPr>
        <w:t>তার ঈমান থেকে পেয়েছে। নামায কি</w:t>
      </w:r>
      <w:r w:rsidRPr="007710BF">
        <w:t xml:space="preserve">? </w:t>
      </w:r>
      <w:r w:rsidRPr="007710BF">
        <w:rPr>
          <w:cs/>
          <w:lang w:bidi="bn-IN"/>
        </w:rPr>
        <w:t>নামায হলো ঈমানের</w:t>
      </w:r>
      <w:r w:rsidR="00732420">
        <w:rPr>
          <w:lang w:bidi="bn-IN"/>
        </w:rPr>
        <w:t xml:space="preserve"> </w:t>
      </w:r>
      <w:r w:rsidRPr="007710BF">
        <w:rPr>
          <w:cs/>
          <w:lang w:bidi="bn-IN"/>
        </w:rPr>
        <w:t xml:space="preserve">ঝালাই। নামাযের </w:t>
      </w:r>
      <w:r w:rsidRPr="001933EC">
        <w:rPr>
          <w:rStyle w:val="libAlaemChar"/>
        </w:rPr>
        <w:t>‘</w:t>
      </w:r>
      <w:r w:rsidRPr="007710BF">
        <w:rPr>
          <w:cs/>
          <w:lang w:bidi="bn-IN"/>
        </w:rPr>
        <w:t>আ</w:t>
      </w:r>
      <w:r w:rsidR="006B46F0">
        <w:rPr>
          <w:cs/>
          <w:lang w:bidi="bn-IN"/>
        </w:rPr>
        <w:t>ল্লা</w:t>
      </w:r>
      <w:r w:rsidRPr="007710BF">
        <w:rPr>
          <w:rFonts w:hint="cs"/>
          <w:cs/>
          <w:lang w:bidi="bn-IN"/>
        </w:rPr>
        <w:t>হু আকবার</w:t>
      </w:r>
      <w:r w:rsidRPr="001933EC">
        <w:rPr>
          <w:rStyle w:val="libAlaemChar"/>
        </w:rPr>
        <w:t>’</w:t>
      </w:r>
      <w:r w:rsidRPr="007710BF">
        <w:t xml:space="preserve"> </w:t>
      </w:r>
      <w:r w:rsidRPr="007710BF">
        <w:rPr>
          <w:cs/>
          <w:lang w:bidi="bn-IN"/>
        </w:rPr>
        <w:t>থেকেই সে এ শক্তি অর্জন করেছে। যখন সে নামাযে কয়েকবার</w:t>
      </w:r>
      <w:r w:rsidR="00732420">
        <w:rPr>
          <w:lang w:bidi="bn-IN"/>
        </w:rPr>
        <w:t xml:space="preserve"> </w:t>
      </w:r>
      <w:r w:rsidRPr="007710BF">
        <w:rPr>
          <w:cs/>
          <w:lang w:bidi="bn-IN"/>
        </w:rPr>
        <w:t>বলে</w:t>
      </w:r>
      <w:r w:rsidR="00895143">
        <w:t>,</w:t>
      </w:r>
      <w:r w:rsidRPr="001933EC">
        <w:rPr>
          <w:rStyle w:val="libAlaemChar"/>
        </w:rPr>
        <w:t>‘</w:t>
      </w:r>
      <w:r w:rsidRPr="007710BF">
        <w:rPr>
          <w:cs/>
          <w:lang w:bidi="bn-IN"/>
        </w:rPr>
        <w:t>আ</w:t>
      </w:r>
      <w:r w:rsidR="006B46F0">
        <w:rPr>
          <w:cs/>
          <w:lang w:bidi="bn-IN"/>
        </w:rPr>
        <w:t>ল্লা</w:t>
      </w:r>
      <w:r w:rsidRPr="007710BF">
        <w:rPr>
          <w:rFonts w:hint="cs"/>
          <w:cs/>
          <w:lang w:bidi="bn-IN"/>
        </w:rPr>
        <w:t>হ্ সর্বশ্রেষ্ঠ</w:t>
      </w:r>
      <w:r w:rsidRPr="001933EC">
        <w:rPr>
          <w:rStyle w:val="libAlaemChar"/>
        </w:rPr>
        <w:t>’</w:t>
      </w:r>
      <w:r w:rsidR="00895143">
        <w:t>,</w:t>
      </w:r>
      <w:r w:rsidRPr="007710BF">
        <w:rPr>
          <w:cs/>
          <w:lang w:bidi="bn-IN"/>
        </w:rPr>
        <w:t>তখনই অনুভব করে বাকী সকল কিছুই তুচ্ছ। যখন যুদ্ধের ময়দানে কয়েকলক্ষ যোদ্ধাকে তাদের মোকাবিলায় দেখে তখন বলে</w:t>
      </w:r>
      <w:r w:rsidR="00895143">
        <w:t>,</w:t>
      </w:r>
      <w:r w:rsidRPr="001933EC">
        <w:rPr>
          <w:rStyle w:val="libAlaemChar"/>
        </w:rPr>
        <w:t>‘</w:t>
      </w:r>
      <w:r w:rsidRPr="007710BF">
        <w:rPr>
          <w:cs/>
          <w:lang w:bidi="bn-IN"/>
        </w:rPr>
        <w:t>লা হাওলা ওয়ালা কুওয়াতা ই</w:t>
      </w:r>
      <w:r w:rsidR="006B46F0">
        <w:rPr>
          <w:cs/>
          <w:lang w:bidi="bn-IN"/>
        </w:rPr>
        <w:t>ল্লা</w:t>
      </w:r>
      <w:r w:rsidRPr="007710BF">
        <w:rPr>
          <w:rFonts w:hint="cs"/>
          <w:cs/>
          <w:lang w:bidi="bn-IN"/>
        </w:rPr>
        <w:t xml:space="preserve"> বি</w:t>
      </w:r>
      <w:r w:rsidR="006B46F0">
        <w:rPr>
          <w:rFonts w:hint="cs"/>
          <w:cs/>
          <w:lang w:bidi="bn-IN"/>
        </w:rPr>
        <w:t>ল্লা</w:t>
      </w:r>
      <w:r w:rsidRPr="007710BF">
        <w:rPr>
          <w:rFonts w:hint="cs"/>
          <w:cs/>
          <w:lang w:bidi="bn-IN"/>
        </w:rPr>
        <w:t xml:space="preserve">হিলআলিয়্যিল আজিম। সকল ক্ষমতা </w:t>
      </w:r>
      <w:r w:rsidR="00D009A1">
        <w:rPr>
          <w:rFonts w:hint="cs"/>
          <w:cs/>
          <w:lang w:bidi="bn-IN"/>
        </w:rPr>
        <w:t>আল্লাহর</w:t>
      </w:r>
      <w:r w:rsidRPr="007710BF">
        <w:rPr>
          <w:rFonts w:hint="cs"/>
          <w:cs/>
          <w:lang w:bidi="bn-IN"/>
        </w:rPr>
        <w:t xml:space="preserve"> হাতে। মানুষের অবশ্যই </w:t>
      </w:r>
      <w:r w:rsidR="00FE6D44">
        <w:rPr>
          <w:rFonts w:hint="cs"/>
          <w:cs/>
          <w:lang w:bidi="bn-IN"/>
        </w:rPr>
        <w:t>তার</w:t>
      </w:r>
      <w:r w:rsidRPr="007710BF">
        <w:rPr>
          <w:rFonts w:hint="cs"/>
          <w:cs/>
          <w:lang w:bidi="bn-IN"/>
        </w:rPr>
        <w:t xml:space="preserve"> উপর নির্ভর করা উচিত।</w:t>
      </w:r>
      <w:r w:rsidR="00732420">
        <w:rPr>
          <w:lang w:bidi="bn-IN"/>
        </w:rPr>
        <w:t xml:space="preserve"> </w:t>
      </w:r>
      <w:r w:rsidR="00FE6D44">
        <w:rPr>
          <w:rFonts w:hint="cs"/>
          <w:cs/>
          <w:lang w:bidi="bn-IN"/>
        </w:rPr>
        <w:t>তার</w:t>
      </w:r>
      <w:r w:rsidRPr="007710BF">
        <w:rPr>
          <w:rFonts w:hint="cs"/>
          <w:cs/>
          <w:lang w:bidi="bn-IN"/>
        </w:rPr>
        <w:t xml:space="preserve"> থেকে শক্তি ও সাহায্য চাওয়া উচিত। নামাযই তাকে এ শক্তি ও সাহস দান করেছে। যদি এ</w:t>
      </w:r>
      <w:r w:rsidR="00732420">
        <w:rPr>
          <w:lang w:bidi="bn-IN"/>
        </w:rPr>
        <w:t xml:space="preserve"> </w:t>
      </w:r>
      <w:r w:rsidRPr="007710BF">
        <w:rPr>
          <w:rFonts w:hint="cs"/>
          <w:cs/>
          <w:lang w:bidi="bn-IN"/>
        </w:rPr>
        <w:t xml:space="preserve">নামায না থাকতো তবে এ ধরনের মুজাহিদ (জিহাদকারী) যোদ্ধা তৈরি হতো </w:t>
      </w:r>
      <w:r w:rsidRPr="007710BF">
        <w:rPr>
          <w:cs/>
          <w:lang w:bidi="bn-IN"/>
        </w:rPr>
        <w:t>না।</w:t>
      </w:r>
    </w:p>
    <w:p w:rsidR="00D962F2" w:rsidRDefault="007710BF" w:rsidP="00C80584">
      <w:pPr>
        <w:pStyle w:val="libNormal"/>
        <w:rPr>
          <w:lang w:bidi="hi-IN"/>
        </w:rPr>
      </w:pPr>
      <w:r w:rsidRPr="007710BF">
        <w:rPr>
          <w:cs/>
          <w:lang w:bidi="bn-IN"/>
        </w:rPr>
        <w:t>ইসলাম কি এটা বলে না যে</w:t>
      </w:r>
      <w:r w:rsidR="00895143">
        <w:t>,</w:t>
      </w:r>
      <w:r w:rsidRPr="007710BF">
        <w:rPr>
          <w:cs/>
          <w:lang w:bidi="bn-IN"/>
        </w:rPr>
        <w:t>ইসলামের বিধি-বিধান একে অপরের সঙ্গে ওতপ্রোতভাবে জড়িত।</w:t>
      </w:r>
      <w:r w:rsidR="00D962F2">
        <w:rPr>
          <w:lang w:bidi="bn-IN"/>
        </w:rPr>
        <w:t xml:space="preserve"> </w:t>
      </w:r>
      <w:r w:rsidRPr="007710BF">
        <w:rPr>
          <w:cs/>
          <w:lang w:bidi="bn-IN"/>
        </w:rPr>
        <w:t>যার উপর জিহাদ ফরয করা হয়েছে তার নামাযের জন্য মদীনার মসজিদে পড়ে থাকা হারাম। তাকে</w:t>
      </w:r>
      <w:r w:rsidR="00D962F2">
        <w:rPr>
          <w:lang w:bidi="bn-IN"/>
        </w:rPr>
        <w:t xml:space="preserve"> </w:t>
      </w:r>
      <w:r w:rsidRPr="007710BF">
        <w:rPr>
          <w:cs/>
          <w:lang w:bidi="bn-IN"/>
        </w:rPr>
        <w:t>অবশ্যই জিহাদের জন্য যেতে হবে। তার নামায কবুল হওয়ার শর্ত হলো জিহাদ। আবার জিহাদ কবুল</w:t>
      </w:r>
      <w:r w:rsidR="00D962F2">
        <w:rPr>
          <w:lang w:bidi="bn-IN"/>
        </w:rPr>
        <w:t xml:space="preserve"> </w:t>
      </w:r>
      <w:r w:rsidRPr="007710BF">
        <w:rPr>
          <w:cs/>
          <w:lang w:bidi="bn-IN"/>
        </w:rPr>
        <w:t>হওয়ার শর্তও নামায। কোন মুজাহিদের জন্য শর্তাবলী উপস্থিত হলে তার জন্য জিহাদ ফরয। কিন্তু</w:t>
      </w:r>
      <w:r w:rsidR="00D962F2">
        <w:rPr>
          <w:lang w:bidi="bn-IN"/>
        </w:rPr>
        <w:t xml:space="preserve"> </w:t>
      </w:r>
      <w:r w:rsidRPr="007710BF">
        <w:rPr>
          <w:cs/>
          <w:lang w:bidi="bn-IN"/>
        </w:rPr>
        <w:t>তাকে বলতে হবে</w:t>
      </w:r>
      <w:r w:rsidR="00895143">
        <w:t>,</w:t>
      </w:r>
      <w:r w:rsidRPr="007710BF">
        <w:rPr>
          <w:cs/>
          <w:lang w:bidi="bn-IN"/>
        </w:rPr>
        <w:t>ইসলাম বলে নামায ব্যতীত জিহাদ বাতিল ও মূল্যহীন</w:t>
      </w:r>
      <w:r w:rsidR="00895143">
        <w:t>,</w:t>
      </w:r>
      <w:r w:rsidRPr="007710BF">
        <w:rPr>
          <w:cs/>
          <w:lang w:bidi="bn-IN"/>
        </w:rPr>
        <w:t>তেমনি জিহাদ ব্যতীত</w:t>
      </w:r>
      <w:r w:rsidR="00D962F2">
        <w:rPr>
          <w:lang w:bidi="bn-IN"/>
        </w:rPr>
        <w:t xml:space="preserve"> </w:t>
      </w:r>
      <w:r w:rsidRPr="007710BF">
        <w:rPr>
          <w:cs/>
          <w:lang w:bidi="bn-IN"/>
        </w:rPr>
        <w:t xml:space="preserve">নামাযও বাতিল। তখন এটা </w:t>
      </w:r>
      <w:r w:rsidRPr="001933EC">
        <w:rPr>
          <w:rStyle w:val="libAlaemChar"/>
        </w:rPr>
        <w:t>‘</w:t>
      </w:r>
      <w:r w:rsidRPr="007710BF">
        <w:rPr>
          <w:cs/>
          <w:lang w:bidi="bn-IN"/>
        </w:rPr>
        <w:t>খাইরুল আমাল</w:t>
      </w:r>
      <w:r w:rsidRPr="001933EC">
        <w:rPr>
          <w:rStyle w:val="libAlaemChar"/>
        </w:rPr>
        <w:t>’</w:t>
      </w:r>
      <w:r w:rsidRPr="007710BF">
        <w:t xml:space="preserve"> </w:t>
      </w:r>
      <w:r w:rsidRPr="007710BF">
        <w:rPr>
          <w:cs/>
          <w:lang w:bidi="bn-IN"/>
        </w:rPr>
        <w:t xml:space="preserve">বা সর্বোত্তম ইবাদত না হয়ে </w:t>
      </w:r>
      <w:r w:rsidRPr="001933EC">
        <w:rPr>
          <w:rStyle w:val="libAlaemChar"/>
        </w:rPr>
        <w:t>‘</w:t>
      </w:r>
      <w:r w:rsidRPr="007710BF">
        <w:rPr>
          <w:cs/>
          <w:lang w:bidi="bn-IN"/>
        </w:rPr>
        <w:t>শাররুল আমাল</w:t>
      </w:r>
      <w:r w:rsidRPr="001933EC">
        <w:rPr>
          <w:rStyle w:val="libAlaemChar"/>
        </w:rPr>
        <w:t>’</w:t>
      </w:r>
      <w:r w:rsidRPr="007710BF">
        <w:t xml:space="preserve"> </w:t>
      </w:r>
      <w:r w:rsidRPr="007710BF">
        <w:rPr>
          <w:cs/>
          <w:lang w:bidi="bn-IN"/>
        </w:rPr>
        <w:t>বা নিকৃষ্ট</w:t>
      </w:r>
      <w:r w:rsidR="00D962F2">
        <w:rPr>
          <w:lang w:bidi="bn-IN"/>
        </w:rPr>
        <w:t xml:space="preserve"> </w:t>
      </w:r>
      <w:r w:rsidRPr="007710BF">
        <w:rPr>
          <w:cs/>
          <w:lang w:bidi="bn-IN"/>
        </w:rPr>
        <w:t>ইবাদতে পরিণত হবে। নামায মুসলমানকে ইসলাম কি তা শেখায়। যে নামায মুসলমানকে জিহাদ</w:t>
      </w:r>
      <w:r w:rsidR="00D962F2">
        <w:rPr>
          <w:lang w:bidi="bn-IN"/>
        </w:rPr>
        <w:t xml:space="preserve"> </w:t>
      </w:r>
      <w:r w:rsidRPr="007710BF">
        <w:rPr>
          <w:cs/>
          <w:lang w:bidi="bn-IN"/>
        </w:rPr>
        <w:t>থেকে পালানোর জন্য মসজিদে বসে থাকার কথা বলে সেটা ইসলামের নামায নয়। ইসলামের নামায</w:t>
      </w:r>
      <w:r w:rsidR="00D962F2">
        <w:rPr>
          <w:lang w:bidi="bn-IN"/>
        </w:rPr>
        <w:t xml:space="preserve"> </w:t>
      </w:r>
      <w:r w:rsidRPr="007710BF">
        <w:rPr>
          <w:cs/>
          <w:lang w:bidi="bn-IN"/>
        </w:rPr>
        <w:t>সর্বোত্তম কর্ম (খাইরুল আমাল)। তাই এটা ঠিক নয় যে</w:t>
      </w:r>
      <w:r w:rsidR="00895143">
        <w:t>,</w:t>
      </w:r>
      <w:r w:rsidR="00D962F2" w:rsidRPr="00D962F2">
        <w:rPr>
          <w:rStyle w:val="libArChar"/>
          <w:rFonts w:hint="cs"/>
          <w:rtl/>
        </w:rPr>
        <w:t xml:space="preserve"> </w:t>
      </w:r>
      <w:r w:rsidR="00D962F2" w:rsidRPr="00732420">
        <w:rPr>
          <w:rStyle w:val="libArChar"/>
          <w:rFonts w:hint="cs"/>
          <w:rtl/>
        </w:rPr>
        <w:t>حی علی خیر العمل</w:t>
      </w:r>
      <w:r w:rsidR="00D962F2">
        <w:rPr>
          <w:lang w:bidi="bn-IN"/>
        </w:rPr>
        <w:t xml:space="preserve"> </w:t>
      </w:r>
      <w:r w:rsidRPr="007710BF">
        <w:t>-</w:t>
      </w:r>
      <w:r w:rsidRPr="007710BF">
        <w:rPr>
          <w:cs/>
          <w:lang w:bidi="bn-IN"/>
        </w:rPr>
        <w:t>কে আযান থেকে এ</w:t>
      </w:r>
      <w:r w:rsidR="00D962F2">
        <w:rPr>
          <w:lang w:bidi="bn-IN"/>
        </w:rPr>
        <w:t xml:space="preserve"> </w:t>
      </w:r>
      <w:r w:rsidRPr="007710BF">
        <w:rPr>
          <w:cs/>
          <w:lang w:bidi="bn-IN"/>
        </w:rPr>
        <w:t>যুক্তিতে বাদ দেয়া হবে যে</w:t>
      </w:r>
      <w:r w:rsidR="00895143">
        <w:t>,</w:t>
      </w:r>
      <w:r w:rsidRPr="007710BF">
        <w:rPr>
          <w:cs/>
          <w:lang w:bidi="bn-IN"/>
        </w:rPr>
        <w:t>এর খারাপ প্রভাব রয়েছে</w:t>
      </w:r>
      <w:r w:rsidR="00895143">
        <w:t>,</w:t>
      </w:r>
      <w:r w:rsidRPr="007710BF">
        <w:rPr>
          <w:cs/>
          <w:lang w:bidi="bn-IN"/>
        </w:rPr>
        <w:t>যেহেতু মুসলমানরা জিহাদ বাদ দিয়ে নামায</w:t>
      </w:r>
      <w:r w:rsidR="00D962F2">
        <w:rPr>
          <w:lang w:bidi="bn-IN"/>
        </w:rPr>
        <w:t xml:space="preserve"> </w:t>
      </w:r>
      <w:r w:rsidRPr="007710BF">
        <w:rPr>
          <w:cs/>
          <w:lang w:bidi="bn-IN"/>
        </w:rPr>
        <w:t>পড়তে যাবে। এটা ভুল। এটাই ইসলামের যুক্তি। বর্তমানের পরিভাষায় যদি বলি</w:t>
      </w:r>
      <w:r w:rsidR="00895143">
        <w:t>,</w:t>
      </w:r>
      <w:r w:rsidRPr="007710BF">
        <w:rPr>
          <w:cs/>
          <w:lang w:bidi="bn-IN"/>
        </w:rPr>
        <w:t>ইসলামী</w:t>
      </w:r>
      <w:r w:rsidR="00D962F2">
        <w:rPr>
          <w:lang w:bidi="bn-IN"/>
        </w:rPr>
        <w:t xml:space="preserve"> </w:t>
      </w:r>
      <w:r w:rsidRPr="007710BF">
        <w:rPr>
          <w:cs/>
          <w:lang w:bidi="bn-IN"/>
        </w:rPr>
        <w:t>মূল্যবোধের দৃষ্টিতে সকল মূল্যবোধের মূল্য ইবাদতে নিহিত</w:t>
      </w:r>
      <w:r w:rsidR="00895143">
        <w:t>,</w:t>
      </w:r>
      <w:r w:rsidRPr="007710BF">
        <w:rPr>
          <w:cs/>
          <w:lang w:bidi="bn-IN"/>
        </w:rPr>
        <w:t>তবে বলতে হবে সে ইবাদত হলো</w:t>
      </w:r>
      <w:r w:rsidR="00D962F2">
        <w:rPr>
          <w:lang w:bidi="bn-IN"/>
        </w:rPr>
        <w:t xml:space="preserve"> </w:t>
      </w:r>
      <w:r w:rsidR="00D962F2">
        <w:rPr>
          <w:cs/>
          <w:lang w:bidi="bn-IN"/>
        </w:rPr>
        <w:t>শর্তযু</w:t>
      </w:r>
      <w:r w:rsidRPr="007710BF">
        <w:rPr>
          <w:cs/>
          <w:lang w:bidi="bn-IN"/>
        </w:rPr>
        <w:t>ক্ত ইবাদত। কোরআন আমাদের বলছে নামা</w:t>
      </w:r>
      <w:r w:rsidR="00D962F2">
        <w:rPr>
          <w:cs/>
          <w:lang w:bidi="bn-IN"/>
        </w:rPr>
        <w:t>য তখনই নামায হবে যখন তার প্রভাব</w:t>
      </w:r>
      <w:r w:rsidR="00D962F2">
        <w:rPr>
          <w:lang w:bidi="bn-IN"/>
        </w:rPr>
        <w:t xml:space="preserve"> </w:t>
      </w:r>
      <w:r w:rsidRPr="007710BF">
        <w:rPr>
          <w:cs/>
          <w:lang w:bidi="bn-IN"/>
        </w:rPr>
        <w:t>স্বতঃপ্রকাশিত। কিরূপে তা প্রকাশিত হবে</w:t>
      </w:r>
      <w:r w:rsidRPr="007710BF">
        <w:t xml:space="preserve">? </w:t>
      </w:r>
      <w:r w:rsidRPr="007710BF">
        <w:rPr>
          <w:cs/>
          <w:lang w:bidi="bn-IN"/>
        </w:rPr>
        <w:t xml:space="preserve">নিশ্চয়ই নামায মন্দ ও </w:t>
      </w:r>
      <w:r w:rsidR="00D962F2">
        <w:rPr>
          <w:cs/>
          <w:lang w:bidi="bn-IN"/>
        </w:rPr>
        <w:t>অশ্লীল</w:t>
      </w:r>
      <w:r w:rsidRPr="007710BF">
        <w:rPr>
          <w:rFonts w:hint="cs"/>
          <w:cs/>
          <w:lang w:bidi="bn-IN"/>
        </w:rPr>
        <w:t xml:space="preserve"> কাজ থেকে বিরত রাখে।</w:t>
      </w:r>
      <w:r w:rsidR="00D962F2">
        <w:rPr>
          <w:lang w:bidi="bn-IN"/>
        </w:rPr>
        <w:t xml:space="preserve"> </w:t>
      </w:r>
      <w:r w:rsidR="005E5BE9">
        <w:rPr>
          <w:rFonts w:hint="cs"/>
          <w:cs/>
          <w:lang w:bidi="bn-IN"/>
        </w:rPr>
        <w:t>প্রকৃত</w:t>
      </w:r>
      <w:r w:rsidRPr="007710BF">
        <w:rPr>
          <w:rFonts w:hint="cs"/>
          <w:cs/>
          <w:lang w:bidi="bn-IN"/>
        </w:rPr>
        <w:t xml:space="preserve"> নামায এটাই যা মানুষকে মন্দ কাজ থেকে বিরত রাখে। য</w:t>
      </w:r>
      <w:r w:rsidR="00D962F2">
        <w:rPr>
          <w:rFonts w:hint="cs"/>
          <w:cs/>
          <w:lang w:bidi="bn-IN"/>
        </w:rPr>
        <w:t>দি দেখ নামায পড়ছ সে সাথে অন্যায়</w:t>
      </w:r>
      <w:r w:rsidR="00D962F2">
        <w:rPr>
          <w:lang w:bidi="bn-IN"/>
        </w:rPr>
        <w:t xml:space="preserve"> </w:t>
      </w:r>
      <w:r w:rsidRPr="007710BF">
        <w:rPr>
          <w:rFonts w:hint="cs"/>
          <w:cs/>
          <w:lang w:bidi="bn-IN"/>
        </w:rPr>
        <w:t>কাজও করছ</w:t>
      </w:r>
      <w:r w:rsidR="00895143">
        <w:t>,</w:t>
      </w:r>
      <w:r w:rsidRPr="007710BF">
        <w:rPr>
          <w:cs/>
          <w:lang w:bidi="bn-IN"/>
        </w:rPr>
        <w:t>তবে জেনে রাখ</w:t>
      </w:r>
      <w:r w:rsidR="00895143">
        <w:t>,</w:t>
      </w:r>
      <w:r w:rsidRPr="007710BF">
        <w:rPr>
          <w:cs/>
          <w:lang w:bidi="bn-IN"/>
        </w:rPr>
        <w:t>তোমার নামায নামায নয়। সুতরাং তোমার নামাযকে ঠিক কর। নামায</w:t>
      </w:r>
      <w:r w:rsidR="00D962F2">
        <w:rPr>
          <w:lang w:bidi="bn-IN"/>
        </w:rPr>
        <w:t xml:space="preserve"> </w:t>
      </w:r>
      <w:r w:rsidRPr="007710BF">
        <w:rPr>
          <w:cs/>
          <w:lang w:bidi="bn-IN"/>
        </w:rPr>
        <w:t>তোমাকে সকল মূল্যবোধ দান করবে এ শর্তে যে</w:t>
      </w:r>
      <w:r w:rsidR="00895143">
        <w:t>,</w:t>
      </w:r>
      <w:r w:rsidRPr="007710BF">
        <w:rPr>
          <w:cs/>
          <w:lang w:bidi="bn-IN"/>
        </w:rPr>
        <w:t xml:space="preserve">তোমার নামায </w:t>
      </w:r>
      <w:r w:rsidR="005E5BE9">
        <w:rPr>
          <w:cs/>
          <w:lang w:bidi="bn-IN"/>
        </w:rPr>
        <w:t>প্রকৃত</w:t>
      </w:r>
      <w:r w:rsidRPr="007710BF">
        <w:rPr>
          <w:cs/>
          <w:lang w:bidi="bn-IN"/>
        </w:rPr>
        <w:t>ই নামায হয়</w:t>
      </w:r>
      <w:r w:rsidRPr="007710BF">
        <w:rPr>
          <w:cs/>
          <w:lang w:bidi="hi-IN"/>
        </w:rPr>
        <w:t>।</w:t>
      </w:r>
    </w:p>
    <w:p w:rsidR="00D962F2" w:rsidRDefault="007710BF" w:rsidP="00D962F2">
      <w:pPr>
        <w:pStyle w:val="libNormal"/>
        <w:rPr>
          <w:lang w:bidi="bn-IN"/>
        </w:rPr>
      </w:pPr>
      <w:r w:rsidRPr="007710BF">
        <w:rPr>
          <w:cs/>
          <w:lang w:bidi="bn-IN"/>
        </w:rPr>
        <w:t>এ সকল শিক্ষা হযরত আলী (আ.)-এর নিকট থেকে শিক্ষণীয়। আলী (আ.) ইসলামের সকল</w:t>
      </w:r>
      <w:r w:rsidR="00D962F2">
        <w:rPr>
          <w:lang w:bidi="bn-IN"/>
        </w:rPr>
        <w:t xml:space="preserve"> </w:t>
      </w:r>
      <w:r w:rsidRPr="007710BF">
        <w:rPr>
          <w:cs/>
          <w:lang w:bidi="bn-IN"/>
        </w:rPr>
        <w:t xml:space="preserve">মূল্যবোধের সমষ্টি। নাহজুল বালাগাহ্ </w:t>
      </w:r>
      <w:r w:rsidR="00FE6D44">
        <w:rPr>
          <w:cs/>
          <w:lang w:bidi="bn-IN"/>
        </w:rPr>
        <w:t>তার</w:t>
      </w:r>
      <w:r w:rsidRPr="007710BF">
        <w:rPr>
          <w:cs/>
          <w:lang w:bidi="bn-IN"/>
        </w:rPr>
        <w:t xml:space="preserve"> বাণী। যা এমন এক গ্রন্থ মানুষ এর যেখানেই লক্ষ্য করে</w:t>
      </w:r>
      <w:r w:rsidR="00D962F2">
        <w:rPr>
          <w:lang w:bidi="bn-IN"/>
        </w:rPr>
        <w:t xml:space="preserve"> </w:t>
      </w:r>
      <w:r w:rsidRPr="007710BF">
        <w:rPr>
          <w:cs/>
          <w:lang w:bidi="bn-IN"/>
        </w:rPr>
        <w:t>যেন নতুন এক যুক্তি খুজে পায়</w:t>
      </w:r>
      <w:r w:rsidR="00895143">
        <w:t>,</w:t>
      </w:r>
      <w:r w:rsidRPr="007710BF">
        <w:rPr>
          <w:cs/>
          <w:lang w:bidi="bn-IN"/>
        </w:rPr>
        <w:t>খুজে পায় নতুন এক মানুষকে</w:t>
      </w:r>
      <w:r w:rsidR="003936CB">
        <w:t>-</w:t>
      </w:r>
      <w:r w:rsidRPr="007710BF">
        <w:t xml:space="preserve"> </w:t>
      </w:r>
      <w:r w:rsidRPr="007710BF">
        <w:rPr>
          <w:cs/>
          <w:lang w:bidi="bn-IN"/>
        </w:rPr>
        <w:t>এ</w:t>
      </w:r>
      <w:r w:rsidR="00D962F2">
        <w:rPr>
          <w:cs/>
          <w:lang w:bidi="bn-IN"/>
        </w:rPr>
        <w:t>র প্রতিটি অধ্যায়ে যেন নতুন নতুন</w:t>
      </w:r>
      <w:r w:rsidR="00D962F2">
        <w:rPr>
          <w:lang w:bidi="bn-IN"/>
        </w:rPr>
        <w:t xml:space="preserve"> </w:t>
      </w:r>
      <w:r w:rsidRPr="007710BF">
        <w:rPr>
          <w:cs/>
          <w:lang w:bidi="bn-IN"/>
        </w:rPr>
        <w:t>মানুষের আবির্ভাব ঘটেছে। প্রতিটি স্থানেই আলী (আ.) সামগ্রিক মূল্যবোধের প্রতিভূ এক ব্যক্তিত্ব।</w:t>
      </w:r>
      <w:r w:rsidR="00D962F2">
        <w:rPr>
          <w:lang w:bidi="bn-IN"/>
        </w:rPr>
        <w:t xml:space="preserve"> </w:t>
      </w:r>
      <w:r w:rsidRPr="007710BF">
        <w:rPr>
          <w:cs/>
          <w:lang w:bidi="bn-IN"/>
        </w:rPr>
        <w:t xml:space="preserve">কোথাও </w:t>
      </w:r>
      <w:r w:rsidR="00FE6D44">
        <w:rPr>
          <w:cs/>
          <w:lang w:bidi="bn-IN"/>
        </w:rPr>
        <w:t>তার</w:t>
      </w:r>
      <w:r w:rsidRPr="007710BF">
        <w:rPr>
          <w:cs/>
          <w:lang w:bidi="bn-IN"/>
        </w:rPr>
        <w:t xml:space="preserve"> যুক্তি বীরোচিত যেন এক নবযুবক যে সামরিক প্রশিক্ষণ শেষ করে সমর নেতা হয়েছে</w:t>
      </w:r>
      <w:r w:rsidRPr="007710BF">
        <w:t>;</w:t>
      </w:r>
      <w:r w:rsidRPr="007710BF">
        <w:rPr>
          <w:cs/>
          <w:lang w:bidi="bn-IN"/>
        </w:rPr>
        <w:t>যে সমরবিদ্যা ছাড়া কিছুই বোঝে না। কোথাও সে আলীকেই মনে হবে এক আরেফ ও সূফী যে স্রষ্টার</w:t>
      </w:r>
      <w:r w:rsidR="00D962F2">
        <w:rPr>
          <w:lang w:bidi="bn-IN"/>
        </w:rPr>
        <w:t xml:space="preserve"> </w:t>
      </w:r>
      <w:r w:rsidRPr="007710BF">
        <w:rPr>
          <w:cs/>
          <w:lang w:bidi="bn-IN"/>
        </w:rPr>
        <w:t>সঙ্গে গভীর প্রেমে লিপ্ত</w:t>
      </w:r>
      <w:r w:rsidR="00895143">
        <w:t>,</w:t>
      </w:r>
      <w:r w:rsidRPr="007710BF">
        <w:rPr>
          <w:cs/>
          <w:lang w:bidi="bn-IN"/>
        </w:rPr>
        <w:t xml:space="preserve">অন্য কিছুর প্রতি </w:t>
      </w:r>
      <w:r w:rsidR="00FE6D44">
        <w:rPr>
          <w:cs/>
          <w:lang w:bidi="bn-IN"/>
        </w:rPr>
        <w:t>তার</w:t>
      </w:r>
      <w:r w:rsidRPr="007710BF">
        <w:rPr>
          <w:cs/>
          <w:lang w:bidi="bn-IN"/>
        </w:rPr>
        <w:t xml:space="preserve"> খেয়াল নেই।</w:t>
      </w:r>
    </w:p>
    <w:p w:rsidR="00D962F2" w:rsidRDefault="007710BF" w:rsidP="00D962F2">
      <w:pPr>
        <w:pStyle w:val="libBold1"/>
        <w:rPr>
          <w:lang w:bidi="bn-IN"/>
        </w:rPr>
      </w:pPr>
      <w:r w:rsidRPr="007710BF">
        <w:rPr>
          <w:cs/>
          <w:lang w:bidi="bn-IN"/>
        </w:rPr>
        <w:t>আলী (আ.)-এর পৌরুষত্ব ও সাহসিকতা</w:t>
      </w:r>
    </w:p>
    <w:p w:rsidR="00DF10C6" w:rsidRDefault="007710BF" w:rsidP="00DF10C6">
      <w:pPr>
        <w:pStyle w:val="libNormal"/>
        <w:rPr>
          <w:lang w:bidi="bn-IN"/>
        </w:rPr>
      </w:pPr>
      <w:r w:rsidRPr="007710BF">
        <w:rPr>
          <w:cs/>
          <w:lang w:bidi="bn-IN"/>
        </w:rPr>
        <w:t>আজ একুশে রমযানের রাত হযরত আলী (আ)-এর শাহাদাতের রজনী। যাতে ইসলামের</w:t>
      </w:r>
      <w:r w:rsidR="004D47D7">
        <w:rPr>
          <w:lang w:bidi="bn-IN"/>
        </w:rPr>
        <w:t xml:space="preserve"> </w:t>
      </w:r>
      <w:r w:rsidRPr="007710BF">
        <w:rPr>
          <w:cs/>
          <w:lang w:bidi="bn-IN"/>
        </w:rPr>
        <w:t>বৈশিষ্ট্যের সাথে পুরোপুরি পরিচিত হতে পারি এজন্য নাহজুল বালাগায় দ্বৈত বৈশিষ্ট্যের আলীর পরিচয়</w:t>
      </w:r>
      <w:r w:rsidR="004D47D7">
        <w:rPr>
          <w:lang w:bidi="bn-IN"/>
        </w:rPr>
        <w:t xml:space="preserve"> </w:t>
      </w:r>
      <w:r w:rsidRPr="007710BF">
        <w:rPr>
          <w:cs/>
          <w:lang w:bidi="bn-IN"/>
        </w:rPr>
        <w:t>রয়েছে এমন দু</w:t>
      </w:r>
      <w:r w:rsidRPr="001933EC">
        <w:rPr>
          <w:rStyle w:val="libAlaemChar"/>
        </w:rPr>
        <w:t>’</w:t>
      </w:r>
      <w:r w:rsidRPr="007710BF">
        <w:rPr>
          <w:cs/>
          <w:lang w:bidi="bn-IN"/>
        </w:rPr>
        <w:t>টি অংশ থেকে আলাচনা রাখছি। সিফফিনের যুদ্ধে আলী (আ.)-এর সৈন্যরা ফোরাত</w:t>
      </w:r>
      <w:r w:rsidR="004D47D7">
        <w:rPr>
          <w:lang w:bidi="bn-IN"/>
        </w:rPr>
        <w:t xml:space="preserve"> </w:t>
      </w:r>
      <w:r w:rsidRPr="007710BF">
        <w:rPr>
          <w:cs/>
          <w:lang w:bidi="bn-IN"/>
        </w:rPr>
        <w:t xml:space="preserve">কিনারায় </w:t>
      </w:r>
      <w:r w:rsidR="00611BB9">
        <w:rPr>
          <w:cs/>
          <w:lang w:bidi="bn-IN"/>
        </w:rPr>
        <w:t>পৌ</w:t>
      </w:r>
      <w:r w:rsidRPr="007710BF">
        <w:rPr>
          <w:cs/>
          <w:lang w:bidi="bn-IN"/>
        </w:rPr>
        <w:t xml:space="preserve">ছার পূর্বেই মুয়াবিয়ার সৈন্যবাহিনী সেখানে </w:t>
      </w:r>
      <w:r w:rsidR="00611BB9">
        <w:rPr>
          <w:cs/>
          <w:lang w:bidi="bn-IN"/>
        </w:rPr>
        <w:t>পৌ</w:t>
      </w:r>
      <w:r w:rsidRPr="007710BF">
        <w:rPr>
          <w:cs/>
          <w:lang w:bidi="bn-IN"/>
        </w:rPr>
        <w:t>ছায়। মুয়াবিয়া নির্দেশ দেয় পানির</w:t>
      </w:r>
      <w:r w:rsidR="004D47D7">
        <w:rPr>
          <w:lang w:bidi="bn-IN"/>
        </w:rPr>
        <w:t xml:space="preserve"> </w:t>
      </w:r>
      <w:r w:rsidRPr="007710BF">
        <w:rPr>
          <w:cs/>
          <w:lang w:bidi="bn-IN"/>
        </w:rPr>
        <w:t xml:space="preserve">পথগুলো আলী ও </w:t>
      </w:r>
      <w:r w:rsidR="00FE6D44">
        <w:rPr>
          <w:cs/>
          <w:lang w:bidi="bn-IN"/>
        </w:rPr>
        <w:t>তার</w:t>
      </w:r>
      <w:r w:rsidRPr="007710BF">
        <w:rPr>
          <w:cs/>
          <w:lang w:bidi="bn-IN"/>
        </w:rPr>
        <w:t xml:space="preserve"> সৈন্যদের জন্য বন্ধ করে রাখতে। আলীর সৈন্যদের পরাস্ত করার খুব ভালো</w:t>
      </w:r>
      <w:r w:rsidR="004D47D7">
        <w:rPr>
          <w:lang w:bidi="bn-IN"/>
        </w:rPr>
        <w:t xml:space="preserve"> </w:t>
      </w:r>
      <w:r w:rsidRPr="007710BF">
        <w:rPr>
          <w:cs/>
          <w:lang w:bidi="bn-IN"/>
        </w:rPr>
        <w:t>এক কৌশল হস্তগত করেছে এটা ভেবে মুয়াবিয়ার সৈন্যবাহিনী মনে মনে খুব আনন্দিত হলো। হযরত</w:t>
      </w:r>
      <w:r w:rsidR="004D47D7">
        <w:rPr>
          <w:lang w:bidi="bn-IN"/>
        </w:rPr>
        <w:t xml:space="preserve"> </w:t>
      </w:r>
      <w:r w:rsidRPr="007710BF">
        <w:rPr>
          <w:cs/>
          <w:lang w:bidi="bn-IN"/>
        </w:rPr>
        <w:t xml:space="preserve">আলী যখন সেখানে </w:t>
      </w:r>
      <w:r w:rsidR="00611BB9">
        <w:rPr>
          <w:cs/>
          <w:lang w:bidi="bn-IN"/>
        </w:rPr>
        <w:t>পৌ</w:t>
      </w:r>
      <w:r w:rsidRPr="007710BF">
        <w:rPr>
          <w:cs/>
          <w:lang w:bidi="bn-IN"/>
        </w:rPr>
        <w:t>ছে এ অবস্থা দেখলেন তখন বললেন</w:t>
      </w:r>
      <w:r w:rsidR="00895143">
        <w:t>,</w:t>
      </w:r>
      <w:r w:rsidRPr="007710BF">
        <w:rPr>
          <w:cs/>
          <w:lang w:bidi="bn-IN"/>
        </w:rPr>
        <w:t>পরস্পর আলোচনা করে বিষয়টি</w:t>
      </w:r>
      <w:r w:rsidR="004D47D7">
        <w:rPr>
          <w:lang w:bidi="bn-IN"/>
        </w:rPr>
        <w:t xml:space="preserve"> </w:t>
      </w:r>
      <w:r w:rsidRPr="007710BF">
        <w:rPr>
          <w:cs/>
          <w:lang w:bidi="bn-IN"/>
        </w:rPr>
        <w:t>ফয়সালা করবেন যাতে করে এ বিষয়টি নিয়ে দু</w:t>
      </w:r>
      <w:r w:rsidRPr="001933EC">
        <w:rPr>
          <w:rStyle w:val="libAlaemChar"/>
        </w:rPr>
        <w:t>’</w:t>
      </w:r>
      <w:r w:rsidRPr="007710BF">
        <w:rPr>
          <w:cs/>
          <w:lang w:bidi="bn-IN"/>
        </w:rPr>
        <w:t>পক্ষের মুসলমানদের মধ্যে রক্তক্ষয় না হয়। তাই</w:t>
      </w:r>
      <w:r w:rsidR="004D47D7">
        <w:rPr>
          <w:lang w:bidi="bn-IN"/>
        </w:rPr>
        <w:t xml:space="preserve"> </w:t>
      </w:r>
      <w:r w:rsidRPr="007710BF">
        <w:rPr>
          <w:cs/>
          <w:lang w:bidi="bn-IN"/>
        </w:rPr>
        <w:t>মুয়াবিয়াকে লক্ষ্য করে বললেন</w:t>
      </w:r>
      <w:r w:rsidR="00895143">
        <w:t>,</w:t>
      </w:r>
      <w:r w:rsidRPr="001933EC">
        <w:rPr>
          <w:rStyle w:val="libAlaemChar"/>
        </w:rPr>
        <w:t>“</w:t>
      </w:r>
      <w:r w:rsidRPr="007710BF">
        <w:rPr>
          <w:cs/>
          <w:lang w:bidi="bn-IN"/>
        </w:rPr>
        <w:t xml:space="preserve">আমরা এখনও এসে </w:t>
      </w:r>
      <w:r w:rsidR="00611BB9">
        <w:rPr>
          <w:cs/>
          <w:lang w:bidi="bn-IN"/>
        </w:rPr>
        <w:t>পৌ</w:t>
      </w:r>
      <w:r w:rsidRPr="007710BF">
        <w:rPr>
          <w:cs/>
          <w:lang w:bidi="bn-IN"/>
        </w:rPr>
        <w:t>ছাইনি</w:t>
      </w:r>
      <w:r w:rsidR="00895143">
        <w:t>,</w:t>
      </w:r>
      <w:r w:rsidRPr="007710BF">
        <w:rPr>
          <w:cs/>
          <w:lang w:bidi="bn-IN"/>
        </w:rPr>
        <w:t>তুমি এ ধরনের কাজ করলে!</w:t>
      </w:r>
      <w:r w:rsidRPr="001933EC">
        <w:rPr>
          <w:rStyle w:val="libAlaemChar"/>
        </w:rPr>
        <w:t>”</w:t>
      </w:r>
      <w:r w:rsidRPr="007710BF">
        <w:t>(</w:t>
      </w:r>
      <w:r w:rsidRPr="007710BF">
        <w:rPr>
          <w:cs/>
          <w:lang w:bidi="bn-IN"/>
        </w:rPr>
        <w:t>পানি পথ ছেড়ে দাও যাতে এ পক্ষও পানি পায়)। মুয়াবিয়া পরামর্শ সভা ডেকে নিজের</w:t>
      </w:r>
      <w:r w:rsidR="004D47D7">
        <w:rPr>
          <w:lang w:bidi="bn-IN"/>
        </w:rPr>
        <w:t xml:space="preserve"> </w:t>
      </w:r>
      <w:r w:rsidRPr="007710BF">
        <w:rPr>
          <w:cs/>
          <w:lang w:bidi="bn-IN"/>
        </w:rPr>
        <w:t>সেনাপ্রধানদের কাছে পরামর্শ চাইল। কেউ বলল পানির পথ ছেড়ে দেয়াই উত্তম</w:t>
      </w:r>
      <w:r w:rsidR="00895143">
        <w:t>,</w:t>
      </w:r>
      <w:r w:rsidRPr="007710BF">
        <w:rPr>
          <w:cs/>
          <w:lang w:bidi="bn-IN"/>
        </w:rPr>
        <w:t>কেউ বলল</w:t>
      </w:r>
      <w:r w:rsidR="00895143">
        <w:t>,</w:t>
      </w:r>
      <w:r w:rsidRPr="007710BF">
        <w:rPr>
          <w:cs/>
          <w:lang w:bidi="bn-IN"/>
        </w:rPr>
        <w:t>না।</w:t>
      </w:r>
      <w:r w:rsidR="004D47D7">
        <w:rPr>
          <w:lang w:bidi="bn-IN"/>
        </w:rPr>
        <w:t xml:space="preserve"> </w:t>
      </w:r>
      <w:r w:rsidRPr="007710BF">
        <w:rPr>
          <w:cs/>
          <w:lang w:bidi="bn-IN"/>
        </w:rPr>
        <w:t>আমর ইবনে আস বলল</w:t>
      </w:r>
      <w:r w:rsidR="00895143">
        <w:t>,</w:t>
      </w:r>
      <w:r w:rsidRPr="001933EC">
        <w:rPr>
          <w:rStyle w:val="libAlaemChar"/>
        </w:rPr>
        <w:t>“</w:t>
      </w:r>
      <w:r w:rsidRPr="007710BF">
        <w:rPr>
          <w:cs/>
          <w:lang w:bidi="bn-IN"/>
        </w:rPr>
        <w:t>ছেড়ে দাও। কারণ যদি তুমি না ছাড় তবে বল প্রয়োগে তোমার নিকট</w:t>
      </w:r>
      <w:r w:rsidR="004D47D7">
        <w:rPr>
          <w:lang w:bidi="bn-IN"/>
        </w:rPr>
        <w:t xml:space="preserve"> </w:t>
      </w:r>
      <w:r w:rsidRPr="007710BF">
        <w:rPr>
          <w:cs/>
          <w:lang w:bidi="bn-IN"/>
        </w:rPr>
        <w:t>থেকে সে নিয়ে নেবে। তখন তোমার সম্মান ভূলুন্ঠিত হবে।</w:t>
      </w:r>
      <w:r w:rsidRPr="001933EC">
        <w:rPr>
          <w:rStyle w:val="libAlaemChar"/>
        </w:rPr>
        <w:t>”</w:t>
      </w:r>
      <w:r w:rsidRPr="007710BF">
        <w:t xml:space="preserve"> </w:t>
      </w:r>
      <w:r w:rsidRPr="007710BF">
        <w:rPr>
          <w:cs/>
          <w:lang w:bidi="bn-IN"/>
        </w:rPr>
        <w:t>কিন্তু মুয়াবিয়া সিদ্ধান্ত নিল পানি পথ</w:t>
      </w:r>
      <w:r w:rsidR="004D47D7">
        <w:rPr>
          <w:lang w:bidi="bn-IN"/>
        </w:rPr>
        <w:t xml:space="preserve"> </w:t>
      </w:r>
      <w:r w:rsidRPr="007710BF">
        <w:rPr>
          <w:cs/>
          <w:lang w:bidi="bn-IN"/>
        </w:rPr>
        <w:t xml:space="preserve">ছাড়া হবে না। তখন হযরত আলী (আ.) </w:t>
      </w:r>
      <w:r w:rsidR="00FE6D44">
        <w:rPr>
          <w:cs/>
          <w:lang w:bidi="bn-IN"/>
        </w:rPr>
        <w:t>তার</w:t>
      </w:r>
      <w:r w:rsidRPr="007710BF">
        <w:rPr>
          <w:cs/>
          <w:lang w:bidi="bn-IN"/>
        </w:rPr>
        <w:t xml:space="preserve"> সৈন্যদের উদ্দেশ্যে এক </w:t>
      </w:r>
      <w:r w:rsidR="00DF10C6" w:rsidRPr="00DF10C6">
        <w:rPr>
          <w:cs/>
          <w:lang w:bidi="bn-IN"/>
        </w:rPr>
        <w:t>বিপ্লবী</w:t>
      </w:r>
      <w:r w:rsidRPr="007710BF">
        <w:rPr>
          <w:rFonts w:hint="cs"/>
          <w:cs/>
          <w:lang w:bidi="bn-IN"/>
        </w:rPr>
        <w:t xml:space="preserve"> ভাষণ দিলেন যার প্রভাব</w:t>
      </w:r>
      <w:r w:rsidR="00DF10C6">
        <w:rPr>
          <w:lang w:bidi="bn-IN"/>
        </w:rPr>
        <w:t xml:space="preserve"> </w:t>
      </w:r>
      <w:r w:rsidRPr="007710BF">
        <w:rPr>
          <w:rFonts w:hint="cs"/>
          <w:cs/>
          <w:lang w:bidi="bn-IN"/>
        </w:rPr>
        <w:t xml:space="preserve">শত রণতুর্য </w:t>
      </w:r>
      <w:r w:rsidRPr="007710BF">
        <w:rPr>
          <w:cs/>
          <w:lang w:bidi="bn-IN"/>
        </w:rPr>
        <w:t>আর দামামা থেকেও অনেক বেশি। তিনি বললেন</w:t>
      </w:r>
      <w:r w:rsidR="00895143">
        <w:t>,</w:t>
      </w:r>
      <w:r w:rsidRPr="001933EC">
        <w:rPr>
          <w:rStyle w:val="libAlaemChar"/>
        </w:rPr>
        <w:t>“</w:t>
      </w:r>
      <w:r w:rsidRPr="007710BF">
        <w:rPr>
          <w:cs/>
          <w:lang w:bidi="bn-IN"/>
        </w:rPr>
        <w:t>তারা যুদ্ধ চায়</w:t>
      </w:r>
      <w:r w:rsidR="00895143">
        <w:t>,</w:t>
      </w:r>
      <w:r w:rsidRPr="007710BF">
        <w:rPr>
          <w:cs/>
          <w:lang w:bidi="bn-IN"/>
        </w:rPr>
        <w:t>এখন তোমরা ভেবেদেখ অপমান ও অমর্যাদাকে গ্রহণ করে সাহস ও সম্মান হারাবে</w:t>
      </w:r>
      <w:r w:rsidR="00895143">
        <w:t>,</w:t>
      </w:r>
      <w:r w:rsidRPr="007710BF">
        <w:rPr>
          <w:cs/>
          <w:lang w:bidi="bn-IN"/>
        </w:rPr>
        <w:t>নাকি তোমাদের তরবারীকে তাদের</w:t>
      </w:r>
      <w:r w:rsidR="00DF10C6">
        <w:rPr>
          <w:lang w:bidi="bn-IN"/>
        </w:rPr>
        <w:t xml:space="preserve"> </w:t>
      </w:r>
      <w:r w:rsidRPr="007710BF">
        <w:rPr>
          <w:cs/>
          <w:lang w:bidi="bn-IN"/>
        </w:rPr>
        <w:t>রক্তে পূর্ণ করে নিজেরা পানির তৃষ্ণা মেটাবে।</w:t>
      </w:r>
      <w:r w:rsidRPr="001933EC">
        <w:rPr>
          <w:rStyle w:val="libAlaemChar"/>
        </w:rPr>
        <w:t>”</w:t>
      </w:r>
      <w:r w:rsidRPr="007710BF">
        <w:t xml:space="preserve"> (</w:t>
      </w:r>
      <w:r w:rsidRPr="007710BF">
        <w:rPr>
          <w:cs/>
          <w:lang w:bidi="bn-IN"/>
        </w:rPr>
        <w:t>নাহজুল বালাগাহ্</w:t>
      </w:r>
      <w:r w:rsidR="00895143">
        <w:t>,</w:t>
      </w:r>
      <w:r w:rsidRPr="007710BF">
        <w:rPr>
          <w:cs/>
          <w:lang w:bidi="bn-IN"/>
        </w:rPr>
        <w:t>খুতবা নং ৫১)</w:t>
      </w:r>
    </w:p>
    <w:p w:rsidR="00DF10C6" w:rsidRDefault="007710BF" w:rsidP="00DF10C6">
      <w:pPr>
        <w:pStyle w:val="libNormal"/>
        <w:rPr>
          <w:lang w:bidi="bn-IN"/>
        </w:rPr>
      </w:pPr>
      <w:r w:rsidRPr="007710BF">
        <w:rPr>
          <w:cs/>
          <w:lang w:bidi="bn-IN"/>
        </w:rPr>
        <w:t>মুয়াবিয়া তোমাদের জন্য পানি বন্ধ করেছে। আমার সহযোগীরা! তোমরা তৃষ্ণার্ত। পানি চাও।</w:t>
      </w:r>
      <w:r w:rsidR="00DF10C6">
        <w:rPr>
          <w:lang w:bidi="bn-IN"/>
        </w:rPr>
        <w:t xml:space="preserve"> </w:t>
      </w:r>
      <w:r w:rsidRPr="007710BF">
        <w:rPr>
          <w:cs/>
          <w:lang w:bidi="bn-IN"/>
        </w:rPr>
        <w:t>আমার কাছে এসেছ</w:t>
      </w:r>
      <w:r w:rsidR="00895143">
        <w:t>,</w:t>
      </w:r>
      <w:r w:rsidRPr="007710BF">
        <w:rPr>
          <w:cs/>
          <w:lang w:bidi="bn-IN"/>
        </w:rPr>
        <w:t>পানি চাও। যদি পানি চাও তবে কি করা উচিত</w:t>
      </w:r>
      <w:r w:rsidRPr="007710BF">
        <w:t xml:space="preserve">? </w:t>
      </w:r>
      <w:r w:rsidRPr="007710BF">
        <w:rPr>
          <w:cs/>
          <w:lang w:bidi="bn-IN"/>
        </w:rPr>
        <w:t>তোমাদের তরবারীগুলোকে</w:t>
      </w:r>
      <w:r w:rsidR="00DF10C6">
        <w:rPr>
          <w:lang w:bidi="bn-IN"/>
        </w:rPr>
        <w:t xml:space="preserve"> </w:t>
      </w:r>
      <w:r w:rsidRPr="007710BF">
        <w:rPr>
          <w:cs/>
          <w:lang w:bidi="bn-IN"/>
        </w:rPr>
        <w:t>প্রথমে এই শত্রুদের দূষিত রক্ত দ্বারা পূর্ণ কর। তারপর নিজেরা তৃষ্ণা নিবারণ করতে পারবে। এর পর</w:t>
      </w:r>
      <w:r w:rsidR="00DF10C6">
        <w:rPr>
          <w:lang w:bidi="bn-IN"/>
        </w:rPr>
        <w:t xml:space="preserve"> </w:t>
      </w:r>
      <w:r w:rsidRPr="007710BF">
        <w:rPr>
          <w:cs/>
          <w:lang w:bidi="bn-IN"/>
        </w:rPr>
        <w:t xml:space="preserve">এমন এক বাক্য উচ্চারণ করলেন যা সবার মধ্যে উত্তেজনা ও উদ্দীপনার সৃষ্টি করল। জীবন ও </w:t>
      </w:r>
      <w:r w:rsidR="009E7BEE">
        <w:rPr>
          <w:cs/>
          <w:lang w:bidi="bn-IN"/>
        </w:rPr>
        <w:t>মৃত্যু</w:t>
      </w:r>
      <w:r w:rsidR="00DF10C6">
        <w:rPr>
          <w:cs/>
          <w:lang w:bidi="bn-IN"/>
        </w:rPr>
        <w:t>কে</w:t>
      </w:r>
      <w:r w:rsidR="00DF10C6">
        <w:rPr>
          <w:lang w:bidi="bn-IN"/>
        </w:rPr>
        <w:t xml:space="preserve"> </w:t>
      </w:r>
      <w:r w:rsidRPr="007710BF">
        <w:rPr>
          <w:cs/>
          <w:lang w:bidi="bn-IN"/>
        </w:rPr>
        <w:t>যুদ্ধ ও বি</w:t>
      </w:r>
      <w:r w:rsidR="00DF10C6" w:rsidRPr="00DF10C6">
        <w:rPr>
          <w:cs/>
          <w:lang w:bidi="bn-IN"/>
        </w:rPr>
        <w:t>প্ল</w:t>
      </w:r>
      <w:r w:rsidRPr="007710BF">
        <w:rPr>
          <w:rFonts w:hint="cs"/>
          <w:cs/>
          <w:lang w:bidi="bn-IN"/>
        </w:rPr>
        <w:t>বের ভাষায় সংজ্ঞায়িত করলেন। হে জনগণ! জীবন কি</w:t>
      </w:r>
      <w:r w:rsidRPr="007710BF">
        <w:t xml:space="preserve">? </w:t>
      </w:r>
      <w:r w:rsidRPr="007710BF">
        <w:rPr>
          <w:cs/>
          <w:lang w:bidi="bn-IN"/>
        </w:rPr>
        <w:t>বেঁচে থাকার অর্থ কি</w:t>
      </w:r>
      <w:r w:rsidRPr="007710BF">
        <w:t xml:space="preserve">? </w:t>
      </w:r>
      <w:r w:rsidR="009E7BEE">
        <w:rPr>
          <w:cs/>
          <w:lang w:bidi="bn-IN"/>
        </w:rPr>
        <w:t>মৃত্যু</w:t>
      </w:r>
      <w:r w:rsidRPr="007710BF">
        <w:rPr>
          <w:cs/>
          <w:lang w:bidi="bn-IN"/>
        </w:rPr>
        <w:t xml:space="preserve"> কি</w:t>
      </w:r>
      <w:r w:rsidRPr="007710BF">
        <w:t>?</w:t>
      </w:r>
      <w:r w:rsidR="00DF10C6">
        <w:rPr>
          <w:lang w:bidi="bn-IN"/>
        </w:rPr>
        <w:t xml:space="preserve"> </w:t>
      </w:r>
      <w:r w:rsidRPr="007710BF">
        <w:rPr>
          <w:cs/>
          <w:lang w:bidi="bn-IN"/>
        </w:rPr>
        <w:t>বেঁচে থাকার অর্থ কি পৃথিবীর উপর বিচরণ</w:t>
      </w:r>
      <w:r w:rsidR="00895143">
        <w:t>,</w:t>
      </w:r>
      <w:r w:rsidRPr="007710BF">
        <w:rPr>
          <w:cs/>
          <w:lang w:bidi="bn-IN"/>
        </w:rPr>
        <w:t>খাদ্য গ্রহণ আর বিশ্রাম</w:t>
      </w:r>
      <w:r w:rsidRPr="007710BF">
        <w:t xml:space="preserve">? </w:t>
      </w:r>
      <w:r w:rsidR="004A744B">
        <w:rPr>
          <w:cs/>
          <w:lang w:bidi="bn-IN"/>
        </w:rPr>
        <w:t>মৃত্যুর</w:t>
      </w:r>
      <w:r w:rsidRPr="007710BF">
        <w:rPr>
          <w:cs/>
          <w:lang w:bidi="bn-IN"/>
        </w:rPr>
        <w:t xml:space="preserve"> অর্থ কি কবরে শয়ন</w:t>
      </w:r>
      <w:r w:rsidRPr="007710BF">
        <w:t xml:space="preserve">? </w:t>
      </w:r>
      <w:r w:rsidRPr="007710BF">
        <w:rPr>
          <w:cs/>
          <w:lang w:bidi="bn-IN"/>
        </w:rPr>
        <w:t>না</w:t>
      </w:r>
      <w:r w:rsidR="00895143">
        <w:t>,</w:t>
      </w:r>
      <w:r w:rsidRPr="007710BF">
        <w:rPr>
          <w:cs/>
          <w:lang w:bidi="bn-IN"/>
        </w:rPr>
        <w:t>ঐ জীবনকেও জীবন বলা যায় না</w:t>
      </w:r>
      <w:r w:rsidR="00895143">
        <w:t>,</w:t>
      </w:r>
      <w:r w:rsidRPr="007710BF">
        <w:rPr>
          <w:cs/>
          <w:lang w:bidi="bn-IN"/>
        </w:rPr>
        <w:t xml:space="preserve">ঐ </w:t>
      </w:r>
      <w:r w:rsidR="009E7BEE">
        <w:rPr>
          <w:cs/>
          <w:lang w:bidi="bn-IN"/>
        </w:rPr>
        <w:t>মৃত্যু</w:t>
      </w:r>
      <w:r w:rsidRPr="007710BF">
        <w:rPr>
          <w:cs/>
          <w:lang w:bidi="bn-IN"/>
        </w:rPr>
        <w:t xml:space="preserve">কেও </w:t>
      </w:r>
      <w:r w:rsidR="009E7BEE">
        <w:rPr>
          <w:cs/>
          <w:lang w:bidi="bn-IN"/>
        </w:rPr>
        <w:t>মৃত্যু</w:t>
      </w:r>
      <w:r w:rsidRPr="007710BF">
        <w:rPr>
          <w:cs/>
          <w:lang w:bidi="bn-IN"/>
        </w:rPr>
        <w:t xml:space="preserve"> বলা যায় না।</w:t>
      </w:r>
    </w:p>
    <w:p w:rsidR="00DF10C6" w:rsidRDefault="00DF10C6" w:rsidP="00DF10C6">
      <w:pPr>
        <w:pStyle w:val="libArCenter"/>
        <w:rPr>
          <w:rtl/>
          <w:lang w:bidi="fa-IR"/>
        </w:rPr>
      </w:pPr>
      <w:r>
        <w:rPr>
          <w:rFonts w:hint="cs"/>
          <w:rtl/>
          <w:lang w:bidi="ar-SA"/>
        </w:rPr>
        <w:t>فالموت فی حیاتکم مقهورین و الحیات فی موتکم فاهرون</w:t>
      </w:r>
    </w:p>
    <w:p w:rsidR="00DF10C6" w:rsidRPr="00DF10C6" w:rsidRDefault="00DF10C6" w:rsidP="00DF10C6">
      <w:pPr>
        <w:pStyle w:val="libArCenter"/>
        <w:rPr>
          <w:lang w:bidi="fa-IR"/>
        </w:rPr>
      </w:pPr>
    </w:p>
    <w:p w:rsidR="00DF10C6" w:rsidRDefault="007710BF" w:rsidP="00DF10C6">
      <w:pPr>
        <w:pStyle w:val="libNormal"/>
        <w:rPr>
          <w:rStyle w:val="libAlaemChar"/>
        </w:rPr>
      </w:pPr>
      <w:r w:rsidRPr="007710BF">
        <w:rPr>
          <w:cs/>
          <w:lang w:bidi="bn-IN"/>
        </w:rPr>
        <w:t xml:space="preserve"> </w:t>
      </w:r>
      <w:r w:rsidRPr="001933EC">
        <w:rPr>
          <w:rStyle w:val="libAlaemChar"/>
        </w:rPr>
        <w:t>“</w:t>
      </w:r>
      <w:r w:rsidRPr="007710BF">
        <w:rPr>
          <w:cs/>
          <w:lang w:bidi="bn-IN"/>
        </w:rPr>
        <w:t xml:space="preserve">জীবন হচ্ছে </w:t>
      </w:r>
      <w:r w:rsidR="009E7BEE">
        <w:rPr>
          <w:cs/>
          <w:lang w:bidi="bn-IN"/>
        </w:rPr>
        <w:t>মৃত্যু</w:t>
      </w:r>
      <w:r w:rsidRPr="007710BF">
        <w:rPr>
          <w:cs/>
          <w:lang w:bidi="bn-IN"/>
        </w:rPr>
        <w:t xml:space="preserve">বরণের মাধ্যমে জয়ী হওয়া। আর </w:t>
      </w:r>
      <w:r w:rsidR="009E7BEE">
        <w:rPr>
          <w:cs/>
          <w:lang w:bidi="bn-IN"/>
        </w:rPr>
        <w:t>মৃত্যু</w:t>
      </w:r>
      <w:r w:rsidRPr="007710BF">
        <w:rPr>
          <w:cs/>
          <w:lang w:bidi="bn-IN"/>
        </w:rPr>
        <w:t xml:space="preserve"> হলো বেঁচে থাকা</w:t>
      </w:r>
      <w:r w:rsidR="00895143">
        <w:t>,</w:t>
      </w:r>
      <w:r w:rsidRPr="007710BF">
        <w:rPr>
          <w:cs/>
          <w:lang w:bidi="bn-IN"/>
        </w:rPr>
        <w:t xml:space="preserve">কিন্তু অপরের </w:t>
      </w:r>
      <w:r w:rsidR="00DF10C6">
        <w:rPr>
          <w:cs/>
          <w:lang w:bidi="bn-IN"/>
        </w:rPr>
        <w:t>অধীনে</w:t>
      </w:r>
      <w:r w:rsidR="00DF10C6">
        <w:rPr>
          <w:lang w:bidi="bn-IN"/>
        </w:rPr>
        <w:t xml:space="preserve"> </w:t>
      </w:r>
      <w:r w:rsidRPr="007710BF">
        <w:rPr>
          <w:cs/>
          <w:lang w:bidi="bn-IN"/>
        </w:rPr>
        <w:t>থাকা।</w:t>
      </w:r>
      <w:r w:rsidRPr="001933EC">
        <w:rPr>
          <w:rStyle w:val="libAlaemChar"/>
        </w:rPr>
        <w:t>”</w:t>
      </w:r>
    </w:p>
    <w:p w:rsidR="006D00B8" w:rsidRDefault="007710BF" w:rsidP="00DF10C6">
      <w:pPr>
        <w:pStyle w:val="libNormal"/>
        <w:rPr>
          <w:lang w:bidi="bn-IN"/>
        </w:rPr>
      </w:pPr>
      <w:r w:rsidRPr="007710BF">
        <w:rPr>
          <w:cs/>
          <w:lang w:bidi="bn-IN"/>
        </w:rPr>
        <w:t>এ বাক্যটি কতটা বি</w:t>
      </w:r>
      <w:r w:rsidR="00DF10C6">
        <w:rPr>
          <w:cs/>
          <w:lang w:bidi="bn-IN"/>
        </w:rPr>
        <w:t>প্ল</w:t>
      </w:r>
      <w:r w:rsidRPr="007710BF">
        <w:rPr>
          <w:rFonts w:hint="cs"/>
          <w:cs/>
          <w:lang w:bidi="bn-IN"/>
        </w:rPr>
        <w:t>বী ও উঁচু পর্যায়ের! এরপর কি শক্তির মাধ্যমে আলী (আ.)-এর সৈনিকদের</w:t>
      </w:r>
      <w:r w:rsidR="006D00B8">
        <w:rPr>
          <w:lang w:bidi="bn-IN"/>
        </w:rPr>
        <w:t xml:space="preserve"> </w:t>
      </w:r>
      <w:r w:rsidRPr="007710BF">
        <w:rPr>
          <w:rFonts w:hint="cs"/>
          <w:cs/>
          <w:lang w:bidi="bn-IN"/>
        </w:rPr>
        <w:t>প্রতিরোধ করা সম্ভব</w:t>
      </w:r>
      <w:r w:rsidRPr="007710BF">
        <w:t xml:space="preserve">? </w:t>
      </w:r>
      <w:r w:rsidRPr="007710BF">
        <w:rPr>
          <w:cs/>
          <w:lang w:bidi="bn-IN"/>
        </w:rPr>
        <w:t>কিছুক্ষণের মধ্যেই আলীর সেনাবাহিনী হামলার মাধ্যমে মুয়াবিয়ার</w:t>
      </w:r>
      <w:r w:rsidR="006D00B8">
        <w:rPr>
          <w:lang w:bidi="bn-IN"/>
        </w:rPr>
        <w:t xml:space="preserve"> </w:t>
      </w:r>
      <w:r w:rsidRPr="007710BF">
        <w:rPr>
          <w:cs/>
          <w:lang w:bidi="bn-IN"/>
        </w:rPr>
        <w:t>সেনাবাহিনীকে নদীকূল থেকে কয়েক কিলোমিটার দূরে বিতাড়িত করল। আলীর সহযোগীরা</w:t>
      </w:r>
      <w:r w:rsidR="006D00B8">
        <w:rPr>
          <w:lang w:bidi="bn-IN"/>
        </w:rPr>
        <w:t xml:space="preserve"> </w:t>
      </w:r>
      <w:r w:rsidRPr="007710BF">
        <w:rPr>
          <w:cs/>
          <w:lang w:bidi="bn-IN"/>
        </w:rPr>
        <w:t>নদীকূলের নিয়ন্ত্রণ গ্রহণ করল। এবার মুয়াবিয়ার সেনাবাহিনী পানির জন্য আবেদন করল। আলীর</w:t>
      </w:r>
      <w:r w:rsidR="006D00B8">
        <w:rPr>
          <w:lang w:bidi="bn-IN"/>
        </w:rPr>
        <w:t xml:space="preserve"> </w:t>
      </w:r>
      <w:r w:rsidRPr="007710BF">
        <w:rPr>
          <w:cs/>
          <w:lang w:bidi="bn-IN"/>
        </w:rPr>
        <w:t>সৈন্যরা বলল</w:t>
      </w:r>
      <w:r w:rsidR="00895143">
        <w:t>,</w:t>
      </w:r>
      <w:r w:rsidRPr="001933EC">
        <w:rPr>
          <w:rStyle w:val="libAlaemChar"/>
        </w:rPr>
        <w:t>“</w:t>
      </w:r>
      <w:r w:rsidRPr="007710BF">
        <w:rPr>
          <w:cs/>
          <w:lang w:bidi="bn-IN"/>
        </w:rPr>
        <w:t>অসম্ভব। আমরা পানি দিতে রাজী নই। আমরা প্রথমে এ ধরনের কাজ করিনি</w:t>
      </w:r>
      <w:r w:rsidR="00895143">
        <w:t>,</w:t>
      </w:r>
      <w:r w:rsidRPr="007710BF">
        <w:rPr>
          <w:cs/>
          <w:lang w:bidi="bn-IN"/>
        </w:rPr>
        <w:t>বরং</w:t>
      </w:r>
      <w:r w:rsidR="006D00B8">
        <w:rPr>
          <w:lang w:bidi="bn-IN"/>
        </w:rPr>
        <w:t xml:space="preserve"> </w:t>
      </w:r>
      <w:r w:rsidRPr="007710BF">
        <w:rPr>
          <w:cs/>
          <w:lang w:bidi="bn-IN"/>
        </w:rPr>
        <w:t>তোমরাই এ পথ বেছে নিয়েছিলে।</w:t>
      </w:r>
      <w:r w:rsidRPr="001933EC">
        <w:rPr>
          <w:rStyle w:val="libAlaemChar"/>
        </w:rPr>
        <w:t>”</w:t>
      </w:r>
      <w:r w:rsidRPr="007710BF">
        <w:t xml:space="preserve"> </w:t>
      </w:r>
      <w:r w:rsidRPr="007710BF">
        <w:rPr>
          <w:cs/>
          <w:lang w:bidi="bn-IN"/>
        </w:rPr>
        <w:t>হযরত আলী এ কথা শুনে বললেন</w:t>
      </w:r>
      <w:r w:rsidR="00895143">
        <w:t>,</w:t>
      </w:r>
      <w:r w:rsidRPr="001933EC">
        <w:rPr>
          <w:rStyle w:val="libAlaemChar"/>
        </w:rPr>
        <w:t>“</w:t>
      </w:r>
      <w:r w:rsidRPr="007710BF">
        <w:rPr>
          <w:cs/>
          <w:lang w:bidi="bn-IN"/>
        </w:rPr>
        <w:t>না</w:t>
      </w:r>
      <w:r w:rsidR="00895143">
        <w:t>,</w:t>
      </w:r>
      <w:r w:rsidRPr="007710BF">
        <w:rPr>
          <w:cs/>
          <w:lang w:bidi="bn-IN"/>
        </w:rPr>
        <w:t>আমি পানি বন্ধ করতে</w:t>
      </w:r>
      <w:r w:rsidR="006D00B8">
        <w:rPr>
          <w:lang w:bidi="bn-IN"/>
        </w:rPr>
        <w:t xml:space="preserve"> </w:t>
      </w:r>
      <w:r w:rsidRPr="007710BF">
        <w:rPr>
          <w:cs/>
          <w:lang w:bidi="bn-IN"/>
        </w:rPr>
        <w:t>রাজী নই। কারণ এ কাজ কাপুরুষোচিত। যুদ্ধের ময়দানে শত্রুর সাথে মোকাবিলা ভিন্ন কথা। কিন্তু এপথে জয়লাভ করা কোন সম্মানিত মুসলমানের জন্য ঠিক নয়।</w:t>
      </w:r>
      <w:r w:rsidRPr="001933EC">
        <w:rPr>
          <w:rStyle w:val="libAlaemChar"/>
        </w:rPr>
        <w:t>”</w:t>
      </w:r>
      <w:r w:rsidRPr="007710BF">
        <w:t xml:space="preserve"> </w:t>
      </w:r>
      <w:r w:rsidRPr="007710BF">
        <w:rPr>
          <w:cs/>
          <w:lang w:bidi="bn-IN"/>
        </w:rPr>
        <w:t>এটাকেই বলে পৌরুষত্ব। পৌরুষত্ব</w:t>
      </w:r>
      <w:r w:rsidR="006D00B8">
        <w:rPr>
          <w:lang w:bidi="bn-IN"/>
        </w:rPr>
        <w:t xml:space="preserve"> </w:t>
      </w:r>
      <w:r w:rsidRPr="007710BF">
        <w:rPr>
          <w:cs/>
          <w:lang w:bidi="bn-IN"/>
        </w:rPr>
        <w:t>সাহসিকতার থেকেও উচ্চ পর্যায়ের। হযরত আলীকে উদ্দেশ্য করে মাওলানা রুমী কত সুন্দর বলেছেন</w:t>
      </w:r>
      <w:r w:rsidR="006D00B8">
        <w:rPr>
          <w:lang w:bidi="bn-IN"/>
        </w:rPr>
        <w:t xml:space="preserve"> </w:t>
      </w:r>
      <w:r w:rsidRPr="007710BF">
        <w:rPr>
          <w:cs/>
          <w:lang w:bidi="bn-IN"/>
        </w:rPr>
        <w:t xml:space="preserve">(হযরত আলীর শানে ও প্রশংসায় রচিত </w:t>
      </w:r>
      <w:r w:rsidR="00FE6D44">
        <w:rPr>
          <w:cs/>
          <w:lang w:bidi="bn-IN"/>
        </w:rPr>
        <w:t>তার</w:t>
      </w:r>
      <w:r w:rsidRPr="007710BF">
        <w:rPr>
          <w:cs/>
          <w:lang w:bidi="bn-IN"/>
        </w:rPr>
        <w:t xml:space="preserve"> শ্রেষ্ঠ কবিতা)!</w:t>
      </w:r>
    </w:p>
    <w:p w:rsidR="006D00B8" w:rsidRDefault="007710BF" w:rsidP="006D00B8">
      <w:pPr>
        <w:pStyle w:val="libCenter"/>
        <w:rPr>
          <w:lang w:bidi="bn-IN"/>
        </w:rPr>
      </w:pPr>
      <w:r w:rsidRPr="001933EC">
        <w:rPr>
          <w:rStyle w:val="libAlaemChar"/>
        </w:rPr>
        <w:t>“</w:t>
      </w:r>
      <w:r w:rsidRPr="007710BF">
        <w:rPr>
          <w:cs/>
          <w:lang w:bidi="bn-IN"/>
        </w:rPr>
        <w:t>সাহসিকতায় তুমি শেরে খোদা জানি</w:t>
      </w:r>
    </w:p>
    <w:p w:rsidR="006D00B8" w:rsidRDefault="007710BF" w:rsidP="006D00B8">
      <w:pPr>
        <w:pStyle w:val="libCenter"/>
        <w:rPr>
          <w:rStyle w:val="libAlaemChar"/>
        </w:rPr>
      </w:pPr>
      <w:r w:rsidRPr="007710BF">
        <w:rPr>
          <w:cs/>
          <w:lang w:bidi="bn-IN"/>
        </w:rPr>
        <w:t>পৌরুষত্বে কি তুমি</w:t>
      </w:r>
      <w:r w:rsidR="00895143">
        <w:t>,</w:t>
      </w:r>
      <w:r w:rsidRPr="007710BF">
        <w:rPr>
          <w:cs/>
          <w:lang w:bidi="bn-IN"/>
        </w:rPr>
        <w:t>জানেন শুধু অন্তর্যামী।</w:t>
      </w:r>
      <w:r w:rsidRPr="001933EC">
        <w:rPr>
          <w:rStyle w:val="libAlaemChar"/>
        </w:rPr>
        <w:t>”</w:t>
      </w:r>
    </w:p>
    <w:p w:rsidR="006D00B8" w:rsidRDefault="007710BF" w:rsidP="00DF10C6">
      <w:pPr>
        <w:pStyle w:val="libNormal"/>
        <w:rPr>
          <w:lang w:bidi="bn-IN"/>
        </w:rPr>
      </w:pPr>
      <w:r w:rsidRPr="007710BF">
        <w:rPr>
          <w:cs/>
          <w:lang w:bidi="bn-IN"/>
        </w:rPr>
        <w:t>অর্থাৎ সাহসিকতায় তিনি শেরে খোদা সকলে জানলেও পৌরুষত্বে কেউই আলীকে চিনতে</w:t>
      </w:r>
      <w:r w:rsidR="006D00B8">
        <w:rPr>
          <w:lang w:bidi="bn-IN"/>
        </w:rPr>
        <w:t xml:space="preserve"> </w:t>
      </w:r>
      <w:r w:rsidRPr="007710BF">
        <w:rPr>
          <w:cs/>
          <w:lang w:bidi="bn-IN"/>
        </w:rPr>
        <w:t xml:space="preserve">পারেনি। এখানে আমরা হযরত আলীকে </w:t>
      </w:r>
      <w:r w:rsidR="00FE6D44">
        <w:rPr>
          <w:cs/>
          <w:lang w:bidi="bn-IN"/>
        </w:rPr>
        <w:t>তার</w:t>
      </w:r>
      <w:r w:rsidRPr="007710BF">
        <w:rPr>
          <w:cs/>
          <w:lang w:bidi="bn-IN"/>
        </w:rPr>
        <w:t xml:space="preserve"> এক বিশেষ রূপে দেখতে পাই।</w:t>
      </w:r>
      <w:r w:rsidR="006D00B8">
        <w:rPr>
          <w:lang w:bidi="bn-IN"/>
        </w:rPr>
        <w:t xml:space="preserve"> </w:t>
      </w:r>
    </w:p>
    <w:p w:rsidR="006D00B8" w:rsidRDefault="006B0B31" w:rsidP="006D00B8">
      <w:pPr>
        <w:pStyle w:val="Heading1"/>
        <w:rPr>
          <w:lang w:bidi="bn-IN"/>
        </w:rPr>
      </w:pPr>
      <w:bookmarkStart w:id="18" w:name="_Toc392601427"/>
      <w:r w:rsidRPr="006B0B31">
        <w:rPr>
          <w:cs/>
          <w:lang w:bidi="bn-IN"/>
        </w:rPr>
        <w:t>হযরত আলী (আ.)-এর মোনাজাত</w:t>
      </w:r>
      <w:bookmarkEnd w:id="18"/>
    </w:p>
    <w:p w:rsidR="006B0B31" w:rsidRDefault="006B0B31" w:rsidP="00DF10C6">
      <w:pPr>
        <w:pStyle w:val="libNormal"/>
        <w:rPr>
          <w:lang w:bidi="bn-IN"/>
        </w:rPr>
      </w:pPr>
    </w:p>
    <w:p w:rsidR="006D00B8" w:rsidRDefault="007710BF" w:rsidP="00DF10C6">
      <w:pPr>
        <w:pStyle w:val="libNormal"/>
        <w:rPr>
          <w:lang w:bidi="bn-IN"/>
        </w:rPr>
      </w:pPr>
      <w:r w:rsidRPr="007710BF">
        <w:rPr>
          <w:cs/>
          <w:lang w:bidi="bn-IN"/>
        </w:rPr>
        <w:t>যখন আলী (আ.) মানুষ থেকে দূরে</w:t>
      </w:r>
      <w:r w:rsidR="003936CB">
        <w:t>-</w:t>
      </w:r>
      <w:r w:rsidRPr="007710BF">
        <w:t xml:space="preserve"> </w:t>
      </w:r>
      <w:r w:rsidRPr="007710BF">
        <w:rPr>
          <w:cs/>
          <w:lang w:bidi="bn-IN"/>
        </w:rPr>
        <w:t>একান্তে স্রষ্টার সাথে ইবাদত ও গোপন সংলাপে লিপ্ত তখন</w:t>
      </w:r>
      <w:r w:rsidR="006D00B8">
        <w:rPr>
          <w:lang w:bidi="bn-IN"/>
        </w:rPr>
        <w:t xml:space="preserve"> </w:t>
      </w:r>
      <w:r w:rsidRPr="007710BF">
        <w:rPr>
          <w:cs/>
          <w:lang w:bidi="bn-IN"/>
        </w:rPr>
        <w:t>দেখি অন্য এক আলী। যেমন নাহজুল বালাগায় পাই</w:t>
      </w:r>
    </w:p>
    <w:p w:rsidR="006D00B8" w:rsidRPr="006D00B8" w:rsidRDefault="006D00B8" w:rsidP="006D00B8">
      <w:pPr>
        <w:pStyle w:val="libArCenter"/>
        <w:rPr>
          <w:rtl/>
          <w:cs/>
        </w:rPr>
      </w:pPr>
      <w:r>
        <w:rPr>
          <w:rFonts w:hint="cs"/>
          <w:rtl/>
          <w:lang w:bidi="ar-SA"/>
        </w:rPr>
        <w:t>اللهم انّک آنس الآنسین لاولیائک</w:t>
      </w:r>
    </w:p>
    <w:p w:rsidR="00B773D1" w:rsidRDefault="007710BF" w:rsidP="00DF10C6">
      <w:pPr>
        <w:pStyle w:val="libNormal"/>
        <w:rPr>
          <w:lang w:bidi="bn-IN"/>
        </w:rPr>
      </w:pPr>
      <w:r w:rsidRPr="001933EC">
        <w:rPr>
          <w:rStyle w:val="libAlaemChar"/>
        </w:rPr>
        <w:t>“</w:t>
      </w:r>
      <w:r w:rsidRPr="007710BF">
        <w:rPr>
          <w:cs/>
          <w:lang w:bidi="bn-IN"/>
        </w:rPr>
        <w:t>হে আ</w:t>
      </w:r>
      <w:r w:rsidR="006B46F0">
        <w:rPr>
          <w:cs/>
          <w:lang w:bidi="bn-IN"/>
        </w:rPr>
        <w:t>ল্লা</w:t>
      </w:r>
      <w:r w:rsidRPr="007710BF">
        <w:rPr>
          <w:rFonts w:hint="cs"/>
          <w:cs/>
          <w:lang w:bidi="bn-IN"/>
        </w:rPr>
        <w:t>হ্! আপনি আপনার আউল</w:t>
      </w:r>
      <w:r w:rsidRPr="007710BF">
        <w:rPr>
          <w:cs/>
          <w:lang w:bidi="bn-IN"/>
        </w:rPr>
        <w:t>িয়াদের নিকটতম বন্ধুর থেকেও নিকটে অবস্থান করছেন।</w:t>
      </w:r>
      <w:r w:rsidRPr="001933EC">
        <w:rPr>
          <w:rStyle w:val="libAlaemChar"/>
        </w:rPr>
        <w:t>”</w:t>
      </w:r>
      <w:r w:rsidR="00B773D1">
        <w:rPr>
          <w:rStyle w:val="libAlaemChar"/>
        </w:rPr>
        <w:t xml:space="preserve"> </w:t>
      </w:r>
      <w:r w:rsidRPr="007710BF">
        <w:rPr>
          <w:cs/>
          <w:lang w:bidi="bn-IN"/>
        </w:rPr>
        <w:t>অর্থাৎ কোন বন্ধুর সঙ্গেই আপনার মতো নৈকট্য অনুভব করি না। আপনি আমার নিকটতম সাথী।</w:t>
      </w:r>
      <w:r w:rsidR="00B773D1">
        <w:rPr>
          <w:lang w:bidi="bn-IN"/>
        </w:rPr>
        <w:t xml:space="preserve"> </w:t>
      </w:r>
      <w:r w:rsidRPr="007710BF">
        <w:rPr>
          <w:cs/>
          <w:lang w:bidi="bn-IN"/>
        </w:rPr>
        <w:t>আপনি ব্যতীত যার সঙ্গেই থাকি যেন একাকিত্ব অনুভব করি। শুধু যখন আপনার সঙ্গে থাকি তখনই</w:t>
      </w:r>
      <w:r w:rsidR="00B773D1">
        <w:rPr>
          <w:lang w:bidi="bn-IN"/>
        </w:rPr>
        <w:t xml:space="preserve"> </w:t>
      </w:r>
      <w:r w:rsidRPr="007710BF">
        <w:rPr>
          <w:cs/>
          <w:lang w:bidi="bn-IN"/>
        </w:rPr>
        <w:t>অনুভব করি নিকটতম কারো সঙ্গে আছি।</w:t>
      </w:r>
    </w:p>
    <w:p w:rsidR="00B773D1" w:rsidRPr="00B773D1" w:rsidRDefault="00B773D1" w:rsidP="00B773D1">
      <w:pPr>
        <w:pStyle w:val="libArCenter"/>
        <w:rPr>
          <w:rtl/>
          <w:cs/>
        </w:rPr>
      </w:pPr>
      <w:r>
        <w:rPr>
          <w:rFonts w:hint="cs"/>
          <w:rtl/>
          <w:lang w:bidi="ar-SA"/>
        </w:rPr>
        <w:t>و احضرهم بالکفایة للمتوکلین علیک</w:t>
      </w:r>
    </w:p>
    <w:p w:rsidR="00B773D1" w:rsidRPr="00A377A9" w:rsidRDefault="007710BF" w:rsidP="00DF10C6">
      <w:pPr>
        <w:pStyle w:val="libNormal"/>
        <w:rPr>
          <w:rtl/>
        </w:rPr>
      </w:pPr>
      <w:r w:rsidRPr="007710BF">
        <w:rPr>
          <w:cs/>
          <w:lang w:bidi="bn-IN"/>
        </w:rPr>
        <w:t>যে কেউ আপনার প্রতি নির্ভর করে</w:t>
      </w:r>
      <w:r w:rsidR="00895143">
        <w:t>,</w:t>
      </w:r>
      <w:r w:rsidRPr="007710BF">
        <w:rPr>
          <w:cs/>
          <w:lang w:bidi="bn-IN"/>
        </w:rPr>
        <w:t>অনুভব করে অন্য সকল কিছুর থেকে আপনি তার নিকটতর</w:t>
      </w:r>
      <w:r w:rsidR="00B773D1" w:rsidRPr="00A377A9">
        <w:rPr>
          <w:rFonts w:hint="cs"/>
          <w:rtl/>
        </w:rPr>
        <w:t xml:space="preserve"> </w:t>
      </w:r>
      <w:r w:rsidRPr="007710BF">
        <w:rPr>
          <w:cs/>
          <w:lang w:bidi="bn-IN"/>
        </w:rPr>
        <w:t>উপস্থিত অস্তিত্ব যেন আপনি আপনার উপর নির্ভরকারী ব্যক্তির নিকট উপস্থিত হন।</w:t>
      </w:r>
    </w:p>
    <w:p w:rsidR="00B773D1" w:rsidRDefault="00B773D1" w:rsidP="00B773D1">
      <w:pPr>
        <w:pStyle w:val="libArCenter"/>
        <w:rPr>
          <w:rtl/>
          <w:cs/>
        </w:rPr>
      </w:pPr>
      <w:r>
        <w:rPr>
          <w:rFonts w:hint="cs"/>
          <w:rtl/>
          <w:lang w:bidi="ar-SA"/>
        </w:rPr>
        <w:t>تشاهدهم فی سرائر</w:t>
      </w:r>
      <w:r>
        <w:rPr>
          <w:rFonts w:hint="cs"/>
          <w:rtl/>
          <w:lang w:bidi="fa-IR"/>
        </w:rPr>
        <w:t>هم</w:t>
      </w:r>
      <w:r>
        <w:rPr>
          <w:rFonts w:hint="cs"/>
          <w:rtl/>
          <w:lang w:bidi="ar-SA"/>
        </w:rPr>
        <w:t xml:space="preserve"> و تطلع علیهم فی ضمائرهم و تعلم مبلغ بصائرهم</w:t>
      </w:r>
    </w:p>
    <w:p w:rsidR="00B773D1" w:rsidRDefault="007710BF" w:rsidP="00B773D1">
      <w:pPr>
        <w:pStyle w:val="libNormal"/>
        <w:rPr>
          <w:lang w:bidi="bn-IN"/>
        </w:rPr>
      </w:pPr>
      <w:r w:rsidRPr="007710BF">
        <w:rPr>
          <w:cs/>
          <w:lang w:bidi="bn-IN"/>
        </w:rPr>
        <w:t xml:space="preserve">হে </w:t>
      </w:r>
      <w:r w:rsidR="001C5FF3">
        <w:rPr>
          <w:cs/>
          <w:lang w:bidi="bn-IN"/>
        </w:rPr>
        <w:t>প্রভূ</w:t>
      </w:r>
      <w:r w:rsidRPr="007710BF">
        <w:rPr>
          <w:cs/>
          <w:lang w:bidi="bn-IN"/>
        </w:rPr>
        <w:t>! আপনি আপনার বন্ধু ও প্রেমিকদের হৃদয়ের অন্ত</w:t>
      </w:r>
      <w:r w:rsidR="00B773D1" w:rsidRPr="00B773D1">
        <w:rPr>
          <w:cs/>
          <w:lang w:bidi="bn-IN"/>
        </w:rPr>
        <w:t>স্ত</w:t>
      </w:r>
      <w:r w:rsidRPr="007710BF">
        <w:rPr>
          <w:cs/>
          <w:lang w:bidi="bn-IN"/>
        </w:rPr>
        <w:t>লের রহস্যও পর্যবেক্ষণ করেন এবং</w:t>
      </w:r>
      <w:r w:rsidR="00B773D1">
        <w:rPr>
          <w:rStyle w:val="libAlaemChar"/>
        </w:rPr>
        <w:t xml:space="preserve"> </w:t>
      </w:r>
      <w:r w:rsidRPr="007710BF">
        <w:rPr>
          <w:cs/>
          <w:lang w:bidi="bn-IN"/>
        </w:rPr>
        <w:t xml:space="preserve">তাদের অন্তঃকরণের অপ্রকাশ্য বিষয় </w:t>
      </w:r>
      <w:r w:rsidR="000C4B23">
        <w:rPr>
          <w:cs/>
          <w:lang w:bidi="bn-IN"/>
        </w:rPr>
        <w:t>সম্পর্কে</w:t>
      </w:r>
      <w:r w:rsidRPr="007710BF">
        <w:rPr>
          <w:cs/>
          <w:lang w:bidi="bn-IN"/>
        </w:rPr>
        <w:t>ও</w:t>
      </w:r>
      <w:r w:rsidR="00B773D1">
        <w:rPr>
          <w:cs/>
          <w:lang w:bidi="bn-IN"/>
        </w:rPr>
        <w:t xml:space="preserve"> অবহিত। তাদের জ্ঞান ও অন্তদৃষ্টি</w:t>
      </w:r>
      <w:r w:rsidRPr="007710BF">
        <w:rPr>
          <w:cs/>
          <w:lang w:bidi="bn-IN"/>
        </w:rPr>
        <w:t xml:space="preserve"> কোন্ পর্যায়ে</w:t>
      </w:r>
      <w:r w:rsidR="00B773D1">
        <w:rPr>
          <w:lang w:bidi="bn-IN"/>
        </w:rPr>
        <w:t xml:space="preserve"> </w:t>
      </w:r>
      <w:r w:rsidRPr="007710BF">
        <w:rPr>
          <w:cs/>
          <w:lang w:bidi="bn-IN"/>
        </w:rPr>
        <w:t>অবস্থান করছে তাও আপনার জানা।</w:t>
      </w:r>
    </w:p>
    <w:p w:rsidR="00B773D1" w:rsidRDefault="00B773D1" w:rsidP="00B773D1">
      <w:pPr>
        <w:pStyle w:val="libArCenter"/>
        <w:rPr>
          <w:rtl/>
          <w:lang w:bidi="fa-IR"/>
        </w:rPr>
      </w:pPr>
      <w:r>
        <w:rPr>
          <w:rFonts w:hint="cs"/>
          <w:rtl/>
          <w:lang w:bidi="ar-SA"/>
        </w:rPr>
        <w:t>فاسرارهم لک مکشوفه و قلوبهم إلیک ملهوفة</w:t>
      </w:r>
    </w:p>
    <w:p w:rsidR="00B773D1" w:rsidRPr="00B773D1" w:rsidRDefault="00B773D1" w:rsidP="00B773D1">
      <w:pPr>
        <w:pStyle w:val="libArCenter"/>
        <w:rPr>
          <w:rtl/>
          <w:lang w:bidi="fa-IR"/>
        </w:rPr>
      </w:pPr>
    </w:p>
    <w:p w:rsidR="00B773D1" w:rsidRDefault="007710BF" w:rsidP="00B773D1">
      <w:pPr>
        <w:pStyle w:val="libCenter"/>
        <w:rPr>
          <w:lang w:bidi="bn-IN"/>
        </w:rPr>
      </w:pPr>
      <w:r w:rsidRPr="007710BF">
        <w:rPr>
          <w:cs/>
          <w:lang w:bidi="bn-IN"/>
        </w:rPr>
        <w:t>তাদের রহস্য আপনার নিকট প্রকাশিত ও তাদের অন্তর আপনার প্রতি উড্ডয়নশীল।</w:t>
      </w:r>
    </w:p>
    <w:p w:rsidR="00B773D1" w:rsidRDefault="007710BF" w:rsidP="00B773D1">
      <w:pPr>
        <w:pStyle w:val="libNormal"/>
        <w:rPr>
          <w:lang w:bidi="bn-IN"/>
        </w:rPr>
      </w:pPr>
      <w:r w:rsidRPr="007710BF">
        <w:rPr>
          <w:cs/>
          <w:lang w:bidi="bn-IN"/>
        </w:rPr>
        <w:t>আলী (আ.)-এর দোয়াগুলোর মধ্যে দোয়ায়ে কুমাইল জুমআর রাতগুলোতে পড়বেন। প্রথম থেকে</w:t>
      </w:r>
      <w:r w:rsidR="00B773D1">
        <w:rPr>
          <w:lang w:bidi="bn-IN"/>
        </w:rPr>
        <w:t xml:space="preserve"> </w:t>
      </w:r>
      <w:r w:rsidRPr="007710BF">
        <w:rPr>
          <w:cs/>
          <w:lang w:bidi="bn-IN"/>
        </w:rPr>
        <w:t>শেষ পর্যন্ত এ দোয়াটি প</w:t>
      </w:r>
      <w:r w:rsidR="00B773D1">
        <w:rPr>
          <w:cs/>
          <w:lang w:bidi="bn-IN"/>
        </w:rPr>
        <w:t>ড়ু</w:t>
      </w:r>
      <w:r w:rsidRPr="007710BF">
        <w:rPr>
          <w:cs/>
          <w:lang w:bidi="bn-IN"/>
        </w:rPr>
        <w:t>ন। দেখবেন</w:t>
      </w:r>
      <w:r w:rsidR="00895143">
        <w:t>,</w:t>
      </w:r>
      <w:r w:rsidRPr="007710BF">
        <w:rPr>
          <w:cs/>
          <w:lang w:bidi="bn-IN"/>
        </w:rPr>
        <w:t>না এর মধ্যে দুনিয়া আছে</w:t>
      </w:r>
      <w:r w:rsidR="00895143">
        <w:t>,</w:t>
      </w:r>
      <w:r w:rsidRPr="007710BF">
        <w:rPr>
          <w:cs/>
          <w:lang w:bidi="bn-IN"/>
        </w:rPr>
        <w:t>না আখেরাত (আখেরাত বলতে</w:t>
      </w:r>
      <w:r w:rsidR="00B773D1">
        <w:rPr>
          <w:lang w:bidi="bn-IN"/>
        </w:rPr>
        <w:t xml:space="preserve"> </w:t>
      </w:r>
      <w:r w:rsidRPr="007710BF">
        <w:rPr>
          <w:cs/>
          <w:lang w:bidi="bn-IN"/>
        </w:rPr>
        <w:t>বেহেশত ও দোযখ)। যা দেখবেন তা দুনিয়া ও আখেরাতের ঊর্ধ্বে</w:t>
      </w:r>
      <w:r w:rsidRPr="007710BF">
        <w:rPr>
          <w:cs/>
          <w:lang w:bidi="hi-IN"/>
        </w:rPr>
        <w:t xml:space="preserve">। </w:t>
      </w:r>
      <w:r w:rsidRPr="007710BF">
        <w:rPr>
          <w:cs/>
          <w:lang w:bidi="bn-IN"/>
        </w:rPr>
        <w:t>স্রষ্টার সাথে একজন খাঁটি বান্দা</w:t>
      </w:r>
      <w:r w:rsidR="00895143">
        <w:t>,</w:t>
      </w:r>
      <w:r w:rsidRPr="007710BF">
        <w:rPr>
          <w:cs/>
          <w:lang w:bidi="bn-IN"/>
        </w:rPr>
        <w:t>উপাসক ও প্রেমিকের সম্পর্ক এটাই যে</w:t>
      </w:r>
      <w:r w:rsidR="00895143">
        <w:t>,</w:t>
      </w:r>
      <w:r w:rsidR="00FE6D44">
        <w:rPr>
          <w:cs/>
          <w:lang w:bidi="bn-IN"/>
        </w:rPr>
        <w:t>তার</w:t>
      </w:r>
      <w:r w:rsidRPr="007710BF">
        <w:rPr>
          <w:cs/>
          <w:lang w:bidi="bn-IN"/>
        </w:rPr>
        <w:t xml:space="preserve"> প্রেমে নিমগ্ন থাকবে। </w:t>
      </w:r>
      <w:r w:rsidR="005E5BE9">
        <w:rPr>
          <w:cs/>
          <w:lang w:bidi="bn-IN"/>
        </w:rPr>
        <w:t>প্রকৃত</w:t>
      </w:r>
      <w:r w:rsidR="00B773D1">
        <w:rPr>
          <w:cs/>
          <w:lang w:bidi="bn-IN"/>
        </w:rPr>
        <w:t xml:space="preserve"> ইবাদত এটাই। আলী</w:t>
      </w:r>
      <w:r w:rsidR="00B773D1">
        <w:rPr>
          <w:lang w:bidi="bn-IN"/>
        </w:rPr>
        <w:t xml:space="preserve"> </w:t>
      </w:r>
      <w:r w:rsidRPr="007710BF">
        <w:rPr>
          <w:cs/>
          <w:lang w:bidi="bn-IN"/>
        </w:rPr>
        <w:t>নিজেই তা বলছেন। দোয়ায়ে কুমাইলে আলী (আ.) নিজের স্রষ্টার সাথে কিরূপে কথোপকথন করছেন</w:t>
      </w:r>
      <w:r w:rsidR="00B773D1">
        <w:rPr>
          <w:lang w:bidi="bn-IN"/>
        </w:rPr>
        <w:t xml:space="preserve"> </w:t>
      </w:r>
      <w:r w:rsidRPr="007710BF">
        <w:rPr>
          <w:cs/>
          <w:lang w:bidi="bn-IN"/>
        </w:rPr>
        <w:t>লক্ষ্য করুন</w:t>
      </w:r>
      <w:r w:rsidR="00895143">
        <w:t>,</w:t>
      </w:r>
      <w:r w:rsidRPr="007710BF">
        <w:rPr>
          <w:cs/>
          <w:lang w:bidi="bn-IN"/>
        </w:rPr>
        <w:t>কিভাবে মোনাজাত করছেন দেখুন</w:t>
      </w:r>
      <w:r w:rsidR="00895143">
        <w:t>,</w:t>
      </w:r>
      <w:r w:rsidRPr="007710BF">
        <w:rPr>
          <w:cs/>
          <w:lang w:bidi="bn-IN"/>
        </w:rPr>
        <w:t>তেমনিভাবে ইমাম যয়নুল আবেদীন (আ.) রমযানম</w:t>
      </w:r>
      <w:r w:rsidR="00B773D1">
        <w:rPr>
          <w:cs/>
          <w:lang w:bidi="bn-IN"/>
        </w:rPr>
        <w:t>াসের সুবহে সাদিকের পূর্বে সেহরী</w:t>
      </w:r>
      <w:r w:rsidRPr="007710BF">
        <w:rPr>
          <w:cs/>
          <w:lang w:bidi="bn-IN"/>
        </w:rPr>
        <w:t xml:space="preserve">র সময় কিভাবে </w:t>
      </w:r>
      <w:r w:rsidR="00D009A1">
        <w:rPr>
          <w:cs/>
          <w:lang w:bidi="bn-IN"/>
        </w:rPr>
        <w:t>আল্লাহর</w:t>
      </w:r>
      <w:r w:rsidRPr="007710BF">
        <w:rPr>
          <w:rFonts w:hint="cs"/>
          <w:cs/>
          <w:lang w:bidi="bn-IN"/>
        </w:rPr>
        <w:t xml:space="preserve"> নিকট আবেদন-নিবেদন করছেন তা আবু</w:t>
      </w:r>
      <w:r w:rsidR="00B773D1">
        <w:rPr>
          <w:lang w:bidi="bn-IN"/>
        </w:rPr>
        <w:t xml:space="preserve"> </w:t>
      </w:r>
      <w:r w:rsidRPr="007710BF">
        <w:rPr>
          <w:rFonts w:hint="cs"/>
          <w:cs/>
          <w:lang w:bidi="bn-IN"/>
        </w:rPr>
        <w:t>হামযা সোমালীর দোয়ায় লক্ষ্য করুন। মুসলমানের প্রথম ধ</w:t>
      </w:r>
      <w:r w:rsidRPr="007710BF">
        <w:rPr>
          <w:cs/>
          <w:lang w:bidi="bn-IN"/>
        </w:rPr>
        <w:t>াপ এটাই যে</w:t>
      </w:r>
      <w:r w:rsidR="00895143">
        <w:t>,</w:t>
      </w:r>
      <w:r w:rsidRPr="007710BF">
        <w:rPr>
          <w:cs/>
          <w:lang w:bidi="bn-IN"/>
        </w:rPr>
        <w:t>সে তার স্রষ্টার নিকটবর্তী</w:t>
      </w:r>
      <w:r w:rsidR="00B773D1">
        <w:rPr>
          <w:lang w:bidi="bn-IN"/>
        </w:rPr>
        <w:t xml:space="preserve"> </w:t>
      </w:r>
      <w:r w:rsidRPr="007710BF">
        <w:rPr>
          <w:cs/>
          <w:lang w:bidi="bn-IN"/>
        </w:rPr>
        <w:t>হবে। স্রষ্টার নৈকট্যের মাধ্যমেই অন্যান্য দায়িত্ব</w:t>
      </w:r>
      <w:r w:rsidR="00895143">
        <w:t>,</w:t>
      </w:r>
      <w:r w:rsidRPr="007710BF">
        <w:rPr>
          <w:cs/>
          <w:lang w:bidi="bn-IN"/>
        </w:rPr>
        <w:t>বিশেষ করে সামাজিক দায়িত্বসমূহ সুন্দরভাবে</w:t>
      </w:r>
      <w:r w:rsidR="00B773D1">
        <w:rPr>
          <w:lang w:bidi="bn-IN"/>
        </w:rPr>
        <w:t xml:space="preserve"> </w:t>
      </w:r>
      <w:r w:rsidRPr="007710BF">
        <w:rPr>
          <w:cs/>
          <w:lang w:bidi="bn-IN"/>
        </w:rPr>
        <w:t>আঞ্জাম দিতে পারব।</w:t>
      </w:r>
    </w:p>
    <w:p w:rsidR="00B773D1" w:rsidRDefault="00B773D1" w:rsidP="00B773D1">
      <w:pPr>
        <w:pStyle w:val="libNormal"/>
        <w:rPr>
          <w:lang w:bidi="bn-IN"/>
        </w:rPr>
      </w:pPr>
    </w:p>
    <w:p w:rsidR="00BB0B45" w:rsidRDefault="007710BF" w:rsidP="00B773D1">
      <w:pPr>
        <w:pStyle w:val="libNormal"/>
        <w:rPr>
          <w:rStyle w:val="libAlaemChar"/>
        </w:rPr>
      </w:pPr>
      <w:r w:rsidRPr="007710BF">
        <w:rPr>
          <w:cs/>
          <w:lang w:bidi="bn-IN"/>
        </w:rPr>
        <w:t>আমাদের চেষ্টা করতে হবে যাতে আমাদের প্রবণতাগুলো এককেন্দ্রিক না হয়ে পড়ে</w:t>
      </w:r>
      <w:r w:rsidR="003936CB">
        <w:t>-</w:t>
      </w:r>
      <w:r w:rsidRPr="007710BF">
        <w:t xml:space="preserve"> </w:t>
      </w:r>
      <w:r w:rsidRPr="007710BF">
        <w:rPr>
          <w:cs/>
          <w:lang w:bidi="bn-IN"/>
        </w:rPr>
        <w:t>যে সমস্যায়</w:t>
      </w:r>
      <w:r w:rsidR="00B773D1">
        <w:rPr>
          <w:lang w:bidi="bn-IN"/>
        </w:rPr>
        <w:t xml:space="preserve"> </w:t>
      </w:r>
      <w:r w:rsidRPr="007710BF">
        <w:rPr>
          <w:cs/>
          <w:lang w:bidi="bn-IN"/>
        </w:rPr>
        <w:t>বর্তমানে মুসলিম উম্মাহ্ আক্রান্ত। আমাদের এ এককেন্দ্রিকতা পরিহার করে সামগ্রিকতা অর্জনের চেষ্টা</w:t>
      </w:r>
      <w:r w:rsidR="00B773D1">
        <w:rPr>
          <w:lang w:bidi="bn-IN"/>
        </w:rPr>
        <w:t xml:space="preserve"> </w:t>
      </w:r>
      <w:r w:rsidRPr="007710BF">
        <w:rPr>
          <w:cs/>
          <w:lang w:bidi="bn-IN"/>
        </w:rPr>
        <w:t xml:space="preserve">করতে হবে। ইবাদতের গুরুত্বকে কম করে দেখলে চলবে না। ইমাম সাদিক (আ.) </w:t>
      </w:r>
      <w:r w:rsidR="00FE6D44">
        <w:rPr>
          <w:cs/>
          <w:lang w:bidi="bn-IN"/>
        </w:rPr>
        <w:t>তার</w:t>
      </w:r>
      <w:r w:rsidRPr="007710BF">
        <w:rPr>
          <w:cs/>
          <w:lang w:bidi="bn-IN"/>
        </w:rPr>
        <w:t xml:space="preserve"> </w:t>
      </w:r>
      <w:r w:rsidR="009E7BEE">
        <w:rPr>
          <w:cs/>
          <w:lang w:bidi="bn-IN"/>
        </w:rPr>
        <w:t>মৃত্যু</w:t>
      </w:r>
      <w:r w:rsidR="00B773D1">
        <w:rPr>
          <w:cs/>
          <w:lang w:bidi="bn-IN"/>
        </w:rPr>
        <w:t>লগ্নে</w:t>
      </w:r>
      <w:r w:rsidR="00B773D1">
        <w:rPr>
          <w:lang w:bidi="bn-IN"/>
        </w:rPr>
        <w:t xml:space="preserve"> </w:t>
      </w:r>
      <w:r w:rsidR="00FE6D44">
        <w:rPr>
          <w:cs/>
          <w:lang w:bidi="bn-IN"/>
        </w:rPr>
        <w:t>তার</w:t>
      </w:r>
      <w:r w:rsidRPr="007710BF">
        <w:rPr>
          <w:cs/>
          <w:lang w:bidi="bn-IN"/>
        </w:rPr>
        <w:t xml:space="preserve"> সকল নিকটাত্মীয়কে ডেকে সমবেত করে একটি মাত্র বাক্য উচ্চারণ করে বিদায় নেন। তিনি</w:t>
      </w:r>
      <w:r w:rsidR="00B773D1">
        <w:rPr>
          <w:lang w:bidi="bn-IN"/>
        </w:rPr>
        <w:t xml:space="preserve"> </w:t>
      </w:r>
      <w:r w:rsidRPr="007710BF">
        <w:rPr>
          <w:cs/>
          <w:lang w:bidi="bn-IN"/>
        </w:rPr>
        <w:t>বলেন</w:t>
      </w:r>
      <w:r w:rsidR="00895143">
        <w:t>,</w:t>
      </w:r>
      <w:r w:rsidRPr="001933EC">
        <w:rPr>
          <w:rStyle w:val="libAlaemChar"/>
        </w:rPr>
        <w:t>“</w:t>
      </w:r>
      <w:r w:rsidRPr="007710BF">
        <w:rPr>
          <w:cs/>
          <w:lang w:bidi="bn-IN"/>
        </w:rPr>
        <w:t>যারা নামাযকে ছোট করে দেখে (কম গুরুত্ব দেয়)</w:t>
      </w:r>
      <w:r w:rsidR="00895143">
        <w:t>,</w:t>
      </w:r>
      <w:r w:rsidRPr="007710BF">
        <w:rPr>
          <w:cs/>
          <w:lang w:bidi="bn-IN"/>
        </w:rPr>
        <w:t>আমার</w:t>
      </w:r>
      <w:r w:rsidR="00BB0B45">
        <w:rPr>
          <w:lang w:bidi="bn-IN"/>
        </w:rPr>
        <w:t xml:space="preserve"> </w:t>
      </w:r>
      <w:r w:rsidRPr="007710BF">
        <w:rPr>
          <w:cs/>
          <w:lang w:bidi="bn-IN"/>
        </w:rPr>
        <w:t>শাফায়াত তাদের জন্য প্রযোজ্য নয়।</w:t>
      </w:r>
      <w:r w:rsidRPr="001933EC">
        <w:rPr>
          <w:rStyle w:val="libAlaemChar"/>
        </w:rPr>
        <w:t>”</w:t>
      </w:r>
    </w:p>
    <w:p w:rsidR="00BB0B45" w:rsidRDefault="00BB0B45" w:rsidP="009848A8">
      <w:pPr>
        <w:pStyle w:val="libNormal"/>
        <w:rPr>
          <w:rStyle w:val="libAlaemChar"/>
        </w:rPr>
      </w:pPr>
      <w:r>
        <w:rPr>
          <w:rStyle w:val="libAlaemChar"/>
        </w:rPr>
        <w:br w:type="page"/>
      </w:r>
    </w:p>
    <w:p w:rsidR="00BB0B45" w:rsidRDefault="007710BF" w:rsidP="00BB0B45">
      <w:pPr>
        <w:pStyle w:val="Heading1Center"/>
      </w:pPr>
      <w:bookmarkStart w:id="19" w:name="_Toc392601428"/>
      <w:r w:rsidRPr="007710BF">
        <w:rPr>
          <w:cs/>
          <w:lang w:bidi="bn-IN"/>
        </w:rPr>
        <w:t xml:space="preserve">জীবনের শেষ মুহূর্তগুলোতে ইমাম আলী </w:t>
      </w:r>
      <w:r w:rsidRPr="007710BF">
        <w:rPr>
          <w:rtl/>
          <w:cs/>
        </w:rPr>
        <w:t>(</w:t>
      </w:r>
      <w:r w:rsidRPr="007710BF">
        <w:rPr>
          <w:rtl/>
          <w:cs/>
          <w:lang w:bidi="bn-IN"/>
        </w:rPr>
        <w:t>আ</w:t>
      </w:r>
      <w:r w:rsidRPr="007710BF">
        <w:rPr>
          <w:rtl/>
          <w:cs/>
        </w:rPr>
        <w:t>.)</w:t>
      </w:r>
      <w:bookmarkEnd w:id="19"/>
    </w:p>
    <w:p w:rsidR="00677F9E" w:rsidRDefault="00677F9E" w:rsidP="00933480">
      <w:pPr>
        <w:pStyle w:val="libNormal"/>
        <w:rPr>
          <w:lang w:bidi="bn-IN"/>
        </w:rPr>
      </w:pPr>
    </w:p>
    <w:p w:rsidR="00933480" w:rsidRDefault="007710BF" w:rsidP="00933480">
      <w:pPr>
        <w:pStyle w:val="libNormal"/>
        <w:rPr>
          <w:lang w:bidi="hi-IN"/>
        </w:rPr>
      </w:pPr>
      <w:r w:rsidRPr="00933480">
        <w:rPr>
          <w:cs/>
          <w:lang w:bidi="bn-IN"/>
        </w:rPr>
        <w:t xml:space="preserve">আলী (আ.)-এর জীবনের সবচেয়ে আকর্ষণীয় ও আশ্চর্যজনক সময় </w:t>
      </w:r>
      <w:r w:rsidR="00FE6D44">
        <w:rPr>
          <w:cs/>
          <w:lang w:bidi="bn-IN"/>
        </w:rPr>
        <w:t>তার</w:t>
      </w:r>
      <w:r w:rsidRPr="00933480">
        <w:rPr>
          <w:cs/>
          <w:lang w:bidi="bn-IN"/>
        </w:rPr>
        <w:t xml:space="preserve"> জীবনের শেষ দু</w:t>
      </w:r>
      <w:r w:rsidRPr="00933480">
        <w:rPr>
          <w:rStyle w:val="libAlaemChar"/>
        </w:rPr>
        <w:t>’</w:t>
      </w:r>
      <w:r w:rsidRPr="00933480">
        <w:rPr>
          <w:cs/>
          <w:lang w:bidi="bn-IN"/>
        </w:rPr>
        <w:t>দিন।</w:t>
      </w:r>
      <w:r w:rsidR="00933480">
        <w:rPr>
          <w:lang w:bidi="bn-IN"/>
        </w:rPr>
        <w:t xml:space="preserve"> </w:t>
      </w:r>
      <w:r w:rsidR="00FE6D44">
        <w:rPr>
          <w:cs/>
          <w:lang w:bidi="bn-IN"/>
        </w:rPr>
        <w:t>তার</w:t>
      </w:r>
      <w:r w:rsidRPr="00933480">
        <w:rPr>
          <w:cs/>
          <w:lang w:bidi="bn-IN"/>
        </w:rPr>
        <w:t xml:space="preserve"> জীবনের কয়েকটি পর্যায় রয়েছে</w:t>
      </w:r>
      <w:r w:rsidR="003936CB" w:rsidRPr="00933480">
        <w:t>-</w:t>
      </w:r>
      <w:r w:rsidRPr="00933480">
        <w:t xml:space="preserve"> </w:t>
      </w:r>
      <w:r w:rsidR="00FE6D44">
        <w:rPr>
          <w:cs/>
          <w:lang w:bidi="bn-IN"/>
        </w:rPr>
        <w:t>তার</w:t>
      </w:r>
      <w:r w:rsidRPr="00933480">
        <w:rPr>
          <w:cs/>
          <w:lang w:bidi="bn-IN"/>
        </w:rPr>
        <w:t xml:space="preserve"> জন্ম থেকে </w:t>
      </w:r>
      <w:r w:rsidR="006070B7" w:rsidRPr="00933480">
        <w:rPr>
          <w:cs/>
          <w:lang w:bidi="bn-IN"/>
        </w:rPr>
        <w:t>রাসূলুল্লাহ্</w:t>
      </w:r>
      <w:r w:rsidRPr="00933480">
        <w:rPr>
          <w:rFonts w:hint="cs"/>
          <w:cs/>
          <w:lang w:bidi="bn-IN"/>
        </w:rPr>
        <w:t xml:space="preserve"> (সা.)-এর ইন্তেকাল </w:t>
      </w:r>
      <w:r w:rsidR="00E20734" w:rsidRPr="00933480">
        <w:rPr>
          <w:rFonts w:hint="cs"/>
          <w:cs/>
          <w:lang w:bidi="bn-IN"/>
        </w:rPr>
        <w:t>পর্যন্ত</w:t>
      </w:r>
      <w:r w:rsidR="00895143" w:rsidRPr="00933480">
        <w:t>,</w:t>
      </w:r>
      <w:r w:rsidRPr="00933480">
        <w:rPr>
          <w:cs/>
          <w:lang w:bidi="bn-IN"/>
        </w:rPr>
        <w:t>রাসূল</w:t>
      </w:r>
      <w:r w:rsidR="005C657F" w:rsidRPr="00933480">
        <w:rPr>
          <w:cs/>
          <w:lang w:bidi="bn-IN"/>
        </w:rPr>
        <w:t>ল্লা</w:t>
      </w:r>
      <w:r w:rsidR="005C657F" w:rsidRPr="00933480">
        <w:rPr>
          <w:rFonts w:hint="cs"/>
          <w:cs/>
          <w:lang w:bidi="bn-IN"/>
        </w:rPr>
        <w:t>হর</w:t>
      </w:r>
      <w:r w:rsidRPr="007710BF">
        <w:rPr>
          <w:rFonts w:hint="cs"/>
          <w:cs/>
          <w:lang w:bidi="bn-IN"/>
        </w:rPr>
        <w:t xml:space="preserve"> নবুওয়াত থেকে হিজরত </w:t>
      </w:r>
      <w:r w:rsidR="00E20734">
        <w:rPr>
          <w:rFonts w:hint="cs"/>
          <w:cs/>
          <w:lang w:bidi="bn-IN"/>
        </w:rPr>
        <w:t>পর্যন্ত</w:t>
      </w:r>
      <w:r w:rsidR="00895143">
        <w:t>,</w:t>
      </w:r>
      <w:r w:rsidRPr="007710BF">
        <w:rPr>
          <w:cs/>
          <w:lang w:bidi="bn-IN"/>
        </w:rPr>
        <w:t xml:space="preserve">হিজরত থেকে রাসূলের ইন্তেকাল </w:t>
      </w:r>
      <w:r w:rsidR="00E20734">
        <w:rPr>
          <w:cs/>
          <w:lang w:bidi="bn-IN"/>
        </w:rPr>
        <w:t>পর্যন্ত</w:t>
      </w:r>
      <w:r w:rsidR="00895143">
        <w:t>,</w:t>
      </w:r>
      <w:r w:rsidRPr="007710BF">
        <w:rPr>
          <w:cs/>
          <w:lang w:bidi="bn-IN"/>
        </w:rPr>
        <w:t>রাসূল</w:t>
      </w:r>
      <w:r w:rsidR="005C657F">
        <w:rPr>
          <w:cs/>
          <w:lang w:bidi="bn-IN"/>
        </w:rPr>
        <w:t>ল্লা</w:t>
      </w:r>
      <w:r w:rsidR="005C657F">
        <w:rPr>
          <w:rFonts w:hint="cs"/>
          <w:cs/>
          <w:lang w:bidi="bn-IN"/>
        </w:rPr>
        <w:t>হর</w:t>
      </w:r>
      <w:r w:rsidRPr="007710BF">
        <w:rPr>
          <w:rFonts w:hint="cs"/>
          <w:cs/>
          <w:lang w:bidi="bn-IN"/>
        </w:rPr>
        <w:t xml:space="preserve"> ইন্তেু</w:t>
      </w:r>
      <w:r w:rsidRPr="007710BF">
        <w:rPr>
          <w:cs/>
          <w:lang w:bidi="bn-IN"/>
        </w:rPr>
        <w:t>কাল থেকে নিজের খেলাফত প্রাপ্তির পূর্বের ২৫ বছর এবং খেলাফত প্রাপ্তির পর সাড়ে চার বছর। এর</w:t>
      </w:r>
      <w:r w:rsidR="00933480">
        <w:rPr>
          <w:lang w:bidi="bn-IN"/>
        </w:rPr>
        <w:t xml:space="preserve"> </w:t>
      </w:r>
      <w:r w:rsidRPr="007710BF">
        <w:rPr>
          <w:cs/>
          <w:lang w:bidi="bn-IN"/>
        </w:rPr>
        <w:t xml:space="preserve">বাইরেও </w:t>
      </w:r>
      <w:r w:rsidR="00FE6D44">
        <w:rPr>
          <w:cs/>
          <w:lang w:bidi="bn-IN"/>
        </w:rPr>
        <w:t>তার</w:t>
      </w:r>
      <w:r w:rsidRPr="007710BF">
        <w:rPr>
          <w:cs/>
          <w:lang w:bidi="bn-IN"/>
        </w:rPr>
        <w:t xml:space="preserve"> জীবনের আরেকটি পর্যায় রয়েছে যা তিন দিনেরও কম সময়ের</w:t>
      </w:r>
      <w:r w:rsidR="00895143">
        <w:t>,</w:t>
      </w:r>
      <w:r w:rsidRPr="007710BF">
        <w:rPr>
          <w:cs/>
          <w:lang w:bidi="bn-IN"/>
        </w:rPr>
        <w:t>কিন্তু সবচেয়ে বিস্ময়কর</w:t>
      </w:r>
      <w:r w:rsidR="00933480">
        <w:rPr>
          <w:lang w:bidi="bn-IN"/>
        </w:rPr>
        <w:t xml:space="preserve"> </w:t>
      </w:r>
      <w:r w:rsidR="00933480">
        <w:rPr>
          <w:cs/>
          <w:lang w:bidi="bn-IN"/>
        </w:rPr>
        <w:t>মুহূ</w:t>
      </w:r>
      <w:r w:rsidR="00933480" w:rsidRPr="00933480">
        <w:rPr>
          <w:cs/>
          <w:lang w:bidi="bn-IN"/>
        </w:rPr>
        <w:t>র্ত</w:t>
      </w:r>
      <w:r w:rsidRPr="007710BF">
        <w:rPr>
          <w:cs/>
          <w:lang w:bidi="bn-IN"/>
        </w:rPr>
        <w:t>গুলো এখানে দেখা যায়। সেটা হলো আলী (আ.) যখন তর</w:t>
      </w:r>
      <w:r w:rsidR="00933480">
        <w:rPr>
          <w:cs/>
          <w:lang w:bidi="bn-IN"/>
        </w:rPr>
        <w:t>বারীর আঘাতে শয্যাশায়ী হলেন তখন</w:t>
      </w:r>
      <w:r w:rsidR="00933480">
        <w:rPr>
          <w:lang w:bidi="bn-IN"/>
        </w:rPr>
        <w:t xml:space="preserve"> </w:t>
      </w:r>
      <w:r w:rsidRPr="007710BF">
        <w:rPr>
          <w:cs/>
          <w:lang w:bidi="bn-IN"/>
        </w:rPr>
        <w:t xml:space="preserve">থেকে ওফাত </w:t>
      </w:r>
      <w:r w:rsidR="00E20734">
        <w:rPr>
          <w:cs/>
          <w:lang w:bidi="bn-IN"/>
        </w:rPr>
        <w:t>পর্যন্ত</w:t>
      </w:r>
      <w:r w:rsidRPr="007710BF">
        <w:rPr>
          <w:cs/>
          <w:lang w:bidi="hi-IN"/>
        </w:rPr>
        <w:t xml:space="preserve">। </w:t>
      </w:r>
      <w:r w:rsidRPr="007710BF">
        <w:rPr>
          <w:cs/>
          <w:lang w:bidi="bn-IN"/>
        </w:rPr>
        <w:t xml:space="preserve">তিনি যে এক পূর্ণ মানুষ তা এখানেই প্রকাশিত হয়। তিনি যখন </w:t>
      </w:r>
      <w:r w:rsidR="004A744B">
        <w:rPr>
          <w:cs/>
          <w:lang w:bidi="bn-IN"/>
        </w:rPr>
        <w:t>মৃত্যুর</w:t>
      </w:r>
      <w:r w:rsidRPr="007710BF">
        <w:rPr>
          <w:cs/>
          <w:lang w:bidi="bn-IN"/>
        </w:rPr>
        <w:t xml:space="preserve"> মুখোমুখি</w:t>
      </w:r>
      <w:r w:rsidR="00933480">
        <w:rPr>
          <w:rStyle w:val="libAlaemChar"/>
        </w:rPr>
        <w:t xml:space="preserve"> </w:t>
      </w:r>
      <w:r w:rsidRPr="007710BF">
        <w:rPr>
          <w:cs/>
          <w:lang w:bidi="bn-IN"/>
        </w:rPr>
        <w:t xml:space="preserve">তখন </w:t>
      </w:r>
      <w:r w:rsidR="004A744B">
        <w:rPr>
          <w:cs/>
          <w:lang w:bidi="bn-IN"/>
        </w:rPr>
        <w:t>মৃত্যুর</w:t>
      </w:r>
      <w:r w:rsidRPr="007710BF">
        <w:rPr>
          <w:cs/>
          <w:lang w:bidi="bn-IN"/>
        </w:rPr>
        <w:t xml:space="preserve"> প্রতি </w:t>
      </w:r>
      <w:r w:rsidR="00FE6D44">
        <w:rPr>
          <w:cs/>
          <w:lang w:bidi="bn-IN"/>
        </w:rPr>
        <w:t>তার</w:t>
      </w:r>
      <w:r w:rsidRPr="007710BF">
        <w:rPr>
          <w:cs/>
          <w:lang w:bidi="bn-IN"/>
        </w:rPr>
        <w:t xml:space="preserve"> প্রতিক্রিয়া কি</w:t>
      </w:r>
      <w:r w:rsidRPr="007710BF">
        <w:t xml:space="preserve">? </w:t>
      </w:r>
      <w:r w:rsidRPr="007710BF">
        <w:rPr>
          <w:cs/>
          <w:lang w:bidi="bn-IN"/>
        </w:rPr>
        <w:t xml:space="preserve">যখন তরবারী </w:t>
      </w:r>
      <w:r w:rsidR="00FE6D44">
        <w:rPr>
          <w:cs/>
          <w:lang w:bidi="bn-IN"/>
        </w:rPr>
        <w:t>তার</w:t>
      </w:r>
      <w:r w:rsidRPr="007710BF">
        <w:rPr>
          <w:cs/>
          <w:lang w:bidi="bn-IN"/>
        </w:rPr>
        <w:t xml:space="preserve"> কপালে আঘাত হানলো তখন তিনি দু</w:t>
      </w:r>
      <w:r w:rsidRPr="001933EC">
        <w:rPr>
          <w:rStyle w:val="libAlaemChar"/>
        </w:rPr>
        <w:t>’</w:t>
      </w:r>
      <w:r w:rsidRPr="007710BF">
        <w:rPr>
          <w:cs/>
          <w:lang w:bidi="bn-IN"/>
        </w:rPr>
        <w:t>টিু</w:t>
      </w:r>
      <w:r w:rsidR="00933480">
        <w:rPr>
          <w:lang w:bidi="bn-IN"/>
        </w:rPr>
        <w:t xml:space="preserve"> </w:t>
      </w:r>
      <w:r w:rsidRPr="007710BF">
        <w:rPr>
          <w:cs/>
          <w:lang w:bidi="bn-IN"/>
        </w:rPr>
        <w:t>বাক্য বলেছেন</w:t>
      </w:r>
      <w:r w:rsidRPr="007710BF">
        <w:rPr>
          <w:cs/>
          <w:lang w:bidi="hi-IN"/>
        </w:rPr>
        <w:t xml:space="preserve">। </w:t>
      </w:r>
      <w:r w:rsidRPr="007710BF">
        <w:rPr>
          <w:cs/>
          <w:lang w:bidi="bn-IN"/>
        </w:rPr>
        <w:t xml:space="preserve">একটি </w:t>
      </w:r>
      <w:r w:rsidRPr="001933EC">
        <w:rPr>
          <w:rStyle w:val="libAlaemChar"/>
        </w:rPr>
        <w:t>‘</w:t>
      </w:r>
      <w:r w:rsidRPr="007710BF">
        <w:rPr>
          <w:cs/>
          <w:lang w:bidi="bn-IN"/>
        </w:rPr>
        <w:t>এ ব্যক্তিকে ধর</w:t>
      </w:r>
      <w:r w:rsidRPr="001933EC">
        <w:rPr>
          <w:rStyle w:val="libAlaemChar"/>
        </w:rPr>
        <w:t>’</w:t>
      </w:r>
      <w:r w:rsidR="00895143">
        <w:t>,</w:t>
      </w:r>
      <w:r w:rsidRPr="007710BF">
        <w:rPr>
          <w:cs/>
          <w:lang w:bidi="bn-IN"/>
        </w:rPr>
        <w:t>অপরটি</w:t>
      </w:r>
      <w:r w:rsidR="00933480">
        <w:rPr>
          <w:lang w:bidi="bn-IN"/>
        </w:rPr>
        <w:t xml:space="preserve"> </w:t>
      </w:r>
      <w:r w:rsidR="00933480" w:rsidRPr="00933480">
        <w:rPr>
          <w:rStyle w:val="libArChar"/>
          <w:rFonts w:hint="cs"/>
          <w:rtl/>
        </w:rPr>
        <w:t>فزت و ربّ الکعبة</w:t>
      </w:r>
      <w:r w:rsidR="00933480" w:rsidRPr="00933480">
        <w:rPr>
          <w:rStyle w:val="libArChar"/>
        </w:rPr>
        <w:t xml:space="preserve"> </w:t>
      </w:r>
      <w:r w:rsidRPr="001933EC">
        <w:rPr>
          <w:rStyle w:val="libAlaemChar"/>
        </w:rPr>
        <w:t>‘</w:t>
      </w:r>
      <w:r w:rsidRPr="007710BF">
        <w:rPr>
          <w:cs/>
          <w:lang w:bidi="bn-IN"/>
        </w:rPr>
        <w:t>কাবার প্রভুর শপথ! আমি</w:t>
      </w:r>
      <w:r w:rsidR="00933480" w:rsidRPr="00A377A9">
        <w:rPr>
          <w:rFonts w:hint="cs"/>
          <w:rtl/>
        </w:rPr>
        <w:t xml:space="preserve"> </w:t>
      </w:r>
      <w:r w:rsidRPr="007710BF">
        <w:rPr>
          <w:cs/>
          <w:lang w:bidi="bn-IN"/>
        </w:rPr>
        <w:t>সফলকাম হয়েছি</w:t>
      </w:r>
      <w:r w:rsidR="003936CB">
        <w:t>-</w:t>
      </w:r>
      <w:r w:rsidRPr="007710BF">
        <w:t xml:space="preserve"> </w:t>
      </w:r>
      <w:r w:rsidRPr="007710BF">
        <w:rPr>
          <w:cs/>
          <w:lang w:bidi="bn-IN"/>
        </w:rPr>
        <w:t>শাহাদাত আমার জন্য সফলতা</w:t>
      </w:r>
      <w:r w:rsidRPr="001933EC">
        <w:rPr>
          <w:rStyle w:val="libAlaemChar"/>
        </w:rPr>
        <w:t>’</w:t>
      </w:r>
      <w:r w:rsidRPr="007710BF">
        <w:rPr>
          <w:cs/>
          <w:lang w:bidi="hi-IN"/>
        </w:rPr>
        <w:t>।</w:t>
      </w:r>
    </w:p>
    <w:p w:rsidR="00B009C9" w:rsidRDefault="007710BF" w:rsidP="00933480">
      <w:pPr>
        <w:pStyle w:val="libNormal"/>
        <w:rPr>
          <w:rStyle w:val="libAlaemChar"/>
        </w:rPr>
      </w:pPr>
      <w:r w:rsidRPr="007710BF">
        <w:rPr>
          <w:cs/>
          <w:lang w:bidi="bn-IN"/>
        </w:rPr>
        <w:t>আলী (আ.)-কে এনে বিছানায় শোয়ানো হলো। চিকিৎসক আসির ইবনে আমর যিনি কুফায়</w:t>
      </w:r>
      <w:r w:rsidR="00933480">
        <w:rPr>
          <w:lang w:bidi="bn-IN"/>
        </w:rPr>
        <w:t xml:space="preserve"> </w:t>
      </w:r>
      <w:r w:rsidRPr="007710BF">
        <w:rPr>
          <w:cs/>
          <w:lang w:bidi="bn-IN"/>
        </w:rPr>
        <w:t>আঘাত বিষয়ক খ্যাতিমান বিশেষজ্ঞ ছিলেন তিনি আমীরুল মুমিনীনের চিকিৎসার জন্য আসলেন। পরীক্ষা-নিরীক্ষার পর বুঝতে পারলেন</w:t>
      </w:r>
      <w:r w:rsidR="00895143">
        <w:t>,</w:t>
      </w:r>
      <w:r w:rsidRPr="007710BF">
        <w:rPr>
          <w:cs/>
          <w:lang w:bidi="bn-IN"/>
        </w:rPr>
        <w:t xml:space="preserve">তরবারীতে বিষ মিশ্রিত ছিল এবং বিষ </w:t>
      </w:r>
      <w:r w:rsidR="00FE6D44">
        <w:rPr>
          <w:cs/>
          <w:lang w:bidi="bn-IN"/>
        </w:rPr>
        <w:t>তার</w:t>
      </w:r>
      <w:r w:rsidRPr="007710BF">
        <w:rPr>
          <w:cs/>
          <w:lang w:bidi="bn-IN"/>
        </w:rPr>
        <w:t xml:space="preserve"> রক্তে প্রবেশ</w:t>
      </w:r>
      <w:r w:rsidR="00933480">
        <w:rPr>
          <w:lang w:bidi="bn-IN"/>
        </w:rPr>
        <w:t xml:space="preserve"> </w:t>
      </w:r>
      <w:r w:rsidRPr="007710BF">
        <w:rPr>
          <w:cs/>
          <w:lang w:bidi="bn-IN"/>
        </w:rPr>
        <w:t>করেছে। তাই চিকিৎসায় লাভ হবে না এটা নিশ্চিত হয়ে নিজের অক্ষমতা প্রকাশ করলেন। সাধারণত</w:t>
      </w:r>
      <w:r w:rsidR="00933480">
        <w:rPr>
          <w:lang w:bidi="bn-IN"/>
        </w:rPr>
        <w:t xml:space="preserve"> </w:t>
      </w:r>
      <w:r w:rsidRPr="007710BF">
        <w:rPr>
          <w:cs/>
          <w:lang w:bidi="bn-IN"/>
        </w:rPr>
        <w:t>যে রোগীর আরোগ্যের সম্ভাবনা নেই তাকে এ কথা বলা হয় না। কিন্তু আসির জানতেন</w:t>
      </w:r>
      <w:r w:rsidR="00895143">
        <w:t>,</w:t>
      </w:r>
      <w:r w:rsidRPr="007710BF">
        <w:rPr>
          <w:cs/>
          <w:lang w:bidi="bn-IN"/>
        </w:rPr>
        <w:t>আলী (আ.)</w:t>
      </w:r>
      <w:r w:rsidR="00B009C9">
        <w:rPr>
          <w:lang w:bidi="bn-IN"/>
        </w:rPr>
        <w:t xml:space="preserve"> </w:t>
      </w:r>
      <w:r w:rsidRPr="007710BF">
        <w:rPr>
          <w:cs/>
          <w:lang w:bidi="bn-IN"/>
        </w:rPr>
        <w:t xml:space="preserve">অন্য দশজনের মতো নন। তাই </w:t>
      </w:r>
      <w:r w:rsidR="000459F1">
        <w:rPr>
          <w:cs/>
          <w:lang w:bidi="bn-IN"/>
        </w:rPr>
        <w:t>তাকে</w:t>
      </w:r>
      <w:r w:rsidRPr="007710BF">
        <w:rPr>
          <w:cs/>
          <w:lang w:bidi="bn-IN"/>
        </w:rPr>
        <w:t xml:space="preserve"> উদ্দেশ্য করে বললেন</w:t>
      </w:r>
      <w:r w:rsidR="00895143">
        <w:t>,</w:t>
      </w:r>
      <w:r w:rsidRPr="001933EC">
        <w:rPr>
          <w:rStyle w:val="libAlaemChar"/>
        </w:rPr>
        <w:t>“</w:t>
      </w:r>
      <w:r w:rsidRPr="007710BF">
        <w:rPr>
          <w:cs/>
          <w:lang w:bidi="bn-IN"/>
        </w:rPr>
        <w:t>আমীরুল মুমিনীন</w:t>
      </w:r>
      <w:r w:rsidR="00895143">
        <w:t>,</w:t>
      </w:r>
      <w:r w:rsidRPr="007710BF">
        <w:rPr>
          <w:cs/>
          <w:lang w:bidi="bn-IN"/>
        </w:rPr>
        <w:t>যদি কোন অসিয়ত</w:t>
      </w:r>
      <w:r w:rsidR="00B009C9">
        <w:rPr>
          <w:lang w:bidi="bn-IN"/>
        </w:rPr>
        <w:t xml:space="preserve"> </w:t>
      </w:r>
      <w:r w:rsidRPr="007710BF">
        <w:rPr>
          <w:cs/>
          <w:lang w:bidi="bn-IN"/>
        </w:rPr>
        <w:t>থেকে থাকে তাহলে তা ঘোষণা করুন।</w:t>
      </w:r>
      <w:r w:rsidRPr="001933EC">
        <w:rPr>
          <w:rStyle w:val="libAlaemChar"/>
        </w:rPr>
        <w:t>”</w:t>
      </w:r>
    </w:p>
    <w:p w:rsidR="00B009C9" w:rsidRDefault="007710BF" w:rsidP="00933480">
      <w:pPr>
        <w:pStyle w:val="libNormal"/>
        <w:rPr>
          <w:rStyle w:val="libAlaemChar"/>
        </w:rPr>
      </w:pPr>
      <w:r w:rsidRPr="007710BF">
        <w:rPr>
          <w:cs/>
          <w:lang w:bidi="bn-IN"/>
        </w:rPr>
        <w:t>হযরত উম্মে কুলসুম (আলীর কন্যা) এ কথা শুনে ইবনে মুলজিমকে উদ্দেশ্য করে বললেন</w:t>
      </w:r>
      <w:r w:rsidR="00895143">
        <w:t>,</w:t>
      </w:r>
      <w:r w:rsidRPr="001933EC">
        <w:rPr>
          <w:rStyle w:val="libAlaemChar"/>
        </w:rPr>
        <w:t>“</w:t>
      </w:r>
      <w:r w:rsidRPr="007710BF">
        <w:rPr>
          <w:cs/>
          <w:lang w:bidi="bn-IN"/>
        </w:rPr>
        <w:t>আমার পিতা তোর কি ক্ষতি করেছিল যে</w:t>
      </w:r>
      <w:r w:rsidR="00895143">
        <w:t>,</w:t>
      </w:r>
      <w:r w:rsidR="00FE6D44">
        <w:rPr>
          <w:cs/>
          <w:lang w:bidi="bn-IN"/>
        </w:rPr>
        <w:t>তার</w:t>
      </w:r>
      <w:r w:rsidRPr="007710BF">
        <w:rPr>
          <w:cs/>
          <w:lang w:bidi="bn-IN"/>
        </w:rPr>
        <w:t xml:space="preserve"> প্রতি এ আচরণ করেছিস</w:t>
      </w:r>
      <w:r w:rsidRPr="007710BF">
        <w:t xml:space="preserve">? </w:t>
      </w:r>
      <w:r w:rsidRPr="007710BF">
        <w:rPr>
          <w:cs/>
          <w:lang w:bidi="bn-IN"/>
        </w:rPr>
        <w:t>আ</w:t>
      </w:r>
      <w:r w:rsidR="006B46F0">
        <w:rPr>
          <w:cs/>
          <w:lang w:bidi="bn-IN"/>
        </w:rPr>
        <w:t>ল্লা</w:t>
      </w:r>
      <w:r w:rsidRPr="007710BF">
        <w:rPr>
          <w:rFonts w:hint="cs"/>
          <w:cs/>
          <w:lang w:bidi="bn-IN"/>
        </w:rPr>
        <w:t>হ্ চ</w:t>
      </w:r>
      <w:r w:rsidRPr="007710BF">
        <w:rPr>
          <w:cs/>
          <w:lang w:bidi="bn-IN"/>
        </w:rPr>
        <w:t>াইলে আমার</w:t>
      </w:r>
      <w:r w:rsidR="00B009C9">
        <w:rPr>
          <w:lang w:bidi="bn-IN"/>
        </w:rPr>
        <w:t xml:space="preserve"> </w:t>
      </w:r>
      <w:r w:rsidRPr="007710BF">
        <w:rPr>
          <w:cs/>
          <w:lang w:bidi="bn-IN"/>
        </w:rPr>
        <w:t>পিতা যদি সুস্থ হয়ে উঠেন</w:t>
      </w:r>
      <w:r w:rsidR="00895143">
        <w:t>,</w:t>
      </w:r>
      <w:r w:rsidRPr="007710BF">
        <w:rPr>
          <w:cs/>
          <w:lang w:bidi="bn-IN"/>
        </w:rPr>
        <w:t>তোর চেহারা কলঙ্কিত করে দেবেন।</w:t>
      </w:r>
      <w:r w:rsidRPr="001933EC">
        <w:rPr>
          <w:rStyle w:val="libAlaemChar"/>
        </w:rPr>
        <w:t>”</w:t>
      </w:r>
      <w:r w:rsidRPr="007710BF">
        <w:t xml:space="preserve"> </w:t>
      </w:r>
      <w:r w:rsidRPr="007710BF">
        <w:rPr>
          <w:cs/>
          <w:lang w:bidi="bn-IN"/>
        </w:rPr>
        <w:t>যখন উম্মে কুলসুম এ কথা বললেন</w:t>
      </w:r>
      <w:r w:rsidR="00B009C9">
        <w:rPr>
          <w:lang w:bidi="bn-IN"/>
        </w:rPr>
        <w:t xml:space="preserve"> </w:t>
      </w:r>
      <w:r w:rsidRPr="007710BF">
        <w:rPr>
          <w:cs/>
          <w:lang w:bidi="bn-IN"/>
        </w:rPr>
        <w:t>তখন ইবনে মুলজিম (</w:t>
      </w:r>
      <w:r w:rsidR="00D009A1">
        <w:rPr>
          <w:cs/>
          <w:lang w:bidi="bn-IN"/>
        </w:rPr>
        <w:t>আল্লাহর</w:t>
      </w:r>
      <w:r w:rsidRPr="007710BF">
        <w:rPr>
          <w:rFonts w:hint="cs"/>
          <w:cs/>
          <w:lang w:bidi="bn-IN"/>
        </w:rPr>
        <w:t xml:space="preserve"> রহমত থেকে তাকে বঞ্চিত করুন) জবাব দিল</w:t>
      </w:r>
      <w:r w:rsidR="00895143">
        <w:t>,</w:t>
      </w:r>
      <w:r w:rsidRPr="001933EC">
        <w:rPr>
          <w:rStyle w:val="libAlaemChar"/>
        </w:rPr>
        <w:t>“</w:t>
      </w:r>
      <w:r w:rsidRPr="007710BF">
        <w:rPr>
          <w:cs/>
          <w:lang w:bidi="bn-IN"/>
        </w:rPr>
        <w:t>আমি তরবারীটা এক</w:t>
      </w:r>
      <w:r w:rsidR="00B009C9">
        <w:rPr>
          <w:lang w:bidi="bn-IN"/>
        </w:rPr>
        <w:t xml:space="preserve"> </w:t>
      </w:r>
      <w:r w:rsidRPr="007710BF">
        <w:rPr>
          <w:cs/>
          <w:lang w:bidi="bn-IN"/>
        </w:rPr>
        <w:t>হাজার দিরহাম দিয়ে কিনেছি</w:t>
      </w:r>
      <w:r w:rsidR="00895143">
        <w:t>,</w:t>
      </w:r>
      <w:r w:rsidRPr="007710BF">
        <w:rPr>
          <w:cs/>
          <w:lang w:bidi="bn-IN"/>
        </w:rPr>
        <w:t>আর এক হাজার দিরহামের বিষ ওটাতে মাখিয়েছি। যে পরিমাণ বিষ</w:t>
      </w:r>
      <w:r w:rsidR="00B009C9">
        <w:rPr>
          <w:lang w:bidi="bn-IN"/>
        </w:rPr>
        <w:t xml:space="preserve"> </w:t>
      </w:r>
      <w:r w:rsidRPr="007710BF">
        <w:rPr>
          <w:cs/>
          <w:lang w:bidi="bn-IN"/>
        </w:rPr>
        <w:t xml:space="preserve">ওটাতে মাখিয়েছি যদি কুফার সকল মানুষের মাথায় আঘাত করি তাহলে তারা </w:t>
      </w:r>
      <w:r w:rsidR="009E7BEE">
        <w:rPr>
          <w:cs/>
          <w:lang w:bidi="bn-IN"/>
        </w:rPr>
        <w:t>মৃত্যু</w:t>
      </w:r>
      <w:r w:rsidR="00B009C9">
        <w:rPr>
          <w:cs/>
          <w:lang w:bidi="bn-IN"/>
        </w:rPr>
        <w:t>বরণ করবে। তাই</w:t>
      </w:r>
      <w:r w:rsidR="00B009C9">
        <w:rPr>
          <w:lang w:bidi="bn-IN"/>
        </w:rPr>
        <w:t xml:space="preserve"> </w:t>
      </w:r>
      <w:r w:rsidR="00B009C9">
        <w:rPr>
          <w:cs/>
          <w:lang w:bidi="bn-IN"/>
        </w:rPr>
        <w:t>তোর বাবার বেঁচে</w:t>
      </w:r>
      <w:r w:rsidRPr="007710BF">
        <w:rPr>
          <w:cs/>
          <w:lang w:bidi="bn-IN"/>
        </w:rPr>
        <w:t xml:space="preserve"> থাকার কোন সম্ভাবনা নেই তা জেনে রাখ।</w:t>
      </w:r>
      <w:r w:rsidRPr="001933EC">
        <w:rPr>
          <w:rStyle w:val="libAlaemChar"/>
        </w:rPr>
        <w:t>”</w:t>
      </w:r>
    </w:p>
    <w:p w:rsidR="00B009C9" w:rsidRDefault="007710BF" w:rsidP="00933480">
      <w:pPr>
        <w:pStyle w:val="libNormal"/>
      </w:pPr>
      <w:r w:rsidRPr="007710BF">
        <w:rPr>
          <w:cs/>
          <w:lang w:bidi="bn-IN"/>
        </w:rPr>
        <w:t xml:space="preserve">আলী (আ.)-এর অলৌকিকত্ব এখানেই প্রকাশিত হয়। তিনি </w:t>
      </w:r>
      <w:r w:rsidR="00FE6D44">
        <w:rPr>
          <w:cs/>
          <w:lang w:bidi="bn-IN"/>
        </w:rPr>
        <w:t>তার</w:t>
      </w:r>
      <w:r w:rsidRPr="007710BF">
        <w:rPr>
          <w:cs/>
          <w:lang w:bidi="bn-IN"/>
        </w:rPr>
        <w:t xml:space="preserve"> অসিয়তে বলেন</w:t>
      </w:r>
      <w:r w:rsidR="00895143">
        <w:t>,</w:t>
      </w:r>
      <w:r w:rsidRPr="007710BF">
        <w:rPr>
          <w:cs/>
          <w:lang w:bidi="bn-IN"/>
        </w:rPr>
        <w:t>বন্দির প্রতি</w:t>
      </w:r>
      <w:r w:rsidR="00B009C9">
        <w:rPr>
          <w:lang w:bidi="bn-IN"/>
        </w:rPr>
        <w:t xml:space="preserve"> </w:t>
      </w:r>
      <w:r w:rsidRPr="007710BF">
        <w:rPr>
          <w:cs/>
          <w:lang w:bidi="bn-IN"/>
        </w:rPr>
        <w:t>সঠিক আচরণ কর।</w:t>
      </w:r>
      <w:r w:rsidR="00895143">
        <w:t>,</w:t>
      </w:r>
      <w:r w:rsidRPr="007710BF">
        <w:t xml:space="preserve"> </w:t>
      </w:r>
    </w:p>
    <w:p w:rsidR="00B009C9" w:rsidRDefault="00B009C9" w:rsidP="00B009C9">
      <w:pPr>
        <w:pStyle w:val="libAr"/>
        <w:rPr>
          <w:rtl/>
          <w:lang w:bidi="fa-IR"/>
        </w:rPr>
      </w:pPr>
      <w:r>
        <w:rPr>
          <w:rFonts w:hint="cs"/>
          <w:rtl/>
          <w:lang w:bidi="fa-IR"/>
        </w:rPr>
        <w:t>یا بنی عبد المطلب لا الفینّکم تخوضون دماء المسلمین خوصا، تقولون قتل امیر المؤمنین ألا لا تقتلنّ بن الا قاتلی</w:t>
      </w:r>
    </w:p>
    <w:p w:rsidR="006513D5" w:rsidRPr="00B009C9" w:rsidRDefault="006513D5" w:rsidP="006513D5">
      <w:pPr>
        <w:pStyle w:val="libAr"/>
        <w:rPr>
          <w:rtl/>
          <w:lang w:bidi="fa-IR"/>
        </w:rPr>
      </w:pPr>
    </w:p>
    <w:p w:rsidR="006513D5" w:rsidRDefault="007710BF" w:rsidP="00933480">
      <w:pPr>
        <w:pStyle w:val="libNormal"/>
        <w:rPr>
          <w:lang w:bidi="bn-IN"/>
        </w:rPr>
      </w:pPr>
      <w:r w:rsidRPr="001933EC">
        <w:rPr>
          <w:rStyle w:val="libAlaemChar"/>
        </w:rPr>
        <w:t>“</w:t>
      </w:r>
      <w:r w:rsidRPr="007710BF">
        <w:rPr>
          <w:cs/>
          <w:lang w:bidi="bn-IN"/>
        </w:rPr>
        <w:t>আব্দুল মুত্তালিবের সন্তানেরা তোমরা এমন যেন না কর</w:t>
      </w:r>
      <w:r w:rsidR="00895143">
        <w:t>,</w:t>
      </w:r>
      <w:r w:rsidRPr="007710BF">
        <w:rPr>
          <w:cs/>
          <w:lang w:bidi="bn-IN"/>
        </w:rPr>
        <w:t>যখন আমি পৃথিবী থেকে বিদায় নেব</w:t>
      </w:r>
      <w:r w:rsidR="006513D5">
        <w:rPr>
          <w:lang w:bidi="bn-IN"/>
        </w:rPr>
        <w:t xml:space="preserve"> </w:t>
      </w:r>
      <w:r w:rsidRPr="007710BF">
        <w:rPr>
          <w:cs/>
          <w:lang w:bidi="bn-IN"/>
        </w:rPr>
        <w:t>তখন মানুষের উপর হামলা কর এ অজুহাতে যে</w:t>
      </w:r>
      <w:r w:rsidR="00895143">
        <w:t>,</w:t>
      </w:r>
      <w:r w:rsidRPr="007710BF">
        <w:rPr>
          <w:cs/>
          <w:lang w:bidi="bn-IN"/>
        </w:rPr>
        <w:t>আমীরুল মুমিনীনকে শহীদ করা হয়েছে। অমুকের</w:t>
      </w:r>
      <w:r w:rsidR="006513D5">
        <w:rPr>
          <w:lang w:bidi="bn-IN"/>
        </w:rPr>
        <w:t xml:space="preserve"> </w:t>
      </w:r>
      <w:r w:rsidRPr="007710BF">
        <w:rPr>
          <w:cs/>
          <w:lang w:bidi="bn-IN"/>
        </w:rPr>
        <w:t>এটার পেছনে হাত ছিল</w:t>
      </w:r>
      <w:r w:rsidR="00895143">
        <w:t>,</w:t>
      </w:r>
      <w:r w:rsidRPr="007710BF">
        <w:rPr>
          <w:cs/>
          <w:lang w:bidi="bn-IN"/>
        </w:rPr>
        <w:t>অমুক এ কাজে উৎসাহিত করেছে। এ সকল কথা বলে বেড়াবে না</w:t>
      </w:r>
      <w:r w:rsidR="00895143">
        <w:t>,</w:t>
      </w:r>
      <w:r w:rsidRPr="007710BF">
        <w:rPr>
          <w:cs/>
          <w:lang w:bidi="bn-IN"/>
        </w:rPr>
        <w:t>বরং</w:t>
      </w:r>
      <w:r w:rsidR="006513D5">
        <w:rPr>
          <w:lang w:bidi="bn-IN"/>
        </w:rPr>
        <w:t xml:space="preserve"> </w:t>
      </w:r>
      <w:r w:rsidRPr="007710BF">
        <w:rPr>
          <w:cs/>
          <w:lang w:bidi="bn-IN"/>
        </w:rPr>
        <w:t>আমার হত্যাকারী এ ব্যক্তি।</w:t>
      </w:r>
      <w:r w:rsidRPr="001933EC">
        <w:rPr>
          <w:rStyle w:val="libAlaemChar"/>
        </w:rPr>
        <w:t>”</w:t>
      </w:r>
      <w:r w:rsidRPr="007710BF">
        <w:t xml:space="preserve"> </w:t>
      </w:r>
      <w:r w:rsidRPr="007710BF">
        <w:rPr>
          <w:cs/>
          <w:lang w:bidi="bn-IN"/>
        </w:rPr>
        <w:t>ইমাম হাসান (আ.)-কে বললেন</w:t>
      </w:r>
      <w:r w:rsidR="00895143">
        <w:t>,</w:t>
      </w:r>
      <w:r w:rsidRPr="001933EC">
        <w:rPr>
          <w:rStyle w:val="libAlaemChar"/>
        </w:rPr>
        <w:t>“</w:t>
      </w:r>
      <w:r w:rsidRPr="007710BF">
        <w:rPr>
          <w:cs/>
          <w:lang w:bidi="bn-IN"/>
        </w:rPr>
        <w:t>বাবা হাসান! আমার মৃত্যুর পর এ</w:t>
      </w:r>
      <w:r w:rsidR="006513D5">
        <w:rPr>
          <w:lang w:bidi="bn-IN"/>
        </w:rPr>
        <w:t xml:space="preserve"> </w:t>
      </w:r>
      <w:r w:rsidRPr="007710BF">
        <w:rPr>
          <w:cs/>
          <w:lang w:bidi="bn-IN"/>
        </w:rPr>
        <w:t>বিষয়ের সম্পূর্ণ দায়িত্ব তোমার। যদি চাও আমার হত্যাকারীকে মুক্তি দেবে তাহলে মুক্তি দিও</w:t>
      </w:r>
      <w:r w:rsidR="00895143">
        <w:t>,</w:t>
      </w:r>
      <w:r w:rsidRPr="007710BF">
        <w:rPr>
          <w:cs/>
          <w:lang w:bidi="bn-IN"/>
        </w:rPr>
        <w:t>যদি</w:t>
      </w:r>
      <w:r w:rsidR="006513D5">
        <w:rPr>
          <w:lang w:bidi="bn-IN"/>
        </w:rPr>
        <w:t xml:space="preserve"> </w:t>
      </w:r>
      <w:r w:rsidRPr="007710BF">
        <w:rPr>
          <w:cs/>
          <w:lang w:bidi="bn-IN"/>
        </w:rPr>
        <w:t>চাও কেসাস গ্রহণ করবে তাহলে লক্ষ্য রাখবে</w:t>
      </w:r>
      <w:r w:rsidR="00895143">
        <w:t>,</w:t>
      </w:r>
      <w:r w:rsidRPr="007710BF">
        <w:rPr>
          <w:cs/>
          <w:lang w:bidi="bn-IN"/>
        </w:rPr>
        <w:t>সে তোমার পিতাকে একটি আঘাত করেছে</w:t>
      </w:r>
      <w:r w:rsidR="00895143">
        <w:t>,</w:t>
      </w:r>
      <w:r w:rsidRPr="007710BF">
        <w:rPr>
          <w:cs/>
          <w:lang w:bidi="bn-IN"/>
        </w:rPr>
        <w:t>তাকেও</w:t>
      </w:r>
      <w:r w:rsidR="006513D5">
        <w:rPr>
          <w:lang w:bidi="bn-IN"/>
        </w:rPr>
        <w:t xml:space="preserve"> </w:t>
      </w:r>
      <w:r w:rsidRPr="007710BF">
        <w:rPr>
          <w:cs/>
          <w:lang w:bidi="bn-IN"/>
        </w:rPr>
        <w:t xml:space="preserve">একটি আঘাত করবে। যদি তাতে </w:t>
      </w:r>
      <w:r w:rsidR="009E7BEE">
        <w:rPr>
          <w:cs/>
          <w:lang w:bidi="bn-IN"/>
        </w:rPr>
        <w:t>মৃত্যু</w:t>
      </w:r>
      <w:r w:rsidRPr="007710BF">
        <w:rPr>
          <w:cs/>
          <w:lang w:bidi="bn-IN"/>
        </w:rPr>
        <w:t>বরণ করে তো করল</w:t>
      </w:r>
      <w:r w:rsidR="00895143">
        <w:t>,</w:t>
      </w:r>
      <w:r w:rsidRPr="007710BF">
        <w:rPr>
          <w:cs/>
          <w:lang w:bidi="bn-IN"/>
        </w:rPr>
        <w:t>নতুবা ছেড়ে দেবে।</w:t>
      </w:r>
      <w:r w:rsidRPr="001933EC">
        <w:rPr>
          <w:rStyle w:val="libAlaemChar"/>
        </w:rPr>
        <w:t>”</w:t>
      </w:r>
      <w:r w:rsidRPr="007710BF">
        <w:t xml:space="preserve"> (</w:t>
      </w:r>
      <w:r w:rsidRPr="007710BF">
        <w:rPr>
          <w:cs/>
          <w:lang w:bidi="bn-IN"/>
        </w:rPr>
        <w:t>নাহজুল বালাগাহ্</w:t>
      </w:r>
      <w:r w:rsidR="00895143">
        <w:t>,</w:t>
      </w:r>
      <w:r w:rsidRPr="007710BF">
        <w:rPr>
          <w:cs/>
          <w:lang w:bidi="bn-IN"/>
        </w:rPr>
        <w:t>পত্র নং ৪৭)</w:t>
      </w:r>
    </w:p>
    <w:p w:rsidR="006513D5" w:rsidRDefault="007710BF" w:rsidP="00933480">
      <w:pPr>
        <w:pStyle w:val="libNormal"/>
      </w:pPr>
      <w:r w:rsidRPr="007710BF">
        <w:rPr>
          <w:cs/>
          <w:lang w:bidi="bn-IN"/>
        </w:rPr>
        <w:t>তারপর আবার বন্দির চিন্তায় মগ্ন। বন্দিকে ঠিক মতো খেতে দিয়েছ তো</w:t>
      </w:r>
      <w:r w:rsidRPr="007710BF">
        <w:t xml:space="preserve">? </w:t>
      </w:r>
      <w:r w:rsidRPr="007710BF">
        <w:rPr>
          <w:cs/>
          <w:lang w:bidi="bn-IN"/>
        </w:rPr>
        <w:t>পানি দিয়েছ খেতে</w:t>
      </w:r>
      <w:r w:rsidRPr="007710BF">
        <w:t>?</w:t>
      </w:r>
      <w:r w:rsidR="006513D5">
        <w:t xml:space="preserve"> </w:t>
      </w:r>
      <w:r w:rsidRPr="007710BF">
        <w:rPr>
          <w:cs/>
          <w:lang w:bidi="bn-IN"/>
        </w:rPr>
        <w:t xml:space="preserve">ঠিক মতো দেখাশোনা কর ওর। কিছু দুধ </w:t>
      </w:r>
      <w:r w:rsidR="00FE6D44">
        <w:rPr>
          <w:cs/>
          <w:lang w:bidi="bn-IN"/>
        </w:rPr>
        <w:t>তার</w:t>
      </w:r>
      <w:r w:rsidRPr="007710BF">
        <w:rPr>
          <w:cs/>
          <w:lang w:bidi="bn-IN"/>
        </w:rPr>
        <w:t xml:space="preserve"> জন্য আনা হলে কিছুটা খেয়ে বললেন</w:t>
      </w:r>
      <w:r w:rsidR="00895143">
        <w:t>,</w:t>
      </w:r>
      <w:r w:rsidRPr="007710BF">
        <w:rPr>
          <w:cs/>
          <w:lang w:bidi="bn-IN"/>
        </w:rPr>
        <w:t>বাকীটা বন্দিকে</w:t>
      </w:r>
      <w:r w:rsidR="006513D5">
        <w:rPr>
          <w:lang w:bidi="bn-IN"/>
        </w:rPr>
        <w:t xml:space="preserve"> </w:t>
      </w:r>
      <w:r w:rsidRPr="007710BF">
        <w:rPr>
          <w:cs/>
          <w:lang w:bidi="bn-IN"/>
        </w:rPr>
        <w:t xml:space="preserve">দাও। এটাই আলী (আ.)-এর আচরণ </w:t>
      </w:r>
      <w:r w:rsidR="00FE6D44">
        <w:rPr>
          <w:cs/>
          <w:lang w:bidi="bn-IN"/>
        </w:rPr>
        <w:t>তার</w:t>
      </w:r>
      <w:r w:rsidRPr="007710BF">
        <w:rPr>
          <w:cs/>
          <w:lang w:bidi="bn-IN"/>
        </w:rPr>
        <w:t xml:space="preserve"> শত্রুর সাথে। এ জন্যই মাওলানা রুমী বলেছেন</w:t>
      </w:r>
      <w:r w:rsidR="00895143">
        <w:t>,</w:t>
      </w:r>
    </w:p>
    <w:p w:rsidR="006513D5" w:rsidRDefault="007710BF" w:rsidP="006513D5">
      <w:pPr>
        <w:pStyle w:val="libCenter"/>
        <w:rPr>
          <w:lang w:bidi="bn-IN"/>
        </w:rPr>
      </w:pPr>
      <w:r w:rsidRPr="001933EC">
        <w:rPr>
          <w:rStyle w:val="libAlaemChar"/>
        </w:rPr>
        <w:t>“</w:t>
      </w:r>
      <w:r w:rsidRPr="007710BF">
        <w:rPr>
          <w:cs/>
          <w:lang w:bidi="bn-IN"/>
        </w:rPr>
        <w:t>সাহসিকতায় তুমি শেরে খোদা জানি</w:t>
      </w:r>
      <w:r w:rsidR="006513D5">
        <w:rPr>
          <w:lang w:bidi="bn-IN"/>
        </w:rPr>
        <w:t xml:space="preserve"> </w:t>
      </w:r>
    </w:p>
    <w:p w:rsidR="006513D5" w:rsidRDefault="007710BF" w:rsidP="006513D5">
      <w:pPr>
        <w:pStyle w:val="libCenter"/>
        <w:rPr>
          <w:rStyle w:val="libAlaemChar"/>
        </w:rPr>
      </w:pPr>
      <w:r w:rsidRPr="007710BF">
        <w:rPr>
          <w:cs/>
          <w:lang w:bidi="bn-IN"/>
        </w:rPr>
        <w:t>পৌরুষত্বে কি তিনি</w:t>
      </w:r>
      <w:r w:rsidR="00895143">
        <w:t>,</w:t>
      </w:r>
      <w:r w:rsidRPr="007710BF">
        <w:rPr>
          <w:cs/>
          <w:lang w:bidi="bn-IN"/>
        </w:rPr>
        <w:t>জানেন শুধুই অন্তর্যা মী।</w:t>
      </w:r>
      <w:r w:rsidRPr="001933EC">
        <w:rPr>
          <w:rStyle w:val="libAlaemChar"/>
        </w:rPr>
        <w:t>”</w:t>
      </w:r>
    </w:p>
    <w:p w:rsidR="006513D5" w:rsidRDefault="007710BF" w:rsidP="006513D5">
      <w:pPr>
        <w:pStyle w:val="libNormal"/>
      </w:pPr>
      <w:r w:rsidRPr="007710BF">
        <w:rPr>
          <w:cs/>
          <w:lang w:bidi="bn-IN"/>
        </w:rPr>
        <w:t xml:space="preserve">এখানেই আলীর পৌরুষত্ব ও মানসিকতার সর্বোচ্চ স্তরের প্রকাশ ঘটেছে। আলী </w:t>
      </w:r>
      <w:r w:rsidR="009E7BEE">
        <w:rPr>
          <w:cs/>
          <w:lang w:bidi="bn-IN"/>
        </w:rPr>
        <w:t>মৃত্যু</w:t>
      </w:r>
      <w:r w:rsidR="006513D5">
        <w:rPr>
          <w:lang w:bidi="bn-IN"/>
        </w:rPr>
        <w:t xml:space="preserve"> </w:t>
      </w:r>
      <w:r w:rsidR="006513D5">
        <w:rPr>
          <w:cs/>
          <w:lang w:bidi="bn-IN"/>
        </w:rPr>
        <w:t>শয্যায়</w:t>
      </w:r>
      <w:r w:rsidR="006513D5">
        <w:rPr>
          <w:lang w:bidi="bn-IN"/>
        </w:rPr>
        <w:t xml:space="preserve"> </w:t>
      </w:r>
      <w:r w:rsidRPr="007710BF">
        <w:rPr>
          <w:cs/>
          <w:lang w:bidi="bn-IN"/>
        </w:rPr>
        <w:t>শায়িত</w:t>
      </w:r>
      <w:r w:rsidR="00895143">
        <w:t>,</w:t>
      </w:r>
      <w:r w:rsidRPr="007710BF">
        <w:rPr>
          <w:cs/>
          <w:lang w:bidi="bn-IN"/>
        </w:rPr>
        <w:t xml:space="preserve">প্রতি মুহূর্তে </w:t>
      </w:r>
      <w:r w:rsidR="00FE6D44">
        <w:rPr>
          <w:cs/>
          <w:lang w:bidi="bn-IN"/>
        </w:rPr>
        <w:t>তার</w:t>
      </w:r>
      <w:r w:rsidRPr="007710BF">
        <w:rPr>
          <w:cs/>
          <w:lang w:bidi="bn-IN"/>
        </w:rPr>
        <w:t xml:space="preserve"> অবস্থার অবনতি ঘটছে</w:t>
      </w:r>
      <w:r w:rsidR="00895143">
        <w:t>,</w:t>
      </w:r>
      <w:r w:rsidRPr="007710BF">
        <w:rPr>
          <w:cs/>
          <w:lang w:bidi="bn-IN"/>
        </w:rPr>
        <w:t xml:space="preserve">বিষ </w:t>
      </w:r>
      <w:r w:rsidR="00FE6D44">
        <w:rPr>
          <w:cs/>
          <w:lang w:bidi="bn-IN"/>
        </w:rPr>
        <w:t>তার</w:t>
      </w:r>
      <w:r w:rsidRPr="007710BF">
        <w:rPr>
          <w:cs/>
          <w:lang w:bidi="bn-IN"/>
        </w:rPr>
        <w:t xml:space="preserve"> পবিত্র শরীরে প্রতিক্রিয়া করছে। </w:t>
      </w:r>
      <w:r w:rsidR="00FE6D44">
        <w:rPr>
          <w:cs/>
          <w:lang w:bidi="bn-IN"/>
        </w:rPr>
        <w:t>তার</w:t>
      </w:r>
      <w:r w:rsidRPr="007710BF">
        <w:rPr>
          <w:cs/>
          <w:lang w:bidi="bn-IN"/>
        </w:rPr>
        <w:t xml:space="preserve"> সঙ্গীরা মানসিকভাবে বিপর্য</w:t>
      </w:r>
      <w:r w:rsidR="006513D5" w:rsidRPr="006513D5">
        <w:rPr>
          <w:cs/>
          <w:lang w:bidi="bn-IN"/>
        </w:rPr>
        <w:t>স্ত</w:t>
      </w:r>
      <w:r w:rsidR="00895143">
        <w:t>,</w:t>
      </w:r>
      <w:r w:rsidRPr="007710BF">
        <w:rPr>
          <w:cs/>
          <w:lang w:bidi="bn-IN"/>
        </w:rPr>
        <w:t>সবাই ক্রন্দনরত</w:t>
      </w:r>
      <w:r w:rsidR="00895143">
        <w:t>,</w:t>
      </w:r>
      <w:r w:rsidRPr="007710BF">
        <w:rPr>
          <w:cs/>
          <w:lang w:bidi="bn-IN"/>
        </w:rPr>
        <w:t>চারিদিকে ক্রন্দনের শব্দ</w:t>
      </w:r>
      <w:r w:rsidR="00895143">
        <w:t>,</w:t>
      </w:r>
      <w:r w:rsidRPr="007710BF">
        <w:rPr>
          <w:cs/>
          <w:lang w:bidi="bn-IN"/>
        </w:rPr>
        <w:t>কিন্তু আলী (আ.)-এর মুখ</w:t>
      </w:r>
      <w:r w:rsidR="006513D5">
        <w:rPr>
          <w:rStyle w:val="libAlaemChar"/>
        </w:rPr>
        <w:t xml:space="preserve"> </w:t>
      </w:r>
      <w:r w:rsidRPr="007710BF">
        <w:rPr>
          <w:cs/>
          <w:lang w:bidi="bn-IN"/>
        </w:rPr>
        <w:t>হাস্যোজ্জ্বল। তিনি বলছেন</w:t>
      </w:r>
      <w:r w:rsidR="00895143">
        <w:t>,</w:t>
      </w:r>
    </w:p>
    <w:p w:rsidR="006513D5" w:rsidRDefault="006513D5" w:rsidP="006513D5">
      <w:pPr>
        <w:pStyle w:val="libAr"/>
        <w:rPr>
          <w:lang w:bidi="fa-IR"/>
        </w:rPr>
      </w:pPr>
      <w:r>
        <w:rPr>
          <w:rtl/>
          <w:lang w:bidi="fa-IR"/>
        </w:rPr>
        <w:t xml:space="preserve">وَاللَّهِ ما فَجَاءَنِي مِنَ الْمَوْتِ وارِدٌ كَرِهْتُهُ، وَ لا طالِعٌ اءَنْكَرْتُهُ، وَ ما كُنْتُ إِلا كَقارِبٍ وَرَدَ، وَ </w:t>
      </w:r>
      <w:r w:rsidRPr="006513D5">
        <w:rPr>
          <w:rtl/>
        </w:rPr>
        <w:t>طالِبٍ وَجَد</w:t>
      </w:r>
      <w:r>
        <w:rPr>
          <w:rtl/>
          <w:lang w:bidi="fa-IR"/>
        </w:rPr>
        <w:t>َ</w:t>
      </w:r>
    </w:p>
    <w:p w:rsidR="006513D5" w:rsidRDefault="006513D5" w:rsidP="006513D5">
      <w:pPr>
        <w:pStyle w:val="libAr"/>
      </w:pPr>
    </w:p>
    <w:p w:rsidR="00DD03B2" w:rsidRDefault="007710BF" w:rsidP="006513D5">
      <w:pPr>
        <w:pStyle w:val="libNormal"/>
      </w:pPr>
      <w:r w:rsidRPr="001933EC">
        <w:rPr>
          <w:rStyle w:val="libAlaemChar"/>
        </w:rPr>
        <w:t>“</w:t>
      </w:r>
      <w:r w:rsidR="00D009A1">
        <w:rPr>
          <w:cs/>
          <w:lang w:bidi="bn-IN"/>
        </w:rPr>
        <w:t>আল্লাহর</w:t>
      </w:r>
      <w:r w:rsidRPr="007710BF">
        <w:rPr>
          <w:rFonts w:hint="cs"/>
          <w:cs/>
          <w:lang w:bidi="bn-IN"/>
        </w:rPr>
        <w:t xml:space="preserve"> শপথ! যা আমার নিকট এসেছে (</w:t>
      </w:r>
      <w:r w:rsidR="009E7BEE">
        <w:rPr>
          <w:rFonts w:hint="cs"/>
          <w:cs/>
          <w:lang w:bidi="bn-IN"/>
        </w:rPr>
        <w:t>মৃত্যু</w:t>
      </w:r>
      <w:r w:rsidRPr="007710BF">
        <w:rPr>
          <w:rFonts w:hint="cs"/>
          <w:cs/>
          <w:lang w:bidi="bn-IN"/>
        </w:rPr>
        <w:t>) এমন কিছু নয় যে</w:t>
      </w:r>
      <w:r w:rsidR="00895143">
        <w:t>,</w:t>
      </w:r>
      <w:r w:rsidR="006513D5">
        <w:rPr>
          <w:cs/>
          <w:lang w:bidi="bn-IN"/>
        </w:rPr>
        <w:t>আমি তা অপছন্দ করি।</w:t>
      </w:r>
      <w:r w:rsidR="006513D5">
        <w:rPr>
          <w:lang w:bidi="bn-IN"/>
        </w:rPr>
        <w:t xml:space="preserve"> </w:t>
      </w:r>
      <w:r w:rsidR="00D009A1">
        <w:rPr>
          <w:cs/>
          <w:lang w:bidi="bn-IN"/>
        </w:rPr>
        <w:t>আল্লাহর</w:t>
      </w:r>
      <w:r w:rsidRPr="007710BF">
        <w:rPr>
          <w:rFonts w:hint="cs"/>
          <w:cs/>
          <w:lang w:bidi="bn-IN"/>
        </w:rPr>
        <w:t xml:space="preserve"> পথে শাহাদাত সব সময়ই আমার নিকট সর্বাধিক ঈর্ষান্বিত বস্তু ছিল</w:t>
      </w:r>
      <w:r w:rsidR="00895143">
        <w:t>,</w:t>
      </w:r>
      <w:r w:rsidRPr="007710BF">
        <w:rPr>
          <w:cs/>
          <w:lang w:bidi="bn-IN"/>
        </w:rPr>
        <w:t>আমার জন্য শাহাদাত</w:t>
      </w:r>
      <w:r w:rsidR="006513D5">
        <w:rPr>
          <w:lang w:bidi="bn-IN"/>
        </w:rPr>
        <w:t xml:space="preserve"> </w:t>
      </w:r>
      <w:r w:rsidRPr="007710BF">
        <w:rPr>
          <w:cs/>
          <w:lang w:bidi="bn-IN"/>
        </w:rPr>
        <w:t>এমন বস্তু যেন কোন ব্যক্তি যার জন্য আকা</w:t>
      </w:r>
      <w:r w:rsidR="00A947E0">
        <w:rPr>
          <w:cs/>
          <w:lang w:bidi="bn-IN"/>
        </w:rPr>
        <w:t>ঙ্ক্ষি</w:t>
      </w:r>
      <w:r w:rsidRPr="007710BF">
        <w:rPr>
          <w:cs/>
          <w:lang w:bidi="bn-IN"/>
        </w:rPr>
        <w:t>ত ছিল তা পেয়েছে। আমার জন্য এর চেয়ে উত্তম কি</w:t>
      </w:r>
      <w:r w:rsidR="006513D5">
        <w:rPr>
          <w:lang w:bidi="bn-IN"/>
        </w:rPr>
        <w:t xml:space="preserve"> </w:t>
      </w:r>
      <w:r w:rsidRPr="007710BF">
        <w:rPr>
          <w:cs/>
          <w:lang w:bidi="bn-IN"/>
        </w:rPr>
        <w:t>হতে পারে যে</w:t>
      </w:r>
      <w:r w:rsidR="00895143">
        <w:t>,</w:t>
      </w:r>
      <w:r w:rsidRPr="007710BF">
        <w:rPr>
          <w:cs/>
          <w:lang w:bidi="bn-IN"/>
        </w:rPr>
        <w:t>ইবাদতরত অবস্থায় শহীদ হব</w:t>
      </w:r>
      <w:r w:rsidRPr="007710BF">
        <w:t>?</w:t>
      </w:r>
      <w:r w:rsidRPr="001933EC">
        <w:rPr>
          <w:rStyle w:val="libAlaemChar"/>
        </w:rPr>
        <w:t>”</w:t>
      </w:r>
      <w:r w:rsidRPr="007710BF">
        <w:t xml:space="preserve"> (</w:t>
      </w:r>
      <w:r w:rsidRPr="007710BF">
        <w:rPr>
          <w:cs/>
          <w:lang w:bidi="bn-IN"/>
        </w:rPr>
        <w:t>নাহজুল বালাগাহ্</w:t>
      </w:r>
      <w:r w:rsidR="00895143">
        <w:t>,</w:t>
      </w:r>
      <w:r w:rsidRPr="007710BF">
        <w:rPr>
          <w:cs/>
          <w:lang w:bidi="bn-IN"/>
        </w:rPr>
        <w:t>পত্র নং ২৩)</w:t>
      </w:r>
      <w:r w:rsidR="00895143">
        <w:t>,</w:t>
      </w:r>
    </w:p>
    <w:p w:rsidR="00DD03B2" w:rsidRDefault="00DD03B2" w:rsidP="00DD03B2">
      <w:pPr>
        <w:pStyle w:val="libArCenter"/>
        <w:rPr>
          <w:rtl/>
          <w:lang w:bidi="fa-IR"/>
        </w:rPr>
      </w:pPr>
      <w:r>
        <w:rPr>
          <w:rtl/>
          <w:lang w:bidi="ar-SA"/>
        </w:rPr>
        <w:t xml:space="preserve">وَ ما كُنْتُ إِلا كَقارِبٍ وَرَدَ، وَ </w:t>
      </w:r>
      <w:r w:rsidRPr="006513D5">
        <w:rPr>
          <w:rtl/>
          <w:lang w:bidi="ar-SA"/>
        </w:rPr>
        <w:t>طالِبٍ وَجَد</w:t>
      </w:r>
      <w:r>
        <w:rPr>
          <w:rtl/>
          <w:lang w:bidi="ar-SA"/>
        </w:rPr>
        <w:t>َ</w:t>
      </w:r>
    </w:p>
    <w:p w:rsidR="00DD03B2" w:rsidRPr="00A377A9" w:rsidRDefault="00DD03B2" w:rsidP="00DD03B2">
      <w:pPr>
        <w:pStyle w:val="libArCenter"/>
        <w:rPr>
          <w:rtl/>
          <w:cs/>
        </w:rPr>
      </w:pPr>
    </w:p>
    <w:p w:rsidR="00DD03B2" w:rsidRDefault="007710BF" w:rsidP="006513D5">
      <w:pPr>
        <w:pStyle w:val="libNormal"/>
        <w:rPr>
          <w:rStyle w:val="libAlaemChar"/>
        </w:rPr>
      </w:pPr>
      <w:r w:rsidRPr="007710BF">
        <w:rPr>
          <w:cs/>
          <w:lang w:bidi="bn-IN"/>
        </w:rPr>
        <w:t>অতঃপর এমন এক উদাহরণ এনেছেন যে উদাহরণের সঙ্গে আরবরা খুবই পরিচিত। আরবরা</w:t>
      </w:r>
      <w:r w:rsidR="00DD03B2">
        <w:rPr>
          <w:lang w:bidi="bn-IN"/>
        </w:rPr>
        <w:t xml:space="preserve"> </w:t>
      </w:r>
      <w:r w:rsidRPr="007710BF">
        <w:rPr>
          <w:cs/>
          <w:lang w:bidi="bn-IN"/>
        </w:rPr>
        <w:t>বেদুইনদের মতো যাযাবর জীবন যাপন করত। যতদিন কোন স্থানে পানি ও তাদের মেষ</w:t>
      </w:r>
      <w:r w:rsidR="00895143">
        <w:t>,</w:t>
      </w:r>
      <w:r w:rsidRPr="007710BF">
        <w:rPr>
          <w:cs/>
          <w:lang w:bidi="bn-IN"/>
        </w:rPr>
        <w:t>উট</w:t>
      </w:r>
      <w:r w:rsidR="00DD03B2">
        <w:rPr>
          <w:lang w:bidi="bn-IN"/>
        </w:rPr>
        <w:t xml:space="preserve"> </w:t>
      </w:r>
      <w:r w:rsidRPr="007710BF">
        <w:rPr>
          <w:cs/>
          <w:lang w:bidi="bn-IN"/>
        </w:rPr>
        <w:t>ইত্যাদির জন্য ঘাস ও লতা জাতীয় উদ্ভিদ পেত ততদিন সেখানে থাকত</w:t>
      </w:r>
      <w:r w:rsidRPr="007710BF">
        <w:t xml:space="preserve">; </w:t>
      </w:r>
      <w:r w:rsidRPr="007710BF">
        <w:rPr>
          <w:cs/>
          <w:lang w:bidi="bn-IN"/>
        </w:rPr>
        <w:t>তারপর অন্য স্থানে পানি ও</w:t>
      </w:r>
      <w:r w:rsidR="00DD03B2">
        <w:rPr>
          <w:lang w:bidi="bn-IN"/>
        </w:rPr>
        <w:t xml:space="preserve"> </w:t>
      </w:r>
      <w:r w:rsidRPr="007710BF">
        <w:rPr>
          <w:cs/>
          <w:lang w:bidi="bn-IN"/>
        </w:rPr>
        <w:t>ঘাস পেলে সেখানে চলে যেত। যেহেতু মরুভূমিতে প্রচণ্ড গরম সেহেতু রাত্রিতে পানির সন্ধানে ঘুরে</w:t>
      </w:r>
      <w:r w:rsidR="00DD03B2">
        <w:rPr>
          <w:lang w:bidi="bn-IN"/>
        </w:rPr>
        <w:t xml:space="preserve"> </w:t>
      </w:r>
      <w:r w:rsidRPr="007710BF">
        <w:rPr>
          <w:cs/>
          <w:lang w:bidi="bn-IN"/>
        </w:rPr>
        <w:t>বেড়াত।</w:t>
      </w:r>
      <w:r w:rsidR="00DD03B2" w:rsidRPr="00DD03B2">
        <w:rPr>
          <w:rStyle w:val="libArChar"/>
          <w:rFonts w:hint="cs"/>
          <w:rtl/>
        </w:rPr>
        <w:t>قارب</w:t>
      </w:r>
      <w:r w:rsidR="00DD03B2">
        <w:rPr>
          <w:lang w:bidi="bn-IN"/>
        </w:rPr>
        <w:t xml:space="preserve"> </w:t>
      </w:r>
      <w:r w:rsidRPr="007710BF">
        <w:rPr>
          <w:cs/>
          <w:lang w:bidi="bn-IN"/>
        </w:rPr>
        <w:t xml:space="preserve">পানির অনুসন্ধানকারী ব্যক্তিকে বলা হয়। আলী </w:t>
      </w:r>
      <w:r w:rsidR="00FE6D44">
        <w:rPr>
          <w:cs/>
          <w:lang w:bidi="bn-IN"/>
        </w:rPr>
        <w:t>তার</w:t>
      </w:r>
      <w:r w:rsidRPr="007710BF">
        <w:rPr>
          <w:cs/>
          <w:lang w:bidi="bn-IN"/>
        </w:rPr>
        <w:t xml:space="preserve"> সহযোগীদের উদ্দেশ্য করে</w:t>
      </w:r>
      <w:r w:rsidR="00DD03B2" w:rsidRPr="00A377A9">
        <w:rPr>
          <w:rFonts w:hint="cs"/>
          <w:rtl/>
        </w:rPr>
        <w:t xml:space="preserve"> </w:t>
      </w:r>
      <w:r w:rsidRPr="007710BF">
        <w:rPr>
          <w:cs/>
          <w:lang w:bidi="bn-IN"/>
        </w:rPr>
        <w:t>বলছেন</w:t>
      </w:r>
      <w:r w:rsidR="00895143">
        <w:t>,</w:t>
      </w:r>
      <w:r w:rsidRPr="001933EC">
        <w:rPr>
          <w:rStyle w:val="libAlaemChar"/>
        </w:rPr>
        <w:t>“</w:t>
      </w:r>
      <w:r w:rsidRPr="007710BF">
        <w:rPr>
          <w:cs/>
          <w:lang w:bidi="bn-IN"/>
        </w:rPr>
        <w:t>আমার সঙ্গীরা! গভীর রাতে পানির অনুসন্ধানকারী ব্যক্তি আকস্মিকভাবে পানির সন্ধান পেয়ে</w:t>
      </w:r>
      <w:r w:rsidR="00DD03B2">
        <w:rPr>
          <w:lang w:bidi="bn-IN"/>
        </w:rPr>
        <w:t xml:space="preserve"> </w:t>
      </w:r>
      <w:r w:rsidRPr="007710BF">
        <w:rPr>
          <w:cs/>
          <w:lang w:bidi="bn-IN"/>
        </w:rPr>
        <w:t>যেমন উ</w:t>
      </w:r>
      <w:r w:rsidR="00DD03B2">
        <w:rPr>
          <w:cs/>
          <w:lang w:bidi="bn-IN"/>
        </w:rPr>
        <w:t>ল্লা</w:t>
      </w:r>
      <w:r w:rsidRPr="007710BF">
        <w:rPr>
          <w:rFonts w:hint="cs"/>
          <w:cs/>
          <w:lang w:bidi="bn-IN"/>
        </w:rPr>
        <w:t>সিত হয় আমিও তেমন শাহাদাতের সুযোগ পেয়ে আনন্দিত। আমার উদাহরণ সেই</w:t>
      </w:r>
      <w:r w:rsidR="00DD03B2">
        <w:rPr>
          <w:lang w:bidi="bn-IN"/>
        </w:rPr>
        <w:t xml:space="preserve"> </w:t>
      </w:r>
      <w:r w:rsidRPr="007710BF">
        <w:rPr>
          <w:rFonts w:hint="cs"/>
          <w:cs/>
          <w:lang w:bidi="bn-IN"/>
        </w:rPr>
        <w:t>প্রেমিকের মত যে তার ভালবাসার বস্তুটি লাভ করেছে।</w:t>
      </w:r>
      <w:r w:rsidRPr="001933EC">
        <w:rPr>
          <w:rStyle w:val="libAlaemChar"/>
        </w:rPr>
        <w:t>”</w:t>
      </w:r>
    </w:p>
    <w:p w:rsidR="00DD03B2" w:rsidRDefault="007710BF" w:rsidP="00DD03B2">
      <w:pPr>
        <w:pStyle w:val="libCenter"/>
        <w:rPr>
          <w:lang w:bidi="bn-IN"/>
        </w:rPr>
      </w:pPr>
      <w:r w:rsidRPr="001933EC">
        <w:rPr>
          <w:rStyle w:val="libAlaemChar"/>
        </w:rPr>
        <w:t>“</w:t>
      </w:r>
      <w:r w:rsidRPr="007710BF">
        <w:rPr>
          <w:cs/>
          <w:lang w:bidi="bn-IN"/>
        </w:rPr>
        <w:t xml:space="preserve">রাত্রির শেষলগ্ন আমায় দিল দুঃখ থেকে মুক্তি </w:t>
      </w:r>
    </w:p>
    <w:p w:rsidR="00DD03B2" w:rsidRDefault="007710BF" w:rsidP="00DD03B2">
      <w:pPr>
        <w:pStyle w:val="libCenter"/>
        <w:rPr>
          <w:lang w:bidi="bn-IN"/>
        </w:rPr>
      </w:pPr>
      <w:r w:rsidRPr="007710BF">
        <w:rPr>
          <w:cs/>
          <w:lang w:bidi="bn-IN"/>
        </w:rPr>
        <w:t>অর্ধরাত্রিতে যেন পেলাম আবে হায়াতের পরিতৃপ্তি।</w:t>
      </w:r>
    </w:p>
    <w:p w:rsidR="00DD03B2" w:rsidRDefault="007710BF" w:rsidP="00DD03B2">
      <w:pPr>
        <w:pStyle w:val="libCenter"/>
        <w:rPr>
          <w:lang w:bidi="bn-IN"/>
        </w:rPr>
      </w:pPr>
      <w:r w:rsidRPr="007710BF">
        <w:rPr>
          <w:cs/>
          <w:lang w:bidi="bn-IN"/>
        </w:rPr>
        <w:t>কি পবিত্র এ রাত</w:t>
      </w:r>
      <w:r w:rsidR="00895143">
        <w:t>,</w:t>
      </w:r>
      <w:r w:rsidRPr="007710BF">
        <w:rPr>
          <w:cs/>
          <w:lang w:bidi="bn-IN"/>
        </w:rPr>
        <w:t>আনন্দে আমার মন ভরে গিয়েছিল</w:t>
      </w:r>
    </w:p>
    <w:p w:rsidR="00DD03B2" w:rsidRDefault="007710BF" w:rsidP="00DD03B2">
      <w:pPr>
        <w:pStyle w:val="libCenter"/>
        <w:rPr>
          <w:rStyle w:val="libAlaemChar"/>
        </w:rPr>
      </w:pPr>
      <w:r w:rsidRPr="007710BF">
        <w:rPr>
          <w:cs/>
          <w:lang w:bidi="bn-IN"/>
        </w:rPr>
        <w:t>শবে কদরে আমার ভাগ্যে যা লেখা হয়েছিল।</w:t>
      </w:r>
      <w:r w:rsidRPr="001933EC">
        <w:rPr>
          <w:rStyle w:val="libAlaemChar"/>
        </w:rPr>
        <w:t>”</w:t>
      </w:r>
    </w:p>
    <w:p w:rsidR="00DD03B2" w:rsidRDefault="007710BF" w:rsidP="006513D5">
      <w:pPr>
        <w:pStyle w:val="libNormal"/>
        <w:rPr>
          <w:lang w:bidi="bn-IN"/>
        </w:rPr>
      </w:pPr>
      <w:r w:rsidRPr="007710BF">
        <w:rPr>
          <w:cs/>
          <w:lang w:bidi="bn-IN"/>
        </w:rPr>
        <w:t>এ কবিতার প্রথম দু</w:t>
      </w:r>
      <w:r w:rsidRPr="001933EC">
        <w:rPr>
          <w:rStyle w:val="libAlaemChar"/>
        </w:rPr>
        <w:t>’</w:t>
      </w:r>
      <w:r w:rsidRPr="007710BF">
        <w:rPr>
          <w:cs/>
          <w:lang w:bidi="bn-IN"/>
        </w:rPr>
        <w:t>লাইন-</w:t>
      </w:r>
      <w:r w:rsidR="00DD03B2">
        <w:rPr>
          <w:lang w:bidi="bn-IN"/>
        </w:rPr>
        <w:t xml:space="preserve"> </w:t>
      </w:r>
      <w:r w:rsidR="00DD03B2" w:rsidRPr="00DD03B2">
        <w:rPr>
          <w:rStyle w:val="libArChar"/>
          <w:rFonts w:hint="cs"/>
          <w:rtl/>
        </w:rPr>
        <w:t>فزت و ربّ الکعبة</w:t>
      </w:r>
      <w:r w:rsidR="00DD03B2">
        <w:rPr>
          <w:lang w:bidi="bn-IN"/>
        </w:rPr>
        <w:t xml:space="preserve"> </w:t>
      </w:r>
      <w:r w:rsidRPr="007710BF">
        <w:rPr>
          <w:cs/>
          <w:lang w:bidi="bn-IN"/>
        </w:rPr>
        <w:t>এর অর্থ । আলী (আ.)-এর সবচেয়ে উষ্ণ উক্তিগুলো</w:t>
      </w:r>
      <w:r w:rsidR="00DD03B2">
        <w:rPr>
          <w:lang w:bidi="bn-IN"/>
        </w:rPr>
        <w:t xml:space="preserve"> </w:t>
      </w:r>
      <w:r w:rsidRPr="007710BF">
        <w:rPr>
          <w:cs/>
          <w:lang w:bidi="bn-IN"/>
        </w:rPr>
        <w:t xml:space="preserve">যেন </w:t>
      </w:r>
      <w:r w:rsidR="00FE6D44">
        <w:rPr>
          <w:cs/>
          <w:lang w:bidi="bn-IN"/>
        </w:rPr>
        <w:t>তার</w:t>
      </w:r>
      <w:r w:rsidRPr="007710BF">
        <w:rPr>
          <w:cs/>
          <w:lang w:bidi="bn-IN"/>
        </w:rPr>
        <w:t xml:space="preserve"> জীবনের শেষ দু</w:t>
      </w:r>
      <w:r w:rsidRPr="001933EC">
        <w:rPr>
          <w:rStyle w:val="libAlaemChar"/>
        </w:rPr>
        <w:t>’</w:t>
      </w:r>
      <w:r w:rsidRPr="007710BF">
        <w:rPr>
          <w:cs/>
          <w:lang w:bidi="bn-IN"/>
        </w:rPr>
        <w:t xml:space="preserve">দিনে উচ্চারিত হয়েছে। তিনি ১৯ রমযানের ফজরের ওয়াক্তের কিছু পরেইআঘাতপ্রাপ্ত হন এবং ২১ তারিখের রাত্রির দ্বিপ্রহরে স্রষ্টার নিকট </w:t>
      </w:r>
      <w:r w:rsidR="00FE6D44">
        <w:rPr>
          <w:cs/>
          <w:lang w:bidi="bn-IN"/>
        </w:rPr>
        <w:t>তার</w:t>
      </w:r>
      <w:r w:rsidRPr="007710BF">
        <w:rPr>
          <w:cs/>
          <w:lang w:bidi="bn-IN"/>
        </w:rPr>
        <w:t xml:space="preserve"> পবিত্র আত্মার প্রত্যাবর্তন ঘটে।</w:t>
      </w:r>
    </w:p>
    <w:p w:rsidR="00DD03B2" w:rsidRDefault="007710BF" w:rsidP="006513D5">
      <w:pPr>
        <w:pStyle w:val="libNormal"/>
        <w:rPr>
          <w:lang w:bidi="bn-IN"/>
        </w:rPr>
      </w:pPr>
      <w:r w:rsidRPr="007710BF">
        <w:rPr>
          <w:cs/>
          <w:lang w:bidi="bn-IN"/>
        </w:rPr>
        <w:t xml:space="preserve">শেষ মুহর্তগুলোতে সবাই </w:t>
      </w:r>
      <w:r w:rsidR="00FE6D44">
        <w:rPr>
          <w:cs/>
          <w:lang w:bidi="bn-IN"/>
        </w:rPr>
        <w:t>তার</w:t>
      </w:r>
      <w:r w:rsidRPr="007710BF">
        <w:rPr>
          <w:cs/>
          <w:lang w:bidi="bn-IN"/>
        </w:rPr>
        <w:t xml:space="preserve"> চারপাশে সমবেত হয়েছে। বিষের প্রতিক্রিয়ায় তিনি বারবার বেহুশূ</w:t>
      </w:r>
      <w:r w:rsidR="00DD03B2">
        <w:rPr>
          <w:lang w:bidi="bn-IN"/>
        </w:rPr>
        <w:t xml:space="preserve"> </w:t>
      </w:r>
      <w:r w:rsidRPr="007710BF">
        <w:rPr>
          <w:cs/>
          <w:lang w:bidi="bn-IN"/>
        </w:rPr>
        <w:t xml:space="preserve">হয়ে পড়ছেন। কিন্তু যখনই জ্ঞান ফিরে পাচ্ছেন তখনই </w:t>
      </w:r>
      <w:r w:rsidR="00FE6D44">
        <w:rPr>
          <w:cs/>
          <w:lang w:bidi="bn-IN"/>
        </w:rPr>
        <w:t>তার</w:t>
      </w:r>
      <w:r w:rsidRPr="007710BF">
        <w:rPr>
          <w:cs/>
          <w:lang w:bidi="bn-IN"/>
        </w:rPr>
        <w:t xml:space="preserve"> কণ্ঠে হেকমতপূর্ণ উপদেশ ও নসিহত</w:t>
      </w:r>
      <w:r w:rsidR="00DD03B2">
        <w:rPr>
          <w:lang w:bidi="bn-IN"/>
        </w:rPr>
        <w:t xml:space="preserve"> </w:t>
      </w:r>
      <w:r w:rsidRPr="007710BF">
        <w:rPr>
          <w:cs/>
          <w:lang w:bidi="bn-IN"/>
        </w:rPr>
        <w:t xml:space="preserve">উচ্চারিত হচ্ছে। </w:t>
      </w:r>
      <w:r w:rsidR="00FE6D44">
        <w:rPr>
          <w:cs/>
          <w:lang w:bidi="bn-IN"/>
        </w:rPr>
        <w:t>তার</w:t>
      </w:r>
      <w:r w:rsidRPr="007710BF">
        <w:rPr>
          <w:cs/>
          <w:lang w:bidi="bn-IN"/>
        </w:rPr>
        <w:t xml:space="preserve"> শেষ উপদেশ যা অত্যন্ত উষ্ণতাপূর্ণ ও গুরুত্ববহুল তা তিনি বিশটি বাক্যে বর্ণনা</w:t>
      </w:r>
      <w:r w:rsidR="00DD03B2">
        <w:rPr>
          <w:lang w:bidi="bn-IN"/>
        </w:rPr>
        <w:t xml:space="preserve"> </w:t>
      </w:r>
      <w:r w:rsidRPr="007710BF">
        <w:rPr>
          <w:cs/>
          <w:lang w:bidi="bn-IN"/>
        </w:rPr>
        <w:t>করেছেন। প্রথমে ইমাম হাসান (আ.)</w:t>
      </w:r>
      <w:r w:rsidR="00895143">
        <w:t>,</w:t>
      </w:r>
      <w:r w:rsidRPr="007710BF">
        <w:rPr>
          <w:cs/>
          <w:lang w:bidi="bn-IN"/>
        </w:rPr>
        <w:t>এরপর ইমাম হুসাইন (আ.)</w:t>
      </w:r>
      <w:r w:rsidR="00895143">
        <w:t>,</w:t>
      </w:r>
      <w:r w:rsidRPr="007710BF">
        <w:rPr>
          <w:cs/>
          <w:lang w:bidi="bn-IN"/>
        </w:rPr>
        <w:t>তারপর পরিবারের অন্যান্য</w:t>
      </w:r>
      <w:r w:rsidR="00DD03B2">
        <w:rPr>
          <w:lang w:bidi="bn-IN"/>
        </w:rPr>
        <w:t xml:space="preserve"> </w:t>
      </w:r>
      <w:r w:rsidRPr="007710BF">
        <w:rPr>
          <w:cs/>
          <w:lang w:bidi="bn-IN"/>
        </w:rPr>
        <w:t>সদস্যদের লক্ষ্য করে বলেছেন। ইমাম হাসান</w:t>
      </w:r>
      <w:r w:rsidR="00895143">
        <w:t>,</w:t>
      </w:r>
      <w:r w:rsidRPr="007710BF">
        <w:rPr>
          <w:cs/>
          <w:lang w:bidi="bn-IN"/>
        </w:rPr>
        <w:t>ইমাম হুসাইন (আ.)</w:t>
      </w:r>
      <w:r w:rsidR="00895143">
        <w:t>,</w:t>
      </w:r>
      <w:r w:rsidRPr="007710BF">
        <w:rPr>
          <w:cs/>
          <w:lang w:bidi="bn-IN"/>
        </w:rPr>
        <w:t>আলী (আ.)-এর অন্যান্য সন্তানসহ আমরা সকলেই</w:t>
      </w:r>
      <w:r w:rsidR="00895143">
        <w:t>,</w:t>
      </w:r>
      <w:r w:rsidRPr="007710BF">
        <w:rPr>
          <w:cs/>
          <w:lang w:bidi="bn-IN"/>
        </w:rPr>
        <w:t>এমনকি কিয়ামত পর্যন্ত যারা আসবে আলী তাদের উদ্দেশ্যে এ বক্তব্য</w:t>
      </w:r>
      <w:r w:rsidR="00DD03B2">
        <w:rPr>
          <w:lang w:bidi="bn-IN"/>
        </w:rPr>
        <w:t xml:space="preserve"> </w:t>
      </w:r>
      <w:r w:rsidRPr="007710BF">
        <w:rPr>
          <w:cs/>
          <w:lang w:bidi="bn-IN"/>
        </w:rPr>
        <w:t xml:space="preserve">দিয়েছেন। এ বাক্যগুলোতে ইসলামকে যেন </w:t>
      </w:r>
      <w:r w:rsidR="009E6EF8">
        <w:rPr>
          <w:cs/>
          <w:lang w:bidi="bn-IN"/>
        </w:rPr>
        <w:t>পূর্ণ</w:t>
      </w:r>
      <w:r w:rsidRPr="007710BF">
        <w:rPr>
          <w:cs/>
          <w:lang w:bidi="bn-IN"/>
        </w:rPr>
        <w:t>ভাবে বর্ণনা করেছেন</w:t>
      </w:r>
      <w:r w:rsidR="003936CB">
        <w:t>-</w:t>
      </w:r>
      <w:r w:rsidRPr="007710BF">
        <w:t xml:space="preserve"> </w:t>
      </w:r>
      <w:r w:rsidRPr="007710BF">
        <w:rPr>
          <w:cs/>
          <w:lang w:bidi="bn-IN"/>
        </w:rPr>
        <w:t>সামগ্রিকভাবে উপস্থাপ</w:t>
      </w:r>
      <w:r w:rsidR="00C96FA9">
        <w:rPr>
          <w:cs/>
          <w:lang w:bidi="bn-IN"/>
        </w:rPr>
        <w:t>ন</w:t>
      </w:r>
      <w:r w:rsidRPr="007710BF">
        <w:rPr>
          <w:cs/>
          <w:lang w:bidi="bn-IN"/>
        </w:rPr>
        <w:t>করেছেন।</w:t>
      </w:r>
    </w:p>
    <w:p w:rsidR="004533FB" w:rsidRDefault="004533FB" w:rsidP="004533FB">
      <w:pPr>
        <w:pStyle w:val="libAr"/>
        <w:rPr>
          <w:rtl/>
        </w:rPr>
      </w:pPr>
      <w:r w:rsidRPr="004533FB">
        <w:rPr>
          <w:rtl/>
        </w:rPr>
        <w:t>اَللَّهَ اللَّهَ فِي الأَيْتَام</w:t>
      </w:r>
      <w:r>
        <w:rPr>
          <w:rtl/>
          <w:lang w:bidi="fa-IR"/>
        </w:rPr>
        <w:t>ِ</w:t>
      </w:r>
      <w:r>
        <w:rPr>
          <w:lang w:bidi="fa-IR"/>
        </w:rPr>
        <w:t xml:space="preserve"> </w:t>
      </w:r>
      <w:r>
        <w:rPr>
          <w:rFonts w:hint="cs"/>
          <w:rtl/>
          <w:lang w:bidi="fa-IR"/>
        </w:rPr>
        <w:t xml:space="preserve">، </w:t>
      </w:r>
      <w:r>
        <w:rPr>
          <w:rtl/>
          <w:lang w:bidi="fa-IR"/>
        </w:rPr>
        <w:t>وَ اللَّهَ اللَّهَ فِي الْقُرْآنِ</w:t>
      </w:r>
      <w:r>
        <w:rPr>
          <w:rFonts w:hint="cs"/>
          <w:rtl/>
          <w:lang w:bidi="fa-IR"/>
        </w:rPr>
        <w:t xml:space="preserve">، </w:t>
      </w:r>
      <w:r>
        <w:rPr>
          <w:rtl/>
          <w:lang w:bidi="fa-IR"/>
        </w:rPr>
        <w:t>وَ اللَّهَ اللَّهَ في جيرَانِكُمْ</w:t>
      </w:r>
      <w:r>
        <w:rPr>
          <w:rFonts w:hint="cs"/>
          <w:rtl/>
          <w:lang w:bidi="fa-IR"/>
        </w:rPr>
        <w:t>،</w:t>
      </w:r>
      <w:r w:rsidRPr="00CF6070">
        <w:rPr>
          <w:rtl/>
          <w:lang w:bidi="fa-IR"/>
        </w:rPr>
        <w:t xml:space="preserve"> </w:t>
      </w:r>
      <w:r>
        <w:rPr>
          <w:rtl/>
          <w:lang w:bidi="fa-IR"/>
        </w:rPr>
        <w:t>وَ اللَّهَ اللَّهَ فِي بَيْتِ رَبِّكُمْ</w:t>
      </w:r>
      <w:r>
        <w:rPr>
          <w:rFonts w:hint="cs"/>
          <w:rtl/>
          <w:lang w:bidi="fa-IR"/>
        </w:rPr>
        <w:t xml:space="preserve">، </w:t>
      </w:r>
      <w:r>
        <w:rPr>
          <w:rtl/>
          <w:lang w:bidi="fa-IR"/>
        </w:rPr>
        <w:t>وَ اللَّهَ اللَّهَ فِي الصَّلاَةِ</w:t>
      </w:r>
      <w:r>
        <w:rPr>
          <w:rFonts w:hint="cs"/>
          <w:rtl/>
          <w:lang w:bidi="fa-IR"/>
        </w:rPr>
        <w:t xml:space="preserve">، </w:t>
      </w:r>
      <w:r>
        <w:rPr>
          <w:rtl/>
          <w:lang w:bidi="fa-IR"/>
        </w:rPr>
        <w:t>وَ اللَّهَ اللَّهَ فِي الزَّكَاةِ</w:t>
      </w:r>
    </w:p>
    <w:p w:rsidR="004533FB" w:rsidRDefault="007710BF" w:rsidP="006513D5">
      <w:pPr>
        <w:pStyle w:val="libNormal"/>
        <w:rPr>
          <w:lang w:bidi="bn-IN"/>
        </w:rPr>
      </w:pPr>
      <w:r w:rsidRPr="007710BF">
        <w:t>(</w:t>
      </w:r>
      <w:r w:rsidRPr="007710BF">
        <w:rPr>
          <w:cs/>
          <w:lang w:bidi="bn-IN"/>
        </w:rPr>
        <w:t>বিহারুল আনওয়ার</w:t>
      </w:r>
      <w:r w:rsidR="00895143">
        <w:t>,</w:t>
      </w:r>
      <w:r w:rsidRPr="007710BF">
        <w:rPr>
          <w:cs/>
          <w:lang w:bidi="bn-IN"/>
        </w:rPr>
        <w:t>৯ম খণ্ড</w:t>
      </w:r>
      <w:r w:rsidR="00895143">
        <w:t>,</w:t>
      </w:r>
      <w:r w:rsidRPr="007710BF">
        <w:rPr>
          <w:cs/>
          <w:lang w:bidi="bn-IN"/>
        </w:rPr>
        <w:t>পৃ. ৭৪৬ ও নাহজুল বালাগাহ্</w:t>
      </w:r>
      <w:r w:rsidR="00895143">
        <w:t>,</w:t>
      </w:r>
      <w:r w:rsidRPr="007710BF">
        <w:rPr>
          <w:cs/>
          <w:lang w:bidi="bn-IN"/>
        </w:rPr>
        <w:t>পত্র নং ৪৭)</w:t>
      </w:r>
    </w:p>
    <w:p w:rsidR="004533FB" w:rsidRDefault="007710BF" w:rsidP="004533FB">
      <w:pPr>
        <w:pStyle w:val="libNormal"/>
        <w:rPr>
          <w:lang w:bidi="bn-IN"/>
        </w:rPr>
      </w:pPr>
      <w:r w:rsidRPr="007710BF">
        <w:rPr>
          <w:cs/>
          <w:lang w:bidi="bn-IN"/>
        </w:rPr>
        <w:t xml:space="preserve">তিনি একে একে সব বর্ণনা করছেন। </w:t>
      </w:r>
      <w:r w:rsidRPr="001933EC">
        <w:rPr>
          <w:rStyle w:val="libAlaemChar"/>
        </w:rPr>
        <w:t>“</w:t>
      </w:r>
      <w:r w:rsidRPr="007710BF">
        <w:rPr>
          <w:cs/>
          <w:lang w:bidi="bn-IN"/>
        </w:rPr>
        <w:t>আ</w:t>
      </w:r>
      <w:r w:rsidR="006B46F0">
        <w:rPr>
          <w:cs/>
          <w:lang w:bidi="bn-IN"/>
        </w:rPr>
        <w:t>ল্লা</w:t>
      </w:r>
      <w:r w:rsidRPr="007710BF">
        <w:rPr>
          <w:rFonts w:hint="cs"/>
          <w:cs/>
          <w:lang w:bidi="bn-IN"/>
        </w:rPr>
        <w:t>হ্</w:t>
      </w:r>
      <w:r w:rsidR="00895143">
        <w:t>,</w:t>
      </w:r>
      <w:r w:rsidRPr="007710BF">
        <w:rPr>
          <w:cs/>
          <w:lang w:bidi="bn-IN"/>
        </w:rPr>
        <w:t>আ</w:t>
      </w:r>
      <w:r w:rsidR="006B46F0">
        <w:rPr>
          <w:cs/>
          <w:lang w:bidi="bn-IN"/>
        </w:rPr>
        <w:t>ল্লা</w:t>
      </w:r>
      <w:r w:rsidRPr="007710BF">
        <w:rPr>
          <w:rFonts w:hint="cs"/>
          <w:cs/>
          <w:lang w:bidi="bn-IN"/>
        </w:rPr>
        <w:t>হ্</w:t>
      </w:r>
      <w:r w:rsidR="00895143">
        <w:t>,</w:t>
      </w:r>
      <w:r w:rsidRPr="007710BF">
        <w:rPr>
          <w:cs/>
          <w:lang w:bidi="bn-IN"/>
        </w:rPr>
        <w:t>ইয়াতীমদের ব্যাপারে সতর্ক থেক</w:t>
      </w:r>
      <w:r w:rsidRPr="007710BF">
        <w:t xml:space="preserve">; </w:t>
      </w:r>
      <w:r w:rsidRPr="007710BF">
        <w:rPr>
          <w:cs/>
          <w:lang w:bidi="bn-IN"/>
        </w:rPr>
        <w:t>আ</w:t>
      </w:r>
      <w:r w:rsidR="006B46F0">
        <w:rPr>
          <w:cs/>
          <w:lang w:bidi="bn-IN"/>
        </w:rPr>
        <w:t>ল্লা</w:t>
      </w:r>
      <w:r w:rsidRPr="007710BF">
        <w:rPr>
          <w:rFonts w:hint="cs"/>
          <w:cs/>
          <w:lang w:bidi="bn-IN"/>
        </w:rPr>
        <w:t>হ্</w:t>
      </w:r>
      <w:r w:rsidR="00895143">
        <w:t>,</w:t>
      </w:r>
      <w:r w:rsidRPr="007710BF">
        <w:rPr>
          <w:cs/>
          <w:lang w:bidi="bn-IN"/>
        </w:rPr>
        <w:t>আ</w:t>
      </w:r>
      <w:r w:rsidR="006B46F0">
        <w:rPr>
          <w:cs/>
          <w:lang w:bidi="bn-IN"/>
        </w:rPr>
        <w:t>ল্লা</w:t>
      </w:r>
      <w:r w:rsidRPr="007710BF">
        <w:rPr>
          <w:rFonts w:hint="cs"/>
          <w:cs/>
          <w:lang w:bidi="bn-IN"/>
        </w:rPr>
        <w:t>হ্</w:t>
      </w:r>
      <w:r w:rsidR="00895143">
        <w:t>,</w:t>
      </w:r>
      <w:r w:rsidRPr="007710BF">
        <w:rPr>
          <w:cs/>
          <w:lang w:bidi="bn-IN"/>
        </w:rPr>
        <w:t>কোরআনকে আঁকড়ে ধর</w:t>
      </w:r>
      <w:r w:rsidRPr="007710BF">
        <w:t xml:space="preserve">; </w:t>
      </w:r>
      <w:r w:rsidRPr="007710BF">
        <w:rPr>
          <w:cs/>
          <w:lang w:bidi="bn-IN"/>
        </w:rPr>
        <w:t>আ</w:t>
      </w:r>
      <w:r w:rsidR="006B46F0">
        <w:rPr>
          <w:cs/>
          <w:lang w:bidi="bn-IN"/>
        </w:rPr>
        <w:t>ল্লা</w:t>
      </w:r>
      <w:r w:rsidRPr="007710BF">
        <w:rPr>
          <w:rFonts w:hint="cs"/>
          <w:cs/>
          <w:lang w:bidi="bn-IN"/>
        </w:rPr>
        <w:t>হ্</w:t>
      </w:r>
      <w:r w:rsidR="00895143">
        <w:t>,</w:t>
      </w:r>
      <w:r w:rsidRPr="007710BF">
        <w:rPr>
          <w:cs/>
          <w:lang w:bidi="bn-IN"/>
        </w:rPr>
        <w:t>আ</w:t>
      </w:r>
      <w:r w:rsidR="006B46F0">
        <w:rPr>
          <w:cs/>
          <w:lang w:bidi="bn-IN"/>
        </w:rPr>
        <w:t>ল্লা</w:t>
      </w:r>
      <w:r w:rsidRPr="007710BF">
        <w:rPr>
          <w:rFonts w:hint="cs"/>
          <w:cs/>
          <w:lang w:bidi="bn-IN"/>
        </w:rPr>
        <w:t>হ্</w:t>
      </w:r>
      <w:r w:rsidR="00895143">
        <w:t>,</w:t>
      </w:r>
      <w:r w:rsidRPr="007710BF">
        <w:rPr>
          <w:cs/>
          <w:lang w:bidi="bn-IN"/>
        </w:rPr>
        <w:t>প্রতিবেশীদের ব্যাপারে দায়িত্বের কথা মনে রেখ</w:t>
      </w:r>
      <w:r w:rsidRPr="007710BF">
        <w:t>;</w:t>
      </w:r>
      <w:r w:rsidRPr="007710BF">
        <w:rPr>
          <w:cs/>
          <w:lang w:bidi="bn-IN"/>
        </w:rPr>
        <w:t>নামায</w:t>
      </w:r>
      <w:r w:rsidR="00895143">
        <w:t>,</w:t>
      </w:r>
      <w:r w:rsidRPr="007710BF">
        <w:rPr>
          <w:cs/>
          <w:lang w:bidi="bn-IN"/>
        </w:rPr>
        <w:t>রোযা</w:t>
      </w:r>
      <w:r w:rsidR="00895143">
        <w:t>,</w:t>
      </w:r>
      <w:r w:rsidRPr="007710BF">
        <w:rPr>
          <w:cs/>
          <w:lang w:bidi="bn-IN"/>
        </w:rPr>
        <w:t>হজ্ব</w:t>
      </w:r>
      <w:r w:rsidR="00895143">
        <w:t>,</w:t>
      </w:r>
      <w:r w:rsidRPr="007710BF">
        <w:rPr>
          <w:cs/>
          <w:lang w:bidi="bn-IN"/>
        </w:rPr>
        <w:t>যাকাত...।</w:t>
      </w:r>
      <w:r w:rsidRPr="001933EC">
        <w:rPr>
          <w:rStyle w:val="libAlaemChar"/>
        </w:rPr>
        <w:t>”</w:t>
      </w:r>
      <w:r w:rsidRPr="007710BF">
        <w:t xml:space="preserve"> </w:t>
      </w:r>
      <w:r w:rsidRPr="007710BF">
        <w:rPr>
          <w:cs/>
          <w:lang w:bidi="bn-IN"/>
        </w:rPr>
        <w:t>সবাই আলী (আ.)-এর মুখের দিকে তাকিয়ে রয়েছেন। হঠাৎ লক্ষ্য</w:t>
      </w:r>
      <w:r w:rsidR="004533FB">
        <w:rPr>
          <w:lang w:bidi="bn-IN"/>
        </w:rPr>
        <w:t xml:space="preserve"> </w:t>
      </w:r>
      <w:r w:rsidRPr="007710BF">
        <w:rPr>
          <w:cs/>
          <w:lang w:bidi="bn-IN"/>
        </w:rPr>
        <w:t>করলেন আলীর চেহারা পরিবর্তিত হয়ে গেছে</w:t>
      </w:r>
      <w:r w:rsidR="00895143">
        <w:t>,</w:t>
      </w:r>
      <w:r w:rsidR="00FE6D44">
        <w:rPr>
          <w:cs/>
          <w:lang w:bidi="bn-IN"/>
        </w:rPr>
        <w:t>তার</w:t>
      </w:r>
      <w:r w:rsidRPr="007710BF">
        <w:rPr>
          <w:cs/>
          <w:lang w:bidi="bn-IN"/>
        </w:rPr>
        <w:t xml:space="preserve"> কপালে বিন্দু বিন্দু ঘাম জমেছে। সবাই কান পেতে</w:t>
      </w:r>
      <w:r w:rsidR="004533FB">
        <w:rPr>
          <w:lang w:bidi="bn-IN"/>
        </w:rPr>
        <w:t xml:space="preserve"> </w:t>
      </w:r>
      <w:r w:rsidRPr="007710BF">
        <w:rPr>
          <w:cs/>
          <w:lang w:bidi="bn-IN"/>
        </w:rPr>
        <w:t>আছে তিনি আর কি বলেন। সবাই দেখছেন আলী (আ.) উচ্চৈঃস্বরে পড়ছেন</w:t>
      </w:r>
      <w:r w:rsidR="00895143">
        <w:t>,</w:t>
      </w:r>
      <w:r w:rsidRPr="001933EC">
        <w:rPr>
          <w:rStyle w:val="libAlaemChar"/>
        </w:rPr>
        <w:t>“</w:t>
      </w:r>
      <w:r w:rsidRPr="007710BF">
        <w:rPr>
          <w:cs/>
          <w:lang w:bidi="bn-IN"/>
        </w:rPr>
        <w:t>আশহাদু আ</w:t>
      </w:r>
      <w:r w:rsidR="006B46F0">
        <w:rPr>
          <w:cs/>
          <w:lang w:bidi="bn-IN"/>
        </w:rPr>
        <w:t>ল্লা</w:t>
      </w:r>
      <w:r w:rsidRPr="007710BF">
        <w:rPr>
          <w:rFonts w:hint="cs"/>
          <w:cs/>
          <w:lang w:bidi="bn-IN"/>
        </w:rPr>
        <w:t xml:space="preserve"> ইলাহা</w:t>
      </w:r>
      <w:r w:rsidR="004533FB">
        <w:rPr>
          <w:lang w:bidi="bn-IN"/>
        </w:rPr>
        <w:t xml:space="preserve"> </w:t>
      </w:r>
      <w:r w:rsidRPr="007710BF">
        <w:rPr>
          <w:rFonts w:hint="cs"/>
          <w:cs/>
          <w:lang w:bidi="bn-IN"/>
        </w:rPr>
        <w:t>ই</w:t>
      </w:r>
      <w:r w:rsidR="006B46F0">
        <w:rPr>
          <w:rFonts w:hint="cs"/>
          <w:cs/>
          <w:lang w:bidi="bn-IN"/>
        </w:rPr>
        <w:t>ল্লা</w:t>
      </w:r>
      <w:r w:rsidRPr="007710BF">
        <w:rPr>
          <w:rFonts w:hint="cs"/>
          <w:cs/>
          <w:lang w:bidi="bn-IN"/>
        </w:rPr>
        <w:t>লাহু ওয়া আশহাদু আন্না মুহাম্মাদান আবদু</w:t>
      </w:r>
      <w:r w:rsidR="004533FB">
        <w:rPr>
          <w:cs/>
          <w:lang w:bidi="bn-IN"/>
        </w:rPr>
        <w:t>হু ওয়া রাসূলু</w:t>
      </w:r>
      <w:r w:rsidRPr="007710BF">
        <w:rPr>
          <w:cs/>
          <w:lang w:bidi="bn-IN"/>
        </w:rPr>
        <w:t>হ্।</w:t>
      </w:r>
      <w:r w:rsidRPr="001933EC">
        <w:rPr>
          <w:rStyle w:val="libAlaemChar"/>
        </w:rPr>
        <w:t>”</w:t>
      </w:r>
    </w:p>
    <w:p w:rsidR="004533FB" w:rsidRPr="004533FB" w:rsidRDefault="004533FB" w:rsidP="004533FB">
      <w:pPr>
        <w:pStyle w:val="libArCenter"/>
        <w:rPr>
          <w:rtl/>
          <w:cs/>
        </w:rPr>
      </w:pPr>
      <w:r>
        <w:rPr>
          <w:rFonts w:hint="cs"/>
          <w:rtl/>
          <w:lang w:bidi="ar-SA"/>
        </w:rPr>
        <w:t>و لا حول و لا قوة إلا بالله العلی العظیم</w:t>
      </w:r>
    </w:p>
    <w:p w:rsidR="004533FB" w:rsidRPr="00A377A9" w:rsidRDefault="004533FB" w:rsidP="009848A8">
      <w:pPr>
        <w:pStyle w:val="libNormal"/>
        <w:rPr>
          <w:rtl/>
          <w:cs/>
        </w:rPr>
      </w:pPr>
      <w:r>
        <w:rPr>
          <w:cs/>
          <w:lang w:bidi="bn-IN"/>
        </w:rPr>
        <w:br w:type="page"/>
      </w:r>
    </w:p>
    <w:p w:rsidR="00C27C9F" w:rsidRDefault="007710BF" w:rsidP="00C27C9F">
      <w:pPr>
        <w:pStyle w:val="Heading1Center"/>
      </w:pPr>
      <w:bookmarkStart w:id="20" w:name="_Toc392601429"/>
      <w:r w:rsidRPr="007710BF">
        <w:rPr>
          <w:cs/>
          <w:lang w:bidi="bn-IN"/>
        </w:rPr>
        <w:t>বিভিন্ন মতাদর্শের দৃষ্টিতে পূর্ণ মানব</w:t>
      </w:r>
      <w:bookmarkEnd w:id="20"/>
    </w:p>
    <w:p w:rsidR="00C27C9F" w:rsidRDefault="00C27C9F" w:rsidP="00C27C9F">
      <w:pPr>
        <w:pStyle w:val="libAie"/>
        <w:rPr>
          <w:lang w:bidi="bn-IN"/>
        </w:rPr>
      </w:pPr>
      <w:r w:rsidRPr="00C27C9F">
        <w:rPr>
          <w:rStyle w:val="libAlaemChar"/>
        </w:rPr>
        <w:t>)</w:t>
      </w:r>
      <w:r>
        <w:rPr>
          <w:rtl/>
          <w:lang w:bidi="fa-IR"/>
        </w:rPr>
        <w:t>هُوَ الَّذِي بَعَثَ فِي الْأُمِّيِّينَ رَسُولًا مِنْهُمْ يَتْلُو عَلَيْهِمْ آيَاتِهِ وَيُزَكِّيهِمْ وَيُعَلِّمُهُمُ الْكِتَابَ وَالْحِكْمَةَ وَإِنْ كَانُوا مِنْ قَبْلُ لَفِي ضَلَالٍ مُبِينٍ</w:t>
      </w:r>
      <w:r w:rsidRPr="00C27C9F">
        <w:rPr>
          <w:rStyle w:val="libAlaemChar"/>
        </w:rPr>
        <w:t>(</w:t>
      </w:r>
      <w:r>
        <w:rPr>
          <w:rtl/>
          <w:lang w:bidi="fa-IR"/>
        </w:rPr>
        <w:t xml:space="preserve"> </w:t>
      </w:r>
    </w:p>
    <w:p w:rsidR="00C27C9F" w:rsidRDefault="00C27C9F" w:rsidP="009848A8">
      <w:pPr>
        <w:pStyle w:val="libNormal"/>
        <w:rPr>
          <w:lang w:bidi="bn-IN"/>
        </w:rPr>
      </w:pPr>
    </w:p>
    <w:p w:rsidR="00C27C9F" w:rsidRDefault="007710BF" w:rsidP="006513D5">
      <w:pPr>
        <w:pStyle w:val="libNormal"/>
        <w:rPr>
          <w:lang w:bidi="bn-IN"/>
        </w:rPr>
      </w:pPr>
      <w:r w:rsidRPr="007710BF">
        <w:rPr>
          <w:cs/>
          <w:lang w:bidi="bn-IN"/>
        </w:rPr>
        <w:t xml:space="preserve">যে কোন মতাদর্শের প্রবক্তা যখনই কোন মতাদর্শ উপস্থাপন করেছেন একই সঙ্গে </w:t>
      </w:r>
      <w:r w:rsidR="00FE6D44">
        <w:rPr>
          <w:cs/>
          <w:lang w:bidi="bn-IN"/>
        </w:rPr>
        <w:t>তার</w:t>
      </w:r>
      <w:r w:rsidRPr="007710BF">
        <w:rPr>
          <w:cs/>
          <w:lang w:bidi="bn-IN"/>
        </w:rPr>
        <w:t xml:space="preserve"> নিজের</w:t>
      </w:r>
      <w:r w:rsidR="00C27C9F">
        <w:rPr>
          <w:lang w:bidi="bn-IN"/>
        </w:rPr>
        <w:t xml:space="preserve"> </w:t>
      </w:r>
      <w:r w:rsidRPr="007710BF">
        <w:rPr>
          <w:cs/>
          <w:lang w:bidi="bn-IN"/>
        </w:rPr>
        <w:t xml:space="preserve">দৃষ্টিতে পূর্ণ মানবের অথবা মানুষের </w:t>
      </w:r>
      <w:r w:rsidR="009E6EF8">
        <w:rPr>
          <w:cs/>
          <w:lang w:bidi="bn-IN"/>
        </w:rPr>
        <w:t>পূর্ণ</w:t>
      </w:r>
      <w:r w:rsidRPr="007710BF">
        <w:rPr>
          <w:cs/>
          <w:lang w:bidi="bn-IN"/>
        </w:rPr>
        <w:t xml:space="preserve">ত্বের বিষয়টিও উপস্থাপন করেছেন। ঐ বিষয়কে </w:t>
      </w:r>
      <w:r w:rsidRPr="001933EC">
        <w:rPr>
          <w:rStyle w:val="libAlaemChar"/>
        </w:rPr>
        <w:t>‘</w:t>
      </w:r>
      <w:r w:rsidRPr="007710BF">
        <w:rPr>
          <w:cs/>
          <w:lang w:bidi="bn-IN"/>
        </w:rPr>
        <w:t>আখলাক</w:t>
      </w:r>
      <w:r w:rsidRPr="001933EC">
        <w:rPr>
          <w:rStyle w:val="libAlaemChar"/>
        </w:rPr>
        <w:t>’</w:t>
      </w:r>
      <w:r w:rsidR="00C27C9F">
        <w:rPr>
          <w:rStyle w:val="libAlaemChar"/>
        </w:rPr>
        <w:t xml:space="preserve"> </w:t>
      </w:r>
      <w:r w:rsidRPr="007710BF">
        <w:rPr>
          <w:cs/>
          <w:lang w:bidi="bn-IN"/>
        </w:rPr>
        <w:t xml:space="preserve">বলা হয়। </w:t>
      </w:r>
      <w:r w:rsidR="00611BB9">
        <w:rPr>
          <w:cs/>
          <w:lang w:bidi="bn-IN"/>
        </w:rPr>
        <w:t>তা</w:t>
      </w:r>
      <w:r w:rsidRPr="007710BF">
        <w:rPr>
          <w:cs/>
          <w:lang w:bidi="bn-IN"/>
        </w:rPr>
        <w:t xml:space="preserve">দের মতে </w:t>
      </w:r>
      <w:r w:rsidRPr="001933EC">
        <w:rPr>
          <w:rStyle w:val="libAlaemChar"/>
        </w:rPr>
        <w:t>‘</w:t>
      </w:r>
      <w:r w:rsidRPr="007710BF">
        <w:rPr>
          <w:cs/>
          <w:lang w:bidi="bn-IN"/>
        </w:rPr>
        <w:t>আখলাখ</w:t>
      </w:r>
      <w:r w:rsidRPr="001933EC">
        <w:rPr>
          <w:rStyle w:val="libAlaemChar"/>
        </w:rPr>
        <w:t>’</w:t>
      </w:r>
      <w:r w:rsidRPr="007710BF">
        <w:t xml:space="preserve"> </w:t>
      </w:r>
      <w:r w:rsidRPr="007710BF">
        <w:rPr>
          <w:cs/>
          <w:lang w:bidi="bn-IN"/>
        </w:rPr>
        <w:t>বা নৈতিকতা জ্ঞান নয়</w:t>
      </w:r>
      <w:r w:rsidRPr="007710BF">
        <w:t xml:space="preserve">; </w:t>
      </w:r>
      <w:r w:rsidRPr="007710BF">
        <w:rPr>
          <w:cs/>
          <w:lang w:bidi="bn-IN"/>
        </w:rPr>
        <w:t>বরং শিল্প বা কৌশল। অর্থাৎ আখলাক</w:t>
      </w:r>
      <w:r w:rsidR="00C27C9F">
        <w:rPr>
          <w:lang w:bidi="bn-IN"/>
        </w:rPr>
        <w:t xml:space="preserve"> </w:t>
      </w:r>
      <w:r w:rsidRPr="007710BF">
        <w:rPr>
          <w:cs/>
          <w:lang w:bidi="bn-IN"/>
        </w:rPr>
        <w:t>কিরূপ হওয়া উচিত তা নিয়ে আলোচনা করে</w:t>
      </w:r>
      <w:r w:rsidRPr="007710BF">
        <w:rPr>
          <w:cs/>
          <w:lang w:bidi="hi-IN"/>
        </w:rPr>
        <w:t xml:space="preserve">। </w:t>
      </w:r>
      <w:r w:rsidRPr="007710BF">
        <w:rPr>
          <w:cs/>
          <w:lang w:bidi="bn-IN"/>
        </w:rPr>
        <w:t>বাস্তবে মানুষ কিরূপ অবস্থায় বিরাজ করছে তা</w:t>
      </w:r>
      <w:r w:rsidR="00C27C9F">
        <w:rPr>
          <w:lang w:bidi="bn-IN"/>
        </w:rPr>
        <w:t xml:space="preserve"> </w:t>
      </w:r>
      <w:r w:rsidRPr="007710BF">
        <w:rPr>
          <w:cs/>
          <w:lang w:bidi="bn-IN"/>
        </w:rPr>
        <w:t>আখলাকের বিষয়বস্তু নয়। সামগ্রিক যে বৈশিষ্ট্যগুলো মানুষের মধ্যে থাকা উচিত বা যে বৈশিষ্ট্যগুলো</w:t>
      </w:r>
      <w:r w:rsidR="00C27C9F">
        <w:rPr>
          <w:lang w:bidi="bn-IN"/>
        </w:rPr>
        <w:t xml:space="preserve"> </w:t>
      </w:r>
      <w:r w:rsidRPr="007710BF">
        <w:rPr>
          <w:cs/>
          <w:lang w:bidi="bn-IN"/>
        </w:rPr>
        <w:t>লাভ করলে সে সর্বোত্তম মানুষে পরিণত হবে ও বলা যাবে যে</w:t>
      </w:r>
      <w:r w:rsidR="00895143">
        <w:t>,</w:t>
      </w:r>
      <w:r w:rsidRPr="007710BF">
        <w:rPr>
          <w:cs/>
          <w:lang w:bidi="bn-IN"/>
        </w:rPr>
        <w:t>সে মানবিকতার সর্বোচ্চ শিখরে</w:t>
      </w:r>
      <w:r w:rsidR="00C27C9F">
        <w:rPr>
          <w:lang w:bidi="bn-IN"/>
        </w:rPr>
        <w:t xml:space="preserve"> </w:t>
      </w:r>
      <w:r w:rsidRPr="007710BF">
        <w:rPr>
          <w:cs/>
          <w:lang w:bidi="bn-IN"/>
        </w:rPr>
        <w:t>আরোহণ করেছে সেটাই পূর্ণ মানবের প্রতিকৃতি।</w:t>
      </w:r>
    </w:p>
    <w:p w:rsidR="00C27C9F" w:rsidRDefault="00C27C9F" w:rsidP="006513D5">
      <w:pPr>
        <w:pStyle w:val="libNormal"/>
        <w:rPr>
          <w:lang w:bidi="bn-IN"/>
        </w:rPr>
      </w:pPr>
    </w:p>
    <w:p w:rsidR="00C27C9F" w:rsidRDefault="007710BF" w:rsidP="006513D5">
      <w:pPr>
        <w:pStyle w:val="libNormal"/>
        <w:rPr>
          <w:rStyle w:val="libBold1Char"/>
        </w:rPr>
      </w:pPr>
      <w:r w:rsidRPr="00C27C9F">
        <w:rPr>
          <w:rStyle w:val="libBold1Char"/>
          <w:cs/>
          <w:lang w:bidi="bn-IN"/>
        </w:rPr>
        <w:t xml:space="preserve">বৃদ্ধিবৃত্তিক </w:t>
      </w:r>
      <w:r w:rsidRPr="00C27C9F">
        <w:rPr>
          <w:rStyle w:val="libBold1Char"/>
          <w:rtl/>
          <w:cs/>
        </w:rPr>
        <w:t>(</w:t>
      </w:r>
      <w:r w:rsidRPr="00C27C9F">
        <w:rPr>
          <w:rStyle w:val="libBold1Char"/>
          <w:rtl/>
          <w:cs/>
          <w:lang w:bidi="bn-IN"/>
        </w:rPr>
        <w:t>আকলগত</w:t>
      </w:r>
      <w:r w:rsidRPr="00C27C9F">
        <w:rPr>
          <w:rStyle w:val="libBold1Char"/>
          <w:rtl/>
          <w:cs/>
        </w:rPr>
        <w:t xml:space="preserve">) </w:t>
      </w:r>
      <w:r w:rsidRPr="00C27C9F">
        <w:rPr>
          <w:rStyle w:val="libBold1Char"/>
          <w:rtl/>
          <w:cs/>
          <w:lang w:bidi="bn-IN"/>
        </w:rPr>
        <w:t>মতাদর্শ</w:t>
      </w:r>
    </w:p>
    <w:p w:rsidR="00C27C9F" w:rsidRDefault="007710BF" w:rsidP="006513D5">
      <w:pPr>
        <w:pStyle w:val="libNormal"/>
        <w:rPr>
          <w:lang w:bidi="bn-IN"/>
        </w:rPr>
      </w:pPr>
      <w:r w:rsidRPr="007710BF">
        <w:rPr>
          <w:cs/>
          <w:lang w:bidi="bn-IN"/>
        </w:rPr>
        <w:t>বিভিন্ন মতাদর্শের প্রবক্তাদের দৃষ্টিতে পূর্ণ মানব বা ইনসানে কামেল সম্পর্কিত দৃষ্টিভঙ্গিকে কয়েকটি</w:t>
      </w:r>
      <w:r w:rsidR="00C27C9F">
        <w:rPr>
          <w:lang w:bidi="bn-IN"/>
        </w:rPr>
        <w:t xml:space="preserve"> </w:t>
      </w:r>
      <w:r w:rsidRPr="007710BF">
        <w:rPr>
          <w:cs/>
          <w:lang w:bidi="bn-IN"/>
        </w:rPr>
        <w:t>মৌলিক ভাগে ভাগ করা যায়। তার একটি বুদ্ধিবৃত্তি বা আকল</w:t>
      </w:r>
      <w:r w:rsidR="00C27C9F">
        <w:rPr>
          <w:lang w:bidi="bn-IN"/>
        </w:rPr>
        <w:t xml:space="preserve"> </w:t>
      </w:r>
      <w:r w:rsidRPr="007710BF">
        <w:rPr>
          <w:cs/>
          <w:lang w:bidi="bn-IN"/>
        </w:rPr>
        <w:t xml:space="preserve">ভিত্তিক মতাদর্শ। </w:t>
      </w:r>
      <w:r w:rsidR="00695D8C">
        <w:rPr>
          <w:cs/>
          <w:lang w:bidi="bn-IN"/>
        </w:rPr>
        <w:t>যারা</w:t>
      </w:r>
      <w:r w:rsidRPr="007710BF">
        <w:rPr>
          <w:cs/>
          <w:lang w:bidi="bn-IN"/>
        </w:rPr>
        <w:t xml:space="preserve"> খুব বেশি</w:t>
      </w:r>
      <w:r w:rsidR="00C27C9F">
        <w:rPr>
          <w:lang w:bidi="bn-IN"/>
        </w:rPr>
        <w:t xml:space="preserve"> </w:t>
      </w:r>
      <w:r w:rsidRPr="007710BF">
        <w:rPr>
          <w:cs/>
          <w:lang w:bidi="bn-IN"/>
        </w:rPr>
        <w:t xml:space="preserve">বুদ্ধিবৃত্তিক দৃষ্টিকোণ থেকে মানুষকে দেখেন </w:t>
      </w:r>
      <w:r w:rsidR="00FE6D44">
        <w:rPr>
          <w:cs/>
          <w:lang w:bidi="bn-IN"/>
        </w:rPr>
        <w:t>তারা</w:t>
      </w:r>
      <w:r w:rsidRPr="007710BF">
        <w:rPr>
          <w:cs/>
          <w:lang w:bidi="bn-IN"/>
        </w:rPr>
        <w:t xml:space="preserve"> এ দলের </w:t>
      </w:r>
      <w:r w:rsidR="009E7BEE">
        <w:rPr>
          <w:cs/>
          <w:lang w:bidi="bn-IN"/>
        </w:rPr>
        <w:t>অন্তর্ভুক্ত</w:t>
      </w:r>
      <w:r w:rsidR="00C27C9F">
        <w:rPr>
          <w:cs/>
          <w:lang w:bidi="hi-IN"/>
        </w:rPr>
        <w:t xml:space="preserve">। </w:t>
      </w:r>
      <w:r w:rsidR="00FE6D44">
        <w:rPr>
          <w:cs/>
          <w:lang w:bidi="bn-IN"/>
        </w:rPr>
        <w:t>তারা</w:t>
      </w:r>
      <w:r w:rsidR="00C27C9F">
        <w:rPr>
          <w:cs/>
          <w:lang w:bidi="bn-IN"/>
        </w:rPr>
        <w:t xml:space="preserve"> মানুষের মূল উপাদান</w:t>
      </w:r>
      <w:r w:rsidR="00C27C9F">
        <w:rPr>
          <w:lang w:bidi="bn-IN"/>
        </w:rPr>
        <w:t xml:space="preserve"> </w:t>
      </w:r>
      <w:r w:rsidRPr="001933EC">
        <w:rPr>
          <w:rStyle w:val="libAlaemChar"/>
        </w:rPr>
        <w:t>‘</w:t>
      </w:r>
      <w:r w:rsidRPr="007710BF">
        <w:rPr>
          <w:cs/>
          <w:lang w:bidi="bn-IN"/>
        </w:rPr>
        <w:t>আকল</w:t>
      </w:r>
      <w:r w:rsidRPr="001933EC">
        <w:rPr>
          <w:rStyle w:val="libAlaemChar"/>
        </w:rPr>
        <w:t>’</w:t>
      </w:r>
      <w:r w:rsidRPr="007710BF">
        <w:t xml:space="preserve"> </w:t>
      </w:r>
      <w:r w:rsidRPr="007710BF">
        <w:rPr>
          <w:cs/>
          <w:lang w:bidi="bn-IN"/>
        </w:rPr>
        <w:t>ব্যতীত অন্য কিছু নয় বলে মনে করেন। বুদ্ধিবৃত্তি অর্থ চিন্তাশক্তি বা চিন্তা করার ক্ষমতা।</w:t>
      </w:r>
      <w:r w:rsidR="00C27C9F">
        <w:rPr>
          <w:lang w:bidi="bn-IN"/>
        </w:rPr>
        <w:t xml:space="preserve"> </w:t>
      </w:r>
      <w:r w:rsidRPr="007710BF">
        <w:rPr>
          <w:cs/>
          <w:lang w:bidi="bn-IN"/>
        </w:rPr>
        <w:t>অতীতের দার্শনিকদের মধ্যে অনেকেই</w:t>
      </w:r>
      <w:r w:rsidR="00895143">
        <w:t>,</w:t>
      </w:r>
      <w:r w:rsidRPr="007710BF">
        <w:rPr>
          <w:cs/>
          <w:lang w:bidi="bn-IN"/>
        </w:rPr>
        <w:t>যেমন বু আলী সিনা এ ধরনের দৃষ্টিভঙ্গি পোষণ করতেন।</w:t>
      </w:r>
      <w:r w:rsidR="00C27C9F">
        <w:rPr>
          <w:lang w:bidi="bn-IN"/>
        </w:rPr>
        <w:t xml:space="preserve"> </w:t>
      </w:r>
      <w:r w:rsidR="00FE6D44">
        <w:rPr>
          <w:cs/>
          <w:lang w:bidi="bn-IN"/>
        </w:rPr>
        <w:t>তারা</w:t>
      </w:r>
      <w:r w:rsidRPr="007710BF">
        <w:rPr>
          <w:cs/>
          <w:lang w:bidi="bn-IN"/>
        </w:rPr>
        <w:t xml:space="preserve"> চিন্তা করতেন</w:t>
      </w:r>
      <w:r w:rsidR="00895143">
        <w:t>,</w:t>
      </w:r>
      <w:r w:rsidRPr="007710BF">
        <w:rPr>
          <w:cs/>
          <w:lang w:bidi="bn-IN"/>
        </w:rPr>
        <w:t>প্রজ্ঞাবান মানুষই পূর্ণ মানুষ এবং মানুষের পূর্ণতা তার প্রজ্ঞার মধ্যে নিহিত।</w:t>
      </w:r>
    </w:p>
    <w:p w:rsidR="00C27C9F" w:rsidRDefault="007710BF" w:rsidP="006513D5">
      <w:pPr>
        <w:pStyle w:val="libNormal"/>
        <w:rPr>
          <w:lang w:bidi="bn-IN"/>
        </w:rPr>
      </w:pPr>
      <w:r w:rsidRPr="007710BF">
        <w:rPr>
          <w:cs/>
          <w:lang w:bidi="bn-IN"/>
        </w:rPr>
        <w:t xml:space="preserve">প্রজ্ঞা বলতে </w:t>
      </w:r>
      <w:r w:rsidR="00FE6D44">
        <w:rPr>
          <w:cs/>
          <w:lang w:bidi="bn-IN"/>
        </w:rPr>
        <w:t>তারা</w:t>
      </w:r>
      <w:r w:rsidRPr="007710BF">
        <w:rPr>
          <w:cs/>
          <w:lang w:bidi="bn-IN"/>
        </w:rPr>
        <w:t xml:space="preserve"> কি বুঝাতেন</w:t>
      </w:r>
      <w:r w:rsidRPr="007710BF">
        <w:t xml:space="preserve">? </w:t>
      </w:r>
      <w:r w:rsidRPr="007710BF">
        <w:rPr>
          <w:cs/>
          <w:lang w:bidi="bn-IN"/>
        </w:rPr>
        <w:t xml:space="preserve">প্রজ্ঞা বলতে কি </w:t>
      </w:r>
      <w:r w:rsidR="00FE6D44">
        <w:rPr>
          <w:cs/>
          <w:lang w:bidi="bn-IN"/>
        </w:rPr>
        <w:t>তারা</w:t>
      </w:r>
      <w:r w:rsidRPr="007710BF">
        <w:rPr>
          <w:cs/>
          <w:lang w:bidi="bn-IN"/>
        </w:rPr>
        <w:t xml:space="preserve"> যাকে আমরা বর্তমানে বিজ্ঞান বলি তা</w:t>
      </w:r>
      <w:r w:rsidR="00C27C9F">
        <w:rPr>
          <w:lang w:bidi="bn-IN"/>
        </w:rPr>
        <w:t xml:space="preserve"> </w:t>
      </w:r>
      <w:r w:rsidRPr="007710BF">
        <w:rPr>
          <w:cs/>
          <w:lang w:bidi="bn-IN"/>
        </w:rPr>
        <w:t>বুঝতেন</w:t>
      </w:r>
      <w:r w:rsidRPr="007710BF">
        <w:t xml:space="preserve">? </w:t>
      </w:r>
      <w:r w:rsidRPr="007710BF">
        <w:rPr>
          <w:cs/>
          <w:lang w:bidi="bn-IN"/>
        </w:rPr>
        <w:t>না</w:t>
      </w:r>
      <w:r w:rsidR="00895143">
        <w:t>,</w:t>
      </w:r>
      <w:r w:rsidRPr="007710BF">
        <w:rPr>
          <w:cs/>
          <w:lang w:bidi="bn-IN"/>
        </w:rPr>
        <w:t xml:space="preserve">বরং </w:t>
      </w:r>
      <w:r w:rsidR="00FE6D44">
        <w:rPr>
          <w:cs/>
          <w:lang w:bidi="bn-IN"/>
        </w:rPr>
        <w:t>তারা</w:t>
      </w:r>
      <w:r w:rsidRPr="007710BF">
        <w:rPr>
          <w:cs/>
          <w:lang w:bidi="bn-IN"/>
        </w:rPr>
        <w:t xml:space="preserve"> প্রজ্ঞা বলতে (ব্যবহারিক নয় তত্ত্বগত প্রজ্ঞা) অস্তিত্ব জগৎ থেকে সামগ্রিক যেরূপটি আমরা বুঝি তা-ই বুঝতেন</w:t>
      </w:r>
      <w:r w:rsidRPr="007710BF">
        <w:rPr>
          <w:cs/>
          <w:lang w:bidi="hi-IN"/>
        </w:rPr>
        <w:t xml:space="preserve">। </w:t>
      </w:r>
      <w:r w:rsidRPr="007710BF">
        <w:rPr>
          <w:cs/>
          <w:lang w:bidi="bn-IN"/>
        </w:rPr>
        <w:t>এটা বিজ্ঞান নয়</w:t>
      </w:r>
      <w:r w:rsidR="00895143">
        <w:t>,</w:t>
      </w:r>
      <w:r w:rsidRPr="007710BF">
        <w:rPr>
          <w:cs/>
          <w:lang w:bidi="bn-IN"/>
        </w:rPr>
        <w:t>যেহেতু বিজ্ঞান অস্তিত্বের একটি অংশের</w:t>
      </w:r>
      <w:r w:rsidR="00C27C9F">
        <w:rPr>
          <w:lang w:bidi="bn-IN"/>
        </w:rPr>
        <w:t xml:space="preserve"> </w:t>
      </w:r>
      <w:r w:rsidRPr="007710BF">
        <w:rPr>
          <w:cs/>
          <w:lang w:bidi="bn-IN"/>
        </w:rPr>
        <w:t>প্রতিচ্ছবি মাত্র। যাতে করে দর্শন ও বিজ্ঞানের মধ্যে পার্থক্য পরিষ্কার হয এজন্য একটি উদাহরণ পেশ</w:t>
      </w:r>
      <w:r w:rsidR="00C27C9F">
        <w:rPr>
          <w:lang w:bidi="bn-IN"/>
        </w:rPr>
        <w:t xml:space="preserve"> </w:t>
      </w:r>
      <w:r w:rsidRPr="007710BF">
        <w:rPr>
          <w:cs/>
          <w:lang w:bidi="bn-IN"/>
        </w:rPr>
        <w:t>করছি।</w:t>
      </w:r>
    </w:p>
    <w:p w:rsidR="00D64CB3" w:rsidRDefault="007710BF" w:rsidP="00D64CB3">
      <w:pPr>
        <w:pStyle w:val="libNormal"/>
        <w:rPr>
          <w:lang w:bidi="bn-IN"/>
        </w:rPr>
      </w:pPr>
      <w:r w:rsidRPr="007710BF">
        <w:rPr>
          <w:cs/>
          <w:lang w:bidi="bn-IN"/>
        </w:rPr>
        <w:t>ধরুন</w:t>
      </w:r>
      <w:r w:rsidR="00895143">
        <w:t>,</w:t>
      </w:r>
      <w:r w:rsidRPr="007710BF">
        <w:rPr>
          <w:cs/>
          <w:lang w:bidi="bn-IN"/>
        </w:rPr>
        <w:t xml:space="preserve">আপনি তেহরান শহর </w:t>
      </w:r>
      <w:r w:rsidR="000C4B23">
        <w:rPr>
          <w:cs/>
          <w:lang w:bidi="bn-IN"/>
        </w:rPr>
        <w:t>সম্পর্কে</w:t>
      </w:r>
      <w:r w:rsidRPr="007710BF">
        <w:rPr>
          <w:cs/>
          <w:lang w:bidi="bn-IN"/>
        </w:rPr>
        <w:t xml:space="preserve"> ধারণা পেতে চান। দু</w:t>
      </w:r>
      <w:r w:rsidRPr="001933EC">
        <w:rPr>
          <w:rStyle w:val="libAlaemChar"/>
        </w:rPr>
        <w:t>’</w:t>
      </w:r>
      <w:r w:rsidRPr="007710BF">
        <w:rPr>
          <w:cs/>
          <w:lang w:bidi="bn-IN"/>
        </w:rPr>
        <w:t>ভাবে আপনি এ ধারণা পেতে পারেন।</w:t>
      </w:r>
      <w:r w:rsidR="00C27C9F">
        <w:rPr>
          <w:lang w:bidi="bn-IN"/>
        </w:rPr>
        <w:t xml:space="preserve"> </w:t>
      </w:r>
      <w:r w:rsidRPr="007710BF">
        <w:rPr>
          <w:cs/>
          <w:lang w:bidi="bn-IN"/>
        </w:rPr>
        <w:t xml:space="preserve">প্রথমত আপনি তেহরান </w:t>
      </w:r>
      <w:r w:rsidR="000C4B23">
        <w:rPr>
          <w:cs/>
          <w:lang w:bidi="bn-IN"/>
        </w:rPr>
        <w:t>সম্পর্কে</w:t>
      </w:r>
      <w:r w:rsidRPr="007710BF">
        <w:rPr>
          <w:cs/>
          <w:lang w:bidi="bn-IN"/>
        </w:rPr>
        <w:t xml:space="preserve"> সামগ্রিক ধারণা লাভ করতে পারেন</w:t>
      </w:r>
      <w:r w:rsidR="00895143">
        <w:t>,</w:t>
      </w:r>
      <w:r w:rsidRPr="007710BF">
        <w:rPr>
          <w:cs/>
          <w:lang w:bidi="bn-IN"/>
        </w:rPr>
        <w:t>কিন্তু অস্পষ্ট। দ্বিতীয়ত আপনার</w:t>
      </w:r>
      <w:r w:rsidR="00D64CB3">
        <w:rPr>
          <w:lang w:bidi="bn-IN"/>
        </w:rPr>
        <w:t xml:space="preserve"> </w:t>
      </w:r>
      <w:r w:rsidRPr="007710BF">
        <w:rPr>
          <w:cs/>
          <w:lang w:bidi="bn-IN"/>
        </w:rPr>
        <w:t>ধারণা আংশিক</w:t>
      </w:r>
      <w:r w:rsidR="00895143">
        <w:t>,</w:t>
      </w:r>
      <w:r w:rsidRPr="007710BF">
        <w:rPr>
          <w:cs/>
          <w:lang w:bidi="bn-IN"/>
        </w:rPr>
        <w:t xml:space="preserve">তবে নির্দিষ্ট ও স্পষ্ট। কখনো তেহরান </w:t>
      </w:r>
      <w:r w:rsidR="000C4B23">
        <w:rPr>
          <w:cs/>
          <w:lang w:bidi="bn-IN"/>
        </w:rPr>
        <w:t>সম্পর্কে</w:t>
      </w:r>
      <w:r w:rsidRPr="007710BF">
        <w:rPr>
          <w:cs/>
          <w:lang w:bidi="bn-IN"/>
        </w:rPr>
        <w:t xml:space="preserve"> আপনার ধারণা পৌরসভার একজন</w:t>
      </w:r>
      <w:r w:rsidR="00D64CB3">
        <w:rPr>
          <w:lang w:bidi="bn-IN"/>
        </w:rPr>
        <w:t xml:space="preserve"> </w:t>
      </w:r>
      <w:r w:rsidRPr="007710BF">
        <w:rPr>
          <w:cs/>
          <w:lang w:bidi="bn-IN"/>
        </w:rPr>
        <w:t xml:space="preserve">প্রকৌশলীর মতো। </w:t>
      </w:r>
      <w:r w:rsidR="000459F1">
        <w:rPr>
          <w:cs/>
          <w:lang w:bidi="bn-IN"/>
        </w:rPr>
        <w:t>তাকে</w:t>
      </w:r>
      <w:r w:rsidRPr="007710BF">
        <w:rPr>
          <w:cs/>
          <w:lang w:bidi="bn-IN"/>
        </w:rPr>
        <w:t xml:space="preserve"> বলে</w:t>
      </w:r>
      <w:r w:rsidR="00D64CB3">
        <w:rPr>
          <w:cs/>
          <w:lang w:bidi="bn-IN"/>
        </w:rPr>
        <w:t>ন তেহরান শহরের একটা মানচিত্র আঁকুন। তিনি আপনার জন্য হয়তো</w:t>
      </w:r>
      <w:r w:rsidR="00D64CB3">
        <w:rPr>
          <w:lang w:bidi="bn-IN"/>
        </w:rPr>
        <w:t xml:space="preserve"> </w:t>
      </w:r>
      <w:r w:rsidRPr="007710BF">
        <w:rPr>
          <w:cs/>
          <w:lang w:bidi="bn-IN"/>
        </w:rPr>
        <w:t>একটি</w:t>
      </w:r>
      <w:r w:rsidR="00D64CB3">
        <w:rPr>
          <w:lang w:bidi="bn-IN"/>
        </w:rPr>
        <w:t xml:space="preserve"> </w:t>
      </w:r>
      <w:r w:rsidRPr="007710BF">
        <w:rPr>
          <w:cs/>
          <w:lang w:bidi="bn-IN"/>
        </w:rPr>
        <w:t>মানচিত্র</w:t>
      </w:r>
      <w:r w:rsidR="00D64CB3">
        <w:rPr>
          <w:lang w:bidi="bn-IN"/>
        </w:rPr>
        <w:t xml:space="preserve"> </w:t>
      </w:r>
      <w:r w:rsidRPr="007710BF">
        <w:rPr>
          <w:cs/>
          <w:lang w:bidi="bn-IN"/>
        </w:rPr>
        <w:t>আঁকবেন</w:t>
      </w:r>
      <w:r w:rsidR="00D64CB3">
        <w:rPr>
          <w:lang w:bidi="bn-IN"/>
        </w:rPr>
        <w:t xml:space="preserve"> </w:t>
      </w:r>
      <w:r w:rsidRPr="007710BF">
        <w:rPr>
          <w:cs/>
          <w:lang w:bidi="bn-IN"/>
        </w:rPr>
        <w:t>যার</w:t>
      </w:r>
      <w:r w:rsidR="00D64CB3">
        <w:rPr>
          <w:lang w:bidi="bn-IN"/>
        </w:rPr>
        <w:t xml:space="preserve"> </w:t>
      </w:r>
      <w:r w:rsidRPr="007710BF">
        <w:rPr>
          <w:cs/>
          <w:lang w:bidi="bn-IN"/>
        </w:rPr>
        <w:t>মধ্যে</w:t>
      </w:r>
      <w:r w:rsidR="00D64CB3">
        <w:rPr>
          <w:lang w:bidi="bn-IN"/>
        </w:rPr>
        <w:t xml:space="preserve"> </w:t>
      </w:r>
      <w:r w:rsidRPr="007710BF">
        <w:rPr>
          <w:cs/>
          <w:lang w:bidi="bn-IN"/>
        </w:rPr>
        <w:t>শহরের</w:t>
      </w:r>
      <w:r w:rsidR="00D64CB3">
        <w:rPr>
          <w:lang w:bidi="bn-IN"/>
        </w:rPr>
        <w:t xml:space="preserve"> </w:t>
      </w:r>
      <w:r w:rsidRPr="007710BF">
        <w:rPr>
          <w:cs/>
          <w:lang w:bidi="bn-IN"/>
        </w:rPr>
        <w:t>মহ</w:t>
      </w:r>
      <w:r w:rsidR="006B46F0">
        <w:rPr>
          <w:cs/>
          <w:lang w:bidi="bn-IN"/>
        </w:rPr>
        <w:t>ল্লা</w:t>
      </w:r>
      <w:r w:rsidR="00895143">
        <w:t>,</w:t>
      </w:r>
      <w:r w:rsidRPr="007710BF">
        <w:rPr>
          <w:cs/>
          <w:lang w:bidi="bn-IN"/>
        </w:rPr>
        <w:t>পথগুলো</w:t>
      </w:r>
      <w:r w:rsidR="00895143">
        <w:t>,</w:t>
      </w:r>
      <w:r w:rsidRPr="007710BF">
        <w:rPr>
          <w:cs/>
          <w:lang w:bidi="bn-IN"/>
        </w:rPr>
        <w:t>চৌরাস্তা</w:t>
      </w:r>
      <w:r w:rsidR="00895143">
        <w:t>,</w:t>
      </w:r>
      <w:r w:rsidRPr="007710BF">
        <w:rPr>
          <w:cs/>
          <w:lang w:bidi="bn-IN"/>
        </w:rPr>
        <w:t>পার্ক ইত্যাদি মোটামুটি অধিকভাবে কাগজের উপর এঁকে দেখাবেন। যেমন এখানে নিয়াভারন</w:t>
      </w:r>
      <w:r w:rsidR="00895143">
        <w:t>,</w:t>
      </w:r>
      <w:r w:rsidRPr="007710BF">
        <w:rPr>
          <w:cs/>
          <w:lang w:bidi="bn-IN"/>
        </w:rPr>
        <w:t>ওখানে তাজরিস</w:t>
      </w:r>
      <w:r w:rsidR="00895143">
        <w:t>,</w:t>
      </w:r>
      <w:r w:rsidRPr="007710BF">
        <w:rPr>
          <w:cs/>
          <w:lang w:bidi="bn-IN"/>
        </w:rPr>
        <w:t xml:space="preserve">ওপাশে শাহ আবদুল আজিম ইত্যাদি অর্থাৎ তেহরান </w:t>
      </w:r>
      <w:r w:rsidR="000C4B23">
        <w:rPr>
          <w:cs/>
          <w:lang w:bidi="bn-IN"/>
        </w:rPr>
        <w:t>সম্পর্কে</w:t>
      </w:r>
      <w:r w:rsidRPr="007710BF">
        <w:rPr>
          <w:cs/>
          <w:lang w:bidi="bn-IN"/>
        </w:rPr>
        <w:t xml:space="preserve"> একটা</w:t>
      </w:r>
      <w:r w:rsidR="00D64CB3">
        <w:rPr>
          <w:lang w:bidi="bn-IN"/>
        </w:rPr>
        <w:t xml:space="preserve"> </w:t>
      </w:r>
      <w:r w:rsidRPr="007710BF">
        <w:rPr>
          <w:cs/>
          <w:lang w:bidi="bn-IN"/>
        </w:rPr>
        <w:t>সাধারণ ও সার্বিক ধারণা আপনাকে দেবেন</w:t>
      </w:r>
      <w:r w:rsidR="00895143">
        <w:t>,</w:t>
      </w:r>
      <w:r w:rsidRPr="007710BF">
        <w:rPr>
          <w:cs/>
          <w:lang w:bidi="bn-IN"/>
        </w:rPr>
        <w:t>কিন্তু এ ধারণা স্পষ্ট নয়। যদিও তিনি সম্পূর্ণ তেহরানের</w:t>
      </w:r>
      <w:r w:rsidR="00D64CB3">
        <w:rPr>
          <w:lang w:bidi="bn-IN"/>
        </w:rPr>
        <w:t xml:space="preserve"> </w:t>
      </w:r>
      <w:r w:rsidRPr="007710BF">
        <w:rPr>
          <w:cs/>
          <w:lang w:bidi="bn-IN"/>
        </w:rPr>
        <w:t>বিষয়ে আপনাকে তথ্য দিয়েছেন এবং সমগ্র তেহরানের মানচিত্র আপনার জন্য এঁকেছেন</w:t>
      </w:r>
      <w:r w:rsidR="00895143">
        <w:t>,</w:t>
      </w:r>
      <w:r w:rsidRPr="007710BF">
        <w:rPr>
          <w:cs/>
          <w:lang w:bidi="bn-IN"/>
        </w:rPr>
        <w:t>কিন্তু তাতে</w:t>
      </w:r>
      <w:r w:rsidR="00D64CB3">
        <w:rPr>
          <w:lang w:bidi="bn-IN"/>
        </w:rPr>
        <w:t xml:space="preserve"> </w:t>
      </w:r>
      <w:r w:rsidRPr="007710BF">
        <w:rPr>
          <w:cs/>
          <w:lang w:bidi="bn-IN"/>
        </w:rPr>
        <w:t>আপনি আপনার বাড়ীটি যা এ শহরে রয়েছে তা খুজে পাবেন না। ঐ প্রকৌশলীও তা বলতে পারবেনঁ</w:t>
      </w:r>
      <w:r w:rsidR="00D64CB3">
        <w:rPr>
          <w:lang w:bidi="bn-IN"/>
        </w:rPr>
        <w:t xml:space="preserve"> </w:t>
      </w:r>
      <w:r w:rsidRPr="007710BF">
        <w:rPr>
          <w:cs/>
          <w:lang w:bidi="bn-IN"/>
        </w:rPr>
        <w:t>না।</w:t>
      </w:r>
    </w:p>
    <w:p w:rsidR="00D64CB3" w:rsidRDefault="007710BF" w:rsidP="00D64CB3">
      <w:pPr>
        <w:pStyle w:val="libNormal"/>
        <w:rPr>
          <w:lang w:bidi="bn-IN"/>
        </w:rPr>
      </w:pPr>
      <w:r w:rsidRPr="007710BF">
        <w:rPr>
          <w:cs/>
          <w:lang w:bidi="bn-IN"/>
        </w:rPr>
        <w:t>কিন্তু কোন এক ব্যক্তি হয়তো জানেন না তেহরানের দৈর্ঘ্য ও প্রস্থ কত</w:t>
      </w:r>
      <w:r w:rsidR="00895143">
        <w:t>,</w:t>
      </w:r>
      <w:r w:rsidRPr="007710BF">
        <w:rPr>
          <w:cs/>
          <w:lang w:bidi="bn-IN"/>
        </w:rPr>
        <w:t>কতটি চৌরাস্তা ও রাজপথ</w:t>
      </w:r>
      <w:r w:rsidR="00D64CB3">
        <w:rPr>
          <w:lang w:bidi="bn-IN"/>
        </w:rPr>
        <w:t xml:space="preserve"> </w:t>
      </w:r>
      <w:r w:rsidRPr="007710BF">
        <w:rPr>
          <w:cs/>
          <w:lang w:bidi="bn-IN"/>
        </w:rPr>
        <w:t>রয়েছে</w:t>
      </w:r>
      <w:r w:rsidRPr="007710BF">
        <w:t xml:space="preserve">; </w:t>
      </w:r>
      <w:r w:rsidRPr="007710BF">
        <w:rPr>
          <w:cs/>
          <w:lang w:bidi="bn-IN"/>
        </w:rPr>
        <w:t>তেহরানের গুরুত্বপূর্ণ স্থানগুলো কোথায়</w:t>
      </w:r>
      <w:r w:rsidR="00895143">
        <w:t>,</w:t>
      </w:r>
      <w:r w:rsidRPr="007710BF">
        <w:rPr>
          <w:cs/>
          <w:lang w:bidi="bn-IN"/>
        </w:rPr>
        <w:t>এ শহরে কতটি পাহাড় রয়েছে</w:t>
      </w:r>
      <w:r w:rsidR="00895143">
        <w:t>,</w:t>
      </w:r>
      <w:r w:rsidRPr="007710BF">
        <w:rPr>
          <w:cs/>
          <w:lang w:bidi="bn-IN"/>
        </w:rPr>
        <w:t>কিন্তু এ শহরের</w:t>
      </w:r>
      <w:r w:rsidR="00D64CB3">
        <w:rPr>
          <w:lang w:bidi="bn-IN"/>
        </w:rPr>
        <w:t xml:space="preserve"> </w:t>
      </w:r>
      <w:r w:rsidRPr="007710BF">
        <w:rPr>
          <w:cs/>
          <w:lang w:bidi="bn-IN"/>
        </w:rPr>
        <w:t>কোন এক বিশেষ এলাকা বা মহ</w:t>
      </w:r>
      <w:r w:rsidR="006B46F0">
        <w:rPr>
          <w:cs/>
          <w:lang w:bidi="bn-IN"/>
        </w:rPr>
        <w:t>ল্লা</w:t>
      </w:r>
      <w:r w:rsidRPr="007710BF">
        <w:rPr>
          <w:rFonts w:hint="cs"/>
          <w:cs/>
          <w:lang w:bidi="bn-IN"/>
        </w:rPr>
        <w:t xml:space="preserve">র </w:t>
      </w:r>
      <w:r w:rsidR="00D64CB3">
        <w:rPr>
          <w:rFonts w:hint="cs"/>
          <w:cs/>
          <w:lang w:bidi="bn-IN"/>
        </w:rPr>
        <w:t>বিষয়ে তাকে প্রশ্ন করলে পুঙ্খানু</w:t>
      </w:r>
      <w:r w:rsidR="00D64CB3">
        <w:rPr>
          <w:cs/>
          <w:lang w:bidi="bn-IN"/>
        </w:rPr>
        <w:t>পু</w:t>
      </w:r>
      <w:r w:rsidRPr="007710BF">
        <w:rPr>
          <w:rFonts w:hint="cs"/>
          <w:cs/>
          <w:lang w:bidi="bn-IN"/>
        </w:rPr>
        <w:t>ঙ্খরূপে</w:t>
      </w:r>
      <w:r w:rsidR="00D64CB3">
        <w:rPr>
          <w:cs/>
          <w:lang w:bidi="bn-IN"/>
        </w:rPr>
        <w:t xml:space="preserve"> ঐ এলাকার বর্ণনা সে</w:t>
      </w:r>
      <w:r w:rsidR="00D64CB3">
        <w:rPr>
          <w:lang w:bidi="bn-IN"/>
        </w:rPr>
        <w:t xml:space="preserve"> </w:t>
      </w:r>
      <w:r w:rsidRPr="007710BF">
        <w:rPr>
          <w:cs/>
          <w:lang w:bidi="bn-IN"/>
        </w:rPr>
        <w:t>আপনাকে দান করবে। যেমন এ মহ</w:t>
      </w:r>
      <w:r w:rsidR="006B46F0">
        <w:rPr>
          <w:cs/>
          <w:lang w:bidi="bn-IN"/>
        </w:rPr>
        <w:t>ল্লা</w:t>
      </w:r>
      <w:r w:rsidRPr="007710BF">
        <w:rPr>
          <w:rFonts w:hint="cs"/>
          <w:cs/>
          <w:lang w:bidi="bn-IN"/>
        </w:rPr>
        <w:t>য় কতটি গলি রয়েছে</w:t>
      </w:r>
      <w:r w:rsidR="00895143">
        <w:t>,</w:t>
      </w:r>
      <w:r w:rsidRPr="007710BF">
        <w:rPr>
          <w:cs/>
          <w:lang w:bidi="bn-IN"/>
        </w:rPr>
        <w:t>গলিগুলোর মধ্যে কোন সংযোগ আছে</w:t>
      </w:r>
      <w:r w:rsidR="00D64CB3">
        <w:rPr>
          <w:lang w:bidi="bn-IN"/>
        </w:rPr>
        <w:t xml:space="preserve"> </w:t>
      </w:r>
      <w:r w:rsidRPr="007710BF">
        <w:rPr>
          <w:cs/>
          <w:lang w:bidi="bn-IN"/>
        </w:rPr>
        <w:t>কিনা</w:t>
      </w:r>
      <w:r w:rsidR="00895143">
        <w:t>,</w:t>
      </w:r>
      <w:r w:rsidRPr="007710BF">
        <w:rPr>
          <w:cs/>
          <w:lang w:bidi="bn-IN"/>
        </w:rPr>
        <w:t>প্রতি গলিতে কতটি বাড়ী রয়েছে</w:t>
      </w:r>
      <w:r w:rsidR="00895143">
        <w:t>,</w:t>
      </w:r>
      <w:r w:rsidR="00D64CB3">
        <w:rPr>
          <w:cs/>
          <w:lang w:bidi="bn-IN"/>
        </w:rPr>
        <w:t>এমনকি দালানগুলোর কোনটি</w:t>
      </w:r>
      <w:r w:rsidRPr="007710BF">
        <w:rPr>
          <w:cs/>
          <w:lang w:bidi="bn-IN"/>
        </w:rPr>
        <w:t xml:space="preserve"> হলুদ</w:t>
      </w:r>
      <w:r w:rsidR="00895143">
        <w:t>,</w:t>
      </w:r>
      <w:r w:rsidR="00D64CB3">
        <w:rPr>
          <w:cs/>
          <w:lang w:bidi="bn-IN"/>
        </w:rPr>
        <w:t>কোনটি</w:t>
      </w:r>
      <w:r w:rsidRPr="007710BF">
        <w:rPr>
          <w:cs/>
          <w:lang w:bidi="bn-IN"/>
        </w:rPr>
        <w:t xml:space="preserve"> সাদা</w:t>
      </w:r>
      <w:r w:rsidR="00895143">
        <w:t>,</w:t>
      </w:r>
      <w:r w:rsidR="00D64CB3">
        <w:rPr>
          <w:cs/>
          <w:lang w:bidi="bn-IN"/>
        </w:rPr>
        <w:t>কোনটি</w:t>
      </w:r>
      <w:r w:rsidR="00D64CB3">
        <w:rPr>
          <w:lang w:bidi="bn-IN"/>
        </w:rPr>
        <w:t xml:space="preserve"> </w:t>
      </w:r>
      <w:r w:rsidRPr="007710BF">
        <w:rPr>
          <w:cs/>
          <w:lang w:bidi="bn-IN"/>
        </w:rPr>
        <w:t>লাল রংয়ের সবই সে জানে।</w:t>
      </w:r>
    </w:p>
    <w:p w:rsidR="00D64CB3" w:rsidRDefault="007710BF" w:rsidP="00D64CB3">
      <w:pPr>
        <w:pStyle w:val="libNormal"/>
        <w:rPr>
          <w:lang w:bidi="bn-IN"/>
        </w:rPr>
      </w:pPr>
      <w:r w:rsidRPr="007710BF">
        <w:rPr>
          <w:cs/>
          <w:lang w:bidi="bn-IN"/>
        </w:rPr>
        <w:t xml:space="preserve">যদি ঐ প্রকৌশলী যিনি এ শহর </w:t>
      </w:r>
      <w:r w:rsidR="000C4B23">
        <w:rPr>
          <w:cs/>
          <w:lang w:bidi="bn-IN"/>
        </w:rPr>
        <w:t>সম্পর্কে</w:t>
      </w:r>
      <w:r w:rsidRPr="007710BF">
        <w:rPr>
          <w:cs/>
          <w:lang w:bidi="bn-IN"/>
        </w:rPr>
        <w:t xml:space="preserve"> সার্বিক ধারণা রাখেন </w:t>
      </w:r>
      <w:r w:rsidR="000459F1">
        <w:rPr>
          <w:cs/>
          <w:lang w:bidi="bn-IN"/>
        </w:rPr>
        <w:t>তাকে</w:t>
      </w:r>
      <w:r w:rsidRPr="007710BF">
        <w:rPr>
          <w:cs/>
          <w:lang w:bidi="bn-IN"/>
        </w:rPr>
        <w:t xml:space="preserve"> এ মহ</w:t>
      </w:r>
      <w:r w:rsidR="006B46F0">
        <w:rPr>
          <w:cs/>
          <w:lang w:bidi="bn-IN"/>
        </w:rPr>
        <w:t>ল্লা</w:t>
      </w:r>
      <w:r w:rsidRPr="007710BF">
        <w:rPr>
          <w:rFonts w:hint="cs"/>
          <w:cs/>
          <w:lang w:bidi="bn-IN"/>
        </w:rPr>
        <w:t>র গলিগুলোর</w:t>
      </w:r>
      <w:r w:rsidR="00D64CB3">
        <w:rPr>
          <w:lang w:bidi="bn-IN"/>
        </w:rPr>
        <w:t xml:space="preserve"> </w:t>
      </w:r>
      <w:r w:rsidRPr="007710BF">
        <w:rPr>
          <w:rFonts w:hint="cs"/>
          <w:cs/>
          <w:lang w:bidi="bn-IN"/>
        </w:rPr>
        <w:t>ব্যাপারে প্রশ্ন করেন তাহলে দেখবেন তিনি হয়তো এর কিছুই জানেন না। এ শহরের বিভিন্ন অংশ</w:t>
      </w:r>
      <w:r w:rsidR="00D64CB3">
        <w:rPr>
          <w:lang w:bidi="bn-IN"/>
        </w:rPr>
        <w:t xml:space="preserve"> </w:t>
      </w:r>
      <w:r w:rsidR="000C4B23">
        <w:rPr>
          <w:rFonts w:hint="cs"/>
          <w:cs/>
          <w:lang w:bidi="bn-IN"/>
        </w:rPr>
        <w:t>সম্পর্কে</w:t>
      </w:r>
      <w:r w:rsidRPr="007710BF">
        <w:rPr>
          <w:rFonts w:hint="cs"/>
          <w:cs/>
          <w:lang w:bidi="bn-IN"/>
        </w:rPr>
        <w:t xml:space="preserve">ও </w:t>
      </w:r>
      <w:r w:rsidR="00FE6D44">
        <w:rPr>
          <w:rFonts w:hint="cs"/>
          <w:cs/>
          <w:lang w:bidi="bn-IN"/>
        </w:rPr>
        <w:t>তার</w:t>
      </w:r>
      <w:r w:rsidRPr="007710BF">
        <w:rPr>
          <w:rFonts w:hint="cs"/>
          <w:cs/>
          <w:lang w:bidi="bn-IN"/>
        </w:rPr>
        <w:t xml:space="preserve"> জানা নেই।</w:t>
      </w:r>
    </w:p>
    <w:p w:rsidR="00D64CB3" w:rsidRDefault="007710BF" w:rsidP="00D64CB3">
      <w:pPr>
        <w:pStyle w:val="libNormal"/>
        <w:rPr>
          <w:lang w:bidi="bn-IN"/>
        </w:rPr>
      </w:pPr>
      <w:r w:rsidRPr="007710BF">
        <w:rPr>
          <w:rFonts w:hint="cs"/>
          <w:cs/>
          <w:lang w:bidi="bn-IN"/>
        </w:rPr>
        <w:t>দার্শনিক তাকেই বলা হয় যিনি অস্তিত্ব জগতের ব্যাপারে সার্বিকভাবে গবেষণা ও পড়াশোনা</w:t>
      </w:r>
      <w:r w:rsidR="00D64CB3">
        <w:rPr>
          <w:lang w:bidi="bn-IN"/>
        </w:rPr>
        <w:t xml:space="preserve"> </w:t>
      </w:r>
      <w:r w:rsidRPr="007710BF">
        <w:rPr>
          <w:rFonts w:hint="cs"/>
          <w:cs/>
          <w:lang w:bidi="bn-IN"/>
        </w:rPr>
        <w:t>করেন। তিনি অস্তিত্বের মূলকে জানতে চান</w:t>
      </w:r>
      <w:r w:rsidR="00895143">
        <w:t>,</w:t>
      </w:r>
      <w:r w:rsidRPr="007710BF">
        <w:rPr>
          <w:cs/>
          <w:lang w:bidi="bn-IN"/>
        </w:rPr>
        <w:t>এর সমাপ্তি কোথায় তা জানতে চান</w:t>
      </w:r>
      <w:r w:rsidR="003936CB">
        <w:t>-</w:t>
      </w:r>
      <w:r w:rsidRPr="007710BF">
        <w:t xml:space="preserve"> </w:t>
      </w:r>
      <w:r w:rsidRPr="007710BF">
        <w:rPr>
          <w:cs/>
          <w:lang w:bidi="bn-IN"/>
        </w:rPr>
        <w:t>জানতে চান এ অস্তিত্ব জগতের উপর ক্রিয়াশীল সার্বিক কানুনগুলো কি। কিন্তু এই দার্শনিককে যদি আপনি বিশেষ কোনবৃক্ষ</w:t>
      </w:r>
      <w:r w:rsidR="00895143">
        <w:t>,</w:t>
      </w:r>
      <w:r w:rsidRPr="007710BF">
        <w:rPr>
          <w:cs/>
          <w:lang w:bidi="bn-IN"/>
        </w:rPr>
        <w:t>প্রাণী বা খনিজ অথবা পৃথিবী ও সূর্যের বৈশিষ্ট্য নিয়ে প্রশ্ন করেন হয়তো দেখবেন তিনি কোন</w:t>
      </w:r>
      <w:r w:rsidR="00D64CB3">
        <w:rPr>
          <w:lang w:bidi="bn-IN"/>
        </w:rPr>
        <w:t xml:space="preserve"> </w:t>
      </w:r>
      <w:r w:rsidRPr="007710BF">
        <w:rPr>
          <w:cs/>
          <w:lang w:bidi="bn-IN"/>
        </w:rPr>
        <w:t>তথ্যই জানেন না।</w:t>
      </w:r>
    </w:p>
    <w:p w:rsidR="00D64CB3" w:rsidRDefault="007710BF" w:rsidP="00D64CB3">
      <w:pPr>
        <w:pStyle w:val="libNormal"/>
      </w:pPr>
      <w:r w:rsidRPr="007710BF">
        <w:rPr>
          <w:cs/>
          <w:lang w:bidi="bn-IN"/>
        </w:rPr>
        <w:t xml:space="preserve">দার্শনিকের নিকট প্রজ্ঞার অর্থ অস্তিত্ব জগৎ </w:t>
      </w:r>
      <w:r w:rsidR="000C4B23">
        <w:rPr>
          <w:cs/>
          <w:lang w:bidi="bn-IN"/>
        </w:rPr>
        <w:t>সম্পর্কে</w:t>
      </w:r>
      <w:r w:rsidRPr="007710BF">
        <w:rPr>
          <w:cs/>
          <w:lang w:bidi="bn-IN"/>
        </w:rPr>
        <w:t xml:space="preserve"> সার্বিক ধারণা। বিশ্ব জগৎ </w:t>
      </w:r>
      <w:r w:rsidR="000C4B23">
        <w:rPr>
          <w:cs/>
          <w:lang w:bidi="bn-IN"/>
        </w:rPr>
        <w:t>সম্পর্কে</w:t>
      </w:r>
      <w:r w:rsidRPr="007710BF">
        <w:rPr>
          <w:cs/>
          <w:lang w:bidi="bn-IN"/>
        </w:rPr>
        <w:t xml:space="preserve"> যে সার্বিক</w:t>
      </w:r>
      <w:r w:rsidR="00D64CB3">
        <w:rPr>
          <w:lang w:bidi="bn-IN"/>
        </w:rPr>
        <w:t xml:space="preserve"> </w:t>
      </w:r>
      <w:r w:rsidRPr="007710BF">
        <w:rPr>
          <w:cs/>
          <w:lang w:bidi="bn-IN"/>
        </w:rPr>
        <w:t>ধারণা একজন বিজ্ঞের মানসপটে প্রতিফলিত হয় অথবা সমগ্র অস্তিত্ব জগৎ যে অস্পষ্টরূপে কোন</w:t>
      </w:r>
      <w:r w:rsidR="00D64CB3">
        <w:rPr>
          <w:lang w:bidi="bn-IN"/>
        </w:rPr>
        <w:t xml:space="preserve"> </w:t>
      </w:r>
      <w:r w:rsidRPr="007710BF">
        <w:rPr>
          <w:cs/>
          <w:lang w:bidi="bn-IN"/>
        </w:rPr>
        <w:t>প্রজ্ঞাবান ব্যক্তির বুদ্ধিবৃত্তিতে ধরা দেয় সেটাই দার্শনিকের জ্ঞান। একজন দার্শনিকের দৃষ্টিতে মানুষের</w:t>
      </w:r>
      <w:r w:rsidR="00D64CB3">
        <w:rPr>
          <w:lang w:bidi="bn-IN"/>
        </w:rPr>
        <w:t xml:space="preserve"> </w:t>
      </w:r>
      <w:r w:rsidRPr="007710BF">
        <w:rPr>
          <w:cs/>
          <w:lang w:bidi="bn-IN"/>
        </w:rPr>
        <w:t>পূর্ণতা এটাই যে</w:t>
      </w:r>
      <w:r w:rsidR="00895143">
        <w:t>,</w:t>
      </w:r>
      <w:r w:rsidRPr="007710BF">
        <w:rPr>
          <w:cs/>
          <w:lang w:bidi="bn-IN"/>
        </w:rPr>
        <w:t>সে সমগ্র অস্তিত্ব জগতকে তার বুদ্ধিবৃত্তিতে প্র</w:t>
      </w:r>
      <w:r w:rsidR="00D64CB3">
        <w:rPr>
          <w:cs/>
          <w:lang w:bidi="bn-IN"/>
        </w:rPr>
        <w:t>তিফলিত করবে। তার এ জ্ঞান আংশিক</w:t>
      </w:r>
      <w:r w:rsidR="00D64CB3">
        <w:rPr>
          <w:lang w:bidi="bn-IN"/>
        </w:rPr>
        <w:t xml:space="preserve"> </w:t>
      </w:r>
      <w:r w:rsidRPr="007710BF">
        <w:rPr>
          <w:cs/>
          <w:lang w:bidi="bn-IN"/>
        </w:rPr>
        <w:t>নয় যে</w:t>
      </w:r>
      <w:r w:rsidR="00895143">
        <w:t>,</w:t>
      </w:r>
      <w:r w:rsidRPr="007710BF">
        <w:rPr>
          <w:cs/>
          <w:lang w:bidi="bn-IN"/>
        </w:rPr>
        <w:t xml:space="preserve">অস্তিত্ব জগতের এক অংশ </w:t>
      </w:r>
      <w:r w:rsidR="000C4B23">
        <w:rPr>
          <w:cs/>
          <w:lang w:bidi="bn-IN"/>
        </w:rPr>
        <w:t>সম্পর্কে</w:t>
      </w:r>
      <w:r w:rsidRPr="007710BF">
        <w:rPr>
          <w:cs/>
          <w:lang w:bidi="bn-IN"/>
        </w:rPr>
        <w:t xml:space="preserve"> সে জ্ঞাত অন্য অংশ </w:t>
      </w:r>
      <w:r w:rsidR="000C4B23">
        <w:rPr>
          <w:cs/>
          <w:lang w:bidi="bn-IN"/>
        </w:rPr>
        <w:t>সম্পর্কে</w:t>
      </w:r>
      <w:r w:rsidRPr="007710BF">
        <w:rPr>
          <w:cs/>
          <w:lang w:bidi="bn-IN"/>
        </w:rPr>
        <w:t xml:space="preserve"> নয়। এ বিষয়টিকে </w:t>
      </w:r>
      <w:r w:rsidR="00FE6D44">
        <w:rPr>
          <w:cs/>
          <w:lang w:bidi="bn-IN"/>
        </w:rPr>
        <w:t>তারা</w:t>
      </w:r>
      <w:r w:rsidR="00D64CB3">
        <w:rPr>
          <w:lang w:bidi="bn-IN"/>
        </w:rPr>
        <w:t xml:space="preserve"> </w:t>
      </w:r>
      <w:r w:rsidRPr="007710BF">
        <w:rPr>
          <w:cs/>
          <w:lang w:bidi="bn-IN"/>
        </w:rPr>
        <w:t>এভাবে সংজ্ঞায়িত করেন</w:t>
      </w:r>
      <w:r w:rsidR="00895143">
        <w:t>,</w:t>
      </w:r>
    </w:p>
    <w:p w:rsidR="00D64CB3" w:rsidRDefault="00D64CB3" w:rsidP="00D64CB3">
      <w:pPr>
        <w:pStyle w:val="libArCenter"/>
        <w:rPr>
          <w:rtl/>
          <w:lang w:bidi="fa-IR"/>
        </w:rPr>
      </w:pPr>
      <w:r>
        <w:rPr>
          <w:rFonts w:hint="cs"/>
          <w:rtl/>
          <w:lang w:bidi="ar-SA"/>
        </w:rPr>
        <w:t>صیرو</w:t>
      </w:r>
      <w:r>
        <w:rPr>
          <w:rFonts w:hint="cs"/>
          <w:rtl/>
          <w:lang w:bidi="fa-IR"/>
        </w:rPr>
        <w:t>ة</w:t>
      </w:r>
      <w:r>
        <w:rPr>
          <w:rFonts w:hint="cs"/>
          <w:rtl/>
          <w:lang w:bidi="ar-SA"/>
        </w:rPr>
        <w:t xml:space="preserve"> الإنسان عالما عقلیا مضاهیا العینی</w:t>
      </w:r>
    </w:p>
    <w:p w:rsidR="00D64CB3" w:rsidRPr="00D64CB3" w:rsidRDefault="00D64CB3" w:rsidP="00D64CB3">
      <w:pPr>
        <w:pStyle w:val="libArCenter"/>
        <w:rPr>
          <w:rtl/>
          <w:lang w:bidi="fa-IR"/>
        </w:rPr>
      </w:pPr>
    </w:p>
    <w:p w:rsidR="00D64CB3" w:rsidRDefault="007710BF" w:rsidP="00D64CB3">
      <w:pPr>
        <w:pStyle w:val="libNormal"/>
        <w:rPr>
          <w:lang w:bidi="bn-IN"/>
        </w:rPr>
      </w:pPr>
      <w:r w:rsidRPr="007710BF">
        <w:rPr>
          <w:cs/>
          <w:lang w:bidi="bn-IN"/>
        </w:rPr>
        <w:t>বাস্তব পৃথিবীর অনুরূপ বুদ্ধিবৃত্তিক বিশ্বের মানুষ হওয়া অর্থাৎ মানুষ বহির্বিশ্বের বিপরীতে নিজে একবিশ্ব হবে। তবে ঐ বহির্বিশ্ব হলো বাস্তব বিশ্ব</w:t>
      </w:r>
      <w:r w:rsidR="00895143">
        <w:t>,</w:t>
      </w:r>
      <w:r w:rsidRPr="007710BF">
        <w:rPr>
          <w:cs/>
          <w:lang w:bidi="bn-IN"/>
        </w:rPr>
        <w:t>আর মানুষের ভেতরের বিশ্ব হলো বুদ্ধিবৃত্তিক বিশ্ব।</w:t>
      </w:r>
    </w:p>
    <w:p w:rsidR="00976EDB" w:rsidRDefault="007710BF" w:rsidP="00976EDB">
      <w:pPr>
        <w:pStyle w:val="libCenter"/>
        <w:rPr>
          <w:lang w:bidi="bn-IN"/>
        </w:rPr>
      </w:pPr>
      <w:r w:rsidRPr="001933EC">
        <w:rPr>
          <w:rStyle w:val="libAlaemChar"/>
        </w:rPr>
        <w:t>“</w:t>
      </w:r>
      <w:r w:rsidRPr="007710BF">
        <w:rPr>
          <w:cs/>
          <w:lang w:bidi="bn-IN"/>
        </w:rPr>
        <w:t>যে কেউ জ্ঞান করেছে আহরণ</w:t>
      </w:r>
    </w:p>
    <w:p w:rsidR="00976EDB" w:rsidRDefault="007710BF" w:rsidP="00976EDB">
      <w:pPr>
        <w:pStyle w:val="libCenter"/>
        <w:rPr>
          <w:rStyle w:val="libAlaemChar"/>
        </w:rPr>
      </w:pPr>
      <w:r w:rsidRPr="007710BF">
        <w:rPr>
          <w:cs/>
          <w:lang w:bidi="bn-IN"/>
        </w:rPr>
        <w:t>এক বিশ্ব তারই অনুরূপ করেছে ধারণ।</w:t>
      </w:r>
      <w:r w:rsidRPr="001933EC">
        <w:rPr>
          <w:rStyle w:val="libAlaemChar"/>
        </w:rPr>
        <w:t>”</w:t>
      </w:r>
    </w:p>
    <w:p w:rsidR="00976EDB" w:rsidRDefault="007710BF" w:rsidP="00976EDB">
      <w:pPr>
        <w:pStyle w:val="libCenter"/>
        <w:rPr>
          <w:lang w:bidi="bn-IN"/>
        </w:rPr>
      </w:pPr>
      <w:r w:rsidRPr="007710BF">
        <w:rPr>
          <w:cs/>
          <w:lang w:bidi="bn-IN"/>
        </w:rPr>
        <w:t>কবিতার এ ছত্র এটাই বলতে চায়।</w:t>
      </w:r>
    </w:p>
    <w:p w:rsidR="00976EDB" w:rsidRDefault="007710BF" w:rsidP="00D64CB3">
      <w:pPr>
        <w:pStyle w:val="libNormal"/>
        <w:rPr>
          <w:lang w:bidi="bn-IN"/>
        </w:rPr>
      </w:pPr>
      <w:r w:rsidRPr="007710BF">
        <w:rPr>
          <w:cs/>
          <w:lang w:bidi="bn-IN"/>
        </w:rPr>
        <w:t xml:space="preserve">দর্শনের ধারণায় পূর্ণ মানব তিনিই </w:t>
      </w:r>
      <w:r w:rsidR="00611BB9">
        <w:rPr>
          <w:cs/>
          <w:lang w:bidi="bn-IN"/>
        </w:rPr>
        <w:t>যা</w:t>
      </w:r>
      <w:r w:rsidRPr="007710BF">
        <w:rPr>
          <w:cs/>
          <w:lang w:bidi="bn-IN"/>
        </w:rPr>
        <w:t xml:space="preserve">র বুদ্ধিবৃত্তি পূর্ণতায় </w:t>
      </w:r>
      <w:r w:rsidR="00611BB9">
        <w:rPr>
          <w:cs/>
          <w:lang w:bidi="bn-IN"/>
        </w:rPr>
        <w:t>পৌ</w:t>
      </w:r>
      <w:r w:rsidRPr="007710BF">
        <w:rPr>
          <w:cs/>
          <w:lang w:bidi="bn-IN"/>
        </w:rPr>
        <w:t xml:space="preserve">ছেছে এ </w:t>
      </w:r>
      <w:r w:rsidR="00695D8C">
        <w:rPr>
          <w:cs/>
          <w:lang w:bidi="bn-IN"/>
        </w:rPr>
        <w:t>অর্থে</w:t>
      </w:r>
      <w:r w:rsidRPr="007710BF">
        <w:rPr>
          <w:cs/>
          <w:lang w:bidi="bn-IN"/>
        </w:rPr>
        <w:t xml:space="preserve"> যে</w:t>
      </w:r>
      <w:r w:rsidR="00895143">
        <w:t>,</w:t>
      </w:r>
      <w:r w:rsidR="00976EDB">
        <w:rPr>
          <w:cs/>
          <w:lang w:bidi="bn-IN"/>
        </w:rPr>
        <w:t>অস্তিত্ব জগতের</w:t>
      </w:r>
      <w:r w:rsidR="00976EDB">
        <w:rPr>
          <w:lang w:bidi="bn-IN"/>
        </w:rPr>
        <w:t xml:space="preserve"> </w:t>
      </w:r>
      <w:r w:rsidRPr="007710BF">
        <w:rPr>
          <w:cs/>
          <w:lang w:bidi="bn-IN"/>
        </w:rPr>
        <w:t xml:space="preserve">আকৃতি ও প্রকৃতি </w:t>
      </w:r>
      <w:r w:rsidR="00FE6D44">
        <w:rPr>
          <w:cs/>
          <w:lang w:bidi="bn-IN"/>
        </w:rPr>
        <w:t>তার</w:t>
      </w:r>
      <w:r w:rsidRPr="007710BF">
        <w:rPr>
          <w:cs/>
          <w:lang w:bidi="bn-IN"/>
        </w:rPr>
        <w:t xml:space="preserve"> বুদ্ধিবৃত্তিতে পূর্ণরূপে ধরা দিয়েছে। কিন্তু কিসের মাধ্যমে</w:t>
      </w:r>
      <w:r w:rsidRPr="007710BF">
        <w:t xml:space="preserve">? </w:t>
      </w:r>
      <w:r w:rsidRPr="007710BF">
        <w:rPr>
          <w:cs/>
          <w:lang w:bidi="bn-IN"/>
        </w:rPr>
        <w:t>চিন্তার মাধ্যমে</w:t>
      </w:r>
      <w:r w:rsidR="00895143">
        <w:t>,</w:t>
      </w:r>
      <w:r w:rsidRPr="007710BF">
        <w:rPr>
          <w:cs/>
          <w:lang w:bidi="bn-IN"/>
        </w:rPr>
        <w:t xml:space="preserve">দলিল-প্রমাণ ও যুক্তির মাধ্যমে সে এখানে </w:t>
      </w:r>
      <w:r w:rsidR="00611BB9">
        <w:rPr>
          <w:cs/>
          <w:lang w:bidi="bn-IN"/>
        </w:rPr>
        <w:t>পৌ</w:t>
      </w:r>
      <w:r w:rsidRPr="007710BF">
        <w:rPr>
          <w:cs/>
          <w:lang w:bidi="bn-IN"/>
        </w:rPr>
        <w:t>ছেছে।</w:t>
      </w:r>
    </w:p>
    <w:p w:rsidR="00976EDB" w:rsidRDefault="007710BF" w:rsidP="00976EDB">
      <w:pPr>
        <w:pStyle w:val="libNormal"/>
        <w:rPr>
          <w:lang w:bidi="bn-IN"/>
        </w:rPr>
      </w:pPr>
      <w:r w:rsidRPr="007710BF">
        <w:rPr>
          <w:cs/>
          <w:lang w:bidi="bn-IN"/>
        </w:rPr>
        <w:t xml:space="preserve">কিন্তু দর্শন এখানেই পরিতৃপ্ত নয়। </w:t>
      </w:r>
      <w:r w:rsidR="00FE6D44">
        <w:rPr>
          <w:cs/>
          <w:lang w:bidi="bn-IN"/>
        </w:rPr>
        <w:t>তারা</w:t>
      </w:r>
      <w:r w:rsidRPr="007710BF">
        <w:rPr>
          <w:cs/>
          <w:lang w:bidi="bn-IN"/>
        </w:rPr>
        <w:t xml:space="preserve"> বলেন প্রজ্ঞা দু</w:t>
      </w:r>
      <w:r w:rsidRPr="001933EC">
        <w:rPr>
          <w:rStyle w:val="libAlaemChar"/>
        </w:rPr>
        <w:t>’</w:t>
      </w:r>
      <w:r w:rsidRPr="007710BF">
        <w:rPr>
          <w:cs/>
          <w:lang w:bidi="bn-IN"/>
        </w:rPr>
        <w:t>ধরনের : এক</w:t>
      </w:r>
      <w:r w:rsidR="00895143">
        <w:t>,</w:t>
      </w:r>
      <w:r w:rsidRPr="007710BF">
        <w:rPr>
          <w:cs/>
          <w:lang w:bidi="bn-IN"/>
        </w:rPr>
        <w:t>তত্ত্বগত প্রজ্ঞা অর্থাৎ</w:t>
      </w:r>
      <w:r w:rsidR="00976EDB">
        <w:rPr>
          <w:lang w:bidi="bn-IN"/>
        </w:rPr>
        <w:t xml:space="preserve"> </w:t>
      </w:r>
      <w:r w:rsidRPr="007710BF">
        <w:rPr>
          <w:cs/>
          <w:lang w:bidi="bn-IN"/>
        </w:rPr>
        <w:t xml:space="preserve">বিশ্বজগতের পরিচয় লাভ যেভাবে আমরা পূর্বে </w:t>
      </w:r>
      <w:r w:rsidR="00906B99">
        <w:rPr>
          <w:cs/>
          <w:lang w:bidi="bn-IN"/>
        </w:rPr>
        <w:t>উল্লেখ</w:t>
      </w:r>
      <w:r w:rsidRPr="007710BF">
        <w:rPr>
          <w:rFonts w:hint="cs"/>
          <w:cs/>
          <w:lang w:bidi="bn-IN"/>
        </w:rPr>
        <w:t xml:space="preserve"> করেছি</w:t>
      </w:r>
      <w:r w:rsidRPr="007710BF">
        <w:t xml:space="preserve">; </w:t>
      </w:r>
      <w:r w:rsidRPr="007710BF">
        <w:rPr>
          <w:cs/>
          <w:lang w:bidi="bn-IN"/>
        </w:rPr>
        <w:t>দুই</w:t>
      </w:r>
      <w:r w:rsidR="00895143">
        <w:t>,</w:t>
      </w:r>
      <w:r w:rsidRPr="007710BF">
        <w:rPr>
          <w:cs/>
          <w:lang w:bidi="bn-IN"/>
        </w:rPr>
        <w:t>ব্যবহারিক প্রজ্ঞা। ব্যবহারিক প্রজ্ঞা</w:t>
      </w:r>
      <w:r w:rsidR="00976EDB">
        <w:rPr>
          <w:lang w:bidi="bn-IN"/>
        </w:rPr>
        <w:t xml:space="preserve"> </w:t>
      </w:r>
      <w:r w:rsidRPr="007710BF">
        <w:rPr>
          <w:cs/>
          <w:lang w:bidi="bn-IN"/>
        </w:rPr>
        <w:t>কি</w:t>
      </w:r>
      <w:r w:rsidRPr="007710BF">
        <w:t xml:space="preserve">? </w:t>
      </w:r>
      <w:r w:rsidRPr="007710BF">
        <w:rPr>
          <w:cs/>
          <w:lang w:bidi="bn-IN"/>
        </w:rPr>
        <w:t xml:space="preserve">ব্যবহারিক প্রজ্ঞা (ব্যবহারিক প্রজ্ঞাও বুদ্ধিবৃত্তির সাথে সম্পর্কিত) হলো মানুষের সকল </w:t>
      </w:r>
      <w:r w:rsidR="00D009A1">
        <w:rPr>
          <w:cs/>
          <w:lang w:bidi="bn-IN"/>
        </w:rPr>
        <w:t>প্রবৃত্তি</w:t>
      </w:r>
      <w:r w:rsidR="00895143">
        <w:t>,</w:t>
      </w:r>
      <w:r w:rsidRPr="007710BF">
        <w:rPr>
          <w:cs/>
          <w:lang w:bidi="bn-IN"/>
        </w:rPr>
        <w:t>শক্তিও ক্ষমতার উপর বুদ্ধিবৃত্তির প্রাধান্য ও নিয়ন্ত্রণ। (আমাদের নৈতিকতা সম্পর্কিত গ্র</w:t>
      </w:r>
      <w:r w:rsidR="00976EDB" w:rsidRPr="00976EDB">
        <w:rPr>
          <w:cs/>
          <w:lang w:bidi="bn-IN"/>
        </w:rPr>
        <w:t>ন্থ</w:t>
      </w:r>
      <w:r w:rsidRPr="007710BF">
        <w:rPr>
          <w:cs/>
          <w:lang w:bidi="bn-IN"/>
        </w:rPr>
        <w:t>গুলো অধ্যয়ন</w:t>
      </w:r>
      <w:r w:rsidRPr="001933EC">
        <w:rPr>
          <w:rStyle w:val="libAlaemChar"/>
        </w:rPr>
        <w:t>’</w:t>
      </w:r>
      <w:r w:rsidR="00976EDB">
        <w:rPr>
          <w:rStyle w:val="libAlaemChar"/>
        </w:rPr>
        <w:t xml:space="preserve"> </w:t>
      </w:r>
      <w:r w:rsidRPr="007710BF">
        <w:rPr>
          <w:cs/>
          <w:lang w:bidi="bn-IN"/>
        </w:rPr>
        <w:t>করলে দেখবেন</w:t>
      </w:r>
      <w:r w:rsidR="00895143">
        <w:t>,</w:t>
      </w:r>
      <w:r w:rsidRPr="007710BF">
        <w:rPr>
          <w:cs/>
          <w:lang w:bidi="bn-IN"/>
        </w:rPr>
        <w:t xml:space="preserve">নৈতিকতার আলোচনাগুলো </w:t>
      </w:r>
      <w:r w:rsidRPr="001933EC">
        <w:rPr>
          <w:rStyle w:val="libAlaemChar"/>
        </w:rPr>
        <w:t>‘</w:t>
      </w:r>
      <w:r w:rsidRPr="007710BF">
        <w:rPr>
          <w:cs/>
          <w:lang w:bidi="bn-IN"/>
        </w:rPr>
        <w:t>সক্রেটিয় নৈতিকতা</w:t>
      </w:r>
      <w:r w:rsidRPr="001933EC">
        <w:rPr>
          <w:rStyle w:val="libAlaemChar"/>
        </w:rPr>
        <w:t>’</w:t>
      </w:r>
      <w:r w:rsidRPr="007710BF">
        <w:rPr>
          <w:cs/>
          <w:lang w:bidi="hi-IN"/>
        </w:rPr>
        <w:t xml:space="preserve">। </w:t>
      </w:r>
      <w:r w:rsidRPr="007710BF">
        <w:rPr>
          <w:cs/>
          <w:lang w:bidi="bn-IN"/>
        </w:rPr>
        <w:t>সক্রেটিয় নৈতিকতায় সব সময়ই</w:t>
      </w:r>
      <w:r w:rsidR="00976EDB">
        <w:rPr>
          <w:lang w:bidi="bn-IN"/>
        </w:rPr>
        <w:t xml:space="preserve"> </w:t>
      </w:r>
      <w:r w:rsidRPr="007710BF">
        <w:rPr>
          <w:cs/>
          <w:lang w:bidi="bn-IN"/>
        </w:rPr>
        <w:t xml:space="preserve">বুদ্ধিবৃত্তির উপর নির্ভর করা হয়েছে। যেমন মানুষের বুদ্ধিবৃত্তি তার </w:t>
      </w:r>
      <w:r w:rsidR="00D009A1">
        <w:rPr>
          <w:cs/>
          <w:lang w:bidi="bn-IN"/>
        </w:rPr>
        <w:t>প্রবৃত্তি</w:t>
      </w:r>
      <w:r w:rsidRPr="007710BF">
        <w:rPr>
          <w:cs/>
          <w:lang w:bidi="bn-IN"/>
        </w:rPr>
        <w:t>র উপর প্রাবল্য লাভ করেছে</w:t>
      </w:r>
      <w:r w:rsidR="00976EDB">
        <w:rPr>
          <w:lang w:bidi="bn-IN"/>
        </w:rPr>
        <w:t xml:space="preserve"> </w:t>
      </w:r>
      <w:r w:rsidRPr="007710BF">
        <w:rPr>
          <w:cs/>
          <w:lang w:bidi="bn-IN"/>
        </w:rPr>
        <w:t xml:space="preserve">নাকি </w:t>
      </w:r>
      <w:r w:rsidR="00D009A1">
        <w:rPr>
          <w:cs/>
          <w:lang w:bidi="bn-IN"/>
        </w:rPr>
        <w:t>প্রবৃত্তি</w:t>
      </w:r>
      <w:r w:rsidRPr="007710BF">
        <w:rPr>
          <w:cs/>
          <w:lang w:bidi="bn-IN"/>
        </w:rPr>
        <w:t xml:space="preserve"> বুদ্ধিবৃত্তির উপর</w:t>
      </w:r>
      <w:r w:rsidRPr="007710BF">
        <w:t xml:space="preserve">?) </w:t>
      </w:r>
      <w:r w:rsidRPr="007710BF">
        <w:rPr>
          <w:cs/>
          <w:lang w:bidi="bn-IN"/>
        </w:rPr>
        <w:t>যদি আপনি তাত্ত্বিক প্রজ্ঞায় চিন্তা ও যুক্তির মাধ্যমে যেমন</w:t>
      </w:r>
      <w:r w:rsidR="00976EDB">
        <w:rPr>
          <w:lang w:bidi="bn-IN"/>
        </w:rPr>
        <w:t xml:space="preserve"> </w:t>
      </w:r>
      <w:r w:rsidRPr="007710BF">
        <w:rPr>
          <w:cs/>
          <w:lang w:bidi="bn-IN"/>
        </w:rPr>
        <w:t>ভাবে বলা</w:t>
      </w:r>
      <w:r w:rsidR="00976EDB">
        <w:rPr>
          <w:lang w:bidi="bn-IN"/>
        </w:rPr>
        <w:t xml:space="preserve"> </w:t>
      </w:r>
      <w:r w:rsidRPr="007710BF">
        <w:rPr>
          <w:cs/>
          <w:lang w:bidi="bn-IN"/>
        </w:rPr>
        <w:t>হয়েছে ঠিক তেমনভাবে বিশ্বকে আপনার চিন্তার জগতে প্রতিফলিত করতে পারেন সে সাথে ব্যবহারিক</w:t>
      </w:r>
      <w:r w:rsidR="00976EDB">
        <w:rPr>
          <w:lang w:bidi="bn-IN"/>
        </w:rPr>
        <w:t xml:space="preserve"> </w:t>
      </w:r>
      <w:r w:rsidRPr="007710BF">
        <w:rPr>
          <w:cs/>
          <w:lang w:bidi="bn-IN"/>
        </w:rPr>
        <w:t xml:space="preserve">প্রজ্ঞার ক্ষেত্রে আপনার বুদ্ধিবৃত্তিকে নাফ্স বা </w:t>
      </w:r>
      <w:r w:rsidR="00D009A1">
        <w:rPr>
          <w:cs/>
          <w:lang w:bidi="bn-IN"/>
        </w:rPr>
        <w:t>প্রবৃত্তি</w:t>
      </w:r>
      <w:r w:rsidRPr="007710BF">
        <w:rPr>
          <w:cs/>
          <w:lang w:bidi="bn-IN"/>
        </w:rPr>
        <w:t>র উপর বিজয় দান করতে পারেন এমনভাবে যে</w:t>
      </w:r>
      <w:r w:rsidR="00895143">
        <w:t>,</w:t>
      </w:r>
      <w:r w:rsidRPr="007710BF">
        <w:rPr>
          <w:cs/>
          <w:lang w:bidi="bn-IN"/>
        </w:rPr>
        <w:t xml:space="preserve">আপনার </w:t>
      </w:r>
      <w:r w:rsidR="00D009A1">
        <w:rPr>
          <w:cs/>
          <w:lang w:bidi="bn-IN"/>
        </w:rPr>
        <w:t>প্রবৃত্তি</w:t>
      </w:r>
      <w:r w:rsidRPr="007710BF">
        <w:rPr>
          <w:cs/>
          <w:lang w:bidi="bn-IN"/>
        </w:rPr>
        <w:t xml:space="preserve"> ও কামনা বুদ্ধিবৃত্তির নিয়ন্ত্রণে থাকে তখন আপনাকে পূর্ণ মানব বা ইনসানে কামেল</w:t>
      </w:r>
      <w:r w:rsidR="00976EDB">
        <w:rPr>
          <w:lang w:bidi="bn-IN"/>
        </w:rPr>
        <w:t xml:space="preserve"> </w:t>
      </w:r>
      <w:r w:rsidRPr="007710BF">
        <w:rPr>
          <w:cs/>
          <w:lang w:bidi="bn-IN"/>
        </w:rPr>
        <w:t>বলা যাবে। এই মতবাদকে আকলের মতবাদ বা বুদ্ধিবৃত্তিক প্রজ্ঞার মতবাদ বলা হয়। পরবর্তী</w:t>
      </w:r>
      <w:r w:rsidR="00976EDB">
        <w:rPr>
          <w:lang w:bidi="bn-IN"/>
        </w:rPr>
        <w:t xml:space="preserve"> </w:t>
      </w:r>
      <w:r w:rsidRPr="007710BF">
        <w:rPr>
          <w:cs/>
          <w:lang w:bidi="bn-IN"/>
        </w:rPr>
        <w:t xml:space="preserve">বৈঠকগুলোতে এ মতবাদগুলো </w:t>
      </w:r>
      <w:r w:rsidR="000C4B23">
        <w:rPr>
          <w:cs/>
          <w:lang w:bidi="bn-IN"/>
        </w:rPr>
        <w:t>সম্পর্কে</w:t>
      </w:r>
      <w:r w:rsidRPr="007710BF">
        <w:rPr>
          <w:cs/>
          <w:lang w:bidi="bn-IN"/>
        </w:rPr>
        <w:t xml:space="preserve"> ইসলামের দৃষ্টিভঙ্গি আলোচনা করব। প্রথমে মতবাদগুলোকে</w:t>
      </w:r>
      <w:r w:rsidR="00976EDB">
        <w:rPr>
          <w:lang w:bidi="bn-IN"/>
        </w:rPr>
        <w:t xml:space="preserve"> </w:t>
      </w:r>
      <w:r w:rsidRPr="007710BF">
        <w:rPr>
          <w:cs/>
          <w:lang w:bidi="bn-IN"/>
        </w:rPr>
        <w:t>ব্যাখ্যা করব। অতঃপর ইসলামের দৃষ্টিভঙ্গির আলোচনা রাখব।</w:t>
      </w:r>
    </w:p>
    <w:p w:rsidR="00976EDB" w:rsidRDefault="00976EDB" w:rsidP="00976EDB">
      <w:pPr>
        <w:pStyle w:val="libNormal"/>
        <w:rPr>
          <w:lang w:bidi="bn-IN"/>
        </w:rPr>
      </w:pPr>
    </w:p>
    <w:p w:rsidR="00976EDB" w:rsidRDefault="007710BF" w:rsidP="00976EDB">
      <w:pPr>
        <w:pStyle w:val="libNormal"/>
        <w:rPr>
          <w:rStyle w:val="libBold1Char"/>
        </w:rPr>
      </w:pPr>
      <w:r w:rsidRPr="00976EDB">
        <w:rPr>
          <w:rStyle w:val="libBold1Char"/>
          <w:cs/>
          <w:lang w:bidi="bn-IN"/>
        </w:rPr>
        <w:t>প্রেম বা ভালবাসার মতাদর্শ</w:t>
      </w:r>
    </w:p>
    <w:p w:rsidR="00976EDB" w:rsidRDefault="007710BF" w:rsidP="00976EDB">
      <w:pPr>
        <w:pStyle w:val="libNormal"/>
        <w:rPr>
          <w:lang w:bidi="bn-IN"/>
        </w:rPr>
      </w:pPr>
      <w:r w:rsidRPr="007710BF">
        <w:rPr>
          <w:cs/>
          <w:lang w:bidi="bn-IN"/>
        </w:rPr>
        <w:t>পূর্ণ মানব সম্পর্কিত অন্যতম মতবাদ হলো প্রেম বা ভালবাসার মতবাদ। প্রেমের মতবাদ যাকে</w:t>
      </w:r>
      <w:r w:rsidR="00976EDB">
        <w:rPr>
          <w:lang w:bidi="bn-IN"/>
        </w:rPr>
        <w:t xml:space="preserve"> </w:t>
      </w:r>
      <w:r w:rsidRPr="007710BF">
        <w:rPr>
          <w:cs/>
          <w:lang w:bidi="bn-IN"/>
        </w:rPr>
        <w:t>এরফানও বলা হয়। এ মতবাদ মানুষের পূর্ণতাকে প্রেম বলে জান</w:t>
      </w:r>
      <w:r w:rsidR="00976EDB">
        <w:rPr>
          <w:cs/>
          <w:lang w:bidi="bn-IN"/>
        </w:rPr>
        <w:t>ে। প্রেম বলতে এখানে স্রষ্টা বা</w:t>
      </w:r>
      <w:r w:rsidR="00976EDB">
        <w:rPr>
          <w:lang w:bidi="bn-IN"/>
        </w:rPr>
        <w:t xml:space="preserve"> </w:t>
      </w:r>
      <w:r w:rsidRPr="007710BF">
        <w:rPr>
          <w:cs/>
          <w:lang w:bidi="bn-IN"/>
        </w:rPr>
        <w:t>আ</w:t>
      </w:r>
      <w:r w:rsidR="006B46F0">
        <w:rPr>
          <w:cs/>
          <w:lang w:bidi="bn-IN"/>
        </w:rPr>
        <w:t>ল্লা</w:t>
      </w:r>
      <w:r w:rsidRPr="007710BF">
        <w:rPr>
          <w:rFonts w:hint="cs"/>
          <w:cs/>
          <w:lang w:bidi="bn-IN"/>
        </w:rPr>
        <w:t>হ্ তায়ালার প্রতি ভালবাসা বোঝানো হয়েছে। মানুষকে জানতে হবে প্রেম কিভাবে তাকে সেই</w:t>
      </w:r>
      <w:r w:rsidR="00976EDB">
        <w:rPr>
          <w:lang w:bidi="bn-IN"/>
        </w:rPr>
        <w:t xml:space="preserve"> </w:t>
      </w:r>
      <w:r w:rsidRPr="007710BF">
        <w:rPr>
          <w:rFonts w:hint="cs"/>
          <w:cs/>
          <w:lang w:bidi="bn-IN"/>
        </w:rPr>
        <w:t xml:space="preserve">মহাসত্যের নিকট </w:t>
      </w:r>
      <w:r w:rsidR="00611BB9">
        <w:rPr>
          <w:rFonts w:hint="cs"/>
          <w:cs/>
          <w:lang w:bidi="bn-IN"/>
        </w:rPr>
        <w:t>পৌ</w:t>
      </w:r>
      <w:r w:rsidRPr="007710BF">
        <w:rPr>
          <w:rFonts w:hint="cs"/>
          <w:cs/>
          <w:lang w:bidi="bn-IN"/>
        </w:rPr>
        <w:t>ছে দেয়। বুদ্ধিবৃত্তিক মতবাদ গতির মতবাদ নয়</w:t>
      </w:r>
      <w:r w:rsidR="00895143">
        <w:t>,</w:t>
      </w:r>
      <w:r w:rsidRPr="007710BF">
        <w:rPr>
          <w:cs/>
          <w:lang w:bidi="bn-IN"/>
        </w:rPr>
        <w:t>বরং চিন্তাগত মতবাদ</w:t>
      </w:r>
      <w:r w:rsidR="00976EDB">
        <w:rPr>
          <w:lang w:bidi="bn-IN"/>
        </w:rPr>
        <w:t xml:space="preserve"> </w:t>
      </w:r>
      <w:r w:rsidRPr="007710BF">
        <w:rPr>
          <w:cs/>
          <w:lang w:bidi="bn-IN"/>
        </w:rPr>
        <w:t>(প্রজ্ঞাবান দার্শনিক গতির কথা বলেন না</w:t>
      </w:r>
      <w:r w:rsidR="00895143">
        <w:t>,</w:t>
      </w:r>
      <w:r w:rsidRPr="007710BF">
        <w:rPr>
          <w:cs/>
          <w:lang w:bidi="bn-IN"/>
        </w:rPr>
        <w:t xml:space="preserve">বরং </w:t>
      </w:r>
      <w:r w:rsidR="00FE6D44">
        <w:rPr>
          <w:cs/>
          <w:lang w:bidi="bn-IN"/>
        </w:rPr>
        <w:t>তার</w:t>
      </w:r>
      <w:r w:rsidRPr="007710BF">
        <w:rPr>
          <w:cs/>
          <w:lang w:bidi="bn-IN"/>
        </w:rPr>
        <w:t xml:space="preserve"> ধারণায় সকল গতিই চিন্তাগত)</w:t>
      </w:r>
      <w:r w:rsidRPr="007710BF">
        <w:rPr>
          <w:cs/>
          <w:lang w:bidi="hi-IN"/>
        </w:rPr>
        <w:t xml:space="preserve">। </w:t>
      </w:r>
      <w:r w:rsidRPr="007710BF">
        <w:rPr>
          <w:cs/>
          <w:lang w:bidi="bn-IN"/>
        </w:rPr>
        <w:t>এর বিপরীতে</w:t>
      </w:r>
      <w:r w:rsidR="00976EDB">
        <w:rPr>
          <w:lang w:bidi="bn-IN"/>
        </w:rPr>
        <w:t xml:space="preserve"> </w:t>
      </w:r>
      <w:r w:rsidRPr="007710BF">
        <w:rPr>
          <w:cs/>
          <w:lang w:bidi="bn-IN"/>
        </w:rPr>
        <w:t>প্রেমের মতবাদ গতির মতবাদ। কিন্তু এ গতি সমান্তরাল নয়</w:t>
      </w:r>
      <w:r w:rsidR="00895143">
        <w:t>,</w:t>
      </w:r>
      <w:r w:rsidRPr="007710BF">
        <w:rPr>
          <w:cs/>
          <w:lang w:bidi="bn-IN"/>
        </w:rPr>
        <w:t>বরং লম্বিক ও আরোহ গতি।</w:t>
      </w:r>
      <w:r w:rsidR="00976EDB">
        <w:rPr>
          <w:lang w:bidi="bn-IN"/>
        </w:rPr>
        <w:t xml:space="preserve"> </w:t>
      </w:r>
      <w:r w:rsidRPr="007710BF">
        <w:rPr>
          <w:cs/>
          <w:lang w:bidi="bn-IN"/>
        </w:rPr>
        <w:t xml:space="preserve">প্রাথমিকভাবে মানুষ যখন পূর্ণতায় </w:t>
      </w:r>
      <w:r w:rsidR="00611BB9">
        <w:rPr>
          <w:cs/>
          <w:lang w:bidi="bn-IN"/>
        </w:rPr>
        <w:t>পৌ</w:t>
      </w:r>
      <w:r w:rsidRPr="007710BF">
        <w:rPr>
          <w:cs/>
          <w:lang w:bidi="bn-IN"/>
        </w:rPr>
        <w:t>ছতে চায় তার গতি ঊর্ধ্ব বা আরোহী হওয়া উচিত অর্থাৎ</w:t>
      </w:r>
      <w:r w:rsidR="00976EDB">
        <w:rPr>
          <w:lang w:bidi="bn-IN"/>
        </w:rPr>
        <w:t xml:space="preserve"> </w:t>
      </w:r>
      <w:r w:rsidR="00D009A1">
        <w:rPr>
          <w:cs/>
          <w:lang w:bidi="bn-IN"/>
        </w:rPr>
        <w:t>আল্লাহর</w:t>
      </w:r>
      <w:r w:rsidRPr="007710BF">
        <w:rPr>
          <w:rFonts w:hint="cs"/>
          <w:cs/>
          <w:lang w:bidi="bn-IN"/>
        </w:rPr>
        <w:t xml:space="preserve"> দিকে আরোহণ ও উড্ডয়ন।</w:t>
      </w:r>
    </w:p>
    <w:p w:rsidR="00976EDB" w:rsidRDefault="00FE6D44" w:rsidP="00976EDB">
      <w:pPr>
        <w:pStyle w:val="libNormal"/>
        <w:rPr>
          <w:lang w:bidi="bn-IN"/>
        </w:rPr>
      </w:pPr>
      <w:r>
        <w:rPr>
          <w:rFonts w:hint="cs"/>
          <w:cs/>
          <w:lang w:bidi="bn-IN"/>
        </w:rPr>
        <w:t>তারা</w:t>
      </w:r>
      <w:r w:rsidR="007710BF" w:rsidRPr="007710BF">
        <w:rPr>
          <w:rFonts w:hint="cs"/>
          <w:cs/>
          <w:lang w:bidi="bn-IN"/>
        </w:rPr>
        <w:t xml:space="preserve"> বিশ্বাস করেন এখানে চিন্তা</w:t>
      </w:r>
      <w:r w:rsidR="00895143">
        <w:t>,</w:t>
      </w:r>
      <w:r w:rsidR="007710BF" w:rsidRPr="007710BF">
        <w:rPr>
          <w:cs/>
          <w:lang w:bidi="bn-IN"/>
        </w:rPr>
        <w:t>বুদ্ধিবৃত্তি ও যুক্তির অবকাশ নেই। এখানে শুধু আত্মার কার্যক্রমও গতি রয়েছে এবং আত্মার এ গতি আ</w:t>
      </w:r>
      <w:r w:rsidR="006B46F0">
        <w:rPr>
          <w:cs/>
          <w:lang w:bidi="bn-IN"/>
        </w:rPr>
        <w:t>ল্লা</w:t>
      </w:r>
      <w:r w:rsidR="007710BF" w:rsidRPr="007710BF">
        <w:rPr>
          <w:rFonts w:hint="cs"/>
          <w:cs/>
          <w:lang w:bidi="bn-IN"/>
        </w:rPr>
        <w:t xml:space="preserve">হ্য় গিয়ে </w:t>
      </w:r>
      <w:r w:rsidR="00611BB9">
        <w:rPr>
          <w:rFonts w:hint="cs"/>
          <w:cs/>
          <w:lang w:bidi="bn-IN"/>
        </w:rPr>
        <w:t>পৌ</w:t>
      </w:r>
      <w:r w:rsidR="007710BF" w:rsidRPr="007710BF">
        <w:rPr>
          <w:rFonts w:hint="cs"/>
          <w:cs/>
          <w:lang w:bidi="bn-IN"/>
        </w:rPr>
        <w:t>ছে। সমস্যা এখানেই সৃষ্টি হয়েছে যে</w:t>
      </w:r>
      <w:r w:rsidR="00895143">
        <w:t>,</w:t>
      </w:r>
      <w:r w:rsidR="007710BF" w:rsidRPr="001933EC">
        <w:rPr>
          <w:rStyle w:val="libAlaemChar"/>
        </w:rPr>
        <w:t>‘</w:t>
      </w:r>
      <w:r w:rsidR="007710BF" w:rsidRPr="007710BF">
        <w:rPr>
          <w:cs/>
          <w:lang w:bidi="bn-IN"/>
        </w:rPr>
        <w:t>মানুষ</w:t>
      </w:r>
      <w:r w:rsidR="00976EDB">
        <w:rPr>
          <w:lang w:bidi="bn-IN"/>
        </w:rPr>
        <w:t xml:space="preserve"> </w:t>
      </w:r>
      <w:r w:rsidR="00D009A1">
        <w:rPr>
          <w:cs/>
          <w:lang w:bidi="bn-IN"/>
        </w:rPr>
        <w:t>আল্লাহর</w:t>
      </w:r>
      <w:r w:rsidR="007710BF" w:rsidRPr="007710BF">
        <w:rPr>
          <w:rFonts w:hint="cs"/>
          <w:cs/>
          <w:lang w:bidi="bn-IN"/>
        </w:rPr>
        <w:t xml:space="preserve"> নিকট </w:t>
      </w:r>
      <w:r w:rsidR="00611BB9">
        <w:rPr>
          <w:rFonts w:hint="cs"/>
          <w:cs/>
          <w:lang w:bidi="bn-IN"/>
        </w:rPr>
        <w:t>পৌ</w:t>
      </w:r>
      <w:r w:rsidR="007710BF" w:rsidRPr="007710BF">
        <w:rPr>
          <w:rFonts w:hint="cs"/>
          <w:cs/>
          <w:lang w:bidi="bn-IN"/>
        </w:rPr>
        <w:t>ছায়</w:t>
      </w:r>
      <w:r w:rsidR="007710BF" w:rsidRPr="001933EC">
        <w:rPr>
          <w:rStyle w:val="libAlaemChar"/>
        </w:rPr>
        <w:t>’</w:t>
      </w:r>
      <w:r w:rsidR="003936CB">
        <w:t>-</w:t>
      </w:r>
      <w:r w:rsidR="007710BF" w:rsidRPr="007710BF">
        <w:t xml:space="preserve"> </w:t>
      </w:r>
      <w:r w:rsidR="007710BF" w:rsidRPr="007710BF">
        <w:rPr>
          <w:cs/>
          <w:lang w:bidi="bn-IN"/>
        </w:rPr>
        <w:t>এর অর্থ কি</w:t>
      </w:r>
      <w:r w:rsidR="007710BF" w:rsidRPr="007710BF">
        <w:t xml:space="preserve">? </w:t>
      </w:r>
      <w:r w:rsidR="007710BF" w:rsidRPr="007710BF">
        <w:rPr>
          <w:cs/>
          <w:lang w:bidi="bn-IN"/>
        </w:rPr>
        <w:t xml:space="preserve">যদিও </w:t>
      </w:r>
      <w:r>
        <w:rPr>
          <w:cs/>
          <w:lang w:bidi="bn-IN"/>
        </w:rPr>
        <w:t>তারা</w:t>
      </w:r>
      <w:r w:rsidR="007710BF" w:rsidRPr="007710BF">
        <w:rPr>
          <w:cs/>
          <w:lang w:bidi="bn-IN"/>
        </w:rPr>
        <w:t xml:space="preserve"> </w:t>
      </w:r>
      <w:r w:rsidR="00611BB9">
        <w:rPr>
          <w:cs/>
          <w:lang w:bidi="bn-IN"/>
        </w:rPr>
        <w:t>তা</w:t>
      </w:r>
      <w:r w:rsidR="007710BF" w:rsidRPr="007710BF">
        <w:rPr>
          <w:cs/>
          <w:lang w:bidi="bn-IN"/>
        </w:rPr>
        <w:t>দের এ বাণীকে বিভিন্ন স্থানে সুন্দরভাবে ব্যাখ্যা</w:t>
      </w:r>
      <w:r w:rsidR="00976EDB">
        <w:rPr>
          <w:lang w:bidi="bn-IN"/>
        </w:rPr>
        <w:t xml:space="preserve"> </w:t>
      </w:r>
      <w:r w:rsidR="007710BF" w:rsidRPr="007710BF">
        <w:rPr>
          <w:cs/>
          <w:lang w:bidi="bn-IN"/>
        </w:rPr>
        <w:t>করেছেন</w:t>
      </w:r>
      <w:r w:rsidR="00895143">
        <w:t>,</w:t>
      </w:r>
      <w:r w:rsidR="007710BF" w:rsidRPr="007710BF">
        <w:rPr>
          <w:cs/>
          <w:lang w:bidi="bn-IN"/>
        </w:rPr>
        <w:t>কিন্তু সে সাথে বুদ্ধিবৃত্তিক মতাদর্শের তীব্র সমালোচনা করেছেন।</w:t>
      </w:r>
    </w:p>
    <w:p w:rsidR="00976EDB" w:rsidRDefault="007710BF" w:rsidP="00976EDB">
      <w:pPr>
        <w:pStyle w:val="libNormal"/>
        <w:rPr>
          <w:lang w:bidi="bn-IN"/>
        </w:rPr>
      </w:pPr>
      <w:r w:rsidRPr="007710BF">
        <w:rPr>
          <w:cs/>
          <w:lang w:bidi="bn-IN"/>
        </w:rPr>
        <w:t>আমাদের (ফার্সী) সাহিত্যের খুবই আকর্ষণীয় একটি আলোচনা বুদ্ধিবৃত্তি ও প্রেমের দ্বন্দ্ব নিয়ে</w:t>
      </w:r>
      <w:r w:rsidR="00976EDB">
        <w:rPr>
          <w:lang w:bidi="bn-IN"/>
        </w:rPr>
        <w:t xml:space="preserve"> </w:t>
      </w:r>
      <w:r w:rsidRPr="007710BF">
        <w:rPr>
          <w:cs/>
          <w:lang w:bidi="bn-IN"/>
        </w:rPr>
        <w:t>আবর্তিত হয়েছে। মূলত আরেফরা এ বিষয়টি নিয়ে অধিক আলোচনা রেখেছেন এবং সব সময়ই</w:t>
      </w:r>
      <w:r w:rsidR="00976EDB">
        <w:rPr>
          <w:lang w:bidi="bn-IN"/>
        </w:rPr>
        <w:t xml:space="preserve"> </w:t>
      </w:r>
      <w:r w:rsidRPr="007710BF">
        <w:rPr>
          <w:cs/>
          <w:lang w:bidi="bn-IN"/>
        </w:rPr>
        <w:t>প্রেমকে বুদ্ধিবৃদ্ধির উপর বিজয়ী ঘোষণা করেছেন।</w:t>
      </w:r>
    </w:p>
    <w:p w:rsidR="00976EDB" w:rsidRDefault="00976EDB" w:rsidP="00976EDB">
      <w:pPr>
        <w:pStyle w:val="libNormal"/>
      </w:pPr>
      <w:r>
        <w:rPr>
          <w:cs/>
          <w:lang w:bidi="bn-IN"/>
        </w:rPr>
        <w:t>খোদাপ্রেমের মতবাদ মানু</w:t>
      </w:r>
      <w:r w:rsidR="007710BF" w:rsidRPr="007710BF">
        <w:rPr>
          <w:cs/>
          <w:lang w:bidi="bn-IN"/>
        </w:rPr>
        <w:t xml:space="preserve">ষের পূর্ণতায় </w:t>
      </w:r>
      <w:r w:rsidR="00611BB9">
        <w:rPr>
          <w:cs/>
          <w:lang w:bidi="bn-IN"/>
        </w:rPr>
        <w:t>পৌ</w:t>
      </w:r>
      <w:r w:rsidR="007710BF" w:rsidRPr="007710BF">
        <w:rPr>
          <w:cs/>
          <w:lang w:bidi="bn-IN"/>
        </w:rPr>
        <w:t>ছার জন্য বুদ্ধিবৃত্তিক</w:t>
      </w:r>
      <w:r>
        <w:rPr>
          <w:cs/>
          <w:lang w:bidi="bn-IN"/>
        </w:rPr>
        <w:t>ে যথেষ্ট বলে মনে করে না</w:t>
      </w:r>
      <w:r>
        <w:rPr>
          <w:cs/>
          <w:lang w:bidi="hi-IN"/>
        </w:rPr>
        <w:t xml:space="preserve">। </w:t>
      </w:r>
      <w:r w:rsidR="00FE6D44">
        <w:rPr>
          <w:cs/>
          <w:lang w:bidi="bn-IN"/>
        </w:rPr>
        <w:t>তারা</w:t>
      </w:r>
      <w:r>
        <w:rPr>
          <w:lang w:bidi="bn-IN"/>
        </w:rPr>
        <w:t xml:space="preserve"> </w:t>
      </w:r>
      <w:r w:rsidR="007710BF" w:rsidRPr="007710BF">
        <w:rPr>
          <w:cs/>
          <w:lang w:bidi="bn-IN"/>
        </w:rPr>
        <w:t>বলেন</w:t>
      </w:r>
      <w:r w:rsidR="00895143">
        <w:t>,</w:t>
      </w:r>
      <w:r w:rsidR="007710BF" w:rsidRPr="007710BF">
        <w:rPr>
          <w:cs/>
          <w:lang w:bidi="bn-IN"/>
        </w:rPr>
        <w:t>বুদ্ধিবৃত্তি মানুষের অস্তিত্বের একটি অংশ মাত্র</w:t>
      </w:r>
      <w:r w:rsidR="003936CB">
        <w:t>-</w:t>
      </w:r>
      <w:r w:rsidR="007710BF" w:rsidRPr="007710BF">
        <w:t xml:space="preserve"> </w:t>
      </w:r>
      <w:r w:rsidR="007710BF" w:rsidRPr="007710BF">
        <w:rPr>
          <w:cs/>
          <w:lang w:bidi="bn-IN"/>
        </w:rPr>
        <w:t>পূর্ণ অস্তিত্ব নয়। চক্ষু যেমন মানুষের অন্যতম</w:t>
      </w:r>
      <w:r>
        <w:rPr>
          <w:lang w:bidi="bn-IN"/>
        </w:rPr>
        <w:t xml:space="preserve"> </w:t>
      </w:r>
      <w:r w:rsidR="007710BF" w:rsidRPr="007710BF">
        <w:rPr>
          <w:cs/>
          <w:lang w:bidi="bn-IN"/>
        </w:rPr>
        <w:t>মাধ্যম</w:t>
      </w:r>
      <w:r w:rsidR="00895143">
        <w:t>,</w:t>
      </w:r>
      <w:r w:rsidR="007710BF" w:rsidRPr="007710BF">
        <w:rPr>
          <w:cs/>
          <w:lang w:bidi="bn-IN"/>
        </w:rPr>
        <w:t>বুদ্ধিবৃত্তিও তাই। মানুষের সত্তা তার বুদ্ধিবৃত্তি নয়</w:t>
      </w:r>
      <w:r w:rsidR="00895143">
        <w:t>,</w:t>
      </w:r>
      <w:r w:rsidR="007710BF" w:rsidRPr="007710BF">
        <w:rPr>
          <w:cs/>
          <w:lang w:bidi="bn-IN"/>
        </w:rPr>
        <w:t>বরং মানুষের সত্তা হলো তার আত্মা এবং</w:t>
      </w:r>
      <w:r>
        <w:rPr>
          <w:lang w:bidi="bn-IN"/>
        </w:rPr>
        <w:t xml:space="preserve"> </w:t>
      </w:r>
      <w:r w:rsidR="007710BF" w:rsidRPr="007710BF">
        <w:rPr>
          <w:cs/>
          <w:lang w:bidi="bn-IN"/>
        </w:rPr>
        <w:t>আত্মা খোদাপ্রেমের প্রতিভূ</w:t>
      </w:r>
      <w:r w:rsidR="003936CB">
        <w:t>-</w:t>
      </w:r>
      <w:r w:rsidR="007710BF" w:rsidRPr="007710BF">
        <w:t xml:space="preserve"> </w:t>
      </w:r>
      <w:r w:rsidR="007710BF" w:rsidRPr="007710BF">
        <w:rPr>
          <w:cs/>
          <w:lang w:bidi="bn-IN"/>
        </w:rPr>
        <w:t xml:space="preserve">যেখানে </w:t>
      </w:r>
      <w:r w:rsidR="00FE6D44">
        <w:rPr>
          <w:cs/>
          <w:lang w:bidi="bn-IN"/>
        </w:rPr>
        <w:t>তার</w:t>
      </w:r>
      <w:r w:rsidR="007710BF" w:rsidRPr="007710BF">
        <w:rPr>
          <w:cs/>
          <w:lang w:bidi="bn-IN"/>
        </w:rPr>
        <w:t xml:space="preserve"> প্রতি যাত্রা ব্যতীত অন্য কিছুই নেই। এ কারণেই এ</w:t>
      </w:r>
      <w:r>
        <w:rPr>
          <w:lang w:bidi="bn-IN"/>
        </w:rPr>
        <w:t xml:space="preserve"> </w:t>
      </w:r>
      <w:r w:rsidR="007710BF" w:rsidRPr="007710BF">
        <w:rPr>
          <w:cs/>
          <w:lang w:bidi="bn-IN"/>
        </w:rPr>
        <w:t>মতবাদে বুদ্ধিবৃত্তিক মতবাদ ও বুদ্ধিবৃত্তিকে সমালোচনা করা হয়। কবি হাফেজ এ বিষয়টি সুন্দরভাবেবর্ণনা করেছেন</w:t>
      </w:r>
      <w:r w:rsidR="003936CB">
        <w:t>-</w:t>
      </w:r>
    </w:p>
    <w:p w:rsidR="00976EDB" w:rsidRDefault="007710BF" w:rsidP="00976EDB">
      <w:pPr>
        <w:pStyle w:val="libCenter"/>
        <w:rPr>
          <w:lang w:bidi="bn-IN"/>
        </w:rPr>
      </w:pPr>
      <w:r w:rsidRPr="001933EC">
        <w:rPr>
          <w:rStyle w:val="libAlaemChar"/>
        </w:rPr>
        <w:t>“</w:t>
      </w:r>
      <w:r w:rsidRPr="007710BF">
        <w:rPr>
          <w:cs/>
          <w:lang w:bidi="bn-IN"/>
        </w:rPr>
        <w:t>প্রেমের শরাব পেতে চাই আমি আকলের মূল্যে</w:t>
      </w:r>
    </w:p>
    <w:p w:rsidR="00976EDB" w:rsidRDefault="007710BF" w:rsidP="00976EDB">
      <w:pPr>
        <w:pStyle w:val="libCenter"/>
        <w:rPr>
          <w:rStyle w:val="libAlaemChar"/>
        </w:rPr>
      </w:pPr>
      <w:r w:rsidRPr="007710BF">
        <w:rPr>
          <w:cs/>
          <w:lang w:bidi="bn-IN"/>
        </w:rPr>
        <w:t>সেই তো ধন্য যে এ ব্যাবসা করলে।</w:t>
      </w:r>
      <w:r w:rsidRPr="001933EC">
        <w:rPr>
          <w:rStyle w:val="libAlaemChar"/>
        </w:rPr>
        <w:t>”</w:t>
      </w:r>
    </w:p>
    <w:p w:rsidR="0049164D" w:rsidRDefault="007710BF" w:rsidP="00976EDB">
      <w:pPr>
        <w:pStyle w:val="libNormal"/>
        <w:rPr>
          <w:cs/>
          <w:lang w:bidi="bn-IN"/>
        </w:rPr>
      </w:pPr>
      <w:r w:rsidRPr="007710BF">
        <w:rPr>
          <w:cs/>
          <w:lang w:bidi="bn-IN"/>
        </w:rPr>
        <w:t>আরেফগণ সব সময়ই প্রেমাকুল হওয়াকে বুদ্ধিবৃদ্ধির উপর প্রাধান্য দেন</w:t>
      </w:r>
      <w:r w:rsidRPr="007710BF">
        <w:rPr>
          <w:cs/>
          <w:lang w:bidi="hi-IN"/>
        </w:rPr>
        <w:t xml:space="preserve">। </w:t>
      </w:r>
      <w:r w:rsidR="00611BB9">
        <w:rPr>
          <w:cs/>
          <w:lang w:bidi="bn-IN"/>
        </w:rPr>
        <w:t>তা</w:t>
      </w:r>
      <w:r w:rsidRPr="007710BF">
        <w:rPr>
          <w:cs/>
          <w:lang w:bidi="bn-IN"/>
        </w:rPr>
        <w:t>দের নিজস্ব কিছু</w:t>
      </w:r>
      <w:r w:rsidR="00976EDB">
        <w:rPr>
          <w:lang w:bidi="bn-IN"/>
        </w:rPr>
        <w:t xml:space="preserve"> </w:t>
      </w:r>
      <w:r w:rsidRPr="007710BF">
        <w:rPr>
          <w:cs/>
          <w:lang w:bidi="bn-IN"/>
        </w:rPr>
        <w:t xml:space="preserve">বক্তব্য ও কথা রয়েছে। </w:t>
      </w:r>
      <w:r w:rsidR="00611BB9">
        <w:rPr>
          <w:cs/>
          <w:lang w:bidi="bn-IN"/>
        </w:rPr>
        <w:t>তা</w:t>
      </w:r>
      <w:r w:rsidRPr="007710BF">
        <w:rPr>
          <w:cs/>
          <w:lang w:bidi="bn-IN"/>
        </w:rPr>
        <w:t>দের নিকট একত্ববাদের বিশেষ অর্থ রয়েছে</w:t>
      </w:r>
      <w:r w:rsidR="00895143">
        <w:t>,</w:t>
      </w:r>
      <w:r w:rsidRPr="007710BF">
        <w:rPr>
          <w:cs/>
          <w:lang w:bidi="bn-IN"/>
        </w:rPr>
        <w:t xml:space="preserve">একত্ববাদ </w:t>
      </w:r>
      <w:r w:rsidR="00611BB9">
        <w:rPr>
          <w:cs/>
          <w:lang w:bidi="bn-IN"/>
        </w:rPr>
        <w:t>তা</w:t>
      </w:r>
      <w:r w:rsidRPr="007710BF">
        <w:rPr>
          <w:cs/>
          <w:lang w:bidi="bn-IN"/>
        </w:rPr>
        <w:t>দের নিকট অস্তিত্বসমূহের একতা (ওয়াহ্দাতে উজুদ)। এ একত্ববাদ এমন যে</w:t>
      </w:r>
      <w:r w:rsidR="00895143">
        <w:t>,</w:t>
      </w:r>
      <w:r w:rsidRPr="007710BF">
        <w:rPr>
          <w:cs/>
          <w:lang w:bidi="bn-IN"/>
        </w:rPr>
        <w:t xml:space="preserve">যদি কোন মানুষ সেখানে </w:t>
      </w:r>
      <w:r w:rsidR="00611BB9">
        <w:rPr>
          <w:cs/>
          <w:lang w:bidi="bn-IN"/>
        </w:rPr>
        <w:t>পৌ</w:t>
      </w:r>
      <w:r w:rsidRPr="007710BF">
        <w:rPr>
          <w:cs/>
          <w:lang w:bidi="bn-IN"/>
        </w:rPr>
        <w:t>ছায়</w:t>
      </w:r>
      <w:r w:rsidR="00976EDB">
        <w:rPr>
          <w:lang w:bidi="bn-IN"/>
        </w:rPr>
        <w:t xml:space="preserve"> </w:t>
      </w:r>
      <w:r w:rsidRPr="007710BF">
        <w:rPr>
          <w:cs/>
          <w:lang w:bidi="bn-IN"/>
        </w:rPr>
        <w:t>তাহলে সব কিছুরই অন্য রকম অর্থ অনুভব করে। এ মতবাদে পূর্ণ মানব অবশেষে খোদার অনুরূপ</w:t>
      </w:r>
      <w:r w:rsidR="00976EDB">
        <w:rPr>
          <w:lang w:bidi="bn-IN"/>
        </w:rPr>
        <w:t xml:space="preserve"> </w:t>
      </w:r>
      <w:r w:rsidRPr="007710BF">
        <w:rPr>
          <w:cs/>
          <w:lang w:bidi="bn-IN"/>
        </w:rPr>
        <w:t xml:space="preserve">হয়ে যায়। </w:t>
      </w:r>
      <w:r w:rsidR="00611BB9">
        <w:rPr>
          <w:cs/>
          <w:lang w:bidi="bn-IN"/>
        </w:rPr>
        <w:t>তা</w:t>
      </w:r>
      <w:r w:rsidRPr="007710BF">
        <w:rPr>
          <w:cs/>
          <w:lang w:bidi="bn-IN"/>
        </w:rPr>
        <w:t>দের ভাষায় প্রকৃত পূর্ণ মানব খোদ স্রষ্টা এবং যে মানুষই কামেল মানুষ হয়</w:t>
      </w:r>
      <w:r w:rsidR="00895143">
        <w:t>,</w:t>
      </w:r>
      <w:r w:rsidRPr="007710BF">
        <w:rPr>
          <w:cs/>
          <w:lang w:bidi="bn-IN"/>
        </w:rPr>
        <w:t>নিজে বিলীন</w:t>
      </w:r>
      <w:r w:rsidR="00976EDB">
        <w:rPr>
          <w:lang w:bidi="bn-IN"/>
        </w:rPr>
        <w:t xml:space="preserve"> </w:t>
      </w:r>
      <w:r w:rsidRPr="007710BF">
        <w:rPr>
          <w:cs/>
          <w:lang w:bidi="bn-IN"/>
        </w:rPr>
        <w:t xml:space="preserve">হয়ে খোদায় </w:t>
      </w:r>
      <w:r w:rsidR="00611BB9">
        <w:rPr>
          <w:cs/>
          <w:lang w:bidi="bn-IN"/>
        </w:rPr>
        <w:t>পৌ</w:t>
      </w:r>
      <w:r w:rsidRPr="007710BF">
        <w:rPr>
          <w:cs/>
          <w:lang w:bidi="bn-IN"/>
        </w:rPr>
        <w:t xml:space="preserve">ছায়। এ মতবাদ </w:t>
      </w:r>
      <w:r w:rsidR="000C4B23">
        <w:rPr>
          <w:cs/>
          <w:lang w:bidi="bn-IN"/>
        </w:rPr>
        <w:t>সম্পর্কে</w:t>
      </w:r>
      <w:r w:rsidRPr="007710BF">
        <w:rPr>
          <w:cs/>
          <w:lang w:bidi="bn-IN"/>
        </w:rPr>
        <w:t xml:space="preserve"> আমরা পরবর্তীতে আলোচনা করব।</w:t>
      </w:r>
    </w:p>
    <w:p w:rsidR="0049164D" w:rsidRPr="00A377A9" w:rsidRDefault="0049164D" w:rsidP="009848A8">
      <w:pPr>
        <w:pStyle w:val="libNormal"/>
        <w:rPr>
          <w:rtl/>
          <w:cs/>
        </w:rPr>
      </w:pPr>
      <w:r>
        <w:rPr>
          <w:cs/>
          <w:lang w:bidi="bn-IN"/>
        </w:rPr>
        <w:br w:type="page"/>
      </w:r>
    </w:p>
    <w:p w:rsidR="00976EDB" w:rsidRPr="00A377A9" w:rsidRDefault="007710BF" w:rsidP="00A377A9">
      <w:pPr>
        <w:pStyle w:val="Heading1"/>
      </w:pPr>
      <w:bookmarkStart w:id="21" w:name="_Toc392601430"/>
      <w:r w:rsidRPr="00A377A9">
        <w:rPr>
          <w:cs/>
          <w:lang w:bidi="bn-IN"/>
        </w:rPr>
        <w:t>শক্তি বা ক্ষমতার মতবাদ</w:t>
      </w:r>
      <w:bookmarkEnd w:id="21"/>
    </w:p>
    <w:p w:rsidR="0049164D" w:rsidRDefault="0049164D" w:rsidP="00976EDB">
      <w:pPr>
        <w:pStyle w:val="libNormal"/>
        <w:rPr>
          <w:rStyle w:val="libBold1Char"/>
        </w:rPr>
      </w:pPr>
    </w:p>
    <w:p w:rsidR="00976EDB" w:rsidRDefault="007710BF" w:rsidP="00976EDB">
      <w:pPr>
        <w:pStyle w:val="libNormal"/>
        <w:rPr>
          <w:lang w:bidi="bn-IN"/>
        </w:rPr>
      </w:pPr>
      <w:r w:rsidRPr="007710BF">
        <w:rPr>
          <w:cs/>
          <w:lang w:bidi="bn-IN"/>
        </w:rPr>
        <w:t>অন্য একটি মতবাদ পূর্ণ মানবের রূপ উপস্থাপন করে যা বুদ্ধিবৃত্তি বা ভালোবাসার উপর প্রতিষ্ঠিত</w:t>
      </w:r>
      <w:r w:rsidR="00976EDB">
        <w:rPr>
          <w:lang w:bidi="bn-IN"/>
        </w:rPr>
        <w:t xml:space="preserve"> </w:t>
      </w:r>
      <w:r w:rsidRPr="007710BF">
        <w:rPr>
          <w:cs/>
          <w:lang w:bidi="bn-IN"/>
        </w:rPr>
        <w:t>নয়</w:t>
      </w:r>
      <w:r w:rsidR="00895143">
        <w:t>,</w:t>
      </w:r>
      <w:r w:rsidRPr="007710BF">
        <w:rPr>
          <w:cs/>
          <w:lang w:bidi="bn-IN"/>
        </w:rPr>
        <w:t>বরং ক্ষমতা বা শক্তির উপর প্রতিষ্টিত। পূর্ণ মানব তাদের ভায়ায় ক্ষমতাবান মানুষ এবং পূর্ণতার</w:t>
      </w:r>
      <w:r w:rsidR="00976EDB">
        <w:rPr>
          <w:lang w:bidi="bn-IN"/>
        </w:rPr>
        <w:t xml:space="preserve"> </w:t>
      </w:r>
      <w:r w:rsidRPr="007710BF">
        <w:rPr>
          <w:cs/>
          <w:lang w:bidi="bn-IN"/>
        </w:rPr>
        <w:t>অর্থ ক্ষমতা ছাড়া কিছু নয়।</w:t>
      </w:r>
    </w:p>
    <w:p w:rsidR="0049164D" w:rsidRDefault="007710BF" w:rsidP="00976EDB">
      <w:pPr>
        <w:pStyle w:val="libNormal"/>
        <w:rPr>
          <w:lang w:bidi="hi-IN"/>
        </w:rPr>
      </w:pPr>
      <w:r w:rsidRPr="007710BF">
        <w:rPr>
          <w:cs/>
          <w:lang w:bidi="bn-IN"/>
        </w:rPr>
        <w:t>প্রাচীনকালে গ্রীসে একদল ব্যক্তি ছিল যাদের সন্দেহবাদী বলা হয়। তারা এ বিষয়টি স্পষ্টভাবে</w:t>
      </w:r>
      <w:r w:rsidR="00976EDB">
        <w:rPr>
          <w:lang w:bidi="bn-IN"/>
        </w:rPr>
        <w:t xml:space="preserve"> </w:t>
      </w:r>
      <w:r w:rsidRPr="007710BF">
        <w:rPr>
          <w:cs/>
          <w:lang w:bidi="bn-IN"/>
        </w:rPr>
        <w:t>বলত যে</w:t>
      </w:r>
      <w:r w:rsidR="00895143">
        <w:t>,</w:t>
      </w:r>
      <w:r w:rsidRPr="007710BF">
        <w:rPr>
          <w:cs/>
          <w:lang w:bidi="bn-IN"/>
        </w:rPr>
        <w:t>সত্য অর্থ ক্ষমতা। যার ক্ষমতা আছে সত্যও তার সঙ্গে। যেখানেই ক্ষমতা আছে সত্যও</w:t>
      </w:r>
      <w:r w:rsidR="0049164D">
        <w:rPr>
          <w:lang w:bidi="bn-IN"/>
        </w:rPr>
        <w:t xml:space="preserve"> </w:t>
      </w:r>
      <w:r w:rsidRPr="007710BF">
        <w:rPr>
          <w:cs/>
          <w:lang w:bidi="bn-IN"/>
        </w:rPr>
        <w:t xml:space="preserve">সেখানে। </w:t>
      </w:r>
      <w:r w:rsidR="006546E2">
        <w:rPr>
          <w:cs/>
          <w:lang w:bidi="bn-IN"/>
        </w:rPr>
        <w:t>দুর্বল</w:t>
      </w:r>
      <w:r w:rsidRPr="007710BF">
        <w:rPr>
          <w:cs/>
          <w:lang w:bidi="bn-IN"/>
        </w:rPr>
        <w:t>তা ও ক্ষমতাহীনতা অসত্যের সমান। তাদের ভাষায়</w:t>
      </w:r>
      <w:r w:rsidR="0049164D">
        <w:rPr>
          <w:cs/>
          <w:lang w:bidi="bn-IN"/>
        </w:rPr>
        <w:t xml:space="preserve"> ন্যায় ও অন্যায়ের কোন অর্থ নেই</w:t>
      </w:r>
      <w:r w:rsidRPr="007710BF">
        <w:rPr>
          <w:cs/>
          <w:lang w:bidi="hi-IN"/>
        </w:rPr>
        <w:t>।</w:t>
      </w:r>
      <w:r w:rsidR="0049164D">
        <w:rPr>
          <w:lang w:bidi="bn-IN"/>
        </w:rPr>
        <w:t xml:space="preserve"> </w:t>
      </w:r>
      <w:r w:rsidRPr="007710BF">
        <w:rPr>
          <w:cs/>
          <w:lang w:bidi="bn-IN"/>
        </w:rPr>
        <w:t>তাই তাদের উৎস হতো শক্তিমত্তা ও ক্ষমতা। তাদের বিশ্বাস মানুষের উচিত তাদের সমগ্র চেষ্টাকে</w:t>
      </w:r>
      <w:r w:rsidR="0049164D">
        <w:rPr>
          <w:lang w:bidi="bn-IN"/>
        </w:rPr>
        <w:t xml:space="preserve"> </w:t>
      </w:r>
      <w:r w:rsidRPr="007710BF">
        <w:rPr>
          <w:cs/>
          <w:lang w:bidi="bn-IN"/>
        </w:rPr>
        <w:t>ক্ষমতা ও শক্তি অর্জনের জন্য ব্যয় করা। শক্তি ও ক্ষমতার কোন সীমারেখায় তারা বিশ্বাসী নয়</w:t>
      </w:r>
      <w:r w:rsidRPr="007710BF">
        <w:rPr>
          <w:cs/>
          <w:lang w:bidi="hi-IN"/>
        </w:rPr>
        <w:t>।</w:t>
      </w:r>
    </w:p>
    <w:p w:rsidR="0049164D" w:rsidRDefault="007710BF" w:rsidP="0049164D">
      <w:pPr>
        <w:pStyle w:val="libNormal"/>
        <w:rPr>
          <w:lang w:bidi="bn-IN"/>
        </w:rPr>
      </w:pPr>
      <w:r w:rsidRPr="007710BF">
        <w:rPr>
          <w:cs/>
          <w:lang w:bidi="bn-IN"/>
        </w:rPr>
        <w:t>দু</w:t>
      </w:r>
      <w:r w:rsidRPr="001933EC">
        <w:rPr>
          <w:rStyle w:val="libAlaemChar"/>
        </w:rPr>
        <w:t>’</w:t>
      </w:r>
      <w:r w:rsidRPr="007710BF">
        <w:rPr>
          <w:cs/>
          <w:lang w:bidi="bn-IN"/>
        </w:rPr>
        <w:t>শতাব্দী পূর্বে জার্মান দাশনিক নী</w:t>
      </w:r>
      <w:r w:rsidRPr="001933EC">
        <w:rPr>
          <w:rStyle w:val="libAlaemChar"/>
        </w:rPr>
        <w:t>’</w:t>
      </w:r>
      <w:r w:rsidR="0049164D">
        <w:rPr>
          <w:cs/>
          <w:lang w:bidi="bn-IN"/>
        </w:rPr>
        <w:t>চে বা নীটসে</w:t>
      </w:r>
      <w:r w:rsidRPr="007710BF">
        <w:rPr>
          <w:cs/>
          <w:lang w:bidi="bn-IN"/>
        </w:rPr>
        <w:t xml:space="preserve"> এ মতবাদের পুনর্জন্ম দান করেন। </w:t>
      </w:r>
      <w:r w:rsidR="00FE6D44">
        <w:rPr>
          <w:cs/>
          <w:lang w:bidi="bn-IN"/>
        </w:rPr>
        <w:t>তার</w:t>
      </w:r>
      <w:r w:rsidRPr="007710BF">
        <w:rPr>
          <w:cs/>
          <w:lang w:bidi="bn-IN"/>
        </w:rPr>
        <w:t xml:space="preserve"> মতে</w:t>
      </w:r>
      <w:r w:rsidR="0049164D">
        <w:rPr>
          <w:lang w:bidi="bn-IN"/>
        </w:rPr>
        <w:t xml:space="preserve"> </w:t>
      </w:r>
      <w:r w:rsidRPr="001933EC">
        <w:rPr>
          <w:rStyle w:val="libAlaemChar"/>
        </w:rPr>
        <w:t>‘</w:t>
      </w:r>
      <w:r w:rsidRPr="007710BF">
        <w:rPr>
          <w:cs/>
          <w:lang w:bidi="bn-IN"/>
        </w:rPr>
        <w:t>সত্য ভালো</w:t>
      </w:r>
      <w:r w:rsidRPr="001933EC">
        <w:rPr>
          <w:rStyle w:val="libAlaemChar"/>
        </w:rPr>
        <w:t>’</w:t>
      </w:r>
      <w:r w:rsidR="00895143">
        <w:t>,</w:t>
      </w:r>
      <w:r w:rsidRPr="001933EC">
        <w:rPr>
          <w:rStyle w:val="libAlaemChar"/>
        </w:rPr>
        <w:t>‘</w:t>
      </w:r>
      <w:r w:rsidRPr="007710BF">
        <w:rPr>
          <w:cs/>
          <w:lang w:bidi="bn-IN"/>
        </w:rPr>
        <w:t>সততা ও আমানতদারী ভালো</w:t>
      </w:r>
      <w:r w:rsidRPr="001933EC">
        <w:rPr>
          <w:rStyle w:val="libAlaemChar"/>
        </w:rPr>
        <w:t>’</w:t>
      </w:r>
      <w:r w:rsidR="00895143">
        <w:t>,</w:t>
      </w:r>
      <w:r w:rsidRPr="001933EC">
        <w:rPr>
          <w:rStyle w:val="libAlaemChar"/>
        </w:rPr>
        <w:t>‘</w:t>
      </w:r>
      <w:r w:rsidRPr="007710BF">
        <w:rPr>
          <w:cs/>
          <w:lang w:bidi="bn-IN"/>
        </w:rPr>
        <w:t>মানবকল্যাণ ভালো</w:t>
      </w:r>
      <w:r w:rsidRPr="001933EC">
        <w:rPr>
          <w:rStyle w:val="libAlaemChar"/>
        </w:rPr>
        <w:t>’</w:t>
      </w:r>
      <w:r w:rsidRPr="007710BF">
        <w:t xml:space="preserve"> </w:t>
      </w:r>
      <w:r w:rsidRPr="007710BF">
        <w:rPr>
          <w:cs/>
          <w:lang w:bidi="bn-IN"/>
        </w:rPr>
        <w:t>এগুলো মূল্যহীন কথা</w:t>
      </w:r>
      <w:r w:rsidRPr="007710BF">
        <w:rPr>
          <w:cs/>
          <w:lang w:bidi="hi-IN"/>
        </w:rPr>
        <w:t xml:space="preserve">। </w:t>
      </w:r>
      <w:r w:rsidRPr="007710BF">
        <w:rPr>
          <w:cs/>
          <w:lang w:bidi="bn-IN"/>
        </w:rPr>
        <w:t>যে দুর্বলতার হাত ধর</w:t>
      </w:r>
      <w:r w:rsidR="00895143">
        <w:t>,</w:t>
      </w:r>
      <w:r w:rsidRPr="007710BF">
        <w:rPr>
          <w:cs/>
          <w:lang w:bidi="bn-IN"/>
        </w:rPr>
        <w:t>সাহায্য কর এ কেমন কথা</w:t>
      </w:r>
      <w:r w:rsidR="00895143">
        <w:t>,</w:t>
      </w:r>
      <w:r w:rsidRPr="007710BF">
        <w:rPr>
          <w:cs/>
          <w:lang w:bidi="bn-IN"/>
        </w:rPr>
        <w:t>বরং তাকে পারলে লাথি মেরে নীচে ফেলে দাও। দুর্বলতার</w:t>
      </w:r>
      <w:r w:rsidR="0049164D">
        <w:rPr>
          <w:lang w:bidi="bn-IN"/>
        </w:rPr>
        <w:t xml:space="preserve"> </w:t>
      </w:r>
      <w:r w:rsidRPr="007710BF">
        <w:rPr>
          <w:cs/>
          <w:lang w:bidi="bn-IN"/>
        </w:rPr>
        <w:t>চেয়ে বড় অন্যায় কিছু আছে নাকি</w:t>
      </w:r>
      <w:r w:rsidRPr="007710BF">
        <w:t xml:space="preserve">? </w:t>
      </w:r>
      <w:r w:rsidRPr="007710BF">
        <w:rPr>
          <w:cs/>
          <w:lang w:bidi="bn-IN"/>
        </w:rPr>
        <w:t>যেহেতু সে দুর্বল তাই তুমিও তার মাথায় পাথর ভাঙ্গ। নী</w:t>
      </w:r>
      <w:r w:rsidRPr="001933EC">
        <w:rPr>
          <w:rStyle w:val="libAlaemChar"/>
        </w:rPr>
        <w:t>’</w:t>
      </w:r>
      <w:r w:rsidRPr="007710BF">
        <w:rPr>
          <w:cs/>
          <w:lang w:bidi="bn-IN"/>
        </w:rPr>
        <w:t>চে যিনি</w:t>
      </w:r>
      <w:r w:rsidR="0049164D">
        <w:rPr>
          <w:lang w:bidi="bn-IN"/>
        </w:rPr>
        <w:t xml:space="preserve"> </w:t>
      </w:r>
      <w:r w:rsidRPr="007710BF">
        <w:rPr>
          <w:cs/>
          <w:lang w:bidi="bn-IN"/>
        </w:rPr>
        <w:t>নিজেও খোদা ও দীন</w:t>
      </w:r>
      <w:r w:rsidR="0049164D">
        <w:rPr>
          <w:lang w:bidi="bn-IN"/>
        </w:rPr>
        <w:t xml:space="preserve"> </w:t>
      </w:r>
      <w:r w:rsidRPr="007710BF">
        <w:rPr>
          <w:cs/>
          <w:lang w:bidi="bn-IN"/>
        </w:rPr>
        <w:t xml:space="preserve">বিরোধী </w:t>
      </w:r>
      <w:r w:rsidR="00FE6D44">
        <w:rPr>
          <w:cs/>
          <w:lang w:bidi="bn-IN"/>
        </w:rPr>
        <w:t>তার</w:t>
      </w:r>
      <w:r w:rsidRPr="007710BF">
        <w:rPr>
          <w:cs/>
          <w:lang w:bidi="bn-IN"/>
        </w:rPr>
        <w:t xml:space="preserve"> মতে ধর্ম এ দুর্বলরাই সৃষ্টি করেছে। </w:t>
      </w:r>
      <w:r w:rsidR="00FE6D44">
        <w:rPr>
          <w:cs/>
          <w:lang w:bidi="bn-IN"/>
        </w:rPr>
        <w:t>তার</w:t>
      </w:r>
      <w:r w:rsidRPr="007710BF">
        <w:rPr>
          <w:cs/>
          <w:lang w:bidi="bn-IN"/>
        </w:rPr>
        <w:t xml:space="preserve"> এ মত ঠিক কার্ল মার্কসের</w:t>
      </w:r>
      <w:r w:rsidR="0049164D">
        <w:rPr>
          <w:lang w:bidi="bn-IN"/>
        </w:rPr>
        <w:t xml:space="preserve"> </w:t>
      </w:r>
      <w:r w:rsidRPr="007710BF">
        <w:rPr>
          <w:cs/>
          <w:lang w:bidi="bn-IN"/>
        </w:rPr>
        <w:t xml:space="preserve">মতের বিপরীত যিনি মনে করেন ক্ষমতাবানরাই ধর্মের সৃষ্টি করেছে যাতে করে </w:t>
      </w:r>
      <w:r w:rsidR="006546E2">
        <w:rPr>
          <w:cs/>
          <w:lang w:bidi="bn-IN"/>
        </w:rPr>
        <w:t>দুর্বল</w:t>
      </w:r>
      <w:r w:rsidR="0049164D">
        <w:rPr>
          <w:cs/>
          <w:lang w:bidi="bn-IN"/>
        </w:rPr>
        <w:t>দের নিজেদের</w:t>
      </w:r>
      <w:r w:rsidR="0049164D">
        <w:rPr>
          <w:lang w:bidi="bn-IN"/>
        </w:rPr>
        <w:t xml:space="preserve"> </w:t>
      </w:r>
      <w:r w:rsidRPr="007710BF">
        <w:rPr>
          <w:cs/>
          <w:lang w:bidi="bn-IN"/>
        </w:rPr>
        <w:t>অধীনে রাখতে পারে।</w:t>
      </w:r>
    </w:p>
    <w:p w:rsidR="0049164D" w:rsidRDefault="007710BF" w:rsidP="0049164D">
      <w:pPr>
        <w:pStyle w:val="libNormal"/>
        <w:rPr>
          <w:lang w:bidi="bn-IN"/>
        </w:rPr>
      </w:pPr>
      <w:r w:rsidRPr="007710BF">
        <w:rPr>
          <w:cs/>
          <w:lang w:bidi="bn-IN"/>
        </w:rPr>
        <w:t>নী</w:t>
      </w:r>
      <w:r w:rsidRPr="001933EC">
        <w:rPr>
          <w:rStyle w:val="libAlaemChar"/>
        </w:rPr>
        <w:t>’</w:t>
      </w:r>
      <w:r w:rsidRPr="007710BF">
        <w:rPr>
          <w:cs/>
          <w:lang w:bidi="bn-IN"/>
        </w:rPr>
        <w:t xml:space="preserve">চের মতে </w:t>
      </w:r>
      <w:r w:rsidR="006546E2">
        <w:rPr>
          <w:cs/>
          <w:lang w:bidi="bn-IN"/>
        </w:rPr>
        <w:t>দুর্বল</w:t>
      </w:r>
      <w:r w:rsidRPr="007710BF">
        <w:rPr>
          <w:cs/>
          <w:lang w:bidi="bn-IN"/>
        </w:rPr>
        <w:t>রা ধর্মের সৃষ্টি করেছে যাতে করে ক্ষমতাবা</w:t>
      </w:r>
      <w:r w:rsidR="0049164D">
        <w:rPr>
          <w:cs/>
          <w:lang w:bidi="bn-IN"/>
        </w:rPr>
        <w:t>নদের শক্তি ও ক্ষমতাকে সীমাব</w:t>
      </w:r>
      <w:r w:rsidR="0049164D" w:rsidRPr="0049164D">
        <w:rPr>
          <w:cs/>
          <w:lang w:bidi="bn-IN"/>
        </w:rPr>
        <w:t>দ্ধ</w:t>
      </w:r>
      <w:r w:rsidR="0049164D">
        <w:rPr>
          <w:lang w:bidi="bn-IN"/>
        </w:rPr>
        <w:t xml:space="preserve"> </w:t>
      </w:r>
      <w:r w:rsidRPr="007710BF">
        <w:rPr>
          <w:cs/>
          <w:lang w:bidi="bn-IN"/>
        </w:rPr>
        <w:t xml:space="preserve">করা যায়। </w:t>
      </w:r>
      <w:r w:rsidR="00FE6D44">
        <w:rPr>
          <w:cs/>
          <w:lang w:bidi="bn-IN"/>
        </w:rPr>
        <w:t>তার</w:t>
      </w:r>
      <w:r w:rsidRPr="007710BF">
        <w:rPr>
          <w:cs/>
          <w:lang w:bidi="bn-IN"/>
        </w:rPr>
        <w:t xml:space="preserve"> মতে দান</w:t>
      </w:r>
      <w:r w:rsidR="00895143">
        <w:t>,</w:t>
      </w:r>
      <w:r w:rsidR="0049164D">
        <w:rPr>
          <w:cs/>
          <w:lang w:bidi="bn-IN"/>
        </w:rPr>
        <w:t>অনুগ্রহ</w:t>
      </w:r>
      <w:r w:rsidR="00895143">
        <w:t>,</w:t>
      </w:r>
      <w:r w:rsidRPr="007710BF">
        <w:rPr>
          <w:cs/>
          <w:lang w:bidi="bn-IN"/>
        </w:rPr>
        <w:t>মানবতা</w:t>
      </w:r>
      <w:r w:rsidR="00895143">
        <w:t>,</w:t>
      </w:r>
      <w:r w:rsidRPr="007710BF">
        <w:rPr>
          <w:cs/>
          <w:lang w:bidi="bn-IN"/>
        </w:rPr>
        <w:t>কল্যাণ</w:t>
      </w:r>
      <w:r w:rsidR="00895143">
        <w:t>,</w:t>
      </w:r>
      <w:r w:rsidRPr="007710BF">
        <w:rPr>
          <w:cs/>
          <w:lang w:bidi="bn-IN"/>
        </w:rPr>
        <w:t>ন্যায়</w:t>
      </w:r>
      <w:r w:rsidR="00895143">
        <w:t>,</w:t>
      </w:r>
      <w:r w:rsidRPr="007710BF">
        <w:rPr>
          <w:cs/>
          <w:lang w:bidi="bn-IN"/>
        </w:rPr>
        <w:t>সততা</w:t>
      </w:r>
      <w:r w:rsidR="00895143">
        <w:t>,</w:t>
      </w:r>
      <w:r w:rsidRPr="007710BF">
        <w:rPr>
          <w:cs/>
          <w:lang w:bidi="bn-IN"/>
        </w:rPr>
        <w:t>প</w:t>
      </w:r>
      <w:r w:rsidR="0049164D">
        <w:rPr>
          <w:cs/>
          <w:lang w:bidi="bn-IN"/>
        </w:rPr>
        <w:t>্রেম এগুলো মানুষের মধ্যে প্রচা</w:t>
      </w:r>
      <w:r w:rsidRPr="007710BF">
        <w:rPr>
          <w:cs/>
          <w:lang w:bidi="bn-IN"/>
        </w:rPr>
        <w:t>র করে ধর্ম মানুষের প্রতি খিয়ানত করেছে। এ</w:t>
      </w:r>
      <w:r w:rsidR="0049164D">
        <w:rPr>
          <w:lang w:bidi="bn-IN"/>
        </w:rPr>
        <w:t xml:space="preserve"> </w:t>
      </w:r>
      <w:r w:rsidRPr="007710BF">
        <w:rPr>
          <w:cs/>
          <w:lang w:bidi="bn-IN"/>
        </w:rPr>
        <w:t>ভাবেই ক্ষমতাবানদের প্রতারিত করে তাদের ক্ষমতাকে</w:t>
      </w:r>
      <w:r w:rsidR="0049164D">
        <w:rPr>
          <w:lang w:bidi="bn-IN"/>
        </w:rPr>
        <w:t xml:space="preserve"> </w:t>
      </w:r>
      <w:r w:rsidRPr="007710BF">
        <w:rPr>
          <w:cs/>
          <w:lang w:bidi="bn-IN"/>
        </w:rPr>
        <w:t>সীমিত করে রেখেছে।</w:t>
      </w:r>
    </w:p>
    <w:p w:rsidR="0049164D" w:rsidRDefault="007710BF" w:rsidP="0049164D">
      <w:pPr>
        <w:pStyle w:val="libNormal"/>
        <w:rPr>
          <w:lang w:bidi="bn-IN"/>
        </w:rPr>
      </w:pPr>
      <w:r w:rsidRPr="007710BF">
        <w:rPr>
          <w:cs/>
          <w:lang w:bidi="bn-IN"/>
        </w:rPr>
        <w:t>নী</w:t>
      </w:r>
      <w:r w:rsidRPr="001933EC">
        <w:rPr>
          <w:rStyle w:val="libAlaemChar"/>
        </w:rPr>
        <w:t>’</w:t>
      </w:r>
      <w:r w:rsidRPr="007710BF">
        <w:rPr>
          <w:cs/>
          <w:lang w:bidi="bn-IN"/>
        </w:rPr>
        <w:t>চে বলছেন</w:t>
      </w:r>
      <w:r w:rsidR="00895143">
        <w:t>,</w:t>
      </w:r>
      <w:r w:rsidRPr="007710BF">
        <w:rPr>
          <w:cs/>
          <w:lang w:bidi="bn-IN"/>
        </w:rPr>
        <w:t xml:space="preserve">ধর্মসমূহ </w:t>
      </w:r>
      <w:r w:rsidR="00F44B3E">
        <w:rPr>
          <w:cs/>
          <w:lang w:bidi="bn-IN"/>
        </w:rPr>
        <w:t>আহবান</w:t>
      </w:r>
      <w:r w:rsidRPr="007710BF">
        <w:rPr>
          <w:cs/>
          <w:lang w:bidi="bn-IN"/>
        </w:rPr>
        <w:t xml:space="preserve"> জানায় </w:t>
      </w:r>
      <w:r w:rsidR="00D009A1">
        <w:rPr>
          <w:cs/>
          <w:lang w:bidi="bn-IN"/>
        </w:rPr>
        <w:t>প্রবৃত্তি</w:t>
      </w:r>
      <w:r w:rsidRPr="007710BF">
        <w:rPr>
          <w:cs/>
          <w:lang w:bidi="bn-IN"/>
        </w:rPr>
        <w:t xml:space="preserve">র সঙ্গে সংগ্রামের জন্য। কেন আমরা </w:t>
      </w:r>
      <w:r w:rsidR="00D009A1">
        <w:rPr>
          <w:cs/>
          <w:lang w:bidi="bn-IN"/>
        </w:rPr>
        <w:t>প্রবৃত্তি</w:t>
      </w:r>
      <w:r w:rsidRPr="007710BF">
        <w:rPr>
          <w:cs/>
          <w:lang w:bidi="bn-IN"/>
        </w:rPr>
        <w:t>র সঙ্গে</w:t>
      </w:r>
      <w:r w:rsidR="0049164D">
        <w:rPr>
          <w:lang w:bidi="bn-IN"/>
        </w:rPr>
        <w:t xml:space="preserve"> </w:t>
      </w:r>
      <w:r w:rsidRPr="007710BF">
        <w:rPr>
          <w:cs/>
          <w:lang w:bidi="bn-IN"/>
        </w:rPr>
        <w:t>সংগ্রাম করতে যাব</w:t>
      </w:r>
      <w:r w:rsidRPr="007710BF">
        <w:t xml:space="preserve">? </w:t>
      </w:r>
      <w:r w:rsidRPr="007710BF">
        <w:rPr>
          <w:cs/>
          <w:lang w:bidi="bn-IN"/>
        </w:rPr>
        <w:t>ধর্ম বলে আত্মার প্রশিক্ষণের মাধ্যমে নিজেকে গড়া উচিত যাতে সাম্যের মনোভাব</w:t>
      </w:r>
      <w:r w:rsidR="0049164D">
        <w:rPr>
          <w:lang w:bidi="bn-IN"/>
        </w:rPr>
        <w:t xml:space="preserve"> </w:t>
      </w:r>
      <w:r w:rsidRPr="007710BF">
        <w:rPr>
          <w:cs/>
          <w:lang w:bidi="bn-IN"/>
        </w:rPr>
        <w:t>সৃষ্টি হয়। সাম্য কি</w:t>
      </w:r>
      <w:r w:rsidRPr="007710BF">
        <w:t xml:space="preserve">? </w:t>
      </w:r>
      <w:r w:rsidRPr="007710BF">
        <w:rPr>
          <w:cs/>
          <w:lang w:bidi="bn-IN"/>
        </w:rPr>
        <w:t>সাম্য এক অর্থহীন বস্তু। সব সময়ই উচিত এক দল ক্ষমতাবান থাকা এবং আরেকদল তাদের অনুগত থাকা। অনুগত দলকে তাদের জীবন ও শ্রম ব্যয় করে ক্ষমতাবানদের জন্য কাজ</w:t>
      </w:r>
      <w:r w:rsidR="0049164D">
        <w:rPr>
          <w:lang w:bidi="bn-IN"/>
        </w:rPr>
        <w:t xml:space="preserve"> </w:t>
      </w:r>
      <w:r w:rsidRPr="007710BF">
        <w:rPr>
          <w:cs/>
          <w:lang w:bidi="bn-IN"/>
        </w:rPr>
        <w:t>করা উচিত যাতে ক্ষমতাশীলরা উন্নতি করতে পারে</w:t>
      </w:r>
      <w:r w:rsidR="00895143">
        <w:t>,</w:t>
      </w:r>
      <w:r w:rsidRPr="007710BF">
        <w:rPr>
          <w:cs/>
          <w:lang w:bidi="bn-IN"/>
        </w:rPr>
        <w:t>উন্নত শক্তির মানুষ তৈরি করতে পারে।</w:t>
      </w:r>
    </w:p>
    <w:p w:rsidR="0049164D" w:rsidRDefault="007710BF" w:rsidP="0049164D">
      <w:pPr>
        <w:pStyle w:val="libNormal"/>
        <w:rPr>
          <w:lang w:bidi="bn-IN"/>
        </w:rPr>
      </w:pPr>
      <w:r w:rsidRPr="007710BF">
        <w:rPr>
          <w:cs/>
          <w:lang w:bidi="bn-IN"/>
        </w:rPr>
        <w:t>ধর্ম বলে</w:t>
      </w:r>
      <w:r w:rsidR="00895143">
        <w:t>,</w:t>
      </w:r>
      <w:r w:rsidRPr="007710BF">
        <w:rPr>
          <w:cs/>
          <w:lang w:bidi="bn-IN"/>
        </w:rPr>
        <w:t xml:space="preserve">পুরুষ ও নারী মানবীয় বৈশিষ্ট্যে সাম্যের দাবিদার। </w:t>
      </w:r>
      <w:r w:rsidR="00FE6D44">
        <w:rPr>
          <w:cs/>
          <w:lang w:bidi="bn-IN"/>
        </w:rPr>
        <w:t>তার</w:t>
      </w:r>
      <w:r w:rsidRPr="007710BF">
        <w:rPr>
          <w:cs/>
          <w:lang w:bidi="bn-IN"/>
        </w:rPr>
        <w:t xml:space="preserve"> মতে এটাও অর্থহীন। পুরুষ</w:t>
      </w:r>
      <w:r w:rsidR="0049164D">
        <w:rPr>
          <w:lang w:bidi="bn-IN"/>
        </w:rPr>
        <w:t xml:space="preserve"> </w:t>
      </w:r>
      <w:r w:rsidRPr="007710BF">
        <w:rPr>
          <w:cs/>
          <w:lang w:bidi="bn-IN"/>
        </w:rPr>
        <w:t>শক্তিশালী ও নারী থেকে শ্রেষ্ঠ। নারী পুরুষের জন্য সৃষ্ট</w:t>
      </w:r>
      <w:r w:rsidR="00895143">
        <w:t>,</w:t>
      </w:r>
      <w:r w:rsidRPr="007710BF">
        <w:rPr>
          <w:cs/>
          <w:lang w:bidi="bn-IN"/>
        </w:rPr>
        <w:t xml:space="preserve">এ ছাড়া নারীর কোন মূল্য নেই। নারী-পুরুষের সাম্য এটা ভুল। এ মতবাদ </w:t>
      </w:r>
      <w:r w:rsidR="005E5BE9">
        <w:rPr>
          <w:cs/>
          <w:lang w:bidi="bn-IN"/>
        </w:rPr>
        <w:t>প্রকৃত</w:t>
      </w:r>
      <w:r w:rsidRPr="007710BF">
        <w:rPr>
          <w:cs/>
          <w:lang w:bidi="bn-IN"/>
        </w:rPr>
        <w:t xml:space="preserve">পক্ষে শ্রেষ্ঠ মানব ও </w:t>
      </w:r>
      <w:r w:rsidR="0049164D">
        <w:rPr>
          <w:cs/>
          <w:lang w:bidi="bn-IN"/>
        </w:rPr>
        <w:t>পূর্ণ মানব বলতে ক্ষমতাবান মানুষ</w:t>
      </w:r>
      <w:r w:rsidR="0049164D">
        <w:rPr>
          <w:lang w:bidi="bn-IN"/>
        </w:rPr>
        <w:t xml:space="preserve"> </w:t>
      </w:r>
      <w:r w:rsidRPr="007710BF">
        <w:rPr>
          <w:cs/>
          <w:lang w:bidi="bn-IN"/>
        </w:rPr>
        <w:t xml:space="preserve">বোঝে এবং পূর্ণতা ক্ষমতা ও শক্তির </w:t>
      </w:r>
      <w:r w:rsidR="0049164D">
        <w:rPr>
          <w:cs/>
          <w:lang w:bidi="bn-IN"/>
        </w:rPr>
        <w:t>সমান বলে মনে করে</w:t>
      </w:r>
      <w:r w:rsidRPr="007710BF">
        <w:rPr>
          <w:cs/>
          <w:lang w:bidi="hi-IN"/>
        </w:rPr>
        <w:t>।</w:t>
      </w:r>
      <w:r w:rsidR="0049164D">
        <w:rPr>
          <w:lang w:bidi="bn-IN"/>
        </w:rPr>
        <w:t xml:space="preserve"> </w:t>
      </w:r>
    </w:p>
    <w:p w:rsidR="0049164D" w:rsidRPr="00A377A9" w:rsidRDefault="0049164D" w:rsidP="009848A8">
      <w:pPr>
        <w:pStyle w:val="libNormal"/>
      </w:pPr>
      <w:r>
        <w:rPr>
          <w:lang w:bidi="bn-IN"/>
        </w:rPr>
        <w:br w:type="page"/>
      </w:r>
    </w:p>
    <w:p w:rsidR="0049164D" w:rsidRDefault="007710BF" w:rsidP="0049164D">
      <w:pPr>
        <w:pStyle w:val="Heading1"/>
      </w:pPr>
      <w:bookmarkStart w:id="22" w:name="_Toc392601431"/>
      <w:r w:rsidRPr="007710BF">
        <w:rPr>
          <w:cs/>
          <w:lang w:bidi="bn-IN"/>
        </w:rPr>
        <w:t>জীবন কি শুধুই বেঁচে থাকার জন্য সংগ্রাম</w:t>
      </w:r>
      <w:r w:rsidR="0049164D">
        <w:rPr>
          <w:lang w:bidi="bn-IN"/>
        </w:rPr>
        <w:t xml:space="preserve"> </w:t>
      </w:r>
      <w:r w:rsidRPr="007710BF">
        <w:t>?</w:t>
      </w:r>
      <w:bookmarkEnd w:id="22"/>
    </w:p>
    <w:p w:rsidR="0049164D" w:rsidRDefault="0049164D" w:rsidP="0049164D">
      <w:pPr>
        <w:pStyle w:val="libNormal"/>
        <w:rPr>
          <w:lang w:bidi="bn-IN"/>
        </w:rPr>
      </w:pPr>
    </w:p>
    <w:p w:rsidR="0049164D" w:rsidRDefault="007710BF" w:rsidP="0049164D">
      <w:pPr>
        <w:pStyle w:val="libNormal"/>
        <w:rPr>
          <w:lang w:bidi="bn-IN"/>
        </w:rPr>
      </w:pPr>
      <w:r w:rsidRPr="007710BF">
        <w:rPr>
          <w:cs/>
          <w:lang w:bidi="bn-IN"/>
        </w:rPr>
        <w:t>এ ধরনের কথা আমাদের মধ্যেও অজ্ঞাতসারে প্রচার লাভ করেছে। যেমন কখনো কখনো আমরা</w:t>
      </w:r>
      <w:r w:rsidR="0049164D">
        <w:rPr>
          <w:lang w:bidi="bn-IN"/>
        </w:rPr>
        <w:t xml:space="preserve"> </w:t>
      </w:r>
      <w:r w:rsidRPr="007710BF">
        <w:rPr>
          <w:cs/>
          <w:lang w:bidi="bn-IN"/>
        </w:rPr>
        <w:t>বলি</w:t>
      </w:r>
      <w:r w:rsidR="00895143">
        <w:t>,</w:t>
      </w:r>
      <w:r w:rsidRPr="007710BF">
        <w:rPr>
          <w:cs/>
          <w:lang w:bidi="bn-IN"/>
        </w:rPr>
        <w:t>জীবন বেঁচে থাকার সংগ্রাম ছাড়া কিছু নয়। না</w:t>
      </w:r>
      <w:r w:rsidR="00895143">
        <w:t>,</w:t>
      </w:r>
      <w:r w:rsidRPr="007710BF">
        <w:rPr>
          <w:cs/>
          <w:lang w:bidi="bn-IN"/>
        </w:rPr>
        <w:t>জীবন বেঁচে থাকার সংগ্রাম নয়</w:t>
      </w:r>
      <w:r w:rsidR="00895143">
        <w:t>,</w:t>
      </w:r>
      <w:r w:rsidRPr="007710BF">
        <w:rPr>
          <w:cs/>
          <w:lang w:bidi="bn-IN"/>
        </w:rPr>
        <w:t>বরং জীবন হলো</w:t>
      </w:r>
      <w:r w:rsidR="0049164D">
        <w:rPr>
          <w:lang w:bidi="bn-IN"/>
        </w:rPr>
        <w:t xml:space="preserve"> </w:t>
      </w:r>
      <w:r w:rsidRPr="007710BF">
        <w:rPr>
          <w:cs/>
          <w:lang w:bidi="bn-IN"/>
        </w:rPr>
        <w:t>সত্যের জন্য সংগ্রাম। কখনো কখনো কোনো কোনো ইসলামী ব্যক্তিত্ব</w:t>
      </w:r>
      <w:r w:rsidR="00895143">
        <w:t>,</w:t>
      </w:r>
      <w:r w:rsidRPr="007710BF">
        <w:rPr>
          <w:cs/>
          <w:lang w:bidi="bn-IN"/>
        </w:rPr>
        <w:t>যেমন ফরিদ ওয়াজেদী</w:t>
      </w:r>
      <w:r w:rsidR="0049164D">
        <w:rPr>
          <w:lang w:bidi="bn-IN"/>
        </w:rPr>
        <w:t xml:space="preserve"> </w:t>
      </w:r>
      <w:r w:rsidRPr="007710BF">
        <w:rPr>
          <w:cs/>
          <w:lang w:bidi="bn-IN"/>
        </w:rPr>
        <w:t>বলেছেন</w:t>
      </w:r>
      <w:r w:rsidR="00895143">
        <w:t>,</w:t>
      </w:r>
      <w:r w:rsidRPr="007710BF">
        <w:rPr>
          <w:cs/>
          <w:lang w:bidi="bn-IN"/>
        </w:rPr>
        <w:t>যুদ্ধ মানুষের জন্য অপরিহার্য</w:t>
      </w:r>
      <w:r w:rsidR="00895143">
        <w:t>,</w:t>
      </w:r>
      <w:r w:rsidRPr="007710BF">
        <w:rPr>
          <w:cs/>
          <w:lang w:bidi="bn-IN"/>
        </w:rPr>
        <w:t>যতদিন মানুষ আছে যুদ্ধও রয়েছে</w:t>
      </w:r>
      <w:r w:rsidR="00895143">
        <w:t>,</w:t>
      </w:r>
      <w:r w:rsidRPr="007710BF">
        <w:rPr>
          <w:cs/>
          <w:lang w:bidi="bn-IN"/>
        </w:rPr>
        <w:t>যুদ্ধ যেন মানুষের জীবনের</w:t>
      </w:r>
      <w:r w:rsidR="0049164D">
        <w:rPr>
          <w:lang w:bidi="bn-IN"/>
        </w:rPr>
        <w:t xml:space="preserve"> </w:t>
      </w:r>
      <w:r w:rsidRPr="007710BF">
        <w:rPr>
          <w:cs/>
          <w:lang w:bidi="bn-IN"/>
        </w:rPr>
        <w:t>অঙ্গ। তিনি বিশ্বাস করেন কোরআনও তার বিভিন্ন আয়াতে এ কথাকে সত্যায়ন করেছে</w:t>
      </w:r>
      <w:r w:rsidRPr="007710BF">
        <w:rPr>
          <w:cs/>
          <w:lang w:bidi="hi-IN"/>
        </w:rPr>
        <w:t xml:space="preserve">। </w:t>
      </w:r>
      <w:r w:rsidRPr="007710BF">
        <w:rPr>
          <w:cs/>
          <w:lang w:bidi="bn-IN"/>
        </w:rPr>
        <w:t>যেমন সূরা</w:t>
      </w:r>
      <w:r w:rsidR="0049164D">
        <w:rPr>
          <w:lang w:bidi="bn-IN"/>
        </w:rPr>
        <w:t xml:space="preserve"> </w:t>
      </w:r>
      <w:r w:rsidRPr="007710BF">
        <w:rPr>
          <w:cs/>
          <w:lang w:bidi="bn-IN"/>
        </w:rPr>
        <w:t>হজ্বের এই আয়াতে</w:t>
      </w:r>
      <w:r w:rsidR="003936CB">
        <w:t>-</w:t>
      </w:r>
      <w:r w:rsidRPr="001933EC">
        <w:rPr>
          <w:rStyle w:val="libAlaemChar"/>
        </w:rPr>
        <w:t>“</w:t>
      </w:r>
      <w:r w:rsidRPr="007710BF">
        <w:rPr>
          <w:cs/>
          <w:lang w:bidi="bn-IN"/>
        </w:rPr>
        <w:t>যদি মহান আ</w:t>
      </w:r>
      <w:r w:rsidR="006B46F0">
        <w:rPr>
          <w:cs/>
          <w:lang w:bidi="bn-IN"/>
        </w:rPr>
        <w:t>ল্লা</w:t>
      </w:r>
      <w:r w:rsidRPr="007710BF">
        <w:rPr>
          <w:rFonts w:hint="cs"/>
          <w:cs/>
          <w:lang w:bidi="bn-IN"/>
        </w:rPr>
        <w:t>হ্ মানুষের একদল দ্বারা অন্য দলকে প্রতিরোধ না করতেন</w:t>
      </w:r>
      <w:r w:rsidR="0049164D">
        <w:rPr>
          <w:lang w:bidi="bn-IN"/>
        </w:rPr>
        <w:t xml:space="preserve"> </w:t>
      </w:r>
      <w:r w:rsidRPr="007710BF">
        <w:rPr>
          <w:rFonts w:hint="cs"/>
          <w:cs/>
          <w:lang w:bidi="bn-IN"/>
        </w:rPr>
        <w:t>তবে ইহুদী</w:t>
      </w:r>
      <w:r w:rsidR="00895143">
        <w:t>,</w:t>
      </w:r>
      <w:r w:rsidRPr="007710BF">
        <w:rPr>
          <w:cs/>
          <w:lang w:bidi="bn-IN"/>
        </w:rPr>
        <w:t xml:space="preserve">নাছারাদের উপাসনালয়সহ সকল মসজিদ যেখানে </w:t>
      </w:r>
      <w:r w:rsidR="00D009A1">
        <w:rPr>
          <w:cs/>
          <w:lang w:bidi="bn-IN"/>
        </w:rPr>
        <w:t>আল্লাহর</w:t>
      </w:r>
      <w:r w:rsidRPr="007710BF">
        <w:rPr>
          <w:rFonts w:hint="cs"/>
          <w:cs/>
          <w:lang w:bidi="bn-IN"/>
        </w:rPr>
        <w:t xml:space="preserve"> নাম অধিক</w:t>
      </w:r>
      <w:r w:rsidRPr="007710BF">
        <w:rPr>
          <w:cs/>
          <w:lang w:bidi="bn-IN"/>
        </w:rPr>
        <w:t xml:space="preserve"> স্মরণ করা হয় সব</w:t>
      </w:r>
      <w:r w:rsidR="0049164D">
        <w:rPr>
          <w:lang w:bidi="bn-IN"/>
        </w:rPr>
        <w:t xml:space="preserve"> </w:t>
      </w:r>
      <w:r w:rsidRPr="007710BF">
        <w:rPr>
          <w:cs/>
          <w:lang w:bidi="bn-IN"/>
        </w:rPr>
        <w:t>ধ্বংস হয়ে যেত।</w:t>
      </w:r>
      <w:r w:rsidRPr="001933EC">
        <w:rPr>
          <w:rStyle w:val="libAlaemChar"/>
        </w:rPr>
        <w:t>”</w:t>
      </w:r>
      <w:r w:rsidRPr="007710BF">
        <w:t xml:space="preserve"> (</w:t>
      </w:r>
      <w:r w:rsidRPr="007710BF">
        <w:rPr>
          <w:cs/>
          <w:lang w:bidi="bn-IN"/>
        </w:rPr>
        <w:t>সূরা হজ্ব : ৪০) এবং সূরা বাকারার এই আয়াতে</w:t>
      </w:r>
      <w:r w:rsidR="003936CB">
        <w:t>-</w:t>
      </w:r>
      <w:r w:rsidRPr="007710BF">
        <w:t xml:space="preserve"> </w:t>
      </w:r>
      <w:r w:rsidRPr="001933EC">
        <w:rPr>
          <w:rStyle w:val="libAlaemChar"/>
        </w:rPr>
        <w:t>“</w:t>
      </w:r>
      <w:r w:rsidRPr="007710BF">
        <w:rPr>
          <w:cs/>
          <w:lang w:bidi="bn-IN"/>
        </w:rPr>
        <w:t>যদি আ</w:t>
      </w:r>
      <w:r w:rsidR="006B46F0">
        <w:rPr>
          <w:cs/>
          <w:lang w:bidi="bn-IN"/>
        </w:rPr>
        <w:t>ল্লা</w:t>
      </w:r>
      <w:r w:rsidRPr="007710BF">
        <w:rPr>
          <w:rFonts w:hint="cs"/>
          <w:cs/>
          <w:lang w:bidi="bn-IN"/>
        </w:rPr>
        <w:t>হ্ মানুষের মধ্যে</w:t>
      </w:r>
      <w:r w:rsidR="0049164D">
        <w:rPr>
          <w:lang w:bidi="bn-IN"/>
        </w:rPr>
        <w:t xml:space="preserve"> </w:t>
      </w:r>
      <w:r w:rsidRPr="007710BF">
        <w:rPr>
          <w:rFonts w:hint="cs"/>
          <w:cs/>
          <w:lang w:bidi="bn-IN"/>
        </w:rPr>
        <w:t>এক দল দ্বারা অন্য দলকে প্রতিরোধ না করতেন</w:t>
      </w:r>
      <w:r w:rsidR="00895143">
        <w:t>,</w:t>
      </w:r>
      <w:r w:rsidRPr="007710BF">
        <w:rPr>
          <w:cs/>
          <w:lang w:bidi="bn-IN"/>
        </w:rPr>
        <w:t>তবে প্রথিবীতে বিশৃঙ্খলা দেখা দিত।</w:t>
      </w:r>
      <w:r w:rsidRPr="001933EC">
        <w:rPr>
          <w:rStyle w:val="libAlaemChar"/>
        </w:rPr>
        <w:t>”</w:t>
      </w:r>
      <w:r w:rsidRPr="007710BF">
        <w:t xml:space="preserve"> (</w:t>
      </w:r>
      <w:r w:rsidR="0049164D">
        <w:rPr>
          <w:cs/>
          <w:lang w:bidi="bn-IN"/>
        </w:rPr>
        <w:t>সূরা বাকারা: ২৫১)</w:t>
      </w:r>
      <w:r w:rsidRPr="007710BF">
        <w:rPr>
          <w:cs/>
          <w:lang w:bidi="bn-IN"/>
        </w:rPr>
        <w:t xml:space="preserve"> </w:t>
      </w:r>
      <w:r w:rsidR="00FE6D44">
        <w:rPr>
          <w:cs/>
          <w:lang w:bidi="bn-IN"/>
        </w:rPr>
        <w:t>তার</w:t>
      </w:r>
      <w:r w:rsidRPr="007710BF">
        <w:rPr>
          <w:cs/>
          <w:lang w:bidi="bn-IN"/>
        </w:rPr>
        <w:t xml:space="preserve"> মতে এ আয়াতগুলোতে আ</w:t>
      </w:r>
      <w:r w:rsidR="006B46F0">
        <w:rPr>
          <w:cs/>
          <w:lang w:bidi="bn-IN"/>
        </w:rPr>
        <w:t>ল্লা</w:t>
      </w:r>
      <w:r w:rsidRPr="007710BF">
        <w:rPr>
          <w:rFonts w:hint="cs"/>
          <w:cs/>
          <w:lang w:bidi="bn-IN"/>
        </w:rPr>
        <w:t>হ্ যুদ্ধকে বৈধতা দান করেছেন। যেমন</w:t>
      </w:r>
      <w:r w:rsidRPr="007710BF">
        <w:rPr>
          <w:cs/>
          <w:lang w:bidi="bn-IN"/>
        </w:rPr>
        <w:t>ভাবে এ আয়াতগুলোতে</w:t>
      </w:r>
      <w:r w:rsidR="0049164D">
        <w:rPr>
          <w:lang w:bidi="bn-IN"/>
        </w:rPr>
        <w:t xml:space="preserve"> </w:t>
      </w:r>
      <w:r w:rsidRPr="007710BF">
        <w:rPr>
          <w:cs/>
          <w:lang w:bidi="bn-IN"/>
        </w:rPr>
        <w:t>বলছেন</w:t>
      </w:r>
      <w:r w:rsidR="00895143">
        <w:t>,</w:t>
      </w:r>
      <w:r w:rsidRPr="007710BF">
        <w:rPr>
          <w:cs/>
          <w:lang w:bidi="bn-IN"/>
        </w:rPr>
        <w:t>যুদ্ধ না থাকলে পৃথিবী ধ্বংস হয়ে যেত বা কোন উপাসনালয়ই অবশিষ্ট থাকত না।</w:t>
      </w:r>
    </w:p>
    <w:p w:rsidR="0067214B" w:rsidRDefault="007710BF" w:rsidP="0049164D">
      <w:pPr>
        <w:pStyle w:val="libNormal"/>
        <w:rPr>
          <w:lang w:bidi="bn-IN"/>
        </w:rPr>
      </w:pPr>
      <w:r w:rsidRPr="007710BF">
        <w:rPr>
          <w:cs/>
          <w:lang w:bidi="bn-IN"/>
        </w:rPr>
        <w:t xml:space="preserve">কিন্তু </w:t>
      </w:r>
      <w:r w:rsidR="005E5BE9">
        <w:rPr>
          <w:cs/>
          <w:lang w:bidi="bn-IN"/>
        </w:rPr>
        <w:t>প্রকৃত</w:t>
      </w:r>
      <w:r w:rsidRPr="007710BF">
        <w:rPr>
          <w:cs/>
          <w:lang w:bidi="bn-IN"/>
        </w:rPr>
        <w:t>পক্ষে এ সকল ব্যক্তি কোরআনের এ আয়াতকে ভুল ব্য</w:t>
      </w:r>
      <w:r w:rsidR="0049164D">
        <w:rPr>
          <w:cs/>
          <w:lang w:bidi="bn-IN"/>
        </w:rPr>
        <w:t>াখ্যা করেছেন। কোরআনের এ</w:t>
      </w:r>
      <w:r w:rsidR="0049164D">
        <w:rPr>
          <w:lang w:bidi="bn-IN"/>
        </w:rPr>
        <w:t xml:space="preserve"> </w:t>
      </w:r>
      <w:r w:rsidRPr="007710BF">
        <w:rPr>
          <w:cs/>
          <w:lang w:bidi="bn-IN"/>
        </w:rPr>
        <w:t>সকল আয়াত প্রতিরোধের ও জিহাদের তাৎপর্য ব্যাখ্যা করছে। যেহেতু খ্রিষ্টানরা বলে</w:t>
      </w:r>
      <w:r w:rsidR="00895143">
        <w:t>,</w:t>
      </w:r>
      <w:r w:rsidR="0049164D">
        <w:rPr>
          <w:cs/>
          <w:lang w:bidi="bn-IN"/>
        </w:rPr>
        <w:t xml:space="preserve">যুদ্ধ </w:t>
      </w:r>
      <w:r w:rsidR="0049164D" w:rsidRPr="0049164D">
        <w:rPr>
          <w:cs/>
          <w:lang w:bidi="bn-IN"/>
        </w:rPr>
        <w:t>সম্পূর্ণরূপে</w:t>
      </w:r>
      <w:r w:rsidR="0049164D">
        <w:rPr>
          <w:lang w:bidi="bn-IN"/>
        </w:rPr>
        <w:t xml:space="preserve"> </w:t>
      </w:r>
      <w:r w:rsidRPr="007710BF">
        <w:rPr>
          <w:cs/>
          <w:lang w:bidi="bn-IN"/>
        </w:rPr>
        <w:t>নিন্দনীয় ও অন্যায়</w:t>
      </w:r>
      <w:r w:rsidRPr="007710BF">
        <w:t xml:space="preserve">; </w:t>
      </w:r>
      <w:r w:rsidRPr="007710BF">
        <w:rPr>
          <w:cs/>
          <w:lang w:bidi="bn-IN"/>
        </w:rPr>
        <w:t>আমরা শান্তিতে বিশ্বাসী</w:t>
      </w:r>
      <w:r w:rsidR="00895143">
        <w:t>,</w:t>
      </w:r>
      <w:r w:rsidRPr="007710BF">
        <w:rPr>
          <w:cs/>
          <w:lang w:bidi="bn-IN"/>
        </w:rPr>
        <w:t>কোরআন তাদের জবাবে বলছে</w:t>
      </w:r>
      <w:r w:rsidR="00895143">
        <w:t>,</w:t>
      </w:r>
      <w:r w:rsidRPr="007710BF">
        <w:rPr>
          <w:cs/>
          <w:lang w:bidi="bn-IN"/>
        </w:rPr>
        <w:t>যে সকল যুদ্ধ অধিকার</w:t>
      </w:r>
      <w:r w:rsidR="0049164D">
        <w:rPr>
          <w:lang w:bidi="bn-IN"/>
        </w:rPr>
        <w:t xml:space="preserve"> </w:t>
      </w:r>
      <w:r w:rsidRPr="007710BF">
        <w:rPr>
          <w:cs/>
          <w:lang w:bidi="bn-IN"/>
        </w:rPr>
        <w:t>হরণ ও সীমালঙ্ঘনের জন্য ঘটে তা অন্যায়</w:t>
      </w:r>
      <w:r w:rsidRPr="007710BF">
        <w:rPr>
          <w:cs/>
          <w:lang w:bidi="hi-IN"/>
        </w:rPr>
        <w:t xml:space="preserve">। </w:t>
      </w:r>
      <w:r w:rsidRPr="007710BF">
        <w:rPr>
          <w:cs/>
          <w:lang w:bidi="bn-IN"/>
        </w:rPr>
        <w:t>কিন্তু যে যুদ্ধ সত্যকে রক্ষা ও প্রতিষ্ঠিত করার জন্য তা</w:t>
      </w:r>
      <w:r w:rsidR="0049164D">
        <w:rPr>
          <w:lang w:bidi="bn-IN"/>
        </w:rPr>
        <w:t xml:space="preserve"> </w:t>
      </w:r>
      <w:r w:rsidRPr="007710BF">
        <w:rPr>
          <w:cs/>
          <w:lang w:bidi="bn-IN"/>
        </w:rPr>
        <w:t>অন্যায় নয়</w:t>
      </w:r>
      <w:r w:rsidRPr="007710BF">
        <w:rPr>
          <w:cs/>
          <w:lang w:bidi="hi-IN"/>
        </w:rPr>
        <w:t xml:space="preserve">। </w:t>
      </w:r>
      <w:r w:rsidRPr="007710BF">
        <w:rPr>
          <w:cs/>
          <w:lang w:bidi="bn-IN"/>
        </w:rPr>
        <w:t>হে খ্রিষ্টান পাদ্রীসকল! যদি প্রতিরোধমূলক যুদ্ধ না থাকত</w:t>
      </w:r>
      <w:r w:rsidR="00895143">
        <w:t>,</w:t>
      </w:r>
      <w:r w:rsidRPr="007710BF">
        <w:rPr>
          <w:cs/>
          <w:lang w:bidi="bn-IN"/>
        </w:rPr>
        <w:t>তবে তোমরাও গীর্জায় বসে</w:t>
      </w:r>
      <w:r w:rsidR="0049164D">
        <w:rPr>
          <w:lang w:bidi="bn-IN"/>
        </w:rPr>
        <w:t xml:space="preserve"> </w:t>
      </w:r>
      <w:r w:rsidRPr="007710BF">
        <w:rPr>
          <w:cs/>
          <w:lang w:bidi="bn-IN"/>
        </w:rPr>
        <w:t>ইবাদতের সুযোগ পেতে না। কোন মুমীন ব্যক্তিও মসজিদে বসে ইবাদত করতে পারত না। জিহাদই</w:t>
      </w:r>
      <w:r w:rsidR="0049164D">
        <w:rPr>
          <w:lang w:bidi="bn-IN"/>
        </w:rPr>
        <w:t xml:space="preserve"> </w:t>
      </w:r>
      <w:r w:rsidRPr="007710BF">
        <w:rPr>
          <w:cs/>
          <w:lang w:bidi="bn-IN"/>
        </w:rPr>
        <w:t>সে বস্তু যা সত্য ও সত্যপথকে রক্ষা করছে। তাই পাদ্রীমহোদয়! আপনারও যে সৈনিক এজন্য প্রচেষ্টা</w:t>
      </w:r>
      <w:r w:rsidR="0067214B">
        <w:rPr>
          <w:lang w:bidi="bn-IN"/>
        </w:rPr>
        <w:t xml:space="preserve"> </w:t>
      </w:r>
      <w:r w:rsidRPr="007710BF">
        <w:rPr>
          <w:cs/>
          <w:lang w:bidi="bn-IN"/>
        </w:rPr>
        <w:t>চালিয়েছে তার নিকট কৃতজ্ঞ থাকা উচিত।</w:t>
      </w:r>
    </w:p>
    <w:p w:rsidR="0067214B" w:rsidRDefault="007710BF" w:rsidP="0067214B">
      <w:pPr>
        <w:pStyle w:val="libNormal"/>
        <w:rPr>
          <w:lang w:bidi="bn-IN"/>
        </w:rPr>
      </w:pPr>
      <w:r w:rsidRPr="007710BF">
        <w:rPr>
          <w:cs/>
          <w:lang w:bidi="bn-IN"/>
        </w:rPr>
        <w:t xml:space="preserve">সুতরাং মানুষের পক্ষে সম্ভব পূর্ণতা ও প্রশিক্ষণের সে পর্যায়ে </w:t>
      </w:r>
      <w:r w:rsidR="00611BB9">
        <w:rPr>
          <w:cs/>
          <w:lang w:bidi="bn-IN"/>
        </w:rPr>
        <w:t>পৌ</w:t>
      </w:r>
      <w:r w:rsidR="0067214B">
        <w:rPr>
          <w:cs/>
          <w:lang w:bidi="bn-IN"/>
        </w:rPr>
        <w:t>ছা যে পর্যায়ে প্রকৃতপক্ষে কোন</w:t>
      </w:r>
      <w:r w:rsidR="0067214B">
        <w:rPr>
          <w:lang w:bidi="bn-IN"/>
        </w:rPr>
        <w:t xml:space="preserve"> </w:t>
      </w:r>
      <w:r w:rsidRPr="007710BF">
        <w:rPr>
          <w:cs/>
          <w:lang w:bidi="bn-IN"/>
        </w:rPr>
        <w:t>সীমালঙ্ঘনকারীও থাকবে যার সঙ্গে যুদ্ধ বৈধ হবে। এ</w:t>
      </w:r>
      <w:r w:rsidR="0067214B">
        <w:rPr>
          <w:lang w:bidi="bn-IN"/>
        </w:rPr>
        <w:t xml:space="preserve"> </w:t>
      </w:r>
      <w:r w:rsidR="0067214B">
        <w:rPr>
          <w:cs/>
          <w:lang w:bidi="bn-IN"/>
        </w:rPr>
        <w:t xml:space="preserve">জন্যই যখন বলা হয জীবন </w:t>
      </w:r>
      <w:r w:rsidR="0067214B" w:rsidRPr="0067214B">
        <w:rPr>
          <w:cs/>
          <w:lang w:bidi="bn-IN"/>
        </w:rPr>
        <w:t>বেঁচে</w:t>
      </w:r>
      <w:r w:rsidRPr="007710BF">
        <w:rPr>
          <w:cs/>
          <w:lang w:bidi="bn-IN"/>
        </w:rPr>
        <w:t xml:space="preserve"> থাকার সংগ্রাম</w:t>
      </w:r>
      <w:r w:rsidR="0067214B">
        <w:rPr>
          <w:lang w:bidi="bn-IN"/>
        </w:rPr>
        <w:t xml:space="preserve"> </w:t>
      </w:r>
      <w:r w:rsidRPr="007710BF">
        <w:rPr>
          <w:cs/>
          <w:lang w:bidi="bn-IN"/>
        </w:rPr>
        <w:t>ছাড়া কিছু নয়</w:t>
      </w:r>
      <w:r w:rsidR="0067214B">
        <w:rPr>
          <w:lang w:bidi="bn-IN"/>
        </w:rPr>
        <w:t>-</w:t>
      </w:r>
      <w:r w:rsidRPr="007710BF">
        <w:t xml:space="preserve"> </w:t>
      </w:r>
      <w:r w:rsidRPr="007710BF">
        <w:rPr>
          <w:cs/>
          <w:lang w:bidi="bn-IN"/>
        </w:rPr>
        <w:t>যার অর্থ জীবনের জন্য যুদ্ধ ও সংগ্রাম অপরিহার্য কথাটি ঠিক নয় (সম্প্রতি ইসলামে</w:t>
      </w:r>
      <w:r w:rsidR="0067214B">
        <w:rPr>
          <w:lang w:bidi="bn-IN"/>
        </w:rPr>
        <w:t xml:space="preserve"> </w:t>
      </w:r>
      <w:r w:rsidRPr="007710BF">
        <w:rPr>
          <w:cs/>
          <w:lang w:bidi="bn-IN"/>
        </w:rPr>
        <w:t>আদর্শ সমাজ সম্পর্কিত যে আলোচনা হয় অর্থাৎ ইমাম মাহদী [আ.]-এর আবির্ভাবের পর সমাজের</w:t>
      </w:r>
      <w:r w:rsidR="0067214B">
        <w:rPr>
          <w:lang w:bidi="bn-IN"/>
        </w:rPr>
        <w:t xml:space="preserve"> </w:t>
      </w:r>
      <w:r w:rsidRPr="007710BF">
        <w:rPr>
          <w:cs/>
          <w:lang w:bidi="bn-IN"/>
        </w:rPr>
        <w:t>অবস্থা সেখানে বলা হচ্ছে</w:t>
      </w:r>
      <w:r w:rsidR="00895143">
        <w:t>,</w:t>
      </w:r>
      <w:r w:rsidR="0067214B">
        <w:t xml:space="preserve"> </w:t>
      </w:r>
      <w:r w:rsidR="0067214B" w:rsidRPr="0067214B">
        <w:rPr>
          <w:rStyle w:val="libArChar"/>
          <w:rFonts w:hint="cs"/>
          <w:rtl/>
        </w:rPr>
        <w:t>یصطلح سباع بهائم</w:t>
      </w:r>
      <w:r w:rsidR="0067214B" w:rsidRPr="0067214B">
        <w:rPr>
          <w:rStyle w:val="libArChar"/>
        </w:rPr>
        <w:t xml:space="preserve"> </w:t>
      </w:r>
      <w:r w:rsidRPr="007710BF">
        <w:rPr>
          <w:cs/>
          <w:lang w:bidi="bn-IN"/>
        </w:rPr>
        <w:t>এমনকি হিংস্র প্রাণীরাও একে অপরের সঙ্গে শান্তিতে</w:t>
      </w:r>
      <w:r w:rsidR="0067214B">
        <w:rPr>
          <w:lang w:bidi="bn-IN"/>
        </w:rPr>
        <w:t xml:space="preserve"> </w:t>
      </w:r>
      <w:r w:rsidRPr="007710BF">
        <w:rPr>
          <w:cs/>
          <w:lang w:bidi="bn-IN"/>
        </w:rPr>
        <w:t>সহাবস্থান করবে এবং যুদ্ধ চিরতরে বন্ধ হয়ে যাবে অর্থাৎ মানুষ প</w:t>
      </w:r>
      <w:r w:rsidR="0067214B">
        <w:rPr>
          <w:cs/>
          <w:lang w:bidi="bn-IN"/>
        </w:rPr>
        <w:t xml:space="preserve">ূর্ণতার এমন পর্যায়ে </w:t>
      </w:r>
      <w:r w:rsidR="00611BB9">
        <w:rPr>
          <w:cs/>
          <w:lang w:bidi="bn-IN"/>
        </w:rPr>
        <w:t>পৌ</w:t>
      </w:r>
      <w:r w:rsidR="0067214B">
        <w:rPr>
          <w:cs/>
          <w:lang w:bidi="bn-IN"/>
        </w:rPr>
        <w:t>ছবে যে</w:t>
      </w:r>
      <w:r w:rsidR="00895143">
        <w:t>,</w:t>
      </w:r>
      <w:r w:rsidRPr="007710BF">
        <w:rPr>
          <w:cs/>
          <w:lang w:bidi="bn-IN"/>
        </w:rPr>
        <w:t>সমাজে কোন সীমালঙ্ঘনকারীই থাকবে না যাতে করে যুদ্ধের প্রয়োজন পড়বে)।</w:t>
      </w:r>
    </w:p>
    <w:p w:rsidR="00E84058" w:rsidRDefault="007710BF" w:rsidP="0067214B">
      <w:pPr>
        <w:pStyle w:val="libNormal"/>
        <w:rPr>
          <w:lang w:bidi="bn-IN"/>
        </w:rPr>
      </w:pPr>
      <w:r w:rsidRPr="007710BF">
        <w:rPr>
          <w:cs/>
          <w:lang w:bidi="bn-IN"/>
        </w:rPr>
        <w:t xml:space="preserve">এ </w:t>
      </w:r>
      <w:r w:rsidR="000C4B23">
        <w:rPr>
          <w:cs/>
          <w:lang w:bidi="bn-IN"/>
        </w:rPr>
        <w:t>সম্পর্কে</w:t>
      </w:r>
      <w:r w:rsidRPr="007710BF">
        <w:rPr>
          <w:cs/>
          <w:lang w:bidi="bn-IN"/>
        </w:rPr>
        <w:t xml:space="preserve"> একটি বিষয় আলোচনা করতে চাই। সম্ভবত অনেকেই তা শুনে কষ্ট পাবেন যেহেতু</w:t>
      </w:r>
      <w:r w:rsidR="00E84058">
        <w:rPr>
          <w:lang w:bidi="bn-IN"/>
        </w:rPr>
        <w:t xml:space="preserve"> </w:t>
      </w:r>
      <w:r w:rsidRPr="007710BF">
        <w:rPr>
          <w:cs/>
          <w:lang w:bidi="bn-IN"/>
        </w:rPr>
        <w:t>আমাদের যুবকদের মধ্যে অনেকেই যা কিছু তাদের পছন্দমত নয় তা শুনলে দুঃখ পায়।</w:t>
      </w:r>
    </w:p>
    <w:p w:rsidR="00E84058" w:rsidRDefault="007710BF" w:rsidP="0067214B">
      <w:pPr>
        <w:pStyle w:val="libNormal"/>
        <w:rPr>
          <w:lang w:bidi="hi-IN"/>
        </w:rPr>
      </w:pPr>
      <w:r w:rsidRPr="007710BF">
        <w:rPr>
          <w:cs/>
          <w:lang w:bidi="bn-IN"/>
        </w:rPr>
        <w:t>একটি কথা ইমাম হুসাইন (আ.)-এর বলে প্রচার করা হয়। এ কথাটির না অর্থ সঠিক</w:t>
      </w:r>
      <w:r w:rsidR="00895143">
        <w:t>,</w:t>
      </w:r>
      <w:r w:rsidRPr="007710BF">
        <w:rPr>
          <w:cs/>
          <w:lang w:bidi="bn-IN"/>
        </w:rPr>
        <w:t xml:space="preserve">না কোনগ্রন্থে এটা ইমাম হুসাইনের বাণী বলে </w:t>
      </w:r>
      <w:r w:rsidR="00906B99">
        <w:rPr>
          <w:cs/>
          <w:lang w:bidi="bn-IN"/>
        </w:rPr>
        <w:t>উল্লেখ</w:t>
      </w:r>
      <w:r w:rsidRPr="007710BF">
        <w:rPr>
          <w:rFonts w:hint="cs"/>
          <w:cs/>
          <w:lang w:bidi="bn-IN"/>
        </w:rPr>
        <w:t xml:space="preserve"> করা হয়েছে। সম্ভবত </w:t>
      </w:r>
      <w:r w:rsidR="00E84058">
        <w:rPr>
          <w:rFonts w:hint="cs"/>
          <w:cs/>
          <w:lang w:bidi="bn-IN"/>
        </w:rPr>
        <w:t>চল্লিশ</w:t>
      </w:r>
      <w:r w:rsidRPr="007710BF">
        <w:rPr>
          <w:rFonts w:hint="cs"/>
          <w:cs/>
          <w:lang w:bidi="bn-IN"/>
        </w:rPr>
        <w:t xml:space="preserve"> বা পঞ্চাশ বছরের বেশি নয়</w:t>
      </w:r>
      <w:r w:rsidR="00E84058">
        <w:rPr>
          <w:lang w:bidi="bn-IN"/>
        </w:rPr>
        <w:t xml:space="preserve"> </w:t>
      </w:r>
      <w:r w:rsidRPr="007710BF">
        <w:rPr>
          <w:rFonts w:hint="cs"/>
          <w:cs/>
          <w:lang w:bidi="bn-IN"/>
        </w:rPr>
        <w:t>এ কথাটি বলা হচ্ছে যে</w:t>
      </w:r>
      <w:r w:rsidR="00895143">
        <w:t>,</w:t>
      </w:r>
      <w:r w:rsidRPr="007710BF">
        <w:rPr>
          <w:cs/>
          <w:lang w:bidi="bn-IN"/>
        </w:rPr>
        <w:t>ইমাম হুসাইন বলেছেন</w:t>
      </w:r>
      <w:r w:rsidR="00895143">
        <w:t>,</w:t>
      </w:r>
      <w:r w:rsidR="00E84058">
        <w:t xml:space="preserve"> </w:t>
      </w:r>
      <w:r w:rsidR="00E84058" w:rsidRPr="00E84058">
        <w:rPr>
          <w:rStyle w:val="libArChar"/>
          <w:rFonts w:hint="cs"/>
          <w:rtl/>
        </w:rPr>
        <w:t>إنّ الحیاة عقیدة و جهاد</w:t>
      </w:r>
      <w:r w:rsidR="00E84058">
        <w:t xml:space="preserve"> </w:t>
      </w:r>
      <w:r w:rsidRPr="007710BF">
        <w:rPr>
          <w:cs/>
          <w:lang w:bidi="bn-IN"/>
        </w:rPr>
        <w:t>অর্থাৎ জীবন হলো এক বিশ্বাসএবং সেই বিশ্বাসের জন্য সংগ্রাম করা। কথাটি পাশ্চাত্যের চিন্তার সাথে সংগতিশীল যেহেতু তারা বলে</w:t>
      </w:r>
      <w:r w:rsidR="00E84058">
        <w:rPr>
          <w:lang w:bidi="bn-IN"/>
        </w:rPr>
        <w:t xml:space="preserve"> </w:t>
      </w:r>
      <w:r w:rsidRPr="007710BF">
        <w:rPr>
          <w:cs/>
          <w:lang w:bidi="bn-IN"/>
        </w:rPr>
        <w:t>মানুষের একটি বিশ্বাস বা আকীদা থাকা দরকার এবং সে আকীদার জন্য সংগ্রাম করা উচিত।</w:t>
      </w:r>
      <w:r w:rsidR="00E84058">
        <w:rPr>
          <w:lang w:bidi="bn-IN"/>
        </w:rPr>
        <w:t xml:space="preserve"> </w:t>
      </w:r>
      <w:r w:rsidRPr="007710BF">
        <w:rPr>
          <w:cs/>
          <w:lang w:bidi="bn-IN"/>
        </w:rPr>
        <w:t>কোরআন সত্যের কথা বলে। জিহাদ ও জীবন কোরআনের দৃষ্টিতে সত্যের উপাসনা ও সত্যের জন্য</w:t>
      </w:r>
      <w:r w:rsidR="00E84058">
        <w:rPr>
          <w:lang w:bidi="bn-IN"/>
        </w:rPr>
        <w:t xml:space="preserve"> </w:t>
      </w:r>
      <w:r w:rsidRPr="007710BF">
        <w:rPr>
          <w:cs/>
          <w:lang w:bidi="bn-IN"/>
        </w:rPr>
        <w:t>জিহাদ। বিশ্বাসের জন্য সংগ্রাম নয় বা জীবনের অর্থও বিশ্বাস বা আকীদা নয়। কারণ আকীদা সঠিক</w:t>
      </w:r>
      <w:r w:rsidR="00E84058">
        <w:rPr>
          <w:lang w:bidi="bn-IN"/>
        </w:rPr>
        <w:t xml:space="preserve"> </w:t>
      </w:r>
      <w:r w:rsidRPr="007710BF">
        <w:rPr>
          <w:cs/>
          <w:lang w:bidi="bn-IN"/>
        </w:rPr>
        <w:t>হতে পারে আবার বাতিলও হতে পারে</w:t>
      </w:r>
      <w:r w:rsidRPr="007710BF">
        <w:rPr>
          <w:cs/>
          <w:lang w:bidi="hi-IN"/>
        </w:rPr>
        <w:t>।</w:t>
      </w:r>
    </w:p>
    <w:p w:rsidR="00E84058" w:rsidRDefault="007710BF" w:rsidP="0067214B">
      <w:pPr>
        <w:pStyle w:val="libNormal"/>
        <w:rPr>
          <w:lang w:bidi="bn-IN"/>
        </w:rPr>
      </w:pPr>
      <w:r w:rsidRPr="007710BF">
        <w:rPr>
          <w:cs/>
          <w:lang w:bidi="bn-IN"/>
        </w:rPr>
        <w:t>আকীদা হলো চিন্তাসমূহের ক্রিয়া-প্রতিক্রিয়া ও সংযুক্তি। মানুষের চিন্তায় হাজারো ধরনের চিন্তার</w:t>
      </w:r>
      <w:r w:rsidR="00E84058">
        <w:rPr>
          <w:lang w:bidi="bn-IN"/>
        </w:rPr>
        <w:t xml:space="preserve"> </w:t>
      </w:r>
      <w:r w:rsidRPr="007710BF">
        <w:rPr>
          <w:cs/>
          <w:lang w:bidi="bn-IN"/>
        </w:rPr>
        <w:t>সম্মিলন ও সংযুক্তি ঘটে। ইসলাম ব্যতীত অন্যান্য মতাদর্শ বলে</w:t>
      </w:r>
      <w:r w:rsidR="00895143">
        <w:t>,</w:t>
      </w:r>
      <w:r w:rsidRPr="007710BF">
        <w:rPr>
          <w:cs/>
          <w:lang w:bidi="bn-IN"/>
        </w:rPr>
        <w:t>মানুষের কোন এক বিশেষ বিশ্বাস</w:t>
      </w:r>
      <w:r w:rsidR="00895143">
        <w:t>,</w:t>
      </w:r>
      <w:r w:rsidRPr="007710BF">
        <w:rPr>
          <w:cs/>
          <w:lang w:bidi="bn-IN"/>
        </w:rPr>
        <w:t>আদর্শ ও উদ্দেশ্য থাকা উচিত এবং সেই লক্ষ্য</w:t>
      </w:r>
      <w:r w:rsidR="00895143">
        <w:t>,</w:t>
      </w:r>
      <w:r w:rsidRPr="007710BF">
        <w:rPr>
          <w:cs/>
          <w:lang w:bidi="bn-IN"/>
        </w:rPr>
        <w:t>উদ্দেশ্য ও বিশ্বাসের জন্য সংগ্রাম ও প্রচেষ্টা চালানো</w:t>
      </w:r>
      <w:r w:rsidR="00E84058">
        <w:rPr>
          <w:lang w:bidi="bn-IN"/>
        </w:rPr>
        <w:t xml:space="preserve"> </w:t>
      </w:r>
      <w:r w:rsidRPr="007710BF">
        <w:rPr>
          <w:cs/>
          <w:lang w:bidi="bn-IN"/>
        </w:rPr>
        <w:t>উচিত। এখন প্রশ্ন হলো সেই বিশ্বাস কি</w:t>
      </w:r>
      <w:r w:rsidRPr="007710BF">
        <w:t xml:space="preserve">? </w:t>
      </w:r>
      <w:r w:rsidRPr="007710BF">
        <w:rPr>
          <w:cs/>
          <w:lang w:bidi="bn-IN"/>
        </w:rPr>
        <w:t>তারা বলে</w:t>
      </w:r>
      <w:r w:rsidR="00895143">
        <w:t>,</w:t>
      </w:r>
      <w:r w:rsidRPr="007710BF">
        <w:rPr>
          <w:cs/>
          <w:lang w:bidi="bn-IN"/>
        </w:rPr>
        <w:t>সেটা যা-ই হোক না কেন। কোরআনের</w:t>
      </w:r>
      <w:r w:rsidR="00E84058">
        <w:rPr>
          <w:lang w:bidi="bn-IN"/>
        </w:rPr>
        <w:t xml:space="preserve"> </w:t>
      </w:r>
      <w:r w:rsidRPr="007710BF">
        <w:rPr>
          <w:cs/>
          <w:lang w:bidi="bn-IN"/>
        </w:rPr>
        <w:t>কথাগুলো অত্যন্ত হিসেবী ও মাপা। কোরআন সব সময়ই বলছে</w:t>
      </w:r>
      <w:r w:rsidR="00895143">
        <w:t>,</w:t>
      </w:r>
      <w:r w:rsidRPr="007710BF">
        <w:rPr>
          <w:cs/>
          <w:lang w:bidi="bn-IN"/>
        </w:rPr>
        <w:t>হক ও সত্য এবং সেই হক ও</w:t>
      </w:r>
      <w:r w:rsidR="00E84058">
        <w:rPr>
          <w:lang w:bidi="bn-IN"/>
        </w:rPr>
        <w:t xml:space="preserve"> </w:t>
      </w:r>
      <w:r w:rsidRPr="007710BF">
        <w:rPr>
          <w:cs/>
          <w:lang w:bidi="bn-IN"/>
        </w:rPr>
        <w:t>সত্যের জন্য জিহাদ। কোরআন এটা বলে না যে</w:t>
      </w:r>
      <w:r w:rsidR="00895143">
        <w:t>,</w:t>
      </w:r>
      <w:r w:rsidRPr="007710BF">
        <w:rPr>
          <w:cs/>
          <w:lang w:bidi="bn-IN"/>
        </w:rPr>
        <w:t>তোমার আকীদা ও বিশ্বাসের জন্য জিহাদ কর</w:t>
      </w:r>
      <w:r w:rsidR="00895143">
        <w:t>,</w:t>
      </w:r>
      <w:r w:rsidRPr="007710BF">
        <w:rPr>
          <w:cs/>
          <w:lang w:bidi="bn-IN"/>
        </w:rPr>
        <w:t>বরং</w:t>
      </w:r>
      <w:r w:rsidR="00E84058">
        <w:rPr>
          <w:lang w:bidi="bn-IN"/>
        </w:rPr>
        <w:t xml:space="preserve"> </w:t>
      </w:r>
      <w:r w:rsidRPr="007710BF">
        <w:rPr>
          <w:cs/>
          <w:lang w:bidi="bn-IN"/>
        </w:rPr>
        <w:t>বলছে</w:t>
      </w:r>
      <w:r w:rsidR="00895143">
        <w:t>,</w:t>
      </w:r>
      <w:r w:rsidRPr="007710BF">
        <w:rPr>
          <w:cs/>
          <w:lang w:bidi="bn-IN"/>
        </w:rPr>
        <w:t>প্রথমে তোমার আকীদাকে সংশোধিত কর। প্রথমে তোমার আকীদার সঙ্গে যুদ্ধ করে সঠিক ও</w:t>
      </w:r>
      <w:r w:rsidR="00E84058">
        <w:rPr>
          <w:lang w:bidi="bn-IN"/>
        </w:rPr>
        <w:t xml:space="preserve"> </w:t>
      </w:r>
      <w:r w:rsidRPr="007710BF">
        <w:rPr>
          <w:cs/>
          <w:lang w:bidi="bn-IN"/>
        </w:rPr>
        <w:t>সত্য আকীদাকে গ্রহণ কর। তৎপর যখন সত্যকে উদ্ঘাটন করেছ তখন এ সত্যকে প্রতিষ্ঠার জন্য</w:t>
      </w:r>
      <w:r w:rsidR="00E84058">
        <w:rPr>
          <w:lang w:bidi="bn-IN"/>
        </w:rPr>
        <w:t xml:space="preserve"> </w:t>
      </w:r>
      <w:r w:rsidRPr="007710BF">
        <w:rPr>
          <w:cs/>
          <w:lang w:bidi="bn-IN"/>
        </w:rPr>
        <w:t>সংগ্রাম ও জিহাদ কর।</w:t>
      </w:r>
    </w:p>
    <w:p w:rsidR="001E5B3D" w:rsidRDefault="007710BF" w:rsidP="00677F9E">
      <w:pPr>
        <w:pStyle w:val="libEn"/>
        <w:rPr>
          <w:lang w:bidi="bn-IN"/>
        </w:rPr>
      </w:pPr>
      <w:r w:rsidRPr="007710BF">
        <w:rPr>
          <w:cs/>
          <w:lang w:bidi="bn-IN"/>
        </w:rPr>
        <w:t>যা হোক পূর্ণ মানুষ অর্থ ক্ষমতাবান মানুষ বা শক্তিবান মানুষ এ কথাটির মূল ভিত্তি এসেছে বেঁচে</w:t>
      </w:r>
      <w:r w:rsidR="00E84058">
        <w:rPr>
          <w:lang w:bidi="bn-IN"/>
        </w:rPr>
        <w:t xml:space="preserve"> </w:t>
      </w:r>
      <w:r w:rsidRPr="007710BF">
        <w:rPr>
          <w:cs/>
          <w:lang w:bidi="bn-IN"/>
        </w:rPr>
        <w:t xml:space="preserve">থাকার জন্য সংগ্রামের ডারউইনের যে তত্ত্ব </w:t>
      </w:r>
      <w:r w:rsidR="00E22209" w:rsidRPr="0036376A">
        <w:t>(Struggle for the fittest)</w:t>
      </w:r>
      <w:r w:rsidRPr="007710BF">
        <w:rPr>
          <w:cs/>
          <w:lang w:bidi="bn-IN"/>
        </w:rPr>
        <w:t xml:space="preserve"> সেখান থেকে।</w:t>
      </w:r>
    </w:p>
    <w:p w:rsidR="001E5B3D" w:rsidRDefault="007710BF" w:rsidP="001E5B3D">
      <w:pPr>
        <w:pStyle w:val="libNormal"/>
        <w:rPr>
          <w:cs/>
          <w:lang w:bidi="bn-IN"/>
        </w:rPr>
      </w:pPr>
      <w:r w:rsidRPr="007710BF">
        <w:rPr>
          <w:cs/>
          <w:lang w:bidi="bn-IN"/>
        </w:rPr>
        <w:t xml:space="preserve">ডারউইন </w:t>
      </w:r>
      <w:r w:rsidR="00FE6D44">
        <w:rPr>
          <w:cs/>
          <w:lang w:bidi="bn-IN"/>
        </w:rPr>
        <w:t>তার</w:t>
      </w:r>
      <w:r w:rsidRPr="007710BF">
        <w:rPr>
          <w:cs/>
          <w:lang w:bidi="bn-IN"/>
        </w:rPr>
        <w:t xml:space="preserve"> এ তত্ত্বে জীবনকে বেঁচে থাকার জন্য সংগ্রাম হিসেবে দেখিয়েছেন। তিনি বলেছেন</w:t>
      </w:r>
      <w:r w:rsidR="00895143">
        <w:t>,</w:t>
      </w:r>
      <w:r w:rsidRPr="007710BF">
        <w:rPr>
          <w:cs/>
          <w:lang w:bidi="bn-IN"/>
        </w:rPr>
        <w:t>সকল জীবই সর্বাবস্থায় বেঁচে থাকার সংগ্রাম ও একে অপরের সঙ্গে প্রতিযোগিতায় লিপ্ত। আমরা বলতে</w:t>
      </w:r>
      <w:r w:rsidR="001E5B3D">
        <w:rPr>
          <w:lang w:bidi="bn-IN"/>
        </w:rPr>
        <w:t xml:space="preserve"> </w:t>
      </w:r>
      <w:r w:rsidRPr="007710BF">
        <w:rPr>
          <w:cs/>
          <w:lang w:bidi="bn-IN"/>
        </w:rPr>
        <w:t>চাই</w:t>
      </w:r>
      <w:r w:rsidR="00895143">
        <w:t>,</w:t>
      </w:r>
      <w:r w:rsidRPr="007710BF">
        <w:rPr>
          <w:cs/>
          <w:lang w:bidi="bn-IN"/>
        </w:rPr>
        <w:t>মানুষ ব্যতীত অন্যান্য প্রাণী এ ধরনের বলে কি আমরা মানুষকেও বলব যে</w:t>
      </w:r>
      <w:r w:rsidR="00895143">
        <w:t>,</w:t>
      </w:r>
      <w:r w:rsidRPr="007710BF">
        <w:rPr>
          <w:cs/>
          <w:lang w:bidi="bn-IN"/>
        </w:rPr>
        <w:t>মানুষও বেঁচে থাকার</w:t>
      </w:r>
      <w:r w:rsidR="001E5B3D">
        <w:rPr>
          <w:lang w:bidi="bn-IN"/>
        </w:rPr>
        <w:t xml:space="preserve"> </w:t>
      </w:r>
      <w:r w:rsidRPr="007710BF">
        <w:rPr>
          <w:cs/>
          <w:lang w:bidi="bn-IN"/>
        </w:rPr>
        <w:t>জন্য যুদ্ধ ও প্রতিযোগিতায় লিপ্ত। তাহলে এর অর্থ দাঁড়াবে বেঁচে থাকার জন্য সহযোগিতা বলে কিছু নেই। যদি তাই হয় তবে একতা</w:t>
      </w:r>
      <w:r w:rsidR="00895143">
        <w:t>,</w:t>
      </w:r>
      <w:r w:rsidRPr="007710BF">
        <w:rPr>
          <w:cs/>
          <w:lang w:bidi="bn-IN"/>
        </w:rPr>
        <w:t>বন্ধুত্ব</w:t>
      </w:r>
      <w:r w:rsidR="00895143">
        <w:t>,</w:t>
      </w:r>
      <w:r w:rsidRPr="007710BF">
        <w:rPr>
          <w:cs/>
          <w:lang w:bidi="bn-IN"/>
        </w:rPr>
        <w:t>সহযোগিতা</w:t>
      </w:r>
      <w:r w:rsidR="00895143">
        <w:t>,</w:t>
      </w:r>
      <w:r w:rsidRPr="007710BF">
        <w:rPr>
          <w:cs/>
          <w:lang w:bidi="bn-IN"/>
        </w:rPr>
        <w:t>ভালোবাসা যা মানুষের মধ্যে বিদ্যমান তাকে কি</w:t>
      </w:r>
      <w:r w:rsidR="001E5B3D">
        <w:rPr>
          <w:lang w:bidi="bn-IN"/>
        </w:rPr>
        <w:t xml:space="preserve"> </w:t>
      </w:r>
      <w:r w:rsidRPr="007710BF">
        <w:rPr>
          <w:cs/>
          <w:lang w:bidi="bn-IN"/>
        </w:rPr>
        <w:t>বলব</w:t>
      </w:r>
      <w:r w:rsidRPr="007710BF">
        <w:t xml:space="preserve">? </w:t>
      </w:r>
      <w:r w:rsidRPr="007710BF">
        <w:rPr>
          <w:cs/>
          <w:lang w:bidi="bn-IN"/>
        </w:rPr>
        <w:t xml:space="preserve">তখন </w:t>
      </w:r>
      <w:r w:rsidR="00FE6D44">
        <w:rPr>
          <w:cs/>
          <w:lang w:bidi="bn-IN"/>
        </w:rPr>
        <w:t>তারা</w:t>
      </w:r>
      <w:r w:rsidRPr="007710BF">
        <w:rPr>
          <w:cs/>
          <w:lang w:bidi="bn-IN"/>
        </w:rPr>
        <w:t xml:space="preserve"> বলেন</w:t>
      </w:r>
      <w:r w:rsidR="00895143">
        <w:t>,</w:t>
      </w:r>
      <w:r w:rsidRPr="007710BF">
        <w:rPr>
          <w:cs/>
          <w:lang w:bidi="bn-IN"/>
        </w:rPr>
        <w:t>ভুল করেছেন</w:t>
      </w:r>
      <w:r w:rsidR="00895143">
        <w:t>,</w:t>
      </w:r>
      <w:r w:rsidRPr="007710BF">
        <w:rPr>
          <w:cs/>
          <w:lang w:bidi="bn-IN"/>
        </w:rPr>
        <w:t>প্রতিযোগিতাকে আপনারা সহযোগিতা বলে মনে করেছেন।এই সহযোগিতা</w:t>
      </w:r>
      <w:r w:rsidR="00895143">
        <w:t>,</w:t>
      </w:r>
      <w:r w:rsidRPr="007710BF">
        <w:rPr>
          <w:cs/>
          <w:lang w:bidi="bn-IN"/>
        </w:rPr>
        <w:t>ভালোবাসা আর বন্ধুত্বের অন্তরালেও প্রতিযোগিতা ও সংগ্রাম লুকিয়ে রয়েছে।</w:t>
      </w:r>
      <w:r w:rsidR="001E5B3D">
        <w:rPr>
          <w:lang w:bidi="bn-IN"/>
        </w:rPr>
        <w:t xml:space="preserve"> </w:t>
      </w:r>
      <w:r w:rsidRPr="007710BF">
        <w:rPr>
          <w:cs/>
          <w:lang w:bidi="bn-IN"/>
        </w:rPr>
        <w:t>কিরূপে</w:t>
      </w:r>
      <w:r w:rsidRPr="007710BF">
        <w:t xml:space="preserve">? </w:t>
      </w:r>
      <w:r w:rsidRPr="007710BF">
        <w:rPr>
          <w:cs/>
          <w:lang w:bidi="bn-IN"/>
        </w:rPr>
        <w:t>জবাব দেন</w:t>
      </w:r>
      <w:r w:rsidR="00895143">
        <w:t>,</w:t>
      </w:r>
      <w:r w:rsidRPr="007710BF">
        <w:rPr>
          <w:cs/>
          <w:lang w:bidi="bn-IN"/>
        </w:rPr>
        <w:t>প্রকৃতপক্ষে মানুষের জীবনে যুদ্ধ ও প্রতিযোগিতাই মুখ্য</w:t>
      </w:r>
      <w:r w:rsidR="00895143">
        <w:t>,</w:t>
      </w:r>
      <w:r w:rsidRPr="007710BF">
        <w:rPr>
          <w:cs/>
          <w:lang w:bidi="bn-IN"/>
        </w:rPr>
        <w:t>কিন্তু যখন মানুষ তার</w:t>
      </w:r>
      <w:r w:rsidR="001E5B3D">
        <w:rPr>
          <w:lang w:bidi="bn-IN"/>
        </w:rPr>
        <w:t xml:space="preserve"> </w:t>
      </w:r>
      <w:r w:rsidRPr="007710BF">
        <w:rPr>
          <w:cs/>
          <w:lang w:bidi="bn-IN"/>
        </w:rPr>
        <w:t>থেকে বড় কোন শত্রুর মোকাবিলায় দাঁড়ায় তখন বড় শত্রুটি বন্ধুতকে তার উপর চাপিয়ে দেয়। তাই</w:t>
      </w:r>
      <w:r w:rsidR="001E5B3D">
        <w:t xml:space="preserve"> </w:t>
      </w:r>
      <w:r w:rsidRPr="007710BF">
        <w:rPr>
          <w:cs/>
          <w:lang w:bidi="bn-IN"/>
        </w:rPr>
        <w:t>এ বন্ধুত্ব প্রকৃতপক্ষে বন্ধুত্ব নয়</w:t>
      </w:r>
      <w:r w:rsidR="00895143">
        <w:t>,</w:t>
      </w:r>
      <w:r w:rsidRPr="007710BF">
        <w:rPr>
          <w:cs/>
          <w:lang w:bidi="bn-IN"/>
        </w:rPr>
        <w:t>এ হৃদ্যতাও বাহ্যিকতা মাত্র। বড় শত্রুকে মোকাবিলার জন্য এ</w:t>
      </w:r>
      <w:r w:rsidR="001E5B3D">
        <w:rPr>
          <w:lang w:bidi="bn-IN"/>
        </w:rPr>
        <w:t xml:space="preserve"> </w:t>
      </w:r>
      <w:r w:rsidRPr="007710BF">
        <w:rPr>
          <w:cs/>
          <w:lang w:bidi="bn-IN"/>
        </w:rPr>
        <w:t>সহযোগিতার জন্ম ও হৃদ্যতার সৃষ্টি। যখনই এ বড় শত্রুকে দৃশ্য থেকে সড়ানো হবে তখন দেখা যাবে</w:t>
      </w:r>
      <w:r w:rsidR="001E5B3D">
        <w:rPr>
          <w:lang w:bidi="bn-IN"/>
        </w:rPr>
        <w:t xml:space="preserve"> </w:t>
      </w:r>
      <w:r w:rsidRPr="007710BF">
        <w:rPr>
          <w:cs/>
          <w:lang w:bidi="bn-IN"/>
        </w:rPr>
        <w:t>যারা এতক্ষণ বন্ধু ছিল তারাই বিভক্ত হয়ে পড়বে এবং একে অপরের শত্রুতে পরিণত হবে। যদি</w:t>
      </w:r>
      <w:r w:rsidR="001E5B3D">
        <w:rPr>
          <w:lang w:bidi="bn-IN"/>
        </w:rPr>
        <w:t xml:space="preserve"> </w:t>
      </w:r>
      <w:r w:rsidRPr="007710BF">
        <w:rPr>
          <w:cs/>
          <w:lang w:bidi="bn-IN"/>
        </w:rPr>
        <w:t>পুনরায় একদল নিশ্চিহ্ন হয়</w:t>
      </w:r>
      <w:r w:rsidR="00895143">
        <w:t>,</w:t>
      </w:r>
      <w:r w:rsidRPr="007710BF">
        <w:rPr>
          <w:cs/>
          <w:lang w:bidi="bn-IN"/>
        </w:rPr>
        <w:t>অন্য যে অংশটি বেঁচে থাকবে তারা আবার বিভিন্ন দলে বিভক্ত হয়ে পড়বেও একে অপরকে নিশ্চিহ্ন করার কাজে লিপ্ত হবে</w:t>
      </w:r>
      <w:r w:rsidRPr="007710BF">
        <w:rPr>
          <w:cs/>
          <w:lang w:bidi="hi-IN"/>
        </w:rPr>
        <w:t xml:space="preserve">। </w:t>
      </w:r>
      <w:r w:rsidRPr="007710BF">
        <w:rPr>
          <w:cs/>
          <w:lang w:bidi="bn-IN"/>
        </w:rPr>
        <w:t>এভাবে যখন শুধু দু</w:t>
      </w:r>
      <w:r w:rsidRPr="001933EC">
        <w:rPr>
          <w:rStyle w:val="libAlaemChar"/>
        </w:rPr>
        <w:t>’</w:t>
      </w:r>
      <w:r w:rsidRPr="007710BF">
        <w:rPr>
          <w:cs/>
          <w:lang w:bidi="bn-IN"/>
        </w:rPr>
        <w:t>ব্যক্তি থাকবে</w:t>
      </w:r>
      <w:r w:rsidR="00895143">
        <w:t>,</w:t>
      </w:r>
      <w:r w:rsidRPr="007710BF">
        <w:rPr>
          <w:cs/>
          <w:lang w:bidi="bn-IN"/>
        </w:rPr>
        <w:t>তৃতীয় কেউ</w:t>
      </w:r>
      <w:r w:rsidR="001E5B3D">
        <w:rPr>
          <w:lang w:bidi="bn-IN"/>
        </w:rPr>
        <w:t xml:space="preserve"> </w:t>
      </w:r>
      <w:r w:rsidRPr="007710BF">
        <w:rPr>
          <w:cs/>
          <w:lang w:bidi="bn-IN"/>
        </w:rPr>
        <w:t>তাদের মোকাবিলায় থাকবে না তখন এরা দু</w:t>
      </w:r>
      <w:r w:rsidRPr="001933EC">
        <w:rPr>
          <w:rStyle w:val="libAlaemChar"/>
        </w:rPr>
        <w:t>’</w:t>
      </w:r>
      <w:r w:rsidRPr="007710BF">
        <w:rPr>
          <w:cs/>
          <w:lang w:bidi="bn-IN"/>
        </w:rPr>
        <w:t>জন একে অপরের সঙ্গে যুদ্ধে লিপ্ত হবে। এ মতবাদে</w:t>
      </w:r>
      <w:r w:rsidR="001E5B3D">
        <w:rPr>
          <w:lang w:bidi="bn-IN"/>
        </w:rPr>
        <w:t xml:space="preserve"> </w:t>
      </w:r>
      <w:r w:rsidRPr="007710BF">
        <w:rPr>
          <w:cs/>
          <w:lang w:bidi="bn-IN"/>
        </w:rPr>
        <w:t>বিশ্বাসীদের দৃষ্টিভঙ্গি হলো সকল বন্ধুত</w:t>
      </w:r>
      <w:r w:rsidR="00895143">
        <w:t>,</w:t>
      </w:r>
      <w:r w:rsidRPr="007710BF">
        <w:rPr>
          <w:cs/>
          <w:lang w:bidi="bn-IN"/>
        </w:rPr>
        <w:t>হৃদ্যতা</w:t>
      </w:r>
      <w:r w:rsidR="00895143">
        <w:t>,</w:t>
      </w:r>
      <w:r w:rsidRPr="007710BF">
        <w:rPr>
          <w:cs/>
          <w:lang w:bidi="bn-IN"/>
        </w:rPr>
        <w:t>আন্তরিকতা</w:t>
      </w:r>
      <w:r w:rsidR="00895143">
        <w:t>,</w:t>
      </w:r>
      <w:r w:rsidRPr="007710BF">
        <w:rPr>
          <w:cs/>
          <w:lang w:bidi="bn-IN"/>
        </w:rPr>
        <w:t>ভালোবাসা</w:t>
      </w:r>
      <w:r w:rsidR="00895143">
        <w:t>,</w:t>
      </w:r>
      <w:r w:rsidRPr="007710BF">
        <w:rPr>
          <w:cs/>
          <w:lang w:bidi="bn-IN"/>
        </w:rPr>
        <w:t>ঐক্য ও সহযোগিতা শত্রুতা</w:t>
      </w:r>
      <w:r w:rsidR="001E5B3D">
        <w:t xml:space="preserve"> </w:t>
      </w:r>
      <w:r w:rsidRPr="007710BF">
        <w:rPr>
          <w:cs/>
          <w:lang w:bidi="bn-IN"/>
        </w:rPr>
        <w:t>থেকেই সৃষ্টি। তাই তাদের মতে প্রতিযোগিতাই মুখ্য আর সহযোগিতা প্রতিযোগিতারই সৃষ্টি।</w:t>
      </w:r>
    </w:p>
    <w:p w:rsidR="001E5B3D" w:rsidRPr="00A377A9" w:rsidRDefault="001E5B3D" w:rsidP="009848A8">
      <w:pPr>
        <w:pStyle w:val="libNormal"/>
        <w:rPr>
          <w:rtl/>
          <w:cs/>
        </w:rPr>
      </w:pPr>
      <w:r>
        <w:rPr>
          <w:cs/>
          <w:lang w:bidi="bn-IN"/>
        </w:rPr>
        <w:br w:type="page"/>
      </w:r>
    </w:p>
    <w:p w:rsidR="001E5B3D" w:rsidRDefault="001E5B3D" w:rsidP="001E5B3D">
      <w:pPr>
        <w:pStyle w:val="Heading1"/>
        <w:rPr>
          <w:lang w:bidi="bn-IN"/>
        </w:rPr>
      </w:pPr>
      <w:bookmarkStart w:id="23" w:name="_Toc392601432"/>
      <w:r>
        <w:rPr>
          <w:cs/>
          <w:lang w:bidi="bn-IN"/>
        </w:rPr>
        <w:t>দুর্বলতার মতবাদ</w:t>
      </w:r>
      <w:bookmarkEnd w:id="23"/>
    </w:p>
    <w:p w:rsidR="001E5B3D" w:rsidRDefault="001E5B3D" w:rsidP="001E5B3D">
      <w:pPr>
        <w:pStyle w:val="libNormal"/>
        <w:rPr>
          <w:lang w:bidi="bn-IN"/>
        </w:rPr>
      </w:pPr>
    </w:p>
    <w:p w:rsidR="001E5B3D" w:rsidRDefault="007710BF" w:rsidP="001E5B3D">
      <w:pPr>
        <w:pStyle w:val="libNormal"/>
      </w:pPr>
      <w:r w:rsidRPr="007710BF">
        <w:rPr>
          <w:cs/>
          <w:lang w:bidi="bn-IN"/>
        </w:rPr>
        <w:t>যেমনিভাবে অনেকেই বুদ্ধিবৃত্তিক মতবাদের বিরোধিতা করেছেন এবং অনেকেই প্রেমের মতবাদকে</w:t>
      </w:r>
      <w:r w:rsidR="001E5B3D">
        <w:rPr>
          <w:lang w:bidi="bn-IN"/>
        </w:rPr>
        <w:t xml:space="preserve"> </w:t>
      </w:r>
      <w:r w:rsidRPr="007710BF">
        <w:rPr>
          <w:cs/>
          <w:lang w:bidi="bn-IN"/>
        </w:rPr>
        <w:t>সম্পূর্ণরূপে কাল্পনিক বলে মনে করেছেন তেমনিভাবে ক্ষমতার মতবাদেরও অনেকে বিরোধিতা</w:t>
      </w:r>
      <w:r w:rsidR="001E5B3D">
        <w:rPr>
          <w:lang w:bidi="bn-IN"/>
        </w:rPr>
        <w:t xml:space="preserve"> </w:t>
      </w:r>
      <w:r w:rsidRPr="007710BF">
        <w:rPr>
          <w:cs/>
          <w:lang w:bidi="bn-IN"/>
        </w:rPr>
        <w:t>করেছেন। কেউ কেউ ক্ষমতাকে বাড়াবাড়ি রকমভাবে সমালোচন</w:t>
      </w:r>
      <w:r w:rsidR="001E5B3D">
        <w:rPr>
          <w:cs/>
          <w:lang w:bidi="bn-IN"/>
        </w:rPr>
        <w:t>া করেছেন এবং মানুষের পূর্ণতাকে</w:t>
      </w:r>
      <w:r w:rsidR="001E5B3D">
        <w:rPr>
          <w:lang w:bidi="bn-IN"/>
        </w:rPr>
        <w:t xml:space="preserve"> </w:t>
      </w:r>
      <w:r w:rsidR="005E5BE9">
        <w:rPr>
          <w:cs/>
          <w:lang w:bidi="bn-IN"/>
        </w:rPr>
        <w:t>প্রকৃত</w:t>
      </w:r>
      <w:r w:rsidRPr="007710BF">
        <w:rPr>
          <w:cs/>
          <w:lang w:bidi="bn-IN"/>
        </w:rPr>
        <w:t xml:space="preserve">পক্ষে </w:t>
      </w:r>
      <w:r w:rsidR="006546E2">
        <w:rPr>
          <w:cs/>
          <w:lang w:bidi="bn-IN"/>
        </w:rPr>
        <w:t>দুর্বল</w:t>
      </w:r>
      <w:r w:rsidRPr="007710BF">
        <w:rPr>
          <w:cs/>
          <w:lang w:bidi="bn-IN"/>
        </w:rPr>
        <w:t xml:space="preserve"> থাকার মধ্যেই মনে করেছেন। </w:t>
      </w:r>
      <w:r w:rsidR="00611BB9">
        <w:rPr>
          <w:cs/>
          <w:lang w:bidi="bn-IN"/>
        </w:rPr>
        <w:t>তা</w:t>
      </w:r>
      <w:r w:rsidRPr="007710BF">
        <w:rPr>
          <w:cs/>
          <w:lang w:bidi="bn-IN"/>
        </w:rPr>
        <w:t>দের মতে পূর্ণ</w:t>
      </w:r>
      <w:r w:rsidR="001E5B3D">
        <w:rPr>
          <w:cs/>
          <w:lang w:bidi="bn-IN"/>
        </w:rPr>
        <w:t xml:space="preserve"> মানব হলো সে-ই যার কোন ক্ষমতা</w:t>
      </w:r>
      <w:r w:rsidR="001E5B3D">
        <w:rPr>
          <w:lang w:bidi="bn-IN"/>
        </w:rPr>
        <w:t xml:space="preserve"> </w:t>
      </w:r>
      <w:r w:rsidRPr="007710BF">
        <w:rPr>
          <w:cs/>
          <w:lang w:bidi="bn-IN"/>
        </w:rPr>
        <w:t>নেই। যেহেতু যদি ক্ষমতা থাকে তবে ক্ষমতার অপব্যবহারের মাধ্যমে সীমালঙ্ঘনের সম্ভাবনা রয়েছে।</w:t>
      </w:r>
      <w:r w:rsidR="001E5B3D">
        <w:rPr>
          <w:lang w:bidi="bn-IN"/>
        </w:rPr>
        <w:t xml:space="preserve"> </w:t>
      </w:r>
      <w:r w:rsidRPr="007710BF">
        <w:rPr>
          <w:cs/>
          <w:lang w:bidi="bn-IN"/>
        </w:rPr>
        <w:t>শেখ সা</w:t>
      </w:r>
      <w:r w:rsidRPr="001933EC">
        <w:rPr>
          <w:rStyle w:val="libAlaemChar"/>
        </w:rPr>
        <w:t>’</w:t>
      </w:r>
      <w:r w:rsidRPr="007710BF">
        <w:rPr>
          <w:cs/>
          <w:lang w:bidi="bn-IN"/>
        </w:rPr>
        <w:t xml:space="preserve">দী </w:t>
      </w:r>
      <w:r w:rsidR="00FE6D44">
        <w:rPr>
          <w:cs/>
          <w:lang w:bidi="bn-IN"/>
        </w:rPr>
        <w:t>তার</w:t>
      </w:r>
      <w:r w:rsidRPr="007710BF">
        <w:rPr>
          <w:cs/>
          <w:lang w:bidi="bn-IN"/>
        </w:rPr>
        <w:t xml:space="preserve"> এক কবিতায় এ রকম একটি ভুল করেছেন। তিনি বলেছেন</w:t>
      </w:r>
      <w:r w:rsidR="00895143">
        <w:t>,</w:t>
      </w:r>
    </w:p>
    <w:p w:rsidR="001E5B3D" w:rsidRDefault="007710BF" w:rsidP="001E5B3D">
      <w:pPr>
        <w:pStyle w:val="libCenter"/>
        <w:rPr>
          <w:lang w:bidi="bn-IN"/>
        </w:rPr>
      </w:pPr>
      <w:r w:rsidRPr="001933EC">
        <w:rPr>
          <w:rStyle w:val="libAlaemChar"/>
        </w:rPr>
        <w:t>“</w:t>
      </w:r>
      <w:r w:rsidRPr="007710BF">
        <w:rPr>
          <w:cs/>
          <w:lang w:bidi="bn-IN"/>
        </w:rPr>
        <w:t>আমি সে পিপীলিকা</w:t>
      </w:r>
      <w:r w:rsidR="00895143">
        <w:t>,</w:t>
      </w:r>
      <w:r w:rsidRPr="007710BF">
        <w:rPr>
          <w:cs/>
          <w:lang w:bidi="bn-IN"/>
        </w:rPr>
        <w:t xml:space="preserve">যে অন্যের পায়ে পদদলিত </w:t>
      </w:r>
    </w:p>
    <w:p w:rsidR="001E5B3D" w:rsidRDefault="007710BF" w:rsidP="001E5B3D">
      <w:pPr>
        <w:pStyle w:val="libCenter"/>
        <w:rPr>
          <w:rStyle w:val="libAlaemChar"/>
        </w:rPr>
      </w:pPr>
      <w:r w:rsidRPr="007710BF">
        <w:rPr>
          <w:cs/>
          <w:lang w:bidi="bn-IN"/>
        </w:rPr>
        <w:t>হয় নই মৌমাছি যে তার আঘাতে অন্যকে কষ্ট দেয়।</w:t>
      </w:r>
      <w:r w:rsidRPr="001933EC">
        <w:rPr>
          <w:rStyle w:val="libAlaemChar"/>
        </w:rPr>
        <w:t>”</w:t>
      </w:r>
    </w:p>
    <w:p w:rsidR="001E5B3D" w:rsidRDefault="007710BF" w:rsidP="001E5B3D">
      <w:pPr>
        <w:pStyle w:val="libNormal"/>
      </w:pPr>
      <w:r w:rsidRPr="007710BF">
        <w:rPr>
          <w:cs/>
          <w:lang w:bidi="bn-IN"/>
        </w:rPr>
        <w:t>আবার বলেছেন</w:t>
      </w:r>
      <w:r w:rsidR="00895143">
        <w:t>,</w:t>
      </w:r>
    </w:p>
    <w:p w:rsidR="001E5B3D" w:rsidRDefault="007710BF" w:rsidP="001E5B3D">
      <w:pPr>
        <w:pStyle w:val="libCenter"/>
      </w:pPr>
      <w:r w:rsidRPr="001933EC">
        <w:rPr>
          <w:rStyle w:val="libAlaemChar"/>
        </w:rPr>
        <w:t>“</w:t>
      </w:r>
      <w:r w:rsidRPr="007710BF">
        <w:rPr>
          <w:cs/>
          <w:lang w:bidi="bn-IN"/>
        </w:rPr>
        <w:t>কিরূপে কর</w:t>
      </w:r>
      <w:r w:rsidR="001E5B3D">
        <w:rPr>
          <w:cs/>
          <w:lang w:bidi="bn-IN"/>
        </w:rPr>
        <w:t>িব আমি এ নেয়ামতের শোকর স্ব</w:t>
      </w:r>
      <w:r w:rsidR="001E5B3D" w:rsidRPr="001E5B3D">
        <w:rPr>
          <w:cs/>
          <w:lang w:bidi="bn-IN"/>
        </w:rPr>
        <w:t>র্গ</w:t>
      </w:r>
      <w:r w:rsidR="001E5B3D">
        <w:rPr>
          <w:cs/>
          <w:lang w:bidi="bn-IN"/>
        </w:rPr>
        <w:t>পতি</w:t>
      </w:r>
      <w:r w:rsidRPr="007710BF">
        <w:t>?</w:t>
      </w:r>
    </w:p>
    <w:p w:rsidR="001E5B3D" w:rsidRDefault="007710BF" w:rsidP="001E5B3D">
      <w:pPr>
        <w:pStyle w:val="libCenter"/>
        <w:rPr>
          <w:rStyle w:val="libAlaemChar"/>
        </w:rPr>
      </w:pPr>
      <w:r w:rsidRPr="007710BF">
        <w:rPr>
          <w:cs/>
          <w:lang w:bidi="bn-IN"/>
        </w:rPr>
        <w:t>সে শক্তি দাওনি আমায় করিব সৃষ্টির ক্ষতি</w:t>
      </w:r>
      <w:r w:rsidRPr="007710BF">
        <w:rPr>
          <w:cs/>
          <w:lang w:bidi="hi-IN"/>
        </w:rPr>
        <w:t>।</w:t>
      </w:r>
      <w:r w:rsidRPr="001933EC">
        <w:rPr>
          <w:rStyle w:val="libAlaemChar"/>
        </w:rPr>
        <w:t>”</w:t>
      </w:r>
    </w:p>
    <w:p w:rsidR="001E5B3D" w:rsidRDefault="007710BF" w:rsidP="001E5B3D">
      <w:pPr>
        <w:pStyle w:val="libNormal"/>
      </w:pPr>
      <w:r w:rsidRPr="007710BF">
        <w:rPr>
          <w:cs/>
          <w:lang w:bidi="bn-IN"/>
        </w:rPr>
        <w:t>না</w:t>
      </w:r>
      <w:r w:rsidR="00895143">
        <w:t>,</w:t>
      </w:r>
      <w:r w:rsidRPr="007710BF">
        <w:rPr>
          <w:cs/>
          <w:lang w:bidi="bn-IN"/>
        </w:rPr>
        <w:t>জনাব সা</w:t>
      </w:r>
      <w:r w:rsidRPr="001933EC">
        <w:rPr>
          <w:rStyle w:val="libAlaemChar"/>
        </w:rPr>
        <w:t>’</w:t>
      </w:r>
      <w:r w:rsidRPr="007710BF">
        <w:rPr>
          <w:cs/>
          <w:lang w:bidi="bn-IN"/>
        </w:rPr>
        <w:t>দী</w:t>
      </w:r>
      <w:r w:rsidR="00895143">
        <w:t>,</w:t>
      </w:r>
      <w:r w:rsidRPr="007710BF">
        <w:rPr>
          <w:cs/>
          <w:lang w:bidi="bn-IN"/>
        </w:rPr>
        <w:t>এমন নয় যে</w:t>
      </w:r>
      <w:r w:rsidR="00895143">
        <w:t>,</w:t>
      </w:r>
      <w:r w:rsidRPr="007710BF">
        <w:rPr>
          <w:cs/>
          <w:lang w:bidi="bn-IN"/>
        </w:rPr>
        <w:t>মানুষকে হয় পিপীলিকা</w:t>
      </w:r>
      <w:r w:rsidR="00895143">
        <w:t>,</w:t>
      </w:r>
      <w:r w:rsidRPr="007710BF">
        <w:rPr>
          <w:cs/>
          <w:lang w:bidi="bn-IN"/>
        </w:rPr>
        <w:t>না হয় মৌমাছি হতে হবে। ফলে আপনি</w:t>
      </w:r>
      <w:r w:rsidR="001E5B3D">
        <w:rPr>
          <w:lang w:bidi="bn-IN"/>
        </w:rPr>
        <w:t xml:space="preserve"> </w:t>
      </w:r>
      <w:r w:rsidRPr="007710BF">
        <w:rPr>
          <w:cs/>
          <w:lang w:bidi="bn-IN"/>
        </w:rPr>
        <w:t>এ দু</w:t>
      </w:r>
      <w:r w:rsidRPr="001933EC">
        <w:rPr>
          <w:rStyle w:val="libAlaemChar"/>
        </w:rPr>
        <w:t>’</w:t>
      </w:r>
      <w:r w:rsidRPr="007710BF">
        <w:rPr>
          <w:cs/>
          <w:lang w:bidi="bn-IN"/>
        </w:rPr>
        <w:t>য়ের মধ্যে পিপীলিকা হওয়াকে নিজের জন্য বেছে নিবেন। আপনার সেই পিপীলিকা হওয়ারও</w:t>
      </w:r>
      <w:r w:rsidR="001E5B3D">
        <w:rPr>
          <w:lang w:bidi="bn-IN"/>
        </w:rPr>
        <w:t xml:space="preserve"> </w:t>
      </w:r>
      <w:r w:rsidRPr="007710BF">
        <w:rPr>
          <w:cs/>
          <w:lang w:bidi="bn-IN"/>
        </w:rPr>
        <w:t>প্রয়োজন নেই যে অন্যের পায়ের নীচে পিষ্ট হয়</w:t>
      </w:r>
      <w:r w:rsidR="00895143">
        <w:t>,</w:t>
      </w:r>
      <w:r w:rsidRPr="007710BF">
        <w:rPr>
          <w:cs/>
          <w:lang w:bidi="bn-IN"/>
        </w:rPr>
        <w:t>আবার মৌমাছি বা বোলতা হওয়ারও প্রয়োজন নেই</w:t>
      </w:r>
      <w:r w:rsidR="001E5B3D">
        <w:rPr>
          <w:lang w:bidi="bn-IN"/>
        </w:rPr>
        <w:t xml:space="preserve"> </w:t>
      </w:r>
      <w:r w:rsidRPr="007710BF">
        <w:rPr>
          <w:cs/>
          <w:lang w:bidi="bn-IN"/>
        </w:rPr>
        <w:t>যে অন্যকে কষ্ট দেয়। বরং আপনার এটা বলা উচিত</w:t>
      </w:r>
      <w:r w:rsidR="00895143">
        <w:t>,</w:t>
      </w:r>
    </w:p>
    <w:p w:rsidR="001E5B3D" w:rsidRDefault="007710BF" w:rsidP="001E5B3D">
      <w:pPr>
        <w:pStyle w:val="libCenter"/>
        <w:rPr>
          <w:lang w:bidi="bn-IN"/>
        </w:rPr>
      </w:pPr>
      <w:r w:rsidRPr="001933EC">
        <w:rPr>
          <w:rStyle w:val="libAlaemChar"/>
        </w:rPr>
        <w:t>“</w:t>
      </w:r>
      <w:r w:rsidRPr="007710BF">
        <w:rPr>
          <w:cs/>
          <w:lang w:bidi="bn-IN"/>
        </w:rPr>
        <w:t>আমি সে পিপীলিকাও নই</w:t>
      </w:r>
      <w:r w:rsidR="00895143">
        <w:t>,</w:t>
      </w:r>
      <w:r w:rsidRPr="007710BF">
        <w:rPr>
          <w:cs/>
          <w:lang w:bidi="bn-IN"/>
        </w:rPr>
        <w:t>যে অন্যের পায়ে পিষ্ট হয়</w:t>
      </w:r>
    </w:p>
    <w:p w:rsidR="001E5B3D" w:rsidRDefault="007710BF" w:rsidP="001E5B3D">
      <w:pPr>
        <w:pStyle w:val="libCenter"/>
        <w:rPr>
          <w:lang w:bidi="bn-IN"/>
        </w:rPr>
      </w:pPr>
      <w:r w:rsidRPr="007710BF">
        <w:rPr>
          <w:cs/>
          <w:lang w:bidi="bn-IN"/>
        </w:rPr>
        <w:t>নই মৌমাছিও</w:t>
      </w:r>
      <w:r w:rsidR="00895143">
        <w:t>,</w:t>
      </w:r>
      <w:r w:rsidRPr="007710BF">
        <w:rPr>
          <w:cs/>
          <w:lang w:bidi="bn-IN"/>
        </w:rPr>
        <w:t>যে অন্যকে কষ্ট দেয়।</w:t>
      </w:r>
    </w:p>
    <w:p w:rsidR="001E5B3D" w:rsidRDefault="007710BF" w:rsidP="001E5B3D">
      <w:pPr>
        <w:pStyle w:val="libCenter"/>
      </w:pPr>
      <w:r w:rsidRPr="007710BF">
        <w:rPr>
          <w:cs/>
          <w:lang w:bidi="bn-IN"/>
        </w:rPr>
        <w:t>কিরূপে এ নেয়ামতের শোকর করব আমি</w:t>
      </w:r>
      <w:r w:rsidRPr="007710BF">
        <w:t>?</w:t>
      </w:r>
    </w:p>
    <w:p w:rsidR="001E5B3D" w:rsidRDefault="007710BF" w:rsidP="001E5B3D">
      <w:pPr>
        <w:pStyle w:val="libCenter"/>
        <w:rPr>
          <w:rStyle w:val="libAlaemChar"/>
        </w:rPr>
      </w:pPr>
      <w:r w:rsidRPr="007710BF">
        <w:rPr>
          <w:cs/>
          <w:lang w:bidi="bn-IN"/>
        </w:rPr>
        <w:t>রয়েছে শক্তি তবুও কষ্ট দেই না আমি।</w:t>
      </w:r>
      <w:r w:rsidRPr="001933EC">
        <w:rPr>
          <w:rStyle w:val="libAlaemChar"/>
        </w:rPr>
        <w:t>”</w:t>
      </w:r>
    </w:p>
    <w:p w:rsidR="001E5B3D" w:rsidRDefault="007710BF" w:rsidP="001E5B3D">
      <w:pPr>
        <w:pStyle w:val="libNormal"/>
        <w:rPr>
          <w:lang w:bidi="bn-IN"/>
        </w:rPr>
      </w:pPr>
      <w:r w:rsidRPr="007710BF">
        <w:rPr>
          <w:cs/>
          <w:lang w:bidi="bn-IN"/>
        </w:rPr>
        <w:t>যদি মানুষের শক্তি ও ক্ষমতা থাকে তদুপরি কাউকে কষ্ট না দেয় তখনই শোকরের প্রশ্ন আসে।</w:t>
      </w:r>
      <w:r w:rsidR="001E5B3D">
        <w:rPr>
          <w:lang w:bidi="bn-IN"/>
        </w:rPr>
        <w:t xml:space="preserve"> </w:t>
      </w:r>
      <w:r w:rsidRPr="007710BF">
        <w:rPr>
          <w:cs/>
          <w:lang w:bidi="bn-IN"/>
        </w:rPr>
        <w:t>নতুবা শক্তি না থাকার কারণে কাউকে কষ্ট দেয় না এরূপ হলে শিংবিহীন প্রাণীর মতো যে শিং না</w:t>
      </w:r>
      <w:r w:rsidR="001E5B3D">
        <w:rPr>
          <w:lang w:bidi="bn-IN"/>
        </w:rPr>
        <w:t xml:space="preserve"> </w:t>
      </w:r>
      <w:r w:rsidRPr="007710BF">
        <w:rPr>
          <w:cs/>
          <w:lang w:bidi="bn-IN"/>
        </w:rPr>
        <w:t>থাকার কারণে কাউকে গুঁতা দেয় না। যোগ্যতার প্রমাণ এখানেই যে</w:t>
      </w:r>
      <w:r w:rsidR="00895143">
        <w:t>,</w:t>
      </w:r>
      <w:r w:rsidRPr="007710BF">
        <w:rPr>
          <w:cs/>
          <w:lang w:bidi="bn-IN"/>
        </w:rPr>
        <w:t>শিং থাকার পরও কাউকে গুঁতা</w:t>
      </w:r>
      <w:r w:rsidR="001E5B3D">
        <w:rPr>
          <w:lang w:bidi="bn-IN"/>
        </w:rPr>
        <w:t xml:space="preserve"> </w:t>
      </w:r>
      <w:r w:rsidRPr="007710BF">
        <w:rPr>
          <w:cs/>
          <w:lang w:bidi="bn-IN"/>
        </w:rPr>
        <w:t>দেয় না।</w:t>
      </w:r>
    </w:p>
    <w:p w:rsidR="001E5B3D" w:rsidRDefault="007710BF" w:rsidP="001E5B3D">
      <w:pPr>
        <w:pStyle w:val="libNormal"/>
      </w:pPr>
      <w:r w:rsidRPr="007710BF">
        <w:rPr>
          <w:cs/>
          <w:lang w:bidi="bn-IN"/>
        </w:rPr>
        <w:t>সা</w:t>
      </w:r>
      <w:r w:rsidRPr="001933EC">
        <w:rPr>
          <w:rStyle w:val="libAlaemChar"/>
        </w:rPr>
        <w:t>’</w:t>
      </w:r>
      <w:r w:rsidRPr="007710BF">
        <w:rPr>
          <w:cs/>
          <w:lang w:bidi="bn-IN"/>
        </w:rPr>
        <w:t>দী অন্য এক স্থানে বলেছেন</w:t>
      </w:r>
      <w:r w:rsidR="00895143">
        <w:t>,</w:t>
      </w:r>
    </w:p>
    <w:p w:rsidR="001E5B3D" w:rsidRDefault="007710BF" w:rsidP="001E5B3D">
      <w:pPr>
        <w:pStyle w:val="libCenter"/>
      </w:pPr>
      <w:r w:rsidRPr="001933EC">
        <w:rPr>
          <w:rStyle w:val="libAlaemChar"/>
        </w:rPr>
        <w:t>“</w:t>
      </w:r>
      <w:r w:rsidRPr="007710BF">
        <w:rPr>
          <w:cs/>
          <w:lang w:bidi="bn-IN"/>
        </w:rPr>
        <w:t>দেখেছি এক সন্ন্যাসীকে থাকেন পর্বত চূড়ায়</w:t>
      </w:r>
      <w:r w:rsidR="00895143">
        <w:t>,</w:t>
      </w:r>
    </w:p>
    <w:p w:rsidR="001E5B3D" w:rsidRDefault="007710BF" w:rsidP="001E5B3D">
      <w:pPr>
        <w:pStyle w:val="libCenter"/>
        <w:rPr>
          <w:lang w:bidi="bn-IN"/>
        </w:rPr>
      </w:pPr>
      <w:r w:rsidRPr="007710BF">
        <w:rPr>
          <w:cs/>
          <w:lang w:bidi="bn-IN"/>
        </w:rPr>
        <w:t>সন্তুষ্টির অন্বেষায় দুনিয়া ত্যাগীয়া নিয়েছেন আশ্রয় গুহায়।</w:t>
      </w:r>
    </w:p>
    <w:p w:rsidR="001E5B3D" w:rsidRDefault="007710BF" w:rsidP="001E5B3D">
      <w:pPr>
        <w:pStyle w:val="libCenter"/>
        <w:rPr>
          <w:lang w:bidi="bn-IN"/>
        </w:rPr>
      </w:pPr>
      <w:r w:rsidRPr="007710BF">
        <w:rPr>
          <w:cs/>
          <w:lang w:bidi="bn-IN"/>
        </w:rPr>
        <w:t>জিজ্ঞাসিনু তারে কেন আসেন না মানুষের মাঝে</w:t>
      </w:r>
    </w:p>
    <w:p w:rsidR="001E5B3D" w:rsidRDefault="007710BF" w:rsidP="001E5B3D">
      <w:pPr>
        <w:pStyle w:val="libCenter"/>
        <w:rPr>
          <w:rStyle w:val="libAlaemChar"/>
        </w:rPr>
      </w:pPr>
      <w:r w:rsidRPr="007710BF">
        <w:rPr>
          <w:cs/>
          <w:lang w:bidi="bn-IN"/>
        </w:rPr>
        <w:t>মানুষের বোঝা লাঘবের মহান কাজে</w:t>
      </w:r>
      <w:r w:rsidRPr="007710BF">
        <w:t>?</w:t>
      </w:r>
      <w:r w:rsidRPr="001933EC">
        <w:rPr>
          <w:rStyle w:val="libAlaemChar"/>
        </w:rPr>
        <w:t>”</w:t>
      </w:r>
    </w:p>
    <w:p w:rsidR="001E5B3D" w:rsidRDefault="007710BF" w:rsidP="001E5B3D">
      <w:pPr>
        <w:pStyle w:val="libNormal"/>
      </w:pPr>
      <w:r w:rsidRPr="007710BF">
        <w:rPr>
          <w:cs/>
          <w:lang w:bidi="bn-IN"/>
        </w:rPr>
        <w:t xml:space="preserve">এক সাধক যিনি পাহাড়ে আশ্রয় নিয়েছেন এবং সেখানে ইবাদতে মশগুল </w:t>
      </w:r>
      <w:r w:rsidR="00FE6D44">
        <w:rPr>
          <w:cs/>
          <w:lang w:bidi="bn-IN"/>
        </w:rPr>
        <w:t>তার</w:t>
      </w:r>
      <w:r w:rsidRPr="007710BF">
        <w:rPr>
          <w:cs/>
          <w:lang w:bidi="bn-IN"/>
        </w:rPr>
        <w:t xml:space="preserve"> প্রশংসায় লিপ্ত</w:t>
      </w:r>
      <w:r w:rsidR="001E5B3D">
        <w:rPr>
          <w:lang w:bidi="bn-IN"/>
        </w:rPr>
        <w:t xml:space="preserve"> </w:t>
      </w:r>
      <w:r w:rsidRPr="007710BF">
        <w:rPr>
          <w:cs/>
          <w:lang w:bidi="bn-IN"/>
        </w:rPr>
        <w:t>হয়েছেন সা</w:t>
      </w:r>
      <w:r w:rsidRPr="001933EC">
        <w:rPr>
          <w:rStyle w:val="libAlaemChar"/>
        </w:rPr>
        <w:t>’</w:t>
      </w:r>
      <w:r w:rsidRPr="007710BF">
        <w:rPr>
          <w:cs/>
          <w:lang w:bidi="bn-IN"/>
        </w:rPr>
        <w:t>দী। (অবশ্য সা</w:t>
      </w:r>
      <w:r w:rsidRPr="001933EC">
        <w:rPr>
          <w:rStyle w:val="libAlaemChar"/>
        </w:rPr>
        <w:t>’</w:t>
      </w:r>
      <w:r w:rsidRPr="007710BF">
        <w:rPr>
          <w:cs/>
          <w:lang w:bidi="bn-IN"/>
        </w:rPr>
        <w:t>দী এ কবিতায় ভাবার্থের বিপরীতধর্মী কথাও অন্যস্থানে বলেছেন। যেমনবলেছেন</w:t>
      </w:r>
      <w:r w:rsidR="00895143">
        <w:t>,</w:t>
      </w:r>
    </w:p>
    <w:p w:rsidR="001E5B3D" w:rsidRDefault="007710BF" w:rsidP="001E5B3D">
      <w:pPr>
        <w:pStyle w:val="libCenter"/>
      </w:pPr>
      <w:r w:rsidRPr="001933EC">
        <w:rPr>
          <w:rStyle w:val="libAlaemChar"/>
        </w:rPr>
        <w:t>“</w:t>
      </w:r>
      <w:r w:rsidRPr="007710BF">
        <w:rPr>
          <w:cs/>
          <w:lang w:bidi="bn-IN"/>
        </w:rPr>
        <w:t>খানকা থেকে এলেন এক বুজুর্গ মাদ্রাসায়</w:t>
      </w:r>
      <w:r w:rsidR="00895143">
        <w:t>,</w:t>
      </w:r>
    </w:p>
    <w:p w:rsidR="001E5B3D" w:rsidRDefault="007710BF" w:rsidP="001E5B3D">
      <w:pPr>
        <w:pStyle w:val="libCenter"/>
        <w:rPr>
          <w:lang w:bidi="bn-IN"/>
        </w:rPr>
      </w:pPr>
      <w:r w:rsidRPr="007710BF">
        <w:rPr>
          <w:cs/>
          <w:lang w:bidi="bn-IN"/>
        </w:rPr>
        <w:t>ভেঙ্গে তার চুক্তি যা ছিল সে পথের পথিকের সাথে।</w:t>
      </w:r>
    </w:p>
    <w:p w:rsidR="001E5B3D" w:rsidRDefault="007710BF" w:rsidP="001E5B3D">
      <w:pPr>
        <w:pStyle w:val="libCenter"/>
        <w:rPr>
          <w:lang w:bidi="bn-IN"/>
        </w:rPr>
      </w:pPr>
      <w:r w:rsidRPr="007710BF">
        <w:rPr>
          <w:cs/>
          <w:lang w:bidi="bn-IN"/>
        </w:rPr>
        <w:t>জিজ্ঞাসিনু তারে কি পার্থক্য রয়েছে আলেম ও আবেদের মাঝে</w:t>
      </w:r>
    </w:p>
    <w:p w:rsidR="001E5B3D" w:rsidRDefault="007710BF" w:rsidP="001E5B3D">
      <w:pPr>
        <w:pStyle w:val="libCenter"/>
      </w:pPr>
      <w:r w:rsidRPr="007710BF">
        <w:rPr>
          <w:cs/>
          <w:lang w:bidi="bn-IN"/>
        </w:rPr>
        <w:t>যে কারণে ছেড়েছেন সে পথ</w:t>
      </w:r>
      <w:r w:rsidR="00895143">
        <w:t>,</w:t>
      </w:r>
      <w:r w:rsidRPr="007710BF">
        <w:rPr>
          <w:cs/>
          <w:lang w:bidi="bn-IN"/>
        </w:rPr>
        <w:t>ধরেছেন এ রথ</w:t>
      </w:r>
      <w:r w:rsidRPr="007710BF">
        <w:t>?</w:t>
      </w:r>
    </w:p>
    <w:p w:rsidR="001E5B3D" w:rsidRDefault="007710BF" w:rsidP="001E5B3D">
      <w:pPr>
        <w:pStyle w:val="libCenter"/>
      </w:pPr>
      <w:r w:rsidRPr="007710BF">
        <w:rPr>
          <w:cs/>
          <w:lang w:bidi="bn-IN"/>
        </w:rPr>
        <w:t>বললেন</w:t>
      </w:r>
      <w:r w:rsidR="00895143">
        <w:t>,</w:t>
      </w:r>
      <w:r w:rsidRPr="007710BF">
        <w:rPr>
          <w:cs/>
          <w:lang w:bidi="bn-IN"/>
        </w:rPr>
        <w:t>যে বাঁচাতে চায় নিজেরে শুধু</w:t>
      </w:r>
      <w:r w:rsidR="00895143">
        <w:t>,</w:t>
      </w:r>
      <w:r w:rsidRPr="007710BF">
        <w:rPr>
          <w:cs/>
          <w:lang w:bidi="bn-IN"/>
        </w:rPr>
        <w:t>উত্তাল সমুদ্রের মাঝে</w:t>
      </w:r>
      <w:r w:rsidR="00895143">
        <w:t>,</w:t>
      </w:r>
    </w:p>
    <w:p w:rsidR="001E5B3D" w:rsidRDefault="007710BF" w:rsidP="001E5B3D">
      <w:pPr>
        <w:pStyle w:val="libCenter"/>
        <w:rPr>
          <w:rStyle w:val="libAlaemChar"/>
        </w:rPr>
      </w:pPr>
      <w:r w:rsidRPr="007710BF">
        <w:rPr>
          <w:cs/>
          <w:lang w:bidi="bn-IN"/>
        </w:rPr>
        <w:t>সে আবেদ</w:t>
      </w:r>
      <w:r w:rsidR="00895143">
        <w:t>,</w:t>
      </w:r>
      <w:r w:rsidRPr="007710BF">
        <w:rPr>
          <w:cs/>
          <w:lang w:bidi="bn-IN"/>
        </w:rPr>
        <w:t>আর যে অন্যকেও বাঁচাতে চায় তাকেই আলেম বলা সাজে।</w:t>
      </w:r>
      <w:r w:rsidRPr="001933EC">
        <w:rPr>
          <w:rStyle w:val="libAlaemChar"/>
        </w:rPr>
        <w:t>”</w:t>
      </w:r>
    </w:p>
    <w:p w:rsidR="002B1C32" w:rsidRDefault="007710BF" w:rsidP="001E5B3D">
      <w:pPr>
        <w:pStyle w:val="libNormal"/>
      </w:pPr>
      <w:r w:rsidRPr="007710BF">
        <w:rPr>
          <w:cs/>
          <w:lang w:bidi="bn-IN"/>
        </w:rPr>
        <w:t>তিনি বলছেন</w:t>
      </w:r>
      <w:r w:rsidR="00895143">
        <w:t>,</w:t>
      </w:r>
      <w:r w:rsidR="000459F1">
        <w:rPr>
          <w:cs/>
          <w:lang w:bidi="bn-IN"/>
        </w:rPr>
        <w:t>তাকে</w:t>
      </w:r>
      <w:r w:rsidRPr="007710BF">
        <w:rPr>
          <w:cs/>
          <w:lang w:bidi="bn-IN"/>
        </w:rPr>
        <w:t xml:space="preserve"> প্রশ্ন করলাম</w:t>
      </w:r>
      <w:r w:rsidR="00895143">
        <w:t>,</w:t>
      </w:r>
      <w:r w:rsidRPr="001933EC">
        <w:rPr>
          <w:rStyle w:val="libAlaemChar"/>
        </w:rPr>
        <w:t>“</w:t>
      </w:r>
      <w:r w:rsidRPr="007710BF">
        <w:rPr>
          <w:cs/>
          <w:lang w:bidi="bn-IN"/>
        </w:rPr>
        <w:t>কেন আপনি শহরে আসেন না</w:t>
      </w:r>
      <w:r w:rsidR="00895143">
        <w:t>,</w:t>
      </w:r>
      <w:r w:rsidRPr="007710BF">
        <w:rPr>
          <w:cs/>
          <w:lang w:bidi="bn-IN"/>
        </w:rPr>
        <w:t>মানুষের খেদমত করেন না</w:t>
      </w:r>
      <w:r w:rsidRPr="007710BF">
        <w:t>?</w:t>
      </w:r>
      <w:r w:rsidRPr="001933EC">
        <w:rPr>
          <w:rStyle w:val="libAlaemChar"/>
        </w:rPr>
        <w:t>”</w:t>
      </w:r>
      <w:r w:rsidR="002B1C32">
        <w:rPr>
          <w:rStyle w:val="libAlaemChar"/>
        </w:rPr>
        <w:t xml:space="preserve"> </w:t>
      </w:r>
      <w:r w:rsidRPr="007710BF">
        <w:rPr>
          <w:cs/>
          <w:lang w:bidi="bn-IN"/>
        </w:rPr>
        <w:t>সাধক তার জবাবে এক অজুহাত পেশ করেন। সা</w:t>
      </w:r>
      <w:r w:rsidRPr="001933EC">
        <w:rPr>
          <w:rStyle w:val="libAlaemChar"/>
        </w:rPr>
        <w:t>’</w:t>
      </w:r>
      <w:r w:rsidRPr="007710BF">
        <w:rPr>
          <w:cs/>
          <w:lang w:bidi="bn-IN"/>
        </w:rPr>
        <w:t>দী এখানেই নীরব হয়ে যান। মনে হয় তিনি</w:t>
      </w:r>
      <w:r w:rsidR="002B1C32">
        <w:rPr>
          <w:lang w:bidi="bn-IN"/>
        </w:rPr>
        <w:t xml:space="preserve"> </w:t>
      </w:r>
      <w:r w:rsidRPr="007710BF">
        <w:rPr>
          <w:cs/>
          <w:lang w:bidi="bn-IN"/>
        </w:rPr>
        <w:t>সাধকের এ অজুহাতকে গ্রহণযোগ্য মনে করেছেন। তিনি বলছেন</w:t>
      </w:r>
      <w:r w:rsidR="00895143">
        <w:t>,</w:t>
      </w:r>
    </w:p>
    <w:p w:rsidR="002B1C32" w:rsidRDefault="007710BF" w:rsidP="002B1C32">
      <w:pPr>
        <w:pStyle w:val="libCenter"/>
        <w:rPr>
          <w:lang w:bidi="bn-IN"/>
        </w:rPr>
      </w:pPr>
      <w:r w:rsidRPr="001933EC">
        <w:rPr>
          <w:rStyle w:val="libAlaemChar"/>
        </w:rPr>
        <w:t>“</w:t>
      </w:r>
      <w:r w:rsidRPr="007710BF">
        <w:rPr>
          <w:cs/>
          <w:lang w:bidi="bn-IN"/>
        </w:rPr>
        <w:t>বললেন সাধক</w:t>
      </w:r>
      <w:r w:rsidR="00895143">
        <w:t>,</w:t>
      </w:r>
      <w:r w:rsidRPr="007710BF">
        <w:rPr>
          <w:cs/>
          <w:lang w:bidi="bn-IN"/>
        </w:rPr>
        <w:t>সেথায় রয়েছে অপরূপ রূপসিগণ</w:t>
      </w:r>
    </w:p>
    <w:p w:rsidR="002B1C32" w:rsidRDefault="007710BF" w:rsidP="002B1C32">
      <w:pPr>
        <w:pStyle w:val="libCenter"/>
        <w:rPr>
          <w:rStyle w:val="libAlaemChar"/>
        </w:rPr>
      </w:pPr>
      <w:r w:rsidRPr="007710BF">
        <w:rPr>
          <w:cs/>
          <w:lang w:bidi="bn-IN"/>
        </w:rPr>
        <w:t>ভয় পাই</w:t>
      </w:r>
      <w:r w:rsidR="00895143">
        <w:t>,</w:t>
      </w:r>
      <w:r w:rsidRPr="007710BF">
        <w:rPr>
          <w:cs/>
          <w:lang w:bidi="bn-IN"/>
        </w:rPr>
        <w:t>যদি দেখিয়া তাদের রূপ হারাই নিয়ন্ত্রণ।</w:t>
      </w:r>
      <w:r w:rsidRPr="001933EC">
        <w:rPr>
          <w:rStyle w:val="libAlaemChar"/>
        </w:rPr>
        <w:t>”</w:t>
      </w:r>
    </w:p>
    <w:p w:rsidR="002B1C32" w:rsidRDefault="007710BF" w:rsidP="002B1C32">
      <w:pPr>
        <w:pStyle w:val="libCenter"/>
        <w:rPr>
          <w:lang w:bidi="bn-IN"/>
        </w:rPr>
      </w:pPr>
      <w:r w:rsidRPr="007710BF">
        <w:t>(</w:t>
      </w:r>
      <w:r w:rsidRPr="007710BF">
        <w:rPr>
          <w:cs/>
          <w:lang w:bidi="bn-IN"/>
        </w:rPr>
        <w:t>যেমনভাবে হাতী কাদাযুক্ত পথে চলতে ভয় পায়)</w:t>
      </w:r>
    </w:p>
    <w:p w:rsidR="002B1C32" w:rsidRDefault="007710BF" w:rsidP="001E5B3D">
      <w:pPr>
        <w:pStyle w:val="libNormal"/>
        <w:rPr>
          <w:lang w:bidi="bn-IN"/>
        </w:rPr>
      </w:pPr>
      <w:r w:rsidRPr="007710BF">
        <w:rPr>
          <w:cs/>
          <w:lang w:bidi="bn-IN"/>
        </w:rPr>
        <w:t>যেহেতু অপরূপ রূপসীরা সে শহরে বাস করে। তাদের প্রতি দৃষ্টিপাতে আমার স্খলন ঘটতে পারে।</w:t>
      </w:r>
      <w:r w:rsidR="002B1C32">
        <w:rPr>
          <w:lang w:bidi="bn-IN"/>
        </w:rPr>
        <w:t xml:space="preserve"> </w:t>
      </w:r>
      <w:r w:rsidRPr="007710BF">
        <w:rPr>
          <w:cs/>
          <w:lang w:bidi="bn-IN"/>
        </w:rPr>
        <w:t>যেহেতু নিয়ন্ত্রণ হারানোর ভয় আছে তাই এ গুহায় নিজেকে আবদ্ধ করে রেখেছি।</w:t>
      </w:r>
    </w:p>
    <w:p w:rsidR="002B1C32" w:rsidRDefault="007710BF" w:rsidP="002B1C32">
      <w:pPr>
        <w:pStyle w:val="libNormal"/>
        <w:rPr>
          <w:lang w:bidi="bn-IN"/>
        </w:rPr>
      </w:pPr>
      <w:r w:rsidRPr="007710BF">
        <w:rPr>
          <w:cs/>
          <w:lang w:bidi="bn-IN"/>
        </w:rPr>
        <w:t xml:space="preserve">বাহ্! কত সুন্দর এ পূর্ণতা! নিজেকে এক স্থানে বন্দি করে পূর্ণতায় </w:t>
      </w:r>
      <w:r w:rsidR="00611BB9">
        <w:rPr>
          <w:cs/>
          <w:lang w:bidi="bn-IN"/>
        </w:rPr>
        <w:t>পৌ</w:t>
      </w:r>
      <w:r w:rsidRPr="007710BF">
        <w:rPr>
          <w:cs/>
          <w:lang w:bidi="bn-IN"/>
        </w:rPr>
        <w:t xml:space="preserve">ছার পথ খোঁজাকে কি </w:t>
      </w:r>
      <w:r w:rsidR="009E6EF8">
        <w:rPr>
          <w:cs/>
          <w:lang w:bidi="bn-IN"/>
        </w:rPr>
        <w:t>পূর্ণ</w:t>
      </w:r>
      <w:r w:rsidR="002B1C32">
        <w:rPr>
          <w:cs/>
          <w:lang w:bidi="bn-IN"/>
        </w:rPr>
        <w:t>তা</w:t>
      </w:r>
      <w:r w:rsidR="002B1C32">
        <w:rPr>
          <w:lang w:bidi="bn-IN"/>
        </w:rPr>
        <w:t xml:space="preserve"> </w:t>
      </w:r>
      <w:r w:rsidRPr="007710BF">
        <w:rPr>
          <w:cs/>
          <w:lang w:bidi="bn-IN"/>
        </w:rPr>
        <w:t>বলা যায়</w:t>
      </w:r>
      <w:r w:rsidRPr="007710BF">
        <w:t xml:space="preserve">? </w:t>
      </w:r>
      <w:r w:rsidRPr="007710BF">
        <w:rPr>
          <w:cs/>
          <w:lang w:bidi="bn-IN"/>
        </w:rPr>
        <w:t>জনাব সা</w:t>
      </w:r>
      <w:r w:rsidRPr="001933EC">
        <w:rPr>
          <w:rStyle w:val="libAlaemChar"/>
        </w:rPr>
        <w:t>’</w:t>
      </w:r>
      <w:r w:rsidRPr="007710BF">
        <w:rPr>
          <w:cs/>
          <w:lang w:bidi="bn-IN"/>
        </w:rPr>
        <w:t>দী কোরআন আপানার জন্য সর্বোত্তম কাহিনী বর্ণনা করেছে। এ কাহিনী হযরত</w:t>
      </w:r>
      <w:r w:rsidR="002B1C32">
        <w:rPr>
          <w:lang w:bidi="bn-IN"/>
        </w:rPr>
        <w:t xml:space="preserve"> </w:t>
      </w:r>
      <w:r w:rsidRPr="007710BF">
        <w:rPr>
          <w:cs/>
          <w:lang w:bidi="bn-IN"/>
        </w:rPr>
        <w:t>ইউসুফ (আ.)-এর। এ কাহিনী কোরআনের ভাষায় তাদের জন্য যারা তাকওয়া (খোদাভীতি) ও ধৈর্য অবলম্বন করে</w:t>
      </w:r>
      <w:r w:rsidRPr="007710BF">
        <w:t xml:space="preserve">; </w:t>
      </w:r>
      <w:r w:rsidRPr="007710BF">
        <w:rPr>
          <w:cs/>
          <w:lang w:bidi="bn-IN"/>
        </w:rPr>
        <w:t>যেহেতু কোরআন বলছে</w:t>
      </w:r>
      <w:r w:rsidR="00895143">
        <w:t>,</w:t>
      </w:r>
      <w:r w:rsidRPr="001933EC">
        <w:rPr>
          <w:rStyle w:val="libAlaemChar"/>
        </w:rPr>
        <w:t>“</w:t>
      </w:r>
      <w:r w:rsidRPr="007710BF">
        <w:rPr>
          <w:cs/>
          <w:lang w:bidi="bn-IN"/>
        </w:rPr>
        <w:t>নিশ্চয়ই যে তাকওয়া ও ধৈর্য অবলম্বন করে (অবশেষে সে</w:t>
      </w:r>
      <w:r w:rsidR="002B1C32">
        <w:rPr>
          <w:lang w:bidi="bn-IN"/>
        </w:rPr>
        <w:t xml:space="preserve"> </w:t>
      </w:r>
      <w:r w:rsidRPr="007710BF">
        <w:rPr>
          <w:cs/>
          <w:lang w:bidi="bn-IN"/>
        </w:rPr>
        <w:t>সফলকাম হবে)</w:t>
      </w:r>
      <w:r w:rsidR="00895143">
        <w:t>,</w:t>
      </w:r>
      <w:r w:rsidRPr="007710BF">
        <w:rPr>
          <w:cs/>
          <w:lang w:bidi="bn-IN"/>
        </w:rPr>
        <w:t>যেহেতু আ</w:t>
      </w:r>
      <w:r w:rsidR="006B46F0">
        <w:rPr>
          <w:cs/>
          <w:lang w:bidi="bn-IN"/>
        </w:rPr>
        <w:t>ল্লা</w:t>
      </w:r>
      <w:r w:rsidRPr="007710BF">
        <w:rPr>
          <w:rFonts w:hint="cs"/>
          <w:cs/>
          <w:lang w:bidi="bn-IN"/>
        </w:rPr>
        <w:t>হ্পাক সৎকর্মশীলদের কর্মকে বিফল করেন না।</w:t>
      </w:r>
      <w:r w:rsidRPr="001933EC">
        <w:rPr>
          <w:rStyle w:val="libAlaemChar"/>
        </w:rPr>
        <w:t>”</w:t>
      </w:r>
      <w:r w:rsidRPr="007710BF">
        <w:t xml:space="preserve"> (</w:t>
      </w:r>
      <w:r w:rsidRPr="007710BF">
        <w:rPr>
          <w:cs/>
          <w:lang w:bidi="bn-IN"/>
        </w:rPr>
        <w:t>সূরা ইউসুফ : ৯০)অর্থাৎ কোরআন বলছে</w:t>
      </w:r>
      <w:r w:rsidR="00895143">
        <w:t>,</w:t>
      </w:r>
      <w:r w:rsidRPr="007710BF">
        <w:rPr>
          <w:cs/>
          <w:lang w:bidi="bn-IN"/>
        </w:rPr>
        <w:t xml:space="preserve">তুমিও ইউসুফের মতো হও। </w:t>
      </w:r>
      <w:r w:rsidR="00D009A1">
        <w:rPr>
          <w:cs/>
          <w:lang w:bidi="bn-IN"/>
        </w:rPr>
        <w:t>প্রবৃত্তি</w:t>
      </w:r>
      <w:r w:rsidRPr="007710BF">
        <w:rPr>
          <w:cs/>
          <w:lang w:bidi="bn-IN"/>
        </w:rPr>
        <w:t>র ক্ষুধা মেটানোর সকল উপায়-উপকরণ</w:t>
      </w:r>
      <w:r w:rsidR="002B1C32">
        <w:rPr>
          <w:lang w:bidi="bn-IN"/>
        </w:rPr>
        <w:t xml:space="preserve"> </w:t>
      </w:r>
      <w:r w:rsidR="00F8200F">
        <w:rPr>
          <w:cs/>
          <w:lang w:bidi="bn-IN"/>
        </w:rPr>
        <w:t>প্রস্তত</w:t>
      </w:r>
      <w:r w:rsidRPr="007710BF">
        <w:rPr>
          <w:cs/>
          <w:lang w:bidi="bn-IN"/>
        </w:rPr>
        <w:t xml:space="preserve"> ছিল</w:t>
      </w:r>
      <w:r w:rsidR="00895143">
        <w:t>,</w:t>
      </w:r>
      <w:r w:rsidRPr="007710BF">
        <w:rPr>
          <w:cs/>
          <w:lang w:bidi="bn-IN"/>
        </w:rPr>
        <w:t>এমনকি পালানোর পথও রুদ্ধ হয়ে গিয়েছিল তদুপরি তিনি নিজের পবিত্রতাকে রক্ষা</w:t>
      </w:r>
      <w:r w:rsidRPr="001933EC">
        <w:rPr>
          <w:rStyle w:val="libAlaemChar"/>
        </w:rPr>
        <w:t>‘</w:t>
      </w:r>
      <w:r w:rsidRPr="007710BF">
        <w:rPr>
          <w:cs/>
          <w:lang w:bidi="bn-IN"/>
        </w:rPr>
        <w:t>করেছেন। মহান আ</w:t>
      </w:r>
      <w:r w:rsidR="006B46F0">
        <w:rPr>
          <w:cs/>
          <w:lang w:bidi="bn-IN"/>
        </w:rPr>
        <w:t>ল্লা</w:t>
      </w:r>
      <w:r w:rsidRPr="007710BF">
        <w:rPr>
          <w:rFonts w:hint="cs"/>
          <w:cs/>
          <w:lang w:bidi="bn-IN"/>
        </w:rPr>
        <w:t xml:space="preserve">হ্ </w:t>
      </w:r>
      <w:r w:rsidR="00FE6D44">
        <w:rPr>
          <w:rFonts w:hint="cs"/>
          <w:cs/>
          <w:lang w:bidi="bn-IN"/>
        </w:rPr>
        <w:t>তার</w:t>
      </w:r>
      <w:r w:rsidRPr="007710BF">
        <w:rPr>
          <w:rFonts w:hint="cs"/>
          <w:cs/>
          <w:lang w:bidi="bn-IN"/>
        </w:rPr>
        <w:t xml:space="preserve"> জন্য বন্ধ দুয়ারগুলোও খুলে দিয়েছেন</w:t>
      </w:r>
      <w:r w:rsidRPr="007710BF">
        <w:rPr>
          <w:rFonts w:hint="cs"/>
          <w:cs/>
          <w:lang w:bidi="hi-IN"/>
        </w:rPr>
        <w:t xml:space="preserve">। </w:t>
      </w:r>
      <w:r w:rsidRPr="007710BF">
        <w:rPr>
          <w:rFonts w:hint="cs"/>
          <w:cs/>
          <w:lang w:bidi="bn-IN"/>
        </w:rPr>
        <w:t>যেহেতু হযরত ইউসুফ (আ.)অবিবাহিত এবং সৌন্দর্যের দিক থেকে ছিলেন অপূর্ব</w:t>
      </w:r>
      <w:r w:rsidR="00895143">
        <w:t>,</w:t>
      </w:r>
      <w:r w:rsidRPr="007710BF">
        <w:rPr>
          <w:cs/>
          <w:lang w:bidi="bn-IN"/>
        </w:rPr>
        <w:t>সেহেতু তিনি নারীদের পেছনে নন</w:t>
      </w:r>
      <w:r w:rsidR="00895143">
        <w:t>,</w:t>
      </w:r>
      <w:r w:rsidRPr="007710BF">
        <w:rPr>
          <w:cs/>
          <w:lang w:bidi="bn-IN"/>
        </w:rPr>
        <w:t>বরং নারীরাই</w:t>
      </w:r>
      <w:r w:rsidR="002B1C32">
        <w:rPr>
          <w:lang w:bidi="bn-IN"/>
        </w:rPr>
        <w:t xml:space="preserve"> </w:t>
      </w:r>
      <w:r w:rsidR="00FE6D44">
        <w:rPr>
          <w:cs/>
          <w:lang w:bidi="bn-IN"/>
        </w:rPr>
        <w:t>তার</w:t>
      </w:r>
      <w:r w:rsidRPr="007710BF">
        <w:rPr>
          <w:cs/>
          <w:lang w:bidi="bn-IN"/>
        </w:rPr>
        <w:t xml:space="preserve"> পেছনে ছুটত। এমন দিন </w:t>
      </w:r>
      <w:r w:rsidR="00FE6D44">
        <w:rPr>
          <w:cs/>
          <w:lang w:bidi="bn-IN"/>
        </w:rPr>
        <w:t>তার</w:t>
      </w:r>
      <w:r w:rsidRPr="007710BF">
        <w:rPr>
          <w:cs/>
          <w:lang w:bidi="bn-IN"/>
        </w:rPr>
        <w:t xml:space="preserve"> জন্য অতিবাহিত হতো না যে</w:t>
      </w:r>
      <w:r w:rsidR="00895143">
        <w:t>,</w:t>
      </w:r>
      <w:r w:rsidRPr="007710BF">
        <w:rPr>
          <w:cs/>
          <w:lang w:bidi="bn-IN"/>
        </w:rPr>
        <w:t xml:space="preserve">কোন নারী </w:t>
      </w:r>
      <w:r w:rsidR="000459F1">
        <w:rPr>
          <w:cs/>
          <w:lang w:bidi="bn-IN"/>
        </w:rPr>
        <w:t>তাকে</w:t>
      </w:r>
      <w:r w:rsidRPr="007710BF">
        <w:rPr>
          <w:cs/>
          <w:lang w:bidi="bn-IN"/>
        </w:rPr>
        <w:t xml:space="preserve"> পত্র দেয়নি বা</w:t>
      </w:r>
      <w:r w:rsidR="002B1C32">
        <w:rPr>
          <w:lang w:bidi="bn-IN"/>
        </w:rPr>
        <w:t xml:space="preserve"> </w:t>
      </w:r>
      <w:r w:rsidR="00FE6D44">
        <w:rPr>
          <w:cs/>
          <w:lang w:bidi="bn-IN"/>
        </w:rPr>
        <w:t>তার</w:t>
      </w:r>
      <w:r w:rsidRPr="007710BF">
        <w:rPr>
          <w:cs/>
          <w:lang w:bidi="bn-IN"/>
        </w:rPr>
        <w:t xml:space="preserve"> খোঁজে আসেনি। তাও যেমন তেমন নারী নয়</w:t>
      </w:r>
      <w:r w:rsidR="00895143">
        <w:t>,</w:t>
      </w:r>
      <w:r w:rsidRPr="007710BF">
        <w:rPr>
          <w:cs/>
          <w:lang w:bidi="bn-IN"/>
        </w:rPr>
        <w:t xml:space="preserve">বরং মিশরের শ্রেষ্ঠ ও কূলনারীরা </w:t>
      </w:r>
      <w:r w:rsidR="00FE6D44">
        <w:rPr>
          <w:cs/>
          <w:lang w:bidi="bn-IN"/>
        </w:rPr>
        <w:t>তার</w:t>
      </w:r>
      <w:r w:rsidRPr="007710BF">
        <w:rPr>
          <w:cs/>
          <w:lang w:bidi="bn-IN"/>
        </w:rPr>
        <w:t xml:space="preserve"> জন্য</w:t>
      </w:r>
      <w:r w:rsidR="002B1C32">
        <w:rPr>
          <w:lang w:bidi="bn-IN"/>
        </w:rPr>
        <w:t xml:space="preserve"> </w:t>
      </w:r>
      <w:r w:rsidRPr="007710BF">
        <w:rPr>
          <w:cs/>
          <w:lang w:bidi="bn-IN"/>
        </w:rPr>
        <w:t xml:space="preserve">চরমভাবে আসক্ত ছিল। স্বয়ং মিশরের অধিপতির স্ত্রী জুলাইখা </w:t>
      </w:r>
      <w:r w:rsidR="00FE6D44">
        <w:rPr>
          <w:cs/>
          <w:lang w:bidi="bn-IN"/>
        </w:rPr>
        <w:t>তার</w:t>
      </w:r>
      <w:r w:rsidRPr="007710BF">
        <w:rPr>
          <w:cs/>
          <w:lang w:bidi="bn-IN"/>
        </w:rPr>
        <w:t xml:space="preserve"> প্রেমে বিভোর। </w:t>
      </w:r>
      <w:r w:rsidR="000459F1">
        <w:rPr>
          <w:cs/>
          <w:lang w:bidi="bn-IN"/>
        </w:rPr>
        <w:t>তাকে</w:t>
      </w:r>
      <w:r w:rsidRPr="007710BF">
        <w:rPr>
          <w:cs/>
          <w:lang w:bidi="bn-IN"/>
        </w:rPr>
        <w:t xml:space="preserve"> পাওয়ার</w:t>
      </w:r>
      <w:r w:rsidR="002B1C32">
        <w:rPr>
          <w:lang w:bidi="bn-IN"/>
        </w:rPr>
        <w:t xml:space="preserve"> </w:t>
      </w:r>
      <w:r w:rsidRPr="007710BF">
        <w:rPr>
          <w:cs/>
          <w:lang w:bidi="bn-IN"/>
        </w:rPr>
        <w:t xml:space="preserve">জন্য সব উপকরণ </w:t>
      </w:r>
      <w:r w:rsidR="00F8200F">
        <w:rPr>
          <w:cs/>
          <w:lang w:bidi="bn-IN"/>
        </w:rPr>
        <w:t>প্রস্তত</w:t>
      </w:r>
      <w:r w:rsidRPr="007710BF">
        <w:rPr>
          <w:cs/>
          <w:lang w:bidi="bn-IN"/>
        </w:rPr>
        <w:t xml:space="preserve"> করেছে। </w:t>
      </w:r>
      <w:r w:rsidR="00FE6D44">
        <w:rPr>
          <w:cs/>
          <w:lang w:bidi="bn-IN"/>
        </w:rPr>
        <w:t>তার</w:t>
      </w:r>
      <w:r w:rsidRPr="007710BF">
        <w:rPr>
          <w:cs/>
          <w:lang w:bidi="bn-IN"/>
        </w:rPr>
        <w:t xml:space="preserve"> জন্য মরণ ফাঁদ পেতেছে</w:t>
      </w:r>
      <w:r w:rsidR="003936CB">
        <w:t>-</w:t>
      </w:r>
      <w:r w:rsidRPr="007710BF">
        <w:t xml:space="preserve"> </w:t>
      </w:r>
      <w:r w:rsidRPr="007710BF">
        <w:rPr>
          <w:cs/>
          <w:lang w:bidi="bn-IN"/>
        </w:rPr>
        <w:t>হয় তার ইচ্ছা বাস্তবায়িত করতে</w:t>
      </w:r>
      <w:r w:rsidRPr="001933EC">
        <w:rPr>
          <w:rStyle w:val="libAlaemChar"/>
        </w:rPr>
        <w:t>‘</w:t>
      </w:r>
      <w:r w:rsidRPr="007710BF">
        <w:rPr>
          <w:cs/>
          <w:lang w:bidi="bn-IN"/>
        </w:rPr>
        <w:t>হবে</w:t>
      </w:r>
      <w:r w:rsidR="00895143">
        <w:t>,</w:t>
      </w:r>
      <w:r w:rsidRPr="007710BF">
        <w:rPr>
          <w:cs/>
          <w:lang w:bidi="bn-IN"/>
        </w:rPr>
        <w:t xml:space="preserve">নতুবা </w:t>
      </w:r>
      <w:r w:rsidR="000459F1">
        <w:rPr>
          <w:cs/>
          <w:lang w:bidi="bn-IN"/>
        </w:rPr>
        <w:t>তাকে</w:t>
      </w:r>
      <w:r w:rsidRPr="007710BF">
        <w:rPr>
          <w:cs/>
          <w:lang w:bidi="bn-IN"/>
        </w:rPr>
        <w:t xml:space="preserve"> হত্যা করা হবে। কিন্তু হযরত ইউসুফ কি করলেন</w:t>
      </w:r>
      <w:r w:rsidRPr="007710BF">
        <w:t xml:space="preserve">? </w:t>
      </w:r>
      <w:r w:rsidR="00D009A1">
        <w:rPr>
          <w:cs/>
          <w:lang w:bidi="bn-IN"/>
        </w:rPr>
        <w:t>আল্লাহর</w:t>
      </w:r>
      <w:r w:rsidRPr="007710BF">
        <w:rPr>
          <w:rFonts w:hint="cs"/>
          <w:cs/>
          <w:lang w:bidi="bn-IN"/>
        </w:rPr>
        <w:t xml:space="preserve"> প্রতি হাত উঠিয়ে</w:t>
      </w:r>
      <w:r w:rsidR="002B1C32">
        <w:rPr>
          <w:lang w:bidi="bn-IN"/>
        </w:rPr>
        <w:t xml:space="preserve"> </w:t>
      </w:r>
      <w:r w:rsidRPr="007710BF">
        <w:rPr>
          <w:rFonts w:hint="cs"/>
          <w:cs/>
          <w:lang w:bidi="bn-IN"/>
        </w:rPr>
        <w:t>বললেন</w:t>
      </w:r>
      <w:r w:rsidR="00895143">
        <w:t>,</w:t>
      </w:r>
      <w:r w:rsidRPr="001933EC">
        <w:rPr>
          <w:rStyle w:val="libAlaemChar"/>
        </w:rPr>
        <w:t>“</w:t>
      </w:r>
      <w:r w:rsidRPr="007710BF">
        <w:rPr>
          <w:cs/>
          <w:lang w:bidi="bn-IN"/>
        </w:rPr>
        <w:t xml:space="preserve">হে পরওয়ারদিগার! যে বস্তুর প্রতি এরা আমাকে </w:t>
      </w:r>
      <w:r w:rsidR="00F44B3E">
        <w:rPr>
          <w:cs/>
          <w:lang w:bidi="bn-IN"/>
        </w:rPr>
        <w:t>আহবান</w:t>
      </w:r>
      <w:r w:rsidRPr="007710BF">
        <w:rPr>
          <w:cs/>
          <w:lang w:bidi="bn-IN"/>
        </w:rPr>
        <w:t xml:space="preserve"> করছে তার থেকে জেলখানায়</w:t>
      </w:r>
      <w:r w:rsidR="002B1C32">
        <w:rPr>
          <w:lang w:bidi="bn-IN"/>
        </w:rPr>
        <w:t xml:space="preserve"> </w:t>
      </w:r>
      <w:r w:rsidRPr="007710BF">
        <w:rPr>
          <w:cs/>
          <w:lang w:bidi="bn-IN"/>
        </w:rPr>
        <w:t>বন্দিত্ববরণকে আমি অধিক পছন্দ করি।</w:t>
      </w:r>
      <w:r w:rsidRPr="001933EC">
        <w:rPr>
          <w:rStyle w:val="libAlaemChar"/>
        </w:rPr>
        <w:t>”</w:t>
      </w:r>
      <w:r w:rsidRPr="007710BF">
        <w:t xml:space="preserve"> (</w:t>
      </w:r>
      <w:r w:rsidRPr="007710BF">
        <w:rPr>
          <w:cs/>
          <w:lang w:bidi="bn-IN"/>
        </w:rPr>
        <w:t>সূরা ইউসুফ : ৩৩)</w:t>
      </w:r>
    </w:p>
    <w:p w:rsidR="008B4DC6" w:rsidRDefault="007710BF" w:rsidP="002B1C32">
      <w:pPr>
        <w:pStyle w:val="libNormal"/>
        <w:rPr>
          <w:lang w:bidi="bn-IN"/>
        </w:rPr>
      </w:pPr>
      <w:r w:rsidRPr="007710BF">
        <w:rPr>
          <w:cs/>
          <w:lang w:bidi="bn-IN"/>
        </w:rPr>
        <w:t>অর্থাৎ এ স্ত্রীলোকদের ইচ্ছা পূরণ করার চেয়ে আমাকে বন্দিত্ব বরণের সুযোগ দিন যাতে করে</w:t>
      </w:r>
      <w:r w:rsidR="008B4DC6">
        <w:rPr>
          <w:lang w:bidi="bn-IN"/>
        </w:rPr>
        <w:t xml:space="preserve"> </w:t>
      </w:r>
      <w:r w:rsidRPr="007710BF">
        <w:rPr>
          <w:cs/>
          <w:lang w:bidi="bn-IN"/>
        </w:rPr>
        <w:t>এদের হাত থেকে রক্ষা পাই। যদিও আমার এ অপরাধ করার সামর্থ্য ও সুযোগ রয়েছে তদুপরি তা</w:t>
      </w:r>
      <w:r w:rsidR="008B4DC6">
        <w:rPr>
          <w:lang w:bidi="bn-IN"/>
        </w:rPr>
        <w:t xml:space="preserve"> </w:t>
      </w:r>
      <w:r w:rsidRPr="007710BF">
        <w:rPr>
          <w:cs/>
          <w:lang w:bidi="bn-IN"/>
        </w:rPr>
        <w:t>আমি করব না।</w:t>
      </w:r>
    </w:p>
    <w:p w:rsidR="008B4DC6" w:rsidRDefault="007710BF" w:rsidP="008B4DC6">
      <w:pPr>
        <w:pStyle w:val="libNormal"/>
      </w:pPr>
      <w:r w:rsidRPr="007710BF">
        <w:rPr>
          <w:cs/>
          <w:lang w:bidi="bn-IN"/>
        </w:rPr>
        <w:t>সুতরাং মানুষের পূর্ণতা তাদের দুর্বলতার মধ্যে নয়। যদিও</w:t>
      </w:r>
      <w:r w:rsidR="008B4DC6">
        <w:rPr>
          <w:cs/>
          <w:lang w:bidi="bn-IN"/>
        </w:rPr>
        <w:t xml:space="preserve"> আমাদের সাহিত্যে কখনো কখনো কেউ</w:t>
      </w:r>
      <w:r w:rsidR="008B4DC6">
        <w:rPr>
          <w:lang w:bidi="bn-IN"/>
        </w:rPr>
        <w:t xml:space="preserve"> </w:t>
      </w:r>
      <w:r w:rsidR="006546E2">
        <w:rPr>
          <w:cs/>
          <w:lang w:bidi="bn-IN"/>
        </w:rPr>
        <w:t>দুর্বল</w:t>
      </w:r>
      <w:r w:rsidRPr="007710BF">
        <w:rPr>
          <w:cs/>
          <w:lang w:bidi="bn-IN"/>
        </w:rPr>
        <w:t>তাকে মানুষের পূর্ণতা মনে করেছেন। অন্য এক কবি বাবা তাহেরও এ রকম বলেছেন</w:t>
      </w:r>
      <w:r w:rsidR="00895143">
        <w:t>,</w:t>
      </w:r>
    </w:p>
    <w:p w:rsidR="008B4DC6" w:rsidRDefault="007710BF" w:rsidP="008B4DC6">
      <w:pPr>
        <w:pStyle w:val="libCenter"/>
      </w:pPr>
      <w:r w:rsidRPr="001933EC">
        <w:rPr>
          <w:rStyle w:val="libAlaemChar"/>
        </w:rPr>
        <w:t>“</w:t>
      </w:r>
      <w:r w:rsidRPr="007710BF">
        <w:rPr>
          <w:cs/>
          <w:lang w:bidi="bn-IN"/>
        </w:rPr>
        <w:t>আমার এ চোখ ও অন্তর হতে আমি বাঁচতে চাই</w:t>
      </w:r>
      <w:r w:rsidR="00895143">
        <w:t>,</w:t>
      </w:r>
    </w:p>
    <w:p w:rsidR="008B4DC6" w:rsidRDefault="007710BF" w:rsidP="008B4DC6">
      <w:pPr>
        <w:pStyle w:val="libCenter"/>
        <w:rPr>
          <w:rStyle w:val="libAlaemChar"/>
        </w:rPr>
      </w:pPr>
      <w:r w:rsidRPr="007710BF">
        <w:rPr>
          <w:cs/>
          <w:lang w:bidi="bn-IN"/>
        </w:rPr>
        <w:t>যা কিছু দেখে এ চোখ</w:t>
      </w:r>
      <w:r w:rsidR="00895143">
        <w:t>,</w:t>
      </w:r>
      <w:r w:rsidRPr="007710BF">
        <w:rPr>
          <w:cs/>
          <w:lang w:bidi="bn-IN"/>
        </w:rPr>
        <w:t>অন্তর স্মরণ করে তা-ই।</w:t>
      </w:r>
      <w:r w:rsidRPr="001933EC">
        <w:rPr>
          <w:rStyle w:val="libAlaemChar"/>
        </w:rPr>
        <w:t>”</w:t>
      </w:r>
    </w:p>
    <w:p w:rsidR="008B4DC6" w:rsidRDefault="007710BF" w:rsidP="008B4DC6">
      <w:pPr>
        <w:pStyle w:val="libNormal"/>
      </w:pPr>
      <w:r w:rsidRPr="007710BF">
        <w:rPr>
          <w:cs/>
          <w:lang w:bidi="bn-IN"/>
        </w:rPr>
        <w:t>এ পর্যন্ত কথা ঠিকই আছে</w:t>
      </w:r>
      <w:r w:rsidR="00895143">
        <w:t>,</w:t>
      </w:r>
      <w:r w:rsidRPr="007710BF">
        <w:rPr>
          <w:cs/>
          <w:lang w:bidi="bn-IN"/>
        </w:rPr>
        <w:t>কিন্তু এরপর বলছেন</w:t>
      </w:r>
      <w:r w:rsidR="00895143">
        <w:t>,</w:t>
      </w:r>
    </w:p>
    <w:p w:rsidR="008B4DC6" w:rsidRDefault="007710BF" w:rsidP="008B4DC6">
      <w:pPr>
        <w:pStyle w:val="libCenter"/>
        <w:rPr>
          <w:lang w:bidi="bn-IN"/>
        </w:rPr>
      </w:pPr>
      <w:r w:rsidRPr="001933EC">
        <w:rPr>
          <w:rStyle w:val="libAlaemChar"/>
        </w:rPr>
        <w:t>“</w:t>
      </w:r>
      <w:r w:rsidRPr="007710BF">
        <w:rPr>
          <w:cs/>
          <w:lang w:bidi="bn-IN"/>
        </w:rPr>
        <w:t>বানাব এক তরবারী যা লৌহ কঠিন শক্ত</w:t>
      </w:r>
    </w:p>
    <w:p w:rsidR="008B4DC6" w:rsidRDefault="007710BF" w:rsidP="008B4DC6">
      <w:pPr>
        <w:pStyle w:val="libCenter"/>
        <w:rPr>
          <w:rStyle w:val="libAlaemChar"/>
        </w:rPr>
      </w:pPr>
      <w:r w:rsidRPr="007710BF">
        <w:rPr>
          <w:cs/>
          <w:lang w:bidi="bn-IN"/>
        </w:rPr>
        <w:t>হানব আঘাত এ চক্ষুতে অন্তর হবে মুক্ত।</w:t>
      </w:r>
      <w:r w:rsidRPr="001933EC">
        <w:rPr>
          <w:rStyle w:val="libAlaemChar"/>
        </w:rPr>
        <w:t>”</w:t>
      </w:r>
    </w:p>
    <w:p w:rsidR="008B4DC6" w:rsidRDefault="007710BF" w:rsidP="008B4DC6">
      <w:pPr>
        <w:pStyle w:val="libNormal"/>
        <w:rPr>
          <w:lang w:bidi="bn-IN"/>
        </w:rPr>
      </w:pPr>
      <w:r w:rsidRPr="007710BF">
        <w:rPr>
          <w:cs/>
          <w:lang w:bidi="bn-IN"/>
        </w:rPr>
        <w:t>অর্থাৎ যা কিছুই চক্ষু দেখে অন্তর তা পেতে চায়। তাই অন্তরকে মুক্ত ও স্বাধীন করার জন্য এক</w:t>
      </w:r>
      <w:r w:rsidR="008B4DC6">
        <w:rPr>
          <w:lang w:bidi="bn-IN"/>
        </w:rPr>
        <w:t xml:space="preserve"> </w:t>
      </w:r>
      <w:r w:rsidRPr="007710BF">
        <w:rPr>
          <w:cs/>
          <w:lang w:bidi="bn-IN"/>
        </w:rPr>
        <w:t>তরবারী চাই যা দিয়ে এ চক্ষুকে অন্ধ করে দিব যাতে অন্তর কিছু না চাইতে পারে। যদি এমনই হয়</w:t>
      </w:r>
      <w:r w:rsidR="008B4DC6">
        <w:rPr>
          <w:lang w:bidi="bn-IN"/>
        </w:rPr>
        <w:t xml:space="preserve"> </w:t>
      </w:r>
      <w:r w:rsidR="008B4DC6">
        <w:rPr>
          <w:cs/>
          <w:lang w:bidi="bn-IN"/>
        </w:rPr>
        <w:t>তবে এমন অনেক অনেক কিছু</w:t>
      </w:r>
      <w:r w:rsidRPr="007710BF">
        <w:rPr>
          <w:cs/>
          <w:lang w:bidi="bn-IN"/>
        </w:rPr>
        <w:t xml:space="preserve"> আছে যা কর্ণ শুনে ও অন্তর পেতে চায় তাই কর্ণের মধ্যেও এক</w:t>
      </w:r>
      <w:r w:rsidR="008B4DC6">
        <w:rPr>
          <w:lang w:bidi="bn-IN"/>
        </w:rPr>
        <w:t xml:space="preserve"> </w:t>
      </w:r>
      <w:r w:rsidRPr="007710BF">
        <w:rPr>
          <w:cs/>
          <w:lang w:bidi="bn-IN"/>
        </w:rPr>
        <w:t>তরবারী প্রবেশ করান। আর পুরোদমে মুক্তি পেতে চাইলে খোজাও হতে হবে যাতে জৈবিক চাহিদার</w:t>
      </w:r>
      <w:r w:rsidR="008B4DC6">
        <w:rPr>
          <w:lang w:bidi="bn-IN"/>
        </w:rPr>
        <w:t xml:space="preserve"> </w:t>
      </w:r>
      <w:r w:rsidRPr="007710BF">
        <w:rPr>
          <w:cs/>
          <w:lang w:bidi="bn-IN"/>
        </w:rPr>
        <w:t>কথাও মনে না হয়। শেষ পর্যন্ত মাওলানা রুমীর মাসনভীর মাথা</w:t>
      </w:r>
      <w:r w:rsidR="00895143">
        <w:t>,</w:t>
      </w:r>
      <w:r w:rsidRPr="007710BF">
        <w:rPr>
          <w:cs/>
          <w:lang w:bidi="bn-IN"/>
        </w:rPr>
        <w:t>পেট ও লেজবিহীন সিংহের গল্পের</w:t>
      </w:r>
      <w:r w:rsidR="008B4DC6">
        <w:rPr>
          <w:lang w:bidi="bn-IN"/>
        </w:rPr>
        <w:t xml:space="preserve"> </w:t>
      </w:r>
      <w:r w:rsidRPr="007710BF">
        <w:rPr>
          <w:cs/>
          <w:lang w:bidi="bn-IN"/>
        </w:rPr>
        <w:t>মতো হবে</w:t>
      </w:r>
      <w:r w:rsidRPr="007710BF">
        <w:rPr>
          <w:cs/>
          <w:lang w:bidi="hi-IN"/>
        </w:rPr>
        <w:t xml:space="preserve">। </w:t>
      </w:r>
      <w:r w:rsidRPr="007710BF">
        <w:rPr>
          <w:cs/>
          <w:lang w:bidi="bn-IN"/>
        </w:rPr>
        <w:t xml:space="preserve">বাবা তাহের </w:t>
      </w:r>
      <w:r w:rsidR="006633A3">
        <w:rPr>
          <w:cs/>
          <w:lang w:bidi="bn-IN"/>
        </w:rPr>
        <w:t xml:space="preserve">অদ্ভুত </w:t>
      </w:r>
      <w:r w:rsidRPr="007710BF">
        <w:rPr>
          <w:cs/>
          <w:lang w:bidi="bn-IN"/>
        </w:rPr>
        <w:t>এক ইনসানে কামেল তৈরি ক</w:t>
      </w:r>
      <w:r w:rsidR="008B4DC6">
        <w:rPr>
          <w:cs/>
          <w:lang w:bidi="bn-IN"/>
        </w:rPr>
        <w:t>রেছেন। এই ইনসানে কামেলের না হাত</w:t>
      </w:r>
      <w:r w:rsidR="008B4DC6">
        <w:rPr>
          <w:lang w:bidi="bn-IN"/>
        </w:rPr>
        <w:t xml:space="preserve"> </w:t>
      </w:r>
      <w:r w:rsidRPr="007710BF">
        <w:rPr>
          <w:cs/>
          <w:lang w:bidi="bn-IN"/>
        </w:rPr>
        <w:t>আছে</w:t>
      </w:r>
      <w:r w:rsidR="00895143">
        <w:t>,</w:t>
      </w:r>
      <w:r w:rsidRPr="007710BF">
        <w:rPr>
          <w:cs/>
          <w:lang w:bidi="bn-IN"/>
        </w:rPr>
        <w:t>না পা আছে</w:t>
      </w:r>
      <w:r w:rsidR="00895143">
        <w:t>,</w:t>
      </w:r>
      <w:r w:rsidRPr="007710BF">
        <w:rPr>
          <w:cs/>
          <w:lang w:bidi="bn-IN"/>
        </w:rPr>
        <w:t>না চোখ</w:t>
      </w:r>
      <w:r w:rsidR="00895143">
        <w:t>,</w:t>
      </w:r>
      <w:r w:rsidRPr="007710BF">
        <w:rPr>
          <w:cs/>
          <w:lang w:bidi="bn-IN"/>
        </w:rPr>
        <w:t>কান বা অন্য কিছু।</w:t>
      </w:r>
    </w:p>
    <w:p w:rsidR="002F3BA7" w:rsidRDefault="007710BF" w:rsidP="002F3BA7">
      <w:pPr>
        <w:pStyle w:val="libNormal"/>
        <w:rPr>
          <w:cs/>
          <w:lang w:bidi="bn-IN"/>
        </w:rPr>
      </w:pPr>
      <w:r w:rsidRPr="007710BF">
        <w:rPr>
          <w:cs/>
          <w:lang w:bidi="bn-IN"/>
        </w:rPr>
        <w:t xml:space="preserve">এ ধরনের </w:t>
      </w:r>
      <w:r w:rsidR="006546E2">
        <w:rPr>
          <w:cs/>
          <w:lang w:bidi="bn-IN"/>
        </w:rPr>
        <w:t>দুর্বল</w:t>
      </w:r>
      <w:r w:rsidRPr="007710BF">
        <w:rPr>
          <w:cs/>
          <w:lang w:bidi="bn-IN"/>
        </w:rPr>
        <w:t xml:space="preserve"> চারিত্রিক প্রশিক্ষণের নির্দেশনা আমাদের সাহিত্যে প্রায়ই দেখা যায়।</w:t>
      </w:r>
      <w:r w:rsidR="008B4DC6">
        <w:rPr>
          <w:cs/>
          <w:lang w:bidi="bn-IN"/>
        </w:rPr>
        <w:t xml:space="preserve"> তাই</w:t>
      </w:r>
      <w:r w:rsidR="008B4DC6">
        <w:rPr>
          <w:lang w:bidi="bn-IN"/>
        </w:rPr>
        <w:t xml:space="preserve"> </w:t>
      </w:r>
      <w:r w:rsidRPr="007710BF">
        <w:rPr>
          <w:cs/>
          <w:lang w:bidi="bn-IN"/>
        </w:rPr>
        <w:t>আমাদের লক্ষ্য রাখতে হবে মানুষ সব সময়ই ভুল করে। কখনো অতিরিক্ত</w:t>
      </w:r>
      <w:r w:rsidR="00895143">
        <w:t>,</w:t>
      </w:r>
      <w:r w:rsidRPr="007710BF">
        <w:rPr>
          <w:cs/>
          <w:lang w:bidi="bn-IN"/>
        </w:rPr>
        <w:t>কখনো পরিহার তার জীবনে লক্ষণীয়। ইসলামে যেহেতু ত্রুটি নেই তাই বোঝা যায়</w:t>
      </w:r>
      <w:r w:rsidR="00895143">
        <w:t>,</w:t>
      </w:r>
      <w:r w:rsidRPr="007710BF">
        <w:rPr>
          <w:cs/>
          <w:lang w:bidi="bn-IN"/>
        </w:rPr>
        <w:t>এটা আ</w:t>
      </w:r>
      <w:r w:rsidR="006B46F0">
        <w:rPr>
          <w:cs/>
          <w:lang w:bidi="bn-IN"/>
        </w:rPr>
        <w:t>ল্লা</w:t>
      </w:r>
      <w:r w:rsidRPr="007710BF">
        <w:rPr>
          <w:rFonts w:hint="cs"/>
          <w:cs/>
          <w:lang w:bidi="bn-IN"/>
        </w:rPr>
        <w:t>হ্ ছাড়া অন্য কোথাও থেকে</w:t>
      </w:r>
      <w:r w:rsidR="008B4DC6">
        <w:rPr>
          <w:lang w:bidi="bn-IN"/>
        </w:rPr>
        <w:t xml:space="preserve"> </w:t>
      </w:r>
      <w:r w:rsidRPr="007710BF">
        <w:rPr>
          <w:rFonts w:hint="cs"/>
          <w:cs/>
          <w:lang w:bidi="bn-IN"/>
        </w:rPr>
        <w:t>আসেনি। যদি মানুষ সক্রেটিস হয় তাহলে মূল্যবোধগুলোর হয়তো একটি দিক ধরে থাকেন ও ভুল</w:t>
      </w:r>
      <w:r w:rsidR="008B4DC6">
        <w:rPr>
          <w:lang w:bidi="bn-IN"/>
        </w:rPr>
        <w:t xml:space="preserve"> </w:t>
      </w:r>
      <w:r w:rsidRPr="007710BF">
        <w:rPr>
          <w:rFonts w:hint="cs"/>
          <w:cs/>
          <w:lang w:bidi="bn-IN"/>
        </w:rPr>
        <w:t>করেন</w:t>
      </w:r>
      <w:r w:rsidR="00895143">
        <w:t>,</w:t>
      </w:r>
      <w:r w:rsidR="008B4DC6">
        <w:rPr>
          <w:cs/>
          <w:lang w:bidi="bn-IN"/>
        </w:rPr>
        <w:t>প্লেটো</w:t>
      </w:r>
      <w:r w:rsidRPr="007710BF">
        <w:rPr>
          <w:rFonts w:hint="cs"/>
          <w:cs/>
          <w:lang w:bidi="bn-IN"/>
        </w:rPr>
        <w:t xml:space="preserve"> হলে অন্য একটি দিক ধরে থাকেন ও ভুল করেন। তেমনিভাবে ইবনে সিনা একদিক</w:t>
      </w:r>
      <w:r w:rsidR="00895143">
        <w:t>,</w:t>
      </w:r>
      <w:r w:rsidRPr="007710BF">
        <w:rPr>
          <w:cs/>
          <w:lang w:bidi="bn-IN"/>
        </w:rPr>
        <w:t>মহিউদ্দিন আরাবী ও মাওলানা রুমী অন্যদিক ধরে থাকেন। কার্ল মার্কস</w:t>
      </w:r>
      <w:r w:rsidR="00895143">
        <w:t>,</w:t>
      </w:r>
      <w:r w:rsidRPr="007710BF">
        <w:rPr>
          <w:cs/>
          <w:lang w:bidi="bn-IN"/>
        </w:rPr>
        <w:t>জাপসে সারটার সকলেই</w:t>
      </w:r>
      <w:r w:rsidR="008B4DC6">
        <w:rPr>
          <w:lang w:bidi="bn-IN"/>
        </w:rPr>
        <w:t xml:space="preserve"> </w:t>
      </w:r>
      <w:r w:rsidRPr="007710BF">
        <w:rPr>
          <w:cs/>
          <w:lang w:bidi="bn-IN"/>
        </w:rPr>
        <w:t>এরূপ একদিক ধরে বসে রয়েছেন। তাই এঁদের পক্ষে কিরূপে সম্ভব মানুষের পথ প্রদর্শক হওয়া</w:t>
      </w:r>
      <w:r w:rsidRPr="007710BF">
        <w:t>?</w:t>
      </w:r>
      <w:r w:rsidR="008B4DC6">
        <w:t xml:space="preserve"> </w:t>
      </w:r>
      <w:r w:rsidRPr="007710BF">
        <w:rPr>
          <w:cs/>
          <w:lang w:bidi="bn-IN"/>
        </w:rPr>
        <w:t>নবীয়ানী ও মতাদর্শ তো সর্বজনীন</w:t>
      </w:r>
      <w:r w:rsidR="00895143">
        <w:t>,</w:t>
      </w:r>
      <w:r w:rsidRPr="007710BF">
        <w:rPr>
          <w:cs/>
          <w:lang w:bidi="bn-IN"/>
        </w:rPr>
        <w:t>সর্বব্যাপী ও পূর্ণ হতে হবে। তাই প্রকৃতপক্ষে এ সকল ব্যক্তি যেন</w:t>
      </w:r>
      <w:r w:rsidR="008B4DC6">
        <w:rPr>
          <w:lang w:bidi="bn-IN"/>
        </w:rPr>
        <w:t xml:space="preserve"> </w:t>
      </w:r>
      <w:r w:rsidRPr="007710BF">
        <w:rPr>
          <w:cs/>
          <w:lang w:bidi="bn-IN"/>
        </w:rPr>
        <w:t>শিক্ষকের অনুপস্থিতিতে একদল ছাত্র</w:t>
      </w:r>
      <w:r w:rsidR="003936CB">
        <w:t>-</w:t>
      </w:r>
      <w:r w:rsidRPr="007710BF">
        <w:t xml:space="preserve"> </w:t>
      </w:r>
      <w:r w:rsidRPr="007710BF">
        <w:rPr>
          <w:cs/>
          <w:lang w:bidi="bn-IN"/>
        </w:rPr>
        <w:t>নিজেদের চিন্তা-ভাবনা থেকে কিছু বলেছে। অবশেষে বিজ্ঞ</w:t>
      </w:r>
      <w:r w:rsidR="008B4DC6">
        <w:rPr>
          <w:lang w:bidi="bn-IN"/>
        </w:rPr>
        <w:t xml:space="preserve"> </w:t>
      </w:r>
      <w:r w:rsidRPr="007710BF">
        <w:rPr>
          <w:cs/>
          <w:lang w:bidi="bn-IN"/>
        </w:rPr>
        <w:t>শিক্ষকের কথা শুনলে বোঝা যাবে শিক্ষকের কথা তাদের থেকে কত উন্নত ও উত্তম!</w:t>
      </w:r>
    </w:p>
    <w:p w:rsidR="002F3BA7" w:rsidRPr="00A377A9" w:rsidRDefault="002F3BA7" w:rsidP="009848A8">
      <w:pPr>
        <w:pStyle w:val="libNormal"/>
        <w:rPr>
          <w:rtl/>
          <w:cs/>
        </w:rPr>
      </w:pPr>
      <w:r>
        <w:rPr>
          <w:cs/>
          <w:lang w:bidi="bn-IN"/>
        </w:rPr>
        <w:br w:type="page"/>
      </w:r>
    </w:p>
    <w:p w:rsidR="002F3BA7" w:rsidRDefault="007710BF" w:rsidP="002F3BA7">
      <w:pPr>
        <w:pStyle w:val="Heading1Center"/>
      </w:pPr>
      <w:bookmarkStart w:id="24" w:name="_Toc392601433"/>
      <w:r w:rsidRPr="007710BF">
        <w:rPr>
          <w:cs/>
          <w:lang w:bidi="bn-IN"/>
        </w:rPr>
        <w:t xml:space="preserve">প্রেম ও ভালবাসার মতাদর্শ </w:t>
      </w:r>
      <w:r w:rsidRPr="007710BF">
        <w:rPr>
          <w:rtl/>
          <w:cs/>
        </w:rPr>
        <w:t>(</w:t>
      </w:r>
      <w:r w:rsidRPr="007710BF">
        <w:rPr>
          <w:rtl/>
          <w:cs/>
          <w:lang w:bidi="bn-IN"/>
        </w:rPr>
        <w:t>আত্মপরিচিতির মতবাদ</w:t>
      </w:r>
      <w:r w:rsidRPr="007710BF">
        <w:rPr>
          <w:rtl/>
          <w:cs/>
        </w:rPr>
        <w:t>)</w:t>
      </w:r>
      <w:bookmarkEnd w:id="24"/>
    </w:p>
    <w:p w:rsidR="00677F9E" w:rsidRDefault="00677F9E" w:rsidP="001933F7">
      <w:pPr>
        <w:pStyle w:val="libNormal"/>
        <w:rPr>
          <w:lang w:bidi="bn-IN"/>
        </w:rPr>
      </w:pPr>
    </w:p>
    <w:p w:rsidR="001933F7" w:rsidRDefault="007710BF" w:rsidP="001933F7">
      <w:pPr>
        <w:pStyle w:val="libNormal"/>
        <w:rPr>
          <w:rStyle w:val="libAlaemChar"/>
        </w:rPr>
      </w:pPr>
      <w:r w:rsidRPr="001933F7">
        <w:rPr>
          <w:cs/>
          <w:lang w:bidi="bn-IN"/>
        </w:rPr>
        <w:t>পূর্ণ মানব সম্পর্কিত অন্য আরেকটি মতবাদ যাকে প্রেম ও ভালবাসার মতবাদও বলা যায়। কয়েক</w:t>
      </w:r>
      <w:r w:rsidR="001933F7">
        <w:rPr>
          <w:lang w:bidi="bn-IN"/>
        </w:rPr>
        <w:t xml:space="preserve"> </w:t>
      </w:r>
      <w:r w:rsidRPr="001933F7">
        <w:rPr>
          <w:cs/>
          <w:lang w:bidi="bn-IN"/>
        </w:rPr>
        <w:t xml:space="preserve">হাজার বছর পূর্বে </w:t>
      </w:r>
      <w:r w:rsidR="001933F7">
        <w:rPr>
          <w:cs/>
          <w:lang w:bidi="bn-IN"/>
        </w:rPr>
        <w:t>পূর্ব</w:t>
      </w:r>
      <w:r w:rsidRPr="001933F7">
        <w:rPr>
          <w:cs/>
          <w:lang w:bidi="bn-IN"/>
        </w:rPr>
        <w:t xml:space="preserve">-এশিয়ায় চিন্তা ও জ্ঞানের উচ্চ পর্যায়ের চর্চা </w:t>
      </w:r>
      <w:r w:rsidR="001933F7">
        <w:rPr>
          <w:cs/>
          <w:lang w:bidi="bn-IN"/>
        </w:rPr>
        <w:t>ছিল। অনেক পুরাতন ভারতীয় গ্র</w:t>
      </w:r>
      <w:r w:rsidR="001933F7" w:rsidRPr="001933F7">
        <w:rPr>
          <w:cs/>
          <w:lang w:bidi="bn-IN"/>
        </w:rPr>
        <w:t>ন্থ</w:t>
      </w:r>
      <w:r w:rsidR="001933F7">
        <w:rPr>
          <w:lang w:bidi="bn-IN"/>
        </w:rPr>
        <w:t xml:space="preserve"> </w:t>
      </w:r>
      <w:r w:rsidRPr="001933F7">
        <w:rPr>
          <w:cs/>
          <w:lang w:bidi="bn-IN"/>
        </w:rPr>
        <w:t xml:space="preserve">(ফার্সী ভাষায়ও অনুবাদ হয়েছে) যেমন </w:t>
      </w:r>
      <w:r w:rsidRPr="001933F7">
        <w:rPr>
          <w:rStyle w:val="libAlaemChar"/>
        </w:rPr>
        <w:t>‘</w:t>
      </w:r>
      <w:r w:rsidRPr="001933F7">
        <w:rPr>
          <w:cs/>
          <w:lang w:bidi="bn-IN"/>
        </w:rPr>
        <w:t>উপনিষদ</w:t>
      </w:r>
      <w:r w:rsidRPr="001933F7">
        <w:rPr>
          <w:rStyle w:val="libAlaemChar"/>
        </w:rPr>
        <w:t>’</w:t>
      </w:r>
      <w:r w:rsidRPr="001933F7">
        <w:t xml:space="preserve"> </w:t>
      </w:r>
      <w:r w:rsidRPr="001933F7">
        <w:rPr>
          <w:cs/>
          <w:lang w:bidi="bn-IN"/>
        </w:rPr>
        <w:t xml:space="preserve">এ ধরনের উচ্চ মার্গের </w:t>
      </w:r>
      <w:r w:rsidR="001933F7">
        <w:rPr>
          <w:cs/>
          <w:lang w:bidi="bn-IN"/>
        </w:rPr>
        <w:t>গ্রন্থ</w:t>
      </w:r>
      <w:r w:rsidRPr="001933F7">
        <w:rPr>
          <w:cs/>
          <w:lang w:bidi="hi-IN"/>
        </w:rPr>
        <w:t>।</w:t>
      </w:r>
      <w:r w:rsidRPr="001933F7">
        <w:rPr>
          <w:rStyle w:val="libAlaemChar"/>
        </w:rPr>
        <w:t>’</w:t>
      </w:r>
    </w:p>
    <w:p w:rsidR="001933F7" w:rsidRDefault="007710BF" w:rsidP="001933F7">
      <w:pPr>
        <w:pStyle w:val="libNormal"/>
        <w:rPr>
          <w:lang w:bidi="bn-IN"/>
        </w:rPr>
      </w:pPr>
      <w:r w:rsidRPr="001933F7">
        <w:rPr>
          <w:cs/>
          <w:lang w:bidi="bn-IN"/>
        </w:rPr>
        <w:t>আমার</w:t>
      </w:r>
      <w:r w:rsidRPr="007710BF">
        <w:rPr>
          <w:cs/>
          <w:lang w:bidi="bn-IN"/>
        </w:rPr>
        <w:t xml:space="preserve"> শ্রদ্ধেয় শিক্ষক আ</w:t>
      </w:r>
      <w:r w:rsidR="006B46F0">
        <w:rPr>
          <w:cs/>
          <w:lang w:bidi="bn-IN"/>
        </w:rPr>
        <w:t>ল্লা</w:t>
      </w:r>
      <w:r w:rsidRPr="007710BF">
        <w:rPr>
          <w:rFonts w:hint="cs"/>
          <w:cs/>
          <w:lang w:bidi="bn-IN"/>
        </w:rPr>
        <w:t xml:space="preserve">মা তাবাতাবায়ী কয়েক বছর পূর্বে যখন প্রথম </w:t>
      </w:r>
      <w:r w:rsidRPr="001933EC">
        <w:rPr>
          <w:rStyle w:val="libAlaemChar"/>
        </w:rPr>
        <w:t>‘</w:t>
      </w:r>
      <w:r w:rsidRPr="007710BF">
        <w:rPr>
          <w:cs/>
          <w:lang w:bidi="bn-IN"/>
        </w:rPr>
        <w:t>উপনিষদ</w:t>
      </w:r>
      <w:r w:rsidRPr="001933EC">
        <w:rPr>
          <w:rStyle w:val="libAlaemChar"/>
        </w:rPr>
        <w:t>’</w:t>
      </w:r>
      <w:r w:rsidRPr="007710BF">
        <w:t xml:space="preserve"> </w:t>
      </w:r>
      <w:r w:rsidRPr="007710BF">
        <w:rPr>
          <w:cs/>
          <w:lang w:bidi="bn-IN"/>
        </w:rPr>
        <w:t>পড়েছিলেন</w:t>
      </w:r>
      <w:r w:rsidR="001933F7">
        <w:rPr>
          <w:lang w:bidi="bn-IN"/>
        </w:rPr>
        <w:t xml:space="preserve"> </w:t>
      </w:r>
      <w:r w:rsidRPr="007710BF">
        <w:rPr>
          <w:cs/>
          <w:lang w:bidi="bn-IN"/>
        </w:rPr>
        <w:t>তখন মন্তব্য করতেন</w:t>
      </w:r>
      <w:r w:rsidR="00895143">
        <w:t>,</w:t>
      </w:r>
      <w:r w:rsidRPr="007710BF">
        <w:rPr>
          <w:cs/>
          <w:lang w:bidi="bn-IN"/>
        </w:rPr>
        <w:t>প্রচুর মূল্যবান কথা এ গ্রন্থে আছে</w:t>
      </w:r>
      <w:r w:rsidR="00895143">
        <w:t>,</w:t>
      </w:r>
      <w:r w:rsidRPr="007710BF">
        <w:rPr>
          <w:cs/>
          <w:lang w:bidi="bn-IN"/>
        </w:rPr>
        <w:t>কিন্তু কমই এ গ্রন্থের প্রতি দৃষ্টি দেয়া হয়েছে।</w:t>
      </w:r>
    </w:p>
    <w:p w:rsidR="001933F7" w:rsidRDefault="007710BF" w:rsidP="001933F7">
      <w:pPr>
        <w:pStyle w:val="libNormal"/>
        <w:rPr>
          <w:lang w:bidi="bn-IN"/>
        </w:rPr>
      </w:pPr>
      <w:r w:rsidRPr="007710BF">
        <w:rPr>
          <w:cs/>
          <w:lang w:bidi="bn-IN"/>
        </w:rPr>
        <w:t>এ মতাদর্শে মানুষের পূর্ণতার কেন্দ্রবিন্দু হলো আত্মপরিচয়। এ মতাদর্শ বলে</w:t>
      </w:r>
      <w:r w:rsidR="00895143">
        <w:t>,</w:t>
      </w:r>
      <w:r w:rsidRPr="001933EC">
        <w:rPr>
          <w:rStyle w:val="libAlaemChar"/>
        </w:rPr>
        <w:t>‘</w:t>
      </w:r>
      <w:r w:rsidRPr="007710BF">
        <w:rPr>
          <w:cs/>
          <w:lang w:bidi="bn-IN"/>
        </w:rPr>
        <w:t>নিজেকে জান</w:t>
      </w:r>
      <w:r w:rsidRPr="001933EC">
        <w:rPr>
          <w:rStyle w:val="libAlaemChar"/>
        </w:rPr>
        <w:t>’</w:t>
      </w:r>
      <w:r w:rsidRPr="007710BF">
        <w:rPr>
          <w:cs/>
          <w:lang w:bidi="hi-IN"/>
        </w:rPr>
        <w:t>।</w:t>
      </w:r>
      <w:r w:rsidR="001933F7">
        <w:rPr>
          <w:lang w:bidi="hi-IN"/>
        </w:rPr>
        <w:t xml:space="preserve"> </w:t>
      </w:r>
      <w:r w:rsidRPr="007710BF">
        <w:rPr>
          <w:cs/>
          <w:lang w:bidi="bn-IN"/>
        </w:rPr>
        <w:t>অবশ্যই নিজেকে জান</w:t>
      </w:r>
      <w:r w:rsidR="003936CB">
        <w:t>-</w:t>
      </w:r>
      <w:r w:rsidRPr="007710BF">
        <w:t xml:space="preserve"> </w:t>
      </w:r>
      <w:r w:rsidRPr="007710BF">
        <w:rPr>
          <w:cs/>
          <w:lang w:bidi="bn-IN"/>
        </w:rPr>
        <w:t>এটা সক্রেটিসও বলেছেন</w:t>
      </w:r>
      <w:r w:rsidR="00895143">
        <w:t>,</w:t>
      </w:r>
      <w:r w:rsidRPr="007710BF">
        <w:rPr>
          <w:cs/>
          <w:lang w:bidi="bn-IN"/>
        </w:rPr>
        <w:t>সকল নবীও বলেছেন। রাসূল (সা.) বলেছেন</w:t>
      </w:r>
      <w:r w:rsidR="00895143">
        <w:t>,</w:t>
      </w:r>
      <w:r w:rsidRPr="001933EC">
        <w:rPr>
          <w:rStyle w:val="libAlaemChar"/>
        </w:rPr>
        <w:t>“</w:t>
      </w:r>
      <w:r w:rsidRPr="007710BF">
        <w:rPr>
          <w:cs/>
          <w:lang w:bidi="bn-IN"/>
        </w:rPr>
        <w:t>যে</w:t>
      </w:r>
      <w:r w:rsidR="001933F7">
        <w:rPr>
          <w:lang w:bidi="bn-IN"/>
        </w:rPr>
        <w:t xml:space="preserve"> </w:t>
      </w:r>
      <w:r w:rsidRPr="007710BF">
        <w:rPr>
          <w:cs/>
          <w:lang w:bidi="bn-IN"/>
        </w:rPr>
        <w:t>নিজেকে চিনতে পেরেছে সে তার প্রতিপালককে চিনতে পেরেছে।</w:t>
      </w:r>
      <w:r w:rsidRPr="001933EC">
        <w:rPr>
          <w:rStyle w:val="libAlaemChar"/>
        </w:rPr>
        <w:t>”</w:t>
      </w:r>
      <w:r w:rsidRPr="007710BF">
        <w:t xml:space="preserve"> </w:t>
      </w:r>
      <w:r w:rsidRPr="007710BF">
        <w:rPr>
          <w:cs/>
          <w:lang w:bidi="bn-IN"/>
        </w:rPr>
        <w:t>কিন্তু এ মতাদর্শে যে বিষয়ের</w:t>
      </w:r>
      <w:r w:rsidR="001933F7">
        <w:rPr>
          <w:lang w:bidi="bn-IN"/>
        </w:rPr>
        <w:t xml:space="preserve"> </w:t>
      </w:r>
      <w:r w:rsidRPr="007710BF">
        <w:rPr>
          <w:cs/>
          <w:lang w:bidi="bn-IN"/>
        </w:rPr>
        <w:t>প্রতিই কেবল দৃষ্টি দেয়া হয়েছে তা হলো আত্মপরিচয়।</w:t>
      </w:r>
    </w:p>
    <w:p w:rsidR="001933F7" w:rsidRDefault="007710BF" w:rsidP="001933F7">
      <w:pPr>
        <w:pStyle w:val="libNormal"/>
        <w:rPr>
          <w:lang w:bidi="bn-IN"/>
        </w:rPr>
      </w:pPr>
      <w:r w:rsidRPr="007710BF">
        <w:rPr>
          <w:cs/>
          <w:lang w:bidi="bn-IN"/>
        </w:rPr>
        <w:t xml:space="preserve">মহাত্মা গান্ধীর লেখা কিছু প্রবন্ধ ও পত্র </w:t>
      </w:r>
      <w:r w:rsidRPr="001933EC">
        <w:rPr>
          <w:rStyle w:val="libAlaemChar"/>
        </w:rPr>
        <w:t>‘</w:t>
      </w:r>
      <w:r w:rsidRPr="007710BF">
        <w:rPr>
          <w:cs/>
          <w:lang w:bidi="bn-IN"/>
        </w:rPr>
        <w:t>এটাই আমার ধর্ম</w:t>
      </w:r>
      <w:r w:rsidRPr="001933EC">
        <w:rPr>
          <w:rStyle w:val="libAlaemChar"/>
        </w:rPr>
        <w:t>’</w:t>
      </w:r>
      <w:r w:rsidRPr="007710BF">
        <w:t xml:space="preserve"> </w:t>
      </w:r>
      <w:r w:rsidRPr="007710BF">
        <w:rPr>
          <w:cs/>
          <w:lang w:bidi="bn-IN"/>
        </w:rPr>
        <w:t>শিরোনামে ফার্সীতে গ্রন্থাকারে ছাপানো</w:t>
      </w:r>
      <w:r w:rsidR="001933F7">
        <w:rPr>
          <w:lang w:bidi="bn-IN"/>
        </w:rPr>
        <w:t xml:space="preserve"> </w:t>
      </w:r>
      <w:r w:rsidRPr="007710BF">
        <w:rPr>
          <w:cs/>
          <w:lang w:bidi="bn-IN"/>
        </w:rPr>
        <w:t>হয়েছে। এ অনুবাদ গ্রন্থটি আমার মতে বেশ ভালো। গান্ধী এ গ্রন্থে বলেছেন</w:t>
      </w:r>
      <w:r w:rsidR="00895143">
        <w:t>,</w:t>
      </w:r>
      <w:r w:rsidRPr="001933EC">
        <w:rPr>
          <w:rStyle w:val="libAlaemChar"/>
        </w:rPr>
        <w:t>“</w:t>
      </w:r>
      <w:r w:rsidRPr="007710BF">
        <w:rPr>
          <w:cs/>
          <w:lang w:bidi="bn-IN"/>
        </w:rPr>
        <w:t>আমি উপনিষদগুলো</w:t>
      </w:r>
      <w:r w:rsidR="001933F7">
        <w:rPr>
          <w:lang w:bidi="bn-IN"/>
        </w:rPr>
        <w:t xml:space="preserve"> </w:t>
      </w:r>
      <w:r w:rsidRPr="007710BF">
        <w:rPr>
          <w:cs/>
          <w:lang w:bidi="bn-IN"/>
        </w:rPr>
        <w:t>পড়ে তিনটি মৌলিক বিষয় পেয়েছি যা আমার সারা জীবনের দিক-নির্দেশনা হিসেবে রয়েছে।</w:t>
      </w:r>
      <w:r w:rsidRPr="001933EC">
        <w:rPr>
          <w:rStyle w:val="libAlaemChar"/>
        </w:rPr>
        <w:t>”</w:t>
      </w:r>
      <w:r w:rsidRPr="007710BF">
        <w:t xml:space="preserve"> </w:t>
      </w:r>
      <w:r w:rsidRPr="007710BF">
        <w:rPr>
          <w:cs/>
          <w:lang w:bidi="bn-IN"/>
        </w:rPr>
        <w:t>প্রথম</w:t>
      </w:r>
      <w:r w:rsidR="001933F7">
        <w:rPr>
          <w:lang w:bidi="bn-IN"/>
        </w:rPr>
        <w:t xml:space="preserve"> </w:t>
      </w:r>
      <w:r w:rsidRPr="007710BF">
        <w:rPr>
          <w:cs/>
          <w:lang w:bidi="bn-IN"/>
        </w:rPr>
        <w:t xml:space="preserve">মৌল বিষয় যা গান্ধী </w:t>
      </w:r>
      <w:r w:rsidR="00906B99">
        <w:rPr>
          <w:cs/>
          <w:lang w:bidi="bn-IN"/>
        </w:rPr>
        <w:t>উল্লেখ</w:t>
      </w:r>
      <w:r w:rsidRPr="007710BF">
        <w:rPr>
          <w:rFonts w:hint="cs"/>
          <w:cs/>
          <w:lang w:bidi="bn-IN"/>
        </w:rPr>
        <w:t xml:space="preserve"> করেছেন তা হচ্ছে পৃথিবীতে শুধু একটি সত্য রয়েছে</w:t>
      </w:r>
      <w:r w:rsidR="00895143">
        <w:t>,</w:t>
      </w:r>
      <w:r w:rsidRPr="007710BF">
        <w:rPr>
          <w:cs/>
          <w:lang w:bidi="bn-IN"/>
        </w:rPr>
        <w:t>তা হলো নিজেকে</w:t>
      </w:r>
      <w:r w:rsidR="001933F7">
        <w:rPr>
          <w:lang w:bidi="bn-IN"/>
        </w:rPr>
        <w:t xml:space="preserve"> </w:t>
      </w:r>
      <w:r w:rsidRPr="007710BF">
        <w:rPr>
          <w:cs/>
          <w:lang w:bidi="bn-IN"/>
        </w:rPr>
        <w:t xml:space="preserve">চেনা ও জানা। </w:t>
      </w:r>
      <w:r w:rsidRPr="001933EC">
        <w:rPr>
          <w:rStyle w:val="libAlaemChar"/>
        </w:rPr>
        <w:t>‘</w:t>
      </w:r>
      <w:r w:rsidRPr="007710BF">
        <w:rPr>
          <w:cs/>
          <w:lang w:bidi="bn-IN"/>
        </w:rPr>
        <w:t>নিজেকে জান</w:t>
      </w:r>
      <w:r w:rsidRPr="001933EC">
        <w:rPr>
          <w:rStyle w:val="libAlaemChar"/>
        </w:rPr>
        <w:t>’</w:t>
      </w:r>
      <w:r w:rsidRPr="007710BF">
        <w:t xml:space="preserve"> </w:t>
      </w:r>
      <w:r w:rsidRPr="007710BF">
        <w:rPr>
          <w:cs/>
          <w:lang w:bidi="bn-IN"/>
        </w:rPr>
        <w:t>এ বিষয়ের উপর ভিত্তি করেই গান্ধী সুন্দরভাবে পাশ্চাত্যের উপর হামলা</w:t>
      </w:r>
      <w:r w:rsidR="001933F7">
        <w:rPr>
          <w:lang w:bidi="bn-IN"/>
        </w:rPr>
        <w:t xml:space="preserve"> </w:t>
      </w:r>
      <w:r w:rsidRPr="007710BF">
        <w:rPr>
          <w:cs/>
          <w:lang w:bidi="bn-IN"/>
        </w:rPr>
        <w:t>করেছেন। তিনি বলেছেন</w:t>
      </w:r>
      <w:r w:rsidR="00895143">
        <w:t>,</w:t>
      </w:r>
      <w:r w:rsidRPr="001933EC">
        <w:rPr>
          <w:rStyle w:val="libAlaemChar"/>
        </w:rPr>
        <w:t>“</w:t>
      </w:r>
      <w:r w:rsidRPr="007710BF">
        <w:rPr>
          <w:cs/>
          <w:lang w:bidi="bn-IN"/>
        </w:rPr>
        <w:t>পাশ্চাত্য বিশ্বকে জেনেছে</w:t>
      </w:r>
      <w:r w:rsidR="00895143">
        <w:t>,</w:t>
      </w:r>
      <w:r w:rsidRPr="007710BF">
        <w:rPr>
          <w:cs/>
          <w:lang w:bidi="bn-IN"/>
        </w:rPr>
        <w:t>কিন্তু নিজেকে চিনেনি। যেহেতু নিজেকে চিনেনি</w:t>
      </w:r>
      <w:r w:rsidR="001933F7">
        <w:rPr>
          <w:lang w:bidi="bn-IN"/>
        </w:rPr>
        <w:t xml:space="preserve"> </w:t>
      </w:r>
      <w:r w:rsidR="001933F7">
        <w:rPr>
          <w:cs/>
          <w:lang w:bidi="bn-IN"/>
        </w:rPr>
        <w:t>তাই নিজেও যেমন দুর্ভা</w:t>
      </w:r>
      <w:r w:rsidRPr="007710BF">
        <w:rPr>
          <w:cs/>
          <w:lang w:bidi="bn-IN"/>
        </w:rPr>
        <w:t>গা</w:t>
      </w:r>
      <w:r w:rsidR="001933F7">
        <w:rPr>
          <w:cs/>
          <w:lang w:bidi="bn-IN"/>
        </w:rPr>
        <w:t xml:space="preserve"> হয়েছে বিশ্বকেও দুর্ভা</w:t>
      </w:r>
      <w:r w:rsidRPr="007710BF">
        <w:rPr>
          <w:cs/>
          <w:lang w:bidi="bn-IN"/>
        </w:rPr>
        <w:t>গ্যে নিপতিত করেছে।</w:t>
      </w:r>
      <w:r w:rsidRPr="001933EC">
        <w:rPr>
          <w:rStyle w:val="libAlaemChar"/>
        </w:rPr>
        <w:t>”</w:t>
      </w:r>
      <w:r w:rsidRPr="007710BF">
        <w:t xml:space="preserve"> </w:t>
      </w:r>
      <w:r w:rsidR="00FE6D44">
        <w:rPr>
          <w:cs/>
          <w:lang w:bidi="bn-IN"/>
        </w:rPr>
        <w:t>তার</w:t>
      </w:r>
      <w:r w:rsidRPr="007710BF">
        <w:rPr>
          <w:cs/>
          <w:lang w:bidi="bn-IN"/>
        </w:rPr>
        <w:t xml:space="preserve"> এ কথা অত্যন্ত</w:t>
      </w:r>
      <w:r w:rsidR="001933F7">
        <w:rPr>
          <w:lang w:bidi="bn-IN"/>
        </w:rPr>
        <w:t xml:space="preserve"> </w:t>
      </w:r>
      <w:r w:rsidRPr="007710BF">
        <w:rPr>
          <w:cs/>
          <w:lang w:bidi="bn-IN"/>
        </w:rPr>
        <w:t>আশ্চর্যজনক ও খুবই সুন্দর।</w:t>
      </w:r>
    </w:p>
    <w:p w:rsidR="001933F7" w:rsidRDefault="007710BF" w:rsidP="001933F7">
      <w:pPr>
        <w:pStyle w:val="libNormal"/>
        <w:rPr>
          <w:lang w:bidi="bn-IN"/>
        </w:rPr>
      </w:pPr>
      <w:r w:rsidRPr="007710BF">
        <w:rPr>
          <w:cs/>
          <w:lang w:bidi="bn-IN"/>
        </w:rPr>
        <w:t>দ্বিতীয় মৌল বিষয় : যে নিজেকে চিনতে পেরেছে সে স্রষ্টাকেও চিনতে পেরেছে। সে সুবাদে সব</w:t>
      </w:r>
      <w:r w:rsidR="001933F7">
        <w:rPr>
          <w:lang w:bidi="bn-IN"/>
        </w:rPr>
        <w:t xml:space="preserve"> </w:t>
      </w:r>
      <w:r w:rsidRPr="007710BF">
        <w:rPr>
          <w:cs/>
          <w:lang w:bidi="bn-IN"/>
        </w:rPr>
        <w:t>কিছুকেই চিনতে পেরেছে।</w:t>
      </w:r>
    </w:p>
    <w:p w:rsidR="001933F7" w:rsidRDefault="007710BF" w:rsidP="001933F7">
      <w:pPr>
        <w:pStyle w:val="libNormal"/>
        <w:rPr>
          <w:lang w:bidi="bn-IN"/>
        </w:rPr>
      </w:pPr>
      <w:r w:rsidRPr="007710BF">
        <w:rPr>
          <w:cs/>
          <w:lang w:bidi="bn-IN"/>
        </w:rPr>
        <w:t>তৃতীয় মৌল বিষয় : শুধু একটি শক্তিরই অস্তিত্ব রয়েছে আর তা হলো নিজের উপর পূর্ণ আধিপত্যও নিয়ন্ত্রণ। যে কেউ নিজের অধিপতি হবে অন্য সকল কিছুর উপরও আধিপত্য লাভ করবে। বিশ্বে</w:t>
      </w:r>
      <w:r w:rsidR="001933F7">
        <w:rPr>
          <w:lang w:bidi="bn-IN"/>
        </w:rPr>
        <w:t xml:space="preserve"> </w:t>
      </w:r>
      <w:r w:rsidRPr="007710BF">
        <w:rPr>
          <w:cs/>
          <w:lang w:bidi="bn-IN"/>
        </w:rPr>
        <w:t>একটি পুণ্য কাজ রয়েছে। আর তা হলো ভালোবাসা</w:t>
      </w:r>
      <w:r w:rsidR="00895143">
        <w:t>,</w:t>
      </w:r>
      <w:r w:rsidRPr="007710BF">
        <w:rPr>
          <w:cs/>
          <w:lang w:bidi="bn-IN"/>
        </w:rPr>
        <w:t>অন্যদেরকে ভালোবাসা যেমনভাবে মানুষ</w:t>
      </w:r>
      <w:r w:rsidR="001933F7">
        <w:rPr>
          <w:lang w:bidi="bn-IN"/>
        </w:rPr>
        <w:t xml:space="preserve"> </w:t>
      </w:r>
      <w:r w:rsidRPr="007710BF">
        <w:rPr>
          <w:cs/>
          <w:lang w:bidi="bn-IN"/>
        </w:rPr>
        <w:t>নিজেকে ভালোবাসে। অন্যভাবে বললে অন্যদেরকেও নিজের মত করে দেখতে হবে।</w:t>
      </w:r>
    </w:p>
    <w:p w:rsidR="001933F7" w:rsidRDefault="007710BF" w:rsidP="001933F7">
      <w:pPr>
        <w:pStyle w:val="libNormal"/>
        <w:rPr>
          <w:lang w:bidi="bn-IN"/>
        </w:rPr>
      </w:pPr>
      <w:r w:rsidRPr="007710BF">
        <w:rPr>
          <w:cs/>
          <w:lang w:bidi="bn-IN"/>
        </w:rPr>
        <w:t>তাদের ভাষায় পরিচিতি অর্থ আত্মপরিচয়। নিশ্চয়ই জানেন</w:t>
      </w:r>
      <w:r w:rsidR="00895143">
        <w:t>,</w:t>
      </w:r>
      <w:r w:rsidRPr="007710BF">
        <w:rPr>
          <w:cs/>
          <w:lang w:bidi="bn-IN"/>
        </w:rPr>
        <w:t>হিন্দু দর্শনে মোরাকাবা বা</w:t>
      </w:r>
      <w:r w:rsidR="001933F7">
        <w:rPr>
          <w:lang w:bidi="bn-IN"/>
        </w:rPr>
        <w:t xml:space="preserve"> </w:t>
      </w:r>
      <w:r w:rsidR="001933F7">
        <w:rPr>
          <w:cs/>
          <w:lang w:bidi="bn-IN"/>
        </w:rPr>
        <w:t>আত্মনিয়</w:t>
      </w:r>
      <w:r w:rsidRPr="007710BF">
        <w:rPr>
          <w:cs/>
          <w:lang w:bidi="bn-IN"/>
        </w:rPr>
        <w:t>ন্ত্রণ</w:t>
      </w:r>
      <w:r w:rsidR="00895143">
        <w:t>,</w:t>
      </w:r>
      <w:r w:rsidRPr="007710BF">
        <w:rPr>
          <w:cs/>
          <w:lang w:bidi="bn-IN"/>
        </w:rPr>
        <w:t>নিজের মধ্যে নিমজ্জিত হওয়ার বিষয়টির বিশেষ গুরুত্ব রয়েছে (যদিও এখন এই</w:t>
      </w:r>
      <w:r w:rsidR="001933F7">
        <w:rPr>
          <w:lang w:bidi="bn-IN"/>
        </w:rPr>
        <w:t xml:space="preserve"> </w:t>
      </w:r>
      <w:r w:rsidRPr="007710BF">
        <w:rPr>
          <w:cs/>
          <w:lang w:bidi="bn-IN"/>
        </w:rPr>
        <w:t>আত্মনিয়ন্ত্রণের মধ্যে যোগীদের কঠিন অনুশীলন ও অন্যান্য বিষয় যোগ হয়েছে সেগুলো আমার</w:t>
      </w:r>
      <w:r w:rsidR="001933F7">
        <w:rPr>
          <w:lang w:bidi="bn-IN"/>
        </w:rPr>
        <w:t xml:space="preserve"> </w:t>
      </w:r>
      <w:r w:rsidRPr="007710BF">
        <w:rPr>
          <w:cs/>
          <w:lang w:bidi="bn-IN"/>
        </w:rPr>
        <w:t>উদ্দেশ্য নয়)। হিন্দু দর্শনের মূলে আত্মপরিচয়</w:t>
      </w:r>
      <w:r w:rsidR="00895143">
        <w:t>,</w:t>
      </w:r>
      <w:r w:rsidRPr="007710BF">
        <w:rPr>
          <w:cs/>
          <w:lang w:bidi="bn-IN"/>
        </w:rPr>
        <w:t>আত্মনিয়ন্ত্রণ</w:t>
      </w:r>
      <w:r w:rsidR="00895143">
        <w:t>,</w:t>
      </w:r>
      <w:r w:rsidRPr="007710BF">
        <w:rPr>
          <w:cs/>
          <w:lang w:bidi="bn-IN"/>
        </w:rPr>
        <w:t>নিজেকে উদ্ঘাটনের মাধ্যমে ভালোবাসার</w:t>
      </w:r>
      <w:r w:rsidR="001933F7">
        <w:rPr>
          <w:lang w:bidi="bn-IN"/>
        </w:rPr>
        <w:t xml:space="preserve"> </w:t>
      </w:r>
      <w:r w:rsidRPr="007710BF">
        <w:rPr>
          <w:cs/>
          <w:lang w:bidi="bn-IN"/>
        </w:rPr>
        <w:t>সৃষ্টি হয়।</w:t>
      </w:r>
    </w:p>
    <w:p w:rsidR="00360E83" w:rsidRDefault="007710BF" w:rsidP="001933F7">
      <w:pPr>
        <w:pStyle w:val="libNormal"/>
        <w:rPr>
          <w:lang w:bidi="bn-IN"/>
        </w:rPr>
      </w:pPr>
      <w:r w:rsidRPr="007710BF">
        <w:rPr>
          <w:cs/>
          <w:lang w:bidi="bn-IN"/>
        </w:rPr>
        <w:t>সুতরাং এ মতবাদের মতে পূর্ণ মানব হলো সেই ব্যক্তি যে নিজেকে চিনেছে। যখন সে নিজেকে</w:t>
      </w:r>
      <w:r w:rsidR="001933F7">
        <w:rPr>
          <w:lang w:bidi="bn-IN"/>
        </w:rPr>
        <w:t xml:space="preserve"> </w:t>
      </w:r>
      <w:r w:rsidRPr="007710BF">
        <w:rPr>
          <w:cs/>
          <w:lang w:bidi="bn-IN"/>
        </w:rPr>
        <w:t>চিনবে তখন নিজের উপর নিয়ন্ত্রণ লাভ করবে। আর যখন নিজের উপর নিয়ন্ত্রণ লাভ করবে তখন</w:t>
      </w:r>
      <w:r w:rsidR="001933F7">
        <w:rPr>
          <w:lang w:bidi="bn-IN"/>
        </w:rPr>
        <w:t xml:space="preserve"> </w:t>
      </w:r>
      <w:r w:rsidRPr="007710BF">
        <w:rPr>
          <w:cs/>
          <w:lang w:bidi="bn-IN"/>
        </w:rPr>
        <w:t>অন্যদেরকে ভালোবাসতে শুরু করবে। এখন এ মতবাদকে আমরা আত্মপরিচিতির মতবাদও বলতে</w:t>
      </w:r>
      <w:r w:rsidR="001933F7">
        <w:rPr>
          <w:lang w:bidi="bn-IN"/>
        </w:rPr>
        <w:t xml:space="preserve"> </w:t>
      </w:r>
      <w:r w:rsidRPr="007710BF">
        <w:rPr>
          <w:cs/>
          <w:lang w:bidi="bn-IN"/>
        </w:rPr>
        <w:t>পারি</w:t>
      </w:r>
      <w:r w:rsidR="00895143">
        <w:t>,</w:t>
      </w:r>
      <w:r w:rsidRPr="007710BF">
        <w:rPr>
          <w:cs/>
          <w:lang w:bidi="bn-IN"/>
        </w:rPr>
        <w:t>আবার প্রেম ও ভালবাসার মতবাদও বলতে পারি।</w:t>
      </w:r>
      <w:r w:rsidR="00360E83">
        <w:rPr>
          <w:lang w:bidi="bn-IN"/>
        </w:rPr>
        <w:t xml:space="preserve"> </w:t>
      </w:r>
    </w:p>
    <w:p w:rsidR="00360E83" w:rsidRPr="00A377A9" w:rsidRDefault="00360E83" w:rsidP="009848A8">
      <w:pPr>
        <w:pStyle w:val="libNormal"/>
      </w:pPr>
      <w:r>
        <w:rPr>
          <w:lang w:bidi="bn-IN"/>
        </w:rPr>
        <w:br w:type="page"/>
      </w:r>
    </w:p>
    <w:p w:rsidR="00360E83" w:rsidRDefault="007710BF" w:rsidP="00360E83">
      <w:pPr>
        <w:pStyle w:val="Heading1"/>
        <w:rPr>
          <w:lang w:bidi="bn-IN"/>
        </w:rPr>
      </w:pPr>
      <w:bookmarkStart w:id="25" w:name="_Toc392601434"/>
      <w:r w:rsidRPr="007710BF">
        <w:rPr>
          <w:cs/>
          <w:lang w:bidi="bn-IN"/>
        </w:rPr>
        <w:t>পূর্ণ মানব সম্পর্কিত অন্য দু</w:t>
      </w:r>
      <w:r w:rsidRPr="001933EC">
        <w:rPr>
          <w:rStyle w:val="libAlaemChar"/>
        </w:rPr>
        <w:t>’</w:t>
      </w:r>
      <w:r w:rsidRPr="007710BF">
        <w:rPr>
          <w:cs/>
          <w:lang w:bidi="bn-IN"/>
        </w:rPr>
        <w:t>টি মতবাদ</w:t>
      </w:r>
      <w:bookmarkEnd w:id="25"/>
    </w:p>
    <w:p w:rsidR="00360E83" w:rsidRDefault="00360E83" w:rsidP="001933F7">
      <w:pPr>
        <w:pStyle w:val="libNormal"/>
        <w:rPr>
          <w:lang w:bidi="bn-IN"/>
        </w:rPr>
      </w:pPr>
    </w:p>
    <w:p w:rsidR="00360E83" w:rsidRDefault="007710BF" w:rsidP="00360E83">
      <w:pPr>
        <w:pStyle w:val="libNormal"/>
        <w:rPr>
          <w:lang w:bidi="hi-IN"/>
        </w:rPr>
      </w:pPr>
      <w:r w:rsidRPr="007710BF">
        <w:rPr>
          <w:cs/>
          <w:lang w:bidi="bn-IN"/>
        </w:rPr>
        <w:t>গত দু</w:t>
      </w:r>
      <w:r w:rsidRPr="001933EC">
        <w:rPr>
          <w:rStyle w:val="libAlaemChar"/>
        </w:rPr>
        <w:t>’</w:t>
      </w:r>
      <w:r w:rsidRPr="007710BF">
        <w:rPr>
          <w:cs/>
          <w:lang w:bidi="bn-IN"/>
        </w:rPr>
        <w:t xml:space="preserve">তিন শতাব্দীতে বেশ কিছু মতাদর্শের জন্ম হয়েছে </w:t>
      </w:r>
      <w:r w:rsidR="00695D8C">
        <w:rPr>
          <w:cs/>
          <w:lang w:bidi="bn-IN"/>
        </w:rPr>
        <w:t>যারা</w:t>
      </w:r>
      <w:r w:rsidRPr="007710BF">
        <w:rPr>
          <w:cs/>
          <w:lang w:bidi="bn-IN"/>
        </w:rPr>
        <w:t xml:space="preserve"> মূলত সামাজিকতার দিকটিকে</w:t>
      </w:r>
      <w:r w:rsidR="00360E83">
        <w:rPr>
          <w:lang w:bidi="bn-IN"/>
        </w:rPr>
        <w:t xml:space="preserve"> </w:t>
      </w:r>
      <w:r w:rsidRPr="007710BF">
        <w:rPr>
          <w:cs/>
          <w:lang w:bidi="bn-IN"/>
        </w:rPr>
        <w:t xml:space="preserve">প্রাধান্য দান করেছেন। অর্থাৎ </w:t>
      </w:r>
      <w:r w:rsidR="00611BB9">
        <w:rPr>
          <w:cs/>
          <w:lang w:bidi="bn-IN"/>
        </w:rPr>
        <w:t>তা</w:t>
      </w:r>
      <w:r w:rsidRPr="007710BF">
        <w:rPr>
          <w:cs/>
          <w:lang w:bidi="bn-IN"/>
        </w:rPr>
        <w:t xml:space="preserve">দের এ প্রবণতা ব্যক্তির থেকে সমাজের দিকে বেশি। </w:t>
      </w:r>
      <w:r w:rsidR="00611BB9">
        <w:rPr>
          <w:cs/>
          <w:lang w:bidi="bn-IN"/>
        </w:rPr>
        <w:t>তা</w:t>
      </w:r>
      <w:r w:rsidRPr="007710BF">
        <w:rPr>
          <w:cs/>
          <w:lang w:bidi="bn-IN"/>
        </w:rPr>
        <w:t>দের এক দল</w:t>
      </w:r>
      <w:r w:rsidR="00360E83">
        <w:rPr>
          <w:lang w:bidi="bn-IN"/>
        </w:rPr>
        <w:t xml:space="preserve"> </w:t>
      </w:r>
      <w:r w:rsidRPr="007710BF">
        <w:rPr>
          <w:cs/>
          <w:lang w:bidi="bn-IN"/>
        </w:rPr>
        <w:t xml:space="preserve">মনে করেন পূর্ণ মানব হলো শ্রেণীহীন মানুষ। যদি কোন মানুষ এক শ্রেণীর </w:t>
      </w:r>
      <w:r w:rsidR="009E7BEE">
        <w:rPr>
          <w:cs/>
          <w:lang w:bidi="bn-IN"/>
        </w:rPr>
        <w:t>অন্তর্ভুক্ত</w:t>
      </w:r>
      <w:r w:rsidRPr="007710BF">
        <w:rPr>
          <w:cs/>
          <w:lang w:bidi="bn-IN"/>
        </w:rPr>
        <w:t xml:space="preserve"> হয়</w:t>
      </w:r>
      <w:r w:rsidR="00895143">
        <w:t>,</w:t>
      </w:r>
      <w:r w:rsidRPr="007710BF">
        <w:rPr>
          <w:cs/>
          <w:lang w:bidi="bn-IN"/>
        </w:rPr>
        <w:t xml:space="preserve">বিশেষ </w:t>
      </w:r>
      <w:r w:rsidR="00360E83" w:rsidRPr="00360E83">
        <w:rPr>
          <w:cs/>
          <w:lang w:bidi="bn-IN"/>
        </w:rPr>
        <w:t>করে আধুনিক</w:t>
      </w:r>
      <w:r w:rsidR="00360E83">
        <w:rPr>
          <w:lang w:bidi="bn-IN"/>
        </w:rPr>
        <w:t xml:space="preserve"> </w:t>
      </w:r>
      <w:r w:rsidRPr="007710BF">
        <w:rPr>
          <w:cs/>
          <w:lang w:bidi="bn-IN"/>
        </w:rPr>
        <w:t>ও উচ্চশ্রেণীর</w:t>
      </w:r>
      <w:r w:rsidR="00895143">
        <w:t>,</w:t>
      </w:r>
      <w:r w:rsidRPr="007710BF">
        <w:rPr>
          <w:cs/>
          <w:lang w:bidi="bn-IN"/>
        </w:rPr>
        <w:t>তবে সে মানুষ ত্রুটিযুক্ত মানুষ। শ্রেণীকেন্দ্রিক সমাজে সঠিক ও ত্রুটিহীন মানুষ</w:t>
      </w:r>
      <w:r w:rsidR="00360E83">
        <w:rPr>
          <w:lang w:bidi="bn-IN"/>
        </w:rPr>
        <w:t xml:space="preserve"> </w:t>
      </w:r>
      <w:r w:rsidRPr="007710BF">
        <w:rPr>
          <w:cs/>
          <w:lang w:bidi="bn-IN"/>
        </w:rPr>
        <w:t>জন্মগ্রহণ করতে পারে না</w:t>
      </w:r>
      <w:r w:rsidRPr="007710BF">
        <w:rPr>
          <w:cs/>
          <w:lang w:bidi="hi-IN"/>
        </w:rPr>
        <w:t xml:space="preserve">। </w:t>
      </w:r>
      <w:r w:rsidRPr="007710BF">
        <w:rPr>
          <w:cs/>
          <w:lang w:bidi="bn-IN"/>
        </w:rPr>
        <w:t>এ মতাদর্শ আদর্শিক পূর্ণ মানবে বিশ্বাসী নয়</w:t>
      </w:r>
      <w:r w:rsidR="00895143">
        <w:t>,</w:t>
      </w:r>
      <w:r w:rsidRPr="007710BF">
        <w:rPr>
          <w:cs/>
          <w:lang w:bidi="bn-IN"/>
        </w:rPr>
        <w:t>যেহেতু মানুষের জন্য উচ্চ</w:t>
      </w:r>
      <w:r w:rsidR="00360E83">
        <w:rPr>
          <w:lang w:bidi="bn-IN"/>
        </w:rPr>
        <w:t xml:space="preserve"> </w:t>
      </w:r>
      <w:r w:rsidRPr="007710BF">
        <w:rPr>
          <w:cs/>
          <w:lang w:bidi="bn-IN"/>
        </w:rPr>
        <w:t>পর্যায়ের কোন মর্যাদা আছে বলে মনে করে না। এ মতবাদের দৃষ্টিতে পূর্ণ মানব সে যে শ্রেণীহীন</w:t>
      </w:r>
      <w:r w:rsidR="00360E83">
        <w:rPr>
          <w:lang w:bidi="bn-IN"/>
        </w:rPr>
        <w:t xml:space="preserve"> </w:t>
      </w:r>
      <w:r w:rsidRPr="007710BF">
        <w:rPr>
          <w:cs/>
          <w:lang w:bidi="bn-IN"/>
        </w:rPr>
        <w:t>সমাজে অন্যান্য মানুষের সমপর্যায়ে জীবন যাপন করে</w:t>
      </w:r>
      <w:r w:rsidRPr="007710BF">
        <w:rPr>
          <w:cs/>
          <w:lang w:bidi="hi-IN"/>
        </w:rPr>
        <w:t>।</w:t>
      </w:r>
    </w:p>
    <w:p w:rsidR="00360E83" w:rsidRDefault="007710BF" w:rsidP="00360E83">
      <w:pPr>
        <w:pStyle w:val="libNormal"/>
        <w:rPr>
          <w:lang w:bidi="bn-IN"/>
        </w:rPr>
      </w:pPr>
      <w:r w:rsidRPr="007710BF">
        <w:rPr>
          <w:cs/>
          <w:lang w:bidi="bn-IN"/>
        </w:rPr>
        <w:t>অন্য আরেকটি দল বিশেষত মানুষের সচেতনতা ও স্বাধীনতার বিষয়টিকে বেশি গুরুত্ব দেন।</w:t>
      </w:r>
      <w:r w:rsidR="00360E83">
        <w:rPr>
          <w:lang w:bidi="bn-IN"/>
        </w:rPr>
        <w:t xml:space="preserve"> </w:t>
      </w:r>
      <w:r w:rsidRPr="007710BF">
        <w:rPr>
          <w:cs/>
          <w:lang w:bidi="bn-IN"/>
        </w:rPr>
        <w:t xml:space="preserve">সচেতনতা বলতে </w:t>
      </w:r>
      <w:r w:rsidR="00FE6D44">
        <w:rPr>
          <w:cs/>
          <w:lang w:bidi="bn-IN"/>
        </w:rPr>
        <w:t>তারা</w:t>
      </w:r>
      <w:r w:rsidRPr="007710BF">
        <w:rPr>
          <w:cs/>
          <w:lang w:bidi="bn-IN"/>
        </w:rPr>
        <w:t xml:space="preserve"> সামাজিক সচেতনতাকেই বুঝান। অস্তিত্ববাদীরা মূলত স্বীধীনতা</w:t>
      </w:r>
      <w:r w:rsidR="00895143">
        <w:t>,</w:t>
      </w:r>
      <w:r w:rsidRPr="007710BF">
        <w:rPr>
          <w:cs/>
          <w:lang w:bidi="bn-IN"/>
        </w:rPr>
        <w:t>সচেতনতা ও</w:t>
      </w:r>
      <w:r w:rsidR="00360E83">
        <w:rPr>
          <w:lang w:bidi="bn-IN"/>
        </w:rPr>
        <w:t xml:space="preserve"> </w:t>
      </w:r>
      <w:r w:rsidRPr="007710BF">
        <w:rPr>
          <w:cs/>
          <w:lang w:bidi="bn-IN"/>
        </w:rPr>
        <w:t>সামাজিক দায়িত্ববোধকে মানুষের মূল বলে মনে করেন। এঁদের মতে পূর্ণ মানব হলো যে মানুষ</w:t>
      </w:r>
      <w:r w:rsidR="00360E83">
        <w:rPr>
          <w:lang w:bidi="bn-IN"/>
        </w:rPr>
        <w:t xml:space="preserve"> </w:t>
      </w:r>
      <w:r w:rsidRPr="007710BF">
        <w:rPr>
          <w:cs/>
          <w:lang w:bidi="bn-IN"/>
        </w:rPr>
        <w:t>স্বাধীন</w:t>
      </w:r>
      <w:r w:rsidR="00895143">
        <w:t>,</w:t>
      </w:r>
      <w:r w:rsidRPr="007710BF">
        <w:rPr>
          <w:cs/>
          <w:lang w:bidi="bn-IN"/>
        </w:rPr>
        <w:t>সচেতন</w:t>
      </w:r>
      <w:r w:rsidR="00895143">
        <w:t>,</w:t>
      </w:r>
      <w:r w:rsidRPr="007710BF">
        <w:rPr>
          <w:cs/>
          <w:lang w:bidi="bn-IN"/>
        </w:rPr>
        <w:t>দায়িত্ববান ও প্রতি</w:t>
      </w:r>
      <w:r w:rsidR="009A597E">
        <w:rPr>
          <w:cs/>
          <w:lang w:bidi="bn-IN"/>
        </w:rPr>
        <w:t>শ্রু</w:t>
      </w:r>
      <w:r w:rsidRPr="007710BF">
        <w:rPr>
          <w:cs/>
          <w:lang w:bidi="bn-IN"/>
        </w:rPr>
        <w:t xml:space="preserve">তবদ্ধ। </w:t>
      </w:r>
      <w:r w:rsidR="00611BB9">
        <w:rPr>
          <w:cs/>
          <w:lang w:bidi="bn-IN"/>
        </w:rPr>
        <w:t>তা</w:t>
      </w:r>
      <w:r w:rsidRPr="007710BF">
        <w:rPr>
          <w:cs/>
          <w:lang w:bidi="bn-IN"/>
        </w:rPr>
        <w:t>দের স্বাধীনতার অর্থও দ্বন্দ্ব-বিবাদ ও বিদ্রোহ বৈ কিছু</w:t>
      </w:r>
      <w:r w:rsidR="00360E83">
        <w:rPr>
          <w:lang w:bidi="bn-IN"/>
        </w:rPr>
        <w:t xml:space="preserve"> </w:t>
      </w:r>
      <w:r w:rsidRPr="007710BF">
        <w:rPr>
          <w:cs/>
          <w:lang w:bidi="bn-IN"/>
        </w:rPr>
        <w:t>নয়।</w:t>
      </w:r>
    </w:p>
    <w:p w:rsidR="00360E83" w:rsidRDefault="00360E83" w:rsidP="00360E83">
      <w:pPr>
        <w:pStyle w:val="libNormal"/>
        <w:rPr>
          <w:lang w:bidi="bn-IN"/>
        </w:rPr>
      </w:pPr>
    </w:p>
    <w:p w:rsidR="00360E83" w:rsidRDefault="007710BF" w:rsidP="00360E83">
      <w:pPr>
        <w:pStyle w:val="libBold1"/>
        <w:rPr>
          <w:lang w:bidi="bn-IN"/>
        </w:rPr>
      </w:pPr>
      <w:r w:rsidRPr="007710BF">
        <w:rPr>
          <w:cs/>
          <w:lang w:bidi="bn-IN"/>
        </w:rPr>
        <w:t>সুবিধা ও অধিকারের মতবাদ</w:t>
      </w:r>
    </w:p>
    <w:p w:rsidR="00360E83" w:rsidRDefault="007710BF" w:rsidP="00360E83">
      <w:pPr>
        <w:pStyle w:val="libNormal"/>
        <w:rPr>
          <w:lang w:bidi="bn-IN"/>
        </w:rPr>
      </w:pPr>
      <w:r w:rsidRPr="007710BF">
        <w:rPr>
          <w:cs/>
          <w:lang w:bidi="bn-IN"/>
        </w:rPr>
        <w:t xml:space="preserve">অন্য একটি মতবাদ যা ক্ষমতার মতবাদের কাছাকাছি তা হলো অধিকারের মতবাদ। </w:t>
      </w:r>
      <w:r w:rsidR="00FE6D44">
        <w:rPr>
          <w:cs/>
          <w:lang w:bidi="bn-IN"/>
        </w:rPr>
        <w:t>তারা</w:t>
      </w:r>
      <w:r w:rsidRPr="007710BF">
        <w:rPr>
          <w:cs/>
          <w:lang w:bidi="bn-IN"/>
        </w:rPr>
        <w:t xml:space="preserve"> বলেন</w:t>
      </w:r>
      <w:r w:rsidR="00895143">
        <w:t>,</w:t>
      </w:r>
      <w:r w:rsidRPr="001933EC">
        <w:rPr>
          <w:rStyle w:val="libAlaemChar"/>
        </w:rPr>
        <w:t>‘</w:t>
      </w:r>
      <w:r w:rsidRPr="007710BF">
        <w:rPr>
          <w:cs/>
          <w:lang w:bidi="bn-IN"/>
        </w:rPr>
        <w:t>ইনসানে কামেলকে প্রজ্ঞাবান হতে হবে</w:t>
      </w:r>
      <w:r w:rsidRPr="001933EC">
        <w:rPr>
          <w:rStyle w:val="libAlaemChar"/>
        </w:rPr>
        <w:t>’</w:t>
      </w:r>
      <w:r w:rsidR="00895143">
        <w:t>,</w:t>
      </w:r>
      <w:r w:rsidRPr="001933EC">
        <w:rPr>
          <w:rStyle w:val="libAlaemChar"/>
        </w:rPr>
        <w:t>‘</w:t>
      </w:r>
      <w:r w:rsidRPr="007710BF">
        <w:rPr>
          <w:cs/>
          <w:lang w:bidi="bn-IN"/>
        </w:rPr>
        <w:t xml:space="preserve">তাকে স্রষ্টায় </w:t>
      </w:r>
      <w:r w:rsidR="00611BB9">
        <w:rPr>
          <w:cs/>
          <w:lang w:bidi="bn-IN"/>
        </w:rPr>
        <w:t>পৌ</w:t>
      </w:r>
      <w:r w:rsidRPr="007710BF">
        <w:rPr>
          <w:cs/>
          <w:lang w:bidi="bn-IN"/>
        </w:rPr>
        <w:t>ছতে হবে</w:t>
      </w:r>
      <w:r w:rsidRPr="001933EC">
        <w:rPr>
          <w:rStyle w:val="libAlaemChar"/>
        </w:rPr>
        <w:t>’</w:t>
      </w:r>
      <w:r w:rsidR="003936CB">
        <w:t>-</w:t>
      </w:r>
      <w:r w:rsidRPr="007710BF">
        <w:t xml:space="preserve"> </w:t>
      </w:r>
      <w:r w:rsidRPr="007710BF">
        <w:rPr>
          <w:cs/>
          <w:lang w:bidi="bn-IN"/>
        </w:rPr>
        <w:t>এ ধরনের কথাগুলো অর্থহীন।</w:t>
      </w:r>
      <w:r w:rsidR="00360E83">
        <w:rPr>
          <w:lang w:bidi="bn-IN"/>
        </w:rPr>
        <w:t xml:space="preserve"> </w:t>
      </w:r>
      <w:r w:rsidR="005E5BE9">
        <w:rPr>
          <w:cs/>
          <w:lang w:bidi="bn-IN"/>
        </w:rPr>
        <w:t>প্রকৃত</w:t>
      </w:r>
      <w:r w:rsidRPr="007710BF">
        <w:rPr>
          <w:cs/>
          <w:lang w:bidi="bn-IN"/>
        </w:rPr>
        <w:t>পক্ষে যদি পূর্ণ মানুষ হতে চাও তবে চেষ্টা কর কোন কিছুর অধিকারী হতে</w:t>
      </w:r>
      <w:r w:rsidR="00895143">
        <w:t>,</w:t>
      </w:r>
      <w:r w:rsidR="00360E83">
        <w:rPr>
          <w:cs/>
          <w:lang w:bidi="bn-IN"/>
        </w:rPr>
        <w:t>সৃষ্টির যত বেশি বস্তুর</w:t>
      </w:r>
      <w:r w:rsidR="00360E83">
        <w:rPr>
          <w:lang w:bidi="bn-IN"/>
        </w:rPr>
        <w:t xml:space="preserve"> </w:t>
      </w:r>
      <w:r w:rsidRPr="007710BF">
        <w:rPr>
          <w:cs/>
          <w:lang w:bidi="bn-IN"/>
        </w:rPr>
        <w:t>অধিকারী হতে পার তত বেশি পূর্ণতা লাভ করেছ অর্থাৎ ইন</w:t>
      </w:r>
      <w:r w:rsidR="00360E83">
        <w:rPr>
          <w:cs/>
          <w:lang w:bidi="bn-IN"/>
        </w:rPr>
        <w:t>সানে কামেল সব কিছুর অধিকারী। এ</w:t>
      </w:r>
      <w:r w:rsidR="00360E83">
        <w:rPr>
          <w:lang w:bidi="bn-IN"/>
        </w:rPr>
        <w:t xml:space="preserve"> </w:t>
      </w:r>
      <w:r w:rsidRPr="007710BF">
        <w:rPr>
          <w:cs/>
          <w:lang w:bidi="bn-IN"/>
        </w:rPr>
        <w:t xml:space="preserve">কারণে </w:t>
      </w:r>
      <w:r w:rsidR="00FE6D44">
        <w:rPr>
          <w:cs/>
          <w:lang w:bidi="bn-IN"/>
        </w:rPr>
        <w:t>তারা</w:t>
      </w:r>
      <w:r w:rsidRPr="007710BF">
        <w:rPr>
          <w:cs/>
          <w:lang w:bidi="bn-IN"/>
        </w:rPr>
        <w:t xml:space="preserve"> মানুষের পূর্ণতাকে প্রজ্ঞায় না দেখে জ্ঞান বা বিজ্ঞানে দেখেন। জ্ঞান বলতে </w:t>
      </w:r>
      <w:r w:rsidR="00FE6D44">
        <w:rPr>
          <w:cs/>
          <w:lang w:bidi="bn-IN"/>
        </w:rPr>
        <w:t>তারা</w:t>
      </w:r>
      <w:r w:rsidRPr="007710BF">
        <w:rPr>
          <w:cs/>
          <w:lang w:bidi="bn-IN"/>
        </w:rPr>
        <w:t xml:space="preserve"> বলেন</w:t>
      </w:r>
      <w:r w:rsidR="00895143">
        <w:t>,</w:t>
      </w:r>
      <w:r w:rsidRPr="007710BF">
        <w:rPr>
          <w:cs/>
          <w:lang w:bidi="bn-IN"/>
        </w:rPr>
        <w:t>জ্ঞান হলো প্রকৃতিকে জানা এ উদ্দেশ্যে যে</w:t>
      </w:r>
      <w:r w:rsidR="00895143">
        <w:t>,</w:t>
      </w:r>
      <w:r w:rsidRPr="007710BF">
        <w:rPr>
          <w:cs/>
          <w:lang w:bidi="bn-IN"/>
        </w:rPr>
        <w:t>এর উপর পূর্ণ নিয়ন্ত্রণ লাভ করা ও মানুষের প্রয়োজনে</w:t>
      </w:r>
      <w:r w:rsidR="00360E83">
        <w:rPr>
          <w:lang w:bidi="bn-IN"/>
        </w:rPr>
        <w:t xml:space="preserve"> </w:t>
      </w:r>
      <w:r w:rsidRPr="007710BF">
        <w:rPr>
          <w:cs/>
          <w:lang w:bidi="bn-IN"/>
        </w:rPr>
        <w:t xml:space="preserve">ব্যবহারের লক্ষ্যে তা থেকে সকল সুবিধা ভোগ করা। </w:t>
      </w:r>
      <w:r w:rsidR="00611BB9">
        <w:rPr>
          <w:cs/>
          <w:lang w:bidi="bn-IN"/>
        </w:rPr>
        <w:t>তা</w:t>
      </w:r>
      <w:r w:rsidRPr="007710BF">
        <w:rPr>
          <w:cs/>
          <w:lang w:bidi="bn-IN"/>
        </w:rPr>
        <w:t>দের এ কথার শেষ অর্থ দাঁড়ায় জ্ঞানের মূল্য</w:t>
      </w:r>
      <w:r w:rsidR="00360E83">
        <w:rPr>
          <w:lang w:bidi="bn-IN"/>
        </w:rPr>
        <w:t xml:space="preserve"> </w:t>
      </w:r>
      <w:r w:rsidRPr="007710BF">
        <w:rPr>
          <w:cs/>
          <w:lang w:bidi="bn-IN"/>
        </w:rPr>
        <w:t xml:space="preserve">মানুষের নিকট একটা মাধ্যমের মতো এবং </w:t>
      </w:r>
      <w:r w:rsidR="005E5BE9">
        <w:rPr>
          <w:cs/>
          <w:lang w:bidi="bn-IN"/>
        </w:rPr>
        <w:t>প্রকৃত</w:t>
      </w:r>
      <w:r w:rsidRPr="007710BF">
        <w:rPr>
          <w:cs/>
          <w:lang w:bidi="bn-IN"/>
        </w:rPr>
        <w:t>পক্ষে জ্ঞানের সত্</w:t>
      </w:r>
      <w:r w:rsidR="00360E83">
        <w:rPr>
          <w:cs/>
          <w:lang w:bidi="bn-IN"/>
        </w:rPr>
        <w:t>তাগত কোন মূল্য নেই। জ্ঞান এজন্য</w:t>
      </w:r>
      <w:r w:rsidR="00360E83">
        <w:rPr>
          <w:lang w:bidi="bn-IN"/>
        </w:rPr>
        <w:t xml:space="preserve"> </w:t>
      </w:r>
      <w:r w:rsidRPr="007710BF">
        <w:rPr>
          <w:cs/>
          <w:lang w:bidi="bn-IN"/>
        </w:rPr>
        <w:t>মূল্যবান যে</w:t>
      </w:r>
      <w:r w:rsidR="00895143">
        <w:t>,</w:t>
      </w:r>
      <w:r w:rsidRPr="007710BF">
        <w:rPr>
          <w:cs/>
          <w:lang w:bidi="bn-IN"/>
        </w:rPr>
        <w:t>এর মাধ্যমে মানুষ প্রকৃতির উপর প্রভাব বিস্তার করতে পারে ও প্রকৃতি মানুষের নিয়ন্ত্রণে</w:t>
      </w:r>
      <w:r w:rsidR="00360E83">
        <w:rPr>
          <w:lang w:bidi="bn-IN"/>
        </w:rPr>
        <w:t xml:space="preserve"> </w:t>
      </w:r>
      <w:r w:rsidRPr="007710BF">
        <w:rPr>
          <w:cs/>
          <w:lang w:bidi="bn-IN"/>
        </w:rPr>
        <w:t>আসে। আর যখন প্রকৃতি তার নিয়ন্ত্রণে আসে তখন সে প্রকৃতিকে ভালোভাবে ব্যবহার ও তার থেকে</w:t>
      </w:r>
      <w:r w:rsidR="00360E83">
        <w:rPr>
          <w:lang w:bidi="bn-IN"/>
        </w:rPr>
        <w:t xml:space="preserve"> </w:t>
      </w:r>
      <w:r w:rsidRPr="007710BF">
        <w:rPr>
          <w:cs/>
          <w:lang w:bidi="bn-IN"/>
        </w:rPr>
        <w:t>লাভবান হতে পারে</w:t>
      </w:r>
      <w:r w:rsidRPr="007710BF">
        <w:rPr>
          <w:cs/>
          <w:lang w:bidi="hi-IN"/>
        </w:rPr>
        <w:t xml:space="preserve">। </w:t>
      </w:r>
      <w:r w:rsidRPr="007710BF">
        <w:rPr>
          <w:cs/>
          <w:lang w:bidi="bn-IN"/>
        </w:rPr>
        <w:t xml:space="preserve">তাই যদি চাও মানুষকে পূর্ণতায় </w:t>
      </w:r>
      <w:r w:rsidR="00611BB9">
        <w:rPr>
          <w:cs/>
          <w:lang w:bidi="bn-IN"/>
        </w:rPr>
        <w:t>পৌ</w:t>
      </w:r>
      <w:r w:rsidRPr="007710BF">
        <w:rPr>
          <w:cs/>
          <w:lang w:bidi="bn-IN"/>
        </w:rPr>
        <w:t>ছাতে তবে প্রকৃতি থেকে অধিকতর সুবিধা</w:t>
      </w:r>
      <w:r w:rsidR="00360E83">
        <w:rPr>
          <w:lang w:bidi="bn-IN"/>
        </w:rPr>
        <w:t xml:space="preserve"> </w:t>
      </w:r>
      <w:r w:rsidRPr="007710BF">
        <w:rPr>
          <w:cs/>
          <w:lang w:bidi="bn-IN"/>
        </w:rPr>
        <w:t>গ্রহণের জন্য চেষ্টা চালাও। জ্ঞানকেও এজন্য ব্যবহার কর। জ্ঞান তাদের নিকট একটি মাধ্যম ছাড়া</w:t>
      </w:r>
      <w:r w:rsidR="00360E83">
        <w:rPr>
          <w:lang w:bidi="bn-IN"/>
        </w:rPr>
        <w:t xml:space="preserve"> </w:t>
      </w:r>
      <w:r w:rsidRPr="007710BF">
        <w:rPr>
          <w:cs/>
          <w:lang w:bidi="bn-IN"/>
        </w:rPr>
        <w:t>কিছু নয়। যেমন</w:t>
      </w:r>
      <w:r w:rsidR="00360E83">
        <w:rPr>
          <w:lang w:bidi="bn-IN"/>
        </w:rPr>
        <w:t xml:space="preserve"> </w:t>
      </w:r>
      <w:r w:rsidRPr="007710BF">
        <w:rPr>
          <w:cs/>
          <w:lang w:bidi="bn-IN"/>
        </w:rPr>
        <w:t>ভাবে শিং গরুর জন্য প্রতিরক্ষার</w:t>
      </w:r>
      <w:r w:rsidR="00895143">
        <w:t>,</w:t>
      </w:r>
      <w:r w:rsidRPr="007710BF">
        <w:rPr>
          <w:cs/>
          <w:lang w:bidi="bn-IN"/>
        </w:rPr>
        <w:t>সিংহের জন্য দাঁত আক্রমণের তেমনিভাবে জ্ঞানও</w:t>
      </w:r>
      <w:r w:rsidR="00360E83">
        <w:rPr>
          <w:lang w:bidi="bn-IN"/>
        </w:rPr>
        <w:t xml:space="preserve"> </w:t>
      </w:r>
      <w:r w:rsidRPr="007710BF">
        <w:rPr>
          <w:cs/>
          <w:lang w:bidi="bn-IN"/>
        </w:rPr>
        <w:t>মানুষের জন্য প্রকৃতির উপর নিয়ন্ত্রণ লাভের একটি উপকরণ ছাড়া কিছুই নয়।</w:t>
      </w:r>
    </w:p>
    <w:p w:rsidR="00360E83" w:rsidRDefault="007710BF" w:rsidP="00360E83">
      <w:pPr>
        <w:pStyle w:val="libNormal"/>
      </w:pPr>
      <w:r w:rsidRPr="007710BF">
        <w:rPr>
          <w:cs/>
          <w:lang w:bidi="bn-IN"/>
        </w:rPr>
        <w:t>এতক্ষণ যে বিষয়গুলো আমরা আলোচনা করলাম এ মতবাদগুলোর পর্যালোচনার পর আমরা এ</w:t>
      </w:r>
      <w:r w:rsidR="00360E83">
        <w:rPr>
          <w:lang w:bidi="bn-IN"/>
        </w:rPr>
        <w:t xml:space="preserve"> </w:t>
      </w:r>
      <w:r w:rsidRPr="007710BF">
        <w:rPr>
          <w:cs/>
          <w:lang w:bidi="bn-IN"/>
        </w:rPr>
        <w:t>বিষয়ে ইসলামের দৃষ্টিভঙ্গি আলোচনা করে ব্যাখ্যা করব। ইসলাম বুদ্ধিবৃত্তিকে কতটা মূল্য দেয়</w:t>
      </w:r>
      <w:r w:rsidR="00895143">
        <w:t>,</w:t>
      </w:r>
      <w:r w:rsidRPr="007710BF">
        <w:rPr>
          <w:cs/>
          <w:lang w:bidi="bn-IN"/>
        </w:rPr>
        <w:t>প্রেমও ভালোবাসাকে ইসলাম কতটা প্রাধান্য দেয়</w:t>
      </w:r>
      <w:r w:rsidR="00895143">
        <w:t>,</w:t>
      </w:r>
      <w:r w:rsidRPr="007710BF">
        <w:rPr>
          <w:cs/>
          <w:lang w:bidi="bn-IN"/>
        </w:rPr>
        <w:t>সে সাথে ক্ষমতা ও সামাজিক দায়িত্ববোধ ও শ্রেণীহীন</w:t>
      </w:r>
      <w:r w:rsidR="00360E83">
        <w:rPr>
          <w:lang w:bidi="bn-IN"/>
        </w:rPr>
        <w:t xml:space="preserve"> </w:t>
      </w:r>
      <w:r w:rsidRPr="007710BF">
        <w:rPr>
          <w:cs/>
          <w:lang w:bidi="bn-IN"/>
        </w:rPr>
        <w:t>সমাজের মূল্য ইসলামের নিকট কিরূপ</w:t>
      </w:r>
      <w:r w:rsidRPr="007710BF">
        <w:t>?</w:t>
      </w:r>
      <w:r w:rsidR="00360E83">
        <w:t xml:space="preserve"> </w:t>
      </w:r>
    </w:p>
    <w:p w:rsidR="00360E83" w:rsidRPr="00A377A9" w:rsidRDefault="00360E83" w:rsidP="009848A8">
      <w:pPr>
        <w:pStyle w:val="libNormal"/>
      </w:pPr>
      <w:r>
        <w:br w:type="page"/>
      </w:r>
    </w:p>
    <w:p w:rsidR="00360E83" w:rsidRDefault="007710BF" w:rsidP="00360E83">
      <w:pPr>
        <w:pStyle w:val="Heading1"/>
      </w:pPr>
      <w:bookmarkStart w:id="26" w:name="_Toc392601435"/>
      <w:r w:rsidRPr="007710BF">
        <w:rPr>
          <w:cs/>
          <w:lang w:bidi="bn-IN"/>
        </w:rPr>
        <w:t>মৃত্যুকে কিভাবে গ্রহণ করব</w:t>
      </w:r>
      <w:r w:rsidRPr="007710BF">
        <w:t>?</w:t>
      </w:r>
      <w:bookmarkEnd w:id="26"/>
    </w:p>
    <w:p w:rsidR="00360E83" w:rsidRDefault="00360E83" w:rsidP="00360E83">
      <w:pPr>
        <w:pStyle w:val="libNormal"/>
      </w:pPr>
    </w:p>
    <w:p w:rsidR="00360E83" w:rsidRDefault="009E7BEE" w:rsidP="00360E83">
      <w:pPr>
        <w:pStyle w:val="libNormal"/>
        <w:rPr>
          <w:lang w:bidi="bn-IN"/>
        </w:rPr>
      </w:pPr>
      <w:r>
        <w:rPr>
          <w:cs/>
          <w:lang w:bidi="bn-IN"/>
        </w:rPr>
        <w:t>মৃত্যু</w:t>
      </w:r>
      <w:r w:rsidR="007710BF" w:rsidRPr="007710BF">
        <w:rPr>
          <w:cs/>
          <w:lang w:bidi="bn-IN"/>
        </w:rPr>
        <w:t xml:space="preserve">কে গ্রহণ করা সন্দেহাতীতভাবে মানুষের পূর্ণতার প্রতিচ্ছবি। যেহেতু </w:t>
      </w:r>
      <w:r>
        <w:rPr>
          <w:cs/>
          <w:lang w:bidi="bn-IN"/>
        </w:rPr>
        <w:t>মৃত্যু</w:t>
      </w:r>
      <w:r w:rsidR="00360E83">
        <w:rPr>
          <w:cs/>
          <w:lang w:bidi="bn-IN"/>
        </w:rPr>
        <w:t>ভয় মানুষের জন্য</w:t>
      </w:r>
      <w:r w:rsidR="00360E83">
        <w:rPr>
          <w:lang w:bidi="bn-IN"/>
        </w:rPr>
        <w:t xml:space="preserve"> </w:t>
      </w:r>
      <w:r w:rsidR="007710BF" w:rsidRPr="007710BF">
        <w:rPr>
          <w:cs/>
          <w:lang w:bidi="bn-IN"/>
        </w:rPr>
        <w:t>একটি বড় দুর্বলত</w:t>
      </w:r>
      <w:r w:rsidR="00360E83">
        <w:rPr>
          <w:cs/>
          <w:lang w:bidi="bn-IN"/>
        </w:rPr>
        <w:t>া সেহেতু মানুষের অধিকাংশ দুর্ভা</w:t>
      </w:r>
      <w:r w:rsidR="007710BF" w:rsidRPr="007710BF">
        <w:rPr>
          <w:cs/>
          <w:lang w:bidi="bn-IN"/>
        </w:rPr>
        <w:t>গ্যের মূলে রয়েছে এটি। যেমন অপমানকে গ্রহণ</w:t>
      </w:r>
      <w:r w:rsidR="00895143">
        <w:t>,</w:t>
      </w:r>
      <w:r w:rsidR="007710BF" w:rsidRPr="007710BF">
        <w:rPr>
          <w:cs/>
          <w:lang w:bidi="bn-IN"/>
        </w:rPr>
        <w:t xml:space="preserve">অসম্মানজনক অধীনতা গ্রহণ করা এরূপ হাজারো </w:t>
      </w:r>
      <w:r w:rsidR="00360E83">
        <w:rPr>
          <w:cs/>
          <w:lang w:bidi="bn-IN"/>
        </w:rPr>
        <w:t>দুর্গতি</w:t>
      </w:r>
      <w:r w:rsidR="007710BF" w:rsidRPr="007710BF">
        <w:rPr>
          <w:cs/>
          <w:lang w:bidi="hi-IN"/>
        </w:rPr>
        <w:t xml:space="preserve">। </w:t>
      </w:r>
      <w:r w:rsidR="007710BF" w:rsidRPr="007710BF">
        <w:rPr>
          <w:cs/>
          <w:lang w:bidi="bn-IN"/>
        </w:rPr>
        <w:t xml:space="preserve">যদি কেউ </w:t>
      </w:r>
      <w:r>
        <w:rPr>
          <w:cs/>
          <w:lang w:bidi="bn-IN"/>
        </w:rPr>
        <w:t>মৃত্যু</w:t>
      </w:r>
      <w:r w:rsidR="00360E83">
        <w:rPr>
          <w:cs/>
          <w:lang w:bidi="bn-IN"/>
        </w:rPr>
        <w:t>কে ভয় না পায় তাহলে তার</w:t>
      </w:r>
      <w:r w:rsidR="00360E83">
        <w:rPr>
          <w:lang w:bidi="bn-IN"/>
        </w:rPr>
        <w:t xml:space="preserve"> </w:t>
      </w:r>
      <w:r w:rsidR="007710BF" w:rsidRPr="007710BF">
        <w:rPr>
          <w:cs/>
          <w:lang w:bidi="bn-IN"/>
        </w:rPr>
        <w:t xml:space="preserve">পুরো জীবনই পাল্টে যাবে। মহৎ ব্যক্তিরা </w:t>
      </w:r>
      <w:r w:rsidR="004A744B">
        <w:rPr>
          <w:cs/>
          <w:lang w:bidi="bn-IN"/>
        </w:rPr>
        <w:t>মৃত্যুর</w:t>
      </w:r>
      <w:r w:rsidR="007710BF" w:rsidRPr="007710BF">
        <w:rPr>
          <w:cs/>
          <w:lang w:bidi="bn-IN"/>
        </w:rPr>
        <w:t xml:space="preserve"> মুখোমুখি হলে সাহসিকতার ঊর্ধ্বে উঠে হাসিমুখে </w:t>
      </w:r>
      <w:r w:rsidR="00360E83">
        <w:rPr>
          <w:cs/>
          <w:lang w:bidi="bn-IN"/>
        </w:rPr>
        <w:t>তা</w:t>
      </w:r>
      <w:r w:rsidR="00360E83">
        <w:rPr>
          <w:lang w:bidi="bn-IN"/>
        </w:rPr>
        <w:t xml:space="preserve"> </w:t>
      </w:r>
      <w:r w:rsidR="007710BF" w:rsidRPr="007710BF">
        <w:rPr>
          <w:cs/>
          <w:lang w:bidi="bn-IN"/>
        </w:rPr>
        <w:t>গ্রহণ করেন। (অবশ্য আত্মহত্যার ফল আমরা বলছি না। বরং লক্ষ্য ও উদ্দেশ্য সামনে রেখে দায়িত্ব</w:t>
      </w:r>
      <w:r w:rsidR="00360E83">
        <w:rPr>
          <w:lang w:bidi="bn-IN"/>
        </w:rPr>
        <w:t xml:space="preserve"> </w:t>
      </w:r>
      <w:r w:rsidR="007710BF" w:rsidRPr="007710BF">
        <w:rPr>
          <w:cs/>
          <w:lang w:bidi="bn-IN"/>
        </w:rPr>
        <w:t>মনে করে মৃত্যুর মুখোমুখি হওয়ার কথা বলছি</w:t>
      </w:r>
      <w:r w:rsidR="007710BF" w:rsidRPr="007710BF">
        <w:rPr>
          <w:cs/>
          <w:lang w:bidi="hi-IN"/>
        </w:rPr>
        <w:t xml:space="preserve">। </w:t>
      </w:r>
      <w:r w:rsidR="007710BF" w:rsidRPr="007710BF">
        <w:rPr>
          <w:cs/>
          <w:lang w:bidi="bn-IN"/>
        </w:rPr>
        <w:t>যারা আত্মহত্যা করে তারা তো দায়িত্ব এড়ানোর জন্য</w:t>
      </w:r>
      <w:r w:rsidR="00360E83">
        <w:rPr>
          <w:lang w:bidi="bn-IN"/>
        </w:rPr>
        <w:t xml:space="preserve"> </w:t>
      </w:r>
      <w:r w:rsidR="007710BF" w:rsidRPr="007710BF">
        <w:rPr>
          <w:cs/>
          <w:lang w:bidi="bn-IN"/>
        </w:rPr>
        <w:t>এ কাজ করে।)</w:t>
      </w:r>
    </w:p>
    <w:p w:rsidR="003E75AD" w:rsidRDefault="007710BF" w:rsidP="00360E83">
      <w:pPr>
        <w:pStyle w:val="libNormal"/>
      </w:pPr>
      <w:r w:rsidRPr="007710BF">
        <w:rPr>
          <w:cs/>
          <w:lang w:bidi="bn-IN"/>
        </w:rPr>
        <w:t xml:space="preserve">যদি দায়িত্ব পালন করতে গিয়ে </w:t>
      </w:r>
      <w:r w:rsidR="009E7BEE">
        <w:rPr>
          <w:cs/>
          <w:lang w:bidi="bn-IN"/>
        </w:rPr>
        <w:t>মৃত্যু</w:t>
      </w:r>
      <w:r w:rsidRPr="007710BF">
        <w:rPr>
          <w:cs/>
          <w:lang w:bidi="bn-IN"/>
        </w:rPr>
        <w:t xml:space="preserve"> উপস্থিত হয় তবে মানুষের জন্য তা </w:t>
      </w:r>
      <w:r w:rsidR="00360E83">
        <w:rPr>
          <w:cs/>
          <w:lang w:bidi="bn-IN"/>
        </w:rPr>
        <w:t>সাফল্য। ইমাম হুসাইন</w:t>
      </w:r>
      <w:r w:rsidR="00360E83">
        <w:rPr>
          <w:lang w:bidi="bn-IN"/>
        </w:rPr>
        <w:t xml:space="preserve"> </w:t>
      </w:r>
      <w:r w:rsidRPr="007710BF">
        <w:rPr>
          <w:cs/>
          <w:lang w:bidi="bn-IN"/>
        </w:rPr>
        <w:t>(আ.) বলেন</w:t>
      </w:r>
      <w:r w:rsidR="00895143">
        <w:t>,</w:t>
      </w:r>
    </w:p>
    <w:p w:rsidR="003E75AD" w:rsidRDefault="003E75AD" w:rsidP="003E75AD">
      <w:pPr>
        <w:pStyle w:val="libAr"/>
        <w:rPr>
          <w:rtl/>
          <w:lang w:bidi="fa-IR"/>
        </w:rPr>
      </w:pPr>
      <w:r>
        <w:rPr>
          <w:rFonts w:hint="cs"/>
          <w:rtl/>
          <w:lang w:bidi="fa-IR"/>
        </w:rPr>
        <w:t>إنّی لا أری الموت إلا سعادة و لا الحیاة مع الظالمین إلا برما</w:t>
      </w:r>
    </w:p>
    <w:p w:rsidR="003E75AD" w:rsidRPr="003E75AD" w:rsidRDefault="003E75AD" w:rsidP="003E75AD">
      <w:pPr>
        <w:pStyle w:val="libAr"/>
        <w:rPr>
          <w:rtl/>
          <w:lang w:bidi="fa-IR"/>
        </w:rPr>
      </w:pPr>
    </w:p>
    <w:p w:rsidR="00360E83" w:rsidRDefault="007710BF" w:rsidP="00360E83">
      <w:pPr>
        <w:pStyle w:val="libNormal"/>
        <w:rPr>
          <w:lang w:bidi="bn-IN"/>
        </w:rPr>
      </w:pPr>
      <w:r w:rsidRPr="001933EC">
        <w:rPr>
          <w:rStyle w:val="libAlaemChar"/>
        </w:rPr>
        <w:t>“</w:t>
      </w:r>
      <w:r w:rsidRPr="007710BF">
        <w:rPr>
          <w:cs/>
          <w:lang w:bidi="bn-IN"/>
        </w:rPr>
        <w:t xml:space="preserve">আমি </w:t>
      </w:r>
      <w:r w:rsidR="009E7BEE">
        <w:rPr>
          <w:cs/>
          <w:lang w:bidi="bn-IN"/>
        </w:rPr>
        <w:t>মৃত্যু</w:t>
      </w:r>
      <w:r w:rsidRPr="007710BF">
        <w:rPr>
          <w:cs/>
          <w:lang w:bidi="bn-IN"/>
        </w:rPr>
        <w:t>কে সাফল্য ছাড়া কিছু মনে করি না আর জালেমদে</w:t>
      </w:r>
      <w:r w:rsidR="00360E83">
        <w:rPr>
          <w:cs/>
          <w:lang w:bidi="bn-IN"/>
        </w:rPr>
        <w:t>র সঙ্গে বেঁচে থাকাকে অপমান ছাড়া</w:t>
      </w:r>
      <w:r w:rsidR="00360E83">
        <w:rPr>
          <w:lang w:bidi="bn-IN"/>
        </w:rPr>
        <w:t xml:space="preserve"> </w:t>
      </w:r>
      <w:r w:rsidRPr="007710BF">
        <w:rPr>
          <w:cs/>
          <w:lang w:bidi="bn-IN"/>
        </w:rPr>
        <w:t>অন্য কিছু দেখি না।</w:t>
      </w:r>
      <w:r w:rsidRPr="001933EC">
        <w:rPr>
          <w:rStyle w:val="libAlaemChar"/>
        </w:rPr>
        <w:t>”</w:t>
      </w:r>
      <w:r w:rsidRPr="007710BF">
        <w:t xml:space="preserve"> (</w:t>
      </w:r>
      <w:r w:rsidRPr="007710BF">
        <w:rPr>
          <w:cs/>
          <w:lang w:bidi="bn-IN"/>
        </w:rPr>
        <w:t>লুহুফ</w:t>
      </w:r>
      <w:r w:rsidR="00895143">
        <w:t>,</w:t>
      </w:r>
      <w:r w:rsidRPr="007710BF">
        <w:rPr>
          <w:cs/>
          <w:lang w:bidi="bn-IN"/>
        </w:rPr>
        <w:t>পৃ. ৬৯)</w:t>
      </w:r>
    </w:p>
    <w:p w:rsidR="003E75AD" w:rsidRDefault="007710BF" w:rsidP="00360E83">
      <w:pPr>
        <w:pStyle w:val="libNormal"/>
        <w:rPr>
          <w:rtl/>
        </w:rPr>
      </w:pPr>
      <w:r w:rsidRPr="007710BF">
        <w:rPr>
          <w:cs/>
          <w:lang w:bidi="bn-IN"/>
        </w:rPr>
        <w:t>মৃত্যুকে এভাবে গ্রহণকে আ</w:t>
      </w:r>
      <w:r w:rsidR="006B46F0">
        <w:rPr>
          <w:cs/>
          <w:lang w:bidi="bn-IN"/>
        </w:rPr>
        <w:t>ল্লা</w:t>
      </w:r>
      <w:r w:rsidR="003E75AD">
        <w:rPr>
          <w:rFonts w:hint="cs"/>
          <w:cs/>
          <w:lang w:bidi="bn-IN"/>
        </w:rPr>
        <w:t>হ</w:t>
      </w:r>
      <w:r w:rsidR="003E75AD">
        <w:rPr>
          <w:lang w:bidi="bn-IN"/>
        </w:rPr>
        <w:t xml:space="preserve"> </w:t>
      </w:r>
      <w:r w:rsidR="003E75AD">
        <w:rPr>
          <w:cs/>
          <w:lang w:bidi="bn-IN"/>
        </w:rPr>
        <w:t>প্রে</w:t>
      </w:r>
      <w:r w:rsidRPr="007710BF">
        <w:rPr>
          <w:rFonts w:hint="cs"/>
          <w:cs/>
          <w:lang w:bidi="bn-IN"/>
        </w:rPr>
        <w:t>মিক ব্যতীত কেউ দাবি করতে পার</w:t>
      </w:r>
      <w:r w:rsidRPr="007710BF">
        <w:rPr>
          <w:cs/>
          <w:lang w:bidi="bn-IN"/>
        </w:rPr>
        <w:t>ে না। যাদের কাছে মৃত্যু এক</w:t>
      </w:r>
      <w:r w:rsidR="003E75AD">
        <w:rPr>
          <w:lang w:bidi="bn-IN"/>
        </w:rPr>
        <w:t xml:space="preserve"> </w:t>
      </w:r>
      <w:r w:rsidRPr="007710BF">
        <w:rPr>
          <w:cs/>
          <w:lang w:bidi="bn-IN"/>
        </w:rPr>
        <w:t>ঘর থেকে অন্য ঘরে স্থান পরিবর্তনের মতো। ইমাম হুসাইনের ভাষায় একটি সাঁকো অতিক্রম করার</w:t>
      </w:r>
      <w:r w:rsidR="003E75AD">
        <w:rPr>
          <w:lang w:bidi="bn-IN"/>
        </w:rPr>
        <w:t xml:space="preserve"> </w:t>
      </w:r>
      <w:r w:rsidRPr="007710BF">
        <w:rPr>
          <w:cs/>
          <w:lang w:bidi="bn-IN"/>
        </w:rPr>
        <w:t>মতো</w:t>
      </w:r>
      <w:r w:rsidR="00895143">
        <w:t>,</w:t>
      </w:r>
      <w:r w:rsidRPr="007710BF">
        <w:rPr>
          <w:cs/>
          <w:lang w:bidi="bn-IN"/>
        </w:rPr>
        <w:t xml:space="preserve">এ ছাড়া কিছু নয়। ইমাম হুসাইন আশুরার দিন সকালে </w:t>
      </w:r>
      <w:r w:rsidR="00FE6D44">
        <w:rPr>
          <w:cs/>
          <w:lang w:bidi="bn-IN"/>
        </w:rPr>
        <w:t>তার</w:t>
      </w:r>
      <w:r w:rsidRPr="007710BF">
        <w:rPr>
          <w:cs/>
          <w:lang w:bidi="bn-IN"/>
        </w:rPr>
        <w:t xml:space="preserve"> সাথীদের বলেন</w:t>
      </w:r>
      <w:r w:rsidR="00895143">
        <w:t>,</w:t>
      </w:r>
    </w:p>
    <w:p w:rsidR="003E75AD" w:rsidRDefault="003E75AD" w:rsidP="009848A8">
      <w:pPr>
        <w:pStyle w:val="libNormal"/>
        <w:rPr>
          <w:rtl/>
        </w:rPr>
      </w:pPr>
    </w:p>
    <w:p w:rsidR="003E75AD" w:rsidRPr="003E75AD" w:rsidRDefault="003E75AD" w:rsidP="003E75AD">
      <w:pPr>
        <w:pStyle w:val="libArCenter"/>
        <w:rPr>
          <w:rtl/>
          <w:cs/>
        </w:rPr>
      </w:pPr>
      <w:r>
        <w:rPr>
          <w:rFonts w:hint="cs"/>
          <w:rtl/>
          <w:lang w:bidi="ar-SA"/>
        </w:rPr>
        <w:t>ما الموت إلا قنطرة تعبر بکم عن البؤس و الضّرّاء إلی الجنان</w:t>
      </w:r>
    </w:p>
    <w:p w:rsidR="003E75AD" w:rsidRDefault="007710BF" w:rsidP="00360E83">
      <w:pPr>
        <w:pStyle w:val="libNormal"/>
        <w:rPr>
          <w:lang w:bidi="bn-IN"/>
        </w:rPr>
      </w:pPr>
      <w:r w:rsidRPr="001933EC">
        <w:rPr>
          <w:rStyle w:val="libAlaemChar"/>
        </w:rPr>
        <w:t>“</w:t>
      </w:r>
      <w:r w:rsidR="009E7BEE">
        <w:rPr>
          <w:cs/>
          <w:lang w:bidi="bn-IN"/>
        </w:rPr>
        <w:t>মৃত্যু</w:t>
      </w:r>
      <w:r w:rsidRPr="007710BF">
        <w:rPr>
          <w:cs/>
          <w:lang w:bidi="bn-IN"/>
        </w:rPr>
        <w:t xml:space="preserve"> একটি পুলের মত যার উপর দিয়ে তোমরা অতিক্র</w:t>
      </w:r>
      <w:r w:rsidR="003E75AD">
        <w:rPr>
          <w:cs/>
          <w:lang w:bidi="bn-IN"/>
        </w:rPr>
        <w:t>ম করবে ও জান্নাতকে আলিঙ্গন করবে</w:t>
      </w:r>
      <w:r w:rsidR="003E75AD">
        <w:rPr>
          <w:lang w:bidi="bn-IN"/>
        </w:rPr>
        <w:t xml:space="preserve"> </w:t>
      </w:r>
      <w:r w:rsidRPr="007710BF">
        <w:rPr>
          <w:cs/>
          <w:lang w:bidi="bn-IN"/>
        </w:rPr>
        <w:t>(কষ্ট থেকে মুক্তি লাভ করে জান্নাতে প্রবেশ করবে)।</w:t>
      </w:r>
      <w:r w:rsidRPr="001933EC">
        <w:rPr>
          <w:rStyle w:val="libAlaemChar"/>
        </w:rPr>
        <w:t>”</w:t>
      </w:r>
      <w:r w:rsidRPr="007710BF">
        <w:t xml:space="preserve"> (</w:t>
      </w:r>
      <w:r w:rsidRPr="007710BF">
        <w:rPr>
          <w:cs/>
          <w:lang w:bidi="bn-IN"/>
        </w:rPr>
        <w:t>মায়ানী আল আখবার সাদুক</w:t>
      </w:r>
      <w:r w:rsidR="00895143">
        <w:t>,</w:t>
      </w:r>
      <w:r w:rsidRPr="007710BF">
        <w:rPr>
          <w:cs/>
          <w:lang w:bidi="bn-IN"/>
        </w:rPr>
        <w:t>পৃ. ২৮৯)৮৬</w:t>
      </w:r>
    </w:p>
    <w:p w:rsidR="003E75AD" w:rsidRDefault="007710BF" w:rsidP="00360E83">
      <w:pPr>
        <w:pStyle w:val="libNormal"/>
        <w:rPr>
          <w:lang w:bidi="bn-IN"/>
        </w:rPr>
      </w:pPr>
      <w:r w:rsidRPr="007710BF">
        <w:rPr>
          <w:cs/>
          <w:lang w:bidi="bn-IN"/>
        </w:rPr>
        <w:t xml:space="preserve">হে আমার সাথীরা! আমাদের সম্মুখে শুধু একটি সাঁকো রয়েছে যার নাম </w:t>
      </w:r>
      <w:r w:rsidR="009E7BEE">
        <w:rPr>
          <w:cs/>
          <w:lang w:bidi="bn-IN"/>
        </w:rPr>
        <w:t>মৃত্যু</w:t>
      </w:r>
      <w:r w:rsidR="003936CB">
        <w:t>-</w:t>
      </w:r>
      <w:r w:rsidRPr="007710BF">
        <w:t xml:space="preserve"> </w:t>
      </w:r>
      <w:r w:rsidR="003E75AD">
        <w:rPr>
          <w:cs/>
          <w:lang w:bidi="bn-IN"/>
        </w:rPr>
        <w:t>এটা অতিক্রম</w:t>
      </w:r>
      <w:r w:rsidR="003E75AD">
        <w:rPr>
          <w:lang w:bidi="bn-IN"/>
        </w:rPr>
        <w:t xml:space="preserve"> </w:t>
      </w:r>
      <w:r w:rsidRPr="007710BF">
        <w:rPr>
          <w:cs/>
          <w:lang w:bidi="bn-IN"/>
        </w:rPr>
        <w:t xml:space="preserve">করলেই আমরা জান্নাতে প্রবেশ করব। প্রতি মুহূর্তে যখন </w:t>
      </w:r>
      <w:r w:rsidR="009E7BEE">
        <w:rPr>
          <w:cs/>
          <w:lang w:bidi="bn-IN"/>
        </w:rPr>
        <w:t>মৃত্যু</w:t>
      </w:r>
      <w:r w:rsidR="003E75AD">
        <w:rPr>
          <w:cs/>
          <w:lang w:bidi="bn-IN"/>
        </w:rPr>
        <w:t xml:space="preserve"> নিকটবর্তী হচ্ছিল ইমাম হুসাইনের</w:t>
      </w:r>
      <w:r w:rsidR="003E75AD">
        <w:rPr>
          <w:lang w:bidi="bn-IN"/>
        </w:rPr>
        <w:t xml:space="preserve"> </w:t>
      </w:r>
      <w:r w:rsidRPr="007710BF">
        <w:rPr>
          <w:cs/>
          <w:lang w:bidi="bn-IN"/>
        </w:rPr>
        <w:t>চেহারা তত সুন্দর ও হাস্যোজ্জ্বল হচ্ছিল।</w:t>
      </w:r>
    </w:p>
    <w:p w:rsidR="003E75AD" w:rsidRDefault="007710BF" w:rsidP="00360E83">
      <w:pPr>
        <w:pStyle w:val="libNormal"/>
        <w:rPr>
          <w:rtl/>
        </w:rPr>
      </w:pPr>
      <w:r w:rsidRPr="007710BF">
        <w:rPr>
          <w:cs/>
          <w:lang w:bidi="bn-IN"/>
        </w:rPr>
        <w:t>যুদ্ধের শেষ মুহূর্তে যখন ইমাম হুসাইন ঘোড়া থেকে মাটিতে পড়ে নিস্তেজ হয়ে পড়েছিলেন উমর</w:t>
      </w:r>
      <w:r w:rsidR="003E75AD">
        <w:rPr>
          <w:lang w:bidi="bn-IN"/>
        </w:rPr>
        <w:t xml:space="preserve"> </w:t>
      </w:r>
      <w:r w:rsidRPr="007710BF">
        <w:rPr>
          <w:cs/>
          <w:lang w:bidi="bn-IN"/>
        </w:rPr>
        <w:t>ইবনে সা</w:t>
      </w:r>
      <w:r w:rsidRPr="001933EC">
        <w:rPr>
          <w:rStyle w:val="libAlaemChar"/>
        </w:rPr>
        <w:t>’</w:t>
      </w:r>
      <w:r w:rsidRPr="007710BF">
        <w:rPr>
          <w:cs/>
          <w:lang w:bidi="bn-IN"/>
        </w:rPr>
        <w:t>দের একজন সহযোগী যে এ দৃশ্য লক্ষ্য করছিল সে পুণ্য লাভের উদ্দেশ্যে উমর ইবনে</w:t>
      </w:r>
      <w:r w:rsidR="003E75AD">
        <w:rPr>
          <w:lang w:bidi="bn-IN"/>
        </w:rPr>
        <w:t xml:space="preserve"> </w:t>
      </w:r>
      <w:r w:rsidRPr="007710BF">
        <w:rPr>
          <w:cs/>
          <w:lang w:bidi="bn-IN"/>
        </w:rPr>
        <w:t>সা</w:t>
      </w:r>
      <w:r w:rsidRPr="001933EC">
        <w:rPr>
          <w:rStyle w:val="libAlaemChar"/>
        </w:rPr>
        <w:t>’</w:t>
      </w:r>
      <w:r w:rsidRPr="007710BF">
        <w:rPr>
          <w:cs/>
          <w:lang w:bidi="bn-IN"/>
        </w:rPr>
        <w:t>দকে বলল</w:t>
      </w:r>
      <w:r w:rsidR="00895143">
        <w:t>,</w:t>
      </w:r>
      <w:r w:rsidRPr="001933EC">
        <w:rPr>
          <w:rStyle w:val="libAlaemChar"/>
        </w:rPr>
        <w:t>“</w:t>
      </w:r>
      <w:r w:rsidRPr="007710BF">
        <w:rPr>
          <w:cs/>
          <w:lang w:bidi="bn-IN"/>
        </w:rPr>
        <w:t>অনুমতি দাও</w:t>
      </w:r>
      <w:r w:rsidR="00895143">
        <w:t>,</w:t>
      </w:r>
      <w:r w:rsidRPr="007710BF">
        <w:rPr>
          <w:cs/>
          <w:lang w:bidi="bn-IN"/>
        </w:rPr>
        <w:t>ওর জন্য কিছু পানি নিয়ে আসি। এখন তো ও মারাই যাচ্ছে</w:t>
      </w:r>
      <w:r w:rsidR="00895143">
        <w:t>,</w:t>
      </w:r>
      <w:r w:rsidRPr="007710BF">
        <w:rPr>
          <w:cs/>
          <w:lang w:bidi="bn-IN"/>
        </w:rPr>
        <w:t>পানি</w:t>
      </w:r>
      <w:r w:rsidR="003E75AD">
        <w:rPr>
          <w:lang w:bidi="bn-IN"/>
        </w:rPr>
        <w:t xml:space="preserve"> </w:t>
      </w:r>
      <w:r w:rsidRPr="007710BF">
        <w:rPr>
          <w:cs/>
          <w:lang w:bidi="bn-IN"/>
        </w:rPr>
        <w:t>খেলেও কিছু করতে পারবে না।</w:t>
      </w:r>
      <w:r w:rsidRPr="001933EC">
        <w:rPr>
          <w:rStyle w:val="libAlaemChar"/>
        </w:rPr>
        <w:t>”</w:t>
      </w:r>
      <w:r w:rsidRPr="007710BF">
        <w:t xml:space="preserve"> </w:t>
      </w:r>
      <w:r w:rsidRPr="007710BF">
        <w:rPr>
          <w:cs/>
          <w:lang w:bidi="bn-IN"/>
        </w:rPr>
        <w:t>উমর ইবনে সা</w:t>
      </w:r>
      <w:r w:rsidRPr="001933EC">
        <w:rPr>
          <w:rStyle w:val="libAlaemChar"/>
        </w:rPr>
        <w:t>’</w:t>
      </w:r>
      <w:r w:rsidRPr="007710BF">
        <w:rPr>
          <w:cs/>
          <w:lang w:bidi="bn-IN"/>
        </w:rPr>
        <w:t>দ অনুমতি দিলে সে যখন পানি নিয়ে ফিরছিল তখন</w:t>
      </w:r>
      <w:r w:rsidR="003E75AD">
        <w:rPr>
          <w:lang w:bidi="bn-IN"/>
        </w:rPr>
        <w:t xml:space="preserve"> </w:t>
      </w:r>
      <w:r w:rsidRPr="007710BF">
        <w:rPr>
          <w:cs/>
          <w:lang w:bidi="bn-IN"/>
        </w:rPr>
        <w:t>দেখল পাষণ্ড ও অভিশপ্ত শিমার ইমামের মাথা নিয়ে যাচ্ছে। ঐ ব্যক্তি ইমাম হুসাইন (আ.)-কে দেখার</w:t>
      </w:r>
      <w:r w:rsidR="003E75AD">
        <w:rPr>
          <w:lang w:bidi="bn-IN"/>
        </w:rPr>
        <w:t xml:space="preserve"> </w:t>
      </w:r>
      <w:r w:rsidRPr="007710BF">
        <w:rPr>
          <w:cs/>
          <w:lang w:bidi="bn-IN"/>
        </w:rPr>
        <w:t>অভিব্যক্তিকে এভাবে বর্ণনা করেছে</w:t>
      </w:r>
      <w:r w:rsidR="003936CB">
        <w:t>-</w:t>
      </w:r>
    </w:p>
    <w:p w:rsidR="003E75AD" w:rsidRDefault="003E75AD" w:rsidP="003E75AD">
      <w:pPr>
        <w:pStyle w:val="libArCenter"/>
        <w:rPr>
          <w:rtl/>
          <w:lang w:bidi="fa-IR"/>
        </w:rPr>
      </w:pPr>
      <w:r>
        <w:rPr>
          <w:rFonts w:hint="cs"/>
          <w:rtl/>
          <w:lang w:bidi="ar-SA"/>
        </w:rPr>
        <w:t>و لقد شغلتی نور وجهه عن الفکرة فی قتله</w:t>
      </w:r>
    </w:p>
    <w:p w:rsidR="003E75AD" w:rsidRPr="003E75AD" w:rsidRDefault="003E75AD" w:rsidP="003E75AD">
      <w:pPr>
        <w:pStyle w:val="libArCenter"/>
        <w:rPr>
          <w:rtl/>
          <w:lang w:bidi="fa-IR"/>
        </w:rPr>
      </w:pPr>
    </w:p>
    <w:p w:rsidR="003E75AD" w:rsidRDefault="007710BF" w:rsidP="00360E83">
      <w:pPr>
        <w:pStyle w:val="libNormal"/>
        <w:rPr>
          <w:rStyle w:val="libAlaemChar"/>
        </w:rPr>
      </w:pPr>
      <w:r w:rsidRPr="007710BF">
        <w:t xml:space="preserve">  </w:t>
      </w:r>
      <w:r w:rsidRPr="001933EC">
        <w:rPr>
          <w:rStyle w:val="libAlaemChar"/>
        </w:rPr>
        <w:t>“</w:t>
      </w:r>
      <w:r w:rsidR="00FE6D44">
        <w:rPr>
          <w:cs/>
          <w:lang w:bidi="bn-IN"/>
        </w:rPr>
        <w:t>তার</w:t>
      </w:r>
      <w:r w:rsidRPr="007710BF">
        <w:rPr>
          <w:cs/>
          <w:lang w:bidi="bn-IN"/>
        </w:rPr>
        <w:t xml:space="preserve"> চেহারার নূরে এতটা মোহিত হয়েছিলাম যে</w:t>
      </w:r>
      <w:r w:rsidR="00895143">
        <w:t>,</w:t>
      </w:r>
      <w:r w:rsidR="00FE6D44">
        <w:rPr>
          <w:cs/>
          <w:lang w:bidi="bn-IN"/>
        </w:rPr>
        <w:t>তার</w:t>
      </w:r>
      <w:r w:rsidRPr="007710BF">
        <w:rPr>
          <w:cs/>
          <w:lang w:bidi="bn-IN"/>
        </w:rPr>
        <w:t xml:space="preserve"> নিহত হওয়ার চিন্তা আমার মাথায়</w:t>
      </w:r>
      <w:r w:rsidR="003E75AD">
        <w:rPr>
          <w:lang w:bidi="bn-IN"/>
        </w:rPr>
        <w:t xml:space="preserve"> </w:t>
      </w:r>
      <w:r w:rsidRPr="007710BF">
        <w:rPr>
          <w:cs/>
          <w:lang w:bidi="bn-IN"/>
        </w:rPr>
        <w:t>আসেনি।</w:t>
      </w:r>
      <w:r w:rsidRPr="001933EC">
        <w:rPr>
          <w:rStyle w:val="libAlaemChar"/>
        </w:rPr>
        <w:t>”</w:t>
      </w:r>
    </w:p>
    <w:p w:rsidR="003E75AD" w:rsidRDefault="007710BF" w:rsidP="00360E83">
      <w:pPr>
        <w:pStyle w:val="libNormal"/>
        <w:rPr>
          <w:cs/>
          <w:lang w:bidi="bn-IN"/>
        </w:rPr>
      </w:pPr>
      <w:r w:rsidRPr="007710BF">
        <w:rPr>
          <w:cs/>
          <w:lang w:bidi="bn-IN"/>
        </w:rPr>
        <w:t>পূর্ণ মানব সে-ই যার উপর কোন পরিস্থিতিই প্রভাব বিস্তার করতে পারে না (ক্ষমতা</w:t>
      </w:r>
      <w:r w:rsidR="00895143">
        <w:t>,</w:t>
      </w:r>
      <w:r w:rsidRPr="007710BF">
        <w:rPr>
          <w:cs/>
          <w:lang w:bidi="bn-IN"/>
        </w:rPr>
        <w:t>প্রভাব</w:t>
      </w:r>
      <w:r w:rsidR="00895143">
        <w:t>,</w:t>
      </w:r>
      <w:r w:rsidRPr="007710BF">
        <w:rPr>
          <w:cs/>
          <w:lang w:bidi="bn-IN"/>
        </w:rPr>
        <w:t>দুঃখ</w:t>
      </w:r>
      <w:r w:rsidR="00895143">
        <w:t>,</w:t>
      </w:r>
      <w:r w:rsidRPr="007710BF">
        <w:rPr>
          <w:cs/>
          <w:lang w:bidi="bn-IN"/>
        </w:rPr>
        <w:t>কষ্ট</w:t>
      </w:r>
      <w:r w:rsidR="00895143">
        <w:t>,</w:t>
      </w:r>
      <w:r w:rsidRPr="007710BF">
        <w:rPr>
          <w:cs/>
          <w:lang w:bidi="bn-IN"/>
        </w:rPr>
        <w:t>আনন্দ কোন অবস্থাতেই সে তার ভারসাম্য ও ব্যক্তিত্বকে হারায় না)। যেমন আলী (আ.) এরূপ</w:t>
      </w:r>
      <w:r w:rsidR="003E75AD">
        <w:rPr>
          <w:lang w:bidi="bn-IN"/>
        </w:rPr>
        <w:t xml:space="preserve"> </w:t>
      </w:r>
      <w:r w:rsidRPr="007710BF">
        <w:rPr>
          <w:cs/>
          <w:lang w:bidi="bn-IN"/>
        </w:rPr>
        <w:t>এক নমুনা যিনি সামাজিক ও অর্থনৈতিক পদ ও মর্যাদার সকল স্তরেই অবস্থান করেছেন</w:t>
      </w:r>
      <w:r w:rsidRPr="007710BF">
        <w:t xml:space="preserve">; </w:t>
      </w:r>
      <w:r w:rsidRPr="007710BF">
        <w:rPr>
          <w:cs/>
          <w:lang w:bidi="bn-IN"/>
        </w:rPr>
        <w:t>রাষ্ট্রের</w:t>
      </w:r>
      <w:r w:rsidR="003E75AD">
        <w:rPr>
          <w:lang w:bidi="bn-IN"/>
        </w:rPr>
        <w:t xml:space="preserve"> </w:t>
      </w:r>
      <w:r w:rsidRPr="007710BF">
        <w:rPr>
          <w:cs/>
          <w:lang w:bidi="bn-IN"/>
        </w:rPr>
        <w:t>সর্বোচ্চ পর্যায়ের পদ খেলাফত থেকে সর্বনিম্ম পদ শ্রমিকের কাজও তিনি করেছেন। আলী আলওয়ারদী বলেছেন</w:t>
      </w:r>
      <w:r w:rsidR="00895143">
        <w:t>,</w:t>
      </w:r>
      <w:r w:rsidRPr="001933EC">
        <w:rPr>
          <w:rStyle w:val="libAlaemChar"/>
        </w:rPr>
        <w:t>“</w:t>
      </w:r>
      <w:r w:rsidRPr="007710BF">
        <w:rPr>
          <w:cs/>
          <w:lang w:bidi="bn-IN"/>
        </w:rPr>
        <w:t>আলী (আ.) কার্ল মার্কসের তত্ত্বকে ভুল প্রমাণ করেছেন। আলীর কুড়ে ঘরেরঁ</w:t>
      </w:r>
      <w:r w:rsidR="003E75AD">
        <w:rPr>
          <w:lang w:bidi="bn-IN"/>
        </w:rPr>
        <w:t xml:space="preserve"> </w:t>
      </w:r>
      <w:r w:rsidRPr="007710BF">
        <w:rPr>
          <w:cs/>
          <w:lang w:bidi="bn-IN"/>
        </w:rPr>
        <w:t>জীবনের সঙ্গে (শ্রমিক অবস্থায়) প্রাসাদের জীবনের (খেলাফতের সময়কাল</w:t>
      </w:r>
      <w:r w:rsidR="00895143">
        <w:t>,</w:t>
      </w:r>
      <w:r w:rsidRPr="007710BF">
        <w:rPr>
          <w:cs/>
          <w:lang w:bidi="bn-IN"/>
        </w:rPr>
        <w:t>যদিও প্রকৃতপক্ষে আলী</w:t>
      </w:r>
      <w:r w:rsidR="003E75AD">
        <w:rPr>
          <w:lang w:bidi="bn-IN"/>
        </w:rPr>
        <w:t xml:space="preserve"> </w:t>
      </w:r>
      <w:r w:rsidRPr="007710BF">
        <w:rPr>
          <w:cs/>
          <w:lang w:bidi="bn-IN"/>
        </w:rPr>
        <w:t>প্রাসাদে বাস করতেন না</w:t>
      </w:r>
      <w:r w:rsidR="00895143">
        <w:t>,</w:t>
      </w:r>
      <w:r w:rsidRPr="007710BF">
        <w:rPr>
          <w:cs/>
          <w:lang w:bidi="bn-IN"/>
        </w:rPr>
        <w:t>তবে পদমর্যাদার ক্ষেত্রে বলা হয়েছে) কোন পার্থক্য ছিল না। শ্রমিক আলীর</w:t>
      </w:r>
      <w:r w:rsidR="003E75AD">
        <w:rPr>
          <w:lang w:bidi="bn-IN"/>
        </w:rPr>
        <w:t xml:space="preserve"> </w:t>
      </w:r>
      <w:r w:rsidRPr="007710BF">
        <w:rPr>
          <w:cs/>
          <w:lang w:bidi="bn-IN"/>
        </w:rPr>
        <w:t>চিন্তার সঙ্গে খলিফা আলীর চিন্তার কোন পার্থক্য ছিল না।</w:t>
      </w:r>
      <w:r w:rsidRPr="001933EC">
        <w:rPr>
          <w:rStyle w:val="libAlaemChar"/>
        </w:rPr>
        <w:t>”</w:t>
      </w:r>
      <w:r w:rsidRPr="007710BF">
        <w:t xml:space="preserve"> </w:t>
      </w:r>
      <w:r w:rsidRPr="007710BF">
        <w:rPr>
          <w:cs/>
          <w:lang w:bidi="bn-IN"/>
        </w:rPr>
        <w:t>এজন্যই আলী (আ.) পূর্ণ মানব।</w:t>
      </w:r>
    </w:p>
    <w:p w:rsidR="003E75AD" w:rsidRPr="00A377A9" w:rsidRDefault="003E75AD" w:rsidP="009848A8">
      <w:pPr>
        <w:pStyle w:val="libNormal"/>
        <w:rPr>
          <w:rtl/>
          <w:cs/>
        </w:rPr>
      </w:pPr>
      <w:r>
        <w:rPr>
          <w:cs/>
          <w:lang w:bidi="bn-IN"/>
        </w:rPr>
        <w:br w:type="page"/>
      </w:r>
    </w:p>
    <w:p w:rsidR="003E75AD" w:rsidRDefault="007710BF" w:rsidP="005E2149">
      <w:pPr>
        <w:pStyle w:val="Heading1"/>
        <w:rPr>
          <w:lang w:bidi="bn-IN"/>
        </w:rPr>
      </w:pPr>
      <w:bookmarkStart w:id="27" w:name="_Toc392601436"/>
      <w:r w:rsidRPr="007710BF">
        <w:rPr>
          <w:cs/>
          <w:lang w:bidi="bn-IN"/>
        </w:rPr>
        <w:t>আলী (আ.)-এর গোপনে দাফন</w:t>
      </w:r>
      <w:bookmarkEnd w:id="27"/>
    </w:p>
    <w:p w:rsidR="005E2149" w:rsidRDefault="005E2149" w:rsidP="00360E83">
      <w:pPr>
        <w:pStyle w:val="libNormal"/>
        <w:rPr>
          <w:lang w:bidi="bn-IN"/>
        </w:rPr>
      </w:pPr>
    </w:p>
    <w:p w:rsidR="005E2149" w:rsidRDefault="007710BF" w:rsidP="00360E83">
      <w:pPr>
        <w:pStyle w:val="libNormal"/>
      </w:pPr>
      <w:r w:rsidRPr="007710BF">
        <w:rPr>
          <w:cs/>
          <w:lang w:bidi="bn-IN"/>
        </w:rPr>
        <w:t>আমরা কেন আজকে এখানে সমবেত হয়েছি</w:t>
      </w:r>
      <w:r w:rsidRPr="007710BF">
        <w:t xml:space="preserve">? </w:t>
      </w:r>
      <w:r w:rsidRPr="007710BF">
        <w:rPr>
          <w:cs/>
          <w:lang w:bidi="bn-IN"/>
        </w:rPr>
        <w:t>সমবেত হয়েছি এক পূর্ণ মানব-এর শোক পালন</w:t>
      </w:r>
      <w:r w:rsidR="005E2149">
        <w:rPr>
          <w:lang w:bidi="bn-IN"/>
        </w:rPr>
        <w:t xml:space="preserve"> </w:t>
      </w:r>
      <w:r w:rsidRPr="007710BF">
        <w:rPr>
          <w:cs/>
          <w:lang w:bidi="bn-IN"/>
        </w:rPr>
        <w:t>করতে। যেহেতু এ পূর্ণ মানবকে গোপনে দাফন করতে হয়েছে। কেন</w:t>
      </w:r>
      <w:r w:rsidRPr="007710BF">
        <w:t xml:space="preserve">? </w:t>
      </w:r>
      <w:r w:rsidRPr="007710BF">
        <w:rPr>
          <w:cs/>
          <w:lang w:bidi="bn-IN"/>
        </w:rPr>
        <w:t xml:space="preserve">কারণ </w:t>
      </w:r>
      <w:r w:rsidR="00FE6D44">
        <w:rPr>
          <w:cs/>
          <w:lang w:bidi="bn-IN"/>
        </w:rPr>
        <w:t>তার</w:t>
      </w:r>
      <w:r w:rsidRPr="007710BF">
        <w:rPr>
          <w:cs/>
          <w:lang w:bidi="bn-IN"/>
        </w:rPr>
        <w:t xml:space="preserve"> যেরূপ পরম বন্ধু</w:t>
      </w:r>
      <w:r w:rsidR="005E2149">
        <w:rPr>
          <w:lang w:bidi="bn-IN"/>
        </w:rPr>
        <w:t xml:space="preserve"> </w:t>
      </w:r>
      <w:r w:rsidRPr="007710BF">
        <w:rPr>
          <w:cs/>
          <w:lang w:bidi="bn-IN"/>
        </w:rPr>
        <w:t xml:space="preserve">রয়েছে সেরূপ পরম শত্রুও রয়েছে। </w:t>
      </w:r>
      <w:r w:rsidRPr="001933EC">
        <w:rPr>
          <w:rStyle w:val="libAlaemChar"/>
        </w:rPr>
        <w:t>‘</w:t>
      </w:r>
      <w:r w:rsidRPr="007710BF">
        <w:rPr>
          <w:cs/>
          <w:lang w:bidi="bn-IN"/>
        </w:rPr>
        <w:t>আলী (আ.)-এর আকর্ষণ ও বিকর্ষণ</w:t>
      </w:r>
      <w:r w:rsidRPr="001933EC">
        <w:rPr>
          <w:rStyle w:val="libAlaemChar"/>
        </w:rPr>
        <w:t>’</w:t>
      </w:r>
      <w:r w:rsidRPr="007710BF">
        <w:t xml:space="preserve"> </w:t>
      </w:r>
      <w:r w:rsidRPr="007710BF">
        <w:rPr>
          <w:cs/>
          <w:lang w:bidi="bn-IN"/>
        </w:rPr>
        <w:t>গ্রন্থে (বাংলায় অনূদিত</w:t>
      </w:r>
      <w:r w:rsidR="005E2149">
        <w:rPr>
          <w:lang w:bidi="bn-IN"/>
        </w:rPr>
        <w:t xml:space="preserve"> </w:t>
      </w:r>
      <w:r w:rsidRPr="007710BF">
        <w:rPr>
          <w:cs/>
          <w:lang w:bidi="bn-IN"/>
        </w:rPr>
        <w:t xml:space="preserve">হয়েছে) আমরা </w:t>
      </w:r>
      <w:r w:rsidR="00906B99">
        <w:rPr>
          <w:cs/>
          <w:lang w:bidi="bn-IN"/>
        </w:rPr>
        <w:t>উল্লেখ</w:t>
      </w:r>
      <w:r w:rsidRPr="007710BF">
        <w:rPr>
          <w:rFonts w:hint="cs"/>
          <w:cs/>
          <w:lang w:bidi="bn-IN"/>
        </w:rPr>
        <w:t xml:space="preserve"> করেছি এ ধরনের ব্যক্ত</w:t>
      </w:r>
      <w:r w:rsidRPr="007710BF">
        <w:rPr>
          <w:cs/>
          <w:lang w:bidi="bn-IN"/>
        </w:rPr>
        <w:t>িরা যেমন প্রচণ্ড আকর্ষণ ক্ষমতার অধিকারী তেমনি</w:t>
      </w:r>
      <w:r w:rsidR="005E2149">
        <w:rPr>
          <w:lang w:bidi="bn-IN"/>
        </w:rPr>
        <w:t xml:space="preserve"> </w:t>
      </w:r>
      <w:r w:rsidRPr="007710BF">
        <w:rPr>
          <w:cs/>
          <w:lang w:bidi="bn-IN"/>
        </w:rPr>
        <w:t xml:space="preserve">বিকর্ষণ ক্ষমতারও। </w:t>
      </w:r>
      <w:r w:rsidR="00611BB9">
        <w:rPr>
          <w:cs/>
          <w:lang w:bidi="bn-IN"/>
        </w:rPr>
        <w:t>তা</w:t>
      </w:r>
      <w:r w:rsidRPr="007710BF">
        <w:rPr>
          <w:cs/>
          <w:lang w:bidi="bn-IN"/>
        </w:rPr>
        <w:t>দের বন্ধুও যেমনি থাকে চরম অন্তরঙ্গ ও উচ্চ পর্যায়ের যারা যে কোন সময়ে</w:t>
      </w:r>
      <w:r w:rsidR="005E2149">
        <w:rPr>
          <w:lang w:bidi="bn-IN"/>
        </w:rPr>
        <w:t xml:space="preserve"> </w:t>
      </w:r>
      <w:r w:rsidR="00FE6D44">
        <w:rPr>
          <w:cs/>
          <w:lang w:bidi="bn-IN"/>
        </w:rPr>
        <w:t>তার</w:t>
      </w:r>
      <w:r w:rsidRPr="007710BF">
        <w:rPr>
          <w:cs/>
          <w:lang w:bidi="bn-IN"/>
        </w:rPr>
        <w:t xml:space="preserve"> জন্য প্রাণ দিতে অকুণ্ঠিত তেমনি শত্রুও থাকে যারা </w:t>
      </w:r>
      <w:r w:rsidR="00FE6D44">
        <w:rPr>
          <w:cs/>
          <w:lang w:bidi="bn-IN"/>
        </w:rPr>
        <w:t>তার</w:t>
      </w:r>
      <w:r w:rsidRPr="007710BF">
        <w:rPr>
          <w:cs/>
          <w:lang w:bidi="bn-IN"/>
        </w:rPr>
        <w:t xml:space="preserve"> রক্তের জন্য পিপাসার্ত বিশেষত অভ্যন্তরীণ ও নিকটতম শত্রু। যেমন খারেজীরা দীনের বাহ্যিক কাঠামোতে বিশ্বাসী ও ঈমানের অধিকারী</w:t>
      </w:r>
      <w:r w:rsidR="00895143">
        <w:t>,</w:t>
      </w:r>
      <w:r w:rsidRPr="007710BF">
        <w:rPr>
          <w:cs/>
          <w:lang w:bidi="bn-IN"/>
        </w:rPr>
        <w:t xml:space="preserve">কিন্তু দীনের মূল শিক্ষা </w:t>
      </w:r>
      <w:r w:rsidR="000C4B23">
        <w:rPr>
          <w:cs/>
          <w:lang w:bidi="bn-IN"/>
        </w:rPr>
        <w:t>সম্পর্কে</w:t>
      </w:r>
      <w:r w:rsidRPr="007710BF">
        <w:rPr>
          <w:cs/>
          <w:lang w:bidi="bn-IN"/>
        </w:rPr>
        <w:t xml:space="preserve"> অজ্ঞ</w:t>
      </w:r>
      <w:r w:rsidRPr="007710BF">
        <w:rPr>
          <w:cs/>
          <w:lang w:bidi="hi-IN"/>
        </w:rPr>
        <w:t xml:space="preserve">। </w:t>
      </w:r>
      <w:r w:rsidRPr="007710BF">
        <w:rPr>
          <w:cs/>
          <w:lang w:bidi="bn-IN"/>
        </w:rPr>
        <w:t>আলী (আ.) নিজেই বলেছেন</w:t>
      </w:r>
      <w:r w:rsidR="00895143">
        <w:t>,</w:t>
      </w:r>
      <w:r w:rsidRPr="007710BF">
        <w:rPr>
          <w:cs/>
          <w:lang w:bidi="bn-IN"/>
        </w:rPr>
        <w:t>এরা ঈমানদার</w:t>
      </w:r>
      <w:r w:rsidR="00895143">
        <w:t>,</w:t>
      </w:r>
      <w:r w:rsidRPr="007710BF">
        <w:rPr>
          <w:cs/>
          <w:lang w:bidi="bn-IN"/>
        </w:rPr>
        <w:t xml:space="preserve">কিন্তু অজ্ঞ। </w:t>
      </w:r>
      <w:r w:rsidR="00FE6D44">
        <w:rPr>
          <w:cs/>
          <w:lang w:bidi="bn-IN"/>
        </w:rPr>
        <w:t>তার</w:t>
      </w:r>
      <w:r w:rsidR="005E2149">
        <w:rPr>
          <w:lang w:bidi="bn-IN"/>
        </w:rPr>
        <w:t xml:space="preserve"> </w:t>
      </w:r>
      <w:r w:rsidRPr="007710BF">
        <w:rPr>
          <w:cs/>
          <w:lang w:bidi="bn-IN"/>
        </w:rPr>
        <w:t>ভাষায়</w:t>
      </w:r>
      <w:r w:rsidR="003936CB">
        <w:t>-</w:t>
      </w:r>
    </w:p>
    <w:p w:rsidR="005E2149" w:rsidRDefault="005E2149" w:rsidP="005E2149">
      <w:pPr>
        <w:pStyle w:val="libArCenter"/>
        <w:rPr>
          <w:rtl/>
          <w:lang w:bidi="fa-IR"/>
        </w:rPr>
      </w:pPr>
      <w:r>
        <w:rPr>
          <w:rFonts w:hint="cs"/>
          <w:rtl/>
          <w:lang w:bidi="ar-SA"/>
        </w:rPr>
        <w:t>لا تقولوا الخوارج بعدی فلیس من طلب الحق فأخطاه کمن طلب الباطل فأدرکه</w:t>
      </w:r>
    </w:p>
    <w:p w:rsidR="005E2149" w:rsidRPr="005E2149" w:rsidRDefault="005E2149" w:rsidP="005E2149">
      <w:pPr>
        <w:pStyle w:val="libArCenter"/>
        <w:rPr>
          <w:rtl/>
          <w:lang w:bidi="fa-IR"/>
        </w:rPr>
      </w:pPr>
    </w:p>
    <w:p w:rsidR="005E2149" w:rsidRDefault="007710BF" w:rsidP="00360E83">
      <w:pPr>
        <w:pStyle w:val="libNormal"/>
        <w:rPr>
          <w:rStyle w:val="libAlaemChar"/>
        </w:rPr>
      </w:pPr>
      <w:r w:rsidRPr="001933EC">
        <w:rPr>
          <w:rStyle w:val="libAlaemChar"/>
        </w:rPr>
        <w:t>“</w:t>
      </w:r>
      <w:r w:rsidRPr="007710BF">
        <w:rPr>
          <w:cs/>
          <w:lang w:bidi="bn-IN"/>
        </w:rPr>
        <w:t>খারেজীদের আমার মৃত্যুর পর আর হত্যা করো না</w:t>
      </w:r>
      <w:r w:rsidR="00895143">
        <w:t>,</w:t>
      </w:r>
      <w:r w:rsidRPr="007710BF">
        <w:rPr>
          <w:cs/>
          <w:lang w:bidi="bn-IN"/>
        </w:rPr>
        <w:t>যেহেতু যারা সত্যের সন্ধানী</w:t>
      </w:r>
      <w:r w:rsidR="00895143">
        <w:t>,</w:t>
      </w:r>
      <w:r w:rsidRPr="007710BF">
        <w:rPr>
          <w:cs/>
          <w:lang w:bidi="bn-IN"/>
        </w:rPr>
        <w:t>কিন্তু ভুল করছে</w:t>
      </w:r>
      <w:r w:rsidR="005E2149">
        <w:rPr>
          <w:lang w:bidi="bn-IN"/>
        </w:rPr>
        <w:t xml:space="preserve"> </w:t>
      </w:r>
      <w:r w:rsidRPr="007710BF">
        <w:rPr>
          <w:cs/>
          <w:lang w:bidi="bn-IN"/>
        </w:rPr>
        <w:t>তারা যারা অসত্যকে জানার পরও তার অনুসরণ করছে এক সমান নয়।</w:t>
      </w:r>
      <w:r w:rsidRPr="001933EC">
        <w:rPr>
          <w:rStyle w:val="libAlaemChar"/>
        </w:rPr>
        <w:t>”</w:t>
      </w:r>
      <w:r w:rsidRPr="007710BF">
        <w:t xml:space="preserve"> </w:t>
      </w:r>
      <w:r w:rsidRPr="007710BF">
        <w:rPr>
          <w:cs/>
          <w:lang w:bidi="bn-IN"/>
        </w:rPr>
        <w:t>খারেজীদের সঙ্গে মুয়াবিয়ার</w:t>
      </w:r>
      <w:r w:rsidR="005E2149">
        <w:rPr>
          <w:lang w:bidi="bn-IN"/>
        </w:rPr>
        <w:t xml:space="preserve"> </w:t>
      </w:r>
      <w:r w:rsidRPr="007710BF">
        <w:rPr>
          <w:cs/>
          <w:lang w:bidi="bn-IN"/>
        </w:rPr>
        <w:t>অনুসারীদের তুলনা করে বলেছেন</w:t>
      </w:r>
      <w:r w:rsidR="00895143">
        <w:t>,</w:t>
      </w:r>
      <w:r w:rsidRPr="001933EC">
        <w:rPr>
          <w:rStyle w:val="libAlaemChar"/>
        </w:rPr>
        <w:t>“</w:t>
      </w:r>
      <w:r w:rsidRPr="007710BF">
        <w:rPr>
          <w:cs/>
          <w:lang w:bidi="bn-IN"/>
        </w:rPr>
        <w:t xml:space="preserve">আমার </w:t>
      </w:r>
      <w:r w:rsidR="004A744B">
        <w:rPr>
          <w:cs/>
          <w:lang w:bidi="bn-IN"/>
        </w:rPr>
        <w:t>মৃত্যুর</w:t>
      </w:r>
      <w:r w:rsidRPr="007710BF">
        <w:rPr>
          <w:cs/>
          <w:lang w:bidi="bn-IN"/>
        </w:rPr>
        <w:t xml:space="preserve"> পর এদের হত্</w:t>
      </w:r>
      <w:r w:rsidR="005E2149">
        <w:rPr>
          <w:cs/>
          <w:lang w:bidi="bn-IN"/>
        </w:rPr>
        <w:t>যা করো না। এদের সঙ্গে মুয়াবিয়ার</w:t>
      </w:r>
      <w:r w:rsidR="005E2149">
        <w:rPr>
          <w:lang w:bidi="bn-IN"/>
        </w:rPr>
        <w:t xml:space="preserve"> </w:t>
      </w:r>
      <w:r w:rsidRPr="007710BF">
        <w:rPr>
          <w:cs/>
          <w:lang w:bidi="bn-IN"/>
        </w:rPr>
        <w:t>অনুসারীদের পার্থক্য রয়েছে</w:t>
      </w:r>
      <w:r w:rsidR="00895143">
        <w:t>,</w:t>
      </w:r>
      <w:r w:rsidRPr="007710BF">
        <w:rPr>
          <w:cs/>
          <w:lang w:bidi="bn-IN"/>
        </w:rPr>
        <w:t>এরা সত্যকে চায়</w:t>
      </w:r>
      <w:r w:rsidR="00895143">
        <w:t>,</w:t>
      </w:r>
      <w:r w:rsidRPr="007710BF">
        <w:rPr>
          <w:cs/>
          <w:lang w:bidi="bn-IN"/>
        </w:rPr>
        <w:t>কিন্তু বোকা (তাই অন্যদের দ্বারা ব্যবহৃত হয়) ও ভুল</w:t>
      </w:r>
      <w:r w:rsidR="005E2149">
        <w:rPr>
          <w:lang w:bidi="bn-IN"/>
        </w:rPr>
        <w:t xml:space="preserve"> </w:t>
      </w:r>
      <w:r w:rsidRPr="007710BF">
        <w:rPr>
          <w:cs/>
          <w:lang w:bidi="bn-IN"/>
        </w:rPr>
        <w:t>করে। কিন্তু মুয়াবিয়াপন্থীরা সত্যকে জেনেই তার সঙ্গে সংঘর্ষে লিপ্ত।</w:t>
      </w:r>
      <w:r w:rsidRPr="001933EC">
        <w:rPr>
          <w:rStyle w:val="libAlaemChar"/>
        </w:rPr>
        <w:t>”</w:t>
      </w:r>
    </w:p>
    <w:p w:rsidR="005E2149" w:rsidRDefault="007710BF" w:rsidP="00360E83">
      <w:pPr>
        <w:pStyle w:val="libNormal"/>
        <w:rPr>
          <w:lang w:bidi="bn-IN"/>
        </w:rPr>
      </w:pPr>
      <w:r w:rsidRPr="007710BF">
        <w:rPr>
          <w:cs/>
          <w:lang w:bidi="bn-IN"/>
        </w:rPr>
        <w:t>তাই কেন আলীকে এত বন্ধু ও সুহৃদ থাকা সত্ত্বেও রাত্রিতে গোপনে দাফন করা হয়েছে</w:t>
      </w:r>
      <w:r w:rsidRPr="007710BF">
        <w:t xml:space="preserve">? </w:t>
      </w:r>
      <w:r w:rsidRPr="007710BF">
        <w:rPr>
          <w:cs/>
          <w:lang w:bidi="bn-IN"/>
        </w:rPr>
        <w:t>এই</w:t>
      </w:r>
      <w:r w:rsidR="005E2149">
        <w:rPr>
          <w:lang w:bidi="bn-IN"/>
        </w:rPr>
        <w:t xml:space="preserve"> </w:t>
      </w:r>
      <w:r w:rsidRPr="007710BF">
        <w:rPr>
          <w:cs/>
          <w:lang w:bidi="bn-IN"/>
        </w:rPr>
        <w:t>খারেজীদের ভয়ে। যেহেতু তারা বলত আলী মুসলমান নয়</w:t>
      </w:r>
      <w:r w:rsidR="00895143">
        <w:t>,</w:t>
      </w:r>
      <w:r w:rsidRPr="007710BF">
        <w:rPr>
          <w:cs/>
          <w:lang w:bidi="bn-IN"/>
        </w:rPr>
        <w:t>তাই ভয় ছিল তারা জানতে পারলে কবর</w:t>
      </w:r>
      <w:r w:rsidR="005E2149">
        <w:rPr>
          <w:lang w:bidi="bn-IN"/>
        </w:rPr>
        <w:t xml:space="preserve"> </w:t>
      </w:r>
      <w:r w:rsidRPr="007710BF">
        <w:rPr>
          <w:cs/>
          <w:lang w:bidi="bn-IN"/>
        </w:rPr>
        <w:t xml:space="preserve">থেকে </w:t>
      </w:r>
      <w:r w:rsidR="00FE6D44">
        <w:rPr>
          <w:cs/>
          <w:lang w:bidi="bn-IN"/>
        </w:rPr>
        <w:t>তার</w:t>
      </w:r>
      <w:r w:rsidRPr="007710BF">
        <w:rPr>
          <w:cs/>
          <w:lang w:bidi="bn-IN"/>
        </w:rPr>
        <w:t xml:space="preserve"> লাশ বের করে অপমান করত।</w:t>
      </w:r>
    </w:p>
    <w:p w:rsidR="005E2149" w:rsidRDefault="007710BF" w:rsidP="00360E83">
      <w:pPr>
        <w:pStyle w:val="libNormal"/>
        <w:rPr>
          <w:lang w:bidi="bn-IN"/>
        </w:rPr>
      </w:pPr>
      <w:r w:rsidRPr="007710BF">
        <w:rPr>
          <w:cs/>
          <w:lang w:bidi="bn-IN"/>
        </w:rPr>
        <w:t>ইমাম সাদিক (আ.)-এর সময়ের শেষ দিকে প্রায় শত বছর পর্যন্ত নবী পরিবারের ইমামরা ব্যতীত</w:t>
      </w:r>
      <w:r w:rsidR="005E2149">
        <w:rPr>
          <w:lang w:bidi="bn-IN"/>
        </w:rPr>
        <w:t xml:space="preserve"> </w:t>
      </w:r>
      <w:r w:rsidRPr="007710BF">
        <w:rPr>
          <w:cs/>
          <w:lang w:bidi="bn-IN"/>
        </w:rPr>
        <w:t>কেউই জানত না যে</w:t>
      </w:r>
      <w:r w:rsidR="00895143">
        <w:t>,</w:t>
      </w:r>
      <w:r w:rsidRPr="007710BF">
        <w:rPr>
          <w:cs/>
          <w:lang w:bidi="bn-IN"/>
        </w:rPr>
        <w:t>ইমাম আলী (আ.)-কে কোথায় দাফন করা হয়েছে</w:t>
      </w:r>
      <w:r w:rsidRPr="007710BF">
        <w:rPr>
          <w:cs/>
          <w:lang w:bidi="hi-IN"/>
        </w:rPr>
        <w:t>।</w:t>
      </w:r>
    </w:p>
    <w:p w:rsidR="005E2149" w:rsidRDefault="007710BF" w:rsidP="00360E83">
      <w:pPr>
        <w:pStyle w:val="libNormal"/>
        <w:rPr>
          <w:lang w:bidi="bn-IN"/>
        </w:rPr>
      </w:pPr>
      <w:r w:rsidRPr="007710BF">
        <w:rPr>
          <w:cs/>
          <w:lang w:bidi="bn-IN"/>
        </w:rPr>
        <w:t>একুশে রমযানের ভোরে ইমাম হাসান (আ.) জানাযার আকৃতিতে সাজিয়ে একটি খাটিয়া কিছু</w:t>
      </w:r>
      <w:r w:rsidR="005E2149">
        <w:rPr>
          <w:lang w:bidi="bn-IN"/>
        </w:rPr>
        <w:t xml:space="preserve"> </w:t>
      </w:r>
      <w:r w:rsidRPr="007710BF">
        <w:rPr>
          <w:cs/>
          <w:lang w:bidi="bn-IN"/>
        </w:rPr>
        <w:t>ব্যক্তির হাতে দেন মদীনায় নিয়ে যাওয়ার জন্য যাতে লোকজন মনে করে আলী (আ.)-কে মদীনায়</w:t>
      </w:r>
      <w:r w:rsidR="005E2149">
        <w:rPr>
          <w:lang w:bidi="bn-IN"/>
        </w:rPr>
        <w:t xml:space="preserve"> </w:t>
      </w:r>
      <w:r w:rsidRPr="007710BF">
        <w:rPr>
          <w:cs/>
          <w:lang w:bidi="bn-IN"/>
        </w:rPr>
        <w:t xml:space="preserve">দাফনের জন্য নিয়ে যাওয়া হচ্ছে। শুধু ইমাম আলীর সন্তানগণ ও কিছু সংখ্যক অনুসারী </w:t>
      </w:r>
      <w:r w:rsidR="00695D8C">
        <w:rPr>
          <w:cs/>
          <w:lang w:bidi="bn-IN"/>
        </w:rPr>
        <w:t>যারা</w:t>
      </w:r>
      <w:r w:rsidRPr="007710BF">
        <w:rPr>
          <w:cs/>
          <w:lang w:bidi="bn-IN"/>
        </w:rPr>
        <w:t xml:space="preserve"> </w:t>
      </w:r>
      <w:r w:rsidR="00FE6D44">
        <w:rPr>
          <w:cs/>
          <w:lang w:bidi="bn-IN"/>
        </w:rPr>
        <w:t>তার</w:t>
      </w:r>
      <w:r w:rsidR="005E2149">
        <w:rPr>
          <w:lang w:bidi="bn-IN"/>
        </w:rPr>
        <w:t xml:space="preserve"> </w:t>
      </w:r>
      <w:r w:rsidRPr="007710BF">
        <w:rPr>
          <w:cs/>
          <w:lang w:bidi="bn-IN"/>
        </w:rPr>
        <w:t xml:space="preserve">দাফনে অংশগ্রহণ করেছেন </w:t>
      </w:r>
      <w:r w:rsidR="00FE6D44">
        <w:rPr>
          <w:cs/>
          <w:lang w:bidi="bn-IN"/>
        </w:rPr>
        <w:t>তারা</w:t>
      </w:r>
      <w:r w:rsidRPr="007710BF">
        <w:rPr>
          <w:cs/>
          <w:lang w:bidi="bn-IN"/>
        </w:rPr>
        <w:t xml:space="preserve"> জানতেন </w:t>
      </w:r>
      <w:r w:rsidR="000459F1">
        <w:rPr>
          <w:cs/>
          <w:lang w:bidi="bn-IN"/>
        </w:rPr>
        <w:t>তাকে</w:t>
      </w:r>
      <w:r w:rsidRPr="007710BF">
        <w:rPr>
          <w:cs/>
          <w:lang w:bidi="bn-IN"/>
        </w:rPr>
        <w:t xml:space="preserve"> কোথায় দাফন করা হয়েছে। বর্তমানে কুফার নিকটে</w:t>
      </w:r>
      <w:r w:rsidR="005E2149">
        <w:rPr>
          <w:lang w:bidi="bn-IN"/>
        </w:rPr>
        <w:t xml:space="preserve"> </w:t>
      </w:r>
      <w:r w:rsidRPr="007710BF">
        <w:rPr>
          <w:cs/>
          <w:lang w:bidi="bn-IN"/>
        </w:rPr>
        <w:t xml:space="preserve">নাজাফে যে স্থানে আলীর সমাধি রয়েছে সেখানে </w:t>
      </w:r>
      <w:r w:rsidR="00FE6D44">
        <w:rPr>
          <w:cs/>
          <w:lang w:bidi="bn-IN"/>
        </w:rPr>
        <w:t>তারা</w:t>
      </w:r>
      <w:r w:rsidRPr="007710BF">
        <w:rPr>
          <w:cs/>
          <w:lang w:bidi="bn-IN"/>
        </w:rPr>
        <w:t xml:space="preserve"> গোপনে যিয়ারতে আসতেন। ইমাম সাদিক</w:t>
      </w:r>
      <w:r w:rsidR="005E2149">
        <w:rPr>
          <w:lang w:bidi="bn-IN"/>
        </w:rPr>
        <w:t xml:space="preserve"> </w:t>
      </w:r>
      <w:r w:rsidRPr="007710BF">
        <w:rPr>
          <w:cs/>
          <w:lang w:bidi="bn-IN"/>
        </w:rPr>
        <w:t>(আ.)-এর সময় যখন খারেজীরা নিশ্চিহ্ন হয়ে যায় এবং আলীর প্রতি অসম্মানের সম্ভাবনা রহিত হয়</w:t>
      </w:r>
      <w:r w:rsidR="005E2149">
        <w:rPr>
          <w:lang w:bidi="bn-IN"/>
        </w:rPr>
        <w:t xml:space="preserve"> </w:t>
      </w:r>
      <w:r w:rsidRPr="007710BF">
        <w:rPr>
          <w:cs/>
          <w:lang w:bidi="bn-IN"/>
        </w:rPr>
        <w:t xml:space="preserve">তখন ইমাম সাদিক </w:t>
      </w:r>
      <w:r w:rsidR="00FE6D44">
        <w:rPr>
          <w:cs/>
          <w:lang w:bidi="bn-IN"/>
        </w:rPr>
        <w:t>তার</w:t>
      </w:r>
      <w:r w:rsidRPr="007710BF">
        <w:rPr>
          <w:cs/>
          <w:lang w:bidi="bn-IN"/>
        </w:rPr>
        <w:t xml:space="preserve"> এক সাহাবী সাফওয়ান (রহ.)-কে সে স্থান চিহ্নিত করে গাছ লাগিয়ে দিতে</w:t>
      </w:r>
      <w:r w:rsidR="005E2149">
        <w:rPr>
          <w:lang w:bidi="bn-IN"/>
        </w:rPr>
        <w:t xml:space="preserve"> </w:t>
      </w:r>
      <w:r w:rsidRPr="007710BF">
        <w:rPr>
          <w:cs/>
          <w:lang w:bidi="bn-IN"/>
        </w:rPr>
        <w:t xml:space="preserve">বলেন। এরপর থেকে সবাই জানতে পারে ইমাম আলীর কবর সেখানে এবং </w:t>
      </w:r>
      <w:r w:rsidR="00FE6D44">
        <w:rPr>
          <w:cs/>
          <w:lang w:bidi="bn-IN"/>
        </w:rPr>
        <w:t>তার</w:t>
      </w:r>
      <w:r w:rsidRPr="007710BF">
        <w:rPr>
          <w:cs/>
          <w:lang w:bidi="bn-IN"/>
        </w:rPr>
        <w:t xml:space="preserve"> ভক্ত ও অনুসারীরা</w:t>
      </w:r>
      <w:r w:rsidR="005E2149">
        <w:rPr>
          <w:lang w:bidi="bn-IN"/>
        </w:rPr>
        <w:t xml:space="preserve"> </w:t>
      </w:r>
      <w:r w:rsidR="00FE6D44">
        <w:rPr>
          <w:cs/>
          <w:lang w:bidi="bn-IN"/>
        </w:rPr>
        <w:t>তার</w:t>
      </w:r>
      <w:r w:rsidRPr="007710BF">
        <w:rPr>
          <w:cs/>
          <w:lang w:bidi="bn-IN"/>
        </w:rPr>
        <w:t xml:space="preserve"> কবর যিয়ারত করতে শুরু করে।</w:t>
      </w:r>
    </w:p>
    <w:p w:rsidR="005E2149" w:rsidRDefault="007710BF" w:rsidP="00360E83">
      <w:pPr>
        <w:pStyle w:val="libNormal"/>
        <w:rPr>
          <w:rtl/>
        </w:rPr>
      </w:pPr>
      <w:r w:rsidRPr="007710BF">
        <w:rPr>
          <w:cs/>
          <w:lang w:bidi="bn-IN"/>
        </w:rPr>
        <w:t xml:space="preserve">যে রাতে আলীকে দাফন করা হয় খুব কম সংখ্যক লোক </w:t>
      </w:r>
      <w:r w:rsidR="00FE6D44">
        <w:rPr>
          <w:cs/>
          <w:lang w:bidi="bn-IN"/>
        </w:rPr>
        <w:t>তার</w:t>
      </w:r>
      <w:r w:rsidRPr="007710BF">
        <w:rPr>
          <w:cs/>
          <w:lang w:bidi="bn-IN"/>
        </w:rPr>
        <w:t xml:space="preserve"> দাফনের সময় উপস্থিত ছিলেন</w:t>
      </w:r>
      <w:r w:rsidRPr="007710BF">
        <w:rPr>
          <w:cs/>
          <w:lang w:bidi="hi-IN"/>
        </w:rPr>
        <w:t>।</w:t>
      </w:r>
      <w:r w:rsidR="005E2149">
        <w:rPr>
          <w:lang w:bidi="hi-IN"/>
        </w:rPr>
        <w:t xml:space="preserve"> </w:t>
      </w:r>
      <w:r w:rsidRPr="007710BF">
        <w:rPr>
          <w:cs/>
          <w:lang w:bidi="bn-IN"/>
        </w:rPr>
        <w:t>ইমাম হাসান ও ইমাম হুসাইন</w:t>
      </w:r>
      <w:r w:rsidR="00895143">
        <w:t>,</w:t>
      </w:r>
      <w:r w:rsidRPr="007710BF">
        <w:rPr>
          <w:cs/>
          <w:lang w:bidi="bn-IN"/>
        </w:rPr>
        <w:t xml:space="preserve">সে সাথে কয়েকজন ঘনিষ্ঠ সাহাবী। </w:t>
      </w:r>
      <w:r w:rsidR="00611BB9">
        <w:rPr>
          <w:cs/>
          <w:lang w:bidi="bn-IN"/>
        </w:rPr>
        <w:t>তা</w:t>
      </w:r>
      <w:r w:rsidRPr="007710BF">
        <w:rPr>
          <w:cs/>
          <w:lang w:bidi="bn-IN"/>
        </w:rPr>
        <w:t>দের মধ্যে সামায়া ইবনে</w:t>
      </w:r>
      <w:r w:rsidR="005E2149">
        <w:rPr>
          <w:lang w:bidi="bn-IN"/>
        </w:rPr>
        <w:t xml:space="preserve"> </w:t>
      </w:r>
      <w:r w:rsidRPr="007710BF">
        <w:rPr>
          <w:cs/>
          <w:lang w:bidi="bn-IN"/>
        </w:rPr>
        <w:t>সাওহান যিনি আলী (আ.)-এর অন্তরঙ্গ বন্ধু ও অনুসারী ছিলেন তিনি একজন তুখোর বক্তাও ছিলেন।</w:t>
      </w:r>
      <w:r w:rsidR="005E2149">
        <w:rPr>
          <w:lang w:bidi="bn-IN"/>
        </w:rPr>
        <w:t xml:space="preserve"> </w:t>
      </w:r>
      <w:r w:rsidRPr="007710BF">
        <w:rPr>
          <w:cs/>
          <w:lang w:bidi="bn-IN"/>
        </w:rPr>
        <w:t xml:space="preserve">আলীকে দাফনের সময় </w:t>
      </w:r>
      <w:r w:rsidR="00611BB9">
        <w:rPr>
          <w:cs/>
          <w:lang w:bidi="bn-IN"/>
        </w:rPr>
        <w:t>তা</w:t>
      </w:r>
      <w:r w:rsidRPr="007710BF">
        <w:rPr>
          <w:cs/>
          <w:lang w:bidi="bn-IN"/>
        </w:rPr>
        <w:t>দের অন্তর যেরূপ বিরাগ বেদনায় স্তব্ধ ও কণ্ঠ বায়ুরূদ্ধ হচ্ছিল</w:t>
      </w:r>
      <w:r w:rsidR="00895143">
        <w:t>,</w:t>
      </w:r>
      <w:r w:rsidRPr="007710BF">
        <w:rPr>
          <w:cs/>
          <w:lang w:bidi="bn-IN"/>
        </w:rPr>
        <w:t>সে সাথে</w:t>
      </w:r>
      <w:r w:rsidR="005E2149">
        <w:rPr>
          <w:lang w:bidi="bn-IN"/>
        </w:rPr>
        <w:t xml:space="preserve"> </w:t>
      </w:r>
      <w:r w:rsidRPr="007710BF">
        <w:rPr>
          <w:cs/>
          <w:lang w:bidi="bn-IN"/>
        </w:rPr>
        <w:t xml:space="preserve">মনে </w:t>
      </w:r>
      <w:r w:rsidR="004A744B">
        <w:rPr>
          <w:cs/>
          <w:lang w:bidi="bn-IN"/>
        </w:rPr>
        <w:t>অনুভূত</w:t>
      </w:r>
      <w:r w:rsidRPr="007710BF">
        <w:rPr>
          <w:cs/>
          <w:lang w:bidi="bn-IN"/>
        </w:rPr>
        <w:t xml:space="preserve"> হচ্ছিল প্রচণ্ড ক্রোধ। এরূপ অবস্থায় কবরের </w:t>
      </w:r>
      <w:r w:rsidR="005E2149">
        <w:rPr>
          <w:cs/>
          <w:lang w:bidi="bn-IN"/>
        </w:rPr>
        <w:t>পাশে দাঁড়িয়ে যখন সবাই কাঁদছিলেন</w:t>
      </w:r>
      <w:r w:rsidR="005E2149">
        <w:rPr>
          <w:lang w:bidi="bn-IN"/>
        </w:rPr>
        <w:t xml:space="preserve"> </w:t>
      </w:r>
      <w:r w:rsidRPr="007710BF">
        <w:rPr>
          <w:cs/>
          <w:lang w:bidi="bn-IN"/>
        </w:rPr>
        <w:t xml:space="preserve">সামায়া </w:t>
      </w:r>
      <w:r w:rsidR="00611BB9">
        <w:rPr>
          <w:cs/>
          <w:lang w:bidi="bn-IN"/>
        </w:rPr>
        <w:t>যা</w:t>
      </w:r>
      <w:r w:rsidRPr="007710BF">
        <w:rPr>
          <w:cs/>
          <w:lang w:bidi="bn-IN"/>
        </w:rPr>
        <w:t>র হৃদয় প্রচণ্ড কষ্টে মুষড়ে পড়ছিল তিনি কবর থেকে এক মুঠো মাটি নিয়ে মাথা ও সারা</w:t>
      </w:r>
      <w:r w:rsidR="005E2149">
        <w:rPr>
          <w:lang w:bidi="bn-IN"/>
        </w:rPr>
        <w:t xml:space="preserve"> </w:t>
      </w:r>
      <w:r w:rsidRPr="007710BF">
        <w:rPr>
          <w:cs/>
          <w:lang w:bidi="bn-IN"/>
        </w:rPr>
        <w:t>শরীরে মাখতে শুরু করলেন। কবরের মাটিকে বুকে চেপে ধরে বললেন</w:t>
      </w:r>
      <w:r w:rsidR="00895143">
        <w:t>,</w:t>
      </w:r>
    </w:p>
    <w:p w:rsidR="005E2149" w:rsidRDefault="005E2149" w:rsidP="00360E83">
      <w:pPr>
        <w:pStyle w:val="libNormal"/>
      </w:pPr>
    </w:p>
    <w:p w:rsidR="005E2149" w:rsidRDefault="005E2149" w:rsidP="005E2149">
      <w:pPr>
        <w:pStyle w:val="libArCenter"/>
        <w:rPr>
          <w:rtl/>
          <w:cs/>
        </w:rPr>
      </w:pPr>
      <w:r>
        <w:rPr>
          <w:rFonts w:hint="cs"/>
          <w:rtl/>
          <w:lang w:bidi="ar-SA"/>
        </w:rPr>
        <w:t>السلام علیک یا أمیر المؤمنین لقد عشت سعیدا و متّ سعیدا</w:t>
      </w:r>
    </w:p>
    <w:p w:rsidR="005E2149" w:rsidRPr="005E2149" w:rsidRDefault="005E2149" w:rsidP="009848A8">
      <w:pPr>
        <w:pStyle w:val="libNormal"/>
        <w:rPr>
          <w:rtl/>
          <w:lang w:bidi="fa-IR"/>
        </w:rPr>
      </w:pPr>
    </w:p>
    <w:p w:rsidR="007B0701" w:rsidRDefault="007710BF" w:rsidP="007B0701">
      <w:pPr>
        <w:pStyle w:val="libNormal"/>
        <w:rPr>
          <w:lang w:bidi="bn-IN"/>
        </w:rPr>
      </w:pPr>
      <w:r w:rsidRPr="001933EC">
        <w:rPr>
          <w:rStyle w:val="libAlaemChar"/>
        </w:rPr>
        <w:t>“</w:t>
      </w:r>
      <w:r w:rsidRPr="007710BF">
        <w:rPr>
          <w:cs/>
          <w:lang w:bidi="bn-IN"/>
        </w:rPr>
        <w:t>হে আমীরুল মুমিনীন! আমার পক্ষ থেকে সালাম। আপনি সৌভাগ্যের সাথে জীবন যাপন</w:t>
      </w:r>
      <w:r w:rsidR="005E2149">
        <w:rPr>
          <w:lang w:bidi="bn-IN"/>
        </w:rPr>
        <w:t xml:space="preserve"> </w:t>
      </w:r>
      <w:r w:rsidRPr="007710BF">
        <w:rPr>
          <w:cs/>
          <w:lang w:bidi="bn-IN"/>
        </w:rPr>
        <w:t>করেছেন</w:t>
      </w:r>
      <w:r w:rsidR="00895143">
        <w:t>,</w:t>
      </w:r>
      <w:r w:rsidRPr="007710BF">
        <w:rPr>
          <w:cs/>
          <w:lang w:bidi="bn-IN"/>
        </w:rPr>
        <w:t xml:space="preserve">সৌভাগ্যের সাথেই </w:t>
      </w:r>
      <w:r w:rsidR="009E7BEE">
        <w:rPr>
          <w:cs/>
          <w:lang w:bidi="bn-IN"/>
        </w:rPr>
        <w:t>মৃত্যু</w:t>
      </w:r>
      <w:r w:rsidRPr="007710BF">
        <w:rPr>
          <w:cs/>
          <w:lang w:bidi="bn-IN"/>
        </w:rPr>
        <w:t>বরণ করেছেন। আপনার সম্পূর্ণ জীবন ছিল সাফল্যমণ্ডিত</w:t>
      </w:r>
      <w:r w:rsidR="00895143">
        <w:t>,</w:t>
      </w:r>
      <w:r w:rsidRPr="007710BF">
        <w:rPr>
          <w:cs/>
          <w:lang w:bidi="bn-IN"/>
        </w:rPr>
        <w:t>আ</w:t>
      </w:r>
      <w:r w:rsidR="006B46F0">
        <w:rPr>
          <w:cs/>
          <w:lang w:bidi="bn-IN"/>
        </w:rPr>
        <w:t>ল্লা</w:t>
      </w:r>
      <w:r w:rsidR="007B0701">
        <w:rPr>
          <w:rFonts w:hint="cs"/>
          <w:cs/>
          <w:lang w:bidi="bn-IN"/>
        </w:rPr>
        <w:t>হ</w:t>
      </w:r>
      <w:r w:rsidR="007B0701">
        <w:rPr>
          <w:cs/>
          <w:lang w:bidi="bn-IN"/>
        </w:rPr>
        <w:t>র</w:t>
      </w:r>
      <w:r w:rsidR="007B0701">
        <w:rPr>
          <w:lang w:bidi="bn-IN"/>
        </w:rPr>
        <w:t xml:space="preserve"> </w:t>
      </w:r>
      <w:r w:rsidRPr="007710BF">
        <w:rPr>
          <w:rFonts w:hint="cs"/>
          <w:cs/>
          <w:lang w:bidi="bn-IN"/>
        </w:rPr>
        <w:t>ঘর কাবায় জন্মগ্রহণ করেছেন</w:t>
      </w:r>
      <w:r w:rsidR="00895143">
        <w:t>,</w:t>
      </w:r>
      <w:r w:rsidR="00D009A1">
        <w:rPr>
          <w:cs/>
          <w:lang w:bidi="bn-IN"/>
        </w:rPr>
        <w:t>আল্লাহর</w:t>
      </w:r>
      <w:r w:rsidRPr="007710BF">
        <w:rPr>
          <w:rFonts w:hint="cs"/>
          <w:cs/>
          <w:lang w:bidi="bn-IN"/>
        </w:rPr>
        <w:t xml:space="preserve"> ঘর মসজিদেই শাহাদাত বরণ করেছেন। জীবনের শুরুও </w:t>
      </w:r>
      <w:r w:rsidR="00D009A1">
        <w:rPr>
          <w:rFonts w:hint="cs"/>
          <w:cs/>
          <w:lang w:bidi="bn-IN"/>
        </w:rPr>
        <w:t>আল্লাহর</w:t>
      </w:r>
      <w:r w:rsidRPr="007710BF">
        <w:rPr>
          <w:rFonts w:hint="cs"/>
          <w:cs/>
          <w:lang w:bidi="bn-IN"/>
        </w:rPr>
        <w:t xml:space="preserve"> ঘরে</w:t>
      </w:r>
      <w:r w:rsidR="00895143">
        <w:t>,</w:t>
      </w:r>
      <w:r w:rsidRPr="007710BF">
        <w:rPr>
          <w:cs/>
          <w:lang w:bidi="bn-IN"/>
        </w:rPr>
        <w:t xml:space="preserve">জীবনের পরিসমাপ্তিও </w:t>
      </w:r>
      <w:r w:rsidR="00D009A1">
        <w:rPr>
          <w:cs/>
          <w:lang w:bidi="bn-IN"/>
        </w:rPr>
        <w:t>আল্লাহর</w:t>
      </w:r>
      <w:r w:rsidRPr="007710BF">
        <w:rPr>
          <w:rFonts w:hint="cs"/>
          <w:cs/>
          <w:lang w:bidi="bn-IN"/>
        </w:rPr>
        <w:t xml:space="preserve"> ঘরে। হে আলী! আপনি কতটা মহৎ ছিলেন আর এ</w:t>
      </w:r>
      <w:r w:rsidR="007B0701">
        <w:rPr>
          <w:lang w:bidi="bn-IN"/>
        </w:rPr>
        <w:t xml:space="preserve"> </w:t>
      </w:r>
      <w:r w:rsidRPr="007710BF">
        <w:rPr>
          <w:rFonts w:hint="cs"/>
          <w:cs/>
          <w:lang w:bidi="bn-IN"/>
        </w:rPr>
        <w:t>মানুষরা কতটা হীন!</w:t>
      </w:r>
    </w:p>
    <w:p w:rsidR="000E67D6" w:rsidRDefault="007710BF" w:rsidP="007B0701">
      <w:pPr>
        <w:pStyle w:val="libNormal"/>
        <w:rPr>
          <w:lang w:bidi="bn-IN"/>
        </w:rPr>
      </w:pPr>
      <w:r w:rsidRPr="007710BF">
        <w:rPr>
          <w:rFonts w:hint="cs"/>
          <w:cs/>
          <w:lang w:bidi="bn-IN"/>
        </w:rPr>
        <w:t xml:space="preserve">যদি এ </w:t>
      </w:r>
      <w:r w:rsidR="000E67D6">
        <w:rPr>
          <w:rFonts w:hint="cs"/>
          <w:cs/>
          <w:lang w:bidi="bn-IN"/>
        </w:rPr>
        <w:t>সম্প্রদায় আপনার কথা মতো চলত</w:t>
      </w:r>
      <w:r w:rsidR="000E67D6">
        <w:rPr>
          <w:lang w:bidi="bn-IN"/>
        </w:rPr>
        <w:t xml:space="preserve"> </w:t>
      </w:r>
      <w:r w:rsidR="000E67D6" w:rsidRPr="000E67D6">
        <w:rPr>
          <w:rStyle w:val="libArChar"/>
          <w:rFonts w:hint="cs"/>
          <w:rtl/>
        </w:rPr>
        <w:t>لاکلوا فوقهم و من تحت أرجلیهم</w:t>
      </w:r>
      <w:r w:rsidR="000E67D6">
        <w:rPr>
          <w:lang w:bidi="bn-IN"/>
        </w:rPr>
        <w:t xml:space="preserve"> </w:t>
      </w:r>
      <w:r w:rsidRPr="007710BF">
        <w:rPr>
          <w:rFonts w:hint="cs"/>
          <w:cs/>
          <w:lang w:bidi="bn-IN"/>
        </w:rPr>
        <w:t>তবে আসমান ও তাদের</w:t>
      </w:r>
      <w:r w:rsidR="000E67D6">
        <w:rPr>
          <w:lang w:bidi="bn-IN"/>
        </w:rPr>
        <w:t xml:space="preserve"> </w:t>
      </w:r>
      <w:r w:rsidRPr="007710BF">
        <w:rPr>
          <w:rFonts w:hint="cs"/>
          <w:cs/>
          <w:lang w:bidi="bn-IN"/>
        </w:rPr>
        <w:t>পায়ের নীচে থেকে নেয়ামত বর্ষিত হতো। তারা আখেরাতে ও দুনিয়া</w:t>
      </w:r>
      <w:r w:rsidRPr="007710BF">
        <w:rPr>
          <w:cs/>
          <w:lang w:bidi="bn-IN"/>
        </w:rPr>
        <w:t>র সাফল্য লাভ করত। কিন্তু</w:t>
      </w:r>
      <w:r w:rsidR="000E67D6">
        <w:rPr>
          <w:lang w:bidi="bn-IN"/>
        </w:rPr>
        <w:t xml:space="preserve"> </w:t>
      </w:r>
      <w:r w:rsidRPr="007710BF">
        <w:rPr>
          <w:cs/>
          <w:lang w:bidi="bn-IN"/>
        </w:rPr>
        <w:t>আফসোস! এ জনগণ আপনার মর্যাদা বোঝেনি। আপনার অনুসরণ না করে বরং আপনাকে কষ্ট</w:t>
      </w:r>
      <w:r w:rsidR="000E67D6">
        <w:rPr>
          <w:lang w:bidi="bn-IN"/>
        </w:rPr>
        <w:t xml:space="preserve"> </w:t>
      </w:r>
      <w:r w:rsidRPr="007710BF">
        <w:rPr>
          <w:cs/>
          <w:lang w:bidi="bn-IN"/>
        </w:rPr>
        <w:t>দিয়েছে</w:t>
      </w:r>
      <w:r w:rsidR="00895143">
        <w:t>,</w:t>
      </w:r>
      <w:r w:rsidRPr="007710BF">
        <w:rPr>
          <w:cs/>
          <w:lang w:bidi="bn-IN"/>
        </w:rPr>
        <w:t>আপনার হৃদয়কে রক্তাক্ত করেছে। আপনাকে এ অবস্থায় কবরে পাঠিয়েছে।</w:t>
      </w:r>
    </w:p>
    <w:p w:rsidR="000E67D6" w:rsidRDefault="000E67D6" w:rsidP="000E67D6">
      <w:pPr>
        <w:pStyle w:val="libArCenter"/>
        <w:rPr>
          <w:rtl/>
          <w:cs/>
        </w:rPr>
      </w:pPr>
      <w:r>
        <w:rPr>
          <w:rFonts w:hint="cs"/>
          <w:rtl/>
          <w:lang w:bidi="ar-SA"/>
        </w:rPr>
        <w:t>لا حول و لا قوّة إلا بالله العلیّ العظیم</w:t>
      </w:r>
    </w:p>
    <w:p w:rsidR="000E67D6" w:rsidRPr="000E67D6" w:rsidRDefault="000E67D6" w:rsidP="009848A8">
      <w:pPr>
        <w:pStyle w:val="libNormal"/>
        <w:rPr>
          <w:rtl/>
          <w:lang w:bidi="fa-IR"/>
        </w:rPr>
      </w:pPr>
    </w:p>
    <w:p w:rsidR="000E67D6" w:rsidRPr="00A377A9" w:rsidRDefault="000E67D6" w:rsidP="009848A8">
      <w:pPr>
        <w:pStyle w:val="libNormal"/>
        <w:rPr>
          <w:rtl/>
          <w:cs/>
        </w:rPr>
      </w:pPr>
      <w:r>
        <w:rPr>
          <w:cs/>
          <w:lang w:bidi="bn-IN"/>
        </w:rPr>
        <w:br w:type="page"/>
      </w:r>
    </w:p>
    <w:p w:rsidR="000E67D6" w:rsidRDefault="007710BF" w:rsidP="000E67D6">
      <w:pPr>
        <w:pStyle w:val="Heading1Center"/>
      </w:pPr>
      <w:bookmarkStart w:id="28" w:name="_Toc392601437"/>
      <w:r w:rsidRPr="007710BF">
        <w:rPr>
          <w:cs/>
          <w:lang w:bidi="bn-IN"/>
        </w:rPr>
        <w:t>বুদ্ধিবৃত্তিক মতবাদের পর্যালোচনা</w:t>
      </w:r>
      <w:bookmarkEnd w:id="28"/>
    </w:p>
    <w:p w:rsidR="000E67D6" w:rsidRDefault="000E67D6" w:rsidP="007B0701">
      <w:pPr>
        <w:pStyle w:val="libNormal"/>
        <w:rPr>
          <w:lang w:bidi="bn-IN"/>
        </w:rPr>
      </w:pPr>
    </w:p>
    <w:p w:rsidR="000E67D6" w:rsidRDefault="007710BF" w:rsidP="007B0701">
      <w:pPr>
        <w:pStyle w:val="libNormal"/>
        <w:rPr>
          <w:lang w:bidi="bn-IN"/>
        </w:rPr>
      </w:pPr>
      <w:r w:rsidRPr="007710BF">
        <w:rPr>
          <w:cs/>
          <w:lang w:bidi="bn-IN"/>
        </w:rPr>
        <w:t>পূর্ণ মানব (বর্তমানের ভাষায় আদর্শ মানব) কে</w:t>
      </w:r>
      <w:r w:rsidR="00895143">
        <w:t>,</w:t>
      </w:r>
      <w:r w:rsidRPr="007710BF">
        <w:rPr>
          <w:cs/>
          <w:lang w:bidi="bn-IN"/>
        </w:rPr>
        <w:t>তা জানা একটি অপরিহার্য বিষয়। ব্যক্তির</w:t>
      </w:r>
      <w:r w:rsidR="000E67D6">
        <w:rPr>
          <w:lang w:bidi="bn-IN"/>
        </w:rPr>
        <w:t xml:space="preserve"> </w:t>
      </w:r>
      <w:r w:rsidRPr="007710BF">
        <w:rPr>
          <w:cs/>
          <w:lang w:bidi="bn-IN"/>
        </w:rPr>
        <w:t>প্রশিক্ষণ ও চরিত্র গঠনের জন্য প্রতিটি মতাদর্শেই আদর্শ মানবের দিকে দৃষ্টি দেয়া হয়</w:t>
      </w:r>
      <w:r w:rsidRPr="007710BF">
        <w:rPr>
          <w:cs/>
          <w:lang w:bidi="hi-IN"/>
        </w:rPr>
        <w:t xml:space="preserve">। </w:t>
      </w:r>
      <w:r w:rsidRPr="007710BF">
        <w:rPr>
          <w:cs/>
          <w:lang w:bidi="bn-IN"/>
        </w:rPr>
        <w:t>যেহেতু আমরা</w:t>
      </w:r>
      <w:r w:rsidR="000E67D6">
        <w:rPr>
          <w:lang w:bidi="bn-IN"/>
        </w:rPr>
        <w:t xml:space="preserve"> </w:t>
      </w:r>
      <w:r w:rsidRPr="007710BF">
        <w:rPr>
          <w:cs/>
          <w:lang w:bidi="bn-IN"/>
        </w:rPr>
        <w:t>ইসলামের পূর্ণ ও আদর্শ মানবের প্রতিকৃতি ও স্বরূপ জানতে চাই সেহেতু প্রচলিত অন্য সব মতবাদের</w:t>
      </w:r>
      <w:r w:rsidR="000E67D6">
        <w:rPr>
          <w:lang w:bidi="bn-IN"/>
        </w:rPr>
        <w:t xml:space="preserve"> </w:t>
      </w:r>
      <w:r w:rsidRPr="007710BF">
        <w:rPr>
          <w:cs/>
          <w:lang w:bidi="bn-IN"/>
        </w:rPr>
        <w:t>আদর্শ মানবের প্রকৃতির পর্যালোচনার পর এ বিষয়ে ইসলামের দৃষ্টিভঙ্গি তুলে ধরব। গত দিনের</w:t>
      </w:r>
      <w:r w:rsidR="000E67D6">
        <w:rPr>
          <w:lang w:bidi="bn-IN"/>
        </w:rPr>
        <w:t xml:space="preserve"> </w:t>
      </w:r>
      <w:r w:rsidRPr="007710BF">
        <w:rPr>
          <w:cs/>
          <w:lang w:bidi="bn-IN"/>
        </w:rPr>
        <w:t>আলোচনায় বিভিন্ন মতবাদ সংক্ষিপ্তভাবে আলোচনা করেছি। আজকে আমাদের আলোচনা বুদ্ধিবৃত্তিক</w:t>
      </w:r>
      <w:r w:rsidR="000E67D6">
        <w:rPr>
          <w:lang w:bidi="bn-IN"/>
        </w:rPr>
        <w:t xml:space="preserve"> </w:t>
      </w:r>
      <w:r w:rsidRPr="007710BF">
        <w:rPr>
          <w:cs/>
          <w:lang w:bidi="bn-IN"/>
        </w:rPr>
        <w:t>মতবাদ দিয়ে শুরু করব।</w:t>
      </w:r>
      <w:r w:rsidR="000E67D6">
        <w:rPr>
          <w:lang w:bidi="bn-IN"/>
        </w:rPr>
        <w:t xml:space="preserve"> </w:t>
      </w:r>
    </w:p>
    <w:p w:rsidR="000E67D6" w:rsidRDefault="000E67D6" w:rsidP="007B0701">
      <w:pPr>
        <w:pStyle w:val="libNormal"/>
        <w:rPr>
          <w:lang w:bidi="bn-IN"/>
        </w:rPr>
      </w:pPr>
    </w:p>
    <w:p w:rsidR="000E67D6" w:rsidRDefault="007710BF" w:rsidP="000E67D6">
      <w:pPr>
        <w:pStyle w:val="libBold1"/>
        <w:rPr>
          <w:lang w:bidi="bn-IN"/>
        </w:rPr>
      </w:pPr>
      <w:r w:rsidRPr="007710BF">
        <w:rPr>
          <w:cs/>
          <w:lang w:bidi="bn-IN"/>
        </w:rPr>
        <w:t>বুদ্ধিবৃত্তিক মতবাদের সার-সংক্ষেপ</w:t>
      </w:r>
    </w:p>
    <w:p w:rsidR="000E67D6" w:rsidRDefault="000E67D6" w:rsidP="007B0701">
      <w:pPr>
        <w:pStyle w:val="libNormal"/>
        <w:rPr>
          <w:lang w:bidi="bn-IN"/>
        </w:rPr>
      </w:pPr>
    </w:p>
    <w:p w:rsidR="000E67D6" w:rsidRDefault="007710BF" w:rsidP="007B0701">
      <w:pPr>
        <w:pStyle w:val="libNormal"/>
        <w:rPr>
          <w:lang w:bidi="bn-IN"/>
        </w:rPr>
      </w:pPr>
      <w:r w:rsidRPr="007710BF">
        <w:rPr>
          <w:cs/>
          <w:lang w:bidi="bn-IN"/>
        </w:rPr>
        <w:t>প্রাচীন দার্শনিক ভাবনায় মানুষের অস্তিত্বের মূল বিষয় ছিল তার বুদ্ধিবৃত্তি। তাদের মতে মানুষের</w:t>
      </w:r>
      <w:r w:rsidR="000E67D6">
        <w:rPr>
          <w:lang w:bidi="bn-IN"/>
        </w:rPr>
        <w:t xml:space="preserve"> </w:t>
      </w:r>
      <w:r w:rsidRPr="007710BF">
        <w:rPr>
          <w:cs/>
          <w:lang w:bidi="bn-IN"/>
        </w:rPr>
        <w:t>আমিত্ব হলো তার বুদ্ধিবৃত্তি বা আকল। যেমনভাবে মানবদেহ তার ব্যক্তিত্বের অংশ নয় তেমনিভাবে</w:t>
      </w:r>
      <w:r w:rsidR="000E67D6">
        <w:rPr>
          <w:lang w:bidi="bn-IN"/>
        </w:rPr>
        <w:t xml:space="preserve"> </w:t>
      </w:r>
      <w:r w:rsidRPr="007710BF">
        <w:rPr>
          <w:cs/>
          <w:lang w:bidi="bn-IN"/>
        </w:rPr>
        <w:t>তার আত্মিক ও মানসিক শক্তি ও ক্ষমতা তার ব্যক্তিত্বের প্রকৃত সত্তা নয়। মানুষের ব্যক্তিত্বের মূল হলো</w:t>
      </w:r>
      <w:r w:rsidR="000E67D6">
        <w:rPr>
          <w:lang w:bidi="bn-IN"/>
        </w:rPr>
        <w:t xml:space="preserve"> </w:t>
      </w:r>
      <w:r w:rsidRPr="007710BF">
        <w:rPr>
          <w:cs/>
          <w:lang w:bidi="bn-IN"/>
        </w:rPr>
        <w:t>তার চিন্তা করার শক্তি ও ক্ষমতা। মানুষের প্রকৃত সত্তা হলো যা দ্বারা সে</w:t>
      </w:r>
      <w:r w:rsidR="000E67D6">
        <w:rPr>
          <w:lang w:bidi="bn-IN"/>
        </w:rPr>
        <w:t xml:space="preserve"> </w:t>
      </w:r>
      <w:r w:rsidRPr="007710BF">
        <w:rPr>
          <w:cs/>
          <w:lang w:bidi="bn-IN"/>
        </w:rPr>
        <w:t>চিন্তা করে।</w:t>
      </w:r>
    </w:p>
    <w:p w:rsidR="000E67D6" w:rsidRDefault="007710BF" w:rsidP="000E67D6">
      <w:pPr>
        <w:pStyle w:val="libNormal"/>
        <w:rPr>
          <w:lang w:bidi="bn-IN"/>
        </w:rPr>
      </w:pPr>
      <w:r w:rsidRPr="007710BF">
        <w:rPr>
          <w:cs/>
          <w:lang w:bidi="bn-IN"/>
        </w:rPr>
        <w:t>মানুষ যা দ্বারা চোখে দেখে তা চিন্তার হাতের একটি উপকরণ মাত্র</w:t>
      </w:r>
      <w:r w:rsidR="00895143">
        <w:t>,</w:t>
      </w:r>
      <w:r w:rsidRPr="007710BF">
        <w:rPr>
          <w:cs/>
          <w:lang w:bidi="bn-IN"/>
        </w:rPr>
        <w:t>তেমনি যা দ্বারা কল্পনা করে</w:t>
      </w:r>
      <w:r w:rsidR="00895143">
        <w:t>,</w:t>
      </w:r>
      <w:r w:rsidRPr="007710BF">
        <w:rPr>
          <w:cs/>
          <w:lang w:bidi="bn-IN"/>
        </w:rPr>
        <w:t>যা</w:t>
      </w:r>
      <w:r w:rsidR="000E67D6">
        <w:rPr>
          <w:lang w:bidi="bn-IN"/>
        </w:rPr>
        <w:t xml:space="preserve"> </w:t>
      </w:r>
      <w:r w:rsidRPr="007710BF">
        <w:rPr>
          <w:cs/>
          <w:lang w:bidi="bn-IN"/>
        </w:rPr>
        <w:t>দ্বারা চায়</w:t>
      </w:r>
      <w:r w:rsidR="00895143">
        <w:t>,</w:t>
      </w:r>
      <w:r w:rsidRPr="007710BF">
        <w:rPr>
          <w:cs/>
          <w:lang w:bidi="bn-IN"/>
        </w:rPr>
        <w:t>যা দ্বারা ভালোবাসে বা মানুষ যে সত্তার কারণে জৈবিক চাহিদার অধিকারী এ সবই চিন্তার</w:t>
      </w:r>
      <w:r w:rsidR="000E67D6">
        <w:rPr>
          <w:lang w:bidi="bn-IN"/>
        </w:rPr>
        <w:t xml:space="preserve"> </w:t>
      </w:r>
      <w:r w:rsidRPr="007710BF">
        <w:rPr>
          <w:cs/>
          <w:lang w:bidi="bn-IN"/>
        </w:rPr>
        <w:t>সত্তার হাতের একেকটি উপকরণ। মানব সত্তার মৌল উপাদান তার চিন্তাশক্তি। তাই পূর্ণ মানব তিনিই</w:t>
      </w:r>
      <w:r w:rsidR="000E67D6">
        <w:rPr>
          <w:lang w:bidi="bn-IN"/>
        </w:rPr>
        <w:t xml:space="preserve"> </w:t>
      </w:r>
      <w:r w:rsidRPr="007710BF">
        <w:rPr>
          <w:cs/>
          <w:lang w:bidi="bn-IN"/>
        </w:rPr>
        <w:t xml:space="preserve">যিনি চিন্তার ক্ষেত্রে পূর্ণতায় </w:t>
      </w:r>
      <w:r w:rsidR="00611BB9">
        <w:rPr>
          <w:cs/>
          <w:lang w:bidi="bn-IN"/>
        </w:rPr>
        <w:t>পৌ</w:t>
      </w:r>
      <w:r w:rsidRPr="007710BF">
        <w:rPr>
          <w:cs/>
          <w:lang w:bidi="bn-IN"/>
        </w:rPr>
        <w:t>ছেছেন। চিন্তার ক্ষেত্রে পূর্</w:t>
      </w:r>
      <w:r w:rsidR="000E67D6">
        <w:rPr>
          <w:cs/>
          <w:lang w:bidi="bn-IN"/>
        </w:rPr>
        <w:t xml:space="preserve">ণতায় </w:t>
      </w:r>
      <w:r w:rsidR="00611BB9">
        <w:rPr>
          <w:cs/>
          <w:lang w:bidi="bn-IN"/>
        </w:rPr>
        <w:t>পৌ</w:t>
      </w:r>
      <w:r w:rsidR="000E67D6">
        <w:rPr>
          <w:cs/>
          <w:lang w:bidi="bn-IN"/>
        </w:rPr>
        <w:t xml:space="preserve">ছার অর্থ বিশ্ব ও </w:t>
      </w:r>
      <w:r w:rsidR="000E67D6" w:rsidRPr="000E67D6">
        <w:rPr>
          <w:cs/>
          <w:lang w:bidi="bn-IN"/>
        </w:rPr>
        <w:t>অস্তিত্ব</w:t>
      </w:r>
      <w:r w:rsidR="000E67D6">
        <w:rPr>
          <w:cs/>
          <w:lang w:bidi="bn-IN"/>
        </w:rPr>
        <w:t>জগতকে</w:t>
      </w:r>
      <w:r w:rsidR="000E67D6">
        <w:rPr>
          <w:lang w:bidi="bn-IN"/>
        </w:rPr>
        <w:t xml:space="preserve"> </w:t>
      </w:r>
      <w:r w:rsidRPr="007710BF">
        <w:rPr>
          <w:cs/>
          <w:lang w:bidi="bn-IN"/>
        </w:rPr>
        <w:t>ঠিক যে রূপে আছে সে রূপেই উদ্ঘাটন ও জানা।</w:t>
      </w:r>
    </w:p>
    <w:p w:rsidR="000E67D6" w:rsidRDefault="007710BF" w:rsidP="000E67D6">
      <w:pPr>
        <w:pStyle w:val="libNormal"/>
        <w:rPr>
          <w:lang w:bidi="bn-IN"/>
        </w:rPr>
      </w:pPr>
      <w:r w:rsidRPr="007710BF">
        <w:rPr>
          <w:cs/>
          <w:lang w:bidi="bn-IN"/>
        </w:rPr>
        <w:t>এ মতবাদ বুদ্ধিবৃত্তি বা আকলকে মানব সত্তার মৌল উপাদান বলে জানে</w:t>
      </w:r>
      <w:r w:rsidRPr="007710BF">
        <w:rPr>
          <w:cs/>
          <w:lang w:bidi="hi-IN"/>
        </w:rPr>
        <w:t xml:space="preserve">। </w:t>
      </w:r>
      <w:r w:rsidRPr="007710BF">
        <w:rPr>
          <w:cs/>
          <w:lang w:bidi="bn-IN"/>
        </w:rPr>
        <w:t>এ ছাড়াও বিশ্বাস করে</w:t>
      </w:r>
      <w:r w:rsidR="000E67D6">
        <w:rPr>
          <w:lang w:bidi="bn-IN"/>
        </w:rPr>
        <w:t xml:space="preserve"> </w:t>
      </w:r>
      <w:r w:rsidRPr="007710BF">
        <w:rPr>
          <w:cs/>
          <w:lang w:bidi="bn-IN"/>
        </w:rPr>
        <w:t>যে</w:t>
      </w:r>
      <w:r w:rsidR="00895143">
        <w:t>,</w:t>
      </w:r>
      <w:r w:rsidRPr="007710BF">
        <w:rPr>
          <w:cs/>
          <w:lang w:bidi="bn-IN"/>
        </w:rPr>
        <w:t>বুদ্ধিবৃত্তি বা চিন্তা-শক্তির দ্বারা বিশ্বকে তার প্রকৃত রূপে উদ্ঘাটন করা সম্ভব। আকল বা বুদ্ধিবৃত্তি</w:t>
      </w:r>
      <w:r w:rsidR="000E67D6">
        <w:rPr>
          <w:lang w:bidi="bn-IN"/>
        </w:rPr>
        <w:t xml:space="preserve"> </w:t>
      </w:r>
      <w:r w:rsidR="00D6387D">
        <w:rPr>
          <w:cs/>
          <w:lang w:bidi="bn-IN"/>
        </w:rPr>
        <w:t>অস্তিত্ব</w:t>
      </w:r>
      <w:r w:rsidRPr="007710BF">
        <w:rPr>
          <w:cs/>
          <w:lang w:bidi="bn-IN"/>
        </w:rPr>
        <w:t>জগতকে তার আসল রূপে নিজের মধ্যে প্রতিফলিত করার ক্ষমতার অধিকারী। ঠিক আয়নার</w:t>
      </w:r>
      <w:r w:rsidRPr="007710BF">
        <w:t>¡</w:t>
      </w:r>
      <w:r w:rsidRPr="007710BF">
        <w:rPr>
          <w:cs/>
          <w:lang w:bidi="bn-IN"/>
        </w:rPr>
        <w:t xml:space="preserve">মত বিশ্বজগৎ তার </w:t>
      </w:r>
      <w:r w:rsidR="005E5BE9">
        <w:rPr>
          <w:cs/>
          <w:lang w:bidi="bn-IN"/>
        </w:rPr>
        <w:t>প্রকৃত</w:t>
      </w:r>
      <w:r w:rsidRPr="007710BF">
        <w:rPr>
          <w:cs/>
          <w:lang w:bidi="bn-IN"/>
        </w:rPr>
        <w:t xml:space="preserve"> রূপ নিয়ে এতে প্রতিফলিত হয়।</w:t>
      </w:r>
    </w:p>
    <w:p w:rsidR="00D94847" w:rsidRDefault="007710BF" w:rsidP="00D94847">
      <w:pPr>
        <w:pStyle w:val="libNormal"/>
        <w:rPr>
          <w:lang w:bidi="bn-IN"/>
        </w:rPr>
      </w:pPr>
      <w:r w:rsidRPr="007710BF">
        <w:rPr>
          <w:cs/>
          <w:lang w:bidi="bn-IN"/>
        </w:rPr>
        <w:t xml:space="preserve">ইসলামী দার্শনিক সমাজ </w:t>
      </w:r>
      <w:r w:rsidR="00695D8C">
        <w:rPr>
          <w:cs/>
          <w:lang w:bidi="bn-IN"/>
        </w:rPr>
        <w:t>যারা</w:t>
      </w:r>
      <w:r w:rsidRPr="007710BF">
        <w:rPr>
          <w:cs/>
          <w:lang w:bidi="bn-IN"/>
        </w:rPr>
        <w:t xml:space="preserve"> এ ধারণাকে গ্রহণ করেছেন </w:t>
      </w:r>
      <w:r w:rsidR="00FE6D44">
        <w:rPr>
          <w:cs/>
          <w:lang w:bidi="bn-IN"/>
        </w:rPr>
        <w:t>তারা</w:t>
      </w:r>
      <w:r w:rsidRPr="007710BF">
        <w:rPr>
          <w:cs/>
          <w:lang w:bidi="bn-IN"/>
        </w:rPr>
        <w:t xml:space="preserve"> বিশ্বাস করেন যে</w:t>
      </w:r>
      <w:r w:rsidR="00895143">
        <w:t>,</w:t>
      </w:r>
      <w:r w:rsidRPr="007710BF">
        <w:rPr>
          <w:cs/>
          <w:lang w:bidi="bn-IN"/>
        </w:rPr>
        <w:t>ইসলামের</w:t>
      </w:r>
      <w:r w:rsidR="000E67D6">
        <w:rPr>
          <w:lang w:bidi="bn-IN"/>
        </w:rPr>
        <w:t xml:space="preserve"> </w:t>
      </w:r>
      <w:r w:rsidRPr="007710BF">
        <w:rPr>
          <w:cs/>
          <w:lang w:bidi="bn-IN"/>
        </w:rPr>
        <w:t>দৃষ্টিতে ও কোরআনের আলোকে ঈমান বলতে বিশ্বকে ঠিক যেমনভাবে আছে তেমনভাবে জানাই</w:t>
      </w:r>
      <w:r w:rsidR="00D94847">
        <w:rPr>
          <w:lang w:bidi="bn-IN"/>
        </w:rPr>
        <w:t xml:space="preserve"> </w:t>
      </w:r>
      <w:r w:rsidRPr="007710BF">
        <w:rPr>
          <w:cs/>
          <w:lang w:bidi="bn-IN"/>
        </w:rPr>
        <w:t>বোঝানো হয়েছে। ঈমান অর্থ বিশ্বজগতের স্রষ্টা</w:t>
      </w:r>
      <w:r w:rsidR="00895143">
        <w:t>,</w:t>
      </w:r>
      <w:r w:rsidRPr="007710BF">
        <w:rPr>
          <w:cs/>
          <w:lang w:bidi="bn-IN"/>
        </w:rPr>
        <w:t>বিশ্বে বিরাজমান শৃঙ্খলা</w:t>
      </w:r>
      <w:r w:rsidR="00895143">
        <w:t>,</w:t>
      </w:r>
      <w:r w:rsidRPr="007710BF">
        <w:rPr>
          <w:cs/>
          <w:lang w:bidi="bn-IN"/>
        </w:rPr>
        <w:t>প্রচলিত বিধান</w:t>
      </w:r>
      <w:r w:rsidR="00895143">
        <w:t>,</w:t>
      </w:r>
      <w:r w:rsidRPr="007710BF">
        <w:rPr>
          <w:cs/>
          <w:lang w:bidi="bn-IN"/>
        </w:rPr>
        <w:t>বিশ্বের গতি</w:t>
      </w:r>
      <w:r w:rsidR="00D94847">
        <w:rPr>
          <w:lang w:bidi="bn-IN"/>
        </w:rPr>
        <w:t xml:space="preserve"> </w:t>
      </w:r>
      <w:r w:rsidRPr="007710BF">
        <w:rPr>
          <w:cs/>
          <w:lang w:bidi="bn-IN"/>
        </w:rPr>
        <w:t xml:space="preserve">ও লক্ষ্য এগুলোকে জানা। </w:t>
      </w:r>
      <w:r w:rsidR="00FE6D44">
        <w:rPr>
          <w:cs/>
          <w:lang w:bidi="bn-IN"/>
        </w:rPr>
        <w:t>তারা</w:t>
      </w:r>
      <w:r w:rsidRPr="007710BF">
        <w:rPr>
          <w:cs/>
          <w:lang w:bidi="bn-IN"/>
        </w:rPr>
        <w:t xml:space="preserve"> বলেন</w:t>
      </w:r>
      <w:r w:rsidR="00895143">
        <w:t>,</w:t>
      </w:r>
      <w:r w:rsidRPr="007710BF">
        <w:rPr>
          <w:cs/>
          <w:lang w:bidi="bn-IN"/>
        </w:rPr>
        <w:t xml:space="preserve">কোরআনে যে </w:t>
      </w:r>
      <w:r w:rsidR="00D009A1">
        <w:rPr>
          <w:cs/>
          <w:lang w:bidi="bn-IN"/>
        </w:rPr>
        <w:t>আল্লাহর</w:t>
      </w:r>
      <w:r w:rsidRPr="007710BF">
        <w:rPr>
          <w:rFonts w:hint="cs"/>
          <w:cs/>
          <w:lang w:bidi="bn-IN"/>
        </w:rPr>
        <w:t xml:space="preserve"> প্রতি বিশ্বাস</w:t>
      </w:r>
      <w:r w:rsidR="00895143">
        <w:t>,</w:t>
      </w:r>
      <w:r w:rsidRPr="007710BF">
        <w:rPr>
          <w:cs/>
          <w:lang w:bidi="bn-IN"/>
        </w:rPr>
        <w:t>ফেরেশতাগণের প্রতি</w:t>
      </w:r>
      <w:r w:rsidR="00D94847">
        <w:rPr>
          <w:lang w:bidi="bn-IN"/>
        </w:rPr>
        <w:t xml:space="preserve"> </w:t>
      </w:r>
      <w:r w:rsidRPr="007710BF">
        <w:rPr>
          <w:cs/>
          <w:lang w:bidi="bn-IN"/>
        </w:rPr>
        <w:t>বিশ্বাস</w:t>
      </w:r>
      <w:r w:rsidR="00895143">
        <w:t>,</w:t>
      </w:r>
      <w:r w:rsidRPr="007710BF">
        <w:rPr>
          <w:cs/>
          <w:lang w:bidi="bn-IN"/>
        </w:rPr>
        <w:t xml:space="preserve">বিশ্বজগৎ </w:t>
      </w:r>
      <w:r w:rsidR="00D009A1">
        <w:rPr>
          <w:cs/>
          <w:lang w:bidi="bn-IN"/>
        </w:rPr>
        <w:t>আল্লাহর</w:t>
      </w:r>
      <w:r w:rsidRPr="007710BF">
        <w:rPr>
          <w:rFonts w:hint="cs"/>
          <w:cs/>
          <w:lang w:bidi="bn-IN"/>
        </w:rPr>
        <w:t xml:space="preserve"> সৃষ্টি এ বিষয়ে বিশ্বাস</w:t>
      </w:r>
      <w:r w:rsidR="00895143">
        <w:t>,</w:t>
      </w:r>
      <w:r w:rsidRPr="007710BF">
        <w:rPr>
          <w:cs/>
          <w:lang w:bidi="bn-IN"/>
        </w:rPr>
        <w:t>আ</w:t>
      </w:r>
      <w:r w:rsidR="006B46F0">
        <w:rPr>
          <w:cs/>
          <w:lang w:bidi="bn-IN"/>
        </w:rPr>
        <w:t>ল্লা</w:t>
      </w:r>
      <w:r w:rsidRPr="007710BF">
        <w:rPr>
          <w:rFonts w:hint="cs"/>
          <w:cs/>
          <w:lang w:bidi="bn-IN"/>
        </w:rPr>
        <w:t>হ্ বিশ্বজগতকে লক্ষ্যহীন ছেড়ে দেননি</w:t>
      </w:r>
      <w:r w:rsidR="00895143">
        <w:t>,</w:t>
      </w:r>
      <w:r w:rsidRPr="007710BF">
        <w:rPr>
          <w:cs/>
          <w:lang w:bidi="bn-IN"/>
        </w:rPr>
        <w:t>বরং একে হেদায়েত ও পরিচালনা করছেন</w:t>
      </w:r>
      <w:r w:rsidR="00895143">
        <w:t>,</w:t>
      </w:r>
      <w:r w:rsidRPr="007710BF">
        <w:rPr>
          <w:cs/>
          <w:lang w:bidi="bn-IN"/>
        </w:rPr>
        <w:t>যেমন নবী-রাসূলগণের মাধ্যমে মানুষকে হেদায়েত করছেন তা</w:t>
      </w:r>
      <w:r w:rsidR="00D94847">
        <w:rPr>
          <w:lang w:bidi="bn-IN"/>
        </w:rPr>
        <w:t xml:space="preserve"> </w:t>
      </w:r>
      <w:r w:rsidRPr="007710BF">
        <w:rPr>
          <w:cs/>
          <w:lang w:bidi="bn-IN"/>
        </w:rPr>
        <w:t>জানা</w:t>
      </w:r>
      <w:r w:rsidR="00895143">
        <w:t>,</w:t>
      </w:r>
      <w:r w:rsidRPr="007710BF">
        <w:rPr>
          <w:cs/>
          <w:lang w:bidi="bn-IN"/>
        </w:rPr>
        <w:t>সব কিছু আ</w:t>
      </w:r>
      <w:r w:rsidR="006B46F0">
        <w:rPr>
          <w:cs/>
          <w:lang w:bidi="bn-IN"/>
        </w:rPr>
        <w:t>ল্লা</w:t>
      </w:r>
      <w:r w:rsidRPr="007710BF">
        <w:rPr>
          <w:rFonts w:hint="cs"/>
          <w:cs/>
          <w:lang w:bidi="bn-IN"/>
        </w:rPr>
        <w:t>হ্ থেকে এসেছে এব</w:t>
      </w:r>
      <w:r w:rsidRPr="007710BF">
        <w:rPr>
          <w:cs/>
          <w:lang w:bidi="bn-IN"/>
        </w:rPr>
        <w:t xml:space="preserve">ং </w:t>
      </w:r>
      <w:r w:rsidR="00FE6D44">
        <w:rPr>
          <w:cs/>
          <w:lang w:bidi="bn-IN"/>
        </w:rPr>
        <w:t>তার</w:t>
      </w:r>
      <w:r w:rsidRPr="007710BF">
        <w:rPr>
          <w:cs/>
          <w:lang w:bidi="bn-IN"/>
        </w:rPr>
        <w:t xml:space="preserve"> প্রতিই প্রত্যাবর্তনকারী প্</w:t>
      </w:r>
      <w:r w:rsidR="00D94847">
        <w:rPr>
          <w:cs/>
          <w:lang w:bidi="bn-IN"/>
        </w:rPr>
        <w:t>রভৃতি</w:t>
      </w:r>
      <w:r w:rsidR="003936CB">
        <w:t>-</w:t>
      </w:r>
      <w:r w:rsidRPr="007710BF">
        <w:t xml:space="preserve"> </w:t>
      </w:r>
      <w:r w:rsidRPr="007710BF">
        <w:rPr>
          <w:cs/>
          <w:lang w:bidi="bn-IN"/>
        </w:rPr>
        <w:t>এ বিষয়গুলোতে</w:t>
      </w:r>
      <w:r w:rsidR="00D94847">
        <w:rPr>
          <w:lang w:bidi="bn-IN"/>
        </w:rPr>
        <w:t xml:space="preserve"> </w:t>
      </w:r>
      <w:r w:rsidRPr="007710BF">
        <w:rPr>
          <w:cs/>
          <w:lang w:bidi="bn-IN"/>
        </w:rPr>
        <w:t xml:space="preserve">বিশ্বাস স্থাপনের অর্থ হলো বিশ্বজগতকে তার প্রকৃতরূপে জানা। </w:t>
      </w:r>
      <w:r w:rsidR="00FE6D44">
        <w:rPr>
          <w:cs/>
          <w:lang w:bidi="bn-IN"/>
        </w:rPr>
        <w:t>তারা</w:t>
      </w:r>
      <w:r w:rsidRPr="007710BF">
        <w:rPr>
          <w:cs/>
          <w:lang w:bidi="bn-IN"/>
        </w:rPr>
        <w:t xml:space="preserve"> ঈমানকে ব্যাখ্যা করতে গিয়ে</w:t>
      </w:r>
      <w:r w:rsidR="00D94847">
        <w:rPr>
          <w:lang w:bidi="bn-IN"/>
        </w:rPr>
        <w:t xml:space="preserve"> </w:t>
      </w:r>
      <w:r w:rsidRPr="007710BF">
        <w:rPr>
          <w:cs/>
          <w:lang w:bidi="bn-IN"/>
        </w:rPr>
        <w:t>বলেছেন</w:t>
      </w:r>
      <w:r w:rsidR="00895143">
        <w:t>,</w:t>
      </w:r>
      <w:r w:rsidRPr="007710BF">
        <w:rPr>
          <w:cs/>
          <w:lang w:bidi="bn-IN"/>
        </w:rPr>
        <w:t xml:space="preserve">ঈমান পরিচিতি-জ্ঞান ও প্রজ্ঞা ব্যতীত কিছু নয়। অবশ্য </w:t>
      </w:r>
      <w:r w:rsidR="00611BB9">
        <w:rPr>
          <w:cs/>
          <w:lang w:bidi="bn-IN"/>
        </w:rPr>
        <w:t>তা</w:t>
      </w:r>
      <w:r w:rsidRPr="007710BF">
        <w:rPr>
          <w:cs/>
          <w:lang w:bidi="bn-IN"/>
        </w:rPr>
        <w:t>দের এ প্রজ্ঞা বা পরিচিতি জ্ঞানেরঅর্থ বৈজ্ঞানিক জ্ঞান বা আংশিক জ্ঞান নয়</w:t>
      </w:r>
      <w:r w:rsidR="00895143">
        <w:t>,</w:t>
      </w:r>
      <w:r w:rsidRPr="007710BF">
        <w:rPr>
          <w:cs/>
          <w:lang w:bidi="bn-IN"/>
        </w:rPr>
        <w:t>বরং এ জ্ঞান ও পরিচয় দার্শনিক ও প্রজ্ঞাগত। দার্শনিক</w:t>
      </w:r>
      <w:r w:rsidR="00D94847">
        <w:rPr>
          <w:lang w:bidi="bn-IN"/>
        </w:rPr>
        <w:t xml:space="preserve"> </w:t>
      </w:r>
      <w:r w:rsidRPr="007710BF">
        <w:rPr>
          <w:cs/>
          <w:lang w:bidi="bn-IN"/>
        </w:rPr>
        <w:t>পরিচিতি ও জ্ঞানের অর্থ বিশ্বের উৎপত্তি ও পরিসমাপ্তি</w:t>
      </w:r>
      <w:r w:rsidR="00895143">
        <w:t>,</w:t>
      </w:r>
      <w:r w:rsidRPr="007710BF">
        <w:rPr>
          <w:cs/>
          <w:lang w:bidi="bn-IN"/>
        </w:rPr>
        <w:t>অস্তিত্বের ধারা ও পর্যায়কে সামগ্রিকভাবে জানাও উদ্ঘাটন করা।</w:t>
      </w:r>
    </w:p>
    <w:p w:rsidR="00D94847" w:rsidRDefault="00D94847" w:rsidP="00D94847">
      <w:pPr>
        <w:pStyle w:val="libNormal"/>
        <w:rPr>
          <w:lang w:bidi="bn-IN"/>
        </w:rPr>
      </w:pPr>
    </w:p>
    <w:p w:rsidR="00D94847" w:rsidRDefault="007710BF" w:rsidP="00D94847">
      <w:pPr>
        <w:pStyle w:val="libBold1"/>
        <w:rPr>
          <w:lang w:bidi="bn-IN"/>
        </w:rPr>
      </w:pPr>
      <w:r w:rsidRPr="007710BF">
        <w:rPr>
          <w:cs/>
          <w:lang w:bidi="bn-IN"/>
        </w:rPr>
        <w:t>এ মতাদর্শের বিপরীত মতবাদ</w:t>
      </w:r>
    </w:p>
    <w:p w:rsidR="00D94847" w:rsidRDefault="00D94847" w:rsidP="00D94847">
      <w:pPr>
        <w:pStyle w:val="libNormal"/>
        <w:rPr>
          <w:lang w:bidi="bn-IN"/>
        </w:rPr>
      </w:pPr>
    </w:p>
    <w:p w:rsidR="00D94847" w:rsidRDefault="007710BF" w:rsidP="00D94847">
      <w:pPr>
        <w:pStyle w:val="libNormal"/>
        <w:rPr>
          <w:lang w:bidi="bn-IN"/>
        </w:rPr>
      </w:pPr>
      <w:r w:rsidRPr="007710BF">
        <w:rPr>
          <w:cs/>
          <w:lang w:bidi="bn-IN"/>
        </w:rPr>
        <w:t xml:space="preserve">এ মতাদর্শ যা বুদ্ধিবৃত্তিক মতবাদ বলে আমরা </w:t>
      </w:r>
      <w:r w:rsidR="00906B99">
        <w:rPr>
          <w:cs/>
          <w:lang w:bidi="bn-IN"/>
        </w:rPr>
        <w:t>উল্লেখ</w:t>
      </w:r>
      <w:r w:rsidRPr="007710BF">
        <w:rPr>
          <w:rFonts w:hint="cs"/>
          <w:cs/>
          <w:lang w:bidi="bn-IN"/>
        </w:rPr>
        <w:t xml:space="preserve"> করে</w:t>
      </w:r>
      <w:r w:rsidRPr="007710BF">
        <w:rPr>
          <w:cs/>
          <w:lang w:bidi="bn-IN"/>
        </w:rPr>
        <w:t>ছি এর বিপরীতে বেশ কিছু মতবাদ</w:t>
      </w:r>
      <w:r w:rsidR="00D94847">
        <w:rPr>
          <w:lang w:bidi="bn-IN"/>
        </w:rPr>
        <w:t xml:space="preserve"> </w:t>
      </w:r>
      <w:r w:rsidRPr="007710BF">
        <w:rPr>
          <w:cs/>
          <w:lang w:bidi="bn-IN"/>
        </w:rPr>
        <w:t>রয়েছে যে মতবাদগুলো এ মতবাদের বিরোধী ও সমালোচক। মুসলিম বিশ্বে প্রথম যে মতবাদটি এ</w:t>
      </w:r>
      <w:r w:rsidR="00D94847">
        <w:rPr>
          <w:lang w:bidi="bn-IN"/>
        </w:rPr>
        <w:t xml:space="preserve"> </w:t>
      </w:r>
      <w:r w:rsidRPr="007710BF">
        <w:rPr>
          <w:cs/>
          <w:lang w:bidi="bn-IN"/>
        </w:rPr>
        <w:t>মতবাদের বিরেুদ্ধে দাঁড়িয়েছে সেটা হলো এশরাকী</w:t>
      </w:r>
      <w:r w:rsidR="00895143">
        <w:t>,</w:t>
      </w:r>
      <w:r w:rsidRPr="007710BF">
        <w:rPr>
          <w:cs/>
          <w:lang w:bidi="bn-IN"/>
        </w:rPr>
        <w:t>সূফী ও খোদাপ্রেম মতবাদ। এরপর রয়েছে</w:t>
      </w:r>
      <w:r w:rsidR="00D94847">
        <w:rPr>
          <w:lang w:bidi="bn-IN"/>
        </w:rPr>
        <w:t xml:space="preserve"> </w:t>
      </w:r>
      <w:r w:rsidR="00D53669">
        <w:rPr>
          <w:cs/>
          <w:lang w:bidi="bn-IN"/>
        </w:rPr>
        <w:t>আহলে</w:t>
      </w:r>
      <w:r w:rsidRPr="007710BF">
        <w:rPr>
          <w:cs/>
          <w:lang w:bidi="bn-IN"/>
        </w:rPr>
        <w:t xml:space="preserve"> হাদীসের অনুসারীরা। শিয়াদের মধ্যে আখবারী এবং </w:t>
      </w:r>
      <w:r w:rsidR="00D94847">
        <w:rPr>
          <w:cs/>
          <w:lang w:bidi="bn-IN"/>
        </w:rPr>
        <w:t>সুন্নীদে</w:t>
      </w:r>
      <w:r w:rsidRPr="007710BF">
        <w:rPr>
          <w:cs/>
          <w:lang w:bidi="bn-IN"/>
        </w:rPr>
        <w:t xml:space="preserve">র মধ্যে হাম্বলী ও </w:t>
      </w:r>
      <w:r w:rsidR="00D53669">
        <w:rPr>
          <w:cs/>
          <w:lang w:bidi="bn-IN"/>
        </w:rPr>
        <w:t>আহলে</w:t>
      </w:r>
      <w:r w:rsidRPr="007710BF">
        <w:rPr>
          <w:cs/>
          <w:lang w:bidi="bn-IN"/>
        </w:rPr>
        <w:t xml:space="preserve"> হাদীস</w:t>
      </w:r>
      <w:r w:rsidR="00D94847">
        <w:rPr>
          <w:lang w:bidi="bn-IN"/>
        </w:rPr>
        <w:t xml:space="preserve"> </w:t>
      </w:r>
      <w:r w:rsidRPr="007710BF">
        <w:rPr>
          <w:cs/>
          <w:lang w:bidi="bn-IN"/>
        </w:rPr>
        <w:t xml:space="preserve">দার্শনিকদের বিপরীতে আকলকে অস্বীকার করেছে। </w:t>
      </w:r>
      <w:r w:rsidR="00FE6D44">
        <w:rPr>
          <w:cs/>
          <w:lang w:bidi="bn-IN"/>
        </w:rPr>
        <w:t>তারা</w:t>
      </w:r>
      <w:r w:rsidRPr="007710BF">
        <w:rPr>
          <w:cs/>
          <w:lang w:bidi="bn-IN"/>
        </w:rPr>
        <w:t xml:space="preserve"> বলছেন</w:t>
      </w:r>
      <w:r w:rsidR="00895143">
        <w:t>,</w:t>
      </w:r>
      <w:r w:rsidRPr="007710BF">
        <w:rPr>
          <w:cs/>
          <w:lang w:bidi="bn-IN"/>
        </w:rPr>
        <w:t>দার্শনিকরা আকল বা বুদ্ধিবৃত্তির</w:t>
      </w:r>
      <w:r w:rsidR="00D94847">
        <w:rPr>
          <w:lang w:bidi="bn-IN"/>
        </w:rPr>
        <w:t xml:space="preserve"> </w:t>
      </w:r>
      <w:r w:rsidRPr="007710BF">
        <w:rPr>
          <w:cs/>
          <w:lang w:bidi="bn-IN"/>
        </w:rPr>
        <w:t>ব্যাপারে যত বেশি গুরুত্ব দেয় আকলের গুরুত্ব এত অধিক নয়।</w:t>
      </w:r>
    </w:p>
    <w:p w:rsidR="00D94847" w:rsidRDefault="007710BF" w:rsidP="00D94847">
      <w:pPr>
        <w:pStyle w:val="libNormal"/>
        <w:rPr>
          <w:lang w:bidi="bn-IN"/>
        </w:rPr>
      </w:pPr>
      <w:r w:rsidRPr="007710BF">
        <w:rPr>
          <w:cs/>
          <w:lang w:bidi="bn-IN"/>
        </w:rPr>
        <w:t>এদের থেকেও ইন্দ্রিয়বাদীরা বর্তমান সময়ে বুদ্ধিবৃত্তির চরম সমালোচক। বিগত তিন-চার শতকধরে ইন্দ্রিয়বাদীদের জয়-জয়কার। তাদের মতে বুদ্ধিবৃত্তিকে যতটা মূল্য দেয়া হয় তা ততটা মূল্যের</w:t>
      </w:r>
      <w:r w:rsidR="00D94847">
        <w:rPr>
          <w:lang w:bidi="bn-IN"/>
        </w:rPr>
        <w:t xml:space="preserve"> </w:t>
      </w:r>
      <w:r w:rsidRPr="007710BF">
        <w:rPr>
          <w:cs/>
          <w:lang w:bidi="bn-IN"/>
        </w:rPr>
        <w:t>অধিকারী নয়। আকলের তেমন কোন গুরুত্ব নেই</w:t>
      </w:r>
      <w:r w:rsidR="00895143">
        <w:t>,</w:t>
      </w:r>
      <w:r w:rsidRPr="007710BF">
        <w:rPr>
          <w:cs/>
          <w:lang w:bidi="bn-IN"/>
        </w:rPr>
        <w:t>বরং আকল ইন্দ্রিয়ের অনুগত। মানবের মূল তার</w:t>
      </w:r>
      <w:r w:rsidR="00D94847">
        <w:rPr>
          <w:lang w:bidi="bn-IN"/>
        </w:rPr>
        <w:t xml:space="preserve"> </w:t>
      </w:r>
      <w:r w:rsidRPr="007710BF">
        <w:rPr>
          <w:cs/>
          <w:lang w:bidi="bn-IN"/>
        </w:rPr>
        <w:t xml:space="preserve">ইন্দ্রিয় ও ইন্দ্রিয়জাত </w:t>
      </w:r>
      <w:r w:rsidR="004A744B">
        <w:rPr>
          <w:cs/>
          <w:lang w:bidi="bn-IN"/>
        </w:rPr>
        <w:t>অনুভূতি</w:t>
      </w:r>
      <w:r w:rsidRPr="007710BF">
        <w:rPr>
          <w:cs/>
          <w:lang w:bidi="bn-IN"/>
        </w:rPr>
        <w:t>সমূহ। আকল খুব বেশি হলে যা করতে পারে তা হলো ইন্দ্রিয়লব্ধ জ্ঞানের</w:t>
      </w:r>
      <w:r w:rsidR="00D94847">
        <w:rPr>
          <w:lang w:bidi="bn-IN"/>
        </w:rPr>
        <w:t xml:space="preserve"> </w:t>
      </w:r>
      <w:r w:rsidRPr="007710BF">
        <w:rPr>
          <w:cs/>
          <w:lang w:bidi="bn-IN"/>
        </w:rPr>
        <w:t>উপর কাজ করা। যেমন কোন কারখানাকে যদি আমাদের বিবেচনায় আনি</w:t>
      </w:r>
      <w:r w:rsidR="00895143">
        <w:t>,</w:t>
      </w:r>
      <w:r w:rsidRPr="007710BF">
        <w:rPr>
          <w:cs/>
          <w:lang w:bidi="bn-IN"/>
        </w:rPr>
        <w:t>সেখানে যেরূপ কাঁচামাল</w:t>
      </w:r>
      <w:r w:rsidR="00D94847">
        <w:rPr>
          <w:lang w:bidi="bn-IN"/>
        </w:rPr>
        <w:t xml:space="preserve"> </w:t>
      </w:r>
      <w:r w:rsidRPr="007710BF">
        <w:rPr>
          <w:cs/>
          <w:lang w:bidi="bn-IN"/>
        </w:rPr>
        <w:t>প্রবেশ করে তৎপর কারখানার মেশিনের মধ্যে তা মিশ্রিত বা বিভাজিত হয়</w:t>
      </w:r>
      <w:r w:rsidR="00895143">
        <w:t>,</w:t>
      </w:r>
      <w:r w:rsidRPr="007710BF">
        <w:rPr>
          <w:cs/>
          <w:lang w:bidi="bn-IN"/>
        </w:rPr>
        <w:t>উদাহরণস্বরূপ কাপড় বুনন</w:t>
      </w:r>
      <w:r w:rsidR="00D94847">
        <w:rPr>
          <w:lang w:bidi="bn-IN"/>
        </w:rPr>
        <w:t xml:space="preserve"> </w:t>
      </w:r>
      <w:r w:rsidRPr="007710BF">
        <w:rPr>
          <w:cs/>
          <w:lang w:bidi="bn-IN"/>
        </w:rPr>
        <w:t>কারখানায় প্রথমে তুলা থেকে সুতা বের করে সুন্দরভাবে সাজিয়ে বুননের মাধ্যমে নির্দিষ্ট কাপড়ের</w:t>
      </w:r>
      <w:r w:rsidR="00D94847">
        <w:rPr>
          <w:lang w:bidi="bn-IN"/>
        </w:rPr>
        <w:t xml:space="preserve"> </w:t>
      </w:r>
      <w:r w:rsidRPr="007710BF">
        <w:rPr>
          <w:cs/>
          <w:lang w:bidi="bn-IN"/>
        </w:rPr>
        <w:t>আকৃতি দেয়া হয়। তেমনি আকল মেশিনের মতো শুধু ইনিদ্রয়লব্ধ কাঁচামালকে ব্যবহার করে নির্দিষ্ট</w:t>
      </w:r>
      <w:r w:rsidR="00D94847">
        <w:rPr>
          <w:lang w:bidi="bn-IN"/>
        </w:rPr>
        <w:t xml:space="preserve"> </w:t>
      </w:r>
      <w:r w:rsidRPr="007710BF">
        <w:rPr>
          <w:cs/>
          <w:lang w:bidi="bn-IN"/>
        </w:rPr>
        <w:t>আকৃতি দেয়। তবে বুদ্ধিবৃত্তিক মতবাদ তার নিজের স্থানে এখনও অটল। এখানে আমরা অবশ্য সে</w:t>
      </w:r>
      <w:r w:rsidR="00D94847">
        <w:rPr>
          <w:lang w:bidi="bn-IN"/>
        </w:rPr>
        <w:t xml:space="preserve"> </w:t>
      </w:r>
      <w:r w:rsidRPr="007710BF">
        <w:rPr>
          <w:cs/>
          <w:lang w:bidi="bn-IN"/>
        </w:rPr>
        <w:t>বিষয়ে আলোচনা করব না</w:t>
      </w:r>
      <w:r w:rsidR="00895143">
        <w:t>,</w:t>
      </w:r>
      <w:r w:rsidRPr="007710BF">
        <w:rPr>
          <w:cs/>
          <w:lang w:bidi="bn-IN"/>
        </w:rPr>
        <w:t>বরং এ ব্যাপারে ইসলামের দৃষ্টিভঙ্গি বর্ণনা করার চেষ্টা করব।</w:t>
      </w:r>
    </w:p>
    <w:p w:rsidR="00D94847" w:rsidRPr="00A377A9" w:rsidRDefault="00D94847" w:rsidP="009848A8">
      <w:pPr>
        <w:pStyle w:val="libNormal"/>
      </w:pPr>
      <w:r>
        <w:rPr>
          <w:lang w:bidi="bn-IN"/>
        </w:rPr>
        <w:br w:type="page"/>
      </w:r>
    </w:p>
    <w:p w:rsidR="00D94847" w:rsidRDefault="007710BF" w:rsidP="00D94847">
      <w:pPr>
        <w:pStyle w:val="Heading1"/>
        <w:rPr>
          <w:lang w:bidi="bn-IN"/>
        </w:rPr>
      </w:pPr>
      <w:bookmarkStart w:id="29" w:name="_Toc392601438"/>
      <w:r w:rsidRPr="007710BF">
        <w:rPr>
          <w:cs/>
          <w:lang w:bidi="bn-IN"/>
        </w:rPr>
        <w:t>ইসলামে বুদ্ধিবৃত্তিক পরিচয়ের (মারেফাত) মৌলিকত্ব</w:t>
      </w:r>
      <w:bookmarkEnd w:id="29"/>
    </w:p>
    <w:p w:rsidR="00D94847" w:rsidRDefault="00D94847" w:rsidP="00D94847">
      <w:pPr>
        <w:pStyle w:val="libNormal"/>
        <w:rPr>
          <w:lang w:bidi="bn-IN"/>
        </w:rPr>
      </w:pPr>
    </w:p>
    <w:p w:rsidR="00D94847" w:rsidRDefault="007710BF" w:rsidP="00D94847">
      <w:pPr>
        <w:pStyle w:val="libNormal"/>
        <w:rPr>
          <w:lang w:bidi="bn-IN"/>
        </w:rPr>
      </w:pPr>
      <w:r w:rsidRPr="007710BF">
        <w:rPr>
          <w:cs/>
          <w:lang w:bidi="bn-IN"/>
        </w:rPr>
        <w:t>বুদ্ধিবৃত্তিক মতবাদে কয়েকটি বিষয় আছে যার প্রতিটিকে যাচাই করে দেখব যে</w:t>
      </w:r>
      <w:r w:rsidR="00895143">
        <w:t>,</w:t>
      </w:r>
      <w:r w:rsidRPr="007710BF">
        <w:rPr>
          <w:cs/>
          <w:lang w:bidi="bn-IN"/>
        </w:rPr>
        <w:t>সেগুলো ইসলামের</w:t>
      </w:r>
      <w:r w:rsidR="00D94847">
        <w:rPr>
          <w:lang w:bidi="bn-IN"/>
        </w:rPr>
        <w:t xml:space="preserve"> </w:t>
      </w:r>
      <w:r w:rsidRPr="007710BF">
        <w:rPr>
          <w:cs/>
          <w:lang w:bidi="bn-IN"/>
        </w:rPr>
        <w:t>সঙ্গে সংগতিশীল কিনা। প্রথম বিষয় বুদ্ধিবৃত্তিক পরিচিতি ও জ্ঞানের মৌলিকত্ব। বুদ্ধিবৃত্তিক পরিচিতি ও</w:t>
      </w:r>
      <w:r w:rsidR="00D94847">
        <w:rPr>
          <w:lang w:bidi="bn-IN"/>
        </w:rPr>
        <w:t xml:space="preserve"> </w:t>
      </w:r>
      <w:r w:rsidRPr="007710BF">
        <w:rPr>
          <w:cs/>
          <w:lang w:bidi="bn-IN"/>
        </w:rPr>
        <w:t>জ্ঞানের অর্থ হলো আকল বা বুদ্ধিবৃত্তি বিশ্বের বাস্তবতাকে আবিষ্কার করার ক্ষমতা রাখে এবং এ জ্ঞান ও</w:t>
      </w:r>
      <w:r w:rsidR="00D94847">
        <w:rPr>
          <w:lang w:bidi="bn-IN"/>
        </w:rPr>
        <w:t xml:space="preserve"> </w:t>
      </w:r>
      <w:r w:rsidRPr="007710BF">
        <w:rPr>
          <w:cs/>
          <w:lang w:bidi="bn-IN"/>
        </w:rPr>
        <w:t>পরিচিতি মৌলিক</w:t>
      </w:r>
      <w:r w:rsidR="00895143">
        <w:t>,</w:t>
      </w:r>
      <w:r w:rsidRPr="007710BF">
        <w:rPr>
          <w:cs/>
          <w:lang w:bidi="bn-IN"/>
        </w:rPr>
        <w:t>নির্ভরযোগ্য ও যুক্তিপূর্ণ।</w:t>
      </w:r>
    </w:p>
    <w:p w:rsidR="00D94847" w:rsidRDefault="007710BF" w:rsidP="00D94847">
      <w:pPr>
        <w:pStyle w:val="libNormal"/>
        <w:rPr>
          <w:lang w:bidi="bn-IN"/>
        </w:rPr>
      </w:pPr>
      <w:r w:rsidRPr="007710BF">
        <w:rPr>
          <w:cs/>
          <w:lang w:bidi="bn-IN"/>
        </w:rPr>
        <w:t>অনেক মতবাদই বুদ্ধিবৃত্তির এরূপ ক্ষমতা ও যোগ্যতায় বিশ্বাসী নয়। এখন আমরা দেখব ইসলামী</w:t>
      </w:r>
      <w:r w:rsidR="00D94847">
        <w:rPr>
          <w:lang w:bidi="bn-IN"/>
        </w:rPr>
        <w:t xml:space="preserve"> </w:t>
      </w:r>
      <w:r w:rsidRPr="007710BF">
        <w:rPr>
          <w:cs/>
          <w:lang w:bidi="bn-IN"/>
        </w:rPr>
        <w:t>উৎসগুলো থেকে আমাদের নিকট এ ধরনের দলিল-প্রমাণ রয়েছে কিনা যে</w:t>
      </w:r>
      <w:r w:rsidR="00895143">
        <w:t>,</w:t>
      </w:r>
      <w:r w:rsidRPr="007710BF">
        <w:rPr>
          <w:cs/>
          <w:lang w:bidi="bn-IN"/>
        </w:rPr>
        <w:t>বুদ্ধিবৃত্তির এরূপ ক্ষমতায়</w:t>
      </w:r>
      <w:r w:rsidR="00D94847">
        <w:rPr>
          <w:lang w:bidi="bn-IN"/>
        </w:rPr>
        <w:t xml:space="preserve"> </w:t>
      </w:r>
      <w:r w:rsidRPr="007710BF">
        <w:rPr>
          <w:cs/>
          <w:lang w:bidi="bn-IN"/>
        </w:rPr>
        <w:t>আমরা বিশ্বাসী হতে পারি। ঘটনাক্রমে আমাদের হাতে এ বিষয়ে পর্যাপ্ত দলিল রয়েছে যাতে আমরা বলতে পারি ইসলামের মতো কোন মতাদর্শেই আকলকে এত অধিক পৃষ্ঠপোষকতা করা হযনি বা</w:t>
      </w:r>
      <w:r w:rsidR="00D94847">
        <w:rPr>
          <w:lang w:bidi="bn-IN"/>
        </w:rPr>
        <w:t xml:space="preserve"> </w:t>
      </w:r>
      <w:r w:rsidRPr="007710BF">
        <w:rPr>
          <w:cs/>
          <w:lang w:bidi="bn-IN"/>
        </w:rPr>
        <w:t>প্রামাণ্য ও নির্ভরযোগ্যতার ক্ষেত্রে আকলকে অন্য কোন ধর্মেই ইসলামের মতো গুরুত্ব দেয়া হয়নি।</w:t>
      </w:r>
      <w:r w:rsidR="00D94847">
        <w:rPr>
          <w:lang w:bidi="bn-IN"/>
        </w:rPr>
        <w:t xml:space="preserve"> </w:t>
      </w:r>
      <w:r w:rsidRPr="007710BF">
        <w:rPr>
          <w:cs/>
          <w:lang w:bidi="bn-IN"/>
        </w:rPr>
        <w:t>আপনি খ্রিষ্টধর্মকে ইসলামের সঙ্গে তুলনা করে দেখুন খ্রিষ্টধর্ম ঈমানের গণ্ডীতে আকলের প্রবেশের</w:t>
      </w:r>
      <w:r w:rsidR="00D94847">
        <w:rPr>
          <w:lang w:bidi="bn-IN"/>
        </w:rPr>
        <w:t xml:space="preserve"> </w:t>
      </w:r>
      <w:r w:rsidRPr="007710BF">
        <w:rPr>
          <w:cs/>
          <w:lang w:bidi="bn-IN"/>
        </w:rPr>
        <w:t>বিরোধী। তাদের মতে মানুষ যখন কোন কিছুর উপর ঈমান আনবে তখন এর উপর চিন্তা করার</w:t>
      </w:r>
      <w:r w:rsidR="00D94847">
        <w:rPr>
          <w:lang w:bidi="bn-IN"/>
        </w:rPr>
        <w:t xml:space="preserve"> </w:t>
      </w:r>
      <w:r w:rsidRPr="007710BF">
        <w:rPr>
          <w:cs/>
          <w:lang w:bidi="bn-IN"/>
        </w:rPr>
        <w:t>অধিকার তার নেই। চিন্তা যেহেতু বুদ্ধিবৃত্তির কাজ তাই বিশ্বাসগত বিষয়ে চিন্তার অবকাশ নেই</w:t>
      </w:r>
      <w:r w:rsidRPr="007710BF">
        <w:rPr>
          <w:cs/>
          <w:lang w:bidi="hi-IN"/>
        </w:rPr>
        <w:t xml:space="preserve">। </w:t>
      </w:r>
      <w:r w:rsidRPr="007710BF">
        <w:rPr>
          <w:cs/>
          <w:lang w:bidi="bn-IN"/>
        </w:rPr>
        <w:t>যে</w:t>
      </w:r>
      <w:r w:rsidR="00D94847">
        <w:rPr>
          <w:lang w:bidi="bn-IN"/>
        </w:rPr>
        <w:t xml:space="preserve"> </w:t>
      </w:r>
      <w:r w:rsidRPr="007710BF">
        <w:rPr>
          <w:cs/>
          <w:lang w:bidi="bn-IN"/>
        </w:rPr>
        <w:t xml:space="preserve">বিষয়ে ঈমান রাখতে হবে সে বিষয়ে চিন্তা করা যাবে না। এ ক্ষেত্রে আকলকে </w:t>
      </w:r>
      <w:r w:rsidRPr="001933EC">
        <w:rPr>
          <w:rStyle w:val="libAlaemChar"/>
        </w:rPr>
        <w:t>‘</w:t>
      </w:r>
      <w:r w:rsidRPr="007710BF">
        <w:rPr>
          <w:cs/>
          <w:lang w:bidi="bn-IN"/>
        </w:rPr>
        <w:t>কি</w:t>
      </w:r>
      <w:r w:rsidRPr="001933EC">
        <w:rPr>
          <w:rStyle w:val="libAlaemChar"/>
        </w:rPr>
        <w:t>’</w:t>
      </w:r>
      <w:r w:rsidRPr="007710BF">
        <w:t xml:space="preserve"> </w:t>
      </w:r>
      <w:r w:rsidRPr="007710BF">
        <w:rPr>
          <w:cs/>
          <w:lang w:bidi="bn-IN"/>
        </w:rPr>
        <w:t xml:space="preserve">ও </w:t>
      </w:r>
      <w:r w:rsidRPr="001933EC">
        <w:rPr>
          <w:rStyle w:val="libAlaemChar"/>
        </w:rPr>
        <w:t>‘</w:t>
      </w:r>
      <w:r w:rsidRPr="007710BF">
        <w:rPr>
          <w:cs/>
          <w:lang w:bidi="bn-IN"/>
        </w:rPr>
        <w:t>কেন</w:t>
      </w:r>
      <w:r w:rsidRPr="001933EC">
        <w:rPr>
          <w:rStyle w:val="libAlaemChar"/>
        </w:rPr>
        <w:t>’</w:t>
      </w:r>
      <w:r w:rsidRPr="007710BF">
        <w:t xml:space="preserve"> </w:t>
      </w:r>
      <w:r w:rsidRPr="007710BF">
        <w:rPr>
          <w:cs/>
          <w:lang w:bidi="bn-IN"/>
        </w:rPr>
        <w:t>এ ধরনের</w:t>
      </w:r>
      <w:r w:rsidR="00D94847">
        <w:rPr>
          <w:lang w:bidi="bn-IN"/>
        </w:rPr>
        <w:t xml:space="preserve"> </w:t>
      </w:r>
      <w:r w:rsidRPr="007710BF">
        <w:rPr>
          <w:cs/>
          <w:lang w:bidi="bn-IN"/>
        </w:rPr>
        <w:t>প্রশ্ন করার সুযোগ দেয়া যাবে না। একজন বিশ্বাসী ব্যক্তি</w:t>
      </w:r>
      <w:r w:rsidR="00895143">
        <w:t>,</w:t>
      </w:r>
      <w:r w:rsidRPr="007710BF">
        <w:rPr>
          <w:cs/>
          <w:lang w:bidi="bn-IN"/>
        </w:rPr>
        <w:t>বিশেষত ঈমানের রক্ষক চার্চের অধিপতির</w:t>
      </w:r>
      <w:r w:rsidR="00D94847">
        <w:rPr>
          <w:lang w:bidi="bn-IN"/>
        </w:rPr>
        <w:t xml:space="preserve"> </w:t>
      </w:r>
      <w:r w:rsidRPr="007710BF">
        <w:rPr>
          <w:cs/>
          <w:lang w:bidi="bn-IN"/>
        </w:rPr>
        <w:t>দায়িত্ব হলো ঈমানের গণ্ডিতে যুক্তি</w:t>
      </w:r>
      <w:r w:rsidR="00895143">
        <w:t>,</w:t>
      </w:r>
      <w:r w:rsidRPr="007710BF">
        <w:rPr>
          <w:cs/>
          <w:lang w:bidi="bn-IN"/>
        </w:rPr>
        <w:t>চিন্তা ও বুদ্ধিবৃত্তির প্রবেশকে প্রতিহত করা। মূলত খ্রিষ্টবাদের শিক্ষা</w:t>
      </w:r>
      <w:r w:rsidR="00D94847">
        <w:rPr>
          <w:lang w:bidi="bn-IN"/>
        </w:rPr>
        <w:t xml:space="preserve"> </w:t>
      </w:r>
      <w:r w:rsidRPr="007710BF">
        <w:rPr>
          <w:cs/>
          <w:lang w:bidi="bn-IN"/>
        </w:rPr>
        <w:t xml:space="preserve">এর উপর ভিত্তি করেই গড়ে উঠেছে। </w:t>
      </w:r>
    </w:p>
    <w:p w:rsidR="00D94847" w:rsidRDefault="007710BF" w:rsidP="00D94847">
      <w:pPr>
        <w:pStyle w:val="libNormal"/>
        <w:rPr>
          <w:lang w:bidi="bn-IN"/>
        </w:rPr>
      </w:pPr>
      <w:r w:rsidRPr="007710BF">
        <w:rPr>
          <w:cs/>
          <w:lang w:bidi="bn-IN"/>
        </w:rPr>
        <w:t>ইসলামের ক্ষেত্রে আমরা ঠিক এর বিপরীত অবস্থা দেখি। ইসলাম ধর্মের মৌলিক বিষয়ে (উসূল)</w:t>
      </w:r>
      <w:r w:rsidR="00D94847">
        <w:rPr>
          <w:lang w:bidi="bn-IN"/>
        </w:rPr>
        <w:t xml:space="preserve"> </w:t>
      </w:r>
      <w:r w:rsidRPr="007710BF">
        <w:rPr>
          <w:cs/>
          <w:lang w:bidi="bn-IN"/>
        </w:rPr>
        <w:t>বুদ্ধিবৃত্তি ব্যতীত অন্য কিছুর প্রবেশ নিষিদ্ধ। যেমন যদি আপনাকে প্রশ্ন করা হয় আপনার ধর্মের একটি</w:t>
      </w:r>
      <w:r w:rsidR="00D94847">
        <w:rPr>
          <w:lang w:bidi="bn-IN"/>
        </w:rPr>
        <w:t xml:space="preserve"> </w:t>
      </w:r>
      <w:r w:rsidRPr="007710BF">
        <w:rPr>
          <w:cs/>
          <w:lang w:bidi="bn-IN"/>
        </w:rPr>
        <w:t>মৌলিক বিষয় বলুন। আপনি হয়তো বললেন</w:t>
      </w:r>
      <w:r w:rsidR="00895143">
        <w:t>,</w:t>
      </w:r>
      <w:r w:rsidRPr="007710BF">
        <w:rPr>
          <w:cs/>
          <w:lang w:bidi="bn-IN"/>
        </w:rPr>
        <w:t>তাওহীদ (একত্ববাদ)। এখন যদি আপনাকে প্রশ্ন করাহয়</w:t>
      </w:r>
      <w:r w:rsidR="00895143">
        <w:t>,</w:t>
      </w:r>
      <w:r w:rsidRPr="007710BF">
        <w:rPr>
          <w:cs/>
          <w:lang w:bidi="bn-IN"/>
        </w:rPr>
        <w:t>কেন আপনি এক আ</w:t>
      </w:r>
      <w:r w:rsidR="006B46F0">
        <w:rPr>
          <w:cs/>
          <w:lang w:bidi="bn-IN"/>
        </w:rPr>
        <w:t>ল্লা</w:t>
      </w:r>
      <w:r w:rsidRPr="007710BF">
        <w:rPr>
          <w:rFonts w:hint="cs"/>
          <w:cs/>
          <w:lang w:bidi="bn-IN"/>
        </w:rPr>
        <w:t>হ্য় ঈমান এনেছেন</w:t>
      </w:r>
      <w:r w:rsidRPr="007710BF">
        <w:t xml:space="preserve">? </w:t>
      </w:r>
      <w:r w:rsidRPr="007710BF">
        <w:rPr>
          <w:cs/>
          <w:lang w:bidi="bn-IN"/>
        </w:rPr>
        <w:t>আপনাকে অবশ্যই এজন্য যুক্তি পেশ করতে হবে</w:t>
      </w:r>
      <w:r w:rsidR="00D94847">
        <w:rPr>
          <w:lang w:bidi="bn-IN"/>
        </w:rPr>
        <w:t xml:space="preserve"> </w:t>
      </w:r>
      <w:r w:rsidRPr="007710BF">
        <w:rPr>
          <w:cs/>
          <w:lang w:bidi="bn-IN"/>
        </w:rPr>
        <w:t>যেহেতু ইসলাম আকল ব্যতীত আপনার নিকট থেকে তা গ্রহণ করবে না। যদি বলেন</w:t>
      </w:r>
      <w:r w:rsidR="00895143">
        <w:t>,</w:t>
      </w:r>
      <w:r w:rsidRPr="001933EC">
        <w:rPr>
          <w:rStyle w:val="libAlaemChar"/>
        </w:rPr>
        <w:t>“</w:t>
      </w:r>
      <w:r w:rsidRPr="007710BF">
        <w:rPr>
          <w:cs/>
          <w:lang w:bidi="bn-IN"/>
        </w:rPr>
        <w:t>আমি এক</w:t>
      </w:r>
      <w:r w:rsidR="00D94847">
        <w:rPr>
          <w:lang w:bidi="bn-IN"/>
        </w:rPr>
        <w:t xml:space="preserve"> </w:t>
      </w:r>
      <w:r w:rsidRPr="007710BF">
        <w:rPr>
          <w:cs/>
          <w:lang w:bidi="bn-IN"/>
        </w:rPr>
        <w:t>আ</w:t>
      </w:r>
      <w:r w:rsidR="006B46F0">
        <w:rPr>
          <w:cs/>
          <w:lang w:bidi="bn-IN"/>
        </w:rPr>
        <w:t>ল্লা</w:t>
      </w:r>
      <w:r w:rsidRPr="007710BF">
        <w:rPr>
          <w:rFonts w:hint="cs"/>
          <w:cs/>
          <w:lang w:bidi="bn-IN"/>
        </w:rPr>
        <w:t>হ্য় বিশ্বাস করি</w:t>
      </w:r>
      <w:r w:rsidR="00895143">
        <w:t>,</w:t>
      </w:r>
      <w:r w:rsidRPr="007710BF">
        <w:rPr>
          <w:cs/>
          <w:lang w:bidi="bn-IN"/>
        </w:rPr>
        <w:t>কিন্তু এর পেছনে কোন যুক্তি পেশ করতে পারব না। আমার দাদীমার থেকে শুনে</w:t>
      </w:r>
      <w:r w:rsidR="00D94847">
        <w:rPr>
          <w:lang w:bidi="bn-IN"/>
        </w:rPr>
        <w:t xml:space="preserve"> </w:t>
      </w:r>
      <w:r w:rsidRPr="007710BF">
        <w:rPr>
          <w:cs/>
          <w:lang w:bidi="bn-IN"/>
        </w:rPr>
        <w:t xml:space="preserve">আমি বিশ্বাস করেছি। অবশেষে এক সত্যে </w:t>
      </w:r>
      <w:r w:rsidR="00611BB9">
        <w:rPr>
          <w:cs/>
          <w:lang w:bidi="bn-IN"/>
        </w:rPr>
        <w:t>পৌ</w:t>
      </w:r>
      <w:r w:rsidRPr="007710BF">
        <w:rPr>
          <w:cs/>
          <w:lang w:bidi="bn-IN"/>
        </w:rPr>
        <w:t>ছেছি যেভাবেই হোক দাদীমার কাছে শুনে অথবা স্বপ্নদেখে।</w:t>
      </w:r>
      <w:r w:rsidRPr="001933EC">
        <w:rPr>
          <w:rStyle w:val="libAlaemChar"/>
        </w:rPr>
        <w:t>”</w:t>
      </w:r>
      <w:r w:rsidRPr="007710BF">
        <w:t xml:space="preserve"> </w:t>
      </w:r>
      <w:r w:rsidRPr="007710BF">
        <w:rPr>
          <w:cs/>
          <w:lang w:bidi="bn-IN"/>
        </w:rPr>
        <w:t>ইসলাম বলে</w:t>
      </w:r>
      <w:r w:rsidR="00895143">
        <w:t>,</w:t>
      </w:r>
      <w:r w:rsidRPr="001933EC">
        <w:rPr>
          <w:rStyle w:val="libAlaemChar"/>
        </w:rPr>
        <w:t>“</w:t>
      </w:r>
      <w:r w:rsidRPr="007710BF">
        <w:rPr>
          <w:cs/>
          <w:lang w:bidi="bn-IN"/>
        </w:rPr>
        <w:t>না</w:t>
      </w:r>
      <w:r w:rsidR="00895143">
        <w:t>,</w:t>
      </w:r>
      <w:r w:rsidRPr="007710BF">
        <w:rPr>
          <w:cs/>
          <w:lang w:bidi="bn-IN"/>
        </w:rPr>
        <w:t>যদিও এক আ</w:t>
      </w:r>
      <w:r w:rsidR="006B46F0">
        <w:rPr>
          <w:cs/>
          <w:lang w:bidi="bn-IN"/>
        </w:rPr>
        <w:t>ল্লা</w:t>
      </w:r>
      <w:r w:rsidRPr="007710BF">
        <w:rPr>
          <w:rFonts w:hint="cs"/>
          <w:cs/>
          <w:lang w:bidi="bn-IN"/>
        </w:rPr>
        <w:t>হ্য় বিশ্বাসী হও</w:t>
      </w:r>
      <w:r w:rsidR="00895143">
        <w:t>,</w:t>
      </w:r>
      <w:r w:rsidRPr="007710BF">
        <w:rPr>
          <w:cs/>
          <w:lang w:bidi="bn-IN"/>
        </w:rPr>
        <w:t>কিন্তু এ বিশ্বাসের ভিত্তি স্বপ্ন বা পিতা-মাতার অন্ধ অনুকরণ অথবা পরিবেশের প্রভাবে হয়ে থাকে</w:t>
      </w:r>
      <w:r w:rsidR="00895143">
        <w:t>,</w:t>
      </w:r>
      <w:r w:rsidRPr="007710BF">
        <w:rPr>
          <w:cs/>
          <w:lang w:bidi="bn-IN"/>
        </w:rPr>
        <w:t>তবে তা গ্রহণযোগ্য নয়।</w:t>
      </w:r>
      <w:r w:rsidRPr="001933EC">
        <w:rPr>
          <w:rStyle w:val="libAlaemChar"/>
        </w:rPr>
        <w:t>”</w:t>
      </w:r>
      <w:r w:rsidRPr="007710BF">
        <w:t xml:space="preserve"> </w:t>
      </w:r>
      <w:r w:rsidRPr="007710BF">
        <w:rPr>
          <w:cs/>
          <w:lang w:bidi="bn-IN"/>
        </w:rPr>
        <w:t>কেবল চিন্তা ও</w:t>
      </w:r>
      <w:r w:rsidR="00D94847">
        <w:rPr>
          <w:lang w:bidi="bn-IN"/>
        </w:rPr>
        <w:t xml:space="preserve"> </w:t>
      </w:r>
      <w:r w:rsidRPr="007710BF">
        <w:rPr>
          <w:cs/>
          <w:lang w:bidi="bn-IN"/>
        </w:rPr>
        <w:t>বিচার-</w:t>
      </w:r>
      <w:r w:rsidR="00D94847">
        <w:rPr>
          <w:cs/>
          <w:lang w:bidi="bn-IN"/>
        </w:rPr>
        <w:t>বিশ্লেষণের</w:t>
      </w:r>
      <w:r w:rsidRPr="007710BF">
        <w:rPr>
          <w:rFonts w:hint="cs"/>
          <w:cs/>
          <w:lang w:bidi="bn-IN"/>
        </w:rPr>
        <w:t xml:space="preserve"> পর যুক্তির ভিত্তিতে যদি আপনি ঈমান আনয়ন করেন তবেই তা গ্রহণ করা হবে</w:t>
      </w:r>
      <w:r w:rsidR="00D94847">
        <w:rPr>
          <w:lang w:bidi="bn-IN"/>
        </w:rPr>
        <w:t xml:space="preserve"> </w:t>
      </w:r>
      <w:r w:rsidRPr="007710BF">
        <w:rPr>
          <w:rFonts w:hint="cs"/>
          <w:cs/>
          <w:lang w:bidi="bn-IN"/>
        </w:rPr>
        <w:t>নতুবা নয়।</w:t>
      </w:r>
    </w:p>
    <w:p w:rsidR="00D94847" w:rsidRDefault="007710BF" w:rsidP="00D94847">
      <w:pPr>
        <w:pStyle w:val="libNormal"/>
        <w:rPr>
          <w:lang w:bidi="bn-IN"/>
        </w:rPr>
      </w:pPr>
      <w:r w:rsidRPr="007710BF">
        <w:rPr>
          <w:rFonts w:hint="cs"/>
          <w:cs/>
          <w:lang w:bidi="bn-IN"/>
        </w:rPr>
        <w:t>খ্রিষ্টবাদে ঈমানের গণ্ডিতে আকলের প্রবেশ নিষিদ্ধ। এটাই খ্রিষ্টবাদের ভিত্তি। একজন খ্রিষ্টধর্মে</w:t>
      </w:r>
      <w:r w:rsidR="00D94847">
        <w:rPr>
          <w:lang w:bidi="bn-IN"/>
        </w:rPr>
        <w:t xml:space="preserve"> </w:t>
      </w:r>
      <w:r w:rsidRPr="007710BF">
        <w:rPr>
          <w:rFonts w:hint="cs"/>
          <w:cs/>
          <w:lang w:bidi="bn-IN"/>
        </w:rPr>
        <w:t>বিশ্বাসী ব্যক্তির দায়িত্ব হলো এই গণ্ডিতে আকল ও চিন</w:t>
      </w:r>
      <w:r w:rsidRPr="007710BF">
        <w:rPr>
          <w:cs/>
          <w:lang w:bidi="bn-IN"/>
        </w:rPr>
        <w:t>্তার প্রবেশকে রোধ করা। ইসলামে ঈমানের</w:t>
      </w:r>
      <w:r w:rsidR="00D94847">
        <w:rPr>
          <w:lang w:bidi="bn-IN"/>
        </w:rPr>
        <w:t xml:space="preserve"> </w:t>
      </w:r>
      <w:r w:rsidRPr="007710BF">
        <w:rPr>
          <w:cs/>
          <w:lang w:bidi="bn-IN"/>
        </w:rPr>
        <w:t>গণ্ডিতে আকলের স্থান সংরক্ষিত। আকল ব্যতীত অন্য কোন কিছুর এ গণ্ডিতে প্রবেশাধিকার নেই।</w:t>
      </w:r>
    </w:p>
    <w:p w:rsidR="00D94847" w:rsidRDefault="007710BF" w:rsidP="00D94847">
      <w:pPr>
        <w:pStyle w:val="libNormal"/>
        <w:rPr>
          <w:lang w:bidi="bn-IN"/>
        </w:rPr>
      </w:pPr>
      <w:r w:rsidRPr="007710BF">
        <w:rPr>
          <w:cs/>
          <w:lang w:bidi="bn-IN"/>
        </w:rPr>
        <w:t>ইসলামের উৎসসমূহে অর্থাৎ কোরআন ও সু</w:t>
      </w:r>
      <w:r w:rsidR="003936CB">
        <w:rPr>
          <w:cs/>
          <w:lang w:bidi="bn-IN"/>
        </w:rPr>
        <w:t>ন্না</w:t>
      </w:r>
      <w:r w:rsidRPr="007710BF">
        <w:rPr>
          <w:cs/>
          <w:lang w:bidi="bn-IN"/>
        </w:rPr>
        <w:t>হয় আকলকে উ</w:t>
      </w:r>
      <w:r w:rsidR="00D94847">
        <w:rPr>
          <w:cs/>
          <w:lang w:bidi="bn-IN"/>
        </w:rPr>
        <w:t>চ্চ মর্যাদায় সমাসীন দেখা যায়।</w:t>
      </w:r>
      <w:r w:rsidR="00D94847">
        <w:rPr>
          <w:lang w:bidi="bn-IN"/>
        </w:rPr>
        <w:t xml:space="preserve"> </w:t>
      </w:r>
      <w:r w:rsidRPr="007710BF">
        <w:rPr>
          <w:cs/>
          <w:lang w:bidi="bn-IN"/>
        </w:rPr>
        <w:t>প্রথমত কোরআন সব সময়ই বুদ্ধিবৃত্তির প্রশংসা করেছে। তদুপরি আমাদের হাদীস গ্রন্থসমূহেও</w:t>
      </w:r>
      <w:r w:rsidR="00D94847">
        <w:rPr>
          <w:lang w:bidi="bn-IN"/>
        </w:rPr>
        <w:t xml:space="preserve"> </w:t>
      </w:r>
      <w:r w:rsidRPr="007710BF">
        <w:rPr>
          <w:cs/>
          <w:lang w:bidi="bn-IN"/>
        </w:rPr>
        <w:t>বুদ্ধিবৃত্তির গুরুত্ব ও মৌলিকত্ব এতটা প্রকট যে</w:t>
      </w:r>
      <w:r w:rsidR="00895143">
        <w:t>,</w:t>
      </w:r>
      <w:r w:rsidRPr="007710BF">
        <w:rPr>
          <w:cs/>
          <w:lang w:bidi="bn-IN"/>
        </w:rPr>
        <w:t>এ গ্রন্থসমূহ খুললেই দেখা যায়</w:t>
      </w:r>
      <w:r w:rsidR="00895143">
        <w:t>,</w:t>
      </w:r>
      <w:r w:rsidRPr="007710BF">
        <w:rPr>
          <w:cs/>
          <w:lang w:bidi="bn-IN"/>
        </w:rPr>
        <w:t>তাতে প্রথম অধ্যায়</w:t>
      </w:r>
      <w:r w:rsidR="00D94847">
        <w:rPr>
          <w:lang w:bidi="bn-IN"/>
        </w:rPr>
        <w:t xml:space="preserve"> </w:t>
      </w:r>
      <w:r w:rsidRPr="007710BF">
        <w:rPr>
          <w:cs/>
          <w:lang w:bidi="bn-IN"/>
        </w:rPr>
        <w:t>হিসেবে কিতাবুল আকল এসেছে এবং এ অধ্যায়ের প্রথম থেকে শেষ পর্যন্ত বুদ্ধিবৃত্তির পৃষ্ঠপোষকতা</w:t>
      </w:r>
      <w:r w:rsidR="00D94847">
        <w:rPr>
          <w:lang w:bidi="bn-IN"/>
        </w:rPr>
        <w:t xml:space="preserve"> </w:t>
      </w:r>
      <w:r w:rsidRPr="007710BF">
        <w:rPr>
          <w:cs/>
          <w:lang w:bidi="bn-IN"/>
        </w:rPr>
        <w:t>করা হয়েছে।</w:t>
      </w:r>
    </w:p>
    <w:p w:rsidR="004B32C2" w:rsidRDefault="007710BF" w:rsidP="004B32C2">
      <w:pPr>
        <w:pStyle w:val="libNormal"/>
      </w:pPr>
      <w:r w:rsidRPr="007710BF">
        <w:rPr>
          <w:cs/>
          <w:lang w:bidi="bn-IN"/>
        </w:rPr>
        <w:t>ইমাম মূসা ইবনে জাফর (আ.) আকল সম্পর্কিত একটা আশ্চর্য বর্ণনা করেছেন। তিনি বলেছেন</w:t>
      </w:r>
      <w:r w:rsidR="00895143">
        <w:t>,</w:t>
      </w:r>
      <w:r w:rsidRPr="001933EC">
        <w:rPr>
          <w:rStyle w:val="libAlaemChar"/>
        </w:rPr>
        <w:t>“</w:t>
      </w:r>
      <w:r w:rsidRPr="007710BF">
        <w:rPr>
          <w:cs/>
          <w:lang w:bidi="bn-IN"/>
        </w:rPr>
        <w:t>আ</w:t>
      </w:r>
      <w:r w:rsidR="006B46F0">
        <w:rPr>
          <w:cs/>
          <w:lang w:bidi="bn-IN"/>
        </w:rPr>
        <w:t>ল্লা</w:t>
      </w:r>
      <w:r w:rsidRPr="007710BF">
        <w:rPr>
          <w:rFonts w:hint="cs"/>
          <w:cs/>
          <w:lang w:bidi="bn-IN"/>
        </w:rPr>
        <w:t>হ্পাকের দু</w:t>
      </w:r>
      <w:r w:rsidRPr="001933EC">
        <w:rPr>
          <w:rStyle w:val="libAlaemChar"/>
        </w:rPr>
        <w:t>’</w:t>
      </w:r>
      <w:r w:rsidRPr="007710BF">
        <w:rPr>
          <w:cs/>
          <w:lang w:bidi="bn-IN"/>
        </w:rPr>
        <w:t>টি হুজ্জাত (দলিল) রয়েছে। এ দু</w:t>
      </w:r>
      <w:r w:rsidRPr="001933EC">
        <w:rPr>
          <w:rStyle w:val="libAlaemChar"/>
        </w:rPr>
        <w:t>’</w:t>
      </w:r>
      <w:r w:rsidRPr="007710BF">
        <w:rPr>
          <w:cs/>
          <w:lang w:bidi="bn-IN"/>
        </w:rPr>
        <w:t>টি হুজ্জাত দু</w:t>
      </w:r>
      <w:r w:rsidRPr="001933EC">
        <w:rPr>
          <w:rStyle w:val="libAlaemChar"/>
        </w:rPr>
        <w:t>’</w:t>
      </w:r>
      <w:r w:rsidRPr="007710BF">
        <w:rPr>
          <w:cs/>
          <w:lang w:bidi="bn-IN"/>
        </w:rPr>
        <w:t>টি নবী। একটি অভ্যন্তরীণ নবী বা</w:t>
      </w:r>
      <w:r w:rsidR="004B32C2">
        <w:rPr>
          <w:lang w:bidi="bn-IN"/>
        </w:rPr>
        <w:t xml:space="preserve"> </w:t>
      </w:r>
      <w:r w:rsidRPr="007710BF">
        <w:rPr>
          <w:cs/>
          <w:lang w:bidi="bn-IN"/>
        </w:rPr>
        <w:t>আকল</w:t>
      </w:r>
      <w:r w:rsidR="00895143">
        <w:t>,</w:t>
      </w:r>
      <w:r w:rsidRPr="007710BF">
        <w:rPr>
          <w:cs/>
          <w:lang w:bidi="bn-IN"/>
        </w:rPr>
        <w:t xml:space="preserve">দ্বিতীয়টি বাহ্যিক নবী অর্থাৎ </w:t>
      </w:r>
      <w:r w:rsidR="00D009A1">
        <w:rPr>
          <w:cs/>
          <w:lang w:bidi="bn-IN"/>
        </w:rPr>
        <w:t>আল্লাহর</w:t>
      </w:r>
      <w:r w:rsidRPr="007710BF">
        <w:rPr>
          <w:rFonts w:hint="cs"/>
          <w:cs/>
          <w:lang w:bidi="bn-IN"/>
        </w:rPr>
        <w:t xml:space="preserve"> প্রেরিত পুরুষগণ </w:t>
      </w:r>
      <w:r w:rsidR="00695D8C">
        <w:rPr>
          <w:rFonts w:hint="cs"/>
          <w:cs/>
          <w:lang w:bidi="bn-IN"/>
        </w:rPr>
        <w:t>যারা</w:t>
      </w:r>
      <w:r w:rsidRPr="007710BF">
        <w:rPr>
          <w:rFonts w:hint="cs"/>
          <w:cs/>
          <w:lang w:bidi="bn-IN"/>
        </w:rPr>
        <w:t xml:space="preserve"> নিজেরা মানুষ এবং অন্য</w:t>
      </w:r>
      <w:r w:rsidR="004B32C2">
        <w:rPr>
          <w:lang w:bidi="bn-IN"/>
        </w:rPr>
        <w:t xml:space="preserve"> </w:t>
      </w:r>
      <w:r w:rsidRPr="007710BF">
        <w:rPr>
          <w:rFonts w:hint="cs"/>
          <w:cs/>
          <w:lang w:bidi="bn-IN"/>
        </w:rPr>
        <w:t>মানুষদের দীনের দিকে দাওয়াত করেন। আ</w:t>
      </w:r>
      <w:r w:rsidR="006B46F0">
        <w:rPr>
          <w:rFonts w:hint="cs"/>
          <w:cs/>
          <w:lang w:bidi="bn-IN"/>
        </w:rPr>
        <w:t>ল্লা</w:t>
      </w:r>
      <w:r w:rsidRPr="007710BF">
        <w:rPr>
          <w:rFonts w:hint="cs"/>
          <w:cs/>
          <w:lang w:bidi="bn-IN"/>
        </w:rPr>
        <w:t>হ্পাকের এ দু</w:t>
      </w:r>
      <w:r w:rsidRPr="001933EC">
        <w:rPr>
          <w:rStyle w:val="libAlaemChar"/>
        </w:rPr>
        <w:t>’</w:t>
      </w:r>
      <w:r w:rsidRPr="007710BF">
        <w:rPr>
          <w:cs/>
          <w:lang w:bidi="bn-IN"/>
        </w:rPr>
        <w:t>টি হুজ্জাত একে অপরের পরিপূরক অর্থাৎ</w:t>
      </w:r>
      <w:r w:rsidR="004B32C2">
        <w:rPr>
          <w:lang w:bidi="bn-IN"/>
        </w:rPr>
        <w:t xml:space="preserve"> </w:t>
      </w:r>
      <w:r w:rsidRPr="007710BF">
        <w:rPr>
          <w:cs/>
          <w:lang w:bidi="bn-IN"/>
        </w:rPr>
        <w:t>যদি মানুষের বুদ্ধিবৃত্তি থাকে</w:t>
      </w:r>
      <w:r w:rsidR="00895143">
        <w:t>,</w:t>
      </w:r>
      <w:r w:rsidRPr="007710BF">
        <w:rPr>
          <w:cs/>
          <w:lang w:bidi="bn-IN"/>
        </w:rPr>
        <w:t>কিন্তু পৃথিবীতে কোন নবী প্রেরিত না হয়</w:t>
      </w:r>
      <w:r w:rsidR="00895143">
        <w:t>,</w:t>
      </w:r>
      <w:r w:rsidRPr="007710BF">
        <w:rPr>
          <w:cs/>
          <w:lang w:bidi="bn-IN"/>
        </w:rPr>
        <w:t>তবে মানুষের পক্ষে সফলতার পথ অতিক্রম করা সম্ভব হবে না। তেমনি যদি নবী থাকেন</w:t>
      </w:r>
      <w:r w:rsidR="00895143">
        <w:t>,</w:t>
      </w:r>
      <w:r w:rsidRPr="007710BF">
        <w:rPr>
          <w:cs/>
          <w:lang w:bidi="bn-IN"/>
        </w:rPr>
        <w:t>কিন্তু মানুষ বুদ্ধিবৃত্তির অধিকারী না হয়</w:t>
      </w:r>
      <w:r w:rsidR="004B32C2">
        <w:rPr>
          <w:lang w:bidi="bn-IN"/>
        </w:rPr>
        <w:t xml:space="preserve"> </w:t>
      </w:r>
      <w:r w:rsidRPr="007710BF">
        <w:rPr>
          <w:cs/>
          <w:lang w:bidi="bn-IN"/>
        </w:rPr>
        <w:t>তাহলেও সে সাফল্য লাভ করতে পারবে না। আকল ও নবী একসঙ্গে একই দায়িত্ব পালন করে।</w:t>
      </w:r>
      <w:r w:rsidRPr="001933EC">
        <w:rPr>
          <w:rStyle w:val="libAlaemChar"/>
        </w:rPr>
        <w:t>”</w:t>
      </w:r>
      <w:r w:rsidRPr="007710BF">
        <w:t xml:space="preserve"> </w:t>
      </w:r>
      <w:r w:rsidRPr="007710BF">
        <w:rPr>
          <w:cs/>
          <w:lang w:bidi="bn-IN"/>
        </w:rPr>
        <w:t>এর</w:t>
      </w:r>
      <w:r w:rsidR="004B32C2">
        <w:rPr>
          <w:lang w:bidi="bn-IN"/>
        </w:rPr>
        <w:t xml:space="preserve"> </w:t>
      </w:r>
      <w:r w:rsidRPr="007710BF">
        <w:rPr>
          <w:cs/>
          <w:lang w:bidi="bn-IN"/>
        </w:rPr>
        <w:t>চেয়ে উত্তমরূপে আকলকে সম্মানিত করা ও পৃষ্ঠপোষকতা দান আর কোনভাবে সম্ভব কি</w:t>
      </w:r>
      <w:r w:rsidRPr="007710BF">
        <w:t>?</w:t>
      </w:r>
    </w:p>
    <w:p w:rsidR="004B32C2" w:rsidRDefault="007710BF" w:rsidP="004B32C2">
      <w:pPr>
        <w:pStyle w:val="libNormal"/>
        <w:rPr>
          <w:lang w:bidi="bn-IN"/>
        </w:rPr>
      </w:pPr>
      <w:r w:rsidRPr="007710BF">
        <w:rPr>
          <w:cs/>
          <w:lang w:bidi="bn-IN"/>
        </w:rPr>
        <w:t xml:space="preserve">এ ধরনের বর্ণনা ও রেওয়ায়েত সম্ভবত আরো শুনে থাকবেন। যেমন </w:t>
      </w:r>
      <w:r w:rsidRPr="001933EC">
        <w:rPr>
          <w:rStyle w:val="libAlaemChar"/>
        </w:rPr>
        <w:t>‘</w:t>
      </w:r>
      <w:r w:rsidRPr="007710BF">
        <w:rPr>
          <w:cs/>
          <w:lang w:bidi="bn-IN"/>
        </w:rPr>
        <w:t>জ্ঞানীর নিদ্রা অজ্ঞের ইবাদত</w:t>
      </w:r>
      <w:r w:rsidR="004B32C2">
        <w:rPr>
          <w:lang w:bidi="bn-IN"/>
        </w:rPr>
        <w:t xml:space="preserve"> </w:t>
      </w:r>
      <w:r w:rsidRPr="007710BF">
        <w:rPr>
          <w:cs/>
          <w:lang w:bidi="bn-IN"/>
        </w:rPr>
        <w:t>হতে উত্তম</w:t>
      </w:r>
      <w:r w:rsidRPr="001933EC">
        <w:rPr>
          <w:rStyle w:val="libAlaemChar"/>
        </w:rPr>
        <w:t>’</w:t>
      </w:r>
      <w:r w:rsidR="00895143">
        <w:t>,</w:t>
      </w:r>
      <w:r w:rsidRPr="001933EC">
        <w:rPr>
          <w:rStyle w:val="libAlaemChar"/>
        </w:rPr>
        <w:t>‘</w:t>
      </w:r>
      <w:r w:rsidRPr="007710BF">
        <w:rPr>
          <w:cs/>
          <w:lang w:bidi="bn-IN"/>
        </w:rPr>
        <w:t>জ্ঞানীর খাদ্যগ্রহণ মূর্খের রোযা অপেক্ষা উত্তম</w:t>
      </w:r>
      <w:r w:rsidRPr="001933EC">
        <w:rPr>
          <w:rStyle w:val="libAlaemChar"/>
        </w:rPr>
        <w:t>’</w:t>
      </w:r>
      <w:r w:rsidR="00895143">
        <w:t>,</w:t>
      </w:r>
      <w:r w:rsidRPr="001933EC">
        <w:rPr>
          <w:rStyle w:val="libAlaemChar"/>
        </w:rPr>
        <w:t>‘</w:t>
      </w:r>
      <w:r w:rsidRPr="007710BF">
        <w:rPr>
          <w:cs/>
          <w:lang w:bidi="bn-IN"/>
        </w:rPr>
        <w:t>জ্ঞানীর নিরবতা অজ্ঞের কথা বলা হতে</w:t>
      </w:r>
      <w:r w:rsidR="004B32C2">
        <w:rPr>
          <w:lang w:bidi="bn-IN"/>
        </w:rPr>
        <w:t xml:space="preserve"> </w:t>
      </w:r>
      <w:r w:rsidRPr="007710BF">
        <w:rPr>
          <w:cs/>
          <w:lang w:bidi="bn-IN"/>
        </w:rPr>
        <w:t>শ্রেয়</w:t>
      </w:r>
      <w:r w:rsidRPr="001933EC">
        <w:rPr>
          <w:rStyle w:val="libAlaemChar"/>
        </w:rPr>
        <w:t>’</w:t>
      </w:r>
      <w:r w:rsidR="00895143">
        <w:t>,</w:t>
      </w:r>
      <w:r w:rsidRPr="001933EC">
        <w:rPr>
          <w:rStyle w:val="libAlaemChar"/>
        </w:rPr>
        <w:t>‘</w:t>
      </w:r>
      <w:r w:rsidRPr="007710BF">
        <w:rPr>
          <w:cs/>
          <w:lang w:bidi="bn-IN"/>
        </w:rPr>
        <w:t>আ</w:t>
      </w:r>
      <w:r w:rsidR="006B46F0">
        <w:rPr>
          <w:cs/>
          <w:lang w:bidi="bn-IN"/>
        </w:rPr>
        <w:t>ল্লা</w:t>
      </w:r>
      <w:r w:rsidRPr="007710BF">
        <w:rPr>
          <w:rFonts w:hint="cs"/>
          <w:cs/>
          <w:lang w:bidi="bn-IN"/>
        </w:rPr>
        <w:t>হ্ কোন নবীকেই প্রেরণ করেননি এ অবস্থার পূর্বে যে</w:t>
      </w:r>
      <w:r w:rsidR="00895143">
        <w:t>,</w:t>
      </w:r>
      <w:r w:rsidR="00FE6D44">
        <w:rPr>
          <w:cs/>
          <w:lang w:bidi="bn-IN"/>
        </w:rPr>
        <w:t>তার</w:t>
      </w:r>
      <w:r w:rsidRPr="007710BF">
        <w:rPr>
          <w:cs/>
          <w:lang w:bidi="bn-IN"/>
        </w:rPr>
        <w:t xml:space="preserve"> আকল পূর্ণতায় </w:t>
      </w:r>
      <w:r w:rsidR="00611BB9">
        <w:rPr>
          <w:cs/>
          <w:lang w:bidi="bn-IN"/>
        </w:rPr>
        <w:t>পৌ</w:t>
      </w:r>
      <w:r w:rsidRPr="007710BF">
        <w:rPr>
          <w:cs/>
          <w:lang w:bidi="bn-IN"/>
        </w:rPr>
        <w:t>ছায় ও</w:t>
      </w:r>
      <w:r w:rsidR="004B32C2">
        <w:rPr>
          <w:lang w:bidi="bn-IN"/>
        </w:rPr>
        <w:t xml:space="preserve"> </w:t>
      </w:r>
      <w:r w:rsidRPr="007710BF">
        <w:rPr>
          <w:cs/>
          <w:lang w:bidi="bn-IN"/>
        </w:rPr>
        <w:t xml:space="preserve">সমগ্র উম্মত থেকে </w:t>
      </w:r>
      <w:r w:rsidR="00FE6D44">
        <w:rPr>
          <w:cs/>
          <w:lang w:bidi="bn-IN"/>
        </w:rPr>
        <w:t>তার</w:t>
      </w:r>
      <w:r w:rsidRPr="007710BF">
        <w:rPr>
          <w:cs/>
          <w:lang w:bidi="bn-IN"/>
        </w:rPr>
        <w:t xml:space="preserve"> বুদ্ধিবৃত্তি উচ্চতর হয়</w:t>
      </w:r>
      <w:r w:rsidRPr="001933EC">
        <w:rPr>
          <w:rStyle w:val="libAlaemChar"/>
        </w:rPr>
        <w:t>’</w:t>
      </w:r>
      <w:r w:rsidRPr="007710BF">
        <w:t xml:space="preserve"> </w:t>
      </w:r>
      <w:r w:rsidRPr="007710BF">
        <w:rPr>
          <w:cs/>
          <w:lang w:bidi="bn-IN"/>
        </w:rPr>
        <w:t>ইত্যাদি।</w:t>
      </w:r>
      <w:r w:rsidR="004B32C2">
        <w:rPr>
          <w:cs/>
          <w:lang w:bidi="bn-IN"/>
        </w:rPr>
        <w:t xml:space="preserve"> আমরা রাসূল (সা.)-কে বুদ্ধিবৃত্তির সমগ্র</w:t>
      </w:r>
      <w:r w:rsidR="004B32C2">
        <w:rPr>
          <w:lang w:bidi="bn-IN"/>
        </w:rPr>
        <w:t xml:space="preserve"> </w:t>
      </w:r>
      <w:r w:rsidRPr="007710BF">
        <w:rPr>
          <w:cs/>
          <w:lang w:bidi="bn-IN"/>
        </w:rPr>
        <w:t>রূপ</w:t>
      </w:r>
      <w:r w:rsidR="004B32C2">
        <w:rPr>
          <w:lang w:bidi="bn-IN"/>
        </w:rPr>
        <w:t xml:space="preserve"> </w:t>
      </w:r>
      <w:r w:rsidRPr="007710BF">
        <w:rPr>
          <w:cs/>
          <w:lang w:bidi="bn-IN"/>
        </w:rPr>
        <w:t>বলে জানি। আমাদের এ ধারণা খ্রিষ্টবাদের সঙ্গে সম্পূর্ণ অসামঞ্জস্যশীল। যেহেতু তারা বুদ্ধিবৃত্তি থেকে</w:t>
      </w:r>
      <w:r w:rsidR="004B32C2">
        <w:rPr>
          <w:lang w:bidi="bn-IN"/>
        </w:rPr>
        <w:t xml:space="preserve"> </w:t>
      </w:r>
      <w:r w:rsidRPr="007710BF">
        <w:rPr>
          <w:cs/>
          <w:lang w:bidi="bn-IN"/>
        </w:rPr>
        <w:t>দীনকে পৃথক বলে জানে</w:t>
      </w:r>
      <w:r w:rsidRPr="007710BF">
        <w:rPr>
          <w:cs/>
          <w:lang w:bidi="hi-IN"/>
        </w:rPr>
        <w:t xml:space="preserve">। </w:t>
      </w:r>
      <w:r w:rsidRPr="007710BF">
        <w:rPr>
          <w:cs/>
          <w:lang w:bidi="bn-IN"/>
        </w:rPr>
        <w:t>কিন্তু আমরা আমাদের নবীকে আকলের পরিপূর্ণ রূপ মনে করি।</w:t>
      </w:r>
    </w:p>
    <w:p w:rsidR="004B32C2" w:rsidRDefault="007710BF" w:rsidP="004B32C2">
      <w:pPr>
        <w:pStyle w:val="libNormal"/>
        <w:rPr>
          <w:cs/>
          <w:lang w:bidi="bn-IN"/>
        </w:rPr>
      </w:pPr>
      <w:r w:rsidRPr="007710BF">
        <w:rPr>
          <w:cs/>
          <w:lang w:bidi="bn-IN"/>
        </w:rPr>
        <w:t xml:space="preserve">সুতরাং পরিচিতিজ্ঞান ও প্রামাণ্যের ক্ষেত্রে আমরা আকলকে দলিল বলে জানি এ </w:t>
      </w:r>
      <w:r w:rsidR="00695D8C">
        <w:rPr>
          <w:cs/>
          <w:lang w:bidi="bn-IN"/>
        </w:rPr>
        <w:t>অর্থে</w:t>
      </w:r>
      <w:r w:rsidRPr="007710BF">
        <w:rPr>
          <w:cs/>
          <w:lang w:bidi="bn-IN"/>
        </w:rPr>
        <w:t xml:space="preserve"> যে</w:t>
      </w:r>
      <w:r w:rsidR="00895143">
        <w:t>,</w:t>
      </w:r>
      <w:r w:rsidRPr="007710BF">
        <w:rPr>
          <w:cs/>
          <w:lang w:bidi="bn-IN"/>
        </w:rPr>
        <w:t>বুদ্ধিবৃত্তির মাধ্যমে বাস্তব জ্ঞান ও পরিচয় লাভ সম্ভব। দার্শনিকদের এ দৃষ্টিভঙ্গিকে ইসলাম সমর্থন</w:t>
      </w:r>
      <w:r w:rsidR="004B32C2">
        <w:rPr>
          <w:lang w:bidi="bn-IN"/>
        </w:rPr>
        <w:t xml:space="preserve"> </w:t>
      </w:r>
      <w:r w:rsidRPr="007710BF">
        <w:rPr>
          <w:cs/>
          <w:lang w:bidi="bn-IN"/>
        </w:rPr>
        <w:t>করে।</w:t>
      </w:r>
    </w:p>
    <w:p w:rsidR="004B32C2" w:rsidRPr="00A377A9" w:rsidRDefault="004B32C2" w:rsidP="009848A8">
      <w:pPr>
        <w:pStyle w:val="libNormal"/>
        <w:rPr>
          <w:rtl/>
          <w:cs/>
        </w:rPr>
      </w:pPr>
      <w:r>
        <w:rPr>
          <w:cs/>
          <w:lang w:bidi="bn-IN"/>
        </w:rPr>
        <w:br w:type="page"/>
      </w:r>
    </w:p>
    <w:p w:rsidR="004B32C2" w:rsidRDefault="004B32C2" w:rsidP="004B32C2">
      <w:pPr>
        <w:pStyle w:val="Heading1"/>
        <w:rPr>
          <w:lang w:bidi="bn-IN"/>
        </w:rPr>
      </w:pPr>
      <w:bookmarkStart w:id="30" w:name="_Toc392601439"/>
      <w:r>
        <w:rPr>
          <w:cs/>
          <w:lang w:bidi="bn-IN"/>
        </w:rPr>
        <w:t>বুদ্ধি</w:t>
      </w:r>
      <w:r w:rsidR="007710BF" w:rsidRPr="007710BF">
        <w:rPr>
          <w:cs/>
          <w:lang w:bidi="bn-IN"/>
        </w:rPr>
        <w:t>বৃত্তিক মতবাদের দু</w:t>
      </w:r>
      <w:r w:rsidR="007710BF" w:rsidRPr="001933EC">
        <w:rPr>
          <w:rStyle w:val="libAlaemChar"/>
        </w:rPr>
        <w:t>’</w:t>
      </w:r>
      <w:r w:rsidR="007710BF" w:rsidRPr="007710BF">
        <w:rPr>
          <w:cs/>
          <w:lang w:bidi="bn-IN"/>
        </w:rPr>
        <w:t>টি ত্রুটি</w:t>
      </w:r>
      <w:bookmarkEnd w:id="30"/>
    </w:p>
    <w:p w:rsidR="004B32C2" w:rsidRDefault="004B32C2" w:rsidP="004B32C2">
      <w:pPr>
        <w:pStyle w:val="libNormal"/>
        <w:rPr>
          <w:lang w:bidi="bn-IN"/>
        </w:rPr>
      </w:pPr>
    </w:p>
    <w:p w:rsidR="0069317E" w:rsidRDefault="007710BF" w:rsidP="004B32C2">
      <w:pPr>
        <w:pStyle w:val="libNormal"/>
        <w:rPr>
          <w:lang w:bidi="bn-IN"/>
        </w:rPr>
      </w:pPr>
      <w:r w:rsidRPr="007710BF">
        <w:rPr>
          <w:cs/>
          <w:lang w:bidi="bn-IN"/>
        </w:rPr>
        <w:t xml:space="preserve">দার্শনিক মতে মানুষের </w:t>
      </w:r>
      <w:r w:rsidR="005E5BE9">
        <w:rPr>
          <w:cs/>
          <w:lang w:bidi="bn-IN"/>
        </w:rPr>
        <w:t>প্রকৃত</w:t>
      </w:r>
      <w:r w:rsidRPr="007710BF">
        <w:rPr>
          <w:cs/>
          <w:lang w:bidi="bn-IN"/>
        </w:rPr>
        <w:t xml:space="preserve"> সত্তা হলো তার বুদ্ধিবৃত্তি। এ ছাড়া বাকী যা আছে সেগুলো অপ্রধানৃএবং এগুলো মাধ্যম বৈ কিছু নয়। শরীর আকলের জন্য যেমনি একটি মাধ্যম</w:t>
      </w:r>
      <w:r w:rsidR="00895143">
        <w:t>,</w:t>
      </w:r>
      <w:r w:rsidRPr="007710BF">
        <w:rPr>
          <w:cs/>
          <w:lang w:bidi="bn-IN"/>
        </w:rPr>
        <w:t>তেমনি চোখ</w:t>
      </w:r>
      <w:r w:rsidR="00895143">
        <w:t>,</w:t>
      </w:r>
      <w:r w:rsidRPr="007710BF">
        <w:rPr>
          <w:cs/>
          <w:lang w:bidi="bn-IN"/>
        </w:rPr>
        <w:t>কান</w:t>
      </w:r>
      <w:r w:rsidR="00895143">
        <w:t>,</w:t>
      </w:r>
      <w:r w:rsidRPr="007710BF">
        <w:rPr>
          <w:cs/>
          <w:lang w:bidi="bn-IN"/>
        </w:rPr>
        <w:t>ধারণক্ষমতা</w:t>
      </w:r>
      <w:r w:rsidR="00895143">
        <w:t>,</w:t>
      </w:r>
      <w:r w:rsidRPr="007710BF">
        <w:rPr>
          <w:cs/>
          <w:lang w:bidi="bn-IN"/>
        </w:rPr>
        <w:t>কল্পনাশক্তি ও অন্য যে সকল যোগ্যতা আমাদের মধ্যে বর্তমান সেগুলোও আমাদের মূলসত্তা আকলের একেকটি মাধ্যম।</w:t>
      </w:r>
    </w:p>
    <w:p w:rsidR="0069317E" w:rsidRDefault="007710BF" w:rsidP="004B32C2">
      <w:pPr>
        <w:pStyle w:val="libNormal"/>
        <w:rPr>
          <w:lang w:bidi="bn-IN"/>
        </w:rPr>
      </w:pPr>
      <w:r w:rsidRPr="007710BF">
        <w:rPr>
          <w:cs/>
          <w:lang w:bidi="bn-IN"/>
        </w:rPr>
        <w:t>এখন প্রশ্ন হলো এ বক্তব্যের পক্ষে কোন দলিল ইসলামে রয়েছে কি</w:t>
      </w:r>
      <w:r w:rsidRPr="007710BF">
        <w:t xml:space="preserve">? </w:t>
      </w:r>
      <w:r w:rsidRPr="007710BF">
        <w:rPr>
          <w:cs/>
          <w:lang w:bidi="bn-IN"/>
        </w:rPr>
        <w:t>না</w:t>
      </w:r>
      <w:r w:rsidR="00895143">
        <w:t>,</w:t>
      </w:r>
      <w:r w:rsidRPr="007710BF">
        <w:rPr>
          <w:cs/>
          <w:lang w:bidi="bn-IN"/>
        </w:rPr>
        <w:t>এ ধরনের বক্তব্য যে</w:t>
      </w:r>
      <w:r w:rsidR="00895143">
        <w:t>,</w:t>
      </w:r>
      <w:r w:rsidRPr="007710BF">
        <w:rPr>
          <w:cs/>
          <w:lang w:bidi="bn-IN"/>
        </w:rPr>
        <w:t>আমাদের মূল সত্তা শুধু আকল</w:t>
      </w:r>
      <w:r w:rsidR="003936CB">
        <w:t>-</w:t>
      </w:r>
      <w:r w:rsidRPr="007710BF">
        <w:t xml:space="preserve"> </w:t>
      </w:r>
      <w:r w:rsidRPr="007710BF">
        <w:rPr>
          <w:cs/>
          <w:lang w:bidi="bn-IN"/>
        </w:rPr>
        <w:t>এর সপক্ষে কোন দলিল বা প্রমাণ ইসলামে নেই। ইসলাম এ ব্যাপারে</w:t>
      </w:r>
      <w:r w:rsidR="0069317E">
        <w:rPr>
          <w:lang w:bidi="bn-IN"/>
        </w:rPr>
        <w:t xml:space="preserve"> </w:t>
      </w:r>
      <w:r w:rsidRPr="007710BF">
        <w:rPr>
          <w:cs/>
          <w:lang w:bidi="bn-IN"/>
        </w:rPr>
        <w:t>স্বতন্ত্র দৃষ্টিভঙ্গি পোষণ করে যে</w:t>
      </w:r>
      <w:r w:rsidR="00895143">
        <w:t>,</w:t>
      </w:r>
      <w:r w:rsidRPr="007710BF">
        <w:rPr>
          <w:cs/>
          <w:lang w:bidi="bn-IN"/>
        </w:rPr>
        <w:t>আকল মানুষের সমগ্র অস্তিত্বের একটি অংশ</w:t>
      </w:r>
      <w:r w:rsidR="00895143">
        <w:t>,</w:t>
      </w:r>
      <w:r w:rsidRPr="007710BF">
        <w:rPr>
          <w:cs/>
          <w:lang w:bidi="bn-IN"/>
        </w:rPr>
        <w:t>তার সমগ্র অস্তিত্ব নয়।</w:t>
      </w:r>
    </w:p>
    <w:p w:rsidR="006D249A" w:rsidRDefault="007710BF" w:rsidP="006D249A">
      <w:pPr>
        <w:pStyle w:val="libNormal"/>
        <w:rPr>
          <w:lang w:bidi="bn-IN"/>
        </w:rPr>
      </w:pPr>
      <w:r w:rsidRPr="007710BF">
        <w:rPr>
          <w:cs/>
          <w:lang w:bidi="bn-IN"/>
        </w:rPr>
        <w:t>দ্বিতীয় বিষয় হলো আমাদের অধিকাংশ দর্শনের গ্রন্থে ইসলামের ঈমানকে শুধু পরিচিতি</w:t>
      </w:r>
      <w:r w:rsidR="0069317E">
        <w:rPr>
          <w:lang w:bidi="bn-IN"/>
        </w:rPr>
        <w:t xml:space="preserve"> </w:t>
      </w:r>
      <w:r w:rsidRPr="007710BF">
        <w:rPr>
          <w:cs/>
          <w:lang w:bidi="bn-IN"/>
        </w:rPr>
        <w:t>জ্ঞান বলে</w:t>
      </w:r>
      <w:r w:rsidR="0069317E">
        <w:rPr>
          <w:lang w:bidi="bn-IN"/>
        </w:rPr>
        <w:t xml:space="preserve"> </w:t>
      </w:r>
      <w:r w:rsidRPr="007710BF">
        <w:rPr>
          <w:cs/>
          <w:lang w:bidi="bn-IN"/>
        </w:rPr>
        <w:t xml:space="preserve">সংজ্ঞায়িত করা হয়েছে। </w:t>
      </w:r>
      <w:r w:rsidR="00FE6D44">
        <w:rPr>
          <w:cs/>
          <w:lang w:bidi="bn-IN"/>
        </w:rPr>
        <w:t>তারা</w:t>
      </w:r>
      <w:r w:rsidRPr="007710BF">
        <w:rPr>
          <w:cs/>
          <w:lang w:bidi="bn-IN"/>
        </w:rPr>
        <w:t xml:space="preserve"> বলছেন</w:t>
      </w:r>
      <w:r w:rsidR="00895143">
        <w:t>,</w:t>
      </w:r>
      <w:r w:rsidRPr="007710BF">
        <w:rPr>
          <w:cs/>
          <w:lang w:bidi="bn-IN"/>
        </w:rPr>
        <w:t xml:space="preserve">ইসলামে ঈমানের অর্থ বাস্তব পরিচিতি বা জ্ঞান। </w:t>
      </w:r>
      <w:r w:rsidR="00D009A1">
        <w:rPr>
          <w:cs/>
          <w:lang w:bidi="bn-IN"/>
        </w:rPr>
        <w:t>আল্লাহর</w:t>
      </w:r>
      <w:r w:rsidRPr="007710BF">
        <w:rPr>
          <w:rFonts w:hint="cs"/>
          <w:cs/>
          <w:lang w:bidi="bn-IN"/>
        </w:rPr>
        <w:t xml:space="preserve"> প্রতি</w:t>
      </w:r>
      <w:r w:rsidR="0069317E">
        <w:rPr>
          <w:lang w:bidi="bn-IN"/>
        </w:rPr>
        <w:t xml:space="preserve"> </w:t>
      </w:r>
      <w:r w:rsidRPr="007710BF">
        <w:rPr>
          <w:rFonts w:hint="cs"/>
          <w:cs/>
          <w:lang w:bidi="bn-IN"/>
        </w:rPr>
        <w:t xml:space="preserve">ঈমানের অর্থ </w:t>
      </w:r>
      <w:r w:rsidR="00D009A1">
        <w:rPr>
          <w:rFonts w:hint="cs"/>
          <w:cs/>
          <w:lang w:bidi="bn-IN"/>
        </w:rPr>
        <w:t>আল্লাহর</w:t>
      </w:r>
      <w:r w:rsidRPr="007710BF">
        <w:rPr>
          <w:rFonts w:hint="cs"/>
          <w:cs/>
          <w:lang w:bidi="bn-IN"/>
        </w:rPr>
        <w:t xml:space="preserve"> পরিচয়</w:t>
      </w:r>
      <w:r w:rsidR="00895143">
        <w:t>,</w:t>
      </w:r>
      <w:r w:rsidR="0069317E" w:rsidRPr="0069317E">
        <w:rPr>
          <w:cs/>
          <w:lang w:bidi="bn-IN"/>
        </w:rPr>
        <w:t>তদ্রূপ</w:t>
      </w:r>
      <w:r w:rsidRPr="007710BF">
        <w:rPr>
          <w:cs/>
          <w:lang w:bidi="bn-IN"/>
        </w:rPr>
        <w:t xml:space="preserve"> রাসূল (সা.)-কে জানা। ফেরেশতাদের প্রতি ঈমান অর্থ</w:t>
      </w:r>
      <w:r w:rsidR="0069317E">
        <w:rPr>
          <w:lang w:bidi="bn-IN"/>
        </w:rPr>
        <w:t xml:space="preserve"> </w:t>
      </w:r>
      <w:r w:rsidRPr="007710BF">
        <w:rPr>
          <w:cs/>
          <w:lang w:bidi="bn-IN"/>
        </w:rPr>
        <w:t>ফেরেশতাদের পরিচয় লাভ</w:t>
      </w:r>
      <w:r w:rsidR="00895143">
        <w:t>,</w:t>
      </w:r>
      <w:r w:rsidRPr="007710BF">
        <w:rPr>
          <w:cs/>
          <w:lang w:bidi="bn-IN"/>
        </w:rPr>
        <w:t>আখেরাতের প্রতি ঈমানের অর্থ আখেরাতের পরিচয় জানা। কোরআনে</w:t>
      </w:r>
      <w:r w:rsidR="0069317E">
        <w:rPr>
          <w:lang w:bidi="bn-IN"/>
        </w:rPr>
        <w:t xml:space="preserve"> </w:t>
      </w:r>
      <w:r w:rsidRPr="007710BF">
        <w:rPr>
          <w:cs/>
          <w:lang w:bidi="bn-IN"/>
        </w:rPr>
        <w:t>যেখানেই ঈমান এসেছে এর অর্থ বাস্তব জ্ঞান ও পরিচিতি ছাড়া আর কিছু নয়। এ বিষয়টি কোনক্রমেই</w:t>
      </w:r>
      <w:r w:rsidR="0069317E">
        <w:rPr>
          <w:lang w:bidi="bn-IN"/>
        </w:rPr>
        <w:t xml:space="preserve"> </w:t>
      </w:r>
      <w:r w:rsidRPr="007710BF">
        <w:rPr>
          <w:cs/>
          <w:lang w:bidi="bn-IN"/>
        </w:rPr>
        <w:t>ইসলামের সাথে সংগতিপূর্ণ নয়। ইসলামে ঈমানের অর্থ শুধু পরিচিতি নয়</w:t>
      </w:r>
      <w:r w:rsidR="00895143">
        <w:t>,</w:t>
      </w:r>
      <w:r w:rsidRPr="007710BF">
        <w:rPr>
          <w:cs/>
          <w:lang w:bidi="bn-IN"/>
        </w:rPr>
        <w:t>বরং এর চেয়ে বেশি কিছু।</w:t>
      </w:r>
      <w:r w:rsidR="0069317E">
        <w:rPr>
          <w:lang w:bidi="bn-IN"/>
        </w:rPr>
        <w:t xml:space="preserve"> </w:t>
      </w:r>
      <w:r w:rsidRPr="007710BF">
        <w:rPr>
          <w:cs/>
          <w:lang w:bidi="bn-IN"/>
        </w:rPr>
        <w:t>পরিচিতি অর্থ হলো জানা। যিনি পানিবিজ্ঞানী তিনি পানিকে চেনেন। যিনি জ্যোতির্বিজ্ঞানী তিনি</w:t>
      </w:r>
      <w:r w:rsidR="0069317E">
        <w:rPr>
          <w:lang w:bidi="bn-IN"/>
        </w:rPr>
        <w:t xml:space="preserve"> </w:t>
      </w:r>
      <w:r w:rsidRPr="007710BF">
        <w:rPr>
          <w:cs/>
          <w:lang w:bidi="bn-IN"/>
        </w:rPr>
        <w:t xml:space="preserve">জ্যোতিষ্ক </w:t>
      </w:r>
      <w:r w:rsidR="000C4B23">
        <w:rPr>
          <w:cs/>
          <w:lang w:bidi="bn-IN"/>
        </w:rPr>
        <w:t>সম্পর্কে</w:t>
      </w:r>
      <w:r w:rsidRPr="007710BF">
        <w:rPr>
          <w:cs/>
          <w:lang w:bidi="bn-IN"/>
        </w:rPr>
        <w:t xml:space="preserve"> জ্ঞান রাখেন</w:t>
      </w:r>
      <w:r w:rsidR="00895143">
        <w:t>,</w:t>
      </w:r>
      <w:r w:rsidR="0069317E">
        <w:t xml:space="preserve"> </w:t>
      </w:r>
      <w:r w:rsidR="0069317E">
        <w:rPr>
          <w:cs/>
          <w:lang w:bidi="bn-IN"/>
        </w:rPr>
        <w:t>তদ্রূপ</w:t>
      </w:r>
      <w:r w:rsidRPr="007710BF">
        <w:rPr>
          <w:cs/>
          <w:lang w:bidi="bn-IN"/>
        </w:rPr>
        <w:t xml:space="preserve"> যিনি সমাজবিজ্ঞানী তিনি জানেন সমাজকে</w:t>
      </w:r>
      <w:r w:rsidR="00895143">
        <w:t>,</w:t>
      </w:r>
      <w:r w:rsidRPr="007710BF">
        <w:rPr>
          <w:cs/>
          <w:lang w:bidi="bn-IN"/>
        </w:rPr>
        <w:t>যিনি মনোবিজ্ঞানী</w:t>
      </w:r>
      <w:r w:rsidR="0069317E">
        <w:rPr>
          <w:lang w:bidi="bn-IN"/>
        </w:rPr>
        <w:t xml:space="preserve"> </w:t>
      </w:r>
      <w:r w:rsidRPr="007710BF">
        <w:rPr>
          <w:cs/>
          <w:lang w:bidi="bn-IN"/>
        </w:rPr>
        <w:t>তিনি মনকে বোঝেন</w:t>
      </w:r>
      <w:r w:rsidR="00895143">
        <w:t>,</w:t>
      </w:r>
      <w:r w:rsidRPr="007710BF">
        <w:rPr>
          <w:cs/>
          <w:lang w:bidi="bn-IN"/>
        </w:rPr>
        <w:t xml:space="preserve">যিনি প্রাণীবিজ্ঞানী তিনি প্রাণীদের </w:t>
      </w:r>
      <w:r w:rsidR="000C4B23">
        <w:rPr>
          <w:cs/>
          <w:lang w:bidi="bn-IN"/>
        </w:rPr>
        <w:t>সম্পর্কে</w:t>
      </w:r>
      <w:r w:rsidRPr="007710BF">
        <w:rPr>
          <w:cs/>
          <w:lang w:bidi="bn-IN"/>
        </w:rPr>
        <w:t xml:space="preserve"> জানেন অর্থাৎ এঁরা সবাই নিজেদের</w:t>
      </w:r>
      <w:r w:rsidR="0069317E">
        <w:rPr>
          <w:lang w:bidi="bn-IN"/>
        </w:rPr>
        <w:t xml:space="preserve"> </w:t>
      </w:r>
      <w:r w:rsidRPr="007710BF">
        <w:rPr>
          <w:cs/>
          <w:lang w:bidi="bn-IN"/>
        </w:rPr>
        <w:t xml:space="preserve">সম্পৃক্ত বিষয়ে পর্যাপ্ত জ্ঞান রাখেন। ঈমানও কি কোরআনে এরূপ জানা </w:t>
      </w:r>
      <w:r w:rsidR="00695D8C">
        <w:rPr>
          <w:cs/>
          <w:lang w:bidi="bn-IN"/>
        </w:rPr>
        <w:t>অর্থে</w:t>
      </w:r>
      <w:r w:rsidRPr="007710BF">
        <w:rPr>
          <w:cs/>
          <w:lang w:bidi="bn-IN"/>
        </w:rPr>
        <w:t>ই এসেছে</w:t>
      </w:r>
      <w:r w:rsidRPr="007710BF">
        <w:t xml:space="preserve">? </w:t>
      </w:r>
      <w:r w:rsidR="00D009A1">
        <w:rPr>
          <w:cs/>
          <w:lang w:bidi="bn-IN"/>
        </w:rPr>
        <w:t>আল্লাহর</w:t>
      </w:r>
      <w:r w:rsidRPr="007710BF">
        <w:rPr>
          <w:rFonts w:hint="cs"/>
          <w:cs/>
          <w:lang w:bidi="bn-IN"/>
        </w:rPr>
        <w:t xml:space="preserve"> প্রতি</w:t>
      </w:r>
      <w:r w:rsidR="006D249A">
        <w:rPr>
          <w:lang w:bidi="bn-IN"/>
        </w:rPr>
        <w:t xml:space="preserve"> </w:t>
      </w:r>
      <w:r w:rsidRPr="007710BF">
        <w:rPr>
          <w:rFonts w:hint="cs"/>
          <w:cs/>
          <w:lang w:bidi="bn-IN"/>
        </w:rPr>
        <w:t xml:space="preserve">ঈমানের অর্থ কি শুধুই </w:t>
      </w:r>
      <w:r w:rsidR="000459F1">
        <w:rPr>
          <w:rFonts w:hint="cs"/>
          <w:cs/>
          <w:lang w:bidi="bn-IN"/>
        </w:rPr>
        <w:t>তাকে</w:t>
      </w:r>
      <w:r w:rsidRPr="007710BF">
        <w:rPr>
          <w:cs/>
          <w:lang w:bidi="bn-IN"/>
        </w:rPr>
        <w:t xml:space="preserve"> বোঝা ও অনুভব করা</w:t>
      </w:r>
      <w:r w:rsidRPr="007710BF">
        <w:t xml:space="preserve">? </w:t>
      </w:r>
      <w:r w:rsidRPr="007710BF">
        <w:rPr>
          <w:cs/>
          <w:lang w:bidi="bn-IN"/>
        </w:rPr>
        <w:t>না</w:t>
      </w:r>
      <w:r w:rsidR="00895143">
        <w:t>,</w:t>
      </w:r>
      <w:r w:rsidRPr="007710BF">
        <w:rPr>
          <w:cs/>
          <w:lang w:bidi="bn-IN"/>
        </w:rPr>
        <w:t>এমন নয়। এটা ঠিক যে</w:t>
      </w:r>
      <w:r w:rsidR="00895143">
        <w:t>,</w:t>
      </w:r>
      <w:r w:rsidRPr="007710BF">
        <w:rPr>
          <w:cs/>
          <w:lang w:bidi="bn-IN"/>
        </w:rPr>
        <w:t>পরিচয় লাভ</w:t>
      </w:r>
      <w:r w:rsidR="006D249A">
        <w:rPr>
          <w:lang w:bidi="bn-IN"/>
        </w:rPr>
        <w:t xml:space="preserve"> </w:t>
      </w:r>
      <w:r w:rsidRPr="007710BF">
        <w:rPr>
          <w:cs/>
          <w:lang w:bidi="bn-IN"/>
        </w:rPr>
        <w:t>ঈমানের শর্ত ও অংশ। পরিচিতি ব্যতীত ঈমান অর্থহীন</w:t>
      </w:r>
      <w:r w:rsidR="00895143">
        <w:t>,</w:t>
      </w:r>
      <w:r w:rsidRPr="007710BF">
        <w:rPr>
          <w:cs/>
          <w:lang w:bidi="bn-IN"/>
        </w:rPr>
        <w:t>এটা সত্য</w:t>
      </w:r>
      <w:r w:rsidR="00895143">
        <w:t>,</w:t>
      </w:r>
      <w:r w:rsidRPr="007710BF">
        <w:rPr>
          <w:cs/>
          <w:lang w:bidi="bn-IN"/>
        </w:rPr>
        <w:t>কিন্তু শুধু জানাও ঈমান নয়। ঈমান এক প্রবণতা যার মধ্যে আনুগত্যের প্রবণতা রয়েছে</w:t>
      </w:r>
      <w:r w:rsidR="00895143">
        <w:t>,</w:t>
      </w:r>
      <w:r w:rsidRPr="007710BF">
        <w:rPr>
          <w:cs/>
          <w:lang w:bidi="bn-IN"/>
        </w:rPr>
        <w:t>প্রেম ও ভালবাসার প্রবণতা রয়েছে</w:t>
      </w:r>
      <w:r w:rsidR="00895143">
        <w:t>,</w:t>
      </w:r>
      <w:r w:rsidRPr="007710BF">
        <w:rPr>
          <w:cs/>
          <w:lang w:bidi="bn-IN"/>
        </w:rPr>
        <w:t>স্রষ্টার</w:t>
      </w:r>
      <w:r w:rsidR="006D249A">
        <w:rPr>
          <w:lang w:bidi="bn-IN"/>
        </w:rPr>
        <w:t xml:space="preserve"> </w:t>
      </w:r>
      <w:r w:rsidRPr="007710BF">
        <w:rPr>
          <w:cs/>
          <w:lang w:bidi="bn-IN"/>
        </w:rPr>
        <w:t>প্রতি আত্মনিবেদনের প্রবণতা রযেছে</w:t>
      </w:r>
      <w:r w:rsidR="00895143">
        <w:t>,</w:t>
      </w:r>
      <w:r w:rsidRPr="007710BF">
        <w:rPr>
          <w:cs/>
          <w:lang w:bidi="bn-IN"/>
        </w:rPr>
        <w:t>কিন্তু পরিচিতির মধ্যে এ ধরনের প্রবণতা অনুপস্থিত।</w:t>
      </w:r>
    </w:p>
    <w:p w:rsidR="008D3A0F" w:rsidRDefault="007710BF" w:rsidP="006D249A">
      <w:pPr>
        <w:pStyle w:val="libNormal"/>
        <w:rPr>
          <w:lang w:bidi="bn-IN"/>
        </w:rPr>
      </w:pPr>
      <w:r w:rsidRPr="007710BF">
        <w:rPr>
          <w:cs/>
          <w:lang w:bidi="bn-IN"/>
        </w:rPr>
        <w:t xml:space="preserve">একজন জ্যোতির্বিজ্ঞানী জ্যোতিষ্কমণ্ডলী </w:t>
      </w:r>
      <w:r w:rsidR="000C4B23">
        <w:rPr>
          <w:cs/>
          <w:lang w:bidi="bn-IN"/>
        </w:rPr>
        <w:t>সম্পর্কে</w:t>
      </w:r>
      <w:r w:rsidRPr="007710BF">
        <w:rPr>
          <w:cs/>
          <w:lang w:bidi="bn-IN"/>
        </w:rPr>
        <w:t xml:space="preserve"> জ্ঞান রাখেন</w:t>
      </w:r>
      <w:r w:rsidR="003936CB">
        <w:t>-</w:t>
      </w:r>
      <w:r w:rsidRPr="007710BF">
        <w:t xml:space="preserve"> </w:t>
      </w:r>
      <w:r w:rsidRPr="007710BF">
        <w:rPr>
          <w:cs/>
          <w:lang w:bidi="bn-IN"/>
        </w:rPr>
        <w:t>এর অর্থ এটা নয় যে</w:t>
      </w:r>
      <w:r w:rsidR="00895143">
        <w:t>,</w:t>
      </w:r>
      <w:r w:rsidRPr="007710BF">
        <w:rPr>
          <w:cs/>
          <w:lang w:bidi="bn-IN"/>
        </w:rPr>
        <w:t>তিনি</w:t>
      </w:r>
      <w:r w:rsidR="006D249A">
        <w:rPr>
          <w:lang w:bidi="bn-IN"/>
        </w:rPr>
        <w:t xml:space="preserve"> </w:t>
      </w:r>
      <w:r w:rsidRPr="007710BF">
        <w:rPr>
          <w:cs/>
          <w:lang w:bidi="bn-IN"/>
        </w:rPr>
        <w:t xml:space="preserve">জ্যোতিষ্কসমূহের প্রতি অনুরক্ত। </w:t>
      </w:r>
      <w:r w:rsidR="0069317E">
        <w:rPr>
          <w:cs/>
          <w:lang w:bidi="bn-IN"/>
        </w:rPr>
        <w:t>তদ্রূপ</w:t>
      </w:r>
      <w:r w:rsidRPr="007710BF">
        <w:rPr>
          <w:cs/>
          <w:lang w:bidi="bn-IN"/>
        </w:rPr>
        <w:t xml:space="preserve"> একজন খনিজবিজ্ঞানী বা পানিবিজ্ঞানী</w:t>
      </w:r>
      <w:r w:rsidR="003936CB">
        <w:t>-</w:t>
      </w:r>
      <w:r w:rsidRPr="007710BF">
        <w:t xml:space="preserve"> </w:t>
      </w:r>
      <w:r w:rsidRPr="007710BF">
        <w:rPr>
          <w:cs/>
          <w:lang w:bidi="bn-IN"/>
        </w:rPr>
        <w:t>এর অর্থ এটা নয় যে</w:t>
      </w:r>
      <w:r w:rsidR="00895143">
        <w:t>,</w:t>
      </w:r>
      <w:r w:rsidRPr="007710BF">
        <w:rPr>
          <w:cs/>
          <w:lang w:bidi="bn-IN"/>
        </w:rPr>
        <w:t>তিনি খনিজ বা পানির আসক্ত। বরং এ ধরনের সম্ভাবনা রয়েছে যে</w:t>
      </w:r>
      <w:r w:rsidR="00895143">
        <w:t>,</w:t>
      </w:r>
      <w:r w:rsidRPr="007710BF">
        <w:rPr>
          <w:cs/>
          <w:lang w:bidi="bn-IN"/>
        </w:rPr>
        <w:t xml:space="preserve">মানুষ কোন বস্তু </w:t>
      </w:r>
      <w:r w:rsidR="000C4B23">
        <w:rPr>
          <w:cs/>
          <w:lang w:bidi="bn-IN"/>
        </w:rPr>
        <w:t>সম্পর্কে</w:t>
      </w:r>
      <w:r w:rsidRPr="007710BF">
        <w:rPr>
          <w:cs/>
          <w:lang w:bidi="bn-IN"/>
        </w:rPr>
        <w:t xml:space="preserve"> জ্ঞান</w:t>
      </w:r>
      <w:r w:rsidR="006D249A">
        <w:rPr>
          <w:lang w:bidi="bn-IN"/>
        </w:rPr>
        <w:t xml:space="preserve"> </w:t>
      </w:r>
      <w:r w:rsidRPr="007710BF">
        <w:rPr>
          <w:cs/>
          <w:lang w:bidi="bn-IN"/>
        </w:rPr>
        <w:t>রাখে</w:t>
      </w:r>
      <w:r w:rsidR="00895143">
        <w:t>,</w:t>
      </w:r>
      <w:r w:rsidRPr="007710BF">
        <w:rPr>
          <w:cs/>
          <w:lang w:bidi="bn-IN"/>
        </w:rPr>
        <w:t>কিন্তু তা থেকে বিতৃষ্ণ। বিশেষত রাজনীতিতে শত্রুকে মানুষ নিজের থেকেও ভালোভাবে চেনে।</w:t>
      </w:r>
      <w:r w:rsidR="006D249A">
        <w:rPr>
          <w:lang w:bidi="bn-IN"/>
        </w:rPr>
        <w:t xml:space="preserve"> </w:t>
      </w:r>
      <w:r w:rsidRPr="007710BF">
        <w:rPr>
          <w:cs/>
          <w:lang w:bidi="bn-IN"/>
        </w:rPr>
        <w:t xml:space="preserve">উদাহরণস্বরূপ কোন ইসরাইলী হয়তো আরব ও মুসলিম বিশ্ব </w:t>
      </w:r>
      <w:r w:rsidR="000C4B23">
        <w:rPr>
          <w:cs/>
          <w:lang w:bidi="bn-IN"/>
        </w:rPr>
        <w:t>সম্পর্কে</w:t>
      </w:r>
      <w:r w:rsidRPr="007710BF">
        <w:rPr>
          <w:cs/>
          <w:lang w:bidi="bn-IN"/>
        </w:rPr>
        <w:t xml:space="preserve"> বিশেষজ্ঞ</w:t>
      </w:r>
      <w:r w:rsidRPr="007710BF">
        <w:t xml:space="preserve">; </w:t>
      </w:r>
      <w:r w:rsidRPr="007710BF">
        <w:rPr>
          <w:cs/>
          <w:lang w:bidi="bn-IN"/>
        </w:rPr>
        <w:t>হয়তো ইসলাম</w:t>
      </w:r>
      <w:r w:rsidR="006D249A">
        <w:rPr>
          <w:lang w:bidi="bn-IN"/>
        </w:rPr>
        <w:t xml:space="preserve"> </w:t>
      </w:r>
      <w:r w:rsidR="000C4B23">
        <w:rPr>
          <w:cs/>
          <w:lang w:bidi="bn-IN"/>
        </w:rPr>
        <w:t>সম্পর্কে</w:t>
      </w:r>
      <w:r w:rsidRPr="007710BF">
        <w:rPr>
          <w:cs/>
          <w:lang w:bidi="bn-IN"/>
        </w:rPr>
        <w:t>ও তার জ্ঞান অত্যন্ত গভীর। ইসরাইলে মিশর</w:t>
      </w:r>
      <w:r w:rsidR="00895143">
        <w:t>,</w:t>
      </w:r>
      <w:r w:rsidRPr="007710BF">
        <w:rPr>
          <w:cs/>
          <w:lang w:bidi="bn-IN"/>
        </w:rPr>
        <w:t>সিরিয়া</w:t>
      </w:r>
      <w:r w:rsidR="00895143">
        <w:t>,</w:t>
      </w:r>
      <w:r w:rsidRPr="007710BF">
        <w:rPr>
          <w:cs/>
          <w:lang w:bidi="bn-IN"/>
        </w:rPr>
        <w:t>আলজেরিয়া বা ইরান বিষয়ক বিশেষজ্ঞ</w:t>
      </w:r>
      <w:r w:rsidR="008D3A0F">
        <w:rPr>
          <w:lang w:bidi="bn-IN"/>
        </w:rPr>
        <w:t xml:space="preserve"> </w:t>
      </w:r>
      <w:r w:rsidRPr="007710BF">
        <w:rPr>
          <w:cs/>
          <w:lang w:bidi="bn-IN"/>
        </w:rPr>
        <w:t>মুসলমানদের মধ্যকার এরূপ বিশেষজ্ঞ অপেক্ষা অনেক বেশি এটা অস্বীকার করার উপায় নেই। এখন</w:t>
      </w:r>
      <w:r w:rsidR="008D3A0F">
        <w:rPr>
          <w:lang w:bidi="bn-IN"/>
        </w:rPr>
        <w:t xml:space="preserve"> </w:t>
      </w:r>
      <w:r w:rsidRPr="007710BF">
        <w:rPr>
          <w:cs/>
          <w:lang w:bidi="bn-IN"/>
        </w:rPr>
        <w:t>প্রশ্ন হলো এরূপ মিশর বিষয়ক ইসরাইলী বিশেষজ্ঞ কি মিশরের প্রতি আনুগত্যশীল</w:t>
      </w:r>
      <w:r w:rsidRPr="007710BF">
        <w:t xml:space="preserve">? </w:t>
      </w:r>
      <w:r w:rsidRPr="007710BF">
        <w:rPr>
          <w:cs/>
          <w:lang w:bidi="bn-IN"/>
        </w:rPr>
        <w:t>কখনই নয়।</w:t>
      </w:r>
      <w:r w:rsidR="008D3A0F">
        <w:rPr>
          <w:lang w:bidi="bn-IN"/>
        </w:rPr>
        <w:t xml:space="preserve"> </w:t>
      </w:r>
      <w:r w:rsidR="0069317E">
        <w:rPr>
          <w:cs/>
          <w:lang w:bidi="bn-IN"/>
        </w:rPr>
        <w:t>তদ্রূপ</w:t>
      </w:r>
      <w:r w:rsidRPr="007710BF">
        <w:rPr>
          <w:cs/>
          <w:lang w:bidi="bn-IN"/>
        </w:rPr>
        <w:t xml:space="preserve"> মিশরে কোন ইসরাইল বিষয়ক বিশেষজ্ঞ থাকতে পারেন</w:t>
      </w:r>
      <w:r w:rsidRPr="007710BF">
        <w:rPr>
          <w:cs/>
          <w:lang w:bidi="hi-IN"/>
        </w:rPr>
        <w:t xml:space="preserve">। </w:t>
      </w:r>
      <w:r w:rsidRPr="007710BF">
        <w:rPr>
          <w:cs/>
          <w:lang w:bidi="bn-IN"/>
        </w:rPr>
        <w:t>কিন্তু তাই বলে তো তিনি ইসরাইলের</w:t>
      </w:r>
      <w:r w:rsidR="008D3A0F">
        <w:rPr>
          <w:lang w:bidi="bn-IN"/>
        </w:rPr>
        <w:t xml:space="preserve"> </w:t>
      </w:r>
      <w:r w:rsidRPr="007710BF">
        <w:rPr>
          <w:cs/>
          <w:lang w:bidi="bn-IN"/>
        </w:rPr>
        <w:t>প্রতি অনুরক্ত নন</w:t>
      </w:r>
      <w:r w:rsidR="00895143">
        <w:t>,</w:t>
      </w:r>
      <w:r w:rsidRPr="007710BF">
        <w:rPr>
          <w:cs/>
          <w:lang w:bidi="bn-IN"/>
        </w:rPr>
        <w:t>বরং তিনি হয়তো ইসরাইলের প্রতি বীতশ্রদ্ধ। (যেহেতু ইসরাইল আরবদের প্রতি</w:t>
      </w:r>
      <w:r w:rsidR="008D3A0F">
        <w:rPr>
          <w:lang w:bidi="bn-IN"/>
        </w:rPr>
        <w:t xml:space="preserve"> </w:t>
      </w:r>
      <w:r w:rsidRPr="007710BF">
        <w:rPr>
          <w:cs/>
          <w:lang w:bidi="bn-IN"/>
        </w:rPr>
        <w:t>শত্রুপরায়ণ সেহেতু আরবরাও তাদের প্রতি সন্দেহ পরায়ণ।)</w:t>
      </w:r>
    </w:p>
    <w:p w:rsidR="008D3A0F" w:rsidRDefault="007710BF" w:rsidP="006D249A">
      <w:pPr>
        <w:pStyle w:val="libNormal"/>
        <w:rPr>
          <w:lang w:bidi="bn-IN"/>
        </w:rPr>
      </w:pPr>
      <w:r w:rsidRPr="007710BF">
        <w:rPr>
          <w:cs/>
          <w:lang w:bidi="bn-IN"/>
        </w:rPr>
        <w:t>ইসলামী আলেম সমাজ যে বলেন</w:t>
      </w:r>
      <w:r w:rsidR="00895143">
        <w:t>,</w:t>
      </w:r>
      <w:r w:rsidRPr="007710BF">
        <w:rPr>
          <w:cs/>
          <w:lang w:bidi="bn-IN"/>
        </w:rPr>
        <w:t>ঈমান অর্থ শুধু পরিচয় জ্ঞান নয় (যা দর্শন দাবি করে)</w:t>
      </w:r>
      <w:r w:rsidR="003936CB">
        <w:t>-</w:t>
      </w:r>
      <w:r w:rsidRPr="007710BF">
        <w:t xml:space="preserve"> </w:t>
      </w:r>
      <w:r w:rsidRPr="007710BF">
        <w:rPr>
          <w:cs/>
          <w:lang w:bidi="bn-IN"/>
        </w:rPr>
        <w:t>এর</w:t>
      </w:r>
      <w:r w:rsidR="008D3A0F">
        <w:rPr>
          <w:lang w:bidi="bn-IN"/>
        </w:rPr>
        <w:t xml:space="preserve"> </w:t>
      </w:r>
      <w:r w:rsidRPr="007710BF">
        <w:rPr>
          <w:cs/>
          <w:lang w:bidi="bn-IN"/>
        </w:rPr>
        <w:t>সপক্ষে সর্বোত্তম প্রমাণ খোদ কোরআন। যেহেতু কোরআন ঐ সকল ব্যক্তিকে আমাদের নিকট পরিচিত</w:t>
      </w:r>
      <w:r w:rsidR="008D3A0F">
        <w:rPr>
          <w:lang w:bidi="bn-IN"/>
        </w:rPr>
        <w:t xml:space="preserve"> </w:t>
      </w:r>
      <w:r w:rsidRPr="007710BF">
        <w:rPr>
          <w:cs/>
          <w:lang w:bidi="bn-IN"/>
        </w:rPr>
        <w:t>করিয়েছে যারা আ</w:t>
      </w:r>
      <w:r w:rsidR="006B46F0">
        <w:rPr>
          <w:cs/>
          <w:lang w:bidi="bn-IN"/>
        </w:rPr>
        <w:t>ল্লা</w:t>
      </w:r>
      <w:r w:rsidRPr="007710BF">
        <w:rPr>
          <w:rFonts w:hint="cs"/>
          <w:cs/>
          <w:lang w:bidi="bn-IN"/>
        </w:rPr>
        <w:t>হ্পাককে সবচেয়ে উত্তমরূপে চেনে</w:t>
      </w:r>
      <w:r w:rsidR="00895143">
        <w:t>,</w:t>
      </w:r>
      <w:r w:rsidRPr="007710BF">
        <w:rPr>
          <w:cs/>
          <w:lang w:bidi="bn-IN"/>
        </w:rPr>
        <w:t>সে সকল নবী ও আউলিয়াকেও উত্তমরূপে</w:t>
      </w:r>
      <w:r w:rsidR="008D3A0F">
        <w:rPr>
          <w:lang w:bidi="bn-IN"/>
        </w:rPr>
        <w:t xml:space="preserve"> </w:t>
      </w:r>
      <w:r w:rsidRPr="007710BF">
        <w:rPr>
          <w:cs/>
          <w:lang w:bidi="bn-IN"/>
        </w:rPr>
        <w:t>চেনে</w:t>
      </w:r>
      <w:r w:rsidR="00895143">
        <w:t>,</w:t>
      </w:r>
      <w:r w:rsidRPr="007710BF">
        <w:rPr>
          <w:cs/>
          <w:lang w:bidi="bn-IN"/>
        </w:rPr>
        <w:t>কিয়ামতকেও ভালোভাবে জানে</w:t>
      </w:r>
      <w:r w:rsidR="00895143">
        <w:t>,</w:t>
      </w:r>
      <w:r w:rsidRPr="007710BF">
        <w:rPr>
          <w:cs/>
          <w:lang w:bidi="bn-IN"/>
        </w:rPr>
        <w:t>কিন্তু ঈমানদার নয় বরং কাফের। যেমন শয়তান। শয়তান কিআ</w:t>
      </w:r>
      <w:r w:rsidR="006B46F0">
        <w:rPr>
          <w:cs/>
          <w:lang w:bidi="bn-IN"/>
        </w:rPr>
        <w:t>ল্লা</w:t>
      </w:r>
      <w:r w:rsidR="006546E2">
        <w:rPr>
          <w:rFonts w:hint="cs"/>
          <w:cs/>
          <w:lang w:bidi="bn-IN"/>
        </w:rPr>
        <w:t>হকে</w:t>
      </w:r>
      <w:r w:rsidRPr="007710BF">
        <w:rPr>
          <w:rFonts w:hint="cs"/>
          <w:cs/>
          <w:lang w:bidi="bn-IN"/>
        </w:rPr>
        <w:t xml:space="preserve"> চেনে </w:t>
      </w:r>
      <w:r w:rsidRPr="007710BF">
        <w:rPr>
          <w:cs/>
          <w:lang w:bidi="bn-IN"/>
        </w:rPr>
        <w:t>না</w:t>
      </w:r>
      <w:r w:rsidRPr="007710BF">
        <w:t xml:space="preserve">? </w:t>
      </w:r>
      <w:r w:rsidRPr="007710BF">
        <w:rPr>
          <w:cs/>
          <w:lang w:bidi="bn-IN"/>
        </w:rPr>
        <w:t>শয়তান তো বস্তুবাদীদের মতো নয় যে</w:t>
      </w:r>
      <w:r w:rsidR="00895143">
        <w:t>,</w:t>
      </w:r>
      <w:r w:rsidRPr="007710BF">
        <w:rPr>
          <w:cs/>
          <w:lang w:bidi="bn-IN"/>
        </w:rPr>
        <w:t>আ</w:t>
      </w:r>
      <w:r w:rsidR="006B46F0">
        <w:rPr>
          <w:cs/>
          <w:lang w:bidi="bn-IN"/>
        </w:rPr>
        <w:t>ল্লা</w:t>
      </w:r>
      <w:r w:rsidR="006546E2">
        <w:rPr>
          <w:rFonts w:hint="cs"/>
          <w:cs/>
          <w:lang w:bidi="bn-IN"/>
        </w:rPr>
        <w:t>হকে</w:t>
      </w:r>
      <w:r w:rsidRPr="007710BF">
        <w:rPr>
          <w:rFonts w:hint="cs"/>
          <w:cs/>
          <w:lang w:bidi="bn-IN"/>
        </w:rPr>
        <w:t xml:space="preserve"> চেনে না</w:t>
      </w:r>
      <w:r w:rsidR="00895143">
        <w:t>,</w:t>
      </w:r>
      <w:r w:rsidRPr="007710BF">
        <w:rPr>
          <w:cs/>
          <w:lang w:bidi="bn-IN"/>
        </w:rPr>
        <w:t>বরং সে আ</w:t>
      </w:r>
      <w:r w:rsidR="006B46F0">
        <w:rPr>
          <w:cs/>
          <w:lang w:bidi="bn-IN"/>
        </w:rPr>
        <w:t>ল্লা</w:t>
      </w:r>
      <w:r w:rsidR="006546E2">
        <w:rPr>
          <w:rFonts w:hint="cs"/>
          <w:cs/>
          <w:lang w:bidi="bn-IN"/>
        </w:rPr>
        <w:t>হকে</w:t>
      </w:r>
      <w:r w:rsidR="008D3A0F">
        <w:rPr>
          <w:lang w:bidi="bn-IN"/>
        </w:rPr>
        <w:t xml:space="preserve"> </w:t>
      </w:r>
      <w:r w:rsidRPr="007710BF">
        <w:rPr>
          <w:rFonts w:hint="cs"/>
          <w:cs/>
          <w:lang w:bidi="bn-IN"/>
        </w:rPr>
        <w:t>চেনে</w:t>
      </w:r>
      <w:r w:rsidR="00895143">
        <w:t>,</w:t>
      </w:r>
      <w:r w:rsidRPr="007710BF">
        <w:rPr>
          <w:cs/>
          <w:lang w:bidi="bn-IN"/>
        </w:rPr>
        <w:t>কিন্তু আ</w:t>
      </w:r>
      <w:r w:rsidR="006B46F0">
        <w:rPr>
          <w:cs/>
          <w:lang w:bidi="bn-IN"/>
        </w:rPr>
        <w:t>ল্লা</w:t>
      </w:r>
      <w:r w:rsidRPr="007710BF">
        <w:rPr>
          <w:rFonts w:hint="cs"/>
          <w:cs/>
          <w:lang w:bidi="bn-IN"/>
        </w:rPr>
        <w:t>হ্পাকের বিরোধী। শয়তান আমার বা আপনার থেকে অনেক ভালোভাবে আ</w:t>
      </w:r>
      <w:r w:rsidR="006B46F0">
        <w:rPr>
          <w:rFonts w:hint="cs"/>
          <w:cs/>
          <w:lang w:bidi="bn-IN"/>
        </w:rPr>
        <w:t>ল্লা</w:t>
      </w:r>
      <w:r w:rsidR="006546E2">
        <w:rPr>
          <w:rFonts w:hint="cs"/>
          <w:cs/>
          <w:lang w:bidi="bn-IN"/>
        </w:rPr>
        <w:t>হকে</w:t>
      </w:r>
      <w:r w:rsidR="008D3A0F">
        <w:rPr>
          <w:lang w:bidi="bn-IN"/>
        </w:rPr>
        <w:t xml:space="preserve"> </w:t>
      </w:r>
      <w:r w:rsidRPr="007710BF">
        <w:rPr>
          <w:rFonts w:hint="cs"/>
          <w:cs/>
          <w:lang w:bidi="bn-IN"/>
        </w:rPr>
        <w:t xml:space="preserve">চেনে। কয়েক হাজার বছর সে </w:t>
      </w:r>
      <w:r w:rsidR="00D009A1">
        <w:rPr>
          <w:rFonts w:hint="cs"/>
          <w:cs/>
          <w:lang w:bidi="bn-IN"/>
        </w:rPr>
        <w:t>আল্লাহর</w:t>
      </w:r>
      <w:r w:rsidRPr="007710BF">
        <w:rPr>
          <w:rFonts w:hint="cs"/>
          <w:cs/>
          <w:lang w:bidi="bn-IN"/>
        </w:rPr>
        <w:t xml:space="preserve"> ইবাদত করেছে। কোরআন আমাদের বলছে</w:t>
      </w:r>
      <w:r w:rsidR="00895143">
        <w:t>,</w:t>
      </w:r>
      <w:r w:rsidRPr="007710BF">
        <w:rPr>
          <w:cs/>
          <w:lang w:bidi="bn-IN"/>
        </w:rPr>
        <w:t>ফেরেশতাদের</w:t>
      </w:r>
      <w:r w:rsidR="008D3A0F">
        <w:rPr>
          <w:lang w:bidi="bn-IN"/>
        </w:rPr>
        <w:t xml:space="preserve"> </w:t>
      </w:r>
      <w:r w:rsidRPr="007710BF">
        <w:rPr>
          <w:cs/>
          <w:lang w:bidi="bn-IN"/>
        </w:rPr>
        <w:t>প্রতি ঈমান আন এবং আমরাও ঈমান এনেছি। কিন্তু শয়তান কি ফেরেশতাদের চেনে না</w:t>
      </w:r>
      <w:r w:rsidRPr="007710BF">
        <w:t xml:space="preserve">? </w:t>
      </w:r>
      <w:r w:rsidRPr="007710BF">
        <w:rPr>
          <w:cs/>
          <w:lang w:bidi="bn-IN"/>
        </w:rPr>
        <w:t>না বরং সেফেরেশতাদের চেনে</w:t>
      </w:r>
      <w:r w:rsidR="00895143">
        <w:t>,</w:t>
      </w:r>
      <w:r w:rsidRPr="007710BF">
        <w:rPr>
          <w:cs/>
          <w:lang w:bidi="bn-IN"/>
        </w:rPr>
        <w:t>তাদের সঙ্গে সহস্র বছর এক সঙ্গে ছিল</w:t>
      </w:r>
      <w:r w:rsidR="00895143">
        <w:t>,</w:t>
      </w:r>
      <w:r w:rsidRPr="007710BF">
        <w:rPr>
          <w:cs/>
          <w:lang w:bidi="bn-IN"/>
        </w:rPr>
        <w:t xml:space="preserve">আমাদের তুলনায় হযরত জিবরাঈল(আ.)-কে সে উত্তমরূপে জানে। নবীদেরও </w:t>
      </w:r>
      <w:r w:rsidR="0069317E">
        <w:rPr>
          <w:cs/>
          <w:lang w:bidi="bn-IN"/>
        </w:rPr>
        <w:t>তদ্রূপ</w:t>
      </w:r>
      <w:r w:rsidRPr="007710BF">
        <w:rPr>
          <w:cs/>
          <w:lang w:bidi="bn-IN"/>
        </w:rPr>
        <w:t xml:space="preserve"> খুব ভালোভাবে চেনে ও জানে। কিয়ামত </w:t>
      </w:r>
      <w:r w:rsidR="000C4B23">
        <w:rPr>
          <w:cs/>
          <w:lang w:bidi="bn-IN"/>
        </w:rPr>
        <w:t>সম্পর্কে</w:t>
      </w:r>
      <w:r w:rsidR="008D3A0F">
        <w:rPr>
          <w:lang w:bidi="bn-IN"/>
        </w:rPr>
        <w:t xml:space="preserve"> </w:t>
      </w:r>
      <w:r w:rsidRPr="007710BF">
        <w:rPr>
          <w:cs/>
          <w:lang w:bidi="bn-IN"/>
        </w:rPr>
        <w:t xml:space="preserve">আরো উত্তমরূপে জানে (এ কারণেই </w:t>
      </w:r>
      <w:r w:rsidR="00D009A1">
        <w:rPr>
          <w:cs/>
          <w:lang w:bidi="bn-IN"/>
        </w:rPr>
        <w:t>আল্লাহর</w:t>
      </w:r>
      <w:r w:rsidRPr="007710BF">
        <w:rPr>
          <w:rFonts w:hint="cs"/>
          <w:cs/>
          <w:lang w:bidi="bn-IN"/>
        </w:rPr>
        <w:t xml:space="preserve"> নিকট কিয়ামত পর</w:t>
      </w:r>
      <w:r w:rsidRPr="007710BF">
        <w:rPr>
          <w:cs/>
          <w:lang w:bidi="bn-IN"/>
        </w:rPr>
        <w:t>্যন্ত সময় চেয়েছে)। কিন্তু এত কিছু</w:t>
      </w:r>
      <w:r w:rsidR="008D3A0F">
        <w:rPr>
          <w:lang w:bidi="bn-IN"/>
        </w:rPr>
        <w:t xml:space="preserve"> </w:t>
      </w:r>
      <w:r w:rsidRPr="007710BF">
        <w:rPr>
          <w:cs/>
          <w:lang w:bidi="bn-IN"/>
        </w:rPr>
        <w:t>জানার পরেও কেন কোরআন তাকে কাফের বলে সম্বোধন করছে</w:t>
      </w:r>
      <w:r w:rsidRPr="007710BF">
        <w:t xml:space="preserve">? </w:t>
      </w:r>
      <w:r w:rsidRPr="007710BF">
        <w:rPr>
          <w:cs/>
          <w:lang w:bidi="bn-IN"/>
        </w:rPr>
        <w:t>কেন বলছে</w:t>
      </w:r>
      <w:r w:rsidR="00895143">
        <w:t>,</w:t>
      </w:r>
      <w:r w:rsidRPr="001933EC">
        <w:rPr>
          <w:rStyle w:val="libAlaemChar"/>
        </w:rPr>
        <w:t>“</w:t>
      </w:r>
      <w:r w:rsidRPr="007710BF">
        <w:rPr>
          <w:cs/>
          <w:lang w:bidi="bn-IN"/>
        </w:rPr>
        <w:t>সে কাফেরদের অন্তর্ভুক্ত</w:t>
      </w:r>
      <w:r w:rsidRPr="001933EC">
        <w:rPr>
          <w:rStyle w:val="libAlaemChar"/>
        </w:rPr>
        <w:t>”</w:t>
      </w:r>
      <w:r w:rsidRPr="007710BF">
        <w:t>? (</w:t>
      </w:r>
      <w:r w:rsidRPr="007710BF">
        <w:rPr>
          <w:cs/>
          <w:lang w:bidi="bn-IN"/>
        </w:rPr>
        <w:t>সূরা সোয়াদ : ৭৪)</w:t>
      </w:r>
    </w:p>
    <w:p w:rsidR="008D3A0F" w:rsidRDefault="007710BF" w:rsidP="006D249A">
      <w:pPr>
        <w:pStyle w:val="libNormal"/>
        <w:rPr>
          <w:lang w:bidi="bn-IN"/>
        </w:rPr>
      </w:pPr>
      <w:r w:rsidRPr="007710BF">
        <w:rPr>
          <w:cs/>
          <w:lang w:bidi="bn-IN"/>
        </w:rPr>
        <w:t xml:space="preserve">যদি ঈমান (যেরূপ দর্শন বলছে) শুধু </w:t>
      </w:r>
      <w:r w:rsidRPr="001933EC">
        <w:rPr>
          <w:rStyle w:val="libAlaemChar"/>
        </w:rPr>
        <w:t>‘</w:t>
      </w:r>
      <w:r w:rsidRPr="007710BF">
        <w:rPr>
          <w:cs/>
          <w:lang w:bidi="bn-IN"/>
        </w:rPr>
        <w:t>পরিচয়</w:t>
      </w:r>
      <w:r w:rsidRPr="001933EC">
        <w:rPr>
          <w:rStyle w:val="libAlaemChar"/>
        </w:rPr>
        <w:t>’</w:t>
      </w:r>
      <w:r w:rsidRPr="007710BF">
        <w:t xml:space="preserve"> </w:t>
      </w:r>
      <w:r w:rsidRPr="007710BF">
        <w:rPr>
          <w:cs/>
          <w:lang w:bidi="bn-IN"/>
        </w:rPr>
        <w:t>হতো</w:t>
      </w:r>
      <w:r w:rsidR="00895143">
        <w:t>,</w:t>
      </w:r>
      <w:r w:rsidRPr="007710BF">
        <w:rPr>
          <w:cs/>
          <w:lang w:bidi="bn-IN"/>
        </w:rPr>
        <w:t>তবে শয়তান প্রথম মুমিন বলে পরিচিত</w:t>
      </w:r>
      <w:r w:rsidR="008D3A0F">
        <w:rPr>
          <w:lang w:bidi="bn-IN"/>
        </w:rPr>
        <w:t xml:space="preserve"> </w:t>
      </w:r>
      <w:r w:rsidRPr="007710BF">
        <w:rPr>
          <w:cs/>
          <w:lang w:bidi="bn-IN"/>
        </w:rPr>
        <w:t>হতো। কিন্তু পরিচয়-জ্ঞান থাকা সত্ত্বেও সে মুমিন নয়। কারণ সে অস্বীকারকারী জ্ঞানী অর্থাৎ যদিও সে</w:t>
      </w:r>
      <w:r w:rsidR="008D3A0F">
        <w:rPr>
          <w:lang w:bidi="bn-IN"/>
        </w:rPr>
        <w:t xml:space="preserve"> </w:t>
      </w:r>
      <w:r w:rsidRPr="007710BF">
        <w:rPr>
          <w:cs/>
          <w:lang w:bidi="bn-IN"/>
        </w:rPr>
        <w:t>সত্যকে জানে তদুপরি তার বিরোধীতা করে এবং সেটার প্রতি আনুগত্যশীল নয়। সে এ সত্যের প্রতি</w:t>
      </w:r>
      <w:r w:rsidR="008D3A0F">
        <w:rPr>
          <w:lang w:bidi="bn-IN"/>
        </w:rPr>
        <w:t xml:space="preserve"> </w:t>
      </w:r>
      <w:r w:rsidRPr="007710BF">
        <w:rPr>
          <w:cs/>
          <w:lang w:bidi="bn-IN"/>
        </w:rPr>
        <w:t>রুজু করে না বা তার প্রতি ভালোবাসাও অনুভব করে না। ফল</w:t>
      </w:r>
      <w:r w:rsidR="009A597E">
        <w:rPr>
          <w:cs/>
          <w:lang w:bidi="bn-IN"/>
        </w:rPr>
        <w:t>শ্রু</w:t>
      </w:r>
      <w:r w:rsidRPr="007710BF">
        <w:rPr>
          <w:cs/>
          <w:lang w:bidi="bn-IN"/>
        </w:rPr>
        <w:t xml:space="preserve">তিতে সে দিকে সে ধাবিতও হয় না।সুতরাং ঈমান কেবল </w:t>
      </w:r>
      <w:r w:rsidRPr="001933EC">
        <w:rPr>
          <w:rStyle w:val="libAlaemChar"/>
        </w:rPr>
        <w:t>‘</w:t>
      </w:r>
      <w:r w:rsidRPr="007710BF">
        <w:rPr>
          <w:cs/>
          <w:lang w:bidi="bn-IN"/>
        </w:rPr>
        <w:t>পরিচয়</w:t>
      </w:r>
      <w:r w:rsidRPr="001933EC">
        <w:rPr>
          <w:rStyle w:val="libAlaemChar"/>
        </w:rPr>
        <w:t>’</w:t>
      </w:r>
      <w:r w:rsidRPr="007710BF">
        <w:t xml:space="preserve"> </w:t>
      </w:r>
      <w:r w:rsidRPr="007710BF">
        <w:rPr>
          <w:cs/>
          <w:lang w:bidi="bn-IN"/>
        </w:rPr>
        <w:t>নয়। এ জন্যই অনেক প্রজ্ঞাবান দার্শনিক সূরা ত্বীন-এর</w:t>
      </w:r>
    </w:p>
    <w:p w:rsidR="008D3A0F" w:rsidRDefault="008D3A0F" w:rsidP="008D3A0F">
      <w:pPr>
        <w:pStyle w:val="libAie"/>
        <w:rPr>
          <w:lang w:bidi="bn-IN"/>
        </w:rPr>
      </w:pPr>
      <w:r w:rsidRPr="008D3A0F">
        <w:rPr>
          <w:rStyle w:val="libAlaemChar"/>
        </w:rPr>
        <w:t>)</w:t>
      </w:r>
      <w:r w:rsidRPr="008D3A0F">
        <w:rPr>
          <w:rFonts w:hint="cs"/>
          <w:rtl/>
        </w:rPr>
        <w:t>لَقَدْ</w:t>
      </w:r>
      <w:r w:rsidRPr="00A92884">
        <w:rPr>
          <w:rFonts w:hint="cs"/>
          <w:rtl/>
        </w:rPr>
        <w:t xml:space="preserve"> </w:t>
      </w:r>
      <w:r w:rsidRPr="008D3A0F">
        <w:rPr>
          <w:rFonts w:hint="cs"/>
          <w:rtl/>
        </w:rPr>
        <w:t>خَلَقْنَا</w:t>
      </w:r>
      <w:r w:rsidRPr="00A92884">
        <w:rPr>
          <w:rFonts w:hint="cs"/>
          <w:rtl/>
        </w:rPr>
        <w:t xml:space="preserve"> </w:t>
      </w:r>
      <w:r w:rsidRPr="008D3A0F">
        <w:rPr>
          <w:rFonts w:hint="cs"/>
          <w:rtl/>
        </w:rPr>
        <w:t>الْإِنسَانَ</w:t>
      </w:r>
      <w:r w:rsidRPr="00A92884">
        <w:rPr>
          <w:rFonts w:hint="cs"/>
          <w:rtl/>
        </w:rPr>
        <w:t xml:space="preserve"> </w:t>
      </w:r>
      <w:r w:rsidRPr="008D3A0F">
        <w:rPr>
          <w:rFonts w:hint="cs"/>
          <w:rtl/>
        </w:rPr>
        <w:t>فِي</w:t>
      </w:r>
      <w:r w:rsidRPr="00A92884">
        <w:rPr>
          <w:rFonts w:hint="cs"/>
          <w:rtl/>
        </w:rPr>
        <w:t xml:space="preserve"> </w:t>
      </w:r>
      <w:r w:rsidRPr="008D3A0F">
        <w:rPr>
          <w:rFonts w:hint="cs"/>
          <w:rtl/>
        </w:rPr>
        <w:t>أَحْسَنِ</w:t>
      </w:r>
      <w:r w:rsidRPr="00A92884">
        <w:rPr>
          <w:rFonts w:hint="cs"/>
          <w:rtl/>
        </w:rPr>
        <w:t xml:space="preserve"> </w:t>
      </w:r>
      <w:r w:rsidRPr="008D3A0F">
        <w:rPr>
          <w:rFonts w:hint="cs"/>
          <w:rtl/>
        </w:rPr>
        <w:t>تَقْوِيمٍ</w:t>
      </w:r>
      <w:r w:rsidRPr="008D3A0F">
        <w:rPr>
          <w:rtl/>
        </w:rPr>
        <w:t xml:space="preserve"> </w:t>
      </w:r>
      <w:r w:rsidRPr="008D3A0F">
        <w:rPr>
          <w:rFonts w:hint="cs"/>
          <w:rtl/>
        </w:rPr>
        <w:t>ثُمَّ</w:t>
      </w:r>
      <w:r w:rsidRPr="00A92884">
        <w:rPr>
          <w:rFonts w:hint="cs"/>
          <w:rtl/>
        </w:rPr>
        <w:t xml:space="preserve"> </w:t>
      </w:r>
      <w:r w:rsidRPr="008D3A0F">
        <w:rPr>
          <w:rFonts w:hint="cs"/>
          <w:rtl/>
        </w:rPr>
        <w:t>رَ</w:t>
      </w:r>
      <w:r w:rsidRPr="00A92884">
        <w:rPr>
          <w:rFonts w:hint="cs"/>
          <w:rtl/>
        </w:rPr>
        <w:t>‌</w:t>
      </w:r>
      <w:r w:rsidRPr="008D3A0F">
        <w:rPr>
          <w:rFonts w:hint="cs"/>
          <w:rtl/>
        </w:rPr>
        <w:t>دَدْنَاهُ</w:t>
      </w:r>
      <w:r w:rsidRPr="00A92884">
        <w:rPr>
          <w:rFonts w:hint="cs"/>
          <w:rtl/>
        </w:rPr>
        <w:t xml:space="preserve"> </w:t>
      </w:r>
      <w:r w:rsidRPr="008D3A0F">
        <w:rPr>
          <w:rFonts w:hint="cs"/>
          <w:rtl/>
        </w:rPr>
        <w:t>أَسْفَلَ</w:t>
      </w:r>
      <w:r w:rsidRPr="00A92884">
        <w:rPr>
          <w:rFonts w:hint="cs"/>
          <w:rtl/>
        </w:rPr>
        <w:t xml:space="preserve"> </w:t>
      </w:r>
      <w:r w:rsidRPr="008D3A0F">
        <w:rPr>
          <w:rFonts w:hint="cs"/>
          <w:rtl/>
        </w:rPr>
        <w:t>سَافِلِينَ</w:t>
      </w:r>
      <w:r w:rsidRPr="008D3A0F">
        <w:rPr>
          <w:rtl/>
        </w:rPr>
        <w:t xml:space="preserve"> </w:t>
      </w:r>
      <w:r w:rsidRPr="008D3A0F">
        <w:rPr>
          <w:rFonts w:hint="cs"/>
          <w:rtl/>
        </w:rPr>
        <w:t>إِلَّا</w:t>
      </w:r>
      <w:r w:rsidRPr="00A92884">
        <w:rPr>
          <w:rFonts w:hint="cs"/>
          <w:rtl/>
        </w:rPr>
        <w:t xml:space="preserve"> </w:t>
      </w:r>
      <w:r w:rsidRPr="008D3A0F">
        <w:rPr>
          <w:rFonts w:hint="cs"/>
          <w:rtl/>
        </w:rPr>
        <w:t>الَّذِينَ</w:t>
      </w:r>
      <w:r w:rsidRPr="00A92884">
        <w:rPr>
          <w:rFonts w:hint="cs"/>
          <w:rtl/>
        </w:rPr>
        <w:t xml:space="preserve"> </w:t>
      </w:r>
      <w:r w:rsidRPr="008D3A0F">
        <w:rPr>
          <w:rFonts w:hint="cs"/>
          <w:rtl/>
        </w:rPr>
        <w:t>آمَنُوا</w:t>
      </w:r>
      <w:r w:rsidRPr="00A92884">
        <w:rPr>
          <w:rFonts w:hint="cs"/>
          <w:rtl/>
        </w:rPr>
        <w:t xml:space="preserve"> </w:t>
      </w:r>
      <w:r w:rsidRPr="008D3A0F">
        <w:rPr>
          <w:rFonts w:hint="cs"/>
          <w:rtl/>
        </w:rPr>
        <w:t>وَعَمِلُوا</w:t>
      </w:r>
      <w:r w:rsidRPr="00A92884">
        <w:rPr>
          <w:rFonts w:hint="cs"/>
          <w:rtl/>
        </w:rPr>
        <w:t xml:space="preserve"> </w:t>
      </w:r>
      <w:r w:rsidRPr="008D3A0F">
        <w:rPr>
          <w:rFonts w:hint="cs"/>
          <w:rtl/>
        </w:rPr>
        <w:t>الصَّالِحَاتِ</w:t>
      </w:r>
      <w:r w:rsidRPr="008D3A0F">
        <w:rPr>
          <w:rStyle w:val="libAlaemChar"/>
        </w:rPr>
        <w:t>(</w:t>
      </w:r>
    </w:p>
    <w:p w:rsidR="006F0A42" w:rsidRDefault="007710BF" w:rsidP="006F0A42">
      <w:pPr>
        <w:pStyle w:val="libNormal"/>
        <w:rPr>
          <w:lang w:bidi="bn-IN"/>
        </w:rPr>
      </w:pPr>
      <w:r w:rsidRPr="007710BF">
        <w:rPr>
          <w:cs/>
          <w:lang w:bidi="bn-IN"/>
        </w:rPr>
        <w:t>এ আয়াতের তাফসীর এভাবে করেছেন যে</w:t>
      </w:r>
      <w:r w:rsidR="00895143">
        <w:t>,</w:t>
      </w:r>
      <w:r w:rsidR="008D3A0F">
        <w:t xml:space="preserve"> </w:t>
      </w:r>
      <w:r w:rsidR="008D3A0F" w:rsidRPr="008D3A0F">
        <w:rPr>
          <w:rStyle w:val="libAlaemChar"/>
        </w:rPr>
        <w:t>(</w:t>
      </w:r>
      <w:r w:rsidR="008D3A0F" w:rsidRPr="008D3A0F">
        <w:rPr>
          <w:rStyle w:val="libAieChar"/>
          <w:rFonts w:hint="cs"/>
          <w:rtl/>
        </w:rPr>
        <w:t>إِلَّا الَّذِينَ آمَنُوا</w:t>
      </w:r>
      <w:r w:rsidR="008D3A0F" w:rsidRPr="008D3A0F">
        <w:rPr>
          <w:rStyle w:val="libAlaemChar"/>
        </w:rPr>
        <w:t>)</w:t>
      </w:r>
      <w:r w:rsidR="008D3A0F">
        <w:t xml:space="preserve"> </w:t>
      </w:r>
      <w:r w:rsidRPr="007710BF">
        <w:rPr>
          <w:cs/>
          <w:lang w:bidi="bn-IN"/>
        </w:rPr>
        <w:t>অর্থাৎ তাত্ত্বিক</w:t>
      </w:r>
      <w:r w:rsidR="006F0A42">
        <w:rPr>
          <w:lang w:bidi="bn-IN"/>
        </w:rPr>
        <w:t xml:space="preserve"> </w:t>
      </w:r>
      <w:r w:rsidRPr="007710BF">
        <w:rPr>
          <w:cs/>
          <w:lang w:bidi="bn-IN"/>
        </w:rPr>
        <w:t>প্রজ্ঞা ও</w:t>
      </w:r>
      <w:r w:rsidR="006F0A42">
        <w:rPr>
          <w:lang w:bidi="bn-IN"/>
        </w:rPr>
        <w:t xml:space="preserve"> </w:t>
      </w:r>
    </w:p>
    <w:p w:rsidR="006F0A42" w:rsidRDefault="008D3A0F" w:rsidP="006F0A42">
      <w:pPr>
        <w:pStyle w:val="libNormal"/>
        <w:rPr>
          <w:lang w:bidi="bn-IN"/>
        </w:rPr>
      </w:pPr>
      <w:r w:rsidRPr="008D3A0F">
        <w:rPr>
          <w:rStyle w:val="libAlaemChar"/>
        </w:rPr>
        <w:t>(</w:t>
      </w:r>
      <w:r w:rsidRPr="008D3A0F">
        <w:rPr>
          <w:rStyle w:val="libAieChar"/>
          <w:rFonts w:hint="cs"/>
          <w:rtl/>
        </w:rPr>
        <w:t>عَمِلُوا الصَّالِحَاتِ</w:t>
      </w:r>
      <w:r w:rsidRPr="008D3A0F">
        <w:rPr>
          <w:rStyle w:val="libAlaemChar"/>
        </w:rPr>
        <w:t>)</w:t>
      </w:r>
      <w:r>
        <w:rPr>
          <w:lang w:bidi="bn-IN"/>
        </w:rPr>
        <w:t xml:space="preserve"> </w:t>
      </w:r>
      <w:r w:rsidR="007710BF" w:rsidRPr="007710BF">
        <w:rPr>
          <w:cs/>
          <w:lang w:bidi="bn-IN"/>
        </w:rPr>
        <w:t>অর্থাৎ ব্যবহারিক</w:t>
      </w:r>
      <w:r w:rsidR="006F0A42">
        <w:rPr>
          <w:lang w:bidi="bn-IN"/>
        </w:rPr>
        <w:t xml:space="preserve"> </w:t>
      </w:r>
      <w:r w:rsidR="007710BF" w:rsidRPr="007710BF">
        <w:rPr>
          <w:cs/>
          <w:lang w:bidi="bn-IN"/>
        </w:rPr>
        <w:t>প্রজ্ঞা। এটা ঠিক নয়।</w:t>
      </w:r>
      <w:r w:rsidR="006F0A42">
        <w:rPr>
          <w:lang w:bidi="bn-IN"/>
        </w:rPr>
        <w:t xml:space="preserve"> </w:t>
      </w:r>
      <w:r w:rsidR="006F0A42" w:rsidRPr="006F0A42">
        <w:rPr>
          <w:rStyle w:val="libAlaemChar"/>
        </w:rPr>
        <w:t>(</w:t>
      </w:r>
      <w:r w:rsidR="006F0A42" w:rsidRPr="006F0A42">
        <w:rPr>
          <w:rStyle w:val="libAieChar"/>
          <w:rFonts w:hint="cs"/>
          <w:rtl/>
        </w:rPr>
        <w:t>إِلَّا الَّذِينَ آمَنُوا</w:t>
      </w:r>
      <w:r w:rsidR="006F0A42" w:rsidRPr="007710BF">
        <w:rPr>
          <w:cs/>
          <w:lang w:bidi="bn-IN"/>
        </w:rPr>
        <w:t xml:space="preserve"> </w:t>
      </w:r>
      <w:r w:rsidR="006F0A42" w:rsidRPr="006F0A42">
        <w:rPr>
          <w:rStyle w:val="libAlaemChar"/>
        </w:rPr>
        <w:t>)</w:t>
      </w:r>
      <w:r w:rsidR="007710BF" w:rsidRPr="007710BF">
        <w:rPr>
          <w:cs/>
          <w:lang w:bidi="bn-IN"/>
        </w:rPr>
        <w:t>-এর মধ্যে তাত্ত্বিক প্রজ্ঞা অপেক্ষা উচ্চতর অর্থ নিহিত রয়েছে।</w:t>
      </w:r>
      <w:r w:rsidR="006F0A42">
        <w:rPr>
          <w:lang w:bidi="bn-IN"/>
        </w:rPr>
        <w:t xml:space="preserve"> </w:t>
      </w:r>
      <w:r w:rsidR="007710BF" w:rsidRPr="007710BF">
        <w:rPr>
          <w:cs/>
          <w:lang w:bidi="bn-IN"/>
        </w:rPr>
        <w:t>তবে তাত্ত্বিক প্রজ্ঞা তার অংশ ও ভিত্তি হলেও প্রজ্ঞা</w:t>
      </w:r>
      <w:r w:rsidR="00895143">
        <w:t>,</w:t>
      </w:r>
      <w:r w:rsidR="007710BF" w:rsidRPr="007710BF">
        <w:rPr>
          <w:cs/>
          <w:lang w:bidi="bn-IN"/>
        </w:rPr>
        <w:t>অনুধাবন</w:t>
      </w:r>
      <w:r w:rsidR="00895143">
        <w:t>,</w:t>
      </w:r>
      <w:r w:rsidR="007710BF" w:rsidRPr="007710BF">
        <w:rPr>
          <w:cs/>
          <w:lang w:bidi="bn-IN"/>
        </w:rPr>
        <w:t>জ্ঞান</w:t>
      </w:r>
      <w:r w:rsidR="00895143">
        <w:t>,</w:t>
      </w:r>
      <w:r w:rsidR="007710BF" w:rsidRPr="007710BF">
        <w:rPr>
          <w:cs/>
          <w:lang w:bidi="bn-IN"/>
        </w:rPr>
        <w:t>পরিচয় ও জানাই পূর্ণ ঈমান নয়</w:t>
      </w:r>
      <w:r w:rsidR="00895143">
        <w:t>,</w:t>
      </w:r>
      <w:r w:rsidR="007710BF" w:rsidRPr="007710BF">
        <w:rPr>
          <w:cs/>
          <w:lang w:bidi="bn-IN"/>
        </w:rPr>
        <w:t>বরং ঈমান পরিচয় ও জ্ঞান থেকে বড় অন্য কিছু।</w:t>
      </w:r>
    </w:p>
    <w:p w:rsidR="00045AC1" w:rsidRDefault="007710BF" w:rsidP="00045AC1">
      <w:pPr>
        <w:pStyle w:val="libNormal"/>
        <w:rPr>
          <w:lang w:bidi="bn-IN"/>
        </w:rPr>
      </w:pPr>
      <w:r w:rsidRPr="007710BF">
        <w:rPr>
          <w:cs/>
          <w:lang w:bidi="bn-IN"/>
        </w:rPr>
        <w:t>এখানে আমরা বুদ্ধিবৃত্তিক মতবাদের দৃষ্টিকোণ থেকে যে তিনটি বিষয় তুলে ধরেছি। প্রথমত আকল</w:t>
      </w:r>
      <w:r w:rsidR="006F0A42">
        <w:rPr>
          <w:lang w:bidi="bn-IN"/>
        </w:rPr>
        <w:t xml:space="preserve"> </w:t>
      </w:r>
      <w:r w:rsidRPr="007710BF">
        <w:rPr>
          <w:cs/>
          <w:lang w:bidi="bn-IN"/>
        </w:rPr>
        <w:t>প্রামাণ্য দলিল</w:t>
      </w:r>
      <w:r w:rsidR="00895143">
        <w:t>,</w:t>
      </w:r>
      <w:r w:rsidRPr="007710BF">
        <w:rPr>
          <w:cs/>
          <w:lang w:bidi="bn-IN"/>
        </w:rPr>
        <w:t>আকল দ্বারা গৃহীত বিষয় বিশ্বাসযোগ্য এবং আকল বা বুদ্ধিবৃত্তির মাধ্যমে সঠিক পরিচয়</w:t>
      </w:r>
      <w:r w:rsidR="006F0A42">
        <w:rPr>
          <w:lang w:bidi="bn-IN"/>
        </w:rPr>
        <w:t xml:space="preserve"> </w:t>
      </w:r>
      <w:r w:rsidRPr="007710BF">
        <w:rPr>
          <w:cs/>
          <w:lang w:bidi="bn-IN"/>
        </w:rPr>
        <w:t>লাভ সম্ভব</w:t>
      </w:r>
      <w:r w:rsidR="003936CB">
        <w:t>-</w:t>
      </w:r>
      <w:r w:rsidRPr="007710BF">
        <w:t xml:space="preserve"> </w:t>
      </w:r>
      <w:r w:rsidRPr="007710BF">
        <w:rPr>
          <w:cs/>
          <w:lang w:bidi="bn-IN"/>
        </w:rPr>
        <w:t>এ বিষয়গুলো সত্য এবং ইসলাম তা গ্রহণ করে। দ্বিতীয়ত আকল মানুষের একক</w:t>
      </w:r>
      <w:r w:rsidR="006F0A42">
        <w:rPr>
          <w:lang w:bidi="bn-IN"/>
        </w:rPr>
        <w:t xml:space="preserve"> </w:t>
      </w:r>
      <w:r w:rsidRPr="007710BF">
        <w:rPr>
          <w:cs/>
          <w:lang w:bidi="bn-IN"/>
        </w:rPr>
        <w:t>মূলসত্তা</w:t>
      </w:r>
      <w:r w:rsidR="003936CB">
        <w:t>-</w:t>
      </w:r>
      <w:r w:rsidRPr="007710BF">
        <w:t xml:space="preserve"> </w:t>
      </w:r>
      <w:r w:rsidRPr="007710BF">
        <w:rPr>
          <w:cs/>
          <w:lang w:bidi="bn-IN"/>
        </w:rPr>
        <w:t>ইসলাম এটাকে গ্রহণ করে না। তৃতীয়ত ঈমানের অর্থ বুদ্ধিবৃত্তিক অনুধাবন</w:t>
      </w:r>
      <w:r w:rsidR="00895143">
        <w:t>,</w:t>
      </w:r>
      <w:r w:rsidRPr="007710BF">
        <w:rPr>
          <w:cs/>
          <w:lang w:bidi="bn-IN"/>
        </w:rPr>
        <w:t>জানা ও পরিচয়</w:t>
      </w:r>
      <w:r w:rsidR="006F0A42">
        <w:rPr>
          <w:lang w:bidi="bn-IN"/>
        </w:rPr>
        <w:t xml:space="preserve"> </w:t>
      </w:r>
      <w:r w:rsidRPr="007710BF">
        <w:rPr>
          <w:cs/>
          <w:lang w:bidi="bn-IN"/>
        </w:rPr>
        <w:t>লাভ ব্যতীত অন্যকিছু নয়</w:t>
      </w:r>
      <w:r w:rsidR="003936CB">
        <w:t>-</w:t>
      </w:r>
      <w:r w:rsidRPr="007710BF">
        <w:t xml:space="preserve"> </w:t>
      </w:r>
      <w:r w:rsidRPr="007710BF">
        <w:rPr>
          <w:cs/>
          <w:lang w:bidi="bn-IN"/>
        </w:rPr>
        <w:t>ইসলামের দৃষ্টিতে এটা গ্রহণযোগ্য নয়।</w:t>
      </w:r>
    </w:p>
    <w:p w:rsidR="00045AC1" w:rsidRPr="00A92884" w:rsidRDefault="00045AC1" w:rsidP="009848A8">
      <w:pPr>
        <w:pStyle w:val="libNormal"/>
      </w:pPr>
      <w:r>
        <w:rPr>
          <w:lang w:bidi="bn-IN"/>
        </w:rPr>
        <w:br w:type="page"/>
      </w:r>
    </w:p>
    <w:p w:rsidR="00045AC1" w:rsidRDefault="007710BF" w:rsidP="00045AC1">
      <w:pPr>
        <w:pStyle w:val="Heading1"/>
        <w:rPr>
          <w:lang w:bidi="bn-IN"/>
        </w:rPr>
      </w:pPr>
      <w:bookmarkStart w:id="31" w:name="_Toc392601440"/>
      <w:r w:rsidRPr="007710BF">
        <w:rPr>
          <w:cs/>
          <w:lang w:bidi="bn-IN"/>
        </w:rPr>
        <w:t>ঈমানের মৌলিকত্ব</w:t>
      </w:r>
      <w:bookmarkEnd w:id="31"/>
    </w:p>
    <w:p w:rsidR="00045AC1" w:rsidRDefault="00045AC1" w:rsidP="006F0A42">
      <w:pPr>
        <w:pStyle w:val="libNormal"/>
        <w:rPr>
          <w:lang w:bidi="bn-IN"/>
        </w:rPr>
      </w:pPr>
    </w:p>
    <w:p w:rsidR="00045AC1" w:rsidRDefault="007710BF" w:rsidP="006F0A42">
      <w:pPr>
        <w:pStyle w:val="libNormal"/>
        <w:rPr>
          <w:lang w:bidi="bn-IN"/>
        </w:rPr>
      </w:pPr>
      <w:r w:rsidRPr="007710BF">
        <w:rPr>
          <w:cs/>
          <w:lang w:bidi="bn-IN"/>
        </w:rPr>
        <w:t>ঈমান ও পরিচয়কে একই জানি অথবা পরিচয়কে ঈমানের একাংশ জানি</w:t>
      </w:r>
      <w:r w:rsidR="00895143">
        <w:t>,</w:t>
      </w:r>
      <w:r w:rsidRPr="007710BF">
        <w:rPr>
          <w:cs/>
          <w:lang w:bidi="bn-IN"/>
        </w:rPr>
        <w:t>এখন যে বিষয়টি</w:t>
      </w:r>
      <w:r w:rsidR="00045AC1">
        <w:rPr>
          <w:lang w:bidi="bn-IN"/>
        </w:rPr>
        <w:t xml:space="preserve"> </w:t>
      </w:r>
      <w:r w:rsidRPr="007710BF">
        <w:rPr>
          <w:cs/>
          <w:lang w:bidi="bn-IN"/>
        </w:rPr>
        <w:t>আমাদের নিকট লক্ষণীয় তা হলো ঈমান ও পরিচিতির মৌলিকত্ব রয়েছে কি</w:t>
      </w:r>
      <w:r w:rsidRPr="007710BF">
        <w:t xml:space="preserve">? </w:t>
      </w:r>
      <w:r w:rsidRPr="007710BF">
        <w:rPr>
          <w:cs/>
          <w:lang w:bidi="bn-IN"/>
        </w:rPr>
        <w:t>নাকি মৌলিকত্ব নেই</w:t>
      </w:r>
      <w:r w:rsidR="00045AC1">
        <w:rPr>
          <w:lang w:bidi="bn-IN"/>
        </w:rPr>
        <w:t xml:space="preserve"> </w:t>
      </w:r>
      <w:r w:rsidRPr="007710BF">
        <w:rPr>
          <w:cs/>
          <w:lang w:bidi="bn-IN"/>
        </w:rPr>
        <w:t>বরং এ দু</w:t>
      </w:r>
      <w:r w:rsidRPr="001933EC">
        <w:rPr>
          <w:rStyle w:val="libAlaemChar"/>
        </w:rPr>
        <w:t>’</w:t>
      </w:r>
      <w:r w:rsidRPr="007710BF">
        <w:rPr>
          <w:cs/>
          <w:lang w:bidi="bn-IN"/>
        </w:rPr>
        <w:t>টি আমলের (কার্যের) পূর্বশর্ত মাত্র। এ ক্ষেত্রেও দু</w:t>
      </w:r>
      <w:r w:rsidRPr="001933EC">
        <w:rPr>
          <w:rStyle w:val="libAlaemChar"/>
        </w:rPr>
        <w:t>’</w:t>
      </w:r>
      <w:r w:rsidRPr="007710BF">
        <w:rPr>
          <w:cs/>
          <w:lang w:bidi="bn-IN"/>
        </w:rPr>
        <w:t>টি বড় মতাদর্শের দৃষ্টিভঙ্গির মধ্যে পার্থক্য</w:t>
      </w:r>
      <w:r w:rsidR="00045AC1">
        <w:rPr>
          <w:lang w:bidi="bn-IN"/>
        </w:rPr>
        <w:t xml:space="preserve"> </w:t>
      </w:r>
      <w:r w:rsidRPr="007710BF">
        <w:rPr>
          <w:cs/>
          <w:lang w:bidi="bn-IN"/>
        </w:rPr>
        <w:t>লক্ষ্য করা যায়।</w:t>
      </w:r>
    </w:p>
    <w:p w:rsidR="00045AC1" w:rsidRDefault="007710BF" w:rsidP="006F0A42">
      <w:pPr>
        <w:pStyle w:val="libNormal"/>
        <w:rPr>
          <w:lang w:bidi="bn-IN"/>
        </w:rPr>
      </w:pPr>
      <w:r w:rsidRPr="007710BF">
        <w:rPr>
          <w:cs/>
          <w:lang w:bidi="bn-IN"/>
        </w:rPr>
        <w:t>ঈমানের মৌলিকত্বের অর্থ কি</w:t>
      </w:r>
      <w:r w:rsidRPr="007710BF">
        <w:t xml:space="preserve">? </w:t>
      </w:r>
      <w:r w:rsidRPr="007710BF">
        <w:rPr>
          <w:cs/>
          <w:lang w:bidi="bn-IN"/>
        </w:rPr>
        <w:t>এর অর্থ ইসলাম যেভাবে ঈমানকে আমাদের জন্য বর্ণনা করেছে তা</w:t>
      </w:r>
      <w:r w:rsidR="00045AC1">
        <w:rPr>
          <w:lang w:bidi="bn-IN"/>
        </w:rPr>
        <w:t xml:space="preserve"> </w:t>
      </w:r>
      <w:r w:rsidRPr="007710BF">
        <w:rPr>
          <w:cs/>
          <w:lang w:bidi="bn-IN"/>
        </w:rPr>
        <w:t>এ দৃষ্টিকোণ থেকে যে</w:t>
      </w:r>
      <w:r w:rsidR="00895143">
        <w:t>,</w:t>
      </w:r>
      <w:r w:rsidRPr="007710BF">
        <w:rPr>
          <w:cs/>
          <w:lang w:bidi="bn-IN"/>
        </w:rPr>
        <w:t>ঈমান মানুষের আমলের বিশ্বাসগত ভিত্তি। অর্থাৎ মানুষ পৃথিবীতে অবশ্যই</w:t>
      </w:r>
      <w:r w:rsidR="00045AC1">
        <w:rPr>
          <w:lang w:bidi="bn-IN"/>
        </w:rPr>
        <w:t xml:space="preserve"> </w:t>
      </w:r>
      <w:r w:rsidRPr="007710BF">
        <w:rPr>
          <w:cs/>
          <w:lang w:bidi="bn-IN"/>
        </w:rPr>
        <w:t>চেষ্টা-প্রচেষ্টা চালাবে এবং কাজ করবে এবং এ চেষ্টা ও কার্যক্রম এক বিশেষ পরিকল্পনা</w:t>
      </w:r>
      <w:r w:rsidR="00895143">
        <w:t>,</w:t>
      </w:r>
      <w:r w:rsidRPr="007710BF">
        <w:rPr>
          <w:cs/>
          <w:lang w:bidi="bn-IN"/>
        </w:rPr>
        <w:t>উদ্দেশ্য ও</w:t>
      </w:r>
      <w:r w:rsidR="00045AC1">
        <w:rPr>
          <w:lang w:bidi="bn-IN"/>
        </w:rPr>
        <w:t xml:space="preserve"> </w:t>
      </w:r>
      <w:r w:rsidRPr="007710BF">
        <w:rPr>
          <w:cs/>
          <w:lang w:bidi="bn-IN"/>
        </w:rPr>
        <w:t>পদ্ধতি অনুযায়ী হতে হবে যার ভিত্তি বিশেষ চিন্তা ও বিশ্বাস থেকে উৎসারিত। অন্যভাবে বর্ণনা করলে</w:t>
      </w:r>
      <w:r w:rsidR="00045AC1">
        <w:rPr>
          <w:lang w:bidi="bn-IN"/>
        </w:rPr>
        <w:t xml:space="preserve"> </w:t>
      </w:r>
      <w:r w:rsidRPr="007710BF">
        <w:rPr>
          <w:cs/>
          <w:lang w:bidi="bn-IN"/>
        </w:rPr>
        <w:t>যেহেতু মানুষ চায় বা না চায় তার সকল কর্মকাণ্ড চিন্তাগত এবং যদি সে তার ব্যবহারিক জীবনে</w:t>
      </w:r>
      <w:r w:rsidR="00045AC1">
        <w:rPr>
          <w:lang w:bidi="bn-IN"/>
        </w:rPr>
        <w:t xml:space="preserve"> </w:t>
      </w:r>
      <w:r w:rsidRPr="007710BF">
        <w:rPr>
          <w:cs/>
          <w:lang w:bidi="bn-IN"/>
        </w:rPr>
        <w:t xml:space="preserve">নিজের উদ্দেশ্যে </w:t>
      </w:r>
      <w:r w:rsidR="00611BB9">
        <w:rPr>
          <w:cs/>
          <w:lang w:bidi="bn-IN"/>
        </w:rPr>
        <w:t>পৌ</w:t>
      </w:r>
      <w:r w:rsidRPr="007710BF">
        <w:rPr>
          <w:cs/>
          <w:lang w:bidi="bn-IN"/>
        </w:rPr>
        <w:t>ছতে সঠিক একটি পরিকল্পনা তৈরি করতে চায় তবে তা চিন্তা ও বিশ্বাসের বিশেষ</w:t>
      </w:r>
      <w:r w:rsidR="00045AC1">
        <w:rPr>
          <w:lang w:bidi="bn-IN"/>
        </w:rPr>
        <w:t xml:space="preserve"> </w:t>
      </w:r>
      <w:r w:rsidRPr="007710BF">
        <w:rPr>
          <w:cs/>
          <w:lang w:bidi="bn-IN"/>
        </w:rPr>
        <w:t>ভিত্তি ব্যতীত সম্ভব নয়। এ কারণেই তাকে চিন্তা ও বিশ্বাসের একটি ভিত্তি দিতে হবে যাতে তার উপর</w:t>
      </w:r>
      <w:r w:rsidR="00045AC1">
        <w:rPr>
          <w:lang w:bidi="bn-IN"/>
        </w:rPr>
        <w:t xml:space="preserve"> </w:t>
      </w:r>
      <w:r w:rsidRPr="007710BF">
        <w:rPr>
          <w:cs/>
          <w:lang w:bidi="bn-IN"/>
        </w:rPr>
        <w:t>ভিত্তি করে সে তার চিন্তার কাঠামো নির্মাণ করতে পারে। যেমন কোন ব্যক্তি যদি একটি দালান নির্মাণ</w:t>
      </w:r>
      <w:r w:rsidR="00045AC1">
        <w:rPr>
          <w:lang w:bidi="bn-IN"/>
        </w:rPr>
        <w:t xml:space="preserve"> </w:t>
      </w:r>
      <w:r w:rsidRPr="007710BF">
        <w:rPr>
          <w:cs/>
          <w:lang w:bidi="bn-IN"/>
        </w:rPr>
        <w:t>করতে চায় তাহলে তার লক্ষ্য চার দেয়াল</w:t>
      </w:r>
      <w:r w:rsidR="00895143">
        <w:t>,</w:t>
      </w:r>
      <w:r w:rsidRPr="007710BF">
        <w:rPr>
          <w:cs/>
          <w:lang w:bidi="bn-IN"/>
        </w:rPr>
        <w:t>ছাদ</w:t>
      </w:r>
      <w:r w:rsidR="00895143">
        <w:t>,</w:t>
      </w:r>
      <w:r w:rsidRPr="007710BF">
        <w:rPr>
          <w:cs/>
          <w:lang w:bidi="bn-IN"/>
        </w:rPr>
        <w:t>দরজা-জানালা বিশিষ্ট ঘর নির্মাণ করা</w:t>
      </w:r>
      <w:r w:rsidR="00895143">
        <w:t>,</w:t>
      </w:r>
      <w:r w:rsidRPr="007710BF">
        <w:rPr>
          <w:cs/>
          <w:lang w:bidi="bn-IN"/>
        </w:rPr>
        <w:t>কিন্তু সে</w:t>
      </w:r>
      <w:r w:rsidR="00045AC1">
        <w:rPr>
          <w:lang w:bidi="bn-IN"/>
        </w:rPr>
        <w:t xml:space="preserve"> </w:t>
      </w:r>
      <w:r w:rsidRPr="007710BF">
        <w:rPr>
          <w:cs/>
          <w:lang w:bidi="bn-IN"/>
        </w:rPr>
        <w:t>এগুলো নির্মাণের পূর্বে ভিত্তি বা স্তম্ভ তৈরি করে যার বেশ কিছু অংশ মাটির নীচে গ্রোথিত করে যদিওএটি তার লক্ষ্যের অন্তর্ভুক্ত ছিল না। কিন্তু সে এটা করে যাতে করে দালানের ভিত্তি মজবুত হয় এবং</w:t>
      </w:r>
      <w:r w:rsidR="00045AC1">
        <w:rPr>
          <w:lang w:bidi="bn-IN"/>
        </w:rPr>
        <w:t xml:space="preserve"> </w:t>
      </w:r>
      <w:r w:rsidRPr="007710BF">
        <w:rPr>
          <w:cs/>
          <w:lang w:bidi="bn-IN"/>
        </w:rPr>
        <w:t>তা ভেঙ্গে না পড়ে। এজন্যই ভিত্তি নির্মাণ করতে হবে।</w:t>
      </w:r>
    </w:p>
    <w:p w:rsidR="00045AC1" w:rsidRDefault="007710BF" w:rsidP="00045AC1">
      <w:pPr>
        <w:pStyle w:val="libNormal"/>
        <w:rPr>
          <w:lang w:bidi="bn-IN"/>
        </w:rPr>
      </w:pPr>
      <w:r w:rsidRPr="007710BF">
        <w:rPr>
          <w:cs/>
          <w:lang w:bidi="bn-IN"/>
        </w:rPr>
        <w:t>উদাহরণস্বরূপ কমিউনিজম কতগুলো চিন্তা ও বিশ্বাসের সমষ্টি যার ভিত্তি বস্তুবাদের উপর</w:t>
      </w:r>
      <w:r w:rsidR="00045AC1">
        <w:rPr>
          <w:lang w:bidi="bn-IN"/>
        </w:rPr>
        <w:t xml:space="preserve"> </w:t>
      </w:r>
      <w:r w:rsidRPr="007710BF">
        <w:rPr>
          <w:cs/>
          <w:lang w:bidi="bn-IN"/>
        </w:rPr>
        <w:t>প্রতিষ্ঠিত। এর সমাজ</w:t>
      </w:r>
      <w:r w:rsidR="00895143">
        <w:t>,</w:t>
      </w:r>
      <w:r w:rsidRPr="007710BF">
        <w:rPr>
          <w:cs/>
          <w:lang w:bidi="bn-IN"/>
        </w:rPr>
        <w:t>রাজনীতি</w:t>
      </w:r>
      <w:r w:rsidR="00895143">
        <w:t>,</w:t>
      </w:r>
      <w:r w:rsidRPr="007710BF">
        <w:rPr>
          <w:cs/>
          <w:lang w:bidi="bn-IN"/>
        </w:rPr>
        <w:t>অর্থনীতি এবং নৈতিকতা সম্পর্কিত মৌলিক কাঠামোটি বস্তুবাদের</w:t>
      </w:r>
      <w:r w:rsidR="00045AC1">
        <w:rPr>
          <w:lang w:bidi="bn-IN"/>
        </w:rPr>
        <w:t xml:space="preserve"> </w:t>
      </w:r>
      <w:r w:rsidRPr="007710BF">
        <w:rPr>
          <w:cs/>
          <w:lang w:bidi="bn-IN"/>
        </w:rPr>
        <w:t>মৌলিক চিন্তা ও বিশ্বাসের ভিত্তির উপর নির্মিত হয়েছে। কিন্তু একজন কমিউনিস্টের এটা লক্ষ্য নয়</w:t>
      </w:r>
      <w:r w:rsidR="00045AC1">
        <w:rPr>
          <w:lang w:bidi="bn-IN"/>
        </w:rPr>
        <w:t xml:space="preserve"> </w:t>
      </w:r>
      <w:r w:rsidRPr="007710BF">
        <w:rPr>
          <w:cs/>
          <w:lang w:bidi="bn-IN"/>
        </w:rPr>
        <w:t>অর্থাৎ বস্তুবাদ তার লক্ষ্যও নয় এবং তার নিকট এর মৌলিকত্বেরও মূল্য নেই। (</w:t>
      </w:r>
      <w:r w:rsidR="005E5BE9">
        <w:rPr>
          <w:cs/>
          <w:lang w:bidi="bn-IN"/>
        </w:rPr>
        <w:t>প্রকৃত</w:t>
      </w:r>
      <w:r w:rsidRPr="007710BF">
        <w:rPr>
          <w:cs/>
          <w:lang w:bidi="bn-IN"/>
        </w:rPr>
        <w:t xml:space="preserve">পক্ষে </w:t>
      </w:r>
      <w:r w:rsidR="00695D8C">
        <w:rPr>
          <w:cs/>
          <w:lang w:bidi="bn-IN"/>
        </w:rPr>
        <w:t>যারা</w:t>
      </w:r>
      <w:r w:rsidR="00045AC1">
        <w:rPr>
          <w:lang w:bidi="bn-IN"/>
        </w:rPr>
        <w:t xml:space="preserve"> </w:t>
      </w:r>
      <w:r w:rsidRPr="007710BF">
        <w:rPr>
          <w:cs/>
          <w:lang w:bidi="bn-IN"/>
        </w:rPr>
        <w:t>বস্তুবাদের ফাঁদে পা দিয়েছেন তা গীর্জাসমূহের রাজনৈতিক ও সামাজিক চিন্তাসমূহ</w:t>
      </w:r>
      <w:r w:rsidR="00895143">
        <w:t>,</w:t>
      </w:r>
      <w:r w:rsidRPr="007710BF">
        <w:rPr>
          <w:cs/>
          <w:lang w:bidi="bn-IN"/>
        </w:rPr>
        <w:t>বিশেষত স্বাধীন</w:t>
      </w:r>
      <w:r w:rsidR="00045AC1">
        <w:rPr>
          <w:lang w:bidi="bn-IN"/>
        </w:rPr>
        <w:t xml:space="preserve"> </w:t>
      </w:r>
      <w:r w:rsidRPr="007710BF">
        <w:rPr>
          <w:cs/>
          <w:lang w:bidi="bn-IN"/>
        </w:rPr>
        <w:t>চিন্তার বিরুদ্ধে যুক্তিহীন দ্বন্দ্বের কারণে</w:t>
      </w:r>
      <w:r w:rsidRPr="007710BF">
        <w:rPr>
          <w:cs/>
          <w:lang w:bidi="hi-IN"/>
        </w:rPr>
        <w:t xml:space="preserve">। </w:t>
      </w:r>
      <w:r w:rsidRPr="007710BF">
        <w:rPr>
          <w:cs/>
          <w:lang w:bidi="bn-IN"/>
        </w:rPr>
        <w:t>যার ফলে ইউরোপে এ চিন্তার উদ্ভব ঘটেছিল যে</w:t>
      </w:r>
      <w:r w:rsidR="00895143">
        <w:t>,</w:t>
      </w:r>
      <w:r w:rsidRPr="007710BF">
        <w:rPr>
          <w:cs/>
          <w:lang w:bidi="bn-IN"/>
        </w:rPr>
        <w:t>হয় মানুষ স্বাধীন হয়ে সমাজে অধিকার প্রতিষ্ঠা করে ঈশ্বরকে দূরে ছুড়ে ফেলুক নতুবা</w:t>
      </w:r>
      <w:r w:rsidR="00045AC1">
        <w:rPr>
          <w:cs/>
          <w:lang w:bidi="bn-IN"/>
        </w:rPr>
        <w:t xml:space="preserve"> নিজেকে অধিকারহীন ও</w:t>
      </w:r>
      <w:r w:rsidR="00045AC1">
        <w:rPr>
          <w:lang w:bidi="bn-IN"/>
        </w:rPr>
        <w:t xml:space="preserve"> </w:t>
      </w:r>
      <w:r w:rsidRPr="007710BF">
        <w:rPr>
          <w:cs/>
          <w:lang w:bidi="bn-IN"/>
        </w:rPr>
        <w:t>বন্দি বলে জানুক। এর জন্য সর্বোত্তম পথ হিসেবে ধর্মের মূলোৎপাটনকে গ্রহণ করেছিল</w:t>
      </w:r>
      <w:r w:rsidRPr="007710BF">
        <w:rPr>
          <w:cs/>
          <w:lang w:bidi="hi-IN"/>
        </w:rPr>
        <w:t>।</w:t>
      </w:r>
      <w:r w:rsidRPr="007710BF">
        <w:rPr>
          <w:cs/>
          <w:lang w:bidi="bn-IN"/>
        </w:rPr>
        <w:t>)</w:t>
      </w:r>
    </w:p>
    <w:p w:rsidR="00045AC1" w:rsidRDefault="007710BF" w:rsidP="00045AC1">
      <w:pPr>
        <w:pStyle w:val="libNormal"/>
        <w:rPr>
          <w:lang w:bidi="bn-IN"/>
        </w:rPr>
      </w:pPr>
      <w:r w:rsidRPr="007710BF">
        <w:rPr>
          <w:cs/>
          <w:lang w:bidi="bn-IN"/>
        </w:rPr>
        <w:t>কিন্তু সে চিন্তা করে (ভুল চিন্তা করে) বস্তবাদ ব্যতীত সামাজিক</w:t>
      </w:r>
      <w:r w:rsidR="00895143">
        <w:t>,</w:t>
      </w:r>
      <w:r w:rsidRPr="007710BF">
        <w:rPr>
          <w:cs/>
          <w:lang w:bidi="bn-IN"/>
        </w:rPr>
        <w:t>রাজনৈতিক ও অর্থনৈতিক মৌলচিন্তাকে ব্যাখ্যা করা সম্ভব নয়। আর তা ব্যাখ্যা করার জন্যই বস্তবাদের মৌলিক চিন্তাকে গ্রহণ করে।</w:t>
      </w:r>
      <w:r w:rsidR="00045AC1">
        <w:rPr>
          <w:lang w:bidi="bn-IN"/>
        </w:rPr>
        <w:t xml:space="preserve"> </w:t>
      </w:r>
      <w:r w:rsidRPr="007710BF">
        <w:rPr>
          <w:cs/>
          <w:lang w:bidi="bn-IN"/>
        </w:rPr>
        <w:t xml:space="preserve">সম্প্রতি পৃথিবীতে কয়েকজন কমিউনিস্ট ব্যক্তির সন্ধান পাওয়া গেছে </w:t>
      </w:r>
      <w:r w:rsidR="00695D8C">
        <w:rPr>
          <w:cs/>
          <w:lang w:bidi="bn-IN"/>
        </w:rPr>
        <w:t>যারা</w:t>
      </w:r>
      <w:r w:rsidRPr="007710BF">
        <w:rPr>
          <w:cs/>
          <w:lang w:bidi="bn-IN"/>
        </w:rPr>
        <w:t xml:space="preserve"> বস্তুবাদকে কমিউনিজম</w:t>
      </w:r>
      <w:r w:rsidR="00045AC1">
        <w:rPr>
          <w:lang w:bidi="bn-IN"/>
        </w:rPr>
        <w:t xml:space="preserve"> </w:t>
      </w:r>
      <w:r w:rsidRPr="007710BF">
        <w:rPr>
          <w:cs/>
          <w:lang w:bidi="bn-IN"/>
        </w:rPr>
        <w:t xml:space="preserve">থেকে পৃথক মনে করেন। </w:t>
      </w:r>
      <w:r w:rsidR="00FE6D44">
        <w:rPr>
          <w:cs/>
          <w:lang w:bidi="bn-IN"/>
        </w:rPr>
        <w:t>তারা</w:t>
      </w:r>
      <w:r w:rsidRPr="007710BF">
        <w:rPr>
          <w:cs/>
          <w:lang w:bidi="bn-IN"/>
        </w:rPr>
        <w:t xml:space="preserve"> বলেন</w:t>
      </w:r>
      <w:r w:rsidR="00895143">
        <w:t>,</w:t>
      </w:r>
      <w:r w:rsidRPr="001933EC">
        <w:rPr>
          <w:rStyle w:val="libAlaemChar"/>
        </w:rPr>
        <w:t>“</w:t>
      </w:r>
      <w:r w:rsidRPr="007710BF">
        <w:rPr>
          <w:cs/>
          <w:lang w:bidi="bn-IN"/>
        </w:rPr>
        <w:t>আমাদের জন্য বস্তুবাদ কোন মৌলিকত্ব তো রাখেই না</w:t>
      </w:r>
      <w:r w:rsidR="00895143">
        <w:t>,</w:t>
      </w:r>
      <w:r w:rsidRPr="007710BF">
        <w:rPr>
          <w:cs/>
          <w:lang w:bidi="bn-IN"/>
        </w:rPr>
        <w:t>বরং</w:t>
      </w:r>
      <w:r w:rsidR="00045AC1">
        <w:rPr>
          <w:lang w:bidi="bn-IN"/>
        </w:rPr>
        <w:t xml:space="preserve"> </w:t>
      </w:r>
      <w:r w:rsidRPr="007710BF">
        <w:rPr>
          <w:cs/>
          <w:lang w:bidi="bn-IN"/>
        </w:rPr>
        <w:t>বস্তুবাদকে এক অখণ্ডনীয় মৌলনীতি হিসেবে গ্রহণ করার কোন প্রয়োজনই নেই। আমরা কমিউনিজম</w:t>
      </w:r>
      <w:r w:rsidR="00045AC1">
        <w:rPr>
          <w:lang w:bidi="bn-IN"/>
        </w:rPr>
        <w:t xml:space="preserve"> </w:t>
      </w:r>
      <w:r w:rsidRPr="007710BF">
        <w:rPr>
          <w:cs/>
          <w:lang w:bidi="bn-IN"/>
        </w:rPr>
        <w:t>চাই যদিও তাতে বস্তুবাদের অস্তিত্ব না থাকে।</w:t>
      </w:r>
      <w:r w:rsidRPr="001933EC">
        <w:rPr>
          <w:rStyle w:val="libAlaemChar"/>
        </w:rPr>
        <w:t>”</w:t>
      </w:r>
      <w:r w:rsidRPr="007710BF">
        <w:t xml:space="preserve"> </w:t>
      </w:r>
      <w:r w:rsidRPr="007710BF">
        <w:rPr>
          <w:cs/>
          <w:lang w:bidi="bn-IN"/>
        </w:rPr>
        <w:t>বর্তমানে পৃথিবীর আনাচে কানাচে অনেক কমিউনিস্ট</w:t>
      </w:r>
      <w:r w:rsidR="00045AC1">
        <w:rPr>
          <w:lang w:bidi="bn-IN"/>
        </w:rPr>
        <w:t xml:space="preserve"> </w:t>
      </w:r>
      <w:r w:rsidRPr="007710BF">
        <w:rPr>
          <w:cs/>
          <w:lang w:bidi="bn-IN"/>
        </w:rPr>
        <w:t>নেতাই ধর্মের সঙ্গে দ্বন্দ্বের বিষয়টি পরিহার করার কথা বলছেন।</w:t>
      </w:r>
    </w:p>
    <w:p w:rsidR="00E22209" w:rsidRDefault="007710BF" w:rsidP="00677F9E">
      <w:pPr>
        <w:pStyle w:val="libEn"/>
        <w:rPr>
          <w:lang w:bidi="bn-IN"/>
        </w:rPr>
      </w:pPr>
      <w:r w:rsidRPr="007710BF">
        <w:rPr>
          <w:cs/>
          <w:lang w:bidi="bn-IN"/>
        </w:rPr>
        <w:t>এটা এ কারণে যে</w:t>
      </w:r>
      <w:r w:rsidR="00895143">
        <w:t>,</w:t>
      </w:r>
      <w:r w:rsidR="00611BB9">
        <w:rPr>
          <w:cs/>
          <w:lang w:bidi="bn-IN"/>
        </w:rPr>
        <w:t>তা</w:t>
      </w:r>
      <w:r w:rsidRPr="007710BF">
        <w:rPr>
          <w:cs/>
          <w:lang w:bidi="bn-IN"/>
        </w:rPr>
        <w:t>দের জন্য এ মৌল চিন্তার প্রতি বিশ্বাসের কোন মৌলিকত্ব নেই। এটা শুধু</w:t>
      </w:r>
      <w:r w:rsidR="00045AC1">
        <w:rPr>
          <w:lang w:bidi="bn-IN"/>
        </w:rPr>
        <w:t xml:space="preserve"> </w:t>
      </w:r>
      <w:r w:rsidRPr="007710BF">
        <w:rPr>
          <w:cs/>
          <w:lang w:bidi="bn-IN"/>
        </w:rPr>
        <w:t>চিন্তা ও বিশ্বাসের ভিত্তি ব্যতীত কিছু নয়। যেহেতু জীবনাদর্শ (</w:t>
      </w:r>
      <w:r w:rsidR="009102D4" w:rsidRPr="0036376A">
        <w:t>Ideology</w:t>
      </w:r>
      <w:r w:rsidRPr="007710BF">
        <w:rPr>
          <w:cs/>
          <w:lang w:bidi="bn-IN"/>
        </w:rPr>
        <w:t>) বিশ্ব</w:t>
      </w:r>
      <w:r w:rsidR="00E22209">
        <w:rPr>
          <w:cs/>
          <w:lang w:bidi="bn-IN"/>
        </w:rPr>
        <w:t>দৃষ্টি</w:t>
      </w:r>
      <w:r w:rsidRPr="007710BF">
        <w:rPr>
          <w:cs/>
          <w:lang w:bidi="bn-IN"/>
        </w:rPr>
        <w:t xml:space="preserve"> ব্যতীত সম্ভব নয়</w:t>
      </w:r>
      <w:r w:rsidR="00E22209">
        <w:rPr>
          <w:lang w:bidi="bn-IN"/>
        </w:rPr>
        <w:t xml:space="preserve"> </w:t>
      </w:r>
      <w:r w:rsidRPr="007710BF">
        <w:rPr>
          <w:cs/>
          <w:lang w:bidi="bn-IN"/>
        </w:rPr>
        <w:t>সেহেতু এ বিশ্ব</w:t>
      </w:r>
      <w:r w:rsidR="00E22209">
        <w:rPr>
          <w:lang w:bidi="bn-IN"/>
        </w:rPr>
        <w:t xml:space="preserve"> </w:t>
      </w:r>
      <w:r w:rsidR="00E22209">
        <w:rPr>
          <w:cs/>
          <w:lang w:bidi="bn-IN"/>
        </w:rPr>
        <w:t>দৃষ্টি</w:t>
      </w:r>
      <w:r w:rsidRPr="007710BF">
        <w:rPr>
          <w:cs/>
          <w:lang w:bidi="bn-IN"/>
        </w:rPr>
        <w:t>কে (বস্তুবাদ) দালানের নীচে স্থাপন করা হয় যাতে করে জীবনাদর্শ স্থাপিত ও</w:t>
      </w:r>
      <w:r w:rsidR="00E22209">
        <w:rPr>
          <w:lang w:bidi="bn-IN"/>
        </w:rPr>
        <w:t xml:space="preserve"> </w:t>
      </w:r>
      <w:r w:rsidRPr="007710BF">
        <w:rPr>
          <w:cs/>
          <w:lang w:bidi="bn-IN"/>
        </w:rPr>
        <w:t>অগ্রসর হতে পারে। কিন্তু মূল লক্ষ্য ও উদ্দেশ্য হলো জীবনাদর্শ।</w:t>
      </w:r>
    </w:p>
    <w:p w:rsidR="00E22209" w:rsidRDefault="007710BF" w:rsidP="00677F9E">
      <w:pPr>
        <w:pStyle w:val="libEn"/>
        <w:rPr>
          <w:lang w:bidi="bn-IN"/>
        </w:rPr>
      </w:pPr>
      <w:r w:rsidRPr="007710BF">
        <w:rPr>
          <w:cs/>
          <w:lang w:bidi="bn-IN"/>
        </w:rPr>
        <w:t>কিন্তু ইসলামে কিরূপ</w:t>
      </w:r>
      <w:r w:rsidRPr="007710BF">
        <w:t xml:space="preserve">? </w:t>
      </w:r>
      <w:r w:rsidRPr="007710BF">
        <w:rPr>
          <w:cs/>
          <w:lang w:bidi="bn-IN"/>
        </w:rPr>
        <w:t>ইসলাম কি ইসলামী বিশ্বাস</w:t>
      </w:r>
      <w:r w:rsidR="00895143">
        <w:t>,</w:t>
      </w:r>
      <w:r w:rsidRPr="007710BF">
        <w:rPr>
          <w:cs/>
          <w:lang w:bidi="bn-IN"/>
        </w:rPr>
        <w:t xml:space="preserve">যেমন </w:t>
      </w:r>
      <w:r w:rsidR="00D009A1">
        <w:rPr>
          <w:cs/>
          <w:lang w:bidi="bn-IN"/>
        </w:rPr>
        <w:t>আল্লাহর</w:t>
      </w:r>
      <w:r w:rsidRPr="007710BF">
        <w:rPr>
          <w:rFonts w:hint="cs"/>
          <w:cs/>
          <w:lang w:bidi="bn-IN"/>
        </w:rPr>
        <w:t xml:space="preserve"> প্রতি বিশ্বাস</w:t>
      </w:r>
      <w:r w:rsidR="00895143">
        <w:t>,</w:t>
      </w:r>
      <w:r w:rsidRPr="007710BF">
        <w:rPr>
          <w:cs/>
          <w:lang w:bidi="bn-IN"/>
        </w:rPr>
        <w:t>ফেরেশতাদের</w:t>
      </w:r>
      <w:r w:rsidR="00E22209">
        <w:rPr>
          <w:lang w:bidi="bn-IN"/>
        </w:rPr>
        <w:t xml:space="preserve"> </w:t>
      </w:r>
      <w:r w:rsidRPr="007710BF">
        <w:rPr>
          <w:cs/>
          <w:lang w:bidi="bn-IN"/>
        </w:rPr>
        <w:t>প্রতি বিশ্বাস</w:t>
      </w:r>
      <w:r w:rsidR="00895143">
        <w:t>,</w:t>
      </w:r>
      <w:r w:rsidRPr="007710BF">
        <w:rPr>
          <w:cs/>
          <w:lang w:bidi="bn-IN"/>
        </w:rPr>
        <w:t>নবী ও ওলীদের প্রতি বিশ্বাস</w:t>
      </w:r>
      <w:r w:rsidR="00895143">
        <w:t>,</w:t>
      </w:r>
      <w:r w:rsidRPr="007710BF">
        <w:rPr>
          <w:cs/>
          <w:lang w:bidi="bn-IN"/>
        </w:rPr>
        <w:t>কিয়ামতের প্রতি বিশ্বাস এগুলোকে শুধু এজন্য বর্ণনা</w:t>
      </w:r>
      <w:r w:rsidR="00E22209">
        <w:rPr>
          <w:lang w:bidi="bn-IN"/>
        </w:rPr>
        <w:t xml:space="preserve"> </w:t>
      </w:r>
      <w:r w:rsidRPr="007710BF">
        <w:rPr>
          <w:cs/>
          <w:lang w:bidi="bn-IN"/>
        </w:rPr>
        <w:t>করেছে যে</w:t>
      </w:r>
      <w:r w:rsidR="00895143">
        <w:t>,</w:t>
      </w:r>
      <w:r w:rsidRPr="007710BF">
        <w:rPr>
          <w:cs/>
          <w:lang w:bidi="bn-IN"/>
        </w:rPr>
        <w:t>চিন্তা ও বিশ্বাসের ভিত্তি হিসেবে পরিগণিত হবে</w:t>
      </w:r>
      <w:r w:rsidRPr="007710BF">
        <w:t xml:space="preserve">? </w:t>
      </w:r>
      <w:r w:rsidRPr="007710BF">
        <w:rPr>
          <w:cs/>
          <w:lang w:bidi="bn-IN"/>
        </w:rPr>
        <w:t>ইসলাম কি এজন্য এ মৌল চিন্তাসমূহকে</w:t>
      </w:r>
      <w:r w:rsidR="00E22209">
        <w:rPr>
          <w:lang w:bidi="bn-IN"/>
        </w:rPr>
        <w:t xml:space="preserve"> </w:t>
      </w:r>
      <w:r w:rsidRPr="007710BF">
        <w:rPr>
          <w:cs/>
          <w:lang w:bidi="bn-IN"/>
        </w:rPr>
        <w:t>উপস্থাপন করেছে যাতে করে জীবনাদর্শকে এ মৌল চিন্তার উপর ভিত্তি করে স্থাপন করতে পারে এবং</w:t>
      </w:r>
      <w:r w:rsidR="00E22209">
        <w:rPr>
          <w:lang w:bidi="bn-IN"/>
        </w:rPr>
        <w:t xml:space="preserve"> </w:t>
      </w:r>
      <w:r w:rsidRPr="007710BF">
        <w:rPr>
          <w:cs/>
          <w:lang w:bidi="bn-IN"/>
        </w:rPr>
        <w:t>এটাই (জীবনাদর্শই) তার উদ্দেশ্য</w:t>
      </w:r>
      <w:r w:rsidRPr="007710BF">
        <w:t xml:space="preserve">? </w:t>
      </w:r>
      <w:r w:rsidRPr="007710BF">
        <w:rPr>
          <w:cs/>
          <w:lang w:bidi="bn-IN"/>
        </w:rPr>
        <w:t>যদি তা-ই হয় তবে এ মৌল চিন্তার (ঈমান) কোন মৌলিকত্ব</w:t>
      </w:r>
      <w:r w:rsidR="00E22209">
        <w:rPr>
          <w:lang w:bidi="bn-IN"/>
        </w:rPr>
        <w:t xml:space="preserve"> </w:t>
      </w:r>
      <w:r w:rsidRPr="007710BF">
        <w:rPr>
          <w:cs/>
          <w:lang w:bidi="bn-IN"/>
        </w:rPr>
        <w:t>নেই। না</w:t>
      </w:r>
      <w:r w:rsidR="00895143">
        <w:t>,</w:t>
      </w:r>
      <w:r w:rsidRPr="007710BF">
        <w:rPr>
          <w:cs/>
          <w:lang w:bidi="bn-IN"/>
        </w:rPr>
        <w:t xml:space="preserve">এমনটি নয়। এ মৌল চিন্তা ইসলামী জীবনাদর্শিক </w:t>
      </w:r>
      <w:r w:rsidR="00E22209" w:rsidRPr="0036376A">
        <w:t>(Ideology)</w:t>
      </w:r>
      <w:r w:rsidRPr="007710BF">
        <w:rPr>
          <w:cs/>
          <w:lang w:bidi="bn-IN"/>
        </w:rPr>
        <w:t xml:space="preserve"> চিন্তা ও বিশ্বাসের ভিত্তি</w:t>
      </w:r>
      <w:r w:rsidR="00E22209">
        <w:rPr>
          <w:lang w:bidi="bn-IN"/>
        </w:rPr>
        <w:t xml:space="preserve"> </w:t>
      </w:r>
      <w:r w:rsidRPr="007710BF">
        <w:rPr>
          <w:cs/>
          <w:lang w:bidi="bn-IN"/>
        </w:rPr>
        <w:t>বটে</w:t>
      </w:r>
      <w:r w:rsidR="00895143">
        <w:t>,</w:t>
      </w:r>
      <w:r w:rsidRPr="007710BF">
        <w:rPr>
          <w:cs/>
          <w:lang w:bidi="bn-IN"/>
        </w:rPr>
        <w:t>তবে তার মূল্য শুধু ভিত্তি হিসেবে নয়</w:t>
      </w:r>
      <w:r w:rsidRPr="007710BF">
        <w:rPr>
          <w:cs/>
          <w:lang w:bidi="hi-IN"/>
        </w:rPr>
        <w:t xml:space="preserve">। </w:t>
      </w:r>
      <w:r w:rsidRPr="007710BF">
        <w:rPr>
          <w:cs/>
          <w:lang w:bidi="bn-IN"/>
        </w:rPr>
        <w:t>ইসলামের ঈমান চিন্তা ও বিশ্বাসের ভিত্তি এবং ইসলামী</w:t>
      </w:r>
      <w:r w:rsidR="00E22209">
        <w:rPr>
          <w:lang w:bidi="bn-IN"/>
        </w:rPr>
        <w:t xml:space="preserve"> </w:t>
      </w:r>
      <w:r w:rsidRPr="007710BF">
        <w:rPr>
          <w:cs/>
          <w:lang w:bidi="bn-IN"/>
        </w:rPr>
        <w:t>জীবনাদর্শ এর উপর ভিত্তি করে গড়ে উঠেছে। কিন্তু ঈমান ভিত্তি হিসেবে মূল্য ছাড়াও মৌলিকত্বের</w:t>
      </w:r>
      <w:r w:rsidR="00E22209">
        <w:rPr>
          <w:lang w:bidi="bn-IN"/>
        </w:rPr>
        <w:t xml:space="preserve"> </w:t>
      </w:r>
      <w:r w:rsidRPr="007710BF">
        <w:rPr>
          <w:cs/>
          <w:lang w:bidi="bn-IN"/>
        </w:rPr>
        <w:t>অধিকারী ও লক্ষ্য হিসেবেও পরিগণিত।</w:t>
      </w:r>
    </w:p>
    <w:p w:rsidR="00E22209" w:rsidRDefault="007710BF" w:rsidP="00EF1DC1">
      <w:pPr>
        <w:pStyle w:val="libNormal"/>
      </w:pPr>
      <w:r w:rsidRPr="007710BF">
        <w:rPr>
          <w:cs/>
          <w:lang w:bidi="bn-IN"/>
        </w:rPr>
        <w:t>সুতরাং এ ক্ষেত্রে দর্শনের দৃষ্টিভঙ্গি ঠিক যে</w:t>
      </w:r>
      <w:r w:rsidR="00895143">
        <w:t>,</w:t>
      </w:r>
      <w:r w:rsidRPr="007710BF">
        <w:rPr>
          <w:cs/>
          <w:lang w:bidi="bn-IN"/>
        </w:rPr>
        <w:t>ঈমান শুধু আমলের পূর্বশর্ত হিসেবে নয় বরং এর</w:t>
      </w:r>
      <w:r w:rsidR="00E22209">
        <w:rPr>
          <w:lang w:bidi="bn-IN"/>
        </w:rPr>
        <w:t xml:space="preserve"> </w:t>
      </w:r>
      <w:r w:rsidRPr="007710BF">
        <w:rPr>
          <w:cs/>
          <w:lang w:bidi="bn-IN"/>
        </w:rPr>
        <w:t>মৌলিকত্বের কারণে মূল্যের অধিকারী। এ রকম নয় যে</w:t>
      </w:r>
      <w:r w:rsidR="00895143">
        <w:t>,</w:t>
      </w:r>
      <w:r w:rsidRPr="007710BF">
        <w:rPr>
          <w:cs/>
          <w:lang w:bidi="bn-IN"/>
        </w:rPr>
        <w:t>শুধু কর্ম ও প্রচেষ্টাই সব কিছু। বরং যদি</w:t>
      </w:r>
      <w:r w:rsidR="00E22209">
        <w:rPr>
          <w:lang w:bidi="bn-IN"/>
        </w:rPr>
        <w:t xml:space="preserve"> </w:t>
      </w:r>
      <w:r w:rsidRPr="007710BF">
        <w:rPr>
          <w:cs/>
          <w:lang w:bidi="bn-IN"/>
        </w:rPr>
        <w:t>আমল থেকে ঈমানকে বিচ্ছিন্ন করা হয়</w:t>
      </w:r>
      <w:r w:rsidR="00895143">
        <w:t>,</w:t>
      </w:r>
      <w:r w:rsidRPr="007710BF">
        <w:rPr>
          <w:cs/>
          <w:lang w:bidi="bn-IN"/>
        </w:rPr>
        <w:t>একটি ভিত্তিকে নষ্ট করা হলো। তেমনিভাবে যদি আমলকে</w:t>
      </w:r>
      <w:r w:rsidR="00E22209">
        <w:rPr>
          <w:lang w:bidi="bn-IN"/>
        </w:rPr>
        <w:t xml:space="preserve"> </w:t>
      </w:r>
      <w:r w:rsidRPr="007710BF">
        <w:rPr>
          <w:cs/>
          <w:lang w:bidi="bn-IN"/>
        </w:rPr>
        <w:t xml:space="preserve">ঈমান থেকে বিচ্ছিন্ন করা হয় অন্য </w:t>
      </w:r>
      <w:r w:rsidR="00E22209" w:rsidRPr="00EF1DC1">
        <w:rPr>
          <w:cs/>
          <w:lang w:bidi="bn-IN"/>
        </w:rPr>
        <w:t>স্তম্ভটি</w:t>
      </w:r>
      <w:r w:rsidRPr="007710BF">
        <w:rPr>
          <w:cs/>
          <w:lang w:bidi="bn-IN"/>
        </w:rPr>
        <w:t xml:space="preserve"> ধ্বংস করা হলো। এজন্যই কোরআন সব সময় বলেছে</w:t>
      </w:r>
      <w:r w:rsidR="00895143">
        <w:t>,</w:t>
      </w:r>
    </w:p>
    <w:p w:rsidR="00E22209" w:rsidRPr="001B5B0C" w:rsidRDefault="001B5B0C" w:rsidP="001B5B0C">
      <w:pPr>
        <w:pStyle w:val="libAie"/>
      </w:pPr>
      <w:r w:rsidRPr="001B5B0C">
        <w:rPr>
          <w:rStyle w:val="libAlaemChar"/>
          <w:rFonts w:hint="cs"/>
          <w:rtl/>
        </w:rPr>
        <w:t>(</w:t>
      </w:r>
      <w:r w:rsidR="00677F9E" w:rsidRPr="001B5B0C">
        <w:rPr>
          <w:rFonts w:hint="cs"/>
          <w:rtl/>
        </w:rPr>
        <w:t>إِلَّا الَّذِينَ آمَنُوا وَعَمِلُوا الصَّالِحَاتِ</w:t>
      </w:r>
      <w:r w:rsidRPr="001B5B0C">
        <w:rPr>
          <w:rStyle w:val="libAlaemChar"/>
          <w:rFonts w:hint="cs"/>
          <w:rtl/>
        </w:rPr>
        <w:t>)</w:t>
      </w:r>
    </w:p>
    <w:p w:rsidR="00E22209" w:rsidRDefault="007710BF" w:rsidP="00EF1DC1">
      <w:pPr>
        <w:pStyle w:val="libNormal"/>
        <w:rPr>
          <w:lang w:bidi="bn-IN"/>
        </w:rPr>
      </w:pPr>
      <w:r w:rsidRPr="001933EC">
        <w:rPr>
          <w:rStyle w:val="libAlaemChar"/>
        </w:rPr>
        <w:t>“</w:t>
      </w:r>
      <w:r w:rsidRPr="007710BF">
        <w:rPr>
          <w:cs/>
          <w:lang w:bidi="bn-IN"/>
        </w:rPr>
        <w:t>যারা ঈমান এনেছে ও সৎকর্ম করেছে।</w:t>
      </w:r>
      <w:r w:rsidRPr="001933EC">
        <w:rPr>
          <w:rStyle w:val="libAlaemChar"/>
        </w:rPr>
        <w:t>”</w:t>
      </w:r>
      <w:r w:rsidRPr="007710BF">
        <w:t xml:space="preserve"> </w:t>
      </w:r>
      <w:r w:rsidRPr="007710BF">
        <w:rPr>
          <w:cs/>
          <w:lang w:bidi="bn-IN"/>
        </w:rPr>
        <w:t>যদি আমলহীন ঈমান হয়</w:t>
      </w:r>
      <w:r w:rsidR="00895143">
        <w:t>,</w:t>
      </w:r>
      <w:r w:rsidRPr="007710BF">
        <w:rPr>
          <w:cs/>
          <w:lang w:bidi="bn-IN"/>
        </w:rPr>
        <w:t>তবে</w:t>
      </w:r>
      <w:r w:rsidR="00E22209">
        <w:rPr>
          <w:lang w:bidi="bn-IN"/>
        </w:rPr>
        <w:t xml:space="preserve"> </w:t>
      </w:r>
      <w:r w:rsidRPr="007710BF">
        <w:rPr>
          <w:cs/>
          <w:lang w:bidi="bn-IN"/>
        </w:rPr>
        <w:t xml:space="preserve">সাফল্যের একটি স্তম্ভ আছে অন্যটি অনুপস্থিত। অপর দিকে ঈমানহীন আমলও </w:t>
      </w:r>
      <w:r w:rsidR="0069317E">
        <w:rPr>
          <w:cs/>
          <w:lang w:bidi="bn-IN"/>
        </w:rPr>
        <w:t>তদ্রূপ</w:t>
      </w:r>
      <w:r w:rsidRPr="007710BF">
        <w:rPr>
          <w:cs/>
          <w:lang w:bidi="hi-IN"/>
        </w:rPr>
        <w:t xml:space="preserve">। </w:t>
      </w:r>
      <w:r w:rsidRPr="007710BF">
        <w:rPr>
          <w:cs/>
          <w:lang w:bidi="bn-IN"/>
        </w:rPr>
        <w:t xml:space="preserve">সাফল্যের </w:t>
      </w:r>
      <w:r w:rsidR="00611BB9">
        <w:rPr>
          <w:cs/>
          <w:lang w:bidi="bn-IN"/>
        </w:rPr>
        <w:t>তা</w:t>
      </w:r>
      <w:r w:rsidRPr="007710BF">
        <w:rPr>
          <w:cs/>
          <w:lang w:bidi="bn-IN"/>
        </w:rPr>
        <w:t>বু</w:t>
      </w:r>
      <w:r w:rsidR="00E22209">
        <w:rPr>
          <w:lang w:bidi="bn-IN"/>
        </w:rPr>
        <w:t xml:space="preserve"> </w:t>
      </w:r>
      <w:r w:rsidRPr="007710BF">
        <w:rPr>
          <w:cs/>
          <w:lang w:bidi="bn-IN"/>
        </w:rPr>
        <w:t>একটি স্তম্ভের উপর দাঁড়িয়ে থাকতে পারে না। ইসলামের দৃষ্টিতে ঈমানের সত্তাগত মূল্য ও মৌলিকত্ব</w:t>
      </w:r>
      <w:r w:rsidR="00E22209">
        <w:rPr>
          <w:lang w:bidi="bn-IN"/>
        </w:rPr>
        <w:t xml:space="preserve"> </w:t>
      </w:r>
      <w:r w:rsidRPr="007710BF">
        <w:rPr>
          <w:cs/>
          <w:lang w:bidi="bn-IN"/>
        </w:rPr>
        <w:t>রয়েছে</w:t>
      </w:r>
      <w:r w:rsidRPr="007710BF">
        <w:rPr>
          <w:cs/>
          <w:lang w:bidi="hi-IN"/>
        </w:rPr>
        <w:t xml:space="preserve">। </w:t>
      </w:r>
      <w:r w:rsidR="005E5BE9">
        <w:rPr>
          <w:cs/>
          <w:lang w:bidi="bn-IN"/>
        </w:rPr>
        <w:t>প্রকৃত</w:t>
      </w:r>
      <w:r w:rsidRPr="007710BF">
        <w:rPr>
          <w:cs/>
          <w:lang w:bidi="bn-IN"/>
        </w:rPr>
        <w:t>পক্ষে মানুষের পূর্ণতা এ পৃথিবীতে এবং বিশেষত আখেরাতে এটাই যে</w:t>
      </w:r>
      <w:r w:rsidR="00895143">
        <w:t>,</w:t>
      </w:r>
      <w:r w:rsidR="00E22209">
        <w:rPr>
          <w:cs/>
          <w:lang w:bidi="bn-IN"/>
        </w:rPr>
        <w:t>সে ঈমানের</w:t>
      </w:r>
      <w:r w:rsidR="00E22209">
        <w:rPr>
          <w:lang w:bidi="bn-IN"/>
        </w:rPr>
        <w:t xml:space="preserve"> </w:t>
      </w:r>
      <w:r w:rsidRPr="007710BF">
        <w:rPr>
          <w:cs/>
          <w:lang w:bidi="bn-IN"/>
        </w:rPr>
        <w:t>অধিকারী। কারণ ইসলামে আত্মা স্বাধীন এবং নিজে পূর্ণতার অধিকারী</w:t>
      </w:r>
      <w:r w:rsidR="003936CB">
        <w:t>-</w:t>
      </w:r>
      <w:r w:rsidRPr="007710BF">
        <w:t xml:space="preserve"> </w:t>
      </w:r>
      <w:r w:rsidRPr="007710BF">
        <w:rPr>
          <w:cs/>
          <w:lang w:bidi="bn-IN"/>
        </w:rPr>
        <w:t xml:space="preserve">তার </w:t>
      </w:r>
      <w:r w:rsidR="009E7BEE">
        <w:rPr>
          <w:cs/>
          <w:lang w:bidi="bn-IN"/>
        </w:rPr>
        <w:t>মৃত্যু</w:t>
      </w:r>
      <w:r w:rsidR="00E22209">
        <w:rPr>
          <w:cs/>
          <w:lang w:bidi="bn-IN"/>
        </w:rPr>
        <w:t xml:space="preserve"> নেই। যদি </w:t>
      </w:r>
      <w:r w:rsidR="00E22209" w:rsidRPr="00EF1DC1">
        <w:rPr>
          <w:cs/>
          <w:lang w:bidi="bn-IN"/>
        </w:rPr>
        <w:t>আত্মা</w:t>
      </w:r>
      <w:r w:rsidRPr="007710BF">
        <w:rPr>
          <w:cs/>
          <w:lang w:bidi="bn-IN"/>
        </w:rPr>
        <w:t xml:space="preserve"> (ঈমানের মাধ্যমে) পূর্ণতায় না </w:t>
      </w:r>
      <w:r w:rsidR="00611BB9">
        <w:rPr>
          <w:cs/>
          <w:lang w:bidi="bn-IN"/>
        </w:rPr>
        <w:t>পৌ</w:t>
      </w:r>
      <w:r w:rsidRPr="007710BF">
        <w:rPr>
          <w:cs/>
          <w:lang w:bidi="bn-IN"/>
        </w:rPr>
        <w:t>ছায়</w:t>
      </w:r>
      <w:r w:rsidR="00895143">
        <w:t>,</w:t>
      </w:r>
      <w:r w:rsidRPr="007710BF">
        <w:rPr>
          <w:cs/>
          <w:lang w:bidi="bn-IN"/>
        </w:rPr>
        <w:t>অসম্পূর্ণ ও ত্রুটিযুক্</w:t>
      </w:r>
      <w:r w:rsidR="00E22209">
        <w:rPr>
          <w:cs/>
          <w:lang w:bidi="bn-IN"/>
        </w:rPr>
        <w:t xml:space="preserve">ত হয় তাহলে কখনই সফলতায় </w:t>
      </w:r>
      <w:r w:rsidR="00611BB9">
        <w:rPr>
          <w:cs/>
          <w:lang w:bidi="bn-IN"/>
        </w:rPr>
        <w:t>পৌ</w:t>
      </w:r>
      <w:r w:rsidR="00E22209" w:rsidRPr="00E22209">
        <w:rPr>
          <w:cs/>
          <w:lang w:bidi="bn-IN"/>
        </w:rPr>
        <w:t>ছতে</w:t>
      </w:r>
      <w:r w:rsidR="00E22209">
        <w:rPr>
          <w:lang w:bidi="bn-IN"/>
        </w:rPr>
        <w:t xml:space="preserve"> </w:t>
      </w:r>
      <w:r w:rsidRPr="007710BF">
        <w:rPr>
          <w:cs/>
          <w:lang w:bidi="bn-IN"/>
        </w:rPr>
        <w:t>পারে না।</w:t>
      </w:r>
      <w:r w:rsidR="00E22209">
        <w:rPr>
          <w:lang w:bidi="bn-IN"/>
        </w:rPr>
        <w:t xml:space="preserve"> </w:t>
      </w:r>
    </w:p>
    <w:p w:rsidR="00E22209" w:rsidRDefault="00E22209" w:rsidP="00EF1DC1">
      <w:pPr>
        <w:pStyle w:val="libNormal"/>
        <w:rPr>
          <w:lang w:bidi="bn-IN"/>
        </w:rPr>
      </w:pPr>
    </w:p>
    <w:p w:rsidR="00E22209" w:rsidRDefault="007710BF" w:rsidP="00E22209">
      <w:pPr>
        <w:pStyle w:val="libBold1"/>
        <w:rPr>
          <w:lang w:bidi="bn-IN"/>
        </w:rPr>
      </w:pPr>
      <w:r w:rsidRPr="007710BF">
        <w:rPr>
          <w:cs/>
          <w:lang w:bidi="bn-IN"/>
        </w:rPr>
        <w:t>কোরআন ও নাহজুল বালাগাহ্ থেকে এর সপক্ষে দলিল</w:t>
      </w:r>
    </w:p>
    <w:p w:rsidR="00446EEE" w:rsidRDefault="007710BF" w:rsidP="00EF1DC1">
      <w:pPr>
        <w:pStyle w:val="libNormal"/>
      </w:pPr>
      <w:r w:rsidRPr="007710BF">
        <w:rPr>
          <w:cs/>
          <w:lang w:bidi="bn-IN"/>
        </w:rPr>
        <w:t>কোরআন এ বিষয়ে বলছে</w:t>
      </w:r>
      <w:r w:rsidR="00895143">
        <w:t>,</w:t>
      </w:r>
    </w:p>
    <w:p w:rsidR="00446EEE" w:rsidRPr="00A3582C" w:rsidRDefault="00446EEE" w:rsidP="00F61F9E">
      <w:pPr>
        <w:pStyle w:val="libAie"/>
      </w:pPr>
      <w:r w:rsidRPr="00A3582C">
        <w:rPr>
          <w:rStyle w:val="libAlaemChar"/>
        </w:rPr>
        <w:t>)</w:t>
      </w:r>
      <w:r w:rsidRPr="00F61F9E">
        <w:rPr>
          <w:rFonts w:hint="cs"/>
          <w:rtl/>
        </w:rPr>
        <w:t>وَمَن كَانَ فِي هَـٰذِهِ أَعْمَىٰ فَهُوَ فِي الْآخِرَ‌ةِ أَعْمَىٰ وَأَضَلُّ سَبِيلًا</w:t>
      </w:r>
      <w:r w:rsidRPr="00A3582C">
        <w:rPr>
          <w:rStyle w:val="libAlaemChar"/>
        </w:rPr>
        <w:t>(</w:t>
      </w:r>
    </w:p>
    <w:p w:rsidR="00446EEE" w:rsidRDefault="00446EEE" w:rsidP="00EF1DC1">
      <w:pPr>
        <w:pStyle w:val="libNormal"/>
      </w:pPr>
    </w:p>
    <w:p w:rsidR="00446EEE" w:rsidRDefault="007710BF" w:rsidP="00EF1DC1">
      <w:pPr>
        <w:pStyle w:val="libNormal"/>
        <w:rPr>
          <w:lang w:bidi="bn-IN"/>
        </w:rPr>
      </w:pPr>
      <w:r w:rsidRPr="001933EC">
        <w:rPr>
          <w:rStyle w:val="libAlaemChar"/>
        </w:rPr>
        <w:t>“</w:t>
      </w:r>
      <w:r w:rsidRPr="007710BF">
        <w:rPr>
          <w:cs/>
          <w:lang w:bidi="bn-IN"/>
        </w:rPr>
        <w:t>যে ব্যক্তি এ পৃথিবীতে অন্ধ</w:t>
      </w:r>
      <w:r w:rsidR="00895143">
        <w:t>,</w:t>
      </w:r>
      <w:r w:rsidRPr="007710BF">
        <w:rPr>
          <w:cs/>
          <w:lang w:bidi="bn-IN"/>
        </w:rPr>
        <w:t>আখেরাতেও সে অন্ধ এবং অধিকতর পথভ্রষ্ট।</w:t>
      </w:r>
      <w:r w:rsidRPr="001933EC">
        <w:rPr>
          <w:rStyle w:val="libAlaemChar"/>
        </w:rPr>
        <w:t>”</w:t>
      </w:r>
      <w:r w:rsidRPr="007710BF">
        <w:t xml:space="preserve"> (</w:t>
      </w:r>
      <w:r w:rsidRPr="007710BF">
        <w:rPr>
          <w:cs/>
          <w:lang w:bidi="bn-IN"/>
        </w:rPr>
        <w:t>সূরা</w:t>
      </w:r>
      <w:r w:rsidR="00446EEE">
        <w:rPr>
          <w:lang w:bidi="bn-IN"/>
        </w:rPr>
        <w:t xml:space="preserve"> </w:t>
      </w:r>
      <w:r w:rsidRPr="007710BF">
        <w:rPr>
          <w:cs/>
          <w:lang w:bidi="bn-IN"/>
        </w:rPr>
        <w:t>ইসরা : ৭২)</w:t>
      </w:r>
    </w:p>
    <w:p w:rsidR="00446EEE" w:rsidRDefault="007710BF" w:rsidP="00EF1DC1">
      <w:pPr>
        <w:pStyle w:val="libNormal"/>
        <w:rPr>
          <w:lang w:bidi="bn-IN"/>
        </w:rPr>
      </w:pPr>
      <w:r w:rsidRPr="007710BF">
        <w:rPr>
          <w:cs/>
          <w:lang w:bidi="bn-IN"/>
        </w:rPr>
        <w:t>ইমামগণ এবং অন্যান্য মুফাস্সিরও এর তাফসীরে বলেছেন</w:t>
      </w:r>
      <w:r w:rsidR="00895143">
        <w:t>,</w:t>
      </w:r>
      <w:r w:rsidRPr="007710BF">
        <w:rPr>
          <w:cs/>
          <w:lang w:bidi="bn-IN"/>
        </w:rPr>
        <w:t>এর অর্থ এমন নয় যে</w:t>
      </w:r>
      <w:r w:rsidR="00895143">
        <w:t>,</w:t>
      </w:r>
      <w:r w:rsidRPr="007710BF">
        <w:rPr>
          <w:cs/>
          <w:lang w:bidi="bn-IN"/>
        </w:rPr>
        <w:t>কারো বাহ্যিক</w:t>
      </w:r>
      <w:r w:rsidR="00446EEE">
        <w:rPr>
          <w:lang w:bidi="bn-IN"/>
        </w:rPr>
        <w:t xml:space="preserve"> </w:t>
      </w:r>
      <w:r w:rsidRPr="007710BF">
        <w:rPr>
          <w:cs/>
          <w:lang w:bidi="bn-IN"/>
        </w:rPr>
        <w:t>এ চক্ষু পৃথিবীতে অন্ধ হলে আখেরাতেও সে অন্ধ থাকবে। যদি এরূপ হতো</w:t>
      </w:r>
      <w:r w:rsidR="00895143">
        <w:t>,</w:t>
      </w:r>
      <w:r w:rsidRPr="007710BF">
        <w:rPr>
          <w:cs/>
          <w:lang w:bidi="bn-IN"/>
        </w:rPr>
        <w:t>তবে আবু বাসির যিনি</w:t>
      </w:r>
      <w:r w:rsidR="00446EEE">
        <w:rPr>
          <w:lang w:bidi="bn-IN"/>
        </w:rPr>
        <w:t xml:space="preserve"> </w:t>
      </w:r>
      <w:r w:rsidRPr="007710BF">
        <w:rPr>
          <w:cs/>
          <w:lang w:bidi="bn-IN"/>
        </w:rPr>
        <w:t>ইমাম সাদিক (আ.)-এর একজন অন্ধ সাহাবী ছিলেন তিনি পরকালীন দুনিয়াতেও শোচনীয় অবস্থায়</w:t>
      </w:r>
      <w:r w:rsidR="00446EEE">
        <w:rPr>
          <w:lang w:bidi="bn-IN"/>
        </w:rPr>
        <w:t xml:space="preserve"> </w:t>
      </w:r>
      <w:r w:rsidRPr="007710BF">
        <w:rPr>
          <w:cs/>
          <w:lang w:bidi="bn-IN"/>
        </w:rPr>
        <w:t>পড়বেন</w:t>
      </w:r>
      <w:r w:rsidRPr="007710BF">
        <w:rPr>
          <w:cs/>
          <w:lang w:bidi="hi-IN"/>
        </w:rPr>
        <w:t xml:space="preserve">। </w:t>
      </w:r>
      <w:r w:rsidRPr="007710BF">
        <w:rPr>
          <w:cs/>
          <w:lang w:bidi="bn-IN"/>
        </w:rPr>
        <w:t>না</w:t>
      </w:r>
      <w:r w:rsidR="00895143">
        <w:t>,</w:t>
      </w:r>
      <w:r w:rsidRPr="007710BF">
        <w:rPr>
          <w:cs/>
          <w:lang w:bidi="bn-IN"/>
        </w:rPr>
        <w:t>বরং এর অর্থ হলো যে</w:t>
      </w:r>
      <w:r w:rsidR="00895143">
        <w:t>,</w:t>
      </w:r>
      <w:r w:rsidRPr="007710BF">
        <w:rPr>
          <w:cs/>
          <w:lang w:bidi="bn-IN"/>
        </w:rPr>
        <w:t>কারো অন্তুর্চক্ষু যদি সত্যকে</w:t>
      </w:r>
      <w:r w:rsidR="00895143">
        <w:t>,</w:t>
      </w:r>
      <w:r w:rsidRPr="007710BF">
        <w:rPr>
          <w:cs/>
          <w:lang w:bidi="bn-IN"/>
        </w:rPr>
        <w:t>তার স্রষ্টাকে</w:t>
      </w:r>
      <w:r w:rsidR="00895143">
        <w:t>,</w:t>
      </w:r>
      <w:r w:rsidRPr="007710BF">
        <w:rPr>
          <w:cs/>
          <w:lang w:bidi="bn-IN"/>
        </w:rPr>
        <w:t xml:space="preserve">মহান </w:t>
      </w:r>
      <w:r w:rsidR="00D009A1">
        <w:rPr>
          <w:cs/>
          <w:lang w:bidi="bn-IN"/>
        </w:rPr>
        <w:t>আল্লাহর</w:t>
      </w:r>
      <w:r w:rsidR="00446EEE">
        <w:rPr>
          <w:lang w:bidi="bn-IN"/>
        </w:rPr>
        <w:t xml:space="preserve"> </w:t>
      </w:r>
      <w:r w:rsidRPr="007710BF">
        <w:rPr>
          <w:rFonts w:hint="cs"/>
          <w:cs/>
          <w:lang w:bidi="bn-IN"/>
        </w:rPr>
        <w:t>নিদর্শনাবলী এবং অন্যান্য যে সব বিষয়ে ঈমান বা বিশ্বাস থাকা উচিত তা থেকে অন্ধ হয়</w:t>
      </w:r>
      <w:r w:rsidR="00895143">
        <w:t>,</w:t>
      </w:r>
      <w:r w:rsidRPr="007710BF">
        <w:rPr>
          <w:cs/>
          <w:lang w:bidi="bn-IN"/>
        </w:rPr>
        <w:t>তবে সে</w:t>
      </w:r>
      <w:r w:rsidR="00446EEE">
        <w:rPr>
          <w:lang w:bidi="bn-IN"/>
        </w:rPr>
        <w:t xml:space="preserve"> </w:t>
      </w:r>
      <w:r w:rsidRPr="007710BF">
        <w:rPr>
          <w:cs/>
          <w:lang w:bidi="bn-IN"/>
        </w:rPr>
        <w:t>আখেরাতে অন্ধ হিসেবে পুনরুত্থিত হবে</w:t>
      </w:r>
      <w:r w:rsidR="00895143">
        <w:t>,</w:t>
      </w:r>
      <w:r w:rsidRPr="007710BF">
        <w:rPr>
          <w:cs/>
          <w:lang w:bidi="bn-IN"/>
        </w:rPr>
        <w:t>এর অন্যথা সম্ভব নয়। যদি ধরে নিই</w:t>
      </w:r>
      <w:r w:rsidR="00895143">
        <w:t>,</w:t>
      </w:r>
      <w:r w:rsidRPr="007710BF">
        <w:rPr>
          <w:cs/>
          <w:lang w:bidi="bn-IN"/>
        </w:rPr>
        <w:t>এ পৃথিবীতে একজন</w:t>
      </w:r>
      <w:r w:rsidR="00446EEE">
        <w:rPr>
          <w:lang w:bidi="bn-IN"/>
        </w:rPr>
        <w:t xml:space="preserve"> </w:t>
      </w:r>
      <w:r w:rsidRPr="007710BF">
        <w:rPr>
          <w:cs/>
          <w:lang w:bidi="bn-IN"/>
        </w:rPr>
        <w:t>মানুষ যত প্রকার ভালো কাজ করা সম্ভব তা করে</w:t>
      </w:r>
      <w:r w:rsidR="00895143">
        <w:t>,</w:t>
      </w:r>
      <w:r w:rsidRPr="007710BF">
        <w:rPr>
          <w:cs/>
          <w:lang w:bidi="bn-IN"/>
        </w:rPr>
        <w:t>সৎকর্মের আদেশ ও অসৎ</w:t>
      </w:r>
      <w:r w:rsidR="00446EEE">
        <w:rPr>
          <w:lang w:bidi="bn-IN"/>
        </w:rPr>
        <w:t xml:space="preserve"> </w:t>
      </w:r>
      <w:r w:rsidRPr="007710BF">
        <w:rPr>
          <w:cs/>
          <w:lang w:bidi="bn-IN"/>
        </w:rPr>
        <w:t>কর্মের নিষেধের দায়িত্ব</w:t>
      </w:r>
      <w:r w:rsidR="00446EEE">
        <w:rPr>
          <w:lang w:bidi="bn-IN"/>
        </w:rPr>
        <w:t xml:space="preserve"> </w:t>
      </w:r>
      <w:r w:rsidRPr="007710BF">
        <w:rPr>
          <w:cs/>
          <w:lang w:bidi="bn-IN"/>
        </w:rPr>
        <w:t>পালন করে এবং সর্বশ্রেষ্ঠ দুনিয়া</w:t>
      </w:r>
      <w:r w:rsidR="00446EEE">
        <w:rPr>
          <w:lang w:bidi="bn-IN"/>
        </w:rPr>
        <w:t xml:space="preserve"> </w:t>
      </w:r>
      <w:r w:rsidRPr="007710BF">
        <w:rPr>
          <w:cs/>
          <w:lang w:bidi="bn-IN"/>
        </w:rPr>
        <w:t>বিরাগী ব্যক্তির ন্যায় জীবন যাপন করে</w:t>
      </w:r>
      <w:r w:rsidR="00895143">
        <w:t>,</w:t>
      </w:r>
      <w:r w:rsidRPr="007710BF">
        <w:rPr>
          <w:cs/>
          <w:lang w:bidi="bn-IN"/>
        </w:rPr>
        <w:t>সে সাথে নিজের জীবনকে</w:t>
      </w:r>
      <w:r w:rsidR="00446EEE">
        <w:rPr>
          <w:lang w:bidi="bn-IN"/>
        </w:rPr>
        <w:t xml:space="preserve"> </w:t>
      </w:r>
      <w:r w:rsidR="00D009A1">
        <w:rPr>
          <w:cs/>
          <w:lang w:bidi="bn-IN"/>
        </w:rPr>
        <w:t>আল্লাহর</w:t>
      </w:r>
      <w:r w:rsidRPr="007710BF">
        <w:rPr>
          <w:rFonts w:hint="cs"/>
          <w:cs/>
          <w:lang w:bidi="bn-IN"/>
        </w:rPr>
        <w:t xml:space="preserve"> সৃষ্টির জন্য নিবেদিত করে</w:t>
      </w:r>
      <w:r w:rsidR="00895143">
        <w:t>,</w:t>
      </w:r>
      <w:r w:rsidRPr="007710BF">
        <w:rPr>
          <w:cs/>
          <w:lang w:bidi="bn-IN"/>
        </w:rPr>
        <w:t xml:space="preserve">কিন্তু </w:t>
      </w:r>
      <w:r w:rsidR="00D009A1">
        <w:rPr>
          <w:cs/>
          <w:lang w:bidi="bn-IN"/>
        </w:rPr>
        <w:t>আল্লাহর</w:t>
      </w:r>
      <w:r w:rsidRPr="007710BF">
        <w:rPr>
          <w:rFonts w:hint="cs"/>
          <w:cs/>
          <w:lang w:bidi="bn-IN"/>
        </w:rPr>
        <w:t xml:space="preserve"> প্রতি ঈমান রাখে না</w:t>
      </w:r>
      <w:r w:rsidR="00895143">
        <w:t>,</w:t>
      </w:r>
      <w:r w:rsidRPr="007710BF">
        <w:rPr>
          <w:cs/>
          <w:lang w:bidi="bn-IN"/>
        </w:rPr>
        <w:t>পরকাল ও ইহকালকে চেনেনা</w:t>
      </w:r>
      <w:r w:rsidR="003936CB">
        <w:t>-</w:t>
      </w:r>
      <w:r w:rsidRPr="007710BF">
        <w:t xml:space="preserve"> </w:t>
      </w:r>
      <w:r w:rsidRPr="007710BF">
        <w:rPr>
          <w:cs/>
          <w:lang w:bidi="bn-IN"/>
        </w:rPr>
        <w:t>এরূপ ব্যক্তি অন্ধ</w:t>
      </w:r>
      <w:r w:rsidR="00895143">
        <w:t>,</w:t>
      </w:r>
      <w:r w:rsidRPr="007710BF">
        <w:rPr>
          <w:cs/>
          <w:lang w:bidi="bn-IN"/>
        </w:rPr>
        <w:t>তাই পরকালীন দুনিয়াতেও সে অন্ধ।</w:t>
      </w:r>
    </w:p>
    <w:p w:rsidR="00446EEE" w:rsidRDefault="00446EEE" w:rsidP="00EF1DC1">
      <w:pPr>
        <w:pStyle w:val="libNormal"/>
        <w:rPr>
          <w:lang w:bidi="bn-IN"/>
        </w:rPr>
      </w:pPr>
    </w:p>
    <w:p w:rsidR="00446EEE" w:rsidRDefault="007710BF" w:rsidP="00EF1DC1">
      <w:pPr>
        <w:pStyle w:val="libNormal"/>
      </w:pPr>
      <w:r w:rsidRPr="007710BF">
        <w:rPr>
          <w:cs/>
          <w:lang w:bidi="bn-IN"/>
        </w:rPr>
        <w:t>সুতরাং এটা ঠিক নয় যে</w:t>
      </w:r>
      <w:r w:rsidR="00895143">
        <w:t>,</w:t>
      </w:r>
      <w:r w:rsidRPr="007710BF">
        <w:rPr>
          <w:cs/>
          <w:lang w:bidi="bn-IN"/>
        </w:rPr>
        <w:t>ঈমান শুধু চেষ্টা-প্রচেষ্টার পূর্ব প্রস্তুতি এবং ব্যক্তির আমল ঠিক হলেই</w:t>
      </w:r>
      <w:r w:rsidR="00446EEE">
        <w:rPr>
          <w:lang w:bidi="bn-IN"/>
        </w:rPr>
        <w:t xml:space="preserve"> </w:t>
      </w:r>
      <w:r w:rsidRPr="007710BF">
        <w:rPr>
          <w:cs/>
          <w:lang w:bidi="bn-IN"/>
        </w:rPr>
        <w:t>চলবে</w:t>
      </w:r>
      <w:r w:rsidR="00895143">
        <w:t>,</w:t>
      </w:r>
      <w:r w:rsidRPr="007710BF">
        <w:rPr>
          <w:cs/>
          <w:lang w:bidi="bn-IN"/>
        </w:rPr>
        <w:t>ঈমানের প্রয়োজন নেই। এ ধরনের কথা অর্থহীন। ফখরে রাজী বলেন</w:t>
      </w:r>
      <w:r w:rsidR="00895143">
        <w:t>,</w:t>
      </w:r>
    </w:p>
    <w:p w:rsidR="00446EEE" w:rsidRDefault="007710BF" w:rsidP="00446EEE">
      <w:pPr>
        <w:pStyle w:val="libCenter"/>
        <w:rPr>
          <w:lang w:bidi="bn-IN"/>
        </w:rPr>
      </w:pPr>
      <w:r w:rsidRPr="001933EC">
        <w:rPr>
          <w:rStyle w:val="libAlaemChar"/>
        </w:rPr>
        <w:t>“</w:t>
      </w:r>
      <w:r w:rsidRPr="007710BF">
        <w:rPr>
          <w:cs/>
          <w:lang w:bidi="bn-IN"/>
        </w:rPr>
        <w:t>আশংকা আমার চলে যাব বিশ্বের প্রাণ না দেখে</w:t>
      </w:r>
    </w:p>
    <w:p w:rsidR="00446EEE" w:rsidRDefault="007710BF" w:rsidP="00446EEE">
      <w:pPr>
        <w:pStyle w:val="libCenter"/>
        <w:rPr>
          <w:lang w:bidi="bn-IN"/>
        </w:rPr>
      </w:pPr>
      <w:r w:rsidRPr="007710BF">
        <w:rPr>
          <w:cs/>
          <w:lang w:bidi="bn-IN"/>
        </w:rPr>
        <w:t>চলে যাব বিশ্ব ছেড়ে বিশ্বকে না দেখে</w:t>
      </w:r>
    </w:p>
    <w:p w:rsidR="00446EEE" w:rsidRDefault="007710BF" w:rsidP="00446EEE">
      <w:pPr>
        <w:pStyle w:val="libCenter"/>
        <w:rPr>
          <w:lang w:bidi="bn-IN"/>
        </w:rPr>
      </w:pPr>
      <w:r w:rsidRPr="007710BF">
        <w:rPr>
          <w:cs/>
          <w:lang w:bidi="bn-IN"/>
        </w:rPr>
        <w:t>দেহের বিশ্ব ছেড়ে যাব মনের বিশ্বে ও প্রাণে</w:t>
      </w:r>
    </w:p>
    <w:p w:rsidR="00446EEE" w:rsidRDefault="007710BF" w:rsidP="00446EEE">
      <w:pPr>
        <w:pStyle w:val="libCenter"/>
        <w:rPr>
          <w:rStyle w:val="libAlaemChar"/>
        </w:rPr>
      </w:pPr>
      <w:r w:rsidRPr="007710BF">
        <w:rPr>
          <w:cs/>
          <w:lang w:bidi="bn-IN"/>
        </w:rPr>
        <w:t xml:space="preserve">দেহের বিশ্বে মনের বিশ্ব না দেখেই </w:t>
      </w:r>
      <w:r w:rsidR="00FE6D44">
        <w:rPr>
          <w:cs/>
          <w:lang w:bidi="bn-IN"/>
        </w:rPr>
        <w:t>তার</w:t>
      </w:r>
      <w:r w:rsidRPr="007710BF">
        <w:rPr>
          <w:cs/>
          <w:lang w:bidi="bn-IN"/>
        </w:rPr>
        <w:t xml:space="preserve"> পানে।</w:t>
      </w:r>
      <w:r w:rsidRPr="001933EC">
        <w:rPr>
          <w:rStyle w:val="libAlaemChar"/>
        </w:rPr>
        <w:t>”</w:t>
      </w:r>
    </w:p>
    <w:p w:rsidR="001422F1" w:rsidRPr="001422F1" w:rsidRDefault="007710BF" w:rsidP="00EF1DC1">
      <w:pPr>
        <w:pStyle w:val="libNormal"/>
        <w:rPr>
          <w:rtl/>
        </w:rPr>
      </w:pPr>
      <w:r w:rsidRPr="007710BF">
        <w:rPr>
          <w:cs/>
          <w:lang w:bidi="bn-IN"/>
        </w:rPr>
        <w:t>অর্থাৎ আমার আশংকা এটি যে</w:t>
      </w:r>
      <w:r w:rsidR="00895143">
        <w:t>,</w:t>
      </w:r>
      <w:r w:rsidR="00446EEE">
        <w:t xml:space="preserve"> </w:t>
      </w:r>
      <w:r w:rsidRPr="007710BF">
        <w:rPr>
          <w:cs/>
          <w:lang w:bidi="bn-IN"/>
        </w:rPr>
        <w:t>এ পৃথিবী ছেড়ে চলে যাব</w:t>
      </w:r>
      <w:r w:rsidR="00895143">
        <w:t>,</w:t>
      </w:r>
      <w:r w:rsidRPr="007710BF">
        <w:rPr>
          <w:cs/>
          <w:lang w:bidi="bn-IN"/>
        </w:rPr>
        <w:t xml:space="preserve">অথচ তা এ বিশ্বকে না দেখেই। </w:t>
      </w:r>
      <w:r w:rsidR="00FE6D44">
        <w:rPr>
          <w:cs/>
          <w:lang w:bidi="bn-IN"/>
        </w:rPr>
        <w:t>তার</w:t>
      </w:r>
      <w:r w:rsidR="00446EEE">
        <w:rPr>
          <w:lang w:bidi="bn-IN"/>
        </w:rPr>
        <w:t xml:space="preserve"> </w:t>
      </w:r>
      <w:r w:rsidRPr="007710BF">
        <w:rPr>
          <w:cs/>
          <w:lang w:bidi="bn-IN"/>
        </w:rPr>
        <w:t>এ কথার উদ্দেশ্য এটা নয় যে</w:t>
      </w:r>
      <w:r w:rsidR="00895143">
        <w:t>,</w:t>
      </w:r>
      <w:r w:rsidR="00446EEE">
        <w:t xml:space="preserve"> </w:t>
      </w:r>
      <w:r w:rsidRPr="007710BF">
        <w:rPr>
          <w:cs/>
          <w:lang w:bidi="bn-IN"/>
        </w:rPr>
        <w:t>বিশ্ব বলতে পৃথিবীর মাটি</w:t>
      </w:r>
      <w:r w:rsidR="00895143">
        <w:t>,</w:t>
      </w:r>
      <w:r w:rsidRPr="007710BF">
        <w:rPr>
          <w:cs/>
          <w:lang w:bidi="bn-IN"/>
        </w:rPr>
        <w:t>পাহাড়</w:t>
      </w:r>
      <w:r w:rsidR="00895143">
        <w:t>,</w:t>
      </w:r>
      <w:r w:rsidR="00446EEE">
        <w:rPr>
          <w:cs/>
          <w:lang w:bidi="bn-IN"/>
        </w:rPr>
        <w:t>সমুদ্র</w:t>
      </w:r>
      <w:r w:rsidR="00895143">
        <w:t>,</w:t>
      </w:r>
      <w:r w:rsidRPr="007710BF">
        <w:rPr>
          <w:cs/>
          <w:lang w:bidi="bn-IN"/>
        </w:rPr>
        <w:t>তারকারাজি আর ঘর</w:t>
      </w:r>
      <w:r w:rsidR="00446EEE">
        <w:rPr>
          <w:lang w:bidi="bn-IN"/>
        </w:rPr>
        <w:t xml:space="preserve"> </w:t>
      </w:r>
      <w:r w:rsidR="00446EEE" w:rsidRPr="00446EEE">
        <w:rPr>
          <w:cs/>
          <w:lang w:bidi="bn-IN"/>
        </w:rPr>
        <w:t>বাড়ি</w:t>
      </w:r>
      <w:r w:rsidR="00446EEE">
        <w:rPr>
          <w:lang w:bidi="bn-IN"/>
        </w:rPr>
        <w:t xml:space="preserve"> </w:t>
      </w:r>
      <w:r w:rsidRPr="007710BF">
        <w:rPr>
          <w:cs/>
          <w:lang w:bidi="bn-IN"/>
        </w:rPr>
        <w:t>বোঝাচ্ছেন এবং এ সব না দেখেই চলে যাওয়ার জন্য চিন্তিত</w:t>
      </w:r>
      <w:r w:rsidR="00895143">
        <w:t>,</w:t>
      </w:r>
      <w:r w:rsidRPr="007710BF">
        <w:rPr>
          <w:cs/>
          <w:lang w:bidi="bn-IN"/>
        </w:rPr>
        <w:t xml:space="preserve">বরং </w:t>
      </w:r>
      <w:r w:rsidR="00FE6D44">
        <w:rPr>
          <w:cs/>
          <w:lang w:bidi="bn-IN"/>
        </w:rPr>
        <w:t>তার</w:t>
      </w:r>
      <w:r w:rsidRPr="007710BF">
        <w:rPr>
          <w:cs/>
          <w:lang w:bidi="bn-IN"/>
        </w:rPr>
        <w:t xml:space="preserve"> আশংকা হলো এখানে যে</w:t>
      </w:r>
      <w:r w:rsidR="00895143">
        <w:t>,</w:t>
      </w:r>
      <w:r w:rsidR="00FE6D44">
        <w:rPr>
          <w:cs/>
          <w:lang w:bidi="bn-IN"/>
        </w:rPr>
        <w:t>তার</w:t>
      </w:r>
      <w:r w:rsidRPr="007710BF">
        <w:rPr>
          <w:cs/>
          <w:lang w:bidi="bn-IN"/>
        </w:rPr>
        <w:t xml:space="preserve"> অন্তুর্চক্ষু উন্মোচিত যদি না হয় তবে বিশ্বের প্রাণ</w:t>
      </w:r>
      <w:r w:rsidR="00895143">
        <w:t>,</w:t>
      </w:r>
      <w:r w:rsidRPr="007710BF">
        <w:rPr>
          <w:cs/>
          <w:lang w:bidi="bn-IN"/>
        </w:rPr>
        <w:t>এর উৎস ও সৃষ্টিকর্তাকে অনুধাবন</w:t>
      </w:r>
      <w:r w:rsidR="003936CB">
        <w:t>-</w:t>
      </w:r>
      <w:r w:rsidRPr="007710BF">
        <w:t xml:space="preserve"> </w:t>
      </w:r>
      <w:r w:rsidRPr="007710BF">
        <w:rPr>
          <w:cs/>
          <w:lang w:bidi="bn-IN"/>
        </w:rPr>
        <w:t>যাকে</w:t>
      </w:r>
      <w:r w:rsidR="00446EEE">
        <w:rPr>
          <w:lang w:bidi="bn-IN"/>
        </w:rPr>
        <w:t xml:space="preserve"> </w:t>
      </w:r>
      <w:r w:rsidRPr="007710BF">
        <w:rPr>
          <w:cs/>
          <w:lang w:bidi="bn-IN"/>
        </w:rPr>
        <w:t>ইসলাম ঈমান বলেছে তা না করেই এ বিশ্ব ছেড়ে চলে যাবেন। তিনি বলছেন</w:t>
      </w:r>
      <w:r w:rsidR="00895143">
        <w:t>,</w:t>
      </w:r>
      <w:r w:rsidRPr="007710BF">
        <w:rPr>
          <w:cs/>
          <w:lang w:bidi="bn-IN"/>
        </w:rPr>
        <w:t>যদি এ দেহের বিশ্বে</w:t>
      </w:r>
      <w:r w:rsidR="00446EEE">
        <w:rPr>
          <w:lang w:bidi="bn-IN"/>
        </w:rPr>
        <w:t xml:space="preserve"> </w:t>
      </w:r>
      <w:r w:rsidRPr="007710BF">
        <w:rPr>
          <w:cs/>
          <w:lang w:bidi="bn-IN"/>
        </w:rPr>
        <w:t>মনের বিশ্বকে অনুভব না করি</w:t>
      </w:r>
      <w:r w:rsidR="00895143">
        <w:t>,</w:t>
      </w:r>
      <w:r w:rsidRPr="007710BF">
        <w:rPr>
          <w:cs/>
          <w:lang w:bidi="bn-IN"/>
        </w:rPr>
        <w:t>তবে কিরূপে যখন দেহের বিশ্ব ছেড়ে প্রাণ ও মনের বিশ্বে গমন করব</w:t>
      </w:r>
      <w:r w:rsidR="00446EEE">
        <w:rPr>
          <w:lang w:bidi="bn-IN"/>
        </w:rPr>
        <w:t xml:space="preserve"> </w:t>
      </w:r>
      <w:r w:rsidRPr="007710BF">
        <w:rPr>
          <w:cs/>
          <w:lang w:bidi="bn-IN"/>
        </w:rPr>
        <w:t>তা অনুভব করব</w:t>
      </w:r>
      <w:r w:rsidRPr="007710BF">
        <w:t xml:space="preserve">? </w:t>
      </w:r>
      <w:r w:rsidRPr="007710BF">
        <w:rPr>
          <w:cs/>
          <w:lang w:bidi="bn-IN"/>
        </w:rPr>
        <w:t>যেখানে সম্ভব ছিল সেখানেই পারিনি</w:t>
      </w:r>
      <w:r w:rsidR="00895143">
        <w:t>,</w:t>
      </w:r>
      <w:r w:rsidRPr="007710BF">
        <w:rPr>
          <w:cs/>
          <w:lang w:bidi="bn-IN"/>
        </w:rPr>
        <w:t>তাই আফসোস। এ দু</w:t>
      </w:r>
      <w:r w:rsidRPr="001933EC">
        <w:rPr>
          <w:rStyle w:val="libAlaemChar"/>
        </w:rPr>
        <w:t>’</w:t>
      </w:r>
      <w:r w:rsidRPr="007710BF">
        <w:rPr>
          <w:cs/>
          <w:lang w:bidi="bn-IN"/>
        </w:rPr>
        <w:t>টি পঙ্ক্তিতে</w:t>
      </w:r>
      <w:r w:rsidR="00446EEE">
        <w:rPr>
          <w:lang w:bidi="bn-IN"/>
        </w:rPr>
        <w:t xml:space="preserve"> </w:t>
      </w:r>
      <w:r w:rsidRPr="007710BF">
        <w:rPr>
          <w:cs/>
          <w:lang w:bidi="bn-IN"/>
        </w:rPr>
        <w:t>কোরআনের</w:t>
      </w:r>
    </w:p>
    <w:p w:rsidR="0084345C" w:rsidRDefault="00446EEE" w:rsidP="00EF1DC1">
      <w:pPr>
        <w:pStyle w:val="libNormal"/>
      </w:pPr>
      <w:r>
        <w:rPr>
          <w:lang w:bidi="bn-IN"/>
        </w:rPr>
        <w:t xml:space="preserve"> </w:t>
      </w:r>
      <w:r w:rsidR="0084345C" w:rsidRPr="0084345C">
        <w:rPr>
          <w:rStyle w:val="libAlaemChar"/>
        </w:rPr>
        <w:t>(</w:t>
      </w:r>
      <w:r w:rsidR="0084345C" w:rsidRPr="0084345C">
        <w:rPr>
          <w:rStyle w:val="libAieChar"/>
          <w:rtl/>
        </w:rPr>
        <w:t>وَمَن كَانَ فِي هَـٰذِهِ أَعْمَىٰ فَهُوَ فِي الْآخِرَ‌ةِ أَعْمَىٰ وَأَضَلُّ سَبِيلًا</w:t>
      </w:r>
      <w:r w:rsidR="0084345C" w:rsidRPr="0084345C">
        <w:rPr>
          <w:rStyle w:val="libAlaemChar"/>
        </w:rPr>
        <w:t>)</w:t>
      </w:r>
      <w:r>
        <w:rPr>
          <w:lang w:bidi="bn-IN"/>
        </w:rPr>
        <w:t xml:space="preserve"> </w:t>
      </w:r>
      <w:r w:rsidR="007710BF" w:rsidRPr="007710BF">
        <w:rPr>
          <w:cs/>
          <w:lang w:bidi="bn-IN"/>
        </w:rPr>
        <w:t>এ আয়াতেরই অর্থ করেছেন। কোরআন অন্য একটি আয়াতে বলছে</w:t>
      </w:r>
      <w:r w:rsidR="00895143">
        <w:t>,</w:t>
      </w:r>
    </w:p>
    <w:p w:rsidR="0084345C" w:rsidRPr="00A3582C" w:rsidRDefault="0084345C" w:rsidP="00F61F9E">
      <w:pPr>
        <w:pStyle w:val="libAie"/>
      </w:pPr>
      <w:r w:rsidRPr="00A3582C">
        <w:rPr>
          <w:rStyle w:val="libAlaemChar"/>
        </w:rPr>
        <w:t xml:space="preserve"> )</w:t>
      </w:r>
      <w:r w:rsidRPr="00F61F9E">
        <w:rPr>
          <w:rFonts w:hint="cs"/>
          <w:rtl/>
        </w:rPr>
        <w:t>قَالَ رَ‌بِّ لِمَ حَشَرْ‌تَنِي أَعْمَىٰ وَقَدْ كُنتُ بَصِيرً‌ا</w:t>
      </w:r>
      <w:r w:rsidRPr="00F61F9E">
        <w:t xml:space="preserve"> </w:t>
      </w:r>
      <w:r w:rsidRPr="00F61F9E">
        <w:rPr>
          <w:rFonts w:hint="cs"/>
          <w:rtl/>
        </w:rPr>
        <w:t>قَالَ كَذَٰلِكَ أَتَتْكَ آيَاتُنَا فَنَسِيتَهَا وَكَذَٰلِكَ الْيَوْمَ تُنسَىٰ</w:t>
      </w:r>
      <w:r w:rsidRPr="00A3582C">
        <w:t xml:space="preserve"> </w:t>
      </w:r>
      <w:r w:rsidRPr="00A3582C">
        <w:rPr>
          <w:rStyle w:val="libAlaemChar"/>
        </w:rPr>
        <w:t>(</w:t>
      </w:r>
    </w:p>
    <w:p w:rsidR="0084345C" w:rsidRPr="0084345C" w:rsidRDefault="0084345C" w:rsidP="0084345C">
      <w:pPr>
        <w:pStyle w:val="libNormal"/>
      </w:pPr>
      <w:r>
        <w:t>(</w:t>
      </w:r>
      <w:r>
        <w:rPr>
          <w:cs/>
          <w:lang w:bidi="bn-IN"/>
        </w:rPr>
        <w:t>সূরা</w:t>
      </w:r>
      <w:r>
        <w:t xml:space="preserve"> </w:t>
      </w:r>
      <w:r>
        <w:rPr>
          <w:cs/>
          <w:lang w:bidi="bn-IN"/>
        </w:rPr>
        <w:t>ত্বাহা</w:t>
      </w:r>
      <w:r>
        <w:t>:</w:t>
      </w:r>
      <w:r>
        <w:rPr>
          <w:cs/>
          <w:lang w:bidi="bn-IN"/>
        </w:rPr>
        <w:t>১২৫</w:t>
      </w:r>
      <w:r>
        <w:t>-</w:t>
      </w:r>
      <w:r>
        <w:rPr>
          <w:cs/>
          <w:lang w:bidi="bn-IN"/>
        </w:rPr>
        <w:t>১২৬</w:t>
      </w:r>
      <w:r>
        <w:t>)</w:t>
      </w:r>
    </w:p>
    <w:p w:rsidR="0084345C" w:rsidRDefault="007710BF" w:rsidP="00EF1DC1">
      <w:pPr>
        <w:pStyle w:val="libNormal"/>
        <w:rPr>
          <w:lang w:bidi="bn-IN"/>
        </w:rPr>
      </w:pPr>
      <w:r w:rsidRPr="007710BF">
        <w:rPr>
          <w:cs/>
          <w:lang w:bidi="bn-IN"/>
        </w:rPr>
        <w:t>কিয়ামতের দিন যে বান্দাকে অন্ধ হিসেবে পুনরুত্থিত করা হবে সে প্রতিবাদ করে বলবে</w:t>
      </w:r>
      <w:r w:rsidR="00895143">
        <w:t>,</w:t>
      </w:r>
      <w:r w:rsidR="0084345C">
        <w:t xml:space="preserve"> </w:t>
      </w:r>
      <w:r w:rsidRPr="001933EC">
        <w:rPr>
          <w:rStyle w:val="libAlaemChar"/>
        </w:rPr>
        <w:t>“</w:t>
      </w:r>
      <w:r w:rsidR="001C5FF3">
        <w:rPr>
          <w:cs/>
          <w:lang w:bidi="bn-IN"/>
        </w:rPr>
        <w:t>প্রভূ</w:t>
      </w:r>
      <w:r w:rsidR="0084345C">
        <w:rPr>
          <w:cs/>
          <w:lang w:bidi="bn-IN"/>
        </w:rPr>
        <w:t>!</w:t>
      </w:r>
      <w:r w:rsidR="0084345C">
        <w:rPr>
          <w:lang w:bidi="bn-IN"/>
        </w:rPr>
        <w:t xml:space="preserve"> </w:t>
      </w:r>
      <w:r w:rsidRPr="007710BF">
        <w:rPr>
          <w:cs/>
          <w:lang w:bidi="bn-IN"/>
        </w:rPr>
        <w:t>কেন আমাকে অন্ধ করে পুনরুত্থিত করেছেন</w:t>
      </w:r>
      <w:r w:rsidRPr="007710BF">
        <w:t xml:space="preserve">? </w:t>
      </w:r>
      <w:r w:rsidRPr="007710BF">
        <w:rPr>
          <w:cs/>
          <w:lang w:bidi="bn-IN"/>
        </w:rPr>
        <w:t>আমি ঐ পৃথিবীতে চক্ষুষ্মান ছিলাম</w:t>
      </w:r>
      <w:r w:rsidR="00895143">
        <w:t>,</w:t>
      </w:r>
      <w:r w:rsidRPr="007710BF">
        <w:rPr>
          <w:cs/>
          <w:lang w:bidi="bn-IN"/>
        </w:rPr>
        <w:t>কিন্তু কেন আমি</w:t>
      </w:r>
      <w:r w:rsidR="0084345C">
        <w:rPr>
          <w:lang w:bidi="bn-IN"/>
        </w:rPr>
        <w:t xml:space="preserve"> </w:t>
      </w:r>
      <w:r w:rsidRPr="007710BF">
        <w:rPr>
          <w:cs/>
          <w:lang w:bidi="bn-IN"/>
        </w:rPr>
        <w:t>এখানে অন্ধ</w:t>
      </w:r>
      <w:r w:rsidRPr="007710BF">
        <w:t xml:space="preserve">? </w:t>
      </w:r>
      <w:r w:rsidRPr="007710BF">
        <w:rPr>
          <w:cs/>
          <w:lang w:bidi="bn-IN"/>
        </w:rPr>
        <w:t>তার প্রতি বলা হবে</w:t>
      </w:r>
      <w:r w:rsidR="00895143">
        <w:t>,</w:t>
      </w:r>
      <w:r w:rsidRPr="007710BF">
        <w:rPr>
          <w:cs/>
          <w:lang w:bidi="bn-IN"/>
        </w:rPr>
        <w:t>ঐ পৃথিবীতে তুমি যে চক্ষুর অধিকারী ছিলে তা এখানের জন্য</w:t>
      </w:r>
      <w:r w:rsidR="0084345C">
        <w:rPr>
          <w:lang w:bidi="bn-IN"/>
        </w:rPr>
        <w:t xml:space="preserve"> </w:t>
      </w:r>
      <w:r w:rsidRPr="007710BF">
        <w:rPr>
          <w:cs/>
          <w:lang w:bidi="bn-IN"/>
        </w:rPr>
        <w:t>প্রযোজ্য নয়। এখানে অন্য রকম চক্ষুর প্রয়োজন। তোমার যে চক্ষু ছিল তা নিজেই অন্ধ করেছ তাই</w:t>
      </w:r>
      <w:r w:rsidR="0084345C">
        <w:rPr>
          <w:lang w:bidi="bn-IN"/>
        </w:rPr>
        <w:t xml:space="preserve"> </w:t>
      </w:r>
      <w:r w:rsidRPr="007710BF">
        <w:rPr>
          <w:cs/>
          <w:lang w:bidi="bn-IN"/>
        </w:rPr>
        <w:t>তুমি এখানে অন্ধ।</w:t>
      </w:r>
      <w:r w:rsidRPr="001933EC">
        <w:rPr>
          <w:rStyle w:val="libAlaemChar"/>
        </w:rPr>
        <w:t>”</w:t>
      </w:r>
      <w:r w:rsidR="0084345C">
        <w:rPr>
          <w:rStyle w:val="libAlaemChar"/>
        </w:rPr>
        <w:t xml:space="preserve"> </w:t>
      </w:r>
      <w:r w:rsidR="0084345C" w:rsidRPr="0084345C">
        <w:rPr>
          <w:rStyle w:val="libArChar"/>
          <w:rFonts w:hint="cs"/>
          <w:rtl/>
        </w:rPr>
        <w:t>أقتک آیاتنا</w:t>
      </w:r>
      <w:r w:rsidR="0084345C">
        <w:rPr>
          <w:rStyle w:val="libAlaemChar"/>
        </w:rPr>
        <w:t xml:space="preserve"> </w:t>
      </w:r>
      <w:r w:rsidRPr="007710BF">
        <w:rPr>
          <w:cs/>
          <w:lang w:bidi="bn-IN"/>
        </w:rPr>
        <w:t>আমাদের নিদর্শনসমূহ এ পৃথিবীতে ছিল</w:t>
      </w:r>
      <w:r w:rsidR="00895143">
        <w:t>,</w:t>
      </w:r>
      <w:r w:rsidRPr="007710BF">
        <w:rPr>
          <w:cs/>
          <w:lang w:bidi="bn-IN"/>
        </w:rPr>
        <w:t>তুমি এ নিদর্শন</w:t>
      </w:r>
      <w:r w:rsidR="0084345C">
        <w:rPr>
          <w:lang w:bidi="bn-IN"/>
        </w:rPr>
        <w:t xml:space="preserve"> </w:t>
      </w:r>
      <w:r w:rsidRPr="007710BF">
        <w:rPr>
          <w:cs/>
          <w:lang w:bidi="bn-IN"/>
        </w:rPr>
        <w:t>সমূহের</w:t>
      </w:r>
      <w:r w:rsidR="0084345C">
        <w:rPr>
          <w:lang w:bidi="bn-IN"/>
        </w:rPr>
        <w:t xml:space="preserve"> </w:t>
      </w:r>
      <w:r w:rsidRPr="007710BF">
        <w:rPr>
          <w:cs/>
          <w:lang w:bidi="bn-IN"/>
        </w:rPr>
        <w:t>মাধ্যমে আমাদের দেখা</w:t>
      </w:r>
      <w:r w:rsidR="00895143">
        <w:t>,</w:t>
      </w:r>
      <w:r w:rsidRPr="007710BF">
        <w:rPr>
          <w:cs/>
          <w:lang w:bidi="bn-IN"/>
        </w:rPr>
        <w:t>অনুধাবন এবং সত্যকে উদ্ঘাটনের পরিবর্তে সেখানে নিজেকে অন্ধ করে</w:t>
      </w:r>
      <w:r w:rsidR="0084345C">
        <w:rPr>
          <w:lang w:bidi="bn-IN"/>
        </w:rPr>
        <w:t xml:space="preserve"> </w:t>
      </w:r>
      <w:r w:rsidRPr="007710BF">
        <w:rPr>
          <w:cs/>
          <w:lang w:bidi="bn-IN"/>
        </w:rPr>
        <w:t xml:space="preserve">রেখেছিলে। সেজন্যই </w:t>
      </w:r>
      <w:r w:rsidR="005E5BE9">
        <w:rPr>
          <w:cs/>
          <w:lang w:bidi="bn-IN"/>
        </w:rPr>
        <w:t>প্রকৃত</w:t>
      </w:r>
      <w:r w:rsidRPr="007710BF">
        <w:rPr>
          <w:cs/>
          <w:lang w:bidi="bn-IN"/>
        </w:rPr>
        <w:t xml:space="preserve"> বিশ্বে এ</w:t>
      </w:r>
      <w:r w:rsidR="0084345C">
        <w:rPr>
          <w:cs/>
          <w:lang w:bidi="bn-IN"/>
        </w:rPr>
        <w:t>সে অন্ধ হিসেবে পুনরুত্থিত হয়েছ।</w:t>
      </w:r>
      <w:r w:rsidR="0084345C">
        <w:rPr>
          <w:lang w:bidi="bn-IN"/>
        </w:rPr>
        <w:t xml:space="preserve"> </w:t>
      </w:r>
    </w:p>
    <w:p w:rsidR="0084345C" w:rsidRDefault="007710BF" w:rsidP="00EF1DC1">
      <w:pPr>
        <w:pStyle w:val="libNormal"/>
      </w:pPr>
      <w:r w:rsidRPr="007710BF">
        <w:rPr>
          <w:cs/>
          <w:lang w:bidi="bn-IN"/>
        </w:rPr>
        <w:t>সূরা মুতাফ্ফিফীন বলছে</w:t>
      </w:r>
      <w:r w:rsidR="00895143">
        <w:t>,</w:t>
      </w:r>
      <w:r w:rsidRPr="007710BF">
        <w:t xml:space="preserve"> </w:t>
      </w:r>
    </w:p>
    <w:p w:rsidR="0084345C" w:rsidRPr="00A3582C" w:rsidRDefault="0084345C" w:rsidP="00F61F9E">
      <w:pPr>
        <w:pStyle w:val="libAie"/>
      </w:pPr>
      <w:r w:rsidRPr="00A3582C">
        <w:t xml:space="preserve"> </w:t>
      </w:r>
      <w:r w:rsidRPr="00A3582C">
        <w:rPr>
          <w:rStyle w:val="libAlaemChar"/>
        </w:rPr>
        <w:t>)</w:t>
      </w:r>
      <w:r w:rsidRPr="00F61F9E">
        <w:rPr>
          <w:rFonts w:hint="cs"/>
          <w:rtl/>
        </w:rPr>
        <w:t>كَلَّا</w:t>
      </w:r>
      <w:r w:rsidRPr="00A3582C">
        <w:rPr>
          <w:rFonts w:hint="cs"/>
          <w:rtl/>
        </w:rPr>
        <w:t xml:space="preserve"> </w:t>
      </w:r>
      <w:r w:rsidRPr="00F61F9E">
        <w:rPr>
          <w:rFonts w:hint="cs"/>
          <w:rtl/>
        </w:rPr>
        <w:t>إِنَّهُمْ</w:t>
      </w:r>
      <w:r w:rsidRPr="00A3582C">
        <w:rPr>
          <w:rFonts w:hint="cs"/>
          <w:rtl/>
        </w:rPr>
        <w:t xml:space="preserve"> </w:t>
      </w:r>
      <w:r w:rsidRPr="00F61F9E">
        <w:rPr>
          <w:rFonts w:hint="cs"/>
          <w:rtl/>
        </w:rPr>
        <w:t>عَن</w:t>
      </w:r>
      <w:r w:rsidRPr="00A3582C">
        <w:rPr>
          <w:rFonts w:hint="cs"/>
          <w:rtl/>
        </w:rPr>
        <w:t xml:space="preserve"> </w:t>
      </w:r>
      <w:r w:rsidRPr="00F61F9E">
        <w:rPr>
          <w:rFonts w:hint="cs"/>
          <w:rtl/>
        </w:rPr>
        <w:t>رَّ</w:t>
      </w:r>
      <w:r w:rsidRPr="00A3582C">
        <w:rPr>
          <w:rFonts w:hint="cs"/>
          <w:rtl/>
        </w:rPr>
        <w:t>‌</w:t>
      </w:r>
      <w:r w:rsidRPr="00F61F9E">
        <w:rPr>
          <w:rFonts w:hint="cs"/>
          <w:rtl/>
        </w:rPr>
        <w:t>بِّهِمْ</w:t>
      </w:r>
      <w:r w:rsidRPr="00A3582C">
        <w:rPr>
          <w:rFonts w:hint="cs"/>
          <w:rtl/>
        </w:rPr>
        <w:t xml:space="preserve"> </w:t>
      </w:r>
      <w:r w:rsidRPr="00F61F9E">
        <w:rPr>
          <w:rFonts w:hint="cs"/>
          <w:rtl/>
        </w:rPr>
        <w:t>يَوْمَئِذٍ</w:t>
      </w:r>
      <w:r w:rsidRPr="00A3582C">
        <w:rPr>
          <w:rFonts w:hint="cs"/>
          <w:rtl/>
        </w:rPr>
        <w:t xml:space="preserve"> </w:t>
      </w:r>
      <w:r w:rsidRPr="00F61F9E">
        <w:rPr>
          <w:rFonts w:hint="cs"/>
          <w:rtl/>
        </w:rPr>
        <w:t>لَّمَحْجُوبُونَ</w:t>
      </w:r>
      <w:r w:rsidRPr="00A3582C">
        <w:t xml:space="preserve"> </w:t>
      </w:r>
      <w:r w:rsidRPr="00A3582C">
        <w:rPr>
          <w:rStyle w:val="libAlaemChar"/>
        </w:rPr>
        <w:t>(</w:t>
      </w:r>
    </w:p>
    <w:p w:rsidR="00E82F1A" w:rsidRDefault="007710BF" w:rsidP="00EF1DC1">
      <w:pPr>
        <w:pStyle w:val="libNormal"/>
        <w:rPr>
          <w:lang w:bidi="bn-IN"/>
        </w:rPr>
      </w:pPr>
      <w:r w:rsidRPr="001933EC">
        <w:rPr>
          <w:rStyle w:val="libAlaemChar"/>
        </w:rPr>
        <w:t>“</w:t>
      </w:r>
      <w:r w:rsidRPr="007710BF">
        <w:rPr>
          <w:cs/>
          <w:lang w:bidi="bn-IN"/>
        </w:rPr>
        <w:t>কখনই নয়</w:t>
      </w:r>
      <w:r w:rsidR="00895143">
        <w:t>,</w:t>
      </w:r>
      <w:r w:rsidRPr="007710BF">
        <w:rPr>
          <w:cs/>
          <w:lang w:bidi="bn-IN"/>
        </w:rPr>
        <w:t>নিশ্চয়ই তারা তাদের প্রতিপালক হতে সেদিন পর্দাবৃত থাকবে।</w:t>
      </w:r>
      <w:r w:rsidRPr="001933EC">
        <w:rPr>
          <w:rStyle w:val="libAlaemChar"/>
        </w:rPr>
        <w:t>”</w:t>
      </w:r>
      <w:r w:rsidRPr="007710BF">
        <w:t xml:space="preserve"> (</w:t>
      </w:r>
      <w:r w:rsidRPr="007710BF">
        <w:rPr>
          <w:cs/>
          <w:lang w:bidi="bn-IN"/>
        </w:rPr>
        <w:t>সূরা মুতাফ্ফিফীন: ১৫) অর্থাৎ এদের পরিত্যাগ কর। এদের উচিত ছিল পৃথিবীতে তাদের চক্ষুর সম্মুখ হতে গাফিলতির</w:t>
      </w:r>
      <w:r w:rsidR="00D93BDB">
        <w:rPr>
          <w:lang w:bidi="bn-IN"/>
        </w:rPr>
        <w:t xml:space="preserve"> </w:t>
      </w:r>
      <w:r w:rsidRPr="007710BF">
        <w:rPr>
          <w:cs/>
          <w:lang w:bidi="bn-IN"/>
        </w:rPr>
        <w:t>পর্দা উন্মোচন করা ও দেখা। ঈমানের অর্থ এটাই</w:t>
      </w:r>
      <w:r w:rsidR="003936CB">
        <w:t>-</w:t>
      </w:r>
      <w:r w:rsidRPr="007710BF">
        <w:t xml:space="preserve"> </w:t>
      </w:r>
      <w:r w:rsidRPr="007710BF">
        <w:rPr>
          <w:cs/>
          <w:lang w:bidi="bn-IN"/>
        </w:rPr>
        <w:t>হে মানুষ! তুমি এ পৃথিবীতে আগমন করেছ যাতে</w:t>
      </w:r>
      <w:r w:rsidR="00E82F1A">
        <w:rPr>
          <w:lang w:bidi="bn-IN"/>
        </w:rPr>
        <w:t xml:space="preserve"> </w:t>
      </w:r>
      <w:r w:rsidRPr="007710BF">
        <w:rPr>
          <w:cs/>
          <w:lang w:bidi="bn-IN"/>
        </w:rPr>
        <w:t>এ পৃথিবীতেই চক্ষুর মাধ্যমে ঐ পৃথিবীকে দেখতে ও কর্ণের মাধ্যমে ঐ পৃথিবীকে শ্রবণ কর।</w:t>
      </w:r>
    </w:p>
    <w:p w:rsidR="00E82F1A" w:rsidRDefault="007710BF" w:rsidP="00EF1DC1">
      <w:pPr>
        <w:pStyle w:val="libNormal"/>
        <w:rPr>
          <w:lang w:bidi="bn-IN"/>
        </w:rPr>
      </w:pPr>
      <w:r w:rsidRPr="007710BF">
        <w:rPr>
          <w:cs/>
          <w:lang w:bidi="bn-IN"/>
        </w:rPr>
        <w:t>আমি সব সময়ই এজন্য আনন্দিত যে</w:t>
      </w:r>
      <w:r w:rsidR="00895143">
        <w:t>,</w:t>
      </w:r>
      <w:r w:rsidR="00E82F1A">
        <w:t xml:space="preserve"> </w:t>
      </w:r>
      <w:r w:rsidRPr="007710BF">
        <w:rPr>
          <w:cs/>
          <w:lang w:bidi="bn-IN"/>
        </w:rPr>
        <w:t>আমাদের যুবকরা বিশেষ করে নাহজুল বালাগার প্রতি</w:t>
      </w:r>
      <w:r w:rsidR="00E82F1A">
        <w:rPr>
          <w:lang w:bidi="bn-IN"/>
        </w:rPr>
        <w:t xml:space="preserve"> </w:t>
      </w:r>
      <w:r w:rsidRPr="007710BF">
        <w:rPr>
          <w:cs/>
          <w:lang w:bidi="bn-IN"/>
        </w:rPr>
        <w:t>বিশেষ দৃষ্টি দান করছে। নাহজুল বালাগার বিভিন্ন বিষয়ের প্রতি লক্ষ্য রাখবে। দেখবে নাহজুল</w:t>
      </w:r>
      <w:r w:rsidR="00E82F1A">
        <w:rPr>
          <w:lang w:bidi="bn-IN"/>
        </w:rPr>
        <w:t xml:space="preserve"> </w:t>
      </w:r>
      <w:r w:rsidRPr="007710BF">
        <w:rPr>
          <w:cs/>
          <w:lang w:bidi="bn-IN"/>
        </w:rPr>
        <w:t xml:space="preserve">বালাগাহ্ এরূপ চক্ষু ও কর্ণ </w:t>
      </w:r>
      <w:r w:rsidR="000C4B23">
        <w:rPr>
          <w:cs/>
          <w:lang w:bidi="bn-IN"/>
        </w:rPr>
        <w:t>সম্পর্কে</w:t>
      </w:r>
      <w:r w:rsidRPr="007710BF">
        <w:rPr>
          <w:cs/>
          <w:lang w:bidi="bn-IN"/>
        </w:rPr>
        <w:t xml:space="preserve"> কি বলে।</w:t>
      </w:r>
    </w:p>
    <w:p w:rsidR="00E82F1A" w:rsidRDefault="007710BF" w:rsidP="00EF1DC1">
      <w:pPr>
        <w:pStyle w:val="libNormal"/>
        <w:rPr>
          <w:lang w:bidi="bn-IN"/>
        </w:rPr>
      </w:pPr>
      <w:r w:rsidRPr="007710BF">
        <w:rPr>
          <w:cs/>
          <w:lang w:bidi="bn-IN"/>
        </w:rPr>
        <w:t>নাহজুল বালাগাহ্ ঈমানের ক্ষেত্রে মৌলিকত্বে বিশ্বাসী। ঈমানের মূল্য শুধু চিন্তা ও বিশ্বাসের ভিত্তি</w:t>
      </w:r>
      <w:r w:rsidR="00E82F1A">
        <w:rPr>
          <w:lang w:bidi="bn-IN"/>
        </w:rPr>
        <w:t xml:space="preserve"> </w:t>
      </w:r>
      <w:r w:rsidRPr="007710BF">
        <w:rPr>
          <w:cs/>
          <w:lang w:bidi="bn-IN"/>
        </w:rPr>
        <w:t>হিসেবে নয়</w:t>
      </w:r>
      <w:r w:rsidR="00895143">
        <w:t>,</w:t>
      </w:r>
      <w:r w:rsidRPr="007710BF">
        <w:rPr>
          <w:cs/>
          <w:lang w:bidi="bn-IN"/>
        </w:rPr>
        <w:t xml:space="preserve">বরং চিন্তা ও ভিত্তি ছাড়াও মৌলিক হিসেবে নাহজুল বালাগাহ্ ঈমানকে </w:t>
      </w:r>
      <w:r w:rsidR="00906B99">
        <w:rPr>
          <w:cs/>
          <w:lang w:bidi="bn-IN"/>
        </w:rPr>
        <w:t>উল্লেখ</w:t>
      </w:r>
      <w:r w:rsidRPr="007710BF">
        <w:rPr>
          <w:rFonts w:hint="cs"/>
          <w:cs/>
          <w:lang w:bidi="bn-IN"/>
        </w:rPr>
        <w:t xml:space="preserve"> করেছে।</w:t>
      </w:r>
    </w:p>
    <w:p w:rsidR="00E82F1A" w:rsidRDefault="007710BF" w:rsidP="00EF1DC1">
      <w:pPr>
        <w:pStyle w:val="libNormal"/>
      </w:pPr>
      <w:r w:rsidRPr="007710BF">
        <w:rPr>
          <w:rFonts w:hint="cs"/>
          <w:cs/>
          <w:lang w:bidi="bn-IN"/>
        </w:rPr>
        <w:t xml:space="preserve">আলী (আ.) নাহজুল বালাগায় </w:t>
      </w:r>
      <w:r w:rsidR="00D009A1">
        <w:rPr>
          <w:rFonts w:hint="cs"/>
          <w:cs/>
          <w:lang w:bidi="bn-IN"/>
        </w:rPr>
        <w:t>আল্লাহর</w:t>
      </w:r>
      <w:r w:rsidR="00E82F1A">
        <w:rPr>
          <w:rFonts w:hint="cs"/>
          <w:cs/>
          <w:lang w:bidi="bn-IN"/>
        </w:rPr>
        <w:t xml:space="preserve"> বিশেষ বান্দাদের (</w:t>
      </w:r>
      <w:r w:rsidR="00E82F1A" w:rsidRPr="00EF1DC1">
        <w:rPr>
          <w:rFonts w:hint="cs"/>
          <w:cs/>
          <w:lang w:bidi="bn-IN"/>
        </w:rPr>
        <w:t>আহ</w:t>
      </w:r>
      <w:r w:rsidR="00E82F1A" w:rsidRPr="00EF1DC1">
        <w:rPr>
          <w:cs/>
          <w:lang w:bidi="bn-IN"/>
        </w:rPr>
        <w:t>লু</w:t>
      </w:r>
      <w:r w:rsidR="005C657F" w:rsidRPr="00EF1DC1">
        <w:rPr>
          <w:rFonts w:hint="cs"/>
          <w:cs/>
          <w:lang w:bidi="bn-IN"/>
        </w:rPr>
        <w:t>ল্লা</w:t>
      </w:r>
      <w:r w:rsidRPr="00EF1DC1">
        <w:rPr>
          <w:rFonts w:hint="cs"/>
          <w:cs/>
          <w:lang w:bidi="bn-IN"/>
        </w:rPr>
        <w:t>হ্</w:t>
      </w:r>
      <w:r w:rsidRPr="007710BF">
        <w:rPr>
          <w:rFonts w:hint="cs"/>
          <w:cs/>
          <w:lang w:bidi="bn-IN"/>
        </w:rPr>
        <w:t xml:space="preserve">) </w:t>
      </w:r>
      <w:r w:rsidR="000C4B23">
        <w:rPr>
          <w:rFonts w:hint="cs"/>
          <w:cs/>
          <w:lang w:bidi="bn-IN"/>
        </w:rPr>
        <w:t>সম্পর্কে</w:t>
      </w:r>
      <w:r w:rsidRPr="007710BF">
        <w:rPr>
          <w:rFonts w:hint="cs"/>
          <w:cs/>
          <w:lang w:bidi="bn-IN"/>
        </w:rPr>
        <w:t xml:space="preserve"> বলেন</w:t>
      </w:r>
      <w:r w:rsidR="00895143">
        <w:t>,</w:t>
      </w:r>
    </w:p>
    <w:p w:rsidR="00E82F1A" w:rsidRPr="00A92884" w:rsidRDefault="00A92884" w:rsidP="00A92884">
      <w:pPr>
        <w:pStyle w:val="libArCenter"/>
        <w:rPr>
          <w:rtl/>
          <w:lang w:bidi="fa-IR"/>
        </w:rPr>
      </w:pPr>
      <w:r>
        <w:rPr>
          <w:rFonts w:hint="cs"/>
          <w:rtl/>
          <w:lang w:bidi="ar-SA"/>
        </w:rPr>
        <w:t>یتنسّمون بدعائه روح التجاو</w:t>
      </w:r>
      <w:r>
        <w:rPr>
          <w:rFonts w:hint="cs"/>
          <w:rtl/>
          <w:lang w:bidi="fa-IR"/>
        </w:rPr>
        <w:t>ز</w:t>
      </w:r>
    </w:p>
    <w:p w:rsidR="00E82F1A" w:rsidRDefault="00E82F1A" w:rsidP="00EF1DC1">
      <w:pPr>
        <w:pStyle w:val="libNormal"/>
      </w:pPr>
    </w:p>
    <w:p w:rsidR="00A92884" w:rsidRPr="00D90825" w:rsidRDefault="007710BF" w:rsidP="00EF1DC1">
      <w:pPr>
        <w:pStyle w:val="libNormal"/>
      </w:pPr>
      <w:r w:rsidRPr="001933EC">
        <w:rPr>
          <w:rStyle w:val="libAlaemChar"/>
        </w:rPr>
        <w:t>“</w:t>
      </w:r>
      <w:r w:rsidRPr="007710BF">
        <w:rPr>
          <w:cs/>
          <w:lang w:bidi="bn-IN"/>
        </w:rPr>
        <w:t>এরা এমন বান্দা যে</w:t>
      </w:r>
      <w:r w:rsidR="00895143">
        <w:t>,</w:t>
      </w:r>
      <w:r w:rsidRPr="007710BF">
        <w:rPr>
          <w:cs/>
          <w:lang w:bidi="bn-IN"/>
        </w:rPr>
        <w:t xml:space="preserve">যখন তারা দোয়া করে ও তওবায় নিমজ্জিত হয় </w:t>
      </w:r>
      <w:r w:rsidR="00D009A1">
        <w:rPr>
          <w:cs/>
          <w:lang w:bidi="bn-IN"/>
        </w:rPr>
        <w:t>আল্লাহর</w:t>
      </w:r>
      <w:r w:rsidRPr="007710BF">
        <w:rPr>
          <w:rFonts w:hint="cs"/>
          <w:cs/>
          <w:lang w:bidi="bn-IN"/>
        </w:rPr>
        <w:t xml:space="preserve"> পক্ষ থেকে ক্ষমাপ্রাপ্তির সমীরণ নিজেদের মধ্যে অনুভব করে।</w:t>
      </w:r>
      <w:r w:rsidRPr="001933EC">
        <w:rPr>
          <w:rStyle w:val="libAlaemChar"/>
        </w:rPr>
        <w:t>”</w:t>
      </w:r>
    </w:p>
    <w:p w:rsidR="00A92884" w:rsidRDefault="007710BF" w:rsidP="00EF1DC1">
      <w:pPr>
        <w:pStyle w:val="libNormal"/>
      </w:pPr>
      <w:r w:rsidRPr="007710BF">
        <w:rPr>
          <w:cs/>
          <w:lang w:bidi="bn-IN"/>
        </w:rPr>
        <w:t>আলী (আ.) আরো বলেন</w:t>
      </w:r>
      <w:r w:rsidR="00895143">
        <w:t>,</w:t>
      </w:r>
    </w:p>
    <w:p w:rsidR="00A92884" w:rsidRDefault="00A92884" w:rsidP="00A92884">
      <w:pPr>
        <w:pStyle w:val="libAr"/>
      </w:pPr>
      <w:r>
        <w:rPr>
          <w:rFonts w:hint="cs"/>
          <w:rtl/>
          <w:lang w:bidi="fa-IR"/>
        </w:rPr>
        <w:t>إ</w:t>
      </w:r>
      <w:r>
        <w:rPr>
          <w:rtl/>
        </w:rPr>
        <w:t>نَّ اَللَّهَ سُبْحَانَهُ وَ تَعَالَى جَعَلَ اَلذِّكْرَ جِلاءً لِلْقُلُوبِ تَسْمَعُ بِهِ بَعْدَ اَلْوَقْرَةِ وَ تُبْصِرُ بِهِ بَعْدَ اَلْعَشْوَةِ وَ تَنْقَادُ بِهِ بَعْدَ اَلْمُعَانَدَةِ وَ مَا بَرِحَ لِلَّهِ عَزَّتْ آلاَؤُهُ فِي اَلْبُرْهَةِ بَعْدَ اَلْبُرْهَةِ وَ فِي أَزْمَانِ اَلْفَتَرَاتِ عِبَادٌ نَاجَاهُمْ فِي فِكْرِهِمْ وَ كَلَّمَهُمْ فِي ذَاتِ عُقُولِهِمْ</w:t>
      </w:r>
    </w:p>
    <w:p w:rsidR="00A92884" w:rsidRDefault="00A92884" w:rsidP="00EF1DC1">
      <w:pPr>
        <w:pStyle w:val="libNormal"/>
      </w:pPr>
    </w:p>
    <w:p w:rsidR="00775C1C" w:rsidRDefault="007710BF" w:rsidP="00EF1DC1">
      <w:pPr>
        <w:pStyle w:val="libNormal"/>
        <w:rPr>
          <w:lang w:bidi="bn-IN"/>
        </w:rPr>
      </w:pPr>
      <w:r w:rsidRPr="001933EC">
        <w:rPr>
          <w:rStyle w:val="libAlaemChar"/>
        </w:rPr>
        <w:t>“</w:t>
      </w:r>
      <w:r w:rsidRPr="007710BF">
        <w:rPr>
          <w:cs/>
          <w:lang w:bidi="bn-IN"/>
        </w:rPr>
        <w:t>নিশ্চয় মহান আ</w:t>
      </w:r>
      <w:r w:rsidR="006B46F0">
        <w:rPr>
          <w:cs/>
          <w:lang w:bidi="bn-IN"/>
        </w:rPr>
        <w:t>ল্লা</w:t>
      </w:r>
      <w:r w:rsidRPr="007710BF">
        <w:rPr>
          <w:rFonts w:hint="cs"/>
          <w:cs/>
          <w:lang w:bidi="bn-IN"/>
        </w:rPr>
        <w:t xml:space="preserve">হ্ </w:t>
      </w:r>
      <w:r w:rsidR="00FE6D44">
        <w:rPr>
          <w:rFonts w:hint="cs"/>
          <w:cs/>
          <w:lang w:bidi="bn-IN"/>
        </w:rPr>
        <w:t>তার</w:t>
      </w:r>
      <w:r w:rsidRPr="007710BF">
        <w:rPr>
          <w:rFonts w:hint="cs"/>
          <w:cs/>
          <w:lang w:bidi="bn-IN"/>
        </w:rPr>
        <w:t xml:space="preserve"> স্মরণকে মানুষের আত্মার উজ্জ্বলতার কারণস্বরূপ করেছেন</w:t>
      </w:r>
      <w:r w:rsidR="00895143">
        <w:t>,</w:t>
      </w:r>
      <w:r w:rsidRPr="007710BF">
        <w:rPr>
          <w:cs/>
          <w:lang w:bidi="bn-IN"/>
        </w:rPr>
        <w:t>যে কারণে</w:t>
      </w:r>
      <w:r w:rsidR="00775C1C">
        <w:rPr>
          <w:lang w:bidi="bn-IN"/>
        </w:rPr>
        <w:t xml:space="preserve"> </w:t>
      </w:r>
      <w:r w:rsidRPr="007710BF">
        <w:rPr>
          <w:cs/>
          <w:lang w:bidi="bn-IN"/>
        </w:rPr>
        <w:t>(আত্মার স্বচ্ছতার কারণে) সে বধিরতার পর শ্রবণশক্তি</w:t>
      </w:r>
      <w:r w:rsidR="00895143">
        <w:t>,</w:t>
      </w:r>
      <w:r w:rsidRPr="007710BF">
        <w:rPr>
          <w:cs/>
          <w:lang w:bidi="bn-IN"/>
        </w:rPr>
        <w:t>অন্ধত্বের পর দৃষ্টিশক্তি লাভ করে এবং</w:t>
      </w:r>
      <w:r w:rsidR="00775C1C">
        <w:rPr>
          <w:lang w:bidi="bn-IN"/>
        </w:rPr>
        <w:t xml:space="preserve"> </w:t>
      </w:r>
      <w:r w:rsidRPr="007710BF">
        <w:rPr>
          <w:cs/>
          <w:lang w:bidi="bn-IN"/>
        </w:rPr>
        <w:t>নাফরমানীর পর আনুগত্যের পথ গ্রহণ করে</w:t>
      </w:r>
      <w:r w:rsidR="00895143">
        <w:t>,</w:t>
      </w:r>
      <w:r w:rsidRPr="007710BF">
        <w:rPr>
          <w:cs/>
          <w:lang w:bidi="bn-IN"/>
        </w:rPr>
        <w:t xml:space="preserve">সকল অবস্থায় অফুরন্ত নেয়ামত দানকারী </w:t>
      </w:r>
      <w:r w:rsidR="00D009A1">
        <w:rPr>
          <w:cs/>
          <w:lang w:bidi="bn-IN"/>
        </w:rPr>
        <w:t>আল্লাহর</w:t>
      </w:r>
      <w:r w:rsidRPr="007710BF">
        <w:rPr>
          <w:rFonts w:hint="cs"/>
          <w:cs/>
          <w:lang w:bidi="bn-IN"/>
        </w:rPr>
        <w:t xml:space="preserve"> জন্</w:t>
      </w:r>
      <w:r w:rsidRPr="007710BF">
        <w:rPr>
          <w:cs/>
          <w:lang w:bidi="bn-IN"/>
        </w:rPr>
        <w:t>য</w:t>
      </w:r>
      <w:r w:rsidR="00775C1C">
        <w:rPr>
          <w:lang w:bidi="bn-IN"/>
        </w:rPr>
        <w:t xml:space="preserve"> </w:t>
      </w:r>
      <w:r w:rsidRPr="007710BF">
        <w:rPr>
          <w:cs/>
          <w:lang w:bidi="bn-IN"/>
        </w:rPr>
        <w:t>নিজেকে নিবেদিত করে। সকল কালেই একদল ব্যক্তি রয়েছে যাদের চিন্তার মাধ্যমে আ</w:t>
      </w:r>
      <w:r w:rsidR="006B46F0">
        <w:rPr>
          <w:cs/>
          <w:lang w:bidi="bn-IN"/>
        </w:rPr>
        <w:t>ল্লা</w:t>
      </w:r>
      <w:r w:rsidRPr="007710BF">
        <w:rPr>
          <w:rFonts w:hint="cs"/>
          <w:cs/>
          <w:lang w:bidi="bn-IN"/>
        </w:rPr>
        <w:t>হ্ গোপন</w:t>
      </w:r>
      <w:r w:rsidR="00775C1C">
        <w:rPr>
          <w:lang w:bidi="bn-IN"/>
        </w:rPr>
        <w:t xml:space="preserve"> </w:t>
      </w:r>
      <w:r w:rsidRPr="007710BF">
        <w:rPr>
          <w:rFonts w:hint="cs"/>
          <w:cs/>
          <w:lang w:bidi="bn-IN"/>
        </w:rPr>
        <w:t>রহস্যের ভেদ উন্মোচন করেন। আর আকলের মাধ্যমে তাদের সঙ্গে কথা বলেন।</w:t>
      </w:r>
      <w:r w:rsidRPr="001933EC">
        <w:rPr>
          <w:rStyle w:val="libAlaemChar"/>
        </w:rPr>
        <w:t>”</w:t>
      </w:r>
      <w:r w:rsidRPr="007710BF">
        <w:t xml:space="preserve"> (</w:t>
      </w:r>
      <w:r w:rsidRPr="007710BF">
        <w:rPr>
          <w:cs/>
          <w:lang w:bidi="bn-IN"/>
        </w:rPr>
        <w:t>নাহজুল বালাগাহ্</w:t>
      </w:r>
      <w:r w:rsidR="00895143">
        <w:t>,</w:t>
      </w:r>
      <w:r w:rsidRPr="007710BF">
        <w:rPr>
          <w:cs/>
          <w:lang w:bidi="bn-IN"/>
        </w:rPr>
        <w:t>খুতবা নং ২২২)</w:t>
      </w:r>
    </w:p>
    <w:p w:rsidR="00775C1C" w:rsidRDefault="007710BF" w:rsidP="00EF1DC1">
      <w:pPr>
        <w:pStyle w:val="libNormal"/>
        <w:rPr>
          <w:lang w:bidi="bn-IN"/>
        </w:rPr>
      </w:pPr>
      <w:r w:rsidRPr="007710BF">
        <w:rPr>
          <w:cs/>
          <w:lang w:bidi="bn-IN"/>
        </w:rPr>
        <w:t xml:space="preserve">সুতরাং আমি এখানে যে বিষয়টি বলতে চাই তা হলো </w:t>
      </w:r>
      <w:r w:rsidR="00D009A1">
        <w:rPr>
          <w:cs/>
          <w:lang w:bidi="bn-IN"/>
        </w:rPr>
        <w:t>আল্লাহর</w:t>
      </w:r>
      <w:r w:rsidRPr="007710BF">
        <w:rPr>
          <w:rFonts w:hint="cs"/>
          <w:cs/>
          <w:lang w:bidi="bn-IN"/>
        </w:rPr>
        <w:t xml:space="preserve"> পরিচয় জানা</w:t>
      </w:r>
      <w:r w:rsidR="00895143">
        <w:t>,</w:t>
      </w:r>
      <w:r w:rsidR="00FE6D44">
        <w:rPr>
          <w:cs/>
          <w:lang w:bidi="bn-IN"/>
        </w:rPr>
        <w:t>তার</w:t>
      </w:r>
      <w:r w:rsidRPr="007710BF">
        <w:rPr>
          <w:cs/>
          <w:lang w:bidi="bn-IN"/>
        </w:rPr>
        <w:t xml:space="preserve"> ফেরেশতাদের</w:t>
      </w:r>
      <w:r w:rsidR="00775C1C">
        <w:rPr>
          <w:lang w:bidi="bn-IN"/>
        </w:rPr>
        <w:t xml:space="preserve"> </w:t>
      </w:r>
      <w:r w:rsidRPr="007710BF">
        <w:rPr>
          <w:cs/>
          <w:lang w:bidi="bn-IN"/>
        </w:rPr>
        <w:t>পরিচয় জানা (</w:t>
      </w:r>
      <w:r w:rsidR="00695D8C">
        <w:rPr>
          <w:cs/>
          <w:lang w:bidi="bn-IN"/>
        </w:rPr>
        <w:t>যারা</w:t>
      </w:r>
      <w:r w:rsidRPr="007710BF">
        <w:rPr>
          <w:cs/>
          <w:lang w:bidi="bn-IN"/>
        </w:rPr>
        <w:t xml:space="preserve"> অস্তিত্বজগতের জন্য মাধ্যম)</w:t>
      </w:r>
      <w:r w:rsidR="00895143">
        <w:t>,</w:t>
      </w:r>
      <w:r w:rsidR="00FE6D44">
        <w:rPr>
          <w:cs/>
          <w:lang w:bidi="bn-IN"/>
        </w:rPr>
        <w:t>তার</w:t>
      </w:r>
      <w:r w:rsidRPr="007710BF">
        <w:rPr>
          <w:cs/>
          <w:lang w:bidi="bn-IN"/>
        </w:rPr>
        <w:t xml:space="preserve"> প্রেরিত নবী ও আউলিয়াগণের পরিচয় জানা</w:t>
      </w:r>
      <w:r w:rsidR="00775C1C">
        <w:rPr>
          <w:lang w:bidi="bn-IN"/>
        </w:rPr>
        <w:t xml:space="preserve"> </w:t>
      </w:r>
      <w:r w:rsidRPr="007710BF">
        <w:rPr>
          <w:cs/>
          <w:lang w:bidi="bn-IN"/>
        </w:rPr>
        <w:t>(</w:t>
      </w:r>
      <w:r w:rsidR="00695D8C">
        <w:rPr>
          <w:cs/>
          <w:lang w:bidi="bn-IN"/>
        </w:rPr>
        <w:t>যারা</w:t>
      </w:r>
      <w:r w:rsidRPr="007710BF">
        <w:rPr>
          <w:cs/>
          <w:lang w:bidi="bn-IN"/>
        </w:rPr>
        <w:t xml:space="preserve"> অন্য একভাবে </w:t>
      </w:r>
      <w:r w:rsidR="00D009A1">
        <w:rPr>
          <w:cs/>
          <w:lang w:bidi="bn-IN"/>
        </w:rPr>
        <w:t>আল্লাহর</w:t>
      </w:r>
      <w:r w:rsidRPr="007710BF">
        <w:rPr>
          <w:rFonts w:hint="cs"/>
          <w:cs/>
          <w:lang w:bidi="bn-IN"/>
        </w:rPr>
        <w:t xml:space="preserve"> নেয়ামত সৃষ্টির নিকট </w:t>
      </w:r>
      <w:r w:rsidR="00611BB9">
        <w:rPr>
          <w:rFonts w:hint="cs"/>
          <w:cs/>
          <w:lang w:bidi="bn-IN"/>
        </w:rPr>
        <w:t>পৌ</w:t>
      </w:r>
      <w:r w:rsidRPr="007710BF">
        <w:rPr>
          <w:rFonts w:hint="cs"/>
          <w:cs/>
          <w:lang w:bidi="bn-IN"/>
        </w:rPr>
        <w:t>ছানোর মাধ্যম)</w:t>
      </w:r>
      <w:r w:rsidR="00895143">
        <w:t>,</w:t>
      </w:r>
      <w:r w:rsidRPr="007710BF">
        <w:rPr>
          <w:cs/>
          <w:lang w:bidi="bn-IN"/>
        </w:rPr>
        <w:t>আমাদের এ পৃথিবীতে</w:t>
      </w:r>
      <w:r w:rsidR="00775C1C">
        <w:rPr>
          <w:lang w:bidi="bn-IN"/>
        </w:rPr>
        <w:t xml:space="preserve"> </w:t>
      </w:r>
      <w:r w:rsidRPr="007710BF">
        <w:rPr>
          <w:cs/>
          <w:lang w:bidi="bn-IN"/>
        </w:rPr>
        <w:t>আসার উদ্দেশ্যকে জানা</w:t>
      </w:r>
      <w:r w:rsidR="00895143">
        <w:t>,</w:t>
      </w:r>
      <w:r w:rsidRPr="007710BF">
        <w:rPr>
          <w:cs/>
          <w:lang w:bidi="bn-IN"/>
        </w:rPr>
        <w:t xml:space="preserve">আখেরাত ও </w:t>
      </w:r>
      <w:r w:rsidR="00D009A1">
        <w:rPr>
          <w:cs/>
          <w:lang w:bidi="bn-IN"/>
        </w:rPr>
        <w:t>আল্লাহর</w:t>
      </w:r>
      <w:r w:rsidRPr="007710BF">
        <w:rPr>
          <w:rFonts w:hint="cs"/>
          <w:cs/>
          <w:lang w:bidi="bn-IN"/>
        </w:rPr>
        <w:t xml:space="preserve"> প্রতি প্রত্যাবর্তনকে জানা এ সবই মৌলিক। সত্যের</w:t>
      </w:r>
      <w:r w:rsidR="00775C1C">
        <w:rPr>
          <w:lang w:bidi="bn-IN"/>
        </w:rPr>
        <w:t xml:space="preserve"> </w:t>
      </w:r>
      <w:r w:rsidRPr="007710BF">
        <w:rPr>
          <w:rFonts w:hint="cs"/>
          <w:cs/>
          <w:lang w:bidi="bn-IN"/>
        </w:rPr>
        <w:t>প্</w:t>
      </w:r>
      <w:r w:rsidRPr="007710BF">
        <w:rPr>
          <w:cs/>
          <w:lang w:bidi="bn-IN"/>
        </w:rPr>
        <w:t>রতি ঈমান যেমন মৌলিক তেমনি তা চিন্তা</w:t>
      </w:r>
      <w:r w:rsidR="00895143">
        <w:t>,</w:t>
      </w:r>
      <w:r w:rsidRPr="007710BF">
        <w:rPr>
          <w:cs/>
          <w:lang w:bidi="bn-IN"/>
        </w:rPr>
        <w:t>বিশ্বাস ও ইসলামী জীবনাদর্শের ভিত্তিও বটে। কেবল</w:t>
      </w:r>
      <w:r w:rsidR="00775C1C">
        <w:rPr>
          <w:lang w:bidi="bn-IN"/>
        </w:rPr>
        <w:t xml:space="preserve"> </w:t>
      </w:r>
      <w:r w:rsidRPr="007710BF">
        <w:rPr>
          <w:cs/>
          <w:lang w:bidi="bn-IN"/>
        </w:rPr>
        <w:t>একশ</w:t>
      </w:r>
      <w:r w:rsidRPr="001933EC">
        <w:rPr>
          <w:rStyle w:val="libAlaemChar"/>
        </w:rPr>
        <w:t>’</w:t>
      </w:r>
      <w:r w:rsidRPr="007710BF">
        <w:t xml:space="preserve"> </w:t>
      </w:r>
      <w:r w:rsidRPr="007710BF">
        <w:rPr>
          <w:cs/>
          <w:lang w:bidi="bn-IN"/>
        </w:rPr>
        <w:t>ভাগ মৌলিক এরূপ কোন ঈমানই পারে একটি জীবনাদর্শের জন্য সর্বোত্তম চিন্তা ও বিশ্বাসগত</w:t>
      </w:r>
      <w:r w:rsidR="00775C1C">
        <w:rPr>
          <w:lang w:bidi="bn-IN"/>
        </w:rPr>
        <w:t xml:space="preserve"> </w:t>
      </w:r>
      <w:r w:rsidRPr="007710BF">
        <w:rPr>
          <w:cs/>
          <w:lang w:bidi="bn-IN"/>
        </w:rPr>
        <w:t>ভিত্তি হতে। সুতরাং কখনই আমলের জন্য যেমন ঈমানকে বিসর্জন দেয়া যুক্তিযুক্ত নয় তেমনি ঈমানের</w:t>
      </w:r>
      <w:r w:rsidR="00775C1C">
        <w:rPr>
          <w:lang w:bidi="bn-IN"/>
        </w:rPr>
        <w:t xml:space="preserve"> </w:t>
      </w:r>
      <w:r w:rsidRPr="007710BF">
        <w:rPr>
          <w:cs/>
          <w:lang w:bidi="bn-IN"/>
        </w:rPr>
        <w:t>জন্য আমলকে বিসর্জন দেয়াও অযৌক্তিক। এদের কোনটিকেই অন্যটির জন্য বিসর্জন দেয়া যাবে না।</w:t>
      </w:r>
    </w:p>
    <w:p w:rsidR="00EF1DC1" w:rsidRDefault="007710BF" w:rsidP="00EF1DC1">
      <w:pPr>
        <w:pStyle w:val="libNormal"/>
        <w:rPr>
          <w:lang w:bidi="bn-IN"/>
        </w:rPr>
      </w:pPr>
      <w:r w:rsidRPr="00EF1DC1">
        <w:rPr>
          <w:cs/>
          <w:lang w:bidi="bn-IN"/>
        </w:rPr>
        <w:t>সুতরাং দর্শনের পূর্ণ মানব</w:t>
      </w:r>
      <w:r w:rsidR="00895143" w:rsidRPr="00EF1DC1">
        <w:t>,</w:t>
      </w:r>
      <w:r w:rsidRPr="00EF1DC1">
        <w:rPr>
          <w:cs/>
          <w:lang w:bidi="bn-IN"/>
        </w:rPr>
        <w:t>পূর্ণ মানব নয় বরং অপূর্ণ মানব। অপূর্ণ মানবের অর্থ কি</w:t>
      </w:r>
      <w:r w:rsidRPr="00EF1DC1">
        <w:t xml:space="preserve">? </w:t>
      </w:r>
      <w:r w:rsidRPr="00EF1DC1">
        <w:rPr>
          <w:cs/>
          <w:lang w:bidi="bn-IN"/>
        </w:rPr>
        <w:t>অপূর্ণ মানব</w:t>
      </w:r>
      <w:r w:rsidR="00775C1C" w:rsidRPr="00EF1DC1">
        <w:t xml:space="preserve"> </w:t>
      </w:r>
      <w:r w:rsidRPr="00EF1DC1">
        <w:rPr>
          <w:cs/>
          <w:lang w:bidi="bn-IN"/>
        </w:rPr>
        <w:t>সে</w:t>
      </w:r>
      <w:r w:rsidR="00895143" w:rsidRPr="00EF1DC1">
        <w:t>,</w:t>
      </w:r>
      <w:r w:rsidRPr="00EF1DC1">
        <w:rPr>
          <w:cs/>
          <w:lang w:bidi="bn-IN"/>
        </w:rPr>
        <w:t xml:space="preserve">যে পূর্ণতার অংশবিশেষ ধারণ করে। দর্শন বুদ্ধিবৃত্তিক পূর্ণতার </w:t>
      </w:r>
      <w:r w:rsidR="00775C1C" w:rsidRPr="00EF1DC1">
        <w:rPr>
          <w:cs/>
          <w:lang w:bidi="bn-IN"/>
        </w:rPr>
        <w:t>ক্ষেত্রে মৌলিকত্বে বিশ্বাসী তা</w:t>
      </w:r>
      <w:r w:rsidR="00775C1C" w:rsidRPr="00EF1DC1">
        <w:t xml:space="preserve"> </w:t>
      </w:r>
      <w:r w:rsidRPr="00EF1DC1">
        <w:rPr>
          <w:cs/>
          <w:lang w:bidi="bn-IN"/>
        </w:rPr>
        <w:t>অবশ্যই ঠিক। কিন্তু দর্শনের পূর্ণ মানব মানবের পূর্ণতার অন্যান্য দিকগুলোকে উপেক্ষা ক</w:t>
      </w:r>
      <w:r w:rsidR="0050216C" w:rsidRPr="00EF1DC1">
        <w:rPr>
          <w:cs/>
          <w:lang w:bidi="bn-IN"/>
        </w:rPr>
        <w:t>রে শুধু</w:t>
      </w:r>
      <w:r w:rsidR="0050216C" w:rsidRPr="00EF1DC1">
        <w:t xml:space="preserve"> </w:t>
      </w:r>
      <w:r w:rsidRPr="00EF1DC1">
        <w:rPr>
          <w:cs/>
          <w:lang w:bidi="bn-IN"/>
        </w:rPr>
        <w:t>আকলের পূর্ণতার মধ্যে তার পূর্ণতাকে খোঁজে। তাই এ মানব অপূর্ণ অথবা অর্ধপূর্ণ যা</w:t>
      </w:r>
      <w:r w:rsidR="0050216C" w:rsidRPr="00EF1DC1">
        <w:rPr>
          <w:cs/>
          <w:lang w:bidi="bn-IN"/>
        </w:rPr>
        <w:t xml:space="preserve"> জ্ঞানের এক</w:t>
      </w:r>
      <w:r w:rsidR="0050216C" w:rsidRPr="00EF1DC1">
        <w:rPr>
          <w:lang w:bidi="bn-IN"/>
        </w:rPr>
        <w:t xml:space="preserve"> </w:t>
      </w:r>
      <w:r w:rsidR="0050216C" w:rsidRPr="00EF1DC1">
        <w:rPr>
          <w:cs/>
          <w:lang w:bidi="bn-IN"/>
        </w:rPr>
        <w:t>প্রতিমূর্তি</w:t>
      </w:r>
      <w:r w:rsidRPr="00EF1DC1">
        <w:rPr>
          <w:cs/>
          <w:lang w:bidi="bn-IN"/>
        </w:rPr>
        <w:t xml:space="preserve"> বৈ কিছু নয়</w:t>
      </w:r>
      <w:r w:rsidR="00895143" w:rsidRPr="00EF1DC1">
        <w:t>,</w:t>
      </w:r>
      <w:r w:rsidRPr="00EF1DC1">
        <w:rPr>
          <w:cs/>
          <w:lang w:bidi="bn-IN"/>
        </w:rPr>
        <w:t>জ্ঞান ব্যতীত সকল কিছু তার নিকট অনুপস্থিত। এরূপ মানব এমন এক অস্তিত্বযে শুধু জানে</w:t>
      </w:r>
      <w:r w:rsidR="00895143" w:rsidRPr="00EF1DC1">
        <w:t>,</w:t>
      </w:r>
      <w:r w:rsidRPr="00EF1DC1">
        <w:rPr>
          <w:cs/>
          <w:lang w:bidi="bn-IN"/>
        </w:rPr>
        <w:t>কিন্তু আবেগ</w:t>
      </w:r>
      <w:r w:rsidR="00895143" w:rsidRPr="00EF1DC1">
        <w:t>,</w:t>
      </w:r>
      <w:r w:rsidRPr="00EF1DC1">
        <w:rPr>
          <w:cs/>
          <w:lang w:bidi="bn-IN"/>
        </w:rPr>
        <w:t>উত্তাপ ও গতিহীন এবং সৌন্দর্য বিমুখ। যে অস্তিত্বের সমগ্র শিল্প শুধু</w:t>
      </w:r>
      <w:r w:rsidR="00EF1DC1">
        <w:rPr>
          <w:lang w:bidi="bn-IN"/>
        </w:rPr>
        <w:t xml:space="preserve"> </w:t>
      </w:r>
      <w:r w:rsidRPr="00EF1DC1">
        <w:rPr>
          <w:cs/>
          <w:lang w:bidi="bn-IN"/>
        </w:rPr>
        <w:t>জ্ঞানের মধ্যে নিহিত সে অস্তিত্ব এক বিচ্ছিন্ন বিশ্বের মত পরিত্যক্ত। এটি</w:t>
      </w:r>
      <w:r w:rsidRPr="007710BF">
        <w:rPr>
          <w:cs/>
          <w:lang w:bidi="bn-IN"/>
        </w:rPr>
        <w:t xml:space="preserve"> ইসলামের পূর্ণ মানব নয় বরং</w:t>
      </w:r>
      <w:r w:rsidR="00EF1DC1">
        <w:rPr>
          <w:lang w:bidi="bn-IN"/>
        </w:rPr>
        <w:t xml:space="preserve"> </w:t>
      </w:r>
      <w:r w:rsidRPr="007710BF">
        <w:rPr>
          <w:cs/>
          <w:lang w:bidi="bn-IN"/>
        </w:rPr>
        <w:t xml:space="preserve">ইসলামের </w:t>
      </w:r>
      <w:r w:rsidR="00EF1DC1" w:rsidRPr="00EF1DC1">
        <w:rPr>
          <w:cs/>
          <w:lang w:bidi="bn-IN"/>
        </w:rPr>
        <w:t>অর্ধ</w:t>
      </w:r>
      <w:r w:rsidRPr="007710BF">
        <w:rPr>
          <w:cs/>
          <w:lang w:bidi="bn-IN"/>
        </w:rPr>
        <w:t xml:space="preserve"> মানব।</w:t>
      </w:r>
    </w:p>
    <w:p w:rsidR="00EF1DC1" w:rsidRDefault="007710BF" w:rsidP="00EF1DC1">
      <w:pPr>
        <w:pStyle w:val="libNormal"/>
        <w:rPr>
          <w:lang w:bidi="bn-IN"/>
        </w:rPr>
      </w:pPr>
      <w:r w:rsidRPr="007710BF">
        <w:rPr>
          <w:cs/>
          <w:lang w:bidi="bn-IN"/>
        </w:rPr>
        <w:t>আকল ও বুদ্ধিবৃত্তির মূল্যের ক্ষেত্রে ইমাম মূসা ইবনে জাফর (আ.)-এর হাদীসটি আপনাদের জন্য</w:t>
      </w:r>
      <w:r w:rsidR="00EF1DC1">
        <w:rPr>
          <w:lang w:bidi="bn-IN"/>
        </w:rPr>
        <w:t xml:space="preserve"> </w:t>
      </w:r>
      <w:r w:rsidRPr="007710BF">
        <w:rPr>
          <w:cs/>
          <w:lang w:bidi="bn-IN"/>
        </w:rPr>
        <w:t>ব্যাখ্যা করার সময় হলো না। এ প্রসঙ্গে প্রচুর কথা রয়েছে। যদি এ বিষয়ে আলোচনা করতে চাই</w:t>
      </w:r>
      <w:r w:rsidR="00EF1DC1">
        <w:rPr>
          <w:lang w:bidi="bn-IN"/>
        </w:rPr>
        <w:t xml:space="preserve"> </w:t>
      </w:r>
      <w:r w:rsidRPr="007710BF">
        <w:rPr>
          <w:cs/>
          <w:lang w:bidi="bn-IN"/>
        </w:rPr>
        <w:t>তাহলে আরো দু</w:t>
      </w:r>
      <w:r w:rsidRPr="001933EC">
        <w:rPr>
          <w:rStyle w:val="libAlaemChar"/>
        </w:rPr>
        <w:t>’</w:t>
      </w:r>
      <w:r w:rsidRPr="007710BF">
        <w:rPr>
          <w:cs/>
          <w:lang w:bidi="bn-IN"/>
        </w:rPr>
        <w:t>টি বৈঠক প্রয়োজন। সে সময় হাতে নেই বলে বুদ্ধিবৃত্তিক মতবাদ সম্পর্কিত আলোচনা</w:t>
      </w:r>
      <w:r w:rsidR="00EF1DC1">
        <w:rPr>
          <w:lang w:bidi="bn-IN"/>
        </w:rPr>
        <w:t xml:space="preserve"> </w:t>
      </w:r>
      <w:r w:rsidRPr="007710BF">
        <w:rPr>
          <w:cs/>
          <w:lang w:bidi="bn-IN"/>
        </w:rPr>
        <w:t>এখানেই শেষ করছি।</w:t>
      </w:r>
      <w:r w:rsidR="00EF1DC1">
        <w:rPr>
          <w:lang w:bidi="bn-IN"/>
        </w:rPr>
        <w:t xml:space="preserve"> </w:t>
      </w:r>
    </w:p>
    <w:p w:rsidR="00EF1DC1" w:rsidRDefault="00EF1DC1" w:rsidP="00EF1DC1">
      <w:pPr>
        <w:pStyle w:val="libArCenter"/>
        <w:rPr>
          <w:rtl/>
          <w:cs/>
        </w:rPr>
      </w:pPr>
      <w:r>
        <w:rPr>
          <w:rFonts w:hint="cs"/>
          <w:rtl/>
          <w:lang w:bidi="ar-SA"/>
        </w:rPr>
        <w:t>و لا حول ولا قوّة إلا بالله العلیّ العظیم</w:t>
      </w:r>
    </w:p>
    <w:p w:rsidR="00EF1DC1" w:rsidRPr="00A3582C" w:rsidRDefault="00EF1DC1" w:rsidP="009848A8">
      <w:pPr>
        <w:pStyle w:val="libNormal"/>
        <w:rPr>
          <w:rtl/>
          <w:cs/>
        </w:rPr>
      </w:pPr>
      <w:r>
        <w:rPr>
          <w:rtl/>
        </w:rPr>
        <w:br w:type="page"/>
      </w:r>
    </w:p>
    <w:p w:rsidR="00EF1DC1" w:rsidRPr="00EF1DC1" w:rsidRDefault="00EF1DC1" w:rsidP="00EF1DC1">
      <w:pPr>
        <w:pStyle w:val="libArCenter"/>
        <w:rPr>
          <w:rtl/>
          <w:cs/>
        </w:rPr>
      </w:pPr>
    </w:p>
    <w:p w:rsidR="00EF1DC1" w:rsidRPr="00A3582C" w:rsidRDefault="007710BF" w:rsidP="00EF1DC1">
      <w:pPr>
        <w:pStyle w:val="Heading1Center"/>
        <w:rPr>
          <w:rtl/>
        </w:rPr>
      </w:pPr>
      <w:bookmarkStart w:id="32" w:name="_Toc392601441"/>
      <w:r w:rsidRPr="007710BF">
        <w:rPr>
          <w:cs/>
          <w:lang w:bidi="bn-IN"/>
        </w:rPr>
        <w:t>এরফানী মতবাদের ব্যাখ্যা</w:t>
      </w:r>
      <w:bookmarkEnd w:id="32"/>
      <w:r w:rsidRPr="007710BF">
        <w:rPr>
          <w:cs/>
          <w:lang w:bidi="bn-IN"/>
        </w:rPr>
        <w:t xml:space="preserve"> </w:t>
      </w:r>
    </w:p>
    <w:p w:rsidR="00EF1DC1" w:rsidRPr="00170828" w:rsidRDefault="00EF1DC1" w:rsidP="00EF1DC1">
      <w:pPr>
        <w:pStyle w:val="libNormal"/>
        <w:rPr>
          <w:rtl/>
        </w:rPr>
      </w:pPr>
    </w:p>
    <w:p w:rsidR="00EF1DC1" w:rsidRDefault="007710BF" w:rsidP="00EF1DC1">
      <w:pPr>
        <w:pStyle w:val="libNormal"/>
        <w:rPr>
          <w:lang w:bidi="bn-IN"/>
        </w:rPr>
      </w:pPr>
      <w:r w:rsidRPr="007710BF">
        <w:rPr>
          <w:cs/>
          <w:lang w:bidi="bn-IN"/>
        </w:rPr>
        <w:t>আমরা পূর্বে আলোচনা করেছি যে</w:t>
      </w:r>
      <w:r w:rsidR="00895143">
        <w:t>,</w:t>
      </w:r>
      <w:r w:rsidRPr="007710BF">
        <w:rPr>
          <w:cs/>
          <w:lang w:bidi="bn-IN"/>
        </w:rPr>
        <w:t>দার্শনিকের দৃষ্টিতে পূর্ণ মানবের প্রতিকৃতি এক রকম আর</w:t>
      </w:r>
      <w:r w:rsidR="00EF1DC1">
        <w:rPr>
          <w:lang w:bidi="bn-IN"/>
        </w:rPr>
        <w:t xml:space="preserve"> </w:t>
      </w:r>
      <w:r w:rsidRPr="007710BF">
        <w:rPr>
          <w:cs/>
          <w:lang w:bidi="bn-IN"/>
        </w:rPr>
        <w:t>এরফানের দৃষ্টিতে অন্য রকম। নব্য দার্শনিকদের দৃষ্টিতে আবার ভিন্ন রকম। পূর্ণ মানব সম্পর্কিত</w:t>
      </w:r>
      <w:r w:rsidR="00EF1DC1">
        <w:rPr>
          <w:lang w:bidi="bn-IN"/>
        </w:rPr>
        <w:t xml:space="preserve"> </w:t>
      </w:r>
      <w:r w:rsidRPr="007710BF">
        <w:rPr>
          <w:cs/>
          <w:lang w:bidi="bn-IN"/>
        </w:rPr>
        <w:t>আলোচনায় যে মতবাদগুলোকে সংক্ষিপ্তভাবে আমরা তুলে ধরেছি সেগুলোর বিস্তারিত বর্ণনা আমরা</w:t>
      </w:r>
      <w:r w:rsidR="00EF1DC1">
        <w:rPr>
          <w:lang w:bidi="bn-IN"/>
        </w:rPr>
        <w:t xml:space="preserve"> </w:t>
      </w:r>
      <w:r w:rsidRPr="007710BF">
        <w:rPr>
          <w:cs/>
          <w:lang w:bidi="bn-IN"/>
        </w:rPr>
        <w:t>পরবর্তীতে দান করব। যে মতবাদগুলো আমরা আলোচনা করেছি তা হলো বুদ্ধিবৃত্তিক মতবাদ</w:t>
      </w:r>
      <w:r w:rsidR="00895143">
        <w:t>,</w:t>
      </w:r>
      <w:r w:rsidRPr="007710BF">
        <w:rPr>
          <w:cs/>
          <w:lang w:bidi="bn-IN"/>
        </w:rPr>
        <w:t>আত্মিক মতবাদ বা আরেফদের মতাদর্শ</w:t>
      </w:r>
      <w:r w:rsidR="00895143">
        <w:t>,</w:t>
      </w:r>
      <w:r w:rsidRPr="007710BF">
        <w:rPr>
          <w:cs/>
          <w:lang w:bidi="bn-IN"/>
        </w:rPr>
        <w:t>ভালোবাসা বা প্রেমের মতবাদ</w:t>
      </w:r>
      <w:r w:rsidR="00895143">
        <w:t>,</w:t>
      </w:r>
      <w:r w:rsidRPr="007710BF">
        <w:rPr>
          <w:cs/>
          <w:lang w:bidi="bn-IN"/>
        </w:rPr>
        <w:t>ক্ষমতার মতবাদ এবং সেবার</w:t>
      </w:r>
      <w:r w:rsidR="00EF1DC1">
        <w:rPr>
          <w:lang w:bidi="bn-IN"/>
        </w:rPr>
        <w:t xml:space="preserve"> </w:t>
      </w:r>
      <w:r w:rsidRPr="007710BF">
        <w:rPr>
          <w:cs/>
          <w:lang w:bidi="bn-IN"/>
        </w:rPr>
        <w:t>মতবাদ। আজকের আলোচনায় আমরা এগুলোর একটিকে নিয়ে বিস্তারিত আলোচনা করব এবং এ</w:t>
      </w:r>
      <w:r w:rsidR="00EF1DC1">
        <w:rPr>
          <w:lang w:bidi="bn-IN"/>
        </w:rPr>
        <w:t xml:space="preserve"> </w:t>
      </w:r>
      <w:r w:rsidRPr="007710BF">
        <w:rPr>
          <w:cs/>
          <w:lang w:bidi="bn-IN"/>
        </w:rPr>
        <w:t>মতবাদের বিভিন্ন অংশ নিয়ে ইসলামের দৃষ্টিভঙ্গি তুলে ধরব যেমনভাবে গত আলোচনায় বুদ্ধিবৃত্তিক</w:t>
      </w:r>
      <w:r w:rsidR="00EF1DC1">
        <w:rPr>
          <w:lang w:bidi="bn-IN"/>
        </w:rPr>
        <w:t xml:space="preserve"> </w:t>
      </w:r>
      <w:r w:rsidRPr="007710BF">
        <w:rPr>
          <w:cs/>
          <w:lang w:bidi="bn-IN"/>
        </w:rPr>
        <w:t xml:space="preserve">মতবাদ </w:t>
      </w:r>
      <w:r w:rsidR="000C4B23">
        <w:rPr>
          <w:cs/>
          <w:lang w:bidi="bn-IN"/>
        </w:rPr>
        <w:t>সম্পর্কে</w:t>
      </w:r>
      <w:r w:rsidRPr="007710BF">
        <w:rPr>
          <w:cs/>
          <w:lang w:bidi="bn-IN"/>
        </w:rPr>
        <w:t xml:space="preserve"> আলোচনা করেছি।</w:t>
      </w:r>
    </w:p>
    <w:p w:rsidR="000669DB" w:rsidRDefault="007710BF" w:rsidP="00EF1DC1">
      <w:pPr>
        <w:pStyle w:val="libNormal"/>
        <w:rPr>
          <w:lang w:bidi="bn-IN"/>
        </w:rPr>
      </w:pPr>
      <w:r w:rsidRPr="007710BF">
        <w:rPr>
          <w:cs/>
          <w:lang w:bidi="bn-IN"/>
        </w:rPr>
        <w:t>আমাদের আজকের আলোচনার বিষয় হলো এরফানী ও তাসাউফী মতবাদের দৃষ্টিতে ইনসানে</w:t>
      </w:r>
      <w:r w:rsidR="00EF1DC1">
        <w:rPr>
          <w:lang w:bidi="bn-IN"/>
        </w:rPr>
        <w:t xml:space="preserve"> </w:t>
      </w:r>
      <w:r w:rsidRPr="007710BF">
        <w:rPr>
          <w:cs/>
          <w:lang w:bidi="bn-IN"/>
        </w:rPr>
        <w:t>কামেল বা পূর্ণ মানব। এরফান ও তাসাউফের দৃষ্টিতে পূর্ণ মানবের আলোচনাটি আমাদের নিকট</w:t>
      </w:r>
      <w:r w:rsidR="00EF1DC1">
        <w:rPr>
          <w:lang w:bidi="bn-IN"/>
        </w:rPr>
        <w:t xml:space="preserve"> </w:t>
      </w:r>
      <w:r w:rsidRPr="007710BF">
        <w:rPr>
          <w:cs/>
          <w:lang w:bidi="bn-IN"/>
        </w:rPr>
        <w:t>বিশেষ গুরুত্বের অধিকারী। এ্যারিস্টটল বা ইবনে সিনার মত দার্শনিকরা পূর্ণ মানবের প্রতিকৃতিকে</w:t>
      </w:r>
      <w:r w:rsidR="00EF1DC1">
        <w:rPr>
          <w:lang w:bidi="bn-IN"/>
        </w:rPr>
        <w:t xml:space="preserve"> </w:t>
      </w:r>
      <w:r w:rsidRPr="007710BF">
        <w:rPr>
          <w:cs/>
          <w:lang w:bidi="bn-IN"/>
        </w:rPr>
        <w:t>যেভাবে বর্ণনা করেছেন সাধারণ মানুষের মধ্যে সেটা পরিচিত নয়</w:t>
      </w:r>
      <w:r w:rsidR="00895143">
        <w:t>,</w:t>
      </w:r>
      <w:r w:rsidRPr="007710BF">
        <w:rPr>
          <w:cs/>
          <w:lang w:bidi="bn-IN"/>
        </w:rPr>
        <w:t>বরং তত্ত্ব হিসেবে দর্শনের</w:t>
      </w:r>
      <w:r w:rsidR="00EF1DC1">
        <w:rPr>
          <w:lang w:bidi="bn-IN"/>
        </w:rPr>
        <w:t xml:space="preserve"> </w:t>
      </w:r>
      <w:r w:rsidR="001933F7">
        <w:rPr>
          <w:cs/>
          <w:lang w:bidi="bn-IN"/>
        </w:rPr>
        <w:t>গ্রন্থ</w:t>
      </w:r>
      <w:r w:rsidRPr="007710BF">
        <w:rPr>
          <w:cs/>
          <w:lang w:bidi="bn-IN"/>
        </w:rPr>
        <w:t>গুলোর মধ্যে সীমাবদ্ধ রয়েছে</w:t>
      </w:r>
      <w:r w:rsidR="003936CB">
        <w:t>-</w:t>
      </w:r>
      <w:r w:rsidRPr="007710BF">
        <w:t xml:space="preserve"> </w:t>
      </w:r>
      <w:r w:rsidRPr="007710BF">
        <w:rPr>
          <w:cs/>
          <w:lang w:bidi="bn-IN"/>
        </w:rPr>
        <w:t>তার থেকে বের হয়ে আসেনি। কিন্তু এরফানী ও তাসাউফী মতাদর্শ</w:t>
      </w:r>
      <w:r w:rsidR="00EF1DC1">
        <w:rPr>
          <w:rStyle w:val="libAlaemChar"/>
        </w:rPr>
        <w:t xml:space="preserve"> </w:t>
      </w:r>
      <w:r w:rsidRPr="007710BF">
        <w:rPr>
          <w:cs/>
          <w:lang w:bidi="bn-IN"/>
        </w:rPr>
        <w:t xml:space="preserve">পূর্ণ মানব সম্পর্কিত </w:t>
      </w:r>
      <w:r w:rsidR="00611BB9">
        <w:rPr>
          <w:cs/>
          <w:lang w:bidi="bn-IN"/>
        </w:rPr>
        <w:t>তা</w:t>
      </w:r>
      <w:r w:rsidRPr="007710BF">
        <w:rPr>
          <w:cs/>
          <w:lang w:bidi="bn-IN"/>
        </w:rPr>
        <w:t>দের দৃষ্টিভঙ্গিকে সাধারণ মানুষের মধ্যে কবিতা ও প্রবন্ধের মাধ্যমে ছড়িয়ে</w:t>
      </w:r>
      <w:r w:rsidR="00EF1DC1">
        <w:rPr>
          <w:lang w:bidi="bn-IN"/>
        </w:rPr>
        <w:t xml:space="preserve"> </w:t>
      </w:r>
      <w:r w:rsidRPr="007710BF">
        <w:rPr>
          <w:cs/>
          <w:lang w:bidi="bn-IN"/>
        </w:rPr>
        <w:t xml:space="preserve">দিয়েছে। এরফানী </w:t>
      </w:r>
      <w:r w:rsidR="001933F7">
        <w:rPr>
          <w:cs/>
          <w:lang w:bidi="bn-IN"/>
        </w:rPr>
        <w:t>গ্রন্থ</w:t>
      </w:r>
      <w:r w:rsidRPr="007710BF">
        <w:rPr>
          <w:cs/>
          <w:lang w:bidi="bn-IN"/>
        </w:rPr>
        <w:t xml:space="preserve">সমূহ যেহেতু এ ষিয়টিকে লেখনী ও কবিতাতে রূপক </w:t>
      </w:r>
      <w:r w:rsidR="00695D8C">
        <w:rPr>
          <w:cs/>
          <w:lang w:bidi="bn-IN"/>
        </w:rPr>
        <w:t>অর্থে</w:t>
      </w:r>
      <w:r w:rsidRPr="007710BF">
        <w:rPr>
          <w:cs/>
          <w:lang w:bidi="bn-IN"/>
        </w:rPr>
        <w:t xml:space="preserve"> ব্যবহার করেছে তাই</w:t>
      </w:r>
      <w:r w:rsidR="00EF1DC1">
        <w:rPr>
          <w:rStyle w:val="libAlaemChar"/>
        </w:rPr>
        <w:t xml:space="preserve"> </w:t>
      </w:r>
      <w:r w:rsidRPr="007710BF">
        <w:rPr>
          <w:cs/>
          <w:lang w:bidi="bn-IN"/>
        </w:rPr>
        <w:t>তা সাধারণ মানুষের অন্তরে অধিক প্রভাব ফেলতে সক্ষম হয়েছে</w:t>
      </w:r>
      <w:r w:rsidRPr="007710BF">
        <w:rPr>
          <w:cs/>
          <w:lang w:bidi="hi-IN"/>
        </w:rPr>
        <w:t xml:space="preserve">। </w:t>
      </w:r>
      <w:r w:rsidRPr="007710BF">
        <w:rPr>
          <w:cs/>
          <w:lang w:bidi="bn-IN"/>
        </w:rPr>
        <w:t xml:space="preserve">এ মতাদর্শেও দর্শন ও </w:t>
      </w:r>
      <w:r w:rsidR="004B32C2">
        <w:rPr>
          <w:cs/>
          <w:lang w:bidi="bn-IN"/>
        </w:rPr>
        <w:t>বুদ্ধি</w:t>
      </w:r>
      <w:r w:rsidRPr="007710BF">
        <w:rPr>
          <w:cs/>
          <w:lang w:bidi="bn-IN"/>
        </w:rPr>
        <w:t>বৃত্তির</w:t>
      </w:r>
      <w:r w:rsidR="000669DB">
        <w:rPr>
          <w:lang w:bidi="bn-IN"/>
        </w:rPr>
        <w:t xml:space="preserve"> </w:t>
      </w:r>
      <w:r w:rsidRPr="007710BF">
        <w:rPr>
          <w:cs/>
          <w:lang w:bidi="bn-IN"/>
        </w:rPr>
        <w:t>মতবাদের মতো কিছু বিষয় রয়েছে যা ইসলাম গ্রহণ করে। তদুপরি এ মতবাদও সমালোচনার ঊর্ধ্বে</w:t>
      </w:r>
      <w:r w:rsidR="000669DB">
        <w:rPr>
          <w:lang w:bidi="bn-IN"/>
        </w:rPr>
        <w:t xml:space="preserve"> </w:t>
      </w:r>
      <w:r w:rsidRPr="007710BF">
        <w:rPr>
          <w:cs/>
          <w:lang w:bidi="bn-IN"/>
        </w:rPr>
        <w:t>নয়। ইসলামের পূর্ণ মানব এরফানের পূর্ণ মানবের সঙ্গে একশ</w:t>
      </w:r>
      <w:r w:rsidRPr="007710BF">
        <w:t xml:space="preserve"> </w:t>
      </w:r>
      <w:r w:rsidRPr="007710BF">
        <w:rPr>
          <w:cs/>
          <w:lang w:bidi="bn-IN"/>
        </w:rPr>
        <w:t>ভাগ খাপ খায় না।</w:t>
      </w:r>
    </w:p>
    <w:p w:rsidR="000669DB" w:rsidRDefault="000669DB" w:rsidP="00EF1DC1">
      <w:pPr>
        <w:pStyle w:val="libNormal"/>
        <w:rPr>
          <w:lang w:bidi="bn-IN"/>
        </w:rPr>
      </w:pPr>
    </w:p>
    <w:p w:rsidR="000669DB" w:rsidRDefault="007710BF" w:rsidP="000669DB">
      <w:pPr>
        <w:pStyle w:val="libBold1"/>
        <w:rPr>
          <w:lang w:bidi="bn-IN"/>
        </w:rPr>
      </w:pPr>
      <w:r w:rsidRPr="007710BF">
        <w:rPr>
          <w:cs/>
          <w:lang w:bidi="bn-IN"/>
        </w:rPr>
        <w:t>আরেফদের দৃষ্টি প্রেম</w:t>
      </w:r>
    </w:p>
    <w:p w:rsidR="000669DB" w:rsidRDefault="001933F7" w:rsidP="000669DB">
      <w:pPr>
        <w:pStyle w:val="libNormal"/>
        <w:rPr>
          <w:lang w:bidi="bn-IN"/>
        </w:rPr>
      </w:pPr>
      <w:r>
        <w:rPr>
          <w:cs/>
          <w:lang w:bidi="bn-IN"/>
        </w:rPr>
        <w:t>পূর্ব</w:t>
      </w:r>
      <w:r w:rsidR="007710BF" w:rsidRPr="007710BF">
        <w:rPr>
          <w:cs/>
          <w:lang w:bidi="bn-IN"/>
        </w:rPr>
        <w:t>বর্তী আলোচনায় আমরা বলেছি দর্শন আকল বা বুদ্ধিবৃত্তিক</w:t>
      </w:r>
      <w:r w:rsidR="000669DB">
        <w:rPr>
          <w:cs/>
          <w:lang w:bidi="bn-IN"/>
        </w:rPr>
        <w:t>ে মানুষের সত্তা ও মূল বলে জানে</w:t>
      </w:r>
      <w:r w:rsidR="007710BF" w:rsidRPr="007710BF">
        <w:rPr>
          <w:cs/>
          <w:lang w:bidi="hi-IN"/>
        </w:rPr>
        <w:t>।</w:t>
      </w:r>
      <w:r w:rsidR="000669DB">
        <w:rPr>
          <w:lang w:bidi="bn-IN"/>
        </w:rPr>
        <w:t xml:space="preserve"> </w:t>
      </w:r>
      <w:r w:rsidR="007710BF" w:rsidRPr="007710BF">
        <w:rPr>
          <w:cs/>
          <w:lang w:bidi="bn-IN"/>
        </w:rPr>
        <w:t>আকল ব্যতীত অন্য সকল কিছুকে মানুষের সত্তা বহিভূত ব</w:t>
      </w:r>
      <w:r w:rsidR="000669DB">
        <w:rPr>
          <w:cs/>
          <w:lang w:bidi="bn-IN"/>
        </w:rPr>
        <w:t>লে জানে এবং মাধ্যম বলে মনে করে</w:t>
      </w:r>
      <w:r w:rsidR="007710BF" w:rsidRPr="007710BF">
        <w:rPr>
          <w:cs/>
          <w:lang w:bidi="hi-IN"/>
        </w:rPr>
        <w:t>।</w:t>
      </w:r>
      <w:r w:rsidR="000669DB">
        <w:rPr>
          <w:lang w:bidi="bn-IN"/>
        </w:rPr>
        <w:t xml:space="preserve"> </w:t>
      </w:r>
      <w:r w:rsidR="007710BF" w:rsidRPr="007710BF">
        <w:rPr>
          <w:cs/>
          <w:lang w:bidi="bn-IN"/>
        </w:rPr>
        <w:t>মানুষের অহমকে (আমিত্ব) তার চিন্তাশক্তি বলে বিশ্বাস করে। আরেফগণ মানুষের আকল বা চিন্তাকে</w:t>
      </w:r>
      <w:r w:rsidR="000669DB">
        <w:rPr>
          <w:lang w:bidi="bn-IN"/>
        </w:rPr>
        <w:t xml:space="preserve"> </w:t>
      </w:r>
      <w:r w:rsidR="007710BF" w:rsidRPr="007710BF">
        <w:rPr>
          <w:cs/>
          <w:lang w:bidi="bn-IN"/>
        </w:rPr>
        <w:t>অহম বলে মনে করেন না। বরং চিন্তাশক্তিকে মাধ্যম বলে মনে করেন। তবে মাধ্যম হিসেবেও একে</w:t>
      </w:r>
      <w:r w:rsidR="000669DB">
        <w:rPr>
          <w:lang w:bidi="bn-IN"/>
        </w:rPr>
        <w:t xml:space="preserve"> </w:t>
      </w:r>
      <w:r w:rsidR="007710BF" w:rsidRPr="007710BF">
        <w:rPr>
          <w:cs/>
          <w:lang w:bidi="bn-IN"/>
        </w:rPr>
        <w:t>খুব নির্ভরযোগ্য হিসেবে গ্রহণ করেন না। এরফানের দৃষ্টিতে মানুষের প্রকৃত সত্তা বা আমিত্ব হলো তার</w:t>
      </w:r>
      <w:r w:rsidR="000669DB">
        <w:rPr>
          <w:lang w:bidi="bn-IN"/>
        </w:rPr>
        <w:t xml:space="preserve"> </w:t>
      </w:r>
      <w:r w:rsidR="007710BF" w:rsidRPr="007710BF">
        <w:rPr>
          <w:cs/>
          <w:lang w:bidi="bn-IN"/>
        </w:rPr>
        <w:t>কালব বা হৃদয়। দার্শনিকের বুদ্ধিবৃত্তি</w:t>
      </w:r>
      <w:r w:rsidR="000669DB">
        <w:rPr>
          <w:lang w:bidi="bn-IN"/>
        </w:rPr>
        <w:t xml:space="preserve"> </w:t>
      </w:r>
      <w:r w:rsidR="007710BF" w:rsidRPr="007710BF">
        <w:rPr>
          <w:cs/>
          <w:lang w:bidi="bn-IN"/>
        </w:rPr>
        <w:t>কেন্দ্রিক আমিত্বের বিপরীতে আরেফ আমিত্বকে কালব বলে</w:t>
      </w:r>
      <w:r w:rsidR="000669DB">
        <w:rPr>
          <w:lang w:bidi="bn-IN"/>
        </w:rPr>
        <w:t xml:space="preserve"> </w:t>
      </w:r>
      <w:r w:rsidR="007710BF" w:rsidRPr="007710BF">
        <w:rPr>
          <w:cs/>
          <w:lang w:bidi="bn-IN"/>
        </w:rPr>
        <w:t>ব্যাখ্যা করেন। অবশ্য সন্দেহাতীতভাবে বলা যায়</w:t>
      </w:r>
      <w:r w:rsidR="00895143">
        <w:t>,</w:t>
      </w:r>
      <w:r w:rsidR="007710BF" w:rsidRPr="007710BF">
        <w:rPr>
          <w:cs/>
          <w:lang w:bidi="bn-IN"/>
        </w:rPr>
        <w:t>আরেফ কালব বলতে মানব</w:t>
      </w:r>
      <w:r w:rsidR="000669DB">
        <w:rPr>
          <w:lang w:bidi="bn-IN"/>
        </w:rPr>
        <w:t xml:space="preserve"> </w:t>
      </w:r>
      <w:r w:rsidR="007710BF" w:rsidRPr="007710BF">
        <w:rPr>
          <w:cs/>
          <w:lang w:bidi="bn-IN"/>
        </w:rPr>
        <w:t xml:space="preserve">দেহের বাম </w:t>
      </w:r>
      <w:r w:rsidR="000669DB" w:rsidRPr="000669DB">
        <w:rPr>
          <w:cs/>
          <w:lang w:bidi="bn-IN"/>
        </w:rPr>
        <w:t>পার্শ্বস্থিত</w:t>
      </w:r>
      <w:r w:rsidR="000669DB" w:rsidRPr="00170828">
        <w:rPr>
          <w:rFonts w:hint="cs"/>
          <w:rtl/>
        </w:rPr>
        <w:t xml:space="preserve"> </w:t>
      </w:r>
      <w:r w:rsidR="007710BF" w:rsidRPr="007710BF">
        <w:rPr>
          <w:cs/>
          <w:lang w:bidi="bn-IN"/>
        </w:rPr>
        <w:t>ত্রিকোণাকার মাংসপিণ্ডকে বোঝান না যা সার্জন প্রফেসর বার্নার্ড অস্ত্রোপাচার করে পুনঃস্থাপন</w:t>
      </w:r>
      <w:r w:rsidR="000669DB" w:rsidRPr="00170828">
        <w:rPr>
          <w:rFonts w:hint="cs"/>
          <w:rtl/>
        </w:rPr>
        <w:t xml:space="preserve"> </w:t>
      </w:r>
      <w:r w:rsidR="007710BF" w:rsidRPr="007710BF">
        <w:rPr>
          <w:cs/>
          <w:lang w:bidi="bn-IN"/>
        </w:rPr>
        <w:t xml:space="preserve">করেছেন। যেমনভাবে আকল চিন্তা ও </w:t>
      </w:r>
      <w:r w:rsidR="00D94847">
        <w:rPr>
          <w:cs/>
          <w:lang w:bidi="bn-IN"/>
        </w:rPr>
        <w:t>বিশ্লেষণের</w:t>
      </w:r>
      <w:r w:rsidR="007710BF" w:rsidRPr="007710BF">
        <w:rPr>
          <w:rFonts w:hint="cs"/>
          <w:cs/>
          <w:lang w:bidi="bn-IN"/>
        </w:rPr>
        <w:t xml:space="preserve"> কেন্দ্র তেমনি হৃদয় মানুষের আকা</w:t>
      </w:r>
      <w:r w:rsidR="000669DB">
        <w:rPr>
          <w:rFonts w:hint="cs"/>
          <w:cs/>
          <w:lang w:bidi="bn-IN"/>
        </w:rPr>
        <w:t>ঙ্ক্ষা</w:t>
      </w:r>
      <w:r w:rsidR="007710BF" w:rsidRPr="007710BF">
        <w:rPr>
          <w:rFonts w:hint="cs"/>
          <w:cs/>
          <w:lang w:bidi="bn-IN"/>
        </w:rPr>
        <w:t>র কেন্দ্র।</w:t>
      </w:r>
      <w:r w:rsidR="000669DB">
        <w:rPr>
          <w:lang w:bidi="bn-IN"/>
        </w:rPr>
        <w:t xml:space="preserve"> </w:t>
      </w:r>
      <w:r w:rsidR="007710BF" w:rsidRPr="007710BF">
        <w:rPr>
          <w:rFonts w:hint="cs"/>
          <w:cs/>
          <w:lang w:bidi="bn-IN"/>
        </w:rPr>
        <w:t>আকল ও হৃদয় মানবদেহের ভিন্ন দু</w:t>
      </w:r>
      <w:r w:rsidR="007710BF" w:rsidRPr="001933EC">
        <w:rPr>
          <w:rStyle w:val="libAlaemChar"/>
        </w:rPr>
        <w:t>’</w:t>
      </w:r>
      <w:r w:rsidR="007710BF" w:rsidRPr="007710BF">
        <w:rPr>
          <w:cs/>
          <w:lang w:bidi="bn-IN"/>
        </w:rPr>
        <w:t>টি কেন্দ্র।</w:t>
      </w:r>
    </w:p>
    <w:p w:rsidR="000669DB" w:rsidRDefault="007710BF" w:rsidP="00D6387D">
      <w:pPr>
        <w:pStyle w:val="libNormal"/>
        <w:rPr>
          <w:lang w:bidi="hi-IN"/>
        </w:rPr>
      </w:pPr>
      <w:r w:rsidRPr="007710BF">
        <w:rPr>
          <w:cs/>
          <w:lang w:bidi="bn-IN"/>
        </w:rPr>
        <w:t>আরেফ অনুভূতিকে</w:t>
      </w:r>
      <w:r w:rsidR="00895143">
        <w:t>,</w:t>
      </w:r>
      <w:r w:rsidRPr="007710BF">
        <w:rPr>
          <w:cs/>
          <w:lang w:bidi="bn-IN"/>
        </w:rPr>
        <w:t>সার্বিকভাবে বললে প্রেমকে (যা অনুভূতির কেন্দ্রগুলোর মধ্যে সবচেয়ে</w:t>
      </w:r>
      <w:r w:rsidR="000669DB">
        <w:rPr>
          <w:lang w:bidi="bn-IN"/>
        </w:rPr>
        <w:t xml:space="preserve"> </w:t>
      </w:r>
      <w:r w:rsidRPr="007710BF">
        <w:rPr>
          <w:cs/>
          <w:lang w:bidi="bn-IN"/>
        </w:rPr>
        <w:t>শক্তিশালী) বিশেষভাবে গুরুত্ব ও মূল্য দান করেন। একজন বিজ্ঞ দার্শনিকের নিকট চিন্তা</w:t>
      </w:r>
      <w:r w:rsidR="00895143">
        <w:t>,</w:t>
      </w:r>
      <w:r w:rsidRPr="007710BF">
        <w:rPr>
          <w:cs/>
          <w:lang w:bidi="bn-IN"/>
        </w:rPr>
        <w:t>যুক্তি ও</w:t>
      </w:r>
      <w:r w:rsidR="000669DB">
        <w:rPr>
          <w:lang w:bidi="bn-IN"/>
        </w:rPr>
        <w:t xml:space="preserve"> </w:t>
      </w:r>
      <w:r w:rsidRPr="007710BF">
        <w:rPr>
          <w:cs/>
          <w:lang w:bidi="bn-IN"/>
        </w:rPr>
        <w:t>প্রমাণ উপস্থাপনের গুরুত্ব যেরূপ</w:t>
      </w:r>
      <w:r w:rsidR="00895143">
        <w:t>,</w:t>
      </w:r>
      <w:r w:rsidRPr="007710BF">
        <w:rPr>
          <w:cs/>
          <w:lang w:bidi="bn-IN"/>
        </w:rPr>
        <w:t xml:space="preserve">একজন আরেফের নিকট প্রেম ও ভালবাসার গুরুত্বও </w:t>
      </w:r>
      <w:r w:rsidR="0069317E">
        <w:rPr>
          <w:cs/>
          <w:lang w:bidi="bn-IN"/>
        </w:rPr>
        <w:t>তদ্রূপ</w:t>
      </w:r>
      <w:r w:rsidRPr="007710BF">
        <w:rPr>
          <w:cs/>
          <w:lang w:bidi="hi-IN"/>
        </w:rPr>
        <w:t xml:space="preserve">। </w:t>
      </w:r>
      <w:r w:rsidRPr="007710BF">
        <w:rPr>
          <w:cs/>
          <w:lang w:bidi="bn-IN"/>
        </w:rPr>
        <w:t>অবশ্য</w:t>
      </w:r>
      <w:r w:rsidR="000669DB">
        <w:rPr>
          <w:lang w:bidi="bn-IN"/>
        </w:rPr>
        <w:t xml:space="preserve"> </w:t>
      </w:r>
      <w:r w:rsidRPr="007710BF">
        <w:rPr>
          <w:cs/>
          <w:lang w:bidi="bn-IN"/>
        </w:rPr>
        <w:t xml:space="preserve">আরেফগণ </w:t>
      </w:r>
      <w:r w:rsidR="000669DB" w:rsidRPr="000669DB">
        <w:rPr>
          <w:cs/>
          <w:lang w:bidi="bn-IN"/>
        </w:rPr>
        <w:t>ইশক</w:t>
      </w:r>
      <w:r w:rsidRPr="007710BF">
        <w:rPr>
          <w:cs/>
          <w:lang w:bidi="bn-IN"/>
        </w:rPr>
        <w:t xml:space="preserve"> বা প্রেম বলতে যা বোঝান তার সঙ্গে আমাদের পত্র-পত্রিকার প্রেমের পার্থক্য</w:t>
      </w:r>
      <w:r w:rsidR="000669DB">
        <w:rPr>
          <w:lang w:bidi="bn-IN"/>
        </w:rPr>
        <w:t xml:space="preserve"> </w:t>
      </w:r>
      <w:r w:rsidRPr="007710BF">
        <w:rPr>
          <w:cs/>
          <w:lang w:bidi="bn-IN"/>
        </w:rPr>
        <w:t>আকাশ-পাতাল। পত্রিকা ও ম্যাগাজিনের প্রেম দৈহিক। অপরপক্ষে প্রথমত আরেফগণের প্রেম মানুষের</w:t>
      </w:r>
      <w:r w:rsidR="000669DB">
        <w:rPr>
          <w:lang w:bidi="bn-IN"/>
        </w:rPr>
        <w:t xml:space="preserve"> </w:t>
      </w:r>
      <w:r w:rsidRPr="007710BF">
        <w:rPr>
          <w:cs/>
          <w:lang w:bidi="bn-IN"/>
        </w:rPr>
        <w:t xml:space="preserve">আত্মায় </w:t>
      </w:r>
      <w:r w:rsidR="00FE6D44">
        <w:rPr>
          <w:cs/>
          <w:lang w:bidi="bn-IN"/>
        </w:rPr>
        <w:t>উদ্ভূত</w:t>
      </w:r>
      <w:r w:rsidRPr="007710BF">
        <w:rPr>
          <w:cs/>
          <w:lang w:bidi="bn-IN"/>
        </w:rPr>
        <w:t xml:space="preserve"> হয়ে খোদায় </w:t>
      </w:r>
      <w:r w:rsidR="00611BB9">
        <w:rPr>
          <w:cs/>
          <w:lang w:bidi="bn-IN"/>
        </w:rPr>
        <w:t>পৌ</w:t>
      </w:r>
      <w:r w:rsidRPr="007710BF">
        <w:rPr>
          <w:cs/>
          <w:lang w:bidi="bn-IN"/>
        </w:rPr>
        <w:t xml:space="preserve">ছায় এবং আরেফের </w:t>
      </w:r>
      <w:r w:rsidR="005E5BE9">
        <w:rPr>
          <w:cs/>
          <w:lang w:bidi="bn-IN"/>
        </w:rPr>
        <w:t>প্রকৃত</w:t>
      </w:r>
      <w:r w:rsidRPr="007710BF">
        <w:rPr>
          <w:cs/>
          <w:lang w:bidi="bn-IN"/>
        </w:rPr>
        <w:t xml:space="preserve"> প্রেমিক ও একমাত্র প</w:t>
      </w:r>
      <w:r w:rsidR="000669DB">
        <w:rPr>
          <w:cs/>
          <w:lang w:bidi="bn-IN"/>
        </w:rPr>
        <w:t>্রেমাস্পদ শুধুই</w:t>
      </w:r>
      <w:r w:rsidR="000669DB">
        <w:rPr>
          <w:lang w:bidi="bn-IN"/>
        </w:rPr>
        <w:t xml:space="preserve"> </w:t>
      </w:r>
      <w:r w:rsidRPr="007710BF">
        <w:rPr>
          <w:cs/>
          <w:lang w:bidi="bn-IN"/>
        </w:rPr>
        <w:t>আ</w:t>
      </w:r>
      <w:r w:rsidR="006B46F0">
        <w:rPr>
          <w:cs/>
          <w:lang w:bidi="bn-IN"/>
        </w:rPr>
        <w:t>ল্লা</w:t>
      </w:r>
      <w:r w:rsidRPr="007710BF">
        <w:rPr>
          <w:rFonts w:hint="cs"/>
          <w:cs/>
          <w:lang w:bidi="bn-IN"/>
        </w:rPr>
        <w:t>হ্</w:t>
      </w:r>
      <w:r w:rsidRPr="007710BF">
        <w:rPr>
          <w:rFonts w:hint="cs"/>
          <w:cs/>
          <w:lang w:bidi="hi-IN"/>
        </w:rPr>
        <w:t>।</w:t>
      </w:r>
    </w:p>
    <w:p w:rsidR="00D6387D" w:rsidRDefault="007710BF" w:rsidP="000669DB">
      <w:pPr>
        <w:pStyle w:val="libNormal"/>
      </w:pPr>
      <w:r w:rsidRPr="00D6387D">
        <w:rPr>
          <w:rFonts w:hint="cs"/>
          <w:cs/>
          <w:lang w:bidi="bn-IN"/>
        </w:rPr>
        <w:t>দ্বিতীয়ত আরেফগণের প্রেম মানুষের মধ্যে সীমাবদ্ধ নয়। আরেফ বিশ্বাস করেন সমগ্র সৃষ্টিজগতে</w:t>
      </w:r>
      <w:r w:rsidR="00D6387D">
        <w:rPr>
          <w:lang w:bidi="bn-IN"/>
        </w:rPr>
        <w:t xml:space="preserve"> </w:t>
      </w:r>
      <w:r w:rsidRPr="00D6387D">
        <w:rPr>
          <w:rFonts w:hint="cs"/>
          <w:cs/>
          <w:lang w:bidi="bn-IN"/>
        </w:rPr>
        <w:t xml:space="preserve">প্রেম </w:t>
      </w:r>
      <w:r w:rsidR="00D6387D">
        <w:rPr>
          <w:rFonts w:hint="cs"/>
          <w:cs/>
          <w:lang w:bidi="bn-IN"/>
        </w:rPr>
        <w:t>বিস্তৃত</w:t>
      </w:r>
      <w:r w:rsidRPr="00D6387D">
        <w:rPr>
          <w:rFonts w:hint="cs"/>
          <w:cs/>
          <w:lang w:bidi="hi-IN"/>
        </w:rPr>
        <w:t xml:space="preserve">। </w:t>
      </w:r>
      <w:r w:rsidRPr="00D6387D">
        <w:rPr>
          <w:rFonts w:hint="cs"/>
          <w:cs/>
          <w:lang w:bidi="bn-IN"/>
        </w:rPr>
        <w:t>কোন কোন এরফানী ও এরফানমুখী দর্শনের গ্রন্থে</w:t>
      </w:r>
      <w:r w:rsidR="00895143" w:rsidRPr="00D6387D">
        <w:t>,</w:t>
      </w:r>
      <w:r w:rsidRPr="00D6387D">
        <w:rPr>
          <w:cs/>
          <w:lang w:bidi="bn-IN"/>
        </w:rPr>
        <w:t xml:space="preserve">যেমন </w:t>
      </w:r>
      <w:r w:rsidRPr="00D6387D">
        <w:rPr>
          <w:rStyle w:val="libAlaemChar"/>
        </w:rPr>
        <w:t>‘</w:t>
      </w:r>
      <w:r w:rsidRPr="00D6387D">
        <w:rPr>
          <w:cs/>
          <w:lang w:bidi="bn-IN"/>
        </w:rPr>
        <w:t>আসফার</w:t>
      </w:r>
      <w:r w:rsidRPr="00D6387D">
        <w:rPr>
          <w:rStyle w:val="libAlaemChar"/>
        </w:rPr>
        <w:t>’</w:t>
      </w:r>
      <w:r w:rsidRPr="00D6387D">
        <w:t>-</w:t>
      </w:r>
      <w:r w:rsidR="00D6387D">
        <w:rPr>
          <w:cs/>
          <w:lang w:bidi="bn-IN"/>
        </w:rPr>
        <w:t>এ একটি অধ্যায়</w:t>
      </w:r>
      <w:r w:rsidR="00D6387D">
        <w:rPr>
          <w:lang w:bidi="bn-IN"/>
        </w:rPr>
        <w:t xml:space="preserve"> </w:t>
      </w:r>
      <w:r w:rsidRPr="00D6387D">
        <w:rPr>
          <w:cs/>
          <w:lang w:bidi="bn-IN"/>
        </w:rPr>
        <w:t xml:space="preserve">রয়েছে যার নাম </w:t>
      </w:r>
      <w:r w:rsidRPr="00D6387D">
        <w:rPr>
          <w:rStyle w:val="libAlaemChar"/>
        </w:rPr>
        <w:t>‘</w:t>
      </w:r>
      <w:r w:rsidR="00D6387D">
        <w:rPr>
          <w:cs/>
          <w:lang w:bidi="bn-IN"/>
        </w:rPr>
        <w:t>ফি সিরইয়ানিল ইশক</w:t>
      </w:r>
      <w:r w:rsidRPr="00D6387D">
        <w:rPr>
          <w:cs/>
          <w:lang w:bidi="bn-IN"/>
        </w:rPr>
        <w:t xml:space="preserve"> ফি জামিয়িল মাওজুদাত</w:t>
      </w:r>
      <w:r w:rsidRPr="00D6387D">
        <w:rPr>
          <w:rStyle w:val="libAlaemChar"/>
        </w:rPr>
        <w:t>’</w:t>
      </w:r>
      <w:r w:rsidRPr="00D6387D">
        <w:t xml:space="preserve"> </w:t>
      </w:r>
      <w:r w:rsidRPr="00D6387D">
        <w:rPr>
          <w:cs/>
          <w:lang w:bidi="bn-IN"/>
        </w:rPr>
        <w:t>অর্থাৎ সমগ্র অস্তিত্বজগতে</w:t>
      </w:r>
      <w:r w:rsidRPr="007710BF">
        <w:rPr>
          <w:cs/>
          <w:lang w:bidi="bn-IN"/>
        </w:rPr>
        <w:t xml:space="preserve"> প্রেমের</w:t>
      </w:r>
      <w:r w:rsidR="00D6387D">
        <w:rPr>
          <w:lang w:bidi="bn-IN"/>
        </w:rPr>
        <w:t xml:space="preserve"> </w:t>
      </w:r>
      <w:r w:rsidRPr="007710BF">
        <w:rPr>
          <w:cs/>
          <w:lang w:bidi="bn-IN"/>
        </w:rPr>
        <w:t xml:space="preserve">বিচরণ। </w:t>
      </w:r>
      <w:r w:rsidR="00FE6D44">
        <w:rPr>
          <w:cs/>
          <w:lang w:bidi="bn-IN"/>
        </w:rPr>
        <w:t>তারা</w:t>
      </w:r>
      <w:r w:rsidRPr="007710BF">
        <w:rPr>
          <w:cs/>
          <w:lang w:bidi="bn-IN"/>
        </w:rPr>
        <w:t xml:space="preserve"> বিশ্বাস করেন প্রেম এক বাস্তবতা যা </w:t>
      </w:r>
      <w:r w:rsidR="00D6387D">
        <w:rPr>
          <w:cs/>
          <w:lang w:bidi="bn-IN"/>
        </w:rPr>
        <w:t>অস্তিত্ব</w:t>
      </w:r>
      <w:r w:rsidR="00D6387D">
        <w:rPr>
          <w:lang w:bidi="bn-IN"/>
        </w:rPr>
        <w:t xml:space="preserve"> </w:t>
      </w:r>
      <w:r w:rsidRPr="007710BF">
        <w:rPr>
          <w:cs/>
          <w:lang w:bidi="bn-IN"/>
        </w:rPr>
        <w:t>জগতের অণু-পরমাণুতে ছড়িয়ে রয়েছে। এই</w:t>
      </w:r>
      <w:r w:rsidR="00D6387D">
        <w:t xml:space="preserve"> </w:t>
      </w:r>
      <w:r w:rsidRPr="007710BF">
        <w:rPr>
          <w:cs/>
          <w:lang w:bidi="bn-IN"/>
        </w:rPr>
        <w:t>বায়ু</w:t>
      </w:r>
      <w:r w:rsidR="00895143">
        <w:t>,</w:t>
      </w:r>
      <w:r w:rsidRPr="007710BF">
        <w:rPr>
          <w:cs/>
          <w:lang w:bidi="bn-IN"/>
        </w:rPr>
        <w:t>পাথর</w:t>
      </w:r>
      <w:r w:rsidR="00895143">
        <w:t>,</w:t>
      </w:r>
      <w:r w:rsidRPr="007710BF">
        <w:rPr>
          <w:cs/>
          <w:lang w:bidi="bn-IN"/>
        </w:rPr>
        <w:t xml:space="preserve">এমনকি বস্তুর </w:t>
      </w:r>
      <w:r w:rsidR="00D6387D">
        <w:rPr>
          <w:cs/>
          <w:lang w:bidi="bn-IN"/>
        </w:rPr>
        <w:t>ক্ষুদ্র</w:t>
      </w:r>
      <w:r w:rsidRPr="007710BF">
        <w:rPr>
          <w:cs/>
          <w:lang w:bidi="bn-IN"/>
        </w:rPr>
        <w:t xml:space="preserve">তম এককের মধ্যেও প্রেম বিদ্যমান। </w:t>
      </w:r>
      <w:r w:rsidR="005E5BE9">
        <w:rPr>
          <w:cs/>
          <w:lang w:bidi="bn-IN"/>
        </w:rPr>
        <w:t>প্রকৃত</w:t>
      </w:r>
      <w:r w:rsidR="00D6387D">
        <w:rPr>
          <w:cs/>
          <w:lang w:bidi="bn-IN"/>
        </w:rPr>
        <w:t>পক্ষে যা আসল ও মৌলিক</w:t>
      </w:r>
      <w:r w:rsidR="00D6387D">
        <w:rPr>
          <w:lang w:bidi="bn-IN"/>
        </w:rPr>
        <w:t xml:space="preserve"> </w:t>
      </w:r>
      <w:r w:rsidRPr="007710BF">
        <w:rPr>
          <w:cs/>
          <w:lang w:bidi="bn-IN"/>
        </w:rPr>
        <w:t>তা প্রেম</w:t>
      </w:r>
      <w:r w:rsidR="00895143">
        <w:t>,</w:t>
      </w:r>
      <w:r w:rsidRPr="007710BF">
        <w:rPr>
          <w:cs/>
          <w:lang w:bidi="bn-IN"/>
        </w:rPr>
        <w:t>প্রেম ব্যতীত অন্য সকল কিছুই এর উপমা ও অলংকার বিশেষ। মাওলানা রুমীর ভাষায়</w:t>
      </w:r>
      <w:r w:rsidR="003936CB">
        <w:t>-</w:t>
      </w:r>
    </w:p>
    <w:p w:rsidR="00D6387D" w:rsidRDefault="007710BF" w:rsidP="00D6387D">
      <w:pPr>
        <w:pStyle w:val="libCenter"/>
        <w:rPr>
          <w:lang w:bidi="bn-IN"/>
        </w:rPr>
      </w:pPr>
      <w:r w:rsidRPr="001933EC">
        <w:rPr>
          <w:rStyle w:val="libAlaemChar"/>
        </w:rPr>
        <w:t>“</w:t>
      </w:r>
      <w:r w:rsidRPr="007710BF">
        <w:rPr>
          <w:cs/>
          <w:lang w:bidi="bn-IN"/>
        </w:rPr>
        <w:t>প্রেম দরিয়া যেন</w:t>
      </w:r>
      <w:r w:rsidR="00895143">
        <w:t>,</w:t>
      </w:r>
      <w:r w:rsidRPr="007710BF">
        <w:rPr>
          <w:cs/>
          <w:lang w:bidi="bn-IN"/>
        </w:rPr>
        <w:t>আসমান তার ফেনা</w:t>
      </w:r>
    </w:p>
    <w:p w:rsidR="00D6387D" w:rsidRDefault="007710BF" w:rsidP="00D6387D">
      <w:pPr>
        <w:pStyle w:val="libCenter"/>
        <w:rPr>
          <w:rStyle w:val="libAlaemChar"/>
        </w:rPr>
      </w:pPr>
      <w:r w:rsidRPr="007710BF">
        <w:rPr>
          <w:cs/>
          <w:lang w:bidi="bn-IN"/>
        </w:rPr>
        <w:t>জুলাইখার চোখে যেন ইউসুফের নেশা।</w:t>
      </w:r>
      <w:r w:rsidRPr="001933EC">
        <w:rPr>
          <w:rStyle w:val="libAlaemChar"/>
        </w:rPr>
        <w:t>”</w:t>
      </w:r>
    </w:p>
    <w:p w:rsidR="00D6387D" w:rsidRDefault="007710BF" w:rsidP="000669DB">
      <w:pPr>
        <w:pStyle w:val="libNormal"/>
        <w:rPr>
          <w:lang w:bidi="bn-IN"/>
        </w:rPr>
      </w:pPr>
      <w:r w:rsidRPr="007710BF">
        <w:rPr>
          <w:cs/>
          <w:lang w:bidi="bn-IN"/>
        </w:rPr>
        <w:t>আসমান-জমিনসহ সমগ্র প্রকৃতি জগৎ আরেফদের চোখে প্রেমরূপ সমুদ্রের উপর ফেনা বৈ কিছু</w:t>
      </w:r>
      <w:r w:rsidR="00D6387D">
        <w:rPr>
          <w:lang w:bidi="bn-IN"/>
        </w:rPr>
        <w:t xml:space="preserve"> </w:t>
      </w:r>
      <w:r w:rsidRPr="007710BF">
        <w:rPr>
          <w:cs/>
          <w:lang w:bidi="bn-IN"/>
        </w:rPr>
        <w:t>নয়।</w:t>
      </w:r>
    </w:p>
    <w:p w:rsidR="00D6387D" w:rsidRDefault="007710BF" w:rsidP="000669DB">
      <w:pPr>
        <w:pStyle w:val="libNormal"/>
      </w:pPr>
      <w:r w:rsidRPr="007710BF">
        <w:rPr>
          <w:cs/>
          <w:lang w:bidi="bn-IN"/>
        </w:rPr>
        <w:t>হাফেজ শিরাজী বলেন</w:t>
      </w:r>
      <w:r w:rsidR="00895143">
        <w:t>,</w:t>
      </w:r>
    </w:p>
    <w:p w:rsidR="00D6387D" w:rsidRDefault="007710BF" w:rsidP="00D6387D">
      <w:pPr>
        <w:pStyle w:val="libCenter"/>
      </w:pPr>
      <w:r w:rsidRPr="001933EC">
        <w:rPr>
          <w:rStyle w:val="libAlaemChar"/>
        </w:rPr>
        <w:t>“</w:t>
      </w:r>
      <w:r w:rsidRPr="007710BF">
        <w:rPr>
          <w:cs/>
          <w:lang w:bidi="bn-IN"/>
        </w:rPr>
        <w:t>আসিনি এ জগতে সম্মান ও মর্যাদা পেতে</w:t>
      </w:r>
      <w:r w:rsidR="00895143">
        <w:t>,</w:t>
      </w:r>
    </w:p>
    <w:p w:rsidR="00D6387D" w:rsidRDefault="007710BF" w:rsidP="00D6387D">
      <w:pPr>
        <w:pStyle w:val="libCenter"/>
        <w:rPr>
          <w:lang w:bidi="bn-IN"/>
        </w:rPr>
      </w:pPr>
      <w:r w:rsidRPr="007710BF">
        <w:rPr>
          <w:cs/>
          <w:lang w:bidi="bn-IN"/>
        </w:rPr>
        <w:t>আশ্রয় নিয়েছি হেথায় দু</w:t>
      </w:r>
      <w:r w:rsidR="00D6387D" w:rsidRPr="00D6387D">
        <w:rPr>
          <w:cs/>
          <w:lang w:bidi="bn-IN"/>
        </w:rPr>
        <w:t>র্ঘ</w:t>
      </w:r>
      <w:r w:rsidRPr="007710BF">
        <w:rPr>
          <w:cs/>
          <w:lang w:bidi="bn-IN"/>
        </w:rPr>
        <w:t>টনার ফল</w:t>
      </w:r>
      <w:r w:rsidR="009A597E">
        <w:rPr>
          <w:cs/>
          <w:lang w:bidi="bn-IN"/>
        </w:rPr>
        <w:t>শ্রু</w:t>
      </w:r>
      <w:r w:rsidR="00D6387D">
        <w:rPr>
          <w:cs/>
          <w:lang w:bidi="bn-IN"/>
        </w:rPr>
        <w:t>তিতে।</w:t>
      </w:r>
      <w:r w:rsidRPr="007710BF">
        <w:rPr>
          <w:cs/>
          <w:lang w:bidi="bn-IN"/>
        </w:rPr>
        <w:t>*</w:t>
      </w:r>
    </w:p>
    <w:p w:rsidR="00D6387D" w:rsidRDefault="007710BF" w:rsidP="00D6387D">
      <w:pPr>
        <w:pStyle w:val="libCenter"/>
      </w:pPr>
      <w:r w:rsidRPr="007710BF">
        <w:rPr>
          <w:cs/>
          <w:lang w:bidi="bn-IN"/>
        </w:rPr>
        <w:t>প্রেমের পথেই করেছেন সৃষ্টি অনস্তিত্ব হতে আমায়</w:t>
      </w:r>
      <w:r w:rsidR="00895143">
        <w:t>,</w:t>
      </w:r>
    </w:p>
    <w:p w:rsidR="00D6387D" w:rsidRDefault="007710BF" w:rsidP="00D6387D">
      <w:pPr>
        <w:pStyle w:val="libCenter"/>
        <w:rPr>
          <w:rStyle w:val="libAlaemChar"/>
        </w:rPr>
      </w:pPr>
      <w:r w:rsidRPr="007710BF">
        <w:rPr>
          <w:cs/>
          <w:lang w:bidi="bn-IN"/>
        </w:rPr>
        <w:t xml:space="preserve">প্রেমের এ পথ পেরিয়েই চাই </w:t>
      </w:r>
      <w:r w:rsidR="00611BB9">
        <w:rPr>
          <w:cs/>
          <w:lang w:bidi="bn-IN"/>
        </w:rPr>
        <w:t>পৌ</w:t>
      </w:r>
      <w:r w:rsidRPr="007710BF">
        <w:rPr>
          <w:cs/>
          <w:lang w:bidi="bn-IN"/>
        </w:rPr>
        <w:t>ছতে সেথায়।</w:t>
      </w:r>
      <w:r w:rsidRPr="001933EC">
        <w:rPr>
          <w:rStyle w:val="libAlaemChar"/>
        </w:rPr>
        <w:t>”</w:t>
      </w:r>
    </w:p>
    <w:p w:rsidR="00D6387D" w:rsidRDefault="007710BF" w:rsidP="00D6387D">
      <w:pPr>
        <w:pStyle w:val="libNormal"/>
        <w:rPr>
          <w:lang w:bidi="bn-IN"/>
        </w:rPr>
      </w:pPr>
      <w:r w:rsidRPr="007710BF">
        <w:t>(*</w:t>
      </w:r>
      <w:r w:rsidRPr="007710BF">
        <w:rPr>
          <w:cs/>
          <w:lang w:bidi="bn-IN"/>
        </w:rPr>
        <w:t>হযরত আদম (আ.)-এর বেহেশত থেকে বিতাড়িত হওয়ার ঘটনা।)</w:t>
      </w:r>
    </w:p>
    <w:p w:rsidR="00D6387D" w:rsidRDefault="007710BF" w:rsidP="00D6387D">
      <w:pPr>
        <w:pStyle w:val="libNormal"/>
      </w:pPr>
      <w:r w:rsidRPr="007710BF">
        <w:rPr>
          <w:cs/>
          <w:lang w:bidi="bn-IN"/>
        </w:rPr>
        <w:t>অত্যন্ত সুন্দর বলেছেন হাফেজ। বলা হয়ে থাকে এ পঙ্ক্তি দু</w:t>
      </w:r>
      <w:r w:rsidRPr="001933EC">
        <w:rPr>
          <w:rStyle w:val="libAlaemChar"/>
        </w:rPr>
        <w:t>’</w:t>
      </w:r>
      <w:r w:rsidRPr="007710BF">
        <w:rPr>
          <w:cs/>
          <w:lang w:bidi="bn-IN"/>
        </w:rPr>
        <w:t>টি সহীফায়ে সাজ্জাদিয়ায় বর্ণিত</w:t>
      </w:r>
      <w:r w:rsidR="00D6387D">
        <w:rPr>
          <w:lang w:bidi="bn-IN"/>
        </w:rPr>
        <w:t xml:space="preserve"> </w:t>
      </w:r>
      <w:r w:rsidRPr="007710BF">
        <w:rPr>
          <w:cs/>
          <w:lang w:bidi="bn-IN"/>
        </w:rPr>
        <w:t xml:space="preserve">ইমাম সাজ্জাদ (আ.)-এর প্রথম দোয়াটির অনুবাদ। মহান </w:t>
      </w:r>
      <w:r w:rsidR="00D009A1">
        <w:rPr>
          <w:cs/>
          <w:lang w:bidi="bn-IN"/>
        </w:rPr>
        <w:t>আল্লাহর</w:t>
      </w:r>
      <w:r w:rsidRPr="007710BF">
        <w:rPr>
          <w:rFonts w:hint="cs"/>
          <w:cs/>
          <w:lang w:bidi="bn-IN"/>
        </w:rPr>
        <w:t xml:space="preserve"> প্রশংসার পর তিনি বলছেন</w:t>
      </w:r>
      <w:r w:rsidR="00895143">
        <w:t>,</w:t>
      </w:r>
    </w:p>
    <w:p w:rsidR="00D6387D" w:rsidRDefault="00D6387D" w:rsidP="009F6C3F">
      <w:pPr>
        <w:pStyle w:val="libAr"/>
        <w:rPr>
          <w:rtl/>
          <w:lang w:bidi="fa-IR"/>
        </w:rPr>
      </w:pPr>
      <w:r>
        <w:rPr>
          <w:rFonts w:hint="cs"/>
          <w:rtl/>
          <w:lang w:bidi="fa-IR"/>
        </w:rPr>
        <w:t xml:space="preserve">إبتدع بقدرته الخلق إبتدعا </w:t>
      </w:r>
      <w:r w:rsidR="009F6C3F">
        <w:rPr>
          <w:rFonts w:hint="cs"/>
          <w:rtl/>
          <w:lang w:bidi="fa-IR"/>
        </w:rPr>
        <w:t>و اخترعهم علی مشیّته اخترعا ثمّ سلک بهم طریق عبادته و بعثهم فی سبیل محبته</w:t>
      </w:r>
    </w:p>
    <w:p w:rsidR="009F6C3F" w:rsidRPr="00D6387D" w:rsidRDefault="009F6C3F" w:rsidP="009F6C3F">
      <w:pPr>
        <w:pStyle w:val="libAr"/>
        <w:rPr>
          <w:rtl/>
          <w:lang w:bidi="fa-IR"/>
        </w:rPr>
      </w:pPr>
    </w:p>
    <w:p w:rsidR="009F6C3F" w:rsidRDefault="007710BF" w:rsidP="009F6C3F">
      <w:pPr>
        <w:pStyle w:val="libNormal"/>
        <w:rPr>
          <w:rStyle w:val="libAlaemChar"/>
        </w:rPr>
      </w:pPr>
      <w:r w:rsidRPr="007710BF">
        <w:t>(</w:t>
      </w:r>
      <w:r w:rsidRPr="007710BF">
        <w:rPr>
          <w:cs/>
          <w:lang w:bidi="bn-IN"/>
        </w:rPr>
        <w:t xml:space="preserve">সেই </w:t>
      </w:r>
      <w:r w:rsidR="00D009A1">
        <w:rPr>
          <w:cs/>
          <w:lang w:bidi="bn-IN"/>
        </w:rPr>
        <w:t>আল্লাহর</w:t>
      </w:r>
      <w:r w:rsidRPr="007710BF">
        <w:rPr>
          <w:rFonts w:hint="cs"/>
          <w:cs/>
          <w:lang w:bidi="bn-IN"/>
        </w:rPr>
        <w:t xml:space="preserve"> প্রশংসা) </w:t>
      </w:r>
      <w:r w:rsidRPr="001933EC">
        <w:rPr>
          <w:rStyle w:val="libAlaemChar"/>
        </w:rPr>
        <w:t>“</w:t>
      </w:r>
      <w:r w:rsidRPr="007710BF">
        <w:rPr>
          <w:cs/>
          <w:lang w:bidi="bn-IN"/>
        </w:rPr>
        <w:t xml:space="preserve">যিনি </w:t>
      </w:r>
      <w:r w:rsidR="00FE6D44">
        <w:rPr>
          <w:cs/>
          <w:lang w:bidi="bn-IN"/>
        </w:rPr>
        <w:t>তার</w:t>
      </w:r>
      <w:r w:rsidRPr="007710BF">
        <w:rPr>
          <w:cs/>
          <w:lang w:bidi="bn-IN"/>
        </w:rPr>
        <w:t xml:space="preserve"> ক্ষমতার মাধ্যমে অনস্তিত্ব থেকে (সৃষ্টি জগতকে) অস্তিত্বে</w:t>
      </w:r>
      <w:r w:rsidR="009F6C3F">
        <w:rPr>
          <w:lang w:bidi="bn-IN"/>
        </w:rPr>
        <w:t xml:space="preserve"> </w:t>
      </w:r>
      <w:r w:rsidRPr="007710BF">
        <w:rPr>
          <w:cs/>
          <w:lang w:bidi="bn-IN"/>
        </w:rPr>
        <w:t xml:space="preserve">আনয়ন করেছেন যার পূর্বে কোন উদাহরণ ছিল না। </w:t>
      </w:r>
      <w:r w:rsidR="00FE6D44">
        <w:rPr>
          <w:cs/>
          <w:lang w:bidi="bn-IN"/>
        </w:rPr>
        <w:t>তার</w:t>
      </w:r>
      <w:r w:rsidRPr="007710BF">
        <w:rPr>
          <w:cs/>
          <w:lang w:bidi="bn-IN"/>
        </w:rPr>
        <w:t xml:space="preserve"> ইচ্ছার মাধ্যমেই অনস্তিত্বের অন্ধকার থেকে তাকে অস্তিত্বের আলোয় আনয়ন করেছেন। অতঃপর তাকে পরিচালিত করেছেন </w:t>
      </w:r>
      <w:r w:rsidR="00FE6D44">
        <w:rPr>
          <w:cs/>
          <w:lang w:bidi="bn-IN"/>
        </w:rPr>
        <w:t>তার</w:t>
      </w:r>
      <w:r w:rsidRPr="007710BF">
        <w:rPr>
          <w:cs/>
          <w:lang w:bidi="bn-IN"/>
        </w:rPr>
        <w:t xml:space="preserve"> বন্দেগীর দিকে</w:t>
      </w:r>
      <w:r w:rsidR="009F6C3F">
        <w:rPr>
          <w:lang w:bidi="bn-IN"/>
        </w:rPr>
        <w:t xml:space="preserve"> </w:t>
      </w:r>
      <w:r w:rsidRPr="007710BF">
        <w:rPr>
          <w:cs/>
          <w:lang w:bidi="bn-IN"/>
        </w:rPr>
        <w:t xml:space="preserve">এবং </w:t>
      </w:r>
      <w:r w:rsidR="00FE6D44">
        <w:rPr>
          <w:cs/>
          <w:lang w:bidi="bn-IN"/>
        </w:rPr>
        <w:t>তার</w:t>
      </w:r>
      <w:r w:rsidRPr="007710BF">
        <w:rPr>
          <w:cs/>
          <w:lang w:bidi="bn-IN"/>
        </w:rPr>
        <w:t xml:space="preserve"> ভালোবাসা ও বন্ধুত্বের জন্য তাকে নির্বাচিত করেছেন।</w:t>
      </w:r>
      <w:r w:rsidRPr="001933EC">
        <w:rPr>
          <w:rStyle w:val="libAlaemChar"/>
        </w:rPr>
        <w:t>”</w:t>
      </w:r>
      <w:r w:rsidR="009F6C3F">
        <w:rPr>
          <w:rStyle w:val="libAlaemChar"/>
        </w:rPr>
        <w:t xml:space="preserve"> </w:t>
      </w:r>
    </w:p>
    <w:p w:rsidR="009F6C3F" w:rsidRDefault="007710BF" w:rsidP="009F6C3F">
      <w:pPr>
        <w:pStyle w:val="libNormal"/>
        <w:rPr>
          <w:lang w:bidi="bn-IN"/>
        </w:rPr>
      </w:pPr>
      <w:r w:rsidRPr="007710BF">
        <w:rPr>
          <w:cs/>
          <w:lang w:bidi="bn-IN"/>
        </w:rPr>
        <w:t>হাফেজও তা-ই বলছেন</w:t>
      </w:r>
      <w:r w:rsidRPr="007710BF">
        <w:rPr>
          <w:cs/>
          <w:lang w:bidi="hi-IN"/>
        </w:rPr>
        <w:t>।</w:t>
      </w:r>
    </w:p>
    <w:p w:rsidR="009F6C3F" w:rsidRPr="00A3582C" w:rsidRDefault="009F6C3F" w:rsidP="009848A8">
      <w:pPr>
        <w:pStyle w:val="libNormal"/>
      </w:pPr>
      <w:r>
        <w:rPr>
          <w:lang w:bidi="bn-IN"/>
        </w:rPr>
        <w:br w:type="page"/>
      </w:r>
    </w:p>
    <w:p w:rsidR="009F6C3F" w:rsidRDefault="009F6C3F" w:rsidP="009F6C3F">
      <w:pPr>
        <w:pStyle w:val="Heading1"/>
        <w:rPr>
          <w:lang w:bidi="bn-IN"/>
        </w:rPr>
      </w:pPr>
      <w:bookmarkStart w:id="33" w:name="_Toc392601442"/>
      <w:r>
        <w:rPr>
          <w:cs/>
          <w:lang w:bidi="bn-IN"/>
        </w:rPr>
        <w:t xml:space="preserve">পূর্ণতায় </w:t>
      </w:r>
      <w:r w:rsidR="00611BB9">
        <w:rPr>
          <w:cs/>
          <w:lang w:bidi="bn-IN"/>
        </w:rPr>
        <w:t>পৌ</w:t>
      </w:r>
      <w:r>
        <w:rPr>
          <w:cs/>
          <w:lang w:bidi="bn-IN"/>
        </w:rPr>
        <w:t>ছার পথ</w:t>
      </w:r>
      <w:bookmarkEnd w:id="33"/>
    </w:p>
    <w:p w:rsidR="009F6C3F" w:rsidRDefault="009F6C3F" w:rsidP="009F6C3F">
      <w:pPr>
        <w:pStyle w:val="Heading1"/>
        <w:rPr>
          <w:lang w:bidi="bn-IN"/>
        </w:rPr>
      </w:pPr>
    </w:p>
    <w:p w:rsidR="009F6C3F" w:rsidRDefault="007710BF" w:rsidP="009F6C3F">
      <w:pPr>
        <w:pStyle w:val="libNormal"/>
        <w:rPr>
          <w:lang w:bidi="bn-IN"/>
        </w:rPr>
      </w:pPr>
      <w:r w:rsidRPr="007710BF">
        <w:rPr>
          <w:cs/>
          <w:lang w:bidi="bn-IN"/>
        </w:rPr>
        <w:t xml:space="preserve">যখন আরেফ বিশ্বজগতের জন্য কেবল একটি সত্যের অস্তিত্বে বিশ্বসী যার নাম প্রেম তখন </w:t>
      </w:r>
      <w:r w:rsidR="00FE6D44">
        <w:rPr>
          <w:cs/>
          <w:lang w:bidi="bn-IN"/>
        </w:rPr>
        <w:t>তার</w:t>
      </w:r>
      <w:r w:rsidR="009F6C3F">
        <w:rPr>
          <w:lang w:bidi="bn-IN"/>
        </w:rPr>
        <w:t xml:space="preserve"> </w:t>
      </w:r>
      <w:r w:rsidRPr="007710BF">
        <w:rPr>
          <w:cs/>
          <w:lang w:bidi="bn-IN"/>
        </w:rPr>
        <w:t>দৃষ্টিতে চিন্তা মানুষের জন্য কোন বাস্তব গুরুত্ব রাখে না। বরং মানুষের প্রকৃত সত্তা তার হৃদয় যা ঐশী</w:t>
      </w:r>
      <w:r w:rsidR="009F6C3F">
        <w:rPr>
          <w:lang w:bidi="bn-IN"/>
        </w:rPr>
        <w:t xml:space="preserve"> </w:t>
      </w:r>
      <w:r w:rsidRPr="007710BF">
        <w:rPr>
          <w:cs/>
          <w:lang w:bidi="bn-IN"/>
        </w:rPr>
        <w:t>ভালোবাসার কেন্দ্র। সুতরাং বুদ্ধিবৃত্তিক ও প্রেমের মতবাদের মধ্যে মানুষের অহম বা আমিত্বের বিষয়ে</w:t>
      </w:r>
      <w:r w:rsidR="009F6C3F">
        <w:rPr>
          <w:lang w:bidi="bn-IN"/>
        </w:rPr>
        <w:t xml:space="preserve"> </w:t>
      </w:r>
      <w:r w:rsidRPr="007710BF">
        <w:rPr>
          <w:cs/>
          <w:lang w:bidi="bn-IN"/>
        </w:rPr>
        <w:t>বিভেদ রয়েছে। মানুষের অহম কি</w:t>
      </w:r>
      <w:r w:rsidR="003936CB">
        <w:t>-</w:t>
      </w:r>
      <w:r w:rsidRPr="007710BF">
        <w:t xml:space="preserve"> </w:t>
      </w:r>
      <w:r w:rsidRPr="007710BF">
        <w:rPr>
          <w:cs/>
          <w:lang w:bidi="bn-IN"/>
        </w:rPr>
        <w:t>সেটা যা চিন্তা করে</w:t>
      </w:r>
      <w:r w:rsidR="00895143">
        <w:t>,</w:t>
      </w:r>
      <w:r w:rsidRPr="007710BF">
        <w:rPr>
          <w:cs/>
          <w:lang w:bidi="bn-IN"/>
        </w:rPr>
        <w:t>নাকি যা ভালবাসে। আরেফ বলেন</w:t>
      </w:r>
      <w:r w:rsidR="00895143">
        <w:t>,</w:t>
      </w:r>
      <w:r w:rsidRPr="007710BF">
        <w:rPr>
          <w:cs/>
          <w:lang w:bidi="bn-IN"/>
        </w:rPr>
        <w:t>তোমার</w:t>
      </w:r>
      <w:r w:rsidR="009F6C3F">
        <w:rPr>
          <w:lang w:bidi="bn-IN"/>
        </w:rPr>
        <w:t xml:space="preserve"> </w:t>
      </w:r>
      <w:r w:rsidRPr="007710BF">
        <w:rPr>
          <w:cs/>
          <w:lang w:bidi="bn-IN"/>
        </w:rPr>
        <w:t>আমিত্ব তোমার যে সত্তা ভালোবাসে</w:t>
      </w:r>
      <w:r w:rsidR="003936CB">
        <w:t>-</w:t>
      </w:r>
      <w:r w:rsidRPr="007710BF">
        <w:t xml:space="preserve"> </w:t>
      </w:r>
      <w:r w:rsidRPr="007710BF">
        <w:rPr>
          <w:cs/>
          <w:lang w:bidi="bn-IN"/>
        </w:rPr>
        <w:t>সে সত্তা নয় যা চিন্তা করে।</w:t>
      </w:r>
    </w:p>
    <w:p w:rsidR="009F6C3F" w:rsidRDefault="007710BF" w:rsidP="009F6C3F">
      <w:pPr>
        <w:pStyle w:val="libNormal"/>
      </w:pPr>
      <w:r w:rsidRPr="007710BF">
        <w:rPr>
          <w:cs/>
          <w:lang w:bidi="bn-IN"/>
        </w:rPr>
        <w:t>যদি মানুষ দার্শনিকের দৃষ্টিতে পূর্ণ মানু</w:t>
      </w:r>
      <w:r w:rsidR="009F6C3F">
        <w:rPr>
          <w:cs/>
          <w:lang w:bidi="bn-IN"/>
        </w:rPr>
        <w:t xml:space="preserve">ষের মর্যাদায় </w:t>
      </w:r>
      <w:r w:rsidR="00611BB9">
        <w:rPr>
          <w:cs/>
          <w:lang w:bidi="bn-IN"/>
        </w:rPr>
        <w:t>পৌ</w:t>
      </w:r>
      <w:r w:rsidR="009F6C3F">
        <w:rPr>
          <w:cs/>
          <w:lang w:bidi="bn-IN"/>
        </w:rPr>
        <w:t>ছতে চায় তা কোন</w:t>
      </w:r>
      <w:r w:rsidRPr="007710BF">
        <w:rPr>
          <w:cs/>
          <w:lang w:bidi="bn-IN"/>
        </w:rPr>
        <w:t xml:space="preserve"> মাধ্যমের সাহায্যে</w:t>
      </w:r>
      <w:r w:rsidRPr="007710BF">
        <w:t>?</w:t>
      </w:r>
      <w:r w:rsidR="009F6C3F">
        <w:t xml:space="preserve"> </w:t>
      </w:r>
      <w:r w:rsidRPr="007710BF">
        <w:rPr>
          <w:cs/>
          <w:lang w:bidi="bn-IN"/>
        </w:rPr>
        <w:t>দার্শনিকের উত্তর হলো চিন্তা</w:t>
      </w:r>
      <w:r w:rsidR="00895143">
        <w:t>,</w:t>
      </w:r>
      <w:r w:rsidRPr="007710BF">
        <w:rPr>
          <w:cs/>
          <w:lang w:bidi="bn-IN"/>
        </w:rPr>
        <w:t>যুক্তি</w:t>
      </w:r>
      <w:r w:rsidR="00895143">
        <w:t>,</w:t>
      </w:r>
      <w:r w:rsidRPr="007710BF">
        <w:rPr>
          <w:cs/>
          <w:lang w:bidi="bn-IN"/>
        </w:rPr>
        <w:t>দলিল ও তর্কশাস্ত্রের নিজস্ব ছাঁচের মাধ্যমে। কিন্তু আরেফ বলেন</w:t>
      </w:r>
      <w:r w:rsidR="00895143">
        <w:t>,</w:t>
      </w:r>
      <w:r w:rsidRPr="001933EC">
        <w:rPr>
          <w:rStyle w:val="libAlaemChar"/>
        </w:rPr>
        <w:t>“</w:t>
      </w:r>
      <w:r w:rsidRPr="007710BF">
        <w:rPr>
          <w:cs/>
          <w:lang w:bidi="bn-IN"/>
        </w:rPr>
        <w:t>না। জ্ঞান</w:t>
      </w:r>
      <w:r w:rsidR="00895143">
        <w:t>,</w:t>
      </w:r>
      <w:r w:rsidRPr="007710BF">
        <w:rPr>
          <w:cs/>
          <w:lang w:bidi="bn-IN"/>
        </w:rPr>
        <w:t>শিক্ষা</w:t>
      </w:r>
      <w:r w:rsidR="00895143">
        <w:t>,</w:t>
      </w:r>
      <w:r w:rsidRPr="007710BF">
        <w:rPr>
          <w:cs/>
          <w:lang w:bidi="bn-IN"/>
        </w:rPr>
        <w:t>শ্রবণ</w:t>
      </w:r>
      <w:r w:rsidR="00895143">
        <w:t>,</w:t>
      </w:r>
      <w:r w:rsidRPr="007710BF">
        <w:rPr>
          <w:cs/>
          <w:lang w:bidi="bn-IN"/>
        </w:rPr>
        <w:t>কথন</w:t>
      </w:r>
      <w:r w:rsidR="00895143">
        <w:t>,</w:t>
      </w:r>
      <w:r w:rsidRPr="007710BF">
        <w:rPr>
          <w:cs/>
          <w:lang w:bidi="bn-IN"/>
        </w:rPr>
        <w:t>যুক্তি-তর্ক উপস্থাপনের কোন ভূমিকাই নেই।</w:t>
      </w:r>
      <w:r w:rsidRPr="001933EC">
        <w:rPr>
          <w:rStyle w:val="libAlaemChar"/>
        </w:rPr>
        <w:t>”</w:t>
      </w:r>
      <w:r w:rsidRPr="007710BF">
        <w:t xml:space="preserve"> </w:t>
      </w:r>
    </w:p>
    <w:p w:rsidR="009F6C3F" w:rsidRDefault="007710BF" w:rsidP="009F6C3F">
      <w:pPr>
        <w:pStyle w:val="libCenter"/>
        <w:rPr>
          <w:lang w:bidi="bn-IN"/>
        </w:rPr>
      </w:pPr>
      <w:r w:rsidRPr="001933EC">
        <w:rPr>
          <w:rStyle w:val="libAlaemChar"/>
        </w:rPr>
        <w:t>“</w:t>
      </w:r>
      <w:r w:rsidRPr="007710BF">
        <w:rPr>
          <w:cs/>
          <w:lang w:bidi="bn-IN"/>
        </w:rPr>
        <w:t>সুফীর খাতায় নেই কোন বর্ণমালার উপস্থিতি</w:t>
      </w:r>
    </w:p>
    <w:p w:rsidR="009F6C3F" w:rsidRDefault="007710BF" w:rsidP="009F6C3F">
      <w:pPr>
        <w:pStyle w:val="libCenter"/>
        <w:rPr>
          <w:rStyle w:val="libAlaemChar"/>
        </w:rPr>
      </w:pPr>
      <w:r w:rsidRPr="007710BF">
        <w:rPr>
          <w:cs/>
          <w:lang w:bidi="bn-IN"/>
        </w:rPr>
        <w:t>শুভ্র অন্তর সেথা</w:t>
      </w:r>
      <w:r w:rsidR="00895143">
        <w:t>,</w:t>
      </w:r>
      <w:r w:rsidRPr="007710BF">
        <w:rPr>
          <w:cs/>
          <w:lang w:bidi="bn-IN"/>
        </w:rPr>
        <w:t>শ্বেত বরফের সেথা আত্মগীতি।</w:t>
      </w:r>
      <w:r w:rsidRPr="001933EC">
        <w:rPr>
          <w:rStyle w:val="libAlaemChar"/>
        </w:rPr>
        <w:t>”</w:t>
      </w:r>
    </w:p>
    <w:p w:rsidR="009F6C3F" w:rsidRDefault="007710BF" w:rsidP="009F6C3F">
      <w:pPr>
        <w:pStyle w:val="libNormal"/>
        <w:rPr>
          <w:rStyle w:val="libAlaemChar"/>
        </w:rPr>
      </w:pPr>
      <w:r w:rsidRPr="007710BF">
        <w:rPr>
          <w:cs/>
          <w:lang w:bidi="bn-IN"/>
        </w:rPr>
        <w:t>এত সকল কাজ বাদ দিয়ে নিজের আত্মাকে পরিশুদ্ধ কর। দার্শনিক বলেন</w:t>
      </w:r>
      <w:r w:rsidR="00895143">
        <w:t>,</w:t>
      </w:r>
      <w:r w:rsidRPr="001933EC">
        <w:rPr>
          <w:rStyle w:val="libAlaemChar"/>
        </w:rPr>
        <w:t>“</w:t>
      </w:r>
      <w:r w:rsidRPr="007710BF">
        <w:rPr>
          <w:cs/>
          <w:lang w:bidi="bn-IN"/>
        </w:rPr>
        <w:t>চিন্তা কর</w:t>
      </w:r>
      <w:r w:rsidR="00895143">
        <w:t>,</w:t>
      </w:r>
      <w:r w:rsidRPr="007710BF">
        <w:rPr>
          <w:cs/>
          <w:lang w:bidi="bn-IN"/>
        </w:rPr>
        <w:t>শিক্ষকের</w:t>
      </w:r>
      <w:r w:rsidR="009F6C3F">
        <w:rPr>
          <w:lang w:bidi="bn-IN"/>
        </w:rPr>
        <w:t xml:space="preserve"> </w:t>
      </w:r>
      <w:r w:rsidRPr="007710BF">
        <w:rPr>
          <w:cs/>
          <w:lang w:bidi="bn-IN"/>
        </w:rPr>
        <w:t>নিকট গিয়ে শিক্ষা গ্রহণ কর</w:t>
      </w:r>
      <w:r w:rsidRPr="001933EC">
        <w:rPr>
          <w:rStyle w:val="libAlaemChar"/>
        </w:rPr>
        <w:t>”</w:t>
      </w:r>
      <w:r w:rsidRPr="007710BF">
        <w:rPr>
          <w:cs/>
          <w:lang w:bidi="hi-IN"/>
        </w:rPr>
        <w:t xml:space="preserve">। </w:t>
      </w:r>
      <w:r w:rsidRPr="007710BF">
        <w:rPr>
          <w:cs/>
          <w:lang w:bidi="bn-IN"/>
        </w:rPr>
        <w:t>কিন্তু আরেফ বলেন</w:t>
      </w:r>
      <w:r w:rsidR="00895143">
        <w:t>,</w:t>
      </w:r>
      <w:r w:rsidRPr="001933EC">
        <w:rPr>
          <w:rStyle w:val="libAlaemChar"/>
        </w:rPr>
        <w:t>“</w:t>
      </w:r>
      <w:r w:rsidRPr="007710BF">
        <w:rPr>
          <w:cs/>
          <w:lang w:bidi="bn-IN"/>
        </w:rPr>
        <w:t>পবিত্র হও</w:t>
      </w:r>
      <w:r w:rsidR="00895143">
        <w:t>,</w:t>
      </w:r>
      <w:r w:rsidRPr="007710BF">
        <w:rPr>
          <w:cs/>
          <w:lang w:bidi="bn-IN"/>
        </w:rPr>
        <w:t>আত্মাকে পরিশুদ্ধ কর</w:t>
      </w:r>
      <w:r w:rsidR="00895143">
        <w:t>,</w:t>
      </w:r>
      <w:r w:rsidRPr="007710BF">
        <w:rPr>
          <w:cs/>
          <w:lang w:bidi="bn-IN"/>
        </w:rPr>
        <w:t>অসৎ</w:t>
      </w:r>
      <w:r w:rsidR="009F6C3F">
        <w:rPr>
          <w:lang w:bidi="bn-IN"/>
        </w:rPr>
        <w:t xml:space="preserve"> </w:t>
      </w:r>
      <w:r w:rsidRPr="007710BF">
        <w:rPr>
          <w:cs/>
          <w:lang w:bidi="bn-IN"/>
        </w:rPr>
        <w:t>চরিত্রকে নিজের থেকে দূর কর</w:t>
      </w:r>
      <w:r w:rsidR="00895143">
        <w:t>,</w:t>
      </w:r>
      <w:r w:rsidRPr="007710BF">
        <w:rPr>
          <w:cs/>
          <w:lang w:bidi="bn-IN"/>
        </w:rPr>
        <w:t>সত্য ব্যতীত যা কিছু আছে তা নিজের থেকে বিতাড়িত কর</w:t>
      </w:r>
      <w:r w:rsidR="00895143">
        <w:t>,</w:t>
      </w:r>
      <w:r w:rsidR="00D009A1">
        <w:rPr>
          <w:cs/>
          <w:lang w:bidi="bn-IN"/>
        </w:rPr>
        <w:t>আল্লাহর</w:t>
      </w:r>
      <w:r w:rsidR="009F6C3F">
        <w:rPr>
          <w:lang w:bidi="bn-IN"/>
        </w:rPr>
        <w:t xml:space="preserve"> </w:t>
      </w:r>
      <w:r w:rsidRPr="007710BF">
        <w:rPr>
          <w:rFonts w:hint="cs"/>
          <w:cs/>
          <w:lang w:bidi="bn-IN"/>
        </w:rPr>
        <w:t>প্রতি মনোনিবেশ বৃদ্ধি কর</w:t>
      </w:r>
      <w:r w:rsidR="00895143">
        <w:t>,</w:t>
      </w:r>
      <w:r w:rsidRPr="007710BF">
        <w:rPr>
          <w:cs/>
          <w:lang w:bidi="bn-IN"/>
        </w:rPr>
        <w:t>নিজের চিন্তার উপর প্রাধান্য লাভ কর। আ</w:t>
      </w:r>
      <w:r w:rsidR="006B46F0">
        <w:rPr>
          <w:cs/>
          <w:lang w:bidi="bn-IN"/>
        </w:rPr>
        <w:t>ল্লা</w:t>
      </w:r>
      <w:r w:rsidRPr="007710BF">
        <w:rPr>
          <w:rFonts w:hint="cs"/>
          <w:cs/>
          <w:lang w:bidi="bn-IN"/>
        </w:rPr>
        <w:t>হ্ ব্যতীত যা কিছু তোমার</w:t>
      </w:r>
      <w:r w:rsidR="009F6C3F">
        <w:rPr>
          <w:lang w:bidi="bn-IN"/>
        </w:rPr>
        <w:t xml:space="preserve"> </w:t>
      </w:r>
      <w:r w:rsidRPr="007710BF">
        <w:rPr>
          <w:rFonts w:hint="cs"/>
          <w:cs/>
          <w:lang w:bidi="bn-IN"/>
        </w:rPr>
        <w:t>অন্তরে আসবে তা শয়তান। যদি শয়তানকে অন্তর থে</w:t>
      </w:r>
      <w:r w:rsidRPr="007710BF">
        <w:rPr>
          <w:cs/>
          <w:lang w:bidi="bn-IN"/>
        </w:rPr>
        <w:t xml:space="preserve">কে দূর না কর তাহলে </w:t>
      </w:r>
      <w:r w:rsidR="00D009A1">
        <w:rPr>
          <w:cs/>
          <w:lang w:bidi="bn-IN"/>
        </w:rPr>
        <w:t>আল্লাহর</w:t>
      </w:r>
      <w:r w:rsidRPr="007710BF">
        <w:rPr>
          <w:rFonts w:hint="cs"/>
          <w:cs/>
          <w:lang w:bidi="bn-IN"/>
        </w:rPr>
        <w:t xml:space="preserve"> নূরের ফেরেশতা</w:t>
      </w:r>
      <w:r w:rsidR="009F6C3F">
        <w:rPr>
          <w:lang w:bidi="bn-IN"/>
        </w:rPr>
        <w:t xml:space="preserve"> </w:t>
      </w:r>
      <w:r w:rsidRPr="007710BF">
        <w:rPr>
          <w:rFonts w:hint="cs"/>
          <w:cs/>
          <w:lang w:bidi="bn-IN"/>
        </w:rPr>
        <w:t>তোমার অন্তরে প্রবেশ করতে পারবে না।</w:t>
      </w:r>
      <w:r w:rsidRPr="001933EC">
        <w:rPr>
          <w:rStyle w:val="libAlaemChar"/>
        </w:rPr>
        <w:t>”</w:t>
      </w:r>
    </w:p>
    <w:p w:rsidR="009F6C3F" w:rsidRDefault="007710BF" w:rsidP="009F6C3F">
      <w:pPr>
        <w:pStyle w:val="libCenter"/>
        <w:rPr>
          <w:lang w:bidi="bn-IN"/>
        </w:rPr>
      </w:pPr>
      <w:r w:rsidRPr="001933EC">
        <w:rPr>
          <w:rStyle w:val="libAlaemChar"/>
        </w:rPr>
        <w:t>“</w:t>
      </w:r>
      <w:r w:rsidRPr="007710BF">
        <w:rPr>
          <w:cs/>
          <w:lang w:bidi="bn-IN"/>
        </w:rPr>
        <w:t>সচেষ্ট আমি এ ধরায় সে মতি</w:t>
      </w:r>
      <w:r w:rsidR="00895143">
        <w:t>,</w:t>
      </w:r>
      <w:r w:rsidRPr="007710BF">
        <w:rPr>
          <w:cs/>
          <w:lang w:bidi="bn-IN"/>
        </w:rPr>
        <w:t>পাই যেন এ শক্তি</w:t>
      </w:r>
    </w:p>
    <w:p w:rsidR="009F6C3F" w:rsidRDefault="007710BF" w:rsidP="009F6C3F">
      <w:pPr>
        <w:pStyle w:val="libCenter"/>
        <w:rPr>
          <w:lang w:bidi="bn-IN"/>
        </w:rPr>
      </w:pPr>
      <w:r w:rsidRPr="007710BF">
        <w:rPr>
          <w:cs/>
          <w:lang w:bidi="bn-IN"/>
        </w:rPr>
        <w:t xml:space="preserve">দূর হয়ে যায় যত </w:t>
      </w:r>
      <w:r w:rsidR="009F6C3F">
        <w:rPr>
          <w:cs/>
          <w:lang w:bidi="bn-IN"/>
        </w:rPr>
        <w:t>গ্লানি</w:t>
      </w:r>
      <w:r w:rsidRPr="007710BF">
        <w:rPr>
          <w:rFonts w:hint="cs"/>
          <w:cs/>
          <w:lang w:bidi="bn-IN"/>
        </w:rPr>
        <w:t>-ক্লিষ্ট</w:t>
      </w:r>
      <w:r w:rsidR="00895143">
        <w:t>,</w:t>
      </w:r>
      <w:r w:rsidRPr="007710BF">
        <w:rPr>
          <w:cs/>
          <w:lang w:bidi="bn-IN"/>
        </w:rPr>
        <w:t>লভি যাতে মুক্তি</w:t>
      </w:r>
    </w:p>
    <w:p w:rsidR="009F6C3F" w:rsidRDefault="007710BF" w:rsidP="009F6C3F">
      <w:pPr>
        <w:pStyle w:val="libCenter"/>
        <w:rPr>
          <w:lang w:bidi="hi-IN"/>
        </w:rPr>
      </w:pPr>
      <w:r w:rsidRPr="007710BF">
        <w:rPr>
          <w:cs/>
          <w:lang w:bidi="bn-IN"/>
        </w:rPr>
        <w:t>দূর কর অসুরে</w:t>
      </w:r>
      <w:r w:rsidR="00895143">
        <w:t>,</w:t>
      </w:r>
      <w:r w:rsidRPr="007710BF">
        <w:rPr>
          <w:cs/>
          <w:lang w:bidi="bn-IN"/>
        </w:rPr>
        <w:t>দাও স্থান ফেরেশতায়</w:t>
      </w:r>
      <w:r w:rsidRPr="007710BF">
        <w:rPr>
          <w:cs/>
          <w:lang w:bidi="hi-IN"/>
        </w:rPr>
        <w:t>।</w:t>
      </w:r>
    </w:p>
    <w:p w:rsidR="009F6C3F" w:rsidRDefault="007710BF" w:rsidP="009F6C3F">
      <w:pPr>
        <w:pStyle w:val="libCenter"/>
        <w:rPr>
          <w:lang w:bidi="bn-IN"/>
        </w:rPr>
      </w:pPr>
      <w:r w:rsidRPr="007710BF">
        <w:rPr>
          <w:cs/>
          <w:lang w:bidi="bn-IN"/>
        </w:rPr>
        <w:t>জালেম শাসকের সহাবস্থান অমানিশার অন্ধকার এনেছে</w:t>
      </w:r>
    </w:p>
    <w:p w:rsidR="009F6C3F" w:rsidRDefault="007710BF" w:rsidP="009F6C3F">
      <w:pPr>
        <w:pStyle w:val="libCenter"/>
        <w:rPr>
          <w:lang w:bidi="bn-IN"/>
        </w:rPr>
      </w:pPr>
      <w:r w:rsidRPr="007710BF">
        <w:rPr>
          <w:cs/>
          <w:lang w:bidi="bn-IN"/>
        </w:rPr>
        <w:t>যদি পেতে চাও আলো</w:t>
      </w:r>
      <w:r w:rsidR="00895143">
        <w:t>,</w:t>
      </w:r>
      <w:r w:rsidRPr="007710BF">
        <w:rPr>
          <w:cs/>
          <w:lang w:bidi="bn-IN"/>
        </w:rPr>
        <w:t>চাও তা সূর্যের কাছে।</w:t>
      </w:r>
    </w:p>
    <w:p w:rsidR="009F6C3F" w:rsidRDefault="007710BF" w:rsidP="009F6C3F">
      <w:pPr>
        <w:pStyle w:val="libCenter"/>
      </w:pPr>
      <w:r w:rsidRPr="007710BF">
        <w:rPr>
          <w:cs/>
          <w:lang w:bidi="bn-IN"/>
        </w:rPr>
        <w:t>দুনিয়া প্রেমিক প্রভুর দরবারে আর কত ধরনা দেবে</w:t>
      </w:r>
      <w:r w:rsidRPr="007710BF">
        <w:t>?</w:t>
      </w:r>
    </w:p>
    <w:p w:rsidR="009F6C3F" w:rsidRDefault="007710BF" w:rsidP="009F6C3F">
      <w:pPr>
        <w:pStyle w:val="libCenter"/>
      </w:pPr>
      <w:r w:rsidRPr="007710BF">
        <w:rPr>
          <w:cs/>
          <w:lang w:bidi="bn-IN"/>
        </w:rPr>
        <w:t>জালেমের দুয়ারে প্রতীক্ষা করে আর কত ভিক্ষা নেবে</w:t>
      </w:r>
      <w:r w:rsidRPr="007710BF">
        <w:t>?</w:t>
      </w:r>
    </w:p>
    <w:p w:rsidR="009F6C3F" w:rsidRDefault="007710BF" w:rsidP="009F6C3F">
      <w:pPr>
        <w:pStyle w:val="libCenter"/>
        <w:rPr>
          <w:lang w:bidi="bn-IN"/>
        </w:rPr>
      </w:pPr>
      <w:r w:rsidRPr="007710BF">
        <w:rPr>
          <w:cs/>
          <w:lang w:bidi="bn-IN"/>
        </w:rPr>
        <w:t>ভিক্ষার পথ কর না ত্যাগ যেথায় পাবে রতন</w:t>
      </w:r>
    </w:p>
    <w:p w:rsidR="009F6C3F" w:rsidRDefault="007710BF" w:rsidP="009F6C3F">
      <w:pPr>
        <w:pStyle w:val="libCenter"/>
        <w:rPr>
          <w:rStyle w:val="libAlaemChar"/>
        </w:rPr>
      </w:pPr>
      <w:r w:rsidRPr="007710BF">
        <w:rPr>
          <w:cs/>
          <w:lang w:bidi="bn-IN"/>
        </w:rPr>
        <w:t>প্রতীক্ষা কর সেই পথে যে পথে মহাজন করে গমন।</w:t>
      </w:r>
      <w:r w:rsidRPr="001933EC">
        <w:rPr>
          <w:rStyle w:val="libAlaemChar"/>
        </w:rPr>
        <w:t>”</w:t>
      </w:r>
    </w:p>
    <w:p w:rsidR="009F6C3F" w:rsidRDefault="007710BF" w:rsidP="009F6C3F">
      <w:pPr>
        <w:pStyle w:val="libNormal"/>
        <w:rPr>
          <w:lang w:bidi="bn-IN"/>
        </w:rPr>
      </w:pPr>
      <w:r w:rsidRPr="007710BF">
        <w:rPr>
          <w:cs/>
          <w:lang w:bidi="bn-IN"/>
        </w:rPr>
        <w:t>এ কবিতায় কবি ক্ষমতাবানদের দুয়ারে ধরনা দিতে নিষেধ করেছেন। আবার বলছেন</w:t>
      </w:r>
      <w:r w:rsidR="00895143">
        <w:t>,</w:t>
      </w:r>
      <w:r w:rsidRPr="007710BF">
        <w:rPr>
          <w:cs/>
          <w:lang w:bidi="bn-IN"/>
        </w:rPr>
        <w:t>ভিক্ষার পথত্যাগ কর না</w:t>
      </w:r>
      <w:r w:rsidR="00895143">
        <w:t>,</w:t>
      </w:r>
      <w:r w:rsidRPr="007710BF">
        <w:rPr>
          <w:cs/>
          <w:lang w:bidi="bn-IN"/>
        </w:rPr>
        <w:t>কিন্তু কার নিকট ভিক্ষুক হবে</w:t>
      </w:r>
      <w:r w:rsidRPr="007710BF">
        <w:t xml:space="preserve">? </w:t>
      </w:r>
      <w:r w:rsidRPr="007710BF">
        <w:rPr>
          <w:cs/>
          <w:lang w:bidi="bn-IN"/>
        </w:rPr>
        <w:t>বলছেন</w:t>
      </w:r>
      <w:r w:rsidR="00895143">
        <w:t>,</w:t>
      </w:r>
      <w:r w:rsidRPr="007710BF">
        <w:rPr>
          <w:cs/>
          <w:lang w:bidi="bn-IN"/>
        </w:rPr>
        <w:t>একজন পূর্ণ মানবের নিকট।</w:t>
      </w:r>
    </w:p>
    <w:p w:rsidR="00CA2383" w:rsidRDefault="007710BF" w:rsidP="009F6C3F">
      <w:pPr>
        <w:pStyle w:val="libNormal"/>
        <w:rPr>
          <w:lang w:bidi="bn-IN"/>
        </w:rPr>
      </w:pPr>
      <w:r w:rsidRPr="007710BF">
        <w:rPr>
          <w:cs/>
          <w:lang w:bidi="bn-IN"/>
        </w:rPr>
        <w:t>যা হোক</w:t>
      </w:r>
      <w:r w:rsidR="00895143">
        <w:t>,</w:t>
      </w:r>
      <w:r w:rsidRPr="007710BF">
        <w:rPr>
          <w:cs/>
          <w:lang w:bidi="bn-IN"/>
        </w:rPr>
        <w:t xml:space="preserve">এ মতবাদ মানুষের পূর্ণতায় </w:t>
      </w:r>
      <w:r w:rsidR="00611BB9">
        <w:rPr>
          <w:cs/>
          <w:lang w:bidi="bn-IN"/>
        </w:rPr>
        <w:t>পৌ</w:t>
      </w:r>
      <w:r w:rsidRPr="007710BF">
        <w:rPr>
          <w:cs/>
          <w:lang w:bidi="bn-IN"/>
        </w:rPr>
        <w:t>ছার যে পথ উপস্থাপন করে তা আত্মিক পরিশুদ্ধির পথ</w:t>
      </w:r>
      <w:r w:rsidR="00895143">
        <w:t>,</w:t>
      </w:r>
      <w:r w:rsidRPr="007710BF">
        <w:rPr>
          <w:cs/>
          <w:lang w:bidi="bn-IN"/>
        </w:rPr>
        <w:t>স্রষ্টার প্রতি ভালোবাসার পথ। মানুষ যত বেশি খোদার প্রতি অনুরক্ত হবে</w:t>
      </w:r>
      <w:r w:rsidR="00895143">
        <w:t>,</w:t>
      </w:r>
      <w:r w:rsidR="00CA2383">
        <w:rPr>
          <w:cs/>
          <w:lang w:bidi="bn-IN"/>
        </w:rPr>
        <w:t>খোদা ভিন্ন অন্য সকল</w:t>
      </w:r>
      <w:r w:rsidR="00CA2383">
        <w:rPr>
          <w:lang w:bidi="bn-IN"/>
        </w:rPr>
        <w:t xml:space="preserve"> </w:t>
      </w:r>
      <w:r w:rsidR="00CA2383">
        <w:rPr>
          <w:cs/>
          <w:lang w:bidi="bn-IN"/>
        </w:rPr>
        <w:t>কি</w:t>
      </w:r>
      <w:r w:rsidRPr="007710BF">
        <w:rPr>
          <w:cs/>
          <w:lang w:bidi="bn-IN"/>
        </w:rPr>
        <w:t>ছুকে মন থেকে বিদূরিত করবে</w:t>
      </w:r>
      <w:r w:rsidR="00895143">
        <w:t>,</w:t>
      </w:r>
      <w:r w:rsidRPr="007710BF">
        <w:rPr>
          <w:cs/>
          <w:lang w:bidi="bn-IN"/>
        </w:rPr>
        <w:t>নিজের অস্তিত্বের মধ্যে নিমজ্জিত হয়ে অন্য সকল বস্তুর সঙ্গে সম্পর্ক</w:t>
      </w:r>
      <w:r w:rsidR="00CA2383">
        <w:rPr>
          <w:lang w:bidi="bn-IN"/>
        </w:rPr>
        <w:t xml:space="preserve"> </w:t>
      </w:r>
      <w:r w:rsidRPr="007710BF">
        <w:rPr>
          <w:cs/>
          <w:lang w:bidi="bn-IN"/>
        </w:rPr>
        <w:t>ছিন্ন করবে তত বেশি পূর্ণ মানবের মর্যাদার নিকটবর্তী হবে।</w:t>
      </w:r>
    </w:p>
    <w:p w:rsidR="00CA2383" w:rsidRDefault="007710BF" w:rsidP="009F6C3F">
      <w:pPr>
        <w:pStyle w:val="libNormal"/>
      </w:pPr>
      <w:r w:rsidRPr="007710BF">
        <w:rPr>
          <w:cs/>
          <w:lang w:bidi="bn-IN"/>
        </w:rPr>
        <w:t>স্বাভাবিকভাবেই বলা যায়</w:t>
      </w:r>
      <w:r w:rsidR="00895143">
        <w:t>,</w:t>
      </w:r>
      <w:r w:rsidRPr="007710BF">
        <w:rPr>
          <w:cs/>
          <w:lang w:bidi="bn-IN"/>
        </w:rPr>
        <w:t>এরা যুক্তি-প্রমাণ উপস্থাপন এবং তর্ক-বিত</w:t>
      </w:r>
      <w:r w:rsidR="003E5D70">
        <w:rPr>
          <w:cs/>
          <w:lang w:bidi="bn-IN"/>
        </w:rPr>
        <w:t>কে</w:t>
      </w:r>
      <w:r w:rsidRPr="007710BF">
        <w:rPr>
          <w:cs/>
          <w:lang w:bidi="bn-IN"/>
        </w:rPr>
        <w:t>র কোন মূল্য দেয় না।</w:t>
      </w:r>
      <w:r w:rsidR="00CA2383">
        <w:rPr>
          <w:lang w:bidi="bn-IN"/>
        </w:rPr>
        <w:t xml:space="preserve"> </w:t>
      </w:r>
      <w:r w:rsidRPr="007710BF">
        <w:rPr>
          <w:cs/>
          <w:lang w:bidi="bn-IN"/>
        </w:rPr>
        <w:t>মাওলানা রুমী বলেন</w:t>
      </w:r>
      <w:r w:rsidR="00895143">
        <w:t>,</w:t>
      </w:r>
    </w:p>
    <w:p w:rsidR="00CA2383" w:rsidRDefault="007710BF" w:rsidP="00CA2383">
      <w:pPr>
        <w:pStyle w:val="libCenter"/>
        <w:rPr>
          <w:lang w:bidi="bn-IN"/>
        </w:rPr>
      </w:pPr>
      <w:r w:rsidRPr="001933EC">
        <w:rPr>
          <w:rStyle w:val="libAlaemChar"/>
        </w:rPr>
        <w:t>“</w:t>
      </w:r>
      <w:r w:rsidRPr="007710BF">
        <w:rPr>
          <w:cs/>
          <w:lang w:bidi="bn-IN"/>
        </w:rPr>
        <w:t>যুক্তির পা কাষ্ঠ নির্মিত</w:t>
      </w:r>
    </w:p>
    <w:p w:rsidR="00CA2383" w:rsidRDefault="007710BF" w:rsidP="00CA2383">
      <w:pPr>
        <w:pStyle w:val="libCenter"/>
        <w:rPr>
          <w:rStyle w:val="libAlaemChar"/>
        </w:rPr>
      </w:pPr>
      <w:r w:rsidRPr="007710BF">
        <w:rPr>
          <w:cs/>
          <w:lang w:bidi="bn-IN"/>
        </w:rPr>
        <w:t>কাষ্ঠ পদের নেই কোন স্থায়িত্ব।</w:t>
      </w:r>
      <w:r w:rsidRPr="001933EC">
        <w:rPr>
          <w:rStyle w:val="libAlaemChar"/>
        </w:rPr>
        <w:t>”</w:t>
      </w:r>
    </w:p>
    <w:p w:rsidR="00CA2383" w:rsidRDefault="007710BF" w:rsidP="00CA2383">
      <w:pPr>
        <w:pStyle w:val="libNormal"/>
      </w:pPr>
      <w:r w:rsidRPr="007710BF">
        <w:rPr>
          <w:cs/>
          <w:lang w:bidi="bn-IN"/>
        </w:rPr>
        <w:t>অন্যস্থানে বলছেন</w:t>
      </w:r>
      <w:r w:rsidR="00895143">
        <w:t>,</w:t>
      </w:r>
    </w:p>
    <w:p w:rsidR="00CA2383" w:rsidRDefault="007710BF" w:rsidP="00CA2383">
      <w:pPr>
        <w:pStyle w:val="libCenter"/>
        <w:rPr>
          <w:lang w:bidi="bn-IN"/>
        </w:rPr>
      </w:pPr>
      <w:r w:rsidRPr="001933EC">
        <w:rPr>
          <w:rStyle w:val="libAlaemChar"/>
        </w:rPr>
        <w:t>“</w:t>
      </w:r>
      <w:r w:rsidRPr="007710BF">
        <w:rPr>
          <w:cs/>
          <w:lang w:bidi="bn-IN"/>
        </w:rPr>
        <w:t>যুক্তি যদি হয় মুক্তা ও পরশমনি</w:t>
      </w:r>
    </w:p>
    <w:p w:rsidR="00CA2383" w:rsidRDefault="007710BF" w:rsidP="00CA2383">
      <w:pPr>
        <w:pStyle w:val="libCenter"/>
        <w:rPr>
          <w:lang w:bidi="bn-IN"/>
        </w:rPr>
      </w:pPr>
      <w:r w:rsidRPr="007710BF">
        <w:rPr>
          <w:cs/>
          <w:lang w:bidi="bn-IN"/>
        </w:rPr>
        <w:t>প্রেম তবে প্রাণের খনি</w:t>
      </w:r>
    </w:p>
    <w:p w:rsidR="00CA2383" w:rsidRDefault="007710BF" w:rsidP="00CA2383">
      <w:pPr>
        <w:pStyle w:val="libCenter"/>
        <w:rPr>
          <w:lang w:bidi="bn-IN"/>
        </w:rPr>
      </w:pPr>
      <w:r w:rsidRPr="007710BF">
        <w:rPr>
          <w:cs/>
          <w:lang w:bidi="bn-IN"/>
        </w:rPr>
        <w:t>প্রাণের মর্যাদা রয়েছে ভিন্ন স্থানে</w:t>
      </w:r>
      <w:r w:rsidR="00CA2383">
        <w:rPr>
          <w:lang w:bidi="bn-IN"/>
        </w:rPr>
        <w:t xml:space="preserve"> </w:t>
      </w:r>
    </w:p>
    <w:p w:rsidR="00CA2383" w:rsidRDefault="007710BF" w:rsidP="00CA2383">
      <w:pPr>
        <w:pStyle w:val="libCenter"/>
        <w:rPr>
          <w:rStyle w:val="libAlaemChar"/>
        </w:rPr>
      </w:pPr>
      <w:r w:rsidRPr="007710BF">
        <w:rPr>
          <w:cs/>
          <w:lang w:bidi="bn-IN"/>
        </w:rPr>
        <w:t xml:space="preserve">প্রাণের শরাব পানে </w:t>
      </w:r>
      <w:r w:rsidR="00611BB9">
        <w:rPr>
          <w:cs/>
          <w:lang w:bidi="bn-IN"/>
        </w:rPr>
        <w:t>পৌ</w:t>
      </w:r>
      <w:r w:rsidRPr="007710BF">
        <w:rPr>
          <w:cs/>
          <w:lang w:bidi="bn-IN"/>
        </w:rPr>
        <w:t>ছে স্থায়ী আসনে।</w:t>
      </w:r>
      <w:r w:rsidRPr="001933EC">
        <w:rPr>
          <w:rStyle w:val="libAlaemChar"/>
        </w:rPr>
        <w:t>”</w:t>
      </w:r>
    </w:p>
    <w:p w:rsidR="00D90825" w:rsidRDefault="007710BF" w:rsidP="009F6C3F">
      <w:pPr>
        <w:pStyle w:val="libNormal"/>
        <w:rPr>
          <w:rtl/>
        </w:rPr>
      </w:pPr>
      <w:r w:rsidRPr="007710BF">
        <w:rPr>
          <w:cs/>
          <w:lang w:bidi="bn-IN"/>
        </w:rPr>
        <w:t>শেষ গন্তব্য কোথায়</w:t>
      </w:r>
      <w:r w:rsidRPr="007710BF">
        <w:t xml:space="preserve">? </w:t>
      </w:r>
      <w:r w:rsidRPr="007710BF">
        <w:rPr>
          <w:cs/>
          <w:lang w:bidi="bn-IN"/>
        </w:rPr>
        <w:t>দার্শনিকের দৃষ্টিতে মানুষের লক্ষ্য সে এক বিশ্বে পরিণত হবে</w:t>
      </w:r>
      <w:r w:rsidR="003936CB">
        <w:t>-</w:t>
      </w:r>
      <w:r w:rsidRPr="007710BF">
        <w:t xml:space="preserve"> </w:t>
      </w:r>
      <w:r w:rsidRPr="007710BF">
        <w:rPr>
          <w:cs/>
          <w:lang w:bidi="bn-IN"/>
        </w:rPr>
        <w:t>যে বিশ্ব চিন্তার বিশ্ব। দার্শনিকের ভাষায়</w:t>
      </w:r>
      <w:r w:rsidR="003936CB">
        <w:t>-</w:t>
      </w:r>
    </w:p>
    <w:p w:rsidR="00D90825" w:rsidRDefault="00D90825" w:rsidP="009F6C3F">
      <w:pPr>
        <w:pStyle w:val="libNormal"/>
      </w:pPr>
    </w:p>
    <w:p w:rsidR="00D90825" w:rsidRPr="00D90825" w:rsidRDefault="00D90825" w:rsidP="00D90825">
      <w:pPr>
        <w:pStyle w:val="libArCenter"/>
        <w:rPr>
          <w:rtl/>
          <w:cs/>
        </w:rPr>
      </w:pPr>
      <w:r w:rsidRPr="00D90825">
        <w:rPr>
          <w:rFonts w:hint="cs"/>
          <w:rtl/>
          <w:lang w:bidi="ar-SA"/>
        </w:rPr>
        <w:t>صیرورة الإنسان عالما عقلیا مضاهبه للعالم العینیّ</w:t>
      </w:r>
    </w:p>
    <w:p w:rsidR="00D90825" w:rsidRDefault="00D90825" w:rsidP="009848A8">
      <w:pPr>
        <w:pStyle w:val="libNormal"/>
        <w:rPr>
          <w:rStyle w:val="libAlaemChar"/>
          <w:rtl/>
          <w:lang w:bidi="fa-IR"/>
        </w:rPr>
      </w:pPr>
    </w:p>
    <w:p w:rsidR="00D90825" w:rsidRDefault="007710BF" w:rsidP="009F6C3F">
      <w:pPr>
        <w:pStyle w:val="libNormal"/>
        <w:rPr>
          <w:lang w:bidi="bn-IN"/>
        </w:rPr>
      </w:pPr>
      <w:r w:rsidRPr="001933EC">
        <w:rPr>
          <w:rStyle w:val="libAlaemChar"/>
        </w:rPr>
        <w:t>“</w:t>
      </w:r>
      <w:r w:rsidRPr="007710BF">
        <w:rPr>
          <w:cs/>
          <w:lang w:bidi="bn-IN"/>
        </w:rPr>
        <w:t>মানুষ চিন্তাগতভাবে বাস্তব বিশ্বের অনুরূপ বিশ্বে রূপান্তরিত হওয়া অর্থাৎ সমগ্র বিশ্ব সার্বিকভাবে</w:t>
      </w:r>
      <w:r w:rsidR="00D90825">
        <w:rPr>
          <w:lang w:bidi="bn-IN"/>
        </w:rPr>
        <w:t xml:space="preserve"> </w:t>
      </w:r>
      <w:r w:rsidRPr="007710BF">
        <w:rPr>
          <w:cs/>
          <w:lang w:bidi="bn-IN"/>
        </w:rPr>
        <w:t>তার বুদ্ধিবৃত্তির আয়নায় প্রতিফলিত হওয়া এমনভাবে যে</w:t>
      </w:r>
      <w:r w:rsidR="00895143">
        <w:t>,</w:t>
      </w:r>
      <w:r w:rsidRPr="007710BF">
        <w:rPr>
          <w:cs/>
          <w:lang w:bidi="bn-IN"/>
        </w:rPr>
        <w:t>সমগ্র বিশ্বকে তার অভ্যন্তরে অনুভব ও</w:t>
      </w:r>
      <w:r w:rsidR="00D90825">
        <w:rPr>
          <w:lang w:bidi="bn-IN"/>
        </w:rPr>
        <w:t xml:space="preserve"> </w:t>
      </w:r>
      <w:r w:rsidRPr="007710BF">
        <w:rPr>
          <w:cs/>
          <w:lang w:bidi="bn-IN"/>
        </w:rPr>
        <w:t>পর্যবেক্ষণ করবে। দার্শনিকের পথের সমাপ্তি বিশ্বকে দেখা ও জানার মাধ্যমে কিন্তু আরেফের পথের</w:t>
      </w:r>
      <w:r w:rsidR="00D90825">
        <w:rPr>
          <w:lang w:bidi="bn-IN"/>
        </w:rPr>
        <w:t xml:space="preserve"> </w:t>
      </w:r>
      <w:r w:rsidRPr="007710BF">
        <w:rPr>
          <w:cs/>
          <w:lang w:bidi="bn-IN"/>
        </w:rPr>
        <w:t>সমাপ্তি কোথায়</w:t>
      </w:r>
      <w:r w:rsidRPr="007710BF">
        <w:t xml:space="preserve">? </w:t>
      </w:r>
      <w:r w:rsidRPr="007710BF">
        <w:rPr>
          <w:cs/>
          <w:lang w:bidi="bn-IN"/>
        </w:rPr>
        <w:t>আরেফের শেষ লক্ষ্য জানা বা দেখা নয়</w:t>
      </w:r>
      <w:r w:rsidR="00895143">
        <w:t>,</w:t>
      </w:r>
      <w:r w:rsidRPr="007710BF">
        <w:rPr>
          <w:cs/>
          <w:lang w:bidi="bn-IN"/>
        </w:rPr>
        <w:t xml:space="preserve">বরং </w:t>
      </w:r>
      <w:r w:rsidR="00611BB9">
        <w:rPr>
          <w:cs/>
          <w:lang w:bidi="bn-IN"/>
        </w:rPr>
        <w:t>পৌ</w:t>
      </w:r>
      <w:r w:rsidRPr="007710BF">
        <w:rPr>
          <w:cs/>
          <w:lang w:bidi="bn-IN"/>
        </w:rPr>
        <w:t>ছতে চান সত্যের মূলে অর্থাৎআ</w:t>
      </w:r>
      <w:r w:rsidR="006B46F0">
        <w:rPr>
          <w:cs/>
          <w:lang w:bidi="bn-IN"/>
        </w:rPr>
        <w:t>ল্লা</w:t>
      </w:r>
      <w:r w:rsidRPr="007710BF">
        <w:rPr>
          <w:rFonts w:hint="cs"/>
          <w:cs/>
          <w:lang w:bidi="bn-IN"/>
        </w:rPr>
        <w:t>হ্য়। তিনি বিশ্বাস করেন যদ</w:t>
      </w:r>
      <w:r w:rsidRPr="007710BF">
        <w:rPr>
          <w:cs/>
          <w:lang w:bidi="bn-IN"/>
        </w:rPr>
        <w:t>ি মানুষ তার অন্তরকে পরিশুদ্ধ করে এবং প্রেমের পথে যাত্রা করে</w:t>
      </w:r>
      <w:r w:rsidR="00D90825">
        <w:rPr>
          <w:lang w:bidi="bn-IN"/>
        </w:rPr>
        <w:t xml:space="preserve"> </w:t>
      </w:r>
      <w:r w:rsidRPr="007710BF">
        <w:rPr>
          <w:cs/>
          <w:lang w:bidi="bn-IN"/>
        </w:rPr>
        <w:t>(তবে এ যাত্রা অবশ্যই একজন ইনসানে কামেলের তত্ত্বাবধানে হতে হবে) তাহলে এ পথের শেষে স্রষ্টাও তার মধ্যে কোন পর্দা থাকবে না এবং সে আ</w:t>
      </w:r>
      <w:r w:rsidR="006B46F0">
        <w:rPr>
          <w:cs/>
          <w:lang w:bidi="bn-IN"/>
        </w:rPr>
        <w:t>ল্লা</w:t>
      </w:r>
      <w:r w:rsidRPr="007710BF">
        <w:rPr>
          <w:rFonts w:hint="cs"/>
          <w:cs/>
          <w:lang w:bidi="bn-IN"/>
        </w:rPr>
        <w:t xml:space="preserve">হ্য় </w:t>
      </w:r>
      <w:r w:rsidR="00611BB9">
        <w:rPr>
          <w:rFonts w:hint="cs"/>
          <w:cs/>
          <w:lang w:bidi="bn-IN"/>
        </w:rPr>
        <w:t>পৌ</w:t>
      </w:r>
      <w:r w:rsidRPr="007710BF">
        <w:rPr>
          <w:rFonts w:hint="cs"/>
          <w:cs/>
          <w:lang w:bidi="bn-IN"/>
        </w:rPr>
        <w:t>ছে যাবে।</w:t>
      </w:r>
    </w:p>
    <w:p w:rsidR="00D90825" w:rsidRDefault="007710BF" w:rsidP="009F6C3F">
      <w:pPr>
        <w:pStyle w:val="libNormal"/>
        <w:rPr>
          <w:lang w:bidi="bn-IN"/>
        </w:rPr>
      </w:pPr>
      <w:r w:rsidRPr="007710BF">
        <w:rPr>
          <w:rFonts w:hint="cs"/>
          <w:cs/>
          <w:lang w:bidi="bn-IN"/>
        </w:rPr>
        <w:t>কোরআনে আ</w:t>
      </w:r>
      <w:r w:rsidR="006B46F0">
        <w:rPr>
          <w:rFonts w:hint="cs"/>
          <w:cs/>
          <w:lang w:bidi="bn-IN"/>
        </w:rPr>
        <w:t>ল্লা</w:t>
      </w:r>
      <w:r w:rsidRPr="007710BF">
        <w:rPr>
          <w:rFonts w:hint="cs"/>
          <w:cs/>
          <w:lang w:bidi="bn-IN"/>
        </w:rPr>
        <w:t xml:space="preserve">হ্পাক </w:t>
      </w:r>
      <w:r w:rsidR="00FE6D44">
        <w:rPr>
          <w:rFonts w:hint="cs"/>
          <w:cs/>
          <w:lang w:bidi="bn-IN"/>
        </w:rPr>
        <w:t>তার</w:t>
      </w:r>
      <w:r w:rsidRPr="007710BF">
        <w:rPr>
          <w:rFonts w:hint="cs"/>
          <w:cs/>
          <w:lang w:bidi="bn-IN"/>
        </w:rPr>
        <w:t xml:space="preserve"> দীদার বা সাক্ষাতের কথা বলে</w:t>
      </w:r>
      <w:r w:rsidRPr="007710BF">
        <w:rPr>
          <w:cs/>
          <w:lang w:bidi="bn-IN"/>
        </w:rPr>
        <w:t xml:space="preserve">ছেন। আরেফগণ </w:t>
      </w:r>
      <w:r w:rsidR="00D009A1">
        <w:rPr>
          <w:cs/>
          <w:lang w:bidi="bn-IN"/>
        </w:rPr>
        <w:t>আল্লাহর</w:t>
      </w:r>
      <w:r w:rsidRPr="007710BF">
        <w:rPr>
          <w:rFonts w:hint="cs"/>
          <w:cs/>
          <w:lang w:bidi="bn-IN"/>
        </w:rPr>
        <w:t xml:space="preserve"> নৈকট্য ও</w:t>
      </w:r>
      <w:r w:rsidR="00D90825">
        <w:rPr>
          <w:lang w:bidi="bn-IN"/>
        </w:rPr>
        <w:t xml:space="preserve"> </w:t>
      </w:r>
      <w:r w:rsidRPr="007710BF">
        <w:rPr>
          <w:rFonts w:hint="cs"/>
          <w:cs/>
          <w:lang w:bidi="bn-IN"/>
        </w:rPr>
        <w:t>দীদারের বিষয়ে প্রচুর আলোচনা করেছেন। বিষয়টি ব্যাপক বিধায় এ বিষয়ে প্রবেশ করতে চাচ্ছি না</w:t>
      </w:r>
      <w:r w:rsidR="00D90825">
        <w:rPr>
          <w:lang w:bidi="bn-IN"/>
        </w:rPr>
        <w:t xml:space="preserve"> </w:t>
      </w:r>
      <w:r w:rsidRPr="007710BF">
        <w:rPr>
          <w:rFonts w:hint="cs"/>
          <w:cs/>
          <w:lang w:bidi="bn-IN"/>
        </w:rPr>
        <w:t>যে</w:t>
      </w:r>
      <w:r w:rsidR="00895143">
        <w:t>,</w:t>
      </w:r>
      <w:r w:rsidRPr="007710BF">
        <w:rPr>
          <w:cs/>
          <w:lang w:bidi="bn-IN"/>
        </w:rPr>
        <w:t>এর অর্থ কি। যা হোক</w:t>
      </w:r>
      <w:r w:rsidR="00895143">
        <w:t>,</w:t>
      </w:r>
      <w:r w:rsidRPr="007710BF">
        <w:rPr>
          <w:cs/>
          <w:lang w:bidi="bn-IN"/>
        </w:rPr>
        <w:t>আরেফ এটা বলেন না যে</w:t>
      </w:r>
      <w:r w:rsidR="00895143">
        <w:t>,</w:t>
      </w:r>
      <w:r w:rsidRPr="007710BF">
        <w:rPr>
          <w:cs/>
          <w:lang w:bidi="bn-IN"/>
        </w:rPr>
        <w:t xml:space="preserve">আমি এমন স্থানে </w:t>
      </w:r>
      <w:r w:rsidR="00611BB9">
        <w:rPr>
          <w:cs/>
          <w:lang w:bidi="bn-IN"/>
        </w:rPr>
        <w:t>পৌ</w:t>
      </w:r>
      <w:r w:rsidRPr="007710BF">
        <w:rPr>
          <w:cs/>
          <w:lang w:bidi="bn-IN"/>
        </w:rPr>
        <w:t>ছব যেখানে নিজেই চিন্তার এক বিশ্ব হব বা আয়না হব যাতে বিশ্ব প্রতিফলিত হবে</w:t>
      </w:r>
      <w:r w:rsidR="00895143">
        <w:t>,</w:t>
      </w:r>
      <w:r w:rsidRPr="007710BF">
        <w:rPr>
          <w:cs/>
          <w:lang w:bidi="bn-IN"/>
        </w:rPr>
        <w:t xml:space="preserve">বরং বলেন আমি বিশ্বের কেন্দ্রে </w:t>
      </w:r>
      <w:r w:rsidR="00611BB9">
        <w:rPr>
          <w:cs/>
          <w:lang w:bidi="bn-IN"/>
        </w:rPr>
        <w:t>পৌ</w:t>
      </w:r>
      <w:r w:rsidRPr="007710BF">
        <w:rPr>
          <w:cs/>
          <w:lang w:bidi="bn-IN"/>
        </w:rPr>
        <w:t>ছতে</w:t>
      </w:r>
      <w:r w:rsidR="00D90825">
        <w:rPr>
          <w:lang w:bidi="bn-IN"/>
        </w:rPr>
        <w:t xml:space="preserve"> </w:t>
      </w:r>
      <w:r w:rsidRPr="007710BF">
        <w:rPr>
          <w:cs/>
          <w:lang w:bidi="bn-IN"/>
        </w:rPr>
        <w:t>চাই।</w:t>
      </w:r>
    </w:p>
    <w:p w:rsidR="00D90825" w:rsidRDefault="00D90825" w:rsidP="009F6C3F">
      <w:pPr>
        <w:pStyle w:val="libNormal"/>
        <w:rPr>
          <w:lang w:bidi="bn-IN"/>
        </w:rPr>
      </w:pPr>
    </w:p>
    <w:p w:rsidR="00D90825" w:rsidRDefault="003F1320" w:rsidP="00F61F9E">
      <w:pPr>
        <w:pStyle w:val="libAie"/>
        <w:rPr>
          <w:lang w:bidi="bn-IN"/>
        </w:rPr>
      </w:pPr>
      <w:r w:rsidRPr="003F1320">
        <w:rPr>
          <w:rStyle w:val="libAlaemChar"/>
        </w:rPr>
        <w:t>)</w:t>
      </w:r>
      <w:r w:rsidR="00D90825" w:rsidRPr="00F61F9E">
        <w:rPr>
          <w:rFonts w:hint="cs"/>
          <w:rtl/>
        </w:rPr>
        <w:t>يَا أَيُّهَا الْإِنسَانُ إِنَّكَ كَادِحٌ إِلَىٰ رَ‌بِّكَ كَدْحًا فَمُلَاقِيهِ</w:t>
      </w:r>
      <w:r w:rsidRPr="00A3582C">
        <w:t xml:space="preserve"> </w:t>
      </w:r>
      <w:r w:rsidRPr="003F1320">
        <w:rPr>
          <w:rStyle w:val="libAlaemChar"/>
        </w:rPr>
        <w:t>(</w:t>
      </w:r>
    </w:p>
    <w:p w:rsidR="00721E28" w:rsidRDefault="00721E28" w:rsidP="009F6C3F">
      <w:pPr>
        <w:pStyle w:val="libNormal"/>
        <w:rPr>
          <w:rStyle w:val="libAlaemChar"/>
          <w:rtl/>
        </w:rPr>
      </w:pPr>
    </w:p>
    <w:p w:rsidR="00D90825" w:rsidRDefault="007710BF" w:rsidP="009F6C3F">
      <w:pPr>
        <w:pStyle w:val="libNormal"/>
        <w:rPr>
          <w:lang w:bidi="bn-IN"/>
        </w:rPr>
      </w:pPr>
      <w:r w:rsidRPr="001933EC">
        <w:rPr>
          <w:rStyle w:val="libAlaemChar"/>
        </w:rPr>
        <w:t>“</w:t>
      </w:r>
      <w:r w:rsidRPr="007710BF">
        <w:rPr>
          <w:cs/>
          <w:lang w:bidi="bn-IN"/>
        </w:rPr>
        <w:t xml:space="preserve">হে মানুষ! তুমি তোমার প্রতিপালকের নিকট </w:t>
      </w:r>
      <w:r w:rsidR="00611BB9">
        <w:rPr>
          <w:cs/>
          <w:lang w:bidi="bn-IN"/>
        </w:rPr>
        <w:t>পৌ</w:t>
      </w:r>
      <w:r w:rsidRPr="007710BF">
        <w:rPr>
          <w:cs/>
          <w:lang w:bidi="bn-IN"/>
        </w:rPr>
        <w:t>ছানো পর্যন্ত যে কঠোর সাধনা করছ অবশ্যই তুমি</w:t>
      </w:r>
      <w:r w:rsidR="00FE6D44">
        <w:rPr>
          <w:cs/>
          <w:lang w:bidi="bn-IN"/>
        </w:rPr>
        <w:t>তার</w:t>
      </w:r>
      <w:r w:rsidRPr="007710BF">
        <w:rPr>
          <w:cs/>
          <w:lang w:bidi="bn-IN"/>
        </w:rPr>
        <w:t xml:space="preserve"> সাক্ষাৎ লাভ করবে।</w:t>
      </w:r>
      <w:r w:rsidRPr="001933EC">
        <w:rPr>
          <w:rStyle w:val="libAlaemChar"/>
        </w:rPr>
        <w:t>”</w:t>
      </w:r>
      <w:r w:rsidRPr="007710BF">
        <w:t xml:space="preserve"> (</w:t>
      </w:r>
      <w:r w:rsidRPr="007710BF">
        <w:rPr>
          <w:cs/>
          <w:lang w:bidi="bn-IN"/>
        </w:rPr>
        <w:t>সূরা ইনশিকাক : ৬)</w:t>
      </w:r>
    </w:p>
    <w:p w:rsidR="003F1320" w:rsidRDefault="007710BF" w:rsidP="009F6C3F">
      <w:pPr>
        <w:pStyle w:val="libNormal"/>
        <w:rPr>
          <w:lang w:bidi="bn-IN"/>
        </w:rPr>
      </w:pPr>
      <w:r w:rsidRPr="007710BF">
        <w:rPr>
          <w:cs/>
          <w:lang w:bidi="bn-IN"/>
        </w:rPr>
        <w:t xml:space="preserve">যখন সেখানে </w:t>
      </w:r>
      <w:r w:rsidR="00611BB9">
        <w:rPr>
          <w:cs/>
          <w:lang w:bidi="bn-IN"/>
        </w:rPr>
        <w:t>পৌ</w:t>
      </w:r>
      <w:r w:rsidRPr="007710BF">
        <w:rPr>
          <w:cs/>
          <w:lang w:bidi="bn-IN"/>
        </w:rPr>
        <w:t xml:space="preserve">ছেছ অর্থাৎ </w:t>
      </w:r>
      <w:r w:rsidR="00FE6D44">
        <w:rPr>
          <w:cs/>
          <w:lang w:bidi="bn-IN"/>
        </w:rPr>
        <w:t>তার</w:t>
      </w:r>
      <w:r w:rsidRPr="007710BF">
        <w:rPr>
          <w:cs/>
          <w:lang w:bidi="bn-IN"/>
        </w:rPr>
        <w:t xml:space="preserve"> সাক্ষাৎ লাভ করেছ তখন তুমি সব কিছুর অধিকারী</w:t>
      </w:r>
    </w:p>
    <w:p w:rsidR="003F1320" w:rsidRDefault="003F1320" w:rsidP="009F6C3F">
      <w:pPr>
        <w:pStyle w:val="libNormal"/>
        <w:rPr>
          <w:lang w:bidi="bn-IN"/>
        </w:rPr>
      </w:pPr>
      <w:r w:rsidRPr="003F1320">
        <w:rPr>
          <w:rStyle w:val="libArChar"/>
          <w:rFonts w:hint="cs"/>
          <w:rtl/>
        </w:rPr>
        <w:t>العبودیّة جوهرة کنهها الربوبیّة</w:t>
      </w:r>
      <w:r w:rsidR="007710BF" w:rsidRPr="007710BF">
        <w:rPr>
          <w:cs/>
          <w:lang w:bidi="bn-IN"/>
        </w:rPr>
        <w:t xml:space="preserve"> অর্থাৎ বন্দেগীই মূল যার মাধ্যমে সব কিছুর অধিকারী হওয়া যায়। কিন্তু</w:t>
      </w:r>
      <w:r>
        <w:rPr>
          <w:lang w:bidi="bn-IN"/>
        </w:rPr>
        <w:t xml:space="preserve"> </w:t>
      </w:r>
      <w:r w:rsidR="007710BF" w:rsidRPr="007710BF">
        <w:rPr>
          <w:cs/>
          <w:lang w:bidi="bn-IN"/>
        </w:rPr>
        <w:t>তখন এ সব কিছুই তোমার নিকট মূল্যহীন</w:t>
      </w:r>
      <w:r w:rsidR="00895143">
        <w:t>,</w:t>
      </w:r>
      <w:r w:rsidR="007710BF" w:rsidRPr="007710BF">
        <w:rPr>
          <w:cs/>
          <w:lang w:bidi="bn-IN"/>
        </w:rPr>
        <w:t xml:space="preserve">এটাই আশ্চর্যের বিষয়। এমন স্থানে </w:t>
      </w:r>
      <w:r w:rsidR="00611BB9">
        <w:rPr>
          <w:cs/>
          <w:lang w:bidi="bn-IN"/>
        </w:rPr>
        <w:t>পৌ</w:t>
      </w:r>
      <w:r w:rsidR="007710BF" w:rsidRPr="007710BF">
        <w:rPr>
          <w:cs/>
          <w:lang w:bidi="bn-IN"/>
        </w:rPr>
        <w:t>ছেও তুমি কিছুই</w:t>
      </w:r>
      <w:r>
        <w:rPr>
          <w:lang w:bidi="bn-IN"/>
        </w:rPr>
        <w:t xml:space="preserve"> </w:t>
      </w:r>
      <w:r w:rsidR="007710BF" w:rsidRPr="007710BF">
        <w:rPr>
          <w:cs/>
          <w:lang w:bidi="bn-IN"/>
        </w:rPr>
        <w:t xml:space="preserve">চাইবে না স্বয়ং </w:t>
      </w:r>
      <w:r w:rsidR="000459F1">
        <w:rPr>
          <w:cs/>
          <w:lang w:bidi="bn-IN"/>
        </w:rPr>
        <w:t>তাকে</w:t>
      </w:r>
      <w:r w:rsidR="007710BF" w:rsidRPr="007710BF">
        <w:rPr>
          <w:cs/>
          <w:lang w:bidi="bn-IN"/>
        </w:rPr>
        <w:t xml:space="preserve"> ব্যতীত। আবু সাঈদ আবিল খাইর কত সুন্দর বলেছেন!</w:t>
      </w:r>
    </w:p>
    <w:p w:rsidR="003F1320" w:rsidRDefault="007710BF" w:rsidP="003F1320">
      <w:pPr>
        <w:pStyle w:val="libCenter"/>
        <w:rPr>
          <w:lang w:bidi="bn-IN"/>
        </w:rPr>
      </w:pPr>
      <w:r w:rsidRPr="001933EC">
        <w:rPr>
          <w:rStyle w:val="libAlaemChar"/>
        </w:rPr>
        <w:t>“</w:t>
      </w:r>
      <w:r w:rsidRPr="007710BF">
        <w:rPr>
          <w:cs/>
          <w:lang w:bidi="bn-IN"/>
        </w:rPr>
        <w:t>যে চিনেছে তোমায় কি হবে তার জীবন দিয়ে</w:t>
      </w:r>
    </w:p>
    <w:p w:rsidR="003F1320" w:rsidRDefault="007710BF" w:rsidP="003F1320">
      <w:pPr>
        <w:pStyle w:val="libCenter"/>
      </w:pPr>
      <w:r w:rsidRPr="007710BF">
        <w:rPr>
          <w:cs/>
          <w:lang w:bidi="bn-IN"/>
        </w:rPr>
        <w:t>কি হবে তার সন্তান</w:t>
      </w:r>
      <w:r w:rsidR="00895143">
        <w:t>,</w:t>
      </w:r>
      <w:r w:rsidRPr="007710BF">
        <w:rPr>
          <w:cs/>
          <w:lang w:bidi="bn-IN"/>
        </w:rPr>
        <w:t>পরিবার আর ঘর নিয়ে মশগুল হয়ে</w:t>
      </w:r>
      <w:r w:rsidRPr="007710BF">
        <w:t>?</w:t>
      </w:r>
    </w:p>
    <w:p w:rsidR="003F1320" w:rsidRDefault="007710BF" w:rsidP="003F1320">
      <w:pPr>
        <w:pStyle w:val="libCenter"/>
        <w:rPr>
          <w:lang w:bidi="bn-IN"/>
        </w:rPr>
      </w:pPr>
      <w:r w:rsidRPr="007710BF">
        <w:rPr>
          <w:cs/>
          <w:lang w:bidi="bn-IN"/>
        </w:rPr>
        <w:t>স্বপ্রেমে আসক্ত করে যদি তারে কর দু</w:t>
      </w:r>
      <w:r w:rsidRPr="001933EC">
        <w:rPr>
          <w:rStyle w:val="libAlaemChar"/>
        </w:rPr>
        <w:t>’</w:t>
      </w:r>
      <w:r w:rsidRPr="007710BF">
        <w:rPr>
          <w:cs/>
          <w:lang w:bidi="bn-IN"/>
        </w:rPr>
        <w:t>জাহানের অধিপতি</w:t>
      </w:r>
      <w:r w:rsidR="003F1320">
        <w:rPr>
          <w:lang w:bidi="bn-IN"/>
        </w:rPr>
        <w:t xml:space="preserve"> </w:t>
      </w:r>
    </w:p>
    <w:p w:rsidR="003F1320" w:rsidRDefault="007710BF" w:rsidP="003F1320">
      <w:pPr>
        <w:pStyle w:val="libCenter"/>
        <w:rPr>
          <w:rStyle w:val="libAlaemChar"/>
        </w:rPr>
      </w:pPr>
      <w:r w:rsidRPr="007710BF">
        <w:rPr>
          <w:cs/>
          <w:lang w:bidi="bn-IN"/>
        </w:rPr>
        <w:t>এ জাহানকে উপেক্ষা করে সে ফিরে যাবেই তোমার প্রতি।</w:t>
      </w:r>
      <w:r w:rsidRPr="001933EC">
        <w:rPr>
          <w:rStyle w:val="libAlaemChar"/>
        </w:rPr>
        <w:t>”</w:t>
      </w:r>
    </w:p>
    <w:p w:rsidR="003F1320" w:rsidRDefault="007710BF" w:rsidP="009F6C3F">
      <w:pPr>
        <w:pStyle w:val="libNormal"/>
        <w:rPr>
          <w:lang w:bidi="bn-IN"/>
        </w:rPr>
      </w:pPr>
      <w:r w:rsidRPr="007710BF">
        <w:rPr>
          <w:cs/>
          <w:lang w:bidi="bn-IN"/>
        </w:rPr>
        <w:t>প্রথমে নিজের প্রতি আসক্ত করে তাকে দু</w:t>
      </w:r>
      <w:r w:rsidRPr="001933EC">
        <w:rPr>
          <w:rStyle w:val="libAlaemChar"/>
        </w:rPr>
        <w:t>’</w:t>
      </w:r>
      <w:r w:rsidRPr="007710BF">
        <w:rPr>
          <w:cs/>
          <w:lang w:bidi="bn-IN"/>
        </w:rPr>
        <w:t>জাহানই উপহার দাও। কিন্তু এমতাবস্থায় তাকে</w:t>
      </w:r>
      <w:r w:rsidR="003F1320">
        <w:rPr>
          <w:lang w:bidi="bn-IN"/>
        </w:rPr>
        <w:t xml:space="preserve"> </w:t>
      </w:r>
      <w:r w:rsidRPr="007710BF">
        <w:rPr>
          <w:cs/>
          <w:lang w:bidi="bn-IN"/>
        </w:rPr>
        <w:t>দু</w:t>
      </w:r>
      <w:r w:rsidRPr="001933EC">
        <w:rPr>
          <w:rStyle w:val="libAlaemChar"/>
        </w:rPr>
        <w:t>’</w:t>
      </w:r>
      <w:r w:rsidRPr="007710BF">
        <w:rPr>
          <w:cs/>
          <w:lang w:bidi="bn-IN"/>
        </w:rPr>
        <w:t>জাহান দান কর যখন সে তা চায় না। যতদিন সে তোমাকে চিনতে পারেনি ততদিন সব কিছুই চায়</w:t>
      </w:r>
      <w:r w:rsidR="003F1320">
        <w:rPr>
          <w:lang w:bidi="bn-IN"/>
        </w:rPr>
        <w:t xml:space="preserve"> </w:t>
      </w:r>
      <w:r w:rsidRPr="007710BF">
        <w:rPr>
          <w:cs/>
          <w:lang w:bidi="bn-IN"/>
        </w:rPr>
        <w:t>কিন্তু তখন তাকে তা দাও না। যখন তোমাকে চেনে তখন তাকে সব কিছু দান কর কিন্তু সে সেগুলোর</w:t>
      </w:r>
      <w:r w:rsidR="003F1320">
        <w:rPr>
          <w:lang w:bidi="bn-IN"/>
        </w:rPr>
        <w:t xml:space="preserve"> </w:t>
      </w:r>
      <w:r w:rsidRPr="007710BF">
        <w:rPr>
          <w:cs/>
          <w:lang w:bidi="bn-IN"/>
        </w:rPr>
        <w:t xml:space="preserve">প্রতি </w:t>
      </w:r>
      <w:r w:rsidR="003F1320">
        <w:rPr>
          <w:cs/>
          <w:lang w:bidi="bn-IN"/>
        </w:rPr>
        <w:t>ভ্রূক্ষেপ</w:t>
      </w:r>
      <w:r w:rsidRPr="007710BF">
        <w:rPr>
          <w:cs/>
          <w:lang w:bidi="bn-IN"/>
        </w:rPr>
        <w:t xml:space="preserve"> করে না। কারণ তোমাকে পেয়েছে</w:t>
      </w:r>
      <w:r w:rsidR="00895143">
        <w:t>,</w:t>
      </w:r>
      <w:r w:rsidRPr="007710BF">
        <w:rPr>
          <w:cs/>
          <w:lang w:bidi="bn-IN"/>
        </w:rPr>
        <w:t>ফলে দুনিয়া ও আখেরাত কোনটিই চায় না</w:t>
      </w:r>
      <w:r w:rsidR="00895143">
        <w:t>,</w:t>
      </w:r>
      <w:r w:rsidRPr="007710BF">
        <w:rPr>
          <w:cs/>
          <w:lang w:bidi="bn-IN"/>
        </w:rPr>
        <w:t>বরং ও</w:t>
      </w:r>
      <w:r w:rsidR="003F1320">
        <w:rPr>
          <w:lang w:bidi="bn-IN"/>
        </w:rPr>
        <w:t xml:space="preserve"> </w:t>
      </w:r>
      <w:r w:rsidRPr="007710BF">
        <w:rPr>
          <w:cs/>
          <w:lang w:bidi="bn-IN"/>
        </w:rPr>
        <w:t>দু</w:t>
      </w:r>
      <w:r w:rsidRPr="001933EC">
        <w:rPr>
          <w:rStyle w:val="libAlaemChar"/>
        </w:rPr>
        <w:t>’</w:t>
      </w:r>
      <w:r w:rsidRPr="007710BF">
        <w:rPr>
          <w:cs/>
          <w:lang w:bidi="bn-IN"/>
        </w:rPr>
        <w:t>টির চেয়েও মূল্যবান তোমাকে চায়।</w:t>
      </w:r>
    </w:p>
    <w:p w:rsidR="003F1320" w:rsidRDefault="007710BF" w:rsidP="009F6C3F">
      <w:pPr>
        <w:pStyle w:val="libNormal"/>
        <w:rPr>
          <w:lang w:bidi="bn-IN"/>
        </w:rPr>
      </w:pPr>
      <w:r w:rsidRPr="007710BF">
        <w:rPr>
          <w:cs/>
          <w:lang w:bidi="bn-IN"/>
        </w:rPr>
        <w:t>এখন আমরা ইসলামের দৃষ্টিভঙ্গি আলোচনা করে দেখব আরেফের দৃষ্টিতে যে ইনসানে কামেল তা</w:t>
      </w:r>
      <w:r w:rsidR="003F1320">
        <w:rPr>
          <w:lang w:bidi="bn-IN"/>
        </w:rPr>
        <w:t xml:space="preserve"> </w:t>
      </w:r>
      <w:r w:rsidRPr="007710BF">
        <w:rPr>
          <w:cs/>
          <w:lang w:bidi="bn-IN"/>
        </w:rPr>
        <w:t>ইসলামের সঙ্গে কতটা সামঞ্জস্যপূর্ণ। এ পর্যায়ে আমরা বুঝতে পেরেছি আরেফের দৃষ্টিতে ইনসানে</w:t>
      </w:r>
      <w:r w:rsidR="003F1320">
        <w:rPr>
          <w:lang w:bidi="bn-IN"/>
        </w:rPr>
        <w:t xml:space="preserve"> </w:t>
      </w:r>
      <w:r w:rsidRPr="007710BF">
        <w:rPr>
          <w:cs/>
          <w:lang w:bidi="bn-IN"/>
        </w:rPr>
        <w:t>কামেল তিনিই যিনি আ</w:t>
      </w:r>
      <w:r w:rsidR="006B46F0">
        <w:rPr>
          <w:cs/>
          <w:lang w:bidi="bn-IN"/>
        </w:rPr>
        <w:t>ল্লা</w:t>
      </w:r>
      <w:r w:rsidRPr="007710BF">
        <w:rPr>
          <w:rFonts w:hint="cs"/>
          <w:cs/>
          <w:lang w:bidi="bn-IN"/>
        </w:rPr>
        <w:t xml:space="preserve">হ্য় </w:t>
      </w:r>
      <w:r w:rsidR="00611BB9">
        <w:rPr>
          <w:rFonts w:hint="cs"/>
          <w:cs/>
          <w:lang w:bidi="bn-IN"/>
        </w:rPr>
        <w:t>পৌ</w:t>
      </w:r>
      <w:r w:rsidRPr="007710BF">
        <w:rPr>
          <w:rFonts w:hint="cs"/>
          <w:cs/>
          <w:lang w:bidi="bn-IN"/>
        </w:rPr>
        <w:t>ছেছেন। যখন তিনি আ</w:t>
      </w:r>
      <w:r w:rsidR="006B46F0">
        <w:rPr>
          <w:rFonts w:hint="cs"/>
          <w:cs/>
          <w:lang w:bidi="bn-IN"/>
        </w:rPr>
        <w:t>ল্লা</w:t>
      </w:r>
      <w:r w:rsidR="003F786B">
        <w:rPr>
          <w:rFonts w:hint="cs"/>
          <w:cs/>
          <w:lang w:bidi="bn-IN"/>
        </w:rPr>
        <w:t>হতে</w:t>
      </w:r>
      <w:r w:rsidRPr="007710BF">
        <w:rPr>
          <w:rFonts w:hint="cs"/>
          <w:cs/>
          <w:lang w:bidi="bn-IN"/>
        </w:rPr>
        <w:t xml:space="preserve"> </w:t>
      </w:r>
      <w:r w:rsidR="00611BB9">
        <w:rPr>
          <w:rFonts w:hint="cs"/>
          <w:cs/>
          <w:lang w:bidi="bn-IN"/>
        </w:rPr>
        <w:t>পৌ</w:t>
      </w:r>
      <w:r w:rsidRPr="007710BF">
        <w:rPr>
          <w:rFonts w:hint="cs"/>
          <w:cs/>
          <w:lang w:bidi="bn-IN"/>
        </w:rPr>
        <w:t xml:space="preserve">ছেন তখন </w:t>
      </w:r>
      <w:r w:rsidR="00D009A1">
        <w:rPr>
          <w:rFonts w:hint="cs"/>
          <w:cs/>
          <w:lang w:bidi="bn-IN"/>
        </w:rPr>
        <w:t>আল্লাহর</w:t>
      </w:r>
      <w:r w:rsidRPr="007710BF">
        <w:rPr>
          <w:rFonts w:hint="cs"/>
          <w:cs/>
          <w:lang w:bidi="bn-IN"/>
        </w:rPr>
        <w:t xml:space="preserve"> নাম ও</w:t>
      </w:r>
      <w:r w:rsidR="003F1320">
        <w:rPr>
          <w:lang w:bidi="bn-IN"/>
        </w:rPr>
        <w:t xml:space="preserve"> </w:t>
      </w:r>
      <w:r w:rsidRPr="007710BF">
        <w:rPr>
          <w:rFonts w:hint="cs"/>
          <w:cs/>
          <w:lang w:bidi="bn-IN"/>
        </w:rPr>
        <w:t>গুণাব</w:t>
      </w:r>
      <w:r w:rsidRPr="007710BF">
        <w:rPr>
          <w:cs/>
          <w:lang w:bidi="bn-IN"/>
        </w:rPr>
        <w:t xml:space="preserve">লীর প্রকাশস্থলে পরিণত হন। </w:t>
      </w:r>
      <w:r w:rsidR="00D009A1">
        <w:rPr>
          <w:cs/>
          <w:lang w:bidi="bn-IN"/>
        </w:rPr>
        <w:t>আল্লাহর</w:t>
      </w:r>
      <w:r w:rsidRPr="007710BF">
        <w:rPr>
          <w:rFonts w:hint="cs"/>
          <w:cs/>
          <w:lang w:bidi="bn-IN"/>
        </w:rPr>
        <w:t xml:space="preserve"> সত্তা </w:t>
      </w:r>
      <w:r w:rsidR="00FE6D44">
        <w:rPr>
          <w:rFonts w:hint="cs"/>
          <w:cs/>
          <w:lang w:bidi="bn-IN"/>
        </w:rPr>
        <w:t>তার</w:t>
      </w:r>
      <w:r w:rsidRPr="007710BF">
        <w:rPr>
          <w:rFonts w:hint="cs"/>
          <w:cs/>
          <w:lang w:bidi="bn-IN"/>
        </w:rPr>
        <w:t xml:space="preserve"> মধ্যে প্রকাশিত ও বিচ্ছুরিত হওয়ার জন্য নিজে</w:t>
      </w:r>
      <w:r w:rsidR="003F1320">
        <w:rPr>
          <w:lang w:bidi="bn-IN"/>
        </w:rPr>
        <w:t xml:space="preserve"> </w:t>
      </w:r>
      <w:r w:rsidRPr="007710BF">
        <w:rPr>
          <w:rFonts w:hint="cs"/>
          <w:cs/>
          <w:lang w:bidi="bn-IN"/>
        </w:rPr>
        <w:t>আয়নাস্বরূপ হন।</w:t>
      </w:r>
    </w:p>
    <w:p w:rsidR="001F3D11" w:rsidRDefault="007710BF" w:rsidP="009F6C3F">
      <w:pPr>
        <w:pStyle w:val="libNormal"/>
      </w:pPr>
      <w:r w:rsidRPr="007710BF">
        <w:rPr>
          <w:rFonts w:hint="cs"/>
          <w:cs/>
          <w:lang w:bidi="bn-IN"/>
        </w:rPr>
        <w:t>দার্শনিক মতবাদের আলোচনায় আমরা বলেছি যাকে দর্শন পূর্ণ মানব মনে করে ইসলামের দৃষ্টিতে</w:t>
      </w:r>
      <w:r w:rsidR="003F1320">
        <w:rPr>
          <w:lang w:bidi="bn-IN"/>
        </w:rPr>
        <w:t xml:space="preserve"> </w:t>
      </w:r>
      <w:r w:rsidRPr="007710BF">
        <w:rPr>
          <w:rFonts w:hint="cs"/>
          <w:cs/>
          <w:lang w:bidi="bn-IN"/>
        </w:rPr>
        <w:t>তা পূর্ণ নয় বরং অপূর্ণ মানব। সে সাথে দর্শনের বিভিন্ন অংশ আলোচনা করে কো</w:t>
      </w:r>
      <w:r w:rsidRPr="007710BF">
        <w:rPr>
          <w:cs/>
          <w:lang w:bidi="bn-IN"/>
        </w:rPr>
        <w:t>ন্ অংশকে ইসলাম</w:t>
      </w:r>
      <w:r w:rsidR="003F1320">
        <w:rPr>
          <w:lang w:bidi="bn-IN"/>
        </w:rPr>
        <w:t xml:space="preserve"> </w:t>
      </w:r>
      <w:r w:rsidRPr="007710BF">
        <w:rPr>
          <w:cs/>
          <w:lang w:bidi="bn-IN"/>
        </w:rPr>
        <w:t>সমর্থন করে এবং কোন্ অংশকে ইসলাম সমর্থন করে না তা তুলে ধরেছি। এখানেও আমরা সেভাবেই</w:t>
      </w:r>
      <w:r w:rsidR="003F1320">
        <w:rPr>
          <w:lang w:bidi="bn-IN"/>
        </w:rPr>
        <w:t xml:space="preserve"> </w:t>
      </w:r>
      <w:r w:rsidRPr="007710BF">
        <w:rPr>
          <w:cs/>
          <w:lang w:bidi="bn-IN"/>
        </w:rPr>
        <w:t xml:space="preserve">আলোচনা পেশ করব। ইসলামে কি আত্মিক প্রশিক্ষণ ও পবিত্রতার বিষয </w:t>
      </w:r>
      <w:r w:rsidR="00707069">
        <w:rPr>
          <w:cs/>
          <w:lang w:bidi="bn-IN"/>
        </w:rPr>
        <w:t>উল্লিখিত</w:t>
      </w:r>
      <w:r w:rsidRPr="007710BF">
        <w:rPr>
          <w:rFonts w:hint="cs"/>
          <w:cs/>
          <w:lang w:bidi="bn-IN"/>
        </w:rPr>
        <w:t xml:space="preserve"> হয়েছে</w:t>
      </w:r>
      <w:r w:rsidRPr="007710BF">
        <w:t xml:space="preserve">? </w:t>
      </w:r>
      <w:r w:rsidRPr="007710BF">
        <w:rPr>
          <w:cs/>
          <w:lang w:bidi="bn-IN"/>
        </w:rPr>
        <w:t>নিঃসন্দেহে বলা যায় অবশ্যই।</w:t>
      </w:r>
      <w:r w:rsidR="003F1320">
        <w:rPr>
          <w:lang w:bidi="bn-IN"/>
        </w:rPr>
        <w:t xml:space="preserve"> </w:t>
      </w:r>
      <w:r w:rsidRPr="007710BF">
        <w:rPr>
          <w:cs/>
          <w:lang w:bidi="bn-IN"/>
        </w:rPr>
        <w:t>যেহেতু কোরআনে এসেছে</w:t>
      </w:r>
      <w:r w:rsidR="003936CB">
        <w:t>-</w:t>
      </w:r>
      <w:r w:rsidR="001F3D11">
        <w:t xml:space="preserve"> </w:t>
      </w:r>
    </w:p>
    <w:p w:rsidR="001F3D11" w:rsidRDefault="001F3D11" w:rsidP="001F3D11">
      <w:pPr>
        <w:pStyle w:val="libAie"/>
      </w:pPr>
      <w:r w:rsidRPr="001F3D11">
        <w:rPr>
          <w:rStyle w:val="libAlaemChar"/>
        </w:rPr>
        <w:t>)</w:t>
      </w:r>
      <w:r w:rsidRPr="001F3D11">
        <w:rPr>
          <w:rFonts w:hint="cs"/>
          <w:rtl/>
        </w:rPr>
        <w:t>قَدْ</w:t>
      </w:r>
      <w:r w:rsidRPr="003A3A02">
        <w:rPr>
          <w:rFonts w:hint="cs"/>
          <w:rtl/>
        </w:rPr>
        <w:t xml:space="preserve"> </w:t>
      </w:r>
      <w:r w:rsidRPr="001F3D11">
        <w:rPr>
          <w:rFonts w:hint="cs"/>
          <w:rtl/>
        </w:rPr>
        <w:t>أَفْلَحَ</w:t>
      </w:r>
      <w:r w:rsidRPr="003A3A02">
        <w:rPr>
          <w:rFonts w:hint="cs"/>
          <w:rtl/>
        </w:rPr>
        <w:t xml:space="preserve"> </w:t>
      </w:r>
      <w:r w:rsidRPr="001F3D11">
        <w:rPr>
          <w:rFonts w:hint="cs"/>
          <w:rtl/>
        </w:rPr>
        <w:t>مَن</w:t>
      </w:r>
      <w:r w:rsidRPr="003A3A02">
        <w:rPr>
          <w:rFonts w:hint="cs"/>
          <w:rtl/>
        </w:rPr>
        <w:t xml:space="preserve"> </w:t>
      </w:r>
      <w:r w:rsidRPr="001F3D11">
        <w:rPr>
          <w:rFonts w:hint="cs"/>
          <w:rtl/>
        </w:rPr>
        <w:t>زَكَّاهَا</w:t>
      </w:r>
      <w:r w:rsidRPr="001F3D11">
        <w:rPr>
          <w:rtl/>
        </w:rPr>
        <w:t xml:space="preserve"> </w:t>
      </w:r>
      <w:r w:rsidRPr="001F3D11">
        <w:rPr>
          <w:rFonts w:hint="cs"/>
          <w:rtl/>
        </w:rPr>
        <w:t>وَقَدْ</w:t>
      </w:r>
      <w:r w:rsidRPr="003A3A02">
        <w:rPr>
          <w:rFonts w:hint="cs"/>
          <w:rtl/>
        </w:rPr>
        <w:t xml:space="preserve"> </w:t>
      </w:r>
      <w:r w:rsidRPr="001F3D11">
        <w:rPr>
          <w:rFonts w:hint="cs"/>
          <w:rtl/>
        </w:rPr>
        <w:t>خَابَ</w:t>
      </w:r>
      <w:r w:rsidRPr="003A3A02">
        <w:rPr>
          <w:rFonts w:hint="cs"/>
          <w:rtl/>
        </w:rPr>
        <w:t xml:space="preserve"> </w:t>
      </w:r>
      <w:r w:rsidRPr="001F3D11">
        <w:rPr>
          <w:rFonts w:hint="cs"/>
          <w:rtl/>
        </w:rPr>
        <w:t>مَن</w:t>
      </w:r>
      <w:r w:rsidRPr="003A3A02">
        <w:rPr>
          <w:rFonts w:hint="cs"/>
          <w:rtl/>
        </w:rPr>
        <w:t xml:space="preserve"> </w:t>
      </w:r>
      <w:r w:rsidRPr="001F3D11">
        <w:rPr>
          <w:rFonts w:hint="cs"/>
          <w:rtl/>
        </w:rPr>
        <w:t>دَسَّاهَا</w:t>
      </w:r>
      <w:r w:rsidRPr="001F3D11">
        <w:rPr>
          <w:rStyle w:val="libAlaemChar"/>
        </w:rPr>
        <w:t>(</w:t>
      </w:r>
    </w:p>
    <w:p w:rsidR="001F3D11" w:rsidRDefault="001F3D11" w:rsidP="009F6C3F">
      <w:pPr>
        <w:pStyle w:val="libNormal"/>
      </w:pPr>
    </w:p>
    <w:p w:rsidR="001F3D11" w:rsidRDefault="007710BF" w:rsidP="009F6C3F">
      <w:pPr>
        <w:pStyle w:val="libNormal"/>
        <w:rPr>
          <w:lang w:bidi="bn-IN"/>
        </w:rPr>
      </w:pPr>
      <w:r w:rsidRPr="007710BF">
        <w:t>(</w:t>
      </w:r>
      <w:r w:rsidRPr="007710BF">
        <w:rPr>
          <w:cs/>
          <w:lang w:bidi="bn-IN"/>
        </w:rPr>
        <w:t>সূরা শামছ : ৯ ও ১০)</w:t>
      </w:r>
    </w:p>
    <w:p w:rsidR="001F3D11" w:rsidRDefault="007710BF" w:rsidP="001F3D11">
      <w:pPr>
        <w:pStyle w:val="libNormal"/>
        <w:rPr>
          <w:cs/>
          <w:lang w:bidi="bn-IN"/>
        </w:rPr>
      </w:pPr>
      <w:r w:rsidRPr="007710BF">
        <w:rPr>
          <w:cs/>
          <w:lang w:bidi="bn-IN"/>
        </w:rPr>
        <w:t>উপ</w:t>
      </w:r>
      <w:r w:rsidR="001F3D11" w:rsidRPr="001F3D11">
        <w:rPr>
          <w:cs/>
          <w:lang w:bidi="bn-IN"/>
        </w:rPr>
        <w:t>র্যু</w:t>
      </w:r>
      <w:r w:rsidRPr="007710BF">
        <w:rPr>
          <w:cs/>
          <w:lang w:bidi="bn-IN"/>
        </w:rPr>
        <w:t>পরি সাত বার কসম করার পর কোরআন বলছে</w:t>
      </w:r>
      <w:r w:rsidR="00895143">
        <w:t>,</w:t>
      </w:r>
      <w:r w:rsidRPr="001933EC">
        <w:rPr>
          <w:rStyle w:val="libAlaemChar"/>
        </w:rPr>
        <w:t>“</w:t>
      </w:r>
      <w:r w:rsidR="001F3D11">
        <w:rPr>
          <w:cs/>
          <w:lang w:bidi="bn-IN"/>
        </w:rPr>
        <w:t>তারাই সফলতা লাভ করেছে যারা</w:t>
      </w:r>
      <w:r w:rsidR="001F3D11">
        <w:rPr>
          <w:lang w:bidi="bn-IN"/>
        </w:rPr>
        <w:t xml:space="preserve"> </w:t>
      </w:r>
      <w:r w:rsidRPr="007710BF">
        <w:rPr>
          <w:cs/>
          <w:lang w:bidi="bn-IN"/>
        </w:rPr>
        <w:t>নাফ্সকে পবিত্র করেছে এবং দুর্ভাগ্যগ্রস্ত তারাই যারা নাফ্সকে (আত্মা ও অন্তঃকরণ) ধ্বংস করেছে।</w:t>
      </w:r>
    </w:p>
    <w:p w:rsidR="001F3D11" w:rsidRPr="00A3582C" w:rsidRDefault="001F3D11" w:rsidP="009848A8">
      <w:pPr>
        <w:pStyle w:val="libNormal"/>
        <w:rPr>
          <w:rtl/>
          <w:cs/>
        </w:rPr>
      </w:pPr>
      <w:r>
        <w:rPr>
          <w:cs/>
          <w:lang w:bidi="bn-IN"/>
        </w:rPr>
        <w:br w:type="page"/>
      </w:r>
    </w:p>
    <w:p w:rsidR="001F3D11" w:rsidRDefault="007710BF" w:rsidP="001F3D11">
      <w:pPr>
        <w:pStyle w:val="Heading1"/>
        <w:rPr>
          <w:lang w:bidi="bn-IN"/>
        </w:rPr>
      </w:pPr>
      <w:bookmarkStart w:id="34" w:name="_Toc392601443"/>
      <w:r w:rsidRPr="007710BF">
        <w:rPr>
          <w:cs/>
          <w:lang w:bidi="bn-IN"/>
        </w:rPr>
        <w:t>আরোপিত জ্ঞান</w:t>
      </w:r>
      <w:bookmarkEnd w:id="34"/>
    </w:p>
    <w:p w:rsidR="001F3D11" w:rsidRDefault="001F3D11" w:rsidP="001F3D11">
      <w:pPr>
        <w:pStyle w:val="libNormal"/>
        <w:rPr>
          <w:lang w:bidi="bn-IN"/>
        </w:rPr>
      </w:pPr>
    </w:p>
    <w:p w:rsidR="00C65F59" w:rsidRDefault="007710BF" w:rsidP="001F3D11">
      <w:pPr>
        <w:pStyle w:val="libNormal"/>
        <w:rPr>
          <w:lang w:bidi="bn-IN"/>
        </w:rPr>
      </w:pPr>
      <w:r w:rsidRPr="007710BF">
        <w:rPr>
          <w:cs/>
          <w:lang w:bidi="bn-IN"/>
        </w:rPr>
        <w:t>ইসলামে কি আত্মিক পবিত্রতা অর্জনকে পরিচিতি ও জ্ঞান লাভের অন্যতম পথ হিসেবে গ্রহণ করা</w:t>
      </w:r>
      <w:r w:rsidR="001F3D11">
        <w:rPr>
          <w:lang w:bidi="bn-IN"/>
        </w:rPr>
        <w:t xml:space="preserve"> </w:t>
      </w:r>
      <w:r w:rsidRPr="007710BF">
        <w:rPr>
          <w:cs/>
          <w:lang w:bidi="bn-IN"/>
        </w:rPr>
        <w:t>হয়েছে</w:t>
      </w:r>
      <w:r w:rsidRPr="007710BF">
        <w:t xml:space="preserve">? </w:t>
      </w:r>
      <w:r w:rsidRPr="007710BF">
        <w:rPr>
          <w:cs/>
          <w:lang w:bidi="bn-IN"/>
        </w:rPr>
        <w:t>কোরআন যে বলছে</w:t>
      </w:r>
      <w:r w:rsidR="00895143">
        <w:t>,</w:t>
      </w:r>
      <w:r w:rsidRPr="001933EC">
        <w:rPr>
          <w:rStyle w:val="libAlaemChar"/>
        </w:rPr>
        <w:t>“</w:t>
      </w:r>
      <w:r w:rsidRPr="007710BF">
        <w:rPr>
          <w:cs/>
          <w:lang w:bidi="bn-IN"/>
        </w:rPr>
        <w:t>যে ব্যক্তি আত্মিক পবিত্রতা অর্জন করল সে সফলকাম হলো</w:t>
      </w:r>
      <w:r w:rsidRPr="001933EC">
        <w:rPr>
          <w:rStyle w:val="libAlaemChar"/>
        </w:rPr>
        <w:t>”</w:t>
      </w:r>
      <w:r w:rsidRPr="007710BF">
        <w:t xml:space="preserve"> </w:t>
      </w:r>
      <w:r w:rsidRPr="007710BF">
        <w:rPr>
          <w:cs/>
          <w:lang w:bidi="bn-IN"/>
        </w:rPr>
        <w:t>তাতে</w:t>
      </w:r>
      <w:r w:rsidR="001F3D11">
        <w:rPr>
          <w:lang w:bidi="bn-IN"/>
        </w:rPr>
        <w:t xml:space="preserve"> </w:t>
      </w:r>
      <w:r w:rsidRPr="007710BF">
        <w:rPr>
          <w:cs/>
          <w:lang w:bidi="bn-IN"/>
        </w:rPr>
        <w:t>আত্মিক পবিত্রতা অর্জনকে বাস্তব জ্ঞান অর্জনের একটি মাধ্যম হিসেবে দেখা হয়েছে কি</w:t>
      </w:r>
      <w:r w:rsidRPr="007710BF">
        <w:t xml:space="preserve">? </w:t>
      </w:r>
      <w:r w:rsidRPr="007710BF">
        <w:rPr>
          <w:cs/>
          <w:lang w:bidi="bn-IN"/>
        </w:rPr>
        <w:t>নাকি</w:t>
      </w:r>
      <w:r w:rsidR="001F3D11">
        <w:rPr>
          <w:lang w:bidi="bn-IN"/>
        </w:rPr>
        <w:t xml:space="preserve"> </w:t>
      </w:r>
      <w:r w:rsidRPr="007710BF">
        <w:rPr>
          <w:cs/>
          <w:lang w:bidi="bn-IN"/>
        </w:rPr>
        <w:t>পরিচিতি ও জ্ঞান অর্জনের একমাত্র পদ্ধতি হলো যুক্তি ও দলিল-প্রমাণ উপস্থাপন যা দর্শন বলছে।</w:t>
      </w:r>
    </w:p>
    <w:p w:rsidR="00FE54ED" w:rsidRDefault="007710BF" w:rsidP="001F3D11">
      <w:pPr>
        <w:pStyle w:val="libNormal"/>
        <w:rPr>
          <w:lang w:bidi="bn-IN"/>
        </w:rPr>
      </w:pPr>
      <w:r w:rsidRPr="007710BF">
        <w:rPr>
          <w:cs/>
          <w:lang w:bidi="bn-IN"/>
        </w:rPr>
        <w:t xml:space="preserve">এটা যে (আত্মিক পবিত্রতা অর্জন) ইসলাম কতৃক সমর্থিত </w:t>
      </w:r>
      <w:r w:rsidR="00FE54ED">
        <w:rPr>
          <w:cs/>
          <w:lang w:bidi="bn-IN"/>
        </w:rPr>
        <w:t>তা নিঃসন্দেহে সত্য। রাসূল (সা.</w:t>
      </w:r>
      <w:r w:rsidRPr="007710BF">
        <w:rPr>
          <w:cs/>
          <w:lang w:bidi="bn-IN"/>
        </w:rPr>
        <w:t>)</w:t>
      </w:r>
      <w:r w:rsidR="00FE54ED">
        <w:rPr>
          <w:lang w:bidi="bn-IN"/>
        </w:rPr>
        <w:t xml:space="preserve"> </w:t>
      </w:r>
      <w:r w:rsidRPr="007710BF">
        <w:rPr>
          <w:cs/>
          <w:lang w:bidi="bn-IN"/>
        </w:rPr>
        <w:t>একটি হাদীস বর্ণনা করেছেন যা শিয়া-</w:t>
      </w:r>
      <w:r w:rsidR="00FE54ED">
        <w:rPr>
          <w:cs/>
          <w:lang w:bidi="bn-IN"/>
        </w:rPr>
        <w:t>সুন্নী</w:t>
      </w:r>
      <w:r w:rsidR="00FE54ED">
        <w:rPr>
          <w:lang w:bidi="bn-IN"/>
        </w:rPr>
        <w:t xml:space="preserve"> </w:t>
      </w:r>
      <w:r w:rsidRPr="007710BF">
        <w:rPr>
          <w:cs/>
          <w:lang w:bidi="bn-IN"/>
        </w:rPr>
        <w:t>সবাই নকল করেছে এবং একটি প্রতিষ্ঠিত হাদীস তা হলো:</w:t>
      </w:r>
    </w:p>
    <w:p w:rsidR="00FE54ED" w:rsidRPr="00FE54ED" w:rsidRDefault="00FE54ED" w:rsidP="00FE54ED">
      <w:pPr>
        <w:pStyle w:val="libArCenter"/>
        <w:rPr>
          <w:rtl/>
          <w:cs/>
        </w:rPr>
      </w:pPr>
      <w:r>
        <w:rPr>
          <w:rFonts w:hint="cs"/>
          <w:rtl/>
          <w:lang w:bidi="ar-SA"/>
        </w:rPr>
        <w:t>من أخلص لله اربعین صباحا جرت ینابیع الحکمة من قلبه علی لسانه</w:t>
      </w:r>
    </w:p>
    <w:p w:rsidR="0087422A" w:rsidRDefault="0087422A" w:rsidP="001F3D11">
      <w:pPr>
        <w:pStyle w:val="libNormal"/>
        <w:rPr>
          <w:rStyle w:val="libAlaemChar"/>
          <w:rtl/>
        </w:rPr>
      </w:pPr>
    </w:p>
    <w:p w:rsidR="00FE54ED" w:rsidRDefault="007710BF" w:rsidP="001F3D11">
      <w:pPr>
        <w:pStyle w:val="libNormal"/>
      </w:pPr>
      <w:r w:rsidRPr="001933EC">
        <w:rPr>
          <w:rStyle w:val="libAlaemChar"/>
        </w:rPr>
        <w:t>“</w:t>
      </w:r>
      <w:r w:rsidRPr="007710BF">
        <w:rPr>
          <w:cs/>
          <w:lang w:bidi="bn-IN"/>
        </w:rPr>
        <w:t xml:space="preserve">যে কেউ </w:t>
      </w:r>
      <w:r w:rsidR="00E84058">
        <w:rPr>
          <w:cs/>
          <w:lang w:bidi="bn-IN"/>
        </w:rPr>
        <w:t>চল্লিশ</w:t>
      </w:r>
      <w:r w:rsidRPr="007710BF">
        <w:rPr>
          <w:rFonts w:hint="cs"/>
          <w:cs/>
          <w:lang w:bidi="bn-IN"/>
        </w:rPr>
        <w:t xml:space="preserve"> দিবা-রাত্রি </w:t>
      </w:r>
      <w:r w:rsidR="00D009A1">
        <w:rPr>
          <w:rFonts w:hint="cs"/>
          <w:cs/>
          <w:lang w:bidi="bn-IN"/>
        </w:rPr>
        <w:t>আল্লাহর</w:t>
      </w:r>
      <w:r w:rsidRPr="007710BF">
        <w:rPr>
          <w:rFonts w:hint="cs"/>
          <w:cs/>
          <w:lang w:bidi="bn-IN"/>
        </w:rPr>
        <w:t xml:space="preserve"> জন্য খালেস করবে অর্থাৎ </w:t>
      </w:r>
      <w:r w:rsidR="00E84058">
        <w:rPr>
          <w:rFonts w:hint="cs"/>
          <w:cs/>
          <w:lang w:bidi="bn-IN"/>
        </w:rPr>
        <w:t>চল্লিশ</w:t>
      </w:r>
      <w:r w:rsidRPr="007710BF">
        <w:rPr>
          <w:rFonts w:hint="cs"/>
          <w:cs/>
          <w:lang w:bidi="bn-IN"/>
        </w:rPr>
        <w:t xml:space="preserve"> দিন তার মধ্য</w:t>
      </w:r>
      <w:r w:rsidRPr="007710BF">
        <w:rPr>
          <w:cs/>
          <w:lang w:bidi="bn-IN"/>
        </w:rPr>
        <w:t xml:space="preserve">ে </w:t>
      </w:r>
      <w:r w:rsidR="00D009A1">
        <w:rPr>
          <w:cs/>
          <w:lang w:bidi="bn-IN"/>
        </w:rPr>
        <w:t>আল্লাহর</w:t>
      </w:r>
      <w:r w:rsidR="00FE54ED">
        <w:rPr>
          <w:lang w:bidi="bn-IN"/>
        </w:rPr>
        <w:t xml:space="preserve"> </w:t>
      </w:r>
      <w:r w:rsidRPr="007710BF">
        <w:rPr>
          <w:rFonts w:hint="cs"/>
          <w:cs/>
          <w:lang w:bidi="bn-IN"/>
        </w:rPr>
        <w:t>সন্তুষ্টি ব্যতীত অন্য কিছুই না থাকে (</w:t>
      </w:r>
      <w:r w:rsidR="00D009A1">
        <w:rPr>
          <w:rFonts w:hint="cs"/>
          <w:cs/>
          <w:lang w:bidi="bn-IN"/>
        </w:rPr>
        <w:t>আল্লাহর</w:t>
      </w:r>
      <w:r w:rsidRPr="007710BF">
        <w:rPr>
          <w:rFonts w:hint="cs"/>
          <w:cs/>
          <w:lang w:bidi="bn-IN"/>
        </w:rPr>
        <w:t xml:space="preserve"> জন্য কথা বলে</w:t>
      </w:r>
      <w:r w:rsidR="00895143">
        <w:t>,</w:t>
      </w:r>
      <w:r w:rsidR="00D009A1">
        <w:rPr>
          <w:cs/>
          <w:lang w:bidi="bn-IN"/>
        </w:rPr>
        <w:t>আল্লাহর</w:t>
      </w:r>
      <w:r w:rsidRPr="007710BF">
        <w:rPr>
          <w:rFonts w:hint="cs"/>
          <w:cs/>
          <w:lang w:bidi="bn-IN"/>
        </w:rPr>
        <w:t xml:space="preserve"> সন্তুষ্টির জন্যই নীরবতা পালন</w:t>
      </w:r>
      <w:r w:rsidR="00FE54ED">
        <w:rPr>
          <w:lang w:bidi="bn-IN"/>
        </w:rPr>
        <w:t xml:space="preserve"> </w:t>
      </w:r>
      <w:r w:rsidRPr="007710BF">
        <w:rPr>
          <w:rFonts w:hint="cs"/>
          <w:cs/>
          <w:lang w:bidi="bn-IN"/>
        </w:rPr>
        <w:t>করে</w:t>
      </w:r>
      <w:r w:rsidR="00895143">
        <w:t>,</w:t>
      </w:r>
      <w:r w:rsidR="00D009A1">
        <w:rPr>
          <w:cs/>
          <w:lang w:bidi="bn-IN"/>
        </w:rPr>
        <w:t>আল্লাহর</w:t>
      </w:r>
      <w:r w:rsidRPr="007710BF">
        <w:rPr>
          <w:rFonts w:hint="cs"/>
          <w:cs/>
          <w:lang w:bidi="bn-IN"/>
        </w:rPr>
        <w:t xml:space="preserve"> সন্তুষ্টির উদ্দেশ্যেই তাকায়</w:t>
      </w:r>
      <w:r w:rsidR="00895143">
        <w:t>,</w:t>
      </w:r>
      <w:r w:rsidRPr="007710BF">
        <w:rPr>
          <w:cs/>
          <w:lang w:bidi="bn-IN"/>
        </w:rPr>
        <w:t>চোখ বন্ধ করে</w:t>
      </w:r>
      <w:r w:rsidR="00895143">
        <w:t>,</w:t>
      </w:r>
      <w:r w:rsidRPr="007710BF">
        <w:rPr>
          <w:cs/>
          <w:lang w:bidi="bn-IN"/>
        </w:rPr>
        <w:t>খাদ্য গ্রহণ করে</w:t>
      </w:r>
      <w:r w:rsidR="00895143">
        <w:t>,</w:t>
      </w:r>
      <w:r w:rsidRPr="007710BF">
        <w:rPr>
          <w:cs/>
          <w:lang w:bidi="bn-IN"/>
        </w:rPr>
        <w:t>ঘুমায়</w:t>
      </w:r>
      <w:r w:rsidR="00895143">
        <w:t>,</w:t>
      </w:r>
      <w:r w:rsidRPr="007710BF">
        <w:rPr>
          <w:cs/>
          <w:lang w:bidi="bn-IN"/>
        </w:rPr>
        <w:t>জেগে থাকে এবংএমন সুশৃঙ্খলভাবে পরিকল্পনা করে ও আত্মিক পরিশুদ্ধির জন্য চেষ্টা চালায় যে</w:t>
      </w:r>
      <w:r w:rsidR="00895143">
        <w:t>,</w:t>
      </w:r>
      <w:r w:rsidRPr="007710BF">
        <w:rPr>
          <w:cs/>
          <w:lang w:bidi="bn-IN"/>
        </w:rPr>
        <w:t>প্রকৃতই আ</w:t>
      </w:r>
      <w:r w:rsidR="006B46F0">
        <w:rPr>
          <w:cs/>
          <w:lang w:bidi="bn-IN"/>
        </w:rPr>
        <w:t>ল্লা</w:t>
      </w:r>
      <w:r w:rsidRPr="007710BF">
        <w:rPr>
          <w:rFonts w:hint="cs"/>
          <w:cs/>
          <w:lang w:bidi="bn-IN"/>
        </w:rPr>
        <w:t>হ্ ব্যতীত</w:t>
      </w:r>
      <w:r w:rsidR="00FE54ED">
        <w:rPr>
          <w:lang w:bidi="bn-IN"/>
        </w:rPr>
        <w:t xml:space="preserve"> </w:t>
      </w:r>
      <w:r w:rsidRPr="007710BF">
        <w:rPr>
          <w:rFonts w:hint="cs"/>
          <w:cs/>
          <w:lang w:bidi="bn-IN"/>
        </w:rPr>
        <w:t>অন্য কারো জন্য কাজ না হয়) তবে আ</w:t>
      </w:r>
      <w:r w:rsidR="006B46F0">
        <w:rPr>
          <w:rFonts w:hint="cs"/>
          <w:cs/>
          <w:lang w:bidi="bn-IN"/>
        </w:rPr>
        <w:t>ল্লা</w:t>
      </w:r>
      <w:r w:rsidRPr="007710BF">
        <w:rPr>
          <w:rFonts w:hint="cs"/>
          <w:cs/>
          <w:lang w:bidi="bn-IN"/>
        </w:rPr>
        <w:t>হ্পাক সে ব্যক্তির অন্তঃকরণ হতে হেকমত ও জ্ঞানের এক</w:t>
      </w:r>
      <w:r w:rsidR="00FE54ED">
        <w:rPr>
          <w:lang w:bidi="bn-IN"/>
        </w:rPr>
        <w:t xml:space="preserve"> </w:t>
      </w:r>
      <w:r w:rsidRPr="007710BF">
        <w:rPr>
          <w:rFonts w:hint="cs"/>
          <w:cs/>
          <w:lang w:bidi="bn-IN"/>
        </w:rPr>
        <w:t>ফল্গুধারা তার জিহ্বায় প্রবাহিত করেন।</w:t>
      </w:r>
      <w:r w:rsidRPr="001933EC">
        <w:rPr>
          <w:rStyle w:val="libAlaemChar"/>
        </w:rPr>
        <w:t>”</w:t>
      </w:r>
      <w:r w:rsidRPr="007710BF">
        <w:t xml:space="preserve"> </w:t>
      </w:r>
      <w:r w:rsidRPr="007710BF">
        <w:rPr>
          <w:cs/>
          <w:lang w:bidi="bn-IN"/>
        </w:rPr>
        <w:t>অর্থাৎ হযরত ইবরাহীম খলীল (আ.)-এর ভাষায়</w:t>
      </w:r>
      <w:r w:rsidR="003936CB">
        <w:t>-</w:t>
      </w:r>
    </w:p>
    <w:p w:rsidR="00FE54ED" w:rsidRDefault="00CB085E" w:rsidP="00F61F9E">
      <w:pPr>
        <w:pStyle w:val="libAie"/>
      </w:pPr>
      <w:r>
        <w:rPr>
          <w:rStyle w:val="libAlaemChar"/>
          <w:rFonts w:hint="cs"/>
          <w:rtl/>
        </w:rPr>
        <w:t xml:space="preserve"> (</w:t>
      </w:r>
      <w:r w:rsidR="00FE54ED" w:rsidRPr="00F61F9E">
        <w:rPr>
          <w:rFonts w:hint="cs"/>
          <w:rtl/>
        </w:rPr>
        <w:t>إِنَّ صَلَاتِي وَنُسُكِي وَمَحْيَايَ وَمَمَاتِي لِلَّـهِ رَ‌بِّ الْعَالَمِين</w:t>
      </w:r>
      <w:r w:rsidRPr="00CB085E">
        <w:rPr>
          <w:rStyle w:val="libAlaemChar"/>
          <w:rFonts w:hint="cs"/>
          <w:rtl/>
        </w:rPr>
        <w:t>)</w:t>
      </w:r>
      <w:r w:rsidR="00FE54ED" w:rsidRPr="00A3582C">
        <w:t xml:space="preserve"> </w:t>
      </w:r>
    </w:p>
    <w:p w:rsidR="00F61F9E" w:rsidRDefault="00F61F9E" w:rsidP="001F3D11">
      <w:pPr>
        <w:pStyle w:val="libNormal"/>
        <w:rPr>
          <w:rStyle w:val="libAlaemChar"/>
          <w:rtl/>
        </w:rPr>
      </w:pPr>
    </w:p>
    <w:p w:rsidR="007C6DF2" w:rsidRDefault="007710BF" w:rsidP="001F3D11">
      <w:pPr>
        <w:pStyle w:val="libNormal"/>
        <w:rPr>
          <w:lang w:bidi="bn-IN"/>
        </w:rPr>
      </w:pPr>
      <w:r w:rsidRPr="007C6DF2">
        <w:rPr>
          <w:rStyle w:val="libAlaemChar"/>
        </w:rPr>
        <w:t>“</w:t>
      </w:r>
      <w:r w:rsidRPr="007C6DF2">
        <w:rPr>
          <w:cs/>
          <w:lang w:bidi="bn-IN"/>
        </w:rPr>
        <w:t>আমার নামায</w:t>
      </w:r>
      <w:r w:rsidR="00895143" w:rsidRPr="007C6DF2">
        <w:t>,</w:t>
      </w:r>
      <w:r w:rsidRPr="007C6DF2">
        <w:rPr>
          <w:cs/>
          <w:lang w:bidi="bn-IN"/>
        </w:rPr>
        <w:t>আমার কোরবানী</w:t>
      </w:r>
      <w:r w:rsidR="00895143" w:rsidRPr="007C6DF2">
        <w:t>,</w:t>
      </w:r>
      <w:r w:rsidRPr="007C6DF2">
        <w:rPr>
          <w:cs/>
          <w:lang w:bidi="bn-IN"/>
        </w:rPr>
        <w:t xml:space="preserve">আমার জীবন ও </w:t>
      </w:r>
      <w:r w:rsidR="009E7BEE" w:rsidRPr="007C6DF2">
        <w:rPr>
          <w:cs/>
          <w:lang w:bidi="bn-IN"/>
        </w:rPr>
        <w:t>মৃত্যু</w:t>
      </w:r>
      <w:r w:rsidRPr="007C6DF2">
        <w:rPr>
          <w:cs/>
          <w:lang w:bidi="bn-IN"/>
        </w:rPr>
        <w:t xml:space="preserve"> </w:t>
      </w:r>
      <w:r w:rsidR="00D009A1" w:rsidRPr="007C6DF2">
        <w:rPr>
          <w:cs/>
          <w:lang w:bidi="bn-IN"/>
        </w:rPr>
        <w:t>আল্লাহর</w:t>
      </w:r>
      <w:r w:rsidRPr="007C6DF2">
        <w:rPr>
          <w:rFonts w:hint="cs"/>
          <w:cs/>
          <w:lang w:bidi="bn-IN"/>
        </w:rPr>
        <w:t xml:space="preserve"> জন্য</w:t>
      </w:r>
      <w:r w:rsidRPr="007C6DF2">
        <w:rPr>
          <w:rStyle w:val="libAlaemChar"/>
        </w:rPr>
        <w:t>”</w:t>
      </w:r>
      <w:r w:rsidRPr="007C6DF2">
        <w:rPr>
          <w:cs/>
          <w:lang w:bidi="hi-IN"/>
        </w:rPr>
        <w:t xml:space="preserve">। </w:t>
      </w:r>
      <w:r w:rsidRPr="007C6DF2">
        <w:rPr>
          <w:cs/>
          <w:lang w:bidi="bn-IN"/>
        </w:rPr>
        <w:t>(সূরা আনআম : ১৬২)</w:t>
      </w:r>
    </w:p>
    <w:p w:rsidR="007C6DF2" w:rsidRDefault="007710BF" w:rsidP="001F3D11">
      <w:pPr>
        <w:pStyle w:val="libNormal"/>
        <w:rPr>
          <w:lang w:bidi="bn-IN"/>
        </w:rPr>
      </w:pPr>
      <w:r w:rsidRPr="007C6DF2">
        <w:rPr>
          <w:cs/>
          <w:lang w:bidi="bn-IN"/>
        </w:rPr>
        <w:t>এরূপ যদি কেউ হতে পারে (</w:t>
      </w:r>
      <w:r w:rsidR="00E84058" w:rsidRPr="007C6DF2">
        <w:rPr>
          <w:cs/>
          <w:lang w:bidi="bn-IN"/>
        </w:rPr>
        <w:t>চল্লিশ</w:t>
      </w:r>
      <w:r w:rsidRPr="007C6DF2">
        <w:rPr>
          <w:rFonts w:hint="cs"/>
          <w:cs/>
          <w:lang w:bidi="bn-IN"/>
        </w:rPr>
        <w:t xml:space="preserve"> দিন তার </w:t>
      </w:r>
      <w:r w:rsidR="00D009A1" w:rsidRPr="007C6DF2">
        <w:rPr>
          <w:rFonts w:hint="cs"/>
          <w:cs/>
          <w:lang w:bidi="bn-IN"/>
        </w:rPr>
        <w:t>প্রবৃত্তি</w:t>
      </w:r>
      <w:r w:rsidRPr="007C6DF2">
        <w:rPr>
          <w:rFonts w:hint="cs"/>
          <w:cs/>
          <w:lang w:bidi="bn-IN"/>
        </w:rPr>
        <w:t xml:space="preserve">কে সম্পূর্ণ দমন করে এবং </w:t>
      </w:r>
      <w:r w:rsidR="00D009A1" w:rsidRPr="007C6DF2">
        <w:rPr>
          <w:rFonts w:hint="cs"/>
          <w:cs/>
          <w:lang w:bidi="bn-IN"/>
        </w:rPr>
        <w:t>আল্লাহর</w:t>
      </w:r>
      <w:r w:rsidRPr="007C6DF2">
        <w:rPr>
          <w:rFonts w:hint="cs"/>
          <w:cs/>
          <w:lang w:bidi="bn-IN"/>
        </w:rPr>
        <w:t xml:space="preserve"> ব্যতীত</w:t>
      </w:r>
      <w:r w:rsidR="007C6DF2">
        <w:rPr>
          <w:lang w:bidi="bn-IN"/>
        </w:rPr>
        <w:t xml:space="preserve"> </w:t>
      </w:r>
      <w:r w:rsidRPr="007C6DF2">
        <w:rPr>
          <w:rFonts w:hint="cs"/>
          <w:cs/>
          <w:lang w:bidi="bn-IN"/>
        </w:rPr>
        <w:t xml:space="preserve">আর কারো জন্য কাজ না করে ও </w:t>
      </w:r>
      <w:r w:rsidR="00D009A1" w:rsidRPr="007C6DF2">
        <w:rPr>
          <w:rFonts w:hint="cs"/>
          <w:cs/>
          <w:lang w:bidi="bn-IN"/>
        </w:rPr>
        <w:t>আল্লাহর</w:t>
      </w:r>
      <w:r w:rsidRPr="007C6DF2">
        <w:rPr>
          <w:rFonts w:hint="cs"/>
          <w:cs/>
          <w:lang w:bidi="bn-IN"/>
        </w:rPr>
        <w:t xml:space="preserve"> জন্যই বেঁচে আছে এমনভাবে কাজ করে) রাসুল (সা.)বলেছেন</w:t>
      </w:r>
      <w:r w:rsidR="00895143" w:rsidRPr="007C6DF2">
        <w:t>,</w:t>
      </w:r>
      <w:r w:rsidRPr="007C6DF2">
        <w:rPr>
          <w:cs/>
          <w:lang w:bidi="bn-IN"/>
        </w:rPr>
        <w:t>আ</w:t>
      </w:r>
      <w:r w:rsidR="006B46F0" w:rsidRPr="007C6DF2">
        <w:rPr>
          <w:cs/>
          <w:lang w:bidi="bn-IN"/>
        </w:rPr>
        <w:t>ল্লা</w:t>
      </w:r>
      <w:r w:rsidRPr="007C6DF2">
        <w:rPr>
          <w:rFonts w:hint="cs"/>
          <w:cs/>
          <w:lang w:bidi="bn-IN"/>
        </w:rPr>
        <w:t>হ্ তার অন্তঃকরণ হতে জ্ঞানের ধারা সৃষ্টি করবেন।</w:t>
      </w:r>
    </w:p>
    <w:p w:rsidR="007C6DF2" w:rsidRDefault="007710BF" w:rsidP="007C6DF2">
      <w:pPr>
        <w:pStyle w:val="libNormal"/>
        <w:rPr>
          <w:lang w:bidi="bn-IN"/>
        </w:rPr>
      </w:pPr>
      <w:r w:rsidRPr="007C6DF2">
        <w:rPr>
          <w:rFonts w:hint="cs"/>
          <w:cs/>
          <w:lang w:bidi="bn-IN"/>
        </w:rPr>
        <w:t>সুতরাং বোঝা যায়</w:t>
      </w:r>
      <w:r w:rsidR="00895143" w:rsidRPr="007C6DF2">
        <w:t>,</w:t>
      </w:r>
      <w:r w:rsidRPr="007C6DF2">
        <w:rPr>
          <w:cs/>
          <w:lang w:bidi="bn-IN"/>
        </w:rPr>
        <w:t>এরফান যে জ্ঞানকে অরোপিত জ্ঞান বলছে যা মানুষের অন্তঃকরণ হতে</w:t>
      </w:r>
      <w:r w:rsidR="007C6DF2">
        <w:rPr>
          <w:lang w:bidi="bn-IN"/>
        </w:rPr>
        <w:t xml:space="preserve"> </w:t>
      </w:r>
      <w:r w:rsidRPr="007C6DF2">
        <w:rPr>
          <w:cs/>
          <w:lang w:bidi="bn-IN"/>
        </w:rPr>
        <w:t>উৎসারিত হয়</w:t>
      </w:r>
      <w:r w:rsidR="003936CB" w:rsidRPr="007C6DF2">
        <w:t>-</w:t>
      </w:r>
      <w:r w:rsidRPr="007C6DF2">
        <w:t xml:space="preserve"> </w:t>
      </w:r>
      <w:r w:rsidRPr="007C6DF2">
        <w:rPr>
          <w:cs/>
          <w:lang w:bidi="bn-IN"/>
        </w:rPr>
        <w:t>ইসলাম তা গ্রহণ করে। যেমনভাবে বুদ্ধিবৃত্তিক জ্ঞানকেও সে মেনে নেয়। যেমন হযরত</w:t>
      </w:r>
      <w:r w:rsidR="007C6DF2">
        <w:rPr>
          <w:lang w:bidi="bn-IN"/>
        </w:rPr>
        <w:t xml:space="preserve"> </w:t>
      </w:r>
      <w:r w:rsidRPr="007C6DF2">
        <w:rPr>
          <w:cs/>
          <w:lang w:bidi="bn-IN"/>
        </w:rPr>
        <w:t>মূসা (আ.)-কে আ</w:t>
      </w:r>
      <w:r w:rsidR="006B46F0" w:rsidRPr="007C6DF2">
        <w:rPr>
          <w:cs/>
          <w:lang w:bidi="bn-IN"/>
        </w:rPr>
        <w:t>ল্লা</w:t>
      </w:r>
      <w:r w:rsidRPr="007C6DF2">
        <w:rPr>
          <w:rFonts w:hint="cs"/>
          <w:cs/>
          <w:lang w:bidi="bn-IN"/>
        </w:rPr>
        <w:t>হ্পাক বলেছেন</w:t>
      </w:r>
      <w:r w:rsidR="00895143" w:rsidRPr="007C6DF2">
        <w:t>,</w:t>
      </w:r>
      <w:r w:rsidR="007C6DF2" w:rsidRPr="007C6DF2">
        <w:rPr>
          <w:rStyle w:val="libAieChar"/>
          <w:rtl/>
        </w:rPr>
        <w:t xml:space="preserve">عَلَّمْنَاهُ مِنْ لَدُنَّا عِلْمًا </w:t>
      </w:r>
      <w:r w:rsidR="007C6DF2" w:rsidRPr="007C6DF2">
        <w:rPr>
          <w:rStyle w:val="libAieChar"/>
        </w:rPr>
        <w:t xml:space="preserve"> </w:t>
      </w:r>
      <w:r w:rsidRPr="007C6DF2">
        <w:t>(</w:t>
      </w:r>
      <w:r w:rsidRPr="007C6DF2">
        <w:rPr>
          <w:cs/>
          <w:lang w:bidi="bn-IN"/>
        </w:rPr>
        <w:t xml:space="preserve">সূরা কাহাফ ৬৫) </w:t>
      </w:r>
      <w:r w:rsidRPr="007C6DF2">
        <w:rPr>
          <w:rStyle w:val="libAlaemChar"/>
        </w:rPr>
        <w:t>“</w:t>
      </w:r>
      <w:r w:rsidRPr="007C6DF2">
        <w:rPr>
          <w:cs/>
          <w:lang w:bidi="bn-IN"/>
        </w:rPr>
        <w:t>আমরা সেই বান্দাকে</w:t>
      </w:r>
      <w:r w:rsidR="007C6DF2">
        <w:rPr>
          <w:lang w:bidi="bn-IN"/>
        </w:rPr>
        <w:t xml:space="preserve"> </w:t>
      </w:r>
      <w:r w:rsidRPr="007C6DF2">
        <w:rPr>
          <w:cs/>
          <w:lang w:bidi="bn-IN"/>
        </w:rPr>
        <w:t xml:space="preserve">আমাদের নিকট হতে </w:t>
      </w:r>
      <w:r w:rsidR="007C6DF2">
        <w:rPr>
          <w:cs/>
          <w:lang w:bidi="bn-IN"/>
        </w:rPr>
        <w:t>ইলম</w:t>
      </w:r>
      <w:r w:rsidRPr="007C6DF2">
        <w:rPr>
          <w:cs/>
          <w:lang w:bidi="bn-IN"/>
        </w:rPr>
        <w:t xml:space="preserve"> দান করেছি</w:t>
      </w:r>
      <w:r w:rsidRPr="007C6DF2">
        <w:rPr>
          <w:rStyle w:val="libAlaemChar"/>
        </w:rPr>
        <w:t>”</w:t>
      </w:r>
      <w:r w:rsidRPr="007C6DF2">
        <w:t xml:space="preserve"> </w:t>
      </w:r>
      <w:r w:rsidRPr="007C6DF2">
        <w:rPr>
          <w:cs/>
          <w:lang w:bidi="bn-IN"/>
        </w:rPr>
        <w:t xml:space="preserve">অর্থাৎ এই </w:t>
      </w:r>
      <w:r w:rsidR="007C6DF2">
        <w:rPr>
          <w:cs/>
          <w:lang w:bidi="bn-IN"/>
        </w:rPr>
        <w:t>ইলম</w:t>
      </w:r>
      <w:r w:rsidRPr="007C6DF2">
        <w:rPr>
          <w:cs/>
          <w:lang w:bidi="bn-IN"/>
        </w:rPr>
        <w:t xml:space="preserve"> বা জ্ঞানকে সে মানুষের নিকট থেকে শিক্ষাগ্রহণ করেনি বরং তার অন্তঃকরণ হতে এ জ্ঞানের ধারা আমরা প্রবাহিত করেছি। (কালামশাস্ত্রে </w:t>
      </w:r>
      <w:r w:rsidRPr="007C6DF2">
        <w:rPr>
          <w:rStyle w:val="libAlaemChar"/>
        </w:rPr>
        <w:t>‘</w:t>
      </w:r>
      <w:r w:rsidR="007C6DF2">
        <w:rPr>
          <w:cs/>
          <w:lang w:bidi="bn-IN"/>
        </w:rPr>
        <w:t>ইলমে</w:t>
      </w:r>
      <w:r w:rsidR="007C6DF2">
        <w:rPr>
          <w:lang w:bidi="bn-IN"/>
        </w:rPr>
        <w:t xml:space="preserve"> </w:t>
      </w:r>
      <w:r w:rsidRPr="007C6DF2">
        <w:rPr>
          <w:cs/>
          <w:lang w:bidi="bn-IN"/>
        </w:rPr>
        <w:t>লাদুন্নি</w:t>
      </w:r>
      <w:r w:rsidRPr="007C6DF2">
        <w:rPr>
          <w:rStyle w:val="libAlaemChar"/>
        </w:rPr>
        <w:t>’</w:t>
      </w:r>
      <w:r w:rsidRPr="007C6DF2">
        <w:t xml:space="preserve"> </w:t>
      </w:r>
      <w:r w:rsidRPr="007C6DF2">
        <w:rPr>
          <w:cs/>
          <w:lang w:bidi="bn-IN"/>
        </w:rPr>
        <w:t>শব্দের ব্যবহার কোরআনের এ আয়াত থেকেই এসেছে।)</w:t>
      </w:r>
    </w:p>
    <w:p w:rsidR="007C6DF2" w:rsidRDefault="007C6DF2" w:rsidP="007C6DF2">
      <w:pPr>
        <w:pStyle w:val="libNormal"/>
        <w:rPr>
          <w:lang w:bidi="bn-IN"/>
        </w:rPr>
      </w:pPr>
    </w:p>
    <w:p w:rsidR="007C6DF2" w:rsidRDefault="007710BF" w:rsidP="007C6DF2">
      <w:pPr>
        <w:pStyle w:val="libNormal"/>
      </w:pPr>
      <w:r w:rsidRPr="007C6DF2">
        <w:rPr>
          <w:cs/>
          <w:lang w:bidi="bn-IN"/>
        </w:rPr>
        <w:t xml:space="preserve">কবি হাফেজ শিরাজী </w:t>
      </w:r>
      <w:r w:rsidR="00FE6D44">
        <w:rPr>
          <w:cs/>
          <w:lang w:bidi="bn-IN"/>
        </w:rPr>
        <w:t>তার</w:t>
      </w:r>
      <w:r w:rsidRPr="007C6DF2">
        <w:rPr>
          <w:cs/>
          <w:lang w:bidi="bn-IN"/>
        </w:rPr>
        <w:t xml:space="preserve"> কবিতায় ইঙ্গিতের মাধ্যমে এ হাদীসের বাণীর দিকেই ইশারা করেছেন</w:t>
      </w:r>
      <w:r w:rsidR="00895143" w:rsidRPr="007C6DF2">
        <w:t>,</w:t>
      </w:r>
    </w:p>
    <w:p w:rsidR="007C6DF2" w:rsidRDefault="007710BF" w:rsidP="00075CC8">
      <w:pPr>
        <w:pStyle w:val="libCenter"/>
        <w:rPr>
          <w:lang w:bidi="bn-IN"/>
        </w:rPr>
      </w:pPr>
      <w:r w:rsidRPr="007C6DF2">
        <w:rPr>
          <w:rStyle w:val="libAlaemChar"/>
        </w:rPr>
        <w:t>“</w:t>
      </w:r>
      <w:r w:rsidRPr="007C6DF2">
        <w:rPr>
          <w:cs/>
          <w:lang w:bidi="bn-IN"/>
        </w:rPr>
        <w:t>ভোরের যাত্রী এ পথে যেতে</w:t>
      </w:r>
    </w:p>
    <w:p w:rsidR="007C6DF2" w:rsidRDefault="007710BF" w:rsidP="00075CC8">
      <w:pPr>
        <w:pStyle w:val="libCenter"/>
        <w:rPr>
          <w:lang w:bidi="bn-IN"/>
        </w:rPr>
      </w:pPr>
      <w:r w:rsidRPr="007C6DF2">
        <w:rPr>
          <w:cs/>
          <w:lang w:bidi="bn-IN"/>
        </w:rPr>
        <w:t>বলেছে এক</w:t>
      </w:r>
      <w:r w:rsidRPr="007710BF">
        <w:rPr>
          <w:cs/>
          <w:lang w:bidi="bn-IN"/>
        </w:rPr>
        <w:t xml:space="preserve"> ধাঁধাঁয় ইশারা ও ইঙ্গিতে</w:t>
      </w:r>
    </w:p>
    <w:p w:rsidR="007C6DF2" w:rsidRDefault="007710BF" w:rsidP="00075CC8">
      <w:pPr>
        <w:pStyle w:val="libCenter"/>
        <w:rPr>
          <w:lang w:bidi="bn-IN"/>
        </w:rPr>
      </w:pPr>
      <w:r w:rsidRPr="007710BF">
        <w:rPr>
          <w:cs/>
          <w:lang w:bidi="bn-IN"/>
        </w:rPr>
        <w:t>হে সুফী! শরাব তখনই হয় পানের উপযুক্ত</w:t>
      </w:r>
    </w:p>
    <w:p w:rsidR="007C6DF2" w:rsidRDefault="007710BF" w:rsidP="00075CC8">
      <w:pPr>
        <w:pStyle w:val="libCenter"/>
        <w:rPr>
          <w:rStyle w:val="libAlaemChar"/>
        </w:rPr>
      </w:pPr>
      <w:r w:rsidRPr="007710BF">
        <w:rPr>
          <w:cs/>
          <w:lang w:bidi="bn-IN"/>
        </w:rPr>
        <w:t xml:space="preserve">যখন থাকে </w:t>
      </w:r>
      <w:r w:rsidR="00E84058">
        <w:rPr>
          <w:cs/>
          <w:lang w:bidi="bn-IN"/>
        </w:rPr>
        <w:t>চল্লিশ</w:t>
      </w:r>
      <w:r w:rsidRPr="007710BF">
        <w:rPr>
          <w:rFonts w:hint="cs"/>
          <w:cs/>
          <w:lang w:bidi="bn-IN"/>
        </w:rPr>
        <w:t xml:space="preserve"> দিবা-রাত্রি শিশিতে আবদ্ধ।</w:t>
      </w:r>
      <w:r w:rsidRPr="001933EC">
        <w:rPr>
          <w:rStyle w:val="libAlaemChar"/>
        </w:rPr>
        <w:t>”</w:t>
      </w:r>
    </w:p>
    <w:p w:rsidR="00075CC8" w:rsidRDefault="007710BF" w:rsidP="007C6DF2">
      <w:pPr>
        <w:pStyle w:val="libNormal"/>
      </w:pPr>
      <w:r w:rsidRPr="007710BF">
        <w:rPr>
          <w:cs/>
          <w:lang w:bidi="bn-IN"/>
        </w:rPr>
        <w:t>রাসূল (সা.) বলেছেন</w:t>
      </w:r>
      <w:r w:rsidR="00895143">
        <w:t>,</w:t>
      </w:r>
    </w:p>
    <w:p w:rsidR="00075CC8" w:rsidRPr="00075CC8" w:rsidRDefault="00075CC8" w:rsidP="00075CC8">
      <w:pPr>
        <w:pStyle w:val="libArCenter"/>
        <w:rPr>
          <w:rtl/>
          <w:cs/>
        </w:rPr>
      </w:pPr>
      <w:r>
        <w:rPr>
          <w:rFonts w:hint="cs"/>
          <w:rtl/>
          <w:lang w:bidi="ar-SA"/>
        </w:rPr>
        <w:t>لو لا أنّ الشیاطین یحومون حول قلوب بنی آدم لنظروا إلی ملکوت السّموات</w:t>
      </w:r>
    </w:p>
    <w:p w:rsidR="00075CC8" w:rsidRDefault="00075CC8" w:rsidP="007C6DF2">
      <w:pPr>
        <w:pStyle w:val="libNormal"/>
      </w:pPr>
    </w:p>
    <w:p w:rsidR="00075CC8" w:rsidRDefault="007710BF" w:rsidP="007C6DF2">
      <w:pPr>
        <w:pStyle w:val="libNormal"/>
        <w:rPr>
          <w:lang w:bidi="bn-IN"/>
        </w:rPr>
      </w:pPr>
      <w:r w:rsidRPr="001933EC">
        <w:rPr>
          <w:rStyle w:val="libAlaemChar"/>
        </w:rPr>
        <w:t>“</w:t>
      </w:r>
      <w:r w:rsidRPr="007710BF">
        <w:rPr>
          <w:cs/>
          <w:lang w:bidi="bn-IN"/>
        </w:rPr>
        <w:t>যদি শয়তান আদমের সন্তানদের হৃদয়ের চতুর্দিকে পরিভ্রমণ না করত (যে কারণে অন্তরে কালিমাও আবরণের সৃষ্টি হয়) তবে হৃদয়ের চক্ষু দিয়ে সে অকাশমণ্ডলীর পরিচালন ব্যবস্থা (অর্থাৎ</w:t>
      </w:r>
      <w:r w:rsidR="00075CC8">
        <w:rPr>
          <w:lang w:bidi="bn-IN"/>
        </w:rPr>
        <w:t xml:space="preserve"> </w:t>
      </w:r>
      <w:r w:rsidRPr="007710BF">
        <w:rPr>
          <w:cs/>
          <w:lang w:bidi="bn-IN"/>
        </w:rPr>
        <w:t>ফেরেশতামণ্ডলীর তত্ত্বাবধানে যে বিশ্ব পরিচালিত হচ্ছে) দেখতে পেত।</w:t>
      </w:r>
      <w:r w:rsidRPr="001933EC">
        <w:rPr>
          <w:rStyle w:val="libAlaemChar"/>
        </w:rPr>
        <w:t>”</w:t>
      </w:r>
      <w:r w:rsidRPr="007710BF">
        <w:t xml:space="preserve"> (</w:t>
      </w:r>
      <w:r w:rsidRPr="007710BF">
        <w:rPr>
          <w:cs/>
          <w:lang w:bidi="bn-IN"/>
        </w:rPr>
        <w:t>মোহাজ্জাবাতুল বাইদা</w:t>
      </w:r>
      <w:r w:rsidR="00895143">
        <w:t>,</w:t>
      </w:r>
      <w:r w:rsidRPr="007710BF">
        <w:rPr>
          <w:cs/>
          <w:lang w:bidi="bn-IN"/>
        </w:rPr>
        <w:t>২য়খণ্ড</w:t>
      </w:r>
      <w:r w:rsidR="00895143">
        <w:t>,</w:t>
      </w:r>
      <w:r w:rsidRPr="007710BF">
        <w:rPr>
          <w:cs/>
          <w:lang w:bidi="bn-IN"/>
        </w:rPr>
        <w:t>পৃ. ১২৫)</w:t>
      </w:r>
    </w:p>
    <w:p w:rsidR="00075CC8" w:rsidRDefault="007710BF" w:rsidP="007C6DF2">
      <w:pPr>
        <w:pStyle w:val="libNormal"/>
      </w:pPr>
      <w:r w:rsidRPr="007710BF">
        <w:rPr>
          <w:cs/>
          <w:lang w:bidi="bn-IN"/>
        </w:rPr>
        <w:t>এ হাদীসটি আমাদের কোন কোন গ্রন্থে</w:t>
      </w:r>
      <w:r w:rsidR="00895143">
        <w:t>,</w:t>
      </w:r>
      <w:r w:rsidRPr="007710BF">
        <w:rPr>
          <w:cs/>
          <w:lang w:bidi="bn-IN"/>
        </w:rPr>
        <w:t>যেমন জামেয়াস্ সায়াদাতে এসেছে। অন্য স্থানে নবী(সা.) বলেছেন</w:t>
      </w:r>
      <w:r w:rsidR="00895143">
        <w:t>,</w:t>
      </w:r>
    </w:p>
    <w:p w:rsidR="00075CC8" w:rsidRPr="00075CC8" w:rsidRDefault="00075CC8" w:rsidP="00075CC8">
      <w:pPr>
        <w:pStyle w:val="libArCenter"/>
      </w:pPr>
      <w:r>
        <w:rPr>
          <w:rFonts w:hint="cs"/>
          <w:rtl/>
          <w:lang w:bidi="ar-SA"/>
        </w:rPr>
        <w:t>لو لا تکثیر فی کلامکم و تمریج فی قلوبکم لرأیتم ما أری و لسمعتم ما اسمع</w:t>
      </w:r>
    </w:p>
    <w:p w:rsidR="00075CC8" w:rsidRPr="00170828" w:rsidRDefault="007710BF" w:rsidP="007C6DF2">
      <w:pPr>
        <w:pStyle w:val="libNormal"/>
        <w:rPr>
          <w:rtl/>
        </w:rPr>
      </w:pPr>
      <w:r w:rsidRPr="001933EC">
        <w:rPr>
          <w:rStyle w:val="libAlaemChar"/>
        </w:rPr>
        <w:t>“</w:t>
      </w:r>
      <w:r w:rsidRPr="007710BF">
        <w:rPr>
          <w:cs/>
          <w:lang w:bidi="bn-IN"/>
        </w:rPr>
        <w:t>যদি তোমাদের কথায় বাচালতা ও অন্তর তৃণ ও আগাছা দ্বারা আবৃত না থাকত (যার ফলে যেকোন প্রাণীই সেখানে চরে বেড়ায়) তাহলে যা আমি দেখতে ও শুনতে পাই তোমরাও তা দেখতে ও</w:t>
      </w:r>
      <w:r w:rsidR="00075CC8" w:rsidRPr="00170828">
        <w:rPr>
          <w:rFonts w:hint="cs"/>
          <w:rtl/>
        </w:rPr>
        <w:t xml:space="preserve"> </w:t>
      </w:r>
      <w:r w:rsidRPr="007710BF">
        <w:rPr>
          <w:cs/>
          <w:lang w:bidi="bn-IN"/>
        </w:rPr>
        <w:t>শুনতে পেতে।</w:t>
      </w:r>
      <w:r w:rsidRPr="001933EC">
        <w:rPr>
          <w:rStyle w:val="libAlaemChar"/>
        </w:rPr>
        <w:t>”</w:t>
      </w:r>
      <w:r w:rsidRPr="007710BF">
        <w:t xml:space="preserve"> (</w:t>
      </w:r>
      <w:r w:rsidRPr="007710BF">
        <w:rPr>
          <w:cs/>
          <w:lang w:bidi="bn-IN"/>
        </w:rPr>
        <w:t>জামেয়াস্ সায়াদাত)</w:t>
      </w:r>
    </w:p>
    <w:p w:rsidR="00075CC8" w:rsidRPr="00170828" w:rsidRDefault="007710BF" w:rsidP="007C6DF2">
      <w:pPr>
        <w:pStyle w:val="libNormal"/>
        <w:rPr>
          <w:rtl/>
        </w:rPr>
      </w:pPr>
      <w:r w:rsidRPr="007710BF">
        <w:rPr>
          <w:cs/>
          <w:lang w:bidi="bn-IN"/>
        </w:rPr>
        <w:t>রাসূল (সা.) বলতে চাচ্ছেন এ বস্তু দেখার জন্য নবী বা রাসূল হওয়ার প্রয়োজন নেই। কখনো</w:t>
      </w:r>
      <w:r w:rsidR="00075CC8" w:rsidRPr="00170828">
        <w:rPr>
          <w:rFonts w:hint="cs"/>
          <w:rtl/>
        </w:rPr>
        <w:t xml:space="preserve"> </w:t>
      </w:r>
      <w:r w:rsidRPr="007710BF">
        <w:rPr>
          <w:cs/>
          <w:lang w:bidi="bn-IN"/>
        </w:rPr>
        <w:t>কখনো অন্যরাও তা দেখতে পায়। যেমন হযরত মরিয়ম (আ.)।</w:t>
      </w:r>
    </w:p>
    <w:p w:rsidR="00075CC8" w:rsidRDefault="007710BF" w:rsidP="007C6DF2">
      <w:pPr>
        <w:pStyle w:val="libNormal"/>
      </w:pPr>
      <w:r w:rsidRPr="007710BF">
        <w:rPr>
          <w:cs/>
          <w:lang w:bidi="bn-IN"/>
        </w:rPr>
        <w:t xml:space="preserve">রাসূল (সা.) যখন হেরা পর্বতের গুহায় ছিলেন তখন আলী (আ.)ও </w:t>
      </w:r>
      <w:r w:rsidR="00FE6D44">
        <w:rPr>
          <w:cs/>
          <w:lang w:bidi="bn-IN"/>
        </w:rPr>
        <w:t>তার</w:t>
      </w:r>
      <w:r w:rsidRPr="007710BF">
        <w:rPr>
          <w:cs/>
          <w:lang w:bidi="bn-IN"/>
        </w:rPr>
        <w:t xml:space="preserve"> সাথে ছিলেন। কিন্তু </w:t>
      </w:r>
      <w:r w:rsidR="00FE6D44">
        <w:rPr>
          <w:cs/>
          <w:lang w:bidi="bn-IN"/>
        </w:rPr>
        <w:t>তার</w:t>
      </w:r>
      <w:r w:rsidR="00075CC8">
        <w:rPr>
          <w:lang w:bidi="bn-IN"/>
        </w:rPr>
        <w:t xml:space="preserve"> </w:t>
      </w:r>
      <w:r w:rsidRPr="007710BF">
        <w:rPr>
          <w:cs/>
          <w:lang w:bidi="bn-IN"/>
        </w:rPr>
        <w:t>বয়স তখন ১০ বছরের বেশি ছিল না। প্রথম বার যখন রাসূলের উপর ওহী অবতীর্ণ হয় তখন রাসূলের</w:t>
      </w:r>
      <w:r w:rsidR="00075CC8">
        <w:rPr>
          <w:lang w:bidi="bn-IN"/>
        </w:rPr>
        <w:t xml:space="preserve"> </w:t>
      </w:r>
      <w:r w:rsidRPr="007710BF">
        <w:rPr>
          <w:cs/>
          <w:lang w:bidi="bn-IN"/>
        </w:rPr>
        <w:t xml:space="preserve">নিকট বিশ্ব পরিবর্তিত হয়ে গিয়েছিল। সে মুহর্তে রাসূল অদৃশ্য </w:t>
      </w:r>
      <w:r w:rsidR="00075CC8">
        <w:rPr>
          <w:cs/>
          <w:lang w:bidi="bn-IN"/>
        </w:rPr>
        <w:t>(গায়েব) ও মালাকুত থেকে যা শুনতে</w:t>
      </w:r>
      <w:r w:rsidR="00075CC8">
        <w:rPr>
          <w:lang w:bidi="bn-IN"/>
        </w:rPr>
        <w:t xml:space="preserve"> </w:t>
      </w:r>
      <w:r w:rsidRPr="007710BF">
        <w:rPr>
          <w:cs/>
          <w:lang w:bidi="bn-IN"/>
        </w:rPr>
        <w:t>পাচ্ছিলেন আলীও তা শুনতে পেয়েছিলেন। স্বয়ং আলী (আ.) নাহজুল বালাগাতে বলেছেন</w:t>
      </w:r>
      <w:r w:rsidR="00895143">
        <w:t>,</w:t>
      </w:r>
    </w:p>
    <w:p w:rsidR="00075CC8" w:rsidRPr="00075CC8" w:rsidRDefault="00075CC8" w:rsidP="00075CC8">
      <w:pPr>
        <w:pStyle w:val="libArCenter"/>
        <w:rPr>
          <w:rtl/>
          <w:cs/>
        </w:rPr>
      </w:pPr>
      <w:r>
        <w:rPr>
          <w:rFonts w:hint="cs"/>
          <w:rtl/>
          <w:lang w:bidi="ar-SA"/>
        </w:rPr>
        <w:t>ولقد سمعت رنّة الشیطان ح</w:t>
      </w:r>
      <w:r>
        <w:rPr>
          <w:rFonts w:hint="cs"/>
          <w:rtl/>
          <w:lang w:bidi="fa-IR"/>
        </w:rPr>
        <w:t>ی</w:t>
      </w:r>
      <w:r>
        <w:rPr>
          <w:rFonts w:hint="cs"/>
          <w:rtl/>
          <w:lang w:bidi="ar-SA"/>
        </w:rPr>
        <w:t>ن نزول الوحی علیه</w:t>
      </w:r>
    </w:p>
    <w:p w:rsidR="00075CC8" w:rsidRDefault="007710BF" w:rsidP="007C6DF2">
      <w:pPr>
        <w:pStyle w:val="libNormal"/>
        <w:rPr>
          <w:lang w:bidi="bn-IN"/>
        </w:rPr>
      </w:pPr>
      <w:r w:rsidRPr="001933EC">
        <w:rPr>
          <w:rStyle w:val="libAlaemChar"/>
        </w:rPr>
        <w:t>“</w:t>
      </w:r>
      <w:r w:rsidRPr="007710BF">
        <w:rPr>
          <w:cs/>
          <w:lang w:bidi="bn-IN"/>
        </w:rPr>
        <w:t xml:space="preserve">প্রথম বার যখন </w:t>
      </w:r>
      <w:r w:rsidR="00FE6D44">
        <w:rPr>
          <w:cs/>
          <w:lang w:bidi="bn-IN"/>
        </w:rPr>
        <w:t>তার</w:t>
      </w:r>
      <w:r w:rsidRPr="007710BF">
        <w:rPr>
          <w:cs/>
          <w:lang w:bidi="bn-IN"/>
        </w:rPr>
        <w:t xml:space="preserve"> (রাসূলের) উপর ওহী অবতীর্ণ হয় তখন শয়তানের আর্তনাদ শুনতে পাই।</w:t>
      </w:r>
      <w:r w:rsidR="00075CC8">
        <w:rPr>
          <w:lang w:bidi="bn-IN"/>
        </w:rPr>
        <w:t xml:space="preserve"> </w:t>
      </w:r>
      <w:r w:rsidRPr="007710BF">
        <w:rPr>
          <w:cs/>
          <w:lang w:bidi="bn-IN"/>
        </w:rPr>
        <w:t>রাসূলকে জিজ্ঞেস করলে তিনি বলেন :</w:t>
      </w:r>
    </w:p>
    <w:p w:rsidR="00075CC8" w:rsidRPr="00075CC8" w:rsidRDefault="00075CC8" w:rsidP="00075CC8">
      <w:pPr>
        <w:pStyle w:val="libArCenter"/>
        <w:rPr>
          <w:rtl/>
          <w:cs/>
        </w:rPr>
      </w:pPr>
      <w:r>
        <w:rPr>
          <w:rFonts w:hint="cs"/>
          <w:rtl/>
          <w:lang w:bidi="ar-SA"/>
        </w:rPr>
        <w:t>إنّک تسمع ما اسمع و تری ما اری انّک لست بنبیِ</w:t>
      </w:r>
    </w:p>
    <w:p w:rsidR="00075CC8" w:rsidRDefault="007710BF" w:rsidP="007C6DF2">
      <w:pPr>
        <w:pStyle w:val="libNormal"/>
        <w:rPr>
          <w:lang w:bidi="bn-IN"/>
        </w:rPr>
      </w:pPr>
      <w:r w:rsidRPr="007710BF">
        <w:rPr>
          <w:cs/>
          <w:lang w:bidi="bn-IN"/>
        </w:rPr>
        <w:t>হ্যাঁ</w:t>
      </w:r>
      <w:r w:rsidR="00895143">
        <w:t>,</w:t>
      </w:r>
      <w:r w:rsidRPr="007710BF">
        <w:rPr>
          <w:cs/>
          <w:lang w:bidi="bn-IN"/>
        </w:rPr>
        <w:t>আমি যা শুনছি তুমিও তা শুনতে পাচ্ছ</w:t>
      </w:r>
      <w:r w:rsidR="00895143">
        <w:t>,</w:t>
      </w:r>
      <w:r w:rsidRPr="007710BF">
        <w:rPr>
          <w:cs/>
          <w:lang w:bidi="bn-IN"/>
        </w:rPr>
        <w:t>আমি যা দেখছি তুমিও তা দেখতে পাচ্ছ</w:t>
      </w:r>
      <w:r w:rsidR="00895143">
        <w:t>,</w:t>
      </w:r>
      <w:r w:rsidRPr="007710BF">
        <w:rPr>
          <w:cs/>
          <w:lang w:bidi="bn-IN"/>
        </w:rPr>
        <w:t>তবে তুমি</w:t>
      </w:r>
      <w:r w:rsidR="00075CC8">
        <w:rPr>
          <w:lang w:bidi="bn-IN"/>
        </w:rPr>
        <w:t xml:space="preserve"> </w:t>
      </w:r>
      <w:r w:rsidRPr="007710BF">
        <w:rPr>
          <w:cs/>
          <w:lang w:bidi="bn-IN"/>
        </w:rPr>
        <w:t>নবী নও।</w:t>
      </w:r>
      <w:r w:rsidRPr="001933EC">
        <w:rPr>
          <w:rStyle w:val="libAlaemChar"/>
        </w:rPr>
        <w:t>”</w:t>
      </w:r>
      <w:r w:rsidRPr="007710BF">
        <w:t xml:space="preserve"> (</w:t>
      </w:r>
      <w:r w:rsidRPr="007710BF">
        <w:rPr>
          <w:cs/>
          <w:lang w:bidi="bn-IN"/>
        </w:rPr>
        <w:t>খুতবা নং ১৯০)</w:t>
      </w:r>
    </w:p>
    <w:p w:rsidR="00075CC8" w:rsidRDefault="007710BF" w:rsidP="007C6DF2">
      <w:pPr>
        <w:pStyle w:val="libNormal"/>
        <w:rPr>
          <w:cs/>
          <w:lang w:bidi="bn-IN"/>
        </w:rPr>
      </w:pPr>
      <w:r w:rsidRPr="007710BF">
        <w:rPr>
          <w:cs/>
          <w:lang w:bidi="bn-IN"/>
        </w:rPr>
        <w:t>অতএব</w:t>
      </w:r>
      <w:r w:rsidR="00895143">
        <w:t>,</w:t>
      </w:r>
      <w:r w:rsidRPr="007710BF">
        <w:rPr>
          <w:cs/>
          <w:lang w:bidi="bn-IN"/>
        </w:rPr>
        <w:t>আত্মিক পরিশুদ্ধি</w:t>
      </w:r>
      <w:r w:rsidR="00895143">
        <w:t>,</w:t>
      </w:r>
      <w:r w:rsidRPr="007710BF">
        <w:rPr>
          <w:cs/>
          <w:lang w:bidi="bn-IN"/>
        </w:rPr>
        <w:t>নিষ্ঠা এবং প্রবৃত্তিকে দমন শুধু মানুষের হৃদয়ের পরিচ্ছন্নতাই দান করেনা বরং এর প্রভাবে মানুষের হৃদয় হতে জ্ঞান ও হেকমতের ফল্গুধারা প্রবাহিত হয়।</w:t>
      </w:r>
    </w:p>
    <w:p w:rsidR="00075CC8" w:rsidRPr="00A3582C" w:rsidRDefault="00075CC8" w:rsidP="009848A8">
      <w:pPr>
        <w:pStyle w:val="libNormal"/>
        <w:rPr>
          <w:rtl/>
          <w:cs/>
        </w:rPr>
      </w:pPr>
      <w:r>
        <w:rPr>
          <w:cs/>
          <w:lang w:bidi="bn-IN"/>
        </w:rPr>
        <w:br w:type="page"/>
      </w:r>
    </w:p>
    <w:p w:rsidR="00075CC8" w:rsidRDefault="00883E25" w:rsidP="00883E25">
      <w:pPr>
        <w:pStyle w:val="Heading1"/>
        <w:rPr>
          <w:lang w:bidi="bn-IN"/>
        </w:rPr>
      </w:pPr>
      <w:bookmarkStart w:id="35" w:name="_Toc392601444"/>
      <w:r>
        <w:rPr>
          <w:cs/>
          <w:lang w:bidi="bn-IN"/>
        </w:rPr>
        <w:t xml:space="preserve">আত্মার ঊর্ধ্বগতি ও </w:t>
      </w:r>
      <w:r w:rsidRPr="00883E25">
        <w:rPr>
          <w:cs/>
          <w:lang w:bidi="bn-IN"/>
        </w:rPr>
        <w:t>নিম্ন</w:t>
      </w:r>
      <w:r w:rsidR="007710BF" w:rsidRPr="007710BF">
        <w:rPr>
          <w:cs/>
          <w:lang w:bidi="bn-IN"/>
        </w:rPr>
        <w:t>গতি</w:t>
      </w:r>
      <w:bookmarkEnd w:id="35"/>
    </w:p>
    <w:p w:rsidR="00075CC8" w:rsidRDefault="00075CC8" w:rsidP="007C6DF2">
      <w:pPr>
        <w:pStyle w:val="libNormal"/>
        <w:rPr>
          <w:lang w:bidi="bn-IN"/>
        </w:rPr>
      </w:pPr>
    </w:p>
    <w:p w:rsidR="00817363" w:rsidRDefault="007710BF" w:rsidP="00817363">
      <w:pPr>
        <w:pStyle w:val="libNormal"/>
      </w:pPr>
      <w:r w:rsidRPr="007710BF">
        <w:rPr>
          <w:cs/>
          <w:lang w:bidi="bn-IN"/>
        </w:rPr>
        <w:t>আ</w:t>
      </w:r>
      <w:r w:rsidR="006B46F0">
        <w:rPr>
          <w:cs/>
          <w:lang w:bidi="bn-IN"/>
        </w:rPr>
        <w:t>ল্লা</w:t>
      </w:r>
      <w:r w:rsidRPr="007710BF">
        <w:rPr>
          <w:rFonts w:hint="cs"/>
          <w:cs/>
          <w:lang w:bidi="bn-IN"/>
        </w:rPr>
        <w:t xml:space="preserve">মা মাজলিসী বিহারুল আনওয়ার গ্রন্থে </w:t>
      </w:r>
      <w:r w:rsidR="00906B99">
        <w:rPr>
          <w:rFonts w:hint="cs"/>
          <w:cs/>
          <w:lang w:bidi="bn-IN"/>
        </w:rPr>
        <w:t>উল্লেখ</w:t>
      </w:r>
      <w:r w:rsidRPr="007710BF">
        <w:rPr>
          <w:rFonts w:hint="cs"/>
          <w:cs/>
          <w:lang w:bidi="bn-IN"/>
        </w:rPr>
        <w:t xml:space="preserve"> করেছেন</w:t>
      </w:r>
      <w:r w:rsidR="00895143">
        <w:t>,</w:t>
      </w:r>
      <w:r w:rsidRPr="007710BF">
        <w:rPr>
          <w:cs/>
          <w:lang w:bidi="bn-IN"/>
        </w:rPr>
        <w:t>রাসূল (সা.)-এর সাহাবীরা মুমিন</w:t>
      </w:r>
      <w:r w:rsidR="00075CC8">
        <w:rPr>
          <w:lang w:bidi="bn-IN"/>
        </w:rPr>
        <w:t xml:space="preserve"> </w:t>
      </w:r>
      <w:r w:rsidRPr="007710BF">
        <w:rPr>
          <w:cs/>
          <w:lang w:bidi="bn-IN"/>
        </w:rPr>
        <w:t xml:space="preserve">ছিলেন বলে যখনই </w:t>
      </w:r>
      <w:r w:rsidR="00611BB9">
        <w:rPr>
          <w:cs/>
          <w:lang w:bidi="bn-IN"/>
        </w:rPr>
        <w:t>তা</w:t>
      </w:r>
      <w:r w:rsidRPr="007710BF">
        <w:rPr>
          <w:cs/>
          <w:lang w:bidi="bn-IN"/>
        </w:rPr>
        <w:t>দের মধ্যে অন্যরকম অবস্থার সৃষ্টি হতো তখন ভয় পেতেন যে</w:t>
      </w:r>
      <w:r w:rsidR="00895143">
        <w:t>,</w:t>
      </w:r>
      <w:r w:rsidRPr="007710BF">
        <w:rPr>
          <w:cs/>
          <w:lang w:bidi="bn-IN"/>
        </w:rPr>
        <w:t xml:space="preserve">নিফাক </w:t>
      </w:r>
      <w:r w:rsidR="00611BB9">
        <w:rPr>
          <w:cs/>
          <w:lang w:bidi="bn-IN"/>
        </w:rPr>
        <w:t>তা</w:t>
      </w:r>
      <w:r w:rsidRPr="007710BF">
        <w:rPr>
          <w:cs/>
          <w:lang w:bidi="bn-IN"/>
        </w:rPr>
        <w:t>দের</w:t>
      </w:r>
      <w:r w:rsidR="00075CC8">
        <w:rPr>
          <w:lang w:bidi="bn-IN"/>
        </w:rPr>
        <w:t xml:space="preserve"> </w:t>
      </w:r>
      <w:r w:rsidRPr="007710BF">
        <w:rPr>
          <w:cs/>
          <w:lang w:bidi="bn-IN"/>
        </w:rPr>
        <w:t>মধ্যে সৃষ্টি হয়েছে কিনা</w:t>
      </w:r>
      <w:r w:rsidRPr="007710BF">
        <w:t xml:space="preserve">? </w:t>
      </w:r>
      <w:r w:rsidRPr="007710BF">
        <w:rPr>
          <w:cs/>
          <w:lang w:bidi="bn-IN"/>
        </w:rPr>
        <w:t>কখনো রাসূলকে বলতেন</w:t>
      </w:r>
      <w:r w:rsidR="00895143">
        <w:t>,</w:t>
      </w:r>
      <w:r w:rsidRPr="001933EC">
        <w:rPr>
          <w:rStyle w:val="libAlaemChar"/>
        </w:rPr>
        <w:t>“</w:t>
      </w:r>
      <w:r w:rsidRPr="007710BF">
        <w:rPr>
          <w:cs/>
          <w:lang w:bidi="bn-IN"/>
        </w:rPr>
        <w:t>আমরা ভয় পাই মুনাফিক হয়ে পড়ি কিনা</w:t>
      </w:r>
      <w:r w:rsidRPr="007710BF">
        <w:t>?</w:t>
      </w:r>
      <w:r w:rsidRPr="001933EC">
        <w:rPr>
          <w:rStyle w:val="libAlaemChar"/>
        </w:rPr>
        <w:t>”</w:t>
      </w:r>
      <w:r w:rsidR="00075CC8">
        <w:rPr>
          <w:rStyle w:val="libAlaemChar"/>
        </w:rPr>
        <w:t xml:space="preserve"> </w:t>
      </w:r>
      <w:r w:rsidRPr="007710BF">
        <w:rPr>
          <w:cs/>
          <w:lang w:bidi="bn-IN"/>
        </w:rPr>
        <w:t>রাসূল বলতেন</w:t>
      </w:r>
      <w:r w:rsidR="00895143">
        <w:t>,</w:t>
      </w:r>
      <w:r w:rsidRPr="001933EC">
        <w:rPr>
          <w:rStyle w:val="libAlaemChar"/>
        </w:rPr>
        <w:t>“</w:t>
      </w:r>
      <w:r w:rsidRPr="007710BF">
        <w:rPr>
          <w:cs/>
          <w:lang w:bidi="bn-IN"/>
        </w:rPr>
        <w:t>কেন</w:t>
      </w:r>
      <w:r w:rsidRPr="007710BF">
        <w:t>?</w:t>
      </w:r>
      <w:r w:rsidRPr="001933EC">
        <w:rPr>
          <w:rStyle w:val="libAlaemChar"/>
        </w:rPr>
        <w:t>”</w:t>
      </w:r>
      <w:r w:rsidRPr="007710BF">
        <w:t xml:space="preserve"> </w:t>
      </w:r>
      <w:r w:rsidR="00FE6D44">
        <w:rPr>
          <w:cs/>
          <w:lang w:bidi="bn-IN"/>
        </w:rPr>
        <w:t>তারা</w:t>
      </w:r>
      <w:r w:rsidRPr="007710BF">
        <w:rPr>
          <w:cs/>
          <w:lang w:bidi="bn-IN"/>
        </w:rPr>
        <w:t xml:space="preserve"> বলতেন</w:t>
      </w:r>
      <w:r w:rsidR="00895143">
        <w:t>,</w:t>
      </w:r>
      <w:r w:rsidRPr="001933EC">
        <w:rPr>
          <w:rStyle w:val="libAlaemChar"/>
        </w:rPr>
        <w:t>“</w:t>
      </w:r>
      <w:r w:rsidRPr="007710BF">
        <w:rPr>
          <w:cs/>
          <w:lang w:bidi="bn-IN"/>
        </w:rPr>
        <w:t>যখন আমরা আপনার সম্মুখে উপস্থিত থাকি এবং আপনি উপদেশ দেন ও নসিহত করেন</w:t>
      </w:r>
      <w:r w:rsidR="00895143">
        <w:t>,</w:t>
      </w:r>
      <w:r w:rsidRPr="007710BF">
        <w:rPr>
          <w:cs/>
          <w:lang w:bidi="bn-IN"/>
        </w:rPr>
        <w:t>আ</w:t>
      </w:r>
      <w:r w:rsidR="006B46F0">
        <w:rPr>
          <w:cs/>
          <w:lang w:bidi="bn-IN"/>
        </w:rPr>
        <w:t>ল্লা</w:t>
      </w:r>
      <w:r w:rsidRPr="007710BF">
        <w:rPr>
          <w:rFonts w:hint="cs"/>
          <w:cs/>
          <w:lang w:bidi="bn-IN"/>
        </w:rPr>
        <w:t>হ্</w:t>
      </w:r>
      <w:r w:rsidR="00895143">
        <w:t>,</w:t>
      </w:r>
      <w:r w:rsidRPr="007710BF">
        <w:rPr>
          <w:cs/>
          <w:lang w:bidi="bn-IN"/>
        </w:rPr>
        <w:t>কিয়ামত</w:t>
      </w:r>
      <w:r w:rsidR="00895143">
        <w:t>,</w:t>
      </w:r>
      <w:r w:rsidRPr="007710BF">
        <w:rPr>
          <w:cs/>
          <w:lang w:bidi="bn-IN"/>
        </w:rPr>
        <w:t>গুনাহ</w:t>
      </w:r>
      <w:r w:rsidR="00895143">
        <w:t>,</w:t>
      </w:r>
      <w:r w:rsidRPr="007710BF">
        <w:rPr>
          <w:cs/>
          <w:lang w:bidi="bn-IN"/>
        </w:rPr>
        <w:t>তওবা ও ইস্তিগফারের কথা বলেন</w:t>
      </w:r>
      <w:r w:rsidR="00895143">
        <w:t>,</w:t>
      </w:r>
      <w:r w:rsidRPr="007710BF">
        <w:rPr>
          <w:cs/>
          <w:lang w:bidi="bn-IN"/>
        </w:rPr>
        <w:t>নিজেদের মধ্যে উন্নত এক অবস্থার সৃষ্টি হয়েছে বলে অনুভব করি। কিন্তু যখন আপনার থেকে বিচ্ছিন্ন</w:t>
      </w:r>
      <w:r w:rsidR="00075CC8">
        <w:rPr>
          <w:lang w:bidi="bn-IN"/>
        </w:rPr>
        <w:t xml:space="preserve"> </w:t>
      </w:r>
      <w:r w:rsidRPr="007710BF">
        <w:rPr>
          <w:cs/>
          <w:lang w:bidi="bn-IN"/>
        </w:rPr>
        <w:t>হয়ে পড়ি</w:t>
      </w:r>
      <w:r w:rsidR="00895143">
        <w:t>,</w:t>
      </w:r>
      <w:r w:rsidRPr="007710BF">
        <w:rPr>
          <w:cs/>
          <w:lang w:bidi="bn-IN"/>
        </w:rPr>
        <w:t>নিজের পরিবার</w:t>
      </w:r>
      <w:r w:rsidR="00895143">
        <w:t>,</w:t>
      </w:r>
      <w:r w:rsidRPr="007710BF">
        <w:rPr>
          <w:cs/>
          <w:lang w:bidi="bn-IN"/>
        </w:rPr>
        <w:t>সন্তান ও স্বজনদের মাঝে ফিরে যাই</w:t>
      </w:r>
      <w:r w:rsidR="00895143">
        <w:t>,</w:t>
      </w:r>
      <w:r w:rsidR="00817363">
        <w:t xml:space="preserve"> </w:t>
      </w:r>
      <w:r w:rsidR="00817363" w:rsidRPr="00817363">
        <w:rPr>
          <w:rStyle w:val="libArChar"/>
          <w:rFonts w:hint="cs"/>
          <w:rtl/>
        </w:rPr>
        <w:t>و شممنا الاولاد و راینا العیال و الاهل</w:t>
      </w:r>
      <w:r w:rsidR="00817363" w:rsidRPr="00817363">
        <w:rPr>
          <w:rStyle w:val="libArChar"/>
        </w:rPr>
        <w:t xml:space="preserve"> </w:t>
      </w:r>
      <w:r w:rsidRPr="007710BF">
        <w:rPr>
          <w:cs/>
          <w:lang w:bidi="bn-IN"/>
        </w:rPr>
        <w:t>নিজেদের সন্তানদের গন্ধ অনুভব করি তখন লক্ষ্য করি আমাদের অবস্থা পরিবর্তিত হয়ে গিয়েছে এবং</w:t>
      </w:r>
      <w:r w:rsidR="00075CC8">
        <w:rPr>
          <w:lang w:bidi="bn-IN"/>
        </w:rPr>
        <w:t xml:space="preserve"> </w:t>
      </w:r>
      <w:r w:rsidRPr="007710BF">
        <w:rPr>
          <w:cs/>
          <w:lang w:bidi="bn-IN"/>
        </w:rPr>
        <w:t>পূর্বের অবস্থায় ফিরে গিয়েছি</w:t>
      </w:r>
      <w:r w:rsidRPr="007710BF">
        <w:rPr>
          <w:cs/>
          <w:lang w:bidi="hi-IN"/>
        </w:rPr>
        <w:t xml:space="preserve">। </w:t>
      </w:r>
      <w:r w:rsidRPr="007710BF">
        <w:rPr>
          <w:cs/>
          <w:lang w:bidi="bn-IN"/>
        </w:rPr>
        <w:t>হে রাসূলা</w:t>
      </w:r>
      <w:r w:rsidR="006B46F0">
        <w:rPr>
          <w:cs/>
          <w:lang w:bidi="bn-IN"/>
        </w:rPr>
        <w:t>ল্লা</w:t>
      </w:r>
      <w:r w:rsidRPr="007710BF">
        <w:rPr>
          <w:rFonts w:hint="cs"/>
          <w:cs/>
          <w:lang w:bidi="bn-IN"/>
        </w:rPr>
        <w:t>হ্! এটা মুনাফেকী নয়</w:t>
      </w:r>
      <w:r w:rsidRPr="007710BF">
        <w:t xml:space="preserve">? </w:t>
      </w:r>
      <w:r w:rsidRPr="007710BF">
        <w:rPr>
          <w:cs/>
          <w:lang w:bidi="bn-IN"/>
        </w:rPr>
        <w:t>এমন যেন না হয় আমাদের মধ্যে</w:t>
      </w:r>
      <w:r w:rsidR="00075CC8">
        <w:rPr>
          <w:lang w:bidi="bn-IN"/>
        </w:rPr>
        <w:t xml:space="preserve"> </w:t>
      </w:r>
      <w:r w:rsidRPr="007710BF">
        <w:rPr>
          <w:cs/>
          <w:lang w:bidi="bn-IN"/>
        </w:rPr>
        <w:t>নেফাকের সৃষ্টি হয় এবং আমরা মুনাফিক হয়ে পড়ি।</w:t>
      </w:r>
      <w:r w:rsidRPr="001933EC">
        <w:rPr>
          <w:rStyle w:val="libAlaemChar"/>
        </w:rPr>
        <w:t>”</w:t>
      </w:r>
      <w:r w:rsidRPr="007710BF">
        <w:t xml:space="preserve"> </w:t>
      </w:r>
      <w:r w:rsidRPr="007710BF">
        <w:rPr>
          <w:cs/>
          <w:lang w:bidi="bn-IN"/>
        </w:rPr>
        <w:t>রাসূল বলেন</w:t>
      </w:r>
      <w:r w:rsidR="00895143">
        <w:t>,</w:t>
      </w:r>
      <w:r w:rsidRPr="001933EC">
        <w:rPr>
          <w:rStyle w:val="libAlaemChar"/>
        </w:rPr>
        <w:t>“</w:t>
      </w:r>
      <w:r w:rsidRPr="007710BF">
        <w:rPr>
          <w:cs/>
          <w:lang w:bidi="bn-IN"/>
        </w:rPr>
        <w:t>না</w:t>
      </w:r>
      <w:r w:rsidR="00895143">
        <w:t>,</w:t>
      </w:r>
      <w:r w:rsidRPr="007710BF">
        <w:rPr>
          <w:cs/>
          <w:lang w:bidi="bn-IN"/>
        </w:rPr>
        <w:t>এটা নিফাক নয়। নিফাক</w:t>
      </w:r>
      <w:r w:rsidR="00817363">
        <w:rPr>
          <w:lang w:bidi="bn-IN"/>
        </w:rPr>
        <w:t xml:space="preserve"> </w:t>
      </w:r>
      <w:r w:rsidRPr="007710BF">
        <w:rPr>
          <w:cs/>
          <w:lang w:bidi="bn-IN"/>
        </w:rPr>
        <w:t>অর্থ দু</w:t>
      </w:r>
      <w:r w:rsidRPr="001933EC">
        <w:rPr>
          <w:rStyle w:val="libAlaemChar"/>
        </w:rPr>
        <w:t>’</w:t>
      </w:r>
      <w:r w:rsidRPr="007710BF">
        <w:rPr>
          <w:cs/>
          <w:lang w:bidi="bn-IN"/>
        </w:rPr>
        <w:t>চেহারা কিন্তু এটা দু</w:t>
      </w:r>
      <w:r w:rsidRPr="001933EC">
        <w:rPr>
          <w:rStyle w:val="libAlaemChar"/>
        </w:rPr>
        <w:t>’</w:t>
      </w:r>
      <w:r w:rsidRPr="007710BF">
        <w:rPr>
          <w:cs/>
          <w:lang w:bidi="bn-IN"/>
        </w:rPr>
        <w:t>অবস্থা (দু</w:t>
      </w:r>
      <w:r w:rsidRPr="001933EC">
        <w:rPr>
          <w:rStyle w:val="libAlaemChar"/>
        </w:rPr>
        <w:t>’</w:t>
      </w:r>
      <w:r w:rsidRPr="007710BF">
        <w:rPr>
          <w:cs/>
          <w:lang w:bidi="bn-IN"/>
        </w:rPr>
        <w:t>চেহারা নয়)। কখনো মানুষের রূহ বা আত্মার আরোহণ হয় এবং</w:t>
      </w:r>
      <w:r w:rsidR="00817363">
        <w:rPr>
          <w:lang w:bidi="bn-IN"/>
        </w:rPr>
        <w:t xml:space="preserve"> </w:t>
      </w:r>
      <w:r w:rsidRPr="007710BF">
        <w:rPr>
          <w:cs/>
          <w:lang w:bidi="bn-IN"/>
        </w:rPr>
        <w:t>ঊর্ধ্বে যাত্রা করে</w:t>
      </w:r>
      <w:r w:rsidR="00895143">
        <w:t>,</w:t>
      </w:r>
      <w:r w:rsidRPr="007710BF">
        <w:rPr>
          <w:cs/>
          <w:lang w:bidi="bn-IN"/>
        </w:rPr>
        <w:t>ক</w:t>
      </w:r>
      <w:r w:rsidR="00817363">
        <w:rPr>
          <w:cs/>
          <w:lang w:bidi="bn-IN"/>
        </w:rPr>
        <w:t xml:space="preserve">খনো তার রূহের অধঃপতন ঘটে ও </w:t>
      </w:r>
      <w:r w:rsidR="00817363" w:rsidRPr="00817363">
        <w:rPr>
          <w:cs/>
          <w:lang w:bidi="bn-IN"/>
        </w:rPr>
        <w:t>নিম্নে</w:t>
      </w:r>
      <w:r w:rsidR="00817363">
        <w:rPr>
          <w:lang w:bidi="bn-IN"/>
        </w:rPr>
        <w:t xml:space="preserve"> </w:t>
      </w:r>
      <w:r w:rsidRPr="007710BF">
        <w:rPr>
          <w:cs/>
          <w:lang w:bidi="bn-IN"/>
        </w:rPr>
        <w:t>যাত্রা করে। অবশ্য যখন আমার নিকট</w:t>
      </w:r>
      <w:r w:rsidR="00817363">
        <w:rPr>
          <w:lang w:bidi="bn-IN"/>
        </w:rPr>
        <w:t xml:space="preserve"> </w:t>
      </w:r>
      <w:r w:rsidRPr="007710BF">
        <w:rPr>
          <w:cs/>
          <w:lang w:bidi="bn-IN"/>
        </w:rPr>
        <w:t>থাক ও আমার কথা শোন</w:t>
      </w:r>
      <w:r w:rsidR="00895143">
        <w:t>,</w:t>
      </w:r>
      <w:r w:rsidRPr="007710BF">
        <w:rPr>
          <w:cs/>
          <w:lang w:bidi="bn-IN"/>
        </w:rPr>
        <w:t>তোমাদের মধ্যে ঊর্ধ্বগতির অবস্থা সৃষ্টি হয়।</w:t>
      </w:r>
      <w:r w:rsidRPr="001933EC">
        <w:rPr>
          <w:rStyle w:val="libAlaemChar"/>
        </w:rPr>
        <w:t>”</w:t>
      </w:r>
      <w:r w:rsidRPr="007710BF">
        <w:t xml:space="preserve"> </w:t>
      </w:r>
      <w:r w:rsidRPr="007710BF">
        <w:rPr>
          <w:cs/>
          <w:lang w:bidi="bn-IN"/>
        </w:rPr>
        <w:t>তারপর বলেন</w:t>
      </w:r>
      <w:r w:rsidR="00895143">
        <w:t>,</w:t>
      </w:r>
    </w:p>
    <w:p w:rsidR="00817363" w:rsidRPr="00817363" w:rsidRDefault="00817363" w:rsidP="00817363">
      <w:pPr>
        <w:pStyle w:val="libAr"/>
        <w:rPr>
          <w:rtl/>
          <w:lang w:bidi="fa-IR"/>
        </w:rPr>
      </w:pPr>
      <w:r>
        <w:rPr>
          <w:rFonts w:hint="cs"/>
          <w:rtl/>
          <w:lang w:bidi="fa-IR"/>
        </w:rPr>
        <w:t>لو تدومون علی الحالة التی وصفتم أنفسکم بها لصافحتکم الملائکة و مشیتم علی الماء</w:t>
      </w:r>
    </w:p>
    <w:p w:rsidR="00817363" w:rsidRDefault="007710BF" w:rsidP="00817363">
      <w:pPr>
        <w:pStyle w:val="libNormal"/>
        <w:rPr>
          <w:lang w:bidi="bn-IN"/>
        </w:rPr>
      </w:pPr>
      <w:r w:rsidRPr="001933EC">
        <w:rPr>
          <w:rStyle w:val="libAlaemChar"/>
        </w:rPr>
        <w:t>“</w:t>
      </w:r>
      <w:r w:rsidRPr="007710BF">
        <w:rPr>
          <w:cs/>
          <w:lang w:bidi="bn-IN"/>
        </w:rPr>
        <w:t>আমার সঙ্গে থাকাকালীন অবস্থাটি (যা তোমরা বর্ণনা করলে) যদি তোমরা ধরে রাখতে পারতে</w:t>
      </w:r>
      <w:r w:rsidR="00817363">
        <w:rPr>
          <w:lang w:bidi="bn-IN"/>
        </w:rPr>
        <w:t xml:space="preserve"> </w:t>
      </w:r>
      <w:r w:rsidRPr="007710BF">
        <w:rPr>
          <w:cs/>
          <w:lang w:bidi="bn-IN"/>
        </w:rPr>
        <w:t>তাহলে ফেরেশতারা এসে তোমাদের সঙ্গে হাত মিলাত এবং তোমরা পানির উপর দিয়ে হেঁটে চলতে</w:t>
      </w:r>
      <w:r w:rsidR="00817363">
        <w:rPr>
          <w:lang w:bidi="bn-IN"/>
        </w:rPr>
        <w:t xml:space="preserve"> </w:t>
      </w:r>
      <w:r w:rsidRPr="007710BF">
        <w:rPr>
          <w:cs/>
          <w:lang w:bidi="bn-IN"/>
        </w:rPr>
        <w:t>সক্ষম হতে। কিন্তু এ অবস্থা এমন নয় যে</w:t>
      </w:r>
      <w:r w:rsidR="00895143">
        <w:t>,</w:t>
      </w:r>
      <w:r w:rsidRPr="007710BF">
        <w:rPr>
          <w:cs/>
          <w:lang w:bidi="bn-IN"/>
        </w:rPr>
        <w:t>তা সকল সময় তোমাদের মধ্যে বিদ্যমান থাকে। যদি</w:t>
      </w:r>
      <w:r w:rsidR="00817363">
        <w:rPr>
          <w:lang w:bidi="bn-IN"/>
        </w:rPr>
        <w:t xml:space="preserve"> </w:t>
      </w:r>
      <w:r w:rsidRPr="007710BF">
        <w:rPr>
          <w:cs/>
          <w:lang w:bidi="bn-IN"/>
        </w:rPr>
        <w:t xml:space="preserve">তেমন অবস্থায় থাকা তোমাদের অভ্যাসে পরিণত হতো তাহলে আমি যা বললাম সে পর্যায়ে </w:t>
      </w:r>
      <w:r w:rsidR="00611BB9">
        <w:rPr>
          <w:cs/>
          <w:lang w:bidi="bn-IN"/>
        </w:rPr>
        <w:t>পৌ</w:t>
      </w:r>
      <w:r w:rsidRPr="007710BF">
        <w:rPr>
          <w:cs/>
          <w:lang w:bidi="bn-IN"/>
        </w:rPr>
        <w:t>ছতে</w:t>
      </w:r>
      <w:r w:rsidR="00817363">
        <w:rPr>
          <w:lang w:bidi="bn-IN"/>
        </w:rPr>
        <w:t xml:space="preserve"> </w:t>
      </w:r>
      <w:r w:rsidRPr="007710BF">
        <w:rPr>
          <w:cs/>
          <w:lang w:bidi="bn-IN"/>
        </w:rPr>
        <w:t>পারতে।</w:t>
      </w:r>
      <w:r w:rsidRPr="001933EC">
        <w:rPr>
          <w:rStyle w:val="libAlaemChar"/>
        </w:rPr>
        <w:t>”</w:t>
      </w:r>
      <w:r w:rsidRPr="007710BF">
        <w:t xml:space="preserve"> (</w:t>
      </w:r>
      <w:r w:rsidRPr="007710BF">
        <w:rPr>
          <w:cs/>
          <w:lang w:bidi="bn-IN"/>
        </w:rPr>
        <w:t>উসূলে কাফী</w:t>
      </w:r>
      <w:r w:rsidR="00895143">
        <w:t>,</w:t>
      </w:r>
      <w:r w:rsidRPr="007710BF">
        <w:rPr>
          <w:cs/>
          <w:lang w:bidi="bn-IN"/>
        </w:rPr>
        <w:t>২য় খণ্ড</w:t>
      </w:r>
      <w:r w:rsidR="00895143">
        <w:t>,</w:t>
      </w:r>
      <w:r w:rsidRPr="007710BF">
        <w:rPr>
          <w:cs/>
          <w:lang w:bidi="bn-IN"/>
        </w:rPr>
        <w:t>পৃ. ৪২৪)</w:t>
      </w:r>
    </w:p>
    <w:p w:rsidR="00817363" w:rsidRDefault="007710BF" w:rsidP="00817363">
      <w:pPr>
        <w:pStyle w:val="libNormal"/>
      </w:pPr>
      <w:r w:rsidRPr="007710BF">
        <w:rPr>
          <w:cs/>
          <w:lang w:bidi="bn-IN"/>
        </w:rPr>
        <w:t>আমার দৃষ্টিতে সা</w:t>
      </w:r>
      <w:r w:rsidRPr="001933EC">
        <w:rPr>
          <w:rStyle w:val="libAlaemChar"/>
        </w:rPr>
        <w:t>’</w:t>
      </w:r>
      <w:r w:rsidR="00817363">
        <w:rPr>
          <w:cs/>
          <w:lang w:bidi="bn-IN"/>
        </w:rPr>
        <w:t>দীর কবিতার</w:t>
      </w:r>
      <w:r w:rsidR="00817363">
        <w:rPr>
          <w:lang w:bidi="bn-IN"/>
        </w:rPr>
        <w:t xml:space="preserve"> </w:t>
      </w:r>
      <w:r w:rsidR="00817363" w:rsidRPr="00817363">
        <w:rPr>
          <w:cs/>
          <w:lang w:bidi="bn-IN"/>
        </w:rPr>
        <w:t>নিম্ন</w:t>
      </w:r>
      <w:r w:rsidRPr="007710BF">
        <w:rPr>
          <w:cs/>
          <w:lang w:bidi="bn-IN"/>
        </w:rPr>
        <w:t>বর্ণিত অংশটি রাসূলের এ হাদীসেরই অনুবাদ। কিন্তু অন্য</w:t>
      </w:r>
      <w:r w:rsidR="00817363">
        <w:rPr>
          <w:lang w:bidi="bn-IN"/>
        </w:rPr>
        <w:t xml:space="preserve"> </w:t>
      </w:r>
      <w:r w:rsidRPr="007710BF">
        <w:rPr>
          <w:cs/>
          <w:lang w:bidi="bn-IN"/>
        </w:rPr>
        <w:t>একভাবে হযরত ইয়াকুব (আ.)-এর ভাষায় বলছেন</w:t>
      </w:r>
      <w:r w:rsidR="00895143">
        <w:t>,</w:t>
      </w:r>
    </w:p>
    <w:p w:rsidR="00817363" w:rsidRDefault="007710BF" w:rsidP="00817363">
      <w:pPr>
        <w:pStyle w:val="libCenter"/>
        <w:rPr>
          <w:lang w:bidi="bn-IN"/>
        </w:rPr>
      </w:pPr>
      <w:r w:rsidRPr="001933EC">
        <w:rPr>
          <w:rStyle w:val="libAlaemChar"/>
        </w:rPr>
        <w:t>“</w:t>
      </w:r>
      <w:r w:rsidRPr="007710BF">
        <w:rPr>
          <w:cs/>
          <w:lang w:bidi="bn-IN"/>
        </w:rPr>
        <w:t>প্রশ্ন করলেন নিখোঁজ সন্তানের পিতাকে তিনি</w:t>
      </w:r>
    </w:p>
    <w:p w:rsidR="00817363" w:rsidRDefault="007710BF" w:rsidP="00817363">
      <w:pPr>
        <w:pStyle w:val="libCenter"/>
        <w:rPr>
          <w:lang w:bidi="bn-IN"/>
        </w:rPr>
      </w:pPr>
      <w:r w:rsidRPr="007710BF">
        <w:rPr>
          <w:cs/>
          <w:lang w:bidi="bn-IN"/>
        </w:rPr>
        <w:t xml:space="preserve">এই উজ্জ্বল </w:t>
      </w:r>
      <w:r w:rsidR="00817363">
        <w:rPr>
          <w:cs/>
          <w:lang w:bidi="bn-IN"/>
        </w:rPr>
        <w:t>রত্ন</w:t>
      </w:r>
      <w:r w:rsidR="00817363">
        <w:rPr>
          <w:lang w:bidi="bn-IN"/>
        </w:rPr>
        <w:t xml:space="preserve"> </w:t>
      </w:r>
      <w:r w:rsidRPr="007710BF">
        <w:rPr>
          <w:cs/>
          <w:lang w:bidi="bn-IN"/>
        </w:rPr>
        <w:t>বৃদ্ধ জ্ঞানী</w:t>
      </w:r>
    </w:p>
    <w:p w:rsidR="00817363" w:rsidRDefault="007710BF" w:rsidP="00817363">
      <w:pPr>
        <w:pStyle w:val="libCenter"/>
        <w:rPr>
          <w:lang w:bidi="bn-IN"/>
        </w:rPr>
      </w:pPr>
      <w:r w:rsidRPr="007710BF">
        <w:rPr>
          <w:cs/>
          <w:lang w:bidi="bn-IN"/>
        </w:rPr>
        <w:t>অনুভব করেছ মিশর থেকে তার জামার গন্ধখানি</w:t>
      </w:r>
    </w:p>
    <w:p w:rsidR="00817363" w:rsidRDefault="007710BF" w:rsidP="00817363">
      <w:pPr>
        <w:pStyle w:val="libCenter"/>
        <w:rPr>
          <w:rStyle w:val="libAlaemChar"/>
        </w:rPr>
      </w:pPr>
      <w:r w:rsidRPr="007710BF">
        <w:rPr>
          <w:cs/>
          <w:lang w:bidi="bn-IN"/>
        </w:rPr>
        <w:t>কেন ঘরের কোণে কেনানের গর্তে তাকে দেখনি</w:t>
      </w:r>
      <w:r w:rsidRPr="007710BF">
        <w:t>?</w:t>
      </w:r>
      <w:r w:rsidRPr="001933EC">
        <w:rPr>
          <w:rStyle w:val="libAlaemChar"/>
        </w:rPr>
        <w:t>”</w:t>
      </w:r>
    </w:p>
    <w:p w:rsidR="00C31809" w:rsidRDefault="007710BF" w:rsidP="00817363">
      <w:pPr>
        <w:pStyle w:val="libNormal"/>
      </w:pPr>
      <w:r w:rsidRPr="007710BF">
        <w:rPr>
          <w:cs/>
          <w:lang w:bidi="bn-IN"/>
        </w:rPr>
        <w:t xml:space="preserve">হযরত ইউসুফ (আ.) মিশরে </w:t>
      </w:r>
      <w:r w:rsidR="00FE6D44">
        <w:rPr>
          <w:cs/>
          <w:lang w:bidi="bn-IN"/>
        </w:rPr>
        <w:t>তার</w:t>
      </w:r>
      <w:r w:rsidRPr="007710BF">
        <w:rPr>
          <w:cs/>
          <w:lang w:bidi="bn-IN"/>
        </w:rPr>
        <w:t xml:space="preserve"> ভ্রাতাদের নিকট নিজের পরিচয় দিয়ে </w:t>
      </w:r>
      <w:r w:rsidR="00FE6D44">
        <w:rPr>
          <w:cs/>
          <w:lang w:bidi="bn-IN"/>
        </w:rPr>
        <w:t>তার</w:t>
      </w:r>
      <w:r w:rsidRPr="007710BF">
        <w:rPr>
          <w:cs/>
          <w:lang w:bidi="bn-IN"/>
        </w:rPr>
        <w:t xml:space="preserve"> জামাটি তাদের হাতে</w:t>
      </w:r>
      <w:r w:rsidR="00817363">
        <w:rPr>
          <w:lang w:bidi="bn-IN"/>
        </w:rPr>
        <w:t xml:space="preserve"> </w:t>
      </w:r>
      <w:r w:rsidRPr="007710BF">
        <w:rPr>
          <w:cs/>
          <w:lang w:bidi="bn-IN"/>
        </w:rPr>
        <w:t>দিয়ে বললেন</w:t>
      </w:r>
      <w:r w:rsidR="00895143">
        <w:t>,</w:t>
      </w:r>
      <w:r w:rsidRPr="001933EC">
        <w:rPr>
          <w:rStyle w:val="libAlaemChar"/>
        </w:rPr>
        <w:t>“</w:t>
      </w:r>
      <w:r w:rsidRPr="007710BF">
        <w:rPr>
          <w:cs/>
          <w:lang w:bidi="bn-IN"/>
        </w:rPr>
        <w:t>এটা নিয়ে যাও।</w:t>
      </w:r>
      <w:r w:rsidRPr="001933EC">
        <w:rPr>
          <w:rStyle w:val="libAlaemChar"/>
        </w:rPr>
        <w:t>”</w:t>
      </w:r>
      <w:r w:rsidRPr="007710BF">
        <w:t xml:space="preserve"> </w:t>
      </w:r>
      <w:r w:rsidRPr="007710BF">
        <w:rPr>
          <w:cs/>
          <w:lang w:bidi="bn-IN"/>
        </w:rPr>
        <w:t xml:space="preserve">তারা তখনও পিতার নিকট </w:t>
      </w:r>
      <w:r w:rsidR="00611BB9">
        <w:rPr>
          <w:cs/>
          <w:lang w:bidi="bn-IN"/>
        </w:rPr>
        <w:t>পৌ</w:t>
      </w:r>
      <w:r w:rsidRPr="007710BF">
        <w:rPr>
          <w:cs/>
          <w:lang w:bidi="bn-IN"/>
        </w:rPr>
        <w:t>ছেনি কিন্তু হযরত ইয়াকুব বলছেন</w:t>
      </w:r>
      <w:r w:rsidR="00895143">
        <w:t>,</w:t>
      </w:r>
      <w:r w:rsidR="00817363" w:rsidRPr="00817363">
        <w:rPr>
          <w:rStyle w:val="libArChar"/>
          <w:rFonts w:hint="cs"/>
          <w:rtl/>
        </w:rPr>
        <w:t>إنّی لا أجد ریح یوسف لولا أن تفنّدون</w:t>
      </w:r>
      <w:r w:rsidRPr="007710BF">
        <w:t xml:space="preserve"> </w:t>
      </w:r>
      <w:r w:rsidRPr="001933EC">
        <w:rPr>
          <w:rStyle w:val="libAlaemChar"/>
        </w:rPr>
        <w:t>“</w:t>
      </w:r>
      <w:r w:rsidRPr="007710BF">
        <w:rPr>
          <w:cs/>
          <w:lang w:bidi="bn-IN"/>
        </w:rPr>
        <w:t>যদি তোমরা আমাকে অপ্রকৃতিস্থ মনে না কর</w:t>
      </w:r>
      <w:r w:rsidR="00895143">
        <w:t>,</w:t>
      </w:r>
      <w:r w:rsidRPr="007710BF">
        <w:rPr>
          <w:cs/>
          <w:lang w:bidi="bn-IN"/>
        </w:rPr>
        <w:t>আমি অবশ্যই</w:t>
      </w:r>
      <w:r w:rsidR="00C31809">
        <w:rPr>
          <w:lang w:bidi="bn-IN"/>
        </w:rPr>
        <w:t xml:space="preserve"> </w:t>
      </w:r>
      <w:r w:rsidRPr="007710BF">
        <w:rPr>
          <w:cs/>
          <w:lang w:bidi="bn-IN"/>
        </w:rPr>
        <w:t>ইউসুফের গন্ধ পাচ্ছি।</w:t>
      </w:r>
      <w:r w:rsidRPr="001933EC">
        <w:rPr>
          <w:rStyle w:val="libAlaemChar"/>
        </w:rPr>
        <w:t>”</w:t>
      </w:r>
      <w:r w:rsidRPr="007710BF">
        <w:t xml:space="preserve"> </w:t>
      </w:r>
      <w:r w:rsidRPr="007710BF">
        <w:rPr>
          <w:cs/>
          <w:lang w:bidi="bn-IN"/>
        </w:rPr>
        <w:t>কবিতার ভাষায় তাই তিনি ইয়াকুবকে বলছেন</w:t>
      </w:r>
      <w:r w:rsidR="00895143">
        <w:t>,</w:t>
      </w:r>
      <w:r w:rsidRPr="007710BF">
        <w:rPr>
          <w:cs/>
          <w:lang w:bidi="bn-IN"/>
        </w:rPr>
        <w:t>আপনি কিরূপে মিশর থেকে</w:t>
      </w:r>
      <w:r w:rsidR="00C31809">
        <w:rPr>
          <w:lang w:bidi="bn-IN"/>
        </w:rPr>
        <w:t xml:space="preserve"> </w:t>
      </w:r>
      <w:r w:rsidRPr="007710BF">
        <w:rPr>
          <w:cs/>
          <w:lang w:bidi="bn-IN"/>
        </w:rPr>
        <w:t>ইউসুফের গন্ধ অনুভব করেন</w:t>
      </w:r>
      <w:r w:rsidR="00895143">
        <w:t>,</w:t>
      </w:r>
      <w:r w:rsidRPr="007710BF">
        <w:rPr>
          <w:cs/>
          <w:lang w:bidi="bn-IN"/>
        </w:rPr>
        <w:t>অথচ পূর্বে তিনি আপনার গ্রাম কেনানের একটি গর্তে পড়ে ছিলেন</w:t>
      </w:r>
      <w:r w:rsidR="00895143">
        <w:t>,</w:t>
      </w:r>
      <w:r w:rsidRPr="007710BF">
        <w:rPr>
          <w:cs/>
          <w:lang w:bidi="bn-IN"/>
        </w:rPr>
        <w:t xml:space="preserve">আপনি তা বোঝেননি বা </w:t>
      </w:r>
      <w:r w:rsidR="000459F1">
        <w:rPr>
          <w:cs/>
          <w:lang w:bidi="bn-IN"/>
        </w:rPr>
        <w:t>তাকে</w:t>
      </w:r>
      <w:r w:rsidRPr="007710BF">
        <w:rPr>
          <w:cs/>
          <w:lang w:bidi="bn-IN"/>
        </w:rPr>
        <w:t xml:space="preserve"> দেখতে পাননি। পরে হযরত ইয়াকুবের ভাষায় জবাব দিচ্ছেন</w:t>
      </w:r>
      <w:r w:rsidR="003936CB">
        <w:t>-</w:t>
      </w:r>
    </w:p>
    <w:p w:rsidR="00C31809" w:rsidRDefault="007710BF" w:rsidP="00C31809">
      <w:pPr>
        <w:pStyle w:val="libCenter"/>
        <w:rPr>
          <w:lang w:bidi="bn-IN"/>
        </w:rPr>
      </w:pPr>
      <w:r w:rsidRPr="001933EC">
        <w:rPr>
          <w:rStyle w:val="libAlaemChar"/>
        </w:rPr>
        <w:t>“</w:t>
      </w:r>
      <w:r w:rsidRPr="007710BF">
        <w:rPr>
          <w:cs/>
          <w:lang w:bidi="bn-IN"/>
        </w:rPr>
        <w:t>বললেন</w:t>
      </w:r>
      <w:r w:rsidR="00895143">
        <w:t>,</w:t>
      </w:r>
      <w:r w:rsidRPr="007710BF">
        <w:rPr>
          <w:cs/>
          <w:lang w:bidi="bn-IN"/>
        </w:rPr>
        <w:t>আমাদের অবস্থা বিদ্যুতের ন্যায়</w:t>
      </w:r>
      <w:r w:rsidR="00C31809">
        <w:rPr>
          <w:lang w:bidi="bn-IN"/>
        </w:rPr>
        <w:t xml:space="preserve"> </w:t>
      </w:r>
    </w:p>
    <w:p w:rsidR="00C31809" w:rsidRDefault="007710BF" w:rsidP="00C31809">
      <w:pPr>
        <w:pStyle w:val="libCenter"/>
        <w:rPr>
          <w:lang w:bidi="bn-IN"/>
        </w:rPr>
      </w:pPr>
      <w:r w:rsidRPr="007710BF">
        <w:rPr>
          <w:cs/>
          <w:lang w:bidi="bn-IN"/>
        </w:rPr>
        <w:t>কখনো থাকে গোপন</w:t>
      </w:r>
      <w:r w:rsidR="00895143">
        <w:t>,</w:t>
      </w:r>
      <w:r w:rsidRPr="007710BF">
        <w:rPr>
          <w:cs/>
          <w:lang w:bidi="bn-IN"/>
        </w:rPr>
        <w:t>কখনো তারে দেখা যায়</w:t>
      </w:r>
    </w:p>
    <w:p w:rsidR="00C31809" w:rsidRDefault="007710BF" w:rsidP="00C31809">
      <w:pPr>
        <w:pStyle w:val="libCenter"/>
        <w:rPr>
          <w:lang w:bidi="bn-IN"/>
        </w:rPr>
      </w:pPr>
      <w:r w:rsidRPr="007710BF">
        <w:rPr>
          <w:cs/>
          <w:lang w:bidi="bn-IN"/>
        </w:rPr>
        <w:t>কখনো আমরা থাকি আসমানের উপর</w:t>
      </w:r>
    </w:p>
    <w:p w:rsidR="00C31809" w:rsidRDefault="007710BF" w:rsidP="00C31809">
      <w:pPr>
        <w:pStyle w:val="libCenter"/>
        <w:rPr>
          <w:rStyle w:val="libAlaemChar"/>
        </w:rPr>
      </w:pPr>
      <w:r w:rsidRPr="007710BF">
        <w:rPr>
          <w:cs/>
          <w:lang w:bidi="bn-IN"/>
        </w:rPr>
        <w:t>কখনো দেখি না তা</w:t>
      </w:r>
      <w:r w:rsidR="00895143">
        <w:t>,</w:t>
      </w:r>
      <w:r w:rsidRPr="007710BF">
        <w:rPr>
          <w:cs/>
          <w:lang w:bidi="bn-IN"/>
        </w:rPr>
        <w:t>যা রয়েছে পায়ের উপর।</w:t>
      </w:r>
      <w:r w:rsidRPr="001933EC">
        <w:rPr>
          <w:rStyle w:val="libAlaemChar"/>
        </w:rPr>
        <w:t>”</w:t>
      </w:r>
    </w:p>
    <w:p w:rsidR="00C31809" w:rsidRDefault="007710BF" w:rsidP="00817363">
      <w:pPr>
        <w:pStyle w:val="libNormal"/>
        <w:rPr>
          <w:lang w:bidi="bn-IN"/>
        </w:rPr>
      </w:pPr>
      <w:r w:rsidRPr="007710BF">
        <w:rPr>
          <w:cs/>
          <w:lang w:bidi="bn-IN"/>
        </w:rPr>
        <w:t>আমাদের অবস্থা বিদ্যুত চমকানোর মতো</w:t>
      </w:r>
      <w:r w:rsidR="00895143">
        <w:t>,</w:t>
      </w:r>
      <w:r w:rsidRPr="007710BF">
        <w:rPr>
          <w:cs/>
          <w:lang w:bidi="bn-IN"/>
        </w:rPr>
        <w:t>কখনো সম্পূর্ণ আলোকিত</w:t>
      </w:r>
      <w:r w:rsidR="00895143">
        <w:t>,</w:t>
      </w:r>
      <w:r w:rsidRPr="007710BF">
        <w:rPr>
          <w:cs/>
          <w:lang w:bidi="bn-IN"/>
        </w:rPr>
        <w:t>কখনো অন্ধকারাচ্ছন্ন।</w:t>
      </w:r>
    </w:p>
    <w:p w:rsidR="00C31809" w:rsidRDefault="007710BF" w:rsidP="00817363">
      <w:pPr>
        <w:pStyle w:val="libNormal"/>
      </w:pPr>
      <w:r w:rsidRPr="007710BF">
        <w:rPr>
          <w:cs/>
          <w:lang w:bidi="bn-IN"/>
        </w:rPr>
        <w:t>হাফেজ শিরাজীর ভাষায়</w:t>
      </w:r>
      <w:r w:rsidR="003936CB">
        <w:t>-</w:t>
      </w:r>
    </w:p>
    <w:p w:rsidR="00C31809" w:rsidRDefault="007710BF" w:rsidP="00C31809">
      <w:pPr>
        <w:pStyle w:val="libCenter"/>
        <w:rPr>
          <w:lang w:bidi="bn-IN"/>
        </w:rPr>
      </w:pPr>
      <w:r w:rsidRPr="001933EC">
        <w:rPr>
          <w:rStyle w:val="libAlaemChar"/>
        </w:rPr>
        <w:t>“</w:t>
      </w:r>
      <w:r w:rsidRPr="007710BF">
        <w:rPr>
          <w:cs/>
          <w:lang w:bidi="bn-IN"/>
        </w:rPr>
        <w:t>ভোরে চমকায় বিদ্যুত ঘর হতে লাইলীর</w:t>
      </w:r>
    </w:p>
    <w:p w:rsidR="00C31809" w:rsidRDefault="007710BF" w:rsidP="00C31809">
      <w:pPr>
        <w:pStyle w:val="libCenter"/>
        <w:rPr>
          <w:rStyle w:val="libAlaemChar"/>
        </w:rPr>
      </w:pPr>
      <w:r w:rsidRPr="007710BF">
        <w:rPr>
          <w:cs/>
          <w:lang w:bidi="bn-IN"/>
        </w:rPr>
        <w:t>করে তা ভস্মিভূত খড়ের ঘর মজনুর।</w:t>
      </w:r>
      <w:r w:rsidRPr="001933EC">
        <w:rPr>
          <w:rStyle w:val="libAlaemChar"/>
        </w:rPr>
        <w:t>”</w:t>
      </w:r>
    </w:p>
    <w:p w:rsidR="00C31809" w:rsidRDefault="007710BF" w:rsidP="00817363">
      <w:pPr>
        <w:pStyle w:val="libNormal"/>
      </w:pPr>
      <w:r w:rsidRPr="007710BF">
        <w:t>(</w:t>
      </w:r>
      <w:r w:rsidRPr="007710BF">
        <w:rPr>
          <w:cs/>
          <w:lang w:bidi="bn-IN"/>
        </w:rPr>
        <w:t>সা</w:t>
      </w:r>
      <w:r w:rsidRPr="001933EC">
        <w:rPr>
          <w:rStyle w:val="libAlaemChar"/>
        </w:rPr>
        <w:t>’</w:t>
      </w:r>
      <w:r w:rsidRPr="007710BF">
        <w:rPr>
          <w:cs/>
          <w:lang w:bidi="bn-IN"/>
        </w:rPr>
        <w:t>দীর ভাষায়) পৃষ্ঠের কবিতার শেষে ইয়াকুব বলছেন</w:t>
      </w:r>
      <w:r w:rsidR="00895143">
        <w:t>,</w:t>
      </w:r>
    </w:p>
    <w:p w:rsidR="00C31809" w:rsidRDefault="007710BF" w:rsidP="00C31809">
      <w:pPr>
        <w:pStyle w:val="libCenter"/>
        <w:rPr>
          <w:lang w:bidi="bn-IN"/>
        </w:rPr>
      </w:pPr>
      <w:r w:rsidRPr="001933EC">
        <w:rPr>
          <w:rStyle w:val="libAlaemChar"/>
        </w:rPr>
        <w:t>“</w:t>
      </w:r>
      <w:r w:rsidRPr="007710BF">
        <w:rPr>
          <w:cs/>
          <w:lang w:bidi="bn-IN"/>
        </w:rPr>
        <w:t>দরবেশ যদি সর্বদা সে অবস্থায় থাকে</w:t>
      </w:r>
    </w:p>
    <w:p w:rsidR="00C31809" w:rsidRDefault="007710BF" w:rsidP="00C31809">
      <w:pPr>
        <w:pStyle w:val="libCenter"/>
        <w:rPr>
          <w:rStyle w:val="libAlaemChar"/>
        </w:rPr>
      </w:pPr>
      <w:r w:rsidRPr="007710BF">
        <w:rPr>
          <w:cs/>
          <w:lang w:bidi="bn-IN"/>
        </w:rPr>
        <w:t>দু</w:t>
      </w:r>
      <w:r w:rsidRPr="001933EC">
        <w:rPr>
          <w:rStyle w:val="libAlaemChar"/>
        </w:rPr>
        <w:t>’</w:t>
      </w:r>
      <w:r w:rsidRPr="007710BF">
        <w:rPr>
          <w:cs/>
          <w:lang w:bidi="bn-IN"/>
        </w:rPr>
        <w:t>বিশ্ব ভেদ করে শির উঁচু করে রাখে।</w:t>
      </w:r>
      <w:r w:rsidRPr="001933EC">
        <w:rPr>
          <w:rStyle w:val="libAlaemChar"/>
        </w:rPr>
        <w:t>”</w:t>
      </w:r>
    </w:p>
    <w:p w:rsidR="00C31809" w:rsidRDefault="007710BF" w:rsidP="00817363">
      <w:pPr>
        <w:pStyle w:val="libNormal"/>
        <w:rPr>
          <w:lang w:bidi="bn-IN"/>
        </w:rPr>
      </w:pPr>
      <w:r w:rsidRPr="007710BF">
        <w:rPr>
          <w:cs/>
          <w:lang w:bidi="bn-IN"/>
        </w:rPr>
        <w:t>যে অবস্থা আরেফের জন্য কখনো কখনো আসে তা যদি বর্তমান থাকে</w:t>
      </w:r>
      <w:r w:rsidR="00895143">
        <w:t>,</w:t>
      </w:r>
      <w:r w:rsidRPr="007710BF">
        <w:rPr>
          <w:cs/>
          <w:lang w:bidi="bn-IN"/>
        </w:rPr>
        <w:t>তবে দু</w:t>
      </w:r>
      <w:r w:rsidRPr="001933EC">
        <w:rPr>
          <w:rStyle w:val="libAlaemChar"/>
        </w:rPr>
        <w:t>’</w:t>
      </w:r>
      <w:r w:rsidRPr="007710BF">
        <w:rPr>
          <w:cs/>
          <w:lang w:bidi="bn-IN"/>
        </w:rPr>
        <w:t>বিশ্ব থেকেও সে</w:t>
      </w:r>
      <w:r w:rsidR="00C31809">
        <w:rPr>
          <w:lang w:bidi="bn-IN"/>
        </w:rPr>
        <w:t xml:space="preserve"> </w:t>
      </w:r>
      <w:r w:rsidRPr="007710BF">
        <w:rPr>
          <w:cs/>
          <w:lang w:bidi="bn-IN"/>
        </w:rPr>
        <w:t>ঊর্ধ্বে আরোহণ করতে পারে।</w:t>
      </w:r>
    </w:p>
    <w:p w:rsidR="00883E25" w:rsidRDefault="00883E25" w:rsidP="00817363">
      <w:pPr>
        <w:pStyle w:val="libNormal"/>
        <w:rPr>
          <w:lang w:bidi="bn-IN"/>
        </w:rPr>
      </w:pPr>
    </w:p>
    <w:p w:rsidR="00883E25" w:rsidRDefault="007710BF" w:rsidP="00883E25">
      <w:pPr>
        <w:pStyle w:val="libBold1"/>
        <w:rPr>
          <w:lang w:bidi="bn-IN"/>
        </w:rPr>
      </w:pPr>
      <w:r w:rsidRPr="007710BF">
        <w:rPr>
          <w:cs/>
          <w:lang w:bidi="bn-IN"/>
        </w:rPr>
        <w:t>পূর্ণ মানবের ঊর্ধ্বগমন</w:t>
      </w:r>
    </w:p>
    <w:p w:rsidR="00883E25" w:rsidRPr="00170828" w:rsidRDefault="007710BF" w:rsidP="00817363">
      <w:pPr>
        <w:pStyle w:val="libNormal"/>
        <w:rPr>
          <w:rtl/>
        </w:rPr>
      </w:pPr>
      <w:r w:rsidRPr="007710BF">
        <w:rPr>
          <w:cs/>
          <w:lang w:bidi="bn-IN"/>
        </w:rPr>
        <w:t>এতক্ষণ আমরা যা বলেছি তার সমর্থনে নাহজুল বালাগার কিছু অংশ আপনাদের জন্য পড়ব।</w:t>
      </w:r>
      <w:r w:rsidR="00883E25">
        <w:rPr>
          <w:lang w:bidi="bn-IN"/>
        </w:rPr>
        <w:t xml:space="preserve"> </w:t>
      </w:r>
      <w:r w:rsidRPr="007710BF">
        <w:rPr>
          <w:cs/>
          <w:lang w:bidi="bn-IN"/>
        </w:rPr>
        <w:t xml:space="preserve">আমাদের </w:t>
      </w:r>
      <w:r w:rsidR="001933F7">
        <w:rPr>
          <w:cs/>
          <w:lang w:bidi="bn-IN"/>
        </w:rPr>
        <w:t>পূর্ব</w:t>
      </w:r>
      <w:r w:rsidRPr="007710BF">
        <w:rPr>
          <w:cs/>
          <w:lang w:bidi="bn-IN"/>
        </w:rPr>
        <w:t>বর্তী বৈঠকগুলোতে আমরা পুনঃপুন বলেছি</w:t>
      </w:r>
      <w:r w:rsidR="00895143">
        <w:t>,</w:t>
      </w:r>
      <w:r w:rsidR="00883E25">
        <w:rPr>
          <w:cs/>
          <w:lang w:bidi="bn-IN"/>
        </w:rPr>
        <w:t>নাহজুল বালাগা আলী (আ.)-এর মতোই</w:t>
      </w:r>
      <w:r w:rsidRPr="007710BF">
        <w:rPr>
          <w:cs/>
          <w:lang w:bidi="hi-IN"/>
        </w:rPr>
        <w:t>।</w:t>
      </w:r>
      <w:r w:rsidR="00883E25">
        <w:rPr>
          <w:lang w:bidi="hi-IN"/>
        </w:rPr>
        <w:t xml:space="preserve"> </w:t>
      </w:r>
      <w:r w:rsidRPr="007710BF">
        <w:rPr>
          <w:cs/>
          <w:lang w:bidi="bn-IN"/>
        </w:rPr>
        <w:t>মানুষের বাণী সে মানুষের মতোই। যেহেতু বাণী আত্মার প্রতিফলন। নিকৃষ্ট আত্মার বাণীও নিকৃষ্ট এবং</w:t>
      </w:r>
      <w:r w:rsidR="00883E25">
        <w:rPr>
          <w:lang w:bidi="bn-IN"/>
        </w:rPr>
        <w:t xml:space="preserve"> </w:t>
      </w:r>
      <w:r w:rsidRPr="007710BF">
        <w:rPr>
          <w:cs/>
          <w:lang w:bidi="bn-IN"/>
        </w:rPr>
        <w:t>উত্তম আত্মার বাণীও উত্তম। এককেন্দ্রিক আত্মার বাণীও এককেন্দ্রিক। সর্বব্যাপী আত্মার বাণীও</w:t>
      </w:r>
      <w:r w:rsidR="00883E25">
        <w:rPr>
          <w:lang w:bidi="bn-IN"/>
        </w:rPr>
        <w:t xml:space="preserve"> </w:t>
      </w:r>
      <w:r w:rsidRPr="007710BF">
        <w:rPr>
          <w:cs/>
          <w:lang w:bidi="bn-IN"/>
        </w:rPr>
        <w:t xml:space="preserve">সর্বব্যাপী। আলী যেহেতু বহুমুখী ও বিপরীতমুখী বৈশিষ্ট্যসমূহের সমন্বয় সেহেতু </w:t>
      </w:r>
      <w:r w:rsidR="00FE6D44">
        <w:rPr>
          <w:cs/>
          <w:lang w:bidi="bn-IN"/>
        </w:rPr>
        <w:t>তার</w:t>
      </w:r>
      <w:r w:rsidRPr="007710BF">
        <w:rPr>
          <w:cs/>
          <w:lang w:bidi="bn-IN"/>
        </w:rPr>
        <w:t xml:space="preserve"> বাণীও বহুমুখী ও</w:t>
      </w:r>
      <w:r w:rsidR="00883E25">
        <w:rPr>
          <w:lang w:bidi="bn-IN"/>
        </w:rPr>
        <w:t xml:space="preserve"> </w:t>
      </w:r>
      <w:r w:rsidRPr="007710BF">
        <w:rPr>
          <w:cs/>
          <w:lang w:bidi="bn-IN"/>
        </w:rPr>
        <w:t>বিপরীত বৈশিষ্ট্যের সমন্বয়</w:t>
      </w:r>
      <w:r w:rsidRPr="007710BF">
        <w:rPr>
          <w:cs/>
          <w:lang w:bidi="hi-IN"/>
        </w:rPr>
        <w:t xml:space="preserve">। </w:t>
      </w:r>
      <w:r w:rsidR="00FE6D44">
        <w:rPr>
          <w:cs/>
          <w:lang w:bidi="bn-IN"/>
        </w:rPr>
        <w:t>তার</w:t>
      </w:r>
      <w:r w:rsidRPr="007710BF">
        <w:rPr>
          <w:cs/>
          <w:lang w:bidi="bn-IN"/>
        </w:rPr>
        <w:t xml:space="preserve"> বাণীতে এরফান সর্বোচ্চ পর্যায়ে</w:t>
      </w:r>
      <w:r w:rsidR="00895143">
        <w:t>,</w:t>
      </w:r>
      <w:r w:rsidRPr="007710BF">
        <w:rPr>
          <w:cs/>
          <w:lang w:bidi="bn-IN"/>
        </w:rPr>
        <w:t>দর্শন</w:t>
      </w:r>
      <w:r w:rsidR="00895143">
        <w:t>,</w:t>
      </w:r>
      <w:r w:rsidRPr="007710BF">
        <w:rPr>
          <w:cs/>
          <w:lang w:bidi="bn-IN"/>
        </w:rPr>
        <w:t>স্বাধীনতার আকা</w:t>
      </w:r>
      <w:r w:rsidR="000669DB">
        <w:rPr>
          <w:cs/>
          <w:lang w:bidi="bn-IN"/>
        </w:rPr>
        <w:t>ঙ্ক্ষা</w:t>
      </w:r>
      <w:r w:rsidR="00895143">
        <w:t>,</w:t>
      </w:r>
      <w:r w:rsidRPr="007710BF">
        <w:rPr>
          <w:cs/>
          <w:lang w:bidi="bn-IN"/>
        </w:rPr>
        <w:t>বি</w:t>
      </w:r>
      <w:r w:rsidR="00DF10C6">
        <w:rPr>
          <w:cs/>
          <w:lang w:bidi="bn-IN"/>
        </w:rPr>
        <w:t>প্ল</w:t>
      </w:r>
      <w:r w:rsidRPr="007710BF">
        <w:rPr>
          <w:rFonts w:hint="cs"/>
          <w:cs/>
          <w:lang w:bidi="bn-IN"/>
        </w:rPr>
        <w:t>ব</w:t>
      </w:r>
      <w:r w:rsidR="00883E25">
        <w:rPr>
          <w:lang w:bidi="bn-IN"/>
        </w:rPr>
        <w:t xml:space="preserve"> </w:t>
      </w:r>
      <w:r w:rsidRPr="007710BF">
        <w:rPr>
          <w:rFonts w:hint="cs"/>
          <w:cs/>
          <w:lang w:bidi="bn-IN"/>
        </w:rPr>
        <w:t>এবং নৈতিকতা</w:t>
      </w:r>
      <w:r w:rsidR="00883E25">
        <w:rPr>
          <w:lang w:bidi="bn-IN"/>
        </w:rPr>
        <w:t xml:space="preserve"> </w:t>
      </w:r>
      <w:r w:rsidRPr="007710BF">
        <w:rPr>
          <w:rFonts w:hint="cs"/>
          <w:cs/>
          <w:lang w:bidi="bn-IN"/>
        </w:rPr>
        <w:t>ও তার চূড়ান্ত পর্যায়ে অবস্থান করছে। আলীর বা</w:t>
      </w:r>
      <w:r w:rsidRPr="007710BF">
        <w:rPr>
          <w:cs/>
          <w:lang w:bidi="bn-IN"/>
        </w:rPr>
        <w:t>ণীও আলীর মতো সর্বব্যাপী ও</w:t>
      </w:r>
      <w:r w:rsidR="00883E25">
        <w:rPr>
          <w:lang w:bidi="bn-IN"/>
        </w:rPr>
        <w:t xml:space="preserve"> </w:t>
      </w:r>
      <w:r w:rsidRPr="007710BF">
        <w:rPr>
          <w:cs/>
          <w:lang w:bidi="bn-IN"/>
        </w:rPr>
        <w:t>সর্বজনীন। তিনি একটি বাণীতে</w:t>
      </w:r>
    </w:p>
    <w:p w:rsidR="002D2D31" w:rsidRPr="00170828" w:rsidRDefault="00883E25" w:rsidP="002D2D31">
      <w:pPr>
        <w:pStyle w:val="libNormal"/>
        <w:rPr>
          <w:rtl/>
        </w:rPr>
      </w:pPr>
      <w:r>
        <w:rPr>
          <w:lang w:bidi="bn-IN"/>
        </w:rPr>
        <w:t xml:space="preserve"> </w:t>
      </w:r>
      <w:r w:rsidRPr="00883E25">
        <w:rPr>
          <w:rStyle w:val="libArChar"/>
          <w:rFonts w:hint="cs"/>
          <w:rtl/>
        </w:rPr>
        <w:t>قد أحیی عقله و أمات نفسه</w:t>
      </w:r>
      <w:r>
        <w:rPr>
          <w:lang w:bidi="bn-IN"/>
        </w:rPr>
        <w:t xml:space="preserve"> </w:t>
      </w:r>
      <w:r w:rsidR="007710BF" w:rsidRPr="007710BF">
        <w:rPr>
          <w:cs/>
          <w:lang w:bidi="bn-IN"/>
        </w:rPr>
        <w:t>একজন আরেফের ঊর্ধ্ব গমনকে বর্ণনা করে</w:t>
      </w:r>
      <w:r>
        <w:rPr>
          <w:lang w:bidi="bn-IN"/>
        </w:rPr>
        <w:t xml:space="preserve"> </w:t>
      </w:r>
      <w:r w:rsidR="007710BF" w:rsidRPr="007710BF">
        <w:rPr>
          <w:cs/>
          <w:lang w:bidi="bn-IN"/>
        </w:rPr>
        <w:t>বলছেন</w:t>
      </w:r>
      <w:r w:rsidR="00895143">
        <w:t>,</w:t>
      </w:r>
      <w:r w:rsidR="007710BF" w:rsidRPr="007710BF">
        <w:rPr>
          <w:cs/>
          <w:lang w:bidi="bn-IN"/>
        </w:rPr>
        <w:t xml:space="preserve">সে তার আকলকে জীবিত করেছে এবং </w:t>
      </w:r>
      <w:r w:rsidR="00D009A1">
        <w:rPr>
          <w:cs/>
          <w:lang w:bidi="bn-IN"/>
        </w:rPr>
        <w:t>প্রবৃত্তি</w:t>
      </w:r>
      <w:r w:rsidR="007710BF" w:rsidRPr="007710BF">
        <w:rPr>
          <w:cs/>
          <w:lang w:bidi="bn-IN"/>
        </w:rPr>
        <w:t xml:space="preserve">র </w:t>
      </w:r>
      <w:r w:rsidR="009E7BEE">
        <w:rPr>
          <w:cs/>
          <w:lang w:bidi="bn-IN"/>
        </w:rPr>
        <w:t>মৃত্যু</w:t>
      </w:r>
      <w:r w:rsidR="007710BF" w:rsidRPr="007710BF">
        <w:rPr>
          <w:cs/>
          <w:lang w:bidi="bn-IN"/>
        </w:rPr>
        <w:t xml:space="preserve"> ঘটিয়েছে। শরীয়ত</w:t>
      </w:r>
      <w:r>
        <w:rPr>
          <w:lang w:bidi="bn-IN"/>
        </w:rPr>
        <w:t xml:space="preserve"> </w:t>
      </w:r>
      <w:r w:rsidR="007710BF" w:rsidRPr="007710BF">
        <w:rPr>
          <w:cs/>
          <w:lang w:bidi="bn-IN"/>
        </w:rPr>
        <w:t>সম্মত আধ্যাত্মি</w:t>
      </w:r>
      <w:r>
        <w:rPr>
          <w:cs/>
          <w:lang w:bidi="bn-IN"/>
        </w:rPr>
        <w:t>ক</w:t>
      </w:r>
      <w:r>
        <w:rPr>
          <w:lang w:bidi="bn-IN"/>
        </w:rPr>
        <w:t xml:space="preserve"> </w:t>
      </w:r>
      <w:r w:rsidR="007710BF" w:rsidRPr="007710BF">
        <w:rPr>
          <w:cs/>
          <w:lang w:bidi="bn-IN"/>
        </w:rPr>
        <w:t>চর্চা তার শরীরকে এতটা শীর্ণ করেছে যে</w:t>
      </w:r>
      <w:r w:rsidR="00895143">
        <w:t>,</w:t>
      </w:r>
      <w:r w:rsidR="007710BF" w:rsidRPr="007710BF">
        <w:rPr>
          <w:cs/>
          <w:lang w:bidi="bn-IN"/>
        </w:rPr>
        <w:t xml:space="preserve">তার মাংস হাড়ের সঙ্গে মিশে গেছে। আত্মার </w:t>
      </w:r>
      <w:r w:rsidRPr="00883E25">
        <w:rPr>
          <w:cs/>
          <w:lang w:bidi="bn-IN"/>
        </w:rPr>
        <w:t>স্থুলতা</w:t>
      </w:r>
      <w:r>
        <w:rPr>
          <w:lang w:bidi="bn-IN"/>
        </w:rPr>
        <w:t xml:space="preserve"> </w:t>
      </w:r>
      <w:r w:rsidR="007710BF" w:rsidRPr="007710BF">
        <w:rPr>
          <w:cs/>
          <w:lang w:bidi="bn-IN"/>
        </w:rPr>
        <w:t>পরিবর্তিত</w:t>
      </w:r>
      <w:r>
        <w:rPr>
          <w:lang w:bidi="bn-IN"/>
        </w:rPr>
        <w:t xml:space="preserve"> </w:t>
      </w:r>
      <w:r w:rsidR="007710BF" w:rsidRPr="007710BF">
        <w:rPr>
          <w:cs/>
          <w:lang w:bidi="bn-IN"/>
        </w:rPr>
        <w:t>হয়ে</w:t>
      </w:r>
      <w:r>
        <w:rPr>
          <w:lang w:bidi="bn-IN"/>
        </w:rPr>
        <w:t xml:space="preserve"> </w:t>
      </w:r>
      <w:r w:rsidR="007710BF" w:rsidRPr="007710BF">
        <w:rPr>
          <w:cs/>
          <w:lang w:bidi="bn-IN"/>
        </w:rPr>
        <w:t>সূক্ষ্মতায়</w:t>
      </w:r>
      <w:r>
        <w:rPr>
          <w:lang w:bidi="bn-IN"/>
        </w:rPr>
        <w:t xml:space="preserve"> </w:t>
      </w:r>
      <w:r w:rsidR="007710BF" w:rsidRPr="007710BF">
        <w:rPr>
          <w:cs/>
          <w:lang w:bidi="bn-IN"/>
        </w:rPr>
        <w:t>পর্যবসিত</w:t>
      </w:r>
      <w:r>
        <w:rPr>
          <w:lang w:bidi="bn-IN"/>
        </w:rPr>
        <w:t xml:space="preserve"> </w:t>
      </w:r>
      <w:r>
        <w:rPr>
          <w:cs/>
          <w:lang w:bidi="bn-IN"/>
        </w:rPr>
        <w:t>হয়েছে</w:t>
      </w:r>
      <w:r w:rsidR="007710BF" w:rsidRPr="007710BF">
        <w:rPr>
          <w:cs/>
          <w:lang w:bidi="bn-IN"/>
        </w:rPr>
        <w:t xml:space="preserve"> এবং সে অবস্থায় বিদ্যুতের এক</w:t>
      </w:r>
      <w:r>
        <w:rPr>
          <w:lang w:bidi="bn-IN"/>
        </w:rPr>
        <w:t xml:space="preserve"> </w:t>
      </w:r>
      <w:r w:rsidR="007710BF" w:rsidRPr="007710BF">
        <w:rPr>
          <w:cs/>
          <w:lang w:bidi="bn-IN"/>
        </w:rPr>
        <w:t>ঝলকানি তার অন্তরকে আলোকিত করে তাকে পথ দেখিয়ে দেয়</w:t>
      </w:r>
      <w:r w:rsidR="002D2D31" w:rsidRPr="00170828">
        <w:rPr>
          <w:rFonts w:hint="cs"/>
          <w:rtl/>
        </w:rPr>
        <w:t xml:space="preserve"> </w:t>
      </w:r>
      <w:r w:rsidR="002D2D31" w:rsidRPr="002D2D31">
        <w:rPr>
          <w:rStyle w:val="libArChar"/>
          <w:rtl/>
          <w:lang w:bidi="fa-IR"/>
        </w:rPr>
        <w:t>و سلک به السبیل و تدافعته</w:t>
      </w:r>
      <w:r w:rsidR="002D2D31" w:rsidRPr="002D2D31">
        <w:rPr>
          <w:rStyle w:val="libArChar"/>
          <w:rFonts w:hint="cs"/>
          <w:rtl/>
        </w:rPr>
        <w:t xml:space="preserve"> </w:t>
      </w:r>
      <w:r w:rsidR="002D2D31" w:rsidRPr="002D2D31">
        <w:rPr>
          <w:rStyle w:val="libArChar"/>
          <w:rtl/>
          <w:lang w:bidi="fa-IR"/>
        </w:rPr>
        <w:t>الابواب إلی باب السّلامة</w:t>
      </w:r>
      <w:r w:rsidR="002D2D31" w:rsidRPr="00170828">
        <w:rPr>
          <w:rFonts w:hint="cs"/>
          <w:rtl/>
        </w:rPr>
        <w:t xml:space="preserve">  </w:t>
      </w:r>
    </w:p>
    <w:p w:rsidR="002D2D31" w:rsidRDefault="007710BF" w:rsidP="002D2D31">
      <w:pPr>
        <w:pStyle w:val="libNormal"/>
        <w:rPr>
          <w:lang w:bidi="bn-IN"/>
        </w:rPr>
      </w:pPr>
      <w:r w:rsidRPr="007710BF">
        <w:rPr>
          <w:cs/>
          <w:lang w:bidi="bn-IN"/>
        </w:rPr>
        <w:t>এর মাধ্যমে সে পথ চলতে থাকে এবং একটির পর একটি দরজা উন্মোচিত করে প্রকৃত</w:t>
      </w:r>
      <w:r w:rsidR="002D2D31">
        <w:rPr>
          <w:lang w:bidi="bn-IN"/>
        </w:rPr>
        <w:t xml:space="preserve"> </w:t>
      </w:r>
      <w:r w:rsidRPr="007710BF">
        <w:rPr>
          <w:cs/>
          <w:lang w:bidi="bn-IN"/>
        </w:rPr>
        <w:t xml:space="preserve">লক্ষ্য ও সফলতায় </w:t>
      </w:r>
      <w:r w:rsidR="00611BB9">
        <w:rPr>
          <w:cs/>
          <w:lang w:bidi="bn-IN"/>
        </w:rPr>
        <w:t>পৌ</w:t>
      </w:r>
      <w:r w:rsidRPr="007710BF">
        <w:rPr>
          <w:cs/>
          <w:lang w:bidi="bn-IN"/>
        </w:rPr>
        <w:t>ছায় যা তার শেষ লক্ষ্য। (নাহজুল বালাগাহ্</w:t>
      </w:r>
      <w:r w:rsidR="00895143">
        <w:t>,</w:t>
      </w:r>
      <w:r w:rsidRPr="007710BF">
        <w:rPr>
          <w:cs/>
          <w:lang w:bidi="bn-IN"/>
        </w:rPr>
        <w:t>খুতবা নং ২১৮)</w:t>
      </w:r>
    </w:p>
    <w:p w:rsidR="002D2D31" w:rsidRDefault="007710BF" w:rsidP="002D2D31">
      <w:pPr>
        <w:pStyle w:val="libNormal"/>
        <w:rPr>
          <w:lang w:bidi="bn-IN"/>
        </w:rPr>
      </w:pPr>
      <w:r w:rsidRPr="007710BF">
        <w:rPr>
          <w:cs/>
          <w:lang w:bidi="bn-IN"/>
        </w:rPr>
        <w:t>সুতরাং ইনসানে কামেল বা পূর্ণ মানবের জন্য ঊর্ধ্বগামী হিসেবে আত্মিক পরিশুদ্ধি ও প্রশিক্ষণের</w:t>
      </w:r>
      <w:r w:rsidR="002D2D31">
        <w:rPr>
          <w:lang w:bidi="bn-IN"/>
        </w:rPr>
        <w:t xml:space="preserve"> </w:t>
      </w:r>
      <w:r w:rsidRPr="007710BF">
        <w:rPr>
          <w:cs/>
          <w:lang w:bidi="bn-IN"/>
        </w:rPr>
        <w:t>পথ অবশ্যই অতিক্রম করতে হবে এবং ইসলাম তা-ই বলে।</w:t>
      </w:r>
    </w:p>
    <w:p w:rsidR="002D2D31" w:rsidRDefault="007710BF" w:rsidP="002D2D31">
      <w:pPr>
        <w:pStyle w:val="libNormal"/>
        <w:rPr>
          <w:lang w:bidi="bn-IN"/>
        </w:rPr>
      </w:pPr>
      <w:r w:rsidRPr="007710BF">
        <w:rPr>
          <w:cs/>
          <w:lang w:bidi="bn-IN"/>
        </w:rPr>
        <w:t>ইসলামের পূর্ণ মানব কি ঊর্ধ্বগামী যে ধাপে ধাপে এগিয়ে যায় এবং একের পর এক লক্ষ্য অতিক্রম</w:t>
      </w:r>
      <w:r w:rsidR="002D2D31">
        <w:rPr>
          <w:lang w:bidi="bn-IN"/>
        </w:rPr>
        <w:t xml:space="preserve"> </w:t>
      </w:r>
      <w:r w:rsidRPr="007710BF">
        <w:rPr>
          <w:cs/>
          <w:lang w:bidi="bn-IN"/>
        </w:rPr>
        <w:t>করে</w:t>
      </w:r>
      <w:r w:rsidRPr="007710BF">
        <w:t xml:space="preserve">? </w:t>
      </w:r>
      <w:r w:rsidRPr="007710BF">
        <w:rPr>
          <w:cs/>
          <w:lang w:bidi="bn-IN"/>
        </w:rPr>
        <w:t>অবশ্যই এজন্য আলী (আ.) বলছেন</w:t>
      </w:r>
      <w:r w:rsidR="00895143">
        <w:t>,</w:t>
      </w:r>
      <w:r w:rsidR="002D2D31">
        <w:t xml:space="preserve"> </w:t>
      </w:r>
      <w:r w:rsidR="002D2D31" w:rsidRPr="002D2D31">
        <w:rPr>
          <w:rStyle w:val="libArChar"/>
          <w:rtl/>
        </w:rPr>
        <w:t>الابواب إلی باب السّلامة</w:t>
      </w:r>
      <w:r w:rsidR="002D2D31" w:rsidRPr="002D2D31">
        <w:rPr>
          <w:rStyle w:val="libArChar"/>
        </w:rPr>
        <w:t xml:space="preserve"> </w:t>
      </w:r>
      <w:r w:rsidR="002D2D31" w:rsidRPr="002D2D31">
        <w:rPr>
          <w:rStyle w:val="libArChar"/>
          <w:rtl/>
        </w:rPr>
        <w:t>و تدافعته</w:t>
      </w:r>
      <w:r w:rsidR="002D2D31">
        <w:t xml:space="preserve"> </w:t>
      </w:r>
      <w:r w:rsidRPr="007710BF">
        <w:rPr>
          <w:cs/>
          <w:lang w:bidi="bn-IN"/>
        </w:rPr>
        <w:t xml:space="preserve">একের পর এক দ্বার তার নিকট উন্মোচিত হয় এবং একটির পর একটি লক্ষ্য পেছনে ফেলে এ পথের শেষ লক্ষ্য </w:t>
      </w:r>
      <w:r w:rsidRPr="001933EC">
        <w:rPr>
          <w:rStyle w:val="libAlaemChar"/>
        </w:rPr>
        <w:t>‘</w:t>
      </w:r>
      <w:r w:rsidR="002D2D31">
        <w:rPr>
          <w:cs/>
          <w:lang w:bidi="bn-IN"/>
        </w:rPr>
        <w:t>বাবুসসা</w:t>
      </w:r>
      <w:r w:rsidRPr="007710BF">
        <w:rPr>
          <w:cs/>
          <w:lang w:bidi="bn-IN"/>
        </w:rPr>
        <w:t>লামাত</w:t>
      </w:r>
      <w:r w:rsidRPr="001933EC">
        <w:rPr>
          <w:rStyle w:val="libAlaemChar"/>
        </w:rPr>
        <w:t>’</w:t>
      </w:r>
      <w:r w:rsidRPr="007710BF">
        <w:t xml:space="preserve"> </w:t>
      </w:r>
      <w:r w:rsidRPr="007710BF">
        <w:rPr>
          <w:cs/>
          <w:lang w:bidi="bn-IN"/>
        </w:rPr>
        <w:t xml:space="preserve">বা নিরাপত্তার দ্বারে </w:t>
      </w:r>
      <w:r w:rsidR="00611BB9">
        <w:rPr>
          <w:cs/>
          <w:lang w:bidi="bn-IN"/>
        </w:rPr>
        <w:t>পৌ</w:t>
      </w:r>
      <w:r w:rsidRPr="007710BF">
        <w:rPr>
          <w:cs/>
          <w:lang w:bidi="bn-IN"/>
        </w:rPr>
        <w:t>ছায়।</w:t>
      </w:r>
    </w:p>
    <w:p w:rsidR="00455316" w:rsidRDefault="007710BF" w:rsidP="002D2D31">
      <w:pPr>
        <w:pStyle w:val="libNormal"/>
        <w:rPr>
          <w:lang w:bidi="bn-IN"/>
        </w:rPr>
      </w:pPr>
      <w:r w:rsidRPr="007710BF">
        <w:rPr>
          <w:cs/>
          <w:lang w:bidi="bn-IN"/>
        </w:rPr>
        <w:t>আ</w:t>
      </w:r>
      <w:r w:rsidR="006B46F0">
        <w:rPr>
          <w:cs/>
          <w:lang w:bidi="bn-IN"/>
        </w:rPr>
        <w:t>ল্লা</w:t>
      </w:r>
      <w:r w:rsidRPr="007710BF">
        <w:rPr>
          <w:rFonts w:hint="cs"/>
          <w:cs/>
          <w:lang w:bidi="bn-IN"/>
        </w:rPr>
        <w:t>হ্পাকের নৈকট্য কি সত্য</w:t>
      </w:r>
      <w:r w:rsidRPr="007710BF">
        <w:t xml:space="preserve">? </w:t>
      </w:r>
      <w:r w:rsidRPr="007710BF">
        <w:rPr>
          <w:cs/>
          <w:lang w:bidi="bn-IN"/>
        </w:rPr>
        <w:t xml:space="preserve">সন্দেহাতীতভাবে সত্য। বাস্তবিকই যদি কেউ সেখানে </w:t>
      </w:r>
      <w:r w:rsidR="00611BB9">
        <w:rPr>
          <w:cs/>
          <w:lang w:bidi="bn-IN"/>
        </w:rPr>
        <w:t>পৌ</w:t>
      </w:r>
      <w:r w:rsidRPr="007710BF">
        <w:rPr>
          <w:cs/>
          <w:lang w:bidi="bn-IN"/>
        </w:rPr>
        <w:t>ছায়</w:t>
      </w:r>
      <w:r w:rsidR="002D2D31">
        <w:rPr>
          <w:lang w:bidi="bn-IN"/>
        </w:rPr>
        <w:t xml:space="preserve"> </w:t>
      </w:r>
      <w:r w:rsidRPr="007710BF">
        <w:rPr>
          <w:cs/>
          <w:lang w:bidi="bn-IN"/>
        </w:rPr>
        <w:t xml:space="preserve">তবে তার ও </w:t>
      </w:r>
      <w:r w:rsidR="00D009A1">
        <w:rPr>
          <w:cs/>
          <w:lang w:bidi="bn-IN"/>
        </w:rPr>
        <w:t>আল্লাহর</w:t>
      </w:r>
      <w:r w:rsidRPr="007710BF">
        <w:rPr>
          <w:rFonts w:hint="cs"/>
          <w:cs/>
          <w:lang w:bidi="bn-IN"/>
        </w:rPr>
        <w:t xml:space="preserve"> মধ্যে কোন পর্দা নেই। তখন সে অন্তর চক্ষু দিয়ে </w:t>
      </w:r>
      <w:r w:rsidR="000459F1">
        <w:rPr>
          <w:rFonts w:hint="cs"/>
          <w:cs/>
          <w:lang w:bidi="bn-IN"/>
        </w:rPr>
        <w:t>তাকে</w:t>
      </w:r>
      <w:r w:rsidRPr="007710BF">
        <w:rPr>
          <w:rFonts w:hint="cs"/>
          <w:cs/>
          <w:lang w:bidi="bn-IN"/>
        </w:rPr>
        <w:t xml:space="preserve"> দেখে। তখন সে আর</w:t>
      </w:r>
      <w:r w:rsidR="002D2D31">
        <w:rPr>
          <w:lang w:bidi="bn-IN"/>
        </w:rPr>
        <w:t xml:space="preserve"> </w:t>
      </w:r>
      <w:r w:rsidRPr="007710BF">
        <w:rPr>
          <w:rFonts w:hint="cs"/>
          <w:cs/>
          <w:lang w:bidi="bn-IN"/>
        </w:rPr>
        <w:t>আমাদের মতো নয় যে</w:t>
      </w:r>
      <w:r w:rsidR="00895143">
        <w:t>,</w:t>
      </w:r>
      <w:r w:rsidRPr="007710BF">
        <w:rPr>
          <w:cs/>
          <w:lang w:bidi="bn-IN"/>
        </w:rPr>
        <w:t>আসমান</w:t>
      </w:r>
      <w:r w:rsidR="00895143">
        <w:t>,</w:t>
      </w:r>
      <w:r w:rsidRPr="007710BF">
        <w:rPr>
          <w:cs/>
          <w:lang w:bidi="bn-IN"/>
        </w:rPr>
        <w:t>জমীন</w:t>
      </w:r>
      <w:r w:rsidR="00895143">
        <w:t>,</w:t>
      </w:r>
      <w:r w:rsidRPr="007710BF">
        <w:rPr>
          <w:cs/>
          <w:lang w:bidi="bn-IN"/>
        </w:rPr>
        <w:t>বৃক্ষরাজী দেখে খোদাকে উদ্ঘাটন করবে। বরং আকাশ</w:t>
      </w:r>
      <w:r w:rsidR="00895143">
        <w:t>,</w:t>
      </w:r>
      <w:r w:rsidRPr="007710BF">
        <w:rPr>
          <w:cs/>
          <w:lang w:bidi="bn-IN"/>
        </w:rPr>
        <w:t>পৃথিবী</w:t>
      </w:r>
      <w:r w:rsidR="00895143">
        <w:t>,</w:t>
      </w:r>
      <w:r w:rsidRPr="007710BF">
        <w:rPr>
          <w:cs/>
          <w:lang w:bidi="bn-IN"/>
        </w:rPr>
        <w:t>বৃক্ষ হতে আ</w:t>
      </w:r>
      <w:r w:rsidR="006B46F0">
        <w:rPr>
          <w:cs/>
          <w:lang w:bidi="bn-IN"/>
        </w:rPr>
        <w:t>ল্লা</w:t>
      </w:r>
      <w:r w:rsidRPr="007710BF">
        <w:rPr>
          <w:rFonts w:hint="cs"/>
          <w:cs/>
          <w:lang w:bidi="bn-IN"/>
        </w:rPr>
        <w:t>হ্ তার নিকট অধিক স্পষ্ট।</w:t>
      </w:r>
    </w:p>
    <w:p w:rsidR="00455316" w:rsidRDefault="007710BF" w:rsidP="002D2D31">
      <w:pPr>
        <w:pStyle w:val="libNormal"/>
      </w:pPr>
      <w:r w:rsidRPr="007710BF">
        <w:rPr>
          <w:rFonts w:hint="cs"/>
          <w:cs/>
          <w:lang w:bidi="bn-IN"/>
        </w:rPr>
        <w:t>ইমাম হুসাইন (আ.) দোয়ায়ে আর</w:t>
      </w:r>
      <w:r w:rsidRPr="007710BF">
        <w:rPr>
          <w:cs/>
          <w:lang w:bidi="bn-IN"/>
        </w:rPr>
        <w:t>াফায় কি এটাই বলছেন না যে</w:t>
      </w:r>
      <w:r w:rsidR="00895143">
        <w:t>,</w:t>
      </w:r>
    </w:p>
    <w:p w:rsidR="00455316" w:rsidRPr="00455316" w:rsidRDefault="00455316" w:rsidP="00455316">
      <w:pPr>
        <w:pStyle w:val="libArCenter"/>
        <w:rPr>
          <w:rtl/>
          <w:cs/>
        </w:rPr>
      </w:pPr>
      <w:r>
        <w:rPr>
          <w:rFonts w:hint="cs"/>
          <w:rtl/>
          <w:lang w:bidi="ar-SA"/>
        </w:rPr>
        <w:t>أیکون لغیره من الظهور ما لیس لک</w:t>
      </w:r>
    </w:p>
    <w:p w:rsidR="00455316" w:rsidRDefault="007710BF" w:rsidP="00455316">
      <w:pPr>
        <w:pStyle w:val="libCenter"/>
        <w:rPr>
          <w:rStyle w:val="libAlaemChar"/>
          <w:rtl/>
        </w:rPr>
      </w:pPr>
      <w:r w:rsidRPr="001933EC">
        <w:rPr>
          <w:rStyle w:val="libAlaemChar"/>
        </w:rPr>
        <w:t>“</w:t>
      </w:r>
      <w:r w:rsidRPr="007710BF">
        <w:rPr>
          <w:cs/>
          <w:lang w:bidi="bn-IN"/>
        </w:rPr>
        <w:t>আপনি ব্যতীত কোন প্রকাশই নেই</w:t>
      </w:r>
      <w:r w:rsidR="00895143">
        <w:t>,</w:t>
      </w:r>
      <w:r w:rsidRPr="007710BF">
        <w:rPr>
          <w:cs/>
          <w:lang w:bidi="bn-IN"/>
        </w:rPr>
        <w:t>যেখানে আপনি নেই।</w:t>
      </w:r>
      <w:r w:rsidRPr="001933EC">
        <w:rPr>
          <w:rStyle w:val="libAlaemChar"/>
        </w:rPr>
        <w:t>”</w:t>
      </w:r>
    </w:p>
    <w:p w:rsidR="00455316" w:rsidRDefault="007710BF" w:rsidP="002D2D31">
      <w:pPr>
        <w:pStyle w:val="libNormal"/>
        <w:rPr>
          <w:rStyle w:val="libAlaemChar"/>
        </w:rPr>
      </w:pPr>
      <w:r w:rsidRPr="007710BF">
        <w:rPr>
          <w:cs/>
          <w:lang w:bidi="bn-IN"/>
        </w:rPr>
        <w:t>এক ব্যক্তি ইমাম আলীকে প্রশ্ন করল</w:t>
      </w:r>
      <w:r w:rsidR="00895143">
        <w:t>,</w:t>
      </w:r>
      <w:r w:rsidRPr="001933EC">
        <w:rPr>
          <w:rStyle w:val="libAlaemChar"/>
        </w:rPr>
        <w:t>“</w:t>
      </w:r>
      <w:r w:rsidRPr="007710BF">
        <w:rPr>
          <w:cs/>
          <w:lang w:bidi="bn-IN"/>
        </w:rPr>
        <w:t>আপনি কি আ</w:t>
      </w:r>
      <w:r w:rsidR="006B46F0">
        <w:rPr>
          <w:cs/>
          <w:lang w:bidi="bn-IN"/>
        </w:rPr>
        <w:t>ল্লা</w:t>
      </w:r>
      <w:r w:rsidR="006546E2">
        <w:rPr>
          <w:rFonts w:hint="cs"/>
          <w:cs/>
          <w:lang w:bidi="bn-IN"/>
        </w:rPr>
        <w:t>হকে</w:t>
      </w:r>
      <w:r w:rsidRPr="007710BF">
        <w:rPr>
          <w:rFonts w:hint="cs"/>
          <w:cs/>
          <w:lang w:bidi="bn-IN"/>
        </w:rPr>
        <w:t xml:space="preserve"> দেখেছেন</w:t>
      </w:r>
      <w:r w:rsidRPr="007710BF">
        <w:t>?</w:t>
      </w:r>
      <w:r w:rsidRPr="001933EC">
        <w:rPr>
          <w:rStyle w:val="libAlaemChar"/>
        </w:rPr>
        <w:t>”</w:t>
      </w:r>
      <w:r w:rsidRPr="007710BF">
        <w:t xml:space="preserve"> </w:t>
      </w:r>
      <w:r w:rsidRPr="007710BF">
        <w:rPr>
          <w:cs/>
          <w:lang w:bidi="bn-IN"/>
        </w:rPr>
        <w:t>আলী (আ.) বলেন</w:t>
      </w:r>
      <w:r w:rsidR="00895143">
        <w:t>,</w:t>
      </w:r>
      <w:r w:rsidRPr="001933EC">
        <w:rPr>
          <w:rStyle w:val="libAlaemChar"/>
        </w:rPr>
        <w:t>“</w:t>
      </w:r>
      <w:r w:rsidRPr="007710BF">
        <w:rPr>
          <w:cs/>
          <w:lang w:bidi="bn-IN"/>
        </w:rPr>
        <w:t>যে</w:t>
      </w:r>
      <w:r w:rsidR="00455316">
        <w:rPr>
          <w:lang w:bidi="bn-IN"/>
        </w:rPr>
        <w:t xml:space="preserve"> </w:t>
      </w:r>
      <w:r w:rsidRPr="007710BF">
        <w:rPr>
          <w:cs/>
          <w:lang w:bidi="bn-IN"/>
        </w:rPr>
        <w:t>আ</w:t>
      </w:r>
      <w:r w:rsidR="006B46F0">
        <w:rPr>
          <w:cs/>
          <w:lang w:bidi="bn-IN"/>
        </w:rPr>
        <w:t>ল্লা</w:t>
      </w:r>
      <w:r w:rsidR="006546E2">
        <w:rPr>
          <w:rFonts w:hint="cs"/>
          <w:cs/>
          <w:lang w:bidi="bn-IN"/>
        </w:rPr>
        <w:t>হকে</w:t>
      </w:r>
      <w:r w:rsidRPr="007710BF">
        <w:rPr>
          <w:rFonts w:hint="cs"/>
          <w:cs/>
          <w:lang w:bidi="bn-IN"/>
        </w:rPr>
        <w:t xml:space="preserve"> দেখা যায় না এমন কোন </w:t>
      </w:r>
      <w:r w:rsidR="00D009A1">
        <w:rPr>
          <w:rFonts w:hint="cs"/>
          <w:cs/>
          <w:lang w:bidi="bn-IN"/>
        </w:rPr>
        <w:t>আল্লাহর</w:t>
      </w:r>
      <w:r w:rsidRPr="007710BF">
        <w:rPr>
          <w:rFonts w:hint="cs"/>
          <w:cs/>
          <w:lang w:bidi="bn-IN"/>
        </w:rPr>
        <w:t xml:space="preserve"> আমি ইবাদত করিনি।</w:t>
      </w:r>
      <w:r w:rsidRPr="001933EC">
        <w:rPr>
          <w:rStyle w:val="libAlaemChar"/>
        </w:rPr>
        <w:t>”</w:t>
      </w:r>
    </w:p>
    <w:p w:rsidR="00455316" w:rsidRDefault="007710BF" w:rsidP="002D2D31">
      <w:pPr>
        <w:pStyle w:val="libNormal"/>
      </w:pPr>
      <w:r w:rsidRPr="007710BF">
        <w:rPr>
          <w:cs/>
          <w:lang w:bidi="bn-IN"/>
        </w:rPr>
        <w:t>অতঃপর সে হয়তো মনে করবে চোখ দিয়ে খোদাকে দেখা যায় এবং তিনি কোন বিশেষ স্থানে</w:t>
      </w:r>
      <w:r w:rsidR="00455316">
        <w:rPr>
          <w:lang w:bidi="bn-IN"/>
        </w:rPr>
        <w:t xml:space="preserve"> </w:t>
      </w:r>
      <w:r w:rsidRPr="007710BF">
        <w:rPr>
          <w:cs/>
          <w:lang w:bidi="bn-IN"/>
        </w:rPr>
        <w:t>আছেন</w:t>
      </w:r>
      <w:r w:rsidR="00895143">
        <w:t>,</w:t>
      </w:r>
      <w:r w:rsidRPr="007710BF">
        <w:rPr>
          <w:cs/>
          <w:lang w:bidi="bn-IN"/>
        </w:rPr>
        <w:t>তাই তার ভুল ভাঙ্গানোর জন্য তিনি বললেন</w:t>
      </w:r>
      <w:r w:rsidR="00895143">
        <w:t>,</w:t>
      </w:r>
    </w:p>
    <w:p w:rsidR="00455316" w:rsidRPr="00455316" w:rsidRDefault="00455316" w:rsidP="00455316">
      <w:pPr>
        <w:pStyle w:val="libArCenter"/>
        <w:rPr>
          <w:rtl/>
          <w:cs/>
        </w:rPr>
      </w:pPr>
      <w:r>
        <w:rPr>
          <w:rFonts w:hint="cs"/>
          <w:rtl/>
          <w:lang w:bidi="ar-SA"/>
        </w:rPr>
        <w:t>لا تراه العیون بمشاهدة العیان و لکن</w:t>
      </w:r>
      <w:r>
        <w:rPr>
          <w:rFonts w:hint="cs"/>
          <w:rtl/>
          <w:lang w:bidi="fa-IR"/>
        </w:rPr>
        <w:t>ّ</w:t>
      </w:r>
      <w:r>
        <w:rPr>
          <w:rFonts w:hint="cs"/>
          <w:rtl/>
          <w:lang w:bidi="ar-SA"/>
        </w:rPr>
        <w:t xml:space="preserve"> تدرکه القلوب بحقائق الإیمان</w:t>
      </w:r>
    </w:p>
    <w:p w:rsidR="00455316" w:rsidRDefault="007710BF" w:rsidP="002D2D31">
      <w:pPr>
        <w:pStyle w:val="libNormal"/>
        <w:rPr>
          <w:cs/>
          <w:lang w:bidi="bn-IN"/>
        </w:rPr>
      </w:pPr>
      <w:r w:rsidRPr="001933EC">
        <w:rPr>
          <w:rStyle w:val="libAlaemChar"/>
        </w:rPr>
        <w:t>“</w:t>
      </w:r>
      <w:r w:rsidRPr="007710BF">
        <w:rPr>
          <w:cs/>
          <w:lang w:bidi="bn-IN"/>
        </w:rPr>
        <w:t xml:space="preserve">এ চোখ দিয়ে </w:t>
      </w:r>
      <w:r w:rsidR="000459F1">
        <w:rPr>
          <w:cs/>
          <w:lang w:bidi="bn-IN"/>
        </w:rPr>
        <w:t>তাকে</w:t>
      </w:r>
      <w:r w:rsidRPr="007710BF">
        <w:rPr>
          <w:cs/>
          <w:lang w:bidi="bn-IN"/>
        </w:rPr>
        <w:t xml:space="preserve"> দেখিনি</w:t>
      </w:r>
      <w:r w:rsidR="00895143">
        <w:t>,</w:t>
      </w:r>
      <w:r w:rsidRPr="007710BF">
        <w:rPr>
          <w:cs/>
          <w:lang w:bidi="bn-IN"/>
        </w:rPr>
        <w:t xml:space="preserve">কিন্তু </w:t>
      </w:r>
      <w:r w:rsidR="000459F1">
        <w:rPr>
          <w:cs/>
          <w:lang w:bidi="bn-IN"/>
        </w:rPr>
        <w:t>তাকে</w:t>
      </w:r>
      <w:r w:rsidRPr="007710BF">
        <w:rPr>
          <w:cs/>
          <w:lang w:bidi="bn-IN"/>
        </w:rPr>
        <w:t xml:space="preserve"> অন্তর দিয়ে দেখেছি। ঈমানের বাস্তবতা দিয়ে।</w:t>
      </w:r>
      <w:r w:rsidRPr="001933EC">
        <w:rPr>
          <w:rStyle w:val="libAlaemChar"/>
        </w:rPr>
        <w:t>”</w:t>
      </w:r>
      <w:r w:rsidRPr="007710BF">
        <w:t>(</w:t>
      </w:r>
      <w:r w:rsidRPr="007710BF">
        <w:rPr>
          <w:cs/>
          <w:lang w:bidi="bn-IN"/>
        </w:rPr>
        <w:t>নাহজুল বালাগাহ্</w:t>
      </w:r>
      <w:r w:rsidR="00895143">
        <w:t>,</w:t>
      </w:r>
      <w:r w:rsidRPr="007710BF">
        <w:rPr>
          <w:cs/>
          <w:lang w:bidi="bn-IN"/>
        </w:rPr>
        <w:t>খুতবা নং ১৭৭)</w:t>
      </w:r>
    </w:p>
    <w:p w:rsidR="00455316" w:rsidRPr="00A3582C" w:rsidRDefault="00455316" w:rsidP="009848A8">
      <w:pPr>
        <w:pStyle w:val="libNormal"/>
        <w:rPr>
          <w:rtl/>
          <w:cs/>
        </w:rPr>
      </w:pPr>
      <w:r>
        <w:rPr>
          <w:cs/>
          <w:lang w:bidi="bn-IN"/>
        </w:rPr>
        <w:br w:type="page"/>
      </w:r>
    </w:p>
    <w:p w:rsidR="00455316" w:rsidRDefault="007710BF" w:rsidP="00455316">
      <w:pPr>
        <w:pStyle w:val="Heading1"/>
        <w:rPr>
          <w:lang w:bidi="bn-IN"/>
        </w:rPr>
      </w:pPr>
      <w:bookmarkStart w:id="36" w:name="_Toc392601445"/>
      <w:r w:rsidRPr="007710BF">
        <w:rPr>
          <w:cs/>
          <w:lang w:bidi="bn-IN"/>
        </w:rPr>
        <w:t>এরফানী মতবাদের ত্রুটিসমূহ</w:t>
      </w:r>
      <w:bookmarkEnd w:id="36"/>
    </w:p>
    <w:p w:rsidR="00455316" w:rsidRDefault="00455316" w:rsidP="002D2D31">
      <w:pPr>
        <w:pStyle w:val="libNormal"/>
        <w:rPr>
          <w:lang w:bidi="bn-IN"/>
        </w:rPr>
      </w:pPr>
    </w:p>
    <w:p w:rsidR="00455316" w:rsidRDefault="00157F2C" w:rsidP="00455316">
      <w:pPr>
        <w:pStyle w:val="libNormal"/>
        <w:rPr>
          <w:lang w:bidi="bn-IN"/>
        </w:rPr>
      </w:pPr>
      <w:r w:rsidRPr="00157F2C">
        <w:rPr>
          <w:rStyle w:val="libBold2Char"/>
          <w:cs/>
          <w:lang w:bidi="bn-IN"/>
        </w:rPr>
        <w:t>১. বুদ্ধিবৃত্তির অবমূল্যায়ন</w:t>
      </w:r>
      <w:r w:rsidR="007710BF" w:rsidRPr="007710BF">
        <w:rPr>
          <w:cs/>
          <w:lang w:bidi="bn-IN"/>
        </w:rPr>
        <w:t xml:space="preserve"> : এ পর্যন্ত যা আলোচনা হয়েছে তাতে এরফানের পূর্ণ মানবকে ইসলাম</w:t>
      </w:r>
      <w:r w:rsidR="00455316">
        <w:rPr>
          <w:lang w:bidi="bn-IN"/>
        </w:rPr>
        <w:t xml:space="preserve"> </w:t>
      </w:r>
      <w:r w:rsidR="007710BF" w:rsidRPr="007710BF">
        <w:rPr>
          <w:cs/>
          <w:lang w:bidi="bn-IN"/>
        </w:rPr>
        <w:t>এতটুকু সমর্থন করে। কিন্তু এ মতবাদে কিছু কিছু বিষয়কে অবমূল্যায়ন করা হয়েছে এবং ইসলাম এ</w:t>
      </w:r>
      <w:r w:rsidR="00455316">
        <w:rPr>
          <w:lang w:bidi="bn-IN"/>
        </w:rPr>
        <w:t xml:space="preserve"> </w:t>
      </w:r>
      <w:r w:rsidR="007710BF" w:rsidRPr="007710BF">
        <w:rPr>
          <w:cs/>
          <w:lang w:bidi="bn-IN"/>
        </w:rPr>
        <w:t>অবমূল্যায়নকে সমর্থন করে না। এ কারণেই এরফানের পূর্ণ মানব ইসলামের দৃষ্টিতে অ</w:t>
      </w:r>
      <w:r w:rsidR="009E6EF8">
        <w:rPr>
          <w:cs/>
          <w:lang w:bidi="bn-IN"/>
        </w:rPr>
        <w:t>পূর্ণ</w:t>
      </w:r>
      <w:r w:rsidR="007710BF" w:rsidRPr="007710BF">
        <w:rPr>
          <w:cs/>
          <w:lang w:bidi="hi-IN"/>
        </w:rPr>
        <w:t xml:space="preserve">। </w:t>
      </w:r>
      <w:r w:rsidR="00455316">
        <w:rPr>
          <w:cs/>
          <w:lang w:bidi="bn-IN"/>
        </w:rPr>
        <w:t>এরফানে</w:t>
      </w:r>
      <w:r w:rsidR="00455316">
        <w:rPr>
          <w:lang w:bidi="bn-IN"/>
        </w:rPr>
        <w:t xml:space="preserve"> </w:t>
      </w:r>
      <w:r w:rsidR="007710BF" w:rsidRPr="007710BF">
        <w:rPr>
          <w:cs/>
          <w:lang w:bidi="bn-IN"/>
        </w:rPr>
        <w:t>জ্ঞান ও বুদ্ধিবৃত্তির চরম অবমূল্যায়ন করা হয়েছে</w:t>
      </w:r>
      <w:r w:rsidR="00895143">
        <w:t>,</w:t>
      </w:r>
      <w:r w:rsidR="007710BF" w:rsidRPr="007710BF">
        <w:rPr>
          <w:cs/>
          <w:lang w:bidi="bn-IN"/>
        </w:rPr>
        <w:t>অথচ ইসলাম অন্তরকে গ্রহণ করলেও বুদ্ধিবৃত্তির</w:t>
      </w:r>
      <w:r w:rsidR="00455316">
        <w:rPr>
          <w:lang w:bidi="bn-IN"/>
        </w:rPr>
        <w:t xml:space="preserve"> </w:t>
      </w:r>
      <w:r w:rsidR="007710BF" w:rsidRPr="007710BF">
        <w:rPr>
          <w:cs/>
          <w:lang w:bidi="bn-IN"/>
        </w:rPr>
        <w:t>অবমূল্যায়ন করে না। ইসলাম প্রেম ও ভালবাসার মাধ্যমে ঊর্ধ্ব গমনকে গ্রহণ করে</w:t>
      </w:r>
      <w:r w:rsidR="00895143">
        <w:t>,</w:t>
      </w:r>
      <w:r w:rsidR="007710BF" w:rsidRPr="007710BF">
        <w:rPr>
          <w:cs/>
          <w:lang w:bidi="bn-IN"/>
        </w:rPr>
        <w:t>কিন্তু বুদ্ধিবৃত্তি</w:t>
      </w:r>
      <w:r w:rsidR="00895143">
        <w:t>,</w:t>
      </w:r>
      <w:r w:rsidR="007710BF" w:rsidRPr="007710BF">
        <w:rPr>
          <w:cs/>
          <w:lang w:bidi="bn-IN"/>
        </w:rPr>
        <w:t>চিন্তাশক্তি</w:t>
      </w:r>
      <w:r w:rsidR="00895143">
        <w:t>,</w:t>
      </w:r>
      <w:r w:rsidR="007710BF" w:rsidRPr="007710BF">
        <w:rPr>
          <w:cs/>
          <w:lang w:bidi="bn-IN"/>
        </w:rPr>
        <w:t>দলিল উপস্থাপনের প্রতি যথেষ্ট সম্মান প্রদর্শন করে। এ কারণে ইসলামের বিকাশের বিভিন্ন</w:t>
      </w:r>
      <w:r w:rsidR="00455316">
        <w:rPr>
          <w:lang w:bidi="bn-IN"/>
        </w:rPr>
        <w:t xml:space="preserve"> </w:t>
      </w:r>
      <w:r w:rsidR="007710BF" w:rsidRPr="007710BF">
        <w:rPr>
          <w:cs/>
          <w:lang w:bidi="bn-IN"/>
        </w:rPr>
        <w:t>পর্যায়ে বিশেষত বিগত কয়েক শতাব্দীর আলেমদের মধ্যে অনেকেই অন্তর ও আকল দু</w:t>
      </w:r>
      <w:r w:rsidR="007710BF" w:rsidRPr="001933EC">
        <w:rPr>
          <w:rStyle w:val="libAlaemChar"/>
        </w:rPr>
        <w:t>’</w:t>
      </w:r>
      <w:r w:rsidR="007710BF" w:rsidRPr="007710BF">
        <w:rPr>
          <w:cs/>
          <w:lang w:bidi="bn-IN"/>
        </w:rPr>
        <w:t>টিকেই যথেষ্ট</w:t>
      </w:r>
      <w:r w:rsidR="00455316">
        <w:rPr>
          <w:lang w:bidi="bn-IN"/>
        </w:rPr>
        <w:t xml:space="preserve"> </w:t>
      </w:r>
      <w:r w:rsidR="007710BF" w:rsidRPr="007710BF">
        <w:rPr>
          <w:cs/>
          <w:lang w:bidi="bn-IN"/>
        </w:rPr>
        <w:t>গুরুত্ব দান করেন। শেইখ শাহাবুদ্দিন সোহরাওয়ার্দীর (শেইখ এশরাক) চিন্তাও এর নিকটবর্তী।</w:t>
      </w:r>
      <w:r w:rsidR="00455316">
        <w:rPr>
          <w:lang w:bidi="bn-IN"/>
        </w:rPr>
        <w:t xml:space="preserve"> </w:t>
      </w:r>
      <w:r w:rsidR="007710BF" w:rsidRPr="007710BF">
        <w:rPr>
          <w:cs/>
          <w:lang w:bidi="bn-IN"/>
        </w:rPr>
        <w:t>সা</w:t>
      </w:r>
      <w:r w:rsidR="007710BF" w:rsidRPr="001933EC">
        <w:rPr>
          <w:rStyle w:val="libAlaemChar"/>
        </w:rPr>
        <w:t>’</w:t>
      </w:r>
      <w:r w:rsidR="00455316">
        <w:rPr>
          <w:cs/>
          <w:lang w:bidi="bn-IN"/>
        </w:rPr>
        <w:t>দীর মুতাআল্লে</w:t>
      </w:r>
      <w:r w:rsidR="007710BF" w:rsidRPr="007710BF">
        <w:rPr>
          <w:rFonts w:hint="cs"/>
          <w:cs/>
          <w:lang w:bidi="bn-IN"/>
        </w:rPr>
        <w:t>হীন শিরাজী (মো</w:t>
      </w:r>
      <w:r w:rsidR="006B46F0">
        <w:rPr>
          <w:rFonts w:hint="cs"/>
          <w:cs/>
          <w:lang w:bidi="bn-IN"/>
        </w:rPr>
        <w:t>ল্লা</w:t>
      </w:r>
      <w:r w:rsidR="007710BF" w:rsidRPr="007710BF">
        <w:rPr>
          <w:rFonts w:hint="cs"/>
          <w:cs/>
          <w:lang w:bidi="bn-IN"/>
        </w:rPr>
        <w:t xml:space="preserve"> সাদরা) আকল ও অন্তরকে </w:t>
      </w:r>
      <w:r w:rsidR="00FE6D44">
        <w:rPr>
          <w:rFonts w:hint="cs"/>
          <w:cs/>
          <w:lang w:bidi="bn-IN"/>
        </w:rPr>
        <w:t>তার</w:t>
      </w:r>
      <w:r w:rsidR="007710BF" w:rsidRPr="007710BF">
        <w:rPr>
          <w:rFonts w:hint="cs"/>
          <w:cs/>
          <w:lang w:bidi="bn-IN"/>
        </w:rPr>
        <w:t xml:space="preserve"> থেকে আরো অধিক</w:t>
      </w:r>
      <w:r w:rsidR="00455316">
        <w:rPr>
          <w:lang w:bidi="bn-IN"/>
        </w:rPr>
        <w:t xml:space="preserve"> </w:t>
      </w:r>
      <w:r w:rsidR="007710BF" w:rsidRPr="007710BF">
        <w:rPr>
          <w:rFonts w:hint="cs"/>
          <w:cs/>
          <w:lang w:bidi="bn-IN"/>
        </w:rPr>
        <w:t xml:space="preserve">(কোরআনের অনুসরণে) সম্মান দান করেছেন। </w:t>
      </w:r>
      <w:r w:rsidR="00FE6D44">
        <w:rPr>
          <w:rFonts w:hint="cs"/>
          <w:cs/>
          <w:lang w:bidi="bn-IN"/>
        </w:rPr>
        <w:t>তারা</w:t>
      </w:r>
      <w:r w:rsidR="007710BF" w:rsidRPr="007710BF">
        <w:rPr>
          <w:rFonts w:hint="cs"/>
          <w:cs/>
          <w:lang w:bidi="bn-IN"/>
        </w:rPr>
        <w:t xml:space="preserve"> ইব</w:t>
      </w:r>
      <w:r w:rsidR="007710BF" w:rsidRPr="007710BF">
        <w:rPr>
          <w:cs/>
          <w:lang w:bidi="bn-IN"/>
        </w:rPr>
        <w:t>নে সিনার মতো এরফানী পথকে (অন্তরকে)</w:t>
      </w:r>
      <w:r w:rsidR="00455316">
        <w:rPr>
          <w:lang w:bidi="bn-IN"/>
        </w:rPr>
        <w:t xml:space="preserve"> </w:t>
      </w:r>
      <w:r w:rsidR="007710BF" w:rsidRPr="007710BF">
        <w:rPr>
          <w:cs/>
          <w:lang w:bidi="bn-IN"/>
        </w:rPr>
        <w:t>যেমন অবমূল্যায়ন করেননি</w:t>
      </w:r>
      <w:r w:rsidR="00455316" w:rsidRPr="00170828">
        <w:rPr>
          <w:rStyle w:val="libFootnotenumChar"/>
          <w:cs/>
          <w:lang w:bidi="bn-IN"/>
        </w:rPr>
        <w:t>১</w:t>
      </w:r>
      <w:r w:rsidR="00455316">
        <w:rPr>
          <w:lang w:bidi="bn-IN"/>
        </w:rPr>
        <w:t>*</w:t>
      </w:r>
      <w:r w:rsidR="007710BF" w:rsidRPr="007710BF">
        <w:rPr>
          <w:cs/>
          <w:lang w:bidi="bn-IN"/>
        </w:rPr>
        <w:t xml:space="preserve"> তেমনি অনেক সুফী ও আরেফদের মত চাননি বুদ্ধিবৃত্তিকে অবমূল্যায়ন</w:t>
      </w:r>
      <w:r w:rsidR="00455316">
        <w:rPr>
          <w:lang w:bidi="bn-IN"/>
        </w:rPr>
        <w:t xml:space="preserve"> </w:t>
      </w:r>
      <w:r w:rsidR="007710BF" w:rsidRPr="007710BF">
        <w:rPr>
          <w:cs/>
          <w:lang w:bidi="bn-IN"/>
        </w:rPr>
        <w:t>করতে। বরং চেয়েছেন দু</w:t>
      </w:r>
      <w:r w:rsidR="007710BF" w:rsidRPr="001933EC">
        <w:rPr>
          <w:rStyle w:val="libAlaemChar"/>
        </w:rPr>
        <w:t>’</w:t>
      </w:r>
      <w:r w:rsidR="007710BF" w:rsidRPr="007710BF">
        <w:rPr>
          <w:cs/>
          <w:lang w:bidi="bn-IN"/>
        </w:rPr>
        <w:t>টি পথকেই সম্মান দেখাতে।</w:t>
      </w:r>
    </w:p>
    <w:p w:rsidR="00455316" w:rsidRDefault="007710BF" w:rsidP="002D2D31">
      <w:pPr>
        <w:pStyle w:val="libNormal"/>
        <w:rPr>
          <w:lang w:bidi="bn-IN"/>
        </w:rPr>
      </w:pPr>
      <w:r w:rsidRPr="007710BF">
        <w:rPr>
          <w:cs/>
          <w:lang w:bidi="bn-IN"/>
        </w:rPr>
        <w:t xml:space="preserve">সুতরাং জ্ঞান ও বুদ্ধিবৃত্তির যে বিষয়গুলোকে এরফান বা কোন কোন আরেফ </w:t>
      </w:r>
      <w:r w:rsidR="00611BB9">
        <w:rPr>
          <w:cs/>
          <w:lang w:bidi="bn-IN"/>
        </w:rPr>
        <w:t>তা</w:t>
      </w:r>
      <w:r w:rsidRPr="007710BF">
        <w:rPr>
          <w:cs/>
          <w:lang w:bidi="bn-IN"/>
        </w:rPr>
        <w:t>দের বক্তব্যে</w:t>
      </w:r>
      <w:r w:rsidR="00455316">
        <w:rPr>
          <w:lang w:bidi="bn-IN"/>
        </w:rPr>
        <w:t xml:space="preserve"> </w:t>
      </w:r>
      <w:r w:rsidRPr="007710BF">
        <w:rPr>
          <w:cs/>
          <w:lang w:bidi="bn-IN"/>
        </w:rPr>
        <w:t>অবমূল্যায়ন করেছেন তা ইসলাম সমর্থন করে না। কোরআনের ইনসানে কামেল সেই মানুষ যার</w:t>
      </w:r>
      <w:r w:rsidR="00455316">
        <w:rPr>
          <w:lang w:bidi="bn-IN"/>
        </w:rPr>
        <w:t xml:space="preserve"> </w:t>
      </w:r>
      <w:r w:rsidRPr="007710BF">
        <w:rPr>
          <w:cs/>
          <w:lang w:bidi="bn-IN"/>
        </w:rPr>
        <w:t>বুদ্ধিবৃত্তিও পূর্ণতা লাভ করেছে অর্</w:t>
      </w:r>
      <w:r w:rsidR="00455316">
        <w:rPr>
          <w:cs/>
          <w:lang w:bidi="bn-IN"/>
        </w:rPr>
        <w:t>থাৎ তার আকল তার পূর্ণতার অংশ</w:t>
      </w:r>
      <w:r w:rsidRPr="007710BF">
        <w:rPr>
          <w:cs/>
          <w:lang w:bidi="hi-IN"/>
        </w:rPr>
        <w:t>।</w:t>
      </w:r>
    </w:p>
    <w:p w:rsidR="00360561" w:rsidRDefault="00157F2C" w:rsidP="00360561">
      <w:pPr>
        <w:pStyle w:val="libNormal"/>
        <w:rPr>
          <w:lang w:bidi="bn-IN"/>
        </w:rPr>
      </w:pPr>
      <w:r w:rsidRPr="00157F2C">
        <w:rPr>
          <w:rStyle w:val="libBold2Char"/>
          <w:cs/>
          <w:lang w:bidi="bn-IN"/>
        </w:rPr>
        <w:t>২. সম্পূর্ণ অন্তর্মুখী</w:t>
      </w:r>
      <w:r w:rsidR="007710BF" w:rsidRPr="007710BF">
        <w:rPr>
          <w:cs/>
          <w:lang w:bidi="bn-IN"/>
        </w:rPr>
        <w:t>: অন্য যে বিষয়টি এরফানের ইনসানে কামেলের ক্ষেত্রে লক্ষণীয় এবং ইসলাম</w:t>
      </w:r>
      <w:r w:rsidR="00455316">
        <w:rPr>
          <w:lang w:bidi="bn-IN"/>
        </w:rPr>
        <w:t xml:space="preserve"> </w:t>
      </w:r>
      <w:r w:rsidR="007710BF" w:rsidRPr="007710BF">
        <w:rPr>
          <w:cs/>
          <w:lang w:bidi="bn-IN"/>
        </w:rPr>
        <w:t>যা সমর্থন করে না তা হলো এরফানে শুধু অন্ত</w:t>
      </w:r>
      <w:r w:rsidR="00455316" w:rsidRPr="00455316">
        <w:rPr>
          <w:cs/>
          <w:lang w:bidi="bn-IN"/>
        </w:rPr>
        <w:t>র্মু</w:t>
      </w:r>
      <w:r w:rsidR="007710BF" w:rsidRPr="007710BF">
        <w:rPr>
          <w:cs/>
          <w:lang w:bidi="bn-IN"/>
        </w:rPr>
        <w:t>খীতা রয়েছে</w:t>
      </w:r>
      <w:r w:rsidR="00895143">
        <w:t>,</w:t>
      </w:r>
      <w:r w:rsidR="007710BF" w:rsidRPr="007710BF">
        <w:rPr>
          <w:cs/>
          <w:lang w:bidi="bn-IN"/>
        </w:rPr>
        <w:t>কিন্তু বহি</w:t>
      </w:r>
      <w:r w:rsidR="00455316" w:rsidRPr="00455316">
        <w:rPr>
          <w:cs/>
          <w:lang w:bidi="bn-IN"/>
        </w:rPr>
        <w:t>র্মু</w:t>
      </w:r>
      <w:r w:rsidR="007710BF" w:rsidRPr="007710BF">
        <w:rPr>
          <w:cs/>
          <w:lang w:bidi="bn-IN"/>
        </w:rPr>
        <w:t>খীতার বিষয়টি সম্পূ</w:t>
      </w:r>
      <w:r w:rsidR="00360561" w:rsidRPr="00360561">
        <w:rPr>
          <w:cs/>
          <w:lang w:bidi="bn-IN"/>
        </w:rPr>
        <w:t>র্ণরূপে</w:t>
      </w:r>
      <w:r w:rsidR="00455316">
        <w:rPr>
          <w:lang w:bidi="bn-IN"/>
        </w:rPr>
        <w:t xml:space="preserve"> </w:t>
      </w:r>
      <w:r w:rsidR="007710BF" w:rsidRPr="007710BF">
        <w:rPr>
          <w:cs/>
          <w:lang w:bidi="bn-IN"/>
        </w:rPr>
        <w:t xml:space="preserve">চাপা পড়ে গেছে। ব্যক্তিগত দিক </w:t>
      </w:r>
      <w:r w:rsidR="003936CB">
        <w:rPr>
          <w:cs/>
          <w:lang w:bidi="bn-IN"/>
        </w:rPr>
        <w:t>প্রচুর</w:t>
      </w:r>
      <w:r w:rsidR="007710BF" w:rsidRPr="007710BF">
        <w:rPr>
          <w:cs/>
          <w:lang w:bidi="bn-IN"/>
        </w:rPr>
        <w:t xml:space="preserve"> আসলেও সামাজিক </w:t>
      </w:r>
      <w:r w:rsidR="00360561">
        <w:rPr>
          <w:cs/>
          <w:lang w:bidi="bn-IN"/>
        </w:rPr>
        <w:t>দিক সেখানে উপেক্ষিত হয়েছে বা কম</w:t>
      </w:r>
      <w:r w:rsidR="00360561">
        <w:rPr>
          <w:lang w:bidi="bn-IN"/>
        </w:rPr>
        <w:t xml:space="preserve"> </w:t>
      </w:r>
      <w:r w:rsidR="007710BF" w:rsidRPr="007710BF">
        <w:rPr>
          <w:cs/>
          <w:lang w:bidi="bn-IN"/>
        </w:rPr>
        <w:t>এসেছে। এরফানের পূর্ণ মানব সামাজিক মানব নয়</w:t>
      </w:r>
      <w:r w:rsidR="00895143">
        <w:t>,</w:t>
      </w:r>
      <w:r w:rsidR="007710BF" w:rsidRPr="007710BF">
        <w:rPr>
          <w:cs/>
          <w:lang w:bidi="bn-IN"/>
        </w:rPr>
        <w:t>সে শুধু নিজেকে কেন্দ্র করেই আবর্তিত হয়। কিন্তু</w:t>
      </w:r>
      <w:r w:rsidR="00360561">
        <w:rPr>
          <w:lang w:bidi="bn-IN"/>
        </w:rPr>
        <w:t xml:space="preserve"> </w:t>
      </w:r>
      <w:r w:rsidR="007710BF" w:rsidRPr="007710BF">
        <w:rPr>
          <w:cs/>
          <w:lang w:bidi="bn-IN"/>
        </w:rPr>
        <w:t>ইসলাম অন্তর</w:t>
      </w:r>
      <w:r w:rsidR="00895143">
        <w:t>,</w:t>
      </w:r>
      <w:r w:rsidR="007710BF" w:rsidRPr="007710BF">
        <w:rPr>
          <w:cs/>
          <w:lang w:bidi="bn-IN"/>
        </w:rPr>
        <w:t>প্রেম</w:t>
      </w:r>
      <w:r w:rsidR="00895143">
        <w:t>,</w:t>
      </w:r>
      <w:r w:rsidR="007710BF" w:rsidRPr="007710BF">
        <w:rPr>
          <w:cs/>
          <w:lang w:bidi="bn-IN"/>
        </w:rPr>
        <w:t>আধ্যাত্মিকতার পথে স্রষ্টার দিকে যাত্রা</w:t>
      </w:r>
      <w:r w:rsidR="00895143">
        <w:t>,</w:t>
      </w:r>
      <w:r w:rsidR="007710BF" w:rsidRPr="007710BF">
        <w:rPr>
          <w:cs/>
          <w:lang w:bidi="bn-IN"/>
        </w:rPr>
        <w:t>আরোপিত জ্ঞান</w:t>
      </w:r>
      <w:r w:rsidR="00895143">
        <w:t>,</w:t>
      </w:r>
      <w:r w:rsidR="007710BF" w:rsidRPr="007710BF">
        <w:rPr>
          <w:cs/>
          <w:lang w:bidi="bn-IN"/>
        </w:rPr>
        <w:t>আত্মিক পরিশুদ্ধি ও</w:t>
      </w:r>
      <w:r w:rsidR="00360561">
        <w:rPr>
          <w:lang w:bidi="bn-IN"/>
        </w:rPr>
        <w:t xml:space="preserve"> </w:t>
      </w:r>
      <w:r w:rsidR="007710BF" w:rsidRPr="007710BF">
        <w:rPr>
          <w:cs/>
          <w:lang w:bidi="bn-IN"/>
        </w:rPr>
        <w:t>প্রশিক্ষণ এ সব কিছুকে গ্রহণ করার পরেও এর পূর্ণ মানব সর্বজনীন। এ বৈশিষ্ট্যগুলোর পাশাপাশি সেবহি</w:t>
      </w:r>
      <w:r w:rsidR="00360561" w:rsidRPr="00360561">
        <w:rPr>
          <w:cs/>
          <w:lang w:bidi="bn-IN"/>
        </w:rPr>
        <w:t>র্মু</w:t>
      </w:r>
      <w:r w:rsidR="007710BF" w:rsidRPr="007710BF">
        <w:rPr>
          <w:cs/>
          <w:lang w:bidi="bn-IN"/>
        </w:rPr>
        <w:t>খী এবং সমাজমুখী অর্থাৎ সে নিজের মধ্যে নিমজ্জিত নয়। যদি</w:t>
      </w:r>
      <w:r w:rsidR="00360561">
        <w:rPr>
          <w:cs/>
          <w:lang w:bidi="bn-IN"/>
        </w:rPr>
        <w:t>ও রাত্রিতে সে দুনিয়া ও এর</w:t>
      </w:r>
      <w:r w:rsidR="00360561">
        <w:rPr>
          <w:lang w:bidi="bn-IN"/>
        </w:rPr>
        <w:t xml:space="preserve"> </w:t>
      </w:r>
      <w:r w:rsidR="007710BF" w:rsidRPr="007710BF">
        <w:rPr>
          <w:cs/>
          <w:lang w:bidi="bn-IN"/>
        </w:rPr>
        <w:t>মধ্যকার সব কিছু ভুলে গিয়ে নিজের অস্তিত্বের মধ্যে নিমজ্জিত হয়</w:t>
      </w:r>
      <w:r w:rsidR="00895143">
        <w:t>,</w:t>
      </w:r>
      <w:r w:rsidR="007710BF" w:rsidRPr="007710BF">
        <w:rPr>
          <w:cs/>
          <w:lang w:bidi="bn-IN"/>
        </w:rPr>
        <w:t>কিন্তু দিবসে সমাজের প্রাণকেন্দ্রে</w:t>
      </w:r>
      <w:r w:rsidR="00360561">
        <w:rPr>
          <w:lang w:bidi="bn-IN"/>
        </w:rPr>
        <w:t xml:space="preserve"> </w:t>
      </w:r>
      <w:r w:rsidR="007710BF" w:rsidRPr="007710BF">
        <w:rPr>
          <w:cs/>
          <w:lang w:bidi="bn-IN"/>
        </w:rPr>
        <w:t>অবস্থান করে। হযরত মাহ্দী (আ.)-এর (আ</w:t>
      </w:r>
      <w:r w:rsidR="006B46F0">
        <w:rPr>
          <w:cs/>
          <w:lang w:bidi="bn-IN"/>
        </w:rPr>
        <w:t>ল্লা</w:t>
      </w:r>
      <w:r w:rsidR="007710BF" w:rsidRPr="007710BF">
        <w:rPr>
          <w:rFonts w:hint="cs"/>
          <w:cs/>
          <w:lang w:bidi="bn-IN"/>
        </w:rPr>
        <w:t xml:space="preserve">হ্ </w:t>
      </w:r>
      <w:r w:rsidR="00FE6D44">
        <w:rPr>
          <w:rFonts w:hint="cs"/>
          <w:cs/>
          <w:lang w:bidi="bn-IN"/>
        </w:rPr>
        <w:t>তার</w:t>
      </w:r>
      <w:r w:rsidR="007710BF" w:rsidRPr="007710BF">
        <w:rPr>
          <w:rFonts w:hint="cs"/>
          <w:cs/>
          <w:lang w:bidi="bn-IN"/>
        </w:rPr>
        <w:t xml:space="preserve"> আগমন ত্বরান্বিত করুন) সহযোগীদের (</w:t>
      </w:r>
      <w:r w:rsidR="00695D8C">
        <w:rPr>
          <w:rFonts w:hint="cs"/>
          <w:cs/>
          <w:lang w:bidi="bn-IN"/>
        </w:rPr>
        <w:t>যারা</w:t>
      </w:r>
      <w:r w:rsidR="00360561">
        <w:rPr>
          <w:lang w:bidi="bn-IN"/>
        </w:rPr>
        <w:t xml:space="preserve"> </w:t>
      </w:r>
      <w:r w:rsidR="007710BF" w:rsidRPr="007710BF">
        <w:rPr>
          <w:rFonts w:hint="cs"/>
          <w:cs/>
          <w:lang w:bidi="bn-IN"/>
        </w:rPr>
        <w:t xml:space="preserve">পূর্ণ মুসলমানের নমুনা) বৈশিষ্ট্য </w:t>
      </w:r>
      <w:r w:rsidR="000C4B23">
        <w:rPr>
          <w:rFonts w:hint="cs"/>
          <w:cs/>
          <w:lang w:bidi="bn-IN"/>
        </w:rPr>
        <w:t>সম্পর্কে</w:t>
      </w:r>
      <w:r w:rsidR="007710BF" w:rsidRPr="007710BF">
        <w:rPr>
          <w:rFonts w:hint="cs"/>
          <w:cs/>
          <w:lang w:bidi="bn-IN"/>
        </w:rPr>
        <w:t xml:space="preserve"> যেমন বলেছি</w:t>
      </w:r>
      <w:r w:rsidR="00895143">
        <w:t>,</w:t>
      </w:r>
      <w:r w:rsidR="007710BF" w:rsidRPr="007710BF">
        <w:rPr>
          <w:cs/>
          <w:lang w:bidi="bn-IN"/>
        </w:rPr>
        <w:t>অসংখ্য রেওয়ায়েতে পুনঃপুন বলা হয়েছে</w:t>
      </w:r>
      <w:r w:rsidR="00895143">
        <w:t>,</w:t>
      </w:r>
      <w:r w:rsidR="00360561">
        <w:rPr>
          <w:rFonts w:hint="cs"/>
          <w:rtl/>
        </w:rPr>
        <w:t xml:space="preserve"> </w:t>
      </w:r>
      <w:r w:rsidR="00360561" w:rsidRPr="00360561">
        <w:rPr>
          <w:rStyle w:val="libArChar"/>
          <w:rtl/>
        </w:rPr>
        <w:t>رهبان باللیل</w:t>
      </w:r>
      <w:r w:rsidR="00360561" w:rsidRPr="00360561">
        <w:rPr>
          <w:rStyle w:val="libArChar"/>
          <w:rFonts w:hint="cs"/>
          <w:rtl/>
        </w:rPr>
        <w:t xml:space="preserve"> لیوث بالنّهار</w:t>
      </w:r>
      <w:r w:rsidR="00895143">
        <w:t>,</w:t>
      </w:r>
      <w:r w:rsidR="007710BF" w:rsidRPr="007710BF">
        <w:rPr>
          <w:cs/>
          <w:lang w:bidi="bn-IN"/>
        </w:rPr>
        <w:t>যদি রাত্রিতে তাদের অনুসন্ধানে যাও দেখবে যেন একদল দুনিয়াত্যাগী সন্ন্যাসী</w:t>
      </w:r>
      <w:r w:rsidR="00360561">
        <w:rPr>
          <w:lang w:bidi="bn-IN"/>
        </w:rPr>
        <w:t xml:space="preserve"> </w:t>
      </w:r>
      <w:r w:rsidR="007710BF" w:rsidRPr="007710BF">
        <w:rPr>
          <w:cs/>
          <w:lang w:bidi="bn-IN"/>
        </w:rPr>
        <w:t>যারা পর্বতের গুহায় বাস করে এবং ইবাদত ব্যতীত অন্য কিছুর কথা তারা চিন্তাই করে না। কিন্তু</w:t>
      </w:r>
      <w:r w:rsidR="00360561">
        <w:rPr>
          <w:lang w:bidi="bn-IN"/>
        </w:rPr>
        <w:t xml:space="preserve"> </w:t>
      </w:r>
      <w:r w:rsidR="007710BF" w:rsidRPr="007710BF">
        <w:rPr>
          <w:cs/>
          <w:lang w:bidi="bn-IN"/>
        </w:rPr>
        <w:t>দিবসে তারা পুরুষ সিংহ। তারা রাত্রিতে সন্ন্যাসী</w:t>
      </w:r>
      <w:r w:rsidR="00895143">
        <w:t>,</w:t>
      </w:r>
      <w:r w:rsidR="007710BF" w:rsidRPr="007710BF">
        <w:rPr>
          <w:cs/>
          <w:lang w:bidi="bn-IN"/>
        </w:rPr>
        <w:t>দিবসে সাহসী যোদ্ধা</w:t>
      </w:r>
      <w:r w:rsidR="007710BF" w:rsidRPr="007710BF">
        <w:rPr>
          <w:cs/>
          <w:lang w:bidi="hi-IN"/>
        </w:rPr>
        <w:t xml:space="preserve">। </w:t>
      </w:r>
      <w:r w:rsidR="007710BF" w:rsidRPr="007710BF">
        <w:rPr>
          <w:cs/>
          <w:lang w:bidi="bn-IN"/>
        </w:rPr>
        <w:t>কোরআন নিজেও এ</w:t>
      </w:r>
      <w:r w:rsidR="00360561">
        <w:rPr>
          <w:lang w:bidi="bn-IN"/>
        </w:rPr>
        <w:t xml:space="preserve"> </w:t>
      </w:r>
      <w:r w:rsidR="007710BF" w:rsidRPr="007710BF">
        <w:rPr>
          <w:cs/>
          <w:lang w:bidi="bn-IN"/>
        </w:rPr>
        <w:t>দু</w:t>
      </w:r>
      <w:r w:rsidR="007710BF" w:rsidRPr="001933EC">
        <w:rPr>
          <w:rStyle w:val="libAlaemChar"/>
        </w:rPr>
        <w:t>’</w:t>
      </w:r>
      <w:r w:rsidR="007710BF" w:rsidRPr="007710BF">
        <w:rPr>
          <w:cs/>
          <w:lang w:bidi="bn-IN"/>
        </w:rPr>
        <w:t>বৈশিষ্ট্যের সমন্বয় ঘটিয়েছে।</w:t>
      </w:r>
      <w:r w:rsidR="00360561">
        <w:rPr>
          <w:lang w:bidi="bn-IN"/>
        </w:rPr>
        <w:t xml:space="preserve"> </w:t>
      </w:r>
      <w:r w:rsidR="007710BF" w:rsidRPr="007710BF">
        <w:rPr>
          <w:cs/>
          <w:lang w:bidi="bn-IN"/>
        </w:rPr>
        <w:t>যেমন</w:t>
      </w:r>
      <w:r w:rsidR="00360561">
        <w:rPr>
          <w:lang w:bidi="bn-IN"/>
        </w:rPr>
        <w:t>:</w:t>
      </w:r>
    </w:p>
    <w:p w:rsidR="00360561" w:rsidRDefault="00360561" w:rsidP="00714585">
      <w:pPr>
        <w:pStyle w:val="libAie"/>
        <w:rPr>
          <w:lang w:bidi="bn-IN"/>
        </w:rPr>
      </w:pPr>
      <w:r w:rsidRPr="00360561">
        <w:rPr>
          <w:rStyle w:val="libAlaemChar"/>
        </w:rPr>
        <w:t>)</w:t>
      </w:r>
      <w:r w:rsidRPr="00714585">
        <w:rPr>
          <w:rFonts w:hint="cs"/>
          <w:rtl/>
        </w:rPr>
        <w:t>التَّائِبُونَ الْعَابِدُونَ الْحَامِدُونَ السَّائِحُ</w:t>
      </w:r>
      <w:r w:rsidRPr="00714585">
        <w:rPr>
          <w:rtl/>
        </w:rPr>
        <w:t>ونَ الرَّاكِعُونَ السَّاجِدُون</w:t>
      </w:r>
      <w:r w:rsidRPr="00714585">
        <w:rPr>
          <w:rFonts w:hint="cs"/>
          <w:rtl/>
        </w:rPr>
        <w:t>َ</w:t>
      </w:r>
      <w:r w:rsidRPr="00170828">
        <w:t xml:space="preserve"> </w:t>
      </w:r>
      <w:r w:rsidRPr="00360561">
        <w:rPr>
          <w:rStyle w:val="libAlaemChar"/>
        </w:rPr>
        <w:t>(</w:t>
      </w:r>
    </w:p>
    <w:p w:rsidR="00360561" w:rsidRDefault="007710BF" w:rsidP="00360561">
      <w:pPr>
        <w:pStyle w:val="libNormal"/>
      </w:pPr>
      <w:r w:rsidRPr="007710BF">
        <w:rPr>
          <w:cs/>
          <w:lang w:bidi="bn-IN"/>
        </w:rPr>
        <w:t>তওবাকারী</w:t>
      </w:r>
      <w:r w:rsidR="00895143">
        <w:t>,</w:t>
      </w:r>
      <w:r w:rsidRPr="007710BF">
        <w:rPr>
          <w:cs/>
          <w:lang w:bidi="bn-IN"/>
        </w:rPr>
        <w:t>ইবাদতকারী</w:t>
      </w:r>
      <w:r w:rsidR="00895143">
        <w:t>,</w:t>
      </w:r>
      <w:r w:rsidR="00D009A1">
        <w:rPr>
          <w:cs/>
          <w:lang w:bidi="bn-IN"/>
        </w:rPr>
        <w:t>আল্লাহর</w:t>
      </w:r>
      <w:r w:rsidRPr="007710BF">
        <w:rPr>
          <w:rFonts w:hint="cs"/>
          <w:cs/>
          <w:lang w:bidi="bn-IN"/>
        </w:rPr>
        <w:t xml:space="preserve"> প্রশংসাকারী</w:t>
      </w:r>
      <w:r w:rsidR="00895143">
        <w:t>,</w:t>
      </w:r>
      <w:r w:rsidRPr="007710BF">
        <w:rPr>
          <w:cs/>
          <w:lang w:bidi="bn-IN"/>
        </w:rPr>
        <w:t>রোযা পালনকারী</w:t>
      </w:r>
      <w:r w:rsidR="00895143">
        <w:t>,</w:t>
      </w:r>
      <w:r w:rsidRPr="007710BF">
        <w:rPr>
          <w:cs/>
          <w:lang w:bidi="bn-IN"/>
        </w:rPr>
        <w:t>রুকুকারী</w:t>
      </w:r>
      <w:r w:rsidR="00895143">
        <w:t>,</w:t>
      </w:r>
      <w:r w:rsidRPr="007710BF">
        <w:rPr>
          <w:cs/>
          <w:lang w:bidi="bn-IN"/>
        </w:rPr>
        <w:t>সিজদাকারী ইত্যাদি</w:t>
      </w:r>
      <w:r w:rsidR="00360561">
        <w:rPr>
          <w:lang w:bidi="bn-IN"/>
        </w:rPr>
        <w:t xml:space="preserve"> </w:t>
      </w:r>
      <w:r w:rsidRPr="007710BF">
        <w:rPr>
          <w:cs/>
          <w:lang w:bidi="bn-IN"/>
        </w:rPr>
        <w:t>অন্ত</w:t>
      </w:r>
      <w:r w:rsidR="00360561" w:rsidRPr="00360561">
        <w:rPr>
          <w:cs/>
          <w:lang w:bidi="bn-IN"/>
        </w:rPr>
        <w:t>র্মু</w:t>
      </w:r>
      <w:r w:rsidRPr="007710BF">
        <w:rPr>
          <w:cs/>
          <w:lang w:bidi="bn-IN"/>
        </w:rPr>
        <w:t>খ</w:t>
      </w:r>
      <w:r w:rsidR="00360561">
        <w:rPr>
          <w:cs/>
          <w:lang w:bidi="bn-IN"/>
        </w:rPr>
        <w:t>ী বৈশিষ্ট্যের স্মরণের পরই বলছে</w:t>
      </w:r>
      <w:r w:rsidR="00895143">
        <w:t>,</w:t>
      </w:r>
    </w:p>
    <w:p w:rsidR="00360561" w:rsidRDefault="00360561" w:rsidP="00714585">
      <w:pPr>
        <w:pStyle w:val="libAie"/>
      </w:pPr>
      <w:r w:rsidRPr="00360561">
        <w:rPr>
          <w:rStyle w:val="libAlaemChar"/>
        </w:rPr>
        <w:t>)</w:t>
      </w:r>
      <w:r w:rsidRPr="00714585">
        <w:rPr>
          <w:rFonts w:hint="cs"/>
          <w:rtl/>
        </w:rPr>
        <w:t>الْآمِرُونَ بِالْمَعْرُوفِ وَالنَّاهُونَ عَنِ الْمُنْكَرِ</w:t>
      </w:r>
      <w:r w:rsidRPr="00170828">
        <w:t xml:space="preserve"> </w:t>
      </w:r>
      <w:r w:rsidRPr="00360561">
        <w:rPr>
          <w:rStyle w:val="libAlaemChar"/>
        </w:rPr>
        <w:t>(</w:t>
      </w:r>
    </w:p>
    <w:p w:rsidR="00D55560" w:rsidRDefault="007710BF" w:rsidP="00360561">
      <w:pPr>
        <w:pStyle w:val="libNormal"/>
        <w:rPr>
          <w:lang w:bidi="bn-IN"/>
        </w:rPr>
      </w:pPr>
      <w:r w:rsidRPr="007710BF">
        <w:rPr>
          <w:cs/>
          <w:lang w:bidi="bn-IN"/>
        </w:rPr>
        <w:t>(সূরা তাওবাহ্ : ১১২)</w:t>
      </w:r>
      <w:r w:rsidR="00360561">
        <w:rPr>
          <w:lang w:bidi="bn-IN"/>
        </w:rPr>
        <w:t xml:space="preserve"> </w:t>
      </w:r>
      <w:r w:rsidRPr="007710BF">
        <w:rPr>
          <w:cs/>
          <w:lang w:bidi="bn-IN"/>
        </w:rPr>
        <w:t>সৎ কাজের আদেশকারী ও অসৎ কাজের নিষেধকারী অর্থাৎ তারা সমাজ সংস্কারী</w:t>
      </w:r>
      <w:r w:rsidR="003936CB">
        <w:t>-</w:t>
      </w:r>
      <w:r w:rsidRPr="007710BF">
        <w:t xml:space="preserve"> </w:t>
      </w:r>
      <w:r w:rsidRPr="007710BF">
        <w:rPr>
          <w:cs/>
          <w:lang w:bidi="bn-IN"/>
        </w:rPr>
        <w:t>এ বৈশিষ্ট্যটি</w:t>
      </w:r>
      <w:r w:rsidR="00360561">
        <w:rPr>
          <w:lang w:bidi="bn-IN"/>
        </w:rPr>
        <w:t xml:space="preserve"> </w:t>
      </w:r>
      <w:r w:rsidRPr="007710BF">
        <w:rPr>
          <w:cs/>
          <w:lang w:bidi="bn-IN"/>
        </w:rPr>
        <w:t xml:space="preserve">মানুষের </w:t>
      </w:r>
      <w:r w:rsidR="00D55560">
        <w:rPr>
          <w:cs/>
          <w:lang w:bidi="bn-IN"/>
        </w:rPr>
        <w:t>বহির্মুখী বৈশিষ্ট্য। অন্য এক আয়াতে</w:t>
      </w:r>
    </w:p>
    <w:p w:rsidR="00D55560" w:rsidRDefault="00D44C42" w:rsidP="00D44C42">
      <w:pPr>
        <w:pStyle w:val="libAie"/>
        <w:rPr>
          <w:lang w:bidi="bn-IN"/>
        </w:rPr>
      </w:pPr>
      <w:r w:rsidRPr="00D44C42">
        <w:rPr>
          <w:rStyle w:val="libAlaemChar"/>
        </w:rPr>
        <w:t>)</w:t>
      </w:r>
      <w:r w:rsidRPr="00D44C42">
        <w:rPr>
          <w:rtl/>
        </w:rPr>
        <w:t>مُحَمَّدٌ رَسُولُ اللَّه</w:t>
      </w:r>
      <w:r>
        <w:rPr>
          <w:rtl/>
          <w:lang w:bidi="fa-IR"/>
        </w:rPr>
        <w:t>ِ وَالَّذِينَ مَعَهُ أَشِدَّاءُ عَلَى الْكُفَّارِ رُحَمَاءُ بَيْنَهُمْ</w:t>
      </w:r>
      <w:r w:rsidRPr="00D44C42">
        <w:rPr>
          <w:rStyle w:val="libAlaemChar"/>
        </w:rPr>
        <w:t>(</w:t>
      </w:r>
    </w:p>
    <w:p w:rsidR="00D44C42" w:rsidRDefault="007710BF" w:rsidP="00D44C42">
      <w:pPr>
        <w:pStyle w:val="libNormal"/>
        <w:rPr>
          <w:lang w:bidi="bn-IN"/>
        </w:rPr>
      </w:pPr>
      <w:r w:rsidRPr="007710BF">
        <w:rPr>
          <w:cs/>
          <w:lang w:bidi="bn-IN"/>
        </w:rPr>
        <w:t xml:space="preserve">কোন কোন তাফসীর মতে রাসূল (সা.) ও </w:t>
      </w:r>
      <w:r w:rsidR="00FE6D44">
        <w:rPr>
          <w:cs/>
          <w:lang w:bidi="bn-IN"/>
        </w:rPr>
        <w:t>তার</w:t>
      </w:r>
      <w:r w:rsidRPr="007710BF">
        <w:rPr>
          <w:cs/>
          <w:lang w:bidi="bn-IN"/>
        </w:rPr>
        <w:t xml:space="preserve"> বিশেষ সাহাবীদের</w:t>
      </w:r>
      <w:r w:rsidR="00895143">
        <w:t>,</w:t>
      </w:r>
      <w:r w:rsidRPr="007710BF">
        <w:rPr>
          <w:cs/>
          <w:lang w:bidi="bn-IN"/>
        </w:rPr>
        <w:t>আবার কারো মতে শুধু সাহাবীদের</w:t>
      </w:r>
      <w:r w:rsidR="00D55560">
        <w:rPr>
          <w:lang w:bidi="bn-IN"/>
        </w:rPr>
        <w:t xml:space="preserve"> </w:t>
      </w:r>
      <w:r w:rsidRPr="007710BF">
        <w:rPr>
          <w:cs/>
          <w:lang w:bidi="bn-IN"/>
        </w:rPr>
        <w:t>বৈশিষ্ট্য এখানে আলোচনা করা হয়েছে</w:t>
      </w:r>
      <w:r w:rsidR="00895143">
        <w:t>,</w:t>
      </w:r>
      <w:r w:rsidRPr="007710BF">
        <w:rPr>
          <w:cs/>
          <w:lang w:bidi="bn-IN"/>
        </w:rPr>
        <w:t>যেখানে প্রথমে সামাজিক দিক এসেছে</w:t>
      </w:r>
    </w:p>
    <w:p w:rsidR="00D44C42" w:rsidRDefault="00D44C42" w:rsidP="00D44C42">
      <w:pPr>
        <w:pStyle w:val="libAie"/>
        <w:rPr>
          <w:lang w:bidi="bn-IN"/>
        </w:rPr>
      </w:pPr>
      <w:r w:rsidRPr="00D44C42">
        <w:rPr>
          <w:rStyle w:val="libAlaemChar"/>
        </w:rPr>
        <w:t>)</w:t>
      </w:r>
      <w:r>
        <w:rPr>
          <w:rtl/>
          <w:lang w:bidi="fa-IR"/>
        </w:rPr>
        <w:t>أَشِدَّاءُ عَلَى الْكُفَّارِ رُحَمَاءُ بَيْنَهُمْ</w:t>
      </w:r>
      <w:r w:rsidRPr="00D44C42">
        <w:rPr>
          <w:rStyle w:val="libAlaemChar"/>
        </w:rPr>
        <w:t>(</w:t>
      </w:r>
    </w:p>
    <w:p w:rsidR="00D44C42" w:rsidRDefault="007710BF" w:rsidP="00D44C42">
      <w:pPr>
        <w:pStyle w:val="libNormal"/>
        <w:rPr>
          <w:lang w:bidi="bn-IN"/>
        </w:rPr>
      </w:pPr>
      <w:r w:rsidRPr="007710BF">
        <w:rPr>
          <w:cs/>
          <w:lang w:bidi="bn-IN"/>
        </w:rPr>
        <w:t>অর্থাৎ তারা কাফের ও সত্য আচ্ছাদনকারীদের বিরুদ্ধে কঠিন ও অটল(প্রাচীরের ন্যায়)</w:t>
      </w:r>
      <w:r w:rsidR="00D44C42">
        <w:rPr>
          <w:cs/>
          <w:lang w:bidi="bn-IN"/>
        </w:rPr>
        <w:t xml:space="preserve"> এবং ঈমানদারদের সঙ্গে সহানুভূতি</w:t>
      </w:r>
      <w:r w:rsidRPr="007710BF">
        <w:rPr>
          <w:cs/>
          <w:lang w:bidi="bn-IN"/>
        </w:rPr>
        <w:t>শীল</w:t>
      </w:r>
      <w:r w:rsidRPr="007710BF">
        <w:t xml:space="preserve">; </w:t>
      </w:r>
      <w:r w:rsidRPr="007710BF">
        <w:rPr>
          <w:cs/>
          <w:lang w:bidi="bn-IN"/>
        </w:rPr>
        <w:t>অতঃপর বলা হয়েছে</w:t>
      </w:r>
      <w:r w:rsidR="00895143">
        <w:t>,</w:t>
      </w:r>
      <w:r w:rsidRPr="007710BF">
        <w:rPr>
          <w:cs/>
          <w:lang w:bidi="bn-IN"/>
        </w:rPr>
        <w:t>এ সমাজমুখী</w:t>
      </w:r>
      <w:r w:rsidR="00D44C42">
        <w:rPr>
          <w:lang w:bidi="bn-IN"/>
        </w:rPr>
        <w:t xml:space="preserve"> </w:t>
      </w:r>
      <w:r w:rsidRPr="007710BF">
        <w:rPr>
          <w:cs/>
          <w:lang w:bidi="bn-IN"/>
        </w:rPr>
        <w:t>ব্যক্তিদের আবার</w:t>
      </w:r>
      <w:r w:rsidR="00D44C42">
        <w:rPr>
          <w:lang w:bidi="bn-IN"/>
        </w:rPr>
        <w:t xml:space="preserve">  </w:t>
      </w:r>
      <w:r w:rsidRPr="007710BF">
        <w:rPr>
          <w:cs/>
          <w:lang w:bidi="bn-IN"/>
        </w:rPr>
        <w:t>রুকু ও সিজদারত অবস্থায় দেখবে যখন তারা</w:t>
      </w:r>
      <w:r w:rsidR="00D44C42">
        <w:rPr>
          <w:lang w:bidi="bn-IN"/>
        </w:rPr>
        <w:t xml:space="preserve"> </w:t>
      </w:r>
      <w:r w:rsidR="00D009A1">
        <w:rPr>
          <w:cs/>
          <w:lang w:bidi="bn-IN"/>
        </w:rPr>
        <w:t>আল্লাহর</w:t>
      </w:r>
      <w:r w:rsidRPr="007710BF">
        <w:rPr>
          <w:rFonts w:hint="cs"/>
          <w:cs/>
          <w:lang w:bidi="bn-IN"/>
        </w:rPr>
        <w:t xml:space="preserve"> </w:t>
      </w:r>
      <w:r w:rsidR="0049164D">
        <w:rPr>
          <w:rFonts w:hint="cs"/>
          <w:cs/>
          <w:lang w:bidi="bn-IN"/>
        </w:rPr>
        <w:t>অনুগ্রহ</w:t>
      </w:r>
      <w:r w:rsidRPr="007710BF">
        <w:rPr>
          <w:rFonts w:hint="cs"/>
          <w:cs/>
          <w:lang w:bidi="bn-IN"/>
        </w:rPr>
        <w:t xml:space="preserve"> ও সন্তুষ্টি কামনা করে অর্থাৎ তারা এমন নয় যে</w:t>
      </w:r>
      <w:r w:rsidR="00895143">
        <w:t>,</w:t>
      </w:r>
      <w:r w:rsidRPr="007710BF">
        <w:rPr>
          <w:cs/>
          <w:lang w:bidi="bn-IN"/>
        </w:rPr>
        <w:t>দুনিয়া ও আখেরাত চায়</w:t>
      </w:r>
      <w:r w:rsidR="00895143">
        <w:t>,</w:t>
      </w:r>
      <w:r w:rsidR="00D44C42">
        <w:rPr>
          <w:cs/>
          <w:lang w:bidi="bn-IN"/>
        </w:rPr>
        <w:t>বরং</w:t>
      </w:r>
      <w:r w:rsidR="00D44C42">
        <w:rPr>
          <w:lang w:bidi="bn-IN"/>
        </w:rPr>
        <w:t xml:space="preserve"> </w:t>
      </w:r>
      <w:r w:rsidRPr="007710BF">
        <w:rPr>
          <w:cs/>
          <w:lang w:bidi="bn-IN"/>
        </w:rPr>
        <w:t xml:space="preserve">এর চেয়েও উত্তম বস্তু </w:t>
      </w:r>
      <w:r w:rsidR="00D009A1">
        <w:rPr>
          <w:cs/>
          <w:lang w:bidi="bn-IN"/>
        </w:rPr>
        <w:t>আল্লাহর</w:t>
      </w:r>
      <w:r w:rsidRPr="007710BF">
        <w:rPr>
          <w:rFonts w:hint="cs"/>
          <w:cs/>
          <w:lang w:bidi="bn-IN"/>
        </w:rPr>
        <w:t xml:space="preserve"> স</w:t>
      </w:r>
      <w:r w:rsidRPr="007710BF">
        <w:rPr>
          <w:cs/>
          <w:lang w:bidi="bn-IN"/>
        </w:rPr>
        <w:t>ন্তুষ্টি তাদের কামনা। এই সিজদার চিহ্ন</w:t>
      </w:r>
      <w:r w:rsidR="00D44C42">
        <w:rPr>
          <w:lang w:bidi="bn-IN"/>
        </w:rPr>
        <w:t xml:space="preserve"> </w:t>
      </w:r>
      <w:r w:rsidRPr="007710BF">
        <w:rPr>
          <w:cs/>
          <w:lang w:bidi="bn-IN"/>
        </w:rPr>
        <w:t>তাদের মুখমণ্ডলে দর্শনীয়</w:t>
      </w:r>
      <w:r w:rsidR="003936CB">
        <w:t>-</w:t>
      </w:r>
      <w:r w:rsidRPr="007710BF">
        <w:t xml:space="preserve"> </w:t>
      </w:r>
      <w:r w:rsidRPr="007710BF">
        <w:rPr>
          <w:cs/>
          <w:lang w:bidi="bn-IN"/>
        </w:rPr>
        <w:t xml:space="preserve">এগুলো তাদের </w:t>
      </w:r>
      <w:r w:rsidR="00D44C42">
        <w:rPr>
          <w:cs/>
          <w:lang w:bidi="bn-IN"/>
        </w:rPr>
        <w:t>অন্তর্মুখী বৈশিষ্ট্য</w:t>
      </w:r>
      <w:r w:rsidR="00D44C42">
        <w:rPr>
          <w:cs/>
          <w:lang w:bidi="hi-IN"/>
        </w:rPr>
        <w:t>।</w:t>
      </w:r>
    </w:p>
    <w:p w:rsidR="00D44C42" w:rsidRDefault="007710BF" w:rsidP="00D44C42">
      <w:pPr>
        <w:pStyle w:val="libNormal"/>
        <w:rPr>
          <w:lang w:bidi="bn-IN"/>
        </w:rPr>
      </w:pPr>
      <w:r w:rsidRPr="007710BF">
        <w:rPr>
          <w:cs/>
          <w:lang w:bidi="bn-IN"/>
        </w:rPr>
        <w:t>যা হোক তাসাউফ বা এরফানের পূর্ণ মানবের এ দুর্বলতাটি লক্ষণীয়। অবশ্য অনেক আরেফই</w:t>
      </w:r>
      <w:r w:rsidR="00D44C42">
        <w:rPr>
          <w:lang w:bidi="bn-IN"/>
        </w:rPr>
        <w:t xml:space="preserve"> </w:t>
      </w:r>
      <w:r w:rsidRPr="007710BF">
        <w:rPr>
          <w:cs/>
          <w:lang w:bidi="bn-IN"/>
        </w:rPr>
        <w:t xml:space="preserve">যেহেতু ইসলামের শিক্ষার দ্বারা প্রচণ্ডভাবে প্রভাবিত ছিলেন সেহেতু এ বিষয়টির প্রতি </w:t>
      </w:r>
      <w:r w:rsidR="00FE6D44">
        <w:rPr>
          <w:cs/>
          <w:lang w:bidi="bn-IN"/>
        </w:rPr>
        <w:t>তারা</w:t>
      </w:r>
      <w:r w:rsidRPr="007710BF">
        <w:rPr>
          <w:cs/>
          <w:lang w:bidi="bn-IN"/>
        </w:rPr>
        <w:t xml:space="preserve"> নির্দেশ করেছেন। তদুপরি কখনো কখনো কমবেশি বাড়াবাড়ি করেছেন এবং </w:t>
      </w:r>
      <w:r w:rsidR="00D44C42">
        <w:rPr>
          <w:cs/>
          <w:lang w:bidi="bn-IN"/>
        </w:rPr>
        <w:t>অন্তর্মুখীতা এত অধিক প্রাধা</w:t>
      </w:r>
      <w:r w:rsidR="00D44C42" w:rsidRPr="00D44C42">
        <w:rPr>
          <w:cs/>
          <w:lang w:bidi="bn-IN"/>
        </w:rPr>
        <w:t>ন্য</w:t>
      </w:r>
      <w:r w:rsidR="00D44C42">
        <w:rPr>
          <w:lang w:bidi="bn-IN"/>
        </w:rPr>
        <w:t xml:space="preserve"> </w:t>
      </w:r>
      <w:r w:rsidRPr="007710BF">
        <w:rPr>
          <w:cs/>
          <w:lang w:bidi="bn-IN"/>
        </w:rPr>
        <w:t>পেয়েছে যাতে বহির্মুখীতা সম্পূর্ণ বর্জিত হয়েছে।</w:t>
      </w:r>
      <w:r w:rsidR="004C6512">
        <w:rPr>
          <w:lang w:bidi="bn-IN"/>
        </w:rPr>
        <w:t xml:space="preserve">  </w:t>
      </w:r>
      <w:r w:rsidR="004C6512">
        <w:rPr>
          <w:cs/>
          <w:lang w:bidi="bn-IN"/>
        </w:rPr>
        <w:t>৯৩</w:t>
      </w:r>
    </w:p>
    <w:p w:rsidR="007049E8" w:rsidRDefault="00157F2C" w:rsidP="007049E8">
      <w:pPr>
        <w:pStyle w:val="libNormal"/>
        <w:rPr>
          <w:lang w:bidi="bn-IN"/>
        </w:rPr>
      </w:pPr>
      <w:r w:rsidRPr="00157F2C">
        <w:rPr>
          <w:rStyle w:val="libBold2Char"/>
          <w:cs/>
          <w:lang w:bidi="bn-IN"/>
        </w:rPr>
        <w:t>৩. অহমকে নির্মূল করা</w:t>
      </w:r>
      <w:r w:rsidR="007710BF" w:rsidRPr="007049E8">
        <w:rPr>
          <w:cs/>
          <w:lang w:bidi="bn-IN"/>
        </w:rPr>
        <w:t xml:space="preserve"> : অন্য যে বিষয়টি এ মতবাদে এসেছে তা হলো অহমকে </w:t>
      </w:r>
      <w:r w:rsidR="007049E8">
        <w:rPr>
          <w:cs/>
          <w:lang w:bidi="bn-IN"/>
        </w:rPr>
        <w:t>নির্মূল</w:t>
      </w:r>
      <w:r w:rsidR="007710BF" w:rsidRPr="007049E8">
        <w:rPr>
          <w:cs/>
          <w:lang w:bidi="bn-IN"/>
        </w:rPr>
        <w:t xml:space="preserve"> করা</w:t>
      </w:r>
      <w:r w:rsidR="007710BF" w:rsidRPr="007049E8">
        <w:rPr>
          <w:cs/>
          <w:lang w:bidi="hi-IN"/>
        </w:rPr>
        <w:t>।</w:t>
      </w:r>
      <w:r w:rsidR="007049E8">
        <w:rPr>
          <w:lang w:bidi="bn-IN"/>
        </w:rPr>
        <w:t xml:space="preserve"> </w:t>
      </w:r>
      <w:r w:rsidR="007710BF" w:rsidRPr="007049E8">
        <w:rPr>
          <w:cs/>
          <w:lang w:bidi="bn-IN"/>
        </w:rPr>
        <w:t xml:space="preserve">ইসলামী পরিভাষায় অহম </w:t>
      </w:r>
      <w:r w:rsidR="007049E8">
        <w:rPr>
          <w:cs/>
          <w:lang w:bidi="bn-IN"/>
        </w:rPr>
        <w:t>নির্মূল</w:t>
      </w:r>
      <w:r w:rsidR="007710BF" w:rsidRPr="007049E8">
        <w:rPr>
          <w:cs/>
          <w:lang w:bidi="bn-IN"/>
        </w:rPr>
        <w:t>করণ বলে কিছু নেই। দু</w:t>
      </w:r>
      <w:r w:rsidR="007710BF" w:rsidRPr="007049E8">
        <w:rPr>
          <w:rStyle w:val="libAlaemChar"/>
        </w:rPr>
        <w:t>’</w:t>
      </w:r>
      <w:r w:rsidR="007049E8">
        <w:rPr>
          <w:cs/>
          <w:lang w:bidi="bn-IN"/>
        </w:rPr>
        <w:t>এক জায়গায় যেমন</w:t>
      </w:r>
      <w:r w:rsidR="007049E8">
        <w:rPr>
          <w:lang w:bidi="bn-IN"/>
        </w:rPr>
        <w:t xml:space="preserve"> </w:t>
      </w:r>
      <w:r w:rsidR="007049E8" w:rsidRPr="007049E8">
        <w:rPr>
          <w:rStyle w:val="libArChar"/>
          <w:rFonts w:hint="cs"/>
          <w:rtl/>
        </w:rPr>
        <w:t>امات نفسه</w:t>
      </w:r>
      <w:r w:rsidR="007049E8">
        <w:rPr>
          <w:lang w:bidi="bn-IN"/>
        </w:rPr>
        <w:t xml:space="preserve"> </w:t>
      </w:r>
      <w:r w:rsidR="007710BF" w:rsidRPr="007049E8">
        <w:rPr>
          <w:cs/>
          <w:lang w:bidi="bn-IN"/>
        </w:rPr>
        <w:t>সে তার</w:t>
      </w:r>
      <w:r w:rsidR="007049E8">
        <w:rPr>
          <w:lang w:bidi="bn-IN"/>
        </w:rPr>
        <w:t xml:space="preserve"> </w:t>
      </w:r>
      <w:r w:rsidR="007710BF" w:rsidRPr="007049E8">
        <w:rPr>
          <w:cs/>
          <w:lang w:bidi="bn-IN"/>
        </w:rPr>
        <w:t>অহমকে</w:t>
      </w:r>
      <w:r w:rsidR="007710BF" w:rsidRPr="007710BF">
        <w:rPr>
          <w:cs/>
          <w:lang w:bidi="bn-IN"/>
        </w:rPr>
        <w:t xml:space="preserve"> </w:t>
      </w:r>
      <w:r w:rsidR="007049E8">
        <w:rPr>
          <w:cs/>
          <w:lang w:bidi="bn-IN"/>
        </w:rPr>
        <w:t>নির্মূল</w:t>
      </w:r>
      <w:r w:rsidR="007710BF" w:rsidRPr="007710BF">
        <w:rPr>
          <w:cs/>
          <w:lang w:bidi="bn-IN"/>
        </w:rPr>
        <w:t xml:space="preserve"> করেছে বা অহমের </w:t>
      </w:r>
      <w:r w:rsidR="009E7BEE">
        <w:rPr>
          <w:cs/>
          <w:lang w:bidi="bn-IN"/>
        </w:rPr>
        <w:t>মৃত্যু</w:t>
      </w:r>
      <w:r w:rsidR="007710BF" w:rsidRPr="007710BF">
        <w:rPr>
          <w:cs/>
          <w:lang w:bidi="bn-IN"/>
        </w:rPr>
        <w:t xml:space="preserve"> ঘটিয়েছে যা নাহজু</w:t>
      </w:r>
      <w:r w:rsidR="007049E8">
        <w:rPr>
          <w:cs/>
          <w:lang w:bidi="bn-IN"/>
        </w:rPr>
        <w:t>ল বালাগায় এসেছে এবং অন্য স্থানে</w:t>
      </w:r>
      <w:r w:rsidR="007049E8">
        <w:rPr>
          <w:lang w:bidi="bn-IN"/>
        </w:rPr>
        <w:t xml:space="preserve"> </w:t>
      </w:r>
      <w:r w:rsidR="007049E8" w:rsidRPr="007049E8">
        <w:rPr>
          <w:rStyle w:val="libArChar"/>
          <w:rFonts w:hint="cs"/>
          <w:rtl/>
        </w:rPr>
        <w:t>موتوا قبل أن تموتوا</w:t>
      </w:r>
      <w:r w:rsidR="007710BF" w:rsidRPr="007049E8">
        <w:rPr>
          <w:rStyle w:val="libArChar"/>
          <w:rtl/>
          <w:cs/>
        </w:rPr>
        <w:t xml:space="preserve"> </w:t>
      </w:r>
      <w:r w:rsidR="004A744B">
        <w:rPr>
          <w:cs/>
          <w:lang w:bidi="bn-IN"/>
        </w:rPr>
        <w:t>মৃত্যুর</w:t>
      </w:r>
      <w:r w:rsidR="007710BF" w:rsidRPr="007710BF">
        <w:rPr>
          <w:cs/>
          <w:lang w:bidi="bn-IN"/>
        </w:rPr>
        <w:t xml:space="preserve"> পূর্বে </w:t>
      </w:r>
      <w:r w:rsidR="009E7BEE">
        <w:rPr>
          <w:cs/>
          <w:lang w:bidi="bn-IN"/>
        </w:rPr>
        <w:t>মৃত্যু</w:t>
      </w:r>
      <w:r w:rsidR="007710BF" w:rsidRPr="007710BF">
        <w:rPr>
          <w:cs/>
          <w:lang w:bidi="bn-IN"/>
        </w:rPr>
        <w:t>কে বরণ কর বলা হয়েছে। সাধারণতঃ ইসলামী পরিভাষায় আত্মগঠন</w:t>
      </w:r>
      <w:r w:rsidR="00895143">
        <w:t>,</w:t>
      </w:r>
      <w:r w:rsidR="007710BF" w:rsidRPr="007710BF">
        <w:rPr>
          <w:cs/>
          <w:lang w:bidi="bn-IN"/>
        </w:rPr>
        <w:t>আত্মশুদ্ধি এ বিষয়গুলো রয়েছে।</w:t>
      </w:r>
    </w:p>
    <w:p w:rsidR="007049E8" w:rsidRDefault="007710BF" w:rsidP="007049E8">
      <w:pPr>
        <w:pStyle w:val="libNormal"/>
        <w:rPr>
          <w:lang w:bidi="bn-IN"/>
        </w:rPr>
      </w:pPr>
      <w:r w:rsidRPr="007710BF">
        <w:rPr>
          <w:cs/>
          <w:lang w:bidi="bn-IN"/>
        </w:rPr>
        <w:t xml:space="preserve">কবিদের ভাষায় </w:t>
      </w:r>
      <w:r w:rsidR="00D009A1">
        <w:rPr>
          <w:cs/>
          <w:lang w:bidi="bn-IN"/>
        </w:rPr>
        <w:t>প্রবৃত্তি</w:t>
      </w:r>
      <w:r w:rsidRPr="007710BF">
        <w:rPr>
          <w:cs/>
          <w:lang w:bidi="bn-IN"/>
        </w:rPr>
        <w:t xml:space="preserve">কে হত্যা বা অহম </w:t>
      </w:r>
      <w:r w:rsidR="007049E8">
        <w:rPr>
          <w:cs/>
          <w:lang w:bidi="bn-IN"/>
        </w:rPr>
        <w:t>নির্মূল</w:t>
      </w:r>
      <w:r w:rsidRPr="007710BF">
        <w:rPr>
          <w:cs/>
          <w:lang w:bidi="bn-IN"/>
        </w:rPr>
        <w:t xml:space="preserve">করণ </w:t>
      </w:r>
      <w:r w:rsidR="003936CB">
        <w:rPr>
          <w:cs/>
          <w:lang w:bidi="bn-IN"/>
        </w:rPr>
        <w:t>প্রচুর</w:t>
      </w:r>
      <w:r w:rsidRPr="007710BF">
        <w:rPr>
          <w:cs/>
          <w:lang w:bidi="bn-IN"/>
        </w:rPr>
        <w:t xml:space="preserve"> এ</w:t>
      </w:r>
      <w:r w:rsidR="007049E8">
        <w:rPr>
          <w:cs/>
          <w:lang w:bidi="bn-IN"/>
        </w:rPr>
        <w:t>সেছে (এ ধরনের পরিভাষা ব্যবহারের</w:t>
      </w:r>
      <w:r w:rsidR="007049E8">
        <w:rPr>
          <w:lang w:bidi="bn-IN"/>
        </w:rPr>
        <w:t xml:space="preserve"> </w:t>
      </w:r>
      <w:r w:rsidRPr="007710BF">
        <w:rPr>
          <w:cs/>
          <w:lang w:bidi="bn-IN"/>
        </w:rPr>
        <w:t xml:space="preserve">প্রতি আমাদের আপত্তি নেই) কিন্তু </w:t>
      </w:r>
      <w:r w:rsidR="00D009A1">
        <w:rPr>
          <w:cs/>
          <w:lang w:bidi="bn-IN"/>
        </w:rPr>
        <w:t>প্রবৃত্তি</w:t>
      </w:r>
      <w:r w:rsidRPr="007710BF">
        <w:rPr>
          <w:cs/>
          <w:lang w:bidi="bn-IN"/>
        </w:rPr>
        <w:t xml:space="preserve"> হত্যা অন্যভাবে বললে আত্মদমন অর্থাৎ আত্মকেন্দ্রিকতা</w:t>
      </w:r>
      <w:r w:rsidR="00895143">
        <w:t>,</w:t>
      </w:r>
      <w:r w:rsidRPr="007710BF">
        <w:rPr>
          <w:cs/>
          <w:lang w:bidi="bn-IN"/>
        </w:rPr>
        <w:t>স্বার্থপরতা ও আত্মতুষ্টির বিরুদ্ধে এরফান এমনভাবে বক্তব্য রেখেছে যে</w:t>
      </w:r>
      <w:r w:rsidR="00895143">
        <w:t>,</w:t>
      </w:r>
      <w:r w:rsidRPr="007710BF">
        <w:rPr>
          <w:cs/>
          <w:lang w:bidi="bn-IN"/>
        </w:rPr>
        <w:t>আত্মসম্মানবোধ যা</w:t>
      </w:r>
      <w:r w:rsidR="007049E8">
        <w:rPr>
          <w:lang w:bidi="bn-IN"/>
        </w:rPr>
        <w:t xml:space="preserve"> </w:t>
      </w:r>
      <w:r w:rsidRPr="007710BF">
        <w:rPr>
          <w:cs/>
          <w:lang w:bidi="bn-IN"/>
        </w:rPr>
        <w:t>ইসলামের অন্যতম গুরুত্ব</w:t>
      </w:r>
      <w:r w:rsidR="005C657F">
        <w:rPr>
          <w:cs/>
          <w:lang w:bidi="bn-IN"/>
        </w:rPr>
        <w:t>পূর্ণ</w:t>
      </w:r>
      <w:r w:rsidRPr="007710BF">
        <w:rPr>
          <w:cs/>
          <w:lang w:bidi="bn-IN"/>
        </w:rPr>
        <w:t xml:space="preserve"> ভিত্তি তা উপেক্ষিত হয়েছে</w:t>
      </w:r>
      <w:r w:rsidRPr="007710BF">
        <w:rPr>
          <w:cs/>
          <w:lang w:bidi="hi-IN"/>
        </w:rPr>
        <w:t xml:space="preserve">। </w:t>
      </w:r>
      <w:r w:rsidRPr="007710BF">
        <w:rPr>
          <w:cs/>
          <w:lang w:bidi="bn-IN"/>
        </w:rPr>
        <w:t>এ আলোচনাটি একটু বিস্তারিত</w:t>
      </w:r>
      <w:r w:rsidRPr="007710BF">
        <w:rPr>
          <w:cs/>
          <w:lang w:bidi="hi-IN"/>
        </w:rPr>
        <w:t>।</w:t>
      </w:r>
    </w:p>
    <w:p w:rsidR="007049E8" w:rsidRDefault="007710BF" w:rsidP="007049E8">
      <w:pPr>
        <w:pStyle w:val="libNormal"/>
        <w:rPr>
          <w:cs/>
          <w:lang w:bidi="bn-IN"/>
        </w:rPr>
      </w:pPr>
      <w:r w:rsidRPr="007710BF">
        <w:rPr>
          <w:cs/>
          <w:lang w:bidi="bn-IN"/>
        </w:rPr>
        <w:t>আমাদের আলোচনার প্রথমে আমরা বলেছি যেহেতু এরফান অত্যন্ত আকর্ষণীয় এবং আরেফ ও</w:t>
      </w:r>
      <w:r w:rsidR="007049E8">
        <w:rPr>
          <w:lang w:bidi="bn-IN"/>
        </w:rPr>
        <w:t xml:space="preserve"> </w:t>
      </w:r>
      <w:r w:rsidRPr="007710BF">
        <w:rPr>
          <w:cs/>
          <w:lang w:bidi="bn-IN"/>
        </w:rPr>
        <w:t>সুফিগণ কবিতা</w:t>
      </w:r>
      <w:r w:rsidR="00895143">
        <w:t>,</w:t>
      </w:r>
      <w:r w:rsidRPr="007710BF">
        <w:rPr>
          <w:cs/>
          <w:lang w:bidi="bn-IN"/>
        </w:rPr>
        <w:t xml:space="preserve">ছন্দ ও বক্তব্যের মাধ্যমে </w:t>
      </w:r>
      <w:r w:rsidR="00611BB9">
        <w:rPr>
          <w:cs/>
          <w:lang w:bidi="bn-IN"/>
        </w:rPr>
        <w:t>তা</w:t>
      </w:r>
      <w:r w:rsidRPr="007710BF">
        <w:rPr>
          <w:cs/>
          <w:lang w:bidi="bn-IN"/>
        </w:rPr>
        <w:t>দের দৃষ্টিভঙ্গিকে সমাজে ছড়িয়ে দিয়েছেন সেহেতু</w:t>
      </w:r>
      <w:r w:rsidR="007049E8">
        <w:rPr>
          <w:lang w:bidi="bn-IN"/>
        </w:rPr>
        <w:t xml:space="preserve"> </w:t>
      </w:r>
      <w:r w:rsidRPr="007710BF">
        <w:rPr>
          <w:cs/>
          <w:lang w:bidi="bn-IN"/>
        </w:rPr>
        <w:t>আমাদের সমাজে এরফানের ইনসানে কামেলের প্রভাব অত্যন্ত বেশি। এ কারণেই আমরা মহামানব ও</w:t>
      </w:r>
      <w:r w:rsidR="007049E8">
        <w:rPr>
          <w:lang w:bidi="bn-IN"/>
        </w:rPr>
        <w:t xml:space="preserve"> </w:t>
      </w:r>
      <w:r w:rsidRPr="007710BF">
        <w:rPr>
          <w:cs/>
          <w:lang w:bidi="bn-IN"/>
        </w:rPr>
        <w:t>পূর্ণ মানব বলতে তাকেই বুঝি এরফান যাকে আমাদের নিকট পরিচিত করিয়েছে। তাই এরফানের</w:t>
      </w:r>
      <w:r w:rsidR="007049E8">
        <w:rPr>
          <w:lang w:bidi="bn-IN"/>
        </w:rPr>
        <w:t xml:space="preserve"> </w:t>
      </w:r>
      <w:r w:rsidRPr="007710BF">
        <w:rPr>
          <w:cs/>
          <w:lang w:bidi="bn-IN"/>
        </w:rPr>
        <w:t xml:space="preserve">উপস্থাপিত মানুষ নিয়ে আমরা বিস্তারিত আলোচনা করব। তৃতীয় যে দুর্বলতাটি </w:t>
      </w:r>
      <w:r w:rsidR="00906B99">
        <w:rPr>
          <w:cs/>
          <w:lang w:bidi="bn-IN"/>
        </w:rPr>
        <w:t>উল্লেখ</w:t>
      </w:r>
      <w:r w:rsidRPr="007710BF">
        <w:rPr>
          <w:rFonts w:hint="cs"/>
          <w:cs/>
          <w:lang w:bidi="bn-IN"/>
        </w:rPr>
        <w:t xml:space="preserve"> করেছি তা</w:t>
      </w:r>
      <w:r w:rsidR="007049E8">
        <w:rPr>
          <w:lang w:bidi="bn-IN"/>
        </w:rPr>
        <w:t xml:space="preserve"> </w:t>
      </w:r>
      <w:r w:rsidRPr="007710BF">
        <w:rPr>
          <w:rFonts w:hint="cs"/>
          <w:cs/>
          <w:lang w:bidi="bn-IN"/>
        </w:rPr>
        <w:t>আজকে শুধু ইশারা করা হলো। পরবর্তী সভায় এর পাশ</w:t>
      </w:r>
      <w:r w:rsidRPr="007710BF">
        <w:rPr>
          <w:cs/>
          <w:lang w:bidi="bn-IN"/>
        </w:rPr>
        <w:t>াপাশি অন্য কিছু দিক নিয়েও আলোচনা করব</w:t>
      </w:r>
      <w:r w:rsidR="007049E8">
        <w:rPr>
          <w:lang w:bidi="bn-IN"/>
        </w:rPr>
        <w:t xml:space="preserve"> </w:t>
      </w:r>
      <w:r w:rsidRPr="007710BF">
        <w:rPr>
          <w:cs/>
          <w:lang w:bidi="bn-IN"/>
        </w:rPr>
        <w:t>ইনশা</w:t>
      </w:r>
      <w:r w:rsidR="006B46F0">
        <w:rPr>
          <w:cs/>
          <w:lang w:bidi="bn-IN"/>
        </w:rPr>
        <w:t>ল্লা</w:t>
      </w:r>
      <w:r w:rsidRPr="007710BF">
        <w:rPr>
          <w:rFonts w:hint="cs"/>
          <w:cs/>
          <w:lang w:bidi="bn-IN"/>
        </w:rPr>
        <w:t>হ্।</w:t>
      </w:r>
    </w:p>
    <w:p w:rsidR="007049E8" w:rsidRPr="00A3582C" w:rsidRDefault="007049E8" w:rsidP="009848A8">
      <w:pPr>
        <w:pStyle w:val="libNormal"/>
        <w:rPr>
          <w:rtl/>
          <w:cs/>
        </w:rPr>
      </w:pPr>
      <w:r>
        <w:rPr>
          <w:cs/>
          <w:lang w:bidi="bn-IN"/>
        </w:rPr>
        <w:br w:type="page"/>
      </w:r>
    </w:p>
    <w:p w:rsidR="007049E8" w:rsidRDefault="007710BF" w:rsidP="007049E8">
      <w:pPr>
        <w:pStyle w:val="Heading1Center"/>
      </w:pPr>
      <w:bookmarkStart w:id="37" w:name="_Toc392601446"/>
      <w:r w:rsidRPr="007710BF">
        <w:rPr>
          <w:rFonts w:hint="cs"/>
          <w:cs/>
          <w:lang w:bidi="bn-IN"/>
        </w:rPr>
        <w:t>এরফানী মতবাদের পর্যালোচনা ও মূল্যায়ন</w:t>
      </w:r>
      <w:bookmarkEnd w:id="37"/>
    </w:p>
    <w:p w:rsidR="007049E8" w:rsidRDefault="007049E8" w:rsidP="007049E8">
      <w:pPr>
        <w:pStyle w:val="libNormal"/>
        <w:rPr>
          <w:lang w:bidi="bn-IN"/>
        </w:rPr>
      </w:pPr>
    </w:p>
    <w:p w:rsidR="007049E8" w:rsidRDefault="007049E8" w:rsidP="00676B30">
      <w:pPr>
        <w:pStyle w:val="libAie"/>
        <w:rPr>
          <w:lang w:bidi="bn-IN"/>
        </w:rPr>
      </w:pPr>
      <w:r w:rsidRPr="003A3A02">
        <w:rPr>
          <w:rStyle w:val="libAlaemChar"/>
        </w:rPr>
        <w:t>)</w:t>
      </w:r>
      <w:r w:rsidRPr="00676B30">
        <w:rPr>
          <w:rFonts w:hint="cs"/>
          <w:rtl/>
        </w:rPr>
        <w:t>هُوَ الَّذِي بَعَثَ فِي الْأُمِّيِّينَ رَسُولًا مِنْهُمْ يَتْلُو عَلَيْهِمْ آيَاتِهِ وَيُزَكِّيهِمْ وَيُعَلِّمُهُمُ الْكِتَابَ وَالْحِكْمَةَ وَإِنْ كَانُوا مِنْ قَبْلُ لَفِي ضَلَالٍ مُبِينٍ</w:t>
      </w:r>
      <w:r w:rsidRPr="003A3A02">
        <w:rPr>
          <w:rStyle w:val="libAlaemChar"/>
        </w:rPr>
        <w:t>(</w:t>
      </w:r>
    </w:p>
    <w:p w:rsidR="007049E8" w:rsidRDefault="007049E8" w:rsidP="007049E8">
      <w:pPr>
        <w:pStyle w:val="libNormal"/>
        <w:rPr>
          <w:lang w:bidi="bn-IN"/>
        </w:rPr>
      </w:pPr>
    </w:p>
    <w:p w:rsidR="003A3A02" w:rsidRDefault="007710BF" w:rsidP="007049E8">
      <w:pPr>
        <w:pStyle w:val="libNormal"/>
        <w:rPr>
          <w:lang w:bidi="bn-IN"/>
        </w:rPr>
      </w:pPr>
      <w:r w:rsidRPr="007710BF">
        <w:rPr>
          <w:rFonts w:hint="cs"/>
          <w:cs/>
          <w:lang w:bidi="bn-IN"/>
        </w:rPr>
        <w:t>আমাদের এ আলোচনা সভার উদ্দেশ্য মূলত ইসলামের দৃষ্টিতে পূর্ণ মানবকে জানার জন্য চেষ্টা</w:t>
      </w:r>
      <w:r w:rsidR="003A3A02">
        <w:rPr>
          <w:lang w:bidi="bn-IN"/>
        </w:rPr>
        <w:t xml:space="preserve"> </w:t>
      </w:r>
      <w:r w:rsidRPr="007710BF">
        <w:rPr>
          <w:rFonts w:hint="cs"/>
          <w:cs/>
          <w:lang w:bidi="bn-IN"/>
        </w:rPr>
        <w:t>করা। আমরা বলেছি মানুষ একমাত্র অস্তিত্ব যার নিজ থেকে নিজকে পৃথক করা যায়। অর্থাৎ আম</w:t>
      </w:r>
      <w:r w:rsidRPr="007710BF">
        <w:rPr>
          <w:cs/>
          <w:lang w:bidi="bn-IN"/>
        </w:rPr>
        <w:t>রা</w:t>
      </w:r>
      <w:r w:rsidR="003A3A02">
        <w:rPr>
          <w:lang w:bidi="bn-IN"/>
        </w:rPr>
        <w:t xml:space="preserve"> </w:t>
      </w:r>
      <w:r w:rsidRPr="007710BF">
        <w:rPr>
          <w:cs/>
          <w:lang w:bidi="bn-IN"/>
        </w:rPr>
        <w:t xml:space="preserve">কোথাও এমন কোন পাথর </w:t>
      </w:r>
      <w:r w:rsidR="00250C43">
        <w:rPr>
          <w:cs/>
          <w:lang w:bidi="bn-IN"/>
        </w:rPr>
        <w:t>খুজে</w:t>
      </w:r>
      <w:r w:rsidRPr="007710BF">
        <w:rPr>
          <w:cs/>
          <w:lang w:bidi="bn-IN"/>
        </w:rPr>
        <w:t xml:space="preserve"> পাব না যার মধ্যে পাথরের বৈশিষ্ট্য নেই বা বিড়াল </w:t>
      </w:r>
      <w:r w:rsidR="00250C43">
        <w:rPr>
          <w:cs/>
          <w:lang w:bidi="bn-IN"/>
        </w:rPr>
        <w:t>খুজে</w:t>
      </w:r>
      <w:r w:rsidR="003A3A02">
        <w:rPr>
          <w:cs/>
          <w:lang w:bidi="bn-IN"/>
        </w:rPr>
        <w:t xml:space="preserve"> পাব না যার</w:t>
      </w:r>
      <w:r w:rsidR="003A3A02">
        <w:rPr>
          <w:lang w:bidi="bn-IN"/>
        </w:rPr>
        <w:t xml:space="preserve"> </w:t>
      </w:r>
      <w:r w:rsidRPr="007710BF">
        <w:rPr>
          <w:cs/>
          <w:lang w:bidi="bn-IN"/>
        </w:rPr>
        <w:t>মধ্যে বিড়ালের স্বভাব নেই। এরূপ কোন কুকরের বৈশিষ্ট্যহীন কুকুর</w:t>
      </w:r>
      <w:r w:rsidR="00895143">
        <w:t>,</w:t>
      </w:r>
      <w:r w:rsidR="003A3A02">
        <w:rPr>
          <w:cs/>
          <w:lang w:bidi="bn-IN"/>
        </w:rPr>
        <w:t>নেকড়ের স্বভাবহীন নেকড়ে খঁজে</w:t>
      </w:r>
      <w:r w:rsidR="003A3A02">
        <w:rPr>
          <w:lang w:bidi="bn-IN"/>
        </w:rPr>
        <w:t xml:space="preserve"> </w:t>
      </w:r>
      <w:r w:rsidRPr="007710BF">
        <w:rPr>
          <w:cs/>
          <w:lang w:bidi="bn-IN"/>
        </w:rPr>
        <w:t>পাওয়া যাবে না। কারণ পৃথিবীর সব নেকড়েই যে স্বভাবগুলোর কারণে তাকে আমরা নেকড়ে বলি</w:t>
      </w:r>
      <w:r w:rsidR="003A3A02">
        <w:rPr>
          <w:lang w:bidi="bn-IN"/>
        </w:rPr>
        <w:t xml:space="preserve"> </w:t>
      </w:r>
      <w:r w:rsidRPr="007710BF">
        <w:rPr>
          <w:cs/>
          <w:lang w:bidi="bn-IN"/>
        </w:rPr>
        <w:t>প্রকৃতিগতভাবেই সেগুলোর অধিকারী। শুধু মানুষ এরূপ যে</w:t>
      </w:r>
      <w:r w:rsidR="00895143">
        <w:t>,</w:t>
      </w:r>
      <w:r w:rsidRPr="007710BF">
        <w:rPr>
          <w:cs/>
          <w:lang w:bidi="bn-IN"/>
        </w:rPr>
        <w:t>মনুষ্যত্ব তার মধ্যে নেই এবং তা অর্জন</w:t>
      </w:r>
      <w:r w:rsidR="003A3A02">
        <w:rPr>
          <w:lang w:bidi="bn-IN"/>
        </w:rPr>
        <w:t xml:space="preserve"> </w:t>
      </w:r>
      <w:r w:rsidRPr="007710BF">
        <w:rPr>
          <w:cs/>
          <w:lang w:bidi="bn-IN"/>
        </w:rPr>
        <w:t xml:space="preserve">করতে হয়। এ ছাড়াও আমরা আলোচনা করেছি মনুষ্যত্ব তার জৈব বা বায়োলজিক বৈশিষ্ট্যের </w:t>
      </w:r>
      <w:r w:rsidR="003A3A02">
        <w:rPr>
          <w:cs/>
          <w:lang w:bidi="bn-IN"/>
        </w:rPr>
        <w:t>অন্তর্গত</w:t>
      </w:r>
      <w:r w:rsidR="003A3A02">
        <w:rPr>
          <w:lang w:bidi="bn-IN"/>
        </w:rPr>
        <w:t xml:space="preserve"> </w:t>
      </w:r>
      <w:r w:rsidRPr="007710BF">
        <w:rPr>
          <w:cs/>
          <w:lang w:bidi="bn-IN"/>
        </w:rPr>
        <w:t>নয়। যে বস্তুটি মনুষ্যত্ব বা মানুষ হওয়ার সঙ্গে জড়িত তা তার জৈবিক বৈশিষ্ট্য থেকে পৃথক।</w:t>
      </w:r>
    </w:p>
    <w:p w:rsidR="003A3A02" w:rsidRDefault="007710BF" w:rsidP="003A3A02">
      <w:pPr>
        <w:pStyle w:val="libCenter"/>
        <w:rPr>
          <w:lang w:bidi="bn-IN"/>
        </w:rPr>
      </w:pPr>
      <w:r w:rsidRPr="001933EC">
        <w:rPr>
          <w:rStyle w:val="libAlaemChar"/>
        </w:rPr>
        <w:t>“</w:t>
      </w:r>
      <w:r w:rsidRPr="007710BF">
        <w:rPr>
          <w:cs/>
          <w:lang w:bidi="bn-IN"/>
        </w:rPr>
        <w:t>মনুষ্যত্বের বৈশিষ্ট্যেই হয় মানুষ সম্মানিত</w:t>
      </w:r>
      <w:r w:rsidR="003A3A02">
        <w:rPr>
          <w:lang w:bidi="bn-IN"/>
        </w:rPr>
        <w:t xml:space="preserve"> </w:t>
      </w:r>
    </w:p>
    <w:p w:rsidR="003A3A02" w:rsidRDefault="007710BF" w:rsidP="003A3A02">
      <w:pPr>
        <w:pStyle w:val="libCenter"/>
        <w:rPr>
          <w:rStyle w:val="libAlaemChar"/>
        </w:rPr>
      </w:pPr>
      <w:r w:rsidRPr="007710BF">
        <w:rPr>
          <w:cs/>
          <w:lang w:bidi="bn-IN"/>
        </w:rPr>
        <w:t>মানুষ সে নয় যে বাহ্যিক সাজে সজ্জিত।</w:t>
      </w:r>
      <w:r w:rsidRPr="001933EC">
        <w:rPr>
          <w:rStyle w:val="libAlaemChar"/>
        </w:rPr>
        <w:t>”</w:t>
      </w:r>
    </w:p>
    <w:p w:rsidR="003A3A02" w:rsidRDefault="007710BF" w:rsidP="003A3A02">
      <w:pPr>
        <w:pStyle w:val="libCenter"/>
      </w:pPr>
      <w:r w:rsidRPr="007710BF">
        <w:rPr>
          <w:cs/>
          <w:lang w:bidi="bn-IN"/>
        </w:rPr>
        <w:t>মোটামুটি সবাই এটা জানেন যে</w:t>
      </w:r>
      <w:r w:rsidR="00895143">
        <w:t>,</w:t>
      </w:r>
      <w:r w:rsidRPr="007710BF">
        <w:rPr>
          <w:cs/>
          <w:lang w:bidi="bn-IN"/>
        </w:rPr>
        <w:t>শুধু অস্তিত্বগত বা জৈবিক কারণে অর্থাৎ জীব বিজ্ঞান বা চিকিৎসা</w:t>
      </w:r>
      <w:r w:rsidR="003A3A02">
        <w:rPr>
          <w:lang w:bidi="bn-IN"/>
        </w:rPr>
        <w:t xml:space="preserve"> </w:t>
      </w:r>
      <w:r w:rsidRPr="007710BF">
        <w:rPr>
          <w:cs/>
          <w:lang w:bidi="bn-IN"/>
        </w:rPr>
        <w:t>বিজ্ঞানের ভাষায় কাউকে মানুষ বলাটা কোন ব্যক্তির মানুষ হওয়ার জন্য যথেষ্ট নয়। মানুষ হওয়াটা এ</w:t>
      </w:r>
      <w:r w:rsidR="003A3A02">
        <w:rPr>
          <w:lang w:bidi="bn-IN"/>
        </w:rPr>
        <w:t xml:space="preserve"> </w:t>
      </w:r>
      <w:r w:rsidRPr="007710BF">
        <w:rPr>
          <w:cs/>
          <w:lang w:bidi="bn-IN"/>
        </w:rPr>
        <w:t>থেকে স্বতন্ত্র কোন বিষয়। যে কেউ মানবী থেকে জন্মগ্রহণ করার অর্থ তার মানুষ হওয়া নয়। এজন্যই</w:t>
      </w:r>
      <w:r w:rsidR="003A3A02">
        <w:rPr>
          <w:lang w:bidi="bn-IN"/>
        </w:rPr>
        <w:t xml:space="preserve"> </w:t>
      </w:r>
      <w:r w:rsidRPr="007710BF">
        <w:rPr>
          <w:cs/>
          <w:lang w:bidi="bn-IN"/>
        </w:rPr>
        <w:t>বলা হয়েছে</w:t>
      </w:r>
      <w:r w:rsidR="00895143">
        <w:t>,</w:t>
      </w:r>
    </w:p>
    <w:p w:rsidR="003A3A02" w:rsidRDefault="007710BF" w:rsidP="003A3A02">
      <w:pPr>
        <w:pStyle w:val="libCenter"/>
      </w:pPr>
      <w:r w:rsidRPr="001933EC">
        <w:rPr>
          <w:rStyle w:val="libAlaemChar"/>
        </w:rPr>
        <w:t>“</w:t>
      </w:r>
      <w:r w:rsidRPr="007710BF">
        <w:rPr>
          <w:cs/>
          <w:lang w:bidi="bn-IN"/>
        </w:rPr>
        <w:t>জ্ঞানী হওয়া কত সহজ</w:t>
      </w:r>
      <w:r w:rsidR="003A3A02">
        <w:rPr>
          <w:lang w:bidi="bn-IN"/>
        </w:rPr>
        <w:t xml:space="preserve"> </w:t>
      </w:r>
      <w:r w:rsidRPr="007710BF">
        <w:rPr>
          <w:cs/>
          <w:lang w:bidi="bn-IN"/>
        </w:rPr>
        <w:t>মানুষ হওয়া কত কঠিন!</w:t>
      </w:r>
      <w:r w:rsidRPr="001933EC">
        <w:rPr>
          <w:rStyle w:val="libAlaemChar"/>
        </w:rPr>
        <w:t>”</w:t>
      </w:r>
    </w:p>
    <w:p w:rsidR="003A3A02" w:rsidRDefault="007710BF" w:rsidP="003A3A02">
      <w:pPr>
        <w:pStyle w:val="libNormal"/>
        <w:rPr>
          <w:lang w:bidi="bn-IN"/>
        </w:rPr>
      </w:pPr>
      <w:r w:rsidRPr="007710BF">
        <w:rPr>
          <w:cs/>
          <w:lang w:bidi="bn-IN"/>
        </w:rPr>
        <w:t>অর্থাৎ মানুষ যখন পৃথিবীতে জন্মগ্রহণ করে তখন আলেম বা জ্ঞানী হওয়ার যোগ্যতা তার মধ্যে সুপ্ত</w:t>
      </w:r>
      <w:r w:rsidR="003A3A02">
        <w:rPr>
          <w:lang w:bidi="bn-IN"/>
        </w:rPr>
        <w:t xml:space="preserve"> </w:t>
      </w:r>
      <w:r w:rsidRPr="007710BF">
        <w:rPr>
          <w:cs/>
          <w:lang w:bidi="bn-IN"/>
        </w:rPr>
        <w:t>অবস্থায় থাকে</w:t>
      </w:r>
      <w:r w:rsidRPr="007710BF">
        <w:t xml:space="preserve">; </w:t>
      </w:r>
      <w:r w:rsidRPr="007710BF">
        <w:rPr>
          <w:cs/>
          <w:lang w:bidi="bn-IN"/>
        </w:rPr>
        <w:t>কার্যকর অবস্থায় নয়। তেমনি মনুষ্যত্বের বৈশিষ্ট্য তার মধ্যে সুপ্তাবস্থায় নিহিত রয়েছে</w:t>
      </w:r>
      <w:r w:rsidRPr="007710BF">
        <w:t>;</w:t>
      </w:r>
      <w:r w:rsidRPr="007710BF">
        <w:rPr>
          <w:cs/>
          <w:lang w:bidi="bn-IN"/>
        </w:rPr>
        <w:t>কার্যকরভাবে নয়। তাই এ অবস্থায় প্রশ্ন আসে মানুষ হওয়া বা মনুষ্যত্বের বৈশিষ্ট্য অর্জনের মাধ্যমে</w:t>
      </w:r>
      <w:r w:rsidR="003A3A02">
        <w:rPr>
          <w:lang w:bidi="bn-IN"/>
        </w:rPr>
        <w:t xml:space="preserve"> </w:t>
      </w:r>
      <w:r w:rsidR="005E5BE9">
        <w:rPr>
          <w:cs/>
          <w:lang w:bidi="bn-IN"/>
        </w:rPr>
        <w:t>প্রকৃত</w:t>
      </w:r>
      <w:r w:rsidRPr="007710BF">
        <w:rPr>
          <w:cs/>
          <w:lang w:bidi="bn-IN"/>
        </w:rPr>
        <w:t xml:space="preserve"> মানুষে পরিণত হওয়ার অর্থ কি</w:t>
      </w:r>
      <w:r w:rsidRPr="007710BF">
        <w:t xml:space="preserve">? </w:t>
      </w:r>
      <w:r w:rsidRPr="007710BF">
        <w:rPr>
          <w:cs/>
          <w:lang w:bidi="bn-IN"/>
        </w:rPr>
        <w:t>একজন জীববিজ্ঞানী যেমনি এ মানুষ হওয়াকে আমাদের</w:t>
      </w:r>
      <w:r w:rsidR="003A3A02">
        <w:rPr>
          <w:lang w:bidi="bn-IN"/>
        </w:rPr>
        <w:t xml:space="preserve"> </w:t>
      </w:r>
      <w:r w:rsidRPr="007710BF">
        <w:rPr>
          <w:cs/>
          <w:lang w:bidi="bn-IN"/>
        </w:rPr>
        <w:t>প্রদর্শন করতে পারেন না তেমনি এক চিকিৎসা বিজ্ঞানীও সেটাকে আমাদের পরিচিত করাতে সক্ষম</w:t>
      </w:r>
      <w:r w:rsidR="003A3A02">
        <w:rPr>
          <w:lang w:bidi="bn-IN"/>
        </w:rPr>
        <w:t xml:space="preserve"> </w:t>
      </w:r>
      <w:r w:rsidRPr="007710BF">
        <w:rPr>
          <w:cs/>
          <w:lang w:bidi="bn-IN"/>
        </w:rPr>
        <w:t>নন। মনুষ্যত্ব এমন একটি বিষয় যা চরম বস্তুবাদী মতাদর্শও অস্বীকার করতে পারে না। তদুপরি</w:t>
      </w:r>
      <w:r w:rsidR="003A3A02">
        <w:rPr>
          <w:lang w:bidi="bn-IN"/>
        </w:rPr>
        <w:t xml:space="preserve"> </w:t>
      </w:r>
      <w:r w:rsidRPr="007710BF">
        <w:rPr>
          <w:cs/>
          <w:lang w:bidi="bn-IN"/>
        </w:rPr>
        <w:t xml:space="preserve">বস্তুগত মানদণ্ড দিয়েও এর </w:t>
      </w:r>
      <w:r w:rsidR="003A3A02">
        <w:rPr>
          <w:cs/>
          <w:lang w:bidi="bn-IN"/>
        </w:rPr>
        <w:t>বিশ্লেষণ</w:t>
      </w:r>
      <w:r w:rsidRPr="007710BF">
        <w:rPr>
          <w:rFonts w:hint="cs"/>
          <w:cs/>
          <w:lang w:bidi="bn-IN"/>
        </w:rPr>
        <w:t xml:space="preserve"> সম্ভব নয়। এজন্যই বলেছি মানুষ নিজেই নিজের জন্য নৈতিকতা</w:t>
      </w:r>
      <w:r w:rsidR="003A3A02">
        <w:rPr>
          <w:rFonts w:hint="cs"/>
          <w:cs/>
          <w:lang w:bidi="bn-IN"/>
        </w:rPr>
        <w:t>.</w:t>
      </w:r>
      <w:r w:rsidRPr="007710BF">
        <w:rPr>
          <w:rFonts w:hint="cs"/>
          <w:cs/>
          <w:lang w:bidi="bn-IN"/>
        </w:rPr>
        <w:t>ও আধ্যাত্ম</w:t>
      </w:r>
      <w:r w:rsidRPr="007710BF">
        <w:rPr>
          <w:cs/>
          <w:lang w:bidi="bn-IN"/>
        </w:rPr>
        <w:t>িকতায় প্রবেশের পথ। মানুষ তার অস্তিত্বের অভ্যন্তর থেকে অন্য যে পথে অধ্যাত্মিকতায়</w:t>
      </w:r>
      <w:r w:rsidR="003A3A02">
        <w:rPr>
          <w:lang w:bidi="bn-IN"/>
        </w:rPr>
        <w:t xml:space="preserve"> </w:t>
      </w:r>
      <w:r w:rsidRPr="007710BF">
        <w:rPr>
          <w:cs/>
          <w:lang w:bidi="bn-IN"/>
        </w:rPr>
        <w:t>প্রবেশ করতে পারে এবং বুঝতে পারে যে</w:t>
      </w:r>
      <w:r w:rsidR="00895143">
        <w:t>,</w:t>
      </w:r>
      <w:r w:rsidRPr="007710BF">
        <w:rPr>
          <w:cs/>
          <w:lang w:bidi="bn-IN"/>
        </w:rPr>
        <w:t>বস্তুজগতের বাইরেও এমন অনেক বিষয় রয়েছে যা পঞ্চ</w:t>
      </w:r>
      <w:r w:rsidR="003A3A02">
        <w:rPr>
          <w:lang w:bidi="bn-IN"/>
        </w:rPr>
        <w:t xml:space="preserve"> </w:t>
      </w:r>
      <w:r w:rsidRPr="007710BF">
        <w:rPr>
          <w:cs/>
          <w:lang w:bidi="bn-IN"/>
        </w:rPr>
        <w:t>ইন্দ্রিয়ের মাধ্যমে অনুভব</w:t>
      </w:r>
      <w:r w:rsidR="003A3A02">
        <w:rPr>
          <w:lang w:bidi="bn-IN"/>
        </w:rPr>
        <w:t xml:space="preserve"> </w:t>
      </w:r>
      <w:r w:rsidRPr="007710BF">
        <w:rPr>
          <w:cs/>
          <w:lang w:bidi="bn-IN"/>
        </w:rPr>
        <w:t>যোগ্য নয় বা ল্যাবরেটরীতেও তার পরীক্ষা সম্ভব নয় (কিন্তু সকল মানুষই তা</w:t>
      </w:r>
      <w:r w:rsidR="003A3A02">
        <w:rPr>
          <w:lang w:bidi="bn-IN"/>
        </w:rPr>
        <w:t xml:space="preserve"> </w:t>
      </w:r>
      <w:r w:rsidRPr="007710BF">
        <w:rPr>
          <w:cs/>
          <w:lang w:bidi="bn-IN"/>
        </w:rPr>
        <w:t>বিশ্বাস করে) তা হলো তার মনুষ্যত্ব</w:t>
      </w:r>
      <w:r w:rsidR="003936CB">
        <w:t>-</w:t>
      </w:r>
      <w:r w:rsidRPr="007710BF">
        <w:rPr>
          <w:cs/>
          <w:lang w:bidi="bn-IN"/>
        </w:rPr>
        <w:t xml:space="preserve">যা জীববিজ্ঞানের </w:t>
      </w:r>
      <w:r w:rsidR="003A3A02">
        <w:rPr>
          <w:cs/>
          <w:lang w:bidi="bn-IN"/>
        </w:rPr>
        <w:t>বহির্ভূত</w:t>
      </w:r>
      <w:r w:rsidRPr="007710BF">
        <w:rPr>
          <w:cs/>
          <w:lang w:bidi="bn-IN"/>
        </w:rPr>
        <w:t xml:space="preserve"> বিষয়। চরম বস্তুবাদী ব্যক্তিবর্গ</w:t>
      </w:r>
      <w:r w:rsidR="003A3A02">
        <w:rPr>
          <w:lang w:bidi="bn-IN"/>
        </w:rPr>
        <w:t xml:space="preserve"> </w:t>
      </w:r>
      <w:r w:rsidR="003A3A02">
        <w:rPr>
          <w:cs/>
          <w:lang w:bidi="bn-IN"/>
        </w:rPr>
        <w:t>ও</w:t>
      </w:r>
      <w:r w:rsidR="003A3A02">
        <w:rPr>
          <w:lang w:bidi="bn-IN"/>
        </w:rPr>
        <w:t xml:space="preserve"> </w:t>
      </w:r>
      <w:r w:rsidRPr="007710BF">
        <w:rPr>
          <w:cs/>
          <w:lang w:bidi="bn-IN"/>
        </w:rPr>
        <w:t>একটি বিষয় মানেন</w:t>
      </w:r>
      <w:r w:rsidR="00895143">
        <w:t>,</w:t>
      </w:r>
      <w:r w:rsidRPr="007710BF">
        <w:rPr>
          <w:cs/>
          <w:lang w:bidi="bn-IN"/>
        </w:rPr>
        <w:t xml:space="preserve">যাকে </w:t>
      </w:r>
      <w:r w:rsidRPr="001933EC">
        <w:rPr>
          <w:rStyle w:val="libAlaemChar"/>
        </w:rPr>
        <w:t>‘</w:t>
      </w:r>
      <w:r w:rsidRPr="007710BF">
        <w:rPr>
          <w:cs/>
          <w:lang w:bidi="bn-IN"/>
        </w:rPr>
        <w:t>মানবিক মূল্যবোধ</w:t>
      </w:r>
      <w:r w:rsidRPr="001933EC">
        <w:rPr>
          <w:rStyle w:val="libAlaemChar"/>
        </w:rPr>
        <w:t>’</w:t>
      </w:r>
      <w:r w:rsidRPr="007710BF">
        <w:t xml:space="preserve"> </w:t>
      </w:r>
      <w:r w:rsidRPr="007710BF">
        <w:rPr>
          <w:cs/>
          <w:lang w:bidi="bn-IN"/>
        </w:rPr>
        <w:t>বলা হয়। যখন বলা হয় মানবিক মূল্যবোধ তখন এর</w:t>
      </w:r>
      <w:r w:rsidR="003A3A02">
        <w:rPr>
          <w:lang w:bidi="bn-IN"/>
        </w:rPr>
        <w:t xml:space="preserve"> </w:t>
      </w:r>
      <w:r w:rsidRPr="007710BF">
        <w:rPr>
          <w:cs/>
          <w:lang w:bidi="bn-IN"/>
        </w:rPr>
        <w:t>অর্থ মানুষের বস্তুসত্তার বাইরের একটি বিষয়।</w:t>
      </w:r>
    </w:p>
    <w:p w:rsidR="00E13F29" w:rsidRDefault="007710BF" w:rsidP="003A3A02">
      <w:pPr>
        <w:pStyle w:val="libNormal"/>
        <w:rPr>
          <w:lang w:bidi="bn-IN"/>
        </w:rPr>
      </w:pPr>
      <w:r w:rsidRPr="007710BF">
        <w:rPr>
          <w:cs/>
          <w:lang w:bidi="bn-IN"/>
        </w:rPr>
        <w:t>আমরা চাই মানুষের মৌলিক মূল্যবোধগুলোকে ইসলামের ভিত্তিতে চিনতে অর্থাৎ আমরা বুঝতে</w:t>
      </w:r>
      <w:r w:rsidR="003A3A02">
        <w:rPr>
          <w:lang w:bidi="bn-IN"/>
        </w:rPr>
        <w:t xml:space="preserve"> </w:t>
      </w:r>
      <w:r w:rsidRPr="007710BF">
        <w:rPr>
          <w:cs/>
          <w:lang w:bidi="bn-IN"/>
        </w:rPr>
        <w:t>চাই কোন্ বিষয়গুলোকে ইসলাম মৌলিক মানবিক মূল্যবোধ বলে জানে। আমরা যতক্ষণ পর্যন্ত অন্যান্য</w:t>
      </w:r>
      <w:r w:rsidR="003A3A02">
        <w:rPr>
          <w:lang w:bidi="bn-IN"/>
        </w:rPr>
        <w:t xml:space="preserve"> </w:t>
      </w:r>
      <w:r w:rsidRPr="007710BF">
        <w:rPr>
          <w:cs/>
          <w:lang w:bidi="bn-IN"/>
        </w:rPr>
        <w:t>মতবাদকে উপস্থাপনের মাধ্যমে পর্যালোচনা না করব ততক্ষণ ইসলামের দৃষ্টিভঙ্গিকে জানতে পারবনা</w:t>
      </w:r>
      <w:r w:rsidRPr="007710BF">
        <w:rPr>
          <w:cs/>
          <w:lang w:bidi="hi-IN"/>
        </w:rPr>
        <w:t xml:space="preserve">। </w:t>
      </w:r>
      <w:r w:rsidRPr="007710BF">
        <w:rPr>
          <w:cs/>
          <w:lang w:bidi="bn-IN"/>
        </w:rPr>
        <w:t xml:space="preserve">পর্যালোচনা এখানে </w:t>
      </w:r>
      <w:r w:rsidR="005E5BE9">
        <w:rPr>
          <w:cs/>
          <w:lang w:bidi="bn-IN"/>
        </w:rPr>
        <w:t>প্রকৃত</w:t>
      </w:r>
      <w:r w:rsidRPr="007710BF">
        <w:rPr>
          <w:cs/>
          <w:lang w:bidi="bn-IN"/>
        </w:rPr>
        <w:t xml:space="preserve"> </w:t>
      </w:r>
      <w:r w:rsidR="00695D8C">
        <w:rPr>
          <w:cs/>
          <w:lang w:bidi="bn-IN"/>
        </w:rPr>
        <w:t>অর্থে</w:t>
      </w:r>
      <w:r w:rsidRPr="007710BF">
        <w:rPr>
          <w:cs/>
          <w:lang w:bidi="bn-IN"/>
        </w:rPr>
        <w:t>ই পর্যালোচনা</w:t>
      </w:r>
      <w:r w:rsidR="00895143">
        <w:t>,</w:t>
      </w:r>
      <w:r w:rsidRPr="007710BF">
        <w:rPr>
          <w:cs/>
          <w:lang w:bidi="bn-IN"/>
        </w:rPr>
        <w:t>শুধু ত্রুটিসমূহ</w:t>
      </w:r>
      <w:r w:rsidR="003A3A02">
        <w:rPr>
          <w:cs/>
          <w:lang w:bidi="bn-IN"/>
        </w:rPr>
        <w:t xml:space="preserve"> সনাক্ত করা নয়। পর্যালোচনার কাজ</w:t>
      </w:r>
      <w:r w:rsidR="003A3A02">
        <w:rPr>
          <w:lang w:bidi="bn-IN"/>
        </w:rPr>
        <w:t xml:space="preserve"> </w:t>
      </w:r>
      <w:r w:rsidRPr="007710BF">
        <w:rPr>
          <w:cs/>
          <w:lang w:bidi="bn-IN"/>
        </w:rPr>
        <w:t>ঠিক একজন মুদ্রা বিশেষজ্ঞের কাজের ন্যায় অর্থাৎ একজন মুদ্রা বিশেষজ্ঞ যা করেন তা হলো কষ্টি</w:t>
      </w:r>
      <w:r w:rsidR="003A3A02">
        <w:rPr>
          <w:lang w:bidi="bn-IN"/>
        </w:rPr>
        <w:t xml:space="preserve"> </w:t>
      </w:r>
      <w:r w:rsidR="003A3A02">
        <w:rPr>
          <w:cs/>
          <w:lang w:bidi="bn-IN"/>
        </w:rPr>
        <w:t>পাথরের মাধ্যমে একটি মুদ্রা</w:t>
      </w:r>
      <w:r w:rsidRPr="007710BF">
        <w:rPr>
          <w:cs/>
          <w:lang w:bidi="bn-IN"/>
        </w:rPr>
        <w:t>র বিশুদ্ধতা যাচাই</w:t>
      </w:r>
      <w:r w:rsidRPr="007710BF">
        <w:t xml:space="preserve">; </w:t>
      </w:r>
      <w:r w:rsidRPr="007710BF">
        <w:rPr>
          <w:cs/>
          <w:lang w:bidi="bn-IN"/>
        </w:rPr>
        <w:t xml:space="preserve">তিনি </w:t>
      </w:r>
      <w:r w:rsidR="003A3A02">
        <w:rPr>
          <w:cs/>
          <w:lang w:bidi="bn-IN"/>
        </w:rPr>
        <w:t>বিশ্লেষণ</w:t>
      </w:r>
      <w:r w:rsidR="003A3A02">
        <w:rPr>
          <w:rFonts w:hint="cs"/>
          <w:cs/>
          <w:lang w:bidi="bn-IN"/>
        </w:rPr>
        <w:t xml:space="preserve"> করে দেখেন মুদ্রা</w:t>
      </w:r>
      <w:r w:rsidRPr="007710BF">
        <w:rPr>
          <w:rFonts w:hint="cs"/>
          <w:cs/>
          <w:lang w:bidi="bn-IN"/>
        </w:rPr>
        <w:t>টিতে কত ভাগ নিখাঁদ</w:t>
      </w:r>
      <w:r w:rsidR="003A3A02">
        <w:rPr>
          <w:lang w:bidi="bn-IN"/>
        </w:rPr>
        <w:t xml:space="preserve"> </w:t>
      </w:r>
      <w:r w:rsidRPr="007710BF">
        <w:rPr>
          <w:rFonts w:hint="cs"/>
          <w:cs/>
          <w:lang w:bidi="bn-IN"/>
        </w:rPr>
        <w:t xml:space="preserve">স্বর্ণ বা রৌপ্য এবং কত ভাগ মিশ্রণ </w:t>
      </w:r>
      <w:r w:rsidRPr="007710BF">
        <w:rPr>
          <w:cs/>
          <w:lang w:bidi="bn-IN"/>
        </w:rPr>
        <w:t xml:space="preserve">রয়েছে। সুতরাং পর্যালোচনার অর্থ বিষয়টি </w:t>
      </w:r>
      <w:r w:rsidR="003A3A02">
        <w:rPr>
          <w:cs/>
          <w:lang w:bidi="bn-IN"/>
        </w:rPr>
        <w:t>সম্পূর্ণরূপে প্রত্যাখ্যান</w:t>
      </w:r>
      <w:r w:rsidR="003A3A02">
        <w:rPr>
          <w:lang w:bidi="bn-IN"/>
        </w:rPr>
        <w:t xml:space="preserve"> </w:t>
      </w:r>
      <w:r w:rsidRPr="007710BF">
        <w:rPr>
          <w:cs/>
          <w:lang w:bidi="bn-IN"/>
        </w:rPr>
        <w:t>করা নয়</w:t>
      </w:r>
      <w:r w:rsidR="00895143">
        <w:t>,</w:t>
      </w:r>
      <w:r w:rsidRPr="007710BF">
        <w:rPr>
          <w:cs/>
          <w:lang w:bidi="bn-IN"/>
        </w:rPr>
        <w:t>বরং এটা দেখা যে</w:t>
      </w:r>
      <w:r w:rsidR="00895143">
        <w:t>,</w:t>
      </w:r>
      <w:r w:rsidRPr="007710BF">
        <w:rPr>
          <w:cs/>
          <w:lang w:bidi="bn-IN"/>
        </w:rPr>
        <w:t>ইসলামের মানদণ্ড বা কষ্টি পাথরে যাচাই করলে বিষয়টির কত ভাগ</w:t>
      </w:r>
      <w:r w:rsidR="00E13F29">
        <w:rPr>
          <w:lang w:bidi="bn-IN"/>
        </w:rPr>
        <w:t xml:space="preserve"> </w:t>
      </w:r>
      <w:r w:rsidRPr="007710BF">
        <w:rPr>
          <w:cs/>
          <w:lang w:bidi="bn-IN"/>
        </w:rPr>
        <w:t>গ্রহণযোগ্য</w:t>
      </w:r>
      <w:r w:rsidRPr="007710BF">
        <w:rPr>
          <w:cs/>
          <w:lang w:bidi="hi-IN"/>
        </w:rPr>
        <w:t xml:space="preserve">। </w:t>
      </w:r>
      <w:r w:rsidRPr="007710BF">
        <w:rPr>
          <w:cs/>
          <w:lang w:bidi="bn-IN"/>
        </w:rPr>
        <w:t>দর্শন</w:t>
      </w:r>
      <w:r w:rsidR="00895143">
        <w:t>,</w:t>
      </w:r>
      <w:r w:rsidRPr="007710BF">
        <w:rPr>
          <w:cs/>
          <w:lang w:bidi="bn-IN"/>
        </w:rPr>
        <w:t>এরফান বা অন্যান্য মতবাদ যে মুদ্রা গুলো ছেড়েছে যদি সেগুলোকে যথার্থ</w:t>
      </w:r>
      <w:r w:rsidR="00E13F29">
        <w:rPr>
          <w:lang w:bidi="bn-IN"/>
        </w:rPr>
        <w:t xml:space="preserve"> </w:t>
      </w:r>
      <w:r w:rsidRPr="007710BF">
        <w:rPr>
          <w:cs/>
          <w:lang w:bidi="bn-IN"/>
        </w:rPr>
        <w:t>ভাবে</w:t>
      </w:r>
      <w:r w:rsidR="00E13F29">
        <w:rPr>
          <w:lang w:bidi="bn-IN"/>
        </w:rPr>
        <w:t xml:space="preserve"> </w:t>
      </w:r>
      <w:r w:rsidRPr="007710BF">
        <w:rPr>
          <w:cs/>
          <w:lang w:bidi="bn-IN"/>
        </w:rPr>
        <w:t>যাচাই না করি তবে ইসলামের মুদ্রা কে আমরা চিনতে পারব না। তাই এ মতবাদগুলো উপস্থাপন না</w:t>
      </w:r>
      <w:r w:rsidR="00E13F29">
        <w:rPr>
          <w:lang w:bidi="bn-IN"/>
        </w:rPr>
        <w:t xml:space="preserve"> </w:t>
      </w:r>
      <w:r w:rsidRPr="007710BF">
        <w:rPr>
          <w:cs/>
          <w:lang w:bidi="bn-IN"/>
        </w:rPr>
        <w:t>করে আমি নিজে নিজেই যদি বলি</w:t>
      </w:r>
      <w:r w:rsidR="00895143">
        <w:t>,</w:t>
      </w:r>
      <w:r w:rsidRPr="007710BF">
        <w:rPr>
          <w:cs/>
          <w:lang w:bidi="bn-IN"/>
        </w:rPr>
        <w:t>ইসলামের মৌলিক মানবিক মূল্যবোধ অমুক অমুক বিষয় তাহলে</w:t>
      </w:r>
      <w:r w:rsidR="00E13F29">
        <w:rPr>
          <w:lang w:bidi="bn-IN"/>
        </w:rPr>
        <w:t xml:space="preserve"> </w:t>
      </w:r>
      <w:r w:rsidRPr="007710BF">
        <w:rPr>
          <w:cs/>
          <w:lang w:bidi="bn-IN"/>
        </w:rPr>
        <w:t>আমার দৃঢ় বিশ্বাস কেউই তার প্রতিবাদ করে বলবে না যে</w:t>
      </w:r>
      <w:r w:rsidR="00895143">
        <w:t>,</w:t>
      </w:r>
      <w:r w:rsidRPr="007710BF">
        <w:rPr>
          <w:cs/>
          <w:lang w:bidi="bn-IN"/>
        </w:rPr>
        <w:t>এ ব্যতীত অন্য একটি বিষয়ও রয়েছে বা</w:t>
      </w:r>
      <w:r w:rsidR="00E13F29">
        <w:rPr>
          <w:lang w:bidi="bn-IN"/>
        </w:rPr>
        <w:t xml:space="preserve"> </w:t>
      </w:r>
      <w:r w:rsidRPr="007710BF">
        <w:rPr>
          <w:cs/>
          <w:lang w:bidi="bn-IN"/>
        </w:rPr>
        <w:t>বলবে না যে</w:t>
      </w:r>
      <w:r w:rsidR="00895143">
        <w:t>,</w:t>
      </w:r>
      <w:r w:rsidRPr="007710BF">
        <w:rPr>
          <w:cs/>
          <w:lang w:bidi="bn-IN"/>
        </w:rPr>
        <w:t>কেন এটি মূল্যবোধ অন্যটি নয়</w:t>
      </w:r>
      <w:r w:rsidRPr="007710BF">
        <w:t xml:space="preserve">? </w:t>
      </w:r>
      <w:r w:rsidRPr="007710BF">
        <w:rPr>
          <w:cs/>
          <w:lang w:bidi="bn-IN"/>
        </w:rPr>
        <w:t>কিন্তু যখন অন্যান্য মতবাদকে উপস্থাপন করে প্রকৃত</w:t>
      </w:r>
      <w:r w:rsidR="00E13F29">
        <w:rPr>
          <w:lang w:bidi="bn-IN"/>
        </w:rPr>
        <w:t xml:space="preserve"> </w:t>
      </w:r>
      <w:r w:rsidR="00695D8C">
        <w:rPr>
          <w:cs/>
          <w:lang w:bidi="bn-IN"/>
        </w:rPr>
        <w:t>অর্থে</w:t>
      </w:r>
      <w:r w:rsidRPr="007710BF">
        <w:rPr>
          <w:cs/>
          <w:lang w:bidi="bn-IN"/>
        </w:rPr>
        <w:t>ই পর্যালোচনা করব অর্থাৎ ইসলামের মাপকাঠিতে যাচাই করব তখন যুক্তিসম্মত ভাবেই বলতে</w:t>
      </w:r>
      <w:r w:rsidR="00E13F29">
        <w:rPr>
          <w:lang w:bidi="bn-IN"/>
        </w:rPr>
        <w:t xml:space="preserve"> </w:t>
      </w:r>
      <w:r w:rsidRPr="007710BF">
        <w:rPr>
          <w:cs/>
          <w:lang w:bidi="bn-IN"/>
        </w:rPr>
        <w:t xml:space="preserve">পারব মানবিক বিষয়ে ইসলামের মূল্যবোধ কি বা কোন্ বিষয়গুলোকে </w:t>
      </w:r>
      <w:r w:rsidR="005E5BE9">
        <w:rPr>
          <w:cs/>
          <w:lang w:bidi="bn-IN"/>
        </w:rPr>
        <w:t>প্রকৃত</w:t>
      </w:r>
      <w:r w:rsidR="00E13F29">
        <w:rPr>
          <w:cs/>
          <w:lang w:bidi="bn-IN"/>
        </w:rPr>
        <w:t>পক্ষে ইসলাম মানবিক</w:t>
      </w:r>
      <w:r w:rsidR="00E13F29">
        <w:rPr>
          <w:lang w:bidi="bn-IN"/>
        </w:rPr>
        <w:t xml:space="preserve"> </w:t>
      </w:r>
      <w:r w:rsidRPr="007710BF">
        <w:rPr>
          <w:cs/>
          <w:lang w:bidi="bn-IN"/>
        </w:rPr>
        <w:t>মূল্যবোধ বলে বিশ্বাস করে। এমনকি প্রত্যেকটি মূল্যবোধের শতকরা পরিমাণও নির্ধারণ করতে পারি</w:t>
      </w:r>
      <w:r w:rsidR="00E13F29">
        <w:rPr>
          <w:lang w:bidi="bn-IN"/>
        </w:rPr>
        <w:t xml:space="preserve"> </w:t>
      </w:r>
      <w:r w:rsidRPr="007710BF">
        <w:rPr>
          <w:cs/>
          <w:lang w:bidi="bn-IN"/>
        </w:rPr>
        <w:t>অর্থাৎ সমগ্র মূল্যবোধকে একশ</w:t>
      </w:r>
      <w:r w:rsidRPr="007710BF">
        <w:t xml:space="preserve"> </w:t>
      </w:r>
      <w:r w:rsidRPr="007710BF">
        <w:rPr>
          <w:cs/>
          <w:lang w:bidi="bn-IN"/>
        </w:rPr>
        <w:t>ধরলে বিষয়গুলোর প্রতি ইসলামের বিশেষ দৃষ্টি ও সংবেদনশীলতা</w:t>
      </w:r>
      <w:r w:rsidR="00E13F29">
        <w:rPr>
          <w:lang w:bidi="bn-IN"/>
        </w:rPr>
        <w:t xml:space="preserve"> </w:t>
      </w:r>
      <w:r w:rsidRPr="007710BF">
        <w:rPr>
          <w:cs/>
          <w:lang w:bidi="bn-IN"/>
        </w:rPr>
        <w:t>অনুযায়ী বলতে পারব এ মূল্যবোধকে ইসলাম উদাহরণ</w:t>
      </w:r>
      <w:r w:rsidR="00E13F29">
        <w:rPr>
          <w:lang w:bidi="bn-IN"/>
        </w:rPr>
        <w:t xml:space="preserve"> </w:t>
      </w:r>
      <w:r w:rsidRPr="007710BF">
        <w:rPr>
          <w:cs/>
          <w:lang w:bidi="bn-IN"/>
        </w:rPr>
        <w:t>স্বরূপ পঞ্চাশ ভাগ এবং অন্যটিকে ত্রিশ ভাগ বা</w:t>
      </w:r>
      <w:r w:rsidR="00E13F29">
        <w:rPr>
          <w:lang w:bidi="bn-IN"/>
        </w:rPr>
        <w:t xml:space="preserve"> </w:t>
      </w:r>
      <w:r w:rsidRPr="007710BF">
        <w:rPr>
          <w:cs/>
          <w:lang w:bidi="bn-IN"/>
        </w:rPr>
        <w:t>অন্য একটি মূল্যবোধকে দশ ভাগ গুরুত্ব দিয়েছে।</w:t>
      </w:r>
      <w:r w:rsidR="00E13F29">
        <w:rPr>
          <w:lang w:bidi="bn-IN"/>
        </w:rPr>
        <w:t xml:space="preserve"> </w:t>
      </w:r>
    </w:p>
    <w:p w:rsidR="00E13F29" w:rsidRDefault="00E13F29" w:rsidP="003A3A02">
      <w:pPr>
        <w:pStyle w:val="libNormal"/>
        <w:rPr>
          <w:lang w:bidi="bn-IN"/>
        </w:rPr>
      </w:pPr>
    </w:p>
    <w:p w:rsidR="00E13F29" w:rsidRDefault="007710BF" w:rsidP="00E13F29">
      <w:pPr>
        <w:pStyle w:val="libBold1"/>
        <w:rPr>
          <w:lang w:bidi="bn-IN"/>
        </w:rPr>
      </w:pPr>
      <w:r w:rsidRPr="007710BF">
        <w:rPr>
          <w:cs/>
          <w:lang w:bidi="bn-IN"/>
        </w:rPr>
        <w:t>কোন কোন আরেফ কর্তৃক বুদ্ধিবৃত্তির অবমূল্যায়ন</w:t>
      </w:r>
    </w:p>
    <w:p w:rsidR="00E13F29" w:rsidRDefault="007710BF" w:rsidP="00E13F29">
      <w:pPr>
        <w:pStyle w:val="libNormal"/>
        <w:rPr>
          <w:lang w:bidi="bn-IN"/>
        </w:rPr>
      </w:pPr>
      <w:r w:rsidRPr="007710BF">
        <w:rPr>
          <w:cs/>
          <w:lang w:bidi="bn-IN"/>
        </w:rPr>
        <w:t>আমাদের পূর্ববর্তী আলোচনায় পূর্ণ মানবকে এরফানের দৃষ্টিভঙ্গিতে ব্যাখ্যা করেছি। এরফানের পূর্ণমানব</w:t>
      </w:r>
      <w:r w:rsidR="00895143">
        <w:t>,</w:t>
      </w:r>
      <w:r w:rsidRPr="007710BF">
        <w:rPr>
          <w:cs/>
          <w:lang w:bidi="bn-IN"/>
        </w:rPr>
        <w:t>এমনকি ইসলামী এরফান যা অন্যান্য এরফান থেকে অনেকটাই স্বতন্ত্র ও ইসলামের প্রভাব</w:t>
      </w:r>
      <w:r w:rsidR="00E13F29">
        <w:rPr>
          <w:lang w:bidi="bn-IN"/>
        </w:rPr>
        <w:t xml:space="preserve"> </w:t>
      </w:r>
      <w:r w:rsidRPr="007710BF">
        <w:rPr>
          <w:cs/>
          <w:lang w:bidi="bn-IN"/>
        </w:rPr>
        <w:t>যাতে অনেক বেশি এবং অনেক এরফানী ব্যক্তির উপস্থাপিত পূর্ণ মানব ইসলামের পূর্ণ মানবের খুবই</w:t>
      </w:r>
      <w:r w:rsidR="00E13F29">
        <w:rPr>
          <w:lang w:bidi="bn-IN"/>
        </w:rPr>
        <w:t xml:space="preserve"> </w:t>
      </w:r>
      <w:r w:rsidRPr="007710BF">
        <w:rPr>
          <w:cs/>
          <w:lang w:bidi="bn-IN"/>
        </w:rPr>
        <w:t>নিকটবর্তী হওয়া সত্ত্বেও আমাদের দৃষ্টিতে তা পর্যালোচনার ঊর্ধ্বে নয়। আমি এটা স্বীকার করি যে</w:t>
      </w:r>
      <w:r w:rsidR="00895143">
        <w:t>,</w:t>
      </w:r>
      <w:r w:rsidRPr="007710BF">
        <w:rPr>
          <w:cs/>
          <w:lang w:bidi="bn-IN"/>
        </w:rPr>
        <w:t>এরফানী মতবাদ প্রাচীন এবং নব্য মতবাদগুলোর মধ্যে পূর্ণ মানবের বিষয়ে সর্বাধিক সমৃদ্ধ। প্রাচীন ও</w:t>
      </w:r>
      <w:r w:rsidR="00E13F29">
        <w:rPr>
          <w:lang w:bidi="bn-IN"/>
        </w:rPr>
        <w:t xml:space="preserve"> </w:t>
      </w:r>
      <w:r w:rsidRPr="007710BF">
        <w:rPr>
          <w:cs/>
          <w:lang w:bidi="bn-IN"/>
        </w:rPr>
        <w:t>নতুন মতবাদগুলোর কোনটিই এর সঙ্গে তুলনীয় নয়। তদুপরি এমন নয় যে</w:t>
      </w:r>
      <w:r w:rsidR="00895143">
        <w:t>,</w:t>
      </w:r>
      <w:r w:rsidRPr="007710BF">
        <w:rPr>
          <w:cs/>
          <w:lang w:bidi="bn-IN"/>
        </w:rPr>
        <w:t>সমালোচনার ঊর্ধ্বে।</w:t>
      </w:r>
      <w:r w:rsidR="00E13F29">
        <w:rPr>
          <w:lang w:bidi="bn-IN"/>
        </w:rPr>
        <w:t xml:space="preserve"> </w:t>
      </w:r>
      <w:r w:rsidRPr="007710BF">
        <w:rPr>
          <w:cs/>
          <w:lang w:bidi="bn-IN"/>
        </w:rPr>
        <w:t>বিগত আলোচনায় (ইসলামের মানদণ্ডের ভিত্তিতে) এরফানী মতবাদের ইনসানে কামেলকে আমরা পর্যালোচনা করেছি</w:t>
      </w:r>
      <w:r w:rsidRPr="007710BF">
        <w:rPr>
          <w:cs/>
          <w:lang w:bidi="hi-IN"/>
        </w:rPr>
        <w:t xml:space="preserve">। </w:t>
      </w:r>
      <w:r w:rsidRPr="007710BF">
        <w:rPr>
          <w:cs/>
          <w:lang w:bidi="bn-IN"/>
        </w:rPr>
        <w:t xml:space="preserve">তার মধ্যে একটি বিষয আমরা </w:t>
      </w:r>
      <w:r w:rsidR="00906B99">
        <w:rPr>
          <w:cs/>
          <w:lang w:bidi="bn-IN"/>
        </w:rPr>
        <w:t>উল্লেখ</w:t>
      </w:r>
      <w:r w:rsidRPr="007710BF">
        <w:rPr>
          <w:rFonts w:hint="cs"/>
          <w:cs/>
          <w:lang w:bidi="bn-IN"/>
        </w:rPr>
        <w:t xml:space="preserve"> করেছি যে</w:t>
      </w:r>
      <w:r w:rsidR="00895143">
        <w:t>,</w:t>
      </w:r>
      <w:r w:rsidRPr="007710BF">
        <w:rPr>
          <w:cs/>
          <w:lang w:bidi="bn-IN"/>
        </w:rPr>
        <w:t>আরেফগণ অতিরঞ্জিত</w:t>
      </w:r>
      <w:r w:rsidR="00E13F29">
        <w:rPr>
          <w:lang w:bidi="bn-IN"/>
        </w:rPr>
        <w:t xml:space="preserve"> </w:t>
      </w:r>
      <w:r w:rsidRPr="007710BF">
        <w:rPr>
          <w:cs/>
          <w:lang w:bidi="bn-IN"/>
        </w:rPr>
        <w:t>ভাবে</w:t>
      </w:r>
      <w:r w:rsidR="00E13F29">
        <w:rPr>
          <w:lang w:bidi="bn-IN"/>
        </w:rPr>
        <w:t xml:space="preserve"> </w:t>
      </w:r>
      <w:r w:rsidRPr="007710BF">
        <w:rPr>
          <w:cs/>
          <w:lang w:bidi="bn-IN"/>
        </w:rPr>
        <w:t xml:space="preserve">বুদ্ধিবৃত্তির অবমূল্যায়ন করেছেন। কখনো কখনো বুদ্ধিবৃত্তিকে </w:t>
      </w:r>
      <w:r w:rsidR="003A3A02">
        <w:rPr>
          <w:cs/>
          <w:lang w:bidi="bn-IN"/>
        </w:rPr>
        <w:t>সম্পূর্ণরূপে</w:t>
      </w:r>
      <w:r w:rsidR="00E13F29">
        <w:rPr>
          <w:cs/>
          <w:lang w:bidi="bn-IN"/>
        </w:rPr>
        <w:t xml:space="preserve"> অনির্ভরযোগ্য বলে অস্বীকার</w:t>
      </w:r>
      <w:r w:rsidR="00E13F29">
        <w:rPr>
          <w:lang w:bidi="bn-IN"/>
        </w:rPr>
        <w:t xml:space="preserve"> </w:t>
      </w:r>
      <w:r w:rsidRPr="007710BF">
        <w:rPr>
          <w:cs/>
          <w:lang w:bidi="bn-IN"/>
        </w:rPr>
        <w:t>করেছেন।</w:t>
      </w:r>
    </w:p>
    <w:p w:rsidR="00E13F29" w:rsidRDefault="00E13F29" w:rsidP="00E13F29">
      <w:pPr>
        <w:pStyle w:val="libNormal"/>
        <w:rPr>
          <w:lang w:bidi="bn-IN"/>
        </w:rPr>
      </w:pPr>
      <w:r>
        <w:rPr>
          <w:cs/>
          <w:lang w:bidi="bn-IN"/>
        </w:rPr>
        <w:t>ইশক</w:t>
      </w:r>
      <w:r w:rsidR="007710BF" w:rsidRPr="007710BF">
        <w:rPr>
          <w:cs/>
          <w:lang w:bidi="bn-IN"/>
        </w:rPr>
        <w:t xml:space="preserve"> বা প্রেমকে যে </w:t>
      </w:r>
      <w:r w:rsidR="00FE6D44">
        <w:rPr>
          <w:cs/>
          <w:lang w:bidi="bn-IN"/>
        </w:rPr>
        <w:t>তারা</w:t>
      </w:r>
      <w:r w:rsidR="007710BF" w:rsidRPr="007710BF">
        <w:rPr>
          <w:cs/>
          <w:lang w:bidi="bn-IN"/>
        </w:rPr>
        <w:t xml:space="preserve"> আকলের উপর প্রাধান্য দান করেছেন সে ব্যাপারে কোন সন্দেহ নেই।</w:t>
      </w:r>
      <w:r>
        <w:rPr>
          <w:lang w:bidi="bn-IN"/>
        </w:rPr>
        <w:t xml:space="preserve"> </w:t>
      </w:r>
      <w:r w:rsidR="007710BF" w:rsidRPr="007710BF">
        <w:rPr>
          <w:cs/>
          <w:lang w:bidi="bn-IN"/>
        </w:rPr>
        <w:t xml:space="preserve">হাফেজ শিরাজীর ভাষায় </w:t>
      </w:r>
      <w:r w:rsidR="007710BF" w:rsidRPr="001933EC">
        <w:rPr>
          <w:rStyle w:val="libAlaemChar"/>
        </w:rPr>
        <w:t>‘</w:t>
      </w:r>
      <w:r w:rsidR="007710BF" w:rsidRPr="007710BF">
        <w:rPr>
          <w:cs/>
          <w:lang w:bidi="bn-IN"/>
        </w:rPr>
        <w:t>প্রেমের মর্যাদা আকল হতে অনেক ঊর্ধ্বে</w:t>
      </w:r>
      <w:r w:rsidR="007710BF" w:rsidRPr="001933EC">
        <w:rPr>
          <w:rStyle w:val="libAlaemChar"/>
        </w:rPr>
        <w:t>’</w:t>
      </w:r>
      <w:r w:rsidR="007710BF" w:rsidRPr="007710BF">
        <w:rPr>
          <w:cs/>
          <w:lang w:bidi="hi-IN"/>
        </w:rPr>
        <w:t xml:space="preserve">। </w:t>
      </w:r>
      <w:r w:rsidR="007710BF" w:rsidRPr="007710BF">
        <w:rPr>
          <w:cs/>
          <w:lang w:bidi="bn-IN"/>
        </w:rPr>
        <w:t>কিন্তু বুদ্ধিবৃত্তির সমালোচনা</w:t>
      </w:r>
      <w:r>
        <w:rPr>
          <w:lang w:bidi="bn-IN"/>
        </w:rPr>
        <w:t xml:space="preserve"> </w:t>
      </w:r>
      <w:r w:rsidR="007710BF" w:rsidRPr="007710BF">
        <w:rPr>
          <w:cs/>
          <w:lang w:bidi="bn-IN"/>
        </w:rPr>
        <w:t xml:space="preserve">করতে গিয়ে </w:t>
      </w:r>
      <w:r w:rsidR="00FE6D44">
        <w:rPr>
          <w:cs/>
          <w:lang w:bidi="bn-IN"/>
        </w:rPr>
        <w:t>তারা</w:t>
      </w:r>
      <w:r w:rsidR="007710BF" w:rsidRPr="007710BF">
        <w:rPr>
          <w:cs/>
          <w:lang w:bidi="bn-IN"/>
        </w:rPr>
        <w:t xml:space="preserve"> কখনো অতিরিক্ত বাড়াবাড়ি করেছেন এবং চিন্তা</w:t>
      </w:r>
      <w:r w:rsidR="00895143">
        <w:t>,</w:t>
      </w:r>
      <w:r w:rsidR="007710BF" w:rsidRPr="007710BF">
        <w:rPr>
          <w:cs/>
          <w:lang w:bidi="bn-IN"/>
        </w:rPr>
        <w:t>বুদ্ধিবৃত্তি</w:t>
      </w:r>
      <w:r w:rsidR="00895143">
        <w:t>,</w:t>
      </w:r>
      <w:r w:rsidR="007710BF" w:rsidRPr="007710BF">
        <w:rPr>
          <w:cs/>
          <w:lang w:bidi="bn-IN"/>
        </w:rPr>
        <w:t>যুক্তি ও প্রমাণের</w:t>
      </w:r>
      <w:r>
        <w:rPr>
          <w:lang w:bidi="bn-IN"/>
        </w:rPr>
        <w:t xml:space="preserve"> </w:t>
      </w:r>
      <w:r w:rsidR="007710BF" w:rsidRPr="007710BF">
        <w:rPr>
          <w:cs/>
          <w:lang w:bidi="bn-IN"/>
        </w:rPr>
        <w:t xml:space="preserve">ভিত্তিকেই অনির্ভরযোগ্য বলে ঘোষণা করেছেন। এমনকি কখনো একে </w:t>
      </w:r>
      <w:r w:rsidR="007710BF" w:rsidRPr="001933EC">
        <w:rPr>
          <w:rStyle w:val="libAlaemChar"/>
        </w:rPr>
        <w:t>‘</w:t>
      </w:r>
      <w:r w:rsidR="007710BF" w:rsidRPr="007710BF">
        <w:rPr>
          <w:cs/>
          <w:lang w:bidi="bn-IN"/>
        </w:rPr>
        <w:t>হিজাবে আকবার</w:t>
      </w:r>
      <w:r w:rsidR="007710BF" w:rsidRPr="001933EC">
        <w:rPr>
          <w:rStyle w:val="libAlaemChar"/>
        </w:rPr>
        <w:t>’</w:t>
      </w:r>
      <w:r w:rsidR="007710BF" w:rsidRPr="007710BF">
        <w:t xml:space="preserve"> </w:t>
      </w:r>
      <w:r w:rsidR="007710BF" w:rsidRPr="007710BF">
        <w:rPr>
          <w:cs/>
          <w:lang w:bidi="bn-IN"/>
        </w:rPr>
        <w:t>বা বড়</w:t>
      </w:r>
      <w:r>
        <w:rPr>
          <w:lang w:bidi="bn-IN"/>
        </w:rPr>
        <w:t xml:space="preserve"> </w:t>
      </w:r>
      <w:r w:rsidR="007710BF" w:rsidRPr="007710BF">
        <w:rPr>
          <w:cs/>
          <w:lang w:bidi="bn-IN"/>
        </w:rPr>
        <w:t>প্রতিবন্ধক বলেছেন। আবার কখনো কোন দার্শনিককে সৌভাগ্যের সোপানে আরোহণ করতে দেখে</w:t>
      </w:r>
      <w:r>
        <w:rPr>
          <w:lang w:bidi="bn-IN"/>
        </w:rPr>
        <w:t xml:space="preserve"> </w:t>
      </w:r>
      <w:r w:rsidR="007710BF" w:rsidRPr="007710BF">
        <w:rPr>
          <w:cs/>
          <w:lang w:bidi="bn-IN"/>
        </w:rPr>
        <w:t>আশ্চর্যান্বিত হয়েছেন।</w:t>
      </w:r>
    </w:p>
    <w:p w:rsidR="00E13F29" w:rsidRDefault="007710BF" w:rsidP="00E13F29">
      <w:pPr>
        <w:pStyle w:val="libNormal"/>
        <w:rPr>
          <w:rStyle w:val="libAlaemChar"/>
        </w:rPr>
      </w:pPr>
      <w:r w:rsidRPr="007710BF">
        <w:rPr>
          <w:cs/>
          <w:lang w:bidi="bn-IN"/>
        </w:rPr>
        <w:t>এ বিষয়ে একটি প্রসিদ্ধ কাহিনী বিভিন্ন গ্রন্থে বর্ণিত হয়েছে। আবু আলী সিনা যিনি বুদ্ধিবৃত্তিক</w:t>
      </w:r>
      <w:r w:rsidR="00E13F29">
        <w:rPr>
          <w:lang w:bidi="bn-IN"/>
        </w:rPr>
        <w:t xml:space="preserve"> </w:t>
      </w:r>
      <w:r w:rsidRPr="007710BF">
        <w:rPr>
          <w:cs/>
          <w:lang w:bidi="bn-IN"/>
        </w:rPr>
        <w:t>মাশশায়ী মতবাদের একজন প্রখ্যাত দার্শনিক তিনি প্রসিদ্ধ আরেফ আবু সাঈদ আবুল খাইরের</w:t>
      </w:r>
      <w:r w:rsidR="00E13F29">
        <w:rPr>
          <w:lang w:bidi="bn-IN"/>
        </w:rPr>
        <w:t xml:space="preserve"> </w:t>
      </w:r>
      <w:r w:rsidRPr="007710BF">
        <w:rPr>
          <w:cs/>
          <w:lang w:bidi="bn-IN"/>
        </w:rPr>
        <w:t>সমসাময়িক</w:t>
      </w:r>
      <w:r w:rsidR="00E13F29">
        <w:rPr>
          <w:cs/>
          <w:lang w:bidi="bn-IN"/>
        </w:rPr>
        <w:t xml:space="preserve"> ছিলেন। আবু আলীর জন্মস্থান বালখ</w:t>
      </w:r>
      <w:r w:rsidRPr="007710BF">
        <w:rPr>
          <w:cs/>
          <w:lang w:bidi="bn-IN"/>
        </w:rPr>
        <w:t xml:space="preserve"> ও বোখারার নিকটবর্তী স্থানে কিন্তু পরবর্তীতে</w:t>
      </w:r>
      <w:r w:rsidR="00E13F29">
        <w:rPr>
          <w:lang w:bidi="bn-IN"/>
        </w:rPr>
        <w:t xml:space="preserve"> </w:t>
      </w:r>
      <w:r w:rsidRPr="007710BF">
        <w:rPr>
          <w:cs/>
          <w:lang w:bidi="bn-IN"/>
        </w:rPr>
        <w:t xml:space="preserve">সুলতান মাহমুদের ভয়ে বাধ্য হয়ে (যেহেতু সুলতান মাহমুদ </w:t>
      </w:r>
      <w:r w:rsidR="000459F1">
        <w:rPr>
          <w:cs/>
          <w:lang w:bidi="bn-IN"/>
        </w:rPr>
        <w:t>তাকে</w:t>
      </w:r>
      <w:r w:rsidRPr="007710BF">
        <w:rPr>
          <w:cs/>
          <w:lang w:bidi="bn-IN"/>
        </w:rPr>
        <w:t xml:space="preserve"> দরবারের সদস্য করতে</w:t>
      </w:r>
      <w:r w:rsidR="00E13F29">
        <w:rPr>
          <w:lang w:bidi="bn-IN"/>
        </w:rPr>
        <w:t xml:space="preserve"> </w:t>
      </w:r>
      <w:r w:rsidRPr="007710BF">
        <w:rPr>
          <w:cs/>
          <w:lang w:bidi="bn-IN"/>
        </w:rPr>
        <w:t>চেয়েছিলেন</w:t>
      </w:r>
      <w:r w:rsidR="00895143">
        <w:t>,</w:t>
      </w:r>
      <w:r w:rsidRPr="007710BF">
        <w:rPr>
          <w:cs/>
          <w:lang w:bidi="bn-IN"/>
        </w:rPr>
        <w:t>কিন্তু বু আলী রাজী ছিলেন না।) নিশাবুরে আসেন এবং সেখানে আবু সাঈদ আবুল</w:t>
      </w:r>
      <w:r w:rsidR="00E13F29">
        <w:rPr>
          <w:lang w:bidi="bn-IN"/>
        </w:rPr>
        <w:t xml:space="preserve"> </w:t>
      </w:r>
      <w:r w:rsidRPr="007710BF">
        <w:rPr>
          <w:cs/>
          <w:lang w:bidi="bn-IN"/>
        </w:rPr>
        <w:t xml:space="preserve">খাইরের সঙ্গে </w:t>
      </w:r>
      <w:r w:rsidR="00FE6D44">
        <w:rPr>
          <w:cs/>
          <w:lang w:bidi="bn-IN"/>
        </w:rPr>
        <w:t>তার</w:t>
      </w:r>
      <w:r w:rsidRPr="007710BF">
        <w:rPr>
          <w:cs/>
          <w:lang w:bidi="bn-IN"/>
        </w:rPr>
        <w:t xml:space="preserve"> সাক্ষাৎ হয়। কথিত আছে </w:t>
      </w:r>
      <w:r w:rsidR="00FE6D44">
        <w:rPr>
          <w:cs/>
          <w:lang w:bidi="bn-IN"/>
        </w:rPr>
        <w:t>তারা</w:t>
      </w:r>
      <w:r w:rsidRPr="007710BF">
        <w:rPr>
          <w:cs/>
          <w:lang w:bidi="bn-IN"/>
        </w:rPr>
        <w:t xml:space="preserve"> তিন দিবা-রাত্রি এক</w:t>
      </w:r>
      <w:r w:rsidR="00E13F29">
        <w:rPr>
          <w:lang w:bidi="bn-IN"/>
        </w:rPr>
        <w:t xml:space="preserve"> </w:t>
      </w:r>
      <w:r w:rsidRPr="007710BF">
        <w:rPr>
          <w:cs/>
          <w:lang w:bidi="bn-IN"/>
        </w:rPr>
        <w:t xml:space="preserve">সঙ্গে ছিলেন। </w:t>
      </w:r>
      <w:r w:rsidR="00FE6D44">
        <w:rPr>
          <w:cs/>
          <w:lang w:bidi="bn-IN"/>
        </w:rPr>
        <w:t>তারা</w:t>
      </w:r>
      <w:r w:rsidRPr="007710BF">
        <w:rPr>
          <w:cs/>
          <w:lang w:bidi="bn-IN"/>
        </w:rPr>
        <w:t xml:space="preserve"> বিভিন্ন</w:t>
      </w:r>
      <w:r w:rsidR="00E13F29">
        <w:rPr>
          <w:lang w:bidi="bn-IN"/>
        </w:rPr>
        <w:t xml:space="preserve"> </w:t>
      </w:r>
      <w:r w:rsidRPr="007710BF">
        <w:rPr>
          <w:cs/>
          <w:lang w:bidi="bn-IN"/>
        </w:rPr>
        <w:t xml:space="preserve">বিষয়ে মত বিনিময় করেন এবং নামাযের সময় ব্যতীত বের হতেন না। এরপর যখন </w:t>
      </w:r>
      <w:r w:rsidR="00FE6D44">
        <w:rPr>
          <w:cs/>
          <w:lang w:bidi="bn-IN"/>
        </w:rPr>
        <w:t>তারা</w:t>
      </w:r>
      <w:r w:rsidRPr="007710BF">
        <w:rPr>
          <w:cs/>
          <w:lang w:bidi="bn-IN"/>
        </w:rPr>
        <w:t xml:space="preserve"> পরস্পর</w:t>
      </w:r>
      <w:r w:rsidR="00E13F29">
        <w:rPr>
          <w:lang w:bidi="bn-IN"/>
        </w:rPr>
        <w:t xml:space="preserve"> </w:t>
      </w:r>
      <w:r w:rsidRPr="007710BF">
        <w:rPr>
          <w:cs/>
          <w:lang w:bidi="bn-IN"/>
        </w:rPr>
        <w:t>বিচ্ছিন্ন হলেন আবু আলীকে প্রশ্ন করা হলো</w:t>
      </w:r>
      <w:r w:rsidR="00895143">
        <w:t>,</w:t>
      </w:r>
      <w:r w:rsidRPr="001933EC">
        <w:rPr>
          <w:rStyle w:val="libAlaemChar"/>
        </w:rPr>
        <w:t>“</w:t>
      </w:r>
      <w:r w:rsidRPr="007710BF">
        <w:rPr>
          <w:cs/>
          <w:lang w:bidi="bn-IN"/>
        </w:rPr>
        <w:t>আবু সাঈদকে কেমন দেখলেন</w:t>
      </w:r>
      <w:r w:rsidRPr="007710BF">
        <w:t>?</w:t>
      </w:r>
      <w:r w:rsidRPr="001933EC">
        <w:rPr>
          <w:rStyle w:val="libAlaemChar"/>
        </w:rPr>
        <w:t>”</w:t>
      </w:r>
      <w:r w:rsidRPr="007710BF">
        <w:t xml:space="preserve"> </w:t>
      </w:r>
      <w:r w:rsidRPr="007710BF">
        <w:rPr>
          <w:cs/>
          <w:lang w:bidi="bn-IN"/>
        </w:rPr>
        <w:t>উত্তর দিলেন</w:t>
      </w:r>
      <w:r w:rsidR="00895143">
        <w:t>,</w:t>
      </w:r>
      <w:r w:rsidRPr="001933EC">
        <w:rPr>
          <w:rStyle w:val="libAlaemChar"/>
        </w:rPr>
        <w:t>“</w:t>
      </w:r>
      <w:r w:rsidRPr="007710BF">
        <w:rPr>
          <w:cs/>
          <w:lang w:bidi="bn-IN"/>
        </w:rPr>
        <w:t>যা</w:t>
      </w:r>
      <w:r w:rsidR="00E13F29">
        <w:rPr>
          <w:lang w:bidi="bn-IN"/>
        </w:rPr>
        <w:t xml:space="preserve"> </w:t>
      </w:r>
      <w:r w:rsidRPr="007710BF">
        <w:rPr>
          <w:cs/>
          <w:lang w:bidi="bn-IN"/>
        </w:rPr>
        <w:t>আমরা জানি ও বুঝি উনি তা দেখেন।</w:t>
      </w:r>
      <w:r w:rsidRPr="001933EC">
        <w:rPr>
          <w:rStyle w:val="libAlaemChar"/>
        </w:rPr>
        <w:t>”</w:t>
      </w:r>
      <w:r w:rsidRPr="007710BF">
        <w:t xml:space="preserve"> </w:t>
      </w:r>
      <w:r w:rsidRPr="007710BF">
        <w:rPr>
          <w:cs/>
          <w:lang w:bidi="bn-IN"/>
        </w:rPr>
        <w:t>আবু সাঈদকে প্রশ্ন করা হলো</w:t>
      </w:r>
      <w:r w:rsidR="00895143">
        <w:t>,</w:t>
      </w:r>
      <w:r w:rsidRPr="001933EC">
        <w:rPr>
          <w:rStyle w:val="libAlaemChar"/>
        </w:rPr>
        <w:t>“</w:t>
      </w:r>
      <w:r w:rsidRPr="007710BF">
        <w:rPr>
          <w:cs/>
          <w:lang w:bidi="bn-IN"/>
        </w:rPr>
        <w:t>আবু আলীকে কেমন</w:t>
      </w:r>
      <w:r w:rsidR="00E13F29">
        <w:rPr>
          <w:lang w:bidi="bn-IN"/>
        </w:rPr>
        <w:t xml:space="preserve"> </w:t>
      </w:r>
      <w:r w:rsidRPr="007710BF">
        <w:rPr>
          <w:cs/>
          <w:lang w:bidi="bn-IN"/>
        </w:rPr>
        <w:t>দেখলেন</w:t>
      </w:r>
      <w:r w:rsidRPr="007710BF">
        <w:t>?</w:t>
      </w:r>
      <w:r w:rsidRPr="001933EC">
        <w:rPr>
          <w:rStyle w:val="libAlaemChar"/>
        </w:rPr>
        <w:t>”</w:t>
      </w:r>
      <w:r w:rsidRPr="007710BF">
        <w:t xml:space="preserve"> </w:t>
      </w:r>
      <w:r w:rsidRPr="007710BF">
        <w:rPr>
          <w:cs/>
          <w:lang w:bidi="bn-IN"/>
        </w:rPr>
        <w:t>তিনি বললেন</w:t>
      </w:r>
      <w:r w:rsidR="00895143">
        <w:t>,</w:t>
      </w:r>
      <w:r w:rsidRPr="001933EC">
        <w:rPr>
          <w:rStyle w:val="libAlaemChar"/>
        </w:rPr>
        <w:t>“</w:t>
      </w:r>
      <w:r w:rsidRPr="007710BF">
        <w:rPr>
          <w:cs/>
          <w:lang w:bidi="bn-IN"/>
        </w:rPr>
        <w:t xml:space="preserve">যেখানেই আমরা </w:t>
      </w:r>
      <w:r w:rsidR="00611BB9">
        <w:rPr>
          <w:cs/>
          <w:lang w:bidi="bn-IN"/>
        </w:rPr>
        <w:t>পৌ</w:t>
      </w:r>
      <w:r w:rsidRPr="007710BF">
        <w:rPr>
          <w:cs/>
          <w:lang w:bidi="bn-IN"/>
        </w:rPr>
        <w:t>ছেছি</w:t>
      </w:r>
      <w:r w:rsidR="00895143">
        <w:t>,</w:t>
      </w:r>
      <w:r w:rsidRPr="007710BF">
        <w:rPr>
          <w:cs/>
          <w:lang w:bidi="bn-IN"/>
        </w:rPr>
        <w:t>এ অন্ধ লাঠি নিয়ে আমাদের পেছনে পেছনে</w:t>
      </w:r>
      <w:r w:rsidR="00E13F29">
        <w:rPr>
          <w:lang w:bidi="bn-IN"/>
        </w:rPr>
        <w:t xml:space="preserve"> </w:t>
      </w:r>
      <w:r w:rsidRPr="007710BF">
        <w:rPr>
          <w:cs/>
          <w:lang w:bidi="bn-IN"/>
        </w:rPr>
        <w:t>আসছে।</w:t>
      </w:r>
      <w:r w:rsidRPr="001933EC">
        <w:rPr>
          <w:rStyle w:val="libAlaemChar"/>
        </w:rPr>
        <w:t>”</w:t>
      </w:r>
    </w:p>
    <w:p w:rsidR="00E13F29" w:rsidRDefault="007710BF" w:rsidP="00170828">
      <w:pPr>
        <w:pStyle w:val="libNormal"/>
        <w:rPr>
          <w:lang w:bidi="bn-IN"/>
        </w:rPr>
      </w:pPr>
      <w:r w:rsidRPr="007710BF">
        <w:rPr>
          <w:cs/>
          <w:lang w:bidi="bn-IN"/>
        </w:rPr>
        <w:t>আরেফগণ বাড়াবাড়ি রকম আকলকে অবমূল্যায়ন করেছেন। যদি আমরা কোরআনের যুক্তিকে</w:t>
      </w:r>
      <w:r w:rsidR="00E13F29">
        <w:rPr>
          <w:lang w:bidi="bn-IN"/>
        </w:rPr>
        <w:t xml:space="preserve"> </w:t>
      </w:r>
      <w:r w:rsidRPr="007710BF">
        <w:rPr>
          <w:cs/>
          <w:lang w:bidi="bn-IN"/>
        </w:rPr>
        <w:t>একদিকে এবং এরফানী বা সুফীদের যুক্তিকে অন্যদিকে রাখি তাহলে দেখব আকলের ক্ষেত্রে এরা</w:t>
      </w:r>
      <w:r w:rsidR="00E13F29">
        <w:rPr>
          <w:lang w:bidi="bn-IN"/>
        </w:rPr>
        <w:t xml:space="preserve"> </w:t>
      </w:r>
      <w:r w:rsidRPr="007710BF">
        <w:rPr>
          <w:cs/>
          <w:lang w:bidi="bn-IN"/>
        </w:rPr>
        <w:t>পরস্পরের সঙ্গে সামঞ্জস্যশীল নয়। কোরআন এরফানী মতবাদ অপেক্ষা অনেক অনেক বেশি আকলকে</w:t>
      </w:r>
      <w:r w:rsidR="00E13F29">
        <w:rPr>
          <w:lang w:bidi="bn-IN"/>
        </w:rPr>
        <w:t xml:space="preserve"> </w:t>
      </w:r>
      <w:r w:rsidRPr="007710BF">
        <w:rPr>
          <w:cs/>
          <w:lang w:bidi="bn-IN"/>
        </w:rPr>
        <w:t>মর্যাদা</w:t>
      </w:r>
      <w:r w:rsidR="00895143">
        <w:t>,</w:t>
      </w:r>
      <w:r w:rsidRPr="007710BF">
        <w:rPr>
          <w:cs/>
          <w:lang w:bidi="bn-IN"/>
        </w:rPr>
        <w:t>সম্মান ও মূল্য দিয়েছে এবং বুদ্ধিবৃত্তি</w:t>
      </w:r>
      <w:r w:rsidR="00895143">
        <w:t>,</w:t>
      </w:r>
      <w:r w:rsidRPr="007710BF">
        <w:rPr>
          <w:cs/>
          <w:lang w:bidi="bn-IN"/>
        </w:rPr>
        <w:t>চিন্তা ও যুক্তি-প্রমাণ উপস্থাপনের ক্ষেত্রে আকলের উপরনির্ভর করেছে।</w:t>
      </w:r>
      <w:r w:rsidR="00E13F29">
        <w:rPr>
          <w:lang w:bidi="bn-IN"/>
        </w:rPr>
        <w:t xml:space="preserve"> </w:t>
      </w:r>
    </w:p>
    <w:p w:rsidR="00170828" w:rsidRPr="00170828" w:rsidRDefault="007710BF" w:rsidP="00170828">
      <w:pPr>
        <w:pStyle w:val="libNormal"/>
        <w:rPr>
          <w:rtl/>
        </w:rPr>
      </w:pPr>
      <w:r w:rsidRPr="00170828">
        <w:rPr>
          <w:cs/>
          <w:lang w:bidi="bn-IN"/>
        </w:rPr>
        <w:t xml:space="preserve">নির্বিশেষে শিয়া ও </w:t>
      </w:r>
      <w:r w:rsidR="00FE54ED" w:rsidRPr="00170828">
        <w:rPr>
          <w:cs/>
          <w:lang w:bidi="bn-IN"/>
        </w:rPr>
        <w:t>সুন্নী</w:t>
      </w:r>
      <w:r w:rsidR="00170828" w:rsidRPr="00170828">
        <w:rPr>
          <w:rFonts w:hint="cs"/>
          <w:rtl/>
        </w:rPr>
        <w:t xml:space="preserve"> </w:t>
      </w:r>
      <w:r w:rsidRPr="00170828">
        <w:rPr>
          <w:cs/>
          <w:lang w:bidi="bn-IN"/>
        </w:rPr>
        <w:t xml:space="preserve">সকল আরেফই </w:t>
      </w:r>
      <w:r w:rsidR="00611BB9">
        <w:rPr>
          <w:cs/>
          <w:lang w:bidi="bn-IN"/>
        </w:rPr>
        <w:t>তা</w:t>
      </w:r>
      <w:r w:rsidRPr="00170828">
        <w:rPr>
          <w:cs/>
          <w:lang w:bidi="bn-IN"/>
        </w:rPr>
        <w:t>দের সিলসিলাকে আলী (আ.)-এ সমাপ্ত করেছেন।</w:t>
      </w:r>
      <w:r w:rsidR="00170828" w:rsidRPr="00170828">
        <w:rPr>
          <w:rFonts w:hint="cs"/>
          <w:rtl/>
        </w:rPr>
        <w:t xml:space="preserve"> </w:t>
      </w:r>
      <w:r w:rsidRPr="00170828">
        <w:rPr>
          <w:cs/>
          <w:lang w:bidi="bn-IN"/>
        </w:rPr>
        <w:t xml:space="preserve">এমনকি </w:t>
      </w:r>
      <w:r w:rsidR="00FE54ED" w:rsidRPr="00170828">
        <w:rPr>
          <w:cs/>
          <w:lang w:bidi="bn-IN"/>
        </w:rPr>
        <w:t>সুন্নী</w:t>
      </w:r>
      <w:r w:rsidRPr="00170828">
        <w:rPr>
          <w:cs/>
          <w:lang w:bidi="bn-IN"/>
        </w:rPr>
        <w:t xml:space="preserve">দের যে অংশটির </w:t>
      </w:r>
      <w:r w:rsidR="00D53669" w:rsidRPr="00170828">
        <w:rPr>
          <w:cs/>
          <w:lang w:bidi="bn-IN"/>
        </w:rPr>
        <w:t>আহলে</w:t>
      </w:r>
      <w:r w:rsidRPr="00170828">
        <w:rPr>
          <w:cs/>
          <w:lang w:bidi="bn-IN"/>
        </w:rPr>
        <w:t xml:space="preserve"> বাইতের সঙ্গে তেমন সম্পর্ক নেই তাদেরও সিলসিলা আলীতে</w:t>
      </w:r>
      <w:r w:rsidR="00170828" w:rsidRPr="00170828">
        <w:rPr>
          <w:rFonts w:hint="cs"/>
          <w:rtl/>
        </w:rPr>
        <w:t xml:space="preserve"> </w:t>
      </w:r>
      <w:r w:rsidRPr="00170828">
        <w:rPr>
          <w:cs/>
          <w:lang w:bidi="bn-IN"/>
        </w:rPr>
        <w:t>সমাপ্ত হয়েছে। কথিত আছে</w:t>
      </w:r>
      <w:r w:rsidR="00895143" w:rsidRPr="00170828">
        <w:t>,</w:t>
      </w:r>
      <w:r w:rsidRPr="00170828">
        <w:rPr>
          <w:cs/>
          <w:lang w:bidi="bn-IN"/>
        </w:rPr>
        <w:t>সাতষট্টি সিলসিলার মধ্যে মাত্র একটি সিলসিলা হযরত</w:t>
      </w:r>
      <w:r w:rsidRPr="007710BF">
        <w:rPr>
          <w:cs/>
          <w:lang w:bidi="bn-IN"/>
        </w:rPr>
        <w:t xml:space="preserve"> আবু বকরে</w:t>
      </w:r>
      <w:r w:rsidR="00170828" w:rsidRPr="00170828">
        <w:rPr>
          <w:rFonts w:hint="cs"/>
          <w:rtl/>
        </w:rPr>
        <w:t xml:space="preserve"> </w:t>
      </w:r>
      <w:r w:rsidR="00611BB9">
        <w:rPr>
          <w:cs/>
          <w:lang w:bidi="bn-IN"/>
        </w:rPr>
        <w:t>পৌ</w:t>
      </w:r>
      <w:r w:rsidRPr="007710BF">
        <w:rPr>
          <w:cs/>
          <w:lang w:bidi="bn-IN"/>
        </w:rPr>
        <w:t>ছে</w:t>
      </w:r>
      <w:r w:rsidR="00895143">
        <w:t>,</w:t>
      </w:r>
      <w:r w:rsidRPr="007710BF">
        <w:rPr>
          <w:cs/>
          <w:lang w:bidi="bn-IN"/>
        </w:rPr>
        <w:t>বাকী সব সিলসিলার শুরু আলী থেকে। আলীকে সুফী ও আরেফগণ আরেফকুলের শিরোমণি</w:t>
      </w:r>
      <w:r w:rsidR="00170828" w:rsidRPr="00170828">
        <w:rPr>
          <w:rFonts w:hint="cs"/>
          <w:rtl/>
        </w:rPr>
        <w:t xml:space="preserve"> </w:t>
      </w:r>
      <w:r w:rsidRPr="007710BF">
        <w:rPr>
          <w:cs/>
          <w:lang w:bidi="bn-IN"/>
        </w:rPr>
        <w:t>(কুতবুল আরেফীন) মনে করেন। নাহজুল বালাগাহ্ যা এরফানের প্রাণকেন্দ্র</w:t>
      </w:r>
      <w:r w:rsidR="003936CB">
        <w:t>-</w:t>
      </w:r>
      <w:r w:rsidRPr="007710BF">
        <w:t xml:space="preserve"> </w:t>
      </w:r>
      <w:r w:rsidRPr="007710BF">
        <w:rPr>
          <w:cs/>
          <w:lang w:bidi="bn-IN"/>
        </w:rPr>
        <w:t>ইবনে আবিল হাদীদের</w:t>
      </w:r>
      <w:r w:rsidR="00170828" w:rsidRPr="00170828">
        <w:rPr>
          <w:rFonts w:hint="cs"/>
          <w:rtl/>
        </w:rPr>
        <w:t xml:space="preserve"> </w:t>
      </w:r>
      <w:r w:rsidRPr="007710BF">
        <w:rPr>
          <w:cs/>
          <w:lang w:bidi="bn-IN"/>
        </w:rPr>
        <w:t>ভাষায়</w:t>
      </w:r>
      <w:r w:rsidR="003936CB">
        <w:t>-</w:t>
      </w:r>
      <w:r w:rsidRPr="007710BF">
        <w:t xml:space="preserve"> </w:t>
      </w:r>
      <w:r w:rsidRPr="007710BF">
        <w:rPr>
          <w:cs/>
          <w:lang w:bidi="bn-IN"/>
        </w:rPr>
        <w:t>এ গ্রন্থে আলী চারটি বাক্যের মাধ্যমে আরেফদের সমগ্র চিন্তা ও চেতনাকে বর্ণনা করেছেন।</w:t>
      </w:r>
      <w:r w:rsidR="00170828" w:rsidRPr="00170828">
        <w:rPr>
          <w:rFonts w:hint="cs"/>
          <w:rtl/>
        </w:rPr>
        <w:t xml:space="preserve"> </w:t>
      </w:r>
      <w:r w:rsidRPr="007710BF">
        <w:rPr>
          <w:cs/>
          <w:lang w:bidi="bn-IN"/>
        </w:rPr>
        <w:t>এই একই আলী অন্য স্থানে এতটা দার্শনিক হয়ে যান এবং বুদ্ধিবৃত্তিক প্রমাণ উপস্থাপন করেন যে</w:t>
      </w:r>
      <w:r w:rsidR="00895143">
        <w:t>,</w:t>
      </w:r>
      <w:r w:rsidRPr="007710BF">
        <w:rPr>
          <w:cs/>
          <w:lang w:bidi="bn-IN"/>
        </w:rPr>
        <w:t xml:space="preserve">কোন দার্শনিকও সেখানে </w:t>
      </w:r>
      <w:r w:rsidR="00611BB9">
        <w:rPr>
          <w:cs/>
          <w:lang w:bidi="bn-IN"/>
        </w:rPr>
        <w:t>পৌ</w:t>
      </w:r>
      <w:r w:rsidRPr="007710BF">
        <w:rPr>
          <w:cs/>
          <w:lang w:bidi="bn-IN"/>
        </w:rPr>
        <w:t>ছতে সক্ষম নন। সুতরাং আলী (আ.) কখনই আকলকে তিরস্কার</w:t>
      </w:r>
      <w:r w:rsidR="00170828" w:rsidRPr="00170828">
        <w:rPr>
          <w:rFonts w:hint="cs"/>
          <w:rtl/>
        </w:rPr>
        <w:t xml:space="preserve"> </w:t>
      </w:r>
      <w:r w:rsidRPr="007710BF">
        <w:rPr>
          <w:cs/>
          <w:lang w:bidi="bn-IN"/>
        </w:rPr>
        <w:t>করেননি।</w:t>
      </w:r>
    </w:p>
    <w:p w:rsidR="00006767" w:rsidRPr="00A3582C" w:rsidRDefault="007710BF" w:rsidP="00CC58F0">
      <w:pPr>
        <w:pStyle w:val="libNormal"/>
        <w:rPr>
          <w:rtl/>
        </w:rPr>
      </w:pPr>
      <w:r w:rsidRPr="007710BF">
        <w:rPr>
          <w:cs/>
          <w:lang w:bidi="bn-IN"/>
        </w:rPr>
        <w:t>তাই এখানে দেখা যায়</w:t>
      </w:r>
      <w:r w:rsidR="00895143">
        <w:t>,</w:t>
      </w:r>
      <w:r w:rsidRPr="007710BF">
        <w:rPr>
          <w:cs/>
          <w:lang w:bidi="bn-IN"/>
        </w:rPr>
        <w:t>ইসলামের ইনসানে কামেল এবং এরফানের ইনসানে কামেলের মধ্যে</w:t>
      </w:r>
      <w:r w:rsidR="00170828" w:rsidRPr="00170828">
        <w:rPr>
          <w:rFonts w:hint="cs"/>
          <w:rtl/>
        </w:rPr>
        <w:t xml:space="preserve"> </w:t>
      </w:r>
      <w:r w:rsidRPr="007710BF">
        <w:rPr>
          <w:cs/>
          <w:lang w:bidi="bn-IN"/>
        </w:rPr>
        <w:t>পার্থক্য রয়েছে। ইসলামের পূর্ণ মানবের মধ্যে আকল বিকশিত হয়েছে</w:t>
      </w:r>
      <w:r w:rsidR="00895143">
        <w:t>,</w:t>
      </w:r>
      <w:r w:rsidR="00170828">
        <w:rPr>
          <w:cs/>
          <w:lang w:bidi="bn-IN"/>
        </w:rPr>
        <w:t xml:space="preserve">পূর্ণতা লাভ করেছে এবং </w:t>
      </w:r>
      <w:r w:rsidR="00170828" w:rsidRPr="00170828">
        <w:rPr>
          <w:rFonts w:hint="cs"/>
          <w:rtl/>
        </w:rPr>
        <w:t xml:space="preserve"> </w:t>
      </w:r>
      <w:r w:rsidR="00170828">
        <w:rPr>
          <w:rFonts w:hint="cs"/>
          <w:rtl/>
          <w:cs/>
          <w:lang w:bidi="bn-IN"/>
        </w:rPr>
        <w:t xml:space="preserve"> </w:t>
      </w:r>
      <w:r w:rsidR="00CC58F0" w:rsidRPr="00CC58F0">
        <w:rPr>
          <w:cs/>
          <w:lang w:bidi="bn-IN"/>
        </w:rPr>
        <w:t>একে</w:t>
      </w:r>
      <w:r w:rsidR="00170828">
        <w:rPr>
          <w:rFonts w:hint="cs"/>
          <w:rtl/>
          <w:cs/>
          <w:lang w:bidi="bn-IN"/>
        </w:rPr>
        <w:t xml:space="preserve"> </w:t>
      </w:r>
      <w:r w:rsidRPr="007710BF">
        <w:rPr>
          <w:cs/>
          <w:lang w:bidi="bn-IN"/>
        </w:rPr>
        <w:t>বিশেষ সম্মান দান করা হয়েছে। অপরদিকে এরফানের ইনসানে কামেলের মধ্যে আকলের অবমূল্যায়ন</w:t>
      </w:r>
      <w:r w:rsidR="00170828" w:rsidRPr="00A3582C">
        <w:rPr>
          <w:rFonts w:hint="cs"/>
          <w:rtl/>
        </w:rPr>
        <w:t xml:space="preserve"> </w:t>
      </w:r>
      <w:r w:rsidRPr="007710BF">
        <w:rPr>
          <w:cs/>
          <w:lang w:bidi="bn-IN"/>
        </w:rPr>
        <w:t>হয়েছে। অন্য যে বিষয়টি এরফানের ইনসানে কামেলে উপেক্ষিত হয়েছে তা হলো সমাজমুখিতা যা</w:t>
      </w:r>
      <w:r w:rsidR="00006767" w:rsidRPr="00A3582C">
        <w:rPr>
          <w:rFonts w:hint="cs"/>
          <w:rtl/>
        </w:rPr>
        <w:t xml:space="preserve"> </w:t>
      </w:r>
      <w:r w:rsidRPr="007710BF">
        <w:rPr>
          <w:cs/>
          <w:lang w:bidi="bn-IN"/>
        </w:rPr>
        <w:t>আমরা পূর্বে আলোচনা করেছি।</w:t>
      </w:r>
    </w:p>
    <w:p w:rsidR="00006767" w:rsidRPr="00A3582C" w:rsidRDefault="00006767" w:rsidP="009848A8">
      <w:pPr>
        <w:pStyle w:val="libNormal"/>
        <w:rPr>
          <w:rtl/>
        </w:rPr>
      </w:pPr>
      <w:r w:rsidRPr="00A3582C">
        <w:rPr>
          <w:rtl/>
        </w:rPr>
        <w:br w:type="page"/>
      </w:r>
    </w:p>
    <w:p w:rsidR="00006767" w:rsidRPr="00A3582C" w:rsidRDefault="007710BF" w:rsidP="00006767">
      <w:pPr>
        <w:pStyle w:val="Heading1"/>
        <w:rPr>
          <w:rtl/>
        </w:rPr>
      </w:pPr>
      <w:bookmarkStart w:id="38" w:name="_Toc392601447"/>
      <w:r w:rsidRPr="007710BF">
        <w:rPr>
          <w:cs/>
          <w:lang w:bidi="bn-IN"/>
        </w:rPr>
        <w:t>প্রকৃতি বিমুখতা</w:t>
      </w:r>
      <w:bookmarkEnd w:id="38"/>
    </w:p>
    <w:p w:rsidR="00006767" w:rsidRPr="00A3582C" w:rsidRDefault="00006767" w:rsidP="00170828">
      <w:pPr>
        <w:pStyle w:val="libNormal"/>
        <w:rPr>
          <w:rtl/>
        </w:rPr>
      </w:pPr>
    </w:p>
    <w:p w:rsidR="00006767" w:rsidRPr="00A3582C" w:rsidRDefault="007710BF" w:rsidP="00170828">
      <w:pPr>
        <w:pStyle w:val="libNormal"/>
        <w:rPr>
          <w:rtl/>
        </w:rPr>
      </w:pPr>
      <w:r w:rsidRPr="007710BF">
        <w:rPr>
          <w:cs/>
          <w:lang w:bidi="bn-IN"/>
        </w:rPr>
        <w:t xml:space="preserve">আজকের আলোচনায় অন্য একটি বিষয় উপস্থাপন করব। সেটা হলো এরফানের যুক্তি হচ্ছে </w:t>
      </w:r>
      <w:r w:rsidRPr="001933EC">
        <w:rPr>
          <w:rStyle w:val="libAlaemChar"/>
        </w:rPr>
        <w:t>“</w:t>
      </w:r>
      <w:r w:rsidRPr="007710BF">
        <w:rPr>
          <w:cs/>
          <w:lang w:bidi="bn-IN"/>
        </w:rPr>
        <w:t>যা</w:t>
      </w:r>
      <w:r w:rsidR="00006767" w:rsidRPr="00A3582C">
        <w:rPr>
          <w:rFonts w:hint="cs"/>
          <w:rtl/>
        </w:rPr>
        <w:t xml:space="preserve"> </w:t>
      </w:r>
      <w:r w:rsidRPr="007710BF">
        <w:rPr>
          <w:cs/>
          <w:lang w:bidi="bn-IN"/>
        </w:rPr>
        <w:t>কিছু চাও তা নিজের থেকেই চাও</w:t>
      </w:r>
      <w:r w:rsidRPr="001933EC">
        <w:rPr>
          <w:rStyle w:val="libAlaemChar"/>
        </w:rPr>
        <w:t>”</w:t>
      </w:r>
      <w:r w:rsidRPr="007710BF">
        <w:t xml:space="preserve"> </w:t>
      </w:r>
      <w:r w:rsidRPr="007710BF">
        <w:rPr>
          <w:cs/>
          <w:lang w:bidi="bn-IN"/>
        </w:rPr>
        <w:t xml:space="preserve">অর্থাৎ এরফান </w:t>
      </w:r>
      <w:r w:rsidR="00D44C42">
        <w:rPr>
          <w:cs/>
          <w:lang w:bidi="bn-IN"/>
        </w:rPr>
        <w:t>অন্তর্মুখী</w:t>
      </w:r>
      <w:r w:rsidRPr="007710BF">
        <w:rPr>
          <w:cs/>
          <w:lang w:bidi="bn-IN"/>
        </w:rPr>
        <w:t xml:space="preserve"> মতবা</w:t>
      </w:r>
      <w:r w:rsidR="00006767">
        <w:rPr>
          <w:cs/>
          <w:lang w:bidi="bn-IN"/>
        </w:rPr>
        <w:t>দ। এ মতবাদে অন্তর হলো বৃহত্তর</w:t>
      </w:r>
      <w:r w:rsidR="00006767" w:rsidRPr="00A3582C">
        <w:rPr>
          <w:rFonts w:hint="cs"/>
          <w:rtl/>
        </w:rPr>
        <w:t xml:space="preserve"> </w:t>
      </w:r>
      <w:r w:rsidRPr="007710BF">
        <w:rPr>
          <w:cs/>
          <w:lang w:bidi="bn-IN"/>
        </w:rPr>
        <w:t>বিশ্ব। যদি সমগ্র বিশ্বকে একদিকে এবং মানুষের অন্তঃকরণকে (অন্তঃকরণ বলতে আ</w:t>
      </w:r>
      <w:r w:rsidR="006B46F0">
        <w:rPr>
          <w:cs/>
          <w:lang w:bidi="bn-IN"/>
        </w:rPr>
        <w:t>ল্লা</w:t>
      </w:r>
      <w:r w:rsidRPr="007710BF">
        <w:rPr>
          <w:rFonts w:hint="cs"/>
          <w:cs/>
          <w:lang w:bidi="bn-IN"/>
        </w:rPr>
        <w:t xml:space="preserve">হ্পাক </w:t>
      </w:r>
      <w:r w:rsidR="00FE6D44">
        <w:rPr>
          <w:rFonts w:hint="cs"/>
          <w:cs/>
          <w:lang w:bidi="bn-IN"/>
        </w:rPr>
        <w:t>তার</w:t>
      </w:r>
      <w:r w:rsidR="00006767" w:rsidRPr="00A3582C">
        <w:rPr>
          <w:rFonts w:hint="cs"/>
          <w:rtl/>
        </w:rPr>
        <w:t xml:space="preserve"> </w:t>
      </w:r>
      <w:r w:rsidRPr="007710BF">
        <w:rPr>
          <w:rFonts w:hint="cs"/>
          <w:cs/>
          <w:lang w:bidi="bn-IN"/>
        </w:rPr>
        <w:t>থেকে যে রূহ মানুষের দেহে ফুৎকার করেছেন) অপরদিকে রাখা হয়</w:t>
      </w:r>
      <w:r w:rsidR="00895143">
        <w:t>,</w:t>
      </w:r>
      <w:r w:rsidRPr="007710BF">
        <w:rPr>
          <w:cs/>
          <w:lang w:bidi="bn-IN"/>
        </w:rPr>
        <w:t>তবে অন্তঃকরণ</w:t>
      </w:r>
      <w:r w:rsidR="00006767" w:rsidRPr="00A3582C">
        <w:rPr>
          <w:rFonts w:hint="cs"/>
          <w:rtl/>
        </w:rPr>
        <w:t xml:space="preserve"> </w:t>
      </w:r>
      <w:r w:rsidRPr="007710BF">
        <w:rPr>
          <w:cs/>
          <w:lang w:bidi="bn-IN"/>
        </w:rPr>
        <w:t>তার</w:t>
      </w:r>
      <w:r w:rsidR="00006767" w:rsidRPr="00A3582C">
        <w:rPr>
          <w:rFonts w:hint="cs"/>
          <w:rtl/>
        </w:rPr>
        <w:t xml:space="preserve"> </w:t>
      </w:r>
      <w:r w:rsidRPr="007710BF">
        <w:rPr>
          <w:cs/>
          <w:lang w:bidi="bn-IN"/>
        </w:rPr>
        <w:t>থেকে</w:t>
      </w:r>
      <w:r w:rsidR="00006767" w:rsidRPr="00A3582C">
        <w:rPr>
          <w:rFonts w:hint="cs"/>
          <w:rtl/>
        </w:rPr>
        <w:t xml:space="preserve"> </w:t>
      </w:r>
      <w:r w:rsidRPr="007710BF">
        <w:rPr>
          <w:cs/>
          <w:lang w:bidi="bn-IN"/>
        </w:rPr>
        <w:t>বড়</w:t>
      </w:r>
      <w:r w:rsidR="00006767" w:rsidRPr="00A3582C">
        <w:rPr>
          <w:rFonts w:hint="cs"/>
          <w:rtl/>
        </w:rPr>
        <w:t xml:space="preserve"> </w:t>
      </w:r>
      <w:r w:rsidRPr="007710BF">
        <w:rPr>
          <w:cs/>
          <w:lang w:bidi="bn-IN"/>
        </w:rPr>
        <w:t>হবে।তারা</w:t>
      </w:r>
      <w:r w:rsidR="00006767" w:rsidRPr="00A3582C">
        <w:rPr>
          <w:rFonts w:hint="cs"/>
          <w:rtl/>
        </w:rPr>
        <w:t xml:space="preserve"> </w:t>
      </w:r>
      <w:r w:rsidRPr="007710BF">
        <w:rPr>
          <w:cs/>
          <w:lang w:bidi="bn-IN"/>
        </w:rPr>
        <w:t>বিশ্বকে</w:t>
      </w:r>
      <w:r w:rsidRPr="001933EC">
        <w:rPr>
          <w:rStyle w:val="libAlaemChar"/>
        </w:rPr>
        <w:t>‘</w:t>
      </w:r>
      <w:r w:rsidRPr="007710BF">
        <w:rPr>
          <w:cs/>
          <w:lang w:bidi="bn-IN"/>
        </w:rPr>
        <w:t>ক্ষুদ্রমানুষ</w:t>
      </w:r>
      <w:r w:rsidRPr="001933EC">
        <w:rPr>
          <w:rStyle w:val="libAlaemChar"/>
        </w:rPr>
        <w:t>’</w:t>
      </w:r>
      <w:r w:rsidRPr="007710BF">
        <w:rPr>
          <w:cs/>
          <w:lang w:bidi="bn-IN"/>
        </w:rPr>
        <w:t>এবং</w:t>
      </w:r>
      <w:r w:rsidR="00006767" w:rsidRPr="00A3582C">
        <w:rPr>
          <w:rFonts w:hint="cs"/>
          <w:rtl/>
        </w:rPr>
        <w:t xml:space="preserve"> </w:t>
      </w:r>
      <w:r w:rsidRPr="007710BF">
        <w:rPr>
          <w:cs/>
          <w:lang w:bidi="bn-IN"/>
        </w:rPr>
        <w:t xml:space="preserve">অন্তঃকরণকে </w:t>
      </w:r>
      <w:r w:rsidRPr="001933EC">
        <w:rPr>
          <w:rStyle w:val="libAlaemChar"/>
        </w:rPr>
        <w:t>‘</w:t>
      </w:r>
      <w:r w:rsidRPr="007710BF">
        <w:rPr>
          <w:cs/>
          <w:lang w:bidi="bn-IN"/>
        </w:rPr>
        <w:t>বৃহৎ মানুষ</w:t>
      </w:r>
      <w:r w:rsidRPr="001933EC">
        <w:rPr>
          <w:rStyle w:val="libAlaemChar"/>
        </w:rPr>
        <w:t>’</w:t>
      </w:r>
      <w:r w:rsidRPr="007710BF">
        <w:t xml:space="preserve"> </w:t>
      </w:r>
      <w:r w:rsidRPr="007710BF">
        <w:rPr>
          <w:cs/>
          <w:lang w:bidi="bn-IN"/>
        </w:rPr>
        <w:t xml:space="preserve">বলেন। যেহেতু </w:t>
      </w:r>
      <w:r w:rsidR="00FE6D44">
        <w:rPr>
          <w:cs/>
          <w:lang w:bidi="bn-IN"/>
        </w:rPr>
        <w:t>তারা</w:t>
      </w:r>
      <w:r w:rsidRPr="007710BF">
        <w:rPr>
          <w:cs/>
          <w:lang w:bidi="bn-IN"/>
        </w:rPr>
        <w:t xml:space="preserve"> বিশ্ব এবং অন্তঃকরণকে একই ধরনের মনে করেন এ</w:t>
      </w:r>
      <w:r w:rsidR="00006767" w:rsidRPr="00A3582C">
        <w:rPr>
          <w:rFonts w:hint="cs"/>
          <w:rtl/>
        </w:rPr>
        <w:t xml:space="preserve"> </w:t>
      </w:r>
      <w:r w:rsidR="00695D8C">
        <w:rPr>
          <w:cs/>
          <w:lang w:bidi="bn-IN"/>
        </w:rPr>
        <w:t>অর্থে</w:t>
      </w:r>
      <w:r w:rsidRPr="007710BF">
        <w:rPr>
          <w:cs/>
          <w:lang w:bidi="bn-IN"/>
        </w:rPr>
        <w:t xml:space="preserve"> যে</w:t>
      </w:r>
      <w:r w:rsidR="00895143">
        <w:t>,</w:t>
      </w:r>
      <w:r w:rsidRPr="007710BF">
        <w:rPr>
          <w:cs/>
          <w:lang w:bidi="bn-IN"/>
        </w:rPr>
        <w:t xml:space="preserve">একটি অপরটির সদৃশ সেজন্য বিশ্বকে </w:t>
      </w:r>
      <w:r w:rsidRPr="001933EC">
        <w:rPr>
          <w:rStyle w:val="libAlaemChar"/>
        </w:rPr>
        <w:t>‘</w:t>
      </w:r>
      <w:r w:rsidRPr="007710BF">
        <w:rPr>
          <w:cs/>
          <w:lang w:bidi="bn-IN"/>
        </w:rPr>
        <w:t>ক্ষুদ্র বিশ্ব</w:t>
      </w:r>
      <w:r w:rsidRPr="001933EC">
        <w:rPr>
          <w:rStyle w:val="libAlaemChar"/>
        </w:rPr>
        <w:t>’</w:t>
      </w:r>
      <w:r w:rsidRPr="007710BF">
        <w:t xml:space="preserve"> </w:t>
      </w:r>
      <w:r w:rsidRPr="007710BF">
        <w:rPr>
          <w:cs/>
          <w:lang w:bidi="bn-IN"/>
        </w:rPr>
        <w:t xml:space="preserve">এবং অন্তঃকরণকে </w:t>
      </w:r>
      <w:r w:rsidRPr="001933EC">
        <w:rPr>
          <w:rStyle w:val="libAlaemChar"/>
        </w:rPr>
        <w:t>‘</w:t>
      </w:r>
      <w:r w:rsidRPr="007710BF">
        <w:rPr>
          <w:cs/>
          <w:lang w:bidi="bn-IN"/>
        </w:rPr>
        <w:t>বৃহৎ বিশ্ব</w:t>
      </w:r>
      <w:r w:rsidRPr="001933EC">
        <w:rPr>
          <w:rStyle w:val="libAlaemChar"/>
        </w:rPr>
        <w:t>’</w:t>
      </w:r>
      <w:r w:rsidRPr="007710BF">
        <w:t xml:space="preserve"> </w:t>
      </w:r>
      <w:r w:rsidRPr="007710BF">
        <w:rPr>
          <w:cs/>
          <w:lang w:bidi="bn-IN"/>
        </w:rPr>
        <w:t>বলে</w:t>
      </w:r>
      <w:r w:rsidR="00006767" w:rsidRPr="00A3582C">
        <w:rPr>
          <w:rFonts w:hint="cs"/>
          <w:rtl/>
        </w:rPr>
        <w:t xml:space="preserve"> </w:t>
      </w:r>
      <w:r w:rsidRPr="007710BF">
        <w:rPr>
          <w:cs/>
          <w:lang w:bidi="bn-IN"/>
        </w:rPr>
        <w:t>অভিহিত করে থাকেন। মা</w:t>
      </w:r>
      <w:r w:rsidR="00006767">
        <w:rPr>
          <w:cs/>
          <w:lang w:bidi="bn-IN"/>
        </w:rPr>
        <w:t>নুষকে ক্ষুদ্র বিশ্ব এবং বহির্বি</w:t>
      </w:r>
      <w:r w:rsidR="00006767">
        <w:rPr>
          <w:rFonts w:hint="cs"/>
          <w:rtl/>
          <w:cs/>
          <w:lang w:bidi="bn-IN"/>
        </w:rPr>
        <w:t>শ্ব</w:t>
      </w:r>
      <w:r w:rsidRPr="007710BF">
        <w:rPr>
          <w:cs/>
          <w:lang w:bidi="bn-IN"/>
        </w:rPr>
        <w:t xml:space="preserve">কে বৃহৎ বিশ্ব বলাকে </w:t>
      </w:r>
      <w:r w:rsidR="00FE6D44">
        <w:rPr>
          <w:cs/>
          <w:lang w:bidi="bn-IN"/>
        </w:rPr>
        <w:t>তারা</w:t>
      </w:r>
      <w:r w:rsidRPr="007710BF">
        <w:rPr>
          <w:cs/>
          <w:lang w:bidi="bn-IN"/>
        </w:rPr>
        <w:t xml:space="preserve"> সমীচিন মনে</w:t>
      </w:r>
      <w:r w:rsidR="00006767">
        <w:rPr>
          <w:rFonts w:hint="cs"/>
          <w:rtl/>
        </w:rPr>
        <w:t xml:space="preserve"> </w:t>
      </w:r>
      <w:r w:rsidRPr="007710BF">
        <w:rPr>
          <w:cs/>
          <w:lang w:bidi="bn-IN"/>
        </w:rPr>
        <w:t>করেন না</w:t>
      </w:r>
      <w:r w:rsidRPr="007710BF">
        <w:rPr>
          <w:cs/>
          <w:lang w:bidi="hi-IN"/>
        </w:rPr>
        <w:t xml:space="preserve">। </w:t>
      </w:r>
      <w:r w:rsidRPr="007710BF">
        <w:rPr>
          <w:cs/>
          <w:lang w:bidi="bn-IN"/>
        </w:rPr>
        <w:t xml:space="preserve">বরং যে বিশ্বকে আমরা বৃহৎ বিশ্ব বলি </w:t>
      </w:r>
      <w:r w:rsidR="00611BB9">
        <w:rPr>
          <w:cs/>
          <w:lang w:bidi="bn-IN"/>
        </w:rPr>
        <w:t>তা</w:t>
      </w:r>
      <w:r w:rsidRPr="007710BF">
        <w:rPr>
          <w:cs/>
          <w:lang w:bidi="bn-IN"/>
        </w:rPr>
        <w:t>দের ভাষায তা ক্ষুদ্র বিশ্ব এবং যে বিশ্বকে আমরা</w:t>
      </w:r>
      <w:r w:rsidR="00006767" w:rsidRPr="00A3582C">
        <w:rPr>
          <w:rFonts w:hint="cs"/>
          <w:rtl/>
        </w:rPr>
        <w:t xml:space="preserve"> </w:t>
      </w:r>
      <w:r w:rsidRPr="007710BF">
        <w:rPr>
          <w:cs/>
          <w:lang w:bidi="bn-IN"/>
        </w:rPr>
        <w:t xml:space="preserve">ক্ষুদ্র বিশ্ব বলি অর্থাৎ মানুষের অভ্যন্তরীণ বিশ্ব তা </w:t>
      </w:r>
      <w:r w:rsidR="00611BB9">
        <w:rPr>
          <w:cs/>
          <w:lang w:bidi="bn-IN"/>
        </w:rPr>
        <w:t>তা</w:t>
      </w:r>
      <w:r w:rsidRPr="007710BF">
        <w:rPr>
          <w:cs/>
          <w:lang w:bidi="bn-IN"/>
        </w:rPr>
        <w:t>দের ভাষায় বৃহৎ বিশ্ব।</w:t>
      </w:r>
    </w:p>
    <w:p w:rsidR="00006767" w:rsidRDefault="007710BF" w:rsidP="00170828">
      <w:pPr>
        <w:pStyle w:val="libNormal"/>
        <w:rPr>
          <w:rtl/>
        </w:rPr>
      </w:pPr>
      <w:r w:rsidRPr="007710BF">
        <w:rPr>
          <w:cs/>
          <w:lang w:bidi="bn-IN"/>
        </w:rPr>
        <w:t>মাওলানা রুমী বলেন</w:t>
      </w:r>
      <w:r w:rsidR="00895143">
        <w:t>,</w:t>
      </w:r>
    </w:p>
    <w:p w:rsidR="00006767" w:rsidRPr="00A3582C" w:rsidRDefault="007710BF" w:rsidP="00006767">
      <w:pPr>
        <w:pStyle w:val="libCenter"/>
        <w:rPr>
          <w:rtl/>
        </w:rPr>
      </w:pPr>
      <w:r w:rsidRPr="001933EC">
        <w:rPr>
          <w:rStyle w:val="libAlaemChar"/>
        </w:rPr>
        <w:t>“</w:t>
      </w:r>
      <w:r w:rsidRPr="007710BF">
        <w:rPr>
          <w:cs/>
          <w:lang w:bidi="bn-IN"/>
        </w:rPr>
        <w:t>এমন কিছু নেই পানির পাত্রে</w:t>
      </w:r>
      <w:r w:rsidR="00895143">
        <w:t>,</w:t>
      </w:r>
      <w:r w:rsidRPr="007710BF">
        <w:rPr>
          <w:cs/>
          <w:lang w:bidi="bn-IN"/>
        </w:rPr>
        <w:t>যা থাকবে না নদীতে</w:t>
      </w:r>
    </w:p>
    <w:p w:rsidR="00006767" w:rsidRDefault="007710BF" w:rsidP="00006767">
      <w:pPr>
        <w:pStyle w:val="libCenter"/>
        <w:rPr>
          <w:rStyle w:val="libAlaemChar"/>
          <w:rtl/>
        </w:rPr>
      </w:pPr>
      <w:r w:rsidRPr="007710BF">
        <w:rPr>
          <w:cs/>
          <w:lang w:bidi="bn-IN"/>
        </w:rPr>
        <w:t>এমন কিছু কি থাকবে ঘরেতে</w:t>
      </w:r>
      <w:r w:rsidR="00895143">
        <w:t>,</w:t>
      </w:r>
      <w:r w:rsidRPr="007710BF">
        <w:rPr>
          <w:cs/>
          <w:lang w:bidi="bn-IN"/>
        </w:rPr>
        <w:t>যা থাকবে না শহরেতে</w:t>
      </w:r>
      <w:r w:rsidRPr="007710BF">
        <w:t>?</w:t>
      </w:r>
      <w:r w:rsidRPr="001933EC">
        <w:rPr>
          <w:rStyle w:val="libAlaemChar"/>
        </w:rPr>
        <w:t>”</w:t>
      </w:r>
    </w:p>
    <w:p w:rsidR="00EC22D2" w:rsidRDefault="007710BF" w:rsidP="00170828">
      <w:pPr>
        <w:pStyle w:val="libNormal"/>
        <w:rPr>
          <w:lang w:bidi="bn-IN"/>
        </w:rPr>
      </w:pPr>
      <w:r w:rsidRPr="007710BF">
        <w:rPr>
          <w:cs/>
          <w:lang w:bidi="bn-IN"/>
        </w:rPr>
        <w:t>এটা সম্ভব কি কোন বস্তু ঘরে রয়েছে</w:t>
      </w:r>
      <w:r w:rsidR="00895143">
        <w:t>,</w:t>
      </w:r>
      <w:r w:rsidRPr="007710BF">
        <w:rPr>
          <w:cs/>
          <w:lang w:bidi="bn-IN"/>
        </w:rPr>
        <w:t xml:space="preserve">কিন্তু শহরে তা </w:t>
      </w:r>
      <w:r w:rsidR="00250C43">
        <w:rPr>
          <w:cs/>
          <w:lang w:bidi="bn-IN"/>
        </w:rPr>
        <w:t>খুজে</w:t>
      </w:r>
      <w:r w:rsidRPr="007710BF">
        <w:rPr>
          <w:cs/>
          <w:lang w:bidi="bn-IN"/>
        </w:rPr>
        <w:t xml:space="preserve"> পা</w:t>
      </w:r>
      <w:r w:rsidR="00006767">
        <w:rPr>
          <w:cs/>
          <w:lang w:bidi="bn-IN"/>
        </w:rPr>
        <w:t>ওয়া যাবে না। এটা সম্ভব নয়।</w:t>
      </w:r>
      <w:r w:rsidR="00006767" w:rsidRPr="00A3582C">
        <w:rPr>
          <w:rFonts w:hint="cs"/>
          <w:rtl/>
        </w:rPr>
        <w:t xml:space="preserve"> </w:t>
      </w:r>
      <w:r w:rsidRPr="007710BF">
        <w:rPr>
          <w:cs/>
          <w:lang w:bidi="bn-IN"/>
        </w:rPr>
        <w:t>কারণ ঘর শহরেরই অংশ। তাই যা ঘরে রয়েছে তা যা শহরে রয়েছে তারই নমুনা বৈ কিছু নয়।</w:t>
      </w:r>
      <w:r w:rsidR="00006767" w:rsidRPr="00A3582C">
        <w:rPr>
          <w:rFonts w:hint="cs"/>
          <w:rtl/>
        </w:rPr>
        <w:t xml:space="preserve"> </w:t>
      </w:r>
      <w:r w:rsidRPr="007710BF">
        <w:rPr>
          <w:cs/>
          <w:lang w:bidi="bn-IN"/>
        </w:rPr>
        <w:t>তেমনি এটাও সম্ভব নয় যে</w:t>
      </w:r>
      <w:r w:rsidR="00895143">
        <w:t>,</w:t>
      </w:r>
      <w:r w:rsidRPr="007710BF">
        <w:rPr>
          <w:cs/>
          <w:lang w:bidi="bn-IN"/>
        </w:rPr>
        <w:t>একটি পাত্রে যে পানি রয়েছে তা নদীতে থাকবে না। যা পানির পাত্রে</w:t>
      </w:r>
      <w:r w:rsidR="00006767" w:rsidRPr="00A3582C">
        <w:rPr>
          <w:rFonts w:hint="cs"/>
          <w:rtl/>
        </w:rPr>
        <w:t xml:space="preserve"> </w:t>
      </w:r>
      <w:r w:rsidRPr="007710BF">
        <w:rPr>
          <w:cs/>
          <w:lang w:bidi="bn-IN"/>
        </w:rPr>
        <w:t xml:space="preserve">রয়েছে তা নদীর পানিরই একটি ক্ষুদ্র অংশ। </w:t>
      </w:r>
    </w:p>
    <w:p w:rsidR="00EC22D2" w:rsidRDefault="007710BF" w:rsidP="005C4839">
      <w:pPr>
        <w:pStyle w:val="libCenter"/>
        <w:rPr>
          <w:lang w:bidi="bn-IN"/>
        </w:rPr>
      </w:pPr>
      <w:r w:rsidRPr="001933EC">
        <w:rPr>
          <w:rStyle w:val="libAlaemChar"/>
        </w:rPr>
        <w:t>“</w:t>
      </w:r>
      <w:r w:rsidRPr="007710BF">
        <w:rPr>
          <w:cs/>
          <w:lang w:bidi="bn-IN"/>
        </w:rPr>
        <w:t>এ পৃথিবী পানির পাত্র</w:t>
      </w:r>
      <w:r w:rsidR="00895143">
        <w:t>,</w:t>
      </w:r>
      <w:r w:rsidRPr="007710BF">
        <w:rPr>
          <w:cs/>
          <w:lang w:bidi="bn-IN"/>
        </w:rPr>
        <w:t>হৃদয় যেথায় ঝরনা ধারা</w:t>
      </w:r>
    </w:p>
    <w:p w:rsidR="00EC22D2" w:rsidRDefault="007710BF" w:rsidP="005C4839">
      <w:pPr>
        <w:pStyle w:val="libCenter"/>
        <w:rPr>
          <w:rStyle w:val="libAlaemChar"/>
        </w:rPr>
      </w:pPr>
      <w:r w:rsidRPr="007710BF">
        <w:rPr>
          <w:cs/>
          <w:lang w:bidi="bn-IN"/>
        </w:rPr>
        <w:t>এ বিশ্ব ঘরের রূপ অন্তর শহরই যেন বিস্ময়ে ভরা।</w:t>
      </w:r>
      <w:r w:rsidRPr="001933EC">
        <w:rPr>
          <w:rStyle w:val="libAlaemChar"/>
        </w:rPr>
        <w:t>”</w:t>
      </w:r>
    </w:p>
    <w:p w:rsidR="00EC22D2" w:rsidRDefault="007710BF" w:rsidP="00EC22D2">
      <w:pPr>
        <w:pStyle w:val="libNormal"/>
        <w:rPr>
          <w:lang w:bidi="bn-IN"/>
        </w:rPr>
      </w:pPr>
      <w:r w:rsidRPr="007710BF">
        <w:rPr>
          <w:cs/>
          <w:lang w:bidi="bn-IN"/>
        </w:rPr>
        <w:t>তিনি এভাবে বলেননি যে</w:t>
      </w:r>
      <w:r w:rsidR="00895143">
        <w:t>,</w:t>
      </w:r>
      <w:r w:rsidRPr="007710BF">
        <w:rPr>
          <w:cs/>
          <w:lang w:bidi="bn-IN"/>
        </w:rPr>
        <w:t>হৃদয় পানির পাত্র এবং পৃথিবী ঝরনা ধারা</w:t>
      </w:r>
      <w:r w:rsidR="00895143">
        <w:t>,</w:t>
      </w:r>
      <w:r w:rsidRPr="007710BF">
        <w:rPr>
          <w:cs/>
          <w:lang w:bidi="bn-IN"/>
        </w:rPr>
        <w:t>বরং বলেছেন এ বিশ্ব পানির</w:t>
      </w:r>
      <w:r w:rsidR="00EC22D2">
        <w:rPr>
          <w:lang w:bidi="bn-IN"/>
        </w:rPr>
        <w:t xml:space="preserve"> </w:t>
      </w:r>
      <w:r w:rsidRPr="007710BF">
        <w:rPr>
          <w:cs/>
          <w:lang w:bidi="bn-IN"/>
        </w:rPr>
        <w:t>পাত্রস্বরূপ এবং হৃদয় ঝরনা ধারা। এ চিন্তাধারা মানুষকে কতটা বহির্বিশ্ব থেকে বিচ্ছিন্ন করে ফেলে!</w:t>
      </w:r>
      <w:r w:rsidR="00EC22D2">
        <w:rPr>
          <w:lang w:bidi="bn-IN"/>
        </w:rPr>
        <w:t xml:space="preserve"> </w:t>
      </w:r>
      <w:r w:rsidRPr="007710BF">
        <w:rPr>
          <w:cs/>
          <w:lang w:bidi="bn-IN"/>
        </w:rPr>
        <w:t>মানুষ ঘরের উদ্দেশ্যে ছুটবে নাকি শহরের উদ্দেশ্যে</w:t>
      </w:r>
      <w:r w:rsidRPr="007710BF">
        <w:t xml:space="preserve">? </w:t>
      </w:r>
      <w:r w:rsidRPr="007710BF">
        <w:rPr>
          <w:cs/>
          <w:lang w:bidi="bn-IN"/>
        </w:rPr>
        <w:t>এখান থেকে বোঝা যায়</w:t>
      </w:r>
      <w:r w:rsidR="00895143">
        <w:t>,</w:t>
      </w:r>
      <w:r w:rsidRPr="007710BF">
        <w:rPr>
          <w:cs/>
          <w:lang w:bidi="bn-IN"/>
        </w:rPr>
        <w:t>যা ঘরে রয়েছে তা যখন শহরেও রয়েছে তখন মানুষ শহরের দিকেই ছুটবে। মানুষ কি ক্ষুদ্র পাত্রের পানির দিকে ছুটবে নাকি</w:t>
      </w:r>
      <w:r w:rsidR="00EC22D2">
        <w:rPr>
          <w:lang w:bidi="bn-IN"/>
        </w:rPr>
        <w:t xml:space="preserve"> </w:t>
      </w:r>
      <w:r w:rsidRPr="007710BF">
        <w:rPr>
          <w:cs/>
          <w:lang w:bidi="bn-IN"/>
        </w:rPr>
        <w:t>পানির ঝরনার দিকে</w:t>
      </w:r>
      <w:r w:rsidRPr="007710BF">
        <w:t xml:space="preserve">? </w:t>
      </w:r>
      <w:r w:rsidRPr="007710BF">
        <w:rPr>
          <w:cs/>
          <w:lang w:bidi="bn-IN"/>
        </w:rPr>
        <w:t>স্বভাবতঃই ঝরনা ধারার দিকেই তার প্রবণতা থাকবে।</w:t>
      </w:r>
    </w:p>
    <w:p w:rsidR="00EC22D2" w:rsidRDefault="007710BF" w:rsidP="00EC22D2">
      <w:pPr>
        <w:pStyle w:val="libNormal"/>
      </w:pPr>
      <w:r w:rsidRPr="007710BF">
        <w:rPr>
          <w:cs/>
          <w:lang w:bidi="bn-IN"/>
        </w:rPr>
        <w:t>এরফানের ভিত্তি অন্তর ও অন্তর্মুখিতা এবং বহির্বিশ্ব থেকে বিচ্ছিন্ন হয়ে অন্তরের দিকে দৃষ্টিদান।</w:t>
      </w:r>
      <w:r w:rsidR="00EC22D2">
        <w:rPr>
          <w:lang w:bidi="bn-IN"/>
        </w:rPr>
        <w:t xml:space="preserve"> </w:t>
      </w:r>
      <w:r w:rsidRPr="007710BF">
        <w:rPr>
          <w:cs/>
          <w:lang w:bidi="bn-IN"/>
        </w:rPr>
        <w:t xml:space="preserve">এমনকি সত্য ও হাকীকতকে যে বহির্বিশ্ব থেকে আহরণ সম্ভব তাও </w:t>
      </w:r>
      <w:r w:rsidR="00FE6D44">
        <w:rPr>
          <w:cs/>
          <w:lang w:bidi="bn-IN"/>
        </w:rPr>
        <w:t>তারা</w:t>
      </w:r>
      <w:r w:rsidRPr="007710BF">
        <w:rPr>
          <w:cs/>
          <w:lang w:bidi="bn-IN"/>
        </w:rPr>
        <w:t xml:space="preserve"> অস্বীকার করেন। </w:t>
      </w:r>
      <w:r w:rsidR="00FE6D44">
        <w:rPr>
          <w:cs/>
          <w:lang w:bidi="bn-IN"/>
        </w:rPr>
        <w:t>তারা</w:t>
      </w:r>
      <w:r w:rsidR="00EC22D2">
        <w:rPr>
          <w:lang w:bidi="bn-IN"/>
        </w:rPr>
        <w:t xml:space="preserve"> </w:t>
      </w:r>
      <w:r w:rsidRPr="007710BF">
        <w:rPr>
          <w:cs/>
          <w:lang w:bidi="bn-IN"/>
        </w:rPr>
        <w:t>বলেন</w:t>
      </w:r>
      <w:r w:rsidR="00895143">
        <w:t>,</w:t>
      </w:r>
      <w:r w:rsidRPr="007710BF">
        <w:rPr>
          <w:cs/>
          <w:lang w:bidi="bn-IN"/>
        </w:rPr>
        <w:t>অভ্যন্তর থেকেই তা আহরণ কর। হাফেজ শিরাজী বলেন</w:t>
      </w:r>
      <w:r w:rsidR="00895143">
        <w:t>,</w:t>
      </w:r>
    </w:p>
    <w:p w:rsidR="00EC22D2" w:rsidRDefault="007710BF" w:rsidP="005C4839">
      <w:pPr>
        <w:pStyle w:val="libCenter"/>
        <w:rPr>
          <w:lang w:bidi="bn-IN"/>
        </w:rPr>
      </w:pPr>
      <w:r w:rsidRPr="001933EC">
        <w:rPr>
          <w:rStyle w:val="libAlaemChar"/>
        </w:rPr>
        <w:t>“</w:t>
      </w:r>
      <w:r w:rsidRPr="007710BF">
        <w:rPr>
          <w:cs/>
          <w:lang w:bidi="bn-IN"/>
        </w:rPr>
        <w:t xml:space="preserve">যুগ যুগ ধরে হৃদয় আমার সন্ধানে এক </w:t>
      </w:r>
      <w:r w:rsidR="00817363">
        <w:rPr>
          <w:cs/>
          <w:lang w:bidi="bn-IN"/>
        </w:rPr>
        <w:t>রত্ন</w:t>
      </w:r>
      <w:r w:rsidR="00EC22D2">
        <w:rPr>
          <w:lang w:bidi="bn-IN"/>
        </w:rPr>
        <w:t xml:space="preserve"> </w:t>
      </w:r>
      <w:r w:rsidRPr="007710BF">
        <w:rPr>
          <w:cs/>
          <w:lang w:bidi="bn-IN"/>
        </w:rPr>
        <w:t>আয়নার*</w:t>
      </w:r>
    </w:p>
    <w:p w:rsidR="00EC22D2" w:rsidRDefault="00EC22D2" w:rsidP="005C4839">
      <w:pPr>
        <w:pStyle w:val="libCenter"/>
        <w:rPr>
          <w:lang w:bidi="bn-IN"/>
        </w:rPr>
      </w:pPr>
      <w:r>
        <w:rPr>
          <w:cs/>
          <w:lang w:bidi="bn-IN"/>
        </w:rPr>
        <w:t>খু</w:t>
      </w:r>
      <w:r w:rsidR="007710BF" w:rsidRPr="007710BF">
        <w:rPr>
          <w:cs/>
          <w:lang w:bidi="bn-IN"/>
        </w:rPr>
        <w:t>জছিল তা পরে</w:t>
      </w:r>
      <w:r>
        <w:rPr>
          <w:cs/>
          <w:lang w:bidi="bn-IN"/>
        </w:rPr>
        <w:t>র কাছে যা রয়েছে অভ্যন্তরে আপনার</w:t>
      </w:r>
    </w:p>
    <w:p w:rsidR="00EC22D2" w:rsidRDefault="00EC22D2" w:rsidP="005C4839">
      <w:pPr>
        <w:pStyle w:val="libCenter"/>
        <w:rPr>
          <w:lang w:bidi="bn-IN"/>
        </w:rPr>
      </w:pPr>
      <w:r>
        <w:rPr>
          <w:cs/>
          <w:lang w:bidi="bn-IN"/>
        </w:rPr>
        <w:t xml:space="preserve">যে </w:t>
      </w:r>
      <w:r w:rsidRPr="00EC22D2">
        <w:rPr>
          <w:cs/>
          <w:lang w:bidi="bn-IN"/>
        </w:rPr>
        <w:t>রত্নেরে</w:t>
      </w:r>
      <w:r w:rsidR="007710BF" w:rsidRPr="007710BF">
        <w:rPr>
          <w:cs/>
          <w:lang w:bidi="bn-IN"/>
        </w:rPr>
        <w:t xml:space="preserve"> পারে না করিতে ধারণ স্থান ও কাল</w:t>
      </w:r>
    </w:p>
    <w:p w:rsidR="00EC22D2" w:rsidRDefault="007710BF" w:rsidP="005C4839">
      <w:pPr>
        <w:pStyle w:val="libCenter"/>
        <w:rPr>
          <w:lang w:bidi="bn-IN"/>
        </w:rPr>
      </w:pPr>
      <w:r w:rsidRPr="007710BF">
        <w:rPr>
          <w:cs/>
          <w:lang w:bidi="bn-IN"/>
        </w:rPr>
        <w:t xml:space="preserve">পথহারা সাগর যাত্রী হতে তা চাওয়া বৃথা </w:t>
      </w:r>
      <w:r w:rsidR="00F44B3E">
        <w:rPr>
          <w:cs/>
          <w:lang w:bidi="bn-IN"/>
        </w:rPr>
        <w:t>আহবান</w:t>
      </w:r>
    </w:p>
    <w:p w:rsidR="00EC22D2" w:rsidRDefault="007710BF" w:rsidP="005C4839">
      <w:pPr>
        <w:pStyle w:val="libCenter"/>
        <w:rPr>
          <w:lang w:bidi="bn-IN"/>
        </w:rPr>
      </w:pPr>
      <w:r w:rsidRPr="007710BF">
        <w:rPr>
          <w:cs/>
          <w:lang w:bidi="bn-IN"/>
        </w:rPr>
        <w:t>গিয়েছিলেম পীরের খানকায় এ সমস্যা নিয়ে গত রাতে</w:t>
      </w:r>
    </w:p>
    <w:p w:rsidR="00EC22D2" w:rsidRDefault="007710BF" w:rsidP="005C4839">
      <w:pPr>
        <w:pStyle w:val="libCenter"/>
        <w:rPr>
          <w:lang w:bidi="bn-IN"/>
        </w:rPr>
      </w:pPr>
      <w:r w:rsidRPr="007710BF">
        <w:rPr>
          <w:cs/>
          <w:lang w:bidi="bn-IN"/>
        </w:rPr>
        <w:t>বললেন মাথা ঝুঁকে</w:t>
      </w:r>
      <w:r w:rsidR="00895143">
        <w:t>,</w:t>
      </w:r>
      <w:r w:rsidRPr="007710BF">
        <w:rPr>
          <w:cs/>
          <w:lang w:bidi="bn-IN"/>
        </w:rPr>
        <w:t>এ সমস্যা রয়েছে পৃথিবীতে</w:t>
      </w:r>
    </w:p>
    <w:p w:rsidR="00EC22D2" w:rsidRDefault="007710BF" w:rsidP="005C4839">
      <w:pPr>
        <w:pStyle w:val="libCenter"/>
        <w:rPr>
          <w:lang w:bidi="bn-IN"/>
        </w:rPr>
      </w:pPr>
      <w:r w:rsidRPr="007710BF">
        <w:rPr>
          <w:cs/>
          <w:lang w:bidi="bn-IN"/>
        </w:rPr>
        <w:t xml:space="preserve">দেখলাম </w:t>
      </w:r>
      <w:r w:rsidR="00611BB9">
        <w:rPr>
          <w:cs/>
          <w:lang w:bidi="bn-IN"/>
        </w:rPr>
        <w:t>তা</w:t>
      </w:r>
      <w:r w:rsidRPr="007710BF">
        <w:rPr>
          <w:cs/>
          <w:lang w:bidi="bn-IN"/>
        </w:rPr>
        <w:t>রে বসে হাসি</w:t>
      </w:r>
      <w:r w:rsidR="00EC22D2">
        <w:rPr>
          <w:lang w:bidi="bn-IN"/>
        </w:rPr>
        <w:t xml:space="preserve"> </w:t>
      </w:r>
      <w:r w:rsidRPr="007710BF">
        <w:rPr>
          <w:cs/>
          <w:lang w:bidi="bn-IN"/>
        </w:rPr>
        <w:t>মুখে হাতে নিয়ে শরাবের পেয়ালা**</w:t>
      </w:r>
    </w:p>
    <w:p w:rsidR="00EC22D2" w:rsidRDefault="00817363" w:rsidP="005C4839">
      <w:pPr>
        <w:pStyle w:val="libCenter"/>
        <w:rPr>
          <w:lang w:bidi="bn-IN"/>
        </w:rPr>
      </w:pPr>
      <w:r>
        <w:rPr>
          <w:cs/>
          <w:lang w:bidi="bn-IN"/>
        </w:rPr>
        <w:t>রত্ন</w:t>
      </w:r>
      <w:r w:rsidR="00EC22D2">
        <w:rPr>
          <w:lang w:bidi="bn-IN"/>
        </w:rPr>
        <w:t xml:space="preserve"> </w:t>
      </w:r>
      <w:r w:rsidR="007710BF" w:rsidRPr="007710BF">
        <w:rPr>
          <w:cs/>
          <w:lang w:bidi="bn-IN"/>
        </w:rPr>
        <w:t>আয়নায় শতরূপে বিশ্বকে দেখছেন</w:t>
      </w:r>
      <w:r w:rsidR="00895143">
        <w:t>,</w:t>
      </w:r>
      <w:r w:rsidR="007710BF" w:rsidRPr="007710BF">
        <w:rPr>
          <w:cs/>
          <w:lang w:bidi="bn-IN"/>
        </w:rPr>
        <w:t>করছেন খেলা</w:t>
      </w:r>
    </w:p>
    <w:p w:rsidR="00EC22D2" w:rsidRDefault="007710BF" w:rsidP="005C4839">
      <w:pPr>
        <w:pStyle w:val="libCenter"/>
        <w:rPr>
          <w:lang w:bidi="bn-IN"/>
        </w:rPr>
      </w:pPr>
      <w:r w:rsidRPr="007710BF">
        <w:rPr>
          <w:cs/>
          <w:lang w:bidi="bn-IN"/>
        </w:rPr>
        <w:t xml:space="preserve">বললাম </w:t>
      </w:r>
      <w:r w:rsidR="00611BB9">
        <w:rPr>
          <w:cs/>
          <w:lang w:bidi="bn-IN"/>
        </w:rPr>
        <w:t>তা</w:t>
      </w:r>
      <w:r w:rsidRPr="007710BF">
        <w:rPr>
          <w:cs/>
          <w:lang w:bidi="bn-IN"/>
        </w:rPr>
        <w:t>রে</w:t>
      </w:r>
      <w:r w:rsidR="00895143">
        <w:t>,</w:t>
      </w:r>
      <w:r w:rsidRPr="007710BF">
        <w:rPr>
          <w:cs/>
          <w:lang w:bidi="bn-IN"/>
        </w:rPr>
        <w:t>হে প্রজ্ঞাবান! কবে পেয়েছেন বিশ্বদৃষ্টির এ ভাণ্ডার</w:t>
      </w:r>
    </w:p>
    <w:p w:rsidR="00EC22D2" w:rsidRDefault="007710BF" w:rsidP="005C4839">
      <w:pPr>
        <w:pStyle w:val="libCenter"/>
        <w:rPr>
          <w:lang w:bidi="bn-IN"/>
        </w:rPr>
      </w:pPr>
      <w:r w:rsidRPr="007710BF">
        <w:rPr>
          <w:cs/>
          <w:lang w:bidi="bn-IN"/>
        </w:rPr>
        <w:t>বললেন</w:t>
      </w:r>
      <w:r w:rsidR="00895143">
        <w:t>,</w:t>
      </w:r>
      <w:r w:rsidRPr="007710BF">
        <w:rPr>
          <w:cs/>
          <w:lang w:bidi="bn-IN"/>
        </w:rPr>
        <w:t>যেদিন স্রষ্টা করেছেন বিশ্ব সৃষ্টি</w:t>
      </w:r>
      <w:r w:rsidR="00895143">
        <w:t>,</w:t>
      </w:r>
      <w:r w:rsidRPr="007710BF">
        <w:rPr>
          <w:cs/>
          <w:lang w:bidi="bn-IN"/>
        </w:rPr>
        <w:t>দিয়েছেন তা আমায় উপহার</w:t>
      </w:r>
    </w:p>
    <w:p w:rsidR="00EC22D2" w:rsidRDefault="007710BF" w:rsidP="005C4839">
      <w:pPr>
        <w:pStyle w:val="libCenter"/>
        <w:rPr>
          <w:lang w:bidi="bn-IN"/>
        </w:rPr>
      </w:pPr>
      <w:r w:rsidRPr="007710BF">
        <w:rPr>
          <w:cs/>
          <w:lang w:bidi="bn-IN"/>
        </w:rPr>
        <w:t>বুঝলাম আমি যদিও এ হৃদয়হারার নিকট রয়েছেন খোদা সর্বাবস্থায়</w:t>
      </w:r>
    </w:p>
    <w:p w:rsidR="00EC22D2" w:rsidRDefault="007710BF" w:rsidP="005C4839">
      <w:pPr>
        <w:pStyle w:val="libCenter"/>
        <w:rPr>
          <w:lang w:bidi="hi-IN"/>
        </w:rPr>
      </w:pPr>
      <w:r w:rsidRPr="007710BF">
        <w:rPr>
          <w:cs/>
          <w:lang w:bidi="bn-IN"/>
        </w:rPr>
        <w:t>নিকটকে তিনি দেখেননি বলে ডেকে চলেছেন তারে দূরের আহ্বানে হায়</w:t>
      </w:r>
      <w:r w:rsidRPr="007710BF">
        <w:rPr>
          <w:cs/>
          <w:lang w:bidi="hi-IN"/>
        </w:rPr>
        <w:t>।</w:t>
      </w:r>
    </w:p>
    <w:p w:rsidR="00EC22D2" w:rsidRDefault="007710BF" w:rsidP="005C4839">
      <w:pPr>
        <w:pStyle w:val="libCenter"/>
        <w:rPr>
          <w:lang w:bidi="bn-IN"/>
        </w:rPr>
      </w:pPr>
      <w:r w:rsidRPr="007710BF">
        <w:rPr>
          <w:cs/>
          <w:lang w:bidi="bn-IN"/>
        </w:rPr>
        <w:t>আকলের সকল প্রচেষ্টা হয়েছে হেথায় ব্যর্থ</w:t>
      </w:r>
    </w:p>
    <w:p w:rsidR="00EC22D2" w:rsidRDefault="007710BF" w:rsidP="005C4839">
      <w:pPr>
        <w:pStyle w:val="libCenter"/>
        <w:rPr>
          <w:lang w:bidi="bn-IN"/>
        </w:rPr>
      </w:pPr>
      <w:r w:rsidRPr="007710BF">
        <w:rPr>
          <w:cs/>
          <w:lang w:bidi="bn-IN"/>
        </w:rPr>
        <w:t>সামেরীর মত মূসার লাঠিও আলোকিত হাতের নিকট হয়েছে পরাস্ত।</w:t>
      </w:r>
    </w:p>
    <w:p w:rsidR="00EC22D2" w:rsidRDefault="007710BF" w:rsidP="005C4839">
      <w:pPr>
        <w:pStyle w:val="libCenter"/>
        <w:rPr>
          <w:lang w:bidi="bn-IN"/>
        </w:rPr>
      </w:pPr>
      <w:r w:rsidRPr="007710BF">
        <w:rPr>
          <w:cs/>
          <w:lang w:bidi="bn-IN"/>
        </w:rPr>
        <w:t>বললেন পীর</w:t>
      </w:r>
      <w:r w:rsidR="00895143">
        <w:t>,</w:t>
      </w:r>
      <w:r w:rsidRPr="007710BF">
        <w:rPr>
          <w:cs/>
          <w:lang w:bidi="bn-IN"/>
        </w:rPr>
        <w:t>বন্ধুকে*** আমার ঝুলানো হয়েছে ফাঁসির কাষ্ঠে</w:t>
      </w:r>
    </w:p>
    <w:p w:rsidR="00EC22D2" w:rsidRDefault="007710BF" w:rsidP="005C4839">
      <w:pPr>
        <w:pStyle w:val="libCenter"/>
        <w:rPr>
          <w:rStyle w:val="libAlaemChar"/>
        </w:rPr>
      </w:pPr>
      <w:r w:rsidRPr="007710BF">
        <w:rPr>
          <w:cs/>
          <w:lang w:bidi="bn-IN"/>
        </w:rPr>
        <w:t>অপরাধ তার ছিল এটাই বলেছিল সে গোপন কথা প্রকাশ্যে।</w:t>
      </w:r>
      <w:r w:rsidRPr="001933EC">
        <w:rPr>
          <w:rStyle w:val="libAlaemChar"/>
        </w:rPr>
        <w:t>”</w:t>
      </w:r>
    </w:p>
    <w:p w:rsidR="00EC22D2" w:rsidRDefault="007710BF" w:rsidP="00EC22D2">
      <w:pPr>
        <w:pStyle w:val="libNormal"/>
        <w:rPr>
          <w:lang w:bidi="bn-IN"/>
        </w:rPr>
      </w:pPr>
      <w:r w:rsidRPr="007710BF">
        <w:t>(*</w:t>
      </w:r>
      <w:r w:rsidRPr="007710BF">
        <w:rPr>
          <w:cs/>
          <w:lang w:bidi="bn-IN"/>
        </w:rPr>
        <w:t>পূর্ণ মানব যার মধ্যে খোদার গুণাবলী প্রতিফলিত হয়েছে</w:t>
      </w:r>
      <w:r w:rsidR="00895143">
        <w:t>,</w:t>
      </w:r>
      <w:r w:rsidRPr="007710BF">
        <w:t>**</w:t>
      </w:r>
      <w:r w:rsidRPr="007710BF">
        <w:rPr>
          <w:cs/>
          <w:lang w:bidi="bn-IN"/>
        </w:rPr>
        <w:t>সুফী বা আরেফের হৃদয়</w:t>
      </w:r>
      <w:r w:rsidR="00895143">
        <w:t>,</w:t>
      </w:r>
      <w:r w:rsidRPr="007710BF">
        <w:t>***</w:t>
      </w:r>
      <w:r w:rsidRPr="007710BF">
        <w:rPr>
          <w:cs/>
          <w:lang w:bidi="bn-IN"/>
        </w:rPr>
        <w:t>মানসুর হা</w:t>
      </w:r>
      <w:r w:rsidR="006B46F0">
        <w:rPr>
          <w:cs/>
          <w:lang w:bidi="bn-IN"/>
        </w:rPr>
        <w:t>ল্লা</w:t>
      </w:r>
      <w:r w:rsidRPr="007710BF">
        <w:rPr>
          <w:rFonts w:hint="cs"/>
          <w:cs/>
          <w:lang w:bidi="bn-IN"/>
        </w:rPr>
        <w:t>জ)</w:t>
      </w:r>
    </w:p>
    <w:p w:rsidR="00EC22D2" w:rsidRDefault="00EC22D2" w:rsidP="00EC22D2">
      <w:pPr>
        <w:pStyle w:val="libNormal"/>
        <w:rPr>
          <w:lang w:bidi="bn-IN"/>
        </w:rPr>
      </w:pPr>
    </w:p>
    <w:p w:rsidR="00EC22D2" w:rsidRDefault="007710BF" w:rsidP="00EC22D2">
      <w:pPr>
        <w:pStyle w:val="libBold1"/>
        <w:rPr>
          <w:lang w:bidi="bn-IN"/>
        </w:rPr>
      </w:pPr>
      <w:r w:rsidRPr="007710BF">
        <w:rPr>
          <w:rFonts w:hint="cs"/>
          <w:cs/>
          <w:lang w:bidi="bn-IN"/>
        </w:rPr>
        <w:t>মৌলভীর তুলনা</w:t>
      </w:r>
    </w:p>
    <w:p w:rsidR="00731BB1" w:rsidRDefault="007710BF" w:rsidP="00731BB1">
      <w:pPr>
        <w:pStyle w:val="libNormal"/>
      </w:pPr>
      <w:r w:rsidRPr="007710BF">
        <w:rPr>
          <w:rFonts w:hint="cs"/>
          <w:cs/>
          <w:lang w:bidi="bn-IN"/>
        </w:rPr>
        <w:t xml:space="preserve">মৌলভী বা মাওলানা রুমী </w:t>
      </w:r>
      <w:r w:rsidR="00FE6D44">
        <w:rPr>
          <w:rFonts w:hint="cs"/>
          <w:cs/>
          <w:lang w:bidi="bn-IN"/>
        </w:rPr>
        <w:t>তার</w:t>
      </w:r>
      <w:r w:rsidRPr="007710BF">
        <w:rPr>
          <w:rFonts w:hint="cs"/>
          <w:cs/>
          <w:lang w:bidi="bn-IN"/>
        </w:rPr>
        <w:t xml:space="preserve"> মাসনভীর ষষ্ঠ অধ্য</w:t>
      </w:r>
      <w:r w:rsidRPr="007710BF">
        <w:rPr>
          <w:cs/>
          <w:lang w:bidi="bn-IN"/>
        </w:rPr>
        <w:t xml:space="preserve">ায়ে একটি গল্প রূপক </w:t>
      </w:r>
      <w:r w:rsidR="00695D8C">
        <w:rPr>
          <w:cs/>
          <w:lang w:bidi="bn-IN"/>
        </w:rPr>
        <w:t>অর্থে</w:t>
      </w:r>
      <w:r w:rsidRPr="007710BF">
        <w:rPr>
          <w:cs/>
          <w:lang w:bidi="bn-IN"/>
        </w:rPr>
        <w:t xml:space="preserve"> এনেছেন। এক</w:t>
      </w:r>
      <w:r w:rsidR="00EC22D2">
        <w:rPr>
          <w:lang w:bidi="bn-IN"/>
        </w:rPr>
        <w:t xml:space="preserve"> </w:t>
      </w:r>
      <w:r w:rsidRPr="007710BF">
        <w:rPr>
          <w:cs/>
          <w:lang w:bidi="bn-IN"/>
        </w:rPr>
        <w:t xml:space="preserve">ব্যক্তির ঘটনা বর্ণনা করেছেন যে সর্বদা </w:t>
      </w:r>
      <w:r w:rsidR="00D009A1">
        <w:rPr>
          <w:cs/>
          <w:lang w:bidi="bn-IN"/>
        </w:rPr>
        <w:t>আল্লাহর</w:t>
      </w:r>
      <w:r w:rsidRPr="007710BF">
        <w:rPr>
          <w:rFonts w:hint="cs"/>
          <w:cs/>
          <w:lang w:bidi="bn-IN"/>
        </w:rPr>
        <w:t xml:space="preserve"> নিকট গুপ্তধন চাইত। এ অলস ব্যক্তিটি যার মনোবাঞ্ছাহলো হঠাৎ করে গুপ্তধন অর্জনের মাধ্যমে সারা জীবন স্বাচ্ছন্দ্যে কাটিয়ে দেয়া। সে বলত</w:t>
      </w:r>
      <w:r w:rsidR="00895143">
        <w:t>,</w:t>
      </w:r>
      <w:r w:rsidRPr="001933EC">
        <w:rPr>
          <w:rStyle w:val="libAlaemChar"/>
        </w:rPr>
        <w:t>“</w:t>
      </w:r>
      <w:r w:rsidRPr="007710BF">
        <w:rPr>
          <w:cs/>
          <w:lang w:bidi="bn-IN"/>
        </w:rPr>
        <w:t>হে খোদা!</w:t>
      </w:r>
      <w:r w:rsidR="00731BB1">
        <w:rPr>
          <w:lang w:bidi="bn-IN"/>
        </w:rPr>
        <w:t xml:space="preserve"> </w:t>
      </w:r>
      <w:r w:rsidRPr="007710BF">
        <w:rPr>
          <w:cs/>
          <w:lang w:bidi="bn-IN"/>
        </w:rPr>
        <w:t>পৃথিবীতে এত লোক এসেছে তাদের অনেকেই মাটির নীচে গুপ্তধন লুকিয়ে রেখেছে। কত শত</w:t>
      </w:r>
      <w:r w:rsidR="00731BB1">
        <w:rPr>
          <w:lang w:bidi="bn-IN"/>
        </w:rPr>
        <w:t xml:space="preserve"> </w:t>
      </w:r>
      <w:r w:rsidRPr="007710BF">
        <w:rPr>
          <w:cs/>
          <w:lang w:bidi="bn-IN"/>
        </w:rPr>
        <w:t>গুপ্তধনের মালিক তা পৃথিবীতে রেখে চলে গেছে</w:t>
      </w:r>
      <w:r w:rsidRPr="007710BF">
        <w:rPr>
          <w:cs/>
          <w:lang w:bidi="hi-IN"/>
        </w:rPr>
        <w:t xml:space="preserve">। </w:t>
      </w:r>
      <w:r w:rsidRPr="007710BF">
        <w:rPr>
          <w:cs/>
          <w:lang w:bidi="bn-IN"/>
        </w:rPr>
        <w:t>তাদের মধ্যে একটিকে আমাকে দেখিয়ে দাও।</w:t>
      </w:r>
      <w:r w:rsidRPr="001933EC">
        <w:rPr>
          <w:rStyle w:val="libAlaemChar"/>
        </w:rPr>
        <w:t>”</w:t>
      </w:r>
      <w:r w:rsidR="00731BB1">
        <w:rPr>
          <w:rStyle w:val="libAlaemChar"/>
        </w:rPr>
        <w:t xml:space="preserve"> </w:t>
      </w:r>
      <w:r w:rsidRPr="007710BF">
        <w:rPr>
          <w:cs/>
          <w:lang w:bidi="bn-IN"/>
        </w:rPr>
        <w:t>দীর্ঘদিন দিবা-রাত্রি তার কাজ ছিল এ দোয়া করা। এক রাত্রিতে এ ব্যক্তি স্বপ্ন দেখল এক আগন্তুক</w:t>
      </w:r>
      <w:r w:rsidR="00731BB1">
        <w:rPr>
          <w:lang w:bidi="bn-IN"/>
        </w:rPr>
        <w:t xml:space="preserve"> </w:t>
      </w:r>
      <w:r w:rsidRPr="007710BF">
        <w:rPr>
          <w:cs/>
          <w:lang w:bidi="bn-IN"/>
        </w:rPr>
        <w:t>তাকে ডেকে বলছে</w:t>
      </w:r>
      <w:r w:rsidR="00895143">
        <w:t>,</w:t>
      </w:r>
      <w:r w:rsidRPr="001933EC">
        <w:rPr>
          <w:rStyle w:val="libAlaemChar"/>
        </w:rPr>
        <w:t>“</w:t>
      </w:r>
      <w:r w:rsidRPr="007710BF">
        <w:rPr>
          <w:cs/>
          <w:lang w:bidi="bn-IN"/>
        </w:rPr>
        <w:t>আ</w:t>
      </w:r>
      <w:r w:rsidR="006B46F0">
        <w:rPr>
          <w:cs/>
          <w:lang w:bidi="bn-IN"/>
        </w:rPr>
        <w:t>ল্লা</w:t>
      </w:r>
      <w:r w:rsidRPr="007710BF">
        <w:rPr>
          <w:rFonts w:hint="cs"/>
          <w:cs/>
          <w:lang w:bidi="bn-IN"/>
        </w:rPr>
        <w:t>হ্ থেকে তুমি কি চাচ্ছ</w:t>
      </w:r>
      <w:r w:rsidRPr="007710BF">
        <w:t>?</w:t>
      </w:r>
      <w:r w:rsidRPr="001933EC">
        <w:rPr>
          <w:rStyle w:val="libAlaemChar"/>
        </w:rPr>
        <w:t>”</w:t>
      </w:r>
      <w:r w:rsidRPr="007710BF">
        <w:t xml:space="preserve"> </w:t>
      </w:r>
      <w:r w:rsidRPr="007710BF">
        <w:rPr>
          <w:cs/>
          <w:lang w:bidi="bn-IN"/>
        </w:rPr>
        <w:t>সে বলল</w:t>
      </w:r>
      <w:r w:rsidR="00895143">
        <w:t>,</w:t>
      </w:r>
      <w:r w:rsidRPr="001933EC">
        <w:rPr>
          <w:rStyle w:val="libAlaemChar"/>
        </w:rPr>
        <w:t>“</w:t>
      </w:r>
      <w:r w:rsidRPr="007710BF">
        <w:rPr>
          <w:cs/>
          <w:lang w:bidi="bn-IN"/>
        </w:rPr>
        <w:t>গুপ্তধন।</w:t>
      </w:r>
      <w:r w:rsidRPr="001933EC">
        <w:rPr>
          <w:rStyle w:val="libAlaemChar"/>
        </w:rPr>
        <w:t>”</w:t>
      </w:r>
      <w:r w:rsidRPr="007710BF">
        <w:t xml:space="preserve"> </w:t>
      </w:r>
      <w:r w:rsidRPr="007710BF">
        <w:rPr>
          <w:cs/>
          <w:lang w:bidi="bn-IN"/>
        </w:rPr>
        <w:t>আগন্তুক বলল</w:t>
      </w:r>
      <w:r w:rsidR="00895143">
        <w:t>,</w:t>
      </w:r>
      <w:r w:rsidRPr="001933EC">
        <w:rPr>
          <w:rStyle w:val="libAlaemChar"/>
        </w:rPr>
        <w:t>“</w:t>
      </w:r>
      <w:r w:rsidRPr="007710BF">
        <w:rPr>
          <w:cs/>
          <w:lang w:bidi="bn-IN"/>
        </w:rPr>
        <w:t>আমি</w:t>
      </w:r>
      <w:r w:rsidR="00731BB1">
        <w:rPr>
          <w:lang w:bidi="bn-IN"/>
        </w:rPr>
        <w:t xml:space="preserve"> </w:t>
      </w:r>
      <w:r w:rsidR="00D009A1">
        <w:rPr>
          <w:cs/>
          <w:lang w:bidi="bn-IN"/>
        </w:rPr>
        <w:t>আল্লাহর</w:t>
      </w:r>
      <w:r w:rsidR="00731BB1">
        <w:rPr>
          <w:rFonts w:hint="cs"/>
          <w:cs/>
          <w:lang w:bidi="bn-IN"/>
        </w:rPr>
        <w:t xml:space="preserve"> পক্ষ থেকে দায়িত্বপ্রা</w:t>
      </w:r>
      <w:r w:rsidRPr="007710BF">
        <w:rPr>
          <w:rFonts w:hint="cs"/>
          <w:cs/>
          <w:lang w:bidi="bn-IN"/>
        </w:rPr>
        <w:t>প্ত</w:t>
      </w:r>
      <w:r w:rsidR="00895143">
        <w:t>,</w:t>
      </w:r>
      <w:r w:rsidRPr="007710BF">
        <w:rPr>
          <w:cs/>
          <w:lang w:bidi="bn-IN"/>
        </w:rPr>
        <w:t>তোমাকে গুপ্তধনের সন্ধান দান করব। আমি তোমাকে যেভাবে নির্দেশনা দান করব ঠিক সেভাবে অমুক পাহাড়ের চূড়ায় তীর ও ধনুক নিয়ে উপস্থিত হও। পাহাড়ের</w:t>
      </w:r>
      <w:r w:rsidR="00731BB1">
        <w:rPr>
          <w:lang w:bidi="bn-IN"/>
        </w:rPr>
        <w:t xml:space="preserve"> </w:t>
      </w:r>
      <w:r w:rsidRPr="007710BF">
        <w:rPr>
          <w:cs/>
          <w:lang w:bidi="bn-IN"/>
        </w:rPr>
        <w:t>অমুক স্থানে দাঁড়িয়ে তীর ধনুকে সংযোগ করলে যে স্থানে পড়বে সেখানেই গুপ্তধন রয়েছে।</w:t>
      </w:r>
      <w:r w:rsidRPr="001933EC">
        <w:rPr>
          <w:rStyle w:val="libAlaemChar"/>
        </w:rPr>
        <w:t>”</w:t>
      </w:r>
      <w:r w:rsidRPr="007710BF">
        <w:t xml:space="preserve"> </w:t>
      </w:r>
      <w:r w:rsidRPr="007710BF">
        <w:rPr>
          <w:cs/>
          <w:lang w:bidi="bn-IN"/>
        </w:rPr>
        <w:t>সে ঘুম</w:t>
      </w:r>
      <w:r w:rsidR="00731BB1">
        <w:rPr>
          <w:lang w:bidi="bn-IN"/>
        </w:rPr>
        <w:t xml:space="preserve"> </w:t>
      </w:r>
      <w:r w:rsidRPr="007710BF">
        <w:rPr>
          <w:cs/>
          <w:lang w:bidi="bn-IN"/>
        </w:rPr>
        <w:t>থেকে জেগে ভাবল</w:t>
      </w:r>
      <w:r w:rsidR="00895143">
        <w:t>,</w:t>
      </w:r>
      <w:r w:rsidRPr="007710BF">
        <w:rPr>
          <w:cs/>
          <w:lang w:bidi="bn-IN"/>
        </w:rPr>
        <w:t>বাহ্! স্বপ্নে কত স্পষ্টভাবে তাকে সব জানানো হয়েছে! সে স্বপ্নের নির্দেশনা</w:t>
      </w:r>
      <w:r w:rsidR="00731BB1">
        <w:rPr>
          <w:lang w:bidi="bn-IN"/>
        </w:rPr>
        <w:t xml:space="preserve"> </w:t>
      </w:r>
      <w:r w:rsidRPr="007710BF">
        <w:rPr>
          <w:cs/>
          <w:lang w:bidi="bn-IN"/>
        </w:rPr>
        <w:t>অনুযায়ী তীর-ধনুক নিয়ে নির্দিষ্ট পাহাড়ে গিয়ে দেখল যে</w:t>
      </w:r>
      <w:r w:rsidR="00895143">
        <w:t>,</w:t>
      </w:r>
      <w:r w:rsidRPr="007710BF">
        <w:rPr>
          <w:cs/>
          <w:lang w:bidi="bn-IN"/>
        </w:rPr>
        <w:t>সব চিহ্ন ঠিক আছে। এখন শুধু নির্দিষ্ট স্থানে</w:t>
      </w:r>
      <w:r w:rsidR="00731BB1">
        <w:rPr>
          <w:lang w:bidi="bn-IN"/>
        </w:rPr>
        <w:t xml:space="preserve"> </w:t>
      </w:r>
      <w:r w:rsidRPr="007710BF">
        <w:rPr>
          <w:cs/>
          <w:lang w:bidi="bn-IN"/>
        </w:rPr>
        <w:t>দাঁড়িয়ে তীর নিক্ষেপ করার পালা। তখন হঠাৎ করে তার মনে পড়ল আগন্তুক তাকে কোন্ দিকে তীর</w:t>
      </w:r>
      <w:r w:rsidR="00731BB1">
        <w:rPr>
          <w:lang w:bidi="bn-IN"/>
        </w:rPr>
        <w:t xml:space="preserve"> </w:t>
      </w:r>
      <w:r w:rsidRPr="007710BF">
        <w:rPr>
          <w:cs/>
          <w:lang w:bidi="bn-IN"/>
        </w:rPr>
        <w:t>নিক্ষেপ করতে হবে তা বলেনি। তাই সিদ্ধান্ত নিল প্রথমে যে কোন একদিকে (ধরি পশ্চিম দিকে) তীর</w:t>
      </w:r>
      <w:r w:rsidR="00731BB1">
        <w:rPr>
          <w:lang w:bidi="bn-IN"/>
        </w:rPr>
        <w:t xml:space="preserve"> </w:t>
      </w:r>
      <w:r w:rsidRPr="007710BF">
        <w:rPr>
          <w:cs/>
          <w:lang w:bidi="bn-IN"/>
        </w:rPr>
        <w:t>নিক্ষেপ করব</w:t>
      </w:r>
      <w:r w:rsidRPr="007710BF">
        <w:rPr>
          <w:cs/>
          <w:lang w:bidi="hi-IN"/>
        </w:rPr>
        <w:t xml:space="preserve">। </w:t>
      </w:r>
      <w:r w:rsidRPr="007710BF">
        <w:rPr>
          <w:cs/>
          <w:lang w:bidi="bn-IN"/>
        </w:rPr>
        <w:t>ইনশা</w:t>
      </w:r>
      <w:r w:rsidR="006B46F0">
        <w:rPr>
          <w:cs/>
          <w:lang w:bidi="bn-IN"/>
        </w:rPr>
        <w:t>ল্লা</w:t>
      </w:r>
      <w:r w:rsidRPr="007710BF">
        <w:rPr>
          <w:rFonts w:hint="cs"/>
          <w:cs/>
          <w:lang w:bidi="bn-IN"/>
        </w:rPr>
        <w:t>হ্ সেখানেই গুপ্তধন পাওয়া যাবে। এ ভেবে ধনুকে তীর সংযোগ করে সর্বশক্তি</w:t>
      </w:r>
      <w:r w:rsidR="00731BB1">
        <w:rPr>
          <w:lang w:bidi="bn-IN"/>
        </w:rPr>
        <w:t xml:space="preserve"> </w:t>
      </w:r>
      <w:r w:rsidRPr="007710BF">
        <w:rPr>
          <w:rFonts w:hint="cs"/>
          <w:cs/>
          <w:lang w:bidi="bn-IN"/>
        </w:rPr>
        <w:t>দিয়ে নিক্ষেপ করল। তীর যেখানে পড়ল শাবল ও বেলচা দ</w:t>
      </w:r>
      <w:r w:rsidR="00731BB1">
        <w:rPr>
          <w:cs/>
          <w:lang w:bidi="bn-IN"/>
        </w:rPr>
        <w:t>িয়ে সেখানে খু</w:t>
      </w:r>
      <w:r w:rsidRPr="007710BF">
        <w:rPr>
          <w:cs/>
          <w:lang w:bidi="bn-IN"/>
        </w:rPr>
        <w:t>ড়তে লাগল। কিন্তু যতইু</w:t>
      </w:r>
      <w:r w:rsidR="00731BB1">
        <w:rPr>
          <w:lang w:bidi="bn-IN"/>
        </w:rPr>
        <w:t xml:space="preserve"> </w:t>
      </w:r>
      <w:r w:rsidR="00731BB1">
        <w:rPr>
          <w:cs/>
          <w:lang w:bidi="bn-IN"/>
        </w:rPr>
        <w:t>খুড়ল</w:t>
      </w:r>
      <w:r w:rsidRPr="007710BF">
        <w:rPr>
          <w:cs/>
          <w:lang w:bidi="bn-IN"/>
        </w:rPr>
        <w:t xml:space="preserve"> কোন গুপ্তধন পেল না। মনে মনে ভাবল দিক নির্দিষ্ট করতে ভুল হ</w:t>
      </w:r>
      <w:r w:rsidR="00731BB1">
        <w:rPr>
          <w:cs/>
          <w:lang w:bidi="bn-IN"/>
        </w:rPr>
        <w:t>য়েছে। তাই নির্দিষ্ট স্থানে ফিরে</w:t>
      </w:r>
      <w:r w:rsidR="00731BB1">
        <w:rPr>
          <w:lang w:bidi="bn-IN"/>
        </w:rPr>
        <w:t xml:space="preserve"> </w:t>
      </w:r>
      <w:r w:rsidRPr="007710BF">
        <w:rPr>
          <w:cs/>
          <w:lang w:bidi="bn-IN"/>
        </w:rPr>
        <w:t>গিয়ে অন্য দিকগুলোতে একে একে অনুরূপভাবে তীর নিক্ষেপ করল। কিন্তু প্রতিবারই বিফল হলো</w:t>
      </w:r>
      <w:r w:rsidRPr="007710BF">
        <w:rPr>
          <w:cs/>
          <w:lang w:bidi="hi-IN"/>
        </w:rPr>
        <w:t>।</w:t>
      </w:r>
      <w:r w:rsidR="00731BB1" w:rsidRPr="00731BB1">
        <w:rPr>
          <w:cs/>
          <w:lang w:bidi="bn-IN"/>
        </w:rPr>
        <w:t>খুড়ে</w:t>
      </w:r>
      <w:r w:rsidRPr="007710BF">
        <w:rPr>
          <w:cs/>
          <w:lang w:bidi="bn-IN"/>
        </w:rPr>
        <w:t xml:space="preserve"> </w:t>
      </w:r>
      <w:r w:rsidR="00731BB1" w:rsidRPr="00731BB1">
        <w:rPr>
          <w:cs/>
          <w:lang w:bidi="bn-IN"/>
        </w:rPr>
        <w:t>খুড়ে</w:t>
      </w:r>
      <w:r w:rsidRPr="007710BF">
        <w:rPr>
          <w:cs/>
          <w:lang w:bidi="bn-IN"/>
        </w:rPr>
        <w:t xml:space="preserve"> সমগ্র স্থানটিকে গর্তে পরিণত করেও কোন গুপ্তধন পেতে ব্যর</w:t>
      </w:r>
      <w:r w:rsidR="00731BB1">
        <w:rPr>
          <w:cs/>
          <w:lang w:bidi="bn-IN"/>
        </w:rPr>
        <w:t>্থ হয়ে অসন্তুষ্ট চিত্তে মসজিদে</w:t>
      </w:r>
      <w:r w:rsidR="00731BB1">
        <w:rPr>
          <w:lang w:bidi="bn-IN"/>
        </w:rPr>
        <w:t xml:space="preserve"> </w:t>
      </w:r>
      <w:r w:rsidRPr="007710BF">
        <w:rPr>
          <w:cs/>
          <w:lang w:bidi="bn-IN"/>
        </w:rPr>
        <w:t>ফিরে এসে আ</w:t>
      </w:r>
      <w:r w:rsidR="006B46F0">
        <w:rPr>
          <w:cs/>
          <w:lang w:bidi="bn-IN"/>
        </w:rPr>
        <w:t>ল্লা</w:t>
      </w:r>
      <w:r w:rsidR="006546E2">
        <w:rPr>
          <w:rFonts w:hint="cs"/>
          <w:cs/>
          <w:lang w:bidi="bn-IN"/>
        </w:rPr>
        <w:t>হকে</w:t>
      </w:r>
      <w:r w:rsidRPr="007710BF">
        <w:rPr>
          <w:rFonts w:hint="cs"/>
          <w:cs/>
          <w:lang w:bidi="bn-IN"/>
        </w:rPr>
        <w:t xml:space="preserve"> উদ্দেশ্য করে বলল</w:t>
      </w:r>
      <w:r w:rsidR="00895143">
        <w:t>,</w:t>
      </w:r>
      <w:r w:rsidRPr="001933EC">
        <w:rPr>
          <w:rStyle w:val="libAlaemChar"/>
        </w:rPr>
        <w:t>“</w:t>
      </w:r>
      <w:r w:rsidRPr="007710BF">
        <w:rPr>
          <w:cs/>
          <w:lang w:bidi="bn-IN"/>
        </w:rPr>
        <w:t>হে খোদা! কিরূপ নির্দেশনা দিলে যে</w:t>
      </w:r>
      <w:r w:rsidR="00895143">
        <w:t>,</w:t>
      </w:r>
      <w:r w:rsidRPr="007710BF">
        <w:rPr>
          <w:cs/>
          <w:lang w:bidi="bn-IN"/>
        </w:rPr>
        <w:t>এত কষ্ট করেও</w:t>
      </w:r>
      <w:r w:rsidR="00731BB1">
        <w:rPr>
          <w:lang w:bidi="bn-IN"/>
        </w:rPr>
        <w:t xml:space="preserve"> </w:t>
      </w:r>
      <w:r w:rsidRPr="007710BF">
        <w:rPr>
          <w:cs/>
          <w:lang w:bidi="bn-IN"/>
        </w:rPr>
        <w:t>কোন ফল পেলাম না।</w:t>
      </w:r>
      <w:r w:rsidRPr="001933EC">
        <w:rPr>
          <w:rStyle w:val="libAlaemChar"/>
        </w:rPr>
        <w:t>”</w:t>
      </w:r>
      <w:r w:rsidRPr="007710BF">
        <w:t xml:space="preserve"> </w:t>
      </w:r>
      <w:r w:rsidRPr="007710BF">
        <w:rPr>
          <w:cs/>
          <w:lang w:bidi="bn-IN"/>
        </w:rPr>
        <w:t>এভাবে কাকুতি-মিনতি করা শুরু করল। কিছুদিন পর পুনরায় সে স্বপ্নে ঐ</w:t>
      </w:r>
      <w:r w:rsidR="00731BB1">
        <w:rPr>
          <w:lang w:bidi="bn-IN"/>
        </w:rPr>
        <w:t xml:space="preserve"> </w:t>
      </w:r>
      <w:r w:rsidRPr="007710BF">
        <w:rPr>
          <w:cs/>
          <w:lang w:bidi="bn-IN"/>
        </w:rPr>
        <w:t>আগন্তুককে দেখে বলল</w:t>
      </w:r>
      <w:r w:rsidR="00895143">
        <w:t>,</w:t>
      </w:r>
      <w:r w:rsidRPr="001933EC">
        <w:rPr>
          <w:rStyle w:val="libAlaemChar"/>
        </w:rPr>
        <w:t>“</w:t>
      </w:r>
      <w:r w:rsidRPr="007710BF">
        <w:rPr>
          <w:cs/>
          <w:lang w:bidi="bn-IN"/>
        </w:rPr>
        <w:t>আপনি আমাকে ভুল নির্দেশনা দিয়েছেন। আপনার কথা অনুযায়ী কাজ করে</w:t>
      </w:r>
      <w:r w:rsidR="00731BB1">
        <w:rPr>
          <w:lang w:bidi="bn-IN"/>
        </w:rPr>
        <w:t xml:space="preserve"> </w:t>
      </w:r>
      <w:r w:rsidRPr="007710BF">
        <w:rPr>
          <w:cs/>
          <w:lang w:bidi="bn-IN"/>
        </w:rPr>
        <w:t>আমি ক্ষতিগ্রস্ত হয়েছি।</w:t>
      </w:r>
      <w:r w:rsidRPr="001933EC">
        <w:rPr>
          <w:rStyle w:val="libAlaemChar"/>
        </w:rPr>
        <w:t>”</w:t>
      </w:r>
      <w:r w:rsidRPr="007710BF">
        <w:t xml:space="preserve"> </w:t>
      </w:r>
      <w:r w:rsidRPr="007710BF">
        <w:rPr>
          <w:cs/>
          <w:lang w:bidi="bn-IN"/>
        </w:rPr>
        <w:t>আগন্তুক বলল</w:t>
      </w:r>
      <w:r w:rsidR="00895143">
        <w:t>,</w:t>
      </w:r>
      <w:r w:rsidRPr="001933EC">
        <w:rPr>
          <w:rStyle w:val="libAlaemChar"/>
        </w:rPr>
        <w:t>“</w:t>
      </w:r>
      <w:r w:rsidRPr="007710BF">
        <w:rPr>
          <w:cs/>
          <w:lang w:bidi="bn-IN"/>
        </w:rPr>
        <w:t>তুমি কি করেছ</w:t>
      </w:r>
      <w:r w:rsidRPr="007710BF">
        <w:t>?</w:t>
      </w:r>
      <w:r w:rsidRPr="001933EC">
        <w:rPr>
          <w:rStyle w:val="libAlaemChar"/>
        </w:rPr>
        <w:t>”</w:t>
      </w:r>
      <w:r w:rsidRPr="007710BF">
        <w:t xml:space="preserve"> </w:t>
      </w:r>
      <w:r w:rsidRPr="007710BF">
        <w:rPr>
          <w:cs/>
          <w:lang w:bidi="bn-IN"/>
        </w:rPr>
        <w:t>সে বলল</w:t>
      </w:r>
      <w:r w:rsidR="00895143">
        <w:t>,</w:t>
      </w:r>
      <w:r w:rsidRPr="001933EC">
        <w:rPr>
          <w:rStyle w:val="libAlaemChar"/>
        </w:rPr>
        <w:t>“</w:t>
      </w:r>
      <w:r w:rsidRPr="007710BF">
        <w:rPr>
          <w:cs/>
          <w:lang w:bidi="bn-IN"/>
        </w:rPr>
        <w:t>আপনার দেখিয়ে দেয়া স্থানে</w:t>
      </w:r>
      <w:r w:rsidR="00731BB1">
        <w:rPr>
          <w:lang w:bidi="bn-IN"/>
        </w:rPr>
        <w:t xml:space="preserve"> </w:t>
      </w:r>
      <w:r w:rsidRPr="007710BF">
        <w:rPr>
          <w:cs/>
          <w:lang w:bidi="bn-IN"/>
        </w:rPr>
        <w:t>গিয়ে তীর-ধনুক সংযোগ করে প্রথমে পশ্চিম দিকে সর্বশক্তি দিয়ে নিক্ষেপ করেছি</w:t>
      </w:r>
      <w:r w:rsidRPr="007710BF">
        <w:rPr>
          <w:cs/>
          <w:lang w:bidi="hi-IN"/>
        </w:rPr>
        <w:t>।</w:t>
      </w:r>
      <w:r w:rsidRPr="001933EC">
        <w:rPr>
          <w:rStyle w:val="libAlaemChar"/>
        </w:rPr>
        <w:t>”</w:t>
      </w:r>
      <w:r w:rsidRPr="007710BF">
        <w:t xml:space="preserve"> </w:t>
      </w:r>
      <w:r w:rsidRPr="007710BF">
        <w:rPr>
          <w:cs/>
          <w:lang w:bidi="bn-IN"/>
        </w:rPr>
        <w:t>আগন্তুক বলল</w:t>
      </w:r>
      <w:r w:rsidR="00895143">
        <w:t>,</w:t>
      </w:r>
      <w:r w:rsidRPr="001933EC">
        <w:rPr>
          <w:rStyle w:val="libAlaemChar"/>
        </w:rPr>
        <w:t>“</w:t>
      </w:r>
      <w:r w:rsidRPr="007710BF">
        <w:rPr>
          <w:cs/>
          <w:lang w:bidi="bn-IN"/>
        </w:rPr>
        <w:t>আমি তো তোমাকে তা বলিনি। তুমি আমার নির্দেশ অনুযায়ী কাজ করনি। আমি বলেছিলাম তীর</w:t>
      </w:r>
      <w:r w:rsidR="00731BB1">
        <w:rPr>
          <w:lang w:bidi="bn-IN"/>
        </w:rPr>
        <w:t xml:space="preserve"> </w:t>
      </w:r>
      <w:r w:rsidRPr="007710BF">
        <w:rPr>
          <w:cs/>
          <w:lang w:bidi="bn-IN"/>
        </w:rPr>
        <w:t>ধনুক সংযোগ করলে যেখানে পড়বে সেখানেই গুপ্তধন রয়েছে। বলিনি যে</w:t>
      </w:r>
      <w:r w:rsidR="00895143">
        <w:t>,</w:t>
      </w:r>
      <w:r w:rsidRPr="007710BF">
        <w:rPr>
          <w:cs/>
          <w:lang w:bidi="bn-IN"/>
        </w:rPr>
        <w:t>সর্বশক্তি দিয়ে নিক্ষেপ</w:t>
      </w:r>
      <w:r w:rsidR="00731BB1">
        <w:rPr>
          <w:lang w:bidi="bn-IN"/>
        </w:rPr>
        <w:t xml:space="preserve"> </w:t>
      </w:r>
      <w:r w:rsidRPr="007710BF">
        <w:rPr>
          <w:cs/>
          <w:lang w:bidi="bn-IN"/>
        </w:rPr>
        <w:t>কর।</w:t>
      </w:r>
      <w:r w:rsidRPr="001933EC">
        <w:rPr>
          <w:rStyle w:val="libAlaemChar"/>
        </w:rPr>
        <w:t>”</w:t>
      </w:r>
      <w:r w:rsidRPr="007710BF">
        <w:t xml:space="preserve"> </w:t>
      </w:r>
      <w:r w:rsidRPr="007710BF">
        <w:rPr>
          <w:cs/>
          <w:lang w:bidi="bn-IN"/>
        </w:rPr>
        <w:t>সে বলল</w:t>
      </w:r>
      <w:r w:rsidR="00895143">
        <w:t>,</w:t>
      </w:r>
      <w:r w:rsidRPr="001933EC">
        <w:rPr>
          <w:rStyle w:val="libAlaemChar"/>
        </w:rPr>
        <w:t>“</w:t>
      </w:r>
      <w:r w:rsidRPr="007710BF">
        <w:rPr>
          <w:cs/>
          <w:lang w:bidi="bn-IN"/>
        </w:rPr>
        <w:t>হ্যাঁ</w:t>
      </w:r>
      <w:r w:rsidR="00895143">
        <w:t>,</w:t>
      </w:r>
      <w:r w:rsidRPr="007710BF">
        <w:rPr>
          <w:cs/>
          <w:lang w:bidi="bn-IN"/>
        </w:rPr>
        <w:t>তাই তো।</w:t>
      </w:r>
      <w:r w:rsidRPr="001933EC">
        <w:rPr>
          <w:rStyle w:val="libAlaemChar"/>
        </w:rPr>
        <w:t>”</w:t>
      </w:r>
      <w:r w:rsidRPr="007710BF">
        <w:t xml:space="preserve"> </w:t>
      </w:r>
      <w:r w:rsidRPr="007710BF">
        <w:rPr>
          <w:cs/>
          <w:lang w:bidi="bn-IN"/>
        </w:rPr>
        <w:t>পরের দিন তীর-ধনুক</w:t>
      </w:r>
      <w:r w:rsidR="00895143">
        <w:t>,</w:t>
      </w:r>
      <w:r w:rsidRPr="007710BF">
        <w:rPr>
          <w:cs/>
          <w:lang w:bidi="bn-IN"/>
        </w:rPr>
        <w:t>শাবল ও বেলচা নিয়ে সেখানে উপস্থিত</w:t>
      </w:r>
      <w:r w:rsidR="00731BB1">
        <w:rPr>
          <w:lang w:bidi="bn-IN"/>
        </w:rPr>
        <w:t xml:space="preserve"> </w:t>
      </w:r>
      <w:r w:rsidRPr="007710BF">
        <w:rPr>
          <w:cs/>
          <w:lang w:bidi="bn-IN"/>
        </w:rPr>
        <w:t>হলো। তীর ধনুকে সংযোগ করে ছেড়ে দিলে তা নিজের পায়ের নিকটেই পড়ল।</w:t>
      </w:r>
      <w:r w:rsidR="00731BB1">
        <w:rPr>
          <w:cs/>
          <w:lang w:bidi="bn-IN"/>
        </w:rPr>
        <w:t xml:space="preserve"> খঁড়ে দেখল ঠিক সে</w:t>
      </w:r>
      <w:r w:rsidR="00731BB1">
        <w:rPr>
          <w:lang w:bidi="bn-IN"/>
        </w:rPr>
        <w:t xml:space="preserve"> </w:t>
      </w:r>
      <w:r w:rsidRPr="007710BF">
        <w:rPr>
          <w:cs/>
          <w:lang w:bidi="bn-IN"/>
        </w:rPr>
        <w:t>স্থানেই গুপ্তধন রয়েছে</w:t>
      </w:r>
      <w:r w:rsidRPr="007710BF">
        <w:rPr>
          <w:cs/>
          <w:lang w:bidi="hi-IN"/>
        </w:rPr>
        <w:t xml:space="preserve">। </w:t>
      </w:r>
      <w:r w:rsidRPr="007710BF">
        <w:rPr>
          <w:cs/>
          <w:lang w:bidi="bn-IN"/>
        </w:rPr>
        <w:t>এখানে মাওলানা রুমী বলছেন</w:t>
      </w:r>
      <w:r w:rsidR="00895143">
        <w:t>,</w:t>
      </w:r>
    </w:p>
    <w:p w:rsidR="00731BB1" w:rsidRDefault="007710BF" w:rsidP="00731BB1">
      <w:pPr>
        <w:pStyle w:val="libCenter"/>
        <w:rPr>
          <w:lang w:bidi="bn-IN"/>
        </w:rPr>
      </w:pPr>
      <w:r w:rsidRPr="001933EC">
        <w:rPr>
          <w:rStyle w:val="libAlaemChar"/>
        </w:rPr>
        <w:t>“</w:t>
      </w:r>
      <w:r w:rsidRPr="007710BF">
        <w:rPr>
          <w:cs/>
          <w:lang w:bidi="bn-IN"/>
        </w:rPr>
        <w:t>শাহ রগেরও নিকট রয়েছেন মহাসত্য দ্রষ্টা</w:t>
      </w:r>
    </w:p>
    <w:p w:rsidR="00731BB1" w:rsidRDefault="007710BF" w:rsidP="00731BB1">
      <w:pPr>
        <w:pStyle w:val="libCenter"/>
        <w:rPr>
          <w:lang w:bidi="bn-IN"/>
        </w:rPr>
      </w:pPr>
      <w:r w:rsidRPr="007710BF">
        <w:rPr>
          <w:cs/>
          <w:lang w:bidi="bn-IN"/>
        </w:rPr>
        <w:t>দূরে ছুঁড়ে চিন্তার তীর তারে পাওয়ার তোমার প্রচেষ্টা</w:t>
      </w:r>
    </w:p>
    <w:p w:rsidR="00731BB1" w:rsidRDefault="007710BF" w:rsidP="00731BB1">
      <w:pPr>
        <w:pStyle w:val="libCenter"/>
        <w:rPr>
          <w:lang w:bidi="bn-IN"/>
        </w:rPr>
      </w:pPr>
      <w:r w:rsidRPr="007710BF">
        <w:rPr>
          <w:cs/>
          <w:lang w:bidi="bn-IN"/>
        </w:rPr>
        <w:t>মহাসত্যের অনুসন্ধানী এ তীর ধনুকধারী</w:t>
      </w:r>
    </w:p>
    <w:p w:rsidR="00731BB1" w:rsidRDefault="007710BF" w:rsidP="00731BB1">
      <w:pPr>
        <w:pStyle w:val="libCenter"/>
        <w:rPr>
          <w:rStyle w:val="libAlaemChar"/>
        </w:rPr>
      </w:pPr>
      <w:r w:rsidRPr="007710BF">
        <w:rPr>
          <w:cs/>
          <w:lang w:bidi="bn-IN"/>
        </w:rPr>
        <w:t xml:space="preserve">গুপ্তধন তোমার কাছেই </w:t>
      </w:r>
      <w:r w:rsidR="00250C43">
        <w:rPr>
          <w:cs/>
          <w:lang w:bidi="bn-IN"/>
        </w:rPr>
        <w:t>খুজে</w:t>
      </w:r>
      <w:r w:rsidRPr="007710BF">
        <w:rPr>
          <w:cs/>
          <w:lang w:bidi="bn-IN"/>
        </w:rPr>
        <w:t xml:space="preserve"> দেখ তারি।</w:t>
      </w:r>
      <w:r w:rsidRPr="001933EC">
        <w:rPr>
          <w:rStyle w:val="libAlaemChar"/>
        </w:rPr>
        <w:t>”</w:t>
      </w:r>
    </w:p>
    <w:p w:rsidR="00731BB1" w:rsidRDefault="007710BF" w:rsidP="00731BB1">
      <w:pPr>
        <w:pStyle w:val="libNormal"/>
      </w:pPr>
      <w:r w:rsidRPr="007710BF">
        <w:rPr>
          <w:cs/>
          <w:lang w:bidi="bn-IN"/>
        </w:rPr>
        <w:t xml:space="preserve">এরফান </w:t>
      </w:r>
      <w:r w:rsidRPr="001933EC">
        <w:rPr>
          <w:rStyle w:val="libAlaemChar"/>
        </w:rPr>
        <w:t>‘</w:t>
      </w:r>
      <w:r w:rsidRPr="007710BF">
        <w:rPr>
          <w:cs/>
          <w:lang w:bidi="bn-IN"/>
        </w:rPr>
        <w:t>নিজের থেকেই চাও</w:t>
      </w:r>
      <w:r w:rsidRPr="001933EC">
        <w:rPr>
          <w:rStyle w:val="libAlaemChar"/>
        </w:rPr>
        <w:t>’</w:t>
      </w:r>
      <w:r w:rsidR="00895143">
        <w:t>,</w:t>
      </w:r>
      <w:r w:rsidRPr="001933EC">
        <w:rPr>
          <w:rStyle w:val="libAlaemChar"/>
        </w:rPr>
        <w:t>‘</w:t>
      </w:r>
      <w:r w:rsidRPr="007710BF">
        <w:rPr>
          <w:cs/>
          <w:lang w:bidi="bn-IN"/>
        </w:rPr>
        <w:t>হৃদয় বিস্ময়ভরা শহর</w:t>
      </w:r>
      <w:r w:rsidRPr="001933EC">
        <w:rPr>
          <w:rStyle w:val="libAlaemChar"/>
        </w:rPr>
        <w:t>’</w:t>
      </w:r>
      <w:r w:rsidR="00895143">
        <w:t>,</w:t>
      </w:r>
      <w:r w:rsidRPr="001933EC">
        <w:rPr>
          <w:rStyle w:val="libAlaemChar"/>
        </w:rPr>
        <w:t>‘</w:t>
      </w:r>
      <w:r w:rsidRPr="007710BF">
        <w:rPr>
          <w:cs/>
          <w:lang w:bidi="bn-IN"/>
        </w:rPr>
        <w:t>বিশ্ব পানির পাত্র</w:t>
      </w:r>
      <w:r w:rsidRPr="001933EC">
        <w:rPr>
          <w:rStyle w:val="libAlaemChar"/>
        </w:rPr>
        <w:t>’</w:t>
      </w:r>
      <w:r w:rsidRPr="007710BF">
        <w:t xml:space="preserve"> </w:t>
      </w:r>
      <w:r w:rsidRPr="007710BF">
        <w:rPr>
          <w:cs/>
          <w:lang w:bidi="bn-IN"/>
        </w:rPr>
        <w:t xml:space="preserve">এবং </w:t>
      </w:r>
      <w:r w:rsidRPr="001933EC">
        <w:rPr>
          <w:rStyle w:val="libAlaemChar"/>
        </w:rPr>
        <w:t>‘</w:t>
      </w:r>
      <w:r w:rsidRPr="007710BF">
        <w:rPr>
          <w:cs/>
          <w:lang w:bidi="bn-IN"/>
        </w:rPr>
        <w:t>অন্তর ঝরনা</w:t>
      </w:r>
      <w:r w:rsidR="00731BB1">
        <w:rPr>
          <w:lang w:bidi="bn-IN"/>
        </w:rPr>
        <w:t xml:space="preserve"> </w:t>
      </w:r>
      <w:r w:rsidRPr="007710BF">
        <w:rPr>
          <w:cs/>
          <w:lang w:bidi="bn-IN"/>
        </w:rPr>
        <w:t>ধারা</w:t>
      </w:r>
      <w:r w:rsidRPr="001933EC">
        <w:rPr>
          <w:rStyle w:val="libAlaemChar"/>
        </w:rPr>
        <w:t>’</w:t>
      </w:r>
      <w:r w:rsidR="00895143">
        <w:t>,</w:t>
      </w:r>
      <w:r w:rsidRPr="001933EC">
        <w:rPr>
          <w:rStyle w:val="libAlaemChar"/>
        </w:rPr>
        <w:t>‘</w:t>
      </w:r>
      <w:r w:rsidRPr="007710BF">
        <w:rPr>
          <w:cs/>
          <w:lang w:bidi="bn-IN"/>
        </w:rPr>
        <w:t>বিশ্ব ঘরস্বরূপ এবং হৃদয় শহর</w:t>
      </w:r>
      <w:r w:rsidRPr="001933EC">
        <w:rPr>
          <w:rStyle w:val="libAlaemChar"/>
        </w:rPr>
        <w:t>’</w:t>
      </w:r>
      <w:r w:rsidRPr="007710BF">
        <w:t xml:space="preserve"> </w:t>
      </w:r>
      <w:r w:rsidR="00731BB1">
        <w:rPr>
          <w:cs/>
          <w:lang w:bidi="bn-IN"/>
        </w:rPr>
        <w:t>প্রভৃতি</w:t>
      </w:r>
      <w:r w:rsidRPr="007710BF">
        <w:rPr>
          <w:cs/>
          <w:lang w:bidi="bn-IN"/>
        </w:rPr>
        <w:t xml:space="preserve"> পরিভাষার প্রতি অতিরিক্ত রকম নির্ভরশীল। অর্থাৎ</w:t>
      </w:r>
      <w:r w:rsidR="00731BB1">
        <w:rPr>
          <w:lang w:bidi="bn-IN"/>
        </w:rPr>
        <w:t xml:space="preserve"> </w:t>
      </w:r>
      <w:r w:rsidRPr="007710BF">
        <w:rPr>
          <w:cs/>
          <w:lang w:bidi="bn-IN"/>
        </w:rPr>
        <w:t>বহির্বশ্ব এবং প্রকৃতিজগৎ এখানে অত্যন্ত বেশি অবমূল্যায়িত হয়েছে। এরফানী মতবাদে প্রকৃতি কখনো</w:t>
      </w:r>
      <w:r w:rsidR="00731BB1">
        <w:rPr>
          <w:lang w:bidi="bn-IN"/>
        </w:rPr>
        <w:t xml:space="preserve"> </w:t>
      </w:r>
      <w:r w:rsidRPr="007710BF">
        <w:rPr>
          <w:cs/>
          <w:lang w:bidi="bn-IN"/>
        </w:rPr>
        <w:t>কখনো ক্ষুদ্র একটি গ্রন্থ অপেক্ষাও গুরুত্বহীন বলে পরিচিত হয়েছে। একটি কবিতা যেখানে বিশ্বকে</w:t>
      </w:r>
      <w:r w:rsidR="00731BB1">
        <w:rPr>
          <w:lang w:bidi="bn-IN"/>
        </w:rPr>
        <w:t xml:space="preserve"> </w:t>
      </w:r>
      <w:r w:rsidRPr="007710BF">
        <w:rPr>
          <w:cs/>
          <w:lang w:bidi="bn-IN"/>
        </w:rPr>
        <w:t>ক্ষুদ্র বিশ্ব এবং হৃদয়কে বৃহৎ বিশ্ব বলা হয়েছে তা আমীরুল মুমিনীন আলী বিন আবি তালিব (আ.)-এর</w:t>
      </w:r>
      <w:r w:rsidR="00731BB1">
        <w:rPr>
          <w:lang w:bidi="bn-IN"/>
        </w:rPr>
        <w:t xml:space="preserve"> </w:t>
      </w:r>
      <w:r w:rsidRPr="007710BF">
        <w:rPr>
          <w:cs/>
          <w:lang w:bidi="bn-IN"/>
        </w:rPr>
        <w:t>বলে প্রসিদ্ধ। কবিতাটি এরূপ</w:t>
      </w:r>
      <w:r w:rsidR="003936CB">
        <w:t>-</w:t>
      </w:r>
    </w:p>
    <w:p w:rsidR="00731BB1" w:rsidRDefault="007710BF" w:rsidP="00731BB1">
      <w:pPr>
        <w:pStyle w:val="libCenter"/>
        <w:rPr>
          <w:lang w:bidi="bn-IN"/>
        </w:rPr>
      </w:pPr>
      <w:r w:rsidRPr="001933EC">
        <w:rPr>
          <w:rStyle w:val="libAlaemChar"/>
        </w:rPr>
        <w:t>“</w:t>
      </w:r>
      <w:r w:rsidRPr="007710BF">
        <w:rPr>
          <w:cs/>
          <w:lang w:bidi="bn-IN"/>
        </w:rPr>
        <w:t>উপশম তোমাতেই তা তুমি দেখ না।</w:t>
      </w:r>
    </w:p>
    <w:p w:rsidR="00731BB1" w:rsidRDefault="007710BF" w:rsidP="00731BB1">
      <w:pPr>
        <w:pStyle w:val="libCenter"/>
        <w:rPr>
          <w:lang w:bidi="bn-IN"/>
        </w:rPr>
      </w:pPr>
      <w:r w:rsidRPr="007710BF">
        <w:rPr>
          <w:cs/>
          <w:lang w:bidi="bn-IN"/>
        </w:rPr>
        <w:t>আরোগ্যও তোমা হতে তা তুমি বোঝ না।</w:t>
      </w:r>
    </w:p>
    <w:p w:rsidR="00731BB1" w:rsidRDefault="007710BF" w:rsidP="00731BB1">
      <w:pPr>
        <w:pStyle w:val="libCenter"/>
        <w:rPr>
          <w:lang w:bidi="bn-IN"/>
        </w:rPr>
      </w:pPr>
      <w:r w:rsidRPr="007710BF">
        <w:rPr>
          <w:cs/>
          <w:lang w:bidi="bn-IN"/>
        </w:rPr>
        <w:t>তুমি সেই স্পষ্ট কিতাব যার অক্ষর করে গোপনকে প্রকাশ।</w:t>
      </w:r>
    </w:p>
    <w:p w:rsidR="00731BB1" w:rsidRDefault="007710BF" w:rsidP="00731BB1">
      <w:pPr>
        <w:pStyle w:val="libCenter"/>
        <w:rPr>
          <w:lang w:bidi="bn-IN"/>
        </w:rPr>
      </w:pPr>
      <w:r w:rsidRPr="007710BF">
        <w:rPr>
          <w:cs/>
          <w:lang w:bidi="bn-IN"/>
        </w:rPr>
        <w:t>তোমার দেহকে তাই ক্ষুদ্র ভাবার নেই অবকাশ।</w:t>
      </w:r>
    </w:p>
    <w:p w:rsidR="00731BB1" w:rsidRDefault="007710BF" w:rsidP="00731BB1">
      <w:pPr>
        <w:pStyle w:val="libCenter"/>
        <w:rPr>
          <w:lang w:bidi="bn-IN"/>
        </w:rPr>
      </w:pPr>
      <w:r w:rsidRPr="007710BF">
        <w:rPr>
          <w:cs/>
          <w:lang w:bidi="bn-IN"/>
        </w:rPr>
        <w:t>তোমার এ দেহেই রক্ষিত হয়েছে তা</w:t>
      </w:r>
    </w:p>
    <w:p w:rsidR="00731BB1" w:rsidRDefault="007710BF" w:rsidP="00731BB1">
      <w:pPr>
        <w:pStyle w:val="libCenter"/>
        <w:rPr>
          <w:rStyle w:val="libAlaemChar"/>
        </w:rPr>
      </w:pPr>
      <w:r w:rsidRPr="007710BF">
        <w:rPr>
          <w:cs/>
          <w:lang w:bidi="bn-IN"/>
        </w:rPr>
        <w:t>বৃহৎ এ বিশ্বে ছড়িয়ে রয়েছে যা।</w:t>
      </w:r>
      <w:r w:rsidRPr="001933EC">
        <w:rPr>
          <w:rStyle w:val="libAlaemChar"/>
        </w:rPr>
        <w:t>”</w:t>
      </w:r>
    </w:p>
    <w:p w:rsidR="00731BB1" w:rsidRDefault="007710BF" w:rsidP="00731BB1">
      <w:pPr>
        <w:pStyle w:val="libNormal"/>
      </w:pPr>
      <w:r w:rsidRPr="007710BF">
        <w:rPr>
          <w:cs/>
          <w:lang w:bidi="bn-IN"/>
        </w:rPr>
        <w:t>এখন যদি আমরা এ চিন্তাধারাকে কোরআনের চিন্তাধারার সঙ্গে তুলনা করি তাহলে দেখব যদিও এ</w:t>
      </w:r>
      <w:r w:rsidR="00731BB1">
        <w:rPr>
          <w:lang w:bidi="bn-IN"/>
        </w:rPr>
        <w:t xml:space="preserve"> </w:t>
      </w:r>
      <w:r w:rsidRPr="007710BF">
        <w:rPr>
          <w:cs/>
          <w:lang w:bidi="bn-IN"/>
        </w:rPr>
        <w:t>চিন্তাধারার অনেক ইতিবাচক দিক রয়েছে তদুপরি এক বিশেষ দৃষ্টিকোণ থেকে একে অপূর্ণ মনে হয়</w:t>
      </w:r>
      <w:r w:rsidR="00895143">
        <w:t>,</w:t>
      </w:r>
      <w:r w:rsidRPr="007710BF">
        <w:rPr>
          <w:cs/>
          <w:lang w:bidi="bn-IN"/>
        </w:rPr>
        <w:t>কারণ কোরআন প্রকৃতির বিষয়ে এতটা উদাসীন নয়</w:t>
      </w:r>
      <w:r w:rsidR="00895143">
        <w:t>,</w:t>
      </w:r>
      <w:r w:rsidRPr="007710BF">
        <w:rPr>
          <w:cs/>
          <w:lang w:bidi="bn-IN"/>
        </w:rPr>
        <w:t>বরং কোরআনের দৃষ্টিতে অন্তর ও বহির্বিশ্ব</w:t>
      </w:r>
      <w:r w:rsidR="00731BB1">
        <w:rPr>
          <w:lang w:bidi="bn-IN"/>
        </w:rPr>
        <w:t xml:space="preserve"> </w:t>
      </w:r>
      <w:r w:rsidRPr="007710BF">
        <w:rPr>
          <w:cs/>
          <w:lang w:bidi="bn-IN"/>
        </w:rPr>
        <w:t>(প্রকৃতি) পাশাপাশি থাকা উচিত যেমনটি সূরা হা মীম সিজদায় এসেছে</w:t>
      </w:r>
      <w:r w:rsidR="003936CB">
        <w:t>-</w:t>
      </w:r>
    </w:p>
    <w:p w:rsidR="00731BB1" w:rsidRDefault="006B372C" w:rsidP="006B372C">
      <w:pPr>
        <w:pStyle w:val="libAie"/>
      </w:pPr>
      <w:r w:rsidRPr="006B372C">
        <w:rPr>
          <w:rStyle w:val="libAlaemChar"/>
        </w:rPr>
        <w:t>)</w:t>
      </w:r>
      <w:r>
        <w:rPr>
          <w:rFonts w:hint="cs"/>
          <w:rtl/>
        </w:rPr>
        <w:t>سَنُرِ</w:t>
      </w:r>
      <w:r w:rsidRPr="006B372C">
        <w:rPr>
          <w:rFonts w:hint="cs"/>
          <w:rtl/>
        </w:rPr>
        <w:t>‌</w:t>
      </w:r>
      <w:r>
        <w:rPr>
          <w:rFonts w:hint="cs"/>
          <w:rtl/>
        </w:rPr>
        <w:t>يهِمْ</w:t>
      </w:r>
      <w:r w:rsidRPr="006B372C">
        <w:rPr>
          <w:rFonts w:hint="cs"/>
          <w:rtl/>
        </w:rPr>
        <w:t xml:space="preserve"> </w:t>
      </w:r>
      <w:r>
        <w:rPr>
          <w:rFonts w:hint="cs"/>
          <w:rtl/>
        </w:rPr>
        <w:t>آيَاتِنَا</w:t>
      </w:r>
      <w:r w:rsidRPr="006B372C">
        <w:rPr>
          <w:rFonts w:hint="cs"/>
          <w:rtl/>
        </w:rPr>
        <w:t xml:space="preserve"> </w:t>
      </w:r>
      <w:r>
        <w:rPr>
          <w:rFonts w:hint="cs"/>
          <w:rtl/>
        </w:rPr>
        <w:t>فِي</w:t>
      </w:r>
      <w:r w:rsidRPr="006B372C">
        <w:rPr>
          <w:rFonts w:hint="cs"/>
          <w:rtl/>
        </w:rPr>
        <w:t xml:space="preserve"> </w:t>
      </w:r>
      <w:r>
        <w:rPr>
          <w:rFonts w:hint="cs"/>
          <w:rtl/>
        </w:rPr>
        <w:t>الْآفَاقِ</w:t>
      </w:r>
      <w:r w:rsidRPr="006B372C">
        <w:rPr>
          <w:rFonts w:hint="cs"/>
          <w:rtl/>
        </w:rPr>
        <w:t xml:space="preserve"> </w:t>
      </w:r>
      <w:r>
        <w:rPr>
          <w:rFonts w:hint="cs"/>
          <w:rtl/>
        </w:rPr>
        <w:t>وَفِي</w:t>
      </w:r>
      <w:r w:rsidRPr="006B372C">
        <w:rPr>
          <w:rFonts w:hint="cs"/>
          <w:rtl/>
        </w:rPr>
        <w:t xml:space="preserve"> </w:t>
      </w:r>
      <w:r>
        <w:rPr>
          <w:rFonts w:hint="cs"/>
          <w:rtl/>
        </w:rPr>
        <w:t>أَنفُسِهِمْ</w:t>
      </w:r>
      <w:r w:rsidRPr="006B372C">
        <w:rPr>
          <w:rFonts w:hint="cs"/>
          <w:rtl/>
        </w:rPr>
        <w:t xml:space="preserve"> </w:t>
      </w:r>
      <w:r>
        <w:rPr>
          <w:rFonts w:hint="cs"/>
          <w:rtl/>
        </w:rPr>
        <w:t>حَتَّىٰ</w:t>
      </w:r>
      <w:r w:rsidRPr="006B372C">
        <w:rPr>
          <w:rFonts w:hint="cs"/>
          <w:rtl/>
        </w:rPr>
        <w:t xml:space="preserve"> </w:t>
      </w:r>
      <w:r>
        <w:rPr>
          <w:rFonts w:hint="cs"/>
          <w:rtl/>
        </w:rPr>
        <w:t>يَتَبَيَّنَ</w:t>
      </w:r>
      <w:r w:rsidRPr="006B372C">
        <w:rPr>
          <w:rFonts w:hint="cs"/>
          <w:rtl/>
        </w:rPr>
        <w:t xml:space="preserve"> لَهُمْ</w:t>
      </w:r>
      <w:r w:rsidRPr="006B372C">
        <w:rPr>
          <w:rtl/>
        </w:rPr>
        <w:t xml:space="preserve"> </w:t>
      </w:r>
      <w:r w:rsidRPr="006B372C">
        <w:rPr>
          <w:rFonts w:hint="cs"/>
          <w:rtl/>
        </w:rPr>
        <w:t>أَنَّهُ</w:t>
      </w:r>
      <w:r w:rsidRPr="006B372C">
        <w:rPr>
          <w:rtl/>
        </w:rPr>
        <w:t xml:space="preserve"> </w:t>
      </w:r>
      <w:r w:rsidRPr="006B372C">
        <w:rPr>
          <w:rFonts w:hint="cs"/>
          <w:rtl/>
        </w:rPr>
        <w:t>الْحَقُّ</w:t>
      </w:r>
      <w:r w:rsidRPr="006B372C">
        <w:rPr>
          <w:rStyle w:val="libAlaemChar"/>
        </w:rPr>
        <w:t>(</w:t>
      </w:r>
    </w:p>
    <w:p w:rsidR="006B372C" w:rsidRDefault="006B372C" w:rsidP="009848A8">
      <w:pPr>
        <w:pStyle w:val="libNormal"/>
      </w:pPr>
    </w:p>
    <w:p w:rsidR="006B372C" w:rsidRDefault="007710BF" w:rsidP="00731BB1">
      <w:pPr>
        <w:pStyle w:val="libNormal"/>
        <w:rPr>
          <w:rStyle w:val="libAlaemChar"/>
        </w:rPr>
      </w:pPr>
      <w:r w:rsidRPr="001933EC">
        <w:rPr>
          <w:rStyle w:val="libAlaemChar"/>
        </w:rPr>
        <w:t>“</w:t>
      </w:r>
      <w:r w:rsidRPr="007710BF">
        <w:rPr>
          <w:cs/>
          <w:lang w:bidi="bn-IN"/>
        </w:rPr>
        <w:t>অতি নিকট ভবিষ্যতে আমরা আমাদের নিদর্শনসমূহ প্রকৃতিতে এবং তাদের নিজেদের মধ্যে ব্যক্ত</w:t>
      </w:r>
      <w:r w:rsidR="006B372C">
        <w:rPr>
          <w:lang w:bidi="bn-IN"/>
        </w:rPr>
        <w:t xml:space="preserve"> </w:t>
      </w:r>
      <w:r w:rsidRPr="007710BF">
        <w:rPr>
          <w:cs/>
          <w:lang w:bidi="bn-IN"/>
        </w:rPr>
        <w:t>করব যাতে করে তাদের নিকট স্পষ্ট হয় যে তা (খোদা অথবা কোরআন) সত্য।</w:t>
      </w:r>
      <w:r w:rsidRPr="001933EC">
        <w:rPr>
          <w:rStyle w:val="libAlaemChar"/>
        </w:rPr>
        <w:t>”</w:t>
      </w:r>
    </w:p>
    <w:p w:rsidR="006B372C" w:rsidRDefault="007710BF" w:rsidP="00731BB1">
      <w:pPr>
        <w:pStyle w:val="libNormal"/>
        <w:rPr>
          <w:lang w:bidi="bn-IN"/>
        </w:rPr>
      </w:pPr>
      <w:r w:rsidRPr="007710BF">
        <w:rPr>
          <w:cs/>
          <w:lang w:bidi="bn-IN"/>
        </w:rPr>
        <w:t>অবশ্য আমি বিশ্বাস করি যে</w:t>
      </w:r>
      <w:r w:rsidR="00895143">
        <w:t>,</w:t>
      </w:r>
      <w:r w:rsidRPr="007710BF">
        <w:rPr>
          <w:cs/>
          <w:lang w:bidi="bn-IN"/>
        </w:rPr>
        <w:t>মানুষের সর্বোচ্চ মানের পরিচিতি তার অভ্যন্তরে বর্তমান এবং অভ্যন্তর থেকেই তা অর্জন করতে হয়। তবে এর অর্থ এটা নয় যে</w:t>
      </w:r>
      <w:r w:rsidR="00895143">
        <w:t>,</w:t>
      </w:r>
      <w:r w:rsidRPr="007710BF">
        <w:rPr>
          <w:cs/>
          <w:lang w:bidi="bn-IN"/>
        </w:rPr>
        <w:t>বহির্বিশ্ব বা প্রকৃতিতে কিছুই নেই কিংবা</w:t>
      </w:r>
      <w:r w:rsidR="006B372C">
        <w:rPr>
          <w:lang w:bidi="bn-IN"/>
        </w:rPr>
        <w:t xml:space="preserve"> </w:t>
      </w:r>
      <w:r w:rsidRPr="007710BF">
        <w:rPr>
          <w:cs/>
          <w:lang w:bidi="bn-IN"/>
        </w:rPr>
        <w:t>বহির্বিশ্বে মহাসত্যের প্রতিফলন ঘটেনি এবং শুধু অন্তঃকরণই আ</w:t>
      </w:r>
      <w:r w:rsidR="006B46F0">
        <w:rPr>
          <w:cs/>
          <w:lang w:bidi="bn-IN"/>
        </w:rPr>
        <w:t>ল্লা</w:t>
      </w:r>
      <w:r w:rsidRPr="007710BF">
        <w:rPr>
          <w:rFonts w:hint="cs"/>
          <w:cs/>
          <w:lang w:bidi="bn-IN"/>
        </w:rPr>
        <w:t>হ্পাকের প্রতিফলন ক্ষেত্র। বরং অন্তর যেমন স্রষ্টার এক প্রতিফলন ক্ষেত্র তেমনি প্রকৃতিও।</w:t>
      </w:r>
    </w:p>
    <w:p w:rsidR="006B372C" w:rsidRPr="00A3582C" w:rsidRDefault="006B372C" w:rsidP="009848A8">
      <w:pPr>
        <w:pStyle w:val="libNormal"/>
      </w:pPr>
      <w:r>
        <w:rPr>
          <w:lang w:bidi="bn-IN"/>
        </w:rPr>
        <w:br w:type="page"/>
      </w:r>
    </w:p>
    <w:p w:rsidR="006B372C" w:rsidRDefault="007710BF" w:rsidP="006B372C">
      <w:pPr>
        <w:pStyle w:val="Heading1"/>
        <w:rPr>
          <w:lang w:bidi="bn-IN"/>
        </w:rPr>
      </w:pPr>
      <w:bookmarkStart w:id="39" w:name="_Toc392601448"/>
      <w:r w:rsidRPr="007710BF">
        <w:rPr>
          <w:rFonts w:hint="cs"/>
          <w:cs/>
          <w:lang w:bidi="bn-IN"/>
        </w:rPr>
        <w:t>মানুষের সঙ্গে প্রকৃতির সম্পর্ক</w:t>
      </w:r>
      <w:bookmarkEnd w:id="39"/>
    </w:p>
    <w:p w:rsidR="006B372C" w:rsidRDefault="006B372C" w:rsidP="00731BB1">
      <w:pPr>
        <w:pStyle w:val="libNormal"/>
        <w:rPr>
          <w:lang w:bidi="bn-IN"/>
        </w:rPr>
      </w:pPr>
    </w:p>
    <w:p w:rsidR="006B372C" w:rsidRDefault="007710BF" w:rsidP="00731BB1">
      <w:pPr>
        <w:pStyle w:val="libNormal"/>
        <w:rPr>
          <w:lang w:bidi="bn-IN"/>
        </w:rPr>
      </w:pPr>
      <w:r w:rsidRPr="007710BF">
        <w:rPr>
          <w:rFonts w:hint="cs"/>
          <w:cs/>
          <w:lang w:bidi="bn-IN"/>
        </w:rPr>
        <w:t>এখানে এ বিষয়টি বিশেষভাবে লক্ষণীয় যে</w:t>
      </w:r>
      <w:r w:rsidR="00895143">
        <w:t>,</w:t>
      </w:r>
      <w:r w:rsidRPr="007710BF">
        <w:rPr>
          <w:cs/>
          <w:lang w:bidi="bn-IN"/>
        </w:rPr>
        <w:t>প্রকৃতপক্ষে মানুষের সঙ্গে প্রকৃতির কিরূপ সম্পর্ক</w:t>
      </w:r>
      <w:r w:rsidR="006B372C">
        <w:rPr>
          <w:lang w:bidi="bn-IN"/>
        </w:rPr>
        <w:t xml:space="preserve"> </w:t>
      </w:r>
      <w:r w:rsidRPr="007710BF">
        <w:rPr>
          <w:cs/>
          <w:lang w:bidi="bn-IN"/>
        </w:rPr>
        <w:t>রয়েছে</w:t>
      </w:r>
      <w:r w:rsidRPr="007710BF">
        <w:t xml:space="preserve">? </w:t>
      </w:r>
      <w:r w:rsidRPr="007710BF">
        <w:rPr>
          <w:cs/>
          <w:lang w:bidi="bn-IN"/>
        </w:rPr>
        <w:t>মানুষের সঙ্গে প্রকৃতির সম্পর্ক কি দু</w:t>
      </w:r>
      <w:r w:rsidRPr="001933EC">
        <w:rPr>
          <w:rStyle w:val="libAlaemChar"/>
        </w:rPr>
        <w:t>’</w:t>
      </w:r>
      <w:r w:rsidRPr="007710BF">
        <w:rPr>
          <w:cs/>
          <w:lang w:bidi="bn-IN"/>
        </w:rPr>
        <w:t xml:space="preserve">টি অপরিচিত সত্তার </w:t>
      </w:r>
      <w:r w:rsidR="000C4B23">
        <w:rPr>
          <w:cs/>
          <w:lang w:bidi="bn-IN"/>
        </w:rPr>
        <w:t>সম্পর্কে</w:t>
      </w:r>
      <w:r w:rsidRPr="007710BF">
        <w:rPr>
          <w:cs/>
          <w:lang w:bidi="bn-IN"/>
        </w:rPr>
        <w:t>র মতো</w:t>
      </w:r>
      <w:r w:rsidRPr="007710BF">
        <w:t xml:space="preserve">? </w:t>
      </w:r>
      <w:r w:rsidRPr="007710BF">
        <w:rPr>
          <w:cs/>
          <w:lang w:bidi="bn-IN"/>
        </w:rPr>
        <w:t>অথবা এ সম্পর্ক</w:t>
      </w:r>
      <w:r w:rsidR="006B372C">
        <w:rPr>
          <w:lang w:bidi="bn-IN"/>
        </w:rPr>
        <w:t xml:space="preserve"> </w:t>
      </w:r>
      <w:r w:rsidRPr="007710BF">
        <w:rPr>
          <w:cs/>
          <w:lang w:bidi="bn-IN"/>
        </w:rPr>
        <w:t>বন্দি ও জেলখানা বা পাখি ও খাঁচার মতো</w:t>
      </w:r>
      <w:r w:rsidRPr="007710BF">
        <w:t xml:space="preserve">? </w:t>
      </w:r>
      <w:r w:rsidRPr="007710BF">
        <w:rPr>
          <w:cs/>
          <w:lang w:bidi="bn-IN"/>
        </w:rPr>
        <w:t>বা ইউসুফের সঙ্গে কেনানের গর্তের সম্পর্ক</w:t>
      </w:r>
      <w:r w:rsidRPr="007710BF">
        <w:t xml:space="preserve">? </w:t>
      </w:r>
      <w:r w:rsidRPr="007710BF">
        <w:rPr>
          <w:cs/>
          <w:lang w:bidi="bn-IN"/>
        </w:rPr>
        <w:t>এটা</w:t>
      </w:r>
      <w:r w:rsidR="006B372C">
        <w:rPr>
          <w:lang w:bidi="bn-IN"/>
        </w:rPr>
        <w:t xml:space="preserve"> </w:t>
      </w:r>
      <w:r w:rsidRPr="007710BF">
        <w:rPr>
          <w:cs/>
          <w:lang w:bidi="bn-IN"/>
        </w:rPr>
        <w:t>উদ্ঘাটিত হওয়া আবশ্যক।</w:t>
      </w:r>
    </w:p>
    <w:p w:rsidR="006B372C" w:rsidRDefault="007710BF" w:rsidP="00731BB1">
      <w:pPr>
        <w:pStyle w:val="libNormal"/>
        <w:rPr>
          <w:lang w:bidi="bn-IN"/>
        </w:rPr>
      </w:pPr>
      <w:r w:rsidRPr="007710BF">
        <w:rPr>
          <w:cs/>
          <w:lang w:bidi="bn-IN"/>
        </w:rPr>
        <w:t>হয়তো কেউ বলবেন</w:t>
      </w:r>
      <w:r w:rsidR="00895143">
        <w:t>,</w:t>
      </w:r>
      <w:r w:rsidRPr="007710BF">
        <w:rPr>
          <w:cs/>
          <w:lang w:bidi="bn-IN"/>
        </w:rPr>
        <w:t>বাস্তবে পৃথিবীতে মানুষের আগমন পাখির খাঁচায় বন্দি হওয়া বা কোন মুক্ত</w:t>
      </w:r>
      <w:r w:rsidR="006B372C">
        <w:rPr>
          <w:lang w:bidi="bn-IN"/>
        </w:rPr>
        <w:t xml:space="preserve"> </w:t>
      </w:r>
      <w:r w:rsidRPr="007710BF">
        <w:rPr>
          <w:cs/>
          <w:lang w:bidi="bn-IN"/>
        </w:rPr>
        <w:t>ব্যক্তিকে বন্দিশালায় বন্দি করা বা ইউসুফের কূপে বা গর্তে পতিত হওয়ার মতো বিষয়। বাস্তবিকই</w:t>
      </w:r>
      <w:r w:rsidR="006B372C">
        <w:rPr>
          <w:lang w:bidi="bn-IN"/>
        </w:rPr>
        <w:t xml:space="preserve"> </w:t>
      </w:r>
      <w:r w:rsidRPr="007710BF">
        <w:rPr>
          <w:cs/>
          <w:lang w:bidi="bn-IN"/>
        </w:rPr>
        <w:t>যদি প্রকৃতি আমাদের জন্য বন্দিশালা</w:t>
      </w:r>
      <w:r w:rsidR="00895143">
        <w:t>,</w:t>
      </w:r>
      <w:r w:rsidRPr="007710BF">
        <w:rPr>
          <w:cs/>
          <w:lang w:bidi="bn-IN"/>
        </w:rPr>
        <w:t>খাঁচা বা কূপ হয় তবে মানুষের সঙ্গে প্রকৃতির সম্পর্ক নির্দ্বিধায়</w:t>
      </w:r>
      <w:r w:rsidR="006B372C">
        <w:rPr>
          <w:lang w:bidi="bn-IN"/>
        </w:rPr>
        <w:t xml:space="preserve"> </w:t>
      </w:r>
      <w:r w:rsidRPr="007710BF">
        <w:rPr>
          <w:cs/>
          <w:lang w:bidi="bn-IN"/>
        </w:rPr>
        <w:t>বিপরীতমুখী।</w:t>
      </w:r>
    </w:p>
    <w:p w:rsidR="006B372C" w:rsidRDefault="007710BF" w:rsidP="00731BB1">
      <w:pPr>
        <w:pStyle w:val="libNormal"/>
        <w:rPr>
          <w:lang w:bidi="bn-IN"/>
        </w:rPr>
      </w:pPr>
      <w:r w:rsidRPr="007710BF">
        <w:rPr>
          <w:cs/>
          <w:lang w:bidi="bn-IN"/>
        </w:rPr>
        <w:t>সুতরাং এ ক্ষেত্রে আমাদের প্রচেষ্টা প্রকৃতিতে কিরূপ হওয়া উচিত</w:t>
      </w:r>
      <w:r w:rsidRPr="007710BF">
        <w:t xml:space="preserve">? </w:t>
      </w:r>
      <w:r w:rsidRPr="007710BF">
        <w:rPr>
          <w:cs/>
          <w:lang w:bidi="bn-IN"/>
        </w:rPr>
        <w:t>খাঁচায় বন্দি এক পাখির</w:t>
      </w:r>
      <w:r w:rsidR="006B372C">
        <w:rPr>
          <w:lang w:bidi="bn-IN"/>
        </w:rPr>
        <w:t xml:space="preserve"> </w:t>
      </w:r>
      <w:r w:rsidRPr="007710BF">
        <w:rPr>
          <w:cs/>
          <w:lang w:bidi="bn-IN"/>
        </w:rPr>
        <w:t>নিজেকে খাঁচা থেকে মুক্ত করা ব্যতীত অন্য কোন উপায় নেই। তেমনি এক বন্দিরও জেলখানার সঙ্গে</w:t>
      </w:r>
      <w:r w:rsidR="006B372C">
        <w:rPr>
          <w:lang w:bidi="bn-IN"/>
        </w:rPr>
        <w:t xml:space="preserve"> </w:t>
      </w:r>
      <w:r w:rsidRPr="007710BF">
        <w:rPr>
          <w:cs/>
          <w:lang w:bidi="bn-IN"/>
        </w:rPr>
        <w:t>সুসম্পর্ক নেই বরং সে চায় জেলখানার দেয়াল ভেঙ্গে নিজেকে মুক্ত করতে। হযরত ইউসুফও</w:t>
      </w:r>
      <w:r w:rsidR="006B372C">
        <w:rPr>
          <w:lang w:bidi="bn-IN"/>
        </w:rPr>
        <w:t xml:space="preserve"> </w:t>
      </w:r>
      <w:r w:rsidRPr="007710BF">
        <w:rPr>
          <w:cs/>
          <w:lang w:bidi="bn-IN"/>
        </w:rPr>
        <w:t>কূপে</w:t>
      </w:r>
      <w:r w:rsidR="006B372C">
        <w:rPr>
          <w:lang w:bidi="bn-IN"/>
        </w:rPr>
        <w:t xml:space="preserve"> </w:t>
      </w:r>
      <w:r w:rsidRPr="007710BF">
        <w:rPr>
          <w:cs/>
          <w:lang w:bidi="bn-IN"/>
        </w:rPr>
        <w:t>পড়ে এ প্রতীক্ষায়ই ছিলেন যে</w:t>
      </w:r>
      <w:r w:rsidR="00895143">
        <w:t>,</w:t>
      </w:r>
      <w:r w:rsidRPr="007710BF">
        <w:rPr>
          <w:cs/>
          <w:lang w:bidi="bn-IN"/>
        </w:rPr>
        <w:t>কোন কাফেলা এসে পানি উঠানোর নিমিত্তে বালতি ফেলুক আর তিনি</w:t>
      </w:r>
      <w:r w:rsidR="006B372C">
        <w:rPr>
          <w:lang w:bidi="bn-IN"/>
        </w:rPr>
        <w:t xml:space="preserve"> </w:t>
      </w:r>
      <w:r w:rsidRPr="007710BF">
        <w:rPr>
          <w:cs/>
          <w:lang w:bidi="bn-IN"/>
        </w:rPr>
        <w:t>বালতিতে আরোহণ করে সেখান থেকে মুক্তি পান (সে ক্ষেত্রে কাফেলা পানির পরিবর্তে ইউসুফকে</w:t>
      </w:r>
      <w:r w:rsidR="006B372C">
        <w:rPr>
          <w:lang w:bidi="bn-IN"/>
        </w:rPr>
        <w:t xml:space="preserve"> </w:t>
      </w:r>
      <w:r w:rsidRPr="007710BF">
        <w:rPr>
          <w:cs/>
          <w:lang w:bidi="bn-IN"/>
        </w:rPr>
        <w:t>পাবে)।</w:t>
      </w:r>
    </w:p>
    <w:p w:rsidR="006B372C" w:rsidRDefault="007710BF" w:rsidP="00731BB1">
      <w:pPr>
        <w:pStyle w:val="libNormal"/>
        <w:rPr>
          <w:lang w:bidi="bn-IN"/>
        </w:rPr>
      </w:pPr>
      <w:r w:rsidRPr="007710BF">
        <w:rPr>
          <w:cs/>
          <w:lang w:bidi="bn-IN"/>
        </w:rPr>
        <w:t>এখন প্রশ্ন হলো কোরআন ও ইসলাম মানুষ ও প্রকৃতির মধ্যকার সম্পর্ককে বন্দি ও জেলখানা</w:t>
      </w:r>
      <w:r w:rsidR="00895143">
        <w:t>,</w:t>
      </w:r>
      <w:r w:rsidRPr="007710BF">
        <w:rPr>
          <w:cs/>
          <w:lang w:bidi="bn-IN"/>
        </w:rPr>
        <w:t>ইউসুফ ও কূপ বা পাখি ও খাঁচার মতো মনে করে কিনা</w:t>
      </w:r>
      <w:r w:rsidRPr="007710BF">
        <w:t xml:space="preserve">? </w:t>
      </w:r>
      <w:r w:rsidRPr="007710BF">
        <w:rPr>
          <w:cs/>
          <w:lang w:bidi="bn-IN"/>
        </w:rPr>
        <w:t>অবশ্য এরফানে এ বিষয়ে যথেষ্ট গুরুত্ব দেয়া</w:t>
      </w:r>
      <w:r w:rsidR="006B372C">
        <w:rPr>
          <w:lang w:bidi="bn-IN"/>
        </w:rPr>
        <w:t xml:space="preserve"> </w:t>
      </w:r>
      <w:r w:rsidRPr="007710BF">
        <w:rPr>
          <w:cs/>
          <w:lang w:bidi="bn-IN"/>
        </w:rPr>
        <w:t>হয়েছে। সানায়ী বলেছেন</w:t>
      </w:r>
      <w:r w:rsidR="00895143">
        <w:t>,</w:t>
      </w:r>
      <w:r w:rsidRPr="001933EC">
        <w:rPr>
          <w:rStyle w:val="libAlaemChar"/>
        </w:rPr>
        <w:t>“</w:t>
      </w:r>
      <w:r w:rsidRPr="007710BF">
        <w:rPr>
          <w:cs/>
          <w:lang w:bidi="bn-IN"/>
        </w:rPr>
        <w:t>খাঁচা ভেঙ্গে এ ময়ূর উড়ে যাও আকাশে।</w:t>
      </w:r>
      <w:r w:rsidRPr="001933EC">
        <w:rPr>
          <w:rStyle w:val="libAlaemChar"/>
        </w:rPr>
        <w:t>”</w:t>
      </w:r>
      <w:r w:rsidRPr="007710BF">
        <w:t xml:space="preserve"> </w:t>
      </w:r>
      <w:r w:rsidRPr="007710BF">
        <w:rPr>
          <w:cs/>
          <w:lang w:bidi="bn-IN"/>
        </w:rPr>
        <w:t>অন্য একজন আরেফ বলেছেন</w:t>
      </w:r>
      <w:r w:rsidR="00895143">
        <w:t>,</w:t>
      </w:r>
      <w:r w:rsidRPr="001933EC">
        <w:rPr>
          <w:rStyle w:val="libAlaemChar"/>
        </w:rPr>
        <w:t>“</w:t>
      </w:r>
      <w:r w:rsidRPr="007710BF">
        <w:rPr>
          <w:cs/>
          <w:lang w:bidi="bn-IN"/>
        </w:rPr>
        <w:t>ইউসুফ! মিশরের সম্রাট হওয়ার জন্য কূপ থেকে বেরিয়ে আস।</w:t>
      </w:r>
      <w:r w:rsidRPr="001933EC">
        <w:rPr>
          <w:rStyle w:val="libAlaemChar"/>
        </w:rPr>
        <w:t>”</w:t>
      </w:r>
      <w:r w:rsidRPr="007710BF">
        <w:t xml:space="preserve"> </w:t>
      </w:r>
      <w:r w:rsidRPr="007710BF">
        <w:rPr>
          <w:cs/>
          <w:lang w:bidi="bn-IN"/>
        </w:rPr>
        <w:t>বন্দি ও বন্দিশালার তুলনাও এক্ষেত্রে প্রচুর এসেছে।</w:t>
      </w:r>
    </w:p>
    <w:p w:rsidR="006B372C" w:rsidRPr="00A3582C" w:rsidRDefault="006B372C" w:rsidP="009848A8">
      <w:pPr>
        <w:pStyle w:val="libNormal"/>
      </w:pPr>
      <w:r>
        <w:rPr>
          <w:lang w:bidi="bn-IN"/>
        </w:rPr>
        <w:br w:type="page"/>
      </w:r>
    </w:p>
    <w:p w:rsidR="006B372C" w:rsidRDefault="007710BF" w:rsidP="006B372C">
      <w:pPr>
        <w:pStyle w:val="libBold1"/>
        <w:rPr>
          <w:lang w:bidi="bn-IN"/>
        </w:rPr>
      </w:pPr>
      <w:r w:rsidRPr="007710BF">
        <w:rPr>
          <w:cs/>
          <w:lang w:bidi="bn-IN"/>
        </w:rPr>
        <w:t>ইসলামের দৃষ্টিভঙ্গি</w:t>
      </w:r>
    </w:p>
    <w:p w:rsidR="006B372C" w:rsidRDefault="006B372C" w:rsidP="00731BB1">
      <w:pPr>
        <w:pStyle w:val="libNormal"/>
        <w:rPr>
          <w:lang w:bidi="bn-IN"/>
        </w:rPr>
      </w:pPr>
    </w:p>
    <w:p w:rsidR="006B372C" w:rsidRDefault="007710BF" w:rsidP="00731BB1">
      <w:pPr>
        <w:pStyle w:val="libNormal"/>
        <w:rPr>
          <w:lang w:bidi="bn-IN"/>
        </w:rPr>
      </w:pPr>
      <w:r w:rsidRPr="007710BF">
        <w:rPr>
          <w:cs/>
          <w:lang w:bidi="bn-IN"/>
        </w:rPr>
        <w:t>ইসলামে প্রকৃতির সঙ্গে মানুষের সম্পর্ক কৃষকের সঙ্গে ক্ষেতের বা ব্যাবসায়ীর সঙ্গে ব্যবসা ক্ষেত্র</w:t>
      </w:r>
      <w:r w:rsidR="006B372C">
        <w:rPr>
          <w:lang w:bidi="bn-IN"/>
        </w:rPr>
        <w:t xml:space="preserve"> </w:t>
      </w:r>
      <w:r w:rsidRPr="007710BF">
        <w:rPr>
          <w:cs/>
          <w:lang w:bidi="bn-IN"/>
        </w:rPr>
        <w:t>অথবা উপাসক ও উপাসনালয়ের মতো। কৃষকের জন্য কৃষিক্ষেত্র লক্ষ্য নয় বরং মাধ্যম। তার</w:t>
      </w:r>
      <w:r w:rsidR="006B372C">
        <w:rPr>
          <w:lang w:bidi="bn-IN"/>
        </w:rPr>
        <w:t xml:space="preserve"> </w:t>
      </w:r>
      <w:r w:rsidRPr="007710BF">
        <w:rPr>
          <w:cs/>
          <w:lang w:bidi="bn-IN"/>
        </w:rPr>
        <w:t>জীবনযাত্রার স্থান তার ঘর কিন্তু কৃষিক্ষেত্রে কাজ করার মাধ্যমেই সে তার এ ঘরের সাফল্য ও আনন্দ</w:t>
      </w:r>
      <w:r w:rsidR="006B372C">
        <w:rPr>
          <w:lang w:bidi="bn-IN"/>
        </w:rPr>
        <w:t xml:space="preserve"> </w:t>
      </w:r>
      <w:r w:rsidRPr="007710BF">
        <w:rPr>
          <w:cs/>
          <w:lang w:bidi="bn-IN"/>
        </w:rPr>
        <w:t>হস্তগত করে। একজন কৃষককে অবশ্যই কৃষিক্ষেত্রে গিয়ে লাঙ্গল চালাতে হবে</w:t>
      </w:r>
      <w:r w:rsidR="00895143">
        <w:t>,</w:t>
      </w:r>
      <w:r w:rsidRPr="007710BF">
        <w:rPr>
          <w:cs/>
          <w:lang w:bidi="bn-IN"/>
        </w:rPr>
        <w:t>বীজ বপন করতে হবে</w:t>
      </w:r>
      <w:r w:rsidR="00895143">
        <w:t>,</w:t>
      </w:r>
      <w:r w:rsidRPr="007710BF">
        <w:rPr>
          <w:cs/>
          <w:lang w:bidi="bn-IN"/>
        </w:rPr>
        <w:t>পানি সেচের মাধ্যমে জমিকে ফসলের উপযোগী করতে হবে</w:t>
      </w:r>
      <w:r w:rsidR="00895143">
        <w:t>,</w:t>
      </w:r>
      <w:r w:rsidRPr="007710BF">
        <w:rPr>
          <w:cs/>
          <w:lang w:bidi="bn-IN"/>
        </w:rPr>
        <w:t>যদি আগাছা জন্মে তা পরিষ্কার করতে</w:t>
      </w:r>
      <w:r w:rsidR="006B372C">
        <w:rPr>
          <w:lang w:bidi="bn-IN"/>
        </w:rPr>
        <w:t xml:space="preserve"> </w:t>
      </w:r>
      <w:r w:rsidRPr="007710BF">
        <w:rPr>
          <w:cs/>
          <w:lang w:bidi="bn-IN"/>
        </w:rPr>
        <w:t>হবে। তারপরেই সে শস্য ঘরে তুলতে পারবে।</w:t>
      </w:r>
      <w:r w:rsidR="006B372C">
        <w:rPr>
          <w:lang w:bidi="bn-IN"/>
        </w:rPr>
        <w:t xml:space="preserve"> </w:t>
      </w:r>
    </w:p>
    <w:p w:rsidR="006B372C" w:rsidRDefault="006B372C" w:rsidP="006B372C">
      <w:pPr>
        <w:pStyle w:val="libNormal"/>
        <w:rPr>
          <w:lang w:bidi="bn-IN"/>
        </w:rPr>
      </w:pPr>
      <w:r w:rsidRPr="006B372C">
        <w:rPr>
          <w:rStyle w:val="libArChar"/>
          <w:rFonts w:hint="cs"/>
          <w:rtl/>
        </w:rPr>
        <w:t>الدنیا مزرعة الآخرة</w:t>
      </w:r>
      <w:r w:rsidRPr="00A3582C">
        <w:t xml:space="preserve"> </w:t>
      </w:r>
      <w:r w:rsidR="007710BF" w:rsidRPr="007710BF">
        <w:rPr>
          <w:cs/>
          <w:lang w:bidi="bn-IN"/>
        </w:rPr>
        <w:t>দুনিয়া আখেরাতের শস্যক্ষেত্র।(কুনযল হাকায়িক</w:t>
      </w:r>
      <w:r w:rsidR="00895143">
        <w:t>,</w:t>
      </w:r>
      <w:r w:rsidR="007710BF" w:rsidRPr="007710BF">
        <w:rPr>
          <w:cs/>
          <w:lang w:bidi="bn-IN"/>
        </w:rPr>
        <w:t>মানায়ী</w:t>
      </w:r>
      <w:r w:rsidR="00895143">
        <w:t>,</w:t>
      </w:r>
      <w:r w:rsidR="007710BF" w:rsidRPr="007710BF">
        <w:rPr>
          <w:cs/>
          <w:lang w:bidi="bn-IN"/>
        </w:rPr>
        <w:t>দাল অধ্যায়)</w:t>
      </w:r>
    </w:p>
    <w:p w:rsidR="009B649A" w:rsidRDefault="007710BF" w:rsidP="009B649A">
      <w:pPr>
        <w:pStyle w:val="libNormal"/>
        <w:rPr>
          <w:rStyle w:val="libAlaemChar"/>
          <w:rtl/>
        </w:rPr>
      </w:pPr>
      <w:r w:rsidRPr="007710BF">
        <w:rPr>
          <w:cs/>
          <w:lang w:bidi="bn-IN"/>
        </w:rPr>
        <w:t>তবে কোন কৃষকের কৃষিক্ষেত্র ও ঘর চিনতে ভুল করা উচিত নয়। যদি কেউ তা করে তবে বড় ভুল</w:t>
      </w:r>
      <w:r w:rsidR="006B372C">
        <w:rPr>
          <w:lang w:bidi="bn-IN"/>
        </w:rPr>
        <w:t xml:space="preserve"> </w:t>
      </w:r>
      <w:r w:rsidRPr="007710BF">
        <w:rPr>
          <w:cs/>
          <w:lang w:bidi="bn-IN"/>
        </w:rPr>
        <w:t>করবে। তেমনি বাজার ব্যাবসায়ীর জন্য কর্মক্ষ</w:t>
      </w:r>
      <w:r w:rsidR="006B372C">
        <w:rPr>
          <w:cs/>
          <w:lang w:bidi="bn-IN"/>
        </w:rPr>
        <w:t>েত্র অর্থাৎ যেখানে সে তার পুজি</w:t>
      </w:r>
      <w:r w:rsidRPr="007710BF">
        <w:rPr>
          <w:cs/>
          <w:lang w:bidi="bn-IN"/>
        </w:rPr>
        <w:t xml:space="preserve"> ও কর্মপ্রচষ্টাকে মুনাফা</w:t>
      </w:r>
      <w:r w:rsidR="006B372C">
        <w:rPr>
          <w:lang w:bidi="bn-IN"/>
        </w:rPr>
        <w:t xml:space="preserve"> </w:t>
      </w:r>
      <w:r w:rsidRPr="007710BF">
        <w:rPr>
          <w:cs/>
          <w:lang w:bidi="bn-IN"/>
        </w:rPr>
        <w:t>অর্জনের লক্ষ্যে সর্বোত্তমভাবে ব্যবহার করবে। যে হাদীসটি আমি পড়েছি তা রাসূল (সা.) থেকে</w:t>
      </w:r>
      <w:r w:rsidR="006B372C">
        <w:rPr>
          <w:lang w:bidi="bn-IN"/>
        </w:rPr>
        <w:t xml:space="preserve"> </w:t>
      </w:r>
      <w:r w:rsidRPr="007710BF">
        <w:rPr>
          <w:cs/>
          <w:lang w:bidi="bn-IN"/>
        </w:rPr>
        <w:t>বর্ণিত। আমীরুল মুমিনীন আলী (আ.)-এর নিকট থেকে অপর একটি হাদীস আছে যা হচ্ছে</w:t>
      </w:r>
      <w:r w:rsidR="00895143">
        <w:t>,</w:t>
      </w:r>
      <w:r w:rsidRPr="007710BF">
        <w:t xml:space="preserve"> </w:t>
      </w:r>
      <w:r w:rsidR="009B649A" w:rsidRPr="009B649A">
        <w:rPr>
          <w:rStyle w:val="libArChar"/>
          <w:rFonts w:hint="cs"/>
          <w:rtl/>
        </w:rPr>
        <w:t>الد</w:t>
      </w:r>
      <w:r w:rsidR="009B649A">
        <w:rPr>
          <w:rStyle w:val="libArChar"/>
          <w:rFonts w:hint="cs"/>
          <w:rtl/>
        </w:rPr>
        <w:t>ّ</w:t>
      </w:r>
      <w:r w:rsidR="009B649A" w:rsidRPr="009B649A">
        <w:rPr>
          <w:rStyle w:val="libArChar"/>
          <w:rFonts w:hint="cs"/>
          <w:rtl/>
        </w:rPr>
        <w:t>نیا متجر اولیاء الله</w:t>
      </w:r>
      <w:r w:rsidRPr="007710BF">
        <w:t xml:space="preserve"> </w:t>
      </w:r>
      <w:r w:rsidRPr="001933EC">
        <w:rPr>
          <w:rStyle w:val="libAlaemChar"/>
        </w:rPr>
        <w:t>“</w:t>
      </w:r>
      <w:r w:rsidRPr="007710BF">
        <w:rPr>
          <w:cs/>
          <w:lang w:bidi="bn-IN"/>
        </w:rPr>
        <w:t xml:space="preserve">দুনিয়া </w:t>
      </w:r>
      <w:r w:rsidR="00D009A1">
        <w:rPr>
          <w:cs/>
          <w:lang w:bidi="bn-IN"/>
        </w:rPr>
        <w:t>আল্লাহর</w:t>
      </w:r>
      <w:r w:rsidRPr="007710BF">
        <w:rPr>
          <w:rFonts w:hint="cs"/>
          <w:cs/>
          <w:lang w:bidi="bn-IN"/>
        </w:rPr>
        <w:t xml:space="preserve"> ওলীদের ব্যাবসাক্ষেত্র।</w:t>
      </w:r>
      <w:r w:rsidRPr="001933EC">
        <w:rPr>
          <w:rStyle w:val="libAlaemChar"/>
        </w:rPr>
        <w:t>”</w:t>
      </w:r>
    </w:p>
    <w:p w:rsidR="009B649A" w:rsidRDefault="007710BF" w:rsidP="009B649A">
      <w:pPr>
        <w:pStyle w:val="libNormal"/>
      </w:pPr>
      <w:r w:rsidRPr="007710BF">
        <w:rPr>
          <w:cs/>
          <w:lang w:bidi="bn-IN"/>
        </w:rPr>
        <w:t>একদিন এক ব্যক্তি আলী (আ.)-এর সম্মুখে দুনিয়াকে তিরস্কার করছিল। লোকটি জানত আলী</w:t>
      </w:r>
      <w:r w:rsidR="009B649A">
        <w:rPr>
          <w:lang w:bidi="bn-IN"/>
        </w:rPr>
        <w:t xml:space="preserve"> </w:t>
      </w:r>
      <w:r w:rsidRPr="007710BF">
        <w:rPr>
          <w:cs/>
          <w:lang w:bidi="bn-IN"/>
        </w:rPr>
        <w:t>দুনিয়াকে তিরস্কার করেন</w:t>
      </w:r>
      <w:r w:rsidR="00895143">
        <w:t>,</w:t>
      </w:r>
      <w:r w:rsidRPr="007710BF">
        <w:rPr>
          <w:cs/>
          <w:lang w:bidi="bn-IN"/>
        </w:rPr>
        <w:t>কিন্তু কোন্ দৃষ্টিকোণ থেকে তা সে জানত না। হয়তো সে ভেবেছে আলীর</w:t>
      </w:r>
      <w:r w:rsidR="009B649A">
        <w:rPr>
          <w:lang w:bidi="bn-IN"/>
        </w:rPr>
        <w:t xml:space="preserve"> </w:t>
      </w:r>
      <w:r w:rsidRPr="007710BF">
        <w:rPr>
          <w:cs/>
          <w:lang w:bidi="bn-IN"/>
        </w:rPr>
        <w:t>দুনিয়াকে তিরস্কার করা প্রকৃতি জগতকে তিরস্কার করার মতো</w:t>
      </w:r>
      <w:r w:rsidR="00895143">
        <w:t>,</w:t>
      </w:r>
      <w:r w:rsidRPr="007710BF">
        <w:rPr>
          <w:cs/>
          <w:lang w:bidi="bn-IN"/>
        </w:rPr>
        <w:t>কিন্তু জানত না যে</w:t>
      </w:r>
      <w:r w:rsidR="00895143">
        <w:t>,</w:t>
      </w:r>
      <w:r w:rsidRPr="007710BF">
        <w:rPr>
          <w:cs/>
          <w:lang w:bidi="bn-IN"/>
        </w:rPr>
        <w:t>আলী দুনিয়া প্রেমে</w:t>
      </w:r>
      <w:r w:rsidR="009B649A">
        <w:rPr>
          <w:lang w:bidi="bn-IN"/>
        </w:rPr>
        <w:t xml:space="preserve"> </w:t>
      </w:r>
      <w:r w:rsidRPr="007710BF">
        <w:rPr>
          <w:cs/>
          <w:lang w:bidi="bn-IN"/>
        </w:rPr>
        <w:t>নিমজ্জিত হওয়া যা সত্য ও আ</w:t>
      </w:r>
      <w:r w:rsidR="006B46F0">
        <w:rPr>
          <w:cs/>
          <w:lang w:bidi="bn-IN"/>
        </w:rPr>
        <w:t>ল্লা</w:t>
      </w:r>
      <w:r w:rsidRPr="007710BF">
        <w:rPr>
          <w:rFonts w:hint="cs"/>
          <w:cs/>
          <w:lang w:bidi="bn-IN"/>
        </w:rPr>
        <w:t>হ্পাকের উপাসনা থেকে মানুষকে বিরত রাখে এবং মানবিক</w:t>
      </w:r>
      <w:r w:rsidR="009B649A">
        <w:rPr>
          <w:lang w:bidi="bn-IN"/>
        </w:rPr>
        <w:t xml:space="preserve"> </w:t>
      </w:r>
      <w:r w:rsidRPr="007710BF">
        <w:rPr>
          <w:rFonts w:hint="cs"/>
          <w:cs/>
          <w:lang w:bidi="bn-IN"/>
        </w:rPr>
        <w:t>মূল</w:t>
      </w:r>
      <w:r w:rsidRPr="007710BF">
        <w:rPr>
          <w:cs/>
          <w:lang w:bidi="bn-IN"/>
        </w:rPr>
        <w:t>্যবোধকে ধ্বংস করে সেটাকে তিরস্কার করেন (খোদ দুনিয়াকে নয়)</w:t>
      </w:r>
      <w:r w:rsidRPr="007710BF">
        <w:rPr>
          <w:cs/>
          <w:lang w:bidi="hi-IN"/>
        </w:rPr>
        <w:t xml:space="preserve">। </w:t>
      </w:r>
      <w:r w:rsidRPr="007710BF">
        <w:rPr>
          <w:cs/>
          <w:lang w:bidi="bn-IN"/>
        </w:rPr>
        <w:t>আলী (আ.) ঐ ব্যক্তির</w:t>
      </w:r>
      <w:r w:rsidR="009B649A">
        <w:rPr>
          <w:lang w:bidi="bn-IN"/>
        </w:rPr>
        <w:t xml:space="preserve"> </w:t>
      </w:r>
      <w:r w:rsidRPr="007710BF">
        <w:rPr>
          <w:cs/>
          <w:lang w:bidi="bn-IN"/>
        </w:rPr>
        <w:t>দুনিয়াকে তিরস্কার করাকে লক্ষ্য করে বললেন</w:t>
      </w:r>
      <w:r w:rsidR="00895143">
        <w:t>,</w:t>
      </w:r>
    </w:p>
    <w:p w:rsidR="009B649A" w:rsidRPr="009B649A" w:rsidRDefault="009B649A" w:rsidP="009B649A">
      <w:pPr>
        <w:pStyle w:val="libAr"/>
        <w:rPr>
          <w:lang w:bidi="fa-IR"/>
        </w:rPr>
      </w:pPr>
      <w:r>
        <w:rPr>
          <w:rFonts w:hint="cs"/>
          <w:rtl/>
          <w:lang w:bidi="fa-IR"/>
        </w:rPr>
        <w:t>أیّها الذامّ للدنیا، المغترّ بغرورها، المخدوع بأباطیلها أتغتّر بالدّنیا ثمّ تذمّها ؟ أنت المتجرّم علیها أم هی المتجرّمة علیک ؟</w:t>
      </w:r>
    </w:p>
    <w:p w:rsidR="009B649A" w:rsidRDefault="007710BF" w:rsidP="009B649A">
      <w:pPr>
        <w:pStyle w:val="libNormal"/>
        <w:rPr>
          <w:rStyle w:val="libAlaemChar"/>
        </w:rPr>
      </w:pPr>
      <w:r w:rsidRPr="001933EC">
        <w:rPr>
          <w:rStyle w:val="libAlaemChar"/>
        </w:rPr>
        <w:t>“</w:t>
      </w:r>
      <w:r w:rsidRPr="007710BF">
        <w:rPr>
          <w:cs/>
          <w:lang w:bidi="bn-IN"/>
        </w:rPr>
        <w:t>হে দুনিয়াকে তিরস্কারকারী ব্যক্তি! যে দুনিয়ার প্রতারণায় পড়েছ</w:t>
      </w:r>
      <w:r w:rsidR="00895143">
        <w:t>,</w:t>
      </w:r>
      <w:r w:rsidRPr="007710BF">
        <w:rPr>
          <w:cs/>
          <w:lang w:bidi="bn-IN"/>
        </w:rPr>
        <w:t>দুনিয়া তোমাকে প্রতারিত</w:t>
      </w:r>
      <w:r w:rsidR="009B649A">
        <w:rPr>
          <w:lang w:bidi="bn-IN"/>
        </w:rPr>
        <w:t xml:space="preserve"> </w:t>
      </w:r>
      <w:r w:rsidRPr="007710BF">
        <w:rPr>
          <w:cs/>
          <w:lang w:bidi="bn-IN"/>
        </w:rPr>
        <w:t>করেনি</w:t>
      </w:r>
      <w:r w:rsidRPr="007710BF">
        <w:t xml:space="preserve">; </w:t>
      </w:r>
      <w:r w:rsidRPr="007710BF">
        <w:rPr>
          <w:cs/>
          <w:lang w:bidi="bn-IN"/>
        </w:rPr>
        <w:t>বরং তুমি নিজেই প্রতারিত হয়েছ। সে তোমার উ</w:t>
      </w:r>
      <w:r w:rsidR="009B649A">
        <w:rPr>
          <w:cs/>
          <w:lang w:bidi="bn-IN"/>
        </w:rPr>
        <w:t xml:space="preserve">পর </w:t>
      </w:r>
      <w:r w:rsidR="00552377">
        <w:rPr>
          <w:cs/>
          <w:lang w:bidi="bn-IN"/>
        </w:rPr>
        <w:t>জুলুম</w:t>
      </w:r>
      <w:r w:rsidR="009B649A">
        <w:rPr>
          <w:cs/>
          <w:lang w:bidi="bn-IN"/>
        </w:rPr>
        <w:t xml:space="preserve"> করেছে নাকি তুমি তার উপর</w:t>
      </w:r>
      <w:r w:rsidR="009B649A">
        <w:rPr>
          <w:lang w:bidi="bn-IN"/>
        </w:rPr>
        <w:t xml:space="preserve"> </w:t>
      </w:r>
      <w:r w:rsidR="00552377">
        <w:rPr>
          <w:cs/>
          <w:lang w:bidi="bn-IN"/>
        </w:rPr>
        <w:t>জুলুম</w:t>
      </w:r>
      <w:r w:rsidRPr="007710BF">
        <w:rPr>
          <w:cs/>
          <w:lang w:bidi="bn-IN"/>
        </w:rPr>
        <w:t xml:space="preserve"> করেছ</w:t>
      </w:r>
      <w:r w:rsidRPr="007710BF">
        <w:t>?</w:t>
      </w:r>
      <w:r w:rsidRPr="001933EC">
        <w:rPr>
          <w:rStyle w:val="libAlaemChar"/>
        </w:rPr>
        <w:t>”</w:t>
      </w:r>
      <w:r w:rsidRPr="007710BF">
        <w:t xml:space="preserve"> </w:t>
      </w:r>
      <w:r w:rsidRPr="007710BF">
        <w:rPr>
          <w:cs/>
          <w:lang w:bidi="bn-IN"/>
        </w:rPr>
        <w:t>সুতরাং দুনিয়া মানুষকে প্রতারিত করে না</w:t>
      </w:r>
      <w:r w:rsidR="00895143">
        <w:t>,</w:t>
      </w:r>
      <w:r w:rsidRPr="007710BF">
        <w:rPr>
          <w:cs/>
          <w:lang w:bidi="bn-IN"/>
        </w:rPr>
        <w:t>বরং মানুষ নিজেই প্রতারিত হয়।</w:t>
      </w:r>
      <w:r w:rsidRPr="001933EC">
        <w:rPr>
          <w:rStyle w:val="libAlaemChar"/>
        </w:rPr>
        <w:t>”</w:t>
      </w:r>
    </w:p>
    <w:p w:rsidR="009B649A" w:rsidRDefault="007710BF" w:rsidP="009B649A">
      <w:pPr>
        <w:pStyle w:val="libNormal"/>
      </w:pPr>
      <w:r w:rsidRPr="007710BF">
        <w:rPr>
          <w:cs/>
          <w:lang w:bidi="bn-IN"/>
        </w:rPr>
        <w:t>এ ক্ষেত্রে আমি একটি উদাহরণ দিচ্ছি। কখনো হয়তো এক বৃদ্ধা মহিলা কৃত্রিম সাজ ও প্রসাধনীর</w:t>
      </w:r>
      <w:r w:rsidR="009B649A">
        <w:rPr>
          <w:lang w:bidi="bn-IN"/>
        </w:rPr>
        <w:t xml:space="preserve"> </w:t>
      </w:r>
      <w:r w:rsidRPr="007710BF">
        <w:rPr>
          <w:cs/>
          <w:lang w:bidi="bn-IN"/>
        </w:rPr>
        <w:t>মাধ্যমে কোন ব্যক্তিকে প্রতারিত করে। দাঁতহীন মুখে কৃত্রিম দাঁত</w:t>
      </w:r>
      <w:r w:rsidR="00895143">
        <w:t>,</w:t>
      </w:r>
      <w:r w:rsidRPr="007710BF">
        <w:rPr>
          <w:cs/>
          <w:lang w:bidi="bn-IN"/>
        </w:rPr>
        <w:t>চুলবিহীন মাথায় কৃত্রিম লাগিয়ে</w:t>
      </w:r>
      <w:r w:rsidR="009B649A">
        <w:rPr>
          <w:lang w:bidi="bn-IN"/>
        </w:rPr>
        <w:t xml:space="preserve"> </w:t>
      </w:r>
      <w:r w:rsidRPr="007710BF">
        <w:rPr>
          <w:cs/>
          <w:lang w:bidi="bn-IN"/>
        </w:rPr>
        <w:t>আসে। আরব কবির ভাষায়</w:t>
      </w:r>
      <w:r w:rsidR="003936CB">
        <w:t>-</w:t>
      </w:r>
    </w:p>
    <w:p w:rsidR="009B649A" w:rsidRDefault="007710BF" w:rsidP="009B649A">
      <w:pPr>
        <w:pStyle w:val="libCenter"/>
        <w:rPr>
          <w:lang w:bidi="bn-IN"/>
        </w:rPr>
      </w:pPr>
      <w:r w:rsidRPr="001933EC">
        <w:rPr>
          <w:rStyle w:val="libAlaemChar"/>
        </w:rPr>
        <w:t>“</w:t>
      </w:r>
      <w:r w:rsidRPr="007710BF">
        <w:rPr>
          <w:cs/>
          <w:lang w:bidi="bn-IN"/>
        </w:rPr>
        <w:t xml:space="preserve">কোমর বাঁকা বৃদ্ধা হারিয়েছে লাবণ্য </w:t>
      </w:r>
    </w:p>
    <w:p w:rsidR="009B649A" w:rsidRDefault="007710BF" w:rsidP="009B649A">
      <w:pPr>
        <w:pStyle w:val="libCenter"/>
        <w:rPr>
          <w:rStyle w:val="libAlaemChar"/>
        </w:rPr>
      </w:pPr>
      <w:r w:rsidRPr="007710BF">
        <w:rPr>
          <w:cs/>
          <w:lang w:bidi="bn-IN"/>
        </w:rPr>
        <w:t>তবুও হতে চায় যুবতী বলে গণ্য।</w:t>
      </w:r>
      <w:r w:rsidRPr="001933EC">
        <w:rPr>
          <w:rStyle w:val="libAlaemChar"/>
        </w:rPr>
        <w:t>”</w:t>
      </w:r>
    </w:p>
    <w:p w:rsidR="00AF287A" w:rsidRDefault="007710BF" w:rsidP="009B649A">
      <w:pPr>
        <w:pStyle w:val="libNormal"/>
        <w:rPr>
          <w:lang w:bidi="bn-IN"/>
        </w:rPr>
      </w:pPr>
      <w:r w:rsidRPr="007710BF">
        <w:rPr>
          <w:cs/>
          <w:lang w:bidi="bn-IN"/>
        </w:rPr>
        <w:t>এখন যদি কোন অভাগা ব্যক্তি এ বৃদ্ধাকে যুবতী মনে করে তার পানি গ্রহণ করে ও বুঝতে পারে</w:t>
      </w:r>
      <w:r w:rsidR="009B649A">
        <w:rPr>
          <w:lang w:bidi="bn-IN"/>
        </w:rPr>
        <w:t xml:space="preserve"> </w:t>
      </w:r>
      <w:r w:rsidRPr="007710BF">
        <w:rPr>
          <w:cs/>
          <w:lang w:bidi="bn-IN"/>
        </w:rPr>
        <w:t>যে</w:t>
      </w:r>
      <w:r w:rsidR="00895143">
        <w:t>,</w:t>
      </w:r>
      <w:r w:rsidRPr="007710BF">
        <w:rPr>
          <w:cs/>
          <w:lang w:bidi="bn-IN"/>
        </w:rPr>
        <w:t>সে ভুল করেছে তবে এ ক্ষেত্রে এ বৃদ্ধা তাকে প্রতারিত করেছে। কিন্তু কোন বৃদ্ধা যদি নিজেই</w:t>
      </w:r>
      <w:r w:rsidR="009B649A">
        <w:rPr>
          <w:lang w:bidi="bn-IN"/>
        </w:rPr>
        <w:t xml:space="preserve"> </w:t>
      </w:r>
      <w:r w:rsidRPr="007710BF">
        <w:rPr>
          <w:cs/>
          <w:lang w:bidi="bn-IN"/>
        </w:rPr>
        <w:t>বলে</w:t>
      </w:r>
      <w:r w:rsidR="00895143">
        <w:t>,</w:t>
      </w:r>
      <w:r w:rsidRPr="001933EC">
        <w:rPr>
          <w:rStyle w:val="libAlaemChar"/>
        </w:rPr>
        <w:t>“</w:t>
      </w:r>
      <w:r w:rsidRPr="007710BF">
        <w:rPr>
          <w:cs/>
          <w:lang w:bidi="bn-IN"/>
        </w:rPr>
        <w:t>জনাব</w:t>
      </w:r>
      <w:r w:rsidR="00895143">
        <w:t>,</w:t>
      </w:r>
      <w:r w:rsidRPr="007710BF">
        <w:rPr>
          <w:cs/>
          <w:lang w:bidi="bn-IN"/>
        </w:rPr>
        <w:t>আমার বয়স ঊনষাট বছর ছয় মাস ছয় দিন।</w:t>
      </w:r>
      <w:r w:rsidRPr="001933EC">
        <w:rPr>
          <w:rStyle w:val="libAlaemChar"/>
        </w:rPr>
        <w:t>”</w:t>
      </w:r>
      <w:r w:rsidRPr="007710BF">
        <w:t xml:space="preserve"> </w:t>
      </w:r>
      <w:r w:rsidRPr="007710BF">
        <w:rPr>
          <w:cs/>
          <w:lang w:bidi="bn-IN"/>
        </w:rPr>
        <w:t>নিজের দাঁত ও চুল দেখিয়ে বলে</w:t>
      </w:r>
      <w:r w:rsidR="00895143">
        <w:t>,</w:t>
      </w:r>
      <w:r w:rsidRPr="001933EC">
        <w:rPr>
          <w:rStyle w:val="libAlaemChar"/>
        </w:rPr>
        <w:t>“</w:t>
      </w:r>
      <w:r w:rsidRPr="007710BF">
        <w:rPr>
          <w:cs/>
          <w:lang w:bidi="bn-IN"/>
        </w:rPr>
        <w:t>আমার দাঁত ও চুল নেই। আমার এ দাঁত ও চুল কৃত্রিম।</w:t>
      </w:r>
      <w:r w:rsidRPr="001933EC">
        <w:rPr>
          <w:rStyle w:val="libAlaemChar"/>
        </w:rPr>
        <w:t>”</w:t>
      </w:r>
      <w:r w:rsidRPr="007710BF">
        <w:t xml:space="preserve"> </w:t>
      </w:r>
      <w:r w:rsidRPr="007710BF">
        <w:rPr>
          <w:cs/>
          <w:lang w:bidi="bn-IN"/>
        </w:rPr>
        <w:t>এভাবে সত্যকে বর্ণনা করে বলে</w:t>
      </w:r>
      <w:r w:rsidR="00895143">
        <w:t>,</w:t>
      </w:r>
      <w:r w:rsidRPr="001933EC">
        <w:rPr>
          <w:rStyle w:val="libAlaemChar"/>
        </w:rPr>
        <w:t>“</w:t>
      </w:r>
      <w:r w:rsidRPr="007710BF">
        <w:rPr>
          <w:cs/>
          <w:lang w:bidi="bn-IN"/>
        </w:rPr>
        <w:t>আমাকে</w:t>
      </w:r>
      <w:r w:rsidR="009B649A">
        <w:rPr>
          <w:lang w:bidi="bn-IN"/>
        </w:rPr>
        <w:t xml:space="preserve"> </w:t>
      </w:r>
      <w:r w:rsidRPr="007710BF">
        <w:rPr>
          <w:cs/>
          <w:lang w:bidi="bn-IN"/>
        </w:rPr>
        <w:t>গ্রহণ করতে আপনি রাজী আছেন</w:t>
      </w:r>
      <w:r w:rsidRPr="007710BF">
        <w:t>?</w:t>
      </w:r>
      <w:r w:rsidRPr="001933EC">
        <w:rPr>
          <w:rStyle w:val="libAlaemChar"/>
        </w:rPr>
        <w:t>”</w:t>
      </w:r>
      <w:r w:rsidRPr="007710BF">
        <w:t xml:space="preserve"> </w:t>
      </w:r>
      <w:r w:rsidRPr="007710BF">
        <w:rPr>
          <w:cs/>
          <w:lang w:bidi="bn-IN"/>
        </w:rPr>
        <w:t>এমতাবস্থায় যদি সে ব্যক্তি তাকে বলে</w:t>
      </w:r>
      <w:r w:rsidR="00895143">
        <w:t>,</w:t>
      </w:r>
      <w:r w:rsidRPr="001933EC">
        <w:rPr>
          <w:rStyle w:val="libAlaemChar"/>
        </w:rPr>
        <w:t>“</w:t>
      </w:r>
      <w:r w:rsidRPr="007710BF">
        <w:rPr>
          <w:cs/>
          <w:lang w:bidi="bn-IN"/>
        </w:rPr>
        <w:t>তোমার দাঁতহীন ঐ</w:t>
      </w:r>
      <w:r w:rsidR="009B649A">
        <w:rPr>
          <w:lang w:bidi="bn-IN"/>
        </w:rPr>
        <w:t xml:space="preserve"> </w:t>
      </w:r>
      <w:r w:rsidRPr="007710BF">
        <w:rPr>
          <w:cs/>
          <w:lang w:bidi="bn-IN"/>
        </w:rPr>
        <w:t>মুখের জন্য আমি উৎসর্গীকৃত। তোমার চুল নেই তাতে কি হয়েছে</w:t>
      </w:r>
      <w:r w:rsidR="00895143">
        <w:t>,</w:t>
      </w:r>
      <w:r w:rsidRPr="007710BF">
        <w:rPr>
          <w:cs/>
          <w:lang w:bidi="bn-IN"/>
        </w:rPr>
        <w:t>তোমার চুলহীন মাথার জন্যই আমি</w:t>
      </w:r>
      <w:r w:rsidR="009B649A">
        <w:rPr>
          <w:lang w:bidi="bn-IN"/>
        </w:rPr>
        <w:t xml:space="preserve"> </w:t>
      </w:r>
      <w:r w:rsidRPr="007710BF">
        <w:rPr>
          <w:cs/>
          <w:lang w:bidi="bn-IN"/>
        </w:rPr>
        <w:t>নিবেদিত।</w:t>
      </w:r>
      <w:r w:rsidRPr="001933EC">
        <w:rPr>
          <w:rStyle w:val="libAlaemChar"/>
        </w:rPr>
        <w:t>”</w:t>
      </w:r>
      <w:r w:rsidRPr="007710BF">
        <w:t xml:space="preserve"> </w:t>
      </w:r>
      <w:r w:rsidRPr="007710BF">
        <w:rPr>
          <w:cs/>
          <w:lang w:bidi="bn-IN"/>
        </w:rPr>
        <w:t>সে সত্য বলার পরও এ ব্যক্তি তাকে বলে</w:t>
      </w:r>
      <w:r w:rsidR="00895143">
        <w:t>,</w:t>
      </w:r>
      <w:r w:rsidRPr="001933EC">
        <w:rPr>
          <w:rStyle w:val="libAlaemChar"/>
        </w:rPr>
        <w:t>“</w:t>
      </w:r>
      <w:r w:rsidRPr="007710BF">
        <w:rPr>
          <w:cs/>
          <w:lang w:bidi="bn-IN"/>
        </w:rPr>
        <w:t>বুঝতে পারছি তুমি নিজেকে গোপন করছ।</w:t>
      </w:r>
      <w:r w:rsidRPr="001933EC">
        <w:rPr>
          <w:rStyle w:val="libAlaemChar"/>
        </w:rPr>
        <w:t>”</w:t>
      </w:r>
      <w:r w:rsidR="009B649A">
        <w:rPr>
          <w:rStyle w:val="libAlaemChar"/>
        </w:rPr>
        <w:t xml:space="preserve"> </w:t>
      </w:r>
      <w:r w:rsidRPr="007710BF">
        <w:rPr>
          <w:cs/>
          <w:lang w:bidi="bn-IN"/>
        </w:rPr>
        <w:t>তখন কি বলা যাবে এ বৃদ্ধা তাকে প্রতারিত করেছে</w:t>
      </w:r>
      <w:r w:rsidRPr="007710BF">
        <w:t xml:space="preserve">? </w:t>
      </w:r>
      <w:r w:rsidRPr="007710BF">
        <w:rPr>
          <w:cs/>
          <w:lang w:bidi="bn-IN"/>
        </w:rPr>
        <w:t>না</w:t>
      </w:r>
      <w:r w:rsidR="00895143">
        <w:t>,</w:t>
      </w:r>
      <w:r w:rsidRPr="007710BF">
        <w:rPr>
          <w:cs/>
          <w:lang w:bidi="bn-IN"/>
        </w:rPr>
        <w:t>বরং সে নিজেই প্রতারিত হওয়ার পরিবেশ</w:t>
      </w:r>
      <w:r w:rsidR="00AF287A">
        <w:rPr>
          <w:lang w:bidi="bn-IN"/>
        </w:rPr>
        <w:t xml:space="preserve"> </w:t>
      </w:r>
      <w:r w:rsidRPr="007710BF">
        <w:rPr>
          <w:cs/>
          <w:lang w:bidi="bn-IN"/>
        </w:rPr>
        <w:t>সৃষ্টি করে নিজেকে প্রতারিত করেছে।</w:t>
      </w:r>
    </w:p>
    <w:p w:rsidR="00692F34" w:rsidRDefault="00692F34" w:rsidP="009B649A">
      <w:pPr>
        <w:pStyle w:val="libNormal"/>
        <w:rPr>
          <w:lang w:bidi="bn-IN"/>
        </w:rPr>
      </w:pPr>
    </w:p>
    <w:p w:rsidR="00692F34" w:rsidRDefault="007710BF" w:rsidP="00692F34">
      <w:pPr>
        <w:pStyle w:val="libNormal"/>
      </w:pPr>
      <w:r w:rsidRPr="007710BF">
        <w:rPr>
          <w:cs/>
          <w:lang w:bidi="bn-IN"/>
        </w:rPr>
        <w:t>আলী (আ.) বলছেন</w:t>
      </w:r>
      <w:r w:rsidR="00895143">
        <w:t>,</w:t>
      </w:r>
      <w:r w:rsidRPr="001933EC">
        <w:rPr>
          <w:rStyle w:val="libAlaemChar"/>
        </w:rPr>
        <w:t>“</w:t>
      </w:r>
      <w:r w:rsidRPr="007710BF">
        <w:rPr>
          <w:cs/>
          <w:lang w:bidi="bn-IN"/>
        </w:rPr>
        <w:t>দুনিয়া কারো নিকট কোন কিছুই গোপন করেনি। দুনিয়া যখন কোন কিছুই</w:t>
      </w:r>
      <w:r w:rsidR="00692F34">
        <w:rPr>
          <w:lang w:bidi="bn-IN"/>
        </w:rPr>
        <w:t xml:space="preserve"> </w:t>
      </w:r>
      <w:r w:rsidRPr="007710BF">
        <w:rPr>
          <w:cs/>
          <w:lang w:bidi="bn-IN"/>
        </w:rPr>
        <w:t>গোপন করেনি কিভাবে তাকে বল : আমাকে প্রতারিত করেছে</w:t>
      </w:r>
      <w:r w:rsidRPr="007710BF">
        <w:rPr>
          <w:cs/>
          <w:lang w:bidi="hi-IN"/>
        </w:rPr>
        <w:t xml:space="preserve">। </w:t>
      </w:r>
      <w:r w:rsidRPr="007710BF">
        <w:rPr>
          <w:cs/>
          <w:lang w:bidi="bn-IN"/>
        </w:rPr>
        <w:t>যে দিন নিজ হাতে নিজের পিতাকে</w:t>
      </w:r>
      <w:r w:rsidR="00692F34">
        <w:rPr>
          <w:lang w:bidi="bn-IN"/>
        </w:rPr>
        <w:t xml:space="preserve"> </w:t>
      </w:r>
      <w:r w:rsidRPr="007710BF">
        <w:rPr>
          <w:cs/>
          <w:lang w:bidi="bn-IN"/>
        </w:rPr>
        <w:t>দাফন করেছ সে দিন কি দুনিয়া বলেনি : আমাকে যেরূপ দেখছ অমি এরূপই পরিবর্তনীয়</w:t>
      </w:r>
      <w:r w:rsidR="00895143">
        <w:t>,</w:t>
      </w:r>
      <w:r w:rsidRPr="007710BF">
        <w:rPr>
          <w:cs/>
          <w:lang w:bidi="bn-IN"/>
        </w:rPr>
        <w:t>আমার</w:t>
      </w:r>
      <w:r w:rsidR="00692F34">
        <w:rPr>
          <w:lang w:bidi="bn-IN"/>
        </w:rPr>
        <w:t xml:space="preserve"> </w:t>
      </w:r>
      <w:r w:rsidRPr="007710BF">
        <w:rPr>
          <w:cs/>
          <w:lang w:bidi="bn-IN"/>
        </w:rPr>
        <w:t>স্থায়িত্ব নেই। আমাকে যেরূপ দেখছ সেরূপ অনুধাবন কর। আমি যেরূপ নই সেরূপ আমাকে ভেব না।</w:t>
      </w:r>
      <w:r w:rsidR="00692F34">
        <w:rPr>
          <w:lang w:bidi="bn-IN"/>
        </w:rPr>
        <w:t xml:space="preserve"> </w:t>
      </w:r>
      <w:r w:rsidRPr="007710BF">
        <w:rPr>
          <w:cs/>
          <w:lang w:bidi="bn-IN"/>
        </w:rPr>
        <w:t>আমার রূপ সব সময় একই এবং সব সময় আমি তা প্রকাশ করছি</w:t>
      </w:r>
      <w:r w:rsidR="00895143">
        <w:t>,</w:t>
      </w:r>
      <w:r w:rsidRPr="007710BF">
        <w:rPr>
          <w:cs/>
          <w:lang w:bidi="bn-IN"/>
        </w:rPr>
        <w:t>কিন্তু আমি যেরূপ নই তুমি সেরূপ</w:t>
      </w:r>
      <w:r w:rsidR="00692F34">
        <w:rPr>
          <w:lang w:bidi="bn-IN"/>
        </w:rPr>
        <w:t xml:space="preserve"> </w:t>
      </w:r>
      <w:r w:rsidRPr="007710BF">
        <w:rPr>
          <w:cs/>
          <w:lang w:bidi="bn-IN"/>
        </w:rPr>
        <w:t>ভাব। তাই দুনিয়া কাউকে প্রতারিত করে না</w:t>
      </w:r>
      <w:r w:rsidR="00895143">
        <w:t>,</w:t>
      </w:r>
      <w:r w:rsidRPr="007710BF">
        <w:rPr>
          <w:cs/>
          <w:lang w:bidi="bn-IN"/>
        </w:rPr>
        <w:t>বরং মানুষ প্রতারিত হয়।</w:t>
      </w:r>
      <w:r w:rsidR="00692F34">
        <w:rPr>
          <w:lang w:bidi="bn-IN"/>
        </w:rPr>
        <w:t xml:space="preserve"> </w:t>
      </w:r>
      <w:r w:rsidR="00692F34" w:rsidRPr="00692F34">
        <w:rPr>
          <w:rStyle w:val="libArChar"/>
          <w:rFonts w:hint="cs"/>
          <w:rtl/>
        </w:rPr>
        <w:t>أنت المتجرّم علیها أم هی المتجرّمة علیک ؟</w:t>
      </w:r>
      <w:r w:rsidR="00692F34" w:rsidRPr="00692F34">
        <w:rPr>
          <w:rStyle w:val="libArChar"/>
        </w:rPr>
        <w:t xml:space="preserve"> </w:t>
      </w:r>
      <w:r w:rsidRPr="007710BF">
        <w:rPr>
          <w:cs/>
          <w:lang w:bidi="bn-IN"/>
        </w:rPr>
        <w:t xml:space="preserve">(চিন্তা করে দেখ) দুনিয়া তোমার উপর </w:t>
      </w:r>
      <w:r w:rsidR="00552377">
        <w:rPr>
          <w:cs/>
          <w:lang w:bidi="bn-IN"/>
        </w:rPr>
        <w:t>জুলুম</w:t>
      </w:r>
      <w:r w:rsidRPr="007710BF">
        <w:rPr>
          <w:cs/>
          <w:lang w:bidi="bn-IN"/>
        </w:rPr>
        <w:t xml:space="preserve"> কর</w:t>
      </w:r>
      <w:r w:rsidR="00692F34">
        <w:rPr>
          <w:cs/>
          <w:lang w:bidi="bn-IN"/>
        </w:rPr>
        <w:t>েছে নাকি তুমি দুনিয়ার উপর জুলুম</w:t>
      </w:r>
      <w:r w:rsidR="00692F34">
        <w:rPr>
          <w:lang w:bidi="bn-IN"/>
        </w:rPr>
        <w:t xml:space="preserve"> </w:t>
      </w:r>
      <w:r w:rsidRPr="007710BF">
        <w:rPr>
          <w:cs/>
          <w:lang w:bidi="bn-IN"/>
        </w:rPr>
        <w:t>করেছ</w:t>
      </w:r>
      <w:r w:rsidRPr="007710BF">
        <w:t>?</w:t>
      </w:r>
      <w:r w:rsidR="00692F34">
        <w:t xml:space="preserve"> </w:t>
      </w:r>
      <w:r w:rsidRPr="007710BF">
        <w:rPr>
          <w:cs/>
          <w:lang w:bidi="bn-IN"/>
        </w:rPr>
        <w:t>দুনিয়া তোমার প্রতি খেয়ানত করেছে নাকি তুমি দুনিয়ার প্রতি খেয়ানত করেছ</w:t>
      </w:r>
      <w:r w:rsidRPr="007710BF">
        <w:t>?</w:t>
      </w:r>
      <w:r w:rsidR="00692F34">
        <w:rPr>
          <w:rFonts w:hint="cs"/>
          <w:rtl/>
        </w:rPr>
        <w:t xml:space="preserve"> </w:t>
      </w:r>
      <w:r w:rsidR="00692F34" w:rsidRPr="00692F34">
        <w:rPr>
          <w:rStyle w:val="libArChar"/>
          <w:rFonts w:hint="cs"/>
          <w:rtl/>
        </w:rPr>
        <w:t>متی غرّتک</w:t>
      </w:r>
      <w:r w:rsidR="00692F34">
        <w:rPr>
          <w:rStyle w:val="libArChar"/>
          <w:rFonts w:hint="cs"/>
          <w:rtl/>
        </w:rPr>
        <w:t xml:space="preserve"> </w:t>
      </w:r>
      <w:r w:rsidR="00692F34">
        <w:t xml:space="preserve"> </w:t>
      </w:r>
      <w:r w:rsidRPr="007710BF">
        <w:rPr>
          <w:cs/>
          <w:lang w:bidi="bn-IN"/>
        </w:rPr>
        <w:t>দুনিয়া</w:t>
      </w:r>
      <w:r w:rsidR="00692F34">
        <w:rPr>
          <w:lang w:bidi="bn-IN"/>
        </w:rPr>
        <w:t xml:space="preserve"> </w:t>
      </w:r>
      <w:r w:rsidRPr="007710BF">
        <w:rPr>
          <w:cs/>
          <w:lang w:bidi="bn-IN"/>
        </w:rPr>
        <w:t>কখন</w:t>
      </w:r>
      <w:r w:rsidR="00692F34">
        <w:rPr>
          <w:lang w:bidi="bn-IN"/>
        </w:rPr>
        <w:t xml:space="preserve"> </w:t>
      </w:r>
      <w:r w:rsidRPr="007710BF">
        <w:rPr>
          <w:cs/>
          <w:lang w:bidi="bn-IN"/>
        </w:rPr>
        <w:t>তোমাকে</w:t>
      </w:r>
      <w:r w:rsidR="00692F34" w:rsidRPr="00A3582C">
        <w:rPr>
          <w:rFonts w:hint="cs"/>
          <w:rtl/>
        </w:rPr>
        <w:t xml:space="preserve"> </w:t>
      </w:r>
      <w:r w:rsidRPr="007710BF">
        <w:rPr>
          <w:cs/>
          <w:lang w:bidi="bn-IN"/>
        </w:rPr>
        <w:t>প্রতারিত</w:t>
      </w:r>
      <w:r w:rsidR="00692F34">
        <w:rPr>
          <w:lang w:bidi="bn-IN"/>
        </w:rPr>
        <w:t xml:space="preserve"> </w:t>
      </w:r>
      <w:r w:rsidRPr="007710BF">
        <w:rPr>
          <w:cs/>
          <w:lang w:bidi="bn-IN"/>
        </w:rPr>
        <w:t>করল</w:t>
      </w:r>
      <w:r w:rsidRPr="007710BF">
        <w:t>?</w:t>
      </w:r>
    </w:p>
    <w:p w:rsidR="00692F34" w:rsidRDefault="00692F34" w:rsidP="00692F34">
      <w:pPr>
        <w:pStyle w:val="libNormal"/>
        <w:rPr>
          <w:rtl/>
        </w:rPr>
      </w:pPr>
      <w:r w:rsidRPr="00692F34">
        <w:rPr>
          <w:rStyle w:val="libArChar"/>
          <w:rFonts w:hint="cs"/>
          <w:rtl/>
        </w:rPr>
        <w:t>مت</w:t>
      </w:r>
      <w:r>
        <w:rPr>
          <w:rStyle w:val="libArChar"/>
          <w:rFonts w:hint="cs"/>
          <w:rtl/>
        </w:rPr>
        <w:t>ی</w:t>
      </w:r>
      <w:r w:rsidRPr="00692F34">
        <w:rPr>
          <w:rStyle w:val="libArChar"/>
          <w:rFonts w:hint="cs"/>
          <w:rtl/>
        </w:rPr>
        <w:t xml:space="preserve"> استهوتک</w:t>
      </w:r>
      <w:r w:rsidR="007710BF" w:rsidRPr="00692F34">
        <w:rPr>
          <w:rStyle w:val="libArChar"/>
        </w:rPr>
        <w:t xml:space="preserve"> </w:t>
      </w:r>
      <w:r w:rsidR="007710BF" w:rsidRPr="007710BF">
        <w:rPr>
          <w:cs/>
          <w:lang w:bidi="bn-IN"/>
        </w:rPr>
        <w:t xml:space="preserve">কখন দুনিয়া তোমাকে </w:t>
      </w:r>
      <w:r w:rsidR="00D009A1">
        <w:rPr>
          <w:cs/>
          <w:lang w:bidi="bn-IN"/>
        </w:rPr>
        <w:t>প্রবৃত্তি</w:t>
      </w:r>
      <w:r w:rsidR="007710BF" w:rsidRPr="007710BF">
        <w:rPr>
          <w:cs/>
          <w:lang w:bidi="bn-IN"/>
        </w:rPr>
        <w:t>র চাহিদায় মশগুল করল</w:t>
      </w:r>
      <w:r w:rsidR="007710BF" w:rsidRPr="007710BF">
        <w:t>?</w:t>
      </w:r>
    </w:p>
    <w:p w:rsidR="003B5C2A" w:rsidRDefault="00692F34" w:rsidP="003B5C2A">
      <w:pPr>
        <w:pStyle w:val="libNormal"/>
        <w:rPr>
          <w:rStyle w:val="libAlaemChar"/>
        </w:rPr>
      </w:pPr>
      <w:r w:rsidRPr="00692F34">
        <w:rPr>
          <w:rStyle w:val="libArChar"/>
          <w:rFonts w:hint="cs"/>
          <w:rtl/>
        </w:rPr>
        <w:t>أ بمصارع ابائک من البلی ؟ أم بمضاجع أمّهاتک تحت الثری</w:t>
      </w:r>
      <w:r w:rsidR="007710BF" w:rsidRPr="007710BF">
        <w:t xml:space="preserve"> </w:t>
      </w:r>
      <w:r w:rsidR="007710BF" w:rsidRPr="007710BF">
        <w:rPr>
          <w:cs/>
          <w:lang w:bidi="bn-IN"/>
        </w:rPr>
        <w:t>য</w:t>
      </w:r>
      <w:r>
        <w:rPr>
          <w:cs/>
          <w:lang w:bidi="bn-IN"/>
        </w:rPr>
        <w:t>ে সময় তোমাদের পিতারা (পিতৃপরুষ)</w:t>
      </w:r>
      <w:r>
        <w:rPr>
          <w:lang w:bidi="bn-IN"/>
        </w:rPr>
        <w:t xml:space="preserve"> </w:t>
      </w:r>
      <w:r>
        <w:rPr>
          <w:cs/>
          <w:lang w:bidi="bn-IN"/>
        </w:rPr>
        <w:t>ভূলুন্ঠি</w:t>
      </w:r>
      <w:r w:rsidR="007710BF" w:rsidRPr="007710BF">
        <w:rPr>
          <w:cs/>
          <w:lang w:bidi="bn-IN"/>
        </w:rPr>
        <w:t>ত এবং মাতারা মাটির নীচের বিছানায় শায়িত (এবং তাদের দেহ পঁচে গেছে) সে সময়ও কি</w:t>
      </w:r>
      <w:r>
        <w:rPr>
          <w:lang w:bidi="bn-IN"/>
        </w:rPr>
        <w:t xml:space="preserve"> </w:t>
      </w:r>
      <w:r w:rsidR="007710BF" w:rsidRPr="007710BF">
        <w:rPr>
          <w:cs/>
          <w:lang w:bidi="bn-IN"/>
        </w:rPr>
        <w:t>দুনিয়া তোমাকে প্রতারিত করেছে</w:t>
      </w:r>
      <w:r w:rsidR="007710BF" w:rsidRPr="007710BF">
        <w:t>?</w:t>
      </w:r>
      <w:r w:rsidR="007710BF" w:rsidRPr="001933EC">
        <w:rPr>
          <w:rStyle w:val="libAlaemChar"/>
        </w:rPr>
        <w:t>”</w:t>
      </w:r>
      <w:r w:rsidR="007710BF" w:rsidRPr="007710BF">
        <w:t xml:space="preserve"> </w:t>
      </w:r>
      <w:r w:rsidR="007710BF" w:rsidRPr="007710BF">
        <w:rPr>
          <w:cs/>
          <w:lang w:bidi="bn-IN"/>
        </w:rPr>
        <w:t>অতঃপর বললেন</w:t>
      </w:r>
      <w:r w:rsidR="00895143">
        <w:t>,</w:t>
      </w:r>
      <w:r>
        <w:t xml:space="preserve"> </w:t>
      </w:r>
      <w:r w:rsidR="003B5C2A" w:rsidRPr="003B5C2A">
        <w:rPr>
          <w:rStyle w:val="libArChar"/>
          <w:rFonts w:hint="cs"/>
          <w:rtl/>
        </w:rPr>
        <w:t>الدنیا مسجد احباء لله</w:t>
      </w:r>
      <w:r>
        <w:t xml:space="preserve"> </w:t>
      </w:r>
      <w:r w:rsidR="007710BF" w:rsidRPr="001933EC">
        <w:rPr>
          <w:rStyle w:val="libAlaemChar"/>
        </w:rPr>
        <w:t>“</w:t>
      </w:r>
      <w:r w:rsidR="007710BF" w:rsidRPr="007710BF">
        <w:rPr>
          <w:cs/>
          <w:lang w:bidi="bn-IN"/>
        </w:rPr>
        <w:t xml:space="preserve">দুনিয়া </w:t>
      </w:r>
      <w:r w:rsidR="00D009A1">
        <w:rPr>
          <w:cs/>
          <w:lang w:bidi="bn-IN"/>
        </w:rPr>
        <w:t>আল্লাহর</w:t>
      </w:r>
      <w:r w:rsidR="007710BF" w:rsidRPr="007710BF">
        <w:rPr>
          <w:rFonts w:hint="cs"/>
          <w:cs/>
          <w:lang w:bidi="bn-IN"/>
        </w:rPr>
        <w:t xml:space="preserve"> বন্ধুদের</w:t>
      </w:r>
      <w:r>
        <w:rPr>
          <w:lang w:bidi="bn-IN"/>
        </w:rPr>
        <w:t xml:space="preserve"> </w:t>
      </w:r>
      <w:r w:rsidR="007710BF" w:rsidRPr="007710BF">
        <w:rPr>
          <w:rFonts w:hint="cs"/>
          <w:cs/>
          <w:lang w:bidi="bn-IN"/>
        </w:rPr>
        <w:t>জন্য মসজিদ। যদি মসজিদ না থাকে তাহলে বান্দা ক</w:t>
      </w:r>
      <w:r w:rsidR="007710BF" w:rsidRPr="007710BF">
        <w:rPr>
          <w:cs/>
          <w:lang w:bidi="bn-IN"/>
        </w:rPr>
        <w:t xml:space="preserve">োথায় </w:t>
      </w:r>
      <w:r w:rsidR="00D009A1">
        <w:rPr>
          <w:cs/>
          <w:lang w:bidi="bn-IN"/>
        </w:rPr>
        <w:t>আল্লাহর</w:t>
      </w:r>
      <w:r w:rsidR="007710BF" w:rsidRPr="007710BF">
        <w:rPr>
          <w:rFonts w:hint="cs"/>
          <w:cs/>
          <w:lang w:bidi="bn-IN"/>
        </w:rPr>
        <w:t xml:space="preserve"> ইবাদত করবে</w:t>
      </w:r>
      <w:r w:rsidR="007710BF" w:rsidRPr="007710BF">
        <w:t xml:space="preserve">? </w:t>
      </w:r>
      <w:r w:rsidR="003B5C2A" w:rsidRPr="003B5C2A">
        <w:rPr>
          <w:rStyle w:val="libArChar"/>
          <w:rFonts w:hint="cs"/>
          <w:rtl/>
        </w:rPr>
        <w:t>ومصلی ملائکة الله و مهبط وحی الله متجر أولیاء الله</w:t>
      </w:r>
      <w:r w:rsidR="007710BF" w:rsidRPr="007710BF">
        <w:t xml:space="preserve"> </w:t>
      </w:r>
      <w:r w:rsidR="007710BF" w:rsidRPr="007710BF">
        <w:rPr>
          <w:cs/>
          <w:lang w:bidi="bn-IN"/>
        </w:rPr>
        <w:t>দুনিয়া ফেরেশতাদের নামায স্থল</w:t>
      </w:r>
      <w:r w:rsidR="00895143">
        <w:t>,</w:t>
      </w:r>
      <w:r w:rsidR="00D009A1">
        <w:rPr>
          <w:cs/>
          <w:lang w:bidi="bn-IN"/>
        </w:rPr>
        <w:t>আল্লাহর</w:t>
      </w:r>
      <w:r w:rsidR="007710BF" w:rsidRPr="007710BF">
        <w:rPr>
          <w:rFonts w:hint="cs"/>
          <w:cs/>
          <w:lang w:bidi="bn-IN"/>
        </w:rPr>
        <w:t xml:space="preserve"> ওহী নাযিলের স্থানএবং </w:t>
      </w:r>
      <w:r w:rsidR="00D009A1">
        <w:rPr>
          <w:rFonts w:hint="cs"/>
          <w:cs/>
          <w:lang w:bidi="bn-IN"/>
        </w:rPr>
        <w:t>আল্লাহর</w:t>
      </w:r>
      <w:r w:rsidR="007710BF" w:rsidRPr="007710BF">
        <w:rPr>
          <w:rFonts w:hint="cs"/>
          <w:cs/>
          <w:lang w:bidi="bn-IN"/>
        </w:rPr>
        <w:t xml:space="preserve"> ওলীদের জন্য ব্যাবসাস্থল। যদি বাজার না থাকে </w:t>
      </w:r>
      <w:r w:rsidR="003B5C2A">
        <w:rPr>
          <w:rFonts w:hint="cs"/>
          <w:cs/>
          <w:lang w:bidi="bn-IN"/>
        </w:rPr>
        <w:t>ব্যাবসায়ীরা ব্যাবসা করতে ও মুনা</w:t>
      </w:r>
      <w:r w:rsidR="003B5C2A">
        <w:rPr>
          <w:cs/>
          <w:lang w:bidi="bn-IN"/>
        </w:rPr>
        <w:t>ফা</w:t>
      </w:r>
      <w:r w:rsidR="003B5C2A">
        <w:rPr>
          <w:lang w:bidi="bn-IN"/>
        </w:rPr>
        <w:t xml:space="preserve"> </w:t>
      </w:r>
      <w:r w:rsidR="007710BF" w:rsidRPr="007710BF">
        <w:rPr>
          <w:rFonts w:hint="cs"/>
          <w:cs/>
          <w:lang w:bidi="bn-IN"/>
        </w:rPr>
        <w:t>অর্জন করতে পারে কি</w:t>
      </w:r>
      <w:r w:rsidR="007710BF" w:rsidRPr="007710BF">
        <w:t>?</w:t>
      </w:r>
      <w:r w:rsidR="007710BF" w:rsidRPr="001933EC">
        <w:rPr>
          <w:rStyle w:val="libAlaemChar"/>
        </w:rPr>
        <w:t>”</w:t>
      </w:r>
    </w:p>
    <w:p w:rsidR="00E6050C" w:rsidRDefault="007710BF" w:rsidP="003B5C2A">
      <w:pPr>
        <w:pStyle w:val="libNormal"/>
        <w:rPr>
          <w:cs/>
          <w:lang w:bidi="bn-IN"/>
        </w:rPr>
      </w:pPr>
      <w:r w:rsidRPr="007710BF">
        <w:rPr>
          <w:cs/>
          <w:lang w:bidi="bn-IN"/>
        </w:rPr>
        <w:t>যে চিন্তা দুনিয়াকে মানুষের জন্য বন্দিশালা</w:t>
      </w:r>
      <w:r w:rsidR="00895143">
        <w:t>,</w:t>
      </w:r>
      <w:r w:rsidRPr="007710BF">
        <w:rPr>
          <w:cs/>
          <w:lang w:bidi="bn-IN"/>
        </w:rPr>
        <w:t>খাঁচা বা কূপ বলে জানে ও ভাবে যে</w:t>
      </w:r>
      <w:r w:rsidR="00895143">
        <w:t>,</w:t>
      </w:r>
      <w:r w:rsidRPr="007710BF">
        <w:rPr>
          <w:cs/>
          <w:lang w:bidi="bn-IN"/>
        </w:rPr>
        <w:t>মানুষের দায়িত্ব</w:t>
      </w:r>
      <w:r w:rsidR="003B5C2A">
        <w:rPr>
          <w:lang w:bidi="bn-IN"/>
        </w:rPr>
        <w:t xml:space="preserve"> </w:t>
      </w:r>
      <w:r w:rsidRPr="007710BF">
        <w:rPr>
          <w:cs/>
          <w:lang w:bidi="bn-IN"/>
        </w:rPr>
        <w:t>হলো এই বন্দিশালা বা খাঁচা ভেঙ্গে মুক্ত হওয়া বা কূপ থেকে বেরিয়ে আসা সে চিন্তা আত্মপরিচিতি ও</w:t>
      </w:r>
      <w:r w:rsidR="003F3DF6">
        <w:rPr>
          <w:lang w:bidi="bn-IN"/>
        </w:rPr>
        <w:t xml:space="preserve"> </w:t>
      </w:r>
      <w:r w:rsidRPr="007710BF">
        <w:rPr>
          <w:cs/>
          <w:lang w:bidi="bn-IN"/>
        </w:rPr>
        <w:t>আত্মাপরিচিতির ক্ষেত্রে অন্য একটি মৌল বিষয়ে বিশ্বাস রাখে যা ইসলামে গ্রহণীয় নয়।</w:t>
      </w:r>
    </w:p>
    <w:p w:rsidR="00E6050C" w:rsidRPr="00A3582C" w:rsidRDefault="00E6050C" w:rsidP="009848A8">
      <w:pPr>
        <w:pStyle w:val="libNormal"/>
        <w:rPr>
          <w:rtl/>
          <w:cs/>
        </w:rPr>
      </w:pPr>
      <w:r>
        <w:rPr>
          <w:cs/>
          <w:lang w:bidi="bn-IN"/>
        </w:rPr>
        <w:br w:type="page"/>
      </w:r>
    </w:p>
    <w:p w:rsidR="00E6050C" w:rsidRDefault="007710BF" w:rsidP="00E6050C">
      <w:pPr>
        <w:pStyle w:val="Heading1"/>
        <w:rPr>
          <w:lang w:bidi="bn-IN"/>
        </w:rPr>
      </w:pPr>
      <w:bookmarkStart w:id="40" w:name="_Toc392601449"/>
      <w:r w:rsidRPr="007710BF">
        <w:rPr>
          <w:cs/>
          <w:lang w:bidi="bn-IN"/>
        </w:rPr>
        <w:t xml:space="preserve">পৃথিবীতে আত্মার </w:t>
      </w:r>
      <w:r w:rsidR="009E6EF8">
        <w:rPr>
          <w:cs/>
          <w:lang w:bidi="bn-IN"/>
        </w:rPr>
        <w:t>পূর্ণ</w:t>
      </w:r>
      <w:r w:rsidR="0018348A">
        <w:rPr>
          <w:cs/>
          <w:lang w:bidi="bn-IN"/>
        </w:rPr>
        <w:t>তা</w:t>
      </w:r>
      <w:bookmarkEnd w:id="40"/>
    </w:p>
    <w:p w:rsidR="00E6050C" w:rsidRDefault="00E6050C" w:rsidP="003B5C2A">
      <w:pPr>
        <w:pStyle w:val="libNormal"/>
        <w:rPr>
          <w:lang w:bidi="bn-IN"/>
        </w:rPr>
      </w:pPr>
    </w:p>
    <w:p w:rsidR="00E6050C" w:rsidRDefault="007710BF" w:rsidP="00E6050C">
      <w:pPr>
        <w:pStyle w:val="libNormal"/>
        <w:tabs>
          <w:tab w:val="left" w:pos="9000"/>
        </w:tabs>
        <w:rPr>
          <w:lang w:bidi="bn-IN"/>
        </w:rPr>
      </w:pPr>
      <w:r w:rsidRPr="007710BF">
        <w:rPr>
          <w:cs/>
          <w:lang w:bidi="bn-IN"/>
        </w:rPr>
        <w:t>ইসলাম-পূর্ব যুগে কোন কোন দেশে বিশেষত গ্রীস ও ভারতে একটি বিশেষ বিশ্বাস ছিল। তা হলো</w:t>
      </w:r>
      <w:r w:rsidR="00E6050C">
        <w:rPr>
          <w:lang w:bidi="bn-IN"/>
        </w:rPr>
        <w:t xml:space="preserve"> </w:t>
      </w:r>
      <w:r w:rsidRPr="007710BF">
        <w:rPr>
          <w:cs/>
          <w:lang w:bidi="bn-IN"/>
        </w:rPr>
        <w:t xml:space="preserve">মানুষের আত্মা পূর্বে অন্য এক জগতে </w:t>
      </w:r>
      <w:r w:rsidR="009E6EF8">
        <w:rPr>
          <w:cs/>
          <w:lang w:bidi="bn-IN"/>
        </w:rPr>
        <w:t>পূর্ণ</w:t>
      </w:r>
      <w:r w:rsidRPr="007710BF">
        <w:rPr>
          <w:cs/>
          <w:lang w:bidi="bn-IN"/>
        </w:rPr>
        <w:t xml:space="preserve">রূপে সৃষ্টি হয়েছিল। পরবর্তীতে একে পাখিকে যেরূপ </w:t>
      </w:r>
      <w:r w:rsidR="00E6050C">
        <w:rPr>
          <w:cs/>
          <w:lang w:bidi="bn-IN"/>
        </w:rPr>
        <w:t>খাঁচায়</w:t>
      </w:r>
      <w:r w:rsidR="00E6050C">
        <w:rPr>
          <w:lang w:bidi="bn-IN"/>
        </w:rPr>
        <w:t xml:space="preserve"> </w:t>
      </w:r>
      <w:r w:rsidRPr="007710BF">
        <w:rPr>
          <w:cs/>
          <w:lang w:bidi="bn-IN"/>
        </w:rPr>
        <w:t xml:space="preserve">বন্দি করা হয় </w:t>
      </w:r>
      <w:r w:rsidR="0069317E">
        <w:rPr>
          <w:cs/>
          <w:lang w:bidi="bn-IN"/>
        </w:rPr>
        <w:t>তদ্রূপ</w:t>
      </w:r>
      <w:r w:rsidRPr="007710BF">
        <w:rPr>
          <w:cs/>
          <w:lang w:bidi="bn-IN"/>
        </w:rPr>
        <w:t xml:space="preserve"> এ পৃথিবীতে এনে বন্দি করা হয়েছে। যদি প্রকৃতই এরূপ হয় তবে অবশ্যই</w:t>
      </w:r>
      <w:r w:rsidR="00E6050C">
        <w:rPr>
          <w:lang w:bidi="bn-IN"/>
        </w:rPr>
        <w:t xml:space="preserve"> </w:t>
      </w:r>
      <w:r w:rsidRPr="007710BF">
        <w:rPr>
          <w:cs/>
          <w:lang w:bidi="bn-IN"/>
        </w:rPr>
        <w:t>মানুষের উচিত এ খাঁচা ভেঙ্গে বেরিয়ে আসা। কিন্তু কোরআনে সূরা মুমিনুনে এ দৃষ্টিভঙ্গিকে প্রত্যাখ্যান</w:t>
      </w:r>
      <w:r w:rsidR="00E6050C">
        <w:rPr>
          <w:lang w:bidi="bn-IN"/>
        </w:rPr>
        <w:t xml:space="preserve"> </w:t>
      </w:r>
      <w:r w:rsidRPr="007710BF">
        <w:rPr>
          <w:cs/>
          <w:lang w:bidi="bn-IN"/>
        </w:rPr>
        <w:t>করা হয়েছে। এ আয়াতটি অত্যন্ত আশ্চর্যজনক। মো</w:t>
      </w:r>
      <w:r w:rsidR="006B46F0">
        <w:rPr>
          <w:cs/>
          <w:lang w:bidi="bn-IN"/>
        </w:rPr>
        <w:t>ল্লা</w:t>
      </w:r>
      <w:r w:rsidRPr="007710BF">
        <w:rPr>
          <w:rFonts w:hint="cs"/>
          <w:cs/>
          <w:lang w:bidi="bn-IN"/>
        </w:rPr>
        <w:t xml:space="preserve"> সাদরা বলেন</w:t>
      </w:r>
      <w:r w:rsidR="00895143">
        <w:t>,</w:t>
      </w:r>
      <w:r w:rsidRPr="001933EC">
        <w:rPr>
          <w:rStyle w:val="libAlaemChar"/>
        </w:rPr>
        <w:t>“</w:t>
      </w:r>
      <w:r w:rsidRPr="007710BF">
        <w:rPr>
          <w:cs/>
          <w:lang w:bidi="bn-IN"/>
        </w:rPr>
        <w:t xml:space="preserve">আমি আমার </w:t>
      </w:r>
      <w:r w:rsidRPr="001933EC">
        <w:rPr>
          <w:rStyle w:val="libAlaemChar"/>
        </w:rPr>
        <w:t>‘</w:t>
      </w:r>
      <w:r w:rsidRPr="007710BF">
        <w:rPr>
          <w:cs/>
          <w:lang w:bidi="bn-IN"/>
        </w:rPr>
        <w:t>দেহের উৎপত্তি</w:t>
      </w:r>
      <w:r w:rsidR="00E6050C">
        <w:rPr>
          <w:lang w:bidi="bn-IN"/>
        </w:rPr>
        <w:t xml:space="preserve"> </w:t>
      </w:r>
      <w:r w:rsidRPr="007710BF">
        <w:rPr>
          <w:cs/>
          <w:lang w:bidi="bn-IN"/>
        </w:rPr>
        <w:t>ও আত্মার মাধ্যমে বেঁচে থাকা (স্থায়ী হওয়া)</w:t>
      </w:r>
      <w:r w:rsidRPr="001933EC">
        <w:rPr>
          <w:rStyle w:val="libAlaemChar"/>
        </w:rPr>
        <w:t>’</w:t>
      </w:r>
      <w:r w:rsidRPr="007710BF">
        <w:t xml:space="preserve"> </w:t>
      </w:r>
      <w:r w:rsidRPr="007710BF">
        <w:rPr>
          <w:cs/>
          <w:lang w:bidi="bn-IN"/>
        </w:rPr>
        <w:t>তত্ত্বটি এ আয়াত থেকে উদ্ঘাটন করেছি।</w:t>
      </w:r>
      <w:r w:rsidRPr="001933EC">
        <w:rPr>
          <w:rStyle w:val="libAlaemChar"/>
        </w:rPr>
        <w:t>”</w:t>
      </w:r>
      <w:r w:rsidRPr="007710BF">
        <w:t xml:space="preserve"> </w:t>
      </w:r>
      <w:r w:rsidRPr="007710BF">
        <w:rPr>
          <w:cs/>
          <w:lang w:bidi="bn-IN"/>
        </w:rPr>
        <w:t>এ আয়াতটি</w:t>
      </w:r>
      <w:r w:rsidR="00E6050C">
        <w:rPr>
          <w:lang w:bidi="bn-IN"/>
        </w:rPr>
        <w:t xml:space="preserve"> </w:t>
      </w:r>
      <w:r w:rsidRPr="007710BF">
        <w:rPr>
          <w:cs/>
          <w:lang w:bidi="bn-IN"/>
        </w:rPr>
        <w:t xml:space="preserve">যখন মানুষ সৃষ্টি </w:t>
      </w:r>
      <w:r w:rsidR="000C4B23">
        <w:rPr>
          <w:cs/>
          <w:lang w:bidi="bn-IN"/>
        </w:rPr>
        <w:t>সম্পর্কে</w:t>
      </w:r>
      <w:r w:rsidRPr="007710BF">
        <w:rPr>
          <w:cs/>
          <w:lang w:bidi="bn-IN"/>
        </w:rPr>
        <w:t xml:space="preserve"> আলোচনা করছে তখন প্রথমে মানুষের মাটি হতে সৃষ্টি হওয়া থেকে শুরু করে</w:t>
      </w:r>
      <w:r w:rsidR="00E6050C">
        <w:rPr>
          <w:lang w:bidi="bn-IN"/>
        </w:rPr>
        <w:t xml:space="preserve"> </w:t>
      </w:r>
      <w:r w:rsidRPr="007710BF">
        <w:rPr>
          <w:cs/>
          <w:lang w:bidi="bn-IN"/>
        </w:rPr>
        <w:t>পর্যায়ক্রমে বীর্য</w:t>
      </w:r>
      <w:r w:rsidR="00895143">
        <w:t>,</w:t>
      </w:r>
      <w:r w:rsidRPr="007710BF">
        <w:rPr>
          <w:cs/>
          <w:lang w:bidi="bn-IN"/>
        </w:rPr>
        <w:t>আলাকা (সংযুক্ত পিণ্ড)</w:t>
      </w:r>
      <w:r w:rsidR="00895143">
        <w:t>,</w:t>
      </w:r>
      <w:r w:rsidRPr="007710BF">
        <w:rPr>
          <w:cs/>
          <w:lang w:bidi="bn-IN"/>
        </w:rPr>
        <w:t>চর্বিত মাংসখণ্ড</w:t>
      </w:r>
      <w:r w:rsidR="00895143">
        <w:t>,</w:t>
      </w:r>
      <w:r w:rsidR="00E6050C">
        <w:rPr>
          <w:cs/>
          <w:lang w:bidi="bn-IN"/>
        </w:rPr>
        <w:t>অস্থিপাঁ</w:t>
      </w:r>
      <w:r w:rsidRPr="007710BF">
        <w:rPr>
          <w:cs/>
          <w:lang w:bidi="bn-IN"/>
        </w:rPr>
        <w:t>জর</w:t>
      </w:r>
      <w:r w:rsidR="00895143">
        <w:t>,</w:t>
      </w:r>
      <w:r w:rsidR="00E6050C">
        <w:rPr>
          <w:cs/>
          <w:lang w:bidi="bn-IN"/>
        </w:rPr>
        <w:t>অস্থিপাঁ</w:t>
      </w:r>
      <w:r w:rsidRPr="007710BF">
        <w:rPr>
          <w:cs/>
          <w:lang w:bidi="bn-IN"/>
        </w:rPr>
        <w:t>জর মাংস দ্বার আবৃত</w:t>
      </w:r>
      <w:r w:rsidR="00E6050C">
        <w:rPr>
          <w:lang w:bidi="bn-IN"/>
        </w:rPr>
        <w:t xml:space="preserve"> </w:t>
      </w:r>
      <w:r w:rsidRPr="007710BF">
        <w:rPr>
          <w:cs/>
          <w:lang w:bidi="bn-IN"/>
        </w:rPr>
        <w:t>হওয়ার</w:t>
      </w:r>
      <w:r w:rsidR="00E6050C">
        <w:rPr>
          <w:lang w:bidi="bn-IN"/>
        </w:rPr>
        <w:t xml:space="preserve"> </w:t>
      </w:r>
      <w:r w:rsidRPr="007710BF">
        <w:rPr>
          <w:cs/>
          <w:lang w:bidi="bn-IN"/>
        </w:rPr>
        <w:t>ধাপগুলো</w:t>
      </w:r>
      <w:r w:rsidR="00E6050C">
        <w:rPr>
          <w:lang w:bidi="bn-IN"/>
        </w:rPr>
        <w:t xml:space="preserve"> </w:t>
      </w:r>
      <w:r w:rsidRPr="007710BF">
        <w:rPr>
          <w:cs/>
          <w:lang w:bidi="bn-IN"/>
        </w:rPr>
        <w:t>বর্ণনার</w:t>
      </w:r>
      <w:r w:rsidR="00E6050C">
        <w:rPr>
          <w:lang w:bidi="bn-IN"/>
        </w:rPr>
        <w:t xml:space="preserve"> </w:t>
      </w:r>
      <w:r w:rsidRPr="007710BF">
        <w:rPr>
          <w:cs/>
          <w:lang w:bidi="bn-IN"/>
        </w:rPr>
        <w:t>পর</w:t>
      </w:r>
      <w:r w:rsidR="00E6050C">
        <w:rPr>
          <w:lang w:bidi="bn-IN"/>
        </w:rPr>
        <w:t xml:space="preserve"> </w:t>
      </w:r>
      <w:r w:rsidRPr="007710BF">
        <w:rPr>
          <w:cs/>
          <w:lang w:bidi="bn-IN"/>
        </w:rPr>
        <w:t>বলছে</w:t>
      </w:r>
      <w:r w:rsidR="00895143">
        <w:t>,</w:t>
      </w:r>
      <w:r w:rsidRPr="007710BF">
        <w:t xml:space="preserve"> </w:t>
      </w:r>
      <w:r w:rsidR="00E6050C" w:rsidRPr="00E6050C">
        <w:rPr>
          <w:rStyle w:val="libArChar"/>
          <w:rFonts w:hint="cs"/>
          <w:rtl/>
        </w:rPr>
        <w:t>ثمّ أنشأناه خلقا آخر</w:t>
      </w:r>
      <w:r w:rsidRPr="00E6050C">
        <w:rPr>
          <w:rStyle w:val="libArChar"/>
        </w:rPr>
        <w:t xml:space="preserve"> </w:t>
      </w:r>
      <w:r w:rsidRPr="001933EC">
        <w:rPr>
          <w:rStyle w:val="libAlaemChar"/>
        </w:rPr>
        <w:t>“</w:t>
      </w:r>
      <w:r w:rsidRPr="007710BF">
        <w:rPr>
          <w:cs/>
          <w:lang w:bidi="bn-IN"/>
        </w:rPr>
        <w:t>আমরা তাকে অন্য এক সৃষ্টিতে পরিবর্তন করে দিলাম</w:t>
      </w:r>
      <w:r w:rsidRPr="007710BF">
        <w:rPr>
          <w:cs/>
          <w:lang w:bidi="hi-IN"/>
        </w:rPr>
        <w:t>।</w:t>
      </w:r>
      <w:r w:rsidRPr="001933EC">
        <w:rPr>
          <w:rStyle w:val="libAlaemChar"/>
        </w:rPr>
        <w:t>”</w:t>
      </w:r>
      <w:r w:rsidRPr="007710BF">
        <w:t xml:space="preserve"> (</w:t>
      </w:r>
      <w:r w:rsidRPr="007710BF">
        <w:rPr>
          <w:cs/>
          <w:lang w:bidi="bn-IN"/>
        </w:rPr>
        <w:t>সূরা মুমিনুন : ১৪)</w:t>
      </w:r>
      <w:r w:rsidR="00E6050C" w:rsidRPr="00A3582C">
        <w:rPr>
          <w:rFonts w:hint="cs"/>
          <w:rtl/>
        </w:rPr>
        <w:t xml:space="preserve"> </w:t>
      </w:r>
      <w:r w:rsidRPr="007710BF">
        <w:rPr>
          <w:cs/>
          <w:lang w:bidi="bn-IN"/>
        </w:rPr>
        <w:t>অর্থাৎ মৌল ও যৌগ সমন্বয়ে গঠিত প্রাকৃতিক ও বস্তুগত এ জিনিসগুলোকে অন্য এক সৃষ্টিতে (অর্থাৎ</w:t>
      </w:r>
      <w:r w:rsidR="00E6050C">
        <w:rPr>
          <w:lang w:bidi="bn-IN"/>
        </w:rPr>
        <w:t xml:space="preserve"> </w:t>
      </w:r>
      <w:r w:rsidRPr="007710BF">
        <w:rPr>
          <w:cs/>
          <w:lang w:bidi="bn-IN"/>
        </w:rPr>
        <w:t>রূহতে যা বস্তুগত নয়) পরিবর্তিত করে দিলাম অর্থাৎ রূহের উৎপত্তি এর প্রকৃতি থেকেই। রূহ বা আত্মা</w:t>
      </w:r>
      <w:r w:rsidR="00E6050C">
        <w:rPr>
          <w:lang w:bidi="bn-IN"/>
        </w:rPr>
        <w:t xml:space="preserve"> </w:t>
      </w:r>
      <w:r w:rsidRPr="007710BF">
        <w:rPr>
          <w:cs/>
          <w:lang w:bidi="bn-IN"/>
        </w:rPr>
        <w:t xml:space="preserve">অবস্তুগত কিন্তু এ অবস্তুর উৎপত্তি বস্তু থেকেই। সুতরাং মানুষ অন্য জগতে </w:t>
      </w:r>
      <w:r w:rsidR="009E6EF8">
        <w:rPr>
          <w:cs/>
          <w:lang w:bidi="bn-IN"/>
        </w:rPr>
        <w:t>পূর্ণ</w:t>
      </w:r>
      <w:r w:rsidR="00E6050C">
        <w:rPr>
          <w:cs/>
          <w:lang w:bidi="bn-IN"/>
        </w:rPr>
        <w:t>রূপে কখনই ছিল না</w:t>
      </w:r>
      <w:r w:rsidR="00E6050C">
        <w:rPr>
          <w:lang w:bidi="bn-IN"/>
        </w:rPr>
        <w:t xml:space="preserve"> </w:t>
      </w:r>
      <w:r w:rsidRPr="007710BF">
        <w:rPr>
          <w:cs/>
          <w:lang w:bidi="bn-IN"/>
        </w:rPr>
        <w:t>যার কারণে বলা যাবে যে</w:t>
      </w:r>
      <w:r w:rsidR="00895143">
        <w:t>,</w:t>
      </w:r>
      <w:r w:rsidRPr="007710BF">
        <w:rPr>
          <w:cs/>
          <w:lang w:bidi="bn-IN"/>
        </w:rPr>
        <w:t>এ প্রথিবীতে তাকে খাঁচাবদ্ধ করা হয়েছে। বরং মানুষ এ পৃথিবীতে তার</w:t>
      </w:r>
      <w:r w:rsidR="00E6050C">
        <w:rPr>
          <w:lang w:bidi="bn-IN"/>
        </w:rPr>
        <w:t xml:space="preserve"> </w:t>
      </w:r>
      <w:r w:rsidRPr="007710BF">
        <w:rPr>
          <w:cs/>
          <w:lang w:bidi="bn-IN"/>
        </w:rPr>
        <w:t>মায়ের কোলেই অবস্থান করছে। প্রকৃতি মানুষের আত্মার মাতা এবং মানুষ যখন এ প্রকৃতিতে জীবন</w:t>
      </w:r>
      <w:r w:rsidR="00E6050C">
        <w:rPr>
          <w:lang w:bidi="bn-IN"/>
        </w:rPr>
        <w:t xml:space="preserve"> </w:t>
      </w:r>
      <w:r w:rsidRPr="007710BF">
        <w:rPr>
          <w:cs/>
          <w:lang w:bidi="bn-IN"/>
        </w:rPr>
        <w:t>যাপন করে তখন তার মায়ের কোলেই জীবন অতিবাহিত করছে।</w:t>
      </w:r>
      <w:r w:rsidR="00E6050C">
        <w:rPr>
          <w:cs/>
          <w:lang w:bidi="bn-IN"/>
        </w:rPr>
        <w:t xml:space="preserve"> তাই তাকে এখানেই পূর্ণতা অর্জন</w:t>
      </w:r>
      <w:r w:rsidR="00E6050C">
        <w:rPr>
          <w:lang w:bidi="bn-IN"/>
        </w:rPr>
        <w:t xml:space="preserve"> </w:t>
      </w:r>
      <w:r w:rsidRPr="007710BF">
        <w:rPr>
          <w:cs/>
          <w:lang w:bidi="bn-IN"/>
        </w:rPr>
        <w:t>করতে হবে। সুতরাং মানুষ পূর্বেই পূর্ণতা লাভ করেনি ও পূর্ণতা লাভ</w:t>
      </w:r>
      <w:r w:rsidR="00E6050C">
        <w:rPr>
          <w:cs/>
          <w:lang w:bidi="bn-IN"/>
        </w:rPr>
        <w:t xml:space="preserve">ের পর এ পৃথিবীতে বন্দি বা </w:t>
      </w:r>
      <w:r w:rsidR="00E6050C" w:rsidRPr="00E6050C">
        <w:rPr>
          <w:cs/>
          <w:lang w:bidi="bn-IN"/>
        </w:rPr>
        <w:t>কূপে</w:t>
      </w:r>
      <w:r w:rsidR="00E6050C">
        <w:rPr>
          <w:lang w:bidi="bn-IN"/>
        </w:rPr>
        <w:t xml:space="preserve"> </w:t>
      </w:r>
      <w:r w:rsidRPr="007710BF">
        <w:rPr>
          <w:cs/>
          <w:lang w:bidi="bn-IN"/>
        </w:rPr>
        <w:t>পতিত নয় যে</w:t>
      </w:r>
      <w:r w:rsidR="00895143">
        <w:t>,</w:t>
      </w:r>
      <w:r w:rsidRPr="007710BF">
        <w:rPr>
          <w:cs/>
          <w:lang w:bidi="bn-IN"/>
        </w:rPr>
        <w:t>তা থেকে মুক্তি পেতে হবে। এ চিন্তা ইসলামী নয়।</w:t>
      </w:r>
    </w:p>
    <w:p w:rsidR="00E6050C" w:rsidRDefault="007710BF" w:rsidP="00E6050C">
      <w:pPr>
        <w:pStyle w:val="libNormal"/>
        <w:tabs>
          <w:tab w:val="left" w:pos="9000"/>
        </w:tabs>
        <w:rPr>
          <w:lang w:bidi="bn-IN"/>
        </w:rPr>
      </w:pPr>
      <w:r w:rsidRPr="007710BF">
        <w:rPr>
          <w:cs/>
          <w:lang w:bidi="bn-IN"/>
        </w:rPr>
        <w:t>অবশ্য ইসলাম বলে তুমি সব সময় তোমার মাতৃক্রোড়ে থাকবে না। যদি সব সময় মাতৃক্রোড়ে</w:t>
      </w:r>
      <w:r w:rsidR="00E6050C">
        <w:rPr>
          <w:lang w:bidi="bn-IN"/>
        </w:rPr>
        <w:t xml:space="preserve"> </w:t>
      </w:r>
      <w:r w:rsidRPr="007710BF">
        <w:rPr>
          <w:cs/>
          <w:lang w:bidi="bn-IN"/>
        </w:rPr>
        <w:t>থাকতে চাও তবে দুধের বাচ্চার মতই রয়ে যাবে</w:t>
      </w:r>
      <w:r w:rsidR="00895143">
        <w:t>,</w:t>
      </w:r>
      <w:r w:rsidRPr="007710BF">
        <w:rPr>
          <w:cs/>
          <w:lang w:bidi="bn-IN"/>
        </w:rPr>
        <w:t>যুদ্ধের ময়দানের পুরুষ হতে পারবে না। যদি প্রকৃতি</w:t>
      </w:r>
      <w:r w:rsidR="00E6050C">
        <w:rPr>
          <w:lang w:bidi="bn-IN"/>
        </w:rPr>
        <w:t xml:space="preserve"> </w:t>
      </w:r>
      <w:r w:rsidRPr="007710BF">
        <w:rPr>
          <w:cs/>
          <w:lang w:bidi="bn-IN"/>
        </w:rPr>
        <w:t>থেকে আরোহণ বা মাতৃক্রোড় থেকে উঠে উপরে না আস ও প্রকৃতিতেই থেকে যাও তবে</w:t>
      </w:r>
    </w:p>
    <w:p w:rsidR="00E6050C" w:rsidRDefault="00E6050C" w:rsidP="00E6050C">
      <w:pPr>
        <w:pStyle w:val="libNormal"/>
        <w:tabs>
          <w:tab w:val="left" w:pos="9000"/>
        </w:tabs>
        <w:rPr>
          <w:lang w:bidi="bn-IN"/>
        </w:rPr>
      </w:pPr>
      <w:r w:rsidRPr="00E6050C">
        <w:rPr>
          <w:rStyle w:val="libAlaemChar"/>
        </w:rPr>
        <w:t xml:space="preserve"> (</w:t>
      </w:r>
      <w:r w:rsidRPr="00E6050C">
        <w:rPr>
          <w:rStyle w:val="libAieChar"/>
          <w:rtl/>
        </w:rPr>
        <w:t>ثُمَّ رَ‌دَدْنَاهُ أَسْفَلَ سَافِلِينَ</w:t>
      </w:r>
      <w:r w:rsidR="007710BF" w:rsidRPr="00E6050C">
        <w:rPr>
          <w:rStyle w:val="libAieChar"/>
          <w:rtl/>
          <w:cs/>
        </w:rPr>
        <w:t xml:space="preserve"> </w:t>
      </w:r>
      <w:r w:rsidRPr="00E6050C">
        <w:rPr>
          <w:rStyle w:val="libAlaemChar"/>
        </w:rPr>
        <w:t>)</w:t>
      </w:r>
      <w:r>
        <w:rPr>
          <w:rStyle w:val="libAlaemChar"/>
        </w:rPr>
        <w:t xml:space="preserve"> </w:t>
      </w:r>
      <w:r w:rsidR="007710BF" w:rsidRPr="007710BF">
        <w:rPr>
          <w:cs/>
          <w:lang w:bidi="bn-IN"/>
        </w:rPr>
        <w:t xml:space="preserve">( সূরা ত্বীন : ৫ ও ৬) </w:t>
      </w:r>
      <w:r w:rsidR="007710BF" w:rsidRPr="001933EC">
        <w:rPr>
          <w:rStyle w:val="libAlaemChar"/>
        </w:rPr>
        <w:t>‘</w:t>
      </w:r>
      <w:r w:rsidR="007710BF" w:rsidRPr="007710BF">
        <w:rPr>
          <w:cs/>
          <w:lang w:bidi="bn-IN"/>
        </w:rPr>
        <w:t>অতঃপর আমরা তাকে নিকৃষ্টতমদের মধ্যে নিকৃষ্টে পরিণত করি</w:t>
      </w:r>
      <w:r w:rsidR="007710BF" w:rsidRPr="001933EC">
        <w:rPr>
          <w:rStyle w:val="libAlaemChar"/>
        </w:rPr>
        <w:t>’</w:t>
      </w:r>
      <w:r w:rsidR="003936CB">
        <w:t>-</w:t>
      </w:r>
      <w:r w:rsidR="007710BF" w:rsidRPr="007710BF">
        <w:rPr>
          <w:cs/>
          <w:lang w:bidi="bn-IN"/>
        </w:rPr>
        <w:t>এ আয়াতের নমুনায় পরিণত হবে।</w:t>
      </w:r>
    </w:p>
    <w:p w:rsidR="0080550D" w:rsidRDefault="007710BF" w:rsidP="0080550D">
      <w:pPr>
        <w:pStyle w:val="libNormal"/>
        <w:tabs>
          <w:tab w:val="left" w:pos="9000"/>
        </w:tabs>
        <w:rPr>
          <w:lang w:bidi="bn-IN"/>
        </w:rPr>
      </w:pPr>
      <w:r w:rsidRPr="007710BF">
        <w:rPr>
          <w:cs/>
          <w:lang w:bidi="bn-IN"/>
        </w:rPr>
        <w:t>আর</w:t>
      </w:r>
      <w:r w:rsidR="00E6050C">
        <w:rPr>
          <w:lang w:bidi="bn-IN"/>
        </w:rPr>
        <w:t xml:space="preserve"> </w:t>
      </w:r>
      <w:r w:rsidR="00E6050C" w:rsidRPr="00E6050C">
        <w:rPr>
          <w:rStyle w:val="libAlaemChar"/>
        </w:rPr>
        <w:t>(</w:t>
      </w:r>
      <w:r w:rsidR="00E6050C" w:rsidRPr="00E6050C">
        <w:rPr>
          <w:rStyle w:val="libAieChar"/>
          <w:rtl/>
        </w:rPr>
        <w:t>إِلَّا الَّذِينَ آمَنُوا وَعَمِلُوا الصَّالِحَاتِ</w:t>
      </w:r>
      <w:r w:rsidR="00E6050C" w:rsidRPr="00E6050C">
        <w:rPr>
          <w:rStyle w:val="libAlaemChar"/>
        </w:rPr>
        <w:t>)</w:t>
      </w:r>
      <w:r w:rsidR="00E6050C">
        <w:rPr>
          <w:lang w:bidi="bn-IN"/>
        </w:rPr>
        <w:t xml:space="preserve"> </w:t>
      </w:r>
      <w:r w:rsidRPr="001933EC">
        <w:rPr>
          <w:rStyle w:val="libAlaemChar"/>
        </w:rPr>
        <w:t>‘</w:t>
      </w:r>
      <w:r w:rsidRPr="007710BF">
        <w:rPr>
          <w:cs/>
          <w:lang w:bidi="bn-IN"/>
        </w:rPr>
        <w:t>যারা ঈমান এনেছে ও সৎকর্ম করেছে</w:t>
      </w:r>
      <w:r w:rsidRPr="001933EC">
        <w:rPr>
          <w:rStyle w:val="libAlaemChar"/>
        </w:rPr>
        <w:t>’</w:t>
      </w:r>
      <w:r w:rsidR="003936CB">
        <w:t>-</w:t>
      </w:r>
      <w:r w:rsidRPr="007710BF">
        <w:t xml:space="preserve"> </w:t>
      </w:r>
      <w:r w:rsidRPr="007710BF">
        <w:rPr>
          <w:cs/>
          <w:lang w:bidi="bn-IN"/>
        </w:rPr>
        <w:t>এ আয়াতের নমুনায়</w:t>
      </w:r>
      <w:r w:rsidR="0080550D">
        <w:rPr>
          <w:lang w:bidi="bn-IN"/>
        </w:rPr>
        <w:t xml:space="preserve"> </w:t>
      </w:r>
      <w:r w:rsidRPr="007710BF">
        <w:rPr>
          <w:cs/>
          <w:lang w:bidi="bn-IN"/>
        </w:rPr>
        <w:t>পরিণত হতে পারবে না। যদি মানুষ হীন</w:t>
      </w:r>
      <w:r w:rsidR="0080550D" w:rsidRPr="0080550D">
        <w:rPr>
          <w:cs/>
          <w:lang w:bidi="bn-IN"/>
        </w:rPr>
        <w:t>গ্রস্ত</w:t>
      </w:r>
      <w:r w:rsidRPr="007710BF">
        <w:rPr>
          <w:cs/>
          <w:lang w:bidi="bn-IN"/>
        </w:rPr>
        <w:t xml:space="preserve">দের মধ্যে হীনে পরিণত হয় অর্থাৎ প্রকৃতিতে বন্দি এ </w:t>
      </w:r>
      <w:r w:rsidR="00695D8C">
        <w:rPr>
          <w:cs/>
          <w:lang w:bidi="bn-IN"/>
        </w:rPr>
        <w:t>অর্থে</w:t>
      </w:r>
      <w:r w:rsidRPr="001933EC">
        <w:rPr>
          <w:rStyle w:val="libAlaemChar"/>
        </w:rPr>
        <w:t>—</w:t>
      </w:r>
      <w:r w:rsidRPr="007710BF">
        <w:rPr>
          <w:cs/>
          <w:lang w:bidi="bn-IN"/>
        </w:rPr>
        <w:t>যে</w:t>
      </w:r>
      <w:r w:rsidR="00895143">
        <w:t>,</w:t>
      </w:r>
      <w:r w:rsidRPr="007710BF">
        <w:rPr>
          <w:cs/>
          <w:lang w:bidi="bn-IN"/>
        </w:rPr>
        <w:t xml:space="preserve">এর ঊর্ধ্বে আরোহণের জন্য </w:t>
      </w:r>
      <w:r w:rsidR="0054793D">
        <w:rPr>
          <w:cs/>
          <w:lang w:bidi="bn-IN"/>
        </w:rPr>
        <w:t>প্রস্তুতি</w:t>
      </w:r>
      <w:r w:rsidRPr="007710BF">
        <w:rPr>
          <w:cs/>
          <w:lang w:bidi="bn-IN"/>
        </w:rPr>
        <w:t xml:space="preserve"> গ্রহণ না করে</w:t>
      </w:r>
      <w:r w:rsidR="00895143">
        <w:t>,</w:t>
      </w:r>
      <w:r w:rsidRPr="007710BF">
        <w:rPr>
          <w:cs/>
          <w:lang w:bidi="bn-IN"/>
        </w:rPr>
        <w:t>এ অবস্থা অন্য দুনিয়ায় (আখেরাতে) তার জন্য</w:t>
      </w:r>
      <w:r w:rsidR="0080550D">
        <w:rPr>
          <w:lang w:bidi="bn-IN"/>
        </w:rPr>
        <w:t xml:space="preserve"> </w:t>
      </w:r>
      <w:r w:rsidRPr="007710BF">
        <w:rPr>
          <w:cs/>
          <w:lang w:bidi="bn-IN"/>
        </w:rPr>
        <w:t>জাহান্নাম</w:t>
      </w:r>
      <w:r w:rsidR="0080550D">
        <w:rPr>
          <w:lang w:bidi="bn-IN"/>
        </w:rPr>
        <w:t xml:space="preserve"> </w:t>
      </w:r>
      <w:r w:rsidRPr="007710BF">
        <w:rPr>
          <w:cs/>
          <w:lang w:bidi="bn-IN"/>
        </w:rPr>
        <w:t>তৈরি</w:t>
      </w:r>
      <w:r w:rsidR="0080550D">
        <w:rPr>
          <w:lang w:bidi="bn-IN"/>
        </w:rPr>
        <w:t xml:space="preserve"> </w:t>
      </w:r>
      <w:r w:rsidRPr="007710BF">
        <w:rPr>
          <w:cs/>
          <w:lang w:bidi="bn-IN"/>
        </w:rPr>
        <w:t>করবে।</w:t>
      </w:r>
      <w:r w:rsidR="0080550D">
        <w:rPr>
          <w:lang w:bidi="bn-IN"/>
        </w:rPr>
        <w:t xml:space="preserve"> </w:t>
      </w:r>
      <w:r w:rsidRPr="007710BF">
        <w:rPr>
          <w:cs/>
          <w:lang w:bidi="bn-IN"/>
        </w:rPr>
        <w:t>যেমন</w:t>
      </w:r>
      <w:r w:rsidR="0080550D">
        <w:rPr>
          <w:lang w:bidi="bn-IN"/>
        </w:rPr>
        <w:t xml:space="preserve"> </w:t>
      </w:r>
      <w:r w:rsidRPr="007710BF">
        <w:rPr>
          <w:cs/>
          <w:lang w:bidi="bn-IN"/>
        </w:rPr>
        <w:t>সূরা</w:t>
      </w:r>
      <w:r w:rsidR="0080550D">
        <w:rPr>
          <w:lang w:bidi="bn-IN"/>
        </w:rPr>
        <w:t xml:space="preserve"> </w:t>
      </w:r>
      <w:r w:rsidRPr="007710BF">
        <w:rPr>
          <w:cs/>
          <w:lang w:bidi="bn-IN"/>
        </w:rPr>
        <w:t>আল</w:t>
      </w:r>
      <w:r w:rsidR="0080550D">
        <w:rPr>
          <w:lang w:bidi="bn-IN"/>
        </w:rPr>
        <w:t>-</w:t>
      </w:r>
      <w:r w:rsidRPr="007710BF">
        <w:rPr>
          <w:cs/>
          <w:lang w:bidi="bn-IN"/>
        </w:rPr>
        <w:t>কারিয়াতে</w:t>
      </w:r>
      <w:r w:rsidR="0080550D">
        <w:rPr>
          <w:lang w:bidi="bn-IN"/>
        </w:rPr>
        <w:t xml:space="preserve"> </w:t>
      </w:r>
      <w:r w:rsidRPr="007710BF">
        <w:rPr>
          <w:cs/>
          <w:lang w:bidi="bn-IN"/>
        </w:rPr>
        <w:t>বলা</w:t>
      </w:r>
      <w:r w:rsidR="0080550D">
        <w:rPr>
          <w:lang w:bidi="bn-IN"/>
        </w:rPr>
        <w:t xml:space="preserve"> </w:t>
      </w:r>
      <w:r w:rsidRPr="007710BF">
        <w:rPr>
          <w:cs/>
          <w:lang w:bidi="bn-IN"/>
        </w:rPr>
        <w:t>হয়েছে</w:t>
      </w:r>
      <w:r w:rsidR="00895143">
        <w:t>,</w:t>
      </w:r>
      <w:r w:rsidRPr="007710BF">
        <w:rPr>
          <w:cs/>
          <w:lang w:bidi="bn-IN"/>
        </w:rPr>
        <w:t xml:space="preserve"> </w:t>
      </w:r>
      <w:r w:rsidR="0080550D" w:rsidRPr="0080550D">
        <w:rPr>
          <w:rStyle w:val="libAieChar"/>
          <w:rFonts w:hint="cs"/>
          <w:rtl/>
        </w:rPr>
        <w:t>فأمه هاویة</w:t>
      </w:r>
      <w:r w:rsidRPr="007710BF">
        <w:rPr>
          <w:cs/>
          <w:lang w:bidi="bn-IN"/>
        </w:rPr>
        <w:t xml:space="preserve"> </w:t>
      </w:r>
      <w:r w:rsidRPr="001933EC">
        <w:rPr>
          <w:rStyle w:val="libAlaemChar"/>
        </w:rPr>
        <w:t>“</w:t>
      </w:r>
      <w:r w:rsidRPr="007710BF">
        <w:rPr>
          <w:cs/>
          <w:lang w:bidi="bn-IN"/>
        </w:rPr>
        <w:t>জাহান্নাম তার জন্য মাতায় পরিণত হবে।</w:t>
      </w:r>
      <w:r w:rsidRPr="001933EC">
        <w:rPr>
          <w:rStyle w:val="libAlaemChar"/>
        </w:rPr>
        <w:t>”</w:t>
      </w:r>
      <w:r w:rsidRPr="007710BF">
        <w:t xml:space="preserve"> </w:t>
      </w:r>
      <w:r w:rsidRPr="007710BF">
        <w:rPr>
          <w:cs/>
          <w:lang w:bidi="bn-IN"/>
        </w:rPr>
        <w:t>আ</w:t>
      </w:r>
      <w:r w:rsidR="006B46F0">
        <w:rPr>
          <w:cs/>
          <w:lang w:bidi="bn-IN"/>
        </w:rPr>
        <w:t>ল্লা</w:t>
      </w:r>
      <w:r w:rsidRPr="007710BF">
        <w:rPr>
          <w:rFonts w:hint="cs"/>
          <w:cs/>
          <w:lang w:bidi="bn-IN"/>
        </w:rPr>
        <w:t>হ্পাক কোন শিশুকে প্রকৃতিরূপ এ মাতার</w:t>
      </w:r>
      <w:r w:rsidR="0080550D" w:rsidRPr="00A3582C">
        <w:rPr>
          <w:rFonts w:hint="cs"/>
          <w:rtl/>
        </w:rPr>
        <w:t xml:space="preserve"> </w:t>
      </w:r>
      <w:r w:rsidRPr="007710BF">
        <w:rPr>
          <w:rFonts w:hint="cs"/>
          <w:cs/>
          <w:lang w:bidi="bn-IN"/>
        </w:rPr>
        <w:t>গর্ভে জন্মদান করেছেন যাতে সে উপরে উঠে আসে</w:t>
      </w:r>
      <w:r w:rsidR="00895143">
        <w:t>,</w:t>
      </w:r>
      <w:r w:rsidRPr="007710BF">
        <w:rPr>
          <w:cs/>
          <w:lang w:bidi="bn-IN"/>
        </w:rPr>
        <w:t>শিক্ষা গ্রহণ করে</w:t>
      </w:r>
      <w:r w:rsidR="0080550D">
        <w:rPr>
          <w:cs/>
          <w:lang w:bidi="bn-IN"/>
        </w:rPr>
        <w:t xml:space="preserve"> পূর্ণতা লাভ করে ঊর্ধ্বে আরোহ</w:t>
      </w:r>
      <w:r w:rsidR="0080550D" w:rsidRPr="00A3582C">
        <w:rPr>
          <w:cs/>
          <w:lang w:bidi="bn-IN"/>
        </w:rPr>
        <w:t>ণ</w:t>
      </w:r>
      <w:r w:rsidR="0080550D" w:rsidRPr="00A3582C">
        <w:t xml:space="preserve"> </w:t>
      </w:r>
      <w:r w:rsidRPr="007710BF">
        <w:rPr>
          <w:cs/>
          <w:lang w:bidi="bn-IN"/>
        </w:rPr>
        <w:t>করে। এখন যদি এ শিশু চিরকাল এখানে থাকতে চায় তবে তার অবস্থা এক বয়স্ক শিশুর মত (যদিও</w:t>
      </w:r>
      <w:r w:rsidR="0080550D">
        <w:rPr>
          <w:lang w:bidi="bn-IN"/>
        </w:rPr>
        <w:t xml:space="preserve"> </w:t>
      </w:r>
      <w:r w:rsidRPr="007710BF">
        <w:rPr>
          <w:cs/>
          <w:lang w:bidi="bn-IN"/>
        </w:rPr>
        <w:t>তুলনা সম্পূর্ণ ঠিক নয়) যার বয়স পঁচিশ বছর হওয়ার পরেও চায় মা তাকে পাশে শুইয়ে মুখে ফিডার</w:t>
      </w:r>
      <w:r w:rsidR="0080550D">
        <w:rPr>
          <w:lang w:bidi="bn-IN"/>
        </w:rPr>
        <w:t xml:space="preserve"> </w:t>
      </w:r>
      <w:r w:rsidRPr="007710BF">
        <w:rPr>
          <w:cs/>
          <w:lang w:bidi="bn-IN"/>
        </w:rPr>
        <w:t>দিয়ে ঘুম পাড়াক। এ ধরনের ব্যক্তির বাস্তবে কোন মূল্য নেই।</w:t>
      </w:r>
    </w:p>
    <w:p w:rsidR="0080550D" w:rsidRDefault="007710BF" w:rsidP="0080550D">
      <w:pPr>
        <w:pStyle w:val="libNormal"/>
        <w:tabs>
          <w:tab w:val="left" w:pos="9000"/>
        </w:tabs>
        <w:rPr>
          <w:lang w:bidi="bn-IN"/>
        </w:rPr>
      </w:pPr>
      <w:r w:rsidRPr="007710BF">
        <w:rPr>
          <w:cs/>
          <w:lang w:bidi="bn-IN"/>
        </w:rPr>
        <w:t>সুতরাং ইসলামের মানব ও বিশ্ব পরিচিতিতে এমন কোন কল্পিত মোরগের অস্তিত্ব নেই যে পবিত্র</w:t>
      </w:r>
      <w:r w:rsidR="0080550D">
        <w:rPr>
          <w:lang w:bidi="bn-IN"/>
        </w:rPr>
        <w:t xml:space="preserve"> </w:t>
      </w:r>
      <w:r w:rsidRPr="007710BF">
        <w:rPr>
          <w:cs/>
          <w:lang w:bidi="bn-IN"/>
        </w:rPr>
        <w:t>জগতে উন্মুক্ত পরিবেশে ঘুরে বেড়াত যাকে এ পৃথিবীতে এনে খাঁচাবদ্ধ করা হয়েছে। আরেফর ভাষায়</w:t>
      </w:r>
      <w:r w:rsidR="003936CB">
        <w:t>-</w:t>
      </w:r>
      <w:r w:rsidRPr="007710BF">
        <w:rPr>
          <w:cs/>
          <w:lang w:bidi="bn-IN"/>
        </w:rPr>
        <w:t>পবিত্র জগতের পাখি আমি শোনাব তোমায় বিচ্ছিন্নতার কাহিনী</w:t>
      </w:r>
      <w:r w:rsidR="003936CB">
        <w:t>-</w:t>
      </w:r>
      <w:r w:rsidRPr="007710BF">
        <w:t xml:space="preserve"> </w:t>
      </w:r>
      <w:r w:rsidRPr="007710BF">
        <w:rPr>
          <w:cs/>
          <w:lang w:bidi="bn-IN"/>
        </w:rPr>
        <w:t>আর তার দায়িত্ব হয়ে পড়েছে এ</w:t>
      </w:r>
      <w:r w:rsidR="0080550D">
        <w:rPr>
          <w:lang w:bidi="bn-IN"/>
        </w:rPr>
        <w:t xml:space="preserve"> </w:t>
      </w:r>
      <w:r w:rsidRPr="007710BF">
        <w:rPr>
          <w:cs/>
          <w:lang w:bidi="bn-IN"/>
        </w:rPr>
        <w:t>বন্দিত্বের খাঁচা ভেঙ্গে ফেলার। ইসলাম এটা গ্রহণ করে না।</w:t>
      </w:r>
    </w:p>
    <w:p w:rsidR="00386441" w:rsidRDefault="007710BF" w:rsidP="0080550D">
      <w:pPr>
        <w:pStyle w:val="libNormal"/>
        <w:tabs>
          <w:tab w:val="left" w:pos="9000"/>
        </w:tabs>
        <w:rPr>
          <w:lang w:bidi="bn-IN"/>
        </w:rPr>
      </w:pPr>
      <w:r w:rsidRPr="007710BF">
        <w:rPr>
          <w:cs/>
          <w:lang w:bidi="bn-IN"/>
        </w:rPr>
        <w:t xml:space="preserve">যদি আপনারা কখনো শুনে থাকেন আত্মার জগৎ বস্তু জগতের উপর প্রাধান্য রাখে সেটা এ </w:t>
      </w:r>
      <w:r w:rsidR="00695D8C">
        <w:rPr>
          <w:cs/>
          <w:lang w:bidi="bn-IN"/>
        </w:rPr>
        <w:t>অর্থে</w:t>
      </w:r>
      <w:r w:rsidR="00386441">
        <w:rPr>
          <w:lang w:bidi="bn-IN"/>
        </w:rPr>
        <w:t xml:space="preserve"> </w:t>
      </w:r>
      <w:r w:rsidRPr="007710BF">
        <w:rPr>
          <w:cs/>
          <w:lang w:bidi="bn-IN"/>
        </w:rPr>
        <w:t>যে</w:t>
      </w:r>
      <w:r w:rsidR="00895143">
        <w:t>,</w:t>
      </w:r>
      <w:r w:rsidRPr="007710BF">
        <w:rPr>
          <w:cs/>
          <w:lang w:bidi="bn-IN"/>
        </w:rPr>
        <w:t>আত্মার প্রকৃতিগত প্রাধান্য রয়েছে যা এ অস্তিত্ব জগতে বিচ্ছুরিত ও প্রকাশিত হয়েছে। তার এ</w:t>
      </w:r>
      <w:r w:rsidR="00386441">
        <w:rPr>
          <w:lang w:bidi="bn-IN"/>
        </w:rPr>
        <w:t xml:space="preserve"> </w:t>
      </w:r>
      <w:r w:rsidRPr="007710BF">
        <w:rPr>
          <w:cs/>
          <w:lang w:bidi="bn-IN"/>
        </w:rPr>
        <w:t>প্রকাশ ভিন্ন জগৎ থেকে উৎসারিত হয়েছে। কিন্তু এমন নয় যে</w:t>
      </w:r>
      <w:r w:rsidR="00895143">
        <w:t>,</w:t>
      </w:r>
      <w:r w:rsidRPr="007710BF">
        <w:rPr>
          <w:cs/>
          <w:lang w:bidi="bn-IN"/>
        </w:rPr>
        <w:t>তার পূর্ণ রূপ সেখানে ছিল পরবর্তীতে</w:t>
      </w:r>
      <w:r w:rsidR="00386441">
        <w:rPr>
          <w:lang w:bidi="bn-IN"/>
        </w:rPr>
        <w:t xml:space="preserve"> </w:t>
      </w:r>
      <w:r w:rsidRPr="007710BF">
        <w:rPr>
          <w:cs/>
          <w:lang w:bidi="bn-IN"/>
        </w:rPr>
        <w:t xml:space="preserve">তাকে এখানে এনে খাঁচাবদ্ধ করা হয়েছে। এ ধরনের চিন্তা হিন্দু ধর্মের পুনর্জন্ম বা </w:t>
      </w:r>
      <w:r w:rsidR="008B4DC6">
        <w:rPr>
          <w:cs/>
          <w:lang w:bidi="bn-IN"/>
        </w:rPr>
        <w:t>প্লেটো</w:t>
      </w:r>
      <w:r w:rsidRPr="007710BF">
        <w:rPr>
          <w:rFonts w:hint="cs"/>
          <w:cs/>
          <w:lang w:bidi="bn-IN"/>
        </w:rPr>
        <w:t>র চিন্তাধারার</w:t>
      </w:r>
      <w:r w:rsidR="00386441">
        <w:rPr>
          <w:lang w:bidi="bn-IN"/>
        </w:rPr>
        <w:t xml:space="preserve"> </w:t>
      </w:r>
      <w:r w:rsidRPr="007710BF">
        <w:rPr>
          <w:rFonts w:hint="cs"/>
          <w:cs/>
          <w:lang w:bidi="bn-IN"/>
        </w:rPr>
        <w:t xml:space="preserve">অনুরূপ। গ্রীকদের মধ্যে </w:t>
      </w:r>
      <w:r w:rsidR="008B4DC6">
        <w:rPr>
          <w:rFonts w:hint="cs"/>
          <w:cs/>
          <w:lang w:bidi="bn-IN"/>
        </w:rPr>
        <w:t>প্লেটো</w:t>
      </w:r>
      <w:r w:rsidRPr="007710BF">
        <w:rPr>
          <w:rFonts w:hint="cs"/>
          <w:cs/>
          <w:lang w:bidi="bn-IN"/>
        </w:rPr>
        <w:t xml:space="preserve"> বিশ্বাস করতেন</w:t>
      </w:r>
      <w:r w:rsidR="00895143">
        <w:t>,</w:t>
      </w:r>
      <w:r w:rsidRPr="007710BF">
        <w:rPr>
          <w:cs/>
          <w:lang w:bidi="bn-IN"/>
        </w:rPr>
        <w:t>মানবাত্মা এ বিশ্বজগতের পূর্বে অন্য এক সদৃশ জগতে</w:t>
      </w:r>
      <w:r w:rsidR="00386441">
        <w:rPr>
          <w:lang w:bidi="bn-IN"/>
        </w:rPr>
        <w:t xml:space="preserve"> </w:t>
      </w:r>
      <w:r w:rsidRPr="007710BF">
        <w:rPr>
          <w:cs/>
          <w:lang w:bidi="bn-IN"/>
        </w:rPr>
        <w:t>ছিল</w:t>
      </w:r>
      <w:r w:rsidR="00895143">
        <w:t>,</w:t>
      </w:r>
      <w:r w:rsidRPr="007710BF">
        <w:rPr>
          <w:cs/>
          <w:lang w:bidi="bn-IN"/>
        </w:rPr>
        <w:t>কোন এক কল্যাণমূলক উদ্দেশ্যে তাকে এখানে এনে বন্দি করা হয়েছে। তাই তাকে এ বন্দিদশা</w:t>
      </w:r>
      <w:r w:rsidR="00386441">
        <w:rPr>
          <w:lang w:bidi="bn-IN"/>
        </w:rPr>
        <w:t xml:space="preserve"> </w:t>
      </w:r>
      <w:r w:rsidRPr="007710BF">
        <w:rPr>
          <w:cs/>
          <w:lang w:bidi="bn-IN"/>
        </w:rPr>
        <w:t>থেকে মুক্তি পেতে হবে। কিন্তু ইসলাম প্রকৃতি জগতকে এ দৃষ্টিকোণ থেকে দেখে না।</w:t>
      </w:r>
    </w:p>
    <w:p w:rsidR="00386441" w:rsidRDefault="007710BF" w:rsidP="0080550D">
      <w:pPr>
        <w:pStyle w:val="libNormal"/>
        <w:tabs>
          <w:tab w:val="left" w:pos="9000"/>
        </w:tabs>
      </w:pPr>
      <w:r w:rsidRPr="007710BF">
        <w:rPr>
          <w:cs/>
          <w:lang w:bidi="bn-IN"/>
        </w:rPr>
        <w:t xml:space="preserve">এরফান ও সুফীতত্ত্বের ইতিহাস </w:t>
      </w:r>
      <w:r w:rsidR="000C4B23">
        <w:rPr>
          <w:cs/>
          <w:lang w:bidi="bn-IN"/>
        </w:rPr>
        <w:t>সম্পর্কে</w:t>
      </w:r>
      <w:r w:rsidRPr="007710BF">
        <w:rPr>
          <w:cs/>
          <w:lang w:bidi="bn-IN"/>
        </w:rPr>
        <w:t xml:space="preserve"> অবগতদের জন্য বলছি আমার এ কথাগুলো বলার উদ্দেশ্য</w:t>
      </w:r>
      <w:r w:rsidR="00386441">
        <w:rPr>
          <w:lang w:bidi="bn-IN"/>
        </w:rPr>
        <w:t xml:space="preserve"> </w:t>
      </w:r>
      <w:r w:rsidRPr="007710BF">
        <w:rPr>
          <w:cs/>
          <w:lang w:bidi="bn-IN"/>
        </w:rPr>
        <w:t>এটা নয় যে</w:t>
      </w:r>
      <w:r w:rsidR="00895143">
        <w:t>,</w:t>
      </w:r>
      <w:r w:rsidRPr="007710BF">
        <w:rPr>
          <w:cs/>
          <w:lang w:bidi="bn-IN"/>
        </w:rPr>
        <w:t xml:space="preserve">সকল আরেফই এ ভুলের মধ্যে ছিলেন বরং প্রসিদ্ধ আরেফগণের মধ্যে অনেকেই অন্ততঃপক্ষে নিজেদের লেখনীতে এ বিষয়ে লক্ষ্য রেখেছেন। </w:t>
      </w:r>
      <w:r w:rsidR="00FE6D44">
        <w:rPr>
          <w:cs/>
          <w:lang w:bidi="bn-IN"/>
        </w:rPr>
        <w:t>তারা</w:t>
      </w:r>
      <w:r w:rsidRPr="007710BF">
        <w:rPr>
          <w:cs/>
          <w:lang w:bidi="bn-IN"/>
        </w:rPr>
        <w:t xml:space="preserve"> সমাজ বা প্রকৃতি কোনটিকেই ত্যাগ</w:t>
      </w:r>
      <w:r w:rsidR="00386441">
        <w:rPr>
          <w:lang w:bidi="bn-IN"/>
        </w:rPr>
        <w:t xml:space="preserve"> </w:t>
      </w:r>
      <w:r w:rsidRPr="007710BF">
        <w:rPr>
          <w:cs/>
          <w:lang w:bidi="bn-IN"/>
        </w:rPr>
        <w:t>করেননি। কোরআন যে অন্তঃবিশ্ব ও বহিঃবিশ্ব দু</w:t>
      </w:r>
      <w:r w:rsidRPr="001933EC">
        <w:rPr>
          <w:rStyle w:val="libAlaemChar"/>
        </w:rPr>
        <w:t>’</w:t>
      </w:r>
      <w:r w:rsidRPr="007710BF">
        <w:rPr>
          <w:cs/>
          <w:lang w:bidi="bn-IN"/>
        </w:rPr>
        <w:t>টিকেই পাশাপাশি এনেছে এবং দু</w:t>
      </w:r>
      <w:r w:rsidRPr="001933EC">
        <w:rPr>
          <w:rStyle w:val="libAlaemChar"/>
        </w:rPr>
        <w:t>’</w:t>
      </w:r>
      <w:r w:rsidRPr="007710BF">
        <w:rPr>
          <w:cs/>
          <w:lang w:bidi="bn-IN"/>
        </w:rPr>
        <w:t>টিকেই স্রষ্টার</w:t>
      </w:r>
      <w:r w:rsidR="00386441">
        <w:rPr>
          <w:lang w:bidi="bn-IN"/>
        </w:rPr>
        <w:t xml:space="preserve"> </w:t>
      </w:r>
      <w:r w:rsidRPr="007710BF">
        <w:rPr>
          <w:cs/>
          <w:lang w:bidi="bn-IN"/>
        </w:rPr>
        <w:t>নিদর্শন ও সৌন্দর্যের প্রতিফলন বলে মনে করে</w:t>
      </w:r>
      <w:r w:rsidR="003936CB">
        <w:t>-</w:t>
      </w:r>
      <w:r w:rsidRPr="007710BF">
        <w:t xml:space="preserve"> </w:t>
      </w:r>
      <w:r w:rsidRPr="007710BF">
        <w:rPr>
          <w:cs/>
          <w:lang w:bidi="bn-IN"/>
        </w:rPr>
        <w:t xml:space="preserve">এ বিষয়ে </w:t>
      </w:r>
      <w:r w:rsidR="00611BB9">
        <w:rPr>
          <w:cs/>
          <w:lang w:bidi="bn-IN"/>
        </w:rPr>
        <w:t>তা</w:t>
      </w:r>
      <w:r w:rsidRPr="007710BF">
        <w:rPr>
          <w:cs/>
          <w:lang w:bidi="bn-IN"/>
        </w:rPr>
        <w:t xml:space="preserve">দের বিশেষ দৃষ্টি ছিল। </w:t>
      </w:r>
      <w:r w:rsidR="00611BB9">
        <w:rPr>
          <w:cs/>
          <w:lang w:bidi="bn-IN"/>
        </w:rPr>
        <w:t>তা</w:t>
      </w:r>
      <w:r w:rsidRPr="007710BF">
        <w:rPr>
          <w:cs/>
          <w:lang w:bidi="bn-IN"/>
        </w:rPr>
        <w:t>দের অন্যতম</w:t>
      </w:r>
      <w:r w:rsidR="00386441">
        <w:rPr>
          <w:lang w:bidi="bn-IN"/>
        </w:rPr>
        <w:t xml:space="preserve"> </w:t>
      </w:r>
      <w:r w:rsidRPr="007710BF">
        <w:rPr>
          <w:cs/>
          <w:lang w:bidi="bn-IN"/>
        </w:rPr>
        <w:t xml:space="preserve">মরহুম শাবেস্তারী যিনি মহান আরেফ তিনি </w:t>
      </w:r>
      <w:r w:rsidR="00FE6D44">
        <w:rPr>
          <w:cs/>
          <w:lang w:bidi="bn-IN"/>
        </w:rPr>
        <w:t>তার</w:t>
      </w:r>
      <w:r w:rsidRPr="007710BF">
        <w:rPr>
          <w:cs/>
          <w:lang w:bidi="bn-IN"/>
        </w:rPr>
        <w:t xml:space="preserve"> সুন্দর কবিতার মাধ্যমে মানব জগতের এ দিকটি তুলে</w:t>
      </w:r>
      <w:r w:rsidR="00386441">
        <w:rPr>
          <w:lang w:bidi="bn-IN"/>
        </w:rPr>
        <w:t xml:space="preserve"> </w:t>
      </w:r>
      <w:r w:rsidRPr="007710BF">
        <w:rPr>
          <w:cs/>
          <w:lang w:bidi="bn-IN"/>
        </w:rPr>
        <w:t>ধরেছেন। যেমন বলেছেন</w:t>
      </w:r>
      <w:r w:rsidR="00895143">
        <w:t>,</w:t>
      </w:r>
    </w:p>
    <w:p w:rsidR="00386441" w:rsidRDefault="007710BF" w:rsidP="00386441">
      <w:pPr>
        <w:pStyle w:val="libCenter"/>
        <w:rPr>
          <w:lang w:bidi="bn-IN"/>
        </w:rPr>
      </w:pPr>
      <w:r w:rsidRPr="001933EC">
        <w:rPr>
          <w:rStyle w:val="libAlaemChar"/>
        </w:rPr>
        <w:t>“</w:t>
      </w:r>
      <w:r w:rsidRPr="007710BF">
        <w:rPr>
          <w:cs/>
          <w:lang w:bidi="bn-IN"/>
        </w:rPr>
        <w:t>কর সেই মহান স্রষ্টার গুণকীর্তণ</w:t>
      </w:r>
    </w:p>
    <w:p w:rsidR="00386441" w:rsidRDefault="007710BF" w:rsidP="00386441">
      <w:pPr>
        <w:pStyle w:val="libCenter"/>
        <w:rPr>
          <w:lang w:bidi="bn-IN"/>
        </w:rPr>
      </w:pPr>
      <w:r w:rsidRPr="007710BF">
        <w:rPr>
          <w:cs/>
          <w:lang w:bidi="bn-IN"/>
        </w:rPr>
        <w:t>যিনি দিয়েছেন দীক্ষা তোমায় চিন্তার</w:t>
      </w:r>
    </w:p>
    <w:p w:rsidR="00386441" w:rsidRDefault="007710BF" w:rsidP="00386441">
      <w:pPr>
        <w:pStyle w:val="libCenter"/>
        <w:rPr>
          <w:lang w:bidi="bn-IN"/>
        </w:rPr>
      </w:pPr>
      <w:r w:rsidRPr="007710BF">
        <w:rPr>
          <w:cs/>
          <w:lang w:bidi="bn-IN"/>
        </w:rPr>
        <w:t>আর আপন নূরে করেছেন তোমার হৃদয়ে প্রদীপ সঞ্চার</w:t>
      </w:r>
    </w:p>
    <w:p w:rsidR="00386441" w:rsidRDefault="007710BF" w:rsidP="00386441">
      <w:pPr>
        <w:pStyle w:val="libCenter"/>
        <w:rPr>
          <w:lang w:bidi="bn-IN"/>
        </w:rPr>
      </w:pPr>
      <w:r w:rsidRPr="007710BF">
        <w:rPr>
          <w:cs/>
          <w:lang w:bidi="bn-IN"/>
        </w:rPr>
        <w:t xml:space="preserve">তব অনুগহে </w:t>
      </w:r>
      <w:r w:rsidR="00FE6D44">
        <w:rPr>
          <w:cs/>
          <w:lang w:bidi="bn-IN"/>
        </w:rPr>
        <w:t>তার</w:t>
      </w:r>
      <w:r w:rsidRPr="007710BF">
        <w:rPr>
          <w:cs/>
          <w:lang w:bidi="bn-IN"/>
        </w:rPr>
        <w:t xml:space="preserve"> দু</w:t>
      </w:r>
      <w:r w:rsidRPr="001933EC">
        <w:rPr>
          <w:rStyle w:val="libAlaemChar"/>
        </w:rPr>
        <w:t>’</w:t>
      </w:r>
      <w:r w:rsidR="00386441">
        <w:rPr>
          <w:cs/>
          <w:lang w:bidi="bn-IN"/>
        </w:rPr>
        <w:t>জাহান হয়েছে সমুজ্জ্বল</w:t>
      </w:r>
    </w:p>
    <w:p w:rsidR="00386441" w:rsidRDefault="007710BF" w:rsidP="00386441">
      <w:pPr>
        <w:pStyle w:val="libCenter"/>
        <w:rPr>
          <w:rStyle w:val="libAlaemChar"/>
        </w:rPr>
      </w:pPr>
      <w:r w:rsidRPr="007710BF">
        <w:rPr>
          <w:cs/>
          <w:lang w:bidi="bn-IN"/>
        </w:rPr>
        <w:t>মাটির মানুষ হয়েছে সেথায় পুষ্পভূবন।</w:t>
      </w:r>
      <w:r w:rsidRPr="001933EC">
        <w:rPr>
          <w:rStyle w:val="libAlaemChar"/>
        </w:rPr>
        <w:t>”</w:t>
      </w:r>
    </w:p>
    <w:p w:rsidR="00386441" w:rsidRDefault="007710BF" w:rsidP="0080550D">
      <w:pPr>
        <w:pStyle w:val="libNormal"/>
        <w:tabs>
          <w:tab w:val="left" w:pos="9000"/>
        </w:tabs>
      </w:pPr>
      <w:r w:rsidRPr="007710BF">
        <w:rPr>
          <w:cs/>
          <w:lang w:bidi="bn-IN"/>
        </w:rPr>
        <w:t>অন্য এক স্থানে প্রকৃতির প্রতি পূর্ণ দৃষ্টি রেখে বলছেন</w:t>
      </w:r>
      <w:r w:rsidR="00895143">
        <w:t>,</w:t>
      </w:r>
    </w:p>
    <w:p w:rsidR="00386441" w:rsidRDefault="007710BF" w:rsidP="00386441">
      <w:pPr>
        <w:pStyle w:val="libCenter"/>
        <w:rPr>
          <w:lang w:bidi="bn-IN"/>
        </w:rPr>
      </w:pPr>
      <w:r w:rsidRPr="001933EC">
        <w:rPr>
          <w:rStyle w:val="libAlaemChar"/>
        </w:rPr>
        <w:t>“</w:t>
      </w:r>
      <w:r w:rsidRPr="007710BF">
        <w:rPr>
          <w:cs/>
          <w:lang w:bidi="bn-IN"/>
        </w:rPr>
        <w:t>যার হৃদয় হয়েছে উজ্জ্বল নূরে খোদার</w:t>
      </w:r>
    </w:p>
    <w:p w:rsidR="00386441" w:rsidRDefault="007710BF" w:rsidP="00386441">
      <w:pPr>
        <w:pStyle w:val="libCenter"/>
        <w:rPr>
          <w:lang w:bidi="bn-IN"/>
        </w:rPr>
      </w:pPr>
      <w:r w:rsidRPr="007710BF">
        <w:rPr>
          <w:cs/>
          <w:lang w:bidi="bn-IN"/>
        </w:rPr>
        <w:t>বিশ্ব জগতেরে দেখে যেন গ্রন্থ তার</w:t>
      </w:r>
    </w:p>
    <w:p w:rsidR="00386441" w:rsidRDefault="007710BF" w:rsidP="00386441">
      <w:pPr>
        <w:pStyle w:val="libCenter"/>
        <w:rPr>
          <w:lang w:bidi="bn-IN"/>
        </w:rPr>
      </w:pPr>
      <w:r w:rsidRPr="007710BF">
        <w:rPr>
          <w:cs/>
          <w:lang w:bidi="bn-IN"/>
        </w:rPr>
        <w:t>বর্ণমালা মূল তার</w:t>
      </w:r>
      <w:r w:rsidR="00895143">
        <w:t>,</w:t>
      </w:r>
      <w:r w:rsidRPr="007710BF">
        <w:rPr>
          <w:cs/>
          <w:lang w:bidi="bn-IN"/>
        </w:rPr>
        <w:t>শাখা কারক চিহ্ন*</w:t>
      </w:r>
    </w:p>
    <w:p w:rsidR="00386441" w:rsidRDefault="007710BF" w:rsidP="00386441">
      <w:pPr>
        <w:pStyle w:val="libCenter"/>
        <w:rPr>
          <w:rStyle w:val="libAlaemChar"/>
        </w:rPr>
      </w:pPr>
      <w:r w:rsidRPr="007710BF">
        <w:rPr>
          <w:cs/>
          <w:lang w:bidi="bn-IN"/>
        </w:rPr>
        <w:t>নির্দেশনা এ গ্রন্থের পর্যায় বিরাম চিহ্ন।</w:t>
      </w:r>
      <w:r w:rsidRPr="001933EC">
        <w:rPr>
          <w:rStyle w:val="libAlaemChar"/>
        </w:rPr>
        <w:t>”</w:t>
      </w:r>
    </w:p>
    <w:p w:rsidR="00386441" w:rsidRDefault="007710BF" w:rsidP="0080550D">
      <w:pPr>
        <w:pStyle w:val="libNormal"/>
        <w:tabs>
          <w:tab w:val="left" w:pos="9000"/>
        </w:tabs>
        <w:rPr>
          <w:lang w:bidi="bn-IN"/>
        </w:rPr>
      </w:pPr>
      <w:r w:rsidRPr="007710BF">
        <w:t>(*</w:t>
      </w:r>
      <w:r w:rsidRPr="007710BF">
        <w:rPr>
          <w:cs/>
          <w:lang w:bidi="bn-IN"/>
        </w:rPr>
        <w:t>আরবীতে জবর</w:t>
      </w:r>
      <w:r w:rsidR="00895143">
        <w:t>,</w:t>
      </w:r>
      <w:r w:rsidRPr="007710BF">
        <w:rPr>
          <w:cs/>
          <w:lang w:bidi="bn-IN"/>
        </w:rPr>
        <w:t>যের</w:t>
      </w:r>
      <w:r w:rsidR="00895143">
        <w:t>,</w:t>
      </w:r>
      <w:r w:rsidRPr="007710BF">
        <w:rPr>
          <w:cs/>
          <w:lang w:bidi="bn-IN"/>
        </w:rPr>
        <w:t>পেশ ইত্যাদিকে</w:t>
      </w:r>
      <w:r w:rsidR="00386441">
        <w:rPr>
          <w:lang w:bidi="bn-IN"/>
        </w:rPr>
        <w:t xml:space="preserve"> </w:t>
      </w:r>
      <w:r w:rsidR="00EB2CB6" w:rsidRPr="00EB2CB6">
        <w:rPr>
          <w:rStyle w:val="libArChar"/>
          <w:rFonts w:hint="cs"/>
          <w:rtl/>
        </w:rPr>
        <w:t>إعرااب</w:t>
      </w:r>
      <w:r w:rsidR="00386441">
        <w:rPr>
          <w:lang w:bidi="bn-IN"/>
        </w:rPr>
        <w:t xml:space="preserve"> </w:t>
      </w:r>
      <w:r w:rsidRPr="007710BF">
        <w:rPr>
          <w:cs/>
          <w:lang w:bidi="bn-IN"/>
        </w:rPr>
        <w:t>বা কারক চিহ্ন বলা হয়)</w:t>
      </w:r>
    </w:p>
    <w:p w:rsidR="00EB2CB6" w:rsidRDefault="007710BF" w:rsidP="0080550D">
      <w:pPr>
        <w:pStyle w:val="libNormal"/>
        <w:tabs>
          <w:tab w:val="left" w:pos="9000"/>
        </w:tabs>
      </w:pPr>
      <w:r w:rsidRPr="007710BF">
        <w:rPr>
          <w:cs/>
          <w:lang w:bidi="bn-IN"/>
        </w:rPr>
        <w:t>আমার এ বিষয়গুলো উপস্থাপনের কারণ হলো আরেফগণ যে কখনো কখনো প্রকৃতির বিষয়ে দৃষ্টি</w:t>
      </w:r>
      <w:r w:rsidR="00EB2CB6">
        <w:rPr>
          <w:lang w:bidi="bn-IN"/>
        </w:rPr>
        <w:t xml:space="preserve"> </w:t>
      </w:r>
      <w:r w:rsidRPr="007710BF">
        <w:rPr>
          <w:cs/>
          <w:lang w:bidi="bn-IN"/>
        </w:rPr>
        <w:t>দিয়েছেন তার নমুনা তুলে ধরা। এরূপ জামীর কবিতায় এসেছে</w:t>
      </w:r>
      <w:r w:rsidR="003936CB">
        <w:t>-</w:t>
      </w:r>
    </w:p>
    <w:p w:rsidR="00EB2CB6" w:rsidRDefault="007710BF" w:rsidP="00EB2CB6">
      <w:pPr>
        <w:pStyle w:val="libCenter"/>
        <w:rPr>
          <w:lang w:bidi="bn-IN"/>
        </w:rPr>
      </w:pPr>
      <w:r w:rsidRPr="001933EC">
        <w:rPr>
          <w:rStyle w:val="libAlaemChar"/>
        </w:rPr>
        <w:t>“</w:t>
      </w:r>
      <w:r w:rsidRPr="007710BF">
        <w:rPr>
          <w:cs/>
          <w:lang w:bidi="bn-IN"/>
        </w:rPr>
        <w:t>তরীকতের পীরের দাওয়াত শরাবের আসরে</w:t>
      </w:r>
    </w:p>
    <w:p w:rsidR="00EB2CB6" w:rsidRDefault="007710BF" w:rsidP="00EB2CB6">
      <w:pPr>
        <w:pStyle w:val="libCenter"/>
        <w:rPr>
          <w:lang w:bidi="bn-IN"/>
        </w:rPr>
      </w:pPr>
      <w:r w:rsidRPr="007710BF">
        <w:rPr>
          <w:cs/>
          <w:lang w:bidi="bn-IN"/>
        </w:rPr>
        <w:t>সাকী এসো দ্রুত</w:t>
      </w:r>
      <w:r w:rsidR="00895143">
        <w:t>,</w:t>
      </w:r>
      <w:r w:rsidRPr="007710BF">
        <w:rPr>
          <w:cs/>
          <w:lang w:bidi="bn-IN"/>
        </w:rPr>
        <w:t>লোকসান যে তা</w:t>
      </w:r>
      <w:r w:rsidRPr="001933EC">
        <w:rPr>
          <w:rStyle w:val="libAlaemChar"/>
        </w:rPr>
        <w:t>’</w:t>
      </w:r>
      <w:r w:rsidRPr="007710BF">
        <w:rPr>
          <w:cs/>
          <w:lang w:bidi="bn-IN"/>
        </w:rPr>
        <w:t>খিরে (দেরীতে)</w:t>
      </w:r>
    </w:p>
    <w:p w:rsidR="00EB2CB6" w:rsidRDefault="007710BF" w:rsidP="00EB2CB6">
      <w:pPr>
        <w:pStyle w:val="libCenter"/>
        <w:rPr>
          <w:lang w:bidi="bn-IN"/>
        </w:rPr>
      </w:pPr>
      <w:r w:rsidRPr="007710BF">
        <w:rPr>
          <w:cs/>
          <w:lang w:bidi="bn-IN"/>
        </w:rPr>
        <w:t>বিশ্ব আয়নাস্বরূপ যেথা সৌন্দর্যের প্রকাশ খোদার</w:t>
      </w:r>
    </w:p>
    <w:p w:rsidR="00EB2CB6" w:rsidRDefault="007710BF" w:rsidP="00EB2CB6">
      <w:pPr>
        <w:pStyle w:val="libCenter"/>
        <w:rPr>
          <w:rStyle w:val="libAlaemChar"/>
        </w:rPr>
      </w:pPr>
      <w:r w:rsidRPr="007710BF">
        <w:rPr>
          <w:cs/>
          <w:lang w:bidi="bn-IN"/>
        </w:rPr>
        <w:t xml:space="preserve">দেখ এ প্রতিটি আয়নাতে রূপ যে </w:t>
      </w:r>
      <w:r w:rsidR="00FE6D44">
        <w:rPr>
          <w:cs/>
          <w:lang w:bidi="bn-IN"/>
        </w:rPr>
        <w:t>তার</w:t>
      </w:r>
      <w:r w:rsidRPr="007710BF">
        <w:rPr>
          <w:cs/>
          <w:lang w:bidi="hi-IN"/>
        </w:rPr>
        <w:t>।</w:t>
      </w:r>
      <w:r w:rsidRPr="001933EC">
        <w:rPr>
          <w:rStyle w:val="libAlaemChar"/>
        </w:rPr>
        <w:t>”</w:t>
      </w:r>
    </w:p>
    <w:p w:rsidR="0018348A" w:rsidRDefault="007710BF" w:rsidP="0080550D">
      <w:pPr>
        <w:pStyle w:val="libNormal"/>
        <w:tabs>
          <w:tab w:val="left" w:pos="9000"/>
        </w:tabs>
        <w:rPr>
          <w:cs/>
          <w:lang w:bidi="bn-IN"/>
        </w:rPr>
      </w:pPr>
      <w:r w:rsidRPr="007710BF">
        <w:rPr>
          <w:cs/>
          <w:lang w:bidi="bn-IN"/>
        </w:rPr>
        <w:t>যদি আমরা কোরআনকে একদিকে এবং এরফানকে অন্যদিকে রাখি তাহলে দেখব কোরআন</w:t>
      </w:r>
      <w:r w:rsidR="00AB11F3">
        <w:rPr>
          <w:lang w:bidi="bn-IN"/>
        </w:rPr>
        <w:t xml:space="preserve"> </w:t>
      </w:r>
      <w:r w:rsidRPr="007710BF">
        <w:rPr>
          <w:cs/>
          <w:lang w:bidi="bn-IN"/>
        </w:rPr>
        <w:t>প্রকৃতির বিষয়ে কতটা গুরুত্ব দিয়েছে! আমরা বুঝতে পারব কোরআন প্রকৃতিকে এরফান অপেক্ষা</w:t>
      </w:r>
      <w:r w:rsidR="00AB11F3">
        <w:rPr>
          <w:lang w:bidi="bn-IN"/>
        </w:rPr>
        <w:t xml:space="preserve"> </w:t>
      </w:r>
      <w:r w:rsidRPr="007710BF">
        <w:rPr>
          <w:cs/>
          <w:lang w:bidi="bn-IN"/>
        </w:rPr>
        <w:t>অনেক বেশি গুরুত্ব দিয়েছে</w:t>
      </w:r>
      <w:r w:rsidR="00895143">
        <w:t>,</w:t>
      </w:r>
      <w:r w:rsidRPr="007710BF">
        <w:rPr>
          <w:cs/>
          <w:lang w:bidi="bn-IN"/>
        </w:rPr>
        <w:t>অথচ মানুষের অভ্যন্তরীণ সত্তার প্রতি বিশেষ লক্ষ্যদান থেকেও দূরে সরে</w:t>
      </w:r>
      <w:r w:rsidR="00AB11F3">
        <w:rPr>
          <w:lang w:bidi="bn-IN"/>
        </w:rPr>
        <w:t xml:space="preserve"> </w:t>
      </w:r>
      <w:r w:rsidRPr="007710BF">
        <w:rPr>
          <w:cs/>
          <w:lang w:bidi="bn-IN"/>
        </w:rPr>
        <w:t>আসেনি। সুতরাং কোরআনের পূর্ণ মানব বুদ্ধিবৃত্তি ও আন্তরিক প্রবণতার সাথে সমাজ ও প্রকৃতি</w:t>
      </w:r>
      <w:r w:rsidR="00AB11F3">
        <w:rPr>
          <w:lang w:bidi="bn-IN"/>
        </w:rPr>
        <w:t xml:space="preserve"> </w:t>
      </w:r>
      <w:r w:rsidRPr="007710BF">
        <w:rPr>
          <w:cs/>
          <w:lang w:bidi="bn-IN"/>
        </w:rPr>
        <w:t>প্রবণতার দিকেও দৃষ্টি দিয়েছে। তবে এদের প্রতিটির গুরুত্ব কতটুকু তা সম্ভব হলে যখন ইসলামের</w:t>
      </w:r>
      <w:r w:rsidR="00AB11F3">
        <w:rPr>
          <w:lang w:bidi="bn-IN"/>
        </w:rPr>
        <w:t xml:space="preserve"> </w:t>
      </w:r>
      <w:r w:rsidRPr="007710BF">
        <w:rPr>
          <w:cs/>
          <w:lang w:bidi="bn-IN"/>
        </w:rPr>
        <w:t>পূর্ণ মানবের রূপ বর্ণনা করব সে আলোচনায় উপস্থাপন করব ইনশা</w:t>
      </w:r>
      <w:r w:rsidR="006B46F0">
        <w:rPr>
          <w:cs/>
          <w:lang w:bidi="bn-IN"/>
        </w:rPr>
        <w:t>ল্লা</w:t>
      </w:r>
      <w:r w:rsidR="00AB11F3">
        <w:rPr>
          <w:rFonts w:hint="cs"/>
          <w:cs/>
          <w:lang w:bidi="bn-IN"/>
        </w:rPr>
        <w:t>হ্। এখানে শুধু এটুকই বলছি</w:t>
      </w:r>
      <w:r w:rsidR="00AB11F3">
        <w:rPr>
          <w:lang w:bidi="bn-IN"/>
        </w:rPr>
        <w:t xml:space="preserve"> </w:t>
      </w:r>
      <w:r w:rsidRPr="007710BF">
        <w:rPr>
          <w:rFonts w:hint="cs"/>
          <w:cs/>
          <w:lang w:bidi="bn-IN"/>
        </w:rPr>
        <w:t>যে</w:t>
      </w:r>
      <w:r w:rsidR="00895143">
        <w:t>,</w:t>
      </w:r>
      <w:r w:rsidRPr="007710BF">
        <w:rPr>
          <w:cs/>
          <w:lang w:bidi="bn-IN"/>
        </w:rPr>
        <w:t>কোরআনের পূর্ণ মানব আকল</w:t>
      </w:r>
      <w:r w:rsidR="00895143">
        <w:t>,</w:t>
      </w:r>
      <w:r w:rsidRPr="007710BF">
        <w:rPr>
          <w:cs/>
          <w:lang w:bidi="bn-IN"/>
        </w:rPr>
        <w:t>হৃদয়</w:t>
      </w:r>
      <w:r w:rsidR="00895143">
        <w:t>,</w:t>
      </w:r>
      <w:r w:rsidRPr="007710BF">
        <w:rPr>
          <w:cs/>
          <w:lang w:bidi="bn-IN"/>
        </w:rPr>
        <w:t>প্রকৃতি ও সমাজকেন্দ্রিক।</w:t>
      </w:r>
    </w:p>
    <w:p w:rsidR="0018348A" w:rsidRPr="00A3582C" w:rsidRDefault="0018348A" w:rsidP="009848A8">
      <w:pPr>
        <w:pStyle w:val="libNormal"/>
        <w:rPr>
          <w:rtl/>
          <w:cs/>
        </w:rPr>
      </w:pPr>
      <w:r>
        <w:rPr>
          <w:cs/>
          <w:lang w:bidi="bn-IN"/>
        </w:rPr>
        <w:br w:type="page"/>
      </w:r>
    </w:p>
    <w:p w:rsidR="00AB11F3" w:rsidRDefault="007710BF" w:rsidP="0018348A">
      <w:pPr>
        <w:pStyle w:val="Heading1"/>
        <w:rPr>
          <w:lang w:bidi="bn-IN"/>
        </w:rPr>
      </w:pPr>
      <w:bookmarkStart w:id="41" w:name="_Toc392601450"/>
      <w:r w:rsidRPr="007710BF">
        <w:rPr>
          <w:cs/>
          <w:lang w:bidi="bn-IN"/>
        </w:rPr>
        <w:t>আত্</w:t>
      </w:r>
      <w:r w:rsidR="0018348A">
        <w:rPr>
          <w:cs/>
          <w:lang w:bidi="bn-IN"/>
        </w:rPr>
        <w:t>মবিসর্জন</w:t>
      </w:r>
      <w:bookmarkEnd w:id="41"/>
      <w:r w:rsidR="0018348A">
        <w:rPr>
          <w:cs/>
          <w:lang w:bidi="bn-IN"/>
        </w:rPr>
        <w:t xml:space="preserve"> </w:t>
      </w:r>
    </w:p>
    <w:p w:rsidR="0018348A" w:rsidRDefault="0018348A" w:rsidP="0080550D">
      <w:pPr>
        <w:pStyle w:val="libNormal"/>
        <w:tabs>
          <w:tab w:val="left" w:pos="9000"/>
        </w:tabs>
        <w:rPr>
          <w:lang w:bidi="bn-IN"/>
        </w:rPr>
      </w:pPr>
    </w:p>
    <w:p w:rsidR="00AB11F3" w:rsidRDefault="007710BF" w:rsidP="0080550D">
      <w:pPr>
        <w:pStyle w:val="libNormal"/>
        <w:tabs>
          <w:tab w:val="left" w:pos="9000"/>
        </w:tabs>
        <w:rPr>
          <w:lang w:bidi="hi-IN"/>
        </w:rPr>
      </w:pPr>
      <w:r w:rsidRPr="007710BF">
        <w:rPr>
          <w:cs/>
          <w:lang w:bidi="bn-IN"/>
        </w:rPr>
        <w:t>গত বৈঠকের শেষে যে বিষয়টি উপস্থাপন করেছিলাম এ বৈঠকের শেষেও তা নিয়ে কিছু আলোচনা</w:t>
      </w:r>
      <w:r w:rsidR="00AB11F3">
        <w:rPr>
          <w:lang w:bidi="bn-IN"/>
        </w:rPr>
        <w:t xml:space="preserve"> </w:t>
      </w:r>
      <w:r w:rsidRPr="007710BF">
        <w:rPr>
          <w:cs/>
          <w:lang w:bidi="bn-IN"/>
        </w:rPr>
        <w:t>করব। কারণ এ আলোচনার কিছু ভূমিকা রয়েছে যা উপস্থাপন না করলে আমাদের আলোচনা অর্থহীন</w:t>
      </w:r>
      <w:r w:rsidR="0018348A">
        <w:rPr>
          <w:lang w:bidi="bn-IN"/>
        </w:rPr>
        <w:t xml:space="preserve"> </w:t>
      </w:r>
      <w:r w:rsidRPr="007710BF">
        <w:rPr>
          <w:cs/>
          <w:lang w:bidi="bn-IN"/>
        </w:rPr>
        <w:t xml:space="preserve">হয়ে পড়বে। শুধু যে বিষয়ে ইশারা করছি তা হলো </w:t>
      </w:r>
      <w:r w:rsidRPr="001933EC">
        <w:rPr>
          <w:rStyle w:val="libAlaemChar"/>
        </w:rPr>
        <w:t>‘</w:t>
      </w:r>
      <w:r w:rsidRPr="007710BF">
        <w:rPr>
          <w:cs/>
          <w:lang w:bidi="bn-IN"/>
        </w:rPr>
        <w:t>আত্মবিসর্জন</w:t>
      </w:r>
      <w:r w:rsidRPr="001933EC">
        <w:rPr>
          <w:rStyle w:val="libAlaemChar"/>
        </w:rPr>
        <w:t>’</w:t>
      </w:r>
      <w:r w:rsidRPr="007710BF">
        <w:rPr>
          <w:cs/>
          <w:lang w:bidi="hi-IN"/>
        </w:rPr>
        <w:t>।</w:t>
      </w:r>
    </w:p>
    <w:p w:rsidR="0018348A" w:rsidRDefault="007710BF" w:rsidP="0080550D">
      <w:pPr>
        <w:pStyle w:val="libNormal"/>
        <w:tabs>
          <w:tab w:val="left" w:pos="9000"/>
        </w:tabs>
        <w:rPr>
          <w:lang w:bidi="bn-IN"/>
        </w:rPr>
      </w:pPr>
      <w:r w:rsidRPr="007710BF">
        <w:rPr>
          <w:cs/>
          <w:lang w:bidi="bn-IN"/>
        </w:rPr>
        <w:t xml:space="preserve">এরফান হৃদয়কে সম্মান দান করে। হৃদয়ের পাশাপাশি </w:t>
      </w:r>
      <w:r w:rsidRPr="001933EC">
        <w:rPr>
          <w:rStyle w:val="libAlaemChar"/>
        </w:rPr>
        <w:t>‘</w:t>
      </w:r>
      <w:r w:rsidRPr="007710BF">
        <w:rPr>
          <w:cs/>
          <w:lang w:bidi="bn-IN"/>
        </w:rPr>
        <w:t>নাফ্স</w:t>
      </w:r>
      <w:r w:rsidRPr="001933EC">
        <w:rPr>
          <w:rStyle w:val="libAlaemChar"/>
        </w:rPr>
        <w:t>’</w:t>
      </w:r>
      <w:r w:rsidRPr="007710BF">
        <w:t xml:space="preserve"> </w:t>
      </w:r>
      <w:r w:rsidRPr="007710BF">
        <w:rPr>
          <w:cs/>
          <w:lang w:bidi="bn-IN"/>
        </w:rPr>
        <w:t>বলে একটি বিষয় কোরআনে</w:t>
      </w:r>
      <w:r w:rsidR="0018348A">
        <w:rPr>
          <w:lang w:bidi="bn-IN"/>
        </w:rPr>
        <w:t xml:space="preserve"> </w:t>
      </w:r>
      <w:r w:rsidRPr="007710BF">
        <w:rPr>
          <w:cs/>
          <w:lang w:bidi="bn-IN"/>
        </w:rPr>
        <w:t xml:space="preserve">উপস্থাপিত হয়েছে যাকে এরফান হীন মনে করে। এরফানের দাওয়াতের একটি অংশ </w:t>
      </w:r>
      <w:r w:rsidRPr="001933EC">
        <w:rPr>
          <w:rStyle w:val="libAlaemChar"/>
        </w:rPr>
        <w:t>‘</w:t>
      </w:r>
      <w:r w:rsidRPr="007710BF">
        <w:rPr>
          <w:cs/>
          <w:lang w:bidi="bn-IN"/>
        </w:rPr>
        <w:t>আত্মবিসর্জন</w:t>
      </w:r>
      <w:r w:rsidRPr="001933EC">
        <w:rPr>
          <w:rStyle w:val="libAlaemChar"/>
        </w:rPr>
        <w:t>’</w:t>
      </w:r>
      <w:r w:rsidR="00895143">
        <w:t>,</w:t>
      </w:r>
      <w:r w:rsidRPr="001933EC">
        <w:rPr>
          <w:rStyle w:val="libAlaemChar"/>
        </w:rPr>
        <w:t>‘</w:t>
      </w:r>
      <w:r w:rsidRPr="007710BF">
        <w:rPr>
          <w:cs/>
          <w:lang w:bidi="bn-IN"/>
        </w:rPr>
        <w:t>আত্মদূরী</w:t>
      </w:r>
      <w:r w:rsidRPr="001933EC">
        <w:rPr>
          <w:rStyle w:val="libAlaemChar"/>
        </w:rPr>
        <w:t>’</w:t>
      </w:r>
      <w:r w:rsidR="00895143">
        <w:t>,</w:t>
      </w:r>
      <w:r w:rsidRPr="001933EC">
        <w:rPr>
          <w:rStyle w:val="libAlaemChar"/>
        </w:rPr>
        <w:t>‘</w:t>
      </w:r>
      <w:r w:rsidRPr="007710BF">
        <w:rPr>
          <w:cs/>
          <w:lang w:bidi="bn-IN"/>
        </w:rPr>
        <w:t>নিজেকে বড় না দেখা</w:t>
      </w:r>
      <w:r w:rsidRPr="001933EC">
        <w:rPr>
          <w:rStyle w:val="libAlaemChar"/>
        </w:rPr>
        <w:t>’</w:t>
      </w:r>
      <w:r w:rsidR="00895143">
        <w:t>,</w:t>
      </w:r>
      <w:r w:rsidRPr="001933EC">
        <w:rPr>
          <w:rStyle w:val="libAlaemChar"/>
        </w:rPr>
        <w:t>‘</w:t>
      </w:r>
      <w:r w:rsidRPr="007710BF">
        <w:rPr>
          <w:cs/>
          <w:lang w:bidi="bn-IN"/>
        </w:rPr>
        <w:t>স্বার্থপরতা ত্যাগ</w:t>
      </w:r>
      <w:r w:rsidRPr="001933EC">
        <w:rPr>
          <w:rStyle w:val="libAlaemChar"/>
        </w:rPr>
        <w:t>’</w:t>
      </w:r>
      <w:r w:rsidRPr="007710BF">
        <w:t xml:space="preserve"> </w:t>
      </w:r>
      <w:r w:rsidRPr="007710BF">
        <w:rPr>
          <w:cs/>
          <w:lang w:bidi="bn-IN"/>
        </w:rPr>
        <w:t>ইত্যাদি নিয়ে। এ বিষয়গুলো সত্তাগতভাবে ঠিক</w:t>
      </w:r>
      <w:r w:rsidR="0018348A">
        <w:rPr>
          <w:lang w:bidi="bn-IN"/>
        </w:rPr>
        <w:t xml:space="preserve"> </w:t>
      </w:r>
      <w:r w:rsidRPr="007710BF">
        <w:rPr>
          <w:cs/>
          <w:lang w:bidi="bn-IN"/>
        </w:rPr>
        <w:t xml:space="preserve">এবং ইসলাম একে সমর্থন করে। আমরা আমাদের পরবর্তী বৈঠকে </w:t>
      </w:r>
      <w:r w:rsidR="00D009A1">
        <w:rPr>
          <w:cs/>
          <w:lang w:bidi="bn-IN"/>
        </w:rPr>
        <w:t>আল্লাহর</w:t>
      </w:r>
      <w:r w:rsidRPr="007710BF">
        <w:rPr>
          <w:rFonts w:hint="cs"/>
          <w:cs/>
          <w:lang w:bidi="bn-IN"/>
        </w:rPr>
        <w:t xml:space="preserve"> ইচ্ছা ও ক্ষমতায় এ</w:t>
      </w:r>
      <w:r w:rsidR="0018348A">
        <w:rPr>
          <w:lang w:bidi="bn-IN"/>
        </w:rPr>
        <w:t xml:space="preserve"> </w:t>
      </w:r>
      <w:r w:rsidRPr="007710BF">
        <w:rPr>
          <w:rFonts w:hint="cs"/>
          <w:cs/>
          <w:lang w:bidi="bn-IN"/>
        </w:rPr>
        <w:t>বিষয়ে ইসলাম ও এরফানের দৃষ্টিভঙ্গি আলোচনা করব।</w:t>
      </w:r>
    </w:p>
    <w:p w:rsidR="00157A97" w:rsidRDefault="007710BF" w:rsidP="0080550D">
      <w:pPr>
        <w:pStyle w:val="libNormal"/>
        <w:tabs>
          <w:tab w:val="left" w:pos="9000"/>
        </w:tabs>
        <w:rPr>
          <w:lang w:bidi="bn-IN"/>
        </w:rPr>
      </w:pPr>
      <w:r w:rsidRPr="007710BF">
        <w:rPr>
          <w:rFonts w:hint="cs"/>
          <w:cs/>
          <w:lang w:bidi="bn-IN"/>
        </w:rPr>
        <w:t>আমরা ইসলামে দু</w:t>
      </w:r>
      <w:r w:rsidRPr="001933EC">
        <w:rPr>
          <w:rStyle w:val="libAlaemChar"/>
        </w:rPr>
        <w:t>’</w:t>
      </w:r>
      <w:r w:rsidRPr="007710BF">
        <w:rPr>
          <w:cs/>
          <w:lang w:bidi="bn-IN"/>
        </w:rPr>
        <w:t>টি সত্তা ও দু</w:t>
      </w:r>
      <w:r w:rsidRPr="001933EC">
        <w:rPr>
          <w:rStyle w:val="libAlaemChar"/>
        </w:rPr>
        <w:t>’</w:t>
      </w:r>
      <w:r w:rsidRPr="007710BF">
        <w:rPr>
          <w:cs/>
          <w:lang w:bidi="bn-IN"/>
        </w:rPr>
        <w:t xml:space="preserve">টি নাফসের </w:t>
      </w:r>
      <w:r w:rsidR="00906B99">
        <w:rPr>
          <w:cs/>
          <w:lang w:bidi="bn-IN"/>
        </w:rPr>
        <w:t>উল্লেখ</w:t>
      </w:r>
      <w:r w:rsidRPr="007710BF">
        <w:rPr>
          <w:rFonts w:hint="cs"/>
          <w:cs/>
          <w:lang w:bidi="bn-IN"/>
        </w:rPr>
        <w:t xml:space="preserve"> দেখি। ইসলাম ব্যক্তির একটি সত্তাকে</w:t>
      </w:r>
      <w:r w:rsidR="0018348A">
        <w:rPr>
          <w:lang w:bidi="bn-IN"/>
        </w:rPr>
        <w:t xml:space="preserve"> </w:t>
      </w:r>
      <w:r w:rsidR="00D6387D">
        <w:rPr>
          <w:rFonts w:hint="cs"/>
          <w:cs/>
          <w:lang w:bidi="bn-IN"/>
        </w:rPr>
        <w:t>ক্ষুদ্র</w:t>
      </w:r>
      <w:r w:rsidRPr="007710BF">
        <w:rPr>
          <w:rFonts w:hint="cs"/>
          <w:cs/>
          <w:lang w:bidi="bn-IN"/>
        </w:rPr>
        <w:t>ভাবে দেখে ও একে প্রত্যাখ্যান করে</w:t>
      </w:r>
      <w:r w:rsidR="00895143">
        <w:t>,</w:t>
      </w:r>
      <w:r w:rsidRPr="007710BF">
        <w:rPr>
          <w:cs/>
          <w:lang w:bidi="bn-IN"/>
        </w:rPr>
        <w:t>আবার অন্য একটি সত্তা</w:t>
      </w:r>
      <w:r w:rsidR="0018348A">
        <w:rPr>
          <w:cs/>
          <w:lang w:bidi="bn-IN"/>
        </w:rPr>
        <w:t>কে জীবিত ও প্রাণবন্ত করার জন্য</w:t>
      </w:r>
      <w:r w:rsidR="0018348A">
        <w:rPr>
          <w:lang w:bidi="bn-IN"/>
        </w:rPr>
        <w:t xml:space="preserve"> </w:t>
      </w:r>
      <w:r w:rsidRPr="007710BF">
        <w:rPr>
          <w:cs/>
          <w:lang w:bidi="bn-IN"/>
        </w:rPr>
        <w:t>চেষ্টা চালায়। বিষয়টি অত্যন্ত সূক্ষ্ম। এ বিষয়টি এরূপ যে</w:t>
      </w:r>
      <w:r w:rsidR="00895143">
        <w:t>,</w:t>
      </w:r>
      <w:r w:rsidRPr="007710BF">
        <w:rPr>
          <w:cs/>
          <w:lang w:bidi="bn-IN"/>
        </w:rPr>
        <w:t>এক বন্ধু ও এক শত্রু পাশাপাশি এক সীমায়</w:t>
      </w:r>
      <w:r w:rsidR="0018348A">
        <w:rPr>
          <w:lang w:bidi="bn-IN"/>
        </w:rPr>
        <w:t xml:space="preserve"> </w:t>
      </w:r>
      <w:r w:rsidRPr="007710BF">
        <w:rPr>
          <w:cs/>
          <w:lang w:bidi="bn-IN"/>
        </w:rPr>
        <w:t>দাঁড়িয়ে রয়েছে এবং বন্ধুটি বিপদ</w:t>
      </w:r>
      <w:r w:rsidR="0018348A">
        <w:rPr>
          <w:cs/>
          <w:lang w:bidi="bn-IN"/>
        </w:rPr>
        <w:t>গ্রস্ত</w:t>
      </w:r>
      <w:r w:rsidRPr="007710BF">
        <w:rPr>
          <w:cs/>
          <w:lang w:bidi="hi-IN"/>
        </w:rPr>
        <w:t xml:space="preserve">। </w:t>
      </w:r>
      <w:r w:rsidRPr="007710BF">
        <w:rPr>
          <w:cs/>
          <w:lang w:bidi="bn-IN"/>
        </w:rPr>
        <w:t>যদি বন্ধুকে লক্ষ্য করে তীর ছুঁড়ি তবে আমাদের উদ্দেশ্য</w:t>
      </w:r>
      <w:r w:rsidRPr="001933EC">
        <w:rPr>
          <w:rStyle w:val="libAlaemChar"/>
        </w:rPr>
        <w:t>—</w:t>
      </w:r>
      <w:r w:rsidRPr="007710BF">
        <w:rPr>
          <w:cs/>
          <w:lang w:bidi="bn-IN"/>
        </w:rPr>
        <w:t>ব্যর্থতায় পর্যবসিত হবে। অথবা এর উদাহরণ এক শিশুর মতো যে গাছে উঠেছে ফল পাড়ার জন্য।</w:t>
      </w:r>
      <w:r w:rsidR="0018348A">
        <w:rPr>
          <w:lang w:bidi="bn-IN"/>
        </w:rPr>
        <w:t xml:space="preserve"> </w:t>
      </w:r>
      <w:r w:rsidRPr="007710BF">
        <w:rPr>
          <w:cs/>
          <w:lang w:bidi="bn-IN"/>
        </w:rPr>
        <w:t xml:space="preserve">ঘটনাক্রমে এক বিষাক্ত সাপ তার মাথার নিকট </w:t>
      </w:r>
      <w:r w:rsidR="00F8200F">
        <w:rPr>
          <w:cs/>
          <w:lang w:bidi="bn-IN"/>
        </w:rPr>
        <w:t>আবির্ভূত</w:t>
      </w:r>
      <w:r w:rsidRPr="007710BF">
        <w:rPr>
          <w:cs/>
          <w:lang w:bidi="bn-IN"/>
        </w:rPr>
        <w:t xml:space="preserve"> হয়ে</w:t>
      </w:r>
      <w:r w:rsidR="0018348A">
        <w:rPr>
          <w:cs/>
          <w:lang w:bidi="bn-IN"/>
        </w:rPr>
        <w:t>ছে। এখানে একজন অতি দক্ষ শিকারীর</w:t>
      </w:r>
      <w:r w:rsidR="0018348A">
        <w:rPr>
          <w:lang w:bidi="bn-IN"/>
        </w:rPr>
        <w:t xml:space="preserve"> </w:t>
      </w:r>
      <w:r w:rsidRPr="007710BF">
        <w:rPr>
          <w:cs/>
          <w:lang w:bidi="bn-IN"/>
        </w:rPr>
        <w:t xml:space="preserve">প্রয়োজন যে সাপকে লক্ষ্য করে তীর </w:t>
      </w:r>
      <w:r w:rsidR="0018348A">
        <w:rPr>
          <w:cs/>
          <w:lang w:bidi="bn-IN"/>
        </w:rPr>
        <w:t>ছুড়বে</w:t>
      </w:r>
      <w:r w:rsidR="00895143">
        <w:t>,</w:t>
      </w:r>
      <w:r w:rsidRPr="007710BF">
        <w:rPr>
          <w:cs/>
          <w:lang w:bidi="bn-IN"/>
        </w:rPr>
        <w:t>কিন্তু তাতে শিশুট</w:t>
      </w:r>
      <w:r w:rsidR="0018348A">
        <w:rPr>
          <w:cs/>
          <w:lang w:bidi="bn-IN"/>
        </w:rPr>
        <w:t>ির যাতে কোন ক্ষতি না হয়। যদি</w:t>
      </w:r>
      <w:r w:rsidRPr="007710BF">
        <w:rPr>
          <w:cs/>
          <w:lang w:bidi="bn-IN"/>
        </w:rPr>
        <w:t xml:space="preserve"> শিকারী বিন্দুমাত্র ভুল করে তাহলে তীর লক্ষ্যভ্রষ্ট হবে</w:t>
      </w:r>
      <w:r w:rsidR="003936CB">
        <w:t>-</w:t>
      </w:r>
      <w:r w:rsidRPr="007710BF">
        <w:t xml:space="preserve"> </w:t>
      </w:r>
      <w:r w:rsidRPr="007710BF">
        <w:rPr>
          <w:cs/>
          <w:lang w:bidi="bn-IN"/>
        </w:rPr>
        <w:t>সাপের গায়ে না লেগে হয়তো বাচ্চার গায়ে</w:t>
      </w:r>
      <w:r w:rsidR="0018348A">
        <w:rPr>
          <w:lang w:bidi="bn-IN"/>
        </w:rPr>
        <w:t xml:space="preserve"> </w:t>
      </w:r>
      <w:r w:rsidRPr="007710BF">
        <w:rPr>
          <w:cs/>
          <w:lang w:bidi="bn-IN"/>
        </w:rPr>
        <w:t xml:space="preserve">লাগবে। তাতে সাপের </w:t>
      </w:r>
      <w:r w:rsidR="009E7BEE">
        <w:rPr>
          <w:cs/>
          <w:lang w:bidi="bn-IN"/>
        </w:rPr>
        <w:t>মৃত্যু</w:t>
      </w:r>
      <w:r w:rsidRPr="007710BF">
        <w:rPr>
          <w:cs/>
          <w:lang w:bidi="bn-IN"/>
        </w:rPr>
        <w:t xml:space="preserve"> না ঘটে শিশুটির </w:t>
      </w:r>
      <w:r w:rsidR="009E7BEE">
        <w:rPr>
          <w:cs/>
          <w:lang w:bidi="bn-IN"/>
        </w:rPr>
        <w:t>মৃত্যু</w:t>
      </w:r>
      <w:r w:rsidRPr="007710BF">
        <w:rPr>
          <w:cs/>
          <w:lang w:bidi="bn-IN"/>
        </w:rPr>
        <w:t xml:space="preserve"> ঘটবে। সুতরাং শিকারীকে এতটা </w:t>
      </w:r>
      <w:r w:rsidR="00157A97">
        <w:rPr>
          <w:cs/>
          <w:lang w:bidi="bn-IN"/>
        </w:rPr>
        <w:t>নির্ভুল হতে হবে</w:t>
      </w:r>
      <w:r w:rsidR="00157A97">
        <w:rPr>
          <w:lang w:bidi="bn-IN"/>
        </w:rPr>
        <w:t xml:space="preserve"> </w:t>
      </w:r>
      <w:r w:rsidRPr="007710BF">
        <w:rPr>
          <w:cs/>
          <w:lang w:bidi="bn-IN"/>
        </w:rPr>
        <w:t>যাতে শিশুর বিন্দুমাত্র ক্ষতি না হয়</w:t>
      </w:r>
      <w:r w:rsidR="00895143">
        <w:t>,</w:t>
      </w:r>
      <w:r w:rsidRPr="007710BF">
        <w:rPr>
          <w:cs/>
          <w:lang w:bidi="bn-IN"/>
        </w:rPr>
        <w:t xml:space="preserve">অথচ সাপটির </w:t>
      </w:r>
      <w:r w:rsidR="009E7BEE">
        <w:rPr>
          <w:cs/>
          <w:lang w:bidi="bn-IN"/>
        </w:rPr>
        <w:t>মৃত্যু</w:t>
      </w:r>
      <w:r w:rsidRPr="007710BF">
        <w:rPr>
          <w:cs/>
          <w:lang w:bidi="bn-IN"/>
        </w:rPr>
        <w:t xml:space="preserve"> ঘটে</w:t>
      </w:r>
      <w:r w:rsidR="00157A97">
        <w:rPr>
          <w:cs/>
          <w:lang w:bidi="hi-IN"/>
        </w:rPr>
        <w:t xml:space="preserve">। </w:t>
      </w:r>
      <w:r w:rsidR="00157A97">
        <w:rPr>
          <w:cs/>
          <w:lang w:bidi="bn-IN"/>
        </w:rPr>
        <w:t>এখানেও তা-ই যেন বন্ধু ও শত্রু</w:t>
      </w:r>
      <w:r w:rsidR="00157A97">
        <w:rPr>
          <w:lang w:bidi="bn-IN"/>
        </w:rPr>
        <w:t xml:space="preserve"> </w:t>
      </w:r>
      <w:r w:rsidRPr="007710BF">
        <w:rPr>
          <w:cs/>
          <w:lang w:bidi="bn-IN"/>
        </w:rPr>
        <w:t>পরস্পর সংঘর্ষে লিপ্ত</w:t>
      </w:r>
      <w:r w:rsidR="00895143">
        <w:t>,</w:t>
      </w:r>
      <w:r w:rsidRPr="007710BF">
        <w:rPr>
          <w:cs/>
          <w:lang w:bidi="bn-IN"/>
        </w:rPr>
        <w:t>তোমাকে এমনভাবে তরবারী চালনা বা তীর নিক্ষেপ করতে হবে যেন শত্রুর</w:t>
      </w:r>
      <w:r w:rsidR="00157A97">
        <w:rPr>
          <w:lang w:bidi="bn-IN"/>
        </w:rPr>
        <w:t xml:space="preserve"> </w:t>
      </w:r>
      <w:r w:rsidR="009E7BEE">
        <w:rPr>
          <w:cs/>
          <w:lang w:bidi="bn-IN"/>
        </w:rPr>
        <w:t>মৃত্যু</w:t>
      </w:r>
      <w:r w:rsidRPr="007710BF">
        <w:rPr>
          <w:cs/>
          <w:lang w:bidi="bn-IN"/>
        </w:rPr>
        <w:t xml:space="preserve"> হয়</w:t>
      </w:r>
      <w:r w:rsidR="00895143">
        <w:t>,</w:t>
      </w:r>
      <w:r w:rsidR="00157A97">
        <w:rPr>
          <w:cs/>
          <w:lang w:bidi="bn-IN"/>
        </w:rPr>
        <w:t>কিন্তু বন্ধুর ক্ষতি না হয়।</w:t>
      </w:r>
      <w:r w:rsidR="00157A97">
        <w:rPr>
          <w:lang w:bidi="bn-IN"/>
        </w:rPr>
        <w:t xml:space="preserve"> </w:t>
      </w:r>
    </w:p>
    <w:p w:rsidR="00157A97" w:rsidRDefault="007710BF" w:rsidP="00157A97">
      <w:pPr>
        <w:pStyle w:val="libNormal"/>
        <w:tabs>
          <w:tab w:val="left" w:pos="9000"/>
        </w:tabs>
        <w:rPr>
          <w:lang w:bidi="bn-IN"/>
        </w:rPr>
      </w:pPr>
      <w:r w:rsidRPr="007710BF">
        <w:rPr>
          <w:cs/>
          <w:lang w:bidi="bn-IN"/>
        </w:rPr>
        <w:t>ইসলামের মোজেযা এখানেই যে</w:t>
      </w:r>
      <w:r w:rsidR="00895143">
        <w:t>,</w:t>
      </w:r>
      <w:r w:rsidRPr="007710BF">
        <w:rPr>
          <w:cs/>
          <w:lang w:bidi="bn-IN"/>
        </w:rPr>
        <w:t>এ দ্বৈত সত্তাকে সঠিকভাবে চিহ্নিত করেছে</w:t>
      </w:r>
      <w:r w:rsidR="00895143">
        <w:t>,</w:t>
      </w:r>
      <w:r w:rsidRPr="007710BF">
        <w:rPr>
          <w:cs/>
          <w:lang w:bidi="bn-IN"/>
        </w:rPr>
        <w:t>এ ক্ষেত্রে কোন</w:t>
      </w:r>
      <w:r w:rsidR="00157A97">
        <w:rPr>
          <w:lang w:bidi="bn-IN"/>
        </w:rPr>
        <w:t xml:space="preserve"> </w:t>
      </w:r>
      <w:r w:rsidRPr="007710BF">
        <w:rPr>
          <w:cs/>
          <w:lang w:bidi="bn-IN"/>
        </w:rPr>
        <w:t>ভুলই করেনি। আরেফগণের মধ্যে কখনো কখনো লক্ষ্য করলে দেখা যায়</w:t>
      </w:r>
      <w:r w:rsidR="00895143">
        <w:t>,</w:t>
      </w:r>
      <w:r w:rsidRPr="007710BF">
        <w:rPr>
          <w:cs/>
          <w:lang w:bidi="bn-IN"/>
        </w:rPr>
        <w:t>ভুলক্রমে অভ্যন্তরীণ</w:t>
      </w:r>
      <w:r w:rsidR="00157A97">
        <w:rPr>
          <w:lang w:bidi="bn-IN"/>
        </w:rPr>
        <w:t xml:space="preserve"> </w:t>
      </w:r>
      <w:r w:rsidRPr="007710BF">
        <w:rPr>
          <w:cs/>
          <w:lang w:bidi="bn-IN"/>
        </w:rPr>
        <w:t xml:space="preserve">শত্রুসত্তার স্থলে বন্ধুসত্তাকে আক্রমণ করে বসেছেন। অর্থাৎ কখনো </w:t>
      </w:r>
      <w:r w:rsidR="00FE6D44">
        <w:rPr>
          <w:cs/>
          <w:lang w:bidi="bn-IN"/>
        </w:rPr>
        <w:t>তারা</w:t>
      </w:r>
      <w:r w:rsidRPr="007710BF">
        <w:rPr>
          <w:cs/>
          <w:lang w:bidi="bn-IN"/>
        </w:rPr>
        <w:t xml:space="preserve"> নাফ্স বা </w:t>
      </w:r>
      <w:r w:rsidR="00D009A1">
        <w:rPr>
          <w:cs/>
          <w:lang w:bidi="bn-IN"/>
        </w:rPr>
        <w:t>প্রবৃত্তি</w:t>
      </w:r>
      <w:r w:rsidRPr="007710BF">
        <w:rPr>
          <w:cs/>
          <w:lang w:bidi="bn-IN"/>
        </w:rPr>
        <w:t>কে হত্যা না</w:t>
      </w:r>
      <w:r w:rsidR="00157A97">
        <w:rPr>
          <w:lang w:bidi="bn-IN"/>
        </w:rPr>
        <w:t xml:space="preserve"> </w:t>
      </w:r>
      <w:r w:rsidRPr="007710BF">
        <w:rPr>
          <w:cs/>
          <w:lang w:bidi="bn-IN"/>
        </w:rPr>
        <w:t xml:space="preserve">করে যাকে </w:t>
      </w:r>
      <w:r w:rsidR="00FE6D44">
        <w:rPr>
          <w:cs/>
          <w:lang w:bidi="bn-IN"/>
        </w:rPr>
        <w:t>তারা</w:t>
      </w:r>
      <w:r w:rsidRPr="007710BF">
        <w:rPr>
          <w:cs/>
          <w:lang w:bidi="bn-IN"/>
        </w:rPr>
        <w:t xml:space="preserve"> হৃদয় বা মনুষ্যত্ব বলেন তাকে হত্যা করে বসেছেন। এ সূক্ষ্ম বিষয়টি ইনশা</w:t>
      </w:r>
      <w:r w:rsidR="006B46F0">
        <w:rPr>
          <w:cs/>
          <w:lang w:bidi="bn-IN"/>
        </w:rPr>
        <w:t>ল্লা</w:t>
      </w:r>
      <w:r w:rsidR="00157A97">
        <w:rPr>
          <w:rFonts w:hint="cs"/>
          <w:cs/>
          <w:lang w:bidi="bn-IN"/>
        </w:rPr>
        <w:t>হ</w:t>
      </w:r>
      <w:r w:rsidR="00157A97">
        <w:rPr>
          <w:lang w:bidi="bn-IN"/>
        </w:rPr>
        <w:t xml:space="preserve"> </w:t>
      </w:r>
      <w:r w:rsidR="00157A97">
        <w:rPr>
          <w:cs/>
          <w:lang w:bidi="bn-IN"/>
        </w:rPr>
        <w:t>প</w:t>
      </w:r>
      <w:r w:rsidRPr="007710BF">
        <w:rPr>
          <w:rFonts w:hint="cs"/>
          <w:cs/>
          <w:lang w:bidi="bn-IN"/>
        </w:rPr>
        <w:t>রবর্তী বৈঠকে বিস্তারিত আলোচনা করব।</w:t>
      </w:r>
    </w:p>
    <w:p w:rsidR="00157A97" w:rsidRPr="00A3582C" w:rsidRDefault="00157A97" w:rsidP="009848A8">
      <w:pPr>
        <w:pStyle w:val="libNormal"/>
      </w:pPr>
      <w:r>
        <w:rPr>
          <w:lang w:bidi="bn-IN"/>
        </w:rPr>
        <w:br w:type="page"/>
      </w:r>
    </w:p>
    <w:p w:rsidR="00157A97" w:rsidRDefault="007710BF" w:rsidP="00157A97">
      <w:pPr>
        <w:pStyle w:val="Heading1Center"/>
      </w:pPr>
      <w:bookmarkStart w:id="42" w:name="_Toc392601451"/>
      <w:r w:rsidRPr="007710BF">
        <w:rPr>
          <w:rFonts w:hint="cs"/>
          <w:cs/>
          <w:lang w:bidi="bn-IN"/>
        </w:rPr>
        <w:t>এরফানী মতবাদের পর্যালোচনা</w:t>
      </w:r>
      <w:bookmarkEnd w:id="42"/>
    </w:p>
    <w:p w:rsidR="00157A97" w:rsidRDefault="00157A97" w:rsidP="00157A97">
      <w:pPr>
        <w:pStyle w:val="libNormal"/>
        <w:tabs>
          <w:tab w:val="left" w:pos="9000"/>
        </w:tabs>
        <w:rPr>
          <w:lang w:bidi="bn-IN"/>
        </w:rPr>
      </w:pPr>
    </w:p>
    <w:p w:rsidR="00157A97" w:rsidRDefault="00157A97" w:rsidP="00157A97">
      <w:pPr>
        <w:pStyle w:val="libAie"/>
        <w:rPr>
          <w:lang w:bidi="bn-IN"/>
        </w:rPr>
      </w:pPr>
      <w:r w:rsidRPr="00157A97">
        <w:rPr>
          <w:rStyle w:val="libAlaemChar"/>
        </w:rPr>
        <w:t>)</w:t>
      </w:r>
      <w:r w:rsidRPr="00157A97">
        <w:rPr>
          <w:rtl/>
        </w:rPr>
        <w:t>فَأَمَّا مَن طَغَى</w:t>
      </w:r>
      <w:r w:rsidRPr="00157A97">
        <w:rPr>
          <w:rFonts w:hint="cs"/>
          <w:rtl/>
        </w:rPr>
        <w:t>ٰ</w:t>
      </w:r>
      <w:r w:rsidRPr="00157A97">
        <w:rPr>
          <w:rtl/>
        </w:rPr>
        <w:t xml:space="preserve"> </w:t>
      </w:r>
      <w:r w:rsidRPr="00157A97">
        <w:rPr>
          <w:rFonts w:hint="cs"/>
          <w:rtl/>
        </w:rPr>
        <w:t>وَآثَرَ</w:t>
      </w:r>
      <w:r w:rsidRPr="00A3582C">
        <w:rPr>
          <w:rFonts w:hint="cs"/>
          <w:rtl/>
        </w:rPr>
        <w:t xml:space="preserve">‌ </w:t>
      </w:r>
      <w:r w:rsidRPr="00157A97">
        <w:rPr>
          <w:rFonts w:hint="cs"/>
          <w:rtl/>
        </w:rPr>
        <w:t>الْحَيَاةَ</w:t>
      </w:r>
      <w:r w:rsidRPr="00A3582C">
        <w:rPr>
          <w:rFonts w:hint="cs"/>
          <w:rtl/>
        </w:rPr>
        <w:t xml:space="preserve"> </w:t>
      </w:r>
      <w:r w:rsidRPr="00157A97">
        <w:rPr>
          <w:rFonts w:hint="cs"/>
          <w:rtl/>
        </w:rPr>
        <w:t>الدُّنْيَا</w:t>
      </w:r>
      <w:r w:rsidRPr="00157A97">
        <w:rPr>
          <w:rtl/>
        </w:rPr>
        <w:t xml:space="preserve"> فَإِنَّ الْجَحِيمَ هِيَ الْمَأْوَى</w:t>
      </w:r>
      <w:r w:rsidRPr="00157A97">
        <w:rPr>
          <w:rFonts w:hint="cs"/>
          <w:rtl/>
        </w:rPr>
        <w:t>ٰ</w:t>
      </w:r>
      <w:r w:rsidRPr="00157A97">
        <w:rPr>
          <w:rtl/>
        </w:rPr>
        <w:t xml:space="preserve"> وَأَمَّا مَنْ خَافَ مَقَامَ رَ‌بِّهِ وَنَهَى النَّفْسَ عَنِ الْهَوَى</w:t>
      </w:r>
      <w:r w:rsidRPr="00157A97">
        <w:rPr>
          <w:rFonts w:hint="cs"/>
          <w:rtl/>
        </w:rPr>
        <w:t>ٰ</w:t>
      </w:r>
      <w:r w:rsidRPr="00157A97">
        <w:rPr>
          <w:rtl/>
        </w:rPr>
        <w:t xml:space="preserve">  فَإِنَّ الْجَنَّةَ هِيَ الْمَأْوَى</w:t>
      </w:r>
      <w:r w:rsidRPr="00157A97">
        <w:rPr>
          <w:rFonts w:hint="cs"/>
          <w:rtl/>
        </w:rPr>
        <w:t>ٰ</w:t>
      </w:r>
      <w:r w:rsidRPr="00157A97">
        <w:rPr>
          <w:rStyle w:val="libAlaemChar"/>
        </w:rPr>
        <w:t>(</w:t>
      </w:r>
    </w:p>
    <w:p w:rsidR="00157A97" w:rsidRDefault="007710BF" w:rsidP="00157A97">
      <w:pPr>
        <w:pStyle w:val="libNormal"/>
        <w:tabs>
          <w:tab w:val="left" w:pos="9000"/>
        </w:tabs>
        <w:rPr>
          <w:lang w:bidi="bn-IN"/>
        </w:rPr>
      </w:pPr>
      <w:r w:rsidRPr="007710BF">
        <w:t>(</w:t>
      </w:r>
      <w:r w:rsidRPr="007710BF">
        <w:rPr>
          <w:cs/>
          <w:lang w:bidi="bn-IN"/>
        </w:rPr>
        <w:t>সূরা নাযিয়াত : ৩৭-৪১)</w:t>
      </w:r>
    </w:p>
    <w:p w:rsidR="00AE6319" w:rsidRDefault="007710BF" w:rsidP="00157A97">
      <w:pPr>
        <w:pStyle w:val="libNormal"/>
        <w:tabs>
          <w:tab w:val="left" w:pos="9000"/>
        </w:tabs>
        <w:rPr>
          <w:lang w:bidi="bn-IN"/>
        </w:rPr>
      </w:pPr>
      <w:r w:rsidRPr="007710BF">
        <w:rPr>
          <w:cs/>
          <w:lang w:bidi="bn-IN"/>
        </w:rPr>
        <w:t>পূর্ণ মানুষের বিষয়ে এরফানে একটি গুরুত্ব</w:t>
      </w:r>
      <w:r w:rsidR="005C657F">
        <w:rPr>
          <w:cs/>
          <w:lang w:bidi="bn-IN"/>
        </w:rPr>
        <w:t>পূর্ণ</w:t>
      </w:r>
      <w:r w:rsidRPr="007710BF">
        <w:rPr>
          <w:cs/>
          <w:lang w:bidi="bn-IN"/>
        </w:rPr>
        <w:t xml:space="preserve"> আলোচনা রয়েছে</w:t>
      </w:r>
      <w:r w:rsidR="00895143">
        <w:t>,</w:t>
      </w:r>
      <w:r w:rsidR="00AE6319">
        <w:rPr>
          <w:cs/>
          <w:lang w:bidi="bn-IN"/>
        </w:rPr>
        <w:t>আর তা হলো মানুষের তার</w:t>
      </w:r>
      <w:r w:rsidR="00AE6319">
        <w:rPr>
          <w:lang w:bidi="bn-IN"/>
        </w:rPr>
        <w:t xml:space="preserve"> </w:t>
      </w:r>
      <w:r w:rsidRPr="007710BF">
        <w:rPr>
          <w:cs/>
          <w:lang w:bidi="bn-IN"/>
        </w:rPr>
        <w:t xml:space="preserve">আপন সত্তার সঙ্গে </w:t>
      </w:r>
      <w:r w:rsidR="000C4B23">
        <w:rPr>
          <w:cs/>
          <w:lang w:bidi="bn-IN"/>
        </w:rPr>
        <w:t>সম্পর্কে</w:t>
      </w:r>
      <w:r w:rsidRPr="007710BF">
        <w:rPr>
          <w:cs/>
          <w:lang w:bidi="bn-IN"/>
        </w:rPr>
        <w:t>র ক্ষেত্রে। অবশ্য এ বিষয়টি ইসলামীও বটে। তাসাউফ ও এরফানের</w:t>
      </w:r>
      <w:r w:rsidR="00AE6319">
        <w:rPr>
          <w:lang w:bidi="bn-IN"/>
        </w:rPr>
        <w:t xml:space="preserve"> </w:t>
      </w:r>
      <w:r w:rsidRPr="007710BF">
        <w:rPr>
          <w:cs/>
          <w:lang w:bidi="bn-IN"/>
        </w:rPr>
        <w:t>ভাষায় যেমন স্বার্থপরতা</w:t>
      </w:r>
      <w:r w:rsidR="00895143">
        <w:t>,</w:t>
      </w:r>
      <w:r w:rsidRPr="007710BF">
        <w:rPr>
          <w:cs/>
          <w:lang w:bidi="bn-IN"/>
        </w:rPr>
        <w:t>আত্মকেন্দ্রিকতা</w:t>
      </w:r>
      <w:r w:rsidR="00895143">
        <w:t>,</w:t>
      </w:r>
      <w:r w:rsidR="00D009A1">
        <w:rPr>
          <w:cs/>
          <w:lang w:bidi="bn-IN"/>
        </w:rPr>
        <w:t>প্রবৃত্তি</w:t>
      </w:r>
      <w:r w:rsidRPr="007710BF">
        <w:rPr>
          <w:cs/>
          <w:lang w:bidi="bn-IN"/>
        </w:rPr>
        <w:t>র অনুসরণের বিরুদ্ধে সংগ্রামের বিষয় রয়েছে তেমনি</w:t>
      </w:r>
      <w:r w:rsidR="00AE6319">
        <w:rPr>
          <w:lang w:bidi="bn-IN"/>
        </w:rPr>
        <w:t xml:space="preserve"> </w:t>
      </w:r>
      <w:r w:rsidRPr="007710BF">
        <w:rPr>
          <w:cs/>
          <w:lang w:bidi="bn-IN"/>
        </w:rPr>
        <w:t>ইসলামেও</w:t>
      </w:r>
      <w:r w:rsidRPr="007710BF">
        <w:t xml:space="preserve">; </w:t>
      </w:r>
      <w:r w:rsidRPr="007710BF">
        <w:rPr>
          <w:cs/>
          <w:lang w:bidi="bn-IN"/>
        </w:rPr>
        <w:t>অবশ্য ইসলামী এরফান এ বিষয়গুলো ইসলাম থেকেই নিয়েছে এবং পরিভাষাগুলোও</w:t>
      </w:r>
      <w:r w:rsidR="00AE6319">
        <w:rPr>
          <w:lang w:bidi="bn-IN"/>
        </w:rPr>
        <w:t xml:space="preserve"> </w:t>
      </w:r>
      <w:r w:rsidRPr="007710BF">
        <w:rPr>
          <w:cs/>
          <w:lang w:bidi="bn-IN"/>
        </w:rPr>
        <w:t>ইসলামী</w:t>
      </w:r>
      <w:r w:rsidRPr="007710BF">
        <w:rPr>
          <w:cs/>
          <w:lang w:bidi="hi-IN"/>
        </w:rPr>
        <w:t xml:space="preserve">। </w:t>
      </w:r>
      <w:r w:rsidRPr="007710BF">
        <w:rPr>
          <w:cs/>
          <w:lang w:bidi="bn-IN"/>
        </w:rPr>
        <w:t>কিন্তু এ পরিভাষাগুলোর কোন কোনটি সঠিক নয়। আজকের আলোচনায় আমরা এ বিষয়টিব্যাখ্যা করব।</w:t>
      </w:r>
    </w:p>
    <w:p w:rsidR="00AE6319" w:rsidRDefault="007710BF" w:rsidP="00157A97">
      <w:pPr>
        <w:pStyle w:val="libNormal"/>
        <w:tabs>
          <w:tab w:val="left" w:pos="9000"/>
        </w:tabs>
      </w:pPr>
      <w:r w:rsidRPr="007710BF">
        <w:rPr>
          <w:cs/>
          <w:lang w:bidi="bn-IN"/>
        </w:rPr>
        <w:t xml:space="preserve">আত্মশুদ্ধির বিষয়ে </w:t>
      </w:r>
      <w:r w:rsidR="00591FD9">
        <w:rPr>
          <w:cs/>
          <w:lang w:bidi="bn-IN"/>
        </w:rPr>
        <w:t>নাফসের</w:t>
      </w:r>
      <w:r w:rsidRPr="007710BF">
        <w:rPr>
          <w:cs/>
          <w:lang w:bidi="bn-IN"/>
        </w:rPr>
        <w:t xml:space="preserve"> বিরুদ্ধে সংগ্রামের বিষয় রয়েছে</w:t>
      </w:r>
      <w:r w:rsidR="003936CB">
        <w:t>-</w:t>
      </w:r>
      <w:r w:rsidRPr="007710BF">
        <w:t xml:space="preserve"> </w:t>
      </w:r>
      <w:r w:rsidRPr="007710BF">
        <w:rPr>
          <w:cs/>
          <w:lang w:bidi="bn-IN"/>
        </w:rPr>
        <w:t xml:space="preserve">আরবী </w:t>
      </w:r>
      <w:r w:rsidRPr="001933EC">
        <w:rPr>
          <w:rStyle w:val="libAlaemChar"/>
        </w:rPr>
        <w:t>‘</w:t>
      </w:r>
      <w:r w:rsidRPr="007710BF">
        <w:rPr>
          <w:cs/>
          <w:lang w:bidi="bn-IN"/>
        </w:rPr>
        <w:t>নাফ্স</w:t>
      </w:r>
      <w:r w:rsidRPr="001933EC">
        <w:rPr>
          <w:rStyle w:val="libAlaemChar"/>
        </w:rPr>
        <w:t>’</w:t>
      </w:r>
      <w:r w:rsidRPr="007710BF">
        <w:t xml:space="preserve"> </w:t>
      </w:r>
      <w:r w:rsidRPr="007710BF">
        <w:rPr>
          <w:cs/>
          <w:lang w:bidi="bn-IN"/>
        </w:rPr>
        <w:t>শব্দের বাংলা অর্থ</w:t>
      </w:r>
      <w:r w:rsidR="00AE6319">
        <w:rPr>
          <w:lang w:bidi="bn-IN"/>
        </w:rPr>
        <w:t xml:space="preserve"> </w:t>
      </w:r>
      <w:r w:rsidRPr="007710BF">
        <w:rPr>
          <w:cs/>
          <w:lang w:bidi="bn-IN"/>
        </w:rPr>
        <w:t xml:space="preserve">হবে আত্ম বা নিজ। তাই যখন বলা হবে </w:t>
      </w:r>
      <w:r w:rsidR="00591FD9">
        <w:rPr>
          <w:cs/>
          <w:lang w:bidi="bn-IN"/>
        </w:rPr>
        <w:t>নাফসের</w:t>
      </w:r>
      <w:r w:rsidRPr="007710BF">
        <w:rPr>
          <w:cs/>
          <w:lang w:bidi="bn-IN"/>
        </w:rPr>
        <w:t xml:space="preserve"> বিরুদ্ধে সংগ্রাম তখন নাফ্স মানুষের অভ্যন্তরীণ</w:t>
      </w:r>
      <w:r w:rsidR="00AE6319">
        <w:rPr>
          <w:lang w:bidi="bn-IN"/>
        </w:rPr>
        <w:t xml:space="preserve"> </w:t>
      </w:r>
      <w:r w:rsidRPr="007710BF">
        <w:rPr>
          <w:cs/>
          <w:lang w:bidi="bn-IN"/>
        </w:rPr>
        <w:t>শত্রু বলে পরিগণ্য। যেমন সা</w:t>
      </w:r>
      <w:r w:rsidRPr="001933EC">
        <w:rPr>
          <w:rStyle w:val="libAlaemChar"/>
        </w:rPr>
        <w:t>’</w:t>
      </w:r>
      <w:r w:rsidRPr="007710BF">
        <w:rPr>
          <w:cs/>
          <w:lang w:bidi="bn-IN"/>
        </w:rPr>
        <w:t>দী বলছেন</w:t>
      </w:r>
      <w:r w:rsidR="00895143">
        <w:t>,</w:t>
      </w:r>
    </w:p>
    <w:p w:rsidR="00AE6319" w:rsidRDefault="007710BF" w:rsidP="00AE6319">
      <w:pPr>
        <w:pStyle w:val="libCenter"/>
        <w:rPr>
          <w:lang w:bidi="bn-IN"/>
        </w:rPr>
      </w:pPr>
      <w:r w:rsidRPr="001933EC">
        <w:rPr>
          <w:rStyle w:val="libAlaemChar"/>
        </w:rPr>
        <w:t>“</w:t>
      </w:r>
      <w:r w:rsidRPr="007710BF">
        <w:rPr>
          <w:cs/>
          <w:lang w:bidi="bn-IN"/>
        </w:rPr>
        <w:t xml:space="preserve">করছ শত্রু </w:t>
      </w:r>
      <w:r w:rsidR="00D009A1">
        <w:rPr>
          <w:cs/>
          <w:lang w:bidi="bn-IN"/>
        </w:rPr>
        <w:t>প্রবৃত্তি</w:t>
      </w:r>
      <w:r w:rsidRPr="007710BF">
        <w:rPr>
          <w:cs/>
          <w:lang w:bidi="bn-IN"/>
        </w:rPr>
        <w:t>র সঙ্গে একত্রে বাস</w:t>
      </w:r>
    </w:p>
    <w:p w:rsidR="00AE6319" w:rsidRDefault="007710BF" w:rsidP="00AE6319">
      <w:pPr>
        <w:pStyle w:val="libCenter"/>
        <w:rPr>
          <w:rStyle w:val="libAlaemChar"/>
        </w:rPr>
      </w:pPr>
      <w:r w:rsidRPr="007710BF">
        <w:rPr>
          <w:cs/>
          <w:lang w:bidi="bn-IN"/>
        </w:rPr>
        <w:t>বৃথা কেন বহিঃশত্রুতে শক্তি নাশ।</w:t>
      </w:r>
      <w:r w:rsidRPr="001933EC">
        <w:rPr>
          <w:rStyle w:val="libAlaemChar"/>
        </w:rPr>
        <w:t>”</w:t>
      </w:r>
    </w:p>
    <w:p w:rsidR="00AE6319" w:rsidRPr="00A3582C" w:rsidRDefault="007710BF" w:rsidP="00AE6319">
      <w:pPr>
        <w:pStyle w:val="libNormal"/>
        <w:tabs>
          <w:tab w:val="left" w:pos="9000"/>
        </w:tabs>
        <w:rPr>
          <w:rtl/>
        </w:rPr>
      </w:pPr>
      <w:r w:rsidRPr="001933EC">
        <w:rPr>
          <w:rStyle w:val="libAlaemChar"/>
        </w:rPr>
        <w:t>‘</w:t>
      </w:r>
      <w:r w:rsidR="00591FD9">
        <w:rPr>
          <w:cs/>
          <w:lang w:bidi="bn-IN"/>
        </w:rPr>
        <w:t>নাফসের</w:t>
      </w:r>
      <w:r w:rsidRPr="007710BF">
        <w:rPr>
          <w:cs/>
          <w:lang w:bidi="bn-IN"/>
        </w:rPr>
        <w:t xml:space="preserve"> বিরুদ্ধে সংগ্রাম</w:t>
      </w:r>
      <w:r w:rsidRPr="001933EC">
        <w:rPr>
          <w:rStyle w:val="libAlaemChar"/>
        </w:rPr>
        <w:t>’</w:t>
      </w:r>
      <w:r w:rsidRPr="007710BF">
        <w:t xml:space="preserve"> </w:t>
      </w:r>
      <w:r w:rsidRPr="007710BF">
        <w:rPr>
          <w:cs/>
          <w:lang w:bidi="bn-IN"/>
        </w:rPr>
        <w:t>পরিভাষাটি মহানবী (সা.)-এর পবিত্র বাণী থেকে নেয়া। তিনি বলছেন</w:t>
      </w:r>
      <w:r w:rsidR="00895143">
        <w:t>,</w:t>
      </w:r>
      <w:r w:rsidRPr="007710BF">
        <w:t xml:space="preserve"> </w:t>
      </w:r>
      <w:r w:rsidR="00AE6319" w:rsidRPr="00AE6319">
        <w:rPr>
          <w:rStyle w:val="libArChar"/>
          <w:rFonts w:hint="cs"/>
          <w:rtl/>
        </w:rPr>
        <w:t>أعدی عدوّک نفسک نفسک التی بین جنبیک</w:t>
      </w:r>
      <w:r w:rsidRPr="007710BF">
        <w:t xml:space="preserve"> (</w:t>
      </w:r>
      <w:r w:rsidRPr="007710BF">
        <w:rPr>
          <w:cs/>
          <w:lang w:bidi="bn-IN"/>
        </w:rPr>
        <w:t>মেহজাতুল বাইদা</w:t>
      </w:r>
      <w:r w:rsidR="00895143">
        <w:t>,</w:t>
      </w:r>
      <w:r w:rsidRPr="007710BF">
        <w:rPr>
          <w:cs/>
          <w:lang w:bidi="bn-IN"/>
        </w:rPr>
        <w:t>৫ম খণ্ড</w:t>
      </w:r>
      <w:r w:rsidR="00895143">
        <w:t>,</w:t>
      </w:r>
      <w:r w:rsidRPr="007710BF">
        <w:rPr>
          <w:cs/>
          <w:lang w:bidi="bn-IN"/>
        </w:rPr>
        <w:t>পৃ. ৬)</w:t>
      </w:r>
    </w:p>
    <w:p w:rsidR="0082753E" w:rsidRDefault="007710BF" w:rsidP="00AE6319">
      <w:pPr>
        <w:pStyle w:val="libNormal"/>
        <w:tabs>
          <w:tab w:val="left" w:pos="9000"/>
        </w:tabs>
        <w:rPr>
          <w:lang w:bidi="bn-IN"/>
        </w:rPr>
      </w:pPr>
      <w:r w:rsidRPr="001933EC">
        <w:rPr>
          <w:rStyle w:val="libAlaemChar"/>
        </w:rPr>
        <w:t>“</w:t>
      </w:r>
      <w:r w:rsidRPr="007710BF">
        <w:rPr>
          <w:cs/>
          <w:lang w:bidi="bn-IN"/>
        </w:rPr>
        <w:t xml:space="preserve">তোমার সবচেয়ে বড় শত্রু তোমার নাফ্স বা </w:t>
      </w:r>
      <w:r w:rsidR="00D009A1">
        <w:rPr>
          <w:cs/>
          <w:lang w:bidi="bn-IN"/>
        </w:rPr>
        <w:t>প্রবৃত্তি</w:t>
      </w:r>
      <w:r w:rsidRPr="007710BF">
        <w:rPr>
          <w:cs/>
          <w:lang w:bidi="bn-IN"/>
        </w:rPr>
        <w:t xml:space="preserve"> যা তোমার দু</w:t>
      </w:r>
      <w:r w:rsidRPr="001933EC">
        <w:rPr>
          <w:rStyle w:val="libAlaemChar"/>
        </w:rPr>
        <w:t>’</w:t>
      </w:r>
      <w:r w:rsidRPr="007710BF">
        <w:rPr>
          <w:cs/>
          <w:lang w:bidi="bn-IN"/>
        </w:rPr>
        <w:t>বক্ষ ও পৃষ্ঠের মধ্যে রয়েছে।</w:t>
      </w:r>
      <w:r w:rsidRPr="001933EC">
        <w:rPr>
          <w:rStyle w:val="libAlaemChar"/>
        </w:rPr>
        <w:t>”</w:t>
      </w:r>
      <w:r w:rsidR="0082753E">
        <w:rPr>
          <w:rStyle w:val="libAlaemChar"/>
        </w:rPr>
        <w:t xml:space="preserve"> </w:t>
      </w:r>
      <w:r w:rsidRPr="007710BF">
        <w:rPr>
          <w:cs/>
          <w:lang w:bidi="bn-IN"/>
        </w:rPr>
        <w:t>সা</w:t>
      </w:r>
      <w:r w:rsidRPr="001933EC">
        <w:rPr>
          <w:rStyle w:val="libAlaemChar"/>
        </w:rPr>
        <w:t>’</w:t>
      </w:r>
      <w:r w:rsidRPr="007710BF">
        <w:rPr>
          <w:cs/>
          <w:lang w:bidi="bn-IN"/>
        </w:rPr>
        <w:t>দী গুলিস্তান গ্রন্থে বলেছেন</w:t>
      </w:r>
      <w:r w:rsidR="00895143">
        <w:t>,</w:t>
      </w:r>
      <w:r w:rsidRPr="001933EC">
        <w:rPr>
          <w:rStyle w:val="libAlaemChar"/>
        </w:rPr>
        <w:t>“</w:t>
      </w:r>
      <w:r w:rsidRPr="007710BF">
        <w:rPr>
          <w:cs/>
          <w:lang w:bidi="bn-IN"/>
        </w:rPr>
        <w:t>একজন আরেফকে</w:t>
      </w:r>
      <w:r w:rsidR="0082753E">
        <w:rPr>
          <w:lang w:bidi="bn-IN"/>
        </w:rPr>
        <w:t xml:space="preserve"> </w:t>
      </w:r>
      <w:r w:rsidR="0082753E" w:rsidRPr="00AE6319">
        <w:rPr>
          <w:rStyle w:val="libArChar"/>
          <w:rFonts w:hint="cs"/>
          <w:rtl/>
        </w:rPr>
        <w:t>أعدی عدوّک نفسک نفسک التی بین جنبیک</w:t>
      </w:r>
      <w:r w:rsidR="0082753E">
        <w:rPr>
          <w:lang w:bidi="bn-IN"/>
        </w:rPr>
        <w:t xml:space="preserve"> </w:t>
      </w:r>
      <w:r w:rsidRPr="007710BF">
        <w:rPr>
          <w:cs/>
          <w:lang w:bidi="bn-IN"/>
        </w:rPr>
        <w:t>এ হাদীসটির অর্থ</w:t>
      </w:r>
      <w:r w:rsidR="0082753E">
        <w:rPr>
          <w:lang w:bidi="bn-IN"/>
        </w:rPr>
        <w:t xml:space="preserve"> </w:t>
      </w:r>
      <w:r w:rsidRPr="007710BF">
        <w:rPr>
          <w:cs/>
          <w:lang w:bidi="bn-IN"/>
        </w:rPr>
        <w:t>জিজ্ঞেস করলে তিনি বলেন : তোমার সর্বাপেক্ষা বিপজ্জনক শত্রু হলো তোমার নাফ্স। কারণ তুমি</w:t>
      </w:r>
      <w:r w:rsidR="0082753E">
        <w:rPr>
          <w:lang w:bidi="bn-IN"/>
        </w:rPr>
        <w:t xml:space="preserve"> </w:t>
      </w:r>
      <w:r w:rsidRPr="007710BF">
        <w:rPr>
          <w:cs/>
          <w:lang w:bidi="bn-IN"/>
        </w:rPr>
        <w:t>তোমার যে কোন শত্রুর প্রতি সদাচরণ কর এবং সে যা চায় তুমি তাকে তা দান কর</w:t>
      </w:r>
      <w:r w:rsidR="00895143">
        <w:t>,</w:t>
      </w:r>
      <w:r w:rsidRPr="007710BF">
        <w:rPr>
          <w:cs/>
          <w:lang w:bidi="bn-IN"/>
        </w:rPr>
        <w:t>সে তোমার</w:t>
      </w:r>
      <w:r w:rsidR="0082753E">
        <w:rPr>
          <w:lang w:bidi="bn-IN"/>
        </w:rPr>
        <w:t xml:space="preserve"> </w:t>
      </w:r>
      <w:r w:rsidRPr="007710BF">
        <w:rPr>
          <w:cs/>
          <w:lang w:bidi="bn-IN"/>
        </w:rPr>
        <w:t xml:space="preserve">মিত্রতে পরিণত হবে। কিন্তু নাফ্স বা </w:t>
      </w:r>
      <w:r w:rsidR="00D009A1">
        <w:rPr>
          <w:cs/>
          <w:lang w:bidi="bn-IN"/>
        </w:rPr>
        <w:t>প্রবৃত্তি</w:t>
      </w:r>
      <w:r w:rsidRPr="007710BF">
        <w:rPr>
          <w:cs/>
          <w:lang w:bidi="bn-IN"/>
        </w:rPr>
        <w:t xml:space="preserve"> এমন যে</w:t>
      </w:r>
      <w:r w:rsidR="00895143">
        <w:t>,</w:t>
      </w:r>
      <w:r w:rsidRPr="007710BF">
        <w:rPr>
          <w:cs/>
          <w:lang w:bidi="bn-IN"/>
        </w:rPr>
        <w:t>সে যা চায় তা তাকে যত দিবে সে তত বেশি</w:t>
      </w:r>
      <w:r w:rsidR="0082753E">
        <w:rPr>
          <w:lang w:bidi="bn-IN"/>
        </w:rPr>
        <w:t xml:space="preserve"> </w:t>
      </w:r>
      <w:r w:rsidRPr="007710BF">
        <w:rPr>
          <w:cs/>
          <w:lang w:bidi="bn-IN"/>
        </w:rPr>
        <w:t>তোমার শত্রুতে পরিণত হবে। সেজন্য নাফ্সকে একজন শত্রু হিসেবে দেখা হয়েছে। এখানে নাফ্স</w:t>
      </w:r>
      <w:r w:rsidR="0082753E">
        <w:rPr>
          <w:lang w:bidi="bn-IN"/>
        </w:rPr>
        <w:t xml:space="preserve"> </w:t>
      </w:r>
      <w:r w:rsidRPr="007710BF">
        <w:rPr>
          <w:cs/>
          <w:lang w:bidi="bn-IN"/>
        </w:rPr>
        <w:t>বলতে আত্ম ও প্রবৃত্তি পূজার কথা বলা হয়েছে।</w:t>
      </w:r>
    </w:p>
    <w:p w:rsidR="0082753E" w:rsidRDefault="007710BF" w:rsidP="0082753E">
      <w:pPr>
        <w:pStyle w:val="libNormal"/>
        <w:tabs>
          <w:tab w:val="left" w:pos="9000"/>
        </w:tabs>
      </w:pPr>
      <w:r w:rsidRPr="007710BF">
        <w:rPr>
          <w:cs/>
          <w:lang w:bidi="bn-IN"/>
        </w:rPr>
        <w:t xml:space="preserve">এখন বিষয়টিকে আমরা </w:t>
      </w:r>
      <w:r w:rsidR="003A3A02">
        <w:rPr>
          <w:cs/>
          <w:lang w:bidi="bn-IN"/>
        </w:rPr>
        <w:t>বিশ্লেষণ</w:t>
      </w:r>
      <w:r w:rsidRPr="007710BF">
        <w:rPr>
          <w:rFonts w:hint="cs"/>
          <w:cs/>
          <w:lang w:bidi="bn-IN"/>
        </w:rPr>
        <w:t xml:space="preserve"> করে দেখব</w:t>
      </w:r>
      <w:r w:rsidR="00895143">
        <w:t>,</w:t>
      </w:r>
      <w:r w:rsidRPr="007710BF">
        <w:rPr>
          <w:cs/>
          <w:lang w:bidi="bn-IN"/>
        </w:rPr>
        <w:t>যে আত্মপূজা</w:t>
      </w:r>
      <w:r w:rsidR="00895143">
        <w:t>,</w:t>
      </w:r>
      <w:r w:rsidRPr="007710BF">
        <w:rPr>
          <w:cs/>
          <w:lang w:bidi="bn-IN"/>
        </w:rPr>
        <w:t xml:space="preserve">স্বার্থপরতা ও </w:t>
      </w:r>
      <w:r w:rsidR="00D009A1">
        <w:rPr>
          <w:cs/>
          <w:lang w:bidi="bn-IN"/>
        </w:rPr>
        <w:t>প্রবৃত্তি</w:t>
      </w:r>
      <w:r w:rsidRPr="007710BF">
        <w:rPr>
          <w:cs/>
          <w:lang w:bidi="bn-IN"/>
        </w:rPr>
        <w:t>র তাড়নাকে</w:t>
      </w:r>
      <w:r w:rsidR="0082753E">
        <w:rPr>
          <w:lang w:bidi="bn-IN"/>
        </w:rPr>
        <w:t xml:space="preserve"> </w:t>
      </w:r>
      <w:r w:rsidRPr="007710BF">
        <w:rPr>
          <w:cs/>
          <w:lang w:bidi="bn-IN"/>
        </w:rPr>
        <w:t xml:space="preserve">খারাপ দৃষ্টিতে দেখা হয় তা </w:t>
      </w:r>
      <w:r w:rsidR="005E5BE9">
        <w:rPr>
          <w:cs/>
          <w:lang w:bidi="bn-IN"/>
        </w:rPr>
        <w:t>প্রকৃত</w:t>
      </w:r>
      <w:r w:rsidRPr="007710BF">
        <w:rPr>
          <w:cs/>
          <w:lang w:bidi="bn-IN"/>
        </w:rPr>
        <w:t>পক্ষে কি</w:t>
      </w:r>
      <w:r w:rsidRPr="007710BF">
        <w:t>?</w:t>
      </w:r>
    </w:p>
    <w:p w:rsidR="0082753E" w:rsidRDefault="0082753E" w:rsidP="0082753E">
      <w:pPr>
        <w:pStyle w:val="libNormal"/>
        <w:tabs>
          <w:tab w:val="left" w:pos="9000"/>
        </w:tabs>
      </w:pPr>
    </w:p>
    <w:p w:rsidR="0082753E" w:rsidRDefault="007710BF" w:rsidP="0082753E">
      <w:pPr>
        <w:pStyle w:val="libBold1"/>
        <w:rPr>
          <w:lang w:bidi="bn-IN"/>
        </w:rPr>
      </w:pPr>
      <w:r w:rsidRPr="007710BF">
        <w:rPr>
          <w:cs/>
          <w:lang w:bidi="bn-IN"/>
        </w:rPr>
        <w:t xml:space="preserve">স্বার্থপরতার প্রথম পর্যায় </w:t>
      </w:r>
    </w:p>
    <w:p w:rsidR="0082753E" w:rsidRDefault="0082753E" w:rsidP="0082753E">
      <w:pPr>
        <w:pStyle w:val="libNormal"/>
        <w:tabs>
          <w:tab w:val="left" w:pos="9000"/>
        </w:tabs>
        <w:rPr>
          <w:lang w:bidi="bn-IN"/>
        </w:rPr>
      </w:pPr>
    </w:p>
    <w:p w:rsidR="0082753E" w:rsidRDefault="007710BF" w:rsidP="0082753E">
      <w:pPr>
        <w:pStyle w:val="libNormal"/>
        <w:tabs>
          <w:tab w:val="left" w:pos="9000"/>
        </w:tabs>
        <w:rPr>
          <w:rStyle w:val="libAlaemChar"/>
        </w:rPr>
      </w:pPr>
      <w:r w:rsidRPr="007710BF">
        <w:rPr>
          <w:cs/>
          <w:lang w:bidi="bn-IN"/>
        </w:rPr>
        <w:t xml:space="preserve">স্বার্থপরতার একটি পর্যায় হচ্ছে মানুষ তখন আত্মকেন্দ্রিক হয় এ </w:t>
      </w:r>
      <w:r w:rsidR="00695D8C">
        <w:rPr>
          <w:cs/>
          <w:lang w:bidi="bn-IN"/>
        </w:rPr>
        <w:t>অর্থে</w:t>
      </w:r>
      <w:r w:rsidRPr="007710BF">
        <w:rPr>
          <w:cs/>
          <w:lang w:bidi="bn-IN"/>
        </w:rPr>
        <w:t xml:space="preserve"> যে</w:t>
      </w:r>
      <w:r w:rsidR="00895143">
        <w:t>,</w:t>
      </w:r>
      <w:r w:rsidRPr="007710BF">
        <w:rPr>
          <w:cs/>
          <w:lang w:bidi="bn-IN"/>
        </w:rPr>
        <w:t>শুধু নিজের জন্যই কাজ</w:t>
      </w:r>
      <w:r w:rsidR="0082753E">
        <w:rPr>
          <w:lang w:bidi="bn-IN"/>
        </w:rPr>
        <w:t xml:space="preserve"> </w:t>
      </w:r>
      <w:r w:rsidRPr="007710BF">
        <w:rPr>
          <w:cs/>
          <w:lang w:bidi="bn-IN"/>
        </w:rPr>
        <w:t>করে</w:t>
      </w:r>
      <w:r w:rsidR="00895143">
        <w:t>,</w:t>
      </w:r>
      <w:r w:rsidRPr="007710BF">
        <w:rPr>
          <w:cs/>
          <w:lang w:bidi="bn-IN"/>
        </w:rPr>
        <w:t>তার সকল কর্মকাণ্ড নিজেকে ঘিরেই আবর্তিত হয়। সকাল থেকে সন্ধ্যা পর্যন্ত তার প্রচেষ্টা নিজের</w:t>
      </w:r>
      <w:r w:rsidR="0082753E">
        <w:rPr>
          <w:lang w:bidi="bn-IN"/>
        </w:rPr>
        <w:t xml:space="preserve"> </w:t>
      </w:r>
      <w:r w:rsidRPr="007710BF">
        <w:rPr>
          <w:cs/>
          <w:lang w:bidi="bn-IN"/>
        </w:rPr>
        <w:t>জীবনকে নিয়ে। যেমন কিভাবে উদর পূর্তি হবে</w:t>
      </w:r>
      <w:r w:rsidR="00895143">
        <w:t>,</w:t>
      </w:r>
      <w:r w:rsidRPr="007710BF">
        <w:rPr>
          <w:cs/>
          <w:lang w:bidi="bn-IN"/>
        </w:rPr>
        <w:t>কিভাবে দেহের জন্য পোশাকের</w:t>
      </w:r>
      <w:r w:rsidR="00895143">
        <w:t>,</w:t>
      </w:r>
      <w:r w:rsidRPr="007710BF">
        <w:rPr>
          <w:cs/>
          <w:lang w:bidi="bn-IN"/>
        </w:rPr>
        <w:t>মাথা গোঁজার জন্য</w:t>
      </w:r>
      <w:r w:rsidR="0082753E">
        <w:rPr>
          <w:lang w:bidi="bn-IN"/>
        </w:rPr>
        <w:t xml:space="preserve"> </w:t>
      </w:r>
      <w:r w:rsidRPr="007710BF">
        <w:rPr>
          <w:cs/>
          <w:lang w:bidi="bn-IN"/>
        </w:rPr>
        <w:t>ঘর-বাড়ির ব্যবস্থা হবে এরূপ। এ পর্যায় পর্যন্ত চেষ্টা চালানো কি মন্দ</w:t>
      </w:r>
      <w:r w:rsidRPr="007710BF">
        <w:t xml:space="preserve">? </w:t>
      </w:r>
      <w:r w:rsidRPr="007710BF">
        <w:rPr>
          <w:cs/>
          <w:lang w:bidi="bn-IN"/>
        </w:rPr>
        <w:t>এটা কি নৈতিকতার দৃষ্টিতে</w:t>
      </w:r>
      <w:r w:rsidR="0082753E">
        <w:rPr>
          <w:lang w:bidi="bn-IN"/>
        </w:rPr>
        <w:t xml:space="preserve"> </w:t>
      </w:r>
      <w:r w:rsidRPr="007710BF">
        <w:rPr>
          <w:cs/>
          <w:lang w:bidi="bn-IN"/>
        </w:rPr>
        <w:t>মন্দ বা নৈতিকতার পরিপন্থী যে</w:t>
      </w:r>
      <w:r w:rsidR="00895143">
        <w:t>,</w:t>
      </w:r>
      <w:r w:rsidRPr="007710BF">
        <w:rPr>
          <w:cs/>
          <w:lang w:bidi="bn-IN"/>
        </w:rPr>
        <w:t>মানুষ এ পর্যায়ের জন্য চেষ্টা চালাবে</w:t>
      </w:r>
      <w:r w:rsidRPr="007710BF">
        <w:t xml:space="preserve">? </w:t>
      </w:r>
      <w:r w:rsidRPr="007710BF">
        <w:rPr>
          <w:cs/>
          <w:lang w:bidi="bn-IN"/>
        </w:rPr>
        <w:t>জবাবে আমরা বলব</w:t>
      </w:r>
      <w:r w:rsidR="00895143">
        <w:t>,</w:t>
      </w:r>
      <w:r w:rsidRPr="007710BF">
        <w:rPr>
          <w:cs/>
          <w:lang w:bidi="bn-IN"/>
        </w:rPr>
        <w:t>অবশ্যই</w:t>
      </w:r>
      <w:r w:rsidR="0082753E">
        <w:rPr>
          <w:lang w:bidi="bn-IN"/>
        </w:rPr>
        <w:t xml:space="preserve"> </w:t>
      </w:r>
      <w:r w:rsidRPr="007710BF">
        <w:rPr>
          <w:cs/>
          <w:lang w:bidi="bn-IN"/>
        </w:rPr>
        <w:t>এরূপ চেষ্টা নৈতিক নয় বা এ চেষ্টা মানবিক মূল্যবোধ বলে গণ্য হতে পারে না। কিন্তু আবার এটাও</w:t>
      </w:r>
      <w:r w:rsidR="0082753E">
        <w:rPr>
          <w:lang w:bidi="bn-IN"/>
        </w:rPr>
        <w:t xml:space="preserve"> </w:t>
      </w:r>
      <w:r w:rsidRPr="007710BF">
        <w:rPr>
          <w:cs/>
          <w:lang w:bidi="bn-IN"/>
        </w:rPr>
        <w:t>বলা যায় না যে</w:t>
      </w:r>
      <w:r w:rsidR="00895143">
        <w:t>,</w:t>
      </w:r>
      <w:r w:rsidRPr="007710BF">
        <w:rPr>
          <w:cs/>
          <w:lang w:bidi="bn-IN"/>
        </w:rPr>
        <w:t>এ ধরনের প্রচেষ্টা নৈতিকতার পরিপন্থী বা এক নৈতিক অ</w:t>
      </w:r>
      <w:r w:rsidR="00C23862">
        <w:rPr>
          <w:cs/>
          <w:lang w:bidi="bn-IN"/>
        </w:rPr>
        <w:t>সুস্থতা</w:t>
      </w:r>
      <w:r w:rsidRPr="007710BF">
        <w:rPr>
          <w:cs/>
          <w:lang w:bidi="hi-IN"/>
        </w:rPr>
        <w:t>।</w:t>
      </w:r>
      <w:r w:rsidRPr="001933EC">
        <w:rPr>
          <w:rStyle w:val="libAlaemChar"/>
        </w:rPr>
        <w:t>’</w:t>
      </w:r>
    </w:p>
    <w:p w:rsidR="0082753E" w:rsidRDefault="007710BF" w:rsidP="0082753E">
      <w:pPr>
        <w:pStyle w:val="libNormal"/>
        <w:tabs>
          <w:tab w:val="left" w:pos="9000"/>
        </w:tabs>
        <w:rPr>
          <w:lang w:bidi="bn-IN"/>
        </w:rPr>
      </w:pPr>
      <w:r w:rsidRPr="007710BF">
        <w:rPr>
          <w:cs/>
          <w:lang w:bidi="bn-IN"/>
        </w:rPr>
        <w:t>এখানে নৈতিকতা ও নৈতিকতার বিরোধিতা নিয়ে কিছু কথা বলব। কোরআন মানুষের জন্য পশুর</w:t>
      </w:r>
      <w:r w:rsidR="0082753E">
        <w:rPr>
          <w:lang w:bidi="bn-IN"/>
        </w:rPr>
        <w:t xml:space="preserve"> </w:t>
      </w:r>
      <w:r w:rsidRPr="007710BF">
        <w:rPr>
          <w:cs/>
          <w:lang w:bidi="bn-IN"/>
        </w:rPr>
        <w:t>থেকে উত্তম এক মর্যাদায় বিশ্বাসী</w:t>
      </w:r>
      <w:r w:rsidR="00895143">
        <w:t>,</w:t>
      </w:r>
      <w:r w:rsidRPr="007710BF">
        <w:rPr>
          <w:cs/>
          <w:lang w:bidi="bn-IN"/>
        </w:rPr>
        <w:t>সে সাথে মানুষের পশ</w:t>
      </w:r>
      <w:r w:rsidR="0082753E">
        <w:rPr>
          <w:cs/>
          <w:lang w:bidi="bn-IN"/>
        </w:rPr>
        <w:t>ুর সম পর্যায়ের এবং পশুর থেকে নি</w:t>
      </w:r>
      <w:r w:rsidR="0082753E" w:rsidRPr="0082753E">
        <w:rPr>
          <w:cs/>
          <w:lang w:bidi="bn-IN"/>
        </w:rPr>
        <w:t>ম্ন</w:t>
      </w:r>
      <w:r w:rsidR="0082753E">
        <w:rPr>
          <w:lang w:bidi="bn-IN"/>
        </w:rPr>
        <w:t xml:space="preserve"> </w:t>
      </w:r>
      <w:r w:rsidRPr="007710BF">
        <w:rPr>
          <w:cs/>
          <w:lang w:bidi="bn-IN"/>
        </w:rPr>
        <w:t>পর্যায়ের অবস্থাও রয়েছে বলে মনে করে। অর্থাৎ মানুষ কখনো কখনো পশুত্বের পর্যায়ে</w:t>
      </w:r>
      <w:r w:rsidR="00895143">
        <w:t>,</w:t>
      </w:r>
      <w:r w:rsidRPr="007710BF">
        <w:rPr>
          <w:cs/>
          <w:lang w:bidi="bn-IN"/>
        </w:rPr>
        <w:t>কখনো</w:t>
      </w:r>
      <w:r w:rsidR="0082753E">
        <w:rPr>
          <w:lang w:bidi="bn-IN"/>
        </w:rPr>
        <w:t xml:space="preserve"> </w:t>
      </w:r>
      <w:r w:rsidRPr="007710BF">
        <w:rPr>
          <w:cs/>
          <w:lang w:bidi="bn-IN"/>
        </w:rPr>
        <w:t>মূল্যবোধের মাধ্যমে পশুর থেকে উত্তম</w:t>
      </w:r>
      <w:r w:rsidR="00895143">
        <w:t>,</w:t>
      </w:r>
      <w:r w:rsidRPr="007710BF">
        <w:rPr>
          <w:cs/>
          <w:lang w:bidi="bn-IN"/>
        </w:rPr>
        <w:t xml:space="preserve">কখনো বা ফেরেশতাদের থেকেও উত্তম অবস্থায় </w:t>
      </w:r>
      <w:r w:rsidR="00611BB9">
        <w:rPr>
          <w:cs/>
          <w:lang w:bidi="bn-IN"/>
        </w:rPr>
        <w:t>পৌ</w:t>
      </w:r>
      <w:r w:rsidRPr="007710BF">
        <w:rPr>
          <w:cs/>
          <w:lang w:bidi="bn-IN"/>
        </w:rPr>
        <w:t>ছে।</w:t>
      </w:r>
      <w:r w:rsidR="0082753E">
        <w:rPr>
          <w:lang w:bidi="bn-IN"/>
        </w:rPr>
        <w:t xml:space="preserve"> </w:t>
      </w:r>
      <w:r w:rsidRPr="007710BF">
        <w:rPr>
          <w:cs/>
          <w:lang w:bidi="bn-IN"/>
        </w:rPr>
        <w:t>আবার কখনো মূল্যবোধের অবক্ষয়ের মাধ্যমে শূন্যের নীচে নেমে আসে অর্থাৎ পশু থেকেও নিকৃষ্টে</w:t>
      </w:r>
      <w:r w:rsidR="0082753E">
        <w:rPr>
          <w:lang w:bidi="bn-IN"/>
        </w:rPr>
        <w:t xml:space="preserve"> </w:t>
      </w:r>
      <w:r w:rsidRPr="007710BF">
        <w:rPr>
          <w:cs/>
          <w:lang w:bidi="bn-IN"/>
        </w:rPr>
        <w:t>পরিণত হয়।</w:t>
      </w:r>
    </w:p>
    <w:p w:rsidR="0082753E" w:rsidRPr="00A3582C" w:rsidRDefault="0082753E" w:rsidP="009848A8">
      <w:pPr>
        <w:pStyle w:val="libNormal"/>
      </w:pPr>
      <w:r>
        <w:rPr>
          <w:lang w:bidi="bn-IN"/>
        </w:rPr>
        <w:br w:type="page"/>
      </w:r>
    </w:p>
    <w:p w:rsidR="0082753E" w:rsidRDefault="007710BF" w:rsidP="0082753E">
      <w:pPr>
        <w:pStyle w:val="libNormal"/>
        <w:tabs>
          <w:tab w:val="left" w:pos="9000"/>
        </w:tabs>
        <w:rPr>
          <w:lang w:bidi="bn-IN"/>
        </w:rPr>
      </w:pPr>
      <w:r w:rsidRPr="0082753E">
        <w:rPr>
          <w:rStyle w:val="libBold1Char"/>
          <w:cs/>
          <w:lang w:bidi="bn-IN"/>
        </w:rPr>
        <w:t>মানুষের কর্ম তিন ধরনের</w:t>
      </w:r>
      <w:r w:rsidRPr="007710BF">
        <w:rPr>
          <w:cs/>
          <w:lang w:bidi="bn-IN"/>
        </w:rPr>
        <w:t xml:space="preserve"> :</w:t>
      </w:r>
    </w:p>
    <w:p w:rsidR="0082753E" w:rsidRDefault="007710BF" w:rsidP="0082753E">
      <w:pPr>
        <w:pStyle w:val="libNormal"/>
        <w:tabs>
          <w:tab w:val="left" w:pos="9000"/>
        </w:tabs>
        <w:rPr>
          <w:lang w:bidi="bn-IN"/>
        </w:rPr>
      </w:pPr>
      <w:r w:rsidRPr="007710BF">
        <w:rPr>
          <w:cs/>
          <w:lang w:bidi="bn-IN"/>
        </w:rPr>
        <w:t>১. নৈতিক কর্ম অর্থাৎ পশু হতে উন্নত পর্যায়ের কর্ম।</w:t>
      </w:r>
    </w:p>
    <w:p w:rsidR="0082753E" w:rsidRDefault="007710BF" w:rsidP="0082753E">
      <w:pPr>
        <w:pStyle w:val="libNormal"/>
        <w:tabs>
          <w:tab w:val="left" w:pos="9000"/>
        </w:tabs>
        <w:rPr>
          <w:lang w:bidi="bn-IN"/>
        </w:rPr>
      </w:pPr>
      <w:r w:rsidRPr="007710BF">
        <w:rPr>
          <w:cs/>
          <w:lang w:bidi="bn-IN"/>
        </w:rPr>
        <w:t>২. নৈতিকতা বিরোধী কর্ম অর্থাৎ পশু হতে নিকৃষ্ট পর্যায়ের কর্ম।</w:t>
      </w:r>
    </w:p>
    <w:p w:rsidR="0082753E" w:rsidRDefault="007710BF" w:rsidP="0082753E">
      <w:pPr>
        <w:pStyle w:val="libNormal"/>
        <w:tabs>
          <w:tab w:val="left" w:pos="9000"/>
        </w:tabs>
        <w:rPr>
          <w:lang w:bidi="bn-IN"/>
        </w:rPr>
      </w:pPr>
      <w:r w:rsidRPr="007710BF">
        <w:rPr>
          <w:cs/>
          <w:lang w:bidi="bn-IN"/>
        </w:rPr>
        <w:t>৩. অনৈতিক কর্ম অর্থাৎ নৈতিক নয় কিন্তু আবার নৈতিকতা বিরোধীও নয় যা এক সাধারণ প্রাণীর কর্ম।</w:t>
      </w:r>
    </w:p>
    <w:p w:rsidR="0082753E" w:rsidRDefault="007710BF" w:rsidP="0082753E">
      <w:pPr>
        <w:pStyle w:val="libNormal"/>
        <w:tabs>
          <w:tab w:val="left" w:pos="9000"/>
        </w:tabs>
        <w:rPr>
          <w:lang w:bidi="bn-IN"/>
        </w:rPr>
      </w:pPr>
      <w:r w:rsidRPr="007710BF">
        <w:rPr>
          <w:cs/>
          <w:lang w:bidi="bn-IN"/>
        </w:rPr>
        <w:t>পৃথিবীতে আপনি এ ধরনের ব্যক্তিবর্গকে প্রচুর পরিমাণে পাবেন যাদের স্বভাব কবুতর বা ছাগলের</w:t>
      </w:r>
      <w:r w:rsidR="0082753E">
        <w:rPr>
          <w:lang w:bidi="bn-IN"/>
        </w:rPr>
        <w:t xml:space="preserve"> </w:t>
      </w:r>
      <w:r w:rsidRPr="007710BF">
        <w:rPr>
          <w:cs/>
          <w:lang w:bidi="bn-IN"/>
        </w:rPr>
        <w:t>মতো অর্থাৎ শুধু নিজের চিন্তায় আছে। সকালে ঘুম থেকে উঠে এ চেষ্টায় মগ্ন হয় কিভাবে নিজের উদরপূর্ণ হবে</w:t>
      </w:r>
      <w:r w:rsidR="003936CB">
        <w:t>-</w:t>
      </w:r>
      <w:r w:rsidRPr="007710BF">
        <w:t xml:space="preserve"> </w:t>
      </w:r>
      <w:r w:rsidRPr="007710BF">
        <w:rPr>
          <w:cs/>
          <w:lang w:bidi="bn-IN"/>
        </w:rPr>
        <w:t>রাত অবধি কাজ করে তারা ঘুমিয়ে পড়ে। এ ধরনের ব্যক্তির কর্ম নৈতিক নয়</w:t>
      </w:r>
      <w:r w:rsidR="00895143">
        <w:t>,</w:t>
      </w:r>
      <w:r w:rsidRPr="007710BF">
        <w:rPr>
          <w:cs/>
          <w:lang w:bidi="bn-IN"/>
        </w:rPr>
        <w:t>কিন্তু তাকে</w:t>
      </w:r>
      <w:r w:rsidR="0082753E">
        <w:rPr>
          <w:lang w:bidi="bn-IN"/>
        </w:rPr>
        <w:t xml:space="preserve"> </w:t>
      </w:r>
      <w:r w:rsidRPr="007710BF">
        <w:rPr>
          <w:cs/>
          <w:lang w:bidi="bn-IN"/>
        </w:rPr>
        <w:t>নৈতিকতা বিরোধীও বলা যায় না।</w:t>
      </w:r>
    </w:p>
    <w:p w:rsidR="0082753E" w:rsidRDefault="0082753E" w:rsidP="0082753E">
      <w:pPr>
        <w:pStyle w:val="libNormal"/>
        <w:tabs>
          <w:tab w:val="left" w:pos="9000"/>
        </w:tabs>
        <w:rPr>
          <w:lang w:bidi="bn-IN"/>
        </w:rPr>
      </w:pPr>
    </w:p>
    <w:p w:rsidR="0082753E" w:rsidRDefault="007710BF" w:rsidP="00FD14C6">
      <w:pPr>
        <w:pStyle w:val="libBold1"/>
        <w:rPr>
          <w:lang w:bidi="bn-IN"/>
        </w:rPr>
      </w:pPr>
      <w:r w:rsidRPr="007710BF">
        <w:rPr>
          <w:cs/>
          <w:lang w:bidi="bn-IN"/>
        </w:rPr>
        <w:t>স্বার্থপরতার দ্বিতীয় পর্যায়</w:t>
      </w:r>
    </w:p>
    <w:p w:rsidR="00FD14C6" w:rsidRDefault="007710BF" w:rsidP="0082753E">
      <w:pPr>
        <w:pStyle w:val="libNormal"/>
        <w:tabs>
          <w:tab w:val="left" w:pos="9000"/>
        </w:tabs>
        <w:rPr>
          <w:lang w:bidi="bn-IN"/>
        </w:rPr>
      </w:pPr>
      <w:r w:rsidRPr="007710BF">
        <w:rPr>
          <w:cs/>
          <w:lang w:bidi="bn-IN"/>
        </w:rPr>
        <w:t>আবার কখনো মানুষ নিজের বিষয়ে শুধু এ পর্যায়ে নেই যে</w:t>
      </w:r>
      <w:r w:rsidR="00895143">
        <w:t>,</w:t>
      </w:r>
      <w:r w:rsidRPr="007710BF">
        <w:rPr>
          <w:cs/>
          <w:lang w:bidi="bn-IN"/>
        </w:rPr>
        <w:t>নিজের জন্য প্রয়োজনীয় উপাদান</w:t>
      </w:r>
      <w:r w:rsidR="00FD14C6">
        <w:rPr>
          <w:lang w:bidi="bn-IN"/>
        </w:rPr>
        <w:t xml:space="preserve"> </w:t>
      </w:r>
      <w:r w:rsidRPr="007710BF">
        <w:rPr>
          <w:cs/>
          <w:lang w:bidi="bn-IN"/>
        </w:rPr>
        <w:t>পেলেই ক্ষান্ত হয়</w:t>
      </w:r>
      <w:r w:rsidR="00895143">
        <w:t>,</w:t>
      </w:r>
      <w:r w:rsidRPr="007710BF">
        <w:rPr>
          <w:cs/>
          <w:lang w:bidi="bn-IN"/>
        </w:rPr>
        <w:t>বরং তার মনুষ্য সত্তা এ ক্ষেত্রে তার পশু সত্তার খেদমতে নিয়োজিত হয় এবং এক</w:t>
      </w:r>
      <w:r w:rsidR="00FD14C6">
        <w:rPr>
          <w:lang w:bidi="bn-IN"/>
        </w:rPr>
        <w:t xml:space="preserve"> </w:t>
      </w:r>
      <w:r w:rsidRPr="007710BF">
        <w:rPr>
          <w:cs/>
          <w:lang w:bidi="bn-IN"/>
        </w:rPr>
        <w:t>ধরনের মানসিক রোগে পরিণত হয়। তখন সে নিজের প্রয়োজন অনুযায়ী শুধু নয়</w:t>
      </w:r>
      <w:r w:rsidR="00895143">
        <w:t>,</w:t>
      </w:r>
      <w:r w:rsidRPr="007710BF">
        <w:rPr>
          <w:cs/>
          <w:lang w:bidi="bn-IN"/>
        </w:rPr>
        <w:t>বরং আরো অধিক</w:t>
      </w:r>
      <w:r w:rsidR="00FD14C6">
        <w:rPr>
          <w:lang w:bidi="bn-IN"/>
        </w:rPr>
        <w:t xml:space="preserve"> </w:t>
      </w:r>
      <w:r w:rsidRPr="007710BF">
        <w:rPr>
          <w:cs/>
          <w:lang w:bidi="bn-IN"/>
        </w:rPr>
        <w:t>সঞ্চয় অর্থাৎ আধিক্যের নেশায় মত্ত হয়ে সর্বাকা</w:t>
      </w:r>
      <w:r w:rsidR="00F0282C">
        <w:rPr>
          <w:cs/>
          <w:lang w:bidi="bn-IN"/>
        </w:rPr>
        <w:t>ঙ্ক্ষী</w:t>
      </w:r>
      <w:r w:rsidRPr="007710BF">
        <w:rPr>
          <w:cs/>
          <w:lang w:bidi="bn-IN"/>
        </w:rPr>
        <w:t>তে পরিণত হয়।</w:t>
      </w:r>
    </w:p>
    <w:p w:rsidR="00A82E64" w:rsidRDefault="007710BF" w:rsidP="00A82E64">
      <w:pPr>
        <w:pStyle w:val="libNormal"/>
        <w:tabs>
          <w:tab w:val="left" w:pos="9000"/>
        </w:tabs>
        <w:rPr>
          <w:rStyle w:val="libAlaemChar"/>
        </w:rPr>
      </w:pPr>
      <w:r w:rsidRPr="007710BF">
        <w:rPr>
          <w:cs/>
          <w:lang w:bidi="bn-IN"/>
        </w:rPr>
        <w:t>কবুতর পরিতৃপ্ত হওয়ার জন্য শস্যদানা জমা করে</w:t>
      </w:r>
      <w:r w:rsidR="00895143">
        <w:t>,</w:t>
      </w:r>
      <w:r w:rsidRPr="007710BF">
        <w:rPr>
          <w:cs/>
          <w:lang w:bidi="bn-IN"/>
        </w:rPr>
        <w:t xml:space="preserve">এটি তার স্বাভাবিক </w:t>
      </w:r>
      <w:r w:rsidR="00D009A1">
        <w:rPr>
          <w:cs/>
          <w:lang w:bidi="bn-IN"/>
        </w:rPr>
        <w:t>প্রবৃত্তি</w:t>
      </w:r>
      <w:r w:rsidRPr="007710BF">
        <w:rPr>
          <w:cs/>
          <w:lang w:bidi="hi-IN"/>
        </w:rPr>
        <w:t xml:space="preserve">। </w:t>
      </w:r>
      <w:r w:rsidRPr="007710BF">
        <w:rPr>
          <w:cs/>
          <w:lang w:bidi="bn-IN"/>
        </w:rPr>
        <w:t>একটি অশ্ব</w:t>
      </w:r>
      <w:r w:rsidR="00FD14C6">
        <w:rPr>
          <w:lang w:bidi="bn-IN"/>
        </w:rPr>
        <w:t xml:space="preserve"> </w:t>
      </w:r>
      <w:r w:rsidRPr="007710BF">
        <w:rPr>
          <w:cs/>
          <w:lang w:bidi="bn-IN"/>
        </w:rPr>
        <w:t>তৃণভূমিতে বিচরণ করে এ উদ্দেশ্যে যে</w:t>
      </w:r>
      <w:r w:rsidR="00895143">
        <w:t>,</w:t>
      </w:r>
      <w:r w:rsidRPr="007710BF">
        <w:rPr>
          <w:cs/>
          <w:lang w:bidi="bn-IN"/>
        </w:rPr>
        <w:t>তার উদর পূর্তি হবে</w:t>
      </w:r>
      <w:r w:rsidR="00895143">
        <w:t>,</w:t>
      </w:r>
      <w:r w:rsidRPr="007710BF">
        <w:rPr>
          <w:cs/>
          <w:lang w:bidi="bn-IN"/>
        </w:rPr>
        <w:t>এটাও প্রকৃতিগত। এখন কোন মানুষ</w:t>
      </w:r>
      <w:r w:rsidR="00FD14C6">
        <w:rPr>
          <w:lang w:bidi="bn-IN"/>
        </w:rPr>
        <w:t xml:space="preserve"> </w:t>
      </w:r>
      <w:r w:rsidRPr="007710BF">
        <w:rPr>
          <w:cs/>
          <w:lang w:bidi="bn-IN"/>
        </w:rPr>
        <w:t>যদি এ পর্যায়ে থাকে সে এ রকম একটি প্রাণীর পর্যায়ে রয়েছে। কিন্তু মানুষ কখনো কখনো লোভ ও</w:t>
      </w:r>
      <w:r w:rsidR="00FD14C6">
        <w:rPr>
          <w:lang w:bidi="bn-IN"/>
        </w:rPr>
        <w:t xml:space="preserve"> </w:t>
      </w:r>
      <w:r w:rsidRPr="007710BF">
        <w:rPr>
          <w:cs/>
          <w:lang w:bidi="bn-IN"/>
        </w:rPr>
        <w:t>লালসার হাতে বন্দি হয়ে পড়ে</w:t>
      </w:r>
      <w:r w:rsidR="00895143">
        <w:t>,</w:t>
      </w:r>
      <w:r w:rsidRPr="007710BF">
        <w:rPr>
          <w:cs/>
          <w:lang w:bidi="bn-IN"/>
        </w:rPr>
        <w:t>তখন শুধু নিজের জীবনের জন্য সে কাজ করে না</w:t>
      </w:r>
      <w:r w:rsidR="00895143">
        <w:t>,</w:t>
      </w:r>
      <w:r w:rsidRPr="007710BF">
        <w:rPr>
          <w:cs/>
          <w:lang w:bidi="bn-IN"/>
        </w:rPr>
        <w:t>বরং শুধু সঞ্চয়ের উদ্দেশ্যেই কাজ করে</w:t>
      </w:r>
      <w:r w:rsidRPr="007710BF">
        <w:rPr>
          <w:cs/>
          <w:lang w:bidi="hi-IN"/>
        </w:rPr>
        <w:t xml:space="preserve">। </w:t>
      </w:r>
      <w:r w:rsidRPr="007710BF">
        <w:rPr>
          <w:cs/>
          <w:lang w:bidi="bn-IN"/>
        </w:rPr>
        <w:t>যত সঞ্চয় করতে থাকে তত অধিক পেতে চায়</w:t>
      </w:r>
      <w:r w:rsidR="00895143">
        <w:t>,</w:t>
      </w:r>
      <w:r w:rsidRPr="007710BF">
        <w:rPr>
          <w:cs/>
          <w:lang w:bidi="bn-IN"/>
        </w:rPr>
        <w:t>এমনকি তা চাওয়ার আর সীমা</w:t>
      </w:r>
      <w:r w:rsidR="00FD14C6">
        <w:rPr>
          <w:lang w:bidi="bn-IN"/>
        </w:rPr>
        <w:t xml:space="preserve"> </w:t>
      </w:r>
      <w:r w:rsidRPr="007710BF">
        <w:rPr>
          <w:cs/>
          <w:lang w:bidi="bn-IN"/>
        </w:rPr>
        <w:t>থাকে না। এ অবস্থাকে আধিক্যের লালসা বলা হয়। এরূপ ব্যক্তি যেখানে দান করা উচিত সেখানে</w:t>
      </w:r>
      <w:r w:rsidR="00FD14C6">
        <w:rPr>
          <w:lang w:bidi="bn-IN"/>
        </w:rPr>
        <w:t xml:space="preserve"> </w:t>
      </w:r>
      <w:r w:rsidRPr="007710BF">
        <w:rPr>
          <w:cs/>
          <w:lang w:bidi="bn-IN"/>
        </w:rPr>
        <w:t>কৃপণতা করে। এটা একটি রোগ। রাসূল (সা.)-এর ভাষায়</w:t>
      </w:r>
      <w:r w:rsidR="003936CB">
        <w:t>-</w:t>
      </w:r>
      <w:r w:rsidR="00A82E64">
        <w:t xml:space="preserve"> </w:t>
      </w:r>
      <w:r w:rsidR="00A82E64" w:rsidRPr="00A82E64">
        <w:rPr>
          <w:rStyle w:val="libArChar"/>
          <w:rFonts w:hint="cs"/>
          <w:rtl/>
        </w:rPr>
        <w:t>شحّ مطاع</w:t>
      </w:r>
      <w:r w:rsidR="00A82E64">
        <w:t xml:space="preserve"> </w:t>
      </w:r>
      <w:r w:rsidRPr="007710BF">
        <w:rPr>
          <w:cs/>
          <w:lang w:bidi="bn-IN"/>
        </w:rPr>
        <w:t>সম্পদের কৃপণ। (সূরা</w:t>
      </w:r>
      <w:r w:rsidR="00A82E64" w:rsidRPr="00A3582C">
        <w:t xml:space="preserve"> </w:t>
      </w:r>
      <w:r w:rsidRPr="007710BF">
        <w:rPr>
          <w:cs/>
          <w:lang w:bidi="bn-IN"/>
        </w:rPr>
        <w:t>হাশরের ৯ম আয়াতে এসেছে</w:t>
      </w:r>
      <w:r w:rsidR="00895143">
        <w:t>,</w:t>
      </w:r>
      <w:r w:rsidR="00A82E64" w:rsidRPr="00A82E64">
        <w:rPr>
          <w:rStyle w:val="libArChar"/>
          <w:rFonts w:hint="cs"/>
          <w:rtl/>
        </w:rPr>
        <w:t xml:space="preserve"> شحّ مطاع</w:t>
      </w:r>
      <w:r w:rsidRPr="007710BF">
        <w:rPr>
          <w:cs/>
          <w:lang w:bidi="bn-IN"/>
        </w:rPr>
        <w:t>এ ধরনের ব্যক্তির নিয়ন্ত্রক তার ইচ্ছা</w:t>
      </w:r>
      <w:r w:rsidR="00895143">
        <w:t>,</w:t>
      </w:r>
      <w:r w:rsidRPr="007710BF">
        <w:rPr>
          <w:cs/>
          <w:lang w:bidi="bn-IN"/>
        </w:rPr>
        <w:t>চিন্তাশক্তি বা বুদ্ধিবৃত্তি</w:t>
      </w:r>
      <w:r w:rsidR="00A82E64">
        <w:rPr>
          <w:lang w:bidi="bn-IN"/>
        </w:rPr>
        <w:t xml:space="preserve"> </w:t>
      </w:r>
      <w:r w:rsidRPr="007710BF">
        <w:rPr>
          <w:cs/>
          <w:lang w:bidi="bn-IN"/>
        </w:rPr>
        <w:t>নয়</w:t>
      </w:r>
      <w:r w:rsidR="00895143">
        <w:t>,</w:t>
      </w:r>
      <w:r w:rsidRPr="007710BF">
        <w:rPr>
          <w:cs/>
          <w:lang w:bidi="bn-IN"/>
        </w:rPr>
        <w:t>বরং এ মানসিক অবস্থাই (আধিক্যের লালসা) তার নিয়ন্ত্রক। অর্থ-সম্পদ তার হৃদয়ের সাথে</w:t>
      </w:r>
      <w:r w:rsidR="00A82E64">
        <w:rPr>
          <w:lang w:bidi="bn-IN"/>
        </w:rPr>
        <w:t xml:space="preserve"> </w:t>
      </w:r>
      <w:r w:rsidRPr="007710BF">
        <w:rPr>
          <w:cs/>
          <w:lang w:bidi="bn-IN"/>
        </w:rPr>
        <w:t>জড়িত হয়ে পড়ে। তখন যুক্তি</w:t>
      </w:r>
      <w:r w:rsidR="00895143">
        <w:t>,</w:t>
      </w:r>
      <w:r w:rsidRPr="007710BF">
        <w:rPr>
          <w:cs/>
          <w:lang w:bidi="bn-IN"/>
        </w:rPr>
        <w:t>চিন্তা সব কিছুই অর্থহীন। যদি যুক্তি</w:t>
      </w:r>
      <w:r w:rsidR="00895143">
        <w:t>,</w:t>
      </w:r>
      <w:r w:rsidRPr="007710BF">
        <w:rPr>
          <w:cs/>
          <w:lang w:bidi="bn-IN"/>
        </w:rPr>
        <w:t>চিন্তা তার উপর ক্রিয়াশীল হতো</w:t>
      </w:r>
      <w:r w:rsidR="00895143">
        <w:t>,</w:t>
      </w:r>
      <w:r w:rsidRPr="007710BF">
        <w:rPr>
          <w:cs/>
          <w:lang w:bidi="bn-IN"/>
        </w:rPr>
        <w:t>তবে সে বুঝত যে</w:t>
      </w:r>
      <w:r w:rsidR="00895143">
        <w:t>,</w:t>
      </w:r>
      <w:r w:rsidRPr="007710BF">
        <w:rPr>
          <w:cs/>
          <w:lang w:bidi="bn-IN"/>
        </w:rPr>
        <w:t>কল্যাণ</w:t>
      </w:r>
      <w:r w:rsidR="00895143">
        <w:t>,</w:t>
      </w:r>
      <w:r w:rsidRPr="007710BF">
        <w:rPr>
          <w:cs/>
          <w:lang w:bidi="bn-IN"/>
        </w:rPr>
        <w:t>মঙ্গল ও সাফল্যের জন্য কোন্ কোন্ স্থানে খরচ করা উচিত। কিন্তু</w:t>
      </w:r>
      <w:r w:rsidR="00A82E64">
        <w:rPr>
          <w:lang w:bidi="bn-IN"/>
        </w:rPr>
        <w:t xml:space="preserve"> </w:t>
      </w:r>
      <w:r w:rsidRPr="007710BF">
        <w:rPr>
          <w:cs/>
          <w:lang w:bidi="bn-IN"/>
        </w:rPr>
        <w:t>আধিক্যের আকা</w:t>
      </w:r>
      <w:r w:rsidR="001C5FF3">
        <w:rPr>
          <w:cs/>
          <w:lang w:bidi="bn-IN"/>
        </w:rPr>
        <w:t>ঙ্ক্ষা</w:t>
      </w:r>
      <w:r w:rsidR="00A82E64">
        <w:rPr>
          <w:lang w:bidi="bn-IN"/>
        </w:rPr>
        <w:t xml:space="preserve"> </w:t>
      </w:r>
      <w:r w:rsidRPr="007710BF">
        <w:rPr>
          <w:cs/>
          <w:lang w:bidi="bn-IN"/>
        </w:rPr>
        <w:t>তাকে এরূপ কর্মে উৎসাহ যোগায় না। লোভ ও আধিক্যের লালসা নৈতিকতা ও</w:t>
      </w:r>
      <w:r w:rsidR="00A82E64">
        <w:rPr>
          <w:lang w:bidi="bn-IN"/>
        </w:rPr>
        <w:t xml:space="preserve"> </w:t>
      </w:r>
      <w:r w:rsidRPr="007710BF">
        <w:rPr>
          <w:cs/>
          <w:lang w:bidi="bn-IN"/>
        </w:rPr>
        <w:t>চরিত্র বিরোধী যা নৈতিকতার অবক্ষয় ও অ</w:t>
      </w:r>
      <w:r w:rsidR="00C23862">
        <w:rPr>
          <w:cs/>
          <w:lang w:bidi="bn-IN"/>
        </w:rPr>
        <w:t>সুস্থতা</w:t>
      </w:r>
      <w:r w:rsidRPr="007710BF">
        <w:rPr>
          <w:cs/>
          <w:lang w:bidi="bn-IN"/>
        </w:rPr>
        <w:t>র শামিল।</w:t>
      </w:r>
      <w:r w:rsidRPr="001933EC">
        <w:rPr>
          <w:rStyle w:val="libAlaemChar"/>
        </w:rPr>
        <w:t>’</w:t>
      </w:r>
    </w:p>
    <w:p w:rsidR="00A82E64" w:rsidRDefault="00A82E64" w:rsidP="00A82E64">
      <w:pPr>
        <w:pStyle w:val="libNormal"/>
        <w:tabs>
          <w:tab w:val="left" w:pos="9000"/>
        </w:tabs>
        <w:rPr>
          <w:rStyle w:val="libAlaemChar"/>
        </w:rPr>
      </w:pPr>
    </w:p>
    <w:p w:rsidR="00A82E64" w:rsidRDefault="007710BF" w:rsidP="00A82E64">
      <w:pPr>
        <w:pStyle w:val="libBold1"/>
        <w:rPr>
          <w:lang w:bidi="bn-IN"/>
        </w:rPr>
      </w:pPr>
      <w:r w:rsidRPr="007710BF">
        <w:rPr>
          <w:cs/>
          <w:lang w:bidi="bn-IN"/>
        </w:rPr>
        <w:t>স্বার্থপরতার তৃতীয় পর্যায়</w:t>
      </w:r>
    </w:p>
    <w:p w:rsidR="00A82E64" w:rsidRDefault="007710BF" w:rsidP="00A82E64">
      <w:pPr>
        <w:pStyle w:val="libNormal"/>
        <w:tabs>
          <w:tab w:val="left" w:pos="9000"/>
        </w:tabs>
        <w:rPr>
          <w:lang w:bidi="bn-IN"/>
        </w:rPr>
      </w:pPr>
      <w:r w:rsidRPr="007710BF">
        <w:rPr>
          <w:cs/>
          <w:lang w:bidi="bn-IN"/>
        </w:rPr>
        <w:t>মানুষের মধ্যে তৃতীয় একটি পর্যায়ও রয়েছে। মানুষের আত্মিক রোগ শুধু লোভ ও আধিক্যের</w:t>
      </w:r>
      <w:r w:rsidR="00A82E64">
        <w:rPr>
          <w:lang w:bidi="bn-IN"/>
        </w:rPr>
        <w:t xml:space="preserve"> </w:t>
      </w:r>
      <w:r w:rsidRPr="007710BF">
        <w:rPr>
          <w:cs/>
          <w:lang w:bidi="bn-IN"/>
        </w:rPr>
        <w:t>লালসার মধ্যে সীমাবদ্ধ নয় যা মানুষকে কৃপণ করে তোলে। বরং কখনো কখনো মানুষ এর থেকে</w:t>
      </w:r>
      <w:r w:rsidR="00A82E64">
        <w:rPr>
          <w:lang w:bidi="bn-IN"/>
        </w:rPr>
        <w:t xml:space="preserve"> </w:t>
      </w:r>
      <w:r w:rsidRPr="007710BF">
        <w:rPr>
          <w:cs/>
          <w:lang w:bidi="bn-IN"/>
        </w:rPr>
        <w:t>জটিল আত্মিক রোগে আক্রান্ত হয় যা শারীরিক রোগ হতে জটিলতর। এ রোগ বুদ্ধি ও যুক্তির সঙ্গে</w:t>
      </w:r>
      <w:r w:rsidR="00A82E64">
        <w:rPr>
          <w:lang w:bidi="bn-IN"/>
        </w:rPr>
        <w:t xml:space="preserve"> </w:t>
      </w:r>
      <w:r w:rsidRPr="007710BF">
        <w:rPr>
          <w:cs/>
          <w:lang w:bidi="bn-IN"/>
        </w:rPr>
        <w:t>সামঞ্জস্যহীন এবং শুধু রোগীর আত্মিক অবস্থার সঙ্গেই সংগতিপূর্ণ। বর্তমান সময়ে এরূপ অসুস্থতাকে</w:t>
      </w:r>
      <w:r w:rsidR="00A82E64">
        <w:rPr>
          <w:lang w:bidi="bn-IN"/>
        </w:rPr>
        <w:t xml:space="preserve"> </w:t>
      </w:r>
      <w:r w:rsidRPr="007710BF">
        <w:rPr>
          <w:cs/>
          <w:lang w:bidi="bn-IN"/>
        </w:rPr>
        <w:t>মানসিক জটিলতা বলা হয়। যেমন হিংসা এরূপ একটি রোগ। হিংসা মানুষের মধ্যে যুক্তির বিরোধিতার</w:t>
      </w:r>
      <w:r w:rsidR="00A82E64">
        <w:rPr>
          <w:lang w:bidi="bn-IN"/>
        </w:rPr>
        <w:t xml:space="preserve"> </w:t>
      </w:r>
      <w:r w:rsidRPr="007710BF">
        <w:rPr>
          <w:cs/>
          <w:lang w:bidi="bn-IN"/>
        </w:rPr>
        <w:t>প্রবণতা সৃষ্টি করে অর্থাৎ মানুষের মধ্যে এমন একটি অবস্থার সৃষ্টি হয় যে</w:t>
      </w:r>
      <w:r w:rsidR="00895143">
        <w:t>,</w:t>
      </w:r>
      <w:r w:rsidRPr="007710BF">
        <w:rPr>
          <w:cs/>
          <w:lang w:bidi="bn-IN"/>
        </w:rPr>
        <w:t>মানুষ নিজের সাফল্যের চিন্তাকেও ভুলে যায় এবং কেবল অন্যের অকল্যাণের চিন্তায় মগ্ন থাকে। তার আকা</w:t>
      </w:r>
      <w:r w:rsidR="001C5FF3">
        <w:rPr>
          <w:cs/>
          <w:lang w:bidi="bn-IN"/>
        </w:rPr>
        <w:t>ঙ্ক্ষা</w:t>
      </w:r>
      <w:r w:rsidR="00A82E64">
        <w:rPr>
          <w:lang w:bidi="bn-IN"/>
        </w:rPr>
        <w:t xml:space="preserve"> </w:t>
      </w:r>
      <w:r w:rsidRPr="007710BF">
        <w:rPr>
          <w:cs/>
          <w:lang w:bidi="bn-IN"/>
        </w:rPr>
        <w:t>নিজের সৌভাগ্য</w:t>
      </w:r>
      <w:r w:rsidR="00A82E64">
        <w:rPr>
          <w:lang w:bidi="bn-IN"/>
        </w:rPr>
        <w:t xml:space="preserve"> </w:t>
      </w:r>
      <w:r w:rsidRPr="007710BF">
        <w:rPr>
          <w:cs/>
          <w:lang w:bidi="bn-IN"/>
        </w:rPr>
        <w:t>নয়। যদিও নিজের সৌভাগ্যের চিন্তা করে</w:t>
      </w:r>
      <w:r w:rsidR="00895143">
        <w:t>,</w:t>
      </w:r>
      <w:r w:rsidRPr="007710BF">
        <w:rPr>
          <w:cs/>
          <w:lang w:bidi="bn-IN"/>
        </w:rPr>
        <w:t>তবে তার দ্বিগুণ অন্যের অকল্যাণের চিন্তা করে। এটা কোন</w:t>
      </w:r>
      <w:r w:rsidR="00A82E64">
        <w:rPr>
          <w:lang w:bidi="bn-IN"/>
        </w:rPr>
        <w:t xml:space="preserve"> </w:t>
      </w:r>
      <w:r w:rsidRPr="007710BF">
        <w:rPr>
          <w:cs/>
          <w:lang w:bidi="bn-IN"/>
        </w:rPr>
        <w:t>যুক্তিতেই বোধগম্য নয়। কোন প্রাণীর মধ্যেই এ বৈশিষ্ট্য নেই যে</w:t>
      </w:r>
      <w:r w:rsidR="00895143">
        <w:t>,</w:t>
      </w:r>
      <w:r w:rsidR="00A82E64">
        <w:rPr>
          <w:cs/>
          <w:lang w:bidi="bn-IN"/>
        </w:rPr>
        <w:t>অন্য প্রাণীর দুর্ভা</w:t>
      </w:r>
      <w:r w:rsidRPr="007710BF">
        <w:rPr>
          <w:cs/>
          <w:lang w:bidi="bn-IN"/>
        </w:rPr>
        <w:t>গ্যের আকা</w:t>
      </w:r>
      <w:r w:rsidR="000669DB">
        <w:rPr>
          <w:cs/>
          <w:lang w:bidi="bn-IN"/>
        </w:rPr>
        <w:t>ঙ্ক্ষা</w:t>
      </w:r>
      <w:r w:rsidR="00A82E64">
        <w:rPr>
          <w:lang w:bidi="bn-IN"/>
        </w:rPr>
        <w:t xml:space="preserve"> </w:t>
      </w:r>
      <w:r w:rsidRPr="007710BF">
        <w:rPr>
          <w:cs/>
          <w:lang w:bidi="bn-IN"/>
        </w:rPr>
        <w:t>করে। অন্য প্রাণী নিজের পেটের চিন্তায়ই ক্ষান্ত হয়</w:t>
      </w:r>
      <w:r w:rsidR="00895143">
        <w:t>,</w:t>
      </w:r>
      <w:r w:rsidRPr="007710BF">
        <w:rPr>
          <w:cs/>
          <w:lang w:bidi="bn-IN"/>
        </w:rPr>
        <w:t xml:space="preserve">কিন্তু মানুষের মধ্যে এ </w:t>
      </w:r>
      <w:r w:rsidR="006633A3">
        <w:rPr>
          <w:cs/>
          <w:lang w:bidi="bn-IN"/>
        </w:rPr>
        <w:t xml:space="preserve">অদ্ভুত </w:t>
      </w:r>
      <w:r w:rsidRPr="007710BF">
        <w:rPr>
          <w:cs/>
          <w:lang w:bidi="bn-IN"/>
        </w:rPr>
        <w:t>বৈশিষ্ট্য লক্ষণীয়।</w:t>
      </w:r>
    </w:p>
    <w:p w:rsidR="00A82E64" w:rsidRDefault="007710BF" w:rsidP="00A82E64">
      <w:pPr>
        <w:pStyle w:val="libNormal"/>
        <w:tabs>
          <w:tab w:val="left" w:pos="9000"/>
        </w:tabs>
        <w:rPr>
          <w:cs/>
          <w:lang w:bidi="bn-IN"/>
        </w:rPr>
      </w:pPr>
      <w:r w:rsidRPr="007710BF">
        <w:rPr>
          <w:cs/>
          <w:lang w:bidi="bn-IN"/>
        </w:rPr>
        <w:t>কখনো কখনো মানুষের মধ্যে অহংকারের জন্ম হয় বা তার আত্মার গভীরে এমন অনেক মানসিক</w:t>
      </w:r>
      <w:r w:rsidR="00A82E64">
        <w:rPr>
          <w:lang w:bidi="bn-IN"/>
        </w:rPr>
        <w:t xml:space="preserve"> </w:t>
      </w:r>
      <w:r w:rsidRPr="007710BF">
        <w:rPr>
          <w:cs/>
          <w:lang w:bidi="bn-IN"/>
        </w:rPr>
        <w:t xml:space="preserve">জটিলতার সৃষ্টি হয় যা সে নিজেই জানে না। মানুষের </w:t>
      </w:r>
      <w:r w:rsidR="00D009A1">
        <w:rPr>
          <w:cs/>
          <w:lang w:bidi="bn-IN"/>
        </w:rPr>
        <w:t>প্রবৃত্তি</w:t>
      </w:r>
      <w:r w:rsidRPr="007710BF">
        <w:rPr>
          <w:cs/>
          <w:lang w:bidi="bn-IN"/>
        </w:rPr>
        <w:t xml:space="preserve"> তার মধ্যে এ সমস্যাগুলো সৃষ্টি করে।</w:t>
      </w:r>
    </w:p>
    <w:p w:rsidR="00A82E64" w:rsidRPr="00A3582C" w:rsidRDefault="00A82E64" w:rsidP="009848A8">
      <w:pPr>
        <w:pStyle w:val="libNormal"/>
        <w:rPr>
          <w:rtl/>
          <w:cs/>
        </w:rPr>
      </w:pPr>
      <w:r>
        <w:rPr>
          <w:cs/>
          <w:lang w:bidi="bn-IN"/>
        </w:rPr>
        <w:br w:type="page"/>
      </w:r>
    </w:p>
    <w:p w:rsidR="00A82E64" w:rsidRDefault="007710BF" w:rsidP="00A82E64">
      <w:pPr>
        <w:pStyle w:val="Heading1"/>
        <w:rPr>
          <w:lang w:bidi="bn-IN"/>
        </w:rPr>
      </w:pPr>
      <w:bookmarkStart w:id="43" w:name="_Toc392601452"/>
      <w:r w:rsidRPr="007710BF">
        <w:rPr>
          <w:cs/>
          <w:lang w:bidi="bn-IN"/>
        </w:rPr>
        <w:t>আত্মপ্রবঞ্চনা</w:t>
      </w:r>
      <w:bookmarkEnd w:id="43"/>
    </w:p>
    <w:p w:rsidR="00A82E64" w:rsidRDefault="00A82E64" w:rsidP="00A82E64">
      <w:pPr>
        <w:pStyle w:val="libNormal"/>
        <w:tabs>
          <w:tab w:val="left" w:pos="9000"/>
        </w:tabs>
        <w:rPr>
          <w:lang w:bidi="bn-IN"/>
        </w:rPr>
      </w:pPr>
    </w:p>
    <w:p w:rsidR="007B11AC" w:rsidRDefault="007710BF" w:rsidP="00A82E64">
      <w:pPr>
        <w:pStyle w:val="libNormal"/>
        <w:tabs>
          <w:tab w:val="left" w:pos="9000"/>
        </w:tabs>
        <w:rPr>
          <w:lang w:bidi="hi-IN"/>
        </w:rPr>
      </w:pPr>
      <w:r w:rsidRPr="007710BF">
        <w:rPr>
          <w:cs/>
          <w:lang w:bidi="bn-IN"/>
        </w:rPr>
        <w:t>কখনো কখনো মানুষ নিজেই নিজেকে প্রতারণা করে। এটা কোন হিসেবেই বোঝা সম্ভব নয় কিরূপ</w:t>
      </w:r>
      <w:r w:rsidR="009E0972">
        <w:rPr>
          <w:lang w:bidi="bn-IN"/>
        </w:rPr>
        <w:t xml:space="preserve"> </w:t>
      </w:r>
      <w:r w:rsidRPr="007710BF">
        <w:rPr>
          <w:cs/>
          <w:lang w:bidi="bn-IN"/>
        </w:rPr>
        <w:t>মানুষ নিজের অভ্যন্তর হতে প্রতারিত হয়। কোরআন বলছে</w:t>
      </w:r>
      <w:r w:rsidR="00895143">
        <w:t>,</w:t>
      </w:r>
      <w:r w:rsidR="009E0972">
        <w:t xml:space="preserve"> </w:t>
      </w:r>
      <w:r w:rsidR="009E0972" w:rsidRPr="009E0972">
        <w:rPr>
          <w:rStyle w:val="libAieChar"/>
          <w:rFonts w:hint="cs"/>
          <w:rtl/>
        </w:rPr>
        <w:t>بل سولت لکم أنفسکم</w:t>
      </w:r>
      <w:r w:rsidR="009E0972">
        <w:t xml:space="preserve"> </w:t>
      </w:r>
      <w:r w:rsidRPr="001933EC">
        <w:rPr>
          <w:rStyle w:val="libAlaemChar"/>
        </w:rPr>
        <w:t>“</w:t>
      </w:r>
      <w:r w:rsidRPr="007710BF">
        <w:rPr>
          <w:cs/>
          <w:lang w:bidi="bn-IN"/>
        </w:rPr>
        <w:t>বরং তোমরা</w:t>
      </w:r>
      <w:r w:rsidR="009E0972">
        <w:rPr>
          <w:lang w:bidi="bn-IN"/>
        </w:rPr>
        <w:t xml:space="preserve"> </w:t>
      </w:r>
      <w:r w:rsidRPr="007710BF">
        <w:rPr>
          <w:cs/>
          <w:lang w:bidi="bn-IN"/>
        </w:rPr>
        <w:t>নিজেরাই নিজেকে প্রবঞ্চিত কর।</w:t>
      </w:r>
      <w:r w:rsidRPr="001933EC">
        <w:rPr>
          <w:rStyle w:val="libAlaemChar"/>
        </w:rPr>
        <w:t>”</w:t>
      </w:r>
      <w:r w:rsidRPr="007710BF">
        <w:t xml:space="preserve"> </w:t>
      </w:r>
      <w:r w:rsidRPr="007710BF">
        <w:rPr>
          <w:cs/>
          <w:lang w:bidi="bn-IN"/>
        </w:rPr>
        <w:t>আত্মপ্রবঞ্চনা মনোবিজ্ঞান সম্মত একটি যথার্থ পরিভাষা যা</w:t>
      </w:r>
      <w:r w:rsidR="007B11AC">
        <w:rPr>
          <w:lang w:bidi="bn-IN"/>
        </w:rPr>
        <w:t xml:space="preserve"> </w:t>
      </w:r>
      <w:r w:rsidRPr="007710BF">
        <w:rPr>
          <w:cs/>
          <w:lang w:bidi="bn-IN"/>
        </w:rPr>
        <w:t>কোরআনে এসেছে</w:t>
      </w:r>
      <w:r w:rsidRPr="007710BF">
        <w:rPr>
          <w:cs/>
          <w:lang w:bidi="hi-IN"/>
        </w:rPr>
        <w:t>।</w:t>
      </w:r>
    </w:p>
    <w:p w:rsidR="007B11AC" w:rsidRDefault="007710BF" w:rsidP="007B11AC">
      <w:pPr>
        <w:pStyle w:val="libNormal"/>
        <w:tabs>
          <w:tab w:val="left" w:pos="9000"/>
        </w:tabs>
        <w:rPr>
          <w:lang w:bidi="bn-IN"/>
        </w:rPr>
      </w:pPr>
      <w:r w:rsidRPr="007710BF">
        <w:rPr>
          <w:cs/>
          <w:lang w:bidi="bn-IN"/>
        </w:rPr>
        <w:t>আত্মপ্রবঞ্চনা অর্থ মানুষ কখনো কখনো নিজের অভ্যন্তর হতে প্রতারিত হয়। এ ধরনের ব্যক্তির মন</w:t>
      </w:r>
      <w:r w:rsidR="007B11AC">
        <w:rPr>
          <w:lang w:bidi="bn-IN"/>
        </w:rPr>
        <w:t xml:space="preserve"> </w:t>
      </w:r>
      <w:r w:rsidRPr="007710BF">
        <w:rPr>
          <w:cs/>
          <w:lang w:bidi="bn-IN"/>
        </w:rPr>
        <w:t>যদি কোন কিছু চায় তাহলে ঐ বস্তুকে তার অন্তর এমন আকর্ষণীয় ও সৌন্দর্যমণ্ডিত করে তার নিকট</w:t>
      </w:r>
      <w:r w:rsidR="007B11AC">
        <w:rPr>
          <w:lang w:bidi="bn-IN"/>
        </w:rPr>
        <w:t xml:space="preserve"> </w:t>
      </w:r>
      <w:r w:rsidRPr="007710BF">
        <w:rPr>
          <w:cs/>
          <w:lang w:bidi="bn-IN"/>
        </w:rPr>
        <w:t>প্রদর্শন করে যে</w:t>
      </w:r>
      <w:r w:rsidR="00895143">
        <w:t>,</w:t>
      </w:r>
      <w:r w:rsidRPr="007710BF">
        <w:rPr>
          <w:cs/>
          <w:lang w:bidi="bn-IN"/>
        </w:rPr>
        <w:t>ঐ বস্তুর বিষয়ে অলীক চিন্তা ও কল্পনা শুরু করে যাকে অতিরঞ্জন বলা যেতে পারে।</w:t>
      </w:r>
      <w:r w:rsidR="007B11AC">
        <w:rPr>
          <w:lang w:bidi="bn-IN"/>
        </w:rPr>
        <w:t xml:space="preserve"> </w:t>
      </w:r>
      <w:r w:rsidRPr="007710BF">
        <w:rPr>
          <w:cs/>
          <w:lang w:bidi="bn-IN"/>
        </w:rPr>
        <w:t xml:space="preserve">এ কাজটি মানুষের মনোজগত নিজের থেকেই করে তাকে প্রতারিত করার জন্য। আত্মপ্রবঞ্চনা বাস্তবিকই আশ্চর্যের বিষয়। বর্তমানে মনোবিজ্ঞান উন্নয়নের শিখরে আরোহণ করে যথার্থ ও গভীরভাবে এ বিষয়টি উদ্ঘাটনে সক্ষম হয়েছে। মনোবিজ্ঞানিগণ এ সিদ্ধান্তে </w:t>
      </w:r>
      <w:r w:rsidR="00611BB9">
        <w:rPr>
          <w:cs/>
          <w:lang w:bidi="bn-IN"/>
        </w:rPr>
        <w:t>পৌ</w:t>
      </w:r>
      <w:r w:rsidRPr="007710BF">
        <w:rPr>
          <w:cs/>
          <w:lang w:bidi="bn-IN"/>
        </w:rPr>
        <w:t>ছেছেন যে</w:t>
      </w:r>
      <w:r w:rsidR="00895143">
        <w:t>,</w:t>
      </w:r>
      <w:r w:rsidRPr="007710BF">
        <w:rPr>
          <w:cs/>
          <w:lang w:bidi="bn-IN"/>
        </w:rPr>
        <w:t>কখনো কখনো দৈহিক বা</w:t>
      </w:r>
      <w:r w:rsidR="007B11AC">
        <w:rPr>
          <w:lang w:bidi="bn-IN"/>
        </w:rPr>
        <w:t xml:space="preserve"> </w:t>
      </w:r>
      <w:r w:rsidR="007B11AC">
        <w:rPr>
          <w:cs/>
          <w:lang w:bidi="bn-IN"/>
        </w:rPr>
        <w:t>স্না</w:t>
      </w:r>
      <w:r w:rsidRPr="007710BF">
        <w:rPr>
          <w:cs/>
          <w:lang w:bidi="bn-IN"/>
        </w:rPr>
        <w:t>য়বিক বৈকল্য ব্যতীতই মানুষ পাগলামী করে যার কারণ তার অভ্যন্তরীণ মানসিক অবস্থা।</w:t>
      </w:r>
      <w:r w:rsidR="007B11AC">
        <w:rPr>
          <w:lang w:bidi="bn-IN"/>
        </w:rPr>
        <w:t xml:space="preserve"> </w:t>
      </w:r>
      <w:r w:rsidRPr="007710BF">
        <w:rPr>
          <w:cs/>
          <w:lang w:bidi="bn-IN"/>
        </w:rPr>
        <w:t>উদাহরণ</w:t>
      </w:r>
      <w:r w:rsidR="007B11AC">
        <w:rPr>
          <w:lang w:bidi="bn-IN"/>
        </w:rPr>
        <w:t xml:space="preserve"> </w:t>
      </w:r>
      <w:r w:rsidRPr="007710BF">
        <w:rPr>
          <w:cs/>
          <w:lang w:bidi="bn-IN"/>
        </w:rPr>
        <w:t>স্বরূপ যখন দুঃখ সহ্য করা তার জন্য খুব কঠিন ও অসাধ্য হয়ে পড়ে তখন সে এ কষ্ট থেকে</w:t>
      </w:r>
      <w:r w:rsidR="007B11AC">
        <w:rPr>
          <w:lang w:bidi="bn-IN"/>
        </w:rPr>
        <w:t xml:space="preserve"> </w:t>
      </w:r>
      <w:r w:rsidRPr="007710BF">
        <w:rPr>
          <w:cs/>
          <w:lang w:bidi="bn-IN"/>
        </w:rPr>
        <w:t>বাঁচার জন্য বুদ্ধিবৃত্তিকে নিষ্ক্রিয় করে ফেলে।</w:t>
      </w:r>
    </w:p>
    <w:p w:rsidR="007B11AC" w:rsidRDefault="007710BF" w:rsidP="007B11AC">
      <w:pPr>
        <w:pStyle w:val="libNormal"/>
        <w:tabs>
          <w:tab w:val="left" w:pos="9000"/>
        </w:tabs>
      </w:pPr>
      <w:r w:rsidRPr="007710BF">
        <w:rPr>
          <w:cs/>
          <w:lang w:bidi="bn-IN"/>
        </w:rPr>
        <w:t>কবির ভাষায়</w:t>
      </w:r>
      <w:r w:rsidR="003936CB">
        <w:t>-</w:t>
      </w:r>
    </w:p>
    <w:p w:rsidR="007B11AC" w:rsidRDefault="007710BF" w:rsidP="007B11AC">
      <w:pPr>
        <w:pStyle w:val="libCenter"/>
        <w:rPr>
          <w:lang w:bidi="bn-IN"/>
        </w:rPr>
      </w:pPr>
      <w:r w:rsidRPr="001933EC">
        <w:rPr>
          <w:rStyle w:val="libAlaemChar"/>
        </w:rPr>
        <w:t>“</w:t>
      </w:r>
      <w:r w:rsidRPr="007710BF">
        <w:rPr>
          <w:cs/>
          <w:lang w:bidi="bn-IN"/>
        </w:rPr>
        <w:t>হে সতর্কজন! জগতে যারেই দেখি কষ্ট সঙ্গী তার</w:t>
      </w:r>
    </w:p>
    <w:p w:rsidR="007B11AC" w:rsidRDefault="007710BF" w:rsidP="007B11AC">
      <w:pPr>
        <w:pStyle w:val="libCenter"/>
        <w:rPr>
          <w:rStyle w:val="libAlaemChar"/>
        </w:rPr>
      </w:pPr>
      <w:r w:rsidRPr="007710BF">
        <w:rPr>
          <w:cs/>
          <w:lang w:bidi="bn-IN"/>
        </w:rPr>
        <w:t>হে মন! হও পাগল</w:t>
      </w:r>
      <w:r w:rsidR="00895143">
        <w:t>,</w:t>
      </w:r>
      <w:r w:rsidRPr="007710BF">
        <w:rPr>
          <w:cs/>
          <w:lang w:bidi="bn-IN"/>
        </w:rPr>
        <w:t>কষ্ট তোমার সঙ্গী হবে না আর।</w:t>
      </w:r>
      <w:r w:rsidRPr="001933EC">
        <w:rPr>
          <w:rStyle w:val="libAlaemChar"/>
        </w:rPr>
        <w:t>”</w:t>
      </w:r>
    </w:p>
    <w:p w:rsidR="007B11AC" w:rsidRDefault="007710BF" w:rsidP="007B11AC">
      <w:pPr>
        <w:pStyle w:val="libNormal"/>
        <w:tabs>
          <w:tab w:val="left" w:pos="9000"/>
        </w:tabs>
        <w:rPr>
          <w:lang w:bidi="bn-IN"/>
        </w:rPr>
      </w:pPr>
      <w:r w:rsidRPr="007710BF">
        <w:rPr>
          <w:cs/>
          <w:lang w:bidi="bn-IN"/>
        </w:rPr>
        <w:t>এটা একটা মনোবিজ্ঞানগত মৌলতত্ত্ব।</w:t>
      </w:r>
    </w:p>
    <w:p w:rsidR="007B11AC" w:rsidRDefault="007710BF" w:rsidP="007B11AC">
      <w:pPr>
        <w:pStyle w:val="libNormal"/>
        <w:tabs>
          <w:tab w:val="left" w:pos="9000"/>
        </w:tabs>
        <w:rPr>
          <w:lang w:bidi="bn-IN"/>
        </w:rPr>
      </w:pPr>
      <w:r w:rsidRPr="007710BF">
        <w:rPr>
          <w:cs/>
          <w:lang w:bidi="bn-IN"/>
        </w:rPr>
        <w:t xml:space="preserve">আত্মপ্রবঞ্চনার বিষয়টি অত্যন্ত </w:t>
      </w:r>
      <w:r w:rsidR="007B11AC">
        <w:rPr>
          <w:cs/>
          <w:lang w:bidi="bn-IN"/>
        </w:rPr>
        <w:t>গুরুত্বপূর্ণ</w:t>
      </w:r>
      <w:r w:rsidRPr="007710BF">
        <w:rPr>
          <w:cs/>
          <w:lang w:bidi="hi-IN"/>
        </w:rPr>
        <w:t xml:space="preserve">। </w:t>
      </w:r>
      <w:r w:rsidRPr="007710BF">
        <w:rPr>
          <w:cs/>
          <w:lang w:bidi="bn-IN"/>
        </w:rPr>
        <w:t>এরফানে এ বিষয়টির প্রতি বিশেষ দৃষ্টি দেয়া হয়েছে। স্বার্থপরতার তৃতীয় পর্যায় এবং আত্মপ্রবঞ্চনা</w:t>
      </w:r>
      <w:r w:rsidR="003936CB">
        <w:t>-</w:t>
      </w:r>
      <w:r w:rsidRPr="007710BF">
        <w:rPr>
          <w:cs/>
          <w:lang w:bidi="bn-IN"/>
        </w:rPr>
        <w:t>বিষয় দু</w:t>
      </w:r>
      <w:r w:rsidRPr="001933EC">
        <w:rPr>
          <w:rStyle w:val="libAlaemChar"/>
        </w:rPr>
        <w:t>’</w:t>
      </w:r>
      <w:r w:rsidRPr="007710BF">
        <w:rPr>
          <w:cs/>
          <w:lang w:bidi="bn-IN"/>
        </w:rPr>
        <w:t>টি মানুষকে নৈতিকতা</w:t>
      </w:r>
      <w:r w:rsidR="007B11AC">
        <w:rPr>
          <w:lang w:bidi="bn-IN"/>
        </w:rPr>
        <w:t xml:space="preserve"> </w:t>
      </w:r>
      <w:r w:rsidRPr="007710BF">
        <w:rPr>
          <w:cs/>
          <w:lang w:bidi="bn-IN"/>
        </w:rPr>
        <w:t>বিরোধী করে তোলে</w:t>
      </w:r>
      <w:r w:rsidR="00895143">
        <w:t>,</w:t>
      </w:r>
      <w:r w:rsidRPr="007710BF">
        <w:rPr>
          <w:cs/>
          <w:lang w:bidi="bn-IN"/>
        </w:rPr>
        <w:t>এটা একটা রোগ যা মানুষকে অন্যান্য প্রাণী থেকেও নীচে নামিয়ে দেয়</w:t>
      </w:r>
      <w:r w:rsidR="003936CB">
        <w:t>-</w:t>
      </w:r>
      <w:r w:rsidRPr="007710BF">
        <w:rPr>
          <w:cs/>
          <w:lang w:bidi="bn-IN"/>
        </w:rPr>
        <w:t>এরফানে এ বিষয়গুলো</w:t>
      </w:r>
      <w:r w:rsidR="007B11AC">
        <w:rPr>
          <w:lang w:bidi="bn-IN"/>
        </w:rPr>
        <w:t xml:space="preserve"> </w:t>
      </w:r>
      <w:r w:rsidRPr="007710BF">
        <w:rPr>
          <w:cs/>
          <w:lang w:bidi="bn-IN"/>
        </w:rPr>
        <w:t xml:space="preserve">সর্বোত্তমরূপে বর্ণিত হয়েছে এবং এমন অনেক বিষয় সেখানে </w:t>
      </w:r>
      <w:r w:rsidR="00707069">
        <w:rPr>
          <w:cs/>
          <w:lang w:bidi="bn-IN"/>
        </w:rPr>
        <w:t>উল্লিখিত</w:t>
      </w:r>
      <w:r w:rsidRPr="007710BF">
        <w:rPr>
          <w:rFonts w:hint="cs"/>
          <w:cs/>
          <w:lang w:bidi="bn-IN"/>
        </w:rPr>
        <w:t xml:space="preserve"> হয়েছে যা মানুষকে আশ্চর্যান্বিত</w:t>
      </w:r>
      <w:r w:rsidR="007B11AC">
        <w:rPr>
          <w:lang w:bidi="bn-IN"/>
        </w:rPr>
        <w:t xml:space="preserve"> </w:t>
      </w:r>
      <w:r w:rsidRPr="007710BF">
        <w:rPr>
          <w:rFonts w:hint="cs"/>
          <w:cs/>
          <w:lang w:bidi="bn-IN"/>
        </w:rPr>
        <w:t>করে। আমাদের আশ্চর্য হতে হয় যে</w:t>
      </w:r>
      <w:r w:rsidR="00895143">
        <w:t>,</w:t>
      </w:r>
      <w:r w:rsidRPr="007710BF">
        <w:rPr>
          <w:cs/>
          <w:lang w:bidi="bn-IN"/>
        </w:rPr>
        <w:t>ছয়-সাতশ বা হাজার বছর পূর্বে কিরূপে মনোবিজ্ঞানের অনেক</w:t>
      </w:r>
      <w:r w:rsidR="007B11AC">
        <w:rPr>
          <w:lang w:bidi="bn-IN"/>
        </w:rPr>
        <w:t xml:space="preserve"> </w:t>
      </w:r>
      <w:r w:rsidRPr="007710BF">
        <w:rPr>
          <w:cs/>
          <w:lang w:bidi="bn-IN"/>
        </w:rPr>
        <w:t xml:space="preserve">গুরুত্বপূর্ণ বিষয়ে </w:t>
      </w:r>
      <w:r w:rsidR="00FE6D44">
        <w:rPr>
          <w:cs/>
          <w:lang w:bidi="bn-IN"/>
        </w:rPr>
        <w:t>তারা</w:t>
      </w:r>
      <w:r w:rsidRPr="007710BF">
        <w:rPr>
          <w:cs/>
          <w:lang w:bidi="bn-IN"/>
        </w:rPr>
        <w:t xml:space="preserve"> কথা বলেছেন যা বিংশ শতাব্দীর মনোবিজ্ঞানীরা বলছেন।</w:t>
      </w:r>
    </w:p>
    <w:p w:rsidR="007B11AC" w:rsidRDefault="007710BF" w:rsidP="007B11AC">
      <w:pPr>
        <w:pStyle w:val="libNormal"/>
        <w:tabs>
          <w:tab w:val="left" w:pos="9000"/>
        </w:tabs>
        <w:rPr>
          <w:lang w:bidi="bn-IN"/>
        </w:rPr>
      </w:pPr>
      <w:r w:rsidRPr="007710BF">
        <w:rPr>
          <w:cs/>
          <w:lang w:bidi="bn-IN"/>
        </w:rPr>
        <w:t>যা হোক আত্মপ্রবঞ্চনার এ বিষয়টি আরেফগণ কোরআন থেকেই গ্রহণ করেছেন</w:t>
      </w:r>
      <w:r w:rsidRPr="007710BF">
        <w:rPr>
          <w:cs/>
          <w:lang w:bidi="hi-IN"/>
        </w:rPr>
        <w:t xml:space="preserve">। </w:t>
      </w:r>
      <w:r w:rsidRPr="007710BF">
        <w:rPr>
          <w:cs/>
          <w:lang w:bidi="bn-IN"/>
        </w:rPr>
        <w:t>যেহেতু</w:t>
      </w:r>
      <w:r w:rsidR="007B11AC">
        <w:rPr>
          <w:lang w:bidi="bn-IN"/>
        </w:rPr>
        <w:t xml:space="preserve"> </w:t>
      </w:r>
      <w:r w:rsidRPr="007710BF">
        <w:rPr>
          <w:cs/>
          <w:lang w:bidi="bn-IN"/>
        </w:rPr>
        <w:t>আরেফগণ যথেষ্ট যোগ্যতা</w:t>
      </w:r>
      <w:r w:rsidR="007B11AC">
        <w:rPr>
          <w:lang w:bidi="bn-IN"/>
        </w:rPr>
        <w:t xml:space="preserve"> </w:t>
      </w:r>
      <w:r w:rsidRPr="007710BF">
        <w:rPr>
          <w:cs/>
          <w:lang w:bidi="bn-IN"/>
        </w:rPr>
        <w:t>সম্পন্ন তাই খুব ভালোভাবেই কোরাআন থেকে এ বিষয়টি হস্তগত করতে</w:t>
      </w:r>
      <w:r w:rsidR="007B11AC">
        <w:rPr>
          <w:lang w:bidi="bn-IN"/>
        </w:rPr>
        <w:t xml:space="preserve"> </w:t>
      </w:r>
      <w:r w:rsidRPr="007710BF">
        <w:rPr>
          <w:cs/>
          <w:lang w:bidi="bn-IN"/>
        </w:rPr>
        <w:t>পেরেছেন। আমরা নীচের শিরোনামে মাওলানা রুমী থেকে আত্মপ্রবঞ্চনার বিষয়ে কিছু আলোচনা</w:t>
      </w:r>
      <w:r w:rsidR="007B11AC">
        <w:rPr>
          <w:lang w:bidi="bn-IN"/>
        </w:rPr>
        <w:t xml:space="preserve"> </w:t>
      </w:r>
      <w:r w:rsidRPr="007710BF">
        <w:rPr>
          <w:cs/>
          <w:lang w:bidi="bn-IN"/>
        </w:rPr>
        <w:t>করব।</w:t>
      </w:r>
    </w:p>
    <w:p w:rsidR="007B11AC" w:rsidRDefault="007B11AC" w:rsidP="007B11AC">
      <w:pPr>
        <w:pStyle w:val="libNormal"/>
        <w:tabs>
          <w:tab w:val="left" w:pos="9000"/>
        </w:tabs>
        <w:rPr>
          <w:lang w:bidi="bn-IN"/>
        </w:rPr>
      </w:pPr>
    </w:p>
    <w:p w:rsidR="007B11AC" w:rsidRDefault="007710BF" w:rsidP="007B11AC">
      <w:pPr>
        <w:pStyle w:val="libBold1"/>
        <w:rPr>
          <w:lang w:bidi="bn-IN"/>
        </w:rPr>
      </w:pPr>
      <w:r w:rsidRPr="007710BF">
        <w:rPr>
          <w:cs/>
          <w:lang w:bidi="bn-IN"/>
        </w:rPr>
        <w:t>গোপন মানসিক জটিলতা</w:t>
      </w:r>
    </w:p>
    <w:p w:rsidR="007B11AC" w:rsidRDefault="007710BF" w:rsidP="007B11AC">
      <w:pPr>
        <w:pStyle w:val="libNormal"/>
        <w:tabs>
          <w:tab w:val="left" w:pos="9000"/>
        </w:tabs>
      </w:pPr>
      <w:r w:rsidRPr="007710BF">
        <w:rPr>
          <w:cs/>
          <w:lang w:bidi="bn-IN"/>
        </w:rPr>
        <w:t>বর্তমানে এ বিষয়টি সর্বসম্মত যে</w:t>
      </w:r>
      <w:r w:rsidR="00895143">
        <w:t>,</w:t>
      </w:r>
      <w:r w:rsidRPr="007710BF">
        <w:rPr>
          <w:cs/>
          <w:lang w:bidi="bn-IN"/>
        </w:rPr>
        <w:t>কখনো কখনো মানুষের মনের গহীনে মন্দ বৈশিষ্ট্যসমূহ তলানীর</w:t>
      </w:r>
      <w:r w:rsidR="007B11AC">
        <w:rPr>
          <w:lang w:bidi="bn-IN"/>
        </w:rPr>
        <w:t xml:space="preserve"> </w:t>
      </w:r>
      <w:r w:rsidRPr="007710BF">
        <w:rPr>
          <w:cs/>
          <w:lang w:bidi="bn-IN"/>
        </w:rPr>
        <w:t>মত জমে থাকে (ঠিক চৌবাচ্চার নীচে জমে থাকা কাদার মত) যা বাইরে থেকে দৃশ্যমান নয়</w:t>
      </w:r>
      <w:r w:rsidR="00895143">
        <w:t>,</w:t>
      </w:r>
      <w:r w:rsidRPr="007710BF">
        <w:rPr>
          <w:cs/>
          <w:lang w:bidi="bn-IN"/>
        </w:rPr>
        <w:t>এমনকি</w:t>
      </w:r>
      <w:r w:rsidR="007B11AC">
        <w:rPr>
          <w:lang w:bidi="bn-IN"/>
        </w:rPr>
        <w:t xml:space="preserve"> </w:t>
      </w:r>
      <w:r w:rsidRPr="007710BF">
        <w:rPr>
          <w:cs/>
          <w:lang w:bidi="bn-IN"/>
        </w:rPr>
        <w:t xml:space="preserve">ঐ ব্যক্তি নিজেও এ </w:t>
      </w:r>
      <w:r w:rsidR="000C4B23">
        <w:rPr>
          <w:cs/>
          <w:lang w:bidi="bn-IN"/>
        </w:rPr>
        <w:t>সম্পর্কে</w:t>
      </w:r>
      <w:r w:rsidRPr="007710BF">
        <w:rPr>
          <w:cs/>
          <w:lang w:bidi="bn-IN"/>
        </w:rPr>
        <w:t xml:space="preserve"> সচেতন নয়</w:t>
      </w:r>
      <w:r w:rsidRPr="007710BF">
        <w:rPr>
          <w:cs/>
          <w:lang w:bidi="hi-IN"/>
        </w:rPr>
        <w:t xml:space="preserve">। </w:t>
      </w:r>
      <w:r w:rsidRPr="007710BF">
        <w:rPr>
          <w:cs/>
          <w:lang w:bidi="bn-IN"/>
        </w:rPr>
        <w:t>কোন বিশেষ এক অবস্থায় যখন তাতে নাড়া পড়ে</w:t>
      </w:r>
      <w:r w:rsidR="00895143">
        <w:t>,</w:t>
      </w:r>
      <w:r w:rsidRPr="007710BF">
        <w:rPr>
          <w:cs/>
          <w:lang w:bidi="bn-IN"/>
        </w:rPr>
        <w:t>সে লক্ষ্য</w:t>
      </w:r>
      <w:r w:rsidR="007B11AC">
        <w:rPr>
          <w:lang w:bidi="bn-IN"/>
        </w:rPr>
        <w:t xml:space="preserve"> </w:t>
      </w:r>
      <w:r w:rsidRPr="007710BF">
        <w:rPr>
          <w:cs/>
          <w:lang w:bidi="bn-IN"/>
        </w:rPr>
        <w:t>করে হঠাৎ করে তার অভ্যন্তর থেকে এ বৈশিষ্ট্যগুলো প্রকাশিত হতে শুরু করেছে</w:t>
      </w:r>
      <w:r w:rsidR="00895143">
        <w:t>,</w:t>
      </w:r>
      <w:r w:rsidRPr="007710BF">
        <w:rPr>
          <w:cs/>
          <w:lang w:bidi="bn-IN"/>
        </w:rPr>
        <w:t>তখন সে নিজেই</w:t>
      </w:r>
      <w:r w:rsidR="007B11AC">
        <w:rPr>
          <w:lang w:bidi="bn-IN"/>
        </w:rPr>
        <w:t xml:space="preserve"> </w:t>
      </w:r>
      <w:r w:rsidRPr="007710BF">
        <w:rPr>
          <w:cs/>
          <w:lang w:bidi="bn-IN"/>
        </w:rPr>
        <w:t>আশ্চর্যান্বিত হয়। মাঝে মাঝে সে বিশ্বাস করতে পারে না যে</w:t>
      </w:r>
      <w:r w:rsidR="00895143">
        <w:t>,</w:t>
      </w:r>
      <w:r w:rsidRPr="007710BF">
        <w:rPr>
          <w:cs/>
          <w:lang w:bidi="bn-IN"/>
        </w:rPr>
        <w:t>তার মধ্যে এরূপ বৈশিষ্ট্য বিদ্যমান ছিল।</w:t>
      </w:r>
      <w:r w:rsidR="007B11AC">
        <w:rPr>
          <w:lang w:bidi="bn-IN"/>
        </w:rPr>
        <w:t xml:space="preserve"> </w:t>
      </w:r>
      <w:r w:rsidRPr="007710BF">
        <w:rPr>
          <w:cs/>
          <w:lang w:bidi="bn-IN"/>
        </w:rPr>
        <w:t>কখনো কখনো মানুষ নিজের প্রতি আস্থাবান হয় এ ভেবে যে</w:t>
      </w:r>
      <w:r w:rsidR="00895143">
        <w:t>,</w:t>
      </w:r>
      <w:r w:rsidRPr="007710BF">
        <w:rPr>
          <w:cs/>
          <w:lang w:bidi="bn-IN"/>
        </w:rPr>
        <w:t>নিজের অন্তরে কোন কলুষতা নেই</w:t>
      </w:r>
      <w:r w:rsidR="00895143">
        <w:t>,</w:t>
      </w:r>
      <w:r w:rsidRPr="007710BF">
        <w:rPr>
          <w:cs/>
          <w:lang w:bidi="bn-IN"/>
        </w:rPr>
        <w:t>কোন হিংসা-দ্বেষ নেই। কিন্তু কোন এক পরিস্থিতিতে (কোরআনের ভ</w:t>
      </w:r>
      <w:r w:rsidR="007B11AC">
        <w:rPr>
          <w:cs/>
          <w:lang w:bidi="bn-IN"/>
        </w:rPr>
        <w:t>াষায় পরীক্ষার মুহর্তে) পরীক্ষার</w:t>
      </w:r>
      <w:r w:rsidR="007B11AC">
        <w:rPr>
          <w:lang w:bidi="bn-IN"/>
        </w:rPr>
        <w:t xml:space="preserve"> </w:t>
      </w:r>
      <w:r w:rsidRPr="007710BF">
        <w:rPr>
          <w:cs/>
          <w:lang w:bidi="bn-IN"/>
        </w:rPr>
        <w:t>সম্মুখীন হয়ে দেখে তার আত্ম অহংকার মাথা চাড়া দিয়ে উঠেছে</w:t>
      </w:r>
      <w:r w:rsidR="00895143">
        <w:t>,</w:t>
      </w:r>
      <w:r w:rsidRPr="007710BF">
        <w:rPr>
          <w:cs/>
          <w:lang w:bidi="bn-IN"/>
        </w:rPr>
        <w:t>হিংসা-দ্বেষ</w:t>
      </w:r>
      <w:r w:rsidR="00895143">
        <w:t>,</w:t>
      </w:r>
      <w:r w:rsidRPr="007710BF">
        <w:rPr>
          <w:cs/>
          <w:lang w:bidi="bn-IN"/>
        </w:rPr>
        <w:t>পরশ্রীকাতরতার</w:t>
      </w:r>
      <w:r w:rsidR="007B11AC">
        <w:rPr>
          <w:lang w:bidi="bn-IN"/>
        </w:rPr>
        <w:t xml:space="preserve"> </w:t>
      </w:r>
      <w:r w:rsidRPr="007710BF">
        <w:rPr>
          <w:cs/>
          <w:lang w:bidi="bn-IN"/>
        </w:rPr>
        <w:t>বৈশিষ্ট্যগুলো প্রকাশ পাচ্ছে</w:t>
      </w:r>
      <w:r w:rsidR="00895143">
        <w:t>,</w:t>
      </w:r>
      <w:r w:rsidRPr="007710BF">
        <w:rPr>
          <w:cs/>
          <w:lang w:bidi="bn-IN"/>
        </w:rPr>
        <w:t xml:space="preserve">অথচ এর কারণ </w:t>
      </w:r>
      <w:r w:rsidR="007B11AC" w:rsidRPr="007B11AC">
        <w:rPr>
          <w:cs/>
          <w:lang w:bidi="bn-IN"/>
        </w:rPr>
        <w:t>অনুদ্ঘাটিত</w:t>
      </w:r>
      <w:r w:rsidRPr="007710BF">
        <w:rPr>
          <w:cs/>
          <w:lang w:bidi="hi-IN"/>
        </w:rPr>
        <w:t xml:space="preserve">। </w:t>
      </w:r>
      <w:r w:rsidRPr="007710BF">
        <w:rPr>
          <w:cs/>
          <w:lang w:bidi="bn-IN"/>
        </w:rPr>
        <w:t>মাওলানা রুমী বলেন</w:t>
      </w:r>
      <w:r w:rsidR="00895143">
        <w:t>,</w:t>
      </w:r>
    </w:p>
    <w:p w:rsidR="007B11AC" w:rsidRDefault="007710BF" w:rsidP="007B11AC">
      <w:pPr>
        <w:pStyle w:val="libCenter"/>
        <w:rPr>
          <w:lang w:bidi="bn-IN"/>
        </w:rPr>
      </w:pPr>
      <w:r w:rsidRPr="001933EC">
        <w:rPr>
          <w:rStyle w:val="libAlaemChar"/>
        </w:rPr>
        <w:t>“</w:t>
      </w:r>
      <w:r w:rsidR="00D009A1">
        <w:rPr>
          <w:cs/>
          <w:lang w:bidi="bn-IN"/>
        </w:rPr>
        <w:t>প্রবৃত্তি</w:t>
      </w:r>
      <w:r w:rsidRPr="007710BF">
        <w:rPr>
          <w:cs/>
          <w:lang w:bidi="bn-IN"/>
        </w:rPr>
        <w:t xml:space="preserve"> তোমার সুপ্ত অজগর কখন ঘুমিয়েছে</w:t>
      </w:r>
    </w:p>
    <w:p w:rsidR="007B11AC" w:rsidRDefault="007710BF" w:rsidP="007B11AC">
      <w:pPr>
        <w:pStyle w:val="libCenter"/>
        <w:rPr>
          <w:rStyle w:val="libAlaemChar"/>
        </w:rPr>
      </w:pPr>
      <w:r w:rsidRPr="007710BF">
        <w:rPr>
          <w:cs/>
          <w:lang w:bidi="bn-IN"/>
        </w:rPr>
        <w:t>উপায়হীন বলেই সে নিষ্ক্রিয় রয়েছে।</w:t>
      </w:r>
      <w:r w:rsidRPr="001933EC">
        <w:rPr>
          <w:rStyle w:val="libAlaemChar"/>
        </w:rPr>
        <w:t>”</w:t>
      </w:r>
    </w:p>
    <w:p w:rsidR="006633A3" w:rsidRDefault="007710BF" w:rsidP="007B11AC">
      <w:pPr>
        <w:pStyle w:val="libNormal"/>
        <w:tabs>
          <w:tab w:val="left" w:pos="9000"/>
        </w:tabs>
      </w:pPr>
      <w:r w:rsidRPr="007710BF">
        <w:rPr>
          <w:cs/>
          <w:lang w:bidi="bn-IN"/>
        </w:rPr>
        <w:t xml:space="preserve">মানুষের </w:t>
      </w:r>
      <w:r w:rsidR="00D009A1">
        <w:rPr>
          <w:cs/>
          <w:lang w:bidi="bn-IN"/>
        </w:rPr>
        <w:t>প্রবৃত্তি</w:t>
      </w:r>
      <w:r w:rsidRPr="007710BF">
        <w:rPr>
          <w:cs/>
          <w:lang w:bidi="bn-IN"/>
        </w:rPr>
        <w:t xml:space="preserve"> বিষাক্ত সাপের মতো। বিষাক্ত সাপসমূহ শীতের সময় সুপ্তাবস্থায় নিশ্চল জীবন</w:t>
      </w:r>
      <w:r w:rsidR="007B11AC">
        <w:rPr>
          <w:lang w:bidi="bn-IN"/>
        </w:rPr>
        <w:t xml:space="preserve"> </w:t>
      </w:r>
      <w:r w:rsidRPr="007710BF">
        <w:rPr>
          <w:cs/>
          <w:lang w:bidi="bn-IN"/>
        </w:rPr>
        <w:t>কাটায়। যদি কোন মানুষ তাকে স্পর্শ করে তবুও সে নড়াচড়া করে না। এমনকি কোন শিশু তাকে</w:t>
      </w:r>
      <w:r w:rsidR="007B11AC">
        <w:rPr>
          <w:lang w:bidi="bn-IN"/>
        </w:rPr>
        <w:t xml:space="preserve"> </w:t>
      </w:r>
      <w:r w:rsidRPr="007710BF">
        <w:rPr>
          <w:cs/>
          <w:lang w:bidi="bn-IN"/>
        </w:rPr>
        <w:t>নিয়ে খেললেও তাকে কামড়ায় না। হয়তো কেউ ভাবতে পারে</w:t>
      </w:r>
      <w:r w:rsidR="00895143">
        <w:t>,</w:t>
      </w:r>
      <w:r w:rsidRPr="007710BF">
        <w:rPr>
          <w:cs/>
          <w:lang w:bidi="bn-IN"/>
        </w:rPr>
        <w:t>এই সাপ খুব শান্ত হয়ে গেছে। কিন্তু</w:t>
      </w:r>
      <w:r w:rsidR="007B11AC">
        <w:rPr>
          <w:lang w:bidi="bn-IN"/>
        </w:rPr>
        <w:t xml:space="preserve"> </w:t>
      </w:r>
      <w:r w:rsidR="006633A3">
        <w:rPr>
          <w:cs/>
          <w:lang w:bidi="bn-IN"/>
        </w:rPr>
        <w:t>যখন গ্রীষ্মকালের সূর্যা</w:t>
      </w:r>
      <w:r w:rsidRPr="007710BF">
        <w:rPr>
          <w:cs/>
          <w:lang w:bidi="bn-IN"/>
        </w:rPr>
        <w:t>লোক এর উপর পতিত হয় যেন হঠাৎ করেই এ সাপের মধ্যে এক পরিবর্তন</w:t>
      </w:r>
      <w:r w:rsidR="006633A3">
        <w:rPr>
          <w:lang w:bidi="bn-IN"/>
        </w:rPr>
        <w:t xml:space="preserve"> </w:t>
      </w:r>
      <w:r w:rsidRPr="007710BF">
        <w:rPr>
          <w:cs/>
          <w:lang w:bidi="bn-IN"/>
        </w:rPr>
        <w:t>লক্ষ্য করা য়ায়। এক শিকারী যে পাহাড় থেকে শীতকালে একটি সাপ ধরে এনেছিল তার গল্প বলতে</w:t>
      </w:r>
      <w:r w:rsidR="006633A3">
        <w:rPr>
          <w:lang w:bidi="bn-IN"/>
        </w:rPr>
        <w:t xml:space="preserve"> </w:t>
      </w:r>
      <w:r w:rsidRPr="007710BF">
        <w:rPr>
          <w:cs/>
          <w:lang w:bidi="bn-IN"/>
        </w:rPr>
        <w:t>গিয়ে মো</w:t>
      </w:r>
      <w:r w:rsidR="006B46F0">
        <w:rPr>
          <w:cs/>
          <w:lang w:bidi="bn-IN"/>
        </w:rPr>
        <w:t>ল্লা</w:t>
      </w:r>
      <w:r w:rsidRPr="007710BF">
        <w:rPr>
          <w:rFonts w:hint="cs"/>
          <w:cs/>
          <w:lang w:bidi="bn-IN"/>
        </w:rPr>
        <w:t xml:space="preserve"> রুমী উপরিউক্ত এ কবিতার চরণটি এনেছেন যে</w:t>
      </w:r>
      <w:r w:rsidR="00895143">
        <w:t>,</w:t>
      </w:r>
    </w:p>
    <w:p w:rsidR="006633A3" w:rsidRDefault="007710BF" w:rsidP="006633A3">
      <w:pPr>
        <w:pStyle w:val="libCenter"/>
        <w:rPr>
          <w:lang w:bidi="bn-IN"/>
        </w:rPr>
      </w:pPr>
      <w:r w:rsidRPr="001933EC">
        <w:rPr>
          <w:rStyle w:val="libAlaemChar"/>
        </w:rPr>
        <w:t>“</w:t>
      </w:r>
      <w:r w:rsidR="00D009A1">
        <w:rPr>
          <w:cs/>
          <w:lang w:bidi="bn-IN"/>
        </w:rPr>
        <w:t>প্রবৃত্তি</w:t>
      </w:r>
      <w:r w:rsidRPr="007710BF">
        <w:rPr>
          <w:cs/>
          <w:lang w:bidi="bn-IN"/>
        </w:rPr>
        <w:t xml:space="preserve"> তোমার সুপ্ত অজগর কখন ঘুমিয়েছে</w:t>
      </w:r>
    </w:p>
    <w:p w:rsidR="006633A3" w:rsidRDefault="007710BF" w:rsidP="006633A3">
      <w:pPr>
        <w:pStyle w:val="libCenter"/>
        <w:rPr>
          <w:rStyle w:val="libAlaemChar"/>
        </w:rPr>
      </w:pPr>
      <w:r w:rsidRPr="007710BF">
        <w:rPr>
          <w:cs/>
          <w:lang w:bidi="bn-IN"/>
        </w:rPr>
        <w:t>উপায়হীন বলেই সে নিষ্ক্রিয় রয়েছে।</w:t>
      </w:r>
      <w:r w:rsidRPr="001933EC">
        <w:rPr>
          <w:rStyle w:val="libAlaemChar"/>
        </w:rPr>
        <w:t>”</w:t>
      </w:r>
    </w:p>
    <w:p w:rsidR="006633A3" w:rsidRDefault="007710BF" w:rsidP="007B11AC">
      <w:pPr>
        <w:pStyle w:val="libNormal"/>
        <w:tabs>
          <w:tab w:val="left" w:pos="9000"/>
        </w:tabs>
        <w:rPr>
          <w:lang w:bidi="bn-IN"/>
        </w:rPr>
      </w:pPr>
      <w:r w:rsidRPr="007710BF">
        <w:rPr>
          <w:cs/>
          <w:lang w:bidi="bn-IN"/>
        </w:rPr>
        <w:t>অর্থাৎ তুমি এটা ভেবো না</w:t>
      </w:r>
      <w:r w:rsidR="00895143">
        <w:t>,</w:t>
      </w:r>
      <w:r w:rsidRPr="007710BF">
        <w:rPr>
          <w:cs/>
          <w:lang w:bidi="bn-IN"/>
        </w:rPr>
        <w:t>তোমার প্রবৃত্তি মৃত্যুবরণ করেছে বরং সে শত জরাগ্রস্ত অজগরের মতো</w:t>
      </w:r>
      <w:r w:rsidR="00895143">
        <w:t>,</w:t>
      </w:r>
      <w:r w:rsidRPr="007710BF">
        <w:rPr>
          <w:cs/>
          <w:lang w:bidi="bn-IN"/>
        </w:rPr>
        <w:t>যদি গ্র</w:t>
      </w:r>
      <w:r w:rsidR="006633A3">
        <w:rPr>
          <w:cs/>
          <w:lang w:bidi="bn-IN"/>
        </w:rPr>
        <w:t>ীষ্মের উত্তাপ পায় তখন সে পূর্বা</w:t>
      </w:r>
      <w:r w:rsidRPr="007710BF">
        <w:rPr>
          <w:cs/>
          <w:lang w:bidi="bn-IN"/>
        </w:rPr>
        <w:t>বস্থায় ফিরে আসবে।</w:t>
      </w:r>
    </w:p>
    <w:p w:rsidR="006633A3" w:rsidRDefault="007710BF" w:rsidP="007B11AC">
      <w:pPr>
        <w:pStyle w:val="libNormal"/>
        <w:tabs>
          <w:tab w:val="left" w:pos="9000"/>
        </w:tabs>
      </w:pPr>
      <w:r w:rsidRPr="007710BF">
        <w:rPr>
          <w:cs/>
          <w:lang w:bidi="bn-IN"/>
        </w:rPr>
        <w:t>মাওলানা অন্য একটি স্থানে মানুষের নাফ্সকে (</w:t>
      </w:r>
      <w:r w:rsidR="00D009A1">
        <w:rPr>
          <w:cs/>
          <w:lang w:bidi="bn-IN"/>
        </w:rPr>
        <w:t>প্রবৃত্তি</w:t>
      </w:r>
      <w:r w:rsidRPr="007710BF">
        <w:rPr>
          <w:cs/>
          <w:lang w:bidi="bn-IN"/>
        </w:rPr>
        <w:t>র সুপ্ত আকা</w:t>
      </w:r>
      <w:r w:rsidR="000669DB">
        <w:rPr>
          <w:cs/>
          <w:lang w:bidi="bn-IN"/>
        </w:rPr>
        <w:t>ঙ্ক্ষা</w:t>
      </w:r>
      <w:r w:rsidRPr="007710BF">
        <w:rPr>
          <w:cs/>
          <w:lang w:bidi="bn-IN"/>
        </w:rPr>
        <w:t>কে) এমনভাবে বর্ণনা</w:t>
      </w:r>
      <w:r w:rsidR="006633A3">
        <w:rPr>
          <w:lang w:bidi="bn-IN"/>
        </w:rPr>
        <w:t xml:space="preserve"> </w:t>
      </w:r>
      <w:r w:rsidRPr="007710BF">
        <w:rPr>
          <w:cs/>
          <w:lang w:bidi="bn-IN"/>
        </w:rPr>
        <w:t>করেছেন যা মনোবিজ্ঞানীদেরও আশ্চর্যান্বিত করে। তিনি বলেছেন</w:t>
      </w:r>
      <w:r w:rsidR="00895143">
        <w:t>,</w:t>
      </w:r>
    </w:p>
    <w:p w:rsidR="006633A3" w:rsidRDefault="007710BF" w:rsidP="006633A3">
      <w:pPr>
        <w:pStyle w:val="libCenter"/>
        <w:rPr>
          <w:lang w:bidi="bn-IN"/>
        </w:rPr>
      </w:pPr>
      <w:r w:rsidRPr="001933EC">
        <w:rPr>
          <w:rStyle w:val="libAlaemChar"/>
        </w:rPr>
        <w:t>“</w:t>
      </w:r>
      <w:r w:rsidR="00D009A1">
        <w:rPr>
          <w:cs/>
          <w:lang w:bidi="bn-IN"/>
        </w:rPr>
        <w:t>প্রবৃত্তি</w:t>
      </w:r>
      <w:r w:rsidR="006633A3">
        <w:rPr>
          <w:cs/>
          <w:lang w:bidi="bn-IN"/>
        </w:rPr>
        <w:t>র বাসনা যেন জীবন্ত কুকর</w:t>
      </w:r>
    </w:p>
    <w:p w:rsidR="006633A3" w:rsidRDefault="007710BF" w:rsidP="006633A3">
      <w:pPr>
        <w:pStyle w:val="libCenter"/>
        <w:rPr>
          <w:lang w:bidi="bn-IN"/>
        </w:rPr>
      </w:pPr>
      <w:r w:rsidRPr="007710BF">
        <w:rPr>
          <w:cs/>
          <w:lang w:bidi="bn-IN"/>
        </w:rPr>
        <w:t>লুক্কায়িত আছে স্বাভ্যন্তরে তার সুরাসুর</w:t>
      </w:r>
    </w:p>
    <w:p w:rsidR="006633A3" w:rsidRDefault="007710BF" w:rsidP="006633A3">
      <w:pPr>
        <w:pStyle w:val="libCenter"/>
        <w:rPr>
          <w:lang w:bidi="bn-IN"/>
        </w:rPr>
      </w:pPr>
      <w:r w:rsidRPr="007710BF">
        <w:rPr>
          <w:cs/>
          <w:lang w:bidi="bn-IN"/>
        </w:rPr>
        <w:t>নেই শক্তি তাই ক্রিয়াহীন শান্ততম</w:t>
      </w:r>
    </w:p>
    <w:p w:rsidR="006633A3" w:rsidRDefault="007710BF" w:rsidP="006633A3">
      <w:pPr>
        <w:pStyle w:val="libCenter"/>
        <w:rPr>
          <w:rStyle w:val="libAlaemChar"/>
        </w:rPr>
      </w:pPr>
      <w:r w:rsidRPr="007710BF">
        <w:rPr>
          <w:cs/>
          <w:lang w:bidi="bn-IN"/>
        </w:rPr>
        <w:t>অগ্নি হতে দূরে পড়ে আছে যেন জ্বালানী কাষ্ঠসম।</w:t>
      </w:r>
      <w:r w:rsidRPr="001933EC">
        <w:rPr>
          <w:rStyle w:val="libAlaemChar"/>
        </w:rPr>
        <w:t>”</w:t>
      </w:r>
    </w:p>
    <w:p w:rsidR="006633A3" w:rsidRDefault="007710BF" w:rsidP="007B11AC">
      <w:pPr>
        <w:pStyle w:val="libNormal"/>
        <w:tabs>
          <w:tab w:val="left" w:pos="9000"/>
        </w:tabs>
        <w:rPr>
          <w:lang w:bidi="bn-IN"/>
        </w:rPr>
      </w:pPr>
      <w:r w:rsidRPr="007710BF">
        <w:rPr>
          <w:cs/>
          <w:lang w:bidi="bn-IN"/>
        </w:rPr>
        <w:t>কখনো দেখেছেন</w:t>
      </w:r>
      <w:r w:rsidR="00895143">
        <w:t>,</w:t>
      </w:r>
      <w:r w:rsidRPr="007710BF">
        <w:rPr>
          <w:cs/>
          <w:lang w:bidi="bn-IN"/>
        </w:rPr>
        <w:t>একদল কুকুর কোন স্থানে ঘুমিয়ে রয়েছে দু</w:t>
      </w:r>
      <w:r w:rsidRPr="001933EC">
        <w:rPr>
          <w:rStyle w:val="libAlaemChar"/>
        </w:rPr>
        <w:t>’</w:t>
      </w:r>
      <w:r w:rsidRPr="007710BF">
        <w:rPr>
          <w:cs/>
          <w:lang w:bidi="bn-IN"/>
        </w:rPr>
        <w:t>পায়ে মাথা রেখে</w:t>
      </w:r>
      <w:r w:rsidR="00895143">
        <w:t>,</w:t>
      </w:r>
      <w:r w:rsidRPr="007710BF">
        <w:rPr>
          <w:cs/>
          <w:lang w:bidi="bn-IN"/>
        </w:rPr>
        <w:t>চোখ দু</w:t>
      </w:r>
      <w:r w:rsidRPr="001933EC">
        <w:rPr>
          <w:rStyle w:val="libAlaemChar"/>
        </w:rPr>
        <w:t>’</w:t>
      </w:r>
      <w:r w:rsidRPr="007710BF">
        <w:rPr>
          <w:cs/>
          <w:lang w:bidi="bn-IN"/>
        </w:rPr>
        <w:t>টি বন্ধ</w:t>
      </w:r>
      <w:r w:rsidR="006633A3">
        <w:rPr>
          <w:lang w:bidi="bn-IN"/>
        </w:rPr>
        <w:t xml:space="preserve"> </w:t>
      </w:r>
      <w:r w:rsidRPr="007710BF">
        <w:rPr>
          <w:cs/>
          <w:lang w:bidi="bn-IN"/>
        </w:rPr>
        <w:t>করে বিশ্রাম করছে</w:t>
      </w:r>
      <w:r w:rsidR="00895143">
        <w:t>,</w:t>
      </w:r>
      <w:r w:rsidRPr="007710BF">
        <w:rPr>
          <w:cs/>
          <w:lang w:bidi="bn-IN"/>
        </w:rPr>
        <w:t>দেখে কেউ ভাববে একদল শান্ত ছাগলছানা বা মেষ যেন।</w:t>
      </w:r>
    </w:p>
    <w:p w:rsidR="006633A3" w:rsidRDefault="007710BF" w:rsidP="006633A3">
      <w:pPr>
        <w:pStyle w:val="libCenter"/>
        <w:rPr>
          <w:lang w:bidi="bn-IN"/>
        </w:rPr>
      </w:pPr>
      <w:r w:rsidRPr="001933EC">
        <w:rPr>
          <w:rStyle w:val="libAlaemChar"/>
        </w:rPr>
        <w:t>“</w:t>
      </w:r>
      <w:r w:rsidRPr="007710BF">
        <w:rPr>
          <w:cs/>
          <w:lang w:bidi="bn-IN"/>
        </w:rPr>
        <w:t>যদি কভু মিলে শবদেহের সন্ধান</w:t>
      </w:r>
    </w:p>
    <w:p w:rsidR="006633A3" w:rsidRDefault="007710BF" w:rsidP="006633A3">
      <w:pPr>
        <w:pStyle w:val="libCenter"/>
        <w:rPr>
          <w:lang w:bidi="bn-IN"/>
        </w:rPr>
      </w:pPr>
      <w:r w:rsidRPr="007710BF">
        <w:rPr>
          <w:cs/>
          <w:lang w:bidi="bn-IN"/>
        </w:rPr>
        <w:t>সহসা ঘটবে প্রকাশ লালসা অনির্বাণ।</w:t>
      </w:r>
    </w:p>
    <w:p w:rsidR="006633A3" w:rsidRDefault="007710BF" w:rsidP="006633A3">
      <w:pPr>
        <w:pStyle w:val="libCenter"/>
        <w:rPr>
          <w:lang w:bidi="bn-IN"/>
        </w:rPr>
      </w:pPr>
      <w:r w:rsidRPr="007710BF">
        <w:rPr>
          <w:cs/>
          <w:lang w:bidi="bn-IN"/>
        </w:rPr>
        <w:t xml:space="preserve">পথে এক গাধার মৃতদেহ পতিত হলো যখন </w:t>
      </w:r>
    </w:p>
    <w:p w:rsidR="006633A3" w:rsidRDefault="007710BF" w:rsidP="006633A3">
      <w:pPr>
        <w:pStyle w:val="libCenter"/>
        <w:rPr>
          <w:rStyle w:val="libAlaemChar"/>
        </w:rPr>
      </w:pPr>
      <w:r w:rsidRPr="007710BF">
        <w:rPr>
          <w:cs/>
          <w:lang w:bidi="bn-IN"/>
        </w:rPr>
        <w:t>শত ঘুমন্ত কুকুর জাগ্রত হলো তখন।</w:t>
      </w:r>
      <w:r w:rsidRPr="001933EC">
        <w:rPr>
          <w:rStyle w:val="libAlaemChar"/>
        </w:rPr>
        <w:t>”</w:t>
      </w:r>
    </w:p>
    <w:p w:rsidR="006633A3" w:rsidRDefault="007710BF" w:rsidP="007B11AC">
      <w:pPr>
        <w:pStyle w:val="libNormal"/>
        <w:tabs>
          <w:tab w:val="left" w:pos="9000"/>
        </w:tabs>
        <w:rPr>
          <w:lang w:bidi="bn-IN"/>
        </w:rPr>
      </w:pPr>
      <w:r w:rsidRPr="007710BF">
        <w:rPr>
          <w:cs/>
          <w:lang w:bidi="bn-IN"/>
        </w:rPr>
        <w:t>কিন্তু যদি এদের সামনে (যে কুকরগুলো ঘুমিয়ে রয়ে</w:t>
      </w:r>
      <w:r w:rsidR="006633A3">
        <w:rPr>
          <w:cs/>
          <w:lang w:bidi="bn-IN"/>
        </w:rPr>
        <w:t>ছে একদল মেষের মতো পায়ের উপর হাত</w:t>
      </w:r>
      <w:r w:rsidR="006633A3">
        <w:rPr>
          <w:lang w:bidi="bn-IN"/>
        </w:rPr>
        <w:t xml:space="preserve"> </w:t>
      </w:r>
      <w:r w:rsidRPr="007710BF">
        <w:rPr>
          <w:cs/>
          <w:lang w:bidi="bn-IN"/>
        </w:rPr>
        <w:t>রেখে) একটি মৃতদেহ রাখা হয় তাহলে দেখা যাবে হঠাৎ করে এদের মধ্যে পরিবর্তন এসেছে</w:t>
      </w:r>
      <w:r w:rsidR="00895143">
        <w:t>,</w:t>
      </w:r>
      <w:r w:rsidRPr="007710BF">
        <w:rPr>
          <w:cs/>
          <w:lang w:bidi="bn-IN"/>
        </w:rPr>
        <w:t>চোখগুলো সজাগ হয়ে গেছে</w:t>
      </w:r>
      <w:r w:rsidR="00895143">
        <w:t>,</w:t>
      </w:r>
      <w:r w:rsidRPr="007710BF">
        <w:rPr>
          <w:cs/>
          <w:lang w:bidi="bn-IN"/>
        </w:rPr>
        <w:t xml:space="preserve">গলা দিয়ে </w:t>
      </w:r>
      <w:r w:rsidR="006633A3">
        <w:rPr>
          <w:cs/>
          <w:lang w:bidi="bn-IN"/>
        </w:rPr>
        <w:t xml:space="preserve">অদ্ভুত </w:t>
      </w:r>
      <w:r w:rsidRPr="007710BF">
        <w:rPr>
          <w:cs/>
          <w:lang w:bidi="bn-IN"/>
        </w:rPr>
        <w:t>শব্দ করছে</w:t>
      </w:r>
      <w:r w:rsidR="00895143">
        <w:t>,</w:t>
      </w:r>
      <w:r w:rsidRPr="007710BF">
        <w:rPr>
          <w:cs/>
          <w:lang w:bidi="bn-IN"/>
        </w:rPr>
        <w:t>ক্রমে হি</w:t>
      </w:r>
      <w:r w:rsidR="006633A3">
        <w:rPr>
          <w:cs/>
          <w:lang w:bidi="bn-IN"/>
        </w:rPr>
        <w:t>ংস্র হয়ে উঠছে যেন তাদের প্রতিটি</w:t>
      </w:r>
      <w:r w:rsidR="006633A3">
        <w:rPr>
          <w:lang w:bidi="bn-IN"/>
        </w:rPr>
        <w:t xml:space="preserve"> </w:t>
      </w:r>
      <w:r w:rsidRPr="007710BF">
        <w:rPr>
          <w:cs/>
          <w:lang w:bidi="bn-IN"/>
        </w:rPr>
        <w:t>লোম একেকটি ধারালো দাঁতে পরিণত হয়েছে।</w:t>
      </w:r>
    </w:p>
    <w:p w:rsidR="006633A3" w:rsidRDefault="007710BF" w:rsidP="006633A3">
      <w:pPr>
        <w:pStyle w:val="libCenter"/>
        <w:rPr>
          <w:lang w:bidi="bn-IN"/>
        </w:rPr>
      </w:pPr>
      <w:r w:rsidRPr="001933EC">
        <w:rPr>
          <w:rStyle w:val="libAlaemChar"/>
        </w:rPr>
        <w:t>“</w:t>
      </w:r>
      <w:r w:rsidRPr="007710BF">
        <w:rPr>
          <w:cs/>
          <w:lang w:bidi="bn-IN"/>
        </w:rPr>
        <w:t>সুপ্ত লালসা জেগে উঠেছে সহসা</w:t>
      </w:r>
    </w:p>
    <w:p w:rsidR="006633A3" w:rsidRDefault="007710BF" w:rsidP="006633A3">
      <w:pPr>
        <w:pStyle w:val="libCenter"/>
        <w:rPr>
          <w:lang w:bidi="bn-IN"/>
        </w:rPr>
      </w:pPr>
      <w:r w:rsidRPr="007710BF">
        <w:rPr>
          <w:cs/>
          <w:lang w:bidi="bn-IN"/>
        </w:rPr>
        <w:t>পেয়েছে তাদের শবদেহের নেশা</w:t>
      </w:r>
    </w:p>
    <w:p w:rsidR="006633A3" w:rsidRDefault="007710BF" w:rsidP="006633A3">
      <w:pPr>
        <w:pStyle w:val="libCenter"/>
        <w:rPr>
          <w:lang w:bidi="bn-IN"/>
        </w:rPr>
      </w:pPr>
      <w:r w:rsidRPr="007710BF">
        <w:rPr>
          <w:cs/>
          <w:lang w:bidi="bn-IN"/>
        </w:rPr>
        <w:t>প্রতিটি লোম যেন দাঁতে পরিণত হয়েছে</w:t>
      </w:r>
    </w:p>
    <w:p w:rsidR="006633A3" w:rsidRDefault="007710BF" w:rsidP="006633A3">
      <w:pPr>
        <w:pStyle w:val="libCenter"/>
        <w:rPr>
          <w:rStyle w:val="libAlaemChar"/>
        </w:rPr>
      </w:pPr>
      <w:r w:rsidRPr="007710BF">
        <w:rPr>
          <w:cs/>
          <w:lang w:bidi="bn-IN"/>
        </w:rPr>
        <w:t>প্রতারণার ফন্দিীত তাই লেজ নাড়ছে।</w:t>
      </w:r>
      <w:r w:rsidRPr="001933EC">
        <w:rPr>
          <w:rStyle w:val="libAlaemChar"/>
        </w:rPr>
        <w:t>”</w:t>
      </w:r>
    </w:p>
    <w:p w:rsidR="006633A3" w:rsidRDefault="007710BF" w:rsidP="007B11AC">
      <w:pPr>
        <w:pStyle w:val="libNormal"/>
        <w:tabs>
          <w:tab w:val="left" w:pos="9000"/>
        </w:tabs>
      </w:pPr>
      <w:r w:rsidRPr="007710BF">
        <w:rPr>
          <w:cs/>
          <w:lang w:bidi="bn-IN"/>
        </w:rPr>
        <w:t xml:space="preserve">এ পর্যন্ত উপমাস্বরূপ বলেছেন তারপর </w:t>
      </w:r>
      <w:r w:rsidR="005E5BE9">
        <w:rPr>
          <w:cs/>
          <w:lang w:bidi="bn-IN"/>
        </w:rPr>
        <w:t>প্রকৃত</w:t>
      </w:r>
      <w:r w:rsidRPr="007710BF">
        <w:rPr>
          <w:cs/>
          <w:lang w:bidi="bn-IN"/>
        </w:rPr>
        <w:t xml:space="preserve"> উদ্দেশ্য বর্ণনা করে বলছেন</w:t>
      </w:r>
      <w:r w:rsidR="00895143">
        <w:t>,</w:t>
      </w:r>
    </w:p>
    <w:p w:rsidR="006633A3" w:rsidRDefault="007710BF" w:rsidP="006633A3">
      <w:pPr>
        <w:pStyle w:val="libCenter"/>
        <w:rPr>
          <w:lang w:bidi="bn-IN"/>
        </w:rPr>
      </w:pPr>
      <w:r w:rsidRPr="001933EC">
        <w:rPr>
          <w:rStyle w:val="libAlaemChar"/>
        </w:rPr>
        <w:t>“</w:t>
      </w:r>
      <w:r w:rsidRPr="007710BF">
        <w:rPr>
          <w:cs/>
          <w:lang w:bidi="bn-IN"/>
        </w:rPr>
        <w:t>শত কুকুর ঘুমিয়ে রয়েছে এ দেহে যে</w:t>
      </w:r>
      <w:r w:rsidR="006633A3">
        <w:rPr>
          <w:lang w:bidi="bn-IN"/>
        </w:rPr>
        <w:t xml:space="preserve"> </w:t>
      </w:r>
    </w:p>
    <w:p w:rsidR="006633A3" w:rsidRDefault="007710BF" w:rsidP="006633A3">
      <w:pPr>
        <w:pStyle w:val="libCenter"/>
      </w:pPr>
      <w:r w:rsidRPr="007710BF">
        <w:rPr>
          <w:cs/>
          <w:lang w:bidi="bn-IN"/>
        </w:rPr>
        <w:t>শিকারই নেই তাই রয়েছে শান্তরূপে সে।</w:t>
      </w:r>
      <w:r w:rsidRPr="001933EC">
        <w:rPr>
          <w:rStyle w:val="libAlaemChar"/>
        </w:rPr>
        <w:t>”</w:t>
      </w:r>
      <w:r w:rsidRPr="007710BF">
        <w:t xml:space="preserve"> </w:t>
      </w:r>
    </w:p>
    <w:p w:rsidR="006633A3" w:rsidRDefault="007710BF" w:rsidP="006633A3">
      <w:pPr>
        <w:pStyle w:val="libCenter"/>
        <w:rPr>
          <w:cs/>
          <w:lang w:bidi="bn-IN"/>
        </w:rPr>
      </w:pPr>
      <w:r w:rsidRPr="007710BF">
        <w:rPr>
          <w:cs/>
          <w:lang w:bidi="bn-IN"/>
        </w:rPr>
        <w:t>অত্যন্ত সূক্ষ্ম</w:t>
      </w:r>
      <w:r w:rsidR="00895143">
        <w:t>,</w:t>
      </w:r>
      <w:r w:rsidRPr="007710BF">
        <w:rPr>
          <w:cs/>
          <w:lang w:bidi="bn-IN"/>
        </w:rPr>
        <w:t>বাস্তব ও যথার্থ এ উপমা।</w:t>
      </w:r>
    </w:p>
    <w:p w:rsidR="006633A3" w:rsidRPr="00A3582C" w:rsidRDefault="006633A3" w:rsidP="009848A8">
      <w:pPr>
        <w:pStyle w:val="libNormal"/>
        <w:rPr>
          <w:rtl/>
          <w:cs/>
        </w:rPr>
      </w:pPr>
      <w:r>
        <w:rPr>
          <w:cs/>
          <w:lang w:bidi="bn-IN"/>
        </w:rPr>
        <w:br w:type="page"/>
      </w:r>
    </w:p>
    <w:p w:rsidR="008026DB" w:rsidRDefault="007710BF" w:rsidP="008026DB">
      <w:pPr>
        <w:pStyle w:val="Heading1"/>
      </w:pPr>
      <w:bookmarkStart w:id="44" w:name="_Toc392601453"/>
      <w:r w:rsidRPr="007710BF">
        <w:rPr>
          <w:cs/>
          <w:lang w:bidi="bn-IN"/>
        </w:rPr>
        <w:t>কোরআন ও হাদীসে প্রবৃত্তির বিরুদ্ধে সংগ্রাম</w:t>
      </w:r>
      <w:bookmarkEnd w:id="44"/>
    </w:p>
    <w:p w:rsidR="008026DB" w:rsidRDefault="008026DB" w:rsidP="006633A3">
      <w:pPr>
        <w:pStyle w:val="libNormal"/>
        <w:tabs>
          <w:tab w:val="left" w:pos="9000"/>
        </w:tabs>
        <w:rPr>
          <w:lang w:bidi="bn-IN"/>
        </w:rPr>
      </w:pPr>
    </w:p>
    <w:p w:rsidR="00955A97" w:rsidRDefault="007710BF" w:rsidP="006633A3">
      <w:pPr>
        <w:pStyle w:val="libNormal"/>
        <w:tabs>
          <w:tab w:val="left" w:pos="9000"/>
        </w:tabs>
      </w:pPr>
      <w:r w:rsidRPr="007710BF">
        <w:rPr>
          <w:cs/>
          <w:lang w:bidi="bn-IN"/>
        </w:rPr>
        <w:t>এ পর্যন্ত এরফান যা বলেছে তা যথার্থ এবং পুরোপুরি ঠিক। কোরআন-হাদীসও এ বিষয়টিকে</w:t>
      </w:r>
      <w:r w:rsidR="008026DB">
        <w:rPr>
          <w:lang w:bidi="bn-IN"/>
        </w:rPr>
        <w:t xml:space="preserve"> </w:t>
      </w:r>
      <w:r w:rsidRPr="007710BF">
        <w:rPr>
          <w:cs/>
          <w:lang w:bidi="bn-IN"/>
        </w:rPr>
        <w:t>সমর্থন করে</w:t>
      </w:r>
      <w:r w:rsidR="00895143">
        <w:t>,</w:t>
      </w:r>
      <w:r w:rsidRPr="007710BF">
        <w:rPr>
          <w:cs/>
          <w:lang w:bidi="bn-IN"/>
        </w:rPr>
        <w:t>যা আলোচনা করতে গেলে দীর্ঘ হয়ে যাবে। সংক্ষেপে শুধু এটুকু বলব</w:t>
      </w:r>
      <w:r w:rsidR="00895143">
        <w:t>,</w:t>
      </w:r>
      <w:r w:rsidRPr="007710BF">
        <w:rPr>
          <w:cs/>
          <w:lang w:bidi="bn-IN"/>
        </w:rPr>
        <w:t>এ বিষয়ে কোন</w:t>
      </w:r>
      <w:r w:rsidR="008026DB">
        <w:rPr>
          <w:lang w:bidi="bn-IN"/>
        </w:rPr>
        <w:t xml:space="preserve"> </w:t>
      </w:r>
      <w:r w:rsidRPr="007710BF">
        <w:rPr>
          <w:cs/>
          <w:lang w:bidi="bn-IN"/>
        </w:rPr>
        <w:t>সন্দেহ নেই যে</w:t>
      </w:r>
      <w:r w:rsidR="00895143">
        <w:t>,</w:t>
      </w:r>
      <w:r w:rsidRPr="007710BF">
        <w:rPr>
          <w:cs/>
          <w:lang w:bidi="bn-IN"/>
        </w:rPr>
        <w:t>মানুষ তার পশুত্বের প্রাথমিক পর্যায়ে শুধু নিজেকে নিয়েই ভাবে এবং এ পর্যায়ে</w:t>
      </w:r>
      <w:r w:rsidR="008026DB">
        <w:rPr>
          <w:lang w:bidi="bn-IN"/>
        </w:rPr>
        <w:t xml:space="preserve"> </w:t>
      </w:r>
      <w:r w:rsidRPr="007710BF">
        <w:rPr>
          <w:cs/>
          <w:lang w:bidi="bn-IN"/>
        </w:rPr>
        <w:t>অন্যের মঙ্গল-অমঙ্গলের চিন্তা না করাটা তার জন্য স্বাভাবিক</w:t>
      </w:r>
      <w:r w:rsidR="00895143">
        <w:t>,</w:t>
      </w:r>
      <w:r w:rsidRPr="007710BF">
        <w:rPr>
          <w:cs/>
          <w:lang w:bidi="bn-IN"/>
        </w:rPr>
        <w:t>যেহেতু তার মধ্যে লোভ নামক এক</w:t>
      </w:r>
      <w:r w:rsidR="008026DB">
        <w:rPr>
          <w:lang w:bidi="bn-IN"/>
        </w:rPr>
        <w:t xml:space="preserve"> </w:t>
      </w:r>
      <w:r w:rsidRPr="007710BF">
        <w:rPr>
          <w:cs/>
          <w:lang w:bidi="bn-IN"/>
        </w:rPr>
        <w:t>ব্যাধি রয়েছে যা আত্মিক ও মানসিক বিভিন্ন জটিল রোগের সৃষ্টি করে। এ সবই সত্য</w:t>
      </w:r>
      <w:r w:rsidR="00895143">
        <w:t>,</w:t>
      </w:r>
      <w:r w:rsidRPr="007710BF">
        <w:rPr>
          <w:cs/>
          <w:lang w:bidi="bn-IN"/>
        </w:rPr>
        <w:t>তবে এ বিষয়ে</w:t>
      </w:r>
      <w:r w:rsidR="008026DB">
        <w:rPr>
          <w:lang w:bidi="bn-IN"/>
        </w:rPr>
        <w:t xml:space="preserve"> </w:t>
      </w:r>
      <w:r w:rsidRPr="007710BF">
        <w:rPr>
          <w:cs/>
          <w:lang w:bidi="bn-IN"/>
        </w:rPr>
        <w:t>আমাদের করণীয় কি</w:t>
      </w:r>
      <w:r w:rsidRPr="007710BF">
        <w:t xml:space="preserve">? </w:t>
      </w:r>
      <w:r w:rsidRPr="007710BF">
        <w:rPr>
          <w:cs/>
          <w:lang w:bidi="bn-IN"/>
        </w:rPr>
        <w:t>করণীয় এটাই যে</w:t>
      </w:r>
      <w:r w:rsidR="00895143">
        <w:t>,</w:t>
      </w:r>
      <w:r w:rsidRPr="007710BF">
        <w:rPr>
          <w:cs/>
          <w:lang w:bidi="bn-IN"/>
        </w:rPr>
        <w:t xml:space="preserve">যখন </w:t>
      </w:r>
      <w:r w:rsidR="00D009A1">
        <w:rPr>
          <w:cs/>
          <w:lang w:bidi="bn-IN"/>
        </w:rPr>
        <w:t>প্রবৃত্তি</w:t>
      </w:r>
      <w:r w:rsidRPr="007710BF">
        <w:rPr>
          <w:cs/>
          <w:lang w:bidi="bn-IN"/>
        </w:rPr>
        <w:t xml:space="preserve">র মধ্যে লোভ জাগরিত হবে এবং </w:t>
      </w:r>
      <w:r w:rsidR="00D009A1">
        <w:rPr>
          <w:cs/>
          <w:lang w:bidi="bn-IN"/>
        </w:rPr>
        <w:t>প্রবৃত্তি</w:t>
      </w:r>
      <w:r w:rsidRPr="007710BF">
        <w:rPr>
          <w:cs/>
          <w:lang w:bidi="bn-IN"/>
        </w:rPr>
        <w:t>র বাসনা</w:t>
      </w:r>
      <w:r w:rsidR="008026DB">
        <w:rPr>
          <w:lang w:bidi="bn-IN"/>
        </w:rPr>
        <w:t xml:space="preserve"> </w:t>
      </w:r>
      <w:r w:rsidRPr="007710BF">
        <w:rPr>
          <w:cs/>
          <w:lang w:bidi="bn-IN"/>
        </w:rPr>
        <w:t>ঘুমন্ত কুকুরের মতো আত্মগোপন করে বা সুপ্তাবস্থায় থাকবে তখন তাকে বিনাশ করতে হবে তার</w:t>
      </w:r>
      <w:r w:rsidR="00955A97">
        <w:rPr>
          <w:lang w:bidi="bn-IN"/>
        </w:rPr>
        <w:t xml:space="preserve"> </w:t>
      </w:r>
      <w:r w:rsidRPr="007710BF">
        <w:rPr>
          <w:cs/>
          <w:lang w:bidi="bn-IN"/>
        </w:rPr>
        <w:t xml:space="preserve">বিরুদ্ধে সংগ্রামের মাধ্যমে। অর্থাৎ যে </w:t>
      </w:r>
      <w:r w:rsidR="00D009A1">
        <w:rPr>
          <w:cs/>
          <w:lang w:bidi="bn-IN"/>
        </w:rPr>
        <w:t>প্রবৃত্তি</w:t>
      </w:r>
      <w:r w:rsidRPr="007710BF">
        <w:rPr>
          <w:cs/>
          <w:lang w:bidi="bn-IN"/>
        </w:rPr>
        <w:t xml:space="preserve"> নিকৃষ্ট কর্মের দিকে </w:t>
      </w:r>
      <w:r w:rsidR="00F44B3E">
        <w:rPr>
          <w:cs/>
          <w:lang w:bidi="bn-IN"/>
        </w:rPr>
        <w:t>আহবান</w:t>
      </w:r>
      <w:r w:rsidRPr="007710BF">
        <w:rPr>
          <w:cs/>
          <w:lang w:bidi="bn-IN"/>
        </w:rPr>
        <w:t xml:space="preserve"> জানায়</w:t>
      </w:r>
      <w:r w:rsidR="003936CB">
        <w:t>-</w:t>
      </w:r>
      <w:r w:rsidRPr="007710BF">
        <w:rPr>
          <w:cs/>
          <w:lang w:bidi="bn-IN"/>
        </w:rPr>
        <w:t>কোরআনের ভাষায়</w:t>
      </w:r>
      <w:r w:rsidRPr="001933EC">
        <w:rPr>
          <w:rStyle w:val="libAlaemChar"/>
        </w:rPr>
        <w:t>‘</w:t>
      </w:r>
      <w:r w:rsidRPr="007710BF">
        <w:rPr>
          <w:cs/>
          <w:lang w:bidi="bn-IN"/>
        </w:rPr>
        <w:t>নাফ্সে আম্মারা বিস্ সু</w:t>
      </w:r>
      <w:r w:rsidRPr="001933EC">
        <w:rPr>
          <w:rStyle w:val="libAlaemChar"/>
        </w:rPr>
        <w:t>’</w:t>
      </w:r>
      <w:r w:rsidR="003936CB">
        <w:t>-</w:t>
      </w:r>
      <w:r w:rsidRPr="007710BF">
        <w:rPr>
          <w:cs/>
          <w:lang w:bidi="bn-IN"/>
        </w:rPr>
        <w:t>তার বিরুদ্ধে যুদ্ধে নিয়োজিত হতে হবে। যে পর্যায়ে প্রবৃত্তি ক্ষুধা নিবৃত্তির</w:t>
      </w:r>
      <w:r w:rsidR="00955A97">
        <w:rPr>
          <w:lang w:bidi="bn-IN"/>
        </w:rPr>
        <w:t xml:space="preserve"> </w:t>
      </w:r>
      <w:r w:rsidRPr="007710BF">
        <w:rPr>
          <w:cs/>
          <w:lang w:bidi="bn-IN"/>
        </w:rPr>
        <w:t>জন্য এক টুকরা রুটি চায় তার এ চাওয়া নিকৃষ্ট কর্ম নয়</w:t>
      </w:r>
      <w:r w:rsidR="00895143">
        <w:t>,</w:t>
      </w:r>
      <w:r w:rsidRPr="007710BF">
        <w:rPr>
          <w:cs/>
          <w:lang w:bidi="bn-IN"/>
        </w:rPr>
        <w:t xml:space="preserve">বরং তা </w:t>
      </w:r>
      <w:r w:rsidR="00D009A1">
        <w:rPr>
          <w:cs/>
          <w:lang w:bidi="bn-IN"/>
        </w:rPr>
        <w:t>প্রবৃত্তি</w:t>
      </w:r>
      <w:r w:rsidRPr="007710BF">
        <w:rPr>
          <w:cs/>
          <w:lang w:bidi="bn-IN"/>
        </w:rPr>
        <w:t>র সহজাত চাহিদা যা মঙ্গল</w:t>
      </w:r>
      <w:r w:rsidR="00955A97">
        <w:rPr>
          <w:lang w:bidi="bn-IN"/>
        </w:rPr>
        <w:t xml:space="preserve"> </w:t>
      </w:r>
      <w:r w:rsidRPr="007710BF">
        <w:rPr>
          <w:cs/>
          <w:lang w:bidi="bn-IN"/>
        </w:rPr>
        <w:t>করে। কিন্তু তার এ চাওয়া যখন লোভ</w:t>
      </w:r>
      <w:r w:rsidR="00895143">
        <w:t>,</w:t>
      </w:r>
      <w:r w:rsidRPr="007710BF">
        <w:rPr>
          <w:cs/>
          <w:lang w:bidi="bn-IN"/>
        </w:rPr>
        <w:t>কৃপণতা</w:t>
      </w:r>
      <w:r w:rsidR="00895143">
        <w:t>,</w:t>
      </w:r>
      <w:r w:rsidRPr="007710BF">
        <w:rPr>
          <w:cs/>
          <w:lang w:bidi="bn-IN"/>
        </w:rPr>
        <w:t>হিংসা</w:t>
      </w:r>
      <w:r w:rsidR="00895143">
        <w:t>,</w:t>
      </w:r>
      <w:r w:rsidRPr="007710BF">
        <w:rPr>
          <w:cs/>
          <w:lang w:bidi="bn-IN"/>
        </w:rPr>
        <w:t>ক্রোধ ও প্রতিহিংসার আকার লাভ করে তখন</w:t>
      </w:r>
      <w:r w:rsidR="00955A97">
        <w:rPr>
          <w:lang w:bidi="bn-IN"/>
        </w:rPr>
        <w:t xml:space="preserve"> </w:t>
      </w:r>
      <w:r w:rsidRPr="007710BF">
        <w:rPr>
          <w:cs/>
          <w:lang w:bidi="bn-IN"/>
        </w:rPr>
        <w:t xml:space="preserve">এ </w:t>
      </w:r>
      <w:r w:rsidR="00D009A1">
        <w:rPr>
          <w:cs/>
          <w:lang w:bidi="bn-IN"/>
        </w:rPr>
        <w:t>প্রবৃত্তি</w:t>
      </w:r>
      <w:r w:rsidRPr="007710BF">
        <w:rPr>
          <w:cs/>
          <w:lang w:bidi="bn-IN"/>
        </w:rPr>
        <w:t xml:space="preserve">কে নিকৃষ্ট কর্মের প্রতি </w:t>
      </w:r>
      <w:r w:rsidR="00F44B3E">
        <w:rPr>
          <w:cs/>
          <w:lang w:bidi="bn-IN"/>
        </w:rPr>
        <w:t>আহবান</w:t>
      </w:r>
      <w:r w:rsidRPr="007710BF">
        <w:rPr>
          <w:cs/>
          <w:lang w:bidi="bn-IN"/>
        </w:rPr>
        <w:t xml:space="preserve">কারী বলা হবে। কোরআন এরূপ </w:t>
      </w:r>
      <w:r w:rsidR="00D009A1">
        <w:rPr>
          <w:cs/>
          <w:lang w:bidi="bn-IN"/>
        </w:rPr>
        <w:t>প্রবৃত্তি</w:t>
      </w:r>
      <w:r w:rsidRPr="007710BF">
        <w:rPr>
          <w:cs/>
          <w:lang w:bidi="bn-IN"/>
        </w:rPr>
        <w:t>র বিরুদ্ধে সংগ্রাম</w:t>
      </w:r>
      <w:r w:rsidR="00955A97">
        <w:rPr>
          <w:lang w:bidi="bn-IN"/>
        </w:rPr>
        <w:t xml:space="preserve"> </w:t>
      </w:r>
      <w:r w:rsidRPr="007710BF">
        <w:rPr>
          <w:cs/>
          <w:lang w:bidi="bn-IN"/>
        </w:rPr>
        <w:t>করতে বলেছে</w:t>
      </w:r>
      <w:r w:rsidR="003936CB">
        <w:t>-</w:t>
      </w:r>
    </w:p>
    <w:p w:rsidR="00955A97" w:rsidRDefault="00955A97" w:rsidP="006633A3">
      <w:pPr>
        <w:pStyle w:val="libNormal"/>
        <w:tabs>
          <w:tab w:val="left" w:pos="9000"/>
        </w:tabs>
      </w:pPr>
    </w:p>
    <w:p w:rsidR="00955A97" w:rsidRPr="00481CE0" w:rsidRDefault="00BE2975" w:rsidP="00BE2975">
      <w:pPr>
        <w:pStyle w:val="libAie"/>
      </w:pPr>
      <w:r w:rsidRPr="00BE2975">
        <w:rPr>
          <w:rStyle w:val="libAlaemChar"/>
        </w:rPr>
        <w:t>)</w:t>
      </w:r>
      <w:r w:rsidRPr="00BE2975">
        <w:rPr>
          <w:rFonts w:hint="cs"/>
          <w:rtl/>
        </w:rPr>
        <w:t>فَأَمَّا</w:t>
      </w:r>
      <w:r w:rsidRPr="00BE2975">
        <w:rPr>
          <w:rtl/>
        </w:rPr>
        <w:t xml:space="preserve"> </w:t>
      </w:r>
      <w:r w:rsidRPr="00BE2975">
        <w:rPr>
          <w:rFonts w:hint="cs"/>
          <w:rtl/>
        </w:rPr>
        <w:t>مَن</w:t>
      </w:r>
      <w:r w:rsidRPr="00BE2975">
        <w:rPr>
          <w:rtl/>
        </w:rPr>
        <w:t xml:space="preserve"> </w:t>
      </w:r>
      <w:r w:rsidRPr="00BE2975">
        <w:rPr>
          <w:rFonts w:hint="cs"/>
          <w:rtl/>
        </w:rPr>
        <w:t>طَغَىٰ</w:t>
      </w:r>
      <w:r w:rsidRPr="00BE2975">
        <w:rPr>
          <w:rtl/>
        </w:rPr>
        <w:t xml:space="preserve"> </w:t>
      </w:r>
      <w:r w:rsidRPr="00BE2975">
        <w:rPr>
          <w:rFonts w:hint="cs"/>
          <w:rtl/>
        </w:rPr>
        <w:t>وَآثَرَ‌ الْحَيَاةَ الدُّنْيَا</w:t>
      </w:r>
      <w:r w:rsidRPr="00BE2975">
        <w:rPr>
          <w:rtl/>
        </w:rPr>
        <w:t xml:space="preserve"> </w:t>
      </w:r>
      <w:r w:rsidRPr="00BE2975">
        <w:rPr>
          <w:rFonts w:hint="cs"/>
          <w:rtl/>
        </w:rPr>
        <w:t>فَإِنَّ</w:t>
      </w:r>
      <w:r w:rsidRPr="00BE2975">
        <w:rPr>
          <w:rtl/>
        </w:rPr>
        <w:t xml:space="preserve"> </w:t>
      </w:r>
      <w:r w:rsidRPr="00BE2975">
        <w:rPr>
          <w:rFonts w:hint="cs"/>
          <w:rtl/>
        </w:rPr>
        <w:t>الْجَحِيمَ</w:t>
      </w:r>
      <w:r w:rsidRPr="00BE2975">
        <w:rPr>
          <w:rtl/>
        </w:rPr>
        <w:t xml:space="preserve"> </w:t>
      </w:r>
      <w:r w:rsidRPr="00BE2975">
        <w:rPr>
          <w:rFonts w:hint="cs"/>
          <w:rtl/>
        </w:rPr>
        <w:t>هِيَ</w:t>
      </w:r>
      <w:r w:rsidRPr="00BE2975">
        <w:rPr>
          <w:rtl/>
        </w:rPr>
        <w:t xml:space="preserve"> </w:t>
      </w:r>
      <w:r w:rsidRPr="00BE2975">
        <w:rPr>
          <w:rFonts w:hint="cs"/>
          <w:rtl/>
        </w:rPr>
        <w:t>الْمَأْوَىٰ</w:t>
      </w:r>
      <w:r w:rsidRPr="00BE2975">
        <w:rPr>
          <w:rtl/>
        </w:rPr>
        <w:t xml:space="preserve"> </w:t>
      </w:r>
      <w:r w:rsidRPr="00BE2975">
        <w:rPr>
          <w:rFonts w:hint="cs"/>
          <w:rtl/>
        </w:rPr>
        <w:t>وَأَمَّا</w:t>
      </w:r>
      <w:r w:rsidRPr="00BE2975">
        <w:rPr>
          <w:rtl/>
        </w:rPr>
        <w:t xml:space="preserve"> </w:t>
      </w:r>
      <w:r w:rsidRPr="00BE2975">
        <w:rPr>
          <w:rFonts w:hint="cs"/>
          <w:rtl/>
        </w:rPr>
        <w:t>مَنْ</w:t>
      </w:r>
      <w:r w:rsidRPr="00BE2975">
        <w:rPr>
          <w:rtl/>
        </w:rPr>
        <w:t xml:space="preserve"> </w:t>
      </w:r>
      <w:r w:rsidRPr="00BE2975">
        <w:rPr>
          <w:rFonts w:hint="cs"/>
          <w:rtl/>
        </w:rPr>
        <w:t>خَافَ</w:t>
      </w:r>
      <w:r w:rsidRPr="00BE2975">
        <w:rPr>
          <w:rtl/>
        </w:rPr>
        <w:t xml:space="preserve"> </w:t>
      </w:r>
      <w:r w:rsidRPr="00BE2975">
        <w:rPr>
          <w:rFonts w:hint="cs"/>
          <w:rtl/>
        </w:rPr>
        <w:t>مَقَامَ</w:t>
      </w:r>
      <w:r w:rsidRPr="00BE2975">
        <w:rPr>
          <w:rtl/>
        </w:rPr>
        <w:t xml:space="preserve"> </w:t>
      </w:r>
      <w:r w:rsidRPr="00BE2975">
        <w:rPr>
          <w:rFonts w:hint="cs"/>
          <w:rtl/>
        </w:rPr>
        <w:t>رَ</w:t>
      </w:r>
      <w:r w:rsidRPr="00BE2975">
        <w:rPr>
          <w:rtl/>
        </w:rPr>
        <w:t>‌</w:t>
      </w:r>
      <w:r w:rsidRPr="00BE2975">
        <w:rPr>
          <w:rFonts w:hint="cs"/>
          <w:rtl/>
        </w:rPr>
        <w:t>بِّهِ</w:t>
      </w:r>
      <w:r w:rsidRPr="00BE2975">
        <w:rPr>
          <w:rtl/>
        </w:rPr>
        <w:t xml:space="preserve"> </w:t>
      </w:r>
      <w:r w:rsidRPr="00BE2975">
        <w:rPr>
          <w:rFonts w:hint="cs"/>
          <w:rtl/>
        </w:rPr>
        <w:t>وَنَهَى</w:t>
      </w:r>
      <w:r w:rsidRPr="00BE2975">
        <w:rPr>
          <w:rtl/>
        </w:rPr>
        <w:t xml:space="preserve"> </w:t>
      </w:r>
      <w:r w:rsidRPr="00BE2975">
        <w:rPr>
          <w:rFonts w:hint="cs"/>
          <w:rtl/>
        </w:rPr>
        <w:t>النَّفْسَ</w:t>
      </w:r>
      <w:r w:rsidRPr="00BE2975">
        <w:rPr>
          <w:rtl/>
        </w:rPr>
        <w:t xml:space="preserve"> </w:t>
      </w:r>
      <w:r w:rsidRPr="00BE2975">
        <w:rPr>
          <w:rFonts w:hint="cs"/>
          <w:rtl/>
        </w:rPr>
        <w:t>عَنِ</w:t>
      </w:r>
      <w:r w:rsidRPr="00BE2975">
        <w:rPr>
          <w:rtl/>
        </w:rPr>
        <w:t xml:space="preserve"> </w:t>
      </w:r>
      <w:r w:rsidRPr="00BE2975">
        <w:rPr>
          <w:rFonts w:hint="cs"/>
          <w:rtl/>
        </w:rPr>
        <w:t>الْهَوَىٰ</w:t>
      </w:r>
      <w:r w:rsidRPr="00BE2975">
        <w:rPr>
          <w:rtl/>
        </w:rPr>
        <w:t xml:space="preserve"> </w:t>
      </w:r>
      <w:r w:rsidRPr="00BE2975">
        <w:rPr>
          <w:rFonts w:hint="cs"/>
          <w:rtl/>
        </w:rPr>
        <w:t>فَإِنَّ</w:t>
      </w:r>
      <w:r w:rsidRPr="00BE2975">
        <w:rPr>
          <w:rtl/>
        </w:rPr>
        <w:t xml:space="preserve"> </w:t>
      </w:r>
      <w:r w:rsidRPr="00BE2975">
        <w:rPr>
          <w:rFonts w:hint="cs"/>
          <w:rtl/>
        </w:rPr>
        <w:t>الْجَنَّةَ</w:t>
      </w:r>
      <w:r w:rsidRPr="00BE2975">
        <w:rPr>
          <w:rtl/>
        </w:rPr>
        <w:t xml:space="preserve"> </w:t>
      </w:r>
      <w:r w:rsidRPr="00BE2975">
        <w:rPr>
          <w:rFonts w:hint="cs"/>
          <w:rtl/>
        </w:rPr>
        <w:t>هِيَ</w:t>
      </w:r>
      <w:r w:rsidRPr="00BE2975">
        <w:rPr>
          <w:rtl/>
        </w:rPr>
        <w:t xml:space="preserve"> </w:t>
      </w:r>
      <w:r w:rsidRPr="00BE2975">
        <w:rPr>
          <w:rFonts w:hint="cs"/>
          <w:rtl/>
        </w:rPr>
        <w:t>الْمَأْوَىٰ</w:t>
      </w:r>
      <w:r w:rsidRPr="00BE2975">
        <w:rPr>
          <w:rStyle w:val="libAlaemChar"/>
        </w:rPr>
        <w:t>(</w:t>
      </w:r>
    </w:p>
    <w:p w:rsidR="00BE2975" w:rsidRDefault="007710BF" w:rsidP="006633A3">
      <w:pPr>
        <w:pStyle w:val="libNormal"/>
        <w:tabs>
          <w:tab w:val="left" w:pos="9000"/>
        </w:tabs>
        <w:rPr>
          <w:lang w:bidi="bn-IN"/>
        </w:rPr>
      </w:pPr>
      <w:r w:rsidRPr="00BE2975">
        <w:rPr>
          <w:rStyle w:val="libAlaemChar"/>
        </w:rPr>
        <w:t>“</w:t>
      </w:r>
      <w:r w:rsidRPr="00BE2975">
        <w:rPr>
          <w:cs/>
          <w:lang w:bidi="bn-IN"/>
        </w:rPr>
        <w:t>সুতরাং যে ব্যক্তি বিদ্রোহ করে এবং এ দুনিয়ার জীবনকে প্রাধান্য দেয় পরিণামে নিশ্চয় জাহান্নামই</w:t>
      </w:r>
      <w:r w:rsidR="00BE2975">
        <w:rPr>
          <w:lang w:bidi="bn-IN"/>
        </w:rPr>
        <w:t xml:space="preserve"> </w:t>
      </w:r>
      <w:r w:rsidRPr="00BE2975">
        <w:rPr>
          <w:cs/>
          <w:lang w:bidi="bn-IN"/>
        </w:rPr>
        <w:t>হবে তার আবাসস্থল। কিন্তু যে ব্যক্তি তার প্রতিপালকের মর্যাদাকে ভয় করে এবং স্বীয় আত্মাকে নীচ</w:t>
      </w:r>
      <w:r w:rsidR="00BE2975">
        <w:rPr>
          <w:lang w:bidi="bn-IN"/>
        </w:rPr>
        <w:t xml:space="preserve"> </w:t>
      </w:r>
      <w:r w:rsidRPr="00BE2975">
        <w:rPr>
          <w:cs/>
          <w:lang w:bidi="bn-IN"/>
        </w:rPr>
        <w:t>কামনা-বাসনা হতে বিরত রাখে নিশ্চয় জান্নাতই হবে তার আবাসস্থল।</w:t>
      </w:r>
      <w:r w:rsidRPr="00BE2975">
        <w:rPr>
          <w:rStyle w:val="libAlaemChar"/>
        </w:rPr>
        <w:t>”</w:t>
      </w:r>
      <w:r w:rsidRPr="00BE2975">
        <w:t xml:space="preserve"> (</w:t>
      </w:r>
      <w:r w:rsidRPr="00BE2975">
        <w:rPr>
          <w:cs/>
          <w:lang w:bidi="bn-IN"/>
        </w:rPr>
        <w:t>সূরা নাযিয়াত : ৩৭-৪১)</w:t>
      </w:r>
    </w:p>
    <w:p w:rsidR="00BC014A" w:rsidRDefault="007710BF" w:rsidP="00851E23">
      <w:pPr>
        <w:pStyle w:val="libNormal"/>
        <w:tabs>
          <w:tab w:val="left" w:pos="9000"/>
        </w:tabs>
      </w:pPr>
      <w:r w:rsidRPr="00BE2975">
        <w:rPr>
          <w:cs/>
          <w:lang w:bidi="bn-IN"/>
        </w:rPr>
        <w:t>সুতরাং কোরআন কু</w:t>
      </w:r>
      <w:r w:rsidR="00BE2975">
        <w:rPr>
          <w:cs/>
          <w:lang w:bidi="bn-IN"/>
        </w:rPr>
        <w:t>প্রবৃত্তি</w:t>
      </w:r>
      <w:r w:rsidRPr="00BE2975">
        <w:rPr>
          <w:cs/>
          <w:lang w:bidi="bn-IN"/>
        </w:rPr>
        <w:t>কে মোকাবিলা করার এবং আত্</w:t>
      </w:r>
      <w:r w:rsidR="00BE2975">
        <w:rPr>
          <w:cs/>
          <w:lang w:bidi="bn-IN"/>
        </w:rPr>
        <w:t>মাকে নীচ কামনা-বাসনা থেকে বিরত</w:t>
      </w:r>
      <w:r w:rsidR="00BE2975">
        <w:rPr>
          <w:lang w:bidi="bn-IN"/>
        </w:rPr>
        <w:t xml:space="preserve"> </w:t>
      </w:r>
      <w:r w:rsidRPr="00BE2975">
        <w:rPr>
          <w:cs/>
          <w:lang w:bidi="bn-IN"/>
        </w:rPr>
        <w:t xml:space="preserve">রাখার </w:t>
      </w:r>
      <w:r w:rsidR="00F44B3E" w:rsidRPr="00BE2975">
        <w:rPr>
          <w:cs/>
          <w:lang w:bidi="bn-IN"/>
        </w:rPr>
        <w:t>আহবান</w:t>
      </w:r>
      <w:r w:rsidRPr="00BE2975">
        <w:rPr>
          <w:cs/>
          <w:lang w:bidi="bn-IN"/>
        </w:rPr>
        <w:t xml:space="preserve"> জানায়। অন্য একস্থানে কোরআন বলছে</w:t>
      </w:r>
      <w:r w:rsidR="00895143" w:rsidRPr="00BE2975">
        <w:t>,</w:t>
      </w:r>
      <w:r w:rsidR="00BE2975">
        <w:t xml:space="preserve"> </w:t>
      </w:r>
      <w:r w:rsidR="00BE2975" w:rsidRPr="00BE2975">
        <w:rPr>
          <w:rStyle w:val="libAieChar"/>
          <w:rtl/>
        </w:rPr>
        <w:t>أَفَرَ‌أَيْتَ مَنِ اتَّخَذَ إِلَـٰهَهُ هَوَاهُ</w:t>
      </w:r>
      <w:r w:rsidR="00BE2975" w:rsidRPr="00BE2975">
        <w:rPr>
          <w:rStyle w:val="libAieChar"/>
        </w:rPr>
        <w:t xml:space="preserve"> </w:t>
      </w:r>
      <w:r w:rsidR="00BE2975">
        <w:rPr>
          <w:rStyle w:val="libAieChar"/>
          <w:rFonts w:hint="cs"/>
          <w:rtl/>
        </w:rPr>
        <w:t xml:space="preserve"> </w:t>
      </w:r>
      <w:r w:rsidRPr="00BE2975">
        <w:rPr>
          <w:rStyle w:val="libAlaemChar"/>
        </w:rPr>
        <w:t>“</w:t>
      </w:r>
      <w:r w:rsidRPr="00BE2975">
        <w:rPr>
          <w:cs/>
          <w:lang w:bidi="bn-IN"/>
        </w:rPr>
        <w:t>ঐ ব্যক্তিকে দেখেছ</w:t>
      </w:r>
      <w:r w:rsidR="00BE2975">
        <w:rPr>
          <w:lang w:bidi="bn-IN"/>
        </w:rPr>
        <w:t xml:space="preserve"> </w:t>
      </w:r>
      <w:r w:rsidRPr="00BE2975">
        <w:rPr>
          <w:cs/>
          <w:lang w:bidi="bn-IN"/>
        </w:rPr>
        <w:t>কি</w:t>
      </w:r>
      <w:r w:rsidRPr="007710BF">
        <w:rPr>
          <w:cs/>
          <w:lang w:bidi="bn-IN"/>
        </w:rPr>
        <w:t xml:space="preserve"> যে নিজের হীন </w:t>
      </w:r>
      <w:r w:rsidR="00D009A1">
        <w:rPr>
          <w:cs/>
          <w:lang w:bidi="bn-IN"/>
        </w:rPr>
        <w:t>প্রবৃত্তি</w:t>
      </w:r>
      <w:r w:rsidRPr="007710BF">
        <w:rPr>
          <w:cs/>
          <w:lang w:bidi="bn-IN"/>
        </w:rPr>
        <w:t>কে প্রভু বানিয়ে নিয়েছে</w:t>
      </w:r>
      <w:r w:rsidRPr="007710BF">
        <w:t xml:space="preserve">? </w:t>
      </w:r>
      <w:r w:rsidRPr="007710BF">
        <w:rPr>
          <w:cs/>
          <w:lang w:bidi="bn-IN"/>
        </w:rPr>
        <w:t>অথবা হযরত ইউসুফ (আ.)-এর ভাষায় কোরআন</w:t>
      </w:r>
      <w:r w:rsidR="00BE2975">
        <w:rPr>
          <w:lang w:bidi="bn-IN"/>
        </w:rPr>
        <w:t xml:space="preserve"> </w:t>
      </w:r>
      <w:r w:rsidRPr="007710BF">
        <w:rPr>
          <w:cs/>
          <w:lang w:bidi="bn-IN"/>
        </w:rPr>
        <w:t>বলছে</w:t>
      </w:r>
      <w:r w:rsidR="00895143">
        <w:t>,</w:t>
      </w:r>
      <w:r w:rsidR="00BC014A" w:rsidRPr="00BC014A">
        <w:rPr>
          <w:rtl/>
        </w:rPr>
        <w:t xml:space="preserve"> </w:t>
      </w:r>
      <w:r w:rsidR="00BC014A" w:rsidRPr="00BC014A">
        <w:rPr>
          <w:rStyle w:val="libAieChar"/>
          <w:rtl/>
        </w:rPr>
        <w:t>وَمَا أُبَرِّ‌ئُ نَفْسِي إِنَّ النَّفْسَ لَأَمَّارَ‌ةٌ بِالسُّوءِ</w:t>
      </w:r>
      <w:r w:rsidR="00BC014A" w:rsidRPr="001933EC">
        <w:rPr>
          <w:rStyle w:val="libAlaemChar"/>
        </w:rPr>
        <w:t xml:space="preserve"> </w:t>
      </w:r>
      <w:r w:rsidRPr="001933EC">
        <w:rPr>
          <w:rStyle w:val="libAlaemChar"/>
        </w:rPr>
        <w:t>“</w:t>
      </w:r>
      <w:r w:rsidRPr="007710BF">
        <w:rPr>
          <w:cs/>
          <w:lang w:bidi="bn-IN"/>
        </w:rPr>
        <w:t>আমি আমার নাফ্সকে ত্রুটিমুক্ত মনে করি না</w:t>
      </w:r>
      <w:r w:rsidRPr="007710BF">
        <w:rPr>
          <w:cs/>
          <w:lang w:bidi="hi-IN"/>
        </w:rPr>
        <w:t>।</w:t>
      </w:r>
      <w:r w:rsidRPr="001933EC">
        <w:rPr>
          <w:rStyle w:val="libAlaemChar"/>
        </w:rPr>
        <w:t>”</w:t>
      </w:r>
      <w:r w:rsidRPr="007710BF">
        <w:t xml:space="preserve"> </w:t>
      </w:r>
      <w:r w:rsidRPr="007710BF">
        <w:rPr>
          <w:cs/>
          <w:lang w:bidi="bn-IN"/>
        </w:rPr>
        <w:t>হযরত</w:t>
      </w:r>
      <w:r w:rsidR="00BC014A" w:rsidRPr="00BC014A">
        <w:rPr>
          <w:rFonts w:hint="cs"/>
          <w:rtl/>
        </w:rPr>
        <w:t xml:space="preserve"> </w:t>
      </w:r>
      <w:r w:rsidRPr="007710BF">
        <w:rPr>
          <w:cs/>
          <w:lang w:bidi="bn-IN"/>
        </w:rPr>
        <w:t>ইউসুফ</w:t>
      </w:r>
      <w:r w:rsidR="00BC014A" w:rsidRPr="00BC014A">
        <w:rPr>
          <w:rFonts w:hint="cs"/>
          <w:rtl/>
        </w:rPr>
        <w:t xml:space="preserve"> </w:t>
      </w:r>
      <w:r w:rsidRPr="007710BF">
        <w:rPr>
          <w:cs/>
          <w:lang w:bidi="bn-IN"/>
        </w:rPr>
        <w:t>যিনি</w:t>
      </w:r>
      <w:r w:rsidR="00BC014A" w:rsidRPr="00BC014A">
        <w:rPr>
          <w:rFonts w:hint="cs"/>
          <w:rtl/>
        </w:rPr>
        <w:t xml:space="preserve"> </w:t>
      </w:r>
      <w:r w:rsidRPr="007710BF">
        <w:rPr>
          <w:cs/>
          <w:lang w:bidi="bn-IN"/>
        </w:rPr>
        <w:t>নিজের</w:t>
      </w:r>
      <w:r w:rsidR="00BC014A">
        <w:rPr>
          <w:lang w:bidi="bn-IN"/>
        </w:rPr>
        <w:t xml:space="preserve"> </w:t>
      </w:r>
      <w:r w:rsidRPr="007710BF">
        <w:rPr>
          <w:cs/>
          <w:lang w:bidi="bn-IN"/>
        </w:rPr>
        <w:t>উপর</w:t>
      </w:r>
      <w:r w:rsidR="00BC014A">
        <w:rPr>
          <w:lang w:bidi="bn-IN"/>
        </w:rPr>
        <w:t xml:space="preserve"> </w:t>
      </w:r>
      <w:r w:rsidRPr="007710BF">
        <w:rPr>
          <w:cs/>
          <w:lang w:bidi="bn-IN"/>
        </w:rPr>
        <w:t>আস্থাবান</w:t>
      </w:r>
      <w:r w:rsidR="00BC014A">
        <w:rPr>
          <w:lang w:bidi="bn-IN"/>
        </w:rPr>
        <w:t xml:space="preserve"> </w:t>
      </w:r>
      <w:r w:rsidRPr="007710BF">
        <w:rPr>
          <w:cs/>
          <w:lang w:bidi="bn-IN"/>
        </w:rPr>
        <w:t>হওয়া</w:t>
      </w:r>
      <w:r w:rsidR="00BC014A">
        <w:rPr>
          <w:lang w:bidi="bn-IN"/>
        </w:rPr>
        <w:t xml:space="preserve"> </w:t>
      </w:r>
      <w:r w:rsidRPr="007710BF">
        <w:rPr>
          <w:cs/>
          <w:lang w:bidi="bn-IN"/>
        </w:rPr>
        <w:t>সত্ত্বেও</w:t>
      </w:r>
      <w:r w:rsidR="00BC014A">
        <w:rPr>
          <w:lang w:bidi="bn-IN"/>
        </w:rPr>
        <w:t xml:space="preserve"> </w:t>
      </w:r>
      <w:r w:rsidRPr="007710BF">
        <w:rPr>
          <w:cs/>
          <w:lang w:bidi="bn-IN"/>
        </w:rPr>
        <w:t>বলছেন</w:t>
      </w:r>
      <w:r w:rsidR="00895143">
        <w:t>,</w:t>
      </w:r>
    </w:p>
    <w:p w:rsidR="00591FD9" w:rsidRDefault="00BC014A" w:rsidP="00591FD9">
      <w:pPr>
        <w:pStyle w:val="libNormal"/>
        <w:tabs>
          <w:tab w:val="left" w:pos="9000"/>
        </w:tabs>
      </w:pPr>
      <w:r w:rsidRPr="00BC014A">
        <w:rPr>
          <w:rStyle w:val="libAieChar"/>
          <w:rtl/>
        </w:rPr>
        <w:t>إِنَّ النَّفْسَ لَأَمَّارَ‌ةٌ بِالسُّوءِ</w:t>
      </w:r>
      <w:r w:rsidR="007710BF" w:rsidRPr="00BC014A">
        <w:rPr>
          <w:rStyle w:val="libAieChar"/>
        </w:rPr>
        <w:t xml:space="preserve"> </w:t>
      </w:r>
      <w:r w:rsidR="007710BF" w:rsidRPr="001933EC">
        <w:rPr>
          <w:rStyle w:val="libAlaemChar"/>
        </w:rPr>
        <w:t>“</w:t>
      </w:r>
      <w:r w:rsidR="007710BF" w:rsidRPr="007710BF">
        <w:rPr>
          <w:cs/>
          <w:lang w:bidi="bn-IN"/>
        </w:rPr>
        <w:t xml:space="preserve">নিশ্চয় </w:t>
      </w:r>
      <w:r w:rsidR="00D009A1">
        <w:rPr>
          <w:cs/>
          <w:lang w:bidi="bn-IN"/>
        </w:rPr>
        <w:t>প্রবৃত্তি</w:t>
      </w:r>
      <w:r w:rsidR="007710BF" w:rsidRPr="007710BF">
        <w:rPr>
          <w:cs/>
          <w:lang w:bidi="bn-IN"/>
        </w:rPr>
        <w:t xml:space="preserve"> মন্দ কাজের নির্দেশ প্রদানে অত্যন্ত তৎপর।</w:t>
      </w:r>
      <w:r w:rsidR="007710BF" w:rsidRPr="001933EC">
        <w:rPr>
          <w:rStyle w:val="libAlaemChar"/>
        </w:rPr>
        <w:t>”</w:t>
      </w:r>
      <w:r w:rsidR="007710BF" w:rsidRPr="007710BF">
        <w:t xml:space="preserve"> </w:t>
      </w:r>
      <w:r w:rsidR="007710BF" w:rsidRPr="007710BF">
        <w:rPr>
          <w:cs/>
          <w:lang w:bidi="bn-IN"/>
        </w:rPr>
        <w:t>এটা বলার অর্থ</w:t>
      </w:r>
      <w:r>
        <w:rPr>
          <w:lang w:bidi="bn-IN"/>
        </w:rPr>
        <w:t xml:space="preserve"> </w:t>
      </w:r>
      <w:r w:rsidR="007710BF" w:rsidRPr="007710BF">
        <w:rPr>
          <w:cs/>
          <w:lang w:bidi="bn-IN"/>
        </w:rPr>
        <w:t>মানব</w:t>
      </w:r>
      <w:r>
        <w:rPr>
          <w:lang w:bidi="bn-IN"/>
        </w:rPr>
        <w:t xml:space="preserve"> </w:t>
      </w:r>
      <w:r w:rsidR="00D009A1">
        <w:rPr>
          <w:cs/>
          <w:lang w:bidi="bn-IN"/>
        </w:rPr>
        <w:t>প্রবৃত্তি</w:t>
      </w:r>
      <w:r w:rsidR="007710BF" w:rsidRPr="007710BF">
        <w:rPr>
          <w:cs/>
          <w:lang w:bidi="bn-IN"/>
        </w:rPr>
        <w:t xml:space="preserve"> বা সত্তা এত জটিল যে</w:t>
      </w:r>
      <w:r w:rsidR="00895143">
        <w:t>,</w:t>
      </w:r>
      <w:r w:rsidR="007710BF" w:rsidRPr="007710BF">
        <w:rPr>
          <w:cs/>
          <w:lang w:bidi="bn-IN"/>
        </w:rPr>
        <w:t>সম্ভাবনা রয়েছে এর কোন এক স্থানে হয়তো কোন হীন বাসনা</w:t>
      </w:r>
      <w:r>
        <w:rPr>
          <w:lang w:bidi="bn-IN"/>
        </w:rPr>
        <w:t xml:space="preserve"> </w:t>
      </w:r>
      <w:r w:rsidR="007710BF" w:rsidRPr="007710BF">
        <w:rPr>
          <w:cs/>
          <w:lang w:bidi="bn-IN"/>
        </w:rPr>
        <w:t xml:space="preserve">লুক্কায়িত রয়েছে যা সে নিজেই জানে না। তাই নিজের </w:t>
      </w:r>
      <w:r w:rsidR="00591FD9">
        <w:rPr>
          <w:cs/>
          <w:lang w:bidi="bn-IN"/>
        </w:rPr>
        <w:t>নাফসের</w:t>
      </w:r>
      <w:r w:rsidR="007710BF" w:rsidRPr="007710BF">
        <w:rPr>
          <w:cs/>
          <w:lang w:bidi="bn-IN"/>
        </w:rPr>
        <w:t xml:space="preserve"> উপর তিনি নির্ভর করেন না। প্রতিটি</w:t>
      </w:r>
      <w:r>
        <w:rPr>
          <w:lang w:bidi="bn-IN"/>
        </w:rPr>
        <w:t xml:space="preserve"> </w:t>
      </w:r>
      <w:r w:rsidR="007710BF" w:rsidRPr="007710BF">
        <w:rPr>
          <w:cs/>
          <w:lang w:bidi="bn-IN"/>
        </w:rPr>
        <w:t xml:space="preserve">মুমিনই </w:t>
      </w:r>
      <w:r w:rsidR="00591FD9">
        <w:rPr>
          <w:cs/>
          <w:lang w:bidi="bn-IN"/>
        </w:rPr>
        <w:t>নাফসের</w:t>
      </w:r>
      <w:r w:rsidR="007710BF" w:rsidRPr="007710BF">
        <w:rPr>
          <w:cs/>
          <w:lang w:bidi="bn-IN"/>
        </w:rPr>
        <w:t xml:space="preserve"> মন্দ কাজের প্রতি ঝোঁকের কারণে তার প্রতি বিশ্বাস করেন না। সুতরাং ইসলাম </w:t>
      </w:r>
      <w:r w:rsidR="00D009A1">
        <w:rPr>
          <w:cs/>
          <w:lang w:bidi="bn-IN"/>
        </w:rPr>
        <w:t>প্রবৃত্তি</w:t>
      </w:r>
      <w:r w:rsidR="007710BF" w:rsidRPr="007710BF">
        <w:rPr>
          <w:cs/>
          <w:lang w:bidi="bn-IN"/>
        </w:rPr>
        <w:t>র বিরুদ্ধে সংগ্রামকে শুধু সমর্থনই করে না</w:t>
      </w:r>
      <w:r w:rsidR="00895143">
        <w:t>,</w:t>
      </w:r>
      <w:r w:rsidR="007710BF" w:rsidRPr="007710BF">
        <w:rPr>
          <w:cs/>
          <w:lang w:bidi="bn-IN"/>
        </w:rPr>
        <w:t xml:space="preserve">বরং বাস্তবে </w:t>
      </w:r>
      <w:r w:rsidR="00591FD9">
        <w:rPr>
          <w:cs/>
          <w:lang w:bidi="bn-IN"/>
        </w:rPr>
        <w:t>নাফসের</w:t>
      </w:r>
      <w:r w:rsidR="007710BF" w:rsidRPr="007710BF">
        <w:rPr>
          <w:cs/>
          <w:lang w:bidi="bn-IN"/>
        </w:rPr>
        <w:t xml:space="preserve"> বিরুদ্ধে</w:t>
      </w:r>
      <w:r w:rsidR="00B702B1">
        <w:rPr>
          <w:lang w:bidi="bn-IN"/>
        </w:rPr>
        <w:t xml:space="preserve"> </w:t>
      </w:r>
      <w:r w:rsidR="007710BF" w:rsidRPr="007710BF">
        <w:rPr>
          <w:cs/>
          <w:lang w:bidi="bn-IN"/>
        </w:rPr>
        <w:t>সংগ্রাম পরিভাষাটিই ইসলামের। একদা একদল সাহাবী যুদ্ধক্ষেত্র থেকে প্রত্যাবর্তন করে সমবেতভাবে</w:t>
      </w:r>
      <w:r w:rsidR="00591FD9">
        <w:rPr>
          <w:lang w:bidi="bn-IN"/>
        </w:rPr>
        <w:t xml:space="preserve"> </w:t>
      </w:r>
      <w:r w:rsidR="007710BF" w:rsidRPr="007710BF">
        <w:rPr>
          <w:cs/>
          <w:lang w:bidi="bn-IN"/>
        </w:rPr>
        <w:t>রাসূল (সা.)-এর সাথে দেখা করতে আসলে তিনি এ বিষয়টি উপস্থাপন করেন। দেখুন রাসূল কতটা</w:t>
      </w:r>
      <w:r w:rsidR="00591FD9">
        <w:rPr>
          <w:lang w:bidi="bn-IN"/>
        </w:rPr>
        <w:t xml:space="preserve"> </w:t>
      </w:r>
      <w:r w:rsidR="007710BF" w:rsidRPr="007710BF">
        <w:rPr>
          <w:cs/>
          <w:lang w:bidi="bn-IN"/>
        </w:rPr>
        <w:t>সুযোগসন্ধানী (হেদায়েতের জন্য)! তিনি জানেন কোন্ মুহর্তে কোন্ কথাটি বলতে হবে</w:t>
      </w:r>
      <w:r w:rsidR="007710BF" w:rsidRPr="007710BF">
        <w:rPr>
          <w:cs/>
          <w:lang w:bidi="hi-IN"/>
        </w:rPr>
        <w:t xml:space="preserve">। </w:t>
      </w:r>
      <w:r w:rsidR="00591FD9">
        <w:rPr>
          <w:cs/>
          <w:lang w:bidi="bn-IN"/>
        </w:rPr>
        <w:t>একদল লোক</w:t>
      </w:r>
      <w:r w:rsidR="00591FD9">
        <w:rPr>
          <w:lang w:bidi="bn-IN"/>
        </w:rPr>
        <w:t xml:space="preserve"> </w:t>
      </w:r>
      <w:r w:rsidR="007710BF" w:rsidRPr="007710BF">
        <w:rPr>
          <w:cs/>
          <w:lang w:bidi="bn-IN"/>
        </w:rPr>
        <w:t>যুদ্ধ হতে বিজয়ী হয়ে ফিরে এসেছে। রাসূল তাদের অভিনন্দন জানাচ্ছেন সে সাথে সর্বোত্তম নৈতিক</w:t>
      </w:r>
      <w:r w:rsidR="00591FD9">
        <w:rPr>
          <w:lang w:bidi="bn-IN"/>
        </w:rPr>
        <w:t xml:space="preserve"> </w:t>
      </w:r>
      <w:r w:rsidR="007710BF" w:rsidRPr="007710BF">
        <w:rPr>
          <w:cs/>
          <w:lang w:bidi="bn-IN"/>
        </w:rPr>
        <w:t>শিক্ষাটিও তাদের দিচ্ছেন</w:t>
      </w:r>
      <w:r w:rsidR="003936CB">
        <w:t>-</w:t>
      </w:r>
    </w:p>
    <w:p w:rsidR="00591FD9" w:rsidRDefault="00591FD9" w:rsidP="00591FD9">
      <w:pPr>
        <w:pStyle w:val="libNormal"/>
        <w:tabs>
          <w:tab w:val="left" w:pos="9000"/>
        </w:tabs>
        <w:rPr>
          <w:lang w:bidi="bn-IN"/>
        </w:rPr>
      </w:pPr>
      <w:r w:rsidRPr="00591FD9">
        <w:rPr>
          <w:rStyle w:val="libArChar"/>
          <w:rFonts w:hint="cs"/>
          <w:rtl/>
        </w:rPr>
        <w:t>مرحبا بقوم فضوا الجهاد الأصغر و بقی علیهم الجهاد الأکبر</w:t>
      </w:r>
      <w:r w:rsidR="007710BF" w:rsidRPr="00591FD9">
        <w:rPr>
          <w:rStyle w:val="libArChar"/>
        </w:rPr>
        <w:t xml:space="preserve"> </w:t>
      </w:r>
      <w:r w:rsidR="007710BF" w:rsidRPr="001933EC">
        <w:rPr>
          <w:rStyle w:val="libAlaemChar"/>
        </w:rPr>
        <w:t>“</w:t>
      </w:r>
      <w:r w:rsidR="007710BF" w:rsidRPr="007710BF">
        <w:rPr>
          <w:cs/>
          <w:lang w:bidi="bn-IN"/>
        </w:rPr>
        <w:t>সাবাস হে ক্ষুদ্র দল যারা যুদ্ধ হয়ে ফিরে</w:t>
      </w:r>
      <w:r>
        <w:rPr>
          <w:lang w:bidi="bn-IN"/>
        </w:rPr>
        <w:t xml:space="preserve"> </w:t>
      </w:r>
      <w:r w:rsidR="007710BF" w:rsidRPr="007710BF">
        <w:rPr>
          <w:cs/>
          <w:lang w:bidi="bn-IN"/>
        </w:rPr>
        <w:t>এসেছ</w:t>
      </w:r>
      <w:r w:rsidR="00895143">
        <w:t>,</w:t>
      </w:r>
      <w:r w:rsidR="007710BF" w:rsidRPr="007710BF">
        <w:rPr>
          <w:cs/>
          <w:lang w:bidi="bn-IN"/>
        </w:rPr>
        <w:t>তোমাদের সামনে বড় যুদ্ধ রয়ে গেছে।</w:t>
      </w:r>
      <w:r w:rsidR="007710BF" w:rsidRPr="001933EC">
        <w:rPr>
          <w:rStyle w:val="libAlaemChar"/>
        </w:rPr>
        <w:t>”</w:t>
      </w:r>
      <w:r w:rsidR="007710BF" w:rsidRPr="007710BF">
        <w:t xml:space="preserve"> </w:t>
      </w:r>
      <w:r w:rsidR="00FE6D44">
        <w:rPr>
          <w:cs/>
          <w:lang w:bidi="bn-IN"/>
        </w:rPr>
        <w:t>তারা</w:t>
      </w:r>
      <w:r w:rsidR="007710BF" w:rsidRPr="007710BF">
        <w:rPr>
          <w:cs/>
          <w:lang w:bidi="bn-IN"/>
        </w:rPr>
        <w:t xml:space="preserve"> প্রশ্ন করলেন</w:t>
      </w:r>
      <w:r w:rsidR="00895143">
        <w:t>,</w:t>
      </w:r>
      <w:r w:rsidR="007710BF" w:rsidRPr="001933EC">
        <w:rPr>
          <w:rStyle w:val="libAlaemChar"/>
        </w:rPr>
        <w:t>“</w:t>
      </w:r>
      <w:r w:rsidR="007710BF" w:rsidRPr="007710BF">
        <w:rPr>
          <w:cs/>
          <w:lang w:bidi="bn-IN"/>
        </w:rPr>
        <w:t>হে রাসূলা</w:t>
      </w:r>
      <w:r w:rsidR="006B46F0">
        <w:rPr>
          <w:cs/>
          <w:lang w:bidi="bn-IN"/>
        </w:rPr>
        <w:t>ল্লা</w:t>
      </w:r>
      <w:r w:rsidR="007710BF" w:rsidRPr="007710BF">
        <w:rPr>
          <w:rFonts w:hint="cs"/>
          <w:cs/>
          <w:lang w:bidi="bn-IN"/>
        </w:rPr>
        <w:t>হ্! বড় যুদ্ধ কি</w:t>
      </w:r>
      <w:r w:rsidR="007710BF" w:rsidRPr="007710BF">
        <w:t>?</w:t>
      </w:r>
      <w:r w:rsidR="007710BF" w:rsidRPr="001933EC">
        <w:rPr>
          <w:rStyle w:val="libAlaemChar"/>
        </w:rPr>
        <w:t>”</w:t>
      </w:r>
      <w:r>
        <w:rPr>
          <w:rStyle w:val="libAlaemChar"/>
        </w:rPr>
        <w:t xml:space="preserve"> </w:t>
      </w:r>
      <w:r w:rsidR="007710BF" w:rsidRPr="007710BF">
        <w:rPr>
          <w:cs/>
          <w:lang w:bidi="bn-IN"/>
        </w:rPr>
        <w:t>রাসূল বললেন</w:t>
      </w:r>
      <w:r w:rsidR="00895143">
        <w:t>,</w:t>
      </w:r>
      <w:r w:rsidR="007710BF" w:rsidRPr="001933EC">
        <w:rPr>
          <w:rStyle w:val="libAlaemChar"/>
        </w:rPr>
        <w:t>“</w:t>
      </w:r>
      <w:r>
        <w:rPr>
          <w:cs/>
          <w:lang w:bidi="bn-IN"/>
        </w:rPr>
        <w:t>নাফসের</w:t>
      </w:r>
      <w:r w:rsidR="007710BF" w:rsidRPr="007710BF">
        <w:rPr>
          <w:cs/>
          <w:lang w:bidi="bn-IN"/>
        </w:rPr>
        <w:t xml:space="preserve"> বিরুদ্ধে জিহাদ।</w:t>
      </w:r>
      <w:r w:rsidR="007710BF" w:rsidRPr="001933EC">
        <w:rPr>
          <w:rStyle w:val="libAlaemChar"/>
        </w:rPr>
        <w:t>”</w:t>
      </w:r>
      <w:r w:rsidR="007710BF" w:rsidRPr="007710BF">
        <w:t xml:space="preserve"> </w:t>
      </w:r>
      <w:r>
        <w:rPr>
          <w:cs/>
          <w:lang w:bidi="bn-IN"/>
        </w:rPr>
        <w:t xml:space="preserve">নাফ্সে আম্মারা বা </w:t>
      </w:r>
      <w:r w:rsidRPr="00591FD9">
        <w:rPr>
          <w:cs/>
          <w:lang w:bidi="bn-IN"/>
        </w:rPr>
        <w:t>কুপ্রবৃত্তির</w:t>
      </w:r>
      <w:r>
        <w:rPr>
          <w:cs/>
          <w:lang w:bidi="bn-IN"/>
        </w:rPr>
        <w:t xml:space="preserve"> বিরুদ্ধে যুদ্ধ অন্য </w:t>
      </w:r>
      <w:r w:rsidRPr="00591FD9">
        <w:rPr>
          <w:cs/>
          <w:lang w:bidi="bn-IN"/>
        </w:rPr>
        <w:t>মানুষের</w:t>
      </w:r>
      <w:r>
        <w:rPr>
          <w:lang w:bidi="bn-IN"/>
        </w:rPr>
        <w:t xml:space="preserve"> </w:t>
      </w:r>
      <w:r w:rsidR="007710BF" w:rsidRPr="007710BF">
        <w:rPr>
          <w:cs/>
          <w:lang w:bidi="bn-IN"/>
        </w:rPr>
        <w:t xml:space="preserve">বিরুদ্ধে যুদ্ধ হতে কঠিন। সুতরাং </w:t>
      </w:r>
      <w:r>
        <w:rPr>
          <w:cs/>
          <w:lang w:bidi="bn-IN"/>
        </w:rPr>
        <w:t>নাফসের</w:t>
      </w:r>
      <w:r w:rsidR="007710BF" w:rsidRPr="007710BF">
        <w:rPr>
          <w:cs/>
          <w:lang w:bidi="bn-IN"/>
        </w:rPr>
        <w:t xml:space="preserve"> বিরুদ্ধে যুদ্ধ করতে ইসলামই বলেছে। তাই এ ক্ষেত্রে</w:t>
      </w:r>
      <w:r>
        <w:rPr>
          <w:lang w:bidi="bn-IN"/>
        </w:rPr>
        <w:t xml:space="preserve"> </w:t>
      </w:r>
      <w:r w:rsidR="007710BF" w:rsidRPr="007710BF">
        <w:rPr>
          <w:cs/>
          <w:lang w:bidi="bn-IN"/>
        </w:rPr>
        <w:t>এরফানের বক্তব্য সঠিক।</w:t>
      </w:r>
    </w:p>
    <w:p w:rsidR="00995E56" w:rsidRDefault="007710BF" w:rsidP="00591FD9">
      <w:pPr>
        <w:pStyle w:val="libNormal"/>
        <w:tabs>
          <w:tab w:val="left" w:pos="9000"/>
        </w:tabs>
        <w:rPr>
          <w:lang w:bidi="bn-IN"/>
        </w:rPr>
      </w:pPr>
      <w:r w:rsidRPr="007710BF">
        <w:rPr>
          <w:cs/>
          <w:lang w:bidi="bn-IN"/>
        </w:rPr>
        <w:t xml:space="preserve">তবে এরফানী বা সুফী মতবাদ </w:t>
      </w:r>
      <w:r w:rsidR="00591FD9">
        <w:rPr>
          <w:cs/>
          <w:lang w:bidi="bn-IN"/>
        </w:rPr>
        <w:t>নাফসের</w:t>
      </w:r>
      <w:r w:rsidRPr="007710BF">
        <w:rPr>
          <w:cs/>
          <w:lang w:bidi="bn-IN"/>
        </w:rPr>
        <w:t xml:space="preserve"> বিরুদ্ধে যুদ্ধ</w:t>
      </w:r>
      <w:r w:rsidR="00895143">
        <w:t>,</w:t>
      </w:r>
      <w:r w:rsidRPr="007710BF">
        <w:rPr>
          <w:cs/>
          <w:lang w:bidi="bn-IN"/>
        </w:rPr>
        <w:t xml:space="preserve">স্বার্থপরতা ও </w:t>
      </w:r>
      <w:r w:rsidR="00D009A1">
        <w:rPr>
          <w:cs/>
          <w:lang w:bidi="bn-IN"/>
        </w:rPr>
        <w:t>প্রবৃত্তি</w:t>
      </w:r>
      <w:r w:rsidRPr="007710BF">
        <w:rPr>
          <w:cs/>
          <w:lang w:bidi="bn-IN"/>
        </w:rPr>
        <w:t>পূজার বিরুদ্ধে সংগ্রামের</w:t>
      </w:r>
      <w:r w:rsidR="00591FD9">
        <w:rPr>
          <w:lang w:bidi="bn-IN"/>
        </w:rPr>
        <w:t xml:space="preserve"> </w:t>
      </w:r>
      <w:r w:rsidRPr="007710BF">
        <w:rPr>
          <w:cs/>
          <w:lang w:bidi="bn-IN"/>
        </w:rPr>
        <w:t>নামে ব্যক্তিসত্তার উপর এতটা আঘাত হেনেছে যে</w:t>
      </w:r>
      <w:r w:rsidR="00895143">
        <w:t>,</w:t>
      </w:r>
      <w:r w:rsidRPr="007710BF">
        <w:rPr>
          <w:cs/>
          <w:lang w:bidi="bn-IN"/>
        </w:rPr>
        <w:t>ইসলাম তাকে সমর্থন করে না। তবে আমি বলছিনা যে</w:t>
      </w:r>
      <w:r w:rsidR="00895143">
        <w:t>,</w:t>
      </w:r>
      <w:r w:rsidRPr="007710BF">
        <w:rPr>
          <w:cs/>
          <w:lang w:bidi="bn-IN"/>
        </w:rPr>
        <w:t>বড় আরেফগণও এ ভুলটি করেছেন</w:t>
      </w:r>
      <w:r w:rsidR="00895143">
        <w:t>,</w:t>
      </w:r>
      <w:r w:rsidRPr="007710BF">
        <w:rPr>
          <w:cs/>
          <w:lang w:bidi="bn-IN"/>
        </w:rPr>
        <w:t>বরং আমার উদ্দেশ্য এটা বলা যে</w:t>
      </w:r>
      <w:r w:rsidR="00895143">
        <w:t>,</w:t>
      </w:r>
      <w:r w:rsidR="00995E56">
        <w:rPr>
          <w:cs/>
          <w:lang w:bidi="bn-IN"/>
        </w:rPr>
        <w:t>এ মতবাদের প্রচুর</w:t>
      </w:r>
      <w:r w:rsidR="00995E56">
        <w:rPr>
          <w:lang w:bidi="bn-IN"/>
        </w:rPr>
        <w:t xml:space="preserve"> </w:t>
      </w:r>
      <w:r w:rsidRPr="007710BF">
        <w:rPr>
          <w:cs/>
          <w:lang w:bidi="bn-IN"/>
        </w:rPr>
        <w:t>ব্যক্তির মধ্যে এ ভুলটি লক্ষ্য করা যায়।</w:t>
      </w:r>
    </w:p>
    <w:p w:rsidR="00995E56" w:rsidRDefault="007710BF" w:rsidP="00995E56">
      <w:pPr>
        <w:pStyle w:val="libNormal"/>
        <w:tabs>
          <w:tab w:val="left" w:pos="9000"/>
        </w:tabs>
        <w:rPr>
          <w:lang w:bidi="bn-IN"/>
        </w:rPr>
      </w:pPr>
      <w:r w:rsidRPr="007710BF">
        <w:rPr>
          <w:cs/>
          <w:lang w:bidi="bn-IN"/>
        </w:rPr>
        <w:t xml:space="preserve">কঠিন সাধনার বিষয়টি যখন এতটা বাড়াবাড়ির পর্যায়ে </w:t>
      </w:r>
      <w:r w:rsidR="00611BB9">
        <w:rPr>
          <w:cs/>
          <w:lang w:bidi="bn-IN"/>
        </w:rPr>
        <w:t>পৌ</w:t>
      </w:r>
      <w:r w:rsidRPr="007710BF">
        <w:rPr>
          <w:cs/>
          <w:lang w:bidi="bn-IN"/>
        </w:rPr>
        <w:t>ছায়</w:t>
      </w:r>
      <w:r w:rsidR="003936CB">
        <w:t>-</w:t>
      </w:r>
      <w:r w:rsidRPr="007710BF">
        <w:t xml:space="preserve"> </w:t>
      </w:r>
      <w:r w:rsidRPr="007710BF">
        <w:rPr>
          <w:cs/>
          <w:lang w:bidi="bn-IN"/>
        </w:rPr>
        <w:t>ইসলাম বলে তোমার দেহ</w:t>
      </w:r>
      <w:r w:rsidR="00995E56">
        <w:rPr>
          <w:lang w:bidi="bn-IN"/>
        </w:rPr>
        <w:t xml:space="preserve"> </w:t>
      </w:r>
      <w:r w:rsidRPr="007710BF">
        <w:rPr>
          <w:cs/>
          <w:lang w:bidi="bn-IN"/>
        </w:rPr>
        <w:t>তোমার উপর অধিকার রাখে</w:t>
      </w:r>
      <w:r w:rsidR="003936CB">
        <w:t>-</w:t>
      </w:r>
      <w:r w:rsidRPr="007710BF">
        <w:t xml:space="preserve"> </w:t>
      </w:r>
      <w:r w:rsidRPr="007710BF">
        <w:rPr>
          <w:cs/>
          <w:lang w:bidi="bn-IN"/>
        </w:rPr>
        <w:t>রাসূলের কোন কোন সাহাবী এরূপ কঠিন সাধনায় লিপ্ত হতে</w:t>
      </w:r>
      <w:r w:rsidR="00995E56">
        <w:rPr>
          <w:lang w:bidi="bn-IN"/>
        </w:rPr>
        <w:t xml:space="preserve"> </w:t>
      </w:r>
      <w:r w:rsidRPr="007710BF">
        <w:rPr>
          <w:cs/>
          <w:lang w:bidi="bn-IN"/>
        </w:rPr>
        <w:t>চেয়েছিলেন</w:t>
      </w:r>
      <w:r w:rsidR="00895143">
        <w:t>,</w:t>
      </w:r>
      <w:r w:rsidRPr="007710BF">
        <w:rPr>
          <w:cs/>
          <w:lang w:bidi="bn-IN"/>
        </w:rPr>
        <w:t>রাসূল তাদেরকে এ থেকে বিরত রাখতে কঠিন ভূমিকা নেন। তদুপরি</w:t>
      </w:r>
      <w:r w:rsidR="00895143">
        <w:t>,</w:t>
      </w:r>
      <w:r w:rsidRPr="007710BF">
        <w:rPr>
          <w:cs/>
          <w:lang w:bidi="bn-IN"/>
        </w:rPr>
        <w:t>কখনো কখনো</w:t>
      </w:r>
      <w:r w:rsidR="00995E56">
        <w:rPr>
          <w:lang w:bidi="bn-IN"/>
        </w:rPr>
        <w:t xml:space="preserve"> </w:t>
      </w:r>
      <w:r w:rsidRPr="007710BF">
        <w:rPr>
          <w:cs/>
          <w:lang w:bidi="bn-IN"/>
        </w:rPr>
        <w:t>দেখা যায় কেউ কেউ এরূপ সাধনায় লিপ্ত হন যা ইসলাম সমর্থন করে ন</w:t>
      </w:r>
      <w:r w:rsidR="00995E56">
        <w:rPr>
          <w:cs/>
          <w:lang w:bidi="bn-IN"/>
        </w:rPr>
        <w:t xml:space="preserve">া। এটা তেমন </w:t>
      </w:r>
      <w:r w:rsidR="00995E56" w:rsidRPr="00995E56">
        <w:rPr>
          <w:cs/>
          <w:lang w:bidi="bn-IN"/>
        </w:rPr>
        <w:t>গুরুত্বপূর্ণ</w:t>
      </w:r>
      <w:r w:rsidR="00995E56">
        <w:rPr>
          <w:lang w:bidi="bn-IN"/>
        </w:rPr>
        <w:t xml:space="preserve"> </w:t>
      </w:r>
      <w:r w:rsidRPr="007710BF">
        <w:rPr>
          <w:cs/>
          <w:lang w:bidi="bn-IN"/>
        </w:rPr>
        <w:t>সমস্যা নয়।</w:t>
      </w:r>
    </w:p>
    <w:p w:rsidR="00995E56" w:rsidRDefault="00D009A1" w:rsidP="00995E56">
      <w:pPr>
        <w:pStyle w:val="libNormal"/>
        <w:tabs>
          <w:tab w:val="left" w:pos="9000"/>
        </w:tabs>
        <w:rPr>
          <w:lang w:bidi="bn-IN"/>
        </w:rPr>
      </w:pPr>
      <w:r>
        <w:rPr>
          <w:cs/>
          <w:lang w:bidi="bn-IN"/>
        </w:rPr>
        <w:t>প্রবৃত্তি</w:t>
      </w:r>
      <w:r w:rsidR="007710BF" w:rsidRPr="007710BF">
        <w:rPr>
          <w:cs/>
          <w:lang w:bidi="bn-IN"/>
        </w:rPr>
        <w:t>র বিরুদ্ধে সংগ্রাম দু</w:t>
      </w:r>
      <w:r w:rsidR="007710BF" w:rsidRPr="001933EC">
        <w:rPr>
          <w:rStyle w:val="libAlaemChar"/>
        </w:rPr>
        <w:t>’</w:t>
      </w:r>
      <w:r w:rsidR="007710BF" w:rsidRPr="007710BF">
        <w:rPr>
          <w:cs/>
          <w:lang w:bidi="bn-IN"/>
        </w:rPr>
        <w:t>ধরনের</w:t>
      </w:r>
      <w:r w:rsidR="007710BF" w:rsidRPr="007710BF">
        <w:rPr>
          <w:cs/>
          <w:lang w:bidi="hi-IN"/>
        </w:rPr>
        <w:t xml:space="preserve">। </w:t>
      </w:r>
      <w:r w:rsidR="007710BF" w:rsidRPr="007710BF">
        <w:rPr>
          <w:cs/>
          <w:lang w:bidi="bn-IN"/>
        </w:rPr>
        <w:t>কখনো যোগ সাধনার মাধ্যমে অর্থাৎ দেহকে প্রচণ্ড কষ্ট দানের</w:t>
      </w:r>
      <w:r w:rsidR="00995E56">
        <w:rPr>
          <w:lang w:bidi="bn-IN"/>
        </w:rPr>
        <w:t xml:space="preserve"> </w:t>
      </w:r>
      <w:r w:rsidR="007710BF" w:rsidRPr="007710BF">
        <w:rPr>
          <w:cs/>
          <w:lang w:bidi="bn-IN"/>
        </w:rPr>
        <w:t xml:space="preserve">মাধ্যমে। খুব কম খাদ্য গ্রহণ করে ও অত্যন্ত কম ঘুমিয়ে দেহকে এমনভাবে </w:t>
      </w:r>
      <w:r w:rsidR="00F8200F">
        <w:rPr>
          <w:cs/>
          <w:lang w:bidi="bn-IN"/>
        </w:rPr>
        <w:t>প্রস্তত</w:t>
      </w:r>
      <w:r w:rsidR="007710BF" w:rsidRPr="007710BF">
        <w:rPr>
          <w:cs/>
          <w:lang w:bidi="bn-IN"/>
        </w:rPr>
        <w:t xml:space="preserve"> করা যাতে তাকে</w:t>
      </w:r>
      <w:r w:rsidR="00995E56">
        <w:rPr>
          <w:rStyle w:val="libAlaemChar"/>
        </w:rPr>
        <w:t xml:space="preserve"> </w:t>
      </w:r>
      <w:r w:rsidR="007710BF" w:rsidRPr="007710BF">
        <w:rPr>
          <w:cs/>
          <w:lang w:bidi="bn-IN"/>
        </w:rPr>
        <w:t>দিয়ে সব কিছু সহ্য করানো যায়। এরূপ যোগ সাধনার মাধ্যমে এমন অবস্থা করা সম্ভব যে</w:t>
      </w:r>
      <w:r w:rsidR="00895143">
        <w:t>,</w:t>
      </w:r>
      <w:r w:rsidR="007710BF" w:rsidRPr="007710BF">
        <w:rPr>
          <w:cs/>
          <w:lang w:bidi="bn-IN"/>
        </w:rPr>
        <w:t>মানুষ দিনে</w:t>
      </w:r>
      <w:r w:rsidR="00995E56">
        <w:rPr>
          <w:lang w:bidi="bn-IN"/>
        </w:rPr>
        <w:t xml:space="preserve"> </w:t>
      </w:r>
      <w:r w:rsidR="007710BF" w:rsidRPr="007710BF">
        <w:rPr>
          <w:cs/>
          <w:lang w:bidi="bn-IN"/>
        </w:rPr>
        <w:t>মাত্র কয়েকটি বাদাম খেয়ে</w:t>
      </w:r>
      <w:r w:rsidR="00895143">
        <w:t>,</w:t>
      </w:r>
      <w:r w:rsidR="007710BF" w:rsidRPr="007710BF">
        <w:rPr>
          <w:cs/>
          <w:lang w:bidi="bn-IN"/>
        </w:rPr>
        <w:t>২৪ ঘন্টার মধ্যে ১৫ মিনিট ঘুমিয়ে অভ্যস্ত হতে পারে। দেহের উপর</w:t>
      </w:r>
      <w:r w:rsidR="00995E56">
        <w:rPr>
          <w:lang w:bidi="bn-IN"/>
        </w:rPr>
        <w:t xml:space="preserve"> </w:t>
      </w:r>
      <w:r w:rsidR="007710BF" w:rsidRPr="007710BF">
        <w:rPr>
          <w:cs/>
          <w:lang w:bidi="bn-IN"/>
        </w:rPr>
        <w:t>এরূপ যোগ সাধনা ভারতবর্ষের যোগীদের মধ্যে প্রচলিত। মুসলমানদের মধ্যে এটা কম দেখা যায়।</w:t>
      </w:r>
      <w:r w:rsidR="00995E56">
        <w:rPr>
          <w:lang w:bidi="bn-IN"/>
        </w:rPr>
        <w:t xml:space="preserve"> </w:t>
      </w:r>
      <w:r w:rsidR="007710BF" w:rsidRPr="007710BF">
        <w:rPr>
          <w:cs/>
          <w:lang w:bidi="bn-IN"/>
        </w:rPr>
        <w:t>কারণ ইসলাম এরূপ সাধনার প্রচলনকে অনুমতি দেয় না।</w:t>
      </w:r>
    </w:p>
    <w:p w:rsidR="00995E56" w:rsidRDefault="00D009A1" w:rsidP="00995E56">
      <w:pPr>
        <w:pStyle w:val="libNormal"/>
        <w:tabs>
          <w:tab w:val="left" w:pos="9000"/>
        </w:tabs>
        <w:rPr>
          <w:cs/>
          <w:lang w:bidi="bn-IN"/>
        </w:rPr>
      </w:pPr>
      <w:r>
        <w:rPr>
          <w:cs/>
          <w:lang w:bidi="bn-IN"/>
        </w:rPr>
        <w:t>প্রবৃত্তি</w:t>
      </w:r>
      <w:r w:rsidR="007710BF" w:rsidRPr="007710BF">
        <w:rPr>
          <w:cs/>
          <w:lang w:bidi="bn-IN"/>
        </w:rPr>
        <w:t>র বিরুদ্ধে সংগ্রামের অন্য পথটি দেহের উপর কষ্ট প্রয়োগের মাধ্যমে নয়</w:t>
      </w:r>
      <w:r w:rsidR="00895143">
        <w:t>,</w:t>
      </w:r>
      <w:r w:rsidR="007710BF" w:rsidRPr="007710BF">
        <w:rPr>
          <w:cs/>
          <w:lang w:bidi="bn-IN"/>
        </w:rPr>
        <w:t xml:space="preserve">বরং </w:t>
      </w:r>
      <w:r w:rsidR="00995E56">
        <w:rPr>
          <w:cs/>
          <w:lang w:bidi="bn-IN"/>
        </w:rPr>
        <w:t>কুপ্রবৃত্তি ও</w:t>
      </w:r>
      <w:r w:rsidR="00995E56">
        <w:rPr>
          <w:lang w:bidi="bn-IN"/>
        </w:rPr>
        <w:t xml:space="preserve"> </w:t>
      </w:r>
      <w:r w:rsidR="007710BF" w:rsidRPr="007710BF">
        <w:rPr>
          <w:cs/>
          <w:lang w:bidi="bn-IN"/>
        </w:rPr>
        <w:t xml:space="preserve">বক্র মানসিকতার বিরুদ্ধে সংগ্রামের মাধ্যমে অর্থাৎ </w:t>
      </w:r>
      <w:r>
        <w:rPr>
          <w:cs/>
          <w:lang w:bidi="bn-IN"/>
        </w:rPr>
        <w:t>প্রবৃত্তি</w:t>
      </w:r>
      <w:r w:rsidR="007710BF" w:rsidRPr="007710BF">
        <w:rPr>
          <w:cs/>
          <w:lang w:bidi="bn-IN"/>
        </w:rPr>
        <w:t>র ইচ্ছার বিরুদ্ধে কাজ করা। তবে এটাও</w:t>
      </w:r>
      <w:r w:rsidR="00995E56">
        <w:rPr>
          <w:lang w:bidi="bn-IN"/>
        </w:rPr>
        <w:t xml:space="preserve"> </w:t>
      </w:r>
      <w:r w:rsidR="007710BF" w:rsidRPr="007710BF">
        <w:rPr>
          <w:cs/>
          <w:lang w:bidi="bn-IN"/>
        </w:rPr>
        <w:t xml:space="preserve">একটি নির্দিষ্ট সীমা </w:t>
      </w:r>
      <w:r w:rsidR="00E20734">
        <w:rPr>
          <w:cs/>
          <w:lang w:bidi="bn-IN"/>
        </w:rPr>
        <w:t>পর্যন্ত</w:t>
      </w:r>
      <w:r w:rsidR="007710BF" w:rsidRPr="007710BF">
        <w:rPr>
          <w:cs/>
          <w:lang w:bidi="hi-IN"/>
        </w:rPr>
        <w:t xml:space="preserve">। </w:t>
      </w:r>
      <w:r w:rsidR="007710BF" w:rsidRPr="007710BF">
        <w:rPr>
          <w:cs/>
          <w:lang w:bidi="bn-IN"/>
        </w:rPr>
        <w:t>এ পদ্ধতিতেও কখনো কখনো এমন অনেক বিষয় লক্ষ্য করা যায় যা</w:t>
      </w:r>
      <w:r w:rsidR="00995E56">
        <w:rPr>
          <w:rStyle w:val="libAlaemChar"/>
        </w:rPr>
        <w:t>-</w:t>
      </w:r>
      <w:r w:rsidR="007710BF" w:rsidRPr="007710BF">
        <w:rPr>
          <w:cs/>
          <w:lang w:bidi="bn-IN"/>
        </w:rPr>
        <w:t>ইসলাম সমর্থন করে না। ইসলামের পূর্ণ মানব এরূপ নয়। এখানে এরূপ কিছু বিষয় আপনাদের</w:t>
      </w:r>
      <w:r w:rsidR="00995E56">
        <w:rPr>
          <w:lang w:bidi="bn-IN"/>
        </w:rPr>
        <w:t xml:space="preserve"> </w:t>
      </w:r>
      <w:r w:rsidR="007710BF" w:rsidRPr="007710BF">
        <w:rPr>
          <w:cs/>
          <w:lang w:bidi="bn-IN"/>
        </w:rPr>
        <w:t>জ্ঞাতার্থে উপস্থাপন করব।</w:t>
      </w:r>
    </w:p>
    <w:p w:rsidR="00995E56" w:rsidRPr="00E10565" w:rsidRDefault="00995E56" w:rsidP="009848A8">
      <w:pPr>
        <w:pStyle w:val="libNormal"/>
        <w:rPr>
          <w:rtl/>
          <w:cs/>
        </w:rPr>
      </w:pPr>
      <w:r>
        <w:rPr>
          <w:cs/>
          <w:lang w:bidi="bn-IN"/>
        </w:rPr>
        <w:br w:type="page"/>
      </w:r>
    </w:p>
    <w:p w:rsidR="00995E56" w:rsidRDefault="007710BF" w:rsidP="00995E56">
      <w:pPr>
        <w:pStyle w:val="Heading1"/>
        <w:rPr>
          <w:lang w:bidi="bn-IN"/>
        </w:rPr>
      </w:pPr>
      <w:bookmarkStart w:id="45" w:name="_Toc392601454"/>
      <w:r w:rsidRPr="007710BF">
        <w:rPr>
          <w:cs/>
          <w:lang w:bidi="bn-IN"/>
        </w:rPr>
        <w:t>নিজেকে মন্দরূপে প্রচারের পদ্ধতি</w:t>
      </w:r>
      <w:bookmarkEnd w:id="45"/>
    </w:p>
    <w:p w:rsidR="00995E56" w:rsidRDefault="00995E56" w:rsidP="00995E56">
      <w:pPr>
        <w:pStyle w:val="libNormal"/>
        <w:tabs>
          <w:tab w:val="left" w:pos="9000"/>
        </w:tabs>
        <w:rPr>
          <w:lang w:bidi="bn-IN"/>
        </w:rPr>
      </w:pPr>
    </w:p>
    <w:p w:rsidR="00995E56" w:rsidRDefault="007710BF" w:rsidP="00995E56">
      <w:pPr>
        <w:pStyle w:val="libNormal"/>
        <w:tabs>
          <w:tab w:val="left" w:pos="9000"/>
        </w:tabs>
        <w:rPr>
          <w:lang w:bidi="bn-IN"/>
        </w:rPr>
      </w:pPr>
      <w:r w:rsidRPr="007710BF">
        <w:rPr>
          <w:cs/>
          <w:lang w:bidi="bn-IN"/>
        </w:rPr>
        <w:t>সুফীপন্থীদের অনেকের মধ্যে একটি রীতি প্রচলিত রয়েছে যা সবার মধ্যে কম-বেশি প্রভাব</w:t>
      </w:r>
      <w:r w:rsidR="00995E56">
        <w:rPr>
          <w:lang w:bidi="bn-IN"/>
        </w:rPr>
        <w:t xml:space="preserve"> </w:t>
      </w:r>
      <w:r w:rsidRPr="007710BF">
        <w:rPr>
          <w:cs/>
          <w:lang w:bidi="bn-IN"/>
        </w:rPr>
        <w:t xml:space="preserve">ফেলেছে তা হলো বাহ্যিকভাবে নিজেকে মন্দ দেখানো বা </w:t>
      </w:r>
      <w:r w:rsidRPr="001933EC">
        <w:rPr>
          <w:rStyle w:val="libAlaemChar"/>
        </w:rPr>
        <w:t>‘</w:t>
      </w:r>
      <w:r w:rsidRPr="007710BF">
        <w:rPr>
          <w:cs/>
          <w:lang w:bidi="bn-IN"/>
        </w:rPr>
        <w:t>মালামাতি পদ্ধতি</w:t>
      </w:r>
      <w:r w:rsidRPr="001933EC">
        <w:rPr>
          <w:rStyle w:val="libAlaemChar"/>
        </w:rPr>
        <w:t>’</w:t>
      </w:r>
      <w:r w:rsidRPr="007710BF">
        <w:rPr>
          <w:cs/>
          <w:lang w:bidi="hi-IN"/>
        </w:rPr>
        <w:t xml:space="preserve">। </w:t>
      </w:r>
      <w:r w:rsidRPr="007710BF">
        <w:rPr>
          <w:cs/>
          <w:lang w:bidi="bn-IN"/>
        </w:rPr>
        <w:t>মালামাতি পদ্ধতি কি</w:t>
      </w:r>
      <w:r w:rsidRPr="007710BF">
        <w:t>?</w:t>
      </w:r>
      <w:r w:rsidR="00995E56">
        <w:t xml:space="preserve"> </w:t>
      </w:r>
      <w:r w:rsidRPr="007710BF">
        <w:rPr>
          <w:cs/>
          <w:lang w:bidi="bn-IN"/>
        </w:rPr>
        <w:t>মালামাতি পদ্ধতি ঠিক রিয়া বা লোক দেখানো ভালো</w:t>
      </w:r>
      <w:r w:rsidR="00995E56">
        <w:rPr>
          <w:lang w:bidi="bn-IN"/>
        </w:rPr>
        <w:t xml:space="preserve"> </w:t>
      </w:r>
      <w:r w:rsidRPr="007710BF">
        <w:rPr>
          <w:cs/>
          <w:lang w:bidi="bn-IN"/>
        </w:rPr>
        <w:t>কর্মের বিপরীত বিষয়। রিয়াকারী ব্যক্তির অন্তর</w:t>
      </w:r>
      <w:r w:rsidR="00995E56">
        <w:rPr>
          <w:lang w:bidi="bn-IN"/>
        </w:rPr>
        <w:t xml:space="preserve"> </w:t>
      </w:r>
      <w:r w:rsidRPr="007710BF">
        <w:rPr>
          <w:cs/>
          <w:lang w:bidi="bn-IN"/>
        </w:rPr>
        <w:t>কলুষিত</w:t>
      </w:r>
      <w:r w:rsidR="00895143">
        <w:t>,</w:t>
      </w:r>
      <w:r w:rsidRPr="007710BF">
        <w:rPr>
          <w:cs/>
          <w:lang w:bidi="bn-IN"/>
        </w:rPr>
        <w:t>কিন্তু বাহ্যিকভাবে লোক দেখানোর জন্য সে ভাল কাজ করে। মালামাতকারী ব্যক্তি ভালোমানুষ</w:t>
      </w:r>
      <w:r w:rsidR="00895143">
        <w:t>,</w:t>
      </w:r>
      <w:r w:rsidRPr="007710BF">
        <w:rPr>
          <w:cs/>
          <w:lang w:bidi="bn-IN"/>
        </w:rPr>
        <w:t>কিন্তু মানুষ যেন তাকে ভালো মনে না করে সেজন্য বাহ্যিকভাবে খারাপ কাজ করার ভান করে।</w:t>
      </w:r>
      <w:r w:rsidR="00995E56">
        <w:rPr>
          <w:lang w:bidi="bn-IN"/>
        </w:rPr>
        <w:t xml:space="preserve"> </w:t>
      </w:r>
      <w:r w:rsidRPr="007710BF">
        <w:rPr>
          <w:cs/>
          <w:lang w:bidi="bn-IN"/>
        </w:rPr>
        <w:t>যেমন হয়তো সে মদ্য পান করে না</w:t>
      </w:r>
      <w:r w:rsidR="00895143">
        <w:t>,</w:t>
      </w:r>
      <w:r w:rsidRPr="007710BF">
        <w:rPr>
          <w:cs/>
          <w:lang w:bidi="bn-IN"/>
        </w:rPr>
        <w:t>কিন্তু মদ্যপায়ীর মতো ভাব দেখায় কিংবা জেনা করে না কিন্তু</w:t>
      </w:r>
      <w:r w:rsidR="00995E56">
        <w:rPr>
          <w:lang w:bidi="bn-IN"/>
        </w:rPr>
        <w:t xml:space="preserve"> </w:t>
      </w:r>
      <w:r w:rsidRPr="007710BF">
        <w:rPr>
          <w:cs/>
          <w:lang w:bidi="bn-IN"/>
        </w:rPr>
        <w:t>বাহ্যিকভাবে এমন স্থান দিয়ে চলাফেরা করে যাতে সবাই তাকে তা মনে করে। কিন্তু কেন সে এরূপ</w:t>
      </w:r>
      <w:r w:rsidR="00995E56">
        <w:rPr>
          <w:lang w:bidi="bn-IN"/>
        </w:rPr>
        <w:t xml:space="preserve"> </w:t>
      </w:r>
      <w:r w:rsidRPr="007710BF">
        <w:rPr>
          <w:cs/>
          <w:lang w:bidi="bn-IN"/>
        </w:rPr>
        <w:t>করে</w:t>
      </w:r>
      <w:r w:rsidRPr="007710BF">
        <w:t xml:space="preserve">? </w:t>
      </w:r>
      <w:r w:rsidRPr="007710BF">
        <w:rPr>
          <w:cs/>
          <w:lang w:bidi="bn-IN"/>
        </w:rPr>
        <w:t>জবাবে বলে</w:t>
      </w:r>
      <w:r w:rsidR="00895143">
        <w:t>,</w:t>
      </w:r>
      <w:r w:rsidRPr="007710BF">
        <w:rPr>
          <w:cs/>
          <w:lang w:bidi="bn-IN"/>
        </w:rPr>
        <w:t xml:space="preserve">আমার নাফ্সকে ধ্বংস ও দমন করার জন্য আমি এরূপ করি। বাস্তবিক </w:t>
      </w:r>
      <w:r w:rsidR="00695D8C">
        <w:rPr>
          <w:cs/>
          <w:lang w:bidi="bn-IN"/>
        </w:rPr>
        <w:t>অর্থে</w:t>
      </w:r>
      <w:r w:rsidR="00995E56">
        <w:rPr>
          <w:lang w:bidi="bn-IN"/>
        </w:rPr>
        <w:t xml:space="preserve"> </w:t>
      </w:r>
      <w:r w:rsidRPr="007710BF">
        <w:rPr>
          <w:cs/>
          <w:lang w:bidi="bn-IN"/>
        </w:rPr>
        <w:t xml:space="preserve">অবশ্যই তার এ কাজ </w:t>
      </w:r>
      <w:r w:rsidR="00D009A1">
        <w:rPr>
          <w:cs/>
          <w:lang w:bidi="bn-IN"/>
        </w:rPr>
        <w:t>প্রবৃত্তি</w:t>
      </w:r>
      <w:r w:rsidRPr="007710BF">
        <w:rPr>
          <w:cs/>
          <w:lang w:bidi="bn-IN"/>
        </w:rPr>
        <w:t>র বিরুদ্ধে কঠিন সংগ্রামের প্রতীক যেহেতু মানুষ চায় সাধারণের মধ্যে তার</w:t>
      </w:r>
      <w:r w:rsidR="00995E56">
        <w:rPr>
          <w:lang w:bidi="bn-IN"/>
        </w:rPr>
        <w:t xml:space="preserve"> </w:t>
      </w:r>
      <w:r w:rsidRPr="007710BF">
        <w:rPr>
          <w:cs/>
          <w:lang w:bidi="bn-IN"/>
        </w:rPr>
        <w:t>সম্মান থাকুক</w:t>
      </w:r>
      <w:r w:rsidR="00895143">
        <w:t>,</w:t>
      </w:r>
      <w:r w:rsidRPr="007710BF">
        <w:rPr>
          <w:cs/>
          <w:lang w:bidi="bn-IN"/>
        </w:rPr>
        <w:t>মানুষ তাকে বিশ্বাস করুক</w:t>
      </w:r>
      <w:r w:rsidR="00895143">
        <w:t>,</w:t>
      </w:r>
      <w:r w:rsidRPr="007710BF">
        <w:rPr>
          <w:cs/>
          <w:lang w:bidi="bn-IN"/>
        </w:rPr>
        <w:t>তদুপরি এরূপ ব্যক্তি ইচ্ছাকৃতভাবে এমন কাজ করে যাতে</w:t>
      </w:r>
      <w:r w:rsidR="00995E56">
        <w:rPr>
          <w:lang w:bidi="bn-IN"/>
        </w:rPr>
        <w:t xml:space="preserve"> </w:t>
      </w:r>
      <w:r w:rsidRPr="007710BF">
        <w:rPr>
          <w:cs/>
          <w:lang w:bidi="bn-IN"/>
        </w:rPr>
        <w:t>কেউ তাকে বিশ্বাস না করে। কখনো</w:t>
      </w:r>
      <w:r w:rsidR="00995E56">
        <w:rPr>
          <w:lang w:bidi="bn-IN"/>
        </w:rPr>
        <w:t xml:space="preserve"> </w:t>
      </w:r>
      <w:r w:rsidRPr="007710BF">
        <w:rPr>
          <w:cs/>
          <w:lang w:bidi="bn-IN"/>
        </w:rPr>
        <w:t>বা মানুষের জিনিস নিয়ে অন্য স্থানে রাখে যাতে তাকে চোর মনে</w:t>
      </w:r>
      <w:r w:rsidR="00995E56">
        <w:rPr>
          <w:lang w:bidi="bn-IN"/>
        </w:rPr>
        <w:t xml:space="preserve"> </w:t>
      </w:r>
      <w:r w:rsidRPr="007710BF">
        <w:rPr>
          <w:cs/>
          <w:lang w:bidi="bn-IN"/>
        </w:rPr>
        <w:t>করে লোকে প্রহার করে। যদি কেউ বুঝতে না পারে তবে হয়তো সে জিনিস পূর্বের স্থানেই নিয়ে</w:t>
      </w:r>
      <w:r w:rsidR="00995E56">
        <w:rPr>
          <w:lang w:bidi="bn-IN"/>
        </w:rPr>
        <w:t xml:space="preserve"> </w:t>
      </w:r>
      <w:r w:rsidRPr="007710BF">
        <w:rPr>
          <w:cs/>
          <w:lang w:bidi="bn-IN"/>
        </w:rPr>
        <w:t>রাখত। কখনো মদের বোতল সঙ্গে বহন করে যদিও মদ্যপায়ী নয়।</w:t>
      </w:r>
    </w:p>
    <w:p w:rsidR="00995E56" w:rsidRDefault="007710BF" w:rsidP="00995E56">
      <w:pPr>
        <w:pStyle w:val="libNormal"/>
        <w:tabs>
          <w:tab w:val="left" w:pos="9000"/>
        </w:tabs>
        <w:rPr>
          <w:lang w:bidi="bn-IN"/>
        </w:rPr>
      </w:pPr>
      <w:r w:rsidRPr="007710BF">
        <w:rPr>
          <w:cs/>
          <w:lang w:bidi="bn-IN"/>
        </w:rPr>
        <w:t>এখন প্রশ্ন ইসলাম এরূপ কর্মকে সমর্থন করে কি</w:t>
      </w:r>
      <w:r w:rsidRPr="007710BF">
        <w:t xml:space="preserve">? </w:t>
      </w:r>
      <w:r w:rsidRPr="007710BF">
        <w:rPr>
          <w:cs/>
          <w:lang w:bidi="bn-IN"/>
        </w:rPr>
        <w:t>অবশ্যই নয়। ইসলাম বলে মুমিনের সম্মান</w:t>
      </w:r>
      <w:r w:rsidR="00995E56">
        <w:rPr>
          <w:lang w:bidi="bn-IN"/>
        </w:rPr>
        <w:t xml:space="preserve"> </w:t>
      </w:r>
      <w:r w:rsidRPr="007710BF">
        <w:rPr>
          <w:cs/>
          <w:lang w:bidi="bn-IN"/>
        </w:rPr>
        <w:t>একান্ত তার নিজের নয়। মুমিনের এ অধিকার নেই যে</w:t>
      </w:r>
      <w:r w:rsidR="00895143">
        <w:t>,</w:t>
      </w:r>
      <w:r w:rsidRPr="007710BF">
        <w:rPr>
          <w:cs/>
          <w:lang w:bidi="bn-IN"/>
        </w:rPr>
        <w:t>এমন কাজ করবে যা মানুষের মধ্যে তার</w:t>
      </w:r>
      <w:r w:rsidR="00995E56">
        <w:rPr>
          <w:lang w:bidi="bn-IN"/>
        </w:rPr>
        <w:t xml:space="preserve"> </w:t>
      </w:r>
      <w:r w:rsidRPr="007710BF">
        <w:rPr>
          <w:cs/>
          <w:lang w:bidi="bn-IN"/>
        </w:rPr>
        <w:t>সম্মান ও মর্যাদার হানী ঘটাবে। ইসলাম যেরূপ লোক দেখানো ভালোর বেশ ধরা বা রিয়াকারীকে</w:t>
      </w:r>
      <w:r w:rsidR="00995E56">
        <w:rPr>
          <w:lang w:bidi="bn-IN"/>
        </w:rPr>
        <w:t xml:space="preserve"> </w:t>
      </w:r>
      <w:r w:rsidRPr="007710BF">
        <w:rPr>
          <w:cs/>
          <w:lang w:bidi="bn-IN"/>
        </w:rPr>
        <w:t xml:space="preserve">সমর্থন করে না </w:t>
      </w:r>
      <w:r w:rsidR="0069317E">
        <w:rPr>
          <w:cs/>
          <w:lang w:bidi="bn-IN"/>
        </w:rPr>
        <w:t>তদ্রূপ</w:t>
      </w:r>
      <w:r w:rsidRPr="007710BF">
        <w:rPr>
          <w:cs/>
          <w:lang w:bidi="bn-IN"/>
        </w:rPr>
        <w:t xml:space="preserve"> বাহ্যিকভাবে মন্দ বেশ ধরাকেও সমর্থন করে না। ব্যবহারিক জীবনে এ</w:t>
      </w:r>
      <w:r w:rsidR="00995E56">
        <w:rPr>
          <w:lang w:bidi="bn-IN"/>
        </w:rPr>
        <w:t xml:space="preserve"> </w:t>
      </w:r>
      <w:r w:rsidRPr="007710BF">
        <w:rPr>
          <w:cs/>
          <w:lang w:bidi="bn-IN"/>
        </w:rPr>
        <w:t>দু</w:t>
      </w:r>
      <w:r w:rsidRPr="001933EC">
        <w:rPr>
          <w:rStyle w:val="libAlaemChar"/>
        </w:rPr>
        <w:t>’</w:t>
      </w:r>
      <w:r w:rsidRPr="007710BF">
        <w:rPr>
          <w:cs/>
          <w:lang w:bidi="bn-IN"/>
        </w:rPr>
        <w:t>ধরনের মিথ্যার প্রকাশই ইসলামী দৃষ্টিতে অগ্রহণযোগ্য।</w:t>
      </w:r>
    </w:p>
    <w:p w:rsidR="00995E56" w:rsidRDefault="007710BF" w:rsidP="00995E56">
      <w:pPr>
        <w:pStyle w:val="libNormal"/>
        <w:tabs>
          <w:tab w:val="left" w:pos="9000"/>
        </w:tabs>
      </w:pPr>
      <w:r w:rsidRPr="007710BF">
        <w:rPr>
          <w:cs/>
          <w:lang w:bidi="bn-IN"/>
        </w:rPr>
        <w:t>এরফানী সাহিত্য পবিত্র আধ্যাত্মিক অর্থসমূহকে বাহ্যিকভাবে অশালীন শব্দের মাধ্যমে বর্ণনা</w:t>
      </w:r>
      <w:r w:rsidR="00995E56">
        <w:rPr>
          <w:lang w:bidi="bn-IN"/>
        </w:rPr>
        <w:t xml:space="preserve"> </w:t>
      </w:r>
      <w:r w:rsidRPr="007710BF">
        <w:rPr>
          <w:cs/>
          <w:lang w:bidi="bn-IN"/>
        </w:rPr>
        <w:t>করেছে। যেমন মদ ও বা</w:t>
      </w:r>
      <w:r w:rsidR="00995E56">
        <w:rPr>
          <w:cs/>
          <w:lang w:bidi="bn-IN"/>
        </w:rPr>
        <w:t>ঁশী বা প্রেমিকা ও প্রেম প্রভৃতি</w:t>
      </w:r>
      <w:r w:rsidRPr="007710BF">
        <w:rPr>
          <w:cs/>
          <w:lang w:bidi="hi-IN"/>
        </w:rPr>
        <w:t xml:space="preserve">। </w:t>
      </w:r>
      <w:r w:rsidRPr="007710BF">
        <w:rPr>
          <w:cs/>
          <w:lang w:bidi="bn-IN"/>
        </w:rPr>
        <w:t>এটা এ কারণে যে</w:t>
      </w:r>
      <w:r w:rsidR="00895143">
        <w:t>,</w:t>
      </w:r>
      <w:r w:rsidRPr="007710BF">
        <w:rPr>
          <w:cs/>
          <w:lang w:bidi="bn-IN"/>
        </w:rPr>
        <w:t>নিজেরা যা ছিলেন তা</w:t>
      </w:r>
      <w:r w:rsidR="00995E56">
        <w:rPr>
          <w:lang w:bidi="bn-IN"/>
        </w:rPr>
        <w:t xml:space="preserve"> </w:t>
      </w:r>
      <w:r w:rsidRPr="007710BF">
        <w:rPr>
          <w:cs/>
          <w:lang w:bidi="bn-IN"/>
        </w:rPr>
        <w:t>প্রদর্শন না করা। হাফেজ শিরাজী যিনি রিয়া ও মালামাত দু</w:t>
      </w:r>
      <w:r w:rsidRPr="001933EC">
        <w:rPr>
          <w:rStyle w:val="libAlaemChar"/>
        </w:rPr>
        <w:t>’</w:t>
      </w:r>
      <w:r w:rsidRPr="007710BF">
        <w:rPr>
          <w:cs/>
          <w:lang w:bidi="bn-IN"/>
        </w:rPr>
        <w:t>টিরই বিরোধী ছিলেন তদুপরি তিনি এগুলো</w:t>
      </w:r>
      <w:r w:rsidR="00995E56">
        <w:rPr>
          <w:lang w:bidi="bn-IN"/>
        </w:rPr>
        <w:t xml:space="preserve"> </w:t>
      </w:r>
      <w:r w:rsidRPr="007710BF">
        <w:rPr>
          <w:cs/>
          <w:lang w:bidi="bn-IN"/>
        </w:rPr>
        <w:t>বলেছেন</w:t>
      </w:r>
      <w:r w:rsidR="003936CB">
        <w:t>-</w:t>
      </w:r>
    </w:p>
    <w:p w:rsidR="00995E56" w:rsidRDefault="007710BF" w:rsidP="00995E56">
      <w:pPr>
        <w:pStyle w:val="libCenter"/>
        <w:rPr>
          <w:lang w:bidi="bn-IN"/>
        </w:rPr>
      </w:pPr>
      <w:r w:rsidRPr="001933EC">
        <w:rPr>
          <w:rStyle w:val="libAlaemChar"/>
        </w:rPr>
        <w:t>“</w:t>
      </w:r>
      <w:r w:rsidRPr="007710BF">
        <w:rPr>
          <w:cs/>
          <w:lang w:bidi="bn-IN"/>
        </w:rPr>
        <w:t>এ হৃদয় চাও কি তোমায় করব পথ প্রদর্শন</w:t>
      </w:r>
    </w:p>
    <w:p w:rsidR="00995E56" w:rsidRDefault="007710BF" w:rsidP="00995E56">
      <w:pPr>
        <w:pStyle w:val="libCenter"/>
        <w:rPr>
          <w:rStyle w:val="libAlaemChar"/>
        </w:rPr>
      </w:pPr>
      <w:r w:rsidRPr="007710BF">
        <w:rPr>
          <w:cs/>
          <w:lang w:bidi="bn-IN"/>
        </w:rPr>
        <w:t>কর না তবে দুশ্চরিত্রে অহংকার আর বকধার্মিকতার আকর্ষণ।</w:t>
      </w:r>
      <w:r w:rsidRPr="001933EC">
        <w:rPr>
          <w:rStyle w:val="libAlaemChar"/>
        </w:rPr>
        <w:t>”</w:t>
      </w:r>
    </w:p>
    <w:p w:rsidR="00995E56" w:rsidRDefault="007710BF" w:rsidP="00995E56">
      <w:pPr>
        <w:pStyle w:val="libNormal"/>
        <w:tabs>
          <w:tab w:val="left" w:pos="9000"/>
        </w:tabs>
        <w:rPr>
          <w:cs/>
          <w:lang w:bidi="bn-IN"/>
        </w:rPr>
      </w:pPr>
      <w:r w:rsidRPr="007710BF">
        <w:rPr>
          <w:cs/>
          <w:lang w:bidi="bn-IN"/>
        </w:rPr>
        <w:t>হাফেজ যে মালামাত বা রিয়াবাদী কোনটিই ছিলেন না</w:t>
      </w:r>
      <w:r w:rsidR="003936CB">
        <w:t>-</w:t>
      </w:r>
      <w:r w:rsidRPr="007710BF">
        <w:t xml:space="preserve"> </w:t>
      </w:r>
      <w:r w:rsidRPr="007710BF">
        <w:rPr>
          <w:cs/>
          <w:lang w:bidi="bn-IN"/>
        </w:rPr>
        <w:t>এ কবিতায় তা বলছেন। যা হোক</w:t>
      </w:r>
      <w:r w:rsidR="00995E56">
        <w:rPr>
          <w:lang w:bidi="bn-IN"/>
        </w:rPr>
        <w:t xml:space="preserve"> </w:t>
      </w:r>
      <w:r w:rsidRPr="007710BF">
        <w:rPr>
          <w:cs/>
          <w:lang w:bidi="bn-IN"/>
        </w:rPr>
        <w:t xml:space="preserve">মালামাতি বা আত্মনিন্দা প্রচার সুফী মতবাদে </w:t>
      </w:r>
      <w:r w:rsidR="00D009A1">
        <w:rPr>
          <w:cs/>
          <w:lang w:bidi="bn-IN"/>
        </w:rPr>
        <w:t>প্রবৃত্তি</w:t>
      </w:r>
      <w:r w:rsidRPr="007710BF">
        <w:rPr>
          <w:cs/>
          <w:lang w:bidi="bn-IN"/>
        </w:rPr>
        <w:t>র বিরুদ্ধে সংগ্রামের একটি পদ্ধতি যা ইসলাম গ্রহণ</w:t>
      </w:r>
      <w:r w:rsidR="00995E56">
        <w:rPr>
          <w:lang w:bidi="bn-IN"/>
        </w:rPr>
        <w:t xml:space="preserve"> </w:t>
      </w:r>
      <w:r w:rsidRPr="007710BF">
        <w:rPr>
          <w:cs/>
          <w:lang w:bidi="bn-IN"/>
        </w:rPr>
        <w:t>করে না। তবে সুফীদের মধ্যে সকলেই এরূপ ছিলেন না। সুফীদের মধ্যে অনেকেই খাজা আবদু</w:t>
      </w:r>
      <w:r w:rsidR="005C657F">
        <w:rPr>
          <w:cs/>
          <w:lang w:bidi="bn-IN"/>
        </w:rPr>
        <w:t>ল্লা</w:t>
      </w:r>
      <w:r w:rsidRPr="007710BF">
        <w:rPr>
          <w:rFonts w:hint="cs"/>
          <w:cs/>
          <w:lang w:bidi="bn-IN"/>
        </w:rPr>
        <w:t>হ্</w:t>
      </w:r>
      <w:r w:rsidR="00995E56">
        <w:rPr>
          <w:lang w:bidi="bn-IN"/>
        </w:rPr>
        <w:t xml:space="preserve"> </w:t>
      </w:r>
      <w:r w:rsidRPr="007710BF">
        <w:rPr>
          <w:rFonts w:hint="cs"/>
          <w:cs/>
          <w:lang w:bidi="bn-IN"/>
        </w:rPr>
        <w:t>আনসারীর মতো শরীয়তের বাহ্যিক আচার রক্ষায় অত্যন্ত তৎপর ছিলেন। তদুপরি কারো কারো মতে</w:t>
      </w:r>
      <w:r w:rsidR="00995E56">
        <w:rPr>
          <w:lang w:bidi="bn-IN"/>
        </w:rPr>
        <w:t xml:space="preserve"> </w:t>
      </w:r>
      <w:r w:rsidRPr="007710BF">
        <w:rPr>
          <w:rFonts w:hint="cs"/>
          <w:cs/>
          <w:lang w:bidi="bn-IN"/>
        </w:rPr>
        <w:t>এ বিষয়টি লক্ষণীয়। কথিত আছে</w:t>
      </w:r>
      <w:r w:rsidR="00895143">
        <w:t>,</w:t>
      </w:r>
      <w:r w:rsidRPr="007710BF">
        <w:rPr>
          <w:cs/>
          <w:lang w:bidi="bn-IN"/>
        </w:rPr>
        <w:t>খোরাসানের সুফীদের মধ্যে মালামাতের প্রচলন অধিক ছিল।</w:t>
      </w:r>
      <w:r w:rsidR="00995E56">
        <w:rPr>
          <w:lang w:bidi="bn-IN"/>
        </w:rPr>
        <w:t xml:space="preserve"> </w:t>
      </w:r>
      <w:r w:rsidRPr="007710BF">
        <w:rPr>
          <w:cs/>
          <w:lang w:bidi="bn-IN"/>
        </w:rPr>
        <w:t>আমাদের কথা হলো ইসলাম আত্মনিন্দা প্রচার বা মালামাতকে অনুমোদন করে না।</w:t>
      </w:r>
    </w:p>
    <w:p w:rsidR="00995E56" w:rsidRPr="00E10565" w:rsidRDefault="00995E56" w:rsidP="009848A8">
      <w:pPr>
        <w:pStyle w:val="libNormal"/>
        <w:rPr>
          <w:rtl/>
          <w:cs/>
        </w:rPr>
      </w:pPr>
      <w:r>
        <w:rPr>
          <w:cs/>
          <w:lang w:bidi="bn-IN"/>
        </w:rPr>
        <w:br w:type="page"/>
      </w:r>
    </w:p>
    <w:p w:rsidR="00995E56" w:rsidRDefault="007710BF" w:rsidP="00325E21">
      <w:pPr>
        <w:pStyle w:val="Heading1"/>
        <w:rPr>
          <w:lang w:bidi="bn-IN"/>
        </w:rPr>
      </w:pPr>
      <w:bookmarkStart w:id="46" w:name="_Toc392601455"/>
      <w:r w:rsidRPr="007710BF">
        <w:rPr>
          <w:cs/>
          <w:lang w:bidi="bn-IN"/>
        </w:rPr>
        <w:t>তাসাউফ ও আত্মমর্যাদাবোধ</w:t>
      </w:r>
      <w:bookmarkEnd w:id="46"/>
    </w:p>
    <w:p w:rsidR="00995E56" w:rsidRDefault="00995E56" w:rsidP="00995E56">
      <w:pPr>
        <w:pStyle w:val="libNormal"/>
        <w:tabs>
          <w:tab w:val="left" w:pos="9000"/>
        </w:tabs>
        <w:rPr>
          <w:lang w:bidi="bn-IN"/>
        </w:rPr>
      </w:pPr>
    </w:p>
    <w:p w:rsidR="00325E21" w:rsidRDefault="007710BF" w:rsidP="00995E56">
      <w:pPr>
        <w:pStyle w:val="libNormal"/>
        <w:tabs>
          <w:tab w:val="left" w:pos="9000"/>
        </w:tabs>
        <w:rPr>
          <w:lang w:bidi="bn-IN"/>
        </w:rPr>
      </w:pPr>
      <w:r w:rsidRPr="007710BF">
        <w:rPr>
          <w:cs/>
          <w:lang w:bidi="bn-IN"/>
        </w:rPr>
        <w:t xml:space="preserve">কখনো কখনো তাসাউফ বা সুফী মতবাদ </w:t>
      </w:r>
      <w:r w:rsidR="00D009A1">
        <w:rPr>
          <w:cs/>
          <w:lang w:bidi="bn-IN"/>
        </w:rPr>
        <w:t>প্রবৃত্তি</w:t>
      </w:r>
      <w:r w:rsidRPr="007710BF">
        <w:rPr>
          <w:cs/>
          <w:lang w:bidi="bn-IN"/>
        </w:rPr>
        <w:t>র বিরুদ্ধে সংগ্রাম করতে গিয়ে আত্মনিয়ন্ত্রণ লাভের</w:t>
      </w:r>
      <w:r w:rsidR="00325E21">
        <w:rPr>
          <w:lang w:bidi="bn-IN"/>
        </w:rPr>
        <w:t xml:space="preserve"> </w:t>
      </w:r>
      <w:r w:rsidRPr="007710BF">
        <w:rPr>
          <w:cs/>
          <w:lang w:bidi="bn-IN"/>
        </w:rPr>
        <w:t xml:space="preserve">উদ্দেশ্যে (যাতে করে </w:t>
      </w:r>
      <w:r w:rsidR="00D009A1">
        <w:rPr>
          <w:cs/>
          <w:lang w:bidi="bn-IN"/>
        </w:rPr>
        <w:t>প্রবৃত্তি</w:t>
      </w:r>
      <w:r w:rsidRPr="007710BF">
        <w:rPr>
          <w:cs/>
          <w:lang w:bidi="bn-IN"/>
        </w:rPr>
        <w:t>র উপর নিয়ন্ত্রণ লাভ করা যায় এবং সে কোন নির্দেশ দানে অপারগ হয়)</w:t>
      </w:r>
      <w:r w:rsidR="00325E21">
        <w:rPr>
          <w:lang w:bidi="bn-IN"/>
        </w:rPr>
        <w:t xml:space="preserve"> </w:t>
      </w:r>
      <w:r w:rsidRPr="007710BF">
        <w:rPr>
          <w:cs/>
          <w:lang w:bidi="bn-IN"/>
        </w:rPr>
        <w:t>আত্মসম্মানকে বিসর্জন দান করে। কিরূপে তা উদাহরণের মাধ্যমে বলছি। যেমন কোন ব্যক্তি হয়তো</w:t>
      </w:r>
      <w:r w:rsidR="00325E21">
        <w:rPr>
          <w:lang w:bidi="bn-IN"/>
        </w:rPr>
        <w:t xml:space="preserve"> </w:t>
      </w:r>
      <w:r w:rsidRPr="007710BF">
        <w:rPr>
          <w:cs/>
          <w:lang w:bidi="bn-IN"/>
        </w:rPr>
        <w:t>কোথায়ও নিজেকে আত্মমর্যাদা হানী হতে রক্ষা করতে পারে কিন্তু তা করে না</w:t>
      </w:r>
      <w:r w:rsidRPr="007710BF">
        <w:rPr>
          <w:cs/>
          <w:lang w:bidi="hi-IN"/>
        </w:rPr>
        <w:t xml:space="preserve">। </w:t>
      </w:r>
      <w:r w:rsidRPr="007710BF">
        <w:rPr>
          <w:cs/>
          <w:lang w:bidi="bn-IN"/>
        </w:rPr>
        <w:t>মুমিনের সম্মান বলে</w:t>
      </w:r>
      <w:r w:rsidR="00325E21">
        <w:rPr>
          <w:lang w:bidi="bn-IN"/>
        </w:rPr>
        <w:t xml:space="preserve"> </w:t>
      </w:r>
      <w:r w:rsidRPr="007710BF">
        <w:rPr>
          <w:cs/>
          <w:lang w:bidi="bn-IN"/>
        </w:rPr>
        <w:t>যে কিছু রয়েছে সুফী মতবাদের অনেকের কাছে এর অর্থ নেই।</w:t>
      </w:r>
    </w:p>
    <w:p w:rsidR="00325E21" w:rsidRDefault="007710BF" w:rsidP="00995E56">
      <w:pPr>
        <w:pStyle w:val="libNormal"/>
        <w:tabs>
          <w:tab w:val="left" w:pos="9000"/>
        </w:tabs>
        <w:rPr>
          <w:lang w:bidi="bn-IN"/>
        </w:rPr>
      </w:pPr>
      <w:r w:rsidRPr="007710BF">
        <w:rPr>
          <w:cs/>
          <w:lang w:bidi="bn-IN"/>
        </w:rPr>
        <w:t>এ মতবাদের অনেকের মধ্যেই একটি বিষয় প্রচলিত রয়েছে</w:t>
      </w:r>
      <w:r w:rsidR="003936CB">
        <w:t>-</w:t>
      </w:r>
      <w:r w:rsidRPr="007710BF">
        <w:rPr>
          <w:cs/>
          <w:lang w:bidi="bn-IN"/>
        </w:rPr>
        <w:t>যখন কোন মুরীদ (যে তাসাউফের</w:t>
      </w:r>
      <w:r w:rsidR="00325E21">
        <w:rPr>
          <w:lang w:bidi="bn-IN"/>
        </w:rPr>
        <w:t xml:space="preserve"> </w:t>
      </w:r>
      <w:r w:rsidRPr="007710BF">
        <w:rPr>
          <w:cs/>
          <w:lang w:bidi="bn-IN"/>
        </w:rPr>
        <w:t>পথে উস্তাদের অধীনে অগ্রসর হতে চায়) তার পীর বা শিক্ষকের নিকট শিক্ষা গ্রহণ করতে চায় তখন</w:t>
      </w:r>
      <w:r w:rsidR="00325E21">
        <w:rPr>
          <w:lang w:bidi="bn-IN"/>
        </w:rPr>
        <w:t xml:space="preserve"> </w:t>
      </w:r>
      <w:r w:rsidRPr="007710BF">
        <w:rPr>
          <w:cs/>
          <w:lang w:bidi="bn-IN"/>
        </w:rPr>
        <w:t>সে পীর বা আধ্যাত্মিক শিক্ষাগুরু তাকে খুবই নীচ পর্যায়ের কাজ করার নির্দেশ দেন। যেমন তাকে</w:t>
      </w:r>
      <w:r w:rsidR="00325E21">
        <w:rPr>
          <w:lang w:bidi="bn-IN"/>
        </w:rPr>
        <w:t xml:space="preserve"> </w:t>
      </w:r>
      <w:r w:rsidRPr="007710BF">
        <w:rPr>
          <w:cs/>
          <w:lang w:bidi="bn-IN"/>
        </w:rPr>
        <w:t>বলে অবশ্যই তোমাকে কিছুদিন মেথরের কাজ বা পশুর মল সংগ্রহের</w:t>
      </w:r>
      <w:r w:rsidR="00895143">
        <w:t>,</w:t>
      </w:r>
      <w:r w:rsidRPr="007710BF">
        <w:rPr>
          <w:cs/>
          <w:lang w:bidi="bn-IN"/>
        </w:rPr>
        <w:t xml:space="preserve">কখনো এর থেকে </w:t>
      </w:r>
      <w:r w:rsidR="00325E21">
        <w:rPr>
          <w:cs/>
          <w:lang w:bidi="bn-IN"/>
        </w:rPr>
        <w:t>নিম্ন</w:t>
      </w:r>
      <w:r w:rsidRPr="007710BF">
        <w:rPr>
          <w:cs/>
          <w:lang w:bidi="bn-IN"/>
        </w:rPr>
        <w:t xml:space="preserve"> শ্রেণীর</w:t>
      </w:r>
      <w:r w:rsidR="00325E21">
        <w:rPr>
          <w:lang w:bidi="bn-IN"/>
        </w:rPr>
        <w:t xml:space="preserve"> </w:t>
      </w:r>
      <w:r w:rsidRPr="007710BF">
        <w:rPr>
          <w:cs/>
          <w:lang w:bidi="bn-IN"/>
        </w:rPr>
        <w:t xml:space="preserve">কোন কাজ করতে হবে যাতে তার </w:t>
      </w:r>
      <w:r w:rsidR="00591FD9">
        <w:rPr>
          <w:cs/>
          <w:lang w:bidi="bn-IN"/>
        </w:rPr>
        <w:t>নাফসের</w:t>
      </w:r>
      <w:r w:rsidRPr="007710BF">
        <w:rPr>
          <w:cs/>
          <w:lang w:bidi="bn-IN"/>
        </w:rPr>
        <w:t xml:space="preserve"> </w:t>
      </w:r>
      <w:r w:rsidR="009E7BEE">
        <w:rPr>
          <w:cs/>
          <w:lang w:bidi="bn-IN"/>
        </w:rPr>
        <w:t>মৃত্যু</w:t>
      </w:r>
      <w:r w:rsidRPr="007710BF">
        <w:rPr>
          <w:cs/>
          <w:lang w:bidi="bn-IN"/>
        </w:rPr>
        <w:t xml:space="preserve"> ঘটে। এটা ইসলাম সমর্থন করে না।</w:t>
      </w:r>
    </w:p>
    <w:p w:rsidR="00325E21" w:rsidRDefault="007710BF" w:rsidP="00325E21">
      <w:pPr>
        <w:pStyle w:val="libNormal"/>
        <w:tabs>
          <w:tab w:val="left" w:pos="9000"/>
        </w:tabs>
        <w:rPr>
          <w:lang w:bidi="bn-IN"/>
        </w:rPr>
      </w:pPr>
      <w:r w:rsidRPr="007710BF">
        <w:rPr>
          <w:cs/>
          <w:lang w:bidi="bn-IN"/>
        </w:rPr>
        <w:t>ইবরাহীম আদহাম যিনি তাসাউফের একজন গুরু তিনি বলেন</w:t>
      </w:r>
      <w:r w:rsidR="00895143">
        <w:t>,</w:t>
      </w:r>
      <w:r w:rsidRPr="001933EC">
        <w:rPr>
          <w:rStyle w:val="libAlaemChar"/>
        </w:rPr>
        <w:t>“</w:t>
      </w:r>
      <w:r w:rsidRPr="007710BF">
        <w:rPr>
          <w:cs/>
          <w:lang w:bidi="bn-IN"/>
        </w:rPr>
        <w:t>আমি আমার জীবনে কোন</w:t>
      </w:r>
      <w:r w:rsidR="00325E21">
        <w:rPr>
          <w:lang w:bidi="bn-IN"/>
        </w:rPr>
        <w:t xml:space="preserve"> </w:t>
      </w:r>
      <w:r w:rsidRPr="007710BF">
        <w:rPr>
          <w:cs/>
          <w:lang w:bidi="bn-IN"/>
        </w:rPr>
        <w:t>সময়েই তিনটি ঘটনায় যেরূপ খুশী হয়েছিলাম সেরূপ খুশী হতে পারিনি : একবার আমি অসুস্থ অবস্থায়</w:t>
      </w:r>
      <w:r w:rsidR="00325E21">
        <w:rPr>
          <w:lang w:bidi="bn-IN"/>
        </w:rPr>
        <w:t xml:space="preserve"> </w:t>
      </w:r>
      <w:r w:rsidRPr="007710BF">
        <w:rPr>
          <w:cs/>
          <w:lang w:bidi="bn-IN"/>
        </w:rPr>
        <w:t>মসজিদে শুয়েছিলাম। এতটা অসুস্থ ছিলাম যে</w:t>
      </w:r>
      <w:r w:rsidR="00895143">
        <w:t>,</w:t>
      </w:r>
      <w:r w:rsidRPr="007710BF">
        <w:rPr>
          <w:cs/>
          <w:lang w:bidi="bn-IN"/>
        </w:rPr>
        <w:t>উঠবার মতো শক্তি ছিল না। এমন সময় মসজিদের</w:t>
      </w:r>
      <w:r w:rsidR="00325E21">
        <w:rPr>
          <w:lang w:bidi="bn-IN"/>
        </w:rPr>
        <w:t xml:space="preserve"> </w:t>
      </w:r>
      <w:r w:rsidRPr="007710BF">
        <w:rPr>
          <w:cs/>
          <w:lang w:bidi="bn-IN"/>
        </w:rPr>
        <w:t>খাদেম এসে সব ফকির ও মুসাফির যারা মসজিদে ঘুমিয়ে ছিল তাদের উঠিয়ে দিল। আমার নিকটও</w:t>
      </w:r>
      <w:r w:rsidR="00325E21">
        <w:rPr>
          <w:lang w:bidi="bn-IN"/>
        </w:rPr>
        <w:t xml:space="preserve"> </w:t>
      </w:r>
      <w:r w:rsidRPr="007710BF">
        <w:rPr>
          <w:cs/>
          <w:lang w:bidi="bn-IN"/>
        </w:rPr>
        <w:t>এসে রাগতস্বরে বলল : এ্যাই</w:t>
      </w:r>
      <w:r w:rsidR="00895143">
        <w:t>,</w:t>
      </w:r>
      <w:r w:rsidRPr="007710BF">
        <w:rPr>
          <w:cs/>
          <w:lang w:bidi="bn-IN"/>
        </w:rPr>
        <w:t>উঠ! সেই সাথে পা দিয়ে আমাকে কয়েকটি লাথি মারল। যখন সে</w:t>
      </w:r>
      <w:r w:rsidR="00325E21">
        <w:rPr>
          <w:lang w:bidi="bn-IN"/>
        </w:rPr>
        <w:t xml:space="preserve"> </w:t>
      </w:r>
      <w:r w:rsidRPr="007710BF">
        <w:rPr>
          <w:cs/>
          <w:lang w:bidi="bn-IN"/>
        </w:rPr>
        <w:t>দেখল তবুও আমি উঠছি না তখন একটি মৃতদেহের মতো আমার পা ও হাত ধরে মসজিদের বাইরে</w:t>
      </w:r>
      <w:r w:rsidR="00325E21">
        <w:rPr>
          <w:lang w:bidi="bn-IN"/>
        </w:rPr>
        <w:t xml:space="preserve"> </w:t>
      </w:r>
      <w:r w:rsidR="00325E21" w:rsidRPr="00325E21">
        <w:rPr>
          <w:cs/>
          <w:lang w:bidi="bn-IN"/>
        </w:rPr>
        <w:t>ছুড়ে</w:t>
      </w:r>
      <w:r w:rsidRPr="007710BF">
        <w:rPr>
          <w:cs/>
          <w:lang w:bidi="bn-IN"/>
        </w:rPr>
        <w:t xml:space="preserve"> মারল। আমি এতে খুবই খুশী হলাম এ ভেবে যে</w:t>
      </w:r>
      <w:r w:rsidR="00895143">
        <w:t>,</w:t>
      </w:r>
      <w:r w:rsidRPr="007710BF">
        <w:rPr>
          <w:cs/>
          <w:lang w:bidi="bn-IN"/>
        </w:rPr>
        <w:t>আমার নাফ্স যা সম্মানের আকা</w:t>
      </w:r>
      <w:r w:rsidR="001C5FF3">
        <w:rPr>
          <w:cs/>
          <w:lang w:bidi="bn-IN"/>
        </w:rPr>
        <w:t>ঙ্ক্ষা</w:t>
      </w:r>
      <w:r w:rsidR="00325E21">
        <w:rPr>
          <w:lang w:bidi="bn-IN"/>
        </w:rPr>
        <w:t xml:space="preserve"> </w:t>
      </w:r>
      <w:r w:rsidR="00325E21">
        <w:rPr>
          <w:cs/>
          <w:lang w:bidi="bn-IN"/>
        </w:rPr>
        <w:t>করে তা</w:t>
      </w:r>
      <w:r w:rsidR="00325E21">
        <w:rPr>
          <w:lang w:bidi="bn-IN"/>
        </w:rPr>
        <w:t xml:space="preserve"> </w:t>
      </w:r>
      <w:r w:rsidRPr="007710BF">
        <w:rPr>
          <w:cs/>
          <w:lang w:bidi="bn-IN"/>
        </w:rPr>
        <w:t>এ অসম্মানের ফলে লাঞ্ছিত হচ্ছে ।</w:t>
      </w:r>
    </w:p>
    <w:p w:rsidR="00325E21" w:rsidRDefault="007710BF" w:rsidP="00325E21">
      <w:pPr>
        <w:pStyle w:val="libNormal"/>
        <w:tabs>
          <w:tab w:val="left" w:pos="9000"/>
        </w:tabs>
        <w:rPr>
          <w:lang w:bidi="bn-IN"/>
        </w:rPr>
      </w:pPr>
      <w:r w:rsidRPr="007710BF">
        <w:rPr>
          <w:cs/>
          <w:lang w:bidi="bn-IN"/>
        </w:rPr>
        <w:t>দ্বিতীয় ঘটনা হলো</w:t>
      </w:r>
      <w:r w:rsidR="00895143">
        <w:t>,</w:t>
      </w:r>
      <w:r w:rsidRPr="007710BF">
        <w:rPr>
          <w:cs/>
          <w:lang w:bidi="bn-IN"/>
        </w:rPr>
        <w:t>একবার প্রচুর লোকের সঙ্গে নৌকায় করে যাচ্ছিলাম। ভাঁড় টাইপের এক লোক</w:t>
      </w:r>
      <w:r w:rsidR="00325E21">
        <w:rPr>
          <w:lang w:bidi="bn-IN"/>
        </w:rPr>
        <w:t xml:space="preserve"> </w:t>
      </w:r>
      <w:r w:rsidRPr="007710BF">
        <w:rPr>
          <w:cs/>
          <w:lang w:bidi="bn-IN"/>
        </w:rPr>
        <w:t>এই নৌকায় ছিল যে তার ভাঁড়ামো ও গল্প বলার মাধ্যমে নৌকার যাত্রীদের হাসাচ্ছিল। উদাহরণস্বরূপ</w:t>
      </w:r>
      <w:r w:rsidR="00325E21">
        <w:rPr>
          <w:lang w:bidi="bn-IN"/>
        </w:rPr>
        <w:t xml:space="preserve"> </w:t>
      </w:r>
      <w:r w:rsidRPr="007710BF">
        <w:rPr>
          <w:cs/>
          <w:lang w:bidi="bn-IN"/>
        </w:rPr>
        <w:t>বলল : একবার এক যুদ্ধে কাফেরদের বিরুদ্ধে প্রচণ্ড যুদ্ধ করলাম</w:t>
      </w:r>
      <w:r w:rsidR="00895143">
        <w:t>,</w:t>
      </w:r>
      <w:r w:rsidRPr="007710BF">
        <w:rPr>
          <w:cs/>
          <w:lang w:bidi="bn-IN"/>
        </w:rPr>
        <w:t>যুদ্ধে অনেক কাফের হত্যা করলাম।</w:t>
      </w:r>
      <w:r w:rsidR="00325E21">
        <w:rPr>
          <w:lang w:bidi="bn-IN"/>
        </w:rPr>
        <w:t xml:space="preserve"> </w:t>
      </w:r>
      <w:r w:rsidRPr="007710BF">
        <w:rPr>
          <w:cs/>
          <w:lang w:bidi="bn-IN"/>
        </w:rPr>
        <w:t>তার মধ্যে এক দাড়িওয়ালা ছিল</w:t>
      </w:r>
      <w:r w:rsidRPr="007710BF">
        <w:rPr>
          <w:cs/>
          <w:lang w:bidi="hi-IN"/>
        </w:rPr>
        <w:t xml:space="preserve">। </w:t>
      </w:r>
      <w:r w:rsidRPr="007710BF">
        <w:rPr>
          <w:cs/>
          <w:lang w:bidi="bn-IN"/>
        </w:rPr>
        <w:t>আমি তার দাড়ি টেনে ধরলাম। এ কথা বলে এদিক ওদিক লক্ষ্য</w:t>
      </w:r>
      <w:r w:rsidR="00325E21">
        <w:rPr>
          <w:lang w:bidi="bn-IN"/>
        </w:rPr>
        <w:t xml:space="preserve"> </w:t>
      </w:r>
      <w:r w:rsidRPr="007710BF">
        <w:rPr>
          <w:cs/>
          <w:lang w:bidi="bn-IN"/>
        </w:rPr>
        <w:t>করে দাড়ি টানার কায়দা দেখানোর জন্য আমাকে ছাড়া অন্য কোন লোক না পেয়ে এসে আমার দাড়ি</w:t>
      </w:r>
      <w:r w:rsidR="00325E21">
        <w:rPr>
          <w:lang w:bidi="bn-IN"/>
        </w:rPr>
        <w:t xml:space="preserve"> </w:t>
      </w:r>
      <w:r w:rsidRPr="007710BF">
        <w:rPr>
          <w:cs/>
          <w:lang w:bidi="bn-IN"/>
        </w:rPr>
        <w:t>ধরে টেনে দেখালো</w:t>
      </w:r>
      <w:r w:rsidRPr="007710BF">
        <w:rPr>
          <w:cs/>
          <w:lang w:bidi="hi-IN"/>
        </w:rPr>
        <w:t xml:space="preserve">। </w:t>
      </w:r>
      <w:r w:rsidRPr="007710BF">
        <w:rPr>
          <w:cs/>
          <w:lang w:bidi="bn-IN"/>
        </w:rPr>
        <w:t xml:space="preserve">এতে সবাই হাসল। এখানেও খুব খুশী হয়েছিলাম </w:t>
      </w:r>
      <w:r w:rsidR="00591FD9">
        <w:rPr>
          <w:cs/>
          <w:lang w:bidi="bn-IN"/>
        </w:rPr>
        <w:t>নাফসের</w:t>
      </w:r>
      <w:r w:rsidRPr="007710BF">
        <w:rPr>
          <w:cs/>
          <w:lang w:bidi="bn-IN"/>
        </w:rPr>
        <w:t xml:space="preserve"> অপমান ও দুদর্শা</w:t>
      </w:r>
      <w:r w:rsidR="00325E21">
        <w:rPr>
          <w:lang w:bidi="bn-IN"/>
        </w:rPr>
        <w:t xml:space="preserve"> </w:t>
      </w:r>
      <w:r w:rsidRPr="007710BF">
        <w:rPr>
          <w:cs/>
          <w:lang w:bidi="bn-IN"/>
        </w:rPr>
        <w:t>দেখে।</w:t>
      </w:r>
    </w:p>
    <w:p w:rsidR="00325E21" w:rsidRDefault="007710BF" w:rsidP="00325E21">
      <w:pPr>
        <w:pStyle w:val="libNormal"/>
        <w:tabs>
          <w:tab w:val="left" w:pos="9000"/>
        </w:tabs>
        <w:rPr>
          <w:rStyle w:val="libAlaemChar"/>
        </w:rPr>
      </w:pPr>
      <w:r w:rsidRPr="007710BF">
        <w:rPr>
          <w:cs/>
          <w:lang w:bidi="bn-IN"/>
        </w:rPr>
        <w:t>তৃতীয় ঘটনা : এক শীতকালে রৌদ্রের মধ্যে কম্বল বের করে দেখলাম ছার পোকার পরিমাণ এতবেশী যে</w:t>
      </w:r>
      <w:r w:rsidR="00895143">
        <w:t>,</w:t>
      </w:r>
      <w:r w:rsidRPr="007710BF">
        <w:rPr>
          <w:cs/>
          <w:lang w:bidi="bn-IN"/>
        </w:rPr>
        <w:t>পশম অধিক না ছারপোকা অধিক তা বুঝতে পারছিলাম না। তখন খুব খুশী হয়েছিলাম।</w:t>
      </w:r>
      <w:r w:rsidRPr="001933EC">
        <w:rPr>
          <w:rStyle w:val="libAlaemChar"/>
        </w:rPr>
        <w:t>”</w:t>
      </w:r>
    </w:p>
    <w:p w:rsidR="00325E21" w:rsidRDefault="007710BF" w:rsidP="00325E21">
      <w:pPr>
        <w:pStyle w:val="libNormal"/>
        <w:tabs>
          <w:tab w:val="left" w:pos="9000"/>
        </w:tabs>
        <w:rPr>
          <w:rStyle w:val="libAlaemChar"/>
        </w:rPr>
      </w:pPr>
      <w:r w:rsidRPr="007710BF">
        <w:rPr>
          <w:cs/>
          <w:lang w:bidi="bn-IN"/>
        </w:rPr>
        <w:t>হ্যাঁ</w:t>
      </w:r>
      <w:r w:rsidR="00895143">
        <w:t>,</w:t>
      </w:r>
      <w:r w:rsidRPr="007710BF">
        <w:rPr>
          <w:cs/>
          <w:lang w:bidi="bn-IN"/>
        </w:rPr>
        <w:t xml:space="preserve">এ সবই </w:t>
      </w:r>
      <w:r w:rsidR="00591FD9">
        <w:rPr>
          <w:cs/>
          <w:lang w:bidi="bn-IN"/>
        </w:rPr>
        <w:t>নাফসের</w:t>
      </w:r>
      <w:r w:rsidRPr="007710BF">
        <w:rPr>
          <w:cs/>
          <w:lang w:bidi="bn-IN"/>
        </w:rPr>
        <w:t xml:space="preserve"> বিরুদ্ধে যুদ্ধ বা সংগ্রামের </w:t>
      </w:r>
      <w:r w:rsidR="009E7BEE">
        <w:rPr>
          <w:cs/>
          <w:lang w:bidi="bn-IN"/>
        </w:rPr>
        <w:t>অন্তর্ভুক্ত</w:t>
      </w:r>
      <w:r w:rsidR="00895143">
        <w:t>,</w:t>
      </w:r>
      <w:r w:rsidRPr="007710BF">
        <w:rPr>
          <w:cs/>
          <w:lang w:bidi="bn-IN"/>
        </w:rPr>
        <w:t xml:space="preserve">কিন্তু এরূপ </w:t>
      </w:r>
      <w:r w:rsidR="00D009A1">
        <w:rPr>
          <w:cs/>
          <w:lang w:bidi="bn-IN"/>
        </w:rPr>
        <w:t>প্রবৃত্তি</w:t>
      </w:r>
      <w:r w:rsidRPr="007710BF">
        <w:rPr>
          <w:cs/>
          <w:lang w:bidi="bn-IN"/>
        </w:rPr>
        <w:t xml:space="preserve">র বিরুদ্ধে </w:t>
      </w:r>
      <w:r w:rsidR="00325E21" w:rsidRPr="00325E21">
        <w:rPr>
          <w:cs/>
          <w:lang w:bidi="bn-IN"/>
        </w:rPr>
        <w:t>সংগ্রামকে</w:t>
      </w:r>
      <w:r w:rsidR="00325E21">
        <w:rPr>
          <w:lang w:bidi="bn-IN"/>
        </w:rPr>
        <w:t xml:space="preserve"> </w:t>
      </w:r>
      <w:r w:rsidRPr="007710BF">
        <w:rPr>
          <w:cs/>
          <w:lang w:bidi="bn-IN"/>
        </w:rPr>
        <w:t>ইসলাম সমর্থন করে না। কেন করে না তা পরে বর্ণনা করব। যে প্রবৃত্তির বিরুদ্ধে সংগ্রাম মানুষকে</w:t>
      </w:r>
      <w:r w:rsidR="00325E21">
        <w:rPr>
          <w:lang w:bidi="bn-IN"/>
        </w:rPr>
        <w:t xml:space="preserve"> </w:t>
      </w:r>
      <w:r w:rsidRPr="007710BF">
        <w:rPr>
          <w:cs/>
          <w:lang w:bidi="bn-IN"/>
        </w:rPr>
        <w:t>অসম্মানিত করে</w:t>
      </w:r>
      <w:r w:rsidR="00895143">
        <w:t>,</w:t>
      </w:r>
      <w:r w:rsidRPr="007710BF">
        <w:rPr>
          <w:cs/>
          <w:lang w:bidi="bn-IN"/>
        </w:rPr>
        <w:t>প্রথমত কারো সঙ্গে ভাঁড়ামী করে লোক হাসানো একটি বেহুদা ও অশালীন কাজ যা</w:t>
      </w:r>
      <w:r w:rsidR="00325E21">
        <w:rPr>
          <w:lang w:bidi="bn-IN"/>
        </w:rPr>
        <w:t xml:space="preserve"> </w:t>
      </w:r>
      <w:r w:rsidRPr="007710BF">
        <w:rPr>
          <w:cs/>
          <w:lang w:bidi="bn-IN"/>
        </w:rPr>
        <w:t>ইসলাম সমর্থন করে না</w:t>
      </w:r>
      <w:r w:rsidRPr="007710BF">
        <w:rPr>
          <w:cs/>
          <w:lang w:bidi="hi-IN"/>
        </w:rPr>
        <w:t xml:space="preserve">। </w:t>
      </w:r>
      <w:r w:rsidRPr="007710BF">
        <w:rPr>
          <w:cs/>
          <w:lang w:bidi="bn-IN"/>
        </w:rPr>
        <w:t>দ্বিতীয়ত আমাকে কেউ অসম্মানিত করুক</w:t>
      </w:r>
      <w:r w:rsidR="00895143">
        <w:t>,</w:t>
      </w:r>
      <w:r w:rsidRPr="007710BF">
        <w:rPr>
          <w:cs/>
          <w:lang w:bidi="bn-IN"/>
        </w:rPr>
        <w:t>ইসলাম এটাও চায় না। এটা</w:t>
      </w:r>
      <w:r w:rsidR="00325E21">
        <w:rPr>
          <w:lang w:bidi="bn-IN"/>
        </w:rPr>
        <w:t xml:space="preserve"> </w:t>
      </w:r>
      <w:r w:rsidRPr="007710BF">
        <w:rPr>
          <w:cs/>
          <w:lang w:bidi="bn-IN"/>
        </w:rPr>
        <w:t xml:space="preserve">কেমন </w:t>
      </w:r>
      <w:r w:rsidR="00D009A1">
        <w:rPr>
          <w:cs/>
          <w:lang w:bidi="bn-IN"/>
        </w:rPr>
        <w:t>প্রবৃত্তি</w:t>
      </w:r>
      <w:r w:rsidRPr="007710BF">
        <w:rPr>
          <w:cs/>
          <w:lang w:bidi="bn-IN"/>
        </w:rPr>
        <w:t>র বিরুদ্ধে সংগ্রাম যে</w:t>
      </w:r>
      <w:r w:rsidR="00895143">
        <w:t>,</w:t>
      </w:r>
      <w:r w:rsidRPr="007710BF">
        <w:rPr>
          <w:cs/>
          <w:lang w:bidi="bn-IN"/>
        </w:rPr>
        <w:t>এক ব্যক্তি এসে আমার দাড়ি ধরে এদিক-ওদিক টানবে আর আমি কিছুই বলব না</w:t>
      </w:r>
      <w:r w:rsidRPr="007710BF">
        <w:t xml:space="preserve">? </w:t>
      </w:r>
      <w:r w:rsidRPr="007710BF">
        <w:rPr>
          <w:cs/>
          <w:lang w:bidi="bn-IN"/>
        </w:rPr>
        <w:t>ইসলাম বলে</w:t>
      </w:r>
      <w:r w:rsidR="00895143">
        <w:t>,</w:t>
      </w:r>
      <w:r w:rsidRPr="007710BF">
        <w:rPr>
          <w:cs/>
          <w:lang w:bidi="bn-IN"/>
        </w:rPr>
        <w:t>মুমিনের দায়িত্ব তার সম্মান ও মর্যাদার সীমা রক্ষা করা। ইসলামের</w:t>
      </w:r>
      <w:r w:rsidR="00325E21">
        <w:rPr>
          <w:lang w:bidi="bn-IN"/>
        </w:rPr>
        <w:t xml:space="preserve"> </w:t>
      </w:r>
      <w:r w:rsidRPr="007710BF">
        <w:rPr>
          <w:cs/>
          <w:lang w:bidi="bn-IN"/>
        </w:rPr>
        <w:t>বিধান অনুযায়ী ইবরাহীম আদহামের উপর ফরজ ছিল সেই ভাঁড়ের বিরুদ্ধে দাঁড়িয়ে বলা</w:t>
      </w:r>
      <w:r w:rsidR="00895143">
        <w:t>,</w:t>
      </w:r>
      <w:r w:rsidRPr="001933EC">
        <w:rPr>
          <w:rStyle w:val="libAlaemChar"/>
        </w:rPr>
        <w:t>‘</w:t>
      </w:r>
      <w:r w:rsidRPr="007710BF">
        <w:rPr>
          <w:cs/>
          <w:lang w:bidi="bn-IN"/>
        </w:rPr>
        <w:t>ভাঁড়ামো</w:t>
      </w:r>
      <w:r w:rsidR="00325E21">
        <w:rPr>
          <w:lang w:bidi="bn-IN"/>
        </w:rPr>
        <w:t xml:space="preserve"> </w:t>
      </w:r>
      <w:r w:rsidRPr="007710BF">
        <w:rPr>
          <w:cs/>
          <w:lang w:bidi="bn-IN"/>
        </w:rPr>
        <w:t>বন্ধ কর। বিতাড়িত হও</w:t>
      </w:r>
      <w:r w:rsidR="00895143">
        <w:t>,</w:t>
      </w:r>
      <w:r w:rsidRPr="007710BF">
        <w:rPr>
          <w:cs/>
          <w:lang w:bidi="bn-IN"/>
        </w:rPr>
        <w:t>বেয়াদব!</w:t>
      </w:r>
      <w:r w:rsidRPr="001933EC">
        <w:rPr>
          <w:rStyle w:val="libAlaemChar"/>
        </w:rPr>
        <w:t>”</w:t>
      </w:r>
    </w:p>
    <w:p w:rsidR="00325E21" w:rsidRDefault="007710BF" w:rsidP="00325E21">
      <w:pPr>
        <w:pStyle w:val="libNormal"/>
        <w:tabs>
          <w:tab w:val="left" w:pos="9000"/>
        </w:tabs>
        <w:rPr>
          <w:rStyle w:val="libAlaemChar"/>
        </w:rPr>
      </w:pPr>
      <w:r w:rsidRPr="007710BF">
        <w:rPr>
          <w:cs/>
          <w:lang w:bidi="bn-IN"/>
        </w:rPr>
        <w:t>অন্য এক সুফী বলেন</w:t>
      </w:r>
      <w:r w:rsidR="00895143">
        <w:t>,</w:t>
      </w:r>
      <w:r w:rsidRPr="001933EC">
        <w:rPr>
          <w:rStyle w:val="libAlaemChar"/>
        </w:rPr>
        <w:t>“</w:t>
      </w:r>
      <w:r w:rsidRPr="007710BF">
        <w:rPr>
          <w:cs/>
          <w:lang w:bidi="bn-IN"/>
        </w:rPr>
        <w:t>এক রাত্রিতে এক ব্যক্তি তার বাড়িতে ইফতারের জন্য আমাকে দাওয়াত</w:t>
      </w:r>
      <w:r w:rsidR="00325E21">
        <w:rPr>
          <w:lang w:bidi="bn-IN"/>
        </w:rPr>
        <w:t xml:space="preserve"> </w:t>
      </w:r>
      <w:r w:rsidRPr="007710BF">
        <w:rPr>
          <w:cs/>
          <w:lang w:bidi="bn-IN"/>
        </w:rPr>
        <w:t>দিয়েছিল</w:t>
      </w:r>
      <w:r w:rsidR="00895143">
        <w:t>,</w:t>
      </w:r>
      <w:r w:rsidRPr="007710BF">
        <w:rPr>
          <w:cs/>
          <w:lang w:bidi="bn-IN"/>
        </w:rPr>
        <w:t>কিন্তু রাতে যখন তার দরজায় উপস্থিত হলাম তখন আমাকে তাড়িয়ে দিল। এরূপ দ্বিতীয়</w:t>
      </w:r>
      <w:r w:rsidR="00895143">
        <w:t>,</w:t>
      </w:r>
      <w:r w:rsidRPr="007710BF">
        <w:rPr>
          <w:cs/>
          <w:lang w:bidi="bn-IN"/>
        </w:rPr>
        <w:t>তৃতীয় বার আমাকে দাওয়াত করেও আমার সঙ্গে এরূপ আচরণ করল। শেষে আশ্চর্য হয়ে বলল :আমি তোমাকে তিন বার দাওয়াত করে তিন বারই এরূপ আচরণ করেছি তারপরও আমি দাওয়াত</w:t>
      </w:r>
      <w:r w:rsidR="00325E21">
        <w:rPr>
          <w:lang w:bidi="bn-IN"/>
        </w:rPr>
        <w:t xml:space="preserve"> </w:t>
      </w:r>
      <w:r w:rsidRPr="007710BF">
        <w:rPr>
          <w:cs/>
          <w:lang w:bidi="bn-IN"/>
        </w:rPr>
        <w:t>করলে কেন আসো</w:t>
      </w:r>
      <w:r w:rsidRPr="007710BF">
        <w:t xml:space="preserve">? </w:t>
      </w:r>
      <w:r w:rsidRPr="007710BF">
        <w:rPr>
          <w:cs/>
          <w:lang w:bidi="bn-IN"/>
        </w:rPr>
        <w:t>আমি বললাম : কুকরও এরূপ</w:t>
      </w:r>
      <w:r w:rsidR="00895143">
        <w:t>,</w:t>
      </w:r>
      <w:r w:rsidRPr="007710BF">
        <w:rPr>
          <w:cs/>
          <w:lang w:bidi="bn-IN"/>
        </w:rPr>
        <w:t>তাকে শ</w:t>
      </w:r>
      <w:r w:rsidR="00325E21">
        <w:rPr>
          <w:cs/>
          <w:lang w:bidi="bn-IN"/>
        </w:rPr>
        <w:t>তবার বিতাড়িত করলেও বার বার ফিরে</w:t>
      </w:r>
      <w:r w:rsidR="00325E21">
        <w:rPr>
          <w:lang w:bidi="bn-IN"/>
        </w:rPr>
        <w:t xml:space="preserve"> </w:t>
      </w:r>
      <w:r w:rsidRPr="007710BF">
        <w:rPr>
          <w:cs/>
          <w:lang w:bidi="bn-IN"/>
        </w:rPr>
        <w:t>আসে।</w:t>
      </w:r>
      <w:r w:rsidRPr="001933EC">
        <w:rPr>
          <w:rStyle w:val="libAlaemChar"/>
        </w:rPr>
        <w:t>”</w:t>
      </w:r>
    </w:p>
    <w:p w:rsidR="00325E21" w:rsidRDefault="007710BF" w:rsidP="00325E21">
      <w:pPr>
        <w:pStyle w:val="libNormal"/>
        <w:tabs>
          <w:tab w:val="left" w:pos="9000"/>
        </w:tabs>
        <w:rPr>
          <w:lang w:bidi="bn-IN"/>
        </w:rPr>
      </w:pPr>
      <w:r w:rsidRPr="007710BF">
        <w:rPr>
          <w:cs/>
          <w:lang w:bidi="bn-IN"/>
        </w:rPr>
        <w:t>কিন্তু ইসলাম আত্মসম্মান ও মর্যাদা ক্ষুন্ন করাকে বা অপমানিত হওয়াকে সমর্থন করতে পারে না।</w:t>
      </w:r>
      <w:r w:rsidR="00325E21">
        <w:rPr>
          <w:lang w:bidi="bn-IN"/>
        </w:rPr>
        <w:t xml:space="preserve"> </w:t>
      </w:r>
      <w:r w:rsidRPr="007710BF">
        <w:rPr>
          <w:cs/>
          <w:lang w:bidi="bn-IN"/>
        </w:rPr>
        <w:t>এর রহস্য এখানেই।</w:t>
      </w:r>
    </w:p>
    <w:p w:rsidR="00325E21" w:rsidRDefault="007710BF" w:rsidP="00325E21">
      <w:pPr>
        <w:pStyle w:val="libNormal"/>
        <w:tabs>
          <w:tab w:val="left" w:pos="9000"/>
        </w:tabs>
        <w:rPr>
          <w:rStyle w:val="libAlaemChar"/>
        </w:rPr>
      </w:pPr>
      <w:r w:rsidRPr="007710BF">
        <w:rPr>
          <w:cs/>
          <w:lang w:bidi="bn-IN"/>
        </w:rPr>
        <w:t xml:space="preserve">আমরা ইসলামে এক স্থানে দেখি যেখানে </w:t>
      </w:r>
      <w:r w:rsidR="00D009A1">
        <w:rPr>
          <w:cs/>
          <w:lang w:bidi="bn-IN"/>
        </w:rPr>
        <w:t>প্রবৃত্তি</w:t>
      </w:r>
      <w:r w:rsidRPr="007710BF">
        <w:rPr>
          <w:cs/>
          <w:lang w:bidi="bn-IN"/>
        </w:rPr>
        <w:t>র কথা এসেছে</w:t>
      </w:r>
      <w:r w:rsidR="003936CB">
        <w:t>-</w:t>
      </w:r>
      <w:r w:rsidRPr="007710BF">
        <w:rPr>
          <w:cs/>
          <w:lang w:bidi="bn-IN"/>
        </w:rPr>
        <w:t>তার বিরুদ্ধে সংগ্রামের কথা</w:t>
      </w:r>
      <w:r w:rsidR="00325E21">
        <w:rPr>
          <w:lang w:bidi="bn-IN"/>
        </w:rPr>
        <w:t xml:space="preserve"> </w:t>
      </w:r>
      <w:r w:rsidRPr="007710BF">
        <w:rPr>
          <w:cs/>
          <w:lang w:bidi="bn-IN"/>
        </w:rPr>
        <w:t>বলেছে</w:t>
      </w:r>
      <w:r w:rsidR="00895143">
        <w:t>,</w:t>
      </w:r>
      <w:r w:rsidRPr="007710BF">
        <w:rPr>
          <w:cs/>
          <w:lang w:bidi="bn-IN"/>
        </w:rPr>
        <w:t xml:space="preserve">নাফ্স বা </w:t>
      </w:r>
      <w:r w:rsidR="00D009A1">
        <w:rPr>
          <w:cs/>
          <w:lang w:bidi="bn-IN"/>
        </w:rPr>
        <w:t>প্রবৃত্তি</w:t>
      </w:r>
      <w:r w:rsidRPr="007710BF">
        <w:rPr>
          <w:cs/>
          <w:lang w:bidi="bn-IN"/>
        </w:rPr>
        <w:t xml:space="preserve">কে নিকৃষ্ট কর্মের দিকে </w:t>
      </w:r>
      <w:r w:rsidR="00F44B3E">
        <w:rPr>
          <w:cs/>
          <w:lang w:bidi="bn-IN"/>
        </w:rPr>
        <w:t>আহবান</w:t>
      </w:r>
      <w:r w:rsidRPr="007710BF">
        <w:rPr>
          <w:cs/>
          <w:lang w:bidi="bn-IN"/>
        </w:rPr>
        <w:t xml:space="preserve">কারী বলে </w:t>
      </w:r>
      <w:r w:rsidR="00906B99">
        <w:rPr>
          <w:cs/>
          <w:lang w:bidi="bn-IN"/>
        </w:rPr>
        <w:t>উল্লেখ</w:t>
      </w:r>
      <w:r w:rsidRPr="007710BF">
        <w:rPr>
          <w:rFonts w:hint="cs"/>
          <w:cs/>
          <w:lang w:bidi="bn-IN"/>
        </w:rPr>
        <w:t xml:space="preserve"> করেছে। অন্য স্থানে আবার</w:t>
      </w:r>
      <w:r w:rsidR="00325E21">
        <w:rPr>
          <w:lang w:bidi="bn-IN"/>
        </w:rPr>
        <w:t xml:space="preserve"> </w:t>
      </w:r>
      <w:r w:rsidR="00591FD9">
        <w:rPr>
          <w:rFonts w:hint="cs"/>
          <w:cs/>
          <w:lang w:bidi="bn-IN"/>
        </w:rPr>
        <w:t>নাফসের</w:t>
      </w:r>
      <w:r w:rsidRPr="007710BF">
        <w:rPr>
          <w:rFonts w:hint="cs"/>
          <w:cs/>
          <w:lang w:bidi="bn-IN"/>
        </w:rPr>
        <w:t xml:space="preserve"> সম্মান বা আত্মমর্যাদাবোধের কথা একইভাবে বা আরো বেশি </w:t>
      </w:r>
      <w:r w:rsidR="00906B99">
        <w:rPr>
          <w:rFonts w:hint="cs"/>
          <w:cs/>
          <w:lang w:bidi="bn-IN"/>
        </w:rPr>
        <w:t>উল্লেখ</w:t>
      </w:r>
      <w:r w:rsidRPr="007710BF">
        <w:rPr>
          <w:rFonts w:hint="cs"/>
          <w:cs/>
          <w:lang w:bidi="bn-IN"/>
        </w:rPr>
        <w:t xml:space="preserve"> করেছে। আসল কথা</w:t>
      </w:r>
      <w:r w:rsidR="00325E21">
        <w:rPr>
          <w:lang w:bidi="bn-IN"/>
        </w:rPr>
        <w:t xml:space="preserve"> </w:t>
      </w:r>
      <w:r w:rsidRPr="007710BF">
        <w:rPr>
          <w:rFonts w:hint="cs"/>
          <w:cs/>
          <w:lang w:bidi="bn-IN"/>
        </w:rPr>
        <w:t>হলো মুমিনের নাফ্স সম্মানিত</w:t>
      </w:r>
      <w:r w:rsidR="00895143">
        <w:t>,</w:t>
      </w:r>
      <w:r w:rsidRPr="007710BF">
        <w:rPr>
          <w:cs/>
          <w:lang w:bidi="bn-IN"/>
        </w:rPr>
        <w:t>স্বয়ং মুমিন মর্যাদার অধিকারী। তাই ইসলামী নৈতিকতা মান-মর্যাদার</w:t>
      </w:r>
      <w:r w:rsidR="00325E21">
        <w:rPr>
          <w:lang w:bidi="bn-IN"/>
        </w:rPr>
        <w:t xml:space="preserve"> </w:t>
      </w:r>
      <w:r w:rsidRPr="007710BF">
        <w:rPr>
          <w:cs/>
          <w:lang w:bidi="bn-IN"/>
        </w:rPr>
        <w:t xml:space="preserve">উপর ভিত্তি করেই গড়ে উঠেছে। আর এজন্যই বলেছে </w:t>
      </w:r>
      <w:r w:rsidRPr="001933EC">
        <w:rPr>
          <w:rStyle w:val="libAlaemChar"/>
        </w:rPr>
        <w:t>“</w:t>
      </w:r>
      <w:r w:rsidRPr="007710BF">
        <w:rPr>
          <w:cs/>
          <w:lang w:bidi="bn-IN"/>
        </w:rPr>
        <w:t>নিজের আত্মসম্মানের হানী করো না।</w:t>
      </w:r>
      <w:r w:rsidRPr="001933EC">
        <w:rPr>
          <w:rStyle w:val="libAlaemChar"/>
        </w:rPr>
        <w:t>”</w:t>
      </w:r>
    </w:p>
    <w:p w:rsidR="00325E21" w:rsidRDefault="007710BF" w:rsidP="00325E21">
      <w:pPr>
        <w:pStyle w:val="libNormal"/>
        <w:tabs>
          <w:tab w:val="left" w:pos="9000"/>
        </w:tabs>
      </w:pPr>
      <w:r w:rsidRPr="007710BF">
        <w:rPr>
          <w:cs/>
          <w:lang w:bidi="bn-IN"/>
        </w:rPr>
        <w:t>এখন প্রশ্ন হলো এটা কিভাবে সম্ভব</w:t>
      </w:r>
      <w:r w:rsidRPr="007710BF">
        <w:t xml:space="preserve">? </w:t>
      </w:r>
      <w:r w:rsidRPr="007710BF">
        <w:rPr>
          <w:cs/>
          <w:lang w:bidi="bn-IN"/>
        </w:rPr>
        <w:t xml:space="preserve">ইসলাম একদিকে বলছে </w:t>
      </w:r>
      <w:r w:rsidR="00591FD9">
        <w:rPr>
          <w:cs/>
          <w:lang w:bidi="bn-IN"/>
        </w:rPr>
        <w:t>নাফসের</w:t>
      </w:r>
      <w:r w:rsidRPr="007710BF">
        <w:rPr>
          <w:cs/>
          <w:lang w:bidi="bn-IN"/>
        </w:rPr>
        <w:t xml:space="preserve"> বিরুদ্ধে সংগ্রাম করো</w:t>
      </w:r>
      <w:r w:rsidR="00325E21">
        <w:rPr>
          <w:lang w:bidi="bn-IN"/>
        </w:rPr>
        <w:t xml:space="preserve"> </w:t>
      </w:r>
      <w:r w:rsidRPr="007710BF">
        <w:rPr>
          <w:cs/>
          <w:lang w:bidi="bn-IN"/>
        </w:rPr>
        <w:t xml:space="preserve">আবার অন্য দিকে ব্যক্তিসত্তা ও মর্যাদাকে রক্ষার </w:t>
      </w:r>
      <w:r w:rsidR="00F44B3E">
        <w:rPr>
          <w:cs/>
          <w:lang w:bidi="bn-IN"/>
        </w:rPr>
        <w:t>আহবান</w:t>
      </w:r>
      <w:r w:rsidRPr="007710BF">
        <w:rPr>
          <w:cs/>
          <w:lang w:bidi="bn-IN"/>
        </w:rPr>
        <w:t xml:space="preserve"> জানিয়ে বলছে আত্মসম্মানের হানী করো না।</w:t>
      </w:r>
      <w:r w:rsidR="00325E21">
        <w:rPr>
          <w:lang w:bidi="bn-IN"/>
        </w:rPr>
        <w:t xml:space="preserve"> </w:t>
      </w:r>
      <w:r w:rsidRPr="007710BF">
        <w:rPr>
          <w:cs/>
          <w:lang w:bidi="bn-IN"/>
        </w:rPr>
        <w:t>তাহলে কি দু</w:t>
      </w:r>
      <w:r w:rsidRPr="001933EC">
        <w:rPr>
          <w:rStyle w:val="libAlaemChar"/>
        </w:rPr>
        <w:t>’</w:t>
      </w:r>
      <w:r w:rsidRPr="007710BF">
        <w:rPr>
          <w:cs/>
          <w:lang w:bidi="bn-IN"/>
        </w:rPr>
        <w:t xml:space="preserve">টি </w:t>
      </w:r>
      <w:r w:rsidR="00591FD9">
        <w:rPr>
          <w:cs/>
          <w:lang w:bidi="bn-IN"/>
        </w:rPr>
        <w:t>নাফসের</w:t>
      </w:r>
      <w:r w:rsidRPr="007710BF">
        <w:rPr>
          <w:cs/>
          <w:lang w:bidi="bn-IN"/>
        </w:rPr>
        <w:t xml:space="preserve"> অস্তিত্ব রয়েছে যার একটির সঙ্গে সংগ্রাম করতে হবে এবং অন্যটিকে সম্মানদান করতে হবে</w:t>
      </w:r>
      <w:r w:rsidRPr="007710BF">
        <w:t>?</w:t>
      </w:r>
    </w:p>
    <w:p w:rsidR="00DA3BE4" w:rsidRDefault="007710BF" w:rsidP="00325E21">
      <w:pPr>
        <w:pStyle w:val="libNormal"/>
        <w:tabs>
          <w:tab w:val="left" w:pos="9000"/>
        </w:tabs>
        <w:rPr>
          <w:lang w:bidi="bn-IN"/>
        </w:rPr>
      </w:pPr>
      <w:r w:rsidRPr="007710BF">
        <w:rPr>
          <w:cs/>
          <w:lang w:bidi="bn-IN"/>
        </w:rPr>
        <w:t>জবাবে বলব</w:t>
      </w:r>
      <w:r w:rsidR="00895143">
        <w:t>,</w:t>
      </w:r>
      <w:r w:rsidRPr="007710BF">
        <w:rPr>
          <w:cs/>
          <w:lang w:bidi="bn-IN"/>
        </w:rPr>
        <w:t>দু</w:t>
      </w:r>
      <w:r w:rsidRPr="001933EC">
        <w:rPr>
          <w:rStyle w:val="libAlaemChar"/>
        </w:rPr>
        <w:t>’</w:t>
      </w:r>
      <w:r w:rsidRPr="007710BF">
        <w:rPr>
          <w:cs/>
          <w:lang w:bidi="bn-IN"/>
        </w:rPr>
        <w:t xml:space="preserve">টি নাফ্স এ </w:t>
      </w:r>
      <w:r w:rsidR="00695D8C">
        <w:rPr>
          <w:cs/>
          <w:lang w:bidi="bn-IN"/>
        </w:rPr>
        <w:t>অর্থে</w:t>
      </w:r>
      <w:r w:rsidRPr="007710BF">
        <w:rPr>
          <w:cs/>
          <w:lang w:bidi="bn-IN"/>
        </w:rPr>
        <w:t xml:space="preserve"> যে</w:t>
      </w:r>
      <w:r w:rsidR="00895143">
        <w:t>,</w:t>
      </w:r>
      <w:r w:rsidRPr="007710BF">
        <w:rPr>
          <w:cs/>
          <w:lang w:bidi="bn-IN"/>
        </w:rPr>
        <w:t>ব্যক্তিসত্তা দু</w:t>
      </w:r>
      <w:r w:rsidRPr="001933EC">
        <w:rPr>
          <w:rStyle w:val="libAlaemChar"/>
        </w:rPr>
        <w:t>’</w:t>
      </w:r>
      <w:r w:rsidRPr="007710BF">
        <w:rPr>
          <w:cs/>
          <w:lang w:bidi="bn-IN"/>
        </w:rPr>
        <w:t>টি এরূপ নয়। বরং বাস্তবে নাফ্স একটিই</w:t>
      </w:r>
      <w:r w:rsidR="00325E21">
        <w:rPr>
          <w:lang w:bidi="bn-IN"/>
        </w:rPr>
        <w:t xml:space="preserve"> </w:t>
      </w:r>
      <w:r w:rsidRPr="007710BF">
        <w:rPr>
          <w:cs/>
          <w:lang w:bidi="bn-IN"/>
        </w:rPr>
        <w:t xml:space="preserve">তবে তার উচ্চতর ও </w:t>
      </w:r>
      <w:r w:rsidR="00325E21">
        <w:rPr>
          <w:cs/>
          <w:lang w:bidi="bn-IN"/>
        </w:rPr>
        <w:t>নিম্ন</w:t>
      </w:r>
      <w:r w:rsidRPr="007710BF">
        <w:rPr>
          <w:cs/>
          <w:lang w:bidi="bn-IN"/>
        </w:rPr>
        <w:t xml:space="preserve">তর পর্যায় রয়েছে। </w:t>
      </w:r>
      <w:r w:rsidR="00591FD9">
        <w:rPr>
          <w:cs/>
          <w:lang w:bidi="bn-IN"/>
        </w:rPr>
        <w:t>নাফসের</w:t>
      </w:r>
      <w:r w:rsidRPr="007710BF">
        <w:rPr>
          <w:cs/>
          <w:lang w:bidi="bn-IN"/>
        </w:rPr>
        <w:t xml:space="preserve"> উচ্চতর পর্যায় সম্মানিত ও মর্যাদার অধিকারী</w:t>
      </w:r>
      <w:r w:rsidR="00325E21">
        <w:rPr>
          <w:lang w:bidi="bn-IN"/>
        </w:rPr>
        <w:t xml:space="preserve"> </w:t>
      </w:r>
      <w:r w:rsidRPr="007710BF">
        <w:rPr>
          <w:cs/>
          <w:lang w:bidi="bn-IN"/>
        </w:rPr>
        <w:t xml:space="preserve">এবং এই নাফ্সই </w:t>
      </w:r>
      <w:r w:rsidR="00325E21">
        <w:rPr>
          <w:cs/>
          <w:lang w:bidi="bn-IN"/>
        </w:rPr>
        <w:t>নিম্ন</w:t>
      </w:r>
      <w:r w:rsidRPr="007710BF">
        <w:rPr>
          <w:cs/>
          <w:lang w:bidi="bn-IN"/>
        </w:rPr>
        <w:t xml:space="preserve">তর পর্যায়ে যখন অসৎ পথে </w:t>
      </w:r>
      <w:r w:rsidR="00F44B3E">
        <w:rPr>
          <w:cs/>
          <w:lang w:bidi="bn-IN"/>
        </w:rPr>
        <w:t>আহবান</w:t>
      </w:r>
      <w:r w:rsidRPr="007710BF">
        <w:rPr>
          <w:cs/>
          <w:lang w:bidi="bn-IN"/>
        </w:rPr>
        <w:t xml:space="preserve"> করে</w:t>
      </w:r>
      <w:r w:rsidR="00895143">
        <w:t>,</w:t>
      </w:r>
      <w:r w:rsidRPr="007710BF">
        <w:rPr>
          <w:cs/>
          <w:lang w:bidi="bn-IN"/>
        </w:rPr>
        <w:t>তখন তার পথে প্রতিবন্ধকতা সৃষ্টি</w:t>
      </w:r>
      <w:r w:rsidR="00325E21">
        <w:rPr>
          <w:lang w:bidi="bn-IN"/>
        </w:rPr>
        <w:t xml:space="preserve"> </w:t>
      </w:r>
      <w:r w:rsidRPr="007710BF">
        <w:rPr>
          <w:cs/>
          <w:lang w:bidi="bn-IN"/>
        </w:rPr>
        <w:t>করতে হবে। এ বিষয়টিতে যেমনভাবে গুরুত্ব দেয়া উচিত ছিল</w:t>
      </w:r>
      <w:r w:rsidR="00895143">
        <w:t>,</w:t>
      </w:r>
      <w:r w:rsidRPr="007710BF">
        <w:rPr>
          <w:cs/>
          <w:lang w:bidi="bn-IN"/>
        </w:rPr>
        <w:t>এরফানী মতবাদের কারো কারো</w:t>
      </w:r>
      <w:r w:rsidR="00325E21">
        <w:rPr>
          <w:lang w:bidi="bn-IN"/>
        </w:rPr>
        <w:t xml:space="preserve"> </w:t>
      </w:r>
      <w:r w:rsidRPr="007710BF">
        <w:rPr>
          <w:cs/>
          <w:lang w:bidi="bn-IN"/>
        </w:rPr>
        <w:t xml:space="preserve">মধ্যে সেরূপ লক্ষ্য করা যায় না। তাদের অনেকেরই ভাষায় </w:t>
      </w:r>
      <w:r w:rsidR="00D009A1">
        <w:rPr>
          <w:cs/>
          <w:lang w:bidi="bn-IN"/>
        </w:rPr>
        <w:t>প্রবৃত্তি</w:t>
      </w:r>
      <w:r w:rsidRPr="007710BF">
        <w:rPr>
          <w:cs/>
          <w:lang w:bidi="bn-IN"/>
        </w:rPr>
        <w:t xml:space="preserve">র বিরুদ্ধে সংগ্রামের স্থানে </w:t>
      </w:r>
      <w:r w:rsidR="00591FD9">
        <w:rPr>
          <w:cs/>
          <w:lang w:bidi="bn-IN"/>
        </w:rPr>
        <w:t>নাফসের</w:t>
      </w:r>
      <w:r w:rsidR="00325E21">
        <w:rPr>
          <w:lang w:bidi="bn-IN"/>
        </w:rPr>
        <w:t xml:space="preserve"> </w:t>
      </w:r>
      <w:r w:rsidRPr="007710BF">
        <w:rPr>
          <w:cs/>
          <w:lang w:bidi="bn-IN"/>
        </w:rPr>
        <w:t>সম্মানিত পর্যায়কেও আক্রমণ করা হয়েছে</w:t>
      </w:r>
      <w:r w:rsidR="00895143">
        <w:t>,</w:t>
      </w:r>
      <w:r w:rsidRPr="007710BF">
        <w:rPr>
          <w:cs/>
          <w:lang w:bidi="bn-IN"/>
        </w:rPr>
        <w:t xml:space="preserve">শুধু </w:t>
      </w:r>
      <w:r w:rsidR="00591FD9">
        <w:rPr>
          <w:cs/>
          <w:lang w:bidi="bn-IN"/>
        </w:rPr>
        <w:t>নাফসের</w:t>
      </w:r>
      <w:r w:rsidRPr="007710BF">
        <w:rPr>
          <w:cs/>
          <w:lang w:bidi="bn-IN"/>
        </w:rPr>
        <w:t xml:space="preserve"> </w:t>
      </w:r>
      <w:r w:rsidR="00325E21">
        <w:rPr>
          <w:cs/>
          <w:lang w:bidi="bn-IN"/>
        </w:rPr>
        <w:t>নিম্ন</w:t>
      </w:r>
      <w:r w:rsidRPr="007710BF">
        <w:rPr>
          <w:cs/>
          <w:lang w:bidi="bn-IN"/>
        </w:rPr>
        <w:t>তর পর্যায়ে তা সীমাবদ্ধ থাকেনি।</w:t>
      </w:r>
      <w:r w:rsidR="00325E21">
        <w:rPr>
          <w:lang w:bidi="bn-IN"/>
        </w:rPr>
        <w:t xml:space="preserve"> </w:t>
      </w:r>
    </w:p>
    <w:p w:rsidR="00DA3BE4" w:rsidRPr="00E10565" w:rsidRDefault="00DA3BE4" w:rsidP="009848A8">
      <w:pPr>
        <w:pStyle w:val="libNormal"/>
      </w:pPr>
      <w:r>
        <w:rPr>
          <w:lang w:bidi="bn-IN"/>
        </w:rPr>
        <w:br w:type="page"/>
      </w:r>
    </w:p>
    <w:p w:rsidR="00DA3BE4" w:rsidRDefault="007710BF" w:rsidP="00DA3BE4">
      <w:pPr>
        <w:pStyle w:val="Heading1"/>
        <w:rPr>
          <w:lang w:bidi="bn-IN"/>
        </w:rPr>
      </w:pPr>
      <w:bookmarkStart w:id="47" w:name="_Toc392601456"/>
      <w:r w:rsidRPr="007710BF">
        <w:rPr>
          <w:cs/>
          <w:lang w:bidi="bn-IN"/>
        </w:rPr>
        <w:t>মানুষের প্রকৃত সত্তা</w:t>
      </w:r>
      <w:bookmarkEnd w:id="47"/>
    </w:p>
    <w:p w:rsidR="00DA3BE4" w:rsidRDefault="00DA3BE4" w:rsidP="00325E21">
      <w:pPr>
        <w:pStyle w:val="libNormal"/>
        <w:tabs>
          <w:tab w:val="left" w:pos="9000"/>
        </w:tabs>
        <w:rPr>
          <w:lang w:bidi="bn-IN"/>
        </w:rPr>
      </w:pPr>
    </w:p>
    <w:p w:rsidR="00DA3BE4" w:rsidRDefault="007710BF" w:rsidP="00325E21">
      <w:pPr>
        <w:pStyle w:val="libNormal"/>
        <w:tabs>
          <w:tab w:val="left" w:pos="9000"/>
        </w:tabs>
        <w:rPr>
          <w:lang w:bidi="bn-IN"/>
        </w:rPr>
      </w:pPr>
      <w:r w:rsidRPr="007710BF">
        <w:rPr>
          <w:cs/>
          <w:lang w:bidi="bn-IN"/>
        </w:rPr>
        <w:t xml:space="preserve">এখানে আরেকটি বিষয় যা নব্য দার্শনিকদের মধ্যেও প্রশ্ন হিসেবে এসেছে তা হলো মানুষের প্রকৃতসত্তা </w:t>
      </w:r>
      <w:r w:rsidR="00D64CB3">
        <w:rPr>
          <w:cs/>
          <w:lang w:bidi="bn-IN"/>
        </w:rPr>
        <w:t>কোনটি</w:t>
      </w:r>
      <w:r w:rsidRPr="007710BF">
        <w:t xml:space="preserve">? </w:t>
      </w:r>
      <w:r w:rsidRPr="007710BF">
        <w:rPr>
          <w:cs/>
          <w:lang w:bidi="bn-IN"/>
        </w:rPr>
        <w:t>এ ক্ষেত্রে দর্শনের নিজস্ব দৃষ্টিভঙ্গি রয়েছে। তাদের মতে মানুষের সত্তা হচ্ছে তার আত্মা</w:t>
      </w:r>
      <w:r w:rsidR="00DA3BE4">
        <w:rPr>
          <w:lang w:bidi="bn-IN"/>
        </w:rPr>
        <w:t xml:space="preserve"> </w:t>
      </w:r>
      <w:r w:rsidRPr="007710BF">
        <w:rPr>
          <w:cs/>
          <w:lang w:bidi="bn-IN"/>
        </w:rPr>
        <w:t>ও অহম যাকে সে অনুভব করে। মানুষ তার সত্তাকে অনুভব করে অর্থাৎ তার আত্মাকে অনুভব করে।</w:t>
      </w:r>
      <w:r w:rsidR="00DA3BE4">
        <w:rPr>
          <w:lang w:bidi="bn-IN"/>
        </w:rPr>
        <w:t xml:space="preserve"> </w:t>
      </w:r>
      <w:r w:rsidRPr="007710BF">
        <w:rPr>
          <w:cs/>
          <w:lang w:bidi="bn-IN"/>
        </w:rPr>
        <w:t>যখন তাকে বলা হয়</w:t>
      </w:r>
      <w:r w:rsidR="00895143">
        <w:t>,</w:t>
      </w:r>
      <w:r w:rsidRPr="007710BF">
        <w:rPr>
          <w:cs/>
          <w:lang w:bidi="bn-IN"/>
        </w:rPr>
        <w:t>আমিত্ব কি</w:t>
      </w:r>
      <w:r w:rsidRPr="007710BF">
        <w:t xml:space="preserve">? </w:t>
      </w:r>
      <w:r w:rsidRPr="007710BF">
        <w:rPr>
          <w:cs/>
          <w:lang w:bidi="bn-IN"/>
        </w:rPr>
        <w:t>তখন সে বলে</w:t>
      </w:r>
      <w:r w:rsidR="00895143">
        <w:t>,</w:t>
      </w:r>
      <w:r w:rsidRPr="007710BF">
        <w:rPr>
          <w:cs/>
          <w:lang w:bidi="bn-IN"/>
        </w:rPr>
        <w:t>আমার আত্মা।</w:t>
      </w:r>
    </w:p>
    <w:p w:rsidR="00DA3BE4" w:rsidRDefault="007710BF" w:rsidP="00325E21">
      <w:pPr>
        <w:pStyle w:val="libNormal"/>
        <w:tabs>
          <w:tab w:val="left" w:pos="9000"/>
        </w:tabs>
      </w:pPr>
      <w:r w:rsidRPr="007710BF">
        <w:rPr>
          <w:cs/>
          <w:lang w:bidi="bn-IN"/>
        </w:rPr>
        <w:t xml:space="preserve">মনস্তত্ত্ব বা মনোবিজ্ঞান বর্তমানে এ সিদ্ধান্তে </w:t>
      </w:r>
      <w:r w:rsidR="00611BB9">
        <w:rPr>
          <w:cs/>
          <w:lang w:bidi="bn-IN"/>
        </w:rPr>
        <w:t>পৌ</w:t>
      </w:r>
      <w:r w:rsidRPr="007710BF">
        <w:rPr>
          <w:cs/>
          <w:lang w:bidi="bn-IN"/>
        </w:rPr>
        <w:t>ছেছে যে</w:t>
      </w:r>
      <w:r w:rsidR="00895143">
        <w:t>,</w:t>
      </w:r>
      <w:r w:rsidRPr="007710BF">
        <w:rPr>
          <w:cs/>
          <w:lang w:bidi="bn-IN"/>
        </w:rPr>
        <w:t>মানুষ আমিত্ব বলতে যা বুঝে বা অনুভব</w:t>
      </w:r>
      <w:r w:rsidR="00DA3BE4">
        <w:rPr>
          <w:lang w:bidi="bn-IN"/>
        </w:rPr>
        <w:t xml:space="preserve"> </w:t>
      </w:r>
      <w:r w:rsidRPr="007710BF">
        <w:rPr>
          <w:cs/>
          <w:lang w:bidi="bn-IN"/>
        </w:rPr>
        <w:t>করে তা তার আমিত্বের একটি অংশ মাত্র। মানুষের আমিত্বের একটি বিরাট অংশ তার এ সত্তার</w:t>
      </w:r>
      <w:r w:rsidR="00DA3BE4">
        <w:rPr>
          <w:lang w:bidi="bn-IN"/>
        </w:rPr>
        <w:t xml:space="preserve"> </w:t>
      </w:r>
      <w:r w:rsidRPr="007710BF">
        <w:rPr>
          <w:cs/>
          <w:lang w:bidi="bn-IN"/>
        </w:rPr>
        <w:t xml:space="preserve">অসচেতন অংশ যেটা </w:t>
      </w:r>
      <w:r w:rsidR="000C4B23">
        <w:rPr>
          <w:cs/>
          <w:lang w:bidi="bn-IN"/>
        </w:rPr>
        <w:t>সম্পর্কে</w:t>
      </w:r>
      <w:r w:rsidRPr="007710BF">
        <w:rPr>
          <w:cs/>
          <w:lang w:bidi="bn-IN"/>
        </w:rPr>
        <w:t xml:space="preserve"> সে নিজেই সচেতন নয়। অর্থাৎ বাহ্যিক </w:t>
      </w:r>
      <w:r w:rsidR="004A744B">
        <w:rPr>
          <w:cs/>
          <w:lang w:bidi="bn-IN"/>
        </w:rPr>
        <w:t>অনুভূতি</w:t>
      </w:r>
      <w:r w:rsidRPr="007710BF">
        <w:rPr>
          <w:cs/>
          <w:lang w:bidi="bn-IN"/>
        </w:rPr>
        <w:t>র পরিসীমায় এ</w:t>
      </w:r>
      <w:r w:rsidR="00DA3BE4">
        <w:rPr>
          <w:lang w:bidi="bn-IN"/>
        </w:rPr>
        <w:t xml:space="preserve"> </w:t>
      </w:r>
      <w:r w:rsidRPr="007710BF">
        <w:rPr>
          <w:cs/>
          <w:lang w:bidi="bn-IN"/>
        </w:rPr>
        <w:t xml:space="preserve">আমিত্বের অস্তিত্ব নয়। আরেফগণ এ ক্ষেত্রে সত্যিই অলৌকিকত্ব দেখিয়েছেন। মনোবিজ্ঞান হতে </w:t>
      </w:r>
      <w:r w:rsidR="00FE6D44">
        <w:rPr>
          <w:cs/>
          <w:lang w:bidi="bn-IN"/>
        </w:rPr>
        <w:t>তারা</w:t>
      </w:r>
      <w:r w:rsidR="00DA3BE4">
        <w:rPr>
          <w:lang w:bidi="bn-IN"/>
        </w:rPr>
        <w:t xml:space="preserve"> </w:t>
      </w:r>
      <w:r w:rsidRPr="007710BF">
        <w:rPr>
          <w:cs/>
          <w:lang w:bidi="bn-IN"/>
        </w:rPr>
        <w:t xml:space="preserve">উচ্চ পর্যায়ে এবং গভীর ও যথার্থভাবে একে ব্যাখ্যা করেছেন। দার্শনিকদের বিরোধিতা করে </w:t>
      </w:r>
      <w:r w:rsidR="00FE6D44">
        <w:rPr>
          <w:cs/>
          <w:lang w:bidi="bn-IN"/>
        </w:rPr>
        <w:t>তারা</w:t>
      </w:r>
      <w:r w:rsidR="00DA3BE4">
        <w:rPr>
          <w:lang w:bidi="bn-IN"/>
        </w:rPr>
        <w:t xml:space="preserve"> </w:t>
      </w:r>
      <w:r w:rsidRPr="007710BF">
        <w:rPr>
          <w:cs/>
          <w:lang w:bidi="bn-IN"/>
        </w:rPr>
        <w:t>বলেছেন</w:t>
      </w:r>
      <w:r w:rsidR="00895143">
        <w:t>,</w:t>
      </w:r>
      <w:r w:rsidRPr="007710BF">
        <w:rPr>
          <w:cs/>
          <w:lang w:bidi="bn-IN"/>
        </w:rPr>
        <w:t>দর্শন ভুল করে বলেছে যে</w:t>
      </w:r>
      <w:r w:rsidR="00895143">
        <w:t>,</w:t>
      </w:r>
      <w:r w:rsidRPr="007710BF">
        <w:rPr>
          <w:cs/>
          <w:lang w:bidi="bn-IN"/>
        </w:rPr>
        <w:t>মানুষের সত্তা হলো তার আত্মা। বরং মানুষের আমিত্ব এর থেকে</w:t>
      </w:r>
      <w:r w:rsidR="00DA3BE4">
        <w:rPr>
          <w:lang w:bidi="bn-IN"/>
        </w:rPr>
        <w:t xml:space="preserve"> </w:t>
      </w:r>
      <w:r w:rsidRPr="007710BF">
        <w:rPr>
          <w:cs/>
          <w:lang w:bidi="bn-IN"/>
        </w:rPr>
        <w:t>আরো সূক্ষ্ম বিষয়। শাবেস্তারী বলেছেন</w:t>
      </w:r>
      <w:r w:rsidR="00895143">
        <w:t>,</w:t>
      </w:r>
    </w:p>
    <w:p w:rsidR="00DA3BE4" w:rsidRDefault="007710BF" w:rsidP="00DA3BE4">
      <w:pPr>
        <w:pStyle w:val="libCenter"/>
      </w:pPr>
      <w:r w:rsidRPr="001933EC">
        <w:rPr>
          <w:rStyle w:val="libAlaemChar"/>
        </w:rPr>
        <w:t>“</w:t>
      </w:r>
      <w:r w:rsidRPr="007710BF">
        <w:rPr>
          <w:cs/>
          <w:lang w:bidi="bn-IN"/>
        </w:rPr>
        <w:t>মানবাত্মা দেহ ও প্রাণ হতে ঊর্ধ্বে জেন</w:t>
      </w:r>
      <w:r w:rsidR="00895143">
        <w:t>,</w:t>
      </w:r>
    </w:p>
    <w:p w:rsidR="00DA3BE4" w:rsidRDefault="007710BF" w:rsidP="00DA3BE4">
      <w:pPr>
        <w:pStyle w:val="libCenter"/>
        <w:rPr>
          <w:rStyle w:val="libAlaemChar"/>
        </w:rPr>
      </w:pPr>
      <w:r w:rsidRPr="007710BF">
        <w:rPr>
          <w:cs/>
          <w:lang w:bidi="bn-IN"/>
        </w:rPr>
        <w:t>দেহ ও প্রাণ তারই অংশ যদি তা মানো।</w:t>
      </w:r>
      <w:r w:rsidRPr="001933EC">
        <w:rPr>
          <w:rStyle w:val="libAlaemChar"/>
        </w:rPr>
        <w:t>”</w:t>
      </w:r>
    </w:p>
    <w:p w:rsidR="00DA3BE4" w:rsidRDefault="007710BF" w:rsidP="00325E21">
      <w:pPr>
        <w:pStyle w:val="libNormal"/>
        <w:tabs>
          <w:tab w:val="left" w:pos="9000"/>
        </w:tabs>
      </w:pPr>
      <w:r w:rsidRPr="007710BF">
        <w:rPr>
          <w:cs/>
          <w:lang w:bidi="bn-IN"/>
        </w:rPr>
        <w:t>অবশ্য আরেফগণ বলেন</w:t>
      </w:r>
      <w:r w:rsidR="00895143">
        <w:t>,</w:t>
      </w:r>
      <w:r w:rsidRPr="007710BF">
        <w:rPr>
          <w:cs/>
          <w:lang w:bidi="bn-IN"/>
        </w:rPr>
        <w:t xml:space="preserve">মানুষ তখনই তার </w:t>
      </w:r>
      <w:r w:rsidR="005E5BE9">
        <w:rPr>
          <w:cs/>
          <w:lang w:bidi="bn-IN"/>
        </w:rPr>
        <w:t>প্রকৃত</w:t>
      </w:r>
      <w:r w:rsidRPr="007710BF">
        <w:rPr>
          <w:cs/>
          <w:lang w:bidi="bn-IN"/>
        </w:rPr>
        <w:t xml:space="preserve"> সত্তায় </w:t>
      </w:r>
      <w:r w:rsidR="00611BB9">
        <w:rPr>
          <w:cs/>
          <w:lang w:bidi="bn-IN"/>
        </w:rPr>
        <w:t>পৌ</w:t>
      </w:r>
      <w:r w:rsidR="00DA3BE4">
        <w:rPr>
          <w:cs/>
          <w:lang w:bidi="bn-IN"/>
        </w:rPr>
        <w:t>ছতে পারে যখন সে তার স্রষ্টাকে</w:t>
      </w:r>
      <w:r w:rsidR="00DA3BE4">
        <w:rPr>
          <w:lang w:bidi="bn-IN"/>
        </w:rPr>
        <w:t xml:space="preserve"> </w:t>
      </w:r>
      <w:r w:rsidRPr="007710BF">
        <w:rPr>
          <w:cs/>
          <w:lang w:bidi="bn-IN"/>
        </w:rPr>
        <w:t>চিনতে ও তার পরিচয় লাভ করতে পারে। আমার আত্মপরিচয় কখনই স্রষ্টার আত্মপরিচয় থেকে ভিন্ন</w:t>
      </w:r>
      <w:r w:rsidR="00DA3BE4">
        <w:rPr>
          <w:lang w:bidi="bn-IN"/>
        </w:rPr>
        <w:t xml:space="preserve"> </w:t>
      </w:r>
      <w:r w:rsidRPr="007710BF">
        <w:rPr>
          <w:cs/>
          <w:lang w:bidi="bn-IN"/>
        </w:rPr>
        <w:t>নয়। যেমন কোরআন বলছে</w:t>
      </w:r>
      <w:r w:rsidR="00895143">
        <w:t>,</w:t>
      </w:r>
    </w:p>
    <w:p w:rsidR="00DA3BE4" w:rsidRDefault="00DA3BE4" w:rsidP="00325E21">
      <w:pPr>
        <w:pStyle w:val="libNormal"/>
        <w:tabs>
          <w:tab w:val="left" w:pos="9000"/>
        </w:tabs>
      </w:pPr>
    </w:p>
    <w:p w:rsidR="00DA3BE4" w:rsidRPr="00DA3BE4" w:rsidRDefault="00DA3BE4" w:rsidP="00E10565">
      <w:pPr>
        <w:pStyle w:val="libAie"/>
      </w:pPr>
      <w:r w:rsidRPr="00DA3BE4">
        <w:rPr>
          <w:rStyle w:val="libAlaemChar"/>
        </w:rPr>
        <w:t>)</w:t>
      </w:r>
      <w:r w:rsidRPr="00DA3BE4">
        <w:rPr>
          <w:rtl/>
        </w:rPr>
        <w:t>وَلَا تَكُونُوا كَالَّذِينَ نَسُوا اللَّـهَ فَأَنسَاهُمْ أَنفُسَهُمْ</w:t>
      </w:r>
      <w:r w:rsidRPr="00E10565">
        <w:rPr>
          <w:rtl/>
        </w:rPr>
        <w:t> </w:t>
      </w:r>
      <w:r w:rsidRPr="00DA3BE4">
        <w:rPr>
          <w:rtl/>
        </w:rPr>
        <w:t xml:space="preserve"> أُولَـٰئِكَ هُمُ الْفَاسِقُونَ</w:t>
      </w:r>
      <w:r w:rsidRPr="00DA3BE4">
        <w:rPr>
          <w:rStyle w:val="libAlaemChar"/>
        </w:rPr>
        <w:t>(</w:t>
      </w:r>
    </w:p>
    <w:p w:rsidR="00DA3BE4" w:rsidRDefault="007710BF" w:rsidP="00325E21">
      <w:pPr>
        <w:pStyle w:val="libNormal"/>
        <w:tabs>
          <w:tab w:val="left" w:pos="9000"/>
        </w:tabs>
        <w:rPr>
          <w:lang w:bidi="bn-IN"/>
        </w:rPr>
      </w:pPr>
      <w:r w:rsidRPr="001933EC">
        <w:rPr>
          <w:rStyle w:val="libAlaemChar"/>
        </w:rPr>
        <w:t>“</w:t>
      </w:r>
      <w:r w:rsidRPr="007710BF">
        <w:rPr>
          <w:cs/>
          <w:lang w:bidi="bn-IN"/>
        </w:rPr>
        <w:t>তোমরা তাদের মত হয়ো না যারা আ</w:t>
      </w:r>
      <w:r w:rsidR="006B46F0">
        <w:rPr>
          <w:cs/>
          <w:lang w:bidi="bn-IN"/>
        </w:rPr>
        <w:t>ল্লা</w:t>
      </w:r>
      <w:r w:rsidR="006546E2">
        <w:rPr>
          <w:rFonts w:hint="cs"/>
          <w:cs/>
          <w:lang w:bidi="bn-IN"/>
        </w:rPr>
        <w:t>হকে</w:t>
      </w:r>
      <w:r w:rsidRPr="007710BF">
        <w:rPr>
          <w:rFonts w:hint="cs"/>
          <w:cs/>
          <w:lang w:bidi="bn-IN"/>
        </w:rPr>
        <w:t xml:space="preserve"> ভুলে গিয়েছে</w:t>
      </w:r>
      <w:r w:rsidR="00895143">
        <w:t>,</w:t>
      </w:r>
      <w:r w:rsidRPr="007710BF">
        <w:rPr>
          <w:cs/>
          <w:lang w:bidi="bn-IN"/>
        </w:rPr>
        <w:t>ফলে তিনিও তাদের আত্মবিস্মৃত করে</w:t>
      </w:r>
      <w:r w:rsidR="00DA3BE4">
        <w:rPr>
          <w:lang w:bidi="bn-IN"/>
        </w:rPr>
        <w:t xml:space="preserve"> </w:t>
      </w:r>
      <w:r w:rsidRPr="007710BF">
        <w:rPr>
          <w:cs/>
          <w:lang w:bidi="bn-IN"/>
        </w:rPr>
        <w:t>দিয়েছেন।</w:t>
      </w:r>
      <w:r w:rsidRPr="001933EC">
        <w:rPr>
          <w:rStyle w:val="libAlaemChar"/>
        </w:rPr>
        <w:t>”</w:t>
      </w:r>
      <w:r w:rsidRPr="007710BF">
        <w:t xml:space="preserve"> (</w:t>
      </w:r>
      <w:r w:rsidRPr="007710BF">
        <w:rPr>
          <w:cs/>
          <w:lang w:bidi="bn-IN"/>
        </w:rPr>
        <w:t>সূরা হাশর : ১৯)</w:t>
      </w:r>
    </w:p>
    <w:p w:rsidR="00DA3BE4" w:rsidRDefault="007710BF" w:rsidP="00325E21">
      <w:pPr>
        <w:pStyle w:val="libNormal"/>
        <w:tabs>
          <w:tab w:val="left" w:pos="9000"/>
        </w:tabs>
        <w:rPr>
          <w:lang w:bidi="bn-IN"/>
        </w:rPr>
      </w:pPr>
      <w:r w:rsidRPr="007710BF">
        <w:rPr>
          <w:cs/>
          <w:lang w:bidi="bn-IN"/>
        </w:rPr>
        <w:t>আরেফগণ বিশ্বাস করেন</w:t>
      </w:r>
      <w:r w:rsidR="00895143">
        <w:t>,</w:t>
      </w:r>
      <w:r w:rsidRPr="007710BF">
        <w:rPr>
          <w:cs/>
          <w:lang w:bidi="bn-IN"/>
        </w:rPr>
        <w:t>মানুষের প্রকৃত সত্তা দর্শন যা বলে তা থেকে অনেক সূক্ষ্ম।</w:t>
      </w:r>
      <w:r w:rsidR="00DA3BE4">
        <w:rPr>
          <w:lang w:bidi="bn-IN"/>
        </w:rPr>
        <w:t xml:space="preserve"> </w:t>
      </w:r>
      <w:r w:rsidRPr="007710BF">
        <w:rPr>
          <w:cs/>
          <w:lang w:bidi="bn-IN"/>
        </w:rPr>
        <w:t>শাবেস্তারী এরফানের জনক মহিউদ্দিন আরাবীর অনুকরণে তা-ই বলেছেন।</w:t>
      </w:r>
    </w:p>
    <w:p w:rsidR="00DA3BE4" w:rsidRDefault="007710BF" w:rsidP="00325E21">
      <w:pPr>
        <w:pStyle w:val="libNormal"/>
        <w:tabs>
          <w:tab w:val="left" w:pos="9000"/>
        </w:tabs>
      </w:pPr>
      <w:r w:rsidRPr="007710BF">
        <w:rPr>
          <w:cs/>
          <w:lang w:bidi="bn-IN"/>
        </w:rPr>
        <w:t>মাওলানা রুমী সুন্দরভাবে এ বিষয়টি বর্ণনা করেছেন। তিনি বলেছেন</w:t>
      </w:r>
      <w:r w:rsidR="00895143">
        <w:t>,</w:t>
      </w:r>
    </w:p>
    <w:p w:rsidR="00DA3BE4" w:rsidRDefault="007710BF" w:rsidP="00DA3BE4">
      <w:pPr>
        <w:pStyle w:val="libCenter"/>
        <w:rPr>
          <w:lang w:bidi="bn-IN"/>
        </w:rPr>
      </w:pPr>
      <w:r w:rsidRPr="001933EC">
        <w:rPr>
          <w:rStyle w:val="libAlaemChar"/>
        </w:rPr>
        <w:t>“</w:t>
      </w:r>
      <w:r w:rsidRPr="007710BF">
        <w:rPr>
          <w:cs/>
          <w:lang w:bidi="bn-IN"/>
        </w:rPr>
        <w:t>যে জন আপন সত্তা যুদ্ধে হারায়</w:t>
      </w:r>
    </w:p>
    <w:p w:rsidR="00DA3BE4" w:rsidRDefault="007710BF" w:rsidP="00DA3BE4">
      <w:pPr>
        <w:pStyle w:val="libCenter"/>
        <w:rPr>
          <w:lang w:bidi="bn-IN"/>
        </w:rPr>
      </w:pPr>
      <w:r w:rsidRPr="007710BF">
        <w:rPr>
          <w:cs/>
          <w:lang w:bidi="bn-IN"/>
        </w:rPr>
        <w:t>সে জন পারে না দিতে অন্যেরে আপন পরিচয়</w:t>
      </w:r>
    </w:p>
    <w:p w:rsidR="00DA3BE4" w:rsidRDefault="007710BF" w:rsidP="00DA3BE4">
      <w:pPr>
        <w:pStyle w:val="libCenter"/>
        <w:rPr>
          <w:lang w:bidi="bn-IN"/>
        </w:rPr>
      </w:pPr>
      <w:r w:rsidRPr="007710BF">
        <w:rPr>
          <w:cs/>
          <w:lang w:bidi="bn-IN"/>
        </w:rPr>
        <w:t>যে রূপেই আসে সে দিতে পরিচয়</w:t>
      </w:r>
    </w:p>
    <w:p w:rsidR="00DA3BE4" w:rsidRDefault="007710BF" w:rsidP="00DA3BE4">
      <w:pPr>
        <w:pStyle w:val="libCenter"/>
        <w:rPr>
          <w:rStyle w:val="libAlaemChar"/>
        </w:rPr>
      </w:pPr>
      <w:r w:rsidRPr="007710BF">
        <w:rPr>
          <w:cs/>
          <w:lang w:bidi="bn-IN"/>
        </w:rPr>
        <w:t>কসম করে বলতে পারি সে তা নয়</w:t>
      </w:r>
      <w:r w:rsidRPr="007710BF">
        <w:rPr>
          <w:cs/>
          <w:lang w:bidi="hi-IN"/>
        </w:rPr>
        <w:t>।</w:t>
      </w:r>
      <w:r w:rsidRPr="001933EC">
        <w:rPr>
          <w:rStyle w:val="libAlaemChar"/>
        </w:rPr>
        <w:t>”</w:t>
      </w:r>
    </w:p>
    <w:p w:rsidR="00DA3BE4" w:rsidRDefault="007710BF" w:rsidP="00325E21">
      <w:pPr>
        <w:pStyle w:val="libNormal"/>
        <w:tabs>
          <w:tab w:val="left" w:pos="9000"/>
        </w:tabs>
        <w:rPr>
          <w:lang w:bidi="bn-IN"/>
        </w:rPr>
      </w:pPr>
      <w:r w:rsidRPr="007710BF">
        <w:rPr>
          <w:cs/>
          <w:lang w:bidi="bn-IN"/>
        </w:rPr>
        <w:t>যে ব্যক্তি তার সত্তাকে হারিয়েছে</w:t>
      </w:r>
      <w:r w:rsidR="00895143">
        <w:t>,</w:t>
      </w:r>
      <w:r w:rsidRPr="007710BF">
        <w:rPr>
          <w:cs/>
          <w:lang w:bidi="bn-IN"/>
        </w:rPr>
        <w:t>বাজীতে সে সর্বোত্তম বস্তুকে হারিয়েছে। কোরআনও এরূপ</w:t>
      </w:r>
      <w:r w:rsidR="00DA3BE4">
        <w:rPr>
          <w:lang w:bidi="bn-IN"/>
        </w:rPr>
        <w:t xml:space="preserve"> </w:t>
      </w:r>
      <w:r w:rsidRPr="007710BF">
        <w:rPr>
          <w:cs/>
          <w:lang w:bidi="bn-IN"/>
        </w:rPr>
        <w:t>বলেছে</w:t>
      </w:r>
      <w:r w:rsidR="00895143">
        <w:t>,</w:t>
      </w:r>
      <w:r w:rsidR="00DA3BE4">
        <w:t xml:space="preserve"> </w:t>
      </w:r>
      <w:r w:rsidR="00DA3BE4" w:rsidRPr="00DA3BE4">
        <w:rPr>
          <w:rStyle w:val="libAieChar"/>
          <w:rtl/>
        </w:rPr>
        <w:t>قُلْ إِنَّ الْخَاسِرِ‌ينَ الَّذِينَ خَسِرُ‌وا أَنفُسَهُمْ</w:t>
      </w:r>
      <w:r w:rsidR="00DA3BE4">
        <w:t xml:space="preserve"> </w:t>
      </w:r>
      <w:r w:rsidRPr="001933EC">
        <w:rPr>
          <w:rStyle w:val="libAlaemChar"/>
        </w:rPr>
        <w:t>“</w:t>
      </w:r>
      <w:r w:rsidRPr="007710BF">
        <w:rPr>
          <w:cs/>
          <w:lang w:bidi="bn-IN"/>
        </w:rPr>
        <w:t>সবচেয়ে ক্ষতিগ্রস্ত সে সব ব্যক্তি যারা নিজেদের সত্তাকে</w:t>
      </w:r>
      <w:r w:rsidR="00DA3BE4">
        <w:rPr>
          <w:lang w:bidi="bn-IN"/>
        </w:rPr>
        <w:t xml:space="preserve"> </w:t>
      </w:r>
      <w:r w:rsidRPr="007710BF">
        <w:rPr>
          <w:cs/>
          <w:lang w:bidi="bn-IN"/>
        </w:rPr>
        <w:t>হারিয়েছে।</w:t>
      </w:r>
      <w:r w:rsidRPr="001933EC">
        <w:rPr>
          <w:rStyle w:val="libAlaemChar"/>
        </w:rPr>
        <w:t>”</w:t>
      </w:r>
      <w:r w:rsidRPr="007710BF">
        <w:t xml:space="preserve"> (</w:t>
      </w:r>
      <w:r w:rsidRPr="007710BF">
        <w:rPr>
          <w:cs/>
          <w:lang w:bidi="bn-IN"/>
        </w:rPr>
        <w:t>সূরা যুমার : ১৫)</w:t>
      </w:r>
    </w:p>
    <w:p w:rsidR="00DA3BE4" w:rsidRDefault="007710BF" w:rsidP="00325E21">
      <w:pPr>
        <w:pStyle w:val="libNormal"/>
        <w:tabs>
          <w:tab w:val="left" w:pos="9000"/>
        </w:tabs>
      </w:pPr>
      <w:r w:rsidRPr="007710BF">
        <w:rPr>
          <w:cs/>
          <w:lang w:bidi="bn-IN"/>
        </w:rPr>
        <w:t xml:space="preserve">মাওলানা রুমী অতঃপর </w:t>
      </w:r>
      <w:r w:rsidR="00FE6D44">
        <w:rPr>
          <w:cs/>
          <w:lang w:bidi="bn-IN"/>
        </w:rPr>
        <w:t>তার</w:t>
      </w:r>
      <w:r w:rsidRPr="007710BF">
        <w:rPr>
          <w:cs/>
          <w:lang w:bidi="bn-IN"/>
        </w:rPr>
        <w:t xml:space="preserve"> এ দৃষ্টিভঙ্গির পক্ষে দলিল হিসেবে বলছেন</w:t>
      </w:r>
      <w:r w:rsidR="00895143">
        <w:t>,</w:t>
      </w:r>
    </w:p>
    <w:p w:rsidR="00DA3BE4" w:rsidRDefault="007710BF" w:rsidP="00DA3BE4">
      <w:pPr>
        <w:pStyle w:val="libCenter"/>
        <w:rPr>
          <w:lang w:bidi="bn-IN"/>
        </w:rPr>
      </w:pPr>
      <w:r w:rsidRPr="001933EC">
        <w:rPr>
          <w:rStyle w:val="libAlaemChar"/>
        </w:rPr>
        <w:t>“</w:t>
      </w:r>
      <w:r w:rsidRPr="007710BF">
        <w:rPr>
          <w:cs/>
          <w:lang w:bidi="bn-IN"/>
        </w:rPr>
        <w:t>ক্ষণিক যদি হয়ে পড়ে সে একা বঞ্চিত</w:t>
      </w:r>
    </w:p>
    <w:p w:rsidR="00DA3BE4" w:rsidRDefault="007710BF" w:rsidP="00DA3BE4">
      <w:pPr>
        <w:pStyle w:val="libCenter"/>
        <w:rPr>
          <w:rStyle w:val="libAlaemChar"/>
        </w:rPr>
      </w:pPr>
      <w:r w:rsidRPr="007710BF">
        <w:rPr>
          <w:cs/>
          <w:lang w:bidi="bn-IN"/>
        </w:rPr>
        <w:t>জগতের কষ্ট করে তারে আকণ্ঠ নিমজ্জিত</w:t>
      </w:r>
      <w:r w:rsidRPr="007710BF">
        <w:rPr>
          <w:cs/>
          <w:lang w:bidi="hi-IN"/>
        </w:rPr>
        <w:t>।</w:t>
      </w:r>
      <w:r w:rsidRPr="001933EC">
        <w:rPr>
          <w:rStyle w:val="libAlaemChar"/>
        </w:rPr>
        <w:t>”</w:t>
      </w:r>
    </w:p>
    <w:p w:rsidR="00672DEA" w:rsidRDefault="007710BF" w:rsidP="00DA3BE4">
      <w:pPr>
        <w:pStyle w:val="libNormal"/>
        <w:tabs>
          <w:tab w:val="left" w:pos="9000"/>
        </w:tabs>
        <w:rPr>
          <w:lang w:bidi="bn-IN"/>
        </w:rPr>
      </w:pPr>
      <w:r w:rsidRPr="007710BF">
        <w:rPr>
          <w:cs/>
          <w:lang w:bidi="bn-IN"/>
        </w:rPr>
        <w:t>তিনি বলছেন</w:t>
      </w:r>
      <w:r w:rsidR="00895143">
        <w:t>,</w:t>
      </w:r>
      <w:r w:rsidRPr="007710BF">
        <w:rPr>
          <w:cs/>
          <w:lang w:bidi="bn-IN"/>
        </w:rPr>
        <w:t>যখন একাকিত্ব বরণে সে বাধ্য হয় তখন এ একাকিত্বকে সে ভয় পায়। আমাদের</w:t>
      </w:r>
      <w:r w:rsidR="00DA3BE4">
        <w:rPr>
          <w:lang w:bidi="bn-IN"/>
        </w:rPr>
        <w:t xml:space="preserve"> </w:t>
      </w:r>
      <w:r w:rsidRPr="007710BF">
        <w:rPr>
          <w:cs/>
          <w:lang w:bidi="bn-IN"/>
        </w:rPr>
        <w:t>মধ্যে ক</w:t>
      </w:r>
      <w:r w:rsidRPr="001933EC">
        <w:rPr>
          <w:rStyle w:val="libAlaemChar"/>
        </w:rPr>
        <w:t>’</w:t>
      </w:r>
      <w:r w:rsidRPr="007710BF">
        <w:rPr>
          <w:cs/>
          <w:lang w:bidi="bn-IN"/>
        </w:rPr>
        <w:t>জন এরূপ আছেন যে</w:t>
      </w:r>
      <w:r w:rsidR="00895143">
        <w:t>,</w:t>
      </w:r>
      <w:r w:rsidRPr="007710BF">
        <w:rPr>
          <w:cs/>
          <w:lang w:bidi="bn-IN"/>
        </w:rPr>
        <w:t>দশ দিন একাকী থাকব কিন্তু ক্লান্ত হয়ে পড়ব না। জেলখানার এক সেলে কাউকে একা বন্দি করে রাখলে তার জন্য তা সবচেয়ে বড় শাস্তি। যদি মানুষ নিজেকে প্রকৃতই</w:t>
      </w:r>
      <w:r w:rsidR="00DA3BE4">
        <w:rPr>
          <w:lang w:bidi="bn-IN"/>
        </w:rPr>
        <w:t xml:space="preserve"> </w:t>
      </w:r>
      <w:r w:rsidRPr="007710BF">
        <w:rPr>
          <w:cs/>
          <w:lang w:bidi="bn-IN"/>
        </w:rPr>
        <w:t>চিনত তবে এরূপ অনুভব করত না।</w:t>
      </w:r>
    </w:p>
    <w:p w:rsidR="00672DEA" w:rsidRDefault="007710BF" w:rsidP="00672DEA">
      <w:pPr>
        <w:pStyle w:val="libCenter"/>
        <w:rPr>
          <w:lang w:bidi="bn-IN"/>
        </w:rPr>
      </w:pPr>
      <w:r w:rsidRPr="001933EC">
        <w:rPr>
          <w:rStyle w:val="libAlaemChar"/>
        </w:rPr>
        <w:t>“</w:t>
      </w:r>
      <w:r w:rsidRPr="007710BF">
        <w:rPr>
          <w:cs/>
          <w:lang w:bidi="bn-IN"/>
        </w:rPr>
        <w:t>কখন তুমি হবে সেই একক ব্যক্তি</w:t>
      </w:r>
    </w:p>
    <w:p w:rsidR="00672DEA" w:rsidRDefault="007710BF" w:rsidP="00672DEA">
      <w:pPr>
        <w:pStyle w:val="libCenter"/>
        <w:rPr>
          <w:rStyle w:val="libAlaemChar"/>
        </w:rPr>
      </w:pPr>
      <w:r w:rsidRPr="007710BF">
        <w:rPr>
          <w:cs/>
          <w:lang w:bidi="bn-IN"/>
        </w:rPr>
        <w:t>আপন সত্তায় মুগ্ধ ও সুন্দর অভিব্যক্তি।</w:t>
      </w:r>
      <w:r w:rsidRPr="001933EC">
        <w:rPr>
          <w:rStyle w:val="libAlaemChar"/>
        </w:rPr>
        <w:t>”</w:t>
      </w:r>
    </w:p>
    <w:p w:rsidR="00672DEA" w:rsidRDefault="007710BF" w:rsidP="00DA3BE4">
      <w:pPr>
        <w:pStyle w:val="libNormal"/>
        <w:tabs>
          <w:tab w:val="left" w:pos="9000"/>
        </w:tabs>
        <w:rPr>
          <w:lang w:bidi="bn-IN"/>
        </w:rPr>
      </w:pPr>
      <w:r w:rsidRPr="007710BF">
        <w:rPr>
          <w:cs/>
          <w:lang w:bidi="bn-IN"/>
        </w:rPr>
        <w:t>যদি তুমি নিজেকে উদাহরণ করতে পারতে তবে একাকিত্বের সময় কারো প্রয়োজন অনুভব করতেনা। বরং আপন সৌন্দর্যে মুগ্ধ ও বিভোর হতে। নিজেকে হারিয়েছ বলেই নিজের সত্তাকে অনুভব করনা ও একাকিত্বে ভয় পাও।</w:t>
      </w:r>
    </w:p>
    <w:p w:rsidR="00084418" w:rsidRDefault="007710BF" w:rsidP="00DA3BE4">
      <w:pPr>
        <w:pStyle w:val="libNormal"/>
        <w:tabs>
          <w:tab w:val="left" w:pos="9000"/>
        </w:tabs>
        <w:rPr>
          <w:cs/>
          <w:lang w:bidi="bn-IN"/>
        </w:rPr>
      </w:pPr>
      <w:r w:rsidRPr="00084418">
        <w:rPr>
          <w:cs/>
          <w:lang w:bidi="bn-IN"/>
        </w:rPr>
        <w:t xml:space="preserve">নিজের </w:t>
      </w:r>
      <w:r w:rsidR="005E5BE9" w:rsidRPr="00084418">
        <w:rPr>
          <w:cs/>
          <w:lang w:bidi="bn-IN"/>
        </w:rPr>
        <w:t>প্রকৃত</w:t>
      </w:r>
      <w:r w:rsidRPr="00084418">
        <w:rPr>
          <w:cs/>
          <w:lang w:bidi="bn-IN"/>
        </w:rPr>
        <w:t xml:space="preserve"> সত্তাকে জানা ও উদ্ঘাটন </w:t>
      </w:r>
      <w:r w:rsidR="00D009A1" w:rsidRPr="00084418">
        <w:rPr>
          <w:cs/>
          <w:lang w:bidi="bn-IN"/>
        </w:rPr>
        <w:t>আল্লাহর</w:t>
      </w:r>
      <w:r w:rsidRPr="00084418">
        <w:rPr>
          <w:rFonts w:hint="cs"/>
          <w:cs/>
          <w:lang w:bidi="bn-IN"/>
        </w:rPr>
        <w:t xml:space="preserve"> প্রতি মনঃসংযোগ ও ইবাদতের প্রাণ। মানু</w:t>
      </w:r>
      <w:r w:rsidR="00084418">
        <w:rPr>
          <w:cs/>
          <w:lang w:bidi="bn-IN"/>
        </w:rPr>
        <w:t>ষ</w:t>
      </w:r>
      <w:r w:rsidR="00084418">
        <w:rPr>
          <w:lang w:bidi="bn-IN"/>
        </w:rPr>
        <w:t xml:space="preserve"> </w:t>
      </w:r>
      <w:r w:rsidRPr="00084418">
        <w:rPr>
          <w:cs/>
          <w:lang w:bidi="bn-IN"/>
        </w:rPr>
        <w:t>ইবাদতের মধ্যেই তার প্রকৃত সত্তা ও স্রষ্টার সান্নিধ্যকে অনুভব করে। সুতরাং আরেফগণ এ পর্যায়</w:t>
      </w:r>
      <w:r w:rsidR="00084418">
        <w:rPr>
          <w:lang w:bidi="bn-IN"/>
        </w:rPr>
        <w:t xml:space="preserve"> </w:t>
      </w:r>
      <w:r w:rsidRPr="00084418">
        <w:rPr>
          <w:cs/>
          <w:lang w:bidi="bn-IN"/>
        </w:rPr>
        <w:t xml:space="preserve">পর্যন্ত বিষয়টিকে অনুধাবন করেছেন। কিন্তু </w:t>
      </w:r>
      <w:r w:rsidR="00591FD9" w:rsidRPr="00084418">
        <w:rPr>
          <w:cs/>
          <w:lang w:bidi="bn-IN"/>
        </w:rPr>
        <w:t>নাফসের</w:t>
      </w:r>
      <w:r w:rsidRPr="00084418">
        <w:rPr>
          <w:cs/>
          <w:lang w:bidi="bn-IN"/>
        </w:rPr>
        <w:t xml:space="preserve"> বিরুদ্ধে সংগ্রামের বিষয়ে এরফান আত্মসম্মান ও</w:t>
      </w:r>
      <w:r w:rsidR="00084418">
        <w:rPr>
          <w:lang w:bidi="bn-IN"/>
        </w:rPr>
        <w:t xml:space="preserve"> </w:t>
      </w:r>
      <w:r w:rsidRPr="00084418">
        <w:rPr>
          <w:cs/>
          <w:lang w:bidi="bn-IN"/>
        </w:rPr>
        <w:t xml:space="preserve">মর্যাদাবোধের (মূলত যার উপর ভিত্তি করে মানুষ উচ্চ পর্যায়ে </w:t>
      </w:r>
      <w:r w:rsidR="00611BB9">
        <w:rPr>
          <w:cs/>
          <w:lang w:bidi="bn-IN"/>
        </w:rPr>
        <w:t>পৌ</w:t>
      </w:r>
      <w:r w:rsidRPr="00084418">
        <w:rPr>
          <w:cs/>
          <w:lang w:bidi="bn-IN"/>
        </w:rPr>
        <w:t>ছতে পারে) প্রতি খুব কমই দৃষ্টি</w:t>
      </w:r>
      <w:r w:rsidR="00084418">
        <w:rPr>
          <w:lang w:bidi="bn-IN"/>
        </w:rPr>
        <w:t xml:space="preserve"> </w:t>
      </w:r>
      <w:r w:rsidRPr="00084418">
        <w:rPr>
          <w:cs/>
          <w:lang w:bidi="bn-IN"/>
        </w:rPr>
        <w:t>দিয়েছেন। এত কম দৃষ্টি দিয়েছেন যে</w:t>
      </w:r>
      <w:r w:rsidR="00895143" w:rsidRPr="00084418">
        <w:t>,</w:t>
      </w:r>
      <w:r w:rsidRPr="00084418">
        <w:rPr>
          <w:cs/>
          <w:lang w:bidi="bn-IN"/>
        </w:rPr>
        <w:t>বলা যায় একেবারেই নেই। যদি ইসলামের বিধি-বিধানের প্রতি</w:t>
      </w:r>
      <w:r w:rsidR="00084418">
        <w:rPr>
          <w:lang w:bidi="bn-IN"/>
        </w:rPr>
        <w:t xml:space="preserve"> </w:t>
      </w:r>
      <w:r w:rsidRPr="00084418">
        <w:rPr>
          <w:cs/>
          <w:lang w:bidi="bn-IN"/>
        </w:rPr>
        <w:t xml:space="preserve">লক্ষ্য করি তাহলে দেখব আরেফগণ </w:t>
      </w:r>
      <w:r w:rsidR="00611BB9">
        <w:rPr>
          <w:cs/>
          <w:lang w:bidi="bn-IN"/>
        </w:rPr>
        <w:t>তা</w:t>
      </w:r>
      <w:r w:rsidRPr="00084418">
        <w:rPr>
          <w:cs/>
          <w:lang w:bidi="bn-IN"/>
        </w:rPr>
        <w:t>দের সকল দিক-নির্দেশনা ইসলাম থেকেই গ্রহণ করেছেন</w:t>
      </w:r>
      <w:r w:rsidR="00895143" w:rsidRPr="00084418">
        <w:t>,</w:t>
      </w:r>
      <w:r w:rsidRPr="00084418">
        <w:rPr>
          <w:cs/>
          <w:lang w:bidi="bn-IN"/>
        </w:rPr>
        <w:t>কিন্তু</w:t>
      </w:r>
      <w:r w:rsidR="00084418">
        <w:rPr>
          <w:lang w:bidi="bn-IN"/>
        </w:rPr>
        <w:t xml:space="preserve"> </w:t>
      </w:r>
      <w:r w:rsidRPr="00084418">
        <w:rPr>
          <w:cs/>
          <w:lang w:bidi="bn-IN"/>
        </w:rPr>
        <w:t xml:space="preserve">এ দিক-নির্দেশনার প্রতি কম দৃষ্টি দিয়েছেন। সম্ভবত এ বিষয়টিকে </w:t>
      </w:r>
      <w:r w:rsidR="00FE6D44">
        <w:rPr>
          <w:cs/>
          <w:lang w:bidi="bn-IN"/>
        </w:rPr>
        <w:t>তারা</w:t>
      </w:r>
      <w:r w:rsidRPr="00084418">
        <w:rPr>
          <w:cs/>
          <w:lang w:bidi="bn-IN"/>
        </w:rPr>
        <w:t xml:space="preserve"> তেমনভাবে বুঝতে ব্যর্থ</w:t>
      </w:r>
      <w:r w:rsidR="00084418">
        <w:rPr>
          <w:lang w:bidi="bn-IN"/>
        </w:rPr>
        <w:t xml:space="preserve"> </w:t>
      </w:r>
      <w:r w:rsidRPr="00084418">
        <w:rPr>
          <w:cs/>
          <w:lang w:bidi="bn-IN"/>
        </w:rPr>
        <w:t>হয়েছেন।</w:t>
      </w:r>
    </w:p>
    <w:p w:rsidR="00084418" w:rsidRPr="00E10565" w:rsidRDefault="00084418" w:rsidP="009848A8">
      <w:pPr>
        <w:pStyle w:val="libNormal"/>
        <w:rPr>
          <w:rtl/>
          <w:cs/>
        </w:rPr>
      </w:pPr>
      <w:r>
        <w:rPr>
          <w:cs/>
          <w:lang w:bidi="bn-IN"/>
        </w:rPr>
        <w:br w:type="page"/>
      </w:r>
    </w:p>
    <w:p w:rsidR="00084418" w:rsidRDefault="007710BF" w:rsidP="00084418">
      <w:pPr>
        <w:pStyle w:val="Heading1"/>
        <w:rPr>
          <w:lang w:bidi="bn-IN"/>
        </w:rPr>
      </w:pPr>
      <w:bookmarkStart w:id="48" w:name="_Toc392601457"/>
      <w:r w:rsidRPr="00084418">
        <w:rPr>
          <w:cs/>
          <w:lang w:bidi="bn-IN"/>
        </w:rPr>
        <w:t>কোরআন ও হাদীসে আত্মমর্যাদাবোধ</w:t>
      </w:r>
      <w:bookmarkEnd w:id="48"/>
    </w:p>
    <w:p w:rsidR="004C262C" w:rsidRDefault="007710BF" w:rsidP="00DA3BE4">
      <w:pPr>
        <w:pStyle w:val="libNormal"/>
        <w:tabs>
          <w:tab w:val="left" w:pos="9000"/>
        </w:tabs>
        <w:rPr>
          <w:lang w:bidi="bn-IN"/>
        </w:rPr>
      </w:pPr>
      <w:r w:rsidRPr="004C262C">
        <w:rPr>
          <w:cs/>
          <w:lang w:bidi="bn-IN"/>
        </w:rPr>
        <w:t xml:space="preserve">ইসলামে যেমন </w:t>
      </w:r>
      <w:r w:rsidR="00D009A1" w:rsidRPr="004C262C">
        <w:rPr>
          <w:cs/>
          <w:lang w:bidi="bn-IN"/>
        </w:rPr>
        <w:t>প্রবৃত্তি</w:t>
      </w:r>
      <w:r w:rsidRPr="004C262C">
        <w:rPr>
          <w:cs/>
          <w:lang w:bidi="bn-IN"/>
        </w:rPr>
        <w:t>র সঙ্গে সংগ্রামের নির্দেশ সম্বলিত বাণী</w:t>
      </w:r>
      <w:r w:rsidR="003936CB" w:rsidRPr="004C262C">
        <w:t>-</w:t>
      </w:r>
      <w:r w:rsidR="00C621EA">
        <w:t xml:space="preserve"> </w:t>
      </w:r>
      <w:r w:rsidR="00C621EA" w:rsidRPr="00C621EA">
        <w:rPr>
          <w:cs/>
          <w:lang w:bidi="bn-IN"/>
        </w:rPr>
        <w:t>উদাহরণস্বরূপ</w:t>
      </w:r>
      <w:r w:rsidR="00C621EA">
        <w:rPr>
          <w:lang w:bidi="bn-IN"/>
        </w:rPr>
        <w:t>-</w:t>
      </w:r>
    </w:p>
    <w:p w:rsidR="00F354C4" w:rsidRDefault="00C621EA" w:rsidP="00B47DE5">
      <w:pPr>
        <w:pStyle w:val="libNormal"/>
        <w:rPr>
          <w:rtl/>
        </w:rPr>
      </w:pPr>
      <w:r w:rsidRPr="009848A8">
        <w:rPr>
          <w:rStyle w:val="libArChar"/>
          <w:rtl/>
        </w:rPr>
        <w:t>موتوا</w:t>
      </w:r>
      <w:r w:rsidRPr="009848A8">
        <w:rPr>
          <w:rStyle w:val="libArChar"/>
          <w:rFonts w:hint="cs"/>
          <w:rtl/>
        </w:rPr>
        <w:t xml:space="preserve"> </w:t>
      </w:r>
      <w:r w:rsidRPr="009848A8">
        <w:rPr>
          <w:rStyle w:val="libArChar"/>
          <w:rtl/>
        </w:rPr>
        <w:t>قبل</w:t>
      </w:r>
      <w:r w:rsidRPr="009848A8">
        <w:rPr>
          <w:rStyle w:val="libArChar"/>
          <w:rFonts w:hint="cs"/>
          <w:rtl/>
        </w:rPr>
        <w:t xml:space="preserve"> </w:t>
      </w:r>
      <w:r w:rsidRPr="009848A8">
        <w:rPr>
          <w:rStyle w:val="libArChar"/>
          <w:rtl/>
        </w:rPr>
        <w:t>أن</w:t>
      </w:r>
      <w:r w:rsidRPr="009848A8">
        <w:rPr>
          <w:rStyle w:val="libArChar"/>
          <w:rFonts w:hint="cs"/>
          <w:rtl/>
        </w:rPr>
        <w:t xml:space="preserve"> </w:t>
      </w:r>
      <w:r w:rsidRPr="009848A8">
        <w:rPr>
          <w:rStyle w:val="libArChar"/>
          <w:rtl/>
        </w:rPr>
        <w:t>تموتوا،</w:t>
      </w:r>
      <w:r w:rsidRPr="009848A8">
        <w:rPr>
          <w:rStyle w:val="libArChar"/>
          <w:rFonts w:hint="cs"/>
          <w:rtl/>
        </w:rPr>
        <w:t xml:space="preserve"> </w:t>
      </w:r>
      <w:r w:rsidRPr="009848A8">
        <w:rPr>
          <w:rStyle w:val="libArChar"/>
          <w:rtl/>
        </w:rPr>
        <w:t>إنّ</w:t>
      </w:r>
      <w:r w:rsidRPr="009848A8">
        <w:rPr>
          <w:rStyle w:val="libArChar"/>
          <w:rFonts w:hint="cs"/>
          <w:rtl/>
        </w:rPr>
        <w:t xml:space="preserve"> </w:t>
      </w:r>
      <w:r w:rsidRPr="009848A8">
        <w:rPr>
          <w:rStyle w:val="libArChar"/>
          <w:rtl/>
        </w:rPr>
        <w:t>النّفس</w:t>
      </w:r>
      <w:r w:rsidRPr="009848A8">
        <w:rPr>
          <w:rStyle w:val="libArChar"/>
          <w:rFonts w:hint="cs"/>
          <w:rtl/>
        </w:rPr>
        <w:t xml:space="preserve"> </w:t>
      </w:r>
      <w:r w:rsidRPr="009848A8">
        <w:rPr>
          <w:rStyle w:val="libArChar"/>
          <w:rtl/>
        </w:rPr>
        <w:t>لامّارة</w:t>
      </w:r>
      <w:r w:rsidRPr="009848A8">
        <w:rPr>
          <w:rStyle w:val="libArChar"/>
          <w:rFonts w:hint="cs"/>
          <w:rtl/>
        </w:rPr>
        <w:t xml:space="preserve"> </w:t>
      </w:r>
      <w:r w:rsidRPr="009848A8">
        <w:rPr>
          <w:rStyle w:val="libArChar"/>
          <w:rtl/>
        </w:rPr>
        <w:t>بالسوء</w:t>
      </w:r>
      <w:r w:rsidRPr="009848A8">
        <w:rPr>
          <w:rStyle w:val="libArChar"/>
          <w:rFonts w:hint="cs"/>
          <w:rtl/>
        </w:rPr>
        <w:t xml:space="preserve"> </w:t>
      </w:r>
      <w:r w:rsidRPr="009848A8">
        <w:rPr>
          <w:rStyle w:val="libArChar"/>
          <w:rtl/>
        </w:rPr>
        <w:t>نهی</w:t>
      </w:r>
      <w:r w:rsidRPr="009848A8">
        <w:rPr>
          <w:rStyle w:val="libArChar"/>
          <w:rFonts w:hint="cs"/>
          <w:rtl/>
        </w:rPr>
        <w:t xml:space="preserve"> </w:t>
      </w:r>
      <w:r w:rsidRPr="009848A8">
        <w:rPr>
          <w:rStyle w:val="libArChar"/>
          <w:rtl/>
        </w:rPr>
        <w:t>النّفس</w:t>
      </w:r>
      <w:r w:rsidRPr="009848A8">
        <w:rPr>
          <w:rStyle w:val="libArChar"/>
          <w:rFonts w:hint="cs"/>
          <w:rtl/>
        </w:rPr>
        <w:t xml:space="preserve"> </w:t>
      </w:r>
      <w:r w:rsidRPr="009848A8">
        <w:rPr>
          <w:rStyle w:val="libArChar"/>
          <w:rtl/>
        </w:rPr>
        <w:t>عن</w:t>
      </w:r>
      <w:r w:rsidRPr="009848A8">
        <w:rPr>
          <w:rStyle w:val="libArChar"/>
          <w:rFonts w:hint="cs"/>
          <w:rtl/>
        </w:rPr>
        <w:t xml:space="preserve"> </w:t>
      </w:r>
      <w:r w:rsidRPr="009848A8">
        <w:rPr>
          <w:rStyle w:val="libArChar"/>
          <w:rtl/>
        </w:rPr>
        <w:t>الهوی</w:t>
      </w:r>
      <w:r w:rsidRPr="009848A8">
        <w:rPr>
          <w:rStyle w:val="libArChar"/>
        </w:rPr>
        <w:t xml:space="preserve"> </w:t>
      </w:r>
      <w:r w:rsidRPr="009848A8">
        <w:rPr>
          <w:cs/>
          <w:lang w:bidi="bn-IN"/>
        </w:rPr>
        <w:t>এবং</w:t>
      </w:r>
      <w:r w:rsidR="009848A8" w:rsidRPr="009848A8">
        <w:t xml:space="preserve"> </w:t>
      </w:r>
      <w:r w:rsidR="009848A8" w:rsidRPr="009848A8">
        <w:rPr>
          <w:rStyle w:val="libAieChar"/>
          <w:rtl/>
        </w:rPr>
        <w:t xml:space="preserve">قَدْ أَفْلَحَ مَن زَكَّاهَا وَقَدْ خَابَ مَن دَسَّاهَا </w:t>
      </w:r>
      <w:r w:rsidR="009848A8" w:rsidRPr="009848A8">
        <w:rPr>
          <w:cs/>
          <w:lang w:bidi="bn-IN"/>
        </w:rPr>
        <w:t>রয়েছে তেমনি</w:t>
      </w:r>
      <w:r w:rsidR="009848A8">
        <w:rPr>
          <w:lang w:bidi="bn-IN"/>
        </w:rPr>
        <w:t xml:space="preserve"> </w:t>
      </w:r>
      <w:r w:rsidR="007710BF" w:rsidRPr="00C621EA">
        <w:rPr>
          <w:cs/>
          <w:lang w:bidi="bn-IN"/>
        </w:rPr>
        <w:t>আত্মমর্যাদাবোধের প্রতিও দৃষ্টি দেয়া হয়েছে।</w:t>
      </w:r>
      <w:r w:rsidR="00751340">
        <w:t xml:space="preserve"> </w:t>
      </w:r>
      <w:r w:rsidR="007710BF" w:rsidRPr="00C621EA">
        <w:rPr>
          <w:cs/>
          <w:lang w:bidi="bn-IN"/>
        </w:rPr>
        <w:t>তার নমুনা হচ্ছে সূরা মুনাফিকুনের এ আয়াত</w:t>
      </w:r>
      <w:r w:rsidR="003936CB" w:rsidRPr="00C621EA">
        <w:t>-</w:t>
      </w:r>
      <w:r w:rsidR="00B47DE5">
        <w:t xml:space="preserve"> </w:t>
      </w:r>
      <w:r w:rsidR="00B47DE5" w:rsidRPr="00B47DE5">
        <w:rPr>
          <w:rStyle w:val="libAieChar"/>
          <w:rtl/>
        </w:rPr>
        <w:t>وَلِلَّـهِ الْعِزَّةُ وَلِرَ‌سُولِهِ وَلِلْمُؤْمِنِينَ</w:t>
      </w:r>
      <w:r w:rsidR="00B47DE5" w:rsidRPr="00B47DE5">
        <w:rPr>
          <w:rStyle w:val="libAieChar"/>
        </w:rPr>
        <w:t xml:space="preserve"> </w:t>
      </w:r>
      <w:r w:rsidR="007710BF" w:rsidRPr="00C640B7">
        <w:rPr>
          <w:rStyle w:val="libAlaemChar"/>
        </w:rPr>
        <w:t>“</w:t>
      </w:r>
      <w:r w:rsidR="007710BF" w:rsidRPr="00C621EA">
        <w:rPr>
          <w:cs/>
          <w:lang w:bidi="bn-IN"/>
        </w:rPr>
        <w:t>সম্মান আ</w:t>
      </w:r>
      <w:r w:rsidR="006B46F0" w:rsidRPr="00C621EA">
        <w:rPr>
          <w:cs/>
          <w:lang w:bidi="bn-IN"/>
        </w:rPr>
        <w:t>ল্লা</w:t>
      </w:r>
      <w:r w:rsidR="007710BF" w:rsidRPr="00C621EA">
        <w:rPr>
          <w:rFonts w:hint="cs"/>
          <w:cs/>
          <w:lang w:bidi="bn-IN"/>
        </w:rPr>
        <w:t>হ্</w:t>
      </w:r>
      <w:r w:rsidR="00895143" w:rsidRPr="00C621EA">
        <w:t>,</w:t>
      </w:r>
      <w:r w:rsidR="00FE6D44">
        <w:rPr>
          <w:cs/>
          <w:lang w:bidi="bn-IN"/>
        </w:rPr>
        <w:t>তার</w:t>
      </w:r>
      <w:r w:rsidR="00B47DE5">
        <w:t xml:space="preserve"> </w:t>
      </w:r>
      <w:r w:rsidR="007710BF" w:rsidRPr="00C621EA">
        <w:rPr>
          <w:cs/>
          <w:lang w:bidi="bn-IN"/>
        </w:rPr>
        <w:t>রাসূল ও মুমিনদের জন্য।</w:t>
      </w:r>
      <w:r w:rsidR="007710BF" w:rsidRPr="00C640B7">
        <w:rPr>
          <w:rStyle w:val="libAlaemChar"/>
        </w:rPr>
        <w:t>”</w:t>
      </w:r>
      <w:r w:rsidR="007710BF" w:rsidRPr="00C621EA">
        <w:t xml:space="preserve"> </w:t>
      </w:r>
      <w:r w:rsidR="007710BF" w:rsidRPr="00C621EA">
        <w:rPr>
          <w:cs/>
          <w:lang w:bidi="bn-IN"/>
        </w:rPr>
        <w:t>কোরআন বলেনি যে</w:t>
      </w:r>
      <w:r w:rsidR="00895143" w:rsidRPr="00C621EA">
        <w:t>,</w:t>
      </w:r>
      <w:r w:rsidR="007710BF" w:rsidRPr="00C621EA">
        <w:rPr>
          <w:cs/>
          <w:lang w:bidi="bn-IN"/>
        </w:rPr>
        <w:t>আত্মমর্যাদাবোধ আত্মপূজার শামিল। মানুষ যেহেতু</w:t>
      </w:r>
      <w:r w:rsidR="00B47DE5">
        <w:t xml:space="preserve"> </w:t>
      </w:r>
      <w:r w:rsidR="007710BF" w:rsidRPr="00C621EA">
        <w:rPr>
          <w:cs/>
          <w:lang w:bidi="bn-IN"/>
        </w:rPr>
        <w:t>প্রকৃতিগতভাবেই অন্য মানুষের মুখাপেক্ষী তাই প্রয়োজন উপস্থাপনের ক্ষেত্রে এ বিষয়টি</w:t>
      </w:r>
      <w:r w:rsidR="00B47DE5">
        <w:t xml:space="preserve"> </w:t>
      </w:r>
      <w:r w:rsidR="007710BF" w:rsidRPr="00C621EA">
        <w:rPr>
          <w:rtl/>
          <w:cs/>
        </w:rPr>
        <w:t>(</w:t>
      </w:r>
      <w:r w:rsidR="007710BF" w:rsidRPr="00C621EA">
        <w:rPr>
          <w:rtl/>
          <w:cs/>
          <w:lang w:bidi="bn-IN"/>
        </w:rPr>
        <w:t>আত্মসম্মানবোধ</w:t>
      </w:r>
      <w:r w:rsidR="007710BF" w:rsidRPr="00C621EA">
        <w:rPr>
          <w:rtl/>
          <w:cs/>
        </w:rPr>
        <w:t xml:space="preserve">) </w:t>
      </w:r>
      <w:r w:rsidR="007710BF" w:rsidRPr="00C621EA">
        <w:rPr>
          <w:rtl/>
          <w:cs/>
          <w:lang w:bidi="bn-IN"/>
        </w:rPr>
        <w:t xml:space="preserve">লক্ষ্য রাখার জন্য উপদেশ দিয়ে রাসূল </w:t>
      </w:r>
      <w:r w:rsidR="007710BF" w:rsidRPr="00C621EA">
        <w:rPr>
          <w:rtl/>
          <w:cs/>
        </w:rPr>
        <w:t>(</w:t>
      </w:r>
      <w:r w:rsidR="007710BF" w:rsidRPr="00C621EA">
        <w:rPr>
          <w:rtl/>
          <w:cs/>
          <w:lang w:bidi="bn-IN"/>
        </w:rPr>
        <w:t>সা</w:t>
      </w:r>
      <w:r w:rsidR="007710BF" w:rsidRPr="00C621EA">
        <w:rPr>
          <w:rtl/>
          <w:cs/>
        </w:rPr>
        <w:t xml:space="preserve">.) </w:t>
      </w:r>
      <w:r w:rsidR="007710BF" w:rsidRPr="00C621EA">
        <w:rPr>
          <w:rtl/>
          <w:cs/>
          <w:lang w:bidi="bn-IN"/>
        </w:rPr>
        <w:t>বলেছেন</w:t>
      </w:r>
      <w:r w:rsidR="00895143" w:rsidRPr="00C621EA">
        <w:t>,</w:t>
      </w:r>
      <w:r w:rsidR="00B47DE5">
        <w:t xml:space="preserve"> </w:t>
      </w:r>
      <w:r w:rsidR="00B47DE5" w:rsidRPr="00B47DE5">
        <w:rPr>
          <w:rStyle w:val="libArChar"/>
          <w:rFonts w:hint="cs"/>
          <w:rtl/>
        </w:rPr>
        <w:t>اطلبوا الحوائج بعزّة الآنفس</w:t>
      </w:r>
      <w:r w:rsidR="00B47DE5" w:rsidRPr="00B47DE5">
        <w:rPr>
          <w:rStyle w:val="libArChar"/>
        </w:rPr>
        <w:t xml:space="preserve"> </w:t>
      </w:r>
      <w:r w:rsidR="007710BF" w:rsidRPr="00C640B7">
        <w:rPr>
          <w:rStyle w:val="libAlaemChar"/>
        </w:rPr>
        <w:t>“</w:t>
      </w:r>
      <w:r w:rsidR="007710BF" w:rsidRPr="00C621EA">
        <w:rPr>
          <w:cs/>
          <w:lang w:bidi="bn-IN"/>
        </w:rPr>
        <w:t>তোমার প্রয়োজনকে আত্মসম্মান বজায় রেখে চাও</w:t>
      </w:r>
      <w:r w:rsidR="007710BF" w:rsidRPr="00C640B7">
        <w:rPr>
          <w:rStyle w:val="libAlaemChar"/>
        </w:rPr>
        <w:t>”</w:t>
      </w:r>
      <w:r w:rsidR="007710BF" w:rsidRPr="00C621EA">
        <w:t xml:space="preserve"> </w:t>
      </w:r>
      <w:r w:rsidR="007710BF" w:rsidRPr="00C621EA">
        <w:rPr>
          <w:cs/>
          <w:lang w:bidi="bn-IN"/>
        </w:rPr>
        <w:t xml:space="preserve">অর্থাৎ কারো নিকট ব্যক্তিত্ব হানী করে কিছু চেয়োনা। তাতে তোমার সম্মান থাকবে না। </w:t>
      </w:r>
      <w:r w:rsidR="00D009A1" w:rsidRPr="00C621EA">
        <w:rPr>
          <w:cs/>
          <w:lang w:bidi="bn-IN"/>
        </w:rPr>
        <w:t>প্রবৃত্তি</w:t>
      </w:r>
      <w:r w:rsidR="007710BF" w:rsidRPr="00C621EA">
        <w:rPr>
          <w:cs/>
          <w:lang w:bidi="bn-IN"/>
        </w:rPr>
        <w:t>র বিরুদ্ধে সংগ্রামের অজুহাতে ভিক্ষুকের মতো কারো</w:t>
      </w:r>
      <w:r w:rsidR="00B47DE5">
        <w:t xml:space="preserve"> </w:t>
      </w:r>
      <w:r w:rsidR="007710BF" w:rsidRPr="00C621EA">
        <w:rPr>
          <w:cs/>
          <w:lang w:bidi="bn-IN"/>
        </w:rPr>
        <w:t>নিকট কিছু চাইবে না। কারণ ইসলাম তার অনুমতি দেয় না। যদি প্রয়োজনে মানুষের দ্বারস্থ হতে হয়</w:t>
      </w:r>
      <w:r w:rsidR="00B47DE5">
        <w:t xml:space="preserve"> </w:t>
      </w:r>
      <w:r w:rsidR="007710BF" w:rsidRPr="00C621EA">
        <w:rPr>
          <w:cs/>
          <w:lang w:bidi="bn-IN"/>
        </w:rPr>
        <w:t>তাহলে আত্মসম্মান বজায় রেখে তা চাও ও নাও।</w:t>
      </w:r>
    </w:p>
    <w:p w:rsidR="00F354C4" w:rsidRDefault="007710BF" w:rsidP="00B47DE5">
      <w:pPr>
        <w:pStyle w:val="libNormal"/>
        <w:rPr>
          <w:rtl/>
        </w:rPr>
      </w:pPr>
      <w:r w:rsidRPr="00C621EA">
        <w:rPr>
          <w:cs/>
          <w:lang w:bidi="bn-IN"/>
        </w:rPr>
        <w:t xml:space="preserve">লক্ষ্য করুন আলী </w:t>
      </w:r>
      <w:r w:rsidRPr="00C621EA">
        <w:rPr>
          <w:rtl/>
          <w:cs/>
        </w:rPr>
        <w:t>(</w:t>
      </w:r>
      <w:r w:rsidRPr="00C621EA">
        <w:rPr>
          <w:rtl/>
          <w:cs/>
          <w:lang w:bidi="bn-IN"/>
        </w:rPr>
        <w:t>আ</w:t>
      </w:r>
      <w:r w:rsidRPr="00C621EA">
        <w:rPr>
          <w:rtl/>
          <w:cs/>
        </w:rPr>
        <w:t xml:space="preserve">.) </w:t>
      </w:r>
      <w:r w:rsidRPr="00C621EA">
        <w:rPr>
          <w:rtl/>
          <w:cs/>
          <w:lang w:bidi="bn-IN"/>
        </w:rPr>
        <w:t>যুদ্ধের ময়দানে কি বলছেন</w:t>
      </w:r>
      <w:r w:rsidR="00895143" w:rsidRPr="00C621EA">
        <w:t>,</w:t>
      </w:r>
    </w:p>
    <w:p w:rsidR="00F354C4" w:rsidRPr="00F354C4" w:rsidRDefault="00F354C4" w:rsidP="00F354C4">
      <w:pPr>
        <w:pStyle w:val="libAr"/>
        <w:rPr>
          <w:rtl/>
        </w:rPr>
      </w:pPr>
      <w:r>
        <w:rPr>
          <w:rFonts w:hint="cs"/>
          <w:rtl/>
        </w:rPr>
        <w:t>فالموت فی حیاتکم مقهورین و الحیاة فی موتکم قاهرین</w:t>
      </w:r>
    </w:p>
    <w:p w:rsidR="00F354C4" w:rsidRDefault="007710BF" w:rsidP="00B47DE5">
      <w:pPr>
        <w:pStyle w:val="libNormal"/>
      </w:pPr>
      <w:r w:rsidRPr="00C640B7">
        <w:rPr>
          <w:rStyle w:val="libAlaemChar"/>
        </w:rPr>
        <w:t>“</w:t>
      </w:r>
      <w:r w:rsidRPr="00C621EA">
        <w:rPr>
          <w:cs/>
          <w:lang w:bidi="bn-IN"/>
        </w:rPr>
        <w:t xml:space="preserve">তোমাদের </w:t>
      </w:r>
      <w:r w:rsidR="005E5BE9" w:rsidRPr="00C621EA">
        <w:rPr>
          <w:cs/>
          <w:lang w:bidi="bn-IN"/>
        </w:rPr>
        <w:t>প্রকৃত</w:t>
      </w:r>
      <w:r w:rsidRPr="00C621EA">
        <w:rPr>
          <w:cs/>
          <w:lang w:bidi="bn-IN"/>
        </w:rPr>
        <w:t xml:space="preserve"> মৃত্যু অন্যের আনুগত্যের মধ্যে বেঁচে থাকা </w:t>
      </w:r>
      <w:r w:rsidR="00F354C4">
        <w:rPr>
          <w:cs/>
          <w:lang w:bidi="bn-IN"/>
        </w:rPr>
        <w:t>এবং প্রকৃত জীবন হলো স্বাধীনভাবে</w:t>
      </w:r>
      <w:r w:rsidR="00F354C4">
        <w:t xml:space="preserve"> </w:t>
      </w:r>
      <w:r w:rsidR="009E7BEE" w:rsidRPr="00C621EA">
        <w:rPr>
          <w:cs/>
          <w:lang w:bidi="bn-IN"/>
        </w:rPr>
        <w:t>মৃত্যু</w:t>
      </w:r>
      <w:r w:rsidRPr="00C621EA">
        <w:rPr>
          <w:cs/>
          <w:lang w:bidi="bn-IN"/>
        </w:rPr>
        <w:t xml:space="preserve"> লাভের মধ্যে।</w:t>
      </w:r>
      <w:r w:rsidRPr="00C640B7">
        <w:rPr>
          <w:rStyle w:val="libAlaemChar"/>
        </w:rPr>
        <w:t>”</w:t>
      </w:r>
      <w:r w:rsidR="00F354C4">
        <w:t xml:space="preserve"> </w:t>
      </w:r>
      <w:r w:rsidRPr="00C621EA">
        <w:t>(</w:t>
      </w:r>
      <w:r w:rsidRPr="00C621EA">
        <w:rPr>
          <w:cs/>
          <w:lang w:bidi="bn-IN"/>
        </w:rPr>
        <w:t>নাহজুল বালাগাহ্</w:t>
      </w:r>
      <w:r w:rsidR="00895143" w:rsidRPr="00C621EA">
        <w:t>,</w:t>
      </w:r>
      <w:r w:rsidRPr="00C621EA">
        <w:rPr>
          <w:cs/>
          <w:lang w:bidi="bn-IN"/>
        </w:rPr>
        <w:t>খুতবা নং ৫১</w:t>
      </w:r>
      <w:r w:rsidRPr="00C621EA">
        <w:rPr>
          <w:rtl/>
          <w:cs/>
        </w:rPr>
        <w:t xml:space="preserve">) </w:t>
      </w:r>
      <w:r w:rsidRPr="00C621EA">
        <w:rPr>
          <w:rtl/>
          <w:cs/>
          <w:lang w:bidi="bn-IN"/>
        </w:rPr>
        <w:t>এ</w:t>
      </w:r>
      <w:r w:rsidR="00F354C4">
        <w:rPr>
          <w:cs/>
          <w:lang w:bidi="bn-IN"/>
        </w:rPr>
        <w:t>খানে তিনি আত্মমর্যাদাবোধের কথাই</w:t>
      </w:r>
      <w:r w:rsidR="00F354C4">
        <w:t xml:space="preserve"> </w:t>
      </w:r>
      <w:r w:rsidRPr="00C621EA">
        <w:rPr>
          <w:cs/>
          <w:lang w:bidi="bn-IN"/>
        </w:rPr>
        <w:t>বলেছেন।</w:t>
      </w:r>
    </w:p>
    <w:p w:rsidR="00F354C4" w:rsidRDefault="007710BF" w:rsidP="00F354C4">
      <w:pPr>
        <w:pStyle w:val="libCenter"/>
      </w:pPr>
      <w:r w:rsidRPr="00C640B7">
        <w:rPr>
          <w:rStyle w:val="libAlaemChar"/>
        </w:rPr>
        <w:t>“</w:t>
      </w:r>
      <w:r w:rsidRPr="00C621EA">
        <w:rPr>
          <w:cs/>
          <w:lang w:bidi="bn-IN"/>
        </w:rPr>
        <w:t xml:space="preserve">কাঁদিয়ে বন্ধুদের তুমি </w:t>
      </w:r>
      <w:r w:rsidR="009E7BEE" w:rsidRPr="00C621EA">
        <w:rPr>
          <w:cs/>
          <w:lang w:bidi="bn-IN"/>
        </w:rPr>
        <w:t>মৃত্যু</w:t>
      </w:r>
      <w:r w:rsidR="00F354C4">
        <w:rPr>
          <w:cs/>
          <w:lang w:bidi="bn-IN"/>
        </w:rPr>
        <w:t>কে করেছ বরণ</w:t>
      </w:r>
    </w:p>
    <w:p w:rsidR="00F354C4" w:rsidRDefault="007710BF" w:rsidP="00F354C4">
      <w:pPr>
        <w:pStyle w:val="libCenter"/>
      </w:pPr>
      <w:r w:rsidRPr="00C621EA">
        <w:rPr>
          <w:cs/>
          <w:lang w:bidi="bn-IN"/>
        </w:rPr>
        <w:t>হাসত দুশমন যদি বেঁচে করতে কারাবরণ।</w:t>
      </w:r>
    </w:p>
    <w:p w:rsidR="00F354C4" w:rsidRDefault="007710BF" w:rsidP="00F354C4">
      <w:pPr>
        <w:pStyle w:val="libCenter"/>
      </w:pPr>
      <w:r w:rsidRPr="00C621EA">
        <w:rPr>
          <w:cs/>
          <w:lang w:bidi="bn-IN"/>
        </w:rPr>
        <w:t>আমার ঘৃণা সেই জীবনের প্রতি</w:t>
      </w:r>
    </w:p>
    <w:p w:rsidR="00F354C4" w:rsidRPr="00C640B7" w:rsidRDefault="007710BF" w:rsidP="00F354C4">
      <w:pPr>
        <w:pStyle w:val="libCenter"/>
        <w:rPr>
          <w:rStyle w:val="libAlaemChar"/>
        </w:rPr>
      </w:pPr>
      <w:r w:rsidRPr="00C621EA">
        <w:rPr>
          <w:cs/>
          <w:lang w:bidi="bn-IN"/>
        </w:rPr>
        <w:t>যদি বেঁচে থেকে করি স্বীকার শত্রুর নতি।</w:t>
      </w:r>
      <w:r w:rsidRPr="00C640B7">
        <w:rPr>
          <w:rStyle w:val="libAlaemChar"/>
        </w:rPr>
        <w:t>”</w:t>
      </w:r>
    </w:p>
    <w:p w:rsidR="00F354C4" w:rsidRDefault="007710BF" w:rsidP="00B47DE5">
      <w:pPr>
        <w:pStyle w:val="libNormal"/>
      </w:pPr>
      <w:r w:rsidRPr="00C621EA">
        <w:rPr>
          <w:cs/>
          <w:lang w:bidi="bn-IN"/>
        </w:rPr>
        <w:t xml:space="preserve">ইমামা হুসাইন </w:t>
      </w:r>
      <w:r w:rsidRPr="00C621EA">
        <w:rPr>
          <w:rtl/>
          <w:cs/>
        </w:rPr>
        <w:t>(</w:t>
      </w:r>
      <w:r w:rsidRPr="00C621EA">
        <w:rPr>
          <w:rtl/>
          <w:cs/>
          <w:lang w:bidi="bn-IN"/>
        </w:rPr>
        <w:t>আ</w:t>
      </w:r>
      <w:r w:rsidRPr="00C621EA">
        <w:rPr>
          <w:rtl/>
          <w:cs/>
        </w:rPr>
        <w:t xml:space="preserve">.) </w:t>
      </w:r>
      <w:r w:rsidRPr="00C621EA">
        <w:rPr>
          <w:rtl/>
          <w:cs/>
          <w:lang w:bidi="bn-IN"/>
        </w:rPr>
        <w:t>বলেন</w:t>
      </w:r>
      <w:r w:rsidR="00895143" w:rsidRPr="00C621EA">
        <w:t>,</w:t>
      </w:r>
      <w:r w:rsidR="00F354C4">
        <w:t xml:space="preserve"> </w:t>
      </w:r>
      <w:r w:rsidR="00F354C4" w:rsidRPr="00F354C4">
        <w:rPr>
          <w:rStyle w:val="libArChar"/>
          <w:rFonts w:hint="cs"/>
          <w:rtl/>
        </w:rPr>
        <w:t>موت فی عزّ خیر من حیاة فی ذلّ</w:t>
      </w:r>
      <w:r w:rsidR="00F354C4" w:rsidRPr="00F354C4">
        <w:rPr>
          <w:rStyle w:val="libArChar"/>
        </w:rPr>
        <w:t xml:space="preserve"> </w:t>
      </w:r>
      <w:r w:rsidRPr="00C640B7">
        <w:rPr>
          <w:rStyle w:val="libAlaemChar"/>
        </w:rPr>
        <w:t>“</w:t>
      </w:r>
      <w:r w:rsidRPr="00C621EA">
        <w:rPr>
          <w:cs/>
          <w:lang w:bidi="bn-IN"/>
        </w:rPr>
        <w:t xml:space="preserve">সম্মানের সঙ্গে </w:t>
      </w:r>
      <w:r w:rsidR="009E7BEE" w:rsidRPr="00C621EA">
        <w:rPr>
          <w:cs/>
          <w:lang w:bidi="bn-IN"/>
        </w:rPr>
        <w:t>মৃত্যু</w:t>
      </w:r>
      <w:r w:rsidR="00F354C4">
        <w:rPr>
          <w:cs/>
          <w:lang w:bidi="bn-IN"/>
        </w:rPr>
        <w:t xml:space="preserve"> অসম্মানের সঙ্গে</w:t>
      </w:r>
      <w:r w:rsidR="00F354C4">
        <w:t xml:space="preserve"> </w:t>
      </w:r>
      <w:r w:rsidRPr="00C621EA">
        <w:rPr>
          <w:cs/>
          <w:lang w:bidi="bn-IN"/>
        </w:rPr>
        <w:t>বেঁচে থাকা অপেক্ষা উত্তম।</w:t>
      </w:r>
      <w:r w:rsidRPr="00C640B7">
        <w:rPr>
          <w:rStyle w:val="libAlaemChar"/>
        </w:rPr>
        <w:t>”</w:t>
      </w:r>
      <w:r w:rsidRPr="00C621EA">
        <w:t xml:space="preserve"> (</w:t>
      </w:r>
      <w:r w:rsidRPr="00C621EA">
        <w:rPr>
          <w:cs/>
          <w:lang w:bidi="bn-IN"/>
        </w:rPr>
        <w:t>মুলহাকাতু ইহকাকিল হাক্ব</w:t>
      </w:r>
      <w:r w:rsidRPr="00C621EA">
        <w:rPr>
          <w:rtl/>
          <w:cs/>
        </w:rPr>
        <w:t xml:space="preserve">) </w:t>
      </w:r>
      <w:r w:rsidRPr="00C621EA">
        <w:rPr>
          <w:rtl/>
          <w:cs/>
          <w:lang w:bidi="bn-IN"/>
        </w:rPr>
        <w:t>ইমাম হুসাইনের দর্শন এটা বলে না যে</w:t>
      </w:r>
      <w:r w:rsidR="00895143" w:rsidRPr="00C621EA">
        <w:t>,</w:t>
      </w:r>
      <w:r w:rsidR="00591FD9" w:rsidRPr="00C621EA">
        <w:rPr>
          <w:cs/>
          <w:lang w:bidi="bn-IN"/>
        </w:rPr>
        <w:t>নাফসের</w:t>
      </w:r>
      <w:r w:rsidRPr="00C621EA">
        <w:rPr>
          <w:cs/>
          <w:lang w:bidi="bn-IN"/>
        </w:rPr>
        <w:t xml:space="preserve"> সাথে সংগ্রামের অজুহাতে ইয়াযীদ ও ইবনে জিয়াদের নিকট আত্মসম্মানকে বিকিয়ে দিতে</w:t>
      </w:r>
      <w:r w:rsidR="00F354C4">
        <w:t xml:space="preserve"> </w:t>
      </w:r>
      <w:r w:rsidRPr="00C621EA">
        <w:rPr>
          <w:cs/>
          <w:lang w:bidi="bn-IN"/>
        </w:rPr>
        <w:t>হবে। তাই তিনি বলছেন</w:t>
      </w:r>
      <w:r w:rsidR="00895143" w:rsidRPr="00C621EA">
        <w:t>,</w:t>
      </w:r>
    </w:p>
    <w:p w:rsidR="00F354C4" w:rsidRPr="00F354C4" w:rsidRDefault="00F354C4" w:rsidP="00F354C4">
      <w:pPr>
        <w:pStyle w:val="libAr"/>
        <w:rPr>
          <w:rtl/>
          <w:lang w:bidi="fa-IR"/>
        </w:rPr>
      </w:pPr>
      <w:r>
        <w:rPr>
          <w:rFonts w:hint="cs"/>
          <w:rtl/>
          <w:lang w:bidi="fa-IR"/>
        </w:rPr>
        <w:t>الا و انّ الدّعیّ ابن الدّعی قد رکز بین السلّة و و الذلّة و هیهات منّا الذلة یابی الله ذلک لنا و رسوله و المؤمنون و حجور طابت و طهرت</w:t>
      </w:r>
    </w:p>
    <w:p w:rsidR="00B65A76" w:rsidRDefault="007710BF" w:rsidP="00B47DE5">
      <w:pPr>
        <w:pStyle w:val="libNormal"/>
      </w:pPr>
      <w:r w:rsidRPr="00C640B7">
        <w:rPr>
          <w:rStyle w:val="libAlaemChar"/>
        </w:rPr>
        <w:t>“</w:t>
      </w:r>
      <w:r w:rsidRPr="00C621EA">
        <w:rPr>
          <w:cs/>
          <w:lang w:bidi="bn-IN"/>
        </w:rPr>
        <w:t>জিয়াদের পুত্র</w:t>
      </w:r>
      <w:r w:rsidR="00895143" w:rsidRPr="00C621EA">
        <w:t>,</w:t>
      </w:r>
      <w:r w:rsidRPr="00C621EA">
        <w:rPr>
          <w:cs/>
          <w:lang w:bidi="bn-IN"/>
        </w:rPr>
        <w:t>এই কাপুরুষের পুত্র কাপুরুষ আমাকে এ দু</w:t>
      </w:r>
      <w:r w:rsidRPr="00C640B7">
        <w:rPr>
          <w:rStyle w:val="libAlaemChar"/>
        </w:rPr>
        <w:t>’</w:t>
      </w:r>
      <w:r w:rsidRPr="00C621EA">
        <w:rPr>
          <w:cs/>
          <w:lang w:bidi="bn-IN"/>
        </w:rPr>
        <w:t>শর্তের মধ্যে ফেলেছে</w:t>
      </w:r>
      <w:r w:rsidR="00895143" w:rsidRPr="00C621EA">
        <w:t>,</w:t>
      </w:r>
      <w:r w:rsidRPr="00C621EA">
        <w:rPr>
          <w:cs/>
          <w:lang w:bidi="bn-IN"/>
        </w:rPr>
        <w:t>হয় অপমানকে</w:t>
      </w:r>
      <w:r w:rsidR="00F354C4">
        <w:t xml:space="preserve"> </w:t>
      </w:r>
      <w:r w:rsidRPr="00C621EA">
        <w:rPr>
          <w:cs/>
          <w:lang w:bidi="bn-IN"/>
        </w:rPr>
        <w:t xml:space="preserve">গ্রহণ করব </w:t>
      </w:r>
      <w:r w:rsidRPr="00C621EA">
        <w:rPr>
          <w:rtl/>
          <w:cs/>
        </w:rPr>
        <w:t>(</w:t>
      </w:r>
      <w:r w:rsidRPr="00C621EA">
        <w:rPr>
          <w:rtl/>
          <w:cs/>
          <w:lang w:bidi="bn-IN"/>
        </w:rPr>
        <w:t>বাইয়াত করব</w:t>
      </w:r>
      <w:r w:rsidRPr="00C621EA">
        <w:rPr>
          <w:rtl/>
          <w:cs/>
        </w:rPr>
        <w:t>)</w:t>
      </w:r>
      <w:r w:rsidR="00895143" w:rsidRPr="00C621EA">
        <w:t>,</w:t>
      </w:r>
      <w:r w:rsidRPr="00C621EA">
        <w:rPr>
          <w:cs/>
          <w:lang w:bidi="bn-IN"/>
        </w:rPr>
        <w:t>নতুবা যুদ্ধ। অপমান আমাদের থেকে দূরে। আ</w:t>
      </w:r>
      <w:r w:rsidR="006B46F0" w:rsidRPr="00C621EA">
        <w:rPr>
          <w:cs/>
          <w:lang w:bidi="bn-IN"/>
        </w:rPr>
        <w:t>ল্লা</w:t>
      </w:r>
      <w:r w:rsidRPr="00C621EA">
        <w:rPr>
          <w:rFonts w:hint="cs"/>
          <w:cs/>
          <w:lang w:bidi="bn-IN"/>
        </w:rPr>
        <w:t>হ্</w:t>
      </w:r>
      <w:r w:rsidR="00895143" w:rsidRPr="00C621EA">
        <w:t>,</w:t>
      </w:r>
      <w:r w:rsidR="00FE6D44">
        <w:rPr>
          <w:cs/>
          <w:lang w:bidi="bn-IN"/>
        </w:rPr>
        <w:t>তার</w:t>
      </w:r>
      <w:r w:rsidRPr="00C621EA">
        <w:rPr>
          <w:cs/>
          <w:lang w:bidi="bn-IN"/>
        </w:rPr>
        <w:t xml:space="preserve"> রাসূল </w:t>
      </w:r>
      <w:r w:rsidRPr="00C621EA">
        <w:rPr>
          <w:rtl/>
          <w:cs/>
        </w:rPr>
        <w:t>(</w:t>
      </w:r>
      <w:r w:rsidRPr="00C621EA">
        <w:rPr>
          <w:rtl/>
          <w:cs/>
          <w:lang w:bidi="bn-IN"/>
        </w:rPr>
        <w:t>সা</w:t>
      </w:r>
      <w:r w:rsidRPr="00C621EA">
        <w:rPr>
          <w:rtl/>
          <w:cs/>
        </w:rPr>
        <w:t>.)</w:t>
      </w:r>
      <w:r w:rsidRPr="00C621EA">
        <w:rPr>
          <w:rtl/>
          <w:cs/>
          <w:lang w:bidi="bn-IN"/>
        </w:rPr>
        <w:t>এবং মুমিনীন আমাদের জন্য তা কখনও মেনে নিতে পারে না।</w:t>
      </w:r>
      <w:r w:rsidRPr="00C640B7">
        <w:rPr>
          <w:rStyle w:val="libAlaemChar"/>
        </w:rPr>
        <w:t>”</w:t>
      </w:r>
      <w:r w:rsidRPr="00C621EA">
        <w:t xml:space="preserve"> (</w:t>
      </w:r>
      <w:r w:rsidRPr="00C621EA">
        <w:rPr>
          <w:cs/>
          <w:lang w:bidi="bn-IN"/>
        </w:rPr>
        <w:t>লুহুফ ইবনে তাউস</w:t>
      </w:r>
      <w:r w:rsidR="00895143" w:rsidRPr="00C621EA">
        <w:t>,</w:t>
      </w:r>
      <w:r w:rsidRPr="00C621EA">
        <w:rPr>
          <w:cs/>
          <w:lang w:bidi="bn-IN"/>
        </w:rPr>
        <w:t>পৃ</w:t>
      </w:r>
      <w:r w:rsidRPr="00C621EA">
        <w:rPr>
          <w:rtl/>
          <w:cs/>
        </w:rPr>
        <w:t xml:space="preserve">. </w:t>
      </w:r>
      <w:r w:rsidRPr="00C621EA">
        <w:rPr>
          <w:rtl/>
          <w:cs/>
          <w:lang w:bidi="bn-IN"/>
        </w:rPr>
        <w:t>৮৫</w:t>
      </w:r>
      <w:r w:rsidRPr="00C621EA">
        <w:rPr>
          <w:rtl/>
          <w:cs/>
        </w:rPr>
        <w:t>)</w:t>
      </w:r>
    </w:p>
    <w:p w:rsidR="00B65A76" w:rsidRDefault="007710BF" w:rsidP="00B65A76">
      <w:pPr>
        <w:pStyle w:val="libNormal"/>
        <w:rPr>
          <w:rtl/>
          <w:cs/>
        </w:rPr>
      </w:pPr>
      <w:r w:rsidRPr="00C621EA">
        <w:rPr>
          <w:cs/>
          <w:lang w:bidi="bn-IN"/>
        </w:rPr>
        <w:t xml:space="preserve">এ কথার মাধ্যমে তিনি ব্যক্তিগত </w:t>
      </w:r>
      <w:r w:rsidR="004A744B" w:rsidRPr="00C621EA">
        <w:rPr>
          <w:cs/>
          <w:lang w:bidi="bn-IN"/>
        </w:rPr>
        <w:t>অনুভূতি</w:t>
      </w:r>
      <w:r w:rsidRPr="00C621EA">
        <w:rPr>
          <w:cs/>
          <w:lang w:bidi="bn-IN"/>
        </w:rPr>
        <w:t xml:space="preserve"> প্রকাশ করছেন না</w:t>
      </w:r>
      <w:r w:rsidR="00895143" w:rsidRPr="00C621EA">
        <w:t>,</w:t>
      </w:r>
      <w:r w:rsidRPr="00C621EA">
        <w:rPr>
          <w:cs/>
          <w:lang w:bidi="bn-IN"/>
        </w:rPr>
        <w:t>বরং বলতে চাচ্ছেন</w:t>
      </w:r>
      <w:r w:rsidR="00895143" w:rsidRPr="00C621EA">
        <w:t>,</w:t>
      </w:r>
      <w:r w:rsidRPr="00C621EA">
        <w:rPr>
          <w:cs/>
          <w:lang w:bidi="bn-IN"/>
        </w:rPr>
        <w:t>আমার দীন</w:t>
      </w:r>
      <w:r w:rsidR="00B65A76">
        <w:t xml:space="preserve"> </w:t>
      </w:r>
      <w:r w:rsidRPr="00C621EA">
        <w:rPr>
          <w:cs/>
          <w:lang w:bidi="bn-IN"/>
        </w:rPr>
        <w:t>আমাকে এ অনুমতি দেয় না</w:t>
      </w:r>
      <w:r w:rsidR="00895143" w:rsidRPr="00C621EA">
        <w:t>,</w:t>
      </w:r>
      <w:r w:rsidRPr="00C621EA">
        <w:rPr>
          <w:cs/>
          <w:lang w:bidi="bn-IN"/>
        </w:rPr>
        <w:t>আমার স্রষ্টা এ কাজকে অনুমোদন করেন না। নবীও তা চান না। যে</w:t>
      </w:r>
      <w:r w:rsidR="00B65A76">
        <w:t xml:space="preserve"> </w:t>
      </w:r>
      <w:r w:rsidRPr="00C621EA">
        <w:rPr>
          <w:cs/>
          <w:lang w:bidi="bn-IN"/>
        </w:rPr>
        <w:t>পিতা</w:t>
      </w:r>
      <w:r w:rsidRPr="00C621EA">
        <w:rPr>
          <w:rtl/>
          <w:cs/>
        </w:rPr>
        <w:t>-</w:t>
      </w:r>
      <w:r w:rsidRPr="00C621EA">
        <w:rPr>
          <w:rtl/>
          <w:cs/>
          <w:lang w:bidi="bn-IN"/>
        </w:rPr>
        <w:t>মাতার ক্রো</w:t>
      </w:r>
      <w:r w:rsidRPr="00C621EA">
        <w:rPr>
          <w:cs/>
          <w:lang w:bidi="bn-IN"/>
        </w:rPr>
        <w:t xml:space="preserve">ড়ে আমি মানুষ হয়েছি </w:t>
      </w:r>
      <w:r w:rsidR="00FE6D44">
        <w:rPr>
          <w:cs/>
          <w:lang w:bidi="bn-IN"/>
        </w:rPr>
        <w:t>তারা</w:t>
      </w:r>
      <w:r w:rsidRPr="00C621EA">
        <w:rPr>
          <w:cs/>
          <w:lang w:bidi="bn-IN"/>
        </w:rPr>
        <w:t xml:space="preserve"> তা পছন্দ করেন না। আমি হযরত ফাতেমা </w:t>
      </w:r>
      <w:r w:rsidR="000A17C1" w:rsidRPr="00C621EA">
        <w:rPr>
          <w:cs/>
          <w:lang w:bidi="bn-IN"/>
        </w:rPr>
        <w:t>যাহরা</w:t>
      </w:r>
      <w:r w:rsidRPr="00C621EA">
        <w:rPr>
          <w:cs/>
          <w:lang w:bidi="bn-IN"/>
        </w:rPr>
        <w:t>র</w:t>
      </w:r>
      <w:r w:rsidR="00B65A76">
        <w:t xml:space="preserve"> </w:t>
      </w:r>
      <w:r w:rsidRPr="00C621EA">
        <w:rPr>
          <w:cs/>
          <w:lang w:bidi="bn-IN"/>
        </w:rPr>
        <w:t xml:space="preserve">দুগ্ধে প্রতিপালিত হয়েছি। এ দুগ্ধ আমাকে এ কাজের অনুমতি দেয় না। ফাতেমা </w:t>
      </w:r>
      <w:r w:rsidRPr="00C621EA">
        <w:rPr>
          <w:rtl/>
          <w:cs/>
        </w:rPr>
        <w:t>(</w:t>
      </w:r>
      <w:r w:rsidRPr="00C621EA">
        <w:rPr>
          <w:rtl/>
          <w:cs/>
          <w:lang w:bidi="bn-IN"/>
        </w:rPr>
        <w:t>আ</w:t>
      </w:r>
      <w:r w:rsidRPr="00C621EA">
        <w:rPr>
          <w:rtl/>
          <w:cs/>
        </w:rPr>
        <w:t xml:space="preserve">.) </w:t>
      </w:r>
      <w:r w:rsidRPr="00C621EA">
        <w:rPr>
          <w:rtl/>
          <w:cs/>
          <w:lang w:bidi="bn-IN"/>
        </w:rPr>
        <w:t>আমাকে ডেকে</w:t>
      </w:r>
      <w:r w:rsidR="00B65A76">
        <w:t xml:space="preserve"> </w:t>
      </w:r>
      <w:r w:rsidRPr="00C621EA">
        <w:rPr>
          <w:cs/>
          <w:lang w:bidi="bn-IN"/>
        </w:rPr>
        <w:t xml:space="preserve">যেন বলছেন </w:t>
      </w:r>
      <w:r w:rsidRPr="00C621EA">
        <w:rPr>
          <w:rtl/>
          <w:cs/>
        </w:rPr>
        <w:t xml:space="preserve">: </w:t>
      </w:r>
      <w:r w:rsidRPr="00C621EA">
        <w:rPr>
          <w:rtl/>
          <w:cs/>
          <w:lang w:bidi="bn-IN"/>
        </w:rPr>
        <w:t>হুসাইন</w:t>
      </w:r>
      <w:r w:rsidRPr="00C621EA">
        <w:rPr>
          <w:rtl/>
          <w:cs/>
        </w:rPr>
        <w:t xml:space="preserve">! </w:t>
      </w:r>
      <w:r w:rsidRPr="00C621EA">
        <w:rPr>
          <w:rtl/>
          <w:cs/>
          <w:lang w:bidi="bn-IN"/>
        </w:rPr>
        <w:t>তুমি আমার দুগ্ধে মানুষ হয়েছ</w:t>
      </w:r>
      <w:r w:rsidR="00895143" w:rsidRPr="00C621EA">
        <w:t>,</w:t>
      </w:r>
      <w:r w:rsidRPr="00C621EA">
        <w:rPr>
          <w:cs/>
          <w:lang w:bidi="bn-IN"/>
        </w:rPr>
        <w:t>যে আমার দুগ্ধে প্রতিপালিত হয়েছে সে</w:t>
      </w:r>
      <w:r w:rsidR="00B65A76">
        <w:t xml:space="preserve"> </w:t>
      </w:r>
      <w:r w:rsidRPr="00C621EA">
        <w:rPr>
          <w:cs/>
          <w:lang w:bidi="bn-IN"/>
        </w:rPr>
        <w:t>অপমানকে মেনে নিতে পারে না।</w:t>
      </w:r>
      <w:r w:rsidRPr="00C640B7">
        <w:rPr>
          <w:rStyle w:val="libAlaemChar"/>
        </w:rPr>
        <w:t>”</w:t>
      </w:r>
      <w:r w:rsidRPr="00C621EA">
        <w:t xml:space="preserve"> </w:t>
      </w:r>
      <w:r w:rsidRPr="00C621EA">
        <w:rPr>
          <w:cs/>
          <w:lang w:bidi="bn-IN"/>
        </w:rPr>
        <w:t>তাই ইমাম হুসাইন বলেননি</w:t>
      </w:r>
      <w:r w:rsidR="00895143" w:rsidRPr="00C621EA">
        <w:t>,</w:t>
      </w:r>
      <w:r w:rsidRPr="00C640B7">
        <w:rPr>
          <w:rStyle w:val="libAlaemChar"/>
        </w:rPr>
        <w:t>“</w:t>
      </w:r>
      <w:r w:rsidRPr="00C621EA">
        <w:rPr>
          <w:cs/>
          <w:lang w:bidi="bn-IN"/>
        </w:rPr>
        <w:t>ইবনে জিয়াদ যা করার করুক</w:t>
      </w:r>
      <w:r w:rsidR="00895143" w:rsidRPr="00C621EA">
        <w:t>,</w:t>
      </w:r>
      <w:r w:rsidRPr="00C621EA">
        <w:rPr>
          <w:cs/>
          <w:lang w:bidi="bn-IN"/>
        </w:rPr>
        <w:t>চলো</w:t>
      </w:r>
      <w:r w:rsidR="00B65A76">
        <w:t xml:space="preserve"> </w:t>
      </w:r>
      <w:r w:rsidRPr="00C621EA">
        <w:rPr>
          <w:cs/>
          <w:lang w:bidi="bn-IN"/>
        </w:rPr>
        <w:t>আমরা তার বাইয়াত গ্রহণ করি। সে তো আমাদের অপমান ছাড়া কিছু করবে না। যত অপমান হবে</w:t>
      </w:r>
      <w:r w:rsidR="00B65A76">
        <w:t xml:space="preserve"> </w:t>
      </w:r>
      <w:r w:rsidRPr="00C621EA">
        <w:rPr>
          <w:cs/>
          <w:lang w:bidi="bn-IN"/>
        </w:rPr>
        <w:t xml:space="preserve">তত </w:t>
      </w:r>
      <w:r w:rsidR="00591FD9" w:rsidRPr="00C621EA">
        <w:rPr>
          <w:cs/>
          <w:lang w:bidi="bn-IN"/>
        </w:rPr>
        <w:t>নাফসের</w:t>
      </w:r>
      <w:r w:rsidRPr="00C621EA">
        <w:rPr>
          <w:cs/>
          <w:lang w:bidi="bn-IN"/>
        </w:rPr>
        <w:t xml:space="preserve"> বিরুদ্ধে সংগ্রাম হবে।</w:t>
      </w:r>
      <w:r w:rsidRPr="00C640B7">
        <w:rPr>
          <w:rStyle w:val="libAlaemChar"/>
        </w:rPr>
        <w:t>”</w:t>
      </w:r>
      <w:r w:rsidRPr="00C621EA">
        <w:t xml:space="preserve"> </w:t>
      </w:r>
      <w:r w:rsidRPr="00C621EA">
        <w:rPr>
          <w:cs/>
          <w:lang w:bidi="bn-IN"/>
        </w:rPr>
        <w:t>না</w:t>
      </w:r>
      <w:r w:rsidR="00895143" w:rsidRPr="00C621EA">
        <w:t>,</w:t>
      </w:r>
      <w:r w:rsidRPr="00C621EA">
        <w:rPr>
          <w:cs/>
          <w:lang w:bidi="bn-IN"/>
        </w:rPr>
        <w:t>তিনি কখনই তা করতে পারেন না। বরং বলেছেন</w:t>
      </w:r>
      <w:r w:rsidR="00895143" w:rsidRPr="00C621EA">
        <w:t>,</w:t>
      </w:r>
      <w:r w:rsidRPr="00C621EA">
        <w:t xml:space="preserve"> </w:t>
      </w:r>
      <w:r w:rsidR="00B65A76" w:rsidRPr="00B65A76">
        <w:rPr>
          <w:rStyle w:val="libArChar"/>
          <w:rFonts w:hint="cs"/>
          <w:rtl/>
        </w:rPr>
        <w:t>لا والله لااعطیکم بیدی اعطاع الذّلیل و لا افرّ فرار العبید</w:t>
      </w:r>
      <w:r w:rsidRPr="00C621EA">
        <w:t xml:space="preserve"> </w:t>
      </w:r>
      <w:r w:rsidRPr="00C640B7">
        <w:rPr>
          <w:rStyle w:val="libAlaemChar"/>
        </w:rPr>
        <w:t>“</w:t>
      </w:r>
      <w:r w:rsidRPr="00C621EA">
        <w:rPr>
          <w:cs/>
          <w:lang w:bidi="bn-IN"/>
        </w:rPr>
        <w:t>আমি কখনই তোমাদের দিকে অপমানের হাত প্রসারিত</w:t>
      </w:r>
      <w:r w:rsidR="00B65A76">
        <w:t xml:space="preserve"> </w:t>
      </w:r>
      <w:r w:rsidRPr="00C621EA">
        <w:rPr>
          <w:cs/>
          <w:lang w:bidi="bn-IN"/>
        </w:rPr>
        <w:t>করব না। কোন দাসের মতো পলায়ন করব না।</w:t>
      </w:r>
      <w:r w:rsidRPr="00C640B7">
        <w:rPr>
          <w:rStyle w:val="libAlaemChar"/>
        </w:rPr>
        <w:t>”</w:t>
      </w:r>
      <w:r w:rsidRPr="00C621EA">
        <w:t xml:space="preserve"> </w:t>
      </w:r>
      <w:r w:rsidRPr="00C621EA">
        <w:rPr>
          <w:cs/>
          <w:lang w:bidi="bn-IN"/>
        </w:rPr>
        <w:t xml:space="preserve">অন্য রেওয়ায়েতে </w:t>
      </w:r>
      <w:r w:rsidRPr="00C640B7">
        <w:rPr>
          <w:rStyle w:val="libAlaemChar"/>
        </w:rPr>
        <w:t>“</w:t>
      </w:r>
      <w:r w:rsidRPr="00C621EA">
        <w:rPr>
          <w:cs/>
          <w:lang w:bidi="bn-IN"/>
        </w:rPr>
        <w:t>কোন দাসের মতো স্বীকার করবনা</w:t>
      </w:r>
      <w:r w:rsidRPr="00C640B7">
        <w:rPr>
          <w:rStyle w:val="libAlaemChar"/>
        </w:rPr>
        <w:t>”</w:t>
      </w:r>
      <w:r w:rsidRPr="00C621EA">
        <w:t xml:space="preserve"> </w:t>
      </w:r>
      <w:r w:rsidRPr="00C621EA">
        <w:rPr>
          <w:cs/>
          <w:lang w:bidi="bn-IN"/>
        </w:rPr>
        <w:t xml:space="preserve">এসেছে। এ ধরনের বক্তব্য কোরআনে এবং ইমামগণের বাণীতে বিশেষত ইমাম হুসাইন </w:t>
      </w:r>
      <w:r w:rsidRPr="00C621EA">
        <w:rPr>
          <w:rtl/>
          <w:cs/>
        </w:rPr>
        <w:t>(</w:t>
      </w:r>
      <w:r w:rsidRPr="00C621EA">
        <w:rPr>
          <w:rtl/>
          <w:cs/>
          <w:lang w:bidi="bn-IN"/>
        </w:rPr>
        <w:t>আ</w:t>
      </w:r>
      <w:r w:rsidRPr="00C621EA">
        <w:rPr>
          <w:rtl/>
          <w:cs/>
        </w:rPr>
        <w:t>.)-</w:t>
      </w:r>
      <w:r w:rsidRPr="00C621EA">
        <w:rPr>
          <w:rtl/>
          <w:cs/>
          <w:lang w:bidi="bn-IN"/>
        </w:rPr>
        <w:t xml:space="preserve">এর কথায় </w:t>
      </w:r>
      <w:r w:rsidR="003936CB" w:rsidRPr="00C621EA">
        <w:rPr>
          <w:cs/>
          <w:lang w:bidi="bn-IN"/>
        </w:rPr>
        <w:t>প্রচুর</w:t>
      </w:r>
      <w:r w:rsidRPr="00C621EA">
        <w:rPr>
          <w:cs/>
          <w:lang w:bidi="bn-IN"/>
        </w:rPr>
        <w:t xml:space="preserve"> এসেছে।</w:t>
      </w:r>
    </w:p>
    <w:p w:rsidR="00B65A76" w:rsidRPr="001F7408" w:rsidRDefault="00B65A76" w:rsidP="001F7408">
      <w:pPr>
        <w:rPr>
          <w:rtl/>
          <w:cs/>
        </w:rPr>
      </w:pPr>
      <w:r>
        <w:br w:type="page"/>
      </w:r>
    </w:p>
    <w:p w:rsidR="00B65A76" w:rsidRPr="00917A6E" w:rsidRDefault="007710BF" w:rsidP="00917A6E">
      <w:pPr>
        <w:pStyle w:val="libBold1"/>
      </w:pPr>
      <w:r w:rsidRPr="00917A6E">
        <w:rPr>
          <w:cs/>
          <w:lang w:bidi="bn-IN"/>
        </w:rPr>
        <w:t>যুবকদের প্রতি উপদেশ</w:t>
      </w:r>
    </w:p>
    <w:p w:rsidR="00917A6E" w:rsidRDefault="007710BF" w:rsidP="00B65A76">
      <w:pPr>
        <w:pStyle w:val="libNormal"/>
        <w:rPr>
          <w:lang w:bidi="bn-IN"/>
        </w:rPr>
      </w:pPr>
      <w:r w:rsidRPr="00917A6E">
        <w:rPr>
          <w:cs/>
          <w:lang w:bidi="bn-IN"/>
        </w:rPr>
        <w:t>জাভিদ মসজিদে আমি যে বিষয়টি বলেছি এখানে তার পুনরাবৃত্তি করছি। সেখানে এক বৈঠকে</w:t>
      </w:r>
      <w:r w:rsidR="00917A6E">
        <w:rPr>
          <w:lang w:bidi="bn-IN"/>
        </w:rPr>
        <w:t xml:space="preserve"> </w:t>
      </w:r>
      <w:r w:rsidRPr="00917A6E">
        <w:rPr>
          <w:cs/>
          <w:lang w:bidi="bn-IN"/>
        </w:rPr>
        <w:t xml:space="preserve">ইমাম হুসাইনের বাণী বলে প্রচারিত </w:t>
      </w:r>
      <w:r w:rsidRPr="00C640B7">
        <w:rPr>
          <w:rStyle w:val="libAlaemChar"/>
        </w:rPr>
        <w:t>‘</w:t>
      </w:r>
      <w:r w:rsidRPr="00917A6E">
        <w:rPr>
          <w:cs/>
          <w:lang w:bidi="bn-IN"/>
        </w:rPr>
        <w:t xml:space="preserve">জীবন বিশ্বাস </w:t>
      </w:r>
      <w:r w:rsidRPr="00917A6E">
        <w:rPr>
          <w:rtl/>
          <w:cs/>
        </w:rPr>
        <w:t>(</w:t>
      </w:r>
      <w:r w:rsidRPr="00917A6E">
        <w:rPr>
          <w:rtl/>
          <w:cs/>
          <w:lang w:bidi="bn-IN"/>
        </w:rPr>
        <w:t>আকীদা</w:t>
      </w:r>
      <w:r w:rsidRPr="00917A6E">
        <w:rPr>
          <w:rtl/>
          <w:cs/>
        </w:rPr>
        <w:t xml:space="preserve">) </w:t>
      </w:r>
      <w:r w:rsidRPr="00917A6E">
        <w:rPr>
          <w:rtl/>
          <w:cs/>
          <w:lang w:bidi="bn-IN"/>
        </w:rPr>
        <w:t>ও সংগ্রাম ছাড়া কিছু নয়</w:t>
      </w:r>
      <w:r w:rsidRPr="00C640B7">
        <w:rPr>
          <w:rStyle w:val="libAlaemChar"/>
        </w:rPr>
        <w:t>’</w:t>
      </w:r>
      <w:r w:rsidRPr="00917A6E">
        <w:t xml:space="preserve"> </w:t>
      </w:r>
      <w:r w:rsidRPr="00917A6E">
        <w:rPr>
          <w:cs/>
          <w:lang w:bidi="bn-IN"/>
        </w:rPr>
        <w:t>কথাটি</w:t>
      </w:r>
      <w:r w:rsidRPr="00C621EA">
        <w:rPr>
          <w:cs/>
          <w:lang w:bidi="bn-IN"/>
        </w:rPr>
        <w:t xml:space="preserve"> যে</w:t>
      </w:r>
      <w:r w:rsidR="00917A6E">
        <w:rPr>
          <w:lang w:bidi="bn-IN"/>
        </w:rPr>
        <w:t xml:space="preserve"> </w:t>
      </w:r>
      <w:r w:rsidRPr="00C621EA">
        <w:rPr>
          <w:cs/>
          <w:lang w:bidi="bn-IN"/>
        </w:rPr>
        <w:t>ইমাম হুসাইনের নয় তা বলেছি। কারণ কোন ইসলামী গ্রন্থেই এর পক্ষে কোন দলিল নেই। এ বাক্যের</w:t>
      </w:r>
      <w:r w:rsidR="00917A6E">
        <w:rPr>
          <w:lang w:bidi="bn-IN"/>
        </w:rPr>
        <w:t xml:space="preserve"> </w:t>
      </w:r>
      <w:r w:rsidRPr="00C621EA">
        <w:rPr>
          <w:cs/>
          <w:lang w:bidi="bn-IN"/>
        </w:rPr>
        <w:t>অর্থও সঠিক নয় এবং ইমাম হুসাইনের যুক্তির সঙ্গেও সামঞ্জস্যপূর্ণ নয়। ইসলামের যুক্তি এরূপ নয় যে</w:t>
      </w:r>
      <w:r w:rsidR="00895143" w:rsidRPr="00C621EA">
        <w:t>,</w:t>
      </w:r>
      <w:r w:rsidRPr="00C621EA">
        <w:rPr>
          <w:cs/>
          <w:lang w:bidi="bn-IN"/>
        </w:rPr>
        <w:t>মানুষ তার জীবনের জন্য কোন বিশ্বাসকে গ্রহণ করবে এবং তার জন্য সংগ্রাম করতে থাকবে।</w:t>
      </w:r>
      <w:r w:rsidR="00917A6E">
        <w:rPr>
          <w:lang w:bidi="bn-IN"/>
        </w:rPr>
        <w:t xml:space="preserve"> </w:t>
      </w:r>
      <w:r w:rsidRPr="00C621EA">
        <w:rPr>
          <w:cs/>
          <w:lang w:bidi="bn-IN"/>
        </w:rPr>
        <w:t>ইসলামে বিশ্বাসের চেয়ে সত্যের প্রতি গুরুত্ব অধিক। তাই জীবনের অর্থ সত্যের অনুসন্ধান এবং</w:t>
      </w:r>
      <w:r w:rsidR="00917A6E">
        <w:rPr>
          <w:lang w:bidi="bn-IN"/>
        </w:rPr>
        <w:t xml:space="preserve"> </w:t>
      </w:r>
      <w:r w:rsidRPr="00C621EA">
        <w:rPr>
          <w:cs/>
          <w:lang w:bidi="bn-IN"/>
        </w:rPr>
        <w:t>সত্যের জন্য সংগ্রাম। বিশ্বাসের জন্য সংগ্রাম একটি পাশ্চাত্য চিন্তা</w:t>
      </w:r>
      <w:r w:rsidR="00917A6E">
        <w:rPr>
          <w:cs/>
          <w:lang w:bidi="bn-IN"/>
        </w:rPr>
        <w:t>প্রসূত বিষয় যা পাশ্চাত্যে ছিল এবং</w:t>
      </w:r>
      <w:r w:rsidR="00917A6E">
        <w:rPr>
          <w:lang w:bidi="bn-IN"/>
        </w:rPr>
        <w:t xml:space="preserve"> </w:t>
      </w:r>
      <w:r w:rsidRPr="00C621EA">
        <w:rPr>
          <w:cs/>
          <w:lang w:bidi="bn-IN"/>
        </w:rPr>
        <w:t>পরবর্তীতে মুসলমানদের মধ্যে প্রচার লাভ করেছে।</w:t>
      </w:r>
    </w:p>
    <w:p w:rsidR="00917A6E" w:rsidRDefault="00917A6E" w:rsidP="00917A6E">
      <w:pPr>
        <w:pStyle w:val="libNormal"/>
        <w:rPr>
          <w:lang w:bidi="bn-IN"/>
        </w:rPr>
      </w:pPr>
      <w:r w:rsidRPr="00917A6E">
        <w:rPr>
          <w:cs/>
          <w:lang w:bidi="bn-IN"/>
        </w:rPr>
        <w:t>তোমার চিন্তাকে তোমার জীবনের জন্য হাতিয়ার হিসেবে ধর এবং এর দ্বারা সংগ্রামে লিপ্ত হও। জীবন আকীদা ও সংগ্রাম ছাড়া কিছু নয়- এ কথাগুলো যে ইমাম হুসাইন থেকে নয় তা বলায় কিছু যুবক মর্মাহত হয়েছে। কারণ এ বাক্যগুলোকে তারা পছন্দ করেছে এবং ভাবছে যদি তা ইমাম হুসাইন (আ.)-এর নিকট থেকে হয় তাহলে কত উত্</w:t>
      </w:r>
      <w:r>
        <w:rPr>
          <w:cs/>
          <w:lang w:bidi="bn-IN"/>
        </w:rPr>
        <w:t xml:space="preserve">তম! প্রথমত আমি আমাদের </w:t>
      </w:r>
      <w:r w:rsidRPr="00917A6E">
        <w:rPr>
          <w:cs/>
          <w:lang w:bidi="bn-IN"/>
        </w:rPr>
        <w:t>পূর্বসূরিদের মতো যুবকদের</w:t>
      </w:r>
      <w:r>
        <w:rPr>
          <w:lang w:bidi="bn-IN"/>
        </w:rPr>
        <w:t xml:space="preserve"> </w:t>
      </w:r>
      <w:r>
        <w:rPr>
          <w:cs/>
          <w:lang w:bidi="bn-IN"/>
        </w:rPr>
        <w:t>ও</w:t>
      </w:r>
      <w:r>
        <w:rPr>
          <w:lang w:bidi="bn-IN"/>
        </w:rPr>
        <w:t xml:space="preserve"> </w:t>
      </w:r>
      <w:r w:rsidRPr="00917A6E">
        <w:rPr>
          <w:cs/>
          <w:lang w:bidi="bn-IN"/>
        </w:rPr>
        <w:t>সত্যানুসন্ধানী বলে সম্মানের পাত্র বলে মনে করি। যুক্তিহীনভাবে কোন বিশ্বাসের প্রতি গোঁড়ামি</w:t>
      </w:r>
      <w:r>
        <w:rPr>
          <w:lang w:bidi="bn-IN"/>
        </w:rPr>
        <w:t xml:space="preserve"> </w:t>
      </w:r>
      <w:r w:rsidRPr="00917A6E">
        <w:rPr>
          <w:cs/>
          <w:lang w:bidi="bn-IN"/>
        </w:rPr>
        <w:t>পছন্দনীয় নয়। যদি এমন হয় যে</w:t>
      </w:r>
      <w:r w:rsidRPr="00917A6E">
        <w:t>,</w:t>
      </w:r>
      <w:r w:rsidRPr="00917A6E">
        <w:rPr>
          <w:cs/>
          <w:lang w:bidi="bn-IN"/>
        </w:rPr>
        <w:t>নতুন প্রজন্মের মাথায় কিছু ঢুকলে তা বের করা সম্ভব হয় না</w:t>
      </w:r>
      <w:r w:rsidRPr="00917A6E">
        <w:t>,</w:t>
      </w:r>
      <w:r w:rsidRPr="00917A6E">
        <w:rPr>
          <w:cs/>
          <w:lang w:bidi="bn-IN"/>
        </w:rPr>
        <w:t>সে</w:t>
      </w:r>
      <w:r>
        <w:rPr>
          <w:lang w:bidi="bn-IN"/>
        </w:rPr>
        <w:t xml:space="preserve"> </w:t>
      </w:r>
      <w:r w:rsidRPr="00917A6E">
        <w:rPr>
          <w:cs/>
          <w:lang w:bidi="bn-IN"/>
        </w:rPr>
        <w:t>বিষয়ে কথা বলা যায় না</w:t>
      </w:r>
      <w:r w:rsidRPr="00917A6E">
        <w:t>,</w:t>
      </w:r>
      <w:r w:rsidRPr="00917A6E">
        <w:rPr>
          <w:cs/>
          <w:lang w:bidi="bn-IN"/>
        </w:rPr>
        <w:t>তবে এ প্রজন্মকে স্থবির প্রজন্ম বলতে হবে। তাহলে দেখা যাবে একজনের</w:t>
      </w:r>
      <w:r>
        <w:rPr>
          <w:lang w:bidi="bn-IN"/>
        </w:rPr>
        <w:t xml:space="preserve"> </w:t>
      </w:r>
      <w:r w:rsidRPr="00917A6E">
        <w:rPr>
          <w:cs/>
          <w:lang w:bidi="bn-IN"/>
        </w:rPr>
        <w:t>একটি কথা ভাল লেগেছে সে সেটা আঁকড়ে ধরবে</w:t>
      </w:r>
      <w:r w:rsidRPr="00917A6E">
        <w:t>,</w:t>
      </w:r>
      <w:r w:rsidRPr="00917A6E">
        <w:rPr>
          <w:cs/>
          <w:lang w:bidi="bn-IN"/>
        </w:rPr>
        <w:t>অন্য</w:t>
      </w:r>
      <w:r>
        <w:rPr>
          <w:lang w:bidi="bn-IN"/>
        </w:rPr>
        <w:t xml:space="preserve"> </w:t>
      </w:r>
      <w:r w:rsidRPr="00917A6E">
        <w:rPr>
          <w:cs/>
          <w:lang w:bidi="bn-IN"/>
        </w:rPr>
        <w:t>জন অন্য একটি কথাকে অনুরূপভাবে।</w:t>
      </w:r>
    </w:p>
    <w:p w:rsidR="003249F5" w:rsidRPr="00C640B7" w:rsidRDefault="00917A6E" w:rsidP="00917A6E">
      <w:pPr>
        <w:pStyle w:val="libNormal"/>
        <w:rPr>
          <w:rStyle w:val="libAlaemChar"/>
        </w:rPr>
      </w:pPr>
      <w:r w:rsidRPr="00917A6E">
        <w:rPr>
          <w:cs/>
          <w:lang w:bidi="bn-IN"/>
        </w:rPr>
        <w:t>দ্বিতীয়ত এখন তোমরা তোমাদেরই এক বন্ধুর মুখে শুনতে পেয়েছ যে</w:t>
      </w:r>
      <w:r w:rsidRPr="00917A6E">
        <w:t>,</w:t>
      </w:r>
      <w:r w:rsidRPr="00917A6E">
        <w:rPr>
          <w:cs/>
          <w:lang w:bidi="bn-IN"/>
        </w:rPr>
        <w:t>এ কথাটি ইসলামের যুক্তির</w:t>
      </w:r>
      <w:r>
        <w:rPr>
          <w:lang w:bidi="bn-IN"/>
        </w:rPr>
        <w:t xml:space="preserve"> </w:t>
      </w:r>
      <w:r w:rsidRPr="00917A6E">
        <w:rPr>
          <w:cs/>
          <w:lang w:bidi="bn-IN"/>
        </w:rPr>
        <w:t>সঙ্গে সামঞ্জস্যপূর্ণ নয় এবং কোন ইসলামী গ্রন্থে এ কথার ভিত্তি নেই। ধরা যাক</w:t>
      </w:r>
      <w:r w:rsidRPr="00917A6E">
        <w:t>,</w:t>
      </w:r>
      <w:r w:rsidRPr="00917A6E">
        <w:rPr>
          <w:cs/>
          <w:lang w:bidi="bn-IN"/>
        </w:rPr>
        <w:t>তোমাদের শত্রু ও</w:t>
      </w:r>
      <w:r>
        <w:rPr>
          <w:lang w:bidi="bn-IN"/>
        </w:rPr>
        <w:t xml:space="preserve"> </w:t>
      </w:r>
      <w:r w:rsidRPr="00917A6E">
        <w:rPr>
          <w:cs/>
          <w:lang w:bidi="bn-IN"/>
        </w:rPr>
        <w:t xml:space="preserve">অমুসলমান কোন ব্যক্তি তোমাদের সব সময় বলতে থাকে </w:t>
      </w:r>
      <w:r w:rsidRPr="00D542A0">
        <w:rPr>
          <w:rStyle w:val="libAlaemChar"/>
        </w:rPr>
        <w:t>‘</w:t>
      </w:r>
      <w:r w:rsidRPr="00917A6E">
        <w:rPr>
          <w:cs/>
          <w:lang w:bidi="bn-IN"/>
        </w:rPr>
        <w:t>জীবন বিশ্বাস ও সংগ্রাম ছাড়া কিছু নয়</w:t>
      </w:r>
      <w:r w:rsidRPr="00D542A0">
        <w:rPr>
          <w:rStyle w:val="libAlaemChar"/>
        </w:rPr>
        <w:t>’</w:t>
      </w:r>
      <w:r w:rsidRPr="00917A6E">
        <w:t xml:space="preserve"> </w:t>
      </w:r>
      <w:r w:rsidRPr="00917A6E">
        <w:rPr>
          <w:cs/>
          <w:lang w:bidi="bn-IN"/>
        </w:rPr>
        <w:t>এ</w:t>
      </w:r>
      <w:r>
        <w:rPr>
          <w:lang w:bidi="bn-IN"/>
        </w:rPr>
        <w:t xml:space="preserve"> </w:t>
      </w:r>
      <w:r w:rsidRPr="00917A6E">
        <w:rPr>
          <w:cs/>
          <w:lang w:bidi="bn-IN"/>
        </w:rPr>
        <w:t>কথাটি ইমাম হুসাইনের। তোমাদের প্রশ্ন করা উচিত</w:t>
      </w:r>
      <w:r w:rsidRPr="00917A6E">
        <w:t>,</w:t>
      </w:r>
      <w:r w:rsidRPr="00917A6E">
        <w:rPr>
          <w:cs/>
          <w:lang w:bidi="bn-IN"/>
        </w:rPr>
        <w:t>জনাব</w:t>
      </w:r>
      <w:r w:rsidRPr="00917A6E">
        <w:t>,</w:t>
      </w:r>
      <w:r w:rsidRPr="00917A6E">
        <w:rPr>
          <w:cs/>
          <w:lang w:bidi="bn-IN"/>
        </w:rPr>
        <w:t>ইমাম হুসাইন যা যা বলেছেন তা কোননা কোন নির্ভরযোগ্য গ্রন্থে অবশ্যই রয়েছে। ইমাম হুসাইনের এ কথাটি কোন্ গ্রন্থে রয়েছে তা আমাকে</w:t>
      </w:r>
      <w:r>
        <w:rPr>
          <w:lang w:bidi="bn-IN"/>
        </w:rPr>
        <w:t xml:space="preserve"> </w:t>
      </w:r>
      <w:r w:rsidRPr="00917A6E">
        <w:rPr>
          <w:cs/>
          <w:lang w:bidi="bn-IN"/>
        </w:rPr>
        <w:t xml:space="preserve">দেখিয়ে দিন যাতে করে যারা </w:t>
      </w:r>
      <w:r w:rsidR="007710BF" w:rsidRPr="00C621EA">
        <w:rPr>
          <w:cs/>
          <w:lang w:bidi="bn-IN"/>
        </w:rPr>
        <w:t>বলে এ কথাটি ইমাম হুসাইনের নয় তাদের নিকট প্রমাণ করতে পারি</w:t>
      </w:r>
      <w:r>
        <w:rPr>
          <w:lang w:bidi="bn-IN"/>
        </w:rPr>
        <w:t xml:space="preserve"> </w:t>
      </w:r>
      <w:r w:rsidR="007710BF" w:rsidRPr="00C621EA">
        <w:rPr>
          <w:cs/>
          <w:lang w:bidi="bn-IN"/>
        </w:rPr>
        <w:t>যে</w:t>
      </w:r>
      <w:r w:rsidR="00895143" w:rsidRPr="00C621EA">
        <w:t>,</w:t>
      </w:r>
      <w:r w:rsidR="007710BF" w:rsidRPr="00C621EA">
        <w:rPr>
          <w:cs/>
          <w:lang w:bidi="bn-IN"/>
        </w:rPr>
        <w:t xml:space="preserve">এটা ইমাম হতে। কিন্তু কোথাও তা </w:t>
      </w:r>
      <w:r w:rsidR="00250C43" w:rsidRPr="00C621EA">
        <w:rPr>
          <w:cs/>
          <w:lang w:bidi="bn-IN"/>
        </w:rPr>
        <w:t>খুজে</w:t>
      </w:r>
      <w:r w:rsidR="007710BF" w:rsidRPr="00C621EA">
        <w:rPr>
          <w:cs/>
          <w:lang w:bidi="bn-IN"/>
        </w:rPr>
        <w:t xml:space="preserve"> না পেয়ে অবশেষে আমাকে যখন বলবে</w:t>
      </w:r>
      <w:r w:rsidR="00895143" w:rsidRPr="00C621EA">
        <w:t>,</w:t>
      </w:r>
      <w:r w:rsidR="007710BF" w:rsidRPr="00C640B7">
        <w:rPr>
          <w:rStyle w:val="libAlaemChar"/>
        </w:rPr>
        <w:t>“</w:t>
      </w:r>
      <w:r>
        <w:rPr>
          <w:cs/>
          <w:lang w:bidi="bn-IN"/>
        </w:rPr>
        <w:t>আমাদের</w:t>
      </w:r>
      <w:r>
        <w:rPr>
          <w:lang w:bidi="bn-IN"/>
        </w:rPr>
        <w:t xml:space="preserve"> </w:t>
      </w:r>
      <w:r w:rsidR="007710BF" w:rsidRPr="00C621EA">
        <w:rPr>
          <w:cs/>
          <w:lang w:bidi="bn-IN"/>
        </w:rPr>
        <w:t>মধ্যে প্রচলিত এ কথাটি ইমাম হুসাইনের নয় তা কেন আমাদের জানাননি</w:t>
      </w:r>
      <w:r w:rsidR="007710BF" w:rsidRPr="00C621EA">
        <w:t xml:space="preserve">? </w:t>
      </w:r>
      <w:r w:rsidR="007710BF" w:rsidRPr="00C621EA">
        <w:rPr>
          <w:cs/>
          <w:lang w:bidi="bn-IN"/>
        </w:rPr>
        <w:t xml:space="preserve">কেন আপনারা </w:t>
      </w:r>
      <w:r w:rsidR="007710BF" w:rsidRPr="00C621EA">
        <w:rPr>
          <w:rtl/>
          <w:cs/>
        </w:rPr>
        <w:t>(</w:t>
      </w:r>
      <w:r w:rsidR="007710BF" w:rsidRPr="00C621EA">
        <w:rPr>
          <w:rtl/>
          <w:cs/>
          <w:lang w:bidi="bn-IN"/>
        </w:rPr>
        <w:t>আলেমরা</w:t>
      </w:r>
      <w:r w:rsidR="007710BF" w:rsidRPr="00C621EA">
        <w:rPr>
          <w:rtl/>
          <w:cs/>
        </w:rPr>
        <w:t>)</w:t>
      </w:r>
      <w:r w:rsidR="007710BF" w:rsidRPr="00C621EA">
        <w:rPr>
          <w:rtl/>
          <w:cs/>
          <w:lang w:bidi="bn-IN"/>
        </w:rPr>
        <w:t>এ বিষয়ে এতদিন নীরব থেকেছেন</w:t>
      </w:r>
      <w:r w:rsidR="007710BF" w:rsidRPr="00C621EA">
        <w:t>?</w:t>
      </w:r>
      <w:r w:rsidR="007710BF" w:rsidRPr="00C640B7">
        <w:rPr>
          <w:rStyle w:val="libAlaemChar"/>
        </w:rPr>
        <w:t>”</w:t>
      </w:r>
    </w:p>
    <w:p w:rsidR="003249F5" w:rsidRDefault="007710BF" w:rsidP="003249F5">
      <w:pPr>
        <w:pStyle w:val="libNormal"/>
        <w:rPr>
          <w:lang w:bidi="bn-IN"/>
        </w:rPr>
      </w:pPr>
      <w:r w:rsidRPr="00C621EA">
        <w:rPr>
          <w:cs/>
          <w:lang w:bidi="bn-IN"/>
        </w:rPr>
        <w:t>তৃতীয়ত তোমরা যদি বি</w:t>
      </w:r>
      <w:r w:rsidR="00DF10C6" w:rsidRPr="00C621EA">
        <w:rPr>
          <w:cs/>
          <w:lang w:bidi="bn-IN"/>
        </w:rPr>
        <w:t>প্ল</w:t>
      </w:r>
      <w:r w:rsidRPr="00C621EA">
        <w:rPr>
          <w:rFonts w:hint="cs"/>
          <w:cs/>
          <w:lang w:bidi="bn-IN"/>
        </w:rPr>
        <w:t>বী বাণীসমূহের প্রতি আসক্ত হয়ে থাক</w:t>
      </w:r>
      <w:r w:rsidR="00895143" w:rsidRPr="00C621EA">
        <w:t>,</w:t>
      </w:r>
      <w:r w:rsidRPr="00C621EA">
        <w:rPr>
          <w:cs/>
          <w:lang w:bidi="bn-IN"/>
        </w:rPr>
        <w:t xml:space="preserve">তবে </w:t>
      </w:r>
      <w:r w:rsidRPr="00C640B7">
        <w:rPr>
          <w:rStyle w:val="libAlaemChar"/>
        </w:rPr>
        <w:t>‘</w:t>
      </w:r>
      <w:r w:rsidRPr="00C621EA">
        <w:rPr>
          <w:cs/>
          <w:lang w:bidi="bn-IN"/>
        </w:rPr>
        <w:t>জীবন বিশ্বাস ও সংগ্রাম</w:t>
      </w:r>
      <w:r w:rsidR="003249F5">
        <w:rPr>
          <w:lang w:bidi="bn-IN"/>
        </w:rPr>
        <w:t xml:space="preserve"> </w:t>
      </w:r>
      <w:r w:rsidRPr="00C621EA">
        <w:rPr>
          <w:cs/>
          <w:lang w:bidi="bn-IN"/>
        </w:rPr>
        <w:t>ছাড়া কিছু নয়</w:t>
      </w:r>
      <w:r w:rsidRPr="00C640B7">
        <w:rPr>
          <w:rStyle w:val="libAlaemChar"/>
        </w:rPr>
        <w:t>’</w:t>
      </w:r>
      <w:r w:rsidR="003936CB" w:rsidRPr="00C621EA">
        <w:t>-</w:t>
      </w:r>
      <w:r w:rsidRPr="00C621EA">
        <w:rPr>
          <w:cs/>
          <w:lang w:bidi="bn-IN"/>
        </w:rPr>
        <w:t>এ কথা অপেক্ষা শতগুণ বি</w:t>
      </w:r>
      <w:r w:rsidR="00DF10C6" w:rsidRPr="00C621EA">
        <w:rPr>
          <w:cs/>
          <w:lang w:bidi="bn-IN"/>
        </w:rPr>
        <w:t>প্ল</w:t>
      </w:r>
      <w:r w:rsidRPr="00C621EA">
        <w:rPr>
          <w:rFonts w:hint="cs"/>
          <w:cs/>
          <w:lang w:bidi="bn-IN"/>
        </w:rPr>
        <w:t>বী বাণী ইমাম হুসাইন হতে রয়েছে। আজকের বৈঠকে</w:t>
      </w:r>
      <w:r w:rsidR="003249F5">
        <w:rPr>
          <w:lang w:bidi="bn-IN"/>
        </w:rPr>
        <w:t xml:space="preserve"> </w:t>
      </w:r>
      <w:r w:rsidRPr="00C621EA">
        <w:rPr>
          <w:rFonts w:hint="cs"/>
          <w:cs/>
          <w:lang w:bidi="bn-IN"/>
        </w:rPr>
        <w:t>ইইমাম হুসাইনের যে বাণীটি</w:t>
      </w:r>
      <w:r w:rsidR="003936CB" w:rsidRPr="00C621EA">
        <w:t>-</w:t>
      </w:r>
      <w:r w:rsidRPr="00C621EA">
        <w:t xml:space="preserve"> </w:t>
      </w:r>
      <w:r w:rsidRPr="00C640B7">
        <w:rPr>
          <w:rStyle w:val="libAlaemChar"/>
        </w:rPr>
        <w:t>‘</w:t>
      </w:r>
      <w:r w:rsidRPr="00C621EA">
        <w:rPr>
          <w:cs/>
          <w:lang w:bidi="bn-IN"/>
        </w:rPr>
        <w:t>সম্মানের মধ্যে মৃত্যু অপমানের সঙ্গে বেঁচে থাকা হতে উত্তম</w:t>
      </w:r>
      <w:r w:rsidRPr="00C640B7">
        <w:rPr>
          <w:rStyle w:val="libAlaemChar"/>
        </w:rPr>
        <w:t>’</w:t>
      </w:r>
      <w:r w:rsidR="003936CB" w:rsidRPr="00C621EA">
        <w:t>-</w:t>
      </w:r>
      <w:r w:rsidRPr="00C621EA">
        <w:rPr>
          <w:cs/>
          <w:lang w:bidi="bn-IN"/>
        </w:rPr>
        <w:t>পড়েছি</w:t>
      </w:r>
      <w:r w:rsidR="003249F5">
        <w:rPr>
          <w:lang w:bidi="bn-IN"/>
        </w:rPr>
        <w:t xml:space="preserve"> </w:t>
      </w:r>
      <w:r w:rsidRPr="00C621EA">
        <w:rPr>
          <w:cs/>
          <w:lang w:bidi="bn-IN"/>
        </w:rPr>
        <w:t>সেটি বেশি বি</w:t>
      </w:r>
      <w:r w:rsidR="00DF10C6" w:rsidRPr="00C621EA">
        <w:rPr>
          <w:cs/>
          <w:lang w:bidi="bn-IN"/>
        </w:rPr>
        <w:t>প্ল</w:t>
      </w:r>
      <w:r w:rsidRPr="00C621EA">
        <w:rPr>
          <w:rFonts w:hint="cs"/>
          <w:cs/>
          <w:lang w:bidi="bn-IN"/>
        </w:rPr>
        <w:t xml:space="preserve">বী নাকি </w:t>
      </w:r>
      <w:r w:rsidRPr="00C640B7">
        <w:rPr>
          <w:rStyle w:val="libAlaemChar"/>
        </w:rPr>
        <w:t>‘</w:t>
      </w:r>
      <w:r w:rsidRPr="00C621EA">
        <w:rPr>
          <w:cs/>
          <w:lang w:bidi="bn-IN"/>
        </w:rPr>
        <w:t>জীবন বিশ্বাস ও সংগ্রাম ছাড়া কিছু নয়</w:t>
      </w:r>
      <w:r w:rsidRPr="00C640B7">
        <w:rPr>
          <w:rStyle w:val="libAlaemChar"/>
        </w:rPr>
        <w:t>’</w:t>
      </w:r>
      <w:r w:rsidRPr="00C621EA">
        <w:t xml:space="preserve"> </w:t>
      </w:r>
      <w:r w:rsidRPr="00C621EA">
        <w:rPr>
          <w:cs/>
          <w:lang w:bidi="bn-IN"/>
        </w:rPr>
        <w:t>এটি</w:t>
      </w:r>
      <w:r w:rsidRPr="00C621EA">
        <w:t xml:space="preserve">? </w:t>
      </w:r>
      <w:r w:rsidRPr="00C621EA">
        <w:rPr>
          <w:cs/>
          <w:lang w:bidi="bn-IN"/>
        </w:rPr>
        <w:t xml:space="preserve">অথবা </w:t>
      </w:r>
      <w:r w:rsidRPr="00C640B7">
        <w:rPr>
          <w:rStyle w:val="libAlaemChar"/>
        </w:rPr>
        <w:t>‘</w:t>
      </w:r>
      <w:r w:rsidRPr="00C621EA">
        <w:rPr>
          <w:cs/>
          <w:lang w:bidi="bn-IN"/>
        </w:rPr>
        <w:t>অপমান হতে মৃত্যু</w:t>
      </w:r>
      <w:r w:rsidR="003249F5">
        <w:rPr>
          <w:lang w:bidi="bn-IN"/>
        </w:rPr>
        <w:t xml:space="preserve"> </w:t>
      </w:r>
      <w:r w:rsidRPr="00C621EA">
        <w:rPr>
          <w:cs/>
          <w:lang w:bidi="bn-IN"/>
        </w:rPr>
        <w:t>শ্রেয়। অপমান জাহান্নামে প্রবেশ হতে উত্তম</w:t>
      </w:r>
      <w:r w:rsidRPr="00C640B7">
        <w:rPr>
          <w:rStyle w:val="libAlaemChar"/>
        </w:rPr>
        <w:t>’</w:t>
      </w:r>
      <w:r w:rsidRPr="00C621EA">
        <w:t xml:space="preserve"> (</w:t>
      </w:r>
      <w:r w:rsidRPr="00C621EA">
        <w:rPr>
          <w:cs/>
          <w:lang w:bidi="bn-IN"/>
        </w:rPr>
        <w:t>নাফ্সিল হুমুম</w:t>
      </w:r>
      <w:r w:rsidR="00895143" w:rsidRPr="00C621EA">
        <w:t>,</w:t>
      </w:r>
      <w:r w:rsidRPr="00C621EA">
        <w:rPr>
          <w:cs/>
          <w:lang w:bidi="bn-IN"/>
        </w:rPr>
        <w:t>পৃ</w:t>
      </w:r>
      <w:r w:rsidRPr="00C621EA">
        <w:rPr>
          <w:rtl/>
          <w:cs/>
        </w:rPr>
        <w:t xml:space="preserve">. </w:t>
      </w:r>
      <w:r w:rsidRPr="00C621EA">
        <w:rPr>
          <w:rtl/>
          <w:cs/>
          <w:lang w:bidi="bn-IN"/>
        </w:rPr>
        <w:t>১২৭</w:t>
      </w:r>
      <w:r w:rsidRPr="00C621EA">
        <w:t xml:space="preserve">; </w:t>
      </w:r>
      <w:r w:rsidR="003249F5" w:rsidRPr="003249F5">
        <w:rPr>
          <w:cs/>
          <w:lang w:bidi="bn-IN"/>
        </w:rPr>
        <w:t>বিহারুল আনওয়ার</w:t>
      </w:r>
      <w:r w:rsidR="003249F5" w:rsidRPr="003249F5">
        <w:t>,</w:t>
      </w:r>
      <w:r w:rsidR="003249F5" w:rsidRPr="003249F5">
        <w:rPr>
          <w:cs/>
          <w:lang w:bidi="bn-IN"/>
        </w:rPr>
        <w:t>খণ্ড ৭৮</w:t>
      </w:r>
      <w:r w:rsidR="003249F5" w:rsidRPr="003249F5">
        <w:t>,</w:t>
      </w:r>
      <w:r w:rsidR="003249F5" w:rsidRPr="003249F5">
        <w:rPr>
          <w:cs/>
          <w:lang w:bidi="bn-IN"/>
        </w:rPr>
        <w:t>পৃ . ২১৯.)</w:t>
      </w:r>
      <w:r w:rsidR="003936CB" w:rsidRPr="00C621EA">
        <w:t>-</w:t>
      </w:r>
      <w:r w:rsidRPr="00C621EA">
        <w:rPr>
          <w:cs/>
          <w:lang w:bidi="bn-IN"/>
        </w:rPr>
        <w:t>এ কথাটি অধিক বি</w:t>
      </w:r>
      <w:r w:rsidR="00DF10C6" w:rsidRPr="00C621EA">
        <w:rPr>
          <w:cs/>
          <w:lang w:bidi="bn-IN"/>
        </w:rPr>
        <w:t>প্ল</w:t>
      </w:r>
      <w:r w:rsidRPr="00C621EA">
        <w:rPr>
          <w:rFonts w:hint="cs"/>
          <w:cs/>
          <w:lang w:bidi="bn-IN"/>
        </w:rPr>
        <w:t>বী।</w:t>
      </w:r>
    </w:p>
    <w:p w:rsidR="003249F5" w:rsidRDefault="007710BF" w:rsidP="003249F5">
      <w:pPr>
        <w:pStyle w:val="libNormal"/>
        <w:rPr>
          <w:lang w:bidi="bn-IN"/>
        </w:rPr>
      </w:pPr>
      <w:r w:rsidRPr="00C621EA">
        <w:rPr>
          <w:cs/>
          <w:lang w:bidi="bn-IN"/>
        </w:rPr>
        <w:t>এরূপ অসংখ্য বি</w:t>
      </w:r>
      <w:r w:rsidR="00DF10C6" w:rsidRPr="00C621EA">
        <w:rPr>
          <w:cs/>
          <w:lang w:bidi="bn-IN"/>
        </w:rPr>
        <w:t>প্ল</w:t>
      </w:r>
      <w:r w:rsidRPr="00C621EA">
        <w:rPr>
          <w:rFonts w:hint="cs"/>
          <w:cs/>
          <w:lang w:bidi="bn-IN"/>
        </w:rPr>
        <w:t>বী বাণী</w:t>
      </w:r>
      <w:r w:rsidR="00895143" w:rsidRPr="00C621EA">
        <w:t>,</w:t>
      </w:r>
      <w:r w:rsidRPr="00C621EA">
        <w:rPr>
          <w:cs/>
          <w:lang w:bidi="bn-IN"/>
        </w:rPr>
        <w:t xml:space="preserve">যেমন </w:t>
      </w:r>
      <w:r w:rsidRPr="00C640B7">
        <w:rPr>
          <w:rStyle w:val="libAlaemChar"/>
        </w:rPr>
        <w:t>‘</w:t>
      </w:r>
      <w:r w:rsidRPr="00C621EA">
        <w:rPr>
          <w:cs/>
          <w:lang w:bidi="bn-IN"/>
        </w:rPr>
        <w:t>এই কাপুরুষের পুত্র কাপুরুষ আমাকে দু</w:t>
      </w:r>
      <w:r w:rsidRPr="00C640B7">
        <w:rPr>
          <w:rStyle w:val="libAlaemChar"/>
        </w:rPr>
        <w:t>’</w:t>
      </w:r>
      <w:r w:rsidRPr="00C621EA">
        <w:rPr>
          <w:cs/>
          <w:lang w:bidi="bn-IN"/>
        </w:rPr>
        <w:t>শর্তের মধ্যে</w:t>
      </w:r>
      <w:r w:rsidR="003249F5">
        <w:rPr>
          <w:lang w:bidi="bn-IN"/>
        </w:rPr>
        <w:t xml:space="preserve"> </w:t>
      </w:r>
      <w:r w:rsidRPr="00C621EA">
        <w:rPr>
          <w:cs/>
          <w:lang w:bidi="bn-IN"/>
        </w:rPr>
        <w:t>ফেলেছে</w:t>
      </w:r>
      <w:r w:rsidR="003936CB" w:rsidRPr="00C621EA">
        <w:t>-</w:t>
      </w:r>
      <w:r w:rsidRPr="00C621EA">
        <w:t xml:space="preserve"> </w:t>
      </w:r>
      <w:r w:rsidRPr="00C621EA">
        <w:rPr>
          <w:cs/>
          <w:lang w:bidi="bn-IN"/>
        </w:rPr>
        <w:t>অপমান নতুবা যুদ্ধ। অপমান আমাদের কখনও স্পর্শ করতে পারে না। আ</w:t>
      </w:r>
      <w:r w:rsidR="006B46F0" w:rsidRPr="00C621EA">
        <w:rPr>
          <w:cs/>
          <w:lang w:bidi="bn-IN"/>
        </w:rPr>
        <w:t>ল্লা</w:t>
      </w:r>
      <w:r w:rsidRPr="00C621EA">
        <w:rPr>
          <w:rFonts w:hint="cs"/>
          <w:cs/>
          <w:lang w:bidi="bn-IN"/>
        </w:rPr>
        <w:t>হ্</w:t>
      </w:r>
      <w:r w:rsidR="00895143" w:rsidRPr="00C621EA">
        <w:t>,</w:t>
      </w:r>
      <w:r w:rsidR="00FE6D44">
        <w:rPr>
          <w:cs/>
          <w:lang w:bidi="bn-IN"/>
        </w:rPr>
        <w:t>তার</w:t>
      </w:r>
      <w:r w:rsidRPr="00C621EA">
        <w:rPr>
          <w:cs/>
          <w:lang w:bidi="bn-IN"/>
        </w:rPr>
        <w:t xml:space="preserve"> রাসূল ও মুমিনগণ আমাদের জন্য কখনও তা মেনে নিতে পারে না। আমাদের হারিম পাক ও </w:t>
      </w:r>
      <w:r w:rsidR="003249F5" w:rsidRPr="003249F5">
        <w:rPr>
          <w:cs/>
          <w:lang w:bidi="bn-IN"/>
        </w:rPr>
        <w:t>পবিত্র।</w:t>
      </w:r>
      <w:r w:rsidR="003249F5" w:rsidRPr="00D542A0">
        <w:rPr>
          <w:rStyle w:val="libAlaemChar"/>
        </w:rPr>
        <w:t>”</w:t>
      </w:r>
      <w:r w:rsidR="003249F5" w:rsidRPr="003249F5">
        <w:t>(</w:t>
      </w:r>
      <w:r w:rsidR="003249F5" w:rsidRPr="003249F5">
        <w:rPr>
          <w:cs/>
          <w:lang w:bidi="bn-IN"/>
        </w:rPr>
        <w:t>লুহুফ</w:t>
      </w:r>
      <w:r w:rsidR="003249F5" w:rsidRPr="003249F5">
        <w:t>,</w:t>
      </w:r>
      <w:r w:rsidR="003249F5" w:rsidRPr="003249F5">
        <w:rPr>
          <w:cs/>
          <w:lang w:bidi="bn-IN"/>
        </w:rPr>
        <w:t xml:space="preserve">পৃ. ৮৫) এবং </w:t>
      </w:r>
      <w:r w:rsidRPr="00C640B7">
        <w:rPr>
          <w:rStyle w:val="libAlaemChar"/>
        </w:rPr>
        <w:t>“</w:t>
      </w:r>
      <w:r w:rsidRPr="00C621EA">
        <w:rPr>
          <w:cs/>
          <w:lang w:bidi="bn-IN"/>
        </w:rPr>
        <w:t xml:space="preserve">যারা জীবনকে আমাদের জন্য উৎসর্গ করবে এবং </w:t>
      </w:r>
      <w:r w:rsidR="00D009A1" w:rsidRPr="00C621EA">
        <w:rPr>
          <w:cs/>
          <w:lang w:bidi="bn-IN"/>
        </w:rPr>
        <w:t>আল্লাহর</w:t>
      </w:r>
      <w:r w:rsidRPr="00C621EA">
        <w:rPr>
          <w:rFonts w:hint="cs"/>
          <w:cs/>
          <w:lang w:bidi="bn-IN"/>
        </w:rPr>
        <w:t xml:space="preserve"> সাক্ষাৎ ও সান্নিধ্যের</w:t>
      </w:r>
      <w:r w:rsidR="003249F5">
        <w:rPr>
          <w:lang w:bidi="bn-IN"/>
        </w:rPr>
        <w:t xml:space="preserve"> </w:t>
      </w:r>
      <w:r w:rsidRPr="00C621EA">
        <w:rPr>
          <w:rFonts w:hint="cs"/>
          <w:cs/>
          <w:lang w:bidi="bn-IN"/>
        </w:rPr>
        <w:t xml:space="preserve">জন্য আগ্রহী তারা আমাদের সঙ্গে আস। নিশ্চয়ই আমি </w:t>
      </w:r>
      <w:r w:rsidR="00D009A1" w:rsidRPr="00C621EA">
        <w:rPr>
          <w:rFonts w:hint="cs"/>
          <w:cs/>
          <w:lang w:bidi="bn-IN"/>
        </w:rPr>
        <w:t>আল্লাহর</w:t>
      </w:r>
      <w:r w:rsidRPr="00C621EA">
        <w:rPr>
          <w:rFonts w:hint="cs"/>
          <w:cs/>
          <w:lang w:bidi="bn-IN"/>
        </w:rPr>
        <w:t xml:space="preserve"> ইচ্ছার প্রতি যাত্রাশীল।</w:t>
      </w:r>
      <w:r w:rsidRPr="00C640B7">
        <w:rPr>
          <w:rStyle w:val="libAlaemChar"/>
        </w:rPr>
        <w:t>”</w:t>
      </w:r>
      <w:r w:rsidRPr="00C621EA">
        <w:t xml:space="preserve"> </w:t>
      </w:r>
      <w:r w:rsidR="003249F5" w:rsidRPr="003249F5">
        <w:t>(</w:t>
      </w:r>
      <w:r w:rsidR="003249F5" w:rsidRPr="003249F5">
        <w:rPr>
          <w:cs/>
          <w:lang w:bidi="bn-IN"/>
        </w:rPr>
        <w:t>লুহুফ</w:t>
      </w:r>
      <w:r w:rsidR="003249F5" w:rsidRPr="003249F5">
        <w:t>,</w:t>
      </w:r>
      <w:r w:rsidR="003249F5" w:rsidRPr="003249F5">
        <w:rPr>
          <w:cs/>
          <w:lang w:bidi="bn-IN"/>
        </w:rPr>
        <w:t>পৃ.৫৩</w:t>
      </w:r>
      <w:r w:rsidR="003249F5" w:rsidRPr="003249F5">
        <w:t xml:space="preserve">; </w:t>
      </w:r>
      <w:r w:rsidR="003249F5" w:rsidRPr="003249F5">
        <w:rPr>
          <w:cs/>
          <w:lang w:bidi="bn-IN"/>
        </w:rPr>
        <w:t>কাশফুল গাম্মা</w:t>
      </w:r>
      <w:r w:rsidR="003249F5" w:rsidRPr="003249F5">
        <w:t>,</w:t>
      </w:r>
      <w:r w:rsidR="003249F5" w:rsidRPr="003249F5">
        <w:rPr>
          <w:cs/>
          <w:lang w:bidi="bn-IN"/>
        </w:rPr>
        <w:t>পৃ. ১৮৪)</w:t>
      </w:r>
    </w:p>
    <w:p w:rsidR="003249F5" w:rsidRDefault="003249F5" w:rsidP="003249F5">
      <w:pPr>
        <w:pStyle w:val="libNormal"/>
        <w:rPr>
          <w:lang w:bidi="bn-IN"/>
        </w:rPr>
      </w:pPr>
      <w:r w:rsidRPr="003249F5">
        <w:rPr>
          <w:cs/>
          <w:lang w:bidi="bn-IN"/>
        </w:rPr>
        <w:t>সুতরাং আমাদের বিপ্লবী বাণীর দারিদ্র্য নেই। যদি বিপ্লবী বাণীর দারিদ্র্য থাকত তদুপরি বলা ঠিক</w:t>
      </w:r>
      <w:r>
        <w:rPr>
          <w:lang w:bidi="bn-IN"/>
        </w:rPr>
        <w:t xml:space="preserve"> </w:t>
      </w:r>
      <w:r w:rsidRPr="003249F5">
        <w:rPr>
          <w:cs/>
          <w:lang w:bidi="bn-IN"/>
        </w:rPr>
        <w:t>হতো না যে</w:t>
      </w:r>
      <w:r w:rsidRPr="003249F5">
        <w:t>,</w:t>
      </w:r>
      <w:r w:rsidRPr="003249F5">
        <w:rPr>
          <w:cs/>
          <w:lang w:bidi="bn-IN"/>
        </w:rPr>
        <w:t>এ বাণীটি ইমাম হুসাইনের। আল্লাহর নিকট এরূপ কর্ম হতে আশ্রয় চাই। তবে বাস্তবতো এর বিপরীত কথাই বলে। আমাদের নিকট ইমাম হুসাইন (আ.)-এর নিকট থেকে</w:t>
      </w:r>
      <w:r w:rsidRPr="003249F5">
        <w:t>,</w:t>
      </w:r>
      <w:r w:rsidRPr="003249F5">
        <w:rPr>
          <w:cs/>
          <w:lang w:bidi="bn-IN"/>
        </w:rPr>
        <w:t xml:space="preserve">এমনকি </w:t>
      </w:r>
      <w:r w:rsidR="00FE6D44">
        <w:rPr>
          <w:cs/>
          <w:lang w:bidi="bn-IN"/>
        </w:rPr>
        <w:t>তার</w:t>
      </w:r>
      <w:r>
        <w:rPr>
          <w:lang w:bidi="bn-IN"/>
        </w:rPr>
        <w:t xml:space="preserve"> </w:t>
      </w:r>
      <w:r w:rsidRPr="003249F5">
        <w:rPr>
          <w:cs/>
          <w:lang w:bidi="bn-IN"/>
        </w:rPr>
        <w:t>পিতা</w:t>
      </w:r>
      <w:r w:rsidRPr="003249F5">
        <w:t>,</w:t>
      </w:r>
      <w:r w:rsidRPr="003249F5">
        <w:rPr>
          <w:cs/>
          <w:lang w:bidi="bn-IN"/>
        </w:rPr>
        <w:t>মাতা</w:t>
      </w:r>
      <w:r w:rsidRPr="003249F5">
        <w:t>,</w:t>
      </w:r>
      <w:r w:rsidRPr="003249F5">
        <w:rPr>
          <w:cs/>
          <w:lang w:bidi="bn-IN"/>
        </w:rPr>
        <w:t>সন্তানদের নিকট থেকেও এত অধিক বিপ্লবী বাণী রয়েছে যে</w:t>
      </w:r>
      <w:r w:rsidRPr="003249F5">
        <w:t>,</w:t>
      </w:r>
      <w:r w:rsidRPr="003249F5">
        <w:rPr>
          <w:cs/>
          <w:lang w:bidi="bn-IN"/>
        </w:rPr>
        <w:t>বিশ্ব তা থেকে ধার নিতে</w:t>
      </w:r>
      <w:r>
        <w:rPr>
          <w:lang w:bidi="bn-IN"/>
        </w:rPr>
        <w:t xml:space="preserve"> </w:t>
      </w:r>
      <w:r w:rsidRPr="003249F5">
        <w:rPr>
          <w:cs/>
          <w:lang w:bidi="bn-IN"/>
        </w:rPr>
        <w:t>পারে। তাই কেন আমরা অন্যদের ভ্রান্ত বাণীকে ধার করব</w:t>
      </w:r>
      <w:r w:rsidRPr="003249F5">
        <w:t xml:space="preserve">? </w:t>
      </w:r>
      <w:r w:rsidRPr="003249F5">
        <w:rPr>
          <w:cs/>
          <w:lang w:bidi="bn-IN"/>
        </w:rPr>
        <w:t>নতুন প্রজন্মের তাই এ গোঁড়ামি থাকা</w:t>
      </w:r>
      <w:r>
        <w:rPr>
          <w:lang w:bidi="bn-IN"/>
        </w:rPr>
        <w:t xml:space="preserve"> </w:t>
      </w:r>
      <w:r w:rsidRPr="003249F5">
        <w:rPr>
          <w:cs/>
          <w:lang w:bidi="bn-IN"/>
        </w:rPr>
        <w:t>উচিত নয়।</w:t>
      </w:r>
    </w:p>
    <w:p w:rsidR="003F52A2" w:rsidRDefault="003F52A2" w:rsidP="003F52A2">
      <w:pPr>
        <w:pStyle w:val="libNormal"/>
        <w:rPr>
          <w:lang w:bidi="bn-IN"/>
        </w:rPr>
      </w:pPr>
      <w:r w:rsidRPr="003F52A2">
        <w:rPr>
          <w:cs/>
          <w:lang w:bidi="bn-IN"/>
        </w:rPr>
        <w:t>তদুপরি আমি দাবি করছি</w:t>
      </w:r>
      <w:r w:rsidRPr="003F52A2">
        <w:t>,</w:t>
      </w:r>
      <w:r w:rsidRPr="003F52A2">
        <w:rPr>
          <w:cs/>
          <w:lang w:bidi="bn-IN"/>
        </w:rPr>
        <w:t>যদি কেউ এসে প্রমাণ করতে পারেন এ বাণীটি ইমাম হুসাইনের তাহলে এ মিম্বারে এসেই আমি ভুল স্বীকার করব। কিন্তু আমাদের অবশ্যই উচিত প্রামাণ্য কথা বলা এবং অপ্রামাণ্য কথা বলা থেকে দূরে থাকা। যেহেতু সময় শেষ হয়ে গেছে</w:t>
      </w:r>
      <w:r>
        <w:rPr>
          <w:lang w:bidi="bn-IN"/>
        </w:rPr>
        <w:t xml:space="preserve"> </w:t>
      </w:r>
      <w:r>
        <w:rPr>
          <w:cs/>
          <w:lang w:bidi="bn-IN"/>
        </w:rPr>
        <w:t>(যদিও এ বিষয়ে প্রচুর কথা</w:t>
      </w:r>
      <w:r>
        <w:rPr>
          <w:lang w:bidi="bn-IN"/>
        </w:rPr>
        <w:t xml:space="preserve"> </w:t>
      </w:r>
      <w:r w:rsidRPr="003F52A2">
        <w:rPr>
          <w:cs/>
          <w:lang w:bidi="bn-IN"/>
        </w:rPr>
        <w:t>রয়েছে) সেহেতু এখানেই শেষ করছি।</w:t>
      </w:r>
    </w:p>
    <w:p w:rsidR="003F52A2" w:rsidRDefault="003F52A2" w:rsidP="003F52A2">
      <w:pPr>
        <w:pStyle w:val="libNormal"/>
        <w:rPr>
          <w:cs/>
          <w:lang w:bidi="bn-IN"/>
        </w:rPr>
      </w:pPr>
      <w:r w:rsidRPr="003F52A2">
        <w:rPr>
          <w:cs/>
          <w:lang w:bidi="bn-IN"/>
        </w:rPr>
        <w:t>আমাদের আলোচনার যা মূল ছিল তা হলো সুফী সাহিত্যে প্রবৃত্তির বিরুদ্ধে সংগ্রামের ক্ষেত্রে এতটা</w:t>
      </w:r>
      <w:r>
        <w:rPr>
          <w:lang w:bidi="bn-IN"/>
        </w:rPr>
        <w:t xml:space="preserve"> </w:t>
      </w:r>
      <w:r w:rsidRPr="003F52A2">
        <w:rPr>
          <w:cs/>
          <w:lang w:bidi="bn-IN"/>
        </w:rPr>
        <w:t>বাড়াবাড়ি করা হয়েছে যে</w:t>
      </w:r>
      <w:r w:rsidRPr="003F52A2">
        <w:t>,</w:t>
      </w:r>
      <w:r w:rsidRPr="003F52A2">
        <w:rPr>
          <w:cs/>
          <w:lang w:bidi="bn-IN"/>
        </w:rPr>
        <w:t>কখনো কখনো আত্মসম্মানবোধের হানী হয়েছে। যদি এ বিষয়টিকে</w:t>
      </w:r>
      <w:r>
        <w:rPr>
          <w:lang w:bidi="bn-IN"/>
        </w:rPr>
        <w:t xml:space="preserve"> </w:t>
      </w:r>
      <w:r w:rsidRPr="003F52A2">
        <w:rPr>
          <w:cs/>
          <w:lang w:bidi="bn-IN"/>
        </w:rPr>
        <w:t>ইসলামী মানদণ্ডের সঙ্গে যাচাই করি তবে দেখব এ ব</w:t>
      </w:r>
      <w:r>
        <w:rPr>
          <w:cs/>
          <w:lang w:bidi="bn-IN"/>
        </w:rPr>
        <w:t>িষয়টির সংস্কারের প্রয়োজন রয়েছে।</w:t>
      </w:r>
    </w:p>
    <w:p w:rsidR="003F52A2" w:rsidRPr="001F7408" w:rsidRDefault="003F52A2" w:rsidP="001F7408">
      <w:pPr>
        <w:rPr>
          <w:rtl/>
          <w:cs/>
        </w:rPr>
      </w:pPr>
      <w:r>
        <w:rPr>
          <w:cs/>
          <w:lang w:bidi="bn-IN"/>
        </w:rPr>
        <w:br w:type="page"/>
      </w:r>
    </w:p>
    <w:p w:rsidR="003F52A2" w:rsidRDefault="003F52A2" w:rsidP="003F52A2">
      <w:pPr>
        <w:pStyle w:val="Heading1Center"/>
      </w:pPr>
      <w:bookmarkStart w:id="49" w:name="_Toc392601458"/>
      <w:r w:rsidRPr="003F52A2">
        <w:rPr>
          <w:rFonts w:eastAsia="Calibri"/>
          <w:cs/>
          <w:lang w:bidi="bn-IN"/>
        </w:rPr>
        <w:t>ক্ষমতার মতবাদের পর্যালোচনা ও মূল্যায়ন</w:t>
      </w:r>
      <w:bookmarkEnd w:id="49"/>
    </w:p>
    <w:p w:rsidR="003F52A2" w:rsidRDefault="003F52A2" w:rsidP="00552377">
      <w:pPr>
        <w:rPr>
          <w:lang w:bidi="bn-IN"/>
        </w:rPr>
      </w:pPr>
    </w:p>
    <w:p w:rsidR="003F52A2" w:rsidRPr="003F52A2" w:rsidRDefault="00552377" w:rsidP="00D542A0">
      <w:pPr>
        <w:pStyle w:val="libAie"/>
      </w:pPr>
      <w:r w:rsidRPr="00552377">
        <w:rPr>
          <w:rStyle w:val="libAlaemChar"/>
        </w:rPr>
        <w:t>)</w:t>
      </w:r>
      <w:r w:rsidR="003F52A2" w:rsidRPr="00552377">
        <w:rPr>
          <w:rtl/>
        </w:rPr>
        <w:t>وَكَأَيِّن مِّن نَّبِيٍّ قَاتَلَ مَعَهُ رِ‌بِّيُّونَ كَثِيرٌ‌ فَمَا وَهَنُوا لِمَا أَصَابَهُمْ فِي سَبِيلِ اللَّـهِ وَمَا ضَعُفُوا وَمَا اسْتَكَانُوا</w:t>
      </w:r>
      <w:r w:rsidR="00D542A0" w:rsidRPr="001F7408">
        <w:t xml:space="preserve"> </w:t>
      </w:r>
      <w:r w:rsidR="003F52A2" w:rsidRPr="00552377">
        <w:rPr>
          <w:rtl/>
        </w:rPr>
        <w:t>وَاللَّـهُ يُحِبُّ الصَّابِرِ‌ينَ</w:t>
      </w:r>
      <w:r w:rsidRPr="00552377">
        <w:rPr>
          <w:rStyle w:val="libAlaemChar"/>
        </w:rPr>
        <w:t>(</w:t>
      </w:r>
    </w:p>
    <w:p w:rsidR="00552377" w:rsidRDefault="003F52A2" w:rsidP="003F52A2">
      <w:pPr>
        <w:pStyle w:val="libNormal"/>
        <w:rPr>
          <w:lang w:bidi="bn-IN"/>
        </w:rPr>
      </w:pPr>
      <w:r w:rsidRPr="003F52A2">
        <w:t>(</w:t>
      </w:r>
      <w:r w:rsidRPr="003F52A2">
        <w:rPr>
          <w:cs/>
          <w:lang w:bidi="bn-IN"/>
        </w:rPr>
        <w:t>সূরা আলে ইমরান : ১৪৬)</w:t>
      </w:r>
    </w:p>
    <w:p w:rsidR="00552377" w:rsidRDefault="003F52A2" w:rsidP="00552377">
      <w:pPr>
        <w:pStyle w:val="libNormal"/>
        <w:rPr>
          <w:lang w:bidi="bn-IN"/>
        </w:rPr>
      </w:pPr>
      <w:r w:rsidRPr="003F52A2">
        <w:rPr>
          <w:cs/>
          <w:lang w:bidi="bn-IN"/>
        </w:rPr>
        <w:t>পূর্ণ</w:t>
      </w:r>
      <w:r w:rsidRPr="003F52A2">
        <w:t>,</w:t>
      </w:r>
      <w:r w:rsidRPr="003F52A2">
        <w:rPr>
          <w:cs/>
          <w:lang w:bidi="bn-IN"/>
        </w:rPr>
        <w:t>আদর্শ ও উচ্চতর মানুষের বিষয়ে অন্য যে মতবাদটি প্র</w:t>
      </w:r>
      <w:r w:rsidR="00552377">
        <w:rPr>
          <w:cs/>
          <w:lang w:bidi="bn-IN"/>
        </w:rPr>
        <w:t>চলিত তা হচ্ছে ক্ষমতার মতবাদ। এ</w:t>
      </w:r>
      <w:r w:rsidR="00552377">
        <w:rPr>
          <w:lang w:bidi="bn-IN"/>
        </w:rPr>
        <w:t xml:space="preserve"> </w:t>
      </w:r>
      <w:r w:rsidRPr="003F52A2">
        <w:rPr>
          <w:cs/>
          <w:lang w:bidi="bn-IN"/>
        </w:rPr>
        <w:t xml:space="preserve">মতবাদে পূর্ণ মানব অর্থ ক্ষমতাবান ও শক্তির অধিকারী মানুষ। অন্য </w:t>
      </w:r>
      <w:r w:rsidR="00695D8C">
        <w:rPr>
          <w:cs/>
          <w:lang w:bidi="bn-IN"/>
        </w:rPr>
        <w:t>অর্থে</w:t>
      </w:r>
      <w:r w:rsidR="00552377">
        <w:rPr>
          <w:cs/>
          <w:lang w:bidi="bn-IN"/>
        </w:rPr>
        <w:t xml:space="preserve"> এ মতবাদে পূর্ণতা ও ক্ষমতা</w:t>
      </w:r>
      <w:r w:rsidR="00552377">
        <w:rPr>
          <w:lang w:bidi="bn-IN"/>
        </w:rPr>
        <w:t xml:space="preserve"> </w:t>
      </w:r>
      <w:r w:rsidRPr="003F52A2">
        <w:rPr>
          <w:cs/>
          <w:lang w:bidi="bn-IN"/>
        </w:rPr>
        <w:t xml:space="preserve">সমার্থক এবং অক্ষমতা ও অপারগতা অপূর্ণতার সমার্থক। যে ব্যক্তি যত ক্ষমতাবান সে তত বেশি </w:t>
      </w:r>
      <w:r w:rsidR="00552377" w:rsidRPr="00552377">
        <w:rPr>
          <w:cs/>
          <w:lang w:bidi="bn-IN"/>
        </w:rPr>
        <w:t>পূর্ণ</w:t>
      </w:r>
      <w:r w:rsidR="00552377">
        <w:rPr>
          <w:lang w:bidi="bn-IN"/>
        </w:rPr>
        <w:t xml:space="preserve"> </w:t>
      </w:r>
      <w:r w:rsidRPr="003F52A2">
        <w:rPr>
          <w:cs/>
          <w:lang w:bidi="bn-IN"/>
        </w:rPr>
        <w:t>এবং যে ব্যক্তি যত দুর্বল সে তত ত্রুটিপূর্ণ। সত্য ও ন্যায় ক্ষমতা</w:t>
      </w:r>
      <w:r w:rsidR="00552377">
        <w:rPr>
          <w:cs/>
          <w:lang w:bidi="bn-IN"/>
        </w:rPr>
        <w:t xml:space="preserve"> ও শক্তি ব্যতীত কিছু নয়। যদি</w:t>
      </w:r>
      <w:r w:rsidR="00552377">
        <w:rPr>
          <w:lang w:bidi="bn-IN"/>
        </w:rPr>
        <w:t xml:space="preserve"> </w:t>
      </w:r>
      <w:r w:rsidRPr="003F52A2">
        <w:rPr>
          <w:cs/>
          <w:lang w:bidi="bn-IN"/>
        </w:rPr>
        <w:t>দু</w:t>
      </w:r>
      <w:r w:rsidRPr="00D542A0">
        <w:rPr>
          <w:rStyle w:val="libAlaemChar"/>
        </w:rPr>
        <w:t>’</w:t>
      </w:r>
      <w:r w:rsidRPr="003F52A2">
        <w:rPr>
          <w:cs/>
          <w:lang w:bidi="bn-IN"/>
        </w:rPr>
        <w:t>শক্তি পরস্পরের মোকাবিলায় দাঁড়ায় তখন আমরা জয় পরাজয়ের ভিত্তিতে নয়</w:t>
      </w:r>
      <w:r w:rsidRPr="003F52A2">
        <w:t>,</w:t>
      </w:r>
      <w:r w:rsidRPr="003F52A2">
        <w:rPr>
          <w:cs/>
          <w:lang w:bidi="bn-IN"/>
        </w:rPr>
        <w:t>বরং অন্য মানদণ্ডে</w:t>
      </w:r>
      <w:r w:rsidR="00552377">
        <w:rPr>
          <w:lang w:bidi="bn-IN"/>
        </w:rPr>
        <w:t xml:space="preserve"> </w:t>
      </w:r>
      <w:r w:rsidRPr="003F52A2">
        <w:rPr>
          <w:cs/>
          <w:lang w:bidi="bn-IN"/>
        </w:rPr>
        <w:t xml:space="preserve">বলি এ পক্ষ সত্যপন্থী ও অন্য পক্ষ বাতিল বা অত্যাচারী। </w:t>
      </w:r>
      <w:r w:rsidR="00552377">
        <w:rPr>
          <w:cs/>
          <w:lang w:bidi="bn-IN"/>
        </w:rPr>
        <w:t>কোথাও হয়তো সত্য মিথ্যা ও জুলুমকে</w:t>
      </w:r>
      <w:r w:rsidR="00552377">
        <w:rPr>
          <w:lang w:bidi="bn-IN"/>
        </w:rPr>
        <w:t xml:space="preserve"> </w:t>
      </w:r>
      <w:r w:rsidRPr="003F52A2">
        <w:rPr>
          <w:cs/>
          <w:lang w:bidi="bn-IN"/>
        </w:rPr>
        <w:t>পরাস্ত করে</w:t>
      </w:r>
      <w:r w:rsidRPr="003F52A2">
        <w:t>,</w:t>
      </w:r>
      <w:r w:rsidRPr="003F52A2">
        <w:rPr>
          <w:cs/>
          <w:lang w:bidi="bn-IN"/>
        </w:rPr>
        <w:t>কোথাও বাতিল সত্যপন্থীদের পরাজিত করে। অবশ্য কোরআনের যুক্তিতে শেষ বিজয়</w:t>
      </w:r>
      <w:r w:rsidR="00552377">
        <w:rPr>
          <w:lang w:bidi="bn-IN"/>
        </w:rPr>
        <w:t xml:space="preserve"> </w:t>
      </w:r>
      <w:r w:rsidRPr="003F52A2">
        <w:rPr>
          <w:cs/>
          <w:lang w:bidi="bn-IN"/>
        </w:rPr>
        <w:t>সত্য ও হক্বের পক্ষে। বাতিল হয়তো সাময়িকভাবে জয়লাভ করতে পারে</w:t>
      </w:r>
      <w:r w:rsidRPr="003F52A2">
        <w:t>,</w:t>
      </w:r>
      <w:r w:rsidRPr="003F52A2">
        <w:rPr>
          <w:cs/>
          <w:lang w:bidi="bn-IN"/>
        </w:rPr>
        <w:t>তবে তা চিরস্থায়ী নয়। তবে</w:t>
      </w:r>
      <w:r w:rsidR="00552377">
        <w:rPr>
          <w:lang w:bidi="bn-IN"/>
        </w:rPr>
        <w:t xml:space="preserve"> </w:t>
      </w:r>
      <w:r w:rsidRPr="003F52A2">
        <w:rPr>
          <w:cs/>
          <w:lang w:bidi="bn-IN"/>
        </w:rPr>
        <w:t>দু</w:t>
      </w:r>
      <w:r w:rsidRPr="00D542A0">
        <w:rPr>
          <w:rStyle w:val="libAlaemChar"/>
        </w:rPr>
        <w:t>’</w:t>
      </w:r>
      <w:r w:rsidRPr="003F52A2">
        <w:rPr>
          <w:cs/>
          <w:lang w:bidi="bn-IN"/>
        </w:rPr>
        <w:t>শক্তি যদি পরস্পরের বিরুদ্ধে যুদ্ধে লিপ্ত হয়</w:t>
      </w:r>
      <w:r w:rsidRPr="003F52A2">
        <w:t>,</w:t>
      </w:r>
      <w:r w:rsidRPr="003F52A2">
        <w:rPr>
          <w:cs/>
          <w:lang w:bidi="bn-IN"/>
        </w:rPr>
        <w:t>যে দল জয়ী হবে তাকেই কোরআন হক্ব বলে মনে করেনা বা যে দল পরাজিত হবে তাকেও বাতিল বলে মনে করে না। কিন্তু ক্ষমতার মতবাদের দৃষ্টিতে যেদল বিপরীত পক্ষকে পরাজিত করবে সে-ই ন্যায়ের উপর প্রতিষ্ঠিত। শক্তিধর পক্ষ যা করবে</w:t>
      </w:r>
      <w:r w:rsidRPr="003F52A2">
        <w:t>,</w:t>
      </w:r>
      <w:r w:rsidRPr="003F52A2">
        <w:rPr>
          <w:cs/>
          <w:lang w:bidi="bn-IN"/>
        </w:rPr>
        <w:t>সেটাই</w:t>
      </w:r>
      <w:r w:rsidR="00552377">
        <w:rPr>
          <w:lang w:bidi="bn-IN"/>
        </w:rPr>
        <w:t xml:space="preserve"> </w:t>
      </w:r>
      <w:r w:rsidRPr="003F52A2">
        <w:rPr>
          <w:cs/>
          <w:lang w:bidi="bn-IN"/>
        </w:rPr>
        <w:t>ন্যায়</w:t>
      </w:r>
      <w:r w:rsidRPr="003F52A2">
        <w:rPr>
          <w:cs/>
          <w:lang w:bidi="hi-IN"/>
        </w:rPr>
        <w:t>।</w:t>
      </w:r>
    </w:p>
    <w:p w:rsidR="00552377" w:rsidRDefault="00552377" w:rsidP="00552377">
      <w:pPr>
        <w:pStyle w:val="libNormal"/>
        <w:rPr>
          <w:lang w:bidi="bn-IN"/>
        </w:rPr>
      </w:pPr>
    </w:p>
    <w:p w:rsidR="00552377" w:rsidRDefault="003F52A2" w:rsidP="00552377">
      <w:pPr>
        <w:pStyle w:val="libBold1"/>
        <w:rPr>
          <w:lang w:bidi="bn-IN"/>
        </w:rPr>
      </w:pPr>
      <w:r w:rsidRPr="003F52A2">
        <w:rPr>
          <w:cs/>
          <w:lang w:bidi="bn-IN"/>
        </w:rPr>
        <w:t>ক্ষমতার মতবাদের ইতিহাস</w:t>
      </w:r>
    </w:p>
    <w:p w:rsidR="00FE6D44" w:rsidRDefault="003F52A2" w:rsidP="00552377">
      <w:pPr>
        <w:pStyle w:val="libNormal"/>
        <w:rPr>
          <w:lang w:bidi="bn-IN"/>
        </w:rPr>
      </w:pPr>
      <w:r w:rsidRPr="003F52A2">
        <w:rPr>
          <w:cs/>
          <w:lang w:bidi="bn-IN"/>
        </w:rPr>
        <w:t>এ মতবাদ অনেক প্রাচীন এবং এর ইতিহাস সক্রেটিসের সময়েরও পূর্বের। সক্রেটিস হযরত ঈসা</w:t>
      </w:r>
      <w:r w:rsidR="00552377">
        <w:rPr>
          <w:lang w:bidi="bn-IN"/>
        </w:rPr>
        <w:t xml:space="preserve"> </w:t>
      </w:r>
      <w:r w:rsidRPr="003F52A2">
        <w:rPr>
          <w:cs/>
          <w:lang w:bidi="bn-IN"/>
        </w:rPr>
        <w:t>(আ.)-এর জন্মের চারশ</w:t>
      </w:r>
      <w:r w:rsidRPr="00D542A0">
        <w:rPr>
          <w:rStyle w:val="libAlaemChar"/>
        </w:rPr>
        <w:t>’</w:t>
      </w:r>
      <w:r w:rsidRPr="003F52A2">
        <w:t xml:space="preserve"> </w:t>
      </w:r>
      <w:r w:rsidRPr="003F52A2">
        <w:rPr>
          <w:cs/>
          <w:lang w:bidi="bn-IN"/>
        </w:rPr>
        <w:t>বছর পূর্বের মানুষ। তখন থেকে ২৪০০ অথবা ২৫০০ বছর অতিক্রান্ত</w:t>
      </w:r>
      <w:r w:rsidR="00552377">
        <w:rPr>
          <w:lang w:bidi="bn-IN"/>
        </w:rPr>
        <w:t xml:space="preserve"> </w:t>
      </w:r>
      <w:r w:rsidRPr="003F52A2">
        <w:rPr>
          <w:cs/>
          <w:lang w:bidi="bn-IN"/>
        </w:rPr>
        <w:t xml:space="preserve">হয়েছে। সক্রেটিসের পূর্বে একদল লোক ছিলেন দর্শনে </w:t>
      </w:r>
      <w:r w:rsidR="00611BB9">
        <w:rPr>
          <w:cs/>
          <w:lang w:bidi="bn-IN"/>
        </w:rPr>
        <w:t>তা</w:t>
      </w:r>
      <w:r w:rsidRPr="003F52A2">
        <w:rPr>
          <w:cs/>
          <w:lang w:bidi="bn-IN"/>
        </w:rPr>
        <w:t>দেরকে সফিস্ট বা সন্দেহবাদী বলা হয়।</w:t>
      </w:r>
      <w:r w:rsidR="00552377">
        <w:rPr>
          <w:lang w:bidi="bn-IN"/>
        </w:rPr>
        <w:t xml:space="preserve"> </w:t>
      </w:r>
      <w:r w:rsidRPr="003F52A2">
        <w:rPr>
          <w:cs/>
          <w:lang w:bidi="bn-IN"/>
        </w:rPr>
        <w:t>এঁরা সামাজিক বিষয়ে এরূপ দৃষ্টিভঙ্গি পোষণ করতেন। এ দৃষ্টিভঙ্গি প্লেটো ও সক্রেটিসের আবির্ভাবের</w:t>
      </w:r>
      <w:r w:rsidR="00552377">
        <w:rPr>
          <w:lang w:bidi="bn-IN"/>
        </w:rPr>
        <w:t xml:space="preserve"> </w:t>
      </w:r>
      <w:r w:rsidRPr="003F52A2">
        <w:rPr>
          <w:cs/>
          <w:lang w:bidi="bn-IN"/>
        </w:rPr>
        <w:t>মাধ্যমে বিলুপ্ত হয়। হযরত ঈসার আবির্ভাবের মাধ্যমে এ মতবাদের সমাধি ঘটে</w:t>
      </w:r>
      <w:r w:rsidRPr="003F52A2">
        <w:t>,</w:t>
      </w:r>
      <w:r w:rsidRPr="003F52A2">
        <w:rPr>
          <w:cs/>
          <w:lang w:bidi="bn-IN"/>
        </w:rPr>
        <w:t>যেহেতু খ্রিষ্ট মতবাদএর ঠিক বিপরীত একটি মতবাদ। অর্থাৎ খ্রিষ্ট মতবাদ ক্ষমতার বিরুদ্ধেই শুধু প্রচার চালায় না</w:t>
      </w:r>
      <w:r w:rsidRPr="003F52A2">
        <w:t>,</w:t>
      </w:r>
      <w:r w:rsidRPr="003F52A2">
        <w:rPr>
          <w:cs/>
          <w:lang w:bidi="bn-IN"/>
        </w:rPr>
        <w:t>বরং</w:t>
      </w:r>
      <w:r w:rsidR="00552377">
        <w:rPr>
          <w:lang w:bidi="bn-IN"/>
        </w:rPr>
        <w:t xml:space="preserve"> </w:t>
      </w:r>
      <w:r w:rsidR="00552377">
        <w:rPr>
          <w:cs/>
          <w:lang w:bidi="bn-IN"/>
        </w:rPr>
        <w:t>দুর্বলের</w:t>
      </w:r>
      <w:r w:rsidRPr="003F52A2">
        <w:rPr>
          <w:cs/>
          <w:lang w:bidi="bn-IN"/>
        </w:rPr>
        <w:t xml:space="preserve"> পক্ষে প্রচার চালায়। খ্রিষ্ট মতবাদে বলা হয়</w:t>
      </w:r>
      <w:r w:rsidRPr="003F52A2">
        <w:t>,</w:t>
      </w:r>
      <w:r w:rsidRPr="003F52A2">
        <w:rPr>
          <w:cs/>
          <w:lang w:bidi="bn-IN"/>
        </w:rPr>
        <w:t>কেউ তো</w:t>
      </w:r>
      <w:r w:rsidR="00552377">
        <w:rPr>
          <w:cs/>
          <w:lang w:bidi="bn-IN"/>
        </w:rPr>
        <w:t>মার ডান গালে চড় বসিয়ে দিলে বাম</w:t>
      </w:r>
      <w:r w:rsidR="00552377">
        <w:rPr>
          <w:lang w:bidi="bn-IN"/>
        </w:rPr>
        <w:t xml:space="preserve"> </w:t>
      </w:r>
      <w:r w:rsidRPr="003F52A2">
        <w:rPr>
          <w:cs/>
          <w:lang w:bidi="bn-IN"/>
        </w:rPr>
        <w:t>গালটিও এগিয়ে দাও</w:t>
      </w:r>
      <w:r w:rsidRPr="003F52A2">
        <w:t>,</w:t>
      </w:r>
      <w:r w:rsidRPr="003F52A2">
        <w:rPr>
          <w:cs/>
          <w:lang w:bidi="bn-IN"/>
        </w:rPr>
        <w:t>নিজেকে রক্ষা করার চেষ্টা করো না। এটি দুর্বলতার মতবাদের পক্ষের একটি</w:t>
      </w:r>
      <w:r w:rsidR="00552377">
        <w:rPr>
          <w:lang w:bidi="bn-IN"/>
        </w:rPr>
        <w:t xml:space="preserve"> </w:t>
      </w:r>
      <w:r w:rsidRPr="003F52A2">
        <w:rPr>
          <w:cs/>
          <w:lang w:bidi="bn-IN"/>
        </w:rPr>
        <w:t>প্রচার বৈ কিছু নয়। পৃথিবীতে ইসলামের আগমনের ফলে ক্ষমতা ও শক্তির ক্ষেত্রে অপর এক নিজস্ব</w:t>
      </w:r>
      <w:r w:rsidR="00552377">
        <w:rPr>
          <w:lang w:bidi="bn-IN"/>
        </w:rPr>
        <w:t xml:space="preserve"> </w:t>
      </w:r>
      <w:r w:rsidRPr="003F52A2">
        <w:rPr>
          <w:cs/>
          <w:lang w:bidi="bn-IN"/>
        </w:rPr>
        <w:t>দৃষ্টিভঙ্গি এসেছে যা স্বভাবতঃই ক্ষমতার মতবাদের পরিপন্থী যেটা বলে</w:t>
      </w:r>
      <w:r w:rsidRPr="003F52A2">
        <w:t>,</w:t>
      </w:r>
      <w:r w:rsidRPr="003F52A2">
        <w:rPr>
          <w:cs/>
          <w:lang w:bidi="bn-IN"/>
        </w:rPr>
        <w:t>হক্ব ও ন্যায়</w:t>
      </w:r>
      <w:r w:rsidRPr="003F52A2">
        <w:t>,</w:t>
      </w:r>
      <w:r w:rsidRPr="003F52A2">
        <w:rPr>
          <w:cs/>
          <w:lang w:bidi="bn-IN"/>
        </w:rPr>
        <w:t>শক্তি ও ক্ষমতা</w:t>
      </w:r>
      <w:r w:rsidR="00FE6D44">
        <w:rPr>
          <w:lang w:bidi="bn-IN"/>
        </w:rPr>
        <w:t xml:space="preserve"> </w:t>
      </w:r>
      <w:r w:rsidRPr="003F52A2">
        <w:rPr>
          <w:cs/>
          <w:lang w:bidi="bn-IN"/>
        </w:rPr>
        <w:t xml:space="preserve">বৈ কিছু নয়। এটা পাশ্চাত্যে </w:t>
      </w:r>
      <w:r w:rsidR="00FE6D44">
        <w:rPr>
          <w:cs/>
          <w:lang w:bidi="bn-IN"/>
        </w:rPr>
        <w:t>উদ্ভূত</w:t>
      </w:r>
      <w:r w:rsidRPr="003F52A2">
        <w:rPr>
          <w:cs/>
          <w:lang w:bidi="bn-IN"/>
        </w:rPr>
        <w:t xml:space="preserve"> একটি মতবাদ যা শক্তি ও ন্যায় একই বলে জানে।</w:t>
      </w:r>
    </w:p>
    <w:p w:rsidR="00FE6D44" w:rsidRDefault="003F52A2" w:rsidP="00552377">
      <w:pPr>
        <w:pStyle w:val="libNormal"/>
        <w:rPr>
          <w:lang w:bidi="bn-IN"/>
        </w:rPr>
      </w:pPr>
      <w:r w:rsidRPr="003F52A2">
        <w:rPr>
          <w:cs/>
          <w:lang w:bidi="bn-IN"/>
        </w:rPr>
        <w:t>পাশ্চাত্যে কয়েক শতাব্দী পূর্বে দ্বিতীয়বারের মতো এ মতবাদ পুনর্জীবিত হয়েছে। সত্য ও ক্ষমতা</w:t>
      </w:r>
      <w:r w:rsidR="00FE6D44">
        <w:rPr>
          <w:lang w:bidi="bn-IN"/>
        </w:rPr>
        <w:t xml:space="preserve"> </w:t>
      </w:r>
      <w:r w:rsidRPr="003F52A2">
        <w:rPr>
          <w:cs/>
          <w:lang w:bidi="bn-IN"/>
        </w:rPr>
        <w:t>সমার্থক- এ ধারণাটি প্রথমবারের মতো রাজনৈতিক দর্শনে আবির্ভূত হয়েছে। ম্যাকিয়াভেলী ছিলেন</w:t>
      </w:r>
      <w:r w:rsidR="00FE6D44">
        <w:rPr>
          <w:lang w:bidi="bn-IN"/>
        </w:rPr>
        <w:t xml:space="preserve"> </w:t>
      </w:r>
      <w:r w:rsidRPr="003F52A2">
        <w:rPr>
          <w:cs/>
          <w:lang w:bidi="bn-IN"/>
        </w:rPr>
        <w:t xml:space="preserve">একজন ইতালীয় দার্শনিক। তিনি </w:t>
      </w:r>
      <w:r w:rsidR="00FE6D44">
        <w:rPr>
          <w:cs/>
          <w:lang w:bidi="bn-IN"/>
        </w:rPr>
        <w:t>তার</w:t>
      </w:r>
      <w:r w:rsidRPr="003F52A2">
        <w:rPr>
          <w:cs/>
          <w:lang w:bidi="bn-IN"/>
        </w:rPr>
        <w:t xml:space="preserve"> রাজনৈতিক দর্শনকে এ মতবাদের উপর প্রতিষ্ঠিত করেছেন।</w:t>
      </w:r>
      <w:r w:rsidR="00FE6D44">
        <w:rPr>
          <w:lang w:bidi="bn-IN"/>
        </w:rPr>
        <w:t xml:space="preserve"> </w:t>
      </w:r>
      <w:r w:rsidRPr="003F52A2">
        <w:rPr>
          <w:cs/>
          <w:lang w:bidi="bn-IN"/>
        </w:rPr>
        <w:t>তিনি বলেন</w:t>
      </w:r>
      <w:r w:rsidRPr="003F52A2">
        <w:t>,</w:t>
      </w:r>
      <w:r w:rsidRPr="003F52A2">
        <w:rPr>
          <w:cs/>
          <w:lang w:bidi="bn-IN"/>
        </w:rPr>
        <w:t>রাজনীতির ক্ষেত্রে একমাত্র লক্ষণীয় বিষয় হলো প্রভূ</w:t>
      </w:r>
      <w:r w:rsidR="00FE6D44">
        <w:rPr>
          <w:cs/>
          <w:lang w:bidi="bn-IN"/>
        </w:rPr>
        <w:t>ত্বের যোগ্যতা। রাজনৈতিক লক্ষ্যে</w:t>
      </w:r>
      <w:r w:rsidR="00FE6D44">
        <w:rPr>
          <w:lang w:bidi="bn-IN"/>
        </w:rPr>
        <w:t xml:space="preserve"> </w:t>
      </w:r>
      <w:r w:rsidR="00611BB9">
        <w:rPr>
          <w:cs/>
          <w:lang w:bidi="bn-IN"/>
        </w:rPr>
        <w:t>পৌ</w:t>
      </w:r>
      <w:r w:rsidRPr="003F52A2">
        <w:rPr>
          <w:cs/>
          <w:lang w:bidi="bn-IN"/>
        </w:rPr>
        <w:t>ছবার জন্য (প্রভুত্ব লাভ) সকল কিছুই বৈধ। মিথ্যা</w:t>
      </w:r>
      <w:r w:rsidRPr="003F52A2">
        <w:t>,</w:t>
      </w:r>
      <w:r w:rsidRPr="003F52A2">
        <w:rPr>
          <w:cs/>
          <w:lang w:bidi="bn-IN"/>
        </w:rPr>
        <w:t>প্রতারণা</w:t>
      </w:r>
      <w:r w:rsidRPr="003F52A2">
        <w:t>,</w:t>
      </w:r>
      <w:r w:rsidRPr="003F52A2">
        <w:rPr>
          <w:cs/>
          <w:lang w:bidi="bn-IN"/>
        </w:rPr>
        <w:t>ধোঁকা</w:t>
      </w:r>
      <w:r w:rsidRPr="003F52A2">
        <w:t>,</w:t>
      </w:r>
      <w:r w:rsidRPr="003F52A2">
        <w:rPr>
          <w:cs/>
          <w:lang w:bidi="bn-IN"/>
        </w:rPr>
        <w:t>মিথ্যা প্রতিশ্রুতি প্রদান</w:t>
      </w:r>
      <w:r w:rsidRPr="003F52A2">
        <w:t>,</w:t>
      </w:r>
      <w:r w:rsidRPr="003F52A2">
        <w:rPr>
          <w:cs/>
          <w:lang w:bidi="bn-IN"/>
        </w:rPr>
        <w:t xml:space="preserve">ওয়াদা ভঙ্গ- এ সবই বৈধ। </w:t>
      </w:r>
      <w:r w:rsidR="00FE6D44">
        <w:rPr>
          <w:cs/>
          <w:lang w:bidi="bn-IN"/>
        </w:rPr>
        <w:t>তার</w:t>
      </w:r>
      <w:r w:rsidRPr="003F52A2">
        <w:rPr>
          <w:cs/>
          <w:lang w:bidi="bn-IN"/>
        </w:rPr>
        <w:t xml:space="preserve"> মতে রাজনীতিতে এ সকল বিষয়কে কখনই নিন্দনীয় বলা যাবে না।</w:t>
      </w:r>
    </w:p>
    <w:p w:rsidR="00FE6D44" w:rsidRDefault="003F52A2" w:rsidP="00552377">
      <w:pPr>
        <w:pStyle w:val="libNormal"/>
        <w:rPr>
          <w:lang w:bidi="bn-IN"/>
        </w:rPr>
      </w:pPr>
      <w:r w:rsidRPr="003F52A2">
        <w:rPr>
          <w:cs/>
          <w:lang w:bidi="bn-IN"/>
        </w:rPr>
        <w:t xml:space="preserve">ম্যাকিয়াভেলীর পরে অন্যান্য কিছু দার্শনিকের আবির্ভাব ঘটে </w:t>
      </w:r>
      <w:r w:rsidR="00695D8C">
        <w:rPr>
          <w:cs/>
          <w:lang w:bidi="bn-IN"/>
        </w:rPr>
        <w:t>যারা</w:t>
      </w:r>
      <w:r w:rsidRPr="003F52A2">
        <w:rPr>
          <w:cs/>
          <w:lang w:bidi="bn-IN"/>
        </w:rPr>
        <w:t xml:space="preserve"> এ মতবাদকে রাজনীতির</w:t>
      </w:r>
      <w:r w:rsidR="00FE6D44">
        <w:rPr>
          <w:lang w:bidi="bn-IN"/>
        </w:rPr>
        <w:t xml:space="preserve"> </w:t>
      </w:r>
      <w:r w:rsidRPr="003F52A2">
        <w:rPr>
          <w:cs/>
          <w:lang w:bidi="bn-IN"/>
        </w:rPr>
        <w:t>বাইরেও সাধারণভাবে প্রয়োগ করে একে একটি নৈতিক ও সাধারণ নিয়মে পরিণত করেন। ফলে</w:t>
      </w:r>
      <w:r w:rsidR="00FE6D44">
        <w:rPr>
          <w:lang w:bidi="bn-IN"/>
        </w:rPr>
        <w:t xml:space="preserve"> </w:t>
      </w:r>
      <w:r w:rsidRPr="003F52A2">
        <w:rPr>
          <w:cs/>
          <w:lang w:bidi="bn-IN"/>
        </w:rPr>
        <w:t xml:space="preserve">সর্বোচ্চ মানবিক নৈতিকতা বলতে </w:t>
      </w:r>
      <w:r w:rsidR="00611BB9">
        <w:rPr>
          <w:cs/>
          <w:lang w:bidi="bn-IN"/>
        </w:rPr>
        <w:t>তা</w:t>
      </w:r>
      <w:r w:rsidRPr="003F52A2">
        <w:rPr>
          <w:cs/>
          <w:lang w:bidi="bn-IN"/>
        </w:rPr>
        <w:t xml:space="preserve">দের কাছে ক্ষমতা ও শক্তিই বুঝায়। এটা </w:t>
      </w:r>
      <w:r w:rsidR="00611BB9">
        <w:rPr>
          <w:cs/>
          <w:lang w:bidi="bn-IN"/>
        </w:rPr>
        <w:t>তা</w:t>
      </w:r>
      <w:r w:rsidRPr="003F52A2">
        <w:rPr>
          <w:cs/>
          <w:lang w:bidi="bn-IN"/>
        </w:rPr>
        <w:t>দের পক্ষ থেকে</w:t>
      </w:r>
      <w:r w:rsidR="00FE6D44">
        <w:rPr>
          <w:lang w:bidi="bn-IN"/>
        </w:rPr>
        <w:t xml:space="preserve"> </w:t>
      </w:r>
      <w:r w:rsidRPr="003F52A2">
        <w:rPr>
          <w:cs/>
          <w:lang w:bidi="bn-IN"/>
        </w:rPr>
        <w:t>রাজনীতিকদের জন্য একটি সবুজ সংকেত যে</w:t>
      </w:r>
      <w:r w:rsidRPr="003F52A2">
        <w:t>,</w:t>
      </w:r>
      <w:r w:rsidRPr="003F52A2">
        <w:rPr>
          <w:cs/>
          <w:lang w:bidi="bn-IN"/>
        </w:rPr>
        <w:t>যা কিছু ইচ্ছা করতে পার। নৈতিকতার আলোচনায়</w:t>
      </w:r>
      <w:r w:rsidR="00FE6D44">
        <w:rPr>
          <w:lang w:bidi="bn-IN"/>
        </w:rPr>
        <w:t xml:space="preserve"> </w:t>
      </w:r>
      <w:r w:rsidRPr="003F52A2">
        <w:rPr>
          <w:cs/>
          <w:lang w:bidi="bn-IN"/>
        </w:rPr>
        <w:t xml:space="preserve">প্রথম এ বিষয়টি আনেন জার্মান দার্শনিক নীচে বা নীট্সে। (নীট্সে </w:t>
      </w:r>
      <w:r w:rsidR="00FE6D44">
        <w:rPr>
          <w:cs/>
          <w:lang w:bidi="bn-IN"/>
        </w:rPr>
        <w:t>তার</w:t>
      </w:r>
      <w:r w:rsidRPr="003F52A2">
        <w:rPr>
          <w:cs/>
          <w:lang w:bidi="bn-IN"/>
        </w:rPr>
        <w:t xml:space="preserve"> শেষ জীবনে পাগল হয়ে যান।</w:t>
      </w:r>
      <w:r w:rsidR="00FE6D44">
        <w:rPr>
          <w:lang w:bidi="bn-IN"/>
        </w:rPr>
        <w:t xml:space="preserve"> </w:t>
      </w:r>
      <w:r w:rsidRPr="003F52A2">
        <w:rPr>
          <w:cs/>
          <w:lang w:bidi="bn-IN"/>
        </w:rPr>
        <w:t xml:space="preserve">আমার মতে পাগলামীর আলামত </w:t>
      </w:r>
      <w:r w:rsidR="00FE6D44">
        <w:rPr>
          <w:cs/>
          <w:lang w:bidi="bn-IN"/>
        </w:rPr>
        <w:t>তার</w:t>
      </w:r>
      <w:r w:rsidRPr="003F52A2">
        <w:rPr>
          <w:cs/>
          <w:lang w:bidi="bn-IN"/>
        </w:rPr>
        <w:t xml:space="preserve"> প্রথম জীবনেই ছিল।)</w:t>
      </w:r>
    </w:p>
    <w:p w:rsidR="00FE6D44" w:rsidRPr="001F7408" w:rsidRDefault="00FE6D44" w:rsidP="001F7408">
      <w:r>
        <w:rPr>
          <w:lang w:bidi="bn-IN"/>
        </w:rPr>
        <w:br w:type="page"/>
      </w:r>
    </w:p>
    <w:p w:rsidR="00FE6D44" w:rsidRDefault="003F52A2" w:rsidP="00FE6D44">
      <w:pPr>
        <w:pStyle w:val="Heading1"/>
        <w:rPr>
          <w:lang w:bidi="bn-IN"/>
        </w:rPr>
      </w:pPr>
      <w:bookmarkStart w:id="50" w:name="_Toc392601459"/>
      <w:r w:rsidRPr="003F52A2">
        <w:rPr>
          <w:cs/>
          <w:lang w:bidi="bn-IN"/>
        </w:rPr>
        <w:t>দার্শনিক বেকনের দৃষ্টিভঙ্গি ও তার প্রভাব</w:t>
      </w:r>
      <w:bookmarkEnd w:id="50"/>
    </w:p>
    <w:p w:rsidR="00FE6D44" w:rsidRDefault="00FE6D44" w:rsidP="00552377">
      <w:pPr>
        <w:pStyle w:val="libNormal"/>
        <w:rPr>
          <w:lang w:bidi="bn-IN"/>
        </w:rPr>
      </w:pPr>
    </w:p>
    <w:p w:rsidR="00FE6D44" w:rsidRDefault="003F52A2" w:rsidP="00FE6D44">
      <w:pPr>
        <w:pStyle w:val="libNormal"/>
      </w:pPr>
      <w:r w:rsidRPr="003F52A2">
        <w:rPr>
          <w:cs/>
          <w:lang w:bidi="bn-IN"/>
        </w:rPr>
        <w:t>এখানে একটি ভূমিকা দান প্রয়োজন মনে করছি। আপনারা জানেন</w:t>
      </w:r>
      <w:r w:rsidRPr="003F52A2">
        <w:t>,</w:t>
      </w:r>
      <w:r w:rsidRPr="003F52A2">
        <w:rPr>
          <w:cs/>
          <w:lang w:bidi="bn-IN"/>
        </w:rPr>
        <w:t>চারশ</w:t>
      </w:r>
      <w:r w:rsidRPr="00D542A0">
        <w:rPr>
          <w:rStyle w:val="libAlaemChar"/>
        </w:rPr>
        <w:t>’</w:t>
      </w:r>
      <w:r w:rsidRPr="003F52A2">
        <w:t xml:space="preserve"> </w:t>
      </w:r>
      <w:r w:rsidRPr="003F52A2">
        <w:rPr>
          <w:cs/>
          <w:lang w:bidi="bn-IN"/>
        </w:rPr>
        <w:t>বছর পূর্বে ষোড়শ</w:t>
      </w:r>
      <w:r w:rsidR="00FE6D44">
        <w:rPr>
          <w:lang w:bidi="bn-IN"/>
        </w:rPr>
        <w:t xml:space="preserve"> </w:t>
      </w:r>
      <w:r w:rsidRPr="003F52A2">
        <w:rPr>
          <w:cs/>
          <w:lang w:bidi="bn-IN"/>
        </w:rPr>
        <w:t>শতাব্দীতে যুক্তি ও বিজ্ঞানের জগতে এক ব্যাপক পরিবর্তন দেখা দেয়। দু</w:t>
      </w:r>
      <w:r w:rsidRPr="00D542A0">
        <w:rPr>
          <w:rStyle w:val="libAlaemChar"/>
        </w:rPr>
        <w:t>’</w:t>
      </w:r>
      <w:r w:rsidRPr="003F52A2">
        <w:rPr>
          <w:cs/>
          <w:lang w:bidi="bn-IN"/>
        </w:rPr>
        <w:t>জন বড় দার্শনিক- একজন</w:t>
      </w:r>
      <w:r w:rsidR="00FE6D44">
        <w:rPr>
          <w:lang w:bidi="bn-IN"/>
        </w:rPr>
        <w:t xml:space="preserve"> </w:t>
      </w:r>
      <w:r w:rsidRPr="003F52A2">
        <w:rPr>
          <w:cs/>
          <w:lang w:bidi="bn-IN"/>
        </w:rPr>
        <w:t xml:space="preserve">ইংরেজ দার্শনিক বেকন এবং অপরজন ফরাসী দার্শনিক ডেকার্ট নববিজ্ঞানের </w:t>
      </w:r>
      <w:r w:rsidR="00FE6D44">
        <w:rPr>
          <w:cs/>
          <w:lang w:bidi="bn-IN"/>
        </w:rPr>
        <w:t>অগ্রদূত বলে পরিচিতি</w:t>
      </w:r>
      <w:r w:rsidR="00FE6D44">
        <w:rPr>
          <w:lang w:bidi="bn-IN"/>
        </w:rPr>
        <w:t xml:space="preserve"> </w:t>
      </w:r>
      <w:r w:rsidRPr="003F52A2">
        <w:rPr>
          <w:cs/>
          <w:lang w:bidi="bn-IN"/>
        </w:rPr>
        <w:t xml:space="preserve">লাভ করেন। বিশেষত বেকনের জ্ঞান বিষয়ক দৃষ্টিভঙ্গি পূর্ববর্তী সকল ধ্যান-ধারণাকে </w:t>
      </w:r>
      <w:r w:rsidR="00FE6D44">
        <w:rPr>
          <w:cs/>
          <w:lang w:bidi="bn-IN"/>
        </w:rPr>
        <w:t>সম্পূর্ণ</w:t>
      </w:r>
      <w:r w:rsidR="00FE6D44">
        <w:rPr>
          <w:lang w:bidi="bn-IN"/>
        </w:rPr>
        <w:t xml:space="preserve"> </w:t>
      </w:r>
      <w:r w:rsidR="00FE6D44" w:rsidRPr="00FE6D44">
        <w:rPr>
          <w:cs/>
          <w:lang w:bidi="bn-IN"/>
        </w:rPr>
        <w:t>রূপে</w:t>
      </w:r>
      <w:r w:rsidR="00FE6D44">
        <w:rPr>
          <w:lang w:bidi="bn-IN"/>
        </w:rPr>
        <w:t xml:space="preserve"> </w:t>
      </w:r>
      <w:r w:rsidRPr="003F52A2">
        <w:rPr>
          <w:cs/>
          <w:lang w:bidi="bn-IN"/>
        </w:rPr>
        <w:t xml:space="preserve">পাল্টে দেয়। </w:t>
      </w:r>
      <w:r w:rsidR="00FE6D44">
        <w:rPr>
          <w:cs/>
          <w:lang w:bidi="bn-IN"/>
        </w:rPr>
        <w:t>তার</w:t>
      </w:r>
      <w:r w:rsidRPr="003F52A2">
        <w:rPr>
          <w:cs/>
          <w:lang w:bidi="bn-IN"/>
        </w:rPr>
        <w:t xml:space="preserve"> ধারণা ও মতবাদ বিজ্ঞানের উন্নয়ন এবং প্রকৃতির উপর মানুষের আধিপত্যের</w:t>
      </w:r>
      <w:r w:rsidR="00FE6D44">
        <w:rPr>
          <w:lang w:bidi="bn-IN"/>
        </w:rPr>
        <w:t xml:space="preserve"> </w:t>
      </w:r>
      <w:r w:rsidRPr="003F52A2">
        <w:rPr>
          <w:cs/>
          <w:lang w:bidi="bn-IN"/>
        </w:rPr>
        <w:t>কারণস্বরূপ। আমার মতে সে সাথে মানুষের অধঃপতনের কারণ হয়েছে। অর্থাৎ এই মতবাদ যেমন</w:t>
      </w:r>
      <w:r w:rsidR="00FE6D44">
        <w:rPr>
          <w:lang w:bidi="bn-IN"/>
        </w:rPr>
        <w:t xml:space="preserve"> </w:t>
      </w:r>
      <w:r w:rsidRPr="003F52A2">
        <w:rPr>
          <w:cs/>
          <w:lang w:bidi="bn-IN"/>
        </w:rPr>
        <w:t>প্রকৃতিকে মানুষের জন্য বাসোপযোগী করেছে তেমনি আবার মানুষের হাতেই মানুষকে অধঃপতনের</w:t>
      </w:r>
      <w:r w:rsidR="00FE6D44">
        <w:rPr>
          <w:lang w:bidi="bn-IN"/>
        </w:rPr>
        <w:t xml:space="preserve"> </w:t>
      </w:r>
      <w:r w:rsidRPr="003F52A2">
        <w:rPr>
          <w:cs/>
          <w:lang w:bidi="bn-IN"/>
        </w:rPr>
        <w:t xml:space="preserve">দিকে ঠেলে দিয়েছে। </w:t>
      </w:r>
      <w:r w:rsidR="00FE6D44">
        <w:rPr>
          <w:cs/>
          <w:lang w:bidi="bn-IN"/>
        </w:rPr>
        <w:t>তার</w:t>
      </w:r>
      <w:r w:rsidRPr="003F52A2">
        <w:rPr>
          <w:cs/>
          <w:lang w:bidi="bn-IN"/>
        </w:rPr>
        <w:t xml:space="preserve"> এ ধারণাটি কি</w:t>
      </w:r>
      <w:r w:rsidRPr="003F52A2">
        <w:t>?</w:t>
      </w:r>
    </w:p>
    <w:p w:rsidR="00FE6D44" w:rsidRDefault="003F52A2" w:rsidP="00FE6D44">
      <w:pPr>
        <w:pStyle w:val="libNormal"/>
        <w:rPr>
          <w:lang w:bidi="bn-IN"/>
        </w:rPr>
      </w:pPr>
      <w:r w:rsidRPr="003F52A2">
        <w:rPr>
          <w:cs/>
          <w:lang w:bidi="bn-IN"/>
        </w:rPr>
        <w:t>বেকনের পূর্বে দার্শনিক ও অন্যান্য মহাপুরুষরা (বিশেষত ধর্মীয়) জ্ঞানকে সত্য অনুধাবন ও</w:t>
      </w:r>
      <w:r w:rsidR="00FE6D44">
        <w:rPr>
          <w:lang w:bidi="bn-IN"/>
        </w:rPr>
        <w:t xml:space="preserve"> </w:t>
      </w:r>
      <w:r w:rsidRPr="003F52A2">
        <w:rPr>
          <w:cs/>
          <w:lang w:bidi="bn-IN"/>
        </w:rPr>
        <w:t xml:space="preserve">উদ্ঘাটনের উপকরণ মনে করতেন (ক্ষমতার হাতের উপকরণ হিসেবে নয়)। অর্থাৎ যখন </w:t>
      </w:r>
      <w:r w:rsidR="00FE6D44">
        <w:rPr>
          <w:cs/>
          <w:lang w:bidi="bn-IN"/>
        </w:rPr>
        <w:t>তারা</w:t>
      </w:r>
      <w:r w:rsidR="00FE6D44">
        <w:rPr>
          <w:lang w:bidi="bn-IN"/>
        </w:rPr>
        <w:t xml:space="preserve"> </w:t>
      </w:r>
      <w:r w:rsidRPr="003F52A2">
        <w:rPr>
          <w:cs/>
          <w:lang w:bidi="bn-IN"/>
        </w:rPr>
        <w:t>মান</w:t>
      </w:r>
      <w:r w:rsidR="00FE6D44">
        <w:rPr>
          <w:cs/>
          <w:lang w:bidi="bn-IN"/>
        </w:rPr>
        <w:t>ুষকে জ্ঞান অর্জনের জন্য অনুপ্রা</w:t>
      </w:r>
      <w:r w:rsidRPr="003F52A2">
        <w:rPr>
          <w:cs/>
          <w:lang w:bidi="bn-IN"/>
        </w:rPr>
        <w:t xml:space="preserve">ণিত করতেন </w:t>
      </w:r>
      <w:r w:rsidR="00611BB9">
        <w:rPr>
          <w:cs/>
          <w:lang w:bidi="bn-IN"/>
        </w:rPr>
        <w:t>তা</w:t>
      </w:r>
      <w:r w:rsidRPr="003F52A2">
        <w:rPr>
          <w:cs/>
          <w:lang w:bidi="bn-IN"/>
        </w:rPr>
        <w:t>দের উদ্দেশ্য হিসেবে বলতেন</w:t>
      </w:r>
      <w:r w:rsidRPr="003F52A2">
        <w:t>,</w:t>
      </w:r>
      <w:r w:rsidRPr="00D542A0">
        <w:rPr>
          <w:rStyle w:val="libAlaemChar"/>
        </w:rPr>
        <w:t>“</w:t>
      </w:r>
      <w:r w:rsidRPr="003F52A2">
        <w:rPr>
          <w:cs/>
          <w:lang w:bidi="bn-IN"/>
        </w:rPr>
        <w:t>হে মানব! জ্ঞানী ও</w:t>
      </w:r>
      <w:r w:rsidR="00FE6D44">
        <w:rPr>
          <w:lang w:bidi="bn-IN"/>
        </w:rPr>
        <w:t xml:space="preserve"> </w:t>
      </w:r>
      <w:r w:rsidRPr="003F52A2">
        <w:rPr>
          <w:cs/>
          <w:lang w:bidi="bn-IN"/>
        </w:rPr>
        <w:t xml:space="preserve">সচেতন হও। কারণ জ্ঞানই পারে তোমাকে সত্যে </w:t>
      </w:r>
      <w:r w:rsidR="00611BB9">
        <w:rPr>
          <w:cs/>
          <w:lang w:bidi="bn-IN"/>
        </w:rPr>
        <w:t>পৌ</w:t>
      </w:r>
      <w:r w:rsidRPr="003F52A2">
        <w:rPr>
          <w:cs/>
          <w:lang w:bidi="bn-IN"/>
        </w:rPr>
        <w:t xml:space="preserve">ছে দিতে। জ্ঞান সত্যে </w:t>
      </w:r>
      <w:r w:rsidR="00611BB9">
        <w:rPr>
          <w:cs/>
          <w:lang w:bidi="bn-IN"/>
        </w:rPr>
        <w:t>পৌ</w:t>
      </w:r>
      <w:r w:rsidRPr="003F52A2">
        <w:rPr>
          <w:cs/>
          <w:lang w:bidi="bn-IN"/>
        </w:rPr>
        <w:t>ছার মাধ্যম।</w:t>
      </w:r>
      <w:r w:rsidRPr="00D542A0">
        <w:rPr>
          <w:rStyle w:val="libAlaemChar"/>
        </w:rPr>
        <w:t>”</w:t>
      </w:r>
      <w:r w:rsidRPr="003F52A2">
        <w:t xml:space="preserve"> </w:t>
      </w:r>
      <w:r w:rsidRPr="003F52A2">
        <w:rPr>
          <w:cs/>
          <w:lang w:bidi="bn-IN"/>
        </w:rPr>
        <w:t>এ</w:t>
      </w:r>
      <w:r w:rsidR="00FE6D44">
        <w:rPr>
          <w:lang w:bidi="bn-IN"/>
        </w:rPr>
        <w:t xml:space="preserve"> </w:t>
      </w:r>
      <w:r w:rsidRPr="003F52A2">
        <w:rPr>
          <w:cs/>
          <w:lang w:bidi="bn-IN"/>
        </w:rPr>
        <w:t xml:space="preserve">কারণেই জ্ঞান পবিত্র বলে গণ্য হতো। অর্থাৎ </w:t>
      </w:r>
      <w:r w:rsidR="00611BB9">
        <w:rPr>
          <w:cs/>
          <w:lang w:bidi="bn-IN"/>
        </w:rPr>
        <w:t>তা</w:t>
      </w:r>
      <w:r w:rsidRPr="003F52A2">
        <w:rPr>
          <w:cs/>
          <w:lang w:bidi="bn-IN"/>
        </w:rPr>
        <w:t>দের নিকট জ্ঞান বস্তুগত কল্যাণের ঊর্ধ্বে একটি পবিত্র</w:t>
      </w:r>
      <w:r w:rsidR="00FE6D44">
        <w:rPr>
          <w:lang w:bidi="bn-IN"/>
        </w:rPr>
        <w:t xml:space="preserve"> </w:t>
      </w:r>
      <w:r w:rsidRPr="003F52A2">
        <w:rPr>
          <w:cs/>
          <w:lang w:bidi="bn-IN"/>
        </w:rPr>
        <w:t xml:space="preserve">বিষয় ছিল। সব সময় </w:t>
      </w:r>
      <w:r w:rsidR="00FE6D44">
        <w:rPr>
          <w:cs/>
          <w:lang w:bidi="bn-IN"/>
        </w:rPr>
        <w:t>তারা</w:t>
      </w:r>
      <w:r w:rsidRPr="003F52A2">
        <w:rPr>
          <w:cs/>
          <w:lang w:bidi="bn-IN"/>
        </w:rPr>
        <w:t xml:space="preserve"> জ্ঞানকে সম্পদের মোকাবিলায় বর্ণনা করে বলতেন</w:t>
      </w:r>
      <w:r w:rsidRPr="003F52A2">
        <w:t>,</w:t>
      </w:r>
      <w:r w:rsidRPr="00D542A0">
        <w:rPr>
          <w:rStyle w:val="libAlaemChar"/>
        </w:rPr>
        <w:t>“</w:t>
      </w:r>
      <w:r w:rsidRPr="003F52A2">
        <w:rPr>
          <w:cs/>
          <w:lang w:bidi="bn-IN"/>
        </w:rPr>
        <w:t>জ্ঞান উত্তম নাকি</w:t>
      </w:r>
      <w:r w:rsidR="00FE6D44">
        <w:rPr>
          <w:lang w:bidi="bn-IN"/>
        </w:rPr>
        <w:t xml:space="preserve"> </w:t>
      </w:r>
      <w:r w:rsidRPr="003F52A2">
        <w:rPr>
          <w:cs/>
          <w:lang w:bidi="bn-IN"/>
        </w:rPr>
        <w:t>অর্থ</w:t>
      </w:r>
      <w:r w:rsidRPr="003F52A2">
        <w:t>?</w:t>
      </w:r>
      <w:r w:rsidRPr="00D542A0">
        <w:rPr>
          <w:rStyle w:val="libAlaemChar"/>
        </w:rPr>
        <w:t>”</w:t>
      </w:r>
      <w:r w:rsidRPr="003F52A2">
        <w:t xml:space="preserve"> </w:t>
      </w:r>
      <w:r w:rsidRPr="003F52A2">
        <w:rPr>
          <w:cs/>
          <w:lang w:bidi="bn-IN"/>
        </w:rPr>
        <w:t>আমাদের সাহিত্যে (ফার্সি</w:t>
      </w:r>
      <w:r w:rsidRPr="003F52A2">
        <w:t>,</w:t>
      </w:r>
      <w:r w:rsidRPr="003F52A2">
        <w:rPr>
          <w:cs/>
          <w:lang w:bidi="bn-IN"/>
        </w:rPr>
        <w:t>আরবী যা-ই হোক) জ্ঞান ও সম্পদের মধ্যে তুলনা করে জ্ঞানকে</w:t>
      </w:r>
      <w:r w:rsidR="00FE6D44">
        <w:rPr>
          <w:lang w:bidi="bn-IN"/>
        </w:rPr>
        <w:t xml:space="preserve"> </w:t>
      </w:r>
      <w:r w:rsidRPr="003F52A2">
        <w:rPr>
          <w:cs/>
          <w:lang w:bidi="bn-IN"/>
        </w:rPr>
        <w:t>সম্পদের উপর প্রাধান্য দেয়া হতো। যেমন-</w:t>
      </w:r>
    </w:p>
    <w:p w:rsidR="00FE6D44" w:rsidRDefault="003F52A2" w:rsidP="00FE6D44">
      <w:pPr>
        <w:pStyle w:val="libCenter"/>
        <w:rPr>
          <w:lang w:bidi="bn-IN"/>
        </w:rPr>
      </w:pPr>
      <w:r w:rsidRPr="00D542A0">
        <w:rPr>
          <w:rStyle w:val="libAlaemChar"/>
        </w:rPr>
        <w:t>“</w:t>
      </w:r>
      <w:r w:rsidRPr="003F52A2">
        <w:rPr>
          <w:cs/>
          <w:lang w:bidi="bn-IN"/>
        </w:rPr>
        <w:t>জ্ঞান দিলেন খোদা ইদরিসকে</w:t>
      </w:r>
      <w:r w:rsidRPr="003F52A2">
        <w:t>,</w:t>
      </w:r>
      <w:r w:rsidRPr="003F52A2">
        <w:rPr>
          <w:cs/>
          <w:lang w:bidi="bn-IN"/>
        </w:rPr>
        <w:t>কারুনকে মাল</w:t>
      </w:r>
    </w:p>
    <w:p w:rsidR="00FE6D44" w:rsidRPr="00D542A0" w:rsidRDefault="003F52A2" w:rsidP="00FE6D44">
      <w:pPr>
        <w:pStyle w:val="libCenter"/>
      </w:pPr>
      <w:r w:rsidRPr="003F52A2">
        <w:rPr>
          <w:cs/>
          <w:lang w:bidi="bn-IN"/>
        </w:rPr>
        <w:t>একজন করেছে ঊর্ধ্বে গমন</w:t>
      </w:r>
      <w:r w:rsidRPr="003F52A2">
        <w:t>,</w:t>
      </w:r>
      <w:r w:rsidRPr="003F52A2">
        <w:rPr>
          <w:cs/>
          <w:lang w:bidi="bn-IN"/>
        </w:rPr>
        <w:t>অন্যজন লাঞ্ছিত বেসামাল।</w:t>
      </w:r>
      <w:r w:rsidRPr="00D542A0">
        <w:rPr>
          <w:rStyle w:val="libAlaemChar"/>
        </w:rPr>
        <w:t>”</w:t>
      </w:r>
    </w:p>
    <w:p w:rsidR="0031493A" w:rsidRDefault="003F52A2" w:rsidP="00FE6D44">
      <w:pPr>
        <w:pStyle w:val="libNormal"/>
        <w:rPr>
          <w:lang w:bidi="bn-IN"/>
        </w:rPr>
      </w:pPr>
      <w:r w:rsidRPr="003F52A2">
        <w:rPr>
          <w:cs/>
          <w:lang w:bidi="bn-IN"/>
        </w:rPr>
        <w:t>আমীরুল মুমিনীন আলী (আ.)-এর কয়েকটি বাণী যা নাহজুল বালাগাতে এসেছে</w:t>
      </w:r>
      <w:r w:rsidRPr="003F52A2">
        <w:t>,</w:t>
      </w:r>
      <w:r w:rsidRPr="003F52A2">
        <w:rPr>
          <w:cs/>
          <w:lang w:bidi="bn-IN"/>
        </w:rPr>
        <w:t>সেখানে তিনি</w:t>
      </w:r>
      <w:r w:rsidR="00FE6D44">
        <w:rPr>
          <w:lang w:bidi="bn-IN"/>
        </w:rPr>
        <w:t xml:space="preserve"> </w:t>
      </w:r>
      <w:r w:rsidRPr="003F52A2">
        <w:rPr>
          <w:cs/>
          <w:lang w:bidi="bn-IN"/>
        </w:rPr>
        <w:t>জ্ঞান ও সম্পদের মধ্যে তুলনা করে জ্ঞানকে সম্পদের উপর শ্রেষ্ঠত্ব দান করেছেন। ধর্মে সব সময়ই</w:t>
      </w:r>
      <w:r w:rsidR="00FE6D44">
        <w:rPr>
          <w:lang w:bidi="bn-IN"/>
        </w:rPr>
        <w:t xml:space="preserve"> </w:t>
      </w:r>
      <w:r w:rsidRPr="003F52A2">
        <w:rPr>
          <w:cs/>
          <w:lang w:bidi="bn-IN"/>
        </w:rPr>
        <w:t>জ্ঞানকে একটি পবিত্র বস্তু ও সকল বস্তুগত বিষয়ের ঊর্ধ্বে মনে করা হয়। এ জন্য শিক্ষকের</w:t>
      </w:r>
      <w:r w:rsidR="00FE6D44">
        <w:rPr>
          <w:lang w:bidi="bn-IN"/>
        </w:rPr>
        <w:t xml:space="preserve"> </w:t>
      </w:r>
      <w:r w:rsidRPr="003F52A2">
        <w:rPr>
          <w:cs/>
          <w:lang w:bidi="bn-IN"/>
        </w:rPr>
        <w:t>মর্যাদাকেও পবিত্র হিসেবে ধরা হয়। আলী (আ.) বলেন</w:t>
      </w:r>
      <w:r w:rsidRPr="003F52A2">
        <w:t>,</w:t>
      </w:r>
      <w:r w:rsidRPr="00D542A0">
        <w:rPr>
          <w:rStyle w:val="libAlaemChar"/>
        </w:rPr>
        <w:t>“</w:t>
      </w:r>
      <w:r w:rsidRPr="003F52A2">
        <w:rPr>
          <w:cs/>
          <w:lang w:bidi="bn-IN"/>
        </w:rPr>
        <w:t>যে আমাকে একটি বাক্য শিক্ষা দান</w:t>
      </w:r>
      <w:r w:rsidR="0031493A">
        <w:rPr>
          <w:lang w:bidi="bn-IN"/>
        </w:rPr>
        <w:t xml:space="preserve"> </w:t>
      </w:r>
      <w:r w:rsidRPr="003F52A2">
        <w:rPr>
          <w:cs/>
          <w:lang w:bidi="bn-IN"/>
        </w:rPr>
        <w:t>করেছে</w:t>
      </w:r>
      <w:r w:rsidRPr="003F52A2">
        <w:t>,</w:t>
      </w:r>
      <w:r w:rsidRPr="003F52A2">
        <w:rPr>
          <w:cs/>
          <w:lang w:bidi="bn-IN"/>
        </w:rPr>
        <w:t>সে আমাকে তার দাসে পরিণত করেছে।</w:t>
      </w:r>
      <w:r w:rsidRPr="00D542A0">
        <w:rPr>
          <w:rStyle w:val="libAlaemChar"/>
        </w:rPr>
        <w:t>”</w:t>
      </w:r>
      <w:r w:rsidRPr="003F52A2">
        <w:t xml:space="preserve"> (</w:t>
      </w:r>
      <w:r w:rsidR="00FE6D44">
        <w:rPr>
          <w:cs/>
          <w:lang w:bidi="bn-IN"/>
        </w:rPr>
        <w:t>তার</w:t>
      </w:r>
      <w:r w:rsidRPr="003F52A2">
        <w:rPr>
          <w:cs/>
          <w:lang w:bidi="bn-IN"/>
        </w:rPr>
        <w:t xml:space="preserve"> শিক্ষক ছিলেন স্বয়ং রাসূল [সা.])</w:t>
      </w:r>
    </w:p>
    <w:p w:rsidR="0031493A" w:rsidRDefault="003F52A2" w:rsidP="00FE6D44">
      <w:pPr>
        <w:pStyle w:val="libNormal"/>
        <w:rPr>
          <w:lang w:bidi="bn-IN"/>
        </w:rPr>
      </w:pPr>
      <w:r w:rsidRPr="003F52A2">
        <w:rPr>
          <w:cs/>
          <w:lang w:bidi="bn-IN"/>
        </w:rPr>
        <w:t>আপনারা দেখুন</w:t>
      </w:r>
      <w:r w:rsidRPr="003F52A2">
        <w:t>,</w:t>
      </w:r>
      <w:r w:rsidRPr="003F52A2">
        <w:rPr>
          <w:cs/>
          <w:lang w:bidi="bn-IN"/>
        </w:rPr>
        <w:t>কোরআন জ্ঞানের মর্যাদা ও পবিত্রতাকে কত বড় করে দেখে- যেখানে হযরত</w:t>
      </w:r>
      <w:r w:rsidR="0031493A">
        <w:rPr>
          <w:lang w:bidi="bn-IN"/>
        </w:rPr>
        <w:t xml:space="preserve"> </w:t>
      </w:r>
      <w:r w:rsidRPr="003F52A2">
        <w:rPr>
          <w:cs/>
          <w:lang w:bidi="bn-IN"/>
        </w:rPr>
        <w:t>আদম (আ.)-এর সৃষ্টি ও আদম কতৃক ফেরেশতাদের নামসমূহ</w:t>
      </w:r>
      <w:r w:rsidR="0031493A">
        <w:rPr>
          <w:cs/>
          <w:lang w:bidi="bn-IN"/>
        </w:rPr>
        <w:t xml:space="preserve"> শিক্ষাদানের বিষয়টি বর্ণনা করে</w:t>
      </w:r>
      <w:r w:rsidR="0031493A">
        <w:rPr>
          <w:lang w:bidi="bn-IN"/>
        </w:rPr>
        <w:t xml:space="preserve"> </w:t>
      </w:r>
      <w:r w:rsidRPr="003F52A2">
        <w:rPr>
          <w:cs/>
          <w:lang w:bidi="bn-IN"/>
        </w:rPr>
        <w:t>বলছে</w:t>
      </w:r>
      <w:r w:rsidRPr="003F52A2">
        <w:t>,</w:t>
      </w:r>
      <w:r w:rsidRPr="003F52A2">
        <w:rPr>
          <w:cs/>
          <w:lang w:bidi="bn-IN"/>
        </w:rPr>
        <w:t>হে ফেরেশতাগণ! তোমরা আদমকে সিজদা কর। কারণ আদম এমন কিছু জানে যা তোমরাজান না। (ভাবার্থ নেয়া হয়েছে)</w:t>
      </w:r>
    </w:p>
    <w:p w:rsidR="0031493A" w:rsidRDefault="003F52A2" w:rsidP="00FE6D44">
      <w:pPr>
        <w:pStyle w:val="libNormal"/>
        <w:rPr>
          <w:lang w:bidi="bn-IN"/>
        </w:rPr>
      </w:pPr>
      <w:r w:rsidRPr="003F52A2">
        <w:rPr>
          <w:cs/>
          <w:lang w:bidi="bn-IN"/>
        </w:rPr>
        <w:t xml:space="preserve">বেকন </w:t>
      </w:r>
      <w:r w:rsidR="00FE6D44">
        <w:rPr>
          <w:cs/>
          <w:lang w:bidi="bn-IN"/>
        </w:rPr>
        <w:t>তার</w:t>
      </w:r>
      <w:r w:rsidRPr="003F52A2">
        <w:rPr>
          <w:cs/>
          <w:lang w:bidi="bn-IN"/>
        </w:rPr>
        <w:t xml:space="preserve"> নতুন দৃষ্টিভঙ্গি প্রকাশ করে বললেন</w:t>
      </w:r>
      <w:r w:rsidRPr="003F52A2">
        <w:t>,</w:t>
      </w:r>
      <w:r w:rsidRPr="003F52A2">
        <w:rPr>
          <w:cs/>
          <w:lang w:bidi="bn-IN"/>
        </w:rPr>
        <w:t>মানুষ সত্যকে উদ্ঘাটনের জন্য জ্ঞানের (একে</w:t>
      </w:r>
      <w:r w:rsidR="0031493A">
        <w:rPr>
          <w:lang w:bidi="bn-IN"/>
        </w:rPr>
        <w:t xml:space="preserve"> </w:t>
      </w:r>
      <w:r w:rsidRPr="003F52A2">
        <w:rPr>
          <w:cs/>
          <w:lang w:bidi="bn-IN"/>
        </w:rPr>
        <w:t>পবিত্র মনে করে) পেছনে ছুটবে- এ কথাটির কোন অর্থ নেই। বরং মানুষের উচিত জ্ঞানকে নিজের</w:t>
      </w:r>
      <w:r w:rsidR="0031493A">
        <w:rPr>
          <w:lang w:bidi="bn-IN"/>
        </w:rPr>
        <w:t xml:space="preserve"> </w:t>
      </w:r>
      <w:r w:rsidRPr="003F52A2">
        <w:rPr>
          <w:cs/>
          <w:lang w:bidi="bn-IN"/>
        </w:rPr>
        <w:t>জীবনের প্রয়োজনে কাজে লাগানো</w:t>
      </w:r>
      <w:r w:rsidRPr="003F52A2">
        <w:t>,</w:t>
      </w:r>
      <w:r w:rsidRPr="003F52A2">
        <w:rPr>
          <w:cs/>
          <w:lang w:bidi="bn-IN"/>
        </w:rPr>
        <w:t>জ্ঞানের মধ্যে ঐ জ্ঞানই উত্তম যা মানুষের জীবনে অধিক কাজে</w:t>
      </w:r>
      <w:r w:rsidR="0031493A">
        <w:rPr>
          <w:lang w:bidi="bn-IN"/>
        </w:rPr>
        <w:t xml:space="preserve"> </w:t>
      </w:r>
      <w:r w:rsidRPr="003F52A2">
        <w:rPr>
          <w:cs/>
          <w:lang w:bidi="bn-IN"/>
        </w:rPr>
        <w:t>লাগে এবং এর মাধ্যমে প্রকৃতির উপর আধিপত্য বিস্তার করা যায়। সুতরাং সে জ্ঞানই ঐশী পবিত্রতার</w:t>
      </w:r>
      <w:r w:rsidR="0031493A">
        <w:rPr>
          <w:lang w:bidi="bn-IN"/>
        </w:rPr>
        <w:t xml:space="preserve"> </w:t>
      </w:r>
      <w:r w:rsidRPr="003F52A2">
        <w:rPr>
          <w:cs/>
          <w:lang w:bidi="bn-IN"/>
        </w:rPr>
        <w:t>পর্যায় থেকে নেমে এসে বস্তুগত লাভের উপকরণে পরিণত হলো। অর্থাৎ জ্ঞানের লক্ষ্য পরিবর্তিত হয়ে</w:t>
      </w:r>
      <w:r w:rsidR="0031493A">
        <w:rPr>
          <w:lang w:bidi="bn-IN"/>
        </w:rPr>
        <w:t xml:space="preserve"> </w:t>
      </w:r>
      <w:r w:rsidRPr="003F52A2">
        <w:rPr>
          <w:cs/>
          <w:lang w:bidi="bn-IN"/>
        </w:rPr>
        <w:t>প্রকৃতির রহস্য উদ্ঘাটনের মাধ্যমে তার উপর আধিপত্য লাভ ও উন্নত (বস্তুগত) জীবন লাভের</w:t>
      </w:r>
      <w:r w:rsidR="0031493A">
        <w:rPr>
          <w:lang w:bidi="bn-IN"/>
        </w:rPr>
        <w:t xml:space="preserve"> </w:t>
      </w:r>
      <w:r w:rsidRPr="003F52A2">
        <w:rPr>
          <w:cs/>
          <w:lang w:bidi="bn-IN"/>
        </w:rPr>
        <w:t>উদ্দেশ্যে পর্যবসিত হলো।</w:t>
      </w:r>
    </w:p>
    <w:p w:rsidR="0031493A" w:rsidRDefault="003F52A2" w:rsidP="00FE6D44">
      <w:pPr>
        <w:pStyle w:val="libNormal"/>
        <w:rPr>
          <w:lang w:bidi="bn-IN"/>
        </w:rPr>
      </w:pPr>
      <w:r w:rsidRPr="003F52A2">
        <w:rPr>
          <w:cs/>
          <w:lang w:bidi="bn-IN"/>
        </w:rPr>
        <w:t>অবশ্য এক দৃষ্টিকোণ থেকে এ মতবাদ মানবতার কল্যাণে এক বিরাট ভূমিকা রেখেছে। কারণ</w:t>
      </w:r>
      <w:r w:rsidR="0031493A">
        <w:rPr>
          <w:lang w:bidi="bn-IN"/>
        </w:rPr>
        <w:t xml:space="preserve"> </w:t>
      </w:r>
      <w:r w:rsidRPr="003F52A2">
        <w:rPr>
          <w:cs/>
          <w:lang w:bidi="bn-IN"/>
        </w:rPr>
        <w:t>জ্ঞান প্রকৃতিকে জানা</w:t>
      </w:r>
      <w:r w:rsidRPr="003F52A2">
        <w:t>,</w:t>
      </w:r>
      <w:r w:rsidRPr="003F52A2">
        <w:rPr>
          <w:cs/>
          <w:lang w:bidi="bn-IN"/>
        </w:rPr>
        <w:t>ব্যবহার ও প্রয়োজন পূরণের কর্মে নিয়োজিত হয়েছে। কিন্তু এর পাশাপাশি তার</w:t>
      </w:r>
      <w:r w:rsidR="0031493A">
        <w:rPr>
          <w:lang w:bidi="bn-IN"/>
        </w:rPr>
        <w:t xml:space="preserve"> </w:t>
      </w:r>
      <w:r w:rsidRPr="003F52A2">
        <w:rPr>
          <w:cs/>
          <w:lang w:bidi="bn-IN"/>
        </w:rPr>
        <w:t>মর্যাদা</w:t>
      </w:r>
      <w:r w:rsidRPr="003F52A2">
        <w:t>,</w:t>
      </w:r>
      <w:r w:rsidRPr="003F52A2">
        <w:rPr>
          <w:cs/>
          <w:lang w:bidi="bn-IN"/>
        </w:rPr>
        <w:t>পবিত্রতা ও সম্মান হারাতে শুরু করেছে। তবে এখনও দীনি ছাত্ররা ধর্মীয় মাদ্রাসায় পূর্বের সেই</w:t>
      </w:r>
      <w:r w:rsidR="0031493A">
        <w:rPr>
          <w:lang w:bidi="bn-IN"/>
        </w:rPr>
        <w:t xml:space="preserve"> </w:t>
      </w:r>
      <w:r w:rsidRPr="003F52A2">
        <w:rPr>
          <w:cs/>
          <w:lang w:bidi="bn-IN"/>
        </w:rPr>
        <w:t xml:space="preserve">উদ্দেশ্য ও মূল্যবোধ নিয়ে জ্ঞান অর্জন করছে। শহীদ সানী প্রণীত </w:t>
      </w:r>
      <w:r w:rsidRPr="00D542A0">
        <w:rPr>
          <w:rStyle w:val="libAlaemChar"/>
        </w:rPr>
        <w:t>‘</w:t>
      </w:r>
      <w:r w:rsidRPr="003F52A2">
        <w:rPr>
          <w:cs/>
          <w:lang w:bidi="bn-IN"/>
        </w:rPr>
        <w:t xml:space="preserve">আদাবুল </w:t>
      </w:r>
      <w:r w:rsidR="0031493A">
        <w:rPr>
          <w:cs/>
          <w:lang w:bidi="bn-IN"/>
        </w:rPr>
        <w:t>মুতাআল্লেমীন</w:t>
      </w:r>
      <w:r w:rsidRPr="00D542A0">
        <w:rPr>
          <w:rStyle w:val="libAlaemChar"/>
        </w:rPr>
        <w:t>’</w:t>
      </w:r>
      <w:r w:rsidRPr="003F52A2">
        <w:t xml:space="preserve"> </w:t>
      </w:r>
      <w:r w:rsidRPr="003F52A2">
        <w:rPr>
          <w:cs/>
          <w:lang w:bidi="bn-IN"/>
        </w:rPr>
        <w:t>বা</w:t>
      </w:r>
      <w:r w:rsidR="0031493A">
        <w:rPr>
          <w:lang w:bidi="bn-IN"/>
        </w:rPr>
        <w:t xml:space="preserve"> </w:t>
      </w:r>
      <w:r w:rsidRPr="00D542A0">
        <w:rPr>
          <w:rStyle w:val="libAlaemChar"/>
        </w:rPr>
        <w:t>‘</w:t>
      </w:r>
      <w:r w:rsidRPr="003F52A2">
        <w:rPr>
          <w:cs/>
          <w:lang w:bidi="bn-IN"/>
        </w:rPr>
        <w:t>মুনিয়াতুল মুরীদ</w:t>
      </w:r>
      <w:r w:rsidRPr="00D542A0">
        <w:rPr>
          <w:rStyle w:val="libAlaemChar"/>
        </w:rPr>
        <w:t>’</w:t>
      </w:r>
      <w:r w:rsidRPr="003F52A2">
        <w:t xml:space="preserve"> </w:t>
      </w:r>
      <w:r w:rsidRPr="003F52A2">
        <w:rPr>
          <w:cs/>
          <w:lang w:bidi="bn-IN"/>
        </w:rPr>
        <w:t>গ্রন্থে বর্ণিত মূল্যবোধকে তারা ধারণ করে রয়েছে। এ গ্রন্থগুলোতে জ্ঞানের মর্যাদা</w:t>
      </w:r>
      <w:r w:rsidR="0031493A" w:rsidRPr="00D542A0">
        <w:t xml:space="preserve"> </w:t>
      </w:r>
      <w:r w:rsidRPr="003F52A2">
        <w:rPr>
          <w:cs/>
          <w:lang w:bidi="bn-IN"/>
        </w:rPr>
        <w:t>বর্ণনা করে প্রচুর হাদীস ও রেওয়ায়েত আনা হয়েছে। এজন্যই জ্ঞান তাদের নিকট সম্মানিত ও পবিত্র</w:t>
      </w:r>
      <w:r w:rsidR="0031493A">
        <w:rPr>
          <w:lang w:bidi="bn-IN"/>
        </w:rPr>
        <w:t xml:space="preserve"> </w:t>
      </w:r>
      <w:r w:rsidRPr="003F52A2">
        <w:rPr>
          <w:cs/>
          <w:lang w:bidi="bn-IN"/>
        </w:rPr>
        <w:t>বলে গণ্য। যেমন সেখানে বর্ণনা করা হয়েছে</w:t>
      </w:r>
      <w:r w:rsidRPr="003F52A2">
        <w:t>,</w:t>
      </w:r>
      <w:r w:rsidRPr="003F52A2">
        <w:rPr>
          <w:cs/>
          <w:lang w:bidi="bn-IN"/>
        </w:rPr>
        <w:t>যখন কোন দীনি ক্লাসে অংশগ্রহণ করতে চাও উত্তম</w:t>
      </w:r>
      <w:r w:rsidR="0031493A">
        <w:rPr>
          <w:lang w:bidi="bn-IN"/>
        </w:rPr>
        <w:t xml:space="preserve"> </w:t>
      </w:r>
      <w:r w:rsidRPr="003F52A2">
        <w:rPr>
          <w:cs/>
          <w:lang w:bidi="bn-IN"/>
        </w:rPr>
        <w:t>হচ্ছে ওযূ করে পবিত্রভাবে যাওয়া। একজন দীনি ছাত্রের জন্য শিক্ষকের মর্যাদা</w:t>
      </w:r>
      <w:r w:rsidRPr="003F52A2">
        <w:t>,</w:t>
      </w:r>
      <w:r w:rsidRPr="003F52A2">
        <w:rPr>
          <w:cs/>
          <w:lang w:bidi="bn-IN"/>
        </w:rPr>
        <w:t>সম্মান ও পবিত্রতা</w:t>
      </w:r>
      <w:r w:rsidR="0031493A">
        <w:rPr>
          <w:lang w:bidi="bn-IN"/>
        </w:rPr>
        <w:t xml:space="preserve"> </w:t>
      </w:r>
      <w:r w:rsidRPr="003F52A2">
        <w:rPr>
          <w:cs/>
          <w:lang w:bidi="bn-IN"/>
        </w:rPr>
        <w:t>রক্ষার বিষয়টি গুরুত্বপূর্ণ। কারণ দীনি ছাত্র তার হৃদয়ের অভ্যন্তরে তার শিক্ষকের জন্য আনুগত্যের</w:t>
      </w:r>
      <w:r w:rsidR="0031493A">
        <w:rPr>
          <w:lang w:bidi="bn-IN"/>
        </w:rPr>
        <w:t xml:space="preserve"> </w:t>
      </w:r>
      <w:r w:rsidRPr="003F52A2">
        <w:rPr>
          <w:cs/>
          <w:lang w:bidi="bn-IN"/>
        </w:rPr>
        <w:t>এক অনুভূতি জাগরিত দেখে। যদি কখনও তার মনে আসে যে</w:t>
      </w:r>
      <w:r w:rsidRPr="003F52A2">
        <w:t>,</w:t>
      </w:r>
      <w:r w:rsidRPr="003F52A2">
        <w:rPr>
          <w:cs/>
          <w:lang w:bidi="bn-IN"/>
        </w:rPr>
        <w:t>জ্ঞান অর্জনের মাধ্যমে অর্থ উপার্জন</w:t>
      </w:r>
      <w:r w:rsidR="0031493A">
        <w:rPr>
          <w:lang w:bidi="bn-IN"/>
        </w:rPr>
        <w:t xml:space="preserve"> </w:t>
      </w:r>
      <w:r w:rsidRPr="003F52A2">
        <w:rPr>
          <w:cs/>
          <w:lang w:bidi="bn-IN"/>
        </w:rPr>
        <w:t>করবে তবে সে লজ্জা পায়। কারণ জ্ঞান অর্থ উপার্জনের জন্য নয়। তেমনি একজন শিক্ষকও</w:t>
      </w:r>
      <w:r w:rsidR="0031493A">
        <w:rPr>
          <w:lang w:bidi="bn-IN"/>
        </w:rPr>
        <w:t xml:space="preserve"> </w:t>
      </w:r>
      <w:r w:rsidRPr="003F52A2">
        <w:rPr>
          <w:cs/>
          <w:lang w:bidi="bn-IN"/>
        </w:rPr>
        <w:t>শিক্ষাদানের বিনিময়ে অর্থ লাভের উদ্দেশ্যকে জ্ঞানের অবমাননা বলে মনে করেন।</w:t>
      </w:r>
    </w:p>
    <w:p w:rsidR="0031493A" w:rsidRDefault="003F52A2" w:rsidP="0031493A">
      <w:pPr>
        <w:pStyle w:val="libNormal"/>
        <w:rPr>
          <w:lang w:bidi="bn-IN"/>
        </w:rPr>
      </w:pPr>
      <w:r w:rsidRPr="003F52A2">
        <w:rPr>
          <w:cs/>
          <w:lang w:bidi="bn-IN"/>
        </w:rPr>
        <w:t>কিন্তু বর্তমানের শিক্ষা ব্যবস্থায় বেকনের চিন্তার প্রতিফলন লক্ষণীয়। শিক্ষাদান ও জ্ঞানার্জন পূর্বের</w:t>
      </w:r>
      <w:r w:rsidR="0031493A">
        <w:rPr>
          <w:lang w:bidi="bn-IN"/>
        </w:rPr>
        <w:t xml:space="preserve"> </w:t>
      </w:r>
      <w:r w:rsidRPr="003F52A2">
        <w:rPr>
          <w:cs/>
          <w:lang w:bidi="bn-IN"/>
        </w:rPr>
        <w:t>সেই সম্মান ও মর্যাদাকে সম্পূর্ণরূপে হারিয়ে ফেলেছে। এখন একজন ছাত্র শিক্ষা লাভ করে তার</w:t>
      </w:r>
      <w:r w:rsidR="0031493A">
        <w:rPr>
          <w:lang w:bidi="bn-IN"/>
        </w:rPr>
        <w:t xml:space="preserve"> </w:t>
      </w:r>
      <w:r w:rsidRPr="003F52A2">
        <w:rPr>
          <w:cs/>
          <w:lang w:bidi="bn-IN"/>
        </w:rPr>
        <w:t>জীবনের জন্য একটি প্রস্তুতি হিসেবে। তাই বর্তমানে একজন ছাত্রের পড়াশোনা করে ডাক্তার বা</w:t>
      </w:r>
      <w:r w:rsidR="0031493A">
        <w:rPr>
          <w:lang w:bidi="bn-IN"/>
        </w:rPr>
        <w:t xml:space="preserve"> </w:t>
      </w:r>
      <w:r w:rsidRPr="003F52A2">
        <w:rPr>
          <w:cs/>
          <w:lang w:bidi="bn-IN"/>
        </w:rPr>
        <w:t>প্রকৌশলী হিসেবে সচ্ছল জীবন লাভ করা আর একজন ব্যবসায়ী বা মুদির দোকান মালিকের লক্ষ্যের</w:t>
      </w:r>
      <w:r w:rsidR="0031493A">
        <w:rPr>
          <w:lang w:bidi="bn-IN"/>
        </w:rPr>
        <w:t xml:space="preserve"> </w:t>
      </w:r>
      <w:r w:rsidRPr="003F52A2">
        <w:rPr>
          <w:cs/>
          <w:lang w:bidi="bn-IN"/>
        </w:rPr>
        <w:t xml:space="preserve">মধ্যে কোন পার্থক্য নেই। এরা উভয়েই এখন </w:t>
      </w:r>
      <w:r w:rsidR="00695D8C">
        <w:rPr>
          <w:cs/>
          <w:lang w:bidi="bn-IN"/>
        </w:rPr>
        <w:t>অর্থে</w:t>
      </w:r>
      <w:r w:rsidRPr="003F52A2">
        <w:rPr>
          <w:cs/>
          <w:lang w:bidi="bn-IN"/>
        </w:rPr>
        <w:t>র পেছনে ধাবমান। একজন ছাত্র বর্তমানে তার শিক্ষকের ব্যাপারে চিন্তা করে- এ ভদ্রলোক মাসে কি পরিমাণ অর্থ উপার্জন করে। তাই হয়তো দেখা</w:t>
      </w:r>
      <w:r w:rsidR="0031493A">
        <w:rPr>
          <w:lang w:bidi="bn-IN"/>
        </w:rPr>
        <w:t xml:space="preserve"> </w:t>
      </w:r>
      <w:r w:rsidRPr="003F52A2">
        <w:rPr>
          <w:cs/>
          <w:lang w:bidi="bn-IN"/>
        </w:rPr>
        <w:t>যাবে</w:t>
      </w:r>
      <w:r w:rsidRPr="003F52A2">
        <w:t>,</w:t>
      </w:r>
      <w:r w:rsidRPr="003F52A2">
        <w:rPr>
          <w:cs/>
          <w:lang w:bidi="bn-IN"/>
        </w:rPr>
        <w:t>একজন ছাত্র তার শিক্ষকের অগোচরে তাকে শতবার গালি দেয়</w:t>
      </w:r>
      <w:r w:rsidRPr="003F52A2">
        <w:t>,</w:t>
      </w:r>
      <w:r w:rsidRPr="003F52A2">
        <w:rPr>
          <w:cs/>
          <w:lang w:bidi="bn-IN"/>
        </w:rPr>
        <w:t>অথচ নিজের মধ্যে লজ্জা</w:t>
      </w:r>
      <w:r w:rsidR="0031493A">
        <w:rPr>
          <w:lang w:bidi="bn-IN"/>
        </w:rPr>
        <w:t xml:space="preserve"> </w:t>
      </w:r>
      <w:r w:rsidRPr="003F52A2">
        <w:rPr>
          <w:cs/>
          <w:lang w:bidi="bn-IN"/>
        </w:rPr>
        <w:t>অনুভব করে না। এটি তার জন্য মামুলী বিষয় মাত্র।</w:t>
      </w:r>
    </w:p>
    <w:p w:rsidR="0031493A" w:rsidRDefault="003F52A2" w:rsidP="0031493A">
      <w:pPr>
        <w:pStyle w:val="libNormal"/>
        <w:rPr>
          <w:lang w:bidi="bn-IN"/>
        </w:rPr>
      </w:pPr>
      <w:r w:rsidRPr="003F52A2">
        <w:rPr>
          <w:cs/>
          <w:lang w:bidi="bn-IN"/>
        </w:rPr>
        <w:t>বেকন বলতেন</w:t>
      </w:r>
      <w:r w:rsidRPr="003F52A2">
        <w:t>,</w:t>
      </w:r>
      <w:r w:rsidRPr="003F52A2">
        <w:rPr>
          <w:cs/>
          <w:lang w:bidi="bn-IN"/>
        </w:rPr>
        <w:t>জ্ঞান ক্ষমতার জন্য ও ক্ষমতার সেবাই এর ধর্ম। এ মতবাদ প্রথমদিকে কোন</w:t>
      </w:r>
      <w:r w:rsidR="0031493A">
        <w:rPr>
          <w:lang w:bidi="bn-IN"/>
        </w:rPr>
        <w:t xml:space="preserve"> </w:t>
      </w:r>
      <w:r w:rsidRPr="003F52A2">
        <w:rPr>
          <w:cs/>
          <w:lang w:bidi="bn-IN"/>
        </w:rPr>
        <w:t>খারাপ প্রতিফল প্রদর্শন করেনি। পরবর্তীতে ধীরে ধীরে যখন মানুষ জ্ঞানকে শুধু ক্ষমতা লাভ ও</w:t>
      </w:r>
      <w:r w:rsidR="0031493A">
        <w:rPr>
          <w:lang w:bidi="bn-IN"/>
        </w:rPr>
        <w:t xml:space="preserve"> </w:t>
      </w:r>
      <w:r w:rsidRPr="003F52A2">
        <w:rPr>
          <w:cs/>
          <w:lang w:bidi="bn-IN"/>
        </w:rPr>
        <w:t>অর্জনের জন্য ব্যবহার শুরু করল তখন জ্ঞান ক্ষমতার সেবায় নিয়োজিত হলো।</w:t>
      </w:r>
    </w:p>
    <w:p w:rsidR="008C54A7" w:rsidRDefault="003F52A2" w:rsidP="0031493A">
      <w:pPr>
        <w:pStyle w:val="libNormal"/>
        <w:rPr>
          <w:lang w:bidi="bn-IN"/>
        </w:rPr>
      </w:pPr>
      <w:r w:rsidRPr="003F52A2">
        <w:rPr>
          <w:cs/>
          <w:lang w:bidi="bn-IN"/>
        </w:rPr>
        <w:t xml:space="preserve">বর্তমানের পৃথিবী </w:t>
      </w:r>
      <w:r w:rsidRPr="00D542A0">
        <w:rPr>
          <w:rStyle w:val="libAlaemChar"/>
        </w:rPr>
        <w:t>‘</w:t>
      </w:r>
      <w:r w:rsidRPr="003F52A2">
        <w:rPr>
          <w:cs/>
          <w:lang w:bidi="bn-IN"/>
        </w:rPr>
        <w:t>জ্ঞান ক্ষমতার সেবায়</w:t>
      </w:r>
      <w:r w:rsidRPr="00D542A0">
        <w:rPr>
          <w:rStyle w:val="libAlaemChar"/>
        </w:rPr>
        <w:t>’</w:t>
      </w:r>
      <w:r w:rsidR="0031493A">
        <w:t>-</w:t>
      </w:r>
      <w:r w:rsidRPr="003F52A2">
        <w:rPr>
          <w:cs/>
          <w:lang w:bidi="bn-IN"/>
        </w:rPr>
        <w:t>এ ভিত্তিতে আবর্তমান। কোন সময়েই জ্ঞান বর্তমানের</w:t>
      </w:r>
      <w:r w:rsidR="0031493A">
        <w:rPr>
          <w:lang w:bidi="bn-IN"/>
        </w:rPr>
        <w:t xml:space="preserve"> </w:t>
      </w:r>
      <w:r w:rsidRPr="003F52A2">
        <w:rPr>
          <w:cs/>
          <w:lang w:bidi="bn-IN"/>
        </w:rPr>
        <w:t>মতো শক্তিমান ও ক্ষমতাধারীদের হাতে বন্দি ছিল না। প্রথম শ্রেণীর বিজ্ঞানী ও দার্শনিকগণ সবচেয়ে</w:t>
      </w:r>
      <w:r w:rsidR="0031493A">
        <w:rPr>
          <w:lang w:bidi="bn-IN"/>
        </w:rPr>
        <w:t xml:space="preserve"> </w:t>
      </w:r>
      <w:r w:rsidRPr="003F52A2">
        <w:rPr>
          <w:cs/>
          <w:lang w:bidi="bn-IN"/>
        </w:rPr>
        <w:t xml:space="preserve">বেশি পরাধীন। উদাহরণস্বরূপ আইনস্টাইনের কথাই ধরুন। </w:t>
      </w:r>
      <w:r w:rsidR="00FE6D44">
        <w:rPr>
          <w:cs/>
          <w:lang w:bidi="bn-IN"/>
        </w:rPr>
        <w:t>তার</w:t>
      </w:r>
      <w:r w:rsidRPr="003F52A2">
        <w:rPr>
          <w:cs/>
          <w:lang w:bidi="bn-IN"/>
        </w:rPr>
        <w:t xml:space="preserve"> জ্ঞান আজ কার সেবায় নিয়োজিত</w:t>
      </w:r>
      <w:r w:rsidRPr="003F52A2">
        <w:t>?</w:t>
      </w:r>
      <w:r w:rsidR="0031493A">
        <w:t xml:space="preserve"> </w:t>
      </w:r>
      <w:r w:rsidRPr="003F52A2">
        <w:rPr>
          <w:cs/>
          <w:lang w:bidi="bn-IN"/>
        </w:rPr>
        <w:t xml:space="preserve">রুজভেল্ট বা </w:t>
      </w:r>
      <w:r w:rsidR="00FE6D44">
        <w:rPr>
          <w:cs/>
          <w:lang w:bidi="bn-IN"/>
        </w:rPr>
        <w:t>তার</w:t>
      </w:r>
      <w:r w:rsidRPr="003F52A2">
        <w:rPr>
          <w:cs/>
          <w:lang w:bidi="bn-IN"/>
        </w:rPr>
        <w:t xml:space="preserve"> মতো অন্য কোন মার্কিন প্রেসিডেন্টের সেবায়। কারণ রুজভেল্টের দাস হওয়া ছাড়া</w:t>
      </w:r>
      <w:r w:rsidR="0031493A">
        <w:rPr>
          <w:lang w:bidi="bn-IN"/>
        </w:rPr>
        <w:t xml:space="preserve"> </w:t>
      </w:r>
      <w:r w:rsidRPr="003F52A2">
        <w:rPr>
          <w:cs/>
          <w:lang w:bidi="bn-IN"/>
        </w:rPr>
        <w:t xml:space="preserve">আইনস্টাইনের গতি নেই। জ্ঞান আজ সাম্রাজ্যবাদের ছাউনিতে- হোক তা </w:t>
      </w:r>
      <w:r w:rsidR="0031493A">
        <w:rPr>
          <w:cs/>
          <w:lang w:bidi="bn-IN"/>
        </w:rPr>
        <w:t>পুজি</w:t>
      </w:r>
      <w:r w:rsidRPr="003F52A2">
        <w:rPr>
          <w:cs/>
          <w:lang w:bidi="bn-IN"/>
        </w:rPr>
        <w:t>বাদ বা সমাজতন্ত্র-তাতে কোন পার্থক্য নেই। সকল স্থানেই জ্ঞান ক্ষমতার সেবায় লিপ্ত। বর্তমানে জ্ঞান নয় বরং ক্ষমতাই</w:t>
      </w:r>
      <w:r w:rsidR="0031493A">
        <w:rPr>
          <w:lang w:bidi="bn-IN"/>
        </w:rPr>
        <w:t xml:space="preserve"> </w:t>
      </w:r>
      <w:r w:rsidRPr="003F52A2">
        <w:rPr>
          <w:cs/>
          <w:lang w:bidi="bn-IN"/>
        </w:rPr>
        <w:t>দুনিয়াকে নিয়ন্ত্রণ করছে। অনেকে যে বলেন</w:t>
      </w:r>
      <w:r w:rsidRPr="003F52A2">
        <w:t>,</w:t>
      </w:r>
      <w:r w:rsidRPr="00D542A0">
        <w:rPr>
          <w:rStyle w:val="libAlaemChar"/>
        </w:rPr>
        <w:t>‘</w:t>
      </w:r>
      <w:r w:rsidRPr="003F52A2">
        <w:rPr>
          <w:cs/>
          <w:lang w:bidi="bn-IN"/>
        </w:rPr>
        <w:t>বর্তমানের পৃথিবী জ্ঞানের পৃথিবী</w:t>
      </w:r>
      <w:r w:rsidRPr="00D542A0">
        <w:rPr>
          <w:rStyle w:val="libAlaemChar"/>
        </w:rPr>
        <w:t>’</w:t>
      </w:r>
      <w:r w:rsidRPr="003F52A2">
        <w:t xml:space="preserve">- </w:t>
      </w:r>
      <w:r w:rsidRPr="003F52A2">
        <w:rPr>
          <w:cs/>
          <w:lang w:bidi="bn-IN"/>
        </w:rPr>
        <w:t>কথাটিকে সংশোধন</w:t>
      </w:r>
      <w:r w:rsidR="0031493A">
        <w:rPr>
          <w:lang w:bidi="bn-IN"/>
        </w:rPr>
        <w:t xml:space="preserve"> </w:t>
      </w:r>
      <w:r w:rsidRPr="003F52A2">
        <w:rPr>
          <w:cs/>
          <w:lang w:bidi="bn-IN"/>
        </w:rPr>
        <w:t>করে বলা উচিত</w:t>
      </w:r>
      <w:r w:rsidRPr="003F52A2">
        <w:t>,</w:t>
      </w:r>
      <w:r w:rsidRPr="00D542A0">
        <w:rPr>
          <w:rStyle w:val="libAlaemChar"/>
        </w:rPr>
        <w:t>‘</w:t>
      </w:r>
      <w:r w:rsidRPr="003F52A2">
        <w:rPr>
          <w:cs/>
          <w:lang w:bidi="bn-IN"/>
        </w:rPr>
        <w:t>বর্তমানের পৃথিবী ক্ষমতার পৃথিবী</w:t>
      </w:r>
      <w:r w:rsidRPr="00D542A0">
        <w:rPr>
          <w:rStyle w:val="libAlaemChar"/>
        </w:rPr>
        <w:t>’</w:t>
      </w:r>
      <w:r w:rsidRPr="003F52A2">
        <w:rPr>
          <w:cs/>
          <w:lang w:bidi="hi-IN"/>
        </w:rPr>
        <w:t xml:space="preserve">। </w:t>
      </w:r>
      <w:r w:rsidRPr="003F52A2">
        <w:rPr>
          <w:cs/>
          <w:lang w:bidi="bn-IN"/>
        </w:rPr>
        <w:t xml:space="preserve">কথাটি এ </w:t>
      </w:r>
      <w:r w:rsidR="00695D8C">
        <w:rPr>
          <w:cs/>
          <w:lang w:bidi="bn-IN"/>
        </w:rPr>
        <w:t>অর্থে</w:t>
      </w:r>
      <w:r w:rsidRPr="003F52A2">
        <w:rPr>
          <w:cs/>
          <w:lang w:bidi="bn-IN"/>
        </w:rPr>
        <w:t xml:space="preserve"> যে</w:t>
      </w:r>
      <w:r w:rsidRPr="003F52A2">
        <w:t>,</w:t>
      </w:r>
      <w:r w:rsidRPr="003F52A2">
        <w:rPr>
          <w:cs/>
          <w:lang w:bidi="bn-IN"/>
        </w:rPr>
        <w:t>বর্তমানে জ্ঞান রয়েছে কিন্তু</w:t>
      </w:r>
      <w:r w:rsidR="0031493A">
        <w:rPr>
          <w:lang w:bidi="bn-IN"/>
        </w:rPr>
        <w:t xml:space="preserve"> </w:t>
      </w:r>
      <w:r w:rsidRPr="003F52A2">
        <w:rPr>
          <w:cs/>
          <w:lang w:bidi="bn-IN"/>
        </w:rPr>
        <w:t>স্বাধীন নয়</w:t>
      </w:r>
      <w:r w:rsidRPr="003F52A2">
        <w:t xml:space="preserve">; </w:t>
      </w:r>
      <w:r w:rsidRPr="003F52A2">
        <w:rPr>
          <w:cs/>
          <w:lang w:bidi="bn-IN"/>
        </w:rPr>
        <w:t>সে ক্ষমতার হাতে বন্দি। বর্তমানে জ্ঞান পরাধীন এবং শক্তি ও ক্ষমতার সেবায় নিয়োজিত।</w:t>
      </w:r>
      <w:r w:rsidR="0031493A">
        <w:rPr>
          <w:lang w:bidi="bn-IN"/>
        </w:rPr>
        <w:t xml:space="preserve"> </w:t>
      </w:r>
      <w:r w:rsidRPr="003F52A2">
        <w:rPr>
          <w:cs/>
          <w:lang w:bidi="bn-IN"/>
        </w:rPr>
        <w:t>এ জন্যই যে কোন উদ্ভাবন বা আবিষ্কারই পৃথিবীতে হোক</w:t>
      </w:r>
      <w:r w:rsidRPr="003F52A2">
        <w:t>,</w:t>
      </w:r>
      <w:r w:rsidRPr="003F52A2">
        <w:rPr>
          <w:cs/>
          <w:lang w:bidi="bn-IN"/>
        </w:rPr>
        <w:t>তা ক্ষমতাবানদের সেবায় নিয়োজিত।</w:t>
      </w:r>
      <w:r w:rsidR="008C54A7">
        <w:rPr>
          <w:lang w:bidi="bn-IN"/>
        </w:rPr>
        <w:t xml:space="preserve"> </w:t>
      </w:r>
      <w:r w:rsidRPr="003F52A2">
        <w:rPr>
          <w:cs/>
          <w:lang w:bidi="bn-IN"/>
        </w:rPr>
        <w:t>যেমন তাদের নির্দেশেই মানুষ হত্যার জন্য ভয়ঙ্কর মারণাস্ত্র নির্মিত হচ্ছে। আবিষ্কারসমূহ প্রথমে</w:t>
      </w:r>
      <w:r w:rsidR="008C54A7">
        <w:rPr>
          <w:lang w:bidi="bn-IN"/>
        </w:rPr>
        <w:t xml:space="preserve"> </w:t>
      </w:r>
      <w:r w:rsidRPr="003F52A2">
        <w:rPr>
          <w:cs/>
          <w:lang w:bidi="bn-IN"/>
        </w:rPr>
        <w:t>ক্ষমতাসীনদের ব্যবহারের পর অন্যদের ব্যবহারের জন্য দেয়া হয় (যখন তা তাদের আর কোন কাজে</w:t>
      </w:r>
      <w:r w:rsidR="008C54A7">
        <w:rPr>
          <w:lang w:bidi="bn-IN"/>
        </w:rPr>
        <w:t xml:space="preserve"> </w:t>
      </w:r>
      <w:r w:rsidRPr="003F52A2">
        <w:rPr>
          <w:cs/>
          <w:lang w:bidi="bn-IN"/>
        </w:rPr>
        <w:t>না লাগে)। প্রথমদিকে ক্ষমতাবানরা আবিষ্কারসমূহকে প্রকাশ না করে গোপনীয়তা রক্ষা করে। কারণ</w:t>
      </w:r>
      <w:r w:rsidR="008C54A7">
        <w:rPr>
          <w:lang w:bidi="bn-IN"/>
        </w:rPr>
        <w:t xml:space="preserve"> </w:t>
      </w:r>
      <w:r w:rsidRPr="003F52A2">
        <w:rPr>
          <w:cs/>
          <w:lang w:bidi="bn-IN"/>
        </w:rPr>
        <w:t>তাদের এর প্রয়োজন রয়েছে।</w:t>
      </w:r>
    </w:p>
    <w:p w:rsidR="008C54A7" w:rsidRDefault="003F52A2" w:rsidP="0031493A">
      <w:pPr>
        <w:pStyle w:val="libNormal"/>
        <w:rPr>
          <w:lang w:bidi="bn-IN"/>
        </w:rPr>
      </w:pPr>
      <w:r w:rsidRPr="003F52A2">
        <w:rPr>
          <w:cs/>
          <w:lang w:bidi="bn-IN"/>
        </w:rPr>
        <w:t xml:space="preserve">বেকন যে পথ দেখিয়ে দিয়েছেন </w:t>
      </w:r>
      <w:r w:rsidR="00FE6D44">
        <w:rPr>
          <w:cs/>
          <w:lang w:bidi="bn-IN"/>
        </w:rPr>
        <w:t>তার</w:t>
      </w:r>
      <w:r w:rsidRPr="003F52A2">
        <w:rPr>
          <w:cs/>
          <w:lang w:bidi="bn-IN"/>
        </w:rPr>
        <w:t xml:space="preserve"> অজান্তেই তা নী</w:t>
      </w:r>
      <w:r w:rsidRPr="00D542A0">
        <w:rPr>
          <w:rStyle w:val="libAlaemChar"/>
        </w:rPr>
        <w:t>’</w:t>
      </w:r>
      <w:r w:rsidRPr="003F52A2">
        <w:rPr>
          <w:cs/>
          <w:lang w:bidi="bn-IN"/>
        </w:rPr>
        <w:t>চে ও ম্যাকিয়াভ্যালির কথায় পরিসমাপ্তি</w:t>
      </w:r>
      <w:r w:rsidR="008C54A7">
        <w:rPr>
          <w:lang w:bidi="bn-IN"/>
        </w:rPr>
        <w:t xml:space="preserve"> </w:t>
      </w:r>
      <w:r w:rsidRPr="003F52A2">
        <w:rPr>
          <w:cs/>
          <w:lang w:bidi="bn-IN"/>
        </w:rPr>
        <w:t>ঘটে।</w:t>
      </w:r>
    </w:p>
    <w:p w:rsidR="008C54A7" w:rsidRDefault="003F52A2" w:rsidP="008C54A7">
      <w:pPr>
        <w:pStyle w:val="libBold1"/>
        <w:rPr>
          <w:lang w:bidi="bn-IN"/>
        </w:rPr>
      </w:pPr>
      <w:r w:rsidRPr="003F52A2">
        <w:rPr>
          <w:cs/>
          <w:lang w:bidi="bn-IN"/>
        </w:rPr>
        <w:t>নী</w:t>
      </w:r>
      <w:r w:rsidRPr="00D542A0">
        <w:rPr>
          <w:rStyle w:val="libAlaemChar"/>
        </w:rPr>
        <w:t>’</w:t>
      </w:r>
      <w:r w:rsidRPr="003F52A2">
        <w:rPr>
          <w:cs/>
          <w:lang w:bidi="bn-IN"/>
        </w:rPr>
        <w:t>চে ডারউইনের মৌলনীতির ব্যবহার করেছেন</w:t>
      </w:r>
    </w:p>
    <w:p w:rsidR="008C54A7" w:rsidRDefault="003F52A2" w:rsidP="0031493A">
      <w:pPr>
        <w:pStyle w:val="libNormal"/>
        <w:rPr>
          <w:lang w:bidi="bn-IN"/>
        </w:rPr>
      </w:pPr>
      <w:r w:rsidRPr="003F52A2">
        <w:rPr>
          <w:cs/>
          <w:lang w:bidi="bn-IN"/>
        </w:rPr>
        <w:t>অন্য যে মৌলনীতিটি নী</w:t>
      </w:r>
      <w:r w:rsidRPr="00D542A0">
        <w:rPr>
          <w:rStyle w:val="libAlaemChar"/>
        </w:rPr>
        <w:t>’</w:t>
      </w:r>
      <w:r w:rsidRPr="003F52A2">
        <w:rPr>
          <w:cs/>
          <w:lang w:bidi="bn-IN"/>
        </w:rPr>
        <w:t>চের চিন্তার ভিত্তি হয়েছে তা ডারউইনের একটি নীতি। যদিও ডারউইন</w:t>
      </w:r>
      <w:r w:rsidR="008C54A7">
        <w:rPr>
          <w:lang w:bidi="bn-IN"/>
        </w:rPr>
        <w:t xml:space="preserve"> </w:t>
      </w:r>
      <w:r w:rsidRPr="003F52A2">
        <w:rPr>
          <w:cs/>
          <w:lang w:bidi="bn-IN"/>
        </w:rPr>
        <w:t xml:space="preserve">একজন ধর্মপ্রাণ খ্রিষ্টান ছিলেন এবং কখনও স্রষ্টাবিরোধী ছিলেন না (কারণ </w:t>
      </w:r>
      <w:r w:rsidR="00FE6D44">
        <w:rPr>
          <w:cs/>
          <w:lang w:bidi="bn-IN"/>
        </w:rPr>
        <w:t>তার</w:t>
      </w:r>
      <w:r w:rsidRPr="003F52A2">
        <w:rPr>
          <w:cs/>
          <w:lang w:bidi="bn-IN"/>
        </w:rPr>
        <w:t xml:space="preserve"> কথায় আল্লাহর অস্তিত্বের প্রতি বিশ্বাস ও হযরত ঈসার প্রতি সম্মান ও আনুগত্য লক্ষ্য করা যায়)</w:t>
      </w:r>
      <w:r w:rsidRPr="003F52A2">
        <w:t>,</w:t>
      </w:r>
      <w:r w:rsidRPr="003F52A2">
        <w:rPr>
          <w:cs/>
          <w:lang w:bidi="bn-IN"/>
        </w:rPr>
        <w:t xml:space="preserve">তদুপরি </w:t>
      </w:r>
      <w:r w:rsidR="00FE6D44">
        <w:rPr>
          <w:cs/>
          <w:lang w:bidi="bn-IN"/>
        </w:rPr>
        <w:t>তার</w:t>
      </w:r>
      <w:r w:rsidRPr="003F52A2">
        <w:rPr>
          <w:cs/>
          <w:lang w:bidi="bn-IN"/>
        </w:rPr>
        <w:t xml:space="preserve"> মতবাদ</w:t>
      </w:r>
      <w:r w:rsidR="008C54A7">
        <w:rPr>
          <w:lang w:bidi="bn-IN"/>
        </w:rPr>
        <w:t xml:space="preserve"> </w:t>
      </w:r>
      <w:r w:rsidRPr="003F52A2">
        <w:rPr>
          <w:cs/>
          <w:lang w:bidi="bn-IN"/>
        </w:rPr>
        <w:t xml:space="preserve">পৃথিবীতে </w:t>
      </w:r>
      <w:r w:rsidR="00FE6D44">
        <w:rPr>
          <w:cs/>
          <w:lang w:bidi="bn-IN"/>
        </w:rPr>
        <w:t>তার</w:t>
      </w:r>
      <w:r w:rsidRPr="003F52A2">
        <w:rPr>
          <w:cs/>
          <w:lang w:bidi="bn-IN"/>
        </w:rPr>
        <w:t xml:space="preserve"> ইচ্ছার বিরুদ্ধে অপব্যবহারের স্বীকার হয়েছে। বিশেষত বস্তুবাদীরা ডারউইনের বিবর্তনতত্ত্বকে স্রষ্টাকে অস্বীকারের হাতিয়ার হিসেবে ব্যবহার করেছে।</w:t>
      </w:r>
    </w:p>
    <w:p w:rsidR="008C54A7" w:rsidRDefault="003F52A2" w:rsidP="008C54A7">
      <w:pPr>
        <w:pStyle w:val="libNormal"/>
        <w:rPr>
          <w:lang w:bidi="bn-IN"/>
        </w:rPr>
      </w:pPr>
      <w:r w:rsidRPr="003F52A2">
        <w:rPr>
          <w:cs/>
          <w:lang w:bidi="bn-IN"/>
        </w:rPr>
        <w:t>ডারউইনের দর্শন ও মতবাদের অন্য যে অপব্যবহারটি হয়েছে তা নৈতিকতার ক্ষেত্রে। নৈতিকতার</w:t>
      </w:r>
      <w:r w:rsidR="008C54A7">
        <w:rPr>
          <w:lang w:bidi="bn-IN"/>
        </w:rPr>
        <w:t xml:space="preserve"> </w:t>
      </w:r>
      <w:r w:rsidRPr="003F52A2">
        <w:rPr>
          <w:cs/>
          <w:lang w:bidi="bn-IN"/>
        </w:rPr>
        <w:t>ক্ষেত্রে শ্রেষ্ঠ ও পূর্ণ মানব কে- সে আলোচনায় ডারউইনের বেঁচে থাকার সংগ্রামে যোগ্যতমের বিজয়তত্ত্বটিকে ব্যবহার করা হয়েছে। ডারউইন যে চারটি মৌলনীতি বর্ণনা করেছেন তার একটি হলো</w:t>
      </w:r>
      <w:r w:rsidR="008C54A7">
        <w:rPr>
          <w:lang w:bidi="bn-IN"/>
        </w:rPr>
        <w:t xml:space="preserve"> </w:t>
      </w:r>
      <w:r w:rsidRPr="003F52A2">
        <w:rPr>
          <w:cs/>
          <w:lang w:bidi="bn-IN"/>
        </w:rPr>
        <w:t xml:space="preserve">আত্মপ্রেম অর্থাৎ প্রত্যেক প্রাণীই নিজের সত্তাকে ভালোবাসে এবং নিজের সত্তাকে রক্ষার জন্য চেষ্টা চালায়। </w:t>
      </w:r>
      <w:r w:rsidR="00FE6D44">
        <w:rPr>
          <w:cs/>
          <w:lang w:bidi="bn-IN"/>
        </w:rPr>
        <w:t>তার</w:t>
      </w:r>
      <w:r w:rsidRPr="003F52A2">
        <w:rPr>
          <w:cs/>
          <w:lang w:bidi="bn-IN"/>
        </w:rPr>
        <w:t xml:space="preserve"> অন্য একটি তত্ত্ব হলো বেঁচে থাকার সংগ্রাম অর্থাৎ জীবজগতে প্রণীসমূহ পরস্পরের সাথে</w:t>
      </w:r>
      <w:r w:rsidR="008C54A7">
        <w:rPr>
          <w:lang w:bidi="bn-IN"/>
        </w:rPr>
        <w:t xml:space="preserve"> </w:t>
      </w:r>
      <w:r w:rsidRPr="003F52A2">
        <w:rPr>
          <w:cs/>
          <w:lang w:bidi="bn-IN"/>
        </w:rPr>
        <w:t>যুদ্ধ ও সংগ্রামে লিপ্ত এবং শক্তিশালীরাই অবশেষে বেঁচে থাকবে। প্রকৃতি তার চালুনীতে প্রাণীদের চালে</w:t>
      </w:r>
      <w:r w:rsidR="008C54A7">
        <w:rPr>
          <w:lang w:bidi="bn-IN"/>
        </w:rPr>
        <w:t xml:space="preserve"> </w:t>
      </w:r>
      <w:r w:rsidRPr="003F52A2">
        <w:rPr>
          <w:cs/>
          <w:lang w:bidi="bn-IN"/>
        </w:rPr>
        <w:t>আর প্রকৃতির চালুনী হচ্ছে যুদ্ধ ও সংগ্রাম। সার্বক্ষণিক এ যুদ্ধ ও সংগ্রামে যোগ্যতমদের সে নির্বাচন</w:t>
      </w:r>
      <w:r w:rsidR="008C54A7">
        <w:rPr>
          <w:lang w:bidi="bn-IN"/>
        </w:rPr>
        <w:t xml:space="preserve"> </w:t>
      </w:r>
      <w:r w:rsidRPr="003F52A2">
        <w:rPr>
          <w:cs/>
          <w:lang w:bidi="bn-IN"/>
        </w:rPr>
        <w:t>করে। যোগ্যতম হলো সে যে যুদ্ধক্ষেত্রে নিজেকে টিকিয়ে রাখতে পেরেছে এবং সর্বোত্তম উপায়ে</w:t>
      </w:r>
      <w:r w:rsidR="008C54A7">
        <w:rPr>
          <w:lang w:bidi="bn-IN"/>
        </w:rPr>
        <w:t xml:space="preserve"> </w:t>
      </w:r>
      <w:r w:rsidRPr="003F52A2">
        <w:rPr>
          <w:cs/>
          <w:lang w:bidi="bn-IN"/>
        </w:rPr>
        <w:t>প্রতিপক্ষকে পরাস্ত করতে পেরেছে</w:t>
      </w:r>
      <w:r w:rsidRPr="003F52A2">
        <w:rPr>
          <w:cs/>
          <w:lang w:bidi="hi-IN"/>
        </w:rPr>
        <w:t>।</w:t>
      </w:r>
    </w:p>
    <w:p w:rsidR="008C54A7" w:rsidRDefault="003F52A2" w:rsidP="008C54A7">
      <w:pPr>
        <w:pStyle w:val="libNormal"/>
        <w:rPr>
          <w:lang w:bidi="bn-IN"/>
        </w:rPr>
      </w:pPr>
      <w:r w:rsidRPr="003F52A2">
        <w:rPr>
          <w:cs/>
          <w:lang w:bidi="bn-IN"/>
        </w:rPr>
        <w:t>বর্তমানে ডারউইনের এ তত্ত্বগুলোর উপর বিভিন্ন পর্যালোচনা আসছে। কোন কোন জীব শক্তিমত্তার</w:t>
      </w:r>
      <w:r w:rsidR="008C54A7">
        <w:rPr>
          <w:lang w:bidi="bn-IN"/>
        </w:rPr>
        <w:t xml:space="preserve"> </w:t>
      </w:r>
      <w:r w:rsidRPr="003F52A2">
        <w:rPr>
          <w:cs/>
          <w:lang w:bidi="bn-IN"/>
        </w:rPr>
        <w:t>কারণে নয় বরং অন্য কোন কারণে টিকে রয়েছে। শক্তি ও যোগ্যতা এক বিষয় নয় বরং দু</w:t>
      </w:r>
      <w:r w:rsidRPr="00D542A0">
        <w:rPr>
          <w:rStyle w:val="libAlaemChar"/>
        </w:rPr>
        <w:t>’</w:t>
      </w:r>
      <w:r w:rsidRPr="003F52A2">
        <w:rPr>
          <w:cs/>
          <w:lang w:bidi="bn-IN"/>
        </w:rPr>
        <w:t>টি ভিন্ন</w:t>
      </w:r>
      <w:r w:rsidR="008C54A7">
        <w:rPr>
          <w:lang w:bidi="bn-IN"/>
        </w:rPr>
        <w:t xml:space="preserve"> </w:t>
      </w:r>
      <w:r w:rsidRPr="003F52A2">
        <w:rPr>
          <w:cs/>
          <w:lang w:bidi="bn-IN"/>
        </w:rPr>
        <w:t>বিষয়।</w:t>
      </w:r>
    </w:p>
    <w:p w:rsidR="004729B1" w:rsidRDefault="003F52A2" w:rsidP="004729B1">
      <w:pPr>
        <w:pStyle w:val="libNormal"/>
        <w:rPr>
          <w:lang w:bidi="bn-IN"/>
        </w:rPr>
      </w:pPr>
      <w:r w:rsidRPr="003F52A2">
        <w:rPr>
          <w:cs/>
          <w:lang w:bidi="bn-IN"/>
        </w:rPr>
        <w:t>যা হোক নী</w:t>
      </w:r>
      <w:r w:rsidRPr="00D542A0">
        <w:rPr>
          <w:rStyle w:val="libAlaemChar"/>
        </w:rPr>
        <w:t>’</w:t>
      </w:r>
      <w:r w:rsidRPr="003F52A2">
        <w:rPr>
          <w:cs/>
          <w:lang w:bidi="bn-IN"/>
        </w:rPr>
        <w:t>চে এ মৌলনীতি থেকে সিদ্ধান্ত গ্রহণ করেছেন এবং বলেছেন যে</w:t>
      </w:r>
      <w:r w:rsidRPr="003F52A2">
        <w:t>,</w:t>
      </w:r>
      <w:r w:rsidRPr="003F52A2">
        <w:rPr>
          <w:cs/>
          <w:lang w:bidi="bn-IN"/>
        </w:rPr>
        <w:t>সব প্রাণীর জীবনেই</w:t>
      </w:r>
      <w:r w:rsidR="008C54A7">
        <w:rPr>
          <w:lang w:bidi="bn-IN"/>
        </w:rPr>
        <w:t xml:space="preserve"> </w:t>
      </w:r>
      <w:r w:rsidRPr="003F52A2">
        <w:rPr>
          <w:cs/>
          <w:lang w:bidi="bn-IN"/>
        </w:rPr>
        <w:t>(এমনকি মানুষের ক্ষেত্রেও) এ নীতিটি প্রযোজ্য। যুদ্ধ</w:t>
      </w:r>
      <w:r w:rsidRPr="003F52A2">
        <w:t>,</w:t>
      </w:r>
      <w:r w:rsidRPr="003F52A2">
        <w:rPr>
          <w:cs/>
          <w:lang w:bidi="bn-IN"/>
        </w:rPr>
        <w:t>সংগ্রাম ও দ্বন্দ্ব সব মানুষের জীবনেই রয়েছে</w:t>
      </w:r>
      <w:r w:rsidR="008C54A7">
        <w:rPr>
          <w:lang w:bidi="bn-IN"/>
        </w:rPr>
        <w:t xml:space="preserve"> </w:t>
      </w:r>
      <w:r w:rsidRPr="003F52A2">
        <w:rPr>
          <w:cs/>
          <w:lang w:bidi="bn-IN"/>
        </w:rPr>
        <w:t>এবং যে মানুষ শক্তিশালী সে-ই টিকে থাকবে। যে টিকে থাকে সত্যও তার পক্ষে। তারপর বলেছেন</w:t>
      </w:r>
      <w:r w:rsidRPr="003F52A2">
        <w:t>,</w:t>
      </w:r>
      <w:r w:rsidRPr="003F52A2">
        <w:rPr>
          <w:cs/>
          <w:lang w:bidi="bn-IN"/>
        </w:rPr>
        <w:t>প্রকৃতি উন্নত মানুষ সৃষ্টির লক্ষ্যে এগিয়ে যাচ্ছে। তাই পূর্ণ ও উন্নততম মানুষের আবির্ভাব ভবিষ্যতে</w:t>
      </w:r>
      <w:r w:rsidR="004729B1">
        <w:rPr>
          <w:lang w:bidi="bn-IN"/>
        </w:rPr>
        <w:t xml:space="preserve"> </w:t>
      </w:r>
      <w:r w:rsidRPr="003F52A2">
        <w:rPr>
          <w:cs/>
          <w:lang w:bidi="bn-IN"/>
        </w:rPr>
        <w:t>ঘটবে। পূর্ণ মানুষও সে-ই যার শক্তি ও ক্ষমতা সমধিক। তার মধ্যে দুর্বলদের জন্য করুণার লেশমাত্র</w:t>
      </w:r>
      <w:r w:rsidR="004729B1">
        <w:rPr>
          <w:lang w:bidi="bn-IN"/>
        </w:rPr>
        <w:t xml:space="preserve"> </w:t>
      </w:r>
      <w:r w:rsidRPr="003F52A2">
        <w:rPr>
          <w:cs/>
          <w:lang w:bidi="bn-IN"/>
        </w:rPr>
        <w:t>থাকবে না। দুর্বলদের প্রতি করুণার উৎস</w:t>
      </w:r>
      <w:r w:rsidRPr="003F52A2">
        <w:t>,</w:t>
      </w:r>
      <w:r w:rsidRPr="003F52A2">
        <w:rPr>
          <w:cs/>
          <w:lang w:bidi="bn-IN"/>
        </w:rPr>
        <w:t>যেমন ভালোবাসা</w:t>
      </w:r>
      <w:r w:rsidRPr="003F52A2">
        <w:t>,</w:t>
      </w:r>
      <w:r w:rsidRPr="003F52A2">
        <w:rPr>
          <w:cs/>
          <w:lang w:bidi="bn-IN"/>
        </w:rPr>
        <w:t>অনুগ্রহ</w:t>
      </w:r>
      <w:r w:rsidRPr="003F52A2">
        <w:t>,</w:t>
      </w:r>
      <w:r w:rsidRPr="003F52A2">
        <w:rPr>
          <w:cs/>
          <w:lang w:bidi="bn-IN"/>
        </w:rPr>
        <w:t>সেবাদান</w:t>
      </w:r>
      <w:r w:rsidRPr="003F52A2">
        <w:t>,</w:t>
      </w:r>
      <w:r w:rsidR="004729B1">
        <w:rPr>
          <w:cs/>
          <w:lang w:bidi="bn-IN"/>
        </w:rPr>
        <w:t>সম্মান প্রদর্শন</w:t>
      </w:r>
      <w:r w:rsidR="004729B1">
        <w:rPr>
          <w:lang w:bidi="bn-IN"/>
        </w:rPr>
        <w:t xml:space="preserve"> </w:t>
      </w:r>
      <w:r w:rsidR="000C4B23">
        <w:rPr>
          <w:cs/>
          <w:lang w:bidi="bn-IN"/>
        </w:rPr>
        <w:t>সম্পর্কে</w:t>
      </w:r>
      <w:r w:rsidRPr="003F52A2">
        <w:rPr>
          <w:cs/>
          <w:lang w:bidi="bn-IN"/>
        </w:rPr>
        <w:t xml:space="preserve"> </w:t>
      </w:r>
      <w:r w:rsidR="00FE6D44">
        <w:rPr>
          <w:cs/>
          <w:lang w:bidi="bn-IN"/>
        </w:rPr>
        <w:t>তারা</w:t>
      </w:r>
      <w:r w:rsidRPr="003F52A2">
        <w:rPr>
          <w:cs/>
          <w:lang w:bidi="bn-IN"/>
        </w:rPr>
        <w:t xml:space="preserve"> বলেন</w:t>
      </w:r>
      <w:r w:rsidRPr="003F52A2">
        <w:t>,</w:t>
      </w:r>
      <w:r w:rsidRPr="003F52A2">
        <w:rPr>
          <w:cs/>
          <w:lang w:bidi="bn-IN"/>
        </w:rPr>
        <w:t>এগুলো মানব জাতির ক্ষতি করছে। এগুলো মানুষের পূর্ণতার পথে বাঁধাস্বরূপএবং উন্নত ও শক্তিশালী মানুষ তৈরির অন্তরায়। পূর্ণ মানব সেই ব্যক্তি যার মধ্যে এ সকল দুর্বল</w:t>
      </w:r>
      <w:r w:rsidR="004729B1">
        <w:rPr>
          <w:lang w:bidi="bn-IN"/>
        </w:rPr>
        <w:t xml:space="preserve"> </w:t>
      </w:r>
      <w:r w:rsidRPr="003F52A2">
        <w:rPr>
          <w:cs/>
          <w:lang w:bidi="bn-IN"/>
        </w:rPr>
        <w:t>দিকের (ভালোবাসা</w:t>
      </w:r>
      <w:r w:rsidRPr="003F52A2">
        <w:t>,</w:t>
      </w:r>
      <w:r w:rsidRPr="003F52A2">
        <w:rPr>
          <w:cs/>
          <w:lang w:bidi="bn-IN"/>
        </w:rPr>
        <w:t>সেবা</w:t>
      </w:r>
      <w:r w:rsidRPr="003F52A2">
        <w:t>,</w:t>
      </w:r>
      <w:r w:rsidRPr="003F52A2">
        <w:rPr>
          <w:cs/>
          <w:lang w:bidi="bn-IN"/>
        </w:rPr>
        <w:t>কল্যাণ</w:t>
      </w:r>
      <w:r w:rsidRPr="003F52A2">
        <w:t>,</w:t>
      </w:r>
      <w:r w:rsidRPr="003F52A2">
        <w:rPr>
          <w:cs/>
          <w:lang w:bidi="bn-IN"/>
        </w:rPr>
        <w:t>অনুগ্রহ ইত্যাদি যেগুলোকে আম</w:t>
      </w:r>
      <w:r w:rsidR="004729B1">
        <w:rPr>
          <w:cs/>
          <w:lang w:bidi="bn-IN"/>
        </w:rPr>
        <w:t xml:space="preserve">রা পূর্ণতা মনে করি) </w:t>
      </w:r>
      <w:r w:rsidR="004729B1" w:rsidRPr="004729B1">
        <w:rPr>
          <w:cs/>
          <w:lang w:bidi="bn-IN"/>
        </w:rPr>
        <w:t>অস্তিত্ব</w:t>
      </w:r>
      <w:r w:rsidR="004729B1">
        <w:rPr>
          <w:lang w:bidi="bn-IN"/>
        </w:rPr>
        <w:t xml:space="preserve"> </w:t>
      </w:r>
      <w:r w:rsidRPr="003F52A2">
        <w:rPr>
          <w:cs/>
          <w:lang w:bidi="bn-IN"/>
        </w:rPr>
        <w:t>থাকবে না। তাই নী</w:t>
      </w:r>
      <w:r w:rsidRPr="00D542A0">
        <w:rPr>
          <w:rStyle w:val="libAlaemChar"/>
        </w:rPr>
        <w:t>’</w:t>
      </w:r>
      <w:r w:rsidRPr="003F52A2">
        <w:rPr>
          <w:cs/>
          <w:lang w:bidi="bn-IN"/>
        </w:rPr>
        <w:t>চে হযরত ঈসা (আ.) ও সক্রেটিস দু</w:t>
      </w:r>
      <w:r w:rsidRPr="00D542A0">
        <w:rPr>
          <w:rStyle w:val="libAlaemChar"/>
        </w:rPr>
        <w:t>’</w:t>
      </w:r>
      <w:r w:rsidRPr="003F52A2">
        <w:rPr>
          <w:cs/>
          <w:lang w:bidi="bn-IN"/>
        </w:rPr>
        <w:t>জনেরই শত্রু। তিনি বলছেন</w:t>
      </w:r>
      <w:r w:rsidRPr="003F52A2">
        <w:t>,</w:t>
      </w:r>
      <w:r w:rsidRPr="003F52A2">
        <w:rPr>
          <w:cs/>
          <w:lang w:bidi="bn-IN"/>
        </w:rPr>
        <w:t xml:space="preserve">সক্রেটিস </w:t>
      </w:r>
      <w:r w:rsidR="00FE6D44">
        <w:rPr>
          <w:cs/>
          <w:lang w:bidi="bn-IN"/>
        </w:rPr>
        <w:t>তার</w:t>
      </w:r>
      <w:r w:rsidR="004729B1">
        <w:rPr>
          <w:lang w:bidi="bn-IN"/>
        </w:rPr>
        <w:t xml:space="preserve"> </w:t>
      </w:r>
      <w:r w:rsidRPr="003F52A2">
        <w:rPr>
          <w:cs/>
          <w:lang w:bidi="bn-IN"/>
        </w:rPr>
        <w:t>মতবাদে নৈতিকতার বিষয়ে পবিত্রতা</w:t>
      </w:r>
      <w:r w:rsidRPr="003F52A2">
        <w:t>,</w:t>
      </w:r>
      <w:r w:rsidRPr="003F52A2">
        <w:rPr>
          <w:cs/>
          <w:lang w:bidi="bn-IN"/>
        </w:rPr>
        <w:t>আত্মসংযম</w:t>
      </w:r>
      <w:r w:rsidRPr="003F52A2">
        <w:t>,</w:t>
      </w:r>
      <w:r w:rsidRPr="003F52A2">
        <w:rPr>
          <w:cs/>
          <w:lang w:bidi="bn-IN"/>
        </w:rPr>
        <w:t>ন্যায়বিচার</w:t>
      </w:r>
      <w:r w:rsidRPr="003F52A2">
        <w:t>,</w:t>
      </w:r>
      <w:r w:rsidRPr="003F52A2">
        <w:rPr>
          <w:cs/>
          <w:lang w:bidi="bn-IN"/>
        </w:rPr>
        <w:t>ভালোবাসা ও সেবার যে উপদেশ</w:t>
      </w:r>
      <w:r w:rsidR="004729B1">
        <w:rPr>
          <w:lang w:bidi="bn-IN"/>
        </w:rPr>
        <w:t xml:space="preserve"> </w:t>
      </w:r>
      <w:r w:rsidRPr="003F52A2">
        <w:rPr>
          <w:cs/>
          <w:lang w:bidi="bn-IN"/>
        </w:rPr>
        <w:t>দিয়েছেন তা মানবতার প্রতি বিশ্বাসঘাতকতার শামিল। ঈসা (আ.) সক্রেটিস থেকেও মন্দ। কারণ</w:t>
      </w:r>
      <w:r w:rsidR="004729B1">
        <w:rPr>
          <w:lang w:bidi="bn-IN"/>
        </w:rPr>
        <w:t xml:space="preserve"> </w:t>
      </w:r>
      <w:r w:rsidRPr="003F52A2">
        <w:rPr>
          <w:cs/>
          <w:lang w:bidi="bn-IN"/>
        </w:rPr>
        <w:t>তিনি ভালোবাসা</w:t>
      </w:r>
      <w:r w:rsidRPr="003F52A2">
        <w:t>,</w:t>
      </w:r>
      <w:r w:rsidRPr="003F52A2">
        <w:rPr>
          <w:cs/>
          <w:lang w:bidi="bn-IN"/>
        </w:rPr>
        <w:t>প্রেম</w:t>
      </w:r>
      <w:r w:rsidRPr="003F52A2">
        <w:t>,</w:t>
      </w:r>
      <w:r w:rsidRPr="003F52A2">
        <w:rPr>
          <w:cs/>
          <w:lang w:bidi="bn-IN"/>
        </w:rPr>
        <w:t xml:space="preserve">সেবা </w:t>
      </w:r>
      <w:r w:rsidR="004729B1">
        <w:rPr>
          <w:cs/>
          <w:lang w:bidi="bn-IN"/>
        </w:rPr>
        <w:t>প্রভৃতি</w:t>
      </w:r>
      <w:r w:rsidRPr="003F52A2">
        <w:rPr>
          <w:cs/>
          <w:lang w:bidi="bn-IN"/>
        </w:rPr>
        <w:t xml:space="preserve"> বিষয়ে </w:t>
      </w:r>
      <w:r w:rsidR="00FE6D44">
        <w:rPr>
          <w:cs/>
          <w:lang w:bidi="bn-IN"/>
        </w:rPr>
        <w:t>তার</w:t>
      </w:r>
      <w:r w:rsidRPr="003F52A2">
        <w:rPr>
          <w:cs/>
          <w:lang w:bidi="bn-IN"/>
        </w:rPr>
        <w:t xml:space="preserve"> থেকেও অধিক কথা বলেছেন। নী</w:t>
      </w:r>
      <w:r w:rsidRPr="00D542A0">
        <w:rPr>
          <w:rStyle w:val="libAlaemChar"/>
        </w:rPr>
        <w:t>’</w:t>
      </w:r>
      <w:r w:rsidRPr="003F52A2">
        <w:rPr>
          <w:cs/>
          <w:lang w:bidi="bn-IN"/>
        </w:rPr>
        <w:t>চের মতে এগুলো</w:t>
      </w:r>
      <w:r w:rsidR="004729B1">
        <w:rPr>
          <w:lang w:bidi="bn-IN"/>
        </w:rPr>
        <w:t xml:space="preserve"> </w:t>
      </w:r>
      <w:r w:rsidRPr="003F52A2">
        <w:rPr>
          <w:cs/>
          <w:lang w:bidi="bn-IN"/>
        </w:rPr>
        <w:t>মানুষের দুর্বলতার বৈশিষ্ট্য। মানুষের মধ্যে এ সব বৈশিষ্ট্য যত কম</w:t>
      </w:r>
      <w:r w:rsidR="004729B1">
        <w:rPr>
          <w:cs/>
          <w:lang w:bidi="bn-IN"/>
        </w:rPr>
        <w:t xml:space="preserve"> থাকবে সে পূর্ণ মানবের তত বেশী</w:t>
      </w:r>
      <w:r w:rsidR="004729B1">
        <w:rPr>
          <w:lang w:bidi="bn-IN"/>
        </w:rPr>
        <w:t xml:space="preserve"> </w:t>
      </w:r>
      <w:r w:rsidRPr="003F52A2">
        <w:rPr>
          <w:cs/>
          <w:lang w:bidi="bn-IN"/>
        </w:rPr>
        <w:t xml:space="preserve">নিকটবর্তী। যেহেতু </w:t>
      </w:r>
      <w:r w:rsidR="00FE6D44">
        <w:rPr>
          <w:cs/>
          <w:lang w:bidi="bn-IN"/>
        </w:rPr>
        <w:t>তার</w:t>
      </w:r>
      <w:r w:rsidRPr="003F52A2">
        <w:rPr>
          <w:cs/>
          <w:lang w:bidi="bn-IN"/>
        </w:rPr>
        <w:t xml:space="preserve"> মতে পূর্ণতা হলো শক্তিমত্তা আর অপূ</w:t>
      </w:r>
      <w:r w:rsidR="004729B1">
        <w:rPr>
          <w:cs/>
          <w:lang w:bidi="bn-IN"/>
        </w:rPr>
        <w:t>র্ণতা বা ত্রুটি হলো দুর্বলতা</w:t>
      </w:r>
      <w:r w:rsidRPr="003F52A2">
        <w:rPr>
          <w:cs/>
          <w:lang w:bidi="hi-IN"/>
        </w:rPr>
        <w:t>।</w:t>
      </w:r>
    </w:p>
    <w:p w:rsidR="004729B1" w:rsidRPr="001F7408" w:rsidRDefault="004729B1" w:rsidP="001F7408">
      <w:r>
        <w:rPr>
          <w:lang w:bidi="bn-IN"/>
        </w:rPr>
        <w:br w:type="page"/>
      </w:r>
    </w:p>
    <w:p w:rsidR="004729B1" w:rsidRDefault="003F52A2" w:rsidP="004729B1">
      <w:pPr>
        <w:pStyle w:val="Heading1"/>
        <w:rPr>
          <w:lang w:bidi="bn-IN"/>
        </w:rPr>
      </w:pPr>
      <w:bookmarkStart w:id="51" w:name="_Toc392601460"/>
      <w:r w:rsidRPr="003F52A2">
        <w:rPr>
          <w:cs/>
          <w:lang w:bidi="bn-IN"/>
        </w:rPr>
        <w:t>নী</w:t>
      </w:r>
      <w:r w:rsidRPr="0087422A">
        <w:rPr>
          <w:rStyle w:val="libAlaemChar"/>
        </w:rPr>
        <w:t>’</w:t>
      </w:r>
      <w:r w:rsidRPr="003F52A2">
        <w:rPr>
          <w:cs/>
          <w:lang w:bidi="bn-IN"/>
        </w:rPr>
        <w:t>চের মতবাদের সংক্ষিপ্ত বিবরণ</w:t>
      </w:r>
      <w:bookmarkEnd w:id="51"/>
    </w:p>
    <w:p w:rsidR="004729B1" w:rsidRDefault="003F52A2" w:rsidP="004729B1">
      <w:pPr>
        <w:pStyle w:val="libNormal"/>
        <w:rPr>
          <w:lang w:bidi="bn-IN"/>
        </w:rPr>
      </w:pPr>
      <w:r w:rsidRPr="003F52A2">
        <w:rPr>
          <w:cs/>
          <w:lang w:bidi="bn-IN"/>
        </w:rPr>
        <w:t>বিষয়টি শেষ পর্যন্ত কোথায় গড়িয়েছে তা পরিষ্কার হওয়ার জন্য নী</w:t>
      </w:r>
      <w:r w:rsidRPr="00D542A0">
        <w:rPr>
          <w:rStyle w:val="libAlaemChar"/>
        </w:rPr>
        <w:t>’</w:t>
      </w:r>
      <w:r w:rsidRPr="003F52A2">
        <w:rPr>
          <w:cs/>
          <w:lang w:bidi="bn-IN"/>
        </w:rPr>
        <w:t>চের কিছু কথা দর্শন সম্পর্কিত</w:t>
      </w:r>
      <w:r w:rsidR="004729B1">
        <w:rPr>
          <w:lang w:bidi="bn-IN"/>
        </w:rPr>
        <w:t xml:space="preserve"> </w:t>
      </w:r>
      <w:r w:rsidRPr="003F52A2">
        <w:rPr>
          <w:cs/>
          <w:lang w:bidi="bn-IN"/>
        </w:rPr>
        <w:t>ইতিহাসের গ্রন্থ থেকে উদ্ধৃত করছি। যে সকল গ্রন্থ নী</w:t>
      </w:r>
      <w:r w:rsidRPr="00D542A0">
        <w:rPr>
          <w:rStyle w:val="libAlaemChar"/>
        </w:rPr>
        <w:t>’</w:t>
      </w:r>
      <w:r w:rsidRPr="003F52A2">
        <w:rPr>
          <w:cs/>
          <w:lang w:bidi="bn-IN"/>
        </w:rPr>
        <w:t>চের কথাগুলো বর্ণনা করেছে তার মধ্যে ফুরুগী</w:t>
      </w:r>
      <w:r w:rsidR="004729B1">
        <w:rPr>
          <w:lang w:bidi="bn-IN"/>
        </w:rPr>
        <w:t xml:space="preserve"> </w:t>
      </w:r>
      <w:r w:rsidRPr="003F52A2">
        <w:rPr>
          <w:cs/>
          <w:lang w:bidi="bn-IN"/>
        </w:rPr>
        <w:t>অন্যদের হতে উত্তমরূপে নী</w:t>
      </w:r>
      <w:r w:rsidRPr="00D542A0">
        <w:rPr>
          <w:rStyle w:val="libAlaemChar"/>
        </w:rPr>
        <w:t>’</w:t>
      </w:r>
      <w:r w:rsidRPr="003F52A2">
        <w:rPr>
          <w:cs/>
          <w:lang w:bidi="bn-IN"/>
        </w:rPr>
        <w:t>চের কথাগুলো উদ্ধৃত করেছেন। তাই ফুরুগী নী</w:t>
      </w:r>
      <w:r w:rsidRPr="00D542A0">
        <w:rPr>
          <w:rStyle w:val="libAlaemChar"/>
        </w:rPr>
        <w:t>’</w:t>
      </w:r>
      <w:r w:rsidRPr="003F52A2">
        <w:rPr>
          <w:cs/>
          <w:lang w:bidi="bn-IN"/>
        </w:rPr>
        <w:t>চের যে কথাগুলো উদ্ধৃত</w:t>
      </w:r>
      <w:r w:rsidR="004729B1">
        <w:rPr>
          <w:lang w:bidi="bn-IN"/>
        </w:rPr>
        <w:t xml:space="preserve"> </w:t>
      </w:r>
      <w:r w:rsidRPr="003F52A2">
        <w:rPr>
          <w:cs/>
          <w:lang w:bidi="bn-IN"/>
        </w:rPr>
        <w:t>করেছেন আমি তার কিছু অংশ আপনাদের জন্য পড়ব। তিনি নী</w:t>
      </w:r>
      <w:r w:rsidRPr="00D542A0">
        <w:rPr>
          <w:rStyle w:val="libAlaemChar"/>
        </w:rPr>
        <w:t>’</w:t>
      </w:r>
      <w:r w:rsidRPr="003F52A2">
        <w:rPr>
          <w:cs/>
          <w:lang w:bidi="bn-IN"/>
        </w:rPr>
        <w:t xml:space="preserve">চে </w:t>
      </w:r>
      <w:r w:rsidR="000C4B23">
        <w:rPr>
          <w:cs/>
          <w:lang w:bidi="bn-IN"/>
        </w:rPr>
        <w:t>সম্পর্কে</w:t>
      </w:r>
      <w:r w:rsidRPr="003F52A2">
        <w:rPr>
          <w:cs/>
          <w:lang w:bidi="bn-IN"/>
        </w:rPr>
        <w:t xml:space="preserve"> বলেছেন</w:t>
      </w:r>
      <w:r w:rsidRPr="003F52A2">
        <w:t>,</w:t>
      </w:r>
      <w:r w:rsidRPr="00D542A0">
        <w:rPr>
          <w:rStyle w:val="libAlaemChar"/>
        </w:rPr>
        <w:t>“</w:t>
      </w:r>
      <w:r w:rsidRPr="003F52A2">
        <w:rPr>
          <w:cs/>
          <w:lang w:bidi="bn-IN"/>
        </w:rPr>
        <w:t>যখন পৃথিবীর</w:t>
      </w:r>
      <w:r w:rsidR="004729B1">
        <w:rPr>
          <w:lang w:bidi="bn-IN"/>
        </w:rPr>
        <w:t xml:space="preserve"> </w:t>
      </w:r>
      <w:r w:rsidRPr="003F52A2">
        <w:rPr>
          <w:cs/>
          <w:lang w:bidi="bn-IN"/>
        </w:rPr>
        <w:t>সব দার্শনিক স্বার্থপরতাকে অপছন্দনীয় এবং পরোপকার ও আত্মত্যাগকে পছন্দনীয় মনে করেছেন</w:t>
      </w:r>
      <w:r w:rsidR="004729B1">
        <w:rPr>
          <w:lang w:bidi="bn-IN"/>
        </w:rPr>
        <w:t xml:space="preserve"> </w:t>
      </w:r>
      <w:r w:rsidRPr="003F52A2">
        <w:rPr>
          <w:cs/>
          <w:lang w:bidi="bn-IN"/>
        </w:rPr>
        <w:t>তখন নী</w:t>
      </w:r>
      <w:r w:rsidRPr="00D542A0">
        <w:rPr>
          <w:rStyle w:val="libAlaemChar"/>
        </w:rPr>
        <w:t>’</w:t>
      </w:r>
      <w:r w:rsidRPr="003F52A2">
        <w:rPr>
          <w:cs/>
          <w:lang w:bidi="bn-IN"/>
        </w:rPr>
        <w:t>চে তার বিপরীতে স্বার্থপরতাকে সত্য ও পছন্দনীয় এবং আত্মত্যাগকে দুর্বলতা ও ত্রুটি মনে</w:t>
      </w:r>
      <w:r w:rsidR="004729B1">
        <w:rPr>
          <w:lang w:bidi="bn-IN"/>
        </w:rPr>
        <w:t xml:space="preserve"> </w:t>
      </w:r>
      <w:r w:rsidRPr="003F52A2">
        <w:rPr>
          <w:cs/>
          <w:lang w:bidi="bn-IN"/>
        </w:rPr>
        <w:t>করেছেন।</w:t>
      </w:r>
      <w:r w:rsidRPr="00D542A0">
        <w:rPr>
          <w:rStyle w:val="libAlaemChar"/>
        </w:rPr>
        <w:t>”</w:t>
      </w:r>
      <w:r w:rsidRPr="003F52A2">
        <w:t xml:space="preserve"> </w:t>
      </w:r>
      <w:r w:rsidRPr="003F52A2">
        <w:rPr>
          <w:cs/>
          <w:lang w:bidi="bn-IN"/>
        </w:rPr>
        <w:t xml:space="preserve">আমরা পরবর্তীতে </w:t>
      </w:r>
      <w:r w:rsidRPr="00D542A0">
        <w:rPr>
          <w:rStyle w:val="libAlaemChar"/>
        </w:rPr>
        <w:t>‘</w:t>
      </w:r>
      <w:r w:rsidRPr="003F52A2">
        <w:rPr>
          <w:cs/>
          <w:lang w:bidi="bn-IN"/>
        </w:rPr>
        <w:t>আত্মত্যাগ কি দুর্বলতার লক্ষণ</w:t>
      </w:r>
      <w:r w:rsidRPr="00D542A0">
        <w:rPr>
          <w:rStyle w:val="libAlaemChar"/>
        </w:rPr>
        <w:t>’</w:t>
      </w:r>
      <w:r w:rsidRPr="003F52A2">
        <w:t xml:space="preserve"> </w:t>
      </w:r>
      <w:r w:rsidRPr="003F52A2">
        <w:rPr>
          <w:cs/>
          <w:lang w:bidi="bn-IN"/>
        </w:rPr>
        <w:t>এ বিষয়ে আলোচনা করবর্।</w:t>
      </w:r>
    </w:p>
    <w:p w:rsidR="00B044BB" w:rsidRDefault="003F52A2" w:rsidP="004729B1">
      <w:pPr>
        <w:pStyle w:val="libNormal"/>
        <w:rPr>
          <w:lang w:bidi="bn-IN"/>
        </w:rPr>
      </w:pPr>
      <w:r w:rsidRPr="003F52A2">
        <w:rPr>
          <w:cs/>
          <w:lang w:bidi="bn-IN"/>
        </w:rPr>
        <w:t>ডারউইনের দৃষ্টিভঙ্গিকে গ্রহণ করে নী</w:t>
      </w:r>
      <w:r w:rsidRPr="00D542A0">
        <w:rPr>
          <w:rStyle w:val="libAlaemChar"/>
        </w:rPr>
        <w:t>’</w:t>
      </w:r>
      <w:r w:rsidRPr="003F52A2">
        <w:rPr>
          <w:cs/>
          <w:lang w:bidi="bn-IN"/>
        </w:rPr>
        <w:t xml:space="preserve">চে বেঁচে থাকার জন্য সংগ্রামকে দ্বন্দের </w:t>
      </w:r>
      <w:r w:rsidR="00695D8C">
        <w:rPr>
          <w:cs/>
          <w:lang w:bidi="bn-IN"/>
        </w:rPr>
        <w:t>অর্থে</w:t>
      </w:r>
      <w:r w:rsidRPr="003F52A2">
        <w:rPr>
          <w:cs/>
          <w:lang w:bidi="bn-IN"/>
        </w:rPr>
        <w:t xml:space="preserve"> গ্রহণ করেছেন</w:t>
      </w:r>
      <w:r w:rsidR="00B044BB">
        <w:rPr>
          <w:lang w:bidi="bn-IN"/>
        </w:rPr>
        <w:t xml:space="preserve"> </w:t>
      </w:r>
      <w:r w:rsidRPr="003F52A2">
        <w:rPr>
          <w:cs/>
          <w:lang w:bidi="bn-IN"/>
        </w:rPr>
        <w:t>এবং অন্যরা ডারউইনের যে তত্ত্বকে ভুল মনে করেছেন তাকে তিনি সঠিক বলে ধরেছেন। তিনি মনে</w:t>
      </w:r>
      <w:r w:rsidR="00B044BB">
        <w:rPr>
          <w:lang w:bidi="bn-IN"/>
        </w:rPr>
        <w:t xml:space="preserve"> </w:t>
      </w:r>
      <w:r w:rsidRPr="003F52A2">
        <w:rPr>
          <w:cs/>
          <w:lang w:bidi="bn-IN"/>
        </w:rPr>
        <w:t>করেন</w:t>
      </w:r>
      <w:r w:rsidRPr="003F52A2">
        <w:t>,</w:t>
      </w:r>
      <w:r w:rsidRPr="003F52A2">
        <w:rPr>
          <w:cs/>
          <w:lang w:bidi="bn-IN"/>
        </w:rPr>
        <w:t>নিজে বিজয়ী হওয়ার জন্য সব ব্যক্তি ও সত্তাই একে অপরের সঙ্গে সংঘর্ষে লিপ্ত। বিশ্বের সকল</w:t>
      </w:r>
      <w:r w:rsidR="00B044BB">
        <w:rPr>
          <w:lang w:bidi="bn-IN"/>
        </w:rPr>
        <w:t xml:space="preserve"> </w:t>
      </w:r>
      <w:r w:rsidRPr="003F52A2">
        <w:rPr>
          <w:cs/>
          <w:lang w:bidi="bn-IN"/>
        </w:rPr>
        <w:t>শুভাকাঙ্ক্ষীই অধিকাংশের কল্যাণকে দৃষ্টিতে রাখার পক্ষপাতি এবং সংখ্যালঘিষ্ঠ গোষ্ঠীকে অধিকার</w:t>
      </w:r>
      <w:r w:rsidR="00B044BB">
        <w:rPr>
          <w:lang w:bidi="bn-IN"/>
        </w:rPr>
        <w:t xml:space="preserve"> </w:t>
      </w:r>
      <w:r w:rsidRPr="003F52A2">
        <w:rPr>
          <w:cs/>
          <w:lang w:bidi="bn-IN"/>
        </w:rPr>
        <w:t>লাভের উপযোগী বলে বিশ্বাস করেন। নী</w:t>
      </w:r>
      <w:r w:rsidRPr="00D542A0">
        <w:rPr>
          <w:rStyle w:val="libAlaemChar"/>
        </w:rPr>
        <w:t>’</w:t>
      </w:r>
      <w:r w:rsidRPr="003F52A2">
        <w:rPr>
          <w:cs/>
          <w:lang w:bidi="bn-IN"/>
        </w:rPr>
        <w:t xml:space="preserve">চের চিন্তার ভিত্তি হলো </w:t>
      </w:r>
      <w:r w:rsidRPr="00D542A0">
        <w:rPr>
          <w:rStyle w:val="libAlaemChar"/>
        </w:rPr>
        <w:t>‘</w:t>
      </w:r>
      <w:r w:rsidRPr="003F52A2">
        <w:rPr>
          <w:cs/>
          <w:lang w:bidi="bn-IN"/>
        </w:rPr>
        <w:t>ব্যক্তির ক্ষমতা তার সৌভাগ্যের</w:t>
      </w:r>
      <w:r w:rsidR="00B044BB">
        <w:rPr>
          <w:lang w:bidi="bn-IN"/>
        </w:rPr>
        <w:t xml:space="preserve"> </w:t>
      </w:r>
      <w:r w:rsidRPr="003F52A2">
        <w:rPr>
          <w:cs/>
          <w:lang w:bidi="bn-IN"/>
        </w:rPr>
        <w:t>হাতিয়ার</w:t>
      </w:r>
      <w:r w:rsidRPr="00D542A0">
        <w:rPr>
          <w:rStyle w:val="libAlaemChar"/>
        </w:rPr>
        <w:t>’</w:t>
      </w:r>
      <w:r w:rsidRPr="003F52A2">
        <w:rPr>
          <w:cs/>
          <w:lang w:bidi="hi-IN"/>
        </w:rPr>
        <w:t xml:space="preserve">। </w:t>
      </w:r>
      <w:r w:rsidRPr="003F52A2">
        <w:rPr>
          <w:cs/>
          <w:lang w:bidi="bn-IN"/>
        </w:rPr>
        <w:t>পূর্ণ সত্তা সেই যার প্রবৃত্তি শক্তিমান ও বিকশিত এবং এ প্রবৃত্তির আকাঙ্ক্ষা</w:t>
      </w:r>
      <w:r w:rsidR="00B044BB">
        <w:rPr>
          <w:lang w:bidi="bn-IN"/>
        </w:rPr>
        <w:t xml:space="preserve"> </w:t>
      </w:r>
      <w:r w:rsidRPr="003F52A2">
        <w:rPr>
          <w:cs/>
          <w:lang w:bidi="bn-IN"/>
        </w:rPr>
        <w:t>পূরণের শক্তিরও</w:t>
      </w:r>
      <w:r w:rsidR="00B044BB">
        <w:rPr>
          <w:lang w:bidi="bn-IN"/>
        </w:rPr>
        <w:t xml:space="preserve"> </w:t>
      </w:r>
      <w:r w:rsidRPr="003F52A2">
        <w:rPr>
          <w:cs/>
          <w:lang w:bidi="bn-IN"/>
        </w:rPr>
        <w:t>সে অধিকারী।</w:t>
      </w:r>
    </w:p>
    <w:p w:rsidR="00B044BB" w:rsidRDefault="003F52A2" w:rsidP="004729B1">
      <w:pPr>
        <w:pStyle w:val="libNormal"/>
        <w:rPr>
          <w:lang w:bidi="bn-IN"/>
        </w:rPr>
      </w:pPr>
      <w:r w:rsidRPr="003F52A2">
        <w:rPr>
          <w:cs/>
          <w:lang w:bidi="bn-IN"/>
        </w:rPr>
        <w:t>এ পর্যন্ত সবাই বলতেন</w:t>
      </w:r>
      <w:r w:rsidRPr="003F52A2">
        <w:t>,</w:t>
      </w:r>
      <w:r w:rsidRPr="003F52A2">
        <w:rPr>
          <w:cs/>
          <w:lang w:bidi="bn-IN"/>
        </w:rPr>
        <w:t>যদি এরূপ কাজ কর তা অনৈতিক কর্ম বলে গণ্য হবে। কিন্তু তিনি বলেন</w:t>
      </w:r>
      <w:r w:rsidRPr="003F52A2">
        <w:t>,</w:t>
      </w:r>
      <w:r w:rsidRPr="003F52A2">
        <w:rPr>
          <w:cs/>
          <w:lang w:bidi="bn-IN"/>
        </w:rPr>
        <w:t>না</w:t>
      </w:r>
      <w:r w:rsidRPr="003F52A2">
        <w:t>,</w:t>
      </w:r>
      <w:r w:rsidRPr="003F52A2">
        <w:rPr>
          <w:cs/>
          <w:lang w:bidi="bn-IN"/>
        </w:rPr>
        <w:t>বরং যে কাজগুলো তোমার প্রবৃত্তি চায় তা-ই কর এবং নৈতিকতাও এটাই। তোমার প্রবৃত্তি যা বলে</w:t>
      </w:r>
      <w:r w:rsidR="00B044BB">
        <w:rPr>
          <w:lang w:bidi="bn-IN"/>
        </w:rPr>
        <w:t xml:space="preserve"> </w:t>
      </w:r>
      <w:r w:rsidRPr="003F52A2">
        <w:rPr>
          <w:cs/>
          <w:lang w:bidi="bn-IN"/>
        </w:rPr>
        <w:t>তা-ই ভালো কাজ বলে গণ্য।</w:t>
      </w:r>
    </w:p>
    <w:p w:rsidR="00B044BB" w:rsidRPr="00D542A0" w:rsidRDefault="003F52A2" w:rsidP="004729B1">
      <w:pPr>
        <w:pStyle w:val="libNormal"/>
      </w:pPr>
      <w:r w:rsidRPr="003F52A2">
        <w:rPr>
          <w:cs/>
          <w:lang w:bidi="bn-IN"/>
        </w:rPr>
        <w:t>নী</w:t>
      </w:r>
      <w:r w:rsidRPr="00D542A0">
        <w:rPr>
          <w:rStyle w:val="libAlaemChar"/>
        </w:rPr>
        <w:t>’</w:t>
      </w:r>
      <w:r w:rsidRPr="003F52A2">
        <w:rPr>
          <w:cs/>
          <w:lang w:bidi="bn-IN"/>
        </w:rPr>
        <w:t xml:space="preserve">চের ভাষায়- </w:t>
      </w:r>
      <w:r w:rsidRPr="00D542A0">
        <w:rPr>
          <w:rStyle w:val="libAlaemChar"/>
        </w:rPr>
        <w:t>“</w:t>
      </w:r>
      <w:r w:rsidRPr="003F52A2">
        <w:rPr>
          <w:cs/>
          <w:lang w:bidi="bn-IN"/>
        </w:rPr>
        <w:t>অনেকেই বলেন</w:t>
      </w:r>
      <w:r w:rsidRPr="003F52A2">
        <w:t>,</w:t>
      </w:r>
      <w:r w:rsidRPr="003F52A2">
        <w:rPr>
          <w:cs/>
          <w:lang w:bidi="bn-IN"/>
        </w:rPr>
        <w:t>ভালো হতো যদি পৃথিবীতে না আসতাম। সম্ভবত তা-ই। কিন্তু</w:t>
      </w:r>
      <w:r w:rsidR="00B044BB">
        <w:rPr>
          <w:lang w:bidi="bn-IN"/>
        </w:rPr>
        <w:t xml:space="preserve"> </w:t>
      </w:r>
      <w:r w:rsidRPr="003F52A2">
        <w:rPr>
          <w:cs/>
          <w:lang w:bidi="bn-IN"/>
        </w:rPr>
        <w:t>ভালো-মন্দ যা-ই হোক যখন পৃথিবীতে এসেছি অবশ্যই আমাকে এটা ভোগ করতে হবে। যত বেশি</w:t>
      </w:r>
      <w:r w:rsidR="00B044BB">
        <w:rPr>
          <w:lang w:bidi="bn-IN"/>
        </w:rPr>
        <w:t xml:space="preserve"> </w:t>
      </w:r>
      <w:r w:rsidRPr="003F52A2">
        <w:rPr>
          <w:cs/>
          <w:lang w:bidi="bn-IN"/>
        </w:rPr>
        <w:t>ভোগ করব তত উত্তম।</w:t>
      </w:r>
      <w:r w:rsidRPr="00D542A0">
        <w:rPr>
          <w:rStyle w:val="libAlaemChar"/>
        </w:rPr>
        <w:t>”</w:t>
      </w:r>
    </w:p>
    <w:p w:rsidR="00B044BB" w:rsidRPr="00D542A0" w:rsidRDefault="003F52A2" w:rsidP="004729B1">
      <w:pPr>
        <w:pStyle w:val="libNormal"/>
      </w:pPr>
      <w:r w:rsidRPr="003F52A2">
        <w:rPr>
          <w:cs/>
          <w:lang w:bidi="bn-IN"/>
        </w:rPr>
        <w:t>তিনি বলছেন</w:t>
      </w:r>
      <w:r w:rsidRPr="003F52A2">
        <w:t>,</w:t>
      </w:r>
      <w:r w:rsidRPr="00D542A0">
        <w:rPr>
          <w:rStyle w:val="libAlaemChar"/>
        </w:rPr>
        <w:t>“</w:t>
      </w:r>
      <w:r w:rsidRPr="003F52A2">
        <w:rPr>
          <w:cs/>
          <w:lang w:bidi="bn-IN"/>
        </w:rPr>
        <w:t>আমার লক্ষ্য হওয়া উচিত যত বেশি পারা যায় পৃথিবীকে ভোগ করা ও এ থেকে</w:t>
      </w:r>
      <w:r w:rsidR="00B044BB">
        <w:rPr>
          <w:lang w:bidi="bn-IN"/>
        </w:rPr>
        <w:t xml:space="preserve"> </w:t>
      </w:r>
      <w:r w:rsidRPr="003F52A2">
        <w:rPr>
          <w:cs/>
          <w:lang w:bidi="bn-IN"/>
        </w:rPr>
        <w:t xml:space="preserve">লাভবান হওয়া। যা কিছুই আমার এ লক্ষ্যে </w:t>
      </w:r>
      <w:r w:rsidR="00611BB9">
        <w:rPr>
          <w:cs/>
          <w:lang w:bidi="bn-IN"/>
        </w:rPr>
        <w:t>পৌ</w:t>
      </w:r>
      <w:r w:rsidRPr="003F52A2">
        <w:rPr>
          <w:cs/>
          <w:lang w:bidi="bn-IN"/>
        </w:rPr>
        <w:t>ছার জন্য সহায়ক হবে তা ভালো এবং নৈতিক।</w:t>
      </w:r>
      <w:r w:rsidRPr="00D542A0">
        <w:rPr>
          <w:rStyle w:val="libAlaemChar"/>
        </w:rPr>
        <w:t>”</w:t>
      </w:r>
      <w:r w:rsidR="00B044BB" w:rsidRPr="00D542A0">
        <w:t xml:space="preserve"> </w:t>
      </w:r>
      <w:r w:rsidRPr="003F52A2">
        <w:rPr>
          <w:cs/>
          <w:lang w:bidi="bn-IN"/>
        </w:rPr>
        <w:t>মুয়াবিয়াও এ ধরনের চিন্তা করত এবং সব সময় বলত</w:t>
      </w:r>
      <w:r w:rsidRPr="003F52A2">
        <w:t>,</w:t>
      </w:r>
      <w:r w:rsidRPr="00D542A0">
        <w:rPr>
          <w:rStyle w:val="libAlaemChar"/>
        </w:rPr>
        <w:t>“</w:t>
      </w:r>
      <w:r w:rsidRPr="003F52A2">
        <w:rPr>
          <w:cs/>
          <w:lang w:bidi="bn-IN"/>
        </w:rPr>
        <w:t>পৃথিবীর নেয়ামতের মধ্যে আমরা নিজেদের</w:t>
      </w:r>
      <w:r w:rsidR="00B044BB">
        <w:rPr>
          <w:lang w:bidi="bn-IN"/>
        </w:rPr>
        <w:t xml:space="preserve"> </w:t>
      </w:r>
      <w:r w:rsidRPr="003F52A2">
        <w:rPr>
          <w:cs/>
          <w:lang w:bidi="bn-IN"/>
        </w:rPr>
        <w:t>ভাসিয়ে দেব।</w:t>
      </w:r>
      <w:r w:rsidRPr="00D542A0">
        <w:rPr>
          <w:rStyle w:val="libAlaemChar"/>
        </w:rPr>
        <w:t>”</w:t>
      </w:r>
    </w:p>
    <w:p w:rsidR="00B044BB" w:rsidRPr="00D542A0" w:rsidRDefault="003F52A2" w:rsidP="004729B1">
      <w:pPr>
        <w:pStyle w:val="libNormal"/>
      </w:pPr>
      <w:r w:rsidRPr="003F52A2">
        <w:rPr>
          <w:cs/>
          <w:lang w:bidi="bn-IN"/>
        </w:rPr>
        <w:t>অন্য স্থানে নী</w:t>
      </w:r>
      <w:r w:rsidRPr="00D542A0">
        <w:rPr>
          <w:rStyle w:val="libAlaemChar"/>
        </w:rPr>
        <w:t>’</w:t>
      </w:r>
      <w:r w:rsidRPr="003F52A2">
        <w:rPr>
          <w:cs/>
          <w:lang w:bidi="bn-IN"/>
        </w:rPr>
        <w:t>চে বলেছেন</w:t>
      </w:r>
      <w:r w:rsidRPr="003F52A2">
        <w:t>,</w:t>
      </w:r>
      <w:r w:rsidRPr="00D542A0">
        <w:rPr>
          <w:rStyle w:val="libAlaemChar"/>
        </w:rPr>
        <w:t>“</w:t>
      </w:r>
      <w:r w:rsidRPr="003F52A2">
        <w:rPr>
          <w:cs/>
          <w:lang w:bidi="bn-IN"/>
        </w:rPr>
        <w:t>এ লক্ষ্যের জন্য যা সহায়ক</w:t>
      </w:r>
      <w:r w:rsidRPr="003F52A2">
        <w:t>,</w:t>
      </w:r>
      <w:r w:rsidRPr="003F52A2">
        <w:rPr>
          <w:cs/>
          <w:lang w:bidi="bn-IN"/>
        </w:rPr>
        <w:t>যেমন নিষ্ঠুরতা</w:t>
      </w:r>
      <w:r w:rsidRPr="003F52A2">
        <w:t>,</w:t>
      </w:r>
      <w:r w:rsidR="00B044BB">
        <w:t xml:space="preserve"> </w:t>
      </w:r>
      <w:r w:rsidRPr="003F52A2">
        <w:rPr>
          <w:cs/>
          <w:lang w:bidi="bn-IN"/>
        </w:rPr>
        <w:t>প্রতারণা</w:t>
      </w:r>
      <w:r w:rsidRPr="003F52A2">
        <w:t>,</w:t>
      </w:r>
      <w:r w:rsidR="00B044BB">
        <w:t xml:space="preserve"> </w:t>
      </w:r>
      <w:r w:rsidRPr="003F52A2">
        <w:rPr>
          <w:cs/>
          <w:lang w:bidi="bn-IN"/>
        </w:rPr>
        <w:t>ষড়যন্ত্র</w:t>
      </w:r>
      <w:r w:rsidRPr="003F52A2">
        <w:t>,</w:t>
      </w:r>
      <w:r w:rsidRPr="003F52A2">
        <w:rPr>
          <w:cs/>
          <w:lang w:bidi="bn-IN"/>
        </w:rPr>
        <w:t>যুদ্ধ</w:t>
      </w:r>
      <w:r w:rsidRPr="003F52A2">
        <w:t>,</w:t>
      </w:r>
      <w:r w:rsidRPr="003F52A2">
        <w:rPr>
          <w:cs/>
          <w:lang w:bidi="bn-IN"/>
        </w:rPr>
        <w:t>দ্বন্দ্ব-সংঘাত সবই ভালো। আর এর বিরোধী ও প্রতিবন্ধক যা কিছু আছে যদিও তা সততা</w:t>
      </w:r>
      <w:r w:rsidRPr="003F52A2">
        <w:t>,</w:t>
      </w:r>
      <w:r w:rsidRPr="003F52A2">
        <w:rPr>
          <w:cs/>
          <w:lang w:bidi="bn-IN"/>
        </w:rPr>
        <w:t>ভালোবাসা</w:t>
      </w:r>
      <w:r w:rsidRPr="003F52A2">
        <w:t>,</w:t>
      </w:r>
      <w:r w:rsidRPr="003F52A2">
        <w:rPr>
          <w:cs/>
          <w:lang w:bidi="bn-IN"/>
        </w:rPr>
        <w:t>অনুগ্রহ</w:t>
      </w:r>
      <w:r w:rsidRPr="003F52A2">
        <w:t>,</w:t>
      </w:r>
      <w:r w:rsidRPr="003F52A2">
        <w:rPr>
          <w:cs/>
          <w:lang w:bidi="bn-IN"/>
        </w:rPr>
        <w:t>আত্মসংযম হয় তা মন্দ... সব মানুষ</w:t>
      </w:r>
      <w:r w:rsidRPr="003F52A2">
        <w:t>,</w:t>
      </w:r>
      <w:r w:rsidRPr="003F52A2">
        <w:rPr>
          <w:cs/>
          <w:lang w:bidi="bn-IN"/>
        </w:rPr>
        <w:t>গোত্র ও জাতি সমানাধিকারপ্রাপ্ত-</w:t>
      </w:r>
      <w:r w:rsidR="00B044BB">
        <w:rPr>
          <w:cs/>
          <w:lang w:bidi="bn-IN"/>
        </w:rPr>
        <w:t xml:space="preserve"> এ কথা বর্জনীয় এবং</w:t>
      </w:r>
      <w:r w:rsidR="00B044BB">
        <w:rPr>
          <w:lang w:bidi="bn-IN"/>
        </w:rPr>
        <w:t xml:space="preserve"> </w:t>
      </w:r>
      <w:r w:rsidRPr="003F52A2">
        <w:rPr>
          <w:cs/>
          <w:lang w:bidi="bn-IN"/>
        </w:rPr>
        <w:t>এ ধরনের বক্তব্য মানব জাতির উন্নয়নের পথে অন্তরায়।</w:t>
      </w:r>
      <w:r w:rsidRPr="00D542A0">
        <w:rPr>
          <w:rStyle w:val="libAlaemChar"/>
        </w:rPr>
        <w:t>”</w:t>
      </w:r>
    </w:p>
    <w:p w:rsidR="00385022" w:rsidRPr="00D542A0" w:rsidRDefault="003F52A2" w:rsidP="00B044BB">
      <w:pPr>
        <w:pStyle w:val="libNormal"/>
      </w:pPr>
      <w:r w:rsidRPr="003F52A2">
        <w:rPr>
          <w:cs/>
          <w:lang w:bidi="bn-IN"/>
        </w:rPr>
        <w:t>এ ছাড়াও তিনি বলেছেন</w:t>
      </w:r>
      <w:r w:rsidRPr="003F52A2">
        <w:t>,</w:t>
      </w:r>
      <w:r w:rsidRPr="00D542A0">
        <w:rPr>
          <w:rStyle w:val="libAlaemChar"/>
        </w:rPr>
        <w:t>“‘</w:t>
      </w:r>
      <w:r w:rsidRPr="003F52A2">
        <w:rPr>
          <w:cs/>
          <w:lang w:bidi="bn-IN"/>
        </w:rPr>
        <w:t>সকল মানুষের অধিকার সমান</w:t>
      </w:r>
      <w:r w:rsidRPr="00D542A0">
        <w:rPr>
          <w:rStyle w:val="libAlaemChar"/>
        </w:rPr>
        <w:t>’</w:t>
      </w:r>
      <w:r w:rsidR="00B044BB">
        <w:t>-</w:t>
      </w:r>
      <w:r w:rsidRPr="003F52A2">
        <w:rPr>
          <w:cs/>
          <w:lang w:bidi="bn-IN"/>
        </w:rPr>
        <w:t>এটা ভ্রান্ত চিন্তা। কারণ এর ফলে</w:t>
      </w:r>
      <w:r w:rsidR="00B044BB">
        <w:rPr>
          <w:lang w:bidi="bn-IN"/>
        </w:rPr>
        <w:t xml:space="preserve"> </w:t>
      </w:r>
      <w:r w:rsidRPr="003F52A2">
        <w:rPr>
          <w:cs/>
          <w:lang w:bidi="bn-IN"/>
        </w:rPr>
        <w:t>দুর্বলরা শক্তিশালীদের সারিতে চলে আসে এবং উন্নয়ন বাঁধাগ্রস্ত হ</w:t>
      </w:r>
      <w:r w:rsidR="00B044BB">
        <w:rPr>
          <w:cs/>
          <w:lang w:bidi="bn-IN"/>
        </w:rPr>
        <w:t xml:space="preserve">য়। বরং উচিত দুর্বলদের </w:t>
      </w:r>
      <w:r w:rsidR="00B044BB" w:rsidRPr="00B044BB">
        <w:rPr>
          <w:cs/>
          <w:lang w:bidi="bn-IN"/>
        </w:rPr>
        <w:t>অধিকারকে</w:t>
      </w:r>
      <w:r w:rsidR="00B044BB">
        <w:rPr>
          <w:lang w:bidi="bn-IN"/>
        </w:rPr>
        <w:t xml:space="preserve"> </w:t>
      </w:r>
      <w:r w:rsidRPr="003F52A2">
        <w:rPr>
          <w:cs/>
          <w:lang w:bidi="bn-IN"/>
        </w:rPr>
        <w:t>পদদলিত হতে দেয়া যাতে করে সবলদের জন্য পথ প্রশস্ত হয়। যখন সবলদের জন্য পথ উন্মোচিত</w:t>
      </w:r>
      <w:r w:rsidR="00385022">
        <w:rPr>
          <w:lang w:bidi="bn-IN"/>
        </w:rPr>
        <w:t xml:space="preserve"> </w:t>
      </w:r>
      <w:r w:rsidRPr="003F52A2">
        <w:rPr>
          <w:cs/>
          <w:lang w:bidi="bn-IN"/>
        </w:rPr>
        <w:t>হবে তখন উন্নত মানুষ তৈরি হবে।</w:t>
      </w:r>
      <w:r w:rsidRPr="00D542A0">
        <w:rPr>
          <w:rStyle w:val="libAlaemChar"/>
        </w:rPr>
        <w:t>”</w:t>
      </w:r>
    </w:p>
    <w:p w:rsidR="00385022" w:rsidRPr="00D542A0" w:rsidRDefault="003F52A2" w:rsidP="00B044BB">
      <w:pPr>
        <w:pStyle w:val="libNormal"/>
      </w:pPr>
      <w:r w:rsidRPr="003F52A2">
        <w:rPr>
          <w:cs/>
          <w:lang w:bidi="bn-IN"/>
        </w:rPr>
        <w:t>তিনি বলেন</w:t>
      </w:r>
      <w:r w:rsidRPr="003F52A2">
        <w:t>,</w:t>
      </w:r>
      <w:r w:rsidRPr="00D542A0">
        <w:rPr>
          <w:rStyle w:val="libAlaemChar"/>
        </w:rPr>
        <w:t>“</w:t>
      </w:r>
      <w:r w:rsidRPr="003F52A2">
        <w:rPr>
          <w:cs/>
          <w:lang w:bidi="bn-IN"/>
        </w:rPr>
        <w:t>মানুষকে অবশ্যই দু</w:t>
      </w:r>
      <w:r w:rsidRPr="00D542A0">
        <w:rPr>
          <w:rStyle w:val="libAlaemChar"/>
        </w:rPr>
        <w:t>’</w:t>
      </w:r>
      <w:r w:rsidRPr="003F52A2">
        <w:rPr>
          <w:cs/>
          <w:lang w:bidi="bn-IN"/>
        </w:rPr>
        <w:t>ভাগে ভাগ করতে হবে। একদল কর্তৃত্বশীল ও ক্ষমতাবান।</w:t>
      </w:r>
      <w:r w:rsidR="00385022">
        <w:rPr>
          <w:lang w:bidi="bn-IN"/>
        </w:rPr>
        <w:t xml:space="preserve"> </w:t>
      </w:r>
      <w:r w:rsidRPr="003F52A2">
        <w:rPr>
          <w:cs/>
          <w:lang w:bidi="bn-IN"/>
        </w:rPr>
        <w:t xml:space="preserve">অন্যদল আনুগত্যপরায়ণ ও দাস। সম্মান ও মর্যাদা </w:t>
      </w:r>
      <w:r w:rsidR="00385022">
        <w:rPr>
          <w:cs/>
          <w:lang w:bidi="bn-IN"/>
        </w:rPr>
        <w:t>কর্তৃত্ব</w:t>
      </w:r>
      <w:r w:rsidRPr="003F52A2">
        <w:rPr>
          <w:cs/>
          <w:lang w:bidi="bn-IN"/>
        </w:rPr>
        <w:t>শীলদের ইচ্ছা পূরণের হাতিয়ার। স</w:t>
      </w:r>
      <w:r w:rsidR="00385022">
        <w:rPr>
          <w:cs/>
          <w:lang w:bidi="bn-IN"/>
        </w:rPr>
        <w:t>ামাজিক</w:t>
      </w:r>
      <w:r w:rsidRPr="003F52A2">
        <w:rPr>
          <w:cs/>
          <w:lang w:bidi="bn-IN"/>
        </w:rPr>
        <w:t xml:space="preserve"> ও নগর কাঠামো উচ্চ শ্রেণীর উন্নয়ন ও অগ্রগতির জন্য গঠিত হয়েছে। সুতরাং এটা ঠিক নয় যে</w:t>
      </w:r>
      <w:r w:rsidRPr="003F52A2">
        <w:t>,</w:t>
      </w:r>
      <w:r w:rsidRPr="003F52A2">
        <w:rPr>
          <w:cs/>
          <w:lang w:bidi="bn-IN"/>
        </w:rPr>
        <w:t>কর্তৃত্বশালীরা অনুগতদের সংরক্ষণ করবে।</w:t>
      </w:r>
      <w:r w:rsidRPr="00D542A0">
        <w:rPr>
          <w:rStyle w:val="libAlaemChar"/>
        </w:rPr>
        <w:t>”</w:t>
      </w:r>
    </w:p>
    <w:p w:rsidR="00385022" w:rsidRDefault="003F52A2" w:rsidP="00B044BB">
      <w:pPr>
        <w:pStyle w:val="libNormal"/>
        <w:rPr>
          <w:lang w:bidi="bn-IN"/>
        </w:rPr>
      </w:pPr>
      <w:r w:rsidRPr="003F52A2">
        <w:rPr>
          <w:cs/>
          <w:lang w:bidi="bn-IN"/>
        </w:rPr>
        <w:t>তিনি বলছেন</w:t>
      </w:r>
      <w:r w:rsidRPr="003F52A2">
        <w:t>,</w:t>
      </w:r>
      <w:r w:rsidRPr="00D542A0">
        <w:rPr>
          <w:rStyle w:val="libAlaemChar"/>
        </w:rPr>
        <w:t>“</w:t>
      </w:r>
      <w:r w:rsidRPr="003F52A2">
        <w:rPr>
          <w:cs/>
          <w:lang w:bidi="bn-IN"/>
        </w:rPr>
        <w:t>সমাজ শুধু এজন্য যে</w:t>
      </w:r>
      <w:r w:rsidRPr="003F52A2">
        <w:t>,</w:t>
      </w:r>
      <w:r w:rsidRPr="003F52A2">
        <w:rPr>
          <w:cs/>
          <w:lang w:bidi="bn-IN"/>
        </w:rPr>
        <w:t>শক্তিমানরা যাতে আরামপ্রিয়তা ও বিলাসিতার সর্বোচ্চ</w:t>
      </w:r>
      <w:r w:rsidR="00385022">
        <w:rPr>
          <w:lang w:bidi="bn-IN"/>
        </w:rPr>
        <w:t xml:space="preserve"> </w:t>
      </w:r>
      <w:r w:rsidRPr="003F52A2">
        <w:rPr>
          <w:cs/>
          <w:lang w:bidi="bn-IN"/>
        </w:rPr>
        <w:t xml:space="preserve">পর্যায়ে </w:t>
      </w:r>
      <w:r w:rsidR="00611BB9">
        <w:rPr>
          <w:cs/>
          <w:lang w:bidi="bn-IN"/>
        </w:rPr>
        <w:t>পৌ</w:t>
      </w:r>
      <w:r w:rsidRPr="003F52A2">
        <w:rPr>
          <w:cs/>
          <w:lang w:bidi="bn-IN"/>
        </w:rPr>
        <w:t>ছতে পারে এবং এ সমাজে দুর্বলরা তাদের বোঝা বহনকারী।</w:t>
      </w:r>
      <w:r w:rsidRPr="00D542A0">
        <w:rPr>
          <w:rStyle w:val="libAlaemChar"/>
        </w:rPr>
        <w:t>”</w:t>
      </w:r>
      <w:r w:rsidRPr="003F52A2">
        <w:t xml:space="preserve"> </w:t>
      </w:r>
      <w:r w:rsidRPr="003F52A2">
        <w:rPr>
          <w:cs/>
          <w:lang w:bidi="bn-IN"/>
        </w:rPr>
        <w:t>সাদীর ভাষায়-</w:t>
      </w:r>
    </w:p>
    <w:p w:rsidR="00385022" w:rsidRDefault="003F52A2" w:rsidP="00385022">
      <w:pPr>
        <w:pStyle w:val="libCenter"/>
        <w:rPr>
          <w:lang w:bidi="bn-IN"/>
        </w:rPr>
      </w:pPr>
      <w:r w:rsidRPr="00D542A0">
        <w:rPr>
          <w:rStyle w:val="libAlaemChar"/>
        </w:rPr>
        <w:t>“</w:t>
      </w:r>
      <w:r w:rsidRPr="003F52A2">
        <w:rPr>
          <w:cs/>
          <w:lang w:bidi="bn-IN"/>
        </w:rPr>
        <w:t>ভেড়ার পাল রাখালের জন্য নয়</w:t>
      </w:r>
    </w:p>
    <w:p w:rsidR="00385022" w:rsidRPr="00D542A0" w:rsidRDefault="003F52A2" w:rsidP="00385022">
      <w:pPr>
        <w:pStyle w:val="libCenter"/>
      </w:pPr>
      <w:r w:rsidRPr="003F52A2">
        <w:rPr>
          <w:cs/>
          <w:lang w:bidi="bn-IN"/>
        </w:rPr>
        <w:t>বরং রাখাল ভেড়ার পালের জন্য।</w:t>
      </w:r>
      <w:r w:rsidRPr="00D542A0">
        <w:rPr>
          <w:rStyle w:val="libAlaemChar"/>
        </w:rPr>
        <w:t>”</w:t>
      </w:r>
    </w:p>
    <w:p w:rsidR="00385022" w:rsidRPr="00D542A0" w:rsidRDefault="003F52A2" w:rsidP="00B044BB">
      <w:pPr>
        <w:pStyle w:val="libNormal"/>
      </w:pPr>
      <w:r w:rsidRPr="00D542A0">
        <w:rPr>
          <w:rStyle w:val="libAlaemChar"/>
        </w:rPr>
        <w:t>“</w:t>
      </w:r>
      <w:r w:rsidRPr="003F52A2">
        <w:rPr>
          <w:cs/>
          <w:lang w:bidi="bn-IN"/>
        </w:rPr>
        <w:t xml:space="preserve">শক্তিমান ও ক্ষমতাবান প্রভু শ্রেণী হিসেবে বিশেষ পরিচর্যা ও </w:t>
      </w:r>
      <w:r w:rsidR="00385022">
        <w:rPr>
          <w:cs/>
          <w:lang w:bidi="bn-IN"/>
        </w:rPr>
        <w:t>যত্নের</w:t>
      </w:r>
      <w:r w:rsidRPr="003F52A2">
        <w:rPr>
          <w:cs/>
          <w:lang w:bidi="bn-IN"/>
        </w:rPr>
        <w:t xml:space="preserve"> অধিকারী যাতে করে উন্নত</w:t>
      </w:r>
      <w:r w:rsidR="00385022">
        <w:rPr>
          <w:lang w:bidi="bn-IN"/>
        </w:rPr>
        <w:t xml:space="preserve"> </w:t>
      </w:r>
      <w:r w:rsidRPr="003F52A2">
        <w:rPr>
          <w:cs/>
          <w:lang w:bidi="bn-IN"/>
        </w:rPr>
        <w:t>মানুষ তৈরি হতে পারে এবং মানবতা উন্নয়নের পথে এগিয়ে যেতে পারে।</w:t>
      </w:r>
      <w:r w:rsidRPr="00D542A0">
        <w:rPr>
          <w:rStyle w:val="libAlaemChar"/>
        </w:rPr>
        <w:t>”</w:t>
      </w:r>
    </w:p>
    <w:p w:rsidR="00385022" w:rsidRDefault="003F52A2" w:rsidP="00B044BB">
      <w:pPr>
        <w:pStyle w:val="libNormal"/>
        <w:rPr>
          <w:lang w:bidi="bn-IN"/>
        </w:rPr>
      </w:pPr>
      <w:r w:rsidRPr="003F52A2">
        <w:rPr>
          <w:cs/>
          <w:lang w:bidi="bn-IN"/>
        </w:rPr>
        <w:t>পাশ্চাত্যে মানুষের উন্নত প্রজন্ম সৃষ্টি এবং প্রজাতির সংস্কারের বিষয়টি আলোচিত হচ্ছে। আলেক্সিস</w:t>
      </w:r>
      <w:r w:rsidR="00385022">
        <w:rPr>
          <w:lang w:bidi="bn-IN"/>
        </w:rPr>
        <w:t xml:space="preserve"> </w:t>
      </w:r>
      <w:r w:rsidRPr="003F52A2">
        <w:rPr>
          <w:cs/>
          <w:lang w:bidi="bn-IN"/>
        </w:rPr>
        <w:t xml:space="preserve">ক্যারল </w:t>
      </w:r>
      <w:r w:rsidRPr="00D542A0">
        <w:rPr>
          <w:rStyle w:val="libAlaemChar"/>
        </w:rPr>
        <w:t>‘</w:t>
      </w:r>
      <w:r w:rsidRPr="003F52A2">
        <w:rPr>
          <w:cs/>
          <w:lang w:bidi="bn-IN"/>
        </w:rPr>
        <w:t>মানুষ এক অপরিচিত জীব</w:t>
      </w:r>
      <w:r w:rsidRPr="00D542A0">
        <w:rPr>
          <w:rStyle w:val="libAlaemChar"/>
        </w:rPr>
        <w:t>’</w:t>
      </w:r>
      <w:r w:rsidRPr="003F52A2">
        <w:t xml:space="preserve"> </w:t>
      </w:r>
      <w:r w:rsidRPr="003F52A2">
        <w:rPr>
          <w:cs/>
          <w:lang w:bidi="bn-IN"/>
        </w:rPr>
        <w:t>গ্রন্থের শেষে এ দৃষ্টিভঙ্গিকেই প্রাধান্য দিয়েছেন এবং বলেছেন</w:t>
      </w:r>
      <w:r w:rsidRPr="003F52A2">
        <w:t>,</w:t>
      </w:r>
      <w:r w:rsidRPr="003F52A2">
        <w:rPr>
          <w:cs/>
          <w:lang w:bidi="bn-IN"/>
        </w:rPr>
        <w:t>প্রজাতিগুলোকে সংস্কার করতে হবে এবং দুর্বল মানবগোষ্ঠীকে প্রজন্ম সৃষ্টির অনুমতি দেয়া যাবে না।</w:t>
      </w:r>
    </w:p>
    <w:p w:rsidR="00385022" w:rsidRPr="00D542A0" w:rsidRDefault="003F52A2" w:rsidP="00B044BB">
      <w:pPr>
        <w:pStyle w:val="libNormal"/>
      </w:pPr>
      <w:r w:rsidRPr="003F52A2">
        <w:rPr>
          <w:cs/>
          <w:lang w:bidi="bn-IN"/>
        </w:rPr>
        <w:t>নী</w:t>
      </w:r>
      <w:r w:rsidRPr="00D542A0">
        <w:rPr>
          <w:rStyle w:val="libAlaemChar"/>
        </w:rPr>
        <w:t>’</w:t>
      </w:r>
      <w:r w:rsidRPr="003F52A2">
        <w:rPr>
          <w:cs/>
          <w:lang w:bidi="bn-IN"/>
        </w:rPr>
        <w:t xml:space="preserve">চের ভাষায়- </w:t>
      </w:r>
      <w:r w:rsidRPr="00D542A0">
        <w:rPr>
          <w:rStyle w:val="libAlaemChar"/>
        </w:rPr>
        <w:t>“</w:t>
      </w:r>
      <w:r w:rsidRPr="003F52A2">
        <w:rPr>
          <w:cs/>
          <w:lang w:bidi="bn-IN"/>
        </w:rPr>
        <w:t xml:space="preserve">নৈতিকতার ক্ষেত্রে যে মৌলনীতিটি এতদিন </w:t>
      </w:r>
      <w:r w:rsidR="00385022">
        <w:rPr>
          <w:cs/>
          <w:lang w:bidi="bn-IN"/>
        </w:rPr>
        <w:t>অনুসৃত হয়েছে তা সাধারণের</w:t>
      </w:r>
      <w:r w:rsidR="00385022">
        <w:rPr>
          <w:lang w:bidi="bn-IN"/>
        </w:rPr>
        <w:t xml:space="preserve"> </w:t>
      </w:r>
      <w:r w:rsidRPr="003F52A2">
        <w:rPr>
          <w:cs/>
          <w:lang w:bidi="bn-IN"/>
        </w:rPr>
        <w:t>কল্যাণে এবং সংখাগরিষ্ঠ দুর্বল শ্রেণীর পক্ষে</w:t>
      </w:r>
      <w:r w:rsidRPr="003F52A2">
        <w:t>,</w:t>
      </w:r>
      <w:r w:rsidRPr="003F52A2">
        <w:rPr>
          <w:cs/>
          <w:lang w:bidi="bn-IN"/>
        </w:rPr>
        <w:t>প্রভু ও উচ্চ শ্রেণীর পক্ষে নয়। এ মৌলনীতিকে অবশ্যই</w:t>
      </w:r>
      <w:r w:rsidR="00385022">
        <w:rPr>
          <w:lang w:bidi="bn-IN"/>
        </w:rPr>
        <w:t xml:space="preserve"> </w:t>
      </w:r>
      <w:r w:rsidRPr="003F52A2">
        <w:rPr>
          <w:cs/>
          <w:lang w:bidi="bn-IN"/>
        </w:rPr>
        <w:t>পরিত্যাগ করতে হবে এবং এমন মৌলনীতি গ্রহণ করতে হবে যা উচ্চ শ্রেণীর কল্যাণের জন্য হয়।</w:t>
      </w:r>
      <w:r w:rsidRPr="00D542A0">
        <w:rPr>
          <w:rStyle w:val="libAlaemChar"/>
        </w:rPr>
        <w:t>”</w:t>
      </w:r>
    </w:p>
    <w:p w:rsidR="00385022" w:rsidRDefault="003F52A2" w:rsidP="00B044BB">
      <w:pPr>
        <w:pStyle w:val="libNormal"/>
        <w:rPr>
          <w:lang w:bidi="bn-IN"/>
        </w:rPr>
      </w:pPr>
      <w:r w:rsidRPr="003F52A2">
        <w:rPr>
          <w:cs/>
          <w:lang w:bidi="bn-IN"/>
        </w:rPr>
        <w:t>এ কথাটির অর্থ হলো নী</w:t>
      </w:r>
      <w:r w:rsidRPr="00D542A0">
        <w:rPr>
          <w:rStyle w:val="libAlaemChar"/>
        </w:rPr>
        <w:t>’</w:t>
      </w:r>
      <w:r w:rsidRPr="003F52A2">
        <w:rPr>
          <w:cs/>
          <w:lang w:bidi="bn-IN"/>
        </w:rPr>
        <w:t>চের দৃষ্টিতে কল্যাণ</w:t>
      </w:r>
      <w:r w:rsidRPr="003F52A2">
        <w:t>,</w:t>
      </w:r>
      <w:r w:rsidRPr="003F52A2">
        <w:rPr>
          <w:cs/>
          <w:lang w:bidi="bn-IN"/>
        </w:rPr>
        <w:t>সত্যপ্রিয়তা ও সৌন্দর্যের মতো বিষয়গুলো (যা যে</w:t>
      </w:r>
      <w:r w:rsidR="00385022">
        <w:rPr>
          <w:lang w:bidi="bn-IN"/>
        </w:rPr>
        <w:t xml:space="preserve"> </w:t>
      </w:r>
      <w:r w:rsidRPr="003F52A2">
        <w:rPr>
          <w:cs/>
          <w:lang w:bidi="bn-IN"/>
        </w:rPr>
        <w:t>কোন সিদ্ধান্ত গ্রহণের জন্য লক্ষণীয় বিষয়) আপেক্ষিক ও বাস্তব নয় এবং যা বাস্তব তা হলো সকলেই</w:t>
      </w:r>
      <w:r w:rsidR="00385022">
        <w:rPr>
          <w:lang w:bidi="bn-IN"/>
        </w:rPr>
        <w:t xml:space="preserve"> </w:t>
      </w:r>
      <w:r w:rsidRPr="003F52A2">
        <w:rPr>
          <w:cs/>
          <w:lang w:bidi="bn-IN"/>
        </w:rPr>
        <w:t xml:space="preserve">ক্ষমতার আকাঙ্ক্ষী। </w:t>
      </w:r>
    </w:p>
    <w:p w:rsidR="00385022" w:rsidRDefault="003F52A2" w:rsidP="00B044BB">
      <w:pPr>
        <w:pStyle w:val="libNormal"/>
      </w:pPr>
      <w:r w:rsidRPr="003F52A2">
        <w:rPr>
          <w:cs/>
          <w:lang w:bidi="bn-IN"/>
        </w:rPr>
        <w:t>অতঃপর নী</w:t>
      </w:r>
      <w:r w:rsidRPr="00D542A0">
        <w:rPr>
          <w:rStyle w:val="libAlaemChar"/>
        </w:rPr>
        <w:t>’</w:t>
      </w:r>
      <w:r w:rsidRPr="003F52A2">
        <w:rPr>
          <w:cs/>
          <w:lang w:bidi="bn-IN"/>
        </w:rPr>
        <w:t>চে ধর্মগুলোর প্রতি আক্রমণ করে বলেছেন</w:t>
      </w:r>
      <w:r w:rsidRPr="003F52A2">
        <w:t>,</w:t>
      </w:r>
      <w:r w:rsidRPr="00D542A0">
        <w:rPr>
          <w:rStyle w:val="libAlaemChar"/>
        </w:rPr>
        <w:t>“</w:t>
      </w:r>
      <w:r w:rsidRPr="003F52A2">
        <w:rPr>
          <w:cs/>
          <w:lang w:bidi="bn-IN"/>
        </w:rPr>
        <w:t>ধর্মগুলো মানবতার প্রতি খেয়ানত করেছে</w:t>
      </w:r>
      <w:r w:rsidR="00385022">
        <w:rPr>
          <w:lang w:bidi="bn-IN"/>
        </w:rPr>
        <w:t xml:space="preserve"> </w:t>
      </w:r>
      <w:r w:rsidRPr="003F52A2">
        <w:rPr>
          <w:cs/>
          <w:lang w:bidi="bn-IN"/>
        </w:rPr>
        <w:t>যেহেতু মানুষকে ন্যায়বিচার এবং দুর্বল ও বঞ্চি</w:t>
      </w:r>
      <w:r w:rsidR="00385022">
        <w:rPr>
          <w:cs/>
          <w:lang w:bidi="bn-IN"/>
        </w:rPr>
        <w:t>তদের সাহায্যের আহবান জানিয়েছে।</w:t>
      </w:r>
      <w:r w:rsidRPr="00D542A0">
        <w:rPr>
          <w:rStyle w:val="libAlaemChar"/>
        </w:rPr>
        <w:t>”</w:t>
      </w:r>
      <w:r w:rsidRPr="003F52A2">
        <w:t xml:space="preserve"> </w:t>
      </w:r>
    </w:p>
    <w:p w:rsidR="000B63C6" w:rsidRPr="00D542A0" w:rsidRDefault="003F52A2" w:rsidP="00385022">
      <w:pPr>
        <w:pStyle w:val="libNormal"/>
      </w:pPr>
      <w:r w:rsidRPr="003F52A2">
        <w:rPr>
          <w:cs/>
          <w:lang w:bidi="bn-IN"/>
        </w:rPr>
        <w:t>যখন ধর্ম ছিল না তখন যে জঙ্গলী বিধান চালু ছিল তা-ই ভালো ছ</w:t>
      </w:r>
      <w:r w:rsidR="00385022">
        <w:rPr>
          <w:cs/>
          <w:lang w:bidi="bn-IN"/>
        </w:rPr>
        <w:t>িল। কারণ শক্তিশালীরা দুর্বলদের</w:t>
      </w:r>
      <w:r w:rsidR="00385022">
        <w:rPr>
          <w:lang w:bidi="bn-IN"/>
        </w:rPr>
        <w:t xml:space="preserve"> </w:t>
      </w:r>
      <w:r w:rsidRPr="003F52A2">
        <w:rPr>
          <w:cs/>
          <w:lang w:bidi="bn-IN"/>
        </w:rPr>
        <w:t>খেয়ে ফেলত এবং এভাবে দুর্বলরা নিশ্চিহ্ন হতো।</w:t>
      </w:r>
      <w:r w:rsidRPr="00D542A0">
        <w:rPr>
          <w:rStyle w:val="libAlaemChar"/>
        </w:rPr>
        <w:t>”</w:t>
      </w:r>
      <w:r w:rsidRPr="003F52A2">
        <w:t xml:space="preserve"> </w:t>
      </w:r>
      <w:r w:rsidRPr="003F52A2">
        <w:rPr>
          <w:cs/>
          <w:lang w:bidi="bn-IN"/>
        </w:rPr>
        <w:t>তিনি আরো বলেছেন</w:t>
      </w:r>
      <w:r w:rsidRPr="003F52A2">
        <w:t>,</w:t>
      </w:r>
      <w:r w:rsidRPr="00D542A0">
        <w:rPr>
          <w:rStyle w:val="libAlaemChar"/>
        </w:rPr>
        <w:t>“</w:t>
      </w:r>
      <w:r w:rsidRPr="003F52A2">
        <w:rPr>
          <w:cs/>
          <w:lang w:bidi="bn-IN"/>
        </w:rPr>
        <w:t>প্রথমদিকে পৃথিবী</w:t>
      </w:r>
      <w:r w:rsidR="00385022">
        <w:rPr>
          <w:lang w:bidi="bn-IN"/>
        </w:rPr>
        <w:t xml:space="preserve"> </w:t>
      </w:r>
      <w:r w:rsidRPr="003F52A2">
        <w:rPr>
          <w:cs/>
          <w:lang w:bidi="bn-IN"/>
        </w:rPr>
        <w:t xml:space="preserve">শক্তিশালী মানুষদের ইচ্ছা ও মর্জিমাফিক পরিচালিত হতো এবং </w:t>
      </w:r>
      <w:r w:rsidR="00385022">
        <w:rPr>
          <w:cs/>
          <w:lang w:bidi="bn-IN"/>
        </w:rPr>
        <w:t>দুর্বল ও অনুগতরা তাদের দাস ছিল</w:t>
      </w:r>
      <w:r w:rsidRPr="003F52A2">
        <w:rPr>
          <w:cs/>
          <w:lang w:bidi="hi-IN"/>
        </w:rPr>
        <w:t>।</w:t>
      </w:r>
      <w:r w:rsidR="00385022">
        <w:rPr>
          <w:lang w:bidi="bn-IN"/>
        </w:rPr>
        <w:t xml:space="preserve"> </w:t>
      </w:r>
      <w:r w:rsidRPr="003F52A2">
        <w:rPr>
          <w:cs/>
          <w:lang w:bidi="bn-IN"/>
        </w:rPr>
        <w:t xml:space="preserve">কিন্তু শক্তিশালীরা সংখ্যায় স্বল্প এবং দুর্বলরা সংখ্যায় অধিক। তখন </w:t>
      </w:r>
      <w:r w:rsidR="00385022">
        <w:rPr>
          <w:cs/>
          <w:lang w:bidi="bn-IN"/>
        </w:rPr>
        <w:t xml:space="preserve">এ দুর্বলরা তাদের </w:t>
      </w:r>
      <w:r w:rsidR="00385022" w:rsidRPr="00385022">
        <w:rPr>
          <w:cs/>
          <w:lang w:bidi="bn-IN"/>
        </w:rPr>
        <w:t>সংখ্যাধিক্যকে</w:t>
      </w:r>
      <w:r w:rsidR="00385022">
        <w:rPr>
          <w:lang w:bidi="bn-IN"/>
        </w:rPr>
        <w:t xml:space="preserve"> </w:t>
      </w:r>
      <w:r w:rsidRPr="003F52A2">
        <w:rPr>
          <w:cs/>
          <w:lang w:bidi="bn-IN"/>
        </w:rPr>
        <w:t>তাদের ভাগ্য উন্নয়নের হাতিয়ার হিসেবে ব্যবহার করল এবং চক্রান্তের আদলে দয়া</w:t>
      </w:r>
      <w:r w:rsidRPr="003F52A2">
        <w:t>,</w:t>
      </w:r>
      <w:r w:rsidRPr="003F52A2">
        <w:rPr>
          <w:cs/>
          <w:lang w:bidi="bn-IN"/>
        </w:rPr>
        <w:t>অনুগ্রহ</w:t>
      </w:r>
      <w:r w:rsidRPr="003F52A2">
        <w:t>,</w:t>
      </w:r>
      <w:r w:rsidRPr="003F52A2">
        <w:rPr>
          <w:cs/>
          <w:lang w:bidi="bn-IN"/>
        </w:rPr>
        <w:t>নিঃস্বার্থতা</w:t>
      </w:r>
      <w:r w:rsidRPr="003F52A2">
        <w:t>,</w:t>
      </w:r>
      <w:r w:rsidRPr="003F52A2">
        <w:rPr>
          <w:cs/>
          <w:lang w:bidi="bn-IN"/>
        </w:rPr>
        <w:t>ন্যায়বিচার</w:t>
      </w:r>
      <w:r w:rsidRPr="003F52A2">
        <w:t>,</w:t>
      </w:r>
      <w:r w:rsidRPr="003F52A2">
        <w:rPr>
          <w:cs/>
          <w:lang w:bidi="bn-IN"/>
        </w:rPr>
        <w:t>সম্মান প্রভৃতিকে সুন্দর ও সত্য বলে প্রচার চালানো শুরু করল যাতে করে</w:t>
      </w:r>
      <w:r w:rsidR="000B63C6">
        <w:rPr>
          <w:lang w:bidi="bn-IN"/>
        </w:rPr>
        <w:t xml:space="preserve"> </w:t>
      </w:r>
      <w:r w:rsidRPr="003F52A2">
        <w:rPr>
          <w:cs/>
          <w:lang w:bidi="bn-IN"/>
        </w:rPr>
        <w:t>ক্ষমতাবানদের প্রভাবকে কমানো যায় এবং নিজরা দাসত্ব থেকে মুক্তি পায়। এ লক্ষ্য ধর্মের মাধ্যমে</w:t>
      </w:r>
      <w:r w:rsidR="000B63C6">
        <w:rPr>
          <w:lang w:bidi="bn-IN"/>
        </w:rPr>
        <w:t xml:space="preserve"> </w:t>
      </w:r>
      <w:r w:rsidRPr="003F52A2">
        <w:rPr>
          <w:cs/>
          <w:lang w:bidi="bn-IN"/>
        </w:rPr>
        <w:t>সর্বত্তোমরূপে অর্জিত হয়েছে এবং আল্লাহ্ ও সত্যের আবরণে তারা নিজেদের রক্ষা করেছে।</w:t>
      </w:r>
      <w:r w:rsidRPr="00D542A0">
        <w:rPr>
          <w:rStyle w:val="libAlaemChar"/>
        </w:rPr>
        <w:t>”</w:t>
      </w:r>
    </w:p>
    <w:p w:rsidR="000B63C6" w:rsidRDefault="003F52A2" w:rsidP="00385022">
      <w:pPr>
        <w:pStyle w:val="libNormal"/>
        <w:rPr>
          <w:lang w:bidi="bn-IN"/>
        </w:rPr>
      </w:pPr>
      <w:r w:rsidRPr="003F52A2">
        <w:rPr>
          <w:cs/>
          <w:lang w:bidi="bn-IN"/>
        </w:rPr>
        <w:t>এ দৃষ্টিভঙ্গি কার্ল মার্কসের দৃষ্টিভঙ্গির ঠিক বিপরীত। নী</w:t>
      </w:r>
      <w:r w:rsidRPr="00D542A0">
        <w:rPr>
          <w:rStyle w:val="libAlaemChar"/>
        </w:rPr>
        <w:t>’</w:t>
      </w:r>
      <w:r w:rsidRPr="003F52A2">
        <w:rPr>
          <w:cs/>
          <w:lang w:bidi="bn-IN"/>
        </w:rPr>
        <w:t>চে ও মার্কস দু</w:t>
      </w:r>
      <w:r w:rsidRPr="00D542A0">
        <w:rPr>
          <w:rStyle w:val="libAlaemChar"/>
        </w:rPr>
        <w:t>’</w:t>
      </w:r>
      <w:r w:rsidRPr="003F52A2">
        <w:rPr>
          <w:cs/>
          <w:lang w:bidi="bn-IN"/>
        </w:rPr>
        <w:t>জনই ধর্মের বিরোধী। কিন্তু</w:t>
      </w:r>
      <w:r w:rsidR="000B63C6">
        <w:rPr>
          <w:lang w:bidi="bn-IN"/>
        </w:rPr>
        <w:t xml:space="preserve"> </w:t>
      </w:r>
      <w:r w:rsidRPr="003F52A2">
        <w:rPr>
          <w:cs/>
          <w:lang w:bidi="bn-IN"/>
        </w:rPr>
        <w:t>নী</w:t>
      </w:r>
      <w:r w:rsidRPr="00D542A0">
        <w:rPr>
          <w:rStyle w:val="libAlaemChar"/>
        </w:rPr>
        <w:t>’</w:t>
      </w:r>
      <w:r w:rsidRPr="003F52A2">
        <w:rPr>
          <w:cs/>
          <w:lang w:bidi="bn-IN"/>
        </w:rPr>
        <w:t>চের দাবি অনুযায়ী দুর্বলরা শক্তিশালীদের বিরুদ্ধে প্রতিরক্ষা হিসে</w:t>
      </w:r>
      <w:r w:rsidR="000B63C6">
        <w:rPr>
          <w:cs/>
          <w:lang w:bidi="bn-IN"/>
        </w:rPr>
        <w:t>বে ধর্মকে উদ্ভাবন করেছে যেহেতু</w:t>
      </w:r>
      <w:r w:rsidR="000B63C6">
        <w:rPr>
          <w:lang w:bidi="bn-IN"/>
        </w:rPr>
        <w:t xml:space="preserve"> </w:t>
      </w:r>
      <w:r w:rsidRPr="003F52A2">
        <w:rPr>
          <w:cs/>
          <w:lang w:bidi="bn-IN"/>
        </w:rPr>
        <w:t>তিনি নিজেকে ক্ষমতাবানদের সমর্থক বলে মনে করেন। আর কার্ল মার্কস যিনি নিজেকে দুর্বল ও</w:t>
      </w:r>
      <w:r w:rsidR="000B63C6">
        <w:rPr>
          <w:lang w:bidi="bn-IN"/>
        </w:rPr>
        <w:t xml:space="preserve"> </w:t>
      </w:r>
      <w:r w:rsidRPr="003F52A2">
        <w:rPr>
          <w:cs/>
          <w:lang w:bidi="bn-IN"/>
        </w:rPr>
        <w:t xml:space="preserve">শোষিত-বঞ্চিত শ্রেণীপন্থী বলে প্রচার করেন </w:t>
      </w:r>
      <w:r w:rsidR="00FE6D44">
        <w:rPr>
          <w:cs/>
          <w:lang w:bidi="bn-IN"/>
        </w:rPr>
        <w:t>তার</w:t>
      </w:r>
      <w:r w:rsidRPr="003F52A2">
        <w:rPr>
          <w:cs/>
          <w:lang w:bidi="bn-IN"/>
        </w:rPr>
        <w:t xml:space="preserve"> মতে ধর্মকে ক্ষমতাবানরা দুর্বলদের বিদ্রোহ</w:t>
      </w:r>
      <w:r w:rsidR="000B63C6">
        <w:rPr>
          <w:lang w:bidi="bn-IN"/>
        </w:rPr>
        <w:t xml:space="preserve"> </w:t>
      </w:r>
      <w:r w:rsidRPr="003F52A2">
        <w:rPr>
          <w:cs/>
          <w:lang w:bidi="bn-IN"/>
        </w:rPr>
        <w:t>প্রতিরোধের লক্ষ্যে তৈরি করেছে</w:t>
      </w:r>
      <w:r w:rsidRPr="00D542A0">
        <w:rPr>
          <w:rStyle w:val="libAlaemChar"/>
        </w:rPr>
        <w:t>’</w:t>
      </w:r>
      <w:r w:rsidRPr="003F52A2">
        <w:rPr>
          <w:cs/>
          <w:lang w:bidi="hi-IN"/>
        </w:rPr>
        <w:t>।</w:t>
      </w:r>
    </w:p>
    <w:p w:rsidR="000B63C6" w:rsidRPr="00D542A0" w:rsidRDefault="003F52A2" w:rsidP="000B63C6">
      <w:pPr>
        <w:pStyle w:val="libNormal"/>
      </w:pPr>
      <w:r w:rsidRPr="003F52A2">
        <w:rPr>
          <w:cs/>
          <w:lang w:bidi="bn-IN"/>
        </w:rPr>
        <w:t>নী</w:t>
      </w:r>
      <w:r w:rsidRPr="00D542A0">
        <w:rPr>
          <w:rStyle w:val="libAlaemChar"/>
        </w:rPr>
        <w:t>’</w:t>
      </w:r>
      <w:r w:rsidRPr="003F52A2">
        <w:rPr>
          <w:cs/>
          <w:lang w:bidi="bn-IN"/>
        </w:rPr>
        <w:t>চে অতঃপর সক্রেটিস</w:t>
      </w:r>
      <w:r w:rsidRPr="003F52A2">
        <w:t>,</w:t>
      </w:r>
      <w:r w:rsidRPr="003F52A2">
        <w:rPr>
          <w:cs/>
          <w:lang w:bidi="bn-IN"/>
        </w:rPr>
        <w:t>গৌতম বুদ্ধ ও ঈসা (আ.)-কে আক্রমণ করে বলেন</w:t>
      </w:r>
      <w:r w:rsidRPr="003F52A2">
        <w:t>,</w:t>
      </w:r>
      <w:r w:rsidRPr="00D542A0">
        <w:rPr>
          <w:rStyle w:val="libAlaemChar"/>
        </w:rPr>
        <w:t>“</w:t>
      </w:r>
      <w:r w:rsidRPr="003F52A2">
        <w:rPr>
          <w:cs/>
          <w:lang w:bidi="bn-IN"/>
        </w:rPr>
        <w:t>ঈসা মাসীহর</w:t>
      </w:r>
      <w:r w:rsidR="000B63C6">
        <w:rPr>
          <w:lang w:bidi="bn-IN"/>
        </w:rPr>
        <w:t xml:space="preserve"> </w:t>
      </w:r>
      <w:r w:rsidRPr="003F52A2">
        <w:rPr>
          <w:cs/>
          <w:lang w:bidi="bn-IN"/>
        </w:rPr>
        <w:t>চরিত্র দাসের চরিত্র এবং তা প্রভুদের চরিত্র ও নীতিকে ধ্বংস করেছে। বর্তমানে পৃথিবীতে ভ্রাতৃত</w:t>
      </w:r>
      <w:r w:rsidR="000B63C6">
        <w:t>,</w:t>
      </w:r>
      <w:r w:rsidRPr="003F52A2">
        <w:rPr>
          <w:cs/>
          <w:lang w:bidi="bn-IN"/>
        </w:rPr>
        <w:t>সাম্য</w:t>
      </w:r>
      <w:r w:rsidRPr="003F52A2">
        <w:t>,</w:t>
      </w:r>
      <w:r w:rsidRPr="003F52A2">
        <w:rPr>
          <w:cs/>
          <w:lang w:bidi="bn-IN"/>
        </w:rPr>
        <w:t>সন্ধি</w:t>
      </w:r>
      <w:r w:rsidRPr="003F52A2">
        <w:t>,</w:t>
      </w:r>
      <w:r w:rsidRPr="003F52A2">
        <w:rPr>
          <w:cs/>
          <w:lang w:bidi="bn-IN"/>
        </w:rPr>
        <w:t>শ্রমিক</w:t>
      </w:r>
      <w:r w:rsidRPr="003F52A2">
        <w:t>,</w:t>
      </w:r>
      <w:r w:rsidRPr="003F52A2">
        <w:rPr>
          <w:cs/>
          <w:lang w:bidi="bn-IN"/>
        </w:rPr>
        <w:t>নারী ও শিশু অধিকার রক্ষার যে সংলাপসমূহ প্রচলন লাভ করেছে তা ধর্ম থেকে উৎপত্তি লাভ করেছে এবং এগুলো এক রকম ষড়যন্ত্র</w:t>
      </w:r>
      <w:r w:rsidRPr="003F52A2">
        <w:t>,</w:t>
      </w:r>
      <w:r w:rsidRPr="003F52A2">
        <w:rPr>
          <w:cs/>
          <w:lang w:bidi="bn-IN"/>
        </w:rPr>
        <w:t>প্রতারণা ও ধোঁকা বৈ কিছু নয়। এগুলো দারিদ্র্য</w:t>
      </w:r>
      <w:r w:rsidRPr="003F52A2">
        <w:t>,</w:t>
      </w:r>
      <w:r w:rsidRPr="003F52A2">
        <w:rPr>
          <w:cs/>
          <w:lang w:bidi="bn-IN"/>
        </w:rPr>
        <w:t xml:space="preserve">দুর্বলতা ও পতনের কারণ। এজন্যই এ সকল নীতিকে অপসারিত </w:t>
      </w:r>
      <w:r w:rsidR="000B63C6">
        <w:rPr>
          <w:cs/>
          <w:lang w:bidi="bn-IN"/>
        </w:rPr>
        <w:t>করে প্রভূত্বের উপযোগী নীতিমালা</w:t>
      </w:r>
      <w:r w:rsidR="000B63C6">
        <w:rPr>
          <w:lang w:bidi="bn-IN"/>
        </w:rPr>
        <w:t xml:space="preserve"> </w:t>
      </w:r>
      <w:r w:rsidRPr="003F52A2">
        <w:rPr>
          <w:cs/>
          <w:lang w:bidi="bn-IN"/>
        </w:rPr>
        <w:t>চালু করতে হবে। প্রভুসুলভ জীবনের নীতি কি</w:t>
      </w:r>
      <w:r w:rsidRPr="003F52A2">
        <w:t xml:space="preserve">? </w:t>
      </w:r>
      <w:r w:rsidRPr="003F52A2">
        <w:rPr>
          <w:cs/>
          <w:lang w:bidi="bn-IN"/>
        </w:rPr>
        <w:t>স্রষ্টা</w:t>
      </w:r>
      <w:r w:rsidRPr="003F52A2">
        <w:t>,</w:t>
      </w:r>
      <w:r w:rsidRPr="003F52A2">
        <w:rPr>
          <w:cs/>
          <w:lang w:bidi="bn-IN"/>
        </w:rPr>
        <w:t xml:space="preserve">পরকাল </w:t>
      </w:r>
      <w:r w:rsidR="004729B1">
        <w:rPr>
          <w:cs/>
          <w:lang w:bidi="bn-IN"/>
        </w:rPr>
        <w:t>প্রভৃতি</w:t>
      </w:r>
      <w:r w:rsidR="000B63C6">
        <w:rPr>
          <w:cs/>
          <w:lang w:bidi="bn-IN"/>
        </w:rPr>
        <w:t xml:space="preserve">কে দূরে </w:t>
      </w:r>
      <w:r w:rsidR="00FE037C">
        <w:rPr>
          <w:cs/>
          <w:lang w:bidi="bn-IN"/>
        </w:rPr>
        <w:t>ছুড়ে</w:t>
      </w:r>
      <w:r w:rsidR="000B63C6">
        <w:rPr>
          <w:cs/>
          <w:lang w:bidi="bn-IN"/>
        </w:rPr>
        <w:t xml:space="preserve"> ফেলতে হবে।...</w:t>
      </w:r>
      <w:r w:rsidRPr="003F52A2">
        <w:rPr>
          <w:cs/>
          <w:lang w:bidi="bn-IN"/>
        </w:rPr>
        <w:t>হৃদয়ের কোমলতা ও দুর্বলতাকে দূর করতে হবে। দয়া ও অনুগ্রহ মানুষের অক্ষমতার প্রকাশ</w:t>
      </w:r>
      <w:r w:rsidRPr="003F52A2">
        <w:t xml:space="preserve">; </w:t>
      </w:r>
      <w:r w:rsidR="000B63C6">
        <w:rPr>
          <w:cs/>
          <w:lang w:bidi="bn-IN"/>
        </w:rPr>
        <w:t>বিনয় ও</w:t>
      </w:r>
      <w:r w:rsidR="000B63C6">
        <w:rPr>
          <w:lang w:bidi="bn-IN"/>
        </w:rPr>
        <w:t xml:space="preserve"> </w:t>
      </w:r>
      <w:r w:rsidRPr="003F52A2">
        <w:rPr>
          <w:cs/>
          <w:lang w:bidi="bn-IN"/>
        </w:rPr>
        <w:t>নম্রতা ব্যক্তির নতজানুতার লক্ষণ</w:t>
      </w:r>
      <w:r w:rsidRPr="003F52A2">
        <w:t xml:space="preserve">; </w:t>
      </w:r>
      <w:r w:rsidRPr="003F52A2">
        <w:rPr>
          <w:cs/>
          <w:lang w:bidi="bn-IN"/>
        </w:rPr>
        <w:t>ধৈর্য</w:t>
      </w:r>
      <w:r w:rsidRPr="003F52A2">
        <w:t>,</w:t>
      </w:r>
      <w:r w:rsidRPr="003F52A2">
        <w:rPr>
          <w:cs/>
          <w:lang w:bidi="bn-IN"/>
        </w:rPr>
        <w:t>সহিষ্ণুতা</w:t>
      </w:r>
      <w:r w:rsidRPr="003F52A2">
        <w:t>,</w:t>
      </w:r>
      <w:r w:rsidRPr="003F52A2">
        <w:rPr>
          <w:cs/>
          <w:lang w:bidi="bn-IN"/>
        </w:rPr>
        <w:t>ক্ষমা ও করুণা হলো ভীরুতা ও কাপুরুষতা।আমাদের পৌরুষত্বকে গ্রহণ করতে হবে। শ্রেষ্ঠ মানব ভালো-মন্দের ঊর্ধ্বে এবং শক্তিশালী ইচ্ছাশক্তির</w:t>
      </w:r>
      <w:r w:rsidR="000B63C6">
        <w:rPr>
          <w:lang w:bidi="bn-IN"/>
        </w:rPr>
        <w:t xml:space="preserve"> </w:t>
      </w:r>
      <w:r w:rsidRPr="003F52A2">
        <w:rPr>
          <w:cs/>
          <w:lang w:bidi="bn-IN"/>
        </w:rPr>
        <w:t>অধিকারী।</w:t>
      </w:r>
      <w:r w:rsidRPr="00D542A0">
        <w:rPr>
          <w:rStyle w:val="libAlaemChar"/>
        </w:rPr>
        <w:t>”</w:t>
      </w:r>
    </w:p>
    <w:p w:rsidR="000B63C6" w:rsidRDefault="003F52A2" w:rsidP="000B63C6">
      <w:pPr>
        <w:pStyle w:val="libNormal"/>
        <w:rPr>
          <w:lang w:bidi="bn-IN"/>
        </w:rPr>
      </w:pPr>
      <w:r w:rsidRPr="003F52A2">
        <w:rPr>
          <w:cs/>
          <w:lang w:bidi="bn-IN"/>
        </w:rPr>
        <w:t>পাশ্চাত্যে এ ধরনের বহু মতবাদের উৎপত্তি হয়েছে। সৌভাগ্যক্রমে আমাদের মধ্যে এরূপ কোন</w:t>
      </w:r>
      <w:r w:rsidR="000B63C6">
        <w:rPr>
          <w:lang w:bidi="bn-IN"/>
        </w:rPr>
        <w:t xml:space="preserve"> </w:t>
      </w:r>
      <w:r w:rsidRPr="003F52A2">
        <w:rPr>
          <w:cs/>
          <w:lang w:bidi="bn-IN"/>
        </w:rPr>
        <w:t>মতবাদের সৃষ্টি হয়নি যা তাদের মধ্যে হয়েছে।</w:t>
      </w:r>
    </w:p>
    <w:p w:rsidR="00FE037C" w:rsidRDefault="003F52A2" w:rsidP="000B63C6">
      <w:pPr>
        <w:pStyle w:val="libNormal"/>
        <w:rPr>
          <w:lang w:bidi="bn-IN"/>
        </w:rPr>
      </w:pPr>
      <w:r w:rsidRPr="003F52A2">
        <w:rPr>
          <w:cs/>
          <w:lang w:bidi="bn-IN"/>
        </w:rPr>
        <w:t xml:space="preserve">পাশ্চাত্যমনা প্রাণ এটাই। মানবাধিকারের যে সনদ </w:t>
      </w:r>
      <w:r w:rsidR="00FE6D44">
        <w:rPr>
          <w:cs/>
          <w:lang w:bidi="bn-IN"/>
        </w:rPr>
        <w:t>তারা</w:t>
      </w:r>
      <w:r w:rsidRPr="003F52A2">
        <w:rPr>
          <w:cs/>
          <w:lang w:bidi="bn-IN"/>
        </w:rPr>
        <w:t xml:space="preserve"> ঘোষণা করেন তা অন্যদের প্রতারণার</w:t>
      </w:r>
      <w:r w:rsidR="000B63C6">
        <w:rPr>
          <w:lang w:bidi="bn-IN"/>
        </w:rPr>
        <w:t xml:space="preserve"> </w:t>
      </w:r>
      <w:r w:rsidRPr="003F52A2">
        <w:rPr>
          <w:cs/>
          <w:lang w:bidi="bn-IN"/>
        </w:rPr>
        <w:t>জন্যই। পাশ্চাত্যের নৈতিকতা ও সভ্যতা নী</w:t>
      </w:r>
      <w:r w:rsidRPr="00D542A0">
        <w:rPr>
          <w:rStyle w:val="libAlaemChar"/>
        </w:rPr>
        <w:t>’</w:t>
      </w:r>
      <w:r w:rsidRPr="003F52A2">
        <w:rPr>
          <w:cs/>
          <w:lang w:bidi="bn-IN"/>
        </w:rPr>
        <w:t>চে আর ম্যাকিয়াভেলীর চিন্তাভুক্ত নৈতিকতা। সাম্রাজ্যবাদ</w:t>
      </w:r>
      <w:r w:rsidR="000B63C6">
        <w:rPr>
          <w:lang w:bidi="bn-IN"/>
        </w:rPr>
        <w:t xml:space="preserve"> </w:t>
      </w:r>
      <w:r w:rsidRPr="003F52A2">
        <w:rPr>
          <w:cs/>
          <w:lang w:bidi="bn-IN"/>
        </w:rPr>
        <w:t>পৃথিবীতে যা করছে তা এ চিন্তাধারার ভিত্তিতেই। পাশ্চাত্য চরিত্র- হোক তা আমেরিকান বা</w:t>
      </w:r>
      <w:r w:rsidR="000B63C6">
        <w:rPr>
          <w:lang w:bidi="bn-IN"/>
        </w:rPr>
        <w:t xml:space="preserve"> </w:t>
      </w:r>
      <w:r w:rsidRPr="003F52A2">
        <w:rPr>
          <w:cs/>
          <w:lang w:bidi="bn-IN"/>
        </w:rPr>
        <w:t>ইউরোপীয়- সে চরিত্র সাম্রাজ্যবাদী চরিত্র এবং নী</w:t>
      </w:r>
      <w:r w:rsidRPr="00D542A0">
        <w:rPr>
          <w:rStyle w:val="libAlaemChar"/>
        </w:rPr>
        <w:t>’</w:t>
      </w:r>
      <w:r w:rsidRPr="003F52A2">
        <w:rPr>
          <w:cs/>
          <w:lang w:bidi="bn-IN"/>
        </w:rPr>
        <w:t>চের নৈতিকতা। যদিও কখনো কখনো তাদের কেউ</w:t>
      </w:r>
      <w:r w:rsidR="000B63C6">
        <w:rPr>
          <w:lang w:bidi="bn-IN"/>
        </w:rPr>
        <w:t xml:space="preserve"> </w:t>
      </w:r>
      <w:r w:rsidRPr="003F52A2">
        <w:rPr>
          <w:cs/>
          <w:lang w:bidi="bn-IN"/>
        </w:rPr>
        <w:t>আমাদের সামনে মানবাধিকারের কথা বললে আমরা দুর্ভাগারা ঢোক গিলে তাদের কথার পুনরাবৃত্তি</w:t>
      </w:r>
      <w:r w:rsidR="000B63C6">
        <w:rPr>
          <w:lang w:bidi="bn-IN"/>
        </w:rPr>
        <w:t xml:space="preserve"> </w:t>
      </w:r>
      <w:r w:rsidRPr="003F52A2">
        <w:rPr>
          <w:cs/>
          <w:lang w:bidi="bn-IN"/>
        </w:rPr>
        <w:t>করে থাকি</w:t>
      </w:r>
      <w:r w:rsidRPr="003F52A2">
        <w:t>,</w:t>
      </w:r>
      <w:r w:rsidRPr="003F52A2">
        <w:rPr>
          <w:cs/>
          <w:lang w:bidi="bn-IN"/>
        </w:rPr>
        <w:t>তবুও কসম করে বলতে পারি এটা ভুল। উদাহরণস্বরূপ আমেরিকা ভিয়েতনামে যে কাজটি</w:t>
      </w:r>
      <w:r w:rsidR="000B63C6">
        <w:rPr>
          <w:lang w:bidi="bn-IN"/>
        </w:rPr>
        <w:t xml:space="preserve"> </w:t>
      </w:r>
      <w:r w:rsidRPr="003F52A2">
        <w:rPr>
          <w:cs/>
          <w:lang w:bidi="bn-IN"/>
        </w:rPr>
        <w:t>করেছে তা নী</w:t>
      </w:r>
      <w:r w:rsidRPr="00D542A0">
        <w:rPr>
          <w:rStyle w:val="libAlaemChar"/>
        </w:rPr>
        <w:t>’</w:t>
      </w:r>
      <w:r w:rsidRPr="003F52A2">
        <w:rPr>
          <w:cs/>
          <w:lang w:bidi="bn-IN"/>
        </w:rPr>
        <w:t>চের দর্শনের প্রয়োগ বৈ অন্য কিছু</w:t>
      </w:r>
      <w:r w:rsidRPr="003F52A2">
        <w:t xml:space="preserve">? </w:t>
      </w:r>
      <w:r w:rsidRPr="003F52A2">
        <w:rPr>
          <w:cs/>
          <w:lang w:bidi="bn-IN"/>
        </w:rPr>
        <w:t>এটা যথার্থই নী</w:t>
      </w:r>
      <w:r w:rsidRPr="00D542A0">
        <w:rPr>
          <w:rStyle w:val="libAlaemChar"/>
        </w:rPr>
        <w:t>’</w:t>
      </w:r>
      <w:r w:rsidRPr="003F52A2">
        <w:rPr>
          <w:cs/>
          <w:lang w:bidi="bn-IN"/>
        </w:rPr>
        <w:t>চের দর্শনের বাস্তব প্রয়োগ।</w:t>
      </w:r>
      <w:r w:rsidR="00045CAF">
        <w:rPr>
          <w:lang w:bidi="bn-IN"/>
        </w:rPr>
        <w:t xml:space="preserve"> </w:t>
      </w:r>
      <w:r w:rsidRPr="003F52A2">
        <w:rPr>
          <w:cs/>
          <w:lang w:bidi="bn-IN"/>
        </w:rPr>
        <w:t xml:space="preserve">পাশ্চাত্য যে এত অধিক মানবতা ও মানবসেবার </w:t>
      </w:r>
      <w:r w:rsidR="00045CAF">
        <w:rPr>
          <w:cs/>
          <w:lang w:bidi="bn-IN"/>
        </w:rPr>
        <w:t>শ্লোগান</w:t>
      </w:r>
      <w:r w:rsidRPr="003F52A2">
        <w:rPr>
          <w:rFonts w:hint="cs"/>
          <w:cs/>
          <w:lang w:bidi="bn-IN"/>
        </w:rPr>
        <w:t xml:space="preserve"> দেয় </w:t>
      </w:r>
      <w:r w:rsidRPr="003F52A2">
        <w:rPr>
          <w:cs/>
          <w:lang w:bidi="bn-IN"/>
        </w:rPr>
        <w:t>ও বলে</w:t>
      </w:r>
      <w:r w:rsidRPr="003F52A2">
        <w:t>,</w:t>
      </w:r>
      <w:r w:rsidRPr="003F52A2">
        <w:rPr>
          <w:cs/>
          <w:lang w:bidi="bn-IN"/>
        </w:rPr>
        <w:t>বারট্রান্ড রাসেল এরূপ</w:t>
      </w:r>
      <w:r w:rsidR="00045CAF">
        <w:rPr>
          <w:lang w:bidi="bn-IN"/>
        </w:rPr>
        <w:t xml:space="preserve"> </w:t>
      </w:r>
      <w:r w:rsidRPr="003F52A2">
        <w:rPr>
          <w:cs/>
          <w:lang w:bidi="bn-IN"/>
        </w:rPr>
        <w:t>বলেছেন</w:t>
      </w:r>
      <w:r w:rsidRPr="003F52A2">
        <w:t>,</w:t>
      </w:r>
      <w:r w:rsidRPr="003F52A2">
        <w:rPr>
          <w:cs/>
          <w:lang w:bidi="bn-IN"/>
        </w:rPr>
        <w:t>সারটার এরূপ বলেছেন</w:t>
      </w:r>
      <w:r w:rsidRPr="003F52A2">
        <w:t>,</w:t>
      </w:r>
      <w:r w:rsidRPr="003F52A2">
        <w:rPr>
          <w:cs/>
          <w:lang w:bidi="bn-IN"/>
        </w:rPr>
        <w:t>অথচ তার সকল চিন্তার ভিত্তি নী</w:t>
      </w:r>
      <w:r w:rsidRPr="00D542A0">
        <w:rPr>
          <w:rStyle w:val="libAlaemChar"/>
        </w:rPr>
        <w:t>’</w:t>
      </w:r>
      <w:r w:rsidRPr="003F52A2">
        <w:rPr>
          <w:cs/>
          <w:lang w:bidi="bn-IN"/>
        </w:rPr>
        <w:t>চের দর্শন। সম্ভবত দু</w:t>
      </w:r>
      <w:r w:rsidRPr="00D542A0">
        <w:rPr>
          <w:rStyle w:val="libAlaemChar"/>
        </w:rPr>
        <w:t>’</w:t>
      </w:r>
      <w:r w:rsidRPr="003F52A2">
        <w:rPr>
          <w:cs/>
          <w:lang w:bidi="bn-IN"/>
        </w:rPr>
        <w:t>একজন</w:t>
      </w:r>
      <w:r w:rsidR="00045CAF">
        <w:rPr>
          <w:lang w:bidi="bn-IN"/>
        </w:rPr>
        <w:t xml:space="preserve"> </w:t>
      </w:r>
      <w:r w:rsidRPr="003F52A2">
        <w:rPr>
          <w:cs/>
          <w:lang w:bidi="bn-IN"/>
        </w:rPr>
        <w:t xml:space="preserve">ব্যতিক্রমী দার্শনিকের সন্ধান পাওয়া যাবে </w:t>
      </w:r>
      <w:r w:rsidR="00611BB9">
        <w:rPr>
          <w:cs/>
          <w:lang w:bidi="bn-IN"/>
        </w:rPr>
        <w:t>যা</w:t>
      </w:r>
      <w:r w:rsidRPr="003F52A2">
        <w:rPr>
          <w:cs/>
          <w:lang w:bidi="bn-IN"/>
        </w:rPr>
        <w:t xml:space="preserve">দের চিন্তার ভিত্তি এটা নয় এবং খুব সম্ভব </w:t>
      </w:r>
      <w:r w:rsidR="00611BB9">
        <w:rPr>
          <w:cs/>
          <w:lang w:bidi="bn-IN"/>
        </w:rPr>
        <w:t>তা</w:t>
      </w:r>
      <w:r w:rsidRPr="003F52A2">
        <w:rPr>
          <w:cs/>
          <w:lang w:bidi="bn-IN"/>
        </w:rPr>
        <w:t>দের রক্তের</w:t>
      </w:r>
      <w:r w:rsidR="00045CAF">
        <w:rPr>
          <w:lang w:bidi="bn-IN"/>
        </w:rPr>
        <w:t xml:space="preserve"> </w:t>
      </w:r>
      <w:r w:rsidRPr="003F52A2">
        <w:rPr>
          <w:cs/>
          <w:lang w:bidi="bn-IN"/>
        </w:rPr>
        <w:t>সাথে প্রাচ্যের মিশ</w:t>
      </w:r>
      <w:r w:rsidR="00FE037C">
        <w:rPr>
          <w:cs/>
          <w:lang w:bidi="bn-IN"/>
        </w:rPr>
        <w:t xml:space="preserve">্রণ ঘটে থাকবে। হয়তো </w:t>
      </w:r>
      <w:r w:rsidR="00611BB9">
        <w:rPr>
          <w:cs/>
          <w:lang w:bidi="bn-IN"/>
        </w:rPr>
        <w:t>তা</w:t>
      </w:r>
      <w:r w:rsidR="00FE037C">
        <w:rPr>
          <w:cs/>
          <w:lang w:bidi="bn-IN"/>
        </w:rPr>
        <w:t>দের মাতৃকু</w:t>
      </w:r>
      <w:r w:rsidRPr="003F52A2">
        <w:rPr>
          <w:cs/>
          <w:lang w:bidi="bn-IN"/>
        </w:rPr>
        <w:t>ল প্রাচ্য থেকে গিয়েছিলেন</w:t>
      </w:r>
      <w:r w:rsidRPr="003F52A2">
        <w:t>,</w:t>
      </w:r>
      <w:r w:rsidR="00FE037C">
        <w:rPr>
          <w:cs/>
          <w:lang w:bidi="bn-IN"/>
        </w:rPr>
        <w:t>নতুবা পাশ্চাত্য</w:t>
      </w:r>
      <w:r w:rsidR="00FE037C">
        <w:rPr>
          <w:lang w:bidi="bn-IN"/>
        </w:rPr>
        <w:t xml:space="preserve"> </w:t>
      </w:r>
      <w:r w:rsidRPr="003F52A2">
        <w:rPr>
          <w:cs/>
          <w:lang w:bidi="bn-IN"/>
        </w:rPr>
        <w:t>জাতি এরূপ নয়।</w:t>
      </w:r>
    </w:p>
    <w:p w:rsidR="00FE037C" w:rsidRPr="00D542A0" w:rsidRDefault="003F52A2" w:rsidP="00FE037C">
      <w:pPr>
        <w:pStyle w:val="libNormal"/>
      </w:pPr>
      <w:r w:rsidRPr="003F52A2">
        <w:rPr>
          <w:cs/>
          <w:lang w:bidi="bn-IN"/>
        </w:rPr>
        <w:t>নী</w:t>
      </w:r>
      <w:r w:rsidRPr="00D542A0">
        <w:rPr>
          <w:rStyle w:val="libAlaemChar"/>
        </w:rPr>
        <w:t>’</w:t>
      </w:r>
      <w:r w:rsidRPr="003F52A2">
        <w:rPr>
          <w:cs/>
          <w:lang w:bidi="bn-IN"/>
        </w:rPr>
        <w:t>চে বলেন</w:t>
      </w:r>
      <w:r w:rsidRPr="003F52A2">
        <w:t>,</w:t>
      </w:r>
      <w:r w:rsidRPr="00D542A0">
        <w:rPr>
          <w:rStyle w:val="libAlaemChar"/>
        </w:rPr>
        <w:t>“</w:t>
      </w:r>
      <w:r w:rsidRPr="003F52A2">
        <w:rPr>
          <w:cs/>
          <w:lang w:bidi="bn-IN"/>
        </w:rPr>
        <w:t>আত্মনিয়ন্ত্রণ আবার কেন</w:t>
      </w:r>
      <w:r w:rsidRPr="003F52A2">
        <w:t xml:space="preserve">? </w:t>
      </w:r>
      <w:r w:rsidRPr="003F52A2">
        <w:rPr>
          <w:cs/>
          <w:lang w:bidi="bn-IN"/>
        </w:rPr>
        <w:t>বরং প্রবৃত্তিকে শক্তিশালী করতে হবে। পরোপকারই বা</w:t>
      </w:r>
      <w:r w:rsidR="00FE037C">
        <w:rPr>
          <w:lang w:bidi="bn-IN"/>
        </w:rPr>
        <w:t xml:space="preserve"> </w:t>
      </w:r>
      <w:r w:rsidRPr="003F52A2">
        <w:rPr>
          <w:cs/>
          <w:lang w:bidi="bn-IN"/>
        </w:rPr>
        <w:t>কেন</w:t>
      </w:r>
      <w:r w:rsidRPr="003F52A2">
        <w:t xml:space="preserve">? </w:t>
      </w:r>
      <w:r w:rsidRPr="003F52A2">
        <w:rPr>
          <w:cs/>
          <w:lang w:bidi="bn-IN"/>
        </w:rPr>
        <w:t xml:space="preserve">বরং নিজের উপাসনা কর এবং নিজের চাওয়াকে অর্জন কর। </w:t>
      </w:r>
      <w:r w:rsidR="00FE037C">
        <w:rPr>
          <w:cs/>
          <w:lang w:bidi="bn-IN"/>
        </w:rPr>
        <w:t xml:space="preserve">দুর্বল ও অক্ষমকে ত্যাগ কর </w:t>
      </w:r>
      <w:r w:rsidR="00FE037C" w:rsidRPr="00FE037C">
        <w:rPr>
          <w:cs/>
          <w:lang w:bidi="bn-IN"/>
        </w:rPr>
        <w:t>যাতে</w:t>
      </w:r>
      <w:r w:rsidR="00FE037C">
        <w:rPr>
          <w:lang w:bidi="bn-IN"/>
        </w:rPr>
        <w:t xml:space="preserve"> </w:t>
      </w:r>
      <w:r w:rsidRPr="003F52A2">
        <w:rPr>
          <w:cs/>
          <w:lang w:bidi="bn-IN"/>
        </w:rPr>
        <w:t>তারা বিলুপ্ত হয় এবং পৃথিবীর সকল দুঃখ-কষ্ট দূরীভূত হবে... পুরুষকে অবশ্যই শক্তিশালী হতে হবে</w:t>
      </w:r>
      <w:r w:rsidR="00FE037C">
        <w:rPr>
          <w:lang w:bidi="bn-IN"/>
        </w:rPr>
        <w:t xml:space="preserve"> </w:t>
      </w:r>
      <w:r w:rsidRPr="003F52A2">
        <w:rPr>
          <w:cs/>
          <w:lang w:bidi="bn-IN"/>
        </w:rPr>
        <w:t>এবং শক্তিমত্তার সাথে জীবন যাপন করতে হবে যাতে নিজের প্রবৃত্তির চাহিদা পূরণ করা যায়।</w:t>
      </w:r>
      <w:r w:rsidRPr="00D542A0">
        <w:rPr>
          <w:rStyle w:val="libAlaemChar"/>
        </w:rPr>
        <w:t>”</w:t>
      </w:r>
    </w:p>
    <w:p w:rsidR="00FE037C" w:rsidRPr="00D542A0" w:rsidRDefault="003F52A2" w:rsidP="00FE037C">
      <w:pPr>
        <w:pStyle w:val="libNormal"/>
      </w:pPr>
      <w:r w:rsidRPr="003F52A2">
        <w:rPr>
          <w:cs/>
          <w:lang w:bidi="bn-IN"/>
        </w:rPr>
        <w:t>পুরুষের শক্তিমত্তার মধ্যেই পূর্ণতার সমাপ্তি- সৃষ্টি এবং অস্তিত্বের সকল প্রস্তুতি তার জন্যই। এখন</w:t>
      </w:r>
      <w:r w:rsidR="00FE037C">
        <w:rPr>
          <w:lang w:bidi="bn-IN"/>
        </w:rPr>
        <w:t xml:space="preserve"> </w:t>
      </w:r>
      <w:r w:rsidRPr="003F52A2">
        <w:rPr>
          <w:cs/>
          <w:lang w:bidi="bn-IN"/>
        </w:rPr>
        <w:t>দেখুন</w:t>
      </w:r>
      <w:r w:rsidRPr="003F52A2">
        <w:t>,</w:t>
      </w:r>
      <w:r w:rsidRPr="003F52A2">
        <w:rPr>
          <w:cs/>
          <w:lang w:bidi="bn-IN"/>
        </w:rPr>
        <w:t>নী</w:t>
      </w:r>
      <w:r w:rsidRPr="00D542A0">
        <w:rPr>
          <w:rStyle w:val="libAlaemChar"/>
        </w:rPr>
        <w:t>’</w:t>
      </w:r>
      <w:r w:rsidRPr="003F52A2">
        <w:rPr>
          <w:cs/>
          <w:lang w:bidi="bn-IN"/>
        </w:rPr>
        <w:t>চের এ কথা থেকে কি বোঝা যায়। এর অর্থ হচ্ছে</w:t>
      </w:r>
      <w:r w:rsidRPr="003F52A2">
        <w:t>,</w:t>
      </w:r>
      <w:r w:rsidRPr="003F52A2">
        <w:rPr>
          <w:cs/>
          <w:lang w:bidi="bn-IN"/>
        </w:rPr>
        <w:t>কোন কিছুই এর প্রতিবন্ধক হওয়া উচিত</w:t>
      </w:r>
      <w:r w:rsidR="00FE037C">
        <w:rPr>
          <w:lang w:bidi="bn-IN"/>
        </w:rPr>
        <w:t xml:space="preserve"> </w:t>
      </w:r>
      <w:r w:rsidRPr="003F52A2">
        <w:rPr>
          <w:cs/>
          <w:lang w:bidi="bn-IN"/>
        </w:rPr>
        <w:t>নয়। তাই নৈতিকতা</w:t>
      </w:r>
      <w:r w:rsidRPr="003F52A2">
        <w:t>,</w:t>
      </w:r>
      <w:r w:rsidRPr="003F52A2">
        <w:rPr>
          <w:cs/>
          <w:lang w:bidi="bn-IN"/>
        </w:rPr>
        <w:t>দয়া</w:t>
      </w:r>
      <w:r w:rsidRPr="003F52A2">
        <w:t>,</w:t>
      </w:r>
      <w:r w:rsidRPr="003F52A2">
        <w:rPr>
          <w:cs/>
          <w:lang w:bidi="bn-IN"/>
        </w:rPr>
        <w:t>অনুগ্রহ</w:t>
      </w:r>
      <w:r w:rsidRPr="003F52A2">
        <w:t>,</w:t>
      </w:r>
      <w:r w:rsidRPr="003F52A2">
        <w:rPr>
          <w:cs/>
          <w:lang w:bidi="bn-IN"/>
        </w:rPr>
        <w:t>মানবতা</w:t>
      </w:r>
      <w:r w:rsidRPr="003F52A2">
        <w:t>,</w:t>
      </w:r>
      <w:r w:rsidRPr="003F52A2">
        <w:rPr>
          <w:cs/>
          <w:lang w:bidi="bn-IN"/>
        </w:rPr>
        <w:t>ন্যায়</w:t>
      </w:r>
      <w:r w:rsidR="00FE037C">
        <w:rPr>
          <w:lang w:bidi="bn-IN"/>
        </w:rPr>
        <w:t xml:space="preserve"> </w:t>
      </w:r>
      <w:r w:rsidRPr="003F52A2">
        <w:rPr>
          <w:cs/>
          <w:lang w:bidi="bn-IN"/>
        </w:rPr>
        <w:t>বিচার</w:t>
      </w:r>
      <w:r w:rsidRPr="003F52A2">
        <w:t>,</w:t>
      </w:r>
      <w:r w:rsidRPr="003F52A2">
        <w:rPr>
          <w:cs/>
          <w:lang w:bidi="bn-IN"/>
        </w:rPr>
        <w:t xml:space="preserve">উৎসর্গ ও বিসর্জন </w:t>
      </w:r>
      <w:r w:rsidR="004729B1">
        <w:rPr>
          <w:cs/>
          <w:lang w:bidi="bn-IN"/>
        </w:rPr>
        <w:t>প্রভৃতি</w:t>
      </w:r>
      <w:r w:rsidRPr="003F52A2">
        <w:rPr>
          <w:cs/>
          <w:lang w:bidi="bn-IN"/>
        </w:rPr>
        <w:t xml:space="preserve"> মূল্যবোধকে দূ</w:t>
      </w:r>
      <w:r w:rsidR="00FE037C">
        <w:rPr>
          <w:cs/>
          <w:lang w:bidi="bn-IN"/>
        </w:rPr>
        <w:t>রে</w:t>
      </w:r>
      <w:r w:rsidR="00FE037C">
        <w:rPr>
          <w:lang w:bidi="bn-IN"/>
        </w:rPr>
        <w:t xml:space="preserve"> </w:t>
      </w:r>
      <w:r w:rsidR="00FE037C">
        <w:rPr>
          <w:cs/>
          <w:lang w:bidi="bn-IN"/>
        </w:rPr>
        <w:t>ছুড়ে</w:t>
      </w:r>
      <w:r w:rsidRPr="003F52A2">
        <w:rPr>
          <w:cs/>
          <w:lang w:bidi="bn-IN"/>
        </w:rPr>
        <w:t xml:space="preserve"> ফেলতে হবে এবং নিজেকে এ থেকে মুক্ত ও পবিত্র করতে হবে। এজন্য তিনি বলেছেন</w:t>
      </w:r>
      <w:r w:rsidRPr="003F52A2">
        <w:t>,</w:t>
      </w:r>
      <w:r w:rsidRPr="00D542A0">
        <w:rPr>
          <w:rStyle w:val="libAlaemChar"/>
        </w:rPr>
        <w:t>“</w:t>
      </w:r>
      <w:r w:rsidR="00FE037C">
        <w:rPr>
          <w:cs/>
          <w:lang w:bidi="bn-IN"/>
        </w:rPr>
        <w:t>নিজের</w:t>
      </w:r>
      <w:r w:rsidR="00FE037C">
        <w:rPr>
          <w:lang w:bidi="bn-IN"/>
        </w:rPr>
        <w:t xml:space="preserve"> </w:t>
      </w:r>
      <w:r w:rsidRPr="003F52A2">
        <w:rPr>
          <w:cs/>
          <w:lang w:bidi="bn-IN"/>
        </w:rPr>
        <w:t>প্রবৃত্তির ইচ্ছা পূরণ করুন। সুখী হোন</w:t>
      </w:r>
      <w:r w:rsidRPr="003F52A2">
        <w:t>,</w:t>
      </w:r>
      <w:r w:rsidRPr="003F52A2">
        <w:rPr>
          <w:cs/>
          <w:lang w:bidi="bn-IN"/>
        </w:rPr>
        <w:t>নিজেকে প্রভু ও কর্তা জানুন এবং নিজ</w:t>
      </w:r>
      <w:r w:rsidR="00FE037C">
        <w:rPr>
          <w:cs/>
          <w:lang w:bidi="bn-IN"/>
        </w:rPr>
        <w:t>ের প্রভূত্বের প্রতিবন্ধক</w:t>
      </w:r>
      <w:r w:rsidR="00FE037C">
        <w:rPr>
          <w:lang w:bidi="bn-IN"/>
        </w:rPr>
        <w:t xml:space="preserve"> </w:t>
      </w:r>
      <w:r w:rsidRPr="003F52A2">
        <w:rPr>
          <w:cs/>
          <w:lang w:bidi="bn-IN"/>
        </w:rPr>
        <w:t>সকল বস্তুকে সামনে থেকে অপসারিত করুন</w:t>
      </w:r>
      <w:r w:rsidRPr="003F52A2">
        <w:t>,</w:t>
      </w:r>
      <w:r w:rsidRPr="003F52A2">
        <w:rPr>
          <w:cs/>
          <w:lang w:bidi="bn-IN"/>
        </w:rPr>
        <w:t>কোন বিপদ ও যুদ্ধকে ভয় করবেন না।</w:t>
      </w:r>
      <w:r w:rsidRPr="00D542A0">
        <w:rPr>
          <w:rStyle w:val="libAlaemChar"/>
        </w:rPr>
        <w:t>”</w:t>
      </w:r>
    </w:p>
    <w:p w:rsidR="00FE037C" w:rsidRPr="00D542A0" w:rsidRDefault="003F52A2" w:rsidP="00FE037C">
      <w:pPr>
        <w:pStyle w:val="libNormal"/>
      </w:pPr>
      <w:r w:rsidRPr="003F52A2">
        <w:rPr>
          <w:cs/>
          <w:lang w:bidi="bn-IN"/>
        </w:rPr>
        <w:t>অতঃপর নারীদের উদ্দেশ্য করে বলেছেন</w:t>
      </w:r>
      <w:r w:rsidRPr="003F52A2">
        <w:t>,</w:t>
      </w:r>
      <w:r w:rsidRPr="00D542A0">
        <w:rPr>
          <w:rStyle w:val="libAlaemChar"/>
        </w:rPr>
        <w:t>“</w:t>
      </w:r>
      <w:r w:rsidRPr="003F52A2">
        <w:rPr>
          <w:cs/>
          <w:lang w:bidi="bn-IN"/>
        </w:rPr>
        <w:t>পুরুষ ও নারীর সাম্যের বিষয়টি অযৌক্তিক এবং নারীর</w:t>
      </w:r>
      <w:r w:rsidR="00FE037C">
        <w:rPr>
          <w:lang w:bidi="bn-IN"/>
        </w:rPr>
        <w:t xml:space="preserve"> </w:t>
      </w:r>
      <w:r w:rsidRPr="003F52A2">
        <w:rPr>
          <w:cs/>
          <w:lang w:bidi="bn-IN"/>
        </w:rPr>
        <w:t>অধিকার রক্ষার বিষয়টিও অগ্রহণযোগ্য। পুরুষই সব কিছু। পুরুষ যুদ্ধংদেহী এবং নারী শৈল্পিক। তাই</w:t>
      </w:r>
      <w:r w:rsidR="00FE037C">
        <w:rPr>
          <w:lang w:bidi="bn-IN"/>
        </w:rPr>
        <w:t xml:space="preserve"> </w:t>
      </w:r>
      <w:r w:rsidRPr="003F52A2">
        <w:rPr>
          <w:cs/>
          <w:lang w:bidi="bn-IN"/>
        </w:rPr>
        <w:t>সে পুরুষকে আনন্দ দেবে এবং সন্তান আনয়ন করবে।</w:t>
      </w:r>
      <w:r w:rsidRPr="00D542A0">
        <w:rPr>
          <w:rStyle w:val="libAlaemChar"/>
        </w:rPr>
        <w:t>”</w:t>
      </w:r>
    </w:p>
    <w:p w:rsidR="003E5D70" w:rsidRDefault="003F52A2" w:rsidP="00FE037C">
      <w:pPr>
        <w:pStyle w:val="libNormal"/>
        <w:rPr>
          <w:lang w:bidi="bn-IN"/>
        </w:rPr>
      </w:pPr>
      <w:r w:rsidRPr="003F52A2">
        <w:rPr>
          <w:cs/>
          <w:lang w:bidi="bn-IN"/>
        </w:rPr>
        <w:t>তাই নী</w:t>
      </w:r>
      <w:r w:rsidRPr="00D542A0">
        <w:rPr>
          <w:rStyle w:val="libAlaemChar"/>
        </w:rPr>
        <w:t>’</w:t>
      </w:r>
      <w:r w:rsidRPr="003F52A2">
        <w:rPr>
          <w:cs/>
          <w:lang w:bidi="bn-IN"/>
        </w:rPr>
        <w:t>চের দৃষ্টিতে নারী আনন্দের উপকরণ</w:t>
      </w:r>
      <w:r w:rsidRPr="003F52A2">
        <w:t>,</w:t>
      </w:r>
      <w:r w:rsidRPr="003F52A2">
        <w:rPr>
          <w:cs/>
          <w:lang w:bidi="bn-IN"/>
        </w:rPr>
        <w:t>বাচ্চা উৎপাদনের যন্ত্র এবং পুরুষের ইচ্ছার দাস বৈ</w:t>
      </w:r>
      <w:r w:rsidR="00FE037C">
        <w:rPr>
          <w:lang w:bidi="bn-IN"/>
        </w:rPr>
        <w:t xml:space="preserve"> </w:t>
      </w:r>
      <w:r w:rsidRPr="003F52A2">
        <w:rPr>
          <w:cs/>
          <w:lang w:bidi="bn-IN"/>
        </w:rPr>
        <w:t>কিছু নয়। পূর্ণ মানবের পরিচয় লাভের জন্য এ পদ্ধতিটিও একটি মানদণ্ড হিসেবে পাশ্চাত্যে প্রচলিত।</w:t>
      </w:r>
      <w:r w:rsidR="003E5D70">
        <w:rPr>
          <w:lang w:bidi="bn-IN"/>
        </w:rPr>
        <w:t xml:space="preserve"> </w:t>
      </w:r>
      <w:r w:rsidRPr="003F52A2">
        <w:rPr>
          <w:cs/>
          <w:lang w:bidi="bn-IN"/>
        </w:rPr>
        <w:t>আদর্শ ও সর্বোত্তম মানব (তাদের ভাষায় সুপারম্যান) কে তা যাচাইয়ের মানদণ্ড হলো শক্তি ও ক্ষমতা।</w:t>
      </w:r>
    </w:p>
    <w:p w:rsidR="00695D8C" w:rsidRDefault="003F52A2" w:rsidP="00FE037C">
      <w:pPr>
        <w:pStyle w:val="libNormal"/>
        <w:rPr>
          <w:cs/>
          <w:lang w:bidi="bn-IN"/>
        </w:rPr>
      </w:pPr>
      <w:r w:rsidRPr="003F52A2">
        <w:rPr>
          <w:cs/>
          <w:lang w:bidi="bn-IN"/>
        </w:rPr>
        <w:t>এ মতবাদের বিপরীত যে মতবাদ- যা দুর্বলতার পক্ষে প্রচারণা চালায় এবং সকল কল্যাণ</w:t>
      </w:r>
      <w:r w:rsidR="003E5D70">
        <w:rPr>
          <w:cs/>
          <w:lang w:bidi="bn-IN"/>
        </w:rPr>
        <w:t>কে</w:t>
      </w:r>
      <w:r w:rsidR="003E5D70">
        <w:rPr>
          <w:lang w:bidi="bn-IN"/>
        </w:rPr>
        <w:t xml:space="preserve"> </w:t>
      </w:r>
      <w:r w:rsidRPr="003F52A2">
        <w:rPr>
          <w:cs/>
          <w:lang w:bidi="bn-IN"/>
        </w:rPr>
        <w:t xml:space="preserve">দুর্বলতার মধ্যে বলে জানে- তা খ্রিষ্ট মতবাদ। খ্রিষ্টবাদ নৈতিকতার ক্ষেত্রে দুর্বলতার প্রচারণা </w:t>
      </w:r>
      <w:r w:rsidR="003E5D70">
        <w:rPr>
          <w:cs/>
          <w:lang w:bidi="bn-IN"/>
        </w:rPr>
        <w:t>চালায়</w:t>
      </w:r>
      <w:r w:rsidR="003E5D70">
        <w:rPr>
          <w:lang w:bidi="bn-IN"/>
        </w:rPr>
        <w:t xml:space="preserve"> </w:t>
      </w:r>
      <w:r w:rsidRPr="003F52A2">
        <w:rPr>
          <w:cs/>
          <w:lang w:bidi="hi-IN"/>
        </w:rPr>
        <w:t>।</w:t>
      </w:r>
      <w:r w:rsidR="00695D8C">
        <w:rPr>
          <w:lang w:bidi="bn-IN"/>
        </w:rPr>
        <w:t xml:space="preserve"> </w:t>
      </w:r>
      <w:r w:rsidRPr="003F52A2">
        <w:rPr>
          <w:cs/>
          <w:lang w:bidi="bn-IN"/>
        </w:rPr>
        <w:t xml:space="preserve">প্রচলিত একটি কথা </w:t>
      </w:r>
      <w:r w:rsidRPr="00D542A0">
        <w:rPr>
          <w:rStyle w:val="libAlaemChar"/>
        </w:rPr>
        <w:t>‘</w:t>
      </w:r>
      <w:r w:rsidRPr="003F52A2">
        <w:rPr>
          <w:cs/>
          <w:lang w:bidi="bn-IN"/>
        </w:rPr>
        <w:t>কেউ তোমার ডান গালে চড় বসিয়ে দিলে বাম গালটিকেও তার দিকে বাড়িয়ে</w:t>
      </w:r>
      <w:r w:rsidR="00695D8C">
        <w:rPr>
          <w:lang w:bidi="bn-IN"/>
        </w:rPr>
        <w:t xml:space="preserve"> </w:t>
      </w:r>
      <w:r w:rsidRPr="003F52A2">
        <w:rPr>
          <w:cs/>
          <w:lang w:bidi="bn-IN"/>
        </w:rPr>
        <w:t>দাও</w:t>
      </w:r>
      <w:r w:rsidRPr="00D542A0">
        <w:rPr>
          <w:rStyle w:val="libAlaemChar"/>
        </w:rPr>
        <w:t>’</w:t>
      </w:r>
      <w:r w:rsidR="00695D8C">
        <w:t>-</w:t>
      </w:r>
      <w:r w:rsidRPr="003F52A2">
        <w:rPr>
          <w:cs/>
          <w:lang w:bidi="bn-IN"/>
        </w:rPr>
        <w:t>এটা খ্রিষ্টবাদ হতে এসেছে।</w:t>
      </w:r>
    </w:p>
    <w:p w:rsidR="00695D8C" w:rsidRPr="001F7408" w:rsidRDefault="00695D8C" w:rsidP="001F7408">
      <w:pPr>
        <w:rPr>
          <w:rtl/>
          <w:cs/>
        </w:rPr>
      </w:pPr>
      <w:r>
        <w:rPr>
          <w:cs/>
          <w:lang w:bidi="bn-IN"/>
        </w:rPr>
        <w:br w:type="page"/>
      </w:r>
    </w:p>
    <w:p w:rsidR="00695D8C" w:rsidRDefault="003F52A2" w:rsidP="00695D8C">
      <w:pPr>
        <w:pStyle w:val="Heading1"/>
        <w:rPr>
          <w:lang w:bidi="bn-IN"/>
        </w:rPr>
      </w:pPr>
      <w:bookmarkStart w:id="52" w:name="_Toc392601461"/>
      <w:r w:rsidRPr="003F52A2">
        <w:rPr>
          <w:cs/>
          <w:lang w:bidi="bn-IN"/>
        </w:rPr>
        <w:t>ক্ষমতার বিষয়ে ইসলামের দৃষ্টিভঙ্গি</w:t>
      </w:r>
      <w:bookmarkEnd w:id="52"/>
      <w:r w:rsidRPr="003F52A2">
        <w:rPr>
          <w:cs/>
          <w:lang w:bidi="bn-IN"/>
        </w:rPr>
        <w:t xml:space="preserve"> </w:t>
      </w:r>
    </w:p>
    <w:p w:rsidR="00695D8C" w:rsidRDefault="00695D8C" w:rsidP="00FE037C">
      <w:pPr>
        <w:pStyle w:val="libNormal"/>
        <w:rPr>
          <w:lang w:bidi="bn-IN"/>
        </w:rPr>
      </w:pPr>
    </w:p>
    <w:p w:rsidR="00695D8C" w:rsidRDefault="003F52A2" w:rsidP="00FE037C">
      <w:pPr>
        <w:pStyle w:val="libNormal"/>
        <w:rPr>
          <w:lang w:bidi="bn-IN"/>
        </w:rPr>
      </w:pPr>
      <w:r w:rsidRPr="003F52A2">
        <w:rPr>
          <w:cs/>
          <w:lang w:bidi="bn-IN"/>
        </w:rPr>
        <w:t>ক্ষমতার বিষয়ে ইসলামের দৃষ্টিভঙ্গি কিরূপ</w:t>
      </w:r>
      <w:r w:rsidRPr="003F52A2">
        <w:t xml:space="preserve">? </w:t>
      </w:r>
      <w:r w:rsidRPr="003F52A2">
        <w:rPr>
          <w:cs/>
          <w:lang w:bidi="bn-IN"/>
        </w:rPr>
        <w:t>ইসলাম সবলতার পক্ষে নাকি দুর্বলতার পক্ষে প্রচা</w:t>
      </w:r>
      <w:r w:rsidR="00695D8C">
        <w:rPr>
          <w:cs/>
          <w:lang w:bidi="bn-IN"/>
        </w:rPr>
        <w:t>র</w:t>
      </w:r>
      <w:r w:rsidR="00695D8C">
        <w:rPr>
          <w:lang w:bidi="bn-IN"/>
        </w:rPr>
        <w:t xml:space="preserve"> </w:t>
      </w:r>
      <w:r w:rsidRPr="003F52A2">
        <w:rPr>
          <w:cs/>
          <w:lang w:bidi="bn-IN"/>
        </w:rPr>
        <w:t>চালিয়েছে। নাকি সবলতার পক্ষেও নয় বা দুর্বলতার পক্ষেও নয়</w:t>
      </w:r>
      <w:r w:rsidRPr="003F52A2">
        <w:t xml:space="preserve">? </w:t>
      </w:r>
      <w:r w:rsidRPr="003F52A2">
        <w:rPr>
          <w:cs/>
          <w:lang w:bidi="bn-IN"/>
        </w:rPr>
        <w:t xml:space="preserve">এর জবাব হলো ইসলাম এক </w:t>
      </w:r>
      <w:r w:rsidR="00695D8C">
        <w:rPr>
          <w:cs/>
          <w:lang w:bidi="bn-IN"/>
        </w:rPr>
        <w:t>অর্থে</w:t>
      </w:r>
      <w:r w:rsidR="00695D8C">
        <w:rPr>
          <w:lang w:bidi="bn-IN"/>
        </w:rPr>
        <w:t xml:space="preserve"> </w:t>
      </w:r>
      <w:r w:rsidRPr="003F52A2">
        <w:rPr>
          <w:cs/>
          <w:lang w:bidi="bn-IN"/>
        </w:rPr>
        <w:t>ক্ষমতার পক্ষে প্রচারণা চালিয়েছে তবে তা নী</w:t>
      </w:r>
      <w:r w:rsidRPr="00D542A0">
        <w:rPr>
          <w:rStyle w:val="libAlaemChar"/>
        </w:rPr>
        <w:t>’</w:t>
      </w:r>
      <w:r w:rsidRPr="003F52A2">
        <w:rPr>
          <w:cs/>
          <w:lang w:bidi="bn-IN"/>
        </w:rPr>
        <w:t>চের প্রচারিত ক্ষমতা নয়</w:t>
      </w:r>
      <w:r w:rsidRPr="003F52A2">
        <w:t>,</w:t>
      </w:r>
      <w:r w:rsidRPr="003F52A2">
        <w:rPr>
          <w:cs/>
          <w:lang w:bidi="bn-IN"/>
        </w:rPr>
        <w:t>বরং এমন ক্ষমতা যা</w:t>
      </w:r>
      <w:r w:rsidR="00695D8C">
        <w:rPr>
          <w:lang w:bidi="bn-IN"/>
        </w:rPr>
        <w:t xml:space="preserve"> </w:t>
      </w:r>
      <w:r w:rsidRPr="003F52A2">
        <w:rPr>
          <w:cs/>
          <w:lang w:bidi="bn-IN"/>
        </w:rPr>
        <w:t>মানবিকতার সব উচ্চ বোধকে ধারণ করে এবং দয়া</w:t>
      </w:r>
      <w:r w:rsidRPr="003F52A2">
        <w:t>,</w:t>
      </w:r>
      <w:r w:rsidRPr="003F52A2">
        <w:rPr>
          <w:cs/>
          <w:lang w:bidi="bn-IN"/>
        </w:rPr>
        <w:t>অনুগ্রহ</w:t>
      </w:r>
      <w:r w:rsidRPr="003F52A2">
        <w:t>,</w:t>
      </w:r>
      <w:r w:rsidR="00695D8C">
        <w:rPr>
          <w:cs/>
          <w:lang w:bidi="bn-IN"/>
        </w:rPr>
        <w:t>আত্মত্যাগ ও সকল উচ্চতর মানবীয়</w:t>
      </w:r>
      <w:r w:rsidR="00695D8C">
        <w:rPr>
          <w:lang w:bidi="bn-IN"/>
        </w:rPr>
        <w:t xml:space="preserve"> </w:t>
      </w:r>
      <w:r w:rsidRPr="003F52A2">
        <w:rPr>
          <w:cs/>
          <w:lang w:bidi="bn-IN"/>
        </w:rPr>
        <w:t>গুণাবলী হতে উৎসারিত।</w:t>
      </w:r>
    </w:p>
    <w:p w:rsidR="00695D8C" w:rsidRPr="00D542A0" w:rsidRDefault="003F52A2" w:rsidP="00FE037C">
      <w:pPr>
        <w:pStyle w:val="libNormal"/>
      </w:pPr>
      <w:r w:rsidRPr="003F52A2">
        <w:rPr>
          <w:cs/>
          <w:lang w:bidi="bn-IN"/>
        </w:rPr>
        <w:t>ইসলামে নিঃসন্দেহে ক্ষমতা ও শক্তির দিকে আহবান জানানো হয়েছে। কোরআন ও হাদীস এর</w:t>
      </w:r>
      <w:r w:rsidR="00695D8C">
        <w:rPr>
          <w:lang w:bidi="bn-IN"/>
        </w:rPr>
        <w:t xml:space="preserve"> </w:t>
      </w:r>
      <w:r w:rsidRPr="003F52A2">
        <w:rPr>
          <w:cs/>
          <w:lang w:bidi="bn-IN"/>
        </w:rPr>
        <w:t xml:space="preserve">পক্ষে দলিল। অন্য </w:t>
      </w:r>
      <w:r w:rsidR="00695D8C">
        <w:rPr>
          <w:cs/>
          <w:lang w:bidi="bn-IN"/>
        </w:rPr>
        <w:t>যারা</w:t>
      </w:r>
      <w:r w:rsidRPr="003F52A2">
        <w:rPr>
          <w:cs/>
          <w:lang w:bidi="bn-IN"/>
        </w:rPr>
        <w:t xml:space="preserve"> ইসলামের বিষয়ে পড়াশোনা করেছেন </w:t>
      </w:r>
      <w:r w:rsidR="00FE6D44">
        <w:rPr>
          <w:cs/>
          <w:lang w:bidi="bn-IN"/>
        </w:rPr>
        <w:t>তারা</w:t>
      </w:r>
      <w:r w:rsidRPr="003F52A2">
        <w:rPr>
          <w:cs/>
          <w:lang w:bidi="bn-IN"/>
        </w:rPr>
        <w:t>ও ইসলামকে সকল ধর্মের মধ্যে</w:t>
      </w:r>
      <w:r w:rsidR="00695D8C">
        <w:rPr>
          <w:lang w:bidi="bn-IN"/>
        </w:rPr>
        <w:t xml:space="preserve"> </w:t>
      </w:r>
      <w:r w:rsidRPr="003F52A2">
        <w:rPr>
          <w:cs/>
          <w:lang w:bidi="bn-IN"/>
        </w:rPr>
        <w:t>ক্ষমতার ব্যাপারে অধিকতর মনোযোগী দেখেছেন। কোন ধর্মই ইসলামের মতো এত অধিক ক্ষমতা ও</w:t>
      </w:r>
      <w:r w:rsidR="00695D8C">
        <w:rPr>
          <w:lang w:bidi="bn-IN"/>
        </w:rPr>
        <w:t xml:space="preserve"> </w:t>
      </w:r>
      <w:r w:rsidRPr="003F52A2">
        <w:rPr>
          <w:cs/>
          <w:lang w:bidi="bn-IN"/>
        </w:rPr>
        <w:t xml:space="preserve">শক্তির দিকে আহবান করেনি। উইল ডুরান্ট </w:t>
      </w:r>
      <w:r w:rsidR="00FE6D44">
        <w:rPr>
          <w:cs/>
          <w:lang w:bidi="bn-IN"/>
        </w:rPr>
        <w:t>তার</w:t>
      </w:r>
      <w:r w:rsidRPr="003F52A2">
        <w:rPr>
          <w:cs/>
          <w:lang w:bidi="bn-IN"/>
        </w:rPr>
        <w:t xml:space="preserve"> </w:t>
      </w:r>
      <w:r w:rsidRPr="00D542A0">
        <w:rPr>
          <w:rStyle w:val="libAlaemChar"/>
        </w:rPr>
        <w:t>‘</w:t>
      </w:r>
      <w:r w:rsidRPr="003F52A2">
        <w:rPr>
          <w:cs/>
          <w:lang w:bidi="bn-IN"/>
        </w:rPr>
        <w:t>সভ্যতার ইতিহাস</w:t>
      </w:r>
      <w:r w:rsidRPr="00D542A0">
        <w:rPr>
          <w:rStyle w:val="libAlaemChar"/>
        </w:rPr>
        <w:t>’</w:t>
      </w:r>
      <w:r w:rsidRPr="003F52A2">
        <w:t xml:space="preserve"> </w:t>
      </w:r>
      <w:r w:rsidRPr="003F52A2">
        <w:rPr>
          <w:cs/>
          <w:lang w:bidi="bn-IN"/>
        </w:rPr>
        <w:t>গ্রন্থের একাদশ খণ্ডে ইসলামী</w:t>
      </w:r>
      <w:r w:rsidR="00695D8C">
        <w:rPr>
          <w:lang w:bidi="bn-IN"/>
        </w:rPr>
        <w:t xml:space="preserve"> </w:t>
      </w:r>
      <w:r w:rsidRPr="003F52A2">
        <w:rPr>
          <w:cs/>
          <w:lang w:bidi="bn-IN"/>
        </w:rPr>
        <w:t>সভ্যতা নিয়ে আলোচনা করেছেন এবং সেখানে এ উক্তিটি করেছেন</w:t>
      </w:r>
      <w:r w:rsidRPr="003F52A2">
        <w:t>,</w:t>
      </w:r>
      <w:r w:rsidRPr="00D542A0">
        <w:rPr>
          <w:rStyle w:val="libAlaemChar"/>
        </w:rPr>
        <w:t>“</w:t>
      </w:r>
      <w:r w:rsidRPr="003F52A2">
        <w:rPr>
          <w:cs/>
          <w:lang w:bidi="bn-IN"/>
        </w:rPr>
        <w:t>কোন ধর্মই ইসলামের মতো তার</w:t>
      </w:r>
      <w:r w:rsidR="00695D8C">
        <w:rPr>
          <w:lang w:bidi="bn-IN"/>
        </w:rPr>
        <w:t xml:space="preserve"> </w:t>
      </w:r>
      <w:r w:rsidRPr="003F52A2">
        <w:rPr>
          <w:cs/>
          <w:lang w:bidi="bn-IN"/>
        </w:rPr>
        <w:t>অনুসারীদের ক্ষমতা ও শক্তির দিকে আহবান করেনি।</w:t>
      </w:r>
      <w:r w:rsidRPr="00D542A0">
        <w:rPr>
          <w:rStyle w:val="libAlaemChar"/>
        </w:rPr>
        <w:t>”</w:t>
      </w:r>
    </w:p>
    <w:p w:rsidR="00695D8C" w:rsidRDefault="003F52A2" w:rsidP="00FE037C">
      <w:pPr>
        <w:pStyle w:val="libNormal"/>
      </w:pPr>
      <w:r w:rsidRPr="003F52A2">
        <w:rPr>
          <w:cs/>
          <w:lang w:bidi="bn-IN"/>
        </w:rPr>
        <w:t>এ বিষয়ে কোরআনে অসংখ্য আয়াত রয়েছে। এক স্থানে হযরত ইয়াহিয়া (আ.)-কে উদ্দেশ্য করে</w:t>
      </w:r>
      <w:r w:rsidR="00695D8C">
        <w:rPr>
          <w:lang w:bidi="bn-IN"/>
        </w:rPr>
        <w:t xml:space="preserve"> </w:t>
      </w:r>
      <w:r w:rsidRPr="003F52A2">
        <w:rPr>
          <w:cs/>
          <w:lang w:bidi="bn-IN"/>
        </w:rPr>
        <w:t>আল্লাহ্পাক বলছেন</w:t>
      </w:r>
      <w:r w:rsidRPr="003F52A2">
        <w:t>,</w:t>
      </w:r>
    </w:p>
    <w:p w:rsidR="00695D8C" w:rsidRPr="00695D8C" w:rsidRDefault="00695D8C" w:rsidP="00695D8C">
      <w:pPr>
        <w:pStyle w:val="libAie"/>
      </w:pPr>
      <w:r w:rsidRPr="00695D8C">
        <w:rPr>
          <w:rStyle w:val="libAlaemChar"/>
        </w:rPr>
        <w:t>)</w:t>
      </w:r>
      <w:r w:rsidRPr="00695D8C">
        <w:rPr>
          <w:rStyle w:val="ayatext"/>
          <w:rtl/>
        </w:rPr>
        <w:t>يَا يَحْيَىٰ خُذِ الْكِتَابَ بِقُوَّةٍ</w:t>
      </w:r>
      <w:r>
        <w:rPr>
          <w:rStyle w:val="ayatext"/>
        </w:rPr>
        <w:t xml:space="preserve"> </w:t>
      </w:r>
      <w:r w:rsidRPr="00695D8C">
        <w:rPr>
          <w:rStyle w:val="libAlaemChar"/>
        </w:rPr>
        <w:t>(</w:t>
      </w:r>
    </w:p>
    <w:p w:rsidR="00695D8C" w:rsidRDefault="00695D8C" w:rsidP="00FE037C">
      <w:pPr>
        <w:pStyle w:val="libNormal"/>
      </w:pPr>
    </w:p>
    <w:p w:rsidR="00695D8C" w:rsidRDefault="003F52A2" w:rsidP="00FE037C">
      <w:pPr>
        <w:pStyle w:val="libNormal"/>
        <w:rPr>
          <w:lang w:bidi="bn-IN"/>
        </w:rPr>
      </w:pPr>
      <w:r w:rsidRPr="00D542A0">
        <w:rPr>
          <w:rStyle w:val="libAlaemChar"/>
        </w:rPr>
        <w:t>“</w:t>
      </w:r>
      <w:r w:rsidRPr="003F52A2">
        <w:rPr>
          <w:cs/>
          <w:lang w:bidi="bn-IN"/>
        </w:rPr>
        <w:t>হে ইয়াহিয়া! কিতাবকে (বিধানকে) শক্তিমত্তার সঙ্গে গ্রহণ কর।</w:t>
      </w:r>
      <w:r w:rsidRPr="00D542A0">
        <w:rPr>
          <w:rStyle w:val="libAlaemChar"/>
        </w:rPr>
        <w:t>”</w:t>
      </w:r>
      <w:r w:rsidRPr="003F52A2">
        <w:t xml:space="preserve"> (</w:t>
      </w:r>
      <w:r w:rsidRPr="003F52A2">
        <w:rPr>
          <w:cs/>
          <w:lang w:bidi="bn-IN"/>
        </w:rPr>
        <w:t>সূরা মারইয়াম : ১২)</w:t>
      </w:r>
    </w:p>
    <w:p w:rsidR="00695D8C" w:rsidRDefault="003F52A2" w:rsidP="00FE037C">
      <w:pPr>
        <w:pStyle w:val="libNormal"/>
      </w:pPr>
      <w:r w:rsidRPr="003F52A2">
        <w:rPr>
          <w:cs/>
          <w:lang w:bidi="bn-IN"/>
        </w:rPr>
        <w:t>আমার বক্তব্যের শুরুতে যে আয়াতটি তেলাওয়াত করেছি দেখুন তা কতটা বিপ্লবী ও মুমিনদের</w:t>
      </w:r>
      <w:r w:rsidR="00695D8C">
        <w:rPr>
          <w:lang w:bidi="bn-IN"/>
        </w:rPr>
        <w:t xml:space="preserve"> </w:t>
      </w:r>
      <w:r w:rsidRPr="003F52A2">
        <w:rPr>
          <w:cs/>
          <w:lang w:bidi="bn-IN"/>
        </w:rPr>
        <w:t>কিরূপ শক্তিমান ব্যক্তিরূপে বর্ণনা করে বলেছে</w:t>
      </w:r>
      <w:r w:rsidRPr="003F52A2">
        <w:t>,</w:t>
      </w:r>
    </w:p>
    <w:p w:rsidR="00695D8C" w:rsidRDefault="00695D8C" w:rsidP="00C96FA9">
      <w:pPr>
        <w:pStyle w:val="libAie"/>
      </w:pPr>
      <w:r w:rsidRPr="00695D8C">
        <w:rPr>
          <w:rStyle w:val="libAlaemChar"/>
        </w:rPr>
        <w:t>)</w:t>
      </w:r>
      <w:r w:rsidRPr="00695D8C">
        <w:rPr>
          <w:rStyle w:val="ayatext"/>
          <w:rtl/>
        </w:rPr>
        <w:t>وَكَأَيِّن</w:t>
      </w:r>
      <w:r w:rsidRPr="00C96FA9">
        <w:rPr>
          <w:rtl/>
        </w:rPr>
        <w:t xml:space="preserve"> </w:t>
      </w:r>
      <w:r w:rsidRPr="00695D8C">
        <w:rPr>
          <w:rStyle w:val="ayatext"/>
          <w:rtl/>
        </w:rPr>
        <w:t>مِّن نَّبِيٍّ قَاتَلَ مَعَهُ رِ‌بِّيُّونَ كَثِيرٌ‌ فَمَا وَهَنُوا لِمَا</w:t>
      </w:r>
      <w:r w:rsidRPr="00C96FA9">
        <w:rPr>
          <w:rtl/>
        </w:rPr>
        <w:t xml:space="preserve"> </w:t>
      </w:r>
      <w:r w:rsidRPr="00695D8C">
        <w:rPr>
          <w:rStyle w:val="ayatext"/>
          <w:rtl/>
        </w:rPr>
        <w:t>أَصَابَهُمْ فِي سَبِيلِ اللَّـهِ وَمَا ضَعُفُوا وَمَا اسْتَكَانُوا</w:t>
      </w:r>
      <w:r w:rsidRPr="00C96FA9">
        <w:rPr>
          <w:rtl/>
        </w:rPr>
        <w:t xml:space="preserve"> </w:t>
      </w:r>
      <w:r w:rsidRPr="00695D8C">
        <w:rPr>
          <w:rStyle w:val="ayatext"/>
          <w:rtl/>
        </w:rPr>
        <w:t>وَاللَّـهُ يُحِبُّ الصَّابِرِ‌ينَ</w:t>
      </w:r>
      <w:r>
        <w:rPr>
          <w:rStyle w:val="ayatext"/>
        </w:rPr>
        <w:t xml:space="preserve"> </w:t>
      </w:r>
      <w:r w:rsidRPr="00695D8C">
        <w:rPr>
          <w:rStyle w:val="libAlaemChar"/>
        </w:rPr>
        <w:t>(</w:t>
      </w:r>
    </w:p>
    <w:p w:rsidR="00C96FA9" w:rsidRDefault="003F52A2" w:rsidP="00FE037C">
      <w:pPr>
        <w:pStyle w:val="libNormal"/>
        <w:rPr>
          <w:lang w:bidi="bn-IN"/>
        </w:rPr>
      </w:pPr>
      <w:r w:rsidRPr="003F52A2">
        <w:t>(</w:t>
      </w:r>
      <w:r w:rsidRPr="003F52A2">
        <w:rPr>
          <w:cs/>
          <w:lang w:bidi="bn-IN"/>
        </w:rPr>
        <w:t>সূরা আলে ইমরান : ১৪৬) .০৩১</w:t>
      </w:r>
    </w:p>
    <w:p w:rsidR="00C96FA9" w:rsidRDefault="003F52A2" w:rsidP="00FE037C">
      <w:pPr>
        <w:pStyle w:val="libNormal"/>
        <w:rPr>
          <w:lang w:bidi="bn-IN"/>
        </w:rPr>
      </w:pPr>
      <w:r w:rsidRPr="00D542A0">
        <w:rPr>
          <w:rStyle w:val="libAlaemChar"/>
        </w:rPr>
        <w:t>“</w:t>
      </w:r>
      <w:r w:rsidRPr="003F52A2">
        <w:rPr>
          <w:cs/>
          <w:lang w:bidi="bn-IN"/>
        </w:rPr>
        <w:t>কত ঐশী ব্যক্তি নবীদের সঙ্গে একত্রে যুদ্ধ করেছে এবং আল্লাহর পথে যখন কোন কষ্ট তাদের</w:t>
      </w:r>
      <w:r w:rsidR="00C96FA9">
        <w:rPr>
          <w:lang w:bidi="bn-IN"/>
        </w:rPr>
        <w:t xml:space="preserve"> </w:t>
      </w:r>
      <w:r w:rsidRPr="003F52A2">
        <w:rPr>
          <w:cs/>
          <w:lang w:bidi="bn-IN"/>
        </w:rPr>
        <w:t>স্পর্শ করেছে তখন কোন ক্লান্তি</w:t>
      </w:r>
      <w:r w:rsidRPr="003F52A2">
        <w:t>,</w:t>
      </w:r>
      <w:r w:rsidRPr="003F52A2">
        <w:rPr>
          <w:cs/>
          <w:lang w:bidi="bn-IN"/>
        </w:rPr>
        <w:t>দুর্বলতা ও অযোগ্যতা প্রদর্শন করেনি বা দমেও যায়নি। আর যা</w:t>
      </w:r>
      <w:r w:rsidR="00C96FA9">
        <w:rPr>
          <w:cs/>
          <w:lang w:bidi="bn-IN"/>
        </w:rPr>
        <w:t>রা</w:t>
      </w:r>
      <w:r w:rsidR="00C96FA9">
        <w:rPr>
          <w:lang w:bidi="bn-IN"/>
        </w:rPr>
        <w:t xml:space="preserve"> </w:t>
      </w:r>
      <w:r w:rsidRPr="003F52A2">
        <w:rPr>
          <w:cs/>
          <w:lang w:bidi="bn-IN"/>
        </w:rPr>
        <w:t>ধৈর্যধারণ করে আল্লাহ্ তাদের ভালোবাসেন।</w:t>
      </w:r>
      <w:r w:rsidR="00C96FA9">
        <w:rPr>
          <w:lang w:bidi="bn-IN"/>
        </w:rPr>
        <w:t xml:space="preserve"> </w:t>
      </w:r>
    </w:p>
    <w:p w:rsidR="00C96FA9" w:rsidRDefault="003F52A2" w:rsidP="00FE037C">
      <w:pPr>
        <w:pStyle w:val="libNormal"/>
      </w:pPr>
      <w:r w:rsidRPr="003F52A2">
        <w:rPr>
          <w:cs/>
          <w:lang w:bidi="bn-IN"/>
        </w:rPr>
        <w:t>অন্যত্র মহান আল্লাহ্ বলেছেন</w:t>
      </w:r>
      <w:r w:rsidRPr="003F52A2">
        <w:t>,</w:t>
      </w:r>
    </w:p>
    <w:p w:rsidR="00C96FA9" w:rsidRPr="00C96FA9" w:rsidRDefault="00C96FA9" w:rsidP="00C96FA9">
      <w:pPr>
        <w:pStyle w:val="libAie"/>
      </w:pPr>
      <w:r w:rsidRPr="00C96FA9">
        <w:rPr>
          <w:rStyle w:val="libAlaemChar"/>
        </w:rPr>
        <w:t>)</w:t>
      </w:r>
      <w:r w:rsidRPr="00C96FA9">
        <w:rPr>
          <w:rStyle w:val="ayatext"/>
          <w:rtl/>
        </w:rPr>
        <w:t>إِنَّ اللَّـهَ يُحِبُّ الَّذِينَ يُقَاتِلُونَ فِي سَبِيلِهِ صَفًّا كَأَنَّهُم بُنْيَانٌ مَّرْ‌صُوصٌ</w:t>
      </w:r>
      <w:r>
        <w:rPr>
          <w:rStyle w:val="ayatext"/>
        </w:rPr>
        <w:t xml:space="preserve"> </w:t>
      </w:r>
      <w:r w:rsidRPr="00C96FA9">
        <w:rPr>
          <w:rStyle w:val="libAlaemChar"/>
        </w:rPr>
        <w:t>(</w:t>
      </w:r>
    </w:p>
    <w:p w:rsidR="00C96FA9" w:rsidRDefault="00C96FA9" w:rsidP="00FE037C">
      <w:pPr>
        <w:pStyle w:val="libNormal"/>
      </w:pPr>
    </w:p>
    <w:p w:rsidR="00C96FA9" w:rsidRDefault="003F52A2" w:rsidP="00FE037C">
      <w:pPr>
        <w:pStyle w:val="libNormal"/>
        <w:rPr>
          <w:lang w:bidi="bn-IN"/>
        </w:rPr>
      </w:pPr>
      <w:r w:rsidRPr="00D542A0">
        <w:rPr>
          <w:rStyle w:val="libAlaemChar"/>
        </w:rPr>
        <w:t>“</w:t>
      </w:r>
      <w:r w:rsidRPr="003F52A2">
        <w:rPr>
          <w:cs/>
          <w:lang w:bidi="bn-IN"/>
        </w:rPr>
        <w:t>যারা আল্লাহর পথে সারিবদ্ধভাবে লড়াই করে তারা যেন সীসা ঢালা প্রাচীর। তিনি তাদের</w:t>
      </w:r>
      <w:r w:rsidR="00C96FA9">
        <w:rPr>
          <w:lang w:bidi="bn-IN"/>
        </w:rPr>
        <w:t xml:space="preserve"> </w:t>
      </w:r>
      <w:r w:rsidRPr="003F52A2">
        <w:rPr>
          <w:cs/>
          <w:lang w:bidi="bn-IN"/>
        </w:rPr>
        <w:t>ভালোবাসেন।</w:t>
      </w:r>
      <w:r w:rsidRPr="00D542A0">
        <w:rPr>
          <w:rStyle w:val="libAlaemChar"/>
        </w:rPr>
        <w:t>”</w:t>
      </w:r>
      <w:r w:rsidRPr="003F52A2">
        <w:t xml:space="preserve"> (</w:t>
      </w:r>
      <w:r w:rsidRPr="003F52A2">
        <w:rPr>
          <w:cs/>
          <w:lang w:bidi="bn-IN"/>
        </w:rPr>
        <w:t>সূরা ছফ : ৪)</w:t>
      </w:r>
    </w:p>
    <w:p w:rsidR="00C96FA9" w:rsidRDefault="003F52A2" w:rsidP="00FE037C">
      <w:pPr>
        <w:pStyle w:val="libNormal"/>
      </w:pPr>
      <w:r w:rsidRPr="003F52A2">
        <w:rPr>
          <w:cs/>
          <w:lang w:bidi="bn-IN"/>
        </w:rPr>
        <w:t>তিনি আরো বলেছেন</w:t>
      </w:r>
      <w:r w:rsidRPr="003F52A2">
        <w:t>,</w:t>
      </w:r>
    </w:p>
    <w:p w:rsidR="00C96FA9" w:rsidRPr="00C96FA9" w:rsidRDefault="00C96FA9" w:rsidP="00C96FA9">
      <w:pPr>
        <w:pStyle w:val="libAie"/>
      </w:pPr>
      <w:r w:rsidRPr="00C96FA9">
        <w:rPr>
          <w:rStyle w:val="libAlaemChar"/>
        </w:rPr>
        <w:t>)</w:t>
      </w:r>
      <w:r w:rsidRPr="00C96FA9">
        <w:rPr>
          <w:rStyle w:val="ayatext"/>
          <w:rtl/>
        </w:rPr>
        <w:t>مُّحَمَّدٌ رَّ‌سُولُ اللَّـهِ</w:t>
      </w:r>
      <w:r w:rsidRPr="001F7408">
        <w:rPr>
          <w:rtl/>
        </w:rPr>
        <w:t xml:space="preserve"> </w:t>
      </w:r>
      <w:r w:rsidRPr="00C96FA9">
        <w:rPr>
          <w:rStyle w:val="ayatext"/>
          <w:rtl/>
        </w:rPr>
        <w:t>وَالَّذِينَ مَعَهُ أَشِدَّاءُ عَلَى الْكُفَّارِ‌ رُ‌حَمَاءُ بَيْنَهُمْ</w:t>
      </w:r>
      <w:r>
        <w:rPr>
          <w:rStyle w:val="ayatext"/>
        </w:rPr>
        <w:t xml:space="preserve"> </w:t>
      </w:r>
      <w:r w:rsidRPr="00C96FA9">
        <w:rPr>
          <w:rStyle w:val="libAlaemChar"/>
        </w:rPr>
        <w:t>(</w:t>
      </w:r>
    </w:p>
    <w:p w:rsidR="00C96FA9" w:rsidRDefault="00C96FA9" w:rsidP="00FE037C">
      <w:pPr>
        <w:pStyle w:val="libNormal"/>
      </w:pPr>
    </w:p>
    <w:p w:rsidR="00C96FA9" w:rsidRDefault="003F52A2" w:rsidP="00FE037C">
      <w:pPr>
        <w:pStyle w:val="libNormal"/>
        <w:rPr>
          <w:lang w:bidi="bn-IN"/>
        </w:rPr>
      </w:pPr>
      <w:r w:rsidRPr="00D542A0">
        <w:rPr>
          <w:rStyle w:val="libAlaemChar"/>
        </w:rPr>
        <w:t>“</w:t>
      </w:r>
      <w:r w:rsidRPr="003F52A2">
        <w:rPr>
          <w:cs/>
          <w:lang w:bidi="bn-IN"/>
        </w:rPr>
        <w:t>মুহাম্মদ আল্লাহর রাসূল এবং যারা তার সাথে রয়েছে তারা কাফেরদের বিরুদ্ধে অত্যন্ত কঠোর</w:t>
      </w:r>
      <w:r w:rsidR="00C96FA9">
        <w:rPr>
          <w:lang w:bidi="bn-IN"/>
        </w:rPr>
        <w:t xml:space="preserve"> </w:t>
      </w:r>
      <w:r w:rsidRPr="003F52A2">
        <w:rPr>
          <w:cs/>
          <w:lang w:bidi="bn-IN"/>
        </w:rPr>
        <w:t>এবং নিজেদের (মুমিনদের) মধ্যে রহম</w:t>
      </w:r>
      <w:r w:rsidR="00C96FA9">
        <w:rPr>
          <w:lang w:bidi="bn-IN"/>
        </w:rPr>
        <w:t xml:space="preserve"> </w:t>
      </w:r>
      <w:r w:rsidRPr="003F52A2">
        <w:rPr>
          <w:cs/>
          <w:lang w:bidi="bn-IN"/>
        </w:rPr>
        <w:t>দিল।</w:t>
      </w:r>
      <w:r w:rsidRPr="00D542A0">
        <w:rPr>
          <w:rStyle w:val="libAlaemChar"/>
        </w:rPr>
        <w:t>”</w:t>
      </w:r>
      <w:r w:rsidRPr="003F52A2">
        <w:t xml:space="preserve"> (</w:t>
      </w:r>
      <w:r w:rsidRPr="003F52A2">
        <w:rPr>
          <w:cs/>
          <w:lang w:bidi="bn-IN"/>
        </w:rPr>
        <w:t>সূরা ফাত্হ :</w:t>
      </w:r>
      <w:r w:rsidR="00C96FA9">
        <w:rPr>
          <w:cs/>
          <w:lang w:bidi="bn-IN"/>
        </w:rPr>
        <w:t xml:space="preserve"> ২৯) এরূপ আয়াত কোরআনে প্রচুর</w:t>
      </w:r>
      <w:r w:rsidR="00C96FA9">
        <w:rPr>
          <w:lang w:bidi="bn-IN"/>
        </w:rPr>
        <w:t xml:space="preserve"> </w:t>
      </w:r>
      <w:r w:rsidRPr="003F52A2">
        <w:rPr>
          <w:cs/>
          <w:lang w:bidi="bn-IN"/>
        </w:rPr>
        <w:t>রয়েছে।</w:t>
      </w:r>
    </w:p>
    <w:p w:rsidR="00C96FA9" w:rsidRDefault="003F52A2" w:rsidP="00FE037C">
      <w:pPr>
        <w:pStyle w:val="libNormal"/>
      </w:pPr>
      <w:r w:rsidRPr="003F52A2">
        <w:rPr>
          <w:cs/>
          <w:lang w:bidi="bn-IN"/>
        </w:rPr>
        <w:t>ইসলামে সাহসিকতা একটি প্রশংসিত গুণ। সম্মানবোধ একটি উচ্চ মর্যাদার বিষয় যার অর্থ এ</w:t>
      </w:r>
      <w:r w:rsidR="00C96FA9">
        <w:rPr>
          <w:lang w:bidi="bn-IN"/>
        </w:rPr>
        <w:t xml:space="preserve"> </w:t>
      </w:r>
      <w:r w:rsidRPr="003F52A2">
        <w:rPr>
          <w:cs/>
          <w:lang w:bidi="bn-IN"/>
        </w:rPr>
        <w:t>পরিমাণ ক্ষমতা ও শক্তির অধিকারী হওয়া যাতে কেউ তাকে দুর্বল ও লাঞ্ছিত করতে না পারে। দেখু</w:t>
      </w:r>
      <w:r w:rsidR="00C96FA9">
        <w:rPr>
          <w:cs/>
          <w:lang w:bidi="bn-IN"/>
        </w:rPr>
        <w:t>ন</w:t>
      </w:r>
      <w:r w:rsidR="00C96FA9">
        <w:rPr>
          <w:lang w:bidi="bn-IN"/>
        </w:rPr>
        <w:t xml:space="preserve"> </w:t>
      </w:r>
      <w:r w:rsidRPr="003F52A2">
        <w:rPr>
          <w:cs/>
          <w:lang w:bidi="bn-IN"/>
        </w:rPr>
        <w:t>শত্রুর বিরুদ্ধে প্রস্তুতির পক্ষে ইসলাম কি বলছে</w:t>
      </w:r>
      <w:r w:rsidRPr="003F52A2">
        <w:t>?</w:t>
      </w:r>
    </w:p>
    <w:p w:rsidR="00C96FA9" w:rsidRPr="00D542A0" w:rsidRDefault="00D542A0" w:rsidP="00D542A0">
      <w:pPr>
        <w:pStyle w:val="libAie"/>
        <w:rPr>
          <w:rtl/>
          <w:lang w:bidi="fa-IR"/>
        </w:rPr>
      </w:pPr>
      <w:r w:rsidRPr="00D542A0">
        <w:rPr>
          <w:rStyle w:val="libAlaemChar"/>
          <w:rFonts w:hint="cs"/>
          <w:rtl/>
        </w:rPr>
        <w:t>(</w:t>
      </w:r>
      <w:r w:rsidRPr="00D542A0">
        <w:rPr>
          <w:rStyle w:val="ayatext"/>
          <w:rtl/>
        </w:rPr>
        <w:t>وَأَعِدُّوا لَهُم مَّا اسْتَطَعْتُم مِّن قُوَّةٍ وَمِن رِّ‌بَاطِ الْخَيْلِ تُرْ‌هِبُونَ بِهِ عَدُوَّ اللَّـهِ وَعَدُوَّكُمْ</w:t>
      </w:r>
      <w:r>
        <w:rPr>
          <w:rStyle w:val="ayatext"/>
          <w:rFonts w:hint="cs"/>
          <w:rtl/>
        </w:rPr>
        <w:t xml:space="preserve"> </w:t>
      </w:r>
      <w:r w:rsidRPr="00D542A0">
        <w:rPr>
          <w:rStyle w:val="libAlaemChar"/>
          <w:rFonts w:hint="cs"/>
          <w:rtl/>
        </w:rPr>
        <w:t>)</w:t>
      </w:r>
    </w:p>
    <w:p w:rsidR="00C96FA9" w:rsidRDefault="00C96FA9" w:rsidP="00FE037C">
      <w:pPr>
        <w:pStyle w:val="libNormal"/>
      </w:pPr>
    </w:p>
    <w:p w:rsidR="00D542A0" w:rsidRDefault="003F52A2" w:rsidP="00FE037C">
      <w:pPr>
        <w:pStyle w:val="libNormal"/>
        <w:rPr>
          <w:rtl/>
        </w:rPr>
      </w:pPr>
      <w:r w:rsidRPr="00D542A0">
        <w:rPr>
          <w:rStyle w:val="libAlaemChar"/>
        </w:rPr>
        <w:t>“</w:t>
      </w:r>
      <w:r w:rsidRPr="003F52A2">
        <w:rPr>
          <w:cs/>
          <w:lang w:bidi="bn-IN"/>
        </w:rPr>
        <w:t>শত্রুর মোকাবিলার জন্য সর্বোত্তম শক্তির প্রস্তুতি গ্রহণ কর</w:t>
      </w:r>
      <w:r w:rsidRPr="003F52A2">
        <w:t>,</w:t>
      </w:r>
      <w:r w:rsidRPr="003F52A2">
        <w:rPr>
          <w:cs/>
          <w:lang w:bidi="bn-IN"/>
        </w:rPr>
        <w:t>অস্ত্র ও বাহন (পালিত ঘোড়া) প্রস্তত</w:t>
      </w:r>
      <w:r w:rsidR="00D542A0" w:rsidRPr="00D542A0">
        <w:t xml:space="preserve"> </w:t>
      </w:r>
      <w:r w:rsidRPr="003F52A2">
        <w:rPr>
          <w:cs/>
          <w:lang w:bidi="bn-IN"/>
        </w:rPr>
        <w:t>কর যেন আল্লাহর ও তোমাদের শত্রুরা তোমাদের হতে ভীত হয় (তোমাদের প্রতি লোভের দৃষ্টি</w:t>
      </w:r>
      <w:r w:rsidR="00D542A0">
        <w:rPr>
          <w:lang w:bidi="bn-IN"/>
        </w:rPr>
        <w:t xml:space="preserve"> </w:t>
      </w:r>
      <w:r w:rsidRPr="003F52A2">
        <w:rPr>
          <w:cs/>
          <w:lang w:bidi="bn-IN"/>
        </w:rPr>
        <w:t>নিক্ষেপ করতে না পারে)।</w:t>
      </w:r>
      <w:r w:rsidRPr="00D542A0">
        <w:rPr>
          <w:rStyle w:val="libAlaemChar"/>
        </w:rPr>
        <w:t>”</w:t>
      </w:r>
      <w:r w:rsidRPr="003F52A2">
        <w:t xml:space="preserve"> </w:t>
      </w:r>
      <w:r w:rsidRPr="003F52A2">
        <w:rPr>
          <w:cs/>
          <w:lang w:bidi="bn-IN"/>
        </w:rPr>
        <w:t>অন্য একটি আয়াতে বলেছেন</w:t>
      </w:r>
      <w:r w:rsidRPr="003F52A2">
        <w:t>,</w:t>
      </w:r>
    </w:p>
    <w:p w:rsidR="00D542A0" w:rsidRDefault="00D542A0" w:rsidP="00D542A0">
      <w:pPr>
        <w:pStyle w:val="libAie"/>
        <w:rPr>
          <w:rtl/>
        </w:rPr>
      </w:pPr>
      <w:r w:rsidRPr="00D542A0">
        <w:rPr>
          <w:rStyle w:val="libAlaemChar"/>
          <w:rFonts w:hint="cs"/>
          <w:rtl/>
        </w:rPr>
        <w:t>(</w:t>
      </w:r>
      <w:r w:rsidRPr="00D542A0">
        <w:rPr>
          <w:rFonts w:hint="cs"/>
          <w:rtl/>
        </w:rPr>
        <w:t>وَقَاتِلُوا</w:t>
      </w:r>
      <w:r>
        <w:rPr>
          <w:rtl/>
        </w:rPr>
        <w:t xml:space="preserve"> </w:t>
      </w:r>
      <w:r w:rsidRPr="00D542A0">
        <w:rPr>
          <w:rFonts w:hint="cs"/>
          <w:rtl/>
        </w:rPr>
        <w:t>فِي</w:t>
      </w:r>
      <w:r>
        <w:rPr>
          <w:rtl/>
        </w:rPr>
        <w:t xml:space="preserve"> </w:t>
      </w:r>
      <w:r w:rsidRPr="00D542A0">
        <w:rPr>
          <w:rFonts w:hint="cs"/>
          <w:rtl/>
        </w:rPr>
        <w:t>سَبِيلِ</w:t>
      </w:r>
      <w:r>
        <w:rPr>
          <w:rtl/>
        </w:rPr>
        <w:t xml:space="preserve"> </w:t>
      </w:r>
      <w:r>
        <w:rPr>
          <w:rFonts w:hint="cs"/>
          <w:rtl/>
        </w:rPr>
        <w:t>اللَّـهِ</w:t>
      </w:r>
      <w:r w:rsidRPr="00D542A0">
        <w:rPr>
          <w:rFonts w:hint="cs"/>
          <w:rtl/>
        </w:rPr>
        <w:t xml:space="preserve"> </w:t>
      </w:r>
      <w:r>
        <w:rPr>
          <w:rFonts w:hint="cs"/>
          <w:rtl/>
        </w:rPr>
        <w:t>الَّذِينَ</w:t>
      </w:r>
      <w:r>
        <w:rPr>
          <w:rtl/>
        </w:rPr>
        <w:t xml:space="preserve"> </w:t>
      </w:r>
      <w:r w:rsidRPr="00D542A0">
        <w:rPr>
          <w:rFonts w:hint="cs"/>
          <w:rtl/>
        </w:rPr>
        <w:t>يُقَاتِلُونَكُمْ</w:t>
      </w:r>
      <w:r>
        <w:rPr>
          <w:rtl/>
        </w:rPr>
        <w:t xml:space="preserve"> </w:t>
      </w:r>
      <w:r w:rsidRPr="00D542A0">
        <w:rPr>
          <w:rFonts w:hint="cs"/>
          <w:rtl/>
        </w:rPr>
        <w:t>وَلَا</w:t>
      </w:r>
      <w:r>
        <w:rPr>
          <w:rtl/>
        </w:rPr>
        <w:t xml:space="preserve"> </w:t>
      </w:r>
      <w:r w:rsidRPr="00D542A0">
        <w:rPr>
          <w:rFonts w:hint="cs"/>
          <w:rtl/>
        </w:rPr>
        <w:t>تَعْتَدُوا</w:t>
      </w:r>
      <w:r>
        <w:rPr>
          <w:rtl/>
        </w:rPr>
        <w:t xml:space="preserve"> </w:t>
      </w:r>
      <w:r>
        <w:rPr>
          <w:rFonts w:hint="cs"/>
          <w:rtl/>
        </w:rPr>
        <w:t>إِنَّ</w:t>
      </w:r>
      <w:r w:rsidRPr="00D542A0">
        <w:rPr>
          <w:rFonts w:hint="cs"/>
          <w:rtl/>
        </w:rPr>
        <w:t xml:space="preserve"> </w:t>
      </w:r>
      <w:r>
        <w:rPr>
          <w:rFonts w:hint="cs"/>
          <w:rtl/>
        </w:rPr>
        <w:t>اللَّـهَ</w:t>
      </w:r>
      <w:r w:rsidRPr="00D542A0">
        <w:rPr>
          <w:rFonts w:hint="cs"/>
          <w:rtl/>
        </w:rPr>
        <w:t xml:space="preserve"> </w:t>
      </w:r>
      <w:r>
        <w:rPr>
          <w:rFonts w:hint="cs"/>
          <w:rtl/>
        </w:rPr>
        <w:t>لَا</w:t>
      </w:r>
      <w:r w:rsidRPr="00D542A0">
        <w:rPr>
          <w:rFonts w:hint="cs"/>
          <w:rtl/>
        </w:rPr>
        <w:t xml:space="preserve"> </w:t>
      </w:r>
      <w:r>
        <w:rPr>
          <w:rFonts w:hint="cs"/>
          <w:rtl/>
        </w:rPr>
        <w:t>يُحِبُّ</w:t>
      </w:r>
      <w:r w:rsidRPr="00D542A0">
        <w:rPr>
          <w:rFonts w:hint="cs"/>
          <w:rtl/>
        </w:rPr>
        <w:t xml:space="preserve"> </w:t>
      </w:r>
      <w:r>
        <w:rPr>
          <w:rFonts w:hint="cs"/>
          <w:rtl/>
        </w:rPr>
        <w:t xml:space="preserve">الْمُعْتَدِينَ </w:t>
      </w:r>
      <w:r w:rsidRPr="00D542A0">
        <w:rPr>
          <w:rStyle w:val="libAlaemChar"/>
          <w:rFonts w:hint="cs"/>
          <w:rtl/>
        </w:rPr>
        <w:t>)</w:t>
      </w:r>
    </w:p>
    <w:p w:rsidR="00D542A0" w:rsidRDefault="00D542A0" w:rsidP="00D542A0">
      <w:pPr>
        <w:pStyle w:val="libNormal"/>
      </w:pPr>
    </w:p>
    <w:p w:rsidR="00D542A0" w:rsidRDefault="00D542A0" w:rsidP="00D542A0">
      <w:pPr>
        <w:pStyle w:val="libNormal"/>
        <w:rPr>
          <w:rtl/>
        </w:rPr>
      </w:pPr>
    </w:p>
    <w:p w:rsidR="00D542A0" w:rsidRPr="00D542A0" w:rsidRDefault="003F52A2" w:rsidP="00D542A0">
      <w:pPr>
        <w:pStyle w:val="libNormal"/>
      </w:pPr>
      <w:r w:rsidRPr="00D542A0">
        <w:rPr>
          <w:rStyle w:val="libAlaemChar"/>
        </w:rPr>
        <w:t>“</w:t>
      </w:r>
      <w:r w:rsidRPr="003F52A2">
        <w:rPr>
          <w:cs/>
          <w:lang w:bidi="bn-IN"/>
        </w:rPr>
        <w:t>তোমাদের বিরুদ্ধে যারা যুদ্ধ করে তোমরাও তাদের বিরুদ্ধে যুদ্ধ কর</w:t>
      </w:r>
      <w:r w:rsidRPr="003F52A2">
        <w:t>,</w:t>
      </w:r>
      <w:r w:rsidRPr="003F52A2">
        <w:rPr>
          <w:cs/>
          <w:lang w:bidi="bn-IN"/>
        </w:rPr>
        <w:t>কিন্তু সীমালঙ্ঘন করো না</w:t>
      </w:r>
      <w:r w:rsidR="00D542A0">
        <w:rPr>
          <w:lang w:bidi="bn-IN"/>
        </w:rPr>
        <w:t xml:space="preserve"> </w:t>
      </w:r>
      <w:r w:rsidRPr="003F52A2">
        <w:rPr>
          <w:cs/>
          <w:lang w:bidi="bn-IN"/>
        </w:rPr>
        <w:t>(অর্থাৎ শত্রুর সঙ্গে যুদ্ধের সময়েও সত্য ও ন্যায়ের সীমাকে সংরক্ষণ কর) নিশ্চয় আল্লা</w:t>
      </w:r>
      <w:r w:rsidR="00D542A0">
        <w:rPr>
          <w:cs/>
          <w:lang w:bidi="bn-IN"/>
        </w:rPr>
        <w:t>হ</w:t>
      </w:r>
      <w:r w:rsidR="00D542A0">
        <w:rPr>
          <w:lang w:bidi="bn-IN"/>
        </w:rPr>
        <w:t xml:space="preserve"> </w:t>
      </w:r>
      <w:r w:rsidR="00D542A0">
        <w:rPr>
          <w:cs/>
          <w:lang w:bidi="bn-IN"/>
        </w:rPr>
        <w:t>সী</w:t>
      </w:r>
      <w:r w:rsidRPr="003F52A2">
        <w:rPr>
          <w:cs/>
          <w:lang w:bidi="bn-IN"/>
        </w:rPr>
        <w:t>মালঙ্ঘনকারীদের ভালোবাসেন না।</w:t>
      </w:r>
      <w:r w:rsidRPr="00D542A0">
        <w:rPr>
          <w:rStyle w:val="libAlaemChar"/>
        </w:rPr>
        <w:t>”</w:t>
      </w:r>
    </w:p>
    <w:p w:rsidR="000C4B23" w:rsidRDefault="003F52A2" w:rsidP="00D542A0">
      <w:pPr>
        <w:pStyle w:val="libNormal"/>
        <w:rPr>
          <w:cs/>
          <w:lang w:bidi="bn-IN"/>
        </w:rPr>
      </w:pPr>
      <w:r w:rsidRPr="003F52A2">
        <w:rPr>
          <w:cs/>
          <w:lang w:bidi="bn-IN"/>
        </w:rPr>
        <w:t>এ আয়াতের তাফসীরে বলা হয়েছে</w:t>
      </w:r>
      <w:r w:rsidRPr="003F52A2">
        <w:t>,</w:t>
      </w:r>
      <w:r w:rsidRPr="003F52A2">
        <w:rPr>
          <w:cs/>
          <w:lang w:bidi="bn-IN"/>
        </w:rPr>
        <w:t>শত্রুর সঙ্গে ততক্ষণ যুদ্ধ কর যতক্ষণ সে যুদ্ধ করে। শত্রু</w:t>
      </w:r>
      <w:r w:rsidR="000C4B23">
        <w:rPr>
          <w:lang w:bidi="bn-IN"/>
        </w:rPr>
        <w:t xml:space="preserve"> </w:t>
      </w:r>
      <w:r w:rsidRPr="003F52A2">
        <w:rPr>
          <w:cs/>
          <w:lang w:bidi="bn-IN"/>
        </w:rPr>
        <w:t>যখন আত্মসমর্পণ করে অস্ত্রসংবরণ করবে তখন তোমরা আর অস্ত্রকে ব্যবহার করো না। কারণ তা</w:t>
      </w:r>
      <w:r w:rsidR="000C4B23">
        <w:rPr>
          <w:lang w:bidi="bn-IN"/>
        </w:rPr>
        <w:t xml:space="preserve"> </w:t>
      </w:r>
      <w:r w:rsidRPr="003F52A2">
        <w:rPr>
          <w:cs/>
          <w:lang w:bidi="bn-IN"/>
        </w:rPr>
        <w:t>সীমালঙ্ঘনের শামিল। বৃদ্ধ</w:t>
      </w:r>
      <w:r w:rsidRPr="003F52A2">
        <w:t>,</w:t>
      </w:r>
      <w:r w:rsidRPr="003F52A2">
        <w:rPr>
          <w:cs/>
          <w:lang w:bidi="bn-IN"/>
        </w:rPr>
        <w:t>নারী ও শিশুদের হত্যা করো না</w:t>
      </w:r>
      <w:r w:rsidRPr="003F52A2">
        <w:t>,</w:t>
      </w:r>
      <w:r w:rsidRPr="003F52A2">
        <w:rPr>
          <w:cs/>
          <w:lang w:bidi="bn-IN"/>
        </w:rPr>
        <w:t>তাদের প্রতি অত্যাচার করো না। যারা</w:t>
      </w:r>
      <w:r w:rsidR="000C4B23">
        <w:rPr>
          <w:lang w:bidi="bn-IN"/>
        </w:rPr>
        <w:t xml:space="preserve"> </w:t>
      </w:r>
      <w:r w:rsidRPr="003F52A2">
        <w:rPr>
          <w:cs/>
          <w:lang w:bidi="bn-IN"/>
        </w:rPr>
        <w:t>যুদ্ধক্ষেত্রে তোমাদের সঙ্গে যুদ্ধে লিপ্ত হয়েছে তাদের বিরুদ্ধে যুদ্ধ করো। এগুলো কোরআন কর্তৃক</w:t>
      </w:r>
      <w:r w:rsidR="000C4B23">
        <w:rPr>
          <w:lang w:bidi="bn-IN"/>
        </w:rPr>
        <w:t xml:space="preserve"> </w:t>
      </w:r>
      <w:r w:rsidRPr="003F52A2">
        <w:rPr>
          <w:cs/>
          <w:lang w:bidi="bn-IN"/>
        </w:rPr>
        <w:t>নির্দেশিত যুদ্ধের সীমা। এরূপ আয়াত কোরআনের অন্যান্য স্থানেও রয়েছে।</w:t>
      </w:r>
    </w:p>
    <w:p w:rsidR="000C4B23" w:rsidRPr="007359A5" w:rsidRDefault="000C4B23" w:rsidP="007359A5">
      <w:pPr>
        <w:rPr>
          <w:rtl/>
          <w:cs/>
        </w:rPr>
      </w:pPr>
      <w:r>
        <w:rPr>
          <w:cs/>
          <w:lang w:bidi="bn-IN"/>
        </w:rPr>
        <w:br w:type="page"/>
      </w:r>
    </w:p>
    <w:p w:rsidR="000C4B23" w:rsidRDefault="003F52A2" w:rsidP="000C4B23">
      <w:pPr>
        <w:pStyle w:val="Heading1"/>
        <w:rPr>
          <w:lang w:bidi="bn-IN"/>
        </w:rPr>
      </w:pPr>
      <w:bookmarkStart w:id="53" w:name="_Toc392601462"/>
      <w:r w:rsidRPr="003F52A2">
        <w:rPr>
          <w:cs/>
          <w:lang w:bidi="bn-IN"/>
        </w:rPr>
        <w:t>হাদীসসমূহে শক্তিমত্তা ও ক্ষমতার বিষয়</w:t>
      </w:r>
      <w:bookmarkEnd w:id="53"/>
    </w:p>
    <w:p w:rsidR="000C4B23" w:rsidRDefault="000C4B23" w:rsidP="00D542A0">
      <w:pPr>
        <w:pStyle w:val="libNormal"/>
        <w:rPr>
          <w:lang w:bidi="bn-IN"/>
        </w:rPr>
      </w:pPr>
    </w:p>
    <w:p w:rsidR="000C4B23" w:rsidRDefault="003F52A2" w:rsidP="00D542A0">
      <w:pPr>
        <w:pStyle w:val="libNormal"/>
        <w:rPr>
          <w:lang w:bidi="bn-IN"/>
        </w:rPr>
      </w:pPr>
      <w:r w:rsidRPr="003F52A2">
        <w:rPr>
          <w:cs/>
          <w:lang w:bidi="bn-IN"/>
        </w:rPr>
        <w:t>এখানে আপনাদের জন্য কয়েকটি হাদীস পড়ছি যা থেকে বোঝা যাবে যে</w:t>
      </w:r>
      <w:r w:rsidRPr="003F52A2">
        <w:t>,</w:t>
      </w:r>
      <w:r w:rsidRPr="003F52A2">
        <w:rPr>
          <w:cs/>
          <w:lang w:bidi="bn-IN"/>
        </w:rPr>
        <w:t>ইসলাম ভীতি ও</w:t>
      </w:r>
      <w:r w:rsidR="000C4B23">
        <w:rPr>
          <w:lang w:bidi="bn-IN"/>
        </w:rPr>
        <w:t xml:space="preserve"> </w:t>
      </w:r>
      <w:r w:rsidRPr="003F52A2">
        <w:rPr>
          <w:cs/>
          <w:lang w:bidi="bn-IN"/>
        </w:rPr>
        <w:t>দুর্বলতাকে কতটা নিন্দনীয় এবং ক্ষমতা ও শ</w:t>
      </w:r>
      <w:r w:rsidR="000C4B23">
        <w:rPr>
          <w:cs/>
          <w:lang w:bidi="bn-IN"/>
        </w:rPr>
        <w:t>ক্তিকে কতটা প্রশংসনীয় মনে করেছে</w:t>
      </w:r>
      <w:r w:rsidRPr="003F52A2">
        <w:rPr>
          <w:cs/>
          <w:lang w:bidi="bn-IN"/>
        </w:rPr>
        <w:t xml:space="preserve"> অবশ্য ইসলামে</w:t>
      </w:r>
      <w:r w:rsidR="00695D8C">
        <w:rPr>
          <w:cs/>
          <w:lang w:bidi="bn-IN"/>
        </w:rPr>
        <w:t>র</w:t>
      </w:r>
      <w:r w:rsidR="000C4B23">
        <w:rPr>
          <w:lang w:bidi="bn-IN"/>
        </w:rPr>
        <w:t xml:space="preserve"> </w:t>
      </w:r>
      <w:r w:rsidRPr="003F52A2">
        <w:rPr>
          <w:cs/>
          <w:lang w:bidi="bn-IN"/>
        </w:rPr>
        <w:t>শক্তিমত্তা ও ক্ষমতা নী</w:t>
      </w:r>
      <w:r w:rsidRPr="00D542A0">
        <w:rPr>
          <w:rStyle w:val="libAlaemChar"/>
        </w:rPr>
        <w:t>’</w:t>
      </w:r>
      <w:r w:rsidRPr="003F52A2">
        <w:rPr>
          <w:cs/>
          <w:lang w:bidi="bn-IN"/>
        </w:rPr>
        <w:t>চের বর্ণিত ক্ষমতা নয়।</w:t>
      </w:r>
    </w:p>
    <w:p w:rsidR="000C4B23" w:rsidRDefault="003F52A2" w:rsidP="00D542A0">
      <w:pPr>
        <w:pStyle w:val="libNormal"/>
        <w:rPr>
          <w:lang w:bidi="bn-IN"/>
        </w:rPr>
      </w:pPr>
      <w:r w:rsidRPr="003F52A2">
        <w:rPr>
          <w:cs/>
          <w:lang w:bidi="bn-IN"/>
        </w:rPr>
        <w:t>রাসূল (সা.) বলেছেন</w:t>
      </w:r>
      <w:r w:rsidRPr="003F52A2">
        <w:t>,</w:t>
      </w:r>
      <w:r w:rsidR="000C4B23">
        <w:t xml:space="preserve"> </w:t>
      </w:r>
      <w:r w:rsidR="000C4B23" w:rsidRPr="000C4B23">
        <w:rPr>
          <w:rStyle w:val="libArChar"/>
          <w:rFonts w:hint="cs"/>
          <w:rtl/>
        </w:rPr>
        <w:t>لا ینبغی للمؤمن ان یکون بخیلا و لا جبانا</w:t>
      </w:r>
      <w:r w:rsidR="000C4B23">
        <w:t xml:space="preserve"> </w:t>
      </w:r>
      <w:r w:rsidRPr="00D542A0">
        <w:rPr>
          <w:rStyle w:val="libAlaemChar"/>
        </w:rPr>
        <w:t>“</w:t>
      </w:r>
      <w:r w:rsidRPr="003F52A2">
        <w:rPr>
          <w:cs/>
          <w:lang w:bidi="bn-IN"/>
        </w:rPr>
        <w:t>মুমিনদের জন্য দু</w:t>
      </w:r>
      <w:r w:rsidRPr="00D542A0">
        <w:rPr>
          <w:rStyle w:val="libAlaemChar"/>
        </w:rPr>
        <w:t>’</w:t>
      </w:r>
      <w:r w:rsidRPr="003F52A2">
        <w:rPr>
          <w:cs/>
          <w:lang w:bidi="bn-IN"/>
        </w:rPr>
        <w:t>টি বিষয়</w:t>
      </w:r>
      <w:r w:rsidR="000C4B23">
        <w:rPr>
          <w:lang w:bidi="bn-IN"/>
        </w:rPr>
        <w:t xml:space="preserve"> </w:t>
      </w:r>
      <w:r w:rsidRPr="003F52A2">
        <w:rPr>
          <w:cs/>
          <w:lang w:bidi="bn-IN"/>
        </w:rPr>
        <w:t xml:space="preserve">অনাকাঙ্ক্ষিত (তার মধ্যে থাকতে পারে না) : একটি কৃপণতা (অর্থাৎ </w:t>
      </w:r>
      <w:r w:rsidR="00695D8C">
        <w:rPr>
          <w:cs/>
          <w:lang w:bidi="bn-IN"/>
        </w:rPr>
        <w:t>অর্থে</w:t>
      </w:r>
      <w:r w:rsidRPr="003F52A2">
        <w:rPr>
          <w:cs/>
          <w:lang w:bidi="bn-IN"/>
        </w:rPr>
        <w:t>র প্রতি মোহ) এবং অন্যটি</w:t>
      </w:r>
      <w:r w:rsidR="000C4B23">
        <w:rPr>
          <w:lang w:bidi="bn-IN"/>
        </w:rPr>
        <w:t xml:space="preserve"> </w:t>
      </w:r>
      <w:r w:rsidRPr="003F52A2">
        <w:rPr>
          <w:cs/>
          <w:lang w:bidi="bn-IN"/>
        </w:rPr>
        <w:t>ভয়।</w:t>
      </w:r>
      <w:r w:rsidRPr="00D542A0">
        <w:rPr>
          <w:rStyle w:val="libAlaemChar"/>
        </w:rPr>
        <w:t>”</w:t>
      </w:r>
      <w:r w:rsidRPr="003F52A2">
        <w:t xml:space="preserve"> (</w:t>
      </w:r>
      <w:r w:rsidRPr="003F52A2">
        <w:rPr>
          <w:cs/>
          <w:lang w:bidi="bn-IN"/>
        </w:rPr>
        <w:t>উসূলে কাফী</w:t>
      </w:r>
      <w:r w:rsidRPr="003F52A2">
        <w:t>,</w:t>
      </w:r>
      <w:r w:rsidRPr="003F52A2">
        <w:rPr>
          <w:cs/>
          <w:lang w:bidi="bn-IN"/>
        </w:rPr>
        <w:t>৫ম খণ্ড</w:t>
      </w:r>
      <w:r w:rsidRPr="003F52A2">
        <w:t>,</w:t>
      </w:r>
      <w:r w:rsidRPr="003F52A2">
        <w:rPr>
          <w:cs/>
          <w:lang w:bidi="bn-IN"/>
        </w:rPr>
        <w:t>পৃ. ৬৩)</w:t>
      </w:r>
    </w:p>
    <w:p w:rsidR="000C4B23" w:rsidRDefault="003F52A2" w:rsidP="00D542A0">
      <w:pPr>
        <w:pStyle w:val="libNormal"/>
        <w:rPr>
          <w:lang w:bidi="bn-IN"/>
        </w:rPr>
      </w:pPr>
      <w:r w:rsidRPr="003F52A2">
        <w:rPr>
          <w:cs/>
          <w:lang w:bidi="bn-IN"/>
        </w:rPr>
        <w:t xml:space="preserve">মুমিন কখনও ভীত নয় বরং সাহসী ও শক্তিশালী। রাসূল </w:t>
      </w:r>
      <w:r w:rsidR="00FE6D44">
        <w:rPr>
          <w:cs/>
          <w:lang w:bidi="bn-IN"/>
        </w:rPr>
        <w:t>তার</w:t>
      </w:r>
      <w:r w:rsidRPr="003F52A2">
        <w:rPr>
          <w:cs/>
          <w:lang w:bidi="bn-IN"/>
        </w:rPr>
        <w:t xml:space="preserve"> দোয়ার মধ্যে পড়তেন :</w:t>
      </w:r>
    </w:p>
    <w:p w:rsidR="000C4B23" w:rsidRPr="000C4B23" w:rsidRDefault="000C4B23" w:rsidP="000C4B23">
      <w:pPr>
        <w:pStyle w:val="libArCenter"/>
        <w:rPr>
          <w:rtl/>
          <w:cs/>
        </w:rPr>
      </w:pPr>
      <w:r>
        <w:rPr>
          <w:rFonts w:hint="cs"/>
          <w:rtl/>
          <w:lang w:bidi="ar-SA"/>
        </w:rPr>
        <w:t>اللهم إنّی أعوذ بک من البخل و أعوذ بک من الجبن</w:t>
      </w:r>
    </w:p>
    <w:p w:rsidR="000C4B23" w:rsidRDefault="003F52A2" w:rsidP="00D542A0">
      <w:pPr>
        <w:pStyle w:val="libNormal"/>
        <w:rPr>
          <w:rStyle w:val="libAlaemChar"/>
        </w:rPr>
      </w:pPr>
      <w:r w:rsidRPr="00D542A0">
        <w:rPr>
          <w:rStyle w:val="libAlaemChar"/>
        </w:rPr>
        <w:t>“</w:t>
      </w:r>
      <w:r w:rsidRPr="003F52A2">
        <w:rPr>
          <w:cs/>
          <w:lang w:bidi="bn-IN"/>
        </w:rPr>
        <w:t>হে আল্লাহ্! আমি আপনার নিকট কৃপণতা ও ভীরুতা হতে আশ্রয় চাই।</w:t>
      </w:r>
      <w:r w:rsidRPr="00D542A0">
        <w:rPr>
          <w:rStyle w:val="libAlaemChar"/>
        </w:rPr>
        <w:t>”</w:t>
      </w:r>
    </w:p>
    <w:p w:rsidR="00835709" w:rsidRDefault="003F52A2" w:rsidP="001C1B14">
      <w:pPr>
        <w:pStyle w:val="libNormal"/>
        <w:rPr>
          <w:rStyle w:val="libAlaemChar"/>
        </w:rPr>
      </w:pPr>
      <w:r w:rsidRPr="003F52A2">
        <w:rPr>
          <w:cs/>
          <w:lang w:bidi="bn-IN"/>
        </w:rPr>
        <w:t xml:space="preserve">আলী (আ.) মুমিনদের </w:t>
      </w:r>
      <w:r w:rsidR="000C4B23">
        <w:rPr>
          <w:cs/>
          <w:lang w:bidi="bn-IN"/>
        </w:rPr>
        <w:t>সম্পর্কে</w:t>
      </w:r>
      <w:r w:rsidRPr="003F52A2">
        <w:rPr>
          <w:cs/>
          <w:lang w:bidi="bn-IN"/>
        </w:rPr>
        <w:t xml:space="preserve"> বলেছেন</w:t>
      </w:r>
      <w:r w:rsidRPr="003F52A2">
        <w:t>,</w:t>
      </w:r>
      <w:r w:rsidR="000C4B23" w:rsidRPr="000C4B23">
        <w:rPr>
          <w:rStyle w:val="libArChar"/>
          <w:rFonts w:hint="cs"/>
          <w:rtl/>
        </w:rPr>
        <w:t>المؤمن نفسه أصلب من الصّلد</w:t>
      </w:r>
      <w:r w:rsidR="000C4B23">
        <w:t xml:space="preserve"> </w:t>
      </w:r>
      <w:r w:rsidR="00835709" w:rsidRPr="00D542A0">
        <w:rPr>
          <w:rStyle w:val="libAlaemChar"/>
        </w:rPr>
        <w:t>“</w:t>
      </w:r>
      <w:r w:rsidR="00835709" w:rsidRPr="003F52A2">
        <w:rPr>
          <w:cs/>
          <w:lang w:bidi="bn-IN"/>
        </w:rPr>
        <w:t>মুমিনদের আত্মা কঠিন</w:t>
      </w:r>
      <w:r w:rsidR="00835709">
        <w:t xml:space="preserve"> </w:t>
      </w:r>
      <w:r w:rsidRPr="003F52A2">
        <w:rPr>
          <w:cs/>
          <w:lang w:bidi="bn-IN"/>
        </w:rPr>
        <w:t>শিলা হতেও কঠিনতর এবং দৃঢ়।</w:t>
      </w:r>
      <w:r w:rsidRPr="00D542A0">
        <w:rPr>
          <w:rStyle w:val="libAlaemChar"/>
        </w:rPr>
        <w:t>”</w:t>
      </w:r>
    </w:p>
    <w:p w:rsidR="00835709" w:rsidRDefault="003F52A2" w:rsidP="00835709">
      <w:pPr>
        <w:pStyle w:val="libNormal"/>
      </w:pPr>
      <w:r w:rsidRPr="003F52A2">
        <w:rPr>
          <w:cs/>
          <w:lang w:bidi="bn-IN"/>
        </w:rPr>
        <w:t>ইমাম সাদিক (আ.) বলেছেন</w:t>
      </w:r>
      <w:r w:rsidRPr="003F52A2">
        <w:t>,</w:t>
      </w:r>
    </w:p>
    <w:p w:rsidR="00835709" w:rsidRPr="00835709" w:rsidRDefault="00835709" w:rsidP="00835709">
      <w:pPr>
        <w:pStyle w:val="libArCenter"/>
        <w:rPr>
          <w:rtl/>
          <w:cs/>
        </w:rPr>
      </w:pPr>
      <w:r>
        <w:rPr>
          <w:rFonts w:hint="cs"/>
          <w:rtl/>
          <w:lang w:bidi="ar-SA"/>
        </w:rPr>
        <w:t>إنّ الله عزّ و جلّ فوّض إلی المؤمن أموره کلّها و لم یفوّض إلیه أن ذلیلا</w:t>
      </w:r>
    </w:p>
    <w:p w:rsidR="00835709" w:rsidRDefault="00835709" w:rsidP="00835709">
      <w:pPr>
        <w:pStyle w:val="libNormal"/>
        <w:rPr>
          <w:rStyle w:val="libAlaemChar"/>
        </w:rPr>
      </w:pPr>
    </w:p>
    <w:p w:rsidR="00835709" w:rsidRDefault="003F52A2" w:rsidP="00835709">
      <w:pPr>
        <w:pStyle w:val="libNormal"/>
        <w:rPr>
          <w:rStyle w:val="libAlaemChar"/>
        </w:rPr>
      </w:pPr>
      <w:r w:rsidRPr="00D542A0">
        <w:rPr>
          <w:rStyle w:val="libAlaemChar"/>
        </w:rPr>
        <w:t>“</w:t>
      </w:r>
      <w:r w:rsidRPr="003F52A2">
        <w:rPr>
          <w:cs/>
          <w:lang w:bidi="bn-IN"/>
        </w:rPr>
        <w:t>আল্লাহ্ মুমিনকে সকল কিছুর অধিকার দান করেছেন শুধু একটি বিষয়ের অধিকার ব্যতীত এবং</w:t>
      </w:r>
      <w:r w:rsidR="00835709">
        <w:rPr>
          <w:lang w:bidi="bn-IN"/>
        </w:rPr>
        <w:t xml:space="preserve"> </w:t>
      </w:r>
      <w:r w:rsidRPr="003F52A2">
        <w:rPr>
          <w:cs/>
          <w:lang w:bidi="bn-IN"/>
        </w:rPr>
        <w:t>তা হচ্ছে নিজেকে অন্যের নিকট ছোট করার অধিকার (অর্থাৎ অপমানিত হওয়ার অধিকার ব্যতীত)।</w:t>
      </w:r>
      <w:r w:rsidRPr="00D542A0">
        <w:rPr>
          <w:rStyle w:val="libAlaemChar"/>
        </w:rPr>
        <w:t>”</w:t>
      </w:r>
    </w:p>
    <w:p w:rsidR="00835709" w:rsidRPr="00835709" w:rsidRDefault="00835709" w:rsidP="00835709">
      <w:pPr>
        <w:pStyle w:val="libArCenter"/>
        <w:rPr>
          <w:rtl/>
          <w:cs/>
        </w:rPr>
      </w:pPr>
      <w:r w:rsidRPr="00835709">
        <w:rPr>
          <w:rFonts w:hint="cs"/>
          <w:rtl/>
          <w:lang w:bidi="ar-SA"/>
        </w:rPr>
        <w:t xml:space="preserve">أما تسمع قول الله تعالی یقول </w:t>
      </w:r>
      <w:r w:rsidRPr="00835709">
        <w:rPr>
          <w:rFonts w:hint="cs"/>
          <w:rtl/>
          <w:cs/>
        </w:rPr>
        <w:t xml:space="preserve">: </w:t>
      </w:r>
      <w:r w:rsidRPr="00835709">
        <w:rPr>
          <w:rFonts w:hint="cs"/>
          <w:rtl/>
          <w:cs/>
          <w:lang w:bidi="ar-SA"/>
        </w:rPr>
        <w:t>ولله العزّة و لرسوله و للمؤمنین</w:t>
      </w:r>
    </w:p>
    <w:p w:rsidR="00835709" w:rsidRDefault="00835709" w:rsidP="00835709">
      <w:pPr>
        <w:pStyle w:val="libNormal"/>
      </w:pPr>
    </w:p>
    <w:p w:rsidR="00835709" w:rsidRDefault="003F52A2" w:rsidP="00835709">
      <w:pPr>
        <w:pStyle w:val="libNormal"/>
        <w:rPr>
          <w:rStyle w:val="libAlaemChar"/>
        </w:rPr>
      </w:pPr>
      <w:r w:rsidRPr="00D542A0">
        <w:rPr>
          <w:rStyle w:val="libAlaemChar"/>
        </w:rPr>
        <w:t>“</w:t>
      </w:r>
      <w:r w:rsidRPr="003F52A2">
        <w:rPr>
          <w:cs/>
          <w:lang w:bidi="bn-IN"/>
        </w:rPr>
        <w:t>তুমি আল্লাহর এ বাণী শোননি যে</w:t>
      </w:r>
      <w:r w:rsidRPr="003F52A2">
        <w:t>,</w:t>
      </w:r>
      <w:r w:rsidRPr="003F52A2">
        <w:rPr>
          <w:cs/>
          <w:lang w:bidi="bn-IN"/>
        </w:rPr>
        <w:t>তিনি বলেছেন : নিশ্চয় সম্মান ও মর্যাদা আল্লাহ্</w:t>
      </w:r>
      <w:r w:rsidRPr="003F52A2">
        <w:t>,</w:t>
      </w:r>
      <w:r w:rsidR="00FE6D44">
        <w:rPr>
          <w:cs/>
          <w:lang w:bidi="bn-IN"/>
        </w:rPr>
        <w:t>তার</w:t>
      </w:r>
      <w:r w:rsidRPr="003F52A2">
        <w:rPr>
          <w:cs/>
          <w:lang w:bidi="bn-IN"/>
        </w:rPr>
        <w:t xml:space="preserve"> রাসূল</w:t>
      </w:r>
      <w:r w:rsidR="00835709">
        <w:rPr>
          <w:lang w:bidi="bn-IN"/>
        </w:rPr>
        <w:t xml:space="preserve"> </w:t>
      </w:r>
      <w:r w:rsidRPr="003F52A2">
        <w:rPr>
          <w:cs/>
          <w:lang w:bidi="bn-IN"/>
        </w:rPr>
        <w:t>এবং মুমিনদের জন্য।</w:t>
      </w:r>
      <w:r w:rsidRPr="00D542A0">
        <w:rPr>
          <w:rStyle w:val="libAlaemChar"/>
        </w:rPr>
        <w:t>”</w:t>
      </w:r>
    </w:p>
    <w:p w:rsidR="00835709" w:rsidRPr="00835709" w:rsidRDefault="00835709" w:rsidP="00835709">
      <w:pPr>
        <w:pStyle w:val="libArCenter"/>
      </w:pPr>
      <w:r w:rsidRPr="00835709">
        <w:rPr>
          <w:rFonts w:hint="cs"/>
          <w:rtl/>
          <w:lang w:bidi="ar-SA"/>
        </w:rPr>
        <w:t>فالمؤمن یکون عزیزا و لا یکون ذلیلا</w:t>
      </w:r>
    </w:p>
    <w:p w:rsidR="00835709" w:rsidRDefault="00835709" w:rsidP="00835709">
      <w:pPr>
        <w:pStyle w:val="libNormal"/>
        <w:rPr>
          <w:rStyle w:val="libAlaemChar"/>
        </w:rPr>
      </w:pPr>
    </w:p>
    <w:p w:rsidR="00835709" w:rsidRDefault="00835709" w:rsidP="00835709">
      <w:pPr>
        <w:pStyle w:val="libCenter"/>
        <w:rPr>
          <w:rStyle w:val="libAlaemChar"/>
        </w:rPr>
      </w:pPr>
      <w:r w:rsidRPr="00D542A0">
        <w:rPr>
          <w:rStyle w:val="libAlaemChar"/>
        </w:rPr>
        <w:t>“</w:t>
      </w:r>
      <w:r w:rsidRPr="003F52A2">
        <w:rPr>
          <w:cs/>
          <w:lang w:bidi="bn-IN"/>
        </w:rPr>
        <w:t>মুমিন সব সময়ই সম্মানিত এবং কখনই অপমানিত হতে পারে না।</w:t>
      </w:r>
      <w:r w:rsidRPr="00D542A0">
        <w:rPr>
          <w:rStyle w:val="libAlaemChar"/>
        </w:rPr>
        <w:t>”</w:t>
      </w:r>
    </w:p>
    <w:p w:rsidR="00835709" w:rsidRPr="006B38C5" w:rsidRDefault="006B38C5" w:rsidP="006B38C5">
      <w:pPr>
        <w:pStyle w:val="libArCenter"/>
        <w:rPr>
          <w:rtl/>
          <w:cs/>
        </w:rPr>
      </w:pPr>
      <w:r w:rsidRPr="006B38C5">
        <w:rPr>
          <w:rFonts w:hint="cs"/>
          <w:rtl/>
          <w:lang w:bidi="ar-SA"/>
        </w:rPr>
        <w:t>إنّ المؤمن أعزّ من الجبل</w:t>
      </w:r>
    </w:p>
    <w:p w:rsidR="00835709" w:rsidRDefault="00835709" w:rsidP="00835709">
      <w:pPr>
        <w:pStyle w:val="libCenter"/>
        <w:rPr>
          <w:rStyle w:val="libAlaemChar"/>
        </w:rPr>
      </w:pPr>
    </w:p>
    <w:p w:rsidR="006B38C5" w:rsidRDefault="003F52A2" w:rsidP="006B38C5">
      <w:pPr>
        <w:pStyle w:val="libCenter"/>
        <w:rPr>
          <w:rStyle w:val="libAlaemChar"/>
        </w:rPr>
      </w:pPr>
      <w:r w:rsidRPr="00D542A0">
        <w:rPr>
          <w:rStyle w:val="libAlaemChar"/>
        </w:rPr>
        <w:t>“</w:t>
      </w:r>
      <w:r w:rsidRPr="003F52A2">
        <w:rPr>
          <w:cs/>
          <w:lang w:bidi="bn-IN"/>
        </w:rPr>
        <w:t>মুমিন পর্বত হতেও সমুচ্চ এবং সম্মানিত।</w:t>
      </w:r>
      <w:r w:rsidRPr="00D542A0">
        <w:rPr>
          <w:rStyle w:val="libAlaemChar"/>
        </w:rPr>
        <w:t>”</w:t>
      </w:r>
    </w:p>
    <w:p w:rsidR="006B38C5" w:rsidRDefault="003F52A2" w:rsidP="00835709">
      <w:pPr>
        <w:pStyle w:val="libNormal"/>
        <w:rPr>
          <w:rStyle w:val="libAlaemChar"/>
        </w:rPr>
      </w:pPr>
      <w:r w:rsidRPr="003F52A2">
        <w:rPr>
          <w:cs/>
          <w:lang w:bidi="bn-IN"/>
        </w:rPr>
        <w:t>কারণ পর্বতের একটি অংশকে বা পাথরগুলোকে তা থেকে বিচ্ছিন্ন করা সম্ভব</w:t>
      </w:r>
      <w:r w:rsidRPr="003F52A2">
        <w:t>,</w:t>
      </w:r>
      <w:r w:rsidRPr="003F52A2">
        <w:rPr>
          <w:cs/>
          <w:lang w:bidi="bn-IN"/>
        </w:rPr>
        <w:t>কিন্তু মুমিন ব্যক্তির</w:t>
      </w:r>
      <w:r w:rsidR="006B38C5">
        <w:rPr>
          <w:lang w:bidi="bn-IN"/>
        </w:rPr>
        <w:t xml:space="preserve"> </w:t>
      </w:r>
      <w:r w:rsidRPr="003F52A2">
        <w:rPr>
          <w:cs/>
          <w:lang w:bidi="bn-IN"/>
        </w:rPr>
        <w:t>আত্মিক শক্তিকে খর্ব করা সম্ভব নয়।</w:t>
      </w:r>
      <w:r w:rsidRPr="00D542A0">
        <w:rPr>
          <w:rStyle w:val="libAlaemChar"/>
        </w:rPr>
        <w:t>”</w:t>
      </w:r>
    </w:p>
    <w:p w:rsidR="006B38C5" w:rsidRPr="006B38C5" w:rsidRDefault="006B38C5" w:rsidP="006B38C5">
      <w:pPr>
        <w:pStyle w:val="libArCenter"/>
        <w:rPr>
          <w:rtl/>
          <w:cs/>
        </w:rPr>
      </w:pPr>
      <w:r w:rsidRPr="006B38C5">
        <w:rPr>
          <w:rFonts w:hint="cs"/>
          <w:rtl/>
          <w:lang w:bidi="ar-SA"/>
        </w:rPr>
        <w:t>إنّ الجبل یستقلّ عنه بالمعول، و المؤمن لا یستقلّ من دینه شئ</w:t>
      </w:r>
    </w:p>
    <w:p w:rsidR="006B38C5" w:rsidRDefault="006B38C5" w:rsidP="00835709">
      <w:pPr>
        <w:pStyle w:val="libNormal"/>
        <w:rPr>
          <w:rStyle w:val="libAlaemChar"/>
          <w:lang w:bidi="fa-IR"/>
        </w:rPr>
      </w:pPr>
    </w:p>
    <w:p w:rsidR="006B38C5" w:rsidRDefault="003F52A2" w:rsidP="00835709">
      <w:pPr>
        <w:pStyle w:val="libNormal"/>
        <w:rPr>
          <w:rStyle w:val="libAlaemChar"/>
        </w:rPr>
      </w:pPr>
      <w:r w:rsidRPr="00D542A0">
        <w:rPr>
          <w:rStyle w:val="libAlaemChar"/>
        </w:rPr>
        <w:t>“</w:t>
      </w:r>
      <w:r w:rsidRPr="003F52A2">
        <w:rPr>
          <w:cs/>
          <w:lang w:bidi="bn-IN"/>
        </w:rPr>
        <w:t>পর্বতকে কুঠার বা ক্রেন দিয়ে স্থানচ্যুত করা সম্ভব</w:t>
      </w:r>
      <w:r w:rsidRPr="003F52A2">
        <w:t>,</w:t>
      </w:r>
      <w:r w:rsidRPr="003F52A2">
        <w:rPr>
          <w:cs/>
          <w:lang w:bidi="bn-IN"/>
        </w:rPr>
        <w:t>কিন্তু মুমিনকে তার ধর্ম থেকে বিচ্ছিন্ন করা</w:t>
      </w:r>
      <w:r w:rsidR="006B38C5">
        <w:rPr>
          <w:lang w:bidi="bn-IN"/>
        </w:rPr>
        <w:t xml:space="preserve"> </w:t>
      </w:r>
      <w:r w:rsidRPr="003F52A2">
        <w:rPr>
          <w:cs/>
          <w:lang w:bidi="bn-IN"/>
        </w:rPr>
        <w:t>সম্ভব নয়।</w:t>
      </w:r>
      <w:r w:rsidRPr="00D542A0">
        <w:rPr>
          <w:rStyle w:val="libAlaemChar"/>
        </w:rPr>
        <w:t>”</w:t>
      </w:r>
    </w:p>
    <w:p w:rsidR="006B38C5" w:rsidRDefault="003F52A2" w:rsidP="006B38C5">
      <w:pPr>
        <w:pStyle w:val="libNormal"/>
        <w:rPr>
          <w:rStyle w:val="libAlaemChar"/>
        </w:rPr>
      </w:pPr>
      <w:r w:rsidRPr="003F52A2">
        <w:rPr>
          <w:cs/>
          <w:lang w:bidi="bn-IN"/>
        </w:rPr>
        <w:t>ইমাম বাকির (আ.) বলেন</w:t>
      </w:r>
      <w:r w:rsidRPr="003F52A2">
        <w:t>,</w:t>
      </w:r>
      <w:r w:rsidRPr="00D542A0">
        <w:rPr>
          <w:rStyle w:val="libAlaemChar"/>
        </w:rPr>
        <w:t>“</w:t>
      </w:r>
      <w:r w:rsidRPr="003F52A2">
        <w:rPr>
          <w:cs/>
          <w:lang w:bidi="bn-IN"/>
        </w:rPr>
        <w:t>মহান আল্লাহ্ মুমিনকে তিনটি বৈশিষ্ট্য দান করেছেন : এক দুনিয়া ও</w:t>
      </w:r>
      <w:r w:rsidR="006B38C5">
        <w:rPr>
          <w:lang w:bidi="bn-IN"/>
        </w:rPr>
        <w:t xml:space="preserve"> </w:t>
      </w:r>
      <w:r w:rsidRPr="003F52A2">
        <w:rPr>
          <w:cs/>
          <w:lang w:bidi="bn-IN"/>
        </w:rPr>
        <w:t>আখেরাতে সম্মান</w:t>
      </w:r>
      <w:r w:rsidRPr="003F52A2">
        <w:t xml:space="preserve">; </w:t>
      </w:r>
      <w:r w:rsidRPr="003F52A2">
        <w:rPr>
          <w:cs/>
          <w:lang w:bidi="bn-IN"/>
        </w:rPr>
        <w:t xml:space="preserve">দুই উভয় দুনিয়ায় সাফল্য এবং </w:t>
      </w:r>
      <w:r w:rsidRPr="00D542A0">
        <w:rPr>
          <w:rStyle w:val="libAlaemChar"/>
        </w:rPr>
        <w:t>‘</w:t>
      </w:r>
      <w:r w:rsidR="006B38C5" w:rsidRPr="006B38C5">
        <w:rPr>
          <w:rStyle w:val="libArChar"/>
          <w:rFonts w:hint="cs"/>
          <w:rtl/>
        </w:rPr>
        <w:t>المهابة فی صدور الظالمین</w:t>
      </w:r>
      <w:r w:rsidRPr="00D542A0">
        <w:rPr>
          <w:rStyle w:val="libAlaemChar"/>
        </w:rPr>
        <w:t>’</w:t>
      </w:r>
      <w:r w:rsidRPr="003F52A2">
        <w:t xml:space="preserve"> </w:t>
      </w:r>
      <w:r w:rsidRPr="003F52A2">
        <w:rPr>
          <w:cs/>
          <w:lang w:bidi="bn-IN"/>
        </w:rPr>
        <w:t>অত্যাচারী ও</w:t>
      </w:r>
      <w:r w:rsidR="006B38C5">
        <w:rPr>
          <w:lang w:bidi="bn-IN"/>
        </w:rPr>
        <w:t xml:space="preserve"> </w:t>
      </w:r>
      <w:r w:rsidRPr="003F52A2">
        <w:rPr>
          <w:cs/>
          <w:lang w:bidi="bn-IN"/>
        </w:rPr>
        <w:t>ইসলামের শত্রুদের তাদের বিষয়ে আতঙ্ক (অর্থাৎ মুমিনদের ব্যক্তিত্বের কারণে অন্যায়কারীর হৃদয়ে</w:t>
      </w:r>
      <w:r w:rsidR="006B38C5">
        <w:rPr>
          <w:lang w:bidi="bn-IN"/>
        </w:rPr>
        <w:t xml:space="preserve"> </w:t>
      </w:r>
      <w:r w:rsidRPr="003F52A2">
        <w:rPr>
          <w:cs/>
          <w:lang w:bidi="bn-IN"/>
        </w:rPr>
        <w:t>ভীতির সঞ্চার হয়)।</w:t>
      </w:r>
      <w:r w:rsidRPr="00D542A0">
        <w:rPr>
          <w:rStyle w:val="libAlaemChar"/>
        </w:rPr>
        <w:t>”</w:t>
      </w:r>
    </w:p>
    <w:p w:rsidR="006B38C5" w:rsidRDefault="003F52A2" w:rsidP="006B38C5">
      <w:pPr>
        <w:pStyle w:val="libNormal"/>
        <w:rPr>
          <w:lang w:bidi="bn-IN"/>
        </w:rPr>
      </w:pPr>
      <w:r w:rsidRPr="003F52A2">
        <w:rPr>
          <w:cs/>
          <w:lang w:bidi="bn-IN"/>
        </w:rPr>
        <w:t xml:space="preserve">যেহেতু আত্মিক শক্তি হতেই </w:t>
      </w:r>
      <w:r w:rsidRPr="00D542A0">
        <w:rPr>
          <w:rStyle w:val="libAlaemChar"/>
        </w:rPr>
        <w:t>‘</w:t>
      </w:r>
      <w:r w:rsidRPr="003F52A2">
        <w:rPr>
          <w:cs/>
          <w:lang w:bidi="bn-IN"/>
        </w:rPr>
        <w:t>গাইরাত</w:t>
      </w:r>
      <w:r w:rsidRPr="00D542A0">
        <w:rPr>
          <w:rStyle w:val="libAlaemChar"/>
        </w:rPr>
        <w:t>’</w:t>
      </w:r>
      <w:r w:rsidRPr="003F52A2">
        <w:t xml:space="preserve"> (</w:t>
      </w:r>
      <w:r w:rsidRPr="003F52A2">
        <w:rPr>
          <w:cs/>
          <w:lang w:bidi="bn-IN"/>
        </w:rPr>
        <w:t>ধর্মীয় ও ব্যক্তিসত্তাগত আত্মমর্যাদাবোধ- পারিভাষিক</w:t>
      </w:r>
      <w:r w:rsidR="006B38C5">
        <w:rPr>
          <w:lang w:bidi="bn-IN"/>
        </w:rPr>
        <w:t xml:space="preserve"> </w:t>
      </w:r>
      <w:r w:rsidR="00695D8C">
        <w:rPr>
          <w:cs/>
          <w:lang w:bidi="bn-IN"/>
        </w:rPr>
        <w:t>অর্থে</w:t>
      </w:r>
      <w:r w:rsidRPr="003F52A2">
        <w:rPr>
          <w:cs/>
          <w:lang w:bidi="bn-IN"/>
        </w:rPr>
        <w:t xml:space="preserve"> গাইরাত হলো ব্যক্তির মানবীয় আত্মসম্মানবোধ যে কারণে সে ধর্মীয় ও সামাজিক বিধি-বিধান</w:t>
      </w:r>
      <w:r w:rsidRPr="003F52A2">
        <w:t>,</w:t>
      </w:r>
      <w:r w:rsidRPr="003F52A2">
        <w:rPr>
          <w:cs/>
          <w:lang w:bidi="bn-IN"/>
        </w:rPr>
        <w:t>স্ত্রী ও পরিবারের নারীদের সম্মান রক্ষা এবং রাষ্ট্রীয় চেতনাবোধ সংরক্ষণের তাড়না অনুভব করে) সৃষ্টি</w:t>
      </w:r>
      <w:r w:rsidR="006B38C5">
        <w:rPr>
          <w:lang w:bidi="bn-IN"/>
        </w:rPr>
        <w:t xml:space="preserve"> </w:t>
      </w:r>
      <w:r w:rsidRPr="003F52A2">
        <w:rPr>
          <w:cs/>
          <w:lang w:bidi="bn-IN"/>
        </w:rPr>
        <w:t>হয় তেমনি দুর্বলতা হতে সৃষ্টি হয় ধর্মীয় ও ব্যক্তিসত্তার প্রতি অনীহা ও উপেক্ষার মানসিক</w:t>
      </w:r>
      <w:r w:rsidR="006B38C5">
        <w:rPr>
          <w:cs/>
          <w:lang w:bidi="bn-IN"/>
        </w:rPr>
        <w:t>তার</w:t>
      </w:r>
      <w:r w:rsidRPr="003F52A2">
        <w:rPr>
          <w:cs/>
          <w:lang w:bidi="hi-IN"/>
        </w:rPr>
        <w:t>।</w:t>
      </w:r>
    </w:p>
    <w:p w:rsidR="006B38C5" w:rsidRDefault="003F52A2" w:rsidP="006B38C5">
      <w:pPr>
        <w:pStyle w:val="libNormal"/>
      </w:pPr>
      <w:r w:rsidRPr="003F52A2">
        <w:rPr>
          <w:cs/>
          <w:lang w:bidi="bn-IN"/>
        </w:rPr>
        <w:t>রাসূল বলেছেন</w:t>
      </w:r>
      <w:r w:rsidRPr="003F52A2">
        <w:t>,</w:t>
      </w:r>
      <w:r w:rsidRPr="00D542A0">
        <w:rPr>
          <w:rStyle w:val="libAlaemChar"/>
        </w:rPr>
        <w:t>“</w:t>
      </w:r>
      <w:r w:rsidRPr="003F52A2">
        <w:rPr>
          <w:cs/>
          <w:lang w:bidi="bn-IN"/>
        </w:rPr>
        <w:t>হযরত ইবরাহীম (আ.) ধর্ম ও আত্মসম্মানবোধে ছিলেন খুবই সচেতন</w:t>
      </w:r>
      <w:r w:rsidRPr="003F52A2">
        <w:t>,</w:t>
      </w:r>
      <w:r w:rsidRPr="003F52A2">
        <w:rPr>
          <w:cs/>
          <w:lang w:bidi="bn-IN"/>
        </w:rPr>
        <w:t>আমি এ</w:t>
      </w:r>
      <w:r w:rsidR="006B38C5">
        <w:rPr>
          <w:lang w:bidi="bn-IN"/>
        </w:rPr>
        <w:t xml:space="preserve"> </w:t>
      </w:r>
      <w:r w:rsidRPr="003F52A2">
        <w:rPr>
          <w:cs/>
          <w:lang w:bidi="bn-IN"/>
        </w:rPr>
        <w:t xml:space="preserve">বিষয়ে </w:t>
      </w:r>
      <w:r w:rsidR="00FE6D44">
        <w:rPr>
          <w:cs/>
          <w:lang w:bidi="bn-IN"/>
        </w:rPr>
        <w:t>তার</w:t>
      </w:r>
      <w:r w:rsidRPr="003F52A2">
        <w:rPr>
          <w:cs/>
          <w:lang w:bidi="bn-IN"/>
        </w:rPr>
        <w:t xml:space="preserve"> থেকেও সচেতন।</w:t>
      </w:r>
      <w:r w:rsidRPr="00D542A0">
        <w:rPr>
          <w:rStyle w:val="libAlaemChar"/>
        </w:rPr>
        <w:t>”</w:t>
      </w:r>
      <w:r w:rsidRPr="003F52A2">
        <w:t xml:space="preserve"> </w:t>
      </w:r>
      <w:r w:rsidRPr="003F52A2">
        <w:rPr>
          <w:cs/>
          <w:lang w:bidi="bn-IN"/>
        </w:rPr>
        <w:t>তেমনি রাসূল বলেছেন</w:t>
      </w:r>
      <w:r w:rsidRPr="003F52A2">
        <w:t>,</w:t>
      </w:r>
    </w:p>
    <w:p w:rsidR="006B38C5" w:rsidRDefault="003F52A2" w:rsidP="001C1B14">
      <w:pPr>
        <w:pStyle w:val="libArCenter"/>
        <w:rPr>
          <w:rStyle w:val="libAlaemChar"/>
        </w:rPr>
      </w:pPr>
      <w:r w:rsidRPr="00D542A0">
        <w:rPr>
          <w:rStyle w:val="libAlaemChar"/>
        </w:rPr>
        <w:t>‘</w:t>
      </w:r>
      <w:r w:rsidR="006B38C5" w:rsidRPr="00FA1E15">
        <w:rPr>
          <w:rStyle w:val="libArChar"/>
          <w:rFonts w:hint="cs"/>
          <w:rtl/>
        </w:rPr>
        <w:t>جدع الله أ</w:t>
      </w:r>
      <w:r w:rsidR="00FA1E15" w:rsidRPr="00FA1E15">
        <w:rPr>
          <w:rStyle w:val="libArChar"/>
          <w:rFonts w:hint="cs"/>
          <w:rtl/>
        </w:rPr>
        <w:t>نف من لا یغار علی المؤمنین و المسلمین</w:t>
      </w:r>
      <w:r w:rsidRPr="00D542A0">
        <w:rPr>
          <w:rStyle w:val="libAlaemChar"/>
        </w:rPr>
        <w:t>’</w:t>
      </w:r>
    </w:p>
    <w:p w:rsidR="00FA1E15" w:rsidRDefault="003F52A2" w:rsidP="006B38C5">
      <w:pPr>
        <w:pStyle w:val="libNormal"/>
        <w:rPr>
          <w:rStyle w:val="libAlaemChar"/>
        </w:rPr>
      </w:pPr>
      <w:r w:rsidRPr="00D542A0">
        <w:rPr>
          <w:rStyle w:val="libAlaemChar"/>
        </w:rPr>
        <w:t>“</w:t>
      </w:r>
      <w:r w:rsidRPr="003F52A2">
        <w:rPr>
          <w:cs/>
          <w:lang w:bidi="bn-IN"/>
        </w:rPr>
        <w:t>আল্লাহ্পাক সেই ব্যক্তির নাসিকাকে কর্তন করুন যার গাইরাত নেই (অর্থাৎ তার সম্মুখে তার ধর্ম</w:t>
      </w:r>
      <w:r w:rsidRPr="003F52A2">
        <w:t>,</w:t>
      </w:r>
      <w:r w:rsidRPr="003F52A2">
        <w:rPr>
          <w:cs/>
          <w:lang w:bidi="bn-IN"/>
        </w:rPr>
        <w:t>পরিবার ও সমাজ লাঞ্ছিত হয়</w:t>
      </w:r>
      <w:r w:rsidRPr="003F52A2">
        <w:t>,</w:t>
      </w:r>
      <w:r w:rsidRPr="003F52A2">
        <w:rPr>
          <w:cs/>
          <w:lang w:bidi="bn-IN"/>
        </w:rPr>
        <w:t>অথচ সে তার প্রতিবাদ করে না- এমন ব্যক্তিকে আল্লাহ্ লাঞ্ছিত</w:t>
      </w:r>
      <w:r w:rsidR="00FA1E15">
        <w:rPr>
          <w:lang w:bidi="bn-IN"/>
        </w:rPr>
        <w:t xml:space="preserve"> </w:t>
      </w:r>
      <w:r w:rsidRPr="003F52A2">
        <w:rPr>
          <w:cs/>
          <w:lang w:bidi="bn-IN"/>
        </w:rPr>
        <w:t>করুন)।</w:t>
      </w:r>
      <w:r w:rsidRPr="00D542A0">
        <w:rPr>
          <w:rStyle w:val="libAlaemChar"/>
        </w:rPr>
        <w:t>”</w:t>
      </w:r>
    </w:p>
    <w:p w:rsidR="00FA1E15" w:rsidRDefault="003F52A2" w:rsidP="006B38C5">
      <w:pPr>
        <w:pStyle w:val="libNormal"/>
        <w:rPr>
          <w:rStyle w:val="libAlaemChar"/>
        </w:rPr>
      </w:pPr>
      <w:r w:rsidRPr="003F52A2">
        <w:rPr>
          <w:cs/>
          <w:lang w:bidi="bn-IN"/>
        </w:rPr>
        <w:t>তৎকালীন আরবে সা</w:t>
      </w:r>
      <w:r w:rsidRPr="00D542A0">
        <w:rPr>
          <w:rStyle w:val="libAlaemChar"/>
        </w:rPr>
        <w:t>’</w:t>
      </w:r>
      <w:r w:rsidRPr="003F52A2">
        <w:rPr>
          <w:cs/>
          <w:lang w:bidi="bn-IN"/>
        </w:rPr>
        <w:t xml:space="preserve">দ নামক এক আত্মসম্মানী ব্যক্তি ছিলেন। </w:t>
      </w:r>
      <w:r w:rsidR="00FE6D44">
        <w:rPr>
          <w:cs/>
          <w:lang w:bidi="bn-IN"/>
        </w:rPr>
        <w:t>তার</w:t>
      </w:r>
      <w:r w:rsidRPr="003F52A2">
        <w:rPr>
          <w:cs/>
          <w:lang w:bidi="bn-IN"/>
        </w:rPr>
        <w:t xml:space="preserve"> বিষয়েও রাসূল (সা.)বলেছেন</w:t>
      </w:r>
      <w:r w:rsidRPr="003F52A2">
        <w:t>,</w:t>
      </w:r>
      <w:r w:rsidRPr="00D542A0">
        <w:rPr>
          <w:rStyle w:val="libAlaemChar"/>
        </w:rPr>
        <w:t>“</w:t>
      </w:r>
      <w:r w:rsidRPr="003F52A2">
        <w:rPr>
          <w:cs/>
          <w:lang w:bidi="bn-IN"/>
        </w:rPr>
        <w:t xml:space="preserve">আমি </w:t>
      </w:r>
      <w:r w:rsidR="00FE6D44">
        <w:rPr>
          <w:cs/>
          <w:lang w:bidi="bn-IN"/>
        </w:rPr>
        <w:t>তার</w:t>
      </w:r>
      <w:r w:rsidRPr="003F52A2">
        <w:rPr>
          <w:cs/>
          <w:lang w:bidi="bn-IN"/>
        </w:rPr>
        <w:t xml:space="preserve"> থেকেও অধিক আত্মসম্মান রক্ষাকারী।</w:t>
      </w:r>
      <w:r w:rsidRPr="00D542A0">
        <w:rPr>
          <w:rStyle w:val="libAlaemChar"/>
        </w:rPr>
        <w:t>”</w:t>
      </w:r>
    </w:p>
    <w:p w:rsidR="00FA1E15" w:rsidRDefault="003F52A2" w:rsidP="006B38C5">
      <w:pPr>
        <w:pStyle w:val="libNormal"/>
      </w:pPr>
      <w:r w:rsidRPr="003F52A2">
        <w:rPr>
          <w:cs/>
          <w:lang w:bidi="bn-IN"/>
        </w:rPr>
        <w:t>পাকিস্তানী কবি ইকবাল একটি সুন্দর কথা বলেছেন। সম্ভবত মুসোলিনীর কথার বিপরীতেই তিনি</w:t>
      </w:r>
      <w:r w:rsidR="00FA1E15">
        <w:rPr>
          <w:lang w:bidi="bn-IN"/>
        </w:rPr>
        <w:t xml:space="preserve"> </w:t>
      </w:r>
      <w:r w:rsidRPr="003F52A2">
        <w:rPr>
          <w:cs/>
          <w:lang w:bidi="bn-IN"/>
        </w:rPr>
        <w:t>এ কথাটি বলেছেন। মুসোলিনী বলেছেন</w:t>
      </w:r>
      <w:r w:rsidRPr="003F52A2">
        <w:t>,</w:t>
      </w:r>
      <w:r w:rsidRPr="00D542A0">
        <w:rPr>
          <w:rStyle w:val="libAlaemChar"/>
        </w:rPr>
        <w:t>“</w:t>
      </w:r>
      <w:r w:rsidRPr="003F52A2">
        <w:rPr>
          <w:cs/>
          <w:lang w:bidi="bn-IN"/>
        </w:rPr>
        <w:t>যার হাতে লৌহ রয়েছে সে-ই রুটি পাবে</w:t>
      </w:r>
      <w:r w:rsidRPr="003F52A2">
        <w:rPr>
          <w:cs/>
          <w:lang w:bidi="hi-IN"/>
        </w:rPr>
        <w:t>।</w:t>
      </w:r>
      <w:r w:rsidRPr="00D542A0">
        <w:rPr>
          <w:rStyle w:val="libAlaemChar"/>
        </w:rPr>
        <w:t>”</w:t>
      </w:r>
      <w:r w:rsidRPr="003F52A2">
        <w:t xml:space="preserve"> </w:t>
      </w:r>
      <w:r w:rsidRPr="003F52A2">
        <w:rPr>
          <w:cs/>
          <w:lang w:bidi="bn-IN"/>
        </w:rPr>
        <w:t>অর্থাৎ যদি</w:t>
      </w:r>
      <w:r w:rsidR="00FA1E15">
        <w:rPr>
          <w:lang w:bidi="bn-IN"/>
        </w:rPr>
        <w:t xml:space="preserve"> </w:t>
      </w:r>
      <w:r w:rsidRPr="003F52A2">
        <w:rPr>
          <w:cs/>
          <w:lang w:bidi="bn-IN"/>
        </w:rPr>
        <w:t>খাদ্য পেতে চাও তবে তোমাকে অস্ত্র ও শক্তির অধিকারী হতে হবে। ইকবাল বলেন</w:t>
      </w:r>
      <w:r w:rsidRPr="003F52A2">
        <w:t>,</w:t>
      </w:r>
      <w:r w:rsidRPr="00D542A0">
        <w:rPr>
          <w:rStyle w:val="libAlaemChar"/>
        </w:rPr>
        <w:t>“</w:t>
      </w:r>
      <w:r w:rsidRPr="003F52A2">
        <w:rPr>
          <w:cs/>
          <w:lang w:bidi="bn-IN"/>
        </w:rPr>
        <w:t>যে নিজেই</w:t>
      </w:r>
      <w:r w:rsidR="00FA1E15">
        <w:rPr>
          <w:lang w:bidi="bn-IN"/>
        </w:rPr>
        <w:t xml:space="preserve"> </w:t>
      </w:r>
      <w:r w:rsidRPr="003F52A2">
        <w:rPr>
          <w:cs/>
          <w:lang w:bidi="bn-IN"/>
        </w:rPr>
        <w:t>লৌহে পরিণত হয়েছে সে-ই রুটি পাবে।</w:t>
      </w:r>
      <w:r w:rsidRPr="00D542A0">
        <w:rPr>
          <w:rStyle w:val="libAlaemChar"/>
        </w:rPr>
        <w:t>”</w:t>
      </w:r>
      <w:r w:rsidRPr="003F52A2">
        <w:t xml:space="preserve"> </w:t>
      </w:r>
      <w:r w:rsidRPr="003F52A2">
        <w:rPr>
          <w:cs/>
          <w:lang w:bidi="bn-IN"/>
        </w:rPr>
        <w:t>মুসোলিনী অস্ত্র ও বস্তুগত শক্তির উপর নির্ভর করেছেন</w:t>
      </w:r>
      <w:r w:rsidRPr="003F52A2">
        <w:t>,</w:t>
      </w:r>
      <w:r w:rsidRPr="003F52A2">
        <w:rPr>
          <w:cs/>
          <w:lang w:bidi="bn-IN"/>
        </w:rPr>
        <w:t>কিন্তু ইকবাল ব্যক্তির রূহ</w:t>
      </w:r>
      <w:r w:rsidRPr="003F52A2">
        <w:t>,</w:t>
      </w:r>
      <w:r w:rsidRPr="003F52A2">
        <w:rPr>
          <w:cs/>
          <w:lang w:bidi="bn-IN"/>
        </w:rPr>
        <w:t>প্রাণ ও মানসিক শক্তির উপর নির্ভর করে বলেছেন</w:t>
      </w:r>
      <w:r w:rsidRPr="003F52A2">
        <w:t>,</w:t>
      </w:r>
      <w:r w:rsidRPr="003F52A2">
        <w:rPr>
          <w:cs/>
          <w:lang w:bidi="bn-IN"/>
        </w:rPr>
        <w:t>নিজকেই লৌহ হতে</w:t>
      </w:r>
      <w:r w:rsidRPr="003F52A2">
        <w:t>,</w:t>
      </w:r>
      <w:r w:rsidRPr="003F52A2">
        <w:rPr>
          <w:cs/>
          <w:lang w:bidi="bn-IN"/>
        </w:rPr>
        <w:t>তবেই রুটি পাবে। আমীরুল মুমিনীন (আলী) বলেছেন</w:t>
      </w:r>
      <w:r w:rsidRPr="003F52A2">
        <w:t>,</w:t>
      </w:r>
    </w:p>
    <w:p w:rsidR="00FA1E15" w:rsidRDefault="001C1B14" w:rsidP="001C1B14">
      <w:pPr>
        <w:pStyle w:val="libArCenter"/>
      </w:pPr>
      <w:r w:rsidRPr="000C4B23">
        <w:rPr>
          <w:rStyle w:val="libArChar"/>
          <w:rFonts w:hint="cs"/>
          <w:rtl/>
        </w:rPr>
        <w:t>نفس</w:t>
      </w:r>
      <w:r w:rsidRPr="001C1B14">
        <w:rPr>
          <w:rStyle w:val="libArChar"/>
          <w:rFonts w:hint="cs"/>
          <w:rtl/>
        </w:rPr>
        <w:t xml:space="preserve"> </w:t>
      </w:r>
      <w:r w:rsidRPr="000C4B23">
        <w:rPr>
          <w:rStyle w:val="libArChar"/>
          <w:rFonts w:hint="cs"/>
          <w:rtl/>
        </w:rPr>
        <w:t>المؤمن</w:t>
      </w:r>
      <w:r>
        <w:rPr>
          <w:rStyle w:val="libArChar"/>
        </w:rPr>
        <w:t xml:space="preserve"> </w:t>
      </w:r>
      <w:r w:rsidRPr="000C4B23">
        <w:rPr>
          <w:rStyle w:val="libArChar"/>
          <w:rFonts w:hint="cs"/>
          <w:rtl/>
        </w:rPr>
        <w:t>أصلب من الصّلد</w:t>
      </w:r>
    </w:p>
    <w:p w:rsidR="001C1B14" w:rsidRDefault="003F52A2" w:rsidP="001C1B14">
      <w:pPr>
        <w:pStyle w:val="libCenter"/>
        <w:rPr>
          <w:rStyle w:val="libAlaemChar"/>
        </w:rPr>
      </w:pPr>
      <w:r w:rsidRPr="00D542A0">
        <w:rPr>
          <w:rStyle w:val="libAlaemChar"/>
        </w:rPr>
        <w:t>“</w:t>
      </w:r>
      <w:r w:rsidRPr="003F52A2">
        <w:rPr>
          <w:cs/>
          <w:lang w:bidi="bn-IN"/>
        </w:rPr>
        <w:t>মুমিনদের আত্মা কঠিনতম শিলা হতেও কঠিনতম।</w:t>
      </w:r>
      <w:r w:rsidRPr="00D542A0">
        <w:rPr>
          <w:rStyle w:val="libAlaemChar"/>
        </w:rPr>
        <w:t>”</w:t>
      </w:r>
    </w:p>
    <w:p w:rsidR="001C1B14" w:rsidRDefault="003F52A2" w:rsidP="006B38C5">
      <w:pPr>
        <w:pStyle w:val="libNormal"/>
        <w:rPr>
          <w:lang w:bidi="bn-IN"/>
        </w:rPr>
      </w:pPr>
      <w:r w:rsidRPr="003F52A2">
        <w:rPr>
          <w:cs/>
          <w:lang w:bidi="bn-IN"/>
        </w:rPr>
        <w:t>এ সকল হাদীসে ইসলাম যে বিষয়ের প্রতি আহবান করেছে তা হচ্ছে শক্তিমত্ত ও ক্ষমতা।</w:t>
      </w:r>
    </w:p>
    <w:p w:rsidR="001C1B14" w:rsidRDefault="003F52A2" w:rsidP="001C1B14">
      <w:pPr>
        <w:pStyle w:val="libNormal"/>
      </w:pPr>
      <w:r w:rsidRPr="003F52A2">
        <w:rPr>
          <w:cs/>
          <w:lang w:bidi="bn-IN"/>
        </w:rPr>
        <w:t>লক্ষ্য করুন আলী (আ.) নাহজুল বালাগায় শক্তি ও ক্ষমতার প্রতি কতটা গুরুত্ব দিয়েছেন এবং</w:t>
      </w:r>
      <w:r w:rsidR="001C1B14">
        <w:rPr>
          <w:lang w:bidi="bn-IN"/>
        </w:rPr>
        <w:t xml:space="preserve"> </w:t>
      </w:r>
      <w:r w:rsidRPr="003F52A2">
        <w:rPr>
          <w:cs/>
          <w:lang w:bidi="bn-IN"/>
        </w:rPr>
        <w:t xml:space="preserve">দুর্বলতাকে ইসলামী </w:t>
      </w:r>
      <w:r w:rsidR="001C1B14">
        <w:rPr>
          <w:cs/>
          <w:lang w:bidi="bn-IN"/>
        </w:rPr>
        <w:t>সমাজের জন্য অনুপযোগী মনে করেছেন</w:t>
      </w:r>
      <w:r w:rsidRPr="003F52A2">
        <w:rPr>
          <w:cs/>
          <w:lang w:bidi="bn-IN"/>
        </w:rPr>
        <w:t xml:space="preserve"> যেমন তিনি বলেছেন</w:t>
      </w:r>
      <w:r w:rsidRPr="003F52A2">
        <w:t>,</w:t>
      </w:r>
    </w:p>
    <w:p w:rsidR="001C1B14" w:rsidRPr="001C1B14" w:rsidRDefault="001C1B14" w:rsidP="001C1B14">
      <w:pPr>
        <w:pStyle w:val="libArCenter"/>
        <w:rPr>
          <w:rtl/>
          <w:cs/>
        </w:rPr>
      </w:pPr>
      <w:r>
        <w:rPr>
          <w:rFonts w:hint="cs"/>
          <w:rtl/>
          <w:lang w:bidi="ar-SA"/>
        </w:rPr>
        <w:t>فوالله ما غزی قوم قطّ فی عقر دارهم إلاّ ذلّوا</w:t>
      </w:r>
    </w:p>
    <w:p w:rsidR="001C1B14" w:rsidRDefault="001C1B14" w:rsidP="001C1B14">
      <w:pPr>
        <w:pStyle w:val="libNormal"/>
      </w:pPr>
    </w:p>
    <w:p w:rsidR="001C1B14" w:rsidRDefault="003F52A2" w:rsidP="001C1B14">
      <w:pPr>
        <w:pStyle w:val="libNormal"/>
      </w:pPr>
      <w:r w:rsidRPr="00D542A0">
        <w:rPr>
          <w:rStyle w:val="libAlaemChar"/>
        </w:rPr>
        <w:t>“</w:t>
      </w:r>
      <w:r w:rsidRPr="003F52A2">
        <w:rPr>
          <w:cs/>
          <w:lang w:bidi="bn-IN"/>
        </w:rPr>
        <w:t>আল্লাহর কসম</w:t>
      </w:r>
      <w:r w:rsidRPr="003F52A2">
        <w:t>,</w:t>
      </w:r>
      <w:r w:rsidRPr="003F52A2">
        <w:rPr>
          <w:cs/>
          <w:lang w:bidi="bn-IN"/>
        </w:rPr>
        <w:t>যে জাতি তার ঘরের মধ্যে আক্রান্ত হয়</w:t>
      </w:r>
      <w:r w:rsidRPr="003F52A2">
        <w:t>,</w:t>
      </w:r>
      <w:r w:rsidRPr="003F52A2">
        <w:rPr>
          <w:cs/>
          <w:lang w:bidi="bn-IN"/>
        </w:rPr>
        <w:t>সে জাতি লাঞ্ছিত হতে বাধ্য।</w:t>
      </w:r>
      <w:r w:rsidRPr="00D542A0">
        <w:rPr>
          <w:rStyle w:val="libAlaemChar"/>
        </w:rPr>
        <w:t>”</w:t>
      </w:r>
      <w:r w:rsidRPr="003F52A2">
        <w:t xml:space="preserve"> </w:t>
      </w:r>
      <w:r w:rsidRPr="003F52A2">
        <w:rPr>
          <w:cs/>
          <w:lang w:bidi="bn-IN"/>
        </w:rPr>
        <w:t>অন্যত্র</w:t>
      </w:r>
      <w:r w:rsidR="001C1B14">
        <w:rPr>
          <w:lang w:bidi="bn-IN"/>
        </w:rPr>
        <w:t xml:space="preserve"> </w:t>
      </w:r>
      <w:r w:rsidRPr="003F52A2">
        <w:rPr>
          <w:cs/>
          <w:lang w:bidi="bn-IN"/>
        </w:rPr>
        <w:t>বলেছেন</w:t>
      </w:r>
      <w:r w:rsidRPr="003F52A2">
        <w:t>,</w:t>
      </w:r>
    </w:p>
    <w:p w:rsidR="001C1B14" w:rsidRPr="001C1B14" w:rsidRDefault="001C1B14" w:rsidP="006D30FB">
      <w:pPr>
        <w:pStyle w:val="libArCenter"/>
        <w:rPr>
          <w:rtl/>
          <w:cs/>
        </w:rPr>
      </w:pPr>
      <w:r>
        <w:rPr>
          <w:rFonts w:hint="cs"/>
          <w:rtl/>
          <w:lang w:bidi="ar-SA"/>
        </w:rPr>
        <w:t>و لا يمنع الضّیم الذ</w:t>
      </w:r>
      <w:r w:rsidR="006D30FB">
        <w:rPr>
          <w:rFonts w:hint="cs"/>
          <w:rtl/>
          <w:lang w:bidi="ar-SA"/>
        </w:rPr>
        <w:t>ّ</w:t>
      </w:r>
      <w:r>
        <w:rPr>
          <w:rFonts w:hint="cs"/>
          <w:rtl/>
          <w:lang w:bidi="ar-SA"/>
        </w:rPr>
        <w:t>لیل</w:t>
      </w:r>
      <w:r w:rsidR="006D30FB">
        <w:rPr>
          <w:rFonts w:hint="cs"/>
          <w:rtl/>
          <w:lang w:bidi="ar-SA"/>
        </w:rPr>
        <w:t xml:space="preserve"> و لا یدرک الحقّ إلاّ بالجدّ</w:t>
      </w:r>
    </w:p>
    <w:p w:rsidR="006D30FB" w:rsidRDefault="003F52A2" w:rsidP="001C1B14">
      <w:pPr>
        <w:pStyle w:val="libNormal"/>
        <w:rPr>
          <w:lang w:bidi="bn-IN"/>
        </w:rPr>
      </w:pPr>
      <w:r w:rsidRPr="00D542A0">
        <w:rPr>
          <w:rStyle w:val="libAlaemChar"/>
        </w:rPr>
        <w:t>“</w:t>
      </w:r>
      <w:r w:rsidRPr="003F52A2">
        <w:rPr>
          <w:cs/>
          <w:lang w:bidi="bn-IN"/>
        </w:rPr>
        <w:t>ভীরু ও কাপুরুষ ব্যক্তি জুলমের বিরুদ্ধে দাঁড়াতে পারে না তেমনি পার</w:t>
      </w:r>
      <w:r w:rsidR="006D30FB">
        <w:rPr>
          <w:cs/>
          <w:lang w:bidi="bn-IN"/>
        </w:rPr>
        <w:t>ে না তাকে প্রতিরোধ</w:t>
      </w:r>
      <w:r w:rsidR="006D30FB">
        <w:rPr>
          <w:lang w:bidi="bn-IN"/>
        </w:rPr>
        <w:t xml:space="preserve"> </w:t>
      </w:r>
      <w:r w:rsidRPr="003F52A2">
        <w:rPr>
          <w:cs/>
          <w:lang w:bidi="bn-IN"/>
        </w:rPr>
        <w:t xml:space="preserve">করতে এবং দৃঢ়তা ও কর্ম প্রচেষ্টা ব্যতীত সত্যে </w:t>
      </w:r>
      <w:r w:rsidR="00611BB9">
        <w:rPr>
          <w:cs/>
          <w:lang w:bidi="bn-IN"/>
        </w:rPr>
        <w:t>পৌ</w:t>
      </w:r>
      <w:r w:rsidRPr="003F52A2">
        <w:rPr>
          <w:cs/>
          <w:lang w:bidi="bn-IN"/>
        </w:rPr>
        <w:t>ছানোও সম্ভব নয় (অর্থাৎ অধিকার লাভ সম্ভব</w:t>
      </w:r>
      <w:r w:rsidR="006D30FB">
        <w:rPr>
          <w:lang w:bidi="bn-IN"/>
        </w:rPr>
        <w:t xml:space="preserve"> </w:t>
      </w:r>
      <w:r w:rsidRPr="003F52A2">
        <w:rPr>
          <w:cs/>
          <w:lang w:bidi="bn-IN"/>
        </w:rPr>
        <w:t>নয়)।</w:t>
      </w:r>
      <w:r w:rsidRPr="00D542A0">
        <w:rPr>
          <w:rStyle w:val="libAlaemChar"/>
        </w:rPr>
        <w:t>”</w:t>
      </w:r>
      <w:r w:rsidRPr="003F52A2">
        <w:t xml:space="preserve"> (</w:t>
      </w:r>
      <w:r w:rsidRPr="003F52A2">
        <w:rPr>
          <w:cs/>
          <w:lang w:bidi="bn-IN"/>
        </w:rPr>
        <w:t>নাহজুল বালাগাহ্</w:t>
      </w:r>
      <w:r w:rsidRPr="003F52A2">
        <w:t>,</w:t>
      </w:r>
      <w:r w:rsidRPr="003F52A2">
        <w:rPr>
          <w:cs/>
          <w:lang w:bidi="bn-IN"/>
        </w:rPr>
        <w:t>খুতবা নং ২৭)</w:t>
      </w:r>
    </w:p>
    <w:p w:rsidR="006D30FB" w:rsidRPr="007359A5" w:rsidRDefault="006D30FB" w:rsidP="007359A5">
      <w:r>
        <w:rPr>
          <w:lang w:bidi="bn-IN"/>
        </w:rPr>
        <w:br w:type="page"/>
      </w:r>
    </w:p>
    <w:p w:rsidR="0065459C" w:rsidRDefault="003F52A2" w:rsidP="0065459C">
      <w:pPr>
        <w:pStyle w:val="Heading1"/>
      </w:pPr>
      <w:bookmarkStart w:id="54" w:name="_Toc392601463"/>
      <w:r w:rsidRPr="003F52A2">
        <w:rPr>
          <w:cs/>
          <w:lang w:bidi="bn-IN"/>
        </w:rPr>
        <w:t>অধিকার অর্জন করতে হয় নাকি দিতে হয়</w:t>
      </w:r>
      <w:r w:rsidRPr="003F52A2">
        <w:t>?</w:t>
      </w:r>
      <w:bookmarkEnd w:id="54"/>
    </w:p>
    <w:p w:rsidR="0065459C" w:rsidRDefault="0065459C" w:rsidP="001C1B14">
      <w:pPr>
        <w:pStyle w:val="libNormal"/>
      </w:pPr>
    </w:p>
    <w:p w:rsidR="0065459C" w:rsidRDefault="003F52A2" w:rsidP="001C1B14">
      <w:pPr>
        <w:pStyle w:val="libNormal"/>
        <w:rPr>
          <w:lang w:bidi="bn-IN"/>
        </w:rPr>
      </w:pPr>
      <w:r w:rsidRPr="003F52A2">
        <w:rPr>
          <w:cs/>
          <w:lang w:bidi="bn-IN"/>
        </w:rPr>
        <w:t>পাশ্চাত্যের ধারণায় সত্য ও অধিকার অর্জন করতে হয়। সুতরাং এ বিষয়টি বিবেচ্য যে</w:t>
      </w:r>
      <w:r w:rsidRPr="003F52A2">
        <w:t>,</w:t>
      </w:r>
      <w:r w:rsidRPr="003F52A2">
        <w:rPr>
          <w:cs/>
          <w:lang w:bidi="bn-IN"/>
        </w:rPr>
        <w:t>অধিকার</w:t>
      </w:r>
      <w:r w:rsidR="0065459C">
        <w:rPr>
          <w:lang w:bidi="bn-IN"/>
        </w:rPr>
        <w:t xml:space="preserve"> </w:t>
      </w:r>
      <w:r w:rsidRPr="00D542A0">
        <w:rPr>
          <w:rStyle w:val="libAlaemChar"/>
        </w:rPr>
        <w:t>‘</w:t>
      </w:r>
      <w:r w:rsidRPr="003F52A2">
        <w:rPr>
          <w:cs/>
          <w:lang w:bidi="bn-IN"/>
        </w:rPr>
        <w:t>অর্জনীয়</w:t>
      </w:r>
      <w:r w:rsidRPr="00D542A0">
        <w:rPr>
          <w:rStyle w:val="libAlaemChar"/>
        </w:rPr>
        <w:t>’</w:t>
      </w:r>
      <w:r w:rsidRPr="003F52A2">
        <w:t xml:space="preserve"> </w:t>
      </w:r>
      <w:r w:rsidRPr="003F52A2">
        <w:rPr>
          <w:cs/>
          <w:lang w:bidi="bn-IN"/>
        </w:rPr>
        <w:t xml:space="preserve">নাকি </w:t>
      </w:r>
      <w:r w:rsidRPr="00D542A0">
        <w:rPr>
          <w:rStyle w:val="libAlaemChar"/>
        </w:rPr>
        <w:t>‘</w:t>
      </w:r>
      <w:r w:rsidRPr="003F52A2">
        <w:rPr>
          <w:cs/>
          <w:lang w:bidi="bn-IN"/>
        </w:rPr>
        <w:t>দেয়</w:t>
      </w:r>
      <w:r w:rsidRPr="00D542A0">
        <w:rPr>
          <w:rStyle w:val="libAlaemChar"/>
        </w:rPr>
        <w:t>’</w:t>
      </w:r>
      <w:r w:rsidR="0065459C">
        <w:rPr>
          <w:rStyle w:val="libAlaemChar"/>
        </w:rPr>
        <w:t xml:space="preserve"> </w:t>
      </w:r>
      <w:r w:rsidRPr="003F52A2">
        <w:t xml:space="preserve">? </w:t>
      </w:r>
      <w:r w:rsidRPr="003F52A2">
        <w:rPr>
          <w:cs/>
          <w:lang w:bidi="bn-IN"/>
        </w:rPr>
        <w:t>অর্থাৎ প্রকৃতপক্ষে কোন</w:t>
      </w:r>
      <w:r w:rsidR="0065459C">
        <w:rPr>
          <w:cs/>
          <w:lang w:bidi="bn-IN"/>
        </w:rPr>
        <w:t>টি সঠিক- মানুষের অপরের অধিকারকে</w:t>
      </w:r>
      <w:r w:rsidR="0065459C">
        <w:rPr>
          <w:lang w:bidi="bn-IN"/>
        </w:rPr>
        <w:t xml:space="preserve"> </w:t>
      </w:r>
      <w:r w:rsidRPr="003F52A2">
        <w:rPr>
          <w:cs/>
          <w:lang w:bidi="bn-IN"/>
        </w:rPr>
        <w:t>স্বেচ্ছাপ্রণোদিত হয়ে দেয়া উচিত নাকি ব্যক্তিকে তার অধিকার অর্জন করতে হয়</w:t>
      </w:r>
      <w:r w:rsidRPr="003F52A2">
        <w:t xml:space="preserve">? </w:t>
      </w:r>
      <w:r w:rsidRPr="003F52A2">
        <w:rPr>
          <w:cs/>
          <w:lang w:bidi="bn-IN"/>
        </w:rPr>
        <w:t>কোন কোন</w:t>
      </w:r>
      <w:r w:rsidR="0065459C">
        <w:rPr>
          <w:lang w:bidi="bn-IN"/>
        </w:rPr>
        <w:t xml:space="preserve"> </w:t>
      </w:r>
      <w:r w:rsidRPr="003F52A2">
        <w:rPr>
          <w:cs/>
          <w:lang w:bidi="bn-IN"/>
        </w:rPr>
        <w:t xml:space="preserve">মতাদর্শের দৃষ্টিতে অধিকার </w:t>
      </w:r>
      <w:r w:rsidRPr="00D542A0">
        <w:rPr>
          <w:rStyle w:val="libAlaemChar"/>
        </w:rPr>
        <w:t>‘</w:t>
      </w:r>
      <w:r w:rsidRPr="003F52A2">
        <w:rPr>
          <w:cs/>
          <w:lang w:bidi="bn-IN"/>
        </w:rPr>
        <w:t>দেয়</w:t>
      </w:r>
      <w:r w:rsidRPr="00D542A0">
        <w:rPr>
          <w:rStyle w:val="libAlaemChar"/>
        </w:rPr>
        <w:t>’</w:t>
      </w:r>
      <w:r w:rsidRPr="003F52A2">
        <w:t>,</w:t>
      </w:r>
      <w:r w:rsidRPr="003F52A2">
        <w:rPr>
          <w:cs/>
          <w:lang w:bidi="bn-IN"/>
        </w:rPr>
        <w:t>তাই অবৈধ অধিকার দখলকারী ব্যক্তির উচিত অধিকার ফিরিয়ে</w:t>
      </w:r>
      <w:r w:rsidR="0065459C">
        <w:rPr>
          <w:lang w:bidi="bn-IN"/>
        </w:rPr>
        <w:t xml:space="preserve"> </w:t>
      </w:r>
      <w:r w:rsidRPr="003F52A2">
        <w:rPr>
          <w:cs/>
          <w:lang w:bidi="bn-IN"/>
        </w:rPr>
        <w:t xml:space="preserve">দেয়া। যদি সে না দেয় তবে কিছু করার নেই। অধিকার যেহেতু </w:t>
      </w:r>
      <w:r w:rsidRPr="00D542A0">
        <w:rPr>
          <w:rStyle w:val="libAlaemChar"/>
        </w:rPr>
        <w:t>‘</w:t>
      </w:r>
      <w:r w:rsidRPr="003F52A2">
        <w:rPr>
          <w:cs/>
          <w:lang w:bidi="bn-IN"/>
        </w:rPr>
        <w:t>দেয়</w:t>
      </w:r>
      <w:r w:rsidRPr="00D542A0">
        <w:rPr>
          <w:rStyle w:val="libAlaemChar"/>
        </w:rPr>
        <w:t>’</w:t>
      </w:r>
      <w:r w:rsidRPr="003F52A2">
        <w:t xml:space="preserve"> </w:t>
      </w:r>
      <w:r w:rsidRPr="003F52A2">
        <w:rPr>
          <w:cs/>
          <w:lang w:bidi="bn-IN"/>
        </w:rPr>
        <w:t>তাই দাবি করা বা এ বিষয়ে</w:t>
      </w:r>
      <w:r w:rsidR="0065459C">
        <w:rPr>
          <w:lang w:bidi="bn-IN"/>
        </w:rPr>
        <w:t xml:space="preserve"> </w:t>
      </w:r>
      <w:r w:rsidRPr="003F52A2">
        <w:rPr>
          <w:cs/>
          <w:lang w:bidi="bn-IN"/>
        </w:rPr>
        <w:t>সোচ্চার হওয়া ঠিক নয়। খ্রিষ্ট</w:t>
      </w:r>
      <w:r w:rsidR="0065459C">
        <w:rPr>
          <w:lang w:bidi="bn-IN"/>
        </w:rPr>
        <w:t xml:space="preserve"> </w:t>
      </w:r>
      <w:r w:rsidRPr="003F52A2">
        <w:rPr>
          <w:cs/>
          <w:lang w:bidi="bn-IN"/>
        </w:rPr>
        <w:t>ধর্মের অন্যতম মূলনীতি এটা যে</w:t>
      </w:r>
      <w:r w:rsidRPr="003F52A2">
        <w:t>,</w:t>
      </w:r>
      <w:r w:rsidRPr="003F52A2">
        <w:rPr>
          <w:cs/>
          <w:lang w:bidi="bn-IN"/>
        </w:rPr>
        <w:t>অধিকার হরণকারীকে বলব তোমার</w:t>
      </w:r>
      <w:r w:rsidR="0065459C">
        <w:rPr>
          <w:lang w:bidi="bn-IN"/>
        </w:rPr>
        <w:t xml:space="preserve"> </w:t>
      </w:r>
      <w:r w:rsidRPr="003F52A2">
        <w:rPr>
          <w:cs/>
          <w:lang w:bidi="bn-IN"/>
        </w:rPr>
        <w:t>অধিকার ফিরিয়ে দিতে। এরপর তার সঙ্গে বাক-বিতণ্ডা করো না। হে অধিকারহারা মানুষ! তোমাদের</w:t>
      </w:r>
      <w:r w:rsidR="0065459C">
        <w:rPr>
          <w:lang w:bidi="bn-IN"/>
        </w:rPr>
        <w:t xml:space="preserve"> </w:t>
      </w:r>
      <w:r w:rsidRPr="003F52A2">
        <w:rPr>
          <w:cs/>
          <w:lang w:bidi="bn-IN"/>
        </w:rPr>
        <w:t>প্রতি আমাদের (খ্রিষ্টবাদের) উপদেশ ও অনুরোধ হলো যতক্ষণ অত্যাচারী ব্যক্তি তোমাদের অধিকার</w:t>
      </w:r>
      <w:r w:rsidR="0065459C">
        <w:rPr>
          <w:lang w:bidi="bn-IN"/>
        </w:rPr>
        <w:t xml:space="preserve"> </w:t>
      </w:r>
      <w:r w:rsidRPr="003F52A2">
        <w:rPr>
          <w:cs/>
          <w:lang w:bidi="bn-IN"/>
        </w:rPr>
        <w:t>ফিরিয়ে না দেবে অভ্যুত্থানের চেষ্টা করো না</w:t>
      </w:r>
      <w:r w:rsidRPr="003F52A2">
        <w:t>,</w:t>
      </w:r>
      <w:r w:rsidRPr="003F52A2">
        <w:rPr>
          <w:cs/>
          <w:lang w:bidi="bn-IN"/>
        </w:rPr>
        <w:t>কারণ তা মানবতা ও নৈতিকতার পরিপন্থী কাজ।</w:t>
      </w:r>
    </w:p>
    <w:p w:rsidR="0065459C" w:rsidRDefault="003F52A2" w:rsidP="001C1B14">
      <w:pPr>
        <w:pStyle w:val="libNormal"/>
        <w:rPr>
          <w:lang w:bidi="bn-IN"/>
        </w:rPr>
      </w:pPr>
      <w:r w:rsidRPr="003F52A2">
        <w:rPr>
          <w:cs/>
          <w:lang w:bidi="bn-IN"/>
        </w:rPr>
        <w:t>আবার আরেক দল বলেন</w:t>
      </w:r>
      <w:r w:rsidRPr="003F52A2">
        <w:t>,</w:t>
      </w:r>
      <w:r w:rsidRPr="003F52A2">
        <w:rPr>
          <w:cs/>
          <w:lang w:bidi="bn-IN"/>
        </w:rPr>
        <w:t>অধিকার আদায় করে নিতে হয়। এটা সম্ভব নয় যে</w:t>
      </w:r>
      <w:r w:rsidRPr="003F52A2">
        <w:t>,</w:t>
      </w:r>
      <w:r w:rsidRPr="003F52A2">
        <w:rPr>
          <w:cs/>
          <w:lang w:bidi="bn-IN"/>
        </w:rPr>
        <w:t>যে ব্যক্তি অধিকার</w:t>
      </w:r>
      <w:r w:rsidR="0065459C">
        <w:rPr>
          <w:lang w:bidi="bn-IN"/>
        </w:rPr>
        <w:t xml:space="preserve"> </w:t>
      </w:r>
      <w:r w:rsidRPr="003F52A2">
        <w:rPr>
          <w:cs/>
          <w:lang w:bidi="bn-IN"/>
        </w:rPr>
        <w:t>হরণ করেছে সে স্বেচ্ছাপ্রণোদিত হয়ে অধিকার ফিরিয়ে দেবে। কারণ অধিকার হরণকারী ব্যক্তি</w:t>
      </w:r>
      <w:r w:rsidR="0065459C">
        <w:rPr>
          <w:lang w:bidi="bn-IN"/>
        </w:rPr>
        <w:t xml:space="preserve"> </w:t>
      </w:r>
      <w:r w:rsidRPr="003F52A2">
        <w:rPr>
          <w:cs/>
          <w:lang w:bidi="bn-IN"/>
        </w:rPr>
        <w:t>মানবতা</w:t>
      </w:r>
      <w:r w:rsidRPr="003F52A2">
        <w:t>,</w:t>
      </w:r>
      <w:r w:rsidRPr="003F52A2">
        <w:rPr>
          <w:cs/>
          <w:lang w:bidi="bn-IN"/>
        </w:rPr>
        <w:t>বিবেক ও সহমর্মিতার বিরোধী।</w:t>
      </w:r>
    </w:p>
    <w:p w:rsidR="0065459C" w:rsidRDefault="003F52A2" w:rsidP="001C1B14">
      <w:pPr>
        <w:pStyle w:val="libNormal"/>
        <w:rPr>
          <w:lang w:bidi="bn-IN"/>
        </w:rPr>
      </w:pPr>
      <w:r w:rsidRPr="003F52A2">
        <w:rPr>
          <w:cs/>
          <w:lang w:bidi="bn-IN"/>
        </w:rPr>
        <w:t xml:space="preserve">কিন্তু ইসলামের দৃষ্টিতে অধিকার যেমন </w:t>
      </w:r>
      <w:r w:rsidRPr="00D542A0">
        <w:rPr>
          <w:rStyle w:val="libAlaemChar"/>
        </w:rPr>
        <w:t>‘</w:t>
      </w:r>
      <w:r w:rsidRPr="003F52A2">
        <w:rPr>
          <w:cs/>
          <w:lang w:bidi="bn-IN"/>
        </w:rPr>
        <w:t>অর্জনীয়</w:t>
      </w:r>
      <w:r w:rsidRPr="00D542A0">
        <w:rPr>
          <w:rStyle w:val="libAlaemChar"/>
        </w:rPr>
        <w:t>’</w:t>
      </w:r>
      <w:r w:rsidRPr="003F52A2">
        <w:t xml:space="preserve"> </w:t>
      </w:r>
      <w:r w:rsidRPr="003F52A2">
        <w:rPr>
          <w:cs/>
          <w:lang w:bidi="bn-IN"/>
        </w:rPr>
        <w:t xml:space="preserve">তেমনি </w:t>
      </w:r>
      <w:r w:rsidRPr="00D542A0">
        <w:rPr>
          <w:rStyle w:val="libAlaemChar"/>
        </w:rPr>
        <w:t>‘</w:t>
      </w:r>
      <w:r w:rsidRPr="003F52A2">
        <w:rPr>
          <w:cs/>
          <w:lang w:bidi="bn-IN"/>
        </w:rPr>
        <w:t>দেয়</w:t>
      </w:r>
      <w:r w:rsidRPr="00D542A0">
        <w:rPr>
          <w:rStyle w:val="libAlaemChar"/>
        </w:rPr>
        <w:t>’</w:t>
      </w:r>
      <w:r w:rsidRPr="003F52A2">
        <w:rPr>
          <w:cs/>
          <w:lang w:bidi="hi-IN"/>
        </w:rPr>
        <w:t xml:space="preserve">। </w:t>
      </w:r>
      <w:r w:rsidRPr="003F52A2">
        <w:rPr>
          <w:cs/>
          <w:lang w:bidi="bn-IN"/>
        </w:rPr>
        <w:t>অর্থাৎ ইসলাম অধিকার পাবার</w:t>
      </w:r>
      <w:r w:rsidR="0065459C">
        <w:rPr>
          <w:lang w:bidi="bn-IN"/>
        </w:rPr>
        <w:t xml:space="preserve"> </w:t>
      </w:r>
      <w:r w:rsidRPr="003F52A2">
        <w:rPr>
          <w:cs/>
          <w:lang w:bidi="bn-IN"/>
        </w:rPr>
        <w:t>জন্য দু</w:t>
      </w:r>
      <w:r w:rsidRPr="00D542A0">
        <w:rPr>
          <w:rStyle w:val="libAlaemChar"/>
        </w:rPr>
        <w:t>’</w:t>
      </w:r>
      <w:r w:rsidRPr="003F52A2">
        <w:rPr>
          <w:cs/>
          <w:lang w:bidi="bn-IN"/>
        </w:rPr>
        <w:t>টি ফ্রন্টে সংগ্রাম করে। একটি ফ্রন্টে অধিকার হরণকারীকে প্রশিক্ষিত করে</w:t>
      </w:r>
      <w:r w:rsidRPr="003F52A2">
        <w:t>,</w:t>
      </w:r>
      <w:r w:rsidRPr="003F52A2">
        <w:rPr>
          <w:cs/>
          <w:lang w:bidi="bn-IN"/>
        </w:rPr>
        <w:t>যে অধিকারসমূহ</w:t>
      </w:r>
      <w:r w:rsidR="0065459C">
        <w:rPr>
          <w:lang w:bidi="bn-IN"/>
        </w:rPr>
        <w:t xml:space="preserve"> </w:t>
      </w:r>
      <w:r w:rsidRPr="003F52A2">
        <w:rPr>
          <w:cs/>
          <w:lang w:bidi="bn-IN"/>
        </w:rPr>
        <w:t>সে হরণ করেছে সেগুলোকে ফিরিয়ে দেয়ার মানসিকতা সৃষ্টির চেষ্টা করে। কিন্তু ইসলাম এটুকু করেই</w:t>
      </w:r>
      <w:r w:rsidR="0065459C">
        <w:rPr>
          <w:lang w:bidi="bn-IN"/>
        </w:rPr>
        <w:t xml:space="preserve"> </w:t>
      </w:r>
      <w:r w:rsidRPr="003F52A2">
        <w:rPr>
          <w:cs/>
          <w:lang w:bidi="bn-IN"/>
        </w:rPr>
        <w:t>তার কর্মের সমাপ্তি ঘটেছে বলে মনে করে না</w:t>
      </w:r>
      <w:r w:rsidRPr="003F52A2">
        <w:t>,</w:t>
      </w:r>
      <w:r w:rsidRPr="003F52A2">
        <w:rPr>
          <w:cs/>
          <w:lang w:bidi="bn-IN"/>
        </w:rPr>
        <w:t>বরং অন্য ফ্রন্টে অধিকারহৃত ব্যক্তিকে সচেতন করে</w:t>
      </w:r>
      <w:r w:rsidR="0065459C">
        <w:rPr>
          <w:lang w:bidi="bn-IN"/>
        </w:rPr>
        <w:t xml:space="preserve"> </w:t>
      </w:r>
      <w:r w:rsidRPr="003F52A2">
        <w:rPr>
          <w:cs/>
          <w:lang w:bidi="bn-IN"/>
        </w:rPr>
        <w:t>বলে</w:t>
      </w:r>
      <w:r w:rsidRPr="003F52A2">
        <w:t>,</w:t>
      </w:r>
      <w:r w:rsidRPr="003F52A2">
        <w:rPr>
          <w:cs/>
          <w:lang w:bidi="bn-IN"/>
        </w:rPr>
        <w:t>অধিকার অর্জনীয়। তাই অধিকার আদায়ের জন্য প্রচেষ্টা চালাও এবং তা অর্জন কর।</w:t>
      </w:r>
    </w:p>
    <w:p w:rsidR="0065459C" w:rsidRDefault="003F52A2" w:rsidP="001C1B14">
      <w:pPr>
        <w:pStyle w:val="libNormal"/>
        <w:rPr>
          <w:lang w:bidi="bn-IN"/>
        </w:rPr>
      </w:pPr>
      <w:r w:rsidRPr="003F52A2">
        <w:rPr>
          <w:cs/>
          <w:lang w:bidi="bn-IN"/>
        </w:rPr>
        <w:t xml:space="preserve">আলী (আ.) </w:t>
      </w:r>
      <w:r w:rsidR="00FE6D44">
        <w:rPr>
          <w:cs/>
          <w:lang w:bidi="bn-IN"/>
        </w:rPr>
        <w:t>তার</w:t>
      </w:r>
      <w:r w:rsidRPr="003F52A2">
        <w:rPr>
          <w:cs/>
          <w:lang w:bidi="bn-IN"/>
        </w:rPr>
        <w:t xml:space="preserve"> প্রসিদ্ধ একটি পত্র যা মালিক আশতারকে লিখেছিলেন সেখানে বলেছেন</w:t>
      </w:r>
      <w:r w:rsidRPr="003F52A2">
        <w:t>,</w:t>
      </w:r>
      <w:r w:rsidRPr="00D542A0">
        <w:rPr>
          <w:rStyle w:val="libAlaemChar"/>
        </w:rPr>
        <w:t>“</w:t>
      </w:r>
      <w:r w:rsidRPr="003F52A2">
        <w:rPr>
          <w:cs/>
          <w:lang w:bidi="bn-IN"/>
        </w:rPr>
        <w:t>রাসূল(সা.)-কে বলতে শুনেছি-</w:t>
      </w:r>
    </w:p>
    <w:p w:rsidR="0065459C" w:rsidRPr="0065459C" w:rsidRDefault="0065459C" w:rsidP="0065459C">
      <w:pPr>
        <w:pStyle w:val="libAr"/>
        <w:rPr>
          <w:rtl/>
          <w:lang w:bidi="fa-IR"/>
        </w:rPr>
      </w:pPr>
      <w:r>
        <w:rPr>
          <w:rFonts w:hint="cs"/>
          <w:rtl/>
          <w:lang w:bidi="fa-IR"/>
        </w:rPr>
        <w:t>فإنّی سمعت رسول الله (ص) یقول فی غیر موطن : لن نقدّس أمّة حتی یؤخذ للضّعیف حقّه من القویّ غیر متتعتع</w:t>
      </w:r>
    </w:p>
    <w:p w:rsidR="0065459C" w:rsidRDefault="0065459C" w:rsidP="001C1B14">
      <w:pPr>
        <w:pStyle w:val="libNormal"/>
        <w:rPr>
          <w:lang w:bidi="bn-IN"/>
        </w:rPr>
      </w:pPr>
    </w:p>
    <w:p w:rsidR="0065459C" w:rsidRDefault="003F52A2" w:rsidP="001C1B14">
      <w:pPr>
        <w:pStyle w:val="libNormal"/>
        <w:rPr>
          <w:rStyle w:val="libAlaemChar"/>
        </w:rPr>
      </w:pPr>
      <w:r w:rsidRPr="00D542A0">
        <w:rPr>
          <w:rStyle w:val="libAlaemChar"/>
        </w:rPr>
        <w:t>“</w:t>
      </w:r>
      <w:r w:rsidRPr="003F52A2">
        <w:rPr>
          <w:cs/>
          <w:lang w:bidi="bn-IN"/>
        </w:rPr>
        <w:t xml:space="preserve">কোন জাতিই সম্মান ও মর্যাদার পবিত্র স্থানে </w:t>
      </w:r>
      <w:r w:rsidR="00611BB9">
        <w:rPr>
          <w:cs/>
          <w:lang w:bidi="bn-IN"/>
        </w:rPr>
        <w:t>পৌ</w:t>
      </w:r>
      <w:r w:rsidRPr="003F52A2">
        <w:rPr>
          <w:cs/>
          <w:lang w:bidi="bn-IN"/>
        </w:rPr>
        <w:t>ছতে পারে না যতক্ষণ না তাদের দুর্বলরা</w:t>
      </w:r>
      <w:r w:rsidR="0065459C">
        <w:rPr>
          <w:lang w:bidi="bn-IN"/>
        </w:rPr>
        <w:t xml:space="preserve"> </w:t>
      </w:r>
      <w:r w:rsidRPr="003F52A2">
        <w:rPr>
          <w:cs/>
          <w:lang w:bidi="bn-IN"/>
        </w:rPr>
        <w:t>শক্তিমানদের নিকট থেকে তাদের অধিকার আদায় করে নেবে</w:t>
      </w:r>
      <w:r w:rsidRPr="003F52A2">
        <w:t>,</w:t>
      </w:r>
      <w:r w:rsidRPr="003F52A2">
        <w:rPr>
          <w:cs/>
          <w:lang w:bidi="bn-IN"/>
        </w:rPr>
        <w:t>অথচ তাদের মধ্যে কোন দ্বিধা থাকবেনা।</w:t>
      </w:r>
      <w:r w:rsidRPr="00D542A0">
        <w:rPr>
          <w:rStyle w:val="libAlaemChar"/>
        </w:rPr>
        <w:t>”</w:t>
      </w:r>
    </w:p>
    <w:p w:rsidR="00FF35D3" w:rsidRDefault="003F52A2" w:rsidP="001C1B14">
      <w:pPr>
        <w:pStyle w:val="libNormal"/>
        <w:rPr>
          <w:lang w:bidi="bn-IN"/>
        </w:rPr>
      </w:pPr>
      <w:r w:rsidRPr="003F52A2">
        <w:rPr>
          <w:cs/>
          <w:lang w:bidi="bn-IN"/>
        </w:rPr>
        <w:t>যে দুর্বল নিজের অধিকার আদায়ের জন্য সোচ্চার হয় না ইসলাম তাকে অযোগ্য মুসলমান বলে</w:t>
      </w:r>
      <w:r w:rsidR="00FF35D3">
        <w:rPr>
          <w:lang w:bidi="bn-IN"/>
        </w:rPr>
        <w:t xml:space="preserve"> </w:t>
      </w:r>
      <w:r w:rsidRPr="003F52A2">
        <w:rPr>
          <w:cs/>
          <w:lang w:bidi="bn-IN"/>
        </w:rPr>
        <w:t>মনে করে। যে সমাজে দুর্বলরা এতটা দুর্বল মনের যে</w:t>
      </w:r>
      <w:r w:rsidRPr="003F52A2">
        <w:t>,</w:t>
      </w:r>
      <w:r w:rsidRPr="003F52A2">
        <w:rPr>
          <w:cs/>
          <w:lang w:bidi="bn-IN"/>
        </w:rPr>
        <w:t>নিজের অধিকারের জন্য প্রচেষ্টা চালানোর</w:t>
      </w:r>
      <w:r w:rsidR="00FF35D3">
        <w:rPr>
          <w:lang w:bidi="bn-IN"/>
        </w:rPr>
        <w:t xml:space="preserve"> </w:t>
      </w:r>
      <w:r w:rsidRPr="003F52A2">
        <w:rPr>
          <w:cs/>
          <w:lang w:bidi="bn-IN"/>
        </w:rPr>
        <w:t>সাহস পায় না সে সমাজকে মুসলিম সমাজ বলে মনে করে না।</w:t>
      </w:r>
    </w:p>
    <w:p w:rsidR="00FF35D3" w:rsidRDefault="003F52A2" w:rsidP="001C1B14">
      <w:pPr>
        <w:pStyle w:val="libNormal"/>
      </w:pPr>
      <w:r w:rsidRPr="003F52A2">
        <w:rPr>
          <w:cs/>
          <w:lang w:bidi="bn-IN"/>
        </w:rPr>
        <w:t>আমাদের মুসলিম জাতির প্রাথমিক যুগের মহান ব্যক্তিবর্গ কিরূপ ছিলেন</w:t>
      </w:r>
      <w:r w:rsidRPr="003F52A2">
        <w:t xml:space="preserve">? </w:t>
      </w:r>
      <w:r w:rsidRPr="003F52A2">
        <w:rPr>
          <w:cs/>
          <w:lang w:bidi="bn-IN"/>
        </w:rPr>
        <w:t>স্বয়ং আমাদের নবী</w:t>
      </w:r>
      <w:r w:rsidR="00FF35D3">
        <w:rPr>
          <w:lang w:bidi="bn-IN"/>
        </w:rPr>
        <w:t xml:space="preserve"> </w:t>
      </w:r>
      <w:r w:rsidRPr="003F52A2">
        <w:rPr>
          <w:cs/>
          <w:lang w:bidi="bn-IN"/>
        </w:rPr>
        <w:t>কিরূপ ব্যক্তিত্বের অধিকারী ছিলেন</w:t>
      </w:r>
      <w:r w:rsidRPr="003F52A2">
        <w:t>?</w:t>
      </w:r>
    </w:p>
    <w:p w:rsidR="00FF35D3" w:rsidRDefault="003F52A2" w:rsidP="001C1B14">
      <w:pPr>
        <w:pStyle w:val="libNormal"/>
        <w:rPr>
          <w:lang w:bidi="bn-IN"/>
        </w:rPr>
      </w:pPr>
      <w:r w:rsidRPr="003F52A2">
        <w:rPr>
          <w:cs/>
          <w:lang w:bidi="bn-IN"/>
        </w:rPr>
        <w:t>রাসূলের অন্যতম বৈশিষ্ট্য ছিল এই যে</w:t>
      </w:r>
      <w:r w:rsidRPr="003F52A2">
        <w:t>,</w:t>
      </w:r>
      <w:r w:rsidRPr="003F52A2">
        <w:rPr>
          <w:cs/>
          <w:lang w:bidi="bn-IN"/>
        </w:rPr>
        <w:t>তিনি শারীরিক ও মানসিক উভয় দিক দিয়েই শক্তিশালী</w:t>
      </w:r>
      <w:r w:rsidR="00FF35D3">
        <w:rPr>
          <w:lang w:bidi="bn-IN"/>
        </w:rPr>
        <w:t xml:space="preserve"> </w:t>
      </w:r>
      <w:r w:rsidRPr="003F52A2">
        <w:rPr>
          <w:cs/>
          <w:lang w:bidi="bn-IN"/>
        </w:rPr>
        <w:t xml:space="preserve">ছিলেন। রাসূলের আত্মিক ও মানসিক শক্তির বর্ণনা </w:t>
      </w:r>
      <w:r w:rsidR="00FE6D44">
        <w:rPr>
          <w:cs/>
          <w:lang w:bidi="bn-IN"/>
        </w:rPr>
        <w:t>তার</w:t>
      </w:r>
      <w:r w:rsidRPr="003F52A2">
        <w:rPr>
          <w:cs/>
          <w:lang w:bidi="bn-IN"/>
        </w:rPr>
        <w:t xml:space="preserve"> জীবনেতিহাসে প্রোজ্জ্বল হয়ে রয়েছে।</w:t>
      </w:r>
    </w:p>
    <w:p w:rsidR="00FF35D3" w:rsidRPr="007359A5" w:rsidRDefault="00FF35D3" w:rsidP="007359A5">
      <w:r>
        <w:rPr>
          <w:lang w:bidi="bn-IN"/>
        </w:rPr>
        <w:br w:type="page"/>
      </w:r>
    </w:p>
    <w:p w:rsidR="00FF35D3" w:rsidRDefault="003F52A2" w:rsidP="00FF35D3">
      <w:pPr>
        <w:pStyle w:val="Heading1"/>
        <w:rPr>
          <w:lang w:bidi="bn-IN"/>
        </w:rPr>
      </w:pPr>
      <w:bookmarkStart w:id="55" w:name="_Toc392601464"/>
      <w:r w:rsidRPr="003F52A2">
        <w:rPr>
          <w:cs/>
          <w:lang w:bidi="bn-IN"/>
        </w:rPr>
        <w:t>রাসূল (সা.)-এর আত্মিক ও শারীরিক ক্ষমতা</w:t>
      </w:r>
      <w:bookmarkEnd w:id="55"/>
    </w:p>
    <w:p w:rsidR="00FF35D3" w:rsidRDefault="00FF35D3" w:rsidP="001C1B14">
      <w:pPr>
        <w:pStyle w:val="libNormal"/>
        <w:rPr>
          <w:lang w:bidi="bn-IN"/>
        </w:rPr>
      </w:pPr>
    </w:p>
    <w:p w:rsidR="00FF35D3" w:rsidRDefault="003F52A2" w:rsidP="00FF35D3">
      <w:pPr>
        <w:pStyle w:val="libNormal"/>
      </w:pPr>
      <w:r w:rsidRPr="003F52A2">
        <w:rPr>
          <w:cs/>
          <w:lang w:bidi="bn-IN"/>
        </w:rPr>
        <w:t xml:space="preserve">রোমান লেখক কুনেস্টান ভিরজিল গিওরগেভ </w:t>
      </w:r>
      <w:r w:rsidR="00FE6D44">
        <w:rPr>
          <w:cs/>
          <w:lang w:bidi="bn-IN"/>
        </w:rPr>
        <w:t>তার</w:t>
      </w:r>
      <w:r w:rsidRPr="003F52A2">
        <w:rPr>
          <w:cs/>
          <w:lang w:bidi="bn-IN"/>
        </w:rPr>
        <w:t xml:space="preserve"> </w:t>
      </w:r>
      <w:r w:rsidRPr="00D542A0">
        <w:rPr>
          <w:rStyle w:val="libAlaemChar"/>
        </w:rPr>
        <w:t>‘</w:t>
      </w:r>
      <w:r w:rsidRPr="003F52A2">
        <w:rPr>
          <w:cs/>
          <w:lang w:bidi="bn-IN"/>
        </w:rPr>
        <w:t>নবী মুহাম্মদকে নতুন করে চিনুন</w:t>
      </w:r>
      <w:r w:rsidRPr="00D542A0">
        <w:rPr>
          <w:rStyle w:val="libAlaemChar"/>
        </w:rPr>
        <w:t>’</w:t>
      </w:r>
      <w:r w:rsidRPr="003F52A2">
        <w:t xml:space="preserve"> </w:t>
      </w:r>
      <w:r w:rsidRPr="003F52A2">
        <w:rPr>
          <w:cs/>
          <w:lang w:bidi="bn-IN"/>
        </w:rPr>
        <w:t>গ্রন্থে দু</w:t>
      </w:r>
      <w:r w:rsidRPr="00D542A0">
        <w:rPr>
          <w:rStyle w:val="libAlaemChar"/>
        </w:rPr>
        <w:t>’</w:t>
      </w:r>
      <w:r w:rsidRPr="003F52A2">
        <w:rPr>
          <w:cs/>
          <w:lang w:bidi="bn-IN"/>
        </w:rPr>
        <w:t>টি</w:t>
      </w:r>
      <w:r w:rsidR="00FF35D3">
        <w:rPr>
          <w:lang w:bidi="bn-IN"/>
        </w:rPr>
        <w:t xml:space="preserve"> </w:t>
      </w:r>
      <w:r w:rsidRPr="003F52A2">
        <w:rPr>
          <w:cs/>
          <w:lang w:bidi="bn-IN"/>
        </w:rPr>
        <w:t>বিষয় সুন্দরভাবে উপস্থাপন করেছেন (যদিও</w:t>
      </w:r>
      <w:r w:rsidR="00FF35D3">
        <w:rPr>
          <w:lang w:bidi="bn-IN"/>
        </w:rPr>
        <w:t xml:space="preserve"> </w:t>
      </w:r>
      <w:r w:rsidR="00FF35D3" w:rsidRPr="00FF35D3">
        <w:rPr>
          <w:cs/>
          <w:lang w:bidi="bn-IN"/>
        </w:rPr>
        <w:t>গ্রন্থটিতে</w:t>
      </w:r>
      <w:r w:rsidRPr="003F52A2">
        <w:rPr>
          <w:cs/>
          <w:lang w:bidi="bn-IN"/>
        </w:rPr>
        <w:t xml:space="preserve"> প্রচুর ভুল তথ্য রয়েছে। কারণ ইসলাম </w:t>
      </w:r>
      <w:r w:rsidR="000C4B23">
        <w:rPr>
          <w:cs/>
          <w:lang w:bidi="bn-IN"/>
        </w:rPr>
        <w:t>সম্পর্কে</w:t>
      </w:r>
      <w:r w:rsidR="00FF35D3">
        <w:rPr>
          <w:lang w:bidi="bn-IN"/>
        </w:rPr>
        <w:t xml:space="preserve"> </w:t>
      </w:r>
      <w:r w:rsidRPr="003F52A2">
        <w:rPr>
          <w:cs/>
          <w:lang w:bidi="bn-IN"/>
        </w:rPr>
        <w:t>পাশ্চাত্যের কোন ব্যক্তির পূর্ণ ধারণা থাকাটা অস্বাভাবিক</w:t>
      </w:r>
      <w:r w:rsidRPr="003F52A2">
        <w:t>,</w:t>
      </w:r>
      <w:r w:rsidRPr="003F52A2">
        <w:rPr>
          <w:cs/>
          <w:lang w:bidi="bn-IN"/>
        </w:rPr>
        <w:t>তদুপরি এ দু</w:t>
      </w:r>
      <w:r w:rsidRPr="00D542A0">
        <w:rPr>
          <w:rStyle w:val="libAlaemChar"/>
        </w:rPr>
        <w:t>’</w:t>
      </w:r>
      <w:r w:rsidRPr="003F52A2">
        <w:rPr>
          <w:cs/>
          <w:lang w:bidi="bn-IN"/>
        </w:rPr>
        <w:t>টি বিষয়কে সুন্দরভাবে চিত্রিত</w:t>
      </w:r>
      <w:r w:rsidR="00FF35D3">
        <w:rPr>
          <w:lang w:bidi="bn-IN"/>
        </w:rPr>
        <w:t xml:space="preserve"> </w:t>
      </w:r>
      <w:r w:rsidRPr="003F52A2">
        <w:rPr>
          <w:cs/>
          <w:lang w:bidi="bn-IN"/>
        </w:rPr>
        <w:t>করতে তিনি সক্ষম হয়েছেন)। একটি হলো রাসূল (সা.)-এর দৃঢ়তা। রাসূল কখনো কখনো এমন</w:t>
      </w:r>
      <w:r w:rsidR="00FF35D3">
        <w:rPr>
          <w:lang w:bidi="bn-IN"/>
        </w:rPr>
        <w:t xml:space="preserve"> </w:t>
      </w:r>
      <w:r w:rsidRPr="003F52A2">
        <w:rPr>
          <w:cs/>
          <w:lang w:bidi="bn-IN"/>
        </w:rPr>
        <w:t>অবস্থায় পড়তেন যে</w:t>
      </w:r>
      <w:r w:rsidRPr="003F52A2">
        <w:t>,</w:t>
      </w:r>
      <w:r w:rsidRPr="003F52A2">
        <w:rPr>
          <w:cs/>
          <w:lang w:bidi="bn-IN"/>
        </w:rPr>
        <w:t xml:space="preserve">সকল রাজনৈতিক ও সামাজিক সম্ভাবনার দ্বার </w:t>
      </w:r>
      <w:r w:rsidR="00FE6D44">
        <w:rPr>
          <w:cs/>
          <w:lang w:bidi="bn-IN"/>
        </w:rPr>
        <w:t>তার</w:t>
      </w:r>
      <w:r w:rsidRPr="003F52A2">
        <w:rPr>
          <w:cs/>
          <w:lang w:bidi="bn-IN"/>
        </w:rPr>
        <w:t xml:space="preserve"> সম্মুখে বন্ধ হয়ে যেত</w:t>
      </w:r>
      <w:r w:rsidRPr="003F52A2">
        <w:t>,</w:t>
      </w:r>
      <w:r w:rsidRPr="003F52A2">
        <w:rPr>
          <w:cs/>
          <w:lang w:bidi="bn-IN"/>
        </w:rPr>
        <w:t>পরিস্থিতি সম্পূর্ণ প্রতিকুলে চলে যেত এবং আশার কোন আলোই অবশিষ্ট থাকত না</w:t>
      </w:r>
      <w:r w:rsidRPr="003F52A2">
        <w:t>,</w:t>
      </w:r>
      <w:r w:rsidRPr="003F52A2">
        <w:rPr>
          <w:cs/>
          <w:lang w:bidi="bn-IN"/>
        </w:rPr>
        <w:t>সে মুহূর্তেও তিনি</w:t>
      </w:r>
      <w:r w:rsidR="00FF35D3">
        <w:rPr>
          <w:lang w:bidi="bn-IN"/>
        </w:rPr>
        <w:t xml:space="preserve"> </w:t>
      </w:r>
      <w:r w:rsidRPr="003F52A2">
        <w:rPr>
          <w:cs/>
          <w:lang w:bidi="bn-IN"/>
        </w:rPr>
        <w:t>অবিচল থাকতেন</w:t>
      </w:r>
      <w:r w:rsidRPr="003F52A2">
        <w:t>,</w:t>
      </w:r>
      <w:r w:rsidR="00FE6D44">
        <w:rPr>
          <w:cs/>
          <w:lang w:bidi="bn-IN"/>
        </w:rPr>
        <w:t>তার</w:t>
      </w:r>
      <w:r w:rsidRPr="003F52A2">
        <w:rPr>
          <w:cs/>
          <w:lang w:bidi="bn-IN"/>
        </w:rPr>
        <w:t xml:space="preserve"> ইচ্ছাশক্তি পর্বতের মতো অটল থাক</w:t>
      </w:r>
      <w:r w:rsidR="00FF35D3">
        <w:rPr>
          <w:cs/>
          <w:lang w:bidi="bn-IN"/>
        </w:rPr>
        <w:t>তো। প্রকৃতই রাসূল (সা.)-এর তেইশ</w:t>
      </w:r>
      <w:r w:rsidR="00FF35D3">
        <w:rPr>
          <w:lang w:bidi="bn-IN"/>
        </w:rPr>
        <w:t xml:space="preserve"> </w:t>
      </w:r>
      <w:r w:rsidRPr="003F52A2">
        <w:rPr>
          <w:cs/>
          <w:lang w:bidi="bn-IN"/>
        </w:rPr>
        <w:t xml:space="preserve">বছরের নবুওয়াতী জীবনে </w:t>
      </w:r>
      <w:r w:rsidR="00FE6D44">
        <w:rPr>
          <w:cs/>
          <w:lang w:bidi="bn-IN"/>
        </w:rPr>
        <w:t>তার</w:t>
      </w:r>
      <w:r w:rsidRPr="003F52A2">
        <w:rPr>
          <w:cs/>
          <w:lang w:bidi="bn-IN"/>
        </w:rPr>
        <w:t xml:space="preserve"> অপরিসীম মানসিক শক্তির পরিচয় পাওয়া যায়। মানুষ যখন তা</w:t>
      </w:r>
      <w:r w:rsidR="00FF35D3">
        <w:rPr>
          <w:lang w:bidi="bn-IN"/>
        </w:rPr>
        <w:t xml:space="preserve"> </w:t>
      </w:r>
      <w:r w:rsidRPr="003F52A2">
        <w:rPr>
          <w:cs/>
          <w:lang w:bidi="bn-IN"/>
        </w:rPr>
        <w:t>অধ্যায়ন করে তখন আশ্চর্যান্বিত হয়। এ</w:t>
      </w:r>
      <w:r w:rsidR="00FF35D3">
        <w:rPr>
          <w:lang w:bidi="bn-IN"/>
        </w:rPr>
        <w:t xml:space="preserve"> </w:t>
      </w:r>
      <w:r w:rsidRPr="003F52A2">
        <w:rPr>
          <w:cs/>
          <w:lang w:bidi="bn-IN"/>
        </w:rPr>
        <w:t>জন্যই কবি হাস্সান বিন সাবিত (রাসূলের সাহাবী ও প্রসিদ্ধকবি) বলেছেন</w:t>
      </w:r>
      <w:r w:rsidRPr="003F52A2">
        <w:t>,</w:t>
      </w:r>
    </w:p>
    <w:p w:rsidR="008F6D10" w:rsidRDefault="008F6D10" w:rsidP="00FF35D3">
      <w:pPr>
        <w:pStyle w:val="libNormal"/>
      </w:pPr>
    </w:p>
    <w:tbl>
      <w:tblPr>
        <w:tblStyle w:val="TableGrid"/>
        <w:bidiVisual/>
        <w:tblW w:w="4562" w:type="pct"/>
        <w:tblInd w:w="384" w:type="dxa"/>
        <w:tblLook w:val="01E0"/>
      </w:tblPr>
      <w:tblGrid>
        <w:gridCol w:w="4238"/>
        <w:gridCol w:w="302"/>
        <w:gridCol w:w="4197"/>
      </w:tblGrid>
      <w:tr w:rsidR="008F6D10" w:rsidRPr="00B332ED" w:rsidTr="00611BB9">
        <w:trPr>
          <w:trHeight w:val="350"/>
        </w:trPr>
        <w:tc>
          <w:tcPr>
            <w:tcW w:w="4238" w:type="dxa"/>
            <w:shd w:val="clear" w:color="auto" w:fill="auto"/>
          </w:tcPr>
          <w:p w:rsidR="008F6D10" w:rsidRPr="008F6D10" w:rsidRDefault="008F6D10" w:rsidP="008F6D10">
            <w:pPr>
              <w:pStyle w:val="libPoem"/>
            </w:pPr>
            <w:r w:rsidRPr="008F6D10">
              <w:rPr>
                <w:rFonts w:hint="cs"/>
                <w:rtl/>
              </w:rPr>
              <w:t>له همم لا منتهی لکبارها</w:t>
            </w:r>
            <w:r w:rsidRPr="008F6D10">
              <w:rPr>
                <w:rtl/>
              </w:rPr>
              <w:br/>
              <w:t> </w:t>
            </w:r>
          </w:p>
        </w:tc>
        <w:tc>
          <w:tcPr>
            <w:tcW w:w="302" w:type="dxa"/>
            <w:shd w:val="clear" w:color="auto" w:fill="auto"/>
          </w:tcPr>
          <w:p w:rsidR="008F6D10" w:rsidRPr="008F6D10" w:rsidRDefault="008F6D10" w:rsidP="008F6D10">
            <w:pPr>
              <w:pStyle w:val="libPoem"/>
              <w:rPr>
                <w:szCs w:val="24"/>
                <w:rtl/>
              </w:rPr>
            </w:pPr>
          </w:p>
        </w:tc>
        <w:tc>
          <w:tcPr>
            <w:tcW w:w="4197" w:type="dxa"/>
            <w:shd w:val="clear" w:color="auto" w:fill="auto"/>
          </w:tcPr>
          <w:p w:rsidR="008F6D10" w:rsidRPr="008F6D10" w:rsidRDefault="008F6D10" w:rsidP="008F6D10">
            <w:pPr>
              <w:pStyle w:val="libPoem"/>
            </w:pPr>
            <w:r w:rsidRPr="008F6D10">
              <w:rPr>
                <w:rFonts w:hint="cs"/>
                <w:rtl/>
              </w:rPr>
              <w:t>وهمّته الصّغری أجلّ من الدهر</w:t>
            </w:r>
            <w:r w:rsidRPr="008F6D10">
              <w:rPr>
                <w:rtl/>
              </w:rPr>
              <w:br/>
              <w:t> </w:t>
            </w:r>
          </w:p>
        </w:tc>
      </w:tr>
    </w:tbl>
    <w:p w:rsidR="008F6D10" w:rsidRDefault="008F6D10" w:rsidP="00FF35D3">
      <w:pPr>
        <w:pStyle w:val="libNormal"/>
        <w:rPr>
          <w:rStyle w:val="libAlaemChar"/>
        </w:rPr>
      </w:pPr>
      <w:r w:rsidRPr="00D542A0">
        <w:rPr>
          <w:rStyle w:val="libAlaemChar"/>
        </w:rPr>
        <w:t xml:space="preserve"> </w:t>
      </w:r>
      <w:r w:rsidR="003F52A2" w:rsidRPr="00D542A0">
        <w:rPr>
          <w:rStyle w:val="libAlaemChar"/>
        </w:rPr>
        <w:t>“</w:t>
      </w:r>
      <w:r w:rsidR="00FE6D44">
        <w:rPr>
          <w:cs/>
          <w:lang w:bidi="bn-IN"/>
        </w:rPr>
        <w:t>তার</w:t>
      </w:r>
      <w:r w:rsidR="003F52A2" w:rsidRPr="003F52A2">
        <w:rPr>
          <w:cs/>
          <w:lang w:bidi="bn-IN"/>
        </w:rPr>
        <w:t xml:space="preserve"> বড় হিম্মতের কোন সীমা নেই এবং </w:t>
      </w:r>
      <w:r w:rsidR="00FE6D44">
        <w:rPr>
          <w:cs/>
          <w:lang w:bidi="bn-IN"/>
        </w:rPr>
        <w:t>তার</w:t>
      </w:r>
      <w:r w:rsidR="003F52A2" w:rsidRPr="003F52A2">
        <w:rPr>
          <w:cs/>
          <w:lang w:bidi="bn-IN"/>
        </w:rPr>
        <w:t xml:space="preserve"> ক্ষুদ্র হিম্মত কালের চেয়েও মহিমান্বিত।</w:t>
      </w:r>
      <w:r w:rsidR="003F52A2" w:rsidRPr="00D542A0">
        <w:rPr>
          <w:rStyle w:val="libAlaemChar"/>
        </w:rPr>
        <w:t>”</w:t>
      </w:r>
    </w:p>
    <w:p w:rsidR="008F6D10" w:rsidRDefault="003F52A2" w:rsidP="008F6D10">
      <w:pPr>
        <w:pStyle w:val="libNormal"/>
        <w:rPr>
          <w:lang w:bidi="bn-IN"/>
        </w:rPr>
      </w:pPr>
      <w:r w:rsidRPr="003F52A2">
        <w:rPr>
          <w:cs/>
          <w:lang w:bidi="bn-IN"/>
        </w:rPr>
        <w:t xml:space="preserve">রাসূল (সা.) বাহ্যিক শক্তি ও ক্ষমতায় যেমন শক্তিশালী মানুষ ছিলেন তেমনি </w:t>
      </w:r>
      <w:r w:rsidR="00FE6D44">
        <w:rPr>
          <w:cs/>
          <w:lang w:bidi="bn-IN"/>
        </w:rPr>
        <w:t>তার</w:t>
      </w:r>
      <w:r w:rsidRPr="003F52A2">
        <w:rPr>
          <w:cs/>
          <w:lang w:bidi="bn-IN"/>
        </w:rPr>
        <w:t xml:space="preserve"> সুঠাম দেহ</w:t>
      </w:r>
      <w:r w:rsidR="008F6D10">
        <w:rPr>
          <w:lang w:bidi="bn-IN"/>
        </w:rPr>
        <w:t xml:space="preserve"> </w:t>
      </w:r>
      <w:r w:rsidRPr="003F52A2">
        <w:rPr>
          <w:cs/>
          <w:lang w:bidi="bn-IN"/>
        </w:rPr>
        <w:t>সাহসিকতার স্বাক্ষর বহন করত। রাসূল মোটাও ছিলেন না আবার শীর্ণও ছিলেন না বরং মধ্যম</w:t>
      </w:r>
      <w:r w:rsidR="008F6D10">
        <w:rPr>
          <w:lang w:bidi="bn-IN"/>
        </w:rPr>
        <w:t xml:space="preserve"> </w:t>
      </w:r>
      <w:r w:rsidRPr="003F52A2">
        <w:rPr>
          <w:cs/>
          <w:lang w:bidi="bn-IN"/>
        </w:rPr>
        <w:t xml:space="preserve">শরীরের অধিকারী ছিলেন। </w:t>
      </w:r>
      <w:r w:rsidR="00FE6D44">
        <w:rPr>
          <w:cs/>
          <w:lang w:bidi="bn-IN"/>
        </w:rPr>
        <w:t>তার</w:t>
      </w:r>
      <w:r w:rsidRPr="003F52A2">
        <w:rPr>
          <w:cs/>
          <w:lang w:bidi="bn-IN"/>
        </w:rPr>
        <w:t xml:space="preserve"> পেশীসমূহ পরস্পর সংযুক্ত ও দৃঢ় ছিল</w:t>
      </w:r>
      <w:r w:rsidRPr="003F52A2">
        <w:t>,</w:t>
      </w:r>
      <w:r w:rsidRPr="003F52A2">
        <w:rPr>
          <w:cs/>
          <w:lang w:bidi="bn-IN"/>
        </w:rPr>
        <w:t>স</w:t>
      </w:r>
      <w:r w:rsidR="008F6D10">
        <w:rPr>
          <w:cs/>
          <w:lang w:bidi="bn-IN"/>
        </w:rPr>
        <w:t>্থল দেহের মানুষের মতো</w:t>
      </w:r>
      <w:r w:rsidR="008F6D10">
        <w:rPr>
          <w:lang w:bidi="bn-IN"/>
        </w:rPr>
        <w:t xml:space="preserve"> </w:t>
      </w:r>
      <w:r w:rsidR="00FE6D44">
        <w:rPr>
          <w:cs/>
          <w:lang w:bidi="bn-IN"/>
        </w:rPr>
        <w:t>তার</w:t>
      </w:r>
      <w:r w:rsidRPr="003F52A2">
        <w:rPr>
          <w:cs/>
          <w:lang w:bidi="bn-IN"/>
        </w:rPr>
        <w:t xml:space="preserve"> পেশী ঢিলা ছিল না।</w:t>
      </w:r>
    </w:p>
    <w:p w:rsidR="008F6D10" w:rsidRDefault="003F52A2" w:rsidP="008F6D10">
      <w:pPr>
        <w:pStyle w:val="libNormal"/>
      </w:pPr>
      <w:r w:rsidRPr="003F52A2">
        <w:rPr>
          <w:cs/>
          <w:lang w:bidi="bn-IN"/>
        </w:rPr>
        <w:t>রাসূলের সাহসিকতা এ পর্যায়ের ছিল যে</w:t>
      </w:r>
      <w:r w:rsidRPr="003F52A2">
        <w:t>,</w:t>
      </w:r>
      <w:r w:rsidRPr="003F52A2">
        <w:rPr>
          <w:cs/>
          <w:lang w:bidi="bn-IN"/>
        </w:rPr>
        <w:t>স্বয়ং আলী (আ.) বলেছেন</w:t>
      </w:r>
      <w:r w:rsidRPr="003F52A2">
        <w:t>,</w:t>
      </w:r>
    </w:p>
    <w:p w:rsidR="008F6D10" w:rsidRPr="008F6D10" w:rsidRDefault="008F6D10" w:rsidP="0085106D">
      <w:pPr>
        <w:pStyle w:val="libAr"/>
        <w:rPr>
          <w:rtl/>
          <w:lang w:bidi="fa-IR"/>
        </w:rPr>
      </w:pPr>
      <w:r>
        <w:rPr>
          <w:rFonts w:hint="cs"/>
          <w:rtl/>
          <w:lang w:bidi="fa-IR"/>
        </w:rPr>
        <w:t>وکنّا إ</w:t>
      </w:r>
      <w:r w:rsidR="0085106D">
        <w:rPr>
          <w:rFonts w:hint="cs"/>
          <w:rtl/>
          <w:lang w:bidi="fa-IR"/>
        </w:rPr>
        <w:t>ذا احمرّ البأس اتّقینا برسول الله صلّی الله علیه و آله</w:t>
      </w:r>
    </w:p>
    <w:p w:rsidR="008F6D10" w:rsidRDefault="008F6D10" w:rsidP="008F6D10">
      <w:pPr>
        <w:pStyle w:val="libNormal"/>
        <w:rPr>
          <w:lang w:bidi="bn-IN"/>
        </w:rPr>
      </w:pPr>
    </w:p>
    <w:p w:rsidR="0085106D" w:rsidRDefault="003F52A2" w:rsidP="008F6D10">
      <w:pPr>
        <w:pStyle w:val="libNormal"/>
        <w:rPr>
          <w:lang w:bidi="bn-IN"/>
        </w:rPr>
      </w:pPr>
      <w:r w:rsidRPr="00D542A0">
        <w:rPr>
          <w:rStyle w:val="libAlaemChar"/>
        </w:rPr>
        <w:t>“</w:t>
      </w:r>
      <w:r w:rsidRPr="003F52A2">
        <w:rPr>
          <w:cs/>
          <w:lang w:bidi="bn-IN"/>
        </w:rPr>
        <w:t>কখনো কখনো পরিস্থিতি যখন আমাদের জন্য কঠিন হয়ে পড়ত</w:t>
      </w:r>
      <w:r w:rsidRPr="003F52A2">
        <w:t>,</w:t>
      </w:r>
      <w:r w:rsidRPr="003F52A2">
        <w:rPr>
          <w:cs/>
          <w:lang w:bidi="bn-IN"/>
        </w:rPr>
        <w:t>আমরা রাসূল (সা.)-এর আশ্রয়</w:t>
      </w:r>
      <w:r w:rsidR="0085106D">
        <w:rPr>
          <w:lang w:bidi="bn-IN"/>
        </w:rPr>
        <w:t xml:space="preserve"> </w:t>
      </w:r>
      <w:r w:rsidRPr="003F52A2">
        <w:rPr>
          <w:cs/>
          <w:lang w:bidi="bn-IN"/>
        </w:rPr>
        <w:t>গ্রহণ করতাম।</w:t>
      </w:r>
      <w:r w:rsidRPr="00D542A0">
        <w:rPr>
          <w:rStyle w:val="libAlaemChar"/>
        </w:rPr>
        <w:t>”</w:t>
      </w:r>
      <w:r w:rsidRPr="003F52A2">
        <w:t xml:space="preserve"> (</w:t>
      </w:r>
      <w:r w:rsidRPr="003F52A2">
        <w:rPr>
          <w:cs/>
          <w:lang w:bidi="bn-IN"/>
        </w:rPr>
        <w:t>নাহজুল বালাগাহ্</w:t>
      </w:r>
      <w:r w:rsidRPr="003F52A2">
        <w:t>,</w:t>
      </w:r>
      <w:r w:rsidRPr="003F52A2">
        <w:rPr>
          <w:cs/>
          <w:lang w:bidi="bn-IN"/>
        </w:rPr>
        <w:t>আলীর অপরিচিত বাণী নং ৯)</w:t>
      </w:r>
    </w:p>
    <w:p w:rsidR="0085106D" w:rsidRDefault="003F52A2" w:rsidP="008F6D10">
      <w:pPr>
        <w:pStyle w:val="libNormal"/>
        <w:rPr>
          <w:lang w:bidi="bn-IN"/>
        </w:rPr>
      </w:pPr>
      <w:r w:rsidRPr="003F52A2">
        <w:rPr>
          <w:cs/>
          <w:lang w:bidi="bn-IN"/>
        </w:rPr>
        <w:t>প্রায় আট বছর পূর্বে প্রথমবার যখন মক্কায় হজ্বে গিয়েছিলাম তখন সেখানে একটি স্বপ্ন দেখেছিলাম</w:t>
      </w:r>
      <w:r w:rsidR="0085106D">
        <w:rPr>
          <w:lang w:bidi="bn-IN"/>
        </w:rPr>
        <w:t xml:space="preserve"> </w:t>
      </w:r>
      <w:r w:rsidRPr="003F52A2">
        <w:rPr>
          <w:cs/>
          <w:lang w:bidi="bn-IN"/>
        </w:rPr>
        <w:t>যা আমার জন্য আশ্চর্যজনক কিন্তু সুখময় ছিল। যখন পেছন থেকে রাসূল (সা.)-কে দেখেছিলাম ঠিক</w:t>
      </w:r>
      <w:r w:rsidR="0085106D">
        <w:rPr>
          <w:lang w:bidi="bn-IN"/>
        </w:rPr>
        <w:t xml:space="preserve"> </w:t>
      </w:r>
      <w:r w:rsidRPr="003F52A2">
        <w:rPr>
          <w:cs/>
          <w:lang w:bidi="bn-IN"/>
        </w:rPr>
        <w:t>তখনই আলী (আ.)-এর উপরিউক্ত বাণীর কথা স্বপ্নেই অজান্তে মনে হয়েছে। মুখে আওড়িয়েছিলাম</w:t>
      </w:r>
      <w:r w:rsidR="0085106D">
        <w:rPr>
          <w:lang w:bidi="bn-IN"/>
        </w:rPr>
        <w:t xml:space="preserve"> </w:t>
      </w:r>
      <w:r w:rsidRPr="003F52A2">
        <w:rPr>
          <w:cs/>
          <w:lang w:bidi="bn-IN"/>
        </w:rPr>
        <w:t>আলী (আ.) অযথা এ কথা বলেননি।</w:t>
      </w:r>
    </w:p>
    <w:p w:rsidR="0085106D" w:rsidRDefault="003F52A2" w:rsidP="008F6D10">
      <w:pPr>
        <w:pStyle w:val="libNormal"/>
        <w:rPr>
          <w:lang w:bidi="bn-IN"/>
        </w:rPr>
      </w:pPr>
      <w:r w:rsidRPr="003F52A2">
        <w:rPr>
          <w:cs/>
          <w:lang w:bidi="bn-IN"/>
        </w:rPr>
        <w:t>রাসূল নিজে যেমন শক্তিমান ও সাহসী ছিলেন তেমনি শক্তিমত্তা ও সাহসিকতাকে প্রশংসা করতেন।</w:t>
      </w:r>
      <w:r w:rsidR="0085106D">
        <w:rPr>
          <w:lang w:bidi="bn-IN"/>
        </w:rPr>
        <w:t xml:space="preserve"> </w:t>
      </w:r>
      <w:r w:rsidRPr="003F52A2">
        <w:rPr>
          <w:cs/>
          <w:lang w:bidi="bn-IN"/>
        </w:rPr>
        <w:t>সুতরাং ইসলামে ক্ষমতা ও শক্তির বিষয়টি প্রশংসিত হয়েছে এবং শক্তি ও ক্ষমতা ইসলামে অন্যতম</w:t>
      </w:r>
      <w:r w:rsidR="0085106D">
        <w:rPr>
          <w:lang w:bidi="bn-IN"/>
        </w:rPr>
        <w:t xml:space="preserve"> </w:t>
      </w:r>
      <w:r w:rsidRPr="003F52A2">
        <w:rPr>
          <w:cs/>
          <w:lang w:bidi="bn-IN"/>
        </w:rPr>
        <w:t>মূল্যবোধ বলে গৃহীত হয়েছে।</w:t>
      </w:r>
    </w:p>
    <w:p w:rsidR="0085106D" w:rsidRDefault="003F52A2" w:rsidP="008F6D10">
      <w:pPr>
        <w:pStyle w:val="libNormal"/>
        <w:rPr>
          <w:lang w:bidi="bn-IN"/>
        </w:rPr>
      </w:pPr>
      <w:r w:rsidRPr="003F52A2">
        <w:rPr>
          <w:cs/>
          <w:lang w:bidi="bn-IN"/>
        </w:rPr>
        <w:t>অন্য আরেকটি বিষয় সংক্ষেপে আলোচনা করছি। এর ব্যাখ্যা ও বিশ্লেষণ ইনশাল্লাহ্ পরবর্তী</w:t>
      </w:r>
      <w:r w:rsidR="0085106D">
        <w:rPr>
          <w:lang w:bidi="bn-IN"/>
        </w:rPr>
        <w:t xml:space="preserve"> </w:t>
      </w:r>
      <w:r w:rsidRPr="003F52A2">
        <w:rPr>
          <w:cs/>
          <w:lang w:bidi="bn-IN"/>
        </w:rPr>
        <w:t>বৈঠকে করব। শক্তি ও ক্ষমতা একটি মূল্যবোধ হিসেবে ইসলামের অন্যান্য অসংখ্য মূল্যবোধের পাশে</w:t>
      </w:r>
      <w:r w:rsidR="0085106D">
        <w:rPr>
          <w:lang w:bidi="bn-IN"/>
        </w:rPr>
        <w:t xml:space="preserve"> </w:t>
      </w:r>
      <w:r w:rsidRPr="003F52A2">
        <w:rPr>
          <w:cs/>
          <w:lang w:bidi="bn-IN"/>
        </w:rPr>
        <w:t>অবস্থান করছে। তাই এ সকল মূল্যবোধ একত্রিতভাবে পূর্ণ মানব বা ইনসানে কামেল সৃষ্টি করে।</w:t>
      </w:r>
      <w:r w:rsidR="0085106D">
        <w:rPr>
          <w:lang w:bidi="bn-IN"/>
        </w:rPr>
        <w:t xml:space="preserve"> </w:t>
      </w:r>
      <w:r w:rsidRPr="003F52A2">
        <w:rPr>
          <w:cs/>
          <w:lang w:bidi="bn-IN"/>
        </w:rPr>
        <w:t>জনাব নী</w:t>
      </w:r>
      <w:r w:rsidRPr="00D542A0">
        <w:rPr>
          <w:rStyle w:val="libAlaemChar"/>
        </w:rPr>
        <w:t>’</w:t>
      </w:r>
      <w:r w:rsidRPr="003F52A2">
        <w:rPr>
          <w:cs/>
          <w:lang w:bidi="bn-IN"/>
        </w:rPr>
        <w:t>চে সকল মূল্যবোধ হতে শুধু ক্ষমতার মূল্যবোধকে গ্রহণ করেছেন। যদি একটি বৃক্ষের সকল</w:t>
      </w:r>
      <w:r w:rsidR="0085106D">
        <w:rPr>
          <w:lang w:bidi="bn-IN"/>
        </w:rPr>
        <w:t xml:space="preserve"> </w:t>
      </w:r>
      <w:r w:rsidRPr="003F52A2">
        <w:rPr>
          <w:cs/>
          <w:lang w:bidi="bn-IN"/>
        </w:rPr>
        <w:t>শাখা কর্তন করে শুধু একটি শাখা রেখে দেয়া হয় তবে শুধু ঐ শাখাটিরই বৃদ্ধি ঘটবে এবং অন্য সকল</w:t>
      </w:r>
      <w:r w:rsidR="0085106D">
        <w:rPr>
          <w:lang w:bidi="bn-IN"/>
        </w:rPr>
        <w:t xml:space="preserve"> </w:t>
      </w:r>
      <w:r w:rsidRPr="003F52A2">
        <w:rPr>
          <w:cs/>
          <w:lang w:bidi="bn-IN"/>
        </w:rPr>
        <w:t>শাখার অবলুপ্তি হবে। ইসলাম ও নী</w:t>
      </w:r>
      <w:r w:rsidRPr="00D542A0">
        <w:rPr>
          <w:rStyle w:val="libAlaemChar"/>
        </w:rPr>
        <w:t>’</w:t>
      </w:r>
      <w:r w:rsidRPr="003F52A2">
        <w:rPr>
          <w:cs/>
          <w:lang w:bidi="bn-IN"/>
        </w:rPr>
        <w:t>চের মতবাদের মধ্যে পার্থক্য হলো নী</w:t>
      </w:r>
      <w:r w:rsidRPr="00D542A0">
        <w:rPr>
          <w:rStyle w:val="libAlaemChar"/>
        </w:rPr>
        <w:t>’</w:t>
      </w:r>
      <w:r w:rsidRPr="003F52A2">
        <w:rPr>
          <w:cs/>
          <w:lang w:bidi="bn-IN"/>
        </w:rPr>
        <w:t>চের মতে মানুষের মধ্যে শুধু</w:t>
      </w:r>
      <w:r w:rsidR="0085106D">
        <w:rPr>
          <w:lang w:bidi="bn-IN"/>
        </w:rPr>
        <w:t xml:space="preserve"> </w:t>
      </w:r>
      <w:r w:rsidRPr="003F52A2">
        <w:rPr>
          <w:cs/>
          <w:lang w:bidi="bn-IN"/>
        </w:rPr>
        <w:t>একটি মূল্যবোধ রয়েছে এবং তা ক্ষমতা ও শক্তি। এ মূল্যবোধের জন্য অন্য সকল মূল্যবোধকে তিনি</w:t>
      </w:r>
      <w:r w:rsidR="0085106D">
        <w:rPr>
          <w:lang w:bidi="bn-IN"/>
        </w:rPr>
        <w:t xml:space="preserve"> </w:t>
      </w:r>
      <w:r w:rsidRPr="003F52A2">
        <w:rPr>
          <w:cs/>
          <w:lang w:bidi="bn-IN"/>
        </w:rPr>
        <w:t>বিসর্জন দিতে বলেছেন। কিন্তু ইসলামে উচ্চ মর্যাদার মূল্যবোধগুলোর অন্যতম মূল্যবোধ হলো ক্ষমতাএবং এটা যখন অন্য মূল্যবোধগুলোর পাশে এসে দাঁড়ায় তখনই তা পূর্ণতা লাভ করে</w:t>
      </w:r>
      <w:r w:rsidRPr="003F52A2">
        <w:t>,</w:t>
      </w:r>
      <w:r w:rsidRPr="003F52A2">
        <w:rPr>
          <w:cs/>
          <w:lang w:bidi="bn-IN"/>
        </w:rPr>
        <w:t>নতুবা নয়।</w:t>
      </w:r>
    </w:p>
    <w:p w:rsidR="0085106D" w:rsidRPr="007359A5" w:rsidRDefault="0085106D" w:rsidP="007359A5">
      <w:r>
        <w:rPr>
          <w:lang w:bidi="bn-IN"/>
        </w:rPr>
        <w:br w:type="page"/>
      </w:r>
    </w:p>
    <w:p w:rsidR="0085106D" w:rsidRDefault="003F52A2" w:rsidP="0085106D">
      <w:pPr>
        <w:pStyle w:val="Heading1Center"/>
      </w:pPr>
      <w:bookmarkStart w:id="56" w:name="_Toc392601465"/>
      <w:r w:rsidRPr="003F52A2">
        <w:rPr>
          <w:cs/>
          <w:lang w:bidi="bn-IN"/>
        </w:rPr>
        <w:t>ক্ষমতা ও প্রেমের মতবাদের পর্যালোচনা ও মূল্যায়ন</w:t>
      </w:r>
      <w:bookmarkEnd w:id="56"/>
    </w:p>
    <w:p w:rsidR="0085106D" w:rsidRDefault="0085106D" w:rsidP="008F6D10">
      <w:pPr>
        <w:pStyle w:val="libNormal"/>
        <w:rPr>
          <w:lang w:bidi="bn-IN"/>
        </w:rPr>
      </w:pPr>
    </w:p>
    <w:p w:rsidR="0085106D" w:rsidRPr="0085106D" w:rsidRDefault="0085106D" w:rsidP="007359A5">
      <w:pPr>
        <w:pStyle w:val="libAie"/>
      </w:pPr>
      <w:r w:rsidRPr="0085106D">
        <w:rPr>
          <w:rStyle w:val="libAlaemChar"/>
        </w:rPr>
        <w:t>)</w:t>
      </w:r>
      <w:r w:rsidRPr="0085106D">
        <w:rPr>
          <w:rStyle w:val="ayatext"/>
          <w:rtl/>
        </w:rPr>
        <w:t>إِنَّ اللَّـهَ يَأْمُرُ‌ بِالْعَدْلِ وَالْإِحْسَانِ وَإِيتَاءِ ذِي</w:t>
      </w:r>
      <w:r w:rsidRPr="007359A5">
        <w:rPr>
          <w:rtl/>
        </w:rPr>
        <w:t xml:space="preserve"> </w:t>
      </w:r>
      <w:r w:rsidRPr="0085106D">
        <w:rPr>
          <w:rStyle w:val="ayatext"/>
          <w:rtl/>
        </w:rPr>
        <w:t>الْقُرْ‌بَىٰ وَيَنْهَىٰ عَنِ الْفَحْشَاءِ وَالْمُنكَرِ‌ وَالْبَغْيِ</w:t>
      </w:r>
      <w:r w:rsidRPr="007359A5">
        <w:rPr>
          <w:rtl/>
        </w:rPr>
        <w:t xml:space="preserve"> </w:t>
      </w:r>
      <w:r w:rsidRPr="0085106D">
        <w:rPr>
          <w:rStyle w:val="ayatext"/>
          <w:rtl/>
        </w:rPr>
        <w:t>يَعِظُكُمْ لَعَلَّكُمْ تَذَكَّرُ‌ونَ</w:t>
      </w:r>
      <w:r w:rsidRPr="0085106D">
        <w:rPr>
          <w:rStyle w:val="libAlaemChar"/>
        </w:rPr>
        <w:t>(</w:t>
      </w:r>
    </w:p>
    <w:p w:rsidR="0085106D" w:rsidRDefault="0085106D" w:rsidP="008F6D10">
      <w:pPr>
        <w:pStyle w:val="libNormal"/>
        <w:rPr>
          <w:lang w:bidi="bn-IN"/>
        </w:rPr>
      </w:pPr>
      <w:r w:rsidRPr="003F52A2">
        <w:rPr>
          <w:cs/>
          <w:lang w:bidi="bn-IN"/>
        </w:rPr>
        <w:t xml:space="preserve"> </w:t>
      </w:r>
      <w:r w:rsidR="003F52A2" w:rsidRPr="003F52A2">
        <w:rPr>
          <w:cs/>
          <w:lang w:bidi="bn-IN"/>
        </w:rPr>
        <w:t>(সূরা নাহল : ৯০)</w:t>
      </w:r>
    </w:p>
    <w:p w:rsidR="0085106D" w:rsidRDefault="003F52A2" w:rsidP="0085106D">
      <w:pPr>
        <w:pStyle w:val="libNormal"/>
        <w:rPr>
          <w:lang w:bidi="bn-IN"/>
        </w:rPr>
      </w:pPr>
      <w:r w:rsidRPr="003F52A2">
        <w:rPr>
          <w:cs/>
          <w:lang w:bidi="bn-IN"/>
        </w:rPr>
        <w:t>গত আলোচনায় আমাদের বিষয়বস্তু ছিল ক্ষমতার মতবাদে পূর্ণ মানব। আমরা জেনেছি এ মতবাদে</w:t>
      </w:r>
      <w:r w:rsidR="0085106D">
        <w:rPr>
          <w:lang w:bidi="bn-IN"/>
        </w:rPr>
        <w:t xml:space="preserve"> </w:t>
      </w:r>
      <w:r w:rsidRPr="003F52A2">
        <w:rPr>
          <w:cs/>
          <w:lang w:bidi="bn-IN"/>
        </w:rPr>
        <w:t xml:space="preserve">পূর্ণতা ও ক্ষমতা একই বিষয় আর অক্ষমতাই হলো অপূর্ণতা। </w:t>
      </w:r>
      <w:r w:rsidR="0085106D">
        <w:rPr>
          <w:cs/>
          <w:lang w:bidi="bn-IN"/>
        </w:rPr>
        <w:t xml:space="preserve">এমনকি ভালো-মন্দও এ </w:t>
      </w:r>
      <w:r w:rsidR="0085106D" w:rsidRPr="0085106D">
        <w:rPr>
          <w:cs/>
          <w:lang w:bidi="bn-IN"/>
        </w:rPr>
        <w:t>মাপকাঠিতে</w:t>
      </w:r>
      <w:r w:rsidR="0085106D">
        <w:rPr>
          <w:lang w:bidi="bn-IN"/>
        </w:rPr>
        <w:t xml:space="preserve"> </w:t>
      </w:r>
      <w:r w:rsidRPr="003F52A2">
        <w:rPr>
          <w:cs/>
          <w:lang w:bidi="bn-IN"/>
        </w:rPr>
        <w:t>মাপা হয়ে থাকে। ভালো অর্থ ক্ষমতা। তাই ভালোত্ব হচ্ছে ক্ষমতার অধিকারী হওয়া। আর মন্দ হচ্ছে</w:t>
      </w:r>
      <w:r w:rsidR="0085106D">
        <w:rPr>
          <w:lang w:bidi="bn-IN"/>
        </w:rPr>
        <w:t xml:space="preserve"> </w:t>
      </w:r>
      <w:r w:rsidRPr="003F52A2">
        <w:rPr>
          <w:cs/>
          <w:lang w:bidi="bn-IN"/>
        </w:rPr>
        <w:t>অক্ষমতা। তাই মন্দত্ব হলো ক্ষমতা ও শক্তির অনুপস্থিতি।</w:t>
      </w:r>
    </w:p>
    <w:p w:rsidR="006C04B0" w:rsidRDefault="003F52A2" w:rsidP="0085106D">
      <w:pPr>
        <w:pStyle w:val="libNormal"/>
        <w:rPr>
          <w:cs/>
          <w:lang w:bidi="bn-IN"/>
        </w:rPr>
      </w:pPr>
      <w:r w:rsidRPr="003F52A2">
        <w:rPr>
          <w:cs/>
          <w:lang w:bidi="bn-IN"/>
        </w:rPr>
        <w:t>দর্শন সাধারণত যে কোন আলোচনা পূর্ণতা ও অপূর্ণতার আ</w:t>
      </w:r>
      <w:r w:rsidR="0085106D">
        <w:rPr>
          <w:cs/>
          <w:lang w:bidi="bn-IN"/>
        </w:rPr>
        <w:t>লোকে এবং ধর্মশাস্ত্রবিদগণ ভালো</w:t>
      </w:r>
      <w:r w:rsidRPr="003F52A2">
        <w:rPr>
          <w:cs/>
          <w:lang w:bidi="bn-IN"/>
        </w:rPr>
        <w:t xml:space="preserve">-মন্দের আলোকে ব্যাখ্যা করে থাকেন। ক্ষমতার মতবাদ পূর্ণত্ব ও অপূর্ণত্ব এবং ভালো ও মন্দের </w:t>
      </w:r>
      <w:r w:rsidR="0085106D">
        <w:rPr>
          <w:cs/>
          <w:lang w:bidi="bn-IN"/>
        </w:rPr>
        <w:t>সকল</w:t>
      </w:r>
      <w:r w:rsidR="0085106D">
        <w:rPr>
          <w:lang w:bidi="bn-IN"/>
        </w:rPr>
        <w:t xml:space="preserve"> </w:t>
      </w:r>
      <w:r w:rsidRPr="003F52A2">
        <w:rPr>
          <w:cs/>
          <w:lang w:bidi="bn-IN"/>
        </w:rPr>
        <w:t xml:space="preserve">বৈশিষ্ট্যকে ক্ষমতা ও অক্ষমতার মানদণ্ডে যাচাই করে। দর্শন যখন পূর্ণত্ব ও অপূর্ণত্বের কথা বলে </w:t>
      </w:r>
      <w:r w:rsidR="006C04B0">
        <w:rPr>
          <w:cs/>
          <w:lang w:bidi="bn-IN"/>
        </w:rPr>
        <w:t>তখন</w:t>
      </w:r>
      <w:r w:rsidR="0085106D">
        <w:rPr>
          <w:lang w:bidi="bn-IN"/>
        </w:rPr>
        <w:t xml:space="preserve"> </w:t>
      </w:r>
      <w:r w:rsidRPr="003F52A2">
        <w:rPr>
          <w:cs/>
          <w:lang w:bidi="bn-IN"/>
        </w:rPr>
        <w:t>বলে</w:t>
      </w:r>
      <w:r w:rsidRPr="003F52A2">
        <w:t>,</w:t>
      </w:r>
      <w:r w:rsidRPr="003F52A2">
        <w:rPr>
          <w:cs/>
          <w:lang w:bidi="bn-IN"/>
        </w:rPr>
        <w:t xml:space="preserve">পূর্ণত্ব হলো ক্ষমতার অধিকারী হওয়া আর অপূর্ণত্ব হলো ক্ষমতাহীন হওয়া। ধর্মশাস্ত্রবিদগণ </w:t>
      </w:r>
      <w:r w:rsidR="006C04B0">
        <w:rPr>
          <w:cs/>
          <w:lang w:bidi="bn-IN"/>
        </w:rPr>
        <w:t>যখন</w:t>
      </w:r>
      <w:r w:rsidR="006C04B0">
        <w:rPr>
          <w:lang w:bidi="bn-IN"/>
        </w:rPr>
        <w:t xml:space="preserve"> </w:t>
      </w:r>
      <w:r w:rsidRPr="003F52A2">
        <w:rPr>
          <w:cs/>
          <w:lang w:bidi="bn-IN"/>
        </w:rPr>
        <w:t>বলেন ভালো ও মন্দ</w:t>
      </w:r>
      <w:r w:rsidRPr="003F52A2">
        <w:t>,</w:t>
      </w:r>
      <w:r w:rsidRPr="003F52A2">
        <w:rPr>
          <w:cs/>
          <w:lang w:bidi="bn-IN"/>
        </w:rPr>
        <w:t>তখন এরা বলেন ক্ষমতা আর অক্ষমতা। তাই এ মতবাদে সত্য ও মিথ্যা</w:t>
      </w:r>
      <w:r w:rsidRPr="003F52A2">
        <w:t>,</w:t>
      </w:r>
      <w:r w:rsidRPr="003F52A2">
        <w:rPr>
          <w:cs/>
          <w:lang w:bidi="bn-IN"/>
        </w:rPr>
        <w:t>ন্যায়</w:t>
      </w:r>
      <w:r w:rsidR="006C04B0">
        <w:rPr>
          <w:lang w:bidi="bn-IN"/>
        </w:rPr>
        <w:t xml:space="preserve"> </w:t>
      </w:r>
      <w:r w:rsidRPr="003F52A2">
        <w:rPr>
          <w:cs/>
          <w:lang w:bidi="bn-IN"/>
        </w:rPr>
        <w:t>ও অন্যায় এ মাপকাঠিতেই চিন্তা করা হয়। অর্থাৎ সত্য ক্ষমতা হতে বিচ্ছিন্ন কিছু নয় আর মিথ্যা ও</w:t>
      </w:r>
      <w:r w:rsidR="006C04B0">
        <w:rPr>
          <w:lang w:bidi="bn-IN"/>
        </w:rPr>
        <w:t xml:space="preserve"> </w:t>
      </w:r>
      <w:r w:rsidRPr="003F52A2">
        <w:rPr>
          <w:cs/>
          <w:lang w:bidi="bn-IN"/>
        </w:rPr>
        <w:t>অক্ষমতা</w:t>
      </w:r>
      <w:r w:rsidR="006C04B0">
        <w:rPr>
          <w:lang w:bidi="bn-IN"/>
        </w:rPr>
        <w:t xml:space="preserve"> </w:t>
      </w:r>
      <w:r w:rsidRPr="003F52A2">
        <w:rPr>
          <w:cs/>
          <w:lang w:bidi="bn-IN"/>
        </w:rPr>
        <w:t>ও পরস্পর অবিচ্ছিন্ন। ন্যায় ও অন্যায়ও তা-ই। সুতরাং দু</w:t>
      </w:r>
      <w:r w:rsidRPr="00D542A0">
        <w:rPr>
          <w:rStyle w:val="libAlaemChar"/>
        </w:rPr>
        <w:t>’</w:t>
      </w:r>
      <w:r w:rsidRPr="003F52A2">
        <w:rPr>
          <w:cs/>
          <w:lang w:bidi="bn-IN"/>
        </w:rPr>
        <w:t>ব্যক্তি যদি পরস্পর দ্বন্দ্বে লিপ্ত হয়</w:t>
      </w:r>
      <w:r w:rsidR="006C04B0">
        <w:rPr>
          <w:lang w:bidi="bn-IN"/>
        </w:rPr>
        <w:t xml:space="preserve"> </w:t>
      </w:r>
      <w:r w:rsidRPr="003F52A2">
        <w:rPr>
          <w:cs/>
          <w:lang w:bidi="bn-IN"/>
        </w:rPr>
        <w:t>এবং তাদের একজন অপর জন অপেক্ষা অধিকতর ক্ষমতার অধিকারী হয়</w:t>
      </w:r>
      <w:r w:rsidRPr="003F52A2">
        <w:t>,</w:t>
      </w:r>
      <w:r w:rsidRPr="003F52A2">
        <w:rPr>
          <w:cs/>
          <w:lang w:bidi="bn-IN"/>
        </w:rPr>
        <w:t>তবে সে পূর</w:t>
      </w:r>
      <w:r w:rsidR="006C04B0">
        <w:rPr>
          <w:cs/>
          <w:lang w:bidi="bn-IN"/>
        </w:rPr>
        <w:t>্ণতর এবং</w:t>
      </w:r>
      <w:r w:rsidR="006C04B0">
        <w:rPr>
          <w:lang w:bidi="bn-IN"/>
        </w:rPr>
        <w:t xml:space="preserve"> </w:t>
      </w:r>
      <w:r w:rsidRPr="003F52A2">
        <w:rPr>
          <w:cs/>
          <w:lang w:bidi="bn-IN"/>
        </w:rPr>
        <w:t>উত্তমও বটে। তাই সত্য ও ন্যায়ও তার পক্ষে। আর যে পরাজিত ও অক্ষম সে এই পরাজয় ও</w:t>
      </w:r>
      <w:r w:rsidR="006C04B0">
        <w:rPr>
          <w:lang w:bidi="bn-IN"/>
        </w:rPr>
        <w:t xml:space="preserve"> </w:t>
      </w:r>
      <w:r w:rsidRPr="003F52A2">
        <w:rPr>
          <w:cs/>
          <w:lang w:bidi="bn-IN"/>
        </w:rPr>
        <w:t>অক্ষমতার কারণেই মন্দ</w:t>
      </w:r>
      <w:r w:rsidRPr="003F52A2">
        <w:t>,</w:t>
      </w:r>
      <w:r w:rsidRPr="003F52A2">
        <w:rPr>
          <w:cs/>
          <w:lang w:bidi="bn-IN"/>
        </w:rPr>
        <w:t>অপূর্ণ</w:t>
      </w:r>
      <w:r w:rsidRPr="003F52A2">
        <w:t>,</w:t>
      </w:r>
      <w:r w:rsidRPr="003F52A2">
        <w:rPr>
          <w:cs/>
          <w:lang w:bidi="bn-IN"/>
        </w:rPr>
        <w:t>মিথ্যা ও অন্যায়ের ধ্বজাধারী। কারণ পরাজয়</w:t>
      </w:r>
      <w:r w:rsidRPr="003F52A2">
        <w:t>,</w:t>
      </w:r>
      <w:r w:rsidRPr="003F52A2">
        <w:rPr>
          <w:cs/>
          <w:lang w:bidi="bn-IN"/>
        </w:rPr>
        <w:t>অক্ষমতা ও ত্রুটি</w:t>
      </w:r>
      <w:r w:rsidR="006C04B0">
        <w:rPr>
          <w:lang w:bidi="bn-IN"/>
        </w:rPr>
        <w:t xml:space="preserve"> </w:t>
      </w:r>
      <w:r w:rsidRPr="003F52A2">
        <w:rPr>
          <w:cs/>
          <w:lang w:bidi="bn-IN"/>
        </w:rPr>
        <w:t>অন্যায় ও মন্দ।</w:t>
      </w:r>
    </w:p>
    <w:p w:rsidR="006C04B0" w:rsidRPr="007359A5" w:rsidRDefault="006C04B0" w:rsidP="007359A5">
      <w:pPr>
        <w:rPr>
          <w:rtl/>
          <w:cs/>
        </w:rPr>
      </w:pPr>
      <w:r>
        <w:rPr>
          <w:cs/>
          <w:lang w:bidi="bn-IN"/>
        </w:rPr>
        <w:br w:type="page"/>
      </w:r>
    </w:p>
    <w:p w:rsidR="006C04B0" w:rsidRDefault="003F52A2" w:rsidP="006C04B0">
      <w:pPr>
        <w:pStyle w:val="libBold1"/>
        <w:rPr>
          <w:lang w:bidi="bn-IN"/>
        </w:rPr>
      </w:pPr>
      <w:r w:rsidRPr="003F52A2">
        <w:rPr>
          <w:cs/>
          <w:lang w:bidi="bn-IN"/>
        </w:rPr>
        <w:t>এ মতবাদের ত্রুটি</w:t>
      </w:r>
    </w:p>
    <w:p w:rsidR="006C04B0" w:rsidRDefault="006C04B0" w:rsidP="0085106D">
      <w:pPr>
        <w:pStyle w:val="libNormal"/>
        <w:rPr>
          <w:lang w:bidi="bn-IN"/>
        </w:rPr>
      </w:pPr>
    </w:p>
    <w:p w:rsidR="006C04B0" w:rsidRDefault="003F52A2" w:rsidP="005C738A">
      <w:pPr>
        <w:pStyle w:val="libNormal"/>
        <w:rPr>
          <w:lang w:bidi="bn-IN"/>
        </w:rPr>
      </w:pPr>
      <w:r w:rsidRPr="003F52A2">
        <w:rPr>
          <w:cs/>
          <w:lang w:bidi="bn-IN"/>
        </w:rPr>
        <w:t>ক্ষমতার মতবাদে দু</w:t>
      </w:r>
      <w:r w:rsidRPr="00D542A0">
        <w:rPr>
          <w:rStyle w:val="libAlaemChar"/>
        </w:rPr>
        <w:t>’</w:t>
      </w:r>
      <w:r w:rsidRPr="003F52A2">
        <w:rPr>
          <w:cs/>
          <w:lang w:bidi="bn-IN"/>
        </w:rPr>
        <w:t>টি বড় ত্রুটি রয়েছে। প্রথমত মানবের সকল মূল্যবোধের মধ্যে ক্ষমতার</w:t>
      </w:r>
      <w:r w:rsidR="006C04B0">
        <w:rPr>
          <w:lang w:bidi="bn-IN"/>
        </w:rPr>
        <w:t xml:space="preserve"> </w:t>
      </w:r>
      <w:r w:rsidRPr="003F52A2">
        <w:rPr>
          <w:cs/>
          <w:lang w:bidi="bn-IN"/>
        </w:rPr>
        <w:t>মূল্যবোধ ব্যতীত বাকি সকল মূল্যবোধকে এ মতবাদ উপেক্ষা করেছে। ক্ষমতা একটি মানবিক</w:t>
      </w:r>
      <w:r w:rsidR="006C04B0">
        <w:rPr>
          <w:lang w:bidi="bn-IN"/>
        </w:rPr>
        <w:t xml:space="preserve"> </w:t>
      </w:r>
      <w:r w:rsidRPr="003F52A2">
        <w:rPr>
          <w:cs/>
          <w:lang w:bidi="bn-IN"/>
        </w:rPr>
        <w:t xml:space="preserve">মূল্যবোধ হিসেবে বর্তমানের পরিভাষায় একটি </w:t>
      </w:r>
      <w:r w:rsidR="006C04B0" w:rsidRPr="006C04B0">
        <w:rPr>
          <w:lang w:bidi="bn-IN"/>
        </w:rPr>
        <w:t>valeur</w:t>
      </w:r>
      <w:r w:rsidRPr="003F52A2">
        <w:rPr>
          <w:cs/>
          <w:lang w:bidi="bn-IN"/>
        </w:rPr>
        <w:t xml:space="preserve"> (ফ্রেঞ্চ শব্দ) এবং দর্শনের পরিভাষায় তা যে</w:t>
      </w:r>
      <w:r w:rsidR="006C04B0">
        <w:rPr>
          <w:lang w:bidi="bn-IN"/>
        </w:rPr>
        <w:t xml:space="preserve"> </w:t>
      </w:r>
      <w:r w:rsidRPr="003F52A2">
        <w:rPr>
          <w:cs/>
          <w:lang w:bidi="bn-IN"/>
        </w:rPr>
        <w:t>একটি পূর্ণত্ব তাতে সন্দেহ নেই। নিঃসন্দেহে ক্ষমতা একটি পূর্ণত্বের সমান</w:t>
      </w:r>
      <w:r w:rsidRPr="003F52A2">
        <w:t>,</w:t>
      </w:r>
      <w:r w:rsidRPr="003F52A2">
        <w:rPr>
          <w:cs/>
          <w:lang w:bidi="bn-IN"/>
        </w:rPr>
        <w:t>ক</w:t>
      </w:r>
      <w:r w:rsidR="006C04B0">
        <w:rPr>
          <w:cs/>
          <w:lang w:bidi="bn-IN"/>
        </w:rPr>
        <w:t>িন্তু সমগ্র পূর্ণত্ব ক্ষমতার</w:t>
      </w:r>
      <w:r w:rsidR="006C04B0">
        <w:rPr>
          <w:lang w:bidi="bn-IN"/>
        </w:rPr>
        <w:t xml:space="preserve"> </w:t>
      </w:r>
      <w:r w:rsidRPr="003F52A2">
        <w:rPr>
          <w:cs/>
          <w:lang w:bidi="bn-IN"/>
        </w:rPr>
        <w:t>সমান নয়। এ</w:t>
      </w:r>
      <w:r w:rsidR="006C04B0">
        <w:rPr>
          <w:lang w:bidi="bn-IN"/>
        </w:rPr>
        <w:t xml:space="preserve"> </w:t>
      </w:r>
      <w:r w:rsidRPr="003F52A2">
        <w:rPr>
          <w:cs/>
          <w:lang w:bidi="bn-IN"/>
        </w:rPr>
        <w:t>জন্যই দার্শনিক ও প্রাজ্ঞরা বলেছেন</w:t>
      </w:r>
      <w:r w:rsidRPr="003F52A2">
        <w:t>,</w:t>
      </w:r>
      <w:r w:rsidR="006C04B0">
        <w:t xml:space="preserve"> </w:t>
      </w:r>
      <w:r w:rsidRPr="003F52A2">
        <w:rPr>
          <w:cs/>
          <w:lang w:bidi="bn-IN"/>
        </w:rPr>
        <w:t>ওয়াজিবুল উজুদ বা অপরিহার্য চিরন্তন অস্তিত্বের</w:t>
      </w:r>
      <w:r w:rsidR="006C04B0">
        <w:rPr>
          <w:lang w:bidi="bn-IN"/>
        </w:rPr>
        <w:t xml:space="preserve"> </w:t>
      </w:r>
      <w:r w:rsidRPr="003F52A2">
        <w:rPr>
          <w:cs/>
          <w:lang w:bidi="bn-IN"/>
        </w:rPr>
        <w:t xml:space="preserve">সত্তা যা শুধুই অস্তিত্ব সে অস্তিত্ব পূর্ণতার সমান। তাই যা কিছুই পূর্ণত্বের সমান আল্লাহর সত্তার জন্য </w:t>
      </w:r>
      <w:r w:rsidR="005C738A" w:rsidRPr="005C738A">
        <w:rPr>
          <w:cs/>
          <w:lang w:bidi="bn-IN"/>
        </w:rPr>
        <w:t>তা</w:t>
      </w:r>
      <w:r w:rsidR="006C04B0" w:rsidRPr="005C738A">
        <w:t xml:space="preserve"> </w:t>
      </w:r>
      <w:r w:rsidRPr="003F52A2">
        <w:rPr>
          <w:cs/>
          <w:lang w:bidi="bn-IN"/>
        </w:rPr>
        <w:t>প্রমাণ করে। এজন্যই বলা হয় পূর্ণত্বের মধ্যে অন্যতম হলো ক্ষমতা এবং ক্ষমতা নিজেই একটা</w:t>
      </w:r>
      <w:r w:rsidRPr="005C738A">
        <w:rPr>
          <w:cs/>
          <w:lang w:bidi="bn-IN"/>
        </w:rPr>
        <w:t xml:space="preserve"> পূর্ণ</w:t>
      </w:r>
      <w:r w:rsidR="005C738A">
        <w:rPr>
          <w:cs/>
          <w:lang w:bidi="bn-IN"/>
        </w:rPr>
        <w:t>তা</w:t>
      </w:r>
      <w:r w:rsidR="006C04B0" w:rsidRPr="006C04B0">
        <w:t xml:space="preserve"> </w:t>
      </w:r>
      <w:r w:rsidRPr="003F52A2">
        <w:rPr>
          <w:cs/>
          <w:lang w:bidi="bn-IN"/>
        </w:rPr>
        <w:t>যেরূপ জ্ঞান</w:t>
      </w:r>
      <w:r w:rsidRPr="003F52A2">
        <w:t>,</w:t>
      </w:r>
      <w:r w:rsidRPr="003F52A2">
        <w:rPr>
          <w:cs/>
          <w:lang w:bidi="bn-IN"/>
        </w:rPr>
        <w:t>ইচ্ছা এবং স্বাধীনতা ও জীবন পূর্ণতা সেরূপ ক্ষমতাও।</w:t>
      </w:r>
    </w:p>
    <w:p w:rsidR="006C04B0" w:rsidRDefault="003F52A2" w:rsidP="005C738A">
      <w:pPr>
        <w:pStyle w:val="libNormal"/>
        <w:rPr>
          <w:lang w:bidi="bn-IN"/>
        </w:rPr>
      </w:pPr>
      <w:r w:rsidRPr="003F52A2">
        <w:rPr>
          <w:cs/>
          <w:lang w:bidi="bn-IN"/>
        </w:rPr>
        <w:t>সুতরাং ক্ষমতা যে মানুষের জন্য একটি পূর্ণতা তাতে সন্দেহ নেই। এ কারণেই দুর্বলতার মতবাদ</w:t>
      </w:r>
      <w:r w:rsidR="006C04B0">
        <w:rPr>
          <w:lang w:bidi="bn-IN"/>
        </w:rPr>
        <w:t xml:space="preserve"> </w:t>
      </w:r>
      <w:r w:rsidRPr="003F52A2">
        <w:rPr>
          <w:cs/>
          <w:lang w:bidi="bn-IN"/>
        </w:rPr>
        <w:t>দুর্বলতার পক্ষে যে প্রচারণা চালায় তা সম্পূর্ণরূপে ভুল। কিন্তু কথা হচ্ছে ক্ষমতা একমাত্র পূর্ণতা নয়।</w:t>
      </w:r>
      <w:r w:rsidR="006C04B0">
        <w:rPr>
          <w:lang w:bidi="bn-IN"/>
        </w:rPr>
        <w:t xml:space="preserve"> </w:t>
      </w:r>
      <w:r w:rsidRPr="003F52A2">
        <w:rPr>
          <w:cs/>
          <w:lang w:bidi="bn-IN"/>
        </w:rPr>
        <w:t>যেমনটি মহান আল্লাহর পূর্ণত্বের মধ্যে আমরা দেখি যে</w:t>
      </w:r>
      <w:r w:rsidRPr="003F52A2">
        <w:t>,</w:t>
      </w:r>
      <w:r w:rsidRPr="003F52A2">
        <w:rPr>
          <w:cs/>
          <w:lang w:bidi="bn-IN"/>
        </w:rPr>
        <w:t xml:space="preserve">ক্ষমতা একমাত্র পূর্ণতা নয় বরং </w:t>
      </w:r>
      <w:r w:rsidR="00FE6D44">
        <w:rPr>
          <w:cs/>
          <w:lang w:bidi="bn-IN"/>
        </w:rPr>
        <w:t>তার</w:t>
      </w:r>
      <w:r w:rsidRPr="003F52A2">
        <w:rPr>
          <w:cs/>
          <w:lang w:bidi="bn-IN"/>
        </w:rPr>
        <w:t xml:space="preserve"> মধ্যে</w:t>
      </w:r>
      <w:r w:rsidR="006C04B0">
        <w:rPr>
          <w:lang w:bidi="bn-IN"/>
        </w:rPr>
        <w:t xml:space="preserve"> </w:t>
      </w:r>
      <w:r w:rsidRPr="003F52A2">
        <w:rPr>
          <w:cs/>
          <w:lang w:bidi="bn-IN"/>
        </w:rPr>
        <w:t xml:space="preserve">পূর্ণতার সকল গুণাবলী রয়েছে। অথবা </w:t>
      </w:r>
      <w:r w:rsidR="00FE6D44">
        <w:rPr>
          <w:cs/>
          <w:lang w:bidi="bn-IN"/>
        </w:rPr>
        <w:t>তার</w:t>
      </w:r>
      <w:r w:rsidRPr="003F52A2">
        <w:rPr>
          <w:cs/>
          <w:lang w:bidi="bn-IN"/>
        </w:rPr>
        <w:t xml:space="preserve"> যে অসংখ্য সুন্দর ন</w:t>
      </w:r>
      <w:r w:rsidR="006C04B0">
        <w:rPr>
          <w:cs/>
          <w:lang w:bidi="bn-IN"/>
        </w:rPr>
        <w:t xml:space="preserve">াম (আসমায়ে হুসনা) রয়েছে সেই </w:t>
      </w:r>
      <w:r w:rsidR="006C04B0" w:rsidRPr="005C738A">
        <w:rPr>
          <w:cs/>
          <w:lang w:bidi="bn-IN"/>
        </w:rPr>
        <w:t>সব</w:t>
      </w:r>
      <w:r w:rsidR="006C04B0" w:rsidRPr="005C738A">
        <w:t xml:space="preserve"> </w:t>
      </w:r>
      <w:r w:rsidRPr="005C738A">
        <w:rPr>
          <w:cs/>
          <w:lang w:bidi="bn-IN"/>
        </w:rPr>
        <w:t>সুন্দর</w:t>
      </w:r>
      <w:r w:rsidRPr="003F52A2">
        <w:rPr>
          <w:cs/>
          <w:lang w:bidi="bn-IN"/>
        </w:rPr>
        <w:t xml:space="preserve"> নামের একটি হলো কাদীর বা সর্ব শক্তিমান এবং </w:t>
      </w:r>
      <w:r w:rsidR="00FE6D44">
        <w:rPr>
          <w:cs/>
          <w:lang w:bidi="bn-IN"/>
        </w:rPr>
        <w:t>তার</w:t>
      </w:r>
      <w:r w:rsidRPr="003F52A2">
        <w:rPr>
          <w:cs/>
          <w:lang w:bidi="bn-IN"/>
        </w:rPr>
        <w:t xml:space="preserve"> এ অসীম ক্ষমতার মধ্যে সকল পূর্ণর্তা</w:t>
      </w:r>
      <w:r w:rsidR="006C04B0">
        <w:rPr>
          <w:lang w:bidi="bn-IN"/>
        </w:rPr>
        <w:t xml:space="preserve"> </w:t>
      </w:r>
      <w:r w:rsidRPr="003F52A2">
        <w:rPr>
          <w:cs/>
          <w:lang w:bidi="bn-IN"/>
        </w:rPr>
        <w:t>সীমিত নয়।</w:t>
      </w:r>
    </w:p>
    <w:p w:rsidR="005C738A" w:rsidRDefault="003F52A2" w:rsidP="005C738A">
      <w:pPr>
        <w:pStyle w:val="libNormal"/>
        <w:rPr>
          <w:cs/>
          <w:lang w:bidi="bn-IN"/>
        </w:rPr>
      </w:pPr>
      <w:r w:rsidRPr="003F52A2">
        <w:rPr>
          <w:cs/>
          <w:lang w:bidi="bn-IN"/>
        </w:rPr>
        <w:t xml:space="preserve">দ্বিতীয় যে ভুলটি এ মতবাদের রয়েছে তা প্রথমটি হতে বড় না হলেও ছোট নয়। </w:t>
      </w:r>
      <w:r w:rsidR="00FE6D44">
        <w:rPr>
          <w:cs/>
          <w:lang w:bidi="bn-IN"/>
        </w:rPr>
        <w:t>তারা</w:t>
      </w:r>
      <w:r w:rsidRPr="003F52A2">
        <w:rPr>
          <w:cs/>
          <w:lang w:bidi="bn-IN"/>
        </w:rPr>
        <w:t xml:space="preserve"> ক্ষমতার</w:t>
      </w:r>
      <w:r w:rsidR="006C04B0">
        <w:rPr>
          <w:lang w:bidi="bn-IN"/>
        </w:rPr>
        <w:t xml:space="preserve"> </w:t>
      </w:r>
      <w:r w:rsidR="00695D8C">
        <w:rPr>
          <w:cs/>
          <w:lang w:bidi="bn-IN"/>
        </w:rPr>
        <w:t>অর্থে</w:t>
      </w:r>
      <w:r w:rsidRPr="003F52A2">
        <w:rPr>
          <w:cs/>
          <w:lang w:bidi="bn-IN"/>
        </w:rPr>
        <w:t xml:space="preserve">ই ভুল করেছেন। এ মতবাদে শুধু অন্যান্য মানবিক মূল্যবোধকে অস্বীকারই করা হয়নি বরং </w:t>
      </w:r>
      <w:r w:rsidR="00FE6D44">
        <w:rPr>
          <w:cs/>
          <w:lang w:bidi="bn-IN"/>
        </w:rPr>
        <w:t>তারা</w:t>
      </w:r>
      <w:r w:rsidR="006C04B0">
        <w:rPr>
          <w:lang w:bidi="bn-IN"/>
        </w:rPr>
        <w:t xml:space="preserve"> </w:t>
      </w:r>
      <w:r w:rsidRPr="003F52A2">
        <w:rPr>
          <w:cs/>
          <w:lang w:bidi="bn-IN"/>
        </w:rPr>
        <w:t xml:space="preserve">ক্ষমতার দাবিদার হিসেবেও ক্ষমতাকে সঠিকভাবে চিনতে ব্যর্থ হয়েছেন। </w:t>
      </w:r>
      <w:r w:rsidR="00FE6D44">
        <w:rPr>
          <w:cs/>
          <w:lang w:bidi="bn-IN"/>
        </w:rPr>
        <w:t>তারা</w:t>
      </w:r>
      <w:r w:rsidRPr="003F52A2">
        <w:rPr>
          <w:cs/>
          <w:lang w:bidi="bn-IN"/>
        </w:rPr>
        <w:t xml:space="preserve"> ক্ষমতা ও শক্তির একটি</w:t>
      </w:r>
      <w:r w:rsidR="006C04B0">
        <w:rPr>
          <w:lang w:bidi="bn-IN"/>
        </w:rPr>
        <w:t xml:space="preserve"> </w:t>
      </w:r>
      <w:r w:rsidRPr="003F52A2">
        <w:rPr>
          <w:cs/>
          <w:lang w:bidi="bn-IN"/>
        </w:rPr>
        <w:t>দিককে চিনেছেন আর সেটা হচ্ছে পশু শক্তি। পশু শক্তি হচ্ছে সেই শক্তি বা ক্ষমতা যা পশুর দেহে</w:t>
      </w:r>
      <w:r w:rsidR="006C04B0">
        <w:rPr>
          <w:lang w:bidi="bn-IN"/>
        </w:rPr>
        <w:t xml:space="preserve"> </w:t>
      </w:r>
      <w:r w:rsidRPr="003F52A2">
        <w:rPr>
          <w:cs/>
          <w:lang w:bidi="bn-IN"/>
        </w:rPr>
        <w:t>রয়েছে। পশুর সকল ক্ষমতা তার দেহের মধ্যে সীমাবদ্ধ এবং পশুর সকল চাওয়া-পাওয়া তার প্রবৃত্তির</w:t>
      </w:r>
      <w:r w:rsidR="005C738A">
        <w:rPr>
          <w:lang w:bidi="bn-IN"/>
        </w:rPr>
        <w:t xml:space="preserve"> </w:t>
      </w:r>
      <w:r w:rsidRPr="003F52A2">
        <w:rPr>
          <w:cs/>
          <w:lang w:bidi="bn-IN"/>
        </w:rPr>
        <w:t>অনুগত। মানুষের গুরুত্ব ও শ্রেষ্ঠত্ব সেখানেই যে</w:t>
      </w:r>
      <w:r w:rsidRPr="003F52A2">
        <w:t>,</w:t>
      </w:r>
      <w:r w:rsidRPr="003F52A2">
        <w:rPr>
          <w:cs/>
          <w:lang w:bidi="bn-IN"/>
        </w:rPr>
        <w:t>তার মধ্যে দৈহিক শক্তির বাইরেও এক শক্তি</w:t>
      </w:r>
      <w:r w:rsidR="005C738A">
        <w:rPr>
          <w:lang w:bidi="bn-IN"/>
        </w:rPr>
        <w:t xml:space="preserve"> </w:t>
      </w:r>
      <w:r w:rsidRPr="003F52A2">
        <w:rPr>
          <w:cs/>
          <w:lang w:bidi="bn-IN"/>
        </w:rPr>
        <w:t>রয়েছে। তাই ইসলামের মতবাদ যদি ক্ষমতার মতবাদ হতো তাহলে তার ফলাফল নী</w:t>
      </w:r>
      <w:r w:rsidRPr="00D542A0">
        <w:rPr>
          <w:rStyle w:val="libAlaemChar"/>
        </w:rPr>
        <w:t>’</w:t>
      </w:r>
      <w:r w:rsidRPr="003F52A2">
        <w:rPr>
          <w:cs/>
          <w:lang w:bidi="bn-IN"/>
        </w:rPr>
        <w:t>চে যা বলেন তা</w:t>
      </w:r>
      <w:r w:rsidR="005C738A">
        <w:rPr>
          <w:lang w:bidi="bn-IN"/>
        </w:rPr>
        <w:t xml:space="preserve"> </w:t>
      </w:r>
      <w:r w:rsidRPr="003F52A2">
        <w:rPr>
          <w:cs/>
          <w:lang w:bidi="bn-IN"/>
        </w:rPr>
        <w:t>হতো না। নী</w:t>
      </w:r>
      <w:r w:rsidRPr="00D542A0">
        <w:rPr>
          <w:rStyle w:val="libAlaemChar"/>
        </w:rPr>
        <w:t>’</w:t>
      </w:r>
      <w:r w:rsidRPr="003F52A2">
        <w:rPr>
          <w:cs/>
          <w:lang w:bidi="bn-IN"/>
        </w:rPr>
        <w:t>চে বলেন</w:t>
      </w:r>
      <w:r w:rsidRPr="003F52A2">
        <w:t>,</w:t>
      </w:r>
      <w:r w:rsidRPr="00D542A0">
        <w:rPr>
          <w:rStyle w:val="libAlaemChar"/>
        </w:rPr>
        <w:t>‘</w:t>
      </w:r>
      <w:r w:rsidRPr="003F52A2">
        <w:rPr>
          <w:cs/>
          <w:lang w:bidi="bn-IN"/>
        </w:rPr>
        <w:t>মানুষের ক্ষমতার অনুগত হওয়া উচিত। ক্ষমতা অর্জনের জন্য তাকে প্রচেষ্টা</w:t>
      </w:r>
      <w:r w:rsidR="005C738A">
        <w:rPr>
          <w:lang w:bidi="bn-IN"/>
        </w:rPr>
        <w:t xml:space="preserve"> </w:t>
      </w:r>
      <w:r w:rsidRPr="003F52A2">
        <w:rPr>
          <w:cs/>
          <w:lang w:bidi="bn-IN"/>
        </w:rPr>
        <w:t>চালাতে হবে</w:t>
      </w:r>
      <w:r w:rsidRPr="00D542A0">
        <w:rPr>
          <w:rStyle w:val="libAlaemChar"/>
        </w:rPr>
        <w:t>’</w:t>
      </w:r>
      <w:r w:rsidRPr="003F52A2">
        <w:t>,</w:t>
      </w:r>
      <w:r w:rsidRPr="00D542A0">
        <w:rPr>
          <w:rStyle w:val="libAlaemChar"/>
        </w:rPr>
        <w:t>‘</w:t>
      </w:r>
      <w:r w:rsidRPr="003F52A2">
        <w:rPr>
          <w:cs/>
          <w:lang w:bidi="bn-IN"/>
        </w:rPr>
        <w:t xml:space="preserve">যখন ক্ষমতা অর্জন করবে তখন </w:t>
      </w:r>
      <w:r w:rsidR="00552377">
        <w:rPr>
          <w:cs/>
          <w:lang w:bidi="bn-IN"/>
        </w:rPr>
        <w:t>দুর্বলের</w:t>
      </w:r>
      <w:r w:rsidRPr="003F52A2">
        <w:rPr>
          <w:cs/>
          <w:lang w:bidi="bn-IN"/>
        </w:rPr>
        <w:t xml:space="preserve"> উপর তা প্রয়োগ করবে</w:t>
      </w:r>
      <w:r w:rsidRPr="00D542A0">
        <w:rPr>
          <w:rStyle w:val="libAlaemChar"/>
        </w:rPr>
        <w:t>’</w:t>
      </w:r>
      <w:r w:rsidRPr="003F52A2">
        <w:t>,</w:t>
      </w:r>
      <w:r w:rsidRPr="00D542A0">
        <w:rPr>
          <w:rStyle w:val="libAlaemChar"/>
        </w:rPr>
        <w:t>‘</w:t>
      </w:r>
      <w:r w:rsidR="005C738A">
        <w:rPr>
          <w:cs/>
          <w:lang w:bidi="bn-IN"/>
        </w:rPr>
        <w:t>প্রবৃত্তির বিরো</w:t>
      </w:r>
      <w:r w:rsidR="005C738A" w:rsidRPr="005C738A">
        <w:rPr>
          <w:cs/>
          <w:lang w:bidi="bn-IN"/>
        </w:rPr>
        <w:t>ধি</w:t>
      </w:r>
      <w:r w:rsidR="005C738A">
        <w:rPr>
          <w:cs/>
          <w:lang w:bidi="bn-IN"/>
        </w:rPr>
        <w:t>তা</w:t>
      </w:r>
      <w:r w:rsidR="005C738A">
        <w:rPr>
          <w:lang w:bidi="bn-IN"/>
        </w:rPr>
        <w:t xml:space="preserve"> </w:t>
      </w:r>
      <w:r w:rsidRPr="003F52A2">
        <w:rPr>
          <w:cs/>
          <w:lang w:bidi="bn-IN"/>
        </w:rPr>
        <w:t>না করে তার অনুসরণ করো</w:t>
      </w:r>
      <w:r w:rsidRPr="003F52A2">
        <w:t>,</w:t>
      </w:r>
      <w:r w:rsidR="005C738A">
        <w:t xml:space="preserve"> </w:t>
      </w:r>
      <w:r w:rsidRPr="003F52A2">
        <w:rPr>
          <w:cs/>
          <w:lang w:bidi="bn-IN"/>
        </w:rPr>
        <w:t>দুনিয়ার বস্তুগত সকল আকাঙ্ক্ষা</w:t>
      </w:r>
      <w:r w:rsidR="005C738A">
        <w:rPr>
          <w:lang w:bidi="bn-IN"/>
        </w:rPr>
        <w:t xml:space="preserve"> </w:t>
      </w:r>
      <w:r w:rsidRPr="003F52A2">
        <w:rPr>
          <w:cs/>
          <w:lang w:bidi="bn-IN"/>
        </w:rPr>
        <w:t>পূরণের জন্য সর্বশক্তি নিয়োগ করো</w:t>
      </w:r>
      <w:r w:rsidRPr="00D542A0">
        <w:rPr>
          <w:rStyle w:val="libAlaemChar"/>
        </w:rPr>
        <w:t>’</w:t>
      </w:r>
      <w:r w:rsidRPr="003F52A2">
        <w:rPr>
          <w:cs/>
          <w:lang w:bidi="hi-IN"/>
        </w:rPr>
        <w:t>।</w:t>
      </w:r>
      <w:r w:rsidR="005C738A">
        <w:rPr>
          <w:lang w:bidi="bn-IN"/>
        </w:rPr>
        <w:t xml:space="preserve"> </w:t>
      </w:r>
      <w:r w:rsidRPr="003F52A2">
        <w:rPr>
          <w:cs/>
          <w:lang w:bidi="bn-IN"/>
        </w:rPr>
        <w:t>দৈহিক ক্ষমতার বাইরের ক্ষমতায় বিশ্বাস করলে তার ফল এগুলো হবে না।</w:t>
      </w:r>
    </w:p>
    <w:p w:rsidR="005C738A" w:rsidRPr="007359A5" w:rsidRDefault="005C738A" w:rsidP="007359A5">
      <w:pPr>
        <w:rPr>
          <w:rtl/>
          <w:cs/>
        </w:rPr>
      </w:pPr>
      <w:r>
        <w:rPr>
          <w:cs/>
          <w:lang w:bidi="bn-IN"/>
        </w:rPr>
        <w:br w:type="page"/>
      </w:r>
    </w:p>
    <w:p w:rsidR="005C738A" w:rsidRDefault="003F52A2" w:rsidP="005C738A">
      <w:pPr>
        <w:pStyle w:val="Heading1"/>
        <w:rPr>
          <w:lang w:bidi="bn-IN"/>
        </w:rPr>
      </w:pPr>
      <w:bookmarkStart w:id="57" w:name="_Toc392601466"/>
      <w:r w:rsidRPr="003F52A2">
        <w:rPr>
          <w:cs/>
          <w:lang w:bidi="bn-IN"/>
        </w:rPr>
        <w:t>আত্মিক শক্তি ও ক্ষমতা</w:t>
      </w:r>
      <w:bookmarkEnd w:id="57"/>
    </w:p>
    <w:p w:rsidR="005C738A" w:rsidRDefault="003F52A2" w:rsidP="005C738A">
      <w:pPr>
        <w:pStyle w:val="libNormal"/>
        <w:rPr>
          <w:rStyle w:val="libAlaemChar"/>
        </w:rPr>
      </w:pPr>
      <w:r w:rsidRPr="003F52A2">
        <w:rPr>
          <w:cs/>
          <w:lang w:bidi="bn-IN"/>
        </w:rPr>
        <w:t>এখানে আমরা রাসূল (সা.)-এর জীবনী হতে একটি ঘটনা বর্ণনার মাধ্যমে ইসলামের দৃষ্টিতে</w:t>
      </w:r>
      <w:r w:rsidR="005C738A">
        <w:rPr>
          <w:lang w:bidi="bn-IN"/>
        </w:rPr>
        <w:t xml:space="preserve"> </w:t>
      </w:r>
      <w:r w:rsidRPr="003F52A2">
        <w:rPr>
          <w:cs/>
          <w:lang w:bidi="bn-IN"/>
        </w:rPr>
        <w:t>ক্ষমতার মাপকাঠি কি- তা আলোচনা করব। হাদীস গ্রন্থসমূহে এসেছে</w:t>
      </w:r>
      <w:r w:rsidRPr="003F52A2">
        <w:t>,</w:t>
      </w:r>
      <w:r w:rsidRPr="003F52A2">
        <w:rPr>
          <w:cs/>
          <w:lang w:bidi="bn-IN"/>
        </w:rPr>
        <w:t>রাসূল (সা.) একদিন মদীনার</w:t>
      </w:r>
      <w:r w:rsidRPr="00D542A0">
        <w:rPr>
          <w:rStyle w:val="libAlaemChar"/>
        </w:rPr>
        <w:t>’</w:t>
      </w:r>
      <w:r w:rsidRPr="003F52A2">
        <w:rPr>
          <w:cs/>
          <w:lang w:bidi="bn-IN"/>
        </w:rPr>
        <w:t>রাস্তা দিয়ে হেঁটে যাচ্ছিলেন। তিনি লক্ষ্য করলেন</w:t>
      </w:r>
      <w:r w:rsidRPr="003F52A2">
        <w:t>,</w:t>
      </w:r>
      <w:r w:rsidRPr="003F52A2">
        <w:rPr>
          <w:cs/>
          <w:lang w:bidi="bn-IN"/>
        </w:rPr>
        <w:t>একদল মুসলমান যুবক পাথর উত্তোলনের</w:t>
      </w:r>
      <w:r w:rsidR="005C738A">
        <w:rPr>
          <w:lang w:bidi="bn-IN"/>
        </w:rPr>
        <w:t xml:space="preserve"> </w:t>
      </w:r>
      <w:r w:rsidRPr="003F52A2">
        <w:rPr>
          <w:cs/>
          <w:lang w:bidi="bn-IN"/>
        </w:rPr>
        <w:t>(ভারত্তোলনের) মাধ্যমে নিজেদের শক্তি পরীক্ষা করছে। যে যত অধিক ওজনের পাথর উঠাতে পারে</w:t>
      </w:r>
      <w:r w:rsidR="005C738A">
        <w:rPr>
          <w:lang w:bidi="bn-IN"/>
        </w:rPr>
        <w:t xml:space="preserve"> </w:t>
      </w:r>
      <w:r w:rsidRPr="003F52A2">
        <w:rPr>
          <w:cs/>
          <w:lang w:bidi="bn-IN"/>
        </w:rPr>
        <w:t>সে তত শক্তিশালী। সকলেই চেষ্টা করছিল অপর হতে অধিক ভার উত্তোলনের। নবী (সা.) তাদের</w:t>
      </w:r>
      <w:r w:rsidR="005C738A">
        <w:rPr>
          <w:lang w:bidi="bn-IN"/>
        </w:rPr>
        <w:t xml:space="preserve"> </w:t>
      </w:r>
      <w:r w:rsidRPr="003F52A2">
        <w:rPr>
          <w:cs/>
          <w:lang w:bidi="bn-IN"/>
        </w:rPr>
        <w:t>উদ্দেশ্যে বললেন</w:t>
      </w:r>
      <w:r w:rsidRPr="003F52A2">
        <w:t>,</w:t>
      </w:r>
      <w:r w:rsidRPr="00D542A0">
        <w:rPr>
          <w:rStyle w:val="libAlaemChar"/>
        </w:rPr>
        <w:t>“</w:t>
      </w:r>
      <w:r w:rsidRPr="003F52A2">
        <w:rPr>
          <w:cs/>
          <w:lang w:bidi="bn-IN"/>
        </w:rPr>
        <w:t>তোমরা চাইলে তোমাদের এ প্রতিযোগিতার আমি বিচারক হতে পারি।</w:t>
      </w:r>
      <w:r w:rsidRPr="00D542A0">
        <w:rPr>
          <w:rStyle w:val="libAlaemChar"/>
        </w:rPr>
        <w:t>”</w:t>
      </w:r>
      <w:r w:rsidRPr="003F52A2">
        <w:t xml:space="preserve"> </w:t>
      </w:r>
      <w:r w:rsidRPr="003F52A2">
        <w:rPr>
          <w:cs/>
          <w:lang w:bidi="bn-IN"/>
        </w:rPr>
        <w:t>সবাইখুশী হয়ে বলল</w:t>
      </w:r>
      <w:r w:rsidRPr="003F52A2">
        <w:t>,</w:t>
      </w:r>
      <w:r w:rsidRPr="00D542A0">
        <w:rPr>
          <w:rStyle w:val="libAlaemChar"/>
        </w:rPr>
        <w:t>“</w:t>
      </w:r>
      <w:r w:rsidRPr="003F52A2">
        <w:rPr>
          <w:cs/>
          <w:lang w:bidi="bn-IN"/>
        </w:rPr>
        <w:t>ইয়া রাসূলাল্লাহ্! এর চেয়ে উত্তম আর কি হতে পারে যে</w:t>
      </w:r>
      <w:r w:rsidRPr="003F52A2">
        <w:t>,</w:t>
      </w:r>
      <w:r w:rsidR="005C738A">
        <w:t xml:space="preserve"> </w:t>
      </w:r>
      <w:r w:rsidRPr="003F52A2">
        <w:rPr>
          <w:cs/>
          <w:lang w:bidi="bn-IN"/>
        </w:rPr>
        <w:t>আপনি আমাদের এ</w:t>
      </w:r>
      <w:r w:rsidR="005C738A">
        <w:rPr>
          <w:lang w:bidi="bn-IN"/>
        </w:rPr>
        <w:t xml:space="preserve"> </w:t>
      </w:r>
      <w:r w:rsidRPr="003F52A2">
        <w:rPr>
          <w:cs/>
          <w:lang w:bidi="bn-IN"/>
        </w:rPr>
        <w:t>প্রতিযোগিতার বিচারক হয়ে ঘোষণা করবেন আমাদের মধ্যে কে সবচেয়ে শক্তিশালী।</w:t>
      </w:r>
      <w:r w:rsidRPr="00D542A0">
        <w:rPr>
          <w:rStyle w:val="libAlaemChar"/>
        </w:rPr>
        <w:t>”</w:t>
      </w:r>
      <w:r w:rsidRPr="003F52A2">
        <w:t xml:space="preserve"> </w:t>
      </w:r>
      <w:r w:rsidRPr="003F52A2">
        <w:rPr>
          <w:cs/>
          <w:lang w:bidi="bn-IN"/>
        </w:rPr>
        <w:t>নবী বললেন</w:t>
      </w:r>
      <w:r w:rsidRPr="003F52A2">
        <w:t>,</w:t>
      </w:r>
      <w:r w:rsidRPr="00D542A0">
        <w:rPr>
          <w:rStyle w:val="libAlaemChar"/>
        </w:rPr>
        <w:t>“</w:t>
      </w:r>
      <w:r w:rsidRPr="003F52A2">
        <w:rPr>
          <w:cs/>
          <w:lang w:bidi="bn-IN"/>
        </w:rPr>
        <w:t>প্রয়োজন নেই তোমরা এ জন্য পাথর উত্তোলন করবে। আমি তোমাদের হাতে শক্তি মাপার একটি</w:t>
      </w:r>
      <w:r w:rsidR="005C738A">
        <w:rPr>
          <w:lang w:bidi="bn-IN"/>
        </w:rPr>
        <w:t xml:space="preserve"> </w:t>
      </w:r>
      <w:r w:rsidRPr="003F52A2">
        <w:rPr>
          <w:cs/>
          <w:lang w:bidi="bn-IN"/>
        </w:rPr>
        <w:t>মানদণ্ড দান করব।</w:t>
      </w:r>
      <w:r w:rsidRPr="00D542A0">
        <w:rPr>
          <w:rStyle w:val="libAlaemChar"/>
        </w:rPr>
        <w:t>”</w:t>
      </w:r>
      <w:r w:rsidRPr="003F52A2">
        <w:t xml:space="preserve"> </w:t>
      </w:r>
      <w:r w:rsidRPr="003F52A2">
        <w:rPr>
          <w:cs/>
          <w:lang w:bidi="bn-IN"/>
        </w:rPr>
        <w:t>সবাই বলল</w:t>
      </w:r>
      <w:r w:rsidRPr="003F52A2">
        <w:t>,</w:t>
      </w:r>
      <w:r w:rsidRPr="00D542A0">
        <w:rPr>
          <w:rStyle w:val="libAlaemChar"/>
        </w:rPr>
        <w:t>“</w:t>
      </w:r>
      <w:r w:rsidRPr="003F52A2">
        <w:rPr>
          <w:cs/>
          <w:lang w:bidi="bn-IN"/>
        </w:rPr>
        <w:t>তা কি</w:t>
      </w:r>
      <w:r w:rsidRPr="003F52A2">
        <w:t>?</w:t>
      </w:r>
      <w:r w:rsidRPr="00D542A0">
        <w:rPr>
          <w:rStyle w:val="libAlaemChar"/>
        </w:rPr>
        <w:t>”</w:t>
      </w:r>
      <w:r w:rsidRPr="003F52A2">
        <w:t xml:space="preserve"> </w:t>
      </w:r>
      <w:r w:rsidRPr="003F52A2">
        <w:rPr>
          <w:cs/>
          <w:lang w:bidi="bn-IN"/>
        </w:rPr>
        <w:t>নবী বললেন</w:t>
      </w:r>
      <w:r w:rsidRPr="003F52A2">
        <w:t>,</w:t>
      </w:r>
      <w:r w:rsidRPr="00D542A0">
        <w:rPr>
          <w:rStyle w:val="libAlaemChar"/>
        </w:rPr>
        <w:t>“</w:t>
      </w:r>
      <w:r w:rsidRPr="003F52A2">
        <w:rPr>
          <w:cs/>
          <w:lang w:bidi="bn-IN"/>
        </w:rPr>
        <w:t>কোন ব্যক্তির প্রবৃত্তি যখন তাকে গুনাহ</w:t>
      </w:r>
      <w:r w:rsidR="005C738A">
        <w:rPr>
          <w:lang w:bidi="bn-IN"/>
        </w:rPr>
        <w:t xml:space="preserve"> </w:t>
      </w:r>
      <w:r w:rsidRPr="003F52A2">
        <w:rPr>
          <w:cs/>
          <w:lang w:bidi="bn-IN"/>
        </w:rPr>
        <w:t>করার জন্য প্ররোচিত করে তখন যদি সে তার বিরুদ্ধে দাঁড়ায় ও যে গুনাহের প্রতি তার মন আকৃষ্ট</w:t>
      </w:r>
      <w:r w:rsidR="005C738A">
        <w:rPr>
          <w:lang w:bidi="bn-IN"/>
        </w:rPr>
        <w:t xml:space="preserve"> </w:t>
      </w:r>
      <w:r w:rsidRPr="003F52A2">
        <w:rPr>
          <w:cs/>
          <w:lang w:bidi="bn-IN"/>
        </w:rPr>
        <w:t>হয়েছে তা থেকে বিরত হয় তাহলে সে-ই সবচেয়ে শক্তিশালী।</w:t>
      </w:r>
      <w:r w:rsidRPr="00D542A0">
        <w:rPr>
          <w:rStyle w:val="libAlaemChar"/>
        </w:rPr>
        <w:t>”</w:t>
      </w:r>
    </w:p>
    <w:p w:rsidR="005C738A" w:rsidRDefault="003F52A2" w:rsidP="005C738A">
      <w:pPr>
        <w:pStyle w:val="libNormal"/>
        <w:rPr>
          <w:lang w:bidi="bn-IN"/>
        </w:rPr>
      </w:pPr>
      <w:r w:rsidRPr="005C738A">
        <w:rPr>
          <w:cs/>
          <w:lang w:bidi="bn-IN"/>
        </w:rPr>
        <w:t xml:space="preserve">এখানে নবী </w:t>
      </w:r>
      <w:r w:rsidRPr="005C738A">
        <w:rPr>
          <w:rtl/>
          <w:cs/>
        </w:rPr>
        <w:t>(</w:t>
      </w:r>
      <w:r w:rsidRPr="005C738A">
        <w:rPr>
          <w:rtl/>
          <w:cs/>
          <w:lang w:bidi="bn-IN"/>
        </w:rPr>
        <w:t>সা</w:t>
      </w:r>
      <w:r w:rsidRPr="005C738A">
        <w:rPr>
          <w:rtl/>
          <w:cs/>
        </w:rPr>
        <w:t xml:space="preserve">.) </w:t>
      </w:r>
      <w:r w:rsidRPr="005C738A">
        <w:rPr>
          <w:rtl/>
          <w:cs/>
          <w:lang w:bidi="bn-IN"/>
        </w:rPr>
        <w:t>ইচ্ছাশক্তি ও মানসিক ক্ষমতাকে প্রবৃত্তির আকাঙ্ক্ষার বিপরীতে উল্লেখ করেছেন।</w:t>
      </w:r>
      <w:r w:rsidR="005C738A" w:rsidRPr="005C738A">
        <w:t xml:space="preserve"> </w:t>
      </w:r>
      <w:r w:rsidRPr="005C738A">
        <w:rPr>
          <w:cs/>
          <w:lang w:bidi="bn-IN"/>
        </w:rPr>
        <w:t>কারণ শক্তি ও ক্ষমতা শুধু এটাই নয় যে</w:t>
      </w:r>
      <w:r w:rsidRPr="005C738A">
        <w:t>,</w:t>
      </w:r>
      <w:r w:rsidRPr="005C738A">
        <w:rPr>
          <w:cs/>
          <w:lang w:bidi="bn-IN"/>
        </w:rPr>
        <w:t>মানুষ শারীরিক শক্তিতে ভারী পাথর উত্তোলন করবে যা</w:t>
      </w:r>
      <w:r w:rsidR="005C738A" w:rsidRPr="005C738A">
        <w:t xml:space="preserve"> </w:t>
      </w:r>
      <w:r w:rsidRPr="005C738A">
        <w:rPr>
          <w:cs/>
          <w:lang w:bidi="bn-IN"/>
        </w:rPr>
        <w:t>ক্ষমতার দৈহিক প্রকাশ মাত্র এবং সকল প্রাণীই এ শক্তির অধিকারী। তাই এরূপ শক্তির ক্ষেত্রে মানুষ ও অন্যান্য প্রাণী একই পর্যায়ে রয়েছে। অবশ্যই আমরা এটা বলছি না যে</w:t>
      </w:r>
      <w:r w:rsidRPr="005C738A">
        <w:t>,</w:t>
      </w:r>
      <w:r w:rsidRPr="005C738A">
        <w:rPr>
          <w:cs/>
          <w:lang w:bidi="bn-IN"/>
        </w:rPr>
        <w:t>এরূপ শক্তি ও ক্ষমতা</w:t>
      </w:r>
      <w:r w:rsidR="005C738A" w:rsidRPr="005C738A">
        <w:t xml:space="preserve"> </w:t>
      </w:r>
      <w:r w:rsidRPr="005C738A">
        <w:rPr>
          <w:cs/>
          <w:lang w:bidi="bn-IN"/>
        </w:rPr>
        <w:t xml:space="preserve">পূর্ণতা নয়। বরং আমরা বলছি এটাও এক প্রকার পূর্ণতা কিন্তু দৈহিক শক্তির যে পূর্ণতা তা </w:t>
      </w:r>
      <w:r w:rsidR="005C738A" w:rsidRPr="005C738A">
        <w:rPr>
          <w:cs/>
          <w:lang w:bidi="bn-IN"/>
        </w:rPr>
        <w:t xml:space="preserve">হতে </w:t>
      </w:r>
      <w:r w:rsidRPr="005C738A">
        <w:rPr>
          <w:cs/>
          <w:lang w:bidi="bn-IN"/>
        </w:rPr>
        <w:t>উচ্চতর পূর্ণতা হলো মানুষের ইচ্ছা ও মানসিক শক্তি যা তার আত্মিক ক্ষমতার</w:t>
      </w:r>
      <w:r w:rsidRPr="003F52A2">
        <w:rPr>
          <w:cs/>
          <w:lang w:bidi="bn-IN"/>
        </w:rPr>
        <w:t xml:space="preserve"> প্রকাশ। মানুষে</w:t>
      </w:r>
      <w:r w:rsidR="00695D8C">
        <w:rPr>
          <w:cs/>
          <w:lang w:bidi="bn-IN"/>
        </w:rPr>
        <w:t>র</w:t>
      </w:r>
      <w:r w:rsidR="005C738A">
        <w:rPr>
          <w:lang w:bidi="bn-IN"/>
        </w:rPr>
        <w:t xml:space="preserve"> </w:t>
      </w:r>
      <w:r w:rsidRPr="003F52A2">
        <w:rPr>
          <w:cs/>
          <w:lang w:bidi="bn-IN"/>
        </w:rPr>
        <w:t>আত্মিক শক্তি তার প্রবৃত্তির কামনা-বাসনার বিপরীতে তাকে দাঁড়ানোর শক্তি ও ক্ষমতা দান করে।</w:t>
      </w:r>
    </w:p>
    <w:p w:rsidR="005C738A" w:rsidRDefault="003F52A2" w:rsidP="005C738A">
      <w:pPr>
        <w:pStyle w:val="libNormal"/>
      </w:pPr>
      <w:r w:rsidRPr="003F52A2">
        <w:rPr>
          <w:cs/>
          <w:lang w:bidi="bn-IN"/>
        </w:rPr>
        <w:t>এ যুক্তিতেই ইসলামী নৈতিকতায় বিশেষত এরফানী সাহিত্যে আত্মিক শক্তিকেই প্রকৃত ক্ষমতা বলে</w:t>
      </w:r>
      <w:r w:rsidR="005C738A">
        <w:rPr>
          <w:lang w:bidi="bn-IN"/>
        </w:rPr>
        <w:t xml:space="preserve"> </w:t>
      </w:r>
      <w:r w:rsidRPr="003F52A2">
        <w:rPr>
          <w:cs/>
          <w:lang w:bidi="bn-IN"/>
        </w:rPr>
        <w:t>উল্লেখ করা হয়েছে। নবী (সা.) বলেছেন</w:t>
      </w:r>
      <w:r w:rsidRPr="003F52A2">
        <w:t>,</w:t>
      </w:r>
      <w:r w:rsidRPr="00D542A0">
        <w:rPr>
          <w:rStyle w:val="libAlaemChar"/>
        </w:rPr>
        <w:t>‘</w:t>
      </w:r>
      <w:r w:rsidR="005C738A" w:rsidRPr="005C738A">
        <w:rPr>
          <w:rStyle w:val="libArChar"/>
          <w:rFonts w:hint="cs"/>
          <w:rtl/>
        </w:rPr>
        <w:t>أشجع النّاس من غلب هواه</w:t>
      </w:r>
      <w:r w:rsidRPr="00D542A0">
        <w:rPr>
          <w:rStyle w:val="libAlaemChar"/>
        </w:rPr>
        <w:t>’</w:t>
      </w:r>
      <w:r w:rsidRPr="003F52A2">
        <w:t xml:space="preserve"> </w:t>
      </w:r>
      <w:r w:rsidRPr="00D542A0">
        <w:rPr>
          <w:rStyle w:val="libAlaemChar"/>
        </w:rPr>
        <w:t>“</w:t>
      </w:r>
      <w:r w:rsidRPr="003F52A2">
        <w:rPr>
          <w:cs/>
          <w:lang w:bidi="bn-IN"/>
        </w:rPr>
        <w:t>মানুষের মধ্যে সবচেয়ে সাহসী</w:t>
      </w:r>
      <w:r w:rsidR="005C738A">
        <w:rPr>
          <w:lang w:bidi="bn-IN"/>
        </w:rPr>
        <w:t xml:space="preserve"> </w:t>
      </w:r>
      <w:r w:rsidRPr="003F52A2">
        <w:rPr>
          <w:cs/>
          <w:lang w:bidi="bn-IN"/>
        </w:rPr>
        <w:t>ব্যক্তি হলো সে-ই যে তার প্রবৃত্তির ইচ্ছার উপর জয়ী হয়েছে।</w:t>
      </w:r>
      <w:r w:rsidRPr="00D542A0">
        <w:rPr>
          <w:rStyle w:val="libAlaemChar"/>
        </w:rPr>
        <w:t>”</w:t>
      </w:r>
      <w:r w:rsidRPr="003F52A2">
        <w:t xml:space="preserve"> </w:t>
      </w:r>
      <w:r w:rsidRPr="003F52A2">
        <w:rPr>
          <w:cs/>
          <w:lang w:bidi="bn-IN"/>
        </w:rPr>
        <w:t>এখানে সাহসিকতা</w:t>
      </w:r>
      <w:r w:rsidRPr="003F52A2">
        <w:t>,</w:t>
      </w:r>
      <w:r w:rsidRPr="003F52A2">
        <w:rPr>
          <w:cs/>
          <w:lang w:bidi="bn-IN"/>
        </w:rPr>
        <w:t>ক্ষমতা ও জয়ের</w:t>
      </w:r>
      <w:r w:rsidR="005C738A">
        <w:rPr>
          <w:lang w:bidi="bn-IN"/>
        </w:rPr>
        <w:t xml:space="preserve"> </w:t>
      </w:r>
      <w:r w:rsidRPr="003F52A2">
        <w:rPr>
          <w:cs/>
          <w:lang w:bidi="bn-IN"/>
        </w:rPr>
        <w:t>কথা বলা হয়েছে। যেমন সা</w:t>
      </w:r>
      <w:r w:rsidRPr="00D542A0">
        <w:rPr>
          <w:rStyle w:val="libAlaemChar"/>
        </w:rPr>
        <w:t>’</w:t>
      </w:r>
      <w:r w:rsidRPr="003F52A2">
        <w:rPr>
          <w:cs/>
          <w:lang w:bidi="bn-IN"/>
        </w:rPr>
        <w:t>দী বলেন</w:t>
      </w:r>
      <w:r w:rsidRPr="003F52A2">
        <w:t>,</w:t>
      </w:r>
    </w:p>
    <w:p w:rsidR="005C738A" w:rsidRDefault="003F52A2" w:rsidP="005C738A">
      <w:pPr>
        <w:pStyle w:val="libCenter"/>
        <w:rPr>
          <w:lang w:bidi="bn-IN"/>
        </w:rPr>
      </w:pPr>
      <w:r w:rsidRPr="00D542A0">
        <w:rPr>
          <w:rStyle w:val="libAlaemChar"/>
        </w:rPr>
        <w:t>“</w:t>
      </w:r>
      <w:r w:rsidRPr="003F52A2">
        <w:rPr>
          <w:cs/>
          <w:lang w:bidi="bn-IN"/>
        </w:rPr>
        <w:t>পৌরুষ তা নয় যা দ্বারা আঘাত হানা হয় পরের মুখে</w:t>
      </w:r>
    </w:p>
    <w:p w:rsidR="005C738A" w:rsidRDefault="003F52A2" w:rsidP="005C738A">
      <w:pPr>
        <w:pStyle w:val="libCenter"/>
        <w:rPr>
          <w:rStyle w:val="libAlaemChar"/>
        </w:rPr>
      </w:pPr>
      <w:r w:rsidRPr="003F52A2">
        <w:rPr>
          <w:cs/>
          <w:lang w:bidi="bn-IN"/>
        </w:rPr>
        <w:t>পৌরুষ তা-ই যা প্রবৃত্তির মোকাবিলায় অপরকে রাখে সুখে।</w:t>
      </w:r>
      <w:r w:rsidRPr="00D542A0">
        <w:rPr>
          <w:rStyle w:val="libAlaemChar"/>
        </w:rPr>
        <w:t>”</w:t>
      </w:r>
    </w:p>
    <w:p w:rsidR="001D0103" w:rsidRDefault="003F52A2" w:rsidP="005C738A">
      <w:pPr>
        <w:pStyle w:val="libNormal"/>
        <w:rPr>
          <w:lang w:bidi="bn-IN"/>
        </w:rPr>
      </w:pPr>
      <w:r w:rsidRPr="003F52A2">
        <w:rPr>
          <w:cs/>
          <w:lang w:bidi="bn-IN"/>
        </w:rPr>
        <w:t>পৌরুষ (শক্তি ও ক্ষমতা) এটা নয় যে</w:t>
      </w:r>
      <w:r w:rsidRPr="003F52A2">
        <w:t>,</w:t>
      </w:r>
      <w:r w:rsidRPr="003F52A2">
        <w:rPr>
          <w:cs/>
          <w:lang w:bidi="bn-IN"/>
        </w:rPr>
        <w:t>মানুষ তার মুষ্ঠিবদ্ধ হাত দিয়ে কারো মুখে আঘাত হানবে</w:t>
      </w:r>
      <w:r w:rsidRPr="003F52A2">
        <w:t>,</w:t>
      </w:r>
      <w:r w:rsidRPr="003F52A2">
        <w:rPr>
          <w:cs/>
          <w:lang w:bidi="bn-IN"/>
        </w:rPr>
        <w:t>বরং পৌরুষ সেটাই যে</w:t>
      </w:r>
      <w:r w:rsidRPr="003F52A2">
        <w:t>,</w:t>
      </w:r>
      <w:r w:rsidRPr="003F52A2">
        <w:rPr>
          <w:cs/>
          <w:lang w:bidi="bn-IN"/>
        </w:rPr>
        <w:t>মানুষ তার প্রবৃত্তির ইচ্ছার বিরুদ্ধে অন্যকে সন্তুষ্ট ও তার ইচ্ছা পূরণ করে।</w:t>
      </w:r>
    </w:p>
    <w:p w:rsidR="001D0103" w:rsidRDefault="003F52A2" w:rsidP="005C738A">
      <w:pPr>
        <w:pStyle w:val="libNormal"/>
      </w:pPr>
      <w:r w:rsidRPr="003F52A2">
        <w:rPr>
          <w:cs/>
          <w:lang w:bidi="bn-IN"/>
        </w:rPr>
        <w:t>মৌলভী (রুমী) বলেন</w:t>
      </w:r>
      <w:r w:rsidRPr="003F52A2">
        <w:t>,</w:t>
      </w:r>
    </w:p>
    <w:p w:rsidR="001D0103" w:rsidRDefault="003F52A2" w:rsidP="001D0103">
      <w:pPr>
        <w:pStyle w:val="libCenter"/>
      </w:pPr>
      <w:r w:rsidRPr="00D542A0">
        <w:rPr>
          <w:rStyle w:val="libAlaemChar"/>
        </w:rPr>
        <w:t>“</w:t>
      </w:r>
      <w:r w:rsidRPr="003F52A2">
        <w:rPr>
          <w:cs/>
          <w:lang w:bidi="bn-IN"/>
        </w:rPr>
        <w:t>ক্রোধ ও লালসায় সংযত সেই পুরুষ কোথায়</w:t>
      </w:r>
      <w:r w:rsidRPr="003F52A2">
        <w:t>?</w:t>
      </w:r>
    </w:p>
    <w:p w:rsidR="001D0103" w:rsidRDefault="003F52A2" w:rsidP="001D0103">
      <w:pPr>
        <w:pStyle w:val="libCenter"/>
        <w:rPr>
          <w:rStyle w:val="libAlaemChar"/>
        </w:rPr>
      </w:pPr>
      <w:r w:rsidRPr="003F52A2">
        <w:rPr>
          <w:cs/>
          <w:lang w:bidi="bn-IN"/>
        </w:rPr>
        <w:t>যারে খুঁজে ফিরি আমি পর্বত হতে পর্বত চুড়ায়।</w:t>
      </w:r>
      <w:r w:rsidRPr="00D542A0">
        <w:rPr>
          <w:rStyle w:val="libAlaemChar"/>
        </w:rPr>
        <w:t>”</w:t>
      </w:r>
    </w:p>
    <w:p w:rsidR="001D0103" w:rsidRDefault="003F52A2" w:rsidP="001D0103">
      <w:pPr>
        <w:pStyle w:val="libNormal"/>
      </w:pPr>
      <w:r w:rsidRPr="003F52A2">
        <w:rPr>
          <w:cs/>
          <w:lang w:bidi="bn-IN"/>
        </w:rPr>
        <w:t>মাওলানা রুমী ক্ষমতাবান মানুষকে ক্রোধ ও লিপ্সার সময় খু</w:t>
      </w:r>
      <w:r w:rsidR="001D0103">
        <w:rPr>
          <w:cs/>
          <w:lang w:bidi="bn-IN"/>
        </w:rPr>
        <w:t>জেছেন। যখন ক্রোধে মানুষ লেলিহান</w:t>
      </w:r>
      <w:r w:rsidR="001D0103">
        <w:rPr>
          <w:lang w:bidi="bn-IN"/>
        </w:rPr>
        <w:t xml:space="preserve"> </w:t>
      </w:r>
      <w:r w:rsidRPr="003F52A2">
        <w:rPr>
          <w:cs/>
          <w:lang w:bidi="bn-IN"/>
        </w:rPr>
        <w:t>শিখায় পরিণত হয় তখন ক্ষমতাবান পুরুষ চরম আত্মিক শক্তির অধিকারী হওয়ায় এ ক্রোধাগ্নির</w:t>
      </w:r>
      <w:r w:rsidR="001D0103">
        <w:rPr>
          <w:lang w:bidi="bn-IN"/>
        </w:rPr>
        <w:t xml:space="preserve"> </w:t>
      </w:r>
      <w:r w:rsidRPr="003F52A2">
        <w:rPr>
          <w:cs/>
          <w:lang w:bidi="bn-IN"/>
        </w:rPr>
        <w:t>বিরুদ্ধে প্রতিরোধ গড়ে তোলে। যখন প্রবৃত্তির লালসা তার মধ্যে চরম উত্তেজনা সৃষ্টি করে তখন সে</w:t>
      </w:r>
      <w:r w:rsidR="001D0103">
        <w:rPr>
          <w:lang w:bidi="bn-IN"/>
        </w:rPr>
        <w:t xml:space="preserve"> </w:t>
      </w:r>
      <w:r w:rsidRPr="003F52A2">
        <w:rPr>
          <w:cs/>
          <w:lang w:bidi="bn-IN"/>
        </w:rPr>
        <w:t>প্রবৃত্তির উপর নিয়ন্ত্রণ লাভের চেষ্টায় রত হয়। এটাকেই ক্ষমতা ও শক্তি বলা হয়। নৈতিকতার যে</w:t>
      </w:r>
      <w:r w:rsidR="001D0103">
        <w:rPr>
          <w:lang w:bidi="bn-IN"/>
        </w:rPr>
        <w:t xml:space="preserve"> </w:t>
      </w:r>
      <w:r w:rsidRPr="003F52A2">
        <w:rPr>
          <w:cs/>
          <w:lang w:bidi="bn-IN"/>
        </w:rPr>
        <w:t>সুন্দর বৈশিষ্ট্যসমূহের কথা নীতি বিশেষজ্ঞরা বলেছেন এবং নী</w:t>
      </w:r>
      <w:r w:rsidRPr="00D542A0">
        <w:rPr>
          <w:rStyle w:val="libAlaemChar"/>
        </w:rPr>
        <w:t>’</w:t>
      </w:r>
      <w:r w:rsidRPr="003F52A2">
        <w:rPr>
          <w:cs/>
          <w:lang w:bidi="bn-IN"/>
        </w:rPr>
        <w:t>চে দুর্বলতা বলে সেগুলোকে প্রত্যাখ্যান</w:t>
      </w:r>
      <w:r w:rsidR="001D0103">
        <w:rPr>
          <w:lang w:bidi="bn-IN"/>
        </w:rPr>
        <w:t xml:space="preserve"> </w:t>
      </w:r>
      <w:r w:rsidRPr="003F52A2">
        <w:rPr>
          <w:cs/>
          <w:lang w:bidi="bn-IN"/>
        </w:rPr>
        <w:t>করেছেন</w:t>
      </w:r>
      <w:r w:rsidRPr="003F52A2">
        <w:t>,</w:t>
      </w:r>
      <w:r w:rsidRPr="003F52A2">
        <w:rPr>
          <w:cs/>
          <w:lang w:bidi="bn-IN"/>
        </w:rPr>
        <w:t>যদি সঠিক</w:t>
      </w:r>
      <w:r w:rsidR="001D0103">
        <w:rPr>
          <w:lang w:bidi="bn-IN"/>
        </w:rPr>
        <w:t xml:space="preserve"> </w:t>
      </w:r>
      <w:r w:rsidRPr="003F52A2">
        <w:rPr>
          <w:cs/>
          <w:lang w:bidi="bn-IN"/>
        </w:rPr>
        <w:t>ভাবে আমরা সেগুলো যাচাই করি তাহলে দেখব এ সবই ক্ষমতা। অবশ্য আমি</w:t>
      </w:r>
      <w:r w:rsidR="001D0103">
        <w:rPr>
          <w:lang w:bidi="bn-IN"/>
        </w:rPr>
        <w:t xml:space="preserve"> </w:t>
      </w:r>
      <w:r w:rsidRPr="003F52A2">
        <w:rPr>
          <w:cs/>
          <w:lang w:bidi="bn-IN"/>
        </w:rPr>
        <w:t>বিশ্বাস করি</w:t>
      </w:r>
      <w:r w:rsidRPr="003F52A2">
        <w:t>,</w:t>
      </w:r>
      <w:r w:rsidRPr="003F52A2">
        <w:rPr>
          <w:cs/>
          <w:lang w:bidi="bn-IN"/>
        </w:rPr>
        <w:t>কখনো কখনো এমন অনেক বিষয় যা শক্তি ও ক্ষমতা নয় কিন্তু শক্তি ও ক্ষমতা বলে ভুল</w:t>
      </w:r>
      <w:r w:rsidR="001D0103">
        <w:rPr>
          <w:lang w:bidi="bn-IN"/>
        </w:rPr>
        <w:t xml:space="preserve"> </w:t>
      </w:r>
      <w:r w:rsidRPr="003F52A2">
        <w:rPr>
          <w:cs/>
          <w:lang w:bidi="bn-IN"/>
        </w:rPr>
        <w:t>হয়। তাই নীতিশাস্ত্রবিদরা বলেন</w:t>
      </w:r>
      <w:r w:rsidRPr="003F52A2">
        <w:t>,</w:t>
      </w:r>
      <w:r w:rsidR="001D0103">
        <w:rPr>
          <w:cs/>
          <w:lang w:bidi="bn-IN"/>
        </w:rPr>
        <w:t>স্নেহ</w:t>
      </w:r>
      <w:r w:rsidRPr="003F52A2">
        <w:rPr>
          <w:cs/>
          <w:lang w:bidi="bn-IN"/>
        </w:rPr>
        <w:t>-ভালোবাসা বুদ্ধিবৃত্তি ও ঈমান দ্বারা নিয়ন্ত্রিত হওয়া উচিত।</w:t>
      </w:r>
      <w:r w:rsidR="001D0103">
        <w:rPr>
          <w:lang w:bidi="bn-IN"/>
        </w:rPr>
        <w:t xml:space="preserve"> </w:t>
      </w:r>
      <w:r w:rsidRPr="003F52A2">
        <w:rPr>
          <w:cs/>
          <w:lang w:bidi="bn-IN"/>
        </w:rPr>
        <w:t xml:space="preserve">অর্থাৎ যেখানেই আমাদের </w:t>
      </w:r>
      <w:r w:rsidR="001D0103">
        <w:rPr>
          <w:cs/>
          <w:lang w:bidi="bn-IN"/>
        </w:rPr>
        <w:t>স্নেহ</w:t>
      </w:r>
      <w:r w:rsidRPr="003F52A2">
        <w:rPr>
          <w:cs/>
          <w:lang w:bidi="bn-IN"/>
        </w:rPr>
        <w:t>ও ভালোবাসার প্রকাশ ঘটবে দেখতে হবে তা যুক্তিসঙ্গত কিনা</w:t>
      </w:r>
      <w:r w:rsidRPr="003F52A2">
        <w:t>?</w:t>
      </w:r>
    </w:p>
    <w:p w:rsidR="001D0103" w:rsidRPr="007359A5" w:rsidRDefault="001D0103" w:rsidP="007359A5">
      <w:r>
        <w:br w:type="page"/>
      </w:r>
    </w:p>
    <w:p w:rsidR="001D0103" w:rsidRDefault="001D0103" w:rsidP="001D0103">
      <w:pPr>
        <w:pStyle w:val="Heading1"/>
        <w:rPr>
          <w:lang w:bidi="bn-IN"/>
        </w:rPr>
      </w:pPr>
      <w:bookmarkStart w:id="58" w:name="_Toc392601467"/>
      <w:r>
        <w:rPr>
          <w:cs/>
          <w:lang w:bidi="bn-IN"/>
        </w:rPr>
        <w:t>স্নেহ</w:t>
      </w:r>
      <w:r w:rsidR="003F52A2" w:rsidRPr="003F52A2">
        <w:rPr>
          <w:cs/>
          <w:lang w:bidi="bn-IN"/>
        </w:rPr>
        <w:t>ও সহানুভূতির সঠিক ও অযাচিত প্রকাশ</w:t>
      </w:r>
      <w:bookmarkEnd w:id="58"/>
    </w:p>
    <w:p w:rsidR="001D0103" w:rsidRDefault="001D0103" w:rsidP="001D0103">
      <w:pPr>
        <w:pStyle w:val="libNormal"/>
        <w:rPr>
          <w:lang w:bidi="bn-IN"/>
        </w:rPr>
      </w:pPr>
    </w:p>
    <w:p w:rsidR="001D0103" w:rsidRDefault="003F52A2" w:rsidP="001D0103">
      <w:pPr>
        <w:pStyle w:val="libNormal"/>
      </w:pPr>
      <w:r w:rsidRPr="003F52A2">
        <w:rPr>
          <w:cs/>
          <w:lang w:bidi="bn-IN"/>
        </w:rPr>
        <w:t>প্রথমে সা</w:t>
      </w:r>
      <w:r w:rsidRPr="00D542A0">
        <w:rPr>
          <w:rStyle w:val="libAlaemChar"/>
        </w:rPr>
        <w:t>’</w:t>
      </w:r>
      <w:r w:rsidRPr="003F52A2">
        <w:rPr>
          <w:cs/>
          <w:lang w:bidi="bn-IN"/>
        </w:rPr>
        <w:t>দীর একটি কবিতা ও পরে কোরআনের একটি আয়াত আপনাদের জন্য পড়ব। সা</w:t>
      </w:r>
      <w:r w:rsidRPr="00D542A0">
        <w:rPr>
          <w:rStyle w:val="libAlaemChar"/>
        </w:rPr>
        <w:t>’</w:t>
      </w:r>
      <w:r w:rsidRPr="003F52A2">
        <w:rPr>
          <w:cs/>
          <w:lang w:bidi="bn-IN"/>
        </w:rPr>
        <w:t>দী</w:t>
      </w:r>
      <w:r w:rsidR="00FE6D44">
        <w:rPr>
          <w:cs/>
          <w:lang w:bidi="bn-IN"/>
        </w:rPr>
        <w:t>তার</w:t>
      </w:r>
      <w:r w:rsidRPr="003F52A2">
        <w:rPr>
          <w:cs/>
          <w:lang w:bidi="bn-IN"/>
        </w:rPr>
        <w:t xml:space="preserve"> কবিতায় বলেছেন</w:t>
      </w:r>
      <w:r w:rsidRPr="003F52A2">
        <w:t>,</w:t>
      </w:r>
    </w:p>
    <w:p w:rsidR="001D0103" w:rsidRDefault="003F52A2" w:rsidP="001D0103">
      <w:pPr>
        <w:pStyle w:val="libCenter"/>
        <w:rPr>
          <w:lang w:bidi="bn-IN"/>
        </w:rPr>
      </w:pPr>
      <w:r w:rsidRPr="00D542A0">
        <w:rPr>
          <w:rStyle w:val="libAlaemChar"/>
        </w:rPr>
        <w:t>“</w:t>
      </w:r>
      <w:r w:rsidRPr="003F52A2">
        <w:rPr>
          <w:cs/>
          <w:lang w:bidi="bn-IN"/>
        </w:rPr>
        <w:t>যদি দেখাও সহানুভূতি ধারালো দাঁতের নেকড়ের প্রতি</w:t>
      </w:r>
    </w:p>
    <w:p w:rsidR="001D0103" w:rsidRDefault="00552377" w:rsidP="001D0103">
      <w:pPr>
        <w:pStyle w:val="libCenter"/>
        <w:rPr>
          <w:rStyle w:val="libAlaemChar"/>
        </w:rPr>
      </w:pPr>
      <w:r>
        <w:rPr>
          <w:cs/>
          <w:lang w:bidi="bn-IN"/>
        </w:rPr>
        <w:t>জুলুম</w:t>
      </w:r>
      <w:r w:rsidR="003F52A2" w:rsidRPr="003F52A2">
        <w:rPr>
          <w:cs/>
          <w:lang w:bidi="bn-IN"/>
        </w:rPr>
        <w:t xml:space="preserve"> করলে তুমি নিরীহ মেষ শাবকের প্রতি।</w:t>
      </w:r>
      <w:r w:rsidR="003F52A2" w:rsidRPr="00D542A0">
        <w:rPr>
          <w:rStyle w:val="libAlaemChar"/>
        </w:rPr>
        <w:t>”</w:t>
      </w:r>
    </w:p>
    <w:p w:rsidR="00BF3937" w:rsidRDefault="003F52A2" w:rsidP="00BF3937">
      <w:pPr>
        <w:pStyle w:val="libNormal"/>
        <w:rPr>
          <w:lang w:bidi="bn-IN"/>
        </w:rPr>
      </w:pPr>
      <w:r w:rsidRPr="003F52A2">
        <w:rPr>
          <w:cs/>
          <w:lang w:bidi="bn-IN"/>
        </w:rPr>
        <w:t>কোন</w:t>
      </w:r>
      <w:r w:rsidR="00BF3937">
        <w:rPr>
          <w:cs/>
          <w:lang w:bidi="bn-IN"/>
        </w:rPr>
        <w:t xml:space="preserve"> চিতা বা নেকড়ের প্রতি সহানুভূতি</w:t>
      </w:r>
      <w:r w:rsidRPr="003F52A2">
        <w:rPr>
          <w:cs/>
          <w:lang w:bidi="bn-IN"/>
        </w:rPr>
        <w:t xml:space="preserve"> দেখানো মেষদের প</w:t>
      </w:r>
      <w:r w:rsidR="00BF3937">
        <w:rPr>
          <w:cs/>
          <w:lang w:bidi="bn-IN"/>
        </w:rPr>
        <w:t>্রতি জুলমের শামিল। অর্থাৎ শত শত</w:t>
      </w:r>
      <w:r w:rsidR="00BF3937">
        <w:rPr>
          <w:lang w:bidi="bn-IN"/>
        </w:rPr>
        <w:t xml:space="preserve"> </w:t>
      </w:r>
      <w:r w:rsidRPr="003F52A2">
        <w:rPr>
          <w:cs/>
          <w:lang w:bidi="bn-IN"/>
        </w:rPr>
        <w:t>মেষ হত্যাকারী কোন নেকড়েকে যদি হত্যা করা হয় আর তাতে কারো ঐ নেকড়ের প্রতি মায়া জন্মে</w:t>
      </w:r>
      <w:r w:rsidRPr="003F52A2">
        <w:t>,</w:t>
      </w:r>
      <w:r w:rsidRPr="003F52A2">
        <w:rPr>
          <w:cs/>
          <w:lang w:bidi="bn-IN"/>
        </w:rPr>
        <w:t xml:space="preserve"> তবে মেষদের প্রতি অবিচার করা হলো। এটি অবশ্য সা</w:t>
      </w:r>
      <w:r w:rsidRPr="00D542A0">
        <w:rPr>
          <w:rStyle w:val="libAlaemChar"/>
        </w:rPr>
        <w:t>’</w:t>
      </w:r>
      <w:r w:rsidRPr="003F52A2">
        <w:rPr>
          <w:cs/>
          <w:lang w:bidi="bn-IN"/>
        </w:rPr>
        <w:t xml:space="preserve">দী উদাহরণ দিয়েছেন। মূলত </w:t>
      </w:r>
      <w:r w:rsidR="00FE6D44">
        <w:rPr>
          <w:cs/>
          <w:lang w:bidi="bn-IN"/>
        </w:rPr>
        <w:t>তার</w:t>
      </w:r>
      <w:r w:rsidRPr="003F52A2">
        <w:rPr>
          <w:cs/>
          <w:lang w:bidi="bn-IN"/>
        </w:rPr>
        <w:t xml:space="preserve"> উদ্দেশ্য</w:t>
      </w:r>
      <w:r w:rsidR="00BF3937">
        <w:rPr>
          <w:lang w:bidi="bn-IN"/>
        </w:rPr>
        <w:t xml:space="preserve"> </w:t>
      </w:r>
      <w:r w:rsidRPr="003F52A2">
        <w:rPr>
          <w:cs/>
          <w:lang w:bidi="bn-IN"/>
        </w:rPr>
        <w:t>অত্যাচারী এবং তার অধীন অসহায় ও বঞ্চিত মানুষরা। দুর্বল আত</w:t>
      </w:r>
      <w:r w:rsidR="00BF3937">
        <w:rPr>
          <w:cs/>
          <w:lang w:bidi="bn-IN"/>
        </w:rPr>
        <w:t>্মার লোকেরা অত্যাচারীদের প্রতি</w:t>
      </w:r>
      <w:r w:rsidR="00BF3937">
        <w:rPr>
          <w:lang w:bidi="bn-IN"/>
        </w:rPr>
        <w:t xml:space="preserve"> </w:t>
      </w:r>
      <w:r w:rsidRPr="003F52A2">
        <w:rPr>
          <w:cs/>
          <w:lang w:bidi="bn-IN"/>
        </w:rPr>
        <w:t>অজ্ঞতাবশত সহানুভূ</w:t>
      </w:r>
      <w:r w:rsidR="00BF3937">
        <w:rPr>
          <w:cs/>
          <w:lang w:bidi="bn-IN"/>
        </w:rPr>
        <w:t>তি</w:t>
      </w:r>
      <w:r w:rsidRPr="003F52A2">
        <w:rPr>
          <w:cs/>
          <w:lang w:bidi="bn-IN"/>
        </w:rPr>
        <w:t xml:space="preserve"> প্রদর্শন করে থাকে।</w:t>
      </w:r>
    </w:p>
    <w:p w:rsidR="00BF3937" w:rsidRDefault="003F52A2" w:rsidP="00BF3937">
      <w:pPr>
        <w:pStyle w:val="libNormal"/>
        <w:rPr>
          <w:lang w:bidi="bn-IN"/>
        </w:rPr>
      </w:pPr>
      <w:r w:rsidRPr="003F52A2">
        <w:rPr>
          <w:cs/>
          <w:lang w:bidi="bn-IN"/>
        </w:rPr>
        <w:t>জেনাকারী পুরুষ ও নারীর ব্যপারে কোরআনে আয়াত অবতীর্ণ হয়েছে। যদি স্ত্রী রয়েছে এরূপ</w:t>
      </w:r>
      <w:r w:rsidR="00BF3937">
        <w:rPr>
          <w:lang w:bidi="bn-IN"/>
        </w:rPr>
        <w:t xml:space="preserve"> </w:t>
      </w:r>
      <w:r w:rsidRPr="003F52A2">
        <w:rPr>
          <w:cs/>
          <w:lang w:bidi="bn-IN"/>
        </w:rPr>
        <w:t>কোন পুরুষ বা স্বামী রয়েছে এরূপ কোন নারী জেনা করে ইসলামে তার শাস্তি হচ্ছে তাদেরকে পাথর</w:t>
      </w:r>
      <w:r w:rsidR="00BF3937">
        <w:rPr>
          <w:lang w:bidi="bn-IN"/>
        </w:rPr>
        <w:t xml:space="preserve"> </w:t>
      </w:r>
      <w:r w:rsidR="00FE037C">
        <w:rPr>
          <w:cs/>
          <w:lang w:bidi="bn-IN"/>
        </w:rPr>
        <w:t>ছুড়ে</w:t>
      </w:r>
      <w:r w:rsidRPr="003F52A2">
        <w:rPr>
          <w:cs/>
          <w:lang w:bidi="bn-IN"/>
        </w:rPr>
        <w:t xml:space="preserve"> হত্যা করতে হবে। কোরআন বলছে</w:t>
      </w:r>
      <w:r w:rsidRPr="003F52A2">
        <w:t>,</w:t>
      </w:r>
      <w:r w:rsidRPr="003F52A2">
        <w:rPr>
          <w:cs/>
          <w:lang w:bidi="bn-IN"/>
        </w:rPr>
        <w:t>এদের শাস্তিদান ও</w:t>
      </w:r>
      <w:r w:rsidR="00BF3937">
        <w:rPr>
          <w:cs/>
          <w:lang w:bidi="bn-IN"/>
        </w:rPr>
        <w:t xml:space="preserve"> হত্যার সময় একদল মুমিনকে সেখানে</w:t>
      </w:r>
      <w:r w:rsidR="00BF3937">
        <w:rPr>
          <w:lang w:bidi="bn-IN"/>
        </w:rPr>
        <w:t xml:space="preserve"> </w:t>
      </w:r>
      <w:r w:rsidRPr="003F52A2">
        <w:rPr>
          <w:cs/>
          <w:lang w:bidi="bn-IN"/>
        </w:rPr>
        <w:t>অবশ্যই উপস্থিত থাকতে হবে।</w:t>
      </w:r>
    </w:p>
    <w:p w:rsidR="00BF3937" w:rsidRDefault="00BF3937" w:rsidP="00BF3937">
      <w:pPr>
        <w:pStyle w:val="libNormal"/>
        <w:rPr>
          <w:lang w:bidi="bn-IN"/>
        </w:rPr>
      </w:pPr>
      <w:r>
        <w:rPr>
          <w:rStyle w:val="libAlaemChar"/>
          <w:rFonts w:hint="cs"/>
          <w:rtl/>
        </w:rPr>
        <w:t>(</w:t>
      </w:r>
      <w:r w:rsidRPr="00BF3937">
        <w:rPr>
          <w:rStyle w:val="libAieChar"/>
          <w:rtl/>
        </w:rPr>
        <w:t>وَلْيَشْهَدْ عَذَابَهُمَا طَائِفَةٌ مِّنَ الْمُؤْمِنِينَ</w:t>
      </w:r>
      <w:r w:rsidRPr="00BF3937">
        <w:rPr>
          <w:rStyle w:val="libAlaemChar"/>
          <w:rFonts w:hint="cs"/>
          <w:rtl/>
        </w:rPr>
        <w:t>)</w:t>
      </w:r>
      <w:r w:rsidR="003F52A2" w:rsidRPr="003F52A2">
        <w:t xml:space="preserve"> </w:t>
      </w:r>
      <w:r w:rsidR="003F52A2" w:rsidRPr="003F52A2">
        <w:rPr>
          <w:cs/>
          <w:lang w:bidi="bn-IN"/>
        </w:rPr>
        <w:t>এ রকম ক্ষেত্রে দুর্বল ব্যক্তিত্বের অধিকারী মানুষ যারা সমাজের</w:t>
      </w:r>
      <w:r>
        <w:rPr>
          <w:lang w:bidi="bn-IN"/>
        </w:rPr>
        <w:t xml:space="preserve"> </w:t>
      </w:r>
      <w:r w:rsidR="003F52A2" w:rsidRPr="003F52A2">
        <w:rPr>
          <w:cs/>
          <w:lang w:bidi="bn-IN"/>
        </w:rPr>
        <w:t>উচ্চতর সঠিক কল্যাণের দিকটি লক্ষ্য করে না তাদের সহানুভূ</w:t>
      </w:r>
      <w:r>
        <w:rPr>
          <w:cs/>
          <w:lang w:bidi="bn-IN"/>
        </w:rPr>
        <w:t>তি</w:t>
      </w:r>
      <w:r w:rsidR="003F52A2" w:rsidRPr="003F52A2">
        <w:rPr>
          <w:cs/>
          <w:lang w:bidi="bn-IN"/>
        </w:rPr>
        <w:t xml:space="preserve"> জেগে উঠে বলতে পারে</w:t>
      </w:r>
      <w:r w:rsidR="003F52A2" w:rsidRPr="003F52A2">
        <w:t>,</w:t>
      </w:r>
      <w:r w:rsidR="003F52A2" w:rsidRPr="003F52A2">
        <w:rPr>
          <w:cs/>
          <w:lang w:bidi="bn-IN"/>
        </w:rPr>
        <w:t>এ কাজ না</w:t>
      </w:r>
      <w:r>
        <w:rPr>
          <w:lang w:bidi="bn-IN"/>
        </w:rPr>
        <w:t xml:space="preserve"> </w:t>
      </w:r>
      <w:r w:rsidR="003F52A2" w:rsidRPr="003F52A2">
        <w:rPr>
          <w:cs/>
          <w:lang w:bidi="bn-IN"/>
        </w:rPr>
        <w:t>করে তাদের প্রতি অনুগ্রহ দেখানো উচিত।</w:t>
      </w:r>
    </w:p>
    <w:p w:rsidR="005004FB" w:rsidRDefault="003F52A2" w:rsidP="005004FB">
      <w:pPr>
        <w:pStyle w:val="libNormal"/>
        <w:rPr>
          <w:rStyle w:val="libAlaemChar"/>
        </w:rPr>
      </w:pPr>
      <w:r w:rsidRPr="003F52A2">
        <w:rPr>
          <w:cs/>
          <w:lang w:bidi="bn-IN"/>
        </w:rPr>
        <w:t>কোরআন বলছে</w:t>
      </w:r>
      <w:r w:rsidRPr="003F52A2">
        <w:t>,</w:t>
      </w:r>
      <w:r w:rsidR="005004FB">
        <w:t xml:space="preserve"> </w:t>
      </w:r>
      <w:r w:rsidR="005004FB" w:rsidRPr="005004FB">
        <w:rPr>
          <w:rStyle w:val="libAieChar"/>
          <w:rtl/>
        </w:rPr>
        <w:t>وَلَا تَأْخُذْكُم بِهِمَا رَ‌أْفَةٌ فِي دِينِ اللَّـهِ</w:t>
      </w:r>
      <w:r w:rsidR="005004FB">
        <w:t xml:space="preserve"> </w:t>
      </w:r>
      <w:r w:rsidR="005004FB" w:rsidRPr="00D542A0">
        <w:rPr>
          <w:rStyle w:val="libAlaemChar"/>
        </w:rPr>
        <w:t>“</w:t>
      </w:r>
      <w:r w:rsidR="005004FB" w:rsidRPr="003F52A2">
        <w:rPr>
          <w:cs/>
          <w:lang w:bidi="bn-IN"/>
        </w:rPr>
        <w:t>আল্লাহর বিধান কার্যকর করণে তাদের প্রতি</w:t>
      </w:r>
      <w:r w:rsidR="005004FB">
        <w:rPr>
          <w:lang w:bidi="bn-IN"/>
        </w:rPr>
        <w:t xml:space="preserve"> </w:t>
      </w:r>
      <w:r w:rsidRPr="003F52A2">
        <w:rPr>
          <w:cs/>
          <w:lang w:bidi="bn-IN"/>
        </w:rPr>
        <w:t>তোমাদের মনে যেন দয়ার উদ্রেক না হয়।</w:t>
      </w:r>
      <w:r w:rsidRPr="00D542A0">
        <w:rPr>
          <w:rStyle w:val="libAlaemChar"/>
        </w:rPr>
        <w:t>”</w:t>
      </w:r>
    </w:p>
    <w:p w:rsidR="005004FB" w:rsidRDefault="003F52A2" w:rsidP="005004FB">
      <w:pPr>
        <w:pStyle w:val="libNormal"/>
        <w:rPr>
          <w:lang w:bidi="bn-IN"/>
        </w:rPr>
      </w:pPr>
      <w:r w:rsidRPr="003F52A2">
        <w:rPr>
          <w:cs/>
          <w:lang w:bidi="bn-IN"/>
        </w:rPr>
        <w:t>এটা ঐশী বিধান কার্যকর করার স্থান যে ঐশী বিধান উচ্চতর কল্যাণ ও মানবতার সার্বিক শৃঙ্খলা</w:t>
      </w:r>
      <w:r w:rsidR="005004FB">
        <w:rPr>
          <w:lang w:bidi="bn-IN"/>
        </w:rPr>
        <w:t xml:space="preserve"> </w:t>
      </w:r>
      <w:r w:rsidRPr="003F52A2">
        <w:rPr>
          <w:cs/>
          <w:lang w:bidi="bn-IN"/>
        </w:rPr>
        <w:t>বিধানের জন্য প্রণীত হয়েছে</w:t>
      </w:r>
      <w:r w:rsidRPr="003F52A2">
        <w:t>,</w:t>
      </w:r>
      <w:r w:rsidRPr="003F52A2">
        <w:rPr>
          <w:cs/>
          <w:lang w:bidi="bn-IN"/>
        </w:rPr>
        <w:t>তাই এখানে সহমর্মিতার স্থান নেই। কেউ এরূপ ক্ষেত্রে সহমর্মিতা</w:t>
      </w:r>
      <w:r w:rsidR="005004FB">
        <w:rPr>
          <w:lang w:bidi="bn-IN"/>
        </w:rPr>
        <w:t xml:space="preserve"> </w:t>
      </w:r>
      <w:r w:rsidRPr="003F52A2">
        <w:rPr>
          <w:cs/>
          <w:lang w:bidi="bn-IN"/>
        </w:rPr>
        <w:t>দেখালে তা সমাজের প্রতি জুলমের শামিল।</w:t>
      </w:r>
    </w:p>
    <w:p w:rsidR="005004FB" w:rsidRDefault="003F52A2" w:rsidP="005004FB">
      <w:pPr>
        <w:pStyle w:val="libNormal"/>
        <w:rPr>
          <w:lang w:bidi="bn-IN"/>
        </w:rPr>
      </w:pPr>
      <w:r w:rsidRPr="003F52A2">
        <w:rPr>
          <w:cs/>
          <w:lang w:bidi="bn-IN"/>
        </w:rPr>
        <w:t>এরূপ অপর একটি বিষয় যা অনেকেই বলে থাকেন তা হলো মৃত্যুদণ্ড আবার কেন</w:t>
      </w:r>
      <w:r w:rsidRPr="003F52A2">
        <w:t xml:space="preserve">? </w:t>
      </w:r>
      <w:r w:rsidRPr="003F52A2">
        <w:rPr>
          <w:cs/>
          <w:lang w:bidi="bn-IN"/>
        </w:rPr>
        <w:t>মৃত্যুদণ্ড অত্যন্তু</w:t>
      </w:r>
      <w:r w:rsidR="005004FB">
        <w:rPr>
          <w:lang w:bidi="bn-IN"/>
        </w:rPr>
        <w:t xml:space="preserve"> </w:t>
      </w:r>
      <w:r w:rsidRPr="003F52A2">
        <w:rPr>
          <w:cs/>
          <w:lang w:bidi="bn-IN"/>
        </w:rPr>
        <w:t>অমানবিক বিষয়। অপরাধী যে অপরাধই করুক তাকে মৃত্</w:t>
      </w:r>
      <w:r w:rsidR="005004FB">
        <w:rPr>
          <w:cs/>
          <w:lang w:bidi="bn-IN"/>
        </w:rPr>
        <w:t>যুদণ্ড দেয়া যাবে না। এরা এদের এ</w:t>
      </w:r>
      <w:r w:rsidR="005004FB">
        <w:rPr>
          <w:lang w:bidi="bn-IN"/>
        </w:rPr>
        <w:t xml:space="preserve"> </w:t>
      </w:r>
      <w:r w:rsidRPr="003F52A2">
        <w:rPr>
          <w:cs/>
          <w:lang w:bidi="bn-IN"/>
        </w:rPr>
        <w:t>কর্মকাণ্ডকে এভাবে ব্যাখ্যা করে যে</w:t>
      </w:r>
      <w:r w:rsidRPr="003F52A2">
        <w:t>,</w:t>
      </w:r>
      <w:r w:rsidRPr="003F52A2">
        <w:rPr>
          <w:cs/>
          <w:lang w:bidi="bn-IN"/>
        </w:rPr>
        <w:t>অপরাধীকে সংশোধন করতে হবে।</w:t>
      </w:r>
    </w:p>
    <w:p w:rsidR="005004FB" w:rsidRDefault="003F52A2" w:rsidP="005004FB">
      <w:pPr>
        <w:pStyle w:val="libNormal"/>
        <w:rPr>
          <w:lang w:bidi="bn-IN"/>
        </w:rPr>
      </w:pPr>
      <w:r w:rsidRPr="003F52A2">
        <w:rPr>
          <w:cs/>
          <w:lang w:bidi="bn-IN"/>
        </w:rPr>
        <w:t>কত বড় ভুল কথা! এ বিষয়ে সন্দেহ নেই যে</w:t>
      </w:r>
      <w:r w:rsidRPr="003F52A2">
        <w:t>,</w:t>
      </w:r>
      <w:r w:rsidRPr="003F52A2">
        <w:rPr>
          <w:cs/>
          <w:lang w:bidi="bn-IN"/>
        </w:rPr>
        <w:t>মানুষকে সংশোধন করতে হবে</w:t>
      </w:r>
      <w:r w:rsidRPr="003F52A2">
        <w:t>,</w:t>
      </w:r>
      <w:r w:rsidRPr="003F52A2">
        <w:rPr>
          <w:cs/>
          <w:lang w:bidi="bn-IN"/>
        </w:rPr>
        <w:t>কিন্তু অবশ্যই তা</w:t>
      </w:r>
      <w:r w:rsidR="005004FB">
        <w:rPr>
          <w:lang w:bidi="bn-IN"/>
        </w:rPr>
        <w:t xml:space="preserve"> </w:t>
      </w:r>
      <w:r w:rsidRPr="003F52A2">
        <w:rPr>
          <w:cs/>
          <w:lang w:bidi="bn-IN"/>
        </w:rPr>
        <w:t>অপরাধে লিপ্ত হওয়ার পূর্বে যাতে করে কোন অপরাধ সংঘটিত না হয়। কিন্তু অধিকাংশ সমাজেই শিক্ষা</w:t>
      </w:r>
      <w:r w:rsidR="005004FB">
        <w:rPr>
          <w:lang w:bidi="bn-IN"/>
        </w:rPr>
        <w:t xml:space="preserve"> </w:t>
      </w:r>
      <w:r w:rsidRPr="003F52A2">
        <w:rPr>
          <w:cs/>
          <w:lang w:bidi="bn-IN"/>
        </w:rPr>
        <w:t>ও নৈতিক প্রশিক্ষণের পর্যাপ্ত সুযোগ নেই</w:t>
      </w:r>
      <w:r w:rsidRPr="003F52A2">
        <w:t>,</w:t>
      </w:r>
      <w:r w:rsidRPr="003F52A2">
        <w:rPr>
          <w:cs/>
          <w:lang w:bidi="bn-IN"/>
        </w:rPr>
        <w:t>বরং অনৈতিকতা ও বিশৃঙ্খলার উপাদান পুরো মাত্রায়</w:t>
      </w:r>
      <w:r w:rsidR="005004FB">
        <w:rPr>
          <w:lang w:bidi="bn-IN"/>
        </w:rPr>
        <w:t xml:space="preserve"> </w:t>
      </w:r>
      <w:r w:rsidRPr="003F52A2">
        <w:rPr>
          <w:cs/>
          <w:lang w:bidi="bn-IN"/>
        </w:rPr>
        <w:t>বিদ্যমান। কিংবা ধরি</w:t>
      </w:r>
      <w:r w:rsidRPr="003F52A2">
        <w:t>,</w:t>
      </w:r>
      <w:r w:rsidRPr="003F52A2">
        <w:rPr>
          <w:cs/>
          <w:lang w:bidi="bn-IN"/>
        </w:rPr>
        <w:t>কোন সমাজে নৈতিক প্রশিক্ষণের সকল সুবিধা বিদ্যমান</w:t>
      </w:r>
      <w:r w:rsidRPr="003F52A2">
        <w:t>,</w:t>
      </w:r>
      <w:r w:rsidRPr="003F52A2">
        <w:rPr>
          <w:cs/>
          <w:lang w:bidi="bn-IN"/>
        </w:rPr>
        <w:t>কিন্তু সমাজে সব সময়</w:t>
      </w:r>
      <w:r w:rsidR="005004FB">
        <w:rPr>
          <w:lang w:bidi="bn-IN"/>
        </w:rPr>
        <w:t xml:space="preserve"> </w:t>
      </w:r>
      <w:r w:rsidRPr="003F52A2">
        <w:rPr>
          <w:cs/>
          <w:lang w:bidi="bn-IN"/>
        </w:rPr>
        <w:t>একদল অপরাধ</w:t>
      </w:r>
      <w:r w:rsidR="005004FB">
        <w:rPr>
          <w:lang w:bidi="bn-IN"/>
        </w:rPr>
        <w:t xml:space="preserve"> </w:t>
      </w:r>
      <w:r w:rsidRPr="003F52A2">
        <w:rPr>
          <w:cs/>
          <w:lang w:bidi="bn-IN"/>
        </w:rPr>
        <w:t>প্রবণ বিচ্যুত ব্যক্তি রয়েছে যারা ঐ সমাজেও অপরাধে লিপ্ত হয়। এদের জন্য কি করা</w:t>
      </w:r>
      <w:r w:rsidR="005004FB">
        <w:rPr>
          <w:lang w:bidi="bn-IN"/>
        </w:rPr>
        <w:t xml:space="preserve"> </w:t>
      </w:r>
      <w:r w:rsidRPr="003F52A2">
        <w:rPr>
          <w:cs/>
          <w:lang w:bidi="bn-IN"/>
        </w:rPr>
        <w:t>উচিত</w:t>
      </w:r>
      <w:r w:rsidRPr="003F52A2">
        <w:t xml:space="preserve">? </w:t>
      </w:r>
      <w:r w:rsidRPr="003F52A2">
        <w:rPr>
          <w:cs/>
          <w:lang w:bidi="bn-IN"/>
        </w:rPr>
        <w:t>আমরা অপরাধীকে সংশোধন করব- এ অজুহাতে অপরাধীকে অপরাধ করার সুযোগ দেব আর</w:t>
      </w:r>
      <w:r w:rsidR="005004FB">
        <w:rPr>
          <w:lang w:bidi="bn-IN"/>
        </w:rPr>
        <w:t xml:space="preserve"> </w:t>
      </w:r>
      <w:r w:rsidRPr="003F52A2">
        <w:rPr>
          <w:cs/>
          <w:lang w:bidi="bn-IN"/>
        </w:rPr>
        <w:t>তারপর যখন অপরাধ সংঘটিত হবে তখন তাকে সংশোধন করতে যাব। এভাবে সকল অপরাধীকে</w:t>
      </w:r>
      <w:r w:rsidR="005004FB">
        <w:rPr>
          <w:lang w:bidi="bn-IN"/>
        </w:rPr>
        <w:t xml:space="preserve"> </w:t>
      </w:r>
      <w:r w:rsidRPr="003F52A2">
        <w:rPr>
          <w:cs/>
          <w:lang w:bidi="bn-IN"/>
        </w:rPr>
        <w:t>গ্রীন সিগনাল দেয়া হবে এবং তারা অপরাধ করতে উৎসাহিত হবে। সে নিজেকে বলবে</w:t>
      </w:r>
      <w:r w:rsidRPr="003F52A2">
        <w:t>,</w:t>
      </w:r>
      <w:r w:rsidRPr="003F52A2">
        <w:rPr>
          <w:cs/>
          <w:lang w:bidi="bn-IN"/>
        </w:rPr>
        <w:t>সমাজ</w:t>
      </w:r>
      <w:r w:rsidR="005004FB">
        <w:rPr>
          <w:lang w:bidi="bn-IN"/>
        </w:rPr>
        <w:t xml:space="preserve"> </w:t>
      </w:r>
      <w:r w:rsidRPr="003F52A2">
        <w:rPr>
          <w:cs/>
          <w:lang w:bidi="bn-IN"/>
        </w:rPr>
        <w:t>এতদিন আমার সংশোধনের চিন্তায় ছিল না- যখন আমি কিশোর ছিলাম তখন আমার পিতা আমাকে</w:t>
      </w:r>
      <w:r w:rsidR="005004FB">
        <w:rPr>
          <w:lang w:bidi="bn-IN"/>
        </w:rPr>
        <w:t xml:space="preserve"> </w:t>
      </w:r>
      <w:r w:rsidRPr="003F52A2">
        <w:rPr>
          <w:cs/>
          <w:lang w:bidi="bn-IN"/>
        </w:rPr>
        <w:t>প্রশিক্ষিত করার ও সংশোধনের পদক্ষেপ নেননি</w:t>
      </w:r>
      <w:r w:rsidRPr="003F52A2">
        <w:t>,</w:t>
      </w:r>
      <w:r w:rsidRPr="003F52A2">
        <w:rPr>
          <w:cs/>
          <w:lang w:bidi="bn-IN"/>
        </w:rPr>
        <w:t>যখন বড় হয়ে সমাজে প্রবেশ করেছি তখনও সমাজ</w:t>
      </w:r>
      <w:r w:rsidR="005004FB">
        <w:rPr>
          <w:lang w:bidi="bn-IN"/>
        </w:rPr>
        <w:t xml:space="preserve"> </w:t>
      </w:r>
      <w:r w:rsidRPr="003F52A2">
        <w:rPr>
          <w:cs/>
          <w:lang w:bidi="bn-IN"/>
        </w:rPr>
        <w:t>তা করেনি</w:t>
      </w:r>
      <w:r w:rsidRPr="003F52A2">
        <w:t>,</w:t>
      </w:r>
      <w:r w:rsidRPr="003F52A2">
        <w:rPr>
          <w:cs/>
          <w:lang w:bidi="bn-IN"/>
        </w:rPr>
        <w:t>এখন অপরাধ করার পর জেলে আমাকে প্রশিক্ষিত ও সংশোধন করা হবে। তাই প্রথমে</w:t>
      </w:r>
      <w:r w:rsidR="005004FB">
        <w:rPr>
          <w:lang w:bidi="bn-IN"/>
        </w:rPr>
        <w:t xml:space="preserve"> </w:t>
      </w:r>
      <w:r w:rsidRPr="003F52A2">
        <w:rPr>
          <w:cs/>
          <w:lang w:bidi="bn-IN"/>
        </w:rPr>
        <w:t>একটি অপরাধ করি তাহলে সমাজ আমাকে সংশোধনের সুযোগ পাবে।</w:t>
      </w:r>
    </w:p>
    <w:p w:rsidR="005004FB" w:rsidRDefault="003F52A2" w:rsidP="005004FB">
      <w:pPr>
        <w:pStyle w:val="libNormal"/>
        <w:rPr>
          <w:lang w:bidi="bn-IN"/>
        </w:rPr>
      </w:pPr>
      <w:r w:rsidRPr="003F52A2">
        <w:rPr>
          <w:cs/>
          <w:lang w:bidi="bn-IN"/>
        </w:rPr>
        <w:t>আরেক দল বলেন</w:t>
      </w:r>
      <w:r w:rsidRPr="003F52A2">
        <w:t>,</w:t>
      </w:r>
      <w:r w:rsidRPr="003F52A2">
        <w:rPr>
          <w:cs/>
          <w:lang w:bidi="bn-IN"/>
        </w:rPr>
        <w:t>চোরের হাত কাটা হবে কেন</w:t>
      </w:r>
      <w:r w:rsidRPr="003F52A2">
        <w:t xml:space="preserve">? </w:t>
      </w:r>
      <w:r w:rsidRPr="003F52A2">
        <w:rPr>
          <w:cs/>
          <w:lang w:bidi="bn-IN"/>
        </w:rPr>
        <w:t xml:space="preserve">যে সকল মানুষের দৃষ্টি সংকীর্ণ </w:t>
      </w:r>
      <w:r w:rsidR="00FE6D44">
        <w:rPr>
          <w:cs/>
          <w:lang w:bidi="bn-IN"/>
        </w:rPr>
        <w:t>তারা</w:t>
      </w:r>
      <w:r w:rsidRPr="003F52A2">
        <w:rPr>
          <w:cs/>
          <w:lang w:bidi="bn-IN"/>
        </w:rPr>
        <w:t>ই এ কথা</w:t>
      </w:r>
      <w:r w:rsidR="005004FB">
        <w:rPr>
          <w:lang w:bidi="bn-IN"/>
        </w:rPr>
        <w:t xml:space="preserve"> </w:t>
      </w:r>
      <w:r w:rsidRPr="003F52A2">
        <w:rPr>
          <w:cs/>
          <w:lang w:bidi="bn-IN"/>
        </w:rPr>
        <w:t>বলেন। আপনারা দৈনিক পত্রিকার পাতাগুলো লক্ষ্য করুন</w:t>
      </w:r>
      <w:r w:rsidRPr="003F52A2">
        <w:t>,</w:t>
      </w:r>
      <w:r w:rsidRPr="003F52A2">
        <w:rPr>
          <w:cs/>
          <w:lang w:bidi="bn-IN"/>
        </w:rPr>
        <w:t>দেখবেন চুরি-ডাকাতির কারণে কি পরিমাণ</w:t>
      </w:r>
      <w:r w:rsidR="005004FB">
        <w:rPr>
          <w:lang w:bidi="bn-IN"/>
        </w:rPr>
        <w:t xml:space="preserve"> </w:t>
      </w:r>
      <w:r w:rsidR="005004FB">
        <w:rPr>
          <w:cs/>
          <w:lang w:bidi="bn-IN"/>
        </w:rPr>
        <w:t>সম্পদ মানুষের হাতছাড়া হয়</w:t>
      </w:r>
      <w:r w:rsidRPr="003F52A2">
        <w:rPr>
          <w:cs/>
          <w:lang w:bidi="bn-IN"/>
        </w:rPr>
        <w:t xml:space="preserve"> শুধু তাই নয়। কত </w:t>
      </w:r>
      <w:r w:rsidR="005004FB">
        <w:rPr>
          <w:cs/>
          <w:lang w:bidi="bn-IN"/>
        </w:rPr>
        <w:t>মানব হত্যার মতো অপরাধ সংঘটিত হয়</w:t>
      </w:r>
      <w:r w:rsidRPr="003F52A2">
        <w:rPr>
          <w:cs/>
          <w:lang w:bidi="bn-IN"/>
        </w:rPr>
        <w:t xml:space="preserve"> যদি</w:t>
      </w:r>
      <w:r w:rsidR="005004FB">
        <w:rPr>
          <w:lang w:bidi="bn-IN"/>
        </w:rPr>
        <w:t xml:space="preserve"> </w:t>
      </w:r>
      <w:r w:rsidRPr="003F52A2">
        <w:rPr>
          <w:cs/>
          <w:lang w:bidi="bn-IN"/>
        </w:rPr>
        <w:t>চোরের যথাযথ শাস্তি হয় এবং চোর জানে যে</w:t>
      </w:r>
      <w:r w:rsidRPr="003F52A2">
        <w:t>,</w:t>
      </w:r>
      <w:r w:rsidRPr="003F52A2">
        <w:rPr>
          <w:cs/>
          <w:lang w:bidi="bn-IN"/>
        </w:rPr>
        <w:t>পুলিশের হাতে ধরা পড়লে তার চার আঙ্গুল কাটা যাবে</w:t>
      </w:r>
      <w:r w:rsidR="005004FB">
        <w:rPr>
          <w:lang w:bidi="bn-IN"/>
        </w:rPr>
        <w:t xml:space="preserve"> </w:t>
      </w:r>
      <w:r w:rsidRPr="003F52A2">
        <w:rPr>
          <w:cs/>
          <w:lang w:bidi="bn-IN"/>
        </w:rPr>
        <w:t>যা মৃত্যু পর্যন্ত তার দেহে চুরির সাক্ষ্য হিসেবে থাকবে তবে সে কখনই চুরি করবে না। যদি কয়েকজন</w:t>
      </w:r>
      <w:r w:rsidRPr="003F52A2">
        <w:t>,</w:t>
      </w:r>
      <w:r w:rsidRPr="003F52A2">
        <w:rPr>
          <w:cs/>
          <w:lang w:bidi="bn-IN"/>
        </w:rPr>
        <w:t xml:space="preserve">এমনকি একজন চোরকেও এ </w:t>
      </w:r>
      <w:r w:rsidR="005004FB">
        <w:rPr>
          <w:cs/>
          <w:lang w:bidi="bn-IN"/>
        </w:rPr>
        <w:t>দৃষ্টান্তমূলক</w:t>
      </w:r>
      <w:r w:rsidRPr="003F52A2">
        <w:rPr>
          <w:cs/>
          <w:lang w:bidi="bn-IN"/>
        </w:rPr>
        <w:t xml:space="preserve"> শাস্তি দেয়া হয়</w:t>
      </w:r>
      <w:r w:rsidRPr="003F52A2">
        <w:t>,</w:t>
      </w:r>
      <w:r w:rsidRPr="003F52A2">
        <w:rPr>
          <w:cs/>
          <w:lang w:bidi="bn-IN"/>
        </w:rPr>
        <w:t>তবে চুরির পথ চিরতরে রুদ্ধ হয়ে যাবে।</w:t>
      </w:r>
    </w:p>
    <w:p w:rsidR="005004FB" w:rsidRPr="00804ACB" w:rsidRDefault="003F52A2" w:rsidP="005004FB">
      <w:pPr>
        <w:pStyle w:val="libNormal"/>
      </w:pPr>
      <w:r w:rsidRPr="003F52A2">
        <w:rPr>
          <w:cs/>
          <w:lang w:bidi="bn-IN"/>
        </w:rPr>
        <w:t xml:space="preserve">যে সকল হাজী পঞ্চাশ-ষাট বছর (এ </w:t>
      </w:r>
      <w:r w:rsidR="005004FB">
        <w:rPr>
          <w:cs/>
          <w:lang w:bidi="bn-IN"/>
        </w:rPr>
        <w:t>গ্রন্থটি</w:t>
      </w:r>
      <w:r w:rsidRPr="003F52A2">
        <w:rPr>
          <w:cs/>
          <w:lang w:bidi="bn-IN"/>
        </w:rPr>
        <w:t xml:space="preserve"> প্রায় ত্রিশ বছর পূর্বের) পূর্বে মক্কা গিয়েছিলেন </w:t>
      </w:r>
      <w:r w:rsidR="00FE6D44">
        <w:rPr>
          <w:cs/>
          <w:lang w:bidi="bn-IN"/>
        </w:rPr>
        <w:t>তারা</w:t>
      </w:r>
      <w:r w:rsidR="005004FB">
        <w:rPr>
          <w:lang w:bidi="bn-IN"/>
        </w:rPr>
        <w:t xml:space="preserve"> </w:t>
      </w:r>
      <w:r w:rsidRPr="003F52A2">
        <w:rPr>
          <w:cs/>
          <w:lang w:bidi="bn-IN"/>
        </w:rPr>
        <w:t>দেখেছেন</w:t>
      </w:r>
      <w:r w:rsidRPr="003F52A2">
        <w:t>,</w:t>
      </w:r>
      <w:r w:rsidRPr="003F52A2">
        <w:rPr>
          <w:cs/>
          <w:lang w:bidi="bn-IN"/>
        </w:rPr>
        <w:t xml:space="preserve">আর </w:t>
      </w:r>
      <w:r w:rsidR="00695D8C">
        <w:rPr>
          <w:cs/>
          <w:lang w:bidi="bn-IN"/>
        </w:rPr>
        <w:t>যারা</w:t>
      </w:r>
      <w:r w:rsidRPr="003F52A2">
        <w:rPr>
          <w:cs/>
          <w:lang w:bidi="bn-IN"/>
        </w:rPr>
        <w:t xml:space="preserve"> না গিয়েছেন </w:t>
      </w:r>
      <w:r w:rsidR="00FE6D44">
        <w:rPr>
          <w:cs/>
          <w:lang w:bidi="bn-IN"/>
        </w:rPr>
        <w:t>তারা</w:t>
      </w:r>
      <w:r w:rsidRPr="003F52A2">
        <w:rPr>
          <w:cs/>
          <w:lang w:bidi="bn-IN"/>
        </w:rPr>
        <w:t xml:space="preserve"> হয়তো শুনেছেন যে</w:t>
      </w:r>
      <w:r w:rsidRPr="003F52A2">
        <w:t>,</w:t>
      </w:r>
      <w:r w:rsidRPr="003F52A2">
        <w:rPr>
          <w:cs/>
          <w:lang w:bidi="bn-IN"/>
        </w:rPr>
        <w:t>তখন সৌদি আরবে চুরি কিরূপ ভয়াবহ</w:t>
      </w:r>
      <w:r w:rsidR="005004FB">
        <w:rPr>
          <w:lang w:bidi="bn-IN"/>
        </w:rPr>
        <w:t xml:space="preserve"> </w:t>
      </w:r>
      <w:r w:rsidRPr="003F52A2">
        <w:rPr>
          <w:cs/>
          <w:lang w:bidi="bn-IN"/>
        </w:rPr>
        <w:t xml:space="preserve">ছিল! সে সময় যেহেতু বাস বা </w:t>
      </w:r>
      <w:r w:rsidR="005004FB">
        <w:rPr>
          <w:cs/>
          <w:lang w:bidi="bn-IN"/>
        </w:rPr>
        <w:t>প্লেন</w:t>
      </w:r>
      <w:r w:rsidRPr="003F52A2">
        <w:rPr>
          <w:rFonts w:hint="cs"/>
          <w:cs/>
          <w:lang w:bidi="bn-IN"/>
        </w:rPr>
        <w:t xml:space="preserve"> ছিল না</w:t>
      </w:r>
      <w:r w:rsidRPr="003F52A2">
        <w:t>,</w:t>
      </w:r>
      <w:r w:rsidRPr="003F52A2">
        <w:rPr>
          <w:cs/>
          <w:lang w:bidi="bn-IN"/>
        </w:rPr>
        <w:t>সবাই উট বা এরূপ অন্য কোন বাহনে হজ্ব করতে যেত।</w:t>
      </w:r>
      <w:r w:rsidR="005004FB">
        <w:rPr>
          <w:lang w:bidi="bn-IN"/>
        </w:rPr>
        <w:t xml:space="preserve"> </w:t>
      </w:r>
      <w:r w:rsidRPr="003F52A2">
        <w:rPr>
          <w:cs/>
          <w:lang w:bidi="bn-IN"/>
        </w:rPr>
        <w:t>সশস্ত্র ব্যক্তিসহ দু</w:t>
      </w:r>
      <w:r w:rsidRPr="00D542A0">
        <w:rPr>
          <w:rStyle w:val="libAlaemChar"/>
        </w:rPr>
        <w:t>’</w:t>
      </w:r>
      <w:r w:rsidRPr="003F52A2">
        <w:rPr>
          <w:cs/>
          <w:lang w:bidi="bn-IN"/>
        </w:rPr>
        <w:t>হাজার ব্যক্তির কফেলা না হলে মরুপথে হাজীরা হজ্বে যাওয়ার সাহস পেতেন না।</w:t>
      </w:r>
      <w:r w:rsidR="005004FB">
        <w:rPr>
          <w:lang w:bidi="bn-IN"/>
        </w:rPr>
        <w:t xml:space="preserve"> </w:t>
      </w:r>
      <w:r w:rsidRPr="003F52A2">
        <w:rPr>
          <w:cs/>
          <w:lang w:bidi="bn-IN"/>
        </w:rPr>
        <w:t>তদুপরি প্রতি বছর শোনা যেত অনেক ব্যক্তি মরুদস্যুদের হাতে নিহত হয়েছেন</w:t>
      </w:r>
      <w:r w:rsidRPr="003F52A2">
        <w:t>,</w:t>
      </w:r>
      <w:r w:rsidRPr="003F52A2">
        <w:rPr>
          <w:cs/>
          <w:lang w:bidi="bn-IN"/>
        </w:rPr>
        <w:t>তাদের সম্পদসমূহ</w:t>
      </w:r>
      <w:r w:rsidR="005004FB">
        <w:rPr>
          <w:lang w:bidi="bn-IN"/>
        </w:rPr>
        <w:t xml:space="preserve"> </w:t>
      </w:r>
      <w:r w:rsidRPr="003F52A2">
        <w:rPr>
          <w:cs/>
          <w:lang w:bidi="bn-IN"/>
        </w:rPr>
        <w:t>লুণ্ঠিত হয়েছে। যদিও দস্যুরাও অনেকেই নিহত হতো</w:t>
      </w:r>
      <w:r w:rsidRPr="003F52A2">
        <w:t>,</w:t>
      </w:r>
      <w:r w:rsidRPr="003F52A2">
        <w:rPr>
          <w:cs/>
          <w:lang w:bidi="bn-IN"/>
        </w:rPr>
        <w:t xml:space="preserve">কিন্তু </w:t>
      </w:r>
      <w:r w:rsidR="005004FB">
        <w:rPr>
          <w:cs/>
          <w:lang w:bidi="bn-IN"/>
        </w:rPr>
        <w:t>মৃত্যু তাদের জন্য একটি সম্ভাবনা বিধায়</w:t>
      </w:r>
      <w:r w:rsidR="005004FB">
        <w:rPr>
          <w:lang w:bidi="bn-IN"/>
        </w:rPr>
        <w:t xml:space="preserve"> </w:t>
      </w:r>
      <w:r w:rsidRPr="003F52A2">
        <w:rPr>
          <w:cs/>
          <w:lang w:bidi="bn-IN"/>
        </w:rPr>
        <w:t>তারা এ কাজ হতে সহজেই নিবৃত্ত হতো না। সৌদি সরকার অন্তত এ একটি বিষয়ে পৃথিবীতে সফল</w:t>
      </w:r>
      <w:r w:rsidR="005004FB">
        <w:rPr>
          <w:lang w:bidi="bn-IN"/>
        </w:rPr>
        <w:t xml:space="preserve"> </w:t>
      </w:r>
      <w:r w:rsidRPr="003F52A2">
        <w:rPr>
          <w:cs/>
          <w:lang w:bidi="bn-IN"/>
        </w:rPr>
        <w:t>হয়েছে (তাদের অন্য কর্মকাণ্ড খারাপ কি ভালো সে আলোচনায় না গিয়ে)। শুধু এক বা দু</w:t>
      </w:r>
      <w:r w:rsidRPr="00D542A0">
        <w:rPr>
          <w:rStyle w:val="libAlaemChar"/>
        </w:rPr>
        <w:t>’</w:t>
      </w:r>
      <w:r w:rsidRPr="003F52A2">
        <w:rPr>
          <w:cs/>
          <w:lang w:bidi="bn-IN"/>
        </w:rPr>
        <w:t>বছর চোরের</w:t>
      </w:r>
      <w:r w:rsidR="005004FB">
        <w:rPr>
          <w:lang w:bidi="bn-IN"/>
        </w:rPr>
        <w:t xml:space="preserve"> </w:t>
      </w:r>
      <w:r w:rsidRPr="003F52A2">
        <w:rPr>
          <w:cs/>
          <w:lang w:bidi="bn-IN"/>
        </w:rPr>
        <w:t>হাত কাটার কারণে চুরি একেবারে বন্ধ হয়ে গেছে। পূর্বে প্রতি বছরই শত শত চোর ও হাজী নিহত</w:t>
      </w:r>
      <w:r w:rsidR="005004FB">
        <w:rPr>
          <w:lang w:bidi="bn-IN"/>
        </w:rPr>
        <w:t xml:space="preserve"> </w:t>
      </w:r>
      <w:r w:rsidRPr="003F52A2">
        <w:rPr>
          <w:cs/>
          <w:lang w:bidi="bn-IN"/>
        </w:rPr>
        <w:t>হতেন তাতে কোন প্রভাব পড়ত না। কিন্তু যখন চোরকে আরাফাত বা মিনা বা অন্য কোথাও এনে</w:t>
      </w:r>
      <w:r w:rsidR="005004FB">
        <w:rPr>
          <w:lang w:bidi="bn-IN"/>
        </w:rPr>
        <w:t xml:space="preserve"> </w:t>
      </w:r>
      <w:r w:rsidRPr="003F52A2">
        <w:rPr>
          <w:cs/>
          <w:lang w:bidi="bn-IN"/>
        </w:rPr>
        <w:t>প্রকাশ্যে হাত কাটার মাধ্যমে শাস্তি দেয়া হলো এবং কয়েকবার এ কাজের পূনরাবৃত্তি করা হলো তখন</w:t>
      </w:r>
      <w:r w:rsidR="005004FB">
        <w:rPr>
          <w:lang w:bidi="bn-IN"/>
        </w:rPr>
        <w:t xml:space="preserve"> </w:t>
      </w:r>
      <w:r w:rsidRPr="003F52A2">
        <w:rPr>
          <w:cs/>
          <w:lang w:bidi="bn-IN"/>
        </w:rPr>
        <w:t>দেখা গেল যারা এ কাজ করত তারা ভীত হয়ে এ কাজ হতে বিরত হলো এবং চুরি চিরতরে বন্ধ হয়ে</w:t>
      </w:r>
      <w:r w:rsidR="005004FB">
        <w:rPr>
          <w:lang w:bidi="bn-IN"/>
        </w:rPr>
        <w:t xml:space="preserve"> </w:t>
      </w:r>
      <w:r w:rsidRPr="003F52A2">
        <w:rPr>
          <w:cs/>
          <w:lang w:bidi="bn-IN"/>
        </w:rPr>
        <w:t>গেল। যে দেশটিতে চুরির ব্যাপক প্রসার ঘটেছিল সে দেশটিতেই হাজীদের সুটকেস ও মালপত্র</w:t>
      </w:r>
      <w:r w:rsidR="005004FB">
        <w:rPr>
          <w:lang w:bidi="bn-IN"/>
        </w:rPr>
        <w:t xml:space="preserve"> </w:t>
      </w:r>
      <w:r w:rsidRPr="003F52A2">
        <w:rPr>
          <w:cs/>
          <w:lang w:bidi="bn-IN"/>
        </w:rPr>
        <w:t>কয়েকদিন এক স্থানে পড়ে থাকে</w:t>
      </w:r>
      <w:r w:rsidRPr="003F52A2">
        <w:t>,</w:t>
      </w:r>
      <w:r w:rsidRPr="003F52A2">
        <w:rPr>
          <w:cs/>
          <w:lang w:bidi="bn-IN"/>
        </w:rPr>
        <w:t>অথচ কেউ সাহস করে না তাতে হাত দেয়ার বা পা দিয়ে নেড়ে</w:t>
      </w:r>
      <w:r w:rsidR="005004FB">
        <w:rPr>
          <w:lang w:bidi="bn-IN"/>
        </w:rPr>
        <w:t xml:space="preserve"> </w:t>
      </w:r>
      <w:r w:rsidRPr="003F52A2">
        <w:rPr>
          <w:cs/>
          <w:lang w:bidi="bn-IN"/>
        </w:rPr>
        <w:t>দেখার। যতক্ষণ পর্যন্ত এর মালিককে পাওয়া না যায় তা এভাবেই পড়ে থাকে। এর কারণ হলো</w:t>
      </w:r>
      <w:r w:rsidR="005004FB">
        <w:rPr>
          <w:lang w:bidi="bn-IN"/>
        </w:rPr>
        <w:t xml:space="preserve"> </w:t>
      </w:r>
      <w:r w:rsidRPr="003F52A2">
        <w:rPr>
          <w:cs/>
          <w:lang w:bidi="bn-IN"/>
        </w:rPr>
        <w:t>চোরের যথাযথ শাস্তির বিধান কার্যকর করা হয়েছে। পবিত্র কোরআনে বলা হয়েছে</w:t>
      </w:r>
      <w:r w:rsidRPr="003F52A2">
        <w:t>,</w:t>
      </w:r>
    </w:p>
    <w:p w:rsidR="000A7E18" w:rsidRPr="007359A5" w:rsidRDefault="000A7E18" w:rsidP="000A7E18">
      <w:pPr>
        <w:pStyle w:val="libAie"/>
        <w:rPr>
          <w:rtl/>
        </w:rPr>
      </w:pPr>
      <w:r w:rsidRPr="000A7E18">
        <w:rPr>
          <w:rStyle w:val="libAlaemChar"/>
          <w:rFonts w:hint="cs"/>
          <w:rtl/>
        </w:rPr>
        <w:t>(</w:t>
      </w:r>
      <w:r w:rsidRPr="000A7E18">
        <w:rPr>
          <w:rStyle w:val="ayatext"/>
          <w:rtl/>
        </w:rPr>
        <w:t>وَلَا تَأْخُذْكُم بِهِمَا رَ‌أْفَةٌ فِي دِينِ اللَّـهِ</w:t>
      </w:r>
      <w:r w:rsidRPr="007359A5">
        <w:t xml:space="preserve"> </w:t>
      </w:r>
      <w:r w:rsidRPr="000A7E18">
        <w:rPr>
          <w:rStyle w:val="libAlaemChar"/>
          <w:rFonts w:hint="cs"/>
          <w:rtl/>
        </w:rPr>
        <w:t>)</w:t>
      </w:r>
    </w:p>
    <w:p w:rsidR="000A7E18" w:rsidRDefault="003F52A2" w:rsidP="005004FB">
      <w:pPr>
        <w:pStyle w:val="libNormal"/>
        <w:rPr>
          <w:lang w:bidi="bn-IN"/>
        </w:rPr>
      </w:pPr>
      <w:r w:rsidRPr="003F52A2">
        <w:rPr>
          <w:cs/>
          <w:lang w:bidi="bn-IN"/>
        </w:rPr>
        <w:t>তাই এরূপ অপরাধীর প্রতি যে কোনরূপ সহমর্মিতা ও সহানুভূ</w:t>
      </w:r>
      <w:r w:rsidR="00BF3937">
        <w:rPr>
          <w:cs/>
          <w:lang w:bidi="bn-IN"/>
        </w:rPr>
        <w:t>তি</w:t>
      </w:r>
      <w:r w:rsidRPr="003F52A2">
        <w:rPr>
          <w:cs/>
          <w:lang w:bidi="bn-IN"/>
        </w:rPr>
        <w:t xml:space="preserve"> প্রদর্শন অযৌক্তিক অর্থাৎ তাদের</w:t>
      </w:r>
      <w:r w:rsidR="000A7E18">
        <w:rPr>
          <w:lang w:bidi="bn-IN"/>
        </w:rPr>
        <w:t xml:space="preserve"> </w:t>
      </w:r>
      <w:r w:rsidRPr="003F52A2">
        <w:rPr>
          <w:cs/>
          <w:lang w:bidi="bn-IN"/>
        </w:rPr>
        <w:t>প্রতি সহানুভূ</w:t>
      </w:r>
      <w:r w:rsidR="00BF3937">
        <w:rPr>
          <w:cs/>
          <w:lang w:bidi="bn-IN"/>
        </w:rPr>
        <w:t>তি</w:t>
      </w:r>
      <w:r w:rsidRPr="003F52A2">
        <w:rPr>
          <w:cs/>
          <w:lang w:bidi="bn-IN"/>
        </w:rPr>
        <w:t xml:space="preserve"> প্রদর্শন নিরপরাধ ব্যক্তিদের প্রতি নিষ্ঠুরতারই নামান্তর। তাই এরূপ সহানুভূ</w:t>
      </w:r>
      <w:r w:rsidR="00BF3937">
        <w:rPr>
          <w:cs/>
          <w:lang w:bidi="bn-IN"/>
        </w:rPr>
        <w:t>তি</w:t>
      </w:r>
      <w:r w:rsidRPr="003F52A2">
        <w:rPr>
          <w:cs/>
          <w:lang w:bidi="bn-IN"/>
        </w:rPr>
        <w:t>র কোন</w:t>
      </w:r>
      <w:r w:rsidR="000A7E18">
        <w:rPr>
          <w:lang w:bidi="bn-IN"/>
        </w:rPr>
        <w:t xml:space="preserve"> </w:t>
      </w:r>
      <w:r w:rsidRPr="003F52A2">
        <w:rPr>
          <w:cs/>
          <w:lang w:bidi="bn-IN"/>
        </w:rPr>
        <w:t>স্থান ইসলামে নেই</w:t>
      </w:r>
      <w:r w:rsidRPr="003F52A2">
        <w:t>,</w:t>
      </w:r>
      <w:r w:rsidRPr="003F52A2">
        <w:rPr>
          <w:cs/>
          <w:lang w:bidi="bn-IN"/>
        </w:rPr>
        <w:t>বরং এর বিরুদ্ধে অবস্থান গ্রহণ শক্তিমত্তার প্রকাশ।</w:t>
      </w:r>
    </w:p>
    <w:p w:rsidR="00804ACB" w:rsidRDefault="003F52A2" w:rsidP="005004FB">
      <w:pPr>
        <w:pStyle w:val="libNormal"/>
        <w:rPr>
          <w:lang w:bidi="bn-IN"/>
        </w:rPr>
      </w:pPr>
      <w:r w:rsidRPr="00162BC6">
        <w:rPr>
          <w:cs/>
          <w:lang w:bidi="bn-IN"/>
        </w:rPr>
        <w:t>সুতরাং ক্ষমতার মতবাদের অনুসারী যারা সব সময় বলে পূর্ণ মানব হলো শক্তিমান মানব</w:t>
      </w:r>
      <w:r w:rsidRPr="00162BC6">
        <w:t>,</w:t>
      </w:r>
      <w:r w:rsidRPr="00162BC6">
        <w:rPr>
          <w:cs/>
          <w:lang w:bidi="bn-IN"/>
        </w:rPr>
        <w:t>তারা</w:t>
      </w:r>
      <w:r w:rsidR="00162BC6">
        <w:rPr>
          <w:lang w:bidi="bn-IN"/>
        </w:rPr>
        <w:t xml:space="preserve"> </w:t>
      </w:r>
      <w:r w:rsidRPr="00162BC6">
        <w:rPr>
          <w:cs/>
          <w:lang w:bidi="bn-IN"/>
        </w:rPr>
        <w:t>অন্য সকল মানবিক মূল্যবোধকে উপেক্ষাই শুধু করেনি</w:t>
      </w:r>
      <w:r w:rsidRPr="00162BC6">
        <w:t>,</w:t>
      </w:r>
      <w:r w:rsidRPr="00162BC6">
        <w:rPr>
          <w:cs/>
          <w:lang w:bidi="bn-IN"/>
        </w:rPr>
        <w:t>স্বয়ং ক্ষমতাকে বুঝতে ও সনাক্ত করতেও ব্যর্থ</w:t>
      </w:r>
      <w:r w:rsidR="00162BC6">
        <w:rPr>
          <w:lang w:bidi="bn-IN"/>
        </w:rPr>
        <w:t xml:space="preserve"> </w:t>
      </w:r>
      <w:r w:rsidRPr="00162BC6">
        <w:rPr>
          <w:cs/>
          <w:lang w:bidi="bn-IN"/>
        </w:rPr>
        <w:t>হয়েছে।</w:t>
      </w:r>
    </w:p>
    <w:p w:rsidR="00804ACB" w:rsidRDefault="00804ACB" w:rsidP="005004FB">
      <w:pPr>
        <w:pStyle w:val="libNormal"/>
        <w:rPr>
          <w:lang w:bidi="bn-IN"/>
        </w:rPr>
      </w:pPr>
    </w:p>
    <w:p w:rsidR="00804ACB" w:rsidRDefault="003F52A2" w:rsidP="00804ACB">
      <w:pPr>
        <w:pStyle w:val="libBold1"/>
        <w:rPr>
          <w:lang w:bidi="bn-IN"/>
        </w:rPr>
      </w:pPr>
      <w:r w:rsidRPr="00162BC6">
        <w:rPr>
          <w:cs/>
          <w:lang w:bidi="bn-IN"/>
        </w:rPr>
        <w:t>হাদীসসমূহের প্রকৃত ক্ষমতা</w:t>
      </w:r>
    </w:p>
    <w:p w:rsidR="00804ACB" w:rsidRDefault="003F52A2" w:rsidP="00804ACB">
      <w:pPr>
        <w:pStyle w:val="libNormal"/>
        <w:rPr>
          <w:lang w:bidi="bn-IN"/>
        </w:rPr>
      </w:pPr>
      <w:r w:rsidRPr="00162BC6">
        <w:rPr>
          <w:cs/>
          <w:lang w:bidi="bn-IN"/>
        </w:rPr>
        <w:t>ক্ষমতা হচ্ছে এটাই যে</w:t>
      </w:r>
      <w:r w:rsidRPr="00162BC6">
        <w:t>,</w:t>
      </w:r>
      <w:r w:rsidRPr="00162BC6">
        <w:rPr>
          <w:cs/>
          <w:lang w:bidi="bn-IN"/>
        </w:rPr>
        <w:t>মানুষ অন্যের সহযোগিতায় তার</w:t>
      </w:r>
      <w:r w:rsidRPr="003F52A2">
        <w:rPr>
          <w:cs/>
          <w:lang w:bidi="bn-IN"/>
        </w:rPr>
        <w:t xml:space="preserve"> হাত প্রসারিত করবে। শক্তিমান আত্মার</w:t>
      </w:r>
      <w:r w:rsidR="00804ACB">
        <w:rPr>
          <w:lang w:bidi="bn-IN"/>
        </w:rPr>
        <w:t xml:space="preserve"> </w:t>
      </w:r>
      <w:r w:rsidRPr="003F52A2">
        <w:rPr>
          <w:cs/>
          <w:lang w:bidi="bn-IN"/>
        </w:rPr>
        <w:t xml:space="preserve">অধিকারী ব্যক্তি </w:t>
      </w:r>
      <w:r w:rsidR="00FE6D44">
        <w:rPr>
          <w:cs/>
          <w:lang w:bidi="bn-IN"/>
        </w:rPr>
        <w:t>তার</w:t>
      </w:r>
      <w:r w:rsidRPr="003F52A2">
        <w:rPr>
          <w:cs/>
          <w:lang w:bidi="bn-IN"/>
        </w:rPr>
        <w:t xml:space="preserve"> সন্তানকে বলেন</w:t>
      </w:r>
      <w:r w:rsidRPr="003F52A2">
        <w:rPr>
          <w:lang w:bidi="bn-IN"/>
        </w:rPr>
        <w:t>,</w:t>
      </w:r>
      <w:r w:rsidR="00804ACB">
        <w:rPr>
          <w:rStyle w:val="libAlaemChar"/>
          <w:lang w:bidi="bn-IN"/>
        </w:rPr>
        <w:t xml:space="preserve"> </w:t>
      </w:r>
      <w:r w:rsidR="00804ACB" w:rsidRPr="00804ACB">
        <w:rPr>
          <w:rStyle w:val="libArChar"/>
          <w:rFonts w:hint="cs"/>
          <w:rtl/>
        </w:rPr>
        <w:t>کونا للظالم خصما و للمظلوم عونا</w:t>
      </w:r>
      <w:r w:rsidRPr="003F52A2">
        <w:rPr>
          <w:lang w:bidi="bn-IN"/>
        </w:rPr>
        <w:t xml:space="preserve"> </w:t>
      </w:r>
      <w:r w:rsidRPr="003F52A2">
        <w:rPr>
          <w:cs/>
          <w:lang w:bidi="bn-IN"/>
        </w:rPr>
        <w:t xml:space="preserve">হযরত আলী (আ.) </w:t>
      </w:r>
      <w:r w:rsidR="00FE6D44">
        <w:rPr>
          <w:cs/>
          <w:lang w:bidi="bn-IN"/>
        </w:rPr>
        <w:t>তার</w:t>
      </w:r>
      <w:r w:rsidRPr="003F52A2">
        <w:rPr>
          <w:cs/>
          <w:lang w:bidi="bn-IN"/>
        </w:rPr>
        <w:t xml:space="preserve"> প্রিয় পুত্রদ্বয় ইমাম হাসান ও ইমাম হুসাইনকে উদ্দেশ্য করে বলছেন</w:t>
      </w:r>
      <w:r w:rsidRPr="003F52A2">
        <w:rPr>
          <w:lang w:bidi="bn-IN"/>
        </w:rPr>
        <w:t>,</w:t>
      </w:r>
      <w:r w:rsidRPr="00D542A0">
        <w:rPr>
          <w:rStyle w:val="libAlaemChar"/>
          <w:lang w:bidi="bn-IN"/>
        </w:rPr>
        <w:t>“</w:t>
      </w:r>
      <w:r w:rsidRPr="003F52A2">
        <w:rPr>
          <w:cs/>
          <w:lang w:bidi="bn-IN"/>
        </w:rPr>
        <w:t>হে আমার</w:t>
      </w:r>
      <w:r w:rsidR="00804ACB">
        <w:rPr>
          <w:lang w:bidi="bn-IN"/>
        </w:rPr>
        <w:t xml:space="preserve"> </w:t>
      </w:r>
      <w:r w:rsidRPr="003F52A2">
        <w:rPr>
          <w:cs/>
          <w:lang w:bidi="bn-IN"/>
        </w:rPr>
        <w:t>সন্তানেরা! সব সময় তোমাদের শক্তি ও ক্ষমতা মজলুমের সহযোগিতায় জালেমের প্রতিরোধে দ্রুত</w:t>
      </w:r>
      <w:r w:rsidR="00804ACB">
        <w:rPr>
          <w:lang w:bidi="bn-IN"/>
        </w:rPr>
        <w:t xml:space="preserve"> </w:t>
      </w:r>
      <w:r w:rsidRPr="003F52A2">
        <w:rPr>
          <w:cs/>
          <w:lang w:bidi="bn-IN"/>
        </w:rPr>
        <w:t>অগ্রসর হবে। এটা ক্ষমতার নিদর্শন।</w:t>
      </w:r>
      <w:r w:rsidRPr="00D542A0">
        <w:rPr>
          <w:rStyle w:val="libAlaemChar"/>
        </w:rPr>
        <w:t>”</w:t>
      </w:r>
      <w:r w:rsidRPr="003F52A2">
        <w:t xml:space="preserve"> (</w:t>
      </w:r>
      <w:r w:rsidRPr="003F52A2">
        <w:rPr>
          <w:cs/>
          <w:lang w:bidi="bn-IN"/>
        </w:rPr>
        <w:t>নাহজুল বালাগাহ্</w:t>
      </w:r>
      <w:r w:rsidRPr="003F52A2">
        <w:t>,</w:t>
      </w:r>
      <w:r w:rsidRPr="003F52A2">
        <w:rPr>
          <w:cs/>
          <w:lang w:bidi="bn-IN"/>
        </w:rPr>
        <w:t>পত্র নং ৪৭)</w:t>
      </w:r>
    </w:p>
    <w:p w:rsidR="00804ACB" w:rsidRDefault="003F52A2" w:rsidP="00804ACB">
      <w:pPr>
        <w:pStyle w:val="libNormal"/>
        <w:rPr>
          <w:lang w:bidi="bn-IN"/>
        </w:rPr>
      </w:pPr>
      <w:r w:rsidRPr="003F52A2">
        <w:rPr>
          <w:cs/>
          <w:lang w:bidi="bn-IN"/>
        </w:rPr>
        <w:t>বাস্তবত হিংসা</w:t>
      </w:r>
      <w:r w:rsidRPr="003F52A2">
        <w:t>,</w:t>
      </w:r>
      <w:r w:rsidRPr="003F52A2">
        <w:rPr>
          <w:cs/>
          <w:lang w:bidi="bn-IN"/>
        </w:rPr>
        <w:t>বিদ্বেষ</w:t>
      </w:r>
      <w:r w:rsidRPr="003F52A2">
        <w:t>,</w:t>
      </w:r>
      <w:r w:rsidRPr="003F52A2">
        <w:rPr>
          <w:cs/>
          <w:lang w:bidi="bn-IN"/>
        </w:rPr>
        <w:t>অন্যের অকল্যাণ কামনা এরূপ যে সব বিষয় নী</w:t>
      </w:r>
      <w:r w:rsidRPr="00D542A0">
        <w:rPr>
          <w:rStyle w:val="libAlaemChar"/>
        </w:rPr>
        <w:t>’</w:t>
      </w:r>
      <w:r w:rsidRPr="003F52A2">
        <w:rPr>
          <w:cs/>
          <w:lang w:bidi="bn-IN"/>
        </w:rPr>
        <w:t>চে জন্মদানের চেষ্টা</w:t>
      </w:r>
      <w:r w:rsidR="00804ACB">
        <w:rPr>
          <w:lang w:bidi="bn-IN"/>
        </w:rPr>
        <w:t xml:space="preserve"> </w:t>
      </w:r>
      <w:r w:rsidRPr="003F52A2">
        <w:rPr>
          <w:cs/>
          <w:lang w:bidi="bn-IN"/>
        </w:rPr>
        <w:t>করেছেন এর সবই দুর্বলতাপ্রসূত।</w:t>
      </w:r>
    </w:p>
    <w:p w:rsidR="00804ACB" w:rsidRDefault="003F52A2" w:rsidP="00804ACB">
      <w:pPr>
        <w:pStyle w:val="libNormal"/>
        <w:rPr>
          <w:lang w:bidi="bn-IN"/>
        </w:rPr>
      </w:pPr>
      <w:r w:rsidRPr="003F52A2">
        <w:rPr>
          <w:cs/>
          <w:lang w:bidi="bn-IN"/>
        </w:rPr>
        <w:t>যে ব্যক্তি সব সময় অন্যদের নিকট থেকে প্রতিশোধ গ্রহণ করতে চায় এবং অন্যদের কষ্ট দেয়ার</w:t>
      </w:r>
      <w:r w:rsidR="00804ACB">
        <w:rPr>
          <w:lang w:bidi="bn-IN"/>
        </w:rPr>
        <w:t xml:space="preserve"> </w:t>
      </w:r>
      <w:r w:rsidRPr="003F52A2">
        <w:rPr>
          <w:cs/>
          <w:lang w:bidi="bn-IN"/>
        </w:rPr>
        <w:t>প্রচেষ্টায় লিপ্ত থাকে এগুলো ক্ষমতাপ্রসূত নয়</w:t>
      </w:r>
      <w:r w:rsidRPr="003F52A2">
        <w:t>,</w:t>
      </w:r>
      <w:r w:rsidRPr="003F52A2">
        <w:rPr>
          <w:cs/>
          <w:lang w:bidi="bn-IN"/>
        </w:rPr>
        <w:t>বরং দুর্বলতাপ্রসূত। মানুষ যত শক্তিমান হবে তার মধ্য</w:t>
      </w:r>
      <w:r w:rsidR="00804ACB">
        <w:rPr>
          <w:lang w:bidi="bn-IN"/>
        </w:rPr>
        <w:t xml:space="preserve"> </w:t>
      </w:r>
      <w:r w:rsidRPr="003F52A2">
        <w:rPr>
          <w:cs/>
          <w:lang w:bidi="bn-IN"/>
        </w:rPr>
        <w:t>হিংসা-দ্বেষ তত কমে আসবে।</w:t>
      </w:r>
    </w:p>
    <w:p w:rsidR="00804ACB" w:rsidRDefault="00804ACB" w:rsidP="00804ACB">
      <w:pPr>
        <w:pStyle w:val="libNormal"/>
        <w:rPr>
          <w:lang w:bidi="bn-IN"/>
        </w:rPr>
      </w:pPr>
      <w:r>
        <w:rPr>
          <w:cs/>
          <w:lang w:bidi="bn-IN"/>
        </w:rPr>
        <w:t>ইমাম হুসাইন</w:t>
      </w:r>
      <w:r w:rsidR="003F52A2" w:rsidRPr="003F52A2">
        <w:rPr>
          <w:cs/>
          <w:lang w:bidi="bn-IN"/>
        </w:rPr>
        <w:t xml:space="preserve"> (আ.)-এর একটি হাদীস খুবই আকর্ষণীয়। তিনি বলেছেন</w:t>
      </w:r>
      <w:r w:rsidR="003F52A2" w:rsidRPr="003F52A2">
        <w:t>,</w:t>
      </w:r>
      <w:r>
        <w:rPr>
          <w:rStyle w:val="libAlaemChar"/>
        </w:rPr>
        <w:t xml:space="preserve"> </w:t>
      </w:r>
      <w:r w:rsidRPr="00804ACB">
        <w:rPr>
          <w:rStyle w:val="libArChar"/>
          <w:rFonts w:hint="cs"/>
          <w:rtl/>
        </w:rPr>
        <w:t>القدرة تذهت الحفیظة</w:t>
      </w:r>
      <w:r>
        <w:rPr>
          <w:rStyle w:val="libAlaemChar"/>
        </w:rPr>
        <w:t xml:space="preserve"> </w:t>
      </w:r>
      <w:r w:rsidR="003F52A2" w:rsidRPr="003F52A2">
        <w:t xml:space="preserve"> </w:t>
      </w:r>
      <w:r w:rsidR="003F52A2" w:rsidRPr="00D542A0">
        <w:rPr>
          <w:rStyle w:val="libAlaemChar"/>
        </w:rPr>
        <w:t>“</w:t>
      </w:r>
      <w:r w:rsidR="003F52A2" w:rsidRPr="003F52A2">
        <w:rPr>
          <w:cs/>
          <w:lang w:bidi="bn-IN"/>
        </w:rPr>
        <w:t>ক্ষমতা মন হতে বিদ্বেষ দূর করে।</w:t>
      </w:r>
      <w:r w:rsidR="003F52A2" w:rsidRPr="00D542A0">
        <w:rPr>
          <w:rStyle w:val="libAlaemChar"/>
        </w:rPr>
        <w:t>”</w:t>
      </w:r>
      <w:r w:rsidR="003F52A2" w:rsidRPr="003F52A2">
        <w:t xml:space="preserve"> </w:t>
      </w:r>
      <w:r w:rsidR="003F52A2" w:rsidRPr="003F52A2">
        <w:rPr>
          <w:cs/>
          <w:lang w:bidi="bn-IN"/>
        </w:rPr>
        <w:t>অর্থাৎ যখন মানুষ নিজের মধ্যে ক্ষমতা</w:t>
      </w:r>
      <w:r>
        <w:rPr>
          <w:lang w:bidi="bn-IN"/>
        </w:rPr>
        <w:t xml:space="preserve"> </w:t>
      </w:r>
      <w:r w:rsidR="003F52A2" w:rsidRPr="003F52A2">
        <w:rPr>
          <w:cs/>
          <w:lang w:bidi="bn-IN"/>
        </w:rPr>
        <w:t>অনুভব করে তখন অন্যদের প্রতি তার বিদ্বেষ আর থাকে না। (বালাগাতুল হুসাইন</w:t>
      </w:r>
      <w:r w:rsidR="003F52A2" w:rsidRPr="003F52A2">
        <w:t>,</w:t>
      </w:r>
      <w:r w:rsidR="003F52A2" w:rsidRPr="003F52A2">
        <w:rPr>
          <w:cs/>
          <w:lang w:bidi="bn-IN"/>
        </w:rPr>
        <w:t>পৃ. ৮৯)</w:t>
      </w:r>
    </w:p>
    <w:p w:rsidR="00804ACB" w:rsidRDefault="003F52A2" w:rsidP="00804ACB">
      <w:pPr>
        <w:pStyle w:val="libNormal"/>
        <w:rPr>
          <w:lang w:bidi="bn-IN"/>
        </w:rPr>
      </w:pPr>
      <w:r w:rsidRPr="003F52A2">
        <w:rPr>
          <w:cs/>
          <w:lang w:bidi="bn-IN"/>
        </w:rPr>
        <w:t xml:space="preserve">দুর্বল ব্যক্তিরাই কেবল বিদ্বেষ পোষণ করে এবং হিংসাকে লালন করে থাকে। ইমাম হুসাইনের </w:t>
      </w:r>
      <w:r w:rsidR="00804ACB">
        <w:rPr>
          <w:cs/>
          <w:lang w:bidi="bn-IN"/>
        </w:rPr>
        <w:t>এ</w:t>
      </w:r>
      <w:r w:rsidR="00804ACB">
        <w:rPr>
          <w:lang w:bidi="bn-IN"/>
        </w:rPr>
        <w:t xml:space="preserve"> </w:t>
      </w:r>
      <w:r w:rsidRPr="003F52A2">
        <w:rPr>
          <w:cs/>
          <w:lang w:bidi="bn-IN"/>
        </w:rPr>
        <w:t>কথাটি যথার্থ মনোতত্ত্বের উপর ভিত্তি করে প্রতিষ্ঠিত।</w:t>
      </w:r>
    </w:p>
    <w:p w:rsidR="000459F1" w:rsidRDefault="003F52A2" w:rsidP="000459F1">
      <w:pPr>
        <w:pStyle w:val="libNormal"/>
        <w:rPr>
          <w:lang w:bidi="bn-IN"/>
        </w:rPr>
      </w:pPr>
      <w:r w:rsidRPr="003F52A2">
        <w:rPr>
          <w:cs/>
          <w:lang w:bidi="bn-IN"/>
        </w:rPr>
        <w:t xml:space="preserve">হযরত আলীর গীবত </w:t>
      </w:r>
      <w:r w:rsidR="000C4B23">
        <w:rPr>
          <w:cs/>
          <w:lang w:bidi="bn-IN"/>
        </w:rPr>
        <w:t>সম্পর্কে</w:t>
      </w:r>
      <w:r w:rsidRPr="003F52A2">
        <w:rPr>
          <w:cs/>
          <w:lang w:bidi="bn-IN"/>
        </w:rPr>
        <w:t xml:space="preserve"> একটি বাণী রয়েছে। </w:t>
      </w:r>
      <w:r w:rsidR="000459F1">
        <w:rPr>
          <w:cs/>
          <w:lang w:bidi="bn-IN"/>
        </w:rPr>
        <w:t>তাকে</w:t>
      </w:r>
      <w:r w:rsidRPr="003F52A2">
        <w:rPr>
          <w:cs/>
          <w:lang w:bidi="bn-IN"/>
        </w:rPr>
        <w:t xml:space="preserve"> প্রশ্ন করা হলো কিরূপ ব্যক্তি গীবত করে</w:t>
      </w:r>
      <w:r w:rsidR="00804ACB">
        <w:rPr>
          <w:lang w:bidi="bn-IN"/>
        </w:rPr>
        <w:t xml:space="preserve"> </w:t>
      </w:r>
      <w:r w:rsidRPr="003F52A2">
        <w:rPr>
          <w:cs/>
          <w:lang w:bidi="bn-IN"/>
        </w:rPr>
        <w:t>অর্থাৎ মানুষের অনুপস্থিতিতে তার নিন্দা ও দোষ ত্রুটি বর্ণনা করে আনন্দ পায়</w:t>
      </w:r>
      <w:r w:rsidRPr="003F52A2">
        <w:t xml:space="preserve">? </w:t>
      </w:r>
      <w:r w:rsidRPr="003F52A2">
        <w:rPr>
          <w:cs/>
          <w:lang w:bidi="bn-IN"/>
        </w:rPr>
        <w:t>আলী (আ.) বলেন</w:t>
      </w:r>
      <w:r w:rsidRPr="003F52A2">
        <w:t>,</w:t>
      </w:r>
      <w:r w:rsidRPr="00D542A0">
        <w:rPr>
          <w:rStyle w:val="libAlaemChar"/>
        </w:rPr>
        <w:t>“</w:t>
      </w:r>
      <w:r w:rsidRPr="003F52A2">
        <w:rPr>
          <w:cs/>
          <w:lang w:bidi="bn-IN"/>
        </w:rPr>
        <w:t>দুর্বল ও অক্ষমরা</w:t>
      </w:r>
      <w:r w:rsidRPr="00D542A0">
        <w:rPr>
          <w:rStyle w:val="libAlaemChar"/>
        </w:rPr>
        <w:t>”</w:t>
      </w:r>
      <w:r w:rsidR="00804ACB">
        <w:t xml:space="preserve"> </w:t>
      </w:r>
      <w:r w:rsidR="00804ACB" w:rsidRPr="000459F1">
        <w:rPr>
          <w:rStyle w:val="libArChar"/>
          <w:rFonts w:hint="cs"/>
          <w:rtl/>
        </w:rPr>
        <w:t>الغیبة جهد العا</w:t>
      </w:r>
      <w:r w:rsidR="000459F1" w:rsidRPr="000459F1">
        <w:rPr>
          <w:rStyle w:val="libArChar"/>
          <w:rFonts w:hint="cs"/>
          <w:rtl/>
        </w:rPr>
        <w:t>جز</w:t>
      </w:r>
      <w:r w:rsidRPr="000459F1">
        <w:rPr>
          <w:rStyle w:val="libArChar"/>
        </w:rPr>
        <w:t xml:space="preserve"> </w:t>
      </w:r>
      <w:r w:rsidRPr="003F52A2">
        <w:rPr>
          <w:cs/>
          <w:lang w:bidi="bn-IN"/>
        </w:rPr>
        <w:t>অর্থাৎ গীবত অক্ষমদের সর্বশেষ প্রচেষ্টা। (নাহজুল বালাগাহ্</w:t>
      </w:r>
      <w:r w:rsidRPr="003F52A2">
        <w:t>,</w:t>
      </w:r>
      <w:r w:rsidRPr="003F52A2">
        <w:rPr>
          <w:cs/>
          <w:lang w:bidi="bn-IN"/>
        </w:rPr>
        <w:t>হেকমত ৪৬১)</w:t>
      </w:r>
    </w:p>
    <w:p w:rsidR="000459F1" w:rsidRDefault="003F52A2" w:rsidP="000459F1">
      <w:pPr>
        <w:pStyle w:val="libNormal"/>
        <w:rPr>
          <w:lang w:bidi="bn-IN"/>
        </w:rPr>
      </w:pPr>
      <w:r w:rsidRPr="003F52A2">
        <w:rPr>
          <w:cs/>
          <w:lang w:bidi="bn-IN"/>
        </w:rPr>
        <w:t>একজন শক্তিমান মানুষ যে আত্মিক শক্তিতে বলীয়ান</w:t>
      </w:r>
      <w:r w:rsidRPr="003F52A2">
        <w:t>,</w:t>
      </w:r>
      <w:r w:rsidRPr="003F52A2">
        <w:rPr>
          <w:cs/>
          <w:lang w:bidi="bn-IN"/>
        </w:rPr>
        <w:t>গীবত তার নিকট লজ্জার বিষয় এবং সে এ</w:t>
      </w:r>
      <w:r w:rsidR="000459F1">
        <w:rPr>
          <w:lang w:bidi="bn-IN"/>
        </w:rPr>
        <w:t xml:space="preserve"> </w:t>
      </w:r>
      <w:r w:rsidRPr="003F52A2">
        <w:rPr>
          <w:cs/>
          <w:lang w:bidi="bn-IN"/>
        </w:rPr>
        <w:t>কাজকে নিকৃষ্ট ও দুর্বলদের কাজ বলে মনে করে। তাই প্রকৃত ক্ষমতাবান মানুষ য</w:t>
      </w:r>
      <w:r w:rsidR="000459F1">
        <w:rPr>
          <w:cs/>
          <w:lang w:bidi="bn-IN"/>
        </w:rPr>
        <w:t>েমন অন্যদের গীবত</w:t>
      </w:r>
      <w:r w:rsidR="000459F1">
        <w:rPr>
          <w:lang w:bidi="bn-IN"/>
        </w:rPr>
        <w:t xml:space="preserve"> </w:t>
      </w:r>
      <w:r w:rsidRPr="003F52A2">
        <w:rPr>
          <w:cs/>
          <w:lang w:bidi="bn-IN"/>
        </w:rPr>
        <w:t xml:space="preserve">করেন না তেমনি শুনতেও চান না। আলী (আ.) তাই গীবতকে </w:t>
      </w:r>
      <w:r w:rsidR="000459F1">
        <w:rPr>
          <w:cs/>
          <w:lang w:bidi="bn-IN"/>
        </w:rPr>
        <w:t xml:space="preserve">দুর্বলতাপ্রসূত বলে উল্লেখ </w:t>
      </w:r>
      <w:r w:rsidR="000459F1" w:rsidRPr="000459F1">
        <w:rPr>
          <w:cs/>
          <w:lang w:bidi="bn-IN"/>
        </w:rPr>
        <w:t>করে</w:t>
      </w:r>
      <w:r w:rsidR="000459F1">
        <w:rPr>
          <w:lang w:bidi="bn-IN"/>
        </w:rPr>
        <w:t xml:space="preserve"> </w:t>
      </w:r>
      <w:r w:rsidRPr="003F52A2">
        <w:rPr>
          <w:cs/>
          <w:lang w:bidi="bn-IN"/>
        </w:rPr>
        <w:t>বলেছেন</w:t>
      </w:r>
      <w:r w:rsidRPr="003F52A2">
        <w:t>,</w:t>
      </w:r>
      <w:r w:rsidRPr="003F52A2">
        <w:rPr>
          <w:cs/>
          <w:lang w:bidi="bn-IN"/>
        </w:rPr>
        <w:t>শক্তিমান আত্মার অধিকারী মানুষ কখনও গীবত করে না।</w:t>
      </w:r>
    </w:p>
    <w:p w:rsidR="000459F1" w:rsidRDefault="003F52A2" w:rsidP="000459F1">
      <w:pPr>
        <w:pStyle w:val="libNormal"/>
        <w:rPr>
          <w:lang w:bidi="bn-IN"/>
        </w:rPr>
      </w:pPr>
      <w:r w:rsidRPr="003F52A2">
        <w:rPr>
          <w:cs/>
          <w:lang w:bidi="bn-IN"/>
        </w:rPr>
        <w:t>ইমাম আলী (আ.) এমনকি জেনাকেও দুর্বলতাপ্রসূত মনে করেন। তিনি বলেছেন</w:t>
      </w:r>
      <w:r w:rsidRPr="003F52A2">
        <w:t>,</w:t>
      </w:r>
      <w:r w:rsidR="000459F1" w:rsidRPr="000459F1">
        <w:rPr>
          <w:rStyle w:val="libArChar"/>
          <w:rFonts w:hint="cs"/>
          <w:rtl/>
        </w:rPr>
        <w:t>ما زنی غیور قطّ</w:t>
      </w:r>
      <w:r w:rsidRPr="003F52A2">
        <w:t xml:space="preserve"> </w:t>
      </w:r>
      <w:r w:rsidRPr="00D542A0">
        <w:rPr>
          <w:rStyle w:val="libAlaemChar"/>
        </w:rPr>
        <w:t>“</w:t>
      </w:r>
      <w:r w:rsidRPr="003F52A2">
        <w:rPr>
          <w:cs/>
          <w:lang w:bidi="bn-IN"/>
        </w:rPr>
        <w:t>আত্মমর্যাদাসম্পন্ন ব্যক্তি জেনা করতে পারে না।</w:t>
      </w:r>
      <w:r w:rsidRPr="00D542A0">
        <w:rPr>
          <w:rStyle w:val="libAlaemChar"/>
        </w:rPr>
        <w:t>”</w:t>
      </w:r>
      <w:r w:rsidRPr="003F52A2">
        <w:t xml:space="preserve"> </w:t>
      </w:r>
      <w:r w:rsidRPr="003F52A2">
        <w:rPr>
          <w:cs/>
          <w:lang w:bidi="bn-IN"/>
        </w:rPr>
        <w:t>পৃথিবীতে যে ব্যক্তির মধ্যে</w:t>
      </w:r>
      <w:r w:rsidR="000459F1">
        <w:rPr>
          <w:lang w:bidi="bn-IN"/>
        </w:rPr>
        <w:t xml:space="preserve"> </w:t>
      </w:r>
      <w:r w:rsidRPr="003F52A2">
        <w:rPr>
          <w:cs/>
          <w:lang w:bidi="bn-IN"/>
        </w:rPr>
        <w:t>বিন্দুমাত্র আত্মসম্মানবোধ রয়েছে সে কান নারীর সঙ্গে ব্যভিচারে লিপ্ত হতে পারে না। তাই কেবল</w:t>
      </w:r>
      <w:r w:rsidR="000459F1">
        <w:rPr>
          <w:lang w:bidi="bn-IN"/>
        </w:rPr>
        <w:t xml:space="preserve"> </w:t>
      </w:r>
      <w:r w:rsidRPr="003F52A2">
        <w:rPr>
          <w:cs/>
          <w:lang w:bidi="bn-IN"/>
        </w:rPr>
        <w:t>আত্মসম্মানহীন ব্যক্তি যে নিজের মধ্যে এ বিষয়ে দুর্বলতা অনু</w:t>
      </w:r>
      <w:r w:rsidR="000459F1">
        <w:rPr>
          <w:cs/>
          <w:lang w:bidi="bn-IN"/>
        </w:rPr>
        <w:t>ভব করে সে-ই এরূপ কাজ করে। কারণ</w:t>
      </w:r>
      <w:r w:rsidR="000459F1">
        <w:rPr>
          <w:lang w:bidi="bn-IN"/>
        </w:rPr>
        <w:t xml:space="preserve"> </w:t>
      </w:r>
      <w:r w:rsidRPr="003F52A2">
        <w:rPr>
          <w:cs/>
          <w:lang w:bidi="bn-IN"/>
        </w:rPr>
        <w:t>আত্মসম্মানহীন ব্যক্তি স্ত্রীর সঙ্গে যদি অন্য পুরুষ অনুরূপ কাজ করে তার মধ্যে কোন প্রতিক্রিয়া হয়না। এ জন্যই আলী (আ.) বলেছেন</w:t>
      </w:r>
      <w:r w:rsidRPr="003F52A2">
        <w:t>,</w:t>
      </w:r>
      <w:r w:rsidR="000459F1" w:rsidRPr="000459F1">
        <w:rPr>
          <w:rStyle w:val="libArChar"/>
          <w:rFonts w:hint="cs"/>
          <w:rtl/>
        </w:rPr>
        <w:t xml:space="preserve"> ما زنی غیور قطّ</w:t>
      </w:r>
      <w:r w:rsidRPr="003F52A2">
        <w:t xml:space="preserve"> (</w:t>
      </w:r>
      <w:r w:rsidRPr="003F52A2">
        <w:rPr>
          <w:cs/>
          <w:lang w:bidi="bn-IN"/>
        </w:rPr>
        <w:t>নাহজুল বালাগাহ্</w:t>
      </w:r>
      <w:r w:rsidRPr="003F52A2">
        <w:t>,</w:t>
      </w:r>
      <w:r w:rsidRPr="003F52A2">
        <w:rPr>
          <w:cs/>
          <w:lang w:bidi="bn-IN"/>
        </w:rPr>
        <w:t>হেকমত ৩০৫)</w:t>
      </w:r>
    </w:p>
    <w:p w:rsidR="000459F1" w:rsidRDefault="003F52A2" w:rsidP="000459F1">
      <w:pPr>
        <w:pStyle w:val="libNormal"/>
        <w:rPr>
          <w:lang w:bidi="bn-IN"/>
        </w:rPr>
      </w:pPr>
      <w:r w:rsidRPr="003F52A2">
        <w:rPr>
          <w:cs/>
          <w:lang w:bidi="bn-IN"/>
        </w:rPr>
        <w:t>কিন্তু জনাব নী</w:t>
      </w:r>
      <w:r w:rsidRPr="00D542A0">
        <w:rPr>
          <w:rStyle w:val="libAlaemChar"/>
        </w:rPr>
        <w:t>’</w:t>
      </w:r>
      <w:r w:rsidRPr="003F52A2">
        <w:rPr>
          <w:cs/>
          <w:lang w:bidi="bn-IN"/>
        </w:rPr>
        <w:t xml:space="preserve">চে এরূপ ক্ষমতাকে চিনতে ব্যর্থ হয়েছেন। </w:t>
      </w:r>
      <w:r w:rsidR="00FE6D44">
        <w:rPr>
          <w:cs/>
          <w:lang w:bidi="bn-IN"/>
        </w:rPr>
        <w:t>তার</w:t>
      </w:r>
      <w:r w:rsidRPr="003F52A2">
        <w:rPr>
          <w:cs/>
          <w:lang w:bidi="bn-IN"/>
        </w:rPr>
        <w:t xml:space="preserve"> দৃষ্টিতে ক্ষমতা পেশী শক্তি ও অস্ত্রবল অর্থাৎ তরবারী ধারণ করতঃ অন্যের উপর আঘাত হানা। </w:t>
      </w:r>
      <w:r w:rsidR="00FE6D44">
        <w:rPr>
          <w:cs/>
          <w:lang w:bidi="bn-IN"/>
        </w:rPr>
        <w:t>তার</w:t>
      </w:r>
      <w:r w:rsidRPr="003F52A2">
        <w:rPr>
          <w:cs/>
          <w:lang w:bidi="bn-IN"/>
        </w:rPr>
        <w:t xml:space="preserve"> দৃষ্টিতে শ্রেষ্ঠ মানুষ হচ্ছে মানুষরূপী</w:t>
      </w:r>
      <w:r w:rsidR="000459F1">
        <w:rPr>
          <w:lang w:bidi="bn-IN"/>
        </w:rPr>
        <w:t xml:space="preserve"> </w:t>
      </w:r>
      <w:r w:rsidRPr="003F52A2">
        <w:rPr>
          <w:cs/>
          <w:lang w:bidi="bn-IN"/>
        </w:rPr>
        <w:t xml:space="preserve">শক্তিধর কোন পশু যার বাহুর শক্তি অধিক। তাই </w:t>
      </w:r>
      <w:r w:rsidR="00FE6D44">
        <w:rPr>
          <w:cs/>
          <w:lang w:bidi="bn-IN"/>
        </w:rPr>
        <w:t>তার</w:t>
      </w:r>
      <w:r w:rsidRPr="003F52A2">
        <w:rPr>
          <w:cs/>
          <w:lang w:bidi="bn-IN"/>
        </w:rPr>
        <w:t xml:space="preserve"> নিকট আত্মিক শক্তি ও ক্ষমতার অধিকারী মানুষ</w:t>
      </w:r>
      <w:r w:rsidR="000459F1">
        <w:rPr>
          <w:lang w:bidi="bn-IN"/>
        </w:rPr>
        <w:t xml:space="preserve"> </w:t>
      </w:r>
      <w:r w:rsidR="000C4B23">
        <w:rPr>
          <w:cs/>
          <w:lang w:bidi="bn-IN"/>
        </w:rPr>
        <w:t>সম্পর্কে</w:t>
      </w:r>
      <w:r w:rsidRPr="003F52A2">
        <w:rPr>
          <w:cs/>
          <w:lang w:bidi="bn-IN"/>
        </w:rPr>
        <w:t xml:space="preserve"> জ্ঞান নেই। অতএব</w:t>
      </w:r>
      <w:r w:rsidRPr="003F52A2">
        <w:t>,</w:t>
      </w:r>
      <w:r w:rsidRPr="003F52A2">
        <w:rPr>
          <w:cs/>
          <w:lang w:bidi="bn-IN"/>
        </w:rPr>
        <w:t>ইসলামী মতাদর্শে নিঃসন্দেহে ক্ষমতা একটি মানবীয় মূল্যবোধ এবং</w:t>
      </w:r>
      <w:r w:rsidR="000459F1">
        <w:rPr>
          <w:lang w:bidi="bn-IN"/>
        </w:rPr>
        <w:t xml:space="preserve"> </w:t>
      </w:r>
      <w:r w:rsidRPr="003F52A2">
        <w:rPr>
          <w:cs/>
          <w:lang w:bidi="bn-IN"/>
        </w:rPr>
        <w:t>মানুষের পূর্ণতার পথের অন্যতম পূর্ণরূপ। তাই ইসলাম দুর্বল ব্যক্তিকে পছন্দ করে না।</w:t>
      </w:r>
      <w:r w:rsidR="000459F1">
        <w:rPr>
          <w:rStyle w:val="libAlaemChar"/>
        </w:rPr>
        <w:t xml:space="preserve"> </w:t>
      </w:r>
      <w:r w:rsidR="000459F1" w:rsidRPr="000459F1">
        <w:rPr>
          <w:rStyle w:val="libArChar"/>
          <w:rFonts w:hint="cs"/>
          <w:rtl/>
        </w:rPr>
        <w:t>إنّ الله یبغض المؤمنین الضعیف</w:t>
      </w:r>
      <w:r w:rsidR="000459F1">
        <w:rPr>
          <w:rStyle w:val="libAlaemChar"/>
        </w:rPr>
        <w:t xml:space="preserve"> </w:t>
      </w:r>
      <w:r w:rsidRPr="003F52A2">
        <w:t xml:space="preserve"> </w:t>
      </w:r>
      <w:r w:rsidRPr="003F52A2">
        <w:rPr>
          <w:cs/>
          <w:lang w:bidi="bn-IN"/>
        </w:rPr>
        <w:t>অর্থাৎ দুর্বল ও অক্ষম মুমিনকে আল্লাহ্ পছন্দ করেন না। (কাফী</w:t>
      </w:r>
      <w:r w:rsidRPr="003F52A2">
        <w:t>,</w:t>
      </w:r>
      <w:r w:rsidRPr="003F52A2">
        <w:rPr>
          <w:cs/>
          <w:lang w:bidi="bn-IN"/>
        </w:rPr>
        <w:t>৫ম খণ্ড</w:t>
      </w:r>
      <w:r w:rsidRPr="003F52A2">
        <w:t>,</w:t>
      </w:r>
      <w:r w:rsidRPr="003F52A2">
        <w:rPr>
          <w:cs/>
          <w:lang w:bidi="bn-IN"/>
        </w:rPr>
        <w:t>পৃ. ৫৯)</w:t>
      </w:r>
    </w:p>
    <w:p w:rsidR="000459F1" w:rsidRDefault="003F52A2" w:rsidP="000459F1">
      <w:pPr>
        <w:pStyle w:val="libNormal"/>
        <w:rPr>
          <w:lang w:bidi="bn-IN"/>
        </w:rPr>
      </w:pPr>
      <w:r w:rsidRPr="003F52A2">
        <w:rPr>
          <w:cs/>
          <w:lang w:bidi="bn-IN"/>
        </w:rPr>
        <w:t>সুতরাং প্রথমত ইসলাম ক্ষমতাকে মানুষের একমাত্র মূল্যবোধ বলে মনে করে না বরং এর</w:t>
      </w:r>
      <w:r w:rsidR="000459F1">
        <w:rPr>
          <w:lang w:bidi="bn-IN"/>
        </w:rPr>
        <w:t xml:space="preserve"> </w:t>
      </w:r>
      <w:r w:rsidRPr="003F52A2">
        <w:rPr>
          <w:cs/>
          <w:lang w:bidi="bn-IN"/>
        </w:rPr>
        <w:t xml:space="preserve">পাশাপাশি পূর্ণতার অন্যান্য মূল্যবোধ রয়েছে বলে বিশ্বাস করে। দ্বিতীয়ত ইসলাম ক্ষমতা বলতে </w:t>
      </w:r>
      <w:r w:rsidR="000459F1">
        <w:rPr>
          <w:cs/>
          <w:lang w:bidi="bn-IN"/>
        </w:rPr>
        <w:t>যা</w:t>
      </w:r>
      <w:r w:rsidR="000459F1">
        <w:rPr>
          <w:lang w:bidi="bn-IN"/>
        </w:rPr>
        <w:t xml:space="preserve"> </w:t>
      </w:r>
      <w:r w:rsidRPr="003F52A2">
        <w:rPr>
          <w:cs/>
          <w:lang w:bidi="bn-IN"/>
        </w:rPr>
        <w:t>বুঝে তা নী</w:t>
      </w:r>
      <w:r w:rsidRPr="00D542A0">
        <w:rPr>
          <w:rStyle w:val="libAlaemChar"/>
        </w:rPr>
        <w:t>’</w:t>
      </w:r>
      <w:r w:rsidRPr="003F52A2">
        <w:rPr>
          <w:cs/>
          <w:lang w:bidi="bn-IN"/>
        </w:rPr>
        <w:t>চে</w:t>
      </w:r>
      <w:r w:rsidRPr="003F52A2">
        <w:t>,</w:t>
      </w:r>
      <w:r w:rsidRPr="003F52A2">
        <w:rPr>
          <w:cs/>
          <w:lang w:bidi="bn-IN"/>
        </w:rPr>
        <w:t>সংশয়বাদী দার্শনিক ম্যকিয়াভেলী এবং অন্যদের ধারণা হতে পৃথক। ইসলাম মানুষের</w:t>
      </w:r>
      <w:r w:rsidR="000459F1">
        <w:rPr>
          <w:lang w:bidi="bn-IN"/>
        </w:rPr>
        <w:t xml:space="preserve"> </w:t>
      </w:r>
      <w:r w:rsidRPr="003F52A2">
        <w:rPr>
          <w:cs/>
          <w:lang w:bidi="bn-IN"/>
        </w:rPr>
        <w:t>মধ্যে এমন অনেক ক্ষমতায় বিশ্বাসী এবং সেগুলোর বিকাশে প্রয়াসী যার ফল নী</w:t>
      </w:r>
      <w:r w:rsidRPr="00D542A0">
        <w:rPr>
          <w:rStyle w:val="libAlaemChar"/>
        </w:rPr>
        <w:t>’</w:t>
      </w:r>
      <w:r w:rsidRPr="003F52A2">
        <w:rPr>
          <w:cs/>
          <w:lang w:bidi="bn-IN"/>
        </w:rPr>
        <w:t>চের ধারণার বিপরীত</w:t>
      </w:r>
      <w:r w:rsidR="000459F1">
        <w:rPr>
          <w:lang w:bidi="bn-IN"/>
        </w:rPr>
        <w:t xml:space="preserve"> </w:t>
      </w:r>
      <w:r w:rsidRPr="003F52A2">
        <w:rPr>
          <w:cs/>
          <w:lang w:bidi="bn-IN"/>
        </w:rPr>
        <w:t>এবং যা সমাজের জন্য কল্যাণকর।</w:t>
      </w:r>
    </w:p>
    <w:p w:rsidR="00611BB9" w:rsidRDefault="003F52A2" w:rsidP="00611BB9">
      <w:pPr>
        <w:pStyle w:val="libNormal"/>
        <w:rPr>
          <w:cs/>
          <w:lang w:bidi="bn-IN"/>
        </w:rPr>
      </w:pPr>
      <w:r w:rsidRPr="003F52A2">
        <w:rPr>
          <w:cs/>
          <w:lang w:bidi="bn-IN"/>
        </w:rPr>
        <w:t>নী</w:t>
      </w:r>
      <w:r w:rsidRPr="00D542A0">
        <w:rPr>
          <w:rStyle w:val="libAlaemChar"/>
        </w:rPr>
        <w:t>’</w:t>
      </w:r>
      <w:r w:rsidRPr="003F52A2">
        <w:rPr>
          <w:cs/>
          <w:lang w:bidi="bn-IN"/>
        </w:rPr>
        <w:t>চে বলেন</w:t>
      </w:r>
      <w:r w:rsidRPr="003F52A2">
        <w:t>,</w:t>
      </w:r>
      <w:r w:rsidR="00552377">
        <w:rPr>
          <w:cs/>
          <w:lang w:bidi="bn-IN"/>
        </w:rPr>
        <w:t>দুর্বলের</w:t>
      </w:r>
      <w:r w:rsidRPr="003F52A2">
        <w:rPr>
          <w:cs/>
          <w:lang w:bidi="bn-IN"/>
        </w:rPr>
        <w:t xml:space="preserve"> জন্য সহমর্মিতা দুর্বলতা হতে </w:t>
      </w:r>
      <w:r w:rsidR="00FE6D44">
        <w:rPr>
          <w:cs/>
          <w:lang w:bidi="bn-IN"/>
        </w:rPr>
        <w:t>উদ্ভূত</w:t>
      </w:r>
      <w:r w:rsidRPr="003F52A2">
        <w:rPr>
          <w:cs/>
          <w:lang w:bidi="hi-IN"/>
        </w:rPr>
        <w:t xml:space="preserve">। </w:t>
      </w:r>
      <w:r w:rsidR="000459F1">
        <w:rPr>
          <w:cs/>
          <w:lang w:bidi="bn-IN"/>
        </w:rPr>
        <w:t>তাকে</w:t>
      </w:r>
      <w:r w:rsidRPr="003F52A2">
        <w:rPr>
          <w:cs/>
          <w:lang w:bidi="bn-IN"/>
        </w:rPr>
        <w:t xml:space="preserve"> বলতে চাই</w:t>
      </w:r>
      <w:r w:rsidRPr="003F52A2">
        <w:t>,</w:t>
      </w:r>
      <w:r w:rsidRPr="003F52A2">
        <w:rPr>
          <w:cs/>
          <w:lang w:bidi="bn-IN"/>
        </w:rPr>
        <w:t>সহমর্মিতা শুধু নয়</w:t>
      </w:r>
      <w:r w:rsidRPr="003F52A2">
        <w:t>,</w:t>
      </w:r>
      <w:r w:rsidRPr="003F52A2">
        <w:rPr>
          <w:cs/>
          <w:lang w:bidi="bn-IN"/>
        </w:rPr>
        <w:t>এখানে ভালোবাসা</w:t>
      </w:r>
      <w:r w:rsidRPr="003F52A2">
        <w:t>,</w:t>
      </w:r>
      <w:r w:rsidRPr="003F52A2">
        <w:rPr>
          <w:cs/>
          <w:lang w:bidi="bn-IN"/>
        </w:rPr>
        <w:t>ক্ষমা</w:t>
      </w:r>
      <w:r w:rsidRPr="003F52A2">
        <w:t>,</w:t>
      </w:r>
      <w:r w:rsidRPr="003F52A2">
        <w:rPr>
          <w:cs/>
          <w:lang w:bidi="bn-IN"/>
        </w:rPr>
        <w:t>দানশীলতা- সর্বোপরি কল্যাণকামিতা রয়েছে। কেন প্রতিটি বিষয়কে এক</w:t>
      </w:r>
      <w:r w:rsidR="000459F1">
        <w:rPr>
          <w:lang w:bidi="bn-IN"/>
        </w:rPr>
        <w:t xml:space="preserve"> </w:t>
      </w:r>
      <w:r w:rsidRPr="003F52A2">
        <w:rPr>
          <w:cs/>
          <w:lang w:bidi="bn-IN"/>
        </w:rPr>
        <w:t>চোখে দেখেন</w:t>
      </w:r>
      <w:r w:rsidRPr="003F52A2">
        <w:t xml:space="preserve">? </w:t>
      </w:r>
      <w:r w:rsidRPr="003F52A2">
        <w:rPr>
          <w:cs/>
          <w:lang w:bidi="bn-IN"/>
        </w:rPr>
        <w:t>আপনার নিকট প্রশ্ন একজন ক্ষমতাবান মানুষের দান</w:t>
      </w:r>
      <w:r w:rsidR="00611BB9">
        <w:rPr>
          <w:cs/>
          <w:lang w:bidi="bn-IN"/>
        </w:rPr>
        <w:t xml:space="preserve"> ও অনুগ্রহ অন্যদের নিকট পৌ</w:t>
      </w:r>
      <w:r w:rsidR="00611BB9" w:rsidRPr="00611BB9">
        <w:rPr>
          <w:cs/>
          <w:lang w:bidi="bn-IN"/>
        </w:rPr>
        <w:t>ছে</w:t>
      </w:r>
      <w:r w:rsidR="000459F1">
        <w:rPr>
          <w:lang w:bidi="bn-IN"/>
        </w:rPr>
        <w:t xml:space="preserve"> </w:t>
      </w:r>
      <w:r w:rsidRPr="003F52A2">
        <w:rPr>
          <w:cs/>
          <w:lang w:bidi="bn-IN"/>
        </w:rPr>
        <w:t>নাকি এক দুর্বলের</w:t>
      </w:r>
      <w:r w:rsidRPr="003F52A2">
        <w:t xml:space="preserve">? </w:t>
      </w:r>
      <w:r w:rsidRPr="003F52A2">
        <w:rPr>
          <w:cs/>
          <w:lang w:bidi="bn-IN"/>
        </w:rPr>
        <w:t>তাই জবাব দিন অনুগ্রহ ক্ষমতা হতে উৎসারিত নাকি দুর্বলতা হতে</w:t>
      </w:r>
      <w:r w:rsidRPr="003F52A2">
        <w:t xml:space="preserve">? </w:t>
      </w:r>
      <w:r w:rsidR="00611BB9">
        <w:rPr>
          <w:cs/>
          <w:lang w:bidi="bn-IN"/>
        </w:rPr>
        <w:t>অবশ্যই</w:t>
      </w:r>
      <w:r w:rsidR="00611BB9">
        <w:rPr>
          <w:lang w:bidi="bn-IN"/>
        </w:rPr>
        <w:t xml:space="preserve"> </w:t>
      </w:r>
      <w:r w:rsidRPr="003F52A2">
        <w:rPr>
          <w:cs/>
          <w:lang w:bidi="bn-IN"/>
        </w:rPr>
        <w:t>ক্ষমতা হতে</w:t>
      </w:r>
      <w:r w:rsidRPr="003F52A2">
        <w:t>,</w:t>
      </w:r>
      <w:r w:rsidRPr="003F52A2">
        <w:rPr>
          <w:cs/>
          <w:lang w:bidi="bn-IN"/>
        </w:rPr>
        <w:t>দুর্বলতা হতে নয়। যা হোক আমরা এখন অন্য আলোচনা শুরু করব।</w:t>
      </w:r>
    </w:p>
    <w:p w:rsidR="00611BB9" w:rsidRPr="007359A5" w:rsidRDefault="00611BB9" w:rsidP="007359A5">
      <w:pPr>
        <w:rPr>
          <w:rtl/>
          <w:cs/>
        </w:rPr>
      </w:pPr>
      <w:r>
        <w:rPr>
          <w:cs/>
          <w:lang w:bidi="bn-IN"/>
        </w:rPr>
        <w:br w:type="page"/>
      </w:r>
    </w:p>
    <w:p w:rsidR="00611BB9" w:rsidRDefault="003F52A2" w:rsidP="00611BB9">
      <w:pPr>
        <w:pStyle w:val="Heading1"/>
        <w:rPr>
          <w:lang w:bidi="bn-IN"/>
        </w:rPr>
      </w:pPr>
      <w:bookmarkStart w:id="59" w:name="_Toc392601468"/>
      <w:r w:rsidRPr="003F52A2">
        <w:rPr>
          <w:cs/>
          <w:lang w:bidi="bn-IN"/>
        </w:rPr>
        <w:t>ভালোবাসার মতবাদ</w:t>
      </w:r>
      <w:bookmarkEnd w:id="59"/>
    </w:p>
    <w:p w:rsidR="00611BB9" w:rsidRDefault="00611BB9" w:rsidP="00611BB9">
      <w:pPr>
        <w:pStyle w:val="libNormal"/>
        <w:rPr>
          <w:lang w:bidi="bn-IN"/>
        </w:rPr>
      </w:pPr>
    </w:p>
    <w:p w:rsidR="00611BB9" w:rsidRDefault="003F52A2" w:rsidP="00611BB9">
      <w:pPr>
        <w:pStyle w:val="libNormal"/>
      </w:pPr>
      <w:r w:rsidRPr="003F52A2">
        <w:rPr>
          <w:cs/>
          <w:lang w:bidi="bn-IN"/>
        </w:rPr>
        <w:t>অন্য যে মতবাদটি মূলত ভারতে এবং অন্য স্থানে খ্রিষ্টবাদের মধ্যে প্রচলিত তা হলো ভালোবাসা বা</w:t>
      </w:r>
      <w:r w:rsidR="00611BB9">
        <w:rPr>
          <w:lang w:bidi="bn-IN"/>
        </w:rPr>
        <w:t xml:space="preserve"> </w:t>
      </w:r>
      <w:r w:rsidRPr="003F52A2">
        <w:rPr>
          <w:cs/>
          <w:lang w:bidi="bn-IN"/>
        </w:rPr>
        <w:t xml:space="preserve">প্রেমের মতবাদ। অবশ্য খ্রিষ্টানরা </w:t>
      </w:r>
      <w:r w:rsidR="00611BB9">
        <w:rPr>
          <w:cs/>
          <w:lang w:bidi="bn-IN"/>
        </w:rPr>
        <w:t>তা</w:t>
      </w:r>
      <w:r w:rsidRPr="003F52A2">
        <w:rPr>
          <w:cs/>
          <w:lang w:bidi="bn-IN"/>
        </w:rPr>
        <w:t>দের ধর্মকে ভালোবাসা এবং প্রেমের ধর্ম বলে প্রচার করে। এক্ষেত্রে তারা এতটা বাড়াবাড়ির পর্যায়ে গিয়েছে যে</w:t>
      </w:r>
      <w:r w:rsidRPr="003F52A2">
        <w:t>,</w:t>
      </w:r>
      <w:r w:rsidRPr="003F52A2">
        <w:rPr>
          <w:cs/>
          <w:lang w:bidi="bn-IN"/>
        </w:rPr>
        <w:t xml:space="preserve">তাদের ধর্মকে </w:t>
      </w:r>
      <w:r w:rsidRPr="00D542A0">
        <w:rPr>
          <w:rStyle w:val="libAlaemChar"/>
        </w:rPr>
        <w:t>‘</w:t>
      </w:r>
      <w:r w:rsidRPr="003F52A2">
        <w:rPr>
          <w:cs/>
          <w:lang w:bidi="bn-IN"/>
        </w:rPr>
        <w:t>দুর্বলতার মতবাদ</w:t>
      </w:r>
      <w:r w:rsidRPr="00D542A0">
        <w:rPr>
          <w:rStyle w:val="libAlaemChar"/>
        </w:rPr>
        <w:t>’</w:t>
      </w:r>
      <w:r w:rsidRPr="003F52A2">
        <w:t>-</w:t>
      </w:r>
      <w:r w:rsidR="00611BB9">
        <w:rPr>
          <w:cs/>
          <w:lang w:bidi="bn-IN"/>
        </w:rPr>
        <w:t xml:space="preserve">এর </w:t>
      </w:r>
      <w:r w:rsidR="00611BB9" w:rsidRPr="00611BB9">
        <w:rPr>
          <w:cs/>
          <w:lang w:bidi="bn-IN"/>
        </w:rPr>
        <w:t>অন্তুর্ভুক্ত</w:t>
      </w:r>
      <w:r w:rsidR="00611BB9">
        <w:rPr>
          <w:lang w:bidi="bn-IN"/>
        </w:rPr>
        <w:t xml:space="preserve"> </w:t>
      </w:r>
      <w:r w:rsidRPr="003F52A2">
        <w:rPr>
          <w:cs/>
          <w:lang w:bidi="bn-IN"/>
        </w:rPr>
        <w:t>বলা যায়। অর্থাৎ তাদের এ মতবাদকে প্রেমের মতবাদ না বলে দুর্বলতার মতবাদ বলাই শ্রেয়।</w:t>
      </w:r>
      <w:r w:rsidR="00611BB9">
        <w:rPr>
          <w:lang w:bidi="bn-IN"/>
        </w:rPr>
        <w:t xml:space="preserve"> </w:t>
      </w:r>
      <w:r w:rsidRPr="003F52A2">
        <w:rPr>
          <w:cs/>
          <w:lang w:bidi="bn-IN"/>
        </w:rPr>
        <w:t>ভারতীয়দের মতবাদকে প্রেমের মতবাদ বলা যেতে পারে (আমাদের আলোচনার বিষয়বস্তু তত্ত্ব নিয়ে</w:t>
      </w:r>
      <w:r w:rsidRPr="003F52A2">
        <w:t>,</w:t>
      </w:r>
      <w:r w:rsidRPr="003F52A2">
        <w:rPr>
          <w:cs/>
          <w:lang w:bidi="bn-IN"/>
        </w:rPr>
        <w:t>বাস্তবে তাদের আচরণ নিয়ে নয়)। এখন প্রশ্ন হলো প্রেমের মতবাদ কি</w:t>
      </w:r>
      <w:r w:rsidRPr="003F52A2">
        <w:t>?</w:t>
      </w:r>
    </w:p>
    <w:p w:rsidR="00611BB9" w:rsidRDefault="003F52A2" w:rsidP="00611BB9">
      <w:pPr>
        <w:pStyle w:val="libNormal"/>
        <w:rPr>
          <w:lang w:bidi="bn-IN"/>
        </w:rPr>
      </w:pPr>
      <w:r w:rsidRPr="003F52A2">
        <w:rPr>
          <w:cs/>
          <w:lang w:bidi="bn-IN"/>
        </w:rPr>
        <w:t>প্রেমের মতবাদ মানুষের পূর্ণতাকে মানুষ ও সৃষ্টির সেবার মধ্যে নিহিত বলে মনে করে। এ</w:t>
      </w:r>
      <w:r w:rsidR="00611BB9">
        <w:rPr>
          <w:cs/>
          <w:lang w:bidi="bn-IN"/>
        </w:rPr>
        <w:t>টা</w:t>
      </w:r>
      <w:r w:rsidR="00611BB9">
        <w:rPr>
          <w:lang w:bidi="bn-IN"/>
        </w:rPr>
        <w:t xml:space="preserve"> </w:t>
      </w:r>
      <w:r w:rsidRPr="003F52A2">
        <w:rPr>
          <w:cs/>
          <w:lang w:bidi="bn-IN"/>
        </w:rPr>
        <w:t>নী</w:t>
      </w:r>
      <w:r w:rsidRPr="00D542A0">
        <w:rPr>
          <w:rStyle w:val="libAlaemChar"/>
        </w:rPr>
        <w:t>’</w:t>
      </w:r>
      <w:r w:rsidRPr="003F52A2">
        <w:rPr>
          <w:cs/>
          <w:lang w:bidi="bn-IN"/>
        </w:rPr>
        <w:t>চের মতবাদের ঠিক বিপরীতে অবস্থান করছে। নী</w:t>
      </w:r>
      <w:r w:rsidRPr="00D542A0">
        <w:rPr>
          <w:rStyle w:val="libAlaemChar"/>
        </w:rPr>
        <w:t>’</w:t>
      </w:r>
      <w:r w:rsidRPr="003F52A2">
        <w:rPr>
          <w:cs/>
          <w:lang w:bidi="bn-IN"/>
        </w:rPr>
        <w:t xml:space="preserve">চে যে বিষয়গুলোকে প্রত্যাখ্যান করেন </w:t>
      </w:r>
      <w:r w:rsidR="00FE6D44">
        <w:rPr>
          <w:cs/>
          <w:lang w:bidi="bn-IN"/>
        </w:rPr>
        <w:t>তারা</w:t>
      </w:r>
      <w:r w:rsidRPr="003F52A2">
        <w:rPr>
          <w:cs/>
          <w:lang w:bidi="bn-IN"/>
        </w:rPr>
        <w:t xml:space="preserve"> সে</w:t>
      </w:r>
      <w:r w:rsidR="00611BB9">
        <w:rPr>
          <w:lang w:bidi="bn-IN"/>
        </w:rPr>
        <w:t xml:space="preserve"> </w:t>
      </w:r>
      <w:r w:rsidRPr="003F52A2">
        <w:rPr>
          <w:cs/>
          <w:lang w:bidi="bn-IN"/>
        </w:rPr>
        <w:t xml:space="preserve">বিষয়গুলোকে গ্রহণীয় বলে মনে করেন। তাই </w:t>
      </w:r>
      <w:r w:rsidR="00FE6D44">
        <w:rPr>
          <w:cs/>
          <w:lang w:bidi="bn-IN"/>
        </w:rPr>
        <w:t>তারা</w:t>
      </w:r>
      <w:r w:rsidRPr="003F52A2">
        <w:rPr>
          <w:cs/>
          <w:lang w:bidi="bn-IN"/>
        </w:rPr>
        <w:t xml:space="preserve"> বলেন</w:t>
      </w:r>
      <w:r w:rsidRPr="003F52A2">
        <w:t>,</w:t>
      </w:r>
      <w:r w:rsidRPr="003F52A2">
        <w:rPr>
          <w:cs/>
          <w:lang w:bidi="bn-IN"/>
        </w:rPr>
        <w:t xml:space="preserve">প্রকৃত </w:t>
      </w:r>
      <w:r w:rsidR="00611BB9">
        <w:rPr>
          <w:cs/>
          <w:lang w:bidi="bn-IN"/>
        </w:rPr>
        <w:t>পূর্ণ মানব সেই ব্যক্তি যার থেকে</w:t>
      </w:r>
      <w:r w:rsidR="00611BB9">
        <w:rPr>
          <w:lang w:bidi="bn-IN"/>
        </w:rPr>
        <w:t xml:space="preserve"> </w:t>
      </w:r>
      <w:r w:rsidRPr="003F52A2">
        <w:rPr>
          <w:cs/>
          <w:lang w:bidi="bn-IN"/>
        </w:rPr>
        <w:t>সৃষ্টি কল্যাণ লাভ করে। মানবতার অর্থও তাই সৃষ্টির কল্যাণ করা। পাশ্চাত্যের মতবাদগুলো যখন</w:t>
      </w:r>
      <w:r w:rsidR="00611BB9">
        <w:rPr>
          <w:lang w:bidi="bn-IN"/>
        </w:rPr>
        <w:t xml:space="preserve"> </w:t>
      </w:r>
      <w:r w:rsidRPr="003F52A2">
        <w:rPr>
          <w:cs/>
          <w:lang w:bidi="bn-IN"/>
        </w:rPr>
        <w:t>মানবতার কথা বলে তখন মানব সেবা ও মানব প্রেমই তাদের লক্ষ্য যদিও কার্যত এ কথার প্রতি তারা</w:t>
      </w:r>
      <w:r w:rsidR="00611BB9">
        <w:rPr>
          <w:lang w:bidi="bn-IN"/>
        </w:rPr>
        <w:t xml:space="preserve"> </w:t>
      </w:r>
      <w:r w:rsidRPr="003F52A2">
        <w:rPr>
          <w:cs/>
          <w:lang w:bidi="bn-IN"/>
        </w:rPr>
        <w:t>তেমন দৃঢ় নয়। আমাদের পত্রিকা ও সাময়িকীগুলোও যখন বলে</w:t>
      </w:r>
      <w:r w:rsidRPr="003F52A2">
        <w:t>,</w:t>
      </w:r>
      <w:r w:rsidRPr="003F52A2">
        <w:rPr>
          <w:cs/>
          <w:lang w:bidi="bn-IN"/>
        </w:rPr>
        <w:t>এ বিষয়টি মানবিক</w:t>
      </w:r>
      <w:r w:rsidRPr="003F52A2">
        <w:t>,</w:t>
      </w:r>
      <w:r w:rsidRPr="003F52A2">
        <w:rPr>
          <w:cs/>
          <w:lang w:bidi="bn-IN"/>
        </w:rPr>
        <w:t>ঐ বিষয়টি</w:t>
      </w:r>
      <w:r w:rsidR="00611BB9">
        <w:rPr>
          <w:lang w:bidi="bn-IN"/>
        </w:rPr>
        <w:t xml:space="preserve"> </w:t>
      </w:r>
      <w:r w:rsidRPr="003F52A2">
        <w:rPr>
          <w:cs/>
          <w:lang w:bidi="bn-IN"/>
        </w:rPr>
        <w:t xml:space="preserve">অমানবিক তখন ঐ </w:t>
      </w:r>
      <w:r w:rsidR="00695D8C">
        <w:rPr>
          <w:cs/>
          <w:lang w:bidi="bn-IN"/>
        </w:rPr>
        <w:t>অর্থে</w:t>
      </w:r>
      <w:r w:rsidRPr="003F52A2">
        <w:rPr>
          <w:cs/>
          <w:lang w:bidi="bn-IN"/>
        </w:rPr>
        <w:t>র প্রতিই ইঙ্গিত করে। মানবিক বিষয়গুলো তাদের জন্য অকল্যাণকর। সুতরাং</w:t>
      </w:r>
      <w:r w:rsidR="00611BB9">
        <w:rPr>
          <w:lang w:bidi="bn-IN"/>
        </w:rPr>
        <w:t xml:space="preserve"> </w:t>
      </w:r>
      <w:r w:rsidRPr="003F52A2">
        <w:rPr>
          <w:cs/>
          <w:lang w:bidi="bn-IN"/>
        </w:rPr>
        <w:t>তাদের দৃষ্টিতে মানবতা হলো মানুষ ও সৃষ্টির সেবা।</w:t>
      </w:r>
    </w:p>
    <w:p w:rsidR="00611BB9" w:rsidRDefault="003F52A2" w:rsidP="00611BB9">
      <w:pPr>
        <w:pStyle w:val="libNormal"/>
      </w:pPr>
      <w:r w:rsidRPr="003F52A2">
        <w:rPr>
          <w:cs/>
          <w:lang w:bidi="bn-IN"/>
        </w:rPr>
        <w:t>কখনো কখনো আমাদের কবিদের মধ্যেও এ বিষয়ে অতিরঞ্জন লক্ষ্য করা যায়। যেমন সা</w:t>
      </w:r>
      <w:r w:rsidRPr="00D542A0">
        <w:rPr>
          <w:rStyle w:val="libAlaemChar"/>
        </w:rPr>
        <w:t>’</w:t>
      </w:r>
      <w:r w:rsidRPr="003F52A2">
        <w:rPr>
          <w:cs/>
          <w:lang w:bidi="bn-IN"/>
        </w:rPr>
        <w:t>দীবলেছেন</w:t>
      </w:r>
      <w:r w:rsidRPr="003F52A2">
        <w:t>,</w:t>
      </w:r>
    </w:p>
    <w:p w:rsidR="00611BB9" w:rsidRDefault="003F52A2" w:rsidP="00611BB9">
      <w:pPr>
        <w:pStyle w:val="libNormal"/>
        <w:rPr>
          <w:lang w:bidi="bn-IN"/>
        </w:rPr>
      </w:pPr>
      <w:r w:rsidRPr="00D542A0">
        <w:rPr>
          <w:rStyle w:val="libAlaemChar"/>
        </w:rPr>
        <w:t>“</w:t>
      </w:r>
      <w:r w:rsidRPr="003F52A2">
        <w:rPr>
          <w:cs/>
          <w:lang w:bidi="bn-IN"/>
        </w:rPr>
        <w:t>ইবাদত সৃষ্টির সেবা বৈ কিছু নয়</w:t>
      </w:r>
    </w:p>
    <w:p w:rsidR="00611BB9" w:rsidRDefault="003F52A2" w:rsidP="00611BB9">
      <w:pPr>
        <w:pStyle w:val="libNormal"/>
        <w:rPr>
          <w:rStyle w:val="libAlaemChar"/>
        </w:rPr>
      </w:pPr>
      <w:r w:rsidRPr="003F52A2">
        <w:rPr>
          <w:cs/>
          <w:lang w:bidi="bn-IN"/>
        </w:rPr>
        <w:t>তাসবিহ</w:t>
      </w:r>
      <w:r w:rsidRPr="003F52A2">
        <w:t>,</w:t>
      </w:r>
      <w:r w:rsidRPr="003F52A2">
        <w:rPr>
          <w:cs/>
          <w:lang w:bidi="bn-IN"/>
        </w:rPr>
        <w:t>জায়নামাজ ও আলখাল্লা নয়।</w:t>
      </w:r>
      <w:r w:rsidRPr="00D542A0">
        <w:rPr>
          <w:rStyle w:val="libAlaemChar"/>
        </w:rPr>
        <w:t>”</w:t>
      </w:r>
    </w:p>
    <w:p w:rsidR="008139DD" w:rsidRDefault="003F52A2" w:rsidP="00611BB9">
      <w:pPr>
        <w:pStyle w:val="libNormal"/>
        <w:rPr>
          <w:lang w:bidi="bn-IN"/>
        </w:rPr>
      </w:pPr>
      <w:r w:rsidRPr="003F52A2">
        <w:rPr>
          <w:cs/>
          <w:lang w:bidi="bn-IN"/>
        </w:rPr>
        <w:t>অবশ্য সা</w:t>
      </w:r>
      <w:r w:rsidRPr="00D542A0">
        <w:rPr>
          <w:rStyle w:val="libAlaemChar"/>
        </w:rPr>
        <w:t>’</w:t>
      </w:r>
      <w:r w:rsidRPr="003F52A2">
        <w:rPr>
          <w:cs/>
          <w:lang w:bidi="bn-IN"/>
        </w:rPr>
        <w:t xml:space="preserve">দীর উদ্দেশ্য এখানে ভিন্ন। একদল দুনিয়াত্যাগী সুফীর প্রতি </w:t>
      </w:r>
      <w:r w:rsidR="00FE6D44">
        <w:rPr>
          <w:cs/>
          <w:lang w:bidi="bn-IN"/>
        </w:rPr>
        <w:t>তার</w:t>
      </w:r>
      <w:r w:rsidRPr="003F52A2">
        <w:rPr>
          <w:cs/>
          <w:lang w:bidi="bn-IN"/>
        </w:rPr>
        <w:t xml:space="preserve"> এ কথা- </w:t>
      </w:r>
      <w:r w:rsidR="00611BB9">
        <w:rPr>
          <w:cs/>
          <w:lang w:bidi="bn-IN"/>
        </w:rPr>
        <w:t>যা</w:t>
      </w:r>
      <w:r w:rsidRPr="003F52A2">
        <w:rPr>
          <w:cs/>
          <w:lang w:bidi="bn-IN"/>
        </w:rPr>
        <w:t>দের কাজ</w:t>
      </w:r>
      <w:r w:rsidR="00611BB9">
        <w:rPr>
          <w:lang w:bidi="bn-IN"/>
        </w:rPr>
        <w:t xml:space="preserve"> </w:t>
      </w:r>
      <w:r w:rsidRPr="003F52A2">
        <w:rPr>
          <w:cs/>
          <w:lang w:bidi="bn-IN"/>
        </w:rPr>
        <w:t>তাসবীহ</w:t>
      </w:r>
      <w:r w:rsidRPr="003F52A2">
        <w:t>,</w:t>
      </w:r>
      <w:r w:rsidRPr="003F52A2">
        <w:rPr>
          <w:cs/>
          <w:lang w:bidi="bn-IN"/>
        </w:rPr>
        <w:t>জায়নামাজ আর দরবেশী পোশাক নিয়ে। মানবকল্যাণমূলক কাজ সম্পূর্ণ পরিত্যাগ করে</w:t>
      </w:r>
      <w:r w:rsidR="008139DD">
        <w:rPr>
          <w:lang w:bidi="bn-IN"/>
        </w:rPr>
        <w:t xml:space="preserve"> </w:t>
      </w:r>
      <w:r w:rsidR="00FE6D44">
        <w:rPr>
          <w:cs/>
          <w:lang w:bidi="bn-IN"/>
        </w:rPr>
        <w:t>তারা</w:t>
      </w:r>
      <w:r w:rsidRPr="003F52A2">
        <w:rPr>
          <w:cs/>
          <w:lang w:bidi="bn-IN"/>
        </w:rPr>
        <w:t xml:space="preserve"> এ সব নিয়ে ব্যস্ত</w:t>
      </w:r>
      <w:r w:rsidRPr="003F52A2">
        <w:rPr>
          <w:cs/>
          <w:lang w:bidi="hi-IN"/>
        </w:rPr>
        <w:t xml:space="preserve">। </w:t>
      </w:r>
      <w:r w:rsidRPr="003F52A2">
        <w:rPr>
          <w:cs/>
          <w:lang w:bidi="bn-IN"/>
        </w:rPr>
        <w:t>যদিও সা</w:t>
      </w:r>
      <w:r w:rsidRPr="00D542A0">
        <w:rPr>
          <w:rStyle w:val="libAlaemChar"/>
        </w:rPr>
        <w:t>’</w:t>
      </w:r>
      <w:r w:rsidRPr="003F52A2">
        <w:rPr>
          <w:cs/>
          <w:lang w:bidi="bn-IN"/>
        </w:rPr>
        <w:t>দী নিজে একজন সুফী তদুপরি এরূপ দরবেশদের কাজে তিনি</w:t>
      </w:r>
      <w:r w:rsidR="008139DD">
        <w:rPr>
          <w:lang w:bidi="bn-IN"/>
        </w:rPr>
        <w:t xml:space="preserve"> </w:t>
      </w:r>
      <w:r w:rsidRPr="003F52A2">
        <w:rPr>
          <w:cs/>
          <w:lang w:bidi="bn-IN"/>
        </w:rPr>
        <w:t>বীতশ্রদ্ধ ও অসন্তুষ্ট। তাই অনেকটা অতিরঞ্জনের ভাষায় বলেছেন</w:t>
      </w:r>
      <w:r w:rsidRPr="003F52A2">
        <w:t>,</w:t>
      </w:r>
      <w:r w:rsidRPr="003F52A2">
        <w:rPr>
          <w:cs/>
          <w:lang w:bidi="bn-IN"/>
        </w:rPr>
        <w:t>ইবাদত সৃষ্টির সেবা বৈ কিছু নয়।</w:t>
      </w:r>
    </w:p>
    <w:p w:rsidR="008139DD" w:rsidRDefault="003F52A2" w:rsidP="00611BB9">
      <w:pPr>
        <w:pStyle w:val="libNormal"/>
        <w:rPr>
          <w:cs/>
          <w:lang w:bidi="bn-IN"/>
        </w:rPr>
      </w:pPr>
      <w:r w:rsidRPr="003F52A2">
        <w:rPr>
          <w:cs/>
          <w:lang w:bidi="bn-IN"/>
        </w:rPr>
        <w:t xml:space="preserve">কেউ কেউ এ বিষয়টি অন্যভাবে বলে থাকেন যা ঠিক নয়। </w:t>
      </w:r>
      <w:r w:rsidR="00FE6D44">
        <w:rPr>
          <w:cs/>
          <w:lang w:bidi="bn-IN"/>
        </w:rPr>
        <w:t>তারা</w:t>
      </w:r>
      <w:r w:rsidRPr="003F52A2">
        <w:rPr>
          <w:cs/>
          <w:lang w:bidi="bn-IN"/>
        </w:rPr>
        <w:t xml:space="preserve"> বলেন</w:t>
      </w:r>
      <w:r w:rsidRPr="003F52A2">
        <w:t>,</w:t>
      </w:r>
      <w:r w:rsidRPr="00D542A0">
        <w:rPr>
          <w:rStyle w:val="libAlaemChar"/>
        </w:rPr>
        <w:t>“</w:t>
      </w:r>
      <w:r w:rsidRPr="003F52A2">
        <w:rPr>
          <w:cs/>
          <w:lang w:bidi="bn-IN"/>
        </w:rPr>
        <w:t>শরাব পানে মাতাল হয়ে</w:t>
      </w:r>
      <w:r w:rsidR="008139DD">
        <w:rPr>
          <w:lang w:bidi="bn-IN"/>
        </w:rPr>
        <w:t xml:space="preserve"> </w:t>
      </w:r>
      <w:r w:rsidRPr="003F52A2">
        <w:rPr>
          <w:cs/>
          <w:lang w:bidi="bn-IN"/>
        </w:rPr>
        <w:t>পড়ে থাক</w:t>
      </w:r>
      <w:r w:rsidRPr="003F52A2">
        <w:t>,</w:t>
      </w:r>
      <w:r w:rsidRPr="003F52A2">
        <w:rPr>
          <w:cs/>
          <w:lang w:bidi="bn-IN"/>
        </w:rPr>
        <w:t>তবুও মানুষকে কষ্ট দিও না।</w:t>
      </w:r>
      <w:r w:rsidRPr="00D542A0">
        <w:rPr>
          <w:rStyle w:val="libAlaemChar"/>
        </w:rPr>
        <w:t>”</w:t>
      </w:r>
      <w:r w:rsidRPr="003F52A2">
        <w:t xml:space="preserve"> </w:t>
      </w:r>
      <w:r w:rsidR="00611BB9">
        <w:rPr>
          <w:cs/>
          <w:lang w:bidi="bn-IN"/>
        </w:rPr>
        <w:t>তা</w:t>
      </w:r>
      <w:r w:rsidRPr="003F52A2">
        <w:rPr>
          <w:cs/>
          <w:lang w:bidi="bn-IN"/>
        </w:rPr>
        <w:t>দের দৃষ্টিতে পৃথিবীতে শুধু একটি অকল্যাণ বিদ্যমান আর</w:t>
      </w:r>
      <w:r w:rsidR="008139DD">
        <w:rPr>
          <w:lang w:bidi="bn-IN"/>
        </w:rPr>
        <w:t xml:space="preserve"> </w:t>
      </w:r>
      <w:r w:rsidRPr="003F52A2">
        <w:rPr>
          <w:cs/>
          <w:lang w:bidi="bn-IN"/>
        </w:rPr>
        <w:t>সেটা হচেছ অপরকে কষ্ট দান</w:t>
      </w:r>
      <w:r w:rsidRPr="003F52A2">
        <w:t>,</w:t>
      </w:r>
      <w:r w:rsidRPr="003F52A2">
        <w:rPr>
          <w:cs/>
          <w:lang w:bidi="bn-IN"/>
        </w:rPr>
        <w:t>আর কল্যাণও একটি</w:t>
      </w:r>
      <w:r w:rsidRPr="003F52A2">
        <w:t>,</w:t>
      </w:r>
      <w:r w:rsidRPr="003F52A2">
        <w:rPr>
          <w:cs/>
          <w:lang w:bidi="bn-IN"/>
        </w:rPr>
        <w:t>তা হলো মানুষের সেবা ও সৃষ্টির কল্যাণ।</w:t>
      </w:r>
      <w:r w:rsidR="008139DD">
        <w:rPr>
          <w:lang w:bidi="bn-IN"/>
        </w:rPr>
        <w:t xml:space="preserve"> </w:t>
      </w:r>
      <w:r w:rsidRPr="003F52A2">
        <w:rPr>
          <w:cs/>
          <w:lang w:bidi="bn-IN"/>
        </w:rPr>
        <w:t>প্রেমের মতবাদের বাণী একটি</w:t>
      </w:r>
      <w:r w:rsidRPr="003F52A2">
        <w:t>,</w:t>
      </w:r>
      <w:r w:rsidRPr="003F52A2">
        <w:rPr>
          <w:cs/>
          <w:lang w:bidi="bn-IN"/>
        </w:rPr>
        <w:t xml:space="preserve">আর তা হলো মানবতার কল্যাণ করো। </w:t>
      </w:r>
      <w:r w:rsidR="00611BB9">
        <w:rPr>
          <w:cs/>
          <w:lang w:bidi="bn-IN"/>
        </w:rPr>
        <w:t>তা</w:t>
      </w:r>
      <w:r w:rsidRPr="003F52A2">
        <w:rPr>
          <w:cs/>
          <w:lang w:bidi="bn-IN"/>
        </w:rPr>
        <w:t>দের দৃষ্টিতে ত্রুটিও একটি</w:t>
      </w:r>
      <w:r w:rsidRPr="003F52A2">
        <w:t>,</w:t>
      </w:r>
      <w:r w:rsidRPr="003F52A2">
        <w:rPr>
          <w:cs/>
          <w:lang w:bidi="bn-IN"/>
        </w:rPr>
        <w:t>তা হলো মানুষকে কষ্ট দান।</w:t>
      </w:r>
    </w:p>
    <w:p w:rsidR="008139DD" w:rsidRPr="007359A5" w:rsidRDefault="008139DD" w:rsidP="00E92508">
      <w:pPr>
        <w:pStyle w:val="Heading1"/>
        <w:rPr>
          <w:rFonts w:eastAsia="Calibri"/>
        </w:rPr>
      </w:pPr>
      <w:r>
        <w:rPr>
          <w:cs/>
          <w:lang w:bidi="bn-IN"/>
        </w:rPr>
        <w:br w:type="page"/>
      </w:r>
      <w:bookmarkStart w:id="60" w:name="_Toc392601469"/>
      <w:r w:rsidR="003F52A2" w:rsidRPr="003F52A2">
        <w:rPr>
          <w:cs/>
          <w:lang w:bidi="bn-IN"/>
        </w:rPr>
        <w:t>সৃষ্টির কল্যাণ সাধন ও আত্মত্যাগের প্রতি কোরআনের আহবান</w:t>
      </w:r>
      <w:bookmarkEnd w:id="60"/>
    </w:p>
    <w:p w:rsidR="00BF771E" w:rsidRDefault="00BF771E" w:rsidP="00611BB9">
      <w:pPr>
        <w:pStyle w:val="libNormal"/>
        <w:rPr>
          <w:lang w:bidi="bn-IN"/>
        </w:rPr>
      </w:pPr>
    </w:p>
    <w:p w:rsidR="00BF771E" w:rsidRDefault="003F52A2" w:rsidP="00611BB9">
      <w:pPr>
        <w:pStyle w:val="libNormal"/>
      </w:pPr>
      <w:r w:rsidRPr="00BF771E">
        <w:rPr>
          <w:cs/>
          <w:lang w:bidi="bn-IN"/>
        </w:rPr>
        <w:t>এ বিষয়ে ইসলামী মতবাদেরও একটি পর্যালোচনা দরকার। ইসলামের দৃষ্টিতে মানব সেবা ও</w:t>
      </w:r>
      <w:r w:rsidR="00BF771E">
        <w:rPr>
          <w:lang w:bidi="bn-IN"/>
        </w:rPr>
        <w:t xml:space="preserve"> </w:t>
      </w:r>
      <w:r w:rsidR="00BF771E">
        <w:rPr>
          <w:cs/>
          <w:lang w:bidi="bn-IN"/>
        </w:rPr>
        <w:t>কল্যাণ যে স্বয়ং একটি স্বর্গী</w:t>
      </w:r>
      <w:r w:rsidRPr="00BF771E">
        <w:rPr>
          <w:cs/>
          <w:lang w:bidi="bn-IN"/>
        </w:rPr>
        <w:t>য় ও মানবীয় মূল্যবোধ এ বিষয়ে কোন সন্দেহ নেই। মানব প্রেম ও সেবা</w:t>
      </w:r>
      <w:r w:rsidRPr="00BF771E">
        <w:t>,</w:t>
      </w:r>
      <w:r w:rsidRPr="00BF771E">
        <w:rPr>
          <w:cs/>
          <w:lang w:bidi="bn-IN"/>
        </w:rPr>
        <w:t>মানুষের কষ্ট অনুধাবন ও সহমর্মিতা ইসলামের দৃষ্টিতে এক প্রকার পূর্ণতা ও মূল্যবোধ</w:t>
      </w:r>
      <w:r w:rsidRPr="00BF771E">
        <w:t>,</w:t>
      </w:r>
      <w:r w:rsidRPr="00BF771E">
        <w:rPr>
          <w:cs/>
          <w:lang w:bidi="bn-IN"/>
        </w:rPr>
        <w:t>তাই এর</w:t>
      </w:r>
      <w:r w:rsidR="00BF771E">
        <w:rPr>
          <w:lang w:bidi="bn-IN"/>
        </w:rPr>
        <w:t xml:space="preserve"> </w:t>
      </w:r>
      <w:r w:rsidRPr="00BF771E">
        <w:rPr>
          <w:cs/>
          <w:lang w:bidi="bn-IN"/>
        </w:rPr>
        <w:t>মর্যাদাও অনেক বেশি</w:t>
      </w:r>
      <w:r w:rsidRPr="00BF771E">
        <w:t>,</w:t>
      </w:r>
      <w:r w:rsidRPr="00BF771E">
        <w:rPr>
          <w:cs/>
          <w:lang w:bidi="bn-IN"/>
        </w:rPr>
        <w:t>কিন্তু ইসলাম সীমাবদ্ধতায় বিশ্বাসী নয়।</w:t>
      </w:r>
      <w:r w:rsidR="00BF771E">
        <w:rPr>
          <w:lang w:bidi="bn-IN"/>
        </w:rPr>
        <w:t xml:space="preserve"> </w:t>
      </w:r>
      <w:r w:rsidRPr="00BF771E">
        <w:rPr>
          <w:cs/>
          <w:lang w:bidi="bn-IN"/>
        </w:rPr>
        <w:t>বক্তব্যের শুরুতে আমি এ আয়াতটি পাঠ করেছি</w:t>
      </w:r>
      <w:r w:rsidRPr="00BF771E">
        <w:t>,</w:t>
      </w:r>
    </w:p>
    <w:p w:rsidR="00BF771E" w:rsidRPr="00C640B7" w:rsidRDefault="00BF771E" w:rsidP="00BF771E">
      <w:pPr>
        <w:pStyle w:val="libAie"/>
        <w:rPr>
          <w:rtl/>
        </w:rPr>
      </w:pPr>
      <w:r w:rsidRPr="00BF771E">
        <w:rPr>
          <w:rStyle w:val="libAlaemChar"/>
          <w:rFonts w:hint="cs"/>
          <w:rtl/>
        </w:rPr>
        <w:t>(</w:t>
      </w:r>
      <w:r w:rsidRPr="00BF771E">
        <w:rPr>
          <w:rStyle w:val="ayatext"/>
          <w:rtl/>
        </w:rPr>
        <w:t>إِنَّ اللَّـهَ يَأْمُرُ‌ بِالْعَدْلِ وَالْإِحْسَانِ وَإِيتَاءِ ذِي</w:t>
      </w:r>
      <w:r w:rsidRPr="00C640B7">
        <w:rPr>
          <w:rtl/>
        </w:rPr>
        <w:t xml:space="preserve"> </w:t>
      </w:r>
      <w:r w:rsidRPr="00BF771E">
        <w:rPr>
          <w:rStyle w:val="ayatext"/>
          <w:rtl/>
        </w:rPr>
        <w:t>الْقُرْ‌بَىٰ وَيَنْهَىٰ عَنِ الْفَحْشَاءِ وَالْمُنكَرِ‌ وَالْبَغْيِ</w:t>
      </w:r>
      <w:r w:rsidRPr="00BF771E">
        <w:rPr>
          <w:rStyle w:val="libAlaemChar"/>
          <w:rFonts w:hint="cs"/>
          <w:rtl/>
        </w:rPr>
        <w:t>)</w:t>
      </w:r>
    </w:p>
    <w:p w:rsidR="00BF771E" w:rsidRPr="00C640B7" w:rsidRDefault="00BF771E" w:rsidP="00611BB9">
      <w:pPr>
        <w:pStyle w:val="libNormal"/>
        <w:rPr>
          <w:rtl/>
        </w:rPr>
      </w:pPr>
    </w:p>
    <w:p w:rsidR="00BF771E" w:rsidRDefault="003F52A2" w:rsidP="00611BB9">
      <w:pPr>
        <w:pStyle w:val="libNormal"/>
        <w:rPr>
          <w:rStyle w:val="libAlaemChar"/>
        </w:rPr>
      </w:pPr>
      <w:r w:rsidRPr="007359A5">
        <w:rPr>
          <w:rStyle w:val="libAlaemChar"/>
        </w:rPr>
        <w:t>“</w:t>
      </w:r>
      <w:r w:rsidRPr="007359A5">
        <w:rPr>
          <w:cs/>
          <w:lang w:bidi="bn-IN"/>
        </w:rPr>
        <w:t>আল্লাহ্ তোমাদের নির্দেশ দিচ্ছেন ন্যায়বিচার (মানুষের অধিকারকে</w:t>
      </w:r>
      <w:r w:rsidRPr="003F52A2">
        <w:rPr>
          <w:cs/>
          <w:lang w:bidi="bn-IN"/>
        </w:rPr>
        <w:t xml:space="preserve"> রক্ষা করার)</w:t>
      </w:r>
      <w:r w:rsidRPr="003F52A2">
        <w:t>,</w:t>
      </w:r>
      <w:r w:rsidRPr="003F52A2">
        <w:rPr>
          <w:cs/>
          <w:lang w:bidi="bn-IN"/>
        </w:rPr>
        <w:t>সদাচরণ ও</w:t>
      </w:r>
      <w:r w:rsidR="00BF771E">
        <w:rPr>
          <w:lang w:bidi="bn-IN"/>
        </w:rPr>
        <w:t xml:space="preserve"> </w:t>
      </w:r>
      <w:r w:rsidRPr="003F52A2">
        <w:rPr>
          <w:cs/>
          <w:lang w:bidi="bn-IN"/>
        </w:rPr>
        <w:t>আত্মীয়-স্বজনকে দান করার এবং নিষেধ করছেন অশ্লীলতা</w:t>
      </w:r>
      <w:r w:rsidRPr="003F52A2">
        <w:t>,</w:t>
      </w:r>
      <w:r w:rsidRPr="003F52A2">
        <w:rPr>
          <w:cs/>
          <w:lang w:bidi="bn-IN"/>
        </w:rPr>
        <w:t>অসঙ্গত কাজ এবং অবাধ্য হতে।</w:t>
      </w:r>
      <w:r w:rsidRPr="00D542A0">
        <w:rPr>
          <w:rStyle w:val="libAlaemChar"/>
        </w:rPr>
        <w:t>”</w:t>
      </w:r>
    </w:p>
    <w:p w:rsidR="00BF771E" w:rsidRDefault="00BF771E" w:rsidP="00611BB9">
      <w:pPr>
        <w:pStyle w:val="libNormal"/>
        <w:rPr>
          <w:lang w:bidi="bn-IN"/>
        </w:rPr>
      </w:pPr>
    </w:p>
    <w:p w:rsidR="00BF771E" w:rsidRDefault="003F52A2" w:rsidP="00611BB9">
      <w:pPr>
        <w:pStyle w:val="libNormal"/>
        <w:rPr>
          <w:lang w:bidi="bn-IN"/>
        </w:rPr>
      </w:pPr>
      <w:r w:rsidRPr="003F52A2">
        <w:rPr>
          <w:cs/>
          <w:lang w:bidi="bn-IN"/>
        </w:rPr>
        <w:t>এখানে আল্লাহ্ শুধু মানুষের অধিকার রক্ষার কথাই বলেননি</w:t>
      </w:r>
      <w:r w:rsidRPr="003F52A2">
        <w:t>,</w:t>
      </w:r>
      <w:r w:rsidRPr="003F52A2">
        <w:rPr>
          <w:cs/>
          <w:lang w:bidi="bn-IN"/>
        </w:rPr>
        <w:t>বরং নিজের অধিকার হতেও তাদের</w:t>
      </w:r>
      <w:r w:rsidR="00BF771E">
        <w:rPr>
          <w:lang w:bidi="bn-IN"/>
        </w:rPr>
        <w:t xml:space="preserve"> </w:t>
      </w:r>
      <w:r w:rsidRPr="003F52A2">
        <w:rPr>
          <w:cs/>
          <w:lang w:bidi="bn-IN"/>
        </w:rPr>
        <w:t>প্রতি দান করা ও সদাচরণের নির্দশ দিয়েছেন।</w:t>
      </w:r>
    </w:p>
    <w:p w:rsidR="00BF771E" w:rsidRDefault="003F52A2" w:rsidP="00611BB9">
      <w:pPr>
        <w:pStyle w:val="libNormal"/>
        <w:rPr>
          <w:lang w:bidi="bn-IN"/>
        </w:rPr>
      </w:pPr>
      <w:r w:rsidRPr="003F52A2">
        <w:rPr>
          <w:cs/>
          <w:lang w:bidi="bn-IN"/>
        </w:rPr>
        <w:t>আত্মত্যাগ কোরআনের একটি মৌলিক বিষয়। আত্মত্যাগ অর্থ নিজের অধিকার ত্যাগ করা এবং যে</w:t>
      </w:r>
      <w:r w:rsidR="00BF771E">
        <w:rPr>
          <w:lang w:bidi="bn-IN"/>
        </w:rPr>
        <w:t xml:space="preserve"> </w:t>
      </w:r>
      <w:r w:rsidRPr="003F52A2">
        <w:rPr>
          <w:cs/>
          <w:lang w:bidi="bn-IN"/>
        </w:rPr>
        <w:t>বস্তু তার নিজের ও অত্যন্ত প্রয়োজনীয় অন্যের প্রয়োজনে তার উপর ঐ ব্যক্তিকে অগ্রাধিকার দেয়া।</w:t>
      </w:r>
      <w:r w:rsidR="00BF771E">
        <w:rPr>
          <w:lang w:bidi="bn-IN"/>
        </w:rPr>
        <w:t xml:space="preserve"> </w:t>
      </w:r>
      <w:r w:rsidRPr="003F52A2">
        <w:rPr>
          <w:cs/>
          <w:lang w:bidi="bn-IN"/>
        </w:rPr>
        <w:t>আত্মত্যাগ মনুষত্বের এক মহৎ ও গৌরবময় প্রকাশ এবং কোরআন আত্মত্যাগকে আশ্চর্যজনকরূপে</w:t>
      </w:r>
      <w:r w:rsidR="00BF771E">
        <w:rPr>
          <w:lang w:bidi="bn-IN"/>
        </w:rPr>
        <w:t xml:space="preserve"> </w:t>
      </w:r>
      <w:r w:rsidRPr="003F52A2">
        <w:rPr>
          <w:cs/>
          <w:lang w:bidi="bn-IN"/>
        </w:rPr>
        <w:t>প্রশংসা করেছে। রাসূল (সা.)-এর সাহাবীদের মধ্যে আনসাররা মুহাজিরদের নিজেদের উপর</w:t>
      </w:r>
      <w:r w:rsidR="00BF771E">
        <w:rPr>
          <w:lang w:bidi="bn-IN"/>
        </w:rPr>
        <w:t xml:space="preserve"> </w:t>
      </w:r>
      <w:r w:rsidRPr="003F52A2">
        <w:rPr>
          <w:cs/>
          <w:lang w:bidi="bn-IN"/>
        </w:rPr>
        <w:t>অগ্রাধিকার দেয়ার বিষয়টি কোরআন এভাবে বলেছে-</w:t>
      </w:r>
    </w:p>
    <w:p w:rsidR="00BF771E" w:rsidRPr="00CC394F" w:rsidRDefault="00CC394F" w:rsidP="00CC394F">
      <w:pPr>
        <w:pStyle w:val="libAie"/>
        <w:rPr>
          <w:rtl/>
        </w:rPr>
      </w:pPr>
      <w:r w:rsidRPr="00CC394F">
        <w:rPr>
          <w:rStyle w:val="libAlaemChar"/>
          <w:rFonts w:hint="cs"/>
          <w:rtl/>
        </w:rPr>
        <w:t>(</w:t>
      </w:r>
      <w:r w:rsidR="00BF771E" w:rsidRPr="00E00DD6">
        <w:rPr>
          <w:rFonts w:hint="cs"/>
          <w:rtl/>
        </w:rPr>
        <w:t>وَيُؤْثِرُ‌ونَ</w:t>
      </w:r>
      <w:r w:rsidR="00BF771E" w:rsidRPr="00CC394F">
        <w:rPr>
          <w:rtl/>
        </w:rPr>
        <w:t xml:space="preserve"> </w:t>
      </w:r>
      <w:r w:rsidR="00BF771E" w:rsidRPr="00E00DD6">
        <w:rPr>
          <w:rFonts w:hint="cs"/>
          <w:rtl/>
        </w:rPr>
        <w:t>عَلَىٰ</w:t>
      </w:r>
      <w:r w:rsidR="00BF771E" w:rsidRPr="00CC394F">
        <w:rPr>
          <w:rtl/>
        </w:rPr>
        <w:t xml:space="preserve"> </w:t>
      </w:r>
      <w:r w:rsidR="00BF771E" w:rsidRPr="00CC394F">
        <w:rPr>
          <w:rFonts w:hint="cs"/>
          <w:rtl/>
        </w:rPr>
        <w:t>أَنفُسِهِمْ</w:t>
      </w:r>
      <w:r w:rsidR="00BF771E" w:rsidRPr="00CC394F">
        <w:rPr>
          <w:rtl/>
        </w:rPr>
        <w:t xml:space="preserve"> </w:t>
      </w:r>
      <w:r w:rsidR="00BF771E" w:rsidRPr="00E00DD6">
        <w:rPr>
          <w:rFonts w:hint="cs"/>
          <w:rtl/>
        </w:rPr>
        <w:t>وَلَوْ</w:t>
      </w:r>
      <w:r w:rsidR="00BF771E" w:rsidRPr="00CC394F">
        <w:rPr>
          <w:rtl/>
        </w:rPr>
        <w:t xml:space="preserve"> </w:t>
      </w:r>
      <w:r w:rsidR="00BF771E" w:rsidRPr="00CC394F">
        <w:rPr>
          <w:rFonts w:hint="cs"/>
          <w:rtl/>
        </w:rPr>
        <w:t>كَانَ بِهِمْ خَصَاصَةٌ</w:t>
      </w:r>
      <w:r w:rsidRPr="00CC394F">
        <w:rPr>
          <w:rStyle w:val="libAlaemChar"/>
          <w:rFonts w:hint="cs"/>
          <w:rtl/>
        </w:rPr>
        <w:t>)</w:t>
      </w:r>
    </w:p>
    <w:p w:rsidR="00BF771E" w:rsidRDefault="00BF771E" w:rsidP="00611BB9">
      <w:pPr>
        <w:pStyle w:val="libNormal"/>
        <w:rPr>
          <w:lang w:bidi="bn-IN"/>
        </w:rPr>
      </w:pPr>
    </w:p>
    <w:p w:rsidR="00CC394F" w:rsidRDefault="00CC394F" w:rsidP="00CC394F">
      <w:pPr>
        <w:pStyle w:val="libNormal"/>
        <w:rPr>
          <w:lang w:bidi="bn-IN"/>
        </w:rPr>
      </w:pPr>
      <w:r>
        <w:rPr>
          <w:cs/>
          <w:lang w:bidi="bn-IN"/>
        </w:rPr>
        <w:t xml:space="preserve">এবং সূরা </w:t>
      </w:r>
      <w:r w:rsidRPr="00CC394F">
        <w:rPr>
          <w:cs/>
          <w:lang w:bidi="bn-IN"/>
        </w:rPr>
        <w:t>দাহরে</w:t>
      </w:r>
      <w:r w:rsidR="003F52A2" w:rsidRPr="003F52A2">
        <w:rPr>
          <w:cs/>
          <w:lang w:bidi="bn-IN"/>
        </w:rPr>
        <w:t xml:space="preserve"> হযরত আলী</w:t>
      </w:r>
      <w:r w:rsidR="003F52A2" w:rsidRPr="003F52A2">
        <w:t>,</w:t>
      </w:r>
      <w:r w:rsidR="003F52A2" w:rsidRPr="003F52A2">
        <w:rPr>
          <w:cs/>
          <w:lang w:bidi="bn-IN"/>
        </w:rPr>
        <w:t>ফাতেমা এবং ইমাম হাসান ভ্রাতৃদ্বয়ের আত্মত্যাগের বিষয়টি</w:t>
      </w:r>
      <w:r>
        <w:rPr>
          <w:lang w:bidi="bn-IN"/>
        </w:rPr>
        <w:t xml:space="preserve"> </w:t>
      </w:r>
      <w:r w:rsidR="003F52A2" w:rsidRPr="003F52A2">
        <w:rPr>
          <w:cs/>
          <w:lang w:bidi="bn-IN"/>
        </w:rPr>
        <w:t>এভাবে বর্ণিত হয়েছে-</w:t>
      </w:r>
    </w:p>
    <w:p w:rsidR="00CC394F" w:rsidRPr="00CC394F" w:rsidRDefault="00CC394F" w:rsidP="00CC394F">
      <w:pPr>
        <w:pStyle w:val="libAie"/>
        <w:rPr>
          <w:lang w:bidi="fa-IR"/>
        </w:rPr>
      </w:pPr>
      <w:r w:rsidRPr="00CC394F">
        <w:rPr>
          <w:rStyle w:val="libAlaemChar"/>
          <w:rFonts w:hint="cs"/>
          <w:rtl/>
        </w:rPr>
        <w:t>(</w:t>
      </w:r>
      <w:r w:rsidRPr="00CC394F">
        <w:rPr>
          <w:rStyle w:val="ayatext"/>
          <w:rtl/>
        </w:rPr>
        <w:t>وَيُطْعِمُونَ الطَّعَامَ عَلَىٰ حُبِّهِ مِسْكِينًا وَيَتِيمًا وَأَسِيرً‌ا</w:t>
      </w:r>
      <w:r w:rsidRPr="00CC394F">
        <w:rPr>
          <w:rtl/>
        </w:rPr>
        <w:t xml:space="preserve"> </w:t>
      </w:r>
      <w:r w:rsidRPr="00CC394F">
        <w:rPr>
          <w:rStyle w:val="ayatext"/>
          <w:rtl/>
        </w:rPr>
        <w:t>إِنَّمَا نُطْعِمُكُمْ لِوَجْهِ اللَّـهِ لَا نُرِ‌يدُ مِنكُمْ جَزَاءً وَلَا شُكُورً‌ا</w:t>
      </w:r>
      <w:r w:rsidRPr="00CC394F">
        <w:rPr>
          <w:rStyle w:val="libAlaemChar"/>
          <w:rFonts w:hint="cs"/>
          <w:rtl/>
        </w:rPr>
        <w:t>)</w:t>
      </w:r>
    </w:p>
    <w:p w:rsidR="00CC394F" w:rsidRDefault="003F52A2" w:rsidP="00CC394F">
      <w:pPr>
        <w:pStyle w:val="libNormal"/>
        <w:rPr>
          <w:lang w:bidi="bn-IN"/>
        </w:rPr>
      </w:pPr>
      <w:r w:rsidRPr="00D542A0">
        <w:rPr>
          <w:rStyle w:val="libAlaemChar"/>
        </w:rPr>
        <w:t>“</w:t>
      </w:r>
      <w:r w:rsidRPr="003F52A2">
        <w:rPr>
          <w:cs/>
          <w:lang w:bidi="bn-IN"/>
        </w:rPr>
        <w:t>তারা আল্লাহর প্রেমে অভাবগ্রস্ত</w:t>
      </w:r>
      <w:r w:rsidRPr="003F52A2">
        <w:t>,</w:t>
      </w:r>
      <w:r w:rsidRPr="003F52A2">
        <w:rPr>
          <w:cs/>
          <w:lang w:bidi="bn-IN"/>
        </w:rPr>
        <w:t>এতিম ও বন্দিদের আহার্য দান করে। তারা বলে : কেবল</w:t>
      </w:r>
      <w:r w:rsidRPr="00D542A0">
        <w:rPr>
          <w:rStyle w:val="libAlaemChar"/>
        </w:rPr>
        <w:t>—</w:t>
      </w:r>
      <w:r w:rsidRPr="003F52A2">
        <w:rPr>
          <w:cs/>
          <w:lang w:bidi="bn-IN"/>
        </w:rPr>
        <w:t>আল্লাহর সন্তুষ্টির জন্য আমরা তোমাদের আহার্য দান করি এবং তোমাদের কাছে কোন প্রতিদান ও</w:t>
      </w:r>
      <w:r w:rsidR="00CC394F">
        <w:rPr>
          <w:lang w:bidi="bn-IN"/>
        </w:rPr>
        <w:t xml:space="preserve"> </w:t>
      </w:r>
      <w:r w:rsidRPr="003F52A2">
        <w:rPr>
          <w:cs/>
          <w:lang w:bidi="bn-IN"/>
        </w:rPr>
        <w:t>কৃতজ্ঞতা কামনা করি না।</w:t>
      </w:r>
      <w:r w:rsidRPr="00D542A0">
        <w:rPr>
          <w:rStyle w:val="libAlaemChar"/>
        </w:rPr>
        <w:t>”</w:t>
      </w:r>
      <w:r w:rsidRPr="003F52A2">
        <w:t xml:space="preserve"> </w:t>
      </w:r>
      <w:r w:rsidR="00CC394F">
        <w:rPr>
          <w:cs/>
          <w:lang w:bidi="bn-IN"/>
        </w:rPr>
        <w:t>এ আয়াতের শানে নুযূ</w:t>
      </w:r>
      <w:r w:rsidRPr="003F52A2">
        <w:rPr>
          <w:cs/>
          <w:lang w:bidi="bn-IN"/>
        </w:rPr>
        <w:t>ল এরূপ যে</w:t>
      </w:r>
      <w:r w:rsidRPr="003F52A2">
        <w:t>,</w:t>
      </w:r>
      <w:r w:rsidRPr="003F52A2">
        <w:rPr>
          <w:cs/>
          <w:lang w:bidi="bn-IN"/>
        </w:rPr>
        <w:t>ইমাম হাসান ও হুসাইন</w:t>
      </w:r>
      <w:r w:rsidR="00CC394F">
        <w:rPr>
          <w:cs/>
          <w:lang w:bidi="bn-IN"/>
        </w:rPr>
        <w:t xml:space="preserve"> অসুস্থ হয়ে</w:t>
      </w:r>
      <w:r w:rsidR="00CC394F">
        <w:rPr>
          <w:lang w:bidi="bn-IN"/>
        </w:rPr>
        <w:t xml:space="preserve"> </w:t>
      </w:r>
      <w:r w:rsidRPr="003F52A2">
        <w:rPr>
          <w:cs/>
          <w:lang w:bidi="bn-IN"/>
        </w:rPr>
        <w:t>পড়লে হযরত আলী ও ফাতিমা (আ.) তিন দিন রোযা রাখার জন্য নযর করেন। হযরত আলী কাজ</w:t>
      </w:r>
      <w:r w:rsidR="00CC394F">
        <w:rPr>
          <w:lang w:bidi="bn-IN"/>
        </w:rPr>
        <w:t xml:space="preserve"> </w:t>
      </w:r>
      <w:r w:rsidRPr="003F52A2">
        <w:rPr>
          <w:cs/>
          <w:lang w:bidi="bn-IN"/>
        </w:rPr>
        <w:t>করে কিছু যবের আটা যোগাড় করেন এবং হযরত ফাতিমা তা দিয়ে রুটি তৈরি করেন। ইফতারের</w:t>
      </w:r>
      <w:r w:rsidR="00CC394F">
        <w:rPr>
          <w:lang w:bidi="bn-IN"/>
        </w:rPr>
        <w:t xml:space="preserve"> </w:t>
      </w:r>
      <w:r w:rsidRPr="003F52A2">
        <w:rPr>
          <w:cs/>
          <w:lang w:bidi="bn-IN"/>
        </w:rPr>
        <w:t xml:space="preserve">সময় একজন মিসকিন এসে খাদ্য চাইলে </w:t>
      </w:r>
      <w:r w:rsidR="00FE6D44">
        <w:rPr>
          <w:cs/>
          <w:lang w:bidi="bn-IN"/>
        </w:rPr>
        <w:t>তারা</w:t>
      </w:r>
      <w:r w:rsidRPr="003F52A2">
        <w:rPr>
          <w:cs/>
          <w:lang w:bidi="bn-IN"/>
        </w:rPr>
        <w:t xml:space="preserve"> পুরো আহার্যই তাকে দান করেন। এরূপ দ্বিতীয় দিনএকজন এতীম এবং তৃতীয় দিন একজন বন্দি এসে খাদ্য চাইলে পরপর তিন দিন </w:t>
      </w:r>
      <w:r w:rsidR="00FE6D44">
        <w:rPr>
          <w:cs/>
          <w:lang w:bidi="bn-IN"/>
        </w:rPr>
        <w:t>তারা</w:t>
      </w:r>
      <w:r w:rsidRPr="003F52A2">
        <w:rPr>
          <w:cs/>
          <w:lang w:bidi="bn-IN"/>
        </w:rPr>
        <w:t xml:space="preserve"> এ আত্মত্যাগ</w:t>
      </w:r>
      <w:r w:rsidR="00CC394F">
        <w:rPr>
          <w:lang w:bidi="bn-IN"/>
        </w:rPr>
        <w:t xml:space="preserve"> </w:t>
      </w:r>
      <w:r w:rsidRPr="003F52A2">
        <w:rPr>
          <w:cs/>
          <w:lang w:bidi="bn-IN"/>
        </w:rPr>
        <w:t>করেন এবং নিজেরা অভুক্ত থাকেন। তখন এ আয়াত অবতীর্ণ হয়।</w:t>
      </w:r>
    </w:p>
    <w:p w:rsidR="00CC394F" w:rsidRDefault="003F52A2" w:rsidP="00CC394F">
      <w:pPr>
        <w:pStyle w:val="libNormal"/>
        <w:rPr>
          <w:lang w:bidi="bn-IN"/>
        </w:rPr>
      </w:pPr>
      <w:r w:rsidRPr="003F52A2">
        <w:rPr>
          <w:cs/>
          <w:lang w:bidi="bn-IN"/>
        </w:rPr>
        <w:t>আত্মত্যাগ মানব মর্যাদার এক গৌরবময় ও মহান বিষয় যা ইসলাম প্রশংসা করেছে এবং</w:t>
      </w:r>
      <w:r w:rsidR="00CC394F">
        <w:rPr>
          <w:lang w:bidi="bn-IN"/>
        </w:rPr>
        <w:t xml:space="preserve"> </w:t>
      </w:r>
      <w:r w:rsidRPr="003F52A2">
        <w:rPr>
          <w:cs/>
          <w:lang w:bidi="bn-IN"/>
        </w:rPr>
        <w:t>ইসলামের ইতিহাসে আত্মত্যাগের এরূপ অসংখ্য নমুনা রয়েছে।</w:t>
      </w:r>
    </w:p>
    <w:p w:rsidR="00CC394F" w:rsidRDefault="00CC394F" w:rsidP="00CC394F">
      <w:pPr>
        <w:pStyle w:val="libNormal"/>
        <w:rPr>
          <w:lang w:bidi="bn-IN"/>
        </w:rPr>
      </w:pPr>
      <w:r>
        <w:rPr>
          <w:cs/>
          <w:lang w:bidi="bn-IN"/>
        </w:rPr>
        <w:t>স্নেহ</w:t>
      </w:r>
      <w:r w:rsidR="003F52A2" w:rsidRPr="003F52A2">
        <w:rPr>
          <w:cs/>
          <w:lang w:bidi="bn-IN"/>
        </w:rPr>
        <w:t>-ভালোবাসার একটি উদাহরণ :</w:t>
      </w:r>
    </w:p>
    <w:p w:rsidR="00CC394F" w:rsidRDefault="00CC394F" w:rsidP="00CC394F">
      <w:pPr>
        <w:pStyle w:val="libNormal"/>
        <w:rPr>
          <w:lang w:bidi="bn-IN"/>
        </w:rPr>
      </w:pPr>
      <w:r>
        <w:rPr>
          <w:cs/>
          <w:lang w:bidi="bn-IN"/>
        </w:rPr>
        <w:t>স্নেহ</w:t>
      </w:r>
      <w:r w:rsidR="003F52A2" w:rsidRPr="003F52A2">
        <w:t>,</w:t>
      </w:r>
      <w:r w:rsidR="003F52A2" w:rsidRPr="003F52A2">
        <w:rPr>
          <w:cs/>
          <w:lang w:bidi="bn-IN"/>
        </w:rPr>
        <w:t>ভালবাসা ও অনুগ্রহ সব সময় ইসলামে পুণ্য কর্ম হি</w:t>
      </w:r>
      <w:r>
        <w:rPr>
          <w:cs/>
          <w:lang w:bidi="bn-IN"/>
        </w:rPr>
        <w:t>সেবে উপস্থাপিত হয়েছে। এ ঘটনাটি</w:t>
      </w:r>
      <w:r>
        <w:rPr>
          <w:lang w:bidi="bn-IN"/>
        </w:rPr>
        <w:t xml:space="preserve"> </w:t>
      </w:r>
      <w:r w:rsidR="003F52A2" w:rsidRPr="003F52A2">
        <w:rPr>
          <w:cs/>
          <w:lang w:bidi="bn-IN"/>
        </w:rPr>
        <w:t>হয়তো শুনে থাকবেন যে</w:t>
      </w:r>
      <w:r w:rsidR="003F52A2" w:rsidRPr="003F52A2">
        <w:t>,</w:t>
      </w:r>
      <w:r w:rsidR="003F52A2" w:rsidRPr="003F52A2">
        <w:rPr>
          <w:cs/>
          <w:lang w:bidi="bn-IN"/>
        </w:rPr>
        <w:t>একদিন এক জাহেলিয়াতের সম্ভ্রান্ত ব্যক্তি রাসূল (সা.)-এর নিকট এসে লক্ষ্য</w:t>
      </w:r>
      <w:r>
        <w:rPr>
          <w:lang w:bidi="bn-IN"/>
        </w:rPr>
        <w:t xml:space="preserve"> </w:t>
      </w:r>
      <w:r w:rsidR="003F52A2" w:rsidRPr="003F52A2">
        <w:rPr>
          <w:cs/>
          <w:lang w:bidi="bn-IN"/>
        </w:rPr>
        <w:t xml:space="preserve">করল তিনি </w:t>
      </w:r>
      <w:r w:rsidR="00FE6D44">
        <w:rPr>
          <w:cs/>
          <w:lang w:bidi="bn-IN"/>
        </w:rPr>
        <w:t>তার</w:t>
      </w:r>
      <w:r w:rsidR="003F52A2" w:rsidRPr="003F52A2">
        <w:rPr>
          <w:cs/>
          <w:lang w:bidi="bn-IN"/>
        </w:rPr>
        <w:t xml:space="preserve"> এক নাতীকে কোলে বসিয়ে আদর করে চুমু খাচ্ছেন। লোকটি রাসূলকে লক্ষ্য করে</w:t>
      </w:r>
      <w:r>
        <w:rPr>
          <w:lang w:bidi="bn-IN"/>
        </w:rPr>
        <w:t xml:space="preserve"> </w:t>
      </w:r>
      <w:r w:rsidR="003F52A2" w:rsidRPr="003F52A2">
        <w:rPr>
          <w:cs/>
          <w:lang w:bidi="bn-IN"/>
        </w:rPr>
        <w:t>বলল</w:t>
      </w:r>
      <w:r w:rsidR="003F52A2" w:rsidRPr="003F52A2">
        <w:t>,</w:t>
      </w:r>
      <w:r w:rsidR="003F52A2" w:rsidRPr="00D542A0">
        <w:rPr>
          <w:rStyle w:val="libAlaemChar"/>
        </w:rPr>
        <w:t>“</w:t>
      </w:r>
      <w:r w:rsidR="003F52A2" w:rsidRPr="003F52A2">
        <w:rPr>
          <w:cs/>
          <w:lang w:bidi="bn-IN"/>
        </w:rPr>
        <w:t>আমার দশটি সন্তান রয়েছে। কিন্তু আমার সারা জীবনে তাদের কাউকে একবারও চুমু</w:t>
      </w:r>
      <w:r>
        <w:rPr>
          <w:lang w:bidi="bn-IN"/>
        </w:rPr>
        <w:t xml:space="preserve"> </w:t>
      </w:r>
      <w:r w:rsidR="003F52A2" w:rsidRPr="003F52A2">
        <w:rPr>
          <w:cs/>
          <w:lang w:bidi="bn-IN"/>
        </w:rPr>
        <w:t>খাইনি।</w:t>
      </w:r>
      <w:r w:rsidR="003F52A2" w:rsidRPr="00D542A0">
        <w:rPr>
          <w:rStyle w:val="libAlaemChar"/>
        </w:rPr>
        <w:t>”</w:t>
      </w:r>
      <w:r w:rsidR="003F52A2" w:rsidRPr="003F52A2">
        <w:rPr>
          <w:lang w:bidi="bn-IN"/>
        </w:rPr>
        <w:t xml:space="preserve"> </w:t>
      </w:r>
      <w:r w:rsidR="003F52A2" w:rsidRPr="003F52A2">
        <w:rPr>
          <w:cs/>
          <w:lang w:bidi="bn-IN"/>
        </w:rPr>
        <w:t>একটি বর্ণনায় এসেছে</w:t>
      </w:r>
      <w:r w:rsidR="003F52A2" w:rsidRPr="003F52A2">
        <w:t>,</w:t>
      </w:r>
      <w:r>
        <w:t xml:space="preserve"> </w:t>
      </w:r>
      <w:r w:rsidRPr="00CC394F">
        <w:rPr>
          <w:rStyle w:val="libArChar"/>
          <w:rFonts w:hint="cs"/>
          <w:rtl/>
        </w:rPr>
        <w:t>فالتمع وجه رسول الله</w:t>
      </w:r>
      <w:r>
        <w:t xml:space="preserve"> </w:t>
      </w:r>
      <w:r w:rsidR="003F52A2" w:rsidRPr="003F52A2">
        <w:rPr>
          <w:cs/>
          <w:lang w:bidi="bn-IN"/>
        </w:rPr>
        <w:t>তার এ কথায় রাসূল এতটা অসন্তুষ্ট হলেন যে</w:t>
      </w:r>
      <w:r w:rsidR="003F52A2" w:rsidRPr="003F52A2">
        <w:t>,</w:t>
      </w:r>
      <w:r w:rsidR="00FE6D44">
        <w:rPr>
          <w:cs/>
          <w:lang w:bidi="bn-IN"/>
        </w:rPr>
        <w:t>তার</w:t>
      </w:r>
      <w:r w:rsidR="003F52A2" w:rsidRPr="003F52A2">
        <w:rPr>
          <w:cs/>
          <w:lang w:bidi="bn-IN"/>
        </w:rPr>
        <w:t xml:space="preserve"> মুখের আকৃতি পরিবর্তিত হয়ে গেল এবং ঐ লোকটি থেকে মুখ ফিরিয়ে নিয়ে বললেন</w:t>
      </w:r>
      <w:r w:rsidR="003F52A2" w:rsidRPr="003F52A2">
        <w:t xml:space="preserve">, </w:t>
      </w:r>
      <w:r w:rsidRPr="00CC394F">
        <w:rPr>
          <w:rStyle w:val="libArChar"/>
          <w:rFonts w:hint="cs"/>
          <w:rtl/>
        </w:rPr>
        <w:t>من لا ی</w:t>
      </w:r>
      <w:r>
        <w:rPr>
          <w:rStyle w:val="libArChar"/>
          <w:rFonts w:hint="cs"/>
          <w:rtl/>
        </w:rPr>
        <w:t>َ</w:t>
      </w:r>
      <w:r w:rsidRPr="00CC394F">
        <w:rPr>
          <w:rStyle w:val="libArChar"/>
          <w:rFonts w:hint="cs"/>
          <w:rtl/>
        </w:rPr>
        <w:t>رحم لا ی</w:t>
      </w:r>
      <w:r>
        <w:rPr>
          <w:rStyle w:val="libArChar"/>
          <w:rFonts w:hint="cs"/>
          <w:rtl/>
        </w:rPr>
        <w:t>ُ</w:t>
      </w:r>
      <w:r w:rsidRPr="00CC394F">
        <w:rPr>
          <w:rStyle w:val="libArChar"/>
          <w:rFonts w:hint="cs"/>
          <w:rtl/>
        </w:rPr>
        <w:t>رحم</w:t>
      </w:r>
      <w:r w:rsidR="003F52A2" w:rsidRPr="003F52A2">
        <w:t xml:space="preserve"> </w:t>
      </w:r>
      <w:r w:rsidR="003F52A2" w:rsidRPr="00D542A0">
        <w:rPr>
          <w:rStyle w:val="libAlaemChar"/>
        </w:rPr>
        <w:t>“</w:t>
      </w:r>
      <w:r w:rsidR="003F52A2" w:rsidRPr="003F52A2">
        <w:rPr>
          <w:cs/>
          <w:lang w:bidi="bn-IN"/>
        </w:rPr>
        <w:t>যে অন্যকে দয়া ও অনুগ্রহ করে না</w:t>
      </w:r>
      <w:r w:rsidR="003F52A2" w:rsidRPr="003F52A2">
        <w:t>,</w:t>
      </w:r>
      <w:r w:rsidR="003F52A2" w:rsidRPr="003F52A2">
        <w:rPr>
          <w:cs/>
          <w:lang w:bidi="bn-IN"/>
        </w:rPr>
        <w:t>আল্লাহ্ও তার প্রতি দয়া করেন না।</w:t>
      </w:r>
      <w:r w:rsidR="003F52A2" w:rsidRPr="00D542A0">
        <w:rPr>
          <w:rStyle w:val="libAlaemChar"/>
        </w:rPr>
        <w:t>”</w:t>
      </w:r>
      <w:r w:rsidRPr="003F52A2">
        <w:rPr>
          <w:cs/>
          <w:lang w:bidi="bn-IN"/>
        </w:rPr>
        <w:t xml:space="preserve"> </w:t>
      </w:r>
      <w:r w:rsidR="003F52A2" w:rsidRPr="003F52A2">
        <w:rPr>
          <w:cs/>
          <w:lang w:bidi="bn-IN"/>
        </w:rPr>
        <w:t>(জামেয়ুস সাগীর</w:t>
      </w:r>
      <w:r w:rsidR="003F52A2" w:rsidRPr="003F52A2">
        <w:t>,</w:t>
      </w:r>
      <w:r w:rsidR="003F52A2" w:rsidRPr="003F52A2">
        <w:rPr>
          <w:cs/>
          <w:lang w:bidi="bn-IN"/>
        </w:rPr>
        <w:t>২য় খণ্ড</w:t>
      </w:r>
      <w:r w:rsidR="003F52A2" w:rsidRPr="003F52A2">
        <w:t>,</w:t>
      </w:r>
      <w:r w:rsidR="003F52A2" w:rsidRPr="003F52A2">
        <w:rPr>
          <w:cs/>
          <w:lang w:bidi="bn-IN"/>
        </w:rPr>
        <w:t>পৃ. ১৮৩)</w:t>
      </w:r>
    </w:p>
    <w:p w:rsidR="00CC394F" w:rsidRDefault="003F52A2" w:rsidP="00CC394F">
      <w:pPr>
        <w:pStyle w:val="libNormal"/>
      </w:pPr>
      <w:r w:rsidRPr="003F52A2">
        <w:rPr>
          <w:cs/>
          <w:lang w:bidi="bn-IN"/>
        </w:rPr>
        <w:t>অন্য বর্ণনায় এসেছে- আল্লাহ্ যদি তোমার হৃদয় হতে দয়া উঠিয়ে নেন তাহলে আমি কি করব</w:t>
      </w:r>
      <w:r w:rsidRPr="003F52A2">
        <w:t>?</w:t>
      </w:r>
    </w:p>
    <w:p w:rsidR="002F51A1" w:rsidRDefault="003F52A2" w:rsidP="002F51A1">
      <w:pPr>
        <w:pStyle w:val="libNormal"/>
        <w:rPr>
          <w:cs/>
          <w:lang w:bidi="bn-IN"/>
        </w:rPr>
      </w:pPr>
      <w:r w:rsidRPr="003F52A2">
        <w:rPr>
          <w:cs/>
          <w:lang w:bidi="bn-IN"/>
        </w:rPr>
        <w:t>এ বিষয়ে প্রচুর হাদীস বর্ণিত হয়েছে। স্বয়ং আমীরুল</w:t>
      </w:r>
      <w:r w:rsidR="00CC394F">
        <w:rPr>
          <w:cs/>
          <w:lang w:bidi="bn-IN"/>
        </w:rPr>
        <w:t xml:space="preserve"> মুমিনীন আলী (আ.)-এর জীবন দয়া ও</w:t>
      </w:r>
      <w:r w:rsidR="00CC394F">
        <w:rPr>
          <w:lang w:bidi="bn-IN"/>
        </w:rPr>
        <w:t xml:space="preserve"> </w:t>
      </w:r>
      <w:r w:rsidRPr="003F52A2">
        <w:rPr>
          <w:cs/>
          <w:lang w:bidi="bn-IN"/>
        </w:rPr>
        <w:t xml:space="preserve">মহানুভবতার উজ্জ্বল উদাহরণ। তিনি প্রকৃতই দয়া ও রহমতের প্রতীক। </w:t>
      </w:r>
      <w:r w:rsidR="00552377">
        <w:rPr>
          <w:cs/>
          <w:lang w:bidi="bn-IN"/>
        </w:rPr>
        <w:t>দুর্বলের</w:t>
      </w:r>
      <w:r w:rsidRPr="003F52A2">
        <w:rPr>
          <w:cs/>
          <w:lang w:bidi="bn-IN"/>
        </w:rPr>
        <w:t xml:space="preserve"> মুখোমুখি </w:t>
      </w:r>
      <w:r w:rsidR="002F51A1" w:rsidRPr="002F51A1">
        <w:rPr>
          <w:cs/>
          <w:lang w:bidi="bn-IN"/>
        </w:rPr>
        <w:t>দাঁড়ালে দয়া</w:t>
      </w:r>
      <w:r w:rsidR="002F51A1" w:rsidRPr="002F51A1">
        <w:rPr>
          <w:lang w:bidi="bn-IN"/>
        </w:rPr>
        <w:t xml:space="preserve"> </w:t>
      </w:r>
      <w:r w:rsidRPr="002F51A1">
        <w:rPr>
          <w:cs/>
          <w:lang w:bidi="bn-IN"/>
        </w:rPr>
        <w:t xml:space="preserve">ও অনুগ্রহ </w:t>
      </w:r>
      <w:r w:rsidR="00FE6D44" w:rsidRPr="002F51A1">
        <w:rPr>
          <w:cs/>
          <w:lang w:bidi="bn-IN"/>
        </w:rPr>
        <w:t>তার</w:t>
      </w:r>
      <w:r w:rsidRPr="002F51A1">
        <w:rPr>
          <w:cs/>
          <w:lang w:bidi="bn-IN"/>
        </w:rPr>
        <w:t xml:space="preserve"> মধ্যে ফল্গুর ন্যায় প্রবাহিত হতে শুরু করত।</w:t>
      </w:r>
    </w:p>
    <w:p w:rsidR="002F51A1" w:rsidRPr="00C640B7" w:rsidRDefault="002F51A1" w:rsidP="00C640B7">
      <w:pPr>
        <w:rPr>
          <w:rtl/>
          <w:cs/>
        </w:rPr>
      </w:pPr>
      <w:r>
        <w:rPr>
          <w:cs/>
          <w:lang w:bidi="bn-IN"/>
        </w:rPr>
        <w:br w:type="page"/>
      </w:r>
    </w:p>
    <w:p w:rsidR="002F51A1" w:rsidRDefault="003F52A2" w:rsidP="002F51A1">
      <w:pPr>
        <w:pStyle w:val="Heading1"/>
        <w:rPr>
          <w:lang w:bidi="bn-IN"/>
        </w:rPr>
      </w:pPr>
      <w:bookmarkStart w:id="61" w:name="_Toc392601470"/>
      <w:r w:rsidRPr="002F51A1">
        <w:rPr>
          <w:cs/>
          <w:lang w:bidi="bn-IN"/>
        </w:rPr>
        <w:t xml:space="preserve">পাশ্চাত্যে মানবিক </w:t>
      </w:r>
      <w:r w:rsidR="00CC394F" w:rsidRPr="002F51A1">
        <w:rPr>
          <w:cs/>
          <w:lang w:bidi="bn-IN"/>
        </w:rPr>
        <w:t>স্নেহ</w:t>
      </w:r>
      <w:r w:rsidR="002F51A1">
        <w:rPr>
          <w:cs/>
          <w:lang w:bidi="bn-IN"/>
        </w:rPr>
        <w:t>-ভালোবাসার নমুনা ও অনুভূতি</w:t>
      </w:r>
      <w:bookmarkEnd w:id="61"/>
    </w:p>
    <w:p w:rsidR="002F51A1" w:rsidRDefault="002F51A1" w:rsidP="002F51A1">
      <w:pPr>
        <w:pStyle w:val="libNormal"/>
        <w:rPr>
          <w:lang w:bidi="bn-IN"/>
        </w:rPr>
      </w:pPr>
    </w:p>
    <w:p w:rsidR="002F51A1" w:rsidRDefault="003F52A2" w:rsidP="002F51A1">
      <w:pPr>
        <w:pStyle w:val="libNormal"/>
        <w:rPr>
          <w:lang w:bidi="bn-IN"/>
        </w:rPr>
      </w:pPr>
      <w:r w:rsidRPr="002F51A1">
        <w:rPr>
          <w:cs/>
          <w:lang w:bidi="bn-IN"/>
        </w:rPr>
        <w:t>আমি গত বৈঠকে প্রাচ্য ও পাশ্চাত্যের মানসিকতা নিয়ে আলোচনা করে বলেছি</w:t>
      </w:r>
      <w:r w:rsidRPr="002F51A1">
        <w:t>,</w:t>
      </w:r>
      <w:r w:rsidRPr="002F51A1">
        <w:rPr>
          <w:cs/>
          <w:lang w:bidi="bn-IN"/>
        </w:rPr>
        <w:t>পাশ্চাত্য</w:t>
      </w:r>
      <w:r w:rsidR="002F51A1">
        <w:rPr>
          <w:lang w:bidi="bn-IN"/>
        </w:rPr>
        <w:t xml:space="preserve"> </w:t>
      </w:r>
      <w:r w:rsidRPr="002F51A1">
        <w:rPr>
          <w:cs/>
          <w:lang w:bidi="bn-IN"/>
        </w:rPr>
        <w:t>মানসিকতা কঠোর এবং হৃদয় নিষ্ঠুর। অবশ্য পাশ্চাত্যের মানুষরা</w:t>
      </w:r>
      <w:r w:rsidRPr="003F52A2">
        <w:rPr>
          <w:cs/>
          <w:lang w:bidi="bn-IN"/>
        </w:rPr>
        <w:t xml:space="preserve"> এটা স্বীকার করে ও বলে ভালোবাসা</w:t>
      </w:r>
      <w:r w:rsidRPr="003F52A2">
        <w:t>,</w:t>
      </w:r>
      <w:r w:rsidRPr="003F52A2">
        <w:rPr>
          <w:cs/>
          <w:lang w:bidi="bn-IN"/>
        </w:rPr>
        <w:t>করুণা</w:t>
      </w:r>
      <w:r w:rsidRPr="003F52A2">
        <w:t>,</w:t>
      </w:r>
      <w:r w:rsidRPr="003F52A2">
        <w:rPr>
          <w:cs/>
          <w:lang w:bidi="bn-IN"/>
        </w:rPr>
        <w:t>আত্মত্যাগ</w:t>
      </w:r>
      <w:r w:rsidRPr="003F52A2">
        <w:t>,</w:t>
      </w:r>
      <w:r w:rsidRPr="003F52A2">
        <w:rPr>
          <w:cs/>
          <w:lang w:bidi="bn-IN"/>
        </w:rPr>
        <w:t xml:space="preserve">সহমর্মিত বিষয়গুলো প্রাচ্য মানসিকতা </w:t>
      </w:r>
      <w:r w:rsidR="00FE6D44">
        <w:rPr>
          <w:cs/>
          <w:lang w:bidi="bn-IN"/>
        </w:rPr>
        <w:t>উদ্ভূত</w:t>
      </w:r>
      <w:r w:rsidRPr="003F52A2">
        <w:rPr>
          <w:cs/>
          <w:lang w:bidi="hi-IN"/>
        </w:rPr>
        <w:t xml:space="preserve">। </w:t>
      </w:r>
      <w:r w:rsidRPr="003F52A2">
        <w:rPr>
          <w:cs/>
          <w:lang w:bidi="bn-IN"/>
        </w:rPr>
        <w:t>এমনকি সন্তানের প্রতি পিতার</w:t>
      </w:r>
      <w:r w:rsidRPr="003F52A2">
        <w:t>,</w:t>
      </w:r>
      <w:r w:rsidR="002F51A1" w:rsidRPr="002F51A1">
        <w:rPr>
          <w:cs/>
          <w:lang w:bidi="bn-IN"/>
        </w:rPr>
        <w:t>সন্তানের</w:t>
      </w:r>
      <w:r w:rsidRPr="003F52A2">
        <w:rPr>
          <w:cs/>
          <w:lang w:bidi="bn-IN"/>
        </w:rPr>
        <w:t xml:space="preserve"> পিতা-মাতার প্রতি</w:t>
      </w:r>
      <w:r w:rsidRPr="003F52A2">
        <w:t>,</w:t>
      </w:r>
      <w:r w:rsidRPr="003F52A2">
        <w:rPr>
          <w:cs/>
          <w:lang w:bidi="bn-IN"/>
        </w:rPr>
        <w:t>ভাই ও বোনের প্রতি ভাইয়ের</w:t>
      </w:r>
      <w:r w:rsidRPr="003F52A2">
        <w:t>,</w:t>
      </w:r>
      <w:r w:rsidRPr="003F52A2">
        <w:rPr>
          <w:cs/>
          <w:lang w:bidi="bn-IN"/>
        </w:rPr>
        <w:t>ভাই ও বোনের প্রতি বোনের ভালোবাসাও খুব</w:t>
      </w:r>
      <w:r w:rsidR="002F51A1">
        <w:rPr>
          <w:lang w:bidi="bn-IN"/>
        </w:rPr>
        <w:t xml:space="preserve"> </w:t>
      </w:r>
      <w:r w:rsidRPr="003F52A2">
        <w:rPr>
          <w:cs/>
          <w:lang w:bidi="bn-IN"/>
        </w:rPr>
        <w:t>কম দেখা যায়। প্রাচ্যের অধিবাসী এটা অনুভব করে যে</w:t>
      </w:r>
      <w:r w:rsidRPr="003F52A2">
        <w:t>,</w:t>
      </w:r>
      <w:r w:rsidRPr="003F52A2">
        <w:rPr>
          <w:cs/>
          <w:lang w:bidi="bn-IN"/>
        </w:rPr>
        <w:t>মানুষের প্রতি ভালোবাসা ও সহানুভূ</w:t>
      </w:r>
      <w:r w:rsidR="00BF3937">
        <w:rPr>
          <w:cs/>
          <w:lang w:bidi="bn-IN"/>
        </w:rPr>
        <w:t>তি</w:t>
      </w:r>
      <w:r w:rsidR="002F51A1">
        <w:rPr>
          <w:lang w:bidi="bn-IN"/>
        </w:rPr>
        <w:t xml:space="preserve"> </w:t>
      </w:r>
      <w:r w:rsidRPr="003F52A2">
        <w:rPr>
          <w:cs/>
          <w:lang w:bidi="bn-IN"/>
        </w:rPr>
        <w:t>প্রাচ্যেই রয়েছে এবং পাশ্চাত্যে এ বিষয়গুলো উপেক্ষিত</w:t>
      </w:r>
      <w:r w:rsidRPr="003F52A2">
        <w:t xml:space="preserve">; </w:t>
      </w:r>
      <w:r w:rsidRPr="003F52A2">
        <w:rPr>
          <w:cs/>
          <w:lang w:bidi="bn-IN"/>
        </w:rPr>
        <w:t>সেখানে ন্যায়পরায়ণতা এবং সামাজিক সমতা</w:t>
      </w:r>
      <w:r w:rsidR="002F51A1">
        <w:rPr>
          <w:lang w:bidi="bn-IN"/>
        </w:rPr>
        <w:t xml:space="preserve"> </w:t>
      </w:r>
      <w:r w:rsidRPr="003F52A2">
        <w:rPr>
          <w:cs/>
          <w:lang w:bidi="bn-IN"/>
        </w:rPr>
        <w:t>বিদ্যমান থাকলেও সহমর্মিতা ও ভালোবাসার অস্তিত্ব নেই।</w:t>
      </w:r>
    </w:p>
    <w:p w:rsidR="002F51A1" w:rsidRDefault="003F52A2" w:rsidP="002F51A1">
      <w:pPr>
        <w:pStyle w:val="libNormal"/>
        <w:rPr>
          <w:rStyle w:val="libAlaemChar"/>
        </w:rPr>
      </w:pPr>
      <w:r w:rsidRPr="003F52A2">
        <w:rPr>
          <w:cs/>
          <w:lang w:bidi="bn-IN"/>
        </w:rPr>
        <w:t xml:space="preserve">আমাদের এক বন্ধু যিনি </w:t>
      </w:r>
      <w:r w:rsidR="00FE6D44">
        <w:rPr>
          <w:cs/>
          <w:lang w:bidi="bn-IN"/>
        </w:rPr>
        <w:t>তার</w:t>
      </w:r>
      <w:r w:rsidRPr="003F52A2">
        <w:rPr>
          <w:cs/>
          <w:lang w:bidi="bn-IN"/>
        </w:rPr>
        <w:t xml:space="preserve"> পাকস্থলীর অপারেশনের জন্য অষ্ট্রিয়া গিয়েছিলেন (</w:t>
      </w:r>
      <w:r w:rsidR="00FE6D44">
        <w:rPr>
          <w:cs/>
          <w:lang w:bidi="bn-IN"/>
        </w:rPr>
        <w:t>তার</w:t>
      </w:r>
      <w:r w:rsidRPr="003F52A2">
        <w:rPr>
          <w:cs/>
          <w:lang w:bidi="bn-IN"/>
        </w:rPr>
        <w:t xml:space="preserve"> পুত্র সেখানে</w:t>
      </w:r>
      <w:r w:rsidR="002F51A1">
        <w:rPr>
          <w:lang w:bidi="bn-IN"/>
        </w:rPr>
        <w:t xml:space="preserve"> </w:t>
      </w:r>
      <w:r w:rsidRPr="003F52A2">
        <w:rPr>
          <w:cs/>
          <w:lang w:bidi="bn-IN"/>
        </w:rPr>
        <w:t>পড়াশোনা করত সে সুবাদে) তিনি আমাদের জন্য একটি ঘটনা বর্ণনা করেছিলেন। ঘটনাটি এরূপ-তিনি বলেন</w:t>
      </w:r>
      <w:r w:rsidRPr="003F52A2">
        <w:t>,</w:t>
      </w:r>
      <w:r w:rsidRPr="00D542A0">
        <w:rPr>
          <w:rStyle w:val="libAlaemChar"/>
        </w:rPr>
        <w:t>“</w:t>
      </w:r>
      <w:r w:rsidRPr="003F52A2">
        <w:rPr>
          <w:cs/>
          <w:lang w:bidi="bn-IN"/>
        </w:rPr>
        <w:t>আমার অপারেশন সম্পন্ন হওয়ার পর আরোগ্যের জন্য বিশ্রামের পর্যায়ে ছিলাম।একদিন আমার পুত্র আমাকে একটি রেস্টুরেন্টে নিয়ে যায়। সেখানে সে আমার সার্বক্ষণিক সেবায়</w:t>
      </w:r>
      <w:r w:rsidR="002F51A1">
        <w:rPr>
          <w:lang w:bidi="bn-IN"/>
        </w:rPr>
        <w:t xml:space="preserve"> </w:t>
      </w:r>
      <w:r w:rsidRPr="003F52A2">
        <w:rPr>
          <w:cs/>
          <w:lang w:bidi="bn-IN"/>
        </w:rPr>
        <w:t>নিয়োজিত ছিল এবং আমাকে ঘিরে যেন ঘুরছিল। আমাদের বিপরীত দিকে এক দম্পতি (আমার</w:t>
      </w:r>
      <w:r w:rsidR="002F51A1">
        <w:rPr>
          <w:lang w:bidi="bn-IN"/>
        </w:rPr>
        <w:t xml:space="preserve"> </w:t>
      </w:r>
      <w:r w:rsidRPr="003F52A2">
        <w:rPr>
          <w:cs/>
          <w:lang w:bidi="bn-IN"/>
        </w:rPr>
        <w:t>ধারণা) আমাদেরকে লক্ষ্য করছিলেন। একবার যখন আমার ছেলে তার স্থান হতে উঠে ঐ দম্পতিকে</w:t>
      </w:r>
      <w:r w:rsidR="002F51A1">
        <w:rPr>
          <w:lang w:bidi="bn-IN"/>
        </w:rPr>
        <w:t xml:space="preserve"> </w:t>
      </w:r>
      <w:r w:rsidRPr="003F52A2">
        <w:rPr>
          <w:cs/>
          <w:lang w:bidi="bn-IN"/>
        </w:rPr>
        <w:t xml:space="preserve">অতিক্রম করে যাচ্ছিল </w:t>
      </w:r>
      <w:r w:rsidR="00FE6D44">
        <w:rPr>
          <w:cs/>
          <w:lang w:bidi="bn-IN"/>
        </w:rPr>
        <w:t>তারা</w:t>
      </w:r>
      <w:r w:rsidRPr="003F52A2">
        <w:rPr>
          <w:cs/>
          <w:lang w:bidi="bn-IN"/>
        </w:rPr>
        <w:t xml:space="preserve"> তাকে কি যেন প্রশ্ন করলেন। আমার পুত্রের আচরণ ও ভঙ্গিতে বুঝলাম সে</w:t>
      </w:r>
      <w:r w:rsidR="002F51A1">
        <w:rPr>
          <w:lang w:bidi="bn-IN"/>
        </w:rPr>
        <w:t xml:space="preserve"> </w:t>
      </w:r>
      <w:r w:rsidRPr="003F52A2">
        <w:rPr>
          <w:cs/>
          <w:lang w:bidi="bn-IN"/>
        </w:rPr>
        <w:t xml:space="preserve">যেন </w:t>
      </w:r>
      <w:r w:rsidR="00611BB9">
        <w:rPr>
          <w:cs/>
          <w:lang w:bidi="bn-IN"/>
        </w:rPr>
        <w:t>তা</w:t>
      </w:r>
      <w:r w:rsidRPr="003F52A2">
        <w:rPr>
          <w:cs/>
          <w:lang w:bidi="bn-IN"/>
        </w:rPr>
        <w:t>দের প্রশ্নের জবাব দিচ্ছে। সে আমার নিকট ফিরে আসলে আমি জিজ্ঞেস করলাম : তারা</w:t>
      </w:r>
      <w:r w:rsidR="002F51A1">
        <w:rPr>
          <w:lang w:bidi="bn-IN"/>
        </w:rPr>
        <w:t xml:space="preserve"> </w:t>
      </w:r>
      <w:r w:rsidRPr="003F52A2">
        <w:rPr>
          <w:cs/>
          <w:lang w:bidi="bn-IN"/>
        </w:rPr>
        <w:t>তোমাকে কি জিজ্ঞেস করল</w:t>
      </w:r>
      <w:r w:rsidRPr="003F52A2">
        <w:t xml:space="preserve">? </w:t>
      </w:r>
      <w:r w:rsidRPr="003F52A2">
        <w:rPr>
          <w:cs/>
          <w:lang w:bidi="bn-IN"/>
        </w:rPr>
        <w:t xml:space="preserve">সে বলল : আমাকে </w:t>
      </w:r>
      <w:r w:rsidR="00FE6D44">
        <w:rPr>
          <w:cs/>
          <w:lang w:bidi="bn-IN"/>
        </w:rPr>
        <w:t>তারা</w:t>
      </w:r>
      <w:r w:rsidRPr="003F52A2">
        <w:rPr>
          <w:cs/>
          <w:lang w:bidi="bn-IN"/>
        </w:rPr>
        <w:t xml:space="preserve"> জিজ্ঞেস করছিলেন</w:t>
      </w:r>
      <w:r w:rsidRPr="003F52A2">
        <w:t>,</w:t>
      </w:r>
      <w:r w:rsidRPr="003F52A2">
        <w:rPr>
          <w:cs/>
          <w:lang w:bidi="bn-IN"/>
        </w:rPr>
        <w:t>যে ব্যক্তির তুমি এত সেবা</w:t>
      </w:r>
      <w:r w:rsidR="002F51A1">
        <w:rPr>
          <w:lang w:bidi="bn-IN"/>
        </w:rPr>
        <w:t xml:space="preserve"> </w:t>
      </w:r>
      <w:r w:rsidRPr="003F52A2">
        <w:rPr>
          <w:cs/>
          <w:lang w:bidi="bn-IN"/>
        </w:rPr>
        <w:t>করছ উনি তোমার কি হন</w:t>
      </w:r>
      <w:r w:rsidRPr="003F52A2">
        <w:t xml:space="preserve">? </w:t>
      </w:r>
      <w:r w:rsidRPr="003F52A2">
        <w:rPr>
          <w:cs/>
          <w:lang w:bidi="bn-IN"/>
        </w:rPr>
        <w:t xml:space="preserve">আমি বললাম : আমার পিতা। </w:t>
      </w:r>
      <w:r w:rsidR="00FE6D44">
        <w:rPr>
          <w:cs/>
          <w:lang w:bidi="bn-IN"/>
        </w:rPr>
        <w:t>তারা</w:t>
      </w:r>
      <w:r w:rsidRPr="003F52A2">
        <w:rPr>
          <w:cs/>
          <w:lang w:bidi="bn-IN"/>
        </w:rPr>
        <w:t xml:space="preserve"> বললেন : পিতা হলেই কি এতটা</w:t>
      </w:r>
      <w:r w:rsidR="002F51A1">
        <w:rPr>
          <w:lang w:bidi="bn-IN"/>
        </w:rPr>
        <w:t xml:space="preserve"> </w:t>
      </w:r>
      <w:r w:rsidRPr="003F52A2">
        <w:rPr>
          <w:cs/>
          <w:lang w:bidi="bn-IN"/>
        </w:rPr>
        <w:t>সেবা করতে হবে</w:t>
      </w:r>
      <w:r w:rsidRPr="003F52A2">
        <w:t xml:space="preserve">? </w:t>
      </w:r>
      <w:r w:rsidRPr="003F52A2">
        <w:rPr>
          <w:cs/>
          <w:lang w:bidi="bn-IN"/>
        </w:rPr>
        <w:t xml:space="preserve">আমি তখন </w:t>
      </w:r>
      <w:r w:rsidR="00611BB9">
        <w:rPr>
          <w:cs/>
          <w:lang w:bidi="bn-IN"/>
        </w:rPr>
        <w:t>তা</w:t>
      </w:r>
      <w:r w:rsidRPr="003F52A2">
        <w:rPr>
          <w:cs/>
          <w:lang w:bidi="bn-IN"/>
        </w:rPr>
        <w:t xml:space="preserve">দের যুক্তিতেই জবাব দিলাম যাতে বিষয়টি </w:t>
      </w:r>
      <w:r w:rsidR="00611BB9">
        <w:rPr>
          <w:cs/>
          <w:lang w:bidi="bn-IN"/>
        </w:rPr>
        <w:t>তা</w:t>
      </w:r>
      <w:r w:rsidRPr="003F52A2">
        <w:rPr>
          <w:cs/>
          <w:lang w:bidi="bn-IN"/>
        </w:rPr>
        <w:t>দের বোধগম্য হয়।</w:t>
      </w:r>
      <w:r w:rsidR="002F51A1">
        <w:rPr>
          <w:lang w:bidi="bn-IN"/>
        </w:rPr>
        <w:t xml:space="preserve"> </w:t>
      </w:r>
      <w:r w:rsidRPr="003F52A2">
        <w:rPr>
          <w:cs/>
          <w:lang w:bidi="bn-IN"/>
        </w:rPr>
        <w:t>আমি বললাম</w:t>
      </w:r>
      <w:r w:rsidRPr="003F52A2">
        <w:t>,</w:t>
      </w:r>
      <w:r w:rsidRPr="003F52A2">
        <w:rPr>
          <w:cs/>
          <w:lang w:bidi="bn-IN"/>
        </w:rPr>
        <w:t>সে আমার জন্য টাকা পয়সা পাঠাত বলেই তো আমি পড়াশোনা করতে পেরেছি। নতুবা</w:t>
      </w:r>
      <w:r w:rsidR="002F51A1">
        <w:rPr>
          <w:lang w:bidi="bn-IN"/>
        </w:rPr>
        <w:t xml:space="preserve"> </w:t>
      </w:r>
      <w:r w:rsidRPr="003F52A2">
        <w:rPr>
          <w:cs/>
          <w:lang w:bidi="bn-IN"/>
        </w:rPr>
        <w:t xml:space="preserve">আমার পড়াশোনা বন্ধ হয়ে যেত। </w:t>
      </w:r>
      <w:r w:rsidR="00FE6D44">
        <w:rPr>
          <w:cs/>
          <w:lang w:bidi="bn-IN"/>
        </w:rPr>
        <w:t>তারা</w:t>
      </w:r>
      <w:r w:rsidRPr="003F52A2">
        <w:rPr>
          <w:cs/>
          <w:lang w:bidi="bn-IN"/>
        </w:rPr>
        <w:t xml:space="preserve"> আশ্চর্য হয়ে বললেন : যে অর্থ সে নিজে উপার্জন করে তা</w:t>
      </w:r>
      <w:r w:rsidR="002F51A1">
        <w:rPr>
          <w:lang w:bidi="bn-IN"/>
        </w:rPr>
        <w:t xml:space="preserve"> </w:t>
      </w:r>
      <w:r w:rsidRPr="003F52A2">
        <w:rPr>
          <w:cs/>
          <w:lang w:bidi="bn-IN"/>
        </w:rPr>
        <w:t xml:space="preserve">থেকে তোমাকে পাঠায়! আমি বললাম : হ্যাঁ। তখন </w:t>
      </w:r>
      <w:r w:rsidR="00FE6D44">
        <w:rPr>
          <w:cs/>
          <w:lang w:bidi="bn-IN"/>
        </w:rPr>
        <w:t>তারা</w:t>
      </w:r>
      <w:r w:rsidRPr="003F52A2">
        <w:rPr>
          <w:cs/>
          <w:lang w:bidi="bn-IN"/>
        </w:rPr>
        <w:t xml:space="preserve"> আমাদের দিকে এমনভাবে তাকাতে লাগলেন</w:t>
      </w:r>
      <w:r w:rsidR="002F51A1">
        <w:rPr>
          <w:lang w:bidi="bn-IN"/>
        </w:rPr>
        <w:t xml:space="preserve"> </w:t>
      </w:r>
      <w:r w:rsidRPr="003F52A2">
        <w:rPr>
          <w:cs/>
          <w:lang w:bidi="bn-IN"/>
        </w:rPr>
        <w:t>যেন আমরা অন্য কোন সৃষ্টি। কিছুক্ষণ পর নিজেদের স্থান হতে উঠে এসে আমাদের সঙ্গে গল্প</w:t>
      </w:r>
      <w:r w:rsidR="002F51A1">
        <w:rPr>
          <w:lang w:bidi="bn-IN"/>
        </w:rPr>
        <w:t xml:space="preserve"> </w:t>
      </w:r>
      <w:r w:rsidRPr="003F52A2">
        <w:rPr>
          <w:cs/>
          <w:lang w:bidi="bn-IN"/>
        </w:rPr>
        <w:t xml:space="preserve">করলেন। </w:t>
      </w:r>
      <w:r w:rsidR="00FE6D44">
        <w:rPr>
          <w:cs/>
          <w:lang w:bidi="bn-IN"/>
        </w:rPr>
        <w:t>তারা</w:t>
      </w:r>
      <w:r w:rsidRPr="003F52A2">
        <w:rPr>
          <w:cs/>
          <w:lang w:bidi="bn-IN"/>
        </w:rPr>
        <w:t xml:space="preserve"> বললেন : আমাদেরও এক সন্তান দীর্ঘ দিন হলো বিদেশে অবস্থান করছে। সেও</w:t>
      </w:r>
      <w:r w:rsidR="002F51A1">
        <w:rPr>
          <w:lang w:bidi="bn-IN"/>
        </w:rPr>
        <w:t xml:space="preserve"> </w:t>
      </w:r>
      <w:r w:rsidRPr="003F52A2">
        <w:rPr>
          <w:cs/>
          <w:lang w:bidi="bn-IN"/>
        </w:rPr>
        <w:t xml:space="preserve">এমন। আমার পুত্র </w:t>
      </w:r>
      <w:r w:rsidR="00611BB9">
        <w:rPr>
          <w:cs/>
          <w:lang w:bidi="bn-IN"/>
        </w:rPr>
        <w:t>তা</w:t>
      </w:r>
      <w:r w:rsidRPr="003F52A2">
        <w:rPr>
          <w:cs/>
          <w:lang w:bidi="bn-IN"/>
        </w:rPr>
        <w:t>দের বি</w:t>
      </w:r>
      <w:r w:rsidR="002F51A1">
        <w:rPr>
          <w:cs/>
          <w:lang w:bidi="bn-IN"/>
        </w:rPr>
        <w:t>ষয়ে পরে খো</w:t>
      </w:r>
      <w:r w:rsidRPr="003F52A2">
        <w:rPr>
          <w:cs/>
          <w:lang w:bidi="bn-IN"/>
        </w:rPr>
        <w:t>জখবর করে জানতে পারে যে</w:t>
      </w:r>
      <w:r w:rsidRPr="003F52A2">
        <w:t>,</w:t>
      </w:r>
      <w:r w:rsidR="00FE6D44">
        <w:rPr>
          <w:cs/>
          <w:lang w:bidi="bn-IN"/>
        </w:rPr>
        <w:t>তারা</w:t>
      </w:r>
      <w:r w:rsidRPr="003F52A2">
        <w:rPr>
          <w:cs/>
          <w:lang w:bidi="bn-IN"/>
        </w:rPr>
        <w:t xml:space="preserve"> মিথ্যা বলেছেন।</w:t>
      </w:r>
      <w:r w:rsidR="002F51A1">
        <w:rPr>
          <w:lang w:bidi="bn-IN"/>
        </w:rPr>
        <w:t xml:space="preserve"> </w:t>
      </w:r>
      <w:r w:rsidR="00611BB9">
        <w:rPr>
          <w:cs/>
          <w:lang w:bidi="bn-IN"/>
        </w:rPr>
        <w:t>তা</w:t>
      </w:r>
      <w:r w:rsidRPr="003F52A2">
        <w:rPr>
          <w:cs/>
          <w:lang w:bidi="bn-IN"/>
        </w:rPr>
        <w:t xml:space="preserve">দের কোন পুত্রই নেই। পরে </w:t>
      </w:r>
      <w:r w:rsidR="00FE6D44">
        <w:rPr>
          <w:cs/>
          <w:lang w:bidi="bn-IN"/>
        </w:rPr>
        <w:t>তারা</w:t>
      </w:r>
      <w:r w:rsidRPr="003F52A2">
        <w:rPr>
          <w:cs/>
          <w:lang w:bidi="bn-IN"/>
        </w:rPr>
        <w:t xml:space="preserve"> তা স্বীকার করে বলেন : আমরা ত্রিশ বছর পূর্বে এনগেজমেন্ট</w:t>
      </w:r>
      <w:r w:rsidR="002F51A1">
        <w:rPr>
          <w:lang w:bidi="bn-IN"/>
        </w:rPr>
        <w:t xml:space="preserve"> </w:t>
      </w:r>
      <w:r w:rsidRPr="003F52A2">
        <w:rPr>
          <w:cs/>
          <w:lang w:bidi="bn-IN"/>
        </w:rPr>
        <w:t>করেছি এবং বিবাহের উদ্দেশ্যে কিছুদিন একসঙ্গে থাকব ভেবেছিলাম যাতে করে পরস্পরের আচরণ</w:t>
      </w:r>
      <w:r w:rsidR="002F51A1">
        <w:rPr>
          <w:lang w:bidi="bn-IN"/>
        </w:rPr>
        <w:t xml:space="preserve"> </w:t>
      </w:r>
      <w:r w:rsidRPr="003F52A2">
        <w:rPr>
          <w:cs/>
          <w:lang w:bidi="bn-IN"/>
        </w:rPr>
        <w:t>বুঝতে পারি। যদি একে অপরের আচরণ পছন্দ করি</w:t>
      </w:r>
      <w:r w:rsidRPr="003F52A2">
        <w:t>,</w:t>
      </w:r>
      <w:r w:rsidRPr="003F52A2">
        <w:rPr>
          <w:cs/>
          <w:lang w:bidi="bn-IN"/>
        </w:rPr>
        <w:t>তবে বিয়ে করব। কিন্তু আজও সে সুযোগ হয়ে</w:t>
      </w:r>
      <w:r w:rsidR="002F51A1">
        <w:rPr>
          <w:lang w:bidi="bn-IN"/>
        </w:rPr>
        <w:t xml:space="preserve"> </w:t>
      </w:r>
      <w:r w:rsidRPr="003F52A2">
        <w:rPr>
          <w:cs/>
          <w:lang w:bidi="bn-IN"/>
        </w:rPr>
        <w:t>উঠেনি।</w:t>
      </w:r>
      <w:r w:rsidRPr="00D542A0">
        <w:rPr>
          <w:rStyle w:val="libAlaemChar"/>
        </w:rPr>
        <w:t>”</w:t>
      </w:r>
    </w:p>
    <w:p w:rsidR="005D1822" w:rsidRDefault="003F52A2" w:rsidP="002F51A1">
      <w:pPr>
        <w:pStyle w:val="libNormal"/>
        <w:rPr>
          <w:lang w:bidi="bn-IN"/>
        </w:rPr>
      </w:pPr>
      <w:r w:rsidRPr="003F52A2">
        <w:rPr>
          <w:cs/>
          <w:lang w:bidi="bn-IN"/>
        </w:rPr>
        <w:t xml:space="preserve">জনাব মুহাক্কেকীকে (আল্লাহ্ </w:t>
      </w:r>
      <w:r w:rsidR="000459F1">
        <w:rPr>
          <w:cs/>
          <w:lang w:bidi="bn-IN"/>
        </w:rPr>
        <w:t>তাকে</w:t>
      </w:r>
      <w:r w:rsidRPr="003F52A2">
        <w:rPr>
          <w:cs/>
          <w:lang w:bidi="bn-IN"/>
        </w:rPr>
        <w:t xml:space="preserve"> রহমত করুন) আয়াতুল্লাহ্ বুরুজেরদী জার্মানীতে</w:t>
      </w:r>
      <w:r w:rsidR="002F51A1">
        <w:rPr>
          <w:lang w:bidi="bn-IN"/>
        </w:rPr>
        <w:t xml:space="preserve"> </w:t>
      </w:r>
      <w:r w:rsidRPr="003F52A2">
        <w:rPr>
          <w:cs/>
          <w:lang w:bidi="bn-IN"/>
        </w:rPr>
        <w:t>পাঠিয়েছিলেন। তিনি সেখানকার একটি ঘটনা আমার নিকট বর্ণনা করেছিলেন যা বেশ আশ্চর্যজনক।</w:t>
      </w:r>
      <w:r w:rsidR="002F51A1">
        <w:rPr>
          <w:lang w:bidi="bn-IN"/>
        </w:rPr>
        <w:t xml:space="preserve"> </w:t>
      </w:r>
      <w:r w:rsidRPr="003F52A2">
        <w:rPr>
          <w:cs/>
          <w:lang w:bidi="bn-IN"/>
        </w:rPr>
        <w:t>তিনি বলেন</w:t>
      </w:r>
      <w:r w:rsidRPr="003F52A2">
        <w:t>,</w:t>
      </w:r>
      <w:r w:rsidRPr="00D542A0">
        <w:rPr>
          <w:rStyle w:val="libAlaemChar"/>
        </w:rPr>
        <w:t>“</w:t>
      </w:r>
      <w:r w:rsidRPr="003F52A2">
        <w:rPr>
          <w:cs/>
          <w:lang w:bidi="bn-IN"/>
        </w:rPr>
        <w:t>আমাদের সময়ে যে ক</w:t>
      </w:r>
      <w:r w:rsidRPr="00D542A0">
        <w:rPr>
          <w:rStyle w:val="libAlaemChar"/>
        </w:rPr>
        <w:t>’</w:t>
      </w:r>
      <w:r w:rsidRPr="003F52A2">
        <w:rPr>
          <w:cs/>
          <w:lang w:bidi="bn-IN"/>
        </w:rPr>
        <w:t xml:space="preserve">জন স্বনামধন্য ব্যক্তি মুসলমান হয়েছিলেন </w:t>
      </w:r>
      <w:r w:rsidR="00FE6D44">
        <w:rPr>
          <w:cs/>
          <w:lang w:bidi="bn-IN"/>
        </w:rPr>
        <w:t>তার</w:t>
      </w:r>
      <w:r w:rsidRPr="003F52A2">
        <w:rPr>
          <w:cs/>
          <w:lang w:bidi="bn-IN"/>
        </w:rPr>
        <w:t xml:space="preserve"> মধ্যে একজন</w:t>
      </w:r>
      <w:r w:rsidR="002F51A1">
        <w:rPr>
          <w:lang w:bidi="bn-IN"/>
        </w:rPr>
        <w:t xml:space="preserve"> </w:t>
      </w:r>
      <w:r w:rsidRPr="003F52A2">
        <w:rPr>
          <w:cs/>
          <w:lang w:bidi="bn-IN"/>
        </w:rPr>
        <w:t>জার্মান প্রফেসর ছিলেন। লোকটি যথেষ্ট জ্ঞানী এবং প্রজ্ঞাবান ছিলেন। তিনি আমাদের নিকট ঘন ঘন</w:t>
      </w:r>
      <w:r w:rsidR="002F51A1">
        <w:rPr>
          <w:lang w:bidi="bn-IN"/>
        </w:rPr>
        <w:t xml:space="preserve"> </w:t>
      </w:r>
      <w:r w:rsidRPr="003F52A2">
        <w:rPr>
          <w:cs/>
          <w:lang w:bidi="bn-IN"/>
        </w:rPr>
        <w:t>আসতেন</w:t>
      </w:r>
      <w:r w:rsidRPr="003F52A2">
        <w:t>,</w:t>
      </w:r>
      <w:r w:rsidRPr="003F52A2">
        <w:rPr>
          <w:cs/>
          <w:lang w:bidi="bn-IN"/>
        </w:rPr>
        <w:t xml:space="preserve">আমরাও সুযোগ পেলে উনার ওখানে যেতাম। </w:t>
      </w:r>
      <w:r w:rsidR="00FE6D44">
        <w:rPr>
          <w:cs/>
          <w:lang w:bidi="bn-IN"/>
        </w:rPr>
        <w:t>তার</w:t>
      </w:r>
      <w:r w:rsidRPr="003F52A2">
        <w:rPr>
          <w:cs/>
          <w:lang w:bidi="bn-IN"/>
        </w:rPr>
        <w:t xml:space="preserve"> জীবনের শেষ দিকে যখন তিনি বৃদ্ধ হয়ে</w:t>
      </w:r>
      <w:r w:rsidR="002F51A1">
        <w:rPr>
          <w:lang w:bidi="bn-IN"/>
        </w:rPr>
        <w:t xml:space="preserve"> </w:t>
      </w:r>
      <w:r w:rsidRPr="003F52A2">
        <w:rPr>
          <w:cs/>
          <w:lang w:bidi="bn-IN"/>
        </w:rPr>
        <w:t xml:space="preserve">পড়েছিলেন তখন ক্যান্সারে আক্রান্ত হয়ে শয্যাশায়ী হয়ে পড়েন। আমরা এবং অন্য মুসলমানরা </w:t>
      </w:r>
      <w:r w:rsidR="000459F1">
        <w:rPr>
          <w:cs/>
          <w:lang w:bidi="bn-IN"/>
        </w:rPr>
        <w:t>তাকে</w:t>
      </w:r>
      <w:r w:rsidR="002F51A1">
        <w:rPr>
          <w:lang w:bidi="bn-IN"/>
        </w:rPr>
        <w:t xml:space="preserve"> </w:t>
      </w:r>
      <w:r w:rsidRPr="003F52A2">
        <w:rPr>
          <w:cs/>
          <w:lang w:bidi="bn-IN"/>
        </w:rPr>
        <w:t>হাসপাতালে দেখতে যেতাম। একদিন এ বৃদ্ধ আমাদের নিকট বেশ কিছু অভিযোগ করলেন। তিনি</w:t>
      </w:r>
      <w:r w:rsidR="002F51A1">
        <w:rPr>
          <w:lang w:bidi="bn-IN"/>
        </w:rPr>
        <w:t xml:space="preserve"> </w:t>
      </w:r>
      <w:r w:rsidRPr="003F52A2">
        <w:rPr>
          <w:cs/>
          <w:lang w:bidi="bn-IN"/>
        </w:rPr>
        <w:t>বললেন : যে দিন প্রথম আমি অসুস্থ হই এবং ডাক্তার পরীক্ষা-নিরীক্ষা করে জানান যে</w:t>
      </w:r>
      <w:r w:rsidRPr="003F52A2">
        <w:t>,</w:t>
      </w:r>
      <w:r w:rsidRPr="003F52A2">
        <w:rPr>
          <w:cs/>
          <w:lang w:bidi="bn-IN"/>
        </w:rPr>
        <w:t>আমার ক্যান্সার হয়েছে সে দিন আমার স্ত্রী ও পুত্র আমাকে এসে বলল : তোমার ক্যান্সার হয়েছে</w:t>
      </w:r>
      <w:r w:rsidRPr="003F52A2">
        <w:t>,</w:t>
      </w:r>
      <w:r w:rsidRPr="003F52A2">
        <w:rPr>
          <w:cs/>
          <w:lang w:bidi="bn-IN"/>
        </w:rPr>
        <w:t>তাহলে তো</w:t>
      </w:r>
      <w:r w:rsidR="005D1822">
        <w:rPr>
          <w:lang w:bidi="bn-IN"/>
        </w:rPr>
        <w:t xml:space="preserve"> </w:t>
      </w:r>
      <w:r w:rsidRPr="003F52A2">
        <w:rPr>
          <w:cs/>
          <w:lang w:bidi="bn-IN"/>
        </w:rPr>
        <w:t>নিশ্চিতভাবেই মারা যাচ্ছ। আমরা আর তোমাকে দেখতে আসছি না</w:t>
      </w:r>
      <w:r w:rsidRPr="003F52A2">
        <w:t>,</w:t>
      </w:r>
      <w:r w:rsidRPr="003F52A2">
        <w:rPr>
          <w:cs/>
          <w:lang w:bidi="bn-IN"/>
        </w:rPr>
        <w:t>এখনই শেষ বিদায় জানিয়ে</w:t>
      </w:r>
      <w:r w:rsidR="005D1822">
        <w:rPr>
          <w:lang w:bidi="bn-IN"/>
        </w:rPr>
        <w:t xml:space="preserve"> </w:t>
      </w:r>
      <w:r w:rsidRPr="003F52A2">
        <w:rPr>
          <w:cs/>
          <w:lang w:bidi="bn-IN"/>
        </w:rPr>
        <w:t xml:space="preserve">যাচ্ছি। তারা তখনই আমাকে বিদায় জানিয়ে চলে গেল। চিন্তাও করল না এ হতভাগার একটু </w:t>
      </w:r>
      <w:r w:rsidR="00CC394F">
        <w:rPr>
          <w:cs/>
          <w:lang w:bidi="bn-IN"/>
        </w:rPr>
        <w:t>স্নেহ</w:t>
      </w:r>
      <w:r w:rsidRPr="003F52A2">
        <w:rPr>
          <w:cs/>
          <w:lang w:bidi="bn-IN"/>
        </w:rPr>
        <w:t xml:space="preserve">-ভালোবাসার প্রয়োজন। এ কথা শোনার পর আমরা ঘন ঘন </w:t>
      </w:r>
      <w:r w:rsidR="000459F1">
        <w:rPr>
          <w:cs/>
          <w:lang w:bidi="bn-IN"/>
        </w:rPr>
        <w:t>তাকে</w:t>
      </w:r>
      <w:r w:rsidRPr="003F52A2">
        <w:rPr>
          <w:cs/>
          <w:lang w:bidi="bn-IN"/>
        </w:rPr>
        <w:t xml:space="preserve"> দেখতে যেতাম। একদিন খবর</w:t>
      </w:r>
      <w:r w:rsidR="005D1822">
        <w:rPr>
          <w:lang w:bidi="bn-IN"/>
        </w:rPr>
        <w:t xml:space="preserve"> </w:t>
      </w:r>
      <w:r w:rsidRPr="003F52A2">
        <w:rPr>
          <w:cs/>
          <w:lang w:bidi="bn-IN"/>
        </w:rPr>
        <w:t xml:space="preserve">পেলাম উনি মারা গেছেন। আমরা </w:t>
      </w:r>
      <w:r w:rsidR="00FE6D44">
        <w:rPr>
          <w:cs/>
          <w:lang w:bidi="bn-IN"/>
        </w:rPr>
        <w:t>তার</w:t>
      </w:r>
      <w:r w:rsidRPr="003F52A2">
        <w:rPr>
          <w:cs/>
          <w:lang w:bidi="bn-IN"/>
        </w:rPr>
        <w:t xml:space="preserve"> দাফন-কাফনের জন্য হাসপাতালে গেলাম। গিয়ে দেখি </w:t>
      </w:r>
      <w:r w:rsidR="00FE6D44">
        <w:rPr>
          <w:cs/>
          <w:lang w:bidi="bn-IN"/>
        </w:rPr>
        <w:t>তার</w:t>
      </w:r>
      <w:r w:rsidR="005D1822">
        <w:rPr>
          <w:lang w:bidi="bn-IN"/>
        </w:rPr>
        <w:t xml:space="preserve"> </w:t>
      </w:r>
      <w:r w:rsidRPr="003F52A2">
        <w:rPr>
          <w:cs/>
          <w:lang w:bidi="bn-IN"/>
        </w:rPr>
        <w:t>পুত্র সে দিন এসেছে। মনে মনে খুশী হলাম যে</w:t>
      </w:r>
      <w:r w:rsidRPr="003F52A2">
        <w:t>,</w:t>
      </w:r>
      <w:r w:rsidRPr="003F52A2">
        <w:rPr>
          <w:cs/>
          <w:lang w:bidi="bn-IN"/>
        </w:rPr>
        <w:t>অবশেষে অন্তত পিতার দাফন-কাফনের জন্য</w:t>
      </w:r>
      <w:r w:rsidR="005D1822">
        <w:rPr>
          <w:lang w:bidi="bn-IN"/>
        </w:rPr>
        <w:t xml:space="preserve"> </w:t>
      </w:r>
      <w:r w:rsidR="005D1822">
        <w:rPr>
          <w:cs/>
          <w:lang w:bidi="bn-IN"/>
        </w:rPr>
        <w:t>এসেছে। কিন্তু পরে খো</w:t>
      </w:r>
      <w:r w:rsidRPr="003F52A2">
        <w:rPr>
          <w:cs/>
          <w:lang w:bidi="bn-IN"/>
        </w:rPr>
        <w:t>জ নিয়ে বুঝলাম</w:t>
      </w:r>
      <w:r w:rsidRPr="003F52A2">
        <w:t>,</w:t>
      </w:r>
      <w:r w:rsidRPr="003F52A2">
        <w:rPr>
          <w:cs/>
          <w:lang w:bidi="bn-IN"/>
        </w:rPr>
        <w:t>সে তার পিতার লাশটি হাসপাতালের নিকট বিক্রি করে</w:t>
      </w:r>
      <w:r w:rsidR="005D1822">
        <w:rPr>
          <w:lang w:bidi="bn-IN"/>
        </w:rPr>
        <w:t xml:space="preserve"> </w:t>
      </w:r>
      <w:r w:rsidRPr="003F52A2">
        <w:rPr>
          <w:cs/>
          <w:lang w:bidi="bn-IN"/>
        </w:rPr>
        <w:t>দিয়েছে</w:t>
      </w:r>
      <w:r w:rsidRPr="003F52A2">
        <w:t>,</w:t>
      </w:r>
      <w:r w:rsidRPr="003F52A2">
        <w:rPr>
          <w:cs/>
          <w:lang w:bidi="bn-IN"/>
        </w:rPr>
        <w:t>এখন এসেছে টাকা নেয়ার জন্য।</w:t>
      </w:r>
      <w:r w:rsidRPr="00D542A0">
        <w:rPr>
          <w:rStyle w:val="libAlaemChar"/>
        </w:rPr>
        <w:t>”</w:t>
      </w:r>
      <w:r w:rsidRPr="003F52A2">
        <w:t xml:space="preserve"> </w:t>
      </w:r>
      <w:r w:rsidRPr="003F52A2">
        <w:rPr>
          <w:cs/>
          <w:lang w:bidi="bn-IN"/>
        </w:rPr>
        <w:t>কিরূপ আশ্চর্যের বিষয়!</w:t>
      </w:r>
    </w:p>
    <w:p w:rsidR="005D1822" w:rsidRDefault="005D1822" w:rsidP="002F51A1">
      <w:pPr>
        <w:pStyle w:val="libNormal"/>
        <w:rPr>
          <w:lang w:bidi="bn-IN"/>
        </w:rPr>
      </w:pPr>
    </w:p>
    <w:p w:rsidR="005D1822" w:rsidRDefault="003F52A2" w:rsidP="005D1822">
      <w:pPr>
        <w:pStyle w:val="libBold1"/>
        <w:rPr>
          <w:lang w:bidi="bn-IN"/>
        </w:rPr>
      </w:pPr>
      <w:r w:rsidRPr="003F52A2">
        <w:rPr>
          <w:cs/>
          <w:lang w:bidi="bn-IN"/>
        </w:rPr>
        <w:t>আত্মত্যাগের পূর্বের ধাপ হলো ন্যায়পরায়ণতা</w:t>
      </w:r>
    </w:p>
    <w:p w:rsidR="005D1822" w:rsidRDefault="003F52A2" w:rsidP="005D1822">
      <w:pPr>
        <w:pStyle w:val="libNormal"/>
        <w:rPr>
          <w:lang w:bidi="bn-IN"/>
        </w:rPr>
      </w:pPr>
      <w:r w:rsidRPr="003F52A2">
        <w:rPr>
          <w:cs/>
          <w:lang w:bidi="bn-IN"/>
        </w:rPr>
        <w:t>উপরিউক্ত ঘটনা থেকে বোঝা যায়</w:t>
      </w:r>
      <w:r w:rsidRPr="003F52A2">
        <w:t>,</w:t>
      </w:r>
      <w:r w:rsidRPr="003F52A2">
        <w:rPr>
          <w:cs/>
          <w:lang w:bidi="bn-IN"/>
        </w:rPr>
        <w:t>এ লোকগুলো ভালোবাসাশূন্য। এখানে আমি আরেকটি বিষয়</w:t>
      </w:r>
      <w:r w:rsidR="005D1822">
        <w:rPr>
          <w:lang w:bidi="bn-IN"/>
        </w:rPr>
        <w:t xml:space="preserve"> </w:t>
      </w:r>
      <w:r w:rsidRPr="003F52A2">
        <w:rPr>
          <w:cs/>
          <w:lang w:bidi="bn-IN"/>
        </w:rPr>
        <w:t>উল্লেখ করতে চাই যে</w:t>
      </w:r>
      <w:r w:rsidRPr="003F52A2">
        <w:t>,</w:t>
      </w:r>
      <w:r w:rsidRPr="003F52A2">
        <w:rPr>
          <w:cs/>
          <w:lang w:bidi="bn-IN"/>
        </w:rPr>
        <w:t>আমরা আমাদের অনেক কাজকেই মানুষের প্রতি ভালোবাসা ও অনুগ্রহের</w:t>
      </w:r>
      <w:r w:rsidR="005D1822">
        <w:rPr>
          <w:lang w:bidi="bn-IN"/>
        </w:rPr>
        <w:t xml:space="preserve"> </w:t>
      </w:r>
      <w:r w:rsidRPr="003F52A2">
        <w:rPr>
          <w:cs/>
          <w:lang w:bidi="bn-IN"/>
        </w:rPr>
        <w:t>প্রকাশ মনে করি এবং সেগুলোকে মানবিকতা বলি</w:t>
      </w:r>
      <w:r w:rsidRPr="003F52A2">
        <w:t>,</w:t>
      </w:r>
      <w:r w:rsidRPr="003F52A2">
        <w:rPr>
          <w:cs/>
          <w:lang w:bidi="bn-IN"/>
        </w:rPr>
        <w:t>কিন্তু প্রকৃতপক্ষে তা ভালোবাসা বা অনুগ্রহ নয়।</w:t>
      </w:r>
    </w:p>
    <w:p w:rsidR="005D1822" w:rsidRDefault="003F52A2" w:rsidP="002F51A1">
      <w:pPr>
        <w:pStyle w:val="libNormal"/>
        <w:rPr>
          <w:lang w:bidi="bn-IN"/>
        </w:rPr>
      </w:pPr>
      <w:r w:rsidRPr="003F52A2">
        <w:rPr>
          <w:cs/>
          <w:lang w:bidi="bn-IN"/>
        </w:rPr>
        <w:t>অনুগহের অর্থ কি</w:t>
      </w:r>
      <w:r w:rsidRPr="003F52A2">
        <w:t xml:space="preserve">? </w:t>
      </w:r>
      <w:r w:rsidRPr="003F52A2">
        <w:rPr>
          <w:cs/>
          <w:lang w:bidi="bn-IN"/>
        </w:rPr>
        <w:t>অনুগ্রহ হচ্ছে মানুষ তার বৈধ অধিকার হতে</w:t>
      </w:r>
      <w:r w:rsidR="005D1822">
        <w:rPr>
          <w:cs/>
          <w:lang w:bidi="bn-IN"/>
        </w:rPr>
        <w:t xml:space="preserve"> অন্যের কল্যাণে যে কাজ করে। যে</w:t>
      </w:r>
      <w:r w:rsidR="005D1822">
        <w:rPr>
          <w:lang w:bidi="bn-IN"/>
        </w:rPr>
        <w:t xml:space="preserve"> </w:t>
      </w:r>
      <w:r w:rsidRPr="003F52A2">
        <w:rPr>
          <w:cs/>
          <w:lang w:bidi="bn-IN"/>
        </w:rPr>
        <w:t>ব্যক্তি এরূপ কাজ করতে চায় তাকে এর পূর্বের ধাপ অবশ্যই অতিক্রম করতে হবে। আর তা হলো সে</w:t>
      </w:r>
      <w:r w:rsidR="005D1822">
        <w:rPr>
          <w:lang w:bidi="bn-IN"/>
        </w:rPr>
        <w:t xml:space="preserve"> </w:t>
      </w:r>
      <w:r w:rsidRPr="003F52A2">
        <w:rPr>
          <w:cs/>
          <w:lang w:bidi="bn-IN"/>
        </w:rPr>
        <w:t>কারো অধিকার খর্ব করবে না</w:t>
      </w:r>
      <w:r w:rsidRPr="003F52A2">
        <w:t>,</w:t>
      </w:r>
      <w:r w:rsidRPr="003F52A2">
        <w:rPr>
          <w:cs/>
          <w:lang w:bidi="bn-IN"/>
        </w:rPr>
        <w:t>অন্যের অধিকারের প্রতি সম্মান দেবে</w:t>
      </w:r>
      <w:r w:rsidRPr="003F52A2">
        <w:t>,</w:t>
      </w:r>
      <w:r w:rsidRPr="003F52A2">
        <w:rPr>
          <w:cs/>
          <w:lang w:bidi="bn-IN"/>
        </w:rPr>
        <w:t>নিজের অধিকারের সীমালঙ্ঘন</w:t>
      </w:r>
      <w:r w:rsidR="005D1822">
        <w:rPr>
          <w:lang w:bidi="bn-IN"/>
        </w:rPr>
        <w:t xml:space="preserve"> </w:t>
      </w:r>
      <w:r w:rsidRPr="003F52A2">
        <w:rPr>
          <w:cs/>
          <w:lang w:bidi="bn-IN"/>
        </w:rPr>
        <w:t>করবে না বরং যথাযথভাবে তা মেনে চলবে। কোন ব্যক্তি এগুলো মেনে চললে তাকে সমাজহিতৈষী</w:t>
      </w:r>
      <w:r w:rsidR="005D1822">
        <w:rPr>
          <w:lang w:bidi="bn-IN"/>
        </w:rPr>
        <w:t xml:space="preserve"> </w:t>
      </w:r>
      <w:r w:rsidRPr="003F52A2">
        <w:rPr>
          <w:cs/>
          <w:lang w:bidi="bn-IN"/>
        </w:rPr>
        <w:t>বলা যেতে পারে।</w:t>
      </w:r>
    </w:p>
    <w:p w:rsidR="005D1822" w:rsidRDefault="003F52A2" w:rsidP="002F51A1">
      <w:pPr>
        <w:pStyle w:val="libNormal"/>
        <w:rPr>
          <w:lang w:bidi="bn-IN"/>
        </w:rPr>
      </w:pPr>
      <w:r w:rsidRPr="003F52A2">
        <w:rPr>
          <w:cs/>
          <w:lang w:bidi="bn-IN"/>
        </w:rPr>
        <w:t>কিন্তু সমাজে আপনারা একদল লোককে সব সময় দেখেন যারা নিজেদের প্রাপ্ত অধিকারের প্রতি</w:t>
      </w:r>
      <w:r w:rsidR="005D1822">
        <w:rPr>
          <w:lang w:bidi="bn-IN"/>
        </w:rPr>
        <w:t xml:space="preserve"> </w:t>
      </w:r>
      <w:r w:rsidRPr="003F52A2">
        <w:rPr>
          <w:cs/>
          <w:lang w:bidi="bn-IN"/>
        </w:rPr>
        <w:t>সন্তুষ্ট নয়</w:t>
      </w:r>
      <w:r w:rsidRPr="003F52A2">
        <w:t>,</w:t>
      </w:r>
      <w:r w:rsidRPr="003F52A2">
        <w:rPr>
          <w:cs/>
          <w:lang w:bidi="bn-IN"/>
        </w:rPr>
        <w:t>বরং সব সময় সেই প্রচেষ্টায় লিপ্ত যাতে অধিক সম্পদ কুক্ষিগত করা যায়। এরা হারাম-হালালের ধার ধারে না</w:t>
      </w:r>
      <w:r w:rsidRPr="003F52A2">
        <w:t>,</w:t>
      </w:r>
      <w:r w:rsidRPr="003F52A2">
        <w:rPr>
          <w:cs/>
          <w:lang w:bidi="bn-IN"/>
        </w:rPr>
        <w:t>মানুষের অধিকারের প্রতি সম্মান দেয় না</w:t>
      </w:r>
      <w:r w:rsidRPr="003F52A2">
        <w:t>,</w:t>
      </w:r>
      <w:r w:rsidRPr="003F52A2">
        <w:rPr>
          <w:cs/>
          <w:lang w:bidi="bn-IN"/>
        </w:rPr>
        <w:t>অন্যের অধিকার খর্ব করে। এরূপ</w:t>
      </w:r>
      <w:r w:rsidR="005D1822">
        <w:rPr>
          <w:lang w:bidi="bn-IN"/>
        </w:rPr>
        <w:t xml:space="preserve"> </w:t>
      </w:r>
      <w:r w:rsidRPr="003F52A2">
        <w:rPr>
          <w:cs/>
          <w:lang w:bidi="bn-IN"/>
        </w:rPr>
        <w:t>কোন ব্যক্তি যদি তার কোন বন্ধুর জন্য একদিন কয়েক হাজার টাকা খরচ করে তাকে কি আমরা</w:t>
      </w:r>
      <w:r w:rsidR="005D1822">
        <w:rPr>
          <w:lang w:bidi="bn-IN"/>
        </w:rPr>
        <w:t xml:space="preserve"> </w:t>
      </w:r>
      <w:r w:rsidRPr="003F52A2">
        <w:rPr>
          <w:cs/>
          <w:lang w:bidi="bn-IN"/>
        </w:rPr>
        <w:t>মানবসেবা ও দানশীলতা মনে করে বলব যে</w:t>
      </w:r>
      <w:r w:rsidRPr="003F52A2">
        <w:t>,</w:t>
      </w:r>
      <w:r w:rsidRPr="003F52A2">
        <w:rPr>
          <w:cs/>
          <w:lang w:bidi="bn-IN"/>
        </w:rPr>
        <w:t>এটা সমাজ-কল্যাণমূলক কাজ। না</w:t>
      </w:r>
      <w:r w:rsidRPr="003F52A2">
        <w:t>,</w:t>
      </w:r>
      <w:r w:rsidRPr="003F52A2">
        <w:rPr>
          <w:cs/>
          <w:lang w:bidi="bn-IN"/>
        </w:rPr>
        <w:t>কখনই তা নয়।বরং নাম অর্জনের জন্য সে এ কাজ করেছে</w:t>
      </w:r>
      <w:r w:rsidRPr="003F52A2">
        <w:t>,</w:t>
      </w:r>
      <w:r w:rsidRPr="003F52A2">
        <w:rPr>
          <w:cs/>
          <w:lang w:bidi="bn-IN"/>
        </w:rPr>
        <w:t>তাই এটা স্বার্থপরতা ছাড়া কিছু নয়। কোন ব্যক্তি যদি</w:t>
      </w:r>
      <w:r w:rsidR="005D1822">
        <w:rPr>
          <w:lang w:bidi="bn-IN"/>
        </w:rPr>
        <w:t xml:space="preserve"> </w:t>
      </w:r>
      <w:r w:rsidRPr="003F52A2">
        <w:rPr>
          <w:cs/>
          <w:lang w:bidi="bn-IN"/>
        </w:rPr>
        <w:t>নিজের নাম ও সম্মান বাড়ানোর জন্য এরূপ কাজ করে তবে তাকে মানবকল্যাণ বলা যায় না।</w:t>
      </w:r>
    </w:p>
    <w:p w:rsidR="005D1822" w:rsidRDefault="003F52A2" w:rsidP="005D1822">
      <w:pPr>
        <w:pStyle w:val="libNormal"/>
        <w:rPr>
          <w:lang w:bidi="bn-IN"/>
        </w:rPr>
      </w:pPr>
      <w:r w:rsidRPr="003F52A2">
        <w:rPr>
          <w:cs/>
          <w:lang w:bidi="bn-IN"/>
        </w:rPr>
        <w:t>এরূপ একটি উদাহরণ এখানে পেশ করছি। আমাদের মধ্যে অনেকেরই একটি স্বভাব রয়েছে</w:t>
      </w:r>
      <w:r w:rsidR="005D1822">
        <w:rPr>
          <w:lang w:bidi="bn-IN"/>
        </w:rPr>
        <w:t xml:space="preserve"> </w:t>
      </w:r>
      <w:r w:rsidRPr="003F52A2">
        <w:rPr>
          <w:cs/>
          <w:lang w:bidi="bn-IN"/>
        </w:rPr>
        <w:t>মেহমানদারী করার। তারা বলে</w:t>
      </w:r>
      <w:r w:rsidRPr="003F52A2">
        <w:t>,</w:t>
      </w:r>
      <w:r w:rsidRPr="00D542A0">
        <w:rPr>
          <w:rStyle w:val="libAlaemChar"/>
        </w:rPr>
        <w:t>“</w:t>
      </w:r>
      <w:r w:rsidRPr="003F52A2">
        <w:rPr>
          <w:cs/>
          <w:lang w:bidi="bn-IN"/>
        </w:rPr>
        <w:t>আমাদের মন বড়</w:t>
      </w:r>
      <w:r w:rsidRPr="003F52A2">
        <w:t>,</w:t>
      </w:r>
      <w:r w:rsidRPr="003F52A2">
        <w:rPr>
          <w:cs/>
          <w:lang w:bidi="bn-IN"/>
        </w:rPr>
        <w:t>আমাদের দরজা সব সময় মেহমানদের জন্য</w:t>
      </w:r>
      <w:r w:rsidR="005D1822">
        <w:rPr>
          <w:lang w:bidi="bn-IN"/>
        </w:rPr>
        <w:t xml:space="preserve"> </w:t>
      </w:r>
      <w:r w:rsidRPr="003F52A2">
        <w:rPr>
          <w:cs/>
          <w:lang w:bidi="bn-IN"/>
        </w:rPr>
        <w:t>উন্মুক্ত। একজন মেহমান যাচ্ছে তো আরেকজন আসছে। সকাল</w:t>
      </w:r>
      <w:r w:rsidRPr="003F52A2">
        <w:t>,</w:t>
      </w:r>
      <w:r w:rsidRPr="003F52A2">
        <w:rPr>
          <w:cs/>
          <w:lang w:bidi="bn-IN"/>
        </w:rPr>
        <w:t>দুপুর</w:t>
      </w:r>
      <w:r w:rsidRPr="003F52A2">
        <w:t>,</w:t>
      </w:r>
      <w:r w:rsidRPr="003F52A2">
        <w:rPr>
          <w:cs/>
          <w:lang w:bidi="bn-IN"/>
        </w:rPr>
        <w:t>রাতের খাবারের মেহমানই</w:t>
      </w:r>
      <w:r w:rsidR="005D1822">
        <w:rPr>
          <w:lang w:bidi="bn-IN"/>
        </w:rPr>
        <w:t xml:space="preserve"> </w:t>
      </w:r>
      <w:r w:rsidRPr="003F52A2">
        <w:rPr>
          <w:cs/>
          <w:lang w:bidi="bn-IN"/>
        </w:rPr>
        <w:t>শুধু নয়</w:t>
      </w:r>
      <w:r w:rsidRPr="003F52A2">
        <w:t>,</w:t>
      </w:r>
      <w:r w:rsidRPr="003F52A2">
        <w:rPr>
          <w:cs/>
          <w:lang w:bidi="bn-IN"/>
        </w:rPr>
        <w:t>রাতে থাকার মেহমানও আমার বাড়ীতে কম নেই।</w:t>
      </w:r>
      <w:r w:rsidRPr="00D542A0">
        <w:rPr>
          <w:rStyle w:val="libAlaemChar"/>
        </w:rPr>
        <w:t>”</w:t>
      </w:r>
      <w:r w:rsidRPr="003F52A2">
        <w:t xml:space="preserve"> </w:t>
      </w:r>
      <w:r w:rsidRPr="003F52A2">
        <w:rPr>
          <w:cs/>
          <w:lang w:bidi="bn-IN"/>
        </w:rPr>
        <w:t>কারো সামর্থ্য থাকলে এরূপ কর্ম মন্দ</w:t>
      </w:r>
      <w:r w:rsidR="005D1822">
        <w:rPr>
          <w:lang w:bidi="bn-IN"/>
        </w:rPr>
        <w:t xml:space="preserve"> </w:t>
      </w:r>
      <w:r w:rsidRPr="003F52A2">
        <w:rPr>
          <w:cs/>
          <w:lang w:bidi="bn-IN"/>
        </w:rPr>
        <w:t>নয়। কিন্তু অন্য একটি দিকও তো আমাদের দেখতে হবে। অনেক সময় দেখা যায় এ মেহমানদারী</w:t>
      </w:r>
      <w:r w:rsidR="005D1822">
        <w:rPr>
          <w:lang w:bidi="bn-IN"/>
        </w:rPr>
        <w:t xml:space="preserve"> </w:t>
      </w:r>
      <w:r w:rsidRPr="003F52A2">
        <w:rPr>
          <w:cs/>
          <w:lang w:bidi="bn-IN"/>
        </w:rPr>
        <w:t>করতে গিয়ে ঘরে যে স্ত্রী রয়েছে তার উপর অতিরিক্ত চাপ নেমে আসে</w:t>
      </w:r>
      <w:r w:rsidRPr="003F52A2">
        <w:t>,</w:t>
      </w:r>
      <w:r w:rsidRPr="003F52A2">
        <w:rPr>
          <w:cs/>
          <w:lang w:bidi="bn-IN"/>
        </w:rPr>
        <w:t>অথচ আমাদের শরীয়ত</w:t>
      </w:r>
      <w:r w:rsidR="005D1822">
        <w:rPr>
          <w:lang w:bidi="bn-IN"/>
        </w:rPr>
        <w:t xml:space="preserve"> </w:t>
      </w:r>
      <w:r w:rsidRPr="003F52A2">
        <w:rPr>
          <w:cs/>
          <w:lang w:bidi="bn-IN"/>
        </w:rPr>
        <w:t>সম্মত</w:t>
      </w:r>
      <w:r w:rsidR="005D1822">
        <w:rPr>
          <w:lang w:bidi="bn-IN"/>
        </w:rPr>
        <w:t xml:space="preserve"> </w:t>
      </w:r>
      <w:r w:rsidRPr="003F52A2">
        <w:rPr>
          <w:cs/>
          <w:lang w:bidi="bn-IN"/>
        </w:rPr>
        <w:t>কোন অধিকার নেই তাকে এরূপ নির্দেশ দেয়ার। বরং সে আমাদের ঘরে কাজ করা বা না করার বিষয়ে সম্পূর্ণ স্বাধীন। তাই তার উপর এরূপ নির্দেশ জারী মেহমানদারীর নামে একজন মানুষের উপর</w:t>
      </w:r>
      <w:r w:rsidR="005D1822">
        <w:rPr>
          <w:lang w:bidi="bn-IN"/>
        </w:rPr>
        <w:t xml:space="preserve"> </w:t>
      </w:r>
      <w:r w:rsidR="00552377">
        <w:rPr>
          <w:cs/>
          <w:lang w:bidi="bn-IN"/>
        </w:rPr>
        <w:t>জুলুম</w:t>
      </w:r>
      <w:r w:rsidRPr="003F52A2">
        <w:rPr>
          <w:cs/>
          <w:lang w:bidi="bn-IN"/>
        </w:rPr>
        <w:t xml:space="preserve"> ও অত্যাচারের শামিল।</w:t>
      </w:r>
    </w:p>
    <w:p w:rsidR="005D1822" w:rsidRDefault="003F52A2" w:rsidP="005D1822">
      <w:pPr>
        <w:pStyle w:val="libNormal"/>
        <w:rPr>
          <w:lang w:bidi="bn-IN"/>
        </w:rPr>
      </w:pPr>
      <w:r w:rsidRPr="003F52A2">
        <w:rPr>
          <w:cs/>
          <w:lang w:bidi="bn-IN"/>
        </w:rPr>
        <w:t xml:space="preserve">আলী ইবনে আবি তালিব (আ.) </w:t>
      </w:r>
      <w:r w:rsidR="00FE6D44">
        <w:rPr>
          <w:cs/>
          <w:lang w:bidi="bn-IN"/>
        </w:rPr>
        <w:t>তার</w:t>
      </w:r>
      <w:r w:rsidRPr="003F52A2">
        <w:rPr>
          <w:cs/>
          <w:lang w:bidi="bn-IN"/>
        </w:rPr>
        <w:t xml:space="preserve"> ঘরে হযরত ফাতেমা (আ.)-এর কাজে সহযোগিতা করতেন।</w:t>
      </w:r>
      <w:r w:rsidR="005D1822">
        <w:rPr>
          <w:lang w:bidi="bn-IN"/>
        </w:rPr>
        <w:t xml:space="preserve"> </w:t>
      </w:r>
      <w:r w:rsidRPr="003F52A2">
        <w:rPr>
          <w:cs/>
          <w:lang w:bidi="bn-IN"/>
        </w:rPr>
        <w:t>হযরত ফাতেম</w:t>
      </w:r>
      <w:r w:rsidR="005D1822">
        <w:rPr>
          <w:cs/>
          <w:lang w:bidi="bn-IN"/>
        </w:rPr>
        <w:t>াও ঘরের কাজ নিজ ইচ্ছায় নিজের কা</w:t>
      </w:r>
      <w:r w:rsidRPr="003F52A2">
        <w:rPr>
          <w:cs/>
          <w:lang w:bidi="bn-IN"/>
        </w:rPr>
        <w:t>ধে নিয়েছেন। আলী তা চাপিয়ে দেননি। তদুপরি</w:t>
      </w:r>
      <w:r w:rsidR="005D1822">
        <w:rPr>
          <w:lang w:bidi="bn-IN"/>
        </w:rPr>
        <w:t xml:space="preserve"> </w:t>
      </w:r>
      <w:r w:rsidRPr="003F52A2">
        <w:rPr>
          <w:cs/>
          <w:lang w:bidi="bn-IN"/>
        </w:rPr>
        <w:t xml:space="preserve">আলী চান না </w:t>
      </w:r>
      <w:r w:rsidR="00FE6D44">
        <w:rPr>
          <w:cs/>
          <w:lang w:bidi="bn-IN"/>
        </w:rPr>
        <w:t>তার</w:t>
      </w:r>
      <w:r w:rsidRPr="003F52A2">
        <w:rPr>
          <w:cs/>
          <w:lang w:bidi="bn-IN"/>
        </w:rPr>
        <w:t xml:space="preserve"> প্রিয় স্ত্রীর উপর অতিরিক্ত চাপ থাকুক।</w:t>
      </w:r>
    </w:p>
    <w:p w:rsidR="005D1822" w:rsidRDefault="003F52A2" w:rsidP="005D1822">
      <w:pPr>
        <w:pStyle w:val="libNormal"/>
        <w:rPr>
          <w:lang w:bidi="bn-IN"/>
        </w:rPr>
      </w:pPr>
      <w:r w:rsidRPr="003F52A2">
        <w:rPr>
          <w:cs/>
          <w:lang w:bidi="bn-IN"/>
        </w:rPr>
        <w:t>তাই একে কি আমরা মেহমানদারী ও বন্ধু হিতৈষী কর্ম বলব যে</w:t>
      </w:r>
      <w:r w:rsidRPr="003F52A2">
        <w:t>,</w:t>
      </w:r>
      <w:r w:rsidRPr="003F52A2">
        <w:rPr>
          <w:cs/>
          <w:lang w:bidi="bn-IN"/>
        </w:rPr>
        <w:t>এক ব্যক্তি সার্বক্ষণিক মেহমান</w:t>
      </w:r>
      <w:r w:rsidR="005D1822">
        <w:rPr>
          <w:lang w:bidi="bn-IN"/>
        </w:rPr>
        <w:t xml:space="preserve"> </w:t>
      </w:r>
      <w:r w:rsidRPr="003F52A2">
        <w:rPr>
          <w:cs/>
          <w:lang w:bidi="bn-IN"/>
        </w:rPr>
        <w:t>এলে তার স্ত্রীকে নির্যাতন করবে আর একদিন এ নারী ক্লান্তির কারণে কাজ করতে অস্বীকার করলে সে</w:t>
      </w:r>
      <w:r w:rsidR="005D1822">
        <w:rPr>
          <w:lang w:bidi="bn-IN"/>
        </w:rPr>
        <w:t xml:space="preserve"> </w:t>
      </w:r>
      <w:r w:rsidRPr="003F52A2">
        <w:rPr>
          <w:cs/>
          <w:lang w:bidi="bn-IN"/>
        </w:rPr>
        <w:t>বলবে</w:t>
      </w:r>
      <w:r w:rsidRPr="003F52A2">
        <w:t>,</w:t>
      </w:r>
      <w:r w:rsidRPr="003F52A2">
        <w:rPr>
          <w:cs/>
          <w:lang w:bidi="bn-IN"/>
        </w:rPr>
        <w:t xml:space="preserve">যদি কাজ না করতে চাও তবে আমার ঘর থেকে বের হয়ে যাও। তাই এগুলো সমাজহিতৈষিতা নয়। তবে এমন কিছু যা আত্মত্যাগের পর্যায়ে </w:t>
      </w:r>
      <w:r w:rsidR="00611BB9">
        <w:rPr>
          <w:cs/>
          <w:lang w:bidi="bn-IN"/>
        </w:rPr>
        <w:t>পৌ</w:t>
      </w:r>
      <w:r w:rsidRPr="003F52A2">
        <w:rPr>
          <w:cs/>
          <w:lang w:bidi="bn-IN"/>
        </w:rPr>
        <w:t>ছে তার কথা ভিন্ন। যে ব্যক্তি সমাজহিতৈষি</w:t>
      </w:r>
      <w:r w:rsidR="005D1822">
        <w:rPr>
          <w:lang w:bidi="bn-IN"/>
        </w:rPr>
        <w:t xml:space="preserve"> </w:t>
      </w:r>
      <w:r w:rsidRPr="003F52A2">
        <w:rPr>
          <w:cs/>
          <w:lang w:bidi="bn-IN"/>
        </w:rPr>
        <w:t>তার ভিত্তিতে কাজ করতে চায় তাকে প্রথমে ন্যয়পরায়ণতার পর্যায় অতিক্রম করতে হবে অর্থাৎ</w:t>
      </w:r>
      <w:r w:rsidR="005D1822">
        <w:rPr>
          <w:lang w:bidi="bn-IN"/>
        </w:rPr>
        <w:t xml:space="preserve"> </w:t>
      </w:r>
      <w:r w:rsidRPr="003F52A2">
        <w:rPr>
          <w:cs/>
          <w:lang w:bidi="bn-IN"/>
        </w:rPr>
        <w:t>যদি কেউ ন্যায়পরায়ণ হয়</w:t>
      </w:r>
      <w:r w:rsidRPr="003F52A2">
        <w:t>,</w:t>
      </w:r>
      <w:r w:rsidRPr="003F52A2">
        <w:rPr>
          <w:cs/>
          <w:lang w:bidi="bn-IN"/>
        </w:rPr>
        <w:t>অন্যের অধিকারের সীমালঙ্ঘন না করে</w:t>
      </w:r>
      <w:r w:rsidRPr="003F52A2">
        <w:t>,</w:t>
      </w:r>
      <w:r w:rsidRPr="003F52A2">
        <w:rPr>
          <w:cs/>
          <w:lang w:bidi="bn-IN"/>
        </w:rPr>
        <w:t>তারপর নিজের বৈধ অধিকার</w:t>
      </w:r>
      <w:r w:rsidR="005D1822">
        <w:rPr>
          <w:lang w:bidi="bn-IN"/>
        </w:rPr>
        <w:t xml:space="preserve"> </w:t>
      </w:r>
      <w:r w:rsidRPr="003F52A2">
        <w:rPr>
          <w:cs/>
          <w:lang w:bidi="bn-IN"/>
        </w:rPr>
        <w:t>ত্যাগ করে তবেই তার কর্মকে আত্মত্যাগ বলা যাবে</w:t>
      </w:r>
      <w:r w:rsidRPr="003F52A2">
        <w:t>,</w:t>
      </w:r>
      <w:r w:rsidRPr="003F52A2">
        <w:rPr>
          <w:cs/>
          <w:lang w:bidi="bn-IN"/>
        </w:rPr>
        <w:t>নতুবা নয়। তাই প্রসিদ্ধ ধর্মীয় ব্যক্তিত্বরা এবিষয়ে মাত্রাতিরিক্ত সচেতন থাকতেন যাতে করে কারো অধিকার সামান্য পরিমাণও খর্ব না হয়।</w:t>
      </w:r>
      <w:r w:rsidR="005D1822">
        <w:rPr>
          <w:lang w:bidi="bn-IN"/>
        </w:rPr>
        <w:t xml:space="preserve"> </w:t>
      </w:r>
      <w:r w:rsidRPr="003F52A2">
        <w:rPr>
          <w:cs/>
          <w:lang w:bidi="bn-IN"/>
        </w:rPr>
        <w:t>এমনকি নিজ পরিবারে স্ত্রী বা পুত্র-কন্যাদের নির্দেশ দিয়ে নিজের কোন কাজ করিয়ে নিতেন না।</w:t>
      </w:r>
      <w:r w:rsidR="005D1822">
        <w:rPr>
          <w:lang w:bidi="bn-IN"/>
        </w:rPr>
        <w:t xml:space="preserve"> </w:t>
      </w:r>
      <w:r w:rsidRPr="003F52A2">
        <w:rPr>
          <w:cs/>
          <w:lang w:bidi="bn-IN"/>
        </w:rPr>
        <w:t>(মানুষের ব্যক্তিগত কাজের ক্ষেত্রে এরূপ করতেন। কিন্তু যে বিষয়টি সন্তানদের প্রশিক্ষণের জন্য সেক্ষেত্রে নয়।)</w:t>
      </w:r>
    </w:p>
    <w:p w:rsidR="005D1822" w:rsidRDefault="003F52A2" w:rsidP="005D1822">
      <w:pPr>
        <w:pStyle w:val="libNormal"/>
        <w:rPr>
          <w:rStyle w:val="libAlaemChar"/>
        </w:rPr>
      </w:pPr>
      <w:r w:rsidRPr="003F52A2">
        <w:rPr>
          <w:cs/>
          <w:lang w:bidi="bn-IN"/>
        </w:rPr>
        <w:t>মরহুম আয়াতুল্লাহ্ শেখ আবদুল করিম হায়েরীর শিক্ষক প্রসিদ্ধ মার্জায়ে তাকলীদ মির্জা মুহাম্মদ</w:t>
      </w:r>
      <w:r w:rsidR="005D1822">
        <w:rPr>
          <w:lang w:bidi="bn-IN"/>
        </w:rPr>
        <w:t xml:space="preserve"> </w:t>
      </w:r>
      <w:r w:rsidRPr="003F52A2">
        <w:rPr>
          <w:cs/>
          <w:lang w:bidi="bn-IN"/>
        </w:rPr>
        <w:t>তাকী শিরাজী (রহ.)-এর ব্যাপারে এ রকম একটি ঘটনা বর্ণিত হয়েছে। তিনি একবার অসুস্থ হয়ে</w:t>
      </w:r>
      <w:r w:rsidR="005D1822">
        <w:rPr>
          <w:lang w:bidi="bn-IN"/>
        </w:rPr>
        <w:t xml:space="preserve"> </w:t>
      </w:r>
      <w:r w:rsidRPr="003F52A2">
        <w:rPr>
          <w:cs/>
          <w:lang w:bidi="bn-IN"/>
        </w:rPr>
        <w:t xml:space="preserve">পড়লে </w:t>
      </w:r>
      <w:r w:rsidR="00FE6D44">
        <w:rPr>
          <w:cs/>
          <w:lang w:bidi="bn-IN"/>
        </w:rPr>
        <w:t>তার</w:t>
      </w:r>
      <w:r w:rsidRPr="003F52A2">
        <w:rPr>
          <w:cs/>
          <w:lang w:bidi="bn-IN"/>
        </w:rPr>
        <w:t xml:space="preserve"> স্ত্রী মাড়ী ভাত তৈরি করে ঘরের মধ্যে রেখে যান </w:t>
      </w:r>
      <w:r w:rsidR="00FE6D44">
        <w:rPr>
          <w:cs/>
          <w:lang w:bidi="bn-IN"/>
        </w:rPr>
        <w:t>তার</w:t>
      </w:r>
      <w:r w:rsidRPr="003F52A2">
        <w:rPr>
          <w:cs/>
          <w:lang w:bidi="bn-IN"/>
        </w:rPr>
        <w:t xml:space="preserve"> জন্য। কিন্তু যখন তিনি ক্ষুধার্ত হয়ে</w:t>
      </w:r>
      <w:r w:rsidR="005D1822">
        <w:rPr>
          <w:lang w:bidi="bn-IN"/>
        </w:rPr>
        <w:t xml:space="preserve"> </w:t>
      </w:r>
      <w:r w:rsidRPr="003F52A2">
        <w:rPr>
          <w:cs/>
          <w:lang w:bidi="bn-IN"/>
        </w:rPr>
        <w:t>খাদ্য গ্রহণের প্রয়োজন মনে করলেন দুর্বলতার কারণে যেখানে ত</w:t>
      </w:r>
      <w:r w:rsidR="005D1822">
        <w:rPr>
          <w:cs/>
          <w:lang w:bidi="bn-IN"/>
        </w:rPr>
        <w:t xml:space="preserve">া রাখা ছিল সেখান হতে তা </w:t>
      </w:r>
      <w:r w:rsidR="005D1822" w:rsidRPr="005D1822">
        <w:rPr>
          <w:cs/>
          <w:lang w:bidi="bn-IN"/>
        </w:rPr>
        <w:t>গ্রহণে</w:t>
      </w:r>
      <w:r w:rsidR="005D1822">
        <w:rPr>
          <w:lang w:bidi="bn-IN"/>
        </w:rPr>
        <w:t xml:space="preserve"> </w:t>
      </w:r>
      <w:r w:rsidRPr="003F52A2">
        <w:rPr>
          <w:cs/>
          <w:lang w:bidi="bn-IN"/>
        </w:rPr>
        <w:t>সক্ষম হলেন না। এভাবে কয়েক ঘন্টা অতিক্রান্ত হলে যখন স্ত্রী এসে দেখেন খাবার ঐ অবস্থায়ই</w:t>
      </w:r>
      <w:r w:rsidR="005D1822">
        <w:rPr>
          <w:lang w:bidi="bn-IN"/>
        </w:rPr>
        <w:t xml:space="preserve"> </w:t>
      </w:r>
      <w:r w:rsidRPr="003F52A2">
        <w:rPr>
          <w:cs/>
          <w:lang w:bidi="bn-IN"/>
        </w:rPr>
        <w:t>রয়েছে তখন জিজ্ঞেস করলেন</w:t>
      </w:r>
      <w:r w:rsidRPr="003F52A2">
        <w:t>,</w:t>
      </w:r>
      <w:r w:rsidRPr="00D542A0">
        <w:rPr>
          <w:rStyle w:val="libAlaemChar"/>
        </w:rPr>
        <w:t>“</w:t>
      </w:r>
      <w:r w:rsidRPr="003F52A2">
        <w:rPr>
          <w:cs/>
          <w:lang w:bidi="bn-IN"/>
        </w:rPr>
        <w:t>কেন তা খাননি</w:t>
      </w:r>
      <w:r w:rsidRPr="003F52A2">
        <w:t>?</w:t>
      </w:r>
      <w:r w:rsidRPr="00D542A0">
        <w:rPr>
          <w:rStyle w:val="libAlaemChar"/>
        </w:rPr>
        <w:t>”</w:t>
      </w:r>
      <w:r w:rsidRPr="003F52A2">
        <w:t xml:space="preserve"> </w:t>
      </w:r>
      <w:r w:rsidRPr="003F52A2">
        <w:rPr>
          <w:cs/>
          <w:lang w:bidi="bn-IN"/>
        </w:rPr>
        <w:t>তিনি বললেন</w:t>
      </w:r>
      <w:r w:rsidRPr="003F52A2">
        <w:t>,</w:t>
      </w:r>
      <w:r w:rsidRPr="00D542A0">
        <w:rPr>
          <w:rStyle w:val="libAlaemChar"/>
        </w:rPr>
        <w:t>“</w:t>
      </w:r>
      <w:r w:rsidRPr="003F52A2">
        <w:rPr>
          <w:cs/>
          <w:lang w:bidi="bn-IN"/>
        </w:rPr>
        <w:t>শরীয়ত আমাকে এ অনুমতি</w:t>
      </w:r>
      <w:r w:rsidR="005D1822">
        <w:rPr>
          <w:lang w:bidi="bn-IN"/>
        </w:rPr>
        <w:t xml:space="preserve"> </w:t>
      </w:r>
      <w:r w:rsidRPr="003F52A2">
        <w:rPr>
          <w:cs/>
          <w:lang w:bidi="bn-IN"/>
        </w:rPr>
        <w:t>দিয়েছে কি যে</w:t>
      </w:r>
      <w:r w:rsidRPr="003F52A2">
        <w:t>,</w:t>
      </w:r>
      <w:r w:rsidRPr="003F52A2">
        <w:rPr>
          <w:cs/>
          <w:lang w:bidi="bn-IN"/>
        </w:rPr>
        <w:t>স্ত্রীকে রান্নাঘর থেকে ডেকে এনে সেটা আমার নিকট এগিয়ে দেয়ার নির্দেশ দানের-সে বিষয়ে সন্দেহে ছিলাম। যে কাজ তুমি নিজ ইচ্ছায় করছ</w:t>
      </w:r>
      <w:r w:rsidRPr="003F52A2">
        <w:t>,</w:t>
      </w:r>
      <w:r w:rsidRPr="003F52A2">
        <w:rPr>
          <w:cs/>
          <w:lang w:bidi="bn-IN"/>
        </w:rPr>
        <w:t>আমি তার বাইরে অন্য নির্দেশ দান</w:t>
      </w:r>
      <w:r w:rsidR="005D1822">
        <w:rPr>
          <w:lang w:bidi="bn-IN"/>
        </w:rPr>
        <w:t xml:space="preserve"> </w:t>
      </w:r>
      <w:r w:rsidRPr="003F52A2">
        <w:rPr>
          <w:cs/>
          <w:lang w:bidi="bn-IN"/>
        </w:rPr>
        <w:t>নিজের জন্য বৈধ মনে করছি না।</w:t>
      </w:r>
      <w:r w:rsidRPr="00D542A0">
        <w:rPr>
          <w:rStyle w:val="libAlaemChar"/>
        </w:rPr>
        <w:t>”</w:t>
      </w:r>
    </w:p>
    <w:p w:rsidR="00ED049C" w:rsidRDefault="003F52A2" w:rsidP="005D1822">
      <w:pPr>
        <w:pStyle w:val="libNormal"/>
        <w:rPr>
          <w:cs/>
          <w:lang w:bidi="bn-IN"/>
        </w:rPr>
      </w:pPr>
      <w:r w:rsidRPr="003F52A2">
        <w:rPr>
          <w:cs/>
          <w:lang w:bidi="bn-IN"/>
        </w:rPr>
        <w:t>সুতরাং কোন কাজ তখনই সমাজহিতৈষী হবে যখন তা আত্মপ্রচার ও স্বার্থপরতার কারণে নয়</w:t>
      </w:r>
      <w:r w:rsidRPr="003F52A2">
        <w:t>,</w:t>
      </w:r>
      <w:r w:rsidRPr="003F52A2">
        <w:rPr>
          <w:cs/>
          <w:lang w:bidi="bn-IN"/>
        </w:rPr>
        <w:t>বরং</w:t>
      </w:r>
      <w:r w:rsidR="005D1822">
        <w:rPr>
          <w:lang w:bidi="bn-IN"/>
        </w:rPr>
        <w:t xml:space="preserve"> </w:t>
      </w:r>
      <w:r w:rsidRPr="003F52A2">
        <w:rPr>
          <w:cs/>
          <w:lang w:bidi="bn-IN"/>
        </w:rPr>
        <w:t>আত্মত্যাগের মনোবৃত্তি নিয়ে হবে।</w:t>
      </w:r>
    </w:p>
    <w:p w:rsidR="00ED049C" w:rsidRPr="00C640B7" w:rsidRDefault="00ED049C" w:rsidP="00C640B7">
      <w:pPr>
        <w:rPr>
          <w:rtl/>
          <w:cs/>
        </w:rPr>
      </w:pPr>
      <w:r>
        <w:rPr>
          <w:cs/>
          <w:lang w:bidi="bn-IN"/>
        </w:rPr>
        <w:br w:type="page"/>
      </w:r>
    </w:p>
    <w:p w:rsidR="00ED049C" w:rsidRDefault="003F52A2" w:rsidP="00ED049C">
      <w:pPr>
        <w:pStyle w:val="Heading1"/>
        <w:rPr>
          <w:lang w:bidi="bn-IN"/>
        </w:rPr>
      </w:pPr>
      <w:bookmarkStart w:id="62" w:name="_Toc392601471"/>
      <w:r w:rsidRPr="003F52A2">
        <w:rPr>
          <w:cs/>
          <w:lang w:bidi="bn-IN"/>
        </w:rPr>
        <w:t>ইতিহাসে আত্মত্যাগের নমুনা</w:t>
      </w:r>
      <w:bookmarkEnd w:id="62"/>
    </w:p>
    <w:p w:rsidR="00ED049C" w:rsidRDefault="00ED049C" w:rsidP="005D1822">
      <w:pPr>
        <w:pStyle w:val="libNormal"/>
        <w:rPr>
          <w:lang w:bidi="bn-IN"/>
        </w:rPr>
      </w:pPr>
    </w:p>
    <w:p w:rsidR="00ED049C" w:rsidRDefault="003F52A2" w:rsidP="00ED049C">
      <w:pPr>
        <w:pStyle w:val="libNormal"/>
        <w:rPr>
          <w:lang w:bidi="bn-IN"/>
        </w:rPr>
      </w:pPr>
      <w:r w:rsidRPr="003F52A2">
        <w:rPr>
          <w:cs/>
          <w:lang w:bidi="bn-IN"/>
        </w:rPr>
        <w:t>মুতার যুদ্ধে রাসূল (সা.)-এর সাহাবীদের আত্মত্যাগের এক আশ্চর্য ঘটনা বর্ণিত হয়েছে- যাকে</w:t>
      </w:r>
      <w:r w:rsidR="00ED049C">
        <w:rPr>
          <w:lang w:bidi="bn-IN"/>
        </w:rPr>
        <w:t xml:space="preserve"> </w:t>
      </w:r>
      <w:r w:rsidRPr="003F52A2">
        <w:rPr>
          <w:cs/>
          <w:lang w:bidi="bn-IN"/>
        </w:rPr>
        <w:t>আত্মত্যাগের নমুনা বলা যেতে পারে। মুতার যুদ্ধে যখন একদল সাহাবী আহত হয়ে ময়দানে</w:t>
      </w:r>
      <w:r w:rsidR="00ED049C">
        <w:rPr>
          <w:lang w:bidi="bn-IN"/>
        </w:rPr>
        <w:t xml:space="preserve"> </w:t>
      </w:r>
      <w:r w:rsidRPr="003F52A2">
        <w:rPr>
          <w:cs/>
          <w:lang w:bidi="bn-IN"/>
        </w:rPr>
        <w:t>পড়েছিলেন। যেহেতু যুদ্ধাহত মানুষের শরীর হতে প্রচুর রক্তক্ষরণ হয় তাই নতুন রক্তের চাহিদার</w:t>
      </w:r>
      <w:r w:rsidR="00ED049C">
        <w:rPr>
          <w:lang w:bidi="bn-IN"/>
        </w:rPr>
        <w:t xml:space="preserve"> </w:t>
      </w:r>
      <w:r w:rsidRPr="003F52A2">
        <w:rPr>
          <w:cs/>
          <w:lang w:bidi="bn-IN"/>
        </w:rPr>
        <w:t>কারণে প্রচণ্ড তৃষ্ণা অনুভূত হয়। এ যুদ্ধে এক ব্যক্তি আহতদের নিকট পানি নিয়ে যাচ্ছিল। সে প্রথমে এক আহত ব্যক্তির নিকট উপস্থিত হয়ে পানি দিতে চাইলে সে অন্য ব্যক্তির দিকে ইশারা করে বলল</w:t>
      </w:r>
      <w:r w:rsidRPr="003F52A2">
        <w:t>,</w:t>
      </w:r>
      <w:r w:rsidRPr="00D542A0">
        <w:rPr>
          <w:rStyle w:val="libAlaemChar"/>
        </w:rPr>
        <w:t>“</w:t>
      </w:r>
      <w:r w:rsidRPr="003F52A2">
        <w:rPr>
          <w:cs/>
          <w:lang w:bidi="bn-IN"/>
        </w:rPr>
        <w:t>তাকে প্রথমে পানি দাও</w:t>
      </w:r>
      <w:r w:rsidRPr="003F52A2">
        <w:t>,</w:t>
      </w:r>
      <w:r w:rsidRPr="003F52A2">
        <w:rPr>
          <w:cs/>
          <w:lang w:bidi="bn-IN"/>
        </w:rPr>
        <w:t>তার পানির প্রয়োজন অধিক।</w:t>
      </w:r>
      <w:r w:rsidRPr="00D542A0">
        <w:rPr>
          <w:rStyle w:val="libAlaemChar"/>
        </w:rPr>
        <w:t>”</w:t>
      </w:r>
      <w:r w:rsidRPr="003F52A2">
        <w:t xml:space="preserve"> </w:t>
      </w:r>
      <w:r w:rsidRPr="003F52A2">
        <w:rPr>
          <w:cs/>
          <w:lang w:bidi="bn-IN"/>
        </w:rPr>
        <w:t>তার নিকট পানি নিয়ে গেলে সে অন্য</w:t>
      </w:r>
      <w:r w:rsidR="00ED049C">
        <w:rPr>
          <w:lang w:bidi="bn-IN"/>
        </w:rPr>
        <w:t xml:space="preserve"> </w:t>
      </w:r>
      <w:r w:rsidRPr="003F52A2">
        <w:rPr>
          <w:cs/>
          <w:lang w:bidi="bn-IN"/>
        </w:rPr>
        <w:t>আরেকজনকে দেখিয়ে বলে</w:t>
      </w:r>
      <w:r w:rsidRPr="003F52A2">
        <w:t>,</w:t>
      </w:r>
      <w:r w:rsidRPr="00D542A0">
        <w:rPr>
          <w:rStyle w:val="libAlaemChar"/>
        </w:rPr>
        <w:t>“</w:t>
      </w:r>
      <w:r w:rsidRPr="003F52A2">
        <w:rPr>
          <w:cs/>
          <w:lang w:bidi="bn-IN"/>
        </w:rPr>
        <w:t>ঐ ভাইকে পানি দাও</w:t>
      </w:r>
      <w:r w:rsidRPr="003F52A2">
        <w:t>,</w:t>
      </w:r>
      <w:r w:rsidRPr="003F52A2">
        <w:rPr>
          <w:cs/>
          <w:lang w:bidi="bn-IN"/>
        </w:rPr>
        <w:t>সে পানির জন্য কাতরাচ্ছিল।</w:t>
      </w:r>
      <w:r w:rsidRPr="00D542A0">
        <w:rPr>
          <w:rStyle w:val="libAlaemChar"/>
        </w:rPr>
        <w:t>”</w:t>
      </w:r>
      <w:r w:rsidRPr="003F52A2">
        <w:t xml:space="preserve"> </w:t>
      </w:r>
      <w:r w:rsidRPr="003F52A2">
        <w:rPr>
          <w:cs/>
          <w:lang w:bidi="bn-IN"/>
        </w:rPr>
        <w:t>যখন সে ঐ</w:t>
      </w:r>
      <w:r w:rsidR="00ED049C">
        <w:rPr>
          <w:lang w:bidi="bn-IN"/>
        </w:rPr>
        <w:t xml:space="preserve"> </w:t>
      </w:r>
      <w:r w:rsidRPr="003F52A2">
        <w:rPr>
          <w:cs/>
          <w:lang w:bidi="bn-IN"/>
        </w:rPr>
        <w:t>ব্যক্তির নিকট গেল</w:t>
      </w:r>
      <w:r w:rsidRPr="003F52A2">
        <w:t>,</w:t>
      </w:r>
      <w:r w:rsidRPr="003F52A2">
        <w:rPr>
          <w:cs/>
          <w:lang w:bidi="bn-IN"/>
        </w:rPr>
        <w:t>গিয়ে দেখল সে মারা গেছে। তাই দ্বিতীয় ব্যক্তির নিকট ফিরে আসল</w:t>
      </w:r>
      <w:r w:rsidRPr="003F52A2">
        <w:t>,</w:t>
      </w:r>
      <w:r w:rsidRPr="003F52A2">
        <w:rPr>
          <w:cs/>
          <w:lang w:bidi="bn-IN"/>
        </w:rPr>
        <w:t>কিন্তু</w:t>
      </w:r>
      <w:r w:rsidR="00ED049C">
        <w:rPr>
          <w:lang w:bidi="bn-IN"/>
        </w:rPr>
        <w:t xml:space="preserve"> </w:t>
      </w:r>
      <w:r w:rsidRPr="003F52A2">
        <w:rPr>
          <w:cs/>
          <w:lang w:bidi="bn-IN"/>
        </w:rPr>
        <w:t>ততক্ষণে দ্বিতীয় ব্যক্তিও মারা গেছে। এরপর প্রথম ব্যক্তির নিকট এসে দেখল সেও আর জীবিত নেই</w:t>
      </w:r>
      <w:r w:rsidRPr="003F52A2">
        <w:t>,</w:t>
      </w:r>
      <w:r w:rsidRPr="003F52A2">
        <w:rPr>
          <w:cs/>
          <w:lang w:bidi="bn-IN"/>
        </w:rPr>
        <w:t>আল্লাহর সান্নিধ্যে চলে গেছে। এটাকেই আত্মত্যাগ বলা হয়। মানুষ তার অত্যন্ত প্রয়োজন জেনেও সে</w:t>
      </w:r>
      <w:r w:rsidR="00ED049C">
        <w:rPr>
          <w:lang w:bidi="bn-IN"/>
        </w:rPr>
        <w:t xml:space="preserve"> </w:t>
      </w:r>
      <w:r w:rsidRPr="003F52A2">
        <w:rPr>
          <w:cs/>
          <w:lang w:bidi="bn-IN"/>
        </w:rPr>
        <w:t>বস্তুটি অন্যের জন্য ত্যাগ করে এবং অন্যকে নিজের উপর প্রাধান্য দেয়।</w:t>
      </w:r>
    </w:p>
    <w:p w:rsidR="00ED049C" w:rsidRDefault="00ED049C" w:rsidP="00ED049C">
      <w:pPr>
        <w:pStyle w:val="libNormal"/>
        <w:rPr>
          <w:lang w:bidi="bn-IN"/>
        </w:rPr>
      </w:pPr>
    </w:p>
    <w:p w:rsidR="00ED049C" w:rsidRDefault="003F52A2" w:rsidP="00ED049C">
      <w:pPr>
        <w:pStyle w:val="libBold1"/>
        <w:rPr>
          <w:lang w:bidi="bn-IN"/>
        </w:rPr>
      </w:pPr>
      <w:r w:rsidRPr="003F52A2">
        <w:rPr>
          <w:cs/>
          <w:lang w:bidi="bn-IN"/>
        </w:rPr>
        <w:t>ভালোবাসার মতাদর্শের ত্রুটিসমূহ</w:t>
      </w:r>
    </w:p>
    <w:p w:rsidR="00ED049C" w:rsidRDefault="00ED049C" w:rsidP="00ED049C">
      <w:pPr>
        <w:pStyle w:val="libNormal"/>
        <w:rPr>
          <w:lang w:bidi="bn-IN"/>
        </w:rPr>
      </w:pPr>
    </w:p>
    <w:p w:rsidR="00ED049C" w:rsidRDefault="003F52A2" w:rsidP="00ED049C">
      <w:pPr>
        <w:pStyle w:val="libNormal"/>
        <w:rPr>
          <w:lang w:bidi="bn-IN"/>
        </w:rPr>
      </w:pPr>
      <w:r w:rsidRPr="003F52A2">
        <w:rPr>
          <w:cs/>
          <w:lang w:bidi="bn-IN"/>
        </w:rPr>
        <w:t>সৃষ্টিসেবার মতাদর্শ যার উৎপত্তি ভালোবাসার মতবাদ হতে- এতে দু</w:t>
      </w:r>
      <w:r w:rsidRPr="00D542A0">
        <w:rPr>
          <w:rStyle w:val="libAlaemChar"/>
        </w:rPr>
        <w:t>’</w:t>
      </w:r>
      <w:r w:rsidRPr="003F52A2">
        <w:rPr>
          <w:cs/>
          <w:lang w:bidi="bn-IN"/>
        </w:rPr>
        <w:t>টি ত্রুটি লক্ষণীয়। যদিও</w:t>
      </w:r>
      <w:r w:rsidR="00ED049C">
        <w:rPr>
          <w:lang w:bidi="bn-IN"/>
        </w:rPr>
        <w:t xml:space="preserve"> </w:t>
      </w:r>
      <w:r w:rsidRPr="003F52A2">
        <w:rPr>
          <w:cs/>
          <w:lang w:bidi="bn-IN"/>
        </w:rPr>
        <w:t>ভালোবাসা ও মানবসেবা দু</w:t>
      </w:r>
      <w:r w:rsidRPr="00D542A0">
        <w:rPr>
          <w:rStyle w:val="libAlaemChar"/>
        </w:rPr>
        <w:t>’</w:t>
      </w:r>
      <w:r w:rsidRPr="003F52A2">
        <w:rPr>
          <w:cs/>
          <w:lang w:bidi="bn-IN"/>
        </w:rPr>
        <w:t>টি মানবীয় মূল্যবোধ</w:t>
      </w:r>
      <w:r w:rsidRPr="003F52A2">
        <w:t>,</w:t>
      </w:r>
      <w:r w:rsidRPr="003F52A2">
        <w:rPr>
          <w:cs/>
          <w:lang w:bidi="bn-IN"/>
        </w:rPr>
        <w:t>কিন্তু ক্ষমতার মতবাদের দু</w:t>
      </w:r>
      <w:r w:rsidRPr="00D542A0">
        <w:rPr>
          <w:rStyle w:val="libAlaemChar"/>
        </w:rPr>
        <w:t>’</w:t>
      </w:r>
      <w:r w:rsidRPr="003F52A2">
        <w:rPr>
          <w:cs/>
          <w:lang w:bidi="bn-IN"/>
        </w:rPr>
        <w:t>টি ত্রুটি এ মতবাদের</w:t>
      </w:r>
      <w:r w:rsidR="00ED049C">
        <w:rPr>
          <w:lang w:bidi="bn-IN"/>
        </w:rPr>
        <w:t xml:space="preserve"> </w:t>
      </w:r>
      <w:r w:rsidRPr="003F52A2">
        <w:rPr>
          <w:cs/>
          <w:lang w:bidi="bn-IN"/>
        </w:rPr>
        <w:t>ক্ষেত্রেও প্রযোজ্য। একটি হচ্ছে এ মতবাদ একমাত্রিক মূল্যবোধের দোষে দুষ্ট অর্থাৎ এ মতবাদ</w:t>
      </w:r>
      <w:r w:rsidR="00ED049C">
        <w:rPr>
          <w:lang w:bidi="bn-IN"/>
        </w:rPr>
        <w:t xml:space="preserve"> </w:t>
      </w:r>
      <w:r w:rsidRPr="003F52A2">
        <w:rPr>
          <w:cs/>
          <w:lang w:bidi="bn-IN"/>
        </w:rPr>
        <w:t>অন্যান্য মতবাদকে উপেক্ষা করে শুধু একটি মূল্যবোধকে ধারণ করেছে</w:t>
      </w:r>
      <w:r w:rsidRPr="003F52A2">
        <w:t>,</w:t>
      </w:r>
      <w:r w:rsidRPr="003F52A2">
        <w:rPr>
          <w:cs/>
          <w:lang w:bidi="bn-IN"/>
        </w:rPr>
        <w:t>আর তা হলো ভালোবাসা ও</w:t>
      </w:r>
      <w:r w:rsidR="00ED049C">
        <w:rPr>
          <w:lang w:bidi="bn-IN"/>
        </w:rPr>
        <w:t xml:space="preserve"> </w:t>
      </w:r>
      <w:r w:rsidRPr="003F52A2">
        <w:rPr>
          <w:cs/>
          <w:lang w:bidi="bn-IN"/>
        </w:rPr>
        <w:t>সেবার। ভালোবাসা মানুষের পূর্ণতার পথের অন্যতম মূল্যবোধ এবং পূর্ণ মানবের জন্য দানশীলতা</w:t>
      </w:r>
      <w:r w:rsidR="00ED049C">
        <w:rPr>
          <w:lang w:bidi="bn-IN"/>
        </w:rPr>
        <w:t xml:space="preserve"> </w:t>
      </w:r>
      <w:r w:rsidRPr="003F52A2">
        <w:rPr>
          <w:cs/>
          <w:lang w:bidi="bn-IN"/>
        </w:rPr>
        <w:t>এমন একটি বৈশিষ্ট্য যা তার স্রষ্টা পরম সত্তার এক পূর্ণময় বৈশিষ্ট্য। তাই আল্লাহ্পাককে অসীম</w:t>
      </w:r>
      <w:r w:rsidR="00ED049C">
        <w:rPr>
          <w:lang w:bidi="bn-IN"/>
        </w:rPr>
        <w:t xml:space="preserve"> </w:t>
      </w:r>
      <w:r w:rsidRPr="003F52A2">
        <w:rPr>
          <w:cs/>
          <w:lang w:bidi="bn-IN"/>
        </w:rPr>
        <w:t xml:space="preserve">দানশীল বলা হয় এবং </w:t>
      </w:r>
      <w:r w:rsidR="00FE6D44">
        <w:rPr>
          <w:cs/>
          <w:lang w:bidi="bn-IN"/>
        </w:rPr>
        <w:t>তার</w:t>
      </w:r>
      <w:r w:rsidRPr="003F52A2">
        <w:rPr>
          <w:cs/>
          <w:lang w:bidi="bn-IN"/>
        </w:rPr>
        <w:t xml:space="preserve"> হতেই সে এ বৈশিষ্ট্য লাভ করেছে। তবে এ মতবাদের ত্রুটি হচ্ছে </w:t>
      </w:r>
      <w:r w:rsidR="00FE6D44">
        <w:rPr>
          <w:cs/>
          <w:lang w:bidi="bn-IN"/>
        </w:rPr>
        <w:t>তারা</w:t>
      </w:r>
      <w:r w:rsidR="00ED049C">
        <w:rPr>
          <w:lang w:bidi="bn-IN"/>
        </w:rPr>
        <w:t xml:space="preserve"> </w:t>
      </w:r>
      <w:r w:rsidRPr="003F52A2">
        <w:rPr>
          <w:cs/>
          <w:lang w:bidi="bn-IN"/>
        </w:rPr>
        <w:t>অন্য সকল মূল্যবোধকে উপেক্ষা করেছেন এবং সৃষ্টির সেবার মূল্যবোধকে মনুষ্যত্বের একমাত্র</w:t>
      </w:r>
      <w:r w:rsidR="00ED049C">
        <w:rPr>
          <w:lang w:bidi="bn-IN"/>
        </w:rPr>
        <w:t xml:space="preserve"> </w:t>
      </w:r>
      <w:r w:rsidRPr="003F52A2">
        <w:rPr>
          <w:cs/>
          <w:lang w:bidi="bn-IN"/>
        </w:rPr>
        <w:t>মূল্যবোধ বলে প্রচার করেছেন।</w:t>
      </w:r>
    </w:p>
    <w:p w:rsidR="00ED049C" w:rsidRDefault="003F52A2" w:rsidP="00ED049C">
      <w:pPr>
        <w:pStyle w:val="libNormal"/>
        <w:rPr>
          <w:lang w:bidi="bn-IN"/>
        </w:rPr>
      </w:pPr>
      <w:r w:rsidRPr="003F52A2">
        <w:rPr>
          <w:cs/>
          <w:lang w:bidi="bn-IN"/>
        </w:rPr>
        <w:t xml:space="preserve">ক্ষমতার মতবাদেরও সবচেয়ে বড় ত্রুটি ছিল </w:t>
      </w:r>
      <w:r w:rsidR="00FE6D44">
        <w:rPr>
          <w:cs/>
          <w:lang w:bidi="bn-IN"/>
        </w:rPr>
        <w:t>তারা</w:t>
      </w:r>
      <w:r w:rsidRPr="003F52A2">
        <w:rPr>
          <w:cs/>
          <w:lang w:bidi="bn-IN"/>
        </w:rPr>
        <w:t xml:space="preserve"> ক্ষমতাকে ঠিকমত বুঝতে পারেননি ও</w:t>
      </w:r>
      <w:r w:rsidR="00ED049C">
        <w:rPr>
          <w:lang w:bidi="bn-IN"/>
        </w:rPr>
        <w:t xml:space="preserve"> </w:t>
      </w:r>
      <w:r w:rsidRPr="003F52A2">
        <w:rPr>
          <w:cs/>
          <w:lang w:bidi="bn-IN"/>
        </w:rPr>
        <w:t>ভেবেছেন</w:t>
      </w:r>
      <w:r w:rsidRPr="003F52A2">
        <w:t>,</w:t>
      </w:r>
      <w:r w:rsidRPr="003F52A2">
        <w:rPr>
          <w:cs/>
          <w:lang w:bidi="bn-IN"/>
        </w:rPr>
        <w:t xml:space="preserve">ক্ষমতা অর্থ শারীরিক শক্তি ও ক্ষমতা বৈ অন্য কিছু নয়। </w:t>
      </w:r>
      <w:r w:rsidR="00FE6D44">
        <w:rPr>
          <w:cs/>
          <w:lang w:bidi="bn-IN"/>
        </w:rPr>
        <w:t>তারা</w:t>
      </w:r>
      <w:r w:rsidRPr="003F52A2">
        <w:rPr>
          <w:cs/>
          <w:lang w:bidi="bn-IN"/>
        </w:rPr>
        <w:t xml:space="preserve"> যেমন আত্মিক ও মানসিক</w:t>
      </w:r>
      <w:r w:rsidR="00ED049C">
        <w:rPr>
          <w:lang w:bidi="bn-IN"/>
        </w:rPr>
        <w:t xml:space="preserve"> </w:t>
      </w:r>
      <w:r w:rsidRPr="003F52A2">
        <w:rPr>
          <w:cs/>
          <w:lang w:bidi="bn-IN"/>
        </w:rPr>
        <w:t>শক্তিকে ভুলে গিয়েছিলেন তেমনি ভালোবাসার মতবাদও মানব</w:t>
      </w:r>
      <w:r w:rsidR="00ED049C">
        <w:rPr>
          <w:lang w:bidi="bn-IN"/>
        </w:rPr>
        <w:t xml:space="preserve"> </w:t>
      </w:r>
      <w:r w:rsidRPr="003F52A2">
        <w:rPr>
          <w:cs/>
          <w:lang w:bidi="bn-IN"/>
        </w:rPr>
        <w:t>সেবার ক্ষেত্রে এমনই একটি বড় ত্রুটি</w:t>
      </w:r>
      <w:r w:rsidR="00ED049C">
        <w:rPr>
          <w:lang w:bidi="bn-IN"/>
        </w:rPr>
        <w:t xml:space="preserve"> </w:t>
      </w:r>
      <w:r w:rsidRPr="003F52A2">
        <w:rPr>
          <w:cs/>
          <w:lang w:bidi="bn-IN"/>
        </w:rPr>
        <w:t>করেছে যা এখানে আলোচনা করব।</w:t>
      </w:r>
    </w:p>
    <w:p w:rsidR="00ED049C" w:rsidRDefault="003F52A2" w:rsidP="00ED049C">
      <w:pPr>
        <w:pStyle w:val="libNormal"/>
        <w:rPr>
          <w:lang w:bidi="bn-IN"/>
        </w:rPr>
      </w:pPr>
      <w:r w:rsidRPr="003F52A2">
        <w:rPr>
          <w:cs/>
          <w:lang w:bidi="bn-IN"/>
        </w:rPr>
        <w:t>সৃষ্টির সেবার অর্থ কি</w:t>
      </w:r>
      <w:r w:rsidRPr="003F52A2">
        <w:t xml:space="preserve">? </w:t>
      </w:r>
      <w:r w:rsidRPr="003F52A2">
        <w:rPr>
          <w:cs/>
          <w:lang w:bidi="bn-IN"/>
        </w:rPr>
        <w:t>সেটা সৃষ্টির কোন্ সত্তার সেবা</w:t>
      </w:r>
      <w:r w:rsidRPr="003F52A2">
        <w:t xml:space="preserve">? </w:t>
      </w:r>
      <w:r w:rsidRPr="003F52A2">
        <w:rPr>
          <w:cs/>
          <w:lang w:bidi="bn-IN"/>
        </w:rPr>
        <w:t>এখন যদি কেউ প্রশ্ন করে</w:t>
      </w:r>
      <w:r w:rsidRPr="003F52A2">
        <w:t>,</w:t>
      </w:r>
      <w:r w:rsidRPr="003F52A2">
        <w:rPr>
          <w:cs/>
          <w:lang w:bidi="bn-IN"/>
        </w:rPr>
        <w:t>আপনি বলেছেন</w:t>
      </w:r>
      <w:r w:rsidRPr="003F52A2">
        <w:t>,</w:t>
      </w:r>
      <w:r w:rsidRPr="003F52A2">
        <w:rPr>
          <w:cs/>
          <w:lang w:bidi="bn-IN"/>
        </w:rPr>
        <w:t>মনুষ্যত্বের অর্থ মানুষ সৃষ্টির সেবা করবে। খুব ভালো কথা</w:t>
      </w:r>
      <w:r w:rsidRPr="003F52A2">
        <w:t>,</w:t>
      </w:r>
      <w:r w:rsidRPr="003F52A2">
        <w:rPr>
          <w:cs/>
          <w:lang w:bidi="bn-IN"/>
        </w:rPr>
        <w:t>কিন্তু আমাকে ব্যাখ্যা করে বুঝিয়ে দিন যে</w:t>
      </w:r>
      <w:r w:rsidRPr="003F52A2">
        <w:t>,</w:t>
      </w:r>
      <w:r w:rsidRPr="003F52A2">
        <w:rPr>
          <w:cs/>
          <w:lang w:bidi="bn-IN"/>
        </w:rPr>
        <w:t>সৃষ্টির কোন্ সত্তার সেবা করব</w:t>
      </w:r>
      <w:r w:rsidRPr="003F52A2">
        <w:t xml:space="preserve">? </w:t>
      </w:r>
      <w:r w:rsidRPr="003F52A2">
        <w:rPr>
          <w:cs/>
          <w:lang w:bidi="bn-IN"/>
        </w:rPr>
        <w:t>যদি বলেন</w:t>
      </w:r>
      <w:r w:rsidRPr="003F52A2">
        <w:t>,</w:t>
      </w:r>
      <w:r w:rsidRPr="003F52A2">
        <w:rPr>
          <w:cs/>
          <w:lang w:bidi="bn-IN"/>
        </w:rPr>
        <w:t>সৃষ্টির উদরের সেবা অর্থাৎ যখন সে ক্ষুধার্ত তখন তাকে</w:t>
      </w:r>
      <w:r w:rsidR="00ED049C">
        <w:rPr>
          <w:lang w:bidi="bn-IN"/>
        </w:rPr>
        <w:t xml:space="preserve"> </w:t>
      </w:r>
      <w:r w:rsidRPr="003F52A2">
        <w:rPr>
          <w:cs/>
          <w:lang w:bidi="bn-IN"/>
        </w:rPr>
        <w:t>খাদ্য দান করে তার উদরের সেবায় নিয়োজিত হব। অবশ্যই এটি ভালো কাজ যে</w:t>
      </w:r>
      <w:r w:rsidRPr="003F52A2">
        <w:t>,</w:t>
      </w:r>
      <w:r w:rsidRPr="003F52A2">
        <w:rPr>
          <w:cs/>
          <w:lang w:bidi="bn-IN"/>
        </w:rPr>
        <w:t>ক্ষুধার্ত মানুষকে</w:t>
      </w:r>
      <w:r w:rsidR="00ED049C">
        <w:rPr>
          <w:lang w:bidi="bn-IN"/>
        </w:rPr>
        <w:t xml:space="preserve"> </w:t>
      </w:r>
      <w:r w:rsidRPr="003F52A2">
        <w:rPr>
          <w:cs/>
          <w:lang w:bidi="bn-IN"/>
        </w:rPr>
        <w:t>খাদ্য দিতে হবে। তেমনি বস্ত্রহীন মানুষকে বস্ত্র দানও তার দেহের প্রতি সেবা বলে পরিগণিত যেহেতু</w:t>
      </w:r>
      <w:r w:rsidR="00ED049C">
        <w:rPr>
          <w:lang w:bidi="bn-IN"/>
        </w:rPr>
        <w:t xml:space="preserve"> </w:t>
      </w:r>
      <w:r w:rsidRPr="003F52A2">
        <w:rPr>
          <w:cs/>
          <w:lang w:bidi="bn-IN"/>
        </w:rPr>
        <w:t>তা তাকে শীত-গ্রীষ্মের শীতলতা ও উষ্ণতা হতে রক্ষা কর</w:t>
      </w:r>
      <w:r w:rsidR="00ED049C">
        <w:rPr>
          <w:cs/>
          <w:lang w:bidi="bn-IN"/>
        </w:rPr>
        <w:t>ে। মানুষের বাসস্থান ও স্বাধীনতাও</w:t>
      </w:r>
      <w:r w:rsidR="00ED049C">
        <w:rPr>
          <w:lang w:bidi="bn-IN"/>
        </w:rPr>
        <w:t xml:space="preserve"> </w:t>
      </w:r>
      <w:r w:rsidRPr="003F52A2">
        <w:rPr>
          <w:cs/>
          <w:lang w:bidi="bn-IN"/>
        </w:rPr>
        <w:t>প্রয়োজন। এ সবই ঠিক এবং তা মানবসেবা বলেও গণ্য হবে। কিন্তু এখানে একটি প্রশ্ন হলো এর শেষলক্ষ্য কি</w:t>
      </w:r>
      <w:r w:rsidRPr="003F52A2">
        <w:t xml:space="preserve">? </w:t>
      </w:r>
      <w:r w:rsidRPr="003F52A2">
        <w:rPr>
          <w:cs/>
          <w:lang w:bidi="bn-IN"/>
        </w:rPr>
        <w:t>আমরা যদি মানুষের এ প্রয়োজনগুলো পূরণ করি এটুকুই মানব</w:t>
      </w:r>
      <w:r w:rsidR="00ED049C">
        <w:rPr>
          <w:lang w:bidi="bn-IN"/>
        </w:rPr>
        <w:t xml:space="preserve"> </w:t>
      </w:r>
      <w:r w:rsidRPr="003F52A2">
        <w:rPr>
          <w:cs/>
          <w:lang w:bidi="bn-IN"/>
        </w:rPr>
        <w:t>সেবা হবে। যদি আল্লাহর</w:t>
      </w:r>
      <w:r w:rsidR="00ED049C">
        <w:rPr>
          <w:lang w:bidi="bn-IN"/>
        </w:rPr>
        <w:t xml:space="preserve"> </w:t>
      </w:r>
      <w:r w:rsidRPr="003F52A2">
        <w:rPr>
          <w:cs/>
          <w:lang w:bidi="bn-IN"/>
        </w:rPr>
        <w:t>সৃষ্টি অর্থাৎ মানুষ এমতাবস্থায় থাকে যে</w:t>
      </w:r>
      <w:r w:rsidRPr="003F52A2">
        <w:t>,</w:t>
      </w:r>
      <w:r w:rsidRPr="003F52A2">
        <w:rPr>
          <w:cs/>
          <w:lang w:bidi="bn-IN"/>
        </w:rPr>
        <w:t>নিজের প্রতি সে সেবা করে না অর্থাৎ অজ্ঞতার কারণে নিজেই</w:t>
      </w:r>
      <w:r w:rsidR="00ED049C">
        <w:rPr>
          <w:lang w:bidi="bn-IN"/>
        </w:rPr>
        <w:t xml:space="preserve"> </w:t>
      </w:r>
      <w:r w:rsidRPr="003F52A2">
        <w:rPr>
          <w:cs/>
          <w:lang w:bidi="bn-IN"/>
        </w:rPr>
        <w:t>নিজের প্রথম শ্রেণীর শত্রু হয়</w:t>
      </w:r>
      <w:r w:rsidRPr="003F52A2">
        <w:t>,</w:t>
      </w:r>
      <w:r w:rsidRPr="003F52A2">
        <w:rPr>
          <w:cs/>
          <w:lang w:bidi="bn-IN"/>
        </w:rPr>
        <w:t>এমন কাজ করে যা তাকে সৌভাগ্যের পথে তো পরিচালিত করেই না</w:t>
      </w:r>
      <w:r w:rsidR="00ED049C">
        <w:rPr>
          <w:lang w:bidi="bn-IN"/>
        </w:rPr>
        <w:t xml:space="preserve"> </w:t>
      </w:r>
      <w:r w:rsidR="00ED049C">
        <w:rPr>
          <w:cs/>
          <w:lang w:bidi="bn-IN"/>
        </w:rPr>
        <w:t>বরং দুর্ভা</w:t>
      </w:r>
      <w:r w:rsidRPr="003F52A2">
        <w:rPr>
          <w:cs/>
          <w:lang w:bidi="bn-IN"/>
        </w:rPr>
        <w:t>গ্য ও মানবতার অবক্ষয়ের দিকে পরিচালিত করে</w:t>
      </w:r>
      <w:r w:rsidRPr="003F52A2">
        <w:t>,</w:t>
      </w:r>
      <w:r w:rsidRPr="003F52A2">
        <w:rPr>
          <w:cs/>
          <w:lang w:bidi="bn-IN"/>
        </w:rPr>
        <w:t>তখনও কি আমরা চোখ বন্ধ করে বলব</w:t>
      </w:r>
      <w:r w:rsidRPr="003F52A2">
        <w:t>,</w:t>
      </w:r>
      <w:r w:rsidRPr="003F52A2">
        <w:rPr>
          <w:cs/>
          <w:lang w:bidi="bn-IN"/>
        </w:rPr>
        <w:t>আমাদের আল্লাহর সৃষ্টির সেবা করতে হবে</w:t>
      </w:r>
      <w:r w:rsidRPr="003F52A2">
        <w:t>,</w:t>
      </w:r>
      <w:r w:rsidRPr="003F52A2">
        <w:rPr>
          <w:cs/>
          <w:lang w:bidi="bn-IN"/>
        </w:rPr>
        <w:t>তার উদর পূর্ণ করতে হবে</w:t>
      </w:r>
      <w:r w:rsidRPr="003F52A2">
        <w:t>,</w:t>
      </w:r>
      <w:r w:rsidRPr="003F52A2">
        <w:rPr>
          <w:cs/>
          <w:lang w:bidi="bn-IN"/>
        </w:rPr>
        <w:t>দেখার দরকার নেই যে</w:t>
      </w:r>
      <w:r w:rsidRPr="003F52A2">
        <w:t>,</w:t>
      </w:r>
      <w:r w:rsidRPr="003F52A2">
        <w:rPr>
          <w:cs/>
          <w:lang w:bidi="bn-IN"/>
        </w:rPr>
        <w:t>সে কোন্ পথে চলেছে</w:t>
      </w:r>
      <w:r w:rsidRPr="003F52A2">
        <w:t xml:space="preserve">? </w:t>
      </w:r>
      <w:r w:rsidRPr="003F52A2">
        <w:rPr>
          <w:cs/>
          <w:lang w:bidi="bn-IN"/>
        </w:rPr>
        <w:t>মানুষের উদর পূর্তি করার মধ্যেই আমাদের মানবসেবা সীমাবদ্ধ থাকবে নাকি</w:t>
      </w:r>
      <w:r w:rsidR="00ED049C">
        <w:rPr>
          <w:lang w:bidi="bn-IN"/>
        </w:rPr>
        <w:t xml:space="preserve"> </w:t>
      </w:r>
      <w:r w:rsidRPr="003F52A2">
        <w:rPr>
          <w:cs/>
          <w:lang w:bidi="bn-IN"/>
        </w:rPr>
        <w:t>আমরা দেখব যে</w:t>
      </w:r>
      <w:r w:rsidRPr="003F52A2">
        <w:t>,</w:t>
      </w:r>
      <w:r w:rsidRPr="003F52A2">
        <w:rPr>
          <w:cs/>
          <w:lang w:bidi="bn-IN"/>
        </w:rPr>
        <w:t>কোন্ লক্ষ্য বা উদ্দেশ্যের দিকে সে যাত্রা করছে</w:t>
      </w:r>
      <w:r w:rsidRPr="003F52A2">
        <w:t xml:space="preserve">? </w:t>
      </w:r>
      <w:r w:rsidRPr="003F52A2">
        <w:rPr>
          <w:cs/>
          <w:lang w:bidi="bn-IN"/>
        </w:rPr>
        <w:t>যদি কেউ বলে</w:t>
      </w:r>
      <w:r w:rsidRPr="003F52A2">
        <w:t>,</w:t>
      </w:r>
      <w:r w:rsidRPr="003F52A2">
        <w:rPr>
          <w:cs/>
          <w:lang w:bidi="bn-IN"/>
        </w:rPr>
        <w:t>আল্লাহর সৃষ্টি</w:t>
      </w:r>
      <w:r w:rsidR="00ED049C">
        <w:rPr>
          <w:lang w:bidi="bn-IN"/>
        </w:rPr>
        <w:t xml:space="preserve"> </w:t>
      </w:r>
      <w:r w:rsidRPr="003F52A2">
        <w:rPr>
          <w:cs/>
          <w:lang w:bidi="bn-IN"/>
        </w:rPr>
        <w:t>কোন্ লক্ষ্যের দিকে চলছে তা আমার দেখার প্রয়োজন নেই</w:t>
      </w:r>
      <w:r w:rsidRPr="003F52A2">
        <w:t>,</w:t>
      </w:r>
      <w:r w:rsidRPr="003F52A2">
        <w:rPr>
          <w:cs/>
          <w:lang w:bidi="bn-IN"/>
        </w:rPr>
        <w:t>বরং আমরা দেখব কিরূপে তার উদরপূর্তি ও দেহ আবৃত করা যায়</w:t>
      </w:r>
      <w:r w:rsidRPr="003F52A2">
        <w:t>,</w:t>
      </w:r>
      <w:r w:rsidRPr="003F52A2">
        <w:rPr>
          <w:cs/>
          <w:lang w:bidi="bn-IN"/>
        </w:rPr>
        <w:t>তবে সে ভুল করবে। কারণ মানবসেবা তখনই মানবসেবা বলে</w:t>
      </w:r>
      <w:r w:rsidR="00ED049C">
        <w:rPr>
          <w:lang w:bidi="bn-IN"/>
        </w:rPr>
        <w:t xml:space="preserve"> </w:t>
      </w:r>
      <w:r w:rsidRPr="003F52A2">
        <w:rPr>
          <w:cs/>
          <w:lang w:bidi="bn-IN"/>
        </w:rPr>
        <w:t>পরিগণিত হবে যখন তা মানবীয় মূল্যবোধের সেবায় নিয়োজিত হবে</w:t>
      </w:r>
      <w:r w:rsidRPr="003F52A2">
        <w:t>,</w:t>
      </w:r>
      <w:r w:rsidRPr="003F52A2">
        <w:rPr>
          <w:cs/>
          <w:lang w:bidi="bn-IN"/>
        </w:rPr>
        <w:t>নতুবা তার বিন্দুমাত্র মূল্য নেই।</w:t>
      </w:r>
    </w:p>
    <w:p w:rsidR="00ED049C" w:rsidRPr="00C640B7" w:rsidRDefault="00ED049C" w:rsidP="00C640B7">
      <w:r>
        <w:rPr>
          <w:lang w:bidi="bn-IN"/>
        </w:rPr>
        <w:br w:type="page"/>
      </w:r>
    </w:p>
    <w:p w:rsidR="00ED049C" w:rsidRDefault="003F52A2" w:rsidP="00ED049C">
      <w:pPr>
        <w:pStyle w:val="Heading1"/>
        <w:rPr>
          <w:lang w:bidi="bn-IN"/>
        </w:rPr>
      </w:pPr>
      <w:bookmarkStart w:id="63" w:name="_Toc392601472"/>
      <w:r w:rsidRPr="003F52A2">
        <w:rPr>
          <w:cs/>
          <w:lang w:bidi="bn-IN"/>
        </w:rPr>
        <w:t>মানবসেবা ঈমানের পূর্বশর্ত</w:t>
      </w:r>
      <w:bookmarkEnd w:id="63"/>
    </w:p>
    <w:p w:rsidR="00ED049C" w:rsidRDefault="00ED049C" w:rsidP="00ED049C">
      <w:pPr>
        <w:pStyle w:val="libNormal"/>
        <w:rPr>
          <w:lang w:bidi="bn-IN"/>
        </w:rPr>
      </w:pPr>
    </w:p>
    <w:p w:rsidR="00ED049C" w:rsidRDefault="003F52A2" w:rsidP="00ED049C">
      <w:pPr>
        <w:pStyle w:val="libNormal"/>
        <w:rPr>
          <w:lang w:bidi="bn-IN"/>
        </w:rPr>
      </w:pPr>
      <w:r w:rsidRPr="003F52A2">
        <w:rPr>
          <w:cs/>
          <w:lang w:bidi="bn-IN"/>
        </w:rPr>
        <w:t>একদল লোক বলে থাকেন</w:t>
      </w:r>
      <w:r w:rsidRPr="003F52A2">
        <w:t>,</w:t>
      </w:r>
      <w:r w:rsidRPr="003F52A2">
        <w:rPr>
          <w:cs/>
          <w:lang w:bidi="bn-IN"/>
        </w:rPr>
        <w:t>ঈমানের মূল এবং ইবাদতের লক্ষ্য হলো মানব-কল্যাণ ও সৃষ্টির</w:t>
      </w:r>
      <w:r w:rsidR="00ED049C">
        <w:rPr>
          <w:lang w:bidi="bn-IN"/>
        </w:rPr>
        <w:t xml:space="preserve"> </w:t>
      </w:r>
      <w:r w:rsidRPr="003F52A2">
        <w:rPr>
          <w:cs/>
          <w:lang w:bidi="bn-IN"/>
        </w:rPr>
        <w:t>সেবা। আল্লাহর আনুগত্যের অর্থও তা-ই। আমরা এজন্য ঈমানের অধিকারী হব যাতে করে ঈমানের</w:t>
      </w:r>
      <w:r w:rsidR="00ED049C">
        <w:rPr>
          <w:lang w:bidi="bn-IN"/>
        </w:rPr>
        <w:t xml:space="preserve"> </w:t>
      </w:r>
      <w:r w:rsidRPr="003F52A2">
        <w:rPr>
          <w:cs/>
          <w:lang w:bidi="bn-IN"/>
        </w:rPr>
        <w:t>ছায়ায় মানবের সর্বাত্মক কল্যাণ করা যায়। ঈমান ব্যতীত তা সম্ভব নয় বলেই আমাদের ঈমানের</w:t>
      </w:r>
      <w:r w:rsidR="00ED049C">
        <w:rPr>
          <w:lang w:bidi="bn-IN"/>
        </w:rPr>
        <w:t xml:space="preserve"> </w:t>
      </w:r>
      <w:r w:rsidRPr="003F52A2">
        <w:rPr>
          <w:cs/>
          <w:lang w:bidi="bn-IN"/>
        </w:rPr>
        <w:t xml:space="preserve">ছায়ায় আশ্রয় নিতে হবে। </w:t>
      </w:r>
      <w:r w:rsidR="00611BB9">
        <w:rPr>
          <w:cs/>
          <w:lang w:bidi="bn-IN"/>
        </w:rPr>
        <w:t>তা</w:t>
      </w:r>
      <w:r w:rsidRPr="003F52A2">
        <w:rPr>
          <w:cs/>
          <w:lang w:bidi="bn-IN"/>
        </w:rPr>
        <w:t>দের মতে ইসলামসহ সকল ধর্মের ও বিশেষ ব্যক্তিত্বদের নির্দেশ এটাই</w:t>
      </w:r>
      <w:r w:rsidR="00ED049C">
        <w:rPr>
          <w:lang w:bidi="bn-IN"/>
        </w:rPr>
        <w:t xml:space="preserve"> </w:t>
      </w:r>
      <w:r w:rsidRPr="003F52A2">
        <w:rPr>
          <w:cs/>
          <w:lang w:bidi="bn-IN"/>
        </w:rPr>
        <w:t>ছিল যে</w:t>
      </w:r>
      <w:r w:rsidRPr="003F52A2">
        <w:t>,</w:t>
      </w:r>
      <w:r w:rsidRPr="003F52A2">
        <w:rPr>
          <w:cs/>
          <w:lang w:bidi="bn-IN"/>
        </w:rPr>
        <w:t xml:space="preserve">সৃষ্টির সেবা কর। </w:t>
      </w:r>
      <w:r w:rsidR="00FE6D44">
        <w:rPr>
          <w:cs/>
          <w:lang w:bidi="bn-IN"/>
        </w:rPr>
        <w:t>তারা</w:t>
      </w:r>
      <w:r w:rsidRPr="003F52A2">
        <w:rPr>
          <w:cs/>
          <w:lang w:bidi="bn-IN"/>
        </w:rPr>
        <w:t xml:space="preserve"> বলতে চান না এ সেবার ফলে সৃষ্টি কি লাভ করবে</w:t>
      </w:r>
      <w:r w:rsidRPr="003F52A2">
        <w:t xml:space="preserve">? </w:t>
      </w:r>
      <w:r w:rsidR="00FE6D44">
        <w:rPr>
          <w:cs/>
          <w:lang w:bidi="bn-IN"/>
        </w:rPr>
        <w:t>তারা</w:t>
      </w:r>
      <w:r w:rsidRPr="003F52A2">
        <w:rPr>
          <w:cs/>
          <w:lang w:bidi="bn-IN"/>
        </w:rPr>
        <w:t xml:space="preserve"> সৃষ্টির</w:t>
      </w:r>
      <w:r w:rsidR="00ED049C">
        <w:rPr>
          <w:lang w:bidi="bn-IN"/>
        </w:rPr>
        <w:t xml:space="preserve"> </w:t>
      </w:r>
      <w:r w:rsidRPr="003F52A2">
        <w:rPr>
          <w:cs/>
          <w:lang w:bidi="bn-IN"/>
        </w:rPr>
        <w:t>সেবার কথা বললেও</w:t>
      </w:r>
      <w:r w:rsidR="00ED049C">
        <w:rPr>
          <w:cs/>
          <w:lang w:bidi="bn-IN"/>
        </w:rPr>
        <w:t xml:space="preserve"> সৃষ্টির প্রকৃত উন্নয়নের জন্য এ</w:t>
      </w:r>
      <w:r w:rsidRPr="003F52A2">
        <w:rPr>
          <w:cs/>
          <w:lang w:bidi="bn-IN"/>
        </w:rPr>
        <w:t>দের কোন প</w:t>
      </w:r>
      <w:r w:rsidR="00ED049C">
        <w:rPr>
          <w:cs/>
          <w:lang w:bidi="bn-IN"/>
        </w:rPr>
        <w:t>রিকল্পনা নেই। তাই ঈমান বা ইবাদত</w:t>
      </w:r>
      <w:r w:rsidR="00ED049C">
        <w:rPr>
          <w:lang w:bidi="bn-IN"/>
        </w:rPr>
        <w:t xml:space="preserve"> </w:t>
      </w:r>
      <w:r w:rsidRPr="003F52A2">
        <w:rPr>
          <w:cs/>
          <w:lang w:bidi="bn-IN"/>
        </w:rPr>
        <w:t>মানবসেবার পূর্বশর্ত নয়</w:t>
      </w:r>
      <w:r w:rsidRPr="003F52A2">
        <w:t>,</w:t>
      </w:r>
      <w:r w:rsidRPr="003F52A2">
        <w:rPr>
          <w:cs/>
          <w:lang w:bidi="bn-IN"/>
        </w:rPr>
        <w:t>বরং মানবসেবা ঈমান ও ইবাদত</w:t>
      </w:r>
      <w:r w:rsidR="00ED049C">
        <w:rPr>
          <w:cs/>
          <w:lang w:bidi="bn-IN"/>
        </w:rPr>
        <w:t>ের পূর্বশর্ত বা প্রাথমিক ধাপ</w:t>
      </w:r>
      <w:r w:rsidRPr="003F52A2">
        <w:rPr>
          <w:cs/>
          <w:lang w:bidi="hi-IN"/>
        </w:rPr>
        <w:t>।</w:t>
      </w:r>
      <w:r w:rsidR="00ED049C">
        <w:rPr>
          <w:lang w:bidi="bn-IN"/>
        </w:rPr>
        <w:t xml:space="preserve"> </w:t>
      </w:r>
      <w:r w:rsidRPr="003F52A2">
        <w:rPr>
          <w:cs/>
          <w:lang w:bidi="bn-IN"/>
        </w:rPr>
        <w:t>বুদ্ধিবৃত্তিসম্পন্ন হওয়ার এবং এরূপ অন্যান্য সকল মানবীয় মূল্যবোধ অর্জনের পূর্ব ধাপ হচ্ছে</w:t>
      </w:r>
      <w:r w:rsidR="00ED049C">
        <w:rPr>
          <w:lang w:bidi="bn-IN"/>
        </w:rPr>
        <w:t xml:space="preserve"> </w:t>
      </w:r>
      <w:r w:rsidRPr="003F52A2">
        <w:rPr>
          <w:cs/>
          <w:lang w:bidi="bn-IN"/>
        </w:rPr>
        <w:t>মানবসেবা। অর্থাৎ আমরা মানবসেবার মাধ্যমে সৃষ্টিকে ঈমানের দিকে পরিচালিত করব। মানবসেবার</w:t>
      </w:r>
      <w:r w:rsidR="00ED049C">
        <w:rPr>
          <w:lang w:bidi="bn-IN"/>
        </w:rPr>
        <w:t xml:space="preserve"> </w:t>
      </w:r>
      <w:r w:rsidRPr="003F52A2">
        <w:rPr>
          <w:cs/>
          <w:lang w:bidi="bn-IN"/>
        </w:rPr>
        <w:t>মাধ্যমেই সেই আল্লাহর ইবাদত ও অন্যান্য মানবীয় মূল্যবোধের পথে মানুষকে পরিচালিত করব।</w:t>
      </w:r>
    </w:p>
    <w:p w:rsidR="00D03882" w:rsidRDefault="003F52A2" w:rsidP="004D1220">
      <w:pPr>
        <w:pStyle w:val="libNormal"/>
        <w:rPr>
          <w:lang w:bidi="bn-IN"/>
        </w:rPr>
      </w:pPr>
      <w:r w:rsidRPr="003F52A2">
        <w:rPr>
          <w:cs/>
          <w:lang w:bidi="bn-IN"/>
        </w:rPr>
        <w:t>মানবসেবা ঈমানের পরিবেশ সৃষ্টি করে। ঈমান মানবসেবার পূর্বশর্ত নয়। যদি এরূপ না হয় তবে</w:t>
      </w:r>
      <w:r w:rsidR="00ED049C">
        <w:rPr>
          <w:lang w:bidi="bn-IN"/>
        </w:rPr>
        <w:t xml:space="preserve"> </w:t>
      </w:r>
      <w:r w:rsidRPr="003F52A2">
        <w:rPr>
          <w:cs/>
          <w:lang w:bidi="bn-IN"/>
        </w:rPr>
        <w:t xml:space="preserve">তা অর্থহীন হবে এবং মনুষ্যত্ব ছাড়া মানুষকে চিন্তা করতে হবে। তখন লুলম্বা আর মূসা </w:t>
      </w:r>
      <w:r w:rsidR="004D1220" w:rsidRPr="004D1220">
        <w:rPr>
          <w:cs/>
          <w:lang w:bidi="bn-IN"/>
        </w:rPr>
        <w:t>চুম্বাকে</w:t>
      </w:r>
      <w:r w:rsidR="00D03882">
        <w:rPr>
          <w:cs/>
          <w:lang w:bidi="bn-IN"/>
        </w:rPr>
        <w:t xml:space="preserve"> একই</w:t>
      </w:r>
      <w:r w:rsidR="00D03882">
        <w:rPr>
          <w:lang w:bidi="bn-IN"/>
        </w:rPr>
        <w:t xml:space="preserve"> </w:t>
      </w:r>
      <w:r w:rsidRPr="003F52A2">
        <w:rPr>
          <w:cs/>
          <w:lang w:bidi="bn-IN"/>
        </w:rPr>
        <w:t>দৃষ্টিতে দেখা শুরু করবে কারণ দু</w:t>
      </w:r>
      <w:r w:rsidRPr="00D542A0">
        <w:rPr>
          <w:rStyle w:val="libAlaemChar"/>
        </w:rPr>
        <w:t>’</w:t>
      </w:r>
      <w:r w:rsidRPr="003F52A2">
        <w:rPr>
          <w:cs/>
          <w:lang w:bidi="bn-IN"/>
        </w:rPr>
        <w:t>জনেরই শরীর ও উদর রয়েছে এবং দু</w:t>
      </w:r>
      <w:r w:rsidRPr="00D542A0">
        <w:rPr>
          <w:rStyle w:val="libAlaemChar"/>
        </w:rPr>
        <w:t>’</w:t>
      </w:r>
      <w:r w:rsidRPr="003F52A2">
        <w:rPr>
          <w:cs/>
          <w:lang w:bidi="bn-IN"/>
        </w:rPr>
        <w:t>জনই ক্ষুধার্ত হয় ও বস্ত্রের</w:t>
      </w:r>
      <w:r w:rsidR="00D03882">
        <w:rPr>
          <w:lang w:bidi="bn-IN"/>
        </w:rPr>
        <w:t xml:space="preserve"> </w:t>
      </w:r>
      <w:r w:rsidRPr="003F52A2">
        <w:rPr>
          <w:cs/>
          <w:lang w:bidi="bn-IN"/>
        </w:rPr>
        <w:t>প্রয়োজন অনুভব করে। দৈহিকভাবে এদের মধ্যে কোন পার্থক্য নেই।</w:t>
      </w:r>
    </w:p>
    <w:p w:rsidR="00D03882" w:rsidRDefault="003F52A2" w:rsidP="004D1220">
      <w:pPr>
        <w:pStyle w:val="libNormal"/>
        <w:rPr>
          <w:lang w:bidi="bn-IN"/>
        </w:rPr>
      </w:pPr>
      <w:r w:rsidRPr="003F52A2">
        <w:rPr>
          <w:cs/>
          <w:lang w:bidi="bn-IN"/>
        </w:rPr>
        <w:t>আমি কোন কোন নামকরা পত্রিকায় এমন কিছু লেখা দেখেছি যেখানে ইসলামী এরফানের বেশ</w:t>
      </w:r>
      <w:r w:rsidR="00D03882">
        <w:rPr>
          <w:lang w:bidi="bn-IN"/>
        </w:rPr>
        <w:t xml:space="preserve"> </w:t>
      </w:r>
      <w:r w:rsidRPr="003F52A2">
        <w:rPr>
          <w:cs/>
          <w:lang w:bidi="bn-IN"/>
        </w:rPr>
        <w:t>প্রশংসা করে বলা হয়েছে যে</w:t>
      </w:r>
      <w:r w:rsidRPr="003F52A2">
        <w:t>,</w:t>
      </w:r>
      <w:r w:rsidRPr="003F52A2">
        <w:rPr>
          <w:cs/>
          <w:lang w:bidi="bn-IN"/>
        </w:rPr>
        <w:t>আমাদের এরফান ক্ষুদ্র নয় বরং অনেক মূল্যবান কথা বলেছে</w:t>
      </w:r>
      <w:r w:rsidRPr="003F52A2">
        <w:t>,</w:t>
      </w:r>
      <w:r w:rsidRPr="003F52A2">
        <w:rPr>
          <w:cs/>
          <w:lang w:bidi="bn-IN"/>
        </w:rPr>
        <w:t>মানব ও</w:t>
      </w:r>
      <w:r w:rsidR="00D03882">
        <w:rPr>
          <w:lang w:bidi="bn-IN"/>
        </w:rPr>
        <w:t xml:space="preserve"> </w:t>
      </w:r>
      <w:r w:rsidRPr="003F52A2">
        <w:rPr>
          <w:cs/>
          <w:lang w:bidi="bn-IN"/>
        </w:rPr>
        <w:t>সৃষ্টিসেবাকে তার মহান ও শেষ লক্ষ্য নির্ধারণ করেছ।</w:t>
      </w:r>
    </w:p>
    <w:p w:rsidR="00D03882" w:rsidRDefault="003F52A2" w:rsidP="004D1220">
      <w:pPr>
        <w:pStyle w:val="libNormal"/>
        <w:rPr>
          <w:lang w:bidi="bn-IN"/>
        </w:rPr>
      </w:pPr>
      <w:r w:rsidRPr="003F52A2">
        <w:rPr>
          <w:cs/>
          <w:lang w:bidi="bn-IN"/>
        </w:rPr>
        <w:t>না</w:t>
      </w:r>
      <w:r w:rsidRPr="003F52A2">
        <w:t>,</w:t>
      </w:r>
      <w:r w:rsidRPr="003F52A2">
        <w:rPr>
          <w:cs/>
          <w:lang w:bidi="bn-IN"/>
        </w:rPr>
        <w:t>এ কথা ঠিক নয়। এরফানের শেষ লক্ষ্য মানবসেবা নয়</w:t>
      </w:r>
      <w:r w:rsidRPr="003F52A2">
        <w:t>,</w:t>
      </w:r>
      <w:r w:rsidRPr="003F52A2">
        <w:rPr>
          <w:cs/>
          <w:lang w:bidi="bn-IN"/>
        </w:rPr>
        <w:t>বরং এর গন্তব্যের প্রথম ধাপসমূহের</w:t>
      </w:r>
      <w:r w:rsidR="00D03882">
        <w:rPr>
          <w:lang w:bidi="bn-IN"/>
        </w:rPr>
        <w:t xml:space="preserve"> </w:t>
      </w:r>
      <w:r w:rsidRPr="003F52A2">
        <w:rPr>
          <w:cs/>
          <w:lang w:bidi="bn-IN"/>
        </w:rPr>
        <w:t>একটি হলো মানবসেবা। অন্যভাবে বলা যায়</w:t>
      </w:r>
      <w:r w:rsidRPr="003F52A2">
        <w:t>,</w:t>
      </w:r>
      <w:r w:rsidRPr="003F52A2">
        <w:rPr>
          <w:cs/>
          <w:lang w:bidi="bn-IN"/>
        </w:rPr>
        <w:t>আল্লাহর নৈকট্য মানবসেবার পূর্বশর্ত নয়</w:t>
      </w:r>
      <w:r w:rsidRPr="003F52A2">
        <w:t>,</w:t>
      </w:r>
      <w:r w:rsidRPr="003F52A2">
        <w:rPr>
          <w:cs/>
          <w:lang w:bidi="bn-IN"/>
        </w:rPr>
        <w:t>বরং</w:t>
      </w:r>
      <w:r w:rsidR="00D03882">
        <w:rPr>
          <w:lang w:bidi="bn-IN"/>
        </w:rPr>
        <w:t xml:space="preserve"> </w:t>
      </w:r>
      <w:r w:rsidRPr="003F52A2">
        <w:rPr>
          <w:cs/>
          <w:lang w:bidi="bn-IN"/>
        </w:rPr>
        <w:t>মানবসেবা আল্লাহর নৈকট্যের অন্যতম পূর্বশর্ত।</w:t>
      </w:r>
    </w:p>
    <w:p w:rsidR="00D03882" w:rsidRDefault="003F52A2" w:rsidP="004D1220">
      <w:pPr>
        <w:pStyle w:val="libNormal"/>
        <w:rPr>
          <w:lang w:bidi="bn-IN"/>
        </w:rPr>
      </w:pPr>
      <w:r w:rsidRPr="003F52A2">
        <w:rPr>
          <w:cs/>
          <w:lang w:bidi="bn-IN"/>
        </w:rPr>
        <w:t>সুতরাং ভালোবাসার মতবাদের দু</w:t>
      </w:r>
      <w:r w:rsidRPr="00D542A0">
        <w:rPr>
          <w:rStyle w:val="libAlaemChar"/>
        </w:rPr>
        <w:t>’</w:t>
      </w:r>
      <w:r w:rsidRPr="003F52A2">
        <w:rPr>
          <w:cs/>
          <w:lang w:bidi="bn-IN"/>
        </w:rPr>
        <w:t>টি ত্রুটি : প্রথমত ভালোবাসাকে একমাত্র মূল্যবোধ মনে করে</w:t>
      </w:r>
      <w:r w:rsidRPr="003F52A2">
        <w:t>,</w:t>
      </w:r>
      <w:r w:rsidRPr="003F52A2">
        <w:rPr>
          <w:cs/>
          <w:lang w:bidi="bn-IN"/>
        </w:rPr>
        <w:t xml:space="preserve">দ্বিতীয়ত মানবসেবাকে মানবতার সর্বশেষ ধাপ মনে করে (ঈমান ও ইবাদতকে সেখানে </w:t>
      </w:r>
      <w:r w:rsidR="00611BB9">
        <w:rPr>
          <w:cs/>
          <w:lang w:bidi="bn-IN"/>
        </w:rPr>
        <w:t>পৌ</w:t>
      </w:r>
      <w:r w:rsidRPr="003F52A2">
        <w:rPr>
          <w:cs/>
          <w:lang w:bidi="bn-IN"/>
        </w:rPr>
        <w:t>ছানোর</w:t>
      </w:r>
      <w:r w:rsidR="00D03882">
        <w:rPr>
          <w:lang w:bidi="bn-IN"/>
        </w:rPr>
        <w:t xml:space="preserve"> </w:t>
      </w:r>
      <w:r w:rsidRPr="003F52A2">
        <w:rPr>
          <w:cs/>
          <w:lang w:bidi="bn-IN"/>
        </w:rPr>
        <w:t>সোপান বলে ধারণা করে)। কিন্তু ইসলাম তা গ্রহণ করে না। ইসলাম ভালোবাসা ও সৃষ্টির সেবাকে</w:t>
      </w:r>
      <w:r w:rsidR="00D03882">
        <w:rPr>
          <w:lang w:bidi="bn-IN"/>
        </w:rPr>
        <w:t xml:space="preserve"> </w:t>
      </w:r>
      <w:r w:rsidRPr="003F52A2">
        <w:rPr>
          <w:cs/>
          <w:lang w:bidi="bn-IN"/>
        </w:rPr>
        <w:t>একটি মানবীয় মূল্যবোধ হিসেবে প্রশংসা করে</w:t>
      </w:r>
      <w:r w:rsidRPr="003F52A2">
        <w:t>,</w:t>
      </w:r>
      <w:r w:rsidRPr="003F52A2">
        <w:rPr>
          <w:cs/>
          <w:lang w:bidi="bn-IN"/>
        </w:rPr>
        <w:t>কিন্তু একমাত্র মূল্যবোধ হিসেবে নয় এবং এ পথের</w:t>
      </w:r>
      <w:r w:rsidR="00D03882">
        <w:rPr>
          <w:lang w:bidi="bn-IN"/>
        </w:rPr>
        <w:t xml:space="preserve"> </w:t>
      </w:r>
      <w:r w:rsidRPr="003F52A2">
        <w:rPr>
          <w:cs/>
          <w:lang w:bidi="bn-IN"/>
        </w:rPr>
        <w:t>প্রথম গন্তব্য মনে করে</w:t>
      </w:r>
      <w:r w:rsidRPr="003F52A2">
        <w:t>,</w:t>
      </w:r>
      <w:r w:rsidRPr="003F52A2">
        <w:rPr>
          <w:cs/>
          <w:lang w:bidi="bn-IN"/>
        </w:rPr>
        <w:t>শেষ গন্তব্য নয়- এখান থেকে শুরু করলেও শেষ লক্ষ্য অন্য কিছু।.</w:t>
      </w:r>
    </w:p>
    <w:p w:rsidR="00D03882" w:rsidRPr="00D03882" w:rsidRDefault="00D03882" w:rsidP="00D03882">
      <w:pPr>
        <w:pStyle w:val="libArCenter"/>
        <w:rPr>
          <w:rtl/>
          <w:cs/>
        </w:rPr>
      </w:pPr>
      <w:r>
        <w:rPr>
          <w:rFonts w:hint="cs"/>
          <w:rtl/>
          <w:lang w:bidi="ar-SA"/>
        </w:rPr>
        <w:t>لا حول و لا قوّة إلا بالله العلی العظیم</w:t>
      </w:r>
    </w:p>
    <w:p w:rsidR="00D03882" w:rsidRPr="00C640B7" w:rsidRDefault="00D03882" w:rsidP="00C640B7">
      <w:pPr>
        <w:rPr>
          <w:rtl/>
          <w:cs/>
        </w:rPr>
      </w:pPr>
      <w:r>
        <w:rPr>
          <w:cs/>
          <w:lang w:bidi="bn-IN"/>
        </w:rPr>
        <w:br w:type="page"/>
      </w:r>
    </w:p>
    <w:p w:rsidR="00D03882" w:rsidRDefault="003F52A2" w:rsidP="00D03882">
      <w:pPr>
        <w:pStyle w:val="Heading1Center"/>
      </w:pPr>
      <w:bookmarkStart w:id="64" w:name="_Toc392601473"/>
      <w:r w:rsidRPr="003F52A2">
        <w:rPr>
          <w:cs/>
          <w:lang w:bidi="bn-IN"/>
        </w:rPr>
        <w:t>সমাজতান্ত্রিক মতবাদের পর্যালোচনা ও মূল্যায়ন</w:t>
      </w:r>
      <w:bookmarkEnd w:id="64"/>
    </w:p>
    <w:p w:rsidR="00D03882" w:rsidRDefault="00D03882" w:rsidP="004D1220">
      <w:pPr>
        <w:pStyle w:val="libNormal"/>
        <w:rPr>
          <w:lang w:bidi="bn-IN"/>
        </w:rPr>
      </w:pPr>
    </w:p>
    <w:p w:rsidR="00D03882" w:rsidRPr="00D03882" w:rsidRDefault="00D03882" w:rsidP="00D03882">
      <w:pPr>
        <w:pStyle w:val="libAie"/>
      </w:pPr>
      <w:r w:rsidRPr="00D03882">
        <w:rPr>
          <w:rStyle w:val="libAlaemChar"/>
        </w:rPr>
        <w:t>)</w:t>
      </w:r>
      <w:r w:rsidRPr="00D03882">
        <w:rPr>
          <w:rStyle w:val="ayatext"/>
          <w:rtl/>
        </w:rPr>
        <w:t>قُلْ</w:t>
      </w:r>
      <w:r w:rsidRPr="00C640B7">
        <w:rPr>
          <w:rtl/>
        </w:rPr>
        <w:t xml:space="preserve"> </w:t>
      </w:r>
      <w:r w:rsidRPr="00D03882">
        <w:rPr>
          <w:rStyle w:val="ayatext"/>
          <w:rtl/>
        </w:rPr>
        <w:t>يَا أَهْلَ الْكِتَابِ تَعَالَوْا إِلَىٰ كَلِمَةٍ سَوَاءٍ بَيْنَنَا</w:t>
      </w:r>
      <w:r w:rsidRPr="00C640B7">
        <w:rPr>
          <w:rtl/>
        </w:rPr>
        <w:t xml:space="preserve"> </w:t>
      </w:r>
      <w:r w:rsidRPr="00D03882">
        <w:rPr>
          <w:rStyle w:val="ayatext"/>
          <w:rtl/>
        </w:rPr>
        <w:t>وَبَيْنَكُمْ أَلَّا نَعْبُدَ إِلَّا اللَّـهَ وَلَا نُشْرِ‌كَ بِهِ</w:t>
      </w:r>
      <w:r w:rsidRPr="00C640B7">
        <w:rPr>
          <w:rtl/>
        </w:rPr>
        <w:t xml:space="preserve"> </w:t>
      </w:r>
      <w:r w:rsidRPr="00D03882">
        <w:rPr>
          <w:rStyle w:val="ayatext"/>
          <w:rtl/>
        </w:rPr>
        <w:t>شَيْئًا وَلَا يَتَّخِذَ بَعْضُنَا بَعْضًا أَرْ‌بَابًا مِّن دُونِ</w:t>
      </w:r>
      <w:r w:rsidRPr="00C640B7">
        <w:rPr>
          <w:rtl/>
        </w:rPr>
        <w:t xml:space="preserve"> </w:t>
      </w:r>
      <w:r w:rsidRPr="00D03882">
        <w:rPr>
          <w:rStyle w:val="ayatext"/>
          <w:rtl/>
        </w:rPr>
        <w:t>اللَّـهِ</w:t>
      </w:r>
      <w:r w:rsidRPr="00CA18B8">
        <w:rPr>
          <w:rStyle w:val="libAlaemChar"/>
        </w:rPr>
        <w:t>(</w:t>
      </w:r>
    </w:p>
    <w:p w:rsidR="00913C24" w:rsidRDefault="003F52A2" w:rsidP="004D1220">
      <w:pPr>
        <w:pStyle w:val="libNormal"/>
        <w:rPr>
          <w:lang w:bidi="bn-IN"/>
        </w:rPr>
      </w:pPr>
      <w:r w:rsidRPr="003F52A2">
        <w:rPr>
          <w:cs/>
          <w:lang w:bidi="bn-IN"/>
        </w:rPr>
        <w:t>ইনসানে কামেল সম্পর্কিত অপর একটি মতবাদ হলো সোশ্যালিজম বা সমাজতন্ত্র। এ মতবাদে</w:t>
      </w:r>
      <w:r w:rsidR="00CA18B8">
        <w:rPr>
          <w:lang w:bidi="bn-IN"/>
        </w:rPr>
        <w:t xml:space="preserve"> </w:t>
      </w:r>
      <w:r w:rsidRPr="003F52A2">
        <w:rPr>
          <w:cs/>
          <w:lang w:bidi="bn-IN"/>
        </w:rPr>
        <w:t>মানুষের পূর্ণতা ও অপূর্ণতা দু</w:t>
      </w:r>
      <w:r w:rsidRPr="00D542A0">
        <w:rPr>
          <w:rStyle w:val="libAlaemChar"/>
        </w:rPr>
        <w:t>’</w:t>
      </w:r>
      <w:r w:rsidRPr="003F52A2">
        <w:rPr>
          <w:cs/>
          <w:lang w:bidi="bn-IN"/>
        </w:rPr>
        <w:t>টি বস্তুতে বিশ্বাস করা হয়। মানুষের অপূর্ণতা মানুষের ব্যক্তি</w:t>
      </w:r>
      <w:r w:rsidR="00CA18B8">
        <w:rPr>
          <w:lang w:bidi="bn-IN"/>
        </w:rPr>
        <w:t xml:space="preserve"> </w:t>
      </w:r>
      <w:r w:rsidRPr="003F52A2">
        <w:rPr>
          <w:cs/>
          <w:lang w:bidi="bn-IN"/>
        </w:rPr>
        <w:t>স্বাতন্ত্র্যে</w:t>
      </w:r>
      <w:r w:rsidR="00695D8C">
        <w:rPr>
          <w:cs/>
          <w:lang w:bidi="bn-IN"/>
        </w:rPr>
        <w:t>র</w:t>
      </w:r>
      <w:r w:rsidR="00CA18B8">
        <w:rPr>
          <w:lang w:bidi="bn-IN"/>
        </w:rPr>
        <w:t xml:space="preserve"> </w:t>
      </w:r>
      <w:r w:rsidRPr="003F52A2">
        <w:rPr>
          <w:cs/>
          <w:lang w:bidi="bn-IN"/>
        </w:rPr>
        <w:t xml:space="preserve">মধ্যে আর তার পূর্ণতা সমাজ বা সামষ্টিকতার মধ্যে এ </w:t>
      </w:r>
      <w:r w:rsidR="00695D8C">
        <w:rPr>
          <w:cs/>
          <w:lang w:bidi="bn-IN"/>
        </w:rPr>
        <w:t>অর্থে</w:t>
      </w:r>
      <w:r w:rsidRPr="003F52A2">
        <w:rPr>
          <w:cs/>
          <w:lang w:bidi="bn-IN"/>
        </w:rPr>
        <w:t xml:space="preserve"> যে</w:t>
      </w:r>
      <w:r w:rsidRPr="003F52A2">
        <w:t>,</w:t>
      </w:r>
      <w:r w:rsidR="00CA18B8">
        <w:rPr>
          <w:cs/>
          <w:lang w:bidi="bn-IN"/>
        </w:rPr>
        <w:t>যতক্ষণ মানুষ আমিত্বের ধারণায়</w:t>
      </w:r>
      <w:r w:rsidR="00CA18B8">
        <w:rPr>
          <w:lang w:bidi="bn-IN"/>
        </w:rPr>
        <w:t xml:space="preserve"> </w:t>
      </w:r>
      <w:r w:rsidRPr="003F52A2">
        <w:rPr>
          <w:cs/>
          <w:lang w:bidi="bn-IN"/>
        </w:rPr>
        <w:t>থাকবে ততক্ষণ অপূর্ণ (অবশ্য এরফান যে আমিত্ব বলে তা থেকে এটা আলাদা) আর আমিত্বের</w:t>
      </w:r>
      <w:r w:rsidR="00913C24">
        <w:rPr>
          <w:lang w:bidi="bn-IN"/>
        </w:rPr>
        <w:t xml:space="preserve"> </w:t>
      </w:r>
      <w:r w:rsidRPr="003F52A2">
        <w:rPr>
          <w:cs/>
          <w:lang w:bidi="bn-IN"/>
        </w:rPr>
        <w:t>ধারণার বিলুপ্তির মাধ্যমে তার পূর্ণতা অর্জিত হবে।</w:t>
      </w:r>
    </w:p>
    <w:p w:rsidR="00066530" w:rsidRDefault="003F52A2" w:rsidP="004D1220">
      <w:pPr>
        <w:pStyle w:val="libNormal"/>
        <w:rPr>
          <w:lang w:bidi="bn-IN"/>
        </w:rPr>
      </w:pPr>
      <w:r w:rsidRPr="003F52A2">
        <w:rPr>
          <w:cs/>
          <w:lang w:bidi="bn-IN"/>
        </w:rPr>
        <w:t>এরফানী ধারণায় আমিত্বকে তার জন্য ধ্বংস কর অর্থাৎ ব্যক্তির প্রথম ও নিজসত্তা হিসেবে</w:t>
      </w:r>
      <w:r w:rsidR="00066530">
        <w:rPr>
          <w:lang w:bidi="bn-IN"/>
        </w:rPr>
        <w:t xml:space="preserve"> </w:t>
      </w:r>
      <w:r w:rsidRPr="003F52A2">
        <w:rPr>
          <w:cs/>
          <w:lang w:bidi="bn-IN"/>
        </w:rPr>
        <w:t xml:space="preserve">আমিত্বের বিলুপ্তি ঘটলে তৃতীয় সত্তা যিনি হলেন মহান আল্লাহ্পাক তিনি সে স্থান দখল করবেন। </w:t>
      </w:r>
      <w:r w:rsidR="00FE6D44">
        <w:rPr>
          <w:cs/>
          <w:lang w:bidi="bn-IN"/>
        </w:rPr>
        <w:t>তার</w:t>
      </w:r>
      <w:r w:rsidR="00066530">
        <w:rPr>
          <w:lang w:bidi="bn-IN"/>
        </w:rPr>
        <w:t xml:space="preserve"> </w:t>
      </w:r>
      <w:r w:rsidRPr="003F52A2">
        <w:rPr>
          <w:cs/>
          <w:lang w:bidi="bn-IN"/>
        </w:rPr>
        <w:t>মধ্যে আমার বিলুপ্তি অর্থ আল্লাহর মধ্যে মানুষের বিলুপ্তি।</w:t>
      </w:r>
    </w:p>
    <w:p w:rsidR="00066530" w:rsidRDefault="003F52A2" w:rsidP="004D1220">
      <w:pPr>
        <w:pStyle w:val="libNormal"/>
        <w:rPr>
          <w:lang w:bidi="bn-IN"/>
        </w:rPr>
      </w:pPr>
      <w:r w:rsidRPr="003F52A2">
        <w:rPr>
          <w:cs/>
          <w:lang w:bidi="bn-IN"/>
        </w:rPr>
        <w:t>এরফানী মতবাদের সঙ্গে সমাজতন্ত্রের এ ক্ষেত্রে মিল রয়েছে যে</w:t>
      </w:r>
      <w:r w:rsidRPr="003F52A2">
        <w:t>,</w:t>
      </w:r>
      <w:r w:rsidRPr="003F52A2">
        <w:rPr>
          <w:cs/>
          <w:lang w:bidi="bn-IN"/>
        </w:rPr>
        <w:t>এ দু</w:t>
      </w:r>
      <w:r w:rsidRPr="00D542A0">
        <w:rPr>
          <w:rStyle w:val="libAlaemChar"/>
        </w:rPr>
        <w:t>’</w:t>
      </w:r>
      <w:r w:rsidRPr="003F52A2">
        <w:rPr>
          <w:cs/>
          <w:lang w:bidi="bn-IN"/>
        </w:rPr>
        <w:t>মতবাদই আমিত্বের অবসান</w:t>
      </w:r>
      <w:r w:rsidR="00066530">
        <w:rPr>
          <w:lang w:bidi="bn-IN"/>
        </w:rPr>
        <w:t xml:space="preserve"> </w:t>
      </w:r>
      <w:r w:rsidRPr="003F52A2">
        <w:rPr>
          <w:cs/>
          <w:lang w:bidi="bn-IN"/>
        </w:rPr>
        <w:t>চায়</w:t>
      </w:r>
      <w:r w:rsidRPr="003F52A2">
        <w:t>,</w:t>
      </w:r>
      <w:r w:rsidRPr="003F52A2">
        <w:rPr>
          <w:cs/>
          <w:lang w:bidi="bn-IN"/>
        </w:rPr>
        <w:t>তবে সমাজতন্ত্র ব্যক্তিসত্তার বিলুপ্তি চায় তৃতীয় সত্তার প্রতিস্থাপনের জন্য নয় বরং সেখানে</w:t>
      </w:r>
      <w:r w:rsidR="00066530">
        <w:rPr>
          <w:lang w:bidi="bn-IN"/>
        </w:rPr>
        <w:t xml:space="preserve"> </w:t>
      </w:r>
      <w:r w:rsidRPr="00D542A0">
        <w:rPr>
          <w:rStyle w:val="libAlaemChar"/>
        </w:rPr>
        <w:t>‘</w:t>
      </w:r>
      <w:r w:rsidRPr="003F52A2">
        <w:rPr>
          <w:cs/>
          <w:lang w:bidi="bn-IN"/>
        </w:rPr>
        <w:t>সামষ্টিকতা</w:t>
      </w:r>
      <w:r w:rsidRPr="00D542A0">
        <w:rPr>
          <w:rStyle w:val="libAlaemChar"/>
        </w:rPr>
        <w:t>’</w:t>
      </w:r>
      <w:r w:rsidRPr="003F52A2">
        <w:t xml:space="preserve"> </w:t>
      </w:r>
      <w:r w:rsidRPr="003F52A2">
        <w:rPr>
          <w:cs/>
          <w:lang w:bidi="bn-IN"/>
        </w:rPr>
        <w:t xml:space="preserve">বা </w:t>
      </w:r>
      <w:r w:rsidRPr="00D542A0">
        <w:rPr>
          <w:rStyle w:val="libAlaemChar"/>
        </w:rPr>
        <w:t>‘</w:t>
      </w:r>
      <w:r w:rsidRPr="003F52A2">
        <w:rPr>
          <w:cs/>
          <w:lang w:bidi="bn-IN"/>
        </w:rPr>
        <w:t>আমরা</w:t>
      </w:r>
      <w:r w:rsidRPr="00D542A0">
        <w:rPr>
          <w:rStyle w:val="libAlaemChar"/>
        </w:rPr>
        <w:t>’</w:t>
      </w:r>
      <w:r w:rsidR="00066530">
        <w:rPr>
          <w:rStyle w:val="libAlaemChar"/>
        </w:rPr>
        <w:t xml:space="preserve"> </w:t>
      </w:r>
      <w:r w:rsidRPr="003F52A2">
        <w:rPr>
          <w:cs/>
          <w:lang w:bidi="bn-IN"/>
        </w:rPr>
        <w:t>কে স্থান দেয়ার জন্য। এদের মতে পূর্ণ মানব আরেফ নয় যে বলবে</w:t>
      </w:r>
      <w:r w:rsidRPr="003F52A2">
        <w:t>,</w:t>
      </w:r>
      <w:r w:rsidRPr="003F52A2">
        <w:rPr>
          <w:cs/>
          <w:lang w:bidi="bn-IN"/>
        </w:rPr>
        <w:t>আমার</w:t>
      </w:r>
      <w:r w:rsidR="00066530">
        <w:rPr>
          <w:lang w:bidi="bn-IN"/>
        </w:rPr>
        <w:t xml:space="preserve"> </w:t>
      </w:r>
      <w:r w:rsidRPr="003F52A2">
        <w:rPr>
          <w:cs/>
          <w:lang w:bidi="bn-IN"/>
        </w:rPr>
        <w:t>আলখাল্লার নীচে খোদা ব্যতীত অন্য কেউ নেই বরং আমরায় বা সামষ্টিক সত্তায় বিলুপ্ত আমিই হলো</w:t>
      </w:r>
      <w:r w:rsidR="00066530">
        <w:rPr>
          <w:lang w:bidi="bn-IN"/>
        </w:rPr>
        <w:t xml:space="preserve"> </w:t>
      </w:r>
      <w:r w:rsidRPr="003F52A2">
        <w:rPr>
          <w:cs/>
          <w:lang w:bidi="bn-IN"/>
        </w:rPr>
        <w:t>পূর্ণ মানব। সে পূর্ণ মানব আমিত্বকে অনুভব করে না</w:t>
      </w:r>
      <w:r w:rsidRPr="003F52A2">
        <w:t>,</w:t>
      </w:r>
      <w:r w:rsidRPr="003F52A2">
        <w:rPr>
          <w:cs/>
          <w:lang w:bidi="bn-IN"/>
        </w:rPr>
        <w:t>করে আমরাকে।</w:t>
      </w:r>
    </w:p>
    <w:p w:rsidR="00066530" w:rsidRDefault="003F52A2" w:rsidP="004D1220">
      <w:pPr>
        <w:pStyle w:val="libNormal"/>
        <w:rPr>
          <w:lang w:bidi="bn-IN"/>
        </w:rPr>
      </w:pPr>
      <w:r w:rsidRPr="003F52A2">
        <w:rPr>
          <w:cs/>
          <w:lang w:bidi="bn-IN"/>
        </w:rPr>
        <w:t>এ পর্যন্ত এ মতবাদ যা বলে</w:t>
      </w:r>
      <w:r w:rsidRPr="003F52A2">
        <w:t>,</w:t>
      </w:r>
      <w:r w:rsidRPr="003F52A2">
        <w:rPr>
          <w:cs/>
          <w:lang w:bidi="bn-IN"/>
        </w:rPr>
        <w:t>অন্যান্য অনেক মতবাদই তা গ্রহণ করে। এমনকি যে সকল মতবাদ</w:t>
      </w:r>
      <w:r w:rsidR="00066530">
        <w:rPr>
          <w:lang w:bidi="bn-IN"/>
        </w:rPr>
        <w:t xml:space="preserve"> </w:t>
      </w:r>
      <w:r w:rsidRPr="003F52A2">
        <w:rPr>
          <w:cs/>
          <w:lang w:bidi="bn-IN"/>
        </w:rPr>
        <w:t>তৃতীয় সত্তার জন্য প্রথম সত্তাকে বিলুপ্ত করার পক্ষপাতী তারাও এ বিষয়টির বিরোধী নয়। তারাও চায়</w:t>
      </w:r>
      <w:r w:rsidR="00066530">
        <w:rPr>
          <w:lang w:bidi="bn-IN"/>
        </w:rPr>
        <w:t xml:space="preserve"> </w:t>
      </w:r>
      <w:r w:rsidRPr="00D542A0">
        <w:rPr>
          <w:rStyle w:val="libAlaemChar"/>
        </w:rPr>
        <w:t>‘</w:t>
      </w:r>
      <w:r w:rsidRPr="003F52A2">
        <w:rPr>
          <w:cs/>
          <w:lang w:bidi="bn-IN"/>
        </w:rPr>
        <w:t>আমি</w:t>
      </w:r>
      <w:r w:rsidRPr="00D542A0">
        <w:rPr>
          <w:rStyle w:val="libAlaemChar"/>
        </w:rPr>
        <w:t>’</w:t>
      </w:r>
      <w:r w:rsidRPr="003F52A2">
        <w:t xml:space="preserve"> </w:t>
      </w:r>
      <w:r w:rsidRPr="003F52A2">
        <w:rPr>
          <w:cs/>
          <w:lang w:bidi="bn-IN"/>
        </w:rPr>
        <w:t xml:space="preserve">বিলুপ্ত হয়ে </w:t>
      </w:r>
      <w:r w:rsidRPr="00D542A0">
        <w:rPr>
          <w:rStyle w:val="libAlaemChar"/>
        </w:rPr>
        <w:t>‘</w:t>
      </w:r>
      <w:r w:rsidRPr="003F52A2">
        <w:rPr>
          <w:cs/>
          <w:lang w:bidi="bn-IN"/>
        </w:rPr>
        <w:t>আমরা</w:t>
      </w:r>
      <w:r w:rsidRPr="00D542A0">
        <w:rPr>
          <w:rStyle w:val="libAlaemChar"/>
        </w:rPr>
        <w:t>’</w:t>
      </w:r>
      <w:r w:rsidRPr="003F52A2">
        <w:rPr>
          <w:cs/>
          <w:lang w:bidi="bn-IN"/>
        </w:rPr>
        <w:t>য় পরিণত হোক।</w:t>
      </w:r>
    </w:p>
    <w:p w:rsidR="00066530" w:rsidRDefault="00066530" w:rsidP="004D1220">
      <w:pPr>
        <w:pStyle w:val="libNormal"/>
        <w:rPr>
          <w:lang w:bidi="bn-IN"/>
        </w:rPr>
      </w:pPr>
    </w:p>
    <w:p w:rsidR="00066530" w:rsidRDefault="003F52A2" w:rsidP="00066530">
      <w:pPr>
        <w:pStyle w:val="libBold1"/>
        <w:rPr>
          <w:lang w:bidi="bn-IN"/>
        </w:rPr>
      </w:pPr>
      <w:r w:rsidRPr="003F52A2">
        <w:rPr>
          <w:cs/>
          <w:lang w:bidi="bn-IN"/>
        </w:rPr>
        <w:t>এ মতবাদের সারকথা</w:t>
      </w:r>
    </w:p>
    <w:p w:rsidR="00066530" w:rsidRDefault="003F52A2" w:rsidP="00066530">
      <w:pPr>
        <w:pStyle w:val="libNormal"/>
        <w:rPr>
          <w:lang w:bidi="bn-IN"/>
        </w:rPr>
      </w:pPr>
      <w:r w:rsidRPr="003F52A2">
        <w:rPr>
          <w:cs/>
          <w:lang w:bidi="bn-IN"/>
        </w:rPr>
        <w:t xml:space="preserve">এ মতবাদ </w:t>
      </w:r>
      <w:r w:rsidRPr="00D542A0">
        <w:rPr>
          <w:rStyle w:val="libAlaemChar"/>
        </w:rPr>
        <w:t>‘</w:t>
      </w:r>
      <w:r w:rsidRPr="003F52A2">
        <w:rPr>
          <w:cs/>
          <w:lang w:bidi="bn-IN"/>
        </w:rPr>
        <w:t>আমি</w:t>
      </w:r>
      <w:r w:rsidRPr="00D542A0">
        <w:rPr>
          <w:rStyle w:val="libAlaemChar"/>
        </w:rPr>
        <w:t>’</w:t>
      </w:r>
      <w:r w:rsidR="00066530">
        <w:rPr>
          <w:rStyle w:val="libAlaemChar"/>
        </w:rPr>
        <w:t xml:space="preserve"> </w:t>
      </w:r>
      <w:r w:rsidRPr="003F52A2">
        <w:rPr>
          <w:cs/>
          <w:lang w:bidi="bn-IN"/>
        </w:rPr>
        <w:t xml:space="preserve">কে </w:t>
      </w:r>
      <w:r w:rsidRPr="00D542A0">
        <w:rPr>
          <w:rStyle w:val="libAlaemChar"/>
        </w:rPr>
        <w:t>‘</w:t>
      </w:r>
      <w:r w:rsidRPr="003F52A2">
        <w:rPr>
          <w:cs/>
          <w:lang w:bidi="bn-IN"/>
        </w:rPr>
        <w:t>আমরা</w:t>
      </w:r>
      <w:r w:rsidRPr="00D542A0">
        <w:rPr>
          <w:rStyle w:val="libAlaemChar"/>
        </w:rPr>
        <w:t>’</w:t>
      </w:r>
      <w:r w:rsidRPr="003F52A2">
        <w:rPr>
          <w:cs/>
          <w:lang w:bidi="bn-IN"/>
        </w:rPr>
        <w:t>য় রূপান্তরিত করার পথও বাতলে দিয়ে বলেছে</w:t>
      </w:r>
      <w:r w:rsidRPr="003F52A2">
        <w:t>,</w:t>
      </w:r>
      <w:r w:rsidRPr="003F52A2">
        <w:rPr>
          <w:cs/>
          <w:lang w:bidi="bn-IN"/>
        </w:rPr>
        <w:t>কোন বস্তু আমার নাহয়ে আমাদের হওয়া অর্থাৎ মালিকানা বিলুপ্ত হয়ে সামষ্টিক মালিকানায় রূপান্তরই এ পূর্ণতার পথ।</w:t>
      </w:r>
      <w:r w:rsidR="00066530">
        <w:rPr>
          <w:lang w:bidi="bn-IN"/>
        </w:rPr>
        <w:t xml:space="preserve"> </w:t>
      </w:r>
      <w:r w:rsidR="00066530">
        <w:rPr>
          <w:cs/>
          <w:lang w:bidi="bn-IN"/>
        </w:rPr>
        <w:t>আপনি যদি সম্পদের স্বত্বা</w:t>
      </w:r>
      <w:r w:rsidRPr="003F52A2">
        <w:rPr>
          <w:cs/>
          <w:lang w:bidi="bn-IN"/>
        </w:rPr>
        <w:t>ধিকারের বিষয়টি লক্ষ্য করেন তাহলে দেখবেন তা দু</w:t>
      </w:r>
      <w:r w:rsidRPr="00D542A0">
        <w:rPr>
          <w:rStyle w:val="libAlaemChar"/>
        </w:rPr>
        <w:t>’</w:t>
      </w:r>
      <w:r w:rsidRPr="003F52A2">
        <w:rPr>
          <w:cs/>
          <w:lang w:bidi="bn-IN"/>
        </w:rPr>
        <w:t>ধরনের : এক ধরনের</w:t>
      </w:r>
      <w:r w:rsidR="00066530">
        <w:rPr>
          <w:lang w:bidi="bn-IN"/>
        </w:rPr>
        <w:t xml:space="preserve"> </w:t>
      </w:r>
      <w:r w:rsidRPr="003F52A2">
        <w:rPr>
          <w:cs/>
          <w:lang w:bidi="bn-IN"/>
        </w:rPr>
        <w:t>বিষয় রয়েছে যা আমাদের সমাজে আমাদের সকলের সম্পদ</w:t>
      </w:r>
      <w:r w:rsidRPr="003F52A2">
        <w:t>,</w:t>
      </w:r>
      <w:r w:rsidRPr="003F52A2">
        <w:rPr>
          <w:cs/>
          <w:lang w:bidi="bn-IN"/>
        </w:rPr>
        <w:t>যেমন ইরানীদের জন্য ফার্সী ভাষা- যা</w:t>
      </w:r>
      <w:r w:rsidR="00066530">
        <w:rPr>
          <w:lang w:bidi="bn-IN"/>
        </w:rPr>
        <w:t xml:space="preserve"> </w:t>
      </w:r>
      <w:r w:rsidRPr="003F52A2">
        <w:rPr>
          <w:cs/>
          <w:lang w:bidi="bn-IN"/>
        </w:rPr>
        <w:t>আমার-আপনার কারোরই ব্যক্তি মালিকানার বিষয় নয় বরং এটা সকল ফার্সী ভাষাভাষির সম্পদ। দেশ</w:t>
      </w:r>
      <w:r w:rsidR="00066530">
        <w:rPr>
          <w:lang w:bidi="bn-IN"/>
        </w:rPr>
        <w:t xml:space="preserve"> </w:t>
      </w:r>
      <w:r w:rsidRPr="003F52A2">
        <w:rPr>
          <w:cs/>
          <w:lang w:bidi="bn-IN"/>
        </w:rPr>
        <w:t>বা রাষ্ট্রও তেমনি কোন ব্যক্তির সম্পদ নয় বরং ঐ রাষ্ট্রের অধিবাসীদের সম্মিলিত সম্পদ। যা কিছুরই সামষ্টিক মালিকানা রয়েছে তা মানুষকে ঐক্যবদ্ধ করে। স্বদেশী</w:t>
      </w:r>
      <w:r w:rsidRPr="003F52A2">
        <w:t>,</w:t>
      </w:r>
      <w:r w:rsidRPr="003F52A2">
        <w:rPr>
          <w:cs/>
          <w:lang w:bidi="bn-IN"/>
        </w:rPr>
        <w:t>স্বভাষী</w:t>
      </w:r>
      <w:r w:rsidRPr="003F52A2">
        <w:t>,</w:t>
      </w:r>
      <w:r w:rsidRPr="003F52A2">
        <w:rPr>
          <w:cs/>
          <w:lang w:bidi="bn-IN"/>
        </w:rPr>
        <w:t>এক সংস্কৃতি</w:t>
      </w:r>
      <w:r w:rsidRPr="003F52A2">
        <w:t>,</w:t>
      </w:r>
      <w:r w:rsidRPr="003F52A2">
        <w:rPr>
          <w:cs/>
          <w:lang w:bidi="bn-IN"/>
        </w:rPr>
        <w:t>এক ধর্ম এরূপ</w:t>
      </w:r>
      <w:r w:rsidR="00066530">
        <w:rPr>
          <w:lang w:bidi="bn-IN"/>
        </w:rPr>
        <w:t xml:space="preserve"> </w:t>
      </w:r>
      <w:r w:rsidRPr="003F52A2">
        <w:rPr>
          <w:cs/>
          <w:lang w:bidi="bn-IN"/>
        </w:rPr>
        <w:t xml:space="preserve">বিষয়সমূহ ব্যক্তি মালিকানার বিষয় না হওয়ায় এগুলো সাধারণভাবে </w:t>
      </w:r>
      <w:r w:rsidRPr="00D542A0">
        <w:rPr>
          <w:rStyle w:val="libAlaemChar"/>
        </w:rPr>
        <w:t>‘</w:t>
      </w:r>
      <w:r w:rsidRPr="003F52A2">
        <w:rPr>
          <w:cs/>
          <w:lang w:bidi="bn-IN"/>
        </w:rPr>
        <w:t>আমাদের</w:t>
      </w:r>
      <w:r w:rsidRPr="00D542A0">
        <w:rPr>
          <w:rStyle w:val="libAlaemChar"/>
        </w:rPr>
        <w:t>’</w:t>
      </w:r>
      <w:r w:rsidRPr="003F52A2">
        <w:t xml:space="preserve"> </w:t>
      </w:r>
      <w:r w:rsidRPr="003F52A2">
        <w:rPr>
          <w:cs/>
          <w:lang w:bidi="bn-IN"/>
        </w:rPr>
        <w:t>ধারণার জন্ম দেয়।</w:t>
      </w:r>
    </w:p>
    <w:p w:rsidR="00066530" w:rsidRDefault="003F52A2" w:rsidP="00066530">
      <w:pPr>
        <w:pStyle w:val="libNormal"/>
        <w:rPr>
          <w:lang w:bidi="bn-IN"/>
        </w:rPr>
      </w:pPr>
      <w:r w:rsidRPr="003F52A2">
        <w:rPr>
          <w:cs/>
          <w:lang w:bidi="bn-IN"/>
        </w:rPr>
        <w:t>অন্যদিকে কিছু বস্তু বা বিষয় রয়েছে যেগুলো ব্যক্তিগত ও বিশেষ সত</w:t>
      </w:r>
      <w:r w:rsidR="00066530">
        <w:rPr>
          <w:cs/>
          <w:lang w:bidi="bn-IN"/>
        </w:rPr>
        <w:t>্ত্বাধিকারের অন্তর্ভুক্ত। যেমন</w:t>
      </w:r>
      <w:r w:rsidRPr="003F52A2">
        <w:rPr>
          <w:cs/>
          <w:lang w:bidi="bn-IN"/>
        </w:rPr>
        <w:t>-আমার বাড়ি</w:t>
      </w:r>
      <w:r w:rsidRPr="003F52A2">
        <w:t>,</w:t>
      </w:r>
      <w:r w:rsidRPr="003F52A2">
        <w:rPr>
          <w:cs/>
          <w:lang w:bidi="bn-IN"/>
        </w:rPr>
        <w:t>আমার অর্থ</w:t>
      </w:r>
      <w:r w:rsidRPr="003F52A2">
        <w:t>,</w:t>
      </w:r>
      <w:r w:rsidRPr="003F52A2">
        <w:rPr>
          <w:cs/>
          <w:lang w:bidi="bn-IN"/>
        </w:rPr>
        <w:t>আমার পোশাক</w:t>
      </w:r>
      <w:r w:rsidRPr="003F52A2">
        <w:t>,</w:t>
      </w:r>
      <w:r w:rsidRPr="003F52A2">
        <w:rPr>
          <w:cs/>
          <w:lang w:bidi="bn-IN"/>
        </w:rPr>
        <w:t>আমার কার্পেট</w:t>
      </w:r>
      <w:r w:rsidRPr="003F52A2">
        <w:t>,</w:t>
      </w:r>
      <w:r w:rsidRPr="003F52A2">
        <w:rPr>
          <w:cs/>
          <w:lang w:bidi="bn-IN"/>
        </w:rPr>
        <w:t>আমার গাড়ী। আমার বাড়ি আমারই</w:t>
      </w:r>
      <w:r w:rsidRPr="003F52A2">
        <w:t>,</w:t>
      </w:r>
      <w:r w:rsidRPr="003F52A2">
        <w:rPr>
          <w:cs/>
          <w:lang w:bidi="bn-IN"/>
        </w:rPr>
        <w:t>অন্য</w:t>
      </w:r>
      <w:r w:rsidR="00066530">
        <w:rPr>
          <w:lang w:bidi="bn-IN"/>
        </w:rPr>
        <w:t xml:space="preserve"> </w:t>
      </w:r>
      <w:r w:rsidRPr="003F52A2">
        <w:rPr>
          <w:cs/>
          <w:lang w:bidi="bn-IN"/>
        </w:rPr>
        <w:t>কারো নয়। আমার অর্থ-সম্পদও আমার</w:t>
      </w:r>
      <w:r w:rsidRPr="003F52A2">
        <w:t>,</w:t>
      </w:r>
      <w:r w:rsidRPr="003F52A2">
        <w:rPr>
          <w:cs/>
          <w:lang w:bidi="bn-IN"/>
        </w:rPr>
        <w:t>অন্য কারো অধিকার সেখানে নেই। এরূপ মালিকানার বিষয়</w:t>
      </w:r>
      <w:r w:rsidR="00066530">
        <w:rPr>
          <w:lang w:bidi="bn-IN"/>
        </w:rPr>
        <w:t xml:space="preserve"> </w:t>
      </w:r>
      <w:r w:rsidR="00066530">
        <w:rPr>
          <w:cs/>
          <w:lang w:bidi="bn-IN"/>
        </w:rPr>
        <w:t>যা বিশেষ ব্যক্তির স্বত্বা</w:t>
      </w:r>
      <w:r w:rsidRPr="003F52A2">
        <w:rPr>
          <w:cs/>
          <w:lang w:bidi="bn-IN"/>
        </w:rPr>
        <w:t>ধিকারের অন্তর্ভুক্ত সেটা সাধারণ নয়। বলা হয়ে থাকে</w:t>
      </w:r>
      <w:r w:rsidRPr="003F52A2">
        <w:t>,</w:t>
      </w:r>
      <w:r w:rsidR="00066530">
        <w:rPr>
          <w:cs/>
          <w:lang w:bidi="bn-IN"/>
        </w:rPr>
        <w:t>যে সকল বিষয়</w:t>
      </w:r>
      <w:r w:rsidR="00066530">
        <w:rPr>
          <w:lang w:bidi="bn-IN"/>
        </w:rPr>
        <w:t xml:space="preserve"> </w:t>
      </w:r>
      <w:r w:rsidRPr="003F52A2">
        <w:rPr>
          <w:cs/>
          <w:lang w:bidi="bn-IN"/>
        </w:rPr>
        <w:t>ব্যক্তিসত্তা ও মালিকানার জন্ম দেয় সেগুলো আমিত্বের সৃষ্টি করে। ব্যক্তি মালিকানা ও সত্বাধিকার হতে</w:t>
      </w:r>
      <w:r w:rsidR="00066530">
        <w:rPr>
          <w:lang w:bidi="bn-IN"/>
        </w:rPr>
        <w:t xml:space="preserve"> </w:t>
      </w:r>
      <w:r w:rsidRPr="00D542A0">
        <w:rPr>
          <w:rStyle w:val="libAlaemChar"/>
        </w:rPr>
        <w:t>‘</w:t>
      </w:r>
      <w:r w:rsidRPr="003F52A2">
        <w:rPr>
          <w:cs/>
          <w:lang w:bidi="bn-IN"/>
        </w:rPr>
        <w:t>আমাদের</w:t>
      </w:r>
      <w:r w:rsidRPr="00D542A0">
        <w:rPr>
          <w:rStyle w:val="libAlaemChar"/>
        </w:rPr>
        <w:t>’</w:t>
      </w:r>
      <w:r w:rsidRPr="003F52A2">
        <w:t xml:space="preserve"> </w:t>
      </w:r>
      <w:r w:rsidRPr="003F52A2">
        <w:rPr>
          <w:cs/>
          <w:lang w:bidi="bn-IN"/>
        </w:rPr>
        <w:t xml:space="preserve">ধারণা সৃষ্টি হয়। সুতরাং মানুষের পূর্ণতার মানদণ্ড হলো </w:t>
      </w:r>
      <w:r w:rsidRPr="00D542A0">
        <w:rPr>
          <w:rStyle w:val="libAlaemChar"/>
        </w:rPr>
        <w:t>‘</w:t>
      </w:r>
      <w:r w:rsidRPr="003F52A2">
        <w:rPr>
          <w:cs/>
          <w:lang w:bidi="bn-IN"/>
        </w:rPr>
        <w:t>আমরা</w:t>
      </w:r>
      <w:r w:rsidRPr="00D542A0">
        <w:rPr>
          <w:rStyle w:val="libAlaemChar"/>
        </w:rPr>
        <w:t>’</w:t>
      </w:r>
      <w:r w:rsidRPr="003F52A2">
        <w:t xml:space="preserve"> </w:t>
      </w:r>
      <w:r w:rsidRPr="003F52A2">
        <w:rPr>
          <w:cs/>
          <w:lang w:bidi="bn-IN"/>
        </w:rPr>
        <w:t xml:space="preserve">ও </w:t>
      </w:r>
      <w:r w:rsidRPr="00D542A0">
        <w:rPr>
          <w:rStyle w:val="libAlaemChar"/>
        </w:rPr>
        <w:t>‘</w:t>
      </w:r>
      <w:r w:rsidRPr="003F52A2">
        <w:rPr>
          <w:cs/>
          <w:lang w:bidi="bn-IN"/>
        </w:rPr>
        <w:t>আমাদের</w:t>
      </w:r>
      <w:r w:rsidRPr="00D542A0">
        <w:rPr>
          <w:rStyle w:val="libAlaemChar"/>
        </w:rPr>
        <w:t>’</w:t>
      </w:r>
      <w:r w:rsidRPr="003F52A2">
        <w:t xml:space="preserve"> </w:t>
      </w:r>
      <w:r w:rsidRPr="003F52A2">
        <w:rPr>
          <w:cs/>
          <w:lang w:bidi="bn-IN"/>
        </w:rPr>
        <w:t>হওয়া।</w:t>
      </w:r>
      <w:r w:rsidR="00066530">
        <w:rPr>
          <w:lang w:bidi="bn-IN"/>
        </w:rPr>
        <w:t xml:space="preserve"> </w:t>
      </w:r>
      <w:r w:rsidRPr="003F52A2">
        <w:rPr>
          <w:cs/>
          <w:lang w:bidi="bn-IN"/>
        </w:rPr>
        <w:t xml:space="preserve">আর </w:t>
      </w:r>
      <w:r w:rsidRPr="00D542A0">
        <w:rPr>
          <w:rStyle w:val="libAlaemChar"/>
        </w:rPr>
        <w:t>‘</w:t>
      </w:r>
      <w:r w:rsidRPr="003F52A2">
        <w:rPr>
          <w:cs/>
          <w:lang w:bidi="bn-IN"/>
        </w:rPr>
        <w:t>আমাদের</w:t>
      </w:r>
      <w:r w:rsidRPr="00D542A0">
        <w:rPr>
          <w:rStyle w:val="libAlaemChar"/>
        </w:rPr>
        <w:t>’</w:t>
      </w:r>
      <w:r w:rsidRPr="003F52A2">
        <w:t xml:space="preserve"> </w:t>
      </w:r>
      <w:r w:rsidRPr="003F52A2">
        <w:rPr>
          <w:cs/>
          <w:lang w:bidi="bn-IN"/>
        </w:rPr>
        <w:t>হওয়ার জন্য প্রয়োজন ব্যক্তি মালিকানা ও সত্তাকে বিলীন করে সামাজিক ও</w:t>
      </w:r>
      <w:r w:rsidR="00066530">
        <w:rPr>
          <w:lang w:bidi="bn-IN"/>
        </w:rPr>
        <w:t xml:space="preserve"> </w:t>
      </w:r>
      <w:r w:rsidRPr="003F52A2">
        <w:rPr>
          <w:cs/>
          <w:lang w:bidi="bn-IN"/>
        </w:rPr>
        <w:t>সামষ্টিকতাকে (সামষ্টিক মালিকানা) প্রতিষ্ঠা করা।</w:t>
      </w:r>
    </w:p>
    <w:p w:rsidR="005B5C38" w:rsidRDefault="003F52A2" w:rsidP="00066530">
      <w:pPr>
        <w:pStyle w:val="libNormal"/>
        <w:rPr>
          <w:lang w:bidi="bn-IN"/>
        </w:rPr>
      </w:pPr>
      <w:r w:rsidRPr="003F52A2">
        <w:rPr>
          <w:cs/>
          <w:lang w:bidi="bn-IN"/>
        </w:rPr>
        <w:t>তাদের দাবি মানুষ যখন প্রথম সমাজবদ্ধ হয়ে বাস করা শুরু করে তখন মানবসমাজ সামষ্টিক</w:t>
      </w:r>
      <w:r w:rsidR="00066530">
        <w:rPr>
          <w:lang w:bidi="bn-IN"/>
        </w:rPr>
        <w:t xml:space="preserve"> </w:t>
      </w:r>
      <w:r w:rsidRPr="003F52A2">
        <w:rPr>
          <w:cs/>
          <w:lang w:bidi="bn-IN"/>
        </w:rPr>
        <w:t>সমাজ ছিল</w:t>
      </w:r>
      <w:r w:rsidRPr="003F52A2">
        <w:t>,</w:t>
      </w:r>
      <w:r w:rsidRPr="003F52A2">
        <w:rPr>
          <w:cs/>
          <w:lang w:bidi="bn-IN"/>
        </w:rPr>
        <w:t>কোন ব্যক্তি মালিকানা ছিল না। আমার জমি</w:t>
      </w:r>
      <w:r w:rsidRPr="003F52A2">
        <w:t>,</w:t>
      </w:r>
      <w:r w:rsidRPr="003F52A2">
        <w:rPr>
          <w:cs/>
          <w:lang w:bidi="bn-IN"/>
        </w:rPr>
        <w:t>তোমার জমি</w:t>
      </w:r>
      <w:r w:rsidRPr="003F52A2">
        <w:t>,</w:t>
      </w:r>
      <w:r w:rsidRPr="003F52A2">
        <w:rPr>
          <w:cs/>
          <w:lang w:bidi="bn-IN"/>
        </w:rPr>
        <w:t>আমার সম্পদ</w:t>
      </w:r>
      <w:r w:rsidRPr="003F52A2">
        <w:t>,</w:t>
      </w:r>
      <w:r w:rsidRPr="003F52A2">
        <w:rPr>
          <w:cs/>
          <w:lang w:bidi="bn-IN"/>
        </w:rPr>
        <w:t>তোমার</w:t>
      </w:r>
      <w:r w:rsidR="005B5C38">
        <w:rPr>
          <w:lang w:bidi="bn-IN"/>
        </w:rPr>
        <w:t xml:space="preserve"> </w:t>
      </w:r>
      <w:r w:rsidRPr="003F52A2">
        <w:rPr>
          <w:cs/>
          <w:lang w:bidi="bn-IN"/>
        </w:rPr>
        <w:t>সম্পদ এগুলোও ছিল না। সব কিছুর উপর সামষ্টিক মালিকানা</w:t>
      </w:r>
      <w:r w:rsidR="005B5C38">
        <w:rPr>
          <w:cs/>
          <w:lang w:bidi="bn-IN"/>
        </w:rPr>
        <w:t xml:space="preserve"> ছিল এবং মানুষ সে সমাজে স্বর্গী</w:t>
      </w:r>
      <w:r w:rsidRPr="003F52A2">
        <w:rPr>
          <w:cs/>
          <w:lang w:bidi="bn-IN"/>
        </w:rPr>
        <w:t>য় সুখ</w:t>
      </w:r>
      <w:r w:rsidR="005B5C38">
        <w:rPr>
          <w:lang w:bidi="bn-IN"/>
        </w:rPr>
        <w:t xml:space="preserve"> </w:t>
      </w:r>
      <w:r w:rsidRPr="003F52A2">
        <w:rPr>
          <w:cs/>
          <w:lang w:bidi="bn-IN"/>
        </w:rPr>
        <w:t>অনুভব করত। আমাদের ধর্মে যেমন এসেছে যে</w:t>
      </w:r>
      <w:r w:rsidRPr="003F52A2">
        <w:t>,</w:t>
      </w:r>
      <w:r w:rsidRPr="003F52A2">
        <w:rPr>
          <w:cs/>
          <w:lang w:bidi="bn-IN"/>
        </w:rPr>
        <w:t>আমাদের আদি পিতা-মাতা এক বেহেশতে বাস</w:t>
      </w:r>
      <w:r w:rsidR="005B5C38">
        <w:rPr>
          <w:lang w:bidi="bn-IN"/>
        </w:rPr>
        <w:t xml:space="preserve"> </w:t>
      </w:r>
      <w:r w:rsidRPr="003F52A2">
        <w:rPr>
          <w:cs/>
          <w:lang w:bidi="bn-IN"/>
        </w:rPr>
        <w:t>করতেন</w:t>
      </w:r>
      <w:r w:rsidRPr="003F52A2">
        <w:t>,</w:t>
      </w:r>
      <w:r w:rsidRPr="003F52A2">
        <w:rPr>
          <w:cs/>
          <w:lang w:bidi="bn-IN"/>
        </w:rPr>
        <w:t>অতঃপর অপরাধ করার কারণে বেহেশত থেকে বিতাড়িত হন এবং মাটির এ পৃথিবীতে কঠিন</w:t>
      </w:r>
      <w:r w:rsidR="005B5C38">
        <w:rPr>
          <w:lang w:bidi="bn-IN"/>
        </w:rPr>
        <w:t xml:space="preserve"> </w:t>
      </w:r>
      <w:r w:rsidRPr="003F52A2">
        <w:rPr>
          <w:cs/>
          <w:lang w:bidi="bn-IN"/>
        </w:rPr>
        <w:t>জীবনের সম্মুখীন হন। এ মতবাদের প্রবক্তাদের বর্ণনাও আমরা এ ঘটনার অনুরূপে ব্যাখ্যা করতে</w:t>
      </w:r>
      <w:r w:rsidR="005B5C38">
        <w:rPr>
          <w:lang w:bidi="bn-IN"/>
        </w:rPr>
        <w:t xml:space="preserve"> </w:t>
      </w:r>
      <w:r w:rsidRPr="003F52A2">
        <w:rPr>
          <w:cs/>
          <w:lang w:bidi="bn-IN"/>
        </w:rPr>
        <w:t>পারি। মানব জাতি সৃষ্টির আদিতে সামষ্টিক মালিকানার স্বর্গ</w:t>
      </w:r>
      <w:r w:rsidR="005B5C38">
        <w:rPr>
          <w:cs/>
          <w:lang w:bidi="bn-IN"/>
        </w:rPr>
        <w:t>ী</w:t>
      </w:r>
      <w:r w:rsidRPr="003F52A2">
        <w:rPr>
          <w:cs/>
          <w:lang w:bidi="bn-IN"/>
        </w:rPr>
        <w:t>য় সমাজে বাস করত। পরবর্তীতে এক</w:t>
      </w:r>
      <w:r w:rsidR="005B5C38">
        <w:rPr>
          <w:lang w:bidi="bn-IN"/>
        </w:rPr>
        <w:t xml:space="preserve"> </w:t>
      </w:r>
      <w:r w:rsidRPr="003F52A2">
        <w:rPr>
          <w:cs/>
          <w:lang w:bidi="bn-IN"/>
        </w:rPr>
        <w:t>অপরাধ করে সেই স্বর্গ হতে বহিষ্কৃত হন। সেই অপরাধ হলো ব্যক্তি মালিকানার জন্মদান এবং</w:t>
      </w:r>
      <w:r w:rsidR="005B5C38">
        <w:rPr>
          <w:lang w:bidi="bn-IN"/>
        </w:rPr>
        <w:t xml:space="preserve"> </w:t>
      </w:r>
      <w:r w:rsidRPr="00D542A0">
        <w:rPr>
          <w:rStyle w:val="libAlaemChar"/>
        </w:rPr>
        <w:t>‘</w:t>
      </w:r>
      <w:r w:rsidRPr="003F52A2">
        <w:rPr>
          <w:cs/>
          <w:lang w:bidi="bn-IN"/>
        </w:rPr>
        <w:t>আমাদের</w:t>
      </w:r>
      <w:r w:rsidRPr="00D542A0">
        <w:rPr>
          <w:rStyle w:val="libAlaemChar"/>
        </w:rPr>
        <w:t>’</w:t>
      </w:r>
      <w:r w:rsidRPr="003F52A2">
        <w:t xml:space="preserve"> </w:t>
      </w:r>
      <w:r w:rsidRPr="003F52A2">
        <w:rPr>
          <w:cs/>
          <w:lang w:bidi="bn-IN"/>
        </w:rPr>
        <w:t xml:space="preserve">স্থানে </w:t>
      </w:r>
      <w:r w:rsidRPr="00D542A0">
        <w:rPr>
          <w:rStyle w:val="libAlaemChar"/>
        </w:rPr>
        <w:t>‘</w:t>
      </w:r>
      <w:r w:rsidRPr="003F52A2">
        <w:rPr>
          <w:cs/>
          <w:lang w:bidi="bn-IN"/>
        </w:rPr>
        <w:t>আমার</w:t>
      </w:r>
      <w:r w:rsidRPr="00D542A0">
        <w:rPr>
          <w:rStyle w:val="libAlaemChar"/>
        </w:rPr>
        <w:t>’</w:t>
      </w:r>
      <w:r w:rsidRPr="003F52A2">
        <w:t xml:space="preserve"> </w:t>
      </w:r>
      <w:r w:rsidRPr="003F52A2">
        <w:rPr>
          <w:cs/>
          <w:lang w:bidi="bn-IN"/>
        </w:rPr>
        <w:t>চিন্তার উৎপত্তি। যখন মানব সমাজে ব্যক্তি মালিকানার সৃষ্টি হলো তখন</w:t>
      </w:r>
      <w:r w:rsidR="005B5C38">
        <w:rPr>
          <w:lang w:bidi="bn-IN"/>
        </w:rPr>
        <w:t xml:space="preserve"> </w:t>
      </w:r>
      <w:r w:rsidRPr="003F52A2">
        <w:rPr>
          <w:cs/>
          <w:lang w:bidi="bn-IN"/>
        </w:rPr>
        <w:t>মানুষ সৌভাগ্য বঞ্চিত হয়ে কঠিন পরিবেশের সম্মুখীন হয়ে দুর্ভ</w:t>
      </w:r>
      <w:r w:rsidR="005B5C38">
        <w:rPr>
          <w:cs/>
          <w:lang w:bidi="bn-IN"/>
        </w:rPr>
        <w:t>া</w:t>
      </w:r>
      <w:r w:rsidRPr="003F52A2">
        <w:rPr>
          <w:cs/>
          <w:lang w:bidi="bn-IN"/>
        </w:rPr>
        <w:t>গ্যগ্রস্ত হয়ে পড়ল এবং এখনও সে এ</w:t>
      </w:r>
      <w:r w:rsidR="005B5C38">
        <w:rPr>
          <w:lang w:bidi="bn-IN"/>
        </w:rPr>
        <w:t xml:space="preserve"> </w:t>
      </w:r>
      <w:r w:rsidRPr="003F52A2">
        <w:rPr>
          <w:cs/>
          <w:lang w:bidi="bn-IN"/>
        </w:rPr>
        <w:t>বোঝা বহন করছে। এখন মানুষকে তওবা করতে হবে যাতে করে পূর্ণতার সেই স্বর্গে প্রত্যাবর্তন</w:t>
      </w:r>
      <w:r w:rsidR="005B5C38">
        <w:rPr>
          <w:lang w:bidi="bn-IN"/>
        </w:rPr>
        <w:t xml:space="preserve"> </w:t>
      </w:r>
      <w:r w:rsidRPr="003F52A2">
        <w:rPr>
          <w:cs/>
          <w:lang w:bidi="bn-IN"/>
        </w:rPr>
        <w:t>করতে পারে এবং সে তওবা হচ্ছে ব্যক্তি মালিকানা হতে অনুশোচনা করে ফিরে আসা। যখনই মানুষসামগ্রিকভাবে ব্যক্তি মালিকানা ও সত্বাধিকার হতে তওবা করবে ও সামষ্টিক মালিকানাকে গ্রহণ করবে</w:t>
      </w:r>
      <w:r w:rsidR="005B5C38">
        <w:rPr>
          <w:lang w:bidi="bn-IN"/>
        </w:rPr>
        <w:t xml:space="preserve"> </w:t>
      </w:r>
      <w:r w:rsidRPr="003F52A2">
        <w:rPr>
          <w:cs/>
          <w:lang w:bidi="bn-IN"/>
        </w:rPr>
        <w:t xml:space="preserve">তখনই মানুষ তার পূর্ণতায় </w:t>
      </w:r>
      <w:r w:rsidR="00611BB9">
        <w:rPr>
          <w:cs/>
          <w:lang w:bidi="bn-IN"/>
        </w:rPr>
        <w:t>পৌ</w:t>
      </w:r>
      <w:r w:rsidRPr="003F52A2">
        <w:rPr>
          <w:cs/>
          <w:lang w:bidi="bn-IN"/>
        </w:rPr>
        <w:t>ছবে।</w:t>
      </w:r>
    </w:p>
    <w:p w:rsidR="005B5C38" w:rsidRDefault="003F52A2" w:rsidP="005B5C38">
      <w:pPr>
        <w:pStyle w:val="libNormal"/>
        <w:rPr>
          <w:lang w:bidi="bn-IN"/>
        </w:rPr>
      </w:pPr>
      <w:r w:rsidRPr="003F52A2">
        <w:rPr>
          <w:cs/>
          <w:lang w:bidi="bn-IN"/>
        </w:rPr>
        <w:t>বলা হয়ে থাকে</w:t>
      </w:r>
      <w:r w:rsidRPr="003F52A2">
        <w:t>,</w:t>
      </w:r>
      <w:r w:rsidRPr="003F52A2">
        <w:rPr>
          <w:cs/>
          <w:lang w:bidi="bn-IN"/>
        </w:rPr>
        <w:t>ব্যক্তি মালিকানা হতেই জুলমের সৃষ্টি হয়। ত</w:t>
      </w:r>
      <w:r w:rsidR="005B5C38">
        <w:rPr>
          <w:cs/>
          <w:lang w:bidi="bn-IN"/>
        </w:rPr>
        <w:t>াই ব্যক্তি মালিকানা হতেই শোষক ও</w:t>
      </w:r>
      <w:r w:rsidR="005B5C38">
        <w:rPr>
          <w:lang w:bidi="bn-IN"/>
        </w:rPr>
        <w:t xml:space="preserve"> </w:t>
      </w:r>
      <w:r w:rsidRPr="003F52A2">
        <w:rPr>
          <w:cs/>
          <w:lang w:bidi="bn-IN"/>
        </w:rPr>
        <w:t>শোষিতের জন্ম হয়েছে। মানুষ যতক্ষণ শোষক অথবা শোষিত থাকবে ততক্ষণ অপূর্ণ। শোষক ও</w:t>
      </w:r>
      <w:r w:rsidR="005B5C38">
        <w:rPr>
          <w:lang w:bidi="bn-IN"/>
        </w:rPr>
        <w:t xml:space="preserve"> </w:t>
      </w:r>
      <w:r w:rsidRPr="003F52A2">
        <w:rPr>
          <w:cs/>
          <w:lang w:bidi="bn-IN"/>
        </w:rPr>
        <w:t>শোষিতের মধ্যে বিদ্যমান বৈষম্য যাদের একদল সম্পদ পুঞ্জিভূত করে দামাভান্দ পর্বতের মত উঁচু</w:t>
      </w:r>
      <w:r w:rsidR="005B5C38">
        <w:rPr>
          <w:lang w:bidi="bn-IN"/>
        </w:rPr>
        <w:t xml:space="preserve"> </w:t>
      </w:r>
      <w:r w:rsidRPr="003F52A2">
        <w:rPr>
          <w:cs/>
          <w:lang w:bidi="bn-IN"/>
        </w:rPr>
        <w:t>করেছে এবং অপরদল সম্পদহীনতার গভীর গহ্বরে নিপতিত হয়েছে। যতক্ষণ এ অবস্থা বিরাজ করবে</w:t>
      </w:r>
      <w:r w:rsidR="005B5C38">
        <w:rPr>
          <w:lang w:bidi="bn-IN"/>
        </w:rPr>
        <w:t xml:space="preserve"> </w:t>
      </w:r>
      <w:r w:rsidRPr="003F52A2">
        <w:rPr>
          <w:cs/>
          <w:lang w:bidi="bn-IN"/>
        </w:rPr>
        <w:t>মানবসমাজ সৌভাগ্যের মুখ দেখতে পারবে না। সমাজ তখনই সৌভাগ্যের মুখ দেখতে পারবে যখন</w:t>
      </w:r>
      <w:r w:rsidR="005B5C38">
        <w:rPr>
          <w:lang w:bidi="bn-IN"/>
        </w:rPr>
        <w:t xml:space="preserve"> </w:t>
      </w:r>
      <w:r w:rsidRPr="003F52A2">
        <w:rPr>
          <w:cs/>
          <w:lang w:bidi="bn-IN"/>
        </w:rPr>
        <w:t>পাহাড় ও গহ্বর সমতল ভূমিতে পরিণত হবে। অর্থাৎ সাম্য প্রতিষ্ঠিত হলে ভ্রাতৃত্বের সৃষ্টি হবে এবং</w:t>
      </w:r>
      <w:r w:rsidR="005B5C38">
        <w:rPr>
          <w:lang w:bidi="bn-IN"/>
        </w:rPr>
        <w:t xml:space="preserve"> </w:t>
      </w:r>
      <w:r w:rsidRPr="003F52A2">
        <w:rPr>
          <w:cs/>
          <w:lang w:bidi="bn-IN"/>
        </w:rPr>
        <w:t xml:space="preserve">তখনই মানুষ পূর্ণতায় </w:t>
      </w:r>
      <w:r w:rsidR="00611BB9">
        <w:rPr>
          <w:cs/>
          <w:lang w:bidi="bn-IN"/>
        </w:rPr>
        <w:t>পৌ</w:t>
      </w:r>
      <w:r w:rsidRPr="003F52A2">
        <w:rPr>
          <w:cs/>
          <w:lang w:bidi="bn-IN"/>
        </w:rPr>
        <w:t>ছবে। সুতরাং এ মতবাদ মানুষের পূর্ণতা ব্যক</w:t>
      </w:r>
      <w:r w:rsidR="005B5C38">
        <w:rPr>
          <w:cs/>
          <w:lang w:bidi="bn-IN"/>
        </w:rPr>
        <w:t xml:space="preserve">্তি মালিকানা ও এর ফলে </w:t>
      </w:r>
      <w:r w:rsidR="005B5C38" w:rsidRPr="005B5C38">
        <w:rPr>
          <w:cs/>
          <w:lang w:bidi="bn-IN"/>
        </w:rPr>
        <w:t>উদ্ভূত</w:t>
      </w:r>
      <w:r w:rsidR="005B5C38">
        <w:rPr>
          <w:lang w:bidi="bn-IN"/>
        </w:rPr>
        <w:t xml:space="preserve"> </w:t>
      </w:r>
      <w:r w:rsidRPr="003F52A2">
        <w:rPr>
          <w:cs/>
          <w:lang w:bidi="bn-IN"/>
        </w:rPr>
        <w:t>শোষক ও শোষিত শ্রেণীর বিলুপ্তির মধ্যে নিহিত বলে মনে করে। শোষণ যেমন শোষিতের মধ্যে হিংসা ও বিদ্বেষের জন্ম দেয় তেমনি শোষকের মধ্যে সৃষ্টি করে লোভ ও সম্পদলিপ্সা। যখন এই শোষণের মূল</w:t>
      </w:r>
      <w:r w:rsidR="005B5C38">
        <w:rPr>
          <w:lang w:bidi="bn-IN"/>
        </w:rPr>
        <w:t xml:space="preserve"> </w:t>
      </w:r>
      <w:r w:rsidRPr="00D542A0">
        <w:rPr>
          <w:rStyle w:val="libAlaemChar"/>
        </w:rPr>
        <w:t>‘</w:t>
      </w:r>
      <w:r w:rsidRPr="003F52A2">
        <w:rPr>
          <w:cs/>
          <w:lang w:bidi="bn-IN"/>
        </w:rPr>
        <w:t>ব্যক্তি-মালিকানা</w:t>
      </w:r>
      <w:r w:rsidRPr="00D542A0">
        <w:rPr>
          <w:rStyle w:val="libAlaemChar"/>
        </w:rPr>
        <w:t>’</w:t>
      </w:r>
      <w:r w:rsidRPr="003F52A2">
        <w:rPr>
          <w:cs/>
          <w:lang w:bidi="bn-IN"/>
        </w:rPr>
        <w:t>র অবসান ঘটবে তখনই মানুষের পূর্ণতা ঘটবে।</w:t>
      </w:r>
    </w:p>
    <w:p w:rsidR="005B5C38" w:rsidRDefault="005B5C38" w:rsidP="005B5C38">
      <w:pPr>
        <w:pStyle w:val="libNormal"/>
        <w:rPr>
          <w:lang w:bidi="bn-IN"/>
        </w:rPr>
      </w:pPr>
    </w:p>
    <w:p w:rsidR="005B5C38" w:rsidRDefault="003F52A2" w:rsidP="005B5C38">
      <w:pPr>
        <w:pStyle w:val="libBold1"/>
        <w:rPr>
          <w:lang w:bidi="bn-IN"/>
        </w:rPr>
      </w:pPr>
      <w:r w:rsidRPr="003F52A2">
        <w:rPr>
          <w:cs/>
          <w:lang w:bidi="bn-IN"/>
        </w:rPr>
        <w:t>এ মতবাদের মৌল ত্রুটি</w:t>
      </w:r>
    </w:p>
    <w:p w:rsidR="005B5C38" w:rsidRDefault="003F52A2" w:rsidP="005B5C38">
      <w:pPr>
        <w:pStyle w:val="libNormal"/>
        <w:rPr>
          <w:lang w:bidi="bn-IN"/>
        </w:rPr>
      </w:pPr>
      <w:r w:rsidRPr="00D542A0">
        <w:rPr>
          <w:rStyle w:val="libAlaemChar"/>
        </w:rPr>
        <w:t>‘</w:t>
      </w:r>
      <w:r w:rsidRPr="003F52A2">
        <w:rPr>
          <w:cs/>
          <w:lang w:bidi="bn-IN"/>
        </w:rPr>
        <w:t>আমি</w:t>
      </w:r>
      <w:r w:rsidRPr="00D542A0">
        <w:rPr>
          <w:rStyle w:val="libAlaemChar"/>
        </w:rPr>
        <w:t>’</w:t>
      </w:r>
      <w:r w:rsidRPr="003F52A2">
        <w:t xml:space="preserve"> </w:t>
      </w:r>
      <w:r w:rsidRPr="003F52A2">
        <w:rPr>
          <w:cs/>
          <w:lang w:bidi="bn-IN"/>
        </w:rPr>
        <w:t xml:space="preserve">পরিবর্তিত হয়ে </w:t>
      </w:r>
      <w:r w:rsidRPr="00D542A0">
        <w:rPr>
          <w:rStyle w:val="libAlaemChar"/>
        </w:rPr>
        <w:t>‘</w:t>
      </w:r>
      <w:r w:rsidRPr="003F52A2">
        <w:rPr>
          <w:cs/>
          <w:lang w:bidi="bn-IN"/>
        </w:rPr>
        <w:t>আমরা</w:t>
      </w:r>
      <w:r w:rsidRPr="00D542A0">
        <w:rPr>
          <w:rStyle w:val="libAlaemChar"/>
        </w:rPr>
        <w:t>’</w:t>
      </w:r>
      <w:r w:rsidRPr="003F52A2">
        <w:rPr>
          <w:cs/>
          <w:lang w:bidi="bn-IN"/>
        </w:rPr>
        <w:t>য় রূপান্তর অর্থাৎ</w:t>
      </w:r>
      <w:r w:rsidR="005B5C38">
        <w:rPr>
          <w:cs/>
          <w:lang w:bidi="bn-IN"/>
        </w:rPr>
        <w:t xml:space="preserve"> আমিত্ব বলে সমাজে কিছু থাকবে না</w:t>
      </w:r>
      <w:r w:rsidRPr="003F52A2">
        <w:rPr>
          <w:cs/>
          <w:lang w:bidi="bn-IN"/>
        </w:rPr>
        <w:t>- এ ধারণা</w:t>
      </w:r>
      <w:r w:rsidR="005B5C38">
        <w:rPr>
          <w:lang w:bidi="bn-IN"/>
        </w:rPr>
        <w:t xml:space="preserve"> </w:t>
      </w:r>
      <w:r w:rsidRPr="003F52A2">
        <w:rPr>
          <w:cs/>
          <w:lang w:bidi="bn-IN"/>
        </w:rPr>
        <w:t xml:space="preserve">সমাজতন্ত্রের একার কথা নয়। যে পথ সমাজতন্ত্র দেখায় এবং এরই নিজস্ব তা হচ্ছে </w:t>
      </w:r>
      <w:r w:rsidRPr="00D542A0">
        <w:rPr>
          <w:rStyle w:val="libAlaemChar"/>
        </w:rPr>
        <w:t>‘</w:t>
      </w:r>
      <w:r w:rsidRPr="003F52A2">
        <w:rPr>
          <w:cs/>
          <w:lang w:bidi="bn-IN"/>
        </w:rPr>
        <w:t>আমিত্ব</w:t>
      </w:r>
      <w:r w:rsidRPr="00D542A0">
        <w:rPr>
          <w:rStyle w:val="libAlaemChar"/>
        </w:rPr>
        <w:t>’</w:t>
      </w:r>
      <w:r w:rsidRPr="003F52A2">
        <w:t>-</w:t>
      </w:r>
      <w:r w:rsidRPr="003F52A2">
        <w:rPr>
          <w:cs/>
          <w:lang w:bidi="bn-IN"/>
        </w:rPr>
        <w:t>এর</w:t>
      </w:r>
      <w:r w:rsidR="005B5C38">
        <w:rPr>
          <w:lang w:bidi="bn-IN"/>
        </w:rPr>
        <w:t xml:space="preserve"> </w:t>
      </w:r>
      <w:r w:rsidRPr="003F52A2">
        <w:rPr>
          <w:cs/>
          <w:lang w:bidi="bn-IN"/>
        </w:rPr>
        <w:t xml:space="preserve">জন্মদানকারী হলো ব্যক্তি-মালিকানা এবং </w:t>
      </w:r>
      <w:r w:rsidRPr="00D542A0">
        <w:rPr>
          <w:rStyle w:val="libAlaemChar"/>
        </w:rPr>
        <w:t>‘</w:t>
      </w:r>
      <w:r w:rsidRPr="003F52A2">
        <w:rPr>
          <w:cs/>
          <w:lang w:bidi="bn-IN"/>
        </w:rPr>
        <w:t>আমাদের</w:t>
      </w:r>
      <w:r w:rsidRPr="00D542A0">
        <w:rPr>
          <w:rStyle w:val="libAlaemChar"/>
        </w:rPr>
        <w:t>’</w:t>
      </w:r>
      <w:r w:rsidRPr="003F52A2">
        <w:t xml:space="preserve"> </w:t>
      </w:r>
      <w:r w:rsidRPr="003F52A2">
        <w:rPr>
          <w:cs/>
          <w:lang w:bidi="bn-IN"/>
        </w:rPr>
        <w:t>ধারণার জন্মদাতা হলো সামষ্টিক মালিকানা।</w:t>
      </w:r>
    </w:p>
    <w:p w:rsidR="005B5C38" w:rsidRDefault="003F52A2" w:rsidP="005B5C38">
      <w:pPr>
        <w:pStyle w:val="libNormal"/>
        <w:rPr>
          <w:lang w:bidi="bn-IN"/>
        </w:rPr>
      </w:pPr>
      <w:r w:rsidRPr="003F52A2">
        <w:rPr>
          <w:cs/>
          <w:lang w:bidi="bn-IN"/>
        </w:rPr>
        <w:t>কেউ সমাজতন্ত্রের এ চিন্তার উত্তর দিতে চাইলে এভাবে তা দিতে পারেন- তিনি বলতে পারেন</w:t>
      </w:r>
      <w:r w:rsidRPr="003F52A2">
        <w:t>,</w:t>
      </w:r>
      <w:r w:rsidRPr="00D542A0">
        <w:rPr>
          <w:rStyle w:val="libAlaemChar"/>
        </w:rPr>
        <w:t>‘</w:t>
      </w:r>
      <w:r w:rsidRPr="003F52A2">
        <w:rPr>
          <w:cs/>
          <w:lang w:bidi="bn-IN"/>
        </w:rPr>
        <w:t>জনাব সমাজতান্ত্রিক! বস্তুর উপর ব্যক্তির মালিকানা আমিত্বের জন্ম দেয়</w:t>
      </w:r>
      <w:r w:rsidRPr="003F52A2">
        <w:t>,</w:t>
      </w:r>
      <w:r w:rsidRPr="003F52A2">
        <w:rPr>
          <w:cs/>
          <w:lang w:bidi="bn-IN"/>
        </w:rPr>
        <w:t>নাকি বস্তুর প্রতি মানুষের</w:t>
      </w:r>
      <w:r w:rsidR="005B5C38">
        <w:rPr>
          <w:lang w:bidi="bn-IN"/>
        </w:rPr>
        <w:t xml:space="preserve"> </w:t>
      </w:r>
      <w:r w:rsidRPr="003F52A2">
        <w:rPr>
          <w:cs/>
          <w:lang w:bidi="bn-IN"/>
        </w:rPr>
        <w:t>আসক্তি অর্থাৎ যখন বস্তুই মানুষের সর্বস্বে পরিণত হয়</w:t>
      </w:r>
      <w:r w:rsidRPr="003F52A2">
        <w:t xml:space="preserve">? </w:t>
      </w:r>
      <w:r w:rsidRPr="003F52A2">
        <w:rPr>
          <w:cs/>
          <w:lang w:bidi="bn-IN"/>
        </w:rPr>
        <w:t>বস্তুর উপর ব্যক্তির মালিকানা অর্থাৎ মানুষ</w:t>
      </w:r>
      <w:r w:rsidR="005B5C38">
        <w:rPr>
          <w:lang w:bidi="bn-IN"/>
        </w:rPr>
        <w:t xml:space="preserve"> </w:t>
      </w:r>
      <w:r w:rsidRPr="003F52A2">
        <w:rPr>
          <w:cs/>
          <w:lang w:bidi="bn-IN"/>
        </w:rPr>
        <w:t>মালিক এবং বস্তু তার অধীন হলে আমিত্বের সৃষ্টি করে মানুষের পরস্পরের মধ্যে সীমারেখা টেনে দেয়</w:t>
      </w:r>
      <w:r w:rsidR="005B5C38">
        <w:rPr>
          <w:lang w:bidi="bn-IN"/>
        </w:rPr>
        <w:t xml:space="preserve"> </w:t>
      </w:r>
      <w:r w:rsidRPr="003F52A2">
        <w:rPr>
          <w:cs/>
          <w:lang w:bidi="bn-IN"/>
        </w:rPr>
        <w:t>ও ঐক্য বিনষ্ট করে নাকি এর উল্টোটা</w:t>
      </w:r>
      <w:r w:rsidRPr="003F52A2">
        <w:t xml:space="preserve">? </w:t>
      </w:r>
      <w:r w:rsidR="005B5C38">
        <w:rPr>
          <w:cs/>
          <w:lang w:bidi="bn-IN"/>
        </w:rPr>
        <w:t>মানুষের মালিকানা ও স্বত্বা</w:t>
      </w:r>
      <w:r w:rsidRPr="003F52A2">
        <w:rPr>
          <w:cs/>
          <w:lang w:bidi="bn-IN"/>
        </w:rPr>
        <w:t>ধিকার এর জন্য দায়ী নয় বরং এর</w:t>
      </w:r>
      <w:r w:rsidR="005B5C38">
        <w:rPr>
          <w:lang w:bidi="bn-IN"/>
        </w:rPr>
        <w:t xml:space="preserve"> </w:t>
      </w:r>
      <w:r w:rsidRPr="003F52A2">
        <w:rPr>
          <w:cs/>
          <w:lang w:bidi="bn-IN"/>
        </w:rPr>
        <w:t>বিপরীতে বস্তু যখন মালিক এবং মানুষ তার অধীন হয় তখন এ অবস্থার সৃষ্টি হয়। এরফানের</w:t>
      </w:r>
      <w:r w:rsidR="005B5C38">
        <w:rPr>
          <w:lang w:bidi="bn-IN"/>
        </w:rPr>
        <w:t xml:space="preserve"> </w:t>
      </w:r>
      <w:r w:rsidRPr="003F52A2">
        <w:rPr>
          <w:cs/>
          <w:lang w:bidi="bn-IN"/>
        </w:rPr>
        <w:t>পরিভাষায় মানুষ যখন বস্তুর আসক্ত হয়ে পড়ে তখনই আমিত্বের সৃষ্টি হয়। অর্থ-সম্পদের অধিকারী</w:t>
      </w:r>
      <w:r w:rsidR="005B5C38">
        <w:rPr>
          <w:lang w:bidi="bn-IN"/>
        </w:rPr>
        <w:t xml:space="preserve"> </w:t>
      </w:r>
      <w:r w:rsidRPr="003F52A2">
        <w:rPr>
          <w:cs/>
          <w:lang w:bidi="bn-IN"/>
        </w:rPr>
        <w:t>হওয়া আমিত্বের জন্ম দেয় না</w:t>
      </w:r>
      <w:r w:rsidRPr="003F52A2">
        <w:t>,</w:t>
      </w:r>
      <w:r w:rsidRPr="003F52A2">
        <w:rPr>
          <w:cs/>
          <w:lang w:bidi="bn-IN"/>
        </w:rPr>
        <w:t>বরং অর্থ ও সম্পদের দাস হলেই মানুষের মধ্যে আমিত্বের সৃষ্টি হয় ও</w:t>
      </w:r>
      <w:r w:rsidR="005B5C38">
        <w:rPr>
          <w:lang w:bidi="bn-IN"/>
        </w:rPr>
        <w:t xml:space="preserve"> </w:t>
      </w:r>
      <w:r w:rsidRPr="00D542A0">
        <w:rPr>
          <w:rStyle w:val="libAlaemChar"/>
        </w:rPr>
        <w:t>‘</w:t>
      </w:r>
      <w:r w:rsidRPr="003F52A2">
        <w:rPr>
          <w:cs/>
          <w:lang w:bidi="bn-IN"/>
        </w:rPr>
        <w:t>আমাদের</w:t>
      </w:r>
      <w:r w:rsidRPr="00D542A0">
        <w:rPr>
          <w:rStyle w:val="libAlaemChar"/>
        </w:rPr>
        <w:t>’</w:t>
      </w:r>
      <w:r w:rsidRPr="003F52A2">
        <w:t xml:space="preserve"> </w:t>
      </w:r>
      <w:r w:rsidRPr="003F52A2">
        <w:rPr>
          <w:cs/>
          <w:lang w:bidi="bn-IN"/>
        </w:rPr>
        <w:t>ধারণার বিলুপ্তি ঘটে।</w:t>
      </w:r>
    </w:p>
    <w:p w:rsidR="00AF4D2A" w:rsidRDefault="003F52A2" w:rsidP="005B5C38">
      <w:pPr>
        <w:pStyle w:val="libNormal"/>
        <w:rPr>
          <w:cs/>
          <w:lang w:bidi="bn-IN"/>
        </w:rPr>
      </w:pPr>
      <w:r w:rsidRPr="003F52A2">
        <w:rPr>
          <w:cs/>
          <w:lang w:bidi="bn-IN"/>
        </w:rPr>
        <w:t xml:space="preserve">এ মতবাদের মতে ব্যক্তি-মালিকানাকে বিলুপ্ত করলে </w:t>
      </w:r>
      <w:r w:rsidRPr="00D542A0">
        <w:rPr>
          <w:rStyle w:val="libAlaemChar"/>
        </w:rPr>
        <w:t>‘</w:t>
      </w:r>
      <w:r w:rsidRPr="003F52A2">
        <w:rPr>
          <w:cs/>
          <w:lang w:bidi="bn-IN"/>
        </w:rPr>
        <w:t>আমিত্ব</w:t>
      </w:r>
      <w:r w:rsidRPr="00D542A0">
        <w:rPr>
          <w:rStyle w:val="libAlaemChar"/>
        </w:rPr>
        <w:t>’</w:t>
      </w:r>
      <w:r w:rsidRPr="003F52A2">
        <w:t xml:space="preserve"> </w:t>
      </w:r>
      <w:r w:rsidRPr="003F52A2">
        <w:rPr>
          <w:cs/>
          <w:lang w:bidi="bn-IN"/>
        </w:rPr>
        <w:t>পরিবর্তিত হয়ে আমাদের হয়ে</w:t>
      </w:r>
      <w:r w:rsidR="005B5C38">
        <w:rPr>
          <w:lang w:bidi="bn-IN"/>
        </w:rPr>
        <w:t xml:space="preserve"> </w:t>
      </w:r>
      <w:r w:rsidRPr="003F52A2">
        <w:rPr>
          <w:cs/>
          <w:lang w:bidi="bn-IN"/>
        </w:rPr>
        <w:t>যাবে। বিপরীতপক্ষে আমাদের মতবাদে (ইসলামে) এ কথা বলে না যে</w:t>
      </w:r>
      <w:r w:rsidRPr="003F52A2">
        <w:t>,</w:t>
      </w:r>
      <w:r w:rsidRPr="003F52A2">
        <w:rPr>
          <w:cs/>
          <w:lang w:bidi="bn-IN"/>
        </w:rPr>
        <w:t>ব্যক্তি-মালিকানা বিলুপ্ত কর</w:t>
      </w:r>
      <w:r w:rsidR="005B5C38">
        <w:rPr>
          <w:lang w:bidi="bn-IN"/>
        </w:rPr>
        <w:t xml:space="preserve"> </w:t>
      </w:r>
      <w:r w:rsidRPr="003F52A2">
        <w:rPr>
          <w:cs/>
          <w:lang w:bidi="bn-IN"/>
        </w:rPr>
        <w:t>বরং বলে প্রকৃত মানুষ তৈরি কর</w:t>
      </w:r>
      <w:r w:rsidRPr="003F52A2">
        <w:t>,</w:t>
      </w:r>
      <w:r w:rsidRPr="003F52A2">
        <w:rPr>
          <w:cs/>
          <w:lang w:bidi="bn-IN"/>
        </w:rPr>
        <w:t>মানুষকে সর্বোত্তম প্রশিক্ষণ দান কর</w:t>
      </w:r>
      <w:r w:rsidRPr="003F52A2">
        <w:t>,</w:t>
      </w:r>
      <w:r w:rsidRPr="003F52A2">
        <w:rPr>
          <w:cs/>
          <w:lang w:bidi="bn-IN"/>
        </w:rPr>
        <w:t>তাকে সর্বোত্তম আদর্শ শিক্ষা</w:t>
      </w:r>
      <w:r w:rsidR="005B5C38">
        <w:rPr>
          <w:lang w:bidi="bn-IN"/>
        </w:rPr>
        <w:t xml:space="preserve"> </w:t>
      </w:r>
      <w:r w:rsidRPr="003F52A2">
        <w:rPr>
          <w:cs/>
          <w:lang w:bidi="bn-IN"/>
        </w:rPr>
        <w:t>দাও যাতে করে সম্পদ ও বস্তুর অধিকারী হলেও বস্তুর প্রতি তার আসক্তি থাকবে না</w:t>
      </w:r>
      <w:r w:rsidRPr="003F52A2">
        <w:t>,</w:t>
      </w:r>
      <w:r w:rsidRPr="003F52A2">
        <w:rPr>
          <w:cs/>
          <w:lang w:bidi="bn-IN"/>
        </w:rPr>
        <w:t>সে বস্তুর দাস</w:t>
      </w:r>
      <w:r w:rsidR="005B5C38">
        <w:rPr>
          <w:lang w:bidi="bn-IN"/>
        </w:rPr>
        <w:t xml:space="preserve"> </w:t>
      </w:r>
      <w:r w:rsidRPr="003F52A2">
        <w:rPr>
          <w:cs/>
          <w:lang w:bidi="bn-IN"/>
        </w:rPr>
        <w:t>হবে না</w:t>
      </w:r>
      <w:r w:rsidRPr="003F52A2">
        <w:t>,</w:t>
      </w:r>
      <w:r w:rsidRPr="003F52A2">
        <w:rPr>
          <w:cs/>
          <w:lang w:bidi="bn-IN"/>
        </w:rPr>
        <w:t>বরং স্বাধীন হবে। কোন্ মানুষটি আমাদের ধারণা পোষণ করে</w:t>
      </w:r>
      <w:r w:rsidRPr="003F52A2">
        <w:t xml:space="preserve">? </w:t>
      </w:r>
      <w:r w:rsidRPr="003F52A2">
        <w:rPr>
          <w:cs/>
          <w:lang w:bidi="bn-IN"/>
        </w:rPr>
        <w:t>যে মানুষের কোন কিছু নেই</w:t>
      </w:r>
      <w:r w:rsidR="005B5C38">
        <w:rPr>
          <w:lang w:bidi="bn-IN"/>
        </w:rPr>
        <w:t xml:space="preserve"> </w:t>
      </w:r>
      <w:r w:rsidRPr="003F52A2">
        <w:rPr>
          <w:cs/>
          <w:lang w:bidi="bn-IN"/>
        </w:rPr>
        <w:t>সে</w:t>
      </w:r>
      <w:r w:rsidRPr="003F52A2">
        <w:t>,</w:t>
      </w:r>
      <w:r w:rsidRPr="003F52A2">
        <w:rPr>
          <w:cs/>
          <w:lang w:bidi="bn-IN"/>
        </w:rPr>
        <w:t>নাকি যে মানুষ আত্মিক স্বাধীনতার অধিকারী</w:t>
      </w:r>
      <w:r w:rsidRPr="003F52A2">
        <w:t xml:space="preserve">? </w:t>
      </w:r>
      <w:r w:rsidRPr="003F52A2">
        <w:rPr>
          <w:cs/>
          <w:lang w:bidi="bn-IN"/>
        </w:rPr>
        <w:t>এটা কখনই ঠিক নয়</w:t>
      </w:r>
      <w:r w:rsidRPr="003F52A2">
        <w:t>,</w:t>
      </w:r>
      <w:r w:rsidRPr="003F52A2">
        <w:rPr>
          <w:cs/>
          <w:lang w:bidi="bn-IN"/>
        </w:rPr>
        <w:t>যে ব্যক্তির কিছু নেই সে-ই</w:t>
      </w:r>
      <w:r w:rsidR="005B5C38">
        <w:rPr>
          <w:lang w:bidi="bn-IN"/>
        </w:rPr>
        <w:t xml:space="preserve"> </w:t>
      </w:r>
      <w:r w:rsidRPr="003F52A2">
        <w:rPr>
          <w:cs/>
          <w:lang w:bidi="bn-IN"/>
        </w:rPr>
        <w:t>আমাদের ধারণার অধিকারী। মানুষ তখনই আমাদের ধারণার অধিকারী হবে যখন তার বস্তুর প্রতি</w:t>
      </w:r>
      <w:r w:rsidR="005B5C38">
        <w:rPr>
          <w:lang w:bidi="bn-IN"/>
        </w:rPr>
        <w:t xml:space="preserve"> </w:t>
      </w:r>
      <w:r w:rsidRPr="003F52A2">
        <w:rPr>
          <w:cs/>
          <w:lang w:bidi="bn-IN"/>
        </w:rPr>
        <w:t>আসক্তি থাকবে না</w:t>
      </w:r>
      <w:r w:rsidRPr="003F52A2">
        <w:t>,</w:t>
      </w:r>
      <w:r w:rsidRPr="003F52A2">
        <w:rPr>
          <w:cs/>
          <w:lang w:bidi="bn-IN"/>
        </w:rPr>
        <w:t xml:space="preserve">বস্তু তাকে নিজের অধীন করবে না এবং কখনও করে না। এরূপ ব্যক্তিরই </w:t>
      </w:r>
      <w:r w:rsidRPr="00D542A0">
        <w:rPr>
          <w:rStyle w:val="libAlaemChar"/>
        </w:rPr>
        <w:t>‘</w:t>
      </w:r>
      <w:r w:rsidRPr="003F52A2">
        <w:rPr>
          <w:cs/>
          <w:lang w:bidi="bn-IN"/>
        </w:rPr>
        <w:t>আমিত্ব</w:t>
      </w:r>
      <w:r w:rsidRPr="00D542A0">
        <w:rPr>
          <w:rStyle w:val="libAlaemChar"/>
        </w:rPr>
        <w:t>’</w:t>
      </w:r>
      <w:r w:rsidR="005B5C38">
        <w:rPr>
          <w:rStyle w:val="libAlaemChar"/>
        </w:rPr>
        <w:t xml:space="preserve"> </w:t>
      </w:r>
      <w:r w:rsidRPr="003F52A2">
        <w:rPr>
          <w:cs/>
          <w:lang w:bidi="bn-IN"/>
        </w:rPr>
        <w:t>নেই</w:t>
      </w:r>
      <w:r w:rsidRPr="003F52A2">
        <w:t xml:space="preserve">; </w:t>
      </w:r>
      <w:r w:rsidRPr="003F52A2">
        <w:rPr>
          <w:cs/>
          <w:lang w:bidi="bn-IN"/>
        </w:rPr>
        <w:t xml:space="preserve">রয়েছে </w:t>
      </w:r>
      <w:r w:rsidRPr="00D542A0">
        <w:rPr>
          <w:rStyle w:val="libAlaemChar"/>
        </w:rPr>
        <w:t>‘</w:t>
      </w:r>
      <w:r w:rsidRPr="003F52A2">
        <w:rPr>
          <w:cs/>
          <w:lang w:bidi="bn-IN"/>
        </w:rPr>
        <w:t>আমাদের</w:t>
      </w:r>
      <w:r w:rsidRPr="00D542A0">
        <w:rPr>
          <w:rStyle w:val="libAlaemChar"/>
        </w:rPr>
        <w:t>’</w:t>
      </w:r>
      <w:r w:rsidRPr="003F52A2">
        <w:t xml:space="preserve"> </w:t>
      </w:r>
      <w:r w:rsidRPr="003F52A2">
        <w:rPr>
          <w:cs/>
          <w:lang w:bidi="bn-IN"/>
        </w:rPr>
        <w:t>ধারণা। এখানে দু</w:t>
      </w:r>
      <w:r w:rsidRPr="00D542A0">
        <w:rPr>
          <w:rStyle w:val="libAlaemChar"/>
        </w:rPr>
        <w:t>’</w:t>
      </w:r>
      <w:r w:rsidRPr="003F52A2">
        <w:rPr>
          <w:cs/>
          <w:lang w:bidi="bn-IN"/>
        </w:rPr>
        <w:t>টি উদাহরণ দেয়া হয়। বলা হয় যে</w:t>
      </w:r>
      <w:r w:rsidRPr="003F52A2">
        <w:t>,</w:t>
      </w:r>
      <w:r w:rsidRPr="003F52A2">
        <w:rPr>
          <w:cs/>
          <w:lang w:bidi="bn-IN"/>
        </w:rPr>
        <w:t>আমরা সব সময়</w:t>
      </w:r>
      <w:r w:rsidR="00AF4D2A">
        <w:rPr>
          <w:lang w:bidi="bn-IN"/>
        </w:rPr>
        <w:t xml:space="preserve"> </w:t>
      </w:r>
      <w:r w:rsidRPr="003F52A2">
        <w:rPr>
          <w:cs/>
          <w:lang w:bidi="bn-IN"/>
        </w:rPr>
        <w:t>একদল মানুষকে দেখি যারা বস্তুর মালিক হয়েও বিশেষ প্রশিক্ষণের কারণে বস্তুর দাস</w:t>
      </w:r>
      <w:r w:rsidRPr="003F52A2">
        <w:t>,</w:t>
      </w:r>
      <w:r w:rsidRPr="003F52A2">
        <w:rPr>
          <w:cs/>
          <w:lang w:bidi="bn-IN"/>
        </w:rPr>
        <w:t>অধীন ও বন্দি</w:t>
      </w:r>
      <w:r w:rsidR="00AF4D2A">
        <w:rPr>
          <w:lang w:bidi="bn-IN"/>
        </w:rPr>
        <w:t xml:space="preserve"> </w:t>
      </w:r>
      <w:r w:rsidRPr="003F52A2">
        <w:rPr>
          <w:cs/>
          <w:lang w:bidi="bn-IN"/>
        </w:rPr>
        <w:t>নয়। যুহদ বা দুনিয়া বিমুখতার প্রকৃত অর্থ এটাই যা হযরত আলী নাহজুল বালাগায় বর্ণনা করেছেন</w:t>
      </w:r>
      <w:r w:rsidR="00AF4D2A">
        <w:rPr>
          <w:lang w:bidi="bn-IN"/>
        </w:rPr>
        <w:t xml:space="preserve"> </w:t>
      </w:r>
      <w:r w:rsidRPr="003F52A2">
        <w:rPr>
          <w:cs/>
          <w:lang w:bidi="bn-IN"/>
        </w:rPr>
        <w:t>অর্থাৎ দু</w:t>
      </w:r>
      <w:r w:rsidR="00AF4D2A">
        <w:rPr>
          <w:cs/>
          <w:lang w:bidi="bn-IN"/>
        </w:rPr>
        <w:t>নিয়ার দাস না হয়ে স্বাধীনভাবে বা</w:t>
      </w:r>
      <w:r w:rsidRPr="003F52A2">
        <w:rPr>
          <w:cs/>
          <w:lang w:bidi="bn-IN"/>
        </w:rPr>
        <w:t>চা। অপরপক্ষে একদল লোক রয়েছে যাদের তেমন কোন</w:t>
      </w:r>
      <w:r w:rsidR="00AF4D2A">
        <w:rPr>
          <w:lang w:bidi="bn-IN"/>
        </w:rPr>
        <w:t xml:space="preserve"> </w:t>
      </w:r>
      <w:r w:rsidRPr="003F52A2">
        <w:rPr>
          <w:cs/>
          <w:lang w:bidi="bn-IN"/>
        </w:rPr>
        <w:t>সম্পদই নেই</w:t>
      </w:r>
      <w:r w:rsidRPr="003F52A2">
        <w:t>,</w:t>
      </w:r>
      <w:r w:rsidRPr="003F52A2">
        <w:rPr>
          <w:cs/>
          <w:lang w:bidi="bn-IN"/>
        </w:rPr>
        <w:t>অথচ ঐ সম্পদকে আঁকড়ে থাকে ও তারই দাস ও সেবক হিসেবে সে নিয়োজিত।</w:t>
      </w:r>
      <w:r w:rsidR="00AF4D2A">
        <w:rPr>
          <w:lang w:bidi="bn-IN"/>
        </w:rPr>
        <w:t xml:space="preserve"> </w:t>
      </w:r>
      <w:r w:rsidRPr="003F52A2">
        <w:rPr>
          <w:cs/>
          <w:lang w:bidi="bn-IN"/>
        </w:rPr>
        <w:t xml:space="preserve">এদের </w:t>
      </w:r>
      <w:r w:rsidRPr="00D542A0">
        <w:rPr>
          <w:rStyle w:val="libAlaemChar"/>
        </w:rPr>
        <w:t>‘</w:t>
      </w:r>
      <w:r w:rsidRPr="003F52A2">
        <w:rPr>
          <w:cs/>
          <w:lang w:bidi="bn-IN"/>
        </w:rPr>
        <w:t>আমিত্ব</w:t>
      </w:r>
      <w:r w:rsidRPr="00D542A0">
        <w:rPr>
          <w:rStyle w:val="libAlaemChar"/>
        </w:rPr>
        <w:t>’</w:t>
      </w:r>
      <w:r w:rsidRPr="003F52A2">
        <w:t xml:space="preserve"> </w:t>
      </w:r>
      <w:r w:rsidRPr="00D542A0">
        <w:rPr>
          <w:rStyle w:val="libAlaemChar"/>
        </w:rPr>
        <w:t>‘</w:t>
      </w:r>
      <w:r w:rsidRPr="003F52A2">
        <w:rPr>
          <w:cs/>
          <w:lang w:bidi="bn-IN"/>
        </w:rPr>
        <w:t>আমাদের</w:t>
      </w:r>
      <w:r w:rsidRPr="00D542A0">
        <w:rPr>
          <w:rStyle w:val="libAlaemChar"/>
        </w:rPr>
        <w:t>’</w:t>
      </w:r>
      <w:r w:rsidRPr="003F52A2">
        <w:t xml:space="preserve"> </w:t>
      </w:r>
      <w:r w:rsidRPr="003F52A2">
        <w:rPr>
          <w:cs/>
          <w:lang w:bidi="bn-IN"/>
        </w:rPr>
        <w:t>চিন্তায় পরিণত হয়নি।</w:t>
      </w:r>
    </w:p>
    <w:p w:rsidR="00AF4D2A" w:rsidRPr="00C640B7" w:rsidRDefault="00AF4D2A" w:rsidP="00C640B7">
      <w:pPr>
        <w:rPr>
          <w:rtl/>
          <w:cs/>
        </w:rPr>
      </w:pPr>
      <w:r>
        <w:rPr>
          <w:cs/>
          <w:lang w:bidi="bn-IN"/>
        </w:rPr>
        <w:br w:type="page"/>
      </w:r>
    </w:p>
    <w:p w:rsidR="00AF4D2A" w:rsidRDefault="00AF4D2A" w:rsidP="00AF4D2A">
      <w:pPr>
        <w:pStyle w:val="Heading1"/>
        <w:rPr>
          <w:lang w:bidi="bn-IN"/>
        </w:rPr>
      </w:pPr>
      <w:bookmarkStart w:id="65" w:name="_Toc392601474"/>
      <w:r w:rsidRPr="00AF4D2A">
        <w:rPr>
          <w:cs/>
          <w:lang w:bidi="bn-IN"/>
        </w:rPr>
        <w:t>আলীর (আ.) দৃষ্টিতে দুনিয়া</w:t>
      </w:r>
      <w:bookmarkEnd w:id="65"/>
    </w:p>
    <w:p w:rsidR="00AF4D2A" w:rsidRDefault="00AF4D2A" w:rsidP="005B5C38">
      <w:pPr>
        <w:pStyle w:val="libNormal"/>
        <w:rPr>
          <w:lang w:bidi="bn-IN"/>
        </w:rPr>
      </w:pPr>
    </w:p>
    <w:p w:rsidR="00BF0DE0" w:rsidRDefault="003F52A2" w:rsidP="00BF0DE0">
      <w:pPr>
        <w:pStyle w:val="libNormal"/>
        <w:rPr>
          <w:lang w:bidi="bn-IN"/>
        </w:rPr>
      </w:pPr>
      <w:r w:rsidRPr="003F52A2">
        <w:rPr>
          <w:cs/>
          <w:lang w:bidi="bn-IN"/>
        </w:rPr>
        <w:t>আলী দুনিয়াকে লক্ষ্য করে বলছেন</w:t>
      </w:r>
      <w:r w:rsidRPr="003F52A2">
        <w:t>,</w:t>
      </w:r>
      <w:r w:rsidRPr="00D542A0">
        <w:rPr>
          <w:rStyle w:val="libAlaemChar"/>
        </w:rPr>
        <w:t>“</w:t>
      </w:r>
      <w:r w:rsidRPr="003F52A2">
        <w:rPr>
          <w:cs/>
          <w:lang w:bidi="bn-IN"/>
        </w:rPr>
        <w:t>হে দুনিয়া! তোমাকে তিন তালাক দিলাম- যে তিন তালাক</w:t>
      </w:r>
      <w:r w:rsidR="00BF0DE0">
        <w:rPr>
          <w:lang w:bidi="bn-IN"/>
        </w:rPr>
        <w:t xml:space="preserve"> </w:t>
      </w:r>
      <w:r w:rsidRPr="003F52A2">
        <w:rPr>
          <w:cs/>
          <w:lang w:bidi="bn-IN"/>
        </w:rPr>
        <w:t>ফিরিয়ে নেয়ার সুযোগ নেই।</w:t>
      </w:r>
      <w:r w:rsidRPr="00D542A0">
        <w:rPr>
          <w:rStyle w:val="libAlaemChar"/>
        </w:rPr>
        <w:t>”</w:t>
      </w:r>
      <w:r w:rsidR="00BF0DE0">
        <w:rPr>
          <w:rStyle w:val="libAlaemChar"/>
        </w:rPr>
        <w:t xml:space="preserve"> </w:t>
      </w:r>
      <w:r w:rsidR="00BF0DE0" w:rsidRPr="00BF0DE0">
        <w:rPr>
          <w:rStyle w:val="libArChar"/>
          <w:rFonts w:hint="cs"/>
          <w:rtl/>
        </w:rPr>
        <w:t>أعزبی عنّی</w:t>
      </w:r>
      <w:r w:rsidR="00BF0DE0">
        <w:rPr>
          <w:rStyle w:val="libAlaemChar"/>
        </w:rPr>
        <w:t xml:space="preserve"> </w:t>
      </w:r>
      <w:r w:rsidRPr="00D542A0">
        <w:rPr>
          <w:rStyle w:val="libAlaemChar"/>
        </w:rPr>
        <w:t>“</w:t>
      </w:r>
      <w:r w:rsidRPr="003F52A2">
        <w:rPr>
          <w:cs/>
          <w:lang w:bidi="bn-IN"/>
        </w:rPr>
        <w:t>হে দুনিয়া! আমা হতে দূর হও।</w:t>
      </w:r>
      <w:r w:rsidRPr="00D542A0">
        <w:rPr>
          <w:rStyle w:val="libAlaemChar"/>
        </w:rPr>
        <w:t>”</w:t>
      </w:r>
    </w:p>
    <w:p w:rsidR="00BF0DE0" w:rsidRPr="00BF0DE0" w:rsidRDefault="00BF0DE0" w:rsidP="00BF0DE0">
      <w:pPr>
        <w:pStyle w:val="libAr"/>
        <w:rPr>
          <w:rtl/>
          <w:lang w:bidi="fa-IR"/>
        </w:rPr>
      </w:pPr>
      <w:r>
        <w:rPr>
          <w:rFonts w:hint="cs"/>
          <w:rtl/>
          <w:lang w:bidi="fa-IR"/>
        </w:rPr>
        <w:t>فو الله لا أذلّ لک فستذلّینی و لا أسلس لک فتقودینی</w:t>
      </w:r>
    </w:p>
    <w:p w:rsidR="00BF0DE0" w:rsidRDefault="003F52A2" w:rsidP="00BF0DE0">
      <w:pPr>
        <w:pStyle w:val="libNormal"/>
        <w:rPr>
          <w:lang w:bidi="bn-IN"/>
        </w:rPr>
      </w:pPr>
      <w:r w:rsidRPr="00D542A0">
        <w:rPr>
          <w:rStyle w:val="libAlaemChar"/>
        </w:rPr>
        <w:t>“</w:t>
      </w:r>
      <w:r w:rsidRPr="003F52A2">
        <w:rPr>
          <w:cs/>
          <w:lang w:bidi="bn-IN"/>
        </w:rPr>
        <w:t>আল্লাহর কসম! কখনই তোমার নতি স্বীকার ও</w:t>
      </w:r>
      <w:r w:rsidR="00BF0DE0">
        <w:rPr>
          <w:lang w:bidi="bn-IN"/>
        </w:rPr>
        <w:t xml:space="preserve"> </w:t>
      </w:r>
      <w:r w:rsidRPr="003F52A2">
        <w:rPr>
          <w:cs/>
          <w:lang w:bidi="bn-IN"/>
        </w:rPr>
        <w:t>তোমার অনুগত হয়ে অপমানিত হওয়ার সুযোগ সৃষ্টি করব না।</w:t>
      </w:r>
      <w:r w:rsidRPr="00D542A0">
        <w:rPr>
          <w:rStyle w:val="libAlaemChar"/>
        </w:rPr>
        <w:t>”</w:t>
      </w:r>
      <w:r w:rsidRPr="003F52A2">
        <w:t xml:space="preserve"> (</w:t>
      </w:r>
      <w:r w:rsidRPr="003F52A2">
        <w:rPr>
          <w:cs/>
          <w:lang w:bidi="bn-IN"/>
        </w:rPr>
        <w:t>নাহজুল বালাগাহ্</w:t>
      </w:r>
      <w:r w:rsidRPr="003F52A2">
        <w:t>,</w:t>
      </w:r>
      <w:r w:rsidRPr="003F52A2">
        <w:rPr>
          <w:cs/>
          <w:lang w:bidi="bn-IN"/>
        </w:rPr>
        <w:t>পত্র নং ৪৫)</w:t>
      </w:r>
    </w:p>
    <w:p w:rsidR="00BF0DE0" w:rsidRDefault="003F52A2" w:rsidP="00BF0DE0">
      <w:pPr>
        <w:pStyle w:val="libNormal"/>
      </w:pPr>
      <w:r w:rsidRPr="003F52A2">
        <w:rPr>
          <w:cs/>
          <w:lang w:bidi="bn-IN"/>
        </w:rPr>
        <w:t>আলী সব সময় দুনিয়া ও সম্পদের প্রতি উপেক্ষা ও ঔদ্ধত্য ভাব দেখিয়েছেন। কখনই দুনিয়াকে</w:t>
      </w:r>
      <w:r w:rsidR="00BF0DE0">
        <w:rPr>
          <w:lang w:bidi="bn-IN"/>
        </w:rPr>
        <w:t xml:space="preserve"> </w:t>
      </w:r>
      <w:r w:rsidR="00FE6D44">
        <w:rPr>
          <w:cs/>
          <w:lang w:bidi="bn-IN"/>
        </w:rPr>
        <w:t>তার</w:t>
      </w:r>
      <w:r w:rsidRPr="003F52A2">
        <w:rPr>
          <w:cs/>
          <w:lang w:bidi="bn-IN"/>
        </w:rPr>
        <w:t xml:space="preserve"> অন্তরে প্রভাব ফেলার কোন সুযোগ দেননি।</w:t>
      </w:r>
      <w:r w:rsidR="00BF0DE0">
        <w:rPr>
          <w:lang w:bidi="bn-IN"/>
        </w:rPr>
        <w:t xml:space="preserve"> </w:t>
      </w:r>
      <w:r w:rsidR="00BF0DE0" w:rsidRPr="00BF0DE0">
        <w:rPr>
          <w:rStyle w:val="libArChar"/>
          <w:rFonts w:hint="cs"/>
          <w:rtl/>
        </w:rPr>
        <w:t>و لا أسلس لک</w:t>
      </w:r>
      <w:r w:rsidR="00BF0DE0">
        <w:rPr>
          <w:lang w:bidi="bn-IN"/>
        </w:rPr>
        <w:t xml:space="preserve"> </w:t>
      </w:r>
      <w:r w:rsidRPr="003F52A2">
        <w:rPr>
          <w:cs/>
          <w:lang w:bidi="bn-IN"/>
        </w:rPr>
        <w:t>(</w:t>
      </w:r>
      <w:r w:rsidR="00BF0DE0" w:rsidRPr="00BF0DE0">
        <w:rPr>
          <w:rStyle w:val="libArChar"/>
          <w:rFonts w:hint="cs"/>
          <w:rtl/>
        </w:rPr>
        <w:t>أسلس</w:t>
      </w:r>
      <w:r w:rsidR="00BF0DE0">
        <w:rPr>
          <w:lang w:bidi="bn-IN"/>
        </w:rPr>
        <w:t xml:space="preserve"> </w:t>
      </w:r>
      <w:r w:rsidRPr="003F52A2">
        <w:rPr>
          <w:cs/>
          <w:lang w:bidi="bn-IN"/>
        </w:rPr>
        <w:t>অর্থ এমন উট বা প্রাণী যে</w:t>
      </w:r>
      <w:r w:rsidR="00BF0DE0">
        <w:rPr>
          <w:lang w:bidi="bn-IN"/>
        </w:rPr>
        <w:t xml:space="preserve"> </w:t>
      </w:r>
      <w:r w:rsidRPr="003F52A2">
        <w:rPr>
          <w:cs/>
          <w:lang w:bidi="bn-IN"/>
        </w:rPr>
        <w:t>এতটা অনুগত যে</w:t>
      </w:r>
      <w:r w:rsidRPr="003F52A2">
        <w:t>,</w:t>
      </w:r>
      <w:r w:rsidRPr="003F52A2">
        <w:rPr>
          <w:cs/>
          <w:lang w:bidi="bn-IN"/>
        </w:rPr>
        <w:t xml:space="preserve">একটা বাচ্চাও তাকে নিয়ন্ত্রণে সক্ষম) </w:t>
      </w:r>
      <w:r w:rsidRPr="00D542A0">
        <w:rPr>
          <w:rStyle w:val="libAlaemChar"/>
        </w:rPr>
        <w:t>“</w:t>
      </w:r>
      <w:r w:rsidRPr="003F52A2">
        <w:rPr>
          <w:cs/>
          <w:lang w:bidi="bn-IN"/>
        </w:rPr>
        <w:t>আমি কখনই তোমাকে সে সুযোগ দেব না</w:t>
      </w:r>
      <w:r w:rsidR="00BF0DE0">
        <w:rPr>
          <w:lang w:bidi="bn-IN"/>
        </w:rPr>
        <w:t xml:space="preserve"> </w:t>
      </w:r>
      <w:r w:rsidRPr="003F52A2">
        <w:rPr>
          <w:cs/>
          <w:lang w:bidi="bn-IN"/>
        </w:rPr>
        <w:t>যাতে করে আমার মনে প্রভাব ফেলে আমাকে নিয়ন্ত্রণ কর</w:t>
      </w:r>
      <w:r w:rsidRPr="003F52A2">
        <w:t>,</w:t>
      </w:r>
      <w:r w:rsidRPr="003F52A2">
        <w:rPr>
          <w:cs/>
          <w:lang w:bidi="bn-IN"/>
        </w:rPr>
        <w:t>যে দিক খুশী টেনে নিয়ে যাও।</w:t>
      </w:r>
      <w:r w:rsidRPr="00D542A0">
        <w:rPr>
          <w:rStyle w:val="libAlaemChar"/>
        </w:rPr>
        <w:t>”</w:t>
      </w:r>
      <w:r w:rsidRPr="003F52A2">
        <w:t xml:space="preserve"> </w:t>
      </w:r>
      <w:r w:rsidRPr="003F52A2">
        <w:rPr>
          <w:cs/>
          <w:lang w:bidi="bn-IN"/>
        </w:rPr>
        <w:t>এটাই</w:t>
      </w:r>
      <w:r w:rsidR="00BF0DE0">
        <w:rPr>
          <w:lang w:bidi="bn-IN"/>
        </w:rPr>
        <w:t xml:space="preserve"> </w:t>
      </w:r>
      <w:r w:rsidRPr="003F52A2">
        <w:rPr>
          <w:cs/>
          <w:lang w:bidi="bn-IN"/>
        </w:rPr>
        <w:t>ইসলামের দুনিয়া বিমুখতা ও দুনিয়ার নেয়ামতের নিকট নিজেকে বিক্রি না করে স্বাধীনভাবে জীবনযাপন করার নমুনা।</w:t>
      </w:r>
      <w:r w:rsidR="00BF0DE0">
        <w:rPr>
          <w:lang w:bidi="bn-IN"/>
        </w:rPr>
        <w:t xml:space="preserve"> </w:t>
      </w:r>
      <w:r w:rsidRPr="003F52A2">
        <w:rPr>
          <w:cs/>
          <w:lang w:bidi="bn-IN"/>
        </w:rPr>
        <w:t>অন্যত্র আলী বলেছেন</w:t>
      </w:r>
      <w:r w:rsidRPr="003F52A2">
        <w:t>,</w:t>
      </w:r>
    </w:p>
    <w:p w:rsidR="00BF0DE0" w:rsidRPr="00EF6527" w:rsidRDefault="00EF6527" w:rsidP="00EF6527">
      <w:pPr>
        <w:pStyle w:val="libAr"/>
        <w:rPr>
          <w:rtl/>
          <w:lang w:bidi="fa-IR"/>
        </w:rPr>
      </w:pPr>
      <w:r>
        <w:rPr>
          <w:rFonts w:hint="cs"/>
          <w:rtl/>
          <w:lang w:bidi="fa-IR"/>
        </w:rPr>
        <w:t>الدّنیا دار ممرّ لا دار مقرّ و الناس فیها رجلان رجل باع فیها نفسه فأوبقها و رجل ابتاع نفسه فأعتقها</w:t>
      </w:r>
    </w:p>
    <w:p w:rsidR="00EF6527" w:rsidRDefault="003F52A2" w:rsidP="00BF0DE0">
      <w:pPr>
        <w:pStyle w:val="libNormal"/>
        <w:rPr>
          <w:lang w:bidi="bn-IN"/>
        </w:rPr>
      </w:pPr>
      <w:r w:rsidRPr="00D542A0">
        <w:rPr>
          <w:rStyle w:val="libAlaemChar"/>
        </w:rPr>
        <w:t>“</w:t>
      </w:r>
      <w:r w:rsidRPr="003F52A2">
        <w:rPr>
          <w:cs/>
          <w:lang w:bidi="bn-IN"/>
        </w:rPr>
        <w:t>দুনিয়া অস্থায়ী স্থান</w:t>
      </w:r>
      <w:r w:rsidRPr="003F52A2">
        <w:t>,</w:t>
      </w:r>
      <w:r w:rsidRPr="003F52A2">
        <w:rPr>
          <w:cs/>
          <w:lang w:bidi="bn-IN"/>
        </w:rPr>
        <w:t>স্থায়ী বাসস্থান নয় (এটা বাজারের মতো)। এখানে দু</w:t>
      </w:r>
      <w:r w:rsidRPr="00D542A0">
        <w:rPr>
          <w:rStyle w:val="libAlaemChar"/>
        </w:rPr>
        <w:t>’</w:t>
      </w:r>
      <w:r w:rsidRPr="003F52A2">
        <w:rPr>
          <w:cs/>
          <w:lang w:bidi="bn-IN"/>
        </w:rPr>
        <w:t>ধরনের মানুষ রয়েছে :একদল নিজেকে বিক্রী করে ধ্বংস করে অন্যদল নিজেকে কিনে স্বাধীন হয় ও মুক্তি লাভ করে।</w:t>
      </w:r>
      <w:r w:rsidRPr="00D542A0">
        <w:rPr>
          <w:rStyle w:val="libAlaemChar"/>
        </w:rPr>
        <w:t>”</w:t>
      </w:r>
      <w:r w:rsidRPr="003F52A2">
        <w:t>(</w:t>
      </w:r>
      <w:r w:rsidRPr="003F52A2">
        <w:rPr>
          <w:cs/>
          <w:lang w:bidi="bn-IN"/>
        </w:rPr>
        <w:t>নাহজুল বালাগাহ্</w:t>
      </w:r>
      <w:r w:rsidRPr="003F52A2">
        <w:t>,</w:t>
      </w:r>
      <w:r w:rsidRPr="003F52A2">
        <w:rPr>
          <w:cs/>
          <w:lang w:bidi="bn-IN"/>
        </w:rPr>
        <w:t>হেকমত ১৩৩)</w:t>
      </w:r>
    </w:p>
    <w:p w:rsidR="00EF6527" w:rsidRDefault="003F52A2" w:rsidP="00BF0DE0">
      <w:pPr>
        <w:pStyle w:val="libNormal"/>
        <w:rPr>
          <w:lang w:bidi="bn-IN"/>
        </w:rPr>
      </w:pPr>
      <w:r w:rsidRPr="003F52A2">
        <w:rPr>
          <w:cs/>
          <w:lang w:bidi="bn-IN"/>
        </w:rPr>
        <w:t>একদিন আলী (আ.) নিজ মালিকানাধীন কিছু দিরহাম বা দিনার নিজের হাতে নিয়ে তার দিকে</w:t>
      </w:r>
      <w:r w:rsidR="00EF6527">
        <w:rPr>
          <w:lang w:bidi="bn-IN"/>
        </w:rPr>
        <w:t xml:space="preserve"> </w:t>
      </w:r>
      <w:r w:rsidRPr="003F52A2">
        <w:rPr>
          <w:cs/>
          <w:lang w:bidi="bn-IN"/>
        </w:rPr>
        <w:t>তাকিয়ে বললেন</w:t>
      </w:r>
      <w:r w:rsidRPr="003F52A2">
        <w:t>,</w:t>
      </w:r>
      <w:r w:rsidRPr="00D542A0">
        <w:rPr>
          <w:rStyle w:val="libAlaemChar"/>
        </w:rPr>
        <w:t>“</w:t>
      </w:r>
      <w:r w:rsidRPr="003F52A2">
        <w:rPr>
          <w:cs/>
          <w:lang w:bidi="bn-IN"/>
        </w:rPr>
        <w:t>হে অর্থ! তুমি যতক্ষণ আমার হাতে রয়েছ ততক্ষণ আমার নও।</w:t>
      </w:r>
      <w:r w:rsidRPr="00D542A0">
        <w:rPr>
          <w:rStyle w:val="libAlaemChar"/>
        </w:rPr>
        <w:t>”</w:t>
      </w:r>
      <w:r w:rsidRPr="003F52A2">
        <w:t xml:space="preserve"> </w:t>
      </w:r>
      <w:r w:rsidRPr="003F52A2">
        <w:rPr>
          <w:cs/>
          <w:lang w:bidi="bn-IN"/>
        </w:rPr>
        <w:t>কথাটি আমাদের</w:t>
      </w:r>
      <w:r w:rsidR="00EF6527">
        <w:rPr>
          <w:lang w:bidi="bn-IN"/>
        </w:rPr>
        <w:t xml:space="preserve"> </w:t>
      </w:r>
      <w:r w:rsidRPr="003F52A2">
        <w:rPr>
          <w:cs/>
          <w:lang w:bidi="bn-IN"/>
        </w:rPr>
        <w:t>ধারণা ও কথার সম্পূর্ণ বিপরীত। আমরা বলি যতক্ষণ অর্থ আমার পকেটে অথবা হাতে রয়েছে তা</w:t>
      </w:r>
      <w:r w:rsidR="00EF6527">
        <w:rPr>
          <w:lang w:bidi="bn-IN"/>
        </w:rPr>
        <w:t xml:space="preserve"> </w:t>
      </w:r>
      <w:r w:rsidRPr="003F52A2">
        <w:rPr>
          <w:cs/>
          <w:lang w:bidi="bn-IN"/>
        </w:rPr>
        <w:t>আমার</w:t>
      </w:r>
      <w:r w:rsidRPr="003F52A2">
        <w:t>,</w:t>
      </w:r>
      <w:r w:rsidRPr="003F52A2">
        <w:rPr>
          <w:cs/>
          <w:lang w:bidi="bn-IN"/>
        </w:rPr>
        <w:t>যখন খরচ করে ফেলব তখন আমার থেকে চলে গেল। আলী (আ.) এর বিপরীতে বলছেন</w:t>
      </w:r>
      <w:r w:rsidRPr="003F52A2">
        <w:t>,</w:t>
      </w:r>
      <w:r w:rsidRPr="00D542A0">
        <w:rPr>
          <w:rStyle w:val="libAlaemChar"/>
        </w:rPr>
        <w:t>“</w:t>
      </w:r>
      <w:r w:rsidRPr="003F52A2">
        <w:rPr>
          <w:cs/>
          <w:lang w:bidi="bn-IN"/>
        </w:rPr>
        <w:t>তুমি যতক্ষণ আমার হাতে রয়েছ আমার নও।</w:t>
      </w:r>
      <w:r w:rsidRPr="00D542A0">
        <w:rPr>
          <w:rStyle w:val="libAlaemChar"/>
        </w:rPr>
        <w:t>”</w:t>
      </w:r>
      <w:r w:rsidRPr="003F52A2">
        <w:t xml:space="preserve"> </w:t>
      </w:r>
      <w:r w:rsidRPr="003F52A2">
        <w:rPr>
          <w:cs/>
          <w:lang w:bidi="bn-IN"/>
        </w:rPr>
        <w:t>কারণ ততক্ষণ আমাকে তোমার সেবা করতে হবে ও</w:t>
      </w:r>
      <w:r w:rsidR="00EF6527">
        <w:rPr>
          <w:lang w:bidi="bn-IN"/>
        </w:rPr>
        <w:t xml:space="preserve"> </w:t>
      </w:r>
      <w:r w:rsidRPr="003F52A2">
        <w:rPr>
          <w:cs/>
          <w:lang w:bidi="bn-IN"/>
        </w:rPr>
        <w:t>তোমাকে সংরক্ষণের ব্যবস্থা করতে হবে। আর যখন তোমাকে খরচ করে ফেলব তখন তোমার প্রতি</w:t>
      </w:r>
      <w:r w:rsidR="00EF6527">
        <w:rPr>
          <w:lang w:bidi="bn-IN"/>
        </w:rPr>
        <w:t xml:space="preserve"> </w:t>
      </w:r>
      <w:r w:rsidRPr="003F52A2">
        <w:rPr>
          <w:cs/>
          <w:lang w:bidi="bn-IN"/>
        </w:rPr>
        <w:t>কোন দায়িত্ব নেই। তাই তখন তুমি আমার অধীন।</w:t>
      </w:r>
    </w:p>
    <w:p w:rsidR="00EF6527" w:rsidRDefault="003F52A2" w:rsidP="00BF0DE0">
      <w:pPr>
        <w:pStyle w:val="libNormal"/>
        <w:rPr>
          <w:rStyle w:val="libAlaemChar"/>
        </w:rPr>
      </w:pPr>
      <w:r w:rsidRPr="003F52A2">
        <w:rPr>
          <w:cs/>
          <w:lang w:bidi="bn-IN"/>
        </w:rPr>
        <w:t>আলী (আ.) একদিন কুফার বাজারে এক কসাইয়ের দোকানের সামনে দিয়ে যাচ্ছিলেন। কসাই</w:t>
      </w:r>
      <w:r w:rsidR="00EF6527">
        <w:rPr>
          <w:lang w:bidi="bn-IN"/>
        </w:rPr>
        <w:t xml:space="preserve"> </w:t>
      </w:r>
      <w:r w:rsidR="000459F1">
        <w:rPr>
          <w:cs/>
          <w:lang w:bidi="bn-IN"/>
        </w:rPr>
        <w:t>তাকে</w:t>
      </w:r>
      <w:r w:rsidRPr="003F52A2">
        <w:rPr>
          <w:cs/>
          <w:lang w:bidi="bn-IN"/>
        </w:rPr>
        <w:t xml:space="preserve"> ডেকে বলল</w:t>
      </w:r>
      <w:r w:rsidRPr="003F52A2">
        <w:t>,</w:t>
      </w:r>
      <w:r w:rsidRPr="00D542A0">
        <w:rPr>
          <w:rStyle w:val="libAlaemChar"/>
        </w:rPr>
        <w:t>“</w:t>
      </w:r>
      <w:r w:rsidRPr="003F52A2">
        <w:rPr>
          <w:cs/>
          <w:lang w:bidi="bn-IN"/>
        </w:rPr>
        <w:t>আজকে খুব ভালো মাংস এনেছি যদি কিনেন।</w:t>
      </w:r>
      <w:r w:rsidRPr="00D542A0">
        <w:rPr>
          <w:rStyle w:val="libAlaemChar"/>
        </w:rPr>
        <w:t>”</w:t>
      </w:r>
      <w:r w:rsidRPr="003F52A2">
        <w:t xml:space="preserve"> </w:t>
      </w:r>
      <w:r w:rsidRPr="003F52A2">
        <w:rPr>
          <w:cs/>
          <w:lang w:bidi="bn-IN"/>
        </w:rPr>
        <w:t>আলী (আ.) বললেন</w:t>
      </w:r>
      <w:r w:rsidRPr="003F52A2">
        <w:t>,</w:t>
      </w:r>
      <w:r w:rsidRPr="00D542A0">
        <w:rPr>
          <w:rStyle w:val="libAlaemChar"/>
        </w:rPr>
        <w:t>“</w:t>
      </w:r>
      <w:r w:rsidRPr="003F52A2">
        <w:rPr>
          <w:cs/>
          <w:lang w:bidi="bn-IN"/>
        </w:rPr>
        <w:t>আমার</w:t>
      </w:r>
      <w:r w:rsidR="00EF6527">
        <w:rPr>
          <w:lang w:bidi="bn-IN"/>
        </w:rPr>
        <w:t xml:space="preserve"> </w:t>
      </w:r>
      <w:r w:rsidRPr="003F52A2">
        <w:rPr>
          <w:cs/>
          <w:lang w:bidi="bn-IN"/>
        </w:rPr>
        <w:t>নিকট অর্থ নেই।</w:t>
      </w:r>
      <w:r w:rsidRPr="00D542A0">
        <w:rPr>
          <w:rStyle w:val="libAlaemChar"/>
        </w:rPr>
        <w:t>”</w:t>
      </w:r>
      <w:r w:rsidRPr="003F52A2">
        <w:t xml:space="preserve"> </w:t>
      </w:r>
      <w:r w:rsidRPr="003F52A2">
        <w:rPr>
          <w:cs/>
          <w:lang w:bidi="bn-IN"/>
        </w:rPr>
        <w:t>কসাই বলল</w:t>
      </w:r>
      <w:r w:rsidRPr="003F52A2">
        <w:t>,</w:t>
      </w:r>
      <w:r w:rsidRPr="00D542A0">
        <w:rPr>
          <w:rStyle w:val="libAlaemChar"/>
        </w:rPr>
        <w:t>“</w:t>
      </w:r>
      <w:r w:rsidRPr="003F52A2">
        <w:rPr>
          <w:cs/>
          <w:lang w:bidi="bn-IN"/>
        </w:rPr>
        <w:t xml:space="preserve">আমি </w:t>
      </w:r>
      <w:r w:rsidR="00695D8C">
        <w:rPr>
          <w:cs/>
          <w:lang w:bidi="bn-IN"/>
        </w:rPr>
        <w:t>অর্থে</w:t>
      </w:r>
      <w:r w:rsidRPr="003F52A2">
        <w:rPr>
          <w:cs/>
          <w:lang w:bidi="bn-IN"/>
        </w:rPr>
        <w:t>র জন্য ধৈর্যধারণ করতে রাজী আছি।</w:t>
      </w:r>
      <w:r w:rsidRPr="00D542A0">
        <w:rPr>
          <w:rStyle w:val="libAlaemChar"/>
        </w:rPr>
        <w:t>”</w:t>
      </w:r>
      <w:r w:rsidRPr="003F52A2">
        <w:t xml:space="preserve"> </w:t>
      </w:r>
      <w:r w:rsidRPr="003F52A2">
        <w:rPr>
          <w:cs/>
          <w:lang w:bidi="bn-IN"/>
        </w:rPr>
        <w:t>হযরত আলী</w:t>
      </w:r>
      <w:r w:rsidR="00EF6527">
        <w:rPr>
          <w:lang w:bidi="bn-IN"/>
        </w:rPr>
        <w:t xml:space="preserve"> </w:t>
      </w:r>
      <w:r w:rsidRPr="003F52A2">
        <w:rPr>
          <w:cs/>
          <w:lang w:bidi="bn-IN"/>
        </w:rPr>
        <w:t>বললেন</w:t>
      </w:r>
      <w:r w:rsidRPr="003F52A2">
        <w:t>,</w:t>
      </w:r>
      <w:r w:rsidRPr="00D542A0">
        <w:rPr>
          <w:rStyle w:val="libAlaemChar"/>
        </w:rPr>
        <w:t>“</w:t>
      </w:r>
      <w:r w:rsidRPr="003F52A2">
        <w:rPr>
          <w:cs/>
          <w:lang w:bidi="bn-IN"/>
        </w:rPr>
        <w:t>আমি আমার উদরকে বলব ধৈর্যধারণ কর। কেন তুমি আমার উদরের জন্য ধৈর্যধারণ</w:t>
      </w:r>
      <w:r w:rsidR="00EF6527">
        <w:rPr>
          <w:lang w:bidi="bn-IN"/>
        </w:rPr>
        <w:t xml:space="preserve"> </w:t>
      </w:r>
      <w:r w:rsidRPr="003F52A2">
        <w:rPr>
          <w:cs/>
          <w:lang w:bidi="bn-IN"/>
        </w:rPr>
        <w:t>করবে</w:t>
      </w:r>
      <w:r w:rsidRPr="003F52A2">
        <w:t xml:space="preserve">? </w:t>
      </w:r>
      <w:r w:rsidRPr="003F52A2">
        <w:rPr>
          <w:cs/>
          <w:lang w:bidi="bn-IN"/>
        </w:rPr>
        <w:t>আমি বরং তোমার নিকট ঋণী না থেকে ধৈর্যধারণ করব।</w:t>
      </w:r>
      <w:r w:rsidRPr="00D542A0">
        <w:rPr>
          <w:rStyle w:val="libAlaemChar"/>
        </w:rPr>
        <w:t>”</w:t>
      </w:r>
    </w:p>
    <w:p w:rsidR="00EF6527" w:rsidRDefault="00EF6527" w:rsidP="00C640B7">
      <w:pPr>
        <w:rPr>
          <w:rStyle w:val="libAlaemChar"/>
        </w:rPr>
      </w:pPr>
      <w:r>
        <w:rPr>
          <w:rStyle w:val="libAlaemChar"/>
        </w:rPr>
        <w:br w:type="page"/>
      </w:r>
    </w:p>
    <w:p w:rsidR="00EF6527" w:rsidRDefault="003F52A2" w:rsidP="00EF6527">
      <w:pPr>
        <w:pStyle w:val="Heading1"/>
        <w:rPr>
          <w:lang w:bidi="bn-IN"/>
        </w:rPr>
      </w:pPr>
      <w:bookmarkStart w:id="66" w:name="_Toc392601475"/>
      <w:r w:rsidRPr="003F52A2">
        <w:rPr>
          <w:cs/>
          <w:lang w:bidi="bn-IN"/>
        </w:rPr>
        <w:t>আমিত্ব থেকে মুক্তির জন্য আত্মিক সংশোধনের প্রয়োজনীয়তা</w:t>
      </w:r>
      <w:bookmarkEnd w:id="66"/>
    </w:p>
    <w:p w:rsidR="00EF6527" w:rsidRDefault="00EF6527" w:rsidP="00BF0DE0">
      <w:pPr>
        <w:pStyle w:val="libNormal"/>
        <w:rPr>
          <w:lang w:bidi="bn-IN"/>
        </w:rPr>
      </w:pPr>
    </w:p>
    <w:p w:rsidR="00EF6527" w:rsidRDefault="003F52A2" w:rsidP="00EF6527">
      <w:pPr>
        <w:pStyle w:val="libNormal"/>
        <w:rPr>
          <w:lang w:bidi="bn-IN"/>
        </w:rPr>
      </w:pPr>
      <w:r w:rsidRPr="003F52A2">
        <w:rPr>
          <w:cs/>
          <w:lang w:bidi="bn-IN"/>
        </w:rPr>
        <w:t xml:space="preserve">ইসলাম বলে যদি মানুষকে </w:t>
      </w:r>
      <w:r w:rsidRPr="00D542A0">
        <w:rPr>
          <w:rStyle w:val="libAlaemChar"/>
        </w:rPr>
        <w:t>‘</w:t>
      </w:r>
      <w:r w:rsidRPr="003F52A2">
        <w:rPr>
          <w:cs/>
          <w:lang w:bidi="bn-IN"/>
        </w:rPr>
        <w:t>আমিত্ব</w:t>
      </w:r>
      <w:r w:rsidRPr="00D542A0">
        <w:rPr>
          <w:rStyle w:val="libAlaemChar"/>
        </w:rPr>
        <w:t>’</w:t>
      </w:r>
      <w:r w:rsidRPr="003F52A2">
        <w:t xml:space="preserve"> </w:t>
      </w:r>
      <w:r w:rsidRPr="003F52A2">
        <w:rPr>
          <w:cs/>
          <w:lang w:bidi="bn-IN"/>
        </w:rPr>
        <w:t xml:space="preserve">থেকে </w:t>
      </w:r>
      <w:r w:rsidRPr="00D542A0">
        <w:rPr>
          <w:rStyle w:val="libAlaemChar"/>
        </w:rPr>
        <w:t>‘</w:t>
      </w:r>
      <w:r w:rsidRPr="003F52A2">
        <w:rPr>
          <w:cs/>
          <w:lang w:bidi="bn-IN"/>
        </w:rPr>
        <w:t>আমাদের</w:t>
      </w:r>
      <w:r w:rsidRPr="00D542A0">
        <w:rPr>
          <w:rStyle w:val="libAlaemChar"/>
        </w:rPr>
        <w:t>’</w:t>
      </w:r>
      <w:r w:rsidRPr="003F52A2">
        <w:t xml:space="preserve"> </w:t>
      </w:r>
      <w:r w:rsidRPr="003F52A2">
        <w:rPr>
          <w:cs/>
          <w:lang w:bidi="bn-IN"/>
        </w:rPr>
        <w:t>ধারণায় আনতে চাও</w:t>
      </w:r>
      <w:r w:rsidRPr="003F52A2">
        <w:t>,</w:t>
      </w:r>
      <w:r w:rsidRPr="003F52A2">
        <w:rPr>
          <w:cs/>
          <w:lang w:bidi="bn-IN"/>
        </w:rPr>
        <w:t>তবে তার অভ্যন্তরকে</w:t>
      </w:r>
      <w:r w:rsidR="00EF6527">
        <w:rPr>
          <w:lang w:bidi="bn-IN"/>
        </w:rPr>
        <w:t xml:space="preserve"> </w:t>
      </w:r>
      <w:r w:rsidRPr="003F52A2">
        <w:rPr>
          <w:cs/>
          <w:lang w:bidi="bn-IN"/>
        </w:rPr>
        <w:t>সংশোধিত কর। তাকে বস্তুর দাস ও অনুগত হওয়ার সুযোগ দিও না। নতুবা শুধু ব্যক্তি-মালিকানা</w:t>
      </w:r>
      <w:r w:rsidR="00EF6527">
        <w:rPr>
          <w:lang w:bidi="bn-IN"/>
        </w:rPr>
        <w:t xml:space="preserve"> </w:t>
      </w:r>
      <w:r w:rsidRPr="003F52A2">
        <w:rPr>
          <w:cs/>
          <w:lang w:bidi="bn-IN"/>
        </w:rPr>
        <w:t>রহিত করবার মাধ্যমে এর উপশম সম্ভব নয়। অবশ্য এ বিষয়ে দু</w:t>
      </w:r>
      <w:r w:rsidRPr="00D542A0">
        <w:rPr>
          <w:rStyle w:val="libAlaemChar"/>
        </w:rPr>
        <w:t>’</w:t>
      </w:r>
      <w:r w:rsidRPr="003F52A2">
        <w:rPr>
          <w:cs/>
          <w:lang w:bidi="bn-IN"/>
        </w:rPr>
        <w:t>ধরনের মত রয়েছে। কারো কারো</w:t>
      </w:r>
      <w:r w:rsidR="00EF6527">
        <w:rPr>
          <w:lang w:bidi="bn-IN"/>
        </w:rPr>
        <w:t xml:space="preserve"> </w:t>
      </w:r>
      <w:r w:rsidRPr="003F52A2">
        <w:rPr>
          <w:cs/>
          <w:lang w:bidi="bn-IN"/>
        </w:rPr>
        <w:t>মতে ব্যক্তি-মালিকানা নিয়ে মাথা ঘামানোর প্রয়োজন নেই</w:t>
      </w:r>
      <w:r w:rsidRPr="003F52A2">
        <w:t>,</w:t>
      </w:r>
      <w:r w:rsidRPr="003F52A2">
        <w:rPr>
          <w:cs/>
          <w:lang w:bidi="bn-IN"/>
        </w:rPr>
        <w:t>শুধু আত্মিক প্রশিক্ষণ ও সংশোধনের বিষয়ে</w:t>
      </w:r>
      <w:r w:rsidR="00EF6527">
        <w:rPr>
          <w:lang w:bidi="bn-IN"/>
        </w:rPr>
        <w:t xml:space="preserve"> </w:t>
      </w:r>
      <w:r w:rsidRPr="003F52A2">
        <w:rPr>
          <w:cs/>
          <w:lang w:bidi="bn-IN"/>
        </w:rPr>
        <w:t>গুরুত্ব দাও। অন্যদের মতে এটা ঠিক যে</w:t>
      </w:r>
      <w:r w:rsidRPr="003F52A2">
        <w:t>,</w:t>
      </w:r>
      <w:r w:rsidRPr="003F52A2">
        <w:rPr>
          <w:cs/>
          <w:lang w:bidi="bn-IN"/>
        </w:rPr>
        <w:t>মানুষের অভ্যন্তরীণ দিকটিই মুখ্য</w:t>
      </w:r>
      <w:r w:rsidRPr="003F52A2">
        <w:t>,</w:t>
      </w:r>
      <w:r w:rsidRPr="003F52A2">
        <w:rPr>
          <w:cs/>
          <w:lang w:bidi="bn-IN"/>
        </w:rPr>
        <w:t>তদুপরি তার বাইরের দিকটিকেও সংশোধন না করলে তা সম্ভব নয়। ইসলামে আমরা অভ্যন্তরের সাথে বাইরের বিষয়েও</w:t>
      </w:r>
      <w:r w:rsidR="00EF6527">
        <w:rPr>
          <w:lang w:bidi="bn-IN"/>
        </w:rPr>
        <w:t xml:space="preserve"> </w:t>
      </w:r>
      <w:r w:rsidRPr="003F52A2">
        <w:rPr>
          <w:cs/>
          <w:lang w:bidi="bn-IN"/>
        </w:rPr>
        <w:t>গুরুত্ব দিতে দেখি। ইসলাম মানুষের বাইরের অসামঞ্জস্য ও ভারসাম্যহীনতার সামঞ্জস্য বিধান করতে</w:t>
      </w:r>
      <w:r w:rsidR="00EF6527">
        <w:rPr>
          <w:lang w:bidi="bn-IN"/>
        </w:rPr>
        <w:t xml:space="preserve"> </w:t>
      </w:r>
      <w:r w:rsidRPr="003F52A2">
        <w:rPr>
          <w:cs/>
          <w:lang w:bidi="bn-IN"/>
        </w:rPr>
        <w:t>চায়</w:t>
      </w:r>
      <w:r w:rsidRPr="003F52A2">
        <w:t>,</w:t>
      </w:r>
      <w:r w:rsidRPr="003F52A2">
        <w:rPr>
          <w:cs/>
          <w:lang w:bidi="bn-IN"/>
        </w:rPr>
        <w:t>তবে তা ব্যক্তি-মালিকানাকে সম্পূর্ণ উচ্ছেদের মাধ্যমে নয়। ইসলাম বাইরের সামঞ্জস্য বিধানের</w:t>
      </w:r>
      <w:r w:rsidR="00EF6527">
        <w:rPr>
          <w:lang w:bidi="bn-IN"/>
        </w:rPr>
        <w:t xml:space="preserve"> </w:t>
      </w:r>
      <w:r w:rsidRPr="003F52A2">
        <w:rPr>
          <w:cs/>
          <w:lang w:bidi="bn-IN"/>
        </w:rPr>
        <w:t>জন্য বিভিন্ন পদক্ষেপ নেয়</w:t>
      </w:r>
      <w:r w:rsidRPr="003F52A2">
        <w:t>,</w:t>
      </w:r>
      <w:r w:rsidRPr="003F52A2">
        <w:rPr>
          <w:cs/>
          <w:lang w:bidi="bn-IN"/>
        </w:rPr>
        <w:t xml:space="preserve">তবে </w:t>
      </w:r>
      <w:r w:rsidRPr="00D542A0">
        <w:rPr>
          <w:rStyle w:val="libAlaemChar"/>
        </w:rPr>
        <w:t>‘</w:t>
      </w:r>
      <w:r w:rsidRPr="003F52A2">
        <w:rPr>
          <w:cs/>
          <w:lang w:bidi="bn-IN"/>
        </w:rPr>
        <w:t>আমি</w:t>
      </w:r>
      <w:r w:rsidRPr="00D542A0">
        <w:rPr>
          <w:rStyle w:val="libAlaemChar"/>
        </w:rPr>
        <w:t>’</w:t>
      </w:r>
      <w:r w:rsidRPr="003F52A2">
        <w:t xml:space="preserve"> </w:t>
      </w:r>
      <w:r w:rsidRPr="00D542A0">
        <w:rPr>
          <w:rStyle w:val="libAlaemChar"/>
        </w:rPr>
        <w:t>‘</w:t>
      </w:r>
      <w:r w:rsidRPr="003F52A2">
        <w:rPr>
          <w:cs/>
          <w:lang w:bidi="bn-IN"/>
        </w:rPr>
        <w:t>আমরা</w:t>
      </w:r>
      <w:r w:rsidRPr="00D542A0">
        <w:rPr>
          <w:rStyle w:val="libAlaemChar"/>
        </w:rPr>
        <w:t>’</w:t>
      </w:r>
      <w:r w:rsidRPr="003F52A2">
        <w:rPr>
          <w:cs/>
          <w:lang w:bidi="bn-IN"/>
        </w:rPr>
        <w:t>য় রূপান্তরিত হওয়ার জন্য বাইরের সামঞ্জস্য বিধানকে</w:t>
      </w:r>
      <w:r w:rsidR="00EF6527">
        <w:rPr>
          <w:lang w:bidi="bn-IN"/>
        </w:rPr>
        <w:t xml:space="preserve"> </w:t>
      </w:r>
      <w:r w:rsidRPr="003F52A2">
        <w:rPr>
          <w:cs/>
          <w:lang w:bidi="bn-IN"/>
        </w:rPr>
        <w:t>যথেষ্ট মনে করে না বরং সামঞ্জস্য বিধানের জন্য প্রকৃত আত্মিক ভারসাম্য প্রয়োজন বলে মনে করে।</w:t>
      </w:r>
    </w:p>
    <w:p w:rsidR="00EF6527" w:rsidRDefault="003F52A2" w:rsidP="00EF6527">
      <w:pPr>
        <w:pStyle w:val="libNormal"/>
        <w:rPr>
          <w:lang w:bidi="bn-IN"/>
        </w:rPr>
      </w:pPr>
      <w:r w:rsidRPr="003F52A2">
        <w:rPr>
          <w:cs/>
          <w:lang w:bidi="bn-IN"/>
        </w:rPr>
        <w:t xml:space="preserve">ব্যাকরণে নিশ্চয়ই </w:t>
      </w:r>
      <w:r w:rsidRPr="00D542A0">
        <w:rPr>
          <w:rStyle w:val="libAlaemChar"/>
        </w:rPr>
        <w:t>‘</w:t>
      </w:r>
      <w:r w:rsidRPr="003F52A2">
        <w:rPr>
          <w:cs/>
          <w:lang w:bidi="bn-IN"/>
        </w:rPr>
        <w:t>সম্বন্ধ</w:t>
      </w:r>
      <w:r w:rsidRPr="00D542A0">
        <w:rPr>
          <w:rStyle w:val="libAlaemChar"/>
        </w:rPr>
        <w:t>’</w:t>
      </w:r>
      <w:r w:rsidRPr="003F52A2">
        <w:t xml:space="preserve"> </w:t>
      </w:r>
      <w:r w:rsidRPr="003F52A2">
        <w:rPr>
          <w:cs/>
          <w:lang w:bidi="bn-IN"/>
        </w:rPr>
        <w:t xml:space="preserve">ও </w:t>
      </w:r>
      <w:r w:rsidRPr="00D542A0">
        <w:rPr>
          <w:rStyle w:val="libAlaemChar"/>
        </w:rPr>
        <w:t>‘</w:t>
      </w:r>
      <w:r w:rsidRPr="003F52A2">
        <w:rPr>
          <w:cs/>
          <w:lang w:bidi="bn-IN"/>
        </w:rPr>
        <w:t>সম্বন্ধিত</w:t>
      </w:r>
      <w:r w:rsidRPr="00D542A0">
        <w:rPr>
          <w:rStyle w:val="libAlaemChar"/>
        </w:rPr>
        <w:t>’</w:t>
      </w:r>
      <w:r w:rsidRPr="003F52A2">
        <w:t xml:space="preserve"> </w:t>
      </w:r>
      <w:r w:rsidRPr="003F52A2">
        <w:rPr>
          <w:cs/>
          <w:lang w:bidi="bn-IN"/>
        </w:rPr>
        <w:t xml:space="preserve">পদ </w:t>
      </w:r>
      <w:r w:rsidR="000C4B23">
        <w:rPr>
          <w:cs/>
          <w:lang w:bidi="bn-IN"/>
        </w:rPr>
        <w:t>সম্পর্কে</w:t>
      </w:r>
      <w:r w:rsidRPr="003F52A2">
        <w:rPr>
          <w:cs/>
          <w:lang w:bidi="bn-IN"/>
        </w:rPr>
        <w:t xml:space="preserve"> পড়েছেন। সমাজতন্ত্রের লক্ষ্য হলো সম্বন্ধের</w:t>
      </w:r>
      <w:r w:rsidR="00EF6527">
        <w:rPr>
          <w:lang w:bidi="bn-IN"/>
        </w:rPr>
        <w:t xml:space="preserve"> </w:t>
      </w:r>
      <w:r w:rsidRPr="003F52A2">
        <w:rPr>
          <w:cs/>
          <w:lang w:bidi="bn-IN"/>
        </w:rPr>
        <w:t xml:space="preserve">দিকে। এই সম্বন্ধ পদগুলো যখন </w:t>
      </w:r>
      <w:r w:rsidRPr="00D542A0">
        <w:rPr>
          <w:rStyle w:val="libAlaemChar"/>
        </w:rPr>
        <w:t>‘</w:t>
      </w:r>
      <w:r w:rsidRPr="003F52A2">
        <w:rPr>
          <w:cs/>
          <w:lang w:bidi="bn-IN"/>
        </w:rPr>
        <w:t>আমার</w:t>
      </w:r>
      <w:r w:rsidRPr="00D542A0">
        <w:rPr>
          <w:rStyle w:val="libAlaemChar"/>
        </w:rPr>
        <w:t>’</w:t>
      </w:r>
      <w:r w:rsidRPr="003F52A2">
        <w:t xml:space="preserve"> </w:t>
      </w:r>
      <w:r w:rsidRPr="003F52A2">
        <w:rPr>
          <w:cs/>
          <w:lang w:bidi="bn-IN"/>
        </w:rPr>
        <w:t>সঙ্গে আসে</w:t>
      </w:r>
      <w:r w:rsidRPr="003F52A2">
        <w:t>,</w:t>
      </w:r>
      <w:r w:rsidRPr="003F52A2">
        <w:rPr>
          <w:cs/>
          <w:lang w:bidi="bn-IN"/>
        </w:rPr>
        <w:t>যেমন আমার বাড়ি</w:t>
      </w:r>
      <w:r w:rsidRPr="003F52A2">
        <w:t>,</w:t>
      </w:r>
      <w:r w:rsidRPr="003F52A2">
        <w:rPr>
          <w:cs/>
          <w:lang w:bidi="bn-IN"/>
        </w:rPr>
        <w:t>আমার টাকা ইত্যাদি তখন</w:t>
      </w:r>
      <w:r w:rsidR="00EF6527">
        <w:rPr>
          <w:lang w:bidi="bn-IN"/>
        </w:rPr>
        <w:t xml:space="preserve"> </w:t>
      </w:r>
      <w:r w:rsidRPr="003F52A2">
        <w:rPr>
          <w:cs/>
          <w:lang w:bidi="bn-IN"/>
        </w:rPr>
        <w:t>আমিত্বের জন্ম হয়। এই সম্বন্ধ পদগুলোই সব সমস্যার মূল। তাই একে উচ্ছেদ করে আমাদের করতে</w:t>
      </w:r>
      <w:r w:rsidR="00EF6527">
        <w:rPr>
          <w:lang w:bidi="bn-IN"/>
        </w:rPr>
        <w:t xml:space="preserve"> </w:t>
      </w:r>
      <w:r w:rsidRPr="003F52A2">
        <w:rPr>
          <w:cs/>
          <w:lang w:bidi="bn-IN"/>
        </w:rPr>
        <w:t>হবে। (আপনারা জানেন</w:t>
      </w:r>
      <w:r w:rsidRPr="003F52A2">
        <w:t>,</w:t>
      </w:r>
      <w:r w:rsidRPr="003F52A2">
        <w:rPr>
          <w:cs/>
          <w:lang w:bidi="bn-IN"/>
        </w:rPr>
        <w:t>এরা পূর্বেও যেমন বর্তমানেও তেমন যৌথ মালিকানার বিষয়টি পরিবারের</w:t>
      </w:r>
      <w:r w:rsidR="00EF6527">
        <w:rPr>
          <w:lang w:bidi="bn-IN"/>
        </w:rPr>
        <w:t xml:space="preserve"> </w:t>
      </w:r>
      <w:r w:rsidRPr="003F52A2">
        <w:rPr>
          <w:cs/>
          <w:lang w:bidi="bn-IN"/>
        </w:rPr>
        <w:t>ক্ষেত্রেও সম্প্রসারণের পক্ষপাতী ছিল</w:t>
      </w:r>
      <w:r w:rsidRPr="003F52A2">
        <w:t>,</w:t>
      </w:r>
      <w:r w:rsidRPr="003F52A2">
        <w:rPr>
          <w:cs/>
          <w:lang w:bidi="bn-IN"/>
        </w:rPr>
        <w:t>কিন্তু নানাবিধ অসুবিধার সম্মুখীন হয়। সোভিয়েত ইউনিয়নে</w:t>
      </w:r>
      <w:r w:rsidR="00EF6527">
        <w:rPr>
          <w:lang w:bidi="bn-IN"/>
        </w:rPr>
        <w:t xml:space="preserve"> </w:t>
      </w:r>
      <w:r w:rsidRPr="003F52A2">
        <w:rPr>
          <w:cs/>
          <w:lang w:bidi="bn-IN"/>
        </w:rPr>
        <w:t>কমিউনিজম প্রতিষ্ঠার জন্য সংঘটিত বিপ্লবের প্রারম্ভিক পর্যায়ে নারীর উপর সামষ্টিক মালিকানার</w:t>
      </w:r>
      <w:r w:rsidR="00EF6527">
        <w:rPr>
          <w:lang w:bidi="bn-IN"/>
        </w:rPr>
        <w:t xml:space="preserve"> </w:t>
      </w:r>
      <w:r w:rsidRPr="003F52A2">
        <w:rPr>
          <w:cs/>
          <w:lang w:bidi="bn-IN"/>
        </w:rPr>
        <w:t>বিষয়টি প্রয়োগের চিন্তা করে</w:t>
      </w:r>
      <w:r w:rsidRPr="003F52A2">
        <w:t>,</w:t>
      </w:r>
      <w:r w:rsidRPr="003F52A2">
        <w:rPr>
          <w:cs/>
          <w:lang w:bidi="bn-IN"/>
        </w:rPr>
        <w:t>কিন্তু তা করতে ব্যর্থ হয়ে ১৯৩৬ সালে রহিত করে।)</w:t>
      </w:r>
    </w:p>
    <w:p w:rsidR="00A325DD" w:rsidRDefault="003F52A2" w:rsidP="00A325DD">
      <w:pPr>
        <w:pStyle w:val="libNormal"/>
        <w:rPr>
          <w:lang w:bidi="bn-IN"/>
        </w:rPr>
      </w:pPr>
      <w:r w:rsidRPr="003F52A2">
        <w:rPr>
          <w:cs/>
          <w:lang w:bidi="bn-IN"/>
        </w:rPr>
        <w:t>কিন্তু ইসলাম বলে</w:t>
      </w:r>
      <w:r w:rsidRPr="003F52A2">
        <w:t>,</w:t>
      </w:r>
      <w:r w:rsidRPr="003F52A2">
        <w:rPr>
          <w:cs/>
          <w:lang w:bidi="bn-IN"/>
        </w:rPr>
        <w:t>তাদের সম্বন্ধ করার কিছুই নেই</w:t>
      </w:r>
      <w:r w:rsidRPr="003F52A2">
        <w:t xml:space="preserve">; </w:t>
      </w:r>
      <w:r w:rsidRPr="003F52A2">
        <w:rPr>
          <w:cs/>
          <w:lang w:bidi="bn-IN"/>
        </w:rPr>
        <w:t xml:space="preserve">সম্বন্ধিত সত্তা অর্থাৎ </w:t>
      </w:r>
      <w:r w:rsidRPr="00D542A0">
        <w:rPr>
          <w:rStyle w:val="libAlaemChar"/>
        </w:rPr>
        <w:t>‘</w:t>
      </w:r>
      <w:r w:rsidRPr="003F52A2">
        <w:rPr>
          <w:cs/>
          <w:lang w:bidi="bn-IN"/>
        </w:rPr>
        <w:t>আমি</w:t>
      </w:r>
      <w:r w:rsidRPr="00D542A0">
        <w:rPr>
          <w:rStyle w:val="libAlaemChar"/>
        </w:rPr>
        <w:t>’</w:t>
      </w:r>
      <w:r w:rsidRPr="003F52A2">
        <w:t xml:space="preserve"> </w:t>
      </w:r>
      <w:r w:rsidRPr="003F52A2">
        <w:rPr>
          <w:cs/>
          <w:lang w:bidi="bn-IN"/>
        </w:rPr>
        <w:t>সব কিছুর জন্য</w:t>
      </w:r>
      <w:r w:rsidR="00EF6527">
        <w:rPr>
          <w:lang w:bidi="bn-IN"/>
        </w:rPr>
        <w:t xml:space="preserve"> </w:t>
      </w:r>
      <w:r w:rsidRPr="003F52A2">
        <w:rPr>
          <w:cs/>
          <w:lang w:bidi="bn-IN"/>
        </w:rPr>
        <w:t>দায়ী। আমাদের দেখতে হবে</w:t>
      </w:r>
      <w:r w:rsidRPr="003F52A2">
        <w:t>,</w:t>
      </w:r>
      <w:r w:rsidRPr="003F52A2">
        <w:rPr>
          <w:cs/>
          <w:lang w:bidi="bn-IN"/>
        </w:rPr>
        <w:t xml:space="preserve">এ </w:t>
      </w:r>
      <w:r w:rsidRPr="00D542A0">
        <w:rPr>
          <w:rStyle w:val="libAlaemChar"/>
        </w:rPr>
        <w:t>‘</w:t>
      </w:r>
      <w:r w:rsidRPr="003F52A2">
        <w:rPr>
          <w:cs/>
          <w:lang w:bidi="bn-IN"/>
        </w:rPr>
        <w:t>আমি</w:t>
      </w:r>
      <w:r w:rsidRPr="00D542A0">
        <w:rPr>
          <w:rStyle w:val="libAlaemChar"/>
        </w:rPr>
        <w:t>’</w:t>
      </w:r>
      <w:r w:rsidRPr="003F52A2">
        <w:t xml:space="preserve"> </w:t>
      </w:r>
      <w:r w:rsidRPr="003F52A2">
        <w:rPr>
          <w:cs/>
          <w:lang w:bidi="bn-IN"/>
        </w:rPr>
        <w:t>কার সঙ্গে সংযুক্ত হয়েছে। যদি সম্বন্ধ পদটি সীমিত ও ব্যক্তি</w:t>
      </w:r>
      <w:r w:rsidR="00EF6527">
        <w:rPr>
          <w:lang w:bidi="bn-IN"/>
        </w:rPr>
        <w:t xml:space="preserve"> </w:t>
      </w:r>
      <w:r w:rsidRPr="003F52A2">
        <w:rPr>
          <w:cs/>
          <w:lang w:bidi="bn-IN"/>
        </w:rPr>
        <w:t>বিষয়ের হয়</w:t>
      </w:r>
      <w:r w:rsidRPr="003F52A2">
        <w:t>,</w:t>
      </w:r>
      <w:r w:rsidRPr="003F52A2">
        <w:rPr>
          <w:cs/>
          <w:lang w:bidi="bn-IN"/>
        </w:rPr>
        <w:t xml:space="preserve">তবে </w:t>
      </w:r>
      <w:r w:rsidRPr="00D542A0">
        <w:rPr>
          <w:rStyle w:val="libAlaemChar"/>
        </w:rPr>
        <w:t>‘</w:t>
      </w:r>
      <w:r w:rsidRPr="003F52A2">
        <w:rPr>
          <w:cs/>
          <w:lang w:bidi="bn-IN"/>
        </w:rPr>
        <w:t>আমি</w:t>
      </w:r>
      <w:r w:rsidRPr="00D542A0">
        <w:rPr>
          <w:rStyle w:val="libAlaemChar"/>
        </w:rPr>
        <w:t>’</w:t>
      </w:r>
      <w:r w:rsidRPr="003F52A2">
        <w:t xml:space="preserve"> </w:t>
      </w:r>
      <w:r w:rsidRPr="003F52A2">
        <w:rPr>
          <w:cs/>
          <w:lang w:bidi="bn-IN"/>
        </w:rPr>
        <w:t>আমিত্বে পরিণত হবে (১*) আর যখন সমাজের আত্মা সম্পর্কিত বিষয় হয়</w:t>
      </w:r>
      <w:r w:rsidRPr="003F52A2">
        <w:t>,</w:t>
      </w:r>
      <w:r w:rsidRPr="003F52A2">
        <w:rPr>
          <w:cs/>
          <w:lang w:bidi="bn-IN"/>
        </w:rPr>
        <w:t>যেমন আদর্শ</w:t>
      </w:r>
      <w:r w:rsidRPr="003F52A2">
        <w:t>,</w:t>
      </w:r>
      <w:r w:rsidRPr="003F52A2">
        <w:rPr>
          <w:cs/>
          <w:lang w:bidi="bn-IN"/>
        </w:rPr>
        <w:t>ঈমান</w:t>
      </w:r>
      <w:r w:rsidRPr="003F52A2">
        <w:t>,</w:t>
      </w:r>
      <w:r w:rsidRPr="003F52A2">
        <w:rPr>
          <w:cs/>
          <w:lang w:bidi="bn-IN"/>
        </w:rPr>
        <w:t xml:space="preserve">স্রষ্টা </w:t>
      </w:r>
      <w:r w:rsidR="004729B1">
        <w:rPr>
          <w:cs/>
          <w:lang w:bidi="bn-IN"/>
        </w:rPr>
        <w:t>প্রভৃতি</w:t>
      </w:r>
      <w:r w:rsidRPr="003F52A2">
        <w:rPr>
          <w:cs/>
          <w:lang w:bidi="bn-IN"/>
        </w:rPr>
        <w:t xml:space="preserve"> তখন </w:t>
      </w:r>
      <w:r w:rsidRPr="00D542A0">
        <w:rPr>
          <w:rStyle w:val="libAlaemChar"/>
        </w:rPr>
        <w:t>‘</w:t>
      </w:r>
      <w:r w:rsidRPr="003F52A2">
        <w:rPr>
          <w:cs/>
          <w:lang w:bidi="bn-IN"/>
        </w:rPr>
        <w:t>আমি</w:t>
      </w:r>
      <w:r w:rsidRPr="00D542A0">
        <w:rPr>
          <w:rStyle w:val="libAlaemChar"/>
        </w:rPr>
        <w:t>’</w:t>
      </w:r>
      <w:r w:rsidRPr="003F52A2">
        <w:t xml:space="preserve"> </w:t>
      </w:r>
      <w:r w:rsidRPr="00D542A0">
        <w:rPr>
          <w:rStyle w:val="libAlaemChar"/>
        </w:rPr>
        <w:t>‘</w:t>
      </w:r>
      <w:r w:rsidRPr="003F52A2">
        <w:rPr>
          <w:cs/>
          <w:lang w:bidi="bn-IN"/>
        </w:rPr>
        <w:t>আমাদের</w:t>
      </w:r>
      <w:r w:rsidRPr="00D542A0">
        <w:rPr>
          <w:rStyle w:val="libAlaemChar"/>
        </w:rPr>
        <w:t>’</w:t>
      </w:r>
      <w:r w:rsidRPr="003F52A2">
        <w:t xml:space="preserve"> </w:t>
      </w:r>
      <w:r w:rsidRPr="003F52A2">
        <w:rPr>
          <w:cs/>
          <w:lang w:bidi="bn-IN"/>
        </w:rPr>
        <w:t>ধারণায় পরিণত হবে। এ মতবাদের</w:t>
      </w:r>
      <w:r w:rsidR="00EF6527">
        <w:rPr>
          <w:lang w:bidi="bn-IN"/>
        </w:rPr>
        <w:t xml:space="preserve"> </w:t>
      </w:r>
      <w:r w:rsidRPr="003F52A2">
        <w:rPr>
          <w:cs/>
          <w:lang w:bidi="bn-IN"/>
        </w:rPr>
        <w:t>সমর্থকরা যুক্তি দেখান</w:t>
      </w:r>
      <w:r w:rsidRPr="003F52A2">
        <w:t>,</w:t>
      </w:r>
      <w:r w:rsidRPr="00D542A0">
        <w:rPr>
          <w:rStyle w:val="libAlaemChar"/>
        </w:rPr>
        <w:t>“</w:t>
      </w:r>
      <w:r w:rsidRPr="003F52A2">
        <w:rPr>
          <w:cs/>
          <w:lang w:bidi="bn-IN"/>
        </w:rPr>
        <w:t>আমরা একদিকে একদল লোক দেখি যারা প্রচুর সম্পদের অধিকারী</w:t>
      </w:r>
      <w:r w:rsidRPr="003F52A2">
        <w:t>,</w:t>
      </w:r>
      <w:r w:rsidR="00EF6527">
        <w:rPr>
          <w:cs/>
          <w:lang w:bidi="bn-IN"/>
        </w:rPr>
        <w:t>কিন্তু</w:t>
      </w:r>
      <w:r w:rsidR="00EF6527">
        <w:rPr>
          <w:lang w:bidi="bn-IN"/>
        </w:rPr>
        <w:t xml:space="preserve"> </w:t>
      </w:r>
      <w:r w:rsidRPr="003F52A2">
        <w:rPr>
          <w:cs/>
          <w:lang w:bidi="bn-IN"/>
        </w:rPr>
        <w:t xml:space="preserve">তাদের </w:t>
      </w:r>
      <w:r w:rsidRPr="00D542A0">
        <w:rPr>
          <w:rStyle w:val="libAlaemChar"/>
        </w:rPr>
        <w:t>‘</w:t>
      </w:r>
      <w:r w:rsidRPr="003F52A2">
        <w:rPr>
          <w:cs/>
          <w:lang w:bidi="bn-IN"/>
        </w:rPr>
        <w:t>আমি</w:t>
      </w:r>
      <w:r w:rsidRPr="00D542A0">
        <w:rPr>
          <w:rStyle w:val="libAlaemChar"/>
        </w:rPr>
        <w:t>’</w:t>
      </w:r>
      <w:r w:rsidRPr="003F52A2">
        <w:t xml:space="preserve"> </w:t>
      </w:r>
      <w:r w:rsidRPr="00D542A0">
        <w:rPr>
          <w:rStyle w:val="libAlaemChar"/>
        </w:rPr>
        <w:t>‘</w:t>
      </w:r>
      <w:r w:rsidRPr="003F52A2">
        <w:rPr>
          <w:cs/>
          <w:lang w:bidi="bn-IN"/>
        </w:rPr>
        <w:t>আমাদের</w:t>
      </w:r>
      <w:r w:rsidRPr="00D542A0">
        <w:rPr>
          <w:rStyle w:val="libAlaemChar"/>
        </w:rPr>
        <w:t>’</w:t>
      </w:r>
      <w:r w:rsidRPr="003F52A2">
        <w:t xml:space="preserve"> </w:t>
      </w:r>
      <w:r w:rsidRPr="003F52A2">
        <w:rPr>
          <w:cs/>
          <w:lang w:bidi="bn-IN"/>
        </w:rPr>
        <w:t>সত্তায় পরিণত হয়েছে। যখন তাদের কিছুই ছিল না তখনও তাদের সত্তা</w:t>
      </w:r>
      <w:r w:rsidR="00EF6527">
        <w:rPr>
          <w:lang w:bidi="bn-IN"/>
        </w:rPr>
        <w:t xml:space="preserve"> </w:t>
      </w:r>
      <w:r w:rsidRPr="00D542A0">
        <w:rPr>
          <w:rStyle w:val="libAlaemChar"/>
        </w:rPr>
        <w:t>‘</w:t>
      </w:r>
      <w:r w:rsidRPr="003F52A2">
        <w:rPr>
          <w:cs/>
          <w:lang w:bidi="bn-IN"/>
        </w:rPr>
        <w:t>আমাদের</w:t>
      </w:r>
      <w:r w:rsidRPr="00D542A0">
        <w:rPr>
          <w:rStyle w:val="libAlaemChar"/>
        </w:rPr>
        <w:t>’</w:t>
      </w:r>
      <w:r w:rsidRPr="003F52A2">
        <w:t xml:space="preserve"> </w:t>
      </w:r>
      <w:r w:rsidRPr="003F52A2">
        <w:rPr>
          <w:cs/>
          <w:lang w:bidi="bn-IN"/>
        </w:rPr>
        <w:t xml:space="preserve">ছিল। আবার যখন সব কিছুই তারা লাভ করেছে তখনও তাদের সত্তা </w:t>
      </w:r>
      <w:r w:rsidRPr="00D542A0">
        <w:rPr>
          <w:rStyle w:val="libAlaemChar"/>
        </w:rPr>
        <w:t>‘</w:t>
      </w:r>
      <w:r w:rsidRPr="003F52A2">
        <w:rPr>
          <w:cs/>
          <w:lang w:bidi="bn-IN"/>
        </w:rPr>
        <w:t>আমাদের</w:t>
      </w:r>
      <w:r w:rsidRPr="00D542A0">
        <w:rPr>
          <w:rStyle w:val="libAlaemChar"/>
        </w:rPr>
        <w:t>’</w:t>
      </w:r>
      <w:r w:rsidRPr="003F52A2">
        <w:t xml:space="preserve"> </w:t>
      </w:r>
      <w:r w:rsidRPr="003F52A2">
        <w:rPr>
          <w:cs/>
          <w:lang w:bidi="bn-IN"/>
        </w:rPr>
        <w:t>ধারণা</w:t>
      </w:r>
      <w:r w:rsidR="00EF6527">
        <w:rPr>
          <w:lang w:bidi="bn-IN"/>
        </w:rPr>
        <w:t xml:space="preserve"> </w:t>
      </w:r>
      <w:r w:rsidRPr="003F52A2">
        <w:rPr>
          <w:cs/>
          <w:lang w:bidi="bn-IN"/>
        </w:rPr>
        <w:t>হতে সরে আসেনি। কারণ তাদের মন ও মানসিকতা বস্তুর প্রতি আসক্ত ছিল না।</w:t>
      </w:r>
      <w:r w:rsidRPr="00D542A0">
        <w:rPr>
          <w:rStyle w:val="libAlaemChar"/>
        </w:rPr>
        <w:t>”</w:t>
      </w:r>
      <w:r w:rsidRPr="003F52A2">
        <w:t xml:space="preserve"> </w:t>
      </w:r>
      <w:r w:rsidRPr="003F52A2">
        <w:rPr>
          <w:cs/>
          <w:lang w:bidi="bn-IN"/>
        </w:rPr>
        <w:t>আলী ইবনে আবি</w:t>
      </w:r>
      <w:r w:rsidR="00EF6527">
        <w:rPr>
          <w:lang w:bidi="bn-IN"/>
        </w:rPr>
        <w:t xml:space="preserve"> </w:t>
      </w:r>
      <w:r w:rsidRPr="003F52A2">
        <w:rPr>
          <w:cs/>
          <w:lang w:bidi="bn-IN"/>
        </w:rPr>
        <w:t>তালিব এমনই এক ব্যক্তি। যখন আলীর জীবন অত্যন্ত সংগ্রাম</w:t>
      </w:r>
      <w:r w:rsidR="00EF6527">
        <w:rPr>
          <w:lang w:bidi="bn-IN"/>
        </w:rPr>
        <w:t xml:space="preserve"> </w:t>
      </w:r>
      <w:r w:rsidRPr="003F52A2">
        <w:rPr>
          <w:cs/>
          <w:lang w:bidi="bn-IN"/>
        </w:rPr>
        <w:t>মুখর ছিল ও চরম দারিদ্র্যের মধ্যে</w:t>
      </w:r>
      <w:r w:rsidR="00EF6527">
        <w:rPr>
          <w:lang w:bidi="bn-IN"/>
        </w:rPr>
        <w:t xml:space="preserve"> </w:t>
      </w:r>
      <w:r w:rsidRPr="003F52A2">
        <w:rPr>
          <w:cs/>
          <w:lang w:bidi="bn-IN"/>
        </w:rPr>
        <w:t>কাটত</w:t>
      </w:r>
      <w:r w:rsidRPr="003F52A2">
        <w:t>,</w:t>
      </w:r>
      <w:r w:rsidRPr="003F52A2">
        <w:rPr>
          <w:cs/>
          <w:lang w:bidi="bn-IN"/>
        </w:rPr>
        <w:t xml:space="preserve">হয়তো কোন দিন নিজের স্ত্রী ও সন্তানদের খাওয়ার মতো খাদ্যই </w:t>
      </w:r>
      <w:r w:rsidR="00FE6D44">
        <w:rPr>
          <w:cs/>
          <w:lang w:bidi="bn-IN"/>
        </w:rPr>
        <w:t>তার</w:t>
      </w:r>
      <w:r w:rsidRPr="003F52A2">
        <w:rPr>
          <w:cs/>
          <w:lang w:bidi="bn-IN"/>
        </w:rPr>
        <w:t xml:space="preserve"> জুটেছে যার সবটুকইু</w:t>
      </w:r>
      <w:r w:rsidR="00A325DD">
        <w:rPr>
          <w:lang w:bidi="bn-IN"/>
        </w:rPr>
        <w:t xml:space="preserve"> </w:t>
      </w:r>
      <w:r w:rsidRPr="003F52A2">
        <w:rPr>
          <w:cs/>
          <w:lang w:bidi="bn-IN"/>
        </w:rPr>
        <w:t>দান করে দিতেন</w:t>
      </w:r>
      <w:r w:rsidRPr="003F52A2">
        <w:t>,</w:t>
      </w:r>
      <w:r w:rsidRPr="003F52A2">
        <w:rPr>
          <w:cs/>
          <w:lang w:bidi="bn-IN"/>
        </w:rPr>
        <w:t>নিজের পরিবারের জন্য কিছুই রাখতেন না। আবার এমন দিনও আলীর এসেছে যে</w:t>
      </w:r>
      <w:r w:rsidRPr="003F52A2">
        <w:t>,</w:t>
      </w:r>
      <w:r w:rsidRPr="003F52A2">
        <w:rPr>
          <w:cs/>
          <w:lang w:bidi="bn-IN"/>
        </w:rPr>
        <w:t>সর্ববহৎ দেশের অর্থাৎ তৎকালীন মুসলিম বিশ্বের খলিফা হিসেবে বায়তুল মালের অধিকারী ছিলেন।</w:t>
      </w:r>
      <w:r w:rsidR="00A325DD">
        <w:rPr>
          <w:lang w:bidi="bn-IN"/>
        </w:rPr>
        <w:t xml:space="preserve"> </w:t>
      </w:r>
      <w:r w:rsidRPr="003F52A2">
        <w:rPr>
          <w:cs/>
          <w:lang w:bidi="bn-IN"/>
        </w:rPr>
        <w:t>যেমন খুশী নিজের ইচ্ছা পূরণের ক্ষমতা লাভ করেছিলেন। কিন্তু এ দু</w:t>
      </w:r>
      <w:r w:rsidRPr="00D542A0">
        <w:rPr>
          <w:rStyle w:val="libAlaemChar"/>
        </w:rPr>
        <w:t>’</w:t>
      </w:r>
      <w:r w:rsidRPr="003F52A2">
        <w:rPr>
          <w:cs/>
          <w:lang w:bidi="bn-IN"/>
        </w:rPr>
        <w:t xml:space="preserve">অবস্থার কোনটিতেই </w:t>
      </w:r>
      <w:r w:rsidR="00FE6D44">
        <w:rPr>
          <w:cs/>
          <w:lang w:bidi="bn-IN"/>
        </w:rPr>
        <w:t>তার</w:t>
      </w:r>
      <w:r w:rsidRPr="003F52A2">
        <w:rPr>
          <w:cs/>
          <w:lang w:bidi="bn-IN"/>
        </w:rPr>
        <w:t xml:space="preserve"> মধ্যে</w:t>
      </w:r>
      <w:r w:rsidR="00A325DD">
        <w:rPr>
          <w:lang w:bidi="bn-IN"/>
        </w:rPr>
        <w:t xml:space="preserve"> </w:t>
      </w:r>
      <w:r w:rsidRPr="003F52A2">
        <w:rPr>
          <w:cs/>
          <w:lang w:bidi="bn-IN"/>
        </w:rPr>
        <w:t>আমিত্ব ছিল না</w:t>
      </w:r>
      <w:r w:rsidRPr="003F52A2">
        <w:t>,</w:t>
      </w:r>
      <w:r w:rsidRPr="003F52A2">
        <w:rPr>
          <w:cs/>
          <w:lang w:bidi="bn-IN"/>
        </w:rPr>
        <w:t xml:space="preserve">সব সময়ই </w:t>
      </w:r>
      <w:r w:rsidR="00FE6D44">
        <w:rPr>
          <w:cs/>
          <w:lang w:bidi="bn-IN"/>
        </w:rPr>
        <w:t>তার</w:t>
      </w:r>
      <w:r w:rsidRPr="003F52A2">
        <w:rPr>
          <w:cs/>
          <w:lang w:bidi="bn-IN"/>
        </w:rPr>
        <w:t xml:space="preserve"> সত্তা ছিল আমাদের। সব সময়ই নিজেকে ভুলে অপরের চিন্তায়</w:t>
      </w:r>
      <w:r w:rsidR="00A325DD">
        <w:rPr>
          <w:lang w:bidi="bn-IN"/>
        </w:rPr>
        <w:t xml:space="preserve"> </w:t>
      </w:r>
      <w:r w:rsidRPr="003F52A2">
        <w:rPr>
          <w:cs/>
          <w:lang w:bidi="bn-IN"/>
        </w:rPr>
        <w:t xml:space="preserve">নিমজ্জিত ছিলেন। সুতরাং </w:t>
      </w:r>
      <w:r w:rsidRPr="00D542A0">
        <w:rPr>
          <w:rStyle w:val="libAlaemChar"/>
        </w:rPr>
        <w:t>‘</w:t>
      </w:r>
      <w:r w:rsidRPr="003F52A2">
        <w:rPr>
          <w:cs/>
          <w:lang w:bidi="bn-IN"/>
        </w:rPr>
        <w:t>আমি</w:t>
      </w:r>
      <w:r w:rsidRPr="00D542A0">
        <w:rPr>
          <w:rStyle w:val="libAlaemChar"/>
        </w:rPr>
        <w:t>’</w:t>
      </w:r>
      <w:r w:rsidRPr="003F52A2">
        <w:rPr>
          <w:cs/>
          <w:lang w:bidi="bn-IN"/>
        </w:rPr>
        <w:t xml:space="preserve">কে </w:t>
      </w:r>
      <w:r w:rsidRPr="00D542A0">
        <w:rPr>
          <w:rStyle w:val="libAlaemChar"/>
        </w:rPr>
        <w:t>‘</w:t>
      </w:r>
      <w:r w:rsidRPr="003F52A2">
        <w:rPr>
          <w:cs/>
          <w:lang w:bidi="bn-IN"/>
        </w:rPr>
        <w:t>আমাদের</w:t>
      </w:r>
      <w:r w:rsidRPr="00D542A0">
        <w:rPr>
          <w:rStyle w:val="libAlaemChar"/>
        </w:rPr>
        <w:t>’</w:t>
      </w:r>
      <w:r w:rsidRPr="003F52A2">
        <w:t xml:space="preserve"> </w:t>
      </w:r>
      <w:r w:rsidRPr="003F52A2">
        <w:rPr>
          <w:cs/>
          <w:lang w:bidi="bn-IN"/>
        </w:rPr>
        <w:t>করার জন্য ব্যক্তি-মালিকানার অবসানের প্রয়োজন</w:t>
      </w:r>
      <w:r w:rsidR="00A325DD">
        <w:rPr>
          <w:lang w:bidi="bn-IN"/>
        </w:rPr>
        <w:t xml:space="preserve"> </w:t>
      </w:r>
      <w:r w:rsidRPr="003F52A2">
        <w:rPr>
          <w:cs/>
          <w:lang w:bidi="bn-IN"/>
        </w:rPr>
        <w:t>নেই।</w:t>
      </w:r>
    </w:p>
    <w:p w:rsidR="00A325DD" w:rsidRDefault="00A325DD" w:rsidP="00A325DD">
      <w:pPr>
        <w:pStyle w:val="libNormal"/>
        <w:rPr>
          <w:lang w:bidi="bn-IN"/>
        </w:rPr>
      </w:pPr>
    </w:p>
    <w:p w:rsidR="00A325DD" w:rsidRDefault="003F52A2" w:rsidP="00A325DD">
      <w:pPr>
        <w:pStyle w:val="libBold1"/>
        <w:rPr>
          <w:lang w:bidi="bn-IN"/>
        </w:rPr>
      </w:pPr>
      <w:r w:rsidRPr="003F52A2">
        <w:rPr>
          <w:cs/>
          <w:lang w:bidi="bn-IN"/>
        </w:rPr>
        <w:t>আমিত্ব সৃষ্টির একমাত্র কারণ ব্যক্তি-মালিকানা নয়</w:t>
      </w:r>
    </w:p>
    <w:p w:rsidR="00A325DD" w:rsidRDefault="003F52A2" w:rsidP="00A325DD">
      <w:pPr>
        <w:pStyle w:val="libNormal"/>
        <w:rPr>
          <w:lang w:bidi="bn-IN"/>
        </w:rPr>
      </w:pPr>
      <w:r w:rsidRPr="003F52A2">
        <w:rPr>
          <w:cs/>
          <w:lang w:bidi="bn-IN"/>
        </w:rPr>
        <w:t>সমাজতন্ত্রের বিরুদ্ধে বলতে হয়</w:t>
      </w:r>
      <w:r w:rsidRPr="003F52A2">
        <w:t>,</w:t>
      </w:r>
      <w:r w:rsidRPr="003F52A2">
        <w:rPr>
          <w:cs/>
          <w:lang w:bidi="bn-IN"/>
        </w:rPr>
        <w:t>মানুষের সকল কর্মকাণ্ড অর্থনীতির সঙ্গে সংশ্লিষ্ট নয় যে</w:t>
      </w:r>
      <w:r w:rsidRPr="003F52A2">
        <w:t>,</w:t>
      </w:r>
      <w:r w:rsidRPr="003F52A2">
        <w:rPr>
          <w:cs/>
          <w:lang w:bidi="bn-IN"/>
        </w:rPr>
        <w:t>বলা যাবে</w:t>
      </w:r>
      <w:r w:rsidR="00A325DD">
        <w:rPr>
          <w:lang w:bidi="bn-IN"/>
        </w:rPr>
        <w:t xml:space="preserve"> </w:t>
      </w:r>
      <w:r w:rsidRPr="003F52A2">
        <w:rPr>
          <w:cs/>
          <w:lang w:bidi="bn-IN"/>
        </w:rPr>
        <w:t xml:space="preserve">ব্যক্তি-মালিকানাকে সামষ্টিক মালিকানায় পরিণত করলে </w:t>
      </w:r>
      <w:r w:rsidRPr="00D542A0">
        <w:rPr>
          <w:rStyle w:val="libAlaemChar"/>
        </w:rPr>
        <w:t>‘</w:t>
      </w:r>
      <w:r w:rsidRPr="003F52A2">
        <w:rPr>
          <w:cs/>
          <w:lang w:bidi="bn-IN"/>
        </w:rPr>
        <w:t>আমি</w:t>
      </w:r>
      <w:r w:rsidRPr="00D542A0">
        <w:rPr>
          <w:rStyle w:val="libAlaemChar"/>
        </w:rPr>
        <w:t>’</w:t>
      </w:r>
      <w:r w:rsidRPr="003F52A2">
        <w:t xml:space="preserve"> </w:t>
      </w:r>
      <w:r w:rsidRPr="00D542A0">
        <w:rPr>
          <w:rStyle w:val="libAlaemChar"/>
        </w:rPr>
        <w:t>‘</w:t>
      </w:r>
      <w:r w:rsidRPr="003F52A2">
        <w:rPr>
          <w:cs/>
          <w:lang w:bidi="bn-IN"/>
        </w:rPr>
        <w:t>আমরা</w:t>
      </w:r>
      <w:r w:rsidRPr="00D542A0">
        <w:rPr>
          <w:rStyle w:val="libAlaemChar"/>
        </w:rPr>
        <w:t>’</w:t>
      </w:r>
      <w:r w:rsidRPr="003F52A2">
        <w:rPr>
          <w:cs/>
          <w:lang w:bidi="bn-IN"/>
        </w:rPr>
        <w:t>য় পরিণত হয়ে যাবে। মানুষের</w:t>
      </w:r>
      <w:r w:rsidR="00A325DD">
        <w:rPr>
          <w:lang w:bidi="bn-IN"/>
        </w:rPr>
        <w:t xml:space="preserve"> </w:t>
      </w:r>
      <w:r w:rsidRPr="003F52A2">
        <w:rPr>
          <w:cs/>
          <w:lang w:bidi="bn-IN"/>
        </w:rPr>
        <w:t>জীবনের অনেকগুলো দিকের একটি দিক হলো অর্থনীতি যেখানে ব্যক্তি-মালিকানার বিষয় রয়েছে।</w:t>
      </w:r>
      <w:r w:rsidR="00A325DD">
        <w:rPr>
          <w:lang w:bidi="bn-IN"/>
        </w:rPr>
        <w:t xml:space="preserve"> </w:t>
      </w:r>
      <w:r w:rsidRPr="003F52A2">
        <w:rPr>
          <w:cs/>
          <w:lang w:bidi="bn-IN"/>
        </w:rPr>
        <w:t>কিন্তু তার জীবনের অন্যান্য দিক অর্থনীতি ও ব্যক্তি-মালিকানার সঙ্গে সম্পর্কিত নয়</w:t>
      </w:r>
      <w:r w:rsidRPr="003F52A2">
        <w:t>,</w:t>
      </w:r>
      <w:r w:rsidRPr="003F52A2">
        <w:rPr>
          <w:cs/>
          <w:lang w:bidi="bn-IN"/>
        </w:rPr>
        <w:t xml:space="preserve">যেমন </w:t>
      </w:r>
      <w:r w:rsidRPr="00D542A0">
        <w:rPr>
          <w:rStyle w:val="libAlaemChar"/>
        </w:rPr>
        <w:t>‘</w:t>
      </w:r>
      <w:r w:rsidRPr="003F52A2">
        <w:rPr>
          <w:cs/>
          <w:lang w:bidi="bn-IN"/>
        </w:rPr>
        <w:t>পদমর্যাদা</w:t>
      </w:r>
      <w:r w:rsidRPr="00D542A0">
        <w:rPr>
          <w:rStyle w:val="libAlaemChar"/>
        </w:rPr>
        <w:t>’</w:t>
      </w:r>
      <w:r w:rsidRPr="003F52A2">
        <w:rPr>
          <w:cs/>
          <w:lang w:bidi="bn-IN"/>
        </w:rPr>
        <w:t xml:space="preserve"> ও </w:t>
      </w:r>
      <w:r w:rsidRPr="00D542A0">
        <w:rPr>
          <w:rStyle w:val="libAlaemChar"/>
        </w:rPr>
        <w:t>‘</w:t>
      </w:r>
      <w:r w:rsidRPr="003F52A2">
        <w:rPr>
          <w:cs/>
          <w:lang w:bidi="bn-IN"/>
        </w:rPr>
        <w:t>নারী</w:t>
      </w:r>
      <w:r w:rsidRPr="00D542A0">
        <w:rPr>
          <w:rStyle w:val="libAlaemChar"/>
        </w:rPr>
        <w:t>’</w:t>
      </w:r>
      <w:r w:rsidRPr="003F52A2">
        <w:rPr>
          <w:cs/>
          <w:lang w:bidi="hi-IN"/>
        </w:rPr>
        <w:t xml:space="preserve">। </w:t>
      </w:r>
      <w:r w:rsidRPr="003F52A2">
        <w:rPr>
          <w:cs/>
          <w:lang w:bidi="bn-IN"/>
        </w:rPr>
        <w:t>এ দু</w:t>
      </w:r>
      <w:r w:rsidRPr="00D542A0">
        <w:rPr>
          <w:rStyle w:val="libAlaemChar"/>
        </w:rPr>
        <w:t>’</w:t>
      </w:r>
      <w:r w:rsidRPr="003F52A2">
        <w:rPr>
          <w:cs/>
          <w:lang w:bidi="bn-IN"/>
        </w:rPr>
        <w:t>টি বিষয় মর্যাদার দিক হতে কোন অবস্থাতেই অর্থনীতি হতে কম মূল্যের নয়। কখনো</w:t>
      </w:r>
      <w:r w:rsidR="00A325DD">
        <w:rPr>
          <w:lang w:bidi="bn-IN"/>
        </w:rPr>
        <w:t xml:space="preserve"> </w:t>
      </w:r>
      <w:r w:rsidRPr="003F52A2">
        <w:rPr>
          <w:cs/>
          <w:lang w:bidi="bn-IN"/>
        </w:rPr>
        <w:t>কখনো মানুষ একজন নারীর জন্য তার সকল অর্থ ও সম্পদ ব্যয় করে বা কোন সামাজিক পদমর্যাদার</w:t>
      </w:r>
      <w:r w:rsidR="00A325DD">
        <w:rPr>
          <w:lang w:bidi="bn-IN"/>
        </w:rPr>
        <w:t xml:space="preserve"> </w:t>
      </w:r>
      <w:r w:rsidRPr="003F52A2">
        <w:rPr>
          <w:cs/>
          <w:lang w:bidi="bn-IN"/>
        </w:rPr>
        <w:t>জন্য তা ব্যয় করে। তাকে আমরা কি বলব</w:t>
      </w:r>
      <w:r w:rsidRPr="003F52A2">
        <w:t xml:space="preserve">? </w:t>
      </w:r>
      <w:r w:rsidRPr="003F52A2">
        <w:rPr>
          <w:cs/>
          <w:lang w:bidi="bn-IN"/>
        </w:rPr>
        <w:t>সকল নারীকে একই ছাঁচে ফেলে সকল দিক হতে</w:t>
      </w:r>
      <w:r w:rsidR="00A325DD">
        <w:rPr>
          <w:lang w:bidi="bn-IN"/>
        </w:rPr>
        <w:t xml:space="preserve"> </w:t>
      </w:r>
      <w:r w:rsidRPr="003F52A2">
        <w:rPr>
          <w:cs/>
          <w:lang w:bidi="bn-IN"/>
        </w:rPr>
        <w:t>পরস্পরের</w:t>
      </w:r>
      <w:r w:rsidR="00A325DD">
        <w:rPr>
          <w:lang w:bidi="bn-IN"/>
        </w:rPr>
        <w:t xml:space="preserve"> </w:t>
      </w:r>
      <w:r w:rsidRPr="003F52A2">
        <w:rPr>
          <w:cs/>
          <w:lang w:bidi="bn-IN"/>
        </w:rPr>
        <w:t>সমমান</w:t>
      </w:r>
      <w:r w:rsidR="00A325DD">
        <w:rPr>
          <w:lang w:bidi="bn-IN"/>
        </w:rPr>
        <w:t xml:space="preserve"> </w:t>
      </w:r>
      <w:r w:rsidRPr="003F52A2">
        <w:rPr>
          <w:cs/>
          <w:lang w:bidi="bn-IN"/>
        </w:rPr>
        <w:t>করা</w:t>
      </w:r>
      <w:r w:rsidR="00A325DD">
        <w:rPr>
          <w:lang w:bidi="bn-IN"/>
        </w:rPr>
        <w:t xml:space="preserve"> </w:t>
      </w:r>
      <w:r w:rsidRPr="003F52A2">
        <w:rPr>
          <w:cs/>
          <w:lang w:bidi="bn-IN"/>
        </w:rPr>
        <w:t>সম্ভব</w:t>
      </w:r>
      <w:r w:rsidR="00A325DD">
        <w:rPr>
          <w:lang w:bidi="bn-IN"/>
        </w:rPr>
        <w:t xml:space="preserve"> </w:t>
      </w:r>
      <w:r w:rsidRPr="003F52A2">
        <w:rPr>
          <w:cs/>
          <w:lang w:bidi="bn-IN"/>
        </w:rPr>
        <w:t>কি</w:t>
      </w:r>
      <w:r w:rsidRPr="003F52A2">
        <w:t>?</w:t>
      </w:r>
      <w:r w:rsidR="00A325DD">
        <w:t xml:space="preserve"> </w:t>
      </w:r>
      <w:r w:rsidRPr="003F52A2">
        <w:rPr>
          <w:cs/>
          <w:lang w:bidi="bn-IN"/>
        </w:rPr>
        <w:t>যদিও</w:t>
      </w:r>
      <w:r w:rsidR="00A325DD">
        <w:rPr>
          <w:lang w:bidi="bn-IN"/>
        </w:rPr>
        <w:t xml:space="preserve"> </w:t>
      </w:r>
      <w:r w:rsidRPr="003F52A2">
        <w:rPr>
          <w:cs/>
          <w:lang w:bidi="bn-IN"/>
        </w:rPr>
        <w:t>বাস্তবে নারীর মালিকানার ক্ষেত্রে যৌথ বা সামষ্টিক মালিকানার কোন ব্যাপার নেই তদুপরি এখানে</w:t>
      </w:r>
      <w:r w:rsidR="00A325DD">
        <w:rPr>
          <w:lang w:bidi="bn-IN"/>
        </w:rPr>
        <w:t xml:space="preserve"> </w:t>
      </w:r>
      <w:r w:rsidRPr="00D542A0">
        <w:rPr>
          <w:rStyle w:val="libAlaemChar"/>
        </w:rPr>
        <w:t>‘</w:t>
      </w:r>
      <w:r w:rsidRPr="003F52A2">
        <w:rPr>
          <w:cs/>
          <w:lang w:bidi="bn-IN"/>
        </w:rPr>
        <w:t>আমার</w:t>
      </w:r>
      <w:r w:rsidRPr="00D542A0">
        <w:rPr>
          <w:rStyle w:val="libAlaemChar"/>
        </w:rPr>
        <w:t>’</w:t>
      </w:r>
      <w:r w:rsidRPr="003F52A2">
        <w:t xml:space="preserve"> </w:t>
      </w:r>
      <w:r w:rsidRPr="003F52A2">
        <w:rPr>
          <w:cs/>
          <w:lang w:bidi="bn-IN"/>
        </w:rPr>
        <w:t>ধারণা বর্তমান।</w:t>
      </w:r>
    </w:p>
    <w:p w:rsidR="00A325DD" w:rsidRDefault="003F52A2" w:rsidP="00A325DD">
      <w:pPr>
        <w:pStyle w:val="libNormal"/>
        <w:rPr>
          <w:lang w:bidi="bn-IN"/>
        </w:rPr>
      </w:pPr>
      <w:r w:rsidRPr="003F52A2">
        <w:rPr>
          <w:cs/>
          <w:lang w:bidi="bn-IN"/>
        </w:rPr>
        <w:t>পদমর্যাদাও তদ্রূপ। যদি ধরি</w:t>
      </w:r>
      <w:r w:rsidRPr="003F52A2">
        <w:t>,</w:t>
      </w:r>
      <w:r w:rsidRPr="003F52A2">
        <w:rPr>
          <w:cs/>
          <w:lang w:bidi="bn-IN"/>
        </w:rPr>
        <w:t>যে ব্যক্তি সমাজতান্ত্রিক রাষ্ট্রের সর্বোচ্চ পদে রয়েছেন তিনি খাদ্য</w:t>
      </w:r>
      <w:r w:rsidRPr="003F52A2">
        <w:t>,</w:t>
      </w:r>
      <w:r w:rsidRPr="003F52A2">
        <w:rPr>
          <w:cs/>
          <w:lang w:bidi="bn-IN"/>
        </w:rPr>
        <w:t>বাসস্থান ও যানবাহনের ক্ষেত্রে সাধারণ নাগরিকের সমান</w:t>
      </w:r>
      <w:r w:rsidRPr="003F52A2">
        <w:t>,</w:t>
      </w:r>
      <w:r w:rsidRPr="003F52A2">
        <w:rPr>
          <w:cs/>
          <w:lang w:bidi="bn-IN"/>
        </w:rPr>
        <w:t>যেমন সমাজতান্ত্রিক চীনের প্রধানমন্ত্রী</w:t>
      </w:r>
      <w:r w:rsidR="00A325DD">
        <w:rPr>
          <w:lang w:bidi="bn-IN"/>
        </w:rPr>
        <w:t xml:space="preserve"> </w:t>
      </w:r>
      <w:r w:rsidRPr="003F52A2">
        <w:rPr>
          <w:cs/>
          <w:lang w:bidi="bn-IN"/>
        </w:rPr>
        <w:t xml:space="preserve">অর্থনৈতিক ক্ষেত্রে </w:t>
      </w:r>
      <w:r w:rsidR="00FE6D44">
        <w:rPr>
          <w:cs/>
          <w:lang w:bidi="bn-IN"/>
        </w:rPr>
        <w:t>তার</w:t>
      </w:r>
      <w:r w:rsidRPr="003F52A2">
        <w:rPr>
          <w:cs/>
          <w:lang w:bidi="bn-IN"/>
        </w:rPr>
        <w:t xml:space="preserve"> দেশের কোন এক কারখানার শ্রমিকের সম অবস্থানে রয়েছেন</w:t>
      </w:r>
      <w:r w:rsidRPr="003F52A2">
        <w:t>,</w:t>
      </w:r>
      <w:r w:rsidRPr="003F52A2">
        <w:rPr>
          <w:cs/>
          <w:lang w:bidi="bn-IN"/>
        </w:rPr>
        <w:t>তাদের</w:t>
      </w:r>
      <w:r w:rsidR="00A325DD">
        <w:rPr>
          <w:lang w:bidi="bn-IN"/>
        </w:rPr>
        <w:t xml:space="preserve"> </w:t>
      </w:r>
      <w:r w:rsidRPr="003F52A2">
        <w:rPr>
          <w:cs/>
          <w:lang w:bidi="bn-IN"/>
        </w:rPr>
        <w:t>বাসস্থান</w:t>
      </w:r>
      <w:r w:rsidRPr="003F52A2">
        <w:t>,</w:t>
      </w:r>
      <w:r w:rsidRPr="003F52A2">
        <w:rPr>
          <w:cs/>
          <w:lang w:bidi="bn-IN"/>
        </w:rPr>
        <w:t>যানবাহন সবই এক রকম</w:t>
      </w:r>
      <w:r w:rsidRPr="003F52A2">
        <w:t>,</w:t>
      </w:r>
      <w:r w:rsidRPr="003F52A2">
        <w:rPr>
          <w:cs/>
          <w:lang w:bidi="bn-IN"/>
        </w:rPr>
        <w:t>যুক্তরাষ্ট্রের রাষ্ট্রপতির উপহার তিনি গ্রহণ করে গর্বিত হন না।</w:t>
      </w:r>
      <w:r w:rsidR="00A325DD">
        <w:rPr>
          <w:lang w:bidi="bn-IN"/>
        </w:rPr>
        <w:t xml:space="preserve"> </w:t>
      </w:r>
      <w:r w:rsidRPr="003F52A2">
        <w:rPr>
          <w:cs/>
          <w:lang w:bidi="bn-IN"/>
        </w:rPr>
        <w:t>এখন কি বলা যাবে</w:t>
      </w:r>
      <w:r w:rsidRPr="003F52A2">
        <w:t>,</w:t>
      </w:r>
      <w:r w:rsidRPr="003F52A2">
        <w:rPr>
          <w:cs/>
          <w:lang w:bidi="bn-IN"/>
        </w:rPr>
        <w:t>তিনি বাকী সকল বিষয়ে সাধারণ নাগরিকদের পর্যায়ে রয়েছেন</w:t>
      </w:r>
      <w:r w:rsidRPr="003F52A2">
        <w:t xml:space="preserve">? </w:t>
      </w:r>
      <w:r w:rsidRPr="003F52A2">
        <w:rPr>
          <w:cs/>
          <w:lang w:bidi="bn-IN"/>
        </w:rPr>
        <w:t>না</w:t>
      </w:r>
      <w:r w:rsidRPr="003F52A2">
        <w:t>,</w:t>
      </w:r>
      <w:r w:rsidRPr="003F52A2">
        <w:rPr>
          <w:cs/>
          <w:lang w:bidi="bn-IN"/>
        </w:rPr>
        <w:t>কারণ তিনি</w:t>
      </w:r>
      <w:r w:rsidR="00A325DD">
        <w:rPr>
          <w:lang w:bidi="bn-IN"/>
        </w:rPr>
        <w:t xml:space="preserve"> </w:t>
      </w:r>
      <w:r w:rsidRPr="003F52A2">
        <w:rPr>
          <w:cs/>
          <w:lang w:bidi="bn-IN"/>
        </w:rPr>
        <w:t>যে পদ ধারণ করে রয়েছেন অন্যরা তা ধারণ করছে না এবং এ পদের সুবাদে রেডিও</w:t>
      </w:r>
      <w:r w:rsidRPr="003F52A2">
        <w:t>,</w:t>
      </w:r>
      <w:r w:rsidRPr="003F52A2">
        <w:rPr>
          <w:cs/>
          <w:lang w:bidi="bn-IN"/>
        </w:rPr>
        <w:t>টেলিভিশন</w:t>
      </w:r>
      <w:r w:rsidRPr="003F52A2">
        <w:t>,</w:t>
      </w:r>
      <w:r w:rsidRPr="003F52A2">
        <w:rPr>
          <w:cs/>
          <w:lang w:bidi="bn-IN"/>
        </w:rPr>
        <w:t xml:space="preserve">পত্রিক </w:t>
      </w:r>
      <w:r w:rsidR="004729B1">
        <w:rPr>
          <w:cs/>
          <w:lang w:bidi="bn-IN"/>
        </w:rPr>
        <w:t>প্রভৃতি</w:t>
      </w:r>
      <w:r w:rsidRPr="003F52A2">
        <w:rPr>
          <w:cs/>
          <w:lang w:bidi="bn-IN"/>
        </w:rPr>
        <w:t xml:space="preserve">তে শতবার </w:t>
      </w:r>
      <w:r w:rsidR="00FE6D44">
        <w:rPr>
          <w:cs/>
          <w:lang w:bidi="bn-IN"/>
        </w:rPr>
        <w:t>তার</w:t>
      </w:r>
      <w:r w:rsidRPr="003F52A2">
        <w:rPr>
          <w:cs/>
          <w:lang w:bidi="bn-IN"/>
        </w:rPr>
        <w:t xml:space="preserve"> নাম উচ্চারিত হচ্ছে ও ছবি আসছে</w:t>
      </w:r>
      <w:r w:rsidRPr="003F52A2">
        <w:t>,</w:t>
      </w:r>
      <w:r w:rsidRPr="003F52A2">
        <w:rPr>
          <w:cs/>
          <w:lang w:bidi="bn-IN"/>
        </w:rPr>
        <w:t>অথচ ঐ শ্রমিক এ সব ক্ষেত্রে সাম্য</w:t>
      </w:r>
      <w:r w:rsidR="00A325DD">
        <w:rPr>
          <w:lang w:bidi="bn-IN"/>
        </w:rPr>
        <w:t xml:space="preserve"> </w:t>
      </w:r>
      <w:r w:rsidRPr="003F52A2">
        <w:rPr>
          <w:cs/>
          <w:lang w:bidi="bn-IN"/>
        </w:rPr>
        <w:t>হতে বঞ্চিত হচ্ছে ও ঐ সুবিধাগুলো পাচ্ছে না।</w:t>
      </w:r>
    </w:p>
    <w:p w:rsidR="00A325DD" w:rsidRDefault="003F52A2" w:rsidP="00A325DD">
      <w:pPr>
        <w:pStyle w:val="libNormal"/>
        <w:rPr>
          <w:lang w:bidi="bn-IN"/>
        </w:rPr>
      </w:pPr>
      <w:r w:rsidRPr="003F52A2">
        <w:rPr>
          <w:cs/>
          <w:lang w:bidi="bn-IN"/>
        </w:rPr>
        <w:t>তাই বোঝা যায়</w:t>
      </w:r>
      <w:r w:rsidRPr="003F52A2">
        <w:t>,</w:t>
      </w:r>
      <w:r w:rsidRPr="003F52A2">
        <w:rPr>
          <w:cs/>
          <w:lang w:bidi="bn-IN"/>
        </w:rPr>
        <w:t>ঐ প্রধানমন্ত্রীর পদমর্যাদাকে সামষ্টিক মালিকানার আওতায় আনা সম্ভব নয়।</w:t>
      </w:r>
      <w:r w:rsidR="00A325DD">
        <w:rPr>
          <w:lang w:bidi="bn-IN"/>
        </w:rPr>
        <w:t xml:space="preserve"> </w:t>
      </w:r>
      <w:r w:rsidRPr="003F52A2">
        <w:rPr>
          <w:cs/>
          <w:lang w:bidi="bn-IN"/>
        </w:rPr>
        <w:t>বাধ্যতামূলকভাবেই সমাজতান্ত্রিক রাষ্ট্রের নেতৃত্বের দায়িত্ব কোন এক ব্যক্তিকে দিতে হবে। এক ব্যক্তি</w:t>
      </w:r>
      <w:r w:rsidR="00A325DD">
        <w:rPr>
          <w:lang w:bidi="bn-IN"/>
        </w:rPr>
        <w:t xml:space="preserve"> </w:t>
      </w:r>
      <w:r w:rsidRPr="003F52A2">
        <w:rPr>
          <w:cs/>
          <w:lang w:bidi="bn-IN"/>
        </w:rPr>
        <w:t>সাধারণ সম্পাদক হবে</w:t>
      </w:r>
      <w:r w:rsidRPr="003F52A2">
        <w:t>,</w:t>
      </w:r>
      <w:r w:rsidRPr="003F52A2">
        <w:rPr>
          <w:cs/>
          <w:lang w:bidi="bn-IN"/>
        </w:rPr>
        <w:t>কেউ সহ-সভাপতি হবে</w:t>
      </w:r>
      <w:r w:rsidRPr="003F52A2">
        <w:t>,</w:t>
      </w:r>
      <w:r w:rsidRPr="003F52A2">
        <w:rPr>
          <w:cs/>
          <w:lang w:bidi="bn-IN"/>
        </w:rPr>
        <w:t>এমন</w:t>
      </w:r>
      <w:r w:rsidR="00A325DD">
        <w:rPr>
          <w:lang w:bidi="bn-IN"/>
        </w:rPr>
        <w:t xml:space="preserve"> </w:t>
      </w:r>
      <w:r w:rsidRPr="003F52A2">
        <w:rPr>
          <w:cs/>
          <w:lang w:bidi="bn-IN"/>
        </w:rPr>
        <w:t>ভাবে দায়িত্ব বণ্টিত হতে হবে শেষ পদ পর্যন্ত।</w:t>
      </w:r>
      <w:r w:rsidR="00A325DD">
        <w:rPr>
          <w:rStyle w:val="libAlaemChar"/>
        </w:rPr>
        <w:t xml:space="preserve"> </w:t>
      </w:r>
      <w:r w:rsidRPr="003F52A2">
        <w:rPr>
          <w:cs/>
          <w:lang w:bidi="bn-IN"/>
        </w:rPr>
        <w:t>কোন অফিসের ক্ষেত্রেও সেরূপ।</w:t>
      </w:r>
    </w:p>
    <w:p w:rsidR="00A325DD" w:rsidRDefault="003F52A2" w:rsidP="00A325DD">
      <w:pPr>
        <w:pStyle w:val="libNormal"/>
        <w:rPr>
          <w:lang w:bidi="bn-IN"/>
        </w:rPr>
      </w:pPr>
      <w:r w:rsidRPr="00D542A0">
        <w:rPr>
          <w:rStyle w:val="libAlaemChar"/>
        </w:rPr>
        <w:t>‘</w:t>
      </w:r>
      <w:r w:rsidRPr="003F52A2">
        <w:rPr>
          <w:cs/>
          <w:lang w:bidi="bn-IN"/>
        </w:rPr>
        <w:t>আমি</w:t>
      </w:r>
      <w:r w:rsidRPr="00D542A0">
        <w:rPr>
          <w:rStyle w:val="libAlaemChar"/>
        </w:rPr>
        <w:t>’</w:t>
      </w:r>
      <w:r w:rsidRPr="003F52A2">
        <w:t xml:space="preserve"> </w:t>
      </w:r>
      <w:r w:rsidRPr="00D542A0">
        <w:rPr>
          <w:rStyle w:val="libAlaemChar"/>
        </w:rPr>
        <w:t>‘</w:t>
      </w:r>
      <w:r w:rsidRPr="003F52A2">
        <w:rPr>
          <w:cs/>
          <w:lang w:bidi="bn-IN"/>
        </w:rPr>
        <w:t>আমরা</w:t>
      </w:r>
      <w:r w:rsidRPr="00D542A0">
        <w:rPr>
          <w:rStyle w:val="libAlaemChar"/>
        </w:rPr>
        <w:t>’</w:t>
      </w:r>
      <w:r w:rsidRPr="003F52A2">
        <w:rPr>
          <w:cs/>
          <w:lang w:bidi="bn-IN"/>
        </w:rPr>
        <w:t>য় পরিণত হতে হলে ব্যক্তি-মালিকানা বিলুপ্তকরণই যথেষ্ট নয়। যেহেতু অনেক</w:t>
      </w:r>
      <w:r w:rsidR="00A325DD">
        <w:rPr>
          <w:lang w:bidi="bn-IN"/>
        </w:rPr>
        <w:t xml:space="preserve"> </w:t>
      </w:r>
      <w:r w:rsidRPr="003F52A2">
        <w:rPr>
          <w:cs/>
          <w:lang w:bidi="bn-IN"/>
        </w:rPr>
        <w:t xml:space="preserve">স্থানেই দেখেছি ব্যক্তি-মালিকানা বিলুপ্ত হলেও </w:t>
      </w:r>
      <w:r w:rsidRPr="00D542A0">
        <w:rPr>
          <w:rStyle w:val="libAlaemChar"/>
        </w:rPr>
        <w:t>‘</w:t>
      </w:r>
      <w:r w:rsidRPr="003F52A2">
        <w:rPr>
          <w:cs/>
          <w:lang w:bidi="bn-IN"/>
        </w:rPr>
        <w:t>আমি</w:t>
      </w:r>
      <w:r w:rsidRPr="00D542A0">
        <w:rPr>
          <w:rStyle w:val="libAlaemChar"/>
        </w:rPr>
        <w:t>’</w:t>
      </w:r>
      <w:r w:rsidRPr="003F52A2">
        <w:t xml:space="preserve"> </w:t>
      </w:r>
      <w:r w:rsidRPr="00D542A0">
        <w:rPr>
          <w:rStyle w:val="libAlaemChar"/>
        </w:rPr>
        <w:t>‘</w:t>
      </w:r>
      <w:r w:rsidRPr="003F52A2">
        <w:rPr>
          <w:cs/>
          <w:lang w:bidi="bn-IN"/>
        </w:rPr>
        <w:t>আমরা</w:t>
      </w:r>
      <w:r w:rsidRPr="00D542A0">
        <w:rPr>
          <w:rStyle w:val="libAlaemChar"/>
        </w:rPr>
        <w:t>’</w:t>
      </w:r>
      <w:r w:rsidRPr="003F52A2">
        <w:rPr>
          <w:cs/>
          <w:lang w:bidi="bn-IN"/>
        </w:rPr>
        <w:t>য় পরিণত হচ্ছে না। এ কারণেই</w:t>
      </w:r>
      <w:r w:rsidR="00A325DD">
        <w:rPr>
          <w:lang w:bidi="bn-IN"/>
        </w:rPr>
        <w:t xml:space="preserve"> </w:t>
      </w:r>
      <w:r w:rsidRPr="003F52A2">
        <w:rPr>
          <w:cs/>
          <w:lang w:bidi="bn-IN"/>
        </w:rPr>
        <w:t>সমাজতান্ত্রিক দেশের মধ্যেও প্রতিযোগিতা ও দ্বন্দ্ব রয়েছে। তারা একে অপরের সঙ্গে সংগ্রামে লিপ্ত।</w:t>
      </w:r>
      <w:r w:rsidR="00A325DD">
        <w:rPr>
          <w:lang w:bidi="bn-IN"/>
        </w:rPr>
        <w:t xml:space="preserve"> </w:t>
      </w:r>
      <w:r w:rsidRPr="003F52A2">
        <w:rPr>
          <w:cs/>
          <w:lang w:bidi="bn-IN"/>
        </w:rPr>
        <w:t xml:space="preserve">তাদের এ প্রতিযোগিতার উদ্দেশ্য আধিপত্য বিস্তার ও সাম্রাজ্যবাদী চিন্তা। সুতরাং </w:t>
      </w:r>
      <w:r w:rsidRPr="00D542A0">
        <w:rPr>
          <w:rStyle w:val="libAlaemChar"/>
        </w:rPr>
        <w:t>‘</w:t>
      </w:r>
      <w:r w:rsidRPr="003F52A2">
        <w:rPr>
          <w:cs/>
          <w:lang w:bidi="bn-IN"/>
        </w:rPr>
        <w:t>আমি</w:t>
      </w:r>
      <w:r w:rsidRPr="00D542A0">
        <w:rPr>
          <w:rStyle w:val="libAlaemChar"/>
        </w:rPr>
        <w:t>’</w:t>
      </w:r>
      <w:r w:rsidRPr="003F52A2">
        <w:t xml:space="preserve"> </w:t>
      </w:r>
      <w:r w:rsidRPr="00D542A0">
        <w:rPr>
          <w:rStyle w:val="libAlaemChar"/>
        </w:rPr>
        <w:t>‘</w:t>
      </w:r>
      <w:r w:rsidRPr="003F52A2">
        <w:rPr>
          <w:cs/>
          <w:lang w:bidi="bn-IN"/>
        </w:rPr>
        <w:t>আমরা</w:t>
      </w:r>
      <w:r w:rsidRPr="00D542A0">
        <w:rPr>
          <w:rStyle w:val="libAlaemChar"/>
        </w:rPr>
        <w:t>’</w:t>
      </w:r>
      <w:r w:rsidRPr="003F52A2">
        <w:rPr>
          <w:cs/>
          <w:lang w:bidi="bn-IN"/>
        </w:rPr>
        <w:t>য়</w:t>
      </w:r>
      <w:r w:rsidR="00A325DD">
        <w:rPr>
          <w:lang w:bidi="bn-IN"/>
        </w:rPr>
        <w:t xml:space="preserve"> </w:t>
      </w:r>
      <w:r w:rsidRPr="003F52A2">
        <w:rPr>
          <w:cs/>
          <w:lang w:bidi="bn-IN"/>
        </w:rPr>
        <w:t>রূপান্তরের তাদের এ কথা শুধুই কথা।</w:t>
      </w:r>
    </w:p>
    <w:p w:rsidR="00A325DD" w:rsidRDefault="003F52A2" w:rsidP="00A325DD">
      <w:pPr>
        <w:pStyle w:val="libNormal"/>
        <w:rPr>
          <w:cs/>
          <w:lang w:bidi="bn-IN"/>
        </w:rPr>
      </w:pPr>
      <w:r w:rsidRPr="003F52A2">
        <w:rPr>
          <w:cs/>
          <w:lang w:bidi="bn-IN"/>
        </w:rPr>
        <w:t>অবশ্য আমরা স্বীকার করি</w:t>
      </w:r>
      <w:r w:rsidRPr="003F52A2">
        <w:t>,</w:t>
      </w:r>
      <w:r w:rsidRPr="003F52A2">
        <w:rPr>
          <w:cs/>
          <w:lang w:bidi="bn-IN"/>
        </w:rPr>
        <w:t xml:space="preserve">আমিত্ব সৃষ্টিতে মালিকানার বিশেষ ভূমিকা রয়েছে এবং তা </w:t>
      </w:r>
      <w:r w:rsidRPr="00D542A0">
        <w:rPr>
          <w:rStyle w:val="libAlaemChar"/>
        </w:rPr>
        <w:t>‘</w:t>
      </w:r>
      <w:r w:rsidRPr="003F52A2">
        <w:rPr>
          <w:cs/>
          <w:lang w:bidi="bn-IN"/>
        </w:rPr>
        <w:t>আমরা</w:t>
      </w:r>
      <w:r w:rsidRPr="00D542A0">
        <w:rPr>
          <w:rStyle w:val="libAlaemChar"/>
        </w:rPr>
        <w:t>’</w:t>
      </w:r>
      <w:r w:rsidRPr="003F52A2">
        <w:rPr>
          <w:cs/>
          <w:lang w:bidi="bn-IN"/>
        </w:rPr>
        <w:t>ধারণার প্রতিবন্ধক। এজন্য ইসলাম মালিকানা ও সম্পদের ন্যায্য বণ্টনের বিষয়ে বিশেষ দৃষ্টি দিয়েছে।</w:t>
      </w:r>
      <w:r w:rsidR="00A325DD">
        <w:rPr>
          <w:lang w:bidi="bn-IN"/>
        </w:rPr>
        <w:t xml:space="preserve"> </w:t>
      </w:r>
      <w:r w:rsidRPr="003F52A2">
        <w:rPr>
          <w:cs/>
          <w:lang w:bidi="bn-IN"/>
        </w:rPr>
        <w:t xml:space="preserve">পূর্ণ মানবের অন্যতম শর্ত হলো </w:t>
      </w:r>
      <w:r w:rsidRPr="00D542A0">
        <w:rPr>
          <w:rStyle w:val="libAlaemChar"/>
        </w:rPr>
        <w:t>‘</w:t>
      </w:r>
      <w:r w:rsidRPr="003F52A2">
        <w:rPr>
          <w:cs/>
          <w:lang w:bidi="bn-IN"/>
        </w:rPr>
        <w:t>আমি</w:t>
      </w:r>
      <w:r w:rsidRPr="00D542A0">
        <w:rPr>
          <w:rStyle w:val="libAlaemChar"/>
        </w:rPr>
        <w:t>’</w:t>
      </w:r>
      <w:r w:rsidRPr="003F52A2">
        <w:t xml:space="preserve"> </w:t>
      </w:r>
      <w:r w:rsidRPr="00D542A0">
        <w:rPr>
          <w:rStyle w:val="libAlaemChar"/>
        </w:rPr>
        <w:t>‘</w:t>
      </w:r>
      <w:r w:rsidRPr="003F52A2">
        <w:rPr>
          <w:cs/>
          <w:lang w:bidi="bn-IN"/>
        </w:rPr>
        <w:t>আমরা</w:t>
      </w:r>
      <w:r w:rsidRPr="00D542A0">
        <w:rPr>
          <w:rStyle w:val="libAlaemChar"/>
        </w:rPr>
        <w:t>’</w:t>
      </w:r>
      <w:r w:rsidRPr="003F52A2">
        <w:rPr>
          <w:cs/>
          <w:lang w:bidi="bn-IN"/>
        </w:rPr>
        <w:t>য় পরিণত হওয়া</w:t>
      </w:r>
      <w:r w:rsidRPr="003F52A2">
        <w:t>,</w:t>
      </w:r>
      <w:r w:rsidRPr="003F52A2">
        <w:rPr>
          <w:cs/>
          <w:lang w:bidi="bn-IN"/>
        </w:rPr>
        <w:t>এটা আমরাও স্বীকার করি</w:t>
      </w:r>
      <w:r w:rsidRPr="003F52A2">
        <w:t>,</w:t>
      </w:r>
      <w:r w:rsidRPr="003F52A2">
        <w:rPr>
          <w:cs/>
          <w:lang w:bidi="bn-IN"/>
        </w:rPr>
        <w:t>কিন্তু শুধু</w:t>
      </w:r>
      <w:r w:rsidRPr="00D542A0">
        <w:rPr>
          <w:rStyle w:val="libAlaemChar"/>
        </w:rPr>
        <w:t>‘</w:t>
      </w:r>
      <w:r w:rsidRPr="003F52A2">
        <w:rPr>
          <w:cs/>
          <w:lang w:bidi="bn-IN"/>
        </w:rPr>
        <w:t>আমি</w:t>
      </w:r>
      <w:r w:rsidRPr="00D542A0">
        <w:rPr>
          <w:rStyle w:val="libAlaemChar"/>
        </w:rPr>
        <w:t>’</w:t>
      </w:r>
      <w:r w:rsidRPr="003F52A2">
        <w:t xml:space="preserve"> </w:t>
      </w:r>
      <w:r w:rsidRPr="00D542A0">
        <w:rPr>
          <w:rStyle w:val="libAlaemChar"/>
        </w:rPr>
        <w:t>‘</w:t>
      </w:r>
      <w:r w:rsidRPr="003F52A2">
        <w:rPr>
          <w:cs/>
          <w:lang w:bidi="bn-IN"/>
        </w:rPr>
        <w:t>আমরা</w:t>
      </w:r>
      <w:r w:rsidRPr="00D542A0">
        <w:rPr>
          <w:rStyle w:val="libAlaemChar"/>
        </w:rPr>
        <w:t>’</w:t>
      </w:r>
      <w:r w:rsidRPr="003F52A2">
        <w:rPr>
          <w:cs/>
          <w:lang w:bidi="bn-IN"/>
        </w:rPr>
        <w:t>য় পরিণত হলেই মানুষ পূর্ণ মানবে পরিণত হবে- এ কথাটি ঠিক নয়। তাই</w:t>
      </w:r>
      <w:r w:rsidR="00A325DD">
        <w:rPr>
          <w:lang w:bidi="bn-IN"/>
        </w:rPr>
        <w:t xml:space="preserve"> </w:t>
      </w:r>
      <w:r w:rsidRPr="003F52A2">
        <w:rPr>
          <w:cs/>
          <w:lang w:bidi="bn-IN"/>
        </w:rPr>
        <w:t>সমাজতান্ত্রিক মতবাদ একপেশে মূল্যবোধ</w:t>
      </w:r>
      <w:r w:rsidR="00A325DD">
        <w:rPr>
          <w:lang w:bidi="bn-IN"/>
        </w:rPr>
        <w:t xml:space="preserve"> </w:t>
      </w:r>
      <w:r w:rsidRPr="003F52A2">
        <w:rPr>
          <w:cs/>
          <w:lang w:bidi="bn-IN"/>
        </w:rPr>
        <w:t>কেন্দ্রিক মতবাদ এবং তাদের এ ধারণাটি ঠিক নয় যে</w:t>
      </w:r>
      <w:r w:rsidRPr="003F52A2">
        <w:t>,</w:t>
      </w:r>
      <w:r w:rsidRPr="003F52A2">
        <w:rPr>
          <w:cs/>
          <w:lang w:bidi="bn-IN"/>
        </w:rPr>
        <w:t>সকল</w:t>
      </w:r>
      <w:r w:rsidR="00A325DD">
        <w:rPr>
          <w:lang w:bidi="bn-IN"/>
        </w:rPr>
        <w:t xml:space="preserve"> </w:t>
      </w:r>
      <w:r w:rsidRPr="003F52A2">
        <w:rPr>
          <w:cs/>
          <w:lang w:bidi="bn-IN"/>
        </w:rPr>
        <w:t xml:space="preserve">মূল্যবোধ </w:t>
      </w:r>
      <w:r w:rsidRPr="00D542A0">
        <w:rPr>
          <w:rStyle w:val="libAlaemChar"/>
        </w:rPr>
        <w:t>‘</w:t>
      </w:r>
      <w:r w:rsidRPr="003F52A2">
        <w:rPr>
          <w:cs/>
          <w:lang w:bidi="bn-IN"/>
        </w:rPr>
        <w:t>আমি</w:t>
      </w:r>
      <w:r w:rsidRPr="00D542A0">
        <w:rPr>
          <w:rStyle w:val="libAlaemChar"/>
        </w:rPr>
        <w:t>’</w:t>
      </w:r>
      <w:r w:rsidRPr="003F52A2">
        <w:t xml:space="preserve"> </w:t>
      </w:r>
      <w:r w:rsidRPr="00D542A0">
        <w:rPr>
          <w:rStyle w:val="libAlaemChar"/>
        </w:rPr>
        <w:t>‘</w:t>
      </w:r>
      <w:r w:rsidRPr="003F52A2">
        <w:rPr>
          <w:cs/>
          <w:lang w:bidi="bn-IN"/>
        </w:rPr>
        <w:t>আমরা</w:t>
      </w:r>
      <w:r w:rsidRPr="00D542A0">
        <w:rPr>
          <w:rStyle w:val="libAlaemChar"/>
        </w:rPr>
        <w:t>’</w:t>
      </w:r>
      <w:r w:rsidRPr="003F52A2">
        <w:rPr>
          <w:cs/>
          <w:lang w:bidi="bn-IN"/>
        </w:rPr>
        <w:t>য় পরিণত হওয়ার মধ্যে নিহিত রয়েছে এবং এ ছাড়া মূল্যবোধের অস্তিত্ব</w:t>
      </w:r>
      <w:r w:rsidR="00A325DD">
        <w:rPr>
          <w:lang w:bidi="bn-IN"/>
        </w:rPr>
        <w:t xml:space="preserve"> </w:t>
      </w:r>
      <w:r w:rsidRPr="003F52A2">
        <w:rPr>
          <w:cs/>
          <w:lang w:bidi="bn-IN"/>
        </w:rPr>
        <w:t>নেই। আমরা অন্যান্য মতবাদের ব্যাপারেও লক্ষ্য করেছি যে</w:t>
      </w:r>
      <w:r w:rsidRPr="003F52A2">
        <w:t>,</w:t>
      </w:r>
      <w:r w:rsidRPr="003F52A2">
        <w:rPr>
          <w:cs/>
          <w:lang w:bidi="bn-IN"/>
        </w:rPr>
        <w:t>বিশেষ একটি মূল্যবোধকে মানবের</w:t>
      </w:r>
      <w:r w:rsidR="00A325DD">
        <w:rPr>
          <w:lang w:bidi="bn-IN"/>
        </w:rPr>
        <w:t xml:space="preserve"> </w:t>
      </w:r>
      <w:r w:rsidRPr="003F52A2">
        <w:rPr>
          <w:cs/>
          <w:lang w:bidi="bn-IN"/>
        </w:rPr>
        <w:t>পূর্ণতার জন্য যথেষ্ট মনে করেছে। কিন্তু একটি বিষয়কে একমাত</w:t>
      </w:r>
      <w:r w:rsidR="00A325DD">
        <w:rPr>
          <w:cs/>
          <w:lang w:bidi="bn-IN"/>
        </w:rPr>
        <w:t>্র মানবীয় মূল্যবোধ মনে করা ঠিক</w:t>
      </w:r>
      <w:r w:rsidR="00A325DD">
        <w:rPr>
          <w:lang w:bidi="bn-IN"/>
        </w:rPr>
        <w:t xml:space="preserve"> </w:t>
      </w:r>
      <w:r w:rsidRPr="003F52A2">
        <w:rPr>
          <w:cs/>
          <w:lang w:bidi="bn-IN"/>
        </w:rPr>
        <w:t>নয়।</w:t>
      </w:r>
    </w:p>
    <w:p w:rsidR="00A325DD" w:rsidRPr="00C640B7" w:rsidRDefault="00A325DD" w:rsidP="00C640B7">
      <w:pPr>
        <w:rPr>
          <w:rtl/>
          <w:cs/>
        </w:rPr>
      </w:pPr>
      <w:r>
        <w:rPr>
          <w:cs/>
          <w:lang w:bidi="bn-IN"/>
        </w:rPr>
        <w:br w:type="page"/>
      </w:r>
    </w:p>
    <w:p w:rsidR="00A325DD" w:rsidRDefault="005F2C18" w:rsidP="00A325DD">
      <w:pPr>
        <w:pStyle w:val="Heading1"/>
        <w:rPr>
          <w:lang w:bidi="bn-IN"/>
        </w:rPr>
      </w:pPr>
      <w:r w:rsidRPr="00D542A0">
        <w:rPr>
          <w:rStyle w:val="libAlaemChar"/>
        </w:rPr>
        <w:t xml:space="preserve"> </w:t>
      </w:r>
      <w:bookmarkStart w:id="67" w:name="_Toc392601476"/>
      <w:r w:rsidR="003F52A2" w:rsidRPr="00D542A0">
        <w:rPr>
          <w:rStyle w:val="libAlaemChar"/>
        </w:rPr>
        <w:t>‘</w:t>
      </w:r>
      <w:r w:rsidR="003F52A2" w:rsidRPr="003F52A2">
        <w:rPr>
          <w:cs/>
          <w:lang w:bidi="bn-IN"/>
        </w:rPr>
        <w:t>আমি</w:t>
      </w:r>
      <w:r w:rsidR="003F52A2" w:rsidRPr="00D542A0">
        <w:rPr>
          <w:rStyle w:val="libAlaemChar"/>
        </w:rPr>
        <w:t>’</w:t>
      </w:r>
      <w:r w:rsidR="003F52A2" w:rsidRPr="003F52A2">
        <w:t xml:space="preserve"> </w:t>
      </w:r>
      <w:r w:rsidR="003F52A2" w:rsidRPr="00D542A0">
        <w:rPr>
          <w:rStyle w:val="libAlaemChar"/>
        </w:rPr>
        <w:t>‘</w:t>
      </w:r>
      <w:r w:rsidR="003F52A2" w:rsidRPr="003F52A2">
        <w:rPr>
          <w:cs/>
          <w:lang w:bidi="bn-IN"/>
        </w:rPr>
        <w:t>আমরা</w:t>
      </w:r>
      <w:r w:rsidR="003F52A2" w:rsidRPr="00D542A0">
        <w:rPr>
          <w:rStyle w:val="libAlaemChar"/>
        </w:rPr>
        <w:t>’</w:t>
      </w:r>
      <w:r w:rsidR="003F52A2" w:rsidRPr="003F52A2">
        <w:rPr>
          <w:cs/>
          <w:lang w:bidi="bn-IN"/>
        </w:rPr>
        <w:t>য় পরিণত হওয়ার পথ হলো ঈমান</w:t>
      </w:r>
      <w:bookmarkEnd w:id="67"/>
    </w:p>
    <w:p w:rsidR="00A325DD" w:rsidRDefault="00A325DD" w:rsidP="00A325DD">
      <w:pPr>
        <w:pStyle w:val="libNormal"/>
        <w:rPr>
          <w:lang w:bidi="bn-IN"/>
        </w:rPr>
      </w:pPr>
    </w:p>
    <w:p w:rsidR="00A747CD" w:rsidRDefault="003F52A2" w:rsidP="00A325DD">
      <w:pPr>
        <w:pStyle w:val="libNormal"/>
        <w:rPr>
          <w:lang w:bidi="bn-IN"/>
        </w:rPr>
      </w:pPr>
      <w:r w:rsidRPr="003F52A2">
        <w:rPr>
          <w:cs/>
          <w:lang w:bidi="bn-IN"/>
        </w:rPr>
        <w:t xml:space="preserve">প্রকৃতপক্ষে </w:t>
      </w:r>
      <w:r w:rsidRPr="00D542A0">
        <w:rPr>
          <w:rStyle w:val="libAlaemChar"/>
        </w:rPr>
        <w:t>‘</w:t>
      </w:r>
      <w:r w:rsidRPr="003F52A2">
        <w:rPr>
          <w:cs/>
          <w:lang w:bidi="bn-IN"/>
        </w:rPr>
        <w:t>আমিত্ব</w:t>
      </w:r>
      <w:r w:rsidRPr="00D542A0">
        <w:rPr>
          <w:rStyle w:val="libAlaemChar"/>
        </w:rPr>
        <w:t>’</w:t>
      </w:r>
      <w:r w:rsidRPr="003F52A2">
        <w:t xml:space="preserve"> </w:t>
      </w:r>
      <w:r w:rsidRPr="003F52A2">
        <w:rPr>
          <w:cs/>
          <w:lang w:bidi="bn-IN"/>
        </w:rPr>
        <w:t xml:space="preserve">তখনই </w:t>
      </w:r>
      <w:r w:rsidRPr="00D542A0">
        <w:rPr>
          <w:rStyle w:val="libAlaemChar"/>
        </w:rPr>
        <w:t>‘</w:t>
      </w:r>
      <w:r w:rsidRPr="003F52A2">
        <w:rPr>
          <w:cs/>
          <w:lang w:bidi="bn-IN"/>
        </w:rPr>
        <w:t>আমরা</w:t>
      </w:r>
      <w:r w:rsidRPr="00D542A0">
        <w:rPr>
          <w:rStyle w:val="libAlaemChar"/>
        </w:rPr>
        <w:t>’</w:t>
      </w:r>
      <w:r w:rsidRPr="003F52A2">
        <w:rPr>
          <w:cs/>
          <w:lang w:bidi="bn-IN"/>
        </w:rPr>
        <w:t xml:space="preserve">য় পরিণত হবে যখন তা পূর্বেই </w:t>
      </w:r>
      <w:r w:rsidRPr="00D542A0">
        <w:rPr>
          <w:rStyle w:val="libAlaemChar"/>
        </w:rPr>
        <w:t>‘</w:t>
      </w:r>
      <w:r w:rsidRPr="003F52A2">
        <w:rPr>
          <w:cs/>
          <w:lang w:bidi="bn-IN"/>
        </w:rPr>
        <w:t>সে</w:t>
      </w:r>
      <w:r w:rsidRPr="00D542A0">
        <w:rPr>
          <w:rStyle w:val="libAlaemChar"/>
        </w:rPr>
        <w:t>’</w:t>
      </w:r>
      <w:r w:rsidRPr="003F52A2">
        <w:t xml:space="preserve"> </w:t>
      </w:r>
      <w:r w:rsidR="00A325DD">
        <w:rPr>
          <w:cs/>
          <w:lang w:bidi="bn-IN"/>
        </w:rPr>
        <w:t>ধারণায় পরিণত হয়ে</w:t>
      </w:r>
      <w:r w:rsidR="00A325DD">
        <w:rPr>
          <w:lang w:bidi="bn-IN"/>
        </w:rPr>
        <w:t xml:space="preserve"> </w:t>
      </w:r>
      <w:r w:rsidR="00A325DD">
        <w:rPr>
          <w:cs/>
          <w:lang w:bidi="bn-IN"/>
        </w:rPr>
        <w:t>থাকবে</w:t>
      </w:r>
      <w:r w:rsidRPr="003F52A2">
        <w:rPr>
          <w:cs/>
          <w:lang w:bidi="bn-IN"/>
        </w:rPr>
        <w:t xml:space="preserve"> যেটা আরেফদের ধারণা। </w:t>
      </w:r>
      <w:r w:rsidRPr="00D542A0">
        <w:rPr>
          <w:rStyle w:val="libAlaemChar"/>
        </w:rPr>
        <w:t>‘</w:t>
      </w:r>
      <w:r w:rsidRPr="003F52A2">
        <w:rPr>
          <w:cs/>
          <w:lang w:bidi="bn-IN"/>
        </w:rPr>
        <w:t>আমি</w:t>
      </w:r>
      <w:r w:rsidRPr="00D542A0">
        <w:rPr>
          <w:rStyle w:val="libAlaemChar"/>
        </w:rPr>
        <w:t>’</w:t>
      </w:r>
      <w:r w:rsidRPr="003F52A2">
        <w:t xml:space="preserve"> </w:t>
      </w:r>
      <w:r w:rsidRPr="00D542A0">
        <w:rPr>
          <w:rStyle w:val="libAlaemChar"/>
        </w:rPr>
        <w:t>‘</w:t>
      </w:r>
      <w:r w:rsidRPr="003F52A2">
        <w:rPr>
          <w:cs/>
          <w:lang w:bidi="bn-IN"/>
        </w:rPr>
        <w:t>সে</w:t>
      </w:r>
      <w:r w:rsidRPr="00D542A0">
        <w:rPr>
          <w:rStyle w:val="libAlaemChar"/>
        </w:rPr>
        <w:t>’</w:t>
      </w:r>
      <w:r w:rsidRPr="003F52A2">
        <w:t xml:space="preserve"> </w:t>
      </w:r>
      <w:r w:rsidRPr="003F52A2">
        <w:rPr>
          <w:cs/>
          <w:lang w:bidi="bn-IN"/>
        </w:rPr>
        <w:t xml:space="preserve">ধারণায় পরিণত হওয়ার পূর্বে </w:t>
      </w:r>
      <w:r w:rsidRPr="00D542A0">
        <w:rPr>
          <w:rStyle w:val="libAlaemChar"/>
        </w:rPr>
        <w:t>‘</w:t>
      </w:r>
      <w:r w:rsidRPr="003F52A2">
        <w:rPr>
          <w:cs/>
          <w:lang w:bidi="bn-IN"/>
        </w:rPr>
        <w:t>আমরা</w:t>
      </w:r>
      <w:r w:rsidRPr="00D542A0">
        <w:rPr>
          <w:rStyle w:val="libAlaemChar"/>
        </w:rPr>
        <w:t>’</w:t>
      </w:r>
      <w:r w:rsidRPr="003F52A2">
        <w:rPr>
          <w:cs/>
          <w:lang w:bidi="bn-IN"/>
        </w:rPr>
        <w:t>য় পরিণত</w:t>
      </w:r>
      <w:r w:rsidR="00A325DD">
        <w:rPr>
          <w:lang w:bidi="bn-IN"/>
        </w:rPr>
        <w:t xml:space="preserve"> </w:t>
      </w:r>
      <w:r w:rsidRPr="003F52A2">
        <w:rPr>
          <w:cs/>
          <w:lang w:bidi="bn-IN"/>
        </w:rPr>
        <w:t xml:space="preserve">হতে পারে না। </w:t>
      </w:r>
      <w:r w:rsidRPr="00D542A0">
        <w:rPr>
          <w:rStyle w:val="libAlaemChar"/>
        </w:rPr>
        <w:t>‘</w:t>
      </w:r>
      <w:r w:rsidRPr="003F52A2">
        <w:rPr>
          <w:cs/>
          <w:lang w:bidi="bn-IN"/>
        </w:rPr>
        <w:t>আমি</w:t>
      </w:r>
      <w:r w:rsidRPr="00D542A0">
        <w:rPr>
          <w:rStyle w:val="libAlaemChar"/>
        </w:rPr>
        <w:t>’</w:t>
      </w:r>
      <w:r w:rsidRPr="003F52A2">
        <w:t xml:space="preserve"> </w:t>
      </w:r>
      <w:r w:rsidRPr="00D542A0">
        <w:rPr>
          <w:rStyle w:val="libAlaemChar"/>
        </w:rPr>
        <w:t>‘</w:t>
      </w:r>
      <w:r w:rsidRPr="003F52A2">
        <w:rPr>
          <w:cs/>
          <w:lang w:bidi="bn-IN"/>
        </w:rPr>
        <w:t>সে</w:t>
      </w:r>
      <w:r w:rsidRPr="00D542A0">
        <w:rPr>
          <w:rStyle w:val="libAlaemChar"/>
        </w:rPr>
        <w:t>’</w:t>
      </w:r>
      <w:r w:rsidRPr="003F52A2">
        <w:t xml:space="preserve"> </w:t>
      </w:r>
      <w:r w:rsidRPr="003F52A2">
        <w:rPr>
          <w:cs/>
          <w:lang w:bidi="bn-IN"/>
        </w:rPr>
        <w:t>ধারণায় পরিণত হওয়ার অর্থ আল্লাহ্য় বিশ্বাস।</w:t>
      </w:r>
    </w:p>
    <w:p w:rsidR="00A747CD" w:rsidRPr="00A747CD" w:rsidRDefault="00A747CD" w:rsidP="00A747CD">
      <w:pPr>
        <w:pStyle w:val="libAie"/>
      </w:pPr>
      <w:r w:rsidRPr="00A747CD">
        <w:rPr>
          <w:rStyle w:val="libAlaemChar"/>
        </w:rPr>
        <w:t>)</w:t>
      </w:r>
      <w:r w:rsidRPr="00A747CD">
        <w:rPr>
          <w:rStyle w:val="ayatext"/>
          <w:rtl/>
        </w:rPr>
        <w:t>قُلْ</w:t>
      </w:r>
      <w:r w:rsidRPr="00C640B7">
        <w:rPr>
          <w:rtl/>
        </w:rPr>
        <w:t xml:space="preserve"> </w:t>
      </w:r>
      <w:r w:rsidRPr="00A747CD">
        <w:rPr>
          <w:rStyle w:val="ayatext"/>
          <w:rtl/>
        </w:rPr>
        <w:t>يَا أَهْلَ الْكِتَابِ تَعَالَوْا إِلَىٰ كَلِمَةٍ سَوَاءٍ بَيْنَنَا</w:t>
      </w:r>
      <w:r w:rsidRPr="00C640B7">
        <w:rPr>
          <w:rtl/>
        </w:rPr>
        <w:t xml:space="preserve"> </w:t>
      </w:r>
      <w:r w:rsidRPr="00A747CD">
        <w:rPr>
          <w:rStyle w:val="ayatext"/>
          <w:rtl/>
        </w:rPr>
        <w:t>وَبَيْنَكُمْ أَلَّا نَعْبُدَ إِلَّا اللَّـهَ وَلَا نُشْرِ‌كَ بِهِ</w:t>
      </w:r>
      <w:r w:rsidRPr="00C640B7">
        <w:rPr>
          <w:rtl/>
        </w:rPr>
        <w:t xml:space="preserve"> </w:t>
      </w:r>
      <w:r w:rsidRPr="00A747CD">
        <w:rPr>
          <w:rStyle w:val="ayatext"/>
          <w:rtl/>
        </w:rPr>
        <w:t>شَيْئًا وَلَا يَتَّخِذَ بَعْضُنَا بَعْضًا أَرْ‌بَابًا مِّن دُونِ</w:t>
      </w:r>
      <w:r w:rsidRPr="00C640B7">
        <w:rPr>
          <w:rtl/>
        </w:rPr>
        <w:t xml:space="preserve"> </w:t>
      </w:r>
      <w:r w:rsidRPr="00A747CD">
        <w:rPr>
          <w:rStyle w:val="ayatext"/>
          <w:rtl/>
        </w:rPr>
        <w:t>اللَّـهِ</w:t>
      </w:r>
      <w:r w:rsidRPr="00A747CD">
        <w:rPr>
          <w:rStyle w:val="libAlaemChar"/>
        </w:rPr>
        <w:t>(</w:t>
      </w:r>
    </w:p>
    <w:p w:rsidR="00AC6B5B" w:rsidRDefault="003F52A2" w:rsidP="00A747CD">
      <w:pPr>
        <w:pStyle w:val="libNormal"/>
        <w:rPr>
          <w:lang w:bidi="bn-IN"/>
        </w:rPr>
      </w:pPr>
      <w:r w:rsidRPr="003F52A2">
        <w:rPr>
          <w:cs/>
          <w:lang w:bidi="bn-IN"/>
        </w:rPr>
        <w:t xml:space="preserve">এ আয়াতের লক্ষ্য আহলে কিতাব। তাদের উদ্দেশ্য করে বলা হচ্ছে- </w:t>
      </w:r>
      <w:r w:rsidRPr="00D542A0">
        <w:rPr>
          <w:rStyle w:val="libAlaemChar"/>
        </w:rPr>
        <w:t>“</w:t>
      </w:r>
      <w:r w:rsidRPr="003F52A2">
        <w:rPr>
          <w:cs/>
          <w:lang w:bidi="bn-IN"/>
        </w:rPr>
        <w:t>হে আহলে কিতাব! (ইহুদী</w:t>
      </w:r>
      <w:r w:rsidRPr="003F52A2">
        <w:t>,</w:t>
      </w:r>
      <w:r w:rsidRPr="003F52A2">
        <w:rPr>
          <w:cs/>
          <w:lang w:bidi="bn-IN"/>
        </w:rPr>
        <w:t>নাসারা</w:t>
      </w:r>
      <w:r w:rsidRPr="003F52A2">
        <w:t>,</w:t>
      </w:r>
      <w:r w:rsidRPr="003F52A2">
        <w:rPr>
          <w:cs/>
          <w:lang w:bidi="bn-IN"/>
        </w:rPr>
        <w:t>মাজুসী</w:t>
      </w:r>
      <w:r w:rsidRPr="003F52A2">
        <w:t>,</w:t>
      </w:r>
      <w:r w:rsidR="00A747CD">
        <w:rPr>
          <w:cs/>
          <w:lang w:bidi="bn-IN"/>
        </w:rPr>
        <w:t>যারথুষ্ট্র</w:t>
      </w:r>
      <w:r w:rsidRPr="003F52A2">
        <w:rPr>
          <w:cs/>
          <w:lang w:bidi="bn-IN"/>
        </w:rPr>
        <w:t>) তোমরা একটি সত্য বাণীর দিকে এসো যা তোমা</w:t>
      </w:r>
      <w:r w:rsidR="00A747CD">
        <w:rPr>
          <w:cs/>
          <w:lang w:bidi="bn-IN"/>
        </w:rPr>
        <w:t xml:space="preserve">দের এবং আমাদের </w:t>
      </w:r>
      <w:r w:rsidR="00A747CD" w:rsidRPr="00A747CD">
        <w:rPr>
          <w:cs/>
          <w:lang w:bidi="bn-IN"/>
        </w:rPr>
        <w:t>মধ্যে</w:t>
      </w:r>
      <w:r w:rsidR="00A747CD">
        <w:rPr>
          <w:lang w:bidi="bn-IN"/>
        </w:rPr>
        <w:t xml:space="preserve"> </w:t>
      </w:r>
      <w:r w:rsidRPr="003F52A2">
        <w:rPr>
          <w:cs/>
          <w:lang w:bidi="bn-IN"/>
        </w:rPr>
        <w:t>একই</w:t>
      </w:r>
      <w:r w:rsidRPr="003F52A2">
        <w:t>,</w:t>
      </w:r>
      <w:r w:rsidRPr="003F52A2">
        <w:rPr>
          <w:cs/>
          <w:lang w:bidi="bn-IN"/>
        </w:rPr>
        <w:t xml:space="preserve">আর তা হলো আল্লাহ্ ব্যতীত কারো ইবাদত করব না এবং </w:t>
      </w:r>
      <w:r w:rsidR="00FE6D44">
        <w:rPr>
          <w:cs/>
          <w:lang w:bidi="bn-IN"/>
        </w:rPr>
        <w:t>তার</w:t>
      </w:r>
      <w:r w:rsidRPr="003F52A2">
        <w:rPr>
          <w:cs/>
          <w:lang w:bidi="bn-IN"/>
        </w:rPr>
        <w:t xml:space="preserve"> সঙ্গে কাউকে শরীক করব নাও আল্লাহ্ ব্যতীত নিজেদের মধ্যে একে অপরকে প্রভু বলে গ্রহণ করব না।</w:t>
      </w:r>
      <w:r w:rsidRPr="00D542A0">
        <w:rPr>
          <w:rStyle w:val="libAlaemChar"/>
        </w:rPr>
        <w:t>”</w:t>
      </w:r>
      <w:r w:rsidRPr="003F52A2">
        <w:t xml:space="preserve"> </w:t>
      </w:r>
      <w:r w:rsidRPr="003F52A2">
        <w:rPr>
          <w:cs/>
          <w:lang w:bidi="bn-IN"/>
        </w:rPr>
        <w:t xml:space="preserve">কোরআনের </w:t>
      </w:r>
      <w:r w:rsidR="00A747CD" w:rsidRPr="00A747CD">
        <w:rPr>
          <w:rStyle w:val="libAieChar"/>
          <w:rtl/>
        </w:rPr>
        <w:t>سَوَاءٍ بَيْنَنَا وَبَيْنَكُمْ</w:t>
      </w:r>
      <w:r w:rsidRPr="003F52A2">
        <w:rPr>
          <w:cs/>
          <w:lang w:bidi="bn-IN"/>
        </w:rPr>
        <w:t xml:space="preserve"> কথাটি কতটা আশ্চর্যজনক! বলা হয়েছে</w:t>
      </w:r>
      <w:r w:rsidRPr="003F52A2">
        <w:t>,</w:t>
      </w:r>
      <w:r w:rsidRPr="003F52A2">
        <w:rPr>
          <w:cs/>
          <w:lang w:bidi="bn-IN"/>
        </w:rPr>
        <w:t>সে-ই সত্যের দিকে এসো যা আমারও নয়</w:t>
      </w:r>
      <w:r w:rsidRPr="003F52A2">
        <w:t>,</w:t>
      </w:r>
      <w:r w:rsidRPr="003F52A2">
        <w:rPr>
          <w:cs/>
          <w:lang w:bidi="bn-IN"/>
        </w:rPr>
        <w:t>তোমারও</w:t>
      </w:r>
      <w:r w:rsidR="00A747CD">
        <w:rPr>
          <w:lang w:bidi="bn-IN"/>
        </w:rPr>
        <w:t xml:space="preserve"> </w:t>
      </w:r>
      <w:r w:rsidRPr="003F52A2">
        <w:rPr>
          <w:cs/>
          <w:lang w:bidi="bn-IN"/>
        </w:rPr>
        <w:t>নয়</w:t>
      </w:r>
      <w:r w:rsidRPr="003F52A2">
        <w:t>,</w:t>
      </w:r>
      <w:r w:rsidRPr="003F52A2">
        <w:rPr>
          <w:cs/>
          <w:lang w:bidi="bn-IN"/>
        </w:rPr>
        <w:t>আমাদেরও নয়</w:t>
      </w:r>
      <w:r w:rsidRPr="003F52A2">
        <w:t>,</w:t>
      </w:r>
      <w:r w:rsidRPr="003F52A2">
        <w:rPr>
          <w:cs/>
          <w:lang w:bidi="bn-IN"/>
        </w:rPr>
        <w:t>তোমাদেরও নয়। এই আমরা- আমরা এবং তোমরা সকলে মিলে। আমি</w:t>
      </w:r>
      <w:r w:rsidR="00A747CD">
        <w:rPr>
          <w:lang w:bidi="bn-IN"/>
        </w:rPr>
        <w:t xml:space="preserve"> </w:t>
      </w:r>
      <w:r w:rsidRPr="003F52A2">
        <w:rPr>
          <w:cs/>
          <w:lang w:bidi="bn-IN"/>
        </w:rPr>
        <w:t>ইসলামের নবী হয়ে বলতে পারি না যে</w:t>
      </w:r>
      <w:r w:rsidRPr="003F52A2">
        <w:t>,</w:t>
      </w:r>
      <w:r w:rsidRPr="003F52A2">
        <w:rPr>
          <w:cs/>
          <w:lang w:bidi="bn-IN"/>
        </w:rPr>
        <w:t>এ আল্লাহ্ শুধু আমার- ঈসার অনুসারীদের আল্লাহ্ নয়</w:t>
      </w:r>
      <w:r w:rsidRPr="003F52A2">
        <w:t>,</w:t>
      </w:r>
      <w:r w:rsidRPr="003F52A2">
        <w:rPr>
          <w:cs/>
          <w:lang w:bidi="bn-IN"/>
        </w:rPr>
        <w:t>ইহুদীদের আল্লাহ্ নয়</w:t>
      </w:r>
      <w:r w:rsidRPr="003F52A2">
        <w:t>,</w:t>
      </w:r>
      <w:r w:rsidR="00A747CD">
        <w:rPr>
          <w:cs/>
          <w:lang w:bidi="bn-IN"/>
        </w:rPr>
        <w:t>যারথুষ্ট্র</w:t>
      </w:r>
      <w:r w:rsidRPr="003F52A2">
        <w:rPr>
          <w:cs/>
          <w:lang w:bidi="bn-IN"/>
        </w:rPr>
        <w:t>দের আল্লাহ্ নয়</w:t>
      </w:r>
      <w:r w:rsidRPr="003F52A2">
        <w:t>,</w:t>
      </w:r>
      <w:r w:rsidRPr="003F52A2">
        <w:rPr>
          <w:cs/>
          <w:lang w:bidi="bn-IN"/>
        </w:rPr>
        <w:t>মূর্তি বা পাথর পূজারীদের আল্লাহ্ নয়</w:t>
      </w:r>
      <w:r w:rsidRPr="003F52A2">
        <w:t>,</w:t>
      </w:r>
      <w:r w:rsidR="00A747CD">
        <w:rPr>
          <w:cs/>
          <w:lang w:bidi="bn-IN"/>
        </w:rPr>
        <w:t>তিনি বায়ু ও</w:t>
      </w:r>
      <w:r w:rsidR="00A747CD">
        <w:rPr>
          <w:lang w:bidi="bn-IN"/>
        </w:rPr>
        <w:t xml:space="preserve"> </w:t>
      </w:r>
      <w:r w:rsidRPr="003F52A2">
        <w:rPr>
          <w:cs/>
          <w:lang w:bidi="bn-IN"/>
        </w:rPr>
        <w:t xml:space="preserve">পানির আল্লাহ্ নন। বরং তিনি সকলের স্রষ্টা ও প্রভূ। তাই সকল কিছুই </w:t>
      </w:r>
      <w:r w:rsidR="00FE6D44">
        <w:rPr>
          <w:cs/>
          <w:lang w:bidi="bn-IN"/>
        </w:rPr>
        <w:t>তার</w:t>
      </w:r>
      <w:r w:rsidRPr="003F52A2">
        <w:rPr>
          <w:cs/>
          <w:lang w:bidi="bn-IN"/>
        </w:rPr>
        <w:t xml:space="preserve"> অধীন। মানুষ যদি </w:t>
      </w:r>
      <w:r w:rsidR="00611BB9">
        <w:rPr>
          <w:cs/>
          <w:lang w:bidi="bn-IN"/>
        </w:rPr>
        <w:t>তা</w:t>
      </w:r>
      <w:r w:rsidR="00A747CD">
        <w:rPr>
          <w:cs/>
          <w:lang w:bidi="bn-IN"/>
        </w:rPr>
        <w:t>র</w:t>
      </w:r>
      <w:r w:rsidR="00A747CD">
        <w:rPr>
          <w:lang w:bidi="bn-IN"/>
        </w:rPr>
        <w:t xml:space="preserve"> </w:t>
      </w:r>
      <w:r w:rsidRPr="003F52A2">
        <w:rPr>
          <w:cs/>
          <w:lang w:bidi="bn-IN"/>
        </w:rPr>
        <w:t>সঙ্গে সংশ্লিষ্ট হয়</w:t>
      </w:r>
      <w:r w:rsidRPr="003F52A2">
        <w:t>,</w:t>
      </w:r>
      <w:r w:rsidRPr="003F52A2">
        <w:rPr>
          <w:cs/>
          <w:lang w:bidi="bn-IN"/>
        </w:rPr>
        <w:t xml:space="preserve">তবে এক অসীমের সংশ্লিষ্টতা লাভ করেছে যা </w:t>
      </w:r>
      <w:r w:rsidRPr="00D542A0">
        <w:rPr>
          <w:rStyle w:val="libAlaemChar"/>
        </w:rPr>
        <w:t>‘</w:t>
      </w:r>
      <w:r w:rsidRPr="003F52A2">
        <w:rPr>
          <w:cs/>
          <w:lang w:bidi="bn-IN"/>
        </w:rPr>
        <w:t>আমিত্ব</w:t>
      </w:r>
      <w:r w:rsidRPr="00D542A0">
        <w:rPr>
          <w:rStyle w:val="libAlaemChar"/>
        </w:rPr>
        <w:t>’</w:t>
      </w:r>
      <w:r w:rsidRPr="003F52A2">
        <w:t xml:space="preserve"> </w:t>
      </w:r>
      <w:r w:rsidRPr="003F52A2">
        <w:rPr>
          <w:cs/>
          <w:lang w:bidi="bn-IN"/>
        </w:rPr>
        <w:t xml:space="preserve">ও </w:t>
      </w:r>
      <w:r w:rsidRPr="00D542A0">
        <w:rPr>
          <w:rStyle w:val="libAlaemChar"/>
        </w:rPr>
        <w:t>‘</w:t>
      </w:r>
      <w:r w:rsidRPr="003F52A2">
        <w:rPr>
          <w:cs/>
          <w:lang w:bidi="bn-IN"/>
        </w:rPr>
        <w:t>সীমা</w:t>
      </w:r>
      <w:r w:rsidRPr="00D542A0">
        <w:rPr>
          <w:rStyle w:val="libAlaemChar"/>
        </w:rPr>
        <w:t>’</w:t>
      </w:r>
      <w:r w:rsidRPr="003F52A2">
        <w:rPr>
          <w:cs/>
          <w:lang w:bidi="bn-IN"/>
        </w:rPr>
        <w:t xml:space="preserve">র ধারণা সৃষ্টি করেনা। এটা </w:t>
      </w:r>
      <w:r w:rsidRPr="00D542A0">
        <w:rPr>
          <w:rStyle w:val="libAlaemChar"/>
        </w:rPr>
        <w:t>‘</w:t>
      </w:r>
      <w:r w:rsidRPr="003F52A2">
        <w:rPr>
          <w:cs/>
          <w:lang w:bidi="bn-IN"/>
        </w:rPr>
        <w:t>অর্থ</w:t>
      </w:r>
      <w:r w:rsidRPr="00D542A0">
        <w:rPr>
          <w:rStyle w:val="libAlaemChar"/>
        </w:rPr>
        <w:t>’</w:t>
      </w:r>
      <w:r w:rsidRPr="003F52A2">
        <w:t xml:space="preserve"> (</w:t>
      </w:r>
      <w:r w:rsidRPr="003F52A2">
        <w:rPr>
          <w:cs/>
          <w:lang w:bidi="bn-IN"/>
        </w:rPr>
        <w:t>টাকা) নয় যে</w:t>
      </w:r>
      <w:r w:rsidRPr="003F52A2">
        <w:t>,</w:t>
      </w:r>
      <w:r w:rsidRPr="003F52A2">
        <w:rPr>
          <w:cs/>
          <w:lang w:bidi="bn-IN"/>
        </w:rPr>
        <w:t>তুমি বা আমি</w:t>
      </w:r>
      <w:r w:rsidR="00A747CD">
        <w:rPr>
          <w:cs/>
          <w:lang w:bidi="bn-IN"/>
        </w:rPr>
        <w:t xml:space="preserve"> তার সঙ্গে সংযুক্ত হলে যুদ্ধ বে</w:t>
      </w:r>
      <w:r w:rsidRPr="003F52A2">
        <w:rPr>
          <w:cs/>
          <w:lang w:bidi="bn-IN"/>
        </w:rPr>
        <w:t>ধে যাবে। বরং এটা এমন</w:t>
      </w:r>
      <w:r w:rsidR="00A747CD">
        <w:rPr>
          <w:lang w:bidi="bn-IN"/>
        </w:rPr>
        <w:t xml:space="preserve"> </w:t>
      </w:r>
      <w:r w:rsidRPr="003F52A2">
        <w:rPr>
          <w:cs/>
          <w:lang w:bidi="bn-IN"/>
        </w:rPr>
        <w:t xml:space="preserve">এক মহাসত্য একই মুহর্তে যা সকলকে নিজের সঙ্গে সংশ্লিষ্ট রাখতে সক্ষম। কিরূপে </w:t>
      </w:r>
      <w:r w:rsidRPr="00D542A0">
        <w:rPr>
          <w:rStyle w:val="libAlaemChar"/>
        </w:rPr>
        <w:t>‘</w:t>
      </w:r>
      <w:r w:rsidRPr="003F52A2">
        <w:rPr>
          <w:cs/>
          <w:lang w:bidi="bn-IN"/>
        </w:rPr>
        <w:t>আমরা</w:t>
      </w:r>
      <w:r w:rsidRPr="00D542A0">
        <w:rPr>
          <w:rStyle w:val="libAlaemChar"/>
        </w:rPr>
        <w:t>’</w:t>
      </w:r>
      <w:r w:rsidRPr="003F52A2">
        <w:t xml:space="preserve"> </w:t>
      </w:r>
      <w:r w:rsidR="00A747CD">
        <w:rPr>
          <w:cs/>
          <w:lang w:bidi="bn-IN"/>
        </w:rPr>
        <w:t>ধারণা</w:t>
      </w:r>
      <w:r w:rsidR="00A747CD">
        <w:rPr>
          <w:lang w:bidi="bn-IN"/>
        </w:rPr>
        <w:t xml:space="preserve"> </w:t>
      </w:r>
      <w:r w:rsidRPr="003F52A2">
        <w:rPr>
          <w:cs/>
          <w:lang w:bidi="bn-IN"/>
        </w:rPr>
        <w:t>সৃষ্টি হওয়া সম্ভব</w:t>
      </w:r>
      <w:r w:rsidRPr="003F52A2">
        <w:t xml:space="preserve">? </w:t>
      </w:r>
      <w:r w:rsidRPr="003F52A2">
        <w:rPr>
          <w:cs/>
          <w:lang w:bidi="bn-IN"/>
        </w:rPr>
        <w:t>অবশ্যই ঈমান ও আদর্শের ভিত্তিতে</w:t>
      </w:r>
      <w:r w:rsidRPr="003F52A2">
        <w:t>,</w:t>
      </w:r>
      <w:r w:rsidRPr="003F52A2">
        <w:rPr>
          <w:cs/>
          <w:lang w:bidi="bn-IN"/>
        </w:rPr>
        <w:t>যার উৎস একটি শব্দ</w:t>
      </w:r>
      <w:r w:rsidRPr="003F52A2">
        <w:t>,</w:t>
      </w:r>
      <w:r w:rsidRPr="003F52A2">
        <w:rPr>
          <w:cs/>
          <w:lang w:bidi="bn-IN"/>
        </w:rPr>
        <w:t>আর তা হলো আল্লাহ্।</w:t>
      </w:r>
      <w:r w:rsidR="00A747CD">
        <w:rPr>
          <w:lang w:bidi="bn-IN"/>
        </w:rPr>
        <w:t xml:space="preserve"> </w:t>
      </w:r>
      <w:r w:rsidRPr="003F52A2">
        <w:rPr>
          <w:cs/>
          <w:lang w:bidi="bn-IN"/>
        </w:rPr>
        <w:t xml:space="preserve">প্রথমে </w:t>
      </w:r>
      <w:r w:rsidR="000459F1">
        <w:rPr>
          <w:cs/>
          <w:lang w:bidi="bn-IN"/>
        </w:rPr>
        <w:t>তাকে</w:t>
      </w:r>
      <w:r w:rsidRPr="003F52A2">
        <w:rPr>
          <w:cs/>
          <w:lang w:bidi="bn-IN"/>
        </w:rPr>
        <w:t xml:space="preserve"> ধারণ করার মাধ্যমেই </w:t>
      </w:r>
      <w:r w:rsidRPr="00D542A0">
        <w:rPr>
          <w:rStyle w:val="libAlaemChar"/>
        </w:rPr>
        <w:t>‘</w:t>
      </w:r>
      <w:r w:rsidRPr="003F52A2">
        <w:rPr>
          <w:cs/>
          <w:lang w:bidi="bn-IN"/>
        </w:rPr>
        <w:t>আমরা</w:t>
      </w:r>
      <w:r w:rsidRPr="00D542A0">
        <w:rPr>
          <w:rStyle w:val="libAlaemChar"/>
        </w:rPr>
        <w:t>’</w:t>
      </w:r>
      <w:r w:rsidRPr="003F52A2">
        <w:rPr>
          <w:cs/>
          <w:lang w:bidi="bn-IN"/>
        </w:rPr>
        <w:t xml:space="preserve">য় পরিণত হওয়া সম্ভব। যখন </w:t>
      </w:r>
      <w:r w:rsidRPr="00D542A0">
        <w:rPr>
          <w:rStyle w:val="libAlaemChar"/>
        </w:rPr>
        <w:t>‘</w:t>
      </w:r>
      <w:r w:rsidRPr="003F52A2">
        <w:rPr>
          <w:cs/>
          <w:lang w:bidi="bn-IN"/>
        </w:rPr>
        <w:t>সে</w:t>
      </w:r>
      <w:r w:rsidRPr="00D542A0">
        <w:rPr>
          <w:rStyle w:val="libAlaemChar"/>
        </w:rPr>
        <w:t>’</w:t>
      </w:r>
      <w:r w:rsidRPr="003F52A2">
        <w:rPr>
          <w:cs/>
          <w:lang w:bidi="bn-IN"/>
        </w:rPr>
        <w:t>তে পরিণত হব তখন</w:t>
      </w:r>
      <w:r w:rsidRPr="00D542A0">
        <w:rPr>
          <w:rStyle w:val="libAlaemChar"/>
        </w:rPr>
        <w:t>‘</w:t>
      </w:r>
      <w:r w:rsidRPr="003F52A2">
        <w:rPr>
          <w:cs/>
          <w:lang w:bidi="bn-IN"/>
        </w:rPr>
        <w:t>আমিত্ব</w:t>
      </w:r>
      <w:r w:rsidRPr="00D542A0">
        <w:rPr>
          <w:rStyle w:val="libAlaemChar"/>
        </w:rPr>
        <w:t>’</w:t>
      </w:r>
      <w:r w:rsidRPr="003F52A2">
        <w:t xml:space="preserve"> </w:t>
      </w:r>
      <w:r w:rsidRPr="003F52A2">
        <w:rPr>
          <w:cs/>
          <w:lang w:bidi="bn-IN"/>
        </w:rPr>
        <w:t xml:space="preserve">বিলীন হয়ে যাবে এবং সকলেই </w:t>
      </w:r>
      <w:r w:rsidRPr="00D542A0">
        <w:rPr>
          <w:rStyle w:val="libAlaemChar"/>
        </w:rPr>
        <w:t>‘</w:t>
      </w:r>
      <w:r w:rsidR="00FE6D44">
        <w:rPr>
          <w:cs/>
          <w:lang w:bidi="bn-IN"/>
        </w:rPr>
        <w:t>তার</w:t>
      </w:r>
      <w:r w:rsidRPr="00D542A0">
        <w:rPr>
          <w:rStyle w:val="libAlaemChar"/>
        </w:rPr>
        <w:t>’</w:t>
      </w:r>
      <w:r w:rsidRPr="003F52A2">
        <w:t xml:space="preserve"> </w:t>
      </w:r>
      <w:r w:rsidRPr="003F52A2">
        <w:rPr>
          <w:cs/>
          <w:lang w:bidi="bn-IN"/>
        </w:rPr>
        <w:t xml:space="preserve">এই রংয়ে রঞ্জিত হব। আর এভাবেই </w:t>
      </w:r>
      <w:r w:rsidRPr="00D542A0">
        <w:rPr>
          <w:rStyle w:val="libAlaemChar"/>
        </w:rPr>
        <w:t>‘</w:t>
      </w:r>
      <w:r w:rsidRPr="003F52A2">
        <w:rPr>
          <w:cs/>
          <w:lang w:bidi="bn-IN"/>
        </w:rPr>
        <w:t>আমরা</w:t>
      </w:r>
      <w:r w:rsidRPr="00D542A0">
        <w:rPr>
          <w:rStyle w:val="libAlaemChar"/>
        </w:rPr>
        <w:t>’</w:t>
      </w:r>
      <w:r w:rsidRPr="003F52A2">
        <w:rPr>
          <w:cs/>
          <w:lang w:bidi="bn-IN"/>
        </w:rPr>
        <w:t>য়</w:t>
      </w:r>
      <w:r w:rsidR="00AC6B5B">
        <w:rPr>
          <w:lang w:bidi="bn-IN"/>
        </w:rPr>
        <w:t xml:space="preserve"> </w:t>
      </w:r>
      <w:r w:rsidRPr="003F52A2">
        <w:rPr>
          <w:cs/>
          <w:lang w:bidi="bn-IN"/>
        </w:rPr>
        <w:t>পরিণত হতে পারব। সেই সত্যের দিকে প্রত্যাবর্তন করতে হবে যা আমাদের ও তোমাদের মধ্যে</w:t>
      </w:r>
      <w:r w:rsidR="00AC6B5B">
        <w:rPr>
          <w:lang w:bidi="bn-IN"/>
        </w:rPr>
        <w:t xml:space="preserve"> </w:t>
      </w:r>
      <w:r w:rsidRPr="003F52A2">
        <w:rPr>
          <w:cs/>
          <w:lang w:bidi="bn-IN"/>
        </w:rPr>
        <w:t>সমান। ধরি</w:t>
      </w:r>
      <w:r w:rsidRPr="003F52A2">
        <w:t>,</w:t>
      </w:r>
      <w:r w:rsidRPr="003F52A2">
        <w:rPr>
          <w:cs/>
          <w:lang w:bidi="bn-IN"/>
        </w:rPr>
        <w:t>যদি নবী (সা.) প্রস্তাব করতেন</w:t>
      </w:r>
      <w:r w:rsidRPr="003F52A2">
        <w:t>,</w:t>
      </w:r>
      <w:r w:rsidRPr="003F52A2">
        <w:rPr>
          <w:cs/>
          <w:lang w:bidi="bn-IN"/>
        </w:rPr>
        <w:t>এসো আমরা সকলে আরবী ভাষা শিক্ষা গ্রহণ করে এক</w:t>
      </w:r>
      <w:r w:rsidR="00AC6B5B">
        <w:rPr>
          <w:lang w:bidi="bn-IN"/>
        </w:rPr>
        <w:t xml:space="preserve"> </w:t>
      </w:r>
      <w:r w:rsidRPr="003F52A2">
        <w:rPr>
          <w:cs/>
          <w:lang w:bidi="bn-IN"/>
        </w:rPr>
        <w:t>হয়ে যাই। তবে ফার্সী বা অন্য ভাষার কেউ হয়তো বলবে</w:t>
      </w:r>
      <w:r w:rsidRPr="003F52A2">
        <w:t>,</w:t>
      </w:r>
      <w:r w:rsidRPr="003F52A2">
        <w:rPr>
          <w:cs/>
          <w:lang w:bidi="bn-IN"/>
        </w:rPr>
        <w:t>কেন আরবী শিক্ষা করব বরং ফার্সী শিক্ষা</w:t>
      </w:r>
      <w:r w:rsidR="00AC6B5B">
        <w:rPr>
          <w:lang w:bidi="bn-IN"/>
        </w:rPr>
        <w:t xml:space="preserve"> </w:t>
      </w:r>
      <w:r w:rsidRPr="003F52A2">
        <w:rPr>
          <w:cs/>
          <w:lang w:bidi="bn-IN"/>
        </w:rPr>
        <w:t>গ্রহণ করি বা ফ্রেঞ্চ। তাই আরবী ভাষা এমন নয় যাতে সকলেই সমান হতে পারে। আরবী</w:t>
      </w:r>
      <w:r w:rsidRPr="003F52A2">
        <w:t>,</w:t>
      </w:r>
      <w:r w:rsidRPr="003F52A2">
        <w:rPr>
          <w:cs/>
          <w:lang w:bidi="bn-IN"/>
        </w:rPr>
        <w:t>ফার্সী</w:t>
      </w:r>
      <w:r w:rsidRPr="003F52A2">
        <w:t>,</w:t>
      </w:r>
      <w:r w:rsidRPr="003F52A2">
        <w:rPr>
          <w:cs/>
          <w:lang w:bidi="bn-IN"/>
        </w:rPr>
        <w:t xml:space="preserve">তুর্কী </w:t>
      </w:r>
      <w:r w:rsidRPr="003F52A2">
        <w:t>,</w:t>
      </w:r>
      <w:r w:rsidRPr="003F52A2">
        <w:rPr>
          <w:cs/>
          <w:lang w:bidi="bn-IN"/>
        </w:rPr>
        <w:t>ফ্রেঞ্চ এ সকল ভাষা কোন বিশেষ জাতির সঙ্গে সংশ্লিষ্ট। ভাষা ব্যতীত অন্যান্য বিষয়গুলোও</w:t>
      </w:r>
      <w:r w:rsidR="00AC6B5B">
        <w:rPr>
          <w:lang w:bidi="bn-IN"/>
        </w:rPr>
        <w:t xml:space="preserve"> </w:t>
      </w:r>
      <w:r w:rsidRPr="003F52A2">
        <w:rPr>
          <w:cs/>
          <w:lang w:bidi="bn-IN"/>
        </w:rPr>
        <w:t>অনুরূপ।</w:t>
      </w:r>
    </w:p>
    <w:p w:rsidR="00E00DD6" w:rsidRDefault="003F52A2" w:rsidP="00AC6B5B">
      <w:pPr>
        <w:pStyle w:val="libNormal"/>
        <w:rPr>
          <w:lang w:bidi="bn-IN"/>
        </w:rPr>
      </w:pPr>
      <w:r w:rsidRPr="003F52A2">
        <w:rPr>
          <w:cs/>
          <w:lang w:bidi="bn-IN"/>
        </w:rPr>
        <w:t>যে বিষয়টি সকলের সঙ্গে সংশ্লিষ্ট ও বিশেষ কারো নয় তা হলো স্রষ্টা</w:t>
      </w:r>
      <w:r w:rsidRPr="003F52A2">
        <w:t>,</w:t>
      </w:r>
      <w:r w:rsidRPr="003F52A2">
        <w:rPr>
          <w:cs/>
          <w:lang w:bidi="bn-IN"/>
        </w:rPr>
        <w:t>যিনি সকলকে সৃষ্টি করেছেন</w:t>
      </w:r>
      <w:r w:rsidR="00AC6B5B">
        <w:rPr>
          <w:lang w:bidi="bn-IN"/>
        </w:rPr>
        <w:t xml:space="preserve"> </w:t>
      </w:r>
      <w:r w:rsidRPr="003F52A2">
        <w:rPr>
          <w:cs/>
          <w:lang w:bidi="bn-IN"/>
        </w:rPr>
        <w:t xml:space="preserve">এবং সকলের প্রত্যাবর্তন </w:t>
      </w:r>
      <w:r w:rsidR="00FE6D44">
        <w:rPr>
          <w:cs/>
          <w:lang w:bidi="bn-IN"/>
        </w:rPr>
        <w:t>তার</w:t>
      </w:r>
      <w:r w:rsidRPr="003F52A2">
        <w:rPr>
          <w:cs/>
          <w:lang w:bidi="bn-IN"/>
        </w:rPr>
        <w:t xml:space="preserve"> দিকেই।</w:t>
      </w:r>
      <w:r w:rsidR="00AC6B5B">
        <w:rPr>
          <w:lang w:bidi="bn-IN"/>
        </w:rPr>
        <w:t xml:space="preserve"> </w:t>
      </w:r>
      <w:r w:rsidR="00AC6B5B" w:rsidRPr="00AC6B5B">
        <w:rPr>
          <w:rStyle w:val="libAieChar"/>
          <w:rtl/>
        </w:rPr>
        <w:t>تَعَالَوْا إِلَىٰ كَلِمَةٍ سَوَاءٍ بَيْنَنَا وَبَيْنَكُمْ</w:t>
      </w:r>
      <w:r w:rsidR="00AC6B5B">
        <w:rPr>
          <w:lang w:bidi="bn-IN"/>
        </w:rPr>
        <w:t xml:space="preserve"> </w:t>
      </w:r>
      <w:r w:rsidRPr="00D542A0">
        <w:rPr>
          <w:rStyle w:val="libAlaemChar"/>
        </w:rPr>
        <w:t>“</w:t>
      </w:r>
      <w:r w:rsidRPr="003F52A2">
        <w:rPr>
          <w:cs/>
          <w:lang w:bidi="bn-IN"/>
        </w:rPr>
        <w:t xml:space="preserve">এসো আমরা সকলেই </w:t>
      </w:r>
      <w:r w:rsidR="00FE6D44">
        <w:rPr>
          <w:cs/>
          <w:lang w:bidi="bn-IN"/>
        </w:rPr>
        <w:t>তার</w:t>
      </w:r>
      <w:r w:rsidR="00AC6B5B">
        <w:rPr>
          <w:lang w:bidi="bn-IN"/>
        </w:rPr>
        <w:t xml:space="preserve"> </w:t>
      </w:r>
      <w:r w:rsidRPr="003F52A2">
        <w:rPr>
          <w:cs/>
          <w:lang w:bidi="bn-IN"/>
        </w:rPr>
        <w:t xml:space="preserve">দিকে ফিরে যাই এবং কেবল </w:t>
      </w:r>
      <w:r w:rsidR="00FE6D44">
        <w:rPr>
          <w:cs/>
          <w:lang w:bidi="bn-IN"/>
        </w:rPr>
        <w:t>তার</w:t>
      </w:r>
      <w:r w:rsidRPr="003F52A2">
        <w:rPr>
          <w:cs/>
          <w:lang w:bidi="bn-IN"/>
        </w:rPr>
        <w:t xml:space="preserve">ই উপাসনা করি ও </w:t>
      </w:r>
      <w:r w:rsidR="00FE6D44">
        <w:rPr>
          <w:cs/>
          <w:lang w:bidi="bn-IN"/>
        </w:rPr>
        <w:t>তার</w:t>
      </w:r>
      <w:r w:rsidRPr="003F52A2">
        <w:rPr>
          <w:cs/>
          <w:lang w:bidi="bn-IN"/>
        </w:rPr>
        <w:t xml:space="preserve"> সঙ্গে অন্য কাউকেই শরীক না করি।</w:t>
      </w:r>
      <w:r w:rsidRPr="00D542A0">
        <w:rPr>
          <w:rStyle w:val="libAlaemChar"/>
        </w:rPr>
        <w:t>”</w:t>
      </w:r>
      <w:r w:rsidRPr="003F52A2">
        <w:t xml:space="preserve"> </w:t>
      </w:r>
      <w:r w:rsidRPr="003F52A2">
        <w:rPr>
          <w:cs/>
          <w:lang w:bidi="bn-IN"/>
        </w:rPr>
        <w:t>যখন</w:t>
      </w:r>
      <w:r w:rsidR="00AC6B5B">
        <w:rPr>
          <w:lang w:bidi="bn-IN"/>
        </w:rPr>
        <w:t xml:space="preserve"> </w:t>
      </w:r>
      <w:r w:rsidR="00FE6D44">
        <w:rPr>
          <w:cs/>
          <w:lang w:bidi="bn-IN"/>
        </w:rPr>
        <w:t>তার</w:t>
      </w:r>
      <w:r w:rsidRPr="003F52A2">
        <w:rPr>
          <w:cs/>
          <w:lang w:bidi="bn-IN"/>
        </w:rPr>
        <w:t xml:space="preserve"> দিকে প্রত্যাবর্তন করব তখনই </w:t>
      </w:r>
      <w:r w:rsidRPr="00D542A0">
        <w:rPr>
          <w:rStyle w:val="libAlaemChar"/>
        </w:rPr>
        <w:t>‘</w:t>
      </w:r>
      <w:r w:rsidRPr="003F52A2">
        <w:rPr>
          <w:cs/>
          <w:lang w:bidi="bn-IN"/>
        </w:rPr>
        <w:t>আমরা</w:t>
      </w:r>
      <w:r w:rsidRPr="00D542A0">
        <w:rPr>
          <w:rStyle w:val="libAlaemChar"/>
        </w:rPr>
        <w:t>’</w:t>
      </w:r>
      <w:r w:rsidRPr="003F52A2">
        <w:t xml:space="preserve"> </w:t>
      </w:r>
      <w:r w:rsidRPr="003F52A2">
        <w:rPr>
          <w:cs/>
          <w:lang w:bidi="bn-IN"/>
        </w:rPr>
        <w:t>হতে পারব ও অন্যদের নিজেদের প্রভু বানাব না। অন্যদের প্রভূত্ব ও দাসত্বের ধারণা বিলুপ্ত হবে</w:t>
      </w:r>
      <w:r w:rsidRPr="003F52A2">
        <w:t>,</w:t>
      </w:r>
      <w:r w:rsidRPr="003F52A2">
        <w:rPr>
          <w:cs/>
          <w:lang w:bidi="bn-IN"/>
        </w:rPr>
        <w:t>শোষক ও শোষিতের ধারণা বিলুপ্ত হবে</w:t>
      </w:r>
      <w:r w:rsidRPr="003F52A2">
        <w:t xml:space="preserve">; </w:t>
      </w:r>
      <w:r w:rsidR="00AC6B5B">
        <w:rPr>
          <w:cs/>
          <w:lang w:bidi="bn-IN"/>
        </w:rPr>
        <w:t>উঁচ-নীচুর</w:t>
      </w:r>
      <w:r w:rsidR="00AC6B5B">
        <w:rPr>
          <w:lang w:bidi="bn-IN"/>
        </w:rPr>
        <w:t xml:space="preserve"> </w:t>
      </w:r>
      <w:r w:rsidRPr="003F52A2">
        <w:rPr>
          <w:cs/>
          <w:lang w:bidi="bn-IN"/>
        </w:rPr>
        <w:t>ব্যবধান ঘুচবে। তবে এ সবের শর্ত হলো :</w:t>
      </w:r>
    </w:p>
    <w:p w:rsidR="00E00DD6" w:rsidRPr="00E00DD6" w:rsidRDefault="00E00DD6" w:rsidP="00E00DD6">
      <w:pPr>
        <w:pStyle w:val="libAie"/>
      </w:pPr>
      <w:r w:rsidRPr="00E00DD6">
        <w:rPr>
          <w:rStyle w:val="libAlaemChar"/>
        </w:rPr>
        <w:t>)</w:t>
      </w:r>
      <w:r w:rsidRPr="00E00DD6">
        <w:rPr>
          <w:rStyle w:val="ayatext"/>
          <w:rtl/>
        </w:rPr>
        <w:t>تَعَالَوْا</w:t>
      </w:r>
      <w:r w:rsidRPr="00C640B7">
        <w:rPr>
          <w:rtl/>
        </w:rPr>
        <w:t xml:space="preserve"> </w:t>
      </w:r>
      <w:r w:rsidRPr="00E00DD6">
        <w:rPr>
          <w:rStyle w:val="ayatext"/>
          <w:rtl/>
        </w:rPr>
        <w:t>إِلَىٰ كَلِمَةٍ سَوَاءٍ بَيْنَنَا وَبَيْنَكُمْ أَلَّا نَعْبُدَ إِلَّا</w:t>
      </w:r>
      <w:r w:rsidRPr="00C640B7">
        <w:rPr>
          <w:rtl/>
        </w:rPr>
        <w:t xml:space="preserve"> </w:t>
      </w:r>
      <w:r w:rsidRPr="00E00DD6">
        <w:rPr>
          <w:rStyle w:val="ayatext"/>
          <w:rtl/>
        </w:rPr>
        <w:t>اللَّـهَ وَلَا نُشْرِ‌كَ بِهِ شَيْئًا وَلَا يَتَّخِذَ بَعْضُنَا بَعْضًا</w:t>
      </w:r>
      <w:r w:rsidRPr="00C640B7">
        <w:rPr>
          <w:rtl/>
        </w:rPr>
        <w:t xml:space="preserve"> </w:t>
      </w:r>
      <w:r w:rsidRPr="00E00DD6">
        <w:rPr>
          <w:rStyle w:val="ayatext"/>
          <w:rtl/>
        </w:rPr>
        <w:t>أَرْ‌بَابًا مِّن دُونِ اللَّـهِ</w:t>
      </w:r>
      <w:r w:rsidRPr="00E00DD6">
        <w:rPr>
          <w:rStyle w:val="libAlaemChar"/>
        </w:rPr>
        <w:t>(</w:t>
      </w:r>
    </w:p>
    <w:p w:rsidR="00E00DD6" w:rsidRDefault="003F52A2" w:rsidP="00AC6B5B">
      <w:pPr>
        <w:pStyle w:val="libNormal"/>
        <w:rPr>
          <w:lang w:bidi="bn-IN"/>
        </w:rPr>
      </w:pPr>
      <w:r w:rsidRPr="003F52A2">
        <w:rPr>
          <w:cs/>
          <w:lang w:bidi="bn-IN"/>
        </w:rPr>
        <w:t xml:space="preserve">তাই কোরআন আমাদের ধারণার পক্ষে এবং সব সময় এ </w:t>
      </w:r>
      <w:r w:rsidR="00045CAF">
        <w:rPr>
          <w:cs/>
          <w:lang w:bidi="bn-IN"/>
        </w:rPr>
        <w:t>শ্লোগান</w:t>
      </w:r>
      <w:r w:rsidRPr="003F52A2">
        <w:rPr>
          <w:rFonts w:hint="cs"/>
          <w:cs/>
          <w:lang w:bidi="bn-IN"/>
        </w:rPr>
        <w:t xml:space="preserve"> দেয়।</w:t>
      </w:r>
    </w:p>
    <w:p w:rsidR="00E00DD6" w:rsidRDefault="003F52A2" w:rsidP="00AC6B5B">
      <w:pPr>
        <w:pStyle w:val="libNormal"/>
        <w:rPr>
          <w:rStyle w:val="libAlaemChar"/>
        </w:rPr>
      </w:pPr>
      <w:r w:rsidRPr="003F52A2">
        <w:rPr>
          <w:rFonts w:hint="cs"/>
          <w:cs/>
          <w:lang w:bidi="bn-IN"/>
        </w:rPr>
        <w:t xml:space="preserve">নামাযে আল্লাহর প্রশংসার পর </w:t>
      </w:r>
      <w:r w:rsidR="000459F1">
        <w:rPr>
          <w:rFonts w:hint="cs"/>
          <w:cs/>
          <w:lang w:bidi="bn-IN"/>
        </w:rPr>
        <w:t>তাকে</w:t>
      </w:r>
      <w:r w:rsidRPr="003F52A2">
        <w:rPr>
          <w:rFonts w:hint="cs"/>
          <w:cs/>
          <w:lang w:bidi="bn-IN"/>
        </w:rPr>
        <w:t xml:space="preserve"> উদ্দেশ্য করে আমরা বলি</w:t>
      </w:r>
      <w:r w:rsidRPr="003F52A2">
        <w:t>,</w:t>
      </w:r>
      <w:r w:rsidR="00E00DD6">
        <w:t xml:space="preserve"> </w:t>
      </w:r>
      <w:r w:rsidR="00E00DD6" w:rsidRPr="00E00DD6">
        <w:rPr>
          <w:rStyle w:val="libAlaemChar"/>
        </w:rPr>
        <w:t>(</w:t>
      </w:r>
      <w:r w:rsidR="00E00DD6" w:rsidRPr="00E00DD6">
        <w:rPr>
          <w:rStyle w:val="libAieChar"/>
          <w:rtl/>
        </w:rPr>
        <w:t>إِيَّاكَ نَعْبُدُ وَإِيَّاكَ نَسْتَعِينُ</w:t>
      </w:r>
      <w:r w:rsidR="00E00DD6" w:rsidRPr="00E00DD6">
        <w:rPr>
          <w:rStyle w:val="libAlaemChar"/>
        </w:rPr>
        <w:t>)</w:t>
      </w:r>
      <w:r w:rsidR="00E00DD6">
        <w:t xml:space="preserve"> </w:t>
      </w:r>
      <w:r w:rsidRPr="00D542A0">
        <w:rPr>
          <w:rStyle w:val="libAlaemChar"/>
        </w:rPr>
        <w:t>“</w:t>
      </w:r>
      <w:r w:rsidRPr="003F52A2">
        <w:rPr>
          <w:cs/>
          <w:lang w:bidi="bn-IN"/>
        </w:rPr>
        <w:t>আমরা</w:t>
      </w:r>
      <w:r w:rsidR="00E00DD6">
        <w:rPr>
          <w:lang w:bidi="bn-IN"/>
        </w:rPr>
        <w:t xml:space="preserve"> </w:t>
      </w:r>
      <w:r w:rsidRPr="003F52A2">
        <w:rPr>
          <w:cs/>
          <w:lang w:bidi="bn-IN"/>
        </w:rPr>
        <w:t>কেবল আপনারই ইবাদত করি এবং আপনার নিকটই সাহায্য চাই।</w:t>
      </w:r>
      <w:r w:rsidRPr="00D542A0">
        <w:rPr>
          <w:rStyle w:val="libAlaemChar"/>
        </w:rPr>
        <w:t>”</w:t>
      </w:r>
      <w:r w:rsidRPr="003F52A2">
        <w:t xml:space="preserve"> </w:t>
      </w:r>
      <w:r w:rsidRPr="003F52A2">
        <w:rPr>
          <w:cs/>
          <w:lang w:bidi="bn-IN"/>
        </w:rPr>
        <w:t>যদিও একা নামায পড়ছি</w:t>
      </w:r>
      <w:r w:rsidRPr="003F52A2">
        <w:t>,</w:t>
      </w:r>
      <w:r w:rsidRPr="003F52A2">
        <w:rPr>
          <w:cs/>
          <w:lang w:bidi="bn-IN"/>
        </w:rPr>
        <w:t>তদুপরি বলছি</w:t>
      </w:r>
      <w:r w:rsidRPr="003F52A2">
        <w:t>,</w:t>
      </w:r>
      <w:r w:rsidRPr="003F52A2">
        <w:rPr>
          <w:cs/>
          <w:lang w:bidi="bn-IN"/>
        </w:rPr>
        <w:t>আমরা আপনারই ইবাদত করি ও আপনার নিকটই সাহায্য চাই। নামাযের শেষের</w:t>
      </w:r>
      <w:r w:rsidR="00E00DD6">
        <w:rPr>
          <w:lang w:bidi="bn-IN"/>
        </w:rPr>
        <w:t xml:space="preserve"> </w:t>
      </w:r>
      <w:r w:rsidRPr="003F52A2">
        <w:rPr>
          <w:cs/>
          <w:lang w:bidi="bn-IN"/>
        </w:rPr>
        <w:t>দিকেও আমরা বলি</w:t>
      </w:r>
      <w:r w:rsidRPr="003F52A2">
        <w:t>,</w:t>
      </w:r>
      <w:r w:rsidR="00E00DD6">
        <w:t xml:space="preserve"> </w:t>
      </w:r>
      <w:r w:rsidR="00E00DD6" w:rsidRPr="00E00DD6">
        <w:rPr>
          <w:rStyle w:val="libArChar"/>
          <w:rFonts w:hint="cs"/>
          <w:rtl/>
        </w:rPr>
        <w:t>السلام علینا و علی عباد الله الصالحین</w:t>
      </w:r>
      <w:r w:rsidR="00E00DD6">
        <w:t xml:space="preserve"> </w:t>
      </w:r>
      <w:r w:rsidRPr="00D542A0">
        <w:rPr>
          <w:rStyle w:val="libAlaemChar"/>
        </w:rPr>
        <w:t>“</w:t>
      </w:r>
      <w:r w:rsidRPr="003F52A2">
        <w:rPr>
          <w:cs/>
          <w:lang w:bidi="bn-IN"/>
        </w:rPr>
        <w:t>আমাদের এবং আপনার বান্দাদের</w:t>
      </w:r>
      <w:r w:rsidR="00E00DD6">
        <w:rPr>
          <w:lang w:bidi="bn-IN"/>
        </w:rPr>
        <w:t xml:space="preserve"> </w:t>
      </w:r>
      <w:r w:rsidRPr="003F52A2">
        <w:rPr>
          <w:cs/>
          <w:lang w:bidi="bn-IN"/>
        </w:rPr>
        <w:t>সৎকর্মশীলদের উপর সালাম ও শান্তি বর্ষিত হোক।</w:t>
      </w:r>
      <w:r w:rsidRPr="00D542A0">
        <w:rPr>
          <w:rStyle w:val="libAlaemChar"/>
        </w:rPr>
        <w:t>”</w:t>
      </w:r>
    </w:p>
    <w:p w:rsidR="00E00DD6" w:rsidRDefault="003F52A2" w:rsidP="00E00DD6">
      <w:pPr>
        <w:pStyle w:val="libBold1"/>
        <w:rPr>
          <w:lang w:bidi="bn-IN"/>
        </w:rPr>
      </w:pPr>
      <w:r w:rsidRPr="003F52A2">
        <w:rPr>
          <w:cs/>
          <w:lang w:bidi="bn-IN"/>
        </w:rPr>
        <w:t>সা</w:t>
      </w:r>
      <w:r w:rsidRPr="00D542A0">
        <w:rPr>
          <w:rStyle w:val="libAlaemChar"/>
        </w:rPr>
        <w:t>’</w:t>
      </w:r>
      <w:r w:rsidRPr="003F52A2">
        <w:rPr>
          <w:cs/>
          <w:lang w:bidi="bn-IN"/>
        </w:rPr>
        <w:t xml:space="preserve">দীর কবিতার </w:t>
      </w:r>
      <w:r w:rsidR="00695D8C">
        <w:rPr>
          <w:cs/>
          <w:lang w:bidi="bn-IN"/>
        </w:rPr>
        <w:t>অর্থে</w:t>
      </w:r>
      <w:r w:rsidRPr="003F52A2">
        <w:rPr>
          <w:cs/>
          <w:lang w:bidi="bn-IN"/>
        </w:rPr>
        <w:t>র অপূর্ণতা</w:t>
      </w:r>
    </w:p>
    <w:p w:rsidR="00E00DD6" w:rsidRDefault="003F52A2" w:rsidP="00AC6B5B">
      <w:pPr>
        <w:pStyle w:val="libNormal"/>
      </w:pPr>
      <w:r w:rsidRPr="003F52A2">
        <w:rPr>
          <w:cs/>
          <w:lang w:bidi="bn-IN"/>
        </w:rPr>
        <w:t>সা</w:t>
      </w:r>
      <w:r w:rsidRPr="00D542A0">
        <w:rPr>
          <w:rStyle w:val="libAlaemChar"/>
        </w:rPr>
        <w:t>’</w:t>
      </w:r>
      <w:r w:rsidRPr="003F52A2">
        <w:rPr>
          <w:cs/>
          <w:lang w:bidi="bn-IN"/>
        </w:rPr>
        <w:t>দী বলেছেন</w:t>
      </w:r>
      <w:r w:rsidRPr="003F52A2">
        <w:t>,</w:t>
      </w:r>
    </w:p>
    <w:p w:rsidR="00E00DD6" w:rsidRDefault="003F52A2" w:rsidP="00E00DD6">
      <w:pPr>
        <w:pStyle w:val="libCenter"/>
        <w:rPr>
          <w:lang w:bidi="bn-IN"/>
        </w:rPr>
      </w:pPr>
      <w:r w:rsidRPr="00D542A0">
        <w:rPr>
          <w:rStyle w:val="libAlaemChar"/>
        </w:rPr>
        <w:t>“</w:t>
      </w:r>
      <w:r w:rsidRPr="003F52A2">
        <w:rPr>
          <w:cs/>
          <w:lang w:bidi="bn-IN"/>
        </w:rPr>
        <w:t>মানব জাতি পরস্পর যেন অঙ্গ</w:t>
      </w:r>
    </w:p>
    <w:p w:rsidR="00E00DD6" w:rsidRDefault="003F52A2" w:rsidP="00E00DD6">
      <w:pPr>
        <w:pStyle w:val="libCenter"/>
        <w:rPr>
          <w:lang w:bidi="bn-IN"/>
        </w:rPr>
      </w:pPr>
      <w:r w:rsidRPr="003F52A2">
        <w:rPr>
          <w:cs/>
          <w:lang w:bidi="bn-IN"/>
        </w:rPr>
        <w:t>উৎপত্তির উৎস তাদের একই রত্ন</w:t>
      </w:r>
    </w:p>
    <w:p w:rsidR="00E00DD6" w:rsidRDefault="003F52A2" w:rsidP="00E00DD6">
      <w:pPr>
        <w:pStyle w:val="libCenter"/>
        <w:rPr>
          <w:lang w:bidi="bn-IN"/>
        </w:rPr>
      </w:pPr>
      <w:r w:rsidRPr="003F52A2">
        <w:rPr>
          <w:cs/>
          <w:lang w:bidi="bn-IN"/>
        </w:rPr>
        <w:t>অনুভূত হয় যদি এক অঙ্গে ব্যথা</w:t>
      </w:r>
    </w:p>
    <w:p w:rsidR="00E00DD6" w:rsidRDefault="003F52A2" w:rsidP="00E00DD6">
      <w:pPr>
        <w:pStyle w:val="libCenter"/>
        <w:rPr>
          <w:lang w:bidi="bn-IN"/>
        </w:rPr>
      </w:pPr>
      <w:r w:rsidRPr="003F52A2">
        <w:rPr>
          <w:cs/>
          <w:lang w:bidi="bn-IN"/>
        </w:rPr>
        <w:t>অন্য অঙ্গেও ছড়িয়ে পড়ে সে ব্যথা</w:t>
      </w:r>
    </w:p>
    <w:p w:rsidR="00E00DD6" w:rsidRDefault="003F52A2" w:rsidP="00E00DD6">
      <w:pPr>
        <w:pStyle w:val="libCenter"/>
        <w:rPr>
          <w:lang w:bidi="bn-IN"/>
        </w:rPr>
      </w:pPr>
      <w:r w:rsidRPr="003F52A2">
        <w:rPr>
          <w:cs/>
          <w:lang w:bidi="bn-IN"/>
        </w:rPr>
        <w:t>যে তুমি অন্যের কষ্টে হও না ব্যথিত</w:t>
      </w:r>
    </w:p>
    <w:p w:rsidR="00E00DD6" w:rsidRDefault="003F52A2" w:rsidP="00E00DD6">
      <w:pPr>
        <w:pStyle w:val="libCenter"/>
        <w:rPr>
          <w:rStyle w:val="libAlaemChar"/>
        </w:rPr>
      </w:pPr>
      <w:r w:rsidRPr="003F52A2">
        <w:rPr>
          <w:cs/>
          <w:lang w:bidi="bn-IN"/>
        </w:rPr>
        <w:t>তোমার নামে মনুষ্যত্ব হয়েছে কলঙ্কিত।</w:t>
      </w:r>
      <w:r w:rsidRPr="00D542A0">
        <w:rPr>
          <w:rStyle w:val="libAlaemChar"/>
        </w:rPr>
        <w:t>”</w:t>
      </w:r>
    </w:p>
    <w:p w:rsidR="00E00DD6" w:rsidRDefault="003F52A2" w:rsidP="00AC6B5B">
      <w:pPr>
        <w:pStyle w:val="libNormal"/>
        <w:rPr>
          <w:lang w:bidi="bn-IN"/>
        </w:rPr>
      </w:pPr>
      <w:r w:rsidRPr="003F52A2">
        <w:rPr>
          <w:cs/>
          <w:lang w:bidi="bn-IN"/>
        </w:rPr>
        <w:t>সা</w:t>
      </w:r>
      <w:r w:rsidRPr="00D542A0">
        <w:rPr>
          <w:rStyle w:val="libAlaemChar"/>
        </w:rPr>
        <w:t>’</w:t>
      </w:r>
      <w:r w:rsidRPr="003F52A2">
        <w:rPr>
          <w:cs/>
          <w:lang w:bidi="bn-IN"/>
        </w:rPr>
        <w:t>দীর এ কবিতাটি অত্যন্ত উঁচু মানের বলে উল্লেখ করা হয়েছে</w:t>
      </w:r>
      <w:r w:rsidRPr="003F52A2">
        <w:t>,</w:t>
      </w:r>
      <w:r w:rsidRPr="003F52A2">
        <w:rPr>
          <w:cs/>
          <w:lang w:bidi="bn-IN"/>
        </w:rPr>
        <w:t>যা নবী (সা.)-এর নিকট থেকে</w:t>
      </w:r>
      <w:r w:rsidR="00E00DD6">
        <w:rPr>
          <w:lang w:bidi="bn-IN"/>
        </w:rPr>
        <w:t xml:space="preserve"> </w:t>
      </w:r>
      <w:r w:rsidRPr="003F52A2">
        <w:rPr>
          <w:cs/>
          <w:lang w:bidi="bn-IN"/>
        </w:rPr>
        <w:t>বর্ণিত একটি হাদীসের অনুবাদ</w:t>
      </w:r>
      <w:r w:rsidRPr="003F52A2">
        <w:t xml:space="preserve">; </w:t>
      </w:r>
      <w:r w:rsidRPr="003F52A2">
        <w:rPr>
          <w:cs/>
          <w:lang w:bidi="bn-IN"/>
        </w:rPr>
        <w:t>অবশ্য অসম্পূর্ণ অনুবাদ। নবীর বাণীটি এরূপ :</w:t>
      </w:r>
    </w:p>
    <w:p w:rsidR="00E00DD6" w:rsidRPr="006479C0" w:rsidRDefault="00E00DD6" w:rsidP="006479C0">
      <w:pPr>
        <w:pStyle w:val="libAr"/>
        <w:rPr>
          <w:lang w:bidi="fa-IR"/>
        </w:rPr>
      </w:pPr>
      <w:r w:rsidRPr="006479C0">
        <w:rPr>
          <w:rFonts w:hint="cs"/>
          <w:rtl/>
        </w:rPr>
        <w:t>مثل المؤمنین فی توادد و تراحمهم کمثل الجسد إذا اشتکی بعض تداعی له سائر أعضاء جسده بال</w:t>
      </w:r>
      <w:r w:rsidR="006479C0" w:rsidRPr="006479C0">
        <w:rPr>
          <w:rFonts w:hint="cs"/>
          <w:rtl/>
        </w:rPr>
        <w:t>حمّی و السّهر</w:t>
      </w:r>
    </w:p>
    <w:p w:rsidR="006479C0" w:rsidRDefault="006479C0" w:rsidP="00AC6B5B">
      <w:pPr>
        <w:pStyle w:val="libNormal"/>
        <w:rPr>
          <w:lang w:bidi="bn-IN"/>
        </w:rPr>
      </w:pPr>
    </w:p>
    <w:p w:rsidR="006479C0" w:rsidRDefault="003F52A2" w:rsidP="00AC6B5B">
      <w:pPr>
        <w:pStyle w:val="libNormal"/>
        <w:rPr>
          <w:rStyle w:val="libAlaemChar"/>
        </w:rPr>
      </w:pPr>
      <w:r w:rsidRPr="00D542A0">
        <w:rPr>
          <w:rStyle w:val="libAlaemChar"/>
        </w:rPr>
        <w:t>“</w:t>
      </w:r>
      <w:r w:rsidRPr="003F52A2">
        <w:rPr>
          <w:cs/>
          <w:lang w:bidi="bn-IN"/>
        </w:rPr>
        <w:t>মুমিনদের নমুনা বন্ধুত্ব ও ভালোবাসার ক্ষেত্রে এক দেহের অঙ্গ-প্রত্যঙ্গের ন্যায়। যখন শরীরের</w:t>
      </w:r>
      <w:r w:rsidR="006479C0">
        <w:rPr>
          <w:lang w:bidi="bn-IN"/>
        </w:rPr>
        <w:t xml:space="preserve"> </w:t>
      </w:r>
      <w:r w:rsidRPr="003F52A2">
        <w:rPr>
          <w:cs/>
          <w:lang w:bidi="bn-IN"/>
        </w:rPr>
        <w:t>কোন অঙ্গ ব্যথায় আক্রান্ত হয় তখন শরীরের অন্য অঙ্গও সে কষ্ট ও ব্যথায় বিনিদ্রতা ও উষ্ণতার</w:t>
      </w:r>
      <w:r w:rsidR="006479C0">
        <w:rPr>
          <w:lang w:bidi="bn-IN"/>
        </w:rPr>
        <w:t xml:space="preserve"> </w:t>
      </w:r>
      <w:r w:rsidRPr="003F52A2">
        <w:rPr>
          <w:cs/>
          <w:lang w:bidi="bn-IN"/>
        </w:rPr>
        <w:t>মাধ্যমে সাড়া দিয়ে থাকে।</w:t>
      </w:r>
      <w:r w:rsidRPr="00D542A0">
        <w:rPr>
          <w:rStyle w:val="libAlaemChar"/>
        </w:rPr>
        <w:t>”</w:t>
      </w:r>
    </w:p>
    <w:p w:rsidR="006479C0" w:rsidRDefault="003F52A2" w:rsidP="006479C0">
      <w:pPr>
        <w:pStyle w:val="libNormal"/>
        <w:rPr>
          <w:lang w:bidi="bn-IN"/>
        </w:rPr>
      </w:pPr>
      <w:r w:rsidRPr="003F52A2">
        <w:rPr>
          <w:cs/>
          <w:lang w:bidi="bn-IN"/>
        </w:rPr>
        <w:t>আমাদের দেহের কোন অঙ্গে ব্যথা অনুভূত হলে অন্য অঙ্গ কি চিন্তাহীন</w:t>
      </w:r>
      <w:r w:rsidR="006479C0">
        <w:rPr>
          <w:lang w:bidi="bn-IN"/>
        </w:rPr>
        <w:t xml:space="preserve"> </w:t>
      </w:r>
      <w:r w:rsidR="006479C0" w:rsidRPr="003F52A2">
        <w:rPr>
          <w:cs/>
          <w:lang w:bidi="bn-IN"/>
        </w:rPr>
        <w:t>ও বিনিদ্র থাকতে পারে</w:t>
      </w:r>
      <w:r w:rsidR="006479C0" w:rsidRPr="003F52A2">
        <w:t>?</w:t>
      </w:r>
      <w:r w:rsidR="006479C0">
        <w:t xml:space="preserve"> </w:t>
      </w:r>
      <w:r w:rsidRPr="003F52A2">
        <w:rPr>
          <w:cs/>
          <w:lang w:bidi="bn-IN"/>
        </w:rPr>
        <w:t>অন্য অঙ্গ তার সমব্যথী না হয়ে বলে না যে</w:t>
      </w:r>
      <w:r w:rsidRPr="003F52A2">
        <w:t>,</w:t>
      </w:r>
      <w:r w:rsidRPr="003F52A2">
        <w:rPr>
          <w:cs/>
          <w:lang w:bidi="bn-IN"/>
        </w:rPr>
        <w:t>ঐ অঙ্গ যে কষ্ট করছে করুক।</w:t>
      </w:r>
      <w:r w:rsidR="006479C0">
        <w:rPr>
          <w:lang w:bidi="bn-IN"/>
        </w:rPr>
        <w:t xml:space="preserve"> </w:t>
      </w:r>
      <w:r w:rsidR="006479C0" w:rsidRPr="003F52A2">
        <w:rPr>
          <w:cs/>
          <w:lang w:bidi="bn-IN"/>
        </w:rPr>
        <w:t>বরং সে তার সমব্যথী ও</w:t>
      </w:r>
      <w:r w:rsidR="006479C0">
        <w:rPr>
          <w:lang w:bidi="bn-IN"/>
        </w:rPr>
        <w:t xml:space="preserve"> </w:t>
      </w:r>
      <w:r w:rsidRPr="003F52A2">
        <w:rPr>
          <w:cs/>
          <w:lang w:bidi="bn-IN"/>
        </w:rPr>
        <w:t>সহমর্মী হয়ে উঠে। নবী (সা.) বলছেন</w:t>
      </w:r>
      <w:r w:rsidRPr="003F52A2">
        <w:t>,</w:t>
      </w:r>
      <w:r w:rsidRPr="003F52A2">
        <w:rPr>
          <w:cs/>
          <w:lang w:bidi="bn-IN"/>
        </w:rPr>
        <w:t>দু</w:t>
      </w:r>
      <w:r w:rsidRPr="00D542A0">
        <w:rPr>
          <w:rStyle w:val="libAlaemChar"/>
        </w:rPr>
        <w:t>’</w:t>
      </w:r>
      <w:r w:rsidRPr="003F52A2">
        <w:rPr>
          <w:cs/>
          <w:lang w:bidi="bn-IN"/>
        </w:rPr>
        <w:t>ভাবে এ সহমর্মিতা সে প্রকাশ</w:t>
      </w:r>
      <w:r w:rsidR="006479C0">
        <w:rPr>
          <w:lang w:bidi="bn-IN"/>
        </w:rPr>
        <w:t xml:space="preserve"> </w:t>
      </w:r>
      <w:r w:rsidR="006479C0" w:rsidRPr="003F52A2">
        <w:rPr>
          <w:cs/>
          <w:lang w:bidi="bn-IN"/>
        </w:rPr>
        <w:t>করে :</w:t>
      </w:r>
      <w:r w:rsidR="006479C0">
        <w:rPr>
          <w:lang w:bidi="bn-IN"/>
        </w:rPr>
        <w:t xml:space="preserve"> </w:t>
      </w:r>
      <w:r w:rsidR="006479C0" w:rsidRPr="003F52A2">
        <w:rPr>
          <w:cs/>
          <w:lang w:bidi="bn-IN"/>
        </w:rPr>
        <w:t>এক উত্তাপ</w:t>
      </w:r>
      <w:r w:rsidR="006479C0" w:rsidRPr="003F52A2">
        <w:t>,</w:t>
      </w:r>
      <w:r w:rsidR="006479C0" w:rsidRPr="003F52A2">
        <w:rPr>
          <w:cs/>
          <w:lang w:bidi="bn-IN"/>
        </w:rPr>
        <w:t>দুই</w:t>
      </w:r>
      <w:r w:rsidR="006479C0">
        <w:rPr>
          <w:lang w:bidi="bn-IN"/>
        </w:rPr>
        <w:t xml:space="preserve"> </w:t>
      </w:r>
      <w:r w:rsidRPr="003F52A2">
        <w:rPr>
          <w:cs/>
          <w:lang w:bidi="bn-IN"/>
        </w:rPr>
        <w:t>নিদ্রাহীনতা।</w:t>
      </w:r>
      <w:r w:rsidR="006479C0">
        <w:rPr>
          <w:cs/>
          <w:lang w:bidi="bn-IN"/>
        </w:rPr>
        <w:t xml:space="preserve"> উদাহরণস্বরূপ যদি কারো ক্ষুদ্রান্তে ব্যথা অনুভূত হয় বা যকৃত</w:t>
      </w:r>
      <w:r w:rsidRPr="003F52A2">
        <w:rPr>
          <w:cs/>
          <w:lang w:bidi="bn-IN"/>
        </w:rPr>
        <w:t xml:space="preserve"> জীবানু দ্বারা আক্রান্ত হয় তখন তার হাত</w:t>
      </w:r>
      <w:r w:rsidRPr="003F52A2">
        <w:t>,</w:t>
      </w:r>
      <w:r w:rsidRPr="003F52A2">
        <w:rPr>
          <w:cs/>
          <w:lang w:bidi="bn-IN"/>
        </w:rPr>
        <w:t>মাথা</w:t>
      </w:r>
      <w:r w:rsidRPr="003F52A2">
        <w:t>,</w:t>
      </w:r>
      <w:r w:rsidRPr="003F52A2">
        <w:rPr>
          <w:cs/>
          <w:lang w:bidi="bn-IN"/>
        </w:rPr>
        <w:t>হৃদয় কোন অঙ্গই নিদ্রা যায় না</w:t>
      </w:r>
      <w:r w:rsidRPr="003F52A2">
        <w:t>,</w:t>
      </w:r>
      <w:r w:rsidRPr="003F52A2">
        <w:rPr>
          <w:cs/>
          <w:lang w:bidi="bn-IN"/>
        </w:rPr>
        <w:t>তার শরীর বিশ্রাম নেয় না বরং উত্তাপের</w:t>
      </w:r>
      <w:r w:rsidR="006479C0">
        <w:rPr>
          <w:lang w:bidi="bn-IN"/>
        </w:rPr>
        <w:t xml:space="preserve"> </w:t>
      </w:r>
      <w:r w:rsidRPr="003F52A2">
        <w:rPr>
          <w:cs/>
          <w:lang w:bidi="bn-IN"/>
        </w:rPr>
        <w:t>মাধ্যমে প্রতিক্রিয়া প্রদর্শন করে।</w:t>
      </w:r>
    </w:p>
    <w:p w:rsidR="00351BAF" w:rsidRDefault="003F52A2" w:rsidP="006479C0">
      <w:pPr>
        <w:pStyle w:val="libNormal"/>
        <w:rPr>
          <w:lang w:bidi="bn-IN"/>
        </w:rPr>
      </w:pPr>
      <w:r w:rsidRPr="003F52A2">
        <w:rPr>
          <w:cs/>
          <w:lang w:bidi="bn-IN"/>
        </w:rPr>
        <w:t>কিন্তু এখানে নবী বিশেষ একটি বিষয়ে দৃষ্টি দিয়েছেন। তিনি যখন বলছেন মুমিনদের নমুনা এক</w:t>
      </w:r>
      <w:r w:rsidR="006479C0">
        <w:rPr>
          <w:lang w:bidi="bn-IN"/>
        </w:rPr>
        <w:t xml:space="preserve"> </w:t>
      </w:r>
      <w:r w:rsidRPr="003F52A2">
        <w:rPr>
          <w:cs/>
          <w:lang w:bidi="bn-IN"/>
        </w:rPr>
        <w:t xml:space="preserve">দেহের মতো তখন তার আত্মার প্রতিও </w:t>
      </w:r>
      <w:r w:rsidR="00FE6D44">
        <w:rPr>
          <w:cs/>
          <w:lang w:bidi="bn-IN"/>
        </w:rPr>
        <w:t>তার</w:t>
      </w:r>
      <w:r w:rsidRPr="003F52A2">
        <w:rPr>
          <w:cs/>
          <w:lang w:bidi="bn-IN"/>
        </w:rPr>
        <w:t xml:space="preserve"> দৃষ্টি রয়েছে। কারণ দেহের জন্য আত্মা প্রয়োজন যা</w:t>
      </w:r>
      <w:r w:rsidR="006479C0">
        <w:rPr>
          <w:lang w:bidi="bn-IN"/>
        </w:rPr>
        <w:t xml:space="preserve"> </w:t>
      </w:r>
    </w:p>
    <w:p w:rsidR="005C2423" w:rsidRDefault="003F52A2" w:rsidP="005C2423">
      <w:pPr>
        <w:pStyle w:val="libNormal"/>
        <w:rPr>
          <w:lang w:bidi="bn-IN"/>
        </w:rPr>
      </w:pPr>
      <w:r w:rsidRPr="005C2423">
        <w:rPr>
          <w:cs/>
          <w:lang w:bidi="bn-IN"/>
        </w:rPr>
        <w:t xml:space="preserve">তাকে </w:t>
      </w:r>
      <w:r w:rsidRPr="005C2423">
        <w:rPr>
          <w:rStyle w:val="libAlaemChar"/>
        </w:rPr>
        <w:t>‘</w:t>
      </w:r>
      <w:r w:rsidRPr="005C2423">
        <w:rPr>
          <w:cs/>
          <w:lang w:bidi="bn-IN"/>
        </w:rPr>
        <w:t>সে</w:t>
      </w:r>
      <w:r w:rsidRPr="005C2423">
        <w:rPr>
          <w:rStyle w:val="libAlaemChar"/>
        </w:rPr>
        <w:t>’</w:t>
      </w:r>
      <w:r w:rsidRPr="005C2423">
        <w:rPr>
          <w:cs/>
          <w:lang w:bidi="bn-IN"/>
        </w:rPr>
        <w:t xml:space="preserve">তে পরিণত করার মাধ্যমে </w:t>
      </w:r>
      <w:r w:rsidRPr="005C2423">
        <w:rPr>
          <w:rStyle w:val="libAlaemChar"/>
        </w:rPr>
        <w:t>‘</w:t>
      </w:r>
      <w:r w:rsidRPr="005C2423">
        <w:rPr>
          <w:cs/>
          <w:lang w:bidi="bn-IN"/>
        </w:rPr>
        <w:t>আমরা</w:t>
      </w:r>
      <w:r w:rsidRPr="005C2423">
        <w:rPr>
          <w:rStyle w:val="libAlaemChar"/>
        </w:rPr>
        <w:t>’</w:t>
      </w:r>
      <w:r w:rsidRPr="005C2423">
        <w:rPr>
          <w:cs/>
          <w:lang w:bidi="bn-IN"/>
        </w:rPr>
        <w:t>র জন্ম দান ক</w:t>
      </w:r>
      <w:r w:rsidR="005C2423">
        <w:rPr>
          <w:cs/>
          <w:lang w:bidi="bn-IN"/>
        </w:rPr>
        <w:t>রবে। যদি মৃত্যুর পর দেহকে টুকরো</w:t>
      </w:r>
      <w:r w:rsidR="005C2423">
        <w:rPr>
          <w:lang w:bidi="bn-IN"/>
        </w:rPr>
        <w:t xml:space="preserve"> </w:t>
      </w:r>
      <w:r w:rsidRPr="005C2423">
        <w:rPr>
          <w:cs/>
          <w:lang w:bidi="bn-IN"/>
        </w:rPr>
        <w:t>টুকরো করা হয় দেহ কোন ব্যথা অনুভব করে না। কারণ সেখানে আত্মার উপস্থিতি নেই যে</w:t>
      </w:r>
      <w:r w:rsidRPr="005C2423">
        <w:t>,</w:t>
      </w:r>
      <w:r w:rsidRPr="005C2423">
        <w:rPr>
          <w:cs/>
          <w:lang w:bidi="bn-IN"/>
        </w:rPr>
        <w:t>ব্যথা</w:t>
      </w:r>
      <w:r w:rsidR="005C2423">
        <w:rPr>
          <w:lang w:bidi="bn-IN"/>
        </w:rPr>
        <w:t xml:space="preserve"> </w:t>
      </w:r>
      <w:r w:rsidRPr="005C2423">
        <w:rPr>
          <w:cs/>
          <w:lang w:bidi="bn-IN"/>
        </w:rPr>
        <w:t xml:space="preserve">অনুভব করবে। এই আত্মাই সকল মুমিনকে এক সত্তায় পরিণত করে </w:t>
      </w:r>
      <w:r w:rsidRPr="005C2423">
        <w:rPr>
          <w:rStyle w:val="libAlaemChar"/>
        </w:rPr>
        <w:t>‘</w:t>
      </w:r>
      <w:r w:rsidRPr="005C2423">
        <w:rPr>
          <w:cs/>
          <w:lang w:bidi="bn-IN"/>
        </w:rPr>
        <w:t>আমরা</w:t>
      </w:r>
      <w:r w:rsidRPr="005C2423">
        <w:rPr>
          <w:rStyle w:val="libAlaemChar"/>
        </w:rPr>
        <w:t>’</w:t>
      </w:r>
      <w:r w:rsidRPr="005C2423">
        <w:t xml:space="preserve"> </w:t>
      </w:r>
      <w:r w:rsidRPr="005C2423">
        <w:rPr>
          <w:cs/>
          <w:lang w:bidi="bn-IN"/>
        </w:rPr>
        <w:t>করেছে যাদের একে</w:t>
      </w:r>
      <w:r w:rsidR="005C2423">
        <w:rPr>
          <w:lang w:bidi="bn-IN"/>
        </w:rPr>
        <w:t xml:space="preserve"> </w:t>
      </w:r>
      <w:r w:rsidRPr="005C2423">
        <w:rPr>
          <w:cs/>
          <w:lang w:bidi="bn-IN"/>
        </w:rPr>
        <w:t>অপরের প্রতি সহমর্মিতা রয়েছে। সে আত্মাটি হলো ঈমান যেখানে</w:t>
      </w:r>
      <w:r w:rsidR="005C2423" w:rsidRPr="005C2423">
        <w:rPr>
          <w:rStyle w:val="libAieChar"/>
          <w:rtl/>
        </w:rPr>
        <w:t>كَلِمَةٍ سَوَاءٍ بَيْنَنَا وَبَيْنَكُمْ</w:t>
      </w:r>
      <w:r w:rsidR="005C2423">
        <w:rPr>
          <w:lang w:bidi="bn-IN"/>
        </w:rPr>
        <w:t xml:space="preserve"> </w:t>
      </w:r>
      <w:r w:rsidRPr="005C2423">
        <w:rPr>
          <w:cs/>
          <w:lang w:bidi="bn-IN"/>
        </w:rPr>
        <w:t>নির্দেশ দান</w:t>
      </w:r>
      <w:r w:rsidR="005C2423">
        <w:rPr>
          <w:lang w:bidi="bn-IN"/>
        </w:rPr>
        <w:t xml:space="preserve"> </w:t>
      </w:r>
      <w:r w:rsidRPr="005C2423">
        <w:rPr>
          <w:cs/>
          <w:lang w:bidi="bn-IN"/>
        </w:rPr>
        <w:t xml:space="preserve">করে </w:t>
      </w:r>
      <w:r w:rsidRPr="005C2423">
        <w:rPr>
          <w:rStyle w:val="libAlaemChar"/>
        </w:rPr>
        <w:t>‘</w:t>
      </w:r>
      <w:r w:rsidRPr="005C2423">
        <w:rPr>
          <w:cs/>
          <w:lang w:bidi="bn-IN"/>
        </w:rPr>
        <w:t>আমি</w:t>
      </w:r>
      <w:r w:rsidRPr="00D542A0">
        <w:rPr>
          <w:rStyle w:val="libAlaemChar"/>
        </w:rPr>
        <w:t>’</w:t>
      </w:r>
      <w:r w:rsidRPr="003F52A2">
        <w:rPr>
          <w:cs/>
          <w:lang w:bidi="bn-IN"/>
        </w:rPr>
        <w:t xml:space="preserve">কে </w:t>
      </w:r>
      <w:r w:rsidRPr="00D542A0">
        <w:rPr>
          <w:rStyle w:val="libAlaemChar"/>
        </w:rPr>
        <w:t>‘</w:t>
      </w:r>
      <w:r w:rsidRPr="003F52A2">
        <w:rPr>
          <w:cs/>
          <w:lang w:bidi="bn-IN"/>
        </w:rPr>
        <w:t>সে</w:t>
      </w:r>
      <w:r w:rsidRPr="00D542A0">
        <w:rPr>
          <w:rStyle w:val="libAlaemChar"/>
        </w:rPr>
        <w:t>’</w:t>
      </w:r>
      <w:r w:rsidRPr="003F52A2">
        <w:rPr>
          <w:cs/>
          <w:lang w:bidi="bn-IN"/>
        </w:rPr>
        <w:t>তে পরিণত করে প্রকৃতিগতভাবেই সহমর্মী করেছে। কিন্তু</w:t>
      </w:r>
      <w:r w:rsidR="005C2423">
        <w:rPr>
          <w:lang w:bidi="bn-IN"/>
        </w:rPr>
        <w:t xml:space="preserve"> </w:t>
      </w:r>
      <w:r w:rsidR="005C2423" w:rsidRPr="005C2423">
        <w:rPr>
          <w:rStyle w:val="libAieChar"/>
          <w:rtl/>
        </w:rPr>
        <w:t xml:space="preserve">كَلِمَةٍ سَوَاءٍ </w:t>
      </w:r>
      <w:r w:rsidR="005C2423">
        <w:rPr>
          <w:rStyle w:val="libAieChar"/>
        </w:rPr>
        <w:t xml:space="preserve"> </w:t>
      </w:r>
      <w:r w:rsidRPr="003F52A2">
        <w:rPr>
          <w:cs/>
          <w:lang w:bidi="bn-IN"/>
        </w:rPr>
        <w:t>বা একই</w:t>
      </w:r>
      <w:r w:rsidR="005C2423">
        <w:rPr>
          <w:lang w:bidi="bn-IN"/>
        </w:rPr>
        <w:t xml:space="preserve"> </w:t>
      </w:r>
      <w:r w:rsidRPr="003F52A2">
        <w:rPr>
          <w:cs/>
          <w:lang w:bidi="bn-IN"/>
        </w:rPr>
        <w:t>কথায় বিশ্বাসী না হলে এটা সম্ভব নয়। নবী (সা.) বলেছেন</w:t>
      </w:r>
      <w:r w:rsidRPr="003F52A2">
        <w:t>,</w:t>
      </w:r>
      <w:r w:rsidRPr="00D542A0">
        <w:rPr>
          <w:rStyle w:val="libAlaemChar"/>
        </w:rPr>
        <w:t>“</w:t>
      </w:r>
      <w:r w:rsidRPr="003F52A2">
        <w:rPr>
          <w:cs/>
          <w:lang w:bidi="bn-IN"/>
        </w:rPr>
        <w:t>মুমিনরা এক আত্মার অংশীদার</w:t>
      </w:r>
      <w:r w:rsidRPr="00D542A0">
        <w:rPr>
          <w:rStyle w:val="libAlaemChar"/>
        </w:rPr>
        <w:t>”</w:t>
      </w:r>
      <w:r w:rsidRPr="003F52A2">
        <w:t xml:space="preserve"> </w:t>
      </w:r>
      <w:r w:rsidRPr="003F52A2">
        <w:rPr>
          <w:cs/>
          <w:lang w:bidi="bn-IN"/>
        </w:rPr>
        <w:t>যাদের</w:t>
      </w:r>
      <w:r w:rsidR="005C2423">
        <w:rPr>
          <w:lang w:bidi="bn-IN"/>
        </w:rPr>
        <w:t xml:space="preserve"> </w:t>
      </w:r>
      <w:r w:rsidRPr="003F52A2">
        <w:rPr>
          <w:cs/>
          <w:lang w:bidi="bn-IN"/>
        </w:rPr>
        <w:t>উপর উপরিউক্ত বাণী ক্রিয়াশীল। সা</w:t>
      </w:r>
      <w:r w:rsidRPr="00D542A0">
        <w:rPr>
          <w:rStyle w:val="libAlaemChar"/>
        </w:rPr>
        <w:t>’</w:t>
      </w:r>
      <w:r w:rsidRPr="003F52A2">
        <w:rPr>
          <w:cs/>
          <w:lang w:bidi="bn-IN"/>
        </w:rPr>
        <w:t>দী ভুল করে বলেছেন</w:t>
      </w:r>
      <w:r w:rsidRPr="003F52A2">
        <w:t>,</w:t>
      </w:r>
      <w:r w:rsidRPr="003F52A2">
        <w:rPr>
          <w:cs/>
          <w:lang w:bidi="bn-IN"/>
        </w:rPr>
        <w:t>সকল মানুষ এক দেহের ন্যায়। যদি</w:t>
      </w:r>
      <w:r w:rsidR="005C2423">
        <w:rPr>
          <w:lang w:bidi="bn-IN"/>
        </w:rPr>
        <w:t xml:space="preserve"> </w:t>
      </w:r>
      <w:r w:rsidRPr="003F52A2">
        <w:rPr>
          <w:cs/>
          <w:lang w:bidi="bn-IN"/>
        </w:rPr>
        <w:t>আদম সন্তানরা</w:t>
      </w:r>
      <w:r w:rsidR="005C2423">
        <w:rPr>
          <w:lang w:bidi="bn-IN"/>
        </w:rPr>
        <w:t xml:space="preserve"> </w:t>
      </w:r>
      <w:r w:rsidR="005C2423" w:rsidRPr="005C2423">
        <w:rPr>
          <w:rStyle w:val="libAieChar"/>
          <w:rtl/>
        </w:rPr>
        <w:t>كَلِمَةٍ سَوَاءٍ بَيْنَنَا وَبَيْنَكُمْ</w:t>
      </w:r>
      <w:r w:rsidR="005C2423">
        <w:rPr>
          <w:lang w:bidi="bn-IN"/>
        </w:rPr>
        <w:t xml:space="preserve"> </w:t>
      </w:r>
      <w:r w:rsidRPr="003F52A2">
        <w:rPr>
          <w:cs/>
          <w:lang w:bidi="bn-IN"/>
        </w:rPr>
        <w:t>বা একই মতে বিশ্বাসী না হয় তাহলে কখনই এক দেহে পরিণত</w:t>
      </w:r>
      <w:r w:rsidR="005C2423">
        <w:rPr>
          <w:lang w:bidi="bn-IN"/>
        </w:rPr>
        <w:t xml:space="preserve"> </w:t>
      </w:r>
      <w:r w:rsidRPr="003F52A2">
        <w:rPr>
          <w:cs/>
          <w:lang w:bidi="bn-IN"/>
        </w:rPr>
        <w:t xml:space="preserve">হতে পারে না। </w:t>
      </w:r>
      <w:r w:rsidRPr="00D542A0">
        <w:rPr>
          <w:rStyle w:val="libAlaemChar"/>
        </w:rPr>
        <w:t>‘</w:t>
      </w:r>
      <w:r w:rsidRPr="003F52A2">
        <w:rPr>
          <w:cs/>
          <w:lang w:bidi="bn-IN"/>
        </w:rPr>
        <w:t>মানব জাতি এক দেহের ন্যায়</w:t>
      </w:r>
      <w:r w:rsidRPr="00D542A0">
        <w:rPr>
          <w:rStyle w:val="libAlaemChar"/>
        </w:rPr>
        <w:t>’</w:t>
      </w:r>
      <w:r w:rsidRPr="003F52A2">
        <w:t xml:space="preserve"> </w:t>
      </w:r>
      <w:r w:rsidRPr="003F52A2">
        <w:rPr>
          <w:cs/>
          <w:lang w:bidi="bn-IN"/>
        </w:rPr>
        <w:t>কথাটি অসত্য। আমেরিকান ও ভিয়েতনামীরা এক</w:t>
      </w:r>
      <w:r w:rsidR="005C2423">
        <w:rPr>
          <w:lang w:bidi="bn-IN"/>
        </w:rPr>
        <w:t xml:space="preserve"> </w:t>
      </w:r>
      <w:r w:rsidRPr="003F52A2">
        <w:rPr>
          <w:cs/>
          <w:lang w:bidi="bn-IN"/>
        </w:rPr>
        <w:t>মানব জাতির অন্তর্ভুক্ত</w:t>
      </w:r>
      <w:r w:rsidRPr="003F52A2">
        <w:t>,</w:t>
      </w:r>
      <w:r w:rsidRPr="003F52A2">
        <w:rPr>
          <w:cs/>
          <w:lang w:bidi="bn-IN"/>
        </w:rPr>
        <w:t>নয় কি</w:t>
      </w:r>
      <w:r w:rsidRPr="003F52A2">
        <w:t xml:space="preserve">? </w:t>
      </w:r>
      <w:r w:rsidRPr="003F52A2">
        <w:rPr>
          <w:cs/>
          <w:lang w:bidi="bn-IN"/>
        </w:rPr>
        <w:t>যদি বলি</w:t>
      </w:r>
      <w:r w:rsidRPr="003F52A2">
        <w:t>,</w:t>
      </w:r>
      <w:r w:rsidRPr="003F52A2">
        <w:rPr>
          <w:cs/>
          <w:lang w:bidi="bn-IN"/>
        </w:rPr>
        <w:t>ভিয়েতনামীরা আদম সন্তানের অন্তর্ভুক্ত</w:t>
      </w:r>
      <w:r w:rsidRPr="003F52A2">
        <w:t>,</w:t>
      </w:r>
      <w:r w:rsidRPr="003F52A2">
        <w:rPr>
          <w:cs/>
          <w:lang w:bidi="bn-IN"/>
        </w:rPr>
        <w:t>কিন্তু আমেরিকান</w:t>
      </w:r>
      <w:r w:rsidR="005C2423">
        <w:rPr>
          <w:cs/>
          <w:lang w:bidi="bn-IN"/>
        </w:rPr>
        <w:t>রা</w:t>
      </w:r>
      <w:r w:rsidR="005C2423">
        <w:rPr>
          <w:lang w:bidi="bn-IN"/>
        </w:rPr>
        <w:t xml:space="preserve"> </w:t>
      </w:r>
      <w:r w:rsidRPr="003F52A2">
        <w:rPr>
          <w:cs/>
          <w:lang w:bidi="bn-IN"/>
        </w:rPr>
        <w:t>নয়</w:t>
      </w:r>
      <w:r w:rsidRPr="003F52A2">
        <w:t>,</w:t>
      </w:r>
      <w:r w:rsidRPr="003F52A2">
        <w:rPr>
          <w:cs/>
          <w:lang w:bidi="bn-IN"/>
        </w:rPr>
        <w:t>তবে যেরূপ ভুল করব সেরূপ যদি বলি</w:t>
      </w:r>
      <w:r w:rsidRPr="003F52A2">
        <w:t>,</w:t>
      </w:r>
      <w:r w:rsidRPr="003F52A2">
        <w:rPr>
          <w:cs/>
          <w:lang w:bidi="bn-IN"/>
        </w:rPr>
        <w:t>আমেরিকানরা মানুষ</w:t>
      </w:r>
      <w:r w:rsidRPr="003F52A2">
        <w:t>,</w:t>
      </w:r>
      <w:r w:rsidRPr="003F52A2">
        <w:rPr>
          <w:cs/>
          <w:lang w:bidi="bn-IN"/>
        </w:rPr>
        <w:t>ভিয়েতনামীরা নয়</w:t>
      </w:r>
      <w:r w:rsidRPr="003F52A2">
        <w:t>,</w:t>
      </w:r>
      <w:r w:rsidRPr="003F52A2">
        <w:rPr>
          <w:cs/>
          <w:lang w:bidi="bn-IN"/>
        </w:rPr>
        <w:t>তাও ভুল বলা</w:t>
      </w:r>
      <w:r w:rsidR="005C2423">
        <w:rPr>
          <w:lang w:bidi="bn-IN"/>
        </w:rPr>
        <w:t xml:space="preserve"> </w:t>
      </w:r>
      <w:r w:rsidRPr="003F52A2">
        <w:rPr>
          <w:cs/>
          <w:lang w:bidi="bn-IN"/>
        </w:rPr>
        <w:t>হবে। যদিও তারা উভয়েই আদম সন্তান তদুপরি এক দেহ নয়</w:t>
      </w:r>
      <w:r w:rsidRPr="003F52A2">
        <w:rPr>
          <w:cs/>
          <w:lang w:bidi="hi-IN"/>
        </w:rPr>
        <w:t xml:space="preserve">। </w:t>
      </w:r>
      <w:r w:rsidRPr="003F52A2">
        <w:rPr>
          <w:cs/>
          <w:lang w:bidi="bn-IN"/>
        </w:rPr>
        <w:t>যখন মানব জাতির মধ্যে এক আত্মা</w:t>
      </w:r>
      <w:r w:rsidR="005C2423">
        <w:rPr>
          <w:lang w:bidi="bn-IN"/>
        </w:rPr>
        <w:t xml:space="preserve"> </w:t>
      </w:r>
      <w:r w:rsidRPr="003F52A2">
        <w:rPr>
          <w:cs/>
          <w:lang w:bidi="bn-IN"/>
        </w:rPr>
        <w:t xml:space="preserve">এবং এক ঈমান ক্রিয়াশীর হবে তখন </w:t>
      </w:r>
      <w:r w:rsidRPr="00D542A0">
        <w:rPr>
          <w:rStyle w:val="libAlaemChar"/>
        </w:rPr>
        <w:t>‘</w:t>
      </w:r>
      <w:r w:rsidRPr="003F52A2">
        <w:rPr>
          <w:cs/>
          <w:lang w:bidi="bn-IN"/>
        </w:rPr>
        <w:t>আমি</w:t>
      </w:r>
      <w:r w:rsidRPr="00D542A0">
        <w:rPr>
          <w:rStyle w:val="libAlaemChar"/>
        </w:rPr>
        <w:t>’</w:t>
      </w:r>
      <w:r w:rsidRPr="003F52A2">
        <w:t xml:space="preserve"> </w:t>
      </w:r>
      <w:r w:rsidRPr="00D542A0">
        <w:rPr>
          <w:rStyle w:val="libAlaemChar"/>
        </w:rPr>
        <w:t>‘</w:t>
      </w:r>
      <w:r w:rsidRPr="003F52A2">
        <w:rPr>
          <w:cs/>
          <w:lang w:bidi="bn-IN"/>
        </w:rPr>
        <w:t>সে</w:t>
      </w:r>
      <w:r w:rsidRPr="00D542A0">
        <w:rPr>
          <w:rStyle w:val="libAlaemChar"/>
        </w:rPr>
        <w:t>’</w:t>
      </w:r>
      <w:r w:rsidRPr="003F52A2">
        <w:rPr>
          <w:cs/>
          <w:lang w:bidi="bn-IN"/>
        </w:rPr>
        <w:t xml:space="preserve">তে পরিণত হবে এবং </w:t>
      </w:r>
      <w:r w:rsidRPr="00D542A0">
        <w:rPr>
          <w:rStyle w:val="libAlaemChar"/>
        </w:rPr>
        <w:t>‘</w:t>
      </w:r>
      <w:r w:rsidRPr="003F52A2">
        <w:rPr>
          <w:cs/>
          <w:lang w:bidi="bn-IN"/>
        </w:rPr>
        <w:t>আমিত্ব</w:t>
      </w:r>
      <w:r w:rsidRPr="00D542A0">
        <w:rPr>
          <w:rStyle w:val="libAlaemChar"/>
        </w:rPr>
        <w:t>’</w:t>
      </w:r>
      <w:r w:rsidRPr="003F52A2">
        <w:t xml:space="preserve"> </w:t>
      </w:r>
      <w:r w:rsidRPr="003F52A2">
        <w:rPr>
          <w:cs/>
          <w:lang w:bidi="bn-IN"/>
        </w:rPr>
        <w:t>আর থাকবে না।</w:t>
      </w:r>
      <w:r w:rsidR="005C2423">
        <w:rPr>
          <w:lang w:bidi="bn-IN"/>
        </w:rPr>
        <w:t xml:space="preserve"> </w:t>
      </w:r>
      <w:r w:rsidRPr="003F52A2">
        <w:rPr>
          <w:cs/>
          <w:lang w:bidi="bn-IN"/>
        </w:rPr>
        <w:t>তারা পরস্পর সহমর্মী হবে। আর তখনই বলা যাবে-</w:t>
      </w:r>
    </w:p>
    <w:p w:rsidR="005C2423" w:rsidRDefault="003F52A2" w:rsidP="005C2423">
      <w:pPr>
        <w:pStyle w:val="libCenter"/>
      </w:pPr>
      <w:r w:rsidRPr="00D542A0">
        <w:rPr>
          <w:rStyle w:val="libAlaemChar"/>
        </w:rPr>
        <w:t>“</w:t>
      </w:r>
      <w:r w:rsidRPr="003F52A2">
        <w:rPr>
          <w:cs/>
          <w:lang w:bidi="bn-IN"/>
        </w:rPr>
        <w:t>যদি এক অঙ্গে হয় ব্যথা অনুভূত</w:t>
      </w:r>
      <w:r w:rsidRPr="003F52A2">
        <w:t>,</w:t>
      </w:r>
    </w:p>
    <w:p w:rsidR="005C2423" w:rsidRDefault="003F52A2" w:rsidP="005C2423">
      <w:pPr>
        <w:pStyle w:val="libCenter"/>
        <w:rPr>
          <w:rStyle w:val="libAlaemChar"/>
        </w:rPr>
      </w:pPr>
      <w:r w:rsidRPr="003F52A2">
        <w:rPr>
          <w:cs/>
          <w:lang w:bidi="bn-IN"/>
        </w:rPr>
        <w:t>অন্য অঙ্গও হয় চিন্তায় মথিত।</w:t>
      </w:r>
      <w:r w:rsidRPr="00D542A0">
        <w:rPr>
          <w:rStyle w:val="libAlaemChar"/>
        </w:rPr>
        <w:t>”</w:t>
      </w:r>
    </w:p>
    <w:p w:rsidR="005C2423" w:rsidRDefault="003F52A2" w:rsidP="005C2423">
      <w:pPr>
        <w:pStyle w:val="libNormal"/>
        <w:rPr>
          <w:lang w:bidi="bn-IN"/>
        </w:rPr>
      </w:pPr>
      <w:r w:rsidRPr="003F52A2">
        <w:rPr>
          <w:cs/>
          <w:lang w:bidi="bn-IN"/>
        </w:rPr>
        <w:t>সুতরাং আমরা জানলাম</w:t>
      </w:r>
      <w:r w:rsidRPr="003F52A2">
        <w:t>,</w:t>
      </w:r>
      <w:r w:rsidRPr="003F52A2">
        <w:rPr>
          <w:cs/>
          <w:lang w:bidi="bn-IN"/>
        </w:rPr>
        <w:t xml:space="preserve">এ মতবাদে পূর্ণ মানব </w:t>
      </w:r>
      <w:r w:rsidR="000C4B23">
        <w:rPr>
          <w:cs/>
          <w:lang w:bidi="bn-IN"/>
        </w:rPr>
        <w:t>সম্পর্কে</w:t>
      </w:r>
      <w:r w:rsidRPr="003F52A2">
        <w:rPr>
          <w:cs/>
          <w:lang w:bidi="bn-IN"/>
        </w:rPr>
        <w:t xml:space="preserve"> একটি ভুল হলো এতে একটি মূল্যবোধ</w:t>
      </w:r>
      <w:r w:rsidR="005C2423">
        <w:rPr>
          <w:lang w:bidi="bn-IN"/>
        </w:rPr>
        <w:t xml:space="preserve"> </w:t>
      </w:r>
      <w:r w:rsidRPr="003F52A2">
        <w:rPr>
          <w:cs/>
          <w:lang w:bidi="bn-IN"/>
        </w:rPr>
        <w:t xml:space="preserve">ব্যতীত অন্য সকল মূল্যবোধ বিস্মৃত হয়েছে এবং একমাত্র মূল্যবোধ </w:t>
      </w:r>
      <w:r w:rsidRPr="00D542A0">
        <w:rPr>
          <w:rStyle w:val="libAlaemChar"/>
        </w:rPr>
        <w:t>‘</w:t>
      </w:r>
      <w:r w:rsidRPr="003F52A2">
        <w:rPr>
          <w:cs/>
          <w:lang w:bidi="bn-IN"/>
        </w:rPr>
        <w:t>আমরা</w:t>
      </w:r>
      <w:r w:rsidRPr="00D542A0">
        <w:rPr>
          <w:rStyle w:val="libAlaemChar"/>
        </w:rPr>
        <w:t>’</w:t>
      </w:r>
      <w:r w:rsidRPr="003F52A2">
        <w:t xml:space="preserve"> </w:t>
      </w:r>
      <w:r w:rsidRPr="003F52A2">
        <w:rPr>
          <w:cs/>
          <w:lang w:bidi="bn-IN"/>
        </w:rPr>
        <w:t>হতে হবে বলে মনে করা</w:t>
      </w:r>
      <w:r w:rsidR="005C2423">
        <w:rPr>
          <w:lang w:bidi="bn-IN"/>
        </w:rPr>
        <w:t xml:space="preserve"> </w:t>
      </w:r>
      <w:r w:rsidRPr="003F52A2">
        <w:rPr>
          <w:cs/>
          <w:lang w:bidi="bn-IN"/>
        </w:rPr>
        <w:t xml:space="preserve">হয়েছে। </w:t>
      </w:r>
      <w:r w:rsidRPr="00D542A0">
        <w:rPr>
          <w:rStyle w:val="libAlaemChar"/>
        </w:rPr>
        <w:t>‘</w:t>
      </w:r>
      <w:r w:rsidRPr="003F52A2">
        <w:rPr>
          <w:cs/>
          <w:lang w:bidi="bn-IN"/>
        </w:rPr>
        <w:t>আমরা</w:t>
      </w:r>
      <w:r w:rsidRPr="00D542A0">
        <w:rPr>
          <w:rStyle w:val="libAlaemChar"/>
        </w:rPr>
        <w:t>’</w:t>
      </w:r>
      <w:r w:rsidRPr="003F52A2">
        <w:t xml:space="preserve"> </w:t>
      </w:r>
      <w:r w:rsidRPr="003F52A2">
        <w:rPr>
          <w:cs/>
          <w:lang w:bidi="bn-IN"/>
        </w:rPr>
        <w:t xml:space="preserve">হওয়ার বিষয়টি অবশ্যই ঠিক অর্থাৎ যদি কোন মানুষের </w:t>
      </w:r>
      <w:r w:rsidRPr="00D542A0">
        <w:rPr>
          <w:rStyle w:val="libAlaemChar"/>
        </w:rPr>
        <w:t>‘</w:t>
      </w:r>
      <w:r w:rsidRPr="003F52A2">
        <w:rPr>
          <w:cs/>
          <w:lang w:bidi="bn-IN"/>
        </w:rPr>
        <w:t>আমি</w:t>
      </w:r>
      <w:r w:rsidRPr="00D542A0">
        <w:rPr>
          <w:rStyle w:val="libAlaemChar"/>
        </w:rPr>
        <w:t>’</w:t>
      </w:r>
      <w:r w:rsidRPr="003F52A2">
        <w:t xml:space="preserve"> </w:t>
      </w:r>
      <w:r w:rsidRPr="00D542A0">
        <w:rPr>
          <w:rStyle w:val="libAlaemChar"/>
        </w:rPr>
        <w:t>‘</w:t>
      </w:r>
      <w:r w:rsidRPr="003F52A2">
        <w:rPr>
          <w:cs/>
          <w:lang w:bidi="bn-IN"/>
        </w:rPr>
        <w:t>আমরা</w:t>
      </w:r>
      <w:r w:rsidRPr="00D542A0">
        <w:rPr>
          <w:rStyle w:val="libAlaemChar"/>
        </w:rPr>
        <w:t>’</w:t>
      </w:r>
      <w:r w:rsidRPr="003F52A2">
        <w:rPr>
          <w:cs/>
          <w:lang w:bidi="bn-IN"/>
        </w:rPr>
        <w:t>য় পরিণত না</w:t>
      </w:r>
      <w:r w:rsidR="005C2423">
        <w:rPr>
          <w:lang w:bidi="bn-IN"/>
        </w:rPr>
        <w:t xml:space="preserve"> </w:t>
      </w:r>
      <w:r w:rsidRPr="003F52A2">
        <w:rPr>
          <w:cs/>
          <w:lang w:bidi="bn-IN"/>
        </w:rPr>
        <w:t>হয় তাহলে সে পূর্ণ মানব নয়। কিন্তু যদি কেউ মনে করে</w:t>
      </w:r>
      <w:r w:rsidRPr="003F52A2">
        <w:t>,</w:t>
      </w:r>
      <w:r w:rsidRPr="003F52A2">
        <w:rPr>
          <w:cs/>
          <w:lang w:bidi="bn-IN"/>
        </w:rPr>
        <w:t xml:space="preserve">শুধু মানুষের </w:t>
      </w:r>
      <w:r w:rsidRPr="00D542A0">
        <w:rPr>
          <w:rStyle w:val="libAlaemChar"/>
        </w:rPr>
        <w:t>‘</w:t>
      </w:r>
      <w:r w:rsidRPr="003F52A2">
        <w:rPr>
          <w:cs/>
          <w:lang w:bidi="bn-IN"/>
        </w:rPr>
        <w:t>আমিত্ব</w:t>
      </w:r>
      <w:r w:rsidRPr="00D542A0">
        <w:rPr>
          <w:rStyle w:val="libAlaemChar"/>
        </w:rPr>
        <w:t>’</w:t>
      </w:r>
      <w:r w:rsidRPr="003F52A2">
        <w:t xml:space="preserve"> </w:t>
      </w:r>
      <w:r w:rsidRPr="00D542A0">
        <w:rPr>
          <w:rStyle w:val="libAlaemChar"/>
        </w:rPr>
        <w:t>‘</w:t>
      </w:r>
      <w:r w:rsidRPr="003F52A2">
        <w:rPr>
          <w:cs/>
          <w:lang w:bidi="bn-IN"/>
        </w:rPr>
        <w:t>আমরা</w:t>
      </w:r>
      <w:r w:rsidRPr="00D542A0">
        <w:rPr>
          <w:rStyle w:val="libAlaemChar"/>
        </w:rPr>
        <w:t>’</w:t>
      </w:r>
      <w:r w:rsidRPr="003F52A2">
        <w:rPr>
          <w:cs/>
          <w:lang w:bidi="bn-IN"/>
        </w:rPr>
        <w:t>য় পরিণত</w:t>
      </w:r>
      <w:r w:rsidR="005C2423">
        <w:rPr>
          <w:lang w:bidi="bn-IN"/>
        </w:rPr>
        <w:t xml:space="preserve"> </w:t>
      </w:r>
      <w:r w:rsidRPr="003F52A2">
        <w:rPr>
          <w:cs/>
          <w:lang w:bidi="bn-IN"/>
        </w:rPr>
        <w:t>হয়ে গেলেই সে পূর্ণ মানবে পরিণত হবে</w:t>
      </w:r>
      <w:r w:rsidRPr="003F52A2">
        <w:t>,</w:t>
      </w:r>
      <w:r w:rsidRPr="003F52A2">
        <w:rPr>
          <w:cs/>
          <w:lang w:bidi="bn-IN"/>
        </w:rPr>
        <w:t xml:space="preserve">তবে তা নিতান্তই অসত্য। </w:t>
      </w:r>
      <w:r w:rsidRPr="00D542A0">
        <w:rPr>
          <w:rStyle w:val="libAlaemChar"/>
        </w:rPr>
        <w:t>‘</w:t>
      </w:r>
      <w:r w:rsidRPr="003F52A2">
        <w:rPr>
          <w:cs/>
          <w:lang w:bidi="bn-IN"/>
        </w:rPr>
        <w:t>আমরা</w:t>
      </w:r>
      <w:r w:rsidRPr="00D542A0">
        <w:rPr>
          <w:rStyle w:val="libAlaemChar"/>
        </w:rPr>
        <w:t>’</w:t>
      </w:r>
      <w:r w:rsidRPr="003F52A2">
        <w:t xml:space="preserve"> </w:t>
      </w:r>
      <w:r w:rsidRPr="003F52A2">
        <w:rPr>
          <w:cs/>
          <w:lang w:bidi="bn-IN"/>
        </w:rPr>
        <w:t>হওয়া পূর্ণ মানব হওয়ার</w:t>
      </w:r>
      <w:r w:rsidR="005C2423">
        <w:rPr>
          <w:lang w:bidi="bn-IN"/>
        </w:rPr>
        <w:t xml:space="preserve"> </w:t>
      </w:r>
      <w:r w:rsidRPr="003F52A2">
        <w:rPr>
          <w:cs/>
          <w:lang w:bidi="bn-IN"/>
        </w:rPr>
        <w:t>পথের অন্যতম গন্তব্য</w:t>
      </w:r>
      <w:r w:rsidR="005C2423">
        <w:rPr>
          <w:lang w:bidi="bn-IN"/>
        </w:rPr>
        <w:t xml:space="preserve"> </w:t>
      </w:r>
      <w:r w:rsidRPr="003F52A2">
        <w:rPr>
          <w:cs/>
          <w:lang w:bidi="bn-IN"/>
        </w:rPr>
        <w:t>রেখা</w:t>
      </w:r>
      <w:r w:rsidRPr="003F52A2">
        <w:t>,</w:t>
      </w:r>
      <w:r w:rsidRPr="003F52A2">
        <w:rPr>
          <w:cs/>
          <w:lang w:bidi="bn-IN"/>
        </w:rPr>
        <w:t>কিন্তু একমাত্র গন্তব্য</w:t>
      </w:r>
      <w:r w:rsidR="005C2423">
        <w:rPr>
          <w:lang w:bidi="bn-IN"/>
        </w:rPr>
        <w:t xml:space="preserve"> </w:t>
      </w:r>
      <w:r w:rsidRPr="003F52A2">
        <w:rPr>
          <w:cs/>
          <w:lang w:bidi="bn-IN"/>
        </w:rPr>
        <w:t xml:space="preserve">রেখা নয়।  </w:t>
      </w:r>
      <w:r w:rsidR="00611BB9">
        <w:rPr>
          <w:cs/>
          <w:lang w:bidi="bn-IN"/>
        </w:rPr>
        <w:t>তা</w:t>
      </w:r>
      <w:r w:rsidRPr="003F52A2">
        <w:rPr>
          <w:cs/>
          <w:lang w:bidi="bn-IN"/>
        </w:rPr>
        <w:t xml:space="preserve">দের দ্বিতীয় ভুলটি হচ্ছে </w:t>
      </w:r>
      <w:r w:rsidR="00FE6D44">
        <w:rPr>
          <w:cs/>
          <w:lang w:bidi="bn-IN"/>
        </w:rPr>
        <w:t>তারা</w:t>
      </w:r>
      <w:r w:rsidRPr="003F52A2">
        <w:rPr>
          <w:cs/>
          <w:lang w:bidi="bn-IN"/>
        </w:rPr>
        <w:t xml:space="preserve"> মনে করেছেন</w:t>
      </w:r>
      <w:r w:rsidRPr="003F52A2">
        <w:t>,</w:t>
      </w:r>
      <w:r w:rsidRPr="003F52A2">
        <w:rPr>
          <w:cs/>
          <w:lang w:bidi="bn-IN"/>
        </w:rPr>
        <w:t xml:space="preserve">যে বস্তুটি </w:t>
      </w:r>
      <w:r w:rsidRPr="00D542A0">
        <w:rPr>
          <w:rStyle w:val="libAlaemChar"/>
        </w:rPr>
        <w:t>‘</w:t>
      </w:r>
      <w:r w:rsidRPr="003F52A2">
        <w:rPr>
          <w:cs/>
          <w:lang w:bidi="bn-IN"/>
        </w:rPr>
        <w:t>আমি</w:t>
      </w:r>
      <w:r w:rsidRPr="00D542A0">
        <w:rPr>
          <w:rStyle w:val="libAlaemChar"/>
        </w:rPr>
        <w:t>’</w:t>
      </w:r>
      <w:r w:rsidRPr="003F52A2">
        <w:rPr>
          <w:cs/>
          <w:lang w:bidi="bn-IN"/>
        </w:rPr>
        <w:t xml:space="preserve">কে </w:t>
      </w:r>
      <w:r w:rsidRPr="00D542A0">
        <w:rPr>
          <w:rStyle w:val="libAlaemChar"/>
        </w:rPr>
        <w:t>‘</w:t>
      </w:r>
      <w:r w:rsidRPr="003F52A2">
        <w:rPr>
          <w:cs/>
          <w:lang w:bidi="bn-IN"/>
        </w:rPr>
        <w:t>আমরা</w:t>
      </w:r>
      <w:r w:rsidRPr="00D542A0">
        <w:rPr>
          <w:rStyle w:val="libAlaemChar"/>
        </w:rPr>
        <w:t>’</w:t>
      </w:r>
      <w:r w:rsidRPr="003F52A2">
        <w:rPr>
          <w:cs/>
          <w:lang w:bidi="bn-IN"/>
        </w:rPr>
        <w:t>য় পরিণত করে তাহলো সামষ্টিক মালিকানা অর্থাৎ ব্যক্তি ও বিশেষ মালিকানাকে বিলুপ্ত করে সামষ্টিক মালিকানার রূপ</w:t>
      </w:r>
      <w:r w:rsidR="005C2423">
        <w:rPr>
          <w:lang w:bidi="bn-IN"/>
        </w:rPr>
        <w:t xml:space="preserve"> </w:t>
      </w:r>
      <w:r w:rsidRPr="003F52A2">
        <w:rPr>
          <w:cs/>
          <w:lang w:bidi="bn-IN"/>
        </w:rPr>
        <w:t xml:space="preserve">দিলেই </w:t>
      </w:r>
      <w:r w:rsidRPr="00D542A0">
        <w:rPr>
          <w:rStyle w:val="libAlaemChar"/>
        </w:rPr>
        <w:t>‘</w:t>
      </w:r>
      <w:r w:rsidRPr="003F52A2">
        <w:rPr>
          <w:cs/>
          <w:lang w:bidi="bn-IN"/>
        </w:rPr>
        <w:t>আমি</w:t>
      </w:r>
      <w:r w:rsidRPr="00D542A0">
        <w:rPr>
          <w:rStyle w:val="libAlaemChar"/>
        </w:rPr>
        <w:t>’</w:t>
      </w:r>
      <w:r w:rsidRPr="003F52A2">
        <w:t xml:space="preserve"> </w:t>
      </w:r>
      <w:r w:rsidRPr="00D542A0">
        <w:rPr>
          <w:rStyle w:val="libAlaemChar"/>
        </w:rPr>
        <w:t>‘</w:t>
      </w:r>
      <w:r w:rsidRPr="003F52A2">
        <w:rPr>
          <w:cs/>
          <w:lang w:bidi="bn-IN"/>
        </w:rPr>
        <w:t>আমরা</w:t>
      </w:r>
      <w:r w:rsidRPr="00D542A0">
        <w:rPr>
          <w:rStyle w:val="libAlaemChar"/>
        </w:rPr>
        <w:t>’</w:t>
      </w:r>
      <w:r w:rsidRPr="003F52A2">
        <w:rPr>
          <w:cs/>
          <w:lang w:bidi="bn-IN"/>
        </w:rPr>
        <w:t xml:space="preserve">য় পরিণত হয়ে যাবে এবং কেউ </w:t>
      </w:r>
      <w:r w:rsidRPr="00D542A0">
        <w:rPr>
          <w:rStyle w:val="libAlaemChar"/>
        </w:rPr>
        <w:t>‘</w:t>
      </w:r>
      <w:r w:rsidRPr="003F52A2">
        <w:rPr>
          <w:cs/>
          <w:lang w:bidi="bn-IN"/>
        </w:rPr>
        <w:t>আমিত্ব</w:t>
      </w:r>
      <w:r w:rsidRPr="00D542A0">
        <w:rPr>
          <w:rStyle w:val="libAlaemChar"/>
        </w:rPr>
        <w:t>’</w:t>
      </w:r>
      <w:r w:rsidRPr="003F52A2">
        <w:t xml:space="preserve"> </w:t>
      </w:r>
      <w:r w:rsidRPr="003F52A2">
        <w:rPr>
          <w:cs/>
          <w:lang w:bidi="bn-IN"/>
        </w:rPr>
        <w:t>অনুভব করবে না।</w:t>
      </w:r>
      <w:r w:rsidR="005C2423">
        <w:rPr>
          <w:lang w:bidi="bn-IN"/>
        </w:rPr>
        <w:t xml:space="preserve"> </w:t>
      </w:r>
    </w:p>
    <w:p w:rsidR="005C2423" w:rsidRDefault="005C2423" w:rsidP="005C2423">
      <w:pPr>
        <w:pStyle w:val="libNormal"/>
        <w:rPr>
          <w:lang w:bidi="bn-IN"/>
        </w:rPr>
      </w:pPr>
    </w:p>
    <w:p w:rsidR="005C2423" w:rsidRDefault="003F52A2" w:rsidP="005C2423">
      <w:pPr>
        <w:pStyle w:val="libBold1"/>
        <w:rPr>
          <w:lang w:bidi="bn-IN"/>
        </w:rPr>
      </w:pPr>
      <w:r w:rsidRPr="003F52A2">
        <w:rPr>
          <w:cs/>
          <w:lang w:bidi="bn-IN"/>
        </w:rPr>
        <w:t>উষ্ট্র ও শৃগালের গল্প</w:t>
      </w:r>
    </w:p>
    <w:p w:rsidR="005A0BC3" w:rsidRDefault="003F52A2" w:rsidP="005C2423">
      <w:pPr>
        <w:pStyle w:val="libNormal"/>
        <w:rPr>
          <w:rStyle w:val="libAlaemChar"/>
        </w:rPr>
      </w:pPr>
      <w:r w:rsidRPr="003F52A2">
        <w:rPr>
          <w:cs/>
          <w:lang w:bidi="bn-IN"/>
        </w:rPr>
        <w:t>কয়েক বছর পূর্বে একটি ম্যাগাজিনে একটি গল্প পড়েছিলাম। গল্পটি এরূপ যে</w:t>
      </w:r>
      <w:r w:rsidRPr="003F52A2">
        <w:t>,</w:t>
      </w:r>
      <w:r w:rsidRPr="003F52A2">
        <w:rPr>
          <w:cs/>
          <w:lang w:bidi="bn-IN"/>
        </w:rPr>
        <w:t>একদিন এক উষ্ট্র ও</w:t>
      </w:r>
      <w:r w:rsidR="005C2423">
        <w:rPr>
          <w:lang w:bidi="bn-IN"/>
        </w:rPr>
        <w:t xml:space="preserve"> </w:t>
      </w:r>
      <w:r w:rsidRPr="003F52A2">
        <w:rPr>
          <w:cs/>
          <w:lang w:bidi="bn-IN"/>
        </w:rPr>
        <w:t>শৃগাল পরস্পর বন্ধু হলো। শৃগাল উষ্ট্রকে বলল</w:t>
      </w:r>
      <w:r w:rsidRPr="003F52A2">
        <w:t>,</w:t>
      </w:r>
      <w:r w:rsidRPr="00D542A0">
        <w:rPr>
          <w:rStyle w:val="libAlaemChar"/>
        </w:rPr>
        <w:t>“</w:t>
      </w:r>
      <w:r w:rsidRPr="003F52A2">
        <w:rPr>
          <w:cs/>
          <w:lang w:bidi="bn-IN"/>
        </w:rPr>
        <w:t>এসো আমরা পৃথক জীবন বাদ দিয়ে যৌথ ও</w:t>
      </w:r>
      <w:r w:rsidR="005C2423">
        <w:rPr>
          <w:lang w:bidi="bn-IN"/>
        </w:rPr>
        <w:t xml:space="preserve"> </w:t>
      </w:r>
      <w:r w:rsidRPr="003F52A2">
        <w:rPr>
          <w:cs/>
          <w:lang w:bidi="bn-IN"/>
        </w:rPr>
        <w:t xml:space="preserve">সামষ্টিক জীবন শুরু করি। আমরা পরস্পর এক হয়ে একে অপরকে </w:t>
      </w:r>
      <w:r w:rsidRPr="00D542A0">
        <w:rPr>
          <w:rStyle w:val="libAlaemChar"/>
        </w:rPr>
        <w:t>‘</w:t>
      </w:r>
      <w:r w:rsidRPr="003F52A2">
        <w:rPr>
          <w:cs/>
          <w:lang w:bidi="bn-IN"/>
        </w:rPr>
        <w:t>বন্ধু</w:t>
      </w:r>
      <w:r w:rsidRPr="00D542A0">
        <w:rPr>
          <w:rStyle w:val="libAlaemChar"/>
        </w:rPr>
        <w:t>’</w:t>
      </w:r>
      <w:r w:rsidRPr="003F52A2">
        <w:t xml:space="preserve"> </w:t>
      </w:r>
      <w:r w:rsidRPr="003F52A2">
        <w:rPr>
          <w:cs/>
          <w:lang w:bidi="bn-IN"/>
        </w:rPr>
        <w:t>বলে ডাকতে শুরু করি।</w:t>
      </w:r>
      <w:r w:rsidR="005C2423">
        <w:rPr>
          <w:lang w:bidi="bn-IN"/>
        </w:rPr>
        <w:t xml:space="preserve"> </w:t>
      </w:r>
      <w:r w:rsidRPr="003F52A2">
        <w:rPr>
          <w:cs/>
          <w:lang w:bidi="bn-IN"/>
        </w:rPr>
        <w:t>আমি তোমাকে বলব</w:t>
      </w:r>
      <w:r w:rsidRPr="003F52A2">
        <w:t>,</w:t>
      </w:r>
      <w:r w:rsidRPr="00D542A0">
        <w:rPr>
          <w:rStyle w:val="libAlaemChar"/>
        </w:rPr>
        <w:t>‘</w:t>
      </w:r>
      <w:r w:rsidRPr="003F52A2">
        <w:rPr>
          <w:cs/>
          <w:lang w:bidi="bn-IN"/>
        </w:rPr>
        <w:t>বন্ধু উষ্ট্র</w:t>
      </w:r>
      <w:r w:rsidRPr="00D542A0">
        <w:rPr>
          <w:rStyle w:val="libAlaemChar"/>
        </w:rPr>
        <w:t>’</w:t>
      </w:r>
      <w:r w:rsidRPr="003F52A2">
        <w:t>,</w:t>
      </w:r>
      <w:r w:rsidRPr="003F52A2">
        <w:rPr>
          <w:cs/>
          <w:lang w:bidi="bn-IN"/>
        </w:rPr>
        <w:t>আর তুমি আমাকে বলবে</w:t>
      </w:r>
      <w:r w:rsidRPr="003F52A2">
        <w:t>,</w:t>
      </w:r>
      <w:r w:rsidRPr="00D542A0">
        <w:rPr>
          <w:rStyle w:val="libAlaemChar"/>
        </w:rPr>
        <w:t>‘</w:t>
      </w:r>
      <w:r w:rsidRPr="003F52A2">
        <w:rPr>
          <w:cs/>
          <w:lang w:bidi="bn-IN"/>
        </w:rPr>
        <w:t>বন্ধু শৃগাল</w:t>
      </w:r>
      <w:r w:rsidRPr="00D542A0">
        <w:rPr>
          <w:rStyle w:val="libAlaemChar"/>
        </w:rPr>
        <w:t>’</w:t>
      </w:r>
      <w:r w:rsidRPr="003F52A2">
        <w:rPr>
          <w:cs/>
          <w:lang w:bidi="hi-IN"/>
        </w:rPr>
        <w:t xml:space="preserve">। </w:t>
      </w:r>
      <w:r w:rsidRPr="003F52A2">
        <w:rPr>
          <w:cs/>
          <w:lang w:bidi="bn-IN"/>
        </w:rPr>
        <w:t>এটা শুধু কথায় নয়</w:t>
      </w:r>
      <w:r w:rsidRPr="003F52A2">
        <w:t>,</w:t>
      </w:r>
      <w:r w:rsidRPr="003F52A2">
        <w:rPr>
          <w:cs/>
          <w:lang w:bidi="bn-IN"/>
        </w:rPr>
        <w:t>আমরা</w:t>
      </w:r>
      <w:r w:rsidR="005C2423">
        <w:rPr>
          <w:lang w:bidi="bn-IN"/>
        </w:rPr>
        <w:t xml:space="preserve"> </w:t>
      </w:r>
      <w:r w:rsidRPr="003F52A2">
        <w:rPr>
          <w:cs/>
          <w:lang w:bidi="bn-IN"/>
        </w:rPr>
        <w:t xml:space="preserve">কাজেও পরিণত করব। আমার ও তোমার সব কিছুই আমরা এখন হতে </w:t>
      </w:r>
      <w:r w:rsidRPr="00D542A0">
        <w:rPr>
          <w:rStyle w:val="libAlaemChar"/>
        </w:rPr>
        <w:t>‘</w:t>
      </w:r>
      <w:r w:rsidRPr="003F52A2">
        <w:rPr>
          <w:cs/>
          <w:lang w:bidi="bn-IN"/>
        </w:rPr>
        <w:t>আমাদের</w:t>
      </w:r>
      <w:r w:rsidRPr="00D542A0">
        <w:rPr>
          <w:rStyle w:val="libAlaemChar"/>
        </w:rPr>
        <w:t>’</w:t>
      </w:r>
      <w:r w:rsidRPr="003F52A2">
        <w:t xml:space="preserve"> </w:t>
      </w:r>
      <w:r w:rsidRPr="003F52A2">
        <w:rPr>
          <w:cs/>
          <w:lang w:bidi="bn-IN"/>
        </w:rPr>
        <w:t>বলব</w:t>
      </w:r>
      <w:r w:rsidRPr="003F52A2">
        <w:t>,</w:t>
      </w:r>
      <w:r w:rsidRPr="003F52A2">
        <w:rPr>
          <w:cs/>
          <w:lang w:bidi="bn-IN"/>
        </w:rPr>
        <w:t>এমনকি</w:t>
      </w:r>
      <w:r w:rsidR="005A0BC3">
        <w:rPr>
          <w:lang w:bidi="bn-IN"/>
        </w:rPr>
        <w:t xml:space="preserve"> </w:t>
      </w:r>
      <w:r w:rsidRPr="003F52A2">
        <w:rPr>
          <w:cs/>
          <w:lang w:bidi="bn-IN"/>
        </w:rPr>
        <w:t>আমার বাচ্চা ও তোমার বাচ্চাকে বলব</w:t>
      </w:r>
      <w:r w:rsidRPr="003F52A2">
        <w:t>,</w:t>
      </w:r>
      <w:r w:rsidRPr="00D542A0">
        <w:rPr>
          <w:rStyle w:val="libAlaemChar"/>
        </w:rPr>
        <w:t>‘</w:t>
      </w:r>
      <w:r w:rsidRPr="003F52A2">
        <w:rPr>
          <w:cs/>
          <w:lang w:bidi="bn-IN"/>
        </w:rPr>
        <w:t>আমাদের বাচ্চা</w:t>
      </w:r>
      <w:r w:rsidRPr="00D542A0">
        <w:rPr>
          <w:rStyle w:val="libAlaemChar"/>
        </w:rPr>
        <w:t>’</w:t>
      </w:r>
      <w:r w:rsidRPr="003F52A2">
        <w:rPr>
          <w:cs/>
          <w:lang w:bidi="hi-IN"/>
        </w:rPr>
        <w:t xml:space="preserve">। </w:t>
      </w:r>
      <w:r w:rsidRPr="003F52A2">
        <w:rPr>
          <w:cs/>
          <w:lang w:bidi="bn-IN"/>
        </w:rPr>
        <w:t xml:space="preserve">এসো </w:t>
      </w:r>
      <w:r w:rsidRPr="00D542A0">
        <w:rPr>
          <w:rStyle w:val="libAlaemChar"/>
        </w:rPr>
        <w:t>‘</w:t>
      </w:r>
      <w:r w:rsidRPr="003F52A2">
        <w:rPr>
          <w:cs/>
          <w:lang w:bidi="bn-IN"/>
        </w:rPr>
        <w:t>আমি</w:t>
      </w:r>
      <w:r w:rsidRPr="00D542A0">
        <w:rPr>
          <w:rStyle w:val="libAlaemChar"/>
        </w:rPr>
        <w:t>’</w:t>
      </w:r>
      <w:r w:rsidRPr="003F52A2">
        <w:rPr>
          <w:cs/>
          <w:lang w:bidi="bn-IN"/>
        </w:rPr>
        <w:t xml:space="preserve">কে </w:t>
      </w:r>
      <w:r w:rsidRPr="00D542A0">
        <w:rPr>
          <w:rStyle w:val="libAlaemChar"/>
        </w:rPr>
        <w:t>‘</w:t>
      </w:r>
      <w:r w:rsidRPr="003F52A2">
        <w:rPr>
          <w:cs/>
          <w:lang w:bidi="bn-IN"/>
        </w:rPr>
        <w:t>আমরা</w:t>
      </w:r>
      <w:r w:rsidRPr="00D542A0">
        <w:rPr>
          <w:rStyle w:val="libAlaemChar"/>
        </w:rPr>
        <w:t>’</w:t>
      </w:r>
      <w:r w:rsidRPr="003F52A2">
        <w:rPr>
          <w:cs/>
          <w:lang w:bidi="bn-IN"/>
        </w:rPr>
        <w:t>য় পরিণত করি।</w:t>
      </w:r>
      <w:r w:rsidR="005A0BC3">
        <w:rPr>
          <w:lang w:bidi="bn-IN"/>
        </w:rPr>
        <w:t xml:space="preserve"> </w:t>
      </w:r>
      <w:r w:rsidRPr="003F52A2">
        <w:rPr>
          <w:cs/>
          <w:lang w:bidi="bn-IN"/>
        </w:rPr>
        <w:t>তোমার পৃষ্ঠ ও আমার লেজ সবই আমাদের পৃষ্ঠ ও লেজে পরিণত হোক।</w:t>
      </w:r>
      <w:r w:rsidRPr="00D542A0">
        <w:rPr>
          <w:rStyle w:val="libAlaemChar"/>
        </w:rPr>
        <w:t>”</w:t>
      </w:r>
      <w:r w:rsidRPr="003F52A2">
        <w:t xml:space="preserve"> </w:t>
      </w:r>
      <w:r w:rsidRPr="003F52A2">
        <w:rPr>
          <w:cs/>
          <w:lang w:bidi="bn-IN"/>
        </w:rPr>
        <w:t>উষ্ট্র শৃগালের কথায় বিশ্বাস</w:t>
      </w:r>
      <w:r w:rsidR="005A0BC3">
        <w:rPr>
          <w:lang w:bidi="bn-IN"/>
        </w:rPr>
        <w:t xml:space="preserve"> </w:t>
      </w:r>
      <w:r w:rsidRPr="003F52A2">
        <w:rPr>
          <w:cs/>
          <w:lang w:bidi="bn-IN"/>
        </w:rPr>
        <w:t>করে একটি যৌথ জীবন শুরু করল। এভাবে কিছুদিন চলার পর একদিন শৃগাল বাইরে কোন শিকার</w:t>
      </w:r>
      <w:r w:rsidR="005A0BC3">
        <w:rPr>
          <w:lang w:bidi="bn-IN"/>
        </w:rPr>
        <w:t xml:space="preserve"> </w:t>
      </w:r>
      <w:r w:rsidRPr="003F52A2">
        <w:rPr>
          <w:cs/>
          <w:lang w:bidi="bn-IN"/>
        </w:rPr>
        <w:t>পেল না</w:t>
      </w:r>
      <w:r w:rsidRPr="003F52A2">
        <w:t>,</w:t>
      </w:r>
      <w:r w:rsidRPr="003F52A2">
        <w:rPr>
          <w:cs/>
          <w:lang w:bidi="bn-IN"/>
        </w:rPr>
        <w:t>সে প্রচণ্ড ক্ষুধা নিয়ে তাদের যৌথ ঘরে ফিরে এল। ক্ষু</w:t>
      </w:r>
      <w:r w:rsidR="005A0BC3">
        <w:rPr>
          <w:cs/>
          <w:lang w:bidi="bn-IN"/>
        </w:rPr>
        <w:t>ধায় যখন তার বৃহদান্ত্র ক্ষুদ্রা</w:t>
      </w:r>
      <w:r w:rsidRPr="003F52A2">
        <w:rPr>
          <w:cs/>
          <w:lang w:bidi="bn-IN"/>
        </w:rPr>
        <w:t>ন্ত্রকে হজম</w:t>
      </w:r>
      <w:r w:rsidR="005A0BC3">
        <w:rPr>
          <w:lang w:bidi="bn-IN"/>
        </w:rPr>
        <w:t xml:space="preserve"> </w:t>
      </w:r>
      <w:r w:rsidRPr="003F52A2">
        <w:rPr>
          <w:cs/>
          <w:lang w:bidi="bn-IN"/>
        </w:rPr>
        <w:t>করে ফেলার উপক্রম করল ঠিক তখন তার চোখ পড়ল উষ্ট্রের বাচ্চার উপর। তৎক্ষণাৎ উষ্ট্রের বাচ্চাকে</w:t>
      </w:r>
      <w:r w:rsidR="005A0BC3">
        <w:rPr>
          <w:lang w:bidi="bn-IN"/>
        </w:rPr>
        <w:t xml:space="preserve"> </w:t>
      </w:r>
      <w:r w:rsidRPr="003F52A2">
        <w:rPr>
          <w:cs/>
          <w:lang w:bidi="bn-IN"/>
        </w:rPr>
        <w:t>হত্যা করে ক্ষুধা নিবৃত্ত করল। এদিকে দিনের শেষে উষ্ট্র ঘরে ফিরে বাচ্চাকে না পেয়ে কাঁদতে শুরু</w:t>
      </w:r>
      <w:r w:rsidR="005A0BC3">
        <w:rPr>
          <w:lang w:bidi="bn-IN"/>
        </w:rPr>
        <w:t xml:space="preserve"> </w:t>
      </w:r>
      <w:r w:rsidRPr="003F52A2">
        <w:rPr>
          <w:cs/>
          <w:lang w:bidi="bn-IN"/>
        </w:rPr>
        <w:t>করল ও বলল</w:t>
      </w:r>
      <w:r w:rsidRPr="003F52A2">
        <w:t>,</w:t>
      </w:r>
      <w:r w:rsidRPr="00D542A0">
        <w:rPr>
          <w:rStyle w:val="libAlaemChar"/>
        </w:rPr>
        <w:t>“</w:t>
      </w:r>
      <w:r w:rsidRPr="003F52A2">
        <w:rPr>
          <w:cs/>
          <w:lang w:bidi="bn-IN"/>
        </w:rPr>
        <w:t xml:space="preserve">কে </w:t>
      </w:r>
      <w:r w:rsidRPr="00D542A0">
        <w:rPr>
          <w:rStyle w:val="libAlaemChar"/>
        </w:rPr>
        <w:t>‘</w:t>
      </w:r>
      <w:r w:rsidRPr="003F52A2">
        <w:rPr>
          <w:cs/>
          <w:lang w:bidi="bn-IN"/>
        </w:rPr>
        <w:t>আমার</w:t>
      </w:r>
      <w:r w:rsidRPr="00D542A0">
        <w:rPr>
          <w:rStyle w:val="libAlaemChar"/>
        </w:rPr>
        <w:t>’</w:t>
      </w:r>
      <w:r w:rsidRPr="003F52A2">
        <w:t xml:space="preserve"> </w:t>
      </w:r>
      <w:r w:rsidRPr="003F52A2">
        <w:rPr>
          <w:cs/>
          <w:lang w:bidi="bn-IN"/>
        </w:rPr>
        <w:t>বাচ্চার এ অবস্থা করল</w:t>
      </w:r>
      <w:r w:rsidRPr="003F52A2">
        <w:t>?</w:t>
      </w:r>
      <w:r w:rsidRPr="00D542A0">
        <w:rPr>
          <w:rStyle w:val="libAlaemChar"/>
        </w:rPr>
        <w:t>”</w:t>
      </w:r>
      <w:r w:rsidRPr="003F52A2">
        <w:t xml:space="preserve"> </w:t>
      </w:r>
      <w:r w:rsidRPr="003F52A2">
        <w:rPr>
          <w:cs/>
          <w:lang w:bidi="bn-IN"/>
        </w:rPr>
        <w:t>শৃগাল বলল</w:t>
      </w:r>
      <w:r w:rsidRPr="003F52A2">
        <w:t>,</w:t>
      </w:r>
      <w:r w:rsidRPr="00D542A0">
        <w:rPr>
          <w:rStyle w:val="libAlaemChar"/>
        </w:rPr>
        <w:t>“</w:t>
      </w:r>
      <w:r w:rsidRPr="003F52A2">
        <w:rPr>
          <w:cs/>
          <w:lang w:bidi="bn-IN"/>
        </w:rPr>
        <w:t>তুমি এখনও ঠিক হতে পারনি</w:t>
      </w:r>
      <w:r w:rsidRPr="003F52A2">
        <w:t>,</w:t>
      </w:r>
      <w:r w:rsidRPr="003F52A2">
        <w:rPr>
          <w:cs/>
          <w:lang w:bidi="bn-IN"/>
        </w:rPr>
        <w:t>এখনও বলছ</w:t>
      </w:r>
      <w:r w:rsidRPr="003F52A2">
        <w:t>,</w:t>
      </w:r>
      <w:r w:rsidRPr="00D542A0">
        <w:rPr>
          <w:rStyle w:val="libAlaemChar"/>
        </w:rPr>
        <w:t>‘</w:t>
      </w:r>
      <w:r w:rsidRPr="003F52A2">
        <w:rPr>
          <w:cs/>
          <w:lang w:bidi="bn-IN"/>
        </w:rPr>
        <w:t>আমার বাচ্চা</w:t>
      </w:r>
      <w:r w:rsidRPr="00D542A0">
        <w:rPr>
          <w:rStyle w:val="libAlaemChar"/>
        </w:rPr>
        <w:t>’</w:t>
      </w:r>
      <w:r w:rsidRPr="003F52A2">
        <w:t>,</w:t>
      </w:r>
      <w:r w:rsidRPr="003F52A2">
        <w:rPr>
          <w:cs/>
          <w:lang w:bidi="bn-IN"/>
        </w:rPr>
        <w:t>বল</w:t>
      </w:r>
      <w:r w:rsidRPr="003F52A2">
        <w:t>,</w:t>
      </w:r>
      <w:r w:rsidRPr="00D542A0">
        <w:rPr>
          <w:rStyle w:val="libAlaemChar"/>
        </w:rPr>
        <w:t>‘</w:t>
      </w:r>
      <w:r w:rsidRPr="003F52A2">
        <w:rPr>
          <w:cs/>
          <w:lang w:bidi="bn-IN"/>
        </w:rPr>
        <w:t>আমাদের বাচ্চা</w:t>
      </w:r>
      <w:r w:rsidRPr="00D542A0">
        <w:rPr>
          <w:rStyle w:val="libAlaemChar"/>
        </w:rPr>
        <w:t>’</w:t>
      </w:r>
      <w:r w:rsidRPr="003F52A2">
        <w:rPr>
          <w:cs/>
          <w:lang w:bidi="hi-IN"/>
        </w:rPr>
        <w:t>।</w:t>
      </w:r>
      <w:r w:rsidRPr="00D542A0">
        <w:rPr>
          <w:rStyle w:val="libAlaemChar"/>
        </w:rPr>
        <w:t>”</w:t>
      </w:r>
    </w:p>
    <w:p w:rsidR="005A0BC3" w:rsidRDefault="003F52A2" w:rsidP="005C2423">
      <w:pPr>
        <w:pStyle w:val="libNormal"/>
        <w:rPr>
          <w:lang w:bidi="bn-IN"/>
        </w:rPr>
      </w:pPr>
      <w:r w:rsidRPr="003F52A2">
        <w:rPr>
          <w:cs/>
          <w:lang w:bidi="bn-IN"/>
        </w:rPr>
        <w:t xml:space="preserve">এভাবে </w:t>
      </w:r>
      <w:r w:rsidRPr="00D542A0">
        <w:rPr>
          <w:rStyle w:val="libAlaemChar"/>
        </w:rPr>
        <w:t>‘</w:t>
      </w:r>
      <w:r w:rsidRPr="003F52A2">
        <w:rPr>
          <w:cs/>
          <w:lang w:bidi="bn-IN"/>
        </w:rPr>
        <w:t>আমি</w:t>
      </w:r>
      <w:r w:rsidRPr="00D542A0">
        <w:rPr>
          <w:rStyle w:val="libAlaemChar"/>
        </w:rPr>
        <w:t>’</w:t>
      </w:r>
      <w:r w:rsidRPr="003F52A2">
        <w:t xml:space="preserve"> </w:t>
      </w:r>
      <w:r w:rsidRPr="00D542A0">
        <w:rPr>
          <w:rStyle w:val="libAlaemChar"/>
        </w:rPr>
        <w:t>‘</w:t>
      </w:r>
      <w:r w:rsidRPr="003F52A2">
        <w:rPr>
          <w:cs/>
          <w:lang w:bidi="bn-IN"/>
        </w:rPr>
        <w:t>আমরা</w:t>
      </w:r>
      <w:r w:rsidRPr="00D542A0">
        <w:rPr>
          <w:rStyle w:val="libAlaemChar"/>
        </w:rPr>
        <w:t>’</w:t>
      </w:r>
      <w:r w:rsidRPr="003F52A2">
        <w:rPr>
          <w:cs/>
          <w:lang w:bidi="bn-IN"/>
        </w:rPr>
        <w:t>য় পরিণত করার চেষ্টা করা হলে উষ্ট্র আর শৃগালের দশাই হবে।</w:t>
      </w:r>
    </w:p>
    <w:p w:rsidR="00875AA5" w:rsidRDefault="003F52A2" w:rsidP="005C2423">
      <w:pPr>
        <w:pStyle w:val="libNormal"/>
        <w:rPr>
          <w:cs/>
          <w:lang w:bidi="hi-IN"/>
        </w:rPr>
      </w:pPr>
      <w:r w:rsidRPr="003F52A2">
        <w:rPr>
          <w:cs/>
          <w:lang w:bidi="bn-IN"/>
        </w:rPr>
        <w:t>সুতরাং এ মতবাদ পূর্ণ মানব সম্পর্কিত অপূর্ণ মতবাদ। কারণ এ মতবাদে শুধু কয়েক</w:t>
      </w:r>
      <w:r w:rsidRPr="00D542A0">
        <w:rPr>
          <w:rStyle w:val="libAlaemChar"/>
        </w:rPr>
        <w:t>’</w:t>
      </w:r>
      <w:r w:rsidRPr="003F52A2">
        <w:rPr>
          <w:cs/>
          <w:lang w:bidi="bn-IN"/>
        </w:rPr>
        <w:t>টি</w:t>
      </w:r>
      <w:r w:rsidR="005A0BC3">
        <w:rPr>
          <w:lang w:bidi="bn-IN"/>
        </w:rPr>
        <w:t xml:space="preserve"> </w:t>
      </w:r>
      <w:r w:rsidRPr="003F52A2">
        <w:rPr>
          <w:cs/>
          <w:lang w:bidi="bn-IN"/>
        </w:rPr>
        <w:t>মূল্যবোধের প্রতি দৃষ্টি দেয়া হয়েছে</w:t>
      </w:r>
      <w:r w:rsidRPr="003F52A2">
        <w:t>,</w:t>
      </w:r>
      <w:r w:rsidRPr="003F52A2">
        <w:rPr>
          <w:cs/>
          <w:lang w:bidi="bn-IN"/>
        </w:rPr>
        <w:t>সেগুলোও আবার অ</w:t>
      </w:r>
      <w:r w:rsidR="00FE6D44">
        <w:rPr>
          <w:cs/>
          <w:lang w:bidi="bn-IN"/>
        </w:rPr>
        <w:t>সম্পূর্ণ</w:t>
      </w:r>
      <w:r w:rsidRPr="003F52A2">
        <w:rPr>
          <w:cs/>
          <w:lang w:bidi="hi-IN"/>
        </w:rPr>
        <w:t>।</w:t>
      </w:r>
    </w:p>
    <w:p w:rsidR="00875AA5" w:rsidRPr="00C640B7" w:rsidRDefault="00875AA5" w:rsidP="00C640B7">
      <w:pPr>
        <w:rPr>
          <w:rtl/>
          <w:cs/>
        </w:rPr>
      </w:pPr>
      <w:r>
        <w:rPr>
          <w:cs/>
          <w:lang w:bidi="hi-IN"/>
        </w:rPr>
        <w:br w:type="page"/>
      </w:r>
    </w:p>
    <w:p w:rsidR="00875AA5" w:rsidRDefault="003F52A2" w:rsidP="00875AA5">
      <w:pPr>
        <w:pStyle w:val="Heading1"/>
        <w:rPr>
          <w:lang w:bidi="bn-IN"/>
        </w:rPr>
      </w:pPr>
      <w:bookmarkStart w:id="68" w:name="_Toc392601477"/>
      <w:r w:rsidRPr="003F52A2">
        <w:rPr>
          <w:cs/>
          <w:lang w:bidi="bn-IN"/>
        </w:rPr>
        <w:t>অস্তিত্ব</w:t>
      </w:r>
      <w:r w:rsidR="00875AA5">
        <w:rPr>
          <w:cs/>
          <w:lang w:bidi="bn-IN"/>
        </w:rPr>
        <w:t>বাদ বা ব্যক্তিসত্তাবাদের দৃষ্টি</w:t>
      </w:r>
      <w:r w:rsidRPr="003F52A2">
        <w:rPr>
          <w:cs/>
          <w:lang w:bidi="bn-IN"/>
        </w:rPr>
        <w:t xml:space="preserve">ভঙ্গি </w:t>
      </w:r>
      <w:r w:rsidR="000C4B23">
        <w:rPr>
          <w:cs/>
          <w:lang w:bidi="bn-IN"/>
        </w:rPr>
        <w:t>সম্পর্কে</w:t>
      </w:r>
      <w:r w:rsidRPr="003F52A2">
        <w:rPr>
          <w:cs/>
          <w:lang w:bidi="bn-IN"/>
        </w:rPr>
        <w:t xml:space="preserve"> সংক্ষিপ্ত আলোচনা</w:t>
      </w:r>
      <w:bookmarkEnd w:id="68"/>
    </w:p>
    <w:p w:rsidR="00875AA5" w:rsidRDefault="00875AA5" w:rsidP="005C2423">
      <w:pPr>
        <w:pStyle w:val="libNormal"/>
        <w:rPr>
          <w:lang w:bidi="bn-IN"/>
        </w:rPr>
      </w:pPr>
    </w:p>
    <w:p w:rsidR="00875AA5" w:rsidRDefault="003F52A2" w:rsidP="005C2423">
      <w:pPr>
        <w:pStyle w:val="libNormal"/>
        <w:rPr>
          <w:lang w:bidi="bn-IN"/>
        </w:rPr>
      </w:pPr>
      <w:r w:rsidRPr="003F52A2">
        <w:rPr>
          <w:cs/>
          <w:lang w:bidi="bn-IN"/>
        </w:rPr>
        <w:t xml:space="preserve">আজকের বৈঠকের শেষে অন্য একটি মতবাদ </w:t>
      </w:r>
      <w:r w:rsidR="000C4B23">
        <w:rPr>
          <w:cs/>
          <w:lang w:bidi="bn-IN"/>
        </w:rPr>
        <w:t>সম্পর্কে</w:t>
      </w:r>
      <w:r w:rsidRPr="003F52A2">
        <w:rPr>
          <w:cs/>
          <w:lang w:bidi="bn-IN"/>
        </w:rPr>
        <w:t xml:space="preserve"> সংক্ষেপে আলোচনা করব। মতবাদটি হচ্ছে</w:t>
      </w:r>
      <w:r w:rsidR="00875AA5">
        <w:rPr>
          <w:lang w:bidi="bn-IN"/>
        </w:rPr>
        <w:t xml:space="preserve"> </w:t>
      </w:r>
      <w:r w:rsidRPr="003F52A2">
        <w:rPr>
          <w:cs/>
          <w:lang w:bidi="bn-IN"/>
        </w:rPr>
        <w:t>অস্তিত্ববাদ।</w:t>
      </w:r>
    </w:p>
    <w:p w:rsidR="00875AA5" w:rsidRDefault="003F52A2" w:rsidP="005C2423">
      <w:pPr>
        <w:pStyle w:val="libNormal"/>
        <w:rPr>
          <w:lang w:bidi="bn-IN"/>
        </w:rPr>
      </w:pPr>
      <w:r w:rsidRPr="003F52A2">
        <w:rPr>
          <w:cs/>
          <w:lang w:bidi="bn-IN"/>
        </w:rPr>
        <w:t>এ মতবাদটি আজকাল খুবই প্রচার লাভ করেছে। এ মতবাদ মানবিক মূল্যবোধের ক্ষেত্রে পূর্ণমানবের যে রূপরেখা দান করে তা সমাজতান্ত্রিক ধারণার ঠিক বিপরীত। সমাজতন্ত্রে সামাজিক</w:t>
      </w:r>
      <w:r w:rsidR="00875AA5">
        <w:rPr>
          <w:lang w:bidi="bn-IN"/>
        </w:rPr>
        <w:t xml:space="preserve"> </w:t>
      </w:r>
      <w:r w:rsidRPr="003F52A2">
        <w:rPr>
          <w:cs/>
          <w:lang w:bidi="bn-IN"/>
        </w:rPr>
        <w:t>বিষয়ের প্রতি অধিকতর গুরুত্ব দেয়া হয়েছে এবং বলা হয়েছে</w:t>
      </w:r>
      <w:r w:rsidRPr="003F52A2">
        <w:t>,</w:t>
      </w:r>
      <w:r w:rsidRPr="003F52A2">
        <w:rPr>
          <w:cs/>
          <w:lang w:bidi="bn-IN"/>
        </w:rPr>
        <w:t>মানুষ তখনই পূর্ণ মানুষ হবে যখন</w:t>
      </w:r>
      <w:r w:rsidR="00875AA5">
        <w:rPr>
          <w:lang w:bidi="bn-IN"/>
        </w:rPr>
        <w:t xml:space="preserve"> </w:t>
      </w:r>
      <w:r w:rsidRPr="003F52A2">
        <w:rPr>
          <w:cs/>
          <w:lang w:bidi="bn-IN"/>
        </w:rPr>
        <w:t xml:space="preserve">সকল মানুষ সমান ও এক হয়ে যাবে। </w:t>
      </w:r>
      <w:r w:rsidR="00FE6D44">
        <w:rPr>
          <w:cs/>
          <w:lang w:bidi="bn-IN"/>
        </w:rPr>
        <w:t>তারা</w:t>
      </w:r>
      <w:r w:rsidRPr="003F52A2">
        <w:rPr>
          <w:cs/>
          <w:lang w:bidi="bn-IN"/>
        </w:rPr>
        <w:t xml:space="preserve"> যে সামষ্টিক মালিকানার কথা বলেন তাও এ সামাজিকতার</w:t>
      </w:r>
      <w:r w:rsidR="00875AA5">
        <w:rPr>
          <w:lang w:bidi="bn-IN"/>
        </w:rPr>
        <w:t xml:space="preserve"> </w:t>
      </w:r>
      <w:r w:rsidRPr="003F52A2">
        <w:rPr>
          <w:cs/>
          <w:lang w:bidi="bn-IN"/>
        </w:rPr>
        <w:t>দৃষ্টিভঙ্গির কারণেই।</w:t>
      </w:r>
    </w:p>
    <w:p w:rsidR="0040027E" w:rsidRDefault="003F52A2" w:rsidP="0040027E">
      <w:pPr>
        <w:pStyle w:val="libNormal"/>
        <w:rPr>
          <w:lang w:bidi="bn-IN"/>
        </w:rPr>
      </w:pPr>
      <w:r w:rsidRPr="003F52A2">
        <w:rPr>
          <w:cs/>
          <w:lang w:bidi="bn-IN"/>
        </w:rPr>
        <w:t>আর অস্তিত্ববাদের মতবাদে যে মূল্যবোধগুলোর প্রতি দৃষ্টি দেয়া হয়েছে তা সমাজকেন্দ্রিক নয়</w:t>
      </w:r>
      <w:r w:rsidRPr="003F52A2">
        <w:t>,</w:t>
      </w:r>
      <w:r w:rsidRPr="003F52A2">
        <w:rPr>
          <w:cs/>
          <w:lang w:bidi="bn-IN"/>
        </w:rPr>
        <w:t>বরং</w:t>
      </w:r>
      <w:r w:rsidR="00875AA5">
        <w:rPr>
          <w:lang w:bidi="bn-IN"/>
        </w:rPr>
        <w:t xml:space="preserve"> </w:t>
      </w:r>
      <w:r w:rsidRPr="003F52A2">
        <w:rPr>
          <w:cs/>
          <w:lang w:bidi="bn-IN"/>
        </w:rPr>
        <w:t>ব্যক্তিকেন্দ্রিক। যেমন ব্যক্তির ইচ্ছার স্বাধীনতা</w:t>
      </w:r>
      <w:r w:rsidRPr="003F52A2">
        <w:t>,</w:t>
      </w:r>
      <w:r w:rsidRPr="003F52A2">
        <w:rPr>
          <w:cs/>
          <w:lang w:bidi="bn-IN"/>
        </w:rPr>
        <w:t>চিন্তার স্বাধীনতা</w:t>
      </w:r>
      <w:r w:rsidRPr="003F52A2">
        <w:t>,</w:t>
      </w:r>
      <w:r w:rsidRPr="003F52A2">
        <w:rPr>
          <w:cs/>
          <w:lang w:bidi="bn-IN"/>
        </w:rPr>
        <w:t>সিদ্ধান্ত ও কর্মের ক্ষেত্রে ব্যক্তির</w:t>
      </w:r>
      <w:r w:rsidR="00875AA5">
        <w:rPr>
          <w:lang w:bidi="bn-IN"/>
        </w:rPr>
        <w:t xml:space="preserve"> </w:t>
      </w:r>
      <w:r w:rsidRPr="003F52A2">
        <w:rPr>
          <w:cs/>
          <w:lang w:bidi="bn-IN"/>
        </w:rPr>
        <w:t xml:space="preserve">স্বাধীনতা </w:t>
      </w:r>
      <w:r w:rsidR="004729B1">
        <w:rPr>
          <w:cs/>
          <w:lang w:bidi="bn-IN"/>
        </w:rPr>
        <w:t>প্রভৃতি</w:t>
      </w:r>
      <w:r w:rsidRPr="003F52A2">
        <w:rPr>
          <w:cs/>
          <w:lang w:bidi="bn-IN"/>
        </w:rPr>
        <w:t xml:space="preserve"> বিষয়ের উপর মূলত এজন্য নির্ভর করা হয়েছে। সে-ই পূর্ণ মানব যার সত্তা সকল</w:t>
      </w:r>
      <w:r w:rsidR="00875AA5">
        <w:rPr>
          <w:lang w:bidi="bn-IN"/>
        </w:rPr>
        <w:t xml:space="preserve"> </w:t>
      </w:r>
      <w:r w:rsidRPr="003F52A2">
        <w:rPr>
          <w:cs/>
          <w:lang w:bidi="bn-IN"/>
        </w:rPr>
        <w:t>বাধ্যবাধকতা হতে মুক্ত</w:t>
      </w:r>
      <w:r w:rsidRPr="003F52A2">
        <w:t>,</w:t>
      </w:r>
      <w:r w:rsidRPr="003F52A2">
        <w:rPr>
          <w:cs/>
          <w:lang w:bidi="bn-IN"/>
        </w:rPr>
        <w:t>সে অন্য কোন শক্তির অধীন হয় না</w:t>
      </w:r>
      <w:r w:rsidRPr="003F52A2">
        <w:t>,</w:t>
      </w:r>
      <w:r w:rsidRPr="003F52A2">
        <w:rPr>
          <w:cs/>
          <w:lang w:bidi="bn-IN"/>
        </w:rPr>
        <w:t>স্বাধীনভাবে জীবন যাপন করে</w:t>
      </w:r>
      <w:r w:rsidRPr="003F52A2">
        <w:t>,</w:t>
      </w:r>
      <w:r w:rsidRPr="003F52A2">
        <w:rPr>
          <w:cs/>
          <w:lang w:bidi="bn-IN"/>
        </w:rPr>
        <w:t>স্বাধীনভাবে চিন্তা করে। অন্যভাবে বলা যায়</w:t>
      </w:r>
      <w:r w:rsidRPr="003F52A2">
        <w:t>,</w:t>
      </w:r>
      <w:r w:rsidRPr="003F52A2">
        <w:rPr>
          <w:cs/>
          <w:lang w:bidi="bn-IN"/>
        </w:rPr>
        <w:t xml:space="preserve">এ মতবাদের একমাত্র ভিত্তি হলো </w:t>
      </w:r>
      <w:r w:rsidRPr="00D542A0">
        <w:rPr>
          <w:rStyle w:val="libAlaemChar"/>
        </w:rPr>
        <w:t>‘</w:t>
      </w:r>
      <w:r w:rsidRPr="003F52A2">
        <w:rPr>
          <w:cs/>
          <w:lang w:bidi="bn-IN"/>
        </w:rPr>
        <w:t>স্বাধীনতা</w:t>
      </w:r>
      <w:r w:rsidRPr="00D542A0">
        <w:rPr>
          <w:rStyle w:val="libAlaemChar"/>
        </w:rPr>
        <w:t>’</w:t>
      </w:r>
      <w:r w:rsidRPr="003F52A2">
        <w:rPr>
          <w:cs/>
          <w:lang w:bidi="hi-IN"/>
        </w:rPr>
        <w:t xml:space="preserve">। </w:t>
      </w:r>
      <w:r w:rsidRPr="003F52A2">
        <w:rPr>
          <w:cs/>
          <w:lang w:bidi="bn-IN"/>
        </w:rPr>
        <w:t>যদিও এর</w:t>
      </w:r>
      <w:r w:rsidR="00875AA5">
        <w:rPr>
          <w:lang w:bidi="bn-IN"/>
        </w:rPr>
        <w:t xml:space="preserve"> </w:t>
      </w:r>
      <w:r w:rsidRPr="003F52A2">
        <w:rPr>
          <w:cs/>
          <w:lang w:bidi="bn-IN"/>
        </w:rPr>
        <w:t xml:space="preserve">সঙ্গে </w:t>
      </w:r>
      <w:r w:rsidR="00FE6D44">
        <w:rPr>
          <w:cs/>
          <w:lang w:bidi="bn-IN"/>
        </w:rPr>
        <w:t>তারা</w:t>
      </w:r>
      <w:r w:rsidRPr="003F52A2">
        <w:rPr>
          <w:cs/>
          <w:lang w:bidi="bn-IN"/>
        </w:rPr>
        <w:t xml:space="preserve"> সচেতনতার কথাও বলেন</w:t>
      </w:r>
      <w:r w:rsidRPr="003F52A2">
        <w:t>,</w:t>
      </w:r>
      <w:r w:rsidRPr="003F52A2">
        <w:rPr>
          <w:cs/>
          <w:lang w:bidi="bn-IN"/>
        </w:rPr>
        <w:t xml:space="preserve">কিন্তু তা </w:t>
      </w:r>
      <w:r w:rsidRPr="00D542A0">
        <w:rPr>
          <w:rStyle w:val="libAlaemChar"/>
        </w:rPr>
        <w:t>‘</w:t>
      </w:r>
      <w:r w:rsidRPr="003F52A2">
        <w:rPr>
          <w:cs/>
          <w:lang w:bidi="bn-IN"/>
        </w:rPr>
        <w:t>স্বাধীনতা</w:t>
      </w:r>
      <w:r w:rsidRPr="00D542A0">
        <w:rPr>
          <w:rStyle w:val="libAlaemChar"/>
        </w:rPr>
        <w:t>’</w:t>
      </w:r>
      <w:r w:rsidRPr="003F52A2">
        <w:rPr>
          <w:cs/>
          <w:lang w:bidi="bn-IN"/>
        </w:rPr>
        <w:t xml:space="preserve">র প্রাথমিক শর্ত হিসেবে। </w:t>
      </w:r>
      <w:r w:rsidR="00FE6D44">
        <w:rPr>
          <w:cs/>
          <w:lang w:bidi="bn-IN"/>
        </w:rPr>
        <w:t>তারা</w:t>
      </w:r>
      <w:r w:rsidRPr="003F52A2">
        <w:rPr>
          <w:cs/>
          <w:lang w:bidi="bn-IN"/>
        </w:rPr>
        <w:t xml:space="preserve"> বলেন</w:t>
      </w:r>
      <w:r w:rsidRPr="003F52A2">
        <w:t>,</w:t>
      </w:r>
      <w:r w:rsidRPr="00D542A0">
        <w:rPr>
          <w:rStyle w:val="libAlaemChar"/>
        </w:rPr>
        <w:t>‘</w:t>
      </w:r>
      <w:r w:rsidRPr="003F52A2">
        <w:rPr>
          <w:cs/>
          <w:lang w:bidi="bn-IN"/>
        </w:rPr>
        <w:t>পূর্ণমানব</w:t>
      </w:r>
      <w:r w:rsidRPr="00D542A0">
        <w:rPr>
          <w:rStyle w:val="libAlaemChar"/>
        </w:rPr>
        <w:t>’</w:t>
      </w:r>
      <w:r w:rsidRPr="003F52A2">
        <w:t xml:space="preserve"> </w:t>
      </w:r>
      <w:r w:rsidRPr="003F52A2">
        <w:rPr>
          <w:cs/>
          <w:lang w:bidi="bn-IN"/>
        </w:rPr>
        <w:t>হচ্ছে যে সম্পূর্ণরূপে স্বাধীন। তাই যে মানুষ যত স্বাধীন সে তত ব</w:t>
      </w:r>
      <w:r w:rsidR="00875AA5">
        <w:rPr>
          <w:cs/>
          <w:lang w:bidi="bn-IN"/>
        </w:rPr>
        <w:t>েশি পূর্ণ। যদি তার স্বাধীনর</w:t>
      </w:r>
      <w:r w:rsidR="0040027E">
        <w:rPr>
          <w:cs/>
          <w:lang w:bidi="bn-IN"/>
        </w:rPr>
        <w:t>তা</w:t>
      </w:r>
      <w:r w:rsidR="00875AA5">
        <w:rPr>
          <w:lang w:bidi="bn-IN"/>
        </w:rPr>
        <w:t xml:space="preserve"> </w:t>
      </w:r>
      <w:r w:rsidRPr="003F52A2">
        <w:rPr>
          <w:cs/>
          <w:lang w:bidi="bn-IN"/>
        </w:rPr>
        <w:t>অন্য কিছুর দ্বারা খর্ব হয়</w:t>
      </w:r>
      <w:r w:rsidRPr="003F52A2">
        <w:t>,</w:t>
      </w:r>
      <w:r w:rsidRPr="003F52A2">
        <w:rPr>
          <w:cs/>
          <w:lang w:bidi="bn-IN"/>
        </w:rPr>
        <w:t>তবে তার পূর্ণতা অপূর্ণতায় পরিণত হ</w:t>
      </w:r>
      <w:r w:rsidR="0040027E">
        <w:rPr>
          <w:cs/>
          <w:lang w:bidi="bn-IN"/>
        </w:rPr>
        <w:t xml:space="preserve">য়। এমনকি এ মতবাদ বিশ্বাস </w:t>
      </w:r>
      <w:r w:rsidR="0040027E" w:rsidRPr="0040027E">
        <w:rPr>
          <w:cs/>
          <w:lang w:bidi="bn-IN"/>
        </w:rPr>
        <w:t>করে</w:t>
      </w:r>
      <w:r w:rsidR="0040027E">
        <w:rPr>
          <w:lang w:bidi="bn-IN"/>
        </w:rPr>
        <w:t xml:space="preserve"> </w:t>
      </w:r>
      <w:r w:rsidRPr="003F52A2">
        <w:rPr>
          <w:cs/>
          <w:lang w:bidi="bn-IN"/>
        </w:rPr>
        <w:t>যে</w:t>
      </w:r>
      <w:r w:rsidRPr="003F52A2">
        <w:t>,</w:t>
      </w:r>
      <w:r w:rsidRPr="003F52A2">
        <w:rPr>
          <w:cs/>
          <w:lang w:bidi="bn-IN"/>
        </w:rPr>
        <w:t>আল্লাহর প্রতি ঈমান ও বিশ্বাস এবং আল্লাহর বান্দা হওয়া মনুষ্যত্বকে খর্ব করে তাকে অপূর্ণ মানবে পরিণত করে। কারণ এটা মানুষকে আল্লাহর মোকাবিলায় আত্মসমর্পণে বাধ্য করে মানুষের</w:t>
      </w:r>
      <w:r w:rsidR="0040027E">
        <w:rPr>
          <w:lang w:bidi="bn-IN"/>
        </w:rPr>
        <w:t xml:space="preserve"> </w:t>
      </w:r>
      <w:r w:rsidRPr="003F52A2">
        <w:rPr>
          <w:cs/>
          <w:lang w:bidi="bn-IN"/>
        </w:rPr>
        <w:t>স্বাধীনতাকে বিনষ্ট করে। তাই পূর্ণ মানব সে-ই যে সব কিছু হতে স্বাধীন</w:t>
      </w:r>
      <w:r w:rsidRPr="003F52A2">
        <w:t>,</w:t>
      </w:r>
      <w:r w:rsidRPr="003F52A2">
        <w:rPr>
          <w:cs/>
          <w:lang w:bidi="bn-IN"/>
        </w:rPr>
        <w:t>এমনকি ধর্ম হতেও সে</w:t>
      </w:r>
      <w:r w:rsidR="0040027E">
        <w:rPr>
          <w:lang w:bidi="bn-IN"/>
        </w:rPr>
        <w:t xml:space="preserve"> </w:t>
      </w:r>
      <w:r w:rsidRPr="003F52A2">
        <w:rPr>
          <w:cs/>
          <w:lang w:bidi="bn-IN"/>
        </w:rPr>
        <w:t>স্বাধীন।</w:t>
      </w:r>
    </w:p>
    <w:p w:rsidR="0040027E" w:rsidRDefault="003F52A2" w:rsidP="0040027E">
      <w:pPr>
        <w:pStyle w:val="libNormal"/>
      </w:pPr>
      <w:r w:rsidRPr="003F52A2">
        <w:rPr>
          <w:cs/>
          <w:lang w:bidi="bn-IN"/>
        </w:rPr>
        <w:t>আমাদের কবি হাফেজ বলেছেন</w:t>
      </w:r>
      <w:r w:rsidRPr="003F52A2">
        <w:t>,</w:t>
      </w:r>
    </w:p>
    <w:p w:rsidR="0040027E" w:rsidRDefault="003F52A2" w:rsidP="0040027E">
      <w:pPr>
        <w:pStyle w:val="libCenter"/>
        <w:rPr>
          <w:lang w:bidi="bn-IN"/>
        </w:rPr>
      </w:pPr>
      <w:r w:rsidRPr="00D542A0">
        <w:rPr>
          <w:rStyle w:val="libAlaemChar"/>
        </w:rPr>
        <w:t>“</w:t>
      </w:r>
      <w:r w:rsidRPr="003F52A2">
        <w:rPr>
          <w:cs/>
          <w:lang w:bidi="bn-IN"/>
        </w:rPr>
        <w:t>সেই হিম্মতের অধিকারী স্বাধীন আমি</w:t>
      </w:r>
    </w:p>
    <w:p w:rsidR="0040027E" w:rsidRDefault="003F52A2" w:rsidP="0040027E">
      <w:pPr>
        <w:pStyle w:val="libCenter"/>
        <w:rPr>
          <w:rStyle w:val="libAlaemChar"/>
        </w:rPr>
      </w:pPr>
      <w:r w:rsidRPr="003F52A2">
        <w:rPr>
          <w:cs/>
          <w:lang w:bidi="bn-IN"/>
        </w:rPr>
        <w:t>নীল আকাশের নীচে কারো রং ধারণ করি না যে আমি।</w:t>
      </w:r>
      <w:r w:rsidRPr="00D542A0">
        <w:rPr>
          <w:rStyle w:val="libAlaemChar"/>
        </w:rPr>
        <w:t>”</w:t>
      </w:r>
    </w:p>
    <w:p w:rsidR="0040027E" w:rsidRDefault="003F52A2" w:rsidP="0040027E">
      <w:pPr>
        <w:pStyle w:val="libNormal"/>
        <w:rPr>
          <w:lang w:bidi="bn-IN"/>
        </w:rPr>
      </w:pPr>
      <w:r w:rsidRPr="003F52A2">
        <w:rPr>
          <w:cs/>
          <w:lang w:bidi="bn-IN"/>
        </w:rPr>
        <w:t>অর্থাৎ এই নীল আকাশের নীচে যদি কাউকে পাওয়া যায়</w:t>
      </w:r>
      <w:r w:rsidRPr="003F52A2">
        <w:t>,</w:t>
      </w:r>
      <w:r w:rsidRPr="003F52A2">
        <w:rPr>
          <w:cs/>
          <w:lang w:bidi="bn-IN"/>
        </w:rPr>
        <w:t>যে কোন কিছুর অধীন নয়</w:t>
      </w:r>
      <w:r w:rsidRPr="003F52A2">
        <w:t>,</w:t>
      </w:r>
      <w:r w:rsidRPr="003F52A2">
        <w:rPr>
          <w:cs/>
          <w:lang w:bidi="bn-IN"/>
        </w:rPr>
        <w:t>সে-ই পূর্ণমানব।</w:t>
      </w:r>
    </w:p>
    <w:p w:rsidR="0040027E" w:rsidRDefault="003F52A2" w:rsidP="0040027E">
      <w:pPr>
        <w:pStyle w:val="libNormal"/>
      </w:pPr>
      <w:r w:rsidRPr="003F52A2">
        <w:rPr>
          <w:cs/>
          <w:lang w:bidi="bn-IN"/>
        </w:rPr>
        <w:t>অন্যত্র তিনি বলেছেন</w:t>
      </w:r>
      <w:r w:rsidRPr="003F52A2">
        <w:t>,</w:t>
      </w:r>
    </w:p>
    <w:p w:rsidR="0040027E" w:rsidRDefault="003F52A2" w:rsidP="0040027E">
      <w:pPr>
        <w:pStyle w:val="libCenter"/>
        <w:rPr>
          <w:lang w:bidi="bn-IN"/>
        </w:rPr>
      </w:pPr>
      <w:r w:rsidRPr="00D542A0">
        <w:rPr>
          <w:rStyle w:val="libAlaemChar"/>
        </w:rPr>
        <w:t>“</w:t>
      </w:r>
      <w:r w:rsidRPr="003F52A2">
        <w:rPr>
          <w:cs/>
          <w:lang w:bidi="bn-IN"/>
        </w:rPr>
        <w:t>পূর্ণিমার চাঁদের রূপ দেখার মুগ্ধ আশায়</w:t>
      </w:r>
    </w:p>
    <w:p w:rsidR="0040027E" w:rsidRDefault="003F52A2" w:rsidP="0040027E">
      <w:pPr>
        <w:pStyle w:val="libCenter"/>
        <w:rPr>
          <w:lang w:bidi="bn-IN"/>
        </w:rPr>
      </w:pPr>
      <w:r w:rsidRPr="003F52A2">
        <w:rPr>
          <w:cs/>
          <w:lang w:bidi="bn-IN"/>
        </w:rPr>
        <w:t>হয় যদি বিদূরিত দুঃখ সকল তার ভালোবাসায়</w:t>
      </w:r>
    </w:p>
    <w:p w:rsidR="0040027E" w:rsidRDefault="003F52A2" w:rsidP="0040027E">
      <w:pPr>
        <w:pStyle w:val="libCenter"/>
        <w:rPr>
          <w:lang w:bidi="bn-IN"/>
        </w:rPr>
      </w:pPr>
      <w:r w:rsidRPr="003F52A2">
        <w:rPr>
          <w:cs/>
          <w:lang w:bidi="bn-IN"/>
        </w:rPr>
        <w:t>একটি গোপন কথা তোমাদের নিকট করছি প্রকাশ</w:t>
      </w:r>
    </w:p>
    <w:p w:rsidR="0040027E" w:rsidRDefault="003F52A2" w:rsidP="0040027E">
      <w:pPr>
        <w:pStyle w:val="libCenter"/>
        <w:rPr>
          <w:rStyle w:val="libAlaemChar"/>
        </w:rPr>
      </w:pPr>
      <w:r w:rsidRPr="003F52A2">
        <w:rPr>
          <w:cs/>
          <w:lang w:bidi="bn-IN"/>
        </w:rPr>
        <w:t>আমি প্রেমের গোলাম</w:t>
      </w:r>
      <w:r w:rsidRPr="003F52A2">
        <w:t>,</w:t>
      </w:r>
      <w:r w:rsidRPr="003F52A2">
        <w:rPr>
          <w:cs/>
          <w:lang w:bidi="bn-IN"/>
        </w:rPr>
        <w:t>তাই পেয়েছি দু</w:t>
      </w:r>
      <w:r w:rsidRPr="00D542A0">
        <w:rPr>
          <w:rStyle w:val="libAlaemChar"/>
        </w:rPr>
        <w:t>’</w:t>
      </w:r>
      <w:r w:rsidRPr="003F52A2">
        <w:rPr>
          <w:cs/>
          <w:lang w:bidi="bn-IN"/>
        </w:rPr>
        <w:t>বিশ্ব হতে মুক্তির সুবাস।</w:t>
      </w:r>
      <w:r w:rsidRPr="00D542A0">
        <w:rPr>
          <w:rStyle w:val="libAlaemChar"/>
        </w:rPr>
        <w:t>”</w:t>
      </w:r>
    </w:p>
    <w:p w:rsidR="0040027E" w:rsidRDefault="003F52A2" w:rsidP="0040027E">
      <w:pPr>
        <w:pStyle w:val="libNormal"/>
        <w:rPr>
          <w:lang w:bidi="bn-IN"/>
        </w:rPr>
      </w:pPr>
      <w:r w:rsidRPr="003F52A2">
        <w:rPr>
          <w:cs/>
          <w:lang w:bidi="bn-IN"/>
        </w:rPr>
        <w:t>অস্তিত্ববাদ বলে</w:t>
      </w:r>
      <w:r w:rsidRPr="003F52A2">
        <w:t>,</w:t>
      </w:r>
      <w:r w:rsidRPr="00D542A0">
        <w:rPr>
          <w:rStyle w:val="libAlaemChar"/>
        </w:rPr>
        <w:t>‘</w:t>
      </w:r>
      <w:r w:rsidRPr="003F52A2">
        <w:rPr>
          <w:cs/>
          <w:lang w:bidi="bn-IN"/>
        </w:rPr>
        <w:t>আমি ভালোবাসার গোলাম</w:t>
      </w:r>
      <w:r w:rsidRPr="00D542A0">
        <w:rPr>
          <w:rStyle w:val="libAlaemChar"/>
        </w:rPr>
        <w:t>’</w:t>
      </w:r>
      <w:r w:rsidRPr="003F52A2">
        <w:t xml:space="preserve"> </w:t>
      </w:r>
      <w:r w:rsidRPr="003F52A2">
        <w:rPr>
          <w:cs/>
          <w:lang w:bidi="bn-IN"/>
        </w:rPr>
        <w:t>এটাও ভ্রান্ত। বরং বলা উচিত</w:t>
      </w:r>
      <w:r w:rsidRPr="003F52A2">
        <w:t>,</w:t>
      </w:r>
      <w:r w:rsidRPr="00D542A0">
        <w:rPr>
          <w:rStyle w:val="libAlaemChar"/>
        </w:rPr>
        <w:t>‘</w:t>
      </w:r>
      <w:r w:rsidRPr="003F52A2">
        <w:rPr>
          <w:cs/>
          <w:lang w:bidi="bn-IN"/>
        </w:rPr>
        <w:t>আমি দু</w:t>
      </w:r>
      <w:r w:rsidRPr="00D542A0">
        <w:rPr>
          <w:rStyle w:val="libAlaemChar"/>
        </w:rPr>
        <w:t>’</w:t>
      </w:r>
      <w:r w:rsidRPr="003F52A2">
        <w:rPr>
          <w:cs/>
          <w:lang w:bidi="bn-IN"/>
        </w:rPr>
        <w:t>বিশ্ব</w:t>
      </w:r>
      <w:r w:rsidRPr="003F52A2">
        <w:t>,</w:t>
      </w:r>
      <w:r w:rsidRPr="003F52A2">
        <w:rPr>
          <w:cs/>
          <w:lang w:bidi="bn-IN"/>
        </w:rPr>
        <w:t>প্রেম-ভালবাসা</w:t>
      </w:r>
      <w:r w:rsidRPr="003F52A2">
        <w:t>,</w:t>
      </w:r>
      <w:r w:rsidRPr="003F52A2">
        <w:rPr>
          <w:cs/>
          <w:lang w:bidi="bn-IN"/>
        </w:rPr>
        <w:t>এমনকি পূর্ণিমার চাঁদের প্রতি আসক্তি হতেও মুক্ত ও স্বাধীন।</w:t>
      </w:r>
      <w:r w:rsidRPr="00D542A0">
        <w:rPr>
          <w:rStyle w:val="libAlaemChar"/>
        </w:rPr>
        <w:t>”</w:t>
      </w:r>
      <w:r w:rsidRPr="003F52A2">
        <w:t xml:space="preserve"> </w:t>
      </w:r>
      <w:r w:rsidRPr="003F52A2">
        <w:rPr>
          <w:cs/>
          <w:lang w:bidi="bn-IN"/>
        </w:rPr>
        <w:t>মনুষ্যত্ব অর্থ স্বাধীনতা।</w:t>
      </w:r>
      <w:r w:rsidR="0040027E">
        <w:rPr>
          <w:lang w:bidi="bn-IN"/>
        </w:rPr>
        <w:t xml:space="preserve"> </w:t>
      </w:r>
      <w:r w:rsidRPr="003F52A2">
        <w:rPr>
          <w:cs/>
          <w:lang w:bidi="bn-IN"/>
        </w:rPr>
        <w:t>স্বাধীনতা যা চায় তা হলো সব কিছুকে উপেক্ষা ও অস্বীকার করা এবং কারো আনুগত্য না করা।</w:t>
      </w:r>
      <w:r w:rsidR="0040027E">
        <w:rPr>
          <w:lang w:bidi="bn-IN"/>
        </w:rPr>
        <w:t xml:space="preserve"> </w:t>
      </w:r>
      <w:r w:rsidRPr="003F52A2">
        <w:rPr>
          <w:cs/>
          <w:lang w:bidi="bn-IN"/>
        </w:rPr>
        <w:t>পরবর্তী বৈঠকে ইনশাল্লাহ্ এ মতবাদ নিয়ে আমরা বিস্তারিত আলোচনা করব।</w:t>
      </w:r>
    </w:p>
    <w:p w:rsidR="0040027E" w:rsidRPr="0040027E" w:rsidRDefault="0040027E" w:rsidP="0040027E">
      <w:pPr>
        <w:pStyle w:val="libArCenter"/>
        <w:rPr>
          <w:rtl/>
          <w:cs/>
        </w:rPr>
      </w:pPr>
      <w:r>
        <w:rPr>
          <w:rFonts w:hint="cs"/>
          <w:rtl/>
          <w:lang w:bidi="ar-SA"/>
        </w:rPr>
        <w:t>و لا حول ولا قوّة إلا بالله العلیّ العظیم</w:t>
      </w:r>
    </w:p>
    <w:p w:rsidR="0040027E" w:rsidRPr="00C640B7" w:rsidRDefault="0040027E" w:rsidP="00C640B7">
      <w:r>
        <w:rPr>
          <w:lang w:bidi="bn-IN"/>
        </w:rPr>
        <w:br w:type="page"/>
      </w:r>
    </w:p>
    <w:p w:rsidR="0040027E" w:rsidRDefault="003F52A2" w:rsidP="0040027E">
      <w:pPr>
        <w:pStyle w:val="Heading1Center"/>
      </w:pPr>
      <w:bookmarkStart w:id="69" w:name="_Toc392601478"/>
      <w:r w:rsidRPr="003F52A2">
        <w:rPr>
          <w:cs/>
          <w:lang w:bidi="bn-IN"/>
        </w:rPr>
        <w:t>অস্তিত্ববাদী মতবাদের পর্যালোচনা ও মূল্যায়ন</w:t>
      </w:r>
      <w:bookmarkEnd w:id="69"/>
    </w:p>
    <w:p w:rsidR="0040027E" w:rsidRDefault="0040027E" w:rsidP="0040027E">
      <w:pPr>
        <w:pStyle w:val="libNormal"/>
        <w:rPr>
          <w:lang w:bidi="bn-IN"/>
        </w:rPr>
      </w:pPr>
    </w:p>
    <w:p w:rsidR="0040027E" w:rsidRPr="0040027E" w:rsidRDefault="0040027E" w:rsidP="00474FFD">
      <w:pPr>
        <w:pStyle w:val="libAie"/>
      </w:pPr>
      <w:r w:rsidRPr="00456185">
        <w:rPr>
          <w:rStyle w:val="libAlaemChar"/>
        </w:rPr>
        <w:t>)</w:t>
      </w:r>
      <w:r w:rsidRPr="0040027E">
        <w:rPr>
          <w:rStyle w:val="ayatext"/>
          <w:rtl/>
        </w:rPr>
        <w:t>يَا أَيُّهَا الَّذِينَ آمَنُوا اتَّقُوا اللَّـهَ وَلْتَنظُرْ‌ نَفْسٌ مَّا قَدَّمَتْ لِغَدٍ</w:t>
      </w:r>
      <w:r w:rsidRPr="00C640B7">
        <w:rPr>
          <w:rtl/>
        </w:rPr>
        <w:t xml:space="preserve"> </w:t>
      </w:r>
      <w:r w:rsidRPr="0040027E">
        <w:rPr>
          <w:rStyle w:val="ayatext"/>
          <w:rtl/>
        </w:rPr>
        <w:t>وَاتَّقُوا اللَّـهَ</w:t>
      </w:r>
      <w:r w:rsidRPr="00C640B7">
        <w:rPr>
          <w:rtl/>
        </w:rPr>
        <w:t xml:space="preserve"> </w:t>
      </w:r>
      <w:r w:rsidRPr="0040027E">
        <w:rPr>
          <w:rStyle w:val="ayatext"/>
          <w:rtl/>
        </w:rPr>
        <w:t>إِنَّ اللَّـهَ خَبِيرٌ‌ بِمَا تَعْمَلُونَ</w:t>
      </w:r>
      <w:r w:rsidRPr="00474FFD">
        <w:rPr>
          <w:rtl/>
        </w:rPr>
        <w:t xml:space="preserve"> </w:t>
      </w:r>
      <w:r w:rsidRPr="0040027E">
        <w:rPr>
          <w:rStyle w:val="ayatext"/>
          <w:rtl/>
        </w:rPr>
        <w:t>وَلَا تَكُونُوا كَالَّذِينَ نَسُوا اللَّـهَ فَأَنسَاهُمْ أَنفُسَهُمْ</w:t>
      </w:r>
      <w:r w:rsidRPr="00C640B7">
        <w:rPr>
          <w:rtl/>
        </w:rPr>
        <w:t xml:space="preserve"> </w:t>
      </w:r>
      <w:r w:rsidRPr="0040027E">
        <w:rPr>
          <w:rStyle w:val="ayatext"/>
          <w:rtl/>
        </w:rPr>
        <w:t>أُولَـٰئِكَ هُمُ الْفَاسِقُونَ</w:t>
      </w:r>
      <w:r w:rsidR="00474FFD">
        <w:rPr>
          <w:rStyle w:val="libAlaemChar"/>
        </w:rPr>
        <w:t xml:space="preserve"> (</w:t>
      </w:r>
    </w:p>
    <w:p w:rsidR="00474FFD" w:rsidRDefault="003F52A2" w:rsidP="0040027E">
      <w:pPr>
        <w:pStyle w:val="libNormal"/>
        <w:rPr>
          <w:lang w:bidi="bn-IN"/>
        </w:rPr>
      </w:pPr>
      <w:r w:rsidRPr="003F52A2">
        <w:t>(</w:t>
      </w:r>
      <w:r w:rsidRPr="003F52A2">
        <w:rPr>
          <w:cs/>
          <w:lang w:bidi="bn-IN"/>
        </w:rPr>
        <w:t>সূরা হাশর : ১৮ ও ১৯)</w:t>
      </w:r>
    </w:p>
    <w:p w:rsidR="00474FFD" w:rsidRDefault="003F52A2" w:rsidP="0040027E">
      <w:pPr>
        <w:pStyle w:val="libNormal"/>
        <w:rPr>
          <w:lang w:bidi="bn-IN"/>
        </w:rPr>
      </w:pPr>
      <w:r w:rsidRPr="003F52A2">
        <w:rPr>
          <w:cs/>
          <w:lang w:bidi="bn-IN"/>
        </w:rPr>
        <w:t>আমরা গত বৈঠকের শেষ পর্যায়ে অন্য একটি মতবাদ যাকে বর্তমান কালের সবচেয়ে নতুন</w:t>
      </w:r>
      <w:r w:rsidR="00474FFD">
        <w:rPr>
          <w:lang w:bidi="bn-IN"/>
        </w:rPr>
        <w:t xml:space="preserve"> </w:t>
      </w:r>
      <w:r w:rsidRPr="003F52A2">
        <w:rPr>
          <w:cs/>
          <w:lang w:bidi="bn-IN"/>
        </w:rPr>
        <w:t>মতবাদগুলোর একটি বলা যেতে পারে</w:t>
      </w:r>
      <w:r w:rsidRPr="003F52A2">
        <w:t>,</w:t>
      </w:r>
      <w:r w:rsidRPr="003F52A2">
        <w:rPr>
          <w:cs/>
          <w:lang w:bidi="bn-IN"/>
        </w:rPr>
        <w:t>সে দৃষ্টিতে পূর্ণ মানবের রূপ কিরূপ তার প্রতি ইশারা করেছি।</w:t>
      </w:r>
    </w:p>
    <w:p w:rsidR="00474FFD" w:rsidRDefault="003F52A2" w:rsidP="00474FFD">
      <w:pPr>
        <w:pStyle w:val="libNormal"/>
        <w:rPr>
          <w:lang w:bidi="bn-IN"/>
        </w:rPr>
      </w:pPr>
      <w:r w:rsidRPr="003F52A2">
        <w:rPr>
          <w:cs/>
          <w:lang w:bidi="bn-IN"/>
        </w:rPr>
        <w:t xml:space="preserve">এ মতবাদটি স্বাধীনতাকে মানুষের পূর্ণতার মানদণ্ড অথবা মানুষের </w:t>
      </w:r>
      <w:r w:rsidR="00474FFD">
        <w:rPr>
          <w:cs/>
          <w:lang w:bidi="bn-IN"/>
        </w:rPr>
        <w:t xml:space="preserve">অস্তিত্বের প্রকৃত মূল্যবোধ </w:t>
      </w:r>
      <w:r w:rsidR="00474FFD" w:rsidRPr="00474FFD">
        <w:rPr>
          <w:cs/>
          <w:lang w:bidi="bn-IN"/>
        </w:rPr>
        <w:t>বলে</w:t>
      </w:r>
      <w:r w:rsidR="00474FFD">
        <w:rPr>
          <w:lang w:bidi="bn-IN"/>
        </w:rPr>
        <w:t xml:space="preserve"> </w:t>
      </w:r>
      <w:r w:rsidRPr="003F52A2">
        <w:rPr>
          <w:cs/>
          <w:lang w:bidi="bn-IN"/>
        </w:rPr>
        <w:t>মনে করে। এ মতবাদের প্রবক্তাদের বিশ্বাস এ বিশ্বজগতে একমাত্র স্বাধীন অস্তিত্ব হলো মানুষ অর্থাৎ</w:t>
      </w:r>
      <w:r w:rsidR="00474FFD">
        <w:rPr>
          <w:lang w:bidi="bn-IN"/>
        </w:rPr>
        <w:t xml:space="preserve"> </w:t>
      </w:r>
      <w:r w:rsidRPr="003F52A2">
        <w:rPr>
          <w:cs/>
          <w:lang w:bidi="bn-IN"/>
        </w:rPr>
        <w:t>মানুষ কোন বাধ্যবাধকতার আওতাভূক্ত নয়</w:t>
      </w:r>
      <w:r w:rsidRPr="003F52A2">
        <w:t>,</w:t>
      </w:r>
      <w:r w:rsidRPr="003F52A2">
        <w:rPr>
          <w:cs/>
          <w:lang w:bidi="bn-IN"/>
        </w:rPr>
        <w:t>তাই তার উপর কিছুই চাপিয়ে দেয়া যায় না</w:t>
      </w:r>
      <w:r w:rsidRPr="003F52A2">
        <w:rPr>
          <w:cs/>
          <w:lang w:bidi="hi-IN"/>
        </w:rPr>
        <w:t xml:space="preserve">। </w:t>
      </w:r>
      <w:r w:rsidRPr="003F52A2">
        <w:rPr>
          <w:cs/>
          <w:lang w:bidi="bn-IN"/>
        </w:rPr>
        <w:t>পুরাতন</w:t>
      </w:r>
      <w:r w:rsidR="00474FFD">
        <w:rPr>
          <w:lang w:bidi="bn-IN"/>
        </w:rPr>
        <w:t xml:space="preserve"> </w:t>
      </w:r>
      <w:r w:rsidRPr="003F52A2">
        <w:rPr>
          <w:cs/>
          <w:lang w:bidi="bn-IN"/>
        </w:rPr>
        <w:t xml:space="preserve">দার্শনিকদের ভাষায়- সে এ সৃষ্টিজগতে একটি স্বাধীন অস্তিত্ব যে কারো বাধ্য ও পরাধীন নয়। </w:t>
      </w:r>
      <w:r w:rsidR="00611BB9">
        <w:rPr>
          <w:cs/>
          <w:lang w:bidi="bn-IN"/>
        </w:rPr>
        <w:t>তা</w:t>
      </w:r>
      <w:r w:rsidRPr="003F52A2">
        <w:rPr>
          <w:cs/>
          <w:lang w:bidi="bn-IN"/>
        </w:rPr>
        <w:t>দের</w:t>
      </w:r>
      <w:r w:rsidR="00474FFD">
        <w:rPr>
          <w:lang w:bidi="bn-IN"/>
        </w:rPr>
        <w:t xml:space="preserve"> </w:t>
      </w:r>
      <w:r w:rsidRPr="003F52A2">
        <w:rPr>
          <w:cs/>
          <w:lang w:bidi="bn-IN"/>
        </w:rPr>
        <w:t>কারো কারো মতে মানুষ ব্যতীত আর সকল কিছুই বাধ্য</w:t>
      </w:r>
      <w:r w:rsidRPr="003F52A2">
        <w:t>,</w:t>
      </w:r>
      <w:r w:rsidRPr="003F52A2">
        <w:rPr>
          <w:cs/>
          <w:lang w:bidi="bn-IN"/>
        </w:rPr>
        <w:t>তারা কার্যকারণের শৃঙ্খলে আবদ্ধ। কিন্তু</w:t>
      </w:r>
      <w:r w:rsidR="00474FFD">
        <w:rPr>
          <w:lang w:bidi="bn-IN"/>
        </w:rPr>
        <w:t xml:space="preserve"> </w:t>
      </w:r>
      <w:r w:rsidRPr="003F52A2">
        <w:rPr>
          <w:cs/>
          <w:lang w:bidi="bn-IN"/>
        </w:rPr>
        <w:t>মানুষকে কোন বিধানই</w:t>
      </w:r>
      <w:r w:rsidRPr="003F52A2">
        <w:t>,</w:t>
      </w:r>
      <w:r w:rsidRPr="003F52A2">
        <w:rPr>
          <w:cs/>
          <w:lang w:bidi="bn-IN"/>
        </w:rPr>
        <w:t>এমনকি কার্যকারণ বিধানও বাধ্য করতে পারে না।</w:t>
      </w:r>
    </w:p>
    <w:p w:rsidR="00474FFD" w:rsidRDefault="00474FFD" w:rsidP="00474FFD">
      <w:pPr>
        <w:pStyle w:val="libNormal"/>
        <w:rPr>
          <w:lang w:bidi="bn-IN"/>
        </w:rPr>
      </w:pPr>
    </w:p>
    <w:p w:rsidR="00474FFD" w:rsidRDefault="003F52A2" w:rsidP="00474FFD">
      <w:pPr>
        <w:pStyle w:val="libBold1"/>
        <w:rPr>
          <w:lang w:bidi="bn-IN"/>
        </w:rPr>
      </w:pPr>
      <w:r w:rsidRPr="00D542A0">
        <w:rPr>
          <w:rStyle w:val="libAlaemChar"/>
        </w:rPr>
        <w:t>‘</w:t>
      </w:r>
      <w:r w:rsidRPr="003F52A2">
        <w:rPr>
          <w:cs/>
          <w:lang w:bidi="bn-IN"/>
        </w:rPr>
        <w:t>অস্তিত্বই মূল</w:t>
      </w:r>
      <w:r w:rsidRPr="00D542A0">
        <w:rPr>
          <w:rStyle w:val="libAlaemChar"/>
        </w:rPr>
        <w:t>’</w:t>
      </w:r>
      <w:r w:rsidRPr="003F52A2">
        <w:t xml:space="preserve">- </w:t>
      </w:r>
      <w:r w:rsidRPr="003F52A2">
        <w:rPr>
          <w:cs/>
          <w:lang w:bidi="bn-IN"/>
        </w:rPr>
        <w:t>অস্তিত্ববাদী মতবাদে এ ধারণার রূপ</w:t>
      </w:r>
    </w:p>
    <w:p w:rsidR="00D57978" w:rsidRDefault="003F52A2" w:rsidP="00474FFD">
      <w:pPr>
        <w:pStyle w:val="libNormal"/>
        <w:rPr>
          <w:lang w:bidi="bn-IN"/>
        </w:rPr>
      </w:pPr>
      <w:r w:rsidRPr="003F52A2">
        <w:rPr>
          <w:cs/>
          <w:lang w:bidi="bn-IN"/>
        </w:rPr>
        <w:t>এ মতবাদ অন্য একটি তত্ত্বে বিশ্বাস করে</w:t>
      </w:r>
      <w:r w:rsidRPr="003F52A2">
        <w:t>,</w:t>
      </w:r>
      <w:r w:rsidRPr="003F52A2">
        <w:rPr>
          <w:cs/>
          <w:lang w:bidi="bn-IN"/>
        </w:rPr>
        <w:t>আর তা হলো স্বাধীন এ মানুষ বিশেষ কোন প্রকৃতি নিয়ে</w:t>
      </w:r>
      <w:r w:rsidR="00474FFD">
        <w:rPr>
          <w:lang w:bidi="bn-IN"/>
        </w:rPr>
        <w:t xml:space="preserve"> </w:t>
      </w:r>
      <w:r w:rsidRPr="003F52A2">
        <w:rPr>
          <w:cs/>
          <w:lang w:bidi="bn-IN"/>
        </w:rPr>
        <w:t>সৃষ্ট হয়নি। বিশ্বজগতে অন্য সকল সৃষ্টি বিশেষ প্রকৃতি ও সত্তায় সৃষ্ট হয়েছে। যেমন পাথর পাথর</w:t>
      </w:r>
      <w:r w:rsidR="00474FFD">
        <w:rPr>
          <w:lang w:bidi="bn-IN"/>
        </w:rPr>
        <w:t xml:space="preserve"> </w:t>
      </w:r>
      <w:r w:rsidRPr="003F52A2">
        <w:rPr>
          <w:cs/>
          <w:lang w:bidi="bn-IN"/>
        </w:rPr>
        <w:t>হিসেবেই সৃষ্ট হয়েছে</w:t>
      </w:r>
      <w:r w:rsidRPr="003F52A2">
        <w:t>,</w:t>
      </w:r>
      <w:r w:rsidRPr="003F52A2">
        <w:rPr>
          <w:cs/>
          <w:lang w:bidi="bn-IN"/>
        </w:rPr>
        <w:t>সে পাথর ভিন্ন অন্য কিছু হতে পারে না</w:t>
      </w:r>
      <w:r w:rsidRPr="003F52A2">
        <w:t>,</w:t>
      </w:r>
      <w:r w:rsidRPr="003F52A2">
        <w:rPr>
          <w:cs/>
          <w:lang w:bidi="bn-IN"/>
        </w:rPr>
        <w:t>যেমন সে মাটির ঢিলা হতে পারে না।</w:t>
      </w:r>
      <w:r w:rsidR="00474FFD">
        <w:rPr>
          <w:lang w:bidi="bn-IN"/>
        </w:rPr>
        <w:t xml:space="preserve"> </w:t>
      </w:r>
      <w:r w:rsidRPr="003F52A2">
        <w:rPr>
          <w:cs/>
          <w:lang w:bidi="bn-IN"/>
        </w:rPr>
        <w:t>বিড়াল বিড়ালের প্রকৃতি নিয়ে জন্মেছে</w:t>
      </w:r>
      <w:r w:rsidRPr="003F52A2">
        <w:t>,</w:t>
      </w:r>
      <w:r w:rsidRPr="003F52A2">
        <w:rPr>
          <w:cs/>
          <w:lang w:bidi="bn-IN"/>
        </w:rPr>
        <w:t>ঘোড়া ঘোড়ার প্রকৃতি নিয়ে জন্মেছে। কিন্তু মানুষ এরূপ বিশেষ</w:t>
      </w:r>
      <w:r w:rsidR="00474FFD">
        <w:rPr>
          <w:lang w:bidi="bn-IN"/>
        </w:rPr>
        <w:t xml:space="preserve"> </w:t>
      </w:r>
      <w:r w:rsidRPr="003F52A2">
        <w:rPr>
          <w:cs/>
          <w:lang w:bidi="bn-IN"/>
        </w:rPr>
        <w:t>কোন প্রকৃতি ও বৈশিষ্ট্য নিয়ে সৃষ্টি হয়নি। বরং সে নিজে যে প্রকৃতি ধারণ করবে সে প্রকৃতিই লাভ</w:t>
      </w:r>
      <w:r w:rsidR="00D57978">
        <w:rPr>
          <w:lang w:bidi="bn-IN"/>
        </w:rPr>
        <w:t xml:space="preserve"> </w:t>
      </w:r>
      <w:r w:rsidRPr="003F52A2">
        <w:rPr>
          <w:cs/>
          <w:lang w:bidi="bn-IN"/>
        </w:rPr>
        <w:t>করবে। মানুষের স্বাধীনতার সীমা এটা যে</w:t>
      </w:r>
      <w:r w:rsidRPr="003F52A2">
        <w:t>,</w:t>
      </w:r>
      <w:r w:rsidRPr="003F52A2">
        <w:rPr>
          <w:cs/>
          <w:lang w:bidi="bn-IN"/>
        </w:rPr>
        <w:t>সে নিজের প্রকৃতি নিজেই তৈরি করবে</w:t>
      </w:r>
      <w:r w:rsidRPr="003F52A2">
        <w:rPr>
          <w:cs/>
          <w:lang w:bidi="hi-IN"/>
        </w:rPr>
        <w:t xml:space="preserve">। </w:t>
      </w:r>
      <w:r w:rsidRPr="003F52A2">
        <w:rPr>
          <w:cs/>
          <w:lang w:bidi="bn-IN"/>
        </w:rPr>
        <w:t>এ বিষয়টিকে</w:t>
      </w:r>
      <w:r w:rsidR="00D57978">
        <w:rPr>
          <w:lang w:bidi="bn-IN"/>
        </w:rPr>
        <w:t xml:space="preserve"> </w:t>
      </w:r>
      <w:r w:rsidR="00FE6D44">
        <w:rPr>
          <w:cs/>
          <w:lang w:bidi="bn-IN"/>
        </w:rPr>
        <w:t>তারা</w:t>
      </w:r>
      <w:r w:rsidRPr="003F52A2">
        <w:rPr>
          <w:cs/>
          <w:lang w:bidi="bn-IN"/>
        </w:rPr>
        <w:t xml:space="preserve"> </w:t>
      </w:r>
      <w:r w:rsidRPr="00D542A0">
        <w:rPr>
          <w:rStyle w:val="libAlaemChar"/>
        </w:rPr>
        <w:t>‘</w:t>
      </w:r>
      <w:r w:rsidRPr="003F52A2">
        <w:rPr>
          <w:cs/>
          <w:lang w:bidi="bn-IN"/>
        </w:rPr>
        <w:t>অস্তিত্বই মূল</w:t>
      </w:r>
      <w:r w:rsidRPr="00D542A0">
        <w:rPr>
          <w:rStyle w:val="libAlaemChar"/>
        </w:rPr>
        <w:t>’</w:t>
      </w:r>
      <w:r w:rsidRPr="003F52A2">
        <w:t xml:space="preserve"> </w:t>
      </w:r>
      <w:r w:rsidRPr="003F52A2">
        <w:rPr>
          <w:cs/>
          <w:lang w:bidi="bn-IN"/>
        </w:rPr>
        <w:t>বা বস্তুসত্তার উপর অস্তিত্বের প্রাধান্য বলেছেন।</w:t>
      </w:r>
    </w:p>
    <w:p w:rsidR="00D57978" w:rsidRDefault="00D57978" w:rsidP="00474FFD">
      <w:pPr>
        <w:pStyle w:val="libNormal"/>
        <w:rPr>
          <w:lang w:bidi="bn-IN"/>
        </w:rPr>
      </w:pPr>
    </w:p>
    <w:p w:rsidR="00D55CAF" w:rsidRDefault="003F52A2" w:rsidP="00474FFD">
      <w:pPr>
        <w:pStyle w:val="libNormal"/>
        <w:rPr>
          <w:lang w:bidi="bn-IN"/>
        </w:rPr>
      </w:pPr>
      <w:r w:rsidRPr="003F52A2">
        <w:rPr>
          <w:cs/>
          <w:lang w:bidi="bn-IN"/>
        </w:rPr>
        <w:t>অস্তিত্ব মূল</w:t>
      </w:r>
      <w:r w:rsidRPr="003F52A2">
        <w:t>,</w:t>
      </w:r>
      <w:r w:rsidRPr="003F52A2">
        <w:rPr>
          <w:cs/>
          <w:lang w:bidi="bn-IN"/>
        </w:rPr>
        <w:t>বস্তুই মূল- এ পরিভাষাগুলো আমাদের দর্শনে বেশ পুরাতন। প্রায় সাড়ে তিনশ বছর</w:t>
      </w:r>
      <w:r w:rsidR="00D57978">
        <w:rPr>
          <w:lang w:bidi="bn-IN"/>
        </w:rPr>
        <w:t xml:space="preserve"> </w:t>
      </w:r>
      <w:r w:rsidRPr="003F52A2">
        <w:rPr>
          <w:cs/>
          <w:lang w:bidi="bn-IN"/>
        </w:rPr>
        <w:t xml:space="preserve">পূর্বে সাদরুল </w:t>
      </w:r>
      <w:r w:rsidR="00D57978">
        <w:rPr>
          <w:cs/>
          <w:lang w:bidi="bn-IN"/>
        </w:rPr>
        <w:t>মুতাআল্লে</w:t>
      </w:r>
      <w:r w:rsidRPr="003F52A2">
        <w:rPr>
          <w:rFonts w:hint="cs"/>
          <w:cs/>
          <w:lang w:bidi="bn-IN"/>
        </w:rPr>
        <w:t xml:space="preserve">হীনের সময় হতে এ আলোচনা চলে এসেছে। কিন্তু মুসলিম দার্শনিকরা </w:t>
      </w:r>
      <w:r w:rsidRPr="00D542A0">
        <w:rPr>
          <w:rStyle w:val="libAlaemChar"/>
        </w:rPr>
        <w:t>‘</w:t>
      </w:r>
      <w:r w:rsidRPr="003F52A2">
        <w:rPr>
          <w:cs/>
          <w:lang w:bidi="bn-IN"/>
        </w:rPr>
        <w:t>অস্তিত্ব মূল</w:t>
      </w:r>
      <w:r w:rsidRPr="00D542A0">
        <w:rPr>
          <w:rStyle w:val="libAlaemChar"/>
        </w:rPr>
        <w:t>’</w:t>
      </w:r>
      <w:r w:rsidRPr="003F52A2">
        <w:t xml:space="preserve"> </w:t>
      </w:r>
      <w:r w:rsidRPr="003F52A2">
        <w:rPr>
          <w:cs/>
          <w:lang w:bidi="bn-IN"/>
        </w:rPr>
        <w:t xml:space="preserve">বা </w:t>
      </w:r>
      <w:r w:rsidRPr="00D542A0">
        <w:rPr>
          <w:rStyle w:val="libAlaemChar"/>
        </w:rPr>
        <w:t>‘</w:t>
      </w:r>
      <w:r w:rsidRPr="003F52A2">
        <w:rPr>
          <w:cs/>
          <w:lang w:bidi="bn-IN"/>
        </w:rPr>
        <w:t>বস্তুসত্তা মূল</w:t>
      </w:r>
      <w:r w:rsidRPr="00D542A0">
        <w:rPr>
          <w:rStyle w:val="libAlaemChar"/>
        </w:rPr>
        <w:t>’</w:t>
      </w:r>
      <w:r w:rsidRPr="003F52A2">
        <w:t xml:space="preserve"> </w:t>
      </w:r>
      <w:r w:rsidRPr="003F52A2">
        <w:rPr>
          <w:cs/>
          <w:lang w:bidi="bn-IN"/>
        </w:rPr>
        <w:t xml:space="preserve">শুধু বিশেষ ক্ষেত্রেই বলেন না বরং </w:t>
      </w:r>
      <w:r w:rsidR="00FE6D44">
        <w:rPr>
          <w:cs/>
          <w:lang w:bidi="bn-IN"/>
        </w:rPr>
        <w:t>তারা</w:t>
      </w:r>
      <w:r w:rsidRPr="003F52A2">
        <w:rPr>
          <w:cs/>
          <w:lang w:bidi="bn-IN"/>
        </w:rPr>
        <w:t xml:space="preserve"> সকল বস্তুর ক্ষেত্রেই এ আলোচনাটি</w:t>
      </w:r>
      <w:r w:rsidR="00D55CAF">
        <w:rPr>
          <w:lang w:bidi="bn-IN"/>
        </w:rPr>
        <w:t xml:space="preserve"> </w:t>
      </w:r>
      <w:r w:rsidRPr="003F52A2">
        <w:rPr>
          <w:cs/>
          <w:lang w:bidi="bn-IN"/>
        </w:rPr>
        <w:t xml:space="preserve">করে থাকেন। </w:t>
      </w:r>
      <w:r w:rsidR="00611BB9">
        <w:rPr>
          <w:cs/>
          <w:lang w:bidi="bn-IN"/>
        </w:rPr>
        <w:t>তা</w:t>
      </w:r>
      <w:r w:rsidRPr="003F52A2">
        <w:rPr>
          <w:cs/>
          <w:lang w:bidi="bn-IN"/>
        </w:rPr>
        <w:t xml:space="preserve">দের দৃষ্টিতে অস্তিত্বই মূল বিষয়টি ভিন্ন একটি ব্যাপক </w:t>
      </w:r>
      <w:r w:rsidR="00695D8C">
        <w:rPr>
          <w:cs/>
          <w:lang w:bidi="bn-IN"/>
        </w:rPr>
        <w:t>অর্থে</w:t>
      </w:r>
      <w:r w:rsidRPr="003F52A2">
        <w:rPr>
          <w:cs/>
          <w:lang w:bidi="bn-IN"/>
        </w:rPr>
        <w:t xml:space="preserve"> ব্যবহৃত হয়। কিন্তু মানুষ</w:t>
      </w:r>
      <w:r w:rsidR="00D55CAF">
        <w:rPr>
          <w:lang w:bidi="bn-IN"/>
        </w:rPr>
        <w:t xml:space="preserve"> </w:t>
      </w:r>
      <w:r w:rsidRPr="003F52A2">
        <w:rPr>
          <w:cs/>
          <w:lang w:bidi="bn-IN"/>
        </w:rPr>
        <w:t>যে বিশেষ কোন প্রকৃতির অধিকারী নয় বলে অন্যান্য অস্তিত্ববান প্রাণী ও বস্তু হতে ভিন্ন এবং নিজেই</w:t>
      </w:r>
      <w:r w:rsidR="00D55CAF">
        <w:rPr>
          <w:lang w:bidi="bn-IN"/>
        </w:rPr>
        <w:t xml:space="preserve"> </w:t>
      </w:r>
      <w:r w:rsidRPr="003F52A2">
        <w:rPr>
          <w:cs/>
          <w:lang w:bidi="bn-IN"/>
        </w:rPr>
        <w:t>নিজের প্রকৃতির নির্ধারক- ইসলামী দর্শনে এ বিষয়টি আরো জোরালো যুক্তিতে উপস্থাপিত হয়েছে</w:t>
      </w:r>
      <w:r w:rsidRPr="003F52A2">
        <w:t>,</w:t>
      </w:r>
      <w:r w:rsidRPr="003F52A2">
        <w:rPr>
          <w:cs/>
          <w:lang w:bidi="bn-IN"/>
        </w:rPr>
        <w:t xml:space="preserve">২৬১ অবশ্য ভিন্নভাবে ও ভিন্ন পরিভাষায়। বিশেষত সাদরুল </w:t>
      </w:r>
      <w:r w:rsidR="00D57978">
        <w:rPr>
          <w:cs/>
          <w:lang w:bidi="bn-IN"/>
        </w:rPr>
        <w:t>মুতাআল্লে</w:t>
      </w:r>
      <w:r w:rsidRPr="003F52A2">
        <w:rPr>
          <w:rFonts w:hint="cs"/>
          <w:cs/>
          <w:lang w:bidi="bn-IN"/>
        </w:rPr>
        <w:t>হীনের দর্শনে বিষয়টি অত্যন্ত</w:t>
      </w:r>
      <w:r w:rsidR="00D55CAF">
        <w:rPr>
          <w:lang w:bidi="bn-IN"/>
        </w:rPr>
        <w:t xml:space="preserve"> </w:t>
      </w:r>
      <w:r w:rsidRPr="003F52A2">
        <w:rPr>
          <w:rFonts w:hint="cs"/>
          <w:cs/>
          <w:lang w:bidi="bn-IN"/>
        </w:rPr>
        <w:t>সুন্দরভাবে উপস্থাপিত হয়েছে।</w:t>
      </w:r>
    </w:p>
    <w:p w:rsidR="00D55CAF" w:rsidRDefault="003F52A2" w:rsidP="00474FFD">
      <w:pPr>
        <w:pStyle w:val="libNormal"/>
        <w:rPr>
          <w:lang w:bidi="bn-IN"/>
        </w:rPr>
      </w:pPr>
      <w:r w:rsidRPr="003F52A2">
        <w:rPr>
          <w:rFonts w:hint="cs"/>
          <w:cs/>
          <w:lang w:bidi="bn-IN"/>
        </w:rPr>
        <w:t>অস্তিত্ববাদীরা ভিন্নভাবে বিষয়টি প্রমাণ করলেও এ কথাটি সত্য ও সঠিক যে</w:t>
      </w:r>
      <w:r w:rsidRPr="003F52A2">
        <w:t>,</w:t>
      </w:r>
      <w:r w:rsidRPr="003F52A2">
        <w:rPr>
          <w:cs/>
          <w:lang w:bidi="bn-IN"/>
        </w:rPr>
        <w:t>মানুষের নির্দিষ্ট কোন</w:t>
      </w:r>
      <w:r w:rsidR="00D55CAF">
        <w:rPr>
          <w:lang w:bidi="bn-IN"/>
        </w:rPr>
        <w:t xml:space="preserve"> </w:t>
      </w:r>
      <w:r w:rsidRPr="003F52A2">
        <w:rPr>
          <w:cs/>
          <w:lang w:bidi="bn-IN"/>
        </w:rPr>
        <w:t>প্রকৃতি নেই</w:t>
      </w:r>
      <w:r w:rsidRPr="003F52A2">
        <w:t>,</w:t>
      </w:r>
      <w:r w:rsidRPr="003F52A2">
        <w:rPr>
          <w:cs/>
          <w:lang w:bidi="bn-IN"/>
        </w:rPr>
        <w:t>বরং সে প্রকৃতি অর্জন করে নিজ প্রচেষ্টায়।</w:t>
      </w:r>
    </w:p>
    <w:p w:rsidR="00D55CAF" w:rsidRDefault="003F52A2" w:rsidP="00D55CAF">
      <w:pPr>
        <w:pStyle w:val="libNormal"/>
        <w:rPr>
          <w:lang w:bidi="bn-IN"/>
        </w:rPr>
      </w:pPr>
      <w:r w:rsidRPr="003F52A2">
        <w:rPr>
          <w:cs/>
          <w:lang w:bidi="bn-IN"/>
        </w:rPr>
        <w:t>আমাদের ধর্মে পূর্ববর্তী জাতিতে রূপান্তর</w:t>
      </w:r>
      <w:r w:rsidRPr="003F52A2">
        <w:t>,</w:t>
      </w:r>
      <w:r w:rsidRPr="003F52A2">
        <w:rPr>
          <w:cs/>
          <w:lang w:bidi="bn-IN"/>
        </w:rPr>
        <w:t>বর্তমান সময়ের মানুষ</w:t>
      </w:r>
      <w:r w:rsidR="00D55CAF">
        <w:rPr>
          <w:cs/>
          <w:lang w:bidi="bn-IN"/>
        </w:rPr>
        <w:t xml:space="preserve">ের চারিত্রিক দিক বিশ্লেষণ </w:t>
      </w:r>
      <w:r w:rsidR="00D55CAF" w:rsidRPr="00D55CAF">
        <w:rPr>
          <w:cs/>
          <w:lang w:bidi="bn-IN"/>
        </w:rPr>
        <w:t>করতে</w:t>
      </w:r>
      <w:r w:rsidR="00D55CAF">
        <w:rPr>
          <w:lang w:bidi="bn-IN"/>
        </w:rPr>
        <w:t xml:space="preserve"> </w:t>
      </w:r>
      <w:r w:rsidRPr="003F52A2">
        <w:rPr>
          <w:cs/>
          <w:lang w:bidi="bn-IN"/>
        </w:rPr>
        <w:t>গিয়ে এবং কিয়ামতে মানুষের পুনরুত্থানের আলোচনায় বলেছে</w:t>
      </w:r>
      <w:r w:rsidRPr="003F52A2">
        <w:t>,</w:t>
      </w:r>
      <w:r w:rsidRPr="003F52A2">
        <w:rPr>
          <w:cs/>
          <w:lang w:bidi="bn-IN"/>
        </w:rPr>
        <w:t>সে দিন মানুষ বিভিন্নরূপে পুনরুত্থিত</w:t>
      </w:r>
      <w:r w:rsidR="00D55CAF">
        <w:rPr>
          <w:lang w:bidi="bn-IN"/>
        </w:rPr>
        <w:t xml:space="preserve"> </w:t>
      </w:r>
      <w:r w:rsidRPr="003F52A2">
        <w:rPr>
          <w:cs/>
          <w:lang w:bidi="bn-IN"/>
        </w:rPr>
        <w:t>হবে। তাদের মধ্যে খুব কম সংখ্যকই মানুষরূপে পুনরুত্থিত হবে এবং অধিকাংশই বিভিন্ন পশুর</w:t>
      </w:r>
      <w:r w:rsidR="00D55CAF">
        <w:rPr>
          <w:lang w:bidi="bn-IN"/>
        </w:rPr>
        <w:t xml:space="preserve"> </w:t>
      </w:r>
      <w:r w:rsidRPr="003F52A2">
        <w:rPr>
          <w:cs/>
          <w:lang w:bidi="bn-IN"/>
        </w:rPr>
        <w:t>আকৃতিতে পুনরুত্থিত হবে। এ বিষয়গুলো এ কথাকে সত্য বলে প্রমাণ করে। যদিও সকল মানুষ</w:t>
      </w:r>
      <w:r w:rsidR="00D55CAF">
        <w:rPr>
          <w:lang w:bidi="bn-IN"/>
        </w:rPr>
        <w:t xml:space="preserve"> </w:t>
      </w:r>
      <w:r w:rsidRPr="003F52A2">
        <w:rPr>
          <w:cs/>
          <w:lang w:bidi="bn-IN"/>
        </w:rPr>
        <w:t>ফিতরাতের উপর জন্মগ্রহণ করেছে অর্থাৎ মানুষ হওয়ার যোগ্যতা ও প্রতিভা নিয়ে আবির্ভূত হয়েছে</w:t>
      </w:r>
      <w:r w:rsidRPr="003F52A2">
        <w:t>,</w:t>
      </w:r>
      <w:r w:rsidRPr="003F52A2">
        <w:rPr>
          <w:cs/>
          <w:lang w:bidi="bn-IN"/>
        </w:rPr>
        <w:t>তদুপরি তার জীবনের প্রকৃতি পরিবর্তিত হয়ে সে অমানুষে পরিণত হতে পারে। এটা বাস্তব। (এ</w:t>
      </w:r>
      <w:r w:rsidR="00D55CAF">
        <w:rPr>
          <w:lang w:bidi="bn-IN"/>
        </w:rPr>
        <w:t xml:space="preserve"> </w:t>
      </w:r>
      <w:r w:rsidRPr="003F52A2">
        <w:rPr>
          <w:cs/>
          <w:lang w:bidi="bn-IN"/>
        </w:rPr>
        <w:t>বিষয়টি নবীনরা অন্যভাবে অনুধাবন করেছে যদিও তা অনেক প্রাচীন। আমি এ বিষয়ে এখানে বেশি</w:t>
      </w:r>
      <w:r w:rsidR="00D55CAF">
        <w:rPr>
          <w:lang w:bidi="bn-IN"/>
        </w:rPr>
        <w:t xml:space="preserve"> </w:t>
      </w:r>
      <w:r w:rsidRPr="003F52A2">
        <w:rPr>
          <w:cs/>
          <w:lang w:bidi="bn-IN"/>
        </w:rPr>
        <w:t>আলোচনা করতে চাচ্ছি না।)</w:t>
      </w:r>
    </w:p>
    <w:p w:rsidR="008A3807" w:rsidRPr="0087422A" w:rsidRDefault="003F52A2" w:rsidP="00D55CAF">
      <w:pPr>
        <w:pStyle w:val="libNormal"/>
        <w:rPr>
          <w:rtl/>
        </w:rPr>
      </w:pPr>
      <w:r w:rsidRPr="003F52A2">
        <w:rPr>
          <w:cs/>
          <w:lang w:bidi="bn-IN"/>
        </w:rPr>
        <w:t>যা হোক মানুষ যে স্বাধীন ও দায়িত্বসম্পন্ন প্রাণী হিসেবে সৃষ্ট- এ মতবাদের এ কথাটি ঠিক।</w:t>
      </w:r>
      <w:r w:rsidR="00D55CAF">
        <w:rPr>
          <w:lang w:bidi="bn-IN"/>
        </w:rPr>
        <w:t xml:space="preserve"> </w:t>
      </w:r>
      <w:r w:rsidRPr="003F52A2">
        <w:rPr>
          <w:cs/>
          <w:lang w:bidi="bn-IN"/>
        </w:rPr>
        <w:t>আপনারা জানেন</w:t>
      </w:r>
      <w:r w:rsidRPr="003F52A2">
        <w:t>,</w:t>
      </w:r>
      <w:r w:rsidRPr="003F52A2">
        <w:rPr>
          <w:cs/>
          <w:lang w:bidi="bn-IN"/>
        </w:rPr>
        <w:t>মুসলমানদের মধ্যে দু</w:t>
      </w:r>
      <w:r w:rsidRPr="00D542A0">
        <w:rPr>
          <w:rStyle w:val="libAlaemChar"/>
        </w:rPr>
        <w:t>’</w:t>
      </w:r>
      <w:r w:rsidRPr="003F52A2">
        <w:rPr>
          <w:cs/>
          <w:lang w:bidi="bn-IN"/>
        </w:rPr>
        <w:t>দল ভিন্নমুখী দু</w:t>
      </w:r>
      <w:r w:rsidRPr="00D542A0">
        <w:rPr>
          <w:rStyle w:val="libAlaemChar"/>
        </w:rPr>
        <w:t>’</w:t>
      </w:r>
      <w:r w:rsidRPr="003F52A2">
        <w:rPr>
          <w:cs/>
          <w:lang w:bidi="bn-IN"/>
        </w:rPr>
        <w:t>টি বিশ্বাসের অধিকারী ছিল। আশাআরীরা</w:t>
      </w:r>
      <w:r w:rsidR="00D55CAF">
        <w:rPr>
          <w:lang w:bidi="bn-IN"/>
        </w:rPr>
        <w:t xml:space="preserve"> </w:t>
      </w:r>
      <w:r w:rsidRPr="003F52A2">
        <w:rPr>
          <w:cs/>
          <w:lang w:bidi="bn-IN"/>
        </w:rPr>
        <w:t>জাবর বা বাধ্যতায় এবং মু</w:t>
      </w:r>
      <w:r w:rsidRPr="00D542A0">
        <w:rPr>
          <w:rStyle w:val="libAlaemChar"/>
        </w:rPr>
        <w:t>’</w:t>
      </w:r>
      <w:r w:rsidRPr="003F52A2">
        <w:rPr>
          <w:cs/>
          <w:lang w:bidi="bn-IN"/>
        </w:rPr>
        <w:t>তাযিলারা সম্পূর্ণ স্বাধীনতায় বিশ্বাস করত। শিয়া এ দু</w:t>
      </w:r>
      <w:r w:rsidRPr="00D542A0">
        <w:rPr>
          <w:rStyle w:val="libAlaemChar"/>
        </w:rPr>
        <w:t>’</w:t>
      </w:r>
      <w:r w:rsidRPr="003F52A2">
        <w:rPr>
          <w:cs/>
          <w:lang w:bidi="bn-IN"/>
        </w:rPr>
        <w:t>য়ের মধ্যপন্থায়</w:t>
      </w:r>
      <w:r w:rsidR="00D55CAF">
        <w:rPr>
          <w:lang w:bidi="bn-IN"/>
        </w:rPr>
        <w:t xml:space="preserve"> </w:t>
      </w:r>
      <w:r w:rsidRPr="003F52A2">
        <w:rPr>
          <w:cs/>
          <w:lang w:bidi="bn-IN"/>
        </w:rPr>
        <w:t>বিশ্বাসী। তারা আশাআরীদের মতো সম্পূর্ণ বাধ্যতায় বা মু</w:t>
      </w:r>
      <w:r w:rsidRPr="00D542A0">
        <w:rPr>
          <w:rStyle w:val="libAlaemChar"/>
        </w:rPr>
        <w:t>’</w:t>
      </w:r>
      <w:r w:rsidRPr="003F52A2">
        <w:rPr>
          <w:cs/>
          <w:lang w:bidi="bn-IN"/>
        </w:rPr>
        <w:t>তাযিলাদের ন্যায় পূর্ণ স্বাধীনতায় বিশ্বাসী</w:t>
      </w:r>
      <w:r w:rsidR="00D55CAF">
        <w:rPr>
          <w:lang w:bidi="bn-IN"/>
        </w:rPr>
        <w:t xml:space="preserve"> </w:t>
      </w:r>
      <w:r w:rsidRPr="003F52A2">
        <w:rPr>
          <w:cs/>
          <w:lang w:bidi="bn-IN"/>
        </w:rPr>
        <w:t>নয়। অস্তিত্ববাদীরা যা বলে তা মূলত মুতাযিলাদের সম্পূর্ণরূপে দায়িত্</w:t>
      </w:r>
      <w:r w:rsidR="00D55CAF">
        <w:rPr>
          <w:cs/>
          <w:lang w:bidi="bn-IN"/>
        </w:rPr>
        <w:t>ব হস্তান্তর বা পূর্ণ স্বাধীনতা</w:t>
      </w:r>
      <w:r w:rsidR="00D55CAF">
        <w:rPr>
          <w:lang w:bidi="bn-IN"/>
        </w:rPr>
        <w:t xml:space="preserve"> </w:t>
      </w:r>
      <w:r w:rsidRPr="003F52A2">
        <w:rPr>
          <w:cs/>
          <w:lang w:bidi="bn-IN"/>
        </w:rPr>
        <w:t>প্রদানের ধারণারই রূপ। ইসলামের মধ্যে পূর্ণ স্বাধীনতা নয়</w:t>
      </w:r>
      <w:r w:rsidRPr="003F52A2">
        <w:t>,</w:t>
      </w:r>
      <w:r w:rsidRPr="003F52A2">
        <w:rPr>
          <w:cs/>
          <w:lang w:bidi="bn-IN"/>
        </w:rPr>
        <w:t>তবে অবশ্যই স্বাধীনতা রয়েছে</w:t>
      </w:r>
      <w:r w:rsidRPr="003F52A2">
        <w:t>,</w:t>
      </w:r>
      <w:r w:rsidRPr="003F52A2">
        <w:rPr>
          <w:cs/>
          <w:lang w:bidi="bn-IN"/>
        </w:rPr>
        <w:t>যেমনটি</w:t>
      </w:r>
      <w:r w:rsidR="008A3807">
        <w:rPr>
          <w:lang w:bidi="bn-IN"/>
        </w:rPr>
        <w:t xml:space="preserve"> </w:t>
      </w:r>
      <w:r w:rsidRPr="003F52A2">
        <w:rPr>
          <w:cs/>
          <w:lang w:bidi="bn-IN"/>
        </w:rPr>
        <w:t>ইমামদের হতে বর্ণিত হয়েছে-</w:t>
      </w:r>
    </w:p>
    <w:p w:rsidR="002B3627" w:rsidRPr="0087422A" w:rsidRDefault="008A3807" w:rsidP="00D55CAF">
      <w:pPr>
        <w:pStyle w:val="libNormal"/>
        <w:rPr>
          <w:rtl/>
        </w:rPr>
      </w:pPr>
      <w:r>
        <w:rPr>
          <w:lang w:bidi="bn-IN"/>
        </w:rPr>
        <w:t xml:space="preserve"> </w:t>
      </w:r>
      <w:r w:rsidRPr="008A3807">
        <w:rPr>
          <w:rStyle w:val="libArChar"/>
          <w:rFonts w:hint="cs"/>
          <w:rtl/>
        </w:rPr>
        <w:t>لا جبر و لا تفویض بل أمر بین أمرین</w:t>
      </w:r>
      <w:r>
        <w:rPr>
          <w:lang w:bidi="bn-IN"/>
        </w:rPr>
        <w:t xml:space="preserve"> </w:t>
      </w:r>
      <w:r w:rsidR="003F52A2" w:rsidRPr="003F52A2">
        <w:rPr>
          <w:cs/>
          <w:lang w:bidi="bn-IN"/>
        </w:rPr>
        <w:t>অর্থাৎ বাধ্যতাও নয়</w:t>
      </w:r>
      <w:r w:rsidR="003F52A2" w:rsidRPr="003F52A2">
        <w:t>,</w:t>
      </w:r>
      <w:r w:rsidR="003F52A2" w:rsidRPr="003F52A2">
        <w:rPr>
          <w:cs/>
          <w:lang w:bidi="bn-IN"/>
        </w:rPr>
        <w:t>পূর্ণ স্বাধীনতাও</w:t>
      </w:r>
      <w:r>
        <w:rPr>
          <w:lang w:bidi="bn-IN"/>
        </w:rPr>
        <w:t xml:space="preserve"> </w:t>
      </w:r>
      <w:r w:rsidR="003F52A2" w:rsidRPr="003F52A2">
        <w:rPr>
          <w:cs/>
          <w:lang w:bidi="bn-IN"/>
        </w:rPr>
        <w:t>নয়</w:t>
      </w:r>
      <w:r w:rsidR="003F52A2" w:rsidRPr="003F52A2">
        <w:t>,</w:t>
      </w:r>
      <w:r w:rsidR="003F52A2" w:rsidRPr="003F52A2">
        <w:rPr>
          <w:cs/>
          <w:lang w:bidi="bn-IN"/>
        </w:rPr>
        <w:t>বরং এ দু</w:t>
      </w:r>
      <w:r w:rsidR="003F52A2" w:rsidRPr="00D542A0">
        <w:rPr>
          <w:rStyle w:val="libAlaemChar"/>
        </w:rPr>
        <w:t>’</w:t>
      </w:r>
      <w:r w:rsidR="003F52A2" w:rsidRPr="003F52A2">
        <w:rPr>
          <w:cs/>
          <w:lang w:bidi="bn-IN"/>
        </w:rPr>
        <w:t>য়ের মাঝামাঝি। বর্তমানে বস্তুবাদীরা মূলত বাধ্যতায় বিশ্বাস করে অস্তিত্ববাদীদের পূর্ণ</w:t>
      </w:r>
      <w:r>
        <w:t xml:space="preserve"> </w:t>
      </w:r>
      <w:r w:rsidR="003F52A2" w:rsidRPr="003F52A2">
        <w:rPr>
          <w:cs/>
          <w:lang w:bidi="bn-IN"/>
        </w:rPr>
        <w:t>স্বাধীনতার বিশ্বাসের বিপরীতে। কিন্তু ইসলাম মধ্যপন্থায় বিশ্বাসী। মানুষের সে পর্যন্ত স্বাধীনতা রয়েছে</w:t>
      </w:r>
      <w:r>
        <w:rPr>
          <w:lang w:bidi="bn-IN"/>
        </w:rPr>
        <w:t xml:space="preserve"> </w:t>
      </w:r>
      <w:r w:rsidR="003F52A2" w:rsidRPr="003F52A2">
        <w:rPr>
          <w:cs/>
          <w:lang w:bidi="bn-IN"/>
        </w:rPr>
        <w:t>যাতে সে বাধ্যতায় পতিত না হয়</w:t>
      </w:r>
      <w:r w:rsidR="003F52A2" w:rsidRPr="003F52A2">
        <w:t>,</w:t>
      </w:r>
      <w:r w:rsidR="003F52A2" w:rsidRPr="003F52A2">
        <w:rPr>
          <w:cs/>
          <w:lang w:bidi="bn-IN"/>
        </w:rPr>
        <w:t>কিন্তু এর অর্থ পূর্ণ স্বাধীনতা নয়। মানুষ অন্যান্য প্রাণীর বিপরীতে</w:t>
      </w:r>
      <w:r>
        <w:rPr>
          <w:lang w:bidi="bn-IN"/>
        </w:rPr>
        <w:t xml:space="preserve"> </w:t>
      </w:r>
      <w:r w:rsidR="003F52A2" w:rsidRPr="003F52A2">
        <w:rPr>
          <w:cs/>
          <w:lang w:bidi="bn-IN"/>
        </w:rPr>
        <w:t>বিশেষ প্রকৃতির অধিকারী নয় বরং তার প্রকৃতি পরিবর্তনশীল বিধায় বিশেষ প্রকৃতি সে অর্জন করতে</w:t>
      </w:r>
      <w:r>
        <w:rPr>
          <w:lang w:bidi="bn-IN"/>
        </w:rPr>
        <w:t xml:space="preserve"> </w:t>
      </w:r>
      <w:r w:rsidR="003F52A2" w:rsidRPr="003F52A2">
        <w:rPr>
          <w:cs/>
          <w:lang w:bidi="bn-IN"/>
        </w:rPr>
        <w:t>পারে- এ কথাটি খুবই সত্য।</w:t>
      </w:r>
    </w:p>
    <w:p w:rsidR="002B3627" w:rsidRPr="0087422A" w:rsidRDefault="002B3627" w:rsidP="00D55CAF">
      <w:pPr>
        <w:pStyle w:val="libNormal"/>
        <w:rPr>
          <w:rtl/>
        </w:rPr>
      </w:pPr>
    </w:p>
    <w:p w:rsidR="002B3627" w:rsidRPr="0036380F" w:rsidRDefault="003F52A2" w:rsidP="002B3627">
      <w:pPr>
        <w:pStyle w:val="libBold1"/>
        <w:rPr>
          <w:rtl/>
        </w:rPr>
      </w:pPr>
      <w:r w:rsidRPr="003F52A2">
        <w:rPr>
          <w:cs/>
          <w:lang w:bidi="bn-IN"/>
        </w:rPr>
        <w:t>মানুষের নির্ভরতা ও বিভিন্ন সত্তার সঙ্গে সংযুক্ততার ফল</w:t>
      </w:r>
    </w:p>
    <w:p w:rsidR="002B3627" w:rsidRDefault="003F52A2" w:rsidP="00D55CAF">
      <w:pPr>
        <w:pStyle w:val="libNormal"/>
        <w:rPr>
          <w:lang w:bidi="bn-IN"/>
        </w:rPr>
      </w:pPr>
      <w:r w:rsidRPr="003F52A2">
        <w:rPr>
          <w:cs/>
          <w:lang w:bidi="bn-IN"/>
        </w:rPr>
        <w:t>এ মতবাদ মানুষের স্বাধীনতার বিষয়ে অন্য একটি তত্ত্বেও বিশ্বাসী</w:t>
      </w:r>
      <w:r w:rsidRPr="003F52A2">
        <w:rPr>
          <w:cs/>
          <w:lang w:bidi="hi-IN"/>
        </w:rPr>
        <w:t xml:space="preserve">। </w:t>
      </w:r>
      <w:r w:rsidRPr="003F52A2">
        <w:rPr>
          <w:cs/>
          <w:lang w:bidi="bn-IN"/>
        </w:rPr>
        <w:t>সেটা হচ্ছে নির্ভরতা ও</w:t>
      </w:r>
      <w:r w:rsidR="002B3627">
        <w:rPr>
          <w:lang w:bidi="bn-IN"/>
        </w:rPr>
        <w:t xml:space="preserve"> </w:t>
      </w:r>
      <w:r w:rsidRPr="003F52A2">
        <w:rPr>
          <w:cs/>
          <w:lang w:bidi="bn-IN"/>
        </w:rPr>
        <w:t xml:space="preserve">সংযুক্ততার ফল। </w:t>
      </w:r>
      <w:r w:rsidR="00FE6D44">
        <w:rPr>
          <w:cs/>
          <w:lang w:bidi="bn-IN"/>
        </w:rPr>
        <w:t>তারা</w:t>
      </w:r>
      <w:r w:rsidRPr="003F52A2">
        <w:rPr>
          <w:cs/>
          <w:lang w:bidi="bn-IN"/>
        </w:rPr>
        <w:t xml:space="preserve"> প্রথমে স্বাধীনতাকে দার্শনিক যুক্তিতে উপস্থাপন করে বলেন</w:t>
      </w:r>
      <w:r w:rsidRPr="003F52A2">
        <w:t>,</w:t>
      </w:r>
      <w:r w:rsidRPr="003F52A2">
        <w:rPr>
          <w:cs/>
          <w:lang w:bidi="bn-IN"/>
        </w:rPr>
        <w:t>মানুষ স্বাধীনরূপে</w:t>
      </w:r>
      <w:r w:rsidR="002B3627">
        <w:rPr>
          <w:lang w:bidi="bn-IN"/>
        </w:rPr>
        <w:t xml:space="preserve"> </w:t>
      </w:r>
      <w:r w:rsidR="002B3627">
        <w:rPr>
          <w:cs/>
          <w:lang w:bidi="bn-IN"/>
        </w:rPr>
        <w:t>সৃষ্টি</w:t>
      </w:r>
      <w:r w:rsidRPr="003F52A2">
        <w:rPr>
          <w:cs/>
          <w:lang w:bidi="bn-IN"/>
        </w:rPr>
        <w:t xml:space="preserve"> হয়েছে</w:t>
      </w:r>
      <w:r w:rsidRPr="003F52A2">
        <w:t>,</w:t>
      </w:r>
      <w:r w:rsidRPr="003F52A2">
        <w:rPr>
          <w:cs/>
          <w:lang w:bidi="bn-IN"/>
        </w:rPr>
        <w:t xml:space="preserve">এমনকি সে নিজের প্রকৃতি নিজেই গঠন করতে পারে। অতঃপর </w:t>
      </w:r>
      <w:r w:rsidR="00FE6D44">
        <w:rPr>
          <w:cs/>
          <w:lang w:bidi="bn-IN"/>
        </w:rPr>
        <w:t>তারা</w:t>
      </w:r>
      <w:r w:rsidRPr="003F52A2">
        <w:rPr>
          <w:cs/>
          <w:lang w:bidi="bn-IN"/>
        </w:rPr>
        <w:t xml:space="preserve"> বলেন</w:t>
      </w:r>
      <w:r w:rsidRPr="003F52A2">
        <w:t>,</w:t>
      </w:r>
      <w:r w:rsidRPr="003F52A2">
        <w:rPr>
          <w:cs/>
          <w:lang w:bidi="bn-IN"/>
        </w:rPr>
        <w:t>যা কিছু</w:t>
      </w:r>
      <w:r w:rsidR="002B3627">
        <w:rPr>
          <w:lang w:bidi="bn-IN"/>
        </w:rPr>
        <w:t xml:space="preserve"> </w:t>
      </w:r>
      <w:r w:rsidRPr="003F52A2">
        <w:rPr>
          <w:cs/>
          <w:lang w:bidi="bn-IN"/>
        </w:rPr>
        <w:t>মানুষের স্বাধীনতার সঙ্গে সাংঘর্ষিক ও এর বিরোধী তা মানুষকে মনুষ্যত্ব হতে দূরে নিক্ষেপ করে ও</w:t>
      </w:r>
      <w:r w:rsidR="002B3627">
        <w:rPr>
          <w:lang w:bidi="bn-IN"/>
        </w:rPr>
        <w:t xml:space="preserve"> </w:t>
      </w:r>
      <w:r w:rsidRPr="003F52A2">
        <w:rPr>
          <w:cs/>
          <w:lang w:bidi="bn-IN"/>
        </w:rPr>
        <w:t>মানবতার সঙ্গে অপরিচিত করে তোলে।</w:t>
      </w:r>
    </w:p>
    <w:p w:rsidR="00816B0C" w:rsidRDefault="003F52A2" w:rsidP="00405454">
      <w:pPr>
        <w:pStyle w:val="libNormal"/>
        <w:rPr>
          <w:lang w:bidi="bn-IN"/>
        </w:rPr>
      </w:pPr>
      <w:r w:rsidRPr="003F52A2">
        <w:rPr>
          <w:cs/>
          <w:lang w:bidi="bn-IN"/>
        </w:rPr>
        <w:t>মানুষ সত্তাগতভাবেই স্বাধীন হিসেবে সৃষ্ট হয়েছে। কোন কোন সময় কিছু প্রভাবক</w:t>
      </w:r>
      <w:r w:rsidRPr="003F52A2">
        <w:t>,</w:t>
      </w:r>
      <w:r w:rsidRPr="003F52A2">
        <w:rPr>
          <w:cs/>
          <w:lang w:bidi="bn-IN"/>
        </w:rPr>
        <w:t>যেমন কোন</w:t>
      </w:r>
      <w:r w:rsidR="00AD08B6">
        <w:rPr>
          <w:lang w:bidi="bn-IN"/>
        </w:rPr>
        <w:t xml:space="preserve"> </w:t>
      </w:r>
      <w:r w:rsidRPr="003F52A2">
        <w:rPr>
          <w:cs/>
          <w:lang w:bidi="bn-IN"/>
        </w:rPr>
        <w:t>কিছুর সঙ্গে সংশ্লিষ্টতা মানুষের স্বাধীনতাকে হরণ করে। এ মতবাদের মতে মানুষ যদি কোন কিছুর সাথে সম্পর্কিত হওয়ার মাধ্যমে তার কাছে দায়বদ্ধ বা তার দাস ও অনুগত হয়ে পড়ে</w:t>
      </w:r>
      <w:r w:rsidRPr="003F52A2">
        <w:t>,</w:t>
      </w:r>
      <w:r w:rsidRPr="003F52A2">
        <w:rPr>
          <w:cs/>
          <w:lang w:bidi="bn-IN"/>
        </w:rPr>
        <w:t>তবে সে</w:t>
      </w:r>
      <w:r w:rsidR="00816B0C">
        <w:rPr>
          <w:lang w:bidi="bn-IN"/>
        </w:rPr>
        <w:t xml:space="preserve"> </w:t>
      </w:r>
      <w:r w:rsidRPr="003F52A2">
        <w:rPr>
          <w:cs/>
          <w:lang w:bidi="bn-IN"/>
        </w:rPr>
        <w:t>মনুষ্যত্বের সীমা হতে বেড়িয়ে পড়ে। কারণ সে তার স্বাধীনতাকে হারিয়েছে। যেহেতু মানুষ মুক্ত-স্বাধীন এক অস্তিত্ব সেহেতু যে কোন কিছুর অধীন হওয়ার অর্থ স্বাধীনতা বর্জিত হওয়া।</w:t>
      </w:r>
      <w:r w:rsidR="00816B0C">
        <w:rPr>
          <w:lang w:bidi="bn-IN"/>
        </w:rPr>
        <w:t xml:space="preserve">  </w:t>
      </w:r>
    </w:p>
    <w:p w:rsidR="003563EB" w:rsidRDefault="003F52A2" w:rsidP="00AD08B6">
      <w:pPr>
        <w:pStyle w:val="libNormal"/>
        <w:rPr>
          <w:lang w:bidi="bn-IN"/>
        </w:rPr>
      </w:pPr>
      <w:r w:rsidRPr="003563EB">
        <w:rPr>
          <w:cs/>
          <w:lang w:bidi="bn-IN"/>
        </w:rPr>
        <w:t xml:space="preserve">মানুষ কোন কিছুর সংশ্লিষ্টতা বা অধীনতাকে মেনে নিলে কয়েকটি বিষয় </w:t>
      </w:r>
      <w:r w:rsidR="00FE6D44" w:rsidRPr="003563EB">
        <w:rPr>
          <w:cs/>
          <w:lang w:bidi="bn-IN"/>
        </w:rPr>
        <w:t>উদ্ভূত</w:t>
      </w:r>
      <w:r w:rsidRPr="003563EB">
        <w:rPr>
          <w:cs/>
          <w:lang w:bidi="bn-IN"/>
        </w:rPr>
        <w:t xml:space="preserve"> হয়। প্রথমত মানু</w:t>
      </w:r>
      <w:r w:rsidR="003563EB">
        <w:rPr>
          <w:cs/>
          <w:lang w:bidi="bn-IN"/>
        </w:rPr>
        <w:t>ষ</w:t>
      </w:r>
      <w:r w:rsidR="003563EB" w:rsidRPr="0087422A">
        <w:rPr>
          <w:rFonts w:hint="cs"/>
          <w:rtl/>
        </w:rPr>
        <w:t xml:space="preserve"> </w:t>
      </w:r>
      <w:r w:rsidRPr="003563EB">
        <w:rPr>
          <w:cs/>
          <w:lang w:bidi="bn-IN"/>
        </w:rPr>
        <w:t>যখন কোন বস্তুর</w:t>
      </w:r>
      <w:r w:rsidRPr="003563EB">
        <w:t>,</w:t>
      </w:r>
      <w:r w:rsidRPr="003563EB">
        <w:rPr>
          <w:cs/>
          <w:lang w:bidi="bn-IN"/>
        </w:rPr>
        <w:t xml:space="preserve">যেমন </w:t>
      </w:r>
      <w:r w:rsidR="00695D8C" w:rsidRPr="003563EB">
        <w:rPr>
          <w:cs/>
          <w:lang w:bidi="bn-IN"/>
        </w:rPr>
        <w:t>অর্থে</w:t>
      </w:r>
      <w:r w:rsidRPr="003563EB">
        <w:rPr>
          <w:cs/>
          <w:lang w:bidi="bn-IN"/>
        </w:rPr>
        <w:t>র প্রতি আসক্ত হয়ে পড়ে তখন অর্থ তার জীবনে প্রথম ভূমিকায় অবতীর্ণ</w:t>
      </w:r>
      <w:r w:rsidR="003563EB">
        <w:rPr>
          <w:lang w:bidi="bn-IN"/>
        </w:rPr>
        <w:t xml:space="preserve"> </w:t>
      </w:r>
      <w:r w:rsidRPr="003563EB">
        <w:rPr>
          <w:cs/>
          <w:lang w:bidi="bn-IN"/>
        </w:rPr>
        <w:t>হয় এবং মানুষকে নিজের দিকে আকৃষ্ট করে তার নিজ সত্তা হতে অসচেতন করে তোলে। বস্তু</w:t>
      </w:r>
      <w:r w:rsidR="003563EB">
        <w:rPr>
          <w:lang w:bidi="bn-IN"/>
        </w:rPr>
        <w:t xml:space="preserve"> </w:t>
      </w:r>
      <w:r w:rsidRPr="003563EB">
        <w:rPr>
          <w:cs/>
          <w:lang w:bidi="bn-IN"/>
        </w:rPr>
        <w:t>সংশ্লিষ্টতা</w:t>
      </w:r>
      <w:r w:rsidRPr="003F52A2">
        <w:rPr>
          <w:cs/>
          <w:lang w:bidi="bn-IN"/>
        </w:rPr>
        <w:t xml:space="preserve"> মানুষের স্বাধীনতা হরণ করে। বস্তু আসক্তি মানুষকে তার সত্তা </w:t>
      </w:r>
      <w:r w:rsidR="000C4B23">
        <w:rPr>
          <w:cs/>
          <w:lang w:bidi="bn-IN"/>
        </w:rPr>
        <w:t>সম্পর্কে</w:t>
      </w:r>
      <w:r w:rsidRPr="003F52A2">
        <w:rPr>
          <w:cs/>
          <w:lang w:bidi="bn-IN"/>
        </w:rPr>
        <w:t xml:space="preserve"> অসচেতন করে</w:t>
      </w:r>
      <w:r w:rsidR="003563EB">
        <w:rPr>
          <w:lang w:bidi="bn-IN"/>
        </w:rPr>
        <w:t xml:space="preserve"> </w:t>
      </w:r>
      <w:r w:rsidRPr="003F52A2">
        <w:rPr>
          <w:cs/>
          <w:lang w:bidi="bn-IN"/>
        </w:rPr>
        <w:t xml:space="preserve">ফেলে। তাই সে নিজ </w:t>
      </w:r>
      <w:r w:rsidR="000C4B23">
        <w:rPr>
          <w:cs/>
          <w:lang w:bidi="bn-IN"/>
        </w:rPr>
        <w:t>সম্পর্কে</w:t>
      </w:r>
      <w:r w:rsidRPr="003F52A2">
        <w:rPr>
          <w:cs/>
          <w:lang w:bidi="bn-IN"/>
        </w:rPr>
        <w:t xml:space="preserve"> চিন্তা করে না</w:t>
      </w:r>
      <w:r w:rsidRPr="003F52A2">
        <w:t>,</w:t>
      </w:r>
      <w:r w:rsidRPr="003F52A2">
        <w:rPr>
          <w:cs/>
          <w:lang w:bidi="bn-IN"/>
        </w:rPr>
        <w:t>বরং ঐ বস্তুর চিন্তায় নিমগ্ন হয়</w:t>
      </w:r>
      <w:r w:rsidRPr="003F52A2">
        <w:t>,</w:t>
      </w:r>
      <w:r w:rsidRPr="003F52A2">
        <w:rPr>
          <w:cs/>
          <w:lang w:bidi="bn-IN"/>
        </w:rPr>
        <w:t>সে আত্ম</w:t>
      </w:r>
      <w:r w:rsidR="003563EB">
        <w:rPr>
          <w:lang w:bidi="bn-IN"/>
        </w:rPr>
        <w:t xml:space="preserve"> </w:t>
      </w:r>
      <w:r w:rsidRPr="003F52A2">
        <w:rPr>
          <w:cs/>
          <w:lang w:bidi="bn-IN"/>
        </w:rPr>
        <w:t>সচেতন সত্তা</w:t>
      </w:r>
      <w:r w:rsidR="003563EB">
        <w:rPr>
          <w:lang w:bidi="bn-IN"/>
        </w:rPr>
        <w:t xml:space="preserve"> </w:t>
      </w:r>
      <w:r w:rsidRPr="003F52A2">
        <w:rPr>
          <w:cs/>
          <w:lang w:bidi="bn-IN"/>
        </w:rPr>
        <w:t>হতে আত্মবিস্মৃত ও অসেচতন সত্তায় পরিণত হয় এবং এটা মনুষ্যত্বের স্খলন। মানুষ তৎসংশ্লিষ্ট বস্তু</w:t>
      </w:r>
      <w:r w:rsidR="003563EB">
        <w:rPr>
          <w:lang w:bidi="bn-IN"/>
        </w:rPr>
        <w:t xml:space="preserve"> </w:t>
      </w:r>
      <w:r w:rsidR="000C4B23">
        <w:rPr>
          <w:cs/>
          <w:lang w:bidi="bn-IN"/>
        </w:rPr>
        <w:t>সম্পর্কে</w:t>
      </w:r>
      <w:r w:rsidRPr="003F52A2">
        <w:rPr>
          <w:cs/>
          <w:lang w:bidi="bn-IN"/>
        </w:rPr>
        <w:t xml:space="preserve"> নিখুত তথ্য প্রদানে সক্ষম হলেও নিজের </w:t>
      </w:r>
      <w:r w:rsidR="000C4B23">
        <w:rPr>
          <w:cs/>
          <w:lang w:bidi="bn-IN"/>
        </w:rPr>
        <w:t>সম্পর্কে</w:t>
      </w:r>
      <w:r w:rsidRPr="003F52A2">
        <w:rPr>
          <w:cs/>
          <w:lang w:bidi="bn-IN"/>
        </w:rPr>
        <w:t xml:space="preserve"> অস</w:t>
      </w:r>
      <w:r w:rsidR="003563EB">
        <w:rPr>
          <w:cs/>
          <w:lang w:bidi="bn-IN"/>
        </w:rPr>
        <w:t>চেতনতার কারণে আপনসত্তা সম্পর্কে</w:t>
      </w:r>
      <w:r w:rsidR="003563EB">
        <w:rPr>
          <w:lang w:bidi="bn-IN"/>
        </w:rPr>
        <w:t xml:space="preserve"> </w:t>
      </w:r>
      <w:r w:rsidRPr="003F52A2">
        <w:rPr>
          <w:cs/>
          <w:lang w:bidi="bn-IN"/>
        </w:rPr>
        <w:t>সঠিক তথ্য প্রদানে অক্ষম।</w:t>
      </w:r>
    </w:p>
    <w:p w:rsidR="003563EB" w:rsidRDefault="003F52A2" w:rsidP="00AD08B6">
      <w:pPr>
        <w:pStyle w:val="libNormal"/>
        <w:rPr>
          <w:lang w:bidi="bn-IN"/>
        </w:rPr>
      </w:pPr>
      <w:r w:rsidRPr="003F52A2">
        <w:rPr>
          <w:cs/>
          <w:lang w:bidi="bn-IN"/>
        </w:rPr>
        <w:t>দ্বিতীয়ত এ সংশ্লিষ্টতা মানুষকে মানবীয় মূল্যবোধ হতে দূরে নিক্ষেপ করে এবং সে ঐ সংশ্লিষ্ট বস্তু</w:t>
      </w:r>
      <w:r w:rsidR="003563EB">
        <w:rPr>
          <w:lang w:bidi="bn-IN"/>
        </w:rPr>
        <w:t xml:space="preserve"> </w:t>
      </w:r>
      <w:r w:rsidRPr="003F52A2">
        <w:rPr>
          <w:cs/>
          <w:lang w:bidi="bn-IN"/>
        </w:rPr>
        <w:t>বা বিষয়ের মূল্য সংরক্ষণে নিয়োজিত হয়। অর্থলোলুপ কোন ব্যক্তির নিকট মানবীয় মূল্যবোধ</w:t>
      </w:r>
      <w:r w:rsidR="003563EB">
        <w:rPr>
          <w:lang w:bidi="bn-IN"/>
        </w:rPr>
        <w:t xml:space="preserve"> </w:t>
      </w:r>
      <w:r w:rsidRPr="003F52A2">
        <w:rPr>
          <w:cs/>
          <w:lang w:bidi="bn-IN"/>
        </w:rPr>
        <w:t>সমূহের</w:t>
      </w:r>
      <w:r w:rsidR="003563EB">
        <w:rPr>
          <w:lang w:bidi="bn-IN"/>
        </w:rPr>
        <w:t xml:space="preserve"> </w:t>
      </w:r>
      <w:r w:rsidRPr="003F52A2">
        <w:rPr>
          <w:cs/>
          <w:lang w:bidi="bn-IN"/>
        </w:rPr>
        <w:t>কোন গুরুত্ব নেই এবং প্রকৃতপক্ষে তার নিকট তার নিজেরই কোন মূল্য নেই। আত্মসম্মান ও মর্যাদাতার চিন্তায় কোন ভূমিকা রাখে না। মুক্তি ও স্বাধীনতার ধারণা তার মনে কোন রেখাপাত করে না</w:t>
      </w:r>
      <w:r w:rsidRPr="003F52A2">
        <w:t>,</w:t>
      </w:r>
      <w:r w:rsidRPr="003F52A2">
        <w:rPr>
          <w:cs/>
          <w:lang w:bidi="bn-IN"/>
        </w:rPr>
        <w:t>তার</w:t>
      </w:r>
      <w:r w:rsidR="003563EB">
        <w:rPr>
          <w:lang w:bidi="bn-IN"/>
        </w:rPr>
        <w:t xml:space="preserve"> </w:t>
      </w:r>
      <w:r w:rsidRPr="003F52A2">
        <w:rPr>
          <w:cs/>
          <w:lang w:bidi="bn-IN"/>
        </w:rPr>
        <w:t xml:space="preserve">চিন্তায় একমাত্র উপাস্য বস্তু ঐ অর্থ। অর্থাৎ </w:t>
      </w:r>
      <w:r w:rsidR="00695D8C">
        <w:rPr>
          <w:cs/>
          <w:lang w:bidi="bn-IN"/>
        </w:rPr>
        <w:t>অর্থে</w:t>
      </w:r>
      <w:r w:rsidRPr="003F52A2">
        <w:rPr>
          <w:cs/>
          <w:lang w:bidi="bn-IN"/>
        </w:rPr>
        <w:t>র মূল্য তার নিকট গুরুত্ব পেলেও নিজস্ব</w:t>
      </w:r>
      <w:r w:rsidR="003563EB">
        <w:rPr>
          <w:lang w:bidi="bn-IN"/>
        </w:rPr>
        <w:t xml:space="preserve"> </w:t>
      </w:r>
      <w:r w:rsidRPr="003F52A2">
        <w:rPr>
          <w:cs/>
          <w:lang w:bidi="bn-IN"/>
        </w:rPr>
        <w:t>মূল্যবোধগুলো তার নিকট গুরুত্ব রাখে না। এ মূল্যবোধগুলো তার নিকট মৃত এবং ঐ বস্তুর মূল্য তার</w:t>
      </w:r>
      <w:r w:rsidR="003563EB">
        <w:rPr>
          <w:lang w:bidi="bn-IN"/>
        </w:rPr>
        <w:t xml:space="preserve"> </w:t>
      </w:r>
      <w:r w:rsidRPr="003F52A2">
        <w:rPr>
          <w:cs/>
          <w:lang w:bidi="bn-IN"/>
        </w:rPr>
        <w:t>নিকট জীবন্ত হয়ে উঠে।</w:t>
      </w:r>
    </w:p>
    <w:p w:rsidR="003563EB" w:rsidRDefault="003F52A2" w:rsidP="00AD08B6">
      <w:pPr>
        <w:pStyle w:val="libNormal"/>
        <w:rPr>
          <w:lang w:bidi="bn-IN"/>
        </w:rPr>
      </w:pPr>
      <w:r w:rsidRPr="003F52A2">
        <w:rPr>
          <w:cs/>
          <w:lang w:bidi="bn-IN"/>
        </w:rPr>
        <w:t>তৃতীয়ত বস্তু সংশ্লিষ্টতা মানুষকে ঐ বস্তুর দাসে পরিণত করে তার হাতে বন্দি করে ফেলে। ঐ</w:t>
      </w:r>
      <w:r w:rsidR="003563EB">
        <w:rPr>
          <w:lang w:bidi="bn-IN"/>
        </w:rPr>
        <w:t xml:space="preserve"> </w:t>
      </w:r>
      <w:r w:rsidRPr="003F52A2">
        <w:rPr>
          <w:cs/>
          <w:lang w:bidi="bn-IN"/>
        </w:rPr>
        <w:t>বস্তুর সাথে যেহেতু সে আবদ্ধ সেহেতু তার উন্নয়নের পথ বাঁধাগ</w:t>
      </w:r>
      <w:r w:rsidR="003563EB">
        <w:rPr>
          <w:cs/>
          <w:lang w:bidi="bn-IN"/>
        </w:rPr>
        <w:t>্রস্ত। যেমন কোন প্রাণী একটি খুটি</w:t>
      </w:r>
      <w:r w:rsidRPr="003F52A2">
        <w:rPr>
          <w:cs/>
          <w:lang w:bidi="bn-IN"/>
        </w:rPr>
        <w:t xml:space="preserve"> বা</w:t>
      </w:r>
      <w:r w:rsidR="003563EB">
        <w:rPr>
          <w:rStyle w:val="libAlaemChar"/>
        </w:rPr>
        <w:t xml:space="preserve"> </w:t>
      </w:r>
      <w:r w:rsidRPr="003F52A2">
        <w:rPr>
          <w:cs/>
          <w:lang w:bidi="bn-IN"/>
        </w:rPr>
        <w:t>বৃক্ষের সঙ্গে রশি দিয়ে বাঁধা থাকলে তার স্থানান্তরের পরিধি সীমিত হয়ে পড়ে বা একটি মোটরগাড়ি</w:t>
      </w:r>
      <w:r w:rsidR="003563EB">
        <w:rPr>
          <w:lang w:bidi="bn-IN"/>
        </w:rPr>
        <w:t xml:space="preserve"> </w:t>
      </w:r>
      <w:r w:rsidRPr="003F52A2">
        <w:rPr>
          <w:cs/>
          <w:lang w:bidi="bn-IN"/>
        </w:rPr>
        <w:t>শৃঙ্খলাবদ্ধ হলে তার গতি ব্যাহত হয় তেমনি বস্তু সংশ্লিষ্টতা মানুষের পূর্ণতার পথের গতিকে রুদ্ধ ক</w:t>
      </w:r>
      <w:r w:rsidR="00FE037C">
        <w:rPr>
          <w:cs/>
          <w:lang w:bidi="bn-IN"/>
        </w:rPr>
        <w:t>রে</w:t>
      </w:r>
      <w:r w:rsidR="003563EB">
        <w:rPr>
          <w:lang w:bidi="bn-IN"/>
        </w:rPr>
        <w:t xml:space="preserve"> </w:t>
      </w:r>
      <w:r w:rsidRPr="003F52A2">
        <w:rPr>
          <w:cs/>
          <w:lang w:bidi="bn-IN"/>
        </w:rPr>
        <w:t>দেয়</w:t>
      </w:r>
      <w:r w:rsidRPr="003F52A2">
        <w:t>,</w:t>
      </w:r>
      <w:r w:rsidRPr="003F52A2">
        <w:rPr>
          <w:cs/>
          <w:lang w:bidi="bn-IN"/>
        </w:rPr>
        <w:t xml:space="preserve">তার </w:t>
      </w:r>
      <w:r w:rsidRPr="00D542A0">
        <w:rPr>
          <w:rStyle w:val="libAlaemChar"/>
        </w:rPr>
        <w:t>‘</w:t>
      </w:r>
      <w:r w:rsidRPr="003F52A2">
        <w:rPr>
          <w:cs/>
          <w:lang w:bidi="bn-IN"/>
        </w:rPr>
        <w:t>গতি</w:t>
      </w:r>
      <w:r w:rsidRPr="00D542A0">
        <w:rPr>
          <w:rStyle w:val="libAlaemChar"/>
        </w:rPr>
        <w:t>’</w:t>
      </w:r>
      <w:r w:rsidRPr="003F52A2">
        <w:rPr>
          <w:cs/>
          <w:lang w:bidi="bn-IN"/>
        </w:rPr>
        <w:t xml:space="preserve">কে </w:t>
      </w:r>
      <w:r w:rsidRPr="00D542A0">
        <w:rPr>
          <w:rStyle w:val="libAlaemChar"/>
        </w:rPr>
        <w:t>‘</w:t>
      </w:r>
      <w:r w:rsidRPr="003F52A2">
        <w:rPr>
          <w:cs/>
          <w:lang w:bidi="bn-IN"/>
        </w:rPr>
        <w:t>স্থিতি</w:t>
      </w:r>
      <w:r w:rsidRPr="00D542A0">
        <w:rPr>
          <w:rStyle w:val="libAlaemChar"/>
        </w:rPr>
        <w:t>’</w:t>
      </w:r>
      <w:r w:rsidRPr="003F52A2">
        <w:rPr>
          <w:cs/>
          <w:lang w:bidi="bn-IN"/>
        </w:rPr>
        <w:t xml:space="preserve">তে পরিণত করে। দার্শনিক পরিভাষায় তার </w:t>
      </w:r>
      <w:r w:rsidRPr="00D542A0">
        <w:rPr>
          <w:rStyle w:val="libAlaemChar"/>
        </w:rPr>
        <w:t>‘</w:t>
      </w:r>
      <w:r w:rsidRPr="003F52A2">
        <w:rPr>
          <w:cs/>
          <w:lang w:bidi="bn-IN"/>
        </w:rPr>
        <w:t>সাইরুরাত</w:t>
      </w:r>
      <w:r w:rsidRPr="00D542A0">
        <w:rPr>
          <w:rStyle w:val="libAlaemChar"/>
        </w:rPr>
        <w:t>’</w:t>
      </w:r>
      <w:r w:rsidRPr="003F52A2">
        <w:t xml:space="preserve"> </w:t>
      </w:r>
      <w:r w:rsidRPr="00D542A0">
        <w:rPr>
          <w:rStyle w:val="libAlaemChar"/>
        </w:rPr>
        <w:t>‘</w:t>
      </w:r>
      <w:r w:rsidRPr="003F52A2">
        <w:rPr>
          <w:cs/>
          <w:lang w:bidi="bn-IN"/>
        </w:rPr>
        <w:t>লা সাইরুরাত</w:t>
      </w:r>
      <w:r w:rsidRPr="00D542A0">
        <w:rPr>
          <w:rStyle w:val="libAlaemChar"/>
        </w:rPr>
        <w:t>’</w:t>
      </w:r>
      <w:r w:rsidRPr="003F52A2">
        <w:t xml:space="preserve"> </w:t>
      </w:r>
      <w:r w:rsidRPr="003F52A2">
        <w:rPr>
          <w:cs/>
          <w:lang w:bidi="bn-IN"/>
        </w:rPr>
        <w:t>এ</w:t>
      </w:r>
      <w:r w:rsidR="003563EB">
        <w:rPr>
          <w:lang w:bidi="bn-IN"/>
        </w:rPr>
        <w:t xml:space="preserve"> </w:t>
      </w:r>
      <w:r w:rsidRPr="003F52A2">
        <w:rPr>
          <w:cs/>
          <w:lang w:bidi="bn-IN"/>
        </w:rPr>
        <w:t xml:space="preserve">কখনো কখনো </w:t>
      </w:r>
      <w:r w:rsidRPr="00D542A0">
        <w:rPr>
          <w:rStyle w:val="libAlaemChar"/>
        </w:rPr>
        <w:t>‘</w:t>
      </w:r>
      <w:r w:rsidRPr="003F52A2">
        <w:rPr>
          <w:cs/>
          <w:lang w:bidi="bn-IN"/>
        </w:rPr>
        <w:t>কাইলুনাত</w:t>
      </w:r>
      <w:r w:rsidRPr="00D542A0">
        <w:rPr>
          <w:rStyle w:val="libAlaemChar"/>
        </w:rPr>
        <w:t>’</w:t>
      </w:r>
      <w:r w:rsidRPr="003F52A2">
        <w:t xml:space="preserve"> </w:t>
      </w:r>
      <w:r w:rsidRPr="003F52A2">
        <w:rPr>
          <w:cs/>
          <w:lang w:bidi="bn-IN"/>
        </w:rPr>
        <w:t xml:space="preserve">বা স্থবিরতায় পর্যবসিত হয়।এ </w:t>
      </w:r>
    </w:p>
    <w:p w:rsidR="003563EB" w:rsidRDefault="003F52A2" w:rsidP="003563EB">
      <w:pPr>
        <w:pStyle w:val="libBold1"/>
        <w:rPr>
          <w:rStyle w:val="libAlaemChar"/>
        </w:rPr>
      </w:pPr>
      <w:r w:rsidRPr="003F52A2">
        <w:rPr>
          <w:cs/>
          <w:lang w:bidi="bn-IN"/>
        </w:rPr>
        <w:t xml:space="preserve">মতবাদ অনুসারে </w:t>
      </w:r>
      <w:r w:rsidRPr="00D542A0">
        <w:rPr>
          <w:rStyle w:val="libAlaemChar"/>
        </w:rPr>
        <w:t>‘</w:t>
      </w:r>
      <w:r w:rsidRPr="003F52A2">
        <w:rPr>
          <w:cs/>
          <w:lang w:bidi="bn-IN"/>
        </w:rPr>
        <w:t>আল্লাহর প্রতি বিশ্বাসের ধারণা</w:t>
      </w:r>
      <w:r w:rsidRPr="00D542A0">
        <w:rPr>
          <w:rStyle w:val="libAlaemChar"/>
        </w:rPr>
        <w:t>’</w:t>
      </w:r>
    </w:p>
    <w:p w:rsidR="003563EB" w:rsidRDefault="003F52A2" w:rsidP="00AD08B6">
      <w:pPr>
        <w:pStyle w:val="libNormal"/>
        <w:rPr>
          <w:lang w:bidi="bn-IN"/>
        </w:rPr>
      </w:pPr>
      <w:r w:rsidRPr="003F52A2">
        <w:rPr>
          <w:cs/>
          <w:lang w:bidi="bn-IN"/>
        </w:rPr>
        <w:t>সুতরাং আমরা জানলাম</w:t>
      </w:r>
      <w:r w:rsidRPr="003F52A2">
        <w:t>,</w:t>
      </w:r>
      <w:r w:rsidRPr="003F52A2">
        <w:rPr>
          <w:cs/>
          <w:lang w:bidi="bn-IN"/>
        </w:rPr>
        <w:t>এ মতবাদের দৃষ্টিতে মানবের প্রকৃত সত্তা হলো তা</w:t>
      </w:r>
      <w:r w:rsidR="003563EB">
        <w:rPr>
          <w:cs/>
          <w:lang w:bidi="bn-IN"/>
        </w:rPr>
        <w:t>র স্বাধীনতাবোধ।</w:t>
      </w:r>
      <w:r w:rsidR="003563EB">
        <w:rPr>
          <w:lang w:bidi="bn-IN"/>
        </w:rPr>
        <w:t xml:space="preserve"> </w:t>
      </w:r>
      <w:r w:rsidRPr="003F52A2">
        <w:rPr>
          <w:cs/>
          <w:lang w:bidi="bn-IN"/>
        </w:rPr>
        <w:t>অন্যভাবে বললে</w:t>
      </w:r>
      <w:r w:rsidRPr="003F52A2">
        <w:t>,</w:t>
      </w:r>
      <w:r w:rsidRPr="003F52A2">
        <w:rPr>
          <w:cs/>
          <w:lang w:bidi="bn-IN"/>
        </w:rPr>
        <w:t>সকল মানবীয় মূল্যবোধের মাতা ও প্রাণ হলো স্বাধীনতা। মানুষ যদি তার মনুষ্যত্বকে</w:t>
      </w:r>
      <w:r w:rsidR="003563EB">
        <w:rPr>
          <w:lang w:bidi="bn-IN"/>
        </w:rPr>
        <w:t xml:space="preserve"> </w:t>
      </w:r>
      <w:r w:rsidRPr="003F52A2">
        <w:rPr>
          <w:cs/>
          <w:lang w:bidi="bn-IN"/>
        </w:rPr>
        <w:t>সংরক্ষণ করতে চায়</w:t>
      </w:r>
      <w:r w:rsidRPr="003F52A2">
        <w:t>,</w:t>
      </w:r>
      <w:r w:rsidRPr="003F52A2">
        <w:rPr>
          <w:cs/>
          <w:lang w:bidi="bn-IN"/>
        </w:rPr>
        <w:t>তবে অবশ্যই তাকে তার স্বাধীনতাকে সংরক্ষণ করতে হবে। আর স্বাধীনতা</w:t>
      </w:r>
      <w:r w:rsidR="003563EB">
        <w:rPr>
          <w:lang w:bidi="bn-IN"/>
        </w:rPr>
        <w:t xml:space="preserve"> </w:t>
      </w:r>
      <w:r w:rsidRPr="003F52A2">
        <w:rPr>
          <w:cs/>
          <w:lang w:bidi="bn-IN"/>
        </w:rPr>
        <w:t xml:space="preserve">সংরক্ষণের জন্য তাকে </w:t>
      </w:r>
      <w:r w:rsidRPr="00D542A0">
        <w:rPr>
          <w:rStyle w:val="libAlaemChar"/>
        </w:rPr>
        <w:t>‘</w:t>
      </w:r>
      <w:r w:rsidRPr="003F52A2">
        <w:rPr>
          <w:cs/>
          <w:lang w:bidi="bn-IN"/>
        </w:rPr>
        <w:t>পূর্ণিমার চাঁদের</w:t>
      </w:r>
      <w:r w:rsidRPr="00D542A0">
        <w:rPr>
          <w:rStyle w:val="libAlaemChar"/>
        </w:rPr>
        <w:t>’</w:t>
      </w:r>
      <w:r w:rsidRPr="003F52A2">
        <w:t xml:space="preserve"> </w:t>
      </w:r>
      <w:r w:rsidRPr="003F52A2">
        <w:rPr>
          <w:cs/>
          <w:lang w:bidi="bn-IN"/>
        </w:rPr>
        <w:t>রূপে মুগ্ধ হওয়া বা প্রেমের দাসে পরিণত হওয়া চলবে না।</w:t>
      </w:r>
    </w:p>
    <w:p w:rsidR="003563EB" w:rsidRDefault="003F52A2" w:rsidP="003563EB">
      <w:pPr>
        <w:pStyle w:val="libCenter"/>
        <w:rPr>
          <w:lang w:bidi="bn-IN"/>
        </w:rPr>
      </w:pPr>
      <w:r w:rsidRPr="00D542A0">
        <w:rPr>
          <w:rStyle w:val="libAlaemChar"/>
        </w:rPr>
        <w:t>“</w:t>
      </w:r>
      <w:r w:rsidRPr="003F52A2">
        <w:rPr>
          <w:cs/>
          <w:lang w:bidi="bn-IN"/>
        </w:rPr>
        <w:t>এ বিশ্ব-পুষ্পোদ্য</w:t>
      </w:r>
      <w:r w:rsidR="003563EB">
        <w:rPr>
          <w:cs/>
          <w:lang w:bidi="bn-IN"/>
        </w:rPr>
        <w:t>ানে একটি ফুলই যথেষ্ট আমার জন্য</w:t>
      </w:r>
    </w:p>
    <w:p w:rsidR="003563EB" w:rsidRDefault="003F52A2" w:rsidP="003563EB">
      <w:pPr>
        <w:pStyle w:val="libCenter"/>
        <w:rPr>
          <w:lang w:bidi="bn-IN"/>
        </w:rPr>
      </w:pPr>
      <w:r w:rsidRPr="003F52A2">
        <w:rPr>
          <w:cs/>
          <w:lang w:bidi="bn-IN"/>
        </w:rPr>
        <w:t>ঐ ঘাসে ঘেরা দেবদারুর একটু ছায়াই আমার কাম্য</w:t>
      </w:r>
      <w:r w:rsidR="003563EB">
        <w:rPr>
          <w:lang w:bidi="bn-IN"/>
        </w:rPr>
        <w:t xml:space="preserve"> </w:t>
      </w:r>
    </w:p>
    <w:p w:rsidR="003563EB" w:rsidRDefault="003F52A2" w:rsidP="003563EB">
      <w:pPr>
        <w:pStyle w:val="libCenter"/>
        <w:rPr>
          <w:lang w:bidi="bn-IN"/>
        </w:rPr>
      </w:pPr>
      <w:r w:rsidRPr="003F52A2">
        <w:rPr>
          <w:cs/>
          <w:lang w:bidi="bn-IN"/>
        </w:rPr>
        <w:t>হে খোদা! তোমার গৃহ হতে আমায় পাঠিয়ো না বেহেশতে</w:t>
      </w:r>
    </w:p>
    <w:p w:rsidR="003563EB" w:rsidRDefault="003F52A2" w:rsidP="003563EB">
      <w:pPr>
        <w:pStyle w:val="libCenter"/>
        <w:rPr>
          <w:rStyle w:val="libAlaemChar"/>
        </w:rPr>
      </w:pPr>
      <w:r w:rsidRPr="003F52A2">
        <w:rPr>
          <w:cs/>
          <w:lang w:bidi="bn-IN"/>
        </w:rPr>
        <w:t>তোমার গৃহে আশ্রয় লাভ অধিক আকাঙ্ক্ষার এ বিশ্ব হতে।</w:t>
      </w:r>
      <w:r w:rsidRPr="00D542A0">
        <w:rPr>
          <w:rStyle w:val="libAlaemChar"/>
        </w:rPr>
        <w:t>”</w:t>
      </w:r>
    </w:p>
    <w:p w:rsidR="00C354BC" w:rsidRDefault="003F52A2" w:rsidP="00AD08B6">
      <w:pPr>
        <w:pStyle w:val="libNormal"/>
        <w:rPr>
          <w:lang w:bidi="bn-IN"/>
        </w:rPr>
      </w:pPr>
      <w:r w:rsidRPr="003F52A2">
        <w:rPr>
          <w:cs/>
          <w:lang w:bidi="bn-IN"/>
        </w:rPr>
        <w:t>এ মতবাদের দৃষ্টিতে মানুষকে পূর্ণ ও নিরঙ্কুশ মুক্ত ও স্বাধীন হতে হবে। এ ক্ষেত্রে এ মতবাদ</w:t>
      </w:r>
      <w:r w:rsidR="003563EB">
        <w:rPr>
          <w:lang w:bidi="bn-IN"/>
        </w:rPr>
        <w:t xml:space="preserve"> </w:t>
      </w:r>
      <w:r w:rsidRPr="003F52A2">
        <w:rPr>
          <w:cs/>
          <w:lang w:bidi="bn-IN"/>
        </w:rPr>
        <w:t>সম্পূর্ণরূপে দ্বান্দ্বিক বস্তুবাদের বিপরীতে অবস্থান করছে যদিও তারা উভয়েই আল্লাহর অস্তিত্বে বিশ্বাসী</w:t>
      </w:r>
      <w:r w:rsidR="003563EB">
        <w:rPr>
          <w:lang w:bidi="bn-IN"/>
        </w:rPr>
        <w:t xml:space="preserve"> </w:t>
      </w:r>
      <w:r w:rsidRPr="003F52A2">
        <w:rPr>
          <w:cs/>
          <w:lang w:bidi="bn-IN"/>
        </w:rPr>
        <w:t>নয়। অস্তিত্ববাদীদের মতে দু</w:t>
      </w:r>
      <w:r w:rsidRPr="00D542A0">
        <w:rPr>
          <w:rStyle w:val="libAlaemChar"/>
        </w:rPr>
        <w:t>’</w:t>
      </w:r>
      <w:r w:rsidRPr="003F52A2">
        <w:rPr>
          <w:cs/>
          <w:lang w:bidi="bn-IN"/>
        </w:rPr>
        <w:t>টি কারণে আল্লাহর অস্তিত্বে বিশ্বাস তাদের চিন্তার পরিপন্থী</w:t>
      </w:r>
      <w:r w:rsidRPr="003F52A2">
        <w:t xml:space="preserve">; </w:t>
      </w:r>
      <w:r w:rsidRPr="003F52A2">
        <w:rPr>
          <w:cs/>
          <w:lang w:bidi="bn-IN"/>
        </w:rPr>
        <w:t>প্রথমত</w:t>
      </w:r>
      <w:r w:rsidR="00C354BC">
        <w:rPr>
          <w:lang w:bidi="bn-IN"/>
        </w:rPr>
        <w:t xml:space="preserve"> </w:t>
      </w:r>
      <w:r w:rsidRPr="003F52A2">
        <w:rPr>
          <w:cs/>
          <w:lang w:bidi="bn-IN"/>
        </w:rPr>
        <w:t>আল্লাহর অস্তিত্বে বিশ্বাস করলে আমাদের ভাগ্যে (</w:t>
      </w:r>
      <w:r w:rsidR="00C354BC" w:rsidRPr="00E37481">
        <w:rPr>
          <w:rStyle w:val="libArChar"/>
          <w:rFonts w:hint="cs"/>
          <w:rtl/>
          <w:lang w:bidi="fa-IR"/>
        </w:rPr>
        <w:t>قضا</w:t>
      </w:r>
      <w:r w:rsidR="00C354BC" w:rsidRPr="00E37481">
        <w:rPr>
          <w:rStyle w:val="libArChar"/>
          <w:rFonts w:hint="cs"/>
          <w:rtl/>
        </w:rPr>
        <w:t xml:space="preserve"> </w:t>
      </w:r>
      <w:r w:rsidR="00C354BC" w:rsidRPr="00E37481">
        <w:rPr>
          <w:rStyle w:val="libArChar"/>
          <w:rFonts w:hint="cs"/>
          <w:rtl/>
          <w:lang w:bidi="fa-IR"/>
        </w:rPr>
        <w:t>و</w:t>
      </w:r>
      <w:r w:rsidR="00C354BC" w:rsidRPr="00E37481">
        <w:rPr>
          <w:rStyle w:val="libArChar"/>
          <w:rFonts w:hint="cs"/>
          <w:rtl/>
        </w:rPr>
        <w:t xml:space="preserve"> </w:t>
      </w:r>
      <w:r w:rsidR="00C354BC" w:rsidRPr="00E37481">
        <w:rPr>
          <w:rStyle w:val="libArChar"/>
          <w:rFonts w:hint="cs"/>
          <w:rtl/>
          <w:lang w:bidi="fa-IR"/>
        </w:rPr>
        <w:t>قدر</w:t>
      </w:r>
      <w:r w:rsidRPr="003F52A2">
        <w:rPr>
          <w:cs/>
          <w:lang w:bidi="bn-IN"/>
        </w:rPr>
        <w:t>) বিশ্বাস করতে হবে। আর ভাগ্যে বিশ্বাস</w:t>
      </w:r>
      <w:r w:rsidR="00C354BC">
        <w:rPr>
          <w:lang w:bidi="bn-IN"/>
        </w:rPr>
        <w:t xml:space="preserve"> </w:t>
      </w:r>
      <w:r w:rsidRPr="003F52A2">
        <w:rPr>
          <w:cs/>
          <w:lang w:bidi="bn-IN"/>
        </w:rPr>
        <w:t>অর্থ মানুষের স্থির প্রকৃতি বা বাধ্যবাধকতায় (</w:t>
      </w:r>
      <w:r w:rsidR="00C354BC" w:rsidRPr="00E37481">
        <w:rPr>
          <w:rStyle w:val="libArChar"/>
          <w:rFonts w:hint="cs"/>
          <w:rtl/>
          <w:lang w:bidi="fa-IR"/>
        </w:rPr>
        <w:t>جبر</w:t>
      </w:r>
      <w:r w:rsidRPr="003F52A2">
        <w:rPr>
          <w:cs/>
          <w:lang w:bidi="bn-IN"/>
        </w:rPr>
        <w:t xml:space="preserve"> ) বিশ্বাস</w:t>
      </w:r>
      <w:r w:rsidRPr="003F52A2">
        <w:rPr>
          <w:cs/>
          <w:lang w:bidi="hi-IN"/>
        </w:rPr>
        <w:t xml:space="preserve">। </w:t>
      </w:r>
      <w:r w:rsidRPr="003F52A2">
        <w:rPr>
          <w:cs/>
          <w:lang w:bidi="bn-IN"/>
        </w:rPr>
        <w:t>যদি আল্লাহর অস্তিত্ব থাকে</w:t>
      </w:r>
      <w:r w:rsidRPr="003F52A2">
        <w:t>,</w:t>
      </w:r>
      <w:r w:rsidRPr="003F52A2">
        <w:rPr>
          <w:cs/>
          <w:lang w:bidi="bn-IN"/>
        </w:rPr>
        <w:t>তবে মানুষকে</w:t>
      </w:r>
      <w:r w:rsidR="00C354BC">
        <w:rPr>
          <w:lang w:bidi="bn-IN"/>
        </w:rPr>
        <w:t xml:space="preserve"> </w:t>
      </w:r>
      <w:r w:rsidRPr="003F52A2">
        <w:rPr>
          <w:cs/>
          <w:lang w:bidi="bn-IN"/>
        </w:rPr>
        <w:t>ঐ আল্লাহর জ্ঞানে বিশেষ প্রকৃতির অধিকারী হতে হবে অর্থাৎ সে আর অনির্দিষ্ট প্রকৃতির থাকছে না</w:t>
      </w:r>
      <w:r w:rsidR="00C354BC">
        <w:rPr>
          <w:lang w:bidi="bn-IN"/>
        </w:rPr>
        <w:t xml:space="preserve"> </w:t>
      </w:r>
      <w:r w:rsidRPr="003F52A2">
        <w:rPr>
          <w:cs/>
          <w:lang w:bidi="bn-IN"/>
        </w:rPr>
        <w:t>আবার আল্লাহর অস্তিত্বের কারণে মানুষের উপর ভাগ্যের বাধ্যবাধকতা চলে আসে এবং তার কোন</w:t>
      </w:r>
      <w:r w:rsidR="00C354BC">
        <w:rPr>
          <w:lang w:bidi="bn-IN"/>
        </w:rPr>
        <w:t xml:space="preserve"> </w:t>
      </w:r>
      <w:r w:rsidRPr="003F52A2">
        <w:rPr>
          <w:cs/>
          <w:lang w:bidi="bn-IN"/>
        </w:rPr>
        <w:t>স্বাধীনতা থাকে না। সুতরাং আমরা যখন স্বাধীনতাকে গ্রহণ করেছি তখন আল্লাহর অস্তিত্বকে গ্রহণ</w:t>
      </w:r>
      <w:r w:rsidR="00C354BC">
        <w:rPr>
          <w:lang w:bidi="bn-IN"/>
        </w:rPr>
        <w:t xml:space="preserve"> </w:t>
      </w:r>
      <w:r w:rsidRPr="003F52A2">
        <w:rPr>
          <w:cs/>
          <w:lang w:bidi="bn-IN"/>
        </w:rPr>
        <w:t>করতে পারি না।</w:t>
      </w:r>
    </w:p>
    <w:p w:rsidR="00C354BC" w:rsidRDefault="003F52A2" w:rsidP="00AD08B6">
      <w:pPr>
        <w:pStyle w:val="libNormal"/>
        <w:rPr>
          <w:lang w:bidi="bn-IN"/>
        </w:rPr>
      </w:pPr>
      <w:r w:rsidRPr="003F52A2">
        <w:rPr>
          <w:cs/>
          <w:lang w:bidi="bn-IN"/>
        </w:rPr>
        <w:t>দ্বিতীয়ত আল্লাহর প্রতি বিশ্বাস শুধু আমাদের স্বাধীনতা হরণ করে না</w:t>
      </w:r>
      <w:r w:rsidRPr="003F52A2">
        <w:t>,</w:t>
      </w:r>
      <w:r w:rsidRPr="003F52A2">
        <w:rPr>
          <w:cs/>
          <w:lang w:bidi="bn-IN"/>
        </w:rPr>
        <w:t xml:space="preserve">বরং </w:t>
      </w:r>
      <w:r w:rsidR="00FE6D44">
        <w:rPr>
          <w:cs/>
          <w:lang w:bidi="bn-IN"/>
        </w:rPr>
        <w:t>তার</w:t>
      </w:r>
      <w:r w:rsidRPr="003F52A2">
        <w:rPr>
          <w:cs/>
          <w:lang w:bidi="bn-IN"/>
        </w:rPr>
        <w:t xml:space="preserve"> প্রতি বিশ্বাস অর্থ</w:t>
      </w:r>
      <w:r w:rsidR="00C354BC">
        <w:rPr>
          <w:lang w:bidi="bn-IN"/>
        </w:rPr>
        <w:t xml:space="preserve"> </w:t>
      </w:r>
      <w:r w:rsidRPr="003F52A2">
        <w:rPr>
          <w:cs/>
          <w:lang w:bidi="bn-IN"/>
        </w:rPr>
        <w:t xml:space="preserve">একই সাথে </w:t>
      </w:r>
      <w:r w:rsidR="00FE6D44">
        <w:rPr>
          <w:cs/>
          <w:lang w:bidi="bn-IN"/>
        </w:rPr>
        <w:t>তার</w:t>
      </w:r>
      <w:r w:rsidRPr="003F52A2">
        <w:rPr>
          <w:cs/>
          <w:lang w:bidi="bn-IN"/>
        </w:rPr>
        <w:t xml:space="preserve"> সঙ্গে সংযুক্ত হওয়া এবং যে কোন রকম সংশ্লিষ্টতা বা সংযুক্তিই স্বাধীনতা বিরোধী।</w:t>
      </w:r>
      <w:r w:rsidR="00C354BC">
        <w:rPr>
          <w:lang w:bidi="bn-IN"/>
        </w:rPr>
        <w:t xml:space="preserve"> </w:t>
      </w:r>
      <w:r w:rsidRPr="003F52A2">
        <w:rPr>
          <w:cs/>
          <w:lang w:bidi="bn-IN"/>
        </w:rPr>
        <w:t>বিশেষত আল্লাহ্ সংশ্লিষ্টতা অন্য সকল সংযুক্তি হতে উচ্চ পর্যায়ের সংশ্লিষ্টতা। কবির ভাষায়-</w:t>
      </w:r>
    </w:p>
    <w:p w:rsidR="00C354BC" w:rsidRDefault="003F52A2" w:rsidP="00C354BC">
      <w:pPr>
        <w:pStyle w:val="libCenter"/>
        <w:rPr>
          <w:lang w:bidi="bn-IN"/>
        </w:rPr>
      </w:pPr>
      <w:r w:rsidRPr="00D542A0">
        <w:rPr>
          <w:rStyle w:val="libAlaemChar"/>
        </w:rPr>
        <w:t>“</w:t>
      </w:r>
      <w:r w:rsidRPr="003F52A2">
        <w:rPr>
          <w:cs/>
          <w:lang w:bidi="bn-IN"/>
        </w:rPr>
        <w:t>আমি তোমার সঙ্গে আবদ্ধ তাই সব আবদ্ধতা হতে মুক্ত</w:t>
      </w:r>
    </w:p>
    <w:p w:rsidR="00C354BC" w:rsidRDefault="003F52A2" w:rsidP="00C354BC">
      <w:pPr>
        <w:pStyle w:val="libCenter"/>
        <w:rPr>
          <w:rStyle w:val="libAlaemChar"/>
        </w:rPr>
      </w:pPr>
      <w:r w:rsidRPr="003F52A2">
        <w:rPr>
          <w:cs/>
          <w:lang w:bidi="bn-IN"/>
        </w:rPr>
        <w:t>আমি তোমার চুক্তিতে আবদ্ধ তাই তা ভঙ্গের আশংকামুক্ত।</w:t>
      </w:r>
      <w:r w:rsidRPr="00D542A0">
        <w:rPr>
          <w:rStyle w:val="libAlaemChar"/>
        </w:rPr>
        <w:t>”</w:t>
      </w:r>
    </w:p>
    <w:p w:rsidR="00C354BC" w:rsidRDefault="003F52A2" w:rsidP="00AD08B6">
      <w:pPr>
        <w:pStyle w:val="libNormal"/>
        <w:rPr>
          <w:lang w:bidi="bn-IN"/>
        </w:rPr>
      </w:pPr>
      <w:r w:rsidRPr="003F52A2">
        <w:rPr>
          <w:cs/>
          <w:lang w:bidi="bn-IN"/>
        </w:rPr>
        <w:t>যদি কেউ আল্লাহর সঙ্গে আবদ্ধ হয়</w:t>
      </w:r>
      <w:r w:rsidRPr="003F52A2">
        <w:t>,</w:t>
      </w:r>
      <w:r w:rsidRPr="003F52A2">
        <w:rPr>
          <w:cs/>
          <w:lang w:bidi="bn-IN"/>
        </w:rPr>
        <w:t>তবে তা কখনই বিচ্ছিন্ন করা সম্ভব নয়। তাই এ মতবাদ এ</w:t>
      </w:r>
      <w:r w:rsidR="00C354BC">
        <w:rPr>
          <w:lang w:bidi="bn-IN"/>
        </w:rPr>
        <w:t xml:space="preserve"> </w:t>
      </w:r>
      <w:r w:rsidRPr="003F52A2">
        <w:rPr>
          <w:cs/>
          <w:lang w:bidi="bn-IN"/>
        </w:rPr>
        <w:t>আবদ্ধতাকে অস্বীকার করে।</w:t>
      </w:r>
    </w:p>
    <w:p w:rsidR="00AB0098" w:rsidRDefault="003F52A2" w:rsidP="00AD08B6">
      <w:pPr>
        <w:pStyle w:val="libNormal"/>
        <w:rPr>
          <w:cs/>
          <w:lang w:bidi="bn-IN"/>
        </w:rPr>
      </w:pPr>
      <w:r w:rsidRPr="003F52A2">
        <w:rPr>
          <w:cs/>
          <w:lang w:bidi="bn-IN"/>
        </w:rPr>
        <w:t xml:space="preserve">এ মতবাদ </w:t>
      </w:r>
      <w:r w:rsidR="000C4B23">
        <w:rPr>
          <w:cs/>
          <w:lang w:bidi="bn-IN"/>
        </w:rPr>
        <w:t>সম্পর্কে</w:t>
      </w:r>
      <w:r w:rsidRPr="003F52A2">
        <w:rPr>
          <w:cs/>
          <w:lang w:bidi="bn-IN"/>
        </w:rPr>
        <w:t xml:space="preserve"> দু</w:t>
      </w:r>
      <w:r w:rsidRPr="00D542A0">
        <w:rPr>
          <w:rStyle w:val="libAlaemChar"/>
        </w:rPr>
        <w:t>’</w:t>
      </w:r>
      <w:r w:rsidRPr="003F52A2">
        <w:rPr>
          <w:cs/>
          <w:lang w:bidi="bn-IN"/>
        </w:rPr>
        <w:t>টি দৃষ্টিকোণ হতে আলোচনা করা যেতে পারে। প্রথমত এ মতবাদের</w:t>
      </w:r>
      <w:r w:rsidR="00C354BC">
        <w:rPr>
          <w:lang w:bidi="bn-IN"/>
        </w:rPr>
        <w:t xml:space="preserve"> </w:t>
      </w:r>
      <w:r w:rsidRPr="003F52A2">
        <w:rPr>
          <w:cs/>
          <w:lang w:bidi="bn-IN"/>
        </w:rPr>
        <w:t>বিশ্বাসের উপর ভিত্তি করে আল্লাহর উপর বিশ্বাস স্বাধীনতা পরিপন্থী যা একটি ভ্রান্ত ধারণা। আমার</w:t>
      </w:r>
      <w:r w:rsidR="00C354BC">
        <w:rPr>
          <w:lang w:bidi="bn-IN"/>
        </w:rPr>
        <w:t xml:space="preserve"> </w:t>
      </w:r>
      <w:r w:rsidRPr="00D542A0">
        <w:rPr>
          <w:rStyle w:val="libAlaemChar"/>
        </w:rPr>
        <w:t>‘</w:t>
      </w:r>
      <w:r w:rsidRPr="003F52A2">
        <w:rPr>
          <w:cs/>
          <w:lang w:bidi="bn-IN"/>
        </w:rPr>
        <w:t>বস্তুবাদের প্রতি ঝুকে পড়ার কারণসমূহ</w:t>
      </w:r>
      <w:r w:rsidRPr="00D542A0">
        <w:rPr>
          <w:rStyle w:val="libAlaemChar"/>
        </w:rPr>
        <w:t>’</w:t>
      </w:r>
      <w:r w:rsidRPr="003F52A2">
        <w:t xml:space="preserve"> </w:t>
      </w:r>
      <w:r w:rsidRPr="003F52A2">
        <w:rPr>
          <w:cs/>
          <w:lang w:bidi="bn-IN"/>
        </w:rPr>
        <w:t xml:space="preserve">এবং </w:t>
      </w:r>
      <w:r w:rsidRPr="00D542A0">
        <w:rPr>
          <w:rStyle w:val="libAlaemChar"/>
        </w:rPr>
        <w:t>‘</w:t>
      </w:r>
      <w:r w:rsidRPr="003F52A2">
        <w:rPr>
          <w:cs/>
          <w:lang w:bidi="bn-IN"/>
        </w:rPr>
        <w:t>মানুষ ও তার ভাগ্য</w:t>
      </w:r>
      <w:r w:rsidRPr="00D542A0">
        <w:rPr>
          <w:rStyle w:val="libAlaemChar"/>
        </w:rPr>
        <w:t>’</w:t>
      </w:r>
      <w:r w:rsidRPr="003F52A2">
        <w:t xml:space="preserve"> </w:t>
      </w:r>
      <w:r w:rsidRPr="003F52A2">
        <w:rPr>
          <w:cs/>
          <w:lang w:bidi="bn-IN"/>
        </w:rPr>
        <w:t>নামক গ্রন্থ দু</w:t>
      </w:r>
      <w:r w:rsidRPr="00D542A0">
        <w:rPr>
          <w:rStyle w:val="libAlaemChar"/>
        </w:rPr>
        <w:t>’</w:t>
      </w:r>
      <w:r w:rsidR="00C354BC">
        <w:rPr>
          <w:cs/>
          <w:lang w:bidi="bn-IN"/>
        </w:rPr>
        <w:t>টিতে এ বিষয়ে</w:t>
      </w:r>
      <w:r w:rsidR="00C354BC">
        <w:rPr>
          <w:lang w:bidi="bn-IN"/>
        </w:rPr>
        <w:t xml:space="preserve"> </w:t>
      </w:r>
      <w:r w:rsidRPr="003F52A2">
        <w:rPr>
          <w:cs/>
          <w:lang w:bidi="bn-IN"/>
        </w:rPr>
        <w:t>ব্যাখ্যা প্রদান করে বলেছি যে</w:t>
      </w:r>
      <w:r w:rsidRPr="003F52A2">
        <w:t>,</w:t>
      </w:r>
      <w:r w:rsidRPr="003F52A2">
        <w:rPr>
          <w:cs/>
          <w:lang w:bidi="bn-IN"/>
        </w:rPr>
        <w:t>বিষয়টি এরূপ নয়</w:t>
      </w:r>
      <w:r w:rsidRPr="003F52A2">
        <w:t>,</w:t>
      </w:r>
      <w:r w:rsidRPr="003F52A2">
        <w:rPr>
          <w:cs/>
          <w:lang w:bidi="bn-IN"/>
        </w:rPr>
        <w:t xml:space="preserve">যা </w:t>
      </w:r>
      <w:r w:rsidR="00FE6D44">
        <w:rPr>
          <w:cs/>
          <w:lang w:bidi="bn-IN"/>
        </w:rPr>
        <w:t>তারা</w:t>
      </w:r>
      <w:r w:rsidRPr="003F52A2">
        <w:rPr>
          <w:cs/>
          <w:lang w:bidi="bn-IN"/>
        </w:rPr>
        <w:t xml:space="preserve"> ধারণা করেন। </w:t>
      </w:r>
      <w:r w:rsidRPr="00D542A0">
        <w:rPr>
          <w:rStyle w:val="libAlaemChar"/>
        </w:rPr>
        <w:t>‘</w:t>
      </w:r>
      <w:r w:rsidRPr="003F52A2">
        <w:rPr>
          <w:cs/>
          <w:lang w:bidi="bn-IN"/>
        </w:rPr>
        <w:t>কাযা ও কাদর</w:t>
      </w:r>
      <w:r w:rsidRPr="00D542A0">
        <w:rPr>
          <w:rStyle w:val="libAlaemChar"/>
        </w:rPr>
        <w:t>’</w:t>
      </w:r>
      <w:r w:rsidRPr="003F52A2">
        <w:t xml:space="preserve"> </w:t>
      </w:r>
      <w:r w:rsidRPr="003F52A2">
        <w:rPr>
          <w:cs/>
          <w:lang w:bidi="bn-IN"/>
        </w:rPr>
        <w:t>বা ভাগ্য</w:t>
      </w:r>
      <w:r w:rsidR="000C4B23">
        <w:rPr>
          <w:cs/>
          <w:lang w:bidi="bn-IN"/>
        </w:rPr>
        <w:t>সম্পর্কে</w:t>
      </w:r>
      <w:r w:rsidRPr="003F52A2">
        <w:rPr>
          <w:cs/>
          <w:lang w:bidi="bn-IN"/>
        </w:rPr>
        <w:t xml:space="preserve"> </w:t>
      </w:r>
      <w:r w:rsidR="00611BB9">
        <w:rPr>
          <w:cs/>
          <w:lang w:bidi="bn-IN"/>
        </w:rPr>
        <w:t>তা</w:t>
      </w:r>
      <w:r w:rsidRPr="003F52A2">
        <w:rPr>
          <w:cs/>
          <w:lang w:bidi="bn-IN"/>
        </w:rPr>
        <w:t>দের ধারণা বৃদ্ধা মহিলা</w:t>
      </w:r>
      <w:r w:rsidR="00C354BC">
        <w:rPr>
          <w:cs/>
          <w:lang w:bidi="bn-IN"/>
        </w:rPr>
        <w:t>দের ধারণার মতো। এ</w:t>
      </w:r>
      <w:r w:rsidRPr="003F52A2">
        <w:rPr>
          <w:cs/>
          <w:lang w:bidi="bn-IN"/>
        </w:rPr>
        <w:t>রা কাযা ও কাদর বোঝেননি</w:t>
      </w:r>
      <w:r w:rsidRPr="003F52A2">
        <w:rPr>
          <w:cs/>
          <w:lang w:bidi="hi-IN"/>
        </w:rPr>
        <w:t xml:space="preserve">। </w:t>
      </w:r>
      <w:r w:rsidRPr="003F52A2">
        <w:rPr>
          <w:cs/>
          <w:lang w:bidi="bn-IN"/>
        </w:rPr>
        <w:t>নতুবা ইসলামী</w:t>
      </w:r>
      <w:r w:rsidR="00C354BC">
        <w:rPr>
          <w:lang w:bidi="bn-IN"/>
        </w:rPr>
        <w:t xml:space="preserve"> </w:t>
      </w:r>
      <w:r w:rsidRPr="003F52A2">
        <w:rPr>
          <w:cs/>
          <w:lang w:bidi="bn-IN"/>
        </w:rPr>
        <w:t>দৃষ্টিকোণে কাযা ও কাদরের বিষয়টি এমনরূপে রয়েছে যা মানুষের স্বাধীনতার পরিপন্থী নয়। যা হোক</w:t>
      </w:r>
      <w:r w:rsidR="00C354BC">
        <w:rPr>
          <w:lang w:bidi="bn-IN"/>
        </w:rPr>
        <w:t xml:space="preserve"> </w:t>
      </w:r>
      <w:r w:rsidRPr="003F52A2">
        <w:rPr>
          <w:cs/>
          <w:lang w:bidi="bn-IN"/>
        </w:rPr>
        <w:t>এটা আমাদের আলোচ্য বিষয় নয়। বরং এখানে আমাদের আলোচ্য বিষয় দ্বিতীয় দিকটি নিয়ে যেখানে</w:t>
      </w:r>
      <w:r w:rsidR="00C354BC">
        <w:rPr>
          <w:lang w:bidi="bn-IN"/>
        </w:rPr>
        <w:t xml:space="preserve"> </w:t>
      </w:r>
      <w:r w:rsidR="00FE6D44">
        <w:rPr>
          <w:cs/>
          <w:lang w:bidi="bn-IN"/>
        </w:rPr>
        <w:t>তারা</w:t>
      </w:r>
      <w:r w:rsidRPr="003F52A2">
        <w:rPr>
          <w:cs/>
          <w:lang w:bidi="bn-IN"/>
        </w:rPr>
        <w:t xml:space="preserve"> বলছেন</w:t>
      </w:r>
      <w:r w:rsidRPr="003F52A2">
        <w:t>,</w:t>
      </w:r>
      <w:r w:rsidRPr="003F52A2">
        <w:rPr>
          <w:cs/>
          <w:lang w:bidi="bn-IN"/>
        </w:rPr>
        <w:t>যে কোন বস্তুর সঙ্গে সংশ্লিষ্টতা স্বাধীনতা বিরোধী</w:t>
      </w:r>
      <w:r w:rsidRPr="003F52A2">
        <w:t>,</w:t>
      </w:r>
      <w:r w:rsidRPr="003F52A2">
        <w:rPr>
          <w:cs/>
          <w:lang w:bidi="bn-IN"/>
        </w:rPr>
        <w:t>এমনকি যদি সে সংশ্লিষ্টতা আল্লাহর</w:t>
      </w:r>
      <w:r w:rsidR="00C354BC">
        <w:rPr>
          <w:lang w:bidi="bn-IN"/>
        </w:rPr>
        <w:t xml:space="preserve"> </w:t>
      </w:r>
      <w:r w:rsidRPr="003F52A2">
        <w:rPr>
          <w:cs/>
          <w:lang w:bidi="bn-IN"/>
        </w:rPr>
        <w:t>সঙ্গেও হয়। এখানে এ বিষয়ে প্রাথমিক আলোচনা করব।</w:t>
      </w:r>
    </w:p>
    <w:p w:rsidR="00AB0098" w:rsidRPr="00C640B7" w:rsidRDefault="00AB0098" w:rsidP="00C640B7">
      <w:pPr>
        <w:rPr>
          <w:rtl/>
          <w:cs/>
        </w:rPr>
      </w:pPr>
      <w:r>
        <w:rPr>
          <w:cs/>
          <w:lang w:bidi="bn-IN"/>
        </w:rPr>
        <w:br w:type="page"/>
      </w:r>
    </w:p>
    <w:p w:rsidR="00AB0098" w:rsidRDefault="003F52A2" w:rsidP="00AB0098">
      <w:pPr>
        <w:pStyle w:val="Heading1"/>
        <w:rPr>
          <w:lang w:bidi="bn-IN"/>
        </w:rPr>
      </w:pPr>
      <w:bookmarkStart w:id="70" w:name="_Toc392601479"/>
      <w:r w:rsidRPr="003F52A2">
        <w:rPr>
          <w:cs/>
          <w:lang w:bidi="bn-IN"/>
        </w:rPr>
        <w:t xml:space="preserve">পূর্ণতা হলো </w:t>
      </w:r>
      <w:r w:rsidRPr="00D542A0">
        <w:rPr>
          <w:rStyle w:val="libAlaemChar"/>
        </w:rPr>
        <w:t>‘</w:t>
      </w:r>
      <w:r w:rsidRPr="003F52A2">
        <w:rPr>
          <w:cs/>
          <w:lang w:bidi="bn-IN"/>
        </w:rPr>
        <w:t>নিজ</w:t>
      </w:r>
      <w:r w:rsidRPr="00D542A0">
        <w:rPr>
          <w:rStyle w:val="libAlaemChar"/>
        </w:rPr>
        <w:t>’</w:t>
      </w:r>
      <w:r w:rsidRPr="003F52A2">
        <w:t xml:space="preserve"> </w:t>
      </w:r>
      <w:r w:rsidRPr="003F52A2">
        <w:rPr>
          <w:cs/>
          <w:lang w:bidi="bn-IN"/>
        </w:rPr>
        <w:t xml:space="preserve">হতে </w:t>
      </w:r>
      <w:r w:rsidRPr="00D542A0">
        <w:rPr>
          <w:rStyle w:val="libAlaemChar"/>
        </w:rPr>
        <w:t>‘</w:t>
      </w:r>
      <w:r w:rsidRPr="003F52A2">
        <w:rPr>
          <w:cs/>
          <w:lang w:bidi="bn-IN"/>
        </w:rPr>
        <w:t>নিজ</w:t>
      </w:r>
      <w:r w:rsidRPr="00D542A0">
        <w:rPr>
          <w:rStyle w:val="libAlaemChar"/>
        </w:rPr>
        <w:t>’</w:t>
      </w:r>
      <w:r w:rsidRPr="003F52A2">
        <w:t>-</w:t>
      </w:r>
      <w:r w:rsidR="00AB0098">
        <w:rPr>
          <w:cs/>
          <w:lang w:bidi="bn-IN"/>
        </w:rPr>
        <w:t>এর দিকে যাত্রা</w:t>
      </w:r>
      <w:bookmarkEnd w:id="70"/>
    </w:p>
    <w:p w:rsidR="00AB0098" w:rsidRDefault="00AB0098" w:rsidP="00AD08B6">
      <w:pPr>
        <w:pStyle w:val="libNormal"/>
        <w:rPr>
          <w:lang w:bidi="bn-IN"/>
        </w:rPr>
      </w:pPr>
    </w:p>
    <w:p w:rsidR="009414C6" w:rsidRDefault="003F52A2" w:rsidP="009414C6">
      <w:pPr>
        <w:pStyle w:val="libNormal"/>
      </w:pPr>
      <w:r w:rsidRPr="003F52A2">
        <w:rPr>
          <w:cs/>
          <w:lang w:bidi="bn-IN"/>
        </w:rPr>
        <w:t>আপনারা এমন কোন অস্তিত্বের কথা চিন্তা করুন যা পূর্ণতার</w:t>
      </w:r>
      <w:r w:rsidR="00AB0098">
        <w:rPr>
          <w:cs/>
          <w:lang w:bidi="bn-IN"/>
        </w:rPr>
        <w:t xml:space="preserve"> পথ অতিক্রম করছে। একটি ফুলগাছ</w:t>
      </w:r>
      <w:r w:rsidR="00AB0098">
        <w:rPr>
          <w:lang w:bidi="bn-IN"/>
        </w:rPr>
        <w:t xml:space="preserve"> </w:t>
      </w:r>
      <w:r w:rsidRPr="003F52A2">
        <w:rPr>
          <w:cs/>
          <w:lang w:bidi="bn-IN"/>
        </w:rPr>
        <w:t xml:space="preserve">ভূমি হতে অঙ্কুরিত হয়ে অনেকগুলো ধাপ অতিক্রম করে তবেই পূর্ণতায় </w:t>
      </w:r>
      <w:r w:rsidR="00611BB9">
        <w:rPr>
          <w:cs/>
          <w:lang w:bidi="bn-IN"/>
        </w:rPr>
        <w:t>পৌ</w:t>
      </w:r>
      <w:r w:rsidRPr="003F52A2">
        <w:rPr>
          <w:cs/>
          <w:lang w:bidi="bn-IN"/>
        </w:rPr>
        <w:t>ছায়। একটি প্রাণীর</w:t>
      </w:r>
      <w:r w:rsidR="00AB0098">
        <w:rPr>
          <w:lang w:bidi="bn-IN"/>
        </w:rPr>
        <w:t xml:space="preserve"> </w:t>
      </w:r>
      <w:r w:rsidRPr="003F52A2">
        <w:rPr>
          <w:cs/>
          <w:lang w:bidi="bn-IN"/>
        </w:rPr>
        <w:t xml:space="preserve">জননকোষ উৎপত্তি হতে পূর্ণতায় </w:t>
      </w:r>
      <w:r w:rsidR="00611BB9">
        <w:rPr>
          <w:cs/>
          <w:lang w:bidi="bn-IN"/>
        </w:rPr>
        <w:t>পৌ</w:t>
      </w:r>
      <w:r w:rsidRPr="003F52A2">
        <w:rPr>
          <w:cs/>
          <w:lang w:bidi="bn-IN"/>
        </w:rPr>
        <w:t>ছা পর্যন্ত অর্থাৎ দুর্বল একটি অস্ত</w:t>
      </w:r>
      <w:r w:rsidR="009414C6">
        <w:rPr>
          <w:cs/>
          <w:lang w:bidi="bn-IN"/>
        </w:rPr>
        <w:t xml:space="preserve">িত্ব হতে পূর্ণ ও সবল </w:t>
      </w:r>
      <w:r w:rsidR="009414C6" w:rsidRPr="009414C6">
        <w:rPr>
          <w:cs/>
          <w:lang w:bidi="bn-IN"/>
        </w:rPr>
        <w:t>অস্তিত্বে</w:t>
      </w:r>
      <w:r w:rsidR="009414C6">
        <w:rPr>
          <w:lang w:bidi="bn-IN"/>
        </w:rPr>
        <w:t xml:space="preserve"> </w:t>
      </w:r>
      <w:r w:rsidRPr="003F52A2">
        <w:rPr>
          <w:cs/>
          <w:lang w:bidi="bn-IN"/>
        </w:rPr>
        <w:t>পরিণত হওয়া পর্যন্ত বিভিন্ন অবস্থা অতিক্রম করে। এ বৃক্ষ বা প্রাণী কোন্ অবস্থা হতে কোন্ অবস্থার দিকে যাত্রা করে</w:t>
      </w:r>
      <w:r w:rsidRPr="003F52A2">
        <w:t xml:space="preserve">? </w:t>
      </w:r>
      <w:r w:rsidRPr="003F52A2">
        <w:rPr>
          <w:cs/>
          <w:lang w:bidi="bn-IN"/>
        </w:rPr>
        <w:t xml:space="preserve">সে কি </w:t>
      </w:r>
      <w:r w:rsidRPr="00D542A0">
        <w:rPr>
          <w:rStyle w:val="libAlaemChar"/>
        </w:rPr>
        <w:t>‘</w:t>
      </w:r>
      <w:r w:rsidRPr="003F52A2">
        <w:rPr>
          <w:cs/>
          <w:lang w:bidi="bn-IN"/>
        </w:rPr>
        <w:t>নিজ</w:t>
      </w:r>
      <w:r w:rsidRPr="00D542A0">
        <w:rPr>
          <w:rStyle w:val="libAlaemChar"/>
        </w:rPr>
        <w:t>’</w:t>
      </w:r>
      <w:r w:rsidRPr="003F52A2">
        <w:t xml:space="preserve"> </w:t>
      </w:r>
      <w:r w:rsidRPr="003F52A2">
        <w:rPr>
          <w:cs/>
          <w:lang w:bidi="bn-IN"/>
        </w:rPr>
        <w:t xml:space="preserve">হতে </w:t>
      </w:r>
      <w:r w:rsidRPr="00D542A0">
        <w:rPr>
          <w:rStyle w:val="libAlaemChar"/>
        </w:rPr>
        <w:t>‘</w:t>
      </w:r>
      <w:r w:rsidRPr="003F52A2">
        <w:rPr>
          <w:cs/>
          <w:lang w:bidi="bn-IN"/>
        </w:rPr>
        <w:t>অপর</w:t>
      </w:r>
      <w:r w:rsidRPr="00D542A0">
        <w:rPr>
          <w:rStyle w:val="libAlaemChar"/>
        </w:rPr>
        <w:t>’</w:t>
      </w:r>
      <w:r w:rsidRPr="003F52A2">
        <w:t>-</w:t>
      </w:r>
      <w:r w:rsidRPr="003F52A2">
        <w:rPr>
          <w:cs/>
          <w:lang w:bidi="bn-IN"/>
        </w:rPr>
        <w:t>এর দিকে যাত্রা করে</w:t>
      </w:r>
      <w:r w:rsidRPr="003F52A2">
        <w:t xml:space="preserve">? </w:t>
      </w:r>
      <w:r w:rsidRPr="003F52A2">
        <w:rPr>
          <w:cs/>
          <w:lang w:bidi="bn-IN"/>
        </w:rPr>
        <w:t xml:space="preserve">অর্থাৎ সে কি </w:t>
      </w:r>
      <w:r w:rsidRPr="00D542A0">
        <w:rPr>
          <w:rStyle w:val="libAlaemChar"/>
        </w:rPr>
        <w:t>‘</w:t>
      </w:r>
      <w:r w:rsidRPr="003F52A2">
        <w:rPr>
          <w:cs/>
          <w:lang w:bidi="bn-IN"/>
        </w:rPr>
        <w:t>নিজ</w:t>
      </w:r>
      <w:r w:rsidRPr="00D542A0">
        <w:rPr>
          <w:rStyle w:val="libAlaemChar"/>
        </w:rPr>
        <w:t>’</w:t>
      </w:r>
      <w:r w:rsidRPr="003F52A2">
        <w:t xml:space="preserve"> </w:t>
      </w:r>
      <w:r w:rsidRPr="003F52A2">
        <w:rPr>
          <w:cs/>
          <w:lang w:bidi="bn-IN"/>
        </w:rPr>
        <w:t>হতে</w:t>
      </w:r>
      <w:r w:rsidR="009414C6">
        <w:rPr>
          <w:lang w:bidi="bn-IN"/>
        </w:rPr>
        <w:t xml:space="preserve"> </w:t>
      </w:r>
      <w:r w:rsidRPr="00D542A0">
        <w:rPr>
          <w:rStyle w:val="libAlaemChar"/>
        </w:rPr>
        <w:t>‘</w:t>
      </w:r>
      <w:r w:rsidRPr="003F52A2">
        <w:rPr>
          <w:cs/>
          <w:lang w:bidi="bn-IN"/>
        </w:rPr>
        <w:t>আগন্তুক</w:t>
      </w:r>
      <w:r w:rsidRPr="00D542A0">
        <w:rPr>
          <w:rStyle w:val="libAlaemChar"/>
        </w:rPr>
        <w:t>’</w:t>
      </w:r>
      <w:r w:rsidRPr="003F52A2">
        <w:t>-</w:t>
      </w:r>
      <w:r w:rsidRPr="003F52A2">
        <w:rPr>
          <w:cs/>
          <w:lang w:bidi="bn-IN"/>
        </w:rPr>
        <w:t>এ পরিণত হয়</w:t>
      </w:r>
      <w:r w:rsidRPr="003F52A2">
        <w:t>,</w:t>
      </w:r>
      <w:r w:rsidRPr="003F52A2">
        <w:rPr>
          <w:cs/>
          <w:lang w:bidi="bn-IN"/>
        </w:rPr>
        <w:t xml:space="preserve">নাকি </w:t>
      </w:r>
      <w:r w:rsidRPr="00D542A0">
        <w:rPr>
          <w:rStyle w:val="libAlaemChar"/>
        </w:rPr>
        <w:t>‘</w:t>
      </w:r>
      <w:r w:rsidRPr="003F52A2">
        <w:rPr>
          <w:cs/>
          <w:lang w:bidi="bn-IN"/>
        </w:rPr>
        <w:t>অন্য</w:t>
      </w:r>
      <w:r w:rsidRPr="00D542A0">
        <w:rPr>
          <w:rStyle w:val="libAlaemChar"/>
        </w:rPr>
        <w:t>’</w:t>
      </w:r>
      <w:r w:rsidRPr="003F52A2">
        <w:t xml:space="preserve"> </w:t>
      </w:r>
      <w:r w:rsidRPr="003F52A2">
        <w:rPr>
          <w:cs/>
          <w:lang w:bidi="bn-IN"/>
        </w:rPr>
        <w:t xml:space="preserve">হতে </w:t>
      </w:r>
      <w:r w:rsidRPr="00D542A0">
        <w:rPr>
          <w:rStyle w:val="libAlaemChar"/>
        </w:rPr>
        <w:t>‘</w:t>
      </w:r>
      <w:r w:rsidRPr="003F52A2">
        <w:rPr>
          <w:cs/>
          <w:lang w:bidi="bn-IN"/>
        </w:rPr>
        <w:t>অন্য</w:t>
      </w:r>
      <w:r w:rsidRPr="00D542A0">
        <w:rPr>
          <w:rStyle w:val="libAlaemChar"/>
        </w:rPr>
        <w:t>’</w:t>
      </w:r>
      <w:r w:rsidRPr="003F52A2">
        <w:t>-</w:t>
      </w:r>
      <w:r w:rsidRPr="003F52A2">
        <w:rPr>
          <w:cs/>
          <w:lang w:bidi="bn-IN"/>
        </w:rPr>
        <w:t xml:space="preserve">তে পরিণত হয় নাকি তার এ যাত্রা </w:t>
      </w:r>
      <w:r w:rsidRPr="00D542A0">
        <w:rPr>
          <w:rStyle w:val="libAlaemChar"/>
        </w:rPr>
        <w:t>‘</w:t>
      </w:r>
      <w:r w:rsidRPr="003F52A2">
        <w:rPr>
          <w:cs/>
          <w:lang w:bidi="bn-IN"/>
        </w:rPr>
        <w:t>নিজ</w:t>
      </w:r>
      <w:r w:rsidRPr="00D542A0">
        <w:rPr>
          <w:rStyle w:val="libAlaemChar"/>
        </w:rPr>
        <w:t>’</w:t>
      </w:r>
      <w:r w:rsidRPr="003F52A2">
        <w:t xml:space="preserve"> </w:t>
      </w:r>
      <w:r w:rsidRPr="003F52A2">
        <w:rPr>
          <w:cs/>
          <w:lang w:bidi="bn-IN"/>
        </w:rPr>
        <w:t>হতে</w:t>
      </w:r>
      <w:r w:rsidR="009414C6">
        <w:rPr>
          <w:lang w:bidi="bn-IN"/>
        </w:rPr>
        <w:t xml:space="preserve"> </w:t>
      </w:r>
      <w:r w:rsidRPr="00D542A0">
        <w:rPr>
          <w:rStyle w:val="libAlaemChar"/>
        </w:rPr>
        <w:t>‘</w:t>
      </w:r>
      <w:r w:rsidRPr="003F52A2">
        <w:rPr>
          <w:cs/>
          <w:lang w:bidi="bn-IN"/>
        </w:rPr>
        <w:t>নিজ</w:t>
      </w:r>
      <w:r w:rsidRPr="00D542A0">
        <w:rPr>
          <w:rStyle w:val="libAlaemChar"/>
        </w:rPr>
        <w:t>’</w:t>
      </w:r>
      <w:r w:rsidRPr="003F52A2">
        <w:t>-</w:t>
      </w:r>
      <w:r w:rsidRPr="003F52A2">
        <w:rPr>
          <w:cs/>
          <w:lang w:bidi="bn-IN"/>
        </w:rPr>
        <w:t>এর দিকে যাত্রা</w:t>
      </w:r>
      <w:r w:rsidRPr="003F52A2">
        <w:t>?</w:t>
      </w:r>
    </w:p>
    <w:p w:rsidR="009414C6" w:rsidRDefault="003F52A2" w:rsidP="009414C6">
      <w:pPr>
        <w:pStyle w:val="libNormal"/>
        <w:rPr>
          <w:lang w:bidi="bn-IN"/>
        </w:rPr>
      </w:pPr>
      <w:r w:rsidRPr="003F52A2">
        <w:rPr>
          <w:cs/>
          <w:lang w:bidi="bn-IN"/>
        </w:rPr>
        <w:t>যদি বলি</w:t>
      </w:r>
      <w:r w:rsidRPr="003F52A2">
        <w:t>,</w:t>
      </w:r>
      <w:r w:rsidRPr="003F52A2">
        <w:rPr>
          <w:cs/>
          <w:lang w:bidi="bn-IN"/>
        </w:rPr>
        <w:t xml:space="preserve">সে </w:t>
      </w:r>
      <w:r w:rsidRPr="00D542A0">
        <w:rPr>
          <w:rStyle w:val="libAlaemChar"/>
        </w:rPr>
        <w:t>‘</w:t>
      </w:r>
      <w:r w:rsidRPr="003F52A2">
        <w:rPr>
          <w:cs/>
          <w:lang w:bidi="bn-IN"/>
        </w:rPr>
        <w:t>নিজ</w:t>
      </w:r>
      <w:r w:rsidRPr="00D542A0">
        <w:rPr>
          <w:rStyle w:val="libAlaemChar"/>
        </w:rPr>
        <w:t>’</w:t>
      </w:r>
      <w:r w:rsidRPr="003F52A2">
        <w:t xml:space="preserve"> </w:t>
      </w:r>
      <w:r w:rsidRPr="003F52A2">
        <w:rPr>
          <w:cs/>
          <w:lang w:bidi="bn-IN"/>
        </w:rPr>
        <w:t xml:space="preserve">হতে </w:t>
      </w:r>
      <w:r w:rsidRPr="00D542A0">
        <w:rPr>
          <w:rStyle w:val="libAlaemChar"/>
        </w:rPr>
        <w:t>‘</w:t>
      </w:r>
      <w:r w:rsidRPr="003F52A2">
        <w:rPr>
          <w:cs/>
          <w:lang w:bidi="bn-IN"/>
        </w:rPr>
        <w:t>আগন্তুক</w:t>
      </w:r>
      <w:r w:rsidRPr="00D542A0">
        <w:rPr>
          <w:rStyle w:val="libAlaemChar"/>
        </w:rPr>
        <w:t>’</w:t>
      </w:r>
      <w:r w:rsidRPr="003F52A2">
        <w:t>-</w:t>
      </w:r>
      <w:r w:rsidRPr="003F52A2">
        <w:rPr>
          <w:cs/>
          <w:lang w:bidi="bn-IN"/>
        </w:rPr>
        <w:t>এ পরিণত হচ্ছে</w:t>
      </w:r>
      <w:r w:rsidRPr="003F52A2">
        <w:t>,</w:t>
      </w:r>
      <w:r w:rsidRPr="003F52A2">
        <w:rPr>
          <w:cs/>
          <w:lang w:bidi="bn-IN"/>
        </w:rPr>
        <w:t>তবে বলতে হবে যতক্ষণ সে পরিবৃদ্ধি অর্জন</w:t>
      </w:r>
      <w:r w:rsidR="009414C6">
        <w:rPr>
          <w:lang w:bidi="bn-IN"/>
        </w:rPr>
        <w:t xml:space="preserve"> </w:t>
      </w:r>
      <w:r w:rsidRPr="003F52A2">
        <w:rPr>
          <w:cs/>
          <w:lang w:bidi="bn-IN"/>
        </w:rPr>
        <w:t>করেনি ততক্ষণ তার স্বসত্তা বহাল ছিল। যখন পরিবৃদ্ধি অর্জন শুরু করল তখনই স্বসত্তা হতে বিচ্ছিন্ন</w:t>
      </w:r>
      <w:r w:rsidR="009414C6">
        <w:rPr>
          <w:lang w:bidi="bn-IN"/>
        </w:rPr>
        <w:t xml:space="preserve"> </w:t>
      </w:r>
      <w:r w:rsidRPr="003F52A2">
        <w:rPr>
          <w:cs/>
          <w:lang w:bidi="bn-IN"/>
        </w:rPr>
        <w:t>হয়ে পড়ল। পূর্ববর্তী দার্শনিকদের অনেকেই বলেছেন</w:t>
      </w:r>
      <w:r w:rsidRPr="003F52A2">
        <w:t>,</w:t>
      </w:r>
      <w:r w:rsidRPr="003F52A2">
        <w:rPr>
          <w:cs/>
          <w:lang w:bidi="bn-IN"/>
        </w:rPr>
        <w:t xml:space="preserve">পরিবর্তন ভিন্নসত্তার জন্ম দেয় অর্থাৎ </w:t>
      </w:r>
      <w:r w:rsidRPr="00D542A0">
        <w:rPr>
          <w:rStyle w:val="libAlaemChar"/>
        </w:rPr>
        <w:t>‘</w:t>
      </w:r>
      <w:r w:rsidRPr="003F52A2">
        <w:rPr>
          <w:cs/>
          <w:lang w:bidi="bn-IN"/>
        </w:rPr>
        <w:t>পরিবর্তনর্</w:t>
      </w:r>
      <w:r w:rsidRPr="00D542A0">
        <w:rPr>
          <w:rStyle w:val="libAlaemChar"/>
        </w:rPr>
        <w:t>’‘</w:t>
      </w:r>
      <w:r w:rsidRPr="003F52A2">
        <w:rPr>
          <w:cs/>
          <w:lang w:bidi="bn-IN"/>
        </w:rPr>
        <w:t>ভিন্নসত্তা</w:t>
      </w:r>
      <w:r w:rsidRPr="00D542A0">
        <w:rPr>
          <w:rStyle w:val="libAlaemChar"/>
        </w:rPr>
        <w:t>’</w:t>
      </w:r>
      <w:r w:rsidRPr="003F52A2">
        <w:rPr>
          <w:cs/>
          <w:lang w:bidi="bn-IN"/>
        </w:rPr>
        <w:t>য় রূপান্তরের শামিল যদিও কথাটি সত্য নয়।</w:t>
      </w:r>
    </w:p>
    <w:p w:rsidR="009414C6" w:rsidRDefault="003F52A2" w:rsidP="009414C6">
      <w:pPr>
        <w:pStyle w:val="libNormal"/>
        <w:rPr>
          <w:lang w:bidi="bn-IN"/>
        </w:rPr>
      </w:pPr>
      <w:r w:rsidRPr="003F52A2">
        <w:rPr>
          <w:cs/>
          <w:lang w:bidi="bn-IN"/>
        </w:rPr>
        <w:t xml:space="preserve">বরং সত্য হলো একটি ফুল গাছের বীজ বা মানুষের </w:t>
      </w:r>
      <w:r w:rsidRPr="00D542A0">
        <w:rPr>
          <w:rStyle w:val="libAlaemChar"/>
        </w:rPr>
        <w:t>‘</w:t>
      </w:r>
      <w:r w:rsidRPr="003F52A2">
        <w:rPr>
          <w:cs/>
          <w:lang w:bidi="bn-IN"/>
        </w:rPr>
        <w:t>জননকোষ</w:t>
      </w:r>
      <w:r w:rsidRPr="00D542A0">
        <w:rPr>
          <w:rStyle w:val="libAlaemChar"/>
        </w:rPr>
        <w:t>’</w:t>
      </w:r>
      <w:r w:rsidRPr="003F52A2">
        <w:t xml:space="preserve"> </w:t>
      </w:r>
      <w:r w:rsidRPr="003F52A2">
        <w:rPr>
          <w:cs/>
          <w:lang w:bidi="bn-IN"/>
        </w:rPr>
        <w:t>প্রথম মু</w:t>
      </w:r>
      <w:r w:rsidR="009414C6">
        <w:rPr>
          <w:cs/>
          <w:lang w:bidi="bn-IN"/>
        </w:rPr>
        <w:t>হূ</w:t>
      </w:r>
      <w:r w:rsidRPr="003F52A2">
        <w:rPr>
          <w:cs/>
          <w:lang w:bidi="bn-IN"/>
        </w:rPr>
        <w:t>র্ত হতে যাত্রা করেূ</w:t>
      </w:r>
      <w:r w:rsidR="009414C6">
        <w:rPr>
          <w:lang w:bidi="bn-IN"/>
        </w:rPr>
        <w:t xml:space="preserve"> </w:t>
      </w:r>
      <w:r w:rsidRPr="003F52A2">
        <w:rPr>
          <w:cs/>
          <w:lang w:bidi="bn-IN"/>
        </w:rPr>
        <w:t xml:space="preserve">পূর্ণতায় </w:t>
      </w:r>
      <w:r w:rsidR="00611BB9">
        <w:rPr>
          <w:cs/>
          <w:lang w:bidi="bn-IN"/>
        </w:rPr>
        <w:t>পৌ</w:t>
      </w:r>
      <w:r w:rsidRPr="003F52A2">
        <w:rPr>
          <w:cs/>
          <w:lang w:bidi="bn-IN"/>
        </w:rPr>
        <w:t xml:space="preserve">ছা পর্যন্ত যে ধাপগুলো অতিক্রম করে তার সবই </w:t>
      </w:r>
      <w:r w:rsidRPr="00D542A0">
        <w:rPr>
          <w:rStyle w:val="libAlaemChar"/>
        </w:rPr>
        <w:t>‘</w:t>
      </w:r>
      <w:r w:rsidRPr="003F52A2">
        <w:rPr>
          <w:cs/>
          <w:lang w:bidi="bn-IN"/>
        </w:rPr>
        <w:t>নিজ</w:t>
      </w:r>
      <w:r w:rsidRPr="00D542A0">
        <w:rPr>
          <w:rStyle w:val="libAlaemChar"/>
        </w:rPr>
        <w:t>’</w:t>
      </w:r>
      <w:r w:rsidRPr="003F52A2">
        <w:t xml:space="preserve"> </w:t>
      </w:r>
      <w:r w:rsidRPr="003F52A2">
        <w:rPr>
          <w:cs/>
          <w:lang w:bidi="bn-IN"/>
        </w:rPr>
        <w:t xml:space="preserve">হতে </w:t>
      </w:r>
      <w:r w:rsidRPr="00D542A0">
        <w:rPr>
          <w:rStyle w:val="libAlaemChar"/>
        </w:rPr>
        <w:t>‘</w:t>
      </w:r>
      <w:r w:rsidRPr="003F52A2">
        <w:rPr>
          <w:cs/>
          <w:lang w:bidi="bn-IN"/>
        </w:rPr>
        <w:t>নিজ</w:t>
      </w:r>
      <w:r w:rsidRPr="00D542A0">
        <w:rPr>
          <w:rStyle w:val="libAlaemChar"/>
        </w:rPr>
        <w:t>’</w:t>
      </w:r>
      <w:r w:rsidRPr="003F52A2">
        <w:t>-</w:t>
      </w:r>
      <w:r w:rsidR="009414C6">
        <w:rPr>
          <w:cs/>
          <w:lang w:bidi="bn-IN"/>
        </w:rPr>
        <w:t>এর দিকেই যাত্রা অর্থাৎ</w:t>
      </w:r>
      <w:r w:rsidR="009414C6">
        <w:rPr>
          <w:lang w:bidi="bn-IN"/>
        </w:rPr>
        <w:t xml:space="preserve"> </w:t>
      </w:r>
      <w:r w:rsidRPr="003F52A2">
        <w:rPr>
          <w:cs/>
          <w:lang w:bidi="bn-IN"/>
        </w:rPr>
        <w:t>সেই সত্তারই পরিবর্ধিত রূপ সে লাভ করে। একই সত্তা তার প্রথম</w:t>
      </w:r>
      <w:r w:rsidRPr="003F52A2">
        <w:t>,</w:t>
      </w:r>
      <w:r w:rsidRPr="003F52A2">
        <w:rPr>
          <w:cs/>
          <w:lang w:bidi="bn-IN"/>
        </w:rPr>
        <w:t>মধ্যবর্তী ও শেষ পর্যায়ে বিদ্যমান</w:t>
      </w:r>
      <w:r w:rsidR="009414C6">
        <w:rPr>
          <w:lang w:bidi="bn-IN"/>
        </w:rPr>
        <w:t xml:space="preserve"> </w:t>
      </w:r>
      <w:r w:rsidRPr="003F52A2">
        <w:rPr>
          <w:cs/>
          <w:lang w:bidi="bn-IN"/>
        </w:rPr>
        <w:t>রয়েছে। যতই সে পূর্ণতার দিকে অগ্রসর হয় ততই সে স্বকীয় মূল সত্</w:t>
      </w:r>
      <w:r w:rsidR="009414C6">
        <w:rPr>
          <w:cs/>
          <w:lang w:bidi="bn-IN"/>
        </w:rPr>
        <w:t>তা লাভ করে। সে অপূর্ণ স্বসত্তা</w:t>
      </w:r>
      <w:r w:rsidR="009414C6">
        <w:rPr>
          <w:lang w:bidi="bn-IN"/>
        </w:rPr>
        <w:t xml:space="preserve"> </w:t>
      </w:r>
      <w:r w:rsidRPr="003F52A2">
        <w:rPr>
          <w:cs/>
          <w:lang w:bidi="bn-IN"/>
        </w:rPr>
        <w:t>হতে পূর্ণ স্বসত্তার দিকে যাত্রা করে। এই বৃক্ষটি আত্মসচেতনতা ব্যতিরেকেই তার পূর্ণতার দিকে</w:t>
      </w:r>
      <w:r w:rsidR="009414C6">
        <w:rPr>
          <w:lang w:bidi="bn-IN"/>
        </w:rPr>
        <w:t xml:space="preserve"> </w:t>
      </w:r>
      <w:r w:rsidRPr="003F52A2">
        <w:rPr>
          <w:cs/>
          <w:lang w:bidi="bn-IN"/>
        </w:rPr>
        <w:t>এগিয়ে যায়। যদি বৃক্ষটি আত্মবোধ</w:t>
      </w:r>
      <w:r w:rsidR="009414C6">
        <w:rPr>
          <w:lang w:bidi="bn-IN"/>
        </w:rPr>
        <w:t xml:space="preserve"> </w:t>
      </w:r>
      <w:r w:rsidRPr="003F52A2">
        <w:rPr>
          <w:cs/>
          <w:lang w:bidi="bn-IN"/>
        </w:rPr>
        <w:t>সম্পন্ন হতো</w:t>
      </w:r>
      <w:r w:rsidRPr="003F52A2">
        <w:t>,</w:t>
      </w:r>
      <w:r w:rsidRPr="003F52A2">
        <w:rPr>
          <w:cs/>
          <w:lang w:bidi="bn-IN"/>
        </w:rPr>
        <w:t>তবে নিশ্চয়ই তার মধ্যে পূর্ণতার</w:t>
      </w:r>
      <w:r w:rsidR="009414C6">
        <w:rPr>
          <w:cs/>
          <w:lang w:bidi="bn-IN"/>
        </w:rPr>
        <w:t xml:space="preserve"> প্রতি আকর্ষণ</w:t>
      </w:r>
      <w:r w:rsidR="009414C6">
        <w:rPr>
          <w:lang w:bidi="bn-IN"/>
        </w:rPr>
        <w:t xml:space="preserve"> </w:t>
      </w:r>
      <w:r w:rsidRPr="003F52A2">
        <w:rPr>
          <w:cs/>
          <w:lang w:bidi="bn-IN"/>
        </w:rPr>
        <w:t>থাকত। সকল সৃষ্টিই সহজাতভাবে পূর্ণতার আকাঙ্ক্ষী। বৃক্ষও তার পূর্ণতার প্রতি আসক্ত</w:t>
      </w:r>
      <w:r w:rsidRPr="003F52A2">
        <w:t>,</w:t>
      </w:r>
      <w:r w:rsidR="009414C6">
        <w:rPr>
          <w:cs/>
          <w:lang w:bidi="bn-IN"/>
        </w:rPr>
        <w:t>এমনকি</w:t>
      </w:r>
      <w:r w:rsidR="009414C6">
        <w:rPr>
          <w:lang w:bidi="bn-IN"/>
        </w:rPr>
        <w:t xml:space="preserve"> </w:t>
      </w:r>
      <w:r w:rsidRPr="003F52A2">
        <w:rPr>
          <w:cs/>
          <w:lang w:bidi="bn-IN"/>
        </w:rPr>
        <w:t>কারো কারো মতে প্রাণহীন বস্তুসমূহও পূর্ণতার আকাঙ্ক্ষী। সকলেই</w:t>
      </w:r>
      <w:r w:rsidR="009414C6">
        <w:rPr>
          <w:cs/>
          <w:lang w:bidi="bn-IN"/>
        </w:rPr>
        <w:t xml:space="preserve"> তার নিজস্ব চূড়ান্ত পূর্ণতার</w:t>
      </w:r>
      <w:r w:rsidR="009414C6">
        <w:rPr>
          <w:lang w:bidi="bn-IN"/>
        </w:rPr>
        <w:t xml:space="preserve"> </w:t>
      </w:r>
      <w:r w:rsidRPr="003F52A2">
        <w:rPr>
          <w:cs/>
          <w:lang w:bidi="bn-IN"/>
        </w:rPr>
        <w:t>প্রত্যাশী।</w:t>
      </w:r>
    </w:p>
    <w:p w:rsidR="009414C6" w:rsidRDefault="003F52A2" w:rsidP="009414C6">
      <w:pPr>
        <w:pStyle w:val="libNormal"/>
      </w:pPr>
      <w:r w:rsidRPr="003F52A2">
        <w:rPr>
          <w:cs/>
          <w:lang w:bidi="bn-IN"/>
        </w:rPr>
        <w:t>সুতরাং কোন বস্তুর নিজ পূর্ণতার প্রতি সংলগ্নতা ও সম্পর্ক সারটা</w:t>
      </w:r>
      <w:r w:rsidR="009414C6">
        <w:rPr>
          <w:cs/>
          <w:lang w:bidi="bn-IN"/>
        </w:rPr>
        <w:t xml:space="preserve">রের দৃষ্টিভঙ্গির বিপরীতে </w:t>
      </w:r>
      <w:r w:rsidR="009414C6" w:rsidRPr="009414C6">
        <w:rPr>
          <w:cs/>
          <w:lang w:bidi="bn-IN"/>
        </w:rPr>
        <w:t>ভিন্ন</w:t>
      </w:r>
      <w:r w:rsidR="009414C6">
        <w:rPr>
          <w:lang w:bidi="bn-IN"/>
        </w:rPr>
        <w:t xml:space="preserve"> </w:t>
      </w:r>
      <w:r w:rsidRPr="003F52A2">
        <w:rPr>
          <w:cs/>
          <w:lang w:bidi="bn-IN"/>
        </w:rPr>
        <w:t>সত্তায় পরিণত হওয়া নয় বরং স্বকীয় সত্তার বিকাশ ও পূর্ণতা যা তাকে অধিক নিজ সত্তার দি</w:t>
      </w:r>
      <w:r w:rsidR="003E5D70">
        <w:rPr>
          <w:cs/>
          <w:lang w:bidi="bn-IN"/>
        </w:rPr>
        <w:t>কে</w:t>
      </w:r>
      <w:r w:rsidR="009414C6">
        <w:rPr>
          <w:lang w:bidi="bn-IN"/>
        </w:rPr>
        <w:t xml:space="preserve"> </w:t>
      </w:r>
      <w:r w:rsidRPr="003F52A2">
        <w:rPr>
          <w:cs/>
          <w:lang w:bidi="bn-IN"/>
        </w:rPr>
        <w:t>পরিচালিত করে। যদি মানুষের স্বাধীনতা এমন হয় যে</w:t>
      </w:r>
      <w:r w:rsidRPr="003F52A2">
        <w:t>,</w:t>
      </w:r>
      <w:r w:rsidRPr="003F52A2">
        <w:rPr>
          <w:cs/>
          <w:lang w:bidi="bn-IN"/>
        </w:rPr>
        <w:t>সে নিজ চূড়ান্ত লক্ষ্য ও পূর্ণতা হতেও স্বাধী</w:t>
      </w:r>
      <w:r w:rsidR="00C96FA9">
        <w:rPr>
          <w:cs/>
          <w:lang w:bidi="bn-IN"/>
        </w:rPr>
        <w:t>ন</w:t>
      </w:r>
      <w:r w:rsidR="009414C6">
        <w:rPr>
          <w:lang w:bidi="bn-IN"/>
        </w:rPr>
        <w:t xml:space="preserve"> </w:t>
      </w:r>
      <w:r w:rsidRPr="003F52A2">
        <w:rPr>
          <w:cs/>
          <w:lang w:bidi="bn-IN"/>
        </w:rPr>
        <w:t>হতে চায়</w:t>
      </w:r>
      <w:r w:rsidRPr="003F52A2">
        <w:t>,</w:t>
      </w:r>
      <w:r w:rsidRPr="003F52A2">
        <w:rPr>
          <w:cs/>
          <w:lang w:bidi="bn-IN"/>
        </w:rPr>
        <w:t>তবে এ স্বাধীনতাই তাকে নিজের নিকট আগন্তুক করে তোলে ও ভিন্ন সত্তায় পরিণত করে</w:t>
      </w:r>
      <w:r w:rsidR="009414C6">
        <w:rPr>
          <w:lang w:bidi="bn-IN"/>
        </w:rPr>
        <w:t xml:space="preserve"> </w:t>
      </w:r>
      <w:r w:rsidRPr="003F52A2">
        <w:rPr>
          <w:cs/>
          <w:lang w:bidi="bn-IN"/>
        </w:rPr>
        <w:t>এবং এ ধরনের স্বাধীনতা মানুষের পূর্ণতার পরিপন্থী। স্বাধীন</w:t>
      </w:r>
      <w:r w:rsidR="009414C6">
        <w:rPr>
          <w:cs/>
          <w:lang w:bidi="bn-IN"/>
        </w:rPr>
        <w:t>তার অর্থ যদি এতটা ব্যাপক হয় যে</w:t>
      </w:r>
      <w:r w:rsidRPr="003F52A2">
        <w:t>,</w:t>
      </w:r>
      <w:r w:rsidRPr="003F52A2">
        <w:rPr>
          <w:cs/>
          <w:lang w:bidi="bn-IN"/>
        </w:rPr>
        <w:t>মানুষের পূর্ণতা হতেও স্বাধীন হওয়া বুঝায়</w:t>
      </w:r>
      <w:r w:rsidRPr="003F52A2">
        <w:t>,</w:t>
      </w:r>
      <w:r w:rsidRPr="003F52A2">
        <w:rPr>
          <w:cs/>
          <w:lang w:bidi="bn-IN"/>
        </w:rPr>
        <w:t>তবে এর অর্থ দাঁড়াবে মানুষে</w:t>
      </w:r>
      <w:r w:rsidR="009414C6">
        <w:rPr>
          <w:cs/>
          <w:lang w:bidi="bn-IN"/>
        </w:rPr>
        <w:t>র অপূর্ণ সত্তা তার পূর্ণসত্তা</w:t>
      </w:r>
      <w:r w:rsidR="009414C6">
        <w:rPr>
          <w:lang w:bidi="bn-IN"/>
        </w:rPr>
        <w:t xml:space="preserve"> </w:t>
      </w:r>
      <w:r w:rsidRPr="003F52A2">
        <w:rPr>
          <w:cs/>
          <w:lang w:bidi="bn-IN"/>
        </w:rPr>
        <w:t>হতেও পূর্ণতর। তাই আমাদের দেখতে হবে এ স্বাধীনতা আ</w:t>
      </w:r>
      <w:r w:rsidR="009414C6">
        <w:rPr>
          <w:cs/>
          <w:lang w:bidi="bn-IN"/>
        </w:rPr>
        <w:t xml:space="preserve">মাদের আপন সত্তা হতে দূরে </w:t>
      </w:r>
      <w:r w:rsidR="009414C6" w:rsidRPr="009414C6">
        <w:rPr>
          <w:cs/>
          <w:lang w:bidi="bn-IN"/>
        </w:rPr>
        <w:t>সরিয়ে</w:t>
      </w:r>
      <w:r w:rsidR="009414C6">
        <w:rPr>
          <w:lang w:bidi="bn-IN"/>
        </w:rPr>
        <w:t xml:space="preserve"> </w:t>
      </w:r>
      <w:r w:rsidRPr="003F52A2">
        <w:rPr>
          <w:cs/>
          <w:lang w:bidi="bn-IN"/>
        </w:rPr>
        <w:t>দিচ্ছে নাকি এ বস্তু সংশ্লিষ্টতা</w:t>
      </w:r>
      <w:r w:rsidRPr="003F52A2">
        <w:t>?</w:t>
      </w:r>
    </w:p>
    <w:p w:rsidR="009414C6" w:rsidRDefault="003F52A2" w:rsidP="009414C6">
      <w:pPr>
        <w:pStyle w:val="libNormal"/>
        <w:rPr>
          <w:cs/>
          <w:lang w:bidi="bn-IN"/>
        </w:rPr>
      </w:pPr>
      <w:r w:rsidRPr="003F52A2">
        <w:rPr>
          <w:cs/>
          <w:lang w:bidi="bn-IN"/>
        </w:rPr>
        <w:t xml:space="preserve">এ মতবাদে ভিন্ন সত্তার সঙ্গে সংশ্লিষ্টতা ও আপন সত্তার পূর্ণতর </w:t>
      </w:r>
      <w:r w:rsidR="009414C6">
        <w:rPr>
          <w:cs/>
          <w:lang w:bidi="bn-IN"/>
        </w:rPr>
        <w:t xml:space="preserve">রূপের সঙ্গে সংশ্লিষ্টতার </w:t>
      </w:r>
      <w:r w:rsidR="009414C6" w:rsidRPr="009414C6">
        <w:rPr>
          <w:cs/>
          <w:lang w:bidi="bn-IN"/>
        </w:rPr>
        <w:t>মধ্যে</w:t>
      </w:r>
      <w:r w:rsidR="009414C6">
        <w:rPr>
          <w:lang w:bidi="bn-IN"/>
        </w:rPr>
        <w:t xml:space="preserve"> </w:t>
      </w:r>
      <w:r w:rsidRPr="003F52A2">
        <w:rPr>
          <w:cs/>
          <w:lang w:bidi="bn-IN"/>
        </w:rPr>
        <w:t>পার্থক্য করা হয়নি। আমরাও এটা বিশ্বাস করি যে</w:t>
      </w:r>
      <w:r w:rsidRPr="003F52A2">
        <w:t>,</w:t>
      </w:r>
      <w:r w:rsidRPr="003F52A2">
        <w:rPr>
          <w:cs/>
          <w:lang w:bidi="bn-IN"/>
        </w:rPr>
        <w:t>ভিন্ন সত্তার সঙ্গে সংশ্লিষ্টতা মানুষের সত্তার</w:t>
      </w:r>
      <w:r w:rsidR="009414C6">
        <w:rPr>
          <w:lang w:bidi="bn-IN"/>
        </w:rPr>
        <w:t xml:space="preserve"> </w:t>
      </w:r>
      <w:r w:rsidRPr="003F52A2">
        <w:rPr>
          <w:cs/>
          <w:lang w:bidi="bn-IN"/>
        </w:rPr>
        <w:t>পরিবর্তন ও রূপান্তর ঘটায়। আমরা যদি দেখি কেন সকল ধর্মই মানুষকে দুনিয়ার প্রতি আসক্ত হতে</w:t>
      </w:r>
      <w:r w:rsidR="009414C6">
        <w:rPr>
          <w:lang w:bidi="bn-IN"/>
        </w:rPr>
        <w:t xml:space="preserve"> </w:t>
      </w:r>
      <w:r w:rsidRPr="003F52A2">
        <w:rPr>
          <w:cs/>
          <w:lang w:bidi="bn-IN"/>
        </w:rPr>
        <w:t>নিষেধ করেছে</w:t>
      </w:r>
      <w:r w:rsidRPr="003F52A2">
        <w:t xml:space="preserve">? </w:t>
      </w:r>
      <w:r w:rsidRPr="003F52A2">
        <w:rPr>
          <w:cs/>
          <w:lang w:bidi="bn-IN"/>
        </w:rPr>
        <w:t>এ কারণে যে</w:t>
      </w:r>
      <w:r w:rsidRPr="003F52A2">
        <w:t>,</w:t>
      </w:r>
      <w:r w:rsidRPr="003F52A2">
        <w:rPr>
          <w:cs/>
          <w:lang w:bidi="bn-IN"/>
        </w:rPr>
        <w:t>বস্তুবাদিতা ও দুনিয়া</w:t>
      </w:r>
      <w:r w:rsidR="009414C6">
        <w:rPr>
          <w:lang w:bidi="bn-IN"/>
        </w:rPr>
        <w:t xml:space="preserve"> </w:t>
      </w:r>
      <w:r w:rsidRPr="003F52A2">
        <w:rPr>
          <w:cs/>
          <w:lang w:bidi="bn-IN"/>
        </w:rPr>
        <w:t>প্রেম ভিন্ন সত্তার প্রতিই প্রেম যা তার মানবীয়</w:t>
      </w:r>
      <w:r w:rsidR="009414C6">
        <w:rPr>
          <w:lang w:bidi="bn-IN"/>
        </w:rPr>
        <w:t xml:space="preserve"> </w:t>
      </w:r>
      <w:r w:rsidRPr="003F52A2">
        <w:rPr>
          <w:cs/>
          <w:lang w:bidi="bn-IN"/>
        </w:rPr>
        <w:t>মূল্যবোধের ধ্বংস সাধন করে। কিন্তু যে বিষয়টি মানুষের পূর্ণতার সঙ্গে</w:t>
      </w:r>
      <w:r w:rsidR="009414C6">
        <w:rPr>
          <w:cs/>
          <w:lang w:bidi="bn-IN"/>
        </w:rPr>
        <w:t xml:space="preserve"> সংশ্লিষ্ট তা কোন অপরিচিত ও</w:t>
      </w:r>
      <w:r w:rsidR="009414C6">
        <w:rPr>
          <w:lang w:bidi="bn-IN"/>
        </w:rPr>
        <w:t xml:space="preserve"> </w:t>
      </w:r>
      <w:r w:rsidRPr="003F52A2">
        <w:rPr>
          <w:cs/>
          <w:lang w:bidi="bn-IN"/>
        </w:rPr>
        <w:t>ভিন্ন সত্তা নয়</w:t>
      </w:r>
      <w:r w:rsidRPr="003F52A2">
        <w:t>,</w:t>
      </w:r>
      <w:r w:rsidRPr="003F52A2">
        <w:rPr>
          <w:cs/>
          <w:lang w:bidi="bn-IN"/>
        </w:rPr>
        <w:t>বরং তা তার স্বকীয় সত্তা এবং স্বসত্তার প্রতিই আসক্তি। এ সংশ্লিষ্টতা মানুষকে</w:t>
      </w:r>
      <w:r w:rsidR="009414C6">
        <w:rPr>
          <w:lang w:bidi="bn-IN"/>
        </w:rPr>
        <w:t xml:space="preserve"> </w:t>
      </w:r>
      <w:r w:rsidRPr="003F52A2">
        <w:rPr>
          <w:cs/>
          <w:lang w:bidi="bn-IN"/>
        </w:rPr>
        <w:t>আত্মবিস্মৃত ও অসচেতন করে না। স্বসত্তা</w:t>
      </w:r>
      <w:r w:rsidR="009414C6">
        <w:rPr>
          <w:lang w:bidi="bn-IN"/>
        </w:rPr>
        <w:t xml:space="preserve"> </w:t>
      </w:r>
      <w:r w:rsidRPr="003F52A2">
        <w:rPr>
          <w:cs/>
          <w:lang w:bidi="bn-IN"/>
        </w:rPr>
        <w:t>প্রীতি স্থবিরতা নয়</w:t>
      </w:r>
      <w:r w:rsidRPr="003F52A2">
        <w:t>,</w:t>
      </w:r>
      <w:r w:rsidRPr="003F52A2">
        <w:rPr>
          <w:cs/>
          <w:lang w:bidi="bn-IN"/>
        </w:rPr>
        <w:t>গতি স্থিতিতে পরিণত হওয়াও নয় যে</w:t>
      </w:r>
      <w:r w:rsidRPr="003F52A2">
        <w:t>,</w:t>
      </w:r>
      <w:r w:rsidRPr="003F52A2">
        <w:rPr>
          <w:cs/>
          <w:lang w:bidi="bn-IN"/>
        </w:rPr>
        <w:t>বলা যাবে সে আপন মূল্যবোধকে হারিয়েছে</w:t>
      </w:r>
      <w:r w:rsidRPr="003F52A2">
        <w:t>,</w:t>
      </w:r>
      <w:r w:rsidRPr="003F52A2">
        <w:rPr>
          <w:cs/>
          <w:lang w:bidi="bn-IN"/>
        </w:rPr>
        <w:t>বরং এটা তার পূর্ণতার</w:t>
      </w:r>
      <w:r w:rsidR="009414C6">
        <w:rPr>
          <w:cs/>
          <w:lang w:bidi="bn-IN"/>
        </w:rPr>
        <w:t xml:space="preserve"> প্রতি আসক্তি ও সংশ্লিষ্টতা যা</w:t>
      </w:r>
      <w:r w:rsidR="009414C6">
        <w:rPr>
          <w:lang w:bidi="bn-IN"/>
        </w:rPr>
        <w:t xml:space="preserve"> </w:t>
      </w:r>
      <w:r w:rsidRPr="003F52A2">
        <w:rPr>
          <w:cs/>
          <w:lang w:bidi="bn-IN"/>
        </w:rPr>
        <w:t>তাকে গতি দান করে ও চূড়া</w:t>
      </w:r>
      <w:r w:rsidR="009414C6">
        <w:rPr>
          <w:cs/>
          <w:lang w:bidi="bn-IN"/>
        </w:rPr>
        <w:t>ন্ত পূর্ণতার দিকে পরিচালিত করে</w:t>
      </w:r>
      <w:r w:rsidRPr="003F52A2">
        <w:rPr>
          <w:cs/>
          <w:lang w:bidi="hi-IN"/>
        </w:rPr>
        <w:t>।</w:t>
      </w:r>
    </w:p>
    <w:p w:rsidR="009414C6" w:rsidRPr="00C640B7" w:rsidRDefault="009414C6" w:rsidP="00C640B7">
      <w:pPr>
        <w:rPr>
          <w:rtl/>
          <w:cs/>
        </w:rPr>
      </w:pPr>
      <w:r>
        <w:rPr>
          <w:cs/>
          <w:lang w:bidi="bn-IN"/>
        </w:rPr>
        <w:br w:type="page"/>
      </w:r>
    </w:p>
    <w:p w:rsidR="009414C6" w:rsidRDefault="003F52A2" w:rsidP="009414C6">
      <w:pPr>
        <w:pStyle w:val="Heading1"/>
        <w:rPr>
          <w:lang w:bidi="bn-IN"/>
        </w:rPr>
      </w:pPr>
      <w:bookmarkStart w:id="71" w:name="_Toc392601480"/>
      <w:r w:rsidRPr="003F52A2">
        <w:rPr>
          <w:cs/>
          <w:lang w:bidi="bn-IN"/>
        </w:rPr>
        <w:t xml:space="preserve">স্রষ্টার সঙ্গে </w:t>
      </w:r>
      <w:r w:rsidR="000C4B23">
        <w:rPr>
          <w:cs/>
          <w:lang w:bidi="bn-IN"/>
        </w:rPr>
        <w:t>সম্পর্কে</w:t>
      </w:r>
      <w:r w:rsidRPr="003F52A2">
        <w:rPr>
          <w:cs/>
          <w:lang w:bidi="bn-IN"/>
        </w:rPr>
        <w:t>র ক্ষেত্রে এ মতবাদের ভুল ধারণা</w:t>
      </w:r>
      <w:bookmarkEnd w:id="71"/>
    </w:p>
    <w:p w:rsidR="009414C6" w:rsidRDefault="009414C6" w:rsidP="009414C6">
      <w:pPr>
        <w:pStyle w:val="libNormal"/>
        <w:rPr>
          <w:lang w:bidi="bn-IN"/>
        </w:rPr>
      </w:pPr>
    </w:p>
    <w:p w:rsidR="0082463C" w:rsidRDefault="003F52A2" w:rsidP="009414C6">
      <w:pPr>
        <w:pStyle w:val="libNormal"/>
        <w:rPr>
          <w:lang w:bidi="bn-IN"/>
        </w:rPr>
      </w:pPr>
      <w:r w:rsidRPr="003F52A2">
        <w:rPr>
          <w:cs/>
          <w:lang w:bidi="bn-IN"/>
        </w:rPr>
        <w:t>সারটারকে বলতে চাই</w:t>
      </w:r>
      <w:r w:rsidRPr="003F52A2">
        <w:t>,</w:t>
      </w:r>
      <w:r w:rsidRPr="003F52A2">
        <w:rPr>
          <w:cs/>
          <w:lang w:bidi="bn-IN"/>
        </w:rPr>
        <w:t>দু</w:t>
      </w:r>
      <w:r w:rsidRPr="00D542A0">
        <w:rPr>
          <w:rStyle w:val="libAlaemChar"/>
        </w:rPr>
        <w:t>’</w:t>
      </w:r>
      <w:r w:rsidRPr="003F52A2">
        <w:rPr>
          <w:cs/>
          <w:lang w:bidi="bn-IN"/>
        </w:rPr>
        <w:t xml:space="preserve">ভাবে আমরা বলতে পারি স্রষ্টা </w:t>
      </w:r>
      <w:r w:rsidR="00FE6D44">
        <w:rPr>
          <w:cs/>
          <w:lang w:bidi="bn-IN"/>
        </w:rPr>
        <w:t>তার</w:t>
      </w:r>
      <w:r w:rsidR="0084595C">
        <w:rPr>
          <w:cs/>
          <w:lang w:bidi="bn-IN"/>
        </w:rPr>
        <w:t xml:space="preserve"> সৃষ্টি হতে ভিন্ন নয়। প্রথমত</w:t>
      </w:r>
      <w:r w:rsidR="0084595C">
        <w:rPr>
          <w:lang w:bidi="bn-IN"/>
        </w:rPr>
        <w:t xml:space="preserve"> </w:t>
      </w:r>
      <w:r w:rsidRPr="003F52A2">
        <w:rPr>
          <w:cs/>
          <w:lang w:bidi="bn-IN"/>
        </w:rPr>
        <w:t>আল্লাহর সঙ্গে মানুষের সম্পর্ক ভিন্ন সত্তার সঙ্গে সংশ্লিষ্টতা নয় যে</w:t>
      </w:r>
      <w:r w:rsidRPr="003F52A2">
        <w:t>,</w:t>
      </w:r>
      <w:r w:rsidRPr="003F52A2">
        <w:rPr>
          <w:cs/>
          <w:lang w:bidi="bn-IN"/>
        </w:rPr>
        <w:t>এ সম্পর্ক তার সত্তাকে ভুলিয়ে</w:t>
      </w:r>
      <w:r w:rsidR="0084595C">
        <w:rPr>
          <w:lang w:bidi="bn-IN"/>
        </w:rPr>
        <w:t xml:space="preserve"> </w:t>
      </w:r>
      <w:r w:rsidRPr="003F52A2">
        <w:rPr>
          <w:cs/>
          <w:lang w:bidi="bn-IN"/>
        </w:rPr>
        <w:t>দেবে। কা</w:t>
      </w:r>
      <w:r w:rsidR="0084595C">
        <w:rPr>
          <w:cs/>
          <w:lang w:bidi="bn-IN"/>
        </w:rPr>
        <w:t>রণ যে কোন বস্তুর স্রষ্টা যা কর্তৃ</w:t>
      </w:r>
      <w:r w:rsidRPr="003F52A2">
        <w:rPr>
          <w:cs/>
          <w:lang w:bidi="bn-IN"/>
        </w:rPr>
        <w:t>কারণ বা উৎপত্তি দানকা</w:t>
      </w:r>
      <w:r w:rsidR="0082463C">
        <w:rPr>
          <w:cs/>
          <w:lang w:bidi="bn-IN"/>
        </w:rPr>
        <w:t>রী কর্তা তা ঐ বস্তুসত্তা হতেও ঐ</w:t>
      </w:r>
      <w:r w:rsidR="0082463C">
        <w:rPr>
          <w:lang w:bidi="bn-IN"/>
        </w:rPr>
        <w:t xml:space="preserve"> </w:t>
      </w:r>
      <w:r w:rsidRPr="003F52A2">
        <w:rPr>
          <w:cs/>
          <w:lang w:bidi="bn-IN"/>
        </w:rPr>
        <w:t>বস্তুর নিকটবর্তী। ঐ বস্তুর সত্তাটি অস্তিত্বগতভাবেই তার স্রষ্টার উপর সম্পূর্ণ নির্ভরশীল এবং তার অস্তিত্বে টিকে থাকাও তদ্রূপ। ইসলামী দর্শন অত্যন্ত বলিষ্ঠ যুক্তি-প্রমাণ দিয়ে বিষয়টি প্রমাণ করেছে।</w:t>
      </w:r>
    </w:p>
    <w:p w:rsidR="0082463C" w:rsidRDefault="003F52A2" w:rsidP="009414C6">
      <w:pPr>
        <w:pStyle w:val="libNormal"/>
      </w:pPr>
      <w:r w:rsidRPr="003F52A2">
        <w:rPr>
          <w:cs/>
          <w:lang w:bidi="bn-IN"/>
        </w:rPr>
        <w:t>কোরআন বলছে</w:t>
      </w:r>
      <w:r w:rsidRPr="003F52A2">
        <w:t>,</w:t>
      </w:r>
      <w:r w:rsidR="0082463C" w:rsidRPr="0082463C">
        <w:rPr>
          <w:rStyle w:val="libAieChar"/>
          <w:rtl/>
        </w:rPr>
        <w:t>وَنَحْنُ أَقْرَ‌بُ إِلَيْهِ مِنكُمْ وَلَـٰكِن</w:t>
      </w:r>
      <w:r w:rsidR="0082463C">
        <w:t xml:space="preserve"> </w:t>
      </w:r>
      <w:r w:rsidRPr="00D542A0">
        <w:rPr>
          <w:rStyle w:val="libAlaemChar"/>
        </w:rPr>
        <w:t>“</w:t>
      </w:r>
      <w:r w:rsidRPr="003F52A2">
        <w:rPr>
          <w:cs/>
          <w:lang w:bidi="bn-IN"/>
        </w:rPr>
        <w:t>আমরা তোমাদের হতেও তার নিকটবর্তী।</w:t>
      </w:r>
      <w:r w:rsidRPr="00D542A0">
        <w:rPr>
          <w:rStyle w:val="libAlaemChar"/>
        </w:rPr>
        <w:t>”</w:t>
      </w:r>
      <w:r w:rsidRPr="003F52A2">
        <w:t xml:space="preserve"> (</w:t>
      </w:r>
      <w:r w:rsidRPr="003F52A2">
        <w:rPr>
          <w:cs/>
          <w:lang w:bidi="bn-IN"/>
        </w:rPr>
        <w:t>সূরা</w:t>
      </w:r>
      <w:r w:rsidR="0082463C">
        <w:rPr>
          <w:lang w:bidi="bn-IN"/>
        </w:rPr>
        <w:t xml:space="preserve"> </w:t>
      </w:r>
      <w:r w:rsidRPr="003F52A2">
        <w:rPr>
          <w:cs/>
          <w:lang w:bidi="bn-IN"/>
        </w:rPr>
        <w:t xml:space="preserve">ওয়াকেয়াহ্ : ৮৫) তোমাদের নিজ হতে তোমাদের সত্তা </w:t>
      </w:r>
      <w:r w:rsidR="000C4B23">
        <w:rPr>
          <w:cs/>
          <w:lang w:bidi="bn-IN"/>
        </w:rPr>
        <w:t>সম্পর্কে</w:t>
      </w:r>
      <w:r w:rsidRPr="003F52A2">
        <w:rPr>
          <w:cs/>
          <w:lang w:bidi="bn-IN"/>
        </w:rPr>
        <w:t xml:space="preserve"> আমরা অধিক অবগতই শুধু নই</w:t>
      </w:r>
      <w:r w:rsidRPr="003F52A2">
        <w:t>,</w:t>
      </w:r>
      <w:r w:rsidRPr="003F52A2">
        <w:rPr>
          <w:cs/>
          <w:lang w:bidi="bn-IN"/>
        </w:rPr>
        <w:t>বরং</w:t>
      </w:r>
      <w:r w:rsidR="0082463C">
        <w:rPr>
          <w:lang w:bidi="bn-IN"/>
        </w:rPr>
        <w:t xml:space="preserve"> </w:t>
      </w:r>
      <w:r w:rsidRPr="003F52A2">
        <w:rPr>
          <w:cs/>
          <w:lang w:bidi="bn-IN"/>
        </w:rPr>
        <w:t>আমাদের সত্তা তোমাদের সত্তা হতে তোমাদের অধিক নিকটবর্তী। কোরআনের এ কথাটি খুবই অর্থবহ</w:t>
      </w:r>
      <w:r w:rsidR="0082463C">
        <w:rPr>
          <w:lang w:bidi="bn-IN"/>
        </w:rPr>
        <w:t xml:space="preserve"> </w:t>
      </w:r>
      <w:r w:rsidRPr="003F52A2">
        <w:rPr>
          <w:cs/>
          <w:lang w:bidi="bn-IN"/>
        </w:rPr>
        <w:t>ও আশ্চর্যজনক। সকলেই বলে</w:t>
      </w:r>
      <w:r w:rsidRPr="003F52A2">
        <w:t>,</w:t>
      </w:r>
      <w:r w:rsidRPr="003F52A2">
        <w:rPr>
          <w:cs/>
          <w:lang w:bidi="bn-IN"/>
        </w:rPr>
        <w:t>আমিই আমার সত্তার সর্বাধিক নিকট</w:t>
      </w:r>
      <w:r w:rsidRPr="003F52A2">
        <w:t>,</w:t>
      </w:r>
      <w:r w:rsidRPr="003F52A2">
        <w:rPr>
          <w:cs/>
          <w:lang w:bidi="bn-IN"/>
        </w:rPr>
        <w:t>কিন্তু কোরআন বলছে</w:t>
      </w:r>
      <w:r w:rsidRPr="003F52A2">
        <w:t>,</w:t>
      </w:r>
      <w:r w:rsidRPr="003F52A2">
        <w:rPr>
          <w:cs/>
          <w:lang w:bidi="bn-IN"/>
        </w:rPr>
        <w:t>আল্লা</w:t>
      </w:r>
      <w:r w:rsidR="0082463C">
        <w:rPr>
          <w:cs/>
          <w:lang w:bidi="bn-IN"/>
        </w:rPr>
        <w:t>হ</w:t>
      </w:r>
      <w:r w:rsidR="0082463C">
        <w:rPr>
          <w:lang w:bidi="bn-IN"/>
        </w:rPr>
        <w:t xml:space="preserve"> </w:t>
      </w:r>
      <w:r w:rsidR="0082463C">
        <w:rPr>
          <w:cs/>
          <w:lang w:bidi="bn-IN"/>
        </w:rPr>
        <w:t>স</w:t>
      </w:r>
      <w:r w:rsidRPr="003F52A2">
        <w:rPr>
          <w:cs/>
          <w:lang w:bidi="bn-IN"/>
        </w:rPr>
        <w:t>কল বস্তুর সত্তা হতে ঐ বস্তুর অধিক নিকটে। সুতরাং আল্লাহ্ সকল বস্তুসত্তা হতে ঐ বস্তুর জন্য</w:t>
      </w:r>
      <w:r w:rsidR="0082463C">
        <w:rPr>
          <w:lang w:bidi="bn-IN"/>
        </w:rPr>
        <w:t xml:space="preserve"> </w:t>
      </w:r>
      <w:r w:rsidRPr="003F52A2">
        <w:rPr>
          <w:cs/>
          <w:lang w:bidi="bn-IN"/>
        </w:rPr>
        <w:t>অধিকতর আপন সত্তা</w:t>
      </w:r>
      <w:r w:rsidR="0082463C">
        <w:rPr>
          <w:lang w:bidi="bn-IN"/>
        </w:rPr>
        <w:t xml:space="preserve"> </w:t>
      </w:r>
      <w:r w:rsidRPr="003F52A2">
        <w:rPr>
          <w:cs/>
          <w:lang w:bidi="bn-IN"/>
        </w:rPr>
        <w:t xml:space="preserve">সংশ্লিষ্ট। অবশ্য এ বিষয়টি বুঝা বেশ কঠিন ও উচ্চতর দার্শনিক প্রাজ্ঞজনোচিত।(ইসলাম যে কথা বলেছে মানবিক জ্ঞান সে স্থানে আরো সহস্র বছরেও </w:t>
      </w:r>
      <w:r w:rsidR="00611BB9">
        <w:rPr>
          <w:cs/>
          <w:lang w:bidi="bn-IN"/>
        </w:rPr>
        <w:t>পৌ</w:t>
      </w:r>
      <w:r w:rsidRPr="003F52A2">
        <w:rPr>
          <w:cs/>
          <w:lang w:bidi="bn-IN"/>
        </w:rPr>
        <w:t>ছতে পারবে না।)</w:t>
      </w:r>
      <w:r w:rsidR="0082463C">
        <w:rPr>
          <w:lang w:bidi="bn-IN"/>
        </w:rPr>
        <w:t xml:space="preserve"> </w:t>
      </w:r>
      <w:r w:rsidRPr="003F52A2">
        <w:rPr>
          <w:cs/>
          <w:lang w:bidi="bn-IN"/>
        </w:rPr>
        <w:t>হযরত আলী (আ.) বলেছেন</w:t>
      </w:r>
      <w:r w:rsidRPr="003F52A2">
        <w:t>,</w:t>
      </w:r>
    </w:p>
    <w:p w:rsidR="0082463C" w:rsidRPr="0082463C" w:rsidRDefault="00942FA3" w:rsidP="00942FA3">
      <w:pPr>
        <w:pStyle w:val="libArCenter"/>
        <w:rPr>
          <w:rtl/>
          <w:cs/>
        </w:rPr>
      </w:pPr>
      <w:r>
        <w:rPr>
          <w:rFonts w:hint="cs"/>
          <w:rtl/>
          <w:lang w:bidi="ar-SA"/>
        </w:rPr>
        <w:t>داخل فی الأشیاء لا بالممازجة، خارج عن الأشیاء لا بالمباینة</w:t>
      </w:r>
    </w:p>
    <w:p w:rsidR="00942FA3" w:rsidRDefault="003F52A2" w:rsidP="009414C6">
      <w:pPr>
        <w:pStyle w:val="libNormal"/>
        <w:rPr>
          <w:lang w:bidi="bn-IN"/>
        </w:rPr>
      </w:pPr>
      <w:r w:rsidRPr="00D542A0">
        <w:rPr>
          <w:rStyle w:val="libAlaemChar"/>
        </w:rPr>
        <w:t>“</w:t>
      </w:r>
      <w:r w:rsidRPr="003F52A2">
        <w:rPr>
          <w:cs/>
          <w:lang w:bidi="bn-IN"/>
        </w:rPr>
        <w:t>আল্লাহ্ ঐ বস্তুসত্তার বাইরে নন এবং তা হতে পৃথক নন</w:t>
      </w:r>
      <w:r w:rsidRPr="003F52A2">
        <w:t>,</w:t>
      </w:r>
      <w:r w:rsidRPr="003F52A2">
        <w:rPr>
          <w:cs/>
          <w:lang w:bidi="bn-IN"/>
        </w:rPr>
        <w:t xml:space="preserve">তবে ঐ বস্তুসত্তার অভ্যন্তরেও </w:t>
      </w:r>
      <w:r w:rsidR="00FE6D44">
        <w:rPr>
          <w:cs/>
          <w:lang w:bidi="bn-IN"/>
        </w:rPr>
        <w:t>তার</w:t>
      </w:r>
      <w:r w:rsidR="00942FA3">
        <w:rPr>
          <w:lang w:bidi="bn-IN"/>
        </w:rPr>
        <w:t xml:space="preserve"> </w:t>
      </w:r>
      <w:r w:rsidRPr="003F52A2">
        <w:rPr>
          <w:cs/>
          <w:lang w:bidi="bn-IN"/>
        </w:rPr>
        <w:t>অবস্থান নয় যে</w:t>
      </w:r>
      <w:r w:rsidRPr="003F52A2">
        <w:t>,</w:t>
      </w:r>
      <w:r w:rsidRPr="003F52A2">
        <w:rPr>
          <w:cs/>
          <w:lang w:bidi="bn-IN"/>
        </w:rPr>
        <w:t>বলা যাবে তার সঙ্গে মিশ্রিত</w:t>
      </w:r>
      <w:r w:rsidRPr="00D542A0">
        <w:rPr>
          <w:rStyle w:val="libAlaemChar"/>
        </w:rPr>
        <w:t>”</w:t>
      </w:r>
      <w:r w:rsidR="00942FA3">
        <w:rPr>
          <w:rStyle w:val="libAlaemChar"/>
        </w:rPr>
        <w:t xml:space="preserve"> </w:t>
      </w:r>
      <w:r w:rsidR="00942FA3" w:rsidRPr="00942FA3">
        <w:rPr>
          <w:rStyle w:val="libArChar"/>
          <w:rFonts w:hint="cs"/>
          <w:rtl/>
        </w:rPr>
        <w:t>لیس فی الأشیاء بوالج و ما منها بخارج</w:t>
      </w:r>
      <w:r w:rsidR="00942FA3">
        <w:rPr>
          <w:rStyle w:val="libAlaemChar"/>
        </w:rPr>
        <w:t xml:space="preserve"> </w:t>
      </w:r>
      <w:r w:rsidRPr="003F52A2">
        <w:t>(</w:t>
      </w:r>
      <w:r w:rsidRPr="003F52A2">
        <w:rPr>
          <w:cs/>
          <w:lang w:bidi="bn-IN"/>
        </w:rPr>
        <w:t>নাহজুল বালাগাহ্</w:t>
      </w:r>
      <w:r w:rsidRPr="003F52A2">
        <w:t>,</w:t>
      </w:r>
      <w:r w:rsidRPr="003F52A2">
        <w:rPr>
          <w:cs/>
          <w:lang w:bidi="bn-IN"/>
        </w:rPr>
        <w:t>খুতবা নং ১৮৪)</w:t>
      </w:r>
    </w:p>
    <w:p w:rsidR="00942FA3" w:rsidRDefault="003F52A2" w:rsidP="00942FA3">
      <w:pPr>
        <w:pStyle w:val="libNormal"/>
        <w:rPr>
          <w:lang w:bidi="bn-IN"/>
        </w:rPr>
      </w:pPr>
      <w:r w:rsidRPr="003F52A2">
        <w:rPr>
          <w:cs/>
          <w:lang w:bidi="bn-IN"/>
        </w:rPr>
        <w:t>দ্বিতীয়ত কোরআন যে বলছে মানুষকে অবশ্যই আল্লাহর সঙ্গে গভীর সম্পর্ক রাখতে হবে এর কারণ</w:t>
      </w:r>
      <w:r w:rsidR="00942FA3">
        <w:rPr>
          <w:lang w:bidi="bn-IN"/>
        </w:rPr>
        <w:t xml:space="preserve"> </w:t>
      </w:r>
      <w:r w:rsidRPr="003F52A2">
        <w:rPr>
          <w:cs/>
          <w:lang w:bidi="bn-IN"/>
        </w:rPr>
        <w:t xml:space="preserve">সে আল্লাহকে মানুষের পূর্ণতার সর্বশেষ গন্তব্য বলে জানে এবং তার যাত্রা আল্লাহর দিকেই </w:t>
      </w:r>
      <w:r w:rsidR="00942FA3">
        <w:rPr>
          <w:cs/>
          <w:lang w:bidi="bn-IN"/>
        </w:rPr>
        <w:t xml:space="preserve">বলে </w:t>
      </w:r>
      <w:r w:rsidR="00942FA3" w:rsidRPr="00942FA3">
        <w:rPr>
          <w:cs/>
          <w:lang w:bidi="bn-IN"/>
        </w:rPr>
        <w:t>মনে</w:t>
      </w:r>
      <w:r w:rsidR="00942FA3">
        <w:rPr>
          <w:lang w:bidi="bn-IN"/>
        </w:rPr>
        <w:t xml:space="preserve"> </w:t>
      </w:r>
      <w:r w:rsidRPr="003F52A2">
        <w:rPr>
          <w:cs/>
          <w:lang w:bidi="bn-IN"/>
        </w:rPr>
        <w:t>করে। সুতরাং আল্লাহর প্রতি মনোযোগ ও আকর্ষণ মূলত তার আপ</w:t>
      </w:r>
      <w:r w:rsidR="00942FA3">
        <w:rPr>
          <w:cs/>
          <w:lang w:bidi="bn-IN"/>
        </w:rPr>
        <w:t>ন সত্তার পূর্ণতার দিকেই মনোযোগ</w:t>
      </w:r>
      <w:r w:rsidR="00942FA3">
        <w:rPr>
          <w:lang w:bidi="bn-IN"/>
        </w:rPr>
        <w:t xml:space="preserve"> </w:t>
      </w:r>
      <w:r w:rsidRPr="003F52A2">
        <w:rPr>
          <w:cs/>
          <w:lang w:bidi="bn-IN"/>
        </w:rPr>
        <w:t>ও আকর্ষণ। একটি বীজের পূর্ণ বৃক্ষ হওয়ার আসক্তি যেরূপ এটাও সেরূপ। আল্লাহর দিকে মানুষের</w:t>
      </w:r>
      <w:r w:rsidR="00942FA3">
        <w:rPr>
          <w:lang w:bidi="bn-IN"/>
        </w:rPr>
        <w:t xml:space="preserve"> </w:t>
      </w:r>
      <w:r w:rsidRPr="003F52A2">
        <w:rPr>
          <w:cs/>
          <w:lang w:bidi="bn-IN"/>
        </w:rPr>
        <w:t>যাত্রা তার নিজ সত্তার দিকেই যাত্রা এবং অপূর্ণ আপন সত্তা হতে পূর্ণ আপন সত্তার দিকেই পদক্ষেপ।</w:t>
      </w:r>
    </w:p>
    <w:p w:rsidR="00942FA3" w:rsidRDefault="003F52A2" w:rsidP="00942FA3">
      <w:pPr>
        <w:pStyle w:val="libNormal"/>
        <w:rPr>
          <w:cs/>
          <w:lang w:bidi="bn-IN"/>
        </w:rPr>
      </w:pPr>
      <w:r w:rsidRPr="003F52A2">
        <w:rPr>
          <w:cs/>
          <w:lang w:bidi="bn-IN"/>
        </w:rPr>
        <w:t>তাই যারা আল্লাহকে অন্য বস্তুর সঙ্গে তুলনা করেছে তারা ভুল করে ভেবেছে যে</w:t>
      </w:r>
      <w:r w:rsidRPr="003F52A2">
        <w:t>,</w:t>
      </w:r>
      <w:r w:rsidRPr="003F52A2">
        <w:rPr>
          <w:cs/>
          <w:lang w:bidi="bn-IN"/>
        </w:rPr>
        <w:t>আল্লাহর প্রতি</w:t>
      </w:r>
      <w:r w:rsidR="00942FA3">
        <w:rPr>
          <w:lang w:bidi="bn-IN"/>
        </w:rPr>
        <w:t xml:space="preserve"> </w:t>
      </w:r>
      <w:r w:rsidRPr="003F52A2">
        <w:rPr>
          <w:cs/>
          <w:lang w:bidi="bn-IN"/>
        </w:rPr>
        <w:t>আকর্ষণ নিজ মূল্যবোধকে বিস্মৃত হওয়া ও স্থবিরতার শামিল।</w:t>
      </w:r>
    </w:p>
    <w:p w:rsidR="00942FA3" w:rsidRPr="00C640B7" w:rsidRDefault="00942FA3" w:rsidP="00C640B7">
      <w:pPr>
        <w:rPr>
          <w:rtl/>
          <w:cs/>
        </w:rPr>
      </w:pPr>
      <w:r>
        <w:rPr>
          <w:cs/>
          <w:lang w:bidi="bn-IN"/>
        </w:rPr>
        <w:br w:type="page"/>
      </w:r>
    </w:p>
    <w:p w:rsidR="00942FA3" w:rsidRDefault="003F52A2" w:rsidP="00942FA3">
      <w:pPr>
        <w:pStyle w:val="Heading1"/>
        <w:rPr>
          <w:rStyle w:val="libAlaemChar"/>
        </w:rPr>
      </w:pPr>
      <w:bookmarkStart w:id="72" w:name="_Toc392601481"/>
      <w:r w:rsidRPr="00D542A0">
        <w:rPr>
          <w:rStyle w:val="libAlaemChar"/>
        </w:rPr>
        <w:t>‘</w:t>
      </w:r>
      <w:r w:rsidRPr="003F52A2">
        <w:rPr>
          <w:cs/>
          <w:lang w:bidi="bn-IN"/>
        </w:rPr>
        <w:t>আত্মসচেতনতা</w:t>
      </w:r>
      <w:r w:rsidRPr="00D542A0">
        <w:rPr>
          <w:rStyle w:val="libAlaemChar"/>
        </w:rPr>
        <w:t>’</w:t>
      </w:r>
      <w:r w:rsidRPr="003F52A2">
        <w:t xml:space="preserve"> </w:t>
      </w:r>
      <w:r w:rsidRPr="003F52A2">
        <w:rPr>
          <w:cs/>
          <w:lang w:bidi="bn-IN"/>
        </w:rPr>
        <w:t xml:space="preserve">ও </w:t>
      </w:r>
      <w:r w:rsidRPr="00D542A0">
        <w:rPr>
          <w:rStyle w:val="libAlaemChar"/>
        </w:rPr>
        <w:t>‘</w:t>
      </w:r>
      <w:r w:rsidRPr="003F52A2">
        <w:rPr>
          <w:cs/>
          <w:lang w:bidi="bn-IN"/>
        </w:rPr>
        <w:t>খোদা সচেতনতা</w:t>
      </w:r>
      <w:r w:rsidRPr="00D542A0">
        <w:rPr>
          <w:rStyle w:val="libAlaemChar"/>
        </w:rPr>
        <w:t>’</w:t>
      </w:r>
      <w:bookmarkEnd w:id="72"/>
    </w:p>
    <w:p w:rsidR="00942FA3" w:rsidRDefault="00942FA3" w:rsidP="00942FA3">
      <w:pPr>
        <w:pStyle w:val="libNormal"/>
        <w:rPr>
          <w:rStyle w:val="libAlaemChar"/>
        </w:rPr>
      </w:pPr>
    </w:p>
    <w:p w:rsidR="00942FA3" w:rsidRDefault="003F52A2" w:rsidP="00942FA3">
      <w:pPr>
        <w:pStyle w:val="libNormal"/>
      </w:pPr>
      <w:r w:rsidRPr="003F52A2">
        <w:rPr>
          <w:cs/>
          <w:lang w:bidi="bn-IN"/>
        </w:rPr>
        <w:t>আল্লাহ্ মানুষের এত নিকটবর্তী যে</w:t>
      </w:r>
      <w:r w:rsidRPr="003F52A2">
        <w:t>,</w:t>
      </w:r>
      <w:r w:rsidRPr="003F52A2">
        <w:rPr>
          <w:cs/>
          <w:lang w:bidi="bn-IN"/>
        </w:rPr>
        <w:t xml:space="preserve">মানুষের </w:t>
      </w:r>
      <w:r w:rsidRPr="00D542A0">
        <w:rPr>
          <w:rStyle w:val="libAlaemChar"/>
        </w:rPr>
        <w:t>‘</w:t>
      </w:r>
      <w:r w:rsidRPr="003F52A2">
        <w:rPr>
          <w:cs/>
          <w:lang w:bidi="bn-IN"/>
        </w:rPr>
        <w:t>আল্লাহ্ সচেতনতা</w:t>
      </w:r>
      <w:r w:rsidRPr="00D542A0">
        <w:rPr>
          <w:rStyle w:val="libAlaemChar"/>
        </w:rPr>
        <w:t>’</w:t>
      </w:r>
      <w:r w:rsidRPr="003F52A2">
        <w:t xml:space="preserve"> </w:t>
      </w:r>
      <w:r w:rsidRPr="003F52A2">
        <w:rPr>
          <w:cs/>
          <w:lang w:bidi="bn-IN"/>
        </w:rPr>
        <w:t xml:space="preserve">ও </w:t>
      </w:r>
      <w:r w:rsidRPr="00D542A0">
        <w:rPr>
          <w:rStyle w:val="libAlaemChar"/>
        </w:rPr>
        <w:t>‘</w:t>
      </w:r>
      <w:r w:rsidRPr="003F52A2">
        <w:rPr>
          <w:cs/>
          <w:lang w:bidi="bn-IN"/>
        </w:rPr>
        <w:t>আত্মসচেতনতা</w:t>
      </w:r>
      <w:r w:rsidRPr="00D542A0">
        <w:rPr>
          <w:rStyle w:val="libAlaemChar"/>
        </w:rPr>
        <w:t>’</w:t>
      </w:r>
      <w:r w:rsidRPr="003F52A2">
        <w:t xml:space="preserve"> </w:t>
      </w:r>
      <w:r w:rsidRPr="003F52A2">
        <w:rPr>
          <w:cs/>
          <w:lang w:bidi="bn-IN"/>
        </w:rPr>
        <w:t>একই বস্তু।</w:t>
      </w:r>
      <w:r w:rsidR="00942FA3">
        <w:rPr>
          <w:lang w:bidi="bn-IN"/>
        </w:rPr>
        <w:t xml:space="preserve"> </w:t>
      </w:r>
      <w:r w:rsidRPr="003F52A2">
        <w:rPr>
          <w:cs/>
          <w:lang w:bidi="bn-IN"/>
        </w:rPr>
        <w:t>যখন মানুষ আত্মসচেতন হবে তখন সে খোদা সচেতন না হয়ে পারে না। এটা অসম্ভব যে</w:t>
      </w:r>
      <w:r w:rsidRPr="003F52A2">
        <w:t>,</w:t>
      </w:r>
      <w:r w:rsidRPr="003F52A2">
        <w:rPr>
          <w:cs/>
          <w:lang w:bidi="bn-IN"/>
        </w:rPr>
        <w:t>মানুষ</w:t>
      </w:r>
      <w:r w:rsidR="00942FA3">
        <w:rPr>
          <w:lang w:bidi="bn-IN"/>
        </w:rPr>
        <w:t xml:space="preserve"> </w:t>
      </w:r>
      <w:r w:rsidRPr="003F52A2">
        <w:rPr>
          <w:cs/>
          <w:lang w:bidi="bn-IN"/>
        </w:rPr>
        <w:t>আত্মসচেতন হবে</w:t>
      </w:r>
      <w:r w:rsidRPr="003F52A2">
        <w:t>,</w:t>
      </w:r>
      <w:r w:rsidRPr="003F52A2">
        <w:rPr>
          <w:cs/>
          <w:lang w:bidi="bn-IN"/>
        </w:rPr>
        <w:t>অথচ খোদা সচেতন হবে না</w:t>
      </w:r>
      <w:r w:rsidRPr="003F52A2">
        <w:rPr>
          <w:cs/>
          <w:lang w:bidi="hi-IN"/>
        </w:rPr>
        <w:t xml:space="preserve">। </w:t>
      </w:r>
      <w:r w:rsidRPr="003F52A2">
        <w:rPr>
          <w:cs/>
          <w:lang w:bidi="bn-IN"/>
        </w:rPr>
        <w:t>কোরআন বলছে</w:t>
      </w:r>
      <w:r w:rsidRPr="003F52A2">
        <w:t>,</w:t>
      </w:r>
    </w:p>
    <w:p w:rsidR="00942FA3" w:rsidRDefault="00942FA3" w:rsidP="00942FA3">
      <w:pPr>
        <w:pStyle w:val="libNormal"/>
      </w:pPr>
    </w:p>
    <w:p w:rsidR="00942FA3" w:rsidRDefault="00942FA3" w:rsidP="00C640B7">
      <w:pPr>
        <w:pStyle w:val="libAie"/>
        <w:rPr>
          <w:rStyle w:val="libAlaemChar"/>
          <w:rtl/>
        </w:rPr>
      </w:pPr>
      <w:r w:rsidRPr="00942FA3">
        <w:rPr>
          <w:rStyle w:val="libAlaemChar"/>
          <w:rFonts w:hint="cs"/>
          <w:rtl/>
        </w:rPr>
        <w:t>(</w:t>
      </w:r>
      <w:r w:rsidRPr="00942FA3">
        <w:rPr>
          <w:rStyle w:val="ayatext"/>
          <w:rtl/>
        </w:rPr>
        <w:t>وَلَا تَكُونُوا كَالَّذِينَ نَسُوا اللَّـهَ فَأَنسَاهُمْ أَنفُسَهُمْ</w:t>
      </w:r>
      <w:r w:rsidRPr="00C640B7">
        <w:rPr>
          <w:rtl/>
        </w:rPr>
        <w:t xml:space="preserve"> </w:t>
      </w:r>
      <w:r w:rsidRPr="00942FA3">
        <w:rPr>
          <w:rStyle w:val="ayatext"/>
          <w:rtl/>
        </w:rPr>
        <w:t>أُولَـٰئِكَ هُمُ الْفَاسِقُونَ</w:t>
      </w:r>
      <w:r w:rsidRPr="00942FA3">
        <w:rPr>
          <w:rStyle w:val="libAlaemChar"/>
          <w:rFonts w:hint="cs"/>
          <w:rtl/>
        </w:rPr>
        <w:t>)</w:t>
      </w:r>
    </w:p>
    <w:p w:rsidR="00942FA3" w:rsidRDefault="00942FA3" w:rsidP="00942FA3">
      <w:pPr>
        <w:pStyle w:val="libAie"/>
        <w:rPr>
          <w:rStyle w:val="libAlaemChar"/>
          <w:rtl/>
        </w:rPr>
      </w:pPr>
    </w:p>
    <w:p w:rsidR="00942FA3" w:rsidRDefault="003F52A2" w:rsidP="00942FA3">
      <w:pPr>
        <w:pStyle w:val="libNormal"/>
        <w:rPr>
          <w:rStyle w:val="libAlaemChar"/>
        </w:rPr>
      </w:pPr>
      <w:r w:rsidRPr="00D542A0">
        <w:rPr>
          <w:rStyle w:val="libAlaemChar"/>
        </w:rPr>
        <w:t>“</w:t>
      </w:r>
      <w:r w:rsidRPr="003F52A2">
        <w:rPr>
          <w:cs/>
          <w:lang w:bidi="bn-IN"/>
        </w:rPr>
        <w:t>তোমরা তাদের মতো হয়ো না যারা আল্লাহকে ভুলে গিয়েছে আর তাই আল্লাহ্ তাদের</w:t>
      </w:r>
      <w:r w:rsidR="00942FA3">
        <w:rPr>
          <w:lang w:bidi="bn-IN"/>
        </w:rPr>
        <w:t xml:space="preserve"> </w:t>
      </w:r>
      <w:r w:rsidRPr="003F52A2">
        <w:rPr>
          <w:cs/>
          <w:lang w:bidi="bn-IN"/>
        </w:rPr>
        <w:t>আত্মবিস্মৃত করে দিয়েছেন</w:t>
      </w:r>
      <w:r w:rsidRPr="003F52A2">
        <w:t>,</w:t>
      </w:r>
      <w:r w:rsidRPr="003F52A2">
        <w:rPr>
          <w:cs/>
          <w:lang w:bidi="bn-IN"/>
        </w:rPr>
        <w:t>তারাই অবাধ্য।</w:t>
      </w:r>
      <w:r w:rsidRPr="00D542A0">
        <w:rPr>
          <w:rStyle w:val="libAlaemChar"/>
        </w:rPr>
        <w:t>”</w:t>
      </w:r>
    </w:p>
    <w:p w:rsidR="00942FA3" w:rsidRDefault="003F52A2" w:rsidP="00942FA3">
      <w:pPr>
        <w:pStyle w:val="libNormal"/>
        <w:rPr>
          <w:lang w:bidi="bn-IN"/>
        </w:rPr>
      </w:pPr>
      <w:r w:rsidRPr="003F52A2">
        <w:rPr>
          <w:cs/>
          <w:lang w:bidi="bn-IN"/>
        </w:rPr>
        <w:t>যে কেউ আল্লাহকে ভুলে গেছে সে কার্যত নিজেকেই ভুলে গেছে। মানুষ তখনই নিজেকে ফিরে</w:t>
      </w:r>
      <w:r w:rsidR="00942FA3">
        <w:rPr>
          <w:lang w:bidi="bn-IN"/>
        </w:rPr>
        <w:t xml:space="preserve"> </w:t>
      </w:r>
      <w:r w:rsidRPr="003F52A2">
        <w:rPr>
          <w:cs/>
          <w:lang w:bidi="bn-IN"/>
        </w:rPr>
        <w:t>পাবে যখন তার স্রষ্টাকে ফিরে পাবে। যদি মানুষ তার স্রষ্টাকে ভুলে যায় তাহলে সে তার সত্তাকেই ভুলে</w:t>
      </w:r>
      <w:r w:rsidR="00942FA3">
        <w:rPr>
          <w:lang w:bidi="bn-IN"/>
        </w:rPr>
        <w:t xml:space="preserve"> </w:t>
      </w:r>
      <w:r w:rsidRPr="003F52A2">
        <w:rPr>
          <w:cs/>
          <w:lang w:bidi="bn-IN"/>
        </w:rPr>
        <w:t>যায়। তাই কোরআন অস্তিত্ববাদীদের বিপরীত কথা বলে। তারা বলে</w:t>
      </w:r>
      <w:r w:rsidRPr="003F52A2">
        <w:t>,</w:t>
      </w:r>
      <w:r w:rsidRPr="003F52A2">
        <w:rPr>
          <w:cs/>
          <w:lang w:bidi="bn-IN"/>
        </w:rPr>
        <w:t>যদি মানুষ খোদা সচেতন হয়</w:t>
      </w:r>
      <w:r w:rsidR="00942FA3">
        <w:rPr>
          <w:lang w:bidi="bn-IN"/>
        </w:rPr>
        <w:t xml:space="preserve"> </w:t>
      </w:r>
      <w:r w:rsidRPr="003F52A2">
        <w:rPr>
          <w:cs/>
          <w:lang w:bidi="bn-IN"/>
        </w:rPr>
        <w:t>তবে সে আত্মবিস্মৃত হয়। আর কোরআন বলে</w:t>
      </w:r>
      <w:r w:rsidRPr="003F52A2">
        <w:t>,</w:t>
      </w:r>
      <w:r w:rsidRPr="003F52A2">
        <w:rPr>
          <w:cs/>
          <w:lang w:bidi="bn-IN"/>
        </w:rPr>
        <w:t>মানুষ তখনই আত্মসচেতন হতে পারে যখন সে খোদাসচেতন হয়। এটা মানবিকতার সর্বোচ্চ মর্যাদার যথার্থ ব্যাখ্যা যা কোরআন আশ্চর্যজনকভাবে বর্ণনা</w:t>
      </w:r>
      <w:r w:rsidR="00942FA3">
        <w:rPr>
          <w:lang w:bidi="bn-IN"/>
        </w:rPr>
        <w:t xml:space="preserve"> </w:t>
      </w:r>
      <w:r w:rsidRPr="003F52A2">
        <w:rPr>
          <w:cs/>
          <w:lang w:bidi="bn-IN"/>
        </w:rPr>
        <w:t>করেছে।</w:t>
      </w:r>
    </w:p>
    <w:p w:rsidR="00942FA3" w:rsidRDefault="003F52A2" w:rsidP="00942FA3">
      <w:pPr>
        <w:pStyle w:val="libNormal"/>
        <w:rPr>
          <w:lang w:bidi="bn-IN"/>
        </w:rPr>
      </w:pPr>
      <w:r w:rsidRPr="003F52A2">
        <w:rPr>
          <w:cs/>
          <w:lang w:bidi="bn-IN"/>
        </w:rPr>
        <w:t>কোরআন বলছে</w:t>
      </w:r>
      <w:r w:rsidRPr="003F52A2">
        <w:t>,</w:t>
      </w:r>
      <w:r w:rsidRPr="003F52A2">
        <w:rPr>
          <w:cs/>
          <w:lang w:bidi="bn-IN"/>
        </w:rPr>
        <w:t>মানুষ কখনো কখনো নিজেকেই হারিয়ে ফেলে অর্থাৎ তার সত্তাই পরাজিত হয়।</w:t>
      </w:r>
      <w:r w:rsidR="00942FA3">
        <w:rPr>
          <w:lang w:bidi="bn-IN"/>
        </w:rPr>
        <w:t xml:space="preserve"> </w:t>
      </w:r>
      <w:r w:rsidRPr="003F52A2">
        <w:rPr>
          <w:cs/>
          <w:lang w:bidi="bn-IN"/>
        </w:rPr>
        <w:t>সে বলছে</w:t>
      </w:r>
      <w:r w:rsidRPr="003F52A2">
        <w:t>,</w:t>
      </w:r>
      <w:r w:rsidRPr="003F52A2">
        <w:rPr>
          <w:cs/>
          <w:lang w:bidi="bn-IN"/>
        </w:rPr>
        <w:t>সবচেয়ে বড় পরাজয় এটা নয় যে</w:t>
      </w:r>
      <w:r w:rsidRPr="003F52A2">
        <w:t>,</w:t>
      </w:r>
      <w:r w:rsidRPr="003F52A2">
        <w:rPr>
          <w:cs/>
          <w:lang w:bidi="bn-IN"/>
        </w:rPr>
        <w:t>মানুষ অর্থ বা সম্পদ হারায়</w:t>
      </w:r>
      <w:r w:rsidRPr="003F52A2">
        <w:t>,</w:t>
      </w:r>
      <w:r w:rsidRPr="003F52A2">
        <w:rPr>
          <w:cs/>
          <w:lang w:bidi="bn-IN"/>
        </w:rPr>
        <w:t>এমনকি যে ব্যক্তি তার</w:t>
      </w:r>
      <w:r w:rsidR="00942FA3">
        <w:rPr>
          <w:lang w:bidi="bn-IN"/>
        </w:rPr>
        <w:t xml:space="preserve"> </w:t>
      </w:r>
      <w:r w:rsidRPr="003F52A2">
        <w:rPr>
          <w:cs/>
          <w:lang w:bidi="bn-IN"/>
        </w:rPr>
        <w:t>স্বাধীনতা হারিয়ে অন্যের দাসে পরিণত হয় বা তার নীতি ও পবিত্রতা বিসর্জন দেয় তার পরাজয়ও বড়</w:t>
      </w:r>
      <w:r w:rsidR="00942FA3">
        <w:rPr>
          <w:lang w:bidi="bn-IN"/>
        </w:rPr>
        <w:t xml:space="preserve"> </w:t>
      </w:r>
      <w:r w:rsidRPr="003F52A2">
        <w:rPr>
          <w:cs/>
          <w:lang w:bidi="bn-IN"/>
        </w:rPr>
        <w:t>পরাজয় নয়</w:t>
      </w:r>
      <w:r w:rsidRPr="003F52A2">
        <w:t>,</w:t>
      </w:r>
      <w:r w:rsidRPr="003F52A2">
        <w:rPr>
          <w:cs/>
          <w:lang w:bidi="bn-IN"/>
        </w:rPr>
        <w:t>বরং বড় পরাজয় হলো মানুষের তার সত্তাকে হারানো। যখন মানুষ নিজেকে হারিয়ে</w:t>
      </w:r>
      <w:r w:rsidR="00942FA3">
        <w:rPr>
          <w:lang w:bidi="bn-IN"/>
        </w:rPr>
        <w:t xml:space="preserve"> </w:t>
      </w:r>
      <w:r w:rsidRPr="003F52A2">
        <w:rPr>
          <w:cs/>
          <w:lang w:bidi="bn-IN"/>
        </w:rPr>
        <w:t>ফেলে তখন সে সব কিছুকেই হারিয়েছে। আর যখন সে নিজেকে খ</w:t>
      </w:r>
      <w:r w:rsidR="00942FA3">
        <w:rPr>
          <w:cs/>
          <w:lang w:bidi="bn-IN"/>
        </w:rPr>
        <w:t>ুজে পায় তখন সে সব কিছুকেই</w:t>
      </w:r>
      <w:r w:rsidR="00942FA3">
        <w:rPr>
          <w:lang w:bidi="bn-IN"/>
        </w:rPr>
        <w:t xml:space="preserve"> </w:t>
      </w:r>
      <w:r w:rsidRPr="003F52A2">
        <w:rPr>
          <w:cs/>
          <w:lang w:bidi="bn-IN"/>
        </w:rPr>
        <w:t>অর্জন করে।</w:t>
      </w:r>
    </w:p>
    <w:p w:rsidR="003B3D30" w:rsidRDefault="003F52A2" w:rsidP="00942FA3">
      <w:pPr>
        <w:pStyle w:val="libNormal"/>
      </w:pPr>
      <w:r w:rsidRPr="003F52A2">
        <w:rPr>
          <w:cs/>
          <w:lang w:bidi="bn-IN"/>
        </w:rPr>
        <w:t>ইবাদতের দর্শন কি</w:t>
      </w:r>
      <w:r w:rsidRPr="003F52A2">
        <w:t xml:space="preserve">? </w:t>
      </w:r>
      <w:r w:rsidRPr="003F52A2">
        <w:rPr>
          <w:cs/>
          <w:lang w:bidi="bn-IN"/>
        </w:rPr>
        <w:t>ইবাদতের দর্শন হচ্ছে মানুষ আল্লাহকে অর্জনের মাধ্যমে নিজেকে অর্জন</w:t>
      </w:r>
      <w:r w:rsidR="00942FA3">
        <w:rPr>
          <w:lang w:bidi="bn-IN"/>
        </w:rPr>
        <w:t xml:space="preserve"> </w:t>
      </w:r>
      <w:r w:rsidRPr="003F52A2">
        <w:rPr>
          <w:cs/>
          <w:lang w:bidi="bn-IN"/>
        </w:rPr>
        <w:t>করবে। এ দর্শন আত্মসত্তা অর্জন ও প্রকৃত আত্মসচেতনতা লাভের দর্শন যে অর্থ কোরআন বর্ণনা</w:t>
      </w:r>
      <w:r w:rsidR="00942FA3">
        <w:rPr>
          <w:lang w:bidi="bn-IN"/>
        </w:rPr>
        <w:t xml:space="preserve"> </w:t>
      </w:r>
      <w:r w:rsidRPr="003F52A2">
        <w:rPr>
          <w:cs/>
          <w:lang w:bidi="bn-IN"/>
        </w:rPr>
        <w:t>করেছে এবং ইসলামী মতাদর্শের অনুসারী ব্যতীত অন্য কেউ তা অর্জনে সক্ষম হয়নি। কখনো একজন</w:t>
      </w:r>
      <w:r w:rsidR="003B3D30">
        <w:rPr>
          <w:lang w:bidi="bn-IN"/>
        </w:rPr>
        <w:t xml:space="preserve"> </w:t>
      </w:r>
      <w:r w:rsidRPr="003F52A2">
        <w:rPr>
          <w:cs/>
          <w:lang w:bidi="bn-IN"/>
        </w:rPr>
        <w:t>মহিউদ্দিন আরাবীর জন্ম হয় এবং তিনি মানুষের আত্মসচেতনতার বিষয়টির ব্যাখ্যা প্রদান করেন।</w:t>
      </w:r>
      <w:r w:rsidR="003B3D30">
        <w:rPr>
          <w:lang w:bidi="bn-IN"/>
        </w:rPr>
        <w:t xml:space="preserve"> </w:t>
      </w:r>
      <w:r w:rsidRPr="003F52A2">
        <w:rPr>
          <w:cs/>
          <w:lang w:bidi="bn-IN"/>
        </w:rPr>
        <w:t xml:space="preserve">পরবর্তীতে </w:t>
      </w:r>
      <w:r w:rsidR="00FE6D44">
        <w:rPr>
          <w:cs/>
          <w:lang w:bidi="bn-IN"/>
        </w:rPr>
        <w:t>তার</w:t>
      </w:r>
      <w:r w:rsidRPr="003F52A2">
        <w:rPr>
          <w:cs/>
          <w:lang w:bidi="bn-IN"/>
        </w:rPr>
        <w:t xml:space="preserve"> ছাত্রদের মধ্য থেকে মাওলানা রুমীর মতো ব্যক্তিদের আবির্ভাব ঘটে </w:t>
      </w:r>
      <w:r w:rsidR="00695D8C">
        <w:rPr>
          <w:cs/>
          <w:lang w:bidi="bn-IN"/>
        </w:rPr>
        <w:t>যারা</w:t>
      </w:r>
      <w:r w:rsidRPr="003F52A2">
        <w:rPr>
          <w:cs/>
          <w:lang w:bidi="bn-IN"/>
        </w:rPr>
        <w:t xml:space="preserve"> কোরআন</w:t>
      </w:r>
      <w:r w:rsidR="003B3D30">
        <w:rPr>
          <w:lang w:bidi="bn-IN"/>
        </w:rPr>
        <w:t xml:space="preserve"> </w:t>
      </w:r>
      <w:r w:rsidRPr="003F52A2">
        <w:rPr>
          <w:cs/>
          <w:lang w:bidi="bn-IN"/>
        </w:rPr>
        <w:t>অবতীর্ণের ছয়শ</w:t>
      </w:r>
      <w:r w:rsidRPr="00D542A0">
        <w:rPr>
          <w:rStyle w:val="libAlaemChar"/>
        </w:rPr>
        <w:t>’</w:t>
      </w:r>
      <w:r w:rsidRPr="003F52A2">
        <w:t xml:space="preserve"> </w:t>
      </w:r>
      <w:r w:rsidRPr="003F52A2">
        <w:rPr>
          <w:cs/>
          <w:lang w:bidi="bn-IN"/>
        </w:rPr>
        <w:t xml:space="preserve">বছর পর কোরআন হতে এ বিষয়টির ব্যাখ্যা প্রদানে সক্ষম হন। যদিও </w:t>
      </w:r>
      <w:r w:rsidR="00FE6D44">
        <w:rPr>
          <w:cs/>
          <w:lang w:bidi="bn-IN"/>
        </w:rPr>
        <w:t>তারা</w:t>
      </w:r>
      <w:r w:rsidR="003B3D30">
        <w:rPr>
          <w:lang w:bidi="bn-IN"/>
        </w:rPr>
        <w:t xml:space="preserve"> </w:t>
      </w:r>
      <w:r w:rsidRPr="003F52A2">
        <w:rPr>
          <w:cs/>
          <w:lang w:bidi="bn-IN"/>
        </w:rPr>
        <w:t>কোরআন অবতীর্ণ হওয়ার ছয়শ</w:t>
      </w:r>
      <w:r w:rsidRPr="00D542A0">
        <w:rPr>
          <w:rStyle w:val="libAlaemChar"/>
        </w:rPr>
        <w:t>’</w:t>
      </w:r>
      <w:r w:rsidRPr="003F52A2">
        <w:t xml:space="preserve"> </w:t>
      </w:r>
      <w:r w:rsidRPr="003F52A2">
        <w:rPr>
          <w:cs/>
          <w:lang w:bidi="bn-IN"/>
        </w:rPr>
        <w:t>বছর পর এসেছেন</w:t>
      </w:r>
      <w:r w:rsidRPr="003F52A2">
        <w:t>,</w:t>
      </w:r>
      <w:r w:rsidRPr="003F52A2">
        <w:rPr>
          <w:cs/>
          <w:lang w:bidi="bn-IN"/>
        </w:rPr>
        <w:t>কিন্তু বর্তমান দার্শনিকদের হতে সাতশ</w:t>
      </w:r>
      <w:r w:rsidRPr="00D542A0">
        <w:rPr>
          <w:rStyle w:val="libAlaemChar"/>
        </w:rPr>
        <w:t>’</w:t>
      </w:r>
      <w:r w:rsidRPr="003F52A2">
        <w:t xml:space="preserve"> </w:t>
      </w:r>
      <w:r w:rsidRPr="003F52A2">
        <w:rPr>
          <w:cs/>
          <w:lang w:bidi="bn-IN"/>
        </w:rPr>
        <w:t>বছর</w:t>
      </w:r>
      <w:r w:rsidR="003B3D30">
        <w:rPr>
          <w:lang w:bidi="bn-IN"/>
        </w:rPr>
        <w:t xml:space="preserve"> </w:t>
      </w:r>
      <w:r w:rsidRPr="003F52A2">
        <w:rPr>
          <w:cs/>
          <w:lang w:bidi="bn-IN"/>
        </w:rPr>
        <w:t>পূর্বে এ ব্যাখ্যা প্রদানের মর্যাদায় অধিষ্ঠিত</w:t>
      </w:r>
      <w:r w:rsidRPr="003F52A2">
        <w:rPr>
          <w:cs/>
          <w:lang w:bidi="hi-IN"/>
        </w:rPr>
        <w:t xml:space="preserve">। </w:t>
      </w:r>
      <w:r w:rsidRPr="003F52A2">
        <w:rPr>
          <w:cs/>
          <w:lang w:bidi="bn-IN"/>
        </w:rPr>
        <w:t>মাওলানা রুমী মানুষের আত্মসচেতনতা যে খোদা</w:t>
      </w:r>
      <w:r w:rsidR="003B3D30">
        <w:rPr>
          <w:lang w:bidi="bn-IN"/>
        </w:rPr>
        <w:t xml:space="preserve"> </w:t>
      </w:r>
      <w:r w:rsidRPr="003F52A2">
        <w:rPr>
          <w:cs/>
          <w:lang w:bidi="bn-IN"/>
        </w:rPr>
        <w:t>সচেতনতা হতে ভিন্ন নয় তা বর্ণনা করতে গিয়ে বলেছেন</w:t>
      </w:r>
      <w:r w:rsidRPr="003F52A2">
        <w:t>,</w:t>
      </w:r>
    </w:p>
    <w:p w:rsidR="003B3D30" w:rsidRDefault="003F52A2" w:rsidP="003B3D30">
      <w:pPr>
        <w:pStyle w:val="libCenter"/>
        <w:rPr>
          <w:lang w:bidi="bn-IN"/>
        </w:rPr>
      </w:pPr>
      <w:r w:rsidRPr="00D542A0">
        <w:rPr>
          <w:rStyle w:val="libAlaemChar"/>
        </w:rPr>
        <w:t>“</w:t>
      </w:r>
      <w:r w:rsidRPr="003F52A2">
        <w:rPr>
          <w:cs/>
          <w:lang w:bidi="bn-IN"/>
        </w:rPr>
        <w:t>আত্মসচেতনতা তাই প্রাণের দাবি জেনো হে পথিক</w:t>
      </w:r>
      <w:r w:rsidR="003B3D30">
        <w:rPr>
          <w:lang w:bidi="bn-IN"/>
        </w:rPr>
        <w:t xml:space="preserve"> </w:t>
      </w:r>
    </w:p>
    <w:p w:rsidR="003B3D30" w:rsidRDefault="003F52A2" w:rsidP="003B3D30">
      <w:pPr>
        <w:pStyle w:val="libCenter"/>
        <w:rPr>
          <w:rStyle w:val="libAlaemChar"/>
        </w:rPr>
      </w:pPr>
      <w:r w:rsidRPr="003F52A2">
        <w:rPr>
          <w:cs/>
          <w:lang w:bidi="bn-IN"/>
        </w:rPr>
        <w:t>সেই প্রাণ শক্তিশালী যার আত্মসচেতনতা ততোধিক।</w:t>
      </w:r>
      <w:r w:rsidRPr="00D542A0">
        <w:rPr>
          <w:rStyle w:val="libAlaemChar"/>
        </w:rPr>
        <w:t>”</w:t>
      </w:r>
    </w:p>
    <w:p w:rsidR="003B3D30" w:rsidRDefault="003F52A2" w:rsidP="00942FA3">
      <w:pPr>
        <w:pStyle w:val="libNormal"/>
        <w:rPr>
          <w:lang w:bidi="bn-IN"/>
        </w:rPr>
      </w:pPr>
      <w:r w:rsidRPr="003F52A2">
        <w:rPr>
          <w:cs/>
          <w:lang w:bidi="bn-IN"/>
        </w:rPr>
        <w:t>মাওলানা রুমী প্রাণকে আত্মসচেতনতার সমার্থক বলে উল্লেখ করে বলছেন</w:t>
      </w:r>
      <w:r w:rsidRPr="003F52A2">
        <w:t>,</w:t>
      </w:r>
      <w:r w:rsidRPr="003F52A2">
        <w:rPr>
          <w:cs/>
          <w:lang w:bidi="bn-IN"/>
        </w:rPr>
        <w:t>যে যত আত্মসচেতন</w:t>
      </w:r>
      <w:r w:rsidR="003B3D30">
        <w:rPr>
          <w:lang w:bidi="bn-IN"/>
        </w:rPr>
        <w:t xml:space="preserve"> </w:t>
      </w:r>
      <w:r w:rsidRPr="003F52A2">
        <w:rPr>
          <w:cs/>
          <w:lang w:bidi="bn-IN"/>
        </w:rPr>
        <w:t>সে তত শক্তিশালী। মানুষের প্রাণ অন্যান্য প্রাণী হতে শক্তিশালী। কারণ তার আত্মসচেনতা তাদের</w:t>
      </w:r>
      <w:r w:rsidR="003B3D30">
        <w:rPr>
          <w:lang w:bidi="bn-IN"/>
        </w:rPr>
        <w:t xml:space="preserve"> </w:t>
      </w:r>
      <w:r w:rsidRPr="003F52A2">
        <w:rPr>
          <w:cs/>
          <w:lang w:bidi="bn-IN"/>
        </w:rPr>
        <w:t>হতে অধিক। অতঃপর তিনি আরো গভীরে প্রবেশ করে বলেছেন</w:t>
      </w:r>
      <w:r w:rsidRPr="003F52A2">
        <w:t>,</w:t>
      </w:r>
      <w:r w:rsidRPr="003F52A2">
        <w:rPr>
          <w:cs/>
          <w:lang w:bidi="bn-IN"/>
        </w:rPr>
        <w:t>মানুষ তখনই আত্মসচেতন হতে</w:t>
      </w:r>
      <w:r w:rsidR="003B3D30">
        <w:rPr>
          <w:lang w:bidi="bn-IN"/>
        </w:rPr>
        <w:t xml:space="preserve"> </w:t>
      </w:r>
      <w:r w:rsidRPr="003F52A2">
        <w:rPr>
          <w:cs/>
          <w:lang w:bidi="bn-IN"/>
        </w:rPr>
        <w:t>পারে যখন সে খোদা সচেতন হয়।</w:t>
      </w:r>
    </w:p>
    <w:p w:rsidR="003B3D30" w:rsidRDefault="003F52A2" w:rsidP="003B3D30">
      <w:pPr>
        <w:pStyle w:val="libNormal"/>
        <w:rPr>
          <w:lang w:bidi="bn-IN"/>
        </w:rPr>
      </w:pPr>
      <w:r w:rsidRPr="003F52A2">
        <w:rPr>
          <w:cs/>
          <w:lang w:bidi="bn-IN"/>
        </w:rPr>
        <w:t xml:space="preserve">সুতরাং </w:t>
      </w:r>
      <w:r w:rsidR="00695D8C">
        <w:rPr>
          <w:cs/>
          <w:lang w:bidi="bn-IN"/>
        </w:rPr>
        <w:t>যারা</w:t>
      </w:r>
      <w:r w:rsidRPr="003F52A2">
        <w:rPr>
          <w:cs/>
          <w:lang w:bidi="bn-IN"/>
        </w:rPr>
        <w:t xml:space="preserve"> মনে করছেন</w:t>
      </w:r>
      <w:r w:rsidRPr="003F52A2">
        <w:t>,</w:t>
      </w:r>
      <w:r w:rsidRPr="003F52A2">
        <w:rPr>
          <w:cs/>
          <w:lang w:bidi="bn-IN"/>
        </w:rPr>
        <w:t xml:space="preserve">যে কোন বস্তুসংশ্লিষ্টতা স্বাধীনতা পরিপন্থী </w:t>
      </w:r>
      <w:r w:rsidR="00611BB9">
        <w:rPr>
          <w:cs/>
          <w:lang w:bidi="bn-IN"/>
        </w:rPr>
        <w:t>তা</w:t>
      </w:r>
      <w:r w:rsidRPr="003F52A2">
        <w:rPr>
          <w:cs/>
          <w:lang w:bidi="bn-IN"/>
        </w:rPr>
        <w:t>দের বলছি</w:t>
      </w:r>
      <w:r w:rsidRPr="003F52A2">
        <w:t>,</w:t>
      </w:r>
      <w:r w:rsidRPr="003F52A2">
        <w:rPr>
          <w:cs/>
          <w:lang w:bidi="bn-IN"/>
        </w:rPr>
        <w:t>হ্যাঁ</w:t>
      </w:r>
      <w:r w:rsidRPr="003F52A2">
        <w:t>,</w:t>
      </w:r>
      <w:r w:rsidRPr="003F52A2">
        <w:rPr>
          <w:cs/>
          <w:lang w:bidi="bn-IN"/>
        </w:rPr>
        <w:t>যে কোন</w:t>
      </w:r>
      <w:r w:rsidR="003B3D30">
        <w:rPr>
          <w:lang w:bidi="bn-IN"/>
        </w:rPr>
        <w:t xml:space="preserve"> </w:t>
      </w:r>
      <w:r w:rsidRPr="003F52A2">
        <w:rPr>
          <w:cs/>
          <w:lang w:bidi="bn-IN"/>
        </w:rPr>
        <w:t>বস্তু সংশ্লিষ্টতা স্বাধীনতার অন্তরায় একমাত্র খোদা সংশ্লিষ্টতা ব্যতীত। কারণ খোদা সংশ্লিষ্টতা</w:t>
      </w:r>
      <w:r w:rsidR="003B3D30">
        <w:rPr>
          <w:lang w:bidi="bn-IN"/>
        </w:rPr>
        <w:t xml:space="preserve"> </w:t>
      </w:r>
      <w:r w:rsidRPr="003F52A2">
        <w:rPr>
          <w:cs/>
          <w:lang w:bidi="bn-IN"/>
        </w:rPr>
        <w:t>আত্মসংশ্লিষ্টতার পূর্ণতর রূপ</w:t>
      </w:r>
      <w:r w:rsidRPr="003F52A2">
        <w:rPr>
          <w:cs/>
          <w:lang w:bidi="hi-IN"/>
        </w:rPr>
        <w:t xml:space="preserve">। </w:t>
      </w:r>
      <w:r w:rsidRPr="003F52A2">
        <w:rPr>
          <w:cs/>
          <w:lang w:bidi="bn-IN"/>
        </w:rPr>
        <w:t xml:space="preserve">আল্লাহর সঙ্গে সম্পর্ক ব্যতীত স্বাধীনতা অর্জন সম্ভব নয়। সুতরাং খোদা সচেতনতা অপরিহার্যরূপে আত্মসচেতনতার সর্বোচ্চ পর্যায়। মানুষ তার একাকিত্ব ও ইবাদতে যতবেশি আল্লাহর প্রতি মনোযোগী হবে ও </w:t>
      </w:r>
      <w:r w:rsidR="000459F1">
        <w:rPr>
          <w:cs/>
          <w:lang w:bidi="bn-IN"/>
        </w:rPr>
        <w:t>তাকে</w:t>
      </w:r>
      <w:r w:rsidRPr="003F52A2">
        <w:rPr>
          <w:cs/>
          <w:lang w:bidi="bn-IN"/>
        </w:rPr>
        <w:t xml:space="preserve"> স্মরণ করবে তত বেশি সে নিজেকে চিনতে পারবে।</w:t>
      </w:r>
    </w:p>
    <w:p w:rsidR="0068200E" w:rsidRDefault="003F52A2" w:rsidP="003B3D30">
      <w:pPr>
        <w:pStyle w:val="libNormal"/>
      </w:pPr>
      <w:r w:rsidRPr="003F52A2">
        <w:rPr>
          <w:cs/>
          <w:lang w:bidi="bn-IN"/>
        </w:rPr>
        <w:t xml:space="preserve">অনেক মহৎ ব্যক্তিবর্গ এ পথেই আধ্যাত্মিক আত্মসচেতনতার উচ্চতর পর্যায়ে </w:t>
      </w:r>
      <w:r w:rsidR="00611BB9">
        <w:rPr>
          <w:cs/>
          <w:lang w:bidi="bn-IN"/>
        </w:rPr>
        <w:t>পৌ</w:t>
      </w:r>
      <w:r w:rsidRPr="003F52A2">
        <w:rPr>
          <w:cs/>
          <w:lang w:bidi="bn-IN"/>
        </w:rPr>
        <w:t>ছে</w:t>
      </w:r>
      <w:r w:rsidR="0068200E">
        <w:rPr>
          <w:lang w:bidi="bn-IN"/>
        </w:rPr>
        <w:t xml:space="preserve"> </w:t>
      </w:r>
      <w:r w:rsidRPr="003F52A2">
        <w:rPr>
          <w:cs/>
          <w:lang w:bidi="bn-IN"/>
        </w:rPr>
        <w:t>ছিলেন। প্রায়</w:t>
      </w:r>
      <w:r w:rsidR="0068200E">
        <w:rPr>
          <w:lang w:bidi="bn-IN"/>
        </w:rPr>
        <w:t xml:space="preserve"> </w:t>
      </w:r>
      <w:r w:rsidRPr="003F52A2">
        <w:rPr>
          <w:cs/>
          <w:lang w:bidi="bn-IN"/>
        </w:rPr>
        <w:t>পঞ্চাশ বৎসর পূর্বে একজন মহান ব্যক্তি যিনি একজন বড় মুজতাহিদ ও নাজাফ হতে শিক্ষা লাভ</w:t>
      </w:r>
      <w:r w:rsidR="0068200E">
        <w:rPr>
          <w:lang w:bidi="bn-IN"/>
        </w:rPr>
        <w:t xml:space="preserve"> </w:t>
      </w:r>
      <w:r w:rsidRPr="003F52A2">
        <w:rPr>
          <w:cs/>
          <w:lang w:bidi="bn-IN"/>
        </w:rPr>
        <w:t>করেছিলেন এবং একজন শরীয়ত বিশারদ আরেফও ছিলেন তিনি হলেন মির্জা জাওয়াদ মেলকি</w:t>
      </w:r>
      <w:r w:rsidR="0068200E">
        <w:rPr>
          <w:lang w:bidi="bn-IN"/>
        </w:rPr>
        <w:t xml:space="preserve"> </w:t>
      </w:r>
      <w:r w:rsidRPr="003F52A2">
        <w:rPr>
          <w:cs/>
          <w:lang w:bidi="bn-IN"/>
        </w:rPr>
        <w:t>তাবরীজী। তিনি মরহুম হোসেইন কুলি হামেদানির ছাত্র। তিনি কোমের অধিবাসী ও প্রায় পঞ্চাশ</w:t>
      </w:r>
      <w:r w:rsidR="0068200E">
        <w:rPr>
          <w:lang w:bidi="bn-IN"/>
        </w:rPr>
        <w:t xml:space="preserve"> </w:t>
      </w:r>
      <w:r w:rsidRPr="003F52A2">
        <w:rPr>
          <w:cs/>
          <w:lang w:bidi="bn-IN"/>
        </w:rPr>
        <w:t xml:space="preserve">বৎসর পূর্বে ইন্তেকাল করেন। </w:t>
      </w:r>
      <w:r w:rsidR="00FE6D44">
        <w:rPr>
          <w:cs/>
          <w:lang w:bidi="bn-IN"/>
        </w:rPr>
        <w:t>তার</w:t>
      </w:r>
      <w:r w:rsidRPr="003F52A2">
        <w:rPr>
          <w:cs/>
          <w:lang w:bidi="bn-IN"/>
        </w:rPr>
        <w:t xml:space="preserve"> লিখিত গ্রন্থগুলোতে যেখানে তিনি নিজ আত্মসচেতনতার বিবরণ</w:t>
      </w:r>
      <w:r w:rsidRPr="00D542A0">
        <w:rPr>
          <w:rStyle w:val="libAlaemChar"/>
        </w:rPr>
        <w:t>’</w:t>
      </w:r>
      <w:r w:rsidRPr="003F52A2">
        <w:rPr>
          <w:cs/>
          <w:lang w:bidi="bn-IN"/>
        </w:rPr>
        <w:t>দিয়েছেন সেখানে আধ্যাত্মিক আত্মসচেতনার আলোচনা করতে গিয়ে বলেছেন</w:t>
      </w:r>
      <w:r w:rsidRPr="003F52A2">
        <w:t>,</w:t>
      </w:r>
      <w:r w:rsidRPr="003F52A2">
        <w:rPr>
          <w:cs/>
          <w:lang w:bidi="bn-IN"/>
        </w:rPr>
        <w:t>মানুষ নিজ সত্তাকে</w:t>
      </w:r>
      <w:r w:rsidR="0068200E">
        <w:rPr>
          <w:lang w:bidi="bn-IN"/>
        </w:rPr>
        <w:t xml:space="preserve"> </w:t>
      </w:r>
      <w:r w:rsidRPr="003F52A2">
        <w:rPr>
          <w:cs/>
          <w:lang w:bidi="bn-IN"/>
        </w:rPr>
        <w:t>অনুধাবন করতে পারে এবং তিনি আরো উল্লেখ করেছেন</w:t>
      </w:r>
      <w:r w:rsidRPr="003F52A2">
        <w:t>,</w:t>
      </w:r>
      <w:r w:rsidRPr="003F52A2">
        <w:rPr>
          <w:cs/>
          <w:lang w:bidi="bn-IN"/>
        </w:rPr>
        <w:t>তিনি এমন ব্যক্তিকে চেনেন যিনি স্বপ্নে</w:t>
      </w:r>
      <w:r w:rsidR="0068200E">
        <w:rPr>
          <w:lang w:bidi="bn-IN"/>
        </w:rPr>
        <w:t xml:space="preserve"> </w:t>
      </w:r>
      <w:r w:rsidRPr="003F52A2">
        <w:rPr>
          <w:cs/>
          <w:lang w:bidi="bn-IN"/>
        </w:rPr>
        <w:t>আত্মসচেতনতাকে অনুধাবন করে জাগরিত হওয়ার পরও আত্ম অভ্যন্তরে তার রেশ অব্যাহতভাবে</w:t>
      </w:r>
      <w:r w:rsidR="0068200E">
        <w:rPr>
          <w:lang w:bidi="bn-IN"/>
        </w:rPr>
        <w:t xml:space="preserve"> </w:t>
      </w:r>
      <w:r w:rsidRPr="003F52A2">
        <w:rPr>
          <w:cs/>
          <w:lang w:bidi="bn-IN"/>
        </w:rPr>
        <w:t>অনুভব করেন (তিনি নিজেই সে ব্যক্তি</w:t>
      </w:r>
      <w:r w:rsidRPr="003F52A2">
        <w:t>,</w:t>
      </w:r>
      <w:r w:rsidRPr="003F52A2">
        <w:rPr>
          <w:cs/>
          <w:lang w:bidi="bn-IN"/>
        </w:rPr>
        <w:t xml:space="preserve">অথচ বলেননি)। এই আত্মসচেতনতা প্রকৃত </w:t>
      </w:r>
      <w:r w:rsidR="00695D8C">
        <w:rPr>
          <w:cs/>
          <w:lang w:bidi="bn-IN"/>
        </w:rPr>
        <w:t>অর্থে</w:t>
      </w:r>
      <w:r w:rsidR="0068200E">
        <w:rPr>
          <w:cs/>
          <w:lang w:bidi="bn-IN"/>
        </w:rPr>
        <w:t xml:space="preserve"> খোদা</w:t>
      </w:r>
      <w:r w:rsidRPr="003F52A2">
        <w:rPr>
          <w:cs/>
          <w:lang w:bidi="bn-IN"/>
        </w:rPr>
        <w:t>সচেতনতার একটি শাখা এবং এটা প্রকৃত ইবাদত ছাড়া অর্জন করা সম্ভব নয়। একজন মনোবিজ্ঞানী</w:t>
      </w:r>
      <w:r w:rsidR="0068200E">
        <w:rPr>
          <w:lang w:bidi="bn-IN"/>
        </w:rPr>
        <w:t xml:space="preserve"> </w:t>
      </w:r>
      <w:r w:rsidR="0068200E">
        <w:rPr>
          <w:cs/>
          <w:lang w:bidi="bn-IN"/>
        </w:rPr>
        <w:t>সহস্র বছর মনো</w:t>
      </w:r>
      <w:r w:rsidRPr="003F52A2">
        <w:rPr>
          <w:cs/>
          <w:lang w:bidi="bn-IN"/>
        </w:rPr>
        <w:t xml:space="preserve">গবেষণা চালিয়েও এ প্রকৃত আত্মসচেতনতায় </w:t>
      </w:r>
      <w:r w:rsidR="00611BB9">
        <w:rPr>
          <w:cs/>
          <w:lang w:bidi="bn-IN"/>
        </w:rPr>
        <w:t>পৌ</w:t>
      </w:r>
      <w:r w:rsidR="0068200E">
        <w:rPr>
          <w:cs/>
          <w:lang w:bidi="bn-IN"/>
        </w:rPr>
        <w:t>ছতে পারে না।</w:t>
      </w:r>
      <w:r w:rsidR="0068200E">
        <w:rPr>
          <w:lang w:bidi="bn-IN"/>
        </w:rPr>
        <w:t xml:space="preserve"> </w:t>
      </w:r>
      <w:r w:rsidRPr="003F52A2">
        <w:rPr>
          <w:cs/>
          <w:lang w:bidi="bn-IN"/>
        </w:rPr>
        <w:t>হযরত আলীর একটি বাণী অত্যন্ত আশ্চর্যজনক। তিনি বলেছেন</w:t>
      </w:r>
      <w:r w:rsidRPr="003F52A2">
        <w:t>,</w:t>
      </w:r>
    </w:p>
    <w:p w:rsidR="0068200E" w:rsidRPr="00A80767" w:rsidRDefault="00A80767" w:rsidP="00A80767">
      <w:pPr>
        <w:pStyle w:val="libArCenter"/>
        <w:rPr>
          <w:rtl/>
          <w:cs/>
        </w:rPr>
      </w:pPr>
      <w:r>
        <w:rPr>
          <w:rFonts w:hint="cs"/>
          <w:rtl/>
          <w:lang w:bidi="ar-SA"/>
        </w:rPr>
        <w:t>عجبت لمن ینشد ضالته و قد أضلّ نفسه فلا یطلبها</w:t>
      </w:r>
    </w:p>
    <w:p w:rsidR="00E37481" w:rsidRDefault="003F52A2" w:rsidP="003B3D30">
      <w:pPr>
        <w:pStyle w:val="libNormal"/>
        <w:rPr>
          <w:rStyle w:val="libAlaemChar"/>
        </w:rPr>
      </w:pPr>
      <w:r w:rsidRPr="00D542A0">
        <w:rPr>
          <w:rStyle w:val="libAlaemChar"/>
        </w:rPr>
        <w:t>“</w:t>
      </w:r>
      <w:r w:rsidRPr="003F52A2">
        <w:rPr>
          <w:cs/>
          <w:lang w:bidi="bn-IN"/>
        </w:rPr>
        <w:t>আমি ঐ ব্যক্তি হতে আশ্চর্য বোধ করি যে কোন সম্পদ হারিয়ে ফেললে তা পাওয়ার জন্য সর্বক্ষণ</w:t>
      </w:r>
      <w:r w:rsidR="00A80767">
        <w:rPr>
          <w:lang w:bidi="bn-IN"/>
        </w:rPr>
        <w:t xml:space="preserve"> </w:t>
      </w:r>
      <w:r w:rsidRPr="003F52A2">
        <w:rPr>
          <w:cs/>
          <w:lang w:bidi="bn-IN"/>
        </w:rPr>
        <w:t>ব্যতিব্যস্ত থাকে</w:t>
      </w:r>
      <w:r w:rsidRPr="003F52A2">
        <w:t>,</w:t>
      </w:r>
      <w:r w:rsidRPr="003F52A2">
        <w:rPr>
          <w:cs/>
          <w:lang w:bidi="bn-IN"/>
        </w:rPr>
        <w:t>অথচ নিজ সত্তাকে হারিয়ে ফেললেও তার সন্ধান করে না।</w:t>
      </w:r>
      <w:r w:rsidRPr="00D542A0">
        <w:rPr>
          <w:rStyle w:val="libAlaemChar"/>
        </w:rPr>
        <w:t>”</w:t>
      </w:r>
    </w:p>
    <w:p w:rsidR="00FD0CD4" w:rsidRDefault="003F52A2" w:rsidP="00FD0CD4">
      <w:pPr>
        <w:pStyle w:val="libNormal"/>
        <w:rPr>
          <w:cs/>
          <w:lang w:bidi="bn-IN"/>
        </w:rPr>
      </w:pPr>
      <w:r w:rsidRPr="003F52A2">
        <w:rPr>
          <w:cs/>
          <w:lang w:bidi="bn-IN"/>
        </w:rPr>
        <w:t>কেন সে নিজেকে খোঁজে না</w:t>
      </w:r>
      <w:r w:rsidRPr="003F52A2">
        <w:t xml:space="preserve">? </w:t>
      </w:r>
      <w:r w:rsidRPr="003F52A2">
        <w:rPr>
          <w:cs/>
          <w:lang w:bidi="bn-IN"/>
        </w:rPr>
        <w:t>হে ম</w:t>
      </w:r>
      <w:r w:rsidR="00FD0CD4">
        <w:rPr>
          <w:cs/>
          <w:lang w:bidi="bn-IN"/>
        </w:rPr>
        <w:t xml:space="preserve">ানব! তুমি জান না তুমি নিজেকে </w:t>
      </w:r>
      <w:r w:rsidR="00FD0CD4" w:rsidRPr="00FD0CD4">
        <w:rPr>
          <w:cs/>
          <w:lang w:bidi="bn-IN"/>
        </w:rPr>
        <w:t>হারিয়ে</w:t>
      </w:r>
      <w:r w:rsidRPr="003F52A2">
        <w:rPr>
          <w:cs/>
          <w:lang w:bidi="bn-IN"/>
        </w:rPr>
        <w:t xml:space="preserve"> ফেলেছ। যাও নিজেকে</w:t>
      </w:r>
      <w:r w:rsidR="00FD0CD4">
        <w:rPr>
          <w:lang w:bidi="bn-IN"/>
        </w:rPr>
        <w:t xml:space="preserve"> </w:t>
      </w:r>
      <w:r w:rsidRPr="003F52A2">
        <w:rPr>
          <w:cs/>
          <w:lang w:bidi="bn-IN"/>
        </w:rPr>
        <w:t>সন্ধান কর। কারণ তোমার সত্তা হারিয়ে যাওয়া সকল বস্তু হতে অধিক মূল্যবান।</w:t>
      </w:r>
    </w:p>
    <w:p w:rsidR="00FD0CD4" w:rsidRPr="00C640B7" w:rsidRDefault="00FD0CD4" w:rsidP="00C640B7">
      <w:pPr>
        <w:rPr>
          <w:rtl/>
          <w:cs/>
        </w:rPr>
      </w:pPr>
      <w:r>
        <w:rPr>
          <w:cs/>
          <w:lang w:bidi="bn-IN"/>
        </w:rPr>
        <w:br w:type="page"/>
      </w:r>
    </w:p>
    <w:p w:rsidR="00FD0CD4" w:rsidRDefault="003F52A2" w:rsidP="00FD0CD4">
      <w:pPr>
        <w:pStyle w:val="Heading1"/>
        <w:rPr>
          <w:lang w:bidi="bn-IN"/>
        </w:rPr>
      </w:pPr>
      <w:bookmarkStart w:id="73" w:name="_Toc392601482"/>
      <w:r w:rsidRPr="003F52A2">
        <w:rPr>
          <w:cs/>
          <w:lang w:bidi="bn-IN"/>
        </w:rPr>
        <w:t>কয়েকটি সমস্যার জবাব</w:t>
      </w:r>
      <w:bookmarkEnd w:id="73"/>
    </w:p>
    <w:p w:rsidR="00FD0CD4" w:rsidRDefault="00FD0CD4" w:rsidP="00FD0CD4">
      <w:pPr>
        <w:pStyle w:val="libNormal"/>
        <w:rPr>
          <w:lang w:bidi="bn-IN"/>
        </w:rPr>
      </w:pPr>
    </w:p>
    <w:p w:rsidR="0081750B" w:rsidRDefault="003F52A2" w:rsidP="002670BE">
      <w:pPr>
        <w:pStyle w:val="libNormal"/>
        <w:rPr>
          <w:lang w:bidi="bn-IN"/>
        </w:rPr>
      </w:pPr>
      <w:r w:rsidRPr="003F52A2">
        <w:rPr>
          <w:cs/>
          <w:lang w:bidi="bn-IN"/>
        </w:rPr>
        <w:t>আল্লাহর প্রতি ঈমান মানবীয় মূল্যবোধের বিস্মৃতির কারণ- এ কথার জবাবে বলতে চাই</w:t>
      </w:r>
      <w:r w:rsidRPr="003F52A2">
        <w:t>,</w:t>
      </w:r>
      <w:r w:rsidRPr="003F52A2">
        <w:rPr>
          <w:cs/>
          <w:lang w:bidi="bn-IN"/>
        </w:rPr>
        <w:t>ভিন্ন</w:t>
      </w:r>
      <w:r w:rsidR="002670BE">
        <w:rPr>
          <w:lang w:bidi="bn-IN"/>
        </w:rPr>
        <w:t xml:space="preserve"> </w:t>
      </w:r>
      <w:r w:rsidRPr="003F52A2">
        <w:rPr>
          <w:cs/>
          <w:lang w:bidi="bn-IN"/>
        </w:rPr>
        <w:t>সত্তার মাঝে হারিয়ে যাওয়া মানুষের প্রকৃত মূল্যবোধগুলোকে ভুলে যাওয়ার কারণ</w:t>
      </w:r>
      <w:r w:rsidRPr="003F52A2">
        <w:t>,</w:t>
      </w:r>
      <w:r w:rsidR="002670BE">
        <w:rPr>
          <w:cs/>
          <w:lang w:bidi="bn-IN"/>
        </w:rPr>
        <w:t>এটা ঠিক। কিন্তু যা</w:t>
      </w:r>
      <w:r w:rsidR="002670BE">
        <w:rPr>
          <w:lang w:bidi="bn-IN"/>
        </w:rPr>
        <w:t xml:space="preserve"> </w:t>
      </w:r>
      <w:r w:rsidRPr="003F52A2">
        <w:rPr>
          <w:cs/>
          <w:lang w:bidi="bn-IN"/>
        </w:rPr>
        <w:t>আপন সত্তারই পূর্ণতম রূপ তা মানুষের মাঝে মানবীয় মূল</w:t>
      </w:r>
      <w:r w:rsidR="002670BE">
        <w:rPr>
          <w:cs/>
          <w:lang w:bidi="bn-IN"/>
        </w:rPr>
        <w:t>্যবোধের অধিকতর বিকাশের সহায়ক</w:t>
      </w:r>
      <w:r w:rsidR="002670BE">
        <w:rPr>
          <w:lang w:bidi="bn-IN"/>
        </w:rPr>
        <w:t xml:space="preserve"> </w:t>
      </w:r>
      <w:r w:rsidRPr="003F52A2">
        <w:rPr>
          <w:cs/>
          <w:lang w:bidi="bn-IN"/>
        </w:rPr>
        <w:t xml:space="preserve">উপাদান। এ কারণেই যে সকল ব্যক্তি ইবাদতের পথে উচ্চ পর্যায়ে </w:t>
      </w:r>
      <w:r w:rsidR="00611BB9">
        <w:rPr>
          <w:cs/>
          <w:lang w:bidi="bn-IN"/>
        </w:rPr>
        <w:t>পৌ</w:t>
      </w:r>
      <w:r w:rsidRPr="003F52A2">
        <w:rPr>
          <w:cs/>
          <w:lang w:bidi="bn-IN"/>
        </w:rPr>
        <w:t>ছেন</w:t>
      </w:r>
      <w:r w:rsidRPr="003F52A2">
        <w:t>,</w:t>
      </w:r>
      <w:r w:rsidR="00611BB9">
        <w:rPr>
          <w:cs/>
          <w:lang w:bidi="bn-IN"/>
        </w:rPr>
        <w:t>তা</w:t>
      </w:r>
      <w:r w:rsidRPr="003F52A2">
        <w:rPr>
          <w:cs/>
          <w:lang w:bidi="bn-IN"/>
        </w:rPr>
        <w:t>দের মাঝে সকল</w:t>
      </w:r>
      <w:r w:rsidR="002670BE">
        <w:rPr>
          <w:lang w:bidi="bn-IN"/>
        </w:rPr>
        <w:t xml:space="preserve"> </w:t>
      </w:r>
      <w:r w:rsidRPr="003F52A2">
        <w:rPr>
          <w:cs/>
          <w:lang w:bidi="bn-IN"/>
        </w:rPr>
        <w:t xml:space="preserve">মানবীয় মূল্যবোধ শক্তিশালী হয়ে উঠে। </w:t>
      </w:r>
      <w:r w:rsidR="00611BB9">
        <w:rPr>
          <w:cs/>
          <w:lang w:bidi="bn-IN"/>
        </w:rPr>
        <w:t>তা</w:t>
      </w:r>
      <w:r w:rsidRPr="003F52A2">
        <w:rPr>
          <w:cs/>
          <w:lang w:bidi="bn-IN"/>
        </w:rPr>
        <w:t>দের বুদ্ধিবৃত্তি আরো ধারালো</w:t>
      </w:r>
      <w:r w:rsidRPr="003F52A2">
        <w:t>,</w:t>
      </w:r>
      <w:r w:rsidR="00611BB9">
        <w:rPr>
          <w:cs/>
          <w:lang w:bidi="bn-IN"/>
        </w:rPr>
        <w:t>তা</w:t>
      </w:r>
      <w:r w:rsidRPr="003F52A2">
        <w:rPr>
          <w:cs/>
          <w:lang w:bidi="bn-IN"/>
        </w:rPr>
        <w:t>দের ভালোবাসা গভীরতর</w:t>
      </w:r>
      <w:r w:rsidRPr="003F52A2">
        <w:t>,</w:t>
      </w:r>
      <w:r w:rsidRPr="003F52A2">
        <w:rPr>
          <w:cs/>
          <w:lang w:bidi="bn-IN"/>
        </w:rPr>
        <w:t>মানসিক শক্তি আরো উন্নত</w:t>
      </w:r>
      <w:r w:rsidRPr="003F52A2">
        <w:t>,</w:t>
      </w:r>
      <w:r w:rsidRPr="003F52A2">
        <w:rPr>
          <w:cs/>
          <w:lang w:bidi="bn-IN"/>
        </w:rPr>
        <w:t xml:space="preserve">আত্মসম্মানবোধ আরো </w:t>
      </w:r>
      <w:r w:rsidR="002670BE" w:rsidRPr="002670BE">
        <w:rPr>
          <w:cs/>
          <w:lang w:bidi="bn-IN"/>
        </w:rPr>
        <w:t>তীক্ষ্ণ</w:t>
      </w:r>
      <w:r w:rsidRPr="003F52A2">
        <w:t xml:space="preserve"> </w:t>
      </w:r>
      <w:r w:rsidRPr="003F52A2">
        <w:rPr>
          <w:cs/>
          <w:lang w:bidi="bn-IN"/>
        </w:rPr>
        <w:t xml:space="preserve">এবং </w:t>
      </w:r>
      <w:r w:rsidR="00611BB9">
        <w:rPr>
          <w:cs/>
          <w:lang w:bidi="bn-IN"/>
        </w:rPr>
        <w:t>তা</w:t>
      </w:r>
      <w:r w:rsidRPr="003F52A2">
        <w:rPr>
          <w:cs/>
          <w:lang w:bidi="bn-IN"/>
        </w:rPr>
        <w:t>দের মানুষের মাঝে বসবাসের</w:t>
      </w:r>
      <w:r w:rsidR="0081750B">
        <w:rPr>
          <w:lang w:bidi="bn-IN"/>
        </w:rPr>
        <w:t xml:space="preserve"> </w:t>
      </w:r>
      <w:r w:rsidRPr="003F52A2">
        <w:rPr>
          <w:cs/>
          <w:lang w:bidi="bn-IN"/>
        </w:rPr>
        <w:t>ক্ষমতা অধিকতর হয়। কারণ এ সকল বিষয় পরম সত্তা অর্থাৎ আল্লাহর গুণেরই প্রকাশ।</w:t>
      </w:r>
    </w:p>
    <w:p w:rsidR="0081750B" w:rsidRDefault="003F52A2" w:rsidP="0081750B">
      <w:pPr>
        <w:pStyle w:val="libNormal"/>
        <w:rPr>
          <w:lang w:bidi="bn-IN"/>
        </w:rPr>
      </w:pPr>
      <w:r w:rsidRPr="003F52A2">
        <w:rPr>
          <w:cs/>
          <w:lang w:bidi="bn-IN"/>
        </w:rPr>
        <w:t>খোদা সম্পৃক্ততা মানবীয় বিকাশের প্রতিবন্ধক- এ কথার জবাবে বলব</w:t>
      </w:r>
      <w:r w:rsidRPr="003F52A2">
        <w:t>,</w:t>
      </w:r>
      <w:r w:rsidR="00FE6D44">
        <w:rPr>
          <w:cs/>
          <w:lang w:bidi="bn-IN"/>
        </w:rPr>
        <w:t>তারা</w:t>
      </w:r>
      <w:r w:rsidRPr="003F52A2">
        <w:rPr>
          <w:cs/>
          <w:lang w:bidi="bn-IN"/>
        </w:rPr>
        <w:t xml:space="preserve"> মনে করেছেন</w:t>
      </w:r>
      <w:r w:rsidRPr="003F52A2">
        <w:t>,</w:t>
      </w:r>
      <w:r w:rsidRPr="003F52A2">
        <w:rPr>
          <w:cs/>
          <w:lang w:bidi="bn-IN"/>
        </w:rPr>
        <w:t>আল্লাহ্ একটি বৃক্ষের মতো</w:t>
      </w:r>
      <w:r w:rsidRPr="003F52A2">
        <w:t>,</w:t>
      </w:r>
      <w:r w:rsidRPr="003F52A2">
        <w:rPr>
          <w:cs/>
          <w:lang w:bidi="bn-IN"/>
        </w:rPr>
        <w:t>তাই যদি আল্লাহর সাথে কেউ সম্পৃক্ত হয় সে কোন সসীম বস্তুর দ্বারা</w:t>
      </w:r>
      <w:r w:rsidR="0081750B">
        <w:rPr>
          <w:lang w:bidi="bn-IN"/>
        </w:rPr>
        <w:t xml:space="preserve"> </w:t>
      </w:r>
      <w:r w:rsidRPr="003F52A2">
        <w:rPr>
          <w:cs/>
          <w:lang w:bidi="bn-IN"/>
        </w:rPr>
        <w:t>সীমিত হয়ে পড়েছে ফলে তার গতিসীমা রুদ্ধ হয়েছে। অস্তিত্ববাদীদের বলব</w:t>
      </w:r>
      <w:r w:rsidRPr="003F52A2">
        <w:t>,</w:t>
      </w:r>
      <w:r w:rsidRPr="003F52A2">
        <w:rPr>
          <w:cs/>
          <w:lang w:bidi="bn-IN"/>
        </w:rPr>
        <w:t>আল্লাহ্ হচ্ছেন</w:t>
      </w:r>
      <w:r w:rsidR="0081750B">
        <w:t xml:space="preserve"> </w:t>
      </w:r>
      <w:r w:rsidRPr="003F52A2">
        <w:rPr>
          <w:cs/>
          <w:lang w:bidi="bn-IN"/>
        </w:rPr>
        <w:t>অপরিসীম প্রকৃত সত্তা। কখনো মানুষ একটি সীমিত ক্ষেত্রে</w:t>
      </w:r>
      <w:r w:rsidRPr="003F52A2">
        <w:t>,</w:t>
      </w:r>
      <w:r w:rsidRPr="003F52A2">
        <w:rPr>
          <w:cs/>
          <w:lang w:bidi="bn-IN"/>
        </w:rPr>
        <w:t>উদাহরণস্বরূপ একশ বর্গকিলোমিটারে বন্দি হয়ে রয়েছে- এটা মানুষের জন্য সীমাবদ্ধতা। কারণ সে বলতে পারে</w:t>
      </w:r>
      <w:r w:rsidRPr="003F52A2">
        <w:t>,</w:t>
      </w:r>
      <w:r w:rsidRPr="003F52A2">
        <w:rPr>
          <w:cs/>
          <w:lang w:bidi="bn-IN"/>
        </w:rPr>
        <w:t>আমি যে সীমাকে অতিক্রম</w:t>
      </w:r>
      <w:r w:rsidR="0081750B">
        <w:rPr>
          <w:lang w:bidi="bn-IN"/>
        </w:rPr>
        <w:t xml:space="preserve"> </w:t>
      </w:r>
      <w:r w:rsidRPr="003F52A2">
        <w:rPr>
          <w:cs/>
          <w:lang w:bidi="bn-IN"/>
        </w:rPr>
        <w:t>করেছি তার শেষে সীমার প্রতিবন্ধকতা রয়েছে। কিন্তু যদি মানুষকে কোন সীমাহীন ক্ষেত্রে বন্দি করা</w:t>
      </w:r>
      <w:r w:rsidR="0081750B">
        <w:rPr>
          <w:lang w:bidi="bn-IN"/>
        </w:rPr>
        <w:t xml:space="preserve"> </w:t>
      </w:r>
      <w:r w:rsidRPr="003F52A2">
        <w:rPr>
          <w:cs/>
          <w:lang w:bidi="bn-IN"/>
        </w:rPr>
        <w:t>হয়</w:t>
      </w:r>
      <w:r w:rsidRPr="003F52A2">
        <w:t>,</w:t>
      </w:r>
      <w:r w:rsidRPr="003F52A2">
        <w:rPr>
          <w:cs/>
          <w:lang w:bidi="bn-IN"/>
        </w:rPr>
        <w:t>তবে তাকে পরিসীমিত করা হয়নি</w:t>
      </w:r>
      <w:r w:rsidRPr="003F52A2">
        <w:t>,</w:t>
      </w:r>
      <w:r w:rsidRPr="003F52A2">
        <w:rPr>
          <w:cs/>
          <w:lang w:bidi="bn-IN"/>
        </w:rPr>
        <w:t>কারণ সীমাহীন ক্ষেত্র গতিরুদ্ধ নয়। অর্থাৎ হে মানব! তুমি</w:t>
      </w:r>
      <w:r w:rsidR="0081750B">
        <w:rPr>
          <w:lang w:bidi="bn-IN"/>
        </w:rPr>
        <w:t xml:space="preserve"> </w:t>
      </w:r>
      <w:r w:rsidRPr="003F52A2">
        <w:rPr>
          <w:cs/>
          <w:lang w:bidi="bn-IN"/>
        </w:rPr>
        <w:t>যদি অসীমের দিকে যাত্রা কর</w:t>
      </w:r>
      <w:r w:rsidRPr="003F52A2">
        <w:t>,</w:t>
      </w:r>
      <w:r w:rsidRPr="003F52A2">
        <w:rPr>
          <w:cs/>
          <w:lang w:bidi="bn-IN"/>
        </w:rPr>
        <w:t xml:space="preserve">তবেই পূর্ণতায় </w:t>
      </w:r>
      <w:r w:rsidR="00611BB9">
        <w:rPr>
          <w:cs/>
          <w:lang w:bidi="bn-IN"/>
        </w:rPr>
        <w:t>পৌ</w:t>
      </w:r>
      <w:r w:rsidRPr="003F52A2">
        <w:rPr>
          <w:cs/>
          <w:lang w:bidi="bn-IN"/>
        </w:rPr>
        <w:t>ছবে। আল্লাহ্ এক অপরিসীম সত্তা। তাই পূর্ণতম</w:t>
      </w:r>
      <w:r w:rsidR="0081750B">
        <w:rPr>
          <w:lang w:bidi="bn-IN"/>
        </w:rPr>
        <w:t xml:space="preserve"> </w:t>
      </w:r>
      <w:r w:rsidRPr="003F52A2">
        <w:rPr>
          <w:cs/>
          <w:lang w:bidi="bn-IN"/>
        </w:rPr>
        <w:t xml:space="preserve">মানুষ যিনি শেষ নবী (সা.) তিনিও যদি অনন্তকাল অগ্রসর হতে থাকেন </w:t>
      </w:r>
      <w:r w:rsidR="00FE6D44">
        <w:rPr>
          <w:cs/>
          <w:lang w:bidi="bn-IN"/>
        </w:rPr>
        <w:t>তার</w:t>
      </w:r>
      <w:r w:rsidRPr="003F52A2">
        <w:rPr>
          <w:cs/>
          <w:lang w:bidi="bn-IN"/>
        </w:rPr>
        <w:t xml:space="preserve"> যাত্রা শেষ হবে না।আল্লাহ্ এমন এক অস্তিত্ব </w:t>
      </w:r>
      <w:r w:rsidR="00611BB9">
        <w:rPr>
          <w:cs/>
          <w:lang w:bidi="bn-IN"/>
        </w:rPr>
        <w:t>যা</w:t>
      </w:r>
      <w:r w:rsidRPr="003F52A2">
        <w:rPr>
          <w:cs/>
          <w:lang w:bidi="bn-IN"/>
        </w:rPr>
        <w:t>র শেষ সীমা নেই। তাই মানুষের পূর্ণতার ক</w:t>
      </w:r>
      <w:r w:rsidR="0081750B">
        <w:rPr>
          <w:cs/>
          <w:lang w:bidi="bn-IN"/>
        </w:rPr>
        <w:t>্ষেত্রে একমাত্র অসীম যাত্রাপথ</w:t>
      </w:r>
      <w:r w:rsidR="0081750B">
        <w:rPr>
          <w:lang w:bidi="bn-IN"/>
        </w:rPr>
        <w:t xml:space="preserve"> </w:t>
      </w:r>
      <w:r w:rsidRPr="003F52A2">
        <w:rPr>
          <w:cs/>
          <w:lang w:bidi="bn-IN"/>
        </w:rPr>
        <w:t xml:space="preserve">হলো </w:t>
      </w:r>
      <w:r w:rsidR="00FE6D44">
        <w:rPr>
          <w:cs/>
          <w:lang w:bidi="bn-IN"/>
        </w:rPr>
        <w:t>তার</w:t>
      </w:r>
      <w:r w:rsidRPr="003F52A2">
        <w:rPr>
          <w:cs/>
          <w:lang w:bidi="bn-IN"/>
        </w:rPr>
        <w:t xml:space="preserve"> দিকে যাত্রা।</w:t>
      </w:r>
    </w:p>
    <w:p w:rsidR="00335810" w:rsidRDefault="003F52A2" w:rsidP="004C7153">
      <w:pPr>
        <w:pStyle w:val="libNormal"/>
        <w:rPr>
          <w:lang w:bidi="bn-IN"/>
        </w:rPr>
      </w:pPr>
      <w:r w:rsidRPr="003F52A2">
        <w:rPr>
          <w:cs/>
          <w:lang w:bidi="bn-IN"/>
        </w:rPr>
        <w:t>আলেমদের মধ্যে এ বিষয়ে আলোচনা রয়েছে যে</w:t>
      </w:r>
      <w:r w:rsidRPr="003F52A2">
        <w:t>,</w:t>
      </w:r>
      <w:r w:rsidRPr="003F52A2">
        <w:rPr>
          <w:cs/>
          <w:lang w:bidi="bn-IN"/>
        </w:rPr>
        <w:t>আমরা যে নবীর উপর দরুদ ও সালাওয়াত</w:t>
      </w:r>
      <w:r w:rsidR="004C7153">
        <w:rPr>
          <w:lang w:bidi="bn-IN"/>
        </w:rPr>
        <w:t xml:space="preserve"> </w:t>
      </w:r>
      <w:r w:rsidRPr="003F52A2">
        <w:rPr>
          <w:cs/>
          <w:lang w:bidi="bn-IN"/>
        </w:rPr>
        <w:t>পড়ি- এর অর্থ কি এবং আল্লাহর নিকট নবীর জন্য রহমত ও কল্যাণ কামনার কি প্রভাব রয়েছে</w:t>
      </w:r>
      <w:r w:rsidRPr="003F52A2">
        <w:t xml:space="preserve">? </w:t>
      </w:r>
      <w:r w:rsidRPr="003F52A2">
        <w:rPr>
          <w:cs/>
          <w:lang w:bidi="bn-IN"/>
        </w:rPr>
        <w:t>কেউ</w:t>
      </w:r>
      <w:r w:rsidR="004C7153">
        <w:rPr>
          <w:lang w:bidi="bn-IN"/>
        </w:rPr>
        <w:t xml:space="preserve"> </w:t>
      </w:r>
      <w:r w:rsidRPr="003F52A2">
        <w:rPr>
          <w:cs/>
          <w:lang w:bidi="bn-IN"/>
        </w:rPr>
        <w:t>কেউ বলেন</w:t>
      </w:r>
      <w:r w:rsidRPr="003F52A2">
        <w:t>,</w:t>
      </w:r>
      <w:r w:rsidRPr="003F52A2">
        <w:rPr>
          <w:cs/>
          <w:lang w:bidi="bn-IN"/>
        </w:rPr>
        <w:t>প্রকৃতপক্ষে পূর্ণ মানব নবীর জন্য রহমতের প্রার্থনা এ জন্য যে</w:t>
      </w:r>
      <w:r w:rsidRPr="003F52A2">
        <w:t>,</w:t>
      </w:r>
      <w:r w:rsidR="004C7153">
        <w:rPr>
          <w:cs/>
          <w:lang w:bidi="bn-IN"/>
        </w:rPr>
        <w:t xml:space="preserve">নবী প্রতি </w:t>
      </w:r>
      <w:r w:rsidR="004C7153" w:rsidRPr="004C7153">
        <w:rPr>
          <w:cs/>
          <w:lang w:bidi="bn-IN"/>
        </w:rPr>
        <w:t>মুহূর্তে</w:t>
      </w:r>
      <w:r w:rsidR="004C7153">
        <w:rPr>
          <w:lang w:bidi="bn-IN"/>
        </w:rPr>
        <w:t xml:space="preserve"> </w:t>
      </w:r>
      <w:r w:rsidRPr="003F52A2">
        <w:rPr>
          <w:cs/>
          <w:lang w:bidi="bn-IN"/>
        </w:rPr>
        <w:t>গমনাবস্থায় রয়েছেন। অনন্তকাল তিনি এক অসীম লক্ষ্যের দিকে গতিশীল রয়েছেন। সুতরাং পরম</w:t>
      </w:r>
      <w:r w:rsidR="00335810">
        <w:rPr>
          <w:lang w:bidi="bn-IN"/>
        </w:rPr>
        <w:t xml:space="preserve"> </w:t>
      </w:r>
      <w:r w:rsidRPr="003F52A2">
        <w:rPr>
          <w:cs/>
          <w:lang w:bidi="bn-IN"/>
        </w:rPr>
        <w:t xml:space="preserve">প্রভুর সঙ্গে সম্পৃক্ততা মানুষের </w:t>
      </w:r>
      <w:r w:rsidR="00335810">
        <w:rPr>
          <w:cs/>
          <w:lang w:bidi="bn-IN"/>
        </w:rPr>
        <w:t>গতি স্থবিরতায় পর্যবসিত হওয়া নয়।</w:t>
      </w:r>
      <w:r w:rsidR="00335810">
        <w:rPr>
          <w:lang w:bidi="bn-IN"/>
        </w:rPr>
        <w:t xml:space="preserve"> </w:t>
      </w:r>
    </w:p>
    <w:p w:rsidR="00DC7C60" w:rsidRPr="0087422A" w:rsidRDefault="00335810" w:rsidP="00DC7C60">
      <w:pPr>
        <w:pStyle w:val="Heading1"/>
        <w:rPr>
          <w:rFonts w:eastAsia="Calibri"/>
        </w:rPr>
      </w:pPr>
      <w:r>
        <w:rPr>
          <w:lang w:bidi="bn-IN"/>
        </w:rPr>
        <w:br w:type="page"/>
      </w:r>
      <w:bookmarkStart w:id="74" w:name="_Toc392601483"/>
      <w:r w:rsidR="003F52A2" w:rsidRPr="003F52A2">
        <w:rPr>
          <w:cs/>
          <w:lang w:bidi="bn-IN"/>
        </w:rPr>
        <w:t>লক্ষ্যের পূর্ণতা ও মাধ্যমের পূর্ণতা</w:t>
      </w:r>
      <w:bookmarkEnd w:id="74"/>
    </w:p>
    <w:p w:rsidR="00DC7C60" w:rsidRDefault="00DC7C60" w:rsidP="004C7153">
      <w:pPr>
        <w:pStyle w:val="libNormal"/>
        <w:rPr>
          <w:lang w:bidi="bn-IN"/>
        </w:rPr>
      </w:pPr>
    </w:p>
    <w:p w:rsidR="00033E08" w:rsidRDefault="003F52A2" w:rsidP="00033E08">
      <w:pPr>
        <w:pStyle w:val="libNormal"/>
        <w:rPr>
          <w:lang w:bidi="bn-IN"/>
        </w:rPr>
      </w:pPr>
      <w:r w:rsidRPr="003F52A2">
        <w:rPr>
          <w:cs/>
          <w:lang w:bidi="bn-IN"/>
        </w:rPr>
        <w:t>অস্তিত্ববাদীরা লক্ষ্য এবং মাধ্যমের মধ্যে একটি ভুল করেছে</w:t>
      </w:r>
      <w:r w:rsidR="00DC7C60">
        <w:rPr>
          <w:cs/>
          <w:lang w:bidi="bn-IN"/>
        </w:rPr>
        <w:t>ন। স্বাধীনতা মানুষের জন্য একটি</w:t>
      </w:r>
      <w:r w:rsidR="00DC7C60">
        <w:rPr>
          <w:lang w:bidi="bn-IN"/>
        </w:rPr>
        <w:t xml:space="preserve"> </w:t>
      </w:r>
      <w:r w:rsidRPr="003F52A2">
        <w:rPr>
          <w:cs/>
          <w:lang w:bidi="bn-IN"/>
        </w:rPr>
        <w:t>পূর্ণতা। কিন্তু স্বাধীনতা মাধ্যমগত পূর্ণতা</w:t>
      </w:r>
      <w:r w:rsidRPr="003F52A2">
        <w:t>,</w:t>
      </w:r>
      <w:r w:rsidRPr="003F52A2">
        <w:rPr>
          <w:cs/>
          <w:lang w:bidi="bn-IN"/>
        </w:rPr>
        <w:t>লক্ষগত পূর্ণতা নয়। মানুষের লক্ষ্য স্বাধীন হওয়া নয়</w:t>
      </w:r>
      <w:r w:rsidRPr="003F52A2">
        <w:t>,</w:t>
      </w:r>
      <w:r w:rsidRPr="003F52A2">
        <w:rPr>
          <w:cs/>
          <w:lang w:bidi="bn-IN"/>
        </w:rPr>
        <w:t>কি</w:t>
      </w:r>
      <w:r w:rsidR="00DC7C60">
        <w:rPr>
          <w:cs/>
          <w:lang w:bidi="bn-IN"/>
        </w:rPr>
        <w:t>ন্তু</w:t>
      </w:r>
      <w:r w:rsidR="00DC7C60">
        <w:rPr>
          <w:lang w:bidi="bn-IN"/>
        </w:rPr>
        <w:t xml:space="preserve"> </w:t>
      </w:r>
      <w:r w:rsidRPr="003F52A2">
        <w:rPr>
          <w:cs/>
          <w:lang w:bidi="bn-IN"/>
        </w:rPr>
        <w:t>তাকে স্বাধীন হতে হবে এজন্য যে</w:t>
      </w:r>
      <w:r w:rsidRPr="003F52A2">
        <w:t>,</w:t>
      </w:r>
      <w:r w:rsidRPr="003F52A2">
        <w:rPr>
          <w:cs/>
          <w:lang w:bidi="bn-IN"/>
        </w:rPr>
        <w:t xml:space="preserve">যাতে সে পূর্ণতায় </w:t>
      </w:r>
      <w:r w:rsidR="00611BB9">
        <w:rPr>
          <w:cs/>
          <w:lang w:bidi="bn-IN"/>
        </w:rPr>
        <w:t>পৌ</w:t>
      </w:r>
      <w:r w:rsidRPr="003F52A2">
        <w:rPr>
          <w:cs/>
          <w:lang w:bidi="bn-IN"/>
        </w:rPr>
        <w:t>ছতে পারে। যেহেতু স্বাধীনতা অর্থ প</w:t>
      </w:r>
      <w:r w:rsidR="004526A0">
        <w:rPr>
          <w:cs/>
          <w:lang w:bidi="bn-IN"/>
        </w:rPr>
        <w:t>থ</w:t>
      </w:r>
      <w:r w:rsidR="004526A0">
        <w:rPr>
          <w:lang w:bidi="bn-IN"/>
        </w:rPr>
        <w:t xml:space="preserve"> </w:t>
      </w:r>
      <w:r w:rsidRPr="003F52A2">
        <w:rPr>
          <w:cs/>
          <w:lang w:bidi="bn-IN"/>
        </w:rPr>
        <w:t>নির্বাচনের অধিকার এবং অস্তিত্বশীল প্রাণীদের মধ্যে মানুষ একমাত্র স্বাধীন অস্তিত্ব</w:t>
      </w:r>
      <w:r w:rsidRPr="003F52A2">
        <w:t>,</w:t>
      </w:r>
      <w:r w:rsidRPr="003F52A2">
        <w:rPr>
          <w:cs/>
          <w:lang w:bidi="bn-IN"/>
        </w:rPr>
        <w:t xml:space="preserve">বিধায় </w:t>
      </w:r>
      <w:r w:rsidR="004526A0" w:rsidRPr="004526A0">
        <w:rPr>
          <w:cs/>
          <w:lang w:bidi="bn-IN"/>
        </w:rPr>
        <w:t>তাকে</w:t>
      </w:r>
      <w:r w:rsidR="004526A0">
        <w:rPr>
          <w:lang w:bidi="bn-IN"/>
        </w:rPr>
        <w:t xml:space="preserve"> </w:t>
      </w:r>
      <w:r w:rsidRPr="003F52A2">
        <w:rPr>
          <w:cs/>
          <w:lang w:bidi="bn-IN"/>
        </w:rPr>
        <w:t>নিজের পথ নিজেই নির্বাচন করতে হবে। অন্যভাবে বলা যায়</w:t>
      </w:r>
      <w:r w:rsidRPr="003F52A2">
        <w:t>,</w:t>
      </w:r>
      <w:r w:rsidRPr="003F52A2">
        <w:rPr>
          <w:cs/>
          <w:lang w:bidi="bn-IN"/>
        </w:rPr>
        <w:t xml:space="preserve">মানুষকে নিজ হতেই নিজেকে </w:t>
      </w:r>
      <w:r w:rsidR="00033E08" w:rsidRPr="00033E08">
        <w:rPr>
          <w:cs/>
          <w:lang w:bidi="bn-IN"/>
        </w:rPr>
        <w:t>খুজতে</w:t>
      </w:r>
      <w:r w:rsidR="00033E08">
        <w:rPr>
          <w:lang w:bidi="bn-IN"/>
        </w:rPr>
        <w:t xml:space="preserve"> </w:t>
      </w:r>
      <w:r w:rsidRPr="003F52A2">
        <w:rPr>
          <w:cs/>
          <w:lang w:bidi="bn-IN"/>
        </w:rPr>
        <w:t>হবে।</w:t>
      </w:r>
    </w:p>
    <w:p w:rsidR="00F93E0E" w:rsidRDefault="003F52A2" w:rsidP="00033E08">
      <w:pPr>
        <w:pStyle w:val="libNormal"/>
        <w:rPr>
          <w:lang w:bidi="bn-IN"/>
        </w:rPr>
      </w:pPr>
      <w:r w:rsidRPr="003F52A2">
        <w:rPr>
          <w:cs/>
          <w:lang w:bidi="bn-IN"/>
        </w:rPr>
        <w:t>মানুষ মুক্ত ও স্বাধীন</w:t>
      </w:r>
      <w:r w:rsidRPr="003F52A2">
        <w:t>,</w:t>
      </w:r>
      <w:r w:rsidRPr="003F52A2">
        <w:rPr>
          <w:cs/>
          <w:lang w:bidi="bn-IN"/>
        </w:rPr>
        <w:t xml:space="preserve">কিন্তু মানুষ স্বাধীন বলেই পূর্ণতায় </w:t>
      </w:r>
      <w:r w:rsidR="00611BB9">
        <w:rPr>
          <w:cs/>
          <w:lang w:bidi="bn-IN"/>
        </w:rPr>
        <w:t>পৌ</w:t>
      </w:r>
      <w:r w:rsidRPr="003F52A2">
        <w:rPr>
          <w:cs/>
          <w:lang w:bidi="bn-IN"/>
        </w:rPr>
        <w:t>ছেছে নাকি পূর্ণতার পথকে নির্বাচনে</w:t>
      </w:r>
      <w:r w:rsidR="00695D8C">
        <w:rPr>
          <w:cs/>
          <w:lang w:bidi="bn-IN"/>
        </w:rPr>
        <w:t>র</w:t>
      </w:r>
      <w:r w:rsidR="00463E4E">
        <w:rPr>
          <w:lang w:bidi="bn-IN"/>
        </w:rPr>
        <w:t xml:space="preserve"> </w:t>
      </w:r>
      <w:r w:rsidRPr="003F52A2">
        <w:rPr>
          <w:cs/>
          <w:lang w:bidi="bn-IN"/>
        </w:rPr>
        <w:t>অধিকার লাভ করেছে এজন্য যে</w:t>
      </w:r>
      <w:r w:rsidRPr="003F52A2">
        <w:t>,</w:t>
      </w:r>
      <w:r w:rsidRPr="003F52A2">
        <w:rPr>
          <w:cs/>
          <w:lang w:bidi="bn-IN"/>
        </w:rPr>
        <w:t xml:space="preserve">যাতে পূর্ণতায় </w:t>
      </w:r>
      <w:r w:rsidR="00611BB9">
        <w:rPr>
          <w:cs/>
          <w:lang w:bidi="bn-IN"/>
        </w:rPr>
        <w:t>পৌ</w:t>
      </w:r>
      <w:r w:rsidRPr="003F52A2">
        <w:rPr>
          <w:cs/>
          <w:lang w:bidi="bn-IN"/>
        </w:rPr>
        <w:t>ছতে পারে। মানুষ স্বাধীনতার মাধ্যমে পূর্ণতা</w:t>
      </w:r>
      <w:r w:rsidR="00695D8C">
        <w:rPr>
          <w:cs/>
          <w:lang w:bidi="bn-IN"/>
        </w:rPr>
        <w:t>র</w:t>
      </w:r>
      <w:r w:rsidR="00F93E0E">
        <w:rPr>
          <w:lang w:bidi="bn-IN"/>
        </w:rPr>
        <w:t xml:space="preserve"> </w:t>
      </w:r>
      <w:r w:rsidRPr="003F52A2">
        <w:rPr>
          <w:cs/>
          <w:lang w:bidi="bn-IN"/>
        </w:rPr>
        <w:t xml:space="preserve">সর্বোচ্চ পর্যায়ে </w:t>
      </w:r>
      <w:r w:rsidR="00611BB9">
        <w:rPr>
          <w:cs/>
          <w:lang w:bidi="bn-IN"/>
        </w:rPr>
        <w:t>পৌ</w:t>
      </w:r>
      <w:r w:rsidRPr="003F52A2">
        <w:rPr>
          <w:cs/>
          <w:lang w:bidi="bn-IN"/>
        </w:rPr>
        <w:t>ছতে পারে আবার এর মাধ্যমে সর্বনিম্ন পর্যায়েও নেমে যেতে পারে।</w:t>
      </w:r>
    </w:p>
    <w:p w:rsidR="000754D0" w:rsidRDefault="003F52A2" w:rsidP="00033E08">
      <w:pPr>
        <w:pStyle w:val="libNormal"/>
        <w:rPr>
          <w:lang w:bidi="bn-IN"/>
        </w:rPr>
      </w:pPr>
      <w:r w:rsidRPr="003F52A2">
        <w:rPr>
          <w:cs/>
          <w:lang w:bidi="bn-IN"/>
        </w:rPr>
        <w:t>স্বাধীন অস্তিত্ব সেই অস্তিত্ব যার নিয়ন্ত্রণ-রজ্জু তার হাতে দেয়া হয়েছে। তাকে বলা হয়েছে</w:t>
      </w:r>
      <w:r w:rsidRPr="003F52A2">
        <w:t>,</w:t>
      </w:r>
      <w:r w:rsidRPr="003F52A2">
        <w:rPr>
          <w:cs/>
          <w:lang w:bidi="bn-IN"/>
        </w:rPr>
        <w:t>হে</w:t>
      </w:r>
      <w:r w:rsidR="00A949CD">
        <w:rPr>
          <w:lang w:bidi="bn-IN"/>
        </w:rPr>
        <w:t xml:space="preserve"> </w:t>
      </w:r>
      <w:r w:rsidRPr="003F52A2">
        <w:rPr>
          <w:cs/>
          <w:lang w:bidi="bn-IN"/>
        </w:rPr>
        <w:t>মানব! তুমি পূর্ণতাপ্রাপ্ত অস্তিত্ব</w:t>
      </w:r>
      <w:r w:rsidRPr="003F52A2">
        <w:t>,</w:t>
      </w:r>
      <w:r w:rsidRPr="003F52A2">
        <w:rPr>
          <w:cs/>
          <w:lang w:bidi="bn-IN"/>
        </w:rPr>
        <w:t xml:space="preserve">তুমি প্রকৃতি ও অস্তিত্ব জগৎ </w:t>
      </w:r>
      <w:r w:rsidR="000C4B23">
        <w:rPr>
          <w:cs/>
          <w:lang w:bidi="bn-IN"/>
        </w:rPr>
        <w:t>সম্পর্কে</w:t>
      </w:r>
      <w:r w:rsidRPr="003F52A2">
        <w:rPr>
          <w:cs/>
          <w:lang w:bidi="bn-IN"/>
        </w:rPr>
        <w:t xml:space="preserve"> জ্ঞাত</w:t>
      </w:r>
      <w:r w:rsidRPr="003F52A2">
        <w:t>,</w:t>
      </w:r>
      <w:r w:rsidRPr="003F52A2">
        <w:rPr>
          <w:cs/>
          <w:lang w:bidi="bn-IN"/>
        </w:rPr>
        <w:t xml:space="preserve">তুমি ব্যতীত অন্য </w:t>
      </w:r>
      <w:r w:rsidR="0085106D">
        <w:rPr>
          <w:cs/>
          <w:lang w:bidi="bn-IN"/>
        </w:rPr>
        <w:t>সকল</w:t>
      </w:r>
      <w:r w:rsidR="00A949CD">
        <w:t xml:space="preserve"> </w:t>
      </w:r>
      <w:r w:rsidRPr="003F52A2">
        <w:rPr>
          <w:cs/>
          <w:lang w:bidi="bn-IN"/>
        </w:rPr>
        <w:t>অস্তিত্ব অপূর্ণ ও নিয়ন্ত্রিত।</w:t>
      </w:r>
    </w:p>
    <w:p w:rsidR="000754D0" w:rsidRPr="00C52BC7" w:rsidRDefault="00C52BC7" w:rsidP="00C52BC7">
      <w:pPr>
        <w:pStyle w:val="libAie"/>
        <w:rPr>
          <w:rtl/>
          <w:lang w:bidi="fa-IR"/>
        </w:rPr>
      </w:pPr>
      <w:r w:rsidRPr="00C52BC7">
        <w:rPr>
          <w:rStyle w:val="libAlaemChar"/>
          <w:rFonts w:hint="cs"/>
          <w:rtl/>
        </w:rPr>
        <w:t>(</w:t>
      </w:r>
      <w:r w:rsidRPr="00C52BC7">
        <w:rPr>
          <w:rStyle w:val="ayatext"/>
          <w:rtl/>
        </w:rPr>
        <w:t>إِنَّا هَدَيْنَاهُ السَّبِيلَ إِمَّا شَاكِرً‌ا وَإِمَّا كَفُورً‌ا</w:t>
      </w:r>
      <w:r w:rsidRPr="00C52BC7">
        <w:rPr>
          <w:rStyle w:val="libAlaemChar"/>
          <w:rFonts w:hint="cs"/>
          <w:rtl/>
        </w:rPr>
        <w:t>)</w:t>
      </w:r>
    </w:p>
    <w:p w:rsidR="008E27D2" w:rsidRDefault="003F52A2" w:rsidP="00033E08">
      <w:pPr>
        <w:pStyle w:val="libNormal"/>
        <w:rPr>
          <w:lang w:bidi="bn-IN"/>
        </w:rPr>
      </w:pPr>
      <w:r w:rsidRPr="00D542A0">
        <w:rPr>
          <w:rStyle w:val="libAlaemChar"/>
        </w:rPr>
        <w:t>“</w:t>
      </w:r>
      <w:r w:rsidRPr="003F52A2">
        <w:rPr>
          <w:cs/>
          <w:lang w:bidi="bn-IN"/>
        </w:rPr>
        <w:t>আমরা পথ প্রদর্শন করেছি</w:t>
      </w:r>
      <w:r w:rsidRPr="003F52A2">
        <w:t>,</w:t>
      </w:r>
      <w:r w:rsidRPr="003F52A2">
        <w:rPr>
          <w:cs/>
          <w:lang w:bidi="bn-IN"/>
        </w:rPr>
        <w:t>হয় সে শোকর গুজার ও কৃতজ্ঞ হবে নতুবা অকৃতজ্ঞ</w:t>
      </w:r>
      <w:r w:rsidRPr="003F52A2">
        <w:rPr>
          <w:cs/>
          <w:lang w:bidi="hi-IN"/>
        </w:rPr>
        <w:t>।</w:t>
      </w:r>
      <w:r w:rsidRPr="00D542A0">
        <w:rPr>
          <w:rStyle w:val="libAlaemChar"/>
        </w:rPr>
        <w:t>”</w:t>
      </w:r>
      <w:r w:rsidRPr="003F52A2">
        <w:t xml:space="preserve"> </w:t>
      </w:r>
      <w:r w:rsidRPr="003F52A2">
        <w:rPr>
          <w:cs/>
          <w:lang w:bidi="bn-IN"/>
        </w:rPr>
        <w:t>আমরা</w:t>
      </w:r>
      <w:r w:rsidR="008E27D2">
        <w:rPr>
          <w:lang w:bidi="bn-IN"/>
        </w:rPr>
        <w:t xml:space="preserve"> </w:t>
      </w:r>
      <w:r w:rsidRPr="003F52A2">
        <w:rPr>
          <w:cs/>
          <w:lang w:bidi="bn-IN"/>
        </w:rPr>
        <w:t>তোমাকে পথ প্রদর্শন করেছি কিন্তু তোমার নিজেকেই এ পথ নির্বাচন করতে হবে।</w:t>
      </w:r>
    </w:p>
    <w:p w:rsidR="00164909" w:rsidRDefault="003F52A2" w:rsidP="00164909">
      <w:pPr>
        <w:pStyle w:val="libNormal"/>
        <w:rPr>
          <w:lang w:bidi="bn-IN"/>
        </w:rPr>
      </w:pPr>
      <w:r w:rsidRPr="003F52A2">
        <w:rPr>
          <w:cs/>
          <w:lang w:bidi="bn-IN"/>
        </w:rPr>
        <w:t>স্বাধীনতা স্বয়ং মানুষের পূর্ণতা নয়</w:t>
      </w:r>
      <w:r w:rsidRPr="003F52A2">
        <w:t>,</w:t>
      </w:r>
      <w:r w:rsidRPr="003F52A2">
        <w:rPr>
          <w:cs/>
          <w:lang w:bidi="bn-IN"/>
        </w:rPr>
        <w:t>বরং মানুষের পূর্ণতার মাধ্য</w:t>
      </w:r>
      <w:r w:rsidR="007E0C3E">
        <w:rPr>
          <w:cs/>
          <w:lang w:bidi="bn-IN"/>
        </w:rPr>
        <w:t xml:space="preserve">ম। অর্থাৎ মানুষ স্বাধীন না </w:t>
      </w:r>
      <w:r w:rsidR="00164909" w:rsidRPr="00164909">
        <w:rPr>
          <w:cs/>
          <w:lang w:bidi="bn-IN"/>
        </w:rPr>
        <w:t>হলে</w:t>
      </w:r>
      <w:r w:rsidR="007E0C3E">
        <w:rPr>
          <w:lang w:bidi="bn-IN"/>
        </w:rPr>
        <w:t xml:space="preserve"> </w:t>
      </w:r>
      <w:r w:rsidRPr="003F52A2">
        <w:rPr>
          <w:cs/>
          <w:lang w:bidi="bn-IN"/>
        </w:rPr>
        <w:t xml:space="preserve">পূর্ণতায় </w:t>
      </w:r>
      <w:r w:rsidR="00611BB9">
        <w:rPr>
          <w:cs/>
          <w:lang w:bidi="bn-IN"/>
        </w:rPr>
        <w:t>পৌ</w:t>
      </w:r>
      <w:r w:rsidRPr="003F52A2">
        <w:rPr>
          <w:cs/>
          <w:lang w:bidi="bn-IN"/>
        </w:rPr>
        <w:t>ছতে সক্ষম হতো না। কারণ বাধ্যতার মধ্য দিয়ে পূর্ণতা অর্জন সম্ভব নয়। তাই স</w:t>
      </w:r>
      <w:r w:rsidR="00164909">
        <w:rPr>
          <w:cs/>
          <w:lang w:bidi="bn-IN"/>
        </w:rPr>
        <w:t>্বাধীনতা</w:t>
      </w:r>
      <w:r w:rsidR="00164909">
        <w:rPr>
          <w:lang w:bidi="bn-IN"/>
        </w:rPr>
        <w:t xml:space="preserve"> </w:t>
      </w:r>
      <w:r w:rsidRPr="003F52A2">
        <w:rPr>
          <w:cs/>
          <w:lang w:bidi="bn-IN"/>
        </w:rPr>
        <w:t>মাধ্যমগত পূর্ণতা</w:t>
      </w:r>
      <w:r w:rsidRPr="003F52A2">
        <w:t>,</w:t>
      </w:r>
      <w:r w:rsidRPr="003F52A2">
        <w:rPr>
          <w:cs/>
          <w:lang w:bidi="bn-IN"/>
        </w:rPr>
        <w:t>লক্ষগত নয়।</w:t>
      </w:r>
    </w:p>
    <w:p w:rsidR="00E17308" w:rsidRDefault="003F52A2" w:rsidP="00E17308">
      <w:pPr>
        <w:pStyle w:val="libNormal"/>
        <w:rPr>
          <w:lang w:bidi="hi-IN"/>
        </w:rPr>
      </w:pPr>
      <w:r w:rsidRPr="003F52A2">
        <w:rPr>
          <w:cs/>
          <w:lang w:bidi="bn-IN"/>
        </w:rPr>
        <w:t>স্বাধীনতার ক্ষেত্রে বিরুদ্ধবাদিতাও আনুগত্যের ন্যায়। যেহেতু মানুষ স্বাধীন সেহেতু সে অবাধ্য ও</w:t>
      </w:r>
      <w:r w:rsidR="00E17308">
        <w:rPr>
          <w:lang w:bidi="bn-IN"/>
        </w:rPr>
        <w:t xml:space="preserve"> </w:t>
      </w:r>
      <w:r w:rsidRPr="003F52A2">
        <w:rPr>
          <w:cs/>
          <w:lang w:bidi="bn-IN"/>
        </w:rPr>
        <w:t>বিরোধী হতে পারে অর্থাৎ যে কোন বাধ্যবাধকতার বিরুদ্ধে অবস্থান নিয়ে তাকে অস্বীকার করতে</w:t>
      </w:r>
      <w:r w:rsidR="00E17308">
        <w:rPr>
          <w:lang w:bidi="bn-IN"/>
        </w:rPr>
        <w:t xml:space="preserve"> </w:t>
      </w:r>
      <w:r w:rsidRPr="003F52A2">
        <w:rPr>
          <w:cs/>
          <w:lang w:bidi="bn-IN"/>
        </w:rPr>
        <w:t>পারে। অন্যরা ভেবেছেন</w:t>
      </w:r>
      <w:r w:rsidRPr="003F52A2">
        <w:t>,</w:t>
      </w:r>
      <w:r w:rsidRPr="003F52A2">
        <w:rPr>
          <w:cs/>
          <w:lang w:bidi="bn-IN"/>
        </w:rPr>
        <w:t>এ অবাধ্যতা ও বিরুদ্ধাচরণও পূর্ণতা এবং যে কোন আনুগত্যের বিরোধিতা</w:t>
      </w:r>
      <w:r w:rsidR="00E17308">
        <w:rPr>
          <w:lang w:bidi="bn-IN"/>
        </w:rPr>
        <w:t xml:space="preserve"> </w:t>
      </w:r>
      <w:r w:rsidR="00E17308">
        <w:rPr>
          <w:cs/>
          <w:lang w:bidi="bn-IN"/>
        </w:rPr>
        <w:t>ও</w:t>
      </w:r>
      <w:r w:rsidR="00E17308">
        <w:rPr>
          <w:lang w:bidi="bn-IN"/>
        </w:rPr>
        <w:t xml:space="preserve"> </w:t>
      </w:r>
      <w:r w:rsidRPr="003F52A2">
        <w:rPr>
          <w:cs/>
          <w:lang w:bidi="bn-IN"/>
        </w:rPr>
        <w:t>পূর্ণ</w:t>
      </w:r>
      <w:r w:rsidR="00E17308">
        <w:rPr>
          <w:cs/>
          <w:lang w:bidi="bn-IN"/>
        </w:rPr>
        <w:t>তা</w:t>
      </w:r>
      <w:r w:rsidRPr="003F52A2">
        <w:rPr>
          <w:cs/>
          <w:lang w:bidi="hi-IN"/>
        </w:rPr>
        <w:t>।</w:t>
      </w:r>
    </w:p>
    <w:p w:rsidR="00E17799" w:rsidRDefault="00FE6D44" w:rsidP="00E17308">
      <w:pPr>
        <w:pStyle w:val="libNormal"/>
        <w:rPr>
          <w:lang w:bidi="bn-IN"/>
        </w:rPr>
      </w:pPr>
      <w:r>
        <w:rPr>
          <w:cs/>
          <w:lang w:bidi="bn-IN"/>
        </w:rPr>
        <w:t>তারা</w:t>
      </w:r>
      <w:r w:rsidR="003F52A2" w:rsidRPr="003F52A2">
        <w:rPr>
          <w:cs/>
          <w:lang w:bidi="bn-IN"/>
        </w:rPr>
        <w:t xml:space="preserve"> অবাধ্যতার সত্তাগত মূল্য দিয়েছেন। ফলে এ মতবাদের পরিণতি বিশৃঙ্খলতায় পর্যবসিত</w:t>
      </w:r>
      <w:r w:rsidR="000578F2">
        <w:rPr>
          <w:lang w:bidi="bn-IN"/>
        </w:rPr>
        <w:t xml:space="preserve"> </w:t>
      </w:r>
      <w:r w:rsidR="003F52A2" w:rsidRPr="003F52A2">
        <w:rPr>
          <w:cs/>
          <w:lang w:bidi="bn-IN"/>
        </w:rPr>
        <w:t>হয়েছে</w:t>
      </w:r>
      <w:r w:rsidR="000578F2">
        <w:rPr>
          <w:lang w:bidi="bn-IN"/>
        </w:rPr>
        <w:t xml:space="preserve"> </w:t>
      </w:r>
      <w:r w:rsidR="003F52A2" w:rsidRPr="003F52A2">
        <w:rPr>
          <w:cs/>
          <w:lang w:bidi="hi-IN"/>
        </w:rPr>
        <w:t xml:space="preserve">। </w:t>
      </w:r>
      <w:r w:rsidR="003F52A2" w:rsidRPr="003F52A2">
        <w:rPr>
          <w:cs/>
          <w:lang w:bidi="bn-IN"/>
        </w:rPr>
        <w:t>কারণ কোন মতবাদ অবাধ্যতাকে মূল্যবোধ মনে করলে তা শৃঙ্খলার জন্ম দিতে পারে না।</w:t>
      </w:r>
      <w:r w:rsidR="000578F2">
        <w:rPr>
          <w:lang w:bidi="bn-IN"/>
        </w:rPr>
        <w:t xml:space="preserve"> </w:t>
      </w:r>
      <w:r w:rsidR="003F52A2" w:rsidRPr="003F52A2">
        <w:rPr>
          <w:cs/>
          <w:lang w:bidi="bn-IN"/>
        </w:rPr>
        <w:t xml:space="preserve">স্বয়ং এ মতবাদের প্রবক্তা সারটার </w:t>
      </w:r>
      <w:r>
        <w:rPr>
          <w:cs/>
          <w:lang w:bidi="bn-IN"/>
        </w:rPr>
        <w:t>তার</w:t>
      </w:r>
      <w:r w:rsidR="003F52A2" w:rsidRPr="003F52A2">
        <w:rPr>
          <w:cs/>
          <w:lang w:bidi="bn-IN"/>
        </w:rPr>
        <w:t xml:space="preserve"> ও </w:t>
      </w:r>
      <w:r>
        <w:rPr>
          <w:cs/>
          <w:lang w:bidi="bn-IN"/>
        </w:rPr>
        <w:t>তার</w:t>
      </w:r>
      <w:r w:rsidR="003F52A2" w:rsidRPr="003F52A2">
        <w:rPr>
          <w:cs/>
          <w:lang w:bidi="bn-IN"/>
        </w:rPr>
        <w:t xml:space="preserve"> মতবাদের উপর আরোপিত এ অভিযোগকে খণ্ডন করার</w:t>
      </w:r>
      <w:r w:rsidR="008A14BF">
        <w:rPr>
          <w:lang w:bidi="bn-IN"/>
        </w:rPr>
        <w:t xml:space="preserve"> </w:t>
      </w:r>
      <w:r w:rsidR="003F52A2" w:rsidRPr="003F52A2">
        <w:rPr>
          <w:cs/>
          <w:lang w:bidi="bn-IN"/>
        </w:rPr>
        <w:t>চেষ্টা করে ব্যর্থ হয়েছেন। ইসলামী মতাদর্শে বিরোধিতার সম্ভাবনা আছে বলেই মানুষের মূল্য রয়েছে</w:t>
      </w:r>
      <w:r w:rsidR="008A14BF">
        <w:rPr>
          <w:lang w:bidi="bn-IN"/>
        </w:rPr>
        <w:t xml:space="preserve"> </w:t>
      </w:r>
      <w:r w:rsidR="003F52A2" w:rsidRPr="003F52A2">
        <w:rPr>
          <w:cs/>
          <w:lang w:bidi="bn-IN"/>
        </w:rPr>
        <w:t>অর্থাৎ মানুষ বিরোধিতা করতে পারে</w:t>
      </w:r>
      <w:r w:rsidR="003F52A2" w:rsidRPr="003F52A2">
        <w:t>,</w:t>
      </w:r>
      <w:r w:rsidR="003F52A2" w:rsidRPr="003F52A2">
        <w:rPr>
          <w:cs/>
          <w:lang w:bidi="bn-IN"/>
        </w:rPr>
        <w:t>আবার আনুগত্যও করতে পারে</w:t>
      </w:r>
      <w:r w:rsidR="003F52A2" w:rsidRPr="003F52A2">
        <w:t>,</w:t>
      </w:r>
      <w:r w:rsidR="003F52A2" w:rsidRPr="003F52A2">
        <w:rPr>
          <w:cs/>
          <w:lang w:bidi="bn-IN"/>
        </w:rPr>
        <w:t>সে যেমন উচ্চতর পর্যায়ে</w:t>
      </w:r>
      <w:r w:rsidR="008A14BF">
        <w:rPr>
          <w:lang w:bidi="bn-IN"/>
        </w:rPr>
        <w:t xml:space="preserve"> </w:t>
      </w:r>
      <w:r w:rsidR="00611BB9">
        <w:rPr>
          <w:cs/>
          <w:lang w:bidi="bn-IN"/>
        </w:rPr>
        <w:t>পৌ</w:t>
      </w:r>
      <w:r w:rsidR="003F52A2" w:rsidRPr="003F52A2">
        <w:rPr>
          <w:cs/>
          <w:lang w:bidi="bn-IN"/>
        </w:rPr>
        <w:t>ছতে পারে তেমনি নিম্নতর পর্যায়েও নেমে যেতে পারে</w:t>
      </w:r>
      <w:r w:rsidR="003F52A2" w:rsidRPr="003F52A2">
        <w:rPr>
          <w:cs/>
          <w:lang w:bidi="hi-IN"/>
        </w:rPr>
        <w:t xml:space="preserve">। </w:t>
      </w:r>
      <w:r w:rsidR="003F52A2" w:rsidRPr="003F52A2">
        <w:rPr>
          <w:cs/>
          <w:lang w:bidi="bn-IN"/>
        </w:rPr>
        <w:t>যারা (যে সকল অস্তিত্ব) বিরুদ্ধাচরণে</w:t>
      </w:r>
      <w:r w:rsidR="00E17799">
        <w:t xml:space="preserve"> </w:t>
      </w:r>
      <w:r w:rsidR="003F52A2" w:rsidRPr="003F52A2">
        <w:rPr>
          <w:cs/>
          <w:lang w:bidi="bn-IN"/>
        </w:rPr>
        <w:t>সক্ষম নয় তারা মানুষ হতে উচ্চতর সৃষ্টি নয় যেহেতু তারা এ ক্ষমতারই অধিকারী নয়। আনুগত্য ও</w:t>
      </w:r>
      <w:r w:rsidR="00E17799">
        <w:rPr>
          <w:lang w:bidi="bn-IN"/>
        </w:rPr>
        <w:t xml:space="preserve"> </w:t>
      </w:r>
      <w:r w:rsidR="003F52A2" w:rsidRPr="003F52A2">
        <w:rPr>
          <w:cs/>
          <w:lang w:bidi="bn-IN"/>
        </w:rPr>
        <w:t>বিরোধিতা পরস্পর ভারসাম্য পরিমাপক বলেই এগুলো পূর্ণতার মা</w:t>
      </w:r>
      <w:r w:rsidR="00E17799">
        <w:rPr>
          <w:cs/>
          <w:lang w:bidi="bn-IN"/>
        </w:rPr>
        <w:t>ধ্যম। অন্য সৃষ্টি এরূপ শক্তি ও</w:t>
      </w:r>
      <w:r w:rsidR="00E17799">
        <w:rPr>
          <w:lang w:bidi="bn-IN"/>
        </w:rPr>
        <w:t xml:space="preserve"> </w:t>
      </w:r>
      <w:r w:rsidR="003F52A2" w:rsidRPr="003F52A2">
        <w:rPr>
          <w:cs/>
          <w:lang w:bidi="bn-IN"/>
        </w:rPr>
        <w:t>ক্ষমতা রাখে না বলেই স্বাধীন ও মুক্ত নয়।</w:t>
      </w:r>
    </w:p>
    <w:p w:rsidR="001B4AF7" w:rsidRDefault="003F52A2" w:rsidP="00423E9B">
      <w:pPr>
        <w:pStyle w:val="libNormal"/>
        <w:rPr>
          <w:lang w:bidi="bn-IN"/>
        </w:rPr>
      </w:pPr>
      <w:r w:rsidRPr="003F52A2">
        <w:rPr>
          <w:cs/>
          <w:lang w:bidi="bn-IN"/>
        </w:rPr>
        <w:t>এজন্যই বিরুদ্ধাচরণের পর তওবার মাধ্যমে প্রত্যাবর্তন মানুষের জন্য একটি পূর্ণতা। বিরুদ্ধাচরণের</w:t>
      </w:r>
      <w:r w:rsidR="00E17799">
        <w:rPr>
          <w:lang w:bidi="bn-IN"/>
        </w:rPr>
        <w:t xml:space="preserve"> </w:t>
      </w:r>
      <w:r w:rsidRPr="003F52A2">
        <w:rPr>
          <w:cs/>
          <w:lang w:bidi="bn-IN"/>
        </w:rPr>
        <w:t>পর</w:t>
      </w:r>
      <w:r w:rsidR="00423E9B">
        <w:rPr>
          <w:cs/>
          <w:lang w:bidi="bn-IN"/>
        </w:rPr>
        <w:t xml:space="preserve"> প্রত্যাবর্তন আছে বলেই আল্লাহ্</w:t>
      </w:r>
      <w:r w:rsidR="00423E9B">
        <w:rPr>
          <w:lang w:bidi="bn-IN"/>
        </w:rPr>
        <w:t xml:space="preserve"> </w:t>
      </w:r>
      <w:r w:rsidR="00423E9B" w:rsidRPr="00423E9B">
        <w:rPr>
          <w:cs/>
          <w:lang w:bidi="bn-IN"/>
        </w:rPr>
        <w:t>পাকের</w:t>
      </w:r>
      <w:r w:rsidRPr="003F52A2">
        <w:rPr>
          <w:cs/>
          <w:lang w:bidi="bn-IN"/>
        </w:rPr>
        <w:t xml:space="preserve"> অন্যতম সুন্দর নাম</w:t>
      </w:r>
      <w:r w:rsidR="00423E9B">
        <w:rPr>
          <w:lang w:bidi="bn-IN"/>
        </w:rPr>
        <w:t xml:space="preserve"> </w:t>
      </w:r>
      <w:r w:rsidR="00022C27" w:rsidRPr="00022C27">
        <w:rPr>
          <w:rStyle w:val="libArChar"/>
          <w:rFonts w:hint="cs"/>
          <w:rtl/>
          <w:lang w:bidi="fa-IR"/>
        </w:rPr>
        <w:t>غفور</w:t>
      </w:r>
      <w:r w:rsidR="00022C27">
        <w:rPr>
          <w:lang w:bidi="bn-IN"/>
        </w:rPr>
        <w:t xml:space="preserve"> </w:t>
      </w:r>
      <w:r w:rsidRPr="003F52A2">
        <w:rPr>
          <w:cs/>
          <w:lang w:bidi="bn-IN"/>
        </w:rPr>
        <w:t>বা ক্ষমাশীল বাস্তবে রূপ নেয়।</w:t>
      </w:r>
      <w:r w:rsidR="00423E9B">
        <w:rPr>
          <w:lang w:bidi="bn-IN"/>
        </w:rPr>
        <w:t xml:space="preserve"> </w:t>
      </w:r>
      <w:r w:rsidRPr="003F52A2">
        <w:rPr>
          <w:cs/>
          <w:lang w:bidi="bn-IN"/>
        </w:rPr>
        <w:t>যদি বিরোধিতা না থাকত তাহলে তওবা বা প্রত্যাবর্তনও থাকত না</w:t>
      </w:r>
      <w:r w:rsidRPr="003F52A2">
        <w:t>,</w:t>
      </w:r>
      <w:r w:rsidRPr="003F52A2">
        <w:rPr>
          <w:cs/>
          <w:lang w:bidi="bn-IN"/>
        </w:rPr>
        <w:t>তখন আমরা আল্লাহর গফুর</w:t>
      </w:r>
      <w:r w:rsidR="001B4AF7">
        <w:rPr>
          <w:lang w:bidi="bn-IN"/>
        </w:rPr>
        <w:t xml:space="preserve"> </w:t>
      </w:r>
      <w:r w:rsidRPr="003F52A2">
        <w:rPr>
          <w:cs/>
          <w:lang w:bidi="bn-IN"/>
        </w:rPr>
        <w:t>নামের পরিচয় পেতাম না। বিরোধিতা পতন এবং তওবা প্রত্যাবর্তন ও পতন হতে মুক্তি। তাই</w:t>
      </w:r>
      <w:r w:rsidR="001B4AF7">
        <w:rPr>
          <w:lang w:bidi="bn-IN"/>
        </w:rPr>
        <w:t xml:space="preserve"> </w:t>
      </w:r>
      <w:r w:rsidRPr="003F52A2">
        <w:rPr>
          <w:cs/>
          <w:lang w:bidi="bn-IN"/>
        </w:rPr>
        <w:t>বিরুদ্ধাচরণের পর প্রত্যাবর্তনের মাধ্যমে আল্লাহর ক্ষমাশীলতা বাস্তব রূপ নেয়।</w:t>
      </w:r>
    </w:p>
    <w:p w:rsidR="00FC1518" w:rsidRDefault="003F52A2" w:rsidP="00423E9B">
      <w:pPr>
        <w:pStyle w:val="libNormal"/>
        <w:rPr>
          <w:lang w:bidi="bn-IN"/>
        </w:rPr>
      </w:pPr>
      <w:r w:rsidRPr="003F52A2">
        <w:rPr>
          <w:cs/>
          <w:lang w:bidi="bn-IN"/>
        </w:rPr>
        <w:t>রেওয়ায়েতে এসেছে</w:t>
      </w:r>
      <w:r w:rsidRPr="003F52A2">
        <w:t>,</w:t>
      </w:r>
      <w:r w:rsidRPr="003F52A2">
        <w:rPr>
          <w:cs/>
          <w:lang w:bidi="bn-IN"/>
        </w:rPr>
        <w:t>আল্লাহ্পাক বলেছেন</w:t>
      </w:r>
      <w:r w:rsidRPr="003F52A2">
        <w:t>,</w:t>
      </w:r>
      <w:r w:rsidRPr="00D542A0">
        <w:rPr>
          <w:rStyle w:val="libAlaemChar"/>
        </w:rPr>
        <w:t>“</w:t>
      </w:r>
      <w:r w:rsidRPr="003F52A2">
        <w:rPr>
          <w:cs/>
          <w:lang w:bidi="bn-IN"/>
        </w:rPr>
        <w:t>আমি পৃথিবীতে যে মানবকূলকে সৃষ্টি করেছি তারা</w:t>
      </w:r>
      <w:r w:rsidR="00FC1518">
        <w:rPr>
          <w:lang w:bidi="bn-IN"/>
        </w:rPr>
        <w:t xml:space="preserve"> </w:t>
      </w:r>
      <w:r w:rsidRPr="003F52A2">
        <w:rPr>
          <w:cs/>
          <w:lang w:bidi="bn-IN"/>
        </w:rPr>
        <w:t>যদি বিরুদ্ধাচরণ ও গুনাহ না করত</w:t>
      </w:r>
      <w:r w:rsidRPr="003F52A2">
        <w:t>,</w:t>
      </w:r>
      <w:r w:rsidRPr="003F52A2">
        <w:rPr>
          <w:cs/>
          <w:lang w:bidi="bn-IN"/>
        </w:rPr>
        <w:t>তবে অন্য কোন প্রাণীদের সৃষ্টি করতাম যারা অন্যায় ও পাপ করে</w:t>
      </w:r>
      <w:r w:rsidR="00FC1518">
        <w:rPr>
          <w:lang w:bidi="bn-IN"/>
        </w:rPr>
        <w:t xml:space="preserve"> </w:t>
      </w:r>
      <w:r w:rsidRPr="003F52A2">
        <w:rPr>
          <w:cs/>
          <w:lang w:bidi="bn-IN"/>
        </w:rPr>
        <w:t>তওবা করবে যাতে আমি তাদের ক্ষমা করতে পারি।</w:t>
      </w:r>
      <w:r w:rsidRPr="00D542A0">
        <w:rPr>
          <w:rStyle w:val="libAlaemChar"/>
        </w:rPr>
        <w:t>”</w:t>
      </w:r>
      <w:r w:rsidRPr="003F52A2">
        <w:t xml:space="preserve"> </w:t>
      </w:r>
      <w:r w:rsidRPr="003F52A2">
        <w:rPr>
          <w:cs/>
          <w:lang w:bidi="bn-IN"/>
        </w:rPr>
        <w:t>সুতরাং বিরুদ্ধাচরণ নিজে সত্তাগত মূল্যের</w:t>
      </w:r>
      <w:r w:rsidR="00FC1518">
        <w:rPr>
          <w:lang w:bidi="bn-IN"/>
        </w:rPr>
        <w:t xml:space="preserve"> </w:t>
      </w:r>
      <w:r w:rsidRPr="003F52A2">
        <w:rPr>
          <w:cs/>
          <w:lang w:bidi="bn-IN"/>
        </w:rPr>
        <w:t>দাবিদার নয়</w:t>
      </w:r>
      <w:r w:rsidRPr="003F52A2">
        <w:t>,</w:t>
      </w:r>
      <w:r w:rsidRPr="003F52A2">
        <w:rPr>
          <w:cs/>
          <w:lang w:bidi="bn-IN"/>
        </w:rPr>
        <w:t>তবে তওবা একটি মূল্যবোধ।</w:t>
      </w:r>
    </w:p>
    <w:p w:rsidR="005B483A" w:rsidRDefault="003F52A2" w:rsidP="005B483A">
      <w:pPr>
        <w:pStyle w:val="libNormal"/>
        <w:rPr>
          <w:lang w:bidi="bn-IN"/>
        </w:rPr>
      </w:pPr>
      <w:r w:rsidRPr="003F52A2">
        <w:rPr>
          <w:cs/>
          <w:lang w:bidi="bn-IN"/>
        </w:rPr>
        <w:t>স্বাধীনতা অর্থ কোন প্রতিবন্ধক</w:t>
      </w:r>
      <w:r w:rsidRPr="003F52A2">
        <w:t>,</w:t>
      </w:r>
      <w:r w:rsidRPr="003F52A2">
        <w:rPr>
          <w:cs/>
          <w:lang w:bidi="bn-IN"/>
        </w:rPr>
        <w:t>বাধ্যবাধকতা ও শর্তহীনতা। আমি স্বাধীন</w:t>
      </w:r>
      <w:r w:rsidRPr="003F52A2">
        <w:t>,</w:t>
      </w:r>
      <w:r w:rsidRPr="003F52A2">
        <w:rPr>
          <w:cs/>
          <w:lang w:bidi="bn-IN"/>
        </w:rPr>
        <w:t>তাই নিজ পূর্ণতার</w:t>
      </w:r>
      <w:r w:rsidR="005B483A">
        <w:rPr>
          <w:lang w:bidi="bn-IN"/>
        </w:rPr>
        <w:t xml:space="preserve"> </w:t>
      </w:r>
      <w:r w:rsidRPr="003F52A2">
        <w:rPr>
          <w:cs/>
          <w:lang w:bidi="bn-IN"/>
        </w:rPr>
        <w:t xml:space="preserve">পথকে স্বাধীনভাবে অতিক্রম করতে পারি। শুধু স্বাধীন হওয়ার কারণেই পূর্ণতায় </w:t>
      </w:r>
      <w:r w:rsidR="00611BB9">
        <w:rPr>
          <w:cs/>
          <w:lang w:bidi="bn-IN"/>
        </w:rPr>
        <w:t>পৌ</w:t>
      </w:r>
      <w:r w:rsidRPr="003F52A2">
        <w:rPr>
          <w:cs/>
          <w:lang w:bidi="bn-IN"/>
        </w:rPr>
        <w:t>ছেছি তা সঠিক</w:t>
      </w:r>
      <w:r w:rsidR="005B483A">
        <w:rPr>
          <w:lang w:bidi="bn-IN"/>
        </w:rPr>
        <w:t xml:space="preserve"> </w:t>
      </w:r>
      <w:r w:rsidRPr="003F52A2">
        <w:rPr>
          <w:cs/>
          <w:lang w:bidi="bn-IN"/>
        </w:rPr>
        <w:t>নয়। তাই স্বাধীনতা পূর্ণতার পূর্বশর্ত</w:t>
      </w:r>
      <w:r w:rsidRPr="003F52A2">
        <w:t>,</w:t>
      </w:r>
      <w:r w:rsidRPr="003F52A2">
        <w:rPr>
          <w:cs/>
          <w:lang w:bidi="bn-IN"/>
        </w:rPr>
        <w:t>কিন্তু নিজেই পূর্ণতা নয়। যে অস্তিত্বকে স্বাধীনভাবে সৃষ্টি করা</w:t>
      </w:r>
      <w:r w:rsidR="005B483A">
        <w:rPr>
          <w:lang w:bidi="bn-IN"/>
        </w:rPr>
        <w:t xml:space="preserve"> </w:t>
      </w:r>
      <w:r w:rsidRPr="003F52A2">
        <w:rPr>
          <w:cs/>
          <w:lang w:bidi="bn-IN"/>
        </w:rPr>
        <w:t xml:space="preserve">হয়েছে ও তার পূর্ণতার পথের সকল প্রতিবন্ধকতা দূর করা হয়েছে সে স্বাধীনতার সেই </w:t>
      </w:r>
      <w:r w:rsidR="005B483A" w:rsidRPr="005B483A">
        <w:rPr>
          <w:cs/>
          <w:lang w:bidi="bn-IN"/>
        </w:rPr>
        <w:t>পর্যায়ে</w:t>
      </w:r>
      <w:r w:rsidR="005B483A">
        <w:rPr>
          <w:lang w:bidi="bn-IN"/>
        </w:rPr>
        <w:t xml:space="preserve"> </w:t>
      </w:r>
      <w:r w:rsidR="00611BB9">
        <w:rPr>
          <w:cs/>
          <w:lang w:bidi="bn-IN"/>
        </w:rPr>
        <w:t>পৌ</w:t>
      </w:r>
      <w:r w:rsidRPr="003F52A2">
        <w:rPr>
          <w:cs/>
          <w:lang w:bidi="bn-IN"/>
        </w:rPr>
        <w:t xml:space="preserve">ছেছে যাতে করে পূর্ণতার ঐ পথকে অতিক্রম করতে পারে। স্বাধীনতার বিশেষ পর্যায়ে </w:t>
      </w:r>
      <w:r w:rsidR="00611BB9">
        <w:rPr>
          <w:cs/>
          <w:lang w:bidi="bn-IN"/>
        </w:rPr>
        <w:t>পৌ</w:t>
      </w:r>
      <w:r w:rsidRPr="003F52A2">
        <w:rPr>
          <w:cs/>
          <w:lang w:bidi="bn-IN"/>
        </w:rPr>
        <w:t>ছানো</w:t>
      </w:r>
      <w:r w:rsidR="005B483A">
        <w:rPr>
          <w:lang w:bidi="bn-IN"/>
        </w:rPr>
        <w:t xml:space="preserve"> </w:t>
      </w:r>
      <w:r w:rsidRPr="003F52A2">
        <w:rPr>
          <w:cs/>
          <w:lang w:bidi="bn-IN"/>
        </w:rPr>
        <w:t>পূর্ণতার পথ অতিক্রমের প্রাথমিক ধাপ।</w:t>
      </w:r>
    </w:p>
    <w:p w:rsidR="00910F8F" w:rsidRDefault="003F52A2" w:rsidP="00910F8F">
      <w:pPr>
        <w:pStyle w:val="libNormal"/>
        <w:rPr>
          <w:lang w:bidi="bn-IN"/>
        </w:rPr>
      </w:pPr>
      <w:r w:rsidRPr="003F52A2">
        <w:rPr>
          <w:cs/>
          <w:lang w:bidi="bn-IN"/>
        </w:rPr>
        <w:t xml:space="preserve">তাই এ মতবাদের প্রথম ভুল হলো </w:t>
      </w:r>
      <w:r w:rsidR="00FE6D44">
        <w:rPr>
          <w:cs/>
          <w:lang w:bidi="bn-IN"/>
        </w:rPr>
        <w:t>তারা</w:t>
      </w:r>
      <w:r w:rsidRPr="003F52A2">
        <w:rPr>
          <w:cs/>
          <w:lang w:bidi="bn-IN"/>
        </w:rPr>
        <w:t xml:space="preserve"> মনে করেছেন</w:t>
      </w:r>
      <w:r w:rsidRPr="003F52A2">
        <w:t>,</w:t>
      </w:r>
      <w:r w:rsidRPr="003F52A2">
        <w:rPr>
          <w:cs/>
          <w:lang w:bidi="bn-IN"/>
        </w:rPr>
        <w:t>আল্লাহর অস্তিত্বের সঙ্গে মানুষের স্বাধীনতা</w:t>
      </w:r>
      <w:r w:rsidR="00910F8F">
        <w:rPr>
          <w:lang w:bidi="bn-IN"/>
        </w:rPr>
        <w:t xml:space="preserve"> </w:t>
      </w:r>
      <w:r w:rsidRPr="003F52A2">
        <w:rPr>
          <w:cs/>
          <w:lang w:bidi="bn-IN"/>
        </w:rPr>
        <w:t>ও</w:t>
      </w:r>
      <w:r w:rsidR="00910F8F">
        <w:rPr>
          <w:lang w:bidi="bn-IN"/>
        </w:rPr>
        <w:t xml:space="preserve"> </w:t>
      </w:r>
      <w:r w:rsidRPr="003F52A2">
        <w:rPr>
          <w:cs/>
          <w:lang w:bidi="bn-IN"/>
        </w:rPr>
        <w:t xml:space="preserve">এখতিয়ারের বৈপরীত্য রয়েছে। </w:t>
      </w:r>
      <w:r w:rsidR="00611BB9">
        <w:rPr>
          <w:cs/>
          <w:lang w:bidi="bn-IN"/>
        </w:rPr>
        <w:t>তা</w:t>
      </w:r>
      <w:r w:rsidRPr="003F52A2">
        <w:rPr>
          <w:cs/>
          <w:lang w:bidi="bn-IN"/>
        </w:rPr>
        <w:t xml:space="preserve">দের দ্বিতীয় ভুল হলো </w:t>
      </w:r>
      <w:r w:rsidR="00611BB9">
        <w:rPr>
          <w:cs/>
          <w:lang w:bidi="bn-IN"/>
        </w:rPr>
        <w:t>তা</w:t>
      </w:r>
      <w:r w:rsidRPr="003F52A2">
        <w:rPr>
          <w:cs/>
          <w:lang w:bidi="bn-IN"/>
        </w:rPr>
        <w:t>দের ধারণা আল্লাহর প্রতি বিশ্বাস ও</w:t>
      </w:r>
      <w:r w:rsidR="00910F8F">
        <w:rPr>
          <w:lang w:bidi="bn-IN"/>
        </w:rPr>
        <w:t xml:space="preserve"> </w:t>
      </w:r>
      <w:r w:rsidRPr="003F52A2">
        <w:rPr>
          <w:cs/>
          <w:lang w:bidi="bn-IN"/>
        </w:rPr>
        <w:t>সম্পৃক্ততা অন্যান্য বস্তুর সঙ্গে সম্পৃক্ততার ন্যায় স্থবিরতা</w:t>
      </w:r>
      <w:r w:rsidRPr="003F52A2">
        <w:t>,</w:t>
      </w:r>
      <w:r w:rsidRPr="003F52A2">
        <w:rPr>
          <w:cs/>
          <w:lang w:bidi="bn-IN"/>
        </w:rPr>
        <w:t xml:space="preserve">বিচ্যুতি ও মূল্যবোধের পতন সৃষ্টি করে। </w:t>
      </w:r>
      <w:r w:rsidR="00611BB9">
        <w:rPr>
          <w:cs/>
          <w:lang w:bidi="bn-IN"/>
        </w:rPr>
        <w:t>তা</w:t>
      </w:r>
      <w:r w:rsidRPr="003F52A2">
        <w:rPr>
          <w:cs/>
          <w:lang w:bidi="bn-IN"/>
        </w:rPr>
        <w:t xml:space="preserve">দের তৃতীয় ভুল হলো </w:t>
      </w:r>
      <w:r w:rsidR="00FE6D44">
        <w:rPr>
          <w:cs/>
          <w:lang w:bidi="bn-IN"/>
        </w:rPr>
        <w:t>তারা</w:t>
      </w:r>
      <w:r w:rsidRPr="003F52A2">
        <w:rPr>
          <w:cs/>
          <w:lang w:bidi="bn-IN"/>
        </w:rPr>
        <w:t xml:space="preserve"> স্বাধীনতাকে মানুষের পূর্ণতার লক্ষ্য মনে করেছেন</w:t>
      </w:r>
      <w:r w:rsidRPr="003F52A2">
        <w:t>,</w:t>
      </w:r>
      <w:r w:rsidRPr="003F52A2">
        <w:rPr>
          <w:cs/>
          <w:lang w:bidi="bn-IN"/>
        </w:rPr>
        <w:t>অথচ স্বাধীন</w:t>
      </w:r>
      <w:r w:rsidR="00910F8F">
        <w:rPr>
          <w:cs/>
          <w:lang w:bidi="bn-IN"/>
        </w:rPr>
        <w:t>তা</w:t>
      </w:r>
      <w:r w:rsidR="00910F8F">
        <w:rPr>
          <w:lang w:bidi="bn-IN"/>
        </w:rPr>
        <w:t xml:space="preserve"> </w:t>
      </w:r>
      <w:r w:rsidRPr="003F52A2">
        <w:rPr>
          <w:cs/>
          <w:lang w:bidi="bn-IN"/>
        </w:rPr>
        <w:t>পূর্ণতার প্রাথমিক ধাপ।</w:t>
      </w:r>
    </w:p>
    <w:p w:rsidR="00533868" w:rsidRDefault="003F52A2" w:rsidP="00910F8F">
      <w:pPr>
        <w:pStyle w:val="libNormal"/>
        <w:rPr>
          <w:cs/>
          <w:lang w:bidi="bn-IN"/>
        </w:rPr>
      </w:pPr>
      <w:r w:rsidRPr="003F52A2">
        <w:rPr>
          <w:cs/>
          <w:lang w:bidi="bn-IN"/>
        </w:rPr>
        <w:t>স্বাধীনতা কি পূর্ণতা</w:t>
      </w:r>
      <w:r w:rsidRPr="003F52A2">
        <w:t xml:space="preserve">? </w:t>
      </w:r>
      <w:r w:rsidRPr="003F52A2">
        <w:rPr>
          <w:cs/>
          <w:lang w:bidi="bn-IN"/>
        </w:rPr>
        <w:t xml:space="preserve">নিঃসন্দেহে স্বাধীনতা ব্যতীত মানুষ পূর্ণতায় </w:t>
      </w:r>
      <w:r w:rsidR="00611BB9">
        <w:rPr>
          <w:cs/>
          <w:lang w:bidi="bn-IN"/>
        </w:rPr>
        <w:t>পৌ</w:t>
      </w:r>
      <w:r w:rsidRPr="003F52A2">
        <w:rPr>
          <w:cs/>
          <w:lang w:bidi="bn-IN"/>
        </w:rPr>
        <w:t>ছতে পারে না। আল্লাহ্পাক</w:t>
      </w:r>
      <w:r w:rsidR="00A9346B">
        <w:rPr>
          <w:lang w:bidi="bn-IN"/>
        </w:rPr>
        <w:t xml:space="preserve"> </w:t>
      </w:r>
      <w:r w:rsidRPr="003F52A2">
        <w:rPr>
          <w:cs/>
          <w:lang w:bidi="bn-IN"/>
        </w:rPr>
        <w:t>মানুষকে এমনভাবে সৃষ্টি করেছেন</w:t>
      </w:r>
      <w:r w:rsidRPr="003F52A2">
        <w:t>,</w:t>
      </w:r>
      <w:r w:rsidRPr="003F52A2">
        <w:rPr>
          <w:cs/>
          <w:lang w:bidi="bn-IN"/>
        </w:rPr>
        <w:t>যে স্বাধীনতা ও এখতিয়ারকে ব্যবহার করে তার পূর্ণতার পথকে</w:t>
      </w:r>
      <w:r w:rsidR="00A9346B">
        <w:rPr>
          <w:lang w:bidi="bn-IN"/>
        </w:rPr>
        <w:t xml:space="preserve"> </w:t>
      </w:r>
      <w:r w:rsidRPr="003F52A2">
        <w:rPr>
          <w:cs/>
          <w:lang w:bidi="bn-IN"/>
        </w:rPr>
        <w:t>অতিক্রম করবে। স্বাধীনতা ও এখতিয়ার ব্যতীত এ পথ অতিক্রম করা সম্ভব নয়। যদি বাধ্যবাধকতা</w:t>
      </w:r>
      <w:r w:rsidR="00A9346B">
        <w:rPr>
          <w:lang w:bidi="bn-IN"/>
        </w:rPr>
        <w:t xml:space="preserve"> </w:t>
      </w:r>
      <w:r w:rsidRPr="003F52A2">
        <w:rPr>
          <w:cs/>
          <w:lang w:bidi="bn-IN"/>
        </w:rPr>
        <w:t>আসে</w:t>
      </w:r>
      <w:r w:rsidRPr="003F52A2">
        <w:t>,</w:t>
      </w:r>
      <w:r w:rsidRPr="003F52A2">
        <w:rPr>
          <w:cs/>
          <w:lang w:bidi="bn-IN"/>
        </w:rPr>
        <w:t>তবে পূর্ণতার এ পথ যেন সে অতিক্রমই করেনি।</w:t>
      </w:r>
    </w:p>
    <w:p w:rsidR="00533868" w:rsidRPr="0087422A" w:rsidRDefault="00533868" w:rsidP="00533868">
      <w:pPr>
        <w:pStyle w:val="Heading1"/>
        <w:rPr>
          <w:rFonts w:eastAsia="Calibri"/>
        </w:rPr>
      </w:pPr>
      <w:r>
        <w:rPr>
          <w:cs/>
          <w:lang w:bidi="bn-IN"/>
        </w:rPr>
        <w:br w:type="page"/>
      </w:r>
      <w:bookmarkStart w:id="75" w:name="_Toc392601484"/>
      <w:r w:rsidR="003F52A2" w:rsidRPr="003F52A2">
        <w:rPr>
          <w:cs/>
          <w:lang w:bidi="bn-IN"/>
        </w:rPr>
        <w:t>ইসলামী পরিভাষায় স্বাধীনতা</w:t>
      </w:r>
      <w:bookmarkEnd w:id="75"/>
    </w:p>
    <w:p w:rsidR="00533868" w:rsidRDefault="00533868" w:rsidP="00910F8F">
      <w:pPr>
        <w:pStyle w:val="libNormal"/>
        <w:rPr>
          <w:lang w:bidi="bn-IN"/>
        </w:rPr>
      </w:pPr>
    </w:p>
    <w:p w:rsidR="007360B2" w:rsidRDefault="003F52A2" w:rsidP="00910F8F">
      <w:pPr>
        <w:pStyle w:val="libNormal"/>
        <w:rPr>
          <w:lang w:bidi="bn-IN"/>
        </w:rPr>
      </w:pPr>
      <w:r w:rsidRPr="003F52A2">
        <w:rPr>
          <w:cs/>
          <w:lang w:bidi="bn-IN"/>
        </w:rPr>
        <w:t xml:space="preserve">এখানে স্বাধীনতা </w:t>
      </w:r>
      <w:r w:rsidR="000C4B23">
        <w:rPr>
          <w:cs/>
          <w:lang w:bidi="bn-IN"/>
        </w:rPr>
        <w:t>সম্পর্কে</w:t>
      </w:r>
      <w:r w:rsidRPr="003F52A2">
        <w:rPr>
          <w:cs/>
          <w:lang w:bidi="bn-IN"/>
        </w:rPr>
        <w:t xml:space="preserve"> ইসলামে যে ব্যাখ্যা এসেছে তা আলোচনা করব। ইসলাম স্বাধীনতাকে</w:t>
      </w:r>
      <w:r w:rsidR="00DC2B0A">
        <w:rPr>
          <w:lang w:bidi="bn-IN"/>
        </w:rPr>
        <w:t xml:space="preserve"> </w:t>
      </w:r>
      <w:r w:rsidRPr="003F52A2">
        <w:rPr>
          <w:cs/>
          <w:lang w:bidi="bn-IN"/>
        </w:rPr>
        <w:t xml:space="preserve">অন্যতম মানবীয় মূল্যবোধ বলে স্বীকার করেছে। তবে এ মূল্যবোধ ব্যক্তিকেন্দ্রিক নয় বা এ </w:t>
      </w:r>
      <w:r w:rsidRPr="00D542A0">
        <w:rPr>
          <w:rStyle w:val="libAlaemChar"/>
        </w:rPr>
        <w:t>‘</w:t>
      </w:r>
      <w:r w:rsidRPr="003F52A2">
        <w:rPr>
          <w:cs/>
          <w:lang w:bidi="bn-IN"/>
        </w:rPr>
        <w:t>স্বাধীনতা</w:t>
      </w:r>
      <w:r w:rsidRPr="00D542A0">
        <w:rPr>
          <w:rStyle w:val="libAlaemChar"/>
        </w:rPr>
        <w:t>’</w:t>
      </w:r>
      <w:r w:rsidR="00DC2B0A">
        <w:rPr>
          <w:rStyle w:val="libAlaemChar"/>
        </w:rPr>
        <w:t xml:space="preserve"> </w:t>
      </w:r>
      <w:r w:rsidRPr="003F52A2">
        <w:rPr>
          <w:cs/>
          <w:lang w:bidi="bn-IN"/>
        </w:rPr>
        <w:t xml:space="preserve">উদ্ভাবিত কোন পরিভাষাও নয় বরং এটা এর প্রকৃত </w:t>
      </w:r>
      <w:r w:rsidR="00695D8C">
        <w:rPr>
          <w:cs/>
          <w:lang w:bidi="bn-IN"/>
        </w:rPr>
        <w:t>অর্থে</w:t>
      </w:r>
      <w:r w:rsidRPr="003F52A2">
        <w:rPr>
          <w:cs/>
          <w:lang w:bidi="bn-IN"/>
        </w:rPr>
        <w:t xml:space="preserve"> একটি মূল্যবোধ। নাহজুল বালাগার দীর্ঘতমপত্র মালিক আশতারের প্রতি হযরত আলীর পত্র। এর ঠিক পরে একটি অসিয়তনামা রয়েছে যা তিনি</w:t>
      </w:r>
      <w:r w:rsidR="00DC2B0A">
        <w:rPr>
          <w:lang w:bidi="bn-IN"/>
        </w:rPr>
        <w:t xml:space="preserve"> </w:t>
      </w:r>
      <w:r w:rsidRPr="003F52A2">
        <w:rPr>
          <w:cs/>
          <w:lang w:bidi="bn-IN"/>
        </w:rPr>
        <w:t xml:space="preserve">ইমাম হাসান (আ.)-কে লিখেছেন। এর একটি বাক্য হলো </w:t>
      </w:r>
    </w:p>
    <w:p w:rsidR="007360B2" w:rsidRPr="007360B2" w:rsidRDefault="007360B2" w:rsidP="007360B2">
      <w:pPr>
        <w:pStyle w:val="libAr"/>
        <w:rPr>
          <w:rtl/>
          <w:lang w:bidi="fa-IR"/>
        </w:rPr>
      </w:pPr>
      <w:r>
        <w:rPr>
          <w:rFonts w:hint="cs"/>
          <w:rtl/>
          <w:lang w:bidi="fa-IR"/>
        </w:rPr>
        <w:t>أکرم نفسک عن کلّ دنیّة و إن ساقتک إلی الرّغائب فإنّک تعتاض بما تبذل من نفسک عوضا</w:t>
      </w:r>
    </w:p>
    <w:p w:rsidR="006536FD" w:rsidRDefault="003F52A2" w:rsidP="007360B2">
      <w:pPr>
        <w:pStyle w:val="libNormal"/>
        <w:rPr>
          <w:lang w:bidi="bn-IN"/>
        </w:rPr>
      </w:pPr>
      <w:r w:rsidRPr="003F52A2">
        <w:rPr>
          <w:cs/>
          <w:lang w:bidi="bn-IN"/>
        </w:rPr>
        <w:t>:(নাহজুল</w:t>
      </w:r>
      <w:r w:rsidR="00DC2B0A">
        <w:rPr>
          <w:lang w:bidi="bn-IN"/>
        </w:rPr>
        <w:t xml:space="preserve"> </w:t>
      </w:r>
      <w:r w:rsidRPr="003F52A2">
        <w:rPr>
          <w:cs/>
          <w:lang w:bidi="bn-IN"/>
        </w:rPr>
        <w:t>বালাগাহ্</w:t>
      </w:r>
      <w:r w:rsidRPr="003F52A2">
        <w:t>,</w:t>
      </w:r>
      <w:r w:rsidRPr="003F52A2">
        <w:rPr>
          <w:cs/>
          <w:lang w:bidi="bn-IN"/>
        </w:rPr>
        <w:t>পত্র ৩১)</w:t>
      </w:r>
      <w:r w:rsidR="007360B2">
        <w:rPr>
          <w:lang w:bidi="bn-IN"/>
        </w:rPr>
        <w:t xml:space="preserve"> </w:t>
      </w:r>
      <w:r w:rsidRPr="00D542A0">
        <w:rPr>
          <w:rStyle w:val="libAlaemChar"/>
        </w:rPr>
        <w:t>“</w:t>
      </w:r>
      <w:r w:rsidRPr="003F52A2">
        <w:rPr>
          <w:cs/>
          <w:lang w:bidi="bn-IN"/>
        </w:rPr>
        <w:t>তোমার আত্মাকে সকল নীচতা ও অপমান হতে সম্মানিত রাখ</w:t>
      </w:r>
      <w:r w:rsidRPr="00D542A0">
        <w:rPr>
          <w:rStyle w:val="libAlaemChar"/>
        </w:rPr>
        <w:t>”</w:t>
      </w:r>
      <w:r w:rsidRPr="003F52A2">
        <w:t xml:space="preserve"> (</w:t>
      </w:r>
      <w:r w:rsidRPr="003F52A2">
        <w:rPr>
          <w:cs/>
          <w:lang w:bidi="bn-IN"/>
        </w:rPr>
        <w:t>নিজ আত্মসম্মানকে হেফাজত</w:t>
      </w:r>
      <w:r w:rsidR="006536FD">
        <w:rPr>
          <w:lang w:bidi="bn-IN"/>
        </w:rPr>
        <w:t xml:space="preserve"> </w:t>
      </w:r>
      <w:r w:rsidRPr="003F52A2">
        <w:rPr>
          <w:cs/>
          <w:lang w:bidi="bn-IN"/>
        </w:rPr>
        <w:t>কর</w:t>
      </w:r>
      <w:r w:rsidRPr="003F52A2">
        <w:t>,</w:t>
      </w:r>
      <w:r w:rsidRPr="003F52A2">
        <w:rPr>
          <w:cs/>
          <w:lang w:bidi="bn-IN"/>
        </w:rPr>
        <w:t>কখনও তা বিকিয়ে দিও না)</w:t>
      </w:r>
    </w:p>
    <w:p w:rsidR="00A77C41" w:rsidRDefault="006536FD" w:rsidP="007360B2">
      <w:pPr>
        <w:pStyle w:val="libNormal"/>
        <w:rPr>
          <w:rStyle w:val="libAlaemChar"/>
        </w:rPr>
      </w:pPr>
      <w:r>
        <w:rPr>
          <w:lang w:bidi="bn-IN"/>
        </w:rPr>
        <w:t xml:space="preserve"> </w:t>
      </w:r>
      <w:r w:rsidRPr="006536FD">
        <w:rPr>
          <w:rStyle w:val="libArChar"/>
          <w:rFonts w:hint="cs"/>
          <w:rtl/>
        </w:rPr>
        <w:t>فإنّک تعتاض بما تبذل من نفسک عوضا</w:t>
      </w:r>
      <w:r>
        <w:rPr>
          <w:lang w:bidi="bn-IN"/>
        </w:rPr>
        <w:t xml:space="preserve"> </w:t>
      </w:r>
      <w:r w:rsidR="003F52A2" w:rsidRPr="003F52A2">
        <w:rPr>
          <w:cs/>
          <w:lang w:bidi="bn-IN"/>
        </w:rPr>
        <w:t>যেমনটি কোরআন বলেছে</w:t>
      </w:r>
      <w:r w:rsidR="00F377FE">
        <w:rPr>
          <w:lang w:bidi="bn-IN"/>
        </w:rPr>
        <w:t xml:space="preserve"> </w:t>
      </w:r>
      <w:r w:rsidR="003F52A2" w:rsidRPr="003F52A2">
        <w:rPr>
          <w:cs/>
          <w:lang w:bidi="bn-IN"/>
        </w:rPr>
        <w:t>সবচেয়ে বড় পরাজয় নিজেকে হারানোর পরাজয়</w:t>
      </w:r>
      <w:r w:rsidR="003F52A2" w:rsidRPr="003F52A2">
        <w:t>,</w:t>
      </w:r>
      <w:r w:rsidR="003F52A2" w:rsidRPr="003F52A2">
        <w:rPr>
          <w:cs/>
          <w:lang w:bidi="bn-IN"/>
        </w:rPr>
        <w:t>তেমনি আলী (আ.)ও বলেছেন</w:t>
      </w:r>
      <w:r w:rsidR="003F52A2" w:rsidRPr="003F52A2">
        <w:t>,</w:t>
      </w:r>
      <w:r w:rsidR="003F52A2" w:rsidRPr="00D542A0">
        <w:rPr>
          <w:rStyle w:val="libAlaemChar"/>
        </w:rPr>
        <w:t>“</w:t>
      </w:r>
      <w:r w:rsidR="003F52A2" w:rsidRPr="003F52A2">
        <w:rPr>
          <w:cs/>
          <w:lang w:bidi="bn-IN"/>
        </w:rPr>
        <w:t>হে পুত্র! যে কোনবস্তুই তুমি বিক্রি কর অথবা হারাও তার মূল্য নির্ধারণ সম্ভব</w:t>
      </w:r>
      <w:r w:rsidR="003F52A2" w:rsidRPr="003F52A2">
        <w:t>,</w:t>
      </w:r>
      <w:r w:rsidR="003F52A2" w:rsidRPr="003F52A2">
        <w:rPr>
          <w:cs/>
          <w:lang w:bidi="bn-IN"/>
        </w:rPr>
        <w:t>কিন্তু এমন এক বস্তু যার বিক্রিয়মূল্য</w:t>
      </w:r>
      <w:r w:rsidR="00300112">
        <w:rPr>
          <w:lang w:bidi="bn-IN"/>
        </w:rPr>
        <w:t xml:space="preserve"> </w:t>
      </w:r>
      <w:r w:rsidR="003F52A2" w:rsidRPr="003F52A2">
        <w:rPr>
          <w:cs/>
          <w:lang w:bidi="bn-IN"/>
        </w:rPr>
        <w:t>নির্ধারণ সম্ভব নয় তা হলো তোমার সত্তা ও আত্মসম্মান। যদি সমগ্র পৃথিবীও তোমাকে দেয়া হয় তবু</w:t>
      </w:r>
      <w:r w:rsidR="00300112">
        <w:rPr>
          <w:lang w:bidi="bn-IN"/>
        </w:rPr>
        <w:t xml:space="preserve"> </w:t>
      </w:r>
      <w:r w:rsidR="003F52A2" w:rsidRPr="003F52A2">
        <w:rPr>
          <w:cs/>
          <w:lang w:bidi="bn-IN"/>
        </w:rPr>
        <w:t>তা তার সমতুল্য নয়।</w:t>
      </w:r>
      <w:r w:rsidR="003F52A2" w:rsidRPr="00D542A0">
        <w:rPr>
          <w:rStyle w:val="libAlaemChar"/>
        </w:rPr>
        <w:t>”</w:t>
      </w:r>
    </w:p>
    <w:p w:rsidR="0044284D" w:rsidRDefault="003F52A2" w:rsidP="007360B2">
      <w:pPr>
        <w:pStyle w:val="libNormal"/>
      </w:pPr>
      <w:r w:rsidRPr="003F52A2">
        <w:rPr>
          <w:cs/>
          <w:lang w:bidi="bn-IN"/>
        </w:rPr>
        <w:t>আলীর সন্তান ইমাম সাদিক (আ.) বলেছেন</w:t>
      </w:r>
      <w:r w:rsidRPr="003F52A2">
        <w:t>,</w:t>
      </w:r>
      <w:r w:rsidRPr="00D542A0">
        <w:rPr>
          <w:rStyle w:val="libAlaemChar"/>
        </w:rPr>
        <w:t>“</w:t>
      </w:r>
      <w:r w:rsidRPr="003F52A2">
        <w:rPr>
          <w:cs/>
          <w:lang w:bidi="bn-IN"/>
        </w:rPr>
        <w:t>কেবল একটি বস্তু তোমার প্রাণ ও সত্তার বিনিময়</w:t>
      </w:r>
      <w:r w:rsidR="00A77C41">
        <w:rPr>
          <w:lang w:bidi="bn-IN"/>
        </w:rPr>
        <w:t xml:space="preserve"> </w:t>
      </w:r>
      <w:r w:rsidRPr="003F52A2">
        <w:rPr>
          <w:cs/>
          <w:lang w:bidi="bn-IN"/>
        </w:rPr>
        <w:t>হতে পারে</w:t>
      </w:r>
      <w:r w:rsidRPr="003F52A2">
        <w:t>,</w:t>
      </w:r>
      <w:r w:rsidRPr="003F52A2">
        <w:rPr>
          <w:cs/>
          <w:lang w:bidi="bn-IN"/>
        </w:rPr>
        <w:t>আর তা হলো আল্লাহ্পাক। আল্লাহর নিকট নিজের প্রাণ বিক্রী করা যায় আর তার</w:t>
      </w:r>
      <w:r w:rsidR="00776A56">
        <w:rPr>
          <w:lang w:bidi="bn-IN"/>
        </w:rPr>
        <w:t xml:space="preserve"> </w:t>
      </w:r>
      <w:r w:rsidRPr="003F52A2">
        <w:rPr>
          <w:cs/>
          <w:lang w:bidi="bn-IN"/>
        </w:rPr>
        <w:t>বিনিময়ে আল্লাহকে গ্রহণ করা যায়। কিন্তু বিশ্বজগতের কোন কিছুই প্রাণের বিনিময় হতে পারে না।</w:t>
      </w:r>
      <w:r w:rsidRPr="00D542A0">
        <w:rPr>
          <w:rStyle w:val="libAlaemChar"/>
        </w:rPr>
        <w:t>”</w:t>
      </w:r>
      <w:r w:rsidRPr="003F52A2">
        <w:rPr>
          <w:cs/>
          <w:lang w:bidi="bn-IN"/>
        </w:rPr>
        <w:t>এ পত্রেই হযরত আলী বলেছেন</w:t>
      </w:r>
      <w:r w:rsidRPr="003F52A2">
        <w:t>,</w:t>
      </w:r>
    </w:p>
    <w:p w:rsidR="0044284D" w:rsidRPr="0044284D" w:rsidRDefault="0044284D" w:rsidP="0044284D">
      <w:pPr>
        <w:pStyle w:val="libArCenter"/>
        <w:rPr>
          <w:rtl/>
          <w:cs/>
        </w:rPr>
      </w:pPr>
      <w:r>
        <w:rPr>
          <w:rFonts w:hint="cs"/>
          <w:rtl/>
          <w:lang w:bidi="ar-SA"/>
        </w:rPr>
        <w:t>و لا تکن عبد غیرک فقد جعلک الله حرّا</w:t>
      </w:r>
    </w:p>
    <w:p w:rsidR="0079723F" w:rsidRDefault="003F52A2" w:rsidP="00472270">
      <w:pPr>
        <w:pStyle w:val="libNormal"/>
        <w:rPr>
          <w:rStyle w:val="libAlaemChar"/>
        </w:rPr>
      </w:pPr>
      <w:r w:rsidRPr="00D542A0">
        <w:rPr>
          <w:rStyle w:val="libAlaemChar"/>
        </w:rPr>
        <w:t>“</w:t>
      </w:r>
      <w:r w:rsidRPr="003F52A2">
        <w:rPr>
          <w:cs/>
          <w:lang w:bidi="bn-IN"/>
        </w:rPr>
        <w:t>হে পুত্র! অন্যের দাস হয়ো না। কারণ আল্লাহ্ তোমাকে স্বাধীন হিসেবে সৃষ্টি করেছেন।</w:t>
      </w:r>
      <w:r w:rsidRPr="00D542A0">
        <w:rPr>
          <w:rStyle w:val="libAlaemChar"/>
        </w:rPr>
        <w:t>”</w:t>
      </w:r>
      <w:r w:rsidRPr="003F52A2">
        <w:t xml:space="preserve">   </w:t>
      </w:r>
      <w:r w:rsidRPr="003F52A2">
        <w:rPr>
          <w:cs/>
          <w:lang w:bidi="bn-IN"/>
        </w:rPr>
        <w:t>নাহজুল বালাগাহ্ থেকে আরেকটি উদ্ধৃতির আলোচনা করে আমার বক্তব্য শেষ করব। হযরত আলী</w:t>
      </w:r>
      <w:r w:rsidR="00A06E7A">
        <w:rPr>
          <w:lang w:bidi="bn-IN"/>
        </w:rPr>
        <w:t xml:space="preserve"> </w:t>
      </w:r>
      <w:r w:rsidRPr="003F52A2">
        <w:rPr>
          <w:cs/>
          <w:lang w:bidi="bn-IN"/>
        </w:rPr>
        <w:t>(আ.) ইবাদতসমূহের স্তর বিন্যাস করে বলেছেন</w:t>
      </w:r>
      <w:r w:rsidRPr="003F52A2">
        <w:t>,</w:t>
      </w:r>
      <w:r w:rsidRPr="00D542A0">
        <w:rPr>
          <w:rStyle w:val="libAlaemChar"/>
        </w:rPr>
        <w:t>“</w:t>
      </w:r>
      <w:r w:rsidRPr="003F52A2">
        <w:rPr>
          <w:cs/>
          <w:lang w:bidi="bn-IN"/>
        </w:rPr>
        <w:t>মানুষ ইবাদতের ক্ষেত্রে তিন পর্যায়ের : একদল</w:t>
      </w:r>
      <w:r w:rsidR="00A06E7A">
        <w:rPr>
          <w:lang w:bidi="bn-IN"/>
        </w:rPr>
        <w:t xml:space="preserve"> </w:t>
      </w:r>
      <w:r w:rsidRPr="003F52A2">
        <w:rPr>
          <w:cs/>
          <w:lang w:bidi="bn-IN"/>
        </w:rPr>
        <w:t xml:space="preserve">আল্লাহর শাস্তি ও আজাবের ভয়ে </w:t>
      </w:r>
      <w:r w:rsidR="000459F1">
        <w:rPr>
          <w:cs/>
          <w:lang w:bidi="bn-IN"/>
        </w:rPr>
        <w:t>তাকে</w:t>
      </w:r>
      <w:r w:rsidRPr="003F52A2">
        <w:rPr>
          <w:cs/>
          <w:lang w:bidi="bn-IN"/>
        </w:rPr>
        <w:t xml:space="preserve"> ইবাদত করে যাতে তিনি তাদের শাস্তি না দেন</w:t>
      </w:r>
      <w:r w:rsidRPr="003F52A2">
        <w:t xml:space="preserve">; </w:t>
      </w:r>
      <w:r w:rsidRPr="003F52A2">
        <w:rPr>
          <w:cs/>
          <w:lang w:bidi="bn-IN"/>
        </w:rPr>
        <w:t>তাদের</w:t>
      </w:r>
      <w:r w:rsidR="00270BEC">
        <w:rPr>
          <w:lang w:bidi="bn-IN"/>
        </w:rPr>
        <w:t xml:space="preserve"> </w:t>
      </w:r>
      <w:r w:rsidRPr="003F52A2">
        <w:rPr>
          <w:cs/>
          <w:lang w:bidi="bn-IN"/>
        </w:rPr>
        <w:t>ইবাদত একজন দাসের ন্যায়</w:t>
      </w:r>
      <w:r w:rsidRPr="003F52A2">
        <w:t>,</w:t>
      </w:r>
      <w:r w:rsidRPr="003F52A2">
        <w:rPr>
          <w:cs/>
          <w:lang w:bidi="bn-IN"/>
        </w:rPr>
        <w:t>যে তার মনিবের ভয়ে কাজ করে। তাই এর তেমন কোন মূল্য নেই। একদল বেহেশতের আশায় আল্লাহর ইবাদত করে</w:t>
      </w:r>
      <w:r w:rsidRPr="003F52A2">
        <w:t>,</w:t>
      </w:r>
      <w:r w:rsidRPr="003F52A2">
        <w:rPr>
          <w:cs/>
          <w:lang w:bidi="bn-IN"/>
        </w:rPr>
        <w:t>তারা শুনেছে আল্লাহর এমন বেহেশত রয়েছে যার</w:t>
      </w:r>
      <w:r w:rsidR="00270BEC">
        <w:rPr>
          <w:lang w:bidi="bn-IN"/>
        </w:rPr>
        <w:t xml:space="preserve"> </w:t>
      </w:r>
      <w:r w:rsidRPr="003F52A2">
        <w:rPr>
          <w:cs/>
          <w:lang w:bidi="bn-IN"/>
        </w:rPr>
        <w:t xml:space="preserve">তলদেশে ঝরণা ধারা প্রবাহিত </w:t>
      </w:r>
      <w:r w:rsidRPr="00472270">
        <w:rPr>
          <w:rStyle w:val="libAlaemChar"/>
          <w:rtl/>
          <w:cs/>
        </w:rPr>
        <w:t>(</w:t>
      </w:r>
      <w:r w:rsidR="00472270" w:rsidRPr="00472270">
        <w:rPr>
          <w:rStyle w:val="libAieChar"/>
          <w:rtl/>
        </w:rPr>
        <w:t>تَجْرِ‌ي مِن تَحْتِهَا الْأَنْهَارُ‌</w:t>
      </w:r>
      <w:r w:rsidRPr="00472270">
        <w:rPr>
          <w:rStyle w:val="libAlaemChar"/>
          <w:rtl/>
          <w:cs/>
        </w:rPr>
        <w:t>)</w:t>
      </w:r>
      <w:r w:rsidRPr="003F52A2">
        <w:rPr>
          <w:cs/>
          <w:lang w:bidi="bn-IN"/>
        </w:rPr>
        <w:t xml:space="preserve"> তাতে হুররা রয়েছে</w:t>
      </w:r>
      <w:r w:rsidRPr="003F52A2">
        <w:t>,</w:t>
      </w:r>
      <w:r w:rsidRPr="003F52A2">
        <w:rPr>
          <w:cs/>
          <w:lang w:bidi="bn-IN"/>
        </w:rPr>
        <w:t>পাখির সুস্বাদু মাংস রয়েছে(</w:t>
      </w:r>
      <w:r w:rsidR="00147335" w:rsidRPr="00472270">
        <w:rPr>
          <w:rStyle w:val="libArChar"/>
          <w:rFonts w:hint="cs"/>
          <w:rtl/>
        </w:rPr>
        <w:t>لهم طیر مما یشتهون</w:t>
      </w:r>
      <w:r w:rsidRPr="003F52A2">
        <w:rPr>
          <w:cs/>
          <w:lang w:bidi="bn-IN"/>
        </w:rPr>
        <w:t>)</w:t>
      </w:r>
      <w:r w:rsidRPr="003F52A2">
        <w:t>,</w:t>
      </w:r>
      <w:r w:rsidRPr="003F52A2">
        <w:rPr>
          <w:cs/>
          <w:lang w:bidi="bn-IN"/>
        </w:rPr>
        <w:t>তাই তারা হুর</w:t>
      </w:r>
      <w:r w:rsidRPr="003F52A2">
        <w:t>,</w:t>
      </w:r>
      <w:r w:rsidRPr="003F52A2">
        <w:rPr>
          <w:cs/>
          <w:lang w:bidi="bn-IN"/>
        </w:rPr>
        <w:t>পাখির মাংস আর মণি-মুক্তার লোভে আল্লাহর ইবাদত করে</w:t>
      </w:r>
      <w:r w:rsidR="00527779" w:rsidRPr="0087422A">
        <w:rPr>
          <w:rFonts w:hint="cs"/>
          <w:rtl/>
        </w:rPr>
        <w:t xml:space="preserve"> </w:t>
      </w:r>
      <w:r w:rsidRPr="003F52A2">
        <w:rPr>
          <w:cs/>
          <w:lang w:bidi="bn-IN"/>
        </w:rPr>
        <w:t>যাতে এগুলো অর্জন করতে পারে।</w:t>
      </w:r>
      <w:r w:rsidRPr="00D542A0">
        <w:rPr>
          <w:rStyle w:val="libAlaemChar"/>
        </w:rPr>
        <w:t>”</w:t>
      </w:r>
      <w:r w:rsidRPr="003F52A2">
        <w:t xml:space="preserve"> </w:t>
      </w:r>
      <w:r w:rsidRPr="003F52A2">
        <w:rPr>
          <w:cs/>
          <w:lang w:bidi="bn-IN"/>
        </w:rPr>
        <w:t>আলী (আ.) বলেছেন</w:t>
      </w:r>
      <w:r w:rsidRPr="003F52A2">
        <w:t>,</w:t>
      </w:r>
      <w:r w:rsidR="00527779">
        <w:rPr>
          <w:rFonts w:hint="cs"/>
          <w:rtl/>
        </w:rPr>
        <w:t xml:space="preserve">  </w:t>
      </w:r>
      <w:r w:rsidR="00527779" w:rsidRPr="002A4CEE">
        <w:rPr>
          <w:rStyle w:val="libArChar"/>
          <w:rFonts w:hint="cs"/>
          <w:rtl/>
        </w:rPr>
        <w:t>تلک عبادة التّجار</w:t>
      </w:r>
      <w:r w:rsidRPr="00D542A0">
        <w:rPr>
          <w:rStyle w:val="libAlaemChar"/>
        </w:rPr>
        <w:t>“</w:t>
      </w:r>
      <w:r w:rsidRPr="003F52A2">
        <w:rPr>
          <w:cs/>
          <w:lang w:bidi="bn-IN"/>
        </w:rPr>
        <w:t>এটি ব্যবসায়ীদের</w:t>
      </w:r>
      <w:r w:rsidR="00801505" w:rsidRPr="0087422A">
        <w:rPr>
          <w:rFonts w:hint="cs"/>
          <w:rtl/>
        </w:rPr>
        <w:t xml:space="preserve"> </w:t>
      </w:r>
      <w:r w:rsidRPr="003F52A2">
        <w:rPr>
          <w:cs/>
          <w:lang w:bidi="bn-IN"/>
        </w:rPr>
        <w:t>ইবাদত যারা মুনাফার লোভে কাজ করে। কিন্তু একদল লোক আল্লাহকে কৃতজ্ঞ চিত্তে শোকর আদায়ের</w:t>
      </w:r>
      <w:r w:rsidR="00801505">
        <w:rPr>
          <w:lang w:bidi="bn-IN"/>
        </w:rPr>
        <w:t xml:space="preserve"> </w:t>
      </w:r>
      <w:r w:rsidRPr="003F52A2">
        <w:rPr>
          <w:cs/>
          <w:lang w:bidi="bn-IN"/>
        </w:rPr>
        <w:t>লক্ষ্যে ইবাদত করে। তারা না বেহেশতের লোভে</w:t>
      </w:r>
      <w:r w:rsidRPr="003F52A2">
        <w:t>,</w:t>
      </w:r>
      <w:r w:rsidRPr="003F52A2">
        <w:rPr>
          <w:cs/>
          <w:lang w:bidi="bn-IN"/>
        </w:rPr>
        <w:t>না জাহান্নামের শাস্তির ভয়ে আল্লাহর ইবাদত করে</w:t>
      </w:r>
      <w:r w:rsidRPr="003F52A2">
        <w:t>,</w:t>
      </w:r>
      <w:r w:rsidRPr="003F52A2">
        <w:rPr>
          <w:cs/>
          <w:lang w:bidi="bn-IN"/>
        </w:rPr>
        <w:t>তারা শুধু আল্লাহকেই চায়।</w:t>
      </w:r>
      <w:r w:rsidRPr="00D542A0">
        <w:rPr>
          <w:rStyle w:val="libAlaemChar"/>
        </w:rPr>
        <w:t>”</w:t>
      </w:r>
    </w:p>
    <w:p w:rsidR="0079723F" w:rsidRDefault="003F52A2" w:rsidP="00270BEC">
      <w:pPr>
        <w:pStyle w:val="libNormal"/>
        <w:rPr>
          <w:lang w:bidi="bn-IN"/>
        </w:rPr>
      </w:pPr>
      <w:r w:rsidRPr="003F52A2">
        <w:rPr>
          <w:cs/>
          <w:lang w:bidi="bn-IN"/>
        </w:rPr>
        <w:t>মানুষের অন্যতম মানবিক বিষয় হলো কৃতজ্ঞতা প্রকাশ। মানুষের বিবেক বলে</w:t>
      </w:r>
      <w:r w:rsidRPr="003F52A2">
        <w:t>,</w:t>
      </w:r>
      <w:r w:rsidRPr="003F52A2">
        <w:rPr>
          <w:cs/>
          <w:lang w:bidi="bn-IN"/>
        </w:rPr>
        <w:t>আল্লাহ্পাকের প্রতি</w:t>
      </w:r>
      <w:r w:rsidR="0079723F">
        <w:rPr>
          <w:lang w:bidi="bn-IN"/>
        </w:rPr>
        <w:t xml:space="preserve"> </w:t>
      </w:r>
      <w:r w:rsidRPr="003F52A2">
        <w:rPr>
          <w:cs/>
          <w:lang w:bidi="bn-IN"/>
        </w:rPr>
        <w:t>কৃতজ্ঞতা প্রকাশ করা উচিত</w:t>
      </w:r>
      <w:r w:rsidRPr="003F52A2">
        <w:t>,</w:t>
      </w:r>
      <w:r w:rsidRPr="003F52A2">
        <w:rPr>
          <w:cs/>
          <w:lang w:bidi="bn-IN"/>
        </w:rPr>
        <w:t>চাই বেহেশত থাকুক বা না থাকুক এবং জাহান্নাম থাকুক বা না থাকুক।</w:t>
      </w:r>
      <w:r w:rsidR="0079723F">
        <w:rPr>
          <w:lang w:bidi="bn-IN"/>
        </w:rPr>
        <w:t xml:space="preserve"> </w:t>
      </w:r>
      <w:r w:rsidRPr="003F52A2">
        <w:rPr>
          <w:cs/>
          <w:lang w:bidi="bn-IN"/>
        </w:rPr>
        <w:t xml:space="preserve">তাই সে </w:t>
      </w:r>
      <w:r w:rsidR="00FE6D44">
        <w:rPr>
          <w:cs/>
          <w:lang w:bidi="bn-IN"/>
        </w:rPr>
        <w:t>তার</w:t>
      </w:r>
      <w:r w:rsidRPr="003F52A2">
        <w:rPr>
          <w:cs/>
          <w:lang w:bidi="bn-IN"/>
        </w:rPr>
        <w:t xml:space="preserve"> ইবাদত করবে।</w:t>
      </w:r>
    </w:p>
    <w:p w:rsidR="002A4CEE" w:rsidRDefault="003F52A2" w:rsidP="00270BEC">
      <w:pPr>
        <w:pStyle w:val="libNormal"/>
        <w:rPr>
          <w:rtl/>
        </w:rPr>
      </w:pPr>
      <w:r w:rsidRPr="003F52A2">
        <w:rPr>
          <w:cs/>
          <w:lang w:bidi="bn-IN"/>
        </w:rPr>
        <w:t>তিনি কি স্বয়ং নবী (সা.) নন যিনি এত ইবাদত করতেন যে</w:t>
      </w:r>
      <w:r w:rsidRPr="003F52A2">
        <w:t>,</w:t>
      </w:r>
      <w:r w:rsidR="00FE6D44">
        <w:rPr>
          <w:cs/>
          <w:lang w:bidi="bn-IN"/>
        </w:rPr>
        <w:t>তার</w:t>
      </w:r>
      <w:r w:rsidRPr="003F52A2">
        <w:rPr>
          <w:cs/>
          <w:lang w:bidi="bn-IN"/>
        </w:rPr>
        <w:t xml:space="preserve"> পবিত্র পা ফুলে যেত। </w:t>
      </w:r>
      <w:r w:rsidR="000459F1">
        <w:rPr>
          <w:cs/>
          <w:lang w:bidi="bn-IN"/>
        </w:rPr>
        <w:t>তাকে</w:t>
      </w:r>
      <w:r w:rsidR="002A4CEE">
        <w:rPr>
          <w:lang w:bidi="bn-IN"/>
        </w:rPr>
        <w:t xml:space="preserve"> </w:t>
      </w:r>
      <w:r w:rsidRPr="003F52A2">
        <w:rPr>
          <w:cs/>
          <w:lang w:bidi="bn-IN"/>
        </w:rPr>
        <w:t>প্রশ্ন করা হলো</w:t>
      </w:r>
      <w:r w:rsidRPr="003F52A2">
        <w:t>,</w:t>
      </w:r>
      <w:r w:rsidRPr="00D542A0">
        <w:rPr>
          <w:rStyle w:val="libAlaemChar"/>
        </w:rPr>
        <w:t>“</w:t>
      </w:r>
      <w:r w:rsidR="002A4CEE">
        <w:rPr>
          <w:cs/>
          <w:lang w:bidi="bn-IN"/>
        </w:rPr>
        <w:t>হে রাসূলাল্লাহ্</w:t>
      </w:r>
      <w:r w:rsidRPr="003F52A2">
        <w:rPr>
          <w:cs/>
          <w:lang w:bidi="bn-IN"/>
        </w:rPr>
        <w:t xml:space="preserve"> আল্লাহ্পাক আপনার পূর্ববর্তী ও পরবর্তী সকল গুনাহ ক্ষমা করে</w:t>
      </w:r>
      <w:r w:rsidR="002A4CEE">
        <w:rPr>
          <w:lang w:bidi="bn-IN"/>
        </w:rPr>
        <w:t xml:space="preserve"> </w:t>
      </w:r>
      <w:r w:rsidRPr="003F52A2">
        <w:rPr>
          <w:cs/>
          <w:lang w:bidi="bn-IN"/>
        </w:rPr>
        <w:t>দিয়েছেন তদুপরি আপনি কেন এত ইবাদত করেন</w:t>
      </w:r>
      <w:r w:rsidRPr="003F52A2">
        <w:t>?</w:t>
      </w:r>
      <w:r w:rsidRPr="00D542A0">
        <w:rPr>
          <w:rStyle w:val="libAlaemChar"/>
        </w:rPr>
        <w:t>”</w:t>
      </w:r>
      <w:r w:rsidRPr="003F52A2">
        <w:t xml:space="preserve"> </w:t>
      </w:r>
      <w:r w:rsidRPr="003F52A2">
        <w:rPr>
          <w:cs/>
          <w:lang w:bidi="bn-IN"/>
        </w:rPr>
        <w:t>তিনি জবাব দিলেন</w:t>
      </w:r>
      <w:r w:rsidRPr="003F52A2">
        <w:t>,</w:t>
      </w:r>
      <w:r w:rsidRPr="00D542A0">
        <w:rPr>
          <w:rStyle w:val="libAlaemChar"/>
        </w:rPr>
        <w:t>“</w:t>
      </w:r>
      <w:r w:rsidRPr="003F52A2">
        <w:rPr>
          <w:cs/>
          <w:lang w:bidi="bn-IN"/>
        </w:rPr>
        <w:t>কেউ আল্লাহর ইবাদত</w:t>
      </w:r>
      <w:r w:rsidR="002A4CEE">
        <w:rPr>
          <w:lang w:bidi="bn-IN"/>
        </w:rPr>
        <w:t xml:space="preserve"> </w:t>
      </w:r>
      <w:r w:rsidRPr="003F52A2">
        <w:rPr>
          <w:cs/>
          <w:lang w:bidi="bn-IN"/>
        </w:rPr>
        <w:t>করলে তা কি কেবল বেহেশতের আশায় ও জাহান্নামের ভয়ে করে থাকে</w:t>
      </w:r>
      <w:r w:rsidRPr="003F52A2">
        <w:t>?</w:t>
      </w:r>
    </w:p>
    <w:p w:rsidR="002A4CEE" w:rsidRDefault="003F52A2" w:rsidP="00270BEC">
      <w:pPr>
        <w:pStyle w:val="libNormal"/>
        <w:rPr>
          <w:rStyle w:val="libAlaemChar"/>
          <w:rtl/>
        </w:rPr>
      </w:pPr>
      <w:r w:rsidRPr="003F52A2">
        <w:t>(</w:t>
      </w:r>
      <w:r w:rsidR="002A4CEE" w:rsidRPr="002A4CEE">
        <w:rPr>
          <w:rStyle w:val="libArChar"/>
          <w:rFonts w:hint="cs"/>
          <w:rtl/>
        </w:rPr>
        <w:t>ألا أکون عبدا شکورا</w:t>
      </w:r>
      <w:r w:rsidRPr="003F52A2">
        <w:t xml:space="preserve">) </w:t>
      </w:r>
      <w:r w:rsidRPr="003F52A2">
        <w:rPr>
          <w:cs/>
          <w:lang w:bidi="bn-IN"/>
        </w:rPr>
        <w:t xml:space="preserve">তবে কি আমি </w:t>
      </w:r>
      <w:r w:rsidR="00FE6D44">
        <w:rPr>
          <w:cs/>
          <w:lang w:bidi="bn-IN"/>
        </w:rPr>
        <w:t>তার</w:t>
      </w:r>
      <w:r w:rsidRPr="003F52A2">
        <w:rPr>
          <w:cs/>
          <w:lang w:bidi="bn-IN"/>
        </w:rPr>
        <w:t xml:space="preserve"> কৃতজ্ঞ বান্দা হব না</w:t>
      </w:r>
      <w:r w:rsidRPr="003F52A2">
        <w:t>?</w:t>
      </w:r>
      <w:r w:rsidRPr="00D542A0">
        <w:rPr>
          <w:rStyle w:val="libAlaemChar"/>
        </w:rPr>
        <w:t>”</w:t>
      </w:r>
    </w:p>
    <w:p w:rsidR="00E73BDB" w:rsidRDefault="003F52A2" w:rsidP="00270BEC">
      <w:pPr>
        <w:pStyle w:val="libNormal"/>
        <w:rPr>
          <w:lang w:bidi="bn-IN"/>
        </w:rPr>
      </w:pPr>
      <w:r w:rsidRPr="003F52A2">
        <w:rPr>
          <w:cs/>
          <w:lang w:bidi="bn-IN"/>
        </w:rPr>
        <w:t>সুতরাং প্রথম দলের ইবাদত দাসের ইবাদতের ন্যায় এবং দ্বিতীয় দলের ইবাদত ব্যাবসায়ীর ন্যায়।</w:t>
      </w:r>
      <w:r w:rsidR="00E73BDB">
        <w:rPr>
          <w:lang w:bidi="bn-IN"/>
        </w:rPr>
        <w:t xml:space="preserve"> </w:t>
      </w:r>
      <w:r w:rsidRPr="003F52A2">
        <w:rPr>
          <w:cs/>
          <w:lang w:bidi="bn-IN"/>
        </w:rPr>
        <w:t>তৃতীয় দল স্বাধীন ব্যক্তির ন্যায় ইবাদতকারী। আলী (আ.)-এর যুক্তিতে স্বাধীন মানুষ</w:t>
      </w:r>
      <w:r w:rsidR="00E73BDB">
        <w:rPr>
          <w:lang w:bidi="bn-IN"/>
        </w:rPr>
        <w:t xml:space="preserve"> </w:t>
      </w:r>
      <w:r w:rsidRPr="003F52A2">
        <w:rPr>
          <w:cs/>
          <w:lang w:bidi="bn-IN"/>
        </w:rPr>
        <w:t>এমনকি বেহেশত ও জাহান্নামের সঙ্গেও সংযুক্ত নয়</w:t>
      </w:r>
      <w:r w:rsidRPr="003F52A2">
        <w:t>,</w:t>
      </w:r>
      <w:r w:rsidRPr="003F52A2">
        <w:rPr>
          <w:cs/>
          <w:lang w:bidi="bn-IN"/>
        </w:rPr>
        <w:t>বরং এগুলো থেকেও সে মুক্ত। তার সংযুক্ততা</w:t>
      </w:r>
      <w:r w:rsidR="00E73BDB">
        <w:rPr>
          <w:lang w:bidi="bn-IN"/>
        </w:rPr>
        <w:t xml:space="preserve"> </w:t>
      </w:r>
      <w:r w:rsidRPr="003F52A2">
        <w:rPr>
          <w:cs/>
          <w:lang w:bidi="bn-IN"/>
        </w:rPr>
        <w:t>রয়েছে শুধু আল্লাহর সঙ্গে।</w:t>
      </w:r>
    </w:p>
    <w:p w:rsidR="00277EB7" w:rsidRDefault="003F52A2" w:rsidP="00277EB7">
      <w:pPr>
        <w:pStyle w:val="libNormal"/>
        <w:rPr>
          <w:lang w:bidi="bn-IN"/>
        </w:rPr>
      </w:pPr>
      <w:r w:rsidRPr="003F52A2">
        <w:rPr>
          <w:cs/>
          <w:lang w:bidi="bn-IN"/>
        </w:rPr>
        <w:t>যদিও ইচ্ছা ছিল স্বতন্ত্র এক বৈঠকে এ পর্যন্ত সমগ্র বক্তব্যকে সংক্ষেপে বর্ণনা করে ইসলামের পূর্ণমানবের নমুনা পেশ করব</w:t>
      </w:r>
      <w:r w:rsidRPr="003F52A2">
        <w:t>,</w:t>
      </w:r>
      <w:r w:rsidRPr="003F52A2">
        <w:rPr>
          <w:cs/>
          <w:lang w:bidi="bn-IN"/>
        </w:rPr>
        <w:t>কিন্তু তা সম্ভব হলো না। তবে এই মতবাদগুলোর আলোচনার মাঝে</w:t>
      </w:r>
      <w:r w:rsidR="00277EB7">
        <w:rPr>
          <w:lang w:bidi="bn-IN"/>
        </w:rPr>
        <w:t xml:space="preserve"> </w:t>
      </w:r>
      <w:r w:rsidRPr="003F52A2">
        <w:rPr>
          <w:cs/>
          <w:lang w:bidi="bn-IN"/>
        </w:rPr>
        <w:t>ইসলামের পূর্ণ মানবের রূপও বর্ণনা করেছি। যা হতে বোঝা যায় ইসলাম একপেশে মূল্যবোধকে ধারণ</w:t>
      </w:r>
      <w:r w:rsidR="00277EB7">
        <w:rPr>
          <w:lang w:bidi="bn-IN"/>
        </w:rPr>
        <w:t xml:space="preserve"> </w:t>
      </w:r>
      <w:r w:rsidRPr="003F52A2">
        <w:rPr>
          <w:cs/>
          <w:lang w:bidi="bn-IN"/>
        </w:rPr>
        <w:t>করে না</w:t>
      </w:r>
      <w:r w:rsidRPr="003F52A2">
        <w:t>,</w:t>
      </w:r>
      <w:r w:rsidRPr="003F52A2">
        <w:rPr>
          <w:cs/>
          <w:lang w:bidi="bn-IN"/>
        </w:rPr>
        <w:t>বরং ইসলাম তার চোখ দিয়ে সকল মূল্যবোধকে দেখতে পায়। তাই দর্শন পূর্ণ মানবের</w:t>
      </w:r>
      <w:r w:rsidR="00277EB7">
        <w:rPr>
          <w:lang w:bidi="bn-IN"/>
        </w:rPr>
        <w:t xml:space="preserve"> </w:t>
      </w:r>
      <w:r w:rsidRPr="003F52A2">
        <w:rPr>
          <w:cs/>
          <w:lang w:bidi="bn-IN"/>
        </w:rPr>
        <w:t>ক্ষেত্রে যা বলেছে ইসলাম অনেক পূর্বেই তার উল্লেখ করেছে ও দেখেছে। তদ্রূপ শক্তির মতবাদ</w:t>
      </w:r>
      <w:r w:rsidRPr="003F52A2">
        <w:t>,</w:t>
      </w:r>
      <w:r w:rsidRPr="003F52A2">
        <w:rPr>
          <w:cs/>
          <w:lang w:bidi="bn-IN"/>
        </w:rPr>
        <w:t>সামষ্টিক মালিকানার মতবাদ</w:t>
      </w:r>
      <w:r w:rsidRPr="003F52A2">
        <w:t>,</w:t>
      </w:r>
      <w:r w:rsidRPr="003F52A2">
        <w:rPr>
          <w:cs/>
          <w:lang w:bidi="bn-IN"/>
        </w:rPr>
        <w:t>স্বাধীনতার মতবাদসহ অন্যান্য মতবাদ পূর্ণ মানবের যে রূপ উপস্থাপন</w:t>
      </w:r>
      <w:r w:rsidR="00277EB7">
        <w:rPr>
          <w:lang w:bidi="bn-IN"/>
        </w:rPr>
        <w:t xml:space="preserve"> </w:t>
      </w:r>
      <w:r w:rsidRPr="003F52A2">
        <w:rPr>
          <w:cs/>
          <w:lang w:bidi="bn-IN"/>
        </w:rPr>
        <w:t>করেছে ইসলাম সেগুলো অপেক্ষা অনেক উত্তম ও পূর্ণরূপে তা উপস্থাপন করেছে এবং এ সকল</w:t>
      </w:r>
      <w:r w:rsidR="00277EB7">
        <w:rPr>
          <w:lang w:bidi="bn-IN"/>
        </w:rPr>
        <w:t xml:space="preserve"> </w:t>
      </w:r>
      <w:r w:rsidRPr="003F52A2">
        <w:rPr>
          <w:cs/>
          <w:lang w:bidi="bn-IN"/>
        </w:rPr>
        <w:t>মতবাদের যে ত্রুটিগুলো রয়েছে ইসলামের ক্ষেত্রে সেগুলো প্রযোজ্য নয়। এ বিষয়ে ইসলামের দৃষ্টিভঙ্গি</w:t>
      </w:r>
      <w:r w:rsidR="00277EB7">
        <w:rPr>
          <w:lang w:bidi="bn-IN"/>
        </w:rPr>
        <w:t xml:space="preserve"> </w:t>
      </w:r>
      <w:r w:rsidRPr="003F52A2">
        <w:rPr>
          <w:cs/>
          <w:lang w:bidi="bn-IN"/>
        </w:rPr>
        <w:t>সর্বব্যাপী ও পূর্ণ। তাই আমাদের নিকট প্রমাণিত হয় যে</w:t>
      </w:r>
      <w:r w:rsidRPr="003F52A2">
        <w:t>,</w:t>
      </w:r>
      <w:r w:rsidRPr="003F52A2">
        <w:rPr>
          <w:cs/>
          <w:lang w:bidi="bn-IN"/>
        </w:rPr>
        <w:t>ইসলাম আল্লাহর পক্ষ থেকে এসেছে।</w:t>
      </w:r>
    </w:p>
    <w:p w:rsidR="000C0B2A" w:rsidRPr="0087422A" w:rsidRDefault="003F52A2" w:rsidP="001564D6">
      <w:pPr>
        <w:pStyle w:val="libNormal"/>
        <w:rPr>
          <w:rtl/>
        </w:rPr>
      </w:pPr>
      <w:r w:rsidRPr="003F52A2">
        <w:rPr>
          <w:cs/>
          <w:lang w:bidi="bn-IN"/>
        </w:rPr>
        <w:t>এ মতবাদগুলো পৃথিবীর শ্রেষ্ঠ দার্শনিক ও সমাজবিজ্ঞানিগণ উপস্থাপন করেছেন তদুপরি ইসলামের</w:t>
      </w:r>
      <w:r w:rsidR="00F70F52">
        <w:rPr>
          <w:lang w:bidi="bn-IN"/>
        </w:rPr>
        <w:t xml:space="preserve"> </w:t>
      </w:r>
      <w:r w:rsidRPr="003F52A2">
        <w:rPr>
          <w:cs/>
          <w:lang w:bidi="bn-IN"/>
        </w:rPr>
        <w:t xml:space="preserve">মোকাবিলায় এগুলো বর্ণহীন হয়ে পড়ে। তাই যদিও নবী (সা.) পৃথিবীর বিরল ব্যক্তিত্ব তদুপরি </w:t>
      </w:r>
      <w:r w:rsidR="00FE6D44">
        <w:rPr>
          <w:cs/>
          <w:lang w:bidi="bn-IN"/>
        </w:rPr>
        <w:t>তার</w:t>
      </w:r>
      <w:r w:rsidR="00F70F52">
        <w:rPr>
          <w:lang w:bidi="bn-IN"/>
        </w:rPr>
        <w:t xml:space="preserve"> </w:t>
      </w:r>
      <w:r w:rsidRPr="003F52A2">
        <w:rPr>
          <w:cs/>
          <w:lang w:bidi="bn-IN"/>
        </w:rPr>
        <w:t>মতো প্রাতিষ্ঠানিক শিক্ষাহীন ও অক্ষর জ্ঞান না শেখা একজন ব্যক্তির জন্য এরূপ পূর্ণ রূপ উপস্থাপন অসম্ভব বিষয়। এ থেকে বোঝা যায়</w:t>
      </w:r>
      <w:r w:rsidRPr="003F52A2">
        <w:t>,</w:t>
      </w:r>
      <w:r w:rsidRPr="003F52A2">
        <w:rPr>
          <w:cs/>
          <w:lang w:bidi="bn-IN"/>
        </w:rPr>
        <w:t>তিনি মানব ক্ষমতার ঊর্ধ্বে কোন শক্তি হতে এ শিক্ষা লাভ</w:t>
      </w:r>
      <w:r w:rsidR="00F70F52">
        <w:rPr>
          <w:lang w:bidi="bn-IN"/>
        </w:rPr>
        <w:t xml:space="preserve"> </w:t>
      </w:r>
      <w:r w:rsidRPr="003F52A2">
        <w:rPr>
          <w:cs/>
          <w:lang w:bidi="bn-IN"/>
        </w:rPr>
        <w:t>করেছিলেন এবং আল্লাহ্ হতেই তা এসেছে- অন্য সকল মতবাদের উপর এ মতবাদের শ্রেষ্ঠত্ব</w:t>
      </w:r>
      <w:r w:rsidR="00F70F52">
        <w:rPr>
          <w:lang w:bidi="bn-IN"/>
        </w:rPr>
        <w:t xml:space="preserve"> </w:t>
      </w:r>
      <w:r w:rsidRPr="003F52A2">
        <w:rPr>
          <w:cs/>
          <w:lang w:bidi="bn-IN"/>
        </w:rPr>
        <w:t>রয়েছে। অন্যান্য মতবাদের সঙ্গে তুলনার মাধ্যমে প্রকৃতরূপে তা আমাদের নিকট স্পষ্ট হয়।</w:t>
      </w:r>
    </w:p>
    <w:p w:rsidR="00C640B7" w:rsidRPr="00C640B7" w:rsidRDefault="00C640B7" w:rsidP="00C640B7">
      <w:pPr>
        <w:pStyle w:val="libArCenter"/>
      </w:pPr>
      <w:r w:rsidRPr="00C640B7">
        <w:rPr>
          <w:rtl/>
          <w:lang w:bidi="ar-SA"/>
        </w:rPr>
        <w:t>لا حول ولا قوّة إلا بالله العلی العظیم</w:t>
      </w:r>
    </w:p>
    <w:p w:rsidR="00427A31" w:rsidRPr="00C640B7" w:rsidRDefault="001564D6" w:rsidP="00C640B7">
      <w:r>
        <w:rPr>
          <w:rtl/>
        </w:rPr>
        <w:br w:type="page"/>
      </w:r>
    </w:p>
    <w:sdt>
      <w:sdtPr>
        <w:rPr>
          <w:rFonts w:ascii="SolaimanLipi" w:eastAsia="SolaimanLipi" w:hAnsi="SolaimanLipi" w:cs="SolaimanLipi"/>
          <w:b w:val="0"/>
          <w:bCs w:val="0"/>
          <w:color w:val="auto"/>
          <w:sz w:val="22"/>
          <w:szCs w:val="22"/>
        </w:rPr>
        <w:id w:val="6130153"/>
        <w:docPartObj>
          <w:docPartGallery w:val="Table of Contents"/>
          <w:docPartUnique/>
        </w:docPartObj>
      </w:sdtPr>
      <w:sdtContent>
        <w:p w:rsidR="00427A31" w:rsidRPr="00427A31" w:rsidRDefault="00427A31" w:rsidP="00427A31">
          <w:pPr>
            <w:pStyle w:val="TOCHeading"/>
            <w:rPr>
              <w:rFonts w:ascii="Vrinda" w:hAnsi="Vrinda" w:cs="Vrinda"/>
            </w:rPr>
          </w:pPr>
          <w:r w:rsidRPr="00427A31">
            <w:rPr>
              <w:rFonts w:ascii="Vrinda" w:hAnsi="Vrinda" w:cs="Vrinda"/>
              <w:cs/>
              <w:lang w:bidi="bn-IN"/>
            </w:rPr>
            <w:t>সূচীপত্র</w:t>
          </w:r>
        </w:p>
        <w:p w:rsidR="00427A31" w:rsidRDefault="002F1B09">
          <w:pPr>
            <w:pStyle w:val="TOC1"/>
            <w:tabs>
              <w:tab w:val="right" w:leader="dot" w:pos="9350"/>
            </w:tabs>
            <w:rPr>
              <w:rFonts w:asciiTheme="minorHAnsi" w:eastAsiaTheme="minorEastAsia" w:hAnsiTheme="minorHAnsi" w:cstheme="minorBidi"/>
              <w:noProof/>
              <w:color w:val="auto"/>
              <w:sz w:val="22"/>
              <w:szCs w:val="22"/>
            </w:rPr>
          </w:pPr>
          <w:r w:rsidRPr="002F1B09">
            <w:fldChar w:fldCharType="begin"/>
          </w:r>
          <w:r w:rsidR="00427A31">
            <w:instrText xml:space="preserve"> TOC \o "1-3" \h \z \u </w:instrText>
          </w:r>
          <w:r w:rsidRPr="002F1B09">
            <w:fldChar w:fldCharType="separate"/>
          </w:r>
          <w:hyperlink w:anchor="_Toc392601409" w:history="1">
            <w:r w:rsidR="00427A31" w:rsidRPr="00085FAD">
              <w:rPr>
                <w:rStyle w:val="Hyperlink"/>
                <w:rFonts w:cs="Vrinda" w:hint="cs"/>
                <w:noProof/>
                <w:cs/>
                <w:lang w:bidi="bn-IN"/>
              </w:rPr>
              <w:t>মানুষের</w:t>
            </w:r>
            <w:r w:rsidR="00427A31" w:rsidRPr="00085FAD">
              <w:rPr>
                <w:rStyle w:val="Hyperlink"/>
                <w:rFonts w:cs="Vrinda"/>
                <w:noProof/>
                <w:cs/>
                <w:lang w:bidi="bn-IN"/>
              </w:rPr>
              <w:t xml:space="preserve"> </w:t>
            </w:r>
            <w:r w:rsidR="00427A31" w:rsidRPr="00085FAD">
              <w:rPr>
                <w:rStyle w:val="Hyperlink"/>
                <w:rFonts w:cs="Vrinda" w:hint="cs"/>
                <w:noProof/>
                <w:cs/>
                <w:lang w:bidi="bn-IN"/>
              </w:rPr>
              <w:t>আত্মিক</w:t>
            </w:r>
            <w:r w:rsidR="00427A31" w:rsidRPr="00085FAD">
              <w:rPr>
                <w:rStyle w:val="Hyperlink"/>
                <w:rFonts w:cs="Vrinda"/>
                <w:noProof/>
                <w:cs/>
                <w:lang w:bidi="bn-IN"/>
              </w:rPr>
              <w:t xml:space="preserve"> </w:t>
            </w:r>
            <w:r w:rsidR="00427A31" w:rsidRPr="00085FAD">
              <w:rPr>
                <w:rStyle w:val="Hyperlink"/>
                <w:rFonts w:cs="Vrinda" w:hint="cs"/>
                <w:noProof/>
                <w:cs/>
                <w:lang w:bidi="bn-IN"/>
              </w:rPr>
              <w:t>ও</w:t>
            </w:r>
            <w:r w:rsidR="00427A31" w:rsidRPr="00085FAD">
              <w:rPr>
                <w:rStyle w:val="Hyperlink"/>
                <w:rFonts w:cs="Vrinda"/>
                <w:noProof/>
                <w:cs/>
                <w:lang w:bidi="bn-IN"/>
              </w:rPr>
              <w:t xml:space="preserve"> </w:t>
            </w:r>
            <w:r w:rsidR="00427A31" w:rsidRPr="00085FAD">
              <w:rPr>
                <w:rStyle w:val="Hyperlink"/>
                <w:rFonts w:cs="Vrinda" w:hint="cs"/>
                <w:noProof/>
                <w:cs/>
                <w:lang w:bidi="bn-IN"/>
              </w:rPr>
              <w:t>মানসিক</w:t>
            </w:r>
            <w:r w:rsidR="00427A31" w:rsidRPr="00085FAD">
              <w:rPr>
                <w:rStyle w:val="Hyperlink"/>
                <w:rFonts w:cs="Vrinda"/>
                <w:noProof/>
                <w:cs/>
                <w:lang w:bidi="bn-IN"/>
              </w:rPr>
              <w:t xml:space="preserve"> </w:t>
            </w:r>
            <w:r w:rsidR="00427A31" w:rsidRPr="00085FAD">
              <w:rPr>
                <w:rStyle w:val="Hyperlink"/>
                <w:rFonts w:cs="Vrinda" w:hint="cs"/>
                <w:noProof/>
                <w:cs/>
                <w:lang w:bidi="bn-IN"/>
              </w:rPr>
              <w:t>ত্রুটি</w:t>
            </w:r>
            <w:r w:rsidR="00427A31">
              <w:rPr>
                <w:noProof/>
                <w:webHidden/>
              </w:rPr>
              <w:tab/>
            </w:r>
            <w:r>
              <w:rPr>
                <w:noProof/>
                <w:webHidden/>
              </w:rPr>
              <w:fldChar w:fldCharType="begin"/>
            </w:r>
            <w:r w:rsidR="00427A31">
              <w:rPr>
                <w:noProof/>
                <w:webHidden/>
              </w:rPr>
              <w:instrText xml:space="preserve"> PAGEREF _Toc392601409 \h </w:instrText>
            </w:r>
            <w:r>
              <w:rPr>
                <w:noProof/>
                <w:webHidden/>
              </w:rPr>
            </w:r>
            <w:r>
              <w:rPr>
                <w:noProof/>
                <w:webHidden/>
              </w:rPr>
              <w:fldChar w:fldCharType="separate"/>
            </w:r>
            <w:r w:rsidR="00427A31">
              <w:rPr>
                <w:noProof/>
                <w:webHidden/>
              </w:rPr>
              <w:t>2</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10" w:history="1">
            <w:r w:rsidR="00427A31" w:rsidRPr="00085FAD">
              <w:rPr>
                <w:rStyle w:val="Hyperlink"/>
                <w:rFonts w:cs="Vrinda" w:hint="cs"/>
                <w:noProof/>
                <w:cs/>
                <w:lang w:bidi="bn-IN"/>
              </w:rPr>
              <w:t>ইসলামের</w:t>
            </w:r>
            <w:r w:rsidR="00427A31" w:rsidRPr="00085FAD">
              <w:rPr>
                <w:rStyle w:val="Hyperlink"/>
                <w:rFonts w:cs="Vrinda"/>
                <w:noProof/>
                <w:cs/>
                <w:lang w:bidi="bn-IN"/>
              </w:rPr>
              <w:t xml:space="preserve"> </w:t>
            </w:r>
            <w:r w:rsidR="00427A31" w:rsidRPr="00085FAD">
              <w:rPr>
                <w:rStyle w:val="Hyperlink"/>
                <w:rFonts w:cs="Vrinda" w:hint="cs"/>
                <w:noProof/>
                <w:cs/>
                <w:lang w:bidi="bn-IN"/>
              </w:rPr>
              <w:t>দৃষ্টিতে</w:t>
            </w:r>
            <w:r w:rsidR="00427A31" w:rsidRPr="00085FAD">
              <w:rPr>
                <w:rStyle w:val="Hyperlink"/>
                <w:rFonts w:cs="Vrinda"/>
                <w:noProof/>
                <w:cs/>
                <w:lang w:bidi="bn-IN"/>
              </w:rPr>
              <w:t xml:space="preserve"> </w:t>
            </w:r>
            <w:r w:rsidR="00427A31" w:rsidRPr="00085FAD">
              <w:rPr>
                <w:rStyle w:val="Hyperlink"/>
                <w:rFonts w:cs="Vrinda" w:hint="cs"/>
                <w:noProof/>
                <w:cs/>
                <w:lang w:bidi="bn-IN"/>
              </w:rPr>
              <w:t>পূর্ণ</w:t>
            </w:r>
            <w:r w:rsidR="00427A31" w:rsidRPr="00085FAD">
              <w:rPr>
                <w:rStyle w:val="Hyperlink"/>
                <w:rFonts w:cs="Vrinda"/>
                <w:noProof/>
                <w:cs/>
                <w:lang w:bidi="bn-IN"/>
              </w:rPr>
              <w:t xml:space="preserve"> </w:t>
            </w:r>
            <w:r w:rsidR="00427A31" w:rsidRPr="00085FAD">
              <w:rPr>
                <w:rStyle w:val="Hyperlink"/>
                <w:rFonts w:cs="Vrinda" w:hint="cs"/>
                <w:noProof/>
                <w:cs/>
                <w:lang w:bidi="bn-IN"/>
              </w:rPr>
              <w:t>মানব</w:t>
            </w:r>
            <w:r w:rsidR="00427A31" w:rsidRPr="00085FAD">
              <w:rPr>
                <w:rStyle w:val="Hyperlink"/>
                <w:rFonts w:cs="Vrinda"/>
                <w:noProof/>
                <w:cs/>
                <w:lang w:bidi="bn-IN"/>
              </w:rPr>
              <w:t xml:space="preserve"> </w:t>
            </w:r>
            <w:r w:rsidR="00427A31" w:rsidRPr="00085FAD">
              <w:rPr>
                <w:rStyle w:val="Hyperlink"/>
                <w:rFonts w:cs="Vrinda" w:hint="cs"/>
                <w:noProof/>
                <w:cs/>
                <w:lang w:bidi="bn-IN"/>
              </w:rPr>
              <w:t>বা</w:t>
            </w:r>
            <w:r w:rsidR="00427A31" w:rsidRPr="00085FAD">
              <w:rPr>
                <w:rStyle w:val="Hyperlink"/>
                <w:rFonts w:cs="Vrinda"/>
                <w:noProof/>
                <w:cs/>
                <w:lang w:bidi="bn-IN"/>
              </w:rPr>
              <w:t xml:space="preserve"> </w:t>
            </w:r>
            <w:r w:rsidR="00427A31" w:rsidRPr="00085FAD">
              <w:rPr>
                <w:rStyle w:val="Hyperlink"/>
                <w:rFonts w:cs="Vrinda" w:hint="cs"/>
                <w:noProof/>
                <w:cs/>
                <w:lang w:bidi="bn-IN"/>
              </w:rPr>
              <w:t>ইনসানে</w:t>
            </w:r>
            <w:r w:rsidR="00427A31" w:rsidRPr="00085FAD">
              <w:rPr>
                <w:rStyle w:val="Hyperlink"/>
                <w:rFonts w:cs="Vrinda"/>
                <w:noProof/>
                <w:cs/>
                <w:lang w:bidi="bn-IN"/>
              </w:rPr>
              <w:t xml:space="preserve"> </w:t>
            </w:r>
            <w:r w:rsidR="00427A31" w:rsidRPr="00085FAD">
              <w:rPr>
                <w:rStyle w:val="Hyperlink"/>
                <w:rFonts w:cs="Vrinda" w:hint="cs"/>
                <w:noProof/>
                <w:cs/>
                <w:lang w:bidi="bn-IN"/>
              </w:rPr>
              <w:t>কামেলকে</w:t>
            </w:r>
            <w:r w:rsidR="00427A31" w:rsidRPr="00085FAD">
              <w:rPr>
                <w:rStyle w:val="Hyperlink"/>
                <w:rFonts w:cs="Vrinda"/>
                <w:noProof/>
                <w:cs/>
                <w:lang w:bidi="bn-IN"/>
              </w:rPr>
              <w:t xml:space="preserve"> </w:t>
            </w:r>
            <w:r w:rsidR="00427A31" w:rsidRPr="00085FAD">
              <w:rPr>
                <w:rStyle w:val="Hyperlink"/>
                <w:rFonts w:cs="Vrinda" w:hint="cs"/>
                <w:noProof/>
                <w:cs/>
                <w:lang w:bidi="bn-IN"/>
              </w:rPr>
              <w:t>চেনার</w:t>
            </w:r>
            <w:r w:rsidR="00427A31" w:rsidRPr="00085FAD">
              <w:rPr>
                <w:rStyle w:val="Hyperlink"/>
                <w:rFonts w:cs="Vrinda"/>
                <w:noProof/>
                <w:cs/>
                <w:lang w:bidi="bn-IN"/>
              </w:rPr>
              <w:t xml:space="preserve"> </w:t>
            </w:r>
            <w:r w:rsidR="00427A31" w:rsidRPr="00085FAD">
              <w:rPr>
                <w:rStyle w:val="Hyperlink"/>
                <w:rFonts w:cs="Vrinda" w:hint="cs"/>
                <w:noProof/>
                <w:cs/>
                <w:lang w:bidi="bn-IN"/>
              </w:rPr>
              <w:t>উপায়</w:t>
            </w:r>
            <w:r w:rsidR="00427A31">
              <w:rPr>
                <w:noProof/>
                <w:webHidden/>
              </w:rPr>
              <w:tab/>
            </w:r>
            <w:r>
              <w:rPr>
                <w:noProof/>
                <w:webHidden/>
              </w:rPr>
              <w:fldChar w:fldCharType="begin"/>
            </w:r>
            <w:r w:rsidR="00427A31">
              <w:rPr>
                <w:noProof/>
                <w:webHidden/>
              </w:rPr>
              <w:instrText xml:space="preserve"> PAGEREF _Toc392601410 \h </w:instrText>
            </w:r>
            <w:r>
              <w:rPr>
                <w:noProof/>
                <w:webHidden/>
              </w:rPr>
            </w:r>
            <w:r>
              <w:rPr>
                <w:noProof/>
                <w:webHidden/>
              </w:rPr>
              <w:fldChar w:fldCharType="separate"/>
            </w:r>
            <w:r w:rsidR="00427A31">
              <w:rPr>
                <w:noProof/>
                <w:webHidden/>
              </w:rPr>
              <w:t>3</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11" w:history="1">
            <w:r w:rsidR="00427A31" w:rsidRPr="00085FAD">
              <w:rPr>
                <w:rStyle w:val="Hyperlink"/>
                <w:rFonts w:cs="Vrinda" w:hint="cs"/>
                <w:noProof/>
                <w:cs/>
                <w:lang w:bidi="bn-IN"/>
              </w:rPr>
              <w:t>কামাল</w:t>
            </w:r>
            <w:r w:rsidR="00427A31" w:rsidRPr="00085FAD">
              <w:rPr>
                <w:rStyle w:val="Hyperlink"/>
                <w:rFonts w:cs="Vrinda"/>
                <w:noProof/>
                <w:cs/>
                <w:lang w:bidi="bn-IN"/>
              </w:rPr>
              <w:t xml:space="preserve"> (</w:t>
            </w:r>
            <w:r w:rsidR="00427A31" w:rsidRPr="00085FAD">
              <w:rPr>
                <w:rStyle w:val="Hyperlink"/>
                <w:rFonts w:ascii="Rafed Alaem" w:eastAsia="Rafed Alaem" w:hAnsi="Rafed Alaem" w:cs="Rafed Alaem" w:hint="eastAsia"/>
                <w:noProof/>
                <w:rtl/>
              </w:rPr>
              <w:t>کمال</w:t>
            </w:r>
            <w:r w:rsidR="00427A31" w:rsidRPr="00085FAD">
              <w:rPr>
                <w:rStyle w:val="Hyperlink"/>
                <w:rFonts w:cs="Vrinda"/>
                <w:noProof/>
                <w:cs/>
                <w:lang w:bidi="bn-IN"/>
              </w:rPr>
              <w:t xml:space="preserve">) </w:t>
            </w:r>
            <w:r w:rsidR="00427A31" w:rsidRPr="00085FAD">
              <w:rPr>
                <w:rStyle w:val="Hyperlink"/>
                <w:rFonts w:cs="Vrinda" w:hint="cs"/>
                <w:noProof/>
                <w:cs/>
                <w:lang w:bidi="bn-IN"/>
              </w:rPr>
              <w:t>ও</w:t>
            </w:r>
            <w:r w:rsidR="00427A31" w:rsidRPr="00085FAD">
              <w:rPr>
                <w:rStyle w:val="Hyperlink"/>
                <w:rFonts w:cs="Vrinda"/>
                <w:noProof/>
                <w:cs/>
                <w:lang w:bidi="bn-IN"/>
              </w:rPr>
              <w:t xml:space="preserve"> </w:t>
            </w:r>
            <w:r w:rsidR="00427A31" w:rsidRPr="00085FAD">
              <w:rPr>
                <w:rStyle w:val="Hyperlink"/>
                <w:noProof/>
                <w:rtl/>
              </w:rPr>
              <w:t>(</w:t>
            </w:r>
            <w:r w:rsidR="00427A31" w:rsidRPr="00085FAD">
              <w:rPr>
                <w:rStyle w:val="Hyperlink"/>
                <w:rFonts w:ascii="Rafed Alaem" w:eastAsia="Rafed Alaem" w:hAnsi="Rafed Alaem" w:cs="Rafed Alaem" w:hint="eastAsia"/>
                <w:noProof/>
                <w:rtl/>
              </w:rPr>
              <w:t>تمام</w:t>
            </w:r>
            <w:r w:rsidR="00427A31" w:rsidRPr="00085FAD">
              <w:rPr>
                <w:rStyle w:val="Hyperlink"/>
                <w:noProof/>
                <w:rtl/>
              </w:rPr>
              <w:t xml:space="preserve"> )</w:t>
            </w:r>
            <w:r w:rsidR="00427A31" w:rsidRPr="00085FAD">
              <w:rPr>
                <w:rStyle w:val="Hyperlink"/>
                <w:rFonts w:cs="Vrinda"/>
                <w:noProof/>
                <w:cs/>
                <w:lang w:bidi="bn-IN"/>
              </w:rPr>
              <w:t xml:space="preserve"> </w:t>
            </w:r>
            <w:r w:rsidR="00427A31" w:rsidRPr="00085FAD">
              <w:rPr>
                <w:rStyle w:val="Hyperlink"/>
                <w:rFonts w:cs="Vrinda" w:hint="cs"/>
                <w:noProof/>
                <w:cs/>
                <w:lang w:bidi="bn-IN"/>
              </w:rPr>
              <w:t>তামামের</w:t>
            </w:r>
            <w:r w:rsidR="00427A31" w:rsidRPr="00085FAD">
              <w:rPr>
                <w:rStyle w:val="Hyperlink"/>
                <w:rFonts w:cs="Vrinda"/>
                <w:noProof/>
                <w:cs/>
                <w:lang w:bidi="bn-IN"/>
              </w:rPr>
              <w:t xml:space="preserve"> </w:t>
            </w:r>
            <w:r w:rsidR="00427A31" w:rsidRPr="00085FAD">
              <w:rPr>
                <w:rStyle w:val="Hyperlink"/>
                <w:rFonts w:cs="Vrinda" w:hint="cs"/>
                <w:noProof/>
                <w:cs/>
                <w:lang w:bidi="bn-IN"/>
              </w:rPr>
              <w:t>পার্থক্য</w:t>
            </w:r>
            <w:r w:rsidR="00427A31">
              <w:rPr>
                <w:noProof/>
                <w:webHidden/>
              </w:rPr>
              <w:tab/>
            </w:r>
            <w:r>
              <w:rPr>
                <w:noProof/>
                <w:webHidden/>
              </w:rPr>
              <w:fldChar w:fldCharType="begin"/>
            </w:r>
            <w:r w:rsidR="00427A31">
              <w:rPr>
                <w:noProof/>
                <w:webHidden/>
              </w:rPr>
              <w:instrText xml:space="preserve"> PAGEREF _Toc392601411 \h </w:instrText>
            </w:r>
            <w:r>
              <w:rPr>
                <w:noProof/>
                <w:webHidden/>
              </w:rPr>
            </w:r>
            <w:r>
              <w:rPr>
                <w:noProof/>
                <w:webHidden/>
              </w:rPr>
              <w:fldChar w:fldCharType="separate"/>
            </w:r>
            <w:r w:rsidR="00427A31">
              <w:rPr>
                <w:noProof/>
                <w:webHidden/>
              </w:rPr>
              <w:t>6</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12" w:history="1">
            <w:r w:rsidR="00427A31" w:rsidRPr="00085FAD">
              <w:rPr>
                <w:rStyle w:val="Hyperlink"/>
                <w:rFonts w:cs="Vrinda" w:hint="cs"/>
                <w:noProof/>
                <w:cs/>
                <w:lang w:bidi="bn-IN"/>
              </w:rPr>
              <w:t>ইনসানে</w:t>
            </w:r>
            <w:r w:rsidR="00427A31" w:rsidRPr="00085FAD">
              <w:rPr>
                <w:rStyle w:val="Hyperlink"/>
                <w:rFonts w:cs="Vrinda"/>
                <w:noProof/>
                <w:cs/>
                <w:lang w:bidi="bn-IN"/>
              </w:rPr>
              <w:t xml:space="preserve"> </w:t>
            </w:r>
            <w:r w:rsidR="00427A31" w:rsidRPr="00085FAD">
              <w:rPr>
                <w:rStyle w:val="Hyperlink"/>
                <w:rFonts w:cs="Vrinda" w:hint="cs"/>
                <w:noProof/>
                <w:cs/>
                <w:lang w:bidi="bn-IN"/>
              </w:rPr>
              <w:t>কামেলের</w:t>
            </w:r>
            <w:r w:rsidR="00427A31" w:rsidRPr="00085FAD">
              <w:rPr>
                <w:rStyle w:val="Hyperlink"/>
                <w:rFonts w:cs="Vrinda"/>
                <w:noProof/>
                <w:cs/>
                <w:lang w:bidi="bn-IN"/>
              </w:rPr>
              <w:t xml:space="preserve"> </w:t>
            </w:r>
            <w:r w:rsidR="00427A31" w:rsidRPr="00085FAD">
              <w:rPr>
                <w:rStyle w:val="Hyperlink"/>
                <w:rFonts w:cs="Vrinda" w:hint="cs"/>
                <w:noProof/>
                <w:cs/>
                <w:lang w:bidi="bn-IN"/>
              </w:rPr>
              <w:t>ব্যাখ্যা</w:t>
            </w:r>
            <w:r w:rsidR="00427A31">
              <w:rPr>
                <w:noProof/>
                <w:webHidden/>
              </w:rPr>
              <w:tab/>
            </w:r>
            <w:r>
              <w:rPr>
                <w:noProof/>
                <w:webHidden/>
              </w:rPr>
              <w:fldChar w:fldCharType="begin"/>
            </w:r>
            <w:r w:rsidR="00427A31">
              <w:rPr>
                <w:noProof/>
                <w:webHidden/>
              </w:rPr>
              <w:instrText xml:space="preserve"> PAGEREF _Toc392601412 \h </w:instrText>
            </w:r>
            <w:r>
              <w:rPr>
                <w:noProof/>
                <w:webHidden/>
              </w:rPr>
            </w:r>
            <w:r>
              <w:rPr>
                <w:noProof/>
                <w:webHidden/>
              </w:rPr>
              <w:fldChar w:fldCharType="separate"/>
            </w:r>
            <w:r w:rsidR="00427A31">
              <w:rPr>
                <w:noProof/>
                <w:webHidden/>
              </w:rPr>
              <w:t>8</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13" w:history="1">
            <w:r w:rsidR="00427A31" w:rsidRPr="00085FAD">
              <w:rPr>
                <w:rStyle w:val="Hyperlink"/>
                <w:rFonts w:cs="Vrinda" w:hint="cs"/>
                <w:noProof/>
                <w:cs/>
                <w:lang w:bidi="bn-IN"/>
              </w:rPr>
              <w:t>শারিরীক</w:t>
            </w:r>
            <w:r w:rsidR="00427A31" w:rsidRPr="00085FAD">
              <w:rPr>
                <w:rStyle w:val="Hyperlink"/>
                <w:rFonts w:cs="Vrinda"/>
                <w:noProof/>
                <w:cs/>
                <w:lang w:bidi="bn-IN"/>
              </w:rPr>
              <w:t xml:space="preserve"> </w:t>
            </w:r>
            <w:r w:rsidR="00427A31" w:rsidRPr="00085FAD">
              <w:rPr>
                <w:rStyle w:val="Hyperlink"/>
                <w:rFonts w:cs="Vrinda" w:hint="cs"/>
                <w:noProof/>
                <w:cs/>
                <w:lang w:bidi="bn-IN"/>
              </w:rPr>
              <w:t>ও</w:t>
            </w:r>
            <w:r w:rsidR="00427A31" w:rsidRPr="00085FAD">
              <w:rPr>
                <w:rStyle w:val="Hyperlink"/>
                <w:rFonts w:cs="Vrinda"/>
                <w:noProof/>
                <w:cs/>
                <w:lang w:bidi="bn-IN"/>
              </w:rPr>
              <w:t xml:space="preserve"> </w:t>
            </w:r>
            <w:r w:rsidR="00427A31" w:rsidRPr="00085FAD">
              <w:rPr>
                <w:rStyle w:val="Hyperlink"/>
                <w:rFonts w:cs="Vrinda" w:hint="cs"/>
                <w:noProof/>
                <w:cs/>
                <w:lang w:bidi="bn-IN"/>
              </w:rPr>
              <w:t>মানসিক</w:t>
            </w:r>
            <w:r w:rsidR="00427A31" w:rsidRPr="00085FAD">
              <w:rPr>
                <w:rStyle w:val="Hyperlink"/>
                <w:rFonts w:cs="Vrinda"/>
                <w:noProof/>
                <w:cs/>
                <w:lang w:bidi="bn-IN"/>
              </w:rPr>
              <w:t xml:space="preserve"> </w:t>
            </w:r>
            <w:r w:rsidR="00427A31" w:rsidRPr="00085FAD">
              <w:rPr>
                <w:rStyle w:val="Hyperlink"/>
                <w:rFonts w:cs="Vrinda" w:hint="cs"/>
                <w:noProof/>
                <w:cs/>
                <w:lang w:bidi="bn-IN"/>
              </w:rPr>
              <w:t>ক্রটি</w:t>
            </w:r>
            <w:r w:rsidR="00427A31">
              <w:rPr>
                <w:noProof/>
                <w:webHidden/>
              </w:rPr>
              <w:tab/>
            </w:r>
            <w:r>
              <w:rPr>
                <w:noProof/>
                <w:webHidden/>
              </w:rPr>
              <w:fldChar w:fldCharType="begin"/>
            </w:r>
            <w:r w:rsidR="00427A31">
              <w:rPr>
                <w:noProof/>
                <w:webHidden/>
              </w:rPr>
              <w:instrText xml:space="preserve"> PAGEREF _Toc392601413 \h </w:instrText>
            </w:r>
            <w:r>
              <w:rPr>
                <w:noProof/>
                <w:webHidden/>
              </w:rPr>
            </w:r>
            <w:r>
              <w:rPr>
                <w:noProof/>
                <w:webHidden/>
              </w:rPr>
              <w:fldChar w:fldCharType="separate"/>
            </w:r>
            <w:r w:rsidR="00427A31">
              <w:rPr>
                <w:noProof/>
                <w:webHidden/>
              </w:rPr>
              <w:t>10</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14" w:history="1">
            <w:r w:rsidR="00427A31" w:rsidRPr="00085FAD">
              <w:rPr>
                <w:rStyle w:val="Hyperlink"/>
                <w:rFonts w:cs="Vrinda" w:hint="cs"/>
                <w:noProof/>
                <w:cs/>
                <w:lang w:bidi="bn-IN"/>
              </w:rPr>
              <w:t>পবিত্র</w:t>
            </w:r>
            <w:r w:rsidR="00427A31" w:rsidRPr="00085FAD">
              <w:rPr>
                <w:rStyle w:val="Hyperlink"/>
                <w:rFonts w:cs="Vrinda"/>
                <w:noProof/>
                <w:cs/>
                <w:lang w:bidi="bn-IN"/>
              </w:rPr>
              <w:t xml:space="preserve"> </w:t>
            </w:r>
            <w:r w:rsidR="00427A31" w:rsidRPr="00085FAD">
              <w:rPr>
                <w:rStyle w:val="Hyperlink"/>
                <w:rFonts w:cs="Vrinda" w:hint="cs"/>
                <w:noProof/>
                <w:cs/>
                <w:lang w:bidi="bn-IN"/>
              </w:rPr>
              <w:t>রমযান</w:t>
            </w:r>
            <w:r w:rsidR="00427A31" w:rsidRPr="00085FAD">
              <w:rPr>
                <w:rStyle w:val="Hyperlink"/>
                <w:rFonts w:cs="Vrinda"/>
                <w:noProof/>
                <w:cs/>
                <w:lang w:bidi="bn-IN"/>
              </w:rPr>
              <w:t xml:space="preserve"> </w:t>
            </w:r>
            <w:r w:rsidR="00427A31" w:rsidRPr="00085FAD">
              <w:rPr>
                <w:rStyle w:val="Hyperlink"/>
                <w:rFonts w:cs="Vrinda" w:hint="cs"/>
                <w:noProof/>
                <w:cs/>
                <w:lang w:bidi="bn-IN"/>
              </w:rPr>
              <w:t>মাসের</w:t>
            </w:r>
            <w:r w:rsidR="00427A31" w:rsidRPr="00085FAD">
              <w:rPr>
                <w:rStyle w:val="Hyperlink"/>
                <w:rFonts w:cs="Vrinda"/>
                <w:noProof/>
                <w:cs/>
                <w:lang w:bidi="bn-IN"/>
              </w:rPr>
              <w:t xml:space="preserve"> </w:t>
            </w:r>
            <w:r w:rsidR="00427A31" w:rsidRPr="00085FAD">
              <w:rPr>
                <w:rStyle w:val="Hyperlink"/>
                <w:rFonts w:cs="Vrinda" w:hint="cs"/>
                <w:noProof/>
                <w:cs/>
                <w:lang w:bidi="bn-IN"/>
              </w:rPr>
              <w:t>মানুষ</w:t>
            </w:r>
            <w:r w:rsidR="00427A31" w:rsidRPr="00085FAD">
              <w:rPr>
                <w:rStyle w:val="Hyperlink"/>
                <w:rFonts w:cs="Vrinda"/>
                <w:noProof/>
                <w:cs/>
                <w:lang w:bidi="bn-IN"/>
              </w:rPr>
              <w:t xml:space="preserve"> </w:t>
            </w:r>
            <w:r w:rsidR="00427A31" w:rsidRPr="00085FAD">
              <w:rPr>
                <w:rStyle w:val="Hyperlink"/>
                <w:rFonts w:cs="Vrinda" w:hint="cs"/>
                <w:noProof/>
                <w:cs/>
                <w:lang w:bidi="bn-IN"/>
              </w:rPr>
              <w:t>গঠনের</w:t>
            </w:r>
            <w:r w:rsidR="00427A31" w:rsidRPr="00085FAD">
              <w:rPr>
                <w:rStyle w:val="Hyperlink"/>
                <w:rFonts w:cs="Vrinda"/>
                <w:noProof/>
                <w:cs/>
                <w:lang w:bidi="bn-IN"/>
              </w:rPr>
              <w:t xml:space="preserve"> </w:t>
            </w:r>
            <w:r w:rsidR="00427A31" w:rsidRPr="00085FAD">
              <w:rPr>
                <w:rStyle w:val="Hyperlink"/>
                <w:rFonts w:cs="Vrinda" w:hint="cs"/>
                <w:noProof/>
                <w:cs/>
                <w:lang w:bidi="bn-IN"/>
              </w:rPr>
              <w:t>পরিকল্পনা</w:t>
            </w:r>
            <w:r w:rsidR="00427A31">
              <w:rPr>
                <w:noProof/>
                <w:webHidden/>
              </w:rPr>
              <w:tab/>
            </w:r>
            <w:r>
              <w:rPr>
                <w:noProof/>
                <w:webHidden/>
              </w:rPr>
              <w:fldChar w:fldCharType="begin"/>
            </w:r>
            <w:r w:rsidR="00427A31">
              <w:rPr>
                <w:noProof/>
                <w:webHidden/>
              </w:rPr>
              <w:instrText xml:space="preserve"> PAGEREF _Toc392601414 \h </w:instrText>
            </w:r>
            <w:r>
              <w:rPr>
                <w:noProof/>
                <w:webHidden/>
              </w:rPr>
            </w:r>
            <w:r>
              <w:rPr>
                <w:noProof/>
                <w:webHidden/>
              </w:rPr>
              <w:fldChar w:fldCharType="separate"/>
            </w:r>
            <w:r w:rsidR="00427A31">
              <w:rPr>
                <w:noProof/>
                <w:webHidden/>
              </w:rPr>
              <w:t>20</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15" w:history="1">
            <w:r w:rsidR="00427A31" w:rsidRPr="00085FAD">
              <w:rPr>
                <w:rStyle w:val="Hyperlink"/>
                <w:rFonts w:cs="Vrinda" w:hint="cs"/>
                <w:noProof/>
                <w:cs/>
                <w:lang w:bidi="bn-IN"/>
              </w:rPr>
              <w:t>মানবিক</w:t>
            </w:r>
            <w:r w:rsidR="00427A31" w:rsidRPr="00085FAD">
              <w:rPr>
                <w:rStyle w:val="Hyperlink"/>
                <w:rFonts w:cs="Vrinda"/>
                <w:noProof/>
                <w:cs/>
                <w:lang w:bidi="bn-IN"/>
              </w:rPr>
              <w:t xml:space="preserve"> </w:t>
            </w:r>
            <w:r w:rsidR="00427A31" w:rsidRPr="00085FAD">
              <w:rPr>
                <w:rStyle w:val="Hyperlink"/>
                <w:rFonts w:cs="Vrinda" w:hint="cs"/>
                <w:noProof/>
                <w:cs/>
                <w:lang w:bidi="bn-IN"/>
              </w:rPr>
              <w:t>মূল্যবোধের</w:t>
            </w:r>
            <w:r w:rsidR="00427A31" w:rsidRPr="00085FAD">
              <w:rPr>
                <w:rStyle w:val="Hyperlink"/>
                <w:rFonts w:cs="Vrinda"/>
                <w:noProof/>
                <w:cs/>
                <w:lang w:bidi="bn-IN"/>
              </w:rPr>
              <w:t xml:space="preserve"> </w:t>
            </w:r>
            <w:r w:rsidR="00427A31" w:rsidRPr="00085FAD">
              <w:rPr>
                <w:rStyle w:val="Hyperlink"/>
                <w:rFonts w:cs="Vrinda" w:hint="cs"/>
                <w:noProof/>
                <w:cs/>
                <w:lang w:bidi="bn-IN"/>
              </w:rPr>
              <w:t>বিকাশের</w:t>
            </w:r>
            <w:r w:rsidR="00427A31" w:rsidRPr="00085FAD">
              <w:rPr>
                <w:rStyle w:val="Hyperlink"/>
                <w:rFonts w:cs="Vrinda"/>
                <w:noProof/>
                <w:cs/>
                <w:lang w:bidi="bn-IN"/>
              </w:rPr>
              <w:t xml:space="preserve"> </w:t>
            </w:r>
            <w:r w:rsidR="00427A31" w:rsidRPr="00085FAD">
              <w:rPr>
                <w:rStyle w:val="Hyperlink"/>
                <w:rFonts w:cs="Vrinda" w:hint="cs"/>
                <w:noProof/>
                <w:cs/>
                <w:lang w:bidi="bn-IN"/>
              </w:rPr>
              <w:t>ক্ষেত্রে</w:t>
            </w:r>
            <w:r w:rsidR="00427A31" w:rsidRPr="00085FAD">
              <w:rPr>
                <w:rStyle w:val="Hyperlink"/>
                <w:rFonts w:cs="Vrinda"/>
                <w:noProof/>
                <w:cs/>
                <w:lang w:bidi="bn-IN"/>
              </w:rPr>
              <w:t xml:space="preserve"> </w:t>
            </w:r>
            <w:r w:rsidR="00427A31" w:rsidRPr="00085FAD">
              <w:rPr>
                <w:rStyle w:val="Hyperlink"/>
                <w:rFonts w:cs="Vrinda" w:hint="cs"/>
                <w:noProof/>
                <w:cs/>
                <w:lang w:bidi="bn-IN"/>
              </w:rPr>
              <w:t>ভারসাম্য</w:t>
            </w:r>
            <w:r w:rsidR="00427A31" w:rsidRPr="00085FAD">
              <w:rPr>
                <w:rStyle w:val="Hyperlink"/>
                <w:rFonts w:cs="Vrinda"/>
                <w:noProof/>
                <w:cs/>
                <w:lang w:bidi="bn-IN"/>
              </w:rPr>
              <w:t xml:space="preserve"> </w:t>
            </w:r>
            <w:r w:rsidR="00427A31" w:rsidRPr="00085FAD">
              <w:rPr>
                <w:rStyle w:val="Hyperlink"/>
                <w:rFonts w:cs="Vrinda" w:hint="cs"/>
                <w:noProof/>
                <w:cs/>
                <w:lang w:bidi="bn-IN"/>
              </w:rPr>
              <w:t>রক্ষার</w:t>
            </w:r>
            <w:r w:rsidR="00427A31" w:rsidRPr="00085FAD">
              <w:rPr>
                <w:rStyle w:val="Hyperlink"/>
                <w:rFonts w:cs="Vrinda"/>
                <w:noProof/>
                <w:cs/>
                <w:lang w:bidi="bn-IN"/>
              </w:rPr>
              <w:t xml:space="preserve"> </w:t>
            </w:r>
            <w:r w:rsidR="00427A31" w:rsidRPr="00085FAD">
              <w:rPr>
                <w:rStyle w:val="Hyperlink"/>
                <w:rFonts w:cs="Vrinda" w:hint="cs"/>
                <w:noProof/>
                <w:cs/>
                <w:lang w:bidi="bn-IN"/>
              </w:rPr>
              <w:t>প্রয়োজনীয়তা</w:t>
            </w:r>
            <w:r w:rsidR="00427A31">
              <w:rPr>
                <w:noProof/>
                <w:webHidden/>
              </w:rPr>
              <w:tab/>
            </w:r>
            <w:r>
              <w:rPr>
                <w:noProof/>
                <w:webHidden/>
              </w:rPr>
              <w:fldChar w:fldCharType="begin"/>
            </w:r>
            <w:r w:rsidR="00427A31">
              <w:rPr>
                <w:noProof/>
                <w:webHidden/>
              </w:rPr>
              <w:instrText xml:space="preserve"> PAGEREF _Toc392601415 \h </w:instrText>
            </w:r>
            <w:r>
              <w:rPr>
                <w:noProof/>
                <w:webHidden/>
              </w:rPr>
            </w:r>
            <w:r>
              <w:rPr>
                <w:noProof/>
                <w:webHidden/>
              </w:rPr>
              <w:fldChar w:fldCharType="separate"/>
            </w:r>
            <w:r w:rsidR="00427A31">
              <w:rPr>
                <w:noProof/>
                <w:webHidden/>
              </w:rPr>
              <w:t>22</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16" w:history="1">
            <w:r w:rsidR="00427A31" w:rsidRPr="00085FAD">
              <w:rPr>
                <w:rStyle w:val="Hyperlink"/>
                <w:rFonts w:cs="Vrinda" w:hint="cs"/>
                <w:noProof/>
                <w:cs/>
                <w:lang w:bidi="bn-IN"/>
              </w:rPr>
              <w:t>মূল্যবোধগুলোর</w:t>
            </w:r>
            <w:r w:rsidR="00427A31" w:rsidRPr="00085FAD">
              <w:rPr>
                <w:rStyle w:val="Hyperlink"/>
                <w:rFonts w:cs="Vrinda"/>
                <w:noProof/>
                <w:cs/>
                <w:lang w:bidi="bn-IN"/>
              </w:rPr>
              <w:t xml:space="preserve"> </w:t>
            </w:r>
            <w:r w:rsidR="00427A31" w:rsidRPr="00085FAD">
              <w:rPr>
                <w:rStyle w:val="Hyperlink"/>
                <w:rFonts w:cs="Vrinda" w:hint="cs"/>
                <w:noProof/>
                <w:cs/>
                <w:lang w:bidi="bn-IN"/>
              </w:rPr>
              <w:t>বিকাশে</w:t>
            </w:r>
            <w:r w:rsidR="00427A31" w:rsidRPr="00085FAD">
              <w:rPr>
                <w:rStyle w:val="Hyperlink"/>
                <w:rFonts w:cs="Vrinda"/>
                <w:noProof/>
                <w:cs/>
                <w:lang w:bidi="bn-IN"/>
              </w:rPr>
              <w:t xml:space="preserve"> </w:t>
            </w:r>
            <w:r w:rsidR="00427A31" w:rsidRPr="00085FAD">
              <w:rPr>
                <w:rStyle w:val="Hyperlink"/>
                <w:rFonts w:cs="Vrinda" w:hint="cs"/>
                <w:noProof/>
                <w:cs/>
                <w:lang w:bidi="bn-IN"/>
              </w:rPr>
              <w:t>ভারসাম্য</w:t>
            </w:r>
            <w:r w:rsidR="00427A31" w:rsidRPr="00085FAD">
              <w:rPr>
                <w:rStyle w:val="Hyperlink"/>
                <w:rFonts w:cs="Vrinda"/>
                <w:noProof/>
                <w:cs/>
                <w:lang w:bidi="bn-IN"/>
              </w:rPr>
              <w:t xml:space="preserve"> </w:t>
            </w:r>
            <w:r w:rsidR="00427A31" w:rsidRPr="00085FAD">
              <w:rPr>
                <w:rStyle w:val="Hyperlink"/>
                <w:rFonts w:cs="Vrinda" w:hint="cs"/>
                <w:noProof/>
                <w:cs/>
                <w:lang w:bidi="bn-IN"/>
              </w:rPr>
              <w:t>রক্ষার</w:t>
            </w:r>
            <w:r w:rsidR="00427A31" w:rsidRPr="00085FAD">
              <w:rPr>
                <w:rStyle w:val="Hyperlink"/>
                <w:rFonts w:cs="Vrinda"/>
                <w:noProof/>
                <w:cs/>
                <w:lang w:bidi="bn-IN"/>
              </w:rPr>
              <w:t xml:space="preserve"> </w:t>
            </w:r>
            <w:r w:rsidR="00427A31" w:rsidRPr="00085FAD">
              <w:rPr>
                <w:rStyle w:val="Hyperlink"/>
                <w:rFonts w:cs="Vrinda" w:hint="cs"/>
                <w:noProof/>
                <w:cs/>
                <w:lang w:bidi="bn-IN"/>
              </w:rPr>
              <w:t>প্রয়োজনীয়তা</w:t>
            </w:r>
            <w:r w:rsidR="00427A31">
              <w:rPr>
                <w:noProof/>
                <w:webHidden/>
              </w:rPr>
              <w:tab/>
            </w:r>
            <w:r>
              <w:rPr>
                <w:noProof/>
                <w:webHidden/>
              </w:rPr>
              <w:fldChar w:fldCharType="begin"/>
            </w:r>
            <w:r w:rsidR="00427A31">
              <w:rPr>
                <w:noProof/>
                <w:webHidden/>
              </w:rPr>
              <w:instrText xml:space="preserve"> PAGEREF _Toc392601416 \h </w:instrText>
            </w:r>
            <w:r>
              <w:rPr>
                <w:noProof/>
                <w:webHidden/>
              </w:rPr>
            </w:r>
            <w:r>
              <w:rPr>
                <w:noProof/>
                <w:webHidden/>
              </w:rPr>
              <w:fldChar w:fldCharType="separate"/>
            </w:r>
            <w:r w:rsidR="00427A31">
              <w:rPr>
                <w:noProof/>
                <w:webHidden/>
              </w:rPr>
              <w:t>24</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17" w:history="1">
            <w:r w:rsidR="00427A31" w:rsidRPr="00085FAD">
              <w:rPr>
                <w:rStyle w:val="Hyperlink"/>
                <w:rFonts w:cs="Vrinda" w:hint="cs"/>
                <w:noProof/>
                <w:cs/>
                <w:lang w:bidi="bn-IN"/>
              </w:rPr>
              <w:t>বিশেষ</w:t>
            </w:r>
            <w:r w:rsidR="00427A31" w:rsidRPr="00085FAD">
              <w:rPr>
                <w:rStyle w:val="Hyperlink"/>
                <w:rFonts w:cs="Vrinda"/>
                <w:noProof/>
                <w:cs/>
                <w:lang w:bidi="bn-IN"/>
              </w:rPr>
              <w:t xml:space="preserve"> </w:t>
            </w:r>
            <w:r w:rsidR="00427A31" w:rsidRPr="00085FAD">
              <w:rPr>
                <w:rStyle w:val="Hyperlink"/>
                <w:rFonts w:cs="Vrinda" w:hint="cs"/>
                <w:noProof/>
                <w:cs/>
                <w:lang w:bidi="bn-IN"/>
              </w:rPr>
              <w:t>মূল্যবোধ</w:t>
            </w:r>
            <w:r w:rsidR="00427A31" w:rsidRPr="00085FAD">
              <w:rPr>
                <w:rStyle w:val="Hyperlink"/>
                <w:rFonts w:cs="Vrinda"/>
                <w:noProof/>
                <w:cs/>
                <w:lang w:bidi="bn-IN"/>
              </w:rPr>
              <w:t xml:space="preserve"> </w:t>
            </w:r>
            <w:r w:rsidR="00427A31" w:rsidRPr="00085FAD">
              <w:rPr>
                <w:rStyle w:val="Hyperlink"/>
                <w:rFonts w:cs="Vrinda" w:hint="cs"/>
                <w:noProof/>
                <w:cs/>
                <w:lang w:bidi="bn-IN"/>
              </w:rPr>
              <w:t>বিকাশের</w:t>
            </w:r>
            <w:r w:rsidR="00427A31" w:rsidRPr="00085FAD">
              <w:rPr>
                <w:rStyle w:val="Hyperlink"/>
                <w:rFonts w:cs="Vrinda"/>
                <w:noProof/>
                <w:cs/>
                <w:lang w:bidi="bn-IN"/>
              </w:rPr>
              <w:t xml:space="preserve"> </w:t>
            </w:r>
            <w:r w:rsidR="00427A31" w:rsidRPr="00085FAD">
              <w:rPr>
                <w:rStyle w:val="Hyperlink"/>
                <w:rFonts w:cs="Vrinda" w:hint="cs"/>
                <w:noProof/>
                <w:cs/>
                <w:lang w:bidi="bn-IN"/>
              </w:rPr>
              <w:t>ক্ষেত্রে</w:t>
            </w:r>
            <w:r w:rsidR="00427A31" w:rsidRPr="00085FAD">
              <w:rPr>
                <w:rStyle w:val="Hyperlink"/>
                <w:rFonts w:cs="Vrinda"/>
                <w:noProof/>
                <w:cs/>
                <w:lang w:bidi="bn-IN"/>
              </w:rPr>
              <w:t xml:space="preserve"> </w:t>
            </w:r>
            <w:r w:rsidR="00427A31" w:rsidRPr="00085FAD">
              <w:rPr>
                <w:rStyle w:val="Hyperlink"/>
                <w:rFonts w:cs="Vrinda" w:hint="cs"/>
                <w:noProof/>
                <w:cs/>
                <w:lang w:bidi="bn-IN"/>
              </w:rPr>
              <w:t>বাড়াবাড়ির</w:t>
            </w:r>
            <w:r w:rsidR="00427A31" w:rsidRPr="00085FAD">
              <w:rPr>
                <w:rStyle w:val="Hyperlink"/>
                <w:rFonts w:cs="Vrinda"/>
                <w:noProof/>
                <w:cs/>
                <w:lang w:bidi="bn-IN"/>
              </w:rPr>
              <w:t xml:space="preserve"> </w:t>
            </w:r>
            <w:r w:rsidR="00427A31" w:rsidRPr="00085FAD">
              <w:rPr>
                <w:rStyle w:val="Hyperlink"/>
                <w:rFonts w:cs="Vrinda" w:hint="cs"/>
                <w:noProof/>
                <w:cs/>
                <w:lang w:bidi="bn-IN"/>
              </w:rPr>
              <w:t>নমুনা</w:t>
            </w:r>
            <w:r w:rsidR="00427A31">
              <w:rPr>
                <w:noProof/>
                <w:webHidden/>
              </w:rPr>
              <w:tab/>
            </w:r>
            <w:r>
              <w:rPr>
                <w:noProof/>
                <w:webHidden/>
              </w:rPr>
              <w:fldChar w:fldCharType="begin"/>
            </w:r>
            <w:r w:rsidR="00427A31">
              <w:rPr>
                <w:noProof/>
                <w:webHidden/>
              </w:rPr>
              <w:instrText xml:space="preserve"> PAGEREF _Toc392601417 \h </w:instrText>
            </w:r>
            <w:r>
              <w:rPr>
                <w:noProof/>
                <w:webHidden/>
              </w:rPr>
            </w:r>
            <w:r>
              <w:rPr>
                <w:noProof/>
                <w:webHidden/>
              </w:rPr>
              <w:fldChar w:fldCharType="separate"/>
            </w:r>
            <w:r w:rsidR="00427A31">
              <w:rPr>
                <w:noProof/>
                <w:webHidden/>
              </w:rPr>
              <w:t>27</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18" w:history="1">
            <w:r w:rsidR="00427A31" w:rsidRPr="00085FAD">
              <w:rPr>
                <w:rStyle w:val="Hyperlink"/>
                <w:rFonts w:cs="Vrinda" w:hint="cs"/>
                <w:noProof/>
                <w:cs/>
                <w:lang w:bidi="bn-IN"/>
              </w:rPr>
              <w:t>নাহজুল</w:t>
            </w:r>
            <w:r w:rsidR="00427A31" w:rsidRPr="00085FAD">
              <w:rPr>
                <w:rStyle w:val="Hyperlink"/>
                <w:rFonts w:cs="Vrinda"/>
                <w:noProof/>
                <w:cs/>
                <w:lang w:bidi="bn-IN"/>
              </w:rPr>
              <w:t xml:space="preserve"> </w:t>
            </w:r>
            <w:r w:rsidR="00427A31" w:rsidRPr="00085FAD">
              <w:rPr>
                <w:rStyle w:val="Hyperlink"/>
                <w:rFonts w:cs="Vrinda" w:hint="cs"/>
                <w:noProof/>
                <w:cs/>
                <w:lang w:bidi="bn-IN"/>
              </w:rPr>
              <w:t>বালাগার</w:t>
            </w:r>
            <w:r w:rsidR="00427A31" w:rsidRPr="00085FAD">
              <w:rPr>
                <w:rStyle w:val="Hyperlink"/>
                <w:rFonts w:cs="Vrinda"/>
                <w:noProof/>
                <w:cs/>
                <w:lang w:bidi="bn-IN"/>
              </w:rPr>
              <w:t xml:space="preserve"> </w:t>
            </w:r>
            <w:r w:rsidR="00427A31" w:rsidRPr="00085FAD">
              <w:rPr>
                <w:rStyle w:val="Hyperlink"/>
                <w:rFonts w:cs="Vrinda" w:hint="cs"/>
                <w:noProof/>
                <w:cs/>
                <w:lang w:bidi="bn-IN"/>
              </w:rPr>
              <w:t>সার্বিকতা</w:t>
            </w:r>
            <w:r w:rsidR="00427A31">
              <w:rPr>
                <w:noProof/>
                <w:webHidden/>
              </w:rPr>
              <w:tab/>
            </w:r>
            <w:r>
              <w:rPr>
                <w:noProof/>
                <w:webHidden/>
              </w:rPr>
              <w:fldChar w:fldCharType="begin"/>
            </w:r>
            <w:r w:rsidR="00427A31">
              <w:rPr>
                <w:noProof/>
                <w:webHidden/>
              </w:rPr>
              <w:instrText xml:space="preserve"> PAGEREF _Toc392601418 \h </w:instrText>
            </w:r>
            <w:r>
              <w:rPr>
                <w:noProof/>
                <w:webHidden/>
              </w:rPr>
            </w:r>
            <w:r>
              <w:rPr>
                <w:noProof/>
                <w:webHidden/>
              </w:rPr>
              <w:fldChar w:fldCharType="separate"/>
            </w:r>
            <w:r w:rsidR="00427A31">
              <w:rPr>
                <w:noProof/>
                <w:webHidden/>
              </w:rPr>
              <w:t>33</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19" w:history="1">
            <w:r w:rsidR="00427A31" w:rsidRPr="00085FAD">
              <w:rPr>
                <w:rStyle w:val="Hyperlink"/>
                <w:rFonts w:cs="Vrinda" w:hint="cs"/>
                <w:noProof/>
                <w:cs/>
                <w:lang w:bidi="bn-IN"/>
              </w:rPr>
              <w:t>হযরত</w:t>
            </w:r>
            <w:r w:rsidR="00427A31" w:rsidRPr="00085FAD">
              <w:rPr>
                <w:rStyle w:val="Hyperlink"/>
                <w:rFonts w:cs="Vrinda"/>
                <w:noProof/>
                <w:cs/>
                <w:lang w:bidi="bn-IN"/>
              </w:rPr>
              <w:t xml:space="preserve"> </w:t>
            </w:r>
            <w:r w:rsidR="00427A31" w:rsidRPr="00085FAD">
              <w:rPr>
                <w:rStyle w:val="Hyperlink"/>
                <w:rFonts w:cs="Vrinda" w:hint="cs"/>
                <w:noProof/>
                <w:cs/>
                <w:lang w:bidi="bn-IN"/>
              </w:rPr>
              <w:t>আলী</w:t>
            </w:r>
            <w:r w:rsidR="00427A31" w:rsidRPr="00085FAD">
              <w:rPr>
                <w:rStyle w:val="Hyperlink"/>
                <w:rFonts w:cs="Vrinda"/>
                <w:noProof/>
                <w:cs/>
                <w:lang w:bidi="bn-IN"/>
              </w:rPr>
              <w:t xml:space="preserve"> (</w:t>
            </w:r>
            <w:r w:rsidR="00427A31" w:rsidRPr="00085FAD">
              <w:rPr>
                <w:rStyle w:val="Hyperlink"/>
                <w:rFonts w:cs="Vrinda" w:hint="cs"/>
                <w:noProof/>
                <w:cs/>
                <w:lang w:bidi="bn-IN"/>
              </w:rPr>
              <w:t>আ</w:t>
            </w:r>
            <w:r w:rsidR="00427A31" w:rsidRPr="00085FAD">
              <w:rPr>
                <w:rStyle w:val="Hyperlink"/>
                <w:rFonts w:cs="Vrinda"/>
                <w:noProof/>
                <w:cs/>
                <w:lang w:bidi="bn-IN"/>
              </w:rPr>
              <w:t>.)-</w:t>
            </w:r>
            <w:r w:rsidR="00427A31" w:rsidRPr="00085FAD">
              <w:rPr>
                <w:rStyle w:val="Hyperlink"/>
                <w:rFonts w:cs="Vrinda" w:hint="cs"/>
                <w:noProof/>
                <w:cs/>
                <w:lang w:bidi="bn-IN"/>
              </w:rPr>
              <w:t>এর</w:t>
            </w:r>
            <w:r w:rsidR="00427A31" w:rsidRPr="00085FAD">
              <w:rPr>
                <w:rStyle w:val="Hyperlink"/>
                <w:rFonts w:cs="Vrinda"/>
                <w:noProof/>
                <w:cs/>
                <w:lang w:bidi="bn-IN"/>
              </w:rPr>
              <w:t xml:space="preserve"> </w:t>
            </w:r>
            <w:r w:rsidR="00427A31" w:rsidRPr="00085FAD">
              <w:rPr>
                <w:rStyle w:val="Hyperlink"/>
                <w:rFonts w:cs="Vrinda" w:hint="cs"/>
                <w:noProof/>
                <w:cs/>
                <w:lang w:bidi="bn-IN"/>
              </w:rPr>
              <w:t>গুণাবলী</w:t>
            </w:r>
            <w:r w:rsidR="00427A31">
              <w:rPr>
                <w:noProof/>
                <w:webHidden/>
              </w:rPr>
              <w:tab/>
            </w:r>
            <w:r>
              <w:rPr>
                <w:noProof/>
                <w:webHidden/>
              </w:rPr>
              <w:fldChar w:fldCharType="begin"/>
            </w:r>
            <w:r w:rsidR="00427A31">
              <w:rPr>
                <w:noProof/>
                <w:webHidden/>
              </w:rPr>
              <w:instrText xml:space="preserve"> PAGEREF _Toc392601419 \h </w:instrText>
            </w:r>
            <w:r>
              <w:rPr>
                <w:noProof/>
                <w:webHidden/>
              </w:rPr>
            </w:r>
            <w:r>
              <w:rPr>
                <w:noProof/>
                <w:webHidden/>
              </w:rPr>
              <w:fldChar w:fldCharType="separate"/>
            </w:r>
            <w:r w:rsidR="00427A31">
              <w:rPr>
                <w:noProof/>
                <w:webHidden/>
              </w:rPr>
              <w:t>35</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20" w:history="1">
            <w:r w:rsidR="00427A31" w:rsidRPr="00085FAD">
              <w:rPr>
                <w:rStyle w:val="Hyperlink"/>
                <w:rFonts w:cs="Vrinda" w:hint="cs"/>
                <w:noProof/>
                <w:cs/>
                <w:lang w:bidi="bn-IN"/>
              </w:rPr>
              <w:t>হযরত</w:t>
            </w:r>
            <w:r w:rsidR="00427A31" w:rsidRPr="00085FAD">
              <w:rPr>
                <w:rStyle w:val="Hyperlink"/>
                <w:rFonts w:cs="Vrinda"/>
                <w:noProof/>
                <w:cs/>
                <w:lang w:bidi="bn-IN"/>
              </w:rPr>
              <w:t xml:space="preserve"> </w:t>
            </w:r>
            <w:r w:rsidR="00427A31" w:rsidRPr="00085FAD">
              <w:rPr>
                <w:rStyle w:val="Hyperlink"/>
                <w:rFonts w:cs="Vrinda" w:hint="cs"/>
                <w:noProof/>
                <w:cs/>
                <w:lang w:bidi="bn-IN"/>
              </w:rPr>
              <w:t>আলী</w:t>
            </w:r>
            <w:r w:rsidR="00427A31" w:rsidRPr="00085FAD">
              <w:rPr>
                <w:rStyle w:val="Hyperlink"/>
                <w:rFonts w:cs="Vrinda"/>
                <w:noProof/>
                <w:cs/>
                <w:lang w:bidi="bn-IN"/>
              </w:rPr>
              <w:t xml:space="preserve"> (</w:t>
            </w:r>
            <w:r w:rsidR="00427A31" w:rsidRPr="00085FAD">
              <w:rPr>
                <w:rStyle w:val="Hyperlink"/>
                <w:rFonts w:cs="Vrinda" w:hint="cs"/>
                <w:noProof/>
                <w:cs/>
                <w:lang w:bidi="bn-IN"/>
              </w:rPr>
              <w:t>আ</w:t>
            </w:r>
            <w:r w:rsidR="00427A31" w:rsidRPr="00085FAD">
              <w:rPr>
                <w:rStyle w:val="Hyperlink"/>
                <w:rFonts w:cs="Vrinda"/>
                <w:noProof/>
                <w:cs/>
                <w:lang w:bidi="bn-IN"/>
              </w:rPr>
              <w:t>.)-</w:t>
            </w:r>
            <w:r w:rsidR="00427A31" w:rsidRPr="00085FAD">
              <w:rPr>
                <w:rStyle w:val="Hyperlink"/>
                <w:rFonts w:cs="Vrinda" w:hint="cs"/>
                <w:noProof/>
                <w:cs/>
                <w:lang w:bidi="bn-IN"/>
              </w:rPr>
              <w:t>এর</w:t>
            </w:r>
            <w:r w:rsidR="00427A31" w:rsidRPr="00085FAD">
              <w:rPr>
                <w:rStyle w:val="Hyperlink"/>
                <w:rFonts w:cs="Vrinda"/>
                <w:noProof/>
                <w:cs/>
                <w:lang w:bidi="bn-IN"/>
              </w:rPr>
              <w:t xml:space="preserve"> </w:t>
            </w:r>
            <w:r w:rsidR="00427A31" w:rsidRPr="00085FAD">
              <w:rPr>
                <w:rStyle w:val="Hyperlink"/>
                <w:rFonts w:cs="Vrinda" w:hint="cs"/>
                <w:noProof/>
                <w:cs/>
                <w:lang w:bidi="bn-IN"/>
              </w:rPr>
              <w:t>জীবনের</w:t>
            </w:r>
            <w:r w:rsidR="00427A31" w:rsidRPr="00085FAD">
              <w:rPr>
                <w:rStyle w:val="Hyperlink"/>
                <w:rFonts w:cs="Vrinda"/>
                <w:noProof/>
                <w:cs/>
                <w:lang w:bidi="bn-IN"/>
              </w:rPr>
              <w:t xml:space="preserve"> </w:t>
            </w:r>
            <w:r w:rsidR="00427A31" w:rsidRPr="00085FAD">
              <w:rPr>
                <w:rStyle w:val="Hyperlink"/>
                <w:rFonts w:cs="Vrinda" w:hint="cs"/>
                <w:noProof/>
                <w:cs/>
                <w:lang w:bidi="bn-IN"/>
              </w:rPr>
              <w:t>শেষ</w:t>
            </w:r>
            <w:r w:rsidR="00427A31" w:rsidRPr="00085FAD">
              <w:rPr>
                <w:rStyle w:val="Hyperlink"/>
                <w:rFonts w:cs="Vrinda"/>
                <w:noProof/>
                <w:cs/>
                <w:lang w:bidi="bn-IN"/>
              </w:rPr>
              <w:t xml:space="preserve"> </w:t>
            </w:r>
            <w:r w:rsidR="00427A31" w:rsidRPr="00085FAD">
              <w:rPr>
                <w:rStyle w:val="Hyperlink"/>
                <w:rFonts w:cs="Vrinda" w:hint="cs"/>
                <w:noProof/>
                <w:cs/>
                <w:lang w:bidi="bn-IN"/>
              </w:rPr>
              <w:t>দিনগুলো</w:t>
            </w:r>
            <w:r w:rsidR="00427A31">
              <w:rPr>
                <w:noProof/>
                <w:webHidden/>
              </w:rPr>
              <w:tab/>
            </w:r>
            <w:r>
              <w:rPr>
                <w:noProof/>
                <w:webHidden/>
              </w:rPr>
              <w:fldChar w:fldCharType="begin"/>
            </w:r>
            <w:r w:rsidR="00427A31">
              <w:rPr>
                <w:noProof/>
                <w:webHidden/>
              </w:rPr>
              <w:instrText xml:space="preserve"> PAGEREF _Toc392601420 \h </w:instrText>
            </w:r>
            <w:r>
              <w:rPr>
                <w:noProof/>
                <w:webHidden/>
              </w:rPr>
            </w:r>
            <w:r>
              <w:rPr>
                <w:noProof/>
                <w:webHidden/>
              </w:rPr>
              <w:fldChar w:fldCharType="separate"/>
            </w:r>
            <w:r w:rsidR="00427A31">
              <w:rPr>
                <w:noProof/>
                <w:webHidden/>
              </w:rPr>
              <w:t>40</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21" w:history="1">
            <w:r w:rsidR="00427A31" w:rsidRPr="00085FAD">
              <w:rPr>
                <w:rStyle w:val="Hyperlink"/>
                <w:rFonts w:cs="Vrinda" w:hint="cs"/>
                <w:noProof/>
                <w:cs/>
                <w:lang w:bidi="bn-IN"/>
              </w:rPr>
              <w:t>বিবিধ</w:t>
            </w:r>
            <w:r w:rsidR="00427A31" w:rsidRPr="00085FAD">
              <w:rPr>
                <w:rStyle w:val="Hyperlink"/>
                <w:rFonts w:cs="Vrinda"/>
                <w:noProof/>
                <w:cs/>
                <w:lang w:bidi="bn-IN"/>
              </w:rPr>
              <w:t xml:space="preserve"> </w:t>
            </w:r>
            <w:r w:rsidR="00427A31" w:rsidRPr="00085FAD">
              <w:rPr>
                <w:rStyle w:val="Hyperlink"/>
                <w:rFonts w:cs="Vrinda" w:hint="cs"/>
                <w:noProof/>
                <w:cs/>
                <w:lang w:bidi="bn-IN"/>
              </w:rPr>
              <w:t>দৃষ্টিকোণে</w:t>
            </w:r>
            <w:r w:rsidR="00427A31" w:rsidRPr="00085FAD">
              <w:rPr>
                <w:rStyle w:val="Hyperlink"/>
                <w:rFonts w:cs="Vrinda"/>
                <w:noProof/>
                <w:cs/>
                <w:lang w:bidi="bn-IN"/>
              </w:rPr>
              <w:t xml:space="preserve"> </w:t>
            </w:r>
            <w:r w:rsidR="00427A31" w:rsidRPr="00085FAD">
              <w:rPr>
                <w:rStyle w:val="Hyperlink"/>
                <w:rFonts w:cs="Vrinda" w:hint="cs"/>
                <w:noProof/>
                <w:cs/>
                <w:lang w:bidi="bn-IN"/>
              </w:rPr>
              <w:t>মানুষের</w:t>
            </w:r>
            <w:r w:rsidR="00427A31" w:rsidRPr="00085FAD">
              <w:rPr>
                <w:rStyle w:val="Hyperlink"/>
                <w:rFonts w:cs="Vrinda"/>
                <w:noProof/>
                <w:cs/>
                <w:lang w:bidi="bn-IN"/>
              </w:rPr>
              <w:t xml:space="preserve"> </w:t>
            </w:r>
            <w:r w:rsidR="00427A31" w:rsidRPr="00085FAD">
              <w:rPr>
                <w:rStyle w:val="Hyperlink"/>
                <w:rFonts w:cs="Vrinda" w:hint="cs"/>
                <w:noProof/>
                <w:cs/>
                <w:lang w:bidi="bn-IN"/>
              </w:rPr>
              <w:t>বেদনার</w:t>
            </w:r>
            <w:r w:rsidR="00427A31" w:rsidRPr="00085FAD">
              <w:rPr>
                <w:rStyle w:val="Hyperlink"/>
                <w:rFonts w:cs="Vrinda"/>
                <w:noProof/>
                <w:cs/>
                <w:lang w:bidi="bn-IN"/>
              </w:rPr>
              <w:t xml:space="preserve"> </w:t>
            </w:r>
            <w:r w:rsidR="00427A31" w:rsidRPr="00085FAD">
              <w:rPr>
                <w:rStyle w:val="Hyperlink"/>
                <w:rFonts w:cs="Vrinda" w:hint="cs"/>
                <w:noProof/>
                <w:cs/>
                <w:lang w:bidi="bn-IN"/>
              </w:rPr>
              <w:t>অনুভূতি</w:t>
            </w:r>
            <w:r w:rsidR="00427A31">
              <w:rPr>
                <w:noProof/>
                <w:webHidden/>
              </w:rPr>
              <w:tab/>
            </w:r>
            <w:r>
              <w:rPr>
                <w:noProof/>
                <w:webHidden/>
              </w:rPr>
              <w:fldChar w:fldCharType="begin"/>
            </w:r>
            <w:r w:rsidR="00427A31">
              <w:rPr>
                <w:noProof/>
                <w:webHidden/>
              </w:rPr>
              <w:instrText xml:space="preserve"> PAGEREF _Toc392601421 \h </w:instrText>
            </w:r>
            <w:r>
              <w:rPr>
                <w:noProof/>
                <w:webHidden/>
              </w:rPr>
            </w:r>
            <w:r>
              <w:rPr>
                <w:noProof/>
                <w:webHidden/>
              </w:rPr>
              <w:fldChar w:fldCharType="separate"/>
            </w:r>
            <w:r w:rsidR="00427A31">
              <w:rPr>
                <w:noProof/>
                <w:webHidden/>
              </w:rPr>
              <w:t>45</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22" w:history="1">
            <w:r w:rsidR="00427A31" w:rsidRPr="00085FAD">
              <w:rPr>
                <w:rStyle w:val="Hyperlink"/>
                <w:rFonts w:cs="Vrinda" w:hint="cs"/>
                <w:noProof/>
                <w:cs/>
                <w:lang w:bidi="bn-IN"/>
              </w:rPr>
              <w:t>মানুষের</w:t>
            </w:r>
            <w:r w:rsidR="00427A31" w:rsidRPr="00085FAD">
              <w:rPr>
                <w:rStyle w:val="Hyperlink"/>
                <w:rFonts w:cs="Vrinda"/>
                <w:noProof/>
                <w:cs/>
                <w:lang w:bidi="bn-IN"/>
              </w:rPr>
              <w:t xml:space="preserve"> </w:t>
            </w:r>
            <w:r w:rsidR="00427A31" w:rsidRPr="00085FAD">
              <w:rPr>
                <w:rStyle w:val="Hyperlink"/>
                <w:rFonts w:cs="Vrinda" w:hint="cs"/>
                <w:noProof/>
                <w:cs/>
                <w:lang w:bidi="bn-IN"/>
              </w:rPr>
              <w:t>নৈতিকতা</w:t>
            </w:r>
            <w:r w:rsidR="00427A31">
              <w:rPr>
                <w:noProof/>
                <w:webHidden/>
              </w:rPr>
              <w:tab/>
            </w:r>
            <w:r>
              <w:rPr>
                <w:noProof/>
                <w:webHidden/>
              </w:rPr>
              <w:fldChar w:fldCharType="begin"/>
            </w:r>
            <w:r w:rsidR="00427A31">
              <w:rPr>
                <w:noProof/>
                <w:webHidden/>
              </w:rPr>
              <w:instrText xml:space="preserve"> PAGEREF _Toc392601422 \h </w:instrText>
            </w:r>
            <w:r>
              <w:rPr>
                <w:noProof/>
                <w:webHidden/>
              </w:rPr>
            </w:r>
            <w:r>
              <w:rPr>
                <w:noProof/>
                <w:webHidden/>
              </w:rPr>
              <w:fldChar w:fldCharType="separate"/>
            </w:r>
            <w:r w:rsidR="00427A31">
              <w:rPr>
                <w:noProof/>
                <w:webHidden/>
              </w:rPr>
              <w:t>46</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23" w:history="1">
            <w:r w:rsidR="00427A31" w:rsidRPr="00085FAD">
              <w:rPr>
                <w:rStyle w:val="Hyperlink"/>
                <w:rFonts w:cs="Vrinda" w:hint="cs"/>
                <w:noProof/>
                <w:cs/>
                <w:lang w:bidi="bn-IN"/>
              </w:rPr>
              <w:t>মানুষের</w:t>
            </w:r>
            <w:r w:rsidR="00427A31" w:rsidRPr="00085FAD">
              <w:rPr>
                <w:rStyle w:val="Hyperlink"/>
                <w:rFonts w:cs="Vrinda"/>
                <w:noProof/>
                <w:cs/>
                <w:lang w:bidi="bn-IN"/>
              </w:rPr>
              <w:t xml:space="preserve"> </w:t>
            </w:r>
            <w:r w:rsidR="00427A31" w:rsidRPr="00085FAD">
              <w:rPr>
                <w:rStyle w:val="Hyperlink"/>
                <w:rFonts w:cs="Vrinda" w:hint="cs"/>
                <w:noProof/>
                <w:cs/>
                <w:lang w:bidi="bn-IN"/>
              </w:rPr>
              <w:t>কষ্ট</w:t>
            </w:r>
            <w:r w:rsidR="00427A31" w:rsidRPr="00085FAD">
              <w:rPr>
                <w:rStyle w:val="Hyperlink"/>
                <w:rFonts w:cs="Vrinda"/>
                <w:noProof/>
                <w:cs/>
                <w:lang w:bidi="bn-IN"/>
              </w:rPr>
              <w:t xml:space="preserve"> </w:t>
            </w:r>
            <w:r w:rsidR="00427A31" w:rsidRPr="00085FAD">
              <w:rPr>
                <w:rStyle w:val="Hyperlink"/>
                <w:rFonts w:cs="Vrinda" w:hint="cs"/>
                <w:noProof/>
                <w:cs/>
                <w:lang w:bidi="bn-IN"/>
              </w:rPr>
              <w:t>সম্পর্কিত</w:t>
            </w:r>
            <w:r w:rsidR="00427A31" w:rsidRPr="00085FAD">
              <w:rPr>
                <w:rStyle w:val="Hyperlink"/>
                <w:rFonts w:cs="Vrinda"/>
                <w:noProof/>
                <w:cs/>
                <w:lang w:bidi="bn-IN"/>
              </w:rPr>
              <w:t xml:space="preserve"> </w:t>
            </w:r>
            <w:r w:rsidR="00427A31" w:rsidRPr="00085FAD">
              <w:rPr>
                <w:rStyle w:val="Hyperlink"/>
                <w:rFonts w:cs="Vrinda" w:hint="cs"/>
                <w:noProof/>
                <w:cs/>
                <w:lang w:bidi="bn-IN"/>
              </w:rPr>
              <w:t>কয়েকটি</w:t>
            </w:r>
            <w:r w:rsidR="00427A31" w:rsidRPr="00085FAD">
              <w:rPr>
                <w:rStyle w:val="Hyperlink"/>
                <w:rFonts w:cs="Vrinda"/>
                <w:noProof/>
                <w:cs/>
                <w:lang w:bidi="bn-IN"/>
              </w:rPr>
              <w:t xml:space="preserve"> </w:t>
            </w:r>
            <w:r w:rsidR="00427A31" w:rsidRPr="00085FAD">
              <w:rPr>
                <w:rStyle w:val="Hyperlink"/>
                <w:rFonts w:cs="Vrinda" w:hint="cs"/>
                <w:noProof/>
                <w:cs/>
                <w:lang w:bidi="bn-IN"/>
              </w:rPr>
              <w:t>দৃষ্টান্ত</w:t>
            </w:r>
            <w:r w:rsidR="00427A31">
              <w:rPr>
                <w:noProof/>
                <w:webHidden/>
              </w:rPr>
              <w:tab/>
            </w:r>
            <w:r>
              <w:rPr>
                <w:noProof/>
                <w:webHidden/>
              </w:rPr>
              <w:fldChar w:fldCharType="begin"/>
            </w:r>
            <w:r w:rsidR="00427A31">
              <w:rPr>
                <w:noProof/>
                <w:webHidden/>
              </w:rPr>
              <w:instrText xml:space="preserve"> PAGEREF _Toc392601423 \h </w:instrText>
            </w:r>
            <w:r>
              <w:rPr>
                <w:noProof/>
                <w:webHidden/>
              </w:rPr>
            </w:r>
            <w:r>
              <w:rPr>
                <w:noProof/>
                <w:webHidden/>
              </w:rPr>
              <w:fldChar w:fldCharType="separate"/>
            </w:r>
            <w:r w:rsidR="00427A31">
              <w:rPr>
                <w:noProof/>
                <w:webHidden/>
              </w:rPr>
              <w:t>53</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24" w:history="1">
            <w:r w:rsidR="00427A31" w:rsidRPr="00085FAD">
              <w:rPr>
                <w:rStyle w:val="Hyperlink"/>
                <w:rFonts w:cs="Vrinda" w:hint="cs"/>
                <w:noProof/>
                <w:cs/>
                <w:lang w:bidi="bn-IN"/>
              </w:rPr>
              <w:t>আমীরুল</w:t>
            </w:r>
            <w:r w:rsidR="00427A31" w:rsidRPr="00085FAD">
              <w:rPr>
                <w:rStyle w:val="Hyperlink"/>
                <w:rFonts w:cs="Vrinda"/>
                <w:noProof/>
                <w:cs/>
                <w:lang w:bidi="bn-IN"/>
              </w:rPr>
              <w:t xml:space="preserve"> </w:t>
            </w:r>
            <w:r w:rsidR="00427A31" w:rsidRPr="00085FAD">
              <w:rPr>
                <w:rStyle w:val="Hyperlink"/>
                <w:rFonts w:cs="Vrinda" w:hint="cs"/>
                <w:noProof/>
                <w:cs/>
                <w:lang w:bidi="bn-IN"/>
              </w:rPr>
              <w:t>মুমিনীন</w:t>
            </w:r>
            <w:r w:rsidR="00427A31" w:rsidRPr="00085FAD">
              <w:rPr>
                <w:rStyle w:val="Hyperlink"/>
                <w:rFonts w:cs="Vrinda"/>
                <w:noProof/>
                <w:cs/>
                <w:lang w:bidi="bn-IN"/>
              </w:rPr>
              <w:t xml:space="preserve"> </w:t>
            </w:r>
            <w:r w:rsidR="00427A31" w:rsidRPr="00085FAD">
              <w:rPr>
                <w:rStyle w:val="Hyperlink"/>
                <w:rFonts w:cs="Vrinda" w:hint="cs"/>
                <w:noProof/>
                <w:cs/>
                <w:lang w:bidi="bn-IN"/>
              </w:rPr>
              <w:t>আলী</w:t>
            </w:r>
            <w:r w:rsidR="00427A31" w:rsidRPr="00085FAD">
              <w:rPr>
                <w:rStyle w:val="Hyperlink"/>
                <w:rFonts w:cs="Vrinda"/>
                <w:noProof/>
                <w:cs/>
                <w:lang w:bidi="bn-IN"/>
              </w:rPr>
              <w:t xml:space="preserve"> </w:t>
            </w:r>
            <w:r w:rsidR="00427A31" w:rsidRPr="00085FAD">
              <w:rPr>
                <w:rStyle w:val="Hyperlink"/>
                <w:noProof/>
                <w:rtl/>
              </w:rPr>
              <w:t>-</w:t>
            </w:r>
            <w:r w:rsidR="00427A31" w:rsidRPr="00085FAD">
              <w:rPr>
                <w:rStyle w:val="Hyperlink"/>
                <w:rFonts w:cs="Vrinda" w:hint="cs"/>
                <w:noProof/>
                <w:cs/>
                <w:lang w:bidi="bn-IN"/>
              </w:rPr>
              <w:t>এর</w:t>
            </w:r>
            <w:r w:rsidR="00427A31" w:rsidRPr="00085FAD">
              <w:rPr>
                <w:rStyle w:val="Hyperlink"/>
                <w:rFonts w:cs="Vrinda"/>
                <w:noProof/>
                <w:cs/>
                <w:lang w:bidi="bn-IN"/>
              </w:rPr>
              <w:t xml:space="preserve"> </w:t>
            </w:r>
            <w:r w:rsidR="00427A31" w:rsidRPr="00085FAD">
              <w:rPr>
                <w:rStyle w:val="Hyperlink"/>
                <w:rFonts w:cs="Vrinda" w:hint="cs"/>
                <w:noProof/>
                <w:cs/>
                <w:lang w:bidi="bn-IN"/>
              </w:rPr>
              <w:t>ভাষায়</w:t>
            </w:r>
            <w:r w:rsidR="00427A31" w:rsidRPr="00085FAD">
              <w:rPr>
                <w:rStyle w:val="Hyperlink"/>
                <w:rFonts w:cs="Vrinda"/>
                <w:noProof/>
                <w:cs/>
                <w:lang w:bidi="bn-IN"/>
              </w:rPr>
              <w:t xml:space="preserve"> </w:t>
            </w:r>
            <w:r w:rsidR="00427A31" w:rsidRPr="00085FAD">
              <w:rPr>
                <w:rStyle w:val="Hyperlink"/>
                <w:rFonts w:cs="Vrinda" w:hint="cs"/>
                <w:noProof/>
                <w:cs/>
                <w:lang w:bidi="bn-IN"/>
              </w:rPr>
              <w:t>মানুষের</w:t>
            </w:r>
            <w:r w:rsidR="00427A31" w:rsidRPr="00085FAD">
              <w:rPr>
                <w:rStyle w:val="Hyperlink"/>
                <w:rFonts w:cs="Vrinda"/>
                <w:noProof/>
                <w:cs/>
                <w:lang w:bidi="bn-IN"/>
              </w:rPr>
              <w:t xml:space="preserve"> </w:t>
            </w:r>
            <w:r w:rsidR="00427A31" w:rsidRPr="00085FAD">
              <w:rPr>
                <w:rStyle w:val="Hyperlink"/>
                <w:rFonts w:cs="Vrinda" w:hint="cs"/>
                <w:noProof/>
                <w:cs/>
                <w:lang w:bidi="bn-IN"/>
              </w:rPr>
              <w:t>বেদনা</w:t>
            </w:r>
            <w:r w:rsidR="00427A31" w:rsidRPr="00085FAD">
              <w:rPr>
                <w:rStyle w:val="Hyperlink"/>
                <w:noProof/>
                <w:rtl/>
              </w:rPr>
              <w:t>(</w:t>
            </w:r>
            <w:r w:rsidR="00427A31" w:rsidRPr="00085FAD">
              <w:rPr>
                <w:rStyle w:val="Hyperlink"/>
                <w:rFonts w:cs="Vrinda" w:hint="cs"/>
                <w:noProof/>
                <w:cs/>
                <w:lang w:bidi="bn-IN"/>
              </w:rPr>
              <w:t>আ</w:t>
            </w:r>
            <w:r w:rsidR="00427A31" w:rsidRPr="00085FAD">
              <w:rPr>
                <w:rStyle w:val="Hyperlink"/>
                <w:noProof/>
                <w:rtl/>
              </w:rPr>
              <w:t>.)</w:t>
            </w:r>
            <w:r w:rsidR="00427A31">
              <w:rPr>
                <w:noProof/>
                <w:webHidden/>
              </w:rPr>
              <w:tab/>
            </w:r>
            <w:r>
              <w:rPr>
                <w:noProof/>
                <w:webHidden/>
              </w:rPr>
              <w:fldChar w:fldCharType="begin"/>
            </w:r>
            <w:r w:rsidR="00427A31">
              <w:rPr>
                <w:noProof/>
                <w:webHidden/>
              </w:rPr>
              <w:instrText xml:space="preserve"> PAGEREF _Toc392601424 \h </w:instrText>
            </w:r>
            <w:r>
              <w:rPr>
                <w:noProof/>
                <w:webHidden/>
              </w:rPr>
            </w:r>
            <w:r>
              <w:rPr>
                <w:noProof/>
                <w:webHidden/>
              </w:rPr>
              <w:fldChar w:fldCharType="separate"/>
            </w:r>
            <w:r w:rsidR="00427A31">
              <w:rPr>
                <w:noProof/>
                <w:webHidden/>
              </w:rPr>
              <w:t>55</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25" w:history="1">
            <w:r w:rsidR="00427A31" w:rsidRPr="00085FAD">
              <w:rPr>
                <w:rStyle w:val="Hyperlink"/>
                <w:rFonts w:cs="Vrinda" w:hint="cs"/>
                <w:noProof/>
                <w:cs/>
                <w:lang w:bidi="bn-IN"/>
              </w:rPr>
              <w:t>মানুষের</w:t>
            </w:r>
            <w:r w:rsidR="00427A31" w:rsidRPr="00085FAD">
              <w:rPr>
                <w:rStyle w:val="Hyperlink"/>
                <w:rFonts w:cs="Vrinda"/>
                <w:noProof/>
                <w:cs/>
                <w:lang w:bidi="bn-IN"/>
              </w:rPr>
              <w:t xml:space="preserve"> </w:t>
            </w:r>
            <w:r w:rsidR="00427A31" w:rsidRPr="00085FAD">
              <w:rPr>
                <w:rStyle w:val="Hyperlink"/>
                <w:rFonts w:cs="Vrinda" w:hint="cs"/>
                <w:noProof/>
                <w:cs/>
                <w:lang w:bidi="bn-IN"/>
              </w:rPr>
              <w:t>মধ্যে</w:t>
            </w:r>
            <w:r w:rsidR="00427A31" w:rsidRPr="00085FAD">
              <w:rPr>
                <w:rStyle w:val="Hyperlink"/>
                <w:rFonts w:cs="Vrinda"/>
                <w:noProof/>
                <w:cs/>
                <w:lang w:bidi="bn-IN"/>
              </w:rPr>
              <w:t xml:space="preserve"> </w:t>
            </w:r>
            <w:r w:rsidR="00427A31" w:rsidRPr="00085FAD">
              <w:rPr>
                <w:rStyle w:val="Hyperlink"/>
                <w:rFonts w:cs="Vrinda" w:hint="cs"/>
                <w:noProof/>
                <w:cs/>
                <w:lang w:bidi="bn-IN"/>
              </w:rPr>
              <w:t>খোদাকে</w:t>
            </w:r>
            <w:r w:rsidR="00427A31" w:rsidRPr="00085FAD">
              <w:rPr>
                <w:rStyle w:val="Hyperlink"/>
                <w:rFonts w:cs="Vrinda"/>
                <w:noProof/>
                <w:cs/>
                <w:lang w:bidi="bn-IN"/>
              </w:rPr>
              <w:t xml:space="preserve"> </w:t>
            </w:r>
            <w:r w:rsidR="00427A31" w:rsidRPr="00085FAD">
              <w:rPr>
                <w:rStyle w:val="Hyperlink"/>
                <w:rFonts w:cs="Vrinda" w:hint="cs"/>
                <w:noProof/>
                <w:cs/>
                <w:lang w:bidi="bn-IN"/>
              </w:rPr>
              <w:t>পাওয়ার</w:t>
            </w:r>
            <w:r w:rsidR="00427A31" w:rsidRPr="00085FAD">
              <w:rPr>
                <w:rStyle w:val="Hyperlink"/>
                <w:rFonts w:cs="Vrinda"/>
                <w:noProof/>
                <w:cs/>
                <w:lang w:bidi="bn-IN"/>
              </w:rPr>
              <w:t xml:space="preserve"> </w:t>
            </w:r>
            <w:r w:rsidR="00427A31" w:rsidRPr="00085FAD">
              <w:rPr>
                <w:rStyle w:val="Hyperlink"/>
                <w:rFonts w:cs="Vrinda" w:hint="cs"/>
                <w:noProof/>
                <w:cs/>
                <w:lang w:bidi="bn-IN"/>
              </w:rPr>
              <w:t>জন্য</w:t>
            </w:r>
            <w:r w:rsidR="00427A31" w:rsidRPr="00085FAD">
              <w:rPr>
                <w:rStyle w:val="Hyperlink"/>
                <w:rFonts w:cs="Vrinda"/>
                <w:noProof/>
                <w:cs/>
                <w:lang w:bidi="bn-IN"/>
              </w:rPr>
              <w:t xml:space="preserve"> </w:t>
            </w:r>
            <w:r w:rsidR="00427A31" w:rsidRPr="00085FAD">
              <w:rPr>
                <w:rStyle w:val="Hyperlink"/>
                <w:rFonts w:cs="Vrinda" w:hint="cs"/>
                <w:noProof/>
                <w:cs/>
                <w:lang w:bidi="bn-IN"/>
              </w:rPr>
              <w:t>বেদনা</w:t>
            </w:r>
            <w:r w:rsidR="00427A31">
              <w:rPr>
                <w:noProof/>
                <w:webHidden/>
              </w:rPr>
              <w:tab/>
            </w:r>
            <w:r>
              <w:rPr>
                <w:noProof/>
                <w:webHidden/>
              </w:rPr>
              <w:fldChar w:fldCharType="begin"/>
            </w:r>
            <w:r w:rsidR="00427A31">
              <w:rPr>
                <w:noProof/>
                <w:webHidden/>
              </w:rPr>
              <w:instrText xml:space="preserve"> PAGEREF _Toc392601425 \h </w:instrText>
            </w:r>
            <w:r>
              <w:rPr>
                <w:noProof/>
                <w:webHidden/>
              </w:rPr>
            </w:r>
            <w:r>
              <w:rPr>
                <w:noProof/>
                <w:webHidden/>
              </w:rPr>
              <w:fldChar w:fldCharType="separate"/>
            </w:r>
            <w:r w:rsidR="00427A31">
              <w:rPr>
                <w:noProof/>
                <w:webHidden/>
              </w:rPr>
              <w:t>65</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26" w:history="1">
            <w:r w:rsidR="00427A31" w:rsidRPr="00085FAD">
              <w:rPr>
                <w:rStyle w:val="Hyperlink"/>
                <w:rFonts w:cs="Vrinda" w:hint="cs"/>
                <w:noProof/>
                <w:cs/>
                <w:lang w:bidi="bn-IN"/>
              </w:rPr>
              <w:t>আরেফগণের</w:t>
            </w:r>
            <w:r w:rsidR="00427A31" w:rsidRPr="00085FAD">
              <w:rPr>
                <w:rStyle w:val="Hyperlink"/>
                <w:rFonts w:cs="Vrinda"/>
                <w:noProof/>
                <w:cs/>
                <w:lang w:bidi="bn-IN"/>
              </w:rPr>
              <w:t xml:space="preserve"> </w:t>
            </w:r>
            <w:r w:rsidR="00427A31" w:rsidRPr="00085FAD">
              <w:rPr>
                <w:rStyle w:val="Hyperlink"/>
                <w:rFonts w:cs="Vrinda" w:hint="cs"/>
                <w:noProof/>
                <w:cs/>
                <w:lang w:bidi="bn-IN"/>
              </w:rPr>
              <w:t>দৃষ্টিতে</w:t>
            </w:r>
            <w:r w:rsidR="00427A31" w:rsidRPr="00085FAD">
              <w:rPr>
                <w:rStyle w:val="Hyperlink"/>
                <w:rFonts w:cs="Vrinda"/>
                <w:noProof/>
                <w:cs/>
                <w:lang w:bidi="bn-IN"/>
              </w:rPr>
              <w:t xml:space="preserve"> </w:t>
            </w:r>
            <w:r w:rsidR="00427A31" w:rsidRPr="00085FAD">
              <w:rPr>
                <w:rStyle w:val="Hyperlink"/>
                <w:rFonts w:cs="Vrinda" w:hint="cs"/>
                <w:noProof/>
                <w:cs/>
                <w:lang w:bidi="bn-IN"/>
              </w:rPr>
              <w:t>পূর্ণ</w:t>
            </w:r>
            <w:r w:rsidR="00427A31" w:rsidRPr="00085FAD">
              <w:rPr>
                <w:rStyle w:val="Hyperlink"/>
                <w:rFonts w:cs="Vrinda"/>
                <w:noProof/>
                <w:cs/>
                <w:lang w:bidi="bn-IN"/>
              </w:rPr>
              <w:t xml:space="preserve"> </w:t>
            </w:r>
            <w:r w:rsidR="00427A31" w:rsidRPr="00085FAD">
              <w:rPr>
                <w:rStyle w:val="Hyperlink"/>
                <w:rFonts w:cs="Vrinda" w:hint="cs"/>
                <w:noProof/>
                <w:cs/>
                <w:lang w:bidi="bn-IN"/>
              </w:rPr>
              <w:t>মানুষের</w:t>
            </w:r>
            <w:r w:rsidR="00427A31" w:rsidRPr="00085FAD">
              <w:rPr>
                <w:rStyle w:val="Hyperlink"/>
                <w:rFonts w:cs="Vrinda"/>
                <w:noProof/>
                <w:cs/>
                <w:lang w:bidi="bn-IN"/>
              </w:rPr>
              <w:t xml:space="preserve"> </w:t>
            </w:r>
            <w:r w:rsidR="00427A31" w:rsidRPr="00085FAD">
              <w:rPr>
                <w:rStyle w:val="Hyperlink"/>
                <w:rFonts w:cs="Vrinda" w:hint="cs"/>
                <w:noProof/>
                <w:cs/>
                <w:lang w:bidi="bn-IN"/>
              </w:rPr>
              <w:t>পথ</w:t>
            </w:r>
            <w:r w:rsidR="00427A31" w:rsidRPr="00085FAD">
              <w:rPr>
                <w:rStyle w:val="Hyperlink"/>
                <w:rFonts w:cs="Vrinda"/>
                <w:noProof/>
                <w:cs/>
                <w:lang w:bidi="bn-IN"/>
              </w:rPr>
              <w:t xml:space="preserve"> </w:t>
            </w:r>
            <w:r w:rsidR="00427A31" w:rsidRPr="00085FAD">
              <w:rPr>
                <w:rStyle w:val="Hyperlink"/>
                <w:rFonts w:cs="Vrinda" w:hint="cs"/>
                <w:noProof/>
                <w:cs/>
                <w:lang w:bidi="bn-IN"/>
              </w:rPr>
              <w:t>পরিক্রমা</w:t>
            </w:r>
            <w:r w:rsidR="00427A31">
              <w:rPr>
                <w:noProof/>
                <w:webHidden/>
              </w:rPr>
              <w:tab/>
            </w:r>
            <w:r>
              <w:rPr>
                <w:noProof/>
                <w:webHidden/>
              </w:rPr>
              <w:fldChar w:fldCharType="begin"/>
            </w:r>
            <w:r w:rsidR="00427A31">
              <w:rPr>
                <w:noProof/>
                <w:webHidden/>
              </w:rPr>
              <w:instrText xml:space="preserve"> PAGEREF _Toc392601426 \h </w:instrText>
            </w:r>
            <w:r>
              <w:rPr>
                <w:noProof/>
                <w:webHidden/>
              </w:rPr>
            </w:r>
            <w:r>
              <w:rPr>
                <w:noProof/>
                <w:webHidden/>
              </w:rPr>
              <w:fldChar w:fldCharType="separate"/>
            </w:r>
            <w:r w:rsidR="00427A31">
              <w:rPr>
                <w:noProof/>
                <w:webHidden/>
              </w:rPr>
              <w:t>71</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27" w:history="1">
            <w:r w:rsidR="00427A31" w:rsidRPr="00085FAD">
              <w:rPr>
                <w:rStyle w:val="Hyperlink"/>
                <w:rFonts w:cs="Vrinda" w:hint="cs"/>
                <w:noProof/>
                <w:cs/>
                <w:lang w:bidi="bn-IN"/>
              </w:rPr>
              <w:t>হযরত</w:t>
            </w:r>
            <w:r w:rsidR="00427A31" w:rsidRPr="00085FAD">
              <w:rPr>
                <w:rStyle w:val="Hyperlink"/>
                <w:rFonts w:cs="Vrinda"/>
                <w:noProof/>
                <w:cs/>
                <w:lang w:bidi="bn-IN"/>
              </w:rPr>
              <w:t xml:space="preserve"> </w:t>
            </w:r>
            <w:r w:rsidR="00427A31" w:rsidRPr="00085FAD">
              <w:rPr>
                <w:rStyle w:val="Hyperlink"/>
                <w:rFonts w:cs="Vrinda" w:hint="cs"/>
                <w:noProof/>
                <w:cs/>
                <w:lang w:bidi="bn-IN"/>
              </w:rPr>
              <w:t>আলী</w:t>
            </w:r>
            <w:r w:rsidR="00427A31" w:rsidRPr="00085FAD">
              <w:rPr>
                <w:rStyle w:val="Hyperlink"/>
                <w:rFonts w:cs="Vrinda"/>
                <w:noProof/>
                <w:cs/>
                <w:lang w:bidi="bn-IN"/>
              </w:rPr>
              <w:t xml:space="preserve"> (</w:t>
            </w:r>
            <w:r w:rsidR="00427A31" w:rsidRPr="00085FAD">
              <w:rPr>
                <w:rStyle w:val="Hyperlink"/>
                <w:rFonts w:cs="Vrinda" w:hint="cs"/>
                <w:noProof/>
                <w:cs/>
                <w:lang w:bidi="bn-IN"/>
              </w:rPr>
              <w:t>আ</w:t>
            </w:r>
            <w:r w:rsidR="00427A31" w:rsidRPr="00085FAD">
              <w:rPr>
                <w:rStyle w:val="Hyperlink"/>
                <w:rFonts w:cs="Vrinda"/>
                <w:noProof/>
                <w:cs/>
                <w:lang w:bidi="bn-IN"/>
              </w:rPr>
              <w:t>.)-</w:t>
            </w:r>
            <w:r w:rsidR="00427A31" w:rsidRPr="00085FAD">
              <w:rPr>
                <w:rStyle w:val="Hyperlink"/>
                <w:rFonts w:cs="Vrinda" w:hint="cs"/>
                <w:noProof/>
                <w:cs/>
                <w:lang w:bidi="bn-IN"/>
              </w:rPr>
              <w:t>এর</w:t>
            </w:r>
            <w:r w:rsidR="00427A31" w:rsidRPr="00085FAD">
              <w:rPr>
                <w:rStyle w:val="Hyperlink"/>
                <w:rFonts w:cs="Vrinda"/>
                <w:noProof/>
                <w:cs/>
                <w:lang w:bidi="bn-IN"/>
              </w:rPr>
              <w:t xml:space="preserve"> </w:t>
            </w:r>
            <w:r w:rsidR="00427A31" w:rsidRPr="00085FAD">
              <w:rPr>
                <w:rStyle w:val="Hyperlink"/>
                <w:rFonts w:cs="Vrinda" w:hint="cs"/>
                <w:noProof/>
                <w:cs/>
                <w:lang w:bidi="bn-IN"/>
              </w:rPr>
              <w:t>মোনাজাত</w:t>
            </w:r>
            <w:r w:rsidR="00427A31">
              <w:rPr>
                <w:noProof/>
                <w:webHidden/>
              </w:rPr>
              <w:tab/>
            </w:r>
            <w:r>
              <w:rPr>
                <w:noProof/>
                <w:webHidden/>
              </w:rPr>
              <w:fldChar w:fldCharType="begin"/>
            </w:r>
            <w:r w:rsidR="00427A31">
              <w:rPr>
                <w:noProof/>
                <w:webHidden/>
              </w:rPr>
              <w:instrText xml:space="preserve"> PAGEREF _Toc392601427 \h </w:instrText>
            </w:r>
            <w:r>
              <w:rPr>
                <w:noProof/>
                <w:webHidden/>
              </w:rPr>
            </w:r>
            <w:r>
              <w:rPr>
                <w:noProof/>
                <w:webHidden/>
              </w:rPr>
              <w:fldChar w:fldCharType="separate"/>
            </w:r>
            <w:r w:rsidR="00427A31">
              <w:rPr>
                <w:noProof/>
                <w:webHidden/>
              </w:rPr>
              <w:t>82</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28" w:history="1">
            <w:r w:rsidR="00427A31" w:rsidRPr="00085FAD">
              <w:rPr>
                <w:rStyle w:val="Hyperlink"/>
                <w:rFonts w:cs="Vrinda" w:hint="cs"/>
                <w:noProof/>
                <w:cs/>
                <w:lang w:bidi="bn-IN"/>
              </w:rPr>
              <w:t>জীবনের</w:t>
            </w:r>
            <w:r w:rsidR="00427A31" w:rsidRPr="00085FAD">
              <w:rPr>
                <w:rStyle w:val="Hyperlink"/>
                <w:rFonts w:cs="Vrinda"/>
                <w:noProof/>
                <w:cs/>
                <w:lang w:bidi="bn-IN"/>
              </w:rPr>
              <w:t xml:space="preserve"> </w:t>
            </w:r>
            <w:r w:rsidR="00427A31" w:rsidRPr="00085FAD">
              <w:rPr>
                <w:rStyle w:val="Hyperlink"/>
                <w:rFonts w:cs="Vrinda" w:hint="cs"/>
                <w:noProof/>
                <w:cs/>
                <w:lang w:bidi="bn-IN"/>
              </w:rPr>
              <w:t>শেষ</w:t>
            </w:r>
            <w:r w:rsidR="00427A31" w:rsidRPr="00085FAD">
              <w:rPr>
                <w:rStyle w:val="Hyperlink"/>
                <w:rFonts w:cs="Vrinda"/>
                <w:noProof/>
                <w:cs/>
                <w:lang w:bidi="bn-IN"/>
              </w:rPr>
              <w:t xml:space="preserve"> </w:t>
            </w:r>
            <w:r w:rsidR="00427A31" w:rsidRPr="00085FAD">
              <w:rPr>
                <w:rStyle w:val="Hyperlink"/>
                <w:rFonts w:cs="Vrinda" w:hint="cs"/>
                <w:noProof/>
                <w:cs/>
                <w:lang w:bidi="bn-IN"/>
              </w:rPr>
              <w:t>মুহূর্তগুলোতে</w:t>
            </w:r>
            <w:r w:rsidR="00427A31" w:rsidRPr="00085FAD">
              <w:rPr>
                <w:rStyle w:val="Hyperlink"/>
                <w:rFonts w:cs="Vrinda"/>
                <w:noProof/>
                <w:cs/>
                <w:lang w:bidi="bn-IN"/>
              </w:rPr>
              <w:t xml:space="preserve"> </w:t>
            </w:r>
            <w:r w:rsidR="00427A31" w:rsidRPr="00085FAD">
              <w:rPr>
                <w:rStyle w:val="Hyperlink"/>
                <w:rFonts w:cs="Vrinda" w:hint="cs"/>
                <w:noProof/>
                <w:cs/>
                <w:lang w:bidi="bn-IN"/>
              </w:rPr>
              <w:t>ইমাম</w:t>
            </w:r>
            <w:r w:rsidR="00427A31" w:rsidRPr="00085FAD">
              <w:rPr>
                <w:rStyle w:val="Hyperlink"/>
                <w:rFonts w:cs="Vrinda"/>
                <w:noProof/>
                <w:cs/>
                <w:lang w:bidi="bn-IN"/>
              </w:rPr>
              <w:t xml:space="preserve"> </w:t>
            </w:r>
            <w:r w:rsidR="00427A31" w:rsidRPr="00085FAD">
              <w:rPr>
                <w:rStyle w:val="Hyperlink"/>
                <w:rFonts w:cs="Vrinda" w:hint="cs"/>
                <w:noProof/>
                <w:cs/>
                <w:lang w:bidi="bn-IN"/>
              </w:rPr>
              <w:t>আলী</w:t>
            </w:r>
            <w:r w:rsidR="00427A31" w:rsidRPr="00085FAD">
              <w:rPr>
                <w:rStyle w:val="Hyperlink"/>
                <w:rFonts w:cs="Vrinda"/>
                <w:noProof/>
                <w:cs/>
                <w:lang w:bidi="bn-IN"/>
              </w:rPr>
              <w:t xml:space="preserve"> </w:t>
            </w:r>
            <w:r w:rsidR="00427A31" w:rsidRPr="00085FAD">
              <w:rPr>
                <w:rStyle w:val="Hyperlink"/>
                <w:noProof/>
                <w:rtl/>
                <w:lang w:bidi="fa-IR"/>
              </w:rPr>
              <w:t>(</w:t>
            </w:r>
            <w:r w:rsidR="00427A31" w:rsidRPr="00085FAD">
              <w:rPr>
                <w:rStyle w:val="Hyperlink"/>
                <w:rFonts w:cs="Vrinda" w:hint="cs"/>
                <w:noProof/>
                <w:cs/>
                <w:lang w:bidi="bn-IN"/>
              </w:rPr>
              <w:t>আ</w:t>
            </w:r>
            <w:r w:rsidR="00427A31" w:rsidRPr="00085FAD">
              <w:rPr>
                <w:rStyle w:val="Hyperlink"/>
                <w:noProof/>
                <w:rtl/>
                <w:lang w:bidi="fa-IR"/>
              </w:rPr>
              <w:t>.)</w:t>
            </w:r>
            <w:r w:rsidR="00427A31">
              <w:rPr>
                <w:noProof/>
                <w:webHidden/>
              </w:rPr>
              <w:tab/>
            </w:r>
            <w:r>
              <w:rPr>
                <w:noProof/>
                <w:webHidden/>
              </w:rPr>
              <w:fldChar w:fldCharType="begin"/>
            </w:r>
            <w:r w:rsidR="00427A31">
              <w:rPr>
                <w:noProof/>
                <w:webHidden/>
              </w:rPr>
              <w:instrText xml:space="preserve"> PAGEREF _Toc392601428 \h </w:instrText>
            </w:r>
            <w:r>
              <w:rPr>
                <w:noProof/>
                <w:webHidden/>
              </w:rPr>
            </w:r>
            <w:r>
              <w:rPr>
                <w:noProof/>
                <w:webHidden/>
              </w:rPr>
              <w:fldChar w:fldCharType="separate"/>
            </w:r>
            <w:r w:rsidR="00427A31">
              <w:rPr>
                <w:noProof/>
                <w:webHidden/>
              </w:rPr>
              <w:t>84</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29" w:history="1">
            <w:r w:rsidR="00427A31" w:rsidRPr="00085FAD">
              <w:rPr>
                <w:rStyle w:val="Hyperlink"/>
                <w:rFonts w:cs="Vrinda" w:hint="cs"/>
                <w:noProof/>
                <w:cs/>
                <w:lang w:bidi="bn-IN"/>
              </w:rPr>
              <w:t>বিভিন্ন</w:t>
            </w:r>
            <w:r w:rsidR="00427A31" w:rsidRPr="00085FAD">
              <w:rPr>
                <w:rStyle w:val="Hyperlink"/>
                <w:rFonts w:cs="Vrinda"/>
                <w:noProof/>
                <w:cs/>
                <w:lang w:bidi="bn-IN"/>
              </w:rPr>
              <w:t xml:space="preserve"> </w:t>
            </w:r>
            <w:r w:rsidR="00427A31" w:rsidRPr="00085FAD">
              <w:rPr>
                <w:rStyle w:val="Hyperlink"/>
                <w:rFonts w:cs="Vrinda" w:hint="cs"/>
                <w:noProof/>
                <w:cs/>
                <w:lang w:bidi="bn-IN"/>
              </w:rPr>
              <w:t>মতাদর্শের</w:t>
            </w:r>
            <w:r w:rsidR="00427A31" w:rsidRPr="00085FAD">
              <w:rPr>
                <w:rStyle w:val="Hyperlink"/>
                <w:rFonts w:cs="Vrinda"/>
                <w:noProof/>
                <w:cs/>
                <w:lang w:bidi="bn-IN"/>
              </w:rPr>
              <w:t xml:space="preserve"> </w:t>
            </w:r>
            <w:r w:rsidR="00427A31" w:rsidRPr="00085FAD">
              <w:rPr>
                <w:rStyle w:val="Hyperlink"/>
                <w:rFonts w:cs="Vrinda" w:hint="cs"/>
                <w:noProof/>
                <w:cs/>
                <w:lang w:bidi="bn-IN"/>
              </w:rPr>
              <w:t>দৃষ্টিতে</w:t>
            </w:r>
            <w:r w:rsidR="00427A31" w:rsidRPr="00085FAD">
              <w:rPr>
                <w:rStyle w:val="Hyperlink"/>
                <w:rFonts w:cs="Vrinda"/>
                <w:noProof/>
                <w:cs/>
                <w:lang w:bidi="bn-IN"/>
              </w:rPr>
              <w:t xml:space="preserve"> </w:t>
            </w:r>
            <w:r w:rsidR="00427A31" w:rsidRPr="00085FAD">
              <w:rPr>
                <w:rStyle w:val="Hyperlink"/>
                <w:rFonts w:cs="Vrinda" w:hint="cs"/>
                <w:noProof/>
                <w:cs/>
                <w:lang w:bidi="bn-IN"/>
              </w:rPr>
              <w:t>পূর্ণ</w:t>
            </w:r>
            <w:r w:rsidR="00427A31" w:rsidRPr="00085FAD">
              <w:rPr>
                <w:rStyle w:val="Hyperlink"/>
                <w:rFonts w:cs="Vrinda"/>
                <w:noProof/>
                <w:cs/>
                <w:lang w:bidi="bn-IN"/>
              </w:rPr>
              <w:t xml:space="preserve"> </w:t>
            </w:r>
            <w:r w:rsidR="00427A31" w:rsidRPr="00085FAD">
              <w:rPr>
                <w:rStyle w:val="Hyperlink"/>
                <w:rFonts w:cs="Vrinda" w:hint="cs"/>
                <w:noProof/>
                <w:cs/>
                <w:lang w:bidi="bn-IN"/>
              </w:rPr>
              <w:t>মানব</w:t>
            </w:r>
            <w:r w:rsidR="00427A31">
              <w:rPr>
                <w:noProof/>
                <w:webHidden/>
              </w:rPr>
              <w:tab/>
            </w:r>
            <w:r>
              <w:rPr>
                <w:noProof/>
                <w:webHidden/>
              </w:rPr>
              <w:fldChar w:fldCharType="begin"/>
            </w:r>
            <w:r w:rsidR="00427A31">
              <w:rPr>
                <w:noProof/>
                <w:webHidden/>
              </w:rPr>
              <w:instrText xml:space="preserve"> PAGEREF _Toc392601429 \h </w:instrText>
            </w:r>
            <w:r>
              <w:rPr>
                <w:noProof/>
                <w:webHidden/>
              </w:rPr>
            </w:r>
            <w:r>
              <w:rPr>
                <w:noProof/>
                <w:webHidden/>
              </w:rPr>
              <w:fldChar w:fldCharType="separate"/>
            </w:r>
            <w:r w:rsidR="00427A31">
              <w:rPr>
                <w:noProof/>
                <w:webHidden/>
              </w:rPr>
              <w:t>89</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30" w:history="1">
            <w:r w:rsidR="00427A31" w:rsidRPr="00085FAD">
              <w:rPr>
                <w:rStyle w:val="Hyperlink"/>
                <w:rFonts w:cs="Vrinda" w:hint="cs"/>
                <w:noProof/>
                <w:cs/>
                <w:lang w:bidi="bn-IN"/>
              </w:rPr>
              <w:t>শক্তি</w:t>
            </w:r>
            <w:r w:rsidR="00427A31" w:rsidRPr="00085FAD">
              <w:rPr>
                <w:rStyle w:val="Hyperlink"/>
                <w:rFonts w:cs="Vrinda"/>
                <w:noProof/>
                <w:cs/>
                <w:lang w:bidi="bn-IN"/>
              </w:rPr>
              <w:t xml:space="preserve"> </w:t>
            </w:r>
            <w:r w:rsidR="00427A31" w:rsidRPr="00085FAD">
              <w:rPr>
                <w:rStyle w:val="Hyperlink"/>
                <w:rFonts w:cs="Vrinda" w:hint="cs"/>
                <w:noProof/>
                <w:cs/>
                <w:lang w:bidi="bn-IN"/>
              </w:rPr>
              <w:t>বা</w:t>
            </w:r>
            <w:r w:rsidR="00427A31" w:rsidRPr="00085FAD">
              <w:rPr>
                <w:rStyle w:val="Hyperlink"/>
                <w:rFonts w:cs="Vrinda"/>
                <w:noProof/>
                <w:cs/>
                <w:lang w:bidi="bn-IN"/>
              </w:rPr>
              <w:t xml:space="preserve"> </w:t>
            </w:r>
            <w:r w:rsidR="00427A31" w:rsidRPr="00085FAD">
              <w:rPr>
                <w:rStyle w:val="Hyperlink"/>
                <w:rFonts w:cs="Vrinda" w:hint="cs"/>
                <w:noProof/>
                <w:cs/>
                <w:lang w:bidi="bn-IN"/>
              </w:rPr>
              <w:t>ক্ষমতার</w:t>
            </w:r>
            <w:r w:rsidR="00427A31" w:rsidRPr="00085FAD">
              <w:rPr>
                <w:rStyle w:val="Hyperlink"/>
                <w:rFonts w:cs="Vrinda"/>
                <w:noProof/>
                <w:cs/>
                <w:lang w:bidi="bn-IN"/>
              </w:rPr>
              <w:t xml:space="preserve"> </w:t>
            </w:r>
            <w:r w:rsidR="00427A31" w:rsidRPr="00085FAD">
              <w:rPr>
                <w:rStyle w:val="Hyperlink"/>
                <w:rFonts w:cs="Vrinda" w:hint="cs"/>
                <w:noProof/>
                <w:cs/>
                <w:lang w:bidi="bn-IN"/>
              </w:rPr>
              <w:t>মতবাদ</w:t>
            </w:r>
            <w:r w:rsidR="00427A31">
              <w:rPr>
                <w:noProof/>
                <w:webHidden/>
              </w:rPr>
              <w:tab/>
            </w:r>
            <w:r>
              <w:rPr>
                <w:noProof/>
                <w:webHidden/>
              </w:rPr>
              <w:fldChar w:fldCharType="begin"/>
            </w:r>
            <w:r w:rsidR="00427A31">
              <w:rPr>
                <w:noProof/>
                <w:webHidden/>
              </w:rPr>
              <w:instrText xml:space="preserve"> PAGEREF _Toc392601430 \h </w:instrText>
            </w:r>
            <w:r>
              <w:rPr>
                <w:noProof/>
                <w:webHidden/>
              </w:rPr>
            </w:r>
            <w:r>
              <w:rPr>
                <w:noProof/>
                <w:webHidden/>
              </w:rPr>
              <w:fldChar w:fldCharType="separate"/>
            </w:r>
            <w:r w:rsidR="00427A31">
              <w:rPr>
                <w:noProof/>
                <w:webHidden/>
              </w:rPr>
              <w:t>95</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31" w:history="1">
            <w:r w:rsidR="00427A31" w:rsidRPr="00085FAD">
              <w:rPr>
                <w:rStyle w:val="Hyperlink"/>
                <w:rFonts w:cs="Vrinda" w:hint="cs"/>
                <w:noProof/>
                <w:cs/>
                <w:lang w:bidi="bn-IN"/>
              </w:rPr>
              <w:t>জীবন</w:t>
            </w:r>
            <w:r w:rsidR="00427A31" w:rsidRPr="00085FAD">
              <w:rPr>
                <w:rStyle w:val="Hyperlink"/>
                <w:rFonts w:cs="Vrinda"/>
                <w:noProof/>
                <w:cs/>
                <w:lang w:bidi="bn-IN"/>
              </w:rPr>
              <w:t xml:space="preserve"> </w:t>
            </w:r>
            <w:r w:rsidR="00427A31" w:rsidRPr="00085FAD">
              <w:rPr>
                <w:rStyle w:val="Hyperlink"/>
                <w:rFonts w:cs="Vrinda" w:hint="cs"/>
                <w:noProof/>
                <w:cs/>
                <w:lang w:bidi="bn-IN"/>
              </w:rPr>
              <w:t>কি</w:t>
            </w:r>
            <w:r w:rsidR="00427A31" w:rsidRPr="00085FAD">
              <w:rPr>
                <w:rStyle w:val="Hyperlink"/>
                <w:rFonts w:cs="Vrinda"/>
                <w:noProof/>
                <w:cs/>
                <w:lang w:bidi="bn-IN"/>
              </w:rPr>
              <w:t xml:space="preserve"> </w:t>
            </w:r>
            <w:r w:rsidR="00427A31" w:rsidRPr="00085FAD">
              <w:rPr>
                <w:rStyle w:val="Hyperlink"/>
                <w:rFonts w:cs="Vrinda" w:hint="cs"/>
                <w:noProof/>
                <w:cs/>
                <w:lang w:bidi="bn-IN"/>
              </w:rPr>
              <w:t>শুধুই</w:t>
            </w:r>
            <w:r w:rsidR="00427A31" w:rsidRPr="00085FAD">
              <w:rPr>
                <w:rStyle w:val="Hyperlink"/>
                <w:rFonts w:cs="Vrinda"/>
                <w:noProof/>
                <w:cs/>
                <w:lang w:bidi="bn-IN"/>
              </w:rPr>
              <w:t xml:space="preserve"> </w:t>
            </w:r>
            <w:r w:rsidR="00427A31" w:rsidRPr="00085FAD">
              <w:rPr>
                <w:rStyle w:val="Hyperlink"/>
                <w:rFonts w:cs="Vrinda" w:hint="cs"/>
                <w:noProof/>
                <w:cs/>
                <w:lang w:bidi="bn-IN"/>
              </w:rPr>
              <w:t>বেঁচে</w:t>
            </w:r>
            <w:r w:rsidR="00427A31" w:rsidRPr="00085FAD">
              <w:rPr>
                <w:rStyle w:val="Hyperlink"/>
                <w:rFonts w:cs="Vrinda"/>
                <w:noProof/>
                <w:cs/>
                <w:lang w:bidi="bn-IN"/>
              </w:rPr>
              <w:t xml:space="preserve"> </w:t>
            </w:r>
            <w:r w:rsidR="00427A31" w:rsidRPr="00085FAD">
              <w:rPr>
                <w:rStyle w:val="Hyperlink"/>
                <w:rFonts w:cs="Vrinda" w:hint="cs"/>
                <w:noProof/>
                <w:cs/>
                <w:lang w:bidi="bn-IN"/>
              </w:rPr>
              <w:t>থাকার</w:t>
            </w:r>
            <w:r w:rsidR="00427A31" w:rsidRPr="00085FAD">
              <w:rPr>
                <w:rStyle w:val="Hyperlink"/>
                <w:rFonts w:cs="Vrinda"/>
                <w:noProof/>
                <w:cs/>
                <w:lang w:bidi="bn-IN"/>
              </w:rPr>
              <w:t xml:space="preserve"> </w:t>
            </w:r>
            <w:r w:rsidR="00427A31" w:rsidRPr="00085FAD">
              <w:rPr>
                <w:rStyle w:val="Hyperlink"/>
                <w:rFonts w:cs="Vrinda" w:hint="cs"/>
                <w:noProof/>
                <w:cs/>
                <w:lang w:bidi="bn-IN"/>
              </w:rPr>
              <w:t>জন্য</w:t>
            </w:r>
            <w:r w:rsidR="00427A31" w:rsidRPr="00085FAD">
              <w:rPr>
                <w:rStyle w:val="Hyperlink"/>
                <w:rFonts w:cs="Vrinda"/>
                <w:noProof/>
                <w:cs/>
                <w:lang w:bidi="bn-IN"/>
              </w:rPr>
              <w:t xml:space="preserve"> </w:t>
            </w:r>
            <w:r w:rsidR="00427A31" w:rsidRPr="00085FAD">
              <w:rPr>
                <w:rStyle w:val="Hyperlink"/>
                <w:rFonts w:cs="Vrinda" w:hint="cs"/>
                <w:noProof/>
                <w:cs/>
                <w:lang w:bidi="bn-IN"/>
              </w:rPr>
              <w:t>সংগ্রাম</w:t>
            </w:r>
            <w:r w:rsidR="00427A31" w:rsidRPr="00085FAD">
              <w:rPr>
                <w:rStyle w:val="Hyperlink"/>
                <w:noProof/>
                <w:lang w:bidi="bn-IN"/>
              </w:rPr>
              <w:t xml:space="preserve"> </w:t>
            </w:r>
            <w:r w:rsidR="00427A31" w:rsidRPr="00085FAD">
              <w:rPr>
                <w:rStyle w:val="Hyperlink"/>
                <w:noProof/>
              </w:rPr>
              <w:t>?</w:t>
            </w:r>
            <w:r w:rsidR="00427A31">
              <w:rPr>
                <w:noProof/>
                <w:webHidden/>
              </w:rPr>
              <w:tab/>
            </w:r>
            <w:r>
              <w:rPr>
                <w:noProof/>
                <w:webHidden/>
              </w:rPr>
              <w:fldChar w:fldCharType="begin"/>
            </w:r>
            <w:r w:rsidR="00427A31">
              <w:rPr>
                <w:noProof/>
                <w:webHidden/>
              </w:rPr>
              <w:instrText xml:space="preserve"> PAGEREF _Toc392601431 \h </w:instrText>
            </w:r>
            <w:r>
              <w:rPr>
                <w:noProof/>
                <w:webHidden/>
              </w:rPr>
            </w:r>
            <w:r>
              <w:rPr>
                <w:noProof/>
                <w:webHidden/>
              </w:rPr>
              <w:fldChar w:fldCharType="separate"/>
            </w:r>
            <w:r w:rsidR="00427A31">
              <w:rPr>
                <w:noProof/>
                <w:webHidden/>
              </w:rPr>
              <w:t>97</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32" w:history="1">
            <w:r w:rsidR="00427A31" w:rsidRPr="00085FAD">
              <w:rPr>
                <w:rStyle w:val="Hyperlink"/>
                <w:rFonts w:cs="Vrinda" w:hint="cs"/>
                <w:noProof/>
                <w:cs/>
                <w:lang w:bidi="bn-IN"/>
              </w:rPr>
              <w:t>দুর্বলতার</w:t>
            </w:r>
            <w:r w:rsidR="00427A31" w:rsidRPr="00085FAD">
              <w:rPr>
                <w:rStyle w:val="Hyperlink"/>
                <w:rFonts w:cs="Vrinda"/>
                <w:noProof/>
                <w:cs/>
                <w:lang w:bidi="bn-IN"/>
              </w:rPr>
              <w:t xml:space="preserve"> </w:t>
            </w:r>
            <w:r w:rsidR="00427A31" w:rsidRPr="00085FAD">
              <w:rPr>
                <w:rStyle w:val="Hyperlink"/>
                <w:rFonts w:cs="Vrinda" w:hint="cs"/>
                <w:noProof/>
                <w:cs/>
                <w:lang w:bidi="bn-IN"/>
              </w:rPr>
              <w:t>মতবাদ</w:t>
            </w:r>
            <w:r w:rsidR="00427A31">
              <w:rPr>
                <w:noProof/>
                <w:webHidden/>
              </w:rPr>
              <w:tab/>
            </w:r>
            <w:r>
              <w:rPr>
                <w:noProof/>
                <w:webHidden/>
              </w:rPr>
              <w:fldChar w:fldCharType="begin"/>
            </w:r>
            <w:r w:rsidR="00427A31">
              <w:rPr>
                <w:noProof/>
                <w:webHidden/>
              </w:rPr>
              <w:instrText xml:space="preserve"> PAGEREF _Toc392601432 \h </w:instrText>
            </w:r>
            <w:r>
              <w:rPr>
                <w:noProof/>
                <w:webHidden/>
              </w:rPr>
            </w:r>
            <w:r>
              <w:rPr>
                <w:noProof/>
                <w:webHidden/>
              </w:rPr>
              <w:fldChar w:fldCharType="separate"/>
            </w:r>
            <w:r w:rsidR="00427A31">
              <w:rPr>
                <w:noProof/>
                <w:webHidden/>
              </w:rPr>
              <w:t>101</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33" w:history="1">
            <w:r w:rsidR="00427A31" w:rsidRPr="00085FAD">
              <w:rPr>
                <w:rStyle w:val="Hyperlink"/>
                <w:rFonts w:cs="Vrinda" w:hint="cs"/>
                <w:noProof/>
                <w:cs/>
                <w:lang w:bidi="bn-IN"/>
              </w:rPr>
              <w:t>প্রেম</w:t>
            </w:r>
            <w:r w:rsidR="00427A31" w:rsidRPr="00085FAD">
              <w:rPr>
                <w:rStyle w:val="Hyperlink"/>
                <w:rFonts w:cs="Vrinda"/>
                <w:noProof/>
                <w:cs/>
                <w:lang w:bidi="bn-IN"/>
              </w:rPr>
              <w:t xml:space="preserve"> </w:t>
            </w:r>
            <w:r w:rsidR="00427A31" w:rsidRPr="00085FAD">
              <w:rPr>
                <w:rStyle w:val="Hyperlink"/>
                <w:rFonts w:cs="Vrinda" w:hint="cs"/>
                <w:noProof/>
                <w:cs/>
                <w:lang w:bidi="bn-IN"/>
              </w:rPr>
              <w:t>ও</w:t>
            </w:r>
            <w:r w:rsidR="00427A31" w:rsidRPr="00085FAD">
              <w:rPr>
                <w:rStyle w:val="Hyperlink"/>
                <w:rFonts w:cs="Vrinda"/>
                <w:noProof/>
                <w:cs/>
                <w:lang w:bidi="bn-IN"/>
              </w:rPr>
              <w:t xml:space="preserve"> </w:t>
            </w:r>
            <w:r w:rsidR="00427A31" w:rsidRPr="00085FAD">
              <w:rPr>
                <w:rStyle w:val="Hyperlink"/>
                <w:rFonts w:cs="Vrinda" w:hint="cs"/>
                <w:noProof/>
                <w:cs/>
                <w:lang w:bidi="bn-IN"/>
              </w:rPr>
              <w:t>ভালবাসার</w:t>
            </w:r>
            <w:r w:rsidR="00427A31" w:rsidRPr="00085FAD">
              <w:rPr>
                <w:rStyle w:val="Hyperlink"/>
                <w:rFonts w:cs="Vrinda"/>
                <w:noProof/>
                <w:cs/>
                <w:lang w:bidi="bn-IN"/>
              </w:rPr>
              <w:t xml:space="preserve"> </w:t>
            </w:r>
            <w:r w:rsidR="00427A31" w:rsidRPr="00085FAD">
              <w:rPr>
                <w:rStyle w:val="Hyperlink"/>
                <w:rFonts w:cs="Vrinda" w:hint="cs"/>
                <w:noProof/>
                <w:cs/>
                <w:lang w:bidi="bn-IN"/>
              </w:rPr>
              <w:t>মতাদর্শ</w:t>
            </w:r>
            <w:r w:rsidR="00427A31" w:rsidRPr="00085FAD">
              <w:rPr>
                <w:rStyle w:val="Hyperlink"/>
                <w:rFonts w:cs="Vrinda"/>
                <w:noProof/>
                <w:cs/>
                <w:lang w:bidi="bn-IN"/>
              </w:rPr>
              <w:t xml:space="preserve"> </w:t>
            </w:r>
            <w:r w:rsidR="00427A31" w:rsidRPr="00085FAD">
              <w:rPr>
                <w:rStyle w:val="Hyperlink"/>
                <w:noProof/>
                <w:rtl/>
                <w:lang w:bidi="fa-IR"/>
              </w:rPr>
              <w:t>(</w:t>
            </w:r>
            <w:r w:rsidR="00427A31" w:rsidRPr="00085FAD">
              <w:rPr>
                <w:rStyle w:val="Hyperlink"/>
                <w:rFonts w:cs="Vrinda" w:hint="cs"/>
                <w:noProof/>
                <w:cs/>
                <w:lang w:bidi="bn-IN"/>
              </w:rPr>
              <w:t>আত্মপরিচিতির</w:t>
            </w:r>
            <w:r w:rsidR="00427A31" w:rsidRPr="00085FAD">
              <w:rPr>
                <w:rStyle w:val="Hyperlink"/>
                <w:rFonts w:cs="Vrinda"/>
                <w:noProof/>
                <w:cs/>
                <w:lang w:bidi="bn-IN"/>
              </w:rPr>
              <w:t xml:space="preserve"> </w:t>
            </w:r>
            <w:r w:rsidR="00427A31" w:rsidRPr="00085FAD">
              <w:rPr>
                <w:rStyle w:val="Hyperlink"/>
                <w:rFonts w:cs="Vrinda" w:hint="cs"/>
                <w:noProof/>
                <w:cs/>
                <w:lang w:bidi="bn-IN"/>
              </w:rPr>
              <w:t>মতবাদ</w:t>
            </w:r>
            <w:r w:rsidR="00427A31" w:rsidRPr="00085FAD">
              <w:rPr>
                <w:rStyle w:val="Hyperlink"/>
                <w:noProof/>
                <w:rtl/>
                <w:lang w:bidi="fa-IR"/>
              </w:rPr>
              <w:t>)</w:t>
            </w:r>
            <w:r w:rsidR="00427A31">
              <w:rPr>
                <w:noProof/>
                <w:webHidden/>
              </w:rPr>
              <w:tab/>
            </w:r>
            <w:r>
              <w:rPr>
                <w:noProof/>
                <w:webHidden/>
              </w:rPr>
              <w:fldChar w:fldCharType="begin"/>
            </w:r>
            <w:r w:rsidR="00427A31">
              <w:rPr>
                <w:noProof/>
                <w:webHidden/>
              </w:rPr>
              <w:instrText xml:space="preserve"> PAGEREF _Toc392601433 \h </w:instrText>
            </w:r>
            <w:r>
              <w:rPr>
                <w:noProof/>
                <w:webHidden/>
              </w:rPr>
            </w:r>
            <w:r>
              <w:rPr>
                <w:noProof/>
                <w:webHidden/>
              </w:rPr>
              <w:fldChar w:fldCharType="separate"/>
            </w:r>
            <w:r w:rsidR="00427A31">
              <w:rPr>
                <w:noProof/>
                <w:webHidden/>
              </w:rPr>
              <w:t>106</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34" w:history="1">
            <w:r w:rsidR="00427A31" w:rsidRPr="00085FAD">
              <w:rPr>
                <w:rStyle w:val="Hyperlink"/>
                <w:rFonts w:cs="Vrinda" w:hint="cs"/>
                <w:noProof/>
                <w:cs/>
                <w:lang w:bidi="bn-IN"/>
              </w:rPr>
              <w:t>পূর্ণ</w:t>
            </w:r>
            <w:r w:rsidR="00427A31" w:rsidRPr="00085FAD">
              <w:rPr>
                <w:rStyle w:val="Hyperlink"/>
                <w:rFonts w:cs="Vrinda"/>
                <w:noProof/>
                <w:cs/>
                <w:lang w:bidi="bn-IN"/>
              </w:rPr>
              <w:t xml:space="preserve"> </w:t>
            </w:r>
            <w:r w:rsidR="00427A31" w:rsidRPr="00085FAD">
              <w:rPr>
                <w:rStyle w:val="Hyperlink"/>
                <w:rFonts w:cs="Vrinda" w:hint="cs"/>
                <w:noProof/>
                <w:cs/>
                <w:lang w:bidi="bn-IN"/>
              </w:rPr>
              <w:t>মানব</w:t>
            </w:r>
            <w:r w:rsidR="00427A31" w:rsidRPr="00085FAD">
              <w:rPr>
                <w:rStyle w:val="Hyperlink"/>
                <w:rFonts w:cs="Vrinda"/>
                <w:noProof/>
                <w:cs/>
                <w:lang w:bidi="bn-IN"/>
              </w:rPr>
              <w:t xml:space="preserve"> </w:t>
            </w:r>
            <w:r w:rsidR="00427A31" w:rsidRPr="00085FAD">
              <w:rPr>
                <w:rStyle w:val="Hyperlink"/>
                <w:rFonts w:cs="Vrinda" w:hint="cs"/>
                <w:noProof/>
                <w:cs/>
                <w:lang w:bidi="bn-IN"/>
              </w:rPr>
              <w:t>সম্পর্কিত</w:t>
            </w:r>
            <w:r w:rsidR="00427A31" w:rsidRPr="00085FAD">
              <w:rPr>
                <w:rStyle w:val="Hyperlink"/>
                <w:rFonts w:cs="Vrinda"/>
                <w:noProof/>
                <w:cs/>
                <w:lang w:bidi="bn-IN"/>
              </w:rPr>
              <w:t xml:space="preserve"> </w:t>
            </w:r>
            <w:r w:rsidR="00427A31" w:rsidRPr="00085FAD">
              <w:rPr>
                <w:rStyle w:val="Hyperlink"/>
                <w:rFonts w:cs="Vrinda" w:hint="cs"/>
                <w:noProof/>
                <w:cs/>
                <w:lang w:bidi="bn-IN"/>
              </w:rPr>
              <w:t>অন্য</w:t>
            </w:r>
            <w:r w:rsidR="00427A31" w:rsidRPr="00085FAD">
              <w:rPr>
                <w:rStyle w:val="Hyperlink"/>
                <w:rFonts w:cs="Vrinda"/>
                <w:noProof/>
                <w:cs/>
                <w:lang w:bidi="bn-IN"/>
              </w:rPr>
              <w:t xml:space="preserve"> </w:t>
            </w:r>
            <w:r w:rsidR="00427A31" w:rsidRPr="00085FAD">
              <w:rPr>
                <w:rStyle w:val="Hyperlink"/>
                <w:rFonts w:cs="Vrinda" w:hint="cs"/>
                <w:noProof/>
                <w:cs/>
                <w:lang w:bidi="bn-IN"/>
              </w:rPr>
              <w:t>দু</w:t>
            </w:r>
            <w:r w:rsidR="00427A31" w:rsidRPr="00085FAD">
              <w:rPr>
                <w:rStyle w:val="Hyperlink"/>
                <w:rFonts w:ascii="Rafed Alaem" w:eastAsia="Rafed Alaem" w:hAnsi="Rafed Alaem" w:cs="Rafed Alaem"/>
                <w:noProof/>
              </w:rPr>
              <w:t>’</w:t>
            </w:r>
            <w:r w:rsidR="00427A31" w:rsidRPr="00085FAD">
              <w:rPr>
                <w:rStyle w:val="Hyperlink"/>
                <w:rFonts w:cs="Vrinda" w:hint="cs"/>
                <w:noProof/>
                <w:cs/>
                <w:lang w:bidi="bn-IN"/>
              </w:rPr>
              <w:t>টি</w:t>
            </w:r>
            <w:r w:rsidR="00427A31" w:rsidRPr="00085FAD">
              <w:rPr>
                <w:rStyle w:val="Hyperlink"/>
                <w:rFonts w:cs="Vrinda"/>
                <w:noProof/>
                <w:cs/>
                <w:lang w:bidi="bn-IN"/>
              </w:rPr>
              <w:t xml:space="preserve"> </w:t>
            </w:r>
            <w:r w:rsidR="00427A31" w:rsidRPr="00085FAD">
              <w:rPr>
                <w:rStyle w:val="Hyperlink"/>
                <w:rFonts w:cs="Vrinda" w:hint="cs"/>
                <w:noProof/>
                <w:cs/>
                <w:lang w:bidi="bn-IN"/>
              </w:rPr>
              <w:t>মতবাদ</w:t>
            </w:r>
            <w:r w:rsidR="00427A31">
              <w:rPr>
                <w:noProof/>
                <w:webHidden/>
              </w:rPr>
              <w:tab/>
            </w:r>
            <w:r>
              <w:rPr>
                <w:noProof/>
                <w:webHidden/>
              </w:rPr>
              <w:fldChar w:fldCharType="begin"/>
            </w:r>
            <w:r w:rsidR="00427A31">
              <w:rPr>
                <w:noProof/>
                <w:webHidden/>
              </w:rPr>
              <w:instrText xml:space="preserve"> PAGEREF _Toc392601434 \h </w:instrText>
            </w:r>
            <w:r>
              <w:rPr>
                <w:noProof/>
                <w:webHidden/>
              </w:rPr>
            </w:r>
            <w:r>
              <w:rPr>
                <w:noProof/>
                <w:webHidden/>
              </w:rPr>
              <w:fldChar w:fldCharType="separate"/>
            </w:r>
            <w:r w:rsidR="00427A31">
              <w:rPr>
                <w:noProof/>
                <w:webHidden/>
              </w:rPr>
              <w:t>108</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35" w:history="1">
            <w:r w:rsidR="00427A31" w:rsidRPr="00085FAD">
              <w:rPr>
                <w:rStyle w:val="Hyperlink"/>
                <w:rFonts w:cs="Vrinda" w:hint="cs"/>
                <w:noProof/>
                <w:cs/>
                <w:lang w:bidi="bn-IN"/>
              </w:rPr>
              <w:t>মৃত্যুকে</w:t>
            </w:r>
            <w:r w:rsidR="00427A31" w:rsidRPr="00085FAD">
              <w:rPr>
                <w:rStyle w:val="Hyperlink"/>
                <w:rFonts w:cs="Vrinda"/>
                <w:noProof/>
                <w:cs/>
                <w:lang w:bidi="bn-IN"/>
              </w:rPr>
              <w:t xml:space="preserve"> </w:t>
            </w:r>
            <w:r w:rsidR="00427A31" w:rsidRPr="00085FAD">
              <w:rPr>
                <w:rStyle w:val="Hyperlink"/>
                <w:rFonts w:cs="Vrinda" w:hint="cs"/>
                <w:noProof/>
                <w:cs/>
                <w:lang w:bidi="bn-IN"/>
              </w:rPr>
              <w:t>কিভাবে</w:t>
            </w:r>
            <w:r w:rsidR="00427A31" w:rsidRPr="00085FAD">
              <w:rPr>
                <w:rStyle w:val="Hyperlink"/>
                <w:rFonts w:cs="Vrinda"/>
                <w:noProof/>
                <w:cs/>
                <w:lang w:bidi="bn-IN"/>
              </w:rPr>
              <w:t xml:space="preserve"> </w:t>
            </w:r>
            <w:r w:rsidR="00427A31" w:rsidRPr="00085FAD">
              <w:rPr>
                <w:rStyle w:val="Hyperlink"/>
                <w:rFonts w:cs="Vrinda" w:hint="cs"/>
                <w:noProof/>
                <w:cs/>
                <w:lang w:bidi="bn-IN"/>
              </w:rPr>
              <w:t>গ্রহণ</w:t>
            </w:r>
            <w:r w:rsidR="00427A31" w:rsidRPr="00085FAD">
              <w:rPr>
                <w:rStyle w:val="Hyperlink"/>
                <w:rFonts w:cs="Vrinda"/>
                <w:noProof/>
                <w:cs/>
                <w:lang w:bidi="bn-IN"/>
              </w:rPr>
              <w:t xml:space="preserve"> </w:t>
            </w:r>
            <w:r w:rsidR="00427A31" w:rsidRPr="00085FAD">
              <w:rPr>
                <w:rStyle w:val="Hyperlink"/>
                <w:rFonts w:cs="Vrinda" w:hint="cs"/>
                <w:noProof/>
                <w:cs/>
                <w:lang w:bidi="bn-IN"/>
              </w:rPr>
              <w:t>করব</w:t>
            </w:r>
            <w:r w:rsidR="00427A31" w:rsidRPr="00085FAD">
              <w:rPr>
                <w:rStyle w:val="Hyperlink"/>
                <w:noProof/>
              </w:rPr>
              <w:t>?</w:t>
            </w:r>
            <w:r w:rsidR="00427A31">
              <w:rPr>
                <w:noProof/>
                <w:webHidden/>
              </w:rPr>
              <w:tab/>
            </w:r>
            <w:r>
              <w:rPr>
                <w:noProof/>
                <w:webHidden/>
              </w:rPr>
              <w:fldChar w:fldCharType="begin"/>
            </w:r>
            <w:r w:rsidR="00427A31">
              <w:rPr>
                <w:noProof/>
                <w:webHidden/>
              </w:rPr>
              <w:instrText xml:space="preserve"> PAGEREF _Toc392601435 \h </w:instrText>
            </w:r>
            <w:r>
              <w:rPr>
                <w:noProof/>
                <w:webHidden/>
              </w:rPr>
            </w:r>
            <w:r>
              <w:rPr>
                <w:noProof/>
                <w:webHidden/>
              </w:rPr>
              <w:fldChar w:fldCharType="separate"/>
            </w:r>
            <w:r w:rsidR="00427A31">
              <w:rPr>
                <w:noProof/>
                <w:webHidden/>
              </w:rPr>
              <w:t>110</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36" w:history="1">
            <w:r w:rsidR="00427A31" w:rsidRPr="00085FAD">
              <w:rPr>
                <w:rStyle w:val="Hyperlink"/>
                <w:rFonts w:cs="Vrinda" w:hint="cs"/>
                <w:noProof/>
                <w:cs/>
                <w:lang w:bidi="bn-IN"/>
              </w:rPr>
              <w:t>আলী</w:t>
            </w:r>
            <w:r w:rsidR="00427A31" w:rsidRPr="00085FAD">
              <w:rPr>
                <w:rStyle w:val="Hyperlink"/>
                <w:rFonts w:cs="Vrinda"/>
                <w:noProof/>
                <w:cs/>
                <w:lang w:bidi="bn-IN"/>
              </w:rPr>
              <w:t xml:space="preserve"> (</w:t>
            </w:r>
            <w:r w:rsidR="00427A31" w:rsidRPr="00085FAD">
              <w:rPr>
                <w:rStyle w:val="Hyperlink"/>
                <w:rFonts w:cs="Vrinda" w:hint="cs"/>
                <w:noProof/>
                <w:cs/>
                <w:lang w:bidi="bn-IN"/>
              </w:rPr>
              <w:t>আ</w:t>
            </w:r>
            <w:r w:rsidR="00427A31" w:rsidRPr="00085FAD">
              <w:rPr>
                <w:rStyle w:val="Hyperlink"/>
                <w:rFonts w:cs="Vrinda"/>
                <w:noProof/>
                <w:cs/>
                <w:lang w:bidi="bn-IN"/>
              </w:rPr>
              <w:t>.)-</w:t>
            </w:r>
            <w:r w:rsidR="00427A31" w:rsidRPr="00085FAD">
              <w:rPr>
                <w:rStyle w:val="Hyperlink"/>
                <w:rFonts w:cs="Vrinda" w:hint="cs"/>
                <w:noProof/>
                <w:cs/>
                <w:lang w:bidi="bn-IN"/>
              </w:rPr>
              <w:t>এর</w:t>
            </w:r>
            <w:r w:rsidR="00427A31" w:rsidRPr="00085FAD">
              <w:rPr>
                <w:rStyle w:val="Hyperlink"/>
                <w:rFonts w:cs="Vrinda"/>
                <w:noProof/>
                <w:cs/>
                <w:lang w:bidi="bn-IN"/>
              </w:rPr>
              <w:t xml:space="preserve"> </w:t>
            </w:r>
            <w:r w:rsidR="00427A31" w:rsidRPr="00085FAD">
              <w:rPr>
                <w:rStyle w:val="Hyperlink"/>
                <w:rFonts w:cs="Vrinda" w:hint="cs"/>
                <w:noProof/>
                <w:cs/>
                <w:lang w:bidi="bn-IN"/>
              </w:rPr>
              <w:t>গোপনে</w:t>
            </w:r>
            <w:r w:rsidR="00427A31" w:rsidRPr="00085FAD">
              <w:rPr>
                <w:rStyle w:val="Hyperlink"/>
                <w:rFonts w:cs="Vrinda"/>
                <w:noProof/>
                <w:cs/>
                <w:lang w:bidi="bn-IN"/>
              </w:rPr>
              <w:t xml:space="preserve"> </w:t>
            </w:r>
            <w:r w:rsidR="00427A31" w:rsidRPr="00085FAD">
              <w:rPr>
                <w:rStyle w:val="Hyperlink"/>
                <w:rFonts w:cs="Vrinda" w:hint="cs"/>
                <w:noProof/>
                <w:cs/>
                <w:lang w:bidi="bn-IN"/>
              </w:rPr>
              <w:t>দাফন</w:t>
            </w:r>
            <w:r w:rsidR="00427A31">
              <w:rPr>
                <w:noProof/>
                <w:webHidden/>
              </w:rPr>
              <w:tab/>
            </w:r>
            <w:r>
              <w:rPr>
                <w:noProof/>
                <w:webHidden/>
              </w:rPr>
              <w:fldChar w:fldCharType="begin"/>
            </w:r>
            <w:r w:rsidR="00427A31">
              <w:rPr>
                <w:noProof/>
                <w:webHidden/>
              </w:rPr>
              <w:instrText xml:space="preserve"> PAGEREF _Toc392601436 \h </w:instrText>
            </w:r>
            <w:r>
              <w:rPr>
                <w:noProof/>
                <w:webHidden/>
              </w:rPr>
            </w:r>
            <w:r>
              <w:rPr>
                <w:noProof/>
                <w:webHidden/>
              </w:rPr>
              <w:fldChar w:fldCharType="separate"/>
            </w:r>
            <w:r w:rsidR="00427A31">
              <w:rPr>
                <w:noProof/>
                <w:webHidden/>
              </w:rPr>
              <w:t>113</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37" w:history="1">
            <w:r w:rsidR="00427A31" w:rsidRPr="00085FAD">
              <w:rPr>
                <w:rStyle w:val="Hyperlink"/>
                <w:rFonts w:cs="Vrinda" w:hint="cs"/>
                <w:noProof/>
                <w:cs/>
                <w:lang w:bidi="bn-IN"/>
              </w:rPr>
              <w:t>বুদ্ধিবৃত্তিক</w:t>
            </w:r>
            <w:r w:rsidR="00427A31" w:rsidRPr="00085FAD">
              <w:rPr>
                <w:rStyle w:val="Hyperlink"/>
                <w:rFonts w:cs="Vrinda"/>
                <w:noProof/>
                <w:cs/>
                <w:lang w:bidi="bn-IN"/>
              </w:rPr>
              <w:t xml:space="preserve"> </w:t>
            </w:r>
            <w:r w:rsidR="00427A31" w:rsidRPr="00085FAD">
              <w:rPr>
                <w:rStyle w:val="Hyperlink"/>
                <w:rFonts w:cs="Vrinda" w:hint="cs"/>
                <w:noProof/>
                <w:cs/>
                <w:lang w:bidi="bn-IN"/>
              </w:rPr>
              <w:t>মতবাদের</w:t>
            </w:r>
            <w:r w:rsidR="00427A31" w:rsidRPr="00085FAD">
              <w:rPr>
                <w:rStyle w:val="Hyperlink"/>
                <w:rFonts w:cs="Vrinda"/>
                <w:noProof/>
                <w:cs/>
                <w:lang w:bidi="bn-IN"/>
              </w:rPr>
              <w:t xml:space="preserve"> </w:t>
            </w:r>
            <w:r w:rsidR="00427A31" w:rsidRPr="00085FAD">
              <w:rPr>
                <w:rStyle w:val="Hyperlink"/>
                <w:rFonts w:cs="Vrinda" w:hint="cs"/>
                <w:noProof/>
                <w:cs/>
                <w:lang w:bidi="bn-IN"/>
              </w:rPr>
              <w:t>পর্যালোচনা</w:t>
            </w:r>
            <w:r w:rsidR="00427A31">
              <w:rPr>
                <w:noProof/>
                <w:webHidden/>
              </w:rPr>
              <w:tab/>
            </w:r>
            <w:r>
              <w:rPr>
                <w:noProof/>
                <w:webHidden/>
              </w:rPr>
              <w:fldChar w:fldCharType="begin"/>
            </w:r>
            <w:r w:rsidR="00427A31">
              <w:rPr>
                <w:noProof/>
                <w:webHidden/>
              </w:rPr>
              <w:instrText xml:space="preserve"> PAGEREF _Toc392601437 \h </w:instrText>
            </w:r>
            <w:r>
              <w:rPr>
                <w:noProof/>
                <w:webHidden/>
              </w:rPr>
            </w:r>
            <w:r>
              <w:rPr>
                <w:noProof/>
                <w:webHidden/>
              </w:rPr>
              <w:fldChar w:fldCharType="separate"/>
            </w:r>
            <w:r w:rsidR="00427A31">
              <w:rPr>
                <w:noProof/>
                <w:webHidden/>
              </w:rPr>
              <w:t>116</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38" w:history="1">
            <w:r w:rsidR="00427A31" w:rsidRPr="00085FAD">
              <w:rPr>
                <w:rStyle w:val="Hyperlink"/>
                <w:rFonts w:cs="Vrinda" w:hint="cs"/>
                <w:noProof/>
                <w:cs/>
                <w:lang w:bidi="bn-IN"/>
              </w:rPr>
              <w:t>ইসলামে</w:t>
            </w:r>
            <w:r w:rsidR="00427A31" w:rsidRPr="00085FAD">
              <w:rPr>
                <w:rStyle w:val="Hyperlink"/>
                <w:rFonts w:cs="Vrinda"/>
                <w:noProof/>
                <w:cs/>
                <w:lang w:bidi="bn-IN"/>
              </w:rPr>
              <w:t xml:space="preserve"> </w:t>
            </w:r>
            <w:r w:rsidR="00427A31" w:rsidRPr="00085FAD">
              <w:rPr>
                <w:rStyle w:val="Hyperlink"/>
                <w:rFonts w:cs="Vrinda" w:hint="cs"/>
                <w:noProof/>
                <w:cs/>
                <w:lang w:bidi="bn-IN"/>
              </w:rPr>
              <w:t>বুদ্ধিবৃত্তিক</w:t>
            </w:r>
            <w:r w:rsidR="00427A31" w:rsidRPr="00085FAD">
              <w:rPr>
                <w:rStyle w:val="Hyperlink"/>
                <w:rFonts w:cs="Vrinda"/>
                <w:noProof/>
                <w:cs/>
                <w:lang w:bidi="bn-IN"/>
              </w:rPr>
              <w:t xml:space="preserve"> </w:t>
            </w:r>
            <w:r w:rsidR="00427A31" w:rsidRPr="00085FAD">
              <w:rPr>
                <w:rStyle w:val="Hyperlink"/>
                <w:rFonts w:cs="Vrinda" w:hint="cs"/>
                <w:noProof/>
                <w:cs/>
                <w:lang w:bidi="bn-IN"/>
              </w:rPr>
              <w:t>পরিচয়ের</w:t>
            </w:r>
            <w:r w:rsidR="00427A31" w:rsidRPr="00085FAD">
              <w:rPr>
                <w:rStyle w:val="Hyperlink"/>
                <w:rFonts w:cs="Vrinda"/>
                <w:noProof/>
                <w:cs/>
                <w:lang w:bidi="bn-IN"/>
              </w:rPr>
              <w:t xml:space="preserve"> (</w:t>
            </w:r>
            <w:r w:rsidR="00427A31" w:rsidRPr="00085FAD">
              <w:rPr>
                <w:rStyle w:val="Hyperlink"/>
                <w:rFonts w:cs="Vrinda" w:hint="cs"/>
                <w:noProof/>
                <w:cs/>
                <w:lang w:bidi="bn-IN"/>
              </w:rPr>
              <w:t>মারেফাত</w:t>
            </w:r>
            <w:r w:rsidR="00427A31" w:rsidRPr="00085FAD">
              <w:rPr>
                <w:rStyle w:val="Hyperlink"/>
                <w:rFonts w:cs="Vrinda"/>
                <w:noProof/>
                <w:cs/>
                <w:lang w:bidi="bn-IN"/>
              </w:rPr>
              <w:t xml:space="preserve">) </w:t>
            </w:r>
            <w:r w:rsidR="00427A31" w:rsidRPr="00085FAD">
              <w:rPr>
                <w:rStyle w:val="Hyperlink"/>
                <w:rFonts w:cs="Vrinda" w:hint="cs"/>
                <w:noProof/>
                <w:cs/>
                <w:lang w:bidi="bn-IN"/>
              </w:rPr>
              <w:t>মৌলিকত্ব</w:t>
            </w:r>
            <w:r w:rsidR="00427A31">
              <w:rPr>
                <w:noProof/>
                <w:webHidden/>
              </w:rPr>
              <w:tab/>
            </w:r>
            <w:r>
              <w:rPr>
                <w:noProof/>
                <w:webHidden/>
              </w:rPr>
              <w:fldChar w:fldCharType="begin"/>
            </w:r>
            <w:r w:rsidR="00427A31">
              <w:rPr>
                <w:noProof/>
                <w:webHidden/>
              </w:rPr>
              <w:instrText xml:space="preserve"> PAGEREF _Toc392601438 \h </w:instrText>
            </w:r>
            <w:r>
              <w:rPr>
                <w:noProof/>
                <w:webHidden/>
              </w:rPr>
            </w:r>
            <w:r>
              <w:rPr>
                <w:noProof/>
                <w:webHidden/>
              </w:rPr>
              <w:fldChar w:fldCharType="separate"/>
            </w:r>
            <w:r w:rsidR="00427A31">
              <w:rPr>
                <w:noProof/>
                <w:webHidden/>
              </w:rPr>
              <w:t>119</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39" w:history="1">
            <w:r w:rsidR="00427A31" w:rsidRPr="00085FAD">
              <w:rPr>
                <w:rStyle w:val="Hyperlink"/>
                <w:rFonts w:cs="Vrinda" w:hint="cs"/>
                <w:noProof/>
                <w:cs/>
                <w:lang w:bidi="bn-IN"/>
              </w:rPr>
              <w:t>বুদ্ধিবৃত্তিক</w:t>
            </w:r>
            <w:r w:rsidR="00427A31" w:rsidRPr="00085FAD">
              <w:rPr>
                <w:rStyle w:val="Hyperlink"/>
                <w:rFonts w:cs="Vrinda"/>
                <w:noProof/>
                <w:cs/>
                <w:lang w:bidi="bn-IN"/>
              </w:rPr>
              <w:t xml:space="preserve"> </w:t>
            </w:r>
            <w:r w:rsidR="00427A31" w:rsidRPr="00085FAD">
              <w:rPr>
                <w:rStyle w:val="Hyperlink"/>
                <w:rFonts w:cs="Vrinda" w:hint="cs"/>
                <w:noProof/>
                <w:cs/>
                <w:lang w:bidi="bn-IN"/>
              </w:rPr>
              <w:t>মতবাদের</w:t>
            </w:r>
            <w:r w:rsidR="00427A31" w:rsidRPr="00085FAD">
              <w:rPr>
                <w:rStyle w:val="Hyperlink"/>
                <w:rFonts w:cs="Vrinda"/>
                <w:noProof/>
                <w:cs/>
                <w:lang w:bidi="bn-IN"/>
              </w:rPr>
              <w:t xml:space="preserve"> </w:t>
            </w:r>
            <w:r w:rsidR="00427A31" w:rsidRPr="00085FAD">
              <w:rPr>
                <w:rStyle w:val="Hyperlink"/>
                <w:rFonts w:cs="Vrinda" w:hint="cs"/>
                <w:noProof/>
                <w:cs/>
                <w:lang w:bidi="bn-IN"/>
              </w:rPr>
              <w:t>দু</w:t>
            </w:r>
            <w:r w:rsidR="00427A31" w:rsidRPr="00085FAD">
              <w:rPr>
                <w:rStyle w:val="Hyperlink"/>
                <w:rFonts w:ascii="Rafed Alaem" w:eastAsia="Rafed Alaem" w:hAnsi="Rafed Alaem" w:cs="Rafed Alaem"/>
                <w:noProof/>
              </w:rPr>
              <w:t>’</w:t>
            </w:r>
            <w:r w:rsidR="00427A31" w:rsidRPr="00085FAD">
              <w:rPr>
                <w:rStyle w:val="Hyperlink"/>
                <w:rFonts w:cs="Vrinda" w:hint="cs"/>
                <w:noProof/>
                <w:cs/>
                <w:lang w:bidi="bn-IN"/>
              </w:rPr>
              <w:t>টি</w:t>
            </w:r>
            <w:r w:rsidR="00427A31" w:rsidRPr="00085FAD">
              <w:rPr>
                <w:rStyle w:val="Hyperlink"/>
                <w:rFonts w:cs="Vrinda"/>
                <w:noProof/>
                <w:cs/>
                <w:lang w:bidi="bn-IN"/>
              </w:rPr>
              <w:t xml:space="preserve"> </w:t>
            </w:r>
            <w:r w:rsidR="00427A31" w:rsidRPr="00085FAD">
              <w:rPr>
                <w:rStyle w:val="Hyperlink"/>
                <w:rFonts w:cs="Vrinda" w:hint="cs"/>
                <w:noProof/>
                <w:cs/>
                <w:lang w:bidi="bn-IN"/>
              </w:rPr>
              <w:t>ত্রুটি</w:t>
            </w:r>
            <w:r w:rsidR="00427A31">
              <w:rPr>
                <w:noProof/>
                <w:webHidden/>
              </w:rPr>
              <w:tab/>
            </w:r>
            <w:r>
              <w:rPr>
                <w:noProof/>
                <w:webHidden/>
              </w:rPr>
              <w:fldChar w:fldCharType="begin"/>
            </w:r>
            <w:r w:rsidR="00427A31">
              <w:rPr>
                <w:noProof/>
                <w:webHidden/>
              </w:rPr>
              <w:instrText xml:space="preserve"> PAGEREF _Toc392601439 \h </w:instrText>
            </w:r>
            <w:r>
              <w:rPr>
                <w:noProof/>
                <w:webHidden/>
              </w:rPr>
            </w:r>
            <w:r>
              <w:rPr>
                <w:noProof/>
                <w:webHidden/>
              </w:rPr>
              <w:fldChar w:fldCharType="separate"/>
            </w:r>
            <w:r w:rsidR="00427A31">
              <w:rPr>
                <w:noProof/>
                <w:webHidden/>
              </w:rPr>
              <w:t>122</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40" w:history="1">
            <w:r w:rsidR="00427A31" w:rsidRPr="00085FAD">
              <w:rPr>
                <w:rStyle w:val="Hyperlink"/>
                <w:rFonts w:cs="Vrinda" w:hint="cs"/>
                <w:noProof/>
                <w:cs/>
                <w:lang w:bidi="bn-IN"/>
              </w:rPr>
              <w:t>ঈমানের</w:t>
            </w:r>
            <w:r w:rsidR="00427A31" w:rsidRPr="00085FAD">
              <w:rPr>
                <w:rStyle w:val="Hyperlink"/>
                <w:rFonts w:cs="Vrinda"/>
                <w:noProof/>
                <w:cs/>
                <w:lang w:bidi="bn-IN"/>
              </w:rPr>
              <w:t xml:space="preserve"> </w:t>
            </w:r>
            <w:r w:rsidR="00427A31" w:rsidRPr="00085FAD">
              <w:rPr>
                <w:rStyle w:val="Hyperlink"/>
                <w:rFonts w:cs="Vrinda" w:hint="cs"/>
                <w:noProof/>
                <w:cs/>
                <w:lang w:bidi="bn-IN"/>
              </w:rPr>
              <w:t>মৌলিকত্ব</w:t>
            </w:r>
            <w:r w:rsidR="00427A31">
              <w:rPr>
                <w:noProof/>
                <w:webHidden/>
              </w:rPr>
              <w:tab/>
            </w:r>
            <w:r>
              <w:rPr>
                <w:noProof/>
                <w:webHidden/>
              </w:rPr>
              <w:fldChar w:fldCharType="begin"/>
            </w:r>
            <w:r w:rsidR="00427A31">
              <w:rPr>
                <w:noProof/>
                <w:webHidden/>
              </w:rPr>
              <w:instrText xml:space="preserve"> PAGEREF _Toc392601440 \h </w:instrText>
            </w:r>
            <w:r>
              <w:rPr>
                <w:noProof/>
                <w:webHidden/>
              </w:rPr>
            </w:r>
            <w:r>
              <w:rPr>
                <w:noProof/>
                <w:webHidden/>
              </w:rPr>
              <w:fldChar w:fldCharType="separate"/>
            </w:r>
            <w:r w:rsidR="00427A31">
              <w:rPr>
                <w:noProof/>
                <w:webHidden/>
              </w:rPr>
              <w:t>126</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41" w:history="1">
            <w:r w:rsidR="00427A31" w:rsidRPr="00085FAD">
              <w:rPr>
                <w:rStyle w:val="Hyperlink"/>
                <w:rFonts w:cs="Vrinda" w:hint="cs"/>
                <w:noProof/>
                <w:cs/>
                <w:lang w:bidi="bn-IN"/>
              </w:rPr>
              <w:t>এরফানী</w:t>
            </w:r>
            <w:r w:rsidR="00427A31" w:rsidRPr="00085FAD">
              <w:rPr>
                <w:rStyle w:val="Hyperlink"/>
                <w:rFonts w:cs="Vrinda"/>
                <w:noProof/>
                <w:cs/>
                <w:lang w:bidi="bn-IN"/>
              </w:rPr>
              <w:t xml:space="preserve"> </w:t>
            </w:r>
            <w:r w:rsidR="00427A31" w:rsidRPr="00085FAD">
              <w:rPr>
                <w:rStyle w:val="Hyperlink"/>
                <w:rFonts w:cs="Vrinda" w:hint="cs"/>
                <w:noProof/>
                <w:cs/>
                <w:lang w:bidi="bn-IN"/>
              </w:rPr>
              <w:t>মতবাদের</w:t>
            </w:r>
            <w:r w:rsidR="00427A31" w:rsidRPr="00085FAD">
              <w:rPr>
                <w:rStyle w:val="Hyperlink"/>
                <w:rFonts w:cs="Vrinda"/>
                <w:noProof/>
                <w:cs/>
                <w:lang w:bidi="bn-IN"/>
              </w:rPr>
              <w:t xml:space="preserve"> </w:t>
            </w:r>
            <w:r w:rsidR="00427A31" w:rsidRPr="00085FAD">
              <w:rPr>
                <w:rStyle w:val="Hyperlink"/>
                <w:rFonts w:cs="Vrinda" w:hint="cs"/>
                <w:noProof/>
                <w:cs/>
                <w:lang w:bidi="bn-IN"/>
              </w:rPr>
              <w:t>ব্যাখ্যা</w:t>
            </w:r>
            <w:r w:rsidR="00427A31">
              <w:rPr>
                <w:noProof/>
                <w:webHidden/>
              </w:rPr>
              <w:tab/>
            </w:r>
            <w:r>
              <w:rPr>
                <w:noProof/>
                <w:webHidden/>
              </w:rPr>
              <w:fldChar w:fldCharType="begin"/>
            </w:r>
            <w:r w:rsidR="00427A31">
              <w:rPr>
                <w:noProof/>
                <w:webHidden/>
              </w:rPr>
              <w:instrText xml:space="preserve"> PAGEREF _Toc392601441 \h </w:instrText>
            </w:r>
            <w:r>
              <w:rPr>
                <w:noProof/>
                <w:webHidden/>
              </w:rPr>
            </w:r>
            <w:r>
              <w:rPr>
                <w:noProof/>
                <w:webHidden/>
              </w:rPr>
              <w:fldChar w:fldCharType="separate"/>
            </w:r>
            <w:r w:rsidR="00427A31">
              <w:rPr>
                <w:noProof/>
                <w:webHidden/>
              </w:rPr>
              <w:t>133</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42" w:history="1">
            <w:r w:rsidR="00427A31" w:rsidRPr="00085FAD">
              <w:rPr>
                <w:rStyle w:val="Hyperlink"/>
                <w:rFonts w:cs="Vrinda" w:hint="cs"/>
                <w:noProof/>
                <w:cs/>
                <w:lang w:bidi="bn-IN"/>
              </w:rPr>
              <w:t>পূর্ণতায়</w:t>
            </w:r>
            <w:r w:rsidR="00427A31" w:rsidRPr="00085FAD">
              <w:rPr>
                <w:rStyle w:val="Hyperlink"/>
                <w:rFonts w:cs="Vrinda"/>
                <w:noProof/>
                <w:cs/>
                <w:lang w:bidi="bn-IN"/>
              </w:rPr>
              <w:t xml:space="preserve"> </w:t>
            </w:r>
            <w:r w:rsidR="00427A31" w:rsidRPr="00085FAD">
              <w:rPr>
                <w:rStyle w:val="Hyperlink"/>
                <w:rFonts w:cs="Vrinda" w:hint="cs"/>
                <w:noProof/>
                <w:cs/>
                <w:lang w:bidi="bn-IN"/>
              </w:rPr>
              <w:t>পৌছার</w:t>
            </w:r>
            <w:r w:rsidR="00427A31" w:rsidRPr="00085FAD">
              <w:rPr>
                <w:rStyle w:val="Hyperlink"/>
                <w:rFonts w:cs="Vrinda"/>
                <w:noProof/>
                <w:cs/>
                <w:lang w:bidi="bn-IN"/>
              </w:rPr>
              <w:t xml:space="preserve"> </w:t>
            </w:r>
            <w:r w:rsidR="00427A31" w:rsidRPr="00085FAD">
              <w:rPr>
                <w:rStyle w:val="Hyperlink"/>
                <w:rFonts w:cs="Vrinda" w:hint="cs"/>
                <w:noProof/>
                <w:cs/>
                <w:lang w:bidi="bn-IN"/>
              </w:rPr>
              <w:t>পথ</w:t>
            </w:r>
            <w:r w:rsidR="00427A31">
              <w:rPr>
                <w:noProof/>
                <w:webHidden/>
              </w:rPr>
              <w:tab/>
            </w:r>
            <w:r>
              <w:rPr>
                <w:noProof/>
                <w:webHidden/>
              </w:rPr>
              <w:fldChar w:fldCharType="begin"/>
            </w:r>
            <w:r w:rsidR="00427A31">
              <w:rPr>
                <w:noProof/>
                <w:webHidden/>
              </w:rPr>
              <w:instrText xml:space="preserve"> PAGEREF _Toc392601442 \h </w:instrText>
            </w:r>
            <w:r>
              <w:rPr>
                <w:noProof/>
                <w:webHidden/>
              </w:rPr>
            </w:r>
            <w:r>
              <w:rPr>
                <w:noProof/>
                <w:webHidden/>
              </w:rPr>
              <w:fldChar w:fldCharType="separate"/>
            </w:r>
            <w:r w:rsidR="00427A31">
              <w:rPr>
                <w:noProof/>
                <w:webHidden/>
              </w:rPr>
              <w:t>136</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43" w:history="1">
            <w:r w:rsidR="00427A31" w:rsidRPr="00085FAD">
              <w:rPr>
                <w:rStyle w:val="Hyperlink"/>
                <w:rFonts w:cs="Vrinda" w:hint="cs"/>
                <w:noProof/>
                <w:cs/>
                <w:lang w:bidi="bn-IN"/>
              </w:rPr>
              <w:t>আরোপিত</w:t>
            </w:r>
            <w:r w:rsidR="00427A31" w:rsidRPr="00085FAD">
              <w:rPr>
                <w:rStyle w:val="Hyperlink"/>
                <w:rFonts w:cs="Vrinda"/>
                <w:noProof/>
                <w:cs/>
                <w:lang w:bidi="bn-IN"/>
              </w:rPr>
              <w:t xml:space="preserve"> </w:t>
            </w:r>
            <w:r w:rsidR="00427A31" w:rsidRPr="00085FAD">
              <w:rPr>
                <w:rStyle w:val="Hyperlink"/>
                <w:rFonts w:cs="Vrinda" w:hint="cs"/>
                <w:noProof/>
                <w:cs/>
                <w:lang w:bidi="bn-IN"/>
              </w:rPr>
              <w:t>জ্ঞান</w:t>
            </w:r>
            <w:r w:rsidR="00427A31">
              <w:rPr>
                <w:noProof/>
                <w:webHidden/>
              </w:rPr>
              <w:tab/>
            </w:r>
            <w:r>
              <w:rPr>
                <w:noProof/>
                <w:webHidden/>
              </w:rPr>
              <w:fldChar w:fldCharType="begin"/>
            </w:r>
            <w:r w:rsidR="00427A31">
              <w:rPr>
                <w:noProof/>
                <w:webHidden/>
              </w:rPr>
              <w:instrText xml:space="preserve"> PAGEREF _Toc392601443 \h </w:instrText>
            </w:r>
            <w:r>
              <w:rPr>
                <w:noProof/>
                <w:webHidden/>
              </w:rPr>
            </w:r>
            <w:r>
              <w:rPr>
                <w:noProof/>
                <w:webHidden/>
              </w:rPr>
              <w:fldChar w:fldCharType="separate"/>
            </w:r>
            <w:r w:rsidR="00427A31">
              <w:rPr>
                <w:noProof/>
                <w:webHidden/>
              </w:rPr>
              <w:t>141</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44" w:history="1">
            <w:r w:rsidR="00427A31" w:rsidRPr="00085FAD">
              <w:rPr>
                <w:rStyle w:val="Hyperlink"/>
                <w:rFonts w:cs="Vrinda" w:hint="cs"/>
                <w:noProof/>
                <w:cs/>
                <w:lang w:bidi="bn-IN"/>
              </w:rPr>
              <w:t>আত্মার</w:t>
            </w:r>
            <w:r w:rsidR="00427A31" w:rsidRPr="00085FAD">
              <w:rPr>
                <w:rStyle w:val="Hyperlink"/>
                <w:rFonts w:cs="Vrinda"/>
                <w:noProof/>
                <w:cs/>
                <w:lang w:bidi="bn-IN"/>
              </w:rPr>
              <w:t xml:space="preserve"> </w:t>
            </w:r>
            <w:r w:rsidR="00427A31" w:rsidRPr="00085FAD">
              <w:rPr>
                <w:rStyle w:val="Hyperlink"/>
                <w:rFonts w:cs="Vrinda" w:hint="cs"/>
                <w:noProof/>
                <w:cs/>
                <w:lang w:bidi="bn-IN"/>
              </w:rPr>
              <w:t>ঊর্ধ্বগতি</w:t>
            </w:r>
            <w:r w:rsidR="00427A31" w:rsidRPr="00085FAD">
              <w:rPr>
                <w:rStyle w:val="Hyperlink"/>
                <w:rFonts w:cs="Vrinda"/>
                <w:noProof/>
                <w:cs/>
                <w:lang w:bidi="bn-IN"/>
              </w:rPr>
              <w:t xml:space="preserve"> </w:t>
            </w:r>
            <w:r w:rsidR="00427A31" w:rsidRPr="00085FAD">
              <w:rPr>
                <w:rStyle w:val="Hyperlink"/>
                <w:rFonts w:cs="Vrinda" w:hint="cs"/>
                <w:noProof/>
                <w:cs/>
                <w:lang w:bidi="bn-IN"/>
              </w:rPr>
              <w:t>ও</w:t>
            </w:r>
            <w:r w:rsidR="00427A31" w:rsidRPr="00085FAD">
              <w:rPr>
                <w:rStyle w:val="Hyperlink"/>
                <w:rFonts w:cs="Vrinda"/>
                <w:noProof/>
                <w:cs/>
                <w:lang w:bidi="bn-IN"/>
              </w:rPr>
              <w:t xml:space="preserve"> </w:t>
            </w:r>
            <w:r w:rsidR="00427A31" w:rsidRPr="00085FAD">
              <w:rPr>
                <w:rStyle w:val="Hyperlink"/>
                <w:rFonts w:cs="Vrinda" w:hint="cs"/>
                <w:noProof/>
                <w:cs/>
                <w:lang w:bidi="bn-IN"/>
              </w:rPr>
              <w:t>নিম্নগতি</w:t>
            </w:r>
            <w:r w:rsidR="00427A31">
              <w:rPr>
                <w:noProof/>
                <w:webHidden/>
              </w:rPr>
              <w:tab/>
            </w:r>
            <w:r>
              <w:rPr>
                <w:noProof/>
                <w:webHidden/>
              </w:rPr>
              <w:fldChar w:fldCharType="begin"/>
            </w:r>
            <w:r w:rsidR="00427A31">
              <w:rPr>
                <w:noProof/>
                <w:webHidden/>
              </w:rPr>
              <w:instrText xml:space="preserve"> PAGEREF _Toc392601444 \h </w:instrText>
            </w:r>
            <w:r>
              <w:rPr>
                <w:noProof/>
                <w:webHidden/>
              </w:rPr>
            </w:r>
            <w:r>
              <w:rPr>
                <w:noProof/>
                <w:webHidden/>
              </w:rPr>
              <w:fldChar w:fldCharType="separate"/>
            </w:r>
            <w:r w:rsidR="00427A31">
              <w:rPr>
                <w:noProof/>
                <w:webHidden/>
              </w:rPr>
              <w:t>144</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45" w:history="1">
            <w:r w:rsidR="00427A31" w:rsidRPr="00085FAD">
              <w:rPr>
                <w:rStyle w:val="Hyperlink"/>
                <w:rFonts w:cs="Vrinda" w:hint="cs"/>
                <w:noProof/>
                <w:cs/>
                <w:lang w:bidi="bn-IN"/>
              </w:rPr>
              <w:t>এরফানী</w:t>
            </w:r>
            <w:r w:rsidR="00427A31" w:rsidRPr="00085FAD">
              <w:rPr>
                <w:rStyle w:val="Hyperlink"/>
                <w:rFonts w:cs="Vrinda"/>
                <w:noProof/>
                <w:cs/>
                <w:lang w:bidi="bn-IN"/>
              </w:rPr>
              <w:t xml:space="preserve"> </w:t>
            </w:r>
            <w:r w:rsidR="00427A31" w:rsidRPr="00085FAD">
              <w:rPr>
                <w:rStyle w:val="Hyperlink"/>
                <w:rFonts w:cs="Vrinda" w:hint="cs"/>
                <w:noProof/>
                <w:cs/>
                <w:lang w:bidi="bn-IN"/>
              </w:rPr>
              <w:t>মতবাদের</w:t>
            </w:r>
            <w:r w:rsidR="00427A31" w:rsidRPr="00085FAD">
              <w:rPr>
                <w:rStyle w:val="Hyperlink"/>
                <w:rFonts w:cs="Vrinda"/>
                <w:noProof/>
                <w:cs/>
                <w:lang w:bidi="bn-IN"/>
              </w:rPr>
              <w:t xml:space="preserve"> </w:t>
            </w:r>
            <w:r w:rsidR="00427A31" w:rsidRPr="00085FAD">
              <w:rPr>
                <w:rStyle w:val="Hyperlink"/>
                <w:rFonts w:cs="Vrinda" w:hint="cs"/>
                <w:noProof/>
                <w:cs/>
                <w:lang w:bidi="bn-IN"/>
              </w:rPr>
              <w:t>ত্রুটিসমূহ</w:t>
            </w:r>
            <w:r w:rsidR="00427A31">
              <w:rPr>
                <w:noProof/>
                <w:webHidden/>
              </w:rPr>
              <w:tab/>
            </w:r>
            <w:r>
              <w:rPr>
                <w:noProof/>
                <w:webHidden/>
              </w:rPr>
              <w:fldChar w:fldCharType="begin"/>
            </w:r>
            <w:r w:rsidR="00427A31">
              <w:rPr>
                <w:noProof/>
                <w:webHidden/>
              </w:rPr>
              <w:instrText xml:space="preserve"> PAGEREF _Toc392601445 \h </w:instrText>
            </w:r>
            <w:r>
              <w:rPr>
                <w:noProof/>
                <w:webHidden/>
              </w:rPr>
            </w:r>
            <w:r>
              <w:rPr>
                <w:noProof/>
                <w:webHidden/>
              </w:rPr>
              <w:fldChar w:fldCharType="separate"/>
            </w:r>
            <w:r w:rsidR="00427A31">
              <w:rPr>
                <w:noProof/>
                <w:webHidden/>
              </w:rPr>
              <w:t>148</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46" w:history="1">
            <w:r w:rsidR="00427A31" w:rsidRPr="00085FAD">
              <w:rPr>
                <w:rStyle w:val="Hyperlink"/>
                <w:rFonts w:cs="Vrinda" w:hint="cs"/>
                <w:noProof/>
                <w:cs/>
                <w:lang w:bidi="bn-IN"/>
              </w:rPr>
              <w:t>এরফানী</w:t>
            </w:r>
            <w:r w:rsidR="00427A31" w:rsidRPr="00085FAD">
              <w:rPr>
                <w:rStyle w:val="Hyperlink"/>
                <w:rFonts w:cs="Vrinda"/>
                <w:noProof/>
                <w:cs/>
                <w:lang w:bidi="bn-IN"/>
              </w:rPr>
              <w:t xml:space="preserve"> </w:t>
            </w:r>
            <w:r w:rsidR="00427A31" w:rsidRPr="00085FAD">
              <w:rPr>
                <w:rStyle w:val="Hyperlink"/>
                <w:rFonts w:cs="Vrinda" w:hint="cs"/>
                <w:noProof/>
                <w:cs/>
                <w:lang w:bidi="bn-IN"/>
              </w:rPr>
              <w:t>মতবাদের</w:t>
            </w:r>
            <w:r w:rsidR="00427A31" w:rsidRPr="00085FAD">
              <w:rPr>
                <w:rStyle w:val="Hyperlink"/>
                <w:rFonts w:cs="Vrinda"/>
                <w:noProof/>
                <w:cs/>
                <w:lang w:bidi="bn-IN"/>
              </w:rPr>
              <w:t xml:space="preserve"> </w:t>
            </w:r>
            <w:r w:rsidR="00427A31" w:rsidRPr="00085FAD">
              <w:rPr>
                <w:rStyle w:val="Hyperlink"/>
                <w:rFonts w:cs="Vrinda" w:hint="cs"/>
                <w:noProof/>
                <w:cs/>
                <w:lang w:bidi="bn-IN"/>
              </w:rPr>
              <w:t>পর্যালোচনা</w:t>
            </w:r>
            <w:r w:rsidR="00427A31" w:rsidRPr="00085FAD">
              <w:rPr>
                <w:rStyle w:val="Hyperlink"/>
                <w:rFonts w:cs="Vrinda"/>
                <w:noProof/>
                <w:cs/>
                <w:lang w:bidi="bn-IN"/>
              </w:rPr>
              <w:t xml:space="preserve"> </w:t>
            </w:r>
            <w:r w:rsidR="00427A31" w:rsidRPr="00085FAD">
              <w:rPr>
                <w:rStyle w:val="Hyperlink"/>
                <w:rFonts w:cs="Vrinda" w:hint="cs"/>
                <w:noProof/>
                <w:cs/>
                <w:lang w:bidi="bn-IN"/>
              </w:rPr>
              <w:t>ও</w:t>
            </w:r>
            <w:r w:rsidR="00427A31" w:rsidRPr="00085FAD">
              <w:rPr>
                <w:rStyle w:val="Hyperlink"/>
                <w:rFonts w:cs="Vrinda"/>
                <w:noProof/>
                <w:cs/>
                <w:lang w:bidi="bn-IN"/>
              </w:rPr>
              <w:t xml:space="preserve"> </w:t>
            </w:r>
            <w:r w:rsidR="00427A31" w:rsidRPr="00085FAD">
              <w:rPr>
                <w:rStyle w:val="Hyperlink"/>
                <w:rFonts w:cs="Vrinda" w:hint="cs"/>
                <w:noProof/>
                <w:cs/>
                <w:lang w:bidi="bn-IN"/>
              </w:rPr>
              <w:t>মূল্যায়ন</w:t>
            </w:r>
            <w:r w:rsidR="00427A31">
              <w:rPr>
                <w:noProof/>
                <w:webHidden/>
              </w:rPr>
              <w:tab/>
            </w:r>
            <w:r>
              <w:rPr>
                <w:noProof/>
                <w:webHidden/>
              </w:rPr>
              <w:fldChar w:fldCharType="begin"/>
            </w:r>
            <w:r w:rsidR="00427A31">
              <w:rPr>
                <w:noProof/>
                <w:webHidden/>
              </w:rPr>
              <w:instrText xml:space="preserve"> PAGEREF _Toc392601446 \h </w:instrText>
            </w:r>
            <w:r>
              <w:rPr>
                <w:noProof/>
                <w:webHidden/>
              </w:rPr>
            </w:r>
            <w:r>
              <w:rPr>
                <w:noProof/>
                <w:webHidden/>
              </w:rPr>
              <w:fldChar w:fldCharType="separate"/>
            </w:r>
            <w:r w:rsidR="00427A31">
              <w:rPr>
                <w:noProof/>
                <w:webHidden/>
              </w:rPr>
              <w:t>152</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47" w:history="1">
            <w:r w:rsidR="00427A31" w:rsidRPr="00085FAD">
              <w:rPr>
                <w:rStyle w:val="Hyperlink"/>
                <w:rFonts w:cs="Vrinda" w:hint="cs"/>
                <w:noProof/>
                <w:cs/>
                <w:lang w:bidi="bn-IN"/>
              </w:rPr>
              <w:t>প্রকৃতি</w:t>
            </w:r>
            <w:r w:rsidR="00427A31" w:rsidRPr="00085FAD">
              <w:rPr>
                <w:rStyle w:val="Hyperlink"/>
                <w:rFonts w:cs="Vrinda"/>
                <w:noProof/>
                <w:cs/>
                <w:lang w:bidi="bn-IN"/>
              </w:rPr>
              <w:t xml:space="preserve"> </w:t>
            </w:r>
            <w:r w:rsidR="00427A31" w:rsidRPr="00085FAD">
              <w:rPr>
                <w:rStyle w:val="Hyperlink"/>
                <w:rFonts w:cs="Vrinda" w:hint="cs"/>
                <w:noProof/>
                <w:cs/>
                <w:lang w:bidi="bn-IN"/>
              </w:rPr>
              <w:t>বিমুখতা</w:t>
            </w:r>
            <w:r w:rsidR="00427A31">
              <w:rPr>
                <w:noProof/>
                <w:webHidden/>
              </w:rPr>
              <w:tab/>
            </w:r>
            <w:r>
              <w:rPr>
                <w:noProof/>
                <w:webHidden/>
              </w:rPr>
              <w:fldChar w:fldCharType="begin"/>
            </w:r>
            <w:r w:rsidR="00427A31">
              <w:rPr>
                <w:noProof/>
                <w:webHidden/>
              </w:rPr>
              <w:instrText xml:space="preserve"> PAGEREF _Toc392601447 \h </w:instrText>
            </w:r>
            <w:r>
              <w:rPr>
                <w:noProof/>
                <w:webHidden/>
              </w:rPr>
            </w:r>
            <w:r>
              <w:rPr>
                <w:noProof/>
                <w:webHidden/>
              </w:rPr>
              <w:fldChar w:fldCharType="separate"/>
            </w:r>
            <w:r w:rsidR="00427A31">
              <w:rPr>
                <w:noProof/>
                <w:webHidden/>
              </w:rPr>
              <w:t>157</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48" w:history="1">
            <w:r w:rsidR="00427A31" w:rsidRPr="00085FAD">
              <w:rPr>
                <w:rStyle w:val="Hyperlink"/>
                <w:rFonts w:cs="Vrinda" w:hint="cs"/>
                <w:noProof/>
                <w:cs/>
                <w:lang w:bidi="bn-IN"/>
              </w:rPr>
              <w:t>মানুষের</w:t>
            </w:r>
            <w:r w:rsidR="00427A31" w:rsidRPr="00085FAD">
              <w:rPr>
                <w:rStyle w:val="Hyperlink"/>
                <w:rFonts w:cs="Vrinda"/>
                <w:noProof/>
                <w:cs/>
                <w:lang w:bidi="bn-IN"/>
              </w:rPr>
              <w:t xml:space="preserve"> </w:t>
            </w:r>
            <w:r w:rsidR="00427A31" w:rsidRPr="00085FAD">
              <w:rPr>
                <w:rStyle w:val="Hyperlink"/>
                <w:rFonts w:cs="Vrinda" w:hint="cs"/>
                <w:noProof/>
                <w:cs/>
                <w:lang w:bidi="bn-IN"/>
              </w:rPr>
              <w:t>সঙ্গে</w:t>
            </w:r>
            <w:r w:rsidR="00427A31" w:rsidRPr="00085FAD">
              <w:rPr>
                <w:rStyle w:val="Hyperlink"/>
                <w:rFonts w:cs="Vrinda"/>
                <w:noProof/>
                <w:cs/>
                <w:lang w:bidi="bn-IN"/>
              </w:rPr>
              <w:t xml:space="preserve"> </w:t>
            </w:r>
            <w:r w:rsidR="00427A31" w:rsidRPr="00085FAD">
              <w:rPr>
                <w:rStyle w:val="Hyperlink"/>
                <w:rFonts w:cs="Vrinda" w:hint="cs"/>
                <w:noProof/>
                <w:cs/>
                <w:lang w:bidi="bn-IN"/>
              </w:rPr>
              <w:t>প্রকৃতির</w:t>
            </w:r>
            <w:r w:rsidR="00427A31" w:rsidRPr="00085FAD">
              <w:rPr>
                <w:rStyle w:val="Hyperlink"/>
                <w:rFonts w:cs="Vrinda"/>
                <w:noProof/>
                <w:cs/>
                <w:lang w:bidi="bn-IN"/>
              </w:rPr>
              <w:t xml:space="preserve"> </w:t>
            </w:r>
            <w:r w:rsidR="00427A31" w:rsidRPr="00085FAD">
              <w:rPr>
                <w:rStyle w:val="Hyperlink"/>
                <w:rFonts w:cs="Vrinda" w:hint="cs"/>
                <w:noProof/>
                <w:cs/>
                <w:lang w:bidi="bn-IN"/>
              </w:rPr>
              <w:t>সম্পর্ক</w:t>
            </w:r>
            <w:r w:rsidR="00427A31">
              <w:rPr>
                <w:noProof/>
                <w:webHidden/>
              </w:rPr>
              <w:tab/>
            </w:r>
            <w:r>
              <w:rPr>
                <w:noProof/>
                <w:webHidden/>
              </w:rPr>
              <w:fldChar w:fldCharType="begin"/>
            </w:r>
            <w:r w:rsidR="00427A31">
              <w:rPr>
                <w:noProof/>
                <w:webHidden/>
              </w:rPr>
              <w:instrText xml:space="preserve"> PAGEREF _Toc392601448 \h </w:instrText>
            </w:r>
            <w:r>
              <w:rPr>
                <w:noProof/>
                <w:webHidden/>
              </w:rPr>
            </w:r>
            <w:r>
              <w:rPr>
                <w:noProof/>
                <w:webHidden/>
              </w:rPr>
              <w:fldChar w:fldCharType="separate"/>
            </w:r>
            <w:r w:rsidR="00427A31">
              <w:rPr>
                <w:noProof/>
                <w:webHidden/>
              </w:rPr>
              <w:t>162</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49" w:history="1">
            <w:r w:rsidR="00427A31" w:rsidRPr="00085FAD">
              <w:rPr>
                <w:rStyle w:val="Hyperlink"/>
                <w:rFonts w:cs="Vrinda" w:hint="cs"/>
                <w:noProof/>
                <w:cs/>
                <w:lang w:bidi="bn-IN"/>
              </w:rPr>
              <w:t>পৃথিবীতে</w:t>
            </w:r>
            <w:r w:rsidR="00427A31" w:rsidRPr="00085FAD">
              <w:rPr>
                <w:rStyle w:val="Hyperlink"/>
                <w:rFonts w:cs="Vrinda"/>
                <w:noProof/>
                <w:cs/>
                <w:lang w:bidi="bn-IN"/>
              </w:rPr>
              <w:t xml:space="preserve"> </w:t>
            </w:r>
            <w:r w:rsidR="00427A31" w:rsidRPr="00085FAD">
              <w:rPr>
                <w:rStyle w:val="Hyperlink"/>
                <w:rFonts w:cs="Vrinda" w:hint="cs"/>
                <w:noProof/>
                <w:cs/>
                <w:lang w:bidi="bn-IN"/>
              </w:rPr>
              <w:t>আত্মার</w:t>
            </w:r>
            <w:r w:rsidR="00427A31" w:rsidRPr="00085FAD">
              <w:rPr>
                <w:rStyle w:val="Hyperlink"/>
                <w:rFonts w:cs="Vrinda"/>
                <w:noProof/>
                <w:cs/>
                <w:lang w:bidi="bn-IN"/>
              </w:rPr>
              <w:t xml:space="preserve"> </w:t>
            </w:r>
            <w:r w:rsidR="00427A31" w:rsidRPr="00085FAD">
              <w:rPr>
                <w:rStyle w:val="Hyperlink"/>
                <w:rFonts w:cs="Vrinda" w:hint="cs"/>
                <w:noProof/>
                <w:cs/>
                <w:lang w:bidi="bn-IN"/>
              </w:rPr>
              <w:t>পূর্ণতা</w:t>
            </w:r>
            <w:r w:rsidR="00427A31">
              <w:rPr>
                <w:noProof/>
                <w:webHidden/>
              </w:rPr>
              <w:tab/>
            </w:r>
            <w:r>
              <w:rPr>
                <w:noProof/>
                <w:webHidden/>
              </w:rPr>
              <w:fldChar w:fldCharType="begin"/>
            </w:r>
            <w:r w:rsidR="00427A31">
              <w:rPr>
                <w:noProof/>
                <w:webHidden/>
              </w:rPr>
              <w:instrText xml:space="preserve"> PAGEREF _Toc392601449 \h </w:instrText>
            </w:r>
            <w:r>
              <w:rPr>
                <w:noProof/>
                <w:webHidden/>
              </w:rPr>
            </w:r>
            <w:r>
              <w:rPr>
                <w:noProof/>
                <w:webHidden/>
              </w:rPr>
              <w:fldChar w:fldCharType="separate"/>
            </w:r>
            <w:r w:rsidR="00427A31">
              <w:rPr>
                <w:noProof/>
                <w:webHidden/>
              </w:rPr>
              <w:t>166</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50" w:history="1">
            <w:r w:rsidR="00427A31" w:rsidRPr="00085FAD">
              <w:rPr>
                <w:rStyle w:val="Hyperlink"/>
                <w:rFonts w:cs="Vrinda" w:hint="cs"/>
                <w:noProof/>
                <w:cs/>
                <w:lang w:bidi="bn-IN"/>
              </w:rPr>
              <w:t>আত্মবিসর্জন</w:t>
            </w:r>
            <w:r w:rsidR="00427A31">
              <w:rPr>
                <w:noProof/>
                <w:webHidden/>
              </w:rPr>
              <w:tab/>
            </w:r>
            <w:r>
              <w:rPr>
                <w:noProof/>
                <w:webHidden/>
              </w:rPr>
              <w:fldChar w:fldCharType="begin"/>
            </w:r>
            <w:r w:rsidR="00427A31">
              <w:rPr>
                <w:noProof/>
                <w:webHidden/>
              </w:rPr>
              <w:instrText xml:space="preserve"> PAGEREF _Toc392601450 \h </w:instrText>
            </w:r>
            <w:r>
              <w:rPr>
                <w:noProof/>
                <w:webHidden/>
              </w:rPr>
            </w:r>
            <w:r>
              <w:rPr>
                <w:noProof/>
                <w:webHidden/>
              </w:rPr>
              <w:fldChar w:fldCharType="separate"/>
            </w:r>
            <w:r w:rsidR="00427A31">
              <w:rPr>
                <w:noProof/>
                <w:webHidden/>
              </w:rPr>
              <w:t>170</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51" w:history="1">
            <w:r w:rsidR="00427A31" w:rsidRPr="00085FAD">
              <w:rPr>
                <w:rStyle w:val="Hyperlink"/>
                <w:rFonts w:cs="Vrinda" w:hint="cs"/>
                <w:noProof/>
                <w:cs/>
                <w:lang w:bidi="bn-IN"/>
              </w:rPr>
              <w:t>এরফানী</w:t>
            </w:r>
            <w:r w:rsidR="00427A31" w:rsidRPr="00085FAD">
              <w:rPr>
                <w:rStyle w:val="Hyperlink"/>
                <w:rFonts w:cs="Vrinda"/>
                <w:noProof/>
                <w:cs/>
                <w:lang w:bidi="bn-IN"/>
              </w:rPr>
              <w:t xml:space="preserve"> </w:t>
            </w:r>
            <w:r w:rsidR="00427A31" w:rsidRPr="00085FAD">
              <w:rPr>
                <w:rStyle w:val="Hyperlink"/>
                <w:rFonts w:cs="Vrinda" w:hint="cs"/>
                <w:noProof/>
                <w:cs/>
                <w:lang w:bidi="bn-IN"/>
              </w:rPr>
              <w:t>মতবাদের</w:t>
            </w:r>
            <w:r w:rsidR="00427A31" w:rsidRPr="00085FAD">
              <w:rPr>
                <w:rStyle w:val="Hyperlink"/>
                <w:rFonts w:cs="Vrinda"/>
                <w:noProof/>
                <w:cs/>
                <w:lang w:bidi="bn-IN"/>
              </w:rPr>
              <w:t xml:space="preserve"> </w:t>
            </w:r>
            <w:r w:rsidR="00427A31" w:rsidRPr="00085FAD">
              <w:rPr>
                <w:rStyle w:val="Hyperlink"/>
                <w:rFonts w:cs="Vrinda" w:hint="cs"/>
                <w:noProof/>
                <w:cs/>
                <w:lang w:bidi="bn-IN"/>
              </w:rPr>
              <w:t>পর্যালোচনা</w:t>
            </w:r>
            <w:r w:rsidR="00427A31">
              <w:rPr>
                <w:noProof/>
                <w:webHidden/>
              </w:rPr>
              <w:tab/>
            </w:r>
            <w:r>
              <w:rPr>
                <w:noProof/>
                <w:webHidden/>
              </w:rPr>
              <w:fldChar w:fldCharType="begin"/>
            </w:r>
            <w:r w:rsidR="00427A31">
              <w:rPr>
                <w:noProof/>
                <w:webHidden/>
              </w:rPr>
              <w:instrText xml:space="preserve"> PAGEREF _Toc392601451 \h </w:instrText>
            </w:r>
            <w:r>
              <w:rPr>
                <w:noProof/>
                <w:webHidden/>
              </w:rPr>
            </w:r>
            <w:r>
              <w:rPr>
                <w:noProof/>
                <w:webHidden/>
              </w:rPr>
              <w:fldChar w:fldCharType="separate"/>
            </w:r>
            <w:r w:rsidR="00427A31">
              <w:rPr>
                <w:noProof/>
                <w:webHidden/>
              </w:rPr>
              <w:t>172</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52" w:history="1">
            <w:r w:rsidR="00427A31" w:rsidRPr="00085FAD">
              <w:rPr>
                <w:rStyle w:val="Hyperlink"/>
                <w:rFonts w:cs="Vrinda" w:hint="cs"/>
                <w:noProof/>
                <w:cs/>
                <w:lang w:bidi="bn-IN"/>
              </w:rPr>
              <w:t>আত্মপ্রবঞ্চনা</w:t>
            </w:r>
            <w:r w:rsidR="00427A31">
              <w:rPr>
                <w:noProof/>
                <w:webHidden/>
              </w:rPr>
              <w:tab/>
            </w:r>
            <w:r>
              <w:rPr>
                <w:noProof/>
                <w:webHidden/>
              </w:rPr>
              <w:fldChar w:fldCharType="begin"/>
            </w:r>
            <w:r w:rsidR="00427A31">
              <w:rPr>
                <w:noProof/>
                <w:webHidden/>
              </w:rPr>
              <w:instrText xml:space="preserve"> PAGEREF _Toc392601452 \h </w:instrText>
            </w:r>
            <w:r>
              <w:rPr>
                <w:noProof/>
                <w:webHidden/>
              </w:rPr>
            </w:r>
            <w:r>
              <w:rPr>
                <w:noProof/>
                <w:webHidden/>
              </w:rPr>
              <w:fldChar w:fldCharType="separate"/>
            </w:r>
            <w:r w:rsidR="00427A31">
              <w:rPr>
                <w:noProof/>
                <w:webHidden/>
              </w:rPr>
              <w:t>176</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53" w:history="1">
            <w:r w:rsidR="00427A31" w:rsidRPr="00085FAD">
              <w:rPr>
                <w:rStyle w:val="Hyperlink"/>
                <w:rFonts w:cs="Vrinda" w:hint="cs"/>
                <w:noProof/>
                <w:cs/>
                <w:lang w:bidi="bn-IN"/>
              </w:rPr>
              <w:t>কোরআন</w:t>
            </w:r>
            <w:r w:rsidR="00427A31" w:rsidRPr="00085FAD">
              <w:rPr>
                <w:rStyle w:val="Hyperlink"/>
                <w:rFonts w:cs="Vrinda"/>
                <w:noProof/>
                <w:cs/>
                <w:lang w:bidi="bn-IN"/>
              </w:rPr>
              <w:t xml:space="preserve"> </w:t>
            </w:r>
            <w:r w:rsidR="00427A31" w:rsidRPr="00085FAD">
              <w:rPr>
                <w:rStyle w:val="Hyperlink"/>
                <w:rFonts w:cs="Vrinda" w:hint="cs"/>
                <w:noProof/>
                <w:cs/>
                <w:lang w:bidi="bn-IN"/>
              </w:rPr>
              <w:t>ও</w:t>
            </w:r>
            <w:r w:rsidR="00427A31" w:rsidRPr="00085FAD">
              <w:rPr>
                <w:rStyle w:val="Hyperlink"/>
                <w:rFonts w:cs="Vrinda"/>
                <w:noProof/>
                <w:cs/>
                <w:lang w:bidi="bn-IN"/>
              </w:rPr>
              <w:t xml:space="preserve"> </w:t>
            </w:r>
            <w:r w:rsidR="00427A31" w:rsidRPr="00085FAD">
              <w:rPr>
                <w:rStyle w:val="Hyperlink"/>
                <w:rFonts w:cs="Vrinda" w:hint="cs"/>
                <w:noProof/>
                <w:cs/>
                <w:lang w:bidi="bn-IN"/>
              </w:rPr>
              <w:t>হাদীসে</w:t>
            </w:r>
            <w:r w:rsidR="00427A31" w:rsidRPr="00085FAD">
              <w:rPr>
                <w:rStyle w:val="Hyperlink"/>
                <w:rFonts w:cs="Vrinda"/>
                <w:noProof/>
                <w:cs/>
                <w:lang w:bidi="bn-IN"/>
              </w:rPr>
              <w:t xml:space="preserve"> </w:t>
            </w:r>
            <w:r w:rsidR="00427A31" w:rsidRPr="00085FAD">
              <w:rPr>
                <w:rStyle w:val="Hyperlink"/>
                <w:rFonts w:cs="Vrinda" w:hint="cs"/>
                <w:noProof/>
                <w:cs/>
                <w:lang w:bidi="bn-IN"/>
              </w:rPr>
              <w:t>প্রবৃত্তির</w:t>
            </w:r>
            <w:r w:rsidR="00427A31" w:rsidRPr="00085FAD">
              <w:rPr>
                <w:rStyle w:val="Hyperlink"/>
                <w:rFonts w:cs="Vrinda"/>
                <w:noProof/>
                <w:cs/>
                <w:lang w:bidi="bn-IN"/>
              </w:rPr>
              <w:t xml:space="preserve"> </w:t>
            </w:r>
            <w:r w:rsidR="00427A31" w:rsidRPr="00085FAD">
              <w:rPr>
                <w:rStyle w:val="Hyperlink"/>
                <w:rFonts w:cs="Vrinda" w:hint="cs"/>
                <w:noProof/>
                <w:cs/>
                <w:lang w:bidi="bn-IN"/>
              </w:rPr>
              <w:t>বিরুদ্ধে</w:t>
            </w:r>
            <w:r w:rsidR="00427A31" w:rsidRPr="00085FAD">
              <w:rPr>
                <w:rStyle w:val="Hyperlink"/>
                <w:rFonts w:cs="Vrinda"/>
                <w:noProof/>
                <w:cs/>
                <w:lang w:bidi="bn-IN"/>
              </w:rPr>
              <w:t xml:space="preserve"> </w:t>
            </w:r>
            <w:r w:rsidR="00427A31" w:rsidRPr="00085FAD">
              <w:rPr>
                <w:rStyle w:val="Hyperlink"/>
                <w:rFonts w:cs="Vrinda" w:hint="cs"/>
                <w:noProof/>
                <w:cs/>
                <w:lang w:bidi="bn-IN"/>
              </w:rPr>
              <w:t>সংগ্রাম</w:t>
            </w:r>
            <w:r w:rsidR="00427A31">
              <w:rPr>
                <w:noProof/>
                <w:webHidden/>
              </w:rPr>
              <w:tab/>
            </w:r>
            <w:r>
              <w:rPr>
                <w:noProof/>
                <w:webHidden/>
              </w:rPr>
              <w:fldChar w:fldCharType="begin"/>
            </w:r>
            <w:r w:rsidR="00427A31">
              <w:rPr>
                <w:noProof/>
                <w:webHidden/>
              </w:rPr>
              <w:instrText xml:space="preserve"> PAGEREF _Toc392601453 \h </w:instrText>
            </w:r>
            <w:r>
              <w:rPr>
                <w:noProof/>
                <w:webHidden/>
              </w:rPr>
            </w:r>
            <w:r>
              <w:rPr>
                <w:noProof/>
                <w:webHidden/>
              </w:rPr>
              <w:fldChar w:fldCharType="separate"/>
            </w:r>
            <w:r w:rsidR="00427A31">
              <w:rPr>
                <w:noProof/>
                <w:webHidden/>
              </w:rPr>
              <w:t>180</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54" w:history="1">
            <w:r w:rsidR="00427A31" w:rsidRPr="00085FAD">
              <w:rPr>
                <w:rStyle w:val="Hyperlink"/>
                <w:rFonts w:cs="Vrinda" w:hint="cs"/>
                <w:noProof/>
                <w:cs/>
                <w:lang w:bidi="bn-IN"/>
              </w:rPr>
              <w:t>নিজেকে</w:t>
            </w:r>
            <w:r w:rsidR="00427A31" w:rsidRPr="00085FAD">
              <w:rPr>
                <w:rStyle w:val="Hyperlink"/>
                <w:rFonts w:cs="Vrinda"/>
                <w:noProof/>
                <w:cs/>
                <w:lang w:bidi="bn-IN"/>
              </w:rPr>
              <w:t xml:space="preserve"> </w:t>
            </w:r>
            <w:r w:rsidR="00427A31" w:rsidRPr="00085FAD">
              <w:rPr>
                <w:rStyle w:val="Hyperlink"/>
                <w:rFonts w:cs="Vrinda" w:hint="cs"/>
                <w:noProof/>
                <w:cs/>
                <w:lang w:bidi="bn-IN"/>
              </w:rPr>
              <w:t>মন্দরূপে</w:t>
            </w:r>
            <w:r w:rsidR="00427A31" w:rsidRPr="00085FAD">
              <w:rPr>
                <w:rStyle w:val="Hyperlink"/>
                <w:rFonts w:cs="Vrinda"/>
                <w:noProof/>
                <w:cs/>
                <w:lang w:bidi="bn-IN"/>
              </w:rPr>
              <w:t xml:space="preserve"> </w:t>
            </w:r>
            <w:r w:rsidR="00427A31" w:rsidRPr="00085FAD">
              <w:rPr>
                <w:rStyle w:val="Hyperlink"/>
                <w:rFonts w:cs="Vrinda" w:hint="cs"/>
                <w:noProof/>
                <w:cs/>
                <w:lang w:bidi="bn-IN"/>
              </w:rPr>
              <w:t>প্রচারের</w:t>
            </w:r>
            <w:r w:rsidR="00427A31" w:rsidRPr="00085FAD">
              <w:rPr>
                <w:rStyle w:val="Hyperlink"/>
                <w:rFonts w:cs="Vrinda"/>
                <w:noProof/>
                <w:cs/>
                <w:lang w:bidi="bn-IN"/>
              </w:rPr>
              <w:t xml:space="preserve"> </w:t>
            </w:r>
            <w:r w:rsidR="00427A31" w:rsidRPr="00085FAD">
              <w:rPr>
                <w:rStyle w:val="Hyperlink"/>
                <w:rFonts w:cs="Vrinda" w:hint="cs"/>
                <w:noProof/>
                <w:cs/>
                <w:lang w:bidi="bn-IN"/>
              </w:rPr>
              <w:t>পদ্ধতি</w:t>
            </w:r>
            <w:r w:rsidR="00427A31">
              <w:rPr>
                <w:noProof/>
                <w:webHidden/>
              </w:rPr>
              <w:tab/>
            </w:r>
            <w:r>
              <w:rPr>
                <w:noProof/>
                <w:webHidden/>
              </w:rPr>
              <w:fldChar w:fldCharType="begin"/>
            </w:r>
            <w:r w:rsidR="00427A31">
              <w:rPr>
                <w:noProof/>
                <w:webHidden/>
              </w:rPr>
              <w:instrText xml:space="preserve"> PAGEREF _Toc392601454 \h </w:instrText>
            </w:r>
            <w:r>
              <w:rPr>
                <w:noProof/>
                <w:webHidden/>
              </w:rPr>
            </w:r>
            <w:r>
              <w:rPr>
                <w:noProof/>
                <w:webHidden/>
              </w:rPr>
              <w:fldChar w:fldCharType="separate"/>
            </w:r>
            <w:r w:rsidR="00427A31">
              <w:rPr>
                <w:noProof/>
                <w:webHidden/>
              </w:rPr>
              <w:t>183</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55" w:history="1">
            <w:r w:rsidR="00427A31" w:rsidRPr="00085FAD">
              <w:rPr>
                <w:rStyle w:val="Hyperlink"/>
                <w:rFonts w:cs="Vrinda" w:hint="cs"/>
                <w:noProof/>
                <w:cs/>
                <w:lang w:bidi="bn-IN"/>
              </w:rPr>
              <w:t>তাসাউফ</w:t>
            </w:r>
            <w:r w:rsidR="00427A31" w:rsidRPr="00085FAD">
              <w:rPr>
                <w:rStyle w:val="Hyperlink"/>
                <w:rFonts w:cs="Vrinda"/>
                <w:noProof/>
                <w:cs/>
                <w:lang w:bidi="bn-IN"/>
              </w:rPr>
              <w:t xml:space="preserve"> </w:t>
            </w:r>
            <w:r w:rsidR="00427A31" w:rsidRPr="00085FAD">
              <w:rPr>
                <w:rStyle w:val="Hyperlink"/>
                <w:rFonts w:cs="Vrinda" w:hint="cs"/>
                <w:noProof/>
                <w:cs/>
                <w:lang w:bidi="bn-IN"/>
              </w:rPr>
              <w:t>ও</w:t>
            </w:r>
            <w:r w:rsidR="00427A31" w:rsidRPr="00085FAD">
              <w:rPr>
                <w:rStyle w:val="Hyperlink"/>
                <w:rFonts w:cs="Vrinda"/>
                <w:noProof/>
                <w:cs/>
                <w:lang w:bidi="bn-IN"/>
              </w:rPr>
              <w:t xml:space="preserve"> </w:t>
            </w:r>
            <w:r w:rsidR="00427A31" w:rsidRPr="00085FAD">
              <w:rPr>
                <w:rStyle w:val="Hyperlink"/>
                <w:rFonts w:cs="Vrinda" w:hint="cs"/>
                <w:noProof/>
                <w:cs/>
                <w:lang w:bidi="bn-IN"/>
              </w:rPr>
              <w:t>আত্মমর্যাদাবোধ</w:t>
            </w:r>
            <w:r w:rsidR="00427A31">
              <w:rPr>
                <w:noProof/>
                <w:webHidden/>
              </w:rPr>
              <w:tab/>
            </w:r>
            <w:r>
              <w:rPr>
                <w:noProof/>
                <w:webHidden/>
              </w:rPr>
              <w:fldChar w:fldCharType="begin"/>
            </w:r>
            <w:r w:rsidR="00427A31">
              <w:rPr>
                <w:noProof/>
                <w:webHidden/>
              </w:rPr>
              <w:instrText xml:space="preserve"> PAGEREF _Toc392601455 \h </w:instrText>
            </w:r>
            <w:r>
              <w:rPr>
                <w:noProof/>
                <w:webHidden/>
              </w:rPr>
            </w:r>
            <w:r>
              <w:rPr>
                <w:noProof/>
                <w:webHidden/>
              </w:rPr>
              <w:fldChar w:fldCharType="separate"/>
            </w:r>
            <w:r w:rsidR="00427A31">
              <w:rPr>
                <w:noProof/>
                <w:webHidden/>
              </w:rPr>
              <w:t>185</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56" w:history="1">
            <w:r w:rsidR="00427A31" w:rsidRPr="00085FAD">
              <w:rPr>
                <w:rStyle w:val="Hyperlink"/>
                <w:rFonts w:cs="Vrinda" w:hint="cs"/>
                <w:noProof/>
                <w:cs/>
                <w:lang w:bidi="bn-IN"/>
              </w:rPr>
              <w:t>মানুষের</w:t>
            </w:r>
            <w:r w:rsidR="00427A31" w:rsidRPr="00085FAD">
              <w:rPr>
                <w:rStyle w:val="Hyperlink"/>
                <w:rFonts w:cs="Vrinda"/>
                <w:noProof/>
                <w:cs/>
                <w:lang w:bidi="bn-IN"/>
              </w:rPr>
              <w:t xml:space="preserve"> </w:t>
            </w:r>
            <w:r w:rsidR="00427A31" w:rsidRPr="00085FAD">
              <w:rPr>
                <w:rStyle w:val="Hyperlink"/>
                <w:rFonts w:cs="Vrinda" w:hint="cs"/>
                <w:noProof/>
                <w:cs/>
                <w:lang w:bidi="bn-IN"/>
              </w:rPr>
              <w:t>প্রকৃত</w:t>
            </w:r>
            <w:r w:rsidR="00427A31" w:rsidRPr="00085FAD">
              <w:rPr>
                <w:rStyle w:val="Hyperlink"/>
                <w:rFonts w:cs="Vrinda"/>
                <w:noProof/>
                <w:cs/>
                <w:lang w:bidi="bn-IN"/>
              </w:rPr>
              <w:t xml:space="preserve"> </w:t>
            </w:r>
            <w:r w:rsidR="00427A31" w:rsidRPr="00085FAD">
              <w:rPr>
                <w:rStyle w:val="Hyperlink"/>
                <w:rFonts w:cs="Vrinda" w:hint="cs"/>
                <w:noProof/>
                <w:cs/>
                <w:lang w:bidi="bn-IN"/>
              </w:rPr>
              <w:t>সত্তা</w:t>
            </w:r>
            <w:r w:rsidR="00427A31">
              <w:rPr>
                <w:noProof/>
                <w:webHidden/>
              </w:rPr>
              <w:tab/>
            </w:r>
            <w:r>
              <w:rPr>
                <w:noProof/>
                <w:webHidden/>
              </w:rPr>
              <w:fldChar w:fldCharType="begin"/>
            </w:r>
            <w:r w:rsidR="00427A31">
              <w:rPr>
                <w:noProof/>
                <w:webHidden/>
              </w:rPr>
              <w:instrText xml:space="preserve"> PAGEREF _Toc392601456 \h </w:instrText>
            </w:r>
            <w:r>
              <w:rPr>
                <w:noProof/>
                <w:webHidden/>
              </w:rPr>
            </w:r>
            <w:r>
              <w:rPr>
                <w:noProof/>
                <w:webHidden/>
              </w:rPr>
              <w:fldChar w:fldCharType="separate"/>
            </w:r>
            <w:r w:rsidR="00427A31">
              <w:rPr>
                <w:noProof/>
                <w:webHidden/>
              </w:rPr>
              <w:t>188</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57" w:history="1">
            <w:r w:rsidR="00427A31" w:rsidRPr="00085FAD">
              <w:rPr>
                <w:rStyle w:val="Hyperlink"/>
                <w:rFonts w:cs="Vrinda" w:hint="cs"/>
                <w:noProof/>
                <w:cs/>
                <w:lang w:bidi="bn-IN"/>
              </w:rPr>
              <w:t>কোরআন</w:t>
            </w:r>
            <w:r w:rsidR="00427A31" w:rsidRPr="00085FAD">
              <w:rPr>
                <w:rStyle w:val="Hyperlink"/>
                <w:rFonts w:cs="Vrinda"/>
                <w:noProof/>
                <w:cs/>
                <w:lang w:bidi="bn-IN"/>
              </w:rPr>
              <w:t xml:space="preserve"> </w:t>
            </w:r>
            <w:r w:rsidR="00427A31" w:rsidRPr="00085FAD">
              <w:rPr>
                <w:rStyle w:val="Hyperlink"/>
                <w:rFonts w:cs="Vrinda" w:hint="cs"/>
                <w:noProof/>
                <w:cs/>
                <w:lang w:bidi="bn-IN"/>
              </w:rPr>
              <w:t>ও</w:t>
            </w:r>
            <w:r w:rsidR="00427A31" w:rsidRPr="00085FAD">
              <w:rPr>
                <w:rStyle w:val="Hyperlink"/>
                <w:rFonts w:cs="Vrinda"/>
                <w:noProof/>
                <w:cs/>
                <w:lang w:bidi="bn-IN"/>
              </w:rPr>
              <w:t xml:space="preserve"> </w:t>
            </w:r>
            <w:r w:rsidR="00427A31" w:rsidRPr="00085FAD">
              <w:rPr>
                <w:rStyle w:val="Hyperlink"/>
                <w:rFonts w:cs="Vrinda" w:hint="cs"/>
                <w:noProof/>
                <w:cs/>
                <w:lang w:bidi="bn-IN"/>
              </w:rPr>
              <w:t>হাদীসে</w:t>
            </w:r>
            <w:r w:rsidR="00427A31" w:rsidRPr="00085FAD">
              <w:rPr>
                <w:rStyle w:val="Hyperlink"/>
                <w:rFonts w:cs="Vrinda"/>
                <w:noProof/>
                <w:cs/>
                <w:lang w:bidi="bn-IN"/>
              </w:rPr>
              <w:t xml:space="preserve"> </w:t>
            </w:r>
            <w:r w:rsidR="00427A31" w:rsidRPr="00085FAD">
              <w:rPr>
                <w:rStyle w:val="Hyperlink"/>
                <w:rFonts w:cs="Vrinda" w:hint="cs"/>
                <w:noProof/>
                <w:cs/>
                <w:lang w:bidi="bn-IN"/>
              </w:rPr>
              <w:t>আত্মমর্যাদাবোধ</w:t>
            </w:r>
            <w:r w:rsidR="00427A31">
              <w:rPr>
                <w:noProof/>
                <w:webHidden/>
              </w:rPr>
              <w:tab/>
            </w:r>
            <w:r>
              <w:rPr>
                <w:noProof/>
                <w:webHidden/>
              </w:rPr>
              <w:fldChar w:fldCharType="begin"/>
            </w:r>
            <w:r w:rsidR="00427A31">
              <w:rPr>
                <w:noProof/>
                <w:webHidden/>
              </w:rPr>
              <w:instrText xml:space="preserve"> PAGEREF _Toc392601457 \h </w:instrText>
            </w:r>
            <w:r>
              <w:rPr>
                <w:noProof/>
                <w:webHidden/>
              </w:rPr>
            </w:r>
            <w:r>
              <w:rPr>
                <w:noProof/>
                <w:webHidden/>
              </w:rPr>
              <w:fldChar w:fldCharType="separate"/>
            </w:r>
            <w:r w:rsidR="00427A31">
              <w:rPr>
                <w:noProof/>
                <w:webHidden/>
              </w:rPr>
              <w:t>191</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58" w:history="1">
            <w:r w:rsidR="00427A31" w:rsidRPr="00085FAD">
              <w:rPr>
                <w:rStyle w:val="Hyperlink"/>
                <w:rFonts w:cs="Vrinda" w:hint="cs"/>
                <w:noProof/>
                <w:cs/>
                <w:lang w:bidi="bn-IN"/>
              </w:rPr>
              <w:t>ক্ষমতার</w:t>
            </w:r>
            <w:r w:rsidR="00427A31" w:rsidRPr="00085FAD">
              <w:rPr>
                <w:rStyle w:val="Hyperlink"/>
                <w:rFonts w:cs="Vrinda"/>
                <w:noProof/>
                <w:cs/>
                <w:lang w:bidi="bn-IN"/>
              </w:rPr>
              <w:t xml:space="preserve"> </w:t>
            </w:r>
            <w:r w:rsidR="00427A31" w:rsidRPr="00085FAD">
              <w:rPr>
                <w:rStyle w:val="Hyperlink"/>
                <w:rFonts w:cs="Vrinda" w:hint="cs"/>
                <w:noProof/>
                <w:cs/>
                <w:lang w:bidi="bn-IN"/>
              </w:rPr>
              <w:t>মতবাদের</w:t>
            </w:r>
            <w:r w:rsidR="00427A31" w:rsidRPr="00085FAD">
              <w:rPr>
                <w:rStyle w:val="Hyperlink"/>
                <w:rFonts w:cs="Vrinda"/>
                <w:noProof/>
                <w:cs/>
                <w:lang w:bidi="bn-IN"/>
              </w:rPr>
              <w:t xml:space="preserve"> </w:t>
            </w:r>
            <w:r w:rsidR="00427A31" w:rsidRPr="00085FAD">
              <w:rPr>
                <w:rStyle w:val="Hyperlink"/>
                <w:rFonts w:cs="Vrinda" w:hint="cs"/>
                <w:noProof/>
                <w:cs/>
                <w:lang w:bidi="bn-IN"/>
              </w:rPr>
              <w:t>পর্যালোচনা</w:t>
            </w:r>
            <w:r w:rsidR="00427A31" w:rsidRPr="00085FAD">
              <w:rPr>
                <w:rStyle w:val="Hyperlink"/>
                <w:rFonts w:cs="Vrinda"/>
                <w:noProof/>
                <w:cs/>
                <w:lang w:bidi="bn-IN"/>
              </w:rPr>
              <w:t xml:space="preserve"> </w:t>
            </w:r>
            <w:r w:rsidR="00427A31" w:rsidRPr="00085FAD">
              <w:rPr>
                <w:rStyle w:val="Hyperlink"/>
                <w:rFonts w:cs="Vrinda" w:hint="cs"/>
                <w:noProof/>
                <w:cs/>
                <w:lang w:bidi="bn-IN"/>
              </w:rPr>
              <w:t>ও</w:t>
            </w:r>
            <w:r w:rsidR="00427A31" w:rsidRPr="00085FAD">
              <w:rPr>
                <w:rStyle w:val="Hyperlink"/>
                <w:rFonts w:cs="Vrinda"/>
                <w:noProof/>
                <w:cs/>
                <w:lang w:bidi="bn-IN"/>
              </w:rPr>
              <w:t xml:space="preserve"> </w:t>
            </w:r>
            <w:r w:rsidR="00427A31" w:rsidRPr="00085FAD">
              <w:rPr>
                <w:rStyle w:val="Hyperlink"/>
                <w:rFonts w:cs="Vrinda" w:hint="cs"/>
                <w:noProof/>
                <w:cs/>
                <w:lang w:bidi="bn-IN"/>
              </w:rPr>
              <w:t>মূল্যায়ন</w:t>
            </w:r>
            <w:r w:rsidR="00427A31">
              <w:rPr>
                <w:noProof/>
                <w:webHidden/>
              </w:rPr>
              <w:tab/>
            </w:r>
            <w:r>
              <w:rPr>
                <w:noProof/>
                <w:webHidden/>
              </w:rPr>
              <w:fldChar w:fldCharType="begin"/>
            </w:r>
            <w:r w:rsidR="00427A31">
              <w:rPr>
                <w:noProof/>
                <w:webHidden/>
              </w:rPr>
              <w:instrText xml:space="preserve"> PAGEREF _Toc392601458 \h </w:instrText>
            </w:r>
            <w:r>
              <w:rPr>
                <w:noProof/>
                <w:webHidden/>
              </w:rPr>
            </w:r>
            <w:r>
              <w:rPr>
                <w:noProof/>
                <w:webHidden/>
              </w:rPr>
              <w:fldChar w:fldCharType="separate"/>
            </w:r>
            <w:r w:rsidR="00427A31">
              <w:rPr>
                <w:noProof/>
                <w:webHidden/>
              </w:rPr>
              <w:t>196</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59" w:history="1">
            <w:r w:rsidR="00427A31" w:rsidRPr="00085FAD">
              <w:rPr>
                <w:rStyle w:val="Hyperlink"/>
                <w:rFonts w:cs="Vrinda" w:hint="cs"/>
                <w:noProof/>
                <w:cs/>
                <w:lang w:bidi="bn-IN"/>
              </w:rPr>
              <w:t>দার্শনিক</w:t>
            </w:r>
            <w:r w:rsidR="00427A31" w:rsidRPr="00085FAD">
              <w:rPr>
                <w:rStyle w:val="Hyperlink"/>
                <w:rFonts w:cs="Vrinda"/>
                <w:noProof/>
                <w:cs/>
                <w:lang w:bidi="bn-IN"/>
              </w:rPr>
              <w:t xml:space="preserve"> </w:t>
            </w:r>
            <w:r w:rsidR="00427A31" w:rsidRPr="00085FAD">
              <w:rPr>
                <w:rStyle w:val="Hyperlink"/>
                <w:rFonts w:cs="Vrinda" w:hint="cs"/>
                <w:noProof/>
                <w:cs/>
                <w:lang w:bidi="bn-IN"/>
              </w:rPr>
              <w:t>বেকনের</w:t>
            </w:r>
            <w:r w:rsidR="00427A31" w:rsidRPr="00085FAD">
              <w:rPr>
                <w:rStyle w:val="Hyperlink"/>
                <w:rFonts w:cs="Vrinda"/>
                <w:noProof/>
                <w:cs/>
                <w:lang w:bidi="bn-IN"/>
              </w:rPr>
              <w:t xml:space="preserve"> </w:t>
            </w:r>
            <w:r w:rsidR="00427A31" w:rsidRPr="00085FAD">
              <w:rPr>
                <w:rStyle w:val="Hyperlink"/>
                <w:rFonts w:cs="Vrinda" w:hint="cs"/>
                <w:noProof/>
                <w:cs/>
                <w:lang w:bidi="bn-IN"/>
              </w:rPr>
              <w:t>দৃষ্টিভঙ্গি</w:t>
            </w:r>
            <w:r w:rsidR="00427A31" w:rsidRPr="00085FAD">
              <w:rPr>
                <w:rStyle w:val="Hyperlink"/>
                <w:rFonts w:cs="Vrinda"/>
                <w:noProof/>
                <w:cs/>
                <w:lang w:bidi="bn-IN"/>
              </w:rPr>
              <w:t xml:space="preserve"> </w:t>
            </w:r>
            <w:r w:rsidR="00427A31" w:rsidRPr="00085FAD">
              <w:rPr>
                <w:rStyle w:val="Hyperlink"/>
                <w:rFonts w:cs="Vrinda" w:hint="cs"/>
                <w:noProof/>
                <w:cs/>
                <w:lang w:bidi="bn-IN"/>
              </w:rPr>
              <w:t>ও</w:t>
            </w:r>
            <w:r w:rsidR="00427A31" w:rsidRPr="00085FAD">
              <w:rPr>
                <w:rStyle w:val="Hyperlink"/>
                <w:rFonts w:cs="Vrinda"/>
                <w:noProof/>
                <w:cs/>
                <w:lang w:bidi="bn-IN"/>
              </w:rPr>
              <w:t xml:space="preserve"> </w:t>
            </w:r>
            <w:r w:rsidR="00427A31" w:rsidRPr="00085FAD">
              <w:rPr>
                <w:rStyle w:val="Hyperlink"/>
                <w:rFonts w:cs="Vrinda" w:hint="cs"/>
                <w:noProof/>
                <w:cs/>
                <w:lang w:bidi="bn-IN"/>
              </w:rPr>
              <w:t>তার</w:t>
            </w:r>
            <w:r w:rsidR="00427A31" w:rsidRPr="00085FAD">
              <w:rPr>
                <w:rStyle w:val="Hyperlink"/>
                <w:rFonts w:cs="Vrinda"/>
                <w:noProof/>
                <w:cs/>
                <w:lang w:bidi="bn-IN"/>
              </w:rPr>
              <w:t xml:space="preserve"> </w:t>
            </w:r>
            <w:r w:rsidR="00427A31" w:rsidRPr="00085FAD">
              <w:rPr>
                <w:rStyle w:val="Hyperlink"/>
                <w:rFonts w:cs="Vrinda" w:hint="cs"/>
                <w:noProof/>
                <w:cs/>
                <w:lang w:bidi="bn-IN"/>
              </w:rPr>
              <w:t>প্রভাব</w:t>
            </w:r>
            <w:r w:rsidR="00427A31">
              <w:rPr>
                <w:noProof/>
                <w:webHidden/>
              </w:rPr>
              <w:tab/>
            </w:r>
            <w:r>
              <w:rPr>
                <w:noProof/>
                <w:webHidden/>
              </w:rPr>
              <w:fldChar w:fldCharType="begin"/>
            </w:r>
            <w:r w:rsidR="00427A31">
              <w:rPr>
                <w:noProof/>
                <w:webHidden/>
              </w:rPr>
              <w:instrText xml:space="preserve"> PAGEREF _Toc392601459 \h </w:instrText>
            </w:r>
            <w:r>
              <w:rPr>
                <w:noProof/>
                <w:webHidden/>
              </w:rPr>
            </w:r>
            <w:r>
              <w:rPr>
                <w:noProof/>
                <w:webHidden/>
              </w:rPr>
              <w:fldChar w:fldCharType="separate"/>
            </w:r>
            <w:r w:rsidR="00427A31">
              <w:rPr>
                <w:noProof/>
                <w:webHidden/>
              </w:rPr>
              <w:t>198</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60" w:history="1">
            <w:r w:rsidR="00427A31" w:rsidRPr="00085FAD">
              <w:rPr>
                <w:rStyle w:val="Hyperlink"/>
                <w:rFonts w:cs="Vrinda" w:hint="cs"/>
                <w:noProof/>
                <w:cs/>
                <w:lang w:bidi="bn-IN"/>
              </w:rPr>
              <w:t>নী</w:t>
            </w:r>
            <w:r w:rsidR="00427A31" w:rsidRPr="00085FAD">
              <w:rPr>
                <w:rStyle w:val="Hyperlink"/>
                <w:rFonts w:ascii="Rafed Alaem" w:eastAsia="Rafed Alaem" w:hAnsi="Rafed Alaem" w:cs="Rafed Alaem"/>
                <w:noProof/>
              </w:rPr>
              <w:t>’</w:t>
            </w:r>
            <w:r w:rsidR="00427A31" w:rsidRPr="00085FAD">
              <w:rPr>
                <w:rStyle w:val="Hyperlink"/>
                <w:rFonts w:cs="Vrinda" w:hint="cs"/>
                <w:noProof/>
                <w:cs/>
                <w:lang w:bidi="bn-IN"/>
              </w:rPr>
              <w:t>চের</w:t>
            </w:r>
            <w:r w:rsidR="00427A31" w:rsidRPr="00085FAD">
              <w:rPr>
                <w:rStyle w:val="Hyperlink"/>
                <w:rFonts w:cs="Vrinda"/>
                <w:noProof/>
                <w:cs/>
                <w:lang w:bidi="bn-IN"/>
              </w:rPr>
              <w:t xml:space="preserve"> </w:t>
            </w:r>
            <w:r w:rsidR="00427A31" w:rsidRPr="00085FAD">
              <w:rPr>
                <w:rStyle w:val="Hyperlink"/>
                <w:rFonts w:cs="Vrinda" w:hint="cs"/>
                <w:noProof/>
                <w:cs/>
                <w:lang w:bidi="bn-IN"/>
              </w:rPr>
              <w:t>মতবাদের</w:t>
            </w:r>
            <w:r w:rsidR="00427A31" w:rsidRPr="00085FAD">
              <w:rPr>
                <w:rStyle w:val="Hyperlink"/>
                <w:rFonts w:cs="Vrinda"/>
                <w:noProof/>
                <w:cs/>
                <w:lang w:bidi="bn-IN"/>
              </w:rPr>
              <w:t xml:space="preserve"> </w:t>
            </w:r>
            <w:r w:rsidR="00427A31" w:rsidRPr="00085FAD">
              <w:rPr>
                <w:rStyle w:val="Hyperlink"/>
                <w:rFonts w:cs="Vrinda" w:hint="cs"/>
                <w:noProof/>
                <w:cs/>
                <w:lang w:bidi="bn-IN"/>
              </w:rPr>
              <w:t>সংক্ষিপ্ত</w:t>
            </w:r>
            <w:r w:rsidR="00427A31" w:rsidRPr="00085FAD">
              <w:rPr>
                <w:rStyle w:val="Hyperlink"/>
                <w:rFonts w:cs="Vrinda"/>
                <w:noProof/>
                <w:cs/>
                <w:lang w:bidi="bn-IN"/>
              </w:rPr>
              <w:t xml:space="preserve"> </w:t>
            </w:r>
            <w:r w:rsidR="00427A31" w:rsidRPr="00085FAD">
              <w:rPr>
                <w:rStyle w:val="Hyperlink"/>
                <w:rFonts w:cs="Vrinda" w:hint="cs"/>
                <w:noProof/>
                <w:cs/>
                <w:lang w:bidi="bn-IN"/>
              </w:rPr>
              <w:t>বিবরণ</w:t>
            </w:r>
            <w:r w:rsidR="00427A31">
              <w:rPr>
                <w:noProof/>
                <w:webHidden/>
              </w:rPr>
              <w:tab/>
            </w:r>
            <w:r>
              <w:rPr>
                <w:noProof/>
                <w:webHidden/>
              </w:rPr>
              <w:fldChar w:fldCharType="begin"/>
            </w:r>
            <w:r w:rsidR="00427A31">
              <w:rPr>
                <w:noProof/>
                <w:webHidden/>
              </w:rPr>
              <w:instrText xml:space="preserve"> PAGEREF _Toc392601460 \h </w:instrText>
            </w:r>
            <w:r>
              <w:rPr>
                <w:noProof/>
                <w:webHidden/>
              </w:rPr>
            </w:r>
            <w:r>
              <w:rPr>
                <w:noProof/>
                <w:webHidden/>
              </w:rPr>
              <w:fldChar w:fldCharType="separate"/>
            </w:r>
            <w:r w:rsidR="00427A31">
              <w:rPr>
                <w:noProof/>
                <w:webHidden/>
              </w:rPr>
              <w:t>203</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61" w:history="1">
            <w:r w:rsidR="00427A31" w:rsidRPr="00085FAD">
              <w:rPr>
                <w:rStyle w:val="Hyperlink"/>
                <w:rFonts w:cs="Vrinda" w:hint="cs"/>
                <w:noProof/>
                <w:cs/>
                <w:lang w:bidi="bn-IN"/>
              </w:rPr>
              <w:t>ক্ষমতার</w:t>
            </w:r>
            <w:r w:rsidR="00427A31" w:rsidRPr="00085FAD">
              <w:rPr>
                <w:rStyle w:val="Hyperlink"/>
                <w:rFonts w:cs="Vrinda"/>
                <w:noProof/>
                <w:cs/>
                <w:lang w:bidi="bn-IN"/>
              </w:rPr>
              <w:t xml:space="preserve"> </w:t>
            </w:r>
            <w:r w:rsidR="00427A31" w:rsidRPr="00085FAD">
              <w:rPr>
                <w:rStyle w:val="Hyperlink"/>
                <w:rFonts w:cs="Vrinda" w:hint="cs"/>
                <w:noProof/>
                <w:cs/>
                <w:lang w:bidi="bn-IN"/>
              </w:rPr>
              <w:t>বিষয়ে</w:t>
            </w:r>
            <w:r w:rsidR="00427A31" w:rsidRPr="00085FAD">
              <w:rPr>
                <w:rStyle w:val="Hyperlink"/>
                <w:rFonts w:cs="Vrinda"/>
                <w:noProof/>
                <w:cs/>
                <w:lang w:bidi="bn-IN"/>
              </w:rPr>
              <w:t xml:space="preserve"> </w:t>
            </w:r>
            <w:r w:rsidR="00427A31" w:rsidRPr="00085FAD">
              <w:rPr>
                <w:rStyle w:val="Hyperlink"/>
                <w:rFonts w:cs="Vrinda" w:hint="cs"/>
                <w:noProof/>
                <w:cs/>
                <w:lang w:bidi="bn-IN"/>
              </w:rPr>
              <w:t>ইসলামের</w:t>
            </w:r>
            <w:r w:rsidR="00427A31" w:rsidRPr="00085FAD">
              <w:rPr>
                <w:rStyle w:val="Hyperlink"/>
                <w:rFonts w:cs="Vrinda"/>
                <w:noProof/>
                <w:cs/>
                <w:lang w:bidi="bn-IN"/>
              </w:rPr>
              <w:t xml:space="preserve"> </w:t>
            </w:r>
            <w:r w:rsidR="00427A31" w:rsidRPr="00085FAD">
              <w:rPr>
                <w:rStyle w:val="Hyperlink"/>
                <w:rFonts w:cs="Vrinda" w:hint="cs"/>
                <w:noProof/>
                <w:cs/>
                <w:lang w:bidi="bn-IN"/>
              </w:rPr>
              <w:t>দৃষ্টিভঙ্গি</w:t>
            </w:r>
            <w:r w:rsidR="00427A31">
              <w:rPr>
                <w:noProof/>
                <w:webHidden/>
              </w:rPr>
              <w:tab/>
            </w:r>
            <w:r>
              <w:rPr>
                <w:noProof/>
                <w:webHidden/>
              </w:rPr>
              <w:fldChar w:fldCharType="begin"/>
            </w:r>
            <w:r w:rsidR="00427A31">
              <w:rPr>
                <w:noProof/>
                <w:webHidden/>
              </w:rPr>
              <w:instrText xml:space="preserve"> PAGEREF _Toc392601461 \h </w:instrText>
            </w:r>
            <w:r>
              <w:rPr>
                <w:noProof/>
                <w:webHidden/>
              </w:rPr>
            </w:r>
            <w:r>
              <w:rPr>
                <w:noProof/>
                <w:webHidden/>
              </w:rPr>
              <w:fldChar w:fldCharType="separate"/>
            </w:r>
            <w:r w:rsidR="00427A31">
              <w:rPr>
                <w:noProof/>
                <w:webHidden/>
              </w:rPr>
              <w:t>209</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62" w:history="1">
            <w:r w:rsidR="00427A31" w:rsidRPr="00085FAD">
              <w:rPr>
                <w:rStyle w:val="Hyperlink"/>
                <w:rFonts w:cs="Vrinda" w:hint="cs"/>
                <w:noProof/>
                <w:cs/>
                <w:lang w:bidi="bn-IN"/>
              </w:rPr>
              <w:t>হাদীসসমূহে</w:t>
            </w:r>
            <w:r w:rsidR="00427A31" w:rsidRPr="00085FAD">
              <w:rPr>
                <w:rStyle w:val="Hyperlink"/>
                <w:rFonts w:cs="Vrinda"/>
                <w:noProof/>
                <w:cs/>
                <w:lang w:bidi="bn-IN"/>
              </w:rPr>
              <w:t xml:space="preserve"> </w:t>
            </w:r>
            <w:r w:rsidR="00427A31" w:rsidRPr="00085FAD">
              <w:rPr>
                <w:rStyle w:val="Hyperlink"/>
                <w:rFonts w:cs="Vrinda" w:hint="cs"/>
                <w:noProof/>
                <w:cs/>
                <w:lang w:bidi="bn-IN"/>
              </w:rPr>
              <w:t>শক্তিমত্তা</w:t>
            </w:r>
            <w:r w:rsidR="00427A31" w:rsidRPr="00085FAD">
              <w:rPr>
                <w:rStyle w:val="Hyperlink"/>
                <w:rFonts w:cs="Vrinda"/>
                <w:noProof/>
                <w:cs/>
                <w:lang w:bidi="bn-IN"/>
              </w:rPr>
              <w:t xml:space="preserve"> </w:t>
            </w:r>
            <w:r w:rsidR="00427A31" w:rsidRPr="00085FAD">
              <w:rPr>
                <w:rStyle w:val="Hyperlink"/>
                <w:rFonts w:cs="Vrinda" w:hint="cs"/>
                <w:noProof/>
                <w:cs/>
                <w:lang w:bidi="bn-IN"/>
              </w:rPr>
              <w:t>ও</w:t>
            </w:r>
            <w:r w:rsidR="00427A31" w:rsidRPr="00085FAD">
              <w:rPr>
                <w:rStyle w:val="Hyperlink"/>
                <w:rFonts w:cs="Vrinda"/>
                <w:noProof/>
                <w:cs/>
                <w:lang w:bidi="bn-IN"/>
              </w:rPr>
              <w:t xml:space="preserve"> </w:t>
            </w:r>
            <w:r w:rsidR="00427A31" w:rsidRPr="00085FAD">
              <w:rPr>
                <w:rStyle w:val="Hyperlink"/>
                <w:rFonts w:cs="Vrinda" w:hint="cs"/>
                <w:noProof/>
                <w:cs/>
                <w:lang w:bidi="bn-IN"/>
              </w:rPr>
              <w:t>ক্ষমতার</w:t>
            </w:r>
            <w:r w:rsidR="00427A31" w:rsidRPr="00085FAD">
              <w:rPr>
                <w:rStyle w:val="Hyperlink"/>
                <w:rFonts w:cs="Vrinda"/>
                <w:noProof/>
                <w:cs/>
                <w:lang w:bidi="bn-IN"/>
              </w:rPr>
              <w:t xml:space="preserve"> </w:t>
            </w:r>
            <w:r w:rsidR="00427A31" w:rsidRPr="00085FAD">
              <w:rPr>
                <w:rStyle w:val="Hyperlink"/>
                <w:rFonts w:cs="Vrinda" w:hint="cs"/>
                <w:noProof/>
                <w:cs/>
                <w:lang w:bidi="bn-IN"/>
              </w:rPr>
              <w:t>বিষয়</w:t>
            </w:r>
            <w:r w:rsidR="00427A31">
              <w:rPr>
                <w:noProof/>
                <w:webHidden/>
              </w:rPr>
              <w:tab/>
            </w:r>
            <w:r>
              <w:rPr>
                <w:noProof/>
                <w:webHidden/>
              </w:rPr>
              <w:fldChar w:fldCharType="begin"/>
            </w:r>
            <w:r w:rsidR="00427A31">
              <w:rPr>
                <w:noProof/>
                <w:webHidden/>
              </w:rPr>
              <w:instrText xml:space="preserve"> PAGEREF _Toc392601462 \h </w:instrText>
            </w:r>
            <w:r>
              <w:rPr>
                <w:noProof/>
                <w:webHidden/>
              </w:rPr>
            </w:r>
            <w:r>
              <w:rPr>
                <w:noProof/>
                <w:webHidden/>
              </w:rPr>
              <w:fldChar w:fldCharType="separate"/>
            </w:r>
            <w:r w:rsidR="00427A31">
              <w:rPr>
                <w:noProof/>
                <w:webHidden/>
              </w:rPr>
              <w:t>212</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63" w:history="1">
            <w:r w:rsidR="00427A31" w:rsidRPr="00085FAD">
              <w:rPr>
                <w:rStyle w:val="Hyperlink"/>
                <w:rFonts w:cs="Vrinda" w:hint="cs"/>
                <w:noProof/>
                <w:cs/>
                <w:lang w:bidi="bn-IN"/>
              </w:rPr>
              <w:t>অধিকার</w:t>
            </w:r>
            <w:r w:rsidR="00427A31" w:rsidRPr="00085FAD">
              <w:rPr>
                <w:rStyle w:val="Hyperlink"/>
                <w:rFonts w:cs="Vrinda"/>
                <w:noProof/>
                <w:cs/>
                <w:lang w:bidi="bn-IN"/>
              </w:rPr>
              <w:t xml:space="preserve"> </w:t>
            </w:r>
            <w:r w:rsidR="00427A31" w:rsidRPr="00085FAD">
              <w:rPr>
                <w:rStyle w:val="Hyperlink"/>
                <w:rFonts w:cs="Vrinda" w:hint="cs"/>
                <w:noProof/>
                <w:cs/>
                <w:lang w:bidi="bn-IN"/>
              </w:rPr>
              <w:t>অর্জন</w:t>
            </w:r>
            <w:r w:rsidR="00427A31" w:rsidRPr="00085FAD">
              <w:rPr>
                <w:rStyle w:val="Hyperlink"/>
                <w:rFonts w:cs="Vrinda"/>
                <w:noProof/>
                <w:cs/>
                <w:lang w:bidi="bn-IN"/>
              </w:rPr>
              <w:t xml:space="preserve"> </w:t>
            </w:r>
            <w:r w:rsidR="00427A31" w:rsidRPr="00085FAD">
              <w:rPr>
                <w:rStyle w:val="Hyperlink"/>
                <w:rFonts w:cs="Vrinda" w:hint="cs"/>
                <w:noProof/>
                <w:cs/>
                <w:lang w:bidi="bn-IN"/>
              </w:rPr>
              <w:t>করতে</w:t>
            </w:r>
            <w:r w:rsidR="00427A31" w:rsidRPr="00085FAD">
              <w:rPr>
                <w:rStyle w:val="Hyperlink"/>
                <w:rFonts w:cs="Vrinda"/>
                <w:noProof/>
                <w:cs/>
                <w:lang w:bidi="bn-IN"/>
              </w:rPr>
              <w:t xml:space="preserve"> </w:t>
            </w:r>
            <w:r w:rsidR="00427A31" w:rsidRPr="00085FAD">
              <w:rPr>
                <w:rStyle w:val="Hyperlink"/>
                <w:rFonts w:cs="Vrinda" w:hint="cs"/>
                <w:noProof/>
                <w:cs/>
                <w:lang w:bidi="bn-IN"/>
              </w:rPr>
              <w:t>হয়</w:t>
            </w:r>
            <w:r w:rsidR="00427A31" w:rsidRPr="00085FAD">
              <w:rPr>
                <w:rStyle w:val="Hyperlink"/>
                <w:rFonts w:cs="Vrinda"/>
                <w:noProof/>
                <w:cs/>
                <w:lang w:bidi="bn-IN"/>
              </w:rPr>
              <w:t xml:space="preserve"> </w:t>
            </w:r>
            <w:r w:rsidR="00427A31" w:rsidRPr="00085FAD">
              <w:rPr>
                <w:rStyle w:val="Hyperlink"/>
                <w:rFonts w:cs="Vrinda" w:hint="cs"/>
                <w:noProof/>
                <w:cs/>
                <w:lang w:bidi="bn-IN"/>
              </w:rPr>
              <w:t>নাকি</w:t>
            </w:r>
            <w:r w:rsidR="00427A31" w:rsidRPr="00085FAD">
              <w:rPr>
                <w:rStyle w:val="Hyperlink"/>
                <w:rFonts w:cs="Vrinda"/>
                <w:noProof/>
                <w:cs/>
                <w:lang w:bidi="bn-IN"/>
              </w:rPr>
              <w:t xml:space="preserve"> </w:t>
            </w:r>
            <w:r w:rsidR="00427A31" w:rsidRPr="00085FAD">
              <w:rPr>
                <w:rStyle w:val="Hyperlink"/>
                <w:rFonts w:cs="Vrinda" w:hint="cs"/>
                <w:noProof/>
                <w:cs/>
                <w:lang w:bidi="bn-IN"/>
              </w:rPr>
              <w:t>দিতে</w:t>
            </w:r>
            <w:r w:rsidR="00427A31" w:rsidRPr="00085FAD">
              <w:rPr>
                <w:rStyle w:val="Hyperlink"/>
                <w:rFonts w:cs="Vrinda"/>
                <w:noProof/>
                <w:cs/>
                <w:lang w:bidi="bn-IN"/>
              </w:rPr>
              <w:t xml:space="preserve"> </w:t>
            </w:r>
            <w:r w:rsidR="00427A31" w:rsidRPr="00085FAD">
              <w:rPr>
                <w:rStyle w:val="Hyperlink"/>
                <w:rFonts w:cs="Vrinda" w:hint="cs"/>
                <w:noProof/>
                <w:cs/>
                <w:lang w:bidi="bn-IN"/>
              </w:rPr>
              <w:t>হয়</w:t>
            </w:r>
            <w:r w:rsidR="00427A31" w:rsidRPr="00085FAD">
              <w:rPr>
                <w:rStyle w:val="Hyperlink"/>
                <w:noProof/>
              </w:rPr>
              <w:t>?</w:t>
            </w:r>
            <w:r w:rsidR="00427A31">
              <w:rPr>
                <w:noProof/>
                <w:webHidden/>
              </w:rPr>
              <w:tab/>
            </w:r>
            <w:r>
              <w:rPr>
                <w:noProof/>
                <w:webHidden/>
              </w:rPr>
              <w:fldChar w:fldCharType="begin"/>
            </w:r>
            <w:r w:rsidR="00427A31">
              <w:rPr>
                <w:noProof/>
                <w:webHidden/>
              </w:rPr>
              <w:instrText xml:space="preserve"> PAGEREF _Toc392601463 \h </w:instrText>
            </w:r>
            <w:r>
              <w:rPr>
                <w:noProof/>
                <w:webHidden/>
              </w:rPr>
            </w:r>
            <w:r>
              <w:rPr>
                <w:noProof/>
                <w:webHidden/>
              </w:rPr>
              <w:fldChar w:fldCharType="separate"/>
            </w:r>
            <w:r w:rsidR="00427A31">
              <w:rPr>
                <w:noProof/>
                <w:webHidden/>
              </w:rPr>
              <w:t>216</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64" w:history="1">
            <w:r w:rsidR="00427A31" w:rsidRPr="00085FAD">
              <w:rPr>
                <w:rStyle w:val="Hyperlink"/>
                <w:rFonts w:cs="Vrinda" w:hint="cs"/>
                <w:noProof/>
                <w:cs/>
                <w:lang w:bidi="bn-IN"/>
              </w:rPr>
              <w:t>রাসূল</w:t>
            </w:r>
            <w:r w:rsidR="00427A31" w:rsidRPr="00085FAD">
              <w:rPr>
                <w:rStyle w:val="Hyperlink"/>
                <w:rFonts w:cs="Vrinda"/>
                <w:noProof/>
                <w:cs/>
                <w:lang w:bidi="bn-IN"/>
              </w:rPr>
              <w:t xml:space="preserve"> (</w:t>
            </w:r>
            <w:r w:rsidR="00427A31" w:rsidRPr="00085FAD">
              <w:rPr>
                <w:rStyle w:val="Hyperlink"/>
                <w:rFonts w:cs="Vrinda" w:hint="cs"/>
                <w:noProof/>
                <w:cs/>
                <w:lang w:bidi="bn-IN"/>
              </w:rPr>
              <w:t>সা</w:t>
            </w:r>
            <w:r w:rsidR="00427A31" w:rsidRPr="00085FAD">
              <w:rPr>
                <w:rStyle w:val="Hyperlink"/>
                <w:rFonts w:cs="Vrinda"/>
                <w:noProof/>
                <w:cs/>
                <w:lang w:bidi="bn-IN"/>
              </w:rPr>
              <w:t>.)-</w:t>
            </w:r>
            <w:r w:rsidR="00427A31" w:rsidRPr="00085FAD">
              <w:rPr>
                <w:rStyle w:val="Hyperlink"/>
                <w:rFonts w:cs="Vrinda" w:hint="cs"/>
                <w:noProof/>
                <w:cs/>
                <w:lang w:bidi="bn-IN"/>
              </w:rPr>
              <w:t>এর</w:t>
            </w:r>
            <w:r w:rsidR="00427A31" w:rsidRPr="00085FAD">
              <w:rPr>
                <w:rStyle w:val="Hyperlink"/>
                <w:rFonts w:cs="Vrinda"/>
                <w:noProof/>
                <w:cs/>
                <w:lang w:bidi="bn-IN"/>
              </w:rPr>
              <w:t xml:space="preserve"> </w:t>
            </w:r>
            <w:r w:rsidR="00427A31" w:rsidRPr="00085FAD">
              <w:rPr>
                <w:rStyle w:val="Hyperlink"/>
                <w:rFonts w:cs="Vrinda" w:hint="cs"/>
                <w:noProof/>
                <w:cs/>
                <w:lang w:bidi="bn-IN"/>
              </w:rPr>
              <w:t>আত্মিক</w:t>
            </w:r>
            <w:r w:rsidR="00427A31" w:rsidRPr="00085FAD">
              <w:rPr>
                <w:rStyle w:val="Hyperlink"/>
                <w:rFonts w:cs="Vrinda"/>
                <w:noProof/>
                <w:cs/>
                <w:lang w:bidi="bn-IN"/>
              </w:rPr>
              <w:t xml:space="preserve"> </w:t>
            </w:r>
            <w:r w:rsidR="00427A31" w:rsidRPr="00085FAD">
              <w:rPr>
                <w:rStyle w:val="Hyperlink"/>
                <w:rFonts w:cs="Vrinda" w:hint="cs"/>
                <w:noProof/>
                <w:cs/>
                <w:lang w:bidi="bn-IN"/>
              </w:rPr>
              <w:t>ও</w:t>
            </w:r>
            <w:r w:rsidR="00427A31" w:rsidRPr="00085FAD">
              <w:rPr>
                <w:rStyle w:val="Hyperlink"/>
                <w:rFonts w:cs="Vrinda"/>
                <w:noProof/>
                <w:cs/>
                <w:lang w:bidi="bn-IN"/>
              </w:rPr>
              <w:t xml:space="preserve"> </w:t>
            </w:r>
            <w:r w:rsidR="00427A31" w:rsidRPr="00085FAD">
              <w:rPr>
                <w:rStyle w:val="Hyperlink"/>
                <w:rFonts w:cs="Vrinda" w:hint="cs"/>
                <w:noProof/>
                <w:cs/>
                <w:lang w:bidi="bn-IN"/>
              </w:rPr>
              <w:t>শারীরিক</w:t>
            </w:r>
            <w:r w:rsidR="00427A31" w:rsidRPr="00085FAD">
              <w:rPr>
                <w:rStyle w:val="Hyperlink"/>
                <w:rFonts w:cs="Vrinda"/>
                <w:noProof/>
                <w:cs/>
                <w:lang w:bidi="bn-IN"/>
              </w:rPr>
              <w:t xml:space="preserve"> </w:t>
            </w:r>
            <w:r w:rsidR="00427A31" w:rsidRPr="00085FAD">
              <w:rPr>
                <w:rStyle w:val="Hyperlink"/>
                <w:rFonts w:cs="Vrinda" w:hint="cs"/>
                <w:noProof/>
                <w:cs/>
                <w:lang w:bidi="bn-IN"/>
              </w:rPr>
              <w:t>ক্ষমতা</w:t>
            </w:r>
            <w:r w:rsidR="00427A31">
              <w:rPr>
                <w:noProof/>
                <w:webHidden/>
              </w:rPr>
              <w:tab/>
            </w:r>
            <w:r>
              <w:rPr>
                <w:noProof/>
                <w:webHidden/>
              </w:rPr>
              <w:fldChar w:fldCharType="begin"/>
            </w:r>
            <w:r w:rsidR="00427A31">
              <w:rPr>
                <w:noProof/>
                <w:webHidden/>
              </w:rPr>
              <w:instrText xml:space="preserve"> PAGEREF _Toc392601464 \h </w:instrText>
            </w:r>
            <w:r>
              <w:rPr>
                <w:noProof/>
                <w:webHidden/>
              </w:rPr>
            </w:r>
            <w:r>
              <w:rPr>
                <w:noProof/>
                <w:webHidden/>
              </w:rPr>
              <w:fldChar w:fldCharType="separate"/>
            </w:r>
            <w:r w:rsidR="00427A31">
              <w:rPr>
                <w:noProof/>
                <w:webHidden/>
              </w:rPr>
              <w:t>218</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65" w:history="1">
            <w:r w:rsidR="00427A31" w:rsidRPr="00085FAD">
              <w:rPr>
                <w:rStyle w:val="Hyperlink"/>
                <w:rFonts w:cs="Vrinda" w:hint="cs"/>
                <w:noProof/>
                <w:cs/>
                <w:lang w:bidi="bn-IN"/>
              </w:rPr>
              <w:t>ক্ষমতা</w:t>
            </w:r>
            <w:r w:rsidR="00427A31" w:rsidRPr="00085FAD">
              <w:rPr>
                <w:rStyle w:val="Hyperlink"/>
                <w:rFonts w:cs="Vrinda"/>
                <w:noProof/>
                <w:cs/>
                <w:lang w:bidi="bn-IN"/>
              </w:rPr>
              <w:t xml:space="preserve"> </w:t>
            </w:r>
            <w:r w:rsidR="00427A31" w:rsidRPr="00085FAD">
              <w:rPr>
                <w:rStyle w:val="Hyperlink"/>
                <w:rFonts w:cs="Vrinda" w:hint="cs"/>
                <w:noProof/>
                <w:cs/>
                <w:lang w:bidi="bn-IN"/>
              </w:rPr>
              <w:t>ও</w:t>
            </w:r>
            <w:r w:rsidR="00427A31" w:rsidRPr="00085FAD">
              <w:rPr>
                <w:rStyle w:val="Hyperlink"/>
                <w:rFonts w:cs="Vrinda"/>
                <w:noProof/>
                <w:cs/>
                <w:lang w:bidi="bn-IN"/>
              </w:rPr>
              <w:t xml:space="preserve"> </w:t>
            </w:r>
            <w:r w:rsidR="00427A31" w:rsidRPr="00085FAD">
              <w:rPr>
                <w:rStyle w:val="Hyperlink"/>
                <w:rFonts w:cs="Vrinda" w:hint="cs"/>
                <w:noProof/>
                <w:cs/>
                <w:lang w:bidi="bn-IN"/>
              </w:rPr>
              <w:t>প্রেমের</w:t>
            </w:r>
            <w:r w:rsidR="00427A31" w:rsidRPr="00085FAD">
              <w:rPr>
                <w:rStyle w:val="Hyperlink"/>
                <w:rFonts w:cs="Vrinda"/>
                <w:noProof/>
                <w:cs/>
                <w:lang w:bidi="bn-IN"/>
              </w:rPr>
              <w:t xml:space="preserve"> </w:t>
            </w:r>
            <w:r w:rsidR="00427A31" w:rsidRPr="00085FAD">
              <w:rPr>
                <w:rStyle w:val="Hyperlink"/>
                <w:rFonts w:cs="Vrinda" w:hint="cs"/>
                <w:noProof/>
                <w:cs/>
                <w:lang w:bidi="bn-IN"/>
              </w:rPr>
              <w:t>মতবাদের</w:t>
            </w:r>
            <w:r w:rsidR="00427A31" w:rsidRPr="00085FAD">
              <w:rPr>
                <w:rStyle w:val="Hyperlink"/>
                <w:rFonts w:cs="Vrinda"/>
                <w:noProof/>
                <w:cs/>
                <w:lang w:bidi="bn-IN"/>
              </w:rPr>
              <w:t xml:space="preserve"> </w:t>
            </w:r>
            <w:r w:rsidR="00427A31" w:rsidRPr="00085FAD">
              <w:rPr>
                <w:rStyle w:val="Hyperlink"/>
                <w:rFonts w:cs="Vrinda" w:hint="cs"/>
                <w:noProof/>
                <w:cs/>
                <w:lang w:bidi="bn-IN"/>
              </w:rPr>
              <w:t>পর্যালোচনা</w:t>
            </w:r>
            <w:r w:rsidR="00427A31" w:rsidRPr="00085FAD">
              <w:rPr>
                <w:rStyle w:val="Hyperlink"/>
                <w:rFonts w:cs="Vrinda"/>
                <w:noProof/>
                <w:cs/>
                <w:lang w:bidi="bn-IN"/>
              </w:rPr>
              <w:t xml:space="preserve"> </w:t>
            </w:r>
            <w:r w:rsidR="00427A31" w:rsidRPr="00085FAD">
              <w:rPr>
                <w:rStyle w:val="Hyperlink"/>
                <w:rFonts w:cs="Vrinda" w:hint="cs"/>
                <w:noProof/>
                <w:cs/>
                <w:lang w:bidi="bn-IN"/>
              </w:rPr>
              <w:t>ও</w:t>
            </w:r>
            <w:r w:rsidR="00427A31" w:rsidRPr="00085FAD">
              <w:rPr>
                <w:rStyle w:val="Hyperlink"/>
                <w:rFonts w:cs="Vrinda"/>
                <w:noProof/>
                <w:cs/>
                <w:lang w:bidi="bn-IN"/>
              </w:rPr>
              <w:t xml:space="preserve"> </w:t>
            </w:r>
            <w:r w:rsidR="00427A31" w:rsidRPr="00085FAD">
              <w:rPr>
                <w:rStyle w:val="Hyperlink"/>
                <w:rFonts w:cs="Vrinda" w:hint="cs"/>
                <w:noProof/>
                <w:cs/>
                <w:lang w:bidi="bn-IN"/>
              </w:rPr>
              <w:t>মূল্যায়ন</w:t>
            </w:r>
            <w:r w:rsidR="00427A31">
              <w:rPr>
                <w:noProof/>
                <w:webHidden/>
              </w:rPr>
              <w:tab/>
            </w:r>
            <w:r>
              <w:rPr>
                <w:noProof/>
                <w:webHidden/>
              </w:rPr>
              <w:fldChar w:fldCharType="begin"/>
            </w:r>
            <w:r w:rsidR="00427A31">
              <w:rPr>
                <w:noProof/>
                <w:webHidden/>
              </w:rPr>
              <w:instrText xml:space="preserve"> PAGEREF _Toc392601465 \h </w:instrText>
            </w:r>
            <w:r>
              <w:rPr>
                <w:noProof/>
                <w:webHidden/>
              </w:rPr>
            </w:r>
            <w:r>
              <w:rPr>
                <w:noProof/>
                <w:webHidden/>
              </w:rPr>
              <w:fldChar w:fldCharType="separate"/>
            </w:r>
            <w:r w:rsidR="00427A31">
              <w:rPr>
                <w:noProof/>
                <w:webHidden/>
              </w:rPr>
              <w:t>220</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66" w:history="1">
            <w:r w:rsidR="00427A31" w:rsidRPr="00085FAD">
              <w:rPr>
                <w:rStyle w:val="Hyperlink"/>
                <w:rFonts w:cs="Vrinda" w:hint="cs"/>
                <w:noProof/>
                <w:cs/>
                <w:lang w:bidi="bn-IN"/>
              </w:rPr>
              <w:t>আত্মিক</w:t>
            </w:r>
            <w:r w:rsidR="00427A31" w:rsidRPr="00085FAD">
              <w:rPr>
                <w:rStyle w:val="Hyperlink"/>
                <w:rFonts w:cs="Vrinda"/>
                <w:noProof/>
                <w:cs/>
                <w:lang w:bidi="bn-IN"/>
              </w:rPr>
              <w:t xml:space="preserve"> </w:t>
            </w:r>
            <w:r w:rsidR="00427A31" w:rsidRPr="00085FAD">
              <w:rPr>
                <w:rStyle w:val="Hyperlink"/>
                <w:rFonts w:cs="Vrinda" w:hint="cs"/>
                <w:noProof/>
                <w:cs/>
                <w:lang w:bidi="bn-IN"/>
              </w:rPr>
              <w:t>শক্তি</w:t>
            </w:r>
            <w:r w:rsidR="00427A31" w:rsidRPr="00085FAD">
              <w:rPr>
                <w:rStyle w:val="Hyperlink"/>
                <w:rFonts w:cs="Vrinda"/>
                <w:noProof/>
                <w:cs/>
                <w:lang w:bidi="bn-IN"/>
              </w:rPr>
              <w:t xml:space="preserve"> </w:t>
            </w:r>
            <w:r w:rsidR="00427A31" w:rsidRPr="00085FAD">
              <w:rPr>
                <w:rStyle w:val="Hyperlink"/>
                <w:rFonts w:cs="Vrinda" w:hint="cs"/>
                <w:noProof/>
                <w:cs/>
                <w:lang w:bidi="bn-IN"/>
              </w:rPr>
              <w:t>ও</w:t>
            </w:r>
            <w:r w:rsidR="00427A31" w:rsidRPr="00085FAD">
              <w:rPr>
                <w:rStyle w:val="Hyperlink"/>
                <w:rFonts w:cs="Vrinda"/>
                <w:noProof/>
                <w:cs/>
                <w:lang w:bidi="bn-IN"/>
              </w:rPr>
              <w:t xml:space="preserve"> </w:t>
            </w:r>
            <w:r w:rsidR="00427A31" w:rsidRPr="00085FAD">
              <w:rPr>
                <w:rStyle w:val="Hyperlink"/>
                <w:rFonts w:cs="Vrinda" w:hint="cs"/>
                <w:noProof/>
                <w:cs/>
                <w:lang w:bidi="bn-IN"/>
              </w:rPr>
              <w:t>ক্ষমতা</w:t>
            </w:r>
            <w:r w:rsidR="00427A31">
              <w:rPr>
                <w:noProof/>
                <w:webHidden/>
              </w:rPr>
              <w:tab/>
            </w:r>
            <w:r>
              <w:rPr>
                <w:noProof/>
                <w:webHidden/>
              </w:rPr>
              <w:fldChar w:fldCharType="begin"/>
            </w:r>
            <w:r w:rsidR="00427A31">
              <w:rPr>
                <w:noProof/>
                <w:webHidden/>
              </w:rPr>
              <w:instrText xml:space="preserve"> PAGEREF _Toc392601466 \h </w:instrText>
            </w:r>
            <w:r>
              <w:rPr>
                <w:noProof/>
                <w:webHidden/>
              </w:rPr>
            </w:r>
            <w:r>
              <w:rPr>
                <w:noProof/>
                <w:webHidden/>
              </w:rPr>
              <w:fldChar w:fldCharType="separate"/>
            </w:r>
            <w:r w:rsidR="00427A31">
              <w:rPr>
                <w:noProof/>
                <w:webHidden/>
              </w:rPr>
              <w:t>223</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67" w:history="1">
            <w:r w:rsidR="00427A31" w:rsidRPr="00085FAD">
              <w:rPr>
                <w:rStyle w:val="Hyperlink"/>
                <w:rFonts w:cs="Vrinda" w:hint="cs"/>
                <w:noProof/>
                <w:cs/>
                <w:lang w:bidi="bn-IN"/>
              </w:rPr>
              <w:t>স্নেহও</w:t>
            </w:r>
            <w:r w:rsidR="00427A31" w:rsidRPr="00085FAD">
              <w:rPr>
                <w:rStyle w:val="Hyperlink"/>
                <w:rFonts w:cs="Vrinda"/>
                <w:noProof/>
                <w:cs/>
                <w:lang w:bidi="bn-IN"/>
              </w:rPr>
              <w:t xml:space="preserve"> </w:t>
            </w:r>
            <w:r w:rsidR="00427A31" w:rsidRPr="00085FAD">
              <w:rPr>
                <w:rStyle w:val="Hyperlink"/>
                <w:rFonts w:cs="Vrinda" w:hint="cs"/>
                <w:noProof/>
                <w:cs/>
                <w:lang w:bidi="bn-IN"/>
              </w:rPr>
              <w:t>সহানুভূতির</w:t>
            </w:r>
            <w:r w:rsidR="00427A31" w:rsidRPr="00085FAD">
              <w:rPr>
                <w:rStyle w:val="Hyperlink"/>
                <w:rFonts w:cs="Vrinda"/>
                <w:noProof/>
                <w:cs/>
                <w:lang w:bidi="bn-IN"/>
              </w:rPr>
              <w:t xml:space="preserve"> </w:t>
            </w:r>
            <w:r w:rsidR="00427A31" w:rsidRPr="00085FAD">
              <w:rPr>
                <w:rStyle w:val="Hyperlink"/>
                <w:rFonts w:cs="Vrinda" w:hint="cs"/>
                <w:noProof/>
                <w:cs/>
                <w:lang w:bidi="bn-IN"/>
              </w:rPr>
              <w:t>সঠিক</w:t>
            </w:r>
            <w:r w:rsidR="00427A31" w:rsidRPr="00085FAD">
              <w:rPr>
                <w:rStyle w:val="Hyperlink"/>
                <w:rFonts w:cs="Vrinda"/>
                <w:noProof/>
                <w:cs/>
                <w:lang w:bidi="bn-IN"/>
              </w:rPr>
              <w:t xml:space="preserve"> </w:t>
            </w:r>
            <w:r w:rsidR="00427A31" w:rsidRPr="00085FAD">
              <w:rPr>
                <w:rStyle w:val="Hyperlink"/>
                <w:rFonts w:cs="Vrinda" w:hint="cs"/>
                <w:noProof/>
                <w:cs/>
                <w:lang w:bidi="bn-IN"/>
              </w:rPr>
              <w:t>ও</w:t>
            </w:r>
            <w:r w:rsidR="00427A31" w:rsidRPr="00085FAD">
              <w:rPr>
                <w:rStyle w:val="Hyperlink"/>
                <w:rFonts w:cs="Vrinda"/>
                <w:noProof/>
                <w:cs/>
                <w:lang w:bidi="bn-IN"/>
              </w:rPr>
              <w:t xml:space="preserve"> </w:t>
            </w:r>
            <w:r w:rsidR="00427A31" w:rsidRPr="00085FAD">
              <w:rPr>
                <w:rStyle w:val="Hyperlink"/>
                <w:rFonts w:cs="Vrinda" w:hint="cs"/>
                <w:noProof/>
                <w:cs/>
                <w:lang w:bidi="bn-IN"/>
              </w:rPr>
              <w:t>অযাচিত</w:t>
            </w:r>
            <w:r w:rsidR="00427A31" w:rsidRPr="00085FAD">
              <w:rPr>
                <w:rStyle w:val="Hyperlink"/>
                <w:rFonts w:cs="Vrinda"/>
                <w:noProof/>
                <w:cs/>
                <w:lang w:bidi="bn-IN"/>
              </w:rPr>
              <w:t xml:space="preserve"> </w:t>
            </w:r>
            <w:r w:rsidR="00427A31" w:rsidRPr="00085FAD">
              <w:rPr>
                <w:rStyle w:val="Hyperlink"/>
                <w:rFonts w:cs="Vrinda" w:hint="cs"/>
                <w:noProof/>
                <w:cs/>
                <w:lang w:bidi="bn-IN"/>
              </w:rPr>
              <w:t>প্রকাশ</w:t>
            </w:r>
            <w:r w:rsidR="00427A31">
              <w:rPr>
                <w:noProof/>
                <w:webHidden/>
              </w:rPr>
              <w:tab/>
            </w:r>
            <w:r>
              <w:rPr>
                <w:noProof/>
                <w:webHidden/>
              </w:rPr>
              <w:fldChar w:fldCharType="begin"/>
            </w:r>
            <w:r w:rsidR="00427A31">
              <w:rPr>
                <w:noProof/>
                <w:webHidden/>
              </w:rPr>
              <w:instrText xml:space="preserve"> PAGEREF _Toc392601467 \h </w:instrText>
            </w:r>
            <w:r>
              <w:rPr>
                <w:noProof/>
                <w:webHidden/>
              </w:rPr>
            </w:r>
            <w:r>
              <w:rPr>
                <w:noProof/>
                <w:webHidden/>
              </w:rPr>
              <w:fldChar w:fldCharType="separate"/>
            </w:r>
            <w:r w:rsidR="00427A31">
              <w:rPr>
                <w:noProof/>
                <w:webHidden/>
              </w:rPr>
              <w:t>225</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68" w:history="1">
            <w:r w:rsidR="00427A31" w:rsidRPr="00085FAD">
              <w:rPr>
                <w:rStyle w:val="Hyperlink"/>
                <w:rFonts w:cs="Vrinda" w:hint="cs"/>
                <w:noProof/>
                <w:cs/>
                <w:lang w:bidi="bn-IN"/>
              </w:rPr>
              <w:t>ভালোবাসার</w:t>
            </w:r>
            <w:r w:rsidR="00427A31" w:rsidRPr="00085FAD">
              <w:rPr>
                <w:rStyle w:val="Hyperlink"/>
                <w:rFonts w:cs="Vrinda"/>
                <w:noProof/>
                <w:cs/>
                <w:lang w:bidi="bn-IN"/>
              </w:rPr>
              <w:t xml:space="preserve"> </w:t>
            </w:r>
            <w:r w:rsidR="00427A31" w:rsidRPr="00085FAD">
              <w:rPr>
                <w:rStyle w:val="Hyperlink"/>
                <w:rFonts w:cs="Vrinda" w:hint="cs"/>
                <w:noProof/>
                <w:cs/>
                <w:lang w:bidi="bn-IN"/>
              </w:rPr>
              <w:t>মতবাদ</w:t>
            </w:r>
            <w:r w:rsidR="00427A31">
              <w:rPr>
                <w:noProof/>
                <w:webHidden/>
              </w:rPr>
              <w:tab/>
            </w:r>
            <w:r>
              <w:rPr>
                <w:noProof/>
                <w:webHidden/>
              </w:rPr>
              <w:fldChar w:fldCharType="begin"/>
            </w:r>
            <w:r w:rsidR="00427A31">
              <w:rPr>
                <w:noProof/>
                <w:webHidden/>
              </w:rPr>
              <w:instrText xml:space="preserve"> PAGEREF _Toc392601468 \h </w:instrText>
            </w:r>
            <w:r>
              <w:rPr>
                <w:noProof/>
                <w:webHidden/>
              </w:rPr>
            </w:r>
            <w:r>
              <w:rPr>
                <w:noProof/>
                <w:webHidden/>
              </w:rPr>
              <w:fldChar w:fldCharType="separate"/>
            </w:r>
            <w:r w:rsidR="00427A31">
              <w:rPr>
                <w:noProof/>
                <w:webHidden/>
              </w:rPr>
              <w:t>231</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69" w:history="1">
            <w:r w:rsidR="00427A31" w:rsidRPr="00085FAD">
              <w:rPr>
                <w:rStyle w:val="Hyperlink"/>
                <w:rFonts w:cs="Vrinda" w:hint="cs"/>
                <w:noProof/>
                <w:cs/>
                <w:lang w:bidi="bn-IN"/>
              </w:rPr>
              <w:t>সৃষ্টির</w:t>
            </w:r>
            <w:r w:rsidR="00427A31" w:rsidRPr="00085FAD">
              <w:rPr>
                <w:rStyle w:val="Hyperlink"/>
                <w:rFonts w:cs="Vrinda"/>
                <w:noProof/>
                <w:cs/>
                <w:lang w:bidi="bn-IN"/>
              </w:rPr>
              <w:t xml:space="preserve"> </w:t>
            </w:r>
            <w:r w:rsidR="00427A31" w:rsidRPr="00085FAD">
              <w:rPr>
                <w:rStyle w:val="Hyperlink"/>
                <w:rFonts w:cs="Vrinda" w:hint="cs"/>
                <w:noProof/>
                <w:cs/>
                <w:lang w:bidi="bn-IN"/>
              </w:rPr>
              <w:t>কল্যাণ</w:t>
            </w:r>
            <w:r w:rsidR="00427A31" w:rsidRPr="00085FAD">
              <w:rPr>
                <w:rStyle w:val="Hyperlink"/>
                <w:rFonts w:cs="Vrinda"/>
                <w:noProof/>
                <w:cs/>
                <w:lang w:bidi="bn-IN"/>
              </w:rPr>
              <w:t xml:space="preserve"> </w:t>
            </w:r>
            <w:r w:rsidR="00427A31" w:rsidRPr="00085FAD">
              <w:rPr>
                <w:rStyle w:val="Hyperlink"/>
                <w:rFonts w:cs="Vrinda" w:hint="cs"/>
                <w:noProof/>
                <w:cs/>
                <w:lang w:bidi="bn-IN"/>
              </w:rPr>
              <w:t>সাধন</w:t>
            </w:r>
            <w:r w:rsidR="00427A31" w:rsidRPr="00085FAD">
              <w:rPr>
                <w:rStyle w:val="Hyperlink"/>
                <w:rFonts w:cs="Vrinda"/>
                <w:noProof/>
                <w:cs/>
                <w:lang w:bidi="bn-IN"/>
              </w:rPr>
              <w:t xml:space="preserve"> </w:t>
            </w:r>
            <w:r w:rsidR="00427A31" w:rsidRPr="00085FAD">
              <w:rPr>
                <w:rStyle w:val="Hyperlink"/>
                <w:rFonts w:cs="Vrinda" w:hint="cs"/>
                <w:noProof/>
                <w:cs/>
                <w:lang w:bidi="bn-IN"/>
              </w:rPr>
              <w:t>ও</w:t>
            </w:r>
            <w:r w:rsidR="00427A31" w:rsidRPr="00085FAD">
              <w:rPr>
                <w:rStyle w:val="Hyperlink"/>
                <w:rFonts w:cs="Vrinda"/>
                <w:noProof/>
                <w:cs/>
                <w:lang w:bidi="bn-IN"/>
              </w:rPr>
              <w:t xml:space="preserve"> </w:t>
            </w:r>
            <w:r w:rsidR="00427A31" w:rsidRPr="00085FAD">
              <w:rPr>
                <w:rStyle w:val="Hyperlink"/>
                <w:rFonts w:cs="Vrinda" w:hint="cs"/>
                <w:noProof/>
                <w:cs/>
                <w:lang w:bidi="bn-IN"/>
              </w:rPr>
              <w:t>আত্মত্যাগের</w:t>
            </w:r>
            <w:r w:rsidR="00427A31" w:rsidRPr="00085FAD">
              <w:rPr>
                <w:rStyle w:val="Hyperlink"/>
                <w:rFonts w:cs="Vrinda"/>
                <w:noProof/>
                <w:cs/>
                <w:lang w:bidi="bn-IN"/>
              </w:rPr>
              <w:t xml:space="preserve"> </w:t>
            </w:r>
            <w:r w:rsidR="00427A31" w:rsidRPr="00085FAD">
              <w:rPr>
                <w:rStyle w:val="Hyperlink"/>
                <w:rFonts w:cs="Vrinda" w:hint="cs"/>
                <w:noProof/>
                <w:cs/>
                <w:lang w:bidi="bn-IN"/>
              </w:rPr>
              <w:t>প্রতি</w:t>
            </w:r>
            <w:r w:rsidR="00427A31" w:rsidRPr="00085FAD">
              <w:rPr>
                <w:rStyle w:val="Hyperlink"/>
                <w:rFonts w:cs="Vrinda"/>
                <w:noProof/>
                <w:cs/>
                <w:lang w:bidi="bn-IN"/>
              </w:rPr>
              <w:t xml:space="preserve"> </w:t>
            </w:r>
            <w:r w:rsidR="00427A31" w:rsidRPr="00085FAD">
              <w:rPr>
                <w:rStyle w:val="Hyperlink"/>
                <w:rFonts w:cs="Vrinda" w:hint="cs"/>
                <w:noProof/>
                <w:cs/>
                <w:lang w:bidi="bn-IN"/>
              </w:rPr>
              <w:t>কোরআনের</w:t>
            </w:r>
            <w:r w:rsidR="00427A31" w:rsidRPr="00085FAD">
              <w:rPr>
                <w:rStyle w:val="Hyperlink"/>
                <w:rFonts w:cs="Vrinda"/>
                <w:noProof/>
                <w:cs/>
                <w:lang w:bidi="bn-IN"/>
              </w:rPr>
              <w:t xml:space="preserve"> </w:t>
            </w:r>
            <w:r w:rsidR="00427A31" w:rsidRPr="00085FAD">
              <w:rPr>
                <w:rStyle w:val="Hyperlink"/>
                <w:rFonts w:cs="Vrinda" w:hint="cs"/>
                <w:noProof/>
                <w:cs/>
                <w:lang w:bidi="bn-IN"/>
              </w:rPr>
              <w:t>আহবান</w:t>
            </w:r>
            <w:r w:rsidR="00427A31">
              <w:rPr>
                <w:noProof/>
                <w:webHidden/>
              </w:rPr>
              <w:tab/>
            </w:r>
            <w:r>
              <w:rPr>
                <w:noProof/>
                <w:webHidden/>
              </w:rPr>
              <w:fldChar w:fldCharType="begin"/>
            </w:r>
            <w:r w:rsidR="00427A31">
              <w:rPr>
                <w:noProof/>
                <w:webHidden/>
              </w:rPr>
              <w:instrText xml:space="preserve"> PAGEREF _Toc392601469 \h </w:instrText>
            </w:r>
            <w:r>
              <w:rPr>
                <w:noProof/>
                <w:webHidden/>
              </w:rPr>
            </w:r>
            <w:r>
              <w:rPr>
                <w:noProof/>
                <w:webHidden/>
              </w:rPr>
              <w:fldChar w:fldCharType="separate"/>
            </w:r>
            <w:r w:rsidR="00427A31">
              <w:rPr>
                <w:noProof/>
                <w:webHidden/>
              </w:rPr>
              <w:t>233</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70" w:history="1">
            <w:r w:rsidR="00427A31" w:rsidRPr="00085FAD">
              <w:rPr>
                <w:rStyle w:val="Hyperlink"/>
                <w:rFonts w:cs="Vrinda" w:hint="cs"/>
                <w:noProof/>
                <w:cs/>
                <w:lang w:bidi="bn-IN"/>
              </w:rPr>
              <w:t>পাশ্চাত্যে</w:t>
            </w:r>
            <w:r w:rsidR="00427A31" w:rsidRPr="00085FAD">
              <w:rPr>
                <w:rStyle w:val="Hyperlink"/>
                <w:rFonts w:cs="Vrinda"/>
                <w:noProof/>
                <w:cs/>
                <w:lang w:bidi="bn-IN"/>
              </w:rPr>
              <w:t xml:space="preserve"> </w:t>
            </w:r>
            <w:r w:rsidR="00427A31" w:rsidRPr="00085FAD">
              <w:rPr>
                <w:rStyle w:val="Hyperlink"/>
                <w:rFonts w:cs="Vrinda" w:hint="cs"/>
                <w:noProof/>
                <w:cs/>
                <w:lang w:bidi="bn-IN"/>
              </w:rPr>
              <w:t>মানবিক</w:t>
            </w:r>
            <w:r w:rsidR="00427A31" w:rsidRPr="00085FAD">
              <w:rPr>
                <w:rStyle w:val="Hyperlink"/>
                <w:rFonts w:cs="Vrinda"/>
                <w:noProof/>
                <w:cs/>
                <w:lang w:bidi="bn-IN"/>
              </w:rPr>
              <w:t xml:space="preserve"> </w:t>
            </w:r>
            <w:r w:rsidR="00427A31" w:rsidRPr="00085FAD">
              <w:rPr>
                <w:rStyle w:val="Hyperlink"/>
                <w:rFonts w:cs="Vrinda" w:hint="cs"/>
                <w:noProof/>
                <w:cs/>
                <w:lang w:bidi="bn-IN"/>
              </w:rPr>
              <w:t>স্নেহ</w:t>
            </w:r>
            <w:r w:rsidR="00427A31" w:rsidRPr="00085FAD">
              <w:rPr>
                <w:rStyle w:val="Hyperlink"/>
                <w:rFonts w:cs="Vrinda"/>
                <w:noProof/>
                <w:cs/>
                <w:lang w:bidi="bn-IN"/>
              </w:rPr>
              <w:t>-</w:t>
            </w:r>
            <w:r w:rsidR="00427A31" w:rsidRPr="00085FAD">
              <w:rPr>
                <w:rStyle w:val="Hyperlink"/>
                <w:rFonts w:cs="Vrinda" w:hint="cs"/>
                <w:noProof/>
                <w:cs/>
                <w:lang w:bidi="bn-IN"/>
              </w:rPr>
              <w:t>ভালোবাসার</w:t>
            </w:r>
            <w:r w:rsidR="00427A31" w:rsidRPr="00085FAD">
              <w:rPr>
                <w:rStyle w:val="Hyperlink"/>
                <w:rFonts w:cs="Vrinda"/>
                <w:noProof/>
                <w:cs/>
                <w:lang w:bidi="bn-IN"/>
              </w:rPr>
              <w:t xml:space="preserve"> </w:t>
            </w:r>
            <w:r w:rsidR="00427A31" w:rsidRPr="00085FAD">
              <w:rPr>
                <w:rStyle w:val="Hyperlink"/>
                <w:rFonts w:cs="Vrinda" w:hint="cs"/>
                <w:noProof/>
                <w:cs/>
                <w:lang w:bidi="bn-IN"/>
              </w:rPr>
              <w:t>নমুনা</w:t>
            </w:r>
            <w:r w:rsidR="00427A31" w:rsidRPr="00085FAD">
              <w:rPr>
                <w:rStyle w:val="Hyperlink"/>
                <w:rFonts w:cs="Vrinda"/>
                <w:noProof/>
                <w:cs/>
                <w:lang w:bidi="bn-IN"/>
              </w:rPr>
              <w:t xml:space="preserve"> </w:t>
            </w:r>
            <w:r w:rsidR="00427A31" w:rsidRPr="00085FAD">
              <w:rPr>
                <w:rStyle w:val="Hyperlink"/>
                <w:rFonts w:cs="Vrinda" w:hint="cs"/>
                <w:noProof/>
                <w:cs/>
                <w:lang w:bidi="bn-IN"/>
              </w:rPr>
              <w:t>ও</w:t>
            </w:r>
            <w:r w:rsidR="00427A31" w:rsidRPr="00085FAD">
              <w:rPr>
                <w:rStyle w:val="Hyperlink"/>
                <w:rFonts w:cs="Vrinda"/>
                <w:noProof/>
                <w:cs/>
                <w:lang w:bidi="bn-IN"/>
              </w:rPr>
              <w:t xml:space="preserve"> </w:t>
            </w:r>
            <w:r w:rsidR="00427A31" w:rsidRPr="00085FAD">
              <w:rPr>
                <w:rStyle w:val="Hyperlink"/>
                <w:rFonts w:cs="Vrinda" w:hint="cs"/>
                <w:noProof/>
                <w:cs/>
                <w:lang w:bidi="bn-IN"/>
              </w:rPr>
              <w:t>অনুভূতি</w:t>
            </w:r>
            <w:r w:rsidR="00427A31">
              <w:rPr>
                <w:noProof/>
                <w:webHidden/>
              </w:rPr>
              <w:tab/>
            </w:r>
            <w:r>
              <w:rPr>
                <w:noProof/>
                <w:webHidden/>
              </w:rPr>
              <w:fldChar w:fldCharType="begin"/>
            </w:r>
            <w:r w:rsidR="00427A31">
              <w:rPr>
                <w:noProof/>
                <w:webHidden/>
              </w:rPr>
              <w:instrText xml:space="preserve"> PAGEREF _Toc392601470 \h </w:instrText>
            </w:r>
            <w:r>
              <w:rPr>
                <w:noProof/>
                <w:webHidden/>
              </w:rPr>
            </w:r>
            <w:r>
              <w:rPr>
                <w:noProof/>
                <w:webHidden/>
              </w:rPr>
              <w:fldChar w:fldCharType="separate"/>
            </w:r>
            <w:r w:rsidR="00427A31">
              <w:rPr>
                <w:noProof/>
                <w:webHidden/>
              </w:rPr>
              <w:t>236</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71" w:history="1">
            <w:r w:rsidR="00427A31" w:rsidRPr="00085FAD">
              <w:rPr>
                <w:rStyle w:val="Hyperlink"/>
                <w:rFonts w:cs="Vrinda" w:hint="cs"/>
                <w:noProof/>
                <w:cs/>
                <w:lang w:bidi="bn-IN"/>
              </w:rPr>
              <w:t>ইতিহাসে</w:t>
            </w:r>
            <w:r w:rsidR="00427A31" w:rsidRPr="00085FAD">
              <w:rPr>
                <w:rStyle w:val="Hyperlink"/>
                <w:rFonts w:cs="Vrinda"/>
                <w:noProof/>
                <w:cs/>
                <w:lang w:bidi="bn-IN"/>
              </w:rPr>
              <w:t xml:space="preserve"> </w:t>
            </w:r>
            <w:r w:rsidR="00427A31" w:rsidRPr="00085FAD">
              <w:rPr>
                <w:rStyle w:val="Hyperlink"/>
                <w:rFonts w:cs="Vrinda" w:hint="cs"/>
                <w:noProof/>
                <w:cs/>
                <w:lang w:bidi="bn-IN"/>
              </w:rPr>
              <w:t>আত্মত্যাগের</w:t>
            </w:r>
            <w:r w:rsidR="00427A31" w:rsidRPr="00085FAD">
              <w:rPr>
                <w:rStyle w:val="Hyperlink"/>
                <w:rFonts w:cs="Vrinda"/>
                <w:noProof/>
                <w:cs/>
                <w:lang w:bidi="bn-IN"/>
              </w:rPr>
              <w:t xml:space="preserve"> </w:t>
            </w:r>
            <w:r w:rsidR="00427A31" w:rsidRPr="00085FAD">
              <w:rPr>
                <w:rStyle w:val="Hyperlink"/>
                <w:rFonts w:cs="Vrinda" w:hint="cs"/>
                <w:noProof/>
                <w:cs/>
                <w:lang w:bidi="bn-IN"/>
              </w:rPr>
              <w:t>নমুনা</w:t>
            </w:r>
            <w:r w:rsidR="00427A31">
              <w:rPr>
                <w:noProof/>
                <w:webHidden/>
              </w:rPr>
              <w:tab/>
            </w:r>
            <w:r>
              <w:rPr>
                <w:noProof/>
                <w:webHidden/>
              </w:rPr>
              <w:fldChar w:fldCharType="begin"/>
            </w:r>
            <w:r w:rsidR="00427A31">
              <w:rPr>
                <w:noProof/>
                <w:webHidden/>
              </w:rPr>
              <w:instrText xml:space="preserve"> PAGEREF _Toc392601471 \h </w:instrText>
            </w:r>
            <w:r>
              <w:rPr>
                <w:noProof/>
                <w:webHidden/>
              </w:rPr>
            </w:r>
            <w:r>
              <w:rPr>
                <w:noProof/>
                <w:webHidden/>
              </w:rPr>
              <w:fldChar w:fldCharType="separate"/>
            </w:r>
            <w:r w:rsidR="00427A31">
              <w:rPr>
                <w:noProof/>
                <w:webHidden/>
              </w:rPr>
              <w:t>241</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72" w:history="1">
            <w:r w:rsidR="00427A31" w:rsidRPr="00085FAD">
              <w:rPr>
                <w:rStyle w:val="Hyperlink"/>
                <w:rFonts w:cs="Vrinda" w:hint="cs"/>
                <w:noProof/>
                <w:cs/>
                <w:lang w:bidi="bn-IN"/>
              </w:rPr>
              <w:t>মানবসেবা</w:t>
            </w:r>
            <w:r w:rsidR="00427A31" w:rsidRPr="00085FAD">
              <w:rPr>
                <w:rStyle w:val="Hyperlink"/>
                <w:rFonts w:cs="Vrinda"/>
                <w:noProof/>
                <w:cs/>
                <w:lang w:bidi="bn-IN"/>
              </w:rPr>
              <w:t xml:space="preserve"> </w:t>
            </w:r>
            <w:r w:rsidR="00427A31" w:rsidRPr="00085FAD">
              <w:rPr>
                <w:rStyle w:val="Hyperlink"/>
                <w:rFonts w:cs="Vrinda" w:hint="cs"/>
                <w:noProof/>
                <w:cs/>
                <w:lang w:bidi="bn-IN"/>
              </w:rPr>
              <w:t>ঈমানের</w:t>
            </w:r>
            <w:r w:rsidR="00427A31" w:rsidRPr="00085FAD">
              <w:rPr>
                <w:rStyle w:val="Hyperlink"/>
                <w:rFonts w:cs="Vrinda"/>
                <w:noProof/>
                <w:cs/>
                <w:lang w:bidi="bn-IN"/>
              </w:rPr>
              <w:t xml:space="preserve"> </w:t>
            </w:r>
            <w:r w:rsidR="00427A31" w:rsidRPr="00085FAD">
              <w:rPr>
                <w:rStyle w:val="Hyperlink"/>
                <w:rFonts w:cs="Vrinda" w:hint="cs"/>
                <w:noProof/>
                <w:cs/>
                <w:lang w:bidi="bn-IN"/>
              </w:rPr>
              <w:t>পূর্বশর্ত</w:t>
            </w:r>
            <w:r w:rsidR="00427A31">
              <w:rPr>
                <w:noProof/>
                <w:webHidden/>
              </w:rPr>
              <w:tab/>
            </w:r>
            <w:r>
              <w:rPr>
                <w:noProof/>
                <w:webHidden/>
              </w:rPr>
              <w:fldChar w:fldCharType="begin"/>
            </w:r>
            <w:r w:rsidR="00427A31">
              <w:rPr>
                <w:noProof/>
                <w:webHidden/>
              </w:rPr>
              <w:instrText xml:space="preserve"> PAGEREF _Toc392601472 \h </w:instrText>
            </w:r>
            <w:r>
              <w:rPr>
                <w:noProof/>
                <w:webHidden/>
              </w:rPr>
            </w:r>
            <w:r>
              <w:rPr>
                <w:noProof/>
                <w:webHidden/>
              </w:rPr>
              <w:fldChar w:fldCharType="separate"/>
            </w:r>
            <w:r w:rsidR="00427A31">
              <w:rPr>
                <w:noProof/>
                <w:webHidden/>
              </w:rPr>
              <w:t>244</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73" w:history="1">
            <w:r w:rsidR="00427A31" w:rsidRPr="00085FAD">
              <w:rPr>
                <w:rStyle w:val="Hyperlink"/>
                <w:rFonts w:cs="Vrinda" w:hint="cs"/>
                <w:noProof/>
                <w:cs/>
                <w:lang w:bidi="bn-IN"/>
              </w:rPr>
              <w:t>সমাজতান্ত্রিক</w:t>
            </w:r>
            <w:r w:rsidR="00427A31" w:rsidRPr="00085FAD">
              <w:rPr>
                <w:rStyle w:val="Hyperlink"/>
                <w:rFonts w:cs="Vrinda"/>
                <w:noProof/>
                <w:cs/>
                <w:lang w:bidi="bn-IN"/>
              </w:rPr>
              <w:t xml:space="preserve"> </w:t>
            </w:r>
            <w:r w:rsidR="00427A31" w:rsidRPr="00085FAD">
              <w:rPr>
                <w:rStyle w:val="Hyperlink"/>
                <w:rFonts w:cs="Vrinda" w:hint="cs"/>
                <w:noProof/>
                <w:cs/>
                <w:lang w:bidi="bn-IN"/>
              </w:rPr>
              <w:t>মতবাদের</w:t>
            </w:r>
            <w:r w:rsidR="00427A31" w:rsidRPr="00085FAD">
              <w:rPr>
                <w:rStyle w:val="Hyperlink"/>
                <w:rFonts w:cs="Vrinda"/>
                <w:noProof/>
                <w:cs/>
                <w:lang w:bidi="bn-IN"/>
              </w:rPr>
              <w:t xml:space="preserve"> </w:t>
            </w:r>
            <w:r w:rsidR="00427A31" w:rsidRPr="00085FAD">
              <w:rPr>
                <w:rStyle w:val="Hyperlink"/>
                <w:rFonts w:cs="Vrinda" w:hint="cs"/>
                <w:noProof/>
                <w:cs/>
                <w:lang w:bidi="bn-IN"/>
              </w:rPr>
              <w:t>পর্যালোচনা</w:t>
            </w:r>
            <w:r w:rsidR="00427A31" w:rsidRPr="00085FAD">
              <w:rPr>
                <w:rStyle w:val="Hyperlink"/>
                <w:rFonts w:cs="Vrinda"/>
                <w:noProof/>
                <w:cs/>
                <w:lang w:bidi="bn-IN"/>
              </w:rPr>
              <w:t xml:space="preserve"> </w:t>
            </w:r>
            <w:r w:rsidR="00427A31" w:rsidRPr="00085FAD">
              <w:rPr>
                <w:rStyle w:val="Hyperlink"/>
                <w:rFonts w:cs="Vrinda" w:hint="cs"/>
                <w:noProof/>
                <w:cs/>
                <w:lang w:bidi="bn-IN"/>
              </w:rPr>
              <w:t>ও</w:t>
            </w:r>
            <w:r w:rsidR="00427A31" w:rsidRPr="00085FAD">
              <w:rPr>
                <w:rStyle w:val="Hyperlink"/>
                <w:rFonts w:cs="Vrinda"/>
                <w:noProof/>
                <w:cs/>
                <w:lang w:bidi="bn-IN"/>
              </w:rPr>
              <w:t xml:space="preserve"> </w:t>
            </w:r>
            <w:r w:rsidR="00427A31" w:rsidRPr="00085FAD">
              <w:rPr>
                <w:rStyle w:val="Hyperlink"/>
                <w:rFonts w:cs="Vrinda" w:hint="cs"/>
                <w:noProof/>
                <w:cs/>
                <w:lang w:bidi="bn-IN"/>
              </w:rPr>
              <w:t>মূল্যায়ন</w:t>
            </w:r>
            <w:r w:rsidR="00427A31">
              <w:rPr>
                <w:noProof/>
                <w:webHidden/>
              </w:rPr>
              <w:tab/>
            </w:r>
            <w:r>
              <w:rPr>
                <w:noProof/>
                <w:webHidden/>
              </w:rPr>
              <w:fldChar w:fldCharType="begin"/>
            </w:r>
            <w:r w:rsidR="00427A31">
              <w:rPr>
                <w:noProof/>
                <w:webHidden/>
              </w:rPr>
              <w:instrText xml:space="preserve"> PAGEREF _Toc392601473 \h </w:instrText>
            </w:r>
            <w:r>
              <w:rPr>
                <w:noProof/>
                <w:webHidden/>
              </w:rPr>
            </w:r>
            <w:r>
              <w:rPr>
                <w:noProof/>
                <w:webHidden/>
              </w:rPr>
              <w:fldChar w:fldCharType="separate"/>
            </w:r>
            <w:r w:rsidR="00427A31">
              <w:rPr>
                <w:noProof/>
                <w:webHidden/>
              </w:rPr>
              <w:t>246</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74" w:history="1">
            <w:r w:rsidR="00427A31" w:rsidRPr="00085FAD">
              <w:rPr>
                <w:rStyle w:val="Hyperlink"/>
                <w:rFonts w:cs="Vrinda" w:hint="cs"/>
                <w:noProof/>
                <w:cs/>
                <w:lang w:bidi="bn-IN"/>
              </w:rPr>
              <w:t>আলীর</w:t>
            </w:r>
            <w:r w:rsidR="00427A31" w:rsidRPr="00085FAD">
              <w:rPr>
                <w:rStyle w:val="Hyperlink"/>
                <w:rFonts w:cs="Vrinda"/>
                <w:noProof/>
                <w:cs/>
                <w:lang w:bidi="bn-IN"/>
              </w:rPr>
              <w:t xml:space="preserve"> (</w:t>
            </w:r>
            <w:r w:rsidR="00427A31" w:rsidRPr="00085FAD">
              <w:rPr>
                <w:rStyle w:val="Hyperlink"/>
                <w:rFonts w:cs="Vrinda" w:hint="cs"/>
                <w:noProof/>
                <w:cs/>
                <w:lang w:bidi="bn-IN"/>
              </w:rPr>
              <w:t>আ</w:t>
            </w:r>
            <w:r w:rsidR="00427A31" w:rsidRPr="00085FAD">
              <w:rPr>
                <w:rStyle w:val="Hyperlink"/>
                <w:rFonts w:cs="Vrinda"/>
                <w:noProof/>
                <w:cs/>
                <w:lang w:bidi="bn-IN"/>
              </w:rPr>
              <w:t xml:space="preserve">.) </w:t>
            </w:r>
            <w:r w:rsidR="00427A31" w:rsidRPr="00085FAD">
              <w:rPr>
                <w:rStyle w:val="Hyperlink"/>
                <w:rFonts w:cs="Vrinda" w:hint="cs"/>
                <w:noProof/>
                <w:cs/>
                <w:lang w:bidi="bn-IN"/>
              </w:rPr>
              <w:t>দৃষ্টিতে</w:t>
            </w:r>
            <w:r w:rsidR="00427A31" w:rsidRPr="00085FAD">
              <w:rPr>
                <w:rStyle w:val="Hyperlink"/>
                <w:rFonts w:cs="Vrinda"/>
                <w:noProof/>
                <w:cs/>
                <w:lang w:bidi="bn-IN"/>
              </w:rPr>
              <w:t xml:space="preserve"> </w:t>
            </w:r>
            <w:r w:rsidR="00427A31" w:rsidRPr="00085FAD">
              <w:rPr>
                <w:rStyle w:val="Hyperlink"/>
                <w:rFonts w:cs="Vrinda" w:hint="cs"/>
                <w:noProof/>
                <w:cs/>
                <w:lang w:bidi="bn-IN"/>
              </w:rPr>
              <w:t>দুনিয়া</w:t>
            </w:r>
            <w:r w:rsidR="00427A31">
              <w:rPr>
                <w:noProof/>
                <w:webHidden/>
              </w:rPr>
              <w:tab/>
            </w:r>
            <w:r>
              <w:rPr>
                <w:noProof/>
                <w:webHidden/>
              </w:rPr>
              <w:fldChar w:fldCharType="begin"/>
            </w:r>
            <w:r w:rsidR="00427A31">
              <w:rPr>
                <w:noProof/>
                <w:webHidden/>
              </w:rPr>
              <w:instrText xml:space="preserve"> PAGEREF _Toc392601474 \h </w:instrText>
            </w:r>
            <w:r>
              <w:rPr>
                <w:noProof/>
                <w:webHidden/>
              </w:rPr>
            </w:r>
            <w:r>
              <w:rPr>
                <w:noProof/>
                <w:webHidden/>
              </w:rPr>
              <w:fldChar w:fldCharType="separate"/>
            </w:r>
            <w:r w:rsidR="00427A31">
              <w:rPr>
                <w:noProof/>
                <w:webHidden/>
              </w:rPr>
              <w:t>251</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75" w:history="1">
            <w:r w:rsidR="00427A31" w:rsidRPr="00085FAD">
              <w:rPr>
                <w:rStyle w:val="Hyperlink"/>
                <w:rFonts w:cs="Vrinda" w:hint="cs"/>
                <w:noProof/>
                <w:cs/>
                <w:lang w:bidi="bn-IN"/>
              </w:rPr>
              <w:t>আমিত্ব</w:t>
            </w:r>
            <w:r w:rsidR="00427A31" w:rsidRPr="00085FAD">
              <w:rPr>
                <w:rStyle w:val="Hyperlink"/>
                <w:rFonts w:cs="Vrinda"/>
                <w:noProof/>
                <w:cs/>
                <w:lang w:bidi="bn-IN"/>
              </w:rPr>
              <w:t xml:space="preserve"> </w:t>
            </w:r>
            <w:r w:rsidR="00427A31" w:rsidRPr="00085FAD">
              <w:rPr>
                <w:rStyle w:val="Hyperlink"/>
                <w:rFonts w:cs="Vrinda" w:hint="cs"/>
                <w:noProof/>
                <w:cs/>
                <w:lang w:bidi="bn-IN"/>
              </w:rPr>
              <w:t>থেকে</w:t>
            </w:r>
            <w:r w:rsidR="00427A31" w:rsidRPr="00085FAD">
              <w:rPr>
                <w:rStyle w:val="Hyperlink"/>
                <w:rFonts w:cs="Vrinda"/>
                <w:noProof/>
                <w:cs/>
                <w:lang w:bidi="bn-IN"/>
              </w:rPr>
              <w:t xml:space="preserve"> </w:t>
            </w:r>
            <w:r w:rsidR="00427A31" w:rsidRPr="00085FAD">
              <w:rPr>
                <w:rStyle w:val="Hyperlink"/>
                <w:rFonts w:cs="Vrinda" w:hint="cs"/>
                <w:noProof/>
                <w:cs/>
                <w:lang w:bidi="bn-IN"/>
              </w:rPr>
              <w:t>মুক্তির</w:t>
            </w:r>
            <w:r w:rsidR="00427A31" w:rsidRPr="00085FAD">
              <w:rPr>
                <w:rStyle w:val="Hyperlink"/>
                <w:rFonts w:cs="Vrinda"/>
                <w:noProof/>
                <w:cs/>
                <w:lang w:bidi="bn-IN"/>
              </w:rPr>
              <w:t xml:space="preserve"> </w:t>
            </w:r>
            <w:r w:rsidR="00427A31" w:rsidRPr="00085FAD">
              <w:rPr>
                <w:rStyle w:val="Hyperlink"/>
                <w:rFonts w:cs="Vrinda" w:hint="cs"/>
                <w:noProof/>
                <w:cs/>
                <w:lang w:bidi="bn-IN"/>
              </w:rPr>
              <w:t>জন্য</w:t>
            </w:r>
            <w:r w:rsidR="00427A31" w:rsidRPr="00085FAD">
              <w:rPr>
                <w:rStyle w:val="Hyperlink"/>
                <w:rFonts w:cs="Vrinda"/>
                <w:noProof/>
                <w:cs/>
                <w:lang w:bidi="bn-IN"/>
              </w:rPr>
              <w:t xml:space="preserve"> </w:t>
            </w:r>
            <w:r w:rsidR="00427A31" w:rsidRPr="00085FAD">
              <w:rPr>
                <w:rStyle w:val="Hyperlink"/>
                <w:rFonts w:cs="Vrinda" w:hint="cs"/>
                <w:noProof/>
                <w:cs/>
                <w:lang w:bidi="bn-IN"/>
              </w:rPr>
              <w:t>আত্মিক</w:t>
            </w:r>
            <w:r w:rsidR="00427A31" w:rsidRPr="00085FAD">
              <w:rPr>
                <w:rStyle w:val="Hyperlink"/>
                <w:rFonts w:cs="Vrinda"/>
                <w:noProof/>
                <w:cs/>
                <w:lang w:bidi="bn-IN"/>
              </w:rPr>
              <w:t xml:space="preserve"> </w:t>
            </w:r>
            <w:r w:rsidR="00427A31" w:rsidRPr="00085FAD">
              <w:rPr>
                <w:rStyle w:val="Hyperlink"/>
                <w:rFonts w:cs="Vrinda" w:hint="cs"/>
                <w:noProof/>
                <w:cs/>
                <w:lang w:bidi="bn-IN"/>
              </w:rPr>
              <w:t>সংশোধনের</w:t>
            </w:r>
            <w:r w:rsidR="00427A31" w:rsidRPr="00085FAD">
              <w:rPr>
                <w:rStyle w:val="Hyperlink"/>
                <w:rFonts w:cs="Vrinda"/>
                <w:noProof/>
                <w:cs/>
                <w:lang w:bidi="bn-IN"/>
              </w:rPr>
              <w:t xml:space="preserve"> </w:t>
            </w:r>
            <w:r w:rsidR="00427A31" w:rsidRPr="00085FAD">
              <w:rPr>
                <w:rStyle w:val="Hyperlink"/>
                <w:rFonts w:cs="Vrinda" w:hint="cs"/>
                <w:noProof/>
                <w:cs/>
                <w:lang w:bidi="bn-IN"/>
              </w:rPr>
              <w:t>প্রয়োজনীয়তা</w:t>
            </w:r>
            <w:r w:rsidR="00427A31">
              <w:rPr>
                <w:noProof/>
                <w:webHidden/>
              </w:rPr>
              <w:tab/>
            </w:r>
            <w:r>
              <w:rPr>
                <w:noProof/>
                <w:webHidden/>
              </w:rPr>
              <w:fldChar w:fldCharType="begin"/>
            </w:r>
            <w:r w:rsidR="00427A31">
              <w:rPr>
                <w:noProof/>
                <w:webHidden/>
              </w:rPr>
              <w:instrText xml:space="preserve"> PAGEREF _Toc392601475 \h </w:instrText>
            </w:r>
            <w:r>
              <w:rPr>
                <w:noProof/>
                <w:webHidden/>
              </w:rPr>
            </w:r>
            <w:r>
              <w:rPr>
                <w:noProof/>
                <w:webHidden/>
              </w:rPr>
              <w:fldChar w:fldCharType="separate"/>
            </w:r>
            <w:r w:rsidR="00427A31">
              <w:rPr>
                <w:noProof/>
                <w:webHidden/>
              </w:rPr>
              <w:t>253</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76" w:history="1">
            <w:r w:rsidR="00427A31" w:rsidRPr="00085FAD">
              <w:rPr>
                <w:rStyle w:val="Hyperlink"/>
                <w:rFonts w:ascii="Rafed Alaem" w:eastAsia="Rafed Alaem" w:hAnsi="Rafed Alaem" w:cs="Rafed Alaem"/>
                <w:noProof/>
              </w:rPr>
              <w:t>‘</w:t>
            </w:r>
            <w:r w:rsidR="00427A31" w:rsidRPr="00085FAD">
              <w:rPr>
                <w:rStyle w:val="Hyperlink"/>
                <w:rFonts w:cs="Vrinda" w:hint="cs"/>
                <w:noProof/>
                <w:cs/>
                <w:lang w:bidi="bn-IN"/>
              </w:rPr>
              <w:t>আমি</w:t>
            </w:r>
            <w:r w:rsidR="00427A31" w:rsidRPr="00085FAD">
              <w:rPr>
                <w:rStyle w:val="Hyperlink"/>
                <w:rFonts w:ascii="Rafed Alaem" w:eastAsia="Rafed Alaem" w:hAnsi="Rafed Alaem" w:cs="Rafed Alaem"/>
                <w:noProof/>
              </w:rPr>
              <w:t>’</w:t>
            </w:r>
            <w:r w:rsidR="00427A31" w:rsidRPr="00085FAD">
              <w:rPr>
                <w:rStyle w:val="Hyperlink"/>
                <w:noProof/>
              </w:rPr>
              <w:t xml:space="preserve"> </w:t>
            </w:r>
            <w:r w:rsidR="00427A31" w:rsidRPr="00085FAD">
              <w:rPr>
                <w:rStyle w:val="Hyperlink"/>
                <w:rFonts w:ascii="Rafed Alaem" w:eastAsia="Rafed Alaem" w:hAnsi="Rafed Alaem" w:cs="Rafed Alaem"/>
                <w:noProof/>
              </w:rPr>
              <w:t>‘</w:t>
            </w:r>
            <w:r w:rsidR="00427A31" w:rsidRPr="00085FAD">
              <w:rPr>
                <w:rStyle w:val="Hyperlink"/>
                <w:rFonts w:cs="Vrinda" w:hint="cs"/>
                <w:noProof/>
                <w:cs/>
                <w:lang w:bidi="bn-IN"/>
              </w:rPr>
              <w:t>আমরা</w:t>
            </w:r>
            <w:r w:rsidR="00427A31" w:rsidRPr="00085FAD">
              <w:rPr>
                <w:rStyle w:val="Hyperlink"/>
                <w:rFonts w:ascii="Rafed Alaem" w:eastAsia="Rafed Alaem" w:hAnsi="Rafed Alaem" w:cs="Rafed Alaem"/>
                <w:noProof/>
              </w:rPr>
              <w:t>’</w:t>
            </w:r>
            <w:r w:rsidR="00427A31" w:rsidRPr="00085FAD">
              <w:rPr>
                <w:rStyle w:val="Hyperlink"/>
                <w:rFonts w:cs="Vrinda" w:hint="cs"/>
                <w:noProof/>
                <w:cs/>
                <w:lang w:bidi="bn-IN"/>
              </w:rPr>
              <w:t>য়</w:t>
            </w:r>
            <w:r w:rsidR="00427A31" w:rsidRPr="00085FAD">
              <w:rPr>
                <w:rStyle w:val="Hyperlink"/>
                <w:rFonts w:cs="Vrinda"/>
                <w:noProof/>
                <w:cs/>
                <w:lang w:bidi="bn-IN"/>
              </w:rPr>
              <w:t xml:space="preserve"> </w:t>
            </w:r>
            <w:r w:rsidR="00427A31" w:rsidRPr="00085FAD">
              <w:rPr>
                <w:rStyle w:val="Hyperlink"/>
                <w:rFonts w:cs="Vrinda" w:hint="cs"/>
                <w:noProof/>
                <w:cs/>
                <w:lang w:bidi="bn-IN"/>
              </w:rPr>
              <w:t>পরিণত</w:t>
            </w:r>
            <w:r w:rsidR="00427A31" w:rsidRPr="00085FAD">
              <w:rPr>
                <w:rStyle w:val="Hyperlink"/>
                <w:rFonts w:cs="Vrinda"/>
                <w:noProof/>
                <w:cs/>
                <w:lang w:bidi="bn-IN"/>
              </w:rPr>
              <w:t xml:space="preserve"> </w:t>
            </w:r>
            <w:r w:rsidR="00427A31" w:rsidRPr="00085FAD">
              <w:rPr>
                <w:rStyle w:val="Hyperlink"/>
                <w:rFonts w:cs="Vrinda" w:hint="cs"/>
                <w:noProof/>
                <w:cs/>
                <w:lang w:bidi="bn-IN"/>
              </w:rPr>
              <w:t>হওয়ার</w:t>
            </w:r>
            <w:r w:rsidR="00427A31" w:rsidRPr="00085FAD">
              <w:rPr>
                <w:rStyle w:val="Hyperlink"/>
                <w:rFonts w:cs="Vrinda"/>
                <w:noProof/>
                <w:cs/>
                <w:lang w:bidi="bn-IN"/>
              </w:rPr>
              <w:t xml:space="preserve"> </w:t>
            </w:r>
            <w:r w:rsidR="00427A31" w:rsidRPr="00085FAD">
              <w:rPr>
                <w:rStyle w:val="Hyperlink"/>
                <w:rFonts w:cs="Vrinda" w:hint="cs"/>
                <w:noProof/>
                <w:cs/>
                <w:lang w:bidi="bn-IN"/>
              </w:rPr>
              <w:t>পথ</w:t>
            </w:r>
            <w:r w:rsidR="00427A31" w:rsidRPr="00085FAD">
              <w:rPr>
                <w:rStyle w:val="Hyperlink"/>
                <w:rFonts w:cs="Vrinda"/>
                <w:noProof/>
                <w:cs/>
                <w:lang w:bidi="bn-IN"/>
              </w:rPr>
              <w:t xml:space="preserve"> </w:t>
            </w:r>
            <w:r w:rsidR="00427A31" w:rsidRPr="00085FAD">
              <w:rPr>
                <w:rStyle w:val="Hyperlink"/>
                <w:rFonts w:cs="Vrinda" w:hint="cs"/>
                <w:noProof/>
                <w:cs/>
                <w:lang w:bidi="bn-IN"/>
              </w:rPr>
              <w:t>হলো</w:t>
            </w:r>
            <w:r w:rsidR="00427A31" w:rsidRPr="00085FAD">
              <w:rPr>
                <w:rStyle w:val="Hyperlink"/>
                <w:rFonts w:cs="Vrinda"/>
                <w:noProof/>
                <w:cs/>
                <w:lang w:bidi="bn-IN"/>
              </w:rPr>
              <w:t xml:space="preserve"> </w:t>
            </w:r>
            <w:r w:rsidR="00427A31" w:rsidRPr="00085FAD">
              <w:rPr>
                <w:rStyle w:val="Hyperlink"/>
                <w:rFonts w:cs="Vrinda" w:hint="cs"/>
                <w:noProof/>
                <w:cs/>
                <w:lang w:bidi="bn-IN"/>
              </w:rPr>
              <w:t>ঈমান</w:t>
            </w:r>
            <w:r w:rsidR="00427A31">
              <w:rPr>
                <w:noProof/>
                <w:webHidden/>
              </w:rPr>
              <w:tab/>
            </w:r>
            <w:r>
              <w:rPr>
                <w:noProof/>
                <w:webHidden/>
              </w:rPr>
              <w:fldChar w:fldCharType="begin"/>
            </w:r>
            <w:r w:rsidR="00427A31">
              <w:rPr>
                <w:noProof/>
                <w:webHidden/>
              </w:rPr>
              <w:instrText xml:space="preserve"> PAGEREF _Toc392601476 \h </w:instrText>
            </w:r>
            <w:r>
              <w:rPr>
                <w:noProof/>
                <w:webHidden/>
              </w:rPr>
            </w:r>
            <w:r>
              <w:rPr>
                <w:noProof/>
                <w:webHidden/>
              </w:rPr>
              <w:fldChar w:fldCharType="separate"/>
            </w:r>
            <w:r w:rsidR="00427A31">
              <w:rPr>
                <w:noProof/>
                <w:webHidden/>
              </w:rPr>
              <w:t>257</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77" w:history="1">
            <w:r w:rsidR="00427A31" w:rsidRPr="00085FAD">
              <w:rPr>
                <w:rStyle w:val="Hyperlink"/>
                <w:rFonts w:cs="Vrinda" w:hint="cs"/>
                <w:noProof/>
                <w:cs/>
                <w:lang w:bidi="bn-IN"/>
              </w:rPr>
              <w:t>অস্তিত্ববাদ</w:t>
            </w:r>
            <w:r w:rsidR="00427A31" w:rsidRPr="00085FAD">
              <w:rPr>
                <w:rStyle w:val="Hyperlink"/>
                <w:rFonts w:cs="Vrinda"/>
                <w:noProof/>
                <w:cs/>
                <w:lang w:bidi="bn-IN"/>
              </w:rPr>
              <w:t xml:space="preserve"> </w:t>
            </w:r>
            <w:r w:rsidR="00427A31" w:rsidRPr="00085FAD">
              <w:rPr>
                <w:rStyle w:val="Hyperlink"/>
                <w:rFonts w:cs="Vrinda" w:hint="cs"/>
                <w:noProof/>
                <w:cs/>
                <w:lang w:bidi="bn-IN"/>
              </w:rPr>
              <w:t>বা</w:t>
            </w:r>
            <w:r w:rsidR="00427A31" w:rsidRPr="00085FAD">
              <w:rPr>
                <w:rStyle w:val="Hyperlink"/>
                <w:rFonts w:cs="Vrinda"/>
                <w:noProof/>
                <w:cs/>
                <w:lang w:bidi="bn-IN"/>
              </w:rPr>
              <w:t xml:space="preserve"> </w:t>
            </w:r>
            <w:r w:rsidR="00427A31" w:rsidRPr="00085FAD">
              <w:rPr>
                <w:rStyle w:val="Hyperlink"/>
                <w:rFonts w:cs="Vrinda" w:hint="cs"/>
                <w:noProof/>
                <w:cs/>
                <w:lang w:bidi="bn-IN"/>
              </w:rPr>
              <w:t>ব্যক্তিসত্তাবাদের</w:t>
            </w:r>
            <w:r w:rsidR="00427A31" w:rsidRPr="00085FAD">
              <w:rPr>
                <w:rStyle w:val="Hyperlink"/>
                <w:rFonts w:cs="Vrinda"/>
                <w:noProof/>
                <w:cs/>
                <w:lang w:bidi="bn-IN"/>
              </w:rPr>
              <w:t xml:space="preserve"> </w:t>
            </w:r>
            <w:r w:rsidR="00427A31" w:rsidRPr="00085FAD">
              <w:rPr>
                <w:rStyle w:val="Hyperlink"/>
                <w:rFonts w:cs="Vrinda" w:hint="cs"/>
                <w:noProof/>
                <w:cs/>
                <w:lang w:bidi="bn-IN"/>
              </w:rPr>
              <w:t>দৃষ্টিভঙ্গি</w:t>
            </w:r>
            <w:r w:rsidR="00427A31" w:rsidRPr="00085FAD">
              <w:rPr>
                <w:rStyle w:val="Hyperlink"/>
                <w:rFonts w:cs="Vrinda"/>
                <w:noProof/>
                <w:cs/>
                <w:lang w:bidi="bn-IN"/>
              </w:rPr>
              <w:t xml:space="preserve"> </w:t>
            </w:r>
            <w:r w:rsidR="00427A31" w:rsidRPr="00085FAD">
              <w:rPr>
                <w:rStyle w:val="Hyperlink"/>
                <w:rFonts w:cs="Vrinda" w:hint="cs"/>
                <w:noProof/>
                <w:cs/>
                <w:lang w:bidi="bn-IN"/>
              </w:rPr>
              <w:t>সম্পর্কে</w:t>
            </w:r>
            <w:r w:rsidR="00427A31" w:rsidRPr="00085FAD">
              <w:rPr>
                <w:rStyle w:val="Hyperlink"/>
                <w:rFonts w:cs="Vrinda"/>
                <w:noProof/>
                <w:cs/>
                <w:lang w:bidi="bn-IN"/>
              </w:rPr>
              <w:t xml:space="preserve"> </w:t>
            </w:r>
            <w:r w:rsidR="00427A31" w:rsidRPr="00085FAD">
              <w:rPr>
                <w:rStyle w:val="Hyperlink"/>
                <w:rFonts w:cs="Vrinda" w:hint="cs"/>
                <w:noProof/>
                <w:cs/>
                <w:lang w:bidi="bn-IN"/>
              </w:rPr>
              <w:t>সংক্ষিপ্ত</w:t>
            </w:r>
            <w:r w:rsidR="00427A31" w:rsidRPr="00085FAD">
              <w:rPr>
                <w:rStyle w:val="Hyperlink"/>
                <w:rFonts w:cs="Vrinda"/>
                <w:noProof/>
                <w:cs/>
                <w:lang w:bidi="bn-IN"/>
              </w:rPr>
              <w:t xml:space="preserve"> </w:t>
            </w:r>
            <w:r w:rsidR="00427A31" w:rsidRPr="00085FAD">
              <w:rPr>
                <w:rStyle w:val="Hyperlink"/>
                <w:rFonts w:cs="Vrinda" w:hint="cs"/>
                <w:noProof/>
                <w:cs/>
                <w:lang w:bidi="bn-IN"/>
              </w:rPr>
              <w:t>আলোচনা</w:t>
            </w:r>
            <w:r w:rsidR="00427A31">
              <w:rPr>
                <w:noProof/>
                <w:webHidden/>
              </w:rPr>
              <w:tab/>
            </w:r>
            <w:r>
              <w:rPr>
                <w:noProof/>
                <w:webHidden/>
              </w:rPr>
              <w:fldChar w:fldCharType="begin"/>
            </w:r>
            <w:r w:rsidR="00427A31">
              <w:rPr>
                <w:noProof/>
                <w:webHidden/>
              </w:rPr>
              <w:instrText xml:space="preserve"> PAGEREF _Toc392601477 \h </w:instrText>
            </w:r>
            <w:r>
              <w:rPr>
                <w:noProof/>
                <w:webHidden/>
              </w:rPr>
            </w:r>
            <w:r>
              <w:rPr>
                <w:noProof/>
                <w:webHidden/>
              </w:rPr>
              <w:fldChar w:fldCharType="separate"/>
            </w:r>
            <w:r w:rsidR="00427A31">
              <w:rPr>
                <w:noProof/>
                <w:webHidden/>
              </w:rPr>
              <w:t>263</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78" w:history="1">
            <w:r w:rsidR="00427A31" w:rsidRPr="00085FAD">
              <w:rPr>
                <w:rStyle w:val="Hyperlink"/>
                <w:rFonts w:cs="Vrinda" w:hint="cs"/>
                <w:noProof/>
                <w:cs/>
                <w:lang w:bidi="bn-IN"/>
              </w:rPr>
              <w:t>অস্তিত্ববাদী</w:t>
            </w:r>
            <w:r w:rsidR="00427A31" w:rsidRPr="00085FAD">
              <w:rPr>
                <w:rStyle w:val="Hyperlink"/>
                <w:rFonts w:cs="Vrinda"/>
                <w:noProof/>
                <w:cs/>
                <w:lang w:bidi="bn-IN"/>
              </w:rPr>
              <w:t xml:space="preserve"> </w:t>
            </w:r>
            <w:r w:rsidR="00427A31" w:rsidRPr="00085FAD">
              <w:rPr>
                <w:rStyle w:val="Hyperlink"/>
                <w:rFonts w:cs="Vrinda" w:hint="cs"/>
                <w:noProof/>
                <w:cs/>
                <w:lang w:bidi="bn-IN"/>
              </w:rPr>
              <w:t>মতবাদের</w:t>
            </w:r>
            <w:r w:rsidR="00427A31" w:rsidRPr="00085FAD">
              <w:rPr>
                <w:rStyle w:val="Hyperlink"/>
                <w:rFonts w:cs="Vrinda"/>
                <w:noProof/>
                <w:cs/>
                <w:lang w:bidi="bn-IN"/>
              </w:rPr>
              <w:t xml:space="preserve"> </w:t>
            </w:r>
            <w:r w:rsidR="00427A31" w:rsidRPr="00085FAD">
              <w:rPr>
                <w:rStyle w:val="Hyperlink"/>
                <w:rFonts w:cs="Vrinda" w:hint="cs"/>
                <w:noProof/>
                <w:cs/>
                <w:lang w:bidi="bn-IN"/>
              </w:rPr>
              <w:t>পর্যালোচনা</w:t>
            </w:r>
            <w:r w:rsidR="00427A31" w:rsidRPr="00085FAD">
              <w:rPr>
                <w:rStyle w:val="Hyperlink"/>
                <w:rFonts w:cs="Vrinda"/>
                <w:noProof/>
                <w:cs/>
                <w:lang w:bidi="bn-IN"/>
              </w:rPr>
              <w:t xml:space="preserve"> </w:t>
            </w:r>
            <w:r w:rsidR="00427A31" w:rsidRPr="00085FAD">
              <w:rPr>
                <w:rStyle w:val="Hyperlink"/>
                <w:rFonts w:cs="Vrinda" w:hint="cs"/>
                <w:noProof/>
                <w:cs/>
                <w:lang w:bidi="bn-IN"/>
              </w:rPr>
              <w:t>ও</w:t>
            </w:r>
            <w:r w:rsidR="00427A31" w:rsidRPr="00085FAD">
              <w:rPr>
                <w:rStyle w:val="Hyperlink"/>
                <w:rFonts w:cs="Vrinda"/>
                <w:noProof/>
                <w:cs/>
                <w:lang w:bidi="bn-IN"/>
              </w:rPr>
              <w:t xml:space="preserve"> </w:t>
            </w:r>
            <w:r w:rsidR="00427A31" w:rsidRPr="00085FAD">
              <w:rPr>
                <w:rStyle w:val="Hyperlink"/>
                <w:rFonts w:cs="Vrinda" w:hint="cs"/>
                <w:noProof/>
                <w:cs/>
                <w:lang w:bidi="bn-IN"/>
              </w:rPr>
              <w:t>মূল্যায়ন</w:t>
            </w:r>
            <w:r w:rsidR="00427A31">
              <w:rPr>
                <w:noProof/>
                <w:webHidden/>
              </w:rPr>
              <w:tab/>
            </w:r>
            <w:r>
              <w:rPr>
                <w:noProof/>
                <w:webHidden/>
              </w:rPr>
              <w:fldChar w:fldCharType="begin"/>
            </w:r>
            <w:r w:rsidR="00427A31">
              <w:rPr>
                <w:noProof/>
                <w:webHidden/>
              </w:rPr>
              <w:instrText xml:space="preserve"> PAGEREF _Toc392601478 \h </w:instrText>
            </w:r>
            <w:r>
              <w:rPr>
                <w:noProof/>
                <w:webHidden/>
              </w:rPr>
            </w:r>
            <w:r>
              <w:rPr>
                <w:noProof/>
                <w:webHidden/>
              </w:rPr>
              <w:fldChar w:fldCharType="separate"/>
            </w:r>
            <w:r w:rsidR="00427A31">
              <w:rPr>
                <w:noProof/>
                <w:webHidden/>
              </w:rPr>
              <w:t>265</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79" w:history="1">
            <w:r w:rsidR="00427A31" w:rsidRPr="00085FAD">
              <w:rPr>
                <w:rStyle w:val="Hyperlink"/>
                <w:rFonts w:cs="Vrinda" w:hint="cs"/>
                <w:noProof/>
                <w:cs/>
                <w:lang w:bidi="bn-IN"/>
              </w:rPr>
              <w:t>পূর্ণতা</w:t>
            </w:r>
            <w:r w:rsidR="00427A31" w:rsidRPr="00085FAD">
              <w:rPr>
                <w:rStyle w:val="Hyperlink"/>
                <w:rFonts w:cs="Vrinda"/>
                <w:noProof/>
                <w:cs/>
                <w:lang w:bidi="bn-IN"/>
              </w:rPr>
              <w:t xml:space="preserve"> </w:t>
            </w:r>
            <w:r w:rsidR="00427A31" w:rsidRPr="00085FAD">
              <w:rPr>
                <w:rStyle w:val="Hyperlink"/>
                <w:rFonts w:cs="Vrinda" w:hint="cs"/>
                <w:noProof/>
                <w:cs/>
                <w:lang w:bidi="bn-IN"/>
              </w:rPr>
              <w:t>হলো</w:t>
            </w:r>
            <w:r w:rsidR="00427A31" w:rsidRPr="00085FAD">
              <w:rPr>
                <w:rStyle w:val="Hyperlink"/>
                <w:rFonts w:cs="Vrinda"/>
                <w:noProof/>
                <w:cs/>
                <w:lang w:bidi="bn-IN"/>
              </w:rPr>
              <w:t xml:space="preserve"> </w:t>
            </w:r>
            <w:r w:rsidR="00427A31" w:rsidRPr="00085FAD">
              <w:rPr>
                <w:rStyle w:val="Hyperlink"/>
                <w:rFonts w:ascii="Rafed Alaem" w:eastAsia="Rafed Alaem" w:hAnsi="Rafed Alaem" w:cs="Rafed Alaem"/>
                <w:noProof/>
              </w:rPr>
              <w:t>‘</w:t>
            </w:r>
            <w:r w:rsidR="00427A31" w:rsidRPr="00085FAD">
              <w:rPr>
                <w:rStyle w:val="Hyperlink"/>
                <w:rFonts w:cs="Vrinda" w:hint="cs"/>
                <w:noProof/>
                <w:cs/>
                <w:lang w:bidi="bn-IN"/>
              </w:rPr>
              <w:t>নিজ</w:t>
            </w:r>
            <w:r w:rsidR="00427A31" w:rsidRPr="00085FAD">
              <w:rPr>
                <w:rStyle w:val="Hyperlink"/>
                <w:rFonts w:ascii="Rafed Alaem" w:eastAsia="Rafed Alaem" w:hAnsi="Rafed Alaem" w:cs="Rafed Alaem"/>
                <w:noProof/>
              </w:rPr>
              <w:t>’</w:t>
            </w:r>
            <w:r w:rsidR="00427A31" w:rsidRPr="00085FAD">
              <w:rPr>
                <w:rStyle w:val="Hyperlink"/>
                <w:noProof/>
              </w:rPr>
              <w:t xml:space="preserve"> </w:t>
            </w:r>
            <w:r w:rsidR="00427A31" w:rsidRPr="00085FAD">
              <w:rPr>
                <w:rStyle w:val="Hyperlink"/>
                <w:rFonts w:cs="Vrinda" w:hint="cs"/>
                <w:noProof/>
                <w:cs/>
                <w:lang w:bidi="bn-IN"/>
              </w:rPr>
              <w:t>হতে</w:t>
            </w:r>
            <w:r w:rsidR="00427A31" w:rsidRPr="00085FAD">
              <w:rPr>
                <w:rStyle w:val="Hyperlink"/>
                <w:rFonts w:cs="Vrinda"/>
                <w:noProof/>
                <w:cs/>
                <w:lang w:bidi="bn-IN"/>
              </w:rPr>
              <w:t xml:space="preserve"> </w:t>
            </w:r>
            <w:r w:rsidR="00427A31" w:rsidRPr="00085FAD">
              <w:rPr>
                <w:rStyle w:val="Hyperlink"/>
                <w:rFonts w:ascii="Rafed Alaem" w:eastAsia="Rafed Alaem" w:hAnsi="Rafed Alaem" w:cs="Rafed Alaem"/>
                <w:noProof/>
              </w:rPr>
              <w:t>‘</w:t>
            </w:r>
            <w:r w:rsidR="00427A31" w:rsidRPr="00085FAD">
              <w:rPr>
                <w:rStyle w:val="Hyperlink"/>
                <w:rFonts w:cs="Vrinda" w:hint="cs"/>
                <w:noProof/>
                <w:cs/>
                <w:lang w:bidi="bn-IN"/>
              </w:rPr>
              <w:t>নিজ</w:t>
            </w:r>
            <w:r w:rsidR="00427A31" w:rsidRPr="00085FAD">
              <w:rPr>
                <w:rStyle w:val="Hyperlink"/>
                <w:rFonts w:ascii="Rafed Alaem" w:eastAsia="Rafed Alaem" w:hAnsi="Rafed Alaem" w:cs="Rafed Alaem"/>
                <w:noProof/>
              </w:rPr>
              <w:t>’</w:t>
            </w:r>
            <w:r w:rsidR="00427A31" w:rsidRPr="00085FAD">
              <w:rPr>
                <w:rStyle w:val="Hyperlink"/>
                <w:noProof/>
              </w:rPr>
              <w:t>-</w:t>
            </w:r>
            <w:r w:rsidR="00427A31" w:rsidRPr="00085FAD">
              <w:rPr>
                <w:rStyle w:val="Hyperlink"/>
                <w:rFonts w:cs="Vrinda" w:hint="cs"/>
                <w:noProof/>
                <w:cs/>
                <w:lang w:bidi="bn-IN"/>
              </w:rPr>
              <w:t>এর</w:t>
            </w:r>
            <w:r w:rsidR="00427A31" w:rsidRPr="00085FAD">
              <w:rPr>
                <w:rStyle w:val="Hyperlink"/>
                <w:rFonts w:cs="Vrinda"/>
                <w:noProof/>
                <w:cs/>
                <w:lang w:bidi="bn-IN"/>
              </w:rPr>
              <w:t xml:space="preserve"> </w:t>
            </w:r>
            <w:r w:rsidR="00427A31" w:rsidRPr="00085FAD">
              <w:rPr>
                <w:rStyle w:val="Hyperlink"/>
                <w:rFonts w:cs="Vrinda" w:hint="cs"/>
                <w:noProof/>
                <w:cs/>
                <w:lang w:bidi="bn-IN"/>
              </w:rPr>
              <w:t>দিকে</w:t>
            </w:r>
            <w:r w:rsidR="00427A31" w:rsidRPr="00085FAD">
              <w:rPr>
                <w:rStyle w:val="Hyperlink"/>
                <w:rFonts w:cs="Vrinda"/>
                <w:noProof/>
                <w:cs/>
                <w:lang w:bidi="bn-IN"/>
              </w:rPr>
              <w:t xml:space="preserve"> </w:t>
            </w:r>
            <w:r w:rsidR="00427A31" w:rsidRPr="00085FAD">
              <w:rPr>
                <w:rStyle w:val="Hyperlink"/>
                <w:rFonts w:cs="Vrinda" w:hint="cs"/>
                <w:noProof/>
                <w:cs/>
                <w:lang w:bidi="bn-IN"/>
              </w:rPr>
              <w:t>যাত্রা</w:t>
            </w:r>
            <w:r w:rsidR="00427A31">
              <w:rPr>
                <w:noProof/>
                <w:webHidden/>
              </w:rPr>
              <w:tab/>
            </w:r>
            <w:r>
              <w:rPr>
                <w:noProof/>
                <w:webHidden/>
              </w:rPr>
              <w:fldChar w:fldCharType="begin"/>
            </w:r>
            <w:r w:rsidR="00427A31">
              <w:rPr>
                <w:noProof/>
                <w:webHidden/>
              </w:rPr>
              <w:instrText xml:space="preserve"> PAGEREF _Toc392601479 \h </w:instrText>
            </w:r>
            <w:r>
              <w:rPr>
                <w:noProof/>
                <w:webHidden/>
              </w:rPr>
            </w:r>
            <w:r>
              <w:rPr>
                <w:noProof/>
                <w:webHidden/>
              </w:rPr>
              <w:fldChar w:fldCharType="separate"/>
            </w:r>
            <w:r w:rsidR="00427A31">
              <w:rPr>
                <w:noProof/>
                <w:webHidden/>
              </w:rPr>
              <w:t>271</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80" w:history="1">
            <w:r w:rsidR="00427A31" w:rsidRPr="00085FAD">
              <w:rPr>
                <w:rStyle w:val="Hyperlink"/>
                <w:rFonts w:cs="Vrinda" w:hint="cs"/>
                <w:noProof/>
                <w:cs/>
                <w:lang w:bidi="bn-IN"/>
              </w:rPr>
              <w:t>স্রষ্টার</w:t>
            </w:r>
            <w:r w:rsidR="00427A31" w:rsidRPr="00085FAD">
              <w:rPr>
                <w:rStyle w:val="Hyperlink"/>
                <w:rFonts w:cs="Vrinda"/>
                <w:noProof/>
                <w:cs/>
                <w:lang w:bidi="bn-IN"/>
              </w:rPr>
              <w:t xml:space="preserve"> </w:t>
            </w:r>
            <w:r w:rsidR="00427A31" w:rsidRPr="00085FAD">
              <w:rPr>
                <w:rStyle w:val="Hyperlink"/>
                <w:rFonts w:cs="Vrinda" w:hint="cs"/>
                <w:noProof/>
                <w:cs/>
                <w:lang w:bidi="bn-IN"/>
              </w:rPr>
              <w:t>সঙ্গে</w:t>
            </w:r>
            <w:r w:rsidR="00427A31" w:rsidRPr="00085FAD">
              <w:rPr>
                <w:rStyle w:val="Hyperlink"/>
                <w:rFonts w:cs="Vrinda"/>
                <w:noProof/>
                <w:cs/>
                <w:lang w:bidi="bn-IN"/>
              </w:rPr>
              <w:t xml:space="preserve"> </w:t>
            </w:r>
            <w:r w:rsidR="00427A31" w:rsidRPr="00085FAD">
              <w:rPr>
                <w:rStyle w:val="Hyperlink"/>
                <w:rFonts w:cs="Vrinda" w:hint="cs"/>
                <w:noProof/>
                <w:cs/>
                <w:lang w:bidi="bn-IN"/>
              </w:rPr>
              <w:t>সম্পর্কের</w:t>
            </w:r>
            <w:r w:rsidR="00427A31" w:rsidRPr="00085FAD">
              <w:rPr>
                <w:rStyle w:val="Hyperlink"/>
                <w:rFonts w:cs="Vrinda"/>
                <w:noProof/>
                <w:cs/>
                <w:lang w:bidi="bn-IN"/>
              </w:rPr>
              <w:t xml:space="preserve"> </w:t>
            </w:r>
            <w:r w:rsidR="00427A31" w:rsidRPr="00085FAD">
              <w:rPr>
                <w:rStyle w:val="Hyperlink"/>
                <w:rFonts w:cs="Vrinda" w:hint="cs"/>
                <w:noProof/>
                <w:cs/>
                <w:lang w:bidi="bn-IN"/>
              </w:rPr>
              <w:t>ক্ষেত্রে</w:t>
            </w:r>
            <w:r w:rsidR="00427A31" w:rsidRPr="00085FAD">
              <w:rPr>
                <w:rStyle w:val="Hyperlink"/>
                <w:rFonts w:cs="Vrinda"/>
                <w:noProof/>
                <w:cs/>
                <w:lang w:bidi="bn-IN"/>
              </w:rPr>
              <w:t xml:space="preserve"> </w:t>
            </w:r>
            <w:r w:rsidR="00427A31" w:rsidRPr="00085FAD">
              <w:rPr>
                <w:rStyle w:val="Hyperlink"/>
                <w:rFonts w:cs="Vrinda" w:hint="cs"/>
                <w:noProof/>
                <w:cs/>
                <w:lang w:bidi="bn-IN"/>
              </w:rPr>
              <w:t>এ</w:t>
            </w:r>
            <w:r w:rsidR="00427A31" w:rsidRPr="00085FAD">
              <w:rPr>
                <w:rStyle w:val="Hyperlink"/>
                <w:rFonts w:cs="Vrinda"/>
                <w:noProof/>
                <w:cs/>
                <w:lang w:bidi="bn-IN"/>
              </w:rPr>
              <w:t xml:space="preserve"> </w:t>
            </w:r>
            <w:r w:rsidR="00427A31" w:rsidRPr="00085FAD">
              <w:rPr>
                <w:rStyle w:val="Hyperlink"/>
                <w:rFonts w:cs="Vrinda" w:hint="cs"/>
                <w:noProof/>
                <w:cs/>
                <w:lang w:bidi="bn-IN"/>
              </w:rPr>
              <w:t>মতবাদের</w:t>
            </w:r>
            <w:r w:rsidR="00427A31" w:rsidRPr="00085FAD">
              <w:rPr>
                <w:rStyle w:val="Hyperlink"/>
                <w:rFonts w:cs="Vrinda"/>
                <w:noProof/>
                <w:cs/>
                <w:lang w:bidi="bn-IN"/>
              </w:rPr>
              <w:t xml:space="preserve"> </w:t>
            </w:r>
            <w:r w:rsidR="00427A31" w:rsidRPr="00085FAD">
              <w:rPr>
                <w:rStyle w:val="Hyperlink"/>
                <w:rFonts w:cs="Vrinda" w:hint="cs"/>
                <w:noProof/>
                <w:cs/>
                <w:lang w:bidi="bn-IN"/>
              </w:rPr>
              <w:t>ভুল</w:t>
            </w:r>
            <w:r w:rsidR="00427A31" w:rsidRPr="00085FAD">
              <w:rPr>
                <w:rStyle w:val="Hyperlink"/>
                <w:rFonts w:cs="Vrinda"/>
                <w:noProof/>
                <w:cs/>
                <w:lang w:bidi="bn-IN"/>
              </w:rPr>
              <w:t xml:space="preserve"> </w:t>
            </w:r>
            <w:r w:rsidR="00427A31" w:rsidRPr="00085FAD">
              <w:rPr>
                <w:rStyle w:val="Hyperlink"/>
                <w:rFonts w:cs="Vrinda" w:hint="cs"/>
                <w:noProof/>
                <w:cs/>
                <w:lang w:bidi="bn-IN"/>
              </w:rPr>
              <w:t>ধারণা</w:t>
            </w:r>
            <w:r w:rsidR="00427A31">
              <w:rPr>
                <w:noProof/>
                <w:webHidden/>
              </w:rPr>
              <w:tab/>
            </w:r>
            <w:r>
              <w:rPr>
                <w:noProof/>
                <w:webHidden/>
              </w:rPr>
              <w:fldChar w:fldCharType="begin"/>
            </w:r>
            <w:r w:rsidR="00427A31">
              <w:rPr>
                <w:noProof/>
                <w:webHidden/>
              </w:rPr>
              <w:instrText xml:space="preserve"> PAGEREF _Toc392601480 \h </w:instrText>
            </w:r>
            <w:r>
              <w:rPr>
                <w:noProof/>
                <w:webHidden/>
              </w:rPr>
            </w:r>
            <w:r>
              <w:rPr>
                <w:noProof/>
                <w:webHidden/>
              </w:rPr>
              <w:fldChar w:fldCharType="separate"/>
            </w:r>
            <w:r w:rsidR="00427A31">
              <w:rPr>
                <w:noProof/>
                <w:webHidden/>
              </w:rPr>
              <w:t>273</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81" w:history="1">
            <w:r w:rsidR="00427A31" w:rsidRPr="00085FAD">
              <w:rPr>
                <w:rStyle w:val="Hyperlink"/>
                <w:rFonts w:ascii="Rafed Alaem" w:eastAsia="Rafed Alaem" w:hAnsi="Rafed Alaem" w:cs="Rafed Alaem"/>
                <w:noProof/>
              </w:rPr>
              <w:t>‘</w:t>
            </w:r>
            <w:r w:rsidR="00427A31" w:rsidRPr="00085FAD">
              <w:rPr>
                <w:rStyle w:val="Hyperlink"/>
                <w:rFonts w:cs="Vrinda" w:hint="cs"/>
                <w:noProof/>
                <w:cs/>
                <w:lang w:bidi="bn-IN"/>
              </w:rPr>
              <w:t>আত্মসচেতনতা</w:t>
            </w:r>
            <w:r w:rsidR="00427A31" w:rsidRPr="00085FAD">
              <w:rPr>
                <w:rStyle w:val="Hyperlink"/>
                <w:rFonts w:ascii="Rafed Alaem" w:eastAsia="Rafed Alaem" w:hAnsi="Rafed Alaem" w:cs="Rafed Alaem"/>
                <w:noProof/>
              </w:rPr>
              <w:t>’</w:t>
            </w:r>
            <w:r w:rsidR="00427A31" w:rsidRPr="00085FAD">
              <w:rPr>
                <w:rStyle w:val="Hyperlink"/>
                <w:noProof/>
              </w:rPr>
              <w:t xml:space="preserve"> </w:t>
            </w:r>
            <w:r w:rsidR="00427A31" w:rsidRPr="00085FAD">
              <w:rPr>
                <w:rStyle w:val="Hyperlink"/>
                <w:rFonts w:cs="Vrinda" w:hint="cs"/>
                <w:noProof/>
                <w:cs/>
                <w:lang w:bidi="bn-IN"/>
              </w:rPr>
              <w:t>ও</w:t>
            </w:r>
            <w:r w:rsidR="00427A31" w:rsidRPr="00085FAD">
              <w:rPr>
                <w:rStyle w:val="Hyperlink"/>
                <w:rFonts w:cs="Vrinda"/>
                <w:noProof/>
                <w:cs/>
                <w:lang w:bidi="bn-IN"/>
              </w:rPr>
              <w:t xml:space="preserve"> </w:t>
            </w:r>
            <w:r w:rsidR="00427A31" w:rsidRPr="00085FAD">
              <w:rPr>
                <w:rStyle w:val="Hyperlink"/>
                <w:rFonts w:ascii="Rafed Alaem" w:eastAsia="Rafed Alaem" w:hAnsi="Rafed Alaem" w:cs="Rafed Alaem"/>
                <w:noProof/>
              </w:rPr>
              <w:t>‘</w:t>
            </w:r>
            <w:r w:rsidR="00427A31" w:rsidRPr="00085FAD">
              <w:rPr>
                <w:rStyle w:val="Hyperlink"/>
                <w:rFonts w:cs="Vrinda" w:hint="cs"/>
                <w:noProof/>
                <w:cs/>
                <w:lang w:bidi="bn-IN"/>
              </w:rPr>
              <w:t>খোদা</w:t>
            </w:r>
            <w:r w:rsidR="00427A31" w:rsidRPr="00085FAD">
              <w:rPr>
                <w:rStyle w:val="Hyperlink"/>
                <w:rFonts w:cs="Vrinda"/>
                <w:noProof/>
                <w:cs/>
                <w:lang w:bidi="bn-IN"/>
              </w:rPr>
              <w:t xml:space="preserve"> </w:t>
            </w:r>
            <w:r w:rsidR="00427A31" w:rsidRPr="00085FAD">
              <w:rPr>
                <w:rStyle w:val="Hyperlink"/>
                <w:rFonts w:cs="Vrinda" w:hint="cs"/>
                <w:noProof/>
                <w:cs/>
                <w:lang w:bidi="bn-IN"/>
              </w:rPr>
              <w:t>সচেতনতা</w:t>
            </w:r>
            <w:r w:rsidR="00427A31" w:rsidRPr="00085FAD">
              <w:rPr>
                <w:rStyle w:val="Hyperlink"/>
                <w:rFonts w:ascii="Rafed Alaem" w:eastAsia="Rafed Alaem" w:hAnsi="Rafed Alaem" w:cs="Rafed Alaem"/>
                <w:noProof/>
              </w:rPr>
              <w:t>’</w:t>
            </w:r>
            <w:r w:rsidR="00427A31">
              <w:rPr>
                <w:noProof/>
                <w:webHidden/>
              </w:rPr>
              <w:tab/>
            </w:r>
            <w:r>
              <w:rPr>
                <w:noProof/>
                <w:webHidden/>
              </w:rPr>
              <w:fldChar w:fldCharType="begin"/>
            </w:r>
            <w:r w:rsidR="00427A31">
              <w:rPr>
                <w:noProof/>
                <w:webHidden/>
              </w:rPr>
              <w:instrText xml:space="preserve"> PAGEREF _Toc392601481 \h </w:instrText>
            </w:r>
            <w:r>
              <w:rPr>
                <w:noProof/>
                <w:webHidden/>
              </w:rPr>
            </w:r>
            <w:r>
              <w:rPr>
                <w:noProof/>
                <w:webHidden/>
              </w:rPr>
              <w:fldChar w:fldCharType="separate"/>
            </w:r>
            <w:r w:rsidR="00427A31">
              <w:rPr>
                <w:noProof/>
                <w:webHidden/>
              </w:rPr>
              <w:t>275</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82" w:history="1">
            <w:r w:rsidR="00427A31" w:rsidRPr="00085FAD">
              <w:rPr>
                <w:rStyle w:val="Hyperlink"/>
                <w:rFonts w:cs="Vrinda" w:hint="cs"/>
                <w:noProof/>
                <w:cs/>
                <w:lang w:bidi="bn-IN"/>
              </w:rPr>
              <w:t>কয়েকটি</w:t>
            </w:r>
            <w:r w:rsidR="00427A31" w:rsidRPr="00085FAD">
              <w:rPr>
                <w:rStyle w:val="Hyperlink"/>
                <w:rFonts w:cs="Vrinda"/>
                <w:noProof/>
                <w:cs/>
                <w:lang w:bidi="bn-IN"/>
              </w:rPr>
              <w:t xml:space="preserve"> </w:t>
            </w:r>
            <w:r w:rsidR="00427A31" w:rsidRPr="00085FAD">
              <w:rPr>
                <w:rStyle w:val="Hyperlink"/>
                <w:rFonts w:cs="Vrinda" w:hint="cs"/>
                <w:noProof/>
                <w:cs/>
                <w:lang w:bidi="bn-IN"/>
              </w:rPr>
              <w:t>সমস্যার</w:t>
            </w:r>
            <w:r w:rsidR="00427A31" w:rsidRPr="00085FAD">
              <w:rPr>
                <w:rStyle w:val="Hyperlink"/>
                <w:rFonts w:cs="Vrinda"/>
                <w:noProof/>
                <w:cs/>
                <w:lang w:bidi="bn-IN"/>
              </w:rPr>
              <w:t xml:space="preserve"> </w:t>
            </w:r>
            <w:r w:rsidR="00427A31" w:rsidRPr="00085FAD">
              <w:rPr>
                <w:rStyle w:val="Hyperlink"/>
                <w:rFonts w:cs="Vrinda" w:hint="cs"/>
                <w:noProof/>
                <w:cs/>
                <w:lang w:bidi="bn-IN"/>
              </w:rPr>
              <w:t>জবাব</w:t>
            </w:r>
            <w:r w:rsidR="00427A31">
              <w:rPr>
                <w:noProof/>
                <w:webHidden/>
              </w:rPr>
              <w:tab/>
            </w:r>
            <w:r>
              <w:rPr>
                <w:noProof/>
                <w:webHidden/>
              </w:rPr>
              <w:fldChar w:fldCharType="begin"/>
            </w:r>
            <w:r w:rsidR="00427A31">
              <w:rPr>
                <w:noProof/>
                <w:webHidden/>
              </w:rPr>
              <w:instrText xml:space="preserve"> PAGEREF _Toc392601482 \h </w:instrText>
            </w:r>
            <w:r>
              <w:rPr>
                <w:noProof/>
                <w:webHidden/>
              </w:rPr>
            </w:r>
            <w:r>
              <w:rPr>
                <w:noProof/>
                <w:webHidden/>
              </w:rPr>
              <w:fldChar w:fldCharType="separate"/>
            </w:r>
            <w:r w:rsidR="00427A31">
              <w:rPr>
                <w:noProof/>
                <w:webHidden/>
              </w:rPr>
              <w:t>278</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83" w:history="1">
            <w:r w:rsidR="00427A31" w:rsidRPr="00085FAD">
              <w:rPr>
                <w:rStyle w:val="Hyperlink"/>
                <w:rFonts w:cs="Vrinda" w:hint="cs"/>
                <w:noProof/>
                <w:cs/>
                <w:lang w:bidi="bn-IN"/>
              </w:rPr>
              <w:t>লক্ষ্যের</w:t>
            </w:r>
            <w:r w:rsidR="00427A31" w:rsidRPr="00085FAD">
              <w:rPr>
                <w:rStyle w:val="Hyperlink"/>
                <w:rFonts w:cs="Vrinda"/>
                <w:noProof/>
                <w:cs/>
                <w:lang w:bidi="bn-IN"/>
              </w:rPr>
              <w:t xml:space="preserve"> </w:t>
            </w:r>
            <w:r w:rsidR="00427A31" w:rsidRPr="00085FAD">
              <w:rPr>
                <w:rStyle w:val="Hyperlink"/>
                <w:rFonts w:cs="Vrinda" w:hint="cs"/>
                <w:noProof/>
                <w:cs/>
                <w:lang w:bidi="bn-IN"/>
              </w:rPr>
              <w:t>পূর্ণতা</w:t>
            </w:r>
            <w:r w:rsidR="00427A31" w:rsidRPr="00085FAD">
              <w:rPr>
                <w:rStyle w:val="Hyperlink"/>
                <w:rFonts w:cs="Vrinda"/>
                <w:noProof/>
                <w:cs/>
                <w:lang w:bidi="bn-IN"/>
              </w:rPr>
              <w:t xml:space="preserve"> </w:t>
            </w:r>
            <w:r w:rsidR="00427A31" w:rsidRPr="00085FAD">
              <w:rPr>
                <w:rStyle w:val="Hyperlink"/>
                <w:rFonts w:cs="Vrinda" w:hint="cs"/>
                <w:noProof/>
                <w:cs/>
                <w:lang w:bidi="bn-IN"/>
              </w:rPr>
              <w:t>ও</w:t>
            </w:r>
            <w:r w:rsidR="00427A31" w:rsidRPr="00085FAD">
              <w:rPr>
                <w:rStyle w:val="Hyperlink"/>
                <w:rFonts w:cs="Vrinda"/>
                <w:noProof/>
                <w:cs/>
                <w:lang w:bidi="bn-IN"/>
              </w:rPr>
              <w:t xml:space="preserve"> </w:t>
            </w:r>
            <w:r w:rsidR="00427A31" w:rsidRPr="00085FAD">
              <w:rPr>
                <w:rStyle w:val="Hyperlink"/>
                <w:rFonts w:cs="Vrinda" w:hint="cs"/>
                <w:noProof/>
                <w:cs/>
                <w:lang w:bidi="bn-IN"/>
              </w:rPr>
              <w:t>মাধ্যমের</w:t>
            </w:r>
            <w:r w:rsidR="00427A31" w:rsidRPr="00085FAD">
              <w:rPr>
                <w:rStyle w:val="Hyperlink"/>
                <w:rFonts w:cs="Vrinda"/>
                <w:noProof/>
                <w:cs/>
                <w:lang w:bidi="bn-IN"/>
              </w:rPr>
              <w:t xml:space="preserve"> </w:t>
            </w:r>
            <w:r w:rsidR="00427A31" w:rsidRPr="00085FAD">
              <w:rPr>
                <w:rStyle w:val="Hyperlink"/>
                <w:rFonts w:cs="Vrinda" w:hint="cs"/>
                <w:noProof/>
                <w:cs/>
                <w:lang w:bidi="bn-IN"/>
              </w:rPr>
              <w:t>পূর্ণতা</w:t>
            </w:r>
            <w:r w:rsidR="00427A31">
              <w:rPr>
                <w:noProof/>
                <w:webHidden/>
              </w:rPr>
              <w:tab/>
            </w:r>
            <w:r>
              <w:rPr>
                <w:noProof/>
                <w:webHidden/>
              </w:rPr>
              <w:fldChar w:fldCharType="begin"/>
            </w:r>
            <w:r w:rsidR="00427A31">
              <w:rPr>
                <w:noProof/>
                <w:webHidden/>
              </w:rPr>
              <w:instrText xml:space="preserve"> PAGEREF _Toc392601483 \h </w:instrText>
            </w:r>
            <w:r>
              <w:rPr>
                <w:noProof/>
                <w:webHidden/>
              </w:rPr>
            </w:r>
            <w:r>
              <w:rPr>
                <w:noProof/>
                <w:webHidden/>
              </w:rPr>
              <w:fldChar w:fldCharType="separate"/>
            </w:r>
            <w:r w:rsidR="00427A31">
              <w:rPr>
                <w:noProof/>
                <w:webHidden/>
              </w:rPr>
              <w:t>280</w:t>
            </w:r>
            <w:r>
              <w:rPr>
                <w:noProof/>
                <w:webHidden/>
              </w:rPr>
              <w:fldChar w:fldCharType="end"/>
            </w:r>
          </w:hyperlink>
        </w:p>
        <w:p w:rsidR="00427A31" w:rsidRDefault="002F1B09">
          <w:pPr>
            <w:pStyle w:val="TOC1"/>
            <w:tabs>
              <w:tab w:val="right" w:leader="dot" w:pos="9350"/>
            </w:tabs>
            <w:rPr>
              <w:rFonts w:asciiTheme="minorHAnsi" w:eastAsiaTheme="minorEastAsia" w:hAnsiTheme="minorHAnsi" w:cstheme="minorBidi"/>
              <w:noProof/>
              <w:color w:val="auto"/>
              <w:sz w:val="22"/>
              <w:szCs w:val="22"/>
            </w:rPr>
          </w:pPr>
          <w:hyperlink w:anchor="_Toc392601484" w:history="1">
            <w:r w:rsidR="00427A31" w:rsidRPr="00085FAD">
              <w:rPr>
                <w:rStyle w:val="Hyperlink"/>
                <w:rFonts w:cs="Vrinda" w:hint="cs"/>
                <w:noProof/>
                <w:cs/>
                <w:lang w:bidi="bn-IN"/>
              </w:rPr>
              <w:t>ইসলামী</w:t>
            </w:r>
            <w:r w:rsidR="00427A31" w:rsidRPr="00085FAD">
              <w:rPr>
                <w:rStyle w:val="Hyperlink"/>
                <w:rFonts w:cs="Vrinda"/>
                <w:noProof/>
                <w:cs/>
                <w:lang w:bidi="bn-IN"/>
              </w:rPr>
              <w:t xml:space="preserve"> </w:t>
            </w:r>
            <w:r w:rsidR="00427A31" w:rsidRPr="00085FAD">
              <w:rPr>
                <w:rStyle w:val="Hyperlink"/>
                <w:rFonts w:cs="Vrinda" w:hint="cs"/>
                <w:noProof/>
                <w:cs/>
                <w:lang w:bidi="bn-IN"/>
              </w:rPr>
              <w:t>পরিভাষায়</w:t>
            </w:r>
            <w:r w:rsidR="00427A31" w:rsidRPr="00085FAD">
              <w:rPr>
                <w:rStyle w:val="Hyperlink"/>
                <w:rFonts w:cs="Vrinda"/>
                <w:noProof/>
                <w:cs/>
                <w:lang w:bidi="bn-IN"/>
              </w:rPr>
              <w:t xml:space="preserve"> </w:t>
            </w:r>
            <w:r w:rsidR="00427A31" w:rsidRPr="00085FAD">
              <w:rPr>
                <w:rStyle w:val="Hyperlink"/>
                <w:rFonts w:cs="Vrinda" w:hint="cs"/>
                <w:noProof/>
                <w:cs/>
                <w:lang w:bidi="bn-IN"/>
              </w:rPr>
              <w:t>স্বাধীনতা</w:t>
            </w:r>
            <w:r w:rsidR="00427A31">
              <w:rPr>
                <w:noProof/>
                <w:webHidden/>
              </w:rPr>
              <w:tab/>
            </w:r>
            <w:r>
              <w:rPr>
                <w:noProof/>
                <w:webHidden/>
              </w:rPr>
              <w:fldChar w:fldCharType="begin"/>
            </w:r>
            <w:r w:rsidR="00427A31">
              <w:rPr>
                <w:noProof/>
                <w:webHidden/>
              </w:rPr>
              <w:instrText xml:space="preserve"> PAGEREF _Toc392601484 \h </w:instrText>
            </w:r>
            <w:r>
              <w:rPr>
                <w:noProof/>
                <w:webHidden/>
              </w:rPr>
            </w:r>
            <w:r>
              <w:rPr>
                <w:noProof/>
                <w:webHidden/>
              </w:rPr>
              <w:fldChar w:fldCharType="separate"/>
            </w:r>
            <w:r w:rsidR="00427A31">
              <w:rPr>
                <w:noProof/>
                <w:webHidden/>
              </w:rPr>
              <w:t>283</w:t>
            </w:r>
            <w:r>
              <w:rPr>
                <w:noProof/>
                <w:webHidden/>
              </w:rPr>
              <w:fldChar w:fldCharType="end"/>
            </w:r>
          </w:hyperlink>
        </w:p>
        <w:p w:rsidR="00427A31" w:rsidRDefault="002F1B09">
          <w:r>
            <w:fldChar w:fldCharType="end"/>
          </w:r>
        </w:p>
      </w:sdtContent>
    </w:sdt>
    <w:p w:rsidR="001564D6" w:rsidRPr="00C640B7" w:rsidRDefault="001564D6" w:rsidP="00C640B7"/>
    <w:sectPr w:rsidR="001564D6" w:rsidRPr="00C640B7" w:rsidSect="00235071">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7F9E" w:rsidRDefault="00677F9E" w:rsidP="008B7801">
      <w:pPr>
        <w:spacing w:after="0" w:line="240" w:lineRule="auto"/>
      </w:pPr>
      <w:r>
        <w:separator/>
      </w:r>
    </w:p>
  </w:endnote>
  <w:endnote w:type="continuationSeparator" w:id="0">
    <w:p w:rsidR="00677F9E" w:rsidRDefault="00677F9E" w:rsidP="008B78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olaimanLipi">
    <w:panose1 w:val="02000500020000020004"/>
    <w:charset w:val="00"/>
    <w:family w:val="script"/>
    <w:pitch w:val="fixed"/>
    <w:sig w:usb0="80018007" w:usb1="00002000" w:usb2="00000000" w:usb3="00000000" w:csb0="00000093"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rinda">
    <w:panose1 w:val="020B0502040204020203"/>
    <w:charset w:val="00"/>
    <w:family w:val="swiss"/>
    <w:pitch w:val="variable"/>
    <w:sig w:usb0="00010003" w:usb1="00000000" w:usb2="00000000" w:usb3="00000000" w:csb0="00000001" w:csb1="00000000"/>
  </w:font>
  <w:font w:name="SutonnyMJ">
    <w:panose1 w:val="00000000000000000000"/>
    <w:charset w:val="00"/>
    <w:family w:val="auto"/>
    <w:pitch w:val="variable"/>
    <w:sig w:usb0="80000AAF" w:usb1="00000048" w:usb2="00000000" w:usb3="00000000" w:csb0="0000003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vanish/>
        <w:highlight w:val="yellow"/>
      </w:rPr>
      <w:id w:val="5509348"/>
      <w:docPartObj>
        <w:docPartGallery w:val="Page Numbers (Bottom of Page)"/>
        <w:docPartUnique/>
      </w:docPartObj>
    </w:sdtPr>
    <w:sdtContent>
      <w:p w:rsidR="00677F9E" w:rsidRDefault="002F1B09">
        <w:pPr>
          <w:pStyle w:val="Footer"/>
          <w:jc w:val="center"/>
        </w:pPr>
        <w:r w:rsidRPr="00AA7385">
          <w:rPr>
            <w:rFonts w:ascii="SutonnyMJ" w:hAnsi="SutonnyMJ" w:cs="SutonnyMJ"/>
          </w:rPr>
          <w:fldChar w:fldCharType="begin"/>
        </w:r>
        <w:r w:rsidR="00677F9E" w:rsidRPr="00AA7385">
          <w:rPr>
            <w:rFonts w:ascii="SutonnyMJ" w:hAnsi="SutonnyMJ" w:cs="SutonnyMJ"/>
          </w:rPr>
          <w:instrText xml:space="preserve"> PAGE   \* MERGEFORMAT </w:instrText>
        </w:r>
        <w:r w:rsidRPr="00AA7385">
          <w:rPr>
            <w:rFonts w:ascii="SutonnyMJ" w:hAnsi="SutonnyMJ" w:cs="SutonnyMJ"/>
          </w:rPr>
          <w:fldChar w:fldCharType="separate"/>
        </w:r>
        <w:r w:rsidR="00F379F1">
          <w:rPr>
            <w:rFonts w:ascii="SutonnyMJ" w:hAnsi="SutonnyMJ" w:cs="SutonnyMJ"/>
            <w:noProof/>
          </w:rPr>
          <w:t>31</w:t>
        </w:r>
        <w:r w:rsidRPr="00AA7385">
          <w:rPr>
            <w:rFonts w:ascii="SutonnyMJ" w:hAnsi="SutonnyMJ" w:cs="SutonnyMJ"/>
          </w:rPr>
          <w:fldChar w:fldCharType="end"/>
        </w:r>
      </w:p>
    </w:sdtContent>
  </w:sdt>
  <w:p w:rsidR="00677F9E" w:rsidRDefault="00677F9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7F9E" w:rsidRDefault="00677F9E" w:rsidP="008B7801">
      <w:pPr>
        <w:spacing w:after="0" w:line="240" w:lineRule="auto"/>
      </w:pPr>
      <w:r>
        <w:separator/>
      </w:r>
    </w:p>
  </w:footnote>
  <w:footnote w:type="continuationSeparator" w:id="0">
    <w:p w:rsidR="00677F9E" w:rsidRDefault="00677F9E" w:rsidP="008B780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attachedTemplate r:id="rId1"/>
  <w:stylePaneFormatFilter w:val="1721"/>
  <w:defaultTabStop w:val="720"/>
  <w:characterSpacingControl w:val="doNotCompress"/>
  <w:footnotePr>
    <w:footnote w:id="-1"/>
    <w:footnote w:id="0"/>
  </w:footnotePr>
  <w:endnotePr>
    <w:endnote w:id="-1"/>
    <w:endnote w:id="0"/>
  </w:endnotePr>
  <w:compat>
    <w:applyBreakingRules/>
  </w:compat>
  <w:rsids>
    <w:rsidRoot w:val="006D3F93"/>
    <w:rsid w:val="00006767"/>
    <w:rsid w:val="00022C27"/>
    <w:rsid w:val="00026914"/>
    <w:rsid w:val="00032CA7"/>
    <w:rsid w:val="00033E08"/>
    <w:rsid w:val="00036558"/>
    <w:rsid w:val="00036F5D"/>
    <w:rsid w:val="000416CF"/>
    <w:rsid w:val="00045125"/>
    <w:rsid w:val="000451DA"/>
    <w:rsid w:val="000459F1"/>
    <w:rsid w:val="00045AC1"/>
    <w:rsid w:val="00045CAF"/>
    <w:rsid w:val="000578F2"/>
    <w:rsid w:val="00064BD1"/>
    <w:rsid w:val="000655CD"/>
    <w:rsid w:val="00066530"/>
    <w:rsid w:val="000669DB"/>
    <w:rsid w:val="00067176"/>
    <w:rsid w:val="000753B9"/>
    <w:rsid w:val="000754D0"/>
    <w:rsid w:val="00075CC8"/>
    <w:rsid w:val="00076994"/>
    <w:rsid w:val="00084418"/>
    <w:rsid w:val="000858AF"/>
    <w:rsid w:val="00091A8F"/>
    <w:rsid w:val="000A16E2"/>
    <w:rsid w:val="000A17C1"/>
    <w:rsid w:val="000A3C87"/>
    <w:rsid w:val="000A7E18"/>
    <w:rsid w:val="000B1A1B"/>
    <w:rsid w:val="000B1C35"/>
    <w:rsid w:val="000B63C6"/>
    <w:rsid w:val="000B64E3"/>
    <w:rsid w:val="000B6A4B"/>
    <w:rsid w:val="000C0B2A"/>
    <w:rsid w:val="000C4B23"/>
    <w:rsid w:val="000C4F54"/>
    <w:rsid w:val="000D0FC8"/>
    <w:rsid w:val="000D641E"/>
    <w:rsid w:val="000E67D6"/>
    <w:rsid w:val="000F399C"/>
    <w:rsid w:val="00101387"/>
    <w:rsid w:val="0010344A"/>
    <w:rsid w:val="0010506E"/>
    <w:rsid w:val="0011328D"/>
    <w:rsid w:val="001177B6"/>
    <w:rsid w:val="00136137"/>
    <w:rsid w:val="001422F1"/>
    <w:rsid w:val="00147335"/>
    <w:rsid w:val="001544C3"/>
    <w:rsid w:val="001564D6"/>
    <w:rsid w:val="00157A97"/>
    <w:rsid w:val="00157F2C"/>
    <w:rsid w:val="00162BC6"/>
    <w:rsid w:val="00163C1B"/>
    <w:rsid w:val="00164909"/>
    <w:rsid w:val="00170828"/>
    <w:rsid w:val="0018348A"/>
    <w:rsid w:val="00184670"/>
    <w:rsid w:val="00186AA4"/>
    <w:rsid w:val="001933EC"/>
    <w:rsid w:val="001933F7"/>
    <w:rsid w:val="001A3437"/>
    <w:rsid w:val="001A4A85"/>
    <w:rsid w:val="001A5AF8"/>
    <w:rsid w:val="001A68B3"/>
    <w:rsid w:val="001B1B37"/>
    <w:rsid w:val="001B2552"/>
    <w:rsid w:val="001B4AF7"/>
    <w:rsid w:val="001B5B0C"/>
    <w:rsid w:val="001C1B14"/>
    <w:rsid w:val="001C5FF3"/>
    <w:rsid w:val="001C7571"/>
    <w:rsid w:val="001D0103"/>
    <w:rsid w:val="001D1762"/>
    <w:rsid w:val="001E0737"/>
    <w:rsid w:val="001E0D60"/>
    <w:rsid w:val="001E5B3D"/>
    <w:rsid w:val="001E6F2C"/>
    <w:rsid w:val="001F3D11"/>
    <w:rsid w:val="001F3F0F"/>
    <w:rsid w:val="001F7408"/>
    <w:rsid w:val="0021676D"/>
    <w:rsid w:val="0022370C"/>
    <w:rsid w:val="00235071"/>
    <w:rsid w:val="0024762D"/>
    <w:rsid w:val="00250539"/>
    <w:rsid w:val="00250C43"/>
    <w:rsid w:val="00250FD6"/>
    <w:rsid w:val="0026134F"/>
    <w:rsid w:val="002670BE"/>
    <w:rsid w:val="00270BEC"/>
    <w:rsid w:val="00275890"/>
    <w:rsid w:val="00277E1C"/>
    <w:rsid w:val="00277EB7"/>
    <w:rsid w:val="0028663A"/>
    <w:rsid w:val="00292BC3"/>
    <w:rsid w:val="00296130"/>
    <w:rsid w:val="00297DF2"/>
    <w:rsid w:val="002A4CEE"/>
    <w:rsid w:val="002B1238"/>
    <w:rsid w:val="002B1C32"/>
    <w:rsid w:val="002B3627"/>
    <w:rsid w:val="002B709B"/>
    <w:rsid w:val="002C1042"/>
    <w:rsid w:val="002D15B8"/>
    <w:rsid w:val="002D2865"/>
    <w:rsid w:val="002D2D31"/>
    <w:rsid w:val="002E4552"/>
    <w:rsid w:val="002E4766"/>
    <w:rsid w:val="002E4925"/>
    <w:rsid w:val="002E5CFE"/>
    <w:rsid w:val="002E7FD0"/>
    <w:rsid w:val="002F11BE"/>
    <w:rsid w:val="002F1B09"/>
    <w:rsid w:val="002F3BA7"/>
    <w:rsid w:val="002F4751"/>
    <w:rsid w:val="002F51A1"/>
    <w:rsid w:val="00300112"/>
    <w:rsid w:val="00304CCF"/>
    <w:rsid w:val="00306918"/>
    <w:rsid w:val="00312C7E"/>
    <w:rsid w:val="003137DA"/>
    <w:rsid w:val="0031493A"/>
    <w:rsid w:val="003237FA"/>
    <w:rsid w:val="003249F5"/>
    <w:rsid w:val="00325E21"/>
    <w:rsid w:val="00333FA4"/>
    <w:rsid w:val="00335810"/>
    <w:rsid w:val="00336A70"/>
    <w:rsid w:val="0034052D"/>
    <w:rsid w:val="003421FD"/>
    <w:rsid w:val="003446AD"/>
    <w:rsid w:val="00351BAF"/>
    <w:rsid w:val="003532E2"/>
    <w:rsid w:val="003534E0"/>
    <w:rsid w:val="003563EB"/>
    <w:rsid w:val="00360561"/>
    <w:rsid w:val="00360E83"/>
    <w:rsid w:val="00361BC6"/>
    <w:rsid w:val="0036380F"/>
    <w:rsid w:val="003641CD"/>
    <w:rsid w:val="00385022"/>
    <w:rsid w:val="00386441"/>
    <w:rsid w:val="003936CB"/>
    <w:rsid w:val="00397CCB"/>
    <w:rsid w:val="003A1605"/>
    <w:rsid w:val="003A380C"/>
    <w:rsid w:val="003A3A02"/>
    <w:rsid w:val="003B34CB"/>
    <w:rsid w:val="003B3D30"/>
    <w:rsid w:val="003B5C2A"/>
    <w:rsid w:val="003B6651"/>
    <w:rsid w:val="003C5A32"/>
    <w:rsid w:val="003E4BC2"/>
    <w:rsid w:val="003E5D70"/>
    <w:rsid w:val="003E75AD"/>
    <w:rsid w:val="003F1320"/>
    <w:rsid w:val="003F3DF6"/>
    <w:rsid w:val="003F52A2"/>
    <w:rsid w:val="003F77EC"/>
    <w:rsid w:val="003F786B"/>
    <w:rsid w:val="003F7D11"/>
    <w:rsid w:val="0040027E"/>
    <w:rsid w:val="004036E5"/>
    <w:rsid w:val="00405454"/>
    <w:rsid w:val="00406D51"/>
    <w:rsid w:val="004151F5"/>
    <w:rsid w:val="004219FE"/>
    <w:rsid w:val="004234A1"/>
    <w:rsid w:val="00423E9B"/>
    <w:rsid w:val="00427A31"/>
    <w:rsid w:val="0044284D"/>
    <w:rsid w:val="004438CE"/>
    <w:rsid w:val="00446EEE"/>
    <w:rsid w:val="00447D4E"/>
    <w:rsid w:val="004526A0"/>
    <w:rsid w:val="004533FB"/>
    <w:rsid w:val="004546B7"/>
    <w:rsid w:val="00455316"/>
    <w:rsid w:val="00456185"/>
    <w:rsid w:val="00463E4E"/>
    <w:rsid w:val="00463EDB"/>
    <w:rsid w:val="00463F84"/>
    <w:rsid w:val="00472270"/>
    <w:rsid w:val="004729B1"/>
    <w:rsid w:val="00473514"/>
    <w:rsid w:val="00474FFD"/>
    <w:rsid w:val="00481CE0"/>
    <w:rsid w:val="00482325"/>
    <w:rsid w:val="00483A81"/>
    <w:rsid w:val="0049164D"/>
    <w:rsid w:val="004924CF"/>
    <w:rsid w:val="00493DCE"/>
    <w:rsid w:val="00494293"/>
    <w:rsid w:val="00496115"/>
    <w:rsid w:val="004A3453"/>
    <w:rsid w:val="004A56BA"/>
    <w:rsid w:val="004A744B"/>
    <w:rsid w:val="004B32C2"/>
    <w:rsid w:val="004B74AC"/>
    <w:rsid w:val="004C1471"/>
    <w:rsid w:val="004C262C"/>
    <w:rsid w:val="004C57A4"/>
    <w:rsid w:val="004C6512"/>
    <w:rsid w:val="004C7153"/>
    <w:rsid w:val="004D1220"/>
    <w:rsid w:val="004D47D7"/>
    <w:rsid w:val="004F68DD"/>
    <w:rsid w:val="005004FB"/>
    <w:rsid w:val="0050216C"/>
    <w:rsid w:val="005106C4"/>
    <w:rsid w:val="00527779"/>
    <w:rsid w:val="00533868"/>
    <w:rsid w:val="005370F1"/>
    <w:rsid w:val="00540CD3"/>
    <w:rsid w:val="00544132"/>
    <w:rsid w:val="0054793D"/>
    <w:rsid w:val="00552377"/>
    <w:rsid w:val="00562C3B"/>
    <w:rsid w:val="005633CB"/>
    <w:rsid w:val="005656A1"/>
    <w:rsid w:val="005726E1"/>
    <w:rsid w:val="00580FD6"/>
    <w:rsid w:val="00584195"/>
    <w:rsid w:val="005862E0"/>
    <w:rsid w:val="00591FD9"/>
    <w:rsid w:val="00593844"/>
    <w:rsid w:val="0059796A"/>
    <w:rsid w:val="005A0BC3"/>
    <w:rsid w:val="005A0E2B"/>
    <w:rsid w:val="005A21F0"/>
    <w:rsid w:val="005B483A"/>
    <w:rsid w:val="005B5C38"/>
    <w:rsid w:val="005C2423"/>
    <w:rsid w:val="005C2807"/>
    <w:rsid w:val="005C2C67"/>
    <w:rsid w:val="005C3AF3"/>
    <w:rsid w:val="005C4839"/>
    <w:rsid w:val="005C64EB"/>
    <w:rsid w:val="005C657F"/>
    <w:rsid w:val="005C738A"/>
    <w:rsid w:val="005D1822"/>
    <w:rsid w:val="005D2D86"/>
    <w:rsid w:val="005D3333"/>
    <w:rsid w:val="005D7419"/>
    <w:rsid w:val="005E2149"/>
    <w:rsid w:val="005E5BE9"/>
    <w:rsid w:val="005F1B46"/>
    <w:rsid w:val="005F2C18"/>
    <w:rsid w:val="005F2D37"/>
    <w:rsid w:val="00603FA1"/>
    <w:rsid w:val="00606FA3"/>
    <w:rsid w:val="006070B7"/>
    <w:rsid w:val="00607C3E"/>
    <w:rsid w:val="0061174D"/>
    <w:rsid w:val="00611BB9"/>
    <w:rsid w:val="00613890"/>
    <w:rsid w:val="006205E1"/>
    <w:rsid w:val="00636B74"/>
    <w:rsid w:val="00640AC4"/>
    <w:rsid w:val="006479C0"/>
    <w:rsid w:val="006513D5"/>
    <w:rsid w:val="006536FD"/>
    <w:rsid w:val="0065459C"/>
    <w:rsid w:val="006546E2"/>
    <w:rsid w:val="006576CD"/>
    <w:rsid w:val="006628C5"/>
    <w:rsid w:val="006633A3"/>
    <w:rsid w:val="006662F8"/>
    <w:rsid w:val="0067214B"/>
    <w:rsid w:val="00672DEA"/>
    <w:rsid w:val="006746F0"/>
    <w:rsid w:val="00676B30"/>
    <w:rsid w:val="00677F9E"/>
    <w:rsid w:val="006807E8"/>
    <w:rsid w:val="0068200E"/>
    <w:rsid w:val="00690232"/>
    <w:rsid w:val="00692F34"/>
    <w:rsid w:val="0069317E"/>
    <w:rsid w:val="00693991"/>
    <w:rsid w:val="00695D8C"/>
    <w:rsid w:val="006A02FE"/>
    <w:rsid w:val="006A033D"/>
    <w:rsid w:val="006B0B31"/>
    <w:rsid w:val="006B0ED8"/>
    <w:rsid w:val="006B372C"/>
    <w:rsid w:val="006B38C5"/>
    <w:rsid w:val="006B46F0"/>
    <w:rsid w:val="006C04B0"/>
    <w:rsid w:val="006C775E"/>
    <w:rsid w:val="006D00B8"/>
    <w:rsid w:val="006D197A"/>
    <w:rsid w:val="006D1B58"/>
    <w:rsid w:val="006D249A"/>
    <w:rsid w:val="006D30FB"/>
    <w:rsid w:val="006D3F93"/>
    <w:rsid w:val="006D440E"/>
    <w:rsid w:val="006E09C7"/>
    <w:rsid w:val="006F0A42"/>
    <w:rsid w:val="006F2817"/>
    <w:rsid w:val="007049E8"/>
    <w:rsid w:val="00707069"/>
    <w:rsid w:val="00707890"/>
    <w:rsid w:val="00713A8F"/>
    <w:rsid w:val="00714585"/>
    <w:rsid w:val="00721E28"/>
    <w:rsid w:val="00731BB1"/>
    <w:rsid w:val="00732420"/>
    <w:rsid w:val="00733E6E"/>
    <w:rsid w:val="007359A5"/>
    <w:rsid w:val="00735F15"/>
    <w:rsid w:val="007360B2"/>
    <w:rsid w:val="00736945"/>
    <w:rsid w:val="00751340"/>
    <w:rsid w:val="0075520E"/>
    <w:rsid w:val="00755E02"/>
    <w:rsid w:val="007710BF"/>
    <w:rsid w:val="007719FE"/>
    <w:rsid w:val="00774591"/>
    <w:rsid w:val="00775C1C"/>
    <w:rsid w:val="00776659"/>
    <w:rsid w:val="00776A56"/>
    <w:rsid w:val="007959C0"/>
    <w:rsid w:val="00796BC6"/>
    <w:rsid w:val="0079723F"/>
    <w:rsid w:val="007B0701"/>
    <w:rsid w:val="007B11AC"/>
    <w:rsid w:val="007C190B"/>
    <w:rsid w:val="007C6DF2"/>
    <w:rsid w:val="007D0C93"/>
    <w:rsid w:val="007D3565"/>
    <w:rsid w:val="007E0C3E"/>
    <w:rsid w:val="007F38BE"/>
    <w:rsid w:val="00801505"/>
    <w:rsid w:val="008026DB"/>
    <w:rsid w:val="00804ACB"/>
    <w:rsid w:val="0080550D"/>
    <w:rsid w:val="008065D7"/>
    <w:rsid w:val="008139DD"/>
    <w:rsid w:val="00813C73"/>
    <w:rsid w:val="00816B0C"/>
    <w:rsid w:val="00817363"/>
    <w:rsid w:val="0081750B"/>
    <w:rsid w:val="008227CD"/>
    <w:rsid w:val="008230AE"/>
    <w:rsid w:val="0082463C"/>
    <w:rsid w:val="0082606A"/>
    <w:rsid w:val="00826493"/>
    <w:rsid w:val="0082753E"/>
    <w:rsid w:val="008302AE"/>
    <w:rsid w:val="00835709"/>
    <w:rsid w:val="0084345C"/>
    <w:rsid w:val="0084595C"/>
    <w:rsid w:val="0085106D"/>
    <w:rsid w:val="00851E23"/>
    <w:rsid w:val="0085359A"/>
    <w:rsid w:val="008715EA"/>
    <w:rsid w:val="0087422A"/>
    <w:rsid w:val="00875AA5"/>
    <w:rsid w:val="00883E25"/>
    <w:rsid w:val="00883EA9"/>
    <w:rsid w:val="00895143"/>
    <w:rsid w:val="008958EF"/>
    <w:rsid w:val="008A14BF"/>
    <w:rsid w:val="008A3807"/>
    <w:rsid w:val="008A5A1E"/>
    <w:rsid w:val="008A6D80"/>
    <w:rsid w:val="008B4103"/>
    <w:rsid w:val="008B4DC6"/>
    <w:rsid w:val="008B7801"/>
    <w:rsid w:val="008B7AD9"/>
    <w:rsid w:val="008C08D8"/>
    <w:rsid w:val="008C54A7"/>
    <w:rsid w:val="008D1772"/>
    <w:rsid w:val="008D2BC5"/>
    <w:rsid w:val="008D3554"/>
    <w:rsid w:val="008D3A0F"/>
    <w:rsid w:val="008D4310"/>
    <w:rsid w:val="008D6263"/>
    <w:rsid w:val="008E1557"/>
    <w:rsid w:val="008E16D7"/>
    <w:rsid w:val="008E27D2"/>
    <w:rsid w:val="008F0D7B"/>
    <w:rsid w:val="008F23A3"/>
    <w:rsid w:val="008F6D10"/>
    <w:rsid w:val="008F787A"/>
    <w:rsid w:val="00902D3C"/>
    <w:rsid w:val="00906B99"/>
    <w:rsid w:val="009102D4"/>
    <w:rsid w:val="00910F8F"/>
    <w:rsid w:val="009117EC"/>
    <w:rsid w:val="00913C24"/>
    <w:rsid w:val="00917A6E"/>
    <w:rsid w:val="00921503"/>
    <w:rsid w:val="009221B9"/>
    <w:rsid w:val="00933480"/>
    <w:rsid w:val="00934323"/>
    <w:rsid w:val="00937B74"/>
    <w:rsid w:val="009414C6"/>
    <w:rsid w:val="00941AEF"/>
    <w:rsid w:val="00942FA3"/>
    <w:rsid w:val="00944C14"/>
    <w:rsid w:val="0094696C"/>
    <w:rsid w:val="00955A97"/>
    <w:rsid w:val="00957CDC"/>
    <w:rsid w:val="00972E05"/>
    <w:rsid w:val="00974B47"/>
    <w:rsid w:val="00976CDC"/>
    <w:rsid w:val="00976EDB"/>
    <w:rsid w:val="009848A8"/>
    <w:rsid w:val="00990FF6"/>
    <w:rsid w:val="00995E56"/>
    <w:rsid w:val="0099644C"/>
    <w:rsid w:val="009A053A"/>
    <w:rsid w:val="009A597E"/>
    <w:rsid w:val="009B649A"/>
    <w:rsid w:val="009C63DA"/>
    <w:rsid w:val="009D142D"/>
    <w:rsid w:val="009D3FD2"/>
    <w:rsid w:val="009D5BFF"/>
    <w:rsid w:val="009D759C"/>
    <w:rsid w:val="009D7A0F"/>
    <w:rsid w:val="009E0972"/>
    <w:rsid w:val="009E6EF8"/>
    <w:rsid w:val="009E7BEE"/>
    <w:rsid w:val="009F2429"/>
    <w:rsid w:val="009F5560"/>
    <w:rsid w:val="009F6C3F"/>
    <w:rsid w:val="00A02BD0"/>
    <w:rsid w:val="00A04A66"/>
    <w:rsid w:val="00A06E7A"/>
    <w:rsid w:val="00A07514"/>
    <w:rsid w:val="00A1022F"/>
    <w:rsid w:val="00A2744B"/>
    <w:rsid w:val="00A325DD"/>
    <w:rsid w:val="00A330D0"/>
    <w:rsid w:val="00A3582C"/>
    <w:rsid w:val="00A35C21"/>
    <w:rsid w:val="00A377A9"/>
    <w:rsid w:val="00A455D0"/>
    <w:rsid w:val="00A560EA"/>
    <w:rsid w:val="00A578F7"/>
    <w:rsid w:val="00A65C07"/>
    <w:rsid w:val="00A747CD"/>
    <w:rsid w:val="00A77675"/>
    <w:rsid w:val="00A77C41"/>
    <w:rsid w:val="00A80767"/>
    <w:rsid w:val="00A826A7"/>
    <w:rsid w:val="00A82E64"/>
    <w:rsid w:val="00A92884"/>
    <w:rsid w:val="00A9346B"/>
    <w:rsid w:val="00A947E0"/>
    <w:rsid w:val="00A949CD"/>
    <w:rsid w:val="00AA08F1"/>
    <w:rsid w:val="00AA22F8"/>
    <w:rsid w:val="00AA7385"/>
    <w:rsid w:val="00AB0098"/>
    <w:rsid w:val="00AB11F3"/>
    <w:rsid w:val="00AB18E8"/>
    <w:rsid w:val="00AB6543"/>
    <w:rsid w:val="00AB7C68"/>
    <w:rsid w:val="00AC0574"/>
    <w:rsid w:val="00AC3E47"/>
    <w:rsid w:val="00AC6B5B"/>
    <w:rsid w:val="00AD08B6"/>
    <w:rsid w:val="00AE4471"/>
    <w:rsid w:val="00AE454D"/>
    <w:rsid w:val="00AE6319"/>
    <w:rsid w:val="00AF287A"/>
    <w:rsid w:val="00AF4D2A"/>
    <w:rsid w:val="00AF6DD1"/>
    <w:rsid w:val="00B009C9"/>
    <w:rsid w:val="00B02C06"/>
    <w:rsid w:val="00B044BB"/>
    <w:rsid w:val="00B250F2"/>
    <w:rsid w:val="00B26972"/>
    <w:rsid w:val="00B332ED"/>
    <w:rsid w:val="00B476A4"/>
    <w:rsid w:val="00B47DE5"/>
    <w:rsid w:val="00B50F2A"/>
    <w:rsid w:val="00B6472E"/>
    <w:rsid w:val="00B651BA"/>
    <w:rsid w:val="00B65A76"/>
    <w:rsid w:val="00B702B1"/>
    <w:rsid w:val="00B76961"/>
    <w:rsid w:val="00B773D1"/>
    <w:rsid w:val="00B811CF"/>
    <w:rsid w:val="00B823B7"/>
    <w:rsid w:val="00B854B9"/>
    <w:rsid w:val="00B900F6"/>
    <w:rsid w:val="00B9079D"/>
    <w:rsid w:val="00B91799"/>
    <w:rsid w:val="00B9361C"/>
    <w:rsid w:val="00BA7F83"/>
    <w:rsid w:val="00BB0B45"/>
    <w:rsid w:val="00BC014A"/>
    <w:rsid w:val="00BD15E9"/>
    <w:rsid w:val="00BE1409"/>
    <w:rsid w:val="00BE2975"/>
    <w:rsid w:val="00BF053C"/>
    <w:rsid w:val="00BF0DE0"/>
    <w:rsid w:val="00BF3937"/>
    <w:rsid w:val="00BF5A2E"/>
    <w:rsid w:val="00BF771E"/>
    <w:rsid w:val="00C07F2E"/>
    <w:rsid w:val="00C204A8"/>
    <w:rsid w:val="00C208CA"/>
    <w:rsid w:val="00C23862"/>
    <w:rsid w:val="00C2470C"/>
    <w:rsid w:val="00C27C9F"/>
    <w:rsid w:val="00C303C9"/>
    <w:rsid w:val="00C313B1"/>
    <w:rsid w:val="00C31809"/>
    <w:rsid w:val="00C31FA5"/>
    <w:rsid w:val="00C34189"/>
    <w:rsid w:val="00C354BC"/>
    <w:rsid w:val="00C36628"/>
    <w:rsid w:val="00C52BC7"/>
    <w:rsid w:val="00C53098"/>
    <w:rsid w:val="00C537D1"/>
    <w:rsid w:val="00C539D3"/>
    <w:rsid w:val="00C621EA"/>
    <w:rsid w:val="00C640B7"/>
    <w:rsid w:val="00C65F59"/>
    <w:rsid w:val="00C7141B"/>
    <w:rsid w:val="00C7271A"/>
    <w:rsid w:val="00C737B1"/>
    <w:rsid w:val="00C80584"/>
    <w:rsid w:val="00C84014"/>
    <w:rsid w:val="00C924E6"/>
    <w:rsid w:val="00C96FA9"/>
    <w:rsid w:val="00CA18B8"/>
    <w:rsid w:val="00CA2383"/>
    <w:rsid w:val="00CB085E"/>
    <w:rsid w:val="00CB1837"/>
    <w:rsid w:val="00CC394F"/>
    <w:rsid w:val="00CC48FE"/>
    <w:rsid w:val="00CC58F0"/>
    <w:rsid w:val="00CC65DB"/>
    <w:rsid w:val="00CD6057"/>
    <w:rsid w:val="00CD6645"/>
    <w:rsid w:val="00CE088A"/>
    <w:rsid w:val="00CE09E4"/>
    <w:rsid w:val="00CE1847"/>
    <w:rsid w:val="00CE4625"/>
    <w:rsid w:val="00CF74B9"/>
    <w:rsid w:val="00D009A1"/>
    <w:rsid w:val="00D009F1"/>
    <w:rsid w:val="00D02065"/>
    <w:rsid w:val="00D03882"/>
    <w:rsid w:val="00D13B2E"/>
    <w:rsid w:val="00D27817"/>
    <w:rsid w:val="00D4000F"/>
    <w:rsid w:val="00D430A5"/>
    <w:rsid w:val="00D44C42"/>
    <w:rsid w:val="00D44DB1"/>
    <w:rsid w:val="00D450D2"/>
    <w:rsid w:val="00D454B5"/>
    <w:rsid w:val="00D457C0"/>
    <w:rsid w:val="00D46570"/>
    <w:rsid w:val="00D4723B"/>
    <w:rsid w:val="00D53669"/>
    <w:rsid w:val="00D542A0"/>
    <w:rsid w:val="00D54791"/>
    <w:rsid w:val="00D55560"/>
    <w:rsid w:val="00D55CAF"/>
    <w:rsid w:val="00D57978"/>
    <w:rsid w:val="00D6387D"/>
    <w:rsid w:val="00D64CB3"/>
    <w:rsid w:val="00D74F14"/>
    <w:rsid w:val="00D7533E"/>
    <w:rsid w:val="00D86325"/>
    <w:rsid w:val="00D90825"/>
    <w:rsid w:val="00D93BDB"/>
    <w:rsid w:val="00D941C7"/>
    <w:rsid w:val="00D94847"/>
    <w:rsid w:val="00D94F12"/>
    <w:rsid w:val="00D962F2"/>
    <w:rsid w:val="00DA3BE4"/>
    <w:rsid w:val="00DC1C18"/>
    <w:rsid w:val="00DC2B0A"/>
    <w:rsid w:val="00DC6B7C"/>
    <w:rsid w:val="00DC7C60"/>
    <w:rsid w:val="00DD03B2"/>
    <w:rsid w:val="00DD5C1E"/>
    <w:rsid w:val="00DE1DEF"/>
    <w:rsid w:val="00DF0DAD"/>
    <w:rsid w:val="00DF10C6"/>
    <w:rsid w:val="00DF295C"/>
    <w:rsid w:val="00DF45E8"/>
    <w:rsid w:val="00DF5F3D"/>
    <w:rsid w:val="00E00DD6"/>
    <w:rsid w:val="00E02BA8"/>
    <w:rsid w:val="00E03474"/>
    <w:rsid w:val="00E1010C"/>
    <w:rsid w:val="00E10565"/>
    <w:rsid w:val="00E13F29"/>
    <w:rsid w:val="00E152B2"/>
    <w:rsid w:val="00E17308"/>
    <w:rsid w:val="00E17799"/>
    <w:rsid w:val="00E20734"/>
    <w:rsid w:val="00E22209"/>
    <w:rsid w:val="00E27091"/>
    <w:rsid w:val="00E30987"/>
    <w:rsid w:val="00E32589"/>
    <w:rsid w:val="00E37481"/>
    <w:rsid w:val="00E400A5"/>
    <w:rsid w:val="00E52113"/>
    <w:rsid w:val="00E6050C"/>
    <w:rsid w:val="00E73BDB"/>
    <w:rsid w:val="00E82F1A"/>
    <w:rsid w:val="00E84058"/>
    <w:rsid w:val="00E84EB1"/>
    <w:rsid w:val="00E90737"/>
    <w:rsid w:val="00E92427"/>
    <w:rsid w:val="00E92508"/>
    <w:rsid w:val="00E9343A"/>
    <w:rsid w:val="00EB1BF3"/>
    <w:rsid w:val="00EB2CB6"/>
    <w:rsid w:val="00EC0000"/>
    <w:rsid w:val="00EC22D2"/>
    <w:rsid w:val="00EC4B61"/>
    <w:rsid w:val="00ED049C"/>
    <w:rsid w:val="00EF1DC1"/>
    <w:rsid w:val="00EF6527"/>
    <w:rsid w:val="00EF7ADF"/>
    <w:rsid w:val="00EF7C64"/>
    <w:rsid w:val="00F0282C"/>
    <w:rsid w:val="00F11A1C"/>
    <w:rsid w:val="00F16EE1"/>
    <w:rsid w:val="00F20557"/>
    <w:rsid w:val="00F216FB"/>
    <w:rsid w:val="00F242AA"/>
    <w:rsid w:val="00F34F23"/>
    <w:rsid w:val="00F354C4"/>
    <w:rsid w:val="00F377FE"/>
    <w:rsid w:val="00F379F1"/>
    <w:rsid w:val="00F44B3E"/>
    <w:rsid w:val="00F45997"/>
    <w:rsid w:val="00F525D6"/>
    <w:rsid w:val="00F53D61"/>
    <w:rsid w:val="00F60477"/>
    <w:rsid w:val="00F61F9E"/>
    <w:rsid w:val="00F62C25"/>
    <w:rsid w:val="00F66A17"/>
    <w:rsid w:val="00F70F52"/>
    <w:rsid w:val="00F8200F"/>
    <w:rsid w:val="00F86D8D"/>
    <w:rsid w:val="00F87E84"/>
    <w:rsid w:val="00F91E16"/>
    <w:rsid w:val="00F9327C"/>
    <w:rsid w:val="00F93E0E"/>
    <w:rsid w:val="00FA1E15"/>
    <w:rsid w:val="00FB2C9D"/>
    <w:rsid w:val="00FC1518"/>
    <w:rsid w:val="00FD0789"/>
    <w:rsid w:val="00FD0CD4"/>
    <w:rsid w:val="00FD14C6"/>
    <w:rsid w:val="00FD2E0A"/>
    <w:rsid w:val="00FE037C"/>
    <w:rsid w:val="00FE115C"/>
    <w:rsid w:val="00FE168D"/>
    <w:rsid w:val="00FE54ED"/>
    <w:rsid w:val="00FE6D44"/>
    <w:rsid w:val="00FE7835"/>
    <w:rsid w:val="00FF35D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0858AF"/>
    <w:pPr>
      <w:spacing w:after="200" w:line="276" w:lineRule="auto"/>
    </w:pPr>
    <w:rPr>
      <w:rFonts w:ascii="SolaimanLipi" w:eastAsia="SolaimanLipi" w:hAnsi="SolaimanLipi" w:cs="SolaimanLipi"/>
      <w:sz w:val="22"/>
      <w:szCs w:val="22"/>
    </w:rPr>
  </w:style>
  <w:style w:type="paragraph" w:styleId="Heading1">
    <w:name w:val="heading 1"/>
    <w:basedOn w:val="libNormal"/>
    <w:link w:val="Heading1Char"/>
    <w:uiPriority w:val="9"/>
    <w:qFormat/>
    <w:rsid w:val="003137DA"/>
    <w:pPr>
      <w:keepNext/>
      <w:keepLines/>
      <w:spacing w:before="120"/>
      <w:outlineLvl w:val="0"/>
    </w:pPr>
    <w:rPr>
      <w:rFonts w:eastAsia="Times New Roman"/>
      <w:b/>
      <w:bCs/>
      <w:color w:val="1F497D"/>
      <w:sz w:val="36"/>
      <w:szCs w:val="36"/>
    </w:rPr>
  </w:style>
  <w:style w:type="paragraph" w:styleId="Heading2">
    <w:name w:val="heading 2"/>
    <w:basedOn w:val="libNormal"/>
    <w:link w:val="Heading2Char"/>
    <w:uiPriority w:val="9"/>
    <w:qFormat/>
    <w:rsid w:val="00CE088A"/>
    <w:pPr>
      <w:keepNext/>
      <w:keepLines/>
      <w:spacing w:before="120"/>
      <w:outlineLvl w:val="1"/>
    </w:pPr>
    <w:rPr>
      <w:rFonts w:eastAsia="Times New Roman"/>
      <w:b/>
      <w:bCs/>
      <w:color w:val="1F497D"/>
      <w:sz w:val="32"/>
      <w:szCs w:val="32"/>
    </w:rPr>
  </w:style>
  <w:style w:type="paragraph" w:styleId="Heading3">
    <w:name w:val="heading 3"/>
    <w:basedOn w:val="libNormal"/>
    <w:link w:val="Heading3Char"/>
    <w:uiPriority w:val="9"/>
    <w:qFormat/>
    <w:rsid w:val="00E32589"/>
    <w:pPr>
      <w:keepNext/>
      <w:keepLines/>
      <w:spacing w:before="120"/>
      <w:outlineLvl w:val="2"/>
    </w:pPr>
    <w:rPr>
      <w:rFonts w:eastAsia="Times New Roman"/>
      <w:color w:val="1F497D"/>
    </w:rPr>
  </w:style>
  <w:style w:type="paragraph" w:styleId="Heading4">
    <w:name w:val="heading 4"/>
    <w:basedOn w:val="libNormal"/>
    <w:link w:val="Heading4Char"/>
    <w:uiPriority w:val="9"/>
    <w:qFormat/>
    <w:rsid w:val="00E32589"/>
    <w:pPr>
      <w:keepNext/>
      <w:keepLines/>
      <w:spacing w:before="240" w:after="60"/>
      <w:outlineLvl w:val="3"/>
    </w:pPr>
    <w:rPr>
      <w:rFonts w:eastAsia="Times New Roman"/>
      <w:b/>
      <w:bCs/>
    </w:rPr>
  </w:style>
  <w:style w:type="paragraph" w:styleId="Heading5">
    <w:name w:val="heading 5"/>
    <w:basedOn w:val="libNormal"/>
    <w:link w:val="Heading5Char"/>
    <w:uiPriority w:val="9"/>
    <w:qFormat/>
    <w:rsid w:val="00E32589"/>
    <w:pPr>
      <w:keepNext/>
      <w:keepLines/>
      <w:spacing w:before="240" w:after="60"/>
      <w:outlineLvl w:val="4"/>
    </w:pPr>
    <w:rPr>
      <w:rFonts w:eastAsia="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5F2D37"/>
    <w:pPr>
      <w:spacing w:line="360" w:lineRule="auto"/>
      <w:jc w:val="both"/>
    </w:pPr>
    <w:rPr>
      <w:rFonts w:ascii="SolaimanLipi" w:hAnsi="SolaimanLipi" w:cs="SolaimanLipi"/>
      <w:color w:val="000000"/>
      <w:sz w:val="28"/>
      <w:szCs w:val="28"/>
    </w:rPr>
  </w:style>
  <w:style w:type="character" w:customStyle="1" w:styleId="libNormalChar">
    <w:name w:val="libNormal Char"/>
    <w:basedOn w:val="DefaultParagraphFont"/>
    <w:link w:val="libNormal"/>
    <w:rsid w:val="005F2D37"/>
    <w:rPr>
      <w:rFonts w:ascii="SolaimanLipi" w:hAnsi="SolaimanLipi" w:cs="SolaimanLipi"/>
      <w:color w:val="000000"/>
      <w:sz w:val="28"/>
      <w:szCs w:val="28"/>
    </w:rPr>
  </w:style>
  <w:style w:type="character" w:customStyle="1" w:styleId="Heading1Char">
    <w:name w:val="Heading 1 Char"/>
    <w:basedOn w:val="DefaultParagraphFont"/>
    <w:link w:val="Heading1"/>
    <w:uiPriority w:val="9"/>
    <w:rsid w:val="003137DA"/>
    <w:rPr>
      <w:rFonts w:ascii="SolaimanLipi" w:eastAsia="Times New Roman" w:hAnsi="SolaimanLipi" w:cs="SolaimanLipi"/>
      <w:b/>
      <w:bCs/>
      <w:color w:val="1F497D"/>
      <w:sz w:val="36"/>
      <w:szCs w:val="36"/>
    </w:rPr>
  </w:style>
  <w:style w:type="character" w:customStyle="1" w:styleId="Heading2Char">
    <w:name w:val="Heading 2 Char"/>
    <w:basedOn w:val="DefaultParagraphFont"/>
    <w:link w:val="Heading2"/>
    <w:uiPriority w:val="9"/>
    <w:rsid w:val="00CE088A"/>
    <w:rPr>
      <w:rFonts w:ascii="SolaimanLipi" w:eastAsia="Times New Roman" w:hAnsi="SolaimanLipi" w:cs="SolaimanLipi"/>
      <w:b/>
      <w:bCs/>
      <w:color w:val="1F497D"/>
      <w:sz w:val="32"/>
      <w:szCs w:val="32"/>
    </w:rPr>
  </w:style>
  <w:style w:type="character" w:customStyle="1" w:styleId="Heading3Char">
    <w:name w:val="Heading 3 Char"/>
    <w:basedOn w:val="DefaultParagraphFont"/>
    <w:link w:val="Heading3"/>
    <w:uiPriority w:val="9"/>
    <w:rsid w:val="00E32589"/>
    <w:rPr>
      <w:rFonts w:ascii="Times New Roman" w:eastAsia="Times New Roman" w:hAnsi="Times New Roman" w:cs="SolaimanLipi"/>
      <w:color w:val="1F497D"/>
      <w:sz w:val="28"/>
      <w:szCs w:val="32"/>
    </w:rPr>
  </w:style>
  <w:style w:type="character" w:customStyle="1" w:styleId="Heading4Char">
    <w:name w:val="Heading 4 Char"/>
    <w:basedOn w:val="DefaultParagraphFont"/>
    <w:link w:val="Heading4"/>
    <w:uiPriority w:val="9"/>
    <w:rsid w:val="00E32589"/>
    <w:rPr>
      <w:rFonts w:ascii="Times New Roman" w:eastAsia="Times New Roman" w:hAnsi="Times New Roman" w:cs="SolaimanLipi"/>
      <w:b/>
      <w:bCs/>
      <w:color w:val="000000"/>
      <w:sz w:val="28"/>
      <w:szCs w:val="32"/>
    </w:rPr>
  </w:style>
  <w:style w:type="character" w:customStyle="1" w:styleId="Heading5Char">
    <w:name w:val="Heading 5 Char"/>
    <w:basedOn w:val="DefaultParagraphFont"/>
    <w:link w:val="Heading5"/>
    <w:uiPriority w:val="9"/>
    <w:rsid w:val="00E32589"/>
    <w:rPr>
      <w:rFonts w:ascii="Times New Roman" w:eastAsia="Times New Roman" w:hAnsi="Times New Roman" w:cs="SolaimanLipi"/>
      <w:color w:val="000000"/>
      <w:sz w:val="28"/>
      <w:szCs w:val="32"/>
    </w:rPr>
  </w:style>
  <w:style w:type="paragraph" w:customStyle="1" w:styleId="libAr">
    <w:name w:val="libAr"/>
    <w:link w:val="libArChar"/>
    <w:qFormat/>
    <w:rsid w:val="00E32589"/>
    <w:pPr>
      <w:bidi/>
      <w:ind w:firstLine="289"/>
      <w:jc w:val="both"/>
    </w:pPr>
    <w:rPr>
      <w:rFonts w:ascii="Times New Roman" w:hAnsi="Times New Roman" w:cs="Traditional Arabic"/>
      <w:color w:val="000000"/>
      <w:sz w:val="28"/>
      <w:szCs w:val="32"/>
    </w:rPr>
  </w:style>
  <w:style w:type="character" w:customStyle="1" w:styleId="libArChar">
    <w:name w:val="libAr Char"/>
    <w:basedOn w:val="DefaultParagraphFont"/>
    <w:link w:val="libAr"/>
    <w:rsid w:val="00E32589"/>
    <w:rPr>
      <w:rFonts w:ascii="Times New Roman" w:hAnsi="Times New Roman" w:cs="Traditional Arabic"/>
      <w:color w:val="000000"/>
      <w:sz w:val="28"/>
      <w:szCs w:val="32"/>
      <w:lang w:val="en-US" w:eastAsia="en-US" w:bidi="ar-SA"/>
    </w:rPr>
  </w:style>
  <w:style w:type="paragraph" w:customStyle="1" w:styleId="Heading1Center">
    <w:name w:val="Heading 1 Center"/>
    <w:basedOn w:val="Heading1"/>
    <w:link w:val="Heading1CenterChar"/>
    <w:qFormat/>
    <w:rsid w:val="00304CCF"/>
    <w:pPr>
      <w:jc w:val="center"/>
    </w:pPr>
    <w:rPr>
      <w:lang w:bidi="fa-IR"/>
    </w:rPr>
  </w:style>
  <w:style w:type="character" w:customStyle="1" w:styleId="Heading1CenterChar">
    <w:name w:val="Heading 1 Center Char"/>
    <w:basedOn w:val="Heading1Char"/>
    <w:link w:val="Heading1Center"/>
    <w:rsid w:val="00304CCF"/>
    <w:rPr>
      <w:lang w:bidi="fa-IR"/>
    </w:rPr>
  </w:style>
  <w:style w:type="paragraph" w:customStyle="1" w:styleId="Heading2Center">
    <w:name w:val="Heading 2 Center"/>
    <w:basedOn w:val="Heading2"/>
    <w:link w:val="Heading2CenterChar"/>
    <w:qFormat/>
    <w:rsid w:val="00CE088A"/>
    <w:pPr>
      <w:jc w:val="center"/>
    </w:pPr>
  </w:style>
  <w:style w:type="character" w:customStyle="1" w:styleId="Heading2CenterChar">
    <w:name w:val="Heading 2 Center Char"/>
    <w:basedOn w:val="Heading2Char"/>
    <w:link w:val="Heading2Center"/>
    <w:rsid w:val="00CE088A"/>
    <w:rPr>
      <w:b/>
      <w:bCs/>
      <w:szCs w:val="32"/>
    </w:rPr>
  </w:style>
  <w:style w:type="paragraph" w:customStyle="1" w:styleId="Heading3Center">
    <w:name w:val="Heading 3 Center"/>
    <w:basedOn w:val="Heading3"/>
    <w:link w:val="Heading3CenterChar"/>
    <w:qFormat/>
    <w:rsid w:val="00E32589"/>
    <w:pPr>
      <w:jc w:val="center"/>
    </w:pPr>
  </w:style>
  <w:style w:type="character" w:customStyle="1" w:styleId="Heading3CenterChar">
    <w:name w:val="Heading 3 Center Char"/>
    <w:basedOn w:val="Heading3Char"/>
    <w:link w:val="Heading3Center"/>
    <w:rsid w:val="00E32589"/>
  </w:style>
  <w:style w:type="paragraph" w:customStyle="1" w:styleId="Heading4Center">
    <w:name w:val="Heading 4 Center"/>
    <w:basedOn w:val="Heading4"/>
    <w:link w:val="Heading4CenterChar"/>
    <w:qFormat/>
    <w:rsid w:val="00E32589"/>
    <w:pPr>
      <w:jc w:val="center"/>
    </w:pPr>
  </w:style>
  <w:style w:type="character" w:customStyle="1" w:styleId="Heading4CenterChar">
    <w:name w:val="Heading 4 Center Char"/>
    <w:basedOn w:val="Heading4Char"/>
    <w:link w:val="Heading4Center"/>
    <w:rsid w:val="00E32589"/>
  </w:style>
  <w:style w:type="paragraph" w:customStyle="1" w:styleId="Heading5Center">
    <w:name w:val="Heading 5 Center"/>
    <w:basedOn w:val="Heading5"/>
    <w:link w:val="Heading5CenterChar"/>
    <w:qFormat/>
    <w:rsid w:val="00E32589"/>
    <w:pPr>
      <w:jc w:val="center"/>
    </w:pPr>
  </w:style>
  <w:style w:type="character" w:customStyle="1" w:styleId="Heading5CenterChar">
    <w:name w:val="Heading 5 Center Char"/>
    <w:basedOn w:val="Heading5Char"/>
    <w:link w:val="Heading5Center"/>
    <w:rsid w:val="00E32589"/>
  </w:style>
  <w:style w:type="paragraph" w:customStyle="1" w:styleId="libAie">
    <w:name w:val="libAie"/>
    <w:basedOn w:val="libAr"/>
    <w:link w:val="libAieChar"/>
    <w:rsid w:val="009D5BFF"/>
    <w:rPr>
      <w:rFonts w:ascii="Traditional Arabic" w:eastAsia="Traditional Arabic" w:hAnsi="Traditional Arabic"/>
      <w:color w:val="008000"/>
    </w:rPr>
  </w:style>
  <w:style w:type="character" w:customStyle="1" w:styleId="libAieChar">
    <w:name w:val="libAie Char"/>
    <w:basedOn w:val="libArChar"/>
    <w:link w:val="libAie"/>
    <w:rsid w:val="009D5BFF"/>
    <w:rPr>
      <w:rFonts w:ascii="Traditional Arabic" w:eastAsia="Traditional Arabic" w:hAnsi="Traditional Arabic"/>
      <w:color w:val="008000"/>
    </w:rPr>
  </w:style>
  <w:style w:type="paragraph" w:customStyle="1" w:styleId="libBold1">
    <w:name w:val="libBold1"/>
    <w:basedOn w:val="libNormal"/>
    <w:link w:val="libBold1Char"/>
    <w:rsid w:val="00E32589"/>
    <w:rPr>
      <w:b/>
      <w:bCs/>
    </w:rPr>
  </w:style>
  <w:style w:type="character" w:customStyle="1" w:styleId="libBold1Char">
    <w:name w:val="libBold1 Char"/>
    <w:basedOn w:val="libNormalChar"/>
    <w:link w:val="libBold1"/>
    <w:rsid w:val="00E32589"/>
    <w:rPr>
      <w:b/>
      <w:bCs/>
    </w:rPr>
  </w:style>
  <w:style w:type="paragraph" w:customStyle="1" w:styleId="libFootnote">
    <w:name w:val="libFootnote"/>
    <w:basedOn w:val="libNormal"/>
    <w:link w:val="libFootnoteChar"/>
    <w:rsid w:val="00235071"/>
    <w:rPr>
      <w:sz w:val="24"/>
      <w:szCs w:val="24"/>
    </w:rPr>
  </w:style>
  <w:style w:type="character" w:customStyle="1" w:styleId="libFootnoteChar">
    <w:name w:val="libFootnote Char"/>
    <w:basedOn w:val="libNormalChar"/>
    <w:link w:val="libFootnote"/>
    <w:rsid w:val="00235071"/>
    <w:rPr>
      <w:sz w:val="24"/>
      <w:szCs w:val="24"/>
    </w:rPr>
  </w:style>
  <w:style w:type="paragraph" w:customStyle="1" w:styleId="libFootnote0">
    <w:name w:val="libFootnote0"/>
    <w:basedOn w:val="libFootnote"/>
    <w:link w:val="libFootnote0Char"/>
    <w:rsid w:val="008A5A1E"/>
    <w:rPr>
      <w:rFonts w:eastAsia="Times New Roman"/>
    </w:rPr>
  </w:style>
  <w:style w:type="character" w:customStyle="1" w:styleId="libFootnote0Char">
    <w:name w:val="libFootnote0 Char"/>
    <w:basedOn w:val="libFootnoteChar"/>
    <w:link w:val="libFootnote0"/>
    <w:rsid w:val="008A5A1E"/>
    <w:rPr>
      <w:rFonts w:eastAsia="Times New Roman"/>
    </w:rPr>
  </w:style>
  <w:style w:type="paragraph" w:customStyle="1" w:styleId="libBold2">
    <w:name w:val="libBold2"/>
    <w:basedOn w:val="libBold1"/>
    <w:link w:val="libBold2Char"/>
    <w:rsid w:val="00235071"/>
    <w:rPr>
      <w:sz w:val="26"/>
      <w:szCs w:val="26"/>
    </w:rPr>
  </w:style>
  <w:style w:type="character" w:customStyle="1" w:styleId="libBold2Char">
    <w:name w:val="libBold2 Char"/>
    <w:basedOn w:val="libBold1Char"/>
    <w:link w:val="libBold2"/>
    <w:rsid w:val="00235071"/>
    <w:rPr>
      <w:b/>
      <w:bCs/>
      <w:sz w:val="26"/>
      <w:szCs w:val="26"/>
    </w:rPr>
  </w:style>
  <w:style w:type="paragraph" w:customStyle="1" w:styleId="libCenterBold1">
    <w:name w:val="libCenterBold1"/>
    <w:basedOn w:val="libBold1"/>
    <w:rsid w:val="00235071"/>
    <w:pPr>
      <w:jc w:val="center"/>
    </w:pPr>
    <w:rPr>
      <w:rFonts w:eastAsia="Times New Roman"/>
      <w:sz w:val="32"/>
      <w:szCs w:val="32"/>
    </w:rPr>
  </w:style>
  <w:style w:type="paragraph" w:customStyle="1" w:styleId="libCenterBold2">
    <w:name w:val="libCenterBold2"/>
    <w:basedOn w:val="libCenterBold1"/>
    <w:rsid w:val="008A5A1E"/>
    <w:rPr>
      <w:sz w:val="28"/>
      <w:szCs w:val="28"/>
    </w:rPr>
  </w:style>
  <w:style w:type="paragraph" w:customStyle="1" w:styleId="libCenter">
    <w:name w:val="libCenter"/>
    <w:basedOn w:val="libCenterBold2"/>
    <w:rsid w:val="00235071"/>
    <w:rPr>
      <w:b w:val="0"/>
      <w:bCs w:val="0"/>
    </w:rPr>
  </w:style>
  <w:style w:type="paragraph" w:customStyle="1" w:styleId="libFootnoteCenter">
    <w:name w:val="libFootnoteCenter"/>
    <w:basedOn w:val="libFootnote"/>
    <w:link w:val="libFootnoteCenterChar"/>
    <w:rsid w:val="00A455D0"/>
    <w:pPr>
      <w:jc w:val="center"/>
    </w:pPr>
    <w:rPr>
      <w:rFonts w:eastAsia="Times New Roman"/>
    </w:rPr>
  </w:style>
  <w:style w:type="character" w:customStyle="1" w:styleId="libFootnoteCenterChar">
    <w:name w:val="libFootnoteCenter Char"/>
    <w:basedOn w:val="libFootnoteChar"/>
    <w:link w:val="libFootnoteCenter"/>
    <w:rsid w:val="00A455D0"/>
    <w:rPr>
      <w:rFonts w:eastAsia="Times New Roman"/>
    </w:rPr>
  </w:style>
  <w:style w:type="paragraph" w:customStyle="1" w:styleId="libFootnoteCenterBold">
    <w:name w:val="libFootnoteCenterBold"/>
    <w:basedOn w:val="libFootnoteCenter"/>
    <w:link w:val="libFootnoteCenterBoldChar"/>
    <w:rsid w:val="00A455D0"/>
    <w:rPr>
      <w:b/>
      <w:bCs/>
    </w:rPr>
  </w:style>
  <w:style w:type="character" w:customStyle="1" w:styleId="libFootnoteCenterBoldChar">
    <w:name w:val="libFootnoteCenterBold Char"/>
    <w:basedOn w:val="libFootnoteCenterChar"/>
    <w:link w:val="libFootnoteCenterBold"/>
    <w:rsid w:val="00A455D0"/>
    <w:rPr>
      <w:b/>
      <w:bCs/>
    </w:rPr>
  </w:style>
  <w:style w:type="paragraph" w:customStyle="1" w:styleId="libFootnoteBold">
    <w:name w:val="libFootnoteBold"/>
    <w:basedOn w:val="libFootnote"/>
    <w:link w:val="libFootnoteBoldChar"/>
    <w:rsid w:val="00A455D0"/>
    <w:rPr>
      <w:b/>
      <w:bCs/>
    </w:rPr>
  </w:style>
  <w:style w:type="character" w:customStyle="1" w:styleId="libFootnoteBoldChar">
    <w:name w:val="libFootnoteBold Char"/>
    <w:basedOn w:val="libFootnoteChar"/>
    <w:link w:val="libFootnoteBold"/>
    <w:rsid w:val="00A455D0"/>
    <w:rPr>
      <w:b/>
      <w:bCs/>
    </w:rPr>
  </w:style>
  <w:style w:type="paragraph" w:customStyle="1" w:styleId="libFootnoteAie">
    <w:name w:val="libFootnoteAie"/>
    <w:basedOn w:val="libFootnote"/>
    <w:link w:val="libFootnoteAieChar"/>
    <w:rsid w:val="00A455D0"/>
    <w:rPr>
      <w:color w:val="008000"/>
    </w:rPr>
  </w:style>
  <w:style w:type="character" w:customStyle="1" w:styleId="libFootnoteAieChar">
    <w:name w:val="libFootnoteAie Char"/>
    <w:basedOn w:val="libFootnoteChar"/>
    <w:link w:val="libFootnoteAie"/>
    <w:rsid w:val="00A455D0"/>
    <w:rPr>
      <w:color w:val="008000"/>
    </w:rPr>
  </w:style>
  <w:style w:type="paragraph" w:customStyle="1" w:styleId="libFootnoteRight">
    <w:name w:val="libFootnoteRight"/>
    <w:basedOn w:val="libFootnote"/>
    <w:link w:val="libFootnoteRightChar"/>
    <w:rsid w:val="00A455D0"/>
    <w:pPr>
      <w:jc w:val="right"/>
    </w:pPr>
    <w:rPr>
      <w:rFonts w:eastAsia="Times New Roman"/>
    </w:rPr>
  </w:style>
  <w:style w:type="character" w:customStyle="1" w:styleId="libFootnoteRightChar">
    <w:name w:val="libFootnoteRight Char"/>
    <w:basedOn w:val="libFootnoteChar"/>
    <w:link w:val="libFootnoteRight"/>
    <w:rsid w:val="00A455D0"/>
    <w:rPr>
      <w:rFonts w:eastAsia="Times New Roman"/>
    </w:rPr>
  </w:style>
  <w:style w:type="paragraph" w:customStyle="1" w:styleId="libFootnoteRightBold">
    <w:name w:val="libFootnoteRightBold"/>
    <w:basedOn w:val="libFootnoteRight"/>
    <w:link w:val="libFootnoteRightBoldChar"/>
    <w:rsid w:val="00A455D0"/>
    <w:rPr>
      <w:b/>
      <w:bCs/>
    </w:rPr>
  </w:style>
  <w:style w:type="character" w:customStyle="1" w:styleId="libFootnoteRightBoldChar">
    <w:name w:val="libFootnoteRightBold Char"/>
    <w:basedOn w:val="libFootnoteRightChar"/>
    <w:link w:val="libFootnoteRightBold"/>
    <w:rsid w:val="00A455D0"/>
    <w:rPr>
      <w:b/>
      <w:bCs/>
    </w:rPr>
  </w:style>
  <w:style w:type="paragraph" w:customStyle="1" w:styleId="libRight">
    <w:name w:val="libRight"/>
    <w:basedOn w:val="libNormal"/>
    <w:link w:val="libRightChar"/>
    <w:rsid w:val="00A455D0"/>
    <w:pPr>
      <w:jc w:val="right"/>
    </w:pPr>
  </w:style>
  <w:style w:type="character" w:customStyle="1" w:styleId="libRightChar">
    <w:name w:val="libRight Char"/>
    <w:basedOn w:val="libNormalChar"/>
    <w:link w:val="libRight"/>
    <w:rsid w:val="00A455D0"/>
  </w:style>
  <w:style w:type="paragraph" w:customStyle="1" w:styleId="libRightBold">
    <w:name w:val="libRightBold"/>
    <w:basedOn w:val="libRight"/>
    <w:link w:val="libRightBoldChar"/>
    <w:rsid w:val="00A455D0"/>
    <w:rPr>
      <w:b/>
      <w:bCs/>
    </w:rPr>
  </w:style>
  <w:style w:type="character" w:customStyle="1" w:styleId="libRightBoldChar">
    <w:name w:val="libRightBold Char"/>
    <w:basedOn w:val="libRightChar"/>
    <w:link w:val="libRightBold"/>
    <w:rsid w:val="00A455D0"/>
    <w:rPr>
      <w:b/>
      <w:bCs/>
    </w:rPr>
  </w:style>
  <w:style w:type="paragraph" w:customStyle="1" w:styleId="libLine">
    <w:name w:val="libLine"/>
    <w:basedOn w:val="libNormal"/>
    <w:link w:val="libLineChar"/>
    <w:rsid w:val="00A455D0"/>
    <w:rPr>
      <w:rFonts w:eastAsia="Times New Roman"/>
      <w:sz w:val="26"/>
      <w:szCs w:val="26"/>
    </w:rPr>
  </w:style>
  <w:style w:type="character" w:customStyle="1" w:styleId="libLineChar">
    <w:name w:val="libLine Char"/>
    <w:basedOn w:val="libNormalChar"/>
    <w:link w:val="libLine"/>
    <w:rsid w:val="00A455D0"/>
    <w:rPr>
      <w:rFonts w:eastAsia="Times New Roman"/>
      <w:sz w:val="26"/>
      <w:szCs w:val="26"/>
    </w:rPr>
  </w:style>
  <w:style w:type="paragraph" w:customStyle="1" w:styleId="libItalic">
    <w:name w:val="libItalic"/>
    <w:basedOn w:val="libNormal"/>
    <w:link w:val="libItalicChar"/>
    <w:rsid w:val="0028663A"/>
    <w:rPr>
      <w:i/>
      <w:iCs/>
    </w:rPr>
  </w:style>
  <w:style w:type="character" w:customStyle="1" w:styleId="libItalicChar">
    <w:name w:val="libItalic Char"/>
    <w:basedOn w:val="libNormalChar"/>
    <w:link w:val="libItalic"/>
    <w:rsid w:val="0028663A"/>
    <w:rPr>
      <w:i/>
      <w:iCs/>
    </w:rPr>
  </w:style>
  <w:style w:type="paragraph" w:customStyle="1" w:styleId="libBoldItalic">
    <w:name w:val="libBoldItalic"/>
    <w:basedOn w:val="libNormal"/>
    <w:link w:val="libBoldItalicChar"/>
    <w:rsid w:val="0028663A"/>
    <w:rPr>
      <w:b/>
      <w:bCs/>
      <w:i/>
      <w:iCs/>
    </w:rPr>
  </w:style>
  <w:style w:type="character" w:customStyle="1" w:styleId="libBoldItalicChar">
    <w:name w:val="libBoldItalic Char"/>
    <w:basedOn w:val="libNormalChar"/>
    <w:link w:val="libBoldItalic"/>
    <w:rsid w:val="0028663A"/>
    <w:rPr>
      <w:b/>
      <w:bCs/>
      <w:i/>
      <w:iCs/>
    </w:rPr>
  </w:style>
  <w:style w:type="paragraph" w:customStyle="1" w:styleId="libUnderline">
    <w:name w:val="libUnderline"/>
    <w:basedOn w:val="libNormal"/>
    <w:link w:val="libUnderlineChar"/>
    <w:rsid w:val="0028663A"/>
    <w:rPr>
      <w:u w:val="single"/>
    </w:rPr>
  </w:style>
  <w:style w:type="character" w:customStyle="1" w:styleId="libUnderlineChar">
    <w:name w:val="libUnderline Char"/>
    <w:basedOn w:val="libNormalChar"/>
    <w:link w:val="libUnderline"/>
    <w:rsid w:val="0028663A"/>
    <w:rPr>
      <w:u w:val="single"/>
    </w:rPr>
  </w:style>
  <w:style w:type="paragraph" w:customStyle="1" w:styleId="libUnderlineBold">
    <w:name w:val="libUnderlineBold"/>
    <w:basedOn w:val="libUnderline"/>
    <w:link w:val="libUnderlineBoldChar"/>
    <w:rsid w:val="0028663A"/>
    <w:rPr>
      <w:b/>
      <w:bCs/>
    </w:rPr>
  </w:style>
  <w:style w:type="character" w:customStyle="1" w:styleId="libUnderlineBoldChar">
    <w:name w:val="libUnderlineBold Char"/>
    <w:basedOn w:val="libUnderlineChar"/>
    <w:link w:val="libUnderlineBold"/>
    <w:rsid w:val="0028663A"/>
    <w:rPr>
      <w:b/>
      <w:bCs/>
    </w:rPr>
  </w:style>
  <w:style w:type="paragraph" w:customStyle="1" w:styleId="libUnderlineItalic">
    <w:name w:val="libUnderlineItalic"/>
    <w:basedOn w:val="libUnderline"/>
    <w:link w:val="libUnderlineItalicChar"/>
    <w:rsid w:val="0028663A"/>
    <w:rPr>
      <w:i/>
      <w:iCs/>
    </w:rPr>
  </w:style>
  <w:style w:type="character" w:customStyle="1" w:styleId="libUnderlineItalicChar">
    <w:name w:val="libUnderlineItalic Char"/>
    <w:basedOn w:val="libUnderlineChar"/>
    <w:link w:val="libUnderlineItalic"/>
    <w:rsid w:val="0028663A"/>
    <w:rPr>
      <w:i/>
      <w:iCs/>
    </w:rPr>
  </w:style>
  <w:style w:type="paragraph" w:customStyle="1" w:styleId="libUnderlineBoldItalic">
    <w:name w:val="libUnderlineBoldItalic"/>
    <w:basedOn w:val="libNormal"/>
    <w:link w:val="libUnderlineBoldItalicChar"/>
    <w:rsid w:val="0028663A"/>
    <w:rPr>
      <w:b/>
      <w:bCs/>
      <w:i/>
      <w:iCs/>
      <w:u w:val="single"/>
    </w:rPr>
  </w:style>
  <w:style w:type="character" w:customStyle="1" w:styleId="libUnderlineBoldItalicChar">
    <w:name w:val="libUnderlineBoldItalic Char"/>
    <w:basedOn w:val="libNormalChar"/>
    <w:link w:val="libUnderlineBoldItalic"/>
    <w:rsid w:val="0028663A"/>
    <w:rPr>
      <w:b/>
      <w:bCs/>
      <w:i/>
      <w:iCs/>
      <w:u w:val="single"/>
    </w:rPr>
  </w:style>
  <w:style w:type="paragraph" w:customStyle="1" w:styleId="libFootnotenum">
    <w:name w:val="libFootnotenum"/>
    <w:basedOn w:val="libNormal"/>
    <w:link w:val="libFootnotenumChar"/>
    <w:rsid w:val="00235071"/>
    <w:rPr>
      <w:color w:val="C00000"/>
      <w:sz w:val="24"/>
      <w:szCs w:val="24"/>
      <w:vertAlign w:val="superscript"/>
    </w:rPr>
  </w:style>
  <w:style w:type="character" w:customStyle="1" w:styleId="libFootnotenumChar">
    <w:name w:val="libFootnotenum Char"/>
    <w:basedOn w:val="libNormalChar"/>
    <w:link w:val="libFootnotenum"/>
    <w:rsid w:val="00235071"/>
    <w:rPr>
      <w:color w:val="C00000"/>
      <w:sz w:val="24"/>
      <w:szCs w:val="24"/>
      <w:vertAlign w:val="superscript"/>
    </w:rPr>
  </w:style>
  <w:style w:type="paragraph" w:customStyle="1" w:styleId="libAlaem">
    <w:name w:val="libAlaem"/>
    <w:basedOn w:val="libNormal"/>
    <w:link w:val="libAlaemChar"/>
    <w:rsid w:val="00937B74"/>
    <w:rPr>
      <w:rFonts w:ascii="Rafed Alaem" w:eastAsia="Rafed Alaem" w:hAnsi="Rafed Alaem" w:cs="Rafed Alaem"/>
    </w:rPr>
  </w:style>
  <w:style w:type="character" w:customStyle="1" w:styleId="libAlaemChar">
    <w:name w:val="libAlaem Char"/>
    <w:basedOn w:val="libNormalChar"/>
    <w:link w:val="libAlaem"/>
    <w:rsid w:val="00937B74"/>
    <w:rPr>
      <w:rFonts w:ascii="Rafed Alaem" w:eastAsia="Rafed Alaem" w:hAnsi="Rafed Alaem" w:cs="Rafed Alaem"/>
    </w:rPr>
  </w:style>
  <w:style w:type="paragraph" w:styleId="Header">
    <w:name w:val="header"/>
    <w:basedOn w:val="Normal"/>
    <w:link w:val="HeaderChar"/>
    <w:uiPriority w:val="99"/>
    <w:unhideWhenUsed/>
    <w:rsid w:val="008B7801"/>
    <w:pPr>
      <w:tabs>
        <w:tab w:val="center" w:pos="4513"/>
        <w:tab w:val="right" w:pos="9026"/>
      </w:tabs>
      <w:spacing w:after="0" w:line="240" w:lineRule="auto"/>
    </w:pPr>
    <w:rPr>
      <w:rFonts w:cs="Arial"/>
      <w:sz w:val="32"/>
      <w:szCs w:val="32"/>
    </w:rPr>
  </w:style>
  <w:style w:type="character" w:customStyle="1" w:styleId="HeaderChar">
    <w:name w:val="Header Char"/>
    <w:basedOn w:val="DefaultParagraphFont"/>
    <w:link w:val="Header"/>
    <w:uiPriority w:val="99"/>
    <w:rsid w:val="008B7801"/>
    <w:rPr>
      <w:rFonts w:asciiTheme="minorHAnsi" w:eastAsiaTheme="minorHAnsi" w:hAnsiTheme="minorHAnsi" w:cstheme="majorBidi"/>
      <w:sz w:val="22"/>
      <w:szCs w:val="22"/>
    </w:rPr>
  </w:style>
  <w:style w:type="paragraph" w:styleId="Footer">
    <w:name w:val="footer"/>
    <w:basedOn w:val="Normal"/>
    <w:link w:val="FooterChar"/>
    <w:uiPriority w:val="99"/>
    <w:unhideWhenUsed/>
    <w:rsid w:val="008B7801"/>
    <w:pPr>
      <w:tabs>
        <w:tab w:val="center" w:pos="4513"/>
        <w:tab w:val="right" w:pos="9026"/>
      </w:tabs>
      <w:spacing w:after="0" w:line="240" w:lineRule="auto"/>
    </w:pPr>
    <w:rPr>
      <w:rFonts w:cs="Arial"/>
      <w:sz w:val="32"/>
      <w:szCs w:val="32"/>
    </w:rPr>
  </w:style>
  <w:style w:type="character" w:customStyle="1" w:styleId="FooterChar">
    <w:name w:val="Footer Char"/>
    <w:basedOn w:val="DefaultParagraphFont"/>
    <w:link w:val="Footer"/>
    <w:uiPriority w:val="99"/>
    <w:rsid w:val="008B7801"/>
    <w:rPr>
      <w:rFonts w:asciiTheme="minorHAnsi" w:eastAsiaTheme="minorHAnsi" w:hAnsiTheme="minorHAnsi" w:cstheme="majorBidi"/>
      <w:sz w:val="22"/>
      <w:szCs w:val="22"/>
    </w:rPr>
  </w:style>
  <w:style w:type="character" w:styleId="Hyperlink">
    <w:name w:val="Hyperlink"/>
    <w:uiPriority w:val="99"/>
    <w:rsid w:val="00776659"/>
    <w:rPr>
      <w:rFonts w:ascii="SolaimanLipi" w:hAnsi="SolaimanLipi" w:cs="SolaimanLipi"/>
      <w:color w:val="0000FF"/>
      <w:u w:val="single"/>
    </w:rPr>
  </w:style>
  <w:style w:type="paragraph" w:styleId="BalloonText">
    <w:name w:val="Balloon Text"/>
    <w:basedOn w:val="Normal"/>
    <w:link w:val="BalloonTextChar"/>
    <w:uiPriority w:val="99"/>
    <w:semiHidden/>
    <w:unhideWhenUsed/>
    <w:rsid w:val="00AA73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7385"/>
    <w:rPr>
      <w:rFonts w:ascii="Tahoma" w:eastAsiaTheme="minorHAnsi" w:hAnsi="Tahoma" w:cs="Tahoma"/>
      <w:sz w:val="16"/>
      <w:szCs w:val="16"/>
    </w:rPr>
  </w:style>
  <w:style w:type="paragraph" w:styleId="TOCHeading">
    <w:name w:val="TOC Heading"/>
    <w:basedOn w:val="Heading1"/>
    <w:next w:val="libNormal"/>
    <w:uiPriority w:val="39"/>
    <w:unhideWhenUsed/>
    <w:qFormat/>
    <w:rsid w:val="00FD2E0A"/>
    <w:pPr>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TOC1">
    <w:name w:val="toc 1"/>
    <w:basedOn w:val="libNormal"/>
    <w:next w:val="libNormal"/>
    <w:autoRedefine/>
    <w:uiPriority w:val="39"/>
    <w:unhideWhenUsed/>
    <w:qFormat/>
    <w:rsid w:val="00776659"/>
    <w:pPr>
      <w:spacing w:after="100"/>
    </w:pPr>
  </w:style>
  <w:style w:type="paragraph" w:styleId="TOC2">
    <w:name w:val="toc 2"/>
    <w:basedOn w:val="libNormal"/>
    <w:next w:val="libNormal"/>
    <w:autoRedefine/>
    <w:uiPriority w:val="39"/>
    <w:unhideWhenUsed/>
    <w:qFormat/>
    <w:rsid w:val="00FD2E0A"/>
    <w:pPr>
      <w:spacing w:after="100"/>
      <w:ind w:left="220"/>
    </w:pPr>
    <w:rPr>
      <w:rFonts w:eastAsiaTheme="minorEastAsia"/>
    </w:rPr>
  </w:style>
  <w:style w:type="paragraph" w:styleId="TOC3">
    <w:name w:val="toc 3"/>
    <w:basedOn w:val="libNormal"/>
    <w:next w:val="libNormal"/>
    <w:autoRedefine/>
    <w:uiPriority w:val="39"/>
    <w:unhideWhenUsed/>
    <w:qFormat/>
    <w:rsid w:val="00FD2E0A"/>
    <w:pPr>
      <w:spacing w:after="100"/>
      <w:ind w:left="440"/>
    </w:pPr>
    <w:rPr>
      <w:rFonts w:eastAsiaTheme="minorEastAsia"/>
    </w:rPr>
  </w:style>
  <w:style w:type="paragraph" w:customStyle="1" w:styleId="libCenterTitr">
    <w:name w:val="libCenterTitr"/>
    <w:basedOn w:val="libCenterBold1"/>
    <w:rsid w:val="00776659"/>
    <w:rPr>
      <w:sz w:val="56"/>
      <w:szCs w:val="56"/>
    </w:rPr>
  </w:style>
  <w:style w:type="paragraph" w:customStyle="1" w:styleId="libEn">
    <w:name w:val="libEn"/>
    <w:basedOn w:val="libNormal"/>
    <w:qFormat/>
    <w:rsid w:val="00336A70"/>
    <w:rPr>
      <w:rFonts w:asciiTheme="minorBidi" w:hAnsiTheme="minorBidi"/>
      <w:sz w:val="24"/>
    </w:rPr>
  </w:style>
  <w:style w:type="paragraph" w:customStyle="1" w:styleId="libArCenter">
    <w:name w:val="libArCenter"/>
    <w:basedOn w:val="libAr"/>
    <w:qFormat/>
    <w:rsid w:val="000C0B2A"/>
    <w:pPr>
      <w:jc w:val="center"/>
    </w:pPr>
    <w:rPr>
      <w:lang w:bidi="bn-IN"/>
    </w:rPr>
  </w:style>
  <w:style w:type="paragraph" w:styleId="TOC4">
    <w:name w:val="toc 4"/>
    <w:basedOn w:val="Normal"/>
    <w:next w:val="Normal"/>
    <w:autoRedefine/>
    <w:uiPriority w:val="39"/>
    <w:unhideWhenUsed/>
    <w:rsid w:val="001B2552"/>
    <w:pPr>
      <w:spacing w:after="100"/>
      <w:ind w:left="660"/>
    </w:pPr>
    <w:rPr>
      <w:rFonts w:eastAsiaTheme="minorEastAsia"/>
    </w:rPr>
  </w:style>
  <w:style w:type="paragraph" w:styleId="TOC5">
    <w:name w:val="toc 5"/>
    <w:basedOn w:val="Normal"/>
    <w:next w:val="Normal"/>
    <w:autoRedefine/>
    <w:uiPriority w:val="39"/>
    <w:unhideWhenUsed/>
    <w:rsid w:val="001B2552"/>
    <w:pPr>
      <w:spacing w:after="100"/>
      <w:ind w:left="880"/>
    </w:pPr>
    <w:rPr>
      <w:rFonts w:eastAsiaTheme="minorEastAsia"/>
    </w:rPr>
  </w:style>
  <w:style w:type="paragraph" w:styleId="TOC6">
    <w:name w:val="toc 6"/>
    <w:basedOn w:val="Normal"/>
    <w:next w:val="Normal"/>
    <w:autoRedefine/>
    <w:uiPriority w:val="39"/>
    <w:unhideWhenUsed/>
    <w:rsid w:val="001B2552"/>
    <w:pPr>
      <w:spacing w:after="100"/>
      <w:ind w:left="1100"/>
    </w:pPr>
    <w:rPr>
      <w:rFonts w:eastAsiaTheme="minorEastAsia"/>
    </w:rPr>
  </w:style>
  <w:style w:type="paragraph" w:styleId="TOC7">
    <w:name w:val="toc 7"/>
    <w:basedOn w:val="Normal"/>
    <w:next w:val="Normal"/>
    <w:autoRedefine/>
    <w:uiPriority w:val="39"/>
    <w:unhideWhenUsed/>
    <w:rsid w:val="001B2552"/>
    <w:pPr>
      <w:spacing w:after="100"/>
      <w:ind w:left="1320"/>
    </w:pPr>
    <w:rPr>
      <w:rFonts w:eastAsiaTheme="minorEastAsia"/>
    </w:rPr>
  </w:style>
  <w:style w:type="paragraph" w:styleId="TOC8">
    <w:name w:val="toc 8"/>
    <w:basedOn w:val="Normal"/>
    <w:next w:val="Normal"/>
    <w:autoRedefine/>
    <w:uiPriority w:val="39"/>
    <w:unhideWhenUsed/>
    <w:rsid w:val="001B2552"/>
    <w:pPr>
      <w:spacing w:after="100"/>
      <w:ind w:left="1540"/>
    </w:pPr>
    <w:rPr>
      <w:rFonts w:eastAsiaTheme="minorEastAsia"/>
    </w:rPr>
  </w:style>
  <w:style w:type="paragraph" w:styleId="TOC9">
    <w:name w:val="toc 9"/>
    <w:basedOn w:val="Normal"/>
    <w:next w:val="Normal"/>
    <w:autoRedefine/>
    <w:uiPriority w:val="39"/>
    <w:unhideWhenUsed/>
    <w:rsid w:val="001B2552"/>
    <w:pPr>
      <w:spacing w:after="100"/>
      <w:ind w:left="1760"/>
    </w:pPr>
    <w:rPr>
      <w:rFonts w:eastAsiaTheme="minorEastAsia"/>
    </w:rPr>
  </w:style>
  <w:style w:type="paragraph" w:customStyle="1" w:styleId="libPoemTini">
    <w:name w:val="libPoemTini"/>
    <w:basedOn w:val="Normal"/>
    <w:link w:val="libPoemTiniChar"/>
    <w:rsid w:val="000858AF"/>
    <w:pPr>
      <w:bidi/>
      <w:spacing w:after="0" w:line="240" w:lineRule="auto"/>
      <w:jc w:val="highKashida"/>
    </w:pPr>
    <w:rPr>
      <w:rFonts w:ascii="Times New Roman" w:eastAsia="Times New Roman" w:hAnsi="Times New Roman" w:cs="Traditional Arabic"/>
      <w:color w:val="000000"/>
      <w:sz w:val="24"/>
      <w:szCs w:val="2"/>
    </w:rPr>
  </w:style>
  <w:style w:type="paragraph" w:customStyle="1" w:styleId="libArCenterBold">
    <w:name w:val="libArCenterBold"/>
    <w:basedOn w:val="libAr"/>
    <w:rsid w:val="000C0B2A"/>
    <w:pPr>
      <w:jc w:val="center"/>
    </w:pPr>
    <w:rPr>
      <w:rFonts w:ascii="Traditional Arabic" w:eastAsia="Traditional Arabic" w:hAnsi="Traditional Arabic"/>
      <w:b/>
      <w:bCs/>
      <w:szCs w:val="36"/>
    </w:rPr>
  </w:style>
  <w:style w:type="character" w:customStyle="1" w:styleId="libPoemTiniChar">
    <w:name w:val="libPoemTini Char"/>
    <w:basedOn w:val="DefaultParagraphFont"/>
    <w:link w:val="libPoemTini"/>
    <w:rsid w:val="000858AF"/>
    <w:rPr>
      <w:rFonts w:ascii="Times New Roman" w:eastAsia="Times New Roman" w:hAnsi="Times New Roman" w:cs="Traditional Arabic"/>
      <w:color w:val="000000"/>
      <w:sz w:val="24"/>
      <w:szCs w:val="2"/>
    </w:rPr>
  </w:style>
  <w:style w:type="paragraph" w:customStyle="1" w:styleId="libPoem">
    <w:name w:val="libPoem"/>
    <w:basedOn w:val="Normal"/>
    <w:link w:val="libPoemChar"/>
    <w:rsid w:val="000858AF"/>
    <w:pPr>
      <w:bidi/>
      <w:spacing w:after="0" w:line="240" w:lineRule="auto"/>
      <w:jc w:val="lowKashida"/>
    </w:pPr>
    <w:rPr>
      <w:rFonts w:ascii="Times New Roman" w:eastAsia="Times New Roman" w:hAnsi="Times New Roman" w:cs="Traditional Arabic"/>
      <w:color w:val="000000"/>
      <w:sz w:val="24"/>
      <w:szCs w:val="30"/>
    </w:rPr>
  </w:style>
  <w:style w:type="table" w:styleId="TableGrid">
    <w:name w:val="Table Grid"/>
    <w:basedOn w:val="TableNormal"/>
    <w:rsid w:val="000858AF"/>
    <w:pPr>
      <w:bidi/>
      <w:jc w:val="lowKashida"/>
    </w:pPr>
    <w:rPr>
      <w:rFonts w:ascii="Times New Roman" w:eastAsia="Times New Roman" w:hAnsi="Times New Roman" w:cs="Times New Roman"/>
    </w:rPr>
    <w:tblPr>
      <w:tblInd w:w="0" w:type="dxa"/>
      <w:tblCellMar>
        <w:top w:w="0" w:type="dxa"/>
        <w:left w:w="108" w:type="dxa"/>
        <w:bottom w:w="0" w:type="dxa"/>
        <w:right w:w="108" w:type="dxa"/>
      </w:tblCellMar>
    </w:tblPr>
  </w:style>
  <w:style w:type="character" w:customStyle="1" w:styleId="libPoemChar">
    <w:name w:val="libPoem Char"/>
    <w:basedOn w:val="DefaultParagraphFont"/>
    <w:link w:val="libPoem"/>
    <w:rsid w:val="000858AF"/>
    <w:rPr>
      <w:rFonts w:ascii="Times New Roman" w:eastAsia="Times New Roman" w:hAnsi="Times New Roman" w:cs="Traditional Arabic"/>
      <w:color w:val="000000"/>
      <w:sz w:val="24"/>
      <w:szCs w:val="30"/>
    </w:rPr>
  </w:style>
  <w:style w:type="character" w:customStyle="1" w:styleId="ayatext">
    <w:name w:val="ayatext"/>
    <w:basedOn w:val="DefaultParagraphFont"/>
    <w:rsid w:val="00695D8C"/>
  </w:style>
  <w:style w:type="character" w:customStyle="1" w:styleId="ayanumber">
    <w:name w:val="ayanumber"/>
    <w:basedOn w:val="DefaultParagraphFont"/>
    <w:rsid w:val="008D3A0F"/>
  </w:style>
  <w:style w:type="character" w:customStyle="1" w:styleId="sign">
    <w:name w:val="sign"/>
    <w:basedOn w:val="DefaultParagraphFont"/>
    <w:rsid w:val="0084345C"/>
  </w:style>
  <w:style w:type="character" w:customStyle="1" w:styleId="highlight">
    <w:name w:val="highlight"/>
    <w:basedOn w:val="DefaultParagraphFont"/>
    <w:rsid w:val="006B372C"/>
  </w:style>
  <w:style w:type="character" w:styleId="CommentReference">
    <w:name w:val="annotation reference"/>
    <w:basedOn w:val="DefaultParagraphFont"/>
    <w:uiPriority w:val="99"/>
    <w:semiHidden/>
    <w:unhideWhenUsed/>
    <w:rsid w:val="00591FD9"/>
    <w:rPr>
      <w:sz w:val="16"/>
      <w:szCs w:val="16"/>
    </w:rPr>
  </w:style>
  <w:style w:type="paragraph" w:styleId="CommentText">
    <w:name w:val="annotation text"/>
    <w:basedOn w:val="Normal"/>
    <w:link w:val="CommentTextChar"/>
    <w:uiPriority w:val="99"/>
    <w:semiHidden/>
    <w:unhideWhenUsed/>
    <w:rsid w:val="00591FD9"/>
    <w:pPr>
      <w:spacing w:line="240" w:lineRule="auto"/>
    </w:pPr>
    <w:rPr>
      <w:sz w:val="20"/>
      <w:szCs w:val="20"/>
    </w:rPr>
  </w:style>
  <w:style w:type="character" w:customStyle="1" w:styleId="CommentTextChar">
    <w:name w:val="Comment Text Char"/>
    <w:basedOn w:val="DefaultParagraphFont"/>
    <w:link w:val="CommentText"/>
    <w:uiPriority w:val="99"/>
    <w:semiHidden/>
    <w:rsid w:val="00591FD9"/>
    <w:rPr>
      <w:rFonts w:ascii="SolaimanLipi" w:eastAsia="SolaimanLipi" w:hAnsi="SolaimanLipi" w:cs="SolaimanLipi"/>
    </w:rPr>
  </w:style>
  <w:style w:type="paragraph" w:styleId="CommentSubject">
    <w:name w:val="annotation subject"/>
    <w:basedOn w:val="CommentText"/>
    <w:next w:val="CommentText"/>
    <w:link w:val="CommentSubjectChar"/>
    <w:uiPriority w:val="99"/>
    <w:semiHidden/>
    <w:unhideWhenUsed/>
    <w:rsid w:val="00591FD9"/>
    <w:rPr>
      <w:b/>
      <w:bCs/>
    </w:rPr>
  </w:style>
  <w:style w:type="character" w:customStyle="1" w:styleId="CommentSubjectChar">
    <w:name w:val="Comment Subject Char"/>
    <w:basedOn w:val="CommentTextChar"/>
    <w:link w:val="CommentSubject"/>
    <w:uiPriority w:val="99"/>
    <w:semiHidden/>
    <w:rsid w:val="00591FD9"/>
    <w:rPr>
      <w:b/>
      <w:bCs/>
    </w:rPr>
  </w:style>
</w:styles>
</file>

<file path=word/webSettings.xml><?xml version="1.0" encoding="utf-8"?>
<w:webSettings xmlns:r="http://schemas.openxmlformats.org/officeDocument/2006/relationships" xmlns:w="http://schemas.openxmlformats.org/wordprocessingml/2006/main">
  <w:divs>
    <w:div w:id="2095272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H:\faysal\Bangla%20Book\Template\Template%20Bangal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6A82E5-D3D1-4E32-AC85-CFC8408CC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Bangala.dotx</Template>
  <TotalTime>2539</TotalTime>
  <Pages>32</Pages>
  <Words>57389</Words>
  <Characters>327120</Characters>
  <Application>Microsoft Office Word</Application>
  <DocSecurity>0</DocSecurity>
  <Lines>2726</Lines>
  <Paragraphs>767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B1</dc:creator>
  <cp:lastModifiedBy>B1</cp:lastModifiedBy>
  <cp:revision>72</cp:revision>
  <cp:lastPrinted>2014-03-16T09:29:00Z</cp:lastPrinted>
  <dcterms:created xsi:type="dcterms:W3CDTF">2014-05-04T08:10:00Z</dcterms:created>
  <dcterms:modified xsi:type="dcterms:W3CDTF">2014-07-20T07:44:00Z</dcterms:modified>
</cp:coreProperties>
</file>