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92" w:rsidRDefault="006E2492" w:rsidP="00FE4106">
      <w:pPr>
        <w:pStyle w:val="libCenterTitr"/>
        <w:rPr>
          <w:lang w:bidi="bn-IN"/>
        </w:rPr>
      </w:pPr>
    </w:p>
    <w:p w:rsidR="006E2492" w:rsidRDefault="006E2492" w:rsidP="00FE4106">
      <w:pPr>
        <w:pStyle w:val="libCenterTitr"/>
        <w:rPr>
          <w:lang w:bidi="bn-IN"/>
        </w:rPr>
      </w:pPr>
    </w:p>
    <w:p w:rsidR="00FE4106" w:rsidRPr="005A2C80" w:rsidRDefault="00FE4106" w:rsidP="00FE4106">
      <w:pPr>
        <w:pStyle w:val="libCenterTitr"/>
      </w:pPr>
      <w:r w:rsidRPr="005A2C80">
        <w:rPr>
          <w:cs/>
          <w:lang w:bidi="bn-IN"/>
        </w:rPr>
        <w:t>একজন মুসলিম নারীর অবশ্যই যা জানা প্রয়োজন</w:t>
      </w: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Default="00ED4DE2" w:rsidP="00ED4DE2">
      <w:pPr>
        <w:pStyle w:val="libBold1"/>
      </w:pPr>
    </w:p>
    <w:p w:rsidR="00ED4DE2" w:rsidRPr="005A2C80" w:rsidRDefault="00ED4DE2" w:rsidP="00ED4DE2">
      <w:pPr>
        <w:pStyle w:val="libBold1"/>
      </w:pPr>
    </w:p>
    <w:p w:rsidR="00ED4DE2" w:rsidRPr="006445C3" w:rsidRDefault="00ED4DE2" w:rsidP="006445C3">
      <w:pPr>
        <w:pStyle w:val="libCenterBold1"/>
      </w:pPr>
      <w:r w:rsidRPr="006445C3">
        <w:rPr>
          <w:cs/>
          <w:lang w:bidi="bn-IN"/>
        </w:rPr>
        <w:t xml:space="preserve">সংকলন ও অনুবাদ </w:t>
      </w:r>
    </w:p>
    <w:p w:rsidR="00ED4DE2" w:rsidRPr="009C15B9" w:rsidRDefault="00ED4DE2" w:rsidP="00ED4DE2">
      <w:pPr>
        <w:pStyle w:val="libCenterBold1"/>
      </w:pPr>
      <w:r w:rsidRPr="00ED4DE2">
        <w:rPr>
          <w:rFonts w:hint="cs"/>
          <w:cs/>
          <w:lang w:bidi="bn-IN"/>
        </w:rPr>
        <w:t>মীর</w:t>
      </w:r>
      <w:r w:rsidRPr="00ED4DE2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আশরাফ</w:t>
      </w:r>
      <w:r w:rsidRPr="00ED4DE2">
        <w:rPr>
          <w:rFonts w:hint="cs"/>
          <w:rtl/>
          <w:cs/>
        </w:rPr>
        <w:t>-</w:t>
      </w:r>
      <w:r w:rsidRPr="00ED4DE2">
        <w:rPr>
          <w:rFonts w:hint="cs"/>
          <w:cs/>
          <w:lang w:bidi="bn-IN"/>
        </w:rPr>
        <w:t>উল</w:t>
      </w:r>
      <w:r w:rsidRPr="00ED4DE2">
        <w:rPr>
          <w:rFonts w:hint="cs"/>
          <w:rtl/>
          <w:cs/>
        </w:rPr>
        <w:t>-</w:t>
      </w:r>
      <w:r w:rsidRPr="00ED4DE2">
        <w:rPr>
          <w:rFonts w:hint="cs"/>
          <w:cs/>
          <w:lang w:bidi="bn-IN"/>
        </w:rPr>
        <w:t>আলম</w:t>
      </w:r>
      <w:r w:rsidRPr="00623425">
        <w:rPr>
          <w:rFonts w:hint="cs"/>
          <w:cs/>
          <w:lang w:bidi="hi-IN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Default="00FE4106" w:rsidP="007317F3">
      <w:pPr>
        <w:rPr>
          <w:cs/>
          <w:lang w:bidi="bn-IN"/>
        </w:rPr>
      </w:pPr>
      <w:r>
        <w:rPr>
          <w:cs/>
          <w:lang w:bidi="bn-IN"/>
        </w:rPr>
        <w:br w:type="page"/>
      </w:r>
    </w:p>
    <w:p w:rsidR="00BC1DC9" w:rsidRPr="00D624B5" w:rsidRDefault="00BC1DC9" w:rsidP="00924CBD">
      <w:pPr>
        <w:pStyle w:val="libCenter"/>
        <w:rPr>
          <w:rtl/>
          <w:cs/>
        </w:rPr>
      </w:pPr>
      <w:r>
        <w:rPr>
          <w:noProof/>
        </w:rPr>
        <w:lastRenderedPageBreak/>
        <w:drawing>
          <wp:inline distT="0" distB="0" distL="0" distR="0">
            <wp:extent cx="5943600" cy="3325343"/>
            <wp:effectExtent l="19050" t="0" r="0" b="0"/>
            <wp:docPr id="1" name="Picture 1" descr="G:\faysal\Bangla Book\BOOK\akjon_muslim_narir_abossoi_za_jana_proozon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aysal\Bangla Book\BOOK\akjon_muslim_narir_abossoi_za_jana_proozon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5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s/>
          <w:lang w:bidi="bn-IN"/>
        </w:rPr>
        <w:br w:type="page"/>
      </w:r>
    </w:p>
    <w:p w:rsidR="00924CBD" w:rsidRPr="00924CBD" w:rsidRDefault="00924CBD" w:rsidP="00924CBD">
      <w:pPr>
        <w:pStyle w:val="libBold1"/>
      </w:pPr>
      <w:r w:rsidRPr="00924CBD">
        <w:rPr>
          <w:rFonts w:hint="cs"/>
          <w:cs/>
          <w:lang w:bidi="bn-IN"/>
        </w:rPr>
        <w:lastRenderedPageBreak/>
        <w:t>একজন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মুসলিম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নারীর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অবশ্যই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যা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জানা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প্রয়োজন</w:t>
      </w:r>
    </w:p>
    <w:p w:rsidR="00924CBD" w:rsidRPr="00924CBD" w:rsidRDefault="00924CBD" w:rsidP="00924CBD">
      <w:pPr>
        <w:pStyle w:val="libNormal"/>
      </w:pPr>
      <w:r w:rsidRPr="00924CBD">
        <w:rPr>
          <w:rStyle w:val="libBold1Char"/>
          <w:rFonts w:hint="cs"/>
          <w:cs/>
          <w:lang w:bidi="bn-IN"/>
        </w:rPr>
        <w:t>সংকলন</w:t>
      </w:r>
      <w:r w:rsidRPr="00924CBD">
        <w:rPr>
          <w:rStyle w:val="libBold1Char"/>
          <w:rtl/>
          <w:cs/>
        </w:rPr>
        <w:t xml:space="preserve"> </w:t>
      </w:r>
      <w:r w:rsidRPr="00924CBD">
        <w:rPr>
          <w:rStyle w:val="libBold1Char"/>
          <w:rFonts w:hint="cs"/>
          <w:cs/>
          <w:lang w:bidi="bn-IN"/>
        </w:rPr>
        <w:t>ও</w:t>
      </w:r>
      <w:r w:rsidRPr="00924CBD">
        <w:rPr>
          <w:rStyle w:val="libBold1Char"/>
          <w:rtl/>
          <w:cs/>
        </w:rPr>
        <w:t xml:space="preserve"> </w:t>
      </w:r>
      <w:r w:rsidRPr="00924CBD">
        <w:rPr>
          <w:rStyle w:val="libBold1Char"/>
          <w:rFonts w:hint="cs"/>
          <w:cs/>
          <w:lang w:bidi="bn-IN"/>
        </w:rPr>
        <w:t>অনুবাদ</w:t>
      </w:r>
      <w:r w:rsidRPr="00924CBD">
        <w:rPr>
          <w:cs/>
          <w:lang w:bidi="bn-IN"/>
        </w:rPr>
        <w:t xml:space="preserve"> : </w:t>
      </w:r>
      <w:r w:rsidRPr="00924CBD">
        <w:rPr>
          <w:rFonts w:hint="cs"/>
          <w:cs/>
          <w:lang w:bidi="bn-IN"/>
        </w:rPr>
        <w:t>মীর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আশরাফ</w:t>
      </w:r>
      <w:r w:rsidRPr="00924CBD">
        <w:rPr>
          <w:cs/>
          <w:lang w:bidi="bn-IN"/>
        </w:rPr>
        <w:t>-</w:t>
      </w:r>
      <w:r w:rsidRPr="00924CBD">
        <w:rPr>
          <w:rFonts w:hint="cs"/>
          <w:cs/>
          <w:lang w:bidi="bn-IN"/>
        </w:rPr>
        <w:t>উল</w:t>
      </w:r>
      <w:r w:rsidRPr="00924CBD">
        <w:rPr>
          <w:cs/>
          <w:lang w:bidi="bn-IN"/>
        </w:rPr>
        <w:t>-</w:t>
      </w:r>
      <w:r w:rsidRPr="00924CBD">
        <w:rPr>
          <w:rFonts w:hint="cs"/>
          <w:cs/>
          <w:lang w:bidi="bn-IN"/>
        </w:rPr>
        <w:t>আলম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hi-IN"/>
        </w:rPr>
        <w:t>।</w:t>
      </w:r>
      <w:r w:rsidRPr="00924CBD">
        <w:rPr>
          <w:cs/>
          <w:lang w:bidi="bn-IN"/>
        </w:rPr>
        <w:t xml:space="preserve"> </w:t>
      </w:r>
    </w:p>
    <w:p w:rsidR="00924CBD" w:rsidRPr="00924CBD" w:rsidRDefault="00924CBD" w:rsidP="00924CBD">
      <w:pPr>
        <w:pStyle w:val="libNormal"/>
      </w:pPr>
      <w:r w:rsidRPr="00924CBD">
        <w:rPr>
          <w:rStyle w:val="libBold1Char"/>
          <w:rFonts w:hint="cs"/>
          <w:cs/>
          <w:lang w:bidi="bn-IN"/>
        </w:rPr>
        <w:t>সম্পাদনা</w:t>
      </w:r>
      <w:r w:rsidRPr="00924CBD">
        <w:rPr>
          <w:cs/>
          <w:lang w:bidi="bn-IN"/>
        </w:rPr>
        <w:t xml:space="preserve">: </w:t>
      </w:r>
      <w:r w:rsidRPr="00924CBD">
        <w:rPr>
          <w:rFonts w:hint="cs"/>
          <w:cs/>
          <w:lang w:bidi="bn-IN"/>
        </w:rPr>
        <w:t>আবুল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কাসেম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মোঃ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আনওয়ার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hi-IN"/>
        </w:rPr>
        <w:t>।</w:t>
      </w:r>
    </w:p>
    <w:p w:rsidR="00924CBD" w:rsidRPr="00924CBD" w:rsidRDefault="00924CBD" w:rsidP="00924CBD">
      <w:pPr>
        <w:pStyle w:val="libNormal"/>
      </w:pPr>
      <w:r w:rsidRPr="00924CBD">
        <w:rPr>
          <w:rStyle w:val="libBold1Char"/>
          <w:rFonts w:hint="cs"/>
          <w:cs/>
          <w:lang w:bidi="bn-IN"/>
        </w:rPr>
        <w:t>প্রকাশনায়</w:t>
      </w:r>
      <w:r w:rsidRPr="00924CBD">
        <w:rPr>
          <w:cs/>
          <w:lang w:bidi="bn-IN"/>
        </w:rPr>
        <w:t xml:space="preserve">: </w:t>
      </w:r>
      <w:r w:rsidRPr="00924CBD">
        <w:rPr>
          <w:rFonts w:hint="cs"/>
          <w:cs/>
          <w:lang w:bidi="bn-IN"/>
        </w:rPr>
        <w:t>আল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মুস্তাফা</w:t>
      </w:r>
      <w:r w:rsidRPr="00924CBD">
        <w:rPr>
          <w:cs/>
          <w:lang w:bidi="bn-IN"/>
        </w:rPr>
        <w:t xml:space="preserve"> (</w:t>
      </w:r>
      <w:r w:rsidRPr="00924CBD">
        <w:rPr>
          <w:rFonts w:hint="cs"/>
          <w:cs/>
          <w:lang w:bidi="bn-IN"/>
        </w:rPr>
        <w:t>সা</w:t>
      </w:r>
      <w:r w:rsidRPr="00924CBD">
        <w:rPr>
          <w:cs/>
          <w:lang w:bidi="bn-IN"/>
        </w:rPr>
        <w:t xml:space="preserve">.) </w:t>
      </w:r>
      <w:r w:rsidRPr="00924CBD">
        <w:rPr>
          <w:rFonts w:hint="cs"/>
          <w:cs/>
          <w:lang w:bidi="bn-IN"/>
        </w:rPr>
        <w:t>আন্তর্জাতিক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বিশ্ববিদ্যালয়</w:t>
      </w:r>
      <w:r w:rsidRPr="00924CBD">
        <w:t xml:space="preserve">, </w:t>
      </w:r>
      <w:r w:rsidRPr="00924CBD">
        <w:rPr>
          <w:rFonts w:hint="cs"/>
          <w:cs/>
          <w:lang w:bidi="bn-IN"/>
        </w:rPr>
        <w:t>কোম</w:t>
      </w:r>
      <w:r w:rsidRPr="00924CBD">
        <w:rPr>
          <w:cs/>
          <w:lang w:bidi="bn-IN"/>
        </w:rPr>
        <w:t>-</w:t>
      </w:r>
      <w:r w:rsidRPr="00924CBD">
        <w:rPr>
          <w:rFonts w:hint="cs"/>
          <w:cs/>
          <w:lang w:bidi="bn-IN"/>
        </w:rPr>
        <w:t>ইরান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hi-IN"/>
        </w:rPr>
        <w:t>।</w:t>
      </w:r>
    </w:p>
    <w:p w:rsidR="00924CBD" w:rsidRPr="00924CBD" w:rsidRDefault="00924CBD" w:rsidP="00924CBD">
      <w:pPr>
        <w:pStyle w:val="libNormal"/>
      </w:pPr>
      <w:r w:rsidRPr="00924CBD">
        <w:rPr>
          <w:rStyle w:val="libBold1Char"/>
          <w:rFonts w:hint="cs"/>
          <w:cs/>
          <w:lang w:bidi="bn-IN"/>
        </w:rPr>
        <w:t>প্রকাশকাল</w:t>
      </w:r>
      <w:r w:rsidRPr="00924CBD">
        <w:rPr>
          <w:cs/>
          <w:lang w:bidi="bn-IN"/>
        </w:rPr>
        <w:t xml:space="preserve">: </w:t>
      </w:r>
      <w:r w:rsidRPr="00924CBD">
        <w:rPr>
          <w:rFonts w:hint="cs"/>
          <w:cs/>
          <w:lang w:bidi="bn-IN"/>
        </w:rPr>
        <w:t>১৪২৯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হিঃ</w:t>
      </w:r>
      <w:r w:rsidRPr="00924CBD">
        <w:t xml:space="preserve">, </w:t>
      </w:r>
      <w:r w:rsidRPr="00924CBD">
        <w:rPr>
          <w:rFonts w:hint="cs"/>
          <w:cs/>
          <w:lang w:bidi="bn-IN"/>
        </w:rPr>
        <w:t>১৪১৫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বাং</w:t>
      </w:r>
      <w:r w:rsidRPr="00924CBD">
        <w:t xml:space="preserve">, </w:t>
      </w:r>
      <w:r w:rsidRPr="00924CBD">
        <w:rPr>
          <w:rFonts w:hint="cs"/>
          <w:cs/>
          <w:lang w:bidi="bn-IN"/>
        </w:rPr>
        <w:t>২০০৮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খ্রীঃ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hi-IN"/>
        </w:rPr>
        <w:t>।</w:t>
      </w:r>
    </w:p>
    <w:p w:rsidR="00924CBD" w:rsidRDefault="00924CBD" w:rsidP="00924CBD">
      <w:pPr>
        <w:pStyle w:val="libNormal"/>
        <w:rPr>
          <w:lang w:bidi="bn-IN"/>
        </w:rPr>
      </w:pPr>
      <w:r w:rsidRPr="00924CBD">
        <w:rPr>
          <w:rStyle w:val="libBold1Char"/>
          <w:rFonts w:hint="cs"/>
          <w:cs/>
          <w:lang w:bidi="bn-IN"/>
        </w:rPr>
        <w:t>মুদ্রণে</w:t>
      </w:r>
      <w:r w:rsidRPr="00924CBD">
        <w:rPr>
          <w:cs/>
          <w:lang w:bidi="bn-IN"/>
        </w:rPr>
        <w:t xml:space="preserve">: </w:t>
      </w:r>
      <w:r w:rsidRPr="00924CBD">
        <w:rPr>
          <w:rFonts w:hint="cs"/>
          <w:cs/>
          <w:lang w:bidi="bn-IN"/>
        </w:rPr>
        <w:t>আল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মুস্তাফা</w:t>
      </w:r>
      <w:r w:rsidRPr="00924CBD">
        <w:rPr>
          <w:cs/>
          <w:lang w:bidi="bn-IN"/>
        </w:rPr>
        <w:t xml:space="preserve"> (</w:t>
      </w:r>
      <w:r w:rsidRPr="00924CBD">
        <w:rPr>
          <w:rFonts w:hint="cs"/>
          <w:cs/>
          <w:lang w:bidi="bn-IN"/>
        </w:rPr>
        <w:t>সা</w:t>
      </w:r>
      <w:r w:rsidRPr="00924CBD">
        <w:rPr>
          <w:cs/>
          <w:lang w:bidi="bn-IN"/>
        </w:rPr>
        <w:t xml:space="preserve">.) </w:t>
      </w:r>
      <w:r w:rsidRPr="00924CBD">
        <w:rPr>
          <w:rFonts w:hint="cs"/>
          <w:cs/>
          <w:lang w:bidi="bn-IN"/>
        </w:rPr>
        <w:t>আন্তর্জাতিক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বিশ্ববিদ্যালয়ের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নিজস্ব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bn-IN"/>
        </w:rPr>
        <w:t>প্রেস</w:t>
      </w:r>
      <w:r w:rsidRPr="00924CBD">
        <w:rPr>
          <w:cs/>
          <w:lang w:bidi="bn-IN"/>
        </w:rPr>
        <w:t xml:space="preserve"> </w:t>
      </w:r>
      <w:r w:rsidRPr="00924CBD">
        <w:rPr>
          <w:rFonts w:hint="cs"/>
          <w:cs/>
          <w:lang w:bidi="hi-IN"/>
        </w:rPr>
        <w:t>।</w:t>
      </w:r>
      <w:r w:rsidRPr="00924CBD">
        <w:rPr>
          <w:cs/>
          <w:lang w:bidi="bn-IN"/>
        </w:rPr>
        <w:t xml:space="preserve"> </w:t>
      </w:r>
    </w:p>
    <w:p w:rsidR="00924CBD" w:rsidRPr="00924CBD" w:rsidRDefault="00924CBD" w:rsidP="00924CBD">
      <w:pPr>
        <w:pStyle w:val="libEn"/>
      </w:pPr>
    </w:p>
    <w:p w:rsidR="00FE4106" w:rsidRPr="005A2C80" w:rsidRDefault="00FE4106" w:rsidP="00924CBD">
      <w:pPr>
        <w:pStyle w:val="libEn"/>
        <w:rPr>
          <w:lang w:bidi="bn-IN"/>
        </w:rPr>
      </w:pPr>
      <w:r w:rsidRPr="005A2C80">
        <w:rPr>
          <w:lang w:bidi="bn-IN"/>
        </w:rPr>
        <w:t>Akjon Muslim Narir Abossoi Za Jana Proozon</w:t>
      </w:r>
    </w:p>
    <w:p w:rsidR="00FE4106" w:rsidRPr="005A2C80" w:rsidRDefault="00FE4106" w:rsidP="00FE4106">
      <w:pPr>
        <w:pStyle w:val="libEn"/>
        <w:rPr>
          <w:lang w:bidi="bn-IN"/>
        </w:rPr>
      </w:pPr>
      <w:r w:rsidRPr="005A2C80">
        <w:rPr>
          <w:cs/>
          <w:lang w:bidi="bn-IN"/>
        </w:rPr>
        <w:t>(</w:t>
      </w:r>
      <w:r w:rsidRPr="005A2C80">
        <w:rPr>
          <w:lang w:bidi="bn-IN"/>
        </w:rPr>
        <w:t>Must Knowing For Muslim Woman)</w:t>
      </w:r>
    </w:p>
    <w:p w:rsidR="00FE4106" w:rsidRPr="005A2C80" w:rsidRDefault="00FE4106" w:rsidP="00FE4106">
      <w:pPr>
        <w:pStyle w:val="libEn"/>
        <w:rPr>
          <w:lang w:bidi="bn-IN"/>
        </w:rPr>
      </w:pPr>
      <w:r w:rsidRPr="005A2C80">
        <w:rPr>
          <w:lang w:bidi="bn-IN"/>
        </w:rPr>
        <w:t>Collected &amp; Translated by: Mir Ashraf-ul-Alam.</w:t>
      </w:r>
    </w:p>
    <w:p w:rsidR="00FE4106" w:rsidRPr="005A2C80" w:rsidRDefault="00FE4106" w:rsidP="00ED4DE2">
      <w:pPr>
        <w:pStyle w:val="libEn"/>
        <w:rPr>
          <w:lang w:bidi="bn-IN"/>
        </w:rPr>
      </w:pPr>
      <w:r w:rsidRPr="005A2C80">
        <w:rPr>
          <w:lang w:bidi="bn-IN"/>
        </w:rPr>
        <w:t xml:space="preserve">Published by: </w:t>
      </w:r>
      <w:r w:rsidR="00ED4DE2">
        <w:rPr>
          <w:lang w:bidi="bn-IN"/>
        </w:rPr>
        <w:t>Al-Mustafa International Univercity</w:t>
      </w:r>
      <w:r w:rsidRPr="005A2C80">
        <w:rPr>
          <w:lang w:bidi="bn-IN"/>
        </w:rPr>
        <w:t>,</w:t>
      </w:r>
      <w:r w:rsidR="00ED4DE2">
        <w:rPr>
          <w:lang w:bidi="bn-IN"/>
        </w:rPr>
        <w:t xml:space="preserve"> </w:t>
      </w:r>
      <w:r w:rsidRPr="005A2C80">
        <w:rPr>
          <w:lang w:bidi="bn-IN"/>
        </w:rPr>
        <w:t>Qum-I.R.Iran.</w:t>
      </w:r>
    </w:p>
    <w:p w:rsidR="00FE4106" w:rsidRPr="005A2C80" w:rsidRDefault="00FE4106" w:rsidP="007C78A2">
      <w:pPr>
        <w:rPr>
          <w:cs/>
          <w:lang w:bidi="bn-IN"/>
        </w:rPr>
      </w:pPr>
      <w:r w:rsidRPr="005A2C80">
        <w:rPr>
          <w:cs/>
          <w:lang w:bidi="bn-IN"/>
        </w:rPr>
        <w:br w:type="page"/>
      </w:r>
    </w:p>
    <w:p w:rsidR="00FE4106" w:rsidRPr="005A2C80" w:rsidRDefault="00FE4106" w:rsidP="00A56BA1">
      <w:pPr>
        <w:pStyle w:val="libCenterBold1"/>
        <w:rPr>
          <w:lang w:bidi="bn-IN"/>
        </w:rPr>
      </w:pPr>
      <w:r w:rsidRPr="005A2C80">
        <w:rPr>
          <w:cs/>
          <w:lang w:bidi="bn-IN"/>
        </w:rPr>
        <w:lastRenderedPageBreak/>
        <w:t xml:space="preserve">প্রকাশকের কথা </w:t>
      </w:r>
    </w:p>
    <w:p w:rsidR="00FE4106" w:rsidRPr="00623425" w:rsidRDefault="00A56BA1" w:rsidP="00623425">
      <w:pPr>
        <w:pStyle w:val="libAie"/>
      </w:pPr>
      <w:r w:rsidRPr="00A56BA1">
        <w:rPr>
          <w:rStyle w:val="libAlaemChar"/>
        </w:rPr>
        <w:t>)</w:t>
      </w:r>
      <w:r w:rsidR="00FE4106" w:rsidRPr="00623425">
        <w:rPr>
          <w:rtl/>
        </w:rPr>
        <w:t>مَنْ عَمِلَ صَالِحًا مِّن ذَكَرٍ‌ أَوْ أُنثَىٰ وَهُوَ مُؤْمِنٌ فَلَنُحْيِيَنَّهُ حَيَاةً طَيِّبَةً</w:t>
      </w:r>
      <w:r w:rsidRPr="00A56BA1">
        <w:rPr>
          <w:rStyle w:val="libAlaemChar"/>
        </w:rPr>
        <w:t>(</w:t>
      </w:r>
    </w:p>
    <w:p w:rsidR="00FE4106" w:rsidRPr="005A2C80" w:rsidRDefault="00FE4106" w:rsidP="00C4151B">
      <w:pPr>
        <w:pStyle w:val="libNormal"/>
      </w:pPr>
      <w:r w:rsidRPr="00C4151B">
        <w:rPr>
          <w:cs/>
          <w:lang w:bidi="bn-IN"/>
        </w:rPr>
        <w:t>যে ব্যক্তি নেক কাজ আঞ্জাম দিবে</w:t>
      </w:r>
      <w:r w:rsidRPr="00C4151B">
        <w:t xml:space="preserve">, </w:t>
      </w:r>
      <w:r w:rsidRPr="00C4151B">
        <w:rPr>
          <w:cs/>
          <w:lang w:bidi="bn-IN"/>
        </w:rPr>
        <w:t>সে পুরুষই হোক অথবা নারীই হোক এবং যদি সে ঈমানদার হয় তবে তাকে এক প্রশান্তিময় জীবন দান করব ।</w:t>
      </w:r>
      <w:r w:rsidRPr="00FE4106">
        <w:rPr>
          <w:rStyle w:val="libFootnotenumChar"/>
          <w:cs/>
          <w:lang w:bidi="bn-IN"/>
        </w:rPr>
        <w:t>১</w:t>
      </w:r>
      <w:r w:rsidRPr="005A2C80">
        <w:rPr>
          <w:cs/>
          <w:lang w:bidi="bn-IN"/>
        </w:rPr>
        <w:t xml:space="preserve"> </w:t>
      </w:r>
    </w:p>
    <w:p w:rsidR="00FE4106" w:rsidRPr="00C4151B" w:rsidRDefault="00FE4106" w:rsidP="00CC77CA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সেই প্রাচীন কাল থেকেই নারী বিষয়টি বিভিন্ন বিশেষজ্ঞ মহলে এবং</w:t>
      </w:r>
      <w:r w:rsidRPr="005A2C80">
        <w:t xml:space="preserve"> </w:t>
      </w:r>
      <w:r w:rsidRPr="005A2C80">
        <w:rPr>
          <w:cs/>
          <w:lang w:bidi="bn-IN"/>
        </w:rPr>
        <w:t>চিন্তাবিদগণের আলোচনার বিষয়বস্তু হিসেবে পরিগণিত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সাথে সাথে</w:t>
      </w:r>
      <w:r w:rsidRPr="005A2C80">
        <w:t xml:space="preserve"> </w:t>
      </w:r>
      <w:r w:rsidRPr="005A2C80">
        <w:rPr>
          <w:cs/>
          <w:lang w:bidi="bn-IN"/>
        </w:rPr>
        <w:t>প্রসিদ্ধ লেখক ও দৃষ্টিভঙ্গি প্রদানকারীগণও এ বিষয়ের উপর বিভিন্ন মতামত</w:t>
      </w:r>
      <w:r w:rsidRPr="005A2C80">
        <w:t xml:space="preserve"> </w:t>
      </w:r>
      <w:r w:rsidRPr="005A2C80">
        <w:rPr>
          <w:cs/>
          <w:lang w:bidi="bn-IN"/>
        </w:rPr>
        <w:t>দিয়েছেন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তাদের প্রত্যেকেই নিজ নিজ দৃষ্টিভঙ্গীর আলোকে এ বিষয়</w:t>
      </w:r>
      <w:r w:rsidRPr="005A2C80">
        <w:t xml:space="preserve"> </w:t>
      </w:r>
      <w:r w:rsidRPr="005A2C80">
        <w:rPr>
          <w:cs/>
          <w:lang w:bidi="bn-IN"/>
        </w:rPr>
        <w:t>সম্পর্কে ব্যাখ্যা-বিশ্লেষণ</w:t>
      </w:r>
      <w:r w:rsidRPr="00C4151B">
        <w:rPr>
          <w:rStyle w:val="libNormalChar"/>
          <w:cs/>
          <w:lang w:bidi="bn-IN"/>
        </w:rPr>
        <w:t xml:space="preserve"> করেছেন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যা বিশ্বের বিভিন্ন সম্প্রদায়ের ইতিহাস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অধ্যয়ন করলে দৃষ্টিগোচর হয়ে থাকে । যেহেতু এ গুলোর মধ্যে ইসলাম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পরিপূর্ণ একটি দ্বীন তাই মানুষ ও তার অধিকার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দায়িত্ব ইত্যাদির প্রতি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গভির নজর রেখে</w:t>
      </w:r>
      <w:r w:rsidRPr="00C4151B">
        <w:rPr>
          <w:rStyle w:val="libNormalChar"/>
        </w:rPr>
        <w:t xml:space="preserve">; </w:t>
      </w:r>
      <w:r w:rsidRPr="00C4151B">
        <w:rPr>
          <w:rStyle w:val="libNormalChar"/>
          <w:cs/>
          <w:lang w:bidi="bn-IN"/>
        </w:rPr>
        <w:t>নারীর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স্থান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ও মর্যাদার বিষয়টিকে বিশেষ ব্যাখ্যা</w:t>
      </w:r>
      <w:r w:rsidRPr="00C4151B">
        <w:rPr>
          <w:rStyle w:val="libNormalChar"/>
          <w:rtl/>
          <w:cs/>
        </w:rPr>
        <w:t>-</w:t>
      </w:r>
      <w:r w:rsidRPr="00C4151B">
        <w:rPr>
          <w:rStyle w:val="libNormalChar"/>
          <w:rtl/>
          <w:cs/>
          <w:lang w:bidi="bn-IN"/>
        </w:rPr>
        <w:t>বিশ্লেষণ ও আলোচনা</w:t>
      </w:r>
      <w:r w:rsidRPr="00C4151B">
        <w:rPr>
          <w:rStyle w:val="libNormalChar"/>
          <w:rtl/>
          <w:cs/>
        </w:rPr>
        <w:t>-</w:t>
      </w:r>
      <w:r w:rsidRPr="00C4151B">
        <w:rPr>
          <w:rStyle w:val="libNormalChar"/>
          <w:rtl/>
          <w:cs/>
          <w:lang w:bidi="bn-IN"/>
        </w:rPr>
        <w:t>পর্যালোচনায় স্থান দিয়েছে । আর নারী সৃষ্টির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উদ্দেশ্য ও গঠনগত তারতম্যের উপর দৃষ্টি রেখেই তার অধিকার বর্ণনা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করেছে । যা কোন প্রকার পক্ষপাতিত্ব না করেই গভির দৃষ্টির আলোকে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 xml:space="preserve">অবশ্যই বলতে হয় </w:t>
      </w:r>
      <w:r w:rsidRPr="00C4151B">
        <w:rPr>
          <w:rStyle w:val="libNormalChar"/>
          <w:rtl/>
          <w:cs/>
        </w:rPr>
        <w:t xml:space="preserve">: </w:t>
      </w:r>
      <w:r w:rsidRPr="00C4151B">
        <w:rPr>
          <w:rStyle w:val="libNormalChar"/>
          <w:rtl/>
          <w:cs/>
          <w:lang w:bidi="bn-IN"/>
        </w:rPr>
        <w:t>ইসলাম ব্যতীত অন্য কোন দ্বীনেই এরূপে নিখুঁতভাবে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নারীর অধিকার সম্পর্কে র্বণনা এবং তার শান ও মর্যাদায় নিরাপত্তা দেয়া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হয় নি ।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কেননা</w:t>
      </w:r>
      <w:r w:rsidRPr="005A2C80">
        <w:t xml:space="preserve">, </w:t>
      </w:r>
      <w:r w:rsidRPr="005A2C80">
        <w:rPr>
          <w:cs/>
          <w:lang w:bidi="bn-IN"/>
        </w:rPr>
        <w:t>আমরা দেখতে পাই যে</w:t>
      </w:r>
      <w:r w:rsidRPr="005A2C80">
        <w:t xml:space="preserve">; </w:t>
      </w:r>
      <w:r w:rsidRPr="005A2C80">
        <w:rPr>
          <w:cs/>
          <w:lang w:bidi="bn-IN"/>
        </w:rPr>
        <w:t>ইসলাম ধর্ম আবির্ভাবের পূর্ব পর্যন্ত</w:t>
      </w:r>
      <w:r w:rsidRPr="005A2C80">
        <w:t xml:space="preserve"> </w:t>
      </w:r>
      <w:r w:rsidRPr="005A2C80">
        <w:rPr>
          <w:cs/>
          <w:lang w:bidi="bn-IN"/>
        </w:rPr>
        <w:t>সারা বিশ্বের বিভিন্ন স্থানে নারীর সাথে অশোভনীয় আচারণ করা হত এবং</w:t>
      </w:r>
      <w:r w:rsidRPr="005A2C80">
        <w:t xml:space="preserve"> </w:t>
      </w:r>
      <w:r w:rsidRPr="005A2C80">
        <w:rPr>
          <w:cs/>
          <w:lang w:bidi="bn-IN"/>
        </w:rPr>
        <w:t>সর্বনিম্ন সমাজিক অধিকারটুকুও তাকে দেয়া হত না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ঠিক এমনই বিষাক্ত</w:t>
      </w:r>
      <w:r w:rsidRPr="005A2C80">
        <w:t xml:space="preserve"> </w:t>
      </w:r>
      <w:r w:rsidRPr="005A2C80">
        <w:rPr>
          <w:cs/>
          <w:lang w:bidi="bn-IN"/>
        </w:rPr>
        <w:t>এক পরিবেশে রাসূলে আকরাম</w:t>
      </w:r>
      <w:r w:rsidRPr="005A2C80">
        <w:t xml:space="preserve"> (</w:t>
      </w:r>
      <w:r w:rsidRPr="005A2C80">
        <w:rPr>
          <w:cs/>
          <w:lang w:bidi="bn-IN"/>
        </w:rPr>
        <w:t>সা.)</w:t>
      </w:r>
      <w:r w:rsidRPr="005A2C80">
        <w:t xml:space="preserve"> </w:t>
      </w:r>
      <w:r w:rsidRPr="005A2C80">
        <w:rPr>
          <w:cs/>
          <w:lang w:bidi="bn-IN"/>
        </w:rPr>
        <w:t>নারীর উচ্চ শান ও মর্যাদাকে</w:t>
      </w:r>
      <w:r w:rsidRPr="005A2C80">
        <w:t xml:space="preserve"> </w:t>
      </w:r>
      <w:r w:rsidRPr="005A2C80">
        <w:rPr>
          <w:cs/>
          <w:lang w:bidi="bn-IN"/>
        </w:rPr>
        <w:t>পরিপূর্ণভাবে তুলে ধরলেন এবং মানুষের স্বভাবজাত প্রক্রিয়ার প্রতি দৃষ্টি</w:t>
      </w:r>
      <w:r w:rsidRPr="005A2C80">
        <w:t xml:space="preserve"> </w:t>
      </w:r>
      <w:r w:rsidRPr="005A2C80">
        <w:rPr>
          <w:cs/>
          <w:lang w:bidi="bn-IN"/>
        </w:rPr>
        <w:t>রেখেই আইন প্রণয়ন করেলন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 অত্যন্ত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দূর্ভাগ্যজনক বিষয় হচ্ছে</w:t>
      </w:r>
      <w:r w:rsidRPr="005A2C80">
        <w:t xml:space="preserve">,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এখনো পর্যন্ত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এ পৃথিবীর বিভিন্ন স্থান থেকে এমন সব উক্তি শোনা যায় যার</w:t>
      </w:r>
      <w:r w:rsidRPr="005A2C80">
        <w:t xml:space="preserve"> </w:t>
      </w:r>
      <w:r w:rsidRPr="005A2C80">
        <w:rPr>
          <w:cs/>
          <w:lang w:bidi="bn-IN"/>
        </w:rPr>
        <w:t>ব্যাখ্যা-বিশ্লেষণে এটা ফুটে ওঠে যে</w:t>
      </w:r>
      <w:r w:rsidRPr="005A2C80">
        <w:t xml:space="preserve">; </w:t>
      </w:r>
      <w:r w:rsidRPr="005A2C80">
        <w:rPr>
          <w:cs/>
          <w:lang w:bidi="bn-IN"/>
        </w:rPr>
        <w:t>তারা নারীর শান ও মর্যাদা সম্পর্কে</w:t>
      </w:r>
      <w:r w:rsidRPr="005A2C80">
        <w:t xml:space="preserve"> </w:t>
      </w:r>
      <w:r w:rsidRPr="005A2C80">
        <w:rPr>
          <w:cs/>
          <w:lang w:bidi="bn-IN"/>
        </w:rPr>
        <w:t>ইসলামের দেয়া দর্শন বুঝে উঠতে পারে নি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lastRenderedPageBreak/>
        <w:t>তাই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বিশ্ব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ইসলামী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শিক্ষা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কেন্দ্রে</w:t>
      </w:r>
      <w:r w:rsidRPr="00623425">
        <w:rPr>
          <w:rFonts w:hint="cs"/>
          <w:rtl/>
          <w:cs/>
        </w:rPr>
        <w:t xml:space="preserve"> (</w:t>
      </w:r>
      <w:r w:rsidRPr="009C15B9">
        <w:rPr>
          <w:rFonts w:hint="cs"/>
          <w:cs/>
          <w:lang w:bidi="bn-IN"/>
        </w:rPr>
        <w:t>ইসলামী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দর্শন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ইরাফন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শাস্ত্রে</w:t>
      </w:r>
      <w:r w:rsidRPr="00623425">
        <w:rPr>
          <w:rFonts w:hint="cs"/>
          <w:rtl/>
          <w:cs/>
        </w:rPr>
        <w:t>)</w:t>
      </w:r>
      <w:r w:rsidRPr="009C15B9">
        <w:t xml:space="preserve"> </w:t>
      </w:r>
      <w:r w:rsidRPr="009C15B9">
        <w:rPr>
          <w:cs/>
          <w:lang w:bidi="bn-IN"/>
        </w:rPr>
        <w:t>অধ্যয়নরত গবেষক ও চিন্তাবিদ হুজ্জাতুল ইসলাম ওয়াল মুসলিমিন</w:t>
      </w:r>
      <w:r w:rsidRPr="009C15B9">
        <w:t xml:space="preserve"> </w:t>
      </w:r>
      <w:r w:rsidRPr="009C15B9">
        <w:rPr>
          <w:cs/>
          <w:lang w:bidi="bn-IN"/>
        </w:rPr>
        <w:t>মীর আশরাফ</w:t>
      </w:r>
      <w:r w:rsidRPr="009C15B9">
        <w:rPr>
          <w:rtl/>
          <w:cs/>
        </w:rPr>
        <w:t>-</w:t>
      </w:r>
      <w:r w:rsidRPr="009C15B9">
        <w:rPr>
          <w:rtl/>
          <w:cs/>
          <w:lang w:bidi="bn-IN"/>
        </w:rPr>
        <w:t>উল</w:t>
      </w:r>
      <w:r w:rsidRPr="009C15B9">
        <w:rPr>
          <w:rtl/>
          <w:cs/>
        </w:rPr>
        <w:t>-</w:t>
      </w:r>
      <w:r w:rsidRPr="009C15B9">
        <w:rPr>
          <w:rtl/>
          <w:cs/>
          <w:lang w:bidi="bn-IN"/>
        </w:rPr>
        <w:t xml:space="preserve">আলম বিভিন্ন গ্রন্থ থেকে </w:t>
      </w:r>
      <w:r w:rsidRPr="00C4151B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একজন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মুসলিম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নারীর</w:t>
      </w:r>
      <w:r w:rsidRPr="009C15B9">
        <w:t xml:space="preserve"> </w:t>
      </w:r>
      <w:r w:rsidRPr="009C15B9">
        <w:rPr>
          <w:cs/>
          <w:lang w:bidi="bn-IN"/>
        </w:rPr>
        <w:t>অবশ্যই যা জানা প্রয়োজ</w:t>
      </w:r>
      <w:r w:rsidRPr="009C15B9">
        <w:rPr>
          <w:rFonts w:hint="cs"/>
          <w:cs/>
          <w:lang w:bidi="bn-IN"/>
        </w:rPr>
        <w:t>ন</w:t>
      </w:r>
      <w:r w:rsidRPr="007317F3">
        <w:rPr>
          <w:rStyle w:val="libAlaemChar"/>
        </w:rPr>
        <w:t>”</w:t>
      </w:r>
      <w:r w:rsidRPr="009C15B9">
        <w:t xml:space="preserve"> </w:t>
      </w:r>
      <w:r w:rsidRPr="009C15B9">
        <w:rPr>
          <w:cs/>
          <w:lang w:bidi="bn-IN"/>
        </w:rPr>
        <w:t>নামে বর্তমান বইটি সংকলন ও বাংলা ভাষায়</w:t>
      </w:r>
      <w:r w:rsidRPr="009C15B9">
        <w:t xml:space="preserve"> </w:t>
      </w:r>
      <w:r w:rsidRPr="009C15B9">
        <w:rPr>
          <w:cs/>
          <w:lang w:bidi="bn-IN"/>
        </w:rPr>
        <w:t>রূপান্তর করেছেন । আমরা তাকে এবং যারা বইটি প্রকাশে বিশেষ ভুমিকা</w:t>
      </w:r>
      <w:r w:rsidRPr="009C15B9">
        <w:t xml:space="preserve"> </w:t>
      </w:r>
      <w:r w:rsidRPr="009C15B9">
        <w:rPr>
          <w:cs/>
          <w:lang w:bidi="bn-IN"/>
        </w:rPr>
        <w:t>রেখেছেন সকলকেই আন্তরিক অভিনন্দন জ্ঞাপন করছি । আর আশা করি</w:t>
      </w:r>
      <w:r w:rsidRPr="009C15B9">
        <w:t xml:space="preserve"> </w:t>
      </w:r>
      <w:r w:rsidRPr="009C15B9">
        <w:rPr>
          <w:cs/>
          <w:lang w:bidi="bn-IN"/>
        </w:rPr>
        <w:t>বইটি অধ্যয়ন করে পাঠক মহল বিশেষ উপকৃত এবং ইসলামের দেয়া</w:t>
      </w:r>
      <w:r w:rsidRPr="009C15B9">
        <w:t xml:space="preserve"> </w:t>
      </w:r>
      <w:r w:rsidRPr="009C15B9">
        <w:rPr>
          <w:cs/>
          <w:lang w:bidi="bn-IN"/>
        </w:rPr>
        <w:t>নারীর প্রকৃত ও উপযুক্ত স্থান</w:t>
      </w:r>
      <w:r w:rsidRPr="009C15B9">
        <w:t xml:space="preserve">, </w:t>
      </w:r>
      <w:r w:rsidRPr="009C15B9">
        <w:rPr>
          <w:cs/>
          <w:lang w:bidi="bn-IN"/>
        </w:rPr>
        <w:t>মর্যাদা ও অধিকার সম্পর্কে অবগত হবেন ।</w:t>
      </w:r>
      <w:r w:rsidRPr="009C15B9">
        <w:t xml:space="preserve"> </w:t>
      </w:r>
    </w:p>
    <w:p w:rsidR="00C4151B" w:rsidRDefault="00C4151B" w:rsidP="00C4151B">
      <w:pPr>
        <w:pStyle w:val="libRight"/>
        <w:rPr>
          <w:lang w:bidi="bn-IN"/>
        </w:rPr>
      </w:pPr>
    </w:p>
    <w:p w:rsidR="00FE4106" w:rsidRPr="003A255A" w:rsidRDefault="00FE4106" w:rsidP="003A255A">
      <w:pPr>
        <w:pStyle w:val="libRight"/>
      </w:pPr>
      <w:r w:rsidRPr="003A255A">
        <w:rPr>
          <w:cs/>
          <w:lang w:bidi="bn-IN"/>
        </w:rPr>
        <w:t>গবেষণা বিভাগ</w:t>
      </w:r>
      <w:r w:rsidRPr="003A255A">
        <w:t xml:space="preserve">, </w:t>
      </w:r>
    </w:p>
    <w:p w:rsidR="00FE4106" w:rsidRPr="003A255A" w:rsidRDefault="00FE4106" w:rsidP="003A255A">
      <w:pPr>
        <w:pStyle w:val="libRight"/>
      </w:pPr>
      <w:r w:rsidRPr="003A255A">
        <w:rPr>
          <w:cs/>
          <w:lang w:bidi="bn-IN"/>
        </w:rPr>
        <w:t>বিশ্ব ইসলামী শিক্ষা কেন্দ্র</w:t>
      </w:r>
      <w:r w:rsidRPr="003A255A">
        <w:t xml:space="preserve">, </w:t>
      </w:r>
      <w:r w:rsidRPr="003A255A">
        <w:rPr>
          <w:cs/>
          <w:lang w:bidi="bn-IN"/>
        </w:rPr>
        <w:t>কোন</w:t>
      </w:r>
      <w:r w:rsidRPr="003A255A">
        <w:rPr>
          <w:rtl/>
          <w:cs/>
        </w:rPr>
        <w:t>-</w:t>
      </w:r>
      <w:r w:rsidRPr="003A255A">
        <w:rPr>
          <w:rtl/>
          <w:cs/>
          <w:lang w:bidi="bn-IN"/>
        </w:rPr>
        <w:t>ইরান</w:t>
      </w:r>
      <w:r w:rsidRPr="003A255A">
        <w:t xml:space="preserve">; </w:t>
      </w:r>
    </w:p>
    <w:p w:rsidR="00FE4106" w:rsidRPr="003A255A" w:rsidRDefault="00FE4106" w:rsidP="003A255A">
      <w:pPr>
        <w:pStyle w:val="libRight"/>
      </w:pPr>
      <w:r w:rsidRPr="003A255A">
        <w:rPr>
          <w:cs/>
          <w:lang w:bidi="bn-IN"/>
        </w:rPr>
        <w:t>২৩ রমযানুল মুবারাক</w:t>
      </w:r>
      <w:r w:rsidRPr="003A255A">
        <w:t xml:space="preserve">, </w:t>
      </w:r>
      <w:r w:rsidRPr="003A255A">
        <w:rPr>
          <w:cs/>
          <w:lang w:bidi="bn-IN"/>
        </w:rPr>
        <w:t>১৪২৭ হিজরী ।</w:t>
      </w:r>
      <w:r w:rsidRPr="003A255A">
        <w:t xml:space="preserve"> </w:t>
      </w:r>
    </w:p>
    <w:p w:rsidR="00C4151B" w:rsidRDefault="00C4151B" w:rsidP="0065046F">
      <w:pPr>
        <w:pStyle w:val="libBold1"/>
        <w:rPr>
          <w:lang w:bidi="bn-IN"/>
        </w:rPr>
      </w:pPr>
    </w:p>
    <w:p w:rsidR="00C4151B" w:rsidRDefault="00C4151B" w:rsidP="007317F3">
      <w:pPr>
        <w:rPr>
          <w:lang w:bidi="bn-IN"/>
        </w:rPr>
      </w:pPr>
      <w:r>
        <w:rPr>
          <w:lang w:bidi="bn-IN"/>
        </w:rPr>
        <w:br w:type="page"/>
      </w:r>
    </w:p>
    <w:p w:rsidR="00FE4106" w:rsidRPr="005A2C80" w:rsidRDefault="00FE4106" w:rsidP="00C4151B">
      <w:pPr>
        <w:pStyle w:val="libCenterBold1"/>
        <w:rPr>
          <w:lang w:bidi="bn-IN"/>
        </w:rPr>
      </w:pPr>
      <w:r w:rsidRPr="005A2C80">
        <w:rPr>
          <w:cs/>
          <w:lang w:bidi="bn-IN"/>
        </w:rPr>
        <w:lastRenderedPageBreak/>
        <w:t xml:space="preserve">দুটি কথা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সম্মানিত পাঠক-পাঠিকাবৃন্দ</w:t>
      </w:r>
      <w:r w:rsidRPr="005A2C80">
        <w:t xml:space="preserve">,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আসসালামু আলাইকুম ওয়া রাহমাতুল্লাহি ওয়া বারাকাতুহ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বর্তমান বিশ্বের প্রেক্ষাপটকে সামনে রেখেই এই বইটি সংকলন ও</w:t>
      </w:r>
      <w:r w:rsidRPr="005A2C80">
        <w:t xml:space="preserve"> </w:t>
      </w:r>
      <w:r w:rsidRPr="005A2C80">
        <w:rPr>
          <w:cs/>
          <w:lang w:bidi="bn-IN"/>
        </w:rPr>
        <w:t>বাংলায় রূপান্তর করা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কারণ এক শ্রেণীর পুজিবাদী</w:t>
      </w:r>
      <w:r w:rsidRPr="005A2C80">
        <w:t xml:space="preserve">, </w:t>
      </w:r>
      <w:r w:rsidRPr="005A2C80">
        <w:rPr>
          <w:cs/>
          <w:lang w:bidi="bn-IN"/>
        </w:rPr>
        <w:t>দ্বীনহীন</w:t>
      </w:r>
      <w:r w:rsidRPr="005A2C80">
        <w:t xml:space="preserve">, </w:t>
      </w:r>
      <w:r w:rsidRPr="005A2C80">
        <w:rPr>
          <w:cs/>
          <w:lang w:bidi="bn-IN"/>
        </w:rPr>
        <w:t>পাপাচারী ও দুনিয়া প্রেমী ব্যক্তি তাদের স্বার্থ উদ্ধারের লক্ষ্যে বিশ্বের নারী</w:t>
      </w:r>
      <w:r w:rsidRPr="005A2C80">
        <w:t xml:space="preserve"> </w:t>
      </w:r>
      <w:r w:rsidRPr="005A2C80">
        <w:rPr>
          <w:cs/>
          <w:lang w:bidi="bn-IN"/>
        </w:rPr>
        <w:t>সমাজকে দিনের পর দিন উচ্ছৃঙ্খলতা ও বেহায়াপনার দিকে ঠেলে দিচ্ছে</w:t>
      </w:r>
      <w:r w:rsidRPr="005A2C80">
        <w:t xml:space="preserve"> </w:t>
      </w:r>
      <w:r w:rsidRPr="005A2C80">
        <w:rPr>
          <w:cs/>
          <w:lang w:bidi="bn-IN"/>
        </w:rPr>
        <w:t>এবং তারা এটাকে নারী স্বাধীনতা বলে প্রচার চালাচ্ছে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অবশ্য আমাদের এ লেখনিটি বিশ্বের সমগ্র নারী সমাজকে নিয়ে নয়</w:t>
      </w:r>
      <w:r w:rsidRPr="005A2C80">
        <w:t xml:space="preserve"> </w:t>
      </w:r>
      <w:r w:rsidRPr="005A2C80">
        <w:rPr>
          <w:cs/>
          <w:lang w:bidi="bn-IN"/>
        </w:rPr>
        <w:t>বরং মুসলিম নারী সমাজের প্রতিই আমাদের দৃষ্টি নিবদ্ধ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কারণ</w:t>
      </w:r>
      <w:r w:rsidRPr="005A2C80">
        <w:t xml:space="preserve"> </w:t>
      </w:r>
      <w:r w:rsidRPr="005A2C80">
        <w:rPr>
          <w:cs/>
          <w:lang w:bidi="bn-IN"/>
        </w:rPr>
        <w:t>ইসলামই সর্ব প্রথম ধর্ম যা নারী সমাজকে দিয়েছে পরিপূর্ণ মর্যাদা ও</w:t>
      </w:r>
      <w:r w:rsidRPr="005A2C80">
        <w:t xml:space="preserve"> </w:t>
      </w:r>
      <w:r w:rsidRPr="005A2C80">
        <w:rPr>
          <w:cs/>
          <w:lang w:bidi="bn-IN"/>
        </w:rPr>
        <w:t>স্বাধীনতা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এটা অবশ্যই বোঝা প্রয়োজন যে</w:t>
      </w:r>
      <w:r w:rsidRPr="005A2C80">
        <w:t xml:space="preserve">, </w:t>
      </w:r>
      <w:r w:rsidRPr="005A2C80">
        <w:rPr>
          <w:cs/>
          <w:lang w:bidi="bn-IN"/>
        </w:rPr>
        <w:t>ইসলাম নারীকে যে মর্যাদা ও</w:t>
      </w:r>
      <w:r w:rsidRPr="005A2C80">
        <w:t xml:space="preserve"> </w:t>
      </w:r>
      <w:r w:rsidRPr="005A2C80">
        <w:rPr>
          <w:cs/>
          <w:lang w:bidi="bn-IN"/>
        </w:rPr>
        <w:t>স্বাধীনতা দিয়েছে তার সাথে বর্তমানে নারী মর্যাদা ও স্বাধীনতার নামে যে</w:t>
      </w:r>
      <w:r w:rsidRPr="005A2C80">
        <w:t xml:space="preserve"> </w:t>
      </w:r>
      <w:r w:rsidRPr="005A2C80">
        <w:rPr>
          <w:cs/>
          <w:lang w:bidi="bn-IN"/>
        </w:rPr>
        <w:t>লজ্জাহীনতা ও অসভ্যতার চর্চা হচ্ছে তার মধ্যে রয়েছে বিশাল ব্যবধান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আমরা বিশ্বাস করি যে</w:t>
      </w:r>
      <w:r w:rsidRPr="005A2C80">
        <w:t xml:space="preserve">, </w:t>
      </w:r>
      <w:r w:rsidRPr="005A2C80">
        <w:rPr>
          <w:cs/>
          <w:lang w:bidi="bn-IN"/>
        </w:rPr>
        <w:t>ইসলাম ব্যতীত অন্য কোন ধর্মই নারীকে উপযুক্ত</w:t>
      </w:r>
      <w:r w:rsidRPr="005A2C80">
        <w:t xml:space="preserve"> </w:t>
      </w:r>
      <w:r w:rsidRPr="005A2C80">
        <w:rPr>
          <w:cs/>
          <w:lang w:bidi="bn-IN"/>
        </w:rPr>
        <w:t>মর্যাদা ও স্বাধীনতা প্রদান করে নি বা করতে পারবেও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ইসলামের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দৃষ্টিতে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অধিকারসমূহ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নির্ধারণের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ক্ষেত্রে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বলা</w:t>
      </w:r>
      <w:r w:rsidRPr="009C15B9">
        <w:t xml:space="preserve"> </w:t>
      </w:r>
      <w:r w:rsidRPr="009C15B9">
        <w:rPr>
          <w:cs/>
          <w:lang w:bidi="bn-IN"/>
        </w:rPr>
        <w:t xml:space="preserve">হয়েছে </w:t>
      </w:r>
      <w:r w:rsidRPr="009C15B9">
        <w:rPr>
          <w:rtl/>
          <w:cs/>
        </w:rPr>
        <w:t>(</w:t>
      </w:r>
      <w:r w:rsidRPr="009C15B9">
        <w:rPr>
          <w:rtl/>
          <w:cs/>
          <w:lang w:bidi="bn-IN"/>
        </w:rPr>
        <w:t>যা দ্বীনের আহ্কামে লিপিবদ্ধ রয়েছে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>যে</w:t>
      </w:r>
      <w:r w:rsidRPr="009C15B9">
        <w:t xml:space="preserve">, </w:t>
      </w:r>
      <w:r w:rsidRPr="00C4151B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ব্যক্তিত্ব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হচ্ছে</w:t>
      </w:r>
      <w:r w:rsidRPr="009C15B9">
        <w:t xml:space="preserve"> </w:t>
      </w:r>
      <w:r w:rsidRPr="009C15B9">
        <w:rPr>
          <w:cs/>
          <w:lang w:bidi="bn-IN"/>
        </w:rPr>
        <w:t>আল্লাহ্ সুবহানাহু ত</w:t>
      </w:r>
      <w:r w:rsidRPr="009C15B9">
        <w:rPr>
          <w:rFonts w:hint="cs"/>
          <w:cs/>
          <w:lang w:bidi="bn-IN"/>
        </w:rPr>
        <w:t>া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হকের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শামিল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মানুষের</w:t>
      </w:r>
      <w:r w:rsidRPr="00623425">
        <w:rPr>
          <w:rFonts w:hint="cs"/>
          <w:cs/>
          <w:lang w:bidi="hi-IN"/>
        </w:rPr>
        <w:t xml:space="preserve"> । </w:t>
      </w:r>
      <w:r w:rsidRPr="009C15B9">
        <w:rPr>
          <w:rFonts w:hint="cs"/>
          <w:cs/>
          <w:lang w:bidi="bn-IN"/>
        </w:rPr>
        <w:t>আর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তাকে</w:t>
      </w:r>
      <w:r w:rsidRPr="009C15B9">
        <w:rPr>
          <w:cs/>
          <w:lang w:bidi="bn-IN"/>
        </w:rPr>
        <w:t xml:space="preserve"> কোন</w:t>
      </w:r>
      <w:r w:rsidRPr="009C15B9">
        <w:t xml:space="preserve"> </w:t>
      </w:r>
      <w:r w:rsidRPr="009C15B9">
        <w:rPr>
          <w:cs/>
          <w:lang w:bidi="bn-IN"/>
        </w:rPr>
        <w:t>প্রকার অপমান করা কারো জন্যে বৈধ নয় এবং সকলের উচিত তার মর্যাদা</w:t>
      </w:r>
      <w:r w:rsidRPr="009C15B9">
        <w:t xml:space="preserve"> </w:t>
      </w:r>
      <w:r w:rsidRPr="009C15B9">
        <w:rPr>
          <w:cs/>
          <w:lang w:bidi="bn-IN"/>
        </w:rPr>
        <w:t xml:space="preserve">ও ব্যক্তিত্ব রক্ষায় সক্রিয় ভূমিকা পালন করা </w:t>
      </w:r>
      <w:r w:rsidRPr="00623425">
        <w:rPr>
          <w:rFonts w:hint="cs"/>
          <w:cs/>
          <w:lang w:bidi="hi-IN"/>
        </w:rPr>
        <w:t>।</w:t>
      </w:r>
      <w:r w:rsidRPr="007317F3">
        <w:rPr>
          <w:rStyle w:val="libAlaemChar"/>
        </w:rPr>
        <w:t>”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ইসলাম নারীর মর্যাদা ও ব্যক্তিত্ব রক্ষায় সদা-সচেষ্ট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তাই যদি</w:t>
      </w:r>
      <w:r w:rsidRPr="005A2C80">
        <w:t xml:space="preserve"> </w:t>
      </w:r>
      <w:r w:rsidRPr="005A2C80">
        <w:rPr>
          <w:cs/>
          <w:lang w:bidi="bn-IN"/>
        </w:rPr>
        <w:t>কেউ কোন নারীর ব্যক্তিত্বহানী করে বা সম্ভ্রমহানী ঘটায় তবে অবশ্যই ঐ</w:t>
      </w:r>
      <w:r w:rsidRPr="005A2C80">
        <w:t xml:space="preserve"> </w:t>
      </w:r>
      <w:r w:rsidRPr="005A2C80">
        <w:rPr>
          <w:cs/>
          <w:lang w:bidi="bn-IN"/>
        </w:rPr>
        <w:t>ব্যক্তি শাস্তিপ্রাপ্ত (হদ প্রাপ্ত) হবে এবং তা কোন প্রকারেই লংঘনীয় নয়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না</w:t>
      </w:r>
      <w:r w:rsidRPr="005A2C80">
        <w:t xml:space="preserve"> </w:t>
      </w:r>
      <w:r w:rsidRPr="005A2C80">
        <w:rPr>
          <w:cs/>
          <w:lang w:bidi="bn-IN"/>
        </w:rPr>
        <w:t>তার স্বামীর সম্মতিক্রমে আর না তার নিজের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কেননা</w:t>
      </w:r>
      <w:r w:rsidRPr="005A2C80">
        <w:t xml:space="preserve">, </w:t>
      </w:r>
      <w:r w:rsidRPr="005A2C80">
        <w:rPr>
          <w:cs/>
          <w:lang w:bidi="bn-IN"/>
        </w:rPr>
        <w:t>তার ব্যক্তিত্ব বা</w:t>
      </w:r>
      <w:r w:rsidRPr="005A2C80">
        <w:t xml:space="preserve"> </w:t>
      </w:r>
      <w:r w:rsidRPr="005A2C80">
        <w:rPr>
          <w:cs/>
          <w:lang w:bidi="bn-IN"/>
        </w:rPr>
        <w:t>সম্ভ্রম হচ্ছে আল্লাহ সুবহানাহু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য়ালার হকের শামিল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এটা অর্থ বা</w:t>
      </w:r>
      <w:r w:rsidRPr="005A2C80">
        <w:t xml:space="preserve"> </w:t>
      </w:r>
      <w:r w:rsidRPr="005A2C80">
        <w:rPr>
          <w:cs/>
          <w:lang w:bidi="bn-IN"/>
        </w:rPr>
        <w:t>মালামাল নয় যে</w:t>
      </w:r>
      <w:r w:rsidRPr="005A2C80">
        <w:t xml:space="preserve">, </w:t>
      </w:r>
      <w:r w:rsidRPr="005A2C80">
        <w:rPr>
          <w:cs/>
          <w:lang w:bidi="bn-IN"/>
        </w:rPr>
        <w:t>যদি তা চুরি হয়ে থাকে তবে চুরিকৃত অর্থ বা মালের</w:t>
      </w:r>
      <w:r w:rsidRPr="005A2C80">
        <w:t xml:space="preserve"> </w:t>
      </w:r>
      <w:r w:rsidRPr="005A2C80">
        <w:rPr>
          <w:cs/>
          <w:lang w:bidi="bn-IN"/>
        </w:rPr>
        <w:t xml:space="preserve">মালিক সন্তুষ্টি মুলক সম্মতি দিলেই </w:t>
      </w:r>
      <w:r w:rsidRPr="005A2C80">
        <w:rPr>
          <w:cs/>
          <w:lang w:bidi="bn-IN"/>
        </w:rPr>
        <w:lastRenderedPageBreak/>
        <w:t>চোর শাস্তিভোগ করা থেকে রেহাই</w:t>
      </w:r>
      <w:r w:rsidRPr="005A2C80">
        <w:t xml:space="preserve"> </w:t>
      </w:r>
      <w:r w:rsidRPr="005A2C80">
        <w:rPr>
          <w:cs/>
          <w:lang w:bidi="bn-IN"/>
        </w:rPr>
        <w:t>পেয়ে যাবে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 বর্তমানে আমরা দেখতে পাচ্ছি যে</w:t>
      </w:r>
      <w:r w:rsidRPr="005A2C80">
        <w:t xml:space="preserve">, </w:t>
      </w:r>
      <w:r w:rsidRPr="005A2C80">
        <w:rPr>
          <w:cs/>
          <w:lang w:bidi="bn-IN"/>
        </w:rPr>
        <w:t>পশ্চিমা সমাজে</w:t>
      </w:r>
      <w:r w:rsidRPr="005A2C80">
        <w:t xml:space="preserve"> </w:t>
      </w:r>
      <w:r w:rsidRPr="005A2C80">
        <w:rPr>
          <w:cs/>
          <w:lang w:bidi="bn-IN"/>
        </w:rPr>
        <w:t>নারীর ব্যাক্তিত্ব বা সম্ভ্রমকে অনুরূপ পণ্যের ন্যায় মনে করা হচ্ছে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তাই</w:t>
      </w:r>
      <w:r w:rsidRPr="005A2C80">
        <w:t xml:space="preserve"> </w:t>
      </w:r>
      <w:r w:rsidRPr="005A2C80">
        <w:rPr>
          <w:cs/>
          <w:lang w:bidi="bn-IN"/>
        </w:rPr>
        <w:t>সেখানকার সম্ভ্রমহীন নারীর বা তার স্বামীর সন্তুষ্টি মুলক সম্মতিতে অপরাধী</w:t>
      </w:r>
      <w:r w:rsidRPr="005A2C80">
        <w:t xml:space="preserve"> </w:t>
      </w:r>
      <w:r w:rsidRPr="005A2C80">
        <w:rPr>
          <w:cs/>
          <w:lang w:bidi="bn-IN"/>
        </w:rPr>
        <w:t>অব্যহতি পেয়ে যাচ্ছে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ঠিক যেমনটি সেই জাহেলিয়াতের যুগে হত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</w:t>
      </w:r>
      <w:r w:rsidRPr="005A2C80">
        <w:t xml:space="preserve"> </w:t>
      </w:r>
      <w:r w:rsidRPr="005A2C80">
        <w:rPr>
          <w:cs/>
          <w:lang w:bidi="bn-IN"/>
        </w:rPr>
        <w:t>ইসলাম আসাতে সমাজে জাহেলিয়াতের কোন স্থান নেই</w:t>
      </w:r>
      <w:r w:rsidRPr="005A2C80">
        <w:t xml:space="preserve">, </w:t>
      </w:r>
      <w:r w:rsidRPr="005A2C80">
        <w:rPr>
          <w:cs/>
          <w:lang w:bidi="bn-IN"/>
        </w:rPr>
        <w:t>তা পুরাতন বা</w:t>
      </w:r>
      <w:r w:rsidRPr="005A2C80">
        <w:t xml:space="preserve"> </w:t>
      </w:r>
      <w:r w:rsidRPr="005A2C80">
        <w:rPr>
          <w:cs/>
          <w:lang w:bidi="bn-IN"/>
        </w:rPr>
        <w:t>নুতনই হোক না কেন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যেরূপে পবিত্র কোরআন বলছে :</w:t>
      </w:r>
      <w:r w:rsidRPr="005A2C80">
        <w:t xml:space="preserve"> </w:t>
      </w:r>
    </w:p>
    <w:p w:rsidR="00FE4106" w:rsidRPr="00623425" w:rsidRDefault="00FE4106" w:rsidP="00623425">
      <w:pPr>
        <w:pStyle w:val="libAie"/>
      </w:pPr>
      <w:r w:rsidRPr="00623425">
        <w:rPr>
          <w:rStyle w:val="libAlaemChar"/>
          <w:rtl/>
        </w:rPr>
        <w:t>﴿</w:t>
      </w:r>
      <w:r w:rsidRPr="00623425">
        <w:rPr>
          <w:rtl/>
        </w:rPr>
        <w:t xml:space="preserve">قُلْ جَاءَ الْحَقُّ وَمَا يُبْدِئُ الْبَاطِلُ وَمَا يُعِيدُ </w:t>
      </w:r>
      <w:r w:rsidRPr="00623425">
        <w:rPr>
          <w:rStyle w:val="libAlaemChar"/>
          <w:rtl/>
        </w:rPr>
        <w:t>﴾</w:t>
      </w:r>
      <w:r w:rsidRPr="00623425">
        <w:rPr>
          <w:rtl/>
        </w:rPr>
        <w:t xml:space="preserve"> 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বল</w:t>
      </w:r>
      <w:r w:rsidRPr="00623425">
        <w:rPr>
          <w:rFonts w:hint="cs"/>
          <w:rtl/>
          <w:cs/>
        </w:rPr>
        <w:t xml:space="preserve"> : </w:t>
      </w:r>
      <w:r w:rsidRPr="009C15B9">
        <w:rPr>
          <w:rFonts w:hint="cs"/>
          <w:cs/>
          <w:lang w:bidi="bn-IN"/>
        </w:rPr>
        <w:t>হক</w:t>
      </w:r>
      <w:r w:rsidRPr="00623425">
        <w:rPr>
          <w:rFonts w:hint="cs"/>
          <w:rtl/>
          <w:cs/>
        </w:rPr>
        <w:t xml:space="preserve"> </w:t>
      </w:r>
      <w:r w:rsidRPr="009C15B9">
        <w:rPr>
          <w:cs/>
          <w:lang w:bidi="bn-IN"/>
        </w:rPr>
        <w:t xml:space="preserve">এসেছে আর বাতিলের না সূচনা হবে আর না পুনরাবৃত্তি </w:t>
      </w:r>
      <w:r w:rsidRPr="00623425">
        <w:rPr>
          <w:rFonts w:hint="cs"/>
          <w:cs/>
          <w:lang w:bidi="hi-IN"/>
        </w:rPr>
        <w:t>।</w:t>
      </w:r>
      <w:r w:rsidRPr="007317F3">
        <w:rPr>
          <w:rStyle w:val="libAlaemChar"/>
        </w:rPr>
        <w:t>”</w:t>
      </w:r>
      <w:r w:rsidRPr="00FE4106">
        <w:rPr>
          <w:rStyle w:val="libFootnotenumChar"/>
          <w:cs/>
          <w:lang w:bidi="bn-IN"/>
        </w:rPr>
        <w:t>২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নারী সমাজকে ইসলাম যে স্বাধীনতা বা মর্যাদা দান করেছে সে</w:t>
      </w:r>
      <w:r w:rsidRPr="005A2C80">
        <w:t xml:space="preserve"> </w:t>
      </w:r>
      <w:r w:rsidRPr="005A2C80">
        <w:rPr>
          <w:cs/>
          <w:lang w:bidi="bn-IN"/>
        </w:rPr>
        <w:t>সম্পর্কে বর্তমান নারী সমাজের অজ্ঞতার মূল কারণ হচ্ছে আমাদের মত</w:t>
      </w:r>
      <w:r w:rsidRPr="005A2C80">
        <w:t xml:space="preserve"> </w:t>
      </w:r>
      <w:r w:rsidRPr="005A2C80">
        <w:rPr>
          <w:cs/>
          <w:lang w:bidi="bn-IN"/>
        </w:rPr>
        <w:t>কিছু আলেম যারা লেখা-লেখি করি তারা এই বিষয়টিকে সুন্দর ও</w:t>
      </w:r>
      <w:r w:rsidRPr="005A2C80">
        <w:t xml:space="preserve"> </w:t>
      </w:r>
      <w:r w:rsidRPr="005A2C80">
        <w:rPr>
          <w:cs/>
          <w:lang w:bidi="bn-IN"/>
        </w:rPr>
        <w:t>সঠিকভাবে নারী সমাজের সামনে তুলে ধরতে পারি নি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ইসলাম নারীকে</w:t>
      </w:r>
      <w:r w:rsidRPr="005A2C80">
        <w:t xml:space="preserve"> </w:t>
      </w:r>
      <w:r w:rsidRPr="005A2C80">
        <w:rPr>
          <w:cs/>
          <w:lang w:bidi="bn-IN"/>
        </w:rPr>
        <w:t>যে প্রকৃত স্বাধীনতা ও মর্যাদা দিয়েছে তা যদি আমরা তাদের সামনে</w:t>
      </w:r>
      <w:r w:rsidRPr="005A2C80">
        <w:t xml:space="preserve"> </w:t>
      </w:r>
      <w:r w:rsidRPr="005A2C80">
        <w:rPr>
          <w:cs/>
          <w:lang w:bidi="bn-IN"/>
        </w:rPr>
        <w:t>উপযুক্ত ভাবে তুলে ধরতে পারতাম তাহলে আজ এই লজ্জাজনক</w:t>
      </w:r>
      <w:r w:rsidRPr="005A2C80">
        <w:t xml:space="preserve"> </w:t>
      </w:r>
      <w:r w:rsidRPr="005A2C80">
        <w:rPr>
          <w:cs/>
          <w:lang w:bidi="bn-IN"/>
        </w:rPr>
        <w:t>পরিস্থিতির সৃষ্টি হতো না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তবুও দেরি হলেও সময় ফুরিয়ে যায় নি</w:t>
      </w:r>
      <w:r w:rsidRPr="005A2C80">
        <w:t xml:space="preserve">, </w:t>
      </w:r>
      <w:r w:rsidRPr="005A2C80">
        <w:rPr>
          <w:cs/>
          <w:lang w:bidi="bn-IN"/>
        </w:rPr>
        <w:t>এখনো</w:t>
      </w:r>
      <w:r w:rsidRPr="005A2C80">
        <w:t xml:space="preserve"> </w:t>
      </w:r>
      <w:r w:rsidRPr="005A2C80">
        <w:rPr>
          <w:cs/>
          <w:lang w:bidi="bn-IN"/>
        </w:rPr>
        <w:t>সম্ভব আমাদের সন্তানদেরকে উপযুক্ত ইসলামী দিক-নির্দেশনায় গড়ে</w:t>
      </w:r>
      <w:r w:rsidRPr="005A2C80">
        <w:t xml:space="preserve"> </w:t>
      </w:r>
      <w:r w:rsidRPr="005A2C80">
        <w:rPr>
          <w:cs/>
          <w:lang w:bidi="bn-IN"/>
        </w:rPr>
        <w:t>তোলা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</w:t>
      </w:r>
      <w:r w:rsidRPr="005A2C80">
        <w:t xml:space="preserve">, </w:t>
      </w:r>
      <w:r w:rsidRPr="005A2C80">
        <w:rPr>
          <w:cs/>
          <w:lang w:bidi="bn-IN"/>
        </w:rPr>
        <w:t>যখনই ক্ষতির পথরোধ করতে পারব তখনই লাভ শুরু</w:t>
      </w:r>
      <w:r w:rsidRPr="005A2C80">
        <w:t xml:space="preserve"> </w:t>
      </w:r>
      <w:r w:rsidRPr="005A2C80">
        <w:rPr>
          <w:cs/>
          <w:lang w:bidi="bn-IN"/>
        </w:rPr>
        <w:t>হবে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যদিও সাধ ও সাধ্যের সমন্বয় করতে পারিনি তবুও আশা করছি এ</w:t>
      </w:r>
      <w:r w:rsidRPr="005A2C80">
        <w:t xml:space="preserve"> </w:t>
      </w:r>
      <w:r w:rsidRPr="005A2C80">
        <w:rPr>
          <w:cs/>
          <w:lang w:bidi="bn-IN"/>
        </w:rPr>
        <w:t>সংকলনে ইসলামে নারীর মর্যাদা ও স্বাধীনতার বিষয়টি সার্বিকভাবে তুলে</w:t>
      </w:r>
      <w:r w:rsidRPr="005A2C80">
        <w:t xml:space="preserve"> </w:t>
      </w:r>
      <w:r w:rsidRPr="005A2C80">
        <w:rPr>
          <w:cs/>
          <w:lang w:bidi="bn-IN"/>
        </w:rPr>
        <w:t>ধরতে পেরেছি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ইনশাআল্লাহ আগামীতে আমরা এ ধরনের আরো লেখনি</w:t>
      </w:r>
      <w:r w:rsidRPr="005A2C80">
        <w:t xml:space="preserve"> </w:t>
      </w:r>
      <w:r w:rsidRPr="005A2C80">
        <w:rPr>
          <w:cs/>
          <w:lang w:bidi="bn-IN"/>
        </w:rPr>
        <w:t>প্রকাশ করে সমাজ জীবনে ইসলামের সঠিক নির্দেশাবলী আপনাদের মত</w:t>
      </w:r>
      <w:r w:rsidRPr="005A2C80">
        <w:t xml:space="preserve"> </w:t>
      </w:r>
      <w:r w:rsidRPr="005A2C80">
        <w:rPr>
          <w:cs/>
          <w:lang w:bidi="bn-IN"/>
        </w:rPr>
        <w:t>সচেতন পাঠক মহলে পৌঁছে দেয়ার সর্বোপরি চেষ্টা করব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সংকলনটি নারী সমাজকে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নিয়ে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রচিত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হয়েছে তার অর্থ এই</w:t>
      </w:r>
      <w:r w:rsidRPr="005A2C80">
        <w:t xml:space="preserve"> </w:t>
      </w:r>
      <w:r w:rsidRPr="005A2C80">
        <w:rPr>
          <w:cs/>
          <w:lang w:bidi="bn-IN"/>
        </w:rPr>
        <w:t>নয় যে</w:t>
      </w:r>
      <w:r w:rsidRPr="005A2C80">
        <w:t xml:space="preserve">, </w:t>
      </w:r>
      <w:r w:rsidRPr="005A2C80">
        <w:rPr>
          <w:cs/>
          <w:lang w:bidi="bn-IN"/>
        </w:rPr>
        <w:t>সমস্তনিয়ম-কানুন ও বাধ্য-বাধকতা শুধুমাত্র নারীদের জন্যেই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ইসলামে নারীর ব্যাপারে যেভাবে নিয়ম-কানুন ও বাধ্য-বাধকতা এসেছে</w:t>
      </w:r>
      <w:r w:rsidRPr="005A2C80">
        <w:t xml:space="preserve"> </w:t>
      </w:r>
      <w:r w:rsidRPr="005A2C80">
        <w:rPr>
          <w:cs/>
          <w:lang w:bidi="bn-IN"/>
        </w:rPr>
        <w:t>পুরুষের জন্যও রয়েছে অনুরূপ নিয়ম-কানুন ও বাধ্য-বাধকতা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</w:t>
      </w:r>
      <w:r w:rsidRPr="005A2C80">
        <w:t xml:space="preserve"> </w:t>
      </w:r>
      <w:r w:rsidRPr="005A2C80">
        <w:rPr>
          <w:cs/>
          <w:lang w:bidi="bn-IN"/>
        </w:rPr>
        <w:t>যেহেতু বর্তমান বিশ্বে নৈতিকতাকে নষ্ট করার ক্ষেত্রে নারীকেই ব্যবহার</w:t>
      </w:r>
      <w:r w:rsidRPr="005A2C80">
        <w:t xml:space="preserve"> </w:t>
      </w:r>
      <w:r w:rsidRPr="005A2C80">
        <w:rPr>
          <w:cs/>
          <w:lang w:bidi="bn-IN"/>
        </w:rPr>
        <w:t>করা হচ্ছে</w:t>
      </w:r>
      <w:r w:rsidRPr="005A2C80">
        <w:t xml:space="preserve">, </w:t>
      </w:r>
      <w:r w:rsidRPr="005A2C80">
        <w:rPr>
          <w:cs/>
          <w:lang w:bidi="bn-IN"/>
        </w:rPr>
        <w:t xml:space="preserve">তাই প্রথমে </w:t>
      </w:r>
      <w:r w:rsidRPr="005A2C80">
        <w:rPr>
          <w:cs/>
          <w:lang w:bidi="bn-IN"/>
        </w:rPr>
        <w:lastRenderedPageBreak/>
        <w:t>নারী নিয়েই এ সংকলনের প্রকাশ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আগামীতে</w:t>
      </w:r>
      <w:r w:rsidRPr="005A2C80">
        <w:t xml:space="preserve"> </w:t>
      </w:r>
      <w:r w:rsidRPr="005A2C80">
        <w:rPr>
          <w:cs/>
          <w:lang w:bidi="bn-IN"/>
        </w:rPr>
        <w:t>পুরুয়ের ব্যাপারেও অনুরূপ সংকলন প্রকাশ করার চেষ্টা করব ইন্শাআল্লাহ</w:t>
      </w:r>
      <w:r w:rsidRPr="005A2C80">
        <w:t xml:space="preserve"> </w:t>
      </w:r>
      <w:r w:rsidRPr="005A2C80">
        <w:rPr>
          <w:cs/>
          <w:lang w:bidi="bn-IN"/>
        </w:rPr>
        <w:t>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বইটির জন্য অনেকেই আমাকে অনুপ্রেরণা দিয়েছেন</w:t>
      </w:r>
      <w:r w:rsidRPr="005A2C80">
        <w:t xml:space="preserve">, </w:t>
      </w:r>
      <w:r w:rsidRPr="005A2C80">
        <w:rPr>
          <w:cs/>
          <w:lang w:bidi="bn-IN"/>
        </w:rPr>
        <w:t>তাদের</w:t>
      </w:r>
      <w:r w:rsidRPr="005A2C80">
        <w:t xml:space="preserve"> </w:t>
      </w:r>
      <w:r w:rsidRPr="005A2C80">
        <w:rPr>
          <w:cs/>
          <w:lang w:bidi="bn-IN"/>
        </w:rPr>
        <w:t>অনুপ্রেরণাই আমাকে সাতটি অধ্যায়ে এ বইটি সংকলিত ও অনুদিত করতে</w:t>
      </w:r>
      <w:r w:rsidRPr="005A2C80">
        <w:t xml:space="preserve"> </w:t>
      </w:r>
      <w:r w:rsidRPr="005A2C80">
        <w:rPr>
          <w:cs/>
          <w:lang w:bidi="bn-IN"/>
        </w:rPr>
        <w:t>শক্তি যুগিয়েছে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বইটি সম্পাদনা ও প্রকাশে যারা ভূমিকা পালন</w:t>
      </w:r>
      <w:r w:rsidRPr="005A2C80">
        <w:t xml:space="preserve"> </w:t>
      </w:r>
      <w:r w:rsidRPr="005A2C80">
        <w:rPr>
          <w:cs/>
          <w:lang w:bidi="bn-IN"/>
        </w:rPr>
        <w:t>করেছেন তাদের জন্য মহান 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য়ালার দরবারে উত্তম পুরস্কার</w:t>
      </w:r>
      <w:r w:rsidRPr="005A2C80">
        <w:t xml:space="preserve"> </w:t>
      </w:r>
      <w:r w:rsidRPr="005A2C80">
        <w:rPr>
          <w:cs/>
          <w:lang w:bidi="bn-IN"/>
        </w:rPr>
        <w:t>কামনা করছি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প্রিয় পাঠক মহল আশা করি বইটি অধ্যয়ন করে উপকৃত হবেন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আর আপনারা উপকৃত হলেই আমাদের শ্রম সার্থক হবে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বইটি অধ্যয়নে</w:t>
      </w:r>
      <w:r w:rsidRPr="005A2C80">
        <w:t xml:space="preserve"> </w:t>
      </w:r>
      <w:r w:rsidRPr="005A2C80">
        <w:rPr>
          <w:cs/>
          <w:lang w:bidi="bn-IN"/>
        </w:rPr>
        <w:t>কোন ত্রুটি-বিচ্যুতি পরিলক্ষিত হলে আমাদেরকে জানাতে দ্বিধাবোধ</w:t>
      </w:r>
      <w:r w:rsidRPr="005A2C80">
        <w:t xml:space="preserve"> </w:t>
      </w:r>
      <w:r w:rsidRPr="005A2C80">
        <w:rPr>
          <w:cs/>
          <w:lang w:bidi="bn-IN"/>
        </w:rPr>
        <w:t>করবেন না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আপনাদের দিক-নির্দেশনা পেলে আমরা আমাদের কাজে</w:t>
      </w:r>
      <w:r w:rsidRPr="005A2C80">
        <w:t xml:space="preserve"> </w:t>
      </w:r>
      <w:r w:rsidRPr="005A2C80">
        <w:rPr>
          <w:cs/>
          <w:lang w:bidi="bn-IN"/>
        </w:rPr>
        <w:t>আরো অনুপ্রেরণা পাব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ওয়াসসালামু আলাইকুম ওয়া রহমাতুল্লাহি ওয়া বারাকাতুহ্</w:t>
      </w:r>
      <w:r w:rsidRPr="005A2C80">
        <w:t xml:space="preserve"> </w:t>
      </w:r>
    </w:p>
    <w:p w:rsidR="00FE4106" w:rsidRPr="00623425" w:rsidRDefault="00FE4106" w:rsidP="00623425">
      <w:pPr>
        <w:pStyle w:val="libAie"/>
      </w:pPr>
      <w:r w:rsidRPr="00623425">
        <w:rPr>
          <w:rStyle w:val="libAlaemChar"/>
          <w:rtl/>
        </w:rPr>
        <w:t>(</w:t>
      </w:r>
      <w:r w:rsidRPr="00623425">
        <w:rPr>
          <w:rtl/>
        </w:rPr>
        <w:t>رَبَّنَا تَقَبَّلْ مِنَّا إِنَّكَ أَنتَ السَّمِيعُ الْعَلِيمُ</w:t>
      </w:r>
      <w:r w:rsidRPr="00623425">
        <w:rPr>
          <w:rStyle w:val="libAlaemChar"/>
          <w:rtl/>
        </w:rPr>
        <w:t>)</w:t>
      </w:r>
    </w:p>
    <w:p w:rsidR="005C741E" w:rsidRDefault="005C741E" w:rsidP="005C741E">
      <w:pPr>
        <w:pStyle w:val="libRight"/>
        <w:rPr>
          <w:lang w:bidi="bn-IN"/>
        </w:rPr>
      </w:pPr>
    </w:p>
    <w:p w:rsidR="00FE4106" w:rsidRPr="005A2C80" w:rsidRDefault="00FE4106" w:rsidP="005C741E">
      <w:pPr>
        <w:pStyle w:val="libRight"/>
      </w:pPr>
      <w:r w:rsidRPr="005A2C80">
        <w:rPr>
          <w:cs/>
          <w:lang w:bidi="bn-IN"/>
        </w:rPr>
        <w:t>মীর আশরাফ-উল-আলম</w:t>
      </w:r>
      <w:r w:rsidRPr="005A2C80">
        <w:t xml:space="preserve"> </w:t>
      </w:r>
    </w:p>
    <w:p w:rsidR="00C4151B" w:rsidRDefault="00C4151B" w:rsidP="007317F3">
      <w:pPr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C741E" w:rsidRDefault="00FE4106" w:rsidP="006E2492">
      <w:pPr>
        <w:pStyle w:val="Heading1Center"/>
        <w:rPr>
          <w:rFonts w:eastAsia="Calibri"/>
        </w:rPr>
      </w:pPr>
      <w:bookmarkStart w:id="0" w:name="_Toc440447852"/>
      <w:r w:rsidRPr="005C741E">
        <w:rPr>
          <w:rFonts w:eastAsia="Calibri"/>
          <w:cs/>
          <w:lang w:bidi="bn-IN"/>
        </w:rPr>
        <w:lastRenderedPageBreak/>
        <w:t>তৌহিদী</w:t>
      </w:r>
      <w:r w:rsidRPr="005C741E">
        <w:rPr>
          <w:rFonts w:eastAsia="Calibri"/>
        </w:rPr>
        <w:t xml:space="preserve"> </w:t>
      </w:r>
      <w:r w:rsidRPr="005C741E">
        <w:rPr>
          <w:rFonts w:eastAsia="Calibri"/>
          <w:cs/>
          <w:lang w:bidi="bn-IN"/>
        </w:rPr>
        <w:t>ব্যবস্থার</w:t>
      </w:r>
      <w:r w:rsidRPr="005C741E">
        <w:rPr>
          <w:rFonts w:eastAsia="Calibri"/>
        </w:rPr>
        <w:t xml:space="preserve"> </w:t>
      </w:r>
      <w:r w:rsidRPr="005C741E">
        <w:rPr>
          <w:rFonts w:eastAsia="Calibri"/>
          <w:cs/>
          <w:lang w:bidi="bn-IN"/>
        </w:rPr>
        <w:t>দৃষ্টিতে</w:t>
      </w:r>
      <w:r w:rsidRPr="005C741E">
        <w:rPr>
          <w:rFonts w:eastAsia="Calibri"/>
        </w:rPr>
        <w:t xml:space="preserve"> </w:t>
      </w:r>
      <w:r w:rsidRPr="005C741E">
        <w:rPr>
          <w:rFonts w:eastAsia="Calibri"/>
          <w:cs/>
          <w:lang w:bidi="bn-IN"/>
        </w:rPr>
        <w:t>নারী</w:t>
      </w:r>
      <w:r w:rsidRPr="005C741E">
        <w:rPr>
          <w:rFonts w:eastAsia="Calibri"/>
        </w:rPr>
        <w:t xml:space="preserve"> </w:t>
      </w:r>
      <w:r w:rsidRPr="005C741E">
        <w:rPr>
          <w:rFonts w:eastAsia="Calibri"/>
          <w:cs/>
          <w:lang w:bidi="bn-IN"/>
        </w:rPr>
        <w:t>সমাজ</w:t>
      </w:r>
      <w:r w:rsidRPr="005C741E">
        <w:rPr>
          <w:rFonts w:eastAsia="Calibri"/>
        </w:rPr>
        <w:t xml:space="preserve"> </w:t>
      </w:r>
      <w:r w:rsidRPr="005C741E">
        <w:rPr>
          <w:rFonts w:eastAsia="Calibri"/>
          <w:cs/>
          <w:lang w:bidi="bn-IN"/>
        </w:rPr>
        <w:t>দু</w:t>
      </w:r>
      <w:r w:rsidRPr="00C4151B">
        <w:rPr>
          <w:rStyle w:val="libAlaemChar"/>
        </w:rPr>
        <w:t>’</w:t>
      </w:r>
      <w:r w:rsidRPr="005C741E">
        <w:rPr>
          <w:rFonts w:eastAsia="Calibri"/>
          <w:cs/>
          <w:lang w:bidi="bn-IN"/>
        </w:rPr>
        <w:t>শ্রেণীতে</w:t>
      </w:r>
      <w:r w:rsidRPr="005C741E">
        <w:rPr>
          <w:rFonts w:eastAsia="Calibri"/>
        </w:rPr>
        <w:t xml:space="preserve"> </w:t>
      </w:r>
      <w:r w:rsidRPr="005C741E">
        <w:rPr>
          <w:rFonts w:eastAsia="Calibri"/>
          <w:cs/>
          <w:lang w:bidi="bn-IN"/>
        </w:rPr>
        <w:t>বিভক্ত</w:t>
      </w:r>
      <w:bookmarkEnd w:id="0"/>
    </w:p>
    <w:p w:rsidR="00FE4106" w:rsidRPr="005A2C80" w:rsidRDefault="00FE4106" w:rsidP="005C741E">
      <w:pPr>
        <w:pStyle w:val="libBold1"/>
      </w:pPr>
      <w:r w:rsidRPr="005A2C80">
        <w:rPr>
          <w:cs/>
          <w:lang w:bidi="bn-IN"/>
        </w:rPr>
        <w:t>প্রথম শ্রেণী</w:t>
      </w:r>
    </w:p>
    <w:p w:rsidR="005C741E" w:rsidRDefault="00FE4106" w:rsidP="00FE4106">
      <w:pPr>
        <w:pStyle w:val="libNormal"/>
      </w:pPr>
      <w:r w:rsidRPr="005A2C80">
        <w:rPr>
          <w:cs/>
          <w:lang w:bidi="bn-IN"/>
        </w:rPr>
        <w:t>যে সকল নারী আল্লাহর নির্দেশ ও নীতিমালাকে নিজেদের জীবনের</w:t>
      </w:r>
      <w:r w:rsidRPr="005A2C80">
        <w:t xml:space="preserve"> </w:t>
      </w:r>
      <w:r w:rsidRPr="005A2C80">
        <w:rPr>
          <w:cs/>
          <w:lang w:bidi="bn-IN"/>
        </w:rPr>
        <w:t>আদর্শ হিসেবে গ্রহণ করেন</w:t>
      </w:r>
      <w:r w:rsidRPr="005A2C80">
        <w:t xml:space="preserve">, </w:t>
      </w:r>
      <w:r w:rsidRPr="005A2C80">
        <w:rPr>
          <w:cs/>
          <w:lang w:bidi="bn-IN"/>
        </w:rPr>
        <w:t>তাদের ব্যাপারে পবিত্র কোরআন</w:t>
      </w:r>
      <w:r w:rsidRPr="005A2C80">
        <w:t xml:space="preserve">, </w:t>
      </w:r>
      <w:r w:rsidRPr="005A2C80">
        <w:rPr>
          <w:cs/>
          <w:lang w:bidi="bn-IN"/>
        </w:rPr>
        <w:t>মহানবী</w:t>
      </w:r>
      <w:r w:rsidRPr="005A2C80">
        <w:t xml:space="preserve"> (</w:t>
      </w:r>
      <w:r w:rsidRPr="005A2C80">
        <w:rPr>
          <w:cs/>
          <w:lang w:bidi="bn-IN"/>
        </w:rPr>
        <w:t>সা.)</w:t>
      </w:r>
      <w:r w:rsidRPr="005A2C80">
        <w:t xml:space="preserve"> </w:t>
      </w:r>
      <w:r w:rsidRPr="005A2C80">
        <w:rPr>
          <w:cs/>
          <w:lang w:bidi="bn-IN"/>
        </w:rPr>
        <w:t>ও তাঁর আহলে বাইতের ইমামগণ</w:t>
      </w:r>
      <w:r w:rsidRPr="005A2C80">
        <w:rPr>
          <w:lang w:bidi="bn-IN"/>
        </w:rPr>
        <w:t xml:space="preserve"> </w:t>
      </w:r>
      <w:r w:rsidRPr="005A2C80">
        <w:t>(</w:t>
      </w:r>
      <w:r w:rsidRPr="005A2C80">
        <w:rPr>
          <w:cs/>
          <w:lang w:bidi="bn-IN"/>
        </w:rPr>
        <w:t>আ.)</w:t>
      </w:r>
      <w:r w:rsidRPr="005A2C80">
        <w:t>-</w:t>
      </w:r>
      <w:r w:rsidRPr="005A2C80">
        <w:rPr>
          <w:cs/>
          <w:lang w:bidi="bn-IN"/>
        </w:rPr>
        <w:t>এর হাদীসসমূহে</w:t>
      </w:r>
      <w:r w:rsidRPr="005A2C80">
        <w:t xml:space="preserve"> </w:t>
      </w:r>
      <w:r w:rsidRPr="005A2C80">
        <w:rPr>
          <w:cs/>
          <w:lang w:bidi="bn-IN"/>
        </w:rPr>
        <w:t>প্রশংসামূলক বাণী উচ্চারিত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এখন এ পর্যায়ে আমরা সংক্ষিপ্তাকারে</w:t>
      </w:r>
      <w:r w:rsidRPr="005A2C80">
        <w:t xml:space="preserve"> </w:t>
      </w:r>
      <w:r w:rsidRPr="005A2C80">
        <w:rPr>
          <w:cs/>
          <w:lang w:bidi="bn-IN"/>
        </w:rPr>
        <w:t>আপনাদের সামনে উক্ত আয়াত ও রেওয়ায়েতসমূহকে তুলে ধরার চেষ্টা</w:t>
      </w:r>
      <w:r w:rsidRPr="005A2C80">
        <w:t xml:space="preserve"> </w:t>
      </w:r>
      <w:r w:rsidRPr="005A2C80">
        <w:rPr>
          <w:cs/>
          <w:lang w:bidi="bn-IN"/>
        </w:rPr>
        <w:t>করব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5C741E" w:rsidRPr="00C6693F" w:rsidRDefault="005C741E" w:rsidP="00C6693F">
      <w:r>
        <w:br w:type="page"/>
      </w:r>
    </w:p>
    <w:p w:rsidR="00FE4106" w:rsidRPr="005A2C80" w:rsidRDefault="00FE4106" w:rsidP="00FE4106">
      <w:pPr>
        <w:pStyle w:val="libNormal"/>
      </w:pPr>
    </w:p>
    <w:p w:rsidR="00FE4106" w:rsidRPr="005C741E" w:rsidRDefault="006E2492" w:rsidP="005C741E">
      <w:pPr>
        <w:pStyle w:val="Heading1Center"/>
      </w:pPr>
      <w:bookmarkStart w:id="1" w:name="_Toc440447853"/>
      <w:r w:rsidRPr="006E2492">
        <w:rPr>
          <w:rFonts w:hint="cs"/>
          <w:cs/>
          <w:lang w:bidi="bn-IN"/>
        </w:rPr>
        <w:t>১</w:t>
      </w:r>
      <w:r w:rsidRPr="006E2492">
        <w:rPr>
          <w:cs/>
          <w:lang w:bidi="bn-IN"/>
        </w:rPr>
        <w:t xml:space="preserve">- </w:t>
      </w:r>
      <w:r w:rsidRPr="006E2492">
        <w:rPr>
          <w:rFonts w:hint="cs"/>
          <w:cs/>
          <w:lang w:bidi="bn-IN"/>
        </w:rPr>
        <w:t>পবিত্র</w:t>
      </w:r>
      <w:r w:rsidRPr="006E2492">
        <w:rPr>
          <w:cs/>
          <w:lang w:bidi="bn-IN"/>
        </w:rPr>
        <w:t xml:space="preserve"> </w:t>
      </w:r>
      <w:r w:rsidRPr="006E2492">
        <w:rPr>
          <w:rFonts w:hint="cs"/>
          <w:cs/>
          <w:lang w:bidi="bn-IN"/>
        </w:rPr>
        <w:t>কোরআনের</w:t>
      </w:r>
      <w:r w:rsidRPr="006E2492">
        <w:rPr>
          <w:cs/>
          <w:lang w:bidi="bn-IN"/>
        </w:rPr>
        <w:t xml:space="preserve"> </w:t>
      </w:r>
      <w:r w:rsidRPr="006E2492">
        <w:rPr>
          <w:rFonts w:hint="cs"/>
          <w:cs/>
          <w:lang w:bidi="bn-IN"/>
        </w:rPr>
        <w:t>দৃষ্টিতে</w:t>
      </w:r>
      <w:r w:rsidRPr="006E2492">
        <w:rPr>
          <w:cs/>
          <w:lang w:bidi="bn-IN"/>
        </w:rPr>
        <w:t xml:space="preserve"> </w:t>
      </w:r>
      <w:r w:rsidRPr="006E2492">
        <w:rPr>
          <w:rFonts w:hint="cs"/>
          <w:cs/>
          <w:lang w:bidi="bn-IN"/>
        </w:rPr>
        <w:t>নারীর</w:t>
      </w:r>
      <w:r w:rsidRPr="006E2492">
        <w:rPr>
          <w:cs/>
          <w:lang w:bidi="bn-IN"/>
        </w:rPr>
        <w:t xml:space="preserve"> </w:t>
      </w:r>
      <w:r w:rsidRPr="006E2492">
        <w:rPr>
          <w:rFonts w:hint="cs"/>
          <w:cs/>
          <w:lang w:bidi="bn-IN"/>
        </w:rPr>
        <w:t>মর্যাদা</w:t>
      </w:r>
      <w:bookmarkEnd w:id="1"/>
      <w:r w:rsidR="00FE4106" w:rsidRPr="005C741E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إِنَّ الْمُسْلِمِينَ وَالْمُسْلِمَاتِ وَالْمُؤْمِنِينَ وَالْمُؤْمِنَاتِ وَالْقَانِتِينَ وَالْقَانِتَاتِ وَالصَّادِقِينَ وَالصَّادِقَاتِ وَالصَّابِرِينَ وَالصَّابِرَاتِ وَالْخَاشِعِينَ وَالْخَاشِعَاتِ وَالْمُتَصَدِّقِينَ وَالْمُتَصَدِّقَاتِ وَالصَّائِمِينَ وَالصَّائِمَاتِ وَالْحَافِظِينَ فُرُوجَهُمْ وَالْحَافِظَاتِ وَالذَّاكِرِينَ اللَّـهَ كَثِيرًا وَالذَّاكِرَاتِ أَعَدَّ اللَّـهُ لَهُم مَّغْفِرَةً وَأَجْرًا عَظِيمًا</w:t>
      </w:r>
      <w:r w:rsidRPr="005C741E">
        <w:rPr>
          <w:rStyle w:val="libAlaemChar"/>
        </w:rPr>
        <w:t>(</w:t>
      </w:r>
      <w:r w:rsidR="00FE4106" w:rsidRPr="00623425">
        <w:rPr>
          <w:rtl/>
        </w:rPr>
        <w:t xml:space="preserve"> </w:t>
      </w:r>
    </w:p>
    <w:p w:rsidR="00FE4106" w:rsidRPr="005A2C80" w:rsidRDefault="00FE4106" w:rsidP="0070694E">
      <w:pPr>
        <w:rPr>
          <w:rtl/>
        </w:rPr>
      </w:pP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নিশ্চয়ই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মুসলমান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পুরুষ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মুসলমান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</w:t>
      </w:r>
      <w:r w:rsidRPr="009C15B9">
        <w:t xml:space="preserve">, </w:t>
      </w:r>
      <w:r w:rsidRPr="009C15B9">
        <w:rPr>
          <w:cs/>
          <w:lang w:bidi="bn-IN"/>
        </w:rPr>
        <w:t>ঈমানদার পুরুষ ও ঈমানদার নারী</w:t>
      </w:r>
      <w:r w:rsidRPr="009C15B9">
        <w:t xml:space="preserve">, </w:t>
      </w:r>
      <w:r w:rsidRPr="009C15B9">
        <w:rPr>
          <w:cs/>
          <w:lang w:bidi="bn-IN"/>
        </w:rPr>
        <w:t>অনুগত পুরুষ ও নারী</w:t>
      </w:r>
      <w:r w:rsidRPr="009C15B9">
        <w:t xml:space="preserve">, </w:t>
      </w:r>
      <w:r w:rsidRPr="009C15B9">
        <w:rPr>
          <w:cs/>
          <w:lang w:bidi="bn-IN"/>
        </w:rPr>
        <w:t>ইবাদতকারী পুরুষ ও নারী</w:t>
      </w:r>
      <w:r w:rsidRPr="009C15B9">
        <w:t xml:space="preserve">, </w:t>
      </w:r>
      <w:r w:rsidRPr="009C15B9">
        <w:rPr>
          <w:cs/>
          <w:lang w:bidi="bn-IN"/>
        </w:rPr>
        <w:t>সত্যবাদী পুরুষ ও নারী</w:t>
      </w:r>
      <w:r w:rsidRPr="009C15B9">
        <w:t xml:space="preserve">, </w:t>
      </w:r>
      <w:r w:rsidRPr="009C15B9">
        <w:rPr>
          <w:cs/>
          <w:lang w:bidi="bn-IN"/>
        </w:rPr>
        <w:t>ধৈর্য্যশীল পুরুষ ও নারী</w:t>
      </w:r>
      <w:r w:rsidRPr="009C15B9">
        <w:t xml:space="preserve">, </w:t>
      </w:r>
      <w:r w:rsidRPr="009C15B9">
        <w:rPr>
          <w:cs/>
          <w:lang w:bidi="bn-IN"/>
        </w:rPr>
        <w:t>খোদাভীরুপুরুষ ও নারী</w:t>
      </w:r>
      <w:r w:rsidRPr="009C15B9">
        <w:t xml:space="preserve">, </w:t>
      </w:r>
      <w:r w:rsidRPr="009C15B9">
        <w:rPr>
          <w:cs/>
          <w:lang w:bidi="bn-IN"/>
        </w:rPr>
        <w:t>ছদকা দানকারী পুরুষ ও নারী</w:t>
      </w:r>
      <w:r w:rsidRPr="009C15B9">
        <w:t xml:space="preserve">, </w:t>
      </w:r>
      <w:r w:rsidRPr="009C15B9">
        <w:rPr>
          <w:cs/>
          <w:lang w:bidi="bn-IN"/>
        </w:rPr>
        <w:t>রোযাদার পুরুষ ও নারিগণ এবং যে সকল পুরুষ ও নারী তাদের লজ্জাস্থানের হেফাজত করে এবং যে সকল পুরুষ ও নারী আল্লাহকে অধিক স্মরণ করে</w:t>
      </w:r>
      <w:r w:rsidRPr="009C15B9">
        <w:t xml:space="preserve">, </w:t>
      </w:r>
      <w:r w:rsidRPr="009C15B9">
        <w:rPr>
          <w:cs/>
          <w:lang w:bidi="bn-IN"/>
        </w:rPr>
        <w:t>তাদের সকলের জন্যেই আল্লাহ ত</w:t>
      </w:r>
      <w:r w:rsidRPr="009C15B9">
        <w:rPr>
          <w:rFonts w:hint="cs"/>
          <w:cs/>
          <w:lang w:bidi="bn-IN"/>
        </w:rPr>
        <w:t>া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কাছে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রয়েছে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ক্ষমা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মহাপুরস্কার</w:t>
      </w:r>
      <w:r w:rsidRPr="007317F3">
        <w:rPr>
          <w:rStyle w:val="libAlaemChar"/>
        </w:rPr>
        <w:t>”</w:t>
      </w:r>
      <w:r w:rsidRPr="009C15B9">
        <w:rPr>
          <w:rtl/>
          <w:cs/>
        </w:rPr>
        <w:t xml:space="preserve">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৩</w:t>
      </w:r>
      <w:r w:rsidRPr="009C15B9">
        <w:rPr>
          <w:rtl/>
          <w:cs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পবিত্র আয়াতে</w:t>
      </w:r>
      <w:r w:rsidRPr="005A2C80">
        <w:t xml:space="preserve">, </w:t>
      </w:r>
      <w:r w:rsidRPr="005A2C80">
        <w:rPr>
          <w:cs/>
          <w:lang w:bidi="bn-IN"/>
        </w:rPr>
        <w:t>পুরুষ ও নারীকে পাশা-পাশি উল্লেখ করা</w:t>
      </w:r>
      <w:r w:rsidRPr="005A2C80">
        <w:t xml:space="preserve"> </w:t>
      </w:r>
      <w:r w:rsidRPr="005A2C80">
        <w:rPr>
          <w:cs/>
          <w:lang w:bidi="bn-IN"/>
        </w:rPr>
        <w:t>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আল্লাহ্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পুরস্কার দান ও ক্ষমা করার ব্যাপারে তাদের মধ্যে</w:t>
      </w:r>
      <w:r w:rsidRPr="005A2C80">
        <w:t xml:space="preserve"> </w:t>
      </w:r>
      <w:r w:rsidRPr="005A2C80">
        <w:rPr>
          <w:cs/>
          <w:lang w:bidi="bn-IN"/>
        </w:rPr>
        <w:t>কোন পার্থক্য করেন নি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يَا أَيُّهَا النَّاسُ إِنَّا خَلَقْنَاكُم مِّن ذَكَرٍ وَأُنثَىٰ وَجَعَلْنَاكُمْ شُعُوبًا وَقَبَائِلَ لِتَعَارَفُوا إِنَّ أَكْرَمَكُمْ عِندَ اللَّـهِ أَتْقَاكُمْ إِنَّ اللَّـهَ عَلِيمٌ خَبِيرٌ</w:t>
      </w:r>
      <w:r w:rsidRPr="005C741E">
        <w:rPr>
          <w:rStyle w:val="libAlaemChar"/>
        </w:rPr>
        <w:t>(</w:t>
      </w:r>
      <w:r w:rsidR="00FE4106" w:rsidRPr="00623425">
        <w:t xml:space="preserve"> </w:t>
      </w:r>
    </w:p>
    <w:p w:rsidR="0049095A" w:rsidRPr="0049095A" w:rsidRDefault="0049095A" w:rsidP="0049095A">
      <w:pPr>
        <w:pStyle w:val="libNormal"/>
      </w:pPr>
      <w:r w:rsidRPr="0049095A">
        <w:rPr>
          <w:rFonts w:hint="cs"/>
          <w:cs/>
          <w:lang w:bidi="bn-IN"/>
        </w:rPr>
        <w:t>হে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মানব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সকল</w:t>
      </w:r>
      <w:r w:rsidRPr="0049095A">
        <w:rPr>
          <w:cs/>
          <w:lang w:bidi="bn-IN"/>
        </w:rPr>
        <w:t xml:space="preserve">! </w:t>
      </w:r>
      <w:r w:rsidRPr="0049095A">
        <w:rPr>
          <w:rFonts w:hint="cs"/>
          <w:cs/>
          <w:lang w:bidi="bn-IN"/>
        </w:rPr>
        <w:t>আমরা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তোমাদের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সকলকে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একজন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পুরুষ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একজন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নারী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থেকে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সৃষ্টি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করেছি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এবং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পরবর্তীতে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বিভিন্ন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জাতি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গোত্রে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বিভক্ত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করেছি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কারণে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যে</w:t>
      </w:r>
      <w:r w:rsidRPr="0049095A">
        <w:t xml:space="preserve">, </w:t>
      </w:r>
      <w:r w:rsidRPr="0049095A">
        <w:rPr>
          <w:rFonts w:hint="cs"/>
          <w:cs/>
          <w:lang w:bidi="bn-IN"/>
        </w:rPr>
        <w:t>তোমরা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যেন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অপরকে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চিনতে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পার</w:t>
      </w:r>
      <w:r w:rsidRPr="0049095A">
        <w:rPr>
          <w:cs/>
          <w:lang w:bidi="bn-IN"/>
        </w:rPr>
        <w:t xml:space="preserve"> (</w:t>
      </w:r>
      <w:r w:rsidRPr="0049095A">
        <w:rPr>
          <w:rFonts w:hint="cs"/>
          <w:cs/>
          <w:lang w:bidi="bn-IN"/>
        </w:rPr>
        <w:t>এবং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বুঝতে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পার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বংশ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গোত্র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কোন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গর্বের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বিষয়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নয়</w:t>
      </w:r>
      <w:r w:rsidRPr="0049095A">
        <w:rPr>
          <w:cs/>
          <w:lang w:bidi="bn-IN"/>
        </w:rPr>
        <w:t xml:space="preserve">) </w:t>
      </w:r>
      <w:r w:rsidRPr="0049095A">
        <w:rPr>
          <w:rFonts w:hint="cs"/>
          <w:cs/>
          <w:lang w:bidi="hi-IN"/>
        </w:rPr>
        <w:t>।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তোমাদের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মধ্যে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সেই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আল্লাহর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কাছে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অধিক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উত্তম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যে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অন্যের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থেকে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বেশী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তাকওয়াসম্পন্ন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hi-IN"/>
        </w:rPr>
        <w:t>।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নিশ্চয়ই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আল্লাহ্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জ্ঞানী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এবং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মানুষের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ভাল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মন্দ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কাজের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বিষয়ে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সম্যক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অবগত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আছেন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hi-IN"/>
        </w:rPr>
        <w:t>।</w:t>
      </w:r>
      <w:r w:rsidRPr="007645C7">
        <w:rPr>
          <w:rStyle w:val="libFootnotenumChar"/>
          <w:rFonts w:hint="cs"/>
          <w:cs/>
          <w:lang w:bidi="bn-IN"/>
        </w:rPr>
        <w:t>৪</w:t>
      </w:r>
      <w:r w:rsidRPr="0049095A">
        <w:rPr>
          <w:cs/>
          <w:lang w:bidi="bn-IN"/>
        </w:rPr>
        <w:t xml:space="preserve"> </w:t>
      </w:r>
    </w:p>
    <w:p w:rsidR="00FE4106" w:rsidRPr="005A2C80" w:rsidRDefault="0049095A" w:rsidP="0049095A">
      <w:pPr>
        <w:pStyle w:val="libNormal"/>
      </w:pPr>
      <w:r w:rsidRPr="0049095A">
        <w:rPr>
          <w:rFonts w:hint="cs"/>
          <w:cs/>
          <w:lang w:bidi="bn-IN"/>
        </w:rPr>
        <w:t>এই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পবিত্র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আয়াতেও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আল্লাহ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তা</w:t>
      </w:r>
      <w:r w:rsidRPr="0049095A">
        <w:rPr>
          <w:rFonts w:hint="eastAsia"/>
        </w:rPr>
        <w:t>’</w:t>
      </w:r>
      <w:r w:rsidRPr="0049095A">
        <w:rPr>
          <w:rFonts w:hint="cs"/>
          <w:cs/>
          <w:lang w:bidi="bn-IN"/>
        </w:rPr>
        <w:t>য়ালা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পুরুষ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নারী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সৃষ্টির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উদ্দেশ্য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তাঁর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একক</w:t>
      </w:r>
      <w:r w:rsidRPr="0049095A">
        <w:t xml:space="preserve">, </w:t>
      </w:r>
      <w:r w:rsidRPr="0049095A">
        <w:rPr>
          <w:rFonts w:hint="cs"/>
          <w:cs/>
          <w:lang w:bidi="bn-IN"/>
        </w:rPr>
        <w:t>পবিত্র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সত্তাকে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উত্তমরূপে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জানা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বলে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উল্লেখ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করেছেন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hi-IN"/>
        </w:rPr>
        <w:t>।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বংশ</w:t>
      </w:r>
      <w:r w:rsidRPr="0049095A">
        <w:t xml:space="preserve">, </w:t>
      </w:r>
      <w:r w:rsidRPr="0049095A">
        <w:rPr>
          <w:rFonts w:hint="cs"/>
          <w:cs/>
          <w:lang w:bidi="bn-IN"/>
        </w:rPr>
        <w:t>ক্ষমতা</w:t>
      </w:r>
      <w:r w:rsidRPr="0049095A">
        <w:t xml:space="preserve">, </w:t>
      </w:r>
      <w:r w:rsidRPr="0049095A">
        <w:rPr>
          <w:rFonts w:hint="cs"/>
          <w:cs/>
          <w:lang w:bidi="bn-IN"/>
        </w:rPr>
        <w:t>ধন</w:t>
      </w:r>
      <w:r w:rsidRPr="0049095A">
        <w:rPr>
          <w:cs/>
          <w:lang w:bidi="bn-IN"/>
        </w:rPr>
        <w:t>-</w:t>
      </w:r>
      <w:r w:rsidRPr="0049095A">
        <w:rPr>
          <w:rFonts w:hint="cs"/>
          <w:cs/>
          <w:lang w:bidi="bn-IN"/>
        </w:rPr>
        <w:t>দৌলত</w:t>
      </w:r>
      <w:r w:rsidRPr="0049095A">
        <w:t xml:space="preserve">, </w:t>
      </w:r>
      <w:r w:rsidRPr="0049095A">
        <w:rPr>
          <w:rFonts w:hint="cs"/>
          <w:cs/>
          <w:lang w:bidi="bn-IN"/>
        </w:rPr>
        <w:t>জ্ঞান</w:t>
      </w:r>
      <w:r w:rsidRPr="0049095A">
        <w:t xml:space="preserve">, </w:t>
      </w:r>
      <w:r w:rsidRPr="0049095A">
        <w:rPr>
          <w:rFonts w:hint="cs"/>
          <w:cs/>
          <w:lang w:bidi="bn-IN"/>
        </w:rPr>
        <w:lastRenderedPageBreak/>
        <w:t>রং</w:t>
      </w:r>
      <w:r w:rsidRPr="0049095A">
        <w:t xml:space="preserve">, </w:t>
      </w:r>
      <w:r w:rsidRPr="0049095A">
        <w:rPr>
          <w:rFonts w:hint="cs"/>
          <w:cs/>
          <w:lang w:bidi="bn-IN"/>
        </w:rPr>
        <w:t>ভাষা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ও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ভৌগলিকতার</w:t>
      </w:r>
      <w:r w:rsidRPr="0049095A">
        <w:rPr>
          <w:cs/>
          <w:lang w:bidi="bn-IN"/>
        </w:rPr>
        <w:t xml:space="preserve"> (</w:t>
      </w:r>
      <w:r w:rsidRPr="0049095A">
        <w:rPr>
          <w:rFonts w:hint="cs"/>
          <w:cs/>
          <w:lang w:bidi="bn-IN"/>
        </w:rPr>
        <w:t>আমেরিকা</w:t>
      </w:r>
      <w:r w:rsidRPr="0049095A">
        <w:t xml:space="preserve">, </w:t>
      </w:r>
      <w:r w:rsidRPr="0049095A">
        <w:rPr>
          <w:rFonts w:hint="cs"/>
          <w:cs/>
          <w:lang w:bidi="bn-IN"/>
        </w:rPr>
        <w:t>ইউরোপ</w:t>
      </w:r>
      <w:r w:rsidRPr="0049095A">
        <w:t xml:space="preserve">, </w:t>
      </w:r>
      <w:r w:rsidRPr="0049095A">
        <w:rPr>
          <w:rFonts w:hint="cs"/>
          <w:cs/>
          <w:lang w:bidi="bn-IN"/>
        </w:rPr>
        <w:t>এশিয়া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ইত্যাদি</w:t>
      </w:r>
      <w:r w:rsidRPr="0049095A">
        <w:rPr>
          <w:cs/>
          <w:lang w:bidi="bn-IN"/>
        </w:rPr>
        <w:t xml:space="preserve">) </w:t>
      </w:r>
      <w:r w:rsidRPr="0049095A">
        <w:rPr>
          <w:rFonts w:hint="cs"/>
          <w:cs/>
          <w:lang w:bidi="bn-IN"/>
        </w:rPr>
        <w:t>ভিত্তিতে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আল্লাহ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মানুষের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মর্যাদাকে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নির্ধারণ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করেন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নি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বরং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আল্লাহর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কাছে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উত্তম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বস্তু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হচ্ছে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তাকওয়া</w:t>
      </w:r>
      <w:r w:rsidRPr="0049095A">
        <w:t xml:space="preserve">, </w:t>
      </w:r>
      <w:r w:rsidRPr="0049095A">
        <w:rPr>
          <w:rFonts w:hint="cs"/>
          <w:cs/>
          <w:lang w:bidi="bn-IN"/>
        </w:rPr>
        <w:t>আর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তাকওয়ার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অর্থ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হচ্ছে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আল্লাহর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আদেশ</w:t>
      </w:r>
      <w:r w:rsidRPr="0049095A">
        <w:rPr>
          <w:cs/>
          <w:lang w:bidi="bn-IN"/>
        </w:rPr>
        <w:t>-</w:t>
      </w:r>
      <w:r w:rsidRPr="0049095A">
        <w:rPr>
          <w:rFonts w:hint="cs"/>
          <w:cs/>
          <w:lang w:bidi="bn-IN"/>
        </w:rPr>
        <w:t>নিষেধকে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মেনে</w:t>
      </w:r>
      <w:r w:rsidRPr="0049095A">
        <w:rPr>
          <w:cs/>
          <w:lang w:bidi="bn-IN"/>
        </w:rPr>
        <w:t xml:space="preserve"> </w:t>
      </w:r>
      <w:r w:rsidRPr="0049095A">
        <w:rPr>
          <w:rFonts w:hint="cs"/>
          <w:cs/>
          <w:lang w:bidi="bn-IN"/>
        </w:rPr>
        <w:t>চলা</w:t>
      </w:r>
      <w:r w:rsidR="00FE4106" w:rsidRPr="005A2C80">
        <w:rPr>
          <w:cs/>
          <w:lang w:bidi="hi-IN"/>
        </w:rPr>
        <w:t xml:space="preserve"> ।</w:t>
      </w:r>
      <w:r w:rsidR="00FE4106" w:rsidRPr="005A2C80">
        <w:t xml:space="preserve"> </w:t>
      </w:r>
    </w:p>
    <w:p w:rsidR="00FE4106" w:rsidRPr="00623425" w:rsidRDefault="007317F3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tl/>
        </w:rPr>
        <w:t>مَنْ عَمِلَ صَالِحًا مِّن ذَكَرٍ أَوْ أُنثَىٰ وَهُوَ مُؤْمِنٌ فَلَنُحْيِيَنَّهُ حَيَاةً طَيِّبَةً وَلَنَجْزِيَنَّهُمْ أَجْرَهُم بِأَحْسَنِ مَا كَانُوا يَعْمَلُونَ</w:t>
      </w:r>
      <w:r w:rsidRPr="00623425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পুরুষ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মধ্য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যারাই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ঈমান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আনবে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উত্তম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কাজ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আঞ্জাম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দিবে</w:t>
      </w:r>
      <w:r w:rsidRPr="009C15B9">
        <w:t xml:space="preserve">, </w:t>
      </w:r>
      <w:r w:rsidRPr="009C15B9">
        <w:rPr>
          <w:cs/>
          <w:lang w:bidi="bn-IN"/>
        </w:rPr>
        <w:t>তাদেরকে আমরা পবিত্র জীবন দান করবো এবং তাদের কাজের তুলনায় উত্তম পুরস্কার দান কর</w:t>
      </w:r>
      <w:r w:rsidRPr="009C15B9">
        <w:rPr>
          <w:rFonts w:hint="cs"/>
          <w:cs/>
          <w:lang w:bidi="bn-IN"/>
        </w:rPr>
        <w:t>ব</w:t>
      </w:r>
      <w:r w:rsidRPr="007317F3">
        <w:rPr>
          <w:rStyle w:val="libAlaemChar"/>
        </w:rPr>
        <w:t>”</w:t>
      </w:r>
      <w:r w:rsidRPr="009C15B9">
        <w:rPr>
          <w:rtl/>
          <w:cs/>
        </w:rPr>
        <w:t xml:space="preserve">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৫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আয়াতেও আল্লাহ্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উত্তম কাজের বিনিময় স্বরূপ</w:t>
      </w:r>
      <w:r w:rsidRPr="005A2C80">
        <w:t xml:space="preserve"> </w:t>
      </w:r>
      <w:r w:rsidRPr="005A2C80">
        <w:rPr>
          <w:cs/>
          <w:lang w:bidi="bn-IN"/>
        </w:rPr>
        <w:t>পুরস্কার ও সওয়াব দানের অঙ্গীকার করেছেন</w:t>
      </w:r>
      <w:r w:rsidRPr="005A2C80">
        <w:t xml:space="preserve">, </w:t>
      </w:r>
      <w:r w:rsidRPr="005A2C80">
        <w:rPr>
          <w:cs/>
          <w:lang w:bidi="bn-IN"/>
        </w:rPr>
        <w:t>আর সৎকর্ম সম্পাদনকারী</w:t>
      </w:r>
      <w:r w:rsidRPr="005A2C80">
        <w:t xml:space="preserve"> </w:t>
      </w:r>
      <w:r w:rsidRPr="005A2C80">
        <w:rPr>
          <w:cs/>
          <w:lang w:bidi="bn-IN"/>
        </w:rPr>
        <w:t>পুরুষই হোক অথবা নারী হোক কোন পার্থক্য করেন নি বরং যে কোন</w:t>
      </w:r>
      <w:r w:rsidRPr="005A2C80">
        <w:t xml:space="preserve"> </w:t>
      </w:r>
      <w:r w:rsidRPr="005A2C80">
        <w:rPr>
          <w:cs/>
          <w:lang w:bidi="bn-IN"/>
        </w:rPr>
        <w:t>বান্দাই এই ভাল কাজ আঞ্জাম দিবে 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তাকেই এই পুরস্কারে</w:t>
      </w:r>
      <w:r w:rsidRPr="005A2C80">
        <w:t xml:space="preserve"> </w:t>
      </w:r>
      <w:r w:rsidRPr="005A2C80">
        <w:rPr>
          <w:cs/>
          <w:lang w:bidi="bn-IN"/>
        </w:rPr>
        <w:t>পুরস্কৃত করবেন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623425" w:rsidRDefault="007317F3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tl/>
        </w:rPr>
        <w:t>وَمِنْ آيَاتِهِ أَنْ خَلَقَ لَكُم مِّنْ أَنفُسِكُمْ أَزْوَاجًا لِّتَسْكُنُوا إِلَيْهَا وَجَعَلَ بَيْنَكُم مَّوَدَّةً وَرَحْمَةً  إِنَّ فِي ذَٰلِكَ لَآيَاتٍ لِّقَوْمٍ يَتَفَكَّرُونَ</w:t>
      </w:r>
      <w:r w:rsidRPr="00623425">
        <w:rPr>
          <w:rStyle w:val="libAlaemChar"/>
        </w:rPr>
        <w:t>(</w:t>
      </w:r>
      <w:r w:rsidR="00FE4106" w:rsidRPr="00623425">
        <w:rPr>
          <w:rtl/>
          <w:cs/>
        </w:rPr>
        <w:t xml:space="preserve"> 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আল্লাহ্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নিদর্শনাবলীর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মধ্যে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একটি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হচ্ছে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</w:t>
      </w:r>
      <w:r w:rsidRPr="009C15B9">
        <w:t xml:space="preserve">, </w:t>
      </w:r>
      <w:r w:rsidRPr="009C15B9">
        <w:rPr>
          <w:cs/>
          <w:lang w:bidi="bn-IN"/>
        </w:rPr>
        <w:t>তোমাদের জন্য তোমাদের মধ্য হতে সহধর্মিনীদেরকে সৃষ্টি করেছেন যাতে করে তাদের সান্নিধ্যে প্রশান্তি</w:t>
      </w:r>
      <w:r w:rsidRPr="009C15B9">
        <w:t xml:space="preserve"> </w:t>
      </w:r>
      <w:r w:rsidRPr="009C15B9">
        <w:rPr>
          <w:cs/>
          <w:lang w:bidi="bn-IN"/>
        </w:rPr>
        <w:t>অনুভব করতে পার</w:t>
      </w:r>
      <w:r w:rsidRPr="009C15B9">
        <w:t xml:space="preserve">, </w:t>
      </w:r>
      <w:r w:rsidRPr="009C15B9">
        <w:rPr>
          <w:cs/>
          <w:lang w:bidi="bn-IN"/>
        </w:rPr>
        <w:t xml:space="preserve">আর তোমাদের মধ্যে ভালবাসা ও রহমতকে প্রতিষ্ঠিত করেছেন । এ সব কিছুই হচ্ছে নিদর্শন তাদের জন্য যারা চিন্তা করে </w:t>
      </w:r>
      <w:r w:rsidRPr="00623425">
        <w:rPr>
          <w:rFonts w:hint="cs"/>
          <w:cs/>
          <w:lang w:bidi="hi-IN"/>
        </w:rPr>
        <w:t>।</w:t>
      </w:r>
      <w:r w:rsidRPr="007317F3">
        <w:rPr>
          <w:rStyle w:val="libAlaemChar"/>
        </w:rPr>
        <w:t>”</w:t>
      </w:r>
      <w:r w:rsidRPr="00FE4106">
        <w:rPr>
          <w:rStyle w:val="libFootnotenumChar"/>
          <w:cs/>
          <w:lang w:bidi="bn-IN"/>
        </w:rPr>
        <w:t>৬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পবিত্র আয়াতেও 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নারী সৃষ্টিকে তাঁর অন্যতম</w:t>
      </w:r>
      <w:r w:rsidRPr="005A2C80">
        <w:t xml:space="preserve"> </w:t>
      </w:r>
      <w:r w:rsidRPr="005A2C80">
        <w:rPr>
          <w:cs/>
          <w:lang w:bidi="bn-IN"/>
        </w:rPr>
        <w:t>নিদর্শন হিসেবে পেশ করেছেন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তিনি উল্লেখ করেছেন যে</w:t>
      </w:r>
      <w:r w:rsidRPr="005A2C80">
        <w:t xml:space="preserve">, </w:t>
      </w:r>
      <w:r w:rsidRPr="005A2C80">
        <w:rPr>
          <w:cs/>
          <w:lang w:bidi="bn-IN"/>
        </w:rPr>
        <w:t>নারীরা হচ্ছে</w:t>
      </w:r>
      <w:r w:rsidRPr="005A2C80">
        <w:t xml:space="preserve"> </w:t>
      </w:r>
      <w:r w:rsidRPr="005A2C80">
        <w:rPr>
          <w:cs/>
          <w:lang w:bidi="bn-IN"/>
        </w:rPr>
        <w:t>ভালবাসা</w:t>
      </w:r>
      <w:r w:rsidRPr="005A2C80">
        <w:t xml:space="preserve">, </w:t>
      </w:r>
      <w:r w:rsidRPr="005A2C80">
        <w:rPr>
          <w:cs/>
          <w:lang w:bidi="bn-IN"/>
        </w:rPr>
        <w:t>রহমত ও প্রশান্তির কারণ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বিশিষ্ট মুফাসসির আল্লামা</w:t>
      </w:r>
      <w:r w:rsidRPr="005A2C80">
        <w:t xml:space="preserve"> </w:t>
      </w:r>
      <w:r w:rsidRPr="005A2C80">
        <w:rPr>
          <w:cs/>
          <w:lang w:bidi="bn-IN"/>
        </w:rPr>
        <w:t>তাবাতাবাই</w:t>
      </w:r>
      <w:r w:rsidRPr="005A2C80">
        <w:t xml:space="preserve"> (</w:t>
      </w:r>
      <w:r w:rsidRPr="005A2C80">
        <w:rPr>
          <w:cs/>
          <w:lang w:bidi="bn-IN"/>
        </w:rPr>
        <w:t>রহ:)</w:t>
      </w:r>
      <w:r w:rsidRPr="005A2C80">
        <w:t xml:space="preserve"> </w:t>
      </w:r>
      <w:r w:rsidRPr="005A2C80">
        <w:rPr>
          <w:cs/>
          <w:lang w:bidi="bn-IN"/>
        </w:rPr>
        <w:t>এই আয়াতের তাফসীরে বলেন</w:t>
      </w:r>
      <w:r w:rsidRPr="005A2C80">
        <w:t xml:space="preserve">, </w:t>
      </w:r>
      <w:r w:rsidRPr="005A2C80">
        <w:rPr>
          <w:cs/>
          <w:lang w:bidi="bn-IN"/>
        </w:rPr>
        <w:t>পুরুষ ও নারী এমনই</w:t>
      </w:r>
      <w:r w:rsidRPr="005A2C80">
        <w:t xml:space="preserve"> </w:t>
      </w:r>
      <w:r w:rsidRPr="005A2C80">
        <w:rPr>
          <w:cs/>
          <w:lang w:bidi="bn-IN"/>
        </w:rPr>
        <w:t>এক সৃষ্টি একে অপরের সাথে বিবাহ বন্ধনে আবদ্ধ হওয়ার ফলে যারা</w:t>
      </w:r>
      <w:r w:rsidRPr="005A2C80">
        <w:t xml:space="preserve"> </w:t>
      </w:r>
      <w:r w:rsidRPr="005A2C80">
        <w:rPr>
          <w:cs/>
          <w:lang w:bidi="bn-IN"/>
        </w:rPr>
        <w:t>উভয়ই পূর্ণতা অর্জন করে এবং এ দু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য়ের মিলনের মাধ্যমে মানব জাতির</w:t>
      </w:r>
      <w:r w:rsidRPr="005A2C80">
        <w:t xml:space="preserve"> </w:t>
      </w:r>
      <w:r w:rsidRPr="005A2C80">
        <w:rPr>
          <w:cs/>
          <w:lang w:bidi="bn-IN"/>
        </w:rPr>
        <w:t>বংশ বিস্তার ঘটে থাকে</w:t>
      </w:r>
      <w:r w:rsidRPr="005A2C80">
        <w:t xml:space="preserve">, </w:t>
      </w:r>
      <w:r w:rsidRPr="005A2C80">
        <w:rPr>
          <w:cs/>
          <w:lang w:bidi="bn-IN"/>
        </w:rPr>
        <w:t>আর তারা একজন অপরজন ছাড়া অসম্পূর্ণ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lastRenderedPageBreak/>
        <w:t>আল্লাহ্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এই আয়াতের শেষে বলছেন : এই বিষয়টি তাদের</w:t>
      </w:r>
      <w:r w:rsidRPr="005A2C80">
        <w:t xml:space="preserve"> </w:t>
      </w:r>
      <w:r w:rsidRPr="005A2C80">
        <w:rPr>
          <w:cs/>
          <w:lang w:bidi="bn-IN"/>
        </w:rPr>
        <w:t>জন্য নিদর্শন যারা চিন্তা করে বা যারা বিবেক সম্পন্ন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তারা এর মাধ্যমে</w:t>
      </w:r>
      <w:r w:rsidRPr="005A2C80">
        <w:t xml:space="preserve"> </w:t>
      </w:r>
      <w:r w:rsidRPr="005A2C80">
        <w:rPr>
          <w:cs/>
          <w:lang w:bidi="bn-IN"/>
        </w:rPr>
        <w:t>বুঝতে পারবে যে</w:t>
      </w:r>
      <w:r w:rsidRPr="005A2C80">
        <w:t xml:space="preserve">, </w:t>
      </w:r>
      <w:r w:rsidRPr="005A2C80">
        <w:rPr>
          <w:cs/>
          <w:lang w:bidi="bn-IN"/>
        </w:rPr>
        <w:t>পুরুষ ও নারী একে অপরের পরিপূরক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নারীই</w:t>
      </w:r>
      <w:r w:rsidRPr="005A2C80">
        <w:t xml:space="preserve"> </w:t>
      </w:r>
      <w:r w:rsidRPr="005A2C80">
        <w:rPr>
          <w:cs/>
          <w:lang w:bidi="bn-IN"/>
        </w:rPr>
        <w:t>একটি পরিবারকে সতেজ ও উদ্যমী করে রাখে এবং এর সদস্যদের প্রকৃত</w:t>
      </w:r>
      <w:r w:rsidRPr="005A2C80">
        <w:t xml:space="preserve"> </w:t>
      </w:r>
      <w:r w:rsidRPr="005A2C80">
        <w:rPr>
          <w:cs/>
          <w:lang w:bidi="bn-IN"/>
        </w:rPr>
        <w:t>মানুষ হিসেবে গড়ে উঠতে নিয়ামকের ভূমিকা পালন করে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যে কারণে</w:t>
      </w:r>
      <w:r w:rsidRPr="005A2C80">
        <w:t xml:space="preserve"> </w:t>
      </w:r>
      <w:r w:rsidRPr="005A2C80">
        <w:rPr>
          <w:cs/>
          <w:lang w:bidi="bn-IN"/>
        </w:rPr>
        <w:t>পুরুষ ও নারী শুভ বন্ধনে আবদ্ধ হয় তা হচ্ছে আল্লাহ প্রদত্ত ভালবাসা ও</w:t>
      </w:r>
      <w:r w:rsidRPr="005A2C80">
        <w:t xml:space="preserve"> </w:t>
      </w:r>
      <w:r w:rsidRPr="005A2C80">
        <w:rPr>
          <w:cs/>
          <w:lang w:bidi="bn-IN"/>
        </w:rPr>
        <w:t>রহমত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শুধুমাত্র দৈহিক চাহিদার কারণেই তারা এ বন্ধনে আবদ্ধ হয়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কিন্তু পুরুষ ও নারীর বন্ধনের মধ্যে দু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টি দিক বিদ্যমান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তার</w:t>
      </w:r>
      <w:r w:rsidRPr="005A2C80">
        <w:t xml:space="preserve"> </w:t>
      </w:r>
      <w:r w:rsidRPr="005A2C80">
        <w:rPr>
          <w:cs/>
          <w:lang w:bidi="bn-IN"/>
        </w:rPr>
        <w:t>একটি হচ্ছে ঐশী ও ভালবাসার দিক অপরটি হচ্ছে পাশবিক দিক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</w:t>
      </w:r>
      <w:r w:rsidRPr="005A2C80">
        <w:t xml:space="preserve"> </w:t>
      </w:r>
      <w:r w:rsidRPr="005A2C80">
        <w:rPr>
          <w:cs/>
          <w:lang w:bidi="bn-IN"/>
        </w:rPr>
        <w:t>মানুষ তার ঐ ঐশী ও ভালবাসার বোধের মাধ্যমেই পূর্ণতায় পৌঁছে থাকে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এখানে একটি বিষয় উল্লেখ করা বিশেষ প্রয়োজন বলে মনে করছি তা</w:t>
      </w:r>
      <w:r w:rsidRPr="005A2C80">
        <w:t xml:space="preserve"> </w:t>
      </w:r>
      <w:r w:rsidRPr="005A2C80">
        <w:rPr>
          <w:cs/>
          <w:lang w:bidi="bn-IN"/>
        </w:rPr>
        <w:t>হচ্ছে</w:t>
      </w:r>
      <w:r w:rsidRPr="005A2C80">
        <w:t xml:space="preserve">, </w:t>
      </w:r>
      <w:r w:rsidRPr="005A2C80">
        <w:rPr>
          <w:cs/>
          <w:lang w:bidi="bn-IN"/>
        </w:rPr>
        <w:t>অনেক মুফাসসির উল্লিখিত আয়াত ও এ ধরনের আরো কিছু</w:t>
      </w:r>
      <w:r w:rsidRPr="005A2C80">
        <w:t xml:space="preserve"> </w:t>
      </w:r>
      <w:r w:rsidRPr="005A2C80">
        <w:rPr>
          <w:cs/>
          <w:lang w:bidi="bn-IN"/>
        </w:rPr>
        <w:t>আয়াতের ব্যাখ্যায় বলেছেন যে</w:t>
      </w:r>
      <w:r w:rsidRPr="005A2C80">
        <w:t xml:space="preserve">, </w:t>
      </w:r>
      <w:r w:rsidRPr="005A2C80">
        <w:rPr>
          <w:cs/>
          <w:lang w:bidi="bn-IN"/>
        </w:rPr>
        <w:t>নারী পুরুষের শরীরের অংশ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</w:t>
      </w:r>
      <w:r w:rsidRPr="005A2C80">
        <w:t xml:space="preserve"> </w:t>
      </w:r>
      <w:r w:rsidRPr="005A2C80">
        <w:rPr>
          <w:cs/>
          <w:lang w:bidi="bn-IN"/>
        </w:rPr>
        <w:t>তাদেরকে পুরুষের শরীরের অংশ থেকে সৃষ্টি করা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এই</w:t>
      </w:r>
      <w:r w:rsidRPr="005A2C80">
        <w:t xml:space="preserve"> </w:t>
      </w:r>
      <w:r w:rsidRPr="005A2C80">
        <w:rPr>
          <w:cs/>
          <w:lang w:bidi="bn-IN"/>
        </w:rPr>
        <w:t>ধরনের তফসিরের ফলে অনেক সুবিধাবাদী পুরুষ</w:t>
      </w:r>
      <w:r w:rsidRPr="005A2C80">
        <w:t xml:space="preserve">, </w:t>
      </w:r>
      <w:r w:rsidRPr="005A2C80">
        <w:rPr>
          <w:cs/>
          <w:lang w:bidi="bn-IN"/>
        </w:rPr>
        <w:t>নারীদেরকে তাদের</w:t>
      </w:r>
      <w:r w:rsidRPr="005A2C80">
        <w:t xml:space="preserve"> </w:t>
      </w:r>
      <w:r w:rsidRPr="005A2C80">
        <w:rPr>
          <w:cs/>
          <w:lang w:bidi="bn-IN"/>
        </w:rPr>
        <w:t>থেকে নিম্ন পর্যায়ের মনে করে থাকেন যা নারীর জন্যে একটি অপমান</w:t>
      </w:r>
      <w:r w:rsidRPr="005A2C80">
        <w:t xml:space="preserve"> </w:t>
      </w:r>
      <w:r w:rsidRPr="005A2C80">
        <w:rPr>
          <w:cs/>
          <w:lang w:bidi="bn-IN"/>
        </w:rPr>
        <w:t>জনক বিষয়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এক্ষেত্রে নিম্নলিখিত আয়াতসমূহকে তারা প্রমাণ হিসেবে</w:t>
      </w:r>
      <w:r w:rsidRPr="005A2C80">
        <w:t xml:space="preserve"> </w:t>
      </w:r>
      <w:r w:rsidRPr="005A2C80">
        <w:rPr>
          <w:cs/>
          <w:lang w:bidi="bn-IN"/>
        </w:rPr>
        <w:t>উপস্থাপন করেছেন :</w:t>
      </w:r>
      <w:r w:rsidRPr="005A2C80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يَا أَيُّهَا النَّاسُ اتَّقُوا رَبَّكُمُ الَّذِي خَلَقَكُم مِّن نَّفْسٍ وَاحِدَةٍ وَخَلَقَ مِنْهَا زَوْجَهَا وَبَثَّ مِنْهُمَا رِجَالًا كَثِيرًا وَنِسَاءً</w:t>
      </w:r>
      <w:r w:rsidRPr="005C741E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হে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মানব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সকল</w:t>
      </w:r>
      <w:r w:rsidRPr="00623425">
        <w:rPr>
          <w:rFonts w:hint="cs"/>
          <w:rtl/>
          <w:cs/>
        </w:rPr>
        <w:t xml:space="preserve">! </w:t>
      </w:r>
      <w:r w:rsidRPr="009C15B9">
        <w:rPr>
          <w:rFonts w:hint="cs"/>
          <w:cs/>
          <w:lang w:bidi="bn-IN"/>
        </w:rPr>
        <w:t>তোমাদের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পরওয়ারদিগারকে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ভয়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</w:t>
      </w:r>
      <w:r w:rsidRPr="00623425">
        <w:rPr>
          <w:rFonts w:hint="cs"/>
          <w:cs/>
          <w:lang w:bidi="hi-IN"/>
        </w:rPr>
        <w:t xml:space="preserve"> । </w:t>
      </w:r>
      <w:r w:rsidRPr="009C15B9">
        <w:rPr>
          <w:rFonts w:hint="cs"/>
          <w:cs/>
          <w:lang w:bidi="bn-IN"/>
        </w:rPr>
        <w:t>যিনি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তোমাদেরকে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একক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সত্তা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সৃষ্টি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করেছেন</w:t>
      </w:r>
      <w:r w:rsidRPr="00623425">
        <w:rPr>
          <w:rFonts w:hint="cs"/>
          <w:cs/>
          <w:lang w:bidi="hi-IN"/>
        </w:rPr>
        <w:t xml:space="preserve"> । </w:t>
      </w:r>
      <w:r w:rsidRPr="009C15B9">
        <w:rPr>
          <w:rFonts w:hint="cs"/>
          <w:cs/>
          <w:lang w:bidi="bn-IN"/>
        </w:rPr>
        <w:t>আর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সহধর্মিণীকেও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ঐ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দু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জন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অনেক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পুরুষ</w:t>
      </w:r>
      <w:r w:rsidRPr="00623425">
        <w:rPr>
          <w:rFonts w:hint="cs"/>
          <w:rtl/>
          <w:cs/>
        </w:rPr>
        <w:t xml:space="preserve"> </w:t>
      </w:r>
      <w:r w:rsidRPr="009C15B9">
        <w:rPr>
          <w:cs/>
          <w:lang w:bidi="bn-IN"/>
        </w:rPr>
        <w:t xml:space="preserve">ও নারী সৃষ্টি করেছেন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৭</w:t>
      </w:r>
      <w:r w:rsidRPr="009C15B9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هُوَ الَّذِي خَلَقَكُم مِّن نَّفْسٍ وَاحِدَةٍ وَجَعَلَ مِنْهَا زَوْجَهَا</w:t>
      </w:r>
      <w:r w:rsidRPr="005C741E">
        <w:rPr>
          <w:rStyle w:val="libAlaemChar"/>
        </w:rPr>
        <w:t>(</w:t>
      </w:r>
      <w:r w:rsidR="00FE4106" w:rsidRPr="00623425">
        <w:rPr>
          <w:rtl/>
        </w:rPr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তিনিই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তোমাদেরকে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একক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সত্তা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সৃষ্টি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স্ত্রী</w:t>
      </w:r>
      <w:r w:rsidRPr="00623425">
        <w:rPr>
          <w:rFonts w:hint="cs"/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৮</w:t>
      </w:r>
      <w:r w:rsidRPr="009C15B9">
        <w:rPr>
          <w:rtl/>
          <w:cs/>
        </w:rPr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خَلَقَكُم مِّن نَّفْسٍ وَاحِدَةٍ ثُمَّ جَعَلَ مِنْهَا زَوْجَهَا</w:t>
      </w:r>
      <w:r w:rsidRPr="005C741E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তোমাদেরকে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সত্তা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</w:t>
      </w:r>
      <w:r w:rsidRPr="009C15B9">
        <w:rPr>
          <w:cs/>
          <w:lang w:bidi="bn-IN"/>
        </w:rPr>
        <w:t xml:space="preserve">েকে সৃি ষ্ট করেছেন এবং তা থেকে তার স্ত্রীকেও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৯</w:t>
      </w:r>
      <w:r w:rsidRPr="009C15B9">
        <w:rPr>
          <w:rtl/>
          <w:cs/>
        </w:rPr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lastRenderedPageBreak/>
        <w:t>)</w:t>
      </w:r>
      <w:r w:rsidR="00FE4106" w:rsidRPr="00623425">
        <w:rPr>
          <w:rtl/>
        </w:rPr>
        <w:t>وَمِنْ آيَاتِهِ أَنْ خَلَقَ لَكُم مِّنْ أَنفُسِكُمْ أَزْوَاجًا</w:t>
      </w:r>
      <w:r w:rsidRPr="005C741E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আর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এটা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তাঁর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নিদর্শনমূহের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নমুনা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স্বরূপ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</w:t>
      </w:r>
      <w:r w:rsidRPr="009C15B9">
        <w:t xml:space="preserve">, </w:t>
      </w:r>
      <w:r w:rsidRPr="009C15B9">
        <w:rPr>
          <w:cs/>
          <w:lang w:bidi="bn-IN"/>
        </w:rPr>
        <w:t xml:space="preserve">তোমাদের জন্য তোমাদের মধ্য থেকে সহধর্মিণী সৃষ্টি করেছেন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১০</w:t>
      </w:r>
      <w:r w:rsidRPr="009C15B9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وَاللَّـهُ جَعَلَ لَكُم مِّنْ أَنفُسِكُمْ أَزْوَاجًا وَجَعَلَ لَكُم مِّنْ أَزْوَاجِكُم بَنِينَ وَحَفَدَةً</w:t>
      </w:r>
      <w:r w:rsidRPr="005C741E">
        <w:rPr>
          <w:rStyle w:val="libAlaemChar"/>
        </w:rPr>
        <w:t>(</w:t>
      </w:r>
      <w:r w:rsidR="00FE4106" w:rsidRPr="00623425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আর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আল্লাহ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জন্য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স্ত্রী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নির্দিষ্ট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স্ত্রীদের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সন্তান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পৌত্রদের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সৃষ্টি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করেছেন</w:t>
      </w:r>
      <w:r w:rsidRPr="00623425">
        <w:rPr>
          <w:rFonts w:hint="cs"/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১১</w:t>
      </w:r>
      <w:r w:rsidRPr="009C15B9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جَعَلَ لَكُم مِّنْ أَنفُسِكُمْ أَزْوَاجًا</w:t>
      </w:r>
      <w:r w:rsidR="00FE4106" w:rsidRPr="00623425">
        <w:t xml:space="preserve"> </w:t>
      </w:r>
      <w:r w:rsidRPr="005C741E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তোমাদের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জন্য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</w:t>
      </w:r>
      <w:r w:rsidRPr="009C15B9">
        <w:rPr>
          <w:cs/>
          <w:lang w:bidi="bn-IN"/>
        </w:rPr>
        <w:t xml:space="preserve">কেই স্ত্রীগণকে সৃষ্টি করেছেন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১২</w:t>
      </w:r>
      <w:r w:rsidRPr="009C15B9">
        <w:rPr>
          <w:rtl/>
          <w:cs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বাহ্যিকভাবে দেখা যায় যে</w:t>
      </w:r>
      <w:r w:rsidRPr="005A2C80">
        <w:t xml:space="preserve">, </w:t>
      </w:r>
      <w:r w:rsidRPr="005A2C80">
        <w:rPr>
          <w:cs/>
          <w:lang w:bidi="bn-IN"/>
        </w:rPr>
        <w:t>প্রথম তিনটি আয়াতে বলা হয়েছে সমস্ত</w:t>
      </w:r>
      <w:r w:rsidRPr="005A2C80">
        <w:t xml:space="preserve"> </w:t>
      </w:r>
      <w:r w:rsidRPr="005A2C80">
        <w:rPr>
          <w:cs/>
          <w:lang w:bidi="bn-IN"/>
        </w:rPr>
        <w:t>মানুষ একটি নফস (সত্তা) থেকে সৃষ্টি হয়েছে এবং তাদের স্ত্রীগণও ঐ</w:t>
      </w:r>
      <w:r w:rsidRPr="005A2C80">
        <w:t xml:space="preserve"> </w:t>
      </w:r>
      <w:r w:rsidRPr="005A2C80">
        <w:rPr>
          <w:cs/>
          <w:lang w:bidi="bn-IN"/>
        </w:rPr>
        <w:t>নফস থেকেই সৃষ্টি হয়েছে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কিন্তু পরের তিনটি আয়াতে উক্ত বিষয়টিকে সমস্তপুরুষের প্রতি</w:t>
      </w:r>
      <w:r w:rsidRPr="005A2C80">
        <w:t xml:space="preserve"> </w:t>
      </w:r>
      <w:r w:rsidRPr="005A2C80">
        <w:rPr>
          <w:cs/>
          <w:lang w:bidi="bn-IN"/>
        </w:rPr>
        <w:t>ইশারা করে বলা হচ্ছে যে</w:t>
      </w:r>
      <w:r w:rsidRPr="005A2C80">
        <w:t xml:space="preserve">, </w:t>
      </w:r>
      <w:r w:rsidRPr="005A2C80">
        <w:rPr>
          <w:cs/>
          <w:lang w:bidi="bn-IN"/>
        </w:rPr>
        <w:t>তোমাদের স্ত্রীগণকে তোমাদের থেকেই সৃষ্টি</w:t>
      </w:r>
      <w:r w:rsidRPr="005A2C80">
        <w:t xml:space="preserve"> </w:t>
      </w:r>
      <w:r w:rsidRPr="005A2C80">
        <w:rPr>
          <w:cs/>
          <w:lang w:bidi="bn-IN"/>
        </w:rPr>
        <w:t>করা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যদি আমরা একটুখানি এই বিষয়ের প্রতি গভীর দৃষ্টি দেই</w:t>
      </w:r>
      <w:r w:rsidRPr="005A2C80">
        <w:t xml:space="preserve"> </w:t>
      </w:r>
      <w:r w:rsidRPr="005A2C80">
        <w:rPr>
          <w:cs/>
          <w:lang w:bidi="bn-IN"/>
        </w:rPr>
        <w:t>তবে এটা বুঝতে অসুবিধা হওয়ার কথা নয় যে</w:t>
      </w:r>
      <w:r w:rsidRPr="005A2C80">
        <w:t xml:space="preserve">, </w:t>
      </w:r>
      <w:r w:rsidRPr="005A2C80">
        <w:rPr>
          <w:cs/>
          <w:lang w:bidi="bn-IN"/>
        </w:rPr>
        <w:t>এ আয়াতসমূহে আল্লাহ</w:t>
      </w:r>
      <w:r w:rsidRPr="005A2C80">
        <w:t xml:space="preserve"> </w:t>
      </w:r>
      <w:r w:rsidRPr="005A2C80">
        <w:rPr>
          <w:cs/>
          <w:lang w:bidi="bn-IN"/>
        </w:rPr>
        <w:t>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এটাই বুঝাতে চেয়েছেন যে</w:t>
      </w:r>
      <w:r w:rsidRPr="005A2C80">
        <w:t xml:space="preserve">, </w:t>
      </w:r>
      <w:r w:rsidRPr="005A2C80">
        <w:rPr>
          <w:cs/>
          <w:lang w:bidi="bn-IN"/>
        </w:rPr>
        <w:t>তাদের স্ত্রীগণ উৎসের দৃষ্টিতে</w:t>
      </w:r>
      <w:r w:rsidRPr="005A2C80">
        <w:t xml:space="preserve"> </w:t>
      </w:r>
      <w:r w:rsidRPr="005A2C80">
        <w:rPr>
          <w:cs/>
          <w:lang w:bidi="bn-IN"/>
        </w:rPr>
        <w:t>তাদেরই প্রকৃতির</w:t>
      </w:r>
      <w:r w:rsidRPr="005A2C80">
        <w:t xml:space="preserve">, </w:t>
      </w:r>
      <w:r w:rsidRPr="005A2C80">
        <w:rPr>
          <w:cs/>
          <w:lang w:bidi="bn-IN"/>
        </w:rPr>
        <w:t>অন্য প্রকৃতির নয়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এটা নিশ্চয় বুঝাতে চাননি যে</w:t>
      </w:r>
      <w:r w:rsidRPr="005A2C80">
        <w:t xml:space="preserve">, </w:t>
      </w:r>
      <w:r w:rsidRPr="005A2C80">
        <w:rPr>
          <w:cs/>
          <w:lang w:bidi="bn-IN"/>
        </w:rPr>
        <w:t>স্ত্রীগণ</w:t>
      </w:r>
      <w:r w:rsidRPr="005A2C80">
        <w:t xml:space="preserve"> </w:t>
      </w:r>
      <w:r w:rsidRPr="005A2C80">
        <w:rPr>
          <w:cs/>
          <w:lang w:bidi="bn-IN"/>
        </w:rPr>
        <w:t>তাদের দেহের অংশ থেকে সৃষ্টি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যদি তাই হয়ে থাকে তবে বলতে</w:t>
      </w:r>
      <w:r w:rsidRPr="005A2C80">
        <w:t xml:space="preserve"> </w:t>
      </w:r>
      <w:r w:rsidRPr="005A2C80">
        <w:rPr>
          <w:cs/>
          <w:lang w:bidi="bn-IN"/>
        </w:rPr>
        <w:t>হয় যে</w:t>
      </w:r>
      <w:r w:rsidRPr="005A2C80">
        <w:t xml:space="preserve">, </w:t>
      </w:r>
      <w:r w:rsidRPr="005A2C80">
        <w:rPr>
          <w:cs/>
          <w:lang w:bidi="bn-IN"/>
        </w:rPr>
        <w:t>প্রতিটি স্ত্রীই তার স্বামীর দেহের অংশ থেকে সৃষ্টি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পরবর্তী</w:t>
      </w:r>
      <w:r w:rsidRPr="005A2C80">
        <w:t xml:space="preserve"> </w:t>
      </w:r>
      <w:r w:rsidRPr="005A2C80">
        <w:rPr>
          <w:cs/>
          <w:lang w:bidi="bn-IN"/>
        </w:rPr>
        <w:t>তিনটি আয়াত প্রথম তিনটি আয়াতকে ব্যাখ্যা করেছে</w:t>
      </w:r>
      <w:r w:rsidRPr="005A2C80">
        <w:t xml:space="preserve">, </w:t>
      </w:r>
      <w:r w:rsidRPr="005A2C80">
        <w:rPr>
          <w:cs/>
          <w:lang w:bidi="bn-IN"/>
        </w:rPr>
        <w:t>যাতে করে বিষয়টি</w:t>
      </w:r>
      <w:r w:rsidRPr="005A2C80">
        <w:t xml:space="preserve"> </w:t>
      </w:r>
      <w:r w:rsidRPr="005A2C80">
        <w:rPr>
          <w:cs/>
          <w:lang w:bidi="bn-IN"/>
        </w:rPr>
        <w:t>পরিস্কার হয়ে যায়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C4151B">
      <w:pPr>
        <w:pStyle w:val="libNormal"/>
      </w:pPr>
      <w:r w:rsidRPr="00C4151B">
        <w:rPr>
          <w:cs/>
          <w:lang w:bidi="bn-IN"/>
        </w:rPr>
        <w:t xml:space="preserve">আল্লামা তাবাতাবাই এই আয়াতের তফসিরে বলেছেন </w:t>
      </w:r>
      <w:r w:rsidRPr="00C4151B">
        <w:rPr>
          <w:rtl/>
          <w:cs/>
        </w:rPr>
        <w:t xml:space="preserve">: </w:t>
      </w:r>
      <w:r w:rsidRPr="003A255A">
        <w:rPr>
          <w:rStyle w:val="libAlaemChar"/>
        </w:rPr>
        <w:t>‘</w:t>
      </w:r>
      <w:r w:rsidRPr="00C4151B">
        <w:rPr>
          <w:cs/>
          <w:lang w:bidi="bn-IN"/>
        </w:rPr>
        <w:t>ওয়া</w:t>
      </w:r>
      <w:r w:rsidRPr="00C4151B">
        <w:t xml:space="preserve"> </w:t>
      </w:r>
      <w:r w:rsidRPr="00C4151B">
        <w:rPr>
          <w:cs/>
          <w:lang w:bidi="bn-IN"/>
        </w:rPr>
        <w:t>খালাকা মিনহা যাওজাহা</w:t>
      </w:r>
      <w:r w:rsidRPr="003A255A">
        <w:rPr>
          <w:rStyle w:val="libAlaemChar"/>
        </w:rPr>
        <w:t>’</w:t>
      </w:r>
      <w:r w:rsidRPr="005A2C80">
        <w:t xml:space="preserve"> </w:t>
      </w:r>
      <w:r w:rsidRPr="005A2C80">
        <w:rPr>
          <w:cs/>
          <w:lang w:bidi="bn-IN"/>
        </w:rPr>
        <w:t>আয়াতের বাহ্যিক অর্থ হচ্ছে যে</w:t>
      </w:r>
      <w:r w:rsidRPr="005A2C80">
        <w:t xml:space="preserve">, </w:t>
      </w:r>
      <w:r w:rsidRPr="005A2C80">
        <w:rPr>
          <w:cs/>
          <w:lang w:bidi="bn-IN"/>
        </w:rPr>
        <w:t>স্ত্রীদের পুরুষের</w:t>
      </w:r>
      <w:r w:rsidRPr="005A2C80">
        <w:t xml:space="preserve"> </w:t>
      </w:r>
      <w:r w:rsidRPr="005A2C80">
        <w:rPr>
          <w:cs/>
          <w:lang w:bidi="bn-IN"/>
        </w:rPr>
        <w:t>প্রকৃতিতে সৃষ্টি করা হয়েছে এবং তাদের উভয়েরই সৃষ্টির উৎস হচ্ছে এক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C4151B">
      <w:pPr>
        <w:pStyle w:val="libNormal"/>
      </w:pPr>
      <w:r w:rsidRPr="005A2C80">
        <w:rPr>
          <w:cs/>
          <w:lang w:bidi="bn-IN"/>
        </w:rPr>
        <w:lastRenderedPageBreak/>
        <w:t xml:space="preserve">এই আয়াতে </w:t>
      </w:r>
      <w:r w:rsidRPr="003A255A">
        <w:rPr>
          <w:rStyle w:val="libAlaemChar"/>
        </w:rPr>
        <w:t>‘</w:t>
      </w:r>
      <w:r w:rsidRPr="00C4151B">
        <w:rPr>
          <w:cs/>
          <w:lang w:bidi="bn-IN"/>
        </w:rPr>
        <w:t>মিন</w:t>
      </w:r>
      <w:r w:rsidRPr="003A255A">
        <w:rPr>
          <w:rStyle w:val="libAlaemChar"/>
        </w:rPr>
        <w:t>’</w:t>
      </w:r>
      <w:r w:rsidRPr="00C4151B">
        <w:t xml:space="preserve"> </w:t>
      </w:r>
      <w:r w:rsidRPr="00C4151B">
        <w:rPr>
          <w:cs/>
          <w:lang w:bidi="bn-IN"/>
        </w:rPr>
        <w:t>শব্দটি উৎস বর্ণনা অর্থে এসেছে অর্থাৎ এখানে</w:t>
      </w:r>
      <w:r w:rsidRPr="00C4151B">
        <w:t xml:space="preserve"> </w:t>
      </w:r>
      <w:r w:rsidRPr="003A255A">
        <w:rPr>
          <w:rStyle w:val="libAlaemChar"/>
        </w:rPr>
        <w:t>‘</w:t>
      </w:r>
      <w:r w:rsidRPr="00C4151B">
        <w:rPr>
          <w:cs/>
          <w:lang w:bidi="bn-IN"/>
        </w:rPr>
        <w:t>মিন</w:t>
      </w:r>
      <w:r w:rsidRPr="003A255A">
        <w:rPr>
          <w:rStyle w:val="libAlaemChar"/>
        </w:rPr>
        <w:t>’</w:t>
      </w:r>
      <w:r w:rsidRPr="005A2C80">
        <w:t xml:space="preserve"> </w:t>
      </w:r>
      <w:r w:rsidRPr="005A2C80">
        <w:rPr>
          <w:cs/>
          <w:lang w:bidi="bn-IN"/>
        </w:rPr>
        <w:t>কোন কিছু সৃষ্টির উৎসকে বর্ণনা করছে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এই আয়াতটি অন্যান্য</w:t>
      </w:r>
      <w:r w:rsidRPr="005A2C80">
        <w:t xml:space="preserve"> </w:t>
      </w:r>
      <w:r w:rsidRPr="005A2C80">
        <w:rPr>
          <w:cs/>
          <w:lang w:bidi="bn-IN"/>
        </w:rPr>
        <w:t>আয়াতের মতই পুরুষ ও নারীর সৃষ্টির উৎস বর্ণনা করেছে</w:t>
      </w:r>
      <w:r w:rsidRPr="005A2C80">
        <w:t xml:space="preserve">, </w:t>
      </w:r>
      <w:r w:rsidRPr="005A2C80">
        <w:rPr>
          <w:cs/>
          <w:lang w:bidi="bn-IN"/>
        </w:rPr>
        <w:t>যা পূর্বে</w:t>
      </w:r>
      <w:r w:rsidRPr="005A2C80">
        <w:t xml:space="preserve"> </w:t>
      </w:r>
      <w:r w:rsidRPr="005A2C80">
        <w:rPr>
          <w:cs/>
          <w:lang w:bidi="bn-IN"/>
        </w:rPr>
        <w:t>উল্লিখিত হয়েছে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অতএব</w:t>
      </w:r>
      <w:r w:rsidRPr="005A2C80">
        <w:t xml:space="preserve">, </w:t>
      </w:r>
      <w:r w:rsidRPr="005A2C80">
        <w:rPr>
          <w:cs/>
          <w:lang w:bidi="bn-IN"/>
        </w:rPr>
        <w:t>এটা আমাদের কাছে পরিস্কার এবং বিভিন্ন তফসির গ্রন্থের</w:t>
      </w:r>
      <w:r w:rsidRPr="005A2C80">
        <w:t xml:space="preserve"> </w:t>
      </w:r>
      <w:r w:rsidRPr="005A2C80">
        <w:rPr>
          <w:cs/>
          <w:lang w:bidi="bn-IN"/>
        </w:rPr>
        <w:t>ভাষ্য অনুযায়ী যে বলা হয়ে থাকে আল্লাহ তা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য়ালা নারীকে পুরুষের বাম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পাজরের হাড় থেকে সৃষ্টি করেছেন তা সম্পূর্ণরূপে দলিলহীন উক্তি ।</w:t>
      </w:r>
      <w:r w:rsidRPr="00FE4106">
        <w:rPr>
          <w:rStyle w:val="libFootnotenumChar"/>
          <w:cs/>
          <w:lang w:bidi="bn-IN"/>
        </w:rPr>
        <w:t>১৩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উপরোল্লিখিত ভ্রান্ত ধারণাটির পক্ষে রয়েছেন আহলে সুন্নাতের</w:t>
      </w:r>
      <w:r w:rsidRPr="005A2C80">
        <w:t xml:space="preserve"> </w:t>
      </w:r>
      <w:r w:rsidRPr="005A2C80">
        <w:rPr>
          <w:cs/>
          <w:lang w:bidi="bn-IN"/>
        </w:rPr>
        <w:t>মুফাসসিরগণ যেমন : ওয়াহ্বাহ্ যুহাইলী এবং ফাখরুদ্দীন রাযি তারা</w:t>
      </w:r>
      <w:r w:rsidRPr="005A2C80">
        <w:t xml:space="preserve"> </w:t>
      </w:r>
      <w:r w:rsidRPr="005A2C80">
        <w:rPr>
          <w:cs/>
          <w:lang w:bidi="bn-IN"/>
        </w:rPr>
        <w:t>তাদের নিজ নিজ গ্রন্থে তা উল্লেখ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করেছেন ও গ্রহণ করেছেন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সুতরাং কোরআনের আয়াত থেকে আমাদের কাছে যা প্রমাণিত</w:t>
      </w:r>
      <w:r w:rsidRPr="005A2C80">
        <w:t xml:space="preserve"> </w:t>
      </w:r>
      <w:r w:rsidRPr="005A2C80">
        <w:rPr>
          <w:cs/>
          <w:lang w:bidi="bn-IN"/>
        </w:rPr>
        <w:t>হয়েছে তা হচ্ছে</w:t>
      </w:r>
      <w:r w:rsidRPr="005A2C80">
        <w:t xml:space="preserve">, </w:t>
      </w:r>
      <w:r w:rsidRPr="005A2C80">
        <w:rPr>
          <w:cs/>
          <w:lang w:bidi="bn-IN"/>
        </w:rPr>
        <w:t>পবিত্র কোরআন পুরুষ ও নারী সৃষ্টির উৎসগত আলোচনা</w:t>
      </w:r>
      <w:r w:rsidRPr="005A2C80">
        <w:t xml:space="preserve"> </w:t>
      </w:r>
      <w:r w:rsidRPr="005A2C80">
        <w:rPr>
          <w:cs/>
          <w:lang w:bidi="bn-IN"/>
        </w:rPr>
        <w:t>করেছে এবং তাদের মধ্যকার সাদৃশ্যকে তুলে ধরেছে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এর পক্ষে আমাদের</w:t>
      </w:r>
      <w:r w:rsidRPr="005A2C80">
        <w:t xml:space="preserve"> </w:t>
      </w:r>
      <w:r w:rsidRPr="005A2C80">
        <w:rPr>
          <w:cs/>
          <w:lang w:bidi="bn-IN"/>
        </w:rPr>
        <w:t>আরো জোরাল যুক্তি রয়েছে যা নিম্নরূপ :</w:t>
      </w:r>
      <w:r w:rsidRPr="005A2C80">
        <w:t xml:space="preserve"> </w:t>
      </w:r>
    </w:p>
    <w:p w:rsidR="005C741E" w:rsidRDefault="005C741E" w:rsidP="00C4151B">
      <w:pPr>
        <w:pStyle w:val="libNormal"/>
      </w:pPr>
      <w:r w:rsidRPr="005C741E">
        <w:rPr>
          <w:rFonts w:hint="cs"/>
          <w:cs/>
          <w:lang w:bidi="bn-IN"/>
        </w:rPr>
        <w:t>ইমাম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সাদিক</w:t>
      </w:r>
      <w:r w:rsidRPr="005C741E">
        <w:rPr>
          <w:cs/>
          <w:lang w:bidi="bn-IN"/>
        </w:rPr>
        <w:t xml:space="preserve"> (</w:t>
      </w:r>
      <w:r w:rsidRPr="005C741E">
        <w:rPr>
          <w:rFonts w:hint="cs"/>
          <w:cs/>
          <w:lang w:bidi="bn-IN"/>
        </w:rPr>
        <w:t>আ</w:t>
      </w:r>
      <w:r w:rsidRPr="005C741E">
        <w:rPr>
          <w:cs/>
          <w:lang w:bidi="bn-IN"/>
        </w:rPr>
        <w:t>.)-</w:t>
      </w:r>
      <w:r w:rsidRPr="005C741E">
        <w:rPr>
          <w:rFonts w:hint="cs"/>
          <w:cs/>
          <w:lang w:bidi="bn-IN"/>
        </w:rPr>
        <w:t>এর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কাছে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প্রশ্ন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করা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হল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যে</w:t>
      </w:r>
      <w:r w:rsidRPr="005C741E">
        <w:t xml:space="preserve">, </w:t>
      </w:r>
      <w:r w:rsidRPr="006445C3">
        <w:rPr>
          <w:rStyle w:val="libAlaemChar"/>
        </w:rPr>
        <w:t>‘</w:t>
      </w:r>
      <w:r w:rsidRPr="005C741E">
        <w:rPr>
          <w:rFonts w:hint="cs"/>
          <w:cs/>
          <w:lang w:bidi="bn-IN"/>
        </w:rPr>
        <w:t>একদল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লোক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বলে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হযরত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হাওয়াকে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হযরত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আদমের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বাম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পাজরের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হাড়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থেকে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সৃষ্টি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করা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হয়েছে</w:t>
      </w:r>
      <w:r w:rsidRPr="005C741E">
        <w:rPr>
          <w:rFonts w:hint="eastAsia"/>
        </w:rPr>
        <w:t>’</w:t>
      </w:r>
      <w:r w:rsidRPr="005C741E">
        <w:t xml:space="preserve"> </w:t>
      </w:r>
      <w:r w:rsidRPr="005C741E">
        <w:rPr>
          <w:rFonts w:hint="cs"/>
          <w:cs/>
          <w:lang w:bidi="bn-IN"/>
        </w:rPr>
        <w:t>এ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ব্যাপারে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আপনার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মত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কি</w:t>
      </w:r>
      <w:r w:rsidRPr="005C741E">
        <w:t xml:space="preserve">?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তিনি বললেন : আল্লাহ তা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য়ালা এমন ধরনের কাজ করা থেকে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 xml:space="preserve">পবিত্র । এরপর তিনি তাদেরকে পাল্টা প্রশ্ন করে বললেন </w:t>
      </w:r>
      <w:r w:rsidRPr="00C4151B">
        <w:rPr>
          <w:rStyle w:val="libNormalChar"/>
          <w:rtl/>
          <w:cs/>
        </w:rPr>
        <w:t xml:space="preserve">: </w:t>
      </w:r>
      <w:r w:rsidRPr="00C4151B">
        <w:rPr>
          <w:rStyle w:val="libNormalChar"/>
          <w:rtl/>
          <w:cs/>
          <w:lang w:bidi="bn-IN"/>
        </w:rPr>
        <w:t>আল্লাহর কি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ক্ষমতা ছিল না যে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হযরত আদমের জন্য স্ত্রী সৃষ্টি করবেন যে তার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পাজরের হাড় থেকে হবে না</w:t>
      </w:r>
      <w:r w:rsidRPr="00C4151B">
        <w:rPr>
          <w:rStyle w:val="libNormalChar"/>
        </w:rPr>
        <w:t xml:space="preserve">? </w:t>
      </w:r>
      <w:r w:rsidRPr="00C4151B">
        <w:rPr>
          <w:rStyle w:val="libNormalChar"/>
          <w:cs/>
          <w:lang w:bidi="bn-IN"/>
        </w:rPr>
        <w:t>যাতে করে পরবর্তীতে কেউ বলতে না পারে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যে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হযরত আদম নিজেই নিজের সাথে বিয়ে করেছেন । আল্লাহ তাদের ও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আমাদের মধ্যে এ বিষয়ে ফায়সালা করুন ।</w:t>
      </w:r>
      <w:r w:rsidRPr="00FE4106">
        <w:rPr>
          <w:rStyle w:val="libFootnotenumChar"/>
          <w:cs/>
          <w:lang w:bidi="bn-IN"/>
        </w:rPr>
        <w:t>১৪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t>(</w:t>
      </w:r>
      <w:r w:rsidRPr="005A2C80">
        <w:rPr>
          <w:cs/>
          <w:lang w:bidi="bn-IN"/>
        </w:rPr>
        <w:t>অর্থাৎ এখানে ইমাম বুঝাতে চেয়েছেন যে</w:t>
      </w:r>
      <w:r w:rsidRPr="005A2C80">
        <w:t xml:space="preserve">, </w:t>
      </w:r>
      <w:r w:rsidRPr="005A2C80">
        <w:rPr>
          <w:cs/>
          <w:lang w:bidi="bn-IN"/>
        </w:rPr>
        <w:t>আল্লাহ যখন হযরত</w:t>
      </w:r>
      <w:r w:rsidRPr="005A2C80">
        <w:t xml:space="preserve"> </w:t>
      </w:r>
      <w:r w:rsidRPr="005A2C80">
        <w:rPr>
          <w:cs/>
          <w:lang w:bidi="bn-IN"/>
        </w:rPr>
        <w:t>আদমকে মাটি থেকে সৃষ্টি করতে পেরেছেন তবে তার সৃষ্টির</w:t>
      </w:r>
      <w:r w:rsidRPr="005A2C80">
        <w:t xml:space="preserve"> </w:t>
      </w:r>
      <w:r w:rsidRPr="005A2C80">
        <w:rPr>
          <w:cs/>
          <w:lang w:bidi="bn-IN"/>
        </w:rPr>
        <w:t>জন্য</w:t>
      </w:r>
      <w:r w:rsidRPr="005A2C80">
        <w:t xml:space="preserve">, </w:t>
      </w:r>
      <w:r w:rsidRPr="005A2C80">
        <w:rPr>
          <w:cs/>
          <w:lang w:bidi="bn-IN"/>
        </w:rPr>
        <w:t>তার পাজরের হাড় থেকে করতে হবে কেন</w:t>
      </w:r>
      <w:r w:rsidRPr="005A2C80">
        <w:t xml:space="preserve">? </w:t>
      </w:r>
      <w:r w:rsidRPr="005A2C80">
        <w:rPr>
          <w:cs/>
          <w:lang w:bidi="bn-IN"/>
        </w:rPr>
        <w:t>যেহেতু আল্লাহ</w:t>
      </w:r>
      <w:r w:rsidRPr="005A2C80">
        <w:t xml:space="preserve"> </w:t>
      </w:r>
      <w:r w:rsidRPr="005A2C80">
        <w:rPr>
          <w:cs/>
          <w:lang w:bidi="bn-IN"/>
        </w:rPr>
        <w:t>সর্বময় ক্ষমতার অধিকারী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তাই এ কথা বললে তাঁর অক্ষমতাকেই</w:t>
      </w:r>
      <w:r w:rsidRPr="005A2C80">
        <w:t xml:space="preserve"> </w:t>
      </w:r>
      <w:r w:rsidRPr="005A2C80">
        <w:rPr>
          <w:cs/>
          <w:lang w:bidi="bn-IN"/>
        </w:rPr>
        <w:t>তুলে ধরা হয়</w:t>
      </w:r>
      <w:r w:rsidRPr="005A2C80">
        <w:t xml:space="preserve">, </w:t>
      </w:r>
      <w:r w:rsidRPr="005A2C80">
        <w:rPr>
          <w:cs/>
          <w:lang w:bidi="bn-IN"/>
        </w:rPr>
        <w:t>নয় কি</w:t>
      </w:r>
      <w:r w:rsidRPr="005A2C80">
        <w:t>? -</w:t>
      </w:r>
      <w:r w:rsidRPr="005A2C80">
        <w:rPr>
          <w:cs/>
          <w:lang w:bidi="bn-IN"/>
        </w:rPr>
        <w:t>নাউযুবিল্লাহ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>)</w:t>
      </w:r>
      <w:r w:rsidRPr="005A2C80">
        <w:t xml:space="preserve"> </w:t>
      </w:r>
    </w:p>
    <w:p w:rsidR="005C741E" w:rsidRDefault="005C741E" w:rsidP="00FE4106">
      <w:pPr>
        <w:pStyle w:val="libNormal"/>
        <w:rPr>
          <w:lang w:bidi="bn-IN"/>
        </w:rPr>
      </w:pPr>
      <w:r w:rsidRPr="005C741E">
        <w:rPr>
          <w:rFonts w:hint="cs"/>
          <w:cs/>
          <w:lang w:bidi="bn-IN"/>
        </w:rPr>
        <w:lastRenderedPageBreak/>
        <w:t>অন্য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আরেকটি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হাদীসে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এসেছে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যে</w:t>
      </w:r>
      <w:r w:rsidRPr="005C741E">
        <w:t xml:space="preserve">, </w:t>
      </w:r>
      <w:r w:rsidRPr="006445C3">
        <w:rPr>
          <w:rStyle w:val="libAlaemChar"/>
        </w:rPr>
        <w:t>‘</w:t>
      </w:r>
      <w:r w:rsidRPr="005C741E">
        <w:rPr>
          <w:rFonts w:hint="cs"/>
          <w:cs/>
          <w:lang w:bidi="bn-IN"/>
        </w:rPr>
        <w:t>আল্লাহ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তা</w:t>
      </w:r>
      <w:r w:rsidRPr="005C741E">
        <w:rPr>
          <w:rFonts w:hint="eastAsia"/>
        </w:rPr>
        <w:t>’</w:t>
      </w:r>
      <w:r w:rsidRPr="005C741E">
        <w:rPr>
          <w:rFonts w:hint="cs"/>
          <w:cs/>
          <w:lang w:bidi="bn-IN"/>
        </w:rPr>
        <w:t>য়ালা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হযরত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আদম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সৃষ্টির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পরে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অবশিষ্ট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কাদা</w:t>
      </w:r>
      <w:r w:rsidRPr="005C741E">
        <w:rPr>
          <w:cs/>
          <w:lang w:bidi="bn-IN"/>
        </w:rPr>
        <w:t>-</w:t>
      </w:r>
      <w:r w:rsidRPr="005C741E">
        <w:rPr>
          <w:rFonts w:hint="cs"/>
          <w:cs/>
          <w:lang w:bidi="bn-IN"/>
        </w:rPr>
        <w:t>মাটি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থেকে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হযরত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হাওয়াকে</w:t>
      </w:r>
      <w:r w:rsidRPr="005C741E">
        <w:rPr>
          <w:cs/>
          <w:lang w:bidi="bn-IN"/>
        </w:rPr>
        <w:t xml:space="preserve"> (</w:t>
      </w:r>
      <w:r w:rsidRPr="005C741E">
        <w:rPr>
          <w:rFonts w:hint="cs"/>
          <w:cs/>
          <w:lang w:bidi="bn-IN"/>
        </w:rPr>
        <w:t>হযরত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আদমের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মতই</w:t>
      </w:r>
      <w:r w:rsidRPr="005C741E">
        <w:rPr>
          <w:cs/>
          <w:lang w:bidi="bn-IN"/>
        </w:rPr>
        <w:t xml:space="preserve">) </w:t>
      </w:r>
      <w:r w:rsidRPr="005C741E">
        <w:rPr>
          <w:rFonts w:hint="cs"/>
          <w:cs/>
          <w:lang w:bidi="bn-IN"/>
        </w:rPr>
        <w:t>স্বতন্ত্রভাবে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সৃষ্টি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bn-IN"/>
        </w:rPr>
        <w:t>করেছেন</w:t>
      </w:r>
      <w:r w:rsidRPr="005C741E">
        <w:rPr>
          <w:cs/>
          <w:lang w:bidi="bn-IN"/>
        </w:rPr>
        <w:t xml:space="preserve"> </w:t>
      </w:r>
      <w:r w:rsidRPr="005C741E">
        <w:rPr>
          <w:rFonts w:hint="cs"/>
          <w:cs/>
          <w:lang w:bidi="hi-IN"/>
        </w:rPr>
        <w:t>।</w:t>
      </w:r>
      <w:r w:rsidRPr="005C741E">
        <w:rPr>
          <w:rStyle w:val="libFootnotenumChar"/>
          <w:rFonts w:hint="cs"/>
          <w:cs/>
          <w:lang w:bidi="bn-IN"/>
        </w:rPr>
        <w:t>১৫</w:t>
      </w:r>
      <w:r w:rsidRPr="005C741E">
        <w:rPr>
          <w:cs/>
          <w:lang w:bidi="bn-IN"/>
        </w:rPr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وَأَوْحَيْنَا إِلَىٰ أُمِّ مُوسَىٰ أَنْ أَرْضِعِيهِ فَإِذَا خِفْتِ عَلَيْهِ فَأَلْقِيهِ فِي الْيَمِّ وَلَا تَخَافِي وَلَا تَحْزَنِي إِنَّا رَادُّوهُ إِلَيْكِ وَجَاعِلُوهُ مِنَ الْمُرْسَلِينَ</w:t>
      </w:r>
      <w:r w:rsidRPr="005C741E">
        <w:rPr>
          <w:rStyle w:val="libAlaemChar"/>
        </w:rPr>
        <w:t>(</w:t>
      </w:r>
      <w:r w:rsidR="00FE4106" w:rsidRPr="00623425">
        <w:rPr>
          <w:rtl/>
          <w:cs/>
        </w:rPr>
        <w:t xml:space="preserve"> 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“</w:t>
      </w:r>
      <w:r w:rsidRPr="009C15B9">
        <w:rPr>
          <w:rFonts w:hint="cs"/>
          <w:cs/>
          <w:lang w:bidi="bn-IN"/>
        </w:rPr>
        <w:t>আমরা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মুসার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মায়ের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প্রতি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এরূপ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এলহাম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করেছিলাম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</w:t>
      </w:r>
      <w:r w:rsidRPr="009C15B9">
        <w:t xml:space="preserve">, </w:t>
      </w:r>
      <w:r w:rsidRPr="009C15B9">
        <w:rPr>
          <w:cs/>
          <w:lang w:bidi="bn-IN"/>
        </w:rPr>
        <w:t xml:space="preserve">তাকে দুধ দাও এবং যখনই তার ব্যাপারে ভয় পাবে তখনই তাকে </w:t>
      </w:r>
      <w:r w:rsidRPr="009C15B9">
        <w:rPr>
          <w:rtl/>
          <w:cs/>
        </w:rPr>
        <w:t>(</w:t>
      </w:r>
      <w:r w:rsidRPr="009C15B9">
        <w:rPr>
          <w:rtl/>
          <w:cs/>
          <w:lang w:bidi="bn-IN"/>
        </w:rPr>
        <w:t>নীল নদের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>পানিতে নিক্ষেপ কর</w:t>
      </w:r>
      <w:r w:rsidRPr="009C15B9">
        <w:t xml:space="preserve">, </w:t>
      </w:r>
      <w:r w:rsidRPr="009C15B9">
        <w:rPr>
          <w:cs/>
          <w:lang w:bidi="bn-IN"/>
        </w:rPr>
        <w:t>তুমি ভয় করো না ও দুঃখিত হয়োনা আমরা তাকে পুনরায় তোমার কাছে ফিরিয়ে দিব এবং তাকে রাসূলগণের মধ্যে স্থান দি</w:t>
      </w:r>
      <w:r w:rsidRPr="009C15B9">
        <w:rPr>
          <w:rFonts w:hint="cs"/>
          <w:cs/>
          <w:lang w:bidi="bn-IN"/>
        </w:rPr>
        <w:t>ব</w:t>
      </w:r>
      <w:r w:rsidRPr="007317F3">
        <w:rPr>
          <w:rStyle w:val="libAlaemChar"/>
        </w:rPr>
        <w:t>”</w:t>
      </w:r>
      <w:r w:rsidRPr="009C15B9">
        <w:rPr>
          <w:rtl/>
          <w:cs/>
        </w:rPr>
        <w:t xml:space="preserve">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১৬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আয়াতে এ বিষয়টি পরিস্কার যে</w:t>
      </w:r>
      <w:r w:rsidRPr="005A2C80">
        <w:t xml:space="preserve">, </w:t>
      </w:r>
      <w:r w:rsidRPr="005A2C80">
        <w:rPr>
          <w:cs/>
          <w:lang w:bidi="bn-IN"/>
        </w:rPr>
        <w:t>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হযরত মুসা</w:t>
      </w:r>
      <w:r w:rsidRPr="005A2C80">
        <w:t xml:space="preserve"> (</w:t>
      </w:r>
      <w:r w:rsidRPr="005A2C80">
        <w:rPr>
          <w:cs/>
          <w:lang w:bidi="bn-IN"/>
        </w:rPr>
        <w:t>আ.)-এর মায়ের প্রতি এলহাম করেছেন</w:t>
      </w:r>
      <w:r w:rsidRPr="005A2C80">
        <w:t xml:space="preserve">, </w:t>
      </w:r>
      <w:r w:rsidRPr="005A2C80">
        <w:rPr>
          <w:cs/>
          <w:lang w:bidi="bn-IN"/>
        </w:rPr>
        <w:t>আল্লাহ একজন নারীকে উদ্দেশ্য</w:t>
      </w:r>
      <w:r w:rsidRPr="005A2C80">
        <w:t xml:space="preserve"> </w:t>
      </w:r>
      <w:r w:rsidRPr="005A2C80">
        <w:rPr>
          <w:cs/>
          <w:lang w:bidi="bn-IN"/>
        </w:rPr>
        <w:t>করে কথা বলেছেন এটা হচ্ছে নারীদের জন্য একটি মর্যাদার বিষয়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إِذْ قَالَتِ الْمَلَائِكَةُ يَا مَرْيَمُ إِنَّ اللَّـهَ يُبَشِّرُكِ بِكَلِمَةٍ مِّنْهُ اسْمُهُ الْمَسِيحُ عِيسَى ابْنُ مَرْيَمَ وَجِيهًا فِي الدُّنْيَا وَالْآخِرَةِ وَمِنَ الْمُقَرَّبِينَ</w:t>
      </w:r>
      <w:r w:rsidRPr="005C741E">
        <w:rPr>
          <w:rStyle w:val="libAlaemChar"/>
        </w:rPr>
        <w:t>(</w:t>
      </w:r>
      <w:r w:rsidR="00FE4106" w:rsidRPr="00623425">
        <w:t xml:space="preserve"> 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“</w:t>
      </w:r>
      <w:r w:rsidRPr="009C15B9">
        <w:t>(</w:t>
      </w:r>
      <w:r w:rsidRPr="009C15B9">
        <w:rPr>
          <w:cs/>
          <w:lang w:bidi="bn-IN"/>
        </w:rPr>
        <w:t>ঐ সময়কার কথাকে স্মরণে আন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 xml:space="preserve">যখন ফেরেশতাগণ বলেছিলেন </w:t>
      </w:r>
      <w:r w:rsidRPr="009C15B9">
        <w:rPr>
          <w:rtl/>
          <w:cs/>
        </w:rPr>
        <w:t xml:space="preserve">: </w:t>
      </w:r>
      <w:r w:rsidRPr="00C4151B">
        <w:rPr>
          <w:rStyle w:val="libAlaemChar"/>
        </w:rPr>
        <w:t>‘</w:t>
      </w:r>
      <w:r w:rsidRPr="00ED4DE2">
        <w:rPr>
          <w:rFonts w:hint="cs"/>
          <w:cs/>
          <w:lang w:bidi="bn-IN"/>
        </w:rPr>
        <w:t>হে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মারিয়াম</w:t>
      </w:r>
      <w:r w:rsidRPr="00623425">
        <w:rPr>
          <w:rFonts w:hint="cs"/>
          <w:rtl/>
          <w:cs/>
        </w:rPr>
        <w:t xml:space="preserve">! </w:t>
      </w:r>
      <w:r w:rsidRPr="00ED4DE2">
        <w:rPr>
          <w:rFonts w:hint="cs"/>
          <w:cs/>
          <w:lang w:bidi="bn-IN"/>
        </w:rPr>
        <w:t>আল্লাহ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তা</w:t>
      </w:r>
      <w:r w:rsidRPr="007317F3">
        <w:rPr>
          <w:rStyle w:val="libAlaemChar"/>
        </w:rPr>
        <w:t>’</w:t>
      </w:r>
      <w:r w:rsidRPr="00ED4DE2">
        <w:rPr>
          <w:rFonts w:hint="cs"/>
          <w:cs/>
          <w:lang w:bidi="bn-IN"/>
        </w:rPr>
        <w:t>য়ালা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তোমাকে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পক্ষ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এক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বাণীর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সুসংবাদ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দান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করছেন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যে</w:t>
      </w:r>
      <w:r w:rsidRPr="009C15B9">
        <w:t xml:space="preserve">, </w:t>
      </w:r>
      <w:r w:rsidRPr="009C15B9">
        <w:rPr>
          <w:cs/>
          <w:lang w:bidi="bn-IN"/>
        </w:rPr>
        <w:t>তার নাম হচ্ছে মাসিহ্ ঈসা ইবনে মারিয়াম</w:t>
      </w:r>
      <w:r w:rsidRPr="009C15B9">
        <w:t xml:space="preserve">, </w:t>
      </w:r>
      <w:r w:rsidRPr="009C15B9">
        <w:rPr>
          <w:cs/>
          <w:lang w:bidi="bn-IN"/>
        </w:rPr>
        <w:t xml:space="preserve">সে এই দুনিয়া ও আখেরাতেও একজন সম্মানিত ব্যক্তি এবং নৈকট্যপ্রাপ্তদের মধ্যে শামিল হবে </w:t>
      </w:r>
      <w:r w:rsidRPr="00623425">
        <w:rPr>
          <w:rFonts w:hint="cs"/>
          <w:cs/>
          <w:lang w:bidi="hi-IN"/>
        </w:rPr>
        <w:t>।</w:t>
      </w:r>
      <w:r w:rsidRPr="007317F3">
        <w:rPr>
          <w:rStyle w:val="libAlaemChar"/>
        </w:rPr>
        <w:t>”</w:t>
      </w:r>
      <w:r w:rsidRPr="00FE4106">
        <w:rPr>
          <w:rStyle w:val="libFootnotenumChar"/>
          <w:cs/>
          <w:lang w:bidi="bn-IN"/>
        </w:rPr>
        <w:t>১৭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তাহলে আমাদের কাছে এটা পরিস্কার যে</w:t>
      </w:r>
      <w:r w:rsidRPr="005A2C80">
        <w:t xml:space="preserve">, </w:t>
      </w:r>
      <w:r w:rsidRPr="005A2C80">
        <w:rPr>
          <w:cs/>
          <w:lang w:bidi="bn-IN"/>
        </w:rPr>
        <w:t>একজন নারীর পক্ষে</w:t>
      </w:r>
      <w:r w:rsidRPr="005A2C80">
        <w:t xml:space="preserve"> </w:t>
      </w:r>
      <w:r w:rsidRPr="005A2C80">
        <w:rPr>
          <w:cs/>
          <w:lang w:bidi="bn-IN"/>
        </w:rPr>
        <w:t>এটা সম্ভব যে</w:t>
      </w:r>
      <w:r w:rsidRPr="005A2C80">
        <w:t xml:space="preserve">, </w:t>
      </w:r>
      <w:r w:rsidRPr="005A2C80">
        <w:rPr>
          <w:cs/>
          <w:lang w:bidi="bn-IN"/>
        </w:rPr>
        <w:t>সে পরিপূর্ণতার এমন পর্যায়ে পৌছাবে</w:t>
      </w:r>
      <w:r w:rsidRPr="005A2C80">
        <w:t xml:space="preserve">, </w:t>
      </w:r>
      <w:r w:rsidRPr="005A2C80">
        <w:rPr>
          <w:cs/>
          <w:lang w:bidi="bn-IN"/>
        </w:rPr>
        <w:t>যার কারণে আল্লাহ</w:t>
      </w:r>
      <w:r w:rsidRPr="005A2C80">
        <w:t xml:space="preserve"> </w:t>
      </w:r>
      <w:r w:rsidRPr="005A2C80">
        <w:rPr>
          <w:cs/>
          <w:lang w:bidi="bn-IN"/>
        </w:rPr>
        <w:t>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আসমানী কিতাবে তাকে উদ্দেশ্য করে কথা বলবেন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</w:t>
      </w:r>
      <w:r w:rsidRPr="005A2C80">
        <w:t xml:space="preserve"> </w:t>
      </w:r>
      <w:r w:rsidRPr="005A2C80">
        <w:rPr>
          <w:cs/>
          <w:lang w:bidi="bn-IN"/>
        </w:rPr>
        <w:t>আল্লাহর ফেরেশ্তাগণ ও স্বয়ং জিব্রাঈল</w:t>
      </w:r>
      <w:r w:rsidRPr="005A2C80">
        <w:t xml:space="preserve"> (</w:t>
      </w:r>
      <w:r w:rsidRPr="005A2C80">
        <w:rPr>
          <w:cs/>
          <w:lang w:bidi="bn-IN"/>
        </w:rPr>
        <w:t>আ.)</w:t>
      </w:r>
      <w:r w:rsidRPr="005A2C80">
        <w:t xml:space="preserve"> </w:t>
      </w:r>
      <w:r w:rsidRPr="005A2C80">
        <w:rPr>
          <w:cs/>
          <w:lang w:bidi="bn-IN"/>
        </w:rPr>
        <w:t>তাঁর সম্মুখে উপস্থিত হয়ে</w:t>
      </w:r>
      <w:r w:rsidRPr="005A2C80">
        <w:t xml:space="preserve"> </w:t>
      </w:r>
      <w:r w:rsidRPr="005A2C80">
        <w:rPr>
          <w:cs/>
          <w:lang w:bidi="bn-IN"/>
        </w:rPr>
        <w:t>তাঁর সাথে কথা বলবেন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এমন নজির পুরুষদের মধ্যেও কম দেখা</w:t>
      </w:r>
      <w:r w:rsidRPr="005A2C80">
        <w:t xml:space="preserve"> </w:t>
      </w:r>
      <w:r w:rsidRPr="005A2C80">
        <w:rPr>
          <w:cs/>
          <w:lang w:bidi="bn-IN"/>
        </w:rPr>
        <w:t>যায়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623425" w:rsidRDefault="005C741E" w:rsidP="00623425">
      <w:pPr>
        <w:pStyle w:val="libAie"/>
      </w:pPr>
      <w:r w:rsidRPr="005C741E">
        <w:rPr>
          <w:rStyle w:val="libAlaemChar"/>
        </w:rPr>
        <w:t>)</w:t>
      </w:r>
      <w:r w:rsidR="00FE4106" w:rsidRPr="00623425">
        <w:rPr>
          <w:rtl/>
        </w:rPr>
        <w:t>وَضَرَبَ اللَّـهُ مَثَلًا لِّلَّذِينَ آمَنُوا امْرَأَتَ فِرْعَوْنَ إِذْ قَالَتْ رَبِّ ابْنِ لِي عِندَكَ بَيْتًا فِي الْجَنَّةِ وَنَجِّنِي مِن فِرْعَوْنَ وَعَمَلِهِ وَنَجِّنِي مِنَ الْقَوْمِ الظَّالِمِينَ</w:t>
      </w:r>
      <w:r w:rsidR="00FE4106" w:rsidRPr="00623425">
        <w:rPr>
          <w:rtl/>
          <w:cs/>
        </w:rPr>
        <w:t xml:space="preserve"> </w:t>
      </w:r>
      <w:r w:rsidRPr="005C741E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lastRenderedPageBreak/>
        <w:t>“</w:t>
      </w:r>
      <w:r w:rsidRPr="009C15B9">
        <w:rPr>
          <w:rFonts w:hint="cs"/>
          <w:cs/>
          <w:lang w:bidi="bn-IN"/>
        </w:rPr>
        <w:t>আল্লাহ্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মিনদের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জন্য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ফিরআউনের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স্ত্রীকে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উদাহরণ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হিসেবে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উপস্থাপন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করেছেন</w:t>
      </w:r>
      <w:r w:rsidRPr="009C15B9">
        <w:t xml:space="preserve">, </w:t>
      </w:r>
      <w:r w:rsidRPr="009C15B9">
        <w:rPr>
          <w:cs/>
          <w:lang w:bidi="bn-IN"/>
        </w:rPr>
        <w:t>যখন সে বলেছিল যে</w:t>
      </w:r>
      <w:r w:rsidRPr="009C15B9">
        <w:t xml:space="preserve">, </w:t>
      </w:r>
      <w:r w:rsidRPr="009C15B9">
        <w:rPr>
          <w:cs/>
          <w:lang w:bidi="bn-IN"/>
        </w:rPr>
        <w:t>হে আল্লাহ</w:t>
      </w:r>
      <w:r w:rsidRPr="009C15B9">
        <w:rPr>
          <w:rtl/>
          <w:cs/>
        </w:rPr>
        <w:t xml:space="preserve">! </w:t>
      </w:r>
      <w:r w:rsidRPr="009C15B9">
        <w:rPr>
          <w:rtl/>
          <w:cs/>
          <w:lang w:bidi="bn-IN"/>
        </w:rPr>
        <w:t>বেহেশ্তে তোমার কাছে আমার জন্য একটি গৃহ নির্মাণ কর এবং</w:t>
      </w:r>
      <w:r w:rsidRPr="009C15B9">
        <w:rPr>
          <w:cs/>
          <w:lang w:bidi="bn-IN"/>
        </w:rPr>
        <w:t xml:space="preserve"> আমাকে ফিরআউনের কু</w:t>
      </w:r>
      <w:r w:rsidRPr="009C15B9">
        <w:t>-</w:t>
      </w:r>
      <w:r w:rsidRPr="009C15B9">
        <w:rPr>
          <w:cs/>
          <w:lang w:bidi="bn-IN"/>
        </w:rPr>
        <w:t>কর্ম ও তার অত্যাচারী দলবল থেকে রক্ষা ক</w:t>
      </w:r>
      <w:r w:rsidRPr="009C15B9">
        <w:rPr>
          <w:rFonts w:hint="cs"/>
          <w:cs/>
          <w:lang w:bidi="bn-IN"/>
        </w:rPr>
        <w:t>র</w:t>
      </w:r>
      <w:r w:rsidRPr="007317F3">
        <w:rPr>
          <w:rStyle w:val="libAlaemChar"/>
        </w:rPr>
        <w:t>”</w:t>
      </w:r>
      <w:r w:rsidRPr="009C15B9">
        <w:rPr>
          <w:rtl/>
          <w:cs/>
        </w:rPr>
        <w:t xml:space="preserve">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১৮</w:t>
      </w:r>
      <w:r w:rsidRPr="009C15B9">
        <w:rPr>
          <w:rtl/>
          <w:cs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১-আল্লাহ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এই আয়াতে সকল পুরুষ ও নারীর</w:t>
      </w:r>
      <w:r w:rsidRPr="005A2C80">
        <w:t xml:space="preserve"> </w:t>
      </w:r>
      <w:r w:rsidRPr="005A2C80">
        <w:rPr>
          <w:cs/>
          <w:lang w:bidi="bn-IN"/>
        </w:rPr>
        <w:t>সামনে একজন নারীকে আদর্শ হিসেবে উপস্থাপন</w:t>
      </w:r>
      <w:r w:rsidRPr="005A2C80">
        <w:t xml:space="preserve"> </w:t>
      </w:r>
      <w:r w:rsidRPr="005A2C80">
        <w:rPr>
          <w:cs/>
          <w:lang w:bidi="bn-IN"/>
        </w:rPr>
        <w:t>করেছেন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২-আছিয়া (ফিরআউনের স্ত্রী) সকল নারীকে এটাই শিক্ষা</w:t>
      </w:r>
      <w:r w:rsidRPr="005A2C80">
        <w:t xml:space="preserve"> </w:t>
      </w:r>
      <w:r w:rsidRPr="005A2C80">
        <w:rPr>
          <w:cs/>
          <w:lang w:bidi="bn-IN"/>
        </w:rPr>
        <w:t>দিলেন যে</w:t>
      </w:r>
      <w:r w:rsidRPr="005A2C80">
        <w:t xml:space="preserve">, </w:t>
      </w:r>
      <w:r w:rsidRPr="005A2C80">
        <w:rPr>
          <w:cs/>
          <w:lang w:bidi="bn-IN"/>
        </w:rPr>
        <w:t>আল্লাহর সন্তুষ্টি অর্জন করা কোন বাদশাহর</w:t>
      </w:r>
      <w:r w:rsidRPr="005A2C80">
        <w:t xml:space="preserve"> </w:t>
      </w:r>
      <w:r w:rsidRPr="005A2C80">
        <w:rPr>
          <w:cs/>
          <w:lang w:bidi="bn-IN"/>
        </w:rPr>
        <w:t>প্রাসাদে জীবন-যাপন করার (সেখানে সব ধরনের সুব্যবস্থা থাকা সত্বেও) থেকেও উত্তম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তিনি আরো প্রমাণ</w:t>
      </w:r>
      <w:r w:rsidRPr="005A2C80">
        <w:t xml:space="preserve"> </w:t>
      </w:r>
      <w:r w:rsidRPr="005A2C80">
        <w:rPr>
          <w:cs/>
          <w:lang w:bidi="bn-IN"/>
        </w:rPr>
        <w:t>করলেন যে</w:t>
      </w:r>
      <w:r w:rsidRPr="005A2C80">
        <w:t xml:space="preserve">, </w:t>
      </w:r>
      <w:r w:rsidRPr="005A2C80">
        <w:rPr>
          <w:cs/>
          <w:lang w:bidi="bn-IN"/>
        </w:rPr>
        <w:t>কোন নারীরই উচিৎ নয় এই দুনিয়ার বাহ্যিক</w:t>
      </w:r>
      <w:r w:rsidRPr="005A2C80">
        <w:t xml:space="preserve"> </w:t>
      </w:r>
      <w:r w:rsidRPr="005A2C80">
        <w:rPr>
          <w:cs/>
          <w:lang w:bidi="bn-IN"/>
        </w:rPr>
        <w:t>রূপের মোহে ভুল করা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 দুনিয়া ও তার মধ্যে যা</w:t>
      </w:r>
      <w:r w:rsidRPr="005A2C80">
        <w:t xml:space="preserve"> </w:t>
      </w:r>
      <w:r w:rsidRPr="005A2C80">
        <w:rPr>
          <w:cs/>
          <w:lang w:bidi="bn-IN"/>
        </w:rPr>
        <w:t>কিছু আছে তা ধ্বংস হয়ে যাবে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শুধুমাত্র আল্লাহ্ই</w:t>
      </w:r>
      <w:r w:rsidRPr="005A2C80">
        <w:t xml:space="preserve"> </w:t>
      </w:r>
      <w:r w:rsidRPr="005A2C80">
        <w:rPr>
          <w:cs/>
          <w:lang w:bidi="bn-IN"/>
        </w:rPr>
        <w:t>থাকবেন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৩-তিন আরো শিক্ষা দিলেন যে</w:t>
      </w:r>
      <w:r w:rsidRPr="005A2C80">
        <w:t xml:space="preserve">, </w:t>
      </w:r>
      <w:r w:rsidRPr="005A2C80">
        <w:rPr>
          <w:cs/>
          <w:lang w:bidi="bn-IN"/>
        </w:rPr>
        <w:t>নারীদের স্বাধীনতা থাকবে</w:t>
      </w:r>
      <w:r w:rsidRPr="005A2C80">
        <w:t xml:space="preserve"> (</w:t>
      </w:r>
      <w:r w:rsidRPr="005A2C80">
        <w:rPr>
          <w:cs/>
          <w:lang w:bidi="bn-IN"/>
        </w:rPr>
        <w:t>যতটুকু আল্লাহ অনুমতি দিয়েছেন) এবং তারা জুলুম ও</w:t>
      </w:r>
      <w:r w:rsidRPr="005A2C80">
        <w:t xml:space="preserve"> </w:t>
      </w:r>
      <w:r w:rsidRPr="005A2C80">
        <w:rPr>
          <w:cs/>
          <w:lang w:bidi="bn-IN"/>
        </w:rPr>
        <w:t>জালিমের প্রতি ঘৃণা রাখবে</w:t>
      </w:r>
      <w:r w:rsidRPr="005A2C80">
        <w:t xml:space="preserve">; </w:t>
      </w:r>
      <w:r w:rsidRPr="005A2C80">
        <w:rPr>
          <w:cs/>
          <w:lang w:bidi="bn-IN"/>
        </w:rPr>
        <w:t>যদিও ঐ জালিম তার</w:t>
      </w:r>
      <w:r w:rsidRPr="005A2C80">
        <w:t xml:space="preserve"> </w:t>
      </w:r>
      <w:r w:rsidRPr="005A2C80">
        <w:rPr>
          <w:cs/>
          <w:lang w:bidi="bn-IN"/>
        </w:rPr>
        <w:t>স্বামীও হয়ে থাকে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623425" w:rsidRDefault="003D73E7" w:rsidP="003D73E7">
      <w:pPr>
        <w:pStyle w:val="libAie"/>
      </w:pPr>
      <w:r w:rsidRPr="003D73E7">
        <w:rPr>
          <w:rStyle w:val="libAlaemChar"/>
        </w:rPr>
        <w:t>)</w:t>
      </w:r>
      <w:r w:rsidR="00FE4106" w:rsidRPr="00623425">
        <w:rPr>
          <w:rtl/>
        </w:rPr>
        <w:t xml:space="preserve">إِنَّا أَعْطَيْنَاكَ الْكَوْثَرَ ﴿١﴾ فَصَلِّ لِرَبِّكَ وَانْحَرْ ﴿٢﴾ إِنَّ شَانِئَكَ هُوَ الْأَبْتَرُ </w:t>
      </w:r>
      <w:r w:rsidR="00FE4106" w:rsidRPr="003D73E7">
        <w:rPr>
          <w:rStyle w:val="libAlaemChar"/>
          <w:rtl/>
        </w:rPr>
        <w:t>﴾</w:t>
      </w:r>
      <w:r w:rsidR="00FE4106" w:rsidRPr="00623425">
        <w:rPr>
          <w:rtl/>
        </w:rPr>
        <w:t xml:space="preserve"> </w:t>
      </w:r>
    </w:p>
    <w:p w:rsidR="00FE4106" w:rsidRPr="00C6693F" w:rsidRDefault="003D73E7" w:rsidP="00C6693F">
      <w:pPr>
        <w:pStyle w:val="libNormal"/>
      </w:pPr>
      <w:r w:rsidRPr="00C6693F">
        <w:rPr>
          <w:rFonts w:hint="cs"/>
          <w:cs/>
          <w:lang w:bidi="bn-IN"/>
        </w:rPr>
        <w:t>হে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রাসূল</w:t>
      </w:r>
      <w:r w:rsidRPr="00C6693F">
        <w:rPr>
          <w:rtl/>
          <w:cs/>
        </w:rPr>
        <w:t xml:space="preserve">! </w:t>
      </w:r>
      <w:r w:rsidRPr="00C6693F">
        <w:rPr>
          <w:rFonts w:hint="cs"/>
          <w:cs/>
          <w:lang w:bidi="bn-IN"/>
        </w:rPr>
        <w:t>আমরা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তোমাকে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অফুরন্ত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নেয়ামত</w:t>
      </w:r>
      <w:r w:rsidRPr="00C6693F">
        <w:rPr>
          <w:rtl/>
          <w:cs/>
        </w:rPr>
        <w:t xml:space="preserve"> -</w:t>
      </w:r>
      <w:r w:rsidRPr="00C6693F">
        <w:rPr>
          <w:rFonts w:hint="cs"/>
          <w:cs/>
          <w:lang w:bidi="bn-IN"/>
        </w:rPr>
        <w:t>নবুওয়াত</w:t>
      </w:r>
      <w:r w:rsidRPr="00C6693F">
        <w:t xml:space="preserve">, </w:t>
      </w:r>
      <w:r w:rsidRPr="00C6693F">
        <w:rPr>
          <w:rFonts w:hint="cs"/>
          <w:cs/>
          <w:lang w:bidi="bn-IN"/>
        </w:rPr>
        <w:t>শাফা</w:t>
      </w:r>
      <w:r w:rsidRPr="00C6693F">
        <w:rPr>
          <w:rFonts w:hint="eastAsia"/>
        </w:rPr>
        <w:t>’</w:t>
      </w:r>
      <w:r w:rsidRPr="00C6693F">
        <w:rPr>
          <w:rFonts w:hint="cs"/>
          <w:cs/>
          <w:lang w:bidi="bn-IN"/>
        </w:rPr>
        <w:t>য়াতের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ন্যায়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উচ্চ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মর্যাদাসহ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কাউসার</w:t>
      </w:r>
      <w:r w:rsidRPr="00C6693F">
        <w:rPr>
          <w:rtl/>
          <w:cs/>
        </w:rPr>
        <w:t xml:space="preserve"> (</w:t>
      </w:r>
      <w:r w:rsidRPr="00C6693F">
        <w:rPr>
          <w:rFonts w:hint="cs"/>
          <w:cs/>
          <w:lang w:bidi="bn-IN"/>
        </w:rPr>
        <w:t>ফাতিমাকে</w:t>
      </w:r>
      <w:r w:rsidRPr="00C6693F">
        <w:rPr>
          <w:rtl/>
          <w:cs/>
        </w:rPr>
        <w:t xml:space="preserve">) - </w:t>
      </w:r>
      <w:r w:rsidRPr="00C6693F">
        <w:rPr>
          <w:rFonts w:hint="cs"/>
          <w:cs/>
          <w:lang w:bidi="bn-IN"/>
        </w:rPr>
        <w:t>দান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করেছি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hi-IN"/>
        </w:rPr>
        <w:t>।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সুতরাং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তুমি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এই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নে</w:t>
      </w:r>
      <w:r w:rsidRPr="00C6693F">
        <w:rPr>
          <w:rFonts w:hint="eastAsia"/>
        </w:rPr>
        <w:t>’</w:t>
      </w:r>
      <w:r w:rsidRPr="00C6693F">
        <w:rPr>
          <w:rFonts w:hint="cs"/>
          <w:cs/>
          <w:lang w:bidi="bn-IN"/>
        </w:rPr>
        <w:t>য়ামতসমূহের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শুকরিয়া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স্বরূপ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নামায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আদায়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এবং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কুরবানী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কর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hi-IN"/>
        </w:rPr>
        <w:t>।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আর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প্রকৃতপক্ষে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তোমার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শত্রুরাই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হচ্ছে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bn-IN"/>
        </w:rPr>
        <w:t>নির্বংশ</w:t>
      </w:r>
      <w:r w:rsidRPr="00C6693F">
        <w:rPr>
          <w:rtl/>
          <w:cs/>
        </w:rPr>
        <w:t xml:space="preserve"> </w:t>
      </w:r>
      <w:r w:rsidRPr="00C6693F">
        <w:rPr>
          <w:rFonts w:hint="cs"/>
          <w:cs/>
          <w:lang w:bidi="hi-IN"/>
        </w:rPr>
        <w:t>।</w:t>
      </w:r>
      <w:r w:rsidRPr="00C6693F">
        <w:rPr>
          <w:rFonts w:hint="eastAsia"/>
        </w:rPr>
        <w:t>”</w:t>
      </w:r>
      <w:r w:rsidRPr="00C6693F">
        <w:rPr>
          <w:rStyle w:val="libFootnotenumChar"/>
          <w:rFonts w:hint="cs"/>
          <w:cs/>
          <w:lang w:bidi="bn-IN"/>
        </w:rPr>
        <w:t>১৯</w:t>
      </w:r>
    </w:p>
    <w:p w:rsidR="003D73E7" w:rsidRDefault="003D73E7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7317F3">
      <w:pPr>
        <w:pStyle w:val="Heading1Center"/>
      </w:pPr>
      <w:bookmarkStart w:id="2" w:name="_Toc439886094"/>
      <w:bookmarkStart w:id="3" w:name="_Toc440447854"/>
      <w:r w:rsidRPr="005A2C80">
        <w:rPr>
          <w:cs/>
          <w:lang w:bidi="bn-IN"/>
        </w:rPr>
        <w:lastRenderedPageBreak/>
        <w:t>সূরা কাউছারের তিনটি আয়াতের তিনটি অলৌকিকত্ব</w:t>
      </w:r>
      <w:bookmarkEnd w:id="2"/>
      <w:bookmarkEnd w:id="3"/>
      <w:r w:rsidRPr="005A2C80">
        <w:t xml:space="preserve"> </w:t>
      </w:r>
    </w:p>
    <w:p w:rsidR="003D73E7" w:rsidRPr="003D73E7" w:rsidRDefault="003D73E7" w:rsidP="003D73E7">
      <w:pPr>
        <w:pStyle w:val="libBold1"/>
      </w:pPr>
      <w:r w:rsidRPr="003D73E7">
        <w:rPr>
          <w:rFonts w:hint="cs"/>
          <w:cs/>
          <w:lang w:bidi="bn-IN"/>
        </w:rPr>
        <w:t>প্রথম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অলৌকিকত্ব</w:t>
      </w:r>
      <w:r w:rsidRPr="003D73E7">
        <w:rPr>
          <w:cs/>
          <w:lang w:bidi="bn-IN"/>
        </w:rPr>
        <w:t xml:space="preserve"> </w:t>
      </w:r>
    </w:p>
    <w:p w:rsidR="003D73E7" w:rsidRPr="003D73E7" w:rsidRDefault="003D73E7" w:rsidP="003D73E7">
      <w:pPr>
        <w:pStyle w:val="libNormal"/>
      </w:pPr>
      <w:r w:rsidRPr="003D73E7">
        <w:rPr>
          <w:rFonts w:hint="cs"/>
          <w:cs/>
          <w:lang w:bidi="bn-IN"/>
        </w:rPr>
        <w:t>যেহেতু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রাসূল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>.) 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পুত্র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সন্তান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গিয়েছিল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শত্রুরা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মনে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করেছিল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যে</w:t>
      </w:r>
      <w:r w:rsidRPr="003D73E7">
        <w:t xml:space="preserve">,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ইন্তেকালের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জুলুম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অত্যাচারের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ব্যাপারে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স্বাধীন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কিন্তু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আল্লাহ্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</w:t>
      </w:r>
      <w:r w:rsidRPr="003D73E7">
        <w:rPr>
          <w:rFonts w:hint="eastAsia"/>
        </w:rPr>
        <w:t>’</w:t>
      </w:r>
      <w:r w:rsidRPr="003D73E7">
        <w:rPr>
          <w:rFonts w:hint="cs"/>
          <w:cs/>
          <w:lang w:bidi="bn-IN"/>
        </w:rPr>
        <w:t>য়ালা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যাহরা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 -</w:t>
      </w:r>
      <w:r w:rsidRPr="003D73E7">
        <w:rPr>
          <w:rFonts w:hint="cs"/>
          <w:cs/>
          <w:lang w:bidi="bn-IN"/>
        </w:rPr>
        <w:t>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করলেন</w:t>
      </w:r>
      <w:r w:rsidRPr="003D73E7">
        <w:t xml:space="preserve">, </w:t>
      </w:r>
      <w:r w:rsidRPr="003D73E7">
        <w:rPr>
          <w:rFonts w:hint="cs"/>
          <w:cs/>
          <w:lang w:bidi="bn-IN"/>
        </w:rPr>
        <w:t>যাতে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সন্তানগণ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বিশ্ব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জুড়ে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ইসলামের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ভিত্তি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স্থাপন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পারেন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এবং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আবু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সুফিয়ান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বংশের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কেউ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ইসলামের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সাথে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শত্রুতা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সফল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পারে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</w:p>
    <w:p w:rsidR="003D73E7" w:rsidRPr="003D73E7" w:rsidRDefault="003D73E7" w:rsidP="003D73E7">
      <w:pPr>
        <w:pStyle w:val="libBold1"/>
      </w:pPr>
      <w:r w:rsidRPr="003D73E7">
        <w:rPr>
          <w:rFonts w:hint="cs"/>
          <w:cs/>
          <w:lang w:bidi="bn-IN"/>
        </w:rPr>
        <w:t>দ্বিতীয়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অলৌকিকত্ব</w:t>
      </w:r>
      <w:r w:rsidRPr="003D73E7">
        <w:rPr>
          <w:cs/>
          <w:lang w:bidi="bn-IN"/>
        </w:rPr>
        <w:t xml:space="preserve"> </w:t>
      </w:r>
    </w:p>
    <w:p w:rsidR="003D73E7" w:rsidRPr="003D73E7" w:rsidRDefault="003D73E7" w:rsidP="003D73E7">
      <w:pPr>
        <w:pStyle w:val="libNormal"/>
      </w:pPr>
      <w:r w:rsidRPr="003D73E7">
        <w:rPr>
          <w:rFonts w:hint="cs"/>
          <w:cs/>
          <w:lang w:bidi="bn-IN"/>
        </w:rPr>
        <w:t>যদিও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রাসূলে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খোদা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রিসালাতের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প্রথম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দিকে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অর্থনৈতিকভাবে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চাপের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মুখে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ছিলেন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কিন্তু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পরবর্তীতে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আল্লাহ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</w:t>
      </w:r>
      <w:r w:rsidRPr="003D73E7">
        <w:rPr>
          <w:rFonts w:hint="eastAsia"/>
        </w:rPr>
        <w:t>’</w:t>
      </w:r>
      <w:r w:rsidRPr="003D73E7">
        <w:rPr>
          <w:rFonts w:hint="cs"/>
          <w:cs/>
          <w:lang w:bidi="bn-IN"/>
        </w:rPr>
        <w:t>য়ালা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পরিমানে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ধন</w:t>
      </w:r>
      <w:r w:rsidRPr="003D73E7">
        <w:rPr>
          <w:cs/>
          <w:lang w:bidi="bn-IN"/>
        </w:rPr>
        <w:t>-</w:t>
      </w:r>
      <w:r w:rsidRPr="003D73E7">
        <w:rPr>
          <w:rFonts w:hint="cs"/>
          <w:cs/>
          <w:lang w:bidi="bn-IN"/>
        </w:rPr>
        <w:t>সম্পদ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করেছিলেন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যে</w:t>
      </w:r>
      <w:r w:rsidRPr="003D73E7">
        <w:t xml:space="preserve">,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হজ্জ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মৌসুমে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একটি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অথবা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তারও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বেশী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পরিমান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কুরবানী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করতেন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</w:p>
    <w:p w:rsidR="003D73E7" w:rsidRPr="003D73E7" w:rsidRDefault="003D73E7" w:rsidP="003D73E7">
      <w:pPr>
        <w:pStyle w:val="libBold1"/>
      </w:pPr>
      <w:r w:rsidRPr="003D73E7">
        <w:rPr>
          <w:rFonts w:hint="cs"/>
          <w:cs/>
          <w:lang w:bidi="bn-IN"/>
        </w:rPr>
        <w:t>তৃতীয়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অলৌকিকত্ব</w:t>
      </w:r>
      <w:r w:rsidRPr="003D73E7">
        <w:rPr>
          <w:cs/>
          <w:lang w:bidi="bn-IN"/>
        </w:rPr>
        <w:t xml:space="preserve"> </w:t>
      </w:r>
    </w:p>
    <w:p w:rsidR="003D73E7" w:rsidRPr="003D73E7" w:rsidRDefault="003D73E7" w:rsidP="003D73E7">
      <w:pPr>
        <w:pStyle w:val="libNormal"/>
      </w:pPr>
      <w:r w:rsidRPr="003D73E7">
        <w:rPr>
          <w:rFonts w:hint="cs"/>
          <w:cs/>
          <w:lang w:bidi="bn-IN"/>
        </w:rPr>
        <w:t>রাসূল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>.) 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শত্রুরা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বিশাল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সৈন্য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বাহিনী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সামরিক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শক্তির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অধিকারী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হওয়া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সত্বেও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কিছু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দিনের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মধ্যেই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ধ্বংস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যায়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এবং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কোন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অস্তিত্বই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অবশিষ্ট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ছিল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শত্রুদের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বংশই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ধ্বংস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হয়েছিল</w:t>
      </w:r>
      <w:r w:rsidRPr="003D73E7">
        <w:t xml:space="preserve">, </w:t>
      </w:r>
      <w:r w:rsidRPr="003D73E7">
        <w:rPr>
          <w:rFonts w:hint="cs"/>
          <w:cs/>
          <w:lang w:bidi="bn-IN"/>
        </w:rPr>
        <w:t>রাসূলে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খোদার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নয়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এরপর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দিনের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দিন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>.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মাধ্যমে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রাসূলে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খোদা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>.) 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বংশের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বিস্তৃতি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থাকলো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</w:p>
    <w:p w:rsidR="00FE4106" w:rsidRPr="003D73E7" w:rsidRDefault="003D73E7" w:rsidP="003D73E7">
      <w:pPr>
        <w:pStyle w:val="libNormal"/>
      </w:pPr>
      <w:r w:rsidRPr="003D73E7">
        <w:rPr>
          <w:rFonts w:hint="cs"/>
          <w:cs/>
          <w:lang w:bidi="bn-IN"/>
        </w:rPr>
        <w:t>সাধারণ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মানুষেরা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উচ্চ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মর্যাদা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সম্পর্কে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কিছু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বলতে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অক্ষম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কেননা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একজন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পরিপূর্ণ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ইনসানে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কামেল</w:t>
      </w:r>
      <w:r w:rsidRPr="003D73E7">
        <w:rPr>
          <w:cs/>
          <w:lang w:bidi="bn-IN"/>
        </w:rPr>
        <w:t xml:space="preserve">)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চরম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আধ্যাত্মিকতা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সম্পন্ন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ব্যক্তিত্ব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সাধারণ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হচ্ছে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অপূর্ণ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ত্রুটিযুক্ত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কারণেই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পক্ষে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>.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একজন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পরিপূর্ণ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বুঝে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উঠার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ক্ষমতা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ব্যাপারে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অবশ্যই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আশরাফুল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মাখলুকাত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খাতামুল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আম্বিয়া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মুহাম্মদ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উত্তরসূরী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</w:t>
      </w:r>
      <w:r w:rsidRPr="003D73E7">
        <w:rPr>
          <w:rFonts w:hint="eastAsia"/>
        </w:rPr>
        <w:t>’</w:t>
      </w:r>
      <w:r w:rsidRPr="003D73E7">
        <w:rPr>
          <w:rFonts w:hint="cs"/>
          <w:cs/>
          <w:lang w:bidi="bn-IN"/>
        </w:rPr>
        <w:t>সুম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ইমামগণ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মুখ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থেকেই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শুনতে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হবে</w:t>
      </w:r>
      <w:r w:rsidRPr="003D73E7">
        <w:rPr>
          <w:cs/>
          <w:lang w:bidi="bn-IN"/>
        </w:rPr>
        <w:t>:</w:t>
      </w:r>
      <w:r w:rsidR="00FE4106" w:rsidRPr="003D73E7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>). :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ﺗﻌﺎﱃ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ﻟﻴﻐﻀﺐ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ﻟﻐﻀﺐ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ﻓﺎﻃﻤﺔ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ﻳﺮﺿﻰ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ﻟﺮﺿﺎﻫﺎ</w:t>
      </w:r>
      <w:r w:rsidRPr="005A2C80">
        <w:t xml:space="preserve"> </w:t>
      </w:r>
    </w:p>
    <w:p w:rsidR="00FE4106" w:rsidRPr="005A2C80" w:rsidRDefault="00FE4106" w:rsidP="00C4151B">
      <w:pPr>
        <w:pStyle w:val="libNormal"/>
      </w:pPr>
      <w:r w:rsidRPr="005A2C80">
        <w:rPr>
          <w:cs/>
          <w:lang w:bidi="bn-IN"/>
        </w:rPr>
        <w:lastRenderedPageBreak/>
        <w:t>রাসূল (সা.) বলেছেন : আল্লাহ্ তা</w:t>
      </w:r>
      <w:r w:rsidRPr="00623425">
        <w:rPr>
          <w:rStyle w:val="libAlaemChar"/>
        </w:rPr>
        <w:t>’</w:t>
      </w:r>
      <w:r w:rsidRPr="00C4151B">
        <w:rPr>
          <w:cs/>
          <w:lang w:bidi="bn-IN"/>
        </w:rPr>
        <w:t xml:space="preserve">য়ালা ফাতিমা </w:t>
      </w:r>
      <w:r w:rsidRPr="00C4151B">
        <w:rPr>
          <w:rtl/>
          <w:cs/>
        </w:rPr>
        <w:t>(</w:t>
      </w:r>
      <w:r w:rsidRPr="00C4151B">
        <w:rPr>
          <w:rtl/>
          <w:cs/>
          <w:lang w:bidi="bn-IN"/>
        </w:rPr>
        <w:t>আ</w:t>
      </w:r>
      <w:r w:rsidRPr="00C4151B">
        <w:rPr>
          <w:rtl/>
          <w:cs/>
        </w:rPr>
        <w:t>.)-</w:t>
      </w:r>
      <w:r w:rsidRPr="00C4151B">
        <w:rPr>
          <w:rtl/>
          <w:cs/>
          <w:lang w:bidi="bn-IN"/>
        </w:rPr>
        <w:t>এর ক্রোধে ক্রোধান্বিত হন এবং তার সন্তুষ্টিতে তিনি সন্তুষ্ট হন ।</w:t>
      </w:r>
      <w:r w:rsidRPr="00FE4106">
        <w:rPr>
          <w:rStyle w:val="libFootnotenumChar"/>
          <w:cs/>
          <w:lang w:bidi="bn-IN"/>
        </w:rPr>
        <w:t>২০</w:t>
      </w:r>
      <w:r w:rsidRPr="005A2C80">
        <w:rPr>
          <w:cs/>
          <w:lang w:bidi="bn-IN"/>
        </w:rPr>
        <w:t xml:space="preserve"> </w:t>
      </w:r>
    </w:p>
    <w:p w:rsidR="00FE4106" w:rsidRPr="005A2C80" w:rsidRDefault="00FE4106" w:rsidP="003A255A">
      <w:pPr>
        <w:pStyle w:val="libAr"/>
      </w:pPr>
      <w:r w:rsidRPr="005A2C80">
        <w:t xml:space="preserve">: </w:t>
      </w: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 xml:space="preserve">):  </w:t>
      </w:r>
      <w:r w:rsidRPr="003A255A">
        <w:rPr>
          <w:rFonts w:hint="cs"/>
          <w:rtl/>
        </w:rPr>
        <w:t>ﺍﻭﻝ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ﺷﺨﺺ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ﺗﺪﺧﻞ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ﺍلجنّة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ﻓﺎﻃﻤﺔ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রাসূল (সা.) বলেছেন : সর্ব প্রথম যে ব্যক্তি বেহেশ্তে প্রবেশ করবে সে হচ্ছে ফাতিমা (সা.আ.)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২১</w:t>
      </w:r>
      <w:r w:rsidRPr="00C4151B">
        <w:rPr>
          <w:rStyle w:val="libNormalChar"/>
          <w:rtl/>
          <w:cs/>
        </w:rPr>
        <w:t xml:space="preserve"> </w:t>
      </w:r>
    </w:p>
    <w:p w:rsidR="00FE4106" w:rsidRPr="005A2C80" w:rsidRDefault="00FE4106" w:rsidP="003A255A">
      <w:pPr>
        <w:pStyle w:val="libAr"/>
        <w:rPr>
          <w:rtl/>
        </w:rPr>
      </w:pP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الحسن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ﺍﻟﺴﻼﻡ</w:t>
      </w:r>
      <w:r w:rsidRPr="00C4151B">
        <w:rPr>
          <w:rtl/>
        </w:rPr>
        <w:t xml:space="preserve">) </w:t>
      </w:r>
      <w:r w:rsidRPr="003A255A">
        <w:rPr>
          <w:rFonts w:hint="cs"/>
          <w:rtl/>
        </w:rPr>
        <w:t>ﻋﻠﻴﻬﺎ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ﺍﻟﺴﻼﻡ</w:t>
      </w:r>
      <w:r w:rsidRPr="00C4151B">
        <w:rPr>
          <w:rtl/>
        </w:rPr>
        <w:t xml:space="preserve">: </w:t>
      </w:r>
      <w:r w:rsidRPr="003A255A">
        <w:rPr>
          <w:rFonts w:hint="cs"/>
          <w:rtl/>
        </w:rPr>
        <w:t>ما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ﺍﻟﺪﻧﻴﺎ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ﺍﻋﺒﺪ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ﻓﺎﻃﻤﺔ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علیها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السلام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ﻛﺎﻧﺖ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ﺗﻘﻮﻡ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ﺣﱴ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ﺗﺘﻮﺭﻡ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ﻗﺪﻣﺎﻫﺎ</w:t>
      </w:r>
      <w:r w:rsidRPr="005A2C80">
        <w:t xml:space="preserve"> </w:t>
      </w:r>
    </w:p>
    <w:p w:rsidR="00FE4106" w:rsidRPr="005A2C80" w:rsidRDefault="00FE4106" w:rsidP="00C4151B">
      <w:pPr>
        <w:pStyle w:val="libNormal"/>
      </w:pPr>
      <w:r w:rsidRPr="005A2C80">
        <w:rPr>
          <w:cs/>
          <w:lang w:bidi="bn-IN"/>
        </w:rPr>
        <w:t>ইমাম হাসান (আ.) বলেছেন : ফাতিমা (আ.)-এর মত ইবাদতকারী পৃথিবীতে আর কেউ ছিল না</w:t>
      </w:r>
      <w:r w:rsidRPr="005A2C80">
        <w:t xml:space="preserve">, </w:t>
      </w:r>
      <w:r w:rsidRPr="005A2C80">
        <w:rPr>
          <w:cs/>
          <w:lang w:bidi="bn-IN"/>
        </w:rPr>
        <w:t>কেননা তিনি এত বেশী ইবাদত করতেন যার কারণে তার পদযুগল ফুলে যেত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২২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ইমাম হাসান (আ.) বলেছেন : আমার মা ফাতিমা (আ.) প্রতি বৃহস্পতিবার দিবাগত রাতে ভোর পর্যন্ত ইবাদতে মশগুল থাকতেন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তাকে মু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মিন বান্দাদের জন্য প্রচুর দোয়া করতে শুনতাম কিন্তু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>নিজের জন্য দোয়া করতেন না । মাকে জিজ্ঞাসা করেছিলাম যে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হে জননী</w:t>
      </w:r>
      <w:r w:rsidR="003D73E7">
        <w:rPr>
          <w:rStyle w:val="libNormalChar"/>
          <w:lang w:bidi="bn-IN"/>
        </w:rPr>
        <w:t xml:space="preserve"> </w:t>
      </w:r>
      <w:r w:rsidRPr="00C4151B">
        <w:rPr>
          <w:rStyle w:val="libNormalChar"/>
          <w:rtl/>
          <w:cs/>
        </w:rPr>
        <w:t xml:space="preserve">! </w:t>
      </w:r>
      <w:r w:rsidRPr="00C4151B">
        <w:rPr>
          <w:rStyle w:val="libNormalChar"/>
          <w:rtl/>
          <w:cs/>
          <w:lang w:bidi="bn-IN"/>
        </w:rPr>
        <w:t>অন্যদের জন্য এত দোয়া করেন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কেন আপনার নিজের জন্য দোয়া করেন না</w:t>
      </w:r>
      <w:r w:rsidRPr="00C4151B">
        <w:rPr>
          <w:rStyle w:val="libNormalChar"/>
        </w:rPr>
        <w:t xml:space="preserve">? </w:t>
      </w:r>
      <w:r w:rsidRPr="00C4151B">
        <w:rPr>
          <w:rStyle w:val="libNormalChar"/>
          <w:cs/>
          <w:lang w:bidi="bn-IN"/>
        </w:rPr>
        <w:t xml:space="preserve">তিনি বললেন </w:t>
      </w:r>
      <w:r w:rsidRPr="00C4151B">
        <w:rPr>
          <w:rStyle w:val="libNormalChar"/>
          <w:rtl/>
          <w:cs/>
        </w:rPr>
        <w:t>: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3A255A">
      <w:pPr>
        <w:pStyle w:val="libAr"/>
        <w:rPr>
          <w:lang w:bidi="bn-IN"/>
        </w:rPr>
      </w:pPr>
      <w:r w:rsidRPr="003A255A">
        <w:rPr>
          <w:rFonts w:hint="cs"/>
          <w:rtl/>
        </w:rPr>
        <w:t>یا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بنی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الجار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ثم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الدار</w:t>
      </w:r>
      <w:r w:rsidRPr="005A2C80">
        <w:rPr>
          <w:rtl/>
        </w:rPr>
        <w:t xml:space="preserve"> </w:t>
      </w:r>
    </w:p>
    <w:p w:rsidR="00FE4106" w:rsidRPr="005A2C80" w:rsidRDefault="00FE4106" w:rsidP="00C4151B">
      <w:pPr>
        <w:pStyle w:val="libNormal"/>
        <w:rPr>
          <w:lang w:bidi="bn-IN"/>
        </w:rPr>
      </w:pPr>
      <w:r w:rsidRPr="005A2C80">
        <w:rPr>
          <w:cs/>
          <w:lang w:bidi="bn-IN"/>
        </w:rPr>
        <w:t>হে আমার সন্তান! প্রথমে প্রতিবেশী তারপর নিজের বাড়ি ও নিজে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২৩</w:t>
      </w:r>
      <w:r w:rsidRPr="005A2C80">
        <w:rPr>
          <w:cs/>
          <w:lang w:bidi="bn-IN"/>
        </w:rPr>
        <w:t xml:space="preserve"> </w:t>
      </w:r>
    </w:p>
    <w:p w:rsidR="003D73E7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রাসূল (সা.) বলেছেন : ফাতিমা (আ.) পৃথিবীর সকল (প্রথম থেকে শেষ পর্যন্ত) নারীদের নেত্রী এবং সে যখন মেহরাবে ইবাদতে দণ্ডায়মান হয় তখন ৭০ হাজার ফেরেশ্তা তাকে সালাম করতে থাকে ও তাকে বলে : হে ফাতিমা! আল্লাহ তা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য়ালা তোমাকে মনোনীত করেছেন এবং তোমাকে সব ধরনের অপবিত্রতা থেকে মুক্ত করেছেন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আর তোমাকে পৃথিবীর সমস্ত নারীদের উপরে স্থান দিয়েছেন ।</w:t>
      </w:r>
      <w:r w:rsidRPr="00FE4106">
        <w:rPr>
          <w:rStyle w:val="libFootnotenumChar"/>
          <w:cs/>
          <w:lang w:bidi="bn-IN"/>
        </w:rPr>
        <w:t>২৪</w:t>
      </w:r>
      <w:r w:rsidRPr="00C4151B">
        <w:rPr>
          <w:rStyle w:val="libNormalChar"/>
        </w:rPr>
        <w:t xml:space="preserve"> </w:t>
      </w:r>
    </w:p>
    <w:p w:rsidR="003D73E7" w:rsidRPr="00C6693F" w:rsidRDefault="003D73E7" w:rsidP="00C6693F">
      <w:pPr>
        <w:pStyle w:val="libNormal"/>
      </w:pPr>
      <w:r w:rsidRPr="00C6693F">
        <w:br w:type="page"/>
      </w:r>
    </w:p>
    <w:p w:rsidR="00FE4106" w:rsidRPr="005A2C80" w:rsidRDefault="00FE4106" w:rsidP="003D73E7">
      <w:pPr>
        <w:pStyle w:val="libCenterBold1"/>
        <w:rPr>
          <w:lang w:bidi="bn-IN"/>
        </w:rPr>
      </w:pPr>
      <w:r w:rsidRPr="005A2C80">
        <w:rPr>
          <w:cs/>
          <w:lang w:bidi="bn-IN"/>
        </w:rPr>
        <w:lastRenderedPageBreak/>
        <w:t xml:space="preserve">হযরত ফাতিমা যাহরা (আ.)-এর ব্যাপারে ইমাম খোমেনী (রহ.)-এর উক্তি </w:t>
      </w:r>
    </w:p>
    <w:p w:rsidR="003D73E7" w:rsidRDefault="003D73E7" w:rsidP="00C4151B">
      <w:pPr>
        <w:pStyle w:val="libNormal"/>
        <w:rPr>
          <w:lang w:bidi="bn-IN"/>
        </w:rPr>
      </w:pPr>
    </w:p>
    <w:p w:rsidR="003D73E7" w:rsidRDefault="003D73E7" w:rsidP="00C4151B">
      <w:pPr>
        <w:pStyle w:val="libNormal"/>
        <w:rPr>
          <w:lang w:bidi="bn-IN"/>
        </w:rPr>
      </w:pP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>.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মধ্যে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একটি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জন্য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পূর্ণতার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দিক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চিন্তা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যায়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সবগুলোই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পরিপূর্ণভাবে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বিদ্যমান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ছিল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কেননা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একজন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সাধারণ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নারী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ছিলেন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একজন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মালাকুতি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রূহানী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অলৌকিক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আধ্যাত্মিকতার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ক্ষেত্রে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সর্বোচ্চ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পর্যায়ের</w:t>
      </w:r>
      <w:r w:rsidRPr="003D73E7">
        <w:rPr>
          <w:cs/>
          <w:lang w:bidi="bn-IN"/>
        </w:rPr>
        <w:t xml:space="preserve">) </w:t>
      </w:r>
      <w:r w:rsidRPr="003D73E7">
        <w:rPr>
          <w:rFonts w:hint="cs"/>
          <w:cs/>
          <w:lang w:bidi="bn-IN"/>
        </w:rPr>
        <w:t>নারী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ছিলেন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একজন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পরিপূর্ণ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ছিলেন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একজন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মালাকুতি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বস্তুজগতের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উর্ধ্বের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অদৃশ্য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জগতের</w:t>
      </w:r>
      <w:r w:rsidRPr="003D73E7">
        <w:rPr>
          <w:cs/>
          <w:lang w:bidi="bn-IN"/>
        </w:rPr>
        <w:t xml:space="preserve">) </w:t>
      </w:r>
      <w:r w:rsidRPr="003D73E7">
        <w:rPr>
          <w:rFonts w:hint="cs"/>
          <w:cs/>
          <w:lang w:bidi="bn-IN"/>
        </w:rPr>
        <w:t>অস্তিত্ব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রূপে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ধরাধামে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এসেছিলেন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এলাহী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জাবারুতী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ফেরেশতাদেরও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উর্ধ্বের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ঐশী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জগতের</w:t>
      </w:r>
      <w:r w:rsidRPr="003D73E7">
        <w:rPr>
          <w:cs/>
          <w:lang w:bidi="bn-IN"/>
        </w:rPr>
        <w:t xml:space="preserve">) </w:t>
      </w:r>
      <w:r w:rsidRPr="003D73E7">
        <w:rPr>
          <w:rFonts w:hint="cs"/>
          <w:cs/>
          <w:lang w:bidi="bn-IN"/>
        </w:rPr>
        <w:t>এক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অস্তিত্ব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নারী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রূপে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প্রকাশিত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হয়েছেন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সমগ্র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অস্তিত্বে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নবীদের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বৈশিষ্ট্যসমুহ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পরিলক্ষিত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এমন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নারী</w:t>
      </w:r>
      <w:r w:rsidRPr="003D73E7">
        <w:t xml:space="preserve">, </w:t>
      </w:r>
      <w:r w:rsidRPr="003D73E7">
        <w:rPr>
          <w:rFonts w:hint="cs"/>
          <w:cs/>
          <w:lang w:bidi="bn-IN"/>
        </w:rPr>
        <w:t>যদি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পুরুষ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হতেন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তবে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হয়তো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নবী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হতেন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মধ্যে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এলাহী</w:t>
      </w:r>
      <w:r w:rsidRPr="003D73E7">
        <w:t xml:space="preserve">, </w:t>
      </w:r>
      <w:r w:rsidRPr="003D73E7">
        <w:rPr>
          <w:rFonts w:hint="cs"/>
          <w:cs/>
          <w:lang w:bidi="bn-IN"/>
        </w:rPr>
        <w:t>মালাকুতি</w:t>
      </w:r>
      <w:r w:rsidRPr="003D73E7">
        <w:t xml:space="preserve">, </w:t>
      </w:r>
      <w:r w:rsidRPr="003D73E7">
        <w:rPr>
          <w:rFonts w:hint="cs"/>
          <w:cs/>
          <w:lang w:bidi="bn-IN"/>
        </w:rPr>
        <w:t>জাবারুতী</w:t>
      </w:r>
      <w:r w:rsidRPr="003D73E7">
        <w:t xml:space="preserve">, </w:t>
      </w:r>
      <w:r w:rsidRPr="003D73E7">
        <w:rPr>
          <w:rFonts w:hint="cs"/>
          <w:cs/>
          <w:lang w:bidi="bn-IN"/>
        </w:rPr>
        <w:t>মুলকী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নাসুতি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উর্ধ্ব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বস্তুজগতের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সকল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উচ্চতর</w:t>
      </w:r>
      <w:r w:rsidRPr="003D73E7">
        <w:rPr>
          <w:cs/>
          <w:lang w:bidi="bn-IN"/>
        </w:rPr>
        <w:t xml:space="preserve">) </w:t>
      </w:r>
      <w:r w:rsidRPr="003D73E7">
        <w:rPr>
          <w:rFonts w:hint="cs"/>
          <w:cs/>
          <w:lang w:bidi="bn-IN"/>
        </w:rPr>
        <w:t>বৈশিষ্ট্যসমূহ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একত্রে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একত্রিত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হয়েছে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rStyle w:val="libFootnotenumChar"/>
          <w:rFonts w:hint="cs"/>
          <w:cs/>
          <w:lang w:bidi="bn-IN"/>
        </w:rPr>
        <w:t>২৫</w:t>
      </w:r>
      <w:r w:rsidRPr="003D73E7">
        <w:rPr>
          <w:cs/>
          <w:lang w:bidi="bn-IN"/>
        </w:rPr>
        <w:t xml:space="preserve"> </w:t>
      </w:r>
    </w:p>
    <w:p w:rsidR="00FE4106" w:rsidRPr="005A2C80" w:rsidRDefault="00FE4106" w:rsidP="00C4151B">
      <w:pPr>
        <w:pStyle w:val="libNormal"/>
      </w:pPr>
      <w:r w:rsidRPr="005A2C80">
        <w:rPr>
          <w:cs/>
          <w:lang w:bidi="bn-IN"/>
        </w:rPr>
        <w:t>তিনি এমন এক নারী যিনি হযরত যয়নাব (আ.)-এর মত প্রশিক্ষিত</w:t>
      </w:r>
      <w:r w:rsidRPr="005A2C80">
        <w:t xml:space="preserve"> </w:t>
      </w:r>
      <w:r w:rsidRPr="005A2C80">
        <w:rPr>
          <w:cs/>
          <w:lang w:bidi="bn-IN"/>
        </w:rPr>
        <w:t>এক সন্তান মানব জাতিকে উপহার দিয়েছেন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পরবর্তীতে সেই যয়নাবই</w:t>
      </w:r>
      <w:r w:rsidRPr="005A2C80">
        <w:t xml:space="preserve"> </w:t>
      </w:r>
      <w:r w:rsidRPr="005A2C80">
        <w:rPr>
          <w:cs/>
          <w:lang w:bidi="bn-IN"/>
        </w:rPr>
        <w:t>তাগুতী শক্তির বিরুদ্ধে নির্ভয়ে রুখে দাঁড়িয়েছিলেন এবং তাদেরকে</w:t>
      </w:r>
      <w:r w:rsidRPr="005A2C80">
        <w:t xml:space="preserve"> </w:t>
      </w:r>
      <w:r w:rsidRPr="005A2C80">
        <w:rPr>
          <w:cs/>
          <w:lang w:bidi="bn-IN"/>
        </w:rPr>
        <w:t>অপরাধী সাব্যস্ত করেছিলেন</w:t>
      </w:r>
      <w:r w:rsidRPr="005A2C80">
        <w:t xml:space="preserve">, </w:t>
      </w:r>
      <w:r w:rsidRPr="005A2C80">
        <w:rPr>
          <w:cs/>
          <w:lang w:bidi="bn-IN"/>
        </w:rPr>
        <w:t>ইয়াযিদকে দোষী প্রমাণ করেন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তিনি</w:t>
      </w:r>
      <w:r w:rsidRPr="005A2C80">
        <w:t xml:space="preserve"> </w:t>
      </w:r>
      <w:r w:rsidRPr="005A2C80">
        <w:rPr>
          <w:cs/>
          <w:lang w:bidi="bn-IN"/>
        </w:rPr>
        <w:t>ইয়াযিদকে বলেন : তুই মানুষ না</w:t>
      </w:r>
      <w:r w:rsidRPr="005A2C80">
        <w:t xml:space="preserve">, </w:t>
      </w:r>
      <w:r w:rsidRPr="005A2C80">
        <w:rPr>
          <w:cs/>
          <w:lang w:bidi="bn-IN"/>
        </w:rPr>
        <w:t>মানুষ হওয়ার যোগ্যতাও তোর নেই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২৬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তিনি এমন এক নারী</w:t>
      </w:r>
      <w:r w:rsidRPr="005A2C80">
        <w:t xml:space="preserve">, </w:t>
      </w:r>
      <w:r w:rsidRPr="005A2C80">
        <w:rPr>
          <w:cs/>
          <w:lang w:bidi="bn-IN"/>
        </w:rPr>
        <w:t>যার গুণাবলী মহানবীর (সা.) গুণাবলীর</w:t>
      </w:r>
      <w:r w:rsidRPr="005A2C80">
        <w:t xml:space="preserve"> </w:t>
      </w:r>
      <w:r w:rsidRPr="005A2C80">
        <w:rPr>
          <w:cs/>
          <w:lang w:bidi="bn-IN"/>
        </w:rPr>
        <w:t>অনুরূপ অসীম এবং তিনি হচ্ছেন পবিত্র ও নিষ্পাপ নবী পরিবারের সদস্য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তিনি এমন নারী</w:t>
      </w:r>
      <w:r w:rsidRPr="005A2C80">
        <w:t xml:space="preserve">, </w:t>
      </w:r>
      <w:r w:rsidRPr="005A2C80">
        <w:rPr>
          <w:cs/>
          <w:lang w:bidi="bn-IN"/>
        </w:rPr>
        <w:t>যার মর্যাদার ব্যাপারে সবাই তার নিজের বোঝার</w:t>
      </w:r>
      <w:r w:rsidRPr="005A2C80">
        <w:t xml:space="preserve"> </w:t>
      </w:r>
      <w:r w:rsidRPr="005A2C80">
        <w:rPr>
          <w:cs/>
          <w:lang w:bidi="bn-IN"/>
        </w:rPr>
        <w:t>ক্ষমতানুযায়ী কথা বলে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এখনো পর্যন্ত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কেউই তাঁর যথার্থ প্রশংসা</w:t>
      </w:r>
      <w:r w:rsidRPr="005A2C80">
        <w:t xml:space="preserve"> </w:t>
      </w:r>
      <w:r w:rsidRPr="005A2C80">
        <w:rPr>
          <w:cs/>
          <w:lang w:bidi="bn-IN"/>
        </w:rPr>
        <w:t>করতে সক্ষম হয় নি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তাঁর ব্যাপারে তাঁর পরিবারের মহান ব্যক্তিদের কাছ</w:t>
      </w:r>
      <w:r w:rsidRPr="005A2C80">
        <w:t xml:space="preserve"> </w:t>
      </w:r>
      <w:r w:rsidRPr="005A2C80">
        <w:rPr>
          <w:cs/>
          <w:lang w:bidi="bn-IN"/>
        </w:rPr>
        <w:t>থেকে ততটুকু বর্ণিত হয়েছে যতটুকু শ্রোতাদের ধারণক্ষমতা ছিল ও তাদের</w:t>
      </w:r>
      <w:r w:rsidRPr="005A2C80">
        <w:t xml:space="preserve"> </w:t>
      </w:r>
      <w:r w:rsidRPr="005A2C80">
        <w:rPr>
          <w:cs/>
          <w:lang w:bidi="bn-IN"/>
        </w:rPr>
        <w:t>জন্য বোধগম্য হতো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সাগরকে কখনো কলসীতে আবদ্ধ করা যায়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তাই তাঁর সম্পর্কে ইমামরা শ্রোতাদের ধারণ ক্ষমতা অনুযায়ী কথা</w:t>
      </w:r>
      <w:r w:rsidRPr="005A2C80">
        <w:t xml:space="preserve"> </w:t>
      </w:r>
      <w:r w:rsidRPr="005A2C80">
        <w:rPr>
          <w:cs/>
          <w:lang w:bidi="bn-IN"/>
        </w:rPr>
        <w:t>বলেছেন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এক্ষেত্রে আমাদের জন্য উত্তম হলো এ সীমাহীন রহস্যময় প্রান্তরকে আমাদের সীমাবদ্ধ জ্ঞানে আবদ্ধ করার চেষ্টা না করা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২৭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Pr="005A2C80" w:rsidRDefault="00FE4106" w:rsidP="003D73E7">
      <w:pPr>
        <w:pStyle w:val="libCenterBold1"/>
      </w:pPr>
      <w:r w:rsidRPr="005A2C80">
        <w:rPr>
          <w:cs/>
          <w:lang w:bidi="bn-IN"/>
        </w:rPr>
        <w:t>হযরত ফাতিমা যাহরা (আ.)-এর ব্যাপারে শহীদ মুর্তযা মুতাহ্হারীর উক্তি</w:t>
      </w:r>
      <w:r w:rsidRPr="005A2C80">
        <w:t xml:space="preserve"> </w:t>
      </w:r>
    </w:p>
    <w:p w:rsidR="003D73E7" w:rsidRDefault="003D73E7" w:rsidP="00C4151B">
      <w:pPr>
        <w:pStyle w:val="libNormal"/>
        <w:rPr>
          <w:lang w:bidi="bn-IN"/>
        </w:rPr>
      </w:pPr>
    </w:p>
    <w:p w:rsidR="003D73E7" w:rsidRPr="003D73E7" w:rsidRDefault="003D73E7" w:rsidP="003D73E7">
      <w:pPr>
        <w:pStyle w:val="libNormal"/>
      </w:pP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বলেছেন</w:t>
      </w:r>
      <w:r w:rsidRPr="003D73E7">
        <w:rPr>
          <w:cs/>
          <w:lang w:bidi="bn-IN"/>
        </w:rPr>
        <w:t xml:space="preserve"> : </w:t>
      </w:r>
      <w:r w:rsidRPr="003D73E7">
        <w:rPr>
          <w:rFonts w:hint="cs"/>
          <w:cs/>
          <w:lang w:bidi="bn-IN"/>
        </w:rPr>
        <w:t>ইসলামের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ইতিহাসে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পবিত্র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উচ্চ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মর্যাদা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সম্পন্ন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মহিলা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অনেক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রয়েছে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খুব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কম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পুরুষই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আছে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খাদিজার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সমান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যোগ্যতা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রাখে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নবী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আলী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ব্যতীত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অন্য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কোন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পুরুষ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যাদেরকে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 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সাথে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তুলনা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যেতে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পারে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সন্তানগণের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যারা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সকলেই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হচ্ছেন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ইমাম</w:t>
      </w:r>
      <w:r w:rsidRPr="003D73E7">
        <w:rPr>
          <w:cs/>
          <w:lang w:bidi="bn-IN"/>
        </w:rPr>
        <w:t xml:space="preserve">) </w:t>
      </w:r>
      <w:r w:rsidRPr="003D73E7">
        <w:rPr>
          <w:rFonts w:hint="cs"/>
          <w:cs/>
          <w:lang w:bidi="bn-IN"/>
        </w:rPr>
        <w:t>উপর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এবং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শেষ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নবী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সা</w:t>
      </w:r>
      <w:r w:rsidRPr="003D73E7">
        <w:rPr>
          <w:cs/>
          <w:lang w:bidi="bn-IN"/>
        </w:rPr>
        <w:t xml:space="preserve">.) </w:t>
      </w:r>
      <w:r w:rsidRPr="003D73E7">
        <w:rPr>
          <w:rFonts w:hint="cs"/>
          <w:cs/>
          <w:lang w:bidi="bn-IN"/>
        </w:rPr>
        <w:t>ব্যতীত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অন্য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সকল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নবীর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উপরে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অবস্থান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করছেন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rStyle w:val="libFootnotenumChar"/>
          <w:rFonts w:hint="cs"/>
          <w:cs/>
          <w:lang w:bidi="bn-IN"/>
        </w:rPr>
        <w:t>২৮</w:t>
      </w:r>
      <w:r w:rsidRPr="003D73E7">
        <w:rPr>
          <w:cs/>
          <w:lang w:bidi="bn-IN"/>
        </w:rPr>
        <w:t xml:space="preserve"> </w:t>
      </w:r>
    </w:p>
    <w:p w:rsidR="003D73E7" w:rsidRDefault="003D73E7" w:rsidP="003D73E7">
      <w:pPr>
        <w:pStyle w:val="libNormal"/>
        <w:rPr>
          <w:cs/>
          <w:lang w:bidi="bn-IN"/>
        </w:rPr>
      </w:pPr>
      <w:r w:rsidRPr="003D73E7">
        <w:rPr>
          <w:rFonts w:hint="cs"/>
          <w:cs/>
          <w:lang w:bidi="bn-IN"/>
        </w:rPr>
        <w:t>এই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বর্ণনায়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এটা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পরিস্কার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হয়েছে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যে</w:t>
      </w:r>
      <w:r w:rsidRPr="003D73E7">
        <w:t xml:space="preserve">,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</w:t>
      </w:r>
      <w:r w:rsidRPr="003D73E7">
        <w:rPr>
          <w:cs/>
          <w:lang w:bidi="bn-IN"/>
        </w:rPr>
        <w:t xml:space="preserve"> (</w:t>
      </w:r>
      <w:r w:rsidRPr="003D73E7">
        <w:rPr>
          <w:rFonts w:hint="cs"/>
          <w:cs/>
          <w:lang w:bidi="bn-IN"/>
        </w:rPr>
        <w:t>আ</w:t>
      </w:r>
      <w:r w:rsidRPr="003D73E7">
        <w:rPr>
          <w:cs/>
          <w:lang w:bidi="bn-IN"/>
        </w:rPr>
        <w:t>.) -</w:t>
      </w:r>
      <w:r w:rsidRPr="003D73E7">
        <w:rPr>
          <w:rFonts w:hint="cs"/>
          <w:cs/>
          <w:lang w:bidi="bn-IN"/>
        </w:rPr>
        <w:t>এর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মর্যাদা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কোন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সাধারণ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মানুষ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অনুধাবন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করতে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পারবে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তিনি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শুধুমাত্র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পৃথিবীর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নারীদের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উপরেই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নয়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বরং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বেহেশ্তী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নারীদের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উপরেও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শ্রেষ্ঠত্ব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রাখেন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আল্লাহ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</w:t>
      </w:r>
      <w:r w:rsidRPr="003D73E7">
        <w:rPr>
          <w:rFonts w:hint="eastAsia"/>
        </w:rPr>
        <w:t>’</w:t>
      </w:r>
      <w:r w:rsidRPr="003D73E7">
        <w:rPr>
          <w:rFonts w:hint="cs"/>
          <w:cs/>
          <w:lang w:bidi="bn-IN"/>
        </w:rPr>
        <w:t>য়ালা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আমাদেরকে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তাঁর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শাফা</w:t>
      </w:r>
      <w:r w:rsidRPr="003D73E7">
        <w:rPr>
          <w:rFonts w:hint="eastAsia"/>
        </w:rPr>
        <w:t>’</w:t>
      </w:r>
      <w:r w:rsidRPr="003D73E7">
        <w:rPr>
          <w:rFonts w:hint="cs"/>
          <w:cs/>
          <w:lang w:bidi="bn-IN"/>
        </w:rPr>
        <w:t>য়াত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থেকে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বঞ্চিত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করুন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ইনশাআল্লাহ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আল্লাহ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তা</w:t>
      </w:r>
      <w:r w:rsidRPr="003D73E7">
        <w:rPr>
          <w:rFonts w:hint="eastAsia"/>
        </w:rPr>
        <w:t>’</w:t>
      </w:r>
      <w:r w:rsidRPr="003D73E7">
        <w:rPr>
          <w:rFonts w:hint="cs"/>
          <w:cs/>
          <w:lang w:bidi="bn-IN"/>
        </w:rPr>
        <w:t>য়ালা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আমাদের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নারীদেরকে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হযরত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ফাতিমাকে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অনুসরণ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করে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চলার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তৌফিক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দান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bn-IN"/>
        </w:rPr>
        <w:t>করুন</w:t>
      </w:r>
      <w:r w:rsidRPr="003D73E7">
        <w:rPr>
          <w:cs/>
          <w:lang w:bidi="bn-IN"/>
        </w:rPr>
        <w:t xml:space="preserve"> </w:t>
      </w:r>
      <w:r w:rsidRPr="003D73E7">
        <w:rPr>
          <w:rFonts w:hint="cs"/>
          <w:cs/>
          <w:lang w:bidi="hi-IN"/>
        </w:rPr>
        <w:t>।</w:t>
      </w:r>
    </w:p>
    <w:p w:rsidR="003D73E7" w:rsidRPr="00C6693F" w:rsidRDefault="003D73E7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3D73E7" w:rsidRDefault="003D73E7" w:rsidP="003D73E7">
      <w:pPr>
        <w:pStyle w:val="Heading1Center"/>
      </w:pPr>
      <w:bookmarkStart w:id="4" w:name="_Toc439886095"/>
      <w:bookmarkStart w:id="5" w:name="_Toc440447855"/>
      <w:r w:rsidRPr="003D73E7">
        <w:rPr>
          <w:rFonts w:hint="cs"/>
          <w:cs/>
          <w:lang w:bidi="bn-IN"/>
        </w:rPr>
        <w:lastRenderedPageBreak/>
        <w:t>২</w:t>
      </w:r>
      <w:r w:rsidRPr="003D73E7">
        <w:rPr>
          <w:rtl/>
          <w:cs/>
        </w:rPr>
        <w:t xml:space="preserve">- </w:t>
      </w:r>
      <w:r w:rsidRPr="003D73E7">
        <w:rPr>
          <w:rFonts w:hint="cs"/>
          <w:cs/>
          <w:lang w:bidi="bn-IN"/>
        </w:rPr>
        <w:t>হাদীসের</w:t>
      </w:r>
      <w:r w:rsidRPr="003D73E7">
        <w:rPr>
          <w:rtl/>
          <w:cs/>
        </w:rPr>
        <w:t xml:space="preserve"> </w:t>
      </w:r>
      <w:r w:rsidRPr="003D73E7">
        <w:rPr>
          <w:rFonts w:hint="cs"/>
          <w:cs/>
          <w:lang w:bidi="bn-IN"/>
        </w:rPr>
        <w:t>দৃষ্টিতে</w:t>
      </w:r>
      <w:r w:rsidRPr="003D73E7">
        <w:rPr>
          <w:rtl/>
          <w:cs/>
        </w:rPr>
        <w:t xml:space="preserve"> </w:t>
      </w:r>
      <w:r w:rsidRPr="003D73E7">
        <w:rPr>
          <w:rFonts w:hint="cs"/>
          <w:cs/>
          <w:lang w:bidi="bn-IN"/>
        </w:rPr>
        <w:t>নারীর</w:t>
      </w:r>
      <w:r w:rsidRPr="003D73E7">
        <w:rPr>
          <w:rtl/>
          <w:cs/>
        </w:rPr>
        <w:t xml:space="preserve"> </w:t>
      </w:r>
      <w:r w:rsidRPr="003D73E7">
        <w:rPr>
          <w:rFonts w:hint="cs"/>
          <w:cs/>
          <w:lang w:bidi="bn-IN"/>
        </w:rPr>
        <w:t>মর্যাদা</w:t>
      </w:r>
      <w:bookmarkEnd w:id="4"/>
      <w:bookmarkEnd w:id="5"/>
      <w:r w:rsidRPr="003D73E7">
        <w:rPr>
          <w:rtl/>
          <w:cs/>
        </w:rPr>
        <w:t xml:space="preserve"> </w:t>
      </w:r>
    </w:p>
    <w:p w:rsidR="003D73E7" w:rsidRDefault="003D73E7" w:rsidP="00FE4106">
      <w:pPr>
        <w:pStyle w:val="libNormal"/>
        <w:rPr>
          <w:lang w:bidi="bn-IN"/>
        </w:rPr>
      </w:pP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নবী (সা.) থেকে বর্ণিত হাদিস :-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 xml:space="preserve">): </w:t>
      </w:r>
      <w:r w:rsidRPr="003A255A">
        <w:rPr>
          <w:rFonts w:hint="cs"/>
          <w:rtl/>
        </w:rPr>
        <w:t>خیر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ﺍﻭﻻﺩﻛﻢ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ﺍﻟﺒﻨﺎﺕ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রাসূল (সা.) বলেছেন : কন্যারাই হচ্ছে তোমাদের উত্তম সন্তান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২৯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 xml:space="preserve">): </w:t>
      </w:r>
      <w:r w:rsidRPr="003A255A">
        <w:rPr>
          <w:rFonts w:hint="cs"/>
          <w:rtl/>
        </w:rPr>
        <w:t>خیرﻛﻢ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ﻟﻨﺴﺎﺋﻪ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ﻟﺒﻨﺎﺗﻪ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রাসূল (সা.) বলেছেন : তোমাদের মধ্যে তারাই উত্তম যারা তাদের নারী ও কন্যাদের সাথে উত্তম ব্যবহার করে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৩০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 xml:space="preserve">):. </w:t>
      </w:r>
      <w:r w:rsidRPr="003A255A">
        <w:rPr>
          <w:rFonts w:hint="cs"/>
          <w:rtl/>
        </w:rPr>
        <w:t>خیرﻛﻢ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ﻻﻫﻠﻪ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ﺍﻧﺎ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ﻻﻫﻠﻰ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ﺍﻛﺮﻡ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</w:t>
      </w:r>
      <w:r w:rsidRPr="003A255A">
        <w:rPr>
          <w:rtl/>
        </w:rPr>
        <w:t>ﻨﺴﺎ</w:t>
      </w:r>
      <w:r w:rsidRPr="003A255A">
        <w:rPr>
          <w:rFonts w:hint="cs"/>
          <w:rtl/>
        </w:rPr>
        <w:t>ﺀ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ﻛﺮﱘ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ﻟﺌﻴﻢ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রাসূল (সা.)</w:t>
      </w:r>
      <w:r w:rsidRPr="005A2C80">
        <w:t xml:space="preserve"> </w:t>
      </w:r>
      <w:r w:rsidRPr="005A2C80">
        <w:rPr>
          <w:cs/>
          <w:lang w:bidi="bn-IN"/>
        </w:rPr>
        <w:t>বলেছেন : তোমাদের মধ্যে সেই উত্তম যে তার পরিবারের সাথে উত্তম ব্যবহার করে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আমি আমার পরিবারের সাথে তোমাদের মধ্যে উত্তম ব্যবহারকারী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কেবল মহান ব্যক্তিরাই নারীগণকে সম্মান দিয়ে থাকেন এবং নিম্নশ্রেণীর ব্যক্তিরাই কেবল নারীদেরকে অপমান ও অপদস্থ করে থাকে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৩১</w:t>
      </w:r>
      <w:r w:rsidRPr="00C4151B">
        <w:rPr>
          <w:rStyle w:val="libNormalChar"/>
          <w:rtl/>
          <w:cs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 বলেছেন : যে ব্যক্তির তিনটি (সচ্চরিত্র) কন্যা সন্তান থাকবে অথবা তিনটি (পবিত্র) বোনের দায়িত্বভার গ্রহণ করবে</w:t>
      </w:r>
      <w:r w:rsidRPr="005A2C80">
        <w:t xml:space="preserve">, </w:t>
      </w:r>
      <w:r w:rsidRPr="005A2C80">
        <w:rPr>
          <w:cs/>
          <w:lang w:bidi="bn-IN"/>
        </w:rPr>
        <w:t>তার জন্য বেহেশ্ত ওয়াজিব হবে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 -এর কাছে প্রশ্ন করা হল যে</w:t>
      </w:r>
      <w:r w:rsidRPr="005A2C80">
        <w:t xml:space="preserve">, </w:t>
      </w:r>
      <w:r w:rsidRPr="005A2C80">
        <w:rPr>
          <w:cs/>
          <w:lang w:bidi="bn-IN"/>
        </w:rPr>
        <w:t>ইয়া রাসূলুল্লাহ্! দু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টি (সচ্চরিত্র) কন্যা</w:t>
      </w:r>
      <w:r w:rsidRPr="005A2C80">
        <w:t xml:space="preserve"> </w:t>
      </w:r>
      <w:r w:rsidRPr="005A2C80">
        <w:rPr>
          <w:cs/>
          <w:lang w:bidi="bn-IN"/>
        </w:rPr>
        <w:t>সন্তান অথবা দু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টি (পবিত্র) বোনের ভরণ-পোষণকারীও কি এই ছওয়াব পাবে</w:t>
      </w:r>
      <w:r w:rsidRPr="005A2C80">
        <w:t xml:space="preserve">? </w:t>
      </w:r>
      <w:r w:rsidRPr="005A2C80">
        <w:rPr>
          <w:cs/>
          <w:lang w:bidi="bn-IN"/>
        </w:rPr>
        <w:t>তিনি বললেন : হ্যাঁ</w:t>
      </w:r>
      <w:r w:rsidRPr="005A2C80">
        <w:t xml:space="preserve">, </w:t>
      </w:r>
      <w:r w:rsidRPr="005A2C80">
        <w:rPr>
          <w:cs/>
          <w:lang w:bidi="bn-IN"/>
        </w:rPr>
        <w:t>তাকেও এই পুরস্কার দেয়া হবে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আবারও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প্রশ্ন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হল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</w:t>
      </w:r>
      <w:r w:rsidRPr="009C15B9">
        <w:t xml:space="preserve">, </w:t>
      </w:r>
      <w:r w:rsidRPr="009C15B9">
        <w:rPr>
          <w:cs/>
          <w:lang w:bidi="bn-IN"/>
        </w:rPr>
        <w:t>ইয়া রাসূলুল্লাহ</w:t>
      </w:r>
      <w:r w:rsidRPr="009C15B9">
        <w:rPr>
          <w:rtl/>
          <w:cs/>
        </w:rPr>
        <w:t xml:space="preserve">! </w:t>
      </w:r>
      <w:r w:rsidRPr="009C15B9">
        <w:rPr>
          <w:rtl/>
          <w:cs/>
          <w:lang w:bidi="bn-IN"/>
        </w:rPr>
        <w:t>একটি</w:t>
      </w:r>
      <w:r w:rsidRPr="009C15B9">
        <w:rPr>
          <w:rtl/>
          <w:cs/>
        </w:rPr>
        <w:t xml:space="preserve"> (</w:t>
      </w:r>
      <w:r w:rsidRPr="009C15B9">
        <w:rPr>
          <w:rtl/>
          <w:cs/>
          <w:lang w:bidi="bn-IN"/>
        </w:rPr>
        <w:t>পবিত্র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 xml:space="preserve">কন্যা সন্তান অথবা একটি </w:t>
      </w:r>
      <w:r w:rsidRPr="009C15B9">
        <w:rPr>
          <w:rtl/>
          <w:cs/>
        </w:rPr>
        <w:t>(</w:t>
      </w:r>
      <w:r w:rsidRPr="009C15B9">
        <w:rPr>
          <w:rtl/>
          <w:cs/>
          <w:lang w:bidi="bn-IN"/>
        </w:rPr>
        <w:t>পবিত্র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>বোনের ভরণ</w:t>
      </w:r>
      <w:r w:rsidRPr="009C15B9">
        <w:rPr>
          <w:rtl/>
          <w:cs/>
        </w:rPr>
        <w:t>-</w:t>
      </w:r>
      <w:r w:rsidRPr="009C15B9">
        <w:rPr>
          <w:rtl/>
          <w:cs/>
          <w:lang w:bidi="bn-IN"/>
        </w:rPr>
        <w:t>পোষণকারীও কি এই সওয়াব পাবে</w:t>
      </w:r>
      <w:r w:rsidRPr="009C15B9">
        <w:t xml:space="preserve">? </w:t>
      </w:r>
      <w:r w:rsidRPr="009C15B9">
        <w:rPr>
          <w:cs/>
          <w:lang w:bidi="bn-IN"/>
        </w:rPr>
        <w:t xml:space="preserve">তিনি বললেন </w:t>
      </w:r>
      <w:r w:rsidRPr="009C15B9">
        <w:rPr>
          <w:rtl/>
          <w:cs/>
        </w:rPr>
        <w:t xml:space="preserve">: </w:t>
      </w:r>
      <w:r w:rsidRPr="009C15B9">
        <w:rPr>
          <w:rtl/>
          <w:cs/>
          <w:lang w:bidi="bn-IN"/>
        </w:rPr>
        <w:t>হ্যাঁ</w:t>
      </w:r>
      <w:r w:rsidRPr="009C15B9">
        <w:t xml:space="preserve">, </w:t>
      </w:r>
      <w:r w:rsidRPr="009C15B9">
        <w:rPr>
          <w:cs/>
          <w:lang w:bidi="bn-IN"/>
        </w:rPr>
        <w:t xml:space="preserve">তাকেও এই একই পুরস্কার দেয়া হবে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৩২</w:t>
      </w:r>
      <w:r w:rsidRPr="009C15B9">
        <w:rPr>
          <w:rtl/>
          <w:cs/>
        </w:rPr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ﺍﻟﺼﺎﺩﻕ</w:t>
      </w:r>
      <w:r w:rsidRPr="00C4151B">
        <w:t xml:space="preserve"> </w:t>
      </w:r>
      <w:r w:rsidRPr="00C4151B">
        <w:rPr>
          <w:rtl/>
        </w:rPr>
        <w:t>(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ﺍﻟﺴﻼﻡ</w:t>
      </w:r>
      <w:r w:rsidRPr="00C4151B">
        <w:rPr>
          <w:rtl/>
        </w:rPr>
        <w:t>):</w:t>
      </w:r>
      <w:r w:rsidRPr="00C4151B">
        <w:t>.</w:t>
      </w:r>
      <w:r w:rsidRPr="00C4151B">
        <w:rPr>
          <w:rtl/>
        </w:rPr>
        <w:t xml:space="preserve">.. </w:t>
      </w:r>
      <w:r w:rsidRPr="003A255A">
        <w:rPr>
          <w:rFonts w:hint="cs"/>
          <w:rtl/>
        </w:rPr>
        <w:t>ﺍﺫﺍ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ﺁﺫﺍﻫﺎ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ﱂ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ﻳﻘﺒﻞ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ﺻﻼﺗﻪ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ﺣﺴﻨﺔ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ﻋﻤﻠﻪ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ﺍﻭﻝ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ﻳﺮﺩ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ﺍﻟﻨﺎﺭ</w:t>
      </w:r>
      <w:r w:rsidRPr="005A2C80">
        <w:rPr>
          <w:rtl/>
        </w:rPr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lastRenderedPageBreak/>
        <w:t xml:space="preserve">ইমাম সাদিক (আ.) বলেছেন : যদি কোন ব্যক্তি তার </w:t>
      </w:r>
      <w:r w:rsidRPr="005A2C80">
        <w:t xml:space="preserve">¯ </w:t>
      </w:r>
      <w:r w:rsidRPr="005A2C80">
        <w:rPr>
          <w:cs/>
          <w:lang w:bidi="bn-IN"/>
        </w:rPr>
        <w:t>স্ত্রীকে কষ্ট দেয়</w:t>
      </w:r>
      <w:r w:rsidRPr="005A2C80">
        <w:t xml:space="preserve">, </w:t>
      </w:r>
      <w:r w:rsidRPr="005A2C80">
        <w:rPr>
          <w:cs/>
          <w:lang w:bidi="bn-IN"/>
        </w:rPr>
        <w:t>তাহলে আল্লাহ্ তার নামাযকে কবুল করবেন না এবং তার ভাল ও উত্তম কাজ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সমূহকে তার আমলনামায় লেখা হবে না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তার স্ত্রীকে কষ্ট দেয়ার কারণে সে প্রথম ব্যক্তি যে জাহান্নামে প্রবেশ করবে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৩৩</w:t>
      </w:r>
      <w:r w:rsidRPr="00C4151B">
        <w:rPr>
          <w:rStyle w:val="libNormalChar"/>
          <w:rtl/>
          <w:cs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E43B38" w:rsidRDefault="00E43B38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7317F3">
      <w:pPr>
        <w:pStyle w:val="Heading2Center"/>
        <w:rPr>
          <w:lang w:bidi="bn-IN"/>
        </w:rPr>
      </w:pPr>
      <w:bookmarkStart w:id="6" w:name="_Toc439886096"/>
      <w:bookmarkStart w:id="7" w:name="_Toc440447856"/>
      <w:r w:rsidRPr="005A2C80">
        <w:rPr>
          <w:cs/>
          <w:lang w:bidi="bn-IN"/>
        </w:rPr>
        <w:lastRenderedPageBreak/>
        <w:t>ইসলাম পূর্ব নারীগণ</w:t>
      </w:r>
      <w:bookmarkEnd w:id="6"/>
      <w:bookmarkEnd w:id="7"/>
      <w:r w:rsidRPr="005A2C80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ইসলামের ইতিহাসে ঈমানদার</w:t>
      </w:r>
      <w:r w:rsidRPr="005A2C80">
        <w:t xml:space="preserve">, </w:t>
      </w:r>
      <w:r w:rsidRPr="005A2C80">
        <w:rPr>
          <w:cs/>
          <w:lang w:bidi="bn-IN"/>
        </w:rPr>
        <w:t>সাহসী</w:t>
      </w:r>
      <w:r w:rsidRPr="005A2C80">
        <w:t xml:space="preserve">, </w:t>
      </w:r>
      <w:r w:rsidRPr="005A2C80">
        <w:rPr>
          <w:cs/>
          <w:lang w:bidi="bn-IN"/>
        </w:rPr>
        <w:t>জুলুম বিরোধী অনেক নারী</w:t>
      </w:r>
      <w:r w:rsidRPr="005A2C80">
        <w:t xml:space="preserve"> </w:t>
      </w:r>
      <w:r w:rsidRPr="005A2C80">
        <w:rPr>
          <w:cs/>
          <w:lang w:bidi="bn-IN"/>
        </w:rPr>
        <w:t>ছিলেন</w:t>
      </w:r>
      <w:r w:rsidRPr="005A2C80">
        <w:t xml:space="preserve">, </w:t>
      </w:r>
      <w:r w:rsidRPr="005A2C80">
        <w:rPr>
          <w:cs/>
          <w:lang w:bidi="bn-IN"/>
        </w:rPr>
        <w:t>যাদের সম্পূর্ণ জীবনটাই ছিল আল্লাহর রাস্তায় উৎসর্গকৃত এবং</w:t>
      </w:r>
      <w:r w:rsidRPr="005A2C80">
        <w:t xml:space="preserve"> </w:t>
      </w:r>
      <w:r w:rsidRPr="005A2C80">
        <w:rPr>
          <w:cs/>
          <w:lang w:bidi="bn-IN"/>
        </w:rPr>
        <w:t>আত্মত্যাগ ও শাহাদাতের চেতনাপূর্ণ তাদের সংখ্যা অনেক কিন্তু আমরা</w:t>
      </w:r>
      <w:r w:rsidRPr="005A2C80">
        <w:t xml:space="preserve"> </w:t>
      </w:r>
      <w:r w:rsidRPr="005A2C80">
        <w:rPr>
          <w:cs/>
          <w:lang w:bidi="bn-IN"/>
        </w:rPr>
        <w:t>এখানে এরূপ কয়েকজনের কথা উল্লেখ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করব :</w:t>
      </w:r>
      <w:r w:rsidRPr="005A2C80">
        <w:t xml:space="preserve"> </w:t>
      </w:r>
    </w:p>
    <w:p w:rsidR="00E43B38" w:rsidRDefault="00E43B38" w:rsidP="00FE4106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১</w:t>
      </w:r>
      <w:r w:rsidRPr="00E43B38">
        <w:rPr>
          <w:rStyle w:val="libBold1Char"/>
          <w:cs/>
          <w:lang w:bidi="bn-IN"/>
        </w:rPr>
        <w:t xml:space="preserve">- </w:t>
      </w:r>
      <w:r w:rsidRPr="00E43B38">
        <w:rPr>
          <w:rStyle w:val="libBold1Char"/>
          <w:rFonts w:hint="cs"/>
          <w:cs/>
          <w:lang w:bidi="bn-IN"/>
        </w:rPr>
        <w:t>হাযবিল</w:t>
      </w:r>
      <w:r w:rsidRPr="00E43B38">
        <w:rPr>
          <w:rStyle w:val="libBold1Char"/>
          <w:cs/>
          <w:lang w:bidi="bn-IN"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নাজ্জারের</w:t>
      </w:r>
      <w:r w:rsidRPr="00E43B38">
        <w:rPr>
          <w:rStyle w:val="libBold1Char"/>
          <w:cs/>
          <w:lang w:bidi="bn-IN"/>
        </w:rPr>
        <w:t xml:space="preserve"> (</w:t>
      </w:r>
      <w:r w:rsidRPr="00E43B38">
        <w:rPr>
          <w:rStyle w:val="libBold1Char"/>
          <w:rFonts w:hint="cs"/>
          <w:cs/>
          <w:lang w:bidi="bn-IN"/>
        </w:rPr>
        <w:t>কাঠ</w:t>
      </w:r>
      <w:r w:rsidRPr="00E43B38">
        <w:rPr>
          <w:rStyle w:val="libBold1Char"/>
          <w:cs/>
          <w:lang w:bidi="bn-IN"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মিস্ত্রি</w:t>
      </w:r>
      <w:r w:rsidRPr="00E43B38">
        <w:rPr>
          <w:rStyle w:val="libBold1Char"/>
          <w:cs/>
          <w:lang w:bidi="bn-IN"/>
        </w:rPr>
        <w:t xml:space="preserve">) </w:t>
      </w:r>
      <w:r w:rsidRPr="00E43B38">
        <w:rPr>
          <w:rStyle w:val="libBold1Char"/>
          <w:rFonts w:hint="cs"/>
          <w:cs/>
          <w:lang w:bidi="bn-IN"/>
        </w:rPr>
        <w:t>স্ত্রী</w:t>
      </w:r>
      <w:r w:rsidRPr="00E43B38">
        <w:rPr>
          <w:rStyle w:val="libBold1Char"/>
          <w:cs/>
          <w:lang w:bidi="bn-IN"/>
        </w:rPr>
        <w:t xml:space="preserve"> :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মহিলার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ঘটনাটি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হচ্ছে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মুসা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এর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সময়কার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মুসা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>.)-</w:t>
      </w:r>
      <w:r w:rsidRPr="00E43B38">
        <w:rPr>
          <w:rFonts w:hint="cs"/>
          <w:cs/>
          <w:lang w:bidi="bn-IN"/>
        </w:rPr>
        <w:t>এর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ঈমান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আনয়ন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ঘটনা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বশত</w:t>
      </w:r>
      <w:r w:rsidRPr="00E43B38">
        <w:rPr>
          <w:cs/>
          <w:lang w:bidi="bn-IN"/>
        </w:rPr>
        <w:t xml:space="preserve">: </w:t>
      </w:r>
      <w:r w:rsidRPr="00E43B38">
        <w:rPr>
          <w:rFonts w:hint="cs"/>
          <w:cs/>
          <w:lang w:bidi="bn-IN"/>
        </w:rPr>
        <w:t>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ফেরাউনের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প্রাসাদে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কন্যার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পরিচর্যার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কাজে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নিয়োগ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প্রাপ্ত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একদিন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ফিরআউনের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কন্যার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চুল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চিরুণী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আচড়ে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দেয়ার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হাত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চিরুনিটি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যায়</w:t>
      </w:r>
      <w:r w:rsidRPr="00E43B38">
        <w:t xml:space="preserve">, </w:t>
      </w:r>
      <w:r w:rsidRPr="00E43B38">
        <w:rPr>
          <w:rFonts w:hint="cs"/>
          <w:cs/>
          <w:lang w:bidi="bn-IN"/>
        </w:rPr>
        <w:t>যেহেতু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যিকির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চিরুনিটি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যাওয়ার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উঠল</w:t>
      </w:r>
      <w:r w:rsidRPr="00E43B38">
        <w:rPr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ইয়া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আল্লাহ্</w:t>
      </w:r>
      <w:r w:rsidRPr="00E43B38">
        <w:rPr>
          <w:cs/>
          <w:lang w:bidi="bn-IN"/>
        </w:rPr>
        <w:t xml:space="preserve">! </w:t>
      </w:r>
      <w:r w:rsidRPr="00E43B38">
        <w:rPr>
          <w:rFonts w:hint="cs"/>
          <w:cs/>
          <w:lang w:bidi="bn-IN"/>
        </w:rPr>
        <w:t>ফেরাউনের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কন্যা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জিজ্ঞাসা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করলো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তোমার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উদ্দেশ্য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বাবা</w:t>
      </w:r>
      <w:r w:rsidRPr="00E43B38">
        <w:t xml:space="preserve">?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সে বলল : না</w:t>
      </w:r>
      <w:r w:rsidRPr="005A2C80">
        <w:t xml:space="preserve">, </w:t>
      </w:r>
      <w:r w:rsidRPr="005A2C80">
        <w:rPr>
          <w:cs/>
          <w:lang w:bidi="bn-IN"/>
        </w:rPr>
        <w:t>বরং আমি এমন কাউকে উপাসনা করি যিনি তোমার</w:t>
      </w:r>
      <w:r w:rsidRPr="005A2C80">
        <w:t xml:space="preserve"> </w:t>
      </w:r>
      <w:r w:rsidRPr="005A2C80">
        <w:rPr>
          <w:cs/>
          <w:lang w:bidi="bn-IN"/>
        </w:rPr>
        <w:t>বাবাকে সৃষ্টি করেছেন এবং তাকে আবার ধ্বংসও করবেন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মেয়ে তার বাবাকে উক্ত ঘটনাটি বর্ণনা করলে ফেরাউন তাকে ডেকে</w:t>
      </w:r>
      <w:r w:rsidRPr="005A2C80">
        <w:t xml:space="preserve"> </w:t>
      </w:r>
      <w:r w:rsidRPr="005A2C80">
        <w:rPr>
          <w:cs/>
          <w:lang w:bidi="bn-IN"/>
        </w:rPr>
        <w:t>পাঠালো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সে উপস্থিত হলে তাকে বলল : আমি যে খোদা এটা তুমি বিশ্বাস</w:t>
      </w:r>
      <w:r w:rsidRPr="005A2C80">
        <w:t xml:space="preserve"> </w:t>
      </w:r>
      <w:r w:rsidRPr="005A2C80">
        <w:rPr>
          <w:cs/>
          <w:lang w:bidi="bn-IN"/>
        </w:rPr>
        <w:t>কর না</w:t>
      </w:r>
      <w:r w:rsidRPr="005A2C80">
        <w:t xml:space="preserve">?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সে বলল : না</w:t>
      </w:r>
      <w:r w:rsidRPr="005A2C80">
        <w:t xml:space="preserve">, </w:t>
      </w:r>
      <w:r w:rsidRPr="005A2C80">
        <w:rPr>
          <w:cs/>
          <w:lang w:bidi="bn-IN"/>
        </w:rPr>
        <w:t>কখনই নয়! আমি প্রকৃত আল্লাহকে ছেড়ে তোমার</w:t>
      </w:r>
      <w:r w:rsidRPr="005A2C80">
        <w:t xml:space="preserve"> </w:t>
      </w:r>
      <w:r w:rsidRPr="005A2C80">
        <w:rPr>
          <w:cs/>
          <w:lang w:bidi="bn-IN"/>
        </w:rPr>
        <w:t>উপাসনা করবো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ফেরাউন এই কথায় অত্যন্ত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রাগান্বিত হলো এবং সঙ্গে সঙ্গে নির্দেশ</w:t>
      </w:r>
      <w:r w:rsidRPr="005A2C80">
        <w:t xml:space="preserve"> </w:t>
      </w:r>
      <w:r w:rsidRPr="005A2C80">
        <w:rPr>
          <w:cs/>
          <w:lang w:bidi="bn-IN"/>
        </w:rPr>
        <w:t>দিল আগুনের চুল্লী তৈরী করার এবং তা লাল রং ধারণ করলে ঐ মহিলার</w:t>
      </w:r>
      <w:r w:rsidRPr="005A2C80">
        <w:t xml:space="preserve"> </w:t>
      </w:r>
      <w:r w:rsidRPr="005A2C80">
        <w:rPr>
          <w:cs/>
          <w:lang w:bidi="bn-IN"/>
        </w:rPr>
        <w:t>সব সন্তানকে আগুনের লেলিহান শিখায় ফেলে দিতে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মহিলার সব</w:t>
      </w:r>
      <w:r w:rsidRPr="005A2C80">
        <w:t xml:space="preserve"> </w:t>
      </w:r>
      <w:r w:rsidRPr="005A2C80">
        <w:rPr>
          <w:cs/>
          <w:lang w:bidi="bn-IN"/>
        </w:rPr>
        <w:t>সন্তানকে তার চোখের সামনে আগুনে পুড়িয়ে মারা হল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শুধুমাত্র একটি</w:t>
      </w:r>
      <w:r w:rsidRPr="005A2C80">
        <w:t xml:space="preserve"> </w:t>
      </w:r>
      <w:r w:rsidRPr="005A2C80">
        <w:rPr>
          <w:cs/>
          <w:lang w:bidi="bn-IN"/>
        </w:rPr>
        <w:t>দুধের শিশু তার কোলে অবশিষ্ট ছিল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জল্লাদ তার কোল থেকে ঐ দুধের</w:t>
      </w:r>
      <w:r w:rsidRPr="005A2C80">
        <w:t xml:space="preserve"> </w:t>
      </w:r>
      <w:r w:rsidRPr="005A2C80">
        <w:rPr>
          <w:cs/>
          <w:lang w:bidi="bn-IN"/>
        </w:rPr>
        <w:t>শিশুটিকেও ছিনিয়ে নিয়ে বলল : তুই যদি মুসার দ্বীনকে অনুসরণ না করিস</w:t>
      </w:r>
      <w:r w:rsidRPr="005A2C80">
        <w:t xml:space="preserve"> </w:t>
      </w:r>
      <w:r w:rsidRPr="005A2C80">
        <w:rPr>
          <w:cs/>
          <w:lang w:bidi="bn-IN"/>
        </w:rPr>
        <w:t>তাহলে তোর বাচ্চাকে বাচিয়ে রাখবো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দুধের শিশুটির অন্তর ধক-ধক</w:t>
      </w:r>
      <w:r w:rsidRPr="005A2C80">
        <w:t xml:space="preserve"> </w:t>
      </w:r>
      <w:r w:rsidRPr="005A2C80">
        <w:rPr>
          <w:cs/>
          <w:lang w:bidi="bn-IN"/>
        </w:rPr>
        <w:t>করতে শুরু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করলো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মহিলাটি বাহ্যিকভাবে এ কথা স্বীকার করে </w:t>
      </w:r>
      <w:r w:rsidRPr="005A2C80">
        <w:rPr>
          <w:cs/>
          <w:lang w:bidi="bn-IN"/>
        </w:rPr>
        <w:lastRenderedPageBreak/>
        <w:t>বলতে</w:t>
      </w:r>
      <w:r w:rsidRPr="005A2C80">
        <w:t xml:space="preserve"> </w:t>
      </w:r>
      <w:r w:rsidRPr="005A2C80">
        <w:rPr>
          <w:cs/>
          <w:lang w:bidi="bn-IN"/>
        </w:rPr>
        <w:t>চাইল যে</w:t>
      </w:r>
      <w:r w:rsidRPr="005A2C80">
        <w:t xml:space="preserve">, </w:t>
      </w:r>
      <w:r w:rsidRPr="005A2C80">
        <w:rPr>
          <w:cs/>
          <w:lang w:bidi="bn-IN"/>
        </w:rPr>
        <w:t>ঠিক আছে কিন্তু হঠাৎ দুধের শিশুটি কথা বলে উঠলো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সে তার</w:t>
      </w:r>
      <w:r w:rsidRPr="005A2C80">
        <w:t xml:space="preserve"> </w:t>
      </w:r>
      <w:r w:rsidRPr="005A2C80">
        <w:rPr>
          <w:cs/>
          <w:lang w:bidi="bn-IN"/>
        </w:rPr>
        <w:t>মাকে বলল : ধৈর্য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ধারণ কর</w:t>
      </w:r>
      <w:r w:rsidRPr="005A2C80">
        <w:t xml:space="preserve">, </w:t>
      </w:r>
      <w:r w:rsidRPr="005A2C80">
        <w:rPr>
          <w:cs/>
          <w:lang w:bidi="bn-IN"/>
        </w:rPr>
        <w:t>তুমি সত্যের পথে আছো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মহিলাটি তাই করল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অবশেষে ঐ দুধের বাচ্চাটিকেও পুড়িয়ে মারা</w:t>
      </w:r>
      <w:r w:rsidRPr="005A2C80">
        <w:t xml:space="preserve"> </w:t>
      </w:r>
      <w:r w:rsidRPr="005A2C80">
        <w:rPr>
          <w:cs/>
          <w:lang w:bidi="bn-IN"/>
        </w:rPr>
        <w:t>হল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তারপর তাকেও তারা পুড়িয়ে মারলো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এভাবেই এক সাহসী ও</w:t>
      </w:r>
      <w:r w:rsidRPr="005A2C80">
        <w:t xml:space="preserve"> </w:t>
      </w:r>
      <w:r w:rsidRPr="005A2C80">
        <w:rPr>
          <w:cs/>
          <w:lang w:bidi="bn-IN"/>
        </w:rPr>
        <w:t>মু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মিন মহিলা যতক্ষণ পর্যন্ত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জীবিত ছিল বাতিলের কাছে মাথা নত করেনি</w:t>
      </w:r>
      <w:r w:rsidRPr="005A2C80">
        <w:t xml:space="preserve">, </w:t>
      </w:r>
      <w:r w:rsidRPr="005A2C80">
        <w:rPr>
          <w:cs/>
          <w:lang w:bidi="bn-IN"/>
        </w:rPr>
        <w:t>বরং বাতিলের বিরুদ্ধে সংগ্রাম করেছে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E43B38" w:rsidP="00FE4106">
      <w:pPr>
        <w:pStyle w:val="libNormal"/>
        <w:rPr>
          <w:lang w:bidi="bn-IN"/>
        </w:rPr>
      </w:pPr>
      <w:r w:rsidRPr="00E43B38">
        <w:rPr>
          <w:rFonts w:hint="cs"/>
          <w:cs/>
          <w:lang w:bidi="bn-IN"/>
        </w:rPr>
        <w:t>নবী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বলেন</w:t>
      </w:r>
      <w:r w:rsidRPr="00E43B38">
        <w:rPr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মি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রাজের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স্থান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আকর্ষণীয়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সুগন্ধ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আসছিল</w:t>
      </w:r>
      <w:r w:rsidRPr="00E43B38">
        <w:t xml:space="preserve">, </w:t>
      </w:r>
      <w:r w:rsidRPr="00E43B38">
        <w:rPr>
          <w:rFonts w:hint="cs"/>
          <w:cs/>
          <w:lang w:bidi="bn-IN"/>
        </w:rPr>
        <w:t>আমি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জিব্রাঈলকে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জিজ্ঞাসা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করলাম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সুবাস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কোথা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আসছে</w:t>
      </w:r>
      <w:r w:rsidRPr="00E43B38">
        <w:t xml:space="preserve">? </w:t>
      </w:r>
      <w:r w:rsidRPr="00E43B38">
        <w:rPr>
          <w:rFonts w:hint="cs"/>
          <w:cs/>
          <w:lang w:bidi="bn-IN"/>
        </w:rPr>
        <w:t>জিব্রাঈল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আমাকে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উত্তরে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বলল</w:t>
      </w:r>
      <w:r w:rsidRPr="00E43B38">
        <w:rPr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গন্ধ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হাযবিলের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স্ত্রী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সন্তানদের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আগুনে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পুড়ে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ছাই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যাওয়া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দেহের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আসছে</w:t>
      </w:r>
      <w:r w:rsidRPr="00E43B38">
        <w:t>,</w:t>
      </w:r>
      <w:r w:rsidRPr="00E43B38">
        <w:rPr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পৃথিবীর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সমান্তরাল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মহাশূন্যে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ছিটিয়ে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হয়েছে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ঐ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স্থান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সুগন্ধ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কিয়ামতের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পর্যন্ত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থাকবে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rStyle w:val="libFootnotenumChar"/>
          <w:rFonts w:hint="cs"/>
          <w:cs/>
          <w:lang w:bidi="bn-IN"/>
        </w:rPr>
        <w:t>৩৪</w:t>
      </w: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২- হযরত ইব্রাহীম খালিলুল্লাহ্ (আ.)-এর মা :</w:t>
      </w:r>
      <w:r w:rsidRPr="005A2C80">
        <w:t xml:space="preserve"> </w:t>
      </w:r>
    </w:p>
    <w:p w:rsidR="00FE4106" w:rsidRPr="005A2C80" w:rsidRDefault="00E43B38" w:rsidP="00FE4106">
      <w:pPr>
        <w:pStyle w:val="libNormal"/>
        <w:rPr>
          <w:lang w:bidi="bn-IN"/>
        </w:rPr>
      </w:pP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ঘটনাটি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অনেকটা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উপরোল্লিখিত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ঘটনার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মতই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নমরুদ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অধীনস্থ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জ্যোতিষীদের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মাধ্যমে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জানতে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পেরেছিল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একটি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শিশু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জন্মলাভ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ধ্বংস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করবে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কারণে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বর্ণনামতে</w:t>
      </w:r>
      <w:r w:rsidRPr="00E43B38">
        <w:rPr>
          <w:cs/>
          <w:lang w:bidi="bn-IN"/>
        </w:rPr>
        <w:t xml:space="preserve">) </w:t>
      </w:r>
      <w:r w:rsidRPr="00E43B38">
        <w:rPr>
          <w:rFonts w:hint="cs"/>
          <w:cs/>
          <w:lang w:bidi="bn-IN"/>
        </w:rPr>
        <w:t>৭৭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হাজার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লক্ষ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শিশুকে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হত্যা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এমন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কঠিন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ইব্রাহীমের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আত্মত্যাগী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বিরলভাবে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নিজেকে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নমরুদের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লোক</w:t>
      </w:r>
      <w:r w:rsidRPr="00E43B38">
        <w:rPr>
          <w:cs/>
          <w:lang w:bidi="bn-IN"/>
        </w:rPr>
        <w:t>-</w:t>
      </w:r>
      <w:r w:rsidRPr="00E43B38">
        <w:rPr>
          <w:rFonts w:hint="cs"/>
          <w:cs/>
          <w:lang w:bidi="bn-IN"/>
        </w:rPr>
        <w:t>লস্কর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দূরে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রাখতে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সক্ষম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প্রসব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বেদনা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শুরু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ঋতুস্রাবের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বাহানায়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কারণ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তখন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নিয়ম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কোন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মহিলার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ঋতুস্রাব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শহরের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বাইরে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হত</w:t>
      </w:r>
      <w:r w:rsidRPr="00E43B38">
        <w:rPr>
          <w:cs/>
          <w:lang w:bidi="bn-IN"/>
        </w:rPr>
        <w:t xml:space="preserve">) </w:t>
      </w:r>
      <w:r w:rsidRPr="00E43B38">
        <w:rPr>
          <w:rFonts w:hint="cs"/>
          <w:cs/>
          <w:lang w:bidi="bn-IN"/>
        </w:rPr>
        <w:t>শহর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বেরিয়ে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গেলেন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শহর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অনেক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পাহাড়ের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গুহা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খুঁজে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পেলেন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সেখানেই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ইব্রাহীম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ভুমিষ্ট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ক্লান্তিহীন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পরিশ্রমী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১৩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বছর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ধরে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নমরুদের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লোকজনের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চোখ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ফাঁকি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দিয়ে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কখনো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আবার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কখনো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প্রত্যুষে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সকালে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পাহাড়ের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ঐ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গুহার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মধ্যে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যেতেন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সন্তানের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দেখা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গায়েবীভাবেও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সাহায্যপ্রাপ্ত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হতেন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যেহেতু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নির্ভর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সেহেতু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সাহায্য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অবশেষে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১৩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বছর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ইব্রাহীম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lastRenderedPageBreak/>
        <w:t>খোদায়ী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বিশেষ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প্রশিক্ষণে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প্রশিক্ষিত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সমাজে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ফিরে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আস্তে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আস্তে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মূর্তিপুজকদের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মুকাবিলা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শুরু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সফলকাম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থাকলেন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rStyle w:val="libFootnotenumChar"/>
          <w:rFonts w:hint="cs"/>
          <w:cs/>
          <w:lang w:bidi="bn-IN"/>
        </w:rPr>
        <w:t>৩৫</w:t>
      </w: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৩- হযরত আইয়্যুবের স্ত্রী :</w:t>
      </w:r>
      <w:r w:rsidRPr="005A2C80">
        <w:t xml:space="preserve"> </w:t>
      </w:r>
    </w:p>
    <w:p w:rsidR="00E43B38" w:rsidRPr="00E43B38" w:rsidRDefault="00E43B38" w:rsidP="00E43B38">
      <w:pPr>
        <w:pStyle w:val="libNormal"/>
      </w:pPr>
      <w:r w:rsidRPr="00E43B38">
        <w:rPr>
          <w:rFonts w:hint="cs"/>
          <w:cs/>
          <w:lang w:bidi="bn-IN"/>
        </w:rPr>
        <w:t>রুহামাহ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রাহিমাহ্</w:t>
      </w:r>
      <w:r w:rsidRPr="00E43B38">
        <w:rPr>
          <w:cs/>
          <w:lang w:bidi="bn-IN"/>
        </w:rPr>
        <w:t xml:space="preserve">) </w:t>
      </w:r>
      <w:r w:rsidRPr="00E43B38">
        <w:rPr>
          <w:rFonts w:hint="cs"/>
          <w:cs/>
          <w:lang w:bidi="bn-IN"/>
        </w:rPr>
        <w:t>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আইয়্যূবের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স্ত্রী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শোয়াইবের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কন্যা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কঠিন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মুখোমুখি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সকল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সন্তান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বাড়ীর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ছাদের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নিচে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চাপা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যায়</w:t>
      </w:r>
      <w:r w:rsidRPr="00E43B38">
        <w:t xml:space="preserve">, </w:t>
      </w:r>
      <w:r w:rsidRPr="00E43B38">
        <w:rPr>
          <w:rFonts w:hint="cs"/>
          <w:cs/>
          <w:lang w:bidi="bn-IN"/>
        </w:rPr>
        <w:t>বাগ</w:t>
      </w:r>
      <w:r w:rsidRPr="00E43B38">
        <w:rPr>
          <w:cs/>
          <w:lang w:bidi="bn-IN"/>
        </w:rPr>
        <w:t>-</w:t>
      </w:r>
      <w:r w:rsidRPr="00E43B38">
        <w:rPr>
          <w:rFonts w:hint="cs"/>
          <w:cs/>
          <w:lang w:bidi="bn-IN"/>
        </w:rPr>
        <w:t>বাগিচা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আগুনে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পুড়ে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শেষ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যায়</w:t>
      </w:r>
      <w:r w:rsidRPr="00E43B38">
        <w:t xml:space="preserve">, </w:t>
      </w:r>
      <w:r w:rsidRPr="00E43B38">
        <w:rPr>
          <w:rFonts w:hint="cs"/>
          <w:cs/>
          <w:lang w:bidi="bn-IN"/>
        </w:rPr>
        <w:t>সমস্ত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সম্পত্তি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গৃহপালিত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প্রাণী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ধ্বংস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কিছুর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আইয়্যূব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কঠিন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রোগে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আক্রান্ত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এমন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সবাই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সান্তনা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দেয়ার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বদলে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অপমান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করলো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নিঃশ্চয়ই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তোমরা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গোনাহ্গার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তোমাদেরকে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এরূপ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সাজা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দিয়েছেন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সকলেই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আইয়্যূবের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কাছ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দূরে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গিয়েছিল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কারণেই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শহর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ছেড়ে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জঙ্গলে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গিয়েছিলেন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অতপর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আল্লাহ্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তাদেরকে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উত্তম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সন্তান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অবস্থা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পুর্বের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পর্যায়ে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ফিরে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rStyle w:val="libFootnotenumChar"/>
          <w:rFonts w:hint="cs"/>
          <w:cs/>
          <w:lang w:bidi="bn-IN"/>
        </w:rPr>
        <w:t>৩৬</w:t>
      </w:r>
      <w:r w:rsidRPr="00E43B38">
        <w:rPr>
          <w:cs/>
          <w:lang w:bidi="bn-IN"/>
        </w:rPr>
        <w:t xml:space="preserve"> </w:t>
      </w:r>
    </w:p>
    <w:p w:rsidR="00E43B38" w:rsidRPr="00E43B38" w:rsidRDefault="00E43B38" w:rsidP="00E43B38">
      <w:pPr>
        <w:pStyle w:val="libNormal"/>
      </w:pP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আইয়্যূবের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স্ত্রী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আমাদেরকে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শিক্ষা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হচ্ছে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নিম্নরূপ</w:t>
      </w:r>
      <w:r w:rsidRPr="00E43B38">
        <w:rPr>
          <w:cs/>
          <w:lang w:bidi="bn-IN"/>
        </w:rPr>
        <w:t xml:space="preserve"> : </w:t>
      </w:r>
    </w:p>
    <w:p w:rsidR="00E43B38" w:rsidRPr="00E43B38" w:rsidRDefault="00E43B38" w:rsidP="00E43B38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প্রথমত</w:t>
      </w:r>
      <w:r w:rsidRPr="00E43B38">
        <w:rPr>
          <w:rStyle w:val="libBold1Char"/>
          <w:cs/>
          <w:lang w:bidi="bn-IN"/>
        </w:rPr>
        <w:t xml:space="preserve"> :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নবিগণও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বিভিন্ন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অবস্থার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মাধ্যমে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পরীক্ষিত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পারেন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</w:p>
    <w:p w:rsidR="00E43B38" w:rsidRPr="00E43B38" w:rsidRDefault="00E43B38" w:rsidP="00E43B38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দ্বিতীয়ত</w:t>
      </w:r>
      <w:r w:rsidRPr="00E43B38">
        <w:rPr>
          <w:rStyle w:val="libBold1Char"/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মু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মিনদের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চেষ্টা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উচিৎ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এরূপ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ধৈয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ধরে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সফলতার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বেরিয়ে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আসার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</w:p>
    <w:p w:rsidR="00E43B38" w:rsidRPr="00E43B38" w:rsidRDefault="00E43B38" w:rsidP="00E43B38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তৃতীয়ত</w:t>
      </w:r>
      <w:r w:rsidRPr="00E43B38">
        <w:rPr>
          <w:rStyle w:val="libBold1Char"/>
          <w:cs/>
          <w:lang w:bidi="bn-IN"/>
        </w:rPr>
        <w:t xml:space="preserve"> :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উত্তম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স্ত্রী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সেই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</w:t>
      </w:r>
      <w:r w:rsidRPr="00E43B38">
        <w:t xml:space="preserve">, </w:t>
      </w:r>
      <w:r w:rsidRPr="00E43B38">
        <w:rPr>
          <w:rFonts w:hint="cs"/>
          <w:cs/>
          <w:lang w:bidi="bn-IN"/>
        </w:rPr>
        <w:t>কঠিন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মধ্যেও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স্বামীকে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ত্যাগ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আইয়্যূবের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স্ত্রী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তেমনই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কারণ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কঠিন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পরিস্থিতিতেও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স্বামীকে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কোন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প্রকার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দোষারোপ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বরং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সকল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পাশে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পাশে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থেকেছেন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কঠিন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পরিস্থিতি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মুক্তি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লাভের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চেষ্টা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যদিও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পুরুষের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দায়িত্ব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হচ্ছে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হালাল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রুটি</w:t>
      </w:r>
      <w:r w:rsidRPr="00E43B38">
        <w:rPr>
          <w:cs/>
          <w:lang w:bidi="bn-IN"/>
        </w:rPr>
        <w:t xml:space="preserve">- </w:t>
      </w:r>
      <w:r w:rsidRPr="00E43B38">
        <w:rPr>
          <w:rFonts w:hint="cs"/>
          <w:cs/>
          <w:lang w:bidi="bn-IN"/>
        </w:rPr>
        <w:t>রুজীর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জন্য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কষ্ট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পরিবারে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স্বাচ্ছন্দ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আনয়ন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</w:p>
    <w:p w:rsidR="00FE4106" w:rsidRPr="005A2C80" w:rsidRDefault="00E43B38" w:rsidP="00E43B38">
      <w:pPr>
        <w:pStyle w:val="libNormal"/>
      </w:pPr>
      <w:r w:rsidRPr="00E43B38">
        <w:rPr>
          <w:rFonts w:hint="cs"/>
          <w:cs/>
          <w:lang w:bidi="bn-IN"/>
        </w:rPr>
        <w:t>ইসলাম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পূর্ব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ইতিহাসে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অনেক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নারীই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যেমন</w:t>
      </w:r>
      <w:r w:rsidRPr="00E43B38">
        <w:rPr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শোয়াইবের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কন্যাগণ</w:t>
      </w:r>
      <w:r w:rsidRPr="00E43B38">
        <w:t xml:space="preserve">,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মুসা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>.)-</w:t>
      </w:r>
      <w:r w:rsidRPr="00E43B38">
        <w:rPr>
          <w:rFonts w:hint="cs"/>
          <w:cs/>
          <w:lang w:bidi="bn-IN"/>
        </w:rPr>
        <w:t>এর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বোন</w:t>
      </w:r>
      <w:r w:rsidRPr="00E43B38">
        <w:t xml:space="preserve">,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মারিয়াম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t xml:space="preserve">, </w:t>
      </w:r>
      <w:r w:rsidRPr="00E43B38">
        <w:rPr>
          <w:rFonts w:hint="cs"/>
          <w:cs/>
          <w:lang w:bidi="bn-IN"/>
        </w:rPr>
        <w:t>আসিয়া</w:t>
      </w:r>
      <w:r w:rsidRPr="00E43B38">
        <w:t xml:space="preserve">,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ইসমাঈল</w:t>
      </w:r>
      <w:r w:rsidRPr="00E43B38">
        <w:rPr>
          <w:cs/>
          <w:lang w:bidi="bn-IN"/>
        </w:rPr>
        <w:t xml:space="preserve"> </w:t>
      </w:r>
      <w:r w:rsidR="00FE4106" w:rsidRPr="005A2C80">
        <w:rPr>
          <w:cs/>
          <w:lang w:bidi="bn-IN"/>
        </w:rPr>
        <w:t xml:space="preserve">(আ.)-এর </w:t>
      </w:r>
      <w:r w:rsidR="00FE4106" w:rsidRPr="005A2C80">
        <w:rPr>
          <w:cs/>
          <w:lang w:bidi="bn-IN"/>
        </w:rPr>
        <w:lastRenderedPageBreak/>
        <w:t>মা হাজার</w:t>
      </w:r>
      <w:r w:rsidR="00FE4106" w:rsidRPr="005A2C80">
        <w:t xml:space="preserve">, </w:t>
      </w:r>
      <w:r w:rsidR="00FE4106" w:rsidRPr="005A2C80">
        <w:rPr>
          <w:cs/>
          <w:lang w:bidi="bn-IN"/>
        </w:rPr>
        <w:t>নবী</w:t>
      </w:r>
      <w:r w:rsidR="00FE4106" w:rsidRPr="005A2C80">
        <w:t xml:space="preserve"> (</w:t>
      </w:r>
      <w:r w:rsidR="00FE4106" w:rsidRPr="005A2C80">
        <w:rPr>
          <w:cs/>
          <w:lang w:bidi="bn-IN"/>
        </w:rPr>
        <w:t>সা.)</w:t>
      </w:r>
      <w:r w:rsidR="00FE4106" w:rsidRPr="005A2C80">
        <w:t xml:space="preserve"> -</w:t>
      </w:r>
      <w:r w:rsidR="00FE4106" w:rsidRPr="005A2C80">
        <w:rPr>
          <w:cs/>
          <w:lang w:bidi="bn-IN"/>
        </w:rPr>
        <w:t>এর মা</w:t>
      </w:r>
      <w:r w:rsidR="00FE4106" w:rsidRPr="005A2C80">
        <w:t xml:space="preserve"> </w:t>
      </w:r>
      <w:r w:rsidR="00FE4106" w:rsidRPr="005A2C80">
        <w:rPr>
          <w:cs/>
          <w:lang w:bidi="bn-IN"/>
        </w:rPr>
        <w:t>আমেনা</w:t>
      </w:r>
      <w:r w:rsidR="00FE4106" w:rsidRPr="005A2C80">
        <w:t xml:space="preserve">, </w:t>
      </w:r>
      <w:r w:rsidR="00FE4106" w:rsidRPr="005A2C80">
        <w:rPr>
          <w:cs/>
          <w:lang w:bidi="bn-IN"/>
        </w:rPr>
        <w:t>নবী (সা.) -এর দুধ মাতা হালিমা ও আরো অনেকে ... যাদের</w:t>
      </w:r>
      <w:r w:rsidR="00FE4106" w:rsidRPr="005A2C80">
        <w:t xml:space="preserve"> </w:t>
      </w:r>
      <w:r w:rsidR="00FE4106" w:rsidRPr="005A2C80">
        <w:rPr>
          <w:cs/>
          <w:lang w:bidi="bn-IN"/>
        </w:rPr>
        <w:t>নিয়ে আমরা গর্ববোধ করি</w:t>
      </w:r>
      <w:r w:rsidR="00FE4106" w:rsidRPr="005A2C80">
        <w:rPr>
          <w:cs/>
          <w:lang w:bidi="hi-IN"/>
        </w:rPr>
        <w:t xml:space="preserve"> ।</w:t>
      </w:r>
      <w:r w:rsidR="00FE4106" w:rsidRPr="005A2C80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E43B38" w:rsidRDefault="00E43B38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C4151B">
      <w:pPr>
        <w:pStyle w:val="Heading1Center"/>
      </w:pPr>
      <w:bookmarkStart w:id="8" w:name="_Toc439886097"/>
      <w:bookmarkStart w:id="9" w:name="_Toc440447857"/>
      <w:r w:rsidRPr="005A2C80">
        <w:rPr>
          <w:cs/>
          <w:lang w:bidi="bn-IN"/>
        </w:rPr>
        <w:lastRenderedPageBreak/>
        <w:t>ইসলামের প্রাথমিক পর্যায়ের নারীগণ</w:t>
      </w:r>
      <w:bookmarkEnd w:id="8"/>
      <w:bookmarkEnd w:id="9"/>
    </w:p>
    <w:p w:rsidR="00E43B38" w:rsidRDefault="00E43B38" w:rsidP="009C15B9">
      <w:pPr>
        <w:pStyle w:val="libNormal"/>
        <w:rPr>
          <w:lang w:bidi="bn-IN"/>
        </w:rPr>
      </w:pPr>
    </w:p>
    <w:p w:rsidR="00E43B38" w:rsidRPr="00E43B38" w:rsidRDefault="00E43B38" w:rsidP="00E43B38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১</w:t>
      </w:r>
      <w:r w:rsidRPr="00E43B38">
        <w:rPr>
          <w:rStyle w:val="libBold1Char"/>
          <w:cs/>
          <w:lang w:bidi="bn-IN"/>
        </w:rPr>
        <w:t xml:space="preserve">- </w:t>
      </w:r>
      <w:r w:rsidRPr="00E43B38">
        <w:rPr>
          <w:rStyle w:val="libBold1Char"/>
          <w:rFonts w:hint="cs"/>
          <w:cs/>
          <w:lang w:bidi="bn-IN"/>
        </w:rPr>
        <w:t>হযরত</w:t>
      </w:r>
      <w:r w:rsidRPr="00E43B38">
        <w:rPr>
          <w:rStyle w:val="libBold1Char"/>
          <w:cs/>
          <w:lang w:bidi="bn-IN"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খাদিজা</w:t>
      </w:r>
      <w:r w:rsidRPr="00E43B38">
        <w:rPr>
          <w:rStyle w:val="libBold1Char"/>
          <w:cs/>
          <w:lang w:bidi="bn-IN"/>
        </w:rPr>
        <w:t xml:space="preserve"> (</w:t>
      </w:r>
      <w:r w:rsidRPr="00E43B38">
        <w:rPr>
          <w:rStyle w:val="libBold1Char"/>
          <w:rFonts w:hint="cs"/>
          <w:cs/>
          <w:lang w:bidi="bn-IN"/>
        </w:rPr>
        <w:t>আ</w:t>
      </w:r>
      <w:r w:rsidRPr="00E43B38">
        <w:rPr>
          <w:rStyle w:val="libBold1Char"/>
          <w:cs/>
          <w:lang w:bidi="bn-IN"/>
        </w:rPr>
        <w:t>.) :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খাদিজাহ্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প্রথম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পর্যায়ে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খৃষ্টান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যেহেতু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খৃষ্টানদের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বিভিন্ন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গ্রন্থে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নবী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পাক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সম্পর্কে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জানতে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পেরেছিলেন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নিকট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ঐ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মহামানবকে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দেখেছিলেন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তাঁর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ঈমান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আনেন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তাঁর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বিবাহ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বন্ধনে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আবদ্ধ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আল্লাহ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য়ালার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সন্তুষ্টি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অর্জনের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লক্ষ্যে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সমস্ত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সম্পত্তি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নবীর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হাতে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সমর্পন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নবী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ঐ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বিশাল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সম্পদকে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দ্বীনের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প্রচার</w:t>
      </w:r>
      <w:r w:rsidRPr="00E43B38">
        <w:rPr>
          <w:cs/>
          <w:lang w:bidi="bn-IN"/>
        </w:rPr>
        <w:t>-</w:t>
      </w:r>
      <w:r w:rsidRPr="00E43B38">
        <w:rPr>
          <w:rFonts w:hint="cs"/>
          <w:cs/>
          <w:lang w:bidi="bn-IN"/>
        </w:rPr>
        <w:t>প্রসারের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কাজে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খরচ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খাদিজাহ্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সম্পর্কে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বলেন</w:t>
      </w:r>
      <w:r w:rsidRPr="00E43B38">
        <w:rPr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আমার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সম্পত্তি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শুধূমাত্র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ভেড়ার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চামড়া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অবশিষ্ট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</w:t>
      </w:r>
      <w:r w:rsidRPr="00E43B38">
        <w:t xml:space="preserve">, </w:t>
      </w:r>
      <w:r w:rsidRPr="00E43B38">
        <w:rPr>
          <w:rFonts w:hint="cs"/>
          <w:cs/>
          <w:lang w:bidi="bn-IN"/>
        </w:rPr>
        <w:t>দিনের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বেলা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ভেড়ার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খাবার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দিতাম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বিছিয়ে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শুতাম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</w:p>
    <w:p w:rsidR="00FE4106" w:rsidRPr="005A2C80" w:rsidRDefault="00E43B38" w:rsidP="00E43B38">
      <w:pPr>
        <w:pStyle w:val="libNormal"/>
      </w:pP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শুধুমাত্র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সম্পদকেই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দ্বীনের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রাস্তায়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করেননি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বরং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নবীকে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জীবন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দিয়েও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সাহায্য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রাসূলের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শত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দুঃখের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সান্ত্বনাদানকারী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হচ্ছেন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ইতিহাসের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চারজন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শ্রেষ্ঠ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রমনীর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একজন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যারা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বেহেশ্তী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হিসেবে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পরিচিত</w:t>
      </w:r>
      <w:r w:rsidRPr="00E43B38">
        <w:rPr>
          <w:cs/>
          <w:lang w:bidi="bn-IN"/>
        </w:rPr>
        <w:t xml:space="preserve">)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রাসূলে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খোদা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তাঁর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জীবদ্দশায়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কখনই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হযরত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খাদিজার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ভালবাসা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ত্যাগের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কথা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ভুলেন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যখনই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কথা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স্মরণ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তখনই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দুরুদ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পড়তেন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</w:p>
    <w:p w:rsidR="00E43B38" w:rsidRPr="00E43B38" w:rsidRDefault="00E43B38" w:rsidP="00E43B38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২</w:t>
      </w:r>
      <w:r w:rsidRPr="00E43B38">
        <w:rPr>
          <w:rStyle w:val="libBold1Char"/>
          <w:rtl/>
          <w:cs/>
        </w:rPr>
        <w:t xml:space="preserve">- </w:t>
      </w:r>
      <w:r w:rsidRPr="00E43B38">
        <w:rPr>
          <w:rStyle w:val="libBold1Char"/>
          <w:rFonts w:hint="cs"/>
          <w:cs/>
          <w:lang w:bidi="bn-IN"/>
        </w:rPr>
        <w:t>প্রথম</w:t>
      </w:r>
      <w:r w:rsidRPr="00E43B38">
        <w:rPr>
          <w:rStyle w:val="libBold1Char"/>
          <w:rtl/>
          <w:cs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শহীদ</w:t>
      </w:r>
      <w:r w:rsidRPr="00E43B38">
        <w:rPr>
          <w:rStyle w:val="libBold1Char"/>
          <w:rtl/>
          <w:cs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নারী</w:t>
      </w:r>
      <w:r w:rsidRPr="00E43B38">
        <w:rPr>
          <w:rStyle w:val="libBold1Char"/>
          <w:rtl/>
          <w:cs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সুমাইয়্যা</w:t>
      </w:r>
      <w:r w:rsidRPr="00E43B38">
        <w:rPr>
          <w:rStyle w:val="libBold1Char"/>
          <w:rtl/>
          <w:cs/>
        </w:rPr>
        <w:t xml:space="preserve"> :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সুমাইয়্যা</w:t>
      </w:r>
      <w:r w:rsidRPr="00E43B38">
        <w:t xml:space="preserve">, </w:t>
      </w:r>
      <w:r w:rsidRPr="00E43B38">
        <w:rPr>
          <w:rFonts w:hint="cs"/>
          <w:cs/>
          <w:lang w:bidi="bn-IN"/>
        </w:rPr>
        <w:t>ইয়াসিরের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স্ত্রী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ছিলেন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স্বামী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ইসলাম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ধর্ম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গ্রহণ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করেছিল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তাদেরকে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অনেক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কষ্ট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সহ্য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হয়েছিল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শত্রুপক্ষ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তাদেরকে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শহীদ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করেছিল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সুমাইয়্যাকে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বলেছিল</w:t>
      </w:r>
      <w:r w:rsidRPr="00E43B38">
        <w:rPr>
          <w:cs/>
          <w:lang w:bidi="bn-IN"/>
        </w:rPr>
        <w:t xml:space="preserve"> : </w:t>
      </w:r>
      <w:r w:rsidRPr="00E43B38">
        <w:rPr>
          <w:rFonts w:hint="cs"/>
          <w:cs/>
          <w:lang w:bidi="bn-IN"/>
        </w:rPr>
        <w:t>যদি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তুমি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নবীর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 xml:space="preserve">.) </w:t>
      </w:r>
      <w:r w:rsidRPr="00E43B38">
        <w:rPr>
          <w:rFonts w:hint="cs"/>
          <w:cs/>
          <w:lang w:bidi="bn-IN"/>
        </w:rPr>
        <w:t>উপর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ঈমান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থেকে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বিরত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তবে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তোমার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দড়ি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বেঁধে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উটের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সাথে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বেধে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দিব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এবং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টিকে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তাড়িয়ে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দিব</w:t>
      </w:r>
      <w:r w:rsidRPr="00E43B38">
        <w:t xml:space="preserve">, </w:t>
      </w:r>
      <w:r w:rsidRPr="00E43B38">
        <w:rPr>
          <w:rFonts w:hint="cs"/>
          <w:cs/>
          <w:lang w:bidi="bn-IN"/>
        </w:rPr>
        <w:t>ফলে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তোমার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শরীর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ভাগে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বিভক্ত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যাবে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</w:p>
    <w:p w:rsidR="00E43B38" w:rsidRPr="00E43B38" w:rsidRDefault="00E43B38" w:rsidP="00E43B38">
      <w:pPr>
        <w:pStyle w:val="libNormal"/>
      </w:pPr>
      <w:r w:rsidRPr="00E43B38">
        <w:rPr>
          <w:rFonts w:hint="cs"/>
          <w:cs/>
          <w:lang w:bidi="bn-IN"/>
        </w:rPr>
        <w:t>সুমাইয়্যা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কথায়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ভয়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পাওয়ায়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উক্ত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পরিকল্পনাটি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বাস্তবায়িত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করলো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শুধু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তাকেই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বরং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স্বামীকেও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হত্যা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করলো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আম্মার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ইয়াসির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দুই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ব্যক্তির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সন্তান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জীবনের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শেষ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সময়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পর্যন্ত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ইসলামের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স্বার্থে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নিজেকে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বিলিয়ে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দিয়েছেন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অবশেষে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তিনিও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lastRenderedPageBreak/>
        <w:t>সিফ্ফিনের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যুদ্ধে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ইমাম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আলী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আ</w:t>
      </w:r>
      <w:r w:rsidRPr="00E43B38">
        <w:rPr>
          <w:cs/>
          <w:lang w:bidi="bn-IN"/>
        </w:rPr>
        <w:t>.)-</w:t>
      </w:r>
      <w:r w:rsidRPr="00E43B38">
        <w:rPr>
          <w:rFonts w:hint="cs"/>
          <w:cs/>
          <w:lang w:bidi="bn-IN"/>
        </w:rPr>
        <w:t>এর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সৈন্য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দলের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পক্ষ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হয়ে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মুয়া</w:t>
      </w:r>
      <w:r w:rsidRPr="00E43B38">
        <w:rPr>
          <w:rFonts w:hint="eastAsia"/>
        </w:rPr>
        <w:t>’</w:t>
      </w:r>
      <w:r w:rsidRPr="00E43B38">
        <w:rPr>
          <w:rFonts w:hint="cs"/>
          <w:cs/>
          <w:lang w:bidi="bn-IN"/>
        </w:rPr>
        <w:t>বিয়ার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বিরুদ্ধে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যুদ্ধ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করতে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শহীদ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rStyle w:val="libFootnotenumChar"/>
          <w:rFonts w:hint="cs"/>
          <w:cs/>
          <w:lang w:bidi="bn-IN"/>
        </w:rPr>
        <w:t>৩৭</w:t>
      </w:r>
      <w:r w:rsidRPr="00E43B38">
        <w:rPr>
          <w:cs/>
          <w:lang w:bidi="bn-IN"/>
        </w:rPr>
        <w:t xml:space="preserve"> </w:t>
      </w:r>
    </w:p>
    <w:p w:rsidR="00FE4106" w:rsidRPr="00E43B38" w:rsidRDefault="00E43B38" w:rsidP="00C6693F">
      <w:pPr>
        <w:pStyle w:val="libNormal"/>
      </w:pPr>
      <w:r w:rsidRPr="00E43B38">
        <w:rPr>
          <w:rStyle w:val="libBold1Char"/>
          <w:rFonts w:hint="cs"/>
          <w:cs/>
          <w:lang w:bidi="bn-IN"/>
        </w:rPr>
        <w:t>৩</w:t>
      </w:r>
      <w:r w:rsidRPr="00E43B38">
        <w:rPr>
          <w:rStyle w:val="libBold1Char"/>
          <w:rtl/>
          <w:cs/>
        </w:rPr>
        <w:t xml:space="preserve">- </w:t>
      </w:r>
      <w:r w:rsidRPr="00E43B38">
        <w:rPr>
          <w:rStyle w:val="libBold1Char"/>
          <w:rFonts w:hint="cs"/>
          <w:cs/>
          <w:lang w:bidi="bn-IN"/>
        </w:rPr>
        <w:t>অন্যান্য</w:t>
      </w:r>
      <w:r w:rsidRPr="00E43B38">
        <w:rPr>
          <w:rStyle w:val="libBold1Char"/>
          <w:rtl/>
          <w:cs/>
        </w:rPr>
        <w:t xml:space="preserve"> </w:t>
      </w:r>
      <w:r w:rsidRPr="00E43B38">
        <w:rPr>
          <w:rStyle w:val="libBold1Char"/>
          <w:rFonts w:hint="cs"/>
          <w:cs/>
          <w:lang w:bidi="bn-IN"/>
        </w:rPr>
        <w:t>নারীগণ</w:t>
      </w:r>
      <w:r w:rsidRPr="00E43B38">
        <w:rPr>
          <w:rStyle w:val="libBold1Char"/>
          <w:rtl/>
          <w:cs/>
        </w:rPr>
        <w:t xml:space="preserve"> :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অন্যান্য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মহিলাগণ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যেমন</w:t>
      </w:r>
      <w:r w:rsidRPr="00E43B38">
        <w:t xml:space="preserve">, </w:t>
      </w:r>
      <w:r w:rsidRPr="00E43B38">
        <w:rPr>
          <w:rFonts w:hint="cs"/>
          <w:cs/>
          <w:lang w:bidi="bn-IN"/>
        </w:rPr>
        <w:t>লুবাইনিহ্</w:t>
      </w:r>
      <w:r w:rsidRPr="00E43B38">
        <w:t xml:space="preserve">, </w:t>
      </w:r>
      <w:r w:rsidRPr="00E43B38">
        <w:rPr>
          <w:rFonts w:hint="cs"/>
          <w:cs/>
          <w:lang w:bidi="bn-IN"/>
        </w:rPr>
        <w:t>যিন্নিরিহ্</w:t>
      </w:r>
      <w:r w:rsidRPr="00E43B38">
        <w:t xml:space="preserve">, </w:t>
      </w:r>
      <w:r w:rsidRPr="00E43B38">
        <w:rPr>
          <w:rFonts w:hint="cs"/>
          <w:cs/>
          <w:lang w:bidi="bn-IN"/>
        </w:rPr>
        <w:t>নাহদিয়াহ্</w:t>
      </w:r>
      <w:r w:rsidRPr="00E43B38">
        <w:t xml:space="preserve">, </w:t>
      </w:r>
      <w:r w:rsidRPr="00E43B38">
        <w:rPr>
          <w:rFonts w:hint="cs"/>
          <w:cs/>
          <w:lang w:bidi="bn-IN"/>
        </w:rPr>
        <w:t>গাযযিয়াহ্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ও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এরূপ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আরো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অনেকে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যাদের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নাম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ইতিহাসে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উল্লেখও হয়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নি</w:t>
      </w:r>
      <w:r w:rsidRPr="00E43B38">
        <w:t xml:space="preserve">, </w:t>
      </w:r>
      <w:r w:rsidRPr="00E43B38">
        <w:rPr>
          <w:rFonts w:hint="cs"/>
          <w:cs/>
          <w:lang w:bidi="bn-IN"/>
        </w:rPr>
        <w:t>ইসলামের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প্রাথমিক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যুগে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রাসূলুল্লাহ্</w:t>
      </w:r>
      <w:r w:rsidRPr="00E43B38">
        <w:rPr>
          <w:cs/>
          <w:lang w:bidi="bn-IN"/>
        </w:rPr>
        <w:t xml:space="preserve"> (</w:t>
      </w:r>
      <w:r w:rsidRPr="00E43B38">
        <w:rPr>
          <w:rFonts w:hint="cs"/>
          <w:cs/>
          <w:lang w:bidi="bn-IN"/>
        </w:rPr>
        <w:t>সা</w:t>
      </w:r>
      <w:r w:rsidRPr="00E43B38">
        <w:rPr>
          <w:cs/>
          <w:lang w:bidi="bn-IN"/>
        </w:rPr>
        <w:t>.)-</w:t>
      </w:r>
      <w:r w:rsidRPr="00E43B38">
        <w:rPr>
          <w:rFonts w:hint="cs"/>
          <w:cs/>
          <w:lang w:bidi="bn-IN"/>
        </w:rPr>
        <w:t>এর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প্রতি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ঈমান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আনার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ফলে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শত্রুর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অত্যাচারে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শহীদ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bn-IN"/>
        </w:rPr>
        <w:t>হন</w:t>
      </w:r>
      <w:r w:rsidRPr="00E43B38">
        <w:rPr>
          <w:cs/>
          <w:lang w:bidi="bn-IN"/>
        </w:rPr>
        <w:t xml:space="preserve"> </w:t>
      </w:r>
      <w:r w:rsidRPr="00E43B38">
        <w:rPr>
          <w:rFonts w:hint="cs"/>
          <w:cs/>
          <w:lang w:bidi="hi-IN"/>
        </w:rPr>
        <w:t>।</w:t>
      </w:r>
      <w:r w:rsidRPr="00E43B38">
        <w:rPr>
          <w:rStyle w:val="libFootnotenumChar"/>
          <w:rFonts w:hint="cs"/>
          <w:cs/>
          <w:lang w:bidi="bn-IN"/>
        </w:rPr>
        <w:t>৩৮</w:t>
      </w:r>
    </w:p>
    <w:p w:rsidR="001633D9" w:rsidRPr="001633D9" w:rsidRDefault="001633D9" w:rsidP="001633D9">
      <w:pPr>
        <w:pStyle w:val="libNormal"/>
      </w:pPr>
      <w:r w:rsidRPr="001633D9">
        <w:rPr>
          <w:rStyle w:val="libBold1Char"/>
          <w:rFonts w:hint="cs"/>
          <w:cs/>
          <w:lang w:bidi="bn-IN"/>
        </w:rPr>
        <w:t>৪</w:t>
      </w:r>
      <w:r w:rsidRPr="001633D9">
        <w:rPr>
          <w:rStyle w:val="libBold1Char"/>
          <w:cs/>
          <w:lang w:bidi="bn-IN"/>
        </w:rPr>
        <w:t xml:space="preserve">- </w:t>
      </w:r>
      <w:r w:rsidRPr="001633D9">
        <w:rPr>
          <w:rStyle w:val="libBold1Char"/>
          <w:rFonts w:hint="cs"/>
          <w:cs/>
          <w:lang w:bidi="bn-IN"/>
        </w:rPr>
        <w:t>ফাতিমা</w:t>
      </w:r>
      <w:r w:rsidRPr="001633D9">
        <w:rPr>
          <w:rStyle w:val="libBold1Char"/>
          <w:cs/>
          <w:lang w:bidi="bn-IN"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বিনতে</w:t>
      </w:r>
      <w:r w:rsidRPr="001633D9">
        <w:rPr>
          <w:rStyle w:val="libBold1Char"/>
          <w:cs/>
          <w:lang w:bidi="bn-IN"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আসাদ</w:t>
      </w:r>
      <w:r w:rsidRPr="001633D9">
        <w:rPr>
          <w:rStyle w:val="libBold1Char"/>
          <w:cs/>
          <w:lang w:bidi="bn-IN"/>
        </w:rPr>
        <w:t xml:space="preserve"> (</w:t>
      </w:r>
      <w:r w:rsidRPr="001633D9">
        <w:rPr>
          <w:rStyle w:val="libBold1Char"/>
          <w:rFonts w:hint="cs"/>
          <w:cs/>
          <w:lang w:bidi="bn-IN"/>
        </w:rPr>
        <w:t>হযরত</w:t>
      </w:r>
      <w:r w:rsidRPr="001633D9">
        <w:rPr>
          <w:rStyle w:val="libBold1Char"/>
          <w:cs/>
          <w:lang w:bidi="bn-IN"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আলী</w:t>
      </w:r>
      <w:r w:rsidRPr="001633D9">
        <w:rPr>
          <w:rStyle w:val="libBold1Char"/>
          <w:cs/>
          <w:lang w:bidi="bn-IN"/>
        </w:rPr>
        <w:t xml:space="preserve"> (</w:t>
      </w:r>
      <w:r w:rsidRPr="001633D9">
        <w:rPr>
          <w:rStyle w:val="libBold1Char"/>
          <w:rFonts w:hint="cs"/>
          <w:cs/>
          <w:lang w:bidi="bn-IN"/>
        </w:rPr>
        <w:t>আ</w:t>
      </w:r>
      <w:r w:rsidRPr="001633D9">
        <w:rPr>
          <w:rStyle w:val="libBold1Char"/>
          <w:cs/>
          <w:lang w:bidi="bn-IN"/>
        </w:rPr>
        <w:t>.)-</w:t>
      </w:r>
      <w:r w:rsidRPr="001633D9">
        <w:rPr>
          <w:rStyle w:val="libBold1Char"/>
          <w:rFonts w:hint="cs"/>
          <w:cs/>
          <w:lang w:bidi="bn-IN"/>
        </w:rPr>
        <w:t>এর</w:t>
      </w:r>
      <w:r w:rsidRPr="001633D9">
        <w:rPr>
          <w:rStyle w:val="libBold1Char"/>
          <w:cs/>
          <w:lang w:bidi="bn-IN"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মা</w:t>
      </w:r>
      <w:r w:rsidRPr="001633D9">
        <w:rPr>
          <w:rStyle w:val="libBold1Char"/>
          <w:cs/>
          <w:lang w:bidi="bn-IN"/>
        </w:rPr>
        <w:t>) :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ফাতিমা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বিনতে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মর্যাদাই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যথেষ্ট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পবিত্র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বা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গৃহের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মধ্যে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আমিরুল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মিনিন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 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জন্মদান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মহিলাই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মর্যাদা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পাবেও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যখনই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নবী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ক্লান্ত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থাকতেন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ফাতিমা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বিনতে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বাড়ীতে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বিশ্রাম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C6693F">
      <w:pPr>
        <w:pStyle w:val="libNormal"/>
      </w:pPr>
      <w:r w:rsidRPr="001633D9">
        <w:rPr>
          <w:rFonts w:hint="cs"/>
          <w:cs/>
          <w:lang w:bidi="bn-IN"/>
        </w:rPr>
        <w:t>যখন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দুনিয়া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থেকে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চির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বিদায়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নবী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কাঁদতে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কাঁদতে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মৃত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দেহের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পাশে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উপস্থিত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বলেছিলেন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আল্লাহ্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বেহেশ্তবাসী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করুন</w:t>
      </w:r>
      <w:r w:rsidRPr="001633D9">
        <w:t xml:space="preserve">,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শুধু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মাতাই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বরং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আমারও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রাসূলে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খোদা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নিজের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মাথার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পাগড়ি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আলখেল্লা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খুলে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কাফন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জানাজার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নামাযে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চল্লিশটি তাকবির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কবরে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নেমে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কিছু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সেখানে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অবস্থান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হাসানকে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অনুরূপ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নির্দেশ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আম্মার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নবীকে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জিজ্ঞাসা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কারো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জন্যেই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আপনি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এরূপ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</w:t>
      </w:r>
      <w:r w:rsidRPr="001633D9">
        <w:t xml:space="preserve">, </w:t>
      </w:r>
      <w:r w:rsidRPr="001633D9">
        <w:rPr>
          <w:rFonts w:hint="cs"/>
          <w:cs/>
          <w:lang w:bidi="bn-IN"/>
        </w:rPr>
        <w:t>ফাতিমা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বিনতে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এরূপ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করলেন</w:t>
      </w:r>
      <w:r w:rsidRPr="001633D9">
        <w:t xml:space="preserve">?!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রাসূল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এমনটা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উত্তম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কেননা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নিজের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খেতে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ভরাতেন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খালি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রাখতেন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কিন্তু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জুতা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আম্মার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পুনরায়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জিজ্ঞাসা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কেন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নামাযে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চল্লিশবার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তাকবির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দিলেন</w:t>
      </w:r>
      <w:r w:rsidRPr="001633D9">
        <w:t xml:space="preserve">? </w:t>
      </w:r>
    </w:p>
    <w:p w:rsidR="00FE4106" w:rsidRPr="005A2C80" w:rsidRDefault="00FE4106" w:rsidP="001633D9">
      <w:pPr>
        <w:pStyle w:val="libNormal"/>
      </w:pPr>
      <w:r w:rsidRPr="005A2C80">
        <w:rPr>
          <w:cs/>
          <w:lang w:bidi="bn-IN"/>
        </w:rPr>
        <w:lastRenderedPageBreak/>
        <w:t>তিনি বললেন : তার জানাজার নামাযে ফেরেশতাগণ চল্লিশ কাতারে</w:t>
      </w:r>
      <w:r w:rsidRPr="005A2C80">
        <w:t xml:space="preserve"> </w:t>
      </w:r>
      <w:r w:rsidRPr="005A2C80">
        <w:rPr>
          <w:cs/>
          <w:lang w:bidi="bn-IN"/>
        </w:rPr>
        <w:t>সারিবদ্ধভাবে দাঁড়িয়ে নামায পড়ছিল তাই তাদের প্রত্যেকটি সারির জন্য</w:t>
      </w:r>
      <w:r w:rsidRPr="005A2C80">
        <w:t xml:space="preserve"> </w:t>
      </w:r>
      <w:r w:rsidRPr="005A2C80">
        <w:rPr>
          <w:cs/>
          <w:lang w:bidi="bn-IN"/>
        </w:rPr>
        <w:t>একটি করে তাকবির বলেছি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আর এই যে</w:t>
      </w:r>
      <w:r w:rsidRPr="005A2C80">
        <w:t xml:space="preserve">, </w:t>
      </w:r>
      <w:r w:rsidRPr="005A2C80">
        <w:rPr>
          <w:cs/>
          <w:lang w:bidi="bn-IN"/>
        </w:rPr>
        <w:t>আমার মাথার পাগড়ি ও গায়ের আলখেল্লা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দিয়েছি</w:t>
      </w:r>
      <w:r w:rsidRPr="005A2C80">
        <w:t xml:space="preserve"> </w:t>
      </w:r>
      <w:r w:rsidRPr="005A2C80">
        <w:rPr>
          <w:cs/>
          <w:lang w:bidi="bn-IN"/>
        </w:rPr>
        <w:t>তাঁকে কাফন করার জন্য এটার কারণ এই যে</w:t>
      </w:r>
      <w:r w:rsidRPr="005A2C80">
        <w:t xml:space="preserve">, </w:t>
      </w:r>
      <w:r w:rsidRPr="005A2C80">
        <w:rPr>
          <w:cs/>
          <w:lang w:bidi="bn-IN"/>
        </w:rPr>
        <w:t>একদিন তাঁর সাথে আমি</w:t>
      </w:r>
      <w:r w:rsidRPr="005A2C80">
        <w:t xml:space="preserve"> </w:t>
      </w:r>
      <w:r w:rsidRPr="005A2C80">
        <w:rPr>
          <w:cs/>
          <w:lang w:bidi="bn-IN"/>
        </w:rPr>
        <w:t>কিয়ামতের দিনে মানুষের বস্ত্রহীন থাকার ব্যাপারে কথা বলছিলাম</w:t>
      </w:r>
      <w:r w:rsidRPr="005A2C80">
        <w:t xml:space="preserve">, </w:t>
      </w:r>
      <w:r w:rsidRPr="005A2C80">
        <w:rPr>
          <w:cs/>
          <w:lang w:bidi="bn-IN"/>
        </w:rPr>
        <w:t>তিনি এ</w:t>
      </w:r>
      <w:r w:rsidRPr="005A2C80">
        <w:t xml:space="preserve"> </w:t>
      </w:r>
      <w:r w:rsidRPr="005A2C80">
        <w:rPr>
          <w:cs/>
          <w:lang w:bidi="bn-IN"/>
        </w:rPr>
        <w:t>কথা শুনে চিৎকার করে উঠেছিলেন এবং কিয়ামাতের দিনে বস্ত্রহীন থাকার</w:t>
      </w:r>
      <w:r w:rsidRPr="005A2C80">
        <w:t xml:space="preserve"> </w:t>
      </w:r>
      <w:r w:rsidRPr="005A2C80">
        <w:rPr>
          <w:cs/>
          <w:lang w:bidi="bn-IN"/>
        </w:rPr>
        <w:t>ব্যাপারে উদ্বিগ্ন হয়ে পড়েছিলেন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তাই আমার মাথার পাগড়ি ও গায়ের</w:t>
      </w:r>
      <w:r w:rsidRPr="005A2C80">
        <w:t xml:space="preserve"> </w:t>
      </w:r>
      <w:r w:rsidRPr="005A2C80">
        <w:rPr>
          <w:cs/>
          <w:lang w:bidi="bn-IN"/>
        </w:rPr>
        <w:t>আলখেল্লা দিয়ে তাকে কাফন করিয়েছি</w:t>
      </w:r>
      <w:r w:rsidRPr="005A2C80">
        <w:t xml:space="preserve">, </w:t>
      </w:r>
      <w:r w:rsidRPr="005A2C80">
        <w:rPr>
          <w:cs/>
          <w:lang w:bidi="bn-IN"/>
        </w:rPr>
        <w:t>যাতে করে কিয়ামতের দিনে তিনি</w:t>
      </w:r>
      <w:r w:rsidRPr="005A2C80">
        <w:t xml:space="preserve"> </w:t>
      </w:r>
      <w:r w:rsidRPr="005A2C80">
        <w:rPr>
          <w:cs/>
          <w:lang w:bidi="bn-IN"/>
        </w:rPr>
        <w:t>বস্ত্রহীন না থাকেন আর তা যেন পচে না যায়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যেহেতু তিনি কবরের প্রশ্নের</w:t>
      </w:r>
      <w:r w:rsidRPr="005A2C80">
        <w:t xml:space="preserve"> </w:t>
      </w:r>
      <w:r w:rsidRPr="005A2C80">
        <w:rPr>
          <w:cs/>
          <w:lang w:bidi="bn-IN"/>
        </w:rPr>
        <w:t>ব্যাপারে অনেক ভয় পেতেন তাই আমি তাকে কবর দেয়ার আগে কিছুক্ষণ</w:t>
      </w:r>
      <w:r w:rsidRPr="005A2C80">
        <w:t xml:space="preserve"> </w:t>
      </w:r>
      <w:r w:rsidRPr="005A2C80">
        <w:rPr>
          <w:cs/>
          <w:lang w:bidi="bn-IN"/>
        </w:rPr>
        <w:t>তার মধ্যে অবস্থান করেছি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এই অবস্থানের ফলে আল্লাহ তার</w:t>
      </w:r>
      <w:r w:rsidRPr="005A2C80">
        <w:t xml:space="preserve"> </w:t>
      </w:r>
      <w:r w:rsidRPr="005A2C80">
        <w:rPr>
          <w:cs/>
          <w:lang w:bidi="bn-IN"/>
        </w:rPr>
        <w:t>কবরকে বেহেশ্তের একটি অংশে পরিণত করছেন এবং তার কবর এখন</w:t>
      </w:r>
      <w:r w:rsidRPr="005A2C80">
        <w:t xml:space="preserve"> </w:t>
      </w:r>
      <w:r w:rsidRPr="005A2C80">
        <w:rPr>
          <w:cs/>
          <w:lang w:bidi="bn-IN"/>
        </w:rPr>
        <w:t>বেহেশতের বাগানে পরিণত হয়েছে</w:t>
      </w:r>
      <w:r w:rsidRPr="005A2C80">
        <w:rPr>
          <w:cs/>
          <w:lang w:bidi="hi-IN"/>
        </w:rPr>
        <w:t xml:space="preserve"> ।</w:t>
      </w:r>
      <w:r w:rsidR="001633D9" w:rsidRPr="001633D9">
        <w:rPr>
          <w:rStyle w:val="libFootnotenumChar"/>
          <w:cs/>
          <w:lang w:bidi="bn-IN"/>
        </w:rPr>
        <w:t>৩৯</w:t>
      </w:r>
      <w:r w:rsidRPr="005A2C80">
        <w:t xml:space="preserve"> </w:t>
      </w:r>
    </w:p>
    <w:p w:rsidR="00FE4106" w:rsidRPr="001633D9" w:rsidRDefault="001633D9" w:rsidP="001633D9">
      <w:pPr>
        <w:pStyle w:val="libNormal"/>
      </w:pPr>
      <w:r w:rsidRPr="001633D9">
        <w:rPr>
          <w:rStyle w:val="libBold1Char"/>
          <w:rFonts w:hint="cs"/>
          <w:cs/>
          <w:lang w:bidi="bn-IN"/>
        </w:rPr>
        <w:t>৫</w:t>
      </w:r>
      <w:r w:rsidRPr="001633D9">
        <w:rPr>
          <w:rStyle w:val="libBold1Char"/>
          <w:rtl/>
          <w:cs/>
        </w:rPr>
        <w:t xml:space="preserve">- </w:t>
      </w:r>
      <w:r w:rsidRPr="001633D9">
        <w:rPr>
          <w:rStyle w:val="libBold1Char"/>
          <w:rFonts w:hint="cs"/>
          <w:cs/>
          <w:lang w:bidi="bn-IN"/>
        </w:rPr>
        <w:t>চার</w:t>
      </w:r>
      <w:r w:rsidRPr="001633D9">
        <w:rPr>
          <w:rStyle w:val="libBold1Char"/>
          <w:rtl/>
          <w:cs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শহীদের</w:t>
      </w:r>
      <w:r w:rsidRPr="001633D9">
        <w:rPr>
          <w:rStyle w:val="libBold1Char"/>
          <w:rtl/>
          <w:cs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জননী</w:t>
      </w:r>
      <w:r w:rsidRPr="001633D9">
        <w:rPr>
          <w:rStyle w:val="libBold1Char"/>
        </w:rPr>
        <w:t xml:space="preserve">, </w:t>
      </w:r>
      <w:r w:rsidRPr="001633D9">
        <w:rPr>
          <w:rStyle w:val="libBold1Char"/>
          <w:rFonts w:hint="cs"/>
          <w:cs/>
          <w:lang w:bidi="bn-IN"/>
        </w:rPr>
        <w:t>খানিসা</w:t>
      </w:r>
      <w:r w:rsidRPr="001633D9">
        <w:rPr>
          <w:rStyle w:val="libBold1Char"/>
          <w:rtl/>
          <w:cs/>
        </w:rPr>
        <w:t xml:space="preserve"> :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অভিজ্ঞ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ইসলাম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প্রচারক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গোত্রের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সকলকে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ইসলামের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পথে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আনতে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সমর্থ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অন্যদেরকেও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ইসলামের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প্রতি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দাওয়াত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১৪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হিজরীতে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সংঘটিত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কাদিসিয়া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যুদ্ধে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ঐ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যুদ্ধে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পাঠিয়েছিলেন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মধ্যে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চারজন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আল্লাহর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অশেষ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শুকরিয়া</w:t>
      </w:r>
      <w:r w:rsidRPr="001633D9">
        <w:t xml:space="preserve">, </w:t>
      </w:r>
      <w:r w:rsidRPr="001633D9">
        <w:rPr>
          <w:rFonts w:hint="cs"/>
          <w:cs/>
          <w:lang w:bidi="bn-IN"/>
        </w:rPr>
        <w:t>কেননা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মাধ্যমে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সম্মানিত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আমার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আশা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এটাই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আল্লাহ্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য়ালা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আমাকেও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রহমত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কৃপা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ধন্য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করবেন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অর্থাৎ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তৌফিক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করবেন</w:t>
      </w:r>
      <w:r w:rsidRPr="001633D9">
        <w:rPr>
          <w:cs/>
          <w:lang w:bidi="bn-IN"/>
        </w:rPr>
        <w:t xml:space="preserve">)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৪০</w:t>
      </w:r>
    </w:p>
    <w:p w:rsidR="001633D9" w:rsidRPr="001633D9" w:rsidRDefault="001633D9" w:rsidP="001633D9">
      <w:pPr>
        <w:pStyle w:val="libNormal"/>
      </w:pPr>
      <w:r w:rsidRPr="001633D9">
        <w:rPr>
          <w:rStyle w:val="libBold1Char"/>
          <w:rFonts w:hint="cs"/>
          <w:cs/>
          <w:lang w:bidi="bn-IN"/>
        </w:rPr>
        <w:t>৬</w:t>
      </w:r>
      <w:r w:rsidRPr="001633D9">
        <w:rPr>
          <w:rStyle w:val="libBold1Char"/>
          <w:rtl/>
          <w:cs/>
        </w:rPr>
        <w:t xml:space="preserve">- </w:t>
      </w:r>
      <w:r w:rsidRPr="001633D9">
        <w:rPr>
          <w:rStyle w:val="libBold1Char"/>
          <w:rFonts w:hint="cs"/>
          <w:cs/>
          <w:lang w:bidi="bn-IN"/>
        </w:rPr>
        <w:t>চার</w:t>
      </w:r>
      <w:r w:rsidRPr="001633D9">
        <w:rPr>
          <w:rStyle w:val="libBold1Char"/>
          <w:rtl/>
          <w:cs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শহীদের</w:t>
      </w:r>
      <w:r w:rsidRPr="001633D9">
        <w:rPr>
          <w:rStyle w:val="libBold1Char"/>
          <w:rtl/>
          <w:cs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জননী</w:t>
      </w:r>
      <w:r w:rsidRPr="001633D9">
        <w:rPr>
          <w:rStyle w:val="libBold1Char"/>
        </w:rPr>
        <w:t xml:space="preserve">, </w:t>
      </w:r>
      <w:r w:rsidRPr="001633D9">
        <w:rPr>
          <w:rStyle w:val="libBold1Char"/>
          <w:rFonts w:hint="cs"/>
          <w:cs/>
          <w:lang w:bidi="bn-IN"/>
        </w:rPr>
        <w:t>উম্মুল</w:t>
      </w:r>
      <w:r w:rsidRPr="001633D9">
        <w:rPr>
          <w:rStyle w:val="libBold1Char"/>
          <w:rtl/>
          <w:cs/>
        </w:rPr>
        <w:t xml:space="preserve"> </w:t>
      </w:r>
      <w:r w:rsidRPr="001633D9">
        <w:rPr>
          <w:rStyle w:val="libBold1Char"/>
          <w:rFonts w:hint="cs"/>
          <w:cs/>
          <w:lang w:bidi="bn-IN"/>
        </w:rPr>
        <w:t>বানিন</w:t>
      </w:r>
      <w:r w:rsidRPr="001633D9">
        <w:rPr>
          <w:rStyle w:val="libBold1Char"/>
          <w:rtl/>
          <w:cs/>
        </w:rPr>
        <w:t xml:space="preserve"> :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উম্মুল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বানিন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আল্লাহ্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প্রেমিক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স্ত্রী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চারজন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যথাক্রমে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আব্বাস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আব্দুল্লাহ্</w:t>
      </w:r>
      <w:r w:rsidRPr="001633D9">
        <w:t xml:space="preserve">, </w:t>
      </w:r>
      <w:r w:rsidRPr="001633D9">
        <w:rPr>
          <w:rFonts w:hint="cs"/>
          <w:cs/>
          <w:lang w:bidi="bn-IN"/>
        </w:rPr>
        <w:t>জা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ফার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উসমান</w:t>
      </w:r>
      <w:r w:rsidRPr="001633D9">
        <w:t xml:space="preserve">, </w:t>
      </w:r>
      <w:r w:rsidRPr="001633D9">
        <w:rPr>
          <w:rFonts w:hint="cs"/>
          <w:cs/>
          <w:lang w:bidi="bn-IN"/>
        </w:rPr>
        <w:t>কারবালায়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সাথে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শাহাদাত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বরণ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যখন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বাশির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মদীনায়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ফিরে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কারবালার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ঘটনাকে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মসজিদে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নববীতে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বর্ণনা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উম্মুল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বানিন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উপস্থিতদের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মধ্যে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থেকে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সামনে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এসে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হে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বাশির</w:t>
      </w:r>
      <w:r w:rsidRPr="001633D9">
        <w:rPr>
          <w:cs/>
          <w:lang w:bidi="bn-IN"/>
        </w:rPr>
        <w:t xml:space="preserve">! </w:t>
      </w:r>
      <w:r w:rsidRPr="001633D9">
        <w:rPr>
          <w:rFonts w:hint="cs"/>
          <w:cs/>
          <w:lang w:bidi="bn-IN"/>
        </w:rPr>
        <w:t>আমাকে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শুধু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lastRenderedPageBreak/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সম্পর্কে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খোলা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আকাশের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নিচে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ঘোড়ার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তলে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পিষ্ট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কিছু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t xml:space="preserve">, </w:t>
      </w:r>
      <w:r w:rsidRPr="001633D9">
        <w:rPr>
          <w:rFonts w:hint="cs"/>
          <w:cs/>
          <w:lang w:bidi="bn-IN"/>
        </w:rPr>
        <w:t>কেননা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উৎসর্গ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বাশিরের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মুখে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উদ্দেশ্যে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শুনলেন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চিৎকার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কাঁদতে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কাঁদতে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আমার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অন্তরকে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ক্ষত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বিক্ষত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দিয়েছে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FE4106" w:rsidRPr="005A2C80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প্রতি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ভালবাসাই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পরিপূর্ণতায়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পৌঁছিয়েছে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কেননা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দ্বীনের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রক্ষার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উদ্দেশ্যে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উৎসর্গ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৪১</w:t>
      </w:r>
    </w:p>
    <w:p w:rsidR="001633D9" w:rsidRDefault="001633D9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1633D9" w:rsidRPr="001633D9" w:rsidRDefault="001633D9" w:rsidP="001633D9">
      <w:pPr>
        <w:pStyle w:val="Heading2Center"/>
        <w:rPr>
          <w:rFonts w:eastAsiaTheme="minorHAnsi"/>
        </w:rPr>
      </w:pPr>
      <w:bookmarkStart w:id="10" w:name="_Toc439886098"/>
      <w:bookmarkStart w:id="11" w:name="_Toc440447858"/>
      <w:r w:rsidRPr="001633D9">
        <w:rPr>
          <w:rFonts w:eastAsiaTheme="minorHAnsi" w:hint="cs"/>
          <w:cs/>
          <w:lang w:bidi="bn-IN"/>
        </w:rPr>
        <w:lastRenderedPageBreak/>
        <w:t>৭</w:t>
      </w:r>
      <w:r w:rsidRPr="001633D9">
        <w:rPr>
          <w:rFonts w:eastAsiaTheme="minorHAnsi"/>
          <w:cs/>
          <w:lang w:bidi="bn-IN"/>
        </w:rPr>
        <w:t xml:space="preserve">- </w:t>
      </w:r>
      <w:r w:rsidRPr="001633D9">
        <w:rPr>
          <w:rFonts w:eastAsiaTheme="minorHAnsi" w:hint="cs"/>
          <w:cs/>
          <w:lang w:bidi="bn-IN"/>
        </w:rPr>
        <w:t>হযরত</w:t>
      </w:r>
      <w:r w:rsidRPr="001633D9">
        <w:rPr>
          <w:rFonts w:eastAsiaTheme="minorHAnsi"/>
          <w:cs/>
          <w:lang w:bidi="bn-IN"/>
        </w:rPr>
        <w:t xml:space="preserve"> </w:t>
      </w:r>
      <w:r w:rsidRPr="001633D9">
        <w:rPr>
          <w:rFonts w:eastAsiaTheme="minorHAnsi" w:hint="cs"/>
          <w:cs/>
          <w:lang w:bidi="bn-IN"/>
        </w:rPr>
        <w:t>যয়নাব</w:t>
      </w:r>
      <w:r w:rsidRPr="001633D9">
        <w:rPr>
          <w:rFonts w:eastAsiaTheme="minorHAnsi"/>
          <w:cs/>
          <w:lang w:bidi="bn-IN"/>
        </w:rPr>
        <w:t xml:space="preserve"> (</w:t>
      </w:r>
      <w:r w:rsidRPr="001633D9">
        <w:rPr>
          <w:rFonts w:eastAsiaTheme="minorHAnsi" w:hint="cs"/>
          <w:cs/>
          <w:lang w:bidi="bn-IN"/>
        </w:rPr>
        <w:t>আ</w:t>
      </w:r>
      <w:r w:rsidRPr="001633D9">
        <w:rPr>
          <w:rFonts w:eastAsiaTheme="minorHAnsi"/>
          <w:cs/>
          <w:lang w:bidi="bn-IN"/>
        </w:rPr>
        <w:t xml:space="preserve">.) </w:t>
      </w:r>
      <w:r w:rsidRPr="001633D9">
        <w:rPr>
          <w:rFonts w:eastAsiaTheme="minorHAnsi" w:hint="cs"/>
          <w:cs/>
          <w:lang w:bidi="bn-IN"/>
        </w:rPr>
        <w:t>আত্মত্যাগ</w:t>
      </w:r>
      <w:r w:rsidRPr="001633D9">
        <w:rPr>
          <w:rFonts w:eastAsiaTheme="minorHAnsi"/>
        </w:rPr>
        <w:t xml:space="preserve">, </w:t>
      </w:r>
      <w:r w:rsidRPr="001633D9">
        <w:rPr>
          <w:rFonts w:eastAsiaTheme="minorHAnsi" w:hint="cs"/>
          <w:cs/>
          <w:lang w:bidi="bn-IN"/>
        </w:rPr>
        <w:t>ধৈর্য</w:t>
      </w:r>
      <w:r w:rsidRPr="001633D9">
        <w:rPr>
          <w:rFonts w:eastAsiaTheme="minorHAnsi"/>
          <w:cs/>
          <w:lang w:bidi="bn-IN"/>
        </w:rPr>
        <w:t xml:space="preserve"> </w:t>
      </w:r>
      <w:r w:rsidRPr="001633D9">
        <w:rPr>
          <w:rFonts w:eastAsiaTheme="minorHAnsi" w:hint="cs"/>
          <w:cs/>
          <w:lang w:bidi="bn-IN"/>
        </w:rPr>
        <w:t>ও</w:t>
      </w:r>
      <w:r w:rsidRPr="001633D9">
        <w:rPr>
          <w:rFonts w:eastAsiaTheme="minorHAnsi"/>
          <w:cs/>
          <w:lang w:bidi="bn-IN"/>
        </w:rPr>
        <w:t xml:space="preserve"> </w:t>
      </w:r>
      <w:r w:rsidRPr="001633D9">
        <w:rPr>
          <w:rFonts w:eastAsiaTheme="minorHAnsi" w:hint="cs"/>
          <w:cs/>
          <w:lang w:bidi="bn-IN"/>
        </w:rPr>
        <w:t>দৃঢ়তার</w:t>
      </w:r>
      <w:r w:rsidRPr="001633D9">
        <w:rPr>
          <w:rFonts w:eastAsiaTheme="minorHAnsi"/>
          <w:cs/>
          <w:lang w:bidi="bn-IN"/>
        </w:rPr>
        <w:t xml:space="preserve"> </w:t>
      </w:r>
      <w:r w:rsidRPr="001633D9">
        <w:rPr>
          <w:rFonts w:eastAsiaTheme="minorHAnsi" w:hint="cs"/>
          <w:cs/>
          <w:lang w:bidi="bn-IN"/>
        </w:rPr>
        <w:t>প্রতিচ্ছবি</w:t>
      </w:r>
      <w:r w:rsidRPr="001633D9">
        <w:rPr>
          <w:rFonts w:eastAsiaTheme="minorHAnsi"/>
          <w:cs/>
          <w:lang w:bidi="bn-IN"/>
        </w:rPr>
        <w:t xml:space="preserve"> :</w:t>
      </w:r>
      <w:bookmarkEnd w:id="10"/>
      <w:bookmarkEnd w:id="11"/>
      <w:r w:rsidRPr="001633D9">
        <w:rPr>
          <w:rFonts w:eastAsiaTheme="minorHAnsi"/>
          <w:cs/>
          <w:lang w:bidi="bn-IN"/>
        </w:rPr>
        <w:t xml:space="preserve"> </w:t>
      </w:r>
    </w:p>
    <w:p w:rsidR="001633D9" w:rsidRDefault="001633D9" w:rsidP="001633D9">
      <w:pPr>
        <w:pStyle w:val="libNormal"/>
        <w:rPr>
          <w:lang w:bidi="bn-IN"/>
        </w:rPr>
      </w:pP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মহিয়সী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ব্যক্তিত্ব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সম্পর্কে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অক্ষম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কেননা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ফাতিমার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গর্ভে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জন্মগ্রহণ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প্রশিক্ষিত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হয়েছেন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পিতা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হাসান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এখানে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ক্ষুদ্র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জ্ঞানে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যতটুকু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সম্ভব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উল্লেখ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চেষ্টা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করবো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সমস্যা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এসেছিল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পাহাড়ের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আসতো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পাহাড়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ঐ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সমস্যা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ভেঙ্গে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চূর্ণ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বিচুর্ণ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ধরনের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মহিয়সী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ব্যক্তিত্বকে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কয়েকটি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থেকে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পর্যালোচনা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প্রয়োজন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Bold1"/>
      </w:pPr>
      <w:r w:rsidRPr="001633D9">
        <w:rPr>
          <w:rFonts w:hint="cs"/>
          <w:cs/>
          <w:lang w:bidi="bn-IN"/>
        </w:rPr>
        <w:t>ক</w:t>
      </w:r>
      <w:r w:rsidRPr="001633D9">
        <w:rPr>
          <w:cs/>
          <w:lang w:bidi="bn-IN"/>
        </w:rPr>
        <w:t xml:space="preserve">)- </w:t>
      </w:r>
      <w:r w:rsidRPr="001633D9">
        <w:rPr>
          <w:rFonts w:hint="cs"/>
          <w:cs/>
          <w:lang w:bidi="bn-IN"/>
        </w:rPr>
        <w:t>নিজের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সাহায্য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</w:t>
      </w:r>
      <w:r w:rsidRPr="001633D9">
        <w:rPr>
          <w:cs/>
          <w:lang w:bidi="bn-IN"/>
        </w:rPr>
        <w:t xml:space="preserve"> :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জীবনের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শেষ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পর্যন্ত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প্রাণপণে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সাহায্য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অধিক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ভালবাসতেন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যখন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চাচাত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আবদুল্লাহ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জা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ফর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তাইয়ার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প্রস্তাব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এসেছিল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আমি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একটি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শর্তে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বিয়েতে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রাজী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হচ্ছে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যখনই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সফরে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আমাকেও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সাথে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অনুমতি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যেহেতু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আবদুল্লাহ্ও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ভক্ত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মেনে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শাহাদাতের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অসুস্থ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সাজ্জাদের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সেবা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শুশ্রুষা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যতবারই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শত্রুপক্ষ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সাজ্জাদকে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হত্যা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এসেছিল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ততবারই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আগলে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রেখেছিলেন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শত্রুদের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উদ্দেশ্যে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বলেছিলেন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যদি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তোমরা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হত্যা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চাও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প্রথমে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হত্যা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সাধারণত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পুরুষ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বেলায়াত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পক্ষে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</w:t>
      </w:r>
      <w:r w:rsidRPr="001633D9">
        <w:t xml:space="preserve">, </w:t>
      </w:r>
      <w:r w:rsidRPr="001633D9">
        <w:rPr>
          <w:rFonts w:hint="cs"/>
          <w:cs/>
          <w:lang w:bidi="bn-IN"/>
        </w:rPr>
        <w:t>লাঞ্ছনা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অপবাদের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শিকার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যেমন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 </w:t>
      </w:r>
      <w:r w:rsidRPr="001633D9">
        <w:rPr>
          <w:rFonts w:hint="cs"/>
          <w:cs/>
          <w:lang w:bidi="bn-IN"/>
        </w:rPr>
        <w:t>মারিয়ামকে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ঈসা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ব্যভিচারের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অপবাদ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</w:t>
      </w:r>
      <w:r w:rsidRPr="001633D9">
        <w:t xml:space="preserve">,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আসিয়া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মূসা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সাহায্য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ঈমান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আনাতে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ফিরাউনের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অত্যাচারের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শিকার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FE4106" w:rsidRPr="005A2C80" w:rsidRDefault="001633D9" w:rsidP="001633D9">
      <w:pPr>
        <w:pStyle w:val="libNormal"/>
        <w:rPr>
          <w:lang w:bidi="bn-IN"/>
        </w:rPr>
      </w:pPr>
      <w:r w:rsidRPr="001633D9">
        <w:rPr>
          <w:rFonts w:hint="cs"/>
          <w:cs/>
          <w:lang w:bidi="bn-IN"/>
        </w:rPr>
        <w:lastRenderedPageBreak/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ইব্রাহীম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মূসা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শত্রুদের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হাত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থেকে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রক্ষা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মাতাদের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পোহাতে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রাসূল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সাহায্য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খাদিজাহ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</w:t>
      </w:r>
      <w:r w:rsidRPr="001633D9">
        <w:rPr>
          <w:rFonts w:hint="cs"/>
          <w:cs/>
          <w:lang w:bidi="bn-IN"/>
        </w:rPr>
        <w:t>কতই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আলী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পক্ষে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কারণে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ফাতিমাকে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দরজা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দেয়ালের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মধ্যে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পিষ্ট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গুরুতর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আহত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জীবন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 </w:t>
      </w:r>
      <w:r w:rsidRPr="001633D9">
        <w:rPr>
          <w:rFonts w:hint="cs"/>
          <w:cs/>
          <w:lang w:bidi="bn-IN"/>
        </w:rPr>
        <w:t>তদ্রূপ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-</w:t>
      </w:r>
      <w:r w:rsidRPr="001633D9">
        <w:rPr>
          <w:rFonts w:hint="cs"/>
          <w:cs/>
          <w:lang w:bidi="bn-IN"/>
        </w:rPr>
        <w:t>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সাহায্য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৫৫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বছর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বয়সে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যয়নাবকেও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নিদারুণ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শিকার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</w:p>
    <w:p w:rsidR="001633D9" w:rsidRPr="001633D9" w:rsidRDefault="001633D9" w:rsidP="006445C3">
      <w:pPr>
        <w:pStyle w:val="libBold1"/>
      </w:pPr>
      <w:r w:rsidRPr="001633D9">
        <w:rPr>
          <w:rFonts w:hint="cs"/>
          <w:cs/>
          <w:lang w:bidi="bn-IN"/>
        </w:rPr>
        <w:t>খ</w:t>
      </w:r>
      <w:r w:rsidRPr="001633D9">
        <w:rPr>
          <w:cs/>
          <w:lang w:bidi="bn-IN"/>
        </w:rPr>
        <w:t xml:space="preserve">)- </w:t>
      </w:r>
      <w:r w:rsidRPr="001633D9">
        <w:rPr>
          <w:rFonts w:hint="cs"/>
          <w:cs/>
          <w:lang w:bidi="bn-IN"/>
        </w:rPr>
        <w:t>শহীদদের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দেখা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শুনা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করা</w:t>
      </w:r>
      <w:r w:rsidRPr="001633D9">
        <w:rPr>
          <w:cs/>
          <w:lang w:bidi="bn-IN"/>
        </w:rPr>
        <w:t xml:space="preserve"> : </w:t>
      </w:r>
    </w:p>
    <w:p w:rsidR="00FE4106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কারবালার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হৃদয়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বিদারক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ঘটনার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অভিভাবকহীন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ছোট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ছোট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বাচ্চাদেরকে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দেখা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শুনা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নিজে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খেয়ে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খাওয়াতেন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যেহেতু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বাচ্চারা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পিতার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কান্নাকাটি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করতো</w:t>
      </w:r>
      <w:r w:rsidRPr="001633D9">
        <w:t xml:space="preserve">, </w:t>
      </w:r>
      <w:r w:rsidRPr="001633D9">
        <w:rPr>
          <w:rFonts w:hint="cs"/>
          <w:cs/>
          <w:lang w:bidi="bn-IN"/>
        </w:rPr>
        <w:t>তাই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খুব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বেশী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মাত্রায়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আদর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সান্ত্বনা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দায়িত্বটি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জীবনের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শেষ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পর্যন্ত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সুন্দরভাবে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পালন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</w:p>
    <w:p w:rsidR="001633D9" w:rsidRPr="001633D9" w:rsidRDefault="001633D9" w:rsidP="0065046F">
      <w:pPr>
        <w:pStyle w:val="libBold1"/>
      </w:pPr>
      <w:r w:rsidRPr="001633D9">
        <w:rPr>
          <w:rFonts w:hint="cs"/>
          <w:cs/>
          <w:lang w:bidi="bn-IN"/>
        </w:rPr>
        <w:t>গ</w:t>
      </w:r>
      <w:r w:rsidRPr="001633D9">
        <w:rPr>
          <w:cs/>
          <w:lang w:bidi="bn-IN"/>
        </w:rPr>
        <w:t xml:space="preserve">)-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শাহাদাতের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</w:t>
      </w:r>
      <w:r w:rsidRPr="001633D9">
        <w:rPr>
          <w:cs/>
          <w:lang w:bidi="bn-IN"/>
        </w:rPr>
        <w:t xml:space="preserve"> : </w:t>
      </w:r>
    </w:p>
    <w:p w:rsidR="001633D9" w:rsidRDefault="001633D9" w:rsidP="001633D9">
      <w:pPr>
        <w:pStyle w:val="libNormal"/>
        <w:rPr>
          <w:lang w:bidi="bn-IN"/>
        </w:rPr>
      </w:pP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শাহাদাতের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যেখানেই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যখনই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সুযোগ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তখনই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কারবালার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বার্তা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পৌঁছে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জালিম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অত্যাচারীর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বিরুদ্ধে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সোচ্চার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প্রতিবাদ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থাকতেন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ইসলামের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শত্রুরা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কারবালার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ঘটনাকে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ইতিহাস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থেকে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ফেলতো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নিজের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চেষ্টায়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কারবালার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জালিম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অত্যাচারীদের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মুখোষ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উম্মোচন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পরিশ্রমের</w:t>
      </w:r>
      <w:r w:rsidRPr="001633D9">
        <w:rPr>
          <w:cs/>
          <w:lang w:bidi="bn-IN"/>
        </w:rPr>
        <w:t xml:space="preserve">  </w:t>
      </w:r>
      <w:r w:rsidRPr="001633D9">
        <w:rPr>
          <w:rFonts w:hint="cs"/>
          <w:cs/>
          <w:lang w:bidi="bn-IN"/>
        </w:rPr>
        <w:t>ফলশ্রুতিতে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আত্মত্যাগ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চূড়ান্তে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পৌঁছায়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উৎসর্গতা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সাহসিকতা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থাকতো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তাহলে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শত্রুরা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সাজ্জাদ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 -</w:t>
      </w:r>
      <w:r w:rsidRPr="001633D9">
        <w:rPr>
          <w:rFonts w:hint="cs"/>
          <w:cs/>
          <w:lang w:bidi="bn-IN"/>
        </w:rPr>
        <w:t>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হত্যা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করতো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ইসলামের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অস্তিত্বকে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বিলীন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প্রকৃতপক্ষে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শত্রুর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বিরুদ্ধে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কিয়াম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ঐ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কিয়ামের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ধারাকে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টিকিয়ে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রেখেছিলেন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Default="001633D9" w:rsidP="006445C3">
      <w:pPr>
        <w:pStyle w:val="libBold1"/>
        <w:rPr>
          <w:lang w:bidi="bn-IN"/>
        </w:rPr>
      </w:pPr>
      <w:r w:rsidRPr="001633D9">
        <w:rPr>
          <w:rFonts w:hint="cs"/>
          <w:cs/>
          <w:lang w:bidi="bn-IN"/>
        </w:rPr>
        <w:t>ঘ</w:t>
      </w:r>
      <w:r w:rsidRPr="001633D9">
        <w:rPr>
          <w:cs/>
          <w:lang w:bidi="bn-IN"/>
        </w:rPr>
        <w:t xml:space="preserve">)-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সাহসিকতা</w:t>
      </w:r>
      <w:r w:rsidRPr="001633D9">
        <w:rPr>
          <w:cs/>
          <w:lang w:bidi="bn-IN"/>
        </w:rPr>
        <w:t xml:space="preserve"> :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lastRenderedPageBreak/>
        <w:t>ফাসেক</w:t>
      </w:r>
      <w:r w:rsidRPr="001633D9">
        <w:t xml:space="preserve">, </w:t>
      </w:r>
      <w:r w:rsidRPr="001633D9">
        <w:rPr>
          <w:rFonts w:hint="cs"/>
          <w:cs/>
          <w:lang w:bidi="bn-IN"/>
        </w:rPr>
        <w:t>অভিশপ্ত</w:t>
      </w:r>
      <w:r w:rsidRPr="001633D9">
        <w:t xml:space="preserve">, </w:t>
      </w:r>
      <w:r w:rsidRPr="001633D9">
        <w:rPr>
          <w:rFonts w:hint="cs"/>
          <w:cs/>
          <w:lang w:bidi="bn-IN"/>
        </w:rPr>
        <w:t>মদখোর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লম্পট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যিয়াদ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প্রাসাদে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 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মাথাটি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সামনে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রাখা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যয়নাবকে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বলল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তোমার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সাথে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আল্লাহ্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কেমন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দেখলে</w:t>
      </w:r>
      <w:r w:rsidRPr="001633D9">
        <w:t xml:space="preserve">?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জবাবে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6445C3">
        <w:rPr>
          <w:rStyle w:val="libArChar"/>
          <w:rFonts w:hint="cs"/>
          <w:rtl/>
        </w:rPr>
        <w:t>ﻣﺎﺭﺍﻳﺖ</w:t>
      </w:r>
      <w:r w:rsidRPr="006445C3">
        <w:rPr>
          <w:rStyle w:val="libArChar"/>
          <w:rtl/>
        </w:rPr>
        <w:t xml:space="preserve"> </w:t>
      </w:r>
      <w:r w:rsidRPr="006445C3">
        <w:rPr>
          <w:rStyle w:val="libArChar"/>
          <w:rFonts w:hint="cs"/>
          <w:rtl/>
        </w:rPr>
        <w:t>ﺍﻻ</w:t>
      </w:r>
      <w:r w:rsidRPr="006445C3">
        <w:rPr>
          <w:rStyle w:val="libArChar"/>
          <w:rtl/>
        </w:rPr>
        <w:t xml:space="preserve"> </w:t>
      </w:r>
      <w:r w:rsidRPr="006445C3">
        <w:rPr>
          <w:rStyle w:val="libArChar"/>
          <w:rFonts w:hint="cs"/>
          <w:rtl/>
        </w:rPr>
        <w:t>جمیلا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সুন্দর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ছাড়া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কিছু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দেখি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কেননা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নবীর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বংশধর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এমন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পরিবার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আল্লাহ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শাহাদাতকে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মর্যাদা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স্বরূপ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স্বেচ্ছায়ই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পথকে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নিয়েছেন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মাধ্যমে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যিয়াদকে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এমনভাবে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অপমান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যাতে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হত্যার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পরিকল্পনা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শামে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সিরিযায়</w:t>
      </w:r>
      <w:r w:rsidRPr="001633D9">
        <w:rPr>
          <w:cs/>
          <w:lang w:bidi="bn-IN"/>
        </w:rPr>
        <w:t xml:space="preserve">) </w:t>
      </w:r>
      <w:r w:rsidRPr="001633D9">
        <w:rPr>
          <w:rFonts w:hint="cs"/>
          <w:cs/>
          <w:lang w:bidi="bn-IN"/>
        </w:rPr>
        <w:t>ইয়াযিদের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প্রাসাদে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দারুণভাবে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অপমান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উদ্দেশ্য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তুমি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করছো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আমাদেরকে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বন্দী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তোমার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সম্মান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বেড়েছে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নয়</w:t>
      </w:r>
      <w:r w:rsidRPr="001633D9">
        <w:rPr>
          <w:cs/>
          <w:lang w:bidi="bn-IN"/>
        </w:rPr>
        <w:t xml:space="preserve"> ... </w:t>
      </w:r>
      <w:r w:rsidRPr="001633D9">
        <w:rPr>
          <w:rFonts w:hint="cs"/>
          <w:cs/>
          <w:lang w:bidi="bn-IN"/>
        </w:rPr>
        <w:t>তারপর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: </w:t>
      </w:r>
      <w:r w:rsidRPr="006445C3">
        <w:rPr>
          <w:rStyle w:val="libAlaemChar"/>
        </w:rPr>
        <w:t>“</w:t>
      </w:r>
      <w:r w:rsidRPr="001633D9">
        <w:rPr>
          <w:rFonts w:hint="cs"/>
          <w:cs/>
          <w:lang w:bidi="bn-IN"/>
        </w:rPr>
        <w:t>আমি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তোমাকে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অনেক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নীচ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হীন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৪৩</w:t>
      </w:r>
      <w:r w:rsidRPr="001633D9">
        <w:rPr>
          <w:cs/>
          <w:lang w:bidi="bn-IN"/>
        </w:rPr>
        <w:t xml:space="preserve"> </w:t>
      </w:r>
    </w:p>
    <w:p w:rsidR="001633D9" w:rsidRDefault="001633D9" w:rsidP="001633D9">
      <w:pPr>
        <w:pStyle w:val="libNormal"/>
        <w:rPr>
          <w:lang w:bidi="bn-IN"/>
        </w:rPr>
      </w:pP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কথাটি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ইয়াযিদকে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এমন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যখন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অন্যান্য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বন্দীদের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নিহত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আশংকা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এমন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পক্ষে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ইয়াযিদের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জালিম</w:t>
      </w:r>
      <w:r w:rsidRPr="001633D9">
        <w:t xml:space="preserve">, </w:t>
      </w:r>
      <w:r w:rsidRPr="001633D9">
        <w:rPr>
          <w:rFonts w:hint="cs"/>
          <w:cs/>
          <w:lang w:bidi="bn-IN"/>
        </w:rPr>
        <w:t>অত্যাচারী</w:t>
      </w:r>
      <w:r w:rsidRPr="001633D9">
        <w:t xml:space="preserve">, </w:t>
      </w:r>
      <w:r w:rsidRPr="001633D9">
        <w:rPr>
          <w:rFonts w:hint="cs"/>
          <w:cs/>
          <w:lang w:bidi="bn-IN"/>
        </w:rPr>
        <w:t>মদখোর</w:t>
      </w:r>
      <w:r w:rsidRPr="001633D9">
        <w:t xml:space="preserve">, </w:t>
      </w:r>
      <w:r w:rsidRPr="001633D9">
        <w:rPr>
          <w:rFonts w:hint="cs"/>
          <w:cs/>
          <w:lang w:bidi="bn-IN"/>
        </w:rPr>
        <w:t>লম্পট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লোকের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সামনে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সহজ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ব্যাপার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যায়নাব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বড়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অর্থ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এমন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পর্যায়ে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উন্নীত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বুঝার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ক্ষমতা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আমাদের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নেই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Pr="001633D9" w:rsidRDefault="001633D9" w:rsidP="00C6693F">
      <w:pPr>
        <w:pStyle w:val="libBold1"/>
      </w:pPr>
      <w:r w:rsidRPr="001633D9">
        <w:rPr>
          <w:rFonts w:hint="cs"/>
          <w:cs/>
          <w:lang w:bidi="bn-IN"/>
        </w:rPr>
        <w:t>ঙ</w:t>
      </w:r>
      <w:r w:rsidRPr="001633D9">
        <w:rPr>
          <w:cs/>
          <w:lang w:bidi="bn-IN"/>
        </w:rPr>
        <w:t xml:space="preserve">)- </w:t>
      </w:r>
      <w:r w:rsidRPr="001633D9">
        <w:rPr>
          <w:rFonts w:hint="cs"/>
          <w:cs/>
          <w:lang w:bidi="bn-IN"/>
        </w:rPr>
        <w:t>হযরত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যয়নাবের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ইবাদত</w:t>
      </w:r>
      <w:r w:rsidRPr="001633D9">
        <w:rPr>
          <w:cs/>
          <w:lang w:bidi="bn-IN"/>
        </w:rPr>
        <w:t xml:space="preserve"> : </w:t>
      </w:r>
    </w:p>
    <w:p w:rsidR="001633D9" w:rsidRDefault="001633D9" w:rsidP="001633D9">
      <w:pPr>
        <w:pStyle w:val="libNormal"/>
        <w:rPr>
          <w:lang w:bidi="bn-IN"/>
        </w:rPr>
      </w:pPr>
      <w:r w:rsidRPr="001633D9">
        <w:rPr>
          <w:rFonts w:hint="cs"/>
          <w:cs/>
          <w:lang w:bidi="bn-IN"/>
        </w:rPr>
        <w:t>কারবালার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হৃদয়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বিদারক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ঘটনায়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যথা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হুসাইন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আব্বাস</w:t>
      </w:r>
      <w:r w:rsidRPr="001633D9">
        <w:rPr>
          <w:cs/>
          <w:lang w:bidi="bn-IN"/>
        </w:rPr>
        <w:t xml:space="preserve"> </w:t>
      </w:r>
      <w:r w:rsidRPr="001633D9">
        <w:t xml:space="preserve">, </w:t>
      </w:r>
      <w:r w:rsidRPr="001633D9">
        <w:rPr>
          <w:rFonts w:hint="cs"/>
          <w:cs/>
          <w:lang w:bidi="bn-IN"/>
        </w:rPr>
        <w:t>জা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ফার</w:t>
      </w:r>
      <w:r w:rsidRPr="001633D9">
        <w:t xml:space="preserve">, </w:t>
      </w:r>
      <w:r w:rsidRPr="001633D9">
        <w:rPr>
          <w:rFonts w:hint="cs"/>
          <w:cs/>
          <w:lang w:bidi="bn-IN"/>
        </w:rPr>
        <w:t>উসমান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আবদুল্লাহ্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মুহাম্মদ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যাওয়া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ছাড়াও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দুই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আউন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মুহাম্মদ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সন্তানগণ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যথা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আলী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আকবার</w:t>
      </w:r>
      <w:r w:rsidRPr="001633D9">
        <w:t xml:space="preserve">, </w:t>
      </w:r>
      <w:r w:rsidRPr="001633D9">
        <w:rPr>
          <w:rFonts w:hint="cs"/>
          <w:cs/>
          <w:lang w:bidi="bn-IN"/>
        </w:rPr>
        <w:t>কাসিম</w:t>
      </w:r>
      <w:r w:rsidRPr="001633D9">
        <w:t xml:space="preserve">, </w:t>
      </w:r>
      <w:r w:rsidRPr="001633D9">
        <w:rPr>
          <w:rFonts w:hint="cs"/>
          <w:cs/>
          <w:lang w:bidi="bn-IN"/>
        </w:rPr>
        <w:t>আবদুল্লাহ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সহ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চাচাত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ভাইদের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ঘটনাকে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স্বচক্ষে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দেখেছিলেন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এদিকে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ছোট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ছোট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শিশুরা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উমর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</w:t>
      </w:r>
      <w:r w:rsidRPr="001633D9">
        <w:rPr>
          <w:rFonts w:hint="eastAsia"/>
        </w:rPr>
        <w:t>’</w:t>
      </w:r>
      <w:r w:rsidRPr="001633D9">
        <w:rPr>
          <w:rFonts w:hint="cs"/>
          <w:cs/>
          <w:lang w:bidi="bn-IN"/>
        </w:rPr>
        <w:t>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অপবিত্র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লোকদের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হাতে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অত্যাচারিত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হচ্ছিল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lastRenderedPageBreak/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সাজ্জাদ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এর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শহীদ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আশংকা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ছিল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এরূপ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কঠিন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মুসিবতের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সময়ও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অর্থাৎ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মুহররমের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১০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তারিখের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দিবাগত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রাতেও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তিনি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তাহাজ্জুতের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নামায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আদায়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FE4106" w:rsidRPr="005A2C80" w:rsidRDefault="00FE4106" w:rsidP="001633D9">
      <w:pPr>
        <w:rPr>
          <w:cs/>
          <w:lang w:bidi="bn-IN"/>
        </w:rPr>
      </w:pPr>
      <w:r w:rsidRPr="005A2C80">
        <w:rPr>
          <w:cs/>
          <w:lang w:bidi="bn-IN"/>
        </w:rPr>
        <w:br w:type="page"/>
      </w:r>
    </w:p>
    <w:p w:rsidR="00FE4106" w:rsidRPr="005A2C80" w:rsidRDefault="00FE4106" w:rsidP="001633D9">
      <w:pPr>
        <w:pStyle w:val="Heading1Center"/>
      </w:pPr>
      <w:bookmarkStart w:id="12" w:name="_Toc439886099"/>
      <w:bookmarkStart w:id="13" w:name="_Toc440447859"/>
      <w:r w:rsidRPr="005A2C80">
        <w:rPr>
          <w:cs/>
          <w:lang w:bidi="bn-IN"/>
        </w:rPr>
        <w:lastRenderedPageBreak/>
        <w:t>ইসলামের দৃষ্টিতে নারীর অধিকারসমূহ</w:t>
      </w:r>
      <w:bookmarkEnd w:id="12"/>
      <w:bookmarkEnd w:id="13"/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নারীর দেনমোহর :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আল্লাহ্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পবিত্র কোরআনে বলেছেন :</w:t>
      </w:r>
      <w:r w:rsidRPr="005A2C80">
        <w:t xml:space="preserve"> </w:t>
      </w:r>
    </w:p>
    <w:p w:rsidR="00FE4106" w:rsidRPr="00623425" w:rsidRDefault="007317F3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tl/>
        </w:rPr>
        <w:t>وَآتُوا النِّسَاءَ صَدُقَاتِهِنَّ نِحْلَةً</w:t>
      </w:r>
      <w:r w:rsidRPr="00623425">
        <w:rPr>
          <w:rStyle w:val="libAlaemChar"/>
        </w:rPr>
        <w:t>(</w:t>
      </w:r>
      <w:r w:rsidR="00FE4106" w:rsidRPr="00623425">
        <w:rPr>
          <w:rtl/>
        </w:rPr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নারীর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দেনমোহরকে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উপহার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স্বরূপ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শুধুমাত্র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প্রাপ্য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তাক</w:t>
      </w:r>
      <w:r w:rsidRPr="009C15B9">
        <w:rPr>
          <w:cs/>
          <w:lang w:bidi="bn-IN"/>
        </w:rPr>
        <w:t xml:space="preserve">ে দাও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৪৪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অন্যত্র 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বলেছেন :</w:t>
      </w:r>
      <w:r w:rsidRPr="005A2C80">
        <w:t xml:space="preserve"> </w:t>
      </w:r>
    </w:p>
    <w:p w:rsidR="00FE4106" w:rsidRPr="00623425" w:rsidRDefault="007317F3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tl/>
        </w:rPr>
        <w:t>وَآتَيْتُمْ إِحْدَاهُنَّ قِنطَارًا فَلَا تَأْخُذُوا مِنْهُ شَيْئًا</w:t>
      </w:r>
      <w:r w:rsidRPr="00623425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যদি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অনেক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বেশী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পরিমানেও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দেনমোহর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হিসেবে</w:t>
      </w:r>
      <w:r w:rsidRPr="00623425">
        <w:rPr>
          <w:rFonts w:hint="cs"/>
          <w:rtl/>
          <w:cs/>
        </w:rPr>
        <w:t xml:space="preserve"> </w:t>
      </w:r>
      <w:r w:rsidRPr="009C15B9">
        <w:t xml:space="preserve">¯ </w:t>
      </w:r>
      <w:r w:rsidRPr="009C15B9">
        <w:rPr>
          <w:cs/>
          <w:lang w:bidi="bn-IN"/>
        </w:rPr>
        <w:t xml:space="preserve">স্ত্রীকে দিয়ে থাক তা থেকে কিয়দংশও নিও না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৪৫</w:t>
      </w:r>
      <w:r w:rsidRPr="009C15B9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যখন ইউরোপ ও অন্যান্য দেশগুলো নারীদের কোন অধিকার দানের</w:t>
      </w:r>
      <w:r w:rsidRPr="005A2C80">
        <w:t xml:space="preserve"> </w:t>
      </w:r>
      <w:r w:rsidRPr="005A2C80">
        <w:rPr>
          <w:cs/>
          <w:lang w:bidi="bn-IN"/>
        </w:rPr>
        <w:t>ব্যাপারে চিন্তাও করতো না এবং তাদের ব্যাপারে ছিল সম্পূর্ণরূপে উদাসীন</w:t>
      </w:r>
      <w:r w:rsidRPr="005A2C80">
        <w:t xml:space="preserve"> </w:t>
      </w:r>
      <w:r w:rsidRPr="005A2C80">
        <w:rPr>
          <w:cs/>
          <w:lang w:bidi="bn-IN"/>
        </w:rPr>
        <w:t>তখন মহান ধর্ম ইসলাম তাদের জন্য দেনমোহরের ব্যবস্থা করে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এই</w:t>
      </w:r>
      <w:r w:rsidRPr="005A2C80">
        <w:t xml:space="preserve"> </w:t>
      </w:r>
      <w:r w:rsidRPr="005A2C80">
        <w:rPr>
          <w:cs/>
          <w:lang w:bidi="bn-IN"/>
        </w:rPr>
        <w:t>দেনমোহরের সম্পূর্ণটাই হচ্ছে তাদের এবং তারা এ ব্যাপারে যা ভাল মনে</w:t>
      </w:r>
      <w:r w:rsidRPr="005A2C80">
        <w:t xml:space="preserve"> </w:t>
      </w:r>
      <w:r w:rsidRPr="005A2C80">
        <w:rPr>
          <w:cs/>
          <w:lang w:bidi="bn-IN"/>
        </w:rPr>
        <w:t>করবে তাই করবে তাতে কেউ বাধা দিতে পারবে না</w:t>
      </w:r>
      <w:r w:rsidRPr="005A2C80">
        <w:rPr>
          <w:cs/>
          <w:lang w:bidi="hi-IN"/>
        </w:rPr>
        <w:t xml:space="preserve"> ।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স্ত্রীদের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দেনমোহরের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ইসলাম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এতই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গুরুত্বারোপ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অবশেষে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ব্যাপারে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নির্দেশ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বলেছে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যদি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ব্যক্তি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মহিলার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সাথে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শুধু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আক্বদ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ঐ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আক্বদ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আনুষ্ঠানিকতার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পর্যায়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পর্যন্ত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পৌঁছায়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অর্থাৎ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সংসার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শুরুর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এবং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দৈহিক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সম্পর্ক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হওয়ার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আগেই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আলাদা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যাওয়া</w:t>
      </w:r>
      <w:r w:rsidRPr="001633D9">
        <w:rPr>
          <w:cs/>
          <w:lang w:bidi="bn-IN"/>
        </w:rPr>
        <w:t xml:space="preserve">) </w:t>
      </w:r>
      <w:r w:rsidRPr="001633D9">
        <w:rPr>
          <w:rFonts w:hint="cs"/>
          <w:cs/>
          <w:lang w:bidi="bn-IN"/>
        </w:rPr>
        <w:t>তথাপিও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ঐ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মহিলাকে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অর্ধেক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দেনমোহর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প্রদান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৪৬</w:t>
      </w:r>
      <w:r w:rsidRPr="001633D9">
        <w:rPr>
          <w:cs/>
          <w:lang w:bidi="bn-IN"/>
        </w:rPr>
        <w:t xml:space="preserve"> </w:t>
      </w:r>
    </w:p>
    <w:p w:rsidR="001633D9" w:rsidRDefault="001633D9" w:rsidP="001633D9">
      <w:pPr>
        <w:pStyle w:val="libNormal"/>
        <w:rPr>
          <w:lang w:bidi="bn-IN"/>
        </w:rPr>
      </w:pPr>
      <w:r w:rsidRPr="001633D9">
        <w:rPr>
          <w:rFonts w:hint="cs"/>
          <w:cs/>
          <w:lang w:bidi="bn-IN"/>
        </w:rPr>
        <w:t>রাসূল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সা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বলেছেন</w:t>
      </w:r>
      <w:r w:rsidRPr="001633D9">
        <w:rPr>
          <w:cs/>
          <w:lang w:bidi="bn-IN"/>
        </w:rPr>
        <w:t xml:space="preserve"> : </w:t>
      </w:r>
      <w:r w:rsidRPr="001633D9">
        <w:rPr>
          <w:rStyle w:val="libArChar"/>
          <w:rFonts w:hint="cs"/>
          <w:rtl/>
        </w:rPr>
        <w:t>ﻣﻦ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ﻇﻠﻢ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ﺍﻣﺮﺍﺓ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ﻣﻬﺮﻫﺎ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ﻓﻬﻮ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ﻋﻨﺪ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ﺍﷲ</w:t>
      </w:r>
      <w:r w:rsidRPr="001633D9">
        <w:rPr>
          <w:rStyle w:val="libArChar"/>
          <w:rtl/>
        </w:rPr>
        <w:t xml:space="preserve"> </w:t>
      </w:r>
      <w:r w:rsidRPr="001633D9">
        <w:rPr>
          <w:rStyle w:val="libArChar"/>
          <w:rFonts w:hint="cs"/>
          <w:rtl/>
        </w:rPr>
        <w:t>ﺯﺍﻥ</w:t>
      </w:r>
      <w:r w:rsidRPr="001633D9">
        <w:rPr>
          <w:cs/>
          <w:lang w:bidi="bn-IN"/>
        </w:rPr>
        <w:t xml:space="preserve"> -</w:t>
      </w:r>
      <w:r w:rsidRPr="001633D9">
        <w:rPr>
          <w:rFonts w:hint="cs"/>
          <w:cs/>
          <w:lang w:bidi="bn-IN"/>
        </w:rPr>
        <w:t>যে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ব্যক্তি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স্ত্রীর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দেনমোহরের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ক্ষেত্রে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জুলুম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তা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চেয়ে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অত্যাচার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অথবা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দিতে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গিয়ে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কষ্ট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দেয়</w:t>
      </w:r>
      <w:r w:rsidRPr="001633D9">
        <w:rPr>
          <w:cs/>
          <w:lang w:bidi="bn-IN"/>
        </w:rPr>
        <w:t xml:space="preserve">) </w:t>
      </w:r>
      <w:r w:rsidRPr="001633D9">
        <w:rPr>
          <w:rFonts w:hint="cs"/>
          <w:cs/>
          <w:lang w:bidi="bn-IN"/>
        </w:rPr>
        <w:t>এই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ব্যক্তি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আল্লাহর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কাছে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ব্যভিচারী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হিসেবে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চিহ্নিত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হবে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৪৭</w:t>
      </w:r>
      <w:r w:rsidRPr="001633D9">
        <w:rPr>
          <w:cs/>
          <w:lang w:bidi="bn-IN"/>
        </w:rPr>
        <w:t xml:space="preserve"> </w:t>
      </w:r>
    </w:p>
    <w:p w:rsidR="00FE4106" w:rsidRPr="005A2C80" w:rsidRDefault="00FE4106" w:rsidP="001633D9">
      <w:pPr>
        <w:pStyle w:val="libNormal"/>
      </w:pPr>
      <w:r w:rsidRPr="005A2C80">
        <w:rPr>
          <w:cs/>
          <w:lang w:bidi="bn-IN"/>
        </w:rPr>
        <w:t>জাহেলিয়াতের যুগে সমাজে একটি খারাপ অভ্যাস বিদ্যমান ছিল তা</w:t>
      </w:r>
      <w:r w:rsidRPr="005A2C80">
        <w:t xml:space="preserve"> </w:t>
      </w:r>
      <w:r w:rsidRPr="005A2C80">
        <w:rPr>
          <w:cs/>
          <w:lang w:bidi="bn-IN"/>
        </w:rPr>
        <w:t>হচ্ছে মহিলাদেরকে বিভিন্নভাবে চাপ প্রয়োগ করা হত যাতে করে তারা</w:t>
      </w:r>
      <w:r w:rsidRPr="005A2C80">
        <w:t xml:space="preserve"> </w:t>
      </w:r>
      <w:r w:rsidRPr="005A2C80">
        <w:rPr>
          <w:cs/>
          <w:lang w:bidi="bn-IN"/>
        </w:rPr>
        <w:t>দেনমোহর ব্যতীতই তালাক নিয়ে নেয়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5A2C80">
        <w:rPr>
          <w:cs/>
          <w:lang w:bidi="bn-IN"/>
        </w:rPr>
        <w:lastRenderedPageBreak/>
        <w:t>এটা তখনই হত যখন কোন</w:t>
      </w:r>
      <w:r w:rsidRPr="005A2C80">
        <w:t xml:space="preserve"> </w:t>
      </w:r>
      <w:r w:rsidRPr="005A2C80">
        <w:rPr>
          <w:cs/>
          <w:lang w:bidi="bn-IN"/>
        </w:rPr>
        <w:t>মহিলার দেনমোহরের পরিমান অনেক বেশী থাকতো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 ইসলাম এই</w:t>
      </w:r>
      <w:r w:rsidRPr="005A2C80">
        <w:t xml:space="preserve"> </w:t>
      </w:r>
      <w:r w:rsidRPr="005A2C80">
        <w:rPr>
          <w:cs/>
          <w:lang w:bidi="bn-IN"/>
        </w:rPr>
        <w:t>ধরনের কাজকে নিষিদ্ধ ঘোষণা করে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আল্লাহ্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লায়া পবিত্র কোরআনে বলেছেন :</w:t>
      </w:r>
      <w:r w:rsidRPr="005A2C80">
        <w:t xml:space="preserve"> </w:t>
      </w:r>
    </w:p>
    <w:p w:rsidR="00FE4106" w:rsidRPr="00623425" w:rsidRDefault="007317F3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tl/>
        </w:rPr>
        <w:t>وَلَا تَعْضُلُوهُنَّ لِتَذْهَبُوا بِبَعْضِ مَا آتَيْتُمُوهُنَّ إِلَّا أَن يَأْتِينَ بِفَاحِشَةٍ مُّبَيِّنَةٍ وَعَاشِرُوهُنَّ بِالْمَعْرُوفِ فَإِن كَرِهْتُمُوهُنَّ فَعَسَىٰ أَن تَكْرَهُوا شَيْئًا وَيَجْعَلَ اللَّـهُ فِيهِ خَيْرًا كَثِيرًا</w:t>
      </w:r>
      <w:r w:rsidR="00FE4106" w:rsidRPr="00623425">
        <w:t xml:space="preserve"> </w:t>
      </w:r>
      <w:r w:rsidRPr="00623425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যা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দেনমোহর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হিসেবে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নির্দিষ্ট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করেছো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একটি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অংশকেও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নিজেদের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হস্তগত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জন্য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উপর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অত্যাচার</w:t>
      </w:r>
      <w:r w:rsidRPr="00623425">
        <w:rPr>
          <w:rFonts w:hint="cs"/>
          <w:rtl/>
          <w:cs/>
        </w:rPr>
        <w:t>-</w:t>
      </w:r>
      <w:r w:rsidRPr="009C15B9">
        <w:rPr>
          <w:rFonts w:hint="cs"/>
          <w:cs/>
          <w:lang w:bidi="bn-IN"/>
        </w:rPr>
        <w:t>জুলূম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করোনা</w:t>
      </w:r>
      <w:r w:rsidRPr="009C15B9">
        <w:t xml:space="preserve">; </w:t>
      </w:r>
      <w:r w:rsidRPr="009C15B9">
        <w:rPr>
          <w:cs/>
          <w:lang w:bidi="bn-IN"/>
        </w:rPr>
        <w:t>তবে যদি তারা প্রকাশ্যে কোন অশ্লীল কাজ করে থাকে ভিন্ন কথা এবং তাদের সাথে উপযুক্ত ব্যবহার কর । আর যদি তাদেরকে কোন কারণে অপছন্দ করো তবে সঙ্গে সঙ্গে আলাদা হয়ে যাওয়ার চিন্তা করো না</w:t>
      </w:r>
      <w:r w:rsidRPr="009C15B9">
        <w:t xml:space="preserve">, </w:t>
      </w:r>
      <w:r w:rsidRPr="009C15B9">
        <w:rPr>
          <w:cs/>
          <w:lang w:bidi="bn-IN"/>
        </w:rPr>
        <w:t xml:space="preserve">কেননা এমনও তো হতে পারে তোমরা যেটা অপছন্দ করছো আল্লাহ হয়তো তার মধ্যে অনেক ভাল কিছু নিহিত রেখেছেন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৪৮</w:t>
      </w:r>
      <w:r w:rsidRPr="009C15B9">
        <w:t xml:space="preserve"> </w:t>
      </w: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নারীর ভরণ-পোষণের দায়িত্ব :</w:t>
      </w:r>
      <w:r w:rsidRPr="005A2C80">
        <w:t xml:space="preserve"> </w:t>
      </w:r>
    </w:p>
    <w:p w:rsidR="001633D9" w:rsidRPr="001633D9" w:rsidRDefault="001633D9" w:rsidP="001633D9">
      <w:pPr>
        <w:pStyle w:val="libNormal"/>
      </w:pPr>
      <w:r w:rsidRPr="001633D9">
        <w:rPr>
          <w:rFonts w:hint="cs"/>
          <w:cs/>
          <w:lang w:bidi="bn-IN"/>
        </w:rPr>
        <w:t>ইসলাম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পুরুষের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ভরণ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পোষণকে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ওয়াজিব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ফরজ</w:t>
      </w:r>
      <w:r w:rsidRPr="001633D9">
        <w:rPr>
          <w:cs/>
          <w:lang w:bidi="bn-IN"/>
        </w:rPr>
        <w:t xml:space="preserve">) </w:t>
      </w:r>
      <w:r w:rsidRPr="001633D9">
        <w:rPr>
          <w:rFonts w:hint="cs"/>
          <w:cs/>
          <w:lang w:bidi="bn-IN"/>
        </w:rPr>
        <w:t>করেছে</w:t>
      </w:r>
      <w:r w:rsidRPr="001633D9">
        <w:t xml:space="preserve">, </w:t>
      </w:r>
      <w:r w:rsidRPr="001633D9">
        <w:rPr>
          <w:rFonts w:hint="cs"/>
          <w:cs/>
          <w:lang w:bidi="bn-IN"/>
        </w:rPr>
        <w:t>যেমন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খোরাক</w:t>
      </w:r>
      <w:r w:rsidRPr="001633D9">
        <w:t xml:space="preserve">, </w:t>
      </w:r>
      <w:r w:rsidRPr="001633D9">
        <w:rPr>
          <w:rFonts w:hint="cs"/>
          <w:cs/>
          <w:lang w:bidi="bn-IN"/>
        </w:rPr>
        <w:t>পোশাক</w:t>
      </w:r>
      <w:r w:rsidRPr="001633D9">
        <w:t xml:space="preserve">, </w:t>
      </w:r>
      <w:r w:rsidRPr="001633D9">
        <w:rPr>
          <w:rFonts w:hint="cs"/>
          <w:cs/>
          <w:lang w:bidi="bn-IN"/>
        </w:rPr>
        <w:t>থাকার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ব্যবস্থা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ইত্যাদি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যদি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কোন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অনেক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সম্পদ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নিজস্ব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আয়ের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উৎস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থাকে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তথাপিও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ঐ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নারীর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ভরণ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পোষণের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দায়িত্ব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তার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স্বামীর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থাকবে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cs/>
          <w:lang w:bidi="bn-IN"/>
        </w:rPr>
        <w:t xml:space="preserve"> </w:t>
      </w:r>
    </w:p>
    <w:p w:rsidR="001633D9" w:rsidRDefault="001633D9" w:rsidP="001633D9">
      <w:pPr>
        <w:pStyle w:val="libNormal"/>
        <w:rPr>
          <w:lang w:bidi="bn-IN"/>
        </w:rPr>
      </w:pPr>
      <w:r w:rsidRPr="001633D9">
        <w:rPr>
          <w:rFonts w:hint="cs"/>
          <w:cs/>
          <w:lang w:bidi="bn-IN"/>
        </w:rPr>
        <w:t>মুহাম্মদ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ইবনে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মুসলিম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বলেন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সাদিক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>.)-</w:t>
      </w:r>
      <w:r w:rsidRPr="001633D9">
        <w:rPr>
          <w:rFonts w:hint="cs"/>
          <w:cs/>
          <w:lang w:bidi="bn-IN"/>
        </w:rPr>
        <w:t>কে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জিজ্ঞাসা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করেছিলাম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যে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একজন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পুরুষের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উপর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কাদের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ভরণ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পোষণের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দায়িত্ব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রয়েছে</w:t>
      </w:r>
      <w:r w:rsidRPr="001633D9">
        <w:t xml:space="preserve">? </w:t>
      </w:r>
      <w:r w:rsidRPr="001633D9">
        <w:rPr>
          <w:rFonts w:hint="cs"/>
          <w:cs/>
          <w:lang w:bidi="bn-IN"/>
        </w:rPr>
        <w:t>ইমাম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সাদিক</w:t>
      </w:r>
      <w:r w:rsidRPr="001633D9">
        <w:rPr>
          <w:cs/>
          <w:lang w:bidi="bn-IN"/>
        </w:rPr>
        <w:t xml:space="preserve"> (</w:t>
      </w:r>
      <w:r w:rsidRPr="001633D9">
        <w:rPr>
          <w:rFonts w:hint="cs"/>
          <w:cs/>
          <w:lang w:bidi="bn-IN"/>
        </w:rPr>
        <w:t>আ</w:t>
      </w:r>
      <w:r w:rsidRPr="001633D9">
        <w:rPr>
          <w:cs/>
          <w:lang w:bidi="bn-IN"/>
        </w:rPr>
        <w:t xml:space="preserve">.) </w:t>
      </w:r>
      <w:r w:rsidRPr="001633D9">
        <w:rPr>
          <w:rFonts w:hint="cs"/>
          <w:cs/>
          <w:lang w:bidi="bn-IN"/>
        </w:rPr>
        <w:t>জবাবে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বললেন</w:t>
      </w:r>
      <w:r w:rsidRPr="001633D9">
        <w:rPr>
          <w:cs/>
          <w:lang w:bidi="bn-IN"/>
        </w:rPr>
        <w:t xml:space="preserve"> : </w:t>
      </w:r>
      <w:r w:rsidRPr="001633D9">
        <w:rPr>
          <w:rFonts w:hint="cs"/>
          <w:cs/>
          <w:lang w:bidi="bn-IN"/>
        </w:rPr>
        <w:t>পিতা</w:t>
      </w:r>
      <w:r w:rsidRPr="001633D9">
        <w:rPr>
          <w:cs/>
          <w:lang w:bidi="bn-IN"/>
        </w:rPr>
        <w:t>-</w:t>
      </w:r>
      <w:r w:rsidRPr="001633D9">
        <w:rPr>
          <w:rFonts w:hint="cs"/>
          <w:cs/>
          <w:lang w:bidi="bn-IN"/>
        </w:rPr>
        <w:t>মাতা</w:t>
      </w:r>
      <w:r w:rsidRPr="001633D9">
        <w:t xml:space="preserve">, </w:t>
      </w:r>
      <w:r w:rsidRPr="001633D9">
        <w:rPr>
          <w:rFonts w:hint="cs"/>
          <w:cs/>
          <w:lang w:bidi="bn-IN"/>
        </w:rPr>
        <w:t>স্ত্রী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ও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bn-IN"/>
        </w:rPr>
        <w:t>সন্তান</w:t>
      </w:r>
      <w:r w:rsidRPr="001633D9">
        <w:rPr>
          <w:cs/>
          <w:lang w:bidi="bn-IN"/>
        </w:rPr>
        <w:t xml:space="preserve"> </w:t>
      </w:r>
      <w:r w:rsidRPr="001633D9">
        <w:rPr>
          <w:rFonts w:hint="cs"/>
          <w:cs/>
          <w:lang w:bidi="hi-IN"/>
        </w:rPr>
        <w:t>।</w:t>
      </w:r>
      <w:r w:rsidRPr="001633D9">
        <w:rPr>
          <w:rStyle w:val="libFootnotenumChar"/>
          <w:rFonts w:hint="cs"/>
          <w:cs/>
          <w:lang w:bidi="bn-IN"/>
        </w:rPr>
        <w:t>৪৯</w:t>
      </w:r>
      <w:r w:rsidRPr="001633D9">
        <w:rPr>
          <w:cs/>
          <w:lang w:bidi="bn-IN"/>
        </w:rPr>
        <w:t xml:space="preserve"> </w:t>
      </w:r>
    </w:p>
    <w:p w:rsidR="00FE4106" w:rsidRPr="001633D9" w:rsidRDefault="00FE4106" w:rsidP="006445C3">
      <w:pPr>
        <w:pStyle w:val="libBold1"/>
      </w:pPr>
      <w:r w:rsidRPr="001633D9">
        <w:rPr>
          <w:cs/>
          <w:lang w:bidi="bn-IN"/>
        </w:rPr>
        <w:t xml:space="preserve">নারীর উত্তরাধিকার </w:t>
      </w:r>
      <w:r w:rsidRPr="001633D9">
        <w:rPr>
          <w:rtl/>
          <w:cs/>
        </w:rPr>
        <w:t>:</w:t>
      </w:r>
      <w:r w:rsidRPr="001633D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ইসলাম নারীর জন্য সম্পত্তির উত্তরাধিকার নির্ধারণ করেছে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যদি</w:t>
      </w:r>
      <w:r w:rsidRPr="005A2C80">
        <w:t xml:space="preserve"> </w:t>
      </w:r>
      <w:r w:rsidRPr="005A2C80">
        <w:rPr>
          <w:cs/>
          <w:lang w:bidi="bn-IN"/>
        </w:rPr>
        <w:t>উত্তরাধিকারী হিসেবে একজন পুত্র ও একজন কন্যা সন্তান থাকে তবে কন্যা</w:t>
      </w:r>
      <w:r w:rsidRPr="005A2C80">
        <w:t xml:space="preserve"> </w:t>
      </w:r>
      <w:r w:rsidRPr="005A2C80">
        <w:rPr>
          <w:cs/>
          <w:lang w:bidi="bn-IN"/>
        </w:rPr>
        <w:t>পুত্রের অর্ধেক সম্পত্তি পাবে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আবার কখনো কখনো মেয়েরা অর্ধেকের</w:t>
      </w:r>
      <w:r w:rsidRPr="005A2C80">
        <w:t xml:space="preserve"> </w:t>
      </w:r>
      <w:r w:rsidRPr="005A2C80">
        <w:rPr>
          <w:cs/>
          <w:lang w:bidi="bn-IN"/>
        </w:rPr>
        <w:t>থেকেও বেশী পেয়ে থাকে যেমন যদি কোন মৃত পিতা অথবা মাতার</w:t>
      </w:r>
      <w:r w:rsidRPr="005A2C80">
        <w:t xml:space="preserve"> </w:t>
      </w:r>
      <w:r w:rsidRPr="005A2C80">
        <w:rPr>
          <w:cs/>
          <w:lang w:bidi="bn-IN"/>
        </w:rPr>
        <w:t>একটি মাত্র সন্তান থাকে এবং ঐ সন্তান যদি মেয়ে হয় সেক্ষেত্রে চার</w:t>
      </w:r>
      <w:r w:rsidRPr="005A2C80">
        <w:t xml:space="preserve"> </w:t>
      </w:r>
      <w:r w:rsidRPr="005A2C80">
        <w:rPr>
          <w:cs/>
          <w:lang w:bidi="bn-IN"/>
        </w:rPr>
        <w:t xml:space="preserve">ভাগের এক ভাগ পাবে মা </w:t>
      </w:r>
      <w:r w:rsidRPr="005A2C80">
        <w:rPr>
          <w:cs/>
          <w:lang w:bidi="bn-IN"/>
        </w:rPr>
        <w:lastRenderedPageBreak/>
        <w:t>অথবা বাবা আর চার ভাগের তিন ভাগ পাবে ঐ</w:t>
      </w:r>
      <w:r w:rsidRPr="005A2C80">
        <w:t xml:space="preserve"> </w:t>
      </w:r>
      <w:r w:rsidRPr="005A2C80">
        <w:rPr>
          <w:cs/>
          <w:lang w:bidi="bn-IN"/>
        </w:rPr>
        <w:t>মেয়ে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আবার কখনো কখনো মেয়ে সম্পূর্ণ সম্পত্তিরই ভাগিদার হয় যেমন</w:t>
      </w:r>
      <w:r w:rsidRPr="005A2C80">
        <w:t xml:space="preserve"> </w:t>
      </w:r>
      <w:r w:rsidRPr="005A2C80">
        <w:rPr>
          <w:cs/>
          <w:lang w:bidi="bn-IN"/>
        </w:rPr>
        <w:t>মৃতের মেয়ে ব্যতীত অন্য কোন উত্তরাধিকার না থাকে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স্ত্রী তার স্বামীর কাছ থেকেও চার ভাগের এক ভাগ সম্পত্তি পেয়ে</w:t>
      </w:r>
      <w:r w:rsidRPr="005A2C80">
        <w:t xml:space="preserve"> </w:t>
      </w:r>
      <w:r w:rsidRPr="005A2C80">
        <w:rPr>
          <w:cs/>
          <w:lang w:bidi="bn-IN"/>
        </w:rPr>
        <w:t>থাকে যদি তাদের কোন সন্তান না থেকে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যদি সন্তান থেকে</w:t>
      </w:r>
      <w:r w:rsidRPr="005A2C80">
        <w:t xml:space="preserve"> </w:t>
      </w:r>
      <w:r w:rsidRPr="005A2C80">
        <w:rPr>
          <w:cs/>
          <w:lang w:bidi="bn-IN"/>
        </w:rPr>
        <w:t>থাকে তবে আট ভাগের এক ভাগ পাবে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মা আবার তার সন্তানদের কাছ থেকে ছয় ভাগের এক ভাগ সম্পত্তি</w:t>
      </w:r>
      <w:r w:rsidRPr="005A2C80">
        <w:t xml:space="preserve"> </w:t>
      </w:r>
      <w:r w:rsidRPr="005A2C80">
        <w:rPr>
          <w:cs/>
          <w:lang w:bidi="bn-IN"/>
        </w:rPr>
        <w:t>পেয়ে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কোন কোন ক্ষেত্রে এর থেকেও বেশী পেয়ে থাকে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 ক্ষেত্রে যে বিষয়টি গুরুত্বপূর্ণ তা হচ্ছে ইসলাম নারীদের জন্য</w:t>
      </w:r>
      <w:r w:rsidRPr="005A2C80">
        <w:t xml:space="preserve"> </w:t>
      </w:r>
      <w:r w:rsidRPr="005A2C80">
        <w:rPr>
          <w:cs/>
          <w:lang w:bidi="bn-IN"/>
        </w:rPr>
        <w:t>উত্তরাধিকার নির্ধারণ করেছে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নারিগণ কয়েকদিক থেকে সম্পত্তি পেয়ে</w:t>
      </w:r>
      <w:r w:rsidRPr="005A2C80">
        <w:t xml:space="preserve"> </w:t>
      </w:r>
      <w:r w:rsidRPr="005A2C80">
        <w:rPr>
          <w:cs/>
          <w:lang w:bidi="bn-IN"/>
        </w:rPr>
        <w:t>থাকে যেমন : মেয়ে হিসেবে বাবার কাছ থেকে</w:t>
      </w:r>
      <w:r w:rsidRPr="005A2C80">
        <w:t xml:space="preserve">, </w:t>
      </w:r>
      <w:r w:rsidRPr="005A2C80">
        <w:rPr>
          <w:cs/>
          <w:lang w:bidi="bn-IN"/>
        </w:rPr>
        <w:t>মা হিসেবে সন্তানদের</w:t>
      </w:r>
      <w:r w:rsidRPr="005A2C80">
        <w:t xml:space="preserve"> </w:t>
      </w:r>
      <w:r w:rsidRPr="005A2C80">
        <w:rPr>
          <w:cs/>
          <w:lang w:bidi="bn-IN"/>
        </w:rPr>
        <w:t>কাছ থেকে এবং স্ত্রী হিসেবে স্বামীর কাছ থেকে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7C78A2" w:rsidRDefault="00FE4106" w:rsidP="001633D9">
      <w:pPr>
        <w:pStyle w:val="libBold1"/>
      </w:pPr>
      <w:r w:rsidRPr="009C15B9">
        <w:rPr>
          <w:rFonts w:hint="cs"/>
          <w:cs/>
          <w:lang w:bidi="bn-IN"/>
        </w:rPr>
        <w:t>নারীর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অধিকার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নিশ্চিত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করা</w:t>
      </w:r>
      <w:r w:rsidRPr="00623425">
        <w:rPr>
          <w:rFonts w:hint="cs"/>
          <w:rtl/>
          <w:cs/>
        </w:rPr>
        <w:t xml:space="preserve"> :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জাহেলিয়াতের যুগে এটা রেওয়াজ ছিল যে</w:t>
      </w:r>
      <w:r w:rsidRPr="005A2C80">
        <w:t xml:space="preserve">, </w:t>
      </w:r>
      <w:r w:rsidRPr="005A2C80">
        <w:rPr>
          <w:cs/>
          <w:lang w:bidi="bn-IN"/>
        </w:rPr>
        <w:t>শুধুমাত্র পুরুষকেই</w:t>
      </w:r>
      <w:r w:rsidRPr="005A2C80">
        <w:t xml:space="preserve"> </w:t>
      </w:r>
      <w:r w:rsidRPr="005A2C80">
        <w:rPr>
          <w:cs/>
          <w:lang w:bidi="bn-IN"/>
        </w:rPr>
        <w:t>সবাই উত্তরাধিকারী হিসেবে মনে করতো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এটায় বিশ্বাসী ছিল যে</w:t>
      </w:r>
      <w:r w:rsidRPr="005A2C80">
        <w:t>,</w:t>
      </w:r>
      <w:r w:rsidRPr="005A2C80">
        <w:rPr>
          <w:cs/>
          <w:lang w:bidi="bn-IN"/>
        </w:rPr>
        <w:t xml:space="preserve"> যারা অস্ত্র হাতে নিজের আত্ম-সম্ভ্রম রক্ষার লক্ষ্যে যুদ্ধ ও প্রতিরোধ করার</w:t>
      </w:r>
      <w:r w:rsidRPr="005A2C80">
        <w:t xml:space="preserve"> </w:t>
      </w:r>
      <w:r w:rsidRPr="005A2C80">
        <w:rPr>
          <w:cs/>
          <w:lang w:bidi="bn-IN"/>
        </w:rPr>
        <w:t>ক্ষমতা রাখে তারাই হচ্ছে উত্তরাধিকারসূত্রে সম্পত্তি পাওয়ার যোগ্য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</w:t>
      </w:r>
      <w:r w:rsidRPr="005A2C80">
        <w:t xml:space="preserve"> </w:t>
      </w:r>
      <w:r w:rsidRPr="005A2C80">
        <w:rPr>
          <w:cs/>
          <w:lang w:bidi="bn-IN"/>
        </w:rPr>
        <w:t>যারা তা পারবে না তারা উত্তরাধিকারী হওয়া সত্বেও সম্পত্তি পাবে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আর এই দলিলের ভিত্তিতে নারিগণকে সম্পত্তি থেকে বঞ্চিত করতো এবং</w:t>
      </w:r>
      <w:r w:rsidRPr="005A2C80">
        <w:t xml:space="preserve"> </w:t>
      </w:r>
      <w:r w:rsidRPr="005A2C80">
        <w:rPr>
          <w:cs/>
          <w:lang w:bidi="bn-IN"/>
        </w:rPr>
        <w:t>মৃতের সম্পত্তিকে পুরুষদের মধ্যে বণ্টন করে দিত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অনেক দূরের পুরুষ</w:t>
      </w:r>
      <w:r w:rsidRPr="005A2C80">
        <w:t xml:space="preserve"> </w:t>
      </w:r>
      <w:r w:rsidRPr="005A2C80">
        <w:rPr>
          <w:cs/>
          <w:lang w:bidi="bn-IN"/>
        </w:rPr>
        <w:t>আত্মীয়-স্বজনও এই সম্পত্তির ভাগ পেতো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ইসলাম সম্পত্তি বণ্টনে এই</w:t>
      </w:r>
      <w:r w:rsidRPr="005A2C80">
        <w:t xml:space="preserve"> </w:t>
      </w:r>
      <w:r w:rsidRPr="005A2C80">
        <w:rPr>
          <w:cs/>
          <w:lang w:bidi="bn-IN"/>
        </w:rPr>
        <w:t>ভুল প্রক্রিয়ার তীব্রভাবে বিরোধিতা করে এবং নারী ও শিশুদের যোগ্য</w:t>
      </w:r>
      <w:r w:rsidRPr="005A2C80">
        <w:t xml:space="preserve"> </w:t>
      </w:r>
      <w:r w:rsidRPr="005A2C80">
        <w:rPr>
          <w:cs/>
          <w:lang w:bidi="bn-IN"/>
        </w:rPr>
        <w:t>অধিকার যা অন্যরা অন্যায়ভাবে ভোগ করছিল তাদের হাত থেকে ছিনিয়ে</w:t>
      </w:r>
      <w:r w:rsidRPr="005A2C80">
        <w:t xml:space="preserve"> </w:t>
      </w:r>
      <w:r w:rsidRPr="005A2C80">
        <w:rPr>
          <w:cs/>
          <w:lang w:bidi="bn-IN"/>
        </w:rPr>
        <w:t>প্রকৃত পাওনাদারের হাতে অর্পণ করছে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 পর্যায়ে পবিত্র কোরআন</w:t>
      </w:r>
      <w:r w:rsidRPr="005A2C80">
        <w:t xml:space="preserve"> </w:t>
      </w:r>
      <w:r w:rsidRPr="005A2C80">
        <w:rPr>
          <w:cs/>
          <w:lang w:bidi="bn-IN"/>
        </w:rPr>
        <w:t>বলেছে :</w:t>
      </w:r>
      <w:r w:rsidRPr="005A2C80">
        <w:t xml:space="preserve"> </w:t>
      </w:r>
    </w:p>
    <w:p w:rsidR="00FE4106" w:rsidRPr="005A2C80" w:rsidRDefault="001633D9" w:rsidP="001633D9">
      <w:pPr>
        <w:pStyle w:val="libAie"/>
      </w:pPr>
      <w:r w:rsidRPr="001633D9">
        <w:rPr>
          <w:rStyle w:val="libAlaemChar"/>
        </w:rPr>
        <w:t>)</w:t>
      </w:r>
      <w:r w:rsidR="00FE4106" w:rsidRPr="003A255A">
        <w:rPr>
          <w:rFonts w:hint="cs"/>
          <w:rtl/>
        </w:rPr>
        <w:t>لِّلرِّجَالِ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نَصِيبٌ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مِّمَّا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تَرَكَ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الْوَالِدَانِ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وَالْأَقْرَبُونَ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وَلِلنِّسَاءِ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نَصِيبٌ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مِّمَّا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تَرَكَ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الْوَالِدَانِ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وَالْأَقْرَبُونَ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مِمَّا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قَلَّ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مِنْهُ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أَوْ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كَثُرَ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نَصِيبًا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مَّفْرُوضًا</w:t>
      </w:r>
      <w:r w:rsidR="00FE4106" w:rsidRPr="005A2C80">
        <w:t xml:space="preserve"> </w:t>
      </w:r>
      <w:r w:rsidRPr="001633D9">
        <w:rPr>
          <w:rStyle w:val="libAlaemChar"/>
        </w:rPr>
        <w:t>(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lastRenderedPageBreak/>
        <w:t>পিতা-মাতা ও আত্মীয়-স্বজনদের রেখে যাওয়া সম্পত্তিতে যেমন পুরুষের অংশ রয়েছে তেমনি পিতা-মাতা ও আত্মীয়-স্বজদের রেখে যাওয়া সম্পত্তিতে নারীরও অংশ রয়েছে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 সে যতই কম বা বেশী হোক না কেন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এই অংশ তাদেরকে দেয়াটা হচ্ছে ওয়াজিব (ফরজ)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৫০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জাহেলি যুগের আরো একটি অন্যায় প্রথা ছিল যে</w:t>
      </w:r>
      <w:r w:rsidRPr="005A2C80">
        <w:t xml:space="preserve">, </w:t>
      </w:r>
      <w:r w:rsidRPr="005A2C80">
        <w:rPr>
          <w:cs/>
          <w:lang w:bidi="bn-IN"/>
        </w:rPr>
        <w:t>তখনকার</w:t>
      </w:r>
      <w:r w:rsidRPr="005A2C80">
        <w:t xml:space="preserve"> </w:t>
      </w:r>
      <w:r w:rsidRPr="005A2C80">
        <w:rPr>
          <w:cs/>
          <w:lang w:bidi="bn-IN"/>
        </w:rPr>
        <w:t>পুরুষরা অসুন্দরী বয়স্ক ধনী মহিলাদের সাথে বিবাহ বন্ধনে আবদ্ধ হত</w:t>
      </w:r>
      <w:r w:rsidRPr="005A2C80">
        <w:t xml:space="preserve"> </w:t>
      </w:r>
      <w:r w:rsidRPr="005A2C80">
        <w:rPr>
          <w:cs/>
          <w:lang w:bidi="bn-IN"/>
        </w:rPr>
        <w:t>এবং পরবর্তীতে বিয়ের পূর্বেকার অবস্থায় রেখে দিত অর্থাৎ না তাদেরকে</w:t>
      </w:r>
      <w:r w:rsidRPr="005A2C80">
        <w:t xml:space="preserve"> </w:t>
      </w:r>
      <w:r w:rsidRPr="005A2C80">
        <w:rPr>
          <w:cs/>
          <w:lang w:bidi="bn-IN"/>
        </w:rPr>
        <w:t>স্ত্রীর মর্যাদা দিত না তাদেরকে তালাক দিত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 কাজের অর্থ হচ্ছে তারা</w:t>
      </w:r>
      <w:r w:rsidRPr="005A2C80">
        <w:t xml:space="preserve"> </w:t>
      </w:r>
      <w:r w:rsidRPr="005A2C80">
        <w:rPr>
          <w:cs/>
          <w:lang w:bidi="bn-IN"/>
        </w:rPr>
        <w:t>শুধুমাত্র দিন গুনতো যে</w:t>
      </w:r>
      <w:r w:rsidRPr="005A2C80">
        <w:t xml:space="preserve">, </w:t>
      </w:r>
      <w:r w:rsidRPr="005A2C80">
        <w:rPr>
          <w:cs/>
          <w:lang w:bidi="bn-IN"/>
        </w:rPr>
        <w:t>কবে তারা মৃত্যুবরণ করবে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কারণ তারা</w:t>
      </w:r>
      <w:r w:rsidRPr="005A2C80">
        <w:t xml:space="preserve"> </w:t>
      </w:r>
      <w:r w:rsidRPr="005A2C80">
        <w:rPr>
          <w:cs/>
          <w:lang w:bidi="bn-IN"/>
        </w:rPr>
        <w:t>মৃত্যুবরণ করলেই স্বামী হিসেবে তারা ঐ সম্পত্তির মালিক হয়ে যাবে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</w:t>
      </w:r>
      <w:r w:rsidRPr="005A2C80">
        <w:t xml:space="preserve"> </w:t>
      </w:r>
      <w:r w:rsidRPr="005A2C80">
        <w:rPr>
          <w:cs/>
          <w:lang w:bidi="bn-IN"/>
        </w:rPr>
        <w:t>ইসলাম তাদের এরূপ জুলুম ও অত্যাচারমূলক কাজের নিন্দা করেছে ও</w:t>
      </w:r>
      <w:r w:rsidRPr="005A2C80">
        <w:t xml:space="preserve"> </w:t>
      </w:r>
      <w:r w:rsidRPr="005A2C80">
        <w:rPr>
          <w:cs/>
          <w:lang w:bidi="bn-IN"/>
        </w:rPr>
        <w:t>তাকে নিষিদ্ধ ঘোষণা করে পবিত্র কোরআনে বলা হয়েছে :</w:t>
      </w:r>
      <w:r w:rsidRPr="005A2C80">
        <w:t xml:space="preserve"> </w:t>
      </w:r>
    </w:p>
    <w:p w:rsidR="00FE4106" w:rsidRPr="005A2C80" w:rsidRDefault="00093F2B" w:rsidP="00093F2B">
      <w:pPr>
        <w:pStyle w:val="libAie"/>
      </w:pPr>
      <w:r w:rsidRPr="00093F2B">
        <w:rPr>
          <w:rStyle w:val="libAlaemChar"/>
        </w:rPr>
        <w:t>)</w:t>
      </w:r>
      <w:r w:rsidR="00FE4106" w:rsidRPr="003A255A">
        <w:rPr>
          <w:rFonts w:hint="cs"/>
          <w:rtl/>
        </w:rPr>
        <w:t>يَا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أَيُّهَا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الَّذِينَ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آمَنُوا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لَا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يَحِلُّ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لَكُمْ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أَن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تَرِثُوا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النِّسَاءَ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كَرْهًا</w:t>
      </w:r>
      <w:r w:rsidRPr="00093F2B">
        <w:rPr>
          <w:rStyle w:val="libAlaemChar"/>
        </w:rPr>
        <w:t>(</w:t>
      </w:r>
      <w:r w:rsidR="00FE4106"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যারা ঈমান এনেছো</w:t>
      </w:r>
      <w:r w:rsidRPr="005A2C80">
        <w:t xml:space="preserve">, </w:t>
      </w:r>
      <w:r w:rsidRPr="005A2C80">
        <w:rPr>
          <w:cs/>
          <w:lang w:bidi="bn-IN"/>
        </w:rPr>
        <w:t>তোমাদের জন্য এটা বৈধ নয় যে</w:t>
      </w:r>
      <w:r w:rsidRPr="005A2C80">
        <w:t xml:space="preserve">, </w:t>
      </w:r>
      <w:r w:rsidRPr="005A2C80">
        <w:rPr>
          <w:cs/>
          <w:lang w:bidi="bn-IN"/>
        </w:rPr>
        <w:t xml:space="preserve">জবরদস্তি করে </w:t>
      </w:r>
      <w:r w:rsidRPr="005A2C80">
        <w:t>(</w:t>
      </w:r>
      <w:r w:rsidRPr="005A2C80">
        <w:rPr>
          <w:cs/>
          <w:lang w:bidi="bn-IN"/>
        </w:rPr>
        <w:t>তাদেরকে কষ্ট দিয়ে) তাদের সম্পত্তির উত্তরাধিকারী হবে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৫১</w:t>
      </w:r>
      <w:r w:rsidRPr="00C4151B">
        <w:rPr>
          <w:rStyle w:val="libNormalChar"/>
          <w:rtl/>
          <w:cs/>
        </w:rPr>
        <w:t xml:space="preserve"> </w:t>
      </w:r>
    </w:p>
    <w:p w:rsidR="00FE4106" w:rsidRPr="007C78A2" w:rsidRDefault="00FE4106" w:rsidP="009C15B9">
      <w:pPr>
        <w:pStyle w:val="libNormal"/>
      </w:pPr>
      <w:r w:rsidRPr="009C15B9">
        <w:rPr>
          <w:cs/>
          <w:lang w:bidi="bn-IN"/>
        </w:rPr>
        <w:t>কেন নার</w:t>
      </w:r>
      <w:r w:rsidRPr="009C15B9">
        <w:rPr>
          <w:rFonts w:hint="cs"/>
          <w:cs/>
          <w:lang w:bidi="bn-IN"/>
        </w:rPr>
        <w:t>ী</w:t>
      </w:r>
      <w:r w:rsidRPr="007C78A2">
        <w:t xml:space="preserve">, </w:t>
      </w:r>
      <w:r w:rsidRPr="009C15B9">
        <w:rPr>
          <w:rFonts w:hint="cs"/>
          <w:cs/>
          <w:lang w:bidi="bn-IN"/>
        </w:rPr>
        <w:t>পরুষের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অর্ধেক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সম্পত্তি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পাবে</w:t>
      </w:r>
      <w:r w:rsidRPr="007C78A2">
        <w:t xml:space="preserve">?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ইমাম সাদিক (আ.)-এর কাছে প্রশ্ন করা হয়েছিল যে : কেন নারী</w:t>
      </w:r>
      <w:r w:rsidRPr="005A2C80">
        <w:t xml:space="preserve">, </w:t>
      </w:r>
      <w:r w:rsidRPr="005A2C80">
        <w:rPr>
          <w:cs/>
          <w:lang w:bidi="bn-IN"/>
        </w:rPr>
        <w:t>পুরুষের অর্ধেক সম্পত্তি পাবে</w:t>
      </w:r>
      <w:r w:rsidRPr="005A2C80">
        <w:t xml:space="preserve">?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ইমাম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প্রশ্নের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জবাবে</w:t>
      </w:r>
      <w:r w:rsidRPr="009C15B9">
        <w:rPr>
          <w:cs/>
          <w:lang w:bidi="bn-IN"/>
        </w:rPr>
        <w:t xml:space="preserve"> বললেন </w:t>
      </w:r>
      <w:r w:rsidRPr="009C15B9">
        <w:rPr>
          <w:rtl/>
          <w:cs/>
        </w:rPr>
        <w:t xml:space="preserve">: </w:t>
      </w:r>
      <w:r w:rsidRPr="009C15B9">
        <w:rPr>
          <w:rtl/>
          <w:cs/>
          <w:lang w:bidi="bn-IN"/>
        </w:rPr>
        <w:t>এর কারণ হচ্ছে যে</w:t>
      </w:r>
      <w:r w:rsidRPr="009C15B9">
        <w:t xml:space="preserve">, </w:t>
      </w:r>
      <w:r w:rsidRPr="009C15B9">
        <w:rPr>
          <w:cs/>
          <w:lang w:bidi="bn-IN"/>
        </w:rPr>
        <w:t>জিহাদ</w:t>
      </w:r>
      <w:r w:rsidRPr="009C15B9">
        <w:t xml:space="preserve"> </w:t>
      </w:r>
      <w:r w:rsidRPr="009C15B9">
        <w:rPr>
          <w:cs/>
          <w:lang w:bidi="bn-IN"/>
        </w:rPr>
        <w:t>করা</w:t>
      </w:r>
      <w:r w:rsidRPr="009C15B9">
        <w:t xml:space="preserve">, </w:t>
      </w:r>
      <w:r w:rsidRPr="009C15B9">
        <w:rPr>
          <w:cs/>
          <w:lang w:bidi="bn-IN"/>
        </w:rPr>
        <w:t xml:space="preserve">সংসার পরিচালনার খরচ এবং দিয়াহ্ </w:t>
      </w:r>
      <w:r w:rsidRPr="009C15B9">
        <w:rPr>
          <w:rtl/>
          <w:cs/>
        </w:rPr>
        <w:t>(</w:t>
      </w:r>
      <w:r w:rsidRPr="009C15B9">
        <w:rPr>
          <w:rtl/>
          <w:cs/>
          <w:lang w:bidi="bn-IN"/>
        </w:rPr>
        <w:t>রক্তপণ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>দেয়া নারীর উপর</w:t>
      </w:r>
      <w:r w:rsidRPr="009C15B9">
        <w:t xml:space="preserve"> </w:t>
      </w:r>
      <w:r w:rsidRPr="009C15B9">
        <w:rPr>
          <w:cs/>
          <w:lang w:bidi="bn-IN"/>
        </w:rPr>
        <w:t xml:space="preserve">ওয়াজিব </w:t>
      </w:r>
      <w:r w:rsidRPr="009C15B9">
        <w:rPr>
          <w:rtl/>
          <w:cs/>
        </w:rPr>
        <w:t>(</w:t>
      </w:r>
      <w:r w:rsidRPr="009C15B9">
        <w:rPr>
          <w:rtl/>
          <w:cs/>
          <w:lang w:bidi="bn-IN"/>
        </w:rPr>
        <w:t>ফরজ</w:t>
      </w:r>
      <w:r w:rsidRPr="009C15B9">
        <w:rPr>
          <w:rtl/>
          <w:cs/>
        </w:rPr>
        <w:t xml:space="preserve">) </w:t>
      </w:r>
      <w:r w:rsidRPr="009C15B9">
        <w:rPr>
          <w:rtl/>
          <w:cs/>
          <w:lang w:bidi="bn-IN"/>
        </w:rPr>
        <w:t xml:space="preserve">নয়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৫২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যেভাবে ইমাম বলেছেন</w:t>
      </w:r>
      <w:r w:rsidRPr="005A2C80">
        <w:t xml:space="preserve">, </w:t>
      </w:r>
      <w:r w:rsidRPr="005A2C80">
        <w:rPr>
          <w:cs/>
          <w:lang w:bidi="bn-IN"/>
        </w:rPr>
        <w:t>জিহাদ করা নারীর উপর ওয়াজিব নয়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প্রথমত প্রয়োজনে পুরুষকে দ্বীন রক্ষার লক্ষ্যে অবশ্যই জিহাদ করতে হবে</w:t>
      </w:r>
      <w:r w:rsidRPr="005A2C80">
        <w:t xml:space="preserve">, </w:t>
      </w:r>
      <w:r w:rsidRPr="005A2C80">
        <w:rPr>
          <w:cs/>
          <w:lang w:bidi="bn-IN"/>
        </w:rPr>
        <w:t>দ্বিতীয়ত নারীর ভরণ-পোষণের খরচ স্বামীকেই বহন করতে হবে যদিও স্ত্রী</w:t>
      </w:r>
      <w:r w:rsidRPr="005A2C80">
        <w:t xml:space="preserve"> </w:t>
      </w:r>
      <w:r w:rsidRPr="005A2C80">
        <w:rPr>
          <w:cs/>
          <w:lang w:bidi="bn-IN"/>
        </w:rPr>
        <w:t>অনেক ধনী হয়ে থাকে</w:t>
      </w:r>
      <w:r w:rsidRPr="005A2C80">
        <w:t xml:space="preserve">, </w:t>
      </w:r>
      <w:r w:rsidRPr="005A2C80">
        <w:rPr>
          <w:cs/>
          <w:lang w:bidi="bn-IN"/>
        </w:rPr>
        <w:t>তৃতীয়ত কখনো ভুলবশত পরিবারের কোন</w:t>
      </w:r>
      <w:r w:rsidRPr="005A2C80">
        <w:t xml:space="preserve"> </w:t>
      </w:r>
      <w:r w:rsidRPr="005A2C80">
        <w:rPr>
          <w:cs/>
          <w:lang w:bidi="bn-IN"/>
        </w:rPr>
        <w:t>সদস্যের হাতে বাইরের কেউ নিহত হলে সেক্ষেত্রে পুরুষকেই ঐ হত্যা</w:t>
      </w:r>
      <w:r w:rsidRPr="005A2C80">
        <w:t xml:space="preserve"> </w:t>
      </w:r>
      <w:r w:rsidRPr="005A2C80">
        <w:rPr>
          <w:cs/>
          <w:lang w:bidi="bn-IN"/>
        </w:rPr>
        <w:t>বাবদ দীয়াহ্ (রক্তপণ) প্রদান করতে হয় কিন্তু নারী এ ব্যাপারে সম্পূর্ণ</w:t>
      </w:r>
      <w:r w:rsidRPr="005A2C80">
        <w:t xml:space="preserve"> </w:t>
      </w:r>
      <w:r w:rsidRPr="005A2C80">
        <w:rPr>
          <w:cs/>
          <w:lang w:bidi="bn-IN"/>
        </w:rPr>
        <w:t>দায়হীন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lastRenderedPageBreak/>
        <w:t>চতুর্থত যখন নারী বিয়ে করে তখন সে দেনমোহর বাবদ স্বামীর</w:t>
      </w:r>
      <w:r w:rsidRPr="005A2C80">
        <w:t xml:space="preserve"> </w:t>
      </w:r>
      <w:r w:rsidRPr="005A2C80">
        <w:rPr>
          <w:cs/>
          <w:lang w:bidi="bn-IN"/>
        </w:rPr>
        <w:t>পক্ষ থেকে কিছু গ্রহণ করে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 সব কারণে বলা যায় যে</w:t>
      </w:r>
      <w:r w:rsidRPr="005A2C80">
        <w:t xml:space="preserve">, </w:t>
      </w:r>
      <w:r w:rsidRPr="005A2C80">
        <w:rPr>
          <w:cs/>
          <w:lang w:bidi="bn-IN"/>
        </w:rPr>
        <w:t>নারীরা</w:t>
      </w:r>
      <w:r w:rsidRPr="005A2C80">
        <w:t xml:space="preserve"> </w:t>
      </w:r>
      <w:r w:rsidRPr="005A2C80">
        <w:rPr>
          <w:cs/>
          <w:lang w:bidi="bn-IN"/>
        </w:rPr>
        <w:t>হচ্ছে গ্রহণকারী এবং পুরষরা হচ্ছে খরচকারী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তাই পুরুষের সম্পত্তির</w:t>
      </w:r>
      <w:r w:rsidRPr="005A2C80">
        <w:t xml:space="preserve"> </w:t>
      </w:r>
      <w:r w:rsidRPr="005A2C80">
        <w:rPr>
          <w:cs/>
          <w:lang w:bidi="bn-IN"/>
        </w:rPr>
        <w:t>অংশ নারীর দ্বিগুণ হওয়াটাই যুক্তিযুক্ত যাতে করে ভারসাম্যের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সৃষ্টি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হয়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65046F">
      <w:pPr>
        <w:pStyle w:val="libBold1"/>
        <w:rPr>
          <w:lang w:bidi="bn-IN"/>
        </w:rPr>
      </w:pPr>
      <w:r w:rsidRPr="005A2C80">
        <w:rPr>
          <w:cs/>
          <w:lang w:bidi="bn-IN"/>
        </w:rPr>
        <w:t xml:space="preserve">দুধ প্রদানের অধিকার : </w:t>
      </w:r>
    </w:p>
    <w:p w:rsidR="00FE4106" w:rsidRPr="005A2C80" w:rsidRDefault="00093F2B" w:rsidP="00093F2B">
      <w:pPr>
        <w:pStyle w:val="libAie"/>
      </w:pPr>
      <w:r w:rsidRPr="00093F2B">
        <w:rPr>
          <w:rStyle w:val="libAlaemChar"/>
        </w:rPr>
        <w:t>)</w:t>
      </w:r>
      <w:r w:rsidR="00FE4106" w:rsidRPr="003A255A">
        <w:rPr>
          <w:rFonts w:hint="cs"/>
          <w:rtl/>
        </w:rPr>
        <w:t>فَإِنْ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أَرْضَعْنَ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لَكُمْ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فَآتُوهُنَّ</w:t>
      </w:r>
      <w:r w:rsidR="00FE4106" w:rsidRPr="00C4151B">
        <w:rPr>
          <w:rtl/>
        </w:rPr>
        <w:t xml:space="preserve"> </w:t>
      </w:r>
      <w:r w:rsidR="00FE4106" w:rsidRPr="003A255A">
        <w:rPr>
          <w:rFonts w:hint="cs"/>
          <w:rtl/>
        </w:rPr>
        <w:t>أُجُورَهُنَّ</w:t>
      </w:r>
      <w:r w:rsidRPr="00093F2B">
        <w:rPr>
          <w:rStyle w:val="libAlaemChar"/>
        </w:rPr>
        <w:t>(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যদি নারিগণ তোমাদের বাচ্চাকে দুধ খাওয়ায় তবে তাকে তার পারিশ্রমিক দান কর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৫৩</w:t>
      </w:r>
      <w:r w:rsidRPr="00C4151B">
        <w:rPr>
          <w:rStyle w:val="libNormalChar"/>
          <w:rtl/>
          <w:cs/>
        </w:rPr>
        <w:t>.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১</w:t>
      </w:r>
      <w:r w:rsidRPr="005A2C80">
        <w:rPr>
          <w:lang w:bidi="bn-IN"/>
        </w:rPr>
        <w:t>.</w:t>
      </w:r>
      <w:r w:rsidRPr="005A2C80">
        <w:rPr>
          <w:cs/>
          <w:lang w:bidi="bn-IN"/>
        </w:rPr>
        <w:t>এটা ওয়াজিব বা আবশ্যকীয় নয় যে</w:t>
      </w:r>
      <w:r w:rsidRPr="005A2C80">
        <w:t xml:space="preserve">, </w:t>
      </w:r>
      <w:r w:rsidRPr="005A2C80">
        <w:rPr>
          <w:cs/>
          <w:lang w:bidi="bn-IN"/>
        </w:rPr>
        <w:t>মা বিনামূল্যে</w:t>
      </w:r>
      <w:r w:rsidRPr="005A2C80">
        <w:t xml:space="preserve"> </w:t>
      </w:r>
      <w:r w:rsidRPr="005A2C80">
        <w:rPr>
          <w:cs/>
          <w:lang w:bidi="bn-IN"/>
        </w:rPr>
        <w:t>অথবা পারিশ্রমিক গ্রহণ পূর্বক তার শিশুকে দুধ প্রদান</w:t>
      </w:r>
      <w:r w:rsidRPr="005A2C80">
        <w:t xml:space="preserve"> </w:t>
      </w:r>
      <w:r w:rsidRPr="005A2C80">
        <w:rPr>
          <w:cs/>
          <w:lang w:bidi="bn-IN"/>
        </w:rPr>
        <w:t>করবে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এটা এই ক্ষেত্রে যে</w:t>
      </w:r>
      <w:r w:rsidRPr="005A2C80">
        <w:t xml:space="preserve">, </w:t>
      </w:r>
      <w:r w:rsidRPr="005A2C80">
        <w:rPr>
          <w:cs/>
          <w:lang w:bidi="bn-IN"/>
        </w:rPr>
        <w:t>যখন শিশুর খাদ্য</w:t>
      </w:r>
      <w:r w:rsidRPr="005A2C80">
        <w:t xml:space="preserve"> </w:t>
      </w:r>
      <w:r w:rsidRPr="005A2C80">
        <w:rPr>
          <w:cs/>
          <w:lang w:bidi="bn-IN"/>
        </w:rPr>
        <w:t>শুধুমাত্র মায়ের দুধের উপর নির্ভরশীল নয় এবং শিশুকে</w:t>
      </w:r>
      <w:r w:rsidRPr="005A2C80">
        <w:t xml:space="preserve"> </w:t>
      </w:r>
      <w:r w:rsidRPr="005A2C80">
        <w:rPr>
          <w:cs/>
          <w:lang w:bidi="bn-IN"/>
        </w:rPr>
        <w:t>অন্যান্য খাদ্য (অন্য দুধও) প্রদান করাও যায় তবে লক্ষ্য</w:t>
      </w:r>
      <w:r w:rsidRPr="005A2C80">
        <w:t xml:space="preserve"> </w:t>
      </w:r>
      <w:r w:rsidRPr="005A2C80">
        <w:rPr>
          <w:cs/>
          <w:lang w:bidi="bn-IN"/>
        </w:rPr>
        <w:t>রাখতে হবে তাতে যেন শিশুর কোন ক্ষতি না হয়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২</w:t>
      </w:r>
      <w:r w:rsidRPr="005A2C80">
        <w:t>.</w:t>
      </w:r>
      <w:r w:rsidRPr="005A2C80">
        <w:rPr>
          <w:cs/>
          <w:lang w:bidi="bn-IN"/>
        </w:rPr>
        <w:t>যখন শিশুর খাদ্য শুধুমাত্র মায়ের দুধের উপর</w:t>
      </w:r>
      <w:r w:rsidRPr="005A2C80">
        <w:t xml:space="preserve"> </w:t>
      </w:r>
      <w:r w:rsidRPr="005A2C80">
        <w:rPr>
          <w:cs/>
          <w:lang w:bidi="bn-IN"/>
        </w:rPr>
        <w:t>নির্ভরশীল</w:t>
      </w:r>
      <w:r w:rsidRPr="005A2C80">
        <w:t xml:space="preserve">, </w:t>
      </w:r>
      <w:r w:rsidRPr="005A2C80">
        <w:rPr>
          <w:cs/>
          <w:lang w:bidi="bn-IN"/>
        </w:rPr>
        <w:t>সেক্ষেত্রে ওয়াজিব নয় যে</w:t>
      </w:r>
      <w:r w:rsidRPr="005A2C80">
        <w:t xml:space="preserve">, </w:t>
      </w:r>
      <w:r w:rsidRPr="005A2C80">
        <w:rPr>
          <w:cs/>
          <w:lang w:bidi="bn-IN"/>
        </w:rPr>
        <w:t>মা বিনামূল্যে</w:t>
      </w:r>
      <w:r w:rsidRPr="005A2C80">
        <w:t xml:space="preserve"> </w:t>
      </w:r>
      <w:r w:rsidRPr="005A2C80">
        <w:rPr>
          <w:cs/>
          <w:lang w:bidi="bn-IN"/>
        </w:rPr>
        <w:t>অর্থাৎ কোন পারিশ্রমিক না নিয়ে শিশুকে দুধ খাওয়াবেন</w:t>
      </w:r>
      <w:r w:rsidRPr="005A2C80">
        <w:t xml:space="preserve">, </w:t>
      </w:r>
      <w:r w:rsidRPr="005A2C80">
        <w:rPr>
          <w:cs/>
          <w:lang w:bidi="bn-IN"/>
        </w:rPr>
        <w:t>বরং শিশুর অর্থ থেকে (যদি তার অর্থ থেকে থাকে)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আর যদি তার অর্থ না থাকে তবে তার পিতার কাছ</w:t>
      </w:r>
      <w:r w:rsidRPr="005A2C80">
        <w:t xml:space="preserve"> </w:t>
      </w:r>
      <w:r w:rsidRPr="005A2C80">
        <w:rPr>
          <w:cs/>
          <w:lang w:bidi="bn-IN"/>
        </w:rPr>
        <w:t>থেকে পারিশ্রমিক গ্রহণ করবে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৩</w:t>
      </w:r>
      <w:r w:rsidRPr="005A2C80">
        <w:t>.</w:t>
      </w:r>
      <w:r w:rsidRPr="005A2C80">
        <w:rPr>
          <w:cs/>
          <w:lang w:bidi="bn-IN"/>
        </w:rPr>
        <w:t>যদি শিশু ও তার পিতা এবং তার দাদা অর্থশালী না হয়</w:t>
      </w:r>
      <w:r w:rsidRPr="005A2C80">
        <w:t xml:space="preserve"> </w:t>
      </w:r>
      <w:r w:rsidRPr="005A2C80">
        <w:rPr>
          <w:cs/>
          <w:lang w:bidi="bn-IN"/>
        </w:rPr>
        <w:t>তবে সেক্ষেত্রে মা অবশ্যই শিশুকে বিনামূল্যে দুধ প্রদান</w:t>
      </w:r>
      <w:r w:rsidRPr="005A2C80">
        <w:t xml:space="preserve"> </w:t>
      </w:r>
      <w:r w:rsidRPr="005A2C80">
        <w:rPr>
          <w:cs/>
          <w:lang w:bidi="bn-IN"/>
        </w:rPr>
        <w:t>করবে অথবা কোন নারীকে দুধ প্রদানের জন্য নিয়োগ</w:t>
      </w:r>
      <w:r w:rsidRPr="005A2C80">
        <w:t xml:space="preserve"> </w:t>
      </w:r>
      <w:r w:rsidRPr="005A2C80">
        <w:rPr>
          <w:cs/>
          <w:lang w:bidi="bn-IN"/>
        </w:rPr>
        <w:t>করবে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তাতে যেন শিশুর কোন ক্ষতি না হয়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তবে অন্য পন্থাও অবলম্বন করতে পারে যেমন গরুর দুধ</w:t>
      </w:r>
      <w:r w:rsidRPr="005A2C80">
        <w:t xml:space="preserve"> </w:t>
      </w:r>
      <w:r w:rsidRPr="005A2C80">
        <w:rPr>
          <w:cs/>
          <w:lang w:bidi="bn-IN"/>
        </w:rPr>
        <w:t>অথবা গুড়ো দুধ শিশুর জন্য ব্যবহার করতে পারেন</w:t>
      </w:r>
      <w:r w:rsidRPr="005A2C80">
        <w:t xml:space="preserve"> </w:t>
      </w:r>
      <w:r w:rsidRPr="005A2C80">
        <w:rPr>
          <w:cs/>
          <w:lang w:bidi="bn-IN"/>
        </w:rPr>
        <w:t>তবে সেক্ষেত্রে তার খরচের ভার মায়ের উপর পড়বে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ED4DE2">
        <w:rPr>
          <w:rFonts w:hint="cs"/>
          <w:cs/>
          <w:lang w:bidi="bn-IN"/>
        </w:rPr>
        <w:t>৪</w:t>
      </w:r>
      <w:r w:rsidRPr="009C15B9">
        <w:t>.</w:t>
      </w:r>
      <w:r w:rsidRPr="009C15B9">
        <w:rPr>
          <w:cs/>
          <w:lang w:bidi="bn-IN"/>
        </w:rPr>
        <w:t>শিশুর দুধ প্রদানের জন্য তার মাতাই হচ্ছে সর্বাধিক</w:t>
      </w:r>
      <w:r w:rsidRPr="009C15B9">
        <w:t xml:space="preserve"> </w:t>
      </w:r>
      <w:r w:rsidRPr="009C15B9">
        <w:rPr>
          <w:cs/>
          <w:lang w:bidi="bn-IN"/>
        </w:rPr>
        <w:t>উত্তম । যদিও মা বিনামূল্যে</w:t>
      </w:r>
      <w:r w:rsidRPr="009C15B9">
        <w:t xml:space="preserve">, </w:t>
      </w:r>
      <w:r w:rsidRPr="009C15B9">
        <w:rPr>
          <w:cs/>
          <w:lang w:bidi="bn-IN"/>
        </w:rPr>
        <w:t>সমমূল্য অথবা অন্যদের</w:t>
      </w:r>
      <w:r w:rsidRPr="009C15B9">
        <w:t xml:space="preserve"> </w:t>
      </w:r>
      <w:r w:rsidRPr="009C15B9">
        <w:rPr>
          <w:cs/>
          <w:lang w:bidi="bn-IN"/>
        </w:rPr>
        <w:t xml:space="preserve">থেকে কম পারিশ্রমিক নিয়ে থাকেন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৫৪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lastRenderedPageBreak/>
        <w:t>স্বামীর মৃত্যুর পরে নারী :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কোন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সময়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কোন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কোন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দেশে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যেমন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ভারতে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রেওয়াজ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ছিল</w:t>
      </w:r>
      <w:r w:rsidRPr="009C15B9">
        <w:t xml:space="preserve"> </w:t>
      </w:r>
      <w:r w:rsidRPr="009C15B9">
        <w:rPr>
          <w:cs/>
          <w:lang w:bidi="bn-IN"/>
        </w:rPr>
        <w:t>কোন নারীর স্বামী মৃত্যুবরণ করলে ঐ নারীকে তার স্বামীর সাথে জীবিত</w:t>
      </w:r>
      <w:r w:rsidRPr="009C15B9">
        <w:t xml:space="preserve"> </w:t>
      </w:r>
      <w:r w:rsidRPr="009C15B9">
        <w:rPr>
          <w:cs/>
          <w:lang w:bidi="bn-IN"/>
        </w:rPr>
        <w:t>পুড়িয়ে দেয়া হত অথবা তাকে মৃতের উত্তরাধিকার সম্পত্তি হিসেবে কোন</w:t>
      </w:r>
      <w:r w:rsidRPr="009C15B9">
        <w:t xml:space="preserve"> </w:t>
      </w:r>
      <w:r w:rsidRPr="009C15B9">
        <w:rPr>
          <w:cs/>
          <w:lang w:bidi="bn-IN"/>
        </w:rPr>
        <w:t>এক অংশীদার নিজের জন্য নিয়ে যেত । ইসলাম নির্দেশ দিয়েছে যে</w:t>
      </w:r>
      <w:r w:rsidRPr="009C15B9">
        <w:t xml:space="preserve">, </w:t>
      </w:r>
      <w:r w:rsidRPr="009C15B9">
        <w:rPr>
          <w:cs/>
          <w:lang w:bidi="bn-IN"/>
        </w:rPr>
        <w:t>স্বামীর মৃত্যুর পরে একটি নির্দিষ্ট সময় অপেক্ষার পর ঐ নারী পুনরায় বিয়ে</w:t>
      </w:r>
      <w:r w:rsidRPr="009C15B9">
        <w:t xml:space="preserve"> </w:t>
      </w:r>
      <w:r w:rsidRPr="009C15B9">
        <w:rPr>
          <w:cs/>
          <w:lang w:bidi="bn-IN"/>
        </w:rPr>
        <w:t>করতে পারবে । হয়তো কোন কোন ক্ষেত্রে এই নির্দিষ্ট সময় পর্যন্ত</w:t>
      </w:r>
      <w:r w:rsidRPr="009C15B9">
        <w:t xml:space="preserve"> </w:t>
      </w:r>
      <w:r w:rsidRPr="009C15B9">
        <w:rPr>
          <w:cs/>
          <w:lang w:bidi="bn-IN"/>
        </w:rPr>
        <w:t xml:space="preserve">অপেক্ষারও প্রয়োজন নেই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৫৫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যদি কোন নারীর স্বামীর মৃত্যু হয়ে থাকে এবং তার ছোট সন্তান</w:t>
      </w:r>
      <w:r w:rsidRPr="005A2C80">
        <w:t xml:space="preserve"> </w:t>
      </w:r>
      <w:r w:rsidRPr="005A2C80">
        <w:rPr>
          <w:cs/>
          <w:lang w:bidi="bn-IN"/>
        </w:rPr>
        <w:t>থাকে তবে সেক্ষেত্রে দ্বিতীয় বিয়ের জন্য তার সন্তান বড় হওয়া পর্যন্ত</w:t>
      </w:r>
      <w:r w:rsidRPr="005A2C80">
        <w:t xml:space="preserve"> </w:t>
      </w:r>
      <w:r w:rsidRPr="005A2C80">
        <w:rPr>
          <w:cs/>
          <w:lang w:bidi="bn-IN"/>
        </w:rPr>
        <w:t>অপেক্ষা করা উচিৎ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শর্ত হচ্ছে যে</w:t>
      </w:r>
      <w:r w:rsidRPr="005A2C80">
        <w:t xml:space="preserve">, </w:t>
      </w:r>
      <w:r w:rsidRPr="005A2C80">
        <w:rPr>
          <w:cs/>
          <w:lang w:bidi="bn-IN"/>
        </w:rPr>
        <w:t>এই অপেক্ষা করতে গিয়ে সে</w:t>
      </w:r>
      <w:r w:rsidRPr="005A2C80">
        <w:t xml:space="preserve"> </w:t>
      </w:r>
      <w:r w:rsidRPr="005A2C80">
        <w:rPr>
          <w:cs/>
          <w:lang w:bidi="bn-IN"/>
        </w:rPr>
        <w:t>যেন কোন পাপে লিপ্ত না হয়ে যায়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 দ্বিতীয় বিয়ের ফলে এটার</w:t>
      </w:r>
      <w:r w:rsidRPr="005A2C80">
        <w:t xml:space="preserve"> </w:t>
      </w:r>
      <w:r w:rsidRPr="005A2C80">
        <w:rPr>
          <w:cs/>
          <w:lang w:bidi="bn-IN"/>
        </w:rPr>
        <w:t>সম্ভাবনা আছে যে</w:t>
      </w:r>
      <w:r w:rsidRPr="005A2C80">
        <w:t xml:space="preserve">, </w:t>
      </w:r>
      <w:r w:rsidRPr="005A2C80">
        <w:rPr>
          <w:cs/>
          <w:lang w:bidi="bn-IN"/>
        </w:rPr>
        <w:t>মা এবং সন্তানদের মধ্যে ভালবাসার ঘাটতি হতে পারে</w:t>
      </w:r>
      <w:r w:rsidRPr="005A2C80">
        <w:t xml:space="preserve"> </w:t>
      </w:r>
      <w:r w:rsidRPr="005A2C80">
        <w:rPr>
          <w:cs/>
          <w:lang w:bidi="bn-IN"/>
        </w:rPr>
        <w:t>যা সন্তানের উপর বিশেষ প্রভাব বিস্তার করতে পারে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7C78A2" w:rsidRDefault="00FE4106" w:rsidP="00093F2B">
      <w:pPr>
        <w:pStyle w:val="libBold1"/>
      </w:pPr>
      <w:r w:rsidRPr="009C15B9">
        <w:rPr>
          <w:rFonts w:hint="cs"/>
          <w:cs/>
          <w:lang w:bidi="bn-IN"/>
        </w:rPr>
        <w:t>হিদাদ</w:t>
      </w:r>
      <w:r w:rsidR="00093F2B">
        <w:rPr>
          <w:rFonts w:hint="cs"/>
          <w:rtl/>
          <w:cs/>
        </w:rPr>
        <w:t xml:space="preserve"> </w:t>
      </w:r>
      <w:r w:rsidR="00093F2B">
        <w:t>:</w:t>
      </w:r>
      <w:r w:rsidRPr="007C78A2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যে নারীর স্বামী মৃত্যুবরণ করেছে</w:t>
      </w:r>
      <w:r w:rsidRPr="005A2C80">
        <w:t xml:space="preserve">, </w:t>
      </w:r>
      <w:r w:rsidRPr="005A2C80">
        <w:rPr>
          <w:cs/>
          <w:lang w:bidi="bn-IN"/>
        </w:rPr>
        <w:t>তার মৃত্যুর ইদ্দত পালনের জন্য</w:t>
      </w:r>
      <w:r w:rsidRPr="005A2C80">
        <w:t xml:space="preserve"> </w:t>
      </w:r>
      <w:r w:rsidRPr="005A2C80">
        <w:rPr>
          <w:cs/>
          <w:lang w:bidi="bn-IN"/>
        </w:rPr>
        <w:t>ইসলাম যে সময় নির্দিষ্ট করেছে সে সময়ে ঐ নারীর সাজ-গোজ না করা</w:t>
      </w:r>
      <w:r w:rsidRPr="005A2C80">
        <w:t xml:space="preserve"> </w:t>
      </w:r>
      <w:r w:rsidRPr="005A2C80">
        <w:rPr>
          <w:cs/>
          <w:lang w:bidi="bn-IN"/>
        </w:rPr>
        <w:t>ওয়াজিব</w:t>
      </w:r>
      <w:r w:rsidRPr="005A2C80">
        <w:t xml:space="preserve">, </w:t>
      </w:r>
      <w:r w:rsidRPr="005A2C80">
        <w:rPr>
          <w:cs/>
          <w:lang w:bidi="bn-IN"/>
        </w:rPr>
        <w:t>যেমন : সুরমা দেয়া</w:t>
      </w:r>
      <w:r w:rsidRPr="005A2C80">
        <w:t xml:space="preserve">, </w:t>
      </w:r>
      <w:r w:rsidRPr="005A2C80">
        <w:rPr>
          <w:cs/>
          <w:lang w:bidi="bn-IN"/>
        </w:rPr>
        <w:t>আতর দেয়া</w:t>
      </w:r>
      <w:r w:rsidRPr="005A2C80">
        <w:t xml:space="preserve">, </w:t>
      </w:r>
      <w:r w:rsidRPr="005A2C80">
        <w:rPr>
          <w:cs/>
          <w:lang w:bidi="bn-IN"/>
        </w:rPr>
        <w:t>মেহ্দী লাগানো এবং লাল</w:t>
      </w:r>
      <w:r w:rsidRPr="005A2C80">
        <w:t xml:space="preserve">, </w:t>
      </w:r>
      <w:r w:rsidRPr="005A2C80">
        <w:rPr>
          <w:cs/>
          <w:lang w:bidi="bn-IN"/>
        </w:rPr>
        <w:t>হলুদ রংয়ের পোশাক পরিধান করা</w:t>
      </w:r>
      <w:r w:rsidRPr="005A2C80">
        <w:t xml:space="preserve">, </w:t>
      </w:r>
      <w:r w:rsidRPr="005A2C80">
        <w:rPr>
          <w:cs/>
          <w:lang w:bidi="bn-IN"/>
        </w:rPr>
        <w:t>আর যা তাকে সুন্দরী করে তুলে এমন</w:t>
      </w:r>
      <w:r w:rsidRPr="005A2C80">
        <w:t xml:space="preserve"> </w:t>
      </w:r>
      <w:r w:rsidRPr="005A2C80">
        <w:rPr>
          <w:cs/>
          <w:lang w:bidi="bn-IN"/>
        </w:rPr>
        <w:t>কিছু পরা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এগুলো যার যার এলাকা ভিত্তিক রসম-রেওয়াজ অনুযায়ী</w:t>
      </w:r>
      <w:r w:rsidRPr="005A2C80">
        <w:t xml:space="preserve"> </w:t>
      </w:r>
      <w:r w:rsidRPr="005A2C80">
        <w:rPr>
          <w:cs/>
          <w:lang w:bidi="bn-IN"/>
        </w:rPr>
        <w:t>হওয়া ভাল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উক্ত সময়ে সাজসজ্জা পরিহারের এ প্রথাকে হিদাদ বলা</w:t>
      </w:r>
      <w:r w:rsidRPr="005A2C80">
        <w:t xml:space="preserve"> </w:t>
      </w:r>
      <w:r w:rsidRPr="005A2C80">
        <w:rPr>
          <w:cs/>
          <w:lang w:bidi="bn-IN"/>
        </w:rPr>
        <w:t>হয়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তবে জীবন পরিচালনার জন্যে প্রয়োজনীয় কিছু কেনা-কাটার</w:t>
      </w:r>
      <w:r w:rsidRPr="005A2C80">
        <w:t xml:space="preserve"> </w:t>
      </w:r>
      <w:r w:rsidRPr="005A2C80">
        <w:rPr>
          <w:cs/>
          <w:lang w:bidi="bn-IN"/>
        </w:rPr>
        <w:t>উদ্দেশ্যে বাড়ী থেকে বের হওয়া</w:t>
      </w:r>
      <w:r w:rsidRPr="005A2C80">
        <w:t xml:space="preserve">, </w:t>
      </w:r>
      <w:r w:rsidRPr="005A2C80">
        <w:rPr>
          <w:cs/>
          <w:lang w:bidi="bn-IN"/>
        </w:rPr>
        <w:t>শরীর পরিস্কার-পরিচ্ছন্ন রাখা</w:t>
      </w:r>
      <w:r w:rsidRPr="005A2C80">
        <w:t xml:space="preserve">, </w:t>
      </w:r>
      <w:r w:rsidRPr="005A2C80">
        <w:rPr>
          <w:cs/>
          <w:lang w:bidi="bn-IN"/>
        </w:rPr>
        <w:t>চুল</w:t>
      </w:r>
      <w:r w:rsidRPr="005A2C80">
        <w:t xml:space="preserve"> </w:t>
      </w:r>
      <w:r w:rsidRPr="005A2C80">
        <w:rPr>
          <w:cs/>
          <w:lang w:bidi="bn-IN"/>
        </w:rPr>
        <w:t>আচড়ানো</w:t>
      </w:r>
      <w:r w:rsidRPr="005A2C80">
        <w:t xml:space="preserve">, </w:t>
      </w:r>
      <w:r w:rsidRPr="005A2C80">
        <w:rPr>
          <w:cs/>
          <w:lang w:bidi="bn-IN"/>
        </w:rPr>
        <w:t>নখ কাটা</w:t>
      </w:r>
      <w:r w:rsidRPr="005A2C80">
        <w:t xml:space="preserve">, </w:t>
      </w:r>
      <w:r w:rsidRPr="005A2C80">
        <w:rPr>
          <w:cs/>
          <w:lang w:bidi="bn-IN"/>
        </w:rPr>
        <w:t>গোসল করা</w:t>
      </w:r>
      <w:r w:rsidRPr="005A2C80">
        <w:t xml:space="preserve">, </w:t>
      </w:r>
      <w:r w:rsidRPr="005A2C80">
        <w:rPr>
          <w:cs/>
          <w:lang w:bidi="bn-IN"/>
        </w:rPr>
        <w:t>সুন্দর বাড়ীতে থাকা</w:t>
      </w:r>
      <w:r w:rsidRPr="005A2C80">
        <w:t xml:space="preserve">, </w:t>
      </w:r>
      <w:r w:rsidRPr="005A2C80">
        <w:rPr>
          <w:cs/>
          <w:lang w:bidi="bn-IN"/>
        </w:rPr>
        <w:t>পিতা-মাতাকে</w:t>
      </w:r>
      <w:r w:rsidRPr="005A2C80">
        <w:t xml:space="preserve"> </w:t>
      </w:r>
      <w:r w:rsidRPr="005A2C80">
        <w:rPr>
          <w:cs/>
          <w:lang w:bidi="bn-IN"/>
        </w:rPr>
        <w:t>দেখতে যাওয়া এবং হজ্জে যাওয়াতে কোন অসুবিধা নেই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 এগুলো</w:t>
      </w:r>
      <w:r w:rsidRPr="005A2C80">
        <w:t xml:space="preserve"> </w:t>
      </w:r>
      <w:r w:rsidRPr="005A2C80">
        <w:rPr>
          <w:cs/>
          <w:lang w:bidi="bn-IN"/>
        </w:rPr>
        <w:t>হিদাদের আওতায় পড়বে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যদি কোন নারীর স্বামীর মৃত্যু হয়ে থাকে এবং তার ছোট ছোট বাচ্চা</w:t>
      </w:r>
      <w:r w:rsidRPr="005A2C80">
        <w:t xml:space="preserve"> </w:t>
      </w:r>
      <w:r w:rsidRPr="005A2C80">
        <w:rPr>
          <w:cs/>
          <w:lang w:bidi="bn-IN"/>
        </w:rPr>
        <w:t>থাকে তবে সেক্ষেত্রে দ্বিতীয় বিয়ের জন্য তার সন্তান বড় হওয়া পর্যন্ত</w:t>
      </w:r>
      <w:r w:rsidRPr="005A2C80">
        <w:t xml:space="preserve"> </w:t>
      </w:r>
      <w:r w:rsidRPr="005A2C80">
        <w:rPr>
          <w:cs/>
          <w:lang w:bidi="bn-IN"/>
        </w:rPr>
        <w:t>অপেক্ষা করা উচিৎ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যদি সে বুঝতে পারে </w:t>
      </w:r>
      <w:r w:rsidRPr="005A2C80">
        <w:rPr>
          <w:cs/>
          <w:lang w:bidi="bn-IN"/>
        </w:rPr>
        <w:lastRenderedPageBreak/>
        <w:t>অপেক্ষার ফলে পাপে লিপ্ত</w:t>
      </w:r>
      <w:r w:rsidRPr="005A2C80">
        <w:t xml:space="preserve"> </w:t>
      </w:r>
      <w:r w:rsidRPr="005A2C80">
        <w:rPr>
          <w:cs/>
          <w:lang w:bidi="bn-IN"/>
        </w:rPr>
        <w:t>হতে পারে সেক্ষেত্রে তার বিয়ে করাতে কোন অসুবিধা নেই বরং কোন</w:t>
      </w:r>
      <w:r w:rsidRPr="005A2C80">
        <w:t xml:space="preserve"> </w:t>
      </w:r>
      <w:r w:rsidRPr="005A2C80">
        <w:rPr>
          <w:cs/>
          <w:lang w:bidi="bn-IN"/>
        </w:rPr>
        <w:t>কোন ক্ষেত্রে তা প্রয়োজনীয় ও ওয়াজিব হয়ে যায়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</w:t>
      </w:r>
      <w:r w:rsidRPr="005A2C80">
        <w:rPr>
          <w:lang w:bidi="bn-IN"/>
        </w:rPr>
        <w:t xml:space="preserve"> </w:t>
      </w:r>
      <w:r w:rsidRPr="005A2C80">
        <w:t>(</w:t>
      </w:r>
      <w:r w:rsidRPr="005A2C80">
        <w:rPr>
          <w:cs/>
          <w:lang w:bidi="bn-IN"/>
        </w:rPr>
        <w:t>সা.)</w:t>
      </w:r>
      <w:r w:rsidRPr="005A2C80">
        <w:t xml:space="preserve"> </w:t>
      </w:r>
      <w:r w:rsidRPr="005A2C80">
        <w:rPr>
          <w:cs/>
          <w:lang w:bidi="bn-IN"/>
        </w:rPr>
        <w:t>বলেছেন : কিয়ামতের দিনে তিনটি দল আল্লাহর</w:t>
      </w:r>
      <w:r w:rsidRPr="005A2C80">
        <w:t xml:space="preserve"> </w:t>
      </w:r>
      <w:r w:rsidRPr="005A2C80">
        <w:rPr>
          <w:cs/>
          <w:lang w:bidi="bn-IN"/>
        </w:rPr>
        <w:t>আরশের ছায়ায় আশ্রয় পাবে যেদিন ঐ ছায়া ছাড়া অন্য কোন ছায়া থাকবে</w:t>
      </w:r>
      <w:r w:rsidRPr="005A2C80">
        <w:t xml:space="preserve"> </w:t>
      </w:r>
      <w:r w:rsidRPr="005A2C80">
        <w:rPr>
          <w:cs/>
          <w:lang w:bidi="bn-IN"/>
        </w:rPr>
        <w:t>না</w:t>
      </w:r>
      <w:r w:rsidRPr="005A2C80">
        <w:t xml:space="preserve">, </w:t>
      </w:r>
      <w:r w:rsidRPr="005A2C80">
        <w:rPr>
          <w:cs/>
          <w:lang w:bidi="bn-IN"/>
        </w:rPr>
        <w:t>আর তারা হচ্ছে :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ED4DE2">
        <w:rPr>
          <w:rFonts w:hint="cs"/>
          <w:cs/>
          <w:lang w:bidi="bn-IN"/>
        </w:rPr>
        <w:t>১</w:t>
      </w:r>
      <w:r w:rsidRPr="009C15B9">
        <w:t>.</w:t>
      </w:r>
      <w:r w:rsidRPr="009C15B9">
        <w:rPr>
          <w:cs/>
          <w:lang w:bidi="bn-IN"/>
        </w:rPr>
        <w:t xml:space="preserve">যারা </w:t>
      </w:r>
      <w:r w:rsidRPr="00C4151B">
        <w:rPr>
          <w:rStyle w:val="libAlaemChar"/>
        </w:rPr>
        <w:t>‘</w:t>
      </w:r>
      <w:r w:rsidRPr="00ED4DE2">
        <w:rPr>
          <w:rFonts w:hint="cs"/>
          <w:cs/>
          <w:lang w:bidi="bn-IN"/>
        </w:rPr>
        <w:t>ছেলেহ্</w:t>
      </w:r>
      <w:r w:rsidRPr="00623425">
        <w:rPr>
          <w:rFonts w:hint="cs"/>
          <w:rtl/>
          <w:cs/>
        </w:rPr>
        <w:t xml:space="preserve"> </w:t>
      </w:r>
      <w:r w:rsidRPr="00ED4DE2">
        <w:rPr>
          <w:rFonts w:hint="cs"/>
          <w:cs/>
          <w:lang w:bidi="bn-IN"/>
        </w:rPr>
        <w:t>রাহেম</w:t>
      </w:r>
      <w:r w:rsidRPr="007317F3">
        <w:rPr>
          <w:rStyle w:val="libAlaemChar"/>
        </w:rPr>
        <w:t>’</w:t>
      </w:r>
      <w:r w:rsidRPr="009C15B9">
        <w:t xml:space="preserve"> </w:t>
      </w:r>
      <w:r w:rsidRPr="009C15B9">
        <w:rPr>
          <w:cs/>
          <w:lang w:bidi="bn-IN"/>
        </w:rPr>
        <w:t>পালন করে অর্থাৎ আত্মীয়</w:t>
      </w:r>
      <w:r w:rsidRPr="009C15B9">
        <w:rPr>
          <w:rtl/>
          <w:cs/>
        </w:rPr>
        <w:t>-</w:t>
      </w:r>
      <w:r w:rsidRPr="009C15B9">
        <w:t xml:space="preserve"> </w:t>
      </w:r>
      <w:r w:rsidRPr="009C15B9">
        <w:rPr>
          <w:cs/>
          <w:lang w:bidi="bn-IN"/>
        </w:rPr>
        <w:t>স্বজনদের খোজ খবর নেয় ও বিশেষ করে পিতা</w:t>
      </w:r>
      <w:r w:rsidRPr="009C15B9">
        <w:rPr>
          <w:rtl/>
          <w:cs/>
        </w:rPr>
        <w:t>-</w:t>
      </w:r>
      <w:r w:rsidRPr="009C15B9">
        <w:rPr>
          <w:rtl/>
          <w:cs/>
          <w:lang w:bidi="bn-IN"/>
        </w:rPr>
        <w:t>মাতার</w:t>
      </w:r>
      <w:r w:rsidRPr="009C15B9">
        <w:t xml:space="preserve"> </w:t>
      </w:r>
      <w:r w:rsidRPr="009C15B9">
        <w:rPr>
          <w:cs/>
          <w:lang w:bidi="bn-IN"/>
        </w:rPr>
        <w:t>দেখা</w:t>
      </w:r>
      <w:r w:rsidRPr="009C15B9">
        <w:rPr>
          <w:rtl/>
          <w:cs/>
        </w:rPr>
        <w:t>-</w:t>
      </w:r>
      <w:r w:rsidRPr="009C15B9">
        <w:rPr>
          <w:rtl/>
          <w:cs/>
          <w:lang w:bidi="bn-IN"/>
        </w:rPr>
        <w:t>শুনা করে</w:t>
      </w:r>
      <w:r w:rsidRPr="009C15B9">
        <w:t xml:space="preserve">, </w:t>
      </w:r>
      <w:r w:rsidRPr="009C15B9">
        <w:rPr>
          <w:cs/>
          <w:lang w:bidi="bn-IN"/>
        </w:rPr>
        <w:t>তাদের আয়ু ও রিজিক বৃদ্ধি পায়</w:t>
      </w:r>
      <w:r w:rsidRPr="009C15B9">
        <w:rPr>
          <w:cs/>
          <w:lang w:bidi="hi-IN"/>
        </w:rPr>
        <w:t xml:space="preserve"> ।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২</w:t>
      </w:r>
      <w:r w:rsidRPr="005A2C80">
        <w:rPr>
          <w:lang w:bidi="bn-IN"/>
        </w:rPr>
        <w:t>.</w:t>
      </w:r>
      <w:r w:rsidRPr="005A2C80">
        <w:rPr>
          <w:cs/>
          <w:lang w:bidi="bn-IN"/>
        </w:rPr>
        <w:t>যে নারীর স্বামী মৃত্যুবরণ করে এবং তার ছোট সন্তান</w:t>
      </w:r>
      <w:r w:rsidRPr="005A2C80">
        <w:t xml:space="preserve"> </w:t>
      </w:r>
      <w:r w:rsidRPr="005A2C80">
        <w:rPr>
          <w:cs/>
          <w:lang w:bidi="bn-IN"/>
        </w:rPr>
        <w:t>থাকে আর ঐ নারী এ সন্তানদের কারণে বলে যে</w:t>
      </w:r>
      <w:r w:rsidRPr="005A2C80">
        <w:t xml:space="preserve">, </w:t>
      </w:r>
      <w:r w:rsidRPr="005A2C80">
        <w:rPr>
          <w:cs/>
          <w:lang w:bidi="bn-IN"/>
        </w:rPr>
        <w:t>আমি</w:t>
      </w:r>
      <w:r w:rsidRPr="005A2C80">
        <w:t xml:space="preserve"> </w:t>
      </w:r>
      <w:r w:rsidRPr="005A2C80">
        <w:rPr>
          <w:cs/>
          <w:lang w:bidi="bn-IN"/>
        </w:rPr>
        <w:t>বিয়ে করবো না</w:t>
      </w:r>
      <w:r w:rsidRPr="005A2C80">
        <w:t xml:space="preserve">, </w:t>
      </w:r>
      <w:r w:rsidRPr="005A2C80">
        <w:rPr>
          <w:cs/>
          <w:lang w:bidi="bn-IN"/>
        </w:rPr>
        <w:t>তবে যদি তারা মারা যায় অথবা আল্লাহ</w:t>
      </w:r>
      <w:r w:rsidRPr="005A2C80">
        <w:t xml:space="preserve"> </w:t>
      </w:r>
      <w:r w:rsidRPr="005A2C80">
        <w:rPr>
          <w:cs/>
          <w:lang w:bidi="bn-IN"/>
        </w:rPr>
        <w:t>তাদেরকে ধনী করে দেন তবে ভিন্ন কথা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ED4DE2">
        <w:rPr>
          <w:rFonts w:hint="cs"/>
          <w:cs/>
          <w:lang w:bidi="bn-IN"/>
        </w:rPr>
        <w:t>৩</w:t>
      </w:r>
      <w:r w:rsidRPr="009C15B9">
        <w:t>.</w:t>
      </w:r>
      <w:r w:rsidRPr="009C15B9">
        <w:rPr>
          <w:cs/>
          <w:lang w:bidi="bn-IN"/>
        </w:rPr>
        <w:t>কেউ যদি খাবার তৈরী করে মেহমানদেরকে খেতে দেয়</w:t>
      </w:r>
      <w:r w:rsidRPr="009C15B9">
        <w:t xml:space="preserve"> </w:t>
      </w:r>
      <w:r w:rsidRPr="009C15B9">
        <w:rPr>
          <w:cs/>
          <w:lang w:bidi="bn-IN"/>
        </w:rPr>
        <w:t>এবং সাথে সাথে আল্লাহর সন্তুষ্টি অর্জনের লক্ষ্যে</w:t>
      </w:r>
      <w:r w:rsidRPr="009C15B9">
        <w:t xml:space="preserve"> </w:t>
      </w:r>
      <w:r w:rsidRPr="009C15B9">
        <w:rPr>
          <w:cs/>
          <w:lang w:bidi="bn-IN"/>
        </w:rPr>
        <w:t xml:space="preserve">ইয়াতিম ও মিসকিনদেরও খেতে দেয়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৫৬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  <w:r w:rsidRPr="005A2C80">
        <w:t>(</w:t>
      </w:r>
      <w:r w:rsidRPr="005A2C80">
        <w:rPr>
          <w:cs/>
          <w:lang w:bidi="bn-IN"/>
        </w:rPr>
        <w:t>যেহেতু আমাদের এই বইয়ের বিষয়টি একটু ভিন্ন তাই নারীর</w:t>
      </w:r>
      <w:r w:rsidRPr="005A2C80">
        <w:t xml:space="preserve"> </w:t>
      </w:r>
      <w:r w:rsidRPr="005A2C80">
        <w:rPr>
          <w:cs/>
          <w:lang w:bidi="bn-IN"/>
        </w:rPr>
        <w:t>অধিকার সম্পর্কে অতি সংক্ষেপে কিছু বর্ণনা করা হল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এ</w:t>
      </w:r>
      <w:r w:rsidRPr="005A2C80">
        <w:t xml:space="preserve"> </w:t>
      </w:r>
      <w:r w:rsidRPr="005A2C80">
        <w:rPr>
          <w:cs/>
          <w:lang w:bidi="bn-IN"/>
        </w:rPr>
        <w:t>বিষয়ে আরো বেশী জানার জন্য এই বিষয়ের উপর লিখিত বইসমূহ</w:t>
      </w:r>
      <w:r w:rsidRPr="005A2C80">
        <w:t xml:space="preserve"> </w:t>
      </w:r>
      <w:r w:rsidRPr="005A2C80">
        <w:rPr>
          <w:cs/>
          <w:lang w:bidi="bn-IN"/>
        </w:rPr>
        <w:t>দেখার জন্য বিশেষ অনুরোধ রইল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>)</w:t>
      </w:r>
      <w:r w:rsidRPr="005A2C80">
        <w:t xml:space="preserve"> </w:t>
      </w:r>
    </w:p>
    <w:p w:rsidR="00093F2B" w:rsidRDefault="00093F2B" w:rsidP="009C15B9">
      <w:pPr>
        <w:pStyle w:val="libNormal"/>
        <w:rPr>
          <w:cs/>
          <w:lang w:bidi="bn-IN"/>
        </w:rPr>
      </w:pPr>
      <w:r w:rsidRPr="00093F2B">
        <w:rPr>
          <w:rFonts w:hint="cs"/>
          <w:cs/>
          <w:lang w:bidi="bn-IN"/>
        </w:rPr>
        <w:t>যখন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অন্যান্য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ধর্মের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তুলনা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দেখা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যাবে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অধিকারের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ব্যাপারে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গুরুত্বই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দিয়েছে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কারণেই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খোমেনী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রহ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বলেছেন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আল্লাহ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জানেন</w:t>
      </w:r>
      <w:r w:rsidRPr="00093F2B">
        <w:t xml:space="preserve">,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যতটা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কল্যাণ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কোন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পুরুষের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ততটা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কল্যাণ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</w:t>
      </w:r>
      <w:r w:rsidRPr="00093F2B">
        <w:rPr>
          <w:cs/>
          <w:lang w:bidi="bn-IN"/>
        </w:rPr>
        <w:t xml:space="preserve">... </w:t>
      </w:r>
      <w:r w:rsidRPr="00093F2B">
        <w:rPr>
          <w:rFonts w:hint="cs"/>
          <w:cs/>
          <w:lang w:bidi="hi-IN"/>
        </w:rPr>
        <w:t>।</w:t>
      </w:r>
      <w:r w:rsidRPr="00093F2B">
        <w:rPr>
          <w:rStyle w:val="libFootnotenumChar"/>
          <w:rFonts w:hint="cs"/>
          <w:cs/>
          <w:lang w:bidi="bn-IN"/>
        </w:rPr>
        <w:t>৫৭</w:t>
      </w:r>
      <w:r w:rsidRPr="00093F2B">
        <w:rPr>
          <w:cs/>
          <w:lang w:bidi="bn-IN"/>
        </w:rPr>
        <w:t xml:space="preserve"> </w:t>
      </w:r>
    </w:p>
    <w:p w:rsidR="00FE4106" w:rsidRPr="007C78A2" w:rsidRDefault="00093F2B" w:rsidP="00093F2B">
      <w:pPr>
        <w:pStyle w:val="libCenterBold1"/>
      </w:pPr>
      <w:r w:rsidRPr="00093F2B">
        <w:rPr>
          <w:rFonts w:hint="cs"/>
          <w:cs/>
          <w:lang w:bidi="bn-IN"/>
        </w:rPr>
        <w:t>ক</w:t>
      </w:r>
      <w:r w:rsidRPr="00093F2B">
        <w:rPr>
          <w:cs/>
          <w:lang w:bidi="bn-IN"/>
        </w:rPr>
        <w:t xml:space="preserve">)-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প্রথম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মাহ্দী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আবির্ভাবের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পরবর্তীকালে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সমাজিক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ক্ষেত্রে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ভূমিকা</w:t>
      </w:r>
      <w:r w:rsidR="00FE4106" w:rsidRPr="007C78A2">
        <w:rPr>
          <w:rtl/>
          <w:cs/>
        </w:rPr>
        <w:t>:</w:t>
      </w:r>
      <w:r w:rsidR="00FE4106" w:rsidRPr="007C78A2">
        <w:t xml:space="preserve"> </w:t>
      </w:r>
    </w:p>
    <w:p w:rsidR="00FE4106" w:rsidRPr="00623425" w:rsidRDefault="00623425" w:rsidP="00623425">
      <w:pPr>
        <w:pStyle w:val="libAie"/>
      </w:pPr>
      <w:r w:rsidRPr="00623425">
        <w:rPr>
          <w:rStyle w:val="libAlaemChar"/>
        </w:rPr>
        <w:t>)</w:t>
      </w:r>
      <w:r w:rsidR="00FE4106" w:rsidRPr="00CC77CA">
        <w:rPr>
          <w:rtl/>
        </w:rPr>
        <w:t>وَالْمُؤْمِنُونَ وَالْمُؤْمِنَاتُ بَعْضُهُمْ أَوْلِيَاءُ بَعْضٍ يَأْمُرُونَ بِالْمَعْرُوفِ وَيَنْهَوْنَ عَنِ الْمُنكَرِ</w:t>
      </w:r>
      <w:r w:rsidRPr="00CC77CA">
        <w:rPr>
          <w:rStyle w:val="libAlaemChar"/>
        </w:rPr>
        <w:t>(</w:t>
      </w:r>
    </w:p>
    <w:p w:rsidR="00093F2B" w:rsidRDefault="00093F2B" w:rsidP="00FE4106">
      <w:pPr>
        <w:pStyle w:val="libNormal"/>
        <w:rPr>
          <w:lang w:bidi="bn-IN"/>
        </w:rPr>
      </w:pPr>
      <w:r w:rsidRPr="00093F2B">
        <w:rPr>
          <w:rFonts w:hint="cs"/>
          <w:cs/>
          <w:lang w:bidi="bn-IN"/>
        </w:rPr>
        <w:t>ঈমানদার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পুরুষ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হচ্ছে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অপরের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সাহায্যকারী</w:t>
      </w:r>
      <w:r w:rsidRPr="00093F2B">
        <w:t>, (</w:t>
      </w:r>
      <w:r w:rsidRPr="00093F2B">
        <w:rPr>
          <w:rFonts w:hint="cs"/>
          <w:cs/>
          <w:lang w:bidi="bn-IN"/>
        </w:rPr>
        <w:t>তারা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অপরকে</w:t>
      </w:r>
      <w:r w:rsidRPr="00093F2B">
        <w:rPr>
          <w:cs/>
          <w:lang w:bidi="bn-IN"/>
        </w:rPr>
        <w:t xml:space="preserve">) </w:t>
      </w:r>
      <w:r w:rsidRPr="00093F2B">
        <w:rPr>
          <w:rFonts w:hint="cs"/>
          <w:cs/>
          <w:lang w:bidi="bn-IN"/>
        </w:rPr>
        <w:t>ভাল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উপদেশ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খারাপ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নিষেধ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rStyle w:val="libFootnotenumChar"/>
          <w:rFonts w:hint="cs"/>
          <w:cs/>
          <w:lang w:bidi="bn-IN"/>
        </w:rPr>
        <w:t>৫৮</w:t>
      </w:r>
      <w:r w:rsidRPr="00093F2B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lastRenderedPageBreak/>
        <w:t>উল্লিখিত আয়াতটি আমাদেরকে এটাই বুঝিয়ে দিচ্ছে যে</w:t>
      </w:r>
      <w:r w:rsidRPr="005A2C80">
        <w:t xml:space="preserve">, </w:t>
      </w:r>
      <w:r w:rsidRPr="005A2C80">
        <w:rPr>
          <w:cs/>
          <w:lang w:bidi="bn-IN"/>
        </w:rPr>
        <w:t>ইসলাম</w:t>
      </w:r>
      <w:r w:rsidRPr="005A2C80">
        <w:t xml:space="preserve"> </w:t>
      </w:r>
      <w:r w:rsidRPr="005A2C80">
        <w:rPr>
          <w:cs/>
          <w:lang w:bidi="bn-IN"/>
        </w:rPr>
        <w:t>ঈমানদার নারী-পুরুষকে একে অপরের পরিপূরক হিসেবে উপস্থাপন</w:t>
      </w:r>
      <w:r w:rsidRPr="005A2C80">
        <w:t xml:space="preserve"> </w:t>
      </w:r>
      <w:r w:rsidRPr="005A2C80">
        <w:rPr>
          <w:cs/>
          <w:lang w:bidi="bn-IN"/>
        </w:rPr>
        <w:t>করেছে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তারা অবশ্যই সামাজিক কাজ কর্মে যেমন ভালকাজের</w:t>
      </w:r>
      <w:r w:rsidRPr="005A2C80">
        <w:t xml:space="preserve"> </w:t>
      </w:r>
      <w:r w:rsidRPr="005A2C80">
        <w:rPr>
          <w:cs/>
          <w:lang w:bidi="bn-IN"/>
        </w:rPr>
        <w:t>আদেশ দান ও মন্দ কাজের নিষেধ করা প্রভৃতিতে অংশগ্রহণ করবেন এবং</w:t>
      </w:r>
      <w:r w:rsidRPr="005A2C80">
        <w:t xml:space="preserve"> </w:t>
      </w:r>
      <w:r w:rsidRPr="005A2C80">
        <w:rPr>
          <w:cs/>
          <w:lang w:bidi="bn-IN"/>
        </w:rPr>
        <w:t>এরূপ ঐশী দায়িত্বকে সঠিকভাবে পালন করবেন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এই বিষয়টি শুধুমাত্র</w:t>
      </w:r>
      <w:r w:rsidRPr="005A2C80">
        <w:t xml:space="preserve"> </w:t>
      </w:r>
      <w:r w:rsidRPr="005A2C80">
        <w:rPr>
          <w:cs/>
          <w:lang w:bidi="bn-IN"/>
        </w:rPr>
        <w:t>পুরুষের উপর অর্পিত কোন বিষয় নয় বরং ঈমানদার নারিদেরকেও</w:t>
      </w:r>
      <w:r w:rsidRPr="005A2C80">
        <w:t xml:space="preserve"> </w:t>
      </w:r>
      <w:r w:rsidRPr="005A2C80">
        <w:rPr>
          <w:cs/>
          <w:lang w:bidi="bn-IN"/>
        </w:rPr>
        <w:t>অবশ্যই এই কাজে নিয়োজিত হতে হবে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এমন কিছু বিষয়ে ইসলামের</w:t>
      </w:r>
      <w:r w:rsidRPr="005A2C80">
        <w:t xml:space="preserve"> </w:t>
      </w:r>
      <w:r w:rsidRPr="005A2C80">
        <w:rPr>
          <w:cs/>
          <w:lang w:bidi="bn-IN"/>
        </w:rPr>
        <w:t>প্রাথমিক যুগের নারীগণের ভূমিকা তুলে ধারার চেষ্টা করবো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১</w:t>
      </w:r>
      <w:r w:rsidRPr="00093F2B">
        <w:rPr>
          <w:cs/>
          <w:lang w:bidi="bn-IN"/>
        </w:rPr>
        <w:t>.</w:t>
      </w:r>
      <w:r w:rsidRPr="00093F2B">
        <w:rPr>
          <w:rFonts w:hint="cs"/>
          <w:cs/>
          <w:lang w:bidi="bn-IN"/>
        </w:rPr>
        <w:t>নাসিবাহ্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যিনি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পরবর্তীতে</w:t>
      </w:r>
      <w:r w:rsidRPr="00093F2B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093F2B">
        <w:rPr>
          <w:rFonts w:hint="cs"/>
          <w:cs/>
          <w:lang w:bidi="bn-IN"/>
        </w:rPr>
        <w:t>উম্মে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আম্মারাহ্</w:t>
      </w:r>
      <w:r w:rsidRPr="00093F2B">
        <w:rPr>
          <w:rFonts w:hint="eastAsia"/>
        </w:rPr>
        <w:t>’</w:t>
      </w:r>
      <w:r w:rsidRPr="00093F2B">
        <w:t xml:space="preserve"> </w:t>
      </w:r>
      <w:r w:rsidRPr="00093F2B">
        <w:rPr>
          <w:rFonts w:hint="cs"/>
          <w:cs/>
          <w:lang w:bidi="bn-IN"/>
        </w:rPr>
        <w:t>নামে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প্রসিদ্ধ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হয়েছিলেন</w:t>
      </w:r>
      <w:r w:rsidRPr="00093F2B">
        <w:t xml:space="preserve">, </w:t>
      </w:r>
      <w:r w:rsidRPr="00093F2B">
        <w:rPr>
          <w:rFonts w:hint="cs"/>
          <w:cs/>
          <w:lang w:bidi="bn-IN"/>
        </w:rPr>
        <w:t>তিনি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দুই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শহীদের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মাতাও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ছিলেন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তিনি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রাসূল</w:t>
      </w:r>
      <w:r w:rsidRPr="00093F2B">
        <w:rPr>
          <w:cs/>
          <w:lang w:bidi="bn-IN"/>
        </w:rPr>
        <w:t xml:space="preserve"> 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প্রতিটি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যুদ্ধে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আহতদের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চিকিৎসা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করানোর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নিয়োজিত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থাকতেন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২</w:t>
      </w:r>
      <w:r w:rsidRPr="00093F2B">
        <w:rPr>
          <w:cs/>
          <w:lang w:bidi="bn-IN"/>
        </w:rPr>
        <w:t>.</w:t>
      </w:r>
      <w:r w:rsidRPr="00093F2B">
        <w:rPr>
          <w:rFonts w:hint="cs"/>
          <w:cs/>
          <w:lang w:bidi="bn-IN"/>
        </w:rPr>
        <w:t>উম্মে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সানান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নবীর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স্ত্রী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উম্মে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সালামাহর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সহযোগিতায়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খাইবারের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যুদ্ধে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আহতদের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শুশ্রূযা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পৌঁছানোর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সাহায্য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করেছিলেন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৩</w:t>
      </w:r>
      <w:r w:rsidRPr="00093F2B">
        <w:rPr>
          <w:cs/>
          <w:lang w:bidi="bn-IN"/>
        </w:rPr>
        <w:t>.</w:t>
      </w: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বাকির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বলেছেন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ওহুদের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যুদ্ধে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হযরত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আলীর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শরীরে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৬০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টি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ক্ষতের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সৃষ্টি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কারণে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রাসূল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দুইজন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যথাক্রমে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উম্মে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সালামাহ্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উম্মে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আতিয়াহকে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তাঁর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শরীরের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ঐ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ক্ষতের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চিকিৎসা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দায়িত্ব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সমস্ত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প্রাথমিক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সামাজিক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রাজনৈতিক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ক্ষেত্রগুলোতে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ভূমিকা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পালন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করেছিল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আল্লাহর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নির্দেশ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বাস্তবায়নের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সাহায্য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করেছিল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সংখ্যা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অনেক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FE4106" w:rsidRPr="005A2C80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সাদিক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বলেন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মাহ্দী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যখন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আবির্ভূত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হবেন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তাঁর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১৩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থাকবে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প্রশ্ন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হলো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কারণে</w:t>
      </w:r>
      <w:r w:rsidRPr="00093F2B">
        <w:t xml:space="preserve">? </w:t>
      </w:r>
      <w:r w:rsidRPr="00093F2B">
        <w:rPr>
          <w:rFonts w:hint="cs"/>
          <w:cs/>
          <w:lang w:bidi="bn-IN"/>
        </w:rPr>
        <w:t>তিনি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জবাবে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বললেন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এই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মহিলাগণ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আহ্ত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ব্যক্তিদের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সেবা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শুশ্রূষা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জন্য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থাকবে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যেমনভাবে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রাসূল</w:t>
      </w:r>
      <w:r w:rsidRPr="00093F2B">
        <w:rPr>
          <w:cs/>
          <w:lang w:bidi="bn-IN"/>
        </w:rPr>
        <w:t xml:space="preserve"> </w:t>
      </w:r>
      <w:r w:rsidRPr="006445C3">
        <w:rPr>
          <w:rStyle w:val="libAlaemChar"/>
        </w:rPr>
        <w:t>–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ছিল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</w:p>
    <w:p w:rsidR="00093F2B" w:rsidRDefault="00093F2B" w:rsidP="00093F2B">
      <w:pPr>
        <w:pStyle w:val="libBold1"/>
        <w:rPr>
          <w:lang w:bidi="bn-IN"/>
        </w:rPr>
      </w:pPr>
      <w:r w:rsidRPr="00093F2B">
        <w:rPr>
          <w:rFonts w:hint="cs"/>
          <w:cs/>
          <w:lang w:bidi="bn-IN"/>
        </w:rPr>
        <w:t>খ</w:t>
      </w:r>
      <w:r w:rsidRPr="00093F2B">
        <w:rPr>
          <w:cs/>
          <w:lang w:bidi="bn-IN"/>
        </w:rPr>
        <w:t xml:space="preserve">)- </w:t>
      </w:r>
      <w:r w:rsidRPr="00093F2B">
        <w:rPr>
          <w:rFonts w:hint="cs"/>
          <w:cs/>
          <w:lang w:bidi="bn-IN"/>
        </w:rPr>
        <w:t>রাজনৈতিক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ক্ষেত্রে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ভূমিকা</w:t>
      </w:r>
      <w:r w:rsidRPr="00093F2B">
        <w:rPr>
          <w:cs/>
          <w:lang w:bidi="bn-IN"/>
        </w:rPr>
        <w:t xml:space="preserve"> :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মক্কা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নগরী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অষ্টম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হিজরীতে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মহানবী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সক্রিয়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উপস্থিতিতে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সৈন্যদের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বিজিত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মুসলমানদের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আয়ত্বে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আসে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কাফেররা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আত্মসর্মপন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lastRenderedPageBreak/>
        <w:t>মহানবী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হাজির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ধর্ম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গ্রহণ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করলো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মহিলারাও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নবী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গেল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এমন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সময়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মর্মে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নাজিল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হলো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সঙ্গে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৬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টি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শর্তে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গ্রহণ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হে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নবী</w:t>
      </w:r>
      <w:r w:rsidRPr="00093F2B">
        <w:rPr>
          <w:cs/>
          <w:lang w:bidi="bn-IN"/>
        </w:rPr>
        <w:t xml:space="preserve">! </w:t>
      </w:r>
      <w:r w:rsidRPr="00093F2B">
        <w:rPr>
          <w:rFonts w:hint="cs"/>
          <w:cs/>
          <w:lang w:bidi="bn-IN"/>
        </w:rPr>
        <w:t>যখন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নারিগণ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ঈমানের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তোমার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আসবে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নিম্নলিখিত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শর্তে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যথা</w:t>
      </w:r>
      <w:r w:rsidRPr="00093F2B">
        <w:rPr>
          <w:cs/>
          <w:lang w:bidi="bn-IN"/>
        </w:rPr>
        <w:t xml:space="preserve"> :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১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আল্লাহর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কাউকে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শরীক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t xml:space="preserve">,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২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চুরি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t xml:space="preserve">,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৩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ব্যভিচার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t xml:space="preserve">,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৪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নিজেদের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সন্তানদেরকে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হত্যা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t xml:space="preserve">,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৫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অন্যকে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অপবাদ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t xml:space="preserve">, 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৬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ভাল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ক্ষেত্রে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তোমার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নির্দেশ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অমান্য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t xml:space="preserve">, </w:t>
      </w:r>
      <w:r w:rsidRPr="00093F2B">
        <w:rPr>
          <w:rFonts w:hint="cs"/>
          <w:cs/>
          <w:lang w:bidi="bn-IN"/>
        </w:rPr>
        <w:t>তুমি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গ্রহণ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আল্লাহর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ক্ষমা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ভিক্ষা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চাইবে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কেননা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আল্লাহ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অতিশয়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দয়ালু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rStyle w:val="libFootnotenumChar"/>
          <w:rFonts w:hint="cs"/>
          <w:cs/>
          <w:lang w:bidi="bn-IN"/>
        </w:rPr>
        <w:t>৫৯</w:t>
      </w:r>
    </w:p>
    <w:p w:rsid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যখন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তৈরী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তখন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উম্মে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হাকিমা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জিজ্ঞাসা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করলো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কিভাবে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করবো</w:t>
      </w:r>
      <w:r w:rsidRPr="00093F2B">
        <w:t xml:space="preserve">? </w:t>
      </w:r>
    </w:p>
    <w:p w:rsidR="00FE4106" w:rsidRPr="005A2C80" w:rsidRDefault="00093F2B" w:rsidP="00FE4106">
      <w:pPr>
        <w:pStyle w:val="libNormal"/>
      </w:pPr>
      <w:r w:rsidRPr="00093F2B">
        <w:rPr>
          <w:rFonts w:hint="cs"/>
          <w:cs/>
          <w:lang w:bidi="bn-IN"/>
        </w:rPr>
        <w:t>নবী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বললেন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আমি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কখনই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তোমাদের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হাতের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স্পর্শ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করবো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অত</w:t>
      </w:r>
      <w:r w:rsidRPr="00093F2B">
        <w:rPr>
          <w:cs/>
          <w:lang w:bidi="bn-IN"/>
        </w:rPr>
        <w:t>:</w:t>
      </w:r>
      <w:r w:rsidRPr="00093F2B">
        <w:rPr>
          <w:rFonts w:hint="cs"/>
          <w:cs/>
          <w:lang w:bidi="bn-IN"/>
        </w:rPr>
        <w:t>পর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ভর্তি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একটি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পাত্র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আনতে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বললেন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মধ্যে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তিনি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বরকতময়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উঠিয়ে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এরপর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মহিলাদেরকে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ঐ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পানির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মধ্যে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বললেন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rStyle w:val="libFootnotenumChar"/>
          <w:rFonts w:hint="cs"/>
          <w:cs/>
          <w:lang w:bidi="bn-IN"/>
        </w:rPr>
        <w:t>৬০</w:t>
      </w: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গ)- ইমাম খোমেনীর দৃষ্টিতে সামাজিক ক্ষেত্রে নারীর ভূমিকা :</w:t>
      </w:r>
      <w:r w:rsidRPr="005A2C80">
        <w:t xml:space="preserve"> </w:t>
      </w:r>
    </w:p>
    <w:p w:rsidR="00FE4106" w:rsidRPr="005A2C80" w:rsidRDefault="00FE4106" w:rsidP="007C78A2">
      <w:pPr>
        <w:pStyle w:val="libNormal"/>
      </w:pPr>
      <w:r w:rsidRPr="003A255A">
        <w:rPr>
          <w:rStyle w:val="libAlaemChar"/>
        </w:rPr>
        <w:t>‘</w:t>
      </w:r>
      <w:r w:rsidRPr="005A2C80">
        <w:rPr>
          <w:cs/>
          <w:lang w:bidi="bn-IN"/>
        </w:rPr>
        <w:t>আমি ইরানের বিভিন্ন শহরের যেমন কোম ও মাশহাদের নারীদের</w:t>
      </w:r>
      <w:r w:rsidRPr="005A2C80">
        <w:t xml:space="preserve"> </w:t>
      </w:r>
      <w:r w:rsidRPr="005A2C80">
        <w:rPr>
          <w:cs/>
          <w:lang w:bidi="bn-IN"/>
        </w:rPr>
        <w:t>সাহসিকতা দেখে গর্ববোধ করি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আপনারা সাহসী নারীরাই এ বিষয়ে</w:t>
      </w:r>
      <w:r w:rsidRPr="005A2C80">
        <w:t xml:space="preserve"> </w:t>
      </w:r>
      <w:r w:rsidRPr="005A2C80">
        <w:rPr>
          <w:cs/>
          <w:lang w:bidi="bn-IN"/>
        </w:rPr>
        <w:t>অগ্রণী ভূমিকা পালন করেছেন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আপনারাই পুরুষদেরকে সাহস</w:t>
      </w:r>
      <w:r w:rsidRPr="005A2C80">
        <w:t xml:space="preserve"> </w:t>
      </w:r>
      <w:r w:rsidRPr="005A2C80">
        <w:rPr>
          <w:cs/>
          <w:lang w:bidi="bn-IN"/>
        </w:rPr>
        <w:t>যুগিয়েছিলেন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আমরা সকলেই আপনাদের সাহসিকতার কাছে কৃতজ্ঞ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ইসলাম নারীদের প্রতি বিশেষ দৃষ্টি রেখেছে ...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ইসলাম নারীদের প্রতি</w:t>
      </w:r>
      <w:r w:rsidRPr="005A2C80">
        <w:t xml:space="preserve"> </w:t>
      </w:r>
      <w:r w:rsidRPr="005A2C80">
        <w:rPr>
          <w:cs/>
          <w:lang w:bidi="bn-IN"/>
        </w:rPr>
        <w:t xml:space="preserve">যতটা অবদান রেখেছে </w:t>
      </w:r>
      <w:r w:rsidRPr="005A2C80">
        <w:rPr>
          <w:cs/>
          <w:lang w:bidi="bn-IN"/>
        </w:rPr>
        <w:lastRenderedPageBreak/>
        <w:t>তা পুরুষদের প্রতি অবদানের চেয়েও বেশী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আর এই বিপ্লবের বিজয়ের ব্যাপারেও নারীদের ভূমিকা পুরুষদের তুলনায়</w:t>
      </w:r>
      <w:r w:rsidRPr="005A2C80">
        <w:t xml:space="preserve"> </w:t>
      </w:r>
      <w:r w:rsidRPr="005A2C80">
        <w:rPr>
          <w:cs/>
          <w:lang w:bidi="bn-IN"/>
        </w:rPr>
        <w:t>অনেক বেশী ছিল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নারীরা অবশ্যই দেশের গুরুত্বপূর্ণ বিষয়ে সক্রিয় অংশ্রগ্রহণ</w:t>
      </w:r>
      <w:r w:rsidRPr="005A2C80">
        <w:t xml:space="preserve"> </w:t>
      </w:r>
      <w:r w:rsidRPr="005A2C80">
        <w:rPr>
          <w:cs/>
          <w:lang w:bidi="bn-IN"/>
        </w:rPr>
        <w:t>করবেন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আপনারা যেভাবে বিপ্লব প্রতিষ্ঠার ক্ষেত্রে ভূমিকা রেখেছিলেন</w:t>
      </w:r>
      <w:r w:rsidRPr="005A2C80">
        <w:t xml:space="preserve"> </w:t>
      </w:r>
      <w:r w:rsidRPr="005A2C80">
        <w:rPr>
          <w:cs/>
          <w:lang w:bidi="bn-IN"/>
        </w:rPr>
        <w:t>এবং এক্ষেত্রে অংশীদার ছিলেন তদ্রূপ এখন এই বিজয়ের সাথে অবশ্যই</w:t>
      </w:r>
      <w:r w:rsidRPr="005A2C80">
        <w:t xml:space="preserve"> </w:t>
      </w:r>
      <w:r w:rsidRPr="005A2C80">
        <w:rPr>
          <w:cs/>
          <w:lang w:bidi="bn-IN"/>
        </w:rPr>
        <w:t>অনুরূপ অংশীদার থাকুন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এটা ভুলে যাবেন না যে</w:t>
      </w:r>
      <w:r w:rsidRPr="005A2C80">
        <w:t xml:space="preserve">, </w:t>
      </w:r>
      <w:r w:rsidRPr="005A2C80">
        <w:rPr>
          <w:cs/>
          <w:lang w:bidi="bn-IN"/>
        </w:rPr>
        <w:t>যখনই জাতির</w:t>
      </w:r>
      <w:r w:rsidRPr="005A2C80">
        <w:t xml:space="preserve"> </w:t>
      </w:r>
      <w:r w:rsidRPr="005A2C80">
        <w:rPr>
          <w:cs/>
          <w:lang w:bidi="bn-IN"/>
        </w:rPr>
        <w:t>প্রয়োজন তখনই কিয়াম করবেন (দায়িত্ব পালনের জন্য বেরিয়ে</w:t>
      </w:r>
      <w:r w:rsidRPr="005A2C80">
        <w:t xml:space="preserve"> </w:t>
      </w:r>
      <w:r w:rsidRPr="005A2C80">
        <w:rPr>
          <w:cs/>
          <w:lang w:bidi="bn-IN"/>
        </w:rPr>
        <w:t>আসবেন)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 এই দেশটা তো আপনাদের ...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ইনশাআল্লাহ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আপনারা অবশ্যই এই দেশটিকে গড়ে</w:t>
      </w:r>
      <w:r w:rsidRPr="005A2C80">
        <w:t xml:space="preserve"> </w:t>
      </w:r>
      <w:r w:rsidRPr="005A2C80">
        <w:rPr>
          <w:cs/>
          <w:lang w:bidi="bn-IN"/>
        </w:rPr>
        <w:t>তুলবেন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ইসলামের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প্রাথমিক যুগে মহিলারা পুরুষের সাথে বিভিন্ন যুদ্ধে অংশ</w:t>
      </w:r>
      <w:r w:rsidRPr="005A2C80">
        <w:t xml:space="preserve"> </w:t>
      </w:r>
      <w:r w:rsidRPr="005A2C80">
        <w:rPr>
          <w:cs/>
          <w:lang w:bidi="bn-IN"/>
        </w:rPr>
        <w:t>গ্রহণ করেছিলেন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আমরা তাদেরকে কখনো কখনো পুরুষদের মতই</w:t>
      </w:r>
      <w:r w:rsidRPr="005A2C80">
        <w:t xml:space="preserve"> </w:t>
      </w:r>
      <w:r w:rsidRPr="005A2C80">
        <w:rPr>
          <w:cs/>
          <w:lang w:bidi="bn-IN"/>
        </w:rPr>
        <w:t>ভূমিকা পালন করতে দেখেছি আবার কখনো তারা পুরুষদের থেকেও</w:t>
      </w:r>
      <w:r w:rsidRPr="005A2C80">
        <w:t xml:space="preserve"> </w:t>
      </w:r>
      <w:r w:rsidRPr="005A2C80">
        <w:rPr>
          <w:cs/>
          <w:lang w:bidi="bn-IN"/>
        </w:rPr>
        <w:t>অগ্রণী ভূমিকা পালন করেছেন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নিজেকে</w:t>
      </w:r>
      <w:r w:rsidRPr="005A2C80">
        <w:t xml:space="preserve">, </w:t>
      </w:r>
      <w:r w:rsidRPr="005A2C80">
        <w:rPr>
          <w:cs/>
          <w:lang w:bidi="bn-IN"/>
        </w:rPr>
        <w:t>নিজের সন্তানদেরকে বিশেষ</w:t>
      </w:r>
      <w:r w:rsidRPr="005A2C80">
        <w:t xml:space="preserve"> </w:t>
      </w:r>
      <w:r w:rsidRPr="005A2C80">
        <w:rPr>
          <w:cs/>
          <w:lang w:bidi="bn-IN"/>
        </w:rPr>
        <w:t>করে যুবকদেরকে উৎসর্গ করেছিলেন তাতেও তারা হতোদ্যম হন নি</w:t>
      </w:r>
      <w:r w:rsidRPr="005A2C80">
        <w:t xml:space="preserve">, </w:t>
      </w:r>
      <w:r w:rsidRPr="005A2C80">
        <w:rPr>
          <w:cs/>
          <w:lang w:bidi="bn-IN"/>
        </w:rPr>
        <w:t>বরং</w:t>
      </w:r>
      <w:r w:rsidRPr="005A2C80">
        <w:t xml:space="preserve"> </w:t>
      </w:r>
      <w:r w:rsidRPr="005A2C80">
        <w:rPr>
          <w:cs/>
          <w:lang w:bidi="bn-IN"/>
        </w:rPr>
        <w:t>শক্ত হাতে শত্রুকে প্রতিরোধ করেছিলেন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আমরা তো এটাই চাই যে</w:t>
      </w:r>
      <w:r w:rsidRPr="005A2C80">
        <w:t xml:space="preserve">, </w:t>
      </w:r>
      <w:r w:rsidRPr="005A2C80">
        <w:rPr>
          <w:cs/>
          <w:lang w:bidi="bn-IN"/>
        </w:rPr>
        <w:t>নারীরা মনুষ্যত্বের সর্বোচ্চ পর্যায়ে পৌঁছাক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নারীরা অবশ্যই তাদের</w:t>
      </w:r>
      <w:r w:rsidRPr="005A2C80">
        <w:t xml:space="preserve"> </w:t>
      </w:r>
      <w:r w:rsidRPr="005A2C80">
        <w:rPr>
          <w:cs/>
          <w:lang w:bidi="bn-IN"/>
        </w:rPr>
        <w:t>ভাগ্য নির্ধারণী বিষয়ে সক্রিয় ভূমিকা পালন করবেন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9C15B9" w:rsidRDefault="00ED4DE2" w:rsidP="00ED4DE2">
      <w:pPr>
        <w:pStyle w:val="libNormal"/>
      </w:pPr>
      <w:r w:rsidRPr="00ED4DE2">
        <w:rPr>
          <w:rFonts w:hint="cs"/>
          <w:cs/>
          <w:lang w:bidi="bn-IN"/>
        </w:rPr>
        <w:t>ইসলাম</w:t>
      </w:r>
      <w:r w:rsidRPr="00ED4DE2">
        <w:rPr>
          <w:cs/>
          <w:lang w:bidi="bn-IN"/>
        </w:rPr>
        <w:t xml:space="preserve"> </w:t>
      </w:r>
      <w:r w:rsidRPr="00ED4DE2">
        <w:rPr>
          <w:rFonts w:hint="cs"/>
          <w:cs/>
          <w:lang w:bidi="bn-IN"/>
        </w:rPr>
        <w:t>বিপ্লব</w:t>
      </w:r>
      <w:r w:rsidRPr="00ED4DE2">
        <w:rPr>
          <w:cs/>
          <w:lang w:bidi="bn-IN"/>
        </w:rPr>
        <w:t xml:space="preserve"> </w:t>
      </w:r>
      <w:r w:rsidRPr="00ED4DE2">
        <w:rPr>
          <w:rFonts w:hint="cs"/>
          <w:cs/>
          <w:lang w:bidi="bn-IN"/>
        </w:rPr>
        <w:t>পূর্ব</w:t>
      </w:r>
      <w:r w:rsidRPr="00ED4DE2">
        <w:rPr>
          <w:cs/>
          <w:lang w:bidi="bn-IN"/>
        </w:rPr>
        <w:t xml:space="preserve"> </w:t>
      </w:r>
      <w:r w:rsidRPr="00ED4DE2">
        <w:rPr>
          <w:rFonts w:hint="cs"/>
          <w:cs/>
          <w:lang w:bidi="bn-IN"/>
        </w:rPr>
        <w:t>প্রশাসন</w:t>
      </w:r>
      <w:r w:rsidRPr="00ED4DE2">
        <w:rPr>
          <w:cs/>
          <w:lang w:bidi="bn-IN"/>
        </w:rPr>
        <w:t xml:space="preserve"> </w:t>
      </w:r>
      <w:r w:rsidR="00FE4106" w:rsidRPr="009C15B9">
        <w:rPr>
          <w:cs/>
          <w:lang w:bidi="bn-IN"/>
        </w:rPr>
        <w:t>আমাদের সাহসী ও যোদ্ধা নারীগোষ্ঠীকে</w:t>
      </w:r>
      <w:r w:rsidR="00FE4106" w:rsidRPr="009C15B9">
        <w:t xml:space="preserve"> </w:t>
      </w:r>
      <w:r w:rsidR="00FE4106" w:rsidRPr="009C15B9">
        <w:rPr>
          <w:cs/>
          <w:lang w:bidi="bn-IN"/>
        </w:rPr>
        <w:t>কোণ ঠাসা করে রাখতে চেয়েছিল কিন্তু আল্লাহ্ তা চান নি । তারা নারীকে</w:t>
      </w:r>
      <w:r w:rsidR="00FE4106" w:rsidRPr="009C15B9">
        <w:t xml:space="preserve"> </w:t>
      </w:r>
      <w:r w:rsidR="00FE4106" w:rsidRPr="009C15B9">
        <w:rPr>
          <w:cs/>
          <w:lang w:bidi="bn-IN"/>
        </w:rPr>
        <w:t>পণ্যের ন্যায় ব্যবহার করতে চেয়েছিল</w:t>
      </w:r>
      <w:r w:rsidR="00FE4106" w:rsidRPr="009C15B9">
        <w:t xml:space="preserve">, </w:t>
      </w:r>
      <w:r w:rsidR="00FE4106" w:rsidRPr="009C15B9">
        <w:rPr>
          <w:cs/>
          <w:lang w:bidi="bn-IN"/>
        </w:rPr>
        <w:t>কিন্তু ইসলাম নারীকে পুরুষের</w:t>
      </w:r>
      <w:r w:rsidR="00FE4106" w:rsidRPr="009C15B9">
        <w:t xml:space="preserve"> </w:t>
      </w:r>
      <w:r w:rsidR="00FE4106" w:rsidRPr="009C15B9">
        <w:rPr>
          <w:cs/>
          <w:lang w:bidi="bn-IN"/>
        </w:rPr>
        <w:t xml:space="preserve">অনুরূপ জীবনের প্রতিটি ক্ষেত্রে ভূমিকা পালনের অনুমতি দিয়েছে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৬১</w:t>
      </w:r>
      <w:r w:rsidR="00FE4106" w:rsidRPr="009C15B9">
        <w:t xml:space="preserve"> </w:t>
      </w:r>
    </w:p>
    <w:p w:rsidR="00FE4106" w:rsidRPr="005A2C80" w:rsidRDefault="00FE4106" w:rsidP="00FE4106">
      <w:pPr>
        <w:pStyle w:val="libNormal"/>
      </w:pPr>
    </w:p>
    <w:p w:rsidR="00FE4106" w:rsidRPr="007C78A2" w:rsidRDefault="00FE4106" w:rsidP="00093F2B">
      <w:pPr>
        <w:pStyle w:val="libBold1"/>
      </w:pPr>
      <w:r w:rsidRPr="009C15B9">
        <w:rPr>
          <w:rFonts w:hint="cs"/>
          <w:cs/>
          <w:lang w:bidi="bn-IN"/>
        </w:rPr>
        <w:t>শেষ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কথা</w:t>
      </w:r>
      <w:r w:rsidRPr="00623425">
        <w:rPr>
          <w:rFonts w:hint="cs"/>
          <w:rtl/>
          <w:cs/>
        </w:rPr>
        <w:t xml:space="preserve"> :</w:t>
      </w:r>
    </w:p>
    <w:p w:rsidR="00093F2B" w:rsidRPr="00093F2B" w:rsidRDefault="00093F2B" w:rsidP="00093F2B">
      <w:pPr>
        <w:pStyle w:val="libNormal"/>
      </w:pPr>
      <w:r w:rsidRPr="00093F2B">
        <w:rPr>
          <w:rFonts w:hint="cs"/>
          <w:cs/>
          <w:lang w:bidi="bn-IN"/>
        </w:rPr>
        <w:t>উল্লিখিত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আলোচনা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থেকে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এটা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স্পষ্ট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রাসূল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সময়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নারিগণ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বাইয়াতের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একটি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রাজনৈতিক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বিষয়েও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বিশেষ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শর্তে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অংশ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গ্রহণ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করেছিলেন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সাথে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যুদ্ধের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ময়দানে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আহতদের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সেবা</w:t>
      </w:r>
      <w:r w:rsidRPr="00093F2B">
        <w:rPr>
          <w:cs/>
          <w:lang w:bidi="bn-IN"/>
        </w:rPr>
        <w:t xml:space="preserve">- </w:t>
      </w:r>
      <w:r w:rsidRPr="00093F2B">
        <w:rPr>
          <w:rFonts w:hint="cs"/>
          <w:cs/>
          <w:lang w:bidi="bn-IN"/>
        </w:rPr>
        <w:t>শুশ্রূষা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কাজেও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অংশগ্রহণ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করেছিলেন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যুদ্ধে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স্বামী</w:t>
      </w:r>
      <w:r w:rsidRPr="00093F2B">
        <w:t xml:space="preserve">, </w:t>
      </w:r>
      <w:r w:rsidRPr="00093F2B">
        <w:rPr>
          <w:rFonts w:hint="cs"/>
          <w:cs/>
          <w:lang w:bidi="bn-IN"/>
        </w:rPr>
        <w:t>সন্তান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সন্ততি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আত্মীয়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স্বজনদের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শহীদ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হওয়াতে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গর্ববোধ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করতেন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কেননা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বুঝতে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lastRenderedPageBreak/>
        <w:t>পেরেছিলেন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এটাই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হচ্ছে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আল্লাহর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পথ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এমনকি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স্বামী</w:t>
      </w:r>
      <w:r w:rsidRPr="00093F2B">
        <w:t xml:space="preserve">, </w:t>
      </w:r>
      <w:r w:rsidRPr="00093F2B">
        <w:rPr>
          <w:rFonts w:hint="cs"/>
          <w:cs/>
          <w:lang w:bidi="bn-IN"/>
        </w:rPr>
        <w:t>সন্তান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সন্ততি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আত্মীয়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স্বজনদের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শহীদ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হওয়ার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যুদ্ধে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যাওয়ার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প্রস্তুতি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গ্রহণ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093F2B" w:rsidRPr="00093F2B" w:rsidRDefault="00093F2B" w:rsidP="00C6693F">
      <w:pPr>
        <w:pStyle w:val="libNormal"/>
      </w:pPr>
      <w:r w:rsidRPr="00093F2B">
        <w:rPr>
          <w:rFonts w:hint="cs"/>
          <w:cs/>
          <w:lang w:bidi="bn-IN"/>
        </w:rPr>
        <w:t>ফেরাউনের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বিরুদ্ধে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হযরত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আসিয়ার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সংগ্রাম</w:t>
      </w:r>
      <w:r w:rsidRPr="00093F2B">
        <w:t xml:space="preserve">,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শত্রুদের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বিরুদ্ধে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হযরত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খাদিজা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সংগ্রাম</w:t>
      </w:r>
      <w:r w:rsidRPr="00093F2B">
        <w:t xml:space="preserve">, </w:t>
      </w:r>
      <w:r w:rsidRPr="00093F2B">
        <w:rPr>
          <w:rFonts w:hint="cs"/>
          <w:cs/>
          <w:lang w:bidi="bn-IN"/>
        </w:rPr>
        <w:t>হযরত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ফাতিমা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বেলায়াত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ইমামতের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পক্ষে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শত্রুর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মুকাবিলা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করা</w:t>
      </w:r>
      <w:r w:rsidRPr="00093F2B">
        <w:t xml:space="preserve">, </w:t>
      </w:r>
      <w:r w:rsidRPr="00093F2B">
        <w:rPr>
          <w:rFonts w:hint="cs"/>
          <w:cs/>
          <w:lang w:bidi="bn-IN"/>
        </w:rPr>
        <w:t>হযরত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যয়নাব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হুসাইন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>.) 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বিপ্লবকে এগিয়ে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যাওয়া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ইয়াযিদ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দোসরদের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শত্রু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হিসেবে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প্রমাণ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দেয়া</w:t>
      </w:r>
      <w:r w:rsidRPr="00093F2B">
        <w:t xml:space="preserve">, </w:t>
      </w:r>
      <w:r w:rsidRPr="00093F2B">
        <w:rPr>
          <w:rFonts w:hint="cs"/>
          <w:cs/>
          <w:lang w:bidi="bn-IN"/>
        </w:rPr>
        <w:t>এসব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কিছুই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এটার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প্রমাণ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দেয়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পূর্বে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অন্যান্য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নবীদের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প্রথম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যুগে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সামাজিক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রাজনৈতিক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গুরুত্বপূর্ণ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বিষয়ে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ভূমিকা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পালন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করেছিল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কোন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পক্ষপাতিত্ব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পুরুষ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উভয়ের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অধিকারের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ব্যাপারে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ন্যায়সঙ্গত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কথা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বলেছে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যা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পবিত্র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কোরআন</w:t>
      </w:r>
      <w:r w:rsidRPr="00093F2B">
        <w:t xml:space="preserve">, </w:t>
      </w:r>
      <w:r w:rsidRPr="00093F2B">
        <w:rPr>
          <w:rFonts w:hint="cs"/>
          <w:cs/>
          <w:lang w:bidi="bn-IN"/>
        </w:rPr>
        <w:t>নবী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তাঁর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আহলে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বাইতের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ইমামদের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আ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হাদীসে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প্রমাণিত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আমরা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পুরুষের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মধ্যে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বিধানগত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পাথর্ক্য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দেখতে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হচ্ছে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সৃষ্টিগত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প্রকৃতিগত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পার্থক্যের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কারণে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আল্লাহ্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</w:t>
      </w:r>
      <w:r w:rsidRPr="00093F2B">
        <w:rPr>
          <w:rFonts w:hint="eastAsia"/>
        </w:rPr>
        <w:t>’</w:t>
      </w:r>
      <w:r w:rsidRPr="00093F2B">
        <w:rPr>
          <w:rFonts w:hint="cs"/>
          <w:cs/>
          <w:lang w:bidi="bn-IN"/>
        </w:rPr>
        <w:t>য়ালা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উভয়েরই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কর্মক্ষেত্র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দায়িত্বের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পরিধি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নির্দিষ্ট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দিয়েছেন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পার্থক্যের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কারণে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হয়তো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অধিকারের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ক্ষেত্রেও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অপরের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মধ্যে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পার্থক্য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দৃষ্টিগোচর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হয়ে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থাকে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</w:p>
    <w:p w:rsidR="00093F2B" w:rsidRDefault="00093F2B" w:rsidP="00093F2B">
      <w:pPr>
        <w:pStyle w:val="libNormal"/>
        <w:rPr>
          <w:cs/>
          <w:lang w:bidi="bn-IN"/>
        </w:rPr>
      </w:pPr>
      <w:r w:rsidRPr="00093F2B">
        <w:rPr>
          <w:rFonts w:hint="cs"/>
          <w:cs/>
          <w:lang w:bidi="bn-IN"/>
        </w:rPr>
        <w:t>ইমাম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খোমেনী</w:t>
      </w:r>
      <w:r w:rsidRPr="00093F2B">
        <w:rPr>
          <w:cs/>
          <w:lang w:bidi="bn-IN"/>
        </w:rPr>
        <w:t xml:space="preserve">  (</w:t>
      </w:r>
      <w:r w:rsidRPr="00093F2B">
        <w:rPr>
          <w:rFonts w:hint="cs"/>
          <w:cs/>
          <w:lang w:bidi="bn-IN"/>
        </w:rPr>
        <w:t>রহ</w:t>
      </w:r>
      <w:r w:rsidRPr="00093F2B">
        <w:rPr>
          <w:cs/>
          <w:lang w:bidi="bn-IN"/>
        </w:rPr>
        <w:t xml:space="preserve">.) </w:t>
      </w:r>
      <w:r w:rsidRPr="00093F2B">
        <w:rPr>
          <w:rFonts w:hint="cs"/>
          <w:cs/>
          <w:lang w:bidi="bn-IN"/>
        </w:rPr>
        <w:t>বলেছেন</w:t>
      </w:r>
      <w:r w:rsidRPr="00093F2B">
        <w:rPr>
          <w:cs/>
          <w:lang w:bidi="bn-IN"/>
        </w:rPr>
        <w:t xml:space="preserve"> :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নারীদেরকে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পুরুষের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পাশাপাশি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স্থান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দিয়েছে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কেননা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নবী</w:t>
      </w:r>
      <w:r w:rsidRPr="00093F2B">
        <w:rPr>
          <w:cs/>
          <w:lang w:bidi="bn-IN"/>
        </w:rPr>
        <w:t xml:space="preserve"> (</w:t>
      </w:r>
      <w:r w:rsidRPr="00093F2B">
        <w:rPr>
          <w:rFonts w:hint="cs"/>
          <w:cs/>
          <w:lang w:bidi="bn-IN"/>
        </w:rPr>
        <w:t>সা</w:t>
      </w:r>
      <w:r w:rsidRPr="00093F2B">
        <w:rPr>
          <w:cs/>
          <w:lang w:bidi="bn-IN"/>
        </w:rPr>
        <w:t>.) -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আসার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আগে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পর্যন্ত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নারীদেরকে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কোন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মূল্যই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দেয়া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হতো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নারীদেরকে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ক্ষমতা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দান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পুরুষ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একে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অপরের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পরিপূরক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যদিও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ইসলামের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দৃষ্টিতে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পুরুষের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জন্য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নির্দিষ্ট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আইন</w:t>
      </w:r>
      <w:r w:rsidRPr="00093F2B">
        <w:rPr>
          <w:cs/>
          <w:lang w:bidi="bn-IN"/>
        </w:rPr>
        <w:t>-</w:t>
      </w:r>
      <w:r w:rsidRPr="00093F2B">
        <w:rPr>
          <w:rFonts w:hint="cs"/>
          <w:cs/>
          <w:lang w:bidi="bn-IN"/>
        </w:rPr>
        <w:t>কানুন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আছে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এবং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মহিলাদেরও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তদ্রূপ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কিন্তু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অর্থ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এই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নয়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যে</w:t>
      </w:r>
      <w:r w:rsidRPr="00093F2B">
        <w:t xml:space="preserve">, </w:t>
      </w:r>
      <w:r w:rsidRPr="00093F2B">
        <w:rPr>
          <w:rFonts w:hint="cs"/>
          <w:cs/>
          <w:lang w:bidi="bn-IN"/>
        </w:rPr>
        <w:t>ইসলাম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তাদের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মধ্যে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পার্থক্য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bn-IN"/>
        </w:rPr>
        <w:t>করেছে</w:t>
      </w:r>
      <w:r w:rsidRPr="00093F2B">
        <w:rPr>
          <w:cs/>
          <w:lang w:bidi="bn-IN"/>
        </w:rPr>
        <w:t xml:space="preserve"> </w:t>
      </w:r>
      <w:r w:rsidRPr="00093F2B">
        <w:rPr>
          <w:rFonts w:hint="cs"/>
          <w:cs/>
          <w:lang w:bidi="hi-IN"/>
        </w:rPr>
        <w:t>।</w:t>
      </w:r>
    </w:p>
    <w:p w:rsidR="00093F2B" w:rsidRPr="00C6693F" w:rsidRDefault="00093F2B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7C78A2" w:rsidRDefault="00FE4106" w:rsidP="00093F2B">
      <w:pPr>
        <w:pStyle w:val="Heading2Center"/>
      </w:pPr>
      <w:bookmarkStart w:id="14" w:name="_Toc439886100"/>
      <w:bookmarkStart w:id="15" w:name="_Toc440447860"/>
      <w:r w:rsidRPr="009C15B9">
        <w:rPr>
          <w:rFonts w:hint="cs"/>
          <w:cs/>
          <w:lang w:bidi="bn-IN"/>
        </w:rPr>
        <w:lastRenderedPageBreak/>
        <w:t>পুরুষ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মধ্যে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পার্থক্যসমূহ</w:t>
      </w:r>
      <w:bookmarkEnd w:id="14"/>
      <w:bookmarkEnd w:id="15"/>
      <w:r w:rsidRPr="00623425">
        <w:rPr>
          <w:rFonts w:hint="cs"/>
          <w:rtl/>
          <w:cs/>
        </w:rPr>
        <w:t xml:space="preserve"> </w:t>
      </w:r>
    </w:p>
    <w:p w:rsidR="00FE4106" w:rsidRPr="005A2C80" w:rsidRDefault="00FE4106" w:rsidP="0065046F">
      <w:pPr>
        <w:pStyle w:val="libBold1"/>
        <w:rPr>
          <w:lang w:bidi="bn-IN"/>
        </w:rPr>
      </w:pPr>
    </w:p>
    <w:p w:rsidR="00A95577" w:rsidRPr="00A95577" w:rsidRDefault="00A95577" w:rsidP="00A95577">
      <w:pPr>
        <w:pStyle w:val="libBold1"/>
      </w:pPr>
      <w:r w:rsidRPr="00A95577">
        <w:rPr>
          <w:rFonts w:hint="cs"/>
          <w:cs/>
          <w:lang w:bidi="bn-IN"/>
        </w:rPr>
        <w:t>১</w:t>
      </w:r>
      <w:r w:rsidRPr="00A95577">
        <w:rPr>
          <w:cs/>
          <w:lang w:bidi="bn-IN"/>
        </w:rPr>
        <w:t xml:space="preserve">- </w:t>
      </w:r>
      <w:r w:rsidRPr="00A95577">
        <w:rPr>
          <w:rFonts w:hint="cs"/>
          <w:cs/>
          <w:lang w:bidi="bn-IN"/>
        </w:rPr>
        <w:t>শারীরিক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গঠনের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ক্ষেত্রে</w:t>
      </w:r>
      <w:r w:rsidRPr="00A95577">
        <w:rPr>
          <w:cs/>
          <w:lang w:bidi="bn-IN"/>
        </w:rPr>
        <w:t xml:space="preserve"> : </w:t>
      </w:r>
    </w:p>
    <w:p w:rsidR="00A95577" w:rsidRPr="00A95577" w:rsidRDefault="00A95577" w:rsidP="00A95577">
      <w:pPr>
        <w:pStyle w:val="libNormal"/>
      </w:pPr>
      <w:r w:rsidRPr="00A95577">
        <w:rPr>
          <w:rFonts w:hint="cs"/>
          <w:cs/>
          <w:lang w:bidi="bn-IN"/>
        </w:rPr>
        <w:t>সাধারণভাবে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বৃহৎ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গড়নের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ক্ষুদ্র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গড়নের</w:t>
      </w:r>
      <w:r w:rsidRPr="00A95577">
        <w:t xml:space="preserve">, </w:t>
      </w:r>
      <w:r w:rsidRPr="00A95577">
        <w:rPr>
          <w:rFonts w:hint="cs"/>
          <w:cs/>
          <w:lang w:bidi="bn-IN"/>
        </w:rPr>
        <w:t>পুরুষেরা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অপেক্ষাকৃত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লম্বা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খাট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সুঠাম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কোমল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কণ্ঠস্বর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মোটা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কণ্ঠস্বর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মোলায়েম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শরীরের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বৃদ্ধি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দ্রুত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শরীরের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বৃদ্ধি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ধীরে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এমনকি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মায়ের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গর্ভে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কন্যা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শিশু</w:t>
      </w:r>
      <w:r w:rsidRPr="00A95577">
        <w:t xml:space="preserve">, </w:t>
      </w:r>
      <w:r w:rsidRPr="00A95577">
        <w:rPr>
          <w:rFonts w:hint="cs"/>
          <w:cs/>
          <w:lang w:bidi="bn-IN"/>
        </w:rPr>
        <w:t>ছেলে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শিশুর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দ্রুত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বৃদ্ধি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শরীরিক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শক্তির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শারীরিক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শক্তি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বেশী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অসুস্থতার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ক্ষেত্রে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রোগ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প্রতিরোধ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ক্ষমতা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অনেক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বেশী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আগেই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বালেগ</w:t>
      </w:r>
      <w:r w:rsidRPr="00A95577">
        <w:rPr>
          <w:cs/>
          <w:lang w:bidi="bn-IN"/>
        </w:rPr>
        <w:t xml:space="preserve"> (</w:t>
      </w:r>
      <w:r w:rsidRPr="00A95577">
        <w:rPr>
          <w:rFonts w:hint="cs"/>
          <w:cs/>
          <w:lang w:bidi="bn-IN"/>
        </w:rPr>
        <w:t>বয়ঃপ্রাপ্ত</w:t>
      </w:r>
      <w:r w:rsidRPr="00A95577">
        <w:rPr>
          <w:cs/>
          <w:lang w:bidi="bn-IN"/>
        </w:rPr>
        <w:t xml:space="preserve">) </w:t>
      </w:r>
      <w:r w:rsidRPr="00A95577">
        <w:rPr>
          <w:rFonts w:hint="cs"/>
          <w:cs/>
          <w:lang w:bidi="bn-IN"/>
        </w:rPr>
        <w:t>হয়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এবং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অনেক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আগেই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সন্তান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জন্মদান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ক্ষমতা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হারায়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কন্যা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সন্তান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ছেলে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সন্তানের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আগে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কথা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বলতে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শিখে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মধ্যম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আকারের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মগজ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একজন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মধ্যম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আকারের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মগজের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বড়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ফুসফুস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ফুসফুসের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বেশী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হাওয়া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ধারন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হৃদ</w:t>
      </w:r>
      <w:r w:rsidRPr="00A95577">
        <w:rPr>
          <w:cs/>
          <w:lang w:bidi="bn-IN"/>
        </w:rPr>
        <w:t>-</w:t>
      </w:r>
      <w:r w:rsidRPr="00A95577">
        <w:rPr>
          <w:rFonts w:hint="cs"/>
          <w:cs/>
          <w:lang w:bidi="bn-IN"/>
        </w:rPr>
        <w:t>স্পন্দন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হৃদ</w:t>
      </w:r>
      <w:r w:rsidRPr="00A95577">
        <w:rPr>
          <w:cs/>
          <w:lang w:bidi="bn-IN"/>
        </w:rPr>
        <w:t>-</w:t>
      </w:r>
      <w:r w:rsidRPr="00A95577">
        <w:rPr>
          <w:rFonts w:hint="cs"/>
          <w:cs/>
          <w:lang w:bidi="bn-IN"/>
        </w:rPr>
        <w:t>স্পন্দনের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গতি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দ্রুত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</w:p>
    <w:p w:rsidR="00A95577" w:rsidRPr="00A95577" w:rsidRDefault="00A95577" w:rsidP="00A95577">
      <w:pPr>
        <w:pStyle w:val="libBold1"/>
      </w:pPr>
      <w:r w:rsidRPr="00A95577">
        <w:rPr>
          <w:rFonts w:hint="cs"/>
          <w:cs/>
          <w:lang w:bidi="bn-IN"/>
        </w:rPr>
        <w:t>২</w:t>
      </w:r>
      <w:r w:rsidRPr="00A95577">
        <w:rPr>
          <w:cs/>
          <w:lang w:bidi="bn-IN"/>
        </w:rPr>
        <w:t xml:space="preserve">- </w:t>
      </w:r>
      <w:r w:rsidRPr="00A95577">
        <w:rPr>
          <w:rFonts w:hint="cs"/>
          <w:cs/>
          <w:lang w:bidi="bn-IN"/>
        </w:rPr>
        <w:t>মানসিক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: </w:t>
      </w:r>
    </w:p>
    <w:p w:rsidR="00A95577" w:rsidRPr="00A95577" w:rsidRDefault="00A95577" w:rsidP="00A95577">
      <w:pPr>
        <w:pStyle w:val="libNormal"/>
      </w:pPr>
      <w:r w:rsidRPr="00A95577">
        <w:rPr>
          <w:rFonts w:hint="cs"/>
          <w:cs/>
          <w:lang w:bidi="bn-IN"/>
        </w:rPr>
        <w:t>শিকার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এবং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অনেক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কঠিন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কাজ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নেশা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অনেক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বেশী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যুদ্ধ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প্রতিরোধ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মানসিকতা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সম্পন্ন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সন্ধি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শান্তির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পক্ষে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একটুখানি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রুক্ষ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স্বভাবের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নরম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স্বভাবের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সাধারণত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অপরের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সাথে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বিবাদ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অপছন্দ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কারণেই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মধ্যে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আত্মহত্যা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প্রবণতা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অতিমাত্রায়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আত্মহত্যার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ক্ষেত্রেও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অনেক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নিষ্ঠুর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প্রকৃতির</w:t>
      </w:r>
      <w:r w:rsidRPr="00A95577">
        <w:t xml:space="preserve">, </w:t>
      </w:r>
      <w:r w:rsidRPr="00A95577">
        <w:rPr>
          <w:rFonts w:hint="cs"/>
          <w:cs/>
          <w:lang w:bidi="bn-IN"/>
        </w:rPr>
        <w:t>কেননা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আত্মহত্যা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নিজেকে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গুলি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অথবা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গলায়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দড়ি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দিয়ে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অথবা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ছাদের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উপর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নিচে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পড়ে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গিয়ে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আত্মহত্যা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আত্মহত্যা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খেয়ে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অথবা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ঘুমের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বড়ি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খেয়ে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আত্মহত্যা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</w:p>
    <w:p w:rsidR="00A95577" w:rsidRPr="00A95577" w:rsidRDefault="00A95577" w:rsidP="00A95577">
      <w:pPr>
        <w:pStyle w:val="libNormal"/>
      </w:pPr>
      <w:r w:rsidRPr="00A95577">
        <w:rPr>
          <w:rFonts w:hint="cs"/>
          <w:cs/>
          <w:lang w:bidi="bn-IN"/>
        </w:rPr>
        <w:lastRenderedPageBreak/>
        <w:t>মহিলারা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মাত্রায়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আবেগপ্রবণ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অনুভূতিশীল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অর্থাৎ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বিষয়টি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পছন্দনীয়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অথবা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ভয়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বিষয়টি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সামনে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আসলেই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দ্রূত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গতিতে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প্রকাশ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এসব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ক্ষেত্রে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শান্তও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স্থির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প্রকৃতির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মহিলারা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প্রকৃতিগত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কারণেই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অধিকমাত্রায়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গহনা</w:t>
      </w:r>
      <w:r w:rsidRPr="00A95577">
        <w:t xml:space="preserve">, </w:t>
      </w:r>
      <w:r w:rsidRPr="00A95577">
        <w:rPr>
          <w:rFonts w:hint="cs"/>
          <w:cs/>
          <w:lang w:bidi="bn-IN"/>
        </w:rPr>
        <w:t>সাজ</w:t>
      </w:r>
      <w:r w:rsidRPr="00A95577">
        <w:rPr>
          <w:cs/>
          <w:lang w:bidi="bn-IN"/>
        </w:rPr>
        <w:t>-</w:t>
      </w:r>
      <w:r w:rsidRPr="00A95577">
        <w:rPr>
          <w:rFonts w:hint="cs"/>
          <w:cs/>
          <w:lang w:bidi="bn-IN"/>
        </w:rPr>
        <w:t>গোজ</w:t>
      </w:r>
      <w:r w:rsidRPr="00A95577">
        <w:t xml:space="preserve">, </w:t>
      </w:r>
      <w:r w:rsidRPr="00A95577">
        <w:rPr>
          <w:rFonts w:hint="cs"/>
          <w:cs/>
          <w:lang w:bidi="bn-IN"/>
        </w:rPr>
        <w:t>দামী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পোশাক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ইত্যাদি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পছন্দ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অধিকাংশ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ক্ষেত্রে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কোন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যুক্তি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খুঁজে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পাওয়া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</w:t>
      </w:r>
      <w:r w:rsidRPr="00A95577">
        <w:t xml:space="preserve">,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উল্টো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মহিলারা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ধর্মভীরু</w:t>
      </w:r>
      <w:r w:rsidRPr="00A95577">
        <w:t xml:space="preserve">,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সাবধানতা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অবলম্বনকারী</w:t>
      </w:r>
      <w:r w:rsidRPr="00A95577">
        <w:t xml:space="preserve">,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কথা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বলে</w:t>
      </w:r>
      <w:r w:rsidRPr="00A95577">
        <w:t xml:space="preserve">,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ভীতু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আনুষ্ঠানিকতার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ভাব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সম্পন্ন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মায়ের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</w:t>
      </w:r>
      <w:r w:rsidRPr="00A95577">
        <w:t xml:space="preserve">,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ছোট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বেলা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অর্জন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থাকে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পরিবারের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প্রতি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ভালবাসা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সামাজিক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প্রতিষ্ঠানের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প্রতি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বিশেষ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দৃষ্টি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দেয়ার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বৈশিষ্ট্যটি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মধ্যে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মহিলারা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সাধারণত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যুক্তিভিত্তিক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জ্ঞানের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দিকে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বিশেষ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আকর্ষণ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অনুভব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কাব্য</w:t>
      </w:r>
      <w:r w:rsidRPr="00A95577">
        <w:t xml:space="preserve">, </w:t>
      </w:r>
      <w:r w:rsidRPr="00A95577">
        <w:rPr>
          <w:rFonts w:hint="cs"/>
          <w:cs/>
          <w:lang w:bidi="bn-IN"/>
        </w:rPr>
        <w:t>উপন্যাস</w:t>
      </w:r>
      <w:r w:rsidRPr="00A95577">
        <w:t xml:space="preserve">, </w:t>
      </w:r>
      <w:r w:rsidRPr="00A95577">
        <w:rPr>
          <w:rFonts w:hint="cs"/>
          <w:cs/>
          <w:lang w:bidi="bn-IN"/>
        </w:rPr>
        <w:t>অংকন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প্রভৃতি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ক্ষেত্রে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কোন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অংশে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মহিলাদের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পরিমানে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গোপন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কথা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এবং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দুঃখকে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নিজেদের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বুকে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চেপে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রাখতে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পারে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মহিলারা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নরম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হওয়ায়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দ্রুত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কেঁদে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ফেলে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এবং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অজ্ঞানও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পড়ে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</w:p>
    <w:p w:rsidR="00A95577" w:rsidRPr="00A95577" w:rsidRDefault="00A95577" w:rsidP="00A95577">
      <w:pPr>
        <w:pStyle w:val="libBold1"/>
      </w:pPr>
      <w:r w:rsidRPr="00A95577">
        <w:rPr>
          <w:rFonts w:hint="cs"/>
          <w:cs/>
          <w:lang w:bidi="bn-IN"/>
        </w:rPr>
        <w:t>৩</w:t>
      </w:r>
      <w:r w:rsidRPr="00A95577">
        <w:rPr>
          <w:cs/>
          <w:lang w:bidi="bn-IN"/>
        </w:rPr>
        <w:t xml:space="preserve">- </w:t>
      </w:r>
      <w:r w:rsidRPr="00A95577">
        <w:rPr>
          <w:rFonts w:hint="cs"/>
          <w:cs/>
          <w:lang w:bidi="bn-IN"/>
        </w:rPr>
        <w:t>অন্যান্য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আবেগের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দৃষ্টিতে</w:t>
      </w:r>
      <w:r w:rsidRPr="00A95577">
        <w:rPr>
          <w:cs/>
          <w:lang w:bidi="bn-IN"/>
        </w:rPr>
        <w:t xml:space="preserve"> : </w:t>
      </w:r>
    </w:p>
    <w:p w:rsidR="00FE4106" w:rsidRPr="00C4151B" w:rsidRDefault="00A95577" w:rsidP="00A95577">
      <w:pPr>
        <w:pStyle w:val="libNormal"/>
        <w:rPr>
          <w:rStyle w:val="libNormalChar"/>
        </w:rPr>
      </w:pPr>
      <w:r w:rsidRPr="00A95577">
        <w:rPr>
          <w:rFonts w:hint="cs"/>
          <w:cs/>
          <w:lang w:bidi="bn-IN"/>
        </w:rPr>
        <w:t>পুরুষেরা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কামনার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দাস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ভালবাসার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অপেক্ষায়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থাকে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এমন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পছন্দ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t xml:space="preserve">, </w:t>
      </w:r>
      <w:r w:rsidRPr="00A95577">
        <w:rPr>
          <w:rFonts w:hint="cs"/>
          <w:cs/>
          <w:lang w:bidi="bn-IN"/>
        </w:rPr>
        <w:t>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পছন্দ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এমন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পছন্দ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t xml:space="preserve">, </w:t>
      </w:r>
      <w:r w:rsidRPr="00A95577">
        <w:rPr>
          <w:rFonts w:hint="cs"/>
          <w:cs/>
          <w:lang w:bidi="bn-IN"/>
        </w:rPr>
        <w:t>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মূল্যকে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বুঝবে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মর্যাদাকে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অনুভব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এবং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ভালবাসাকে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পূর্বেই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প্রকাশ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দিবে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সাধারণত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জোর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উপর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কর্তৃত্ব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অর্জন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অন্তর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জয়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মাধ্যমে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উপর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কর্তৃত্ব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মহিলারা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স্বামী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সাহসী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স্ত্রী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সুন্দরী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সাহায্যকে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অমূল্য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সম্পদ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মনে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থাকে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কামভাবের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উপর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অধিক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কর্তৃত্বশীল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থাকে</w:t>
      </w:r>
      <w:r w:rsidRPr="00A95577">
        <w:t xml:space="preserve">, </w:t>
      </w:r>
      <w:r w:rsidRPr="00A95577">
        <w:rPr>
          <w:rFonts w:hint="cs"/>
          <w:cs/>
          <w:lang w:bidi="bn-IN"/>
        </w:rPr>
        <w:t>পুরুষের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কামভাব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প্রাথমিক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পর্যায়ের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এবং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আক্রমণাত্মক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কিন্তু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কামভাব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প্রতিক্রিয়া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উস্কানীমূলক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rStyle w:val="libFootnotenumChar"/>
          <w:rFonts w:hint="cs"/>
          <w:cs/>
          <w:lang w:bidi="bn-IN"/>
        </w:rPr>
        <w:t>৬২</w:t>
      </w:r>
    </w:p>
    <w:p w:rsidR="00FE4106" w:rsidRPr="007C78A2" w:rsidRDefault="00FE4106" w:rsidP="00A95577">
      <w:pPr>
        <w:pStyle w:val="libBold1"/>
      </w:pPr>
      <w:r w:rsidRPr="009C15B9">
        <w:rPr>
          <w:rFonts w:hint="cs"/>
          <w:cs/>
          <w:lang w:bidi="bn-IN"/>
        </w:rPr>
        <w:lastRenderedPageBreak/>
        <w:t>শেষ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কথা</w:t>
      </w:r>
      <w:r w:rsidR="00A95577">
        <w:rPr>
          <w:rFonts w:hint="cs"/>
          <w:rtl/>
          <w:cs/>
        </w:rPr>
        <w:t xml:space="preserve"> </w:t>
      </w:r>
      <w:r w:rsidR="00A95577">
        <w:t>:</w:t>
      </w:r>
      <w:r w:rsidRPr="007C78A2">
        <w:t xml:space="preserve"> </w:t>
      </w:r>
    </w:p>
    <w:p w:rsidR="00A95577" w:rsidRPr="00A95577" w:rsidRDefault="00A95577" w:rsidP="00A95577">
      <w:pPr>
        <w:pStyle w:val="libNormal"/>
      </w:pPr>
      <w:r w:rsidRPr="00A95577">
        <w:rPr>
          <w:rFonts w:hint="cs"/>
          <w:cs/>
          <w:lang w:bidi="bn-IN"/>
        </w:rPr>
        <w:t>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কিছু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উপরে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উল্লেখ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হয়েছে</w:t>
      </w:r>
      <w:r w:rsidRPr="00A95577">
        <w:t xml:space="preserve">, </w:t>
      </w:r>
      <w:r w:rsidRPr="00A95577">
        <w:rPr>
          <w:rFonts w:hint="cs"/>
          <w:cs/>
          <w:lang w:bidi="bn-IN"/>
        </w:rPr>
        <w:t>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আমরা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বুঝতে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সক্ষম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হয়েছি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</w:t>
      </w:r>
      <w:r w:rsidRPr="00A95577">
        <w:t xml:space="preserve">, </w:t>
      </w:r>
    </w:p>
    <w:p w:rsidR="00A95577" w:rsidRPr="00A95577" w:rsidRDefault="00A95577" w:rsidP="00A95577">
      <w:pPr>
        <w:pStyle w:val="libNormal"/>
      </w:pPr>
      <w:r w:rsidRPr="00A95577">
        <w:rPr>
          <w:rFonts w:hint="cs"/>
          <w:cs/>
          <w:lang w:bidi="bn-IN"/>
        </w:rPr>
        <w:t>প্রথমতঃ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মধ্যে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পার্থক্য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বিদ্যমান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আল্লাহ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প্রদত্ত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আয়াতসমূহে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বর্ণিত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গ্রন্থেও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তৌহিদী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ব্যবস্থায়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শীর্ষক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আলোচনাতে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বর্ণিত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</w:p>
    <w:p w:rsidR="00FE4106" w:rsidRPr="009C15B9" w:rsidRDefault="00A95577" w:rsidP="00C6693F">
      <w:pPr>
        <w:pStyle w:val="libNormal"/>
      </w:pPr>
      <w:r w:rsidRPr="00A95577">
        <w:rPr>
          <w:rFonts w:hint="cs"/>
          <w:cs/>
          <w:lang w:bidi="bn-IN"/>
        </w:rPr>
        <w:t>দ্বিতীয়তঃ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মধ্যে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বৈবাহিক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সম্পর্কের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সৃষ্টি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শুধুমাত্র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দৈহিক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চাহিদার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কারণেই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নয়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কেননা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যদি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দৈহিক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চাহিদার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কারণেই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সম্পর্কের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সৃষ্টি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হতো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তাহলে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অবশ্যই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পরিবারের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বন্ধনসমূহ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কিছু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দিন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পরেই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শেষ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হয়ে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hi-IN"/>
        </w:rPr>
        <w:t>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অতএব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পুরুষ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নারীর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বন্ধনের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প্রকৃত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কারণ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সেটা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হচ্ছে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এই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দৈহিক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চাহিদার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থেকেও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অন্য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কিছু</w:t>
      </w:r>
      <w:r w:rsidRPr="00A95577">
        <w:t xml:space="preserve">, </w:t>
      </w:r>
      <w:r w:rsidRPr="00A95577">
        <w:rPr>
          <w:rFonts w:hint="cs"/>
          <w:cs/>
          <w:lang w:bidi="bn-IN"/>
        </w:rPr>
        <w:t>আর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তা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সমস্ত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সৃষ্টির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সৃষ্টিকর্তা</w:t>
      </w:r>
      <w:r w:rsidRPr="00A95577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আল্লাহ</w:t>
      </w:r>
      <w:r w:rsidR="00C6693F" w:rsidRPr="00C6693F">
        <w:t xml:space="preserve"> </w:t>
      </w:r>
      <w:r w:rsidRPr="00C6693F">
        <w:rPr>
          <w:rFonts w:hint="cs"/>
          <w:cs/>
          <w:lang w:bidi="bn-IN"/>
        </w:rPr>
        <w:t>তা</w:t>
      </w:r>
      <w:r w:rsidRPr="00C6693F">
        <w:rPr>
          <w:rFonts w:hint="eastAsia"/>
        </w:rPr>
        <w:t>’</w:t>
      </w:r>
      <w:r w:rsidRPr="00C6693F">
        <w:rPr>
          <w:rFonts w:hint="cs"/>
          <w:cs/>
          <w:lang w:bidi="bn-IN"/>
        </w:rPr>
        <w:t>য়ালা</w:t>
      </w:r>
      <w:r w:rsidRPr="00C6693F">
        <w:rPr>
          <w:rtl/>
          <w:cs/>
        </w:rPr>
        <w:t xml:space="preserve"> </w:t>
      </w:r>
      <w:r w:rsidRPr="00A95577">
        <w:rPr>
          <w:rFonts w:hint="cs"/>
          <w:cs/>
          <w:lang w:bidi="bn-IN"/>
        </w:rPr>
        <w:t>তাঁর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আসমানী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কিতাবে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বর্ণনা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করেছেন</w:t>
      </w:r>
      <w:r w:rsidRPr="00A95577">
        <w:rPr>
          <w:cs/>
          <w:lang w:bidi="bn-IN"/>
        </w:rPr>
        <w:t xml:space="preserve"> </w:t>
      </w:r>
      <w:r w:rsidRPr="00A95577">
        <w:rPr>
          <w:rFonts w:hint="cs"/>
          <w:cs/>
          <w:lang w:bidi="bn-IN"/>
        </w:rPr>
        <w:t>যে</w:t>
      </w:r>
      <w:r w:rsidR="00FE4106" w:rsidRPr="009C15B9">
        <w:rPr>
          <w:rtl/>
          <w:cs/>
        </w:rPr>
        <w:t>:</w:t>
      </w:r>
      <w:r w:rsidR="00FE4106" w:rsidRPr="009C15B9">
        <w:t xml:space="preserve"> </w:t>
      </w:r>
    </w:p>
    <w:p w:rsidR="00FE4106" w:rsidRPr="00623425" w:rsidRDefault="007317F3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tl/>
        </w:rPr>
        <w:t>وَمِنْ آيَاتِهِ أَنْ خَلَقَ لَكُم مِّنْ أَنفُسِكُمْ أَزْوَاجًا لِّتَسْكُنُوا إِلَيْهَا وَجَعَلَ بَيْنَكُم مَّوَدَّةً وَرَ‌حْمَةً</w:t>
      </w:r>
      <w:r w:rsidRPr="00623425">
        <w:rPr>
          <w:rStyle w:val="libAlaemChar"/>
        </w:rPr>
        <w:t>(</w:t>
      </w:r>
    </w:p>
    <w:p w:rsidR="006479AD" w:rsidRPr="006479AD" w:rsidRDefault="006479AD" w:rsidP="006479AD">
      <w:pPr>
        <w:pStyle w:val="libNormal"/>
      </w:pPr>
      <w:r w:rsidRPr="006479AD">
        <w:rPr>
          <w:rFonts w:hint="cs"/>
          <w:cs/>
          <w:lang w:bidi="bn-IN"/>
        </w:rPr>
        <w:t>আল্লাহর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অন্যতম</w:t>
      </w:r>
      <w:r w:rsidRPr="006479AD">
        <w:rPr>
          <w:cs/>
          <w:lang w:bidi="bn-IN"/>
        </w:rPr>
        <w:t xml:space="preserve"> (</w:t>
      </w:r>
      <w:r w:rsidRPr="006479AD">
        <w:rPr>
          <w:rFonts w:hint="cs"/>
          <w:cs/>
          <w:lang w:bidi="bn-IN"/>
        </w:rPr>
        <w:t>নিদর্শন</w:t>
      </w:r>
      <w:r w:rsidRPr="006479AD">
        <w:rPr>
          <w:cs/>
          <w:lang w:bidi="bn-IN"/>
        </w:rPr>
        <w:t xml:space="preserve">) </w:t>
      </w:r>
      <w:r w:rsidRPr="006479AD">
        <w:rPr>
          <w:rFonts w:hint="cs"/>
          <w:cs/>
          <w:lang w:bidi="bn-IN"/>
        </w:rPr>
        <w:t>হচ্ছে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এই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যে</w:t>
      </w:r>
      <w:r w:rsidRPr="006479AD">
        <w:t xml:space="preserve">, </w:t>
      </w:r>
      <w:r w:rsidRPr="006479AD">
        <w:rPr>
          <w:rFonts w:hint="cs"/>
          <w:cs/>
          <w:lang w:bidi="bn-IN"/>
        </w:rPr>
        <w:t>তোমাদের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মধ্যে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থেকে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তোমাদের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স্ত্রীগণকে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সৃষ্টি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করেছেন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যাতে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করে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তোমরা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প্রশান্তি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অনুভব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কর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এবং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তোমাদের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মধ্যে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ভালবাসা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ও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রহমতকে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প্রতিষ্ঠিত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করেছেন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hi-IN"/>
        </w:rPr>
        <w:t>।</w:t>
      </w:r>
      <w:r w:rsidRPr="006479AD">
        <w:rPr>
          <w:rStyle w:val="libFootnotenumChar"/>
          <w:rFonts w:hint="cs"/>
          <w:cs/>
          <w:lang w:bidi="bn-IN"/>
        </w:rPr>
        <w:t>৬৩</w:t>
      </w:r>
      <w:r w:rsidRPr="006479AD">
        <w:rPr>
          <w:cs/>
          <w:lang w:bidi="bn-IN"/>
        </w:rPr>
        <w:t xml:space="preserve"> </w:t>
      </w:r>
    </w:p>
    <w:p w:rsidR="006479AD" w:rsidRDefault="006479AD" w:rsidP="006479AD">
      <w:pPr>
        <w:pStyle w:val="libNormal"/>
        <w:rPr>
          <w:lang w:bidi="bn-IN"/>
        </w:rPr>
      </w:pPr>
      <w:r w:rsidRPr="006479AD">
        <w:rPr>
          <w:rFonts w:hint="cs"/>
          <w:cs/>
          <w:lang w:bidi="bn-IN"/>
        </w:rPr>
        <w:t>সুতরাং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যে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বৈশিষ্ট্যটি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স্বামী</w:t>
      </w:r>
      <w:r w:rsidRPr="006479AD">
        <w:rPr>
          <w:cs/>
          <w:lang w:bidi="bn-IN"/>
        </w:rPr>
        <w:t>-</w:t>
      </w:r>
      <w:r w:rsidRPr="006479AD">
        <w:rPr>
          <w:rFonts w:hint="cs"/>
          <w:cs/>
          <w:lang w:bidi="bn-IN"/>
        </w:rPr>
        <w:t>স্ত্রীর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মধ্যে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বন্ধনকে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দৃঢ়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করে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তার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ভিত্তি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হচ্ছে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ফিতরাত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যা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আল্লাহ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তা</w:t>
      </w:r>
      <w:r w:rsidRPr="006479AD">
        <w:rPr>
          <w:rFonts w:hint="eastAsia"/>
        </w:rPr>
        <w:t>’</w:t>
      </w:r>
      <w:r w:rsidRPr="006479AD">
        <w:rPr>
          <w:rFonts w:hint="cs"/>
          <w:cs/>
          <w:lang w:bidi="bn-IN"/>
        </w:rPr>
        <w:t>য়ালা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তাদের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উভয়ের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মধ্যে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দিয়েছেন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hi-IN"/>
        </w:rPr>
        <w:t>।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আর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ঐ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বৈশিষ্ট্য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হচ্ছে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ভালবাসা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ও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পারস্পরিক</w:t>
      </w:r>
      <w:r w:rsidRPr="006479AD">
        <w:rPr>
          <w:cs/>
          <w:lang w:bidi="bn-IN"/>
        </w:rPr>
        <w:t xml:space="preserve"> </w:t>
      </w:r>
      <w:r w:rsidRPr="006479AD">
        <w:rPr>
          <w:rFonts w:hint="cs"/>
          <w:cs/>
          <w:lang w:bidi="bn-IN"/>
        </w:rPr>
        <w:t>রহমত।</w:t>
      </w:r>
      <w:r w:rsidRPr="006479AD">
        <w:rPr>
          <w:cs/>
          <w:lang w:bidi="bn-IN"/>
        </w:rPr>
        <w:t xml:space="preserve"> </w:t>
      </w:r>
    </w:p>
    <w:p w:rsidR="006479AD" w:rsidRDefault="006479AD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6479AD">
      <w:pPr>
        <w:pStyle w:val="Heading2Center"/>
      </w:pPr>
      <w:bookmarkStart w:id="16" w:name="_Toc439886101"/>
      <w:bookmarkStart w:id="17" w:name="_Toc440447861"/>
      <w:r w:rsidRPr="005A2C80">
        <w:rPr>
          <w:cs/>
          <w:lang w:bidi="bn-IN"/>
        </w:rPr>
        <w:lastRenderedPageBreak/>
        <w:t>যে নারী বাড়ীর লোকদের খেদমত করে তার সওয়াব ও মর্যাদা</w:t>
      </w:r>
      <w:bookmarkEnd w:id="16"/>
      <w:bookmarkEnd w:id="17"/>
      <w:r w:rsidRPr="005A2C80">
        <w:rPr>
          <w:cs/>
          <w:lang w:bidi="bn-IN"/>
        </w:rPr>
        <w:t xml:space="preserve"> </w:t>
      </w:r>
    </w:p>
    <w:p w:rsidR="006479AD" w:rsidRDefault="006479AD" w:rsidP="00FE4106">
      <w:pPr>
        <w:pStyle w:val="libNormal"/>
        <w:rPr>
          <w:lang w:bidi="bn-IN"/>
        </w:rPr>
      </w:pP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ইমাম সাদিক (আ.)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  <w:rPr>
          <w:lang w:bidi="fa-IR"/>
        </w:rPr>
      </w:pPr>
      <w:r w:rsidRPr="003A255A">
        <w:rPr>
          <w:rFonts w:hint="cs"/>
          <w:rtl/>
        </w:rPr>
        <w:t>الامراة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الصالحة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من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الف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رجل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غیر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صالح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ایما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امرآة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جدمت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زوجها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سبعة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ایام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اغلق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عنها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سبعة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ابواب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فتح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لها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ثمانیة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ابواب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الجنة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تدخل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من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ایها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شاءت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একজন উপযুক্ত নারী হাজার জন অনুপযুক্ত পুরুষের থেকে উত্তম এবং যে নারী সাত দিন অন্তর দিয়ে স্বামীর সেবা করবে</w:t>
      </w:r>
      <w:r w:rsidRPr="005A2C80">
        <w:t xml:space="preserve">, </w:t>
      </w:r>
      <w:r w:rsidRPr="005A2C80">
        <w:rPr>
          <w:cs/>
          <w:lang w:bidi="bn-IN"/>
        </w:rPr>
        <w:t>আল্লাহ্ তা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য়ালা তার জন্য দোযখের সাতটি দরজা বন্ধ করে দিবেন ও বেহেশতের আটটি দরজা তার জন্য উম্মুক্ত করে দিবেন</w:t>
      </w:r>
      <w:r w:rsidRPr="00C4151B">
        <w:rPr>
          <w:rStyle w:val="libNormalChar"/>
        </w:rPr>
        <w:t xml:space="preserve">, </w:t>
      </w:r>
      <w:r w:rsidRPr="00C4151B">
        <w:rPr>
          <w:rStyle w:val="libNormalChar"/>
          <w:cs/>
          <w:lang w:bidi="bn-IN"/>
        </w:rPr>
        <w:t>আর সে যে দরজা দিয়েই প্রবেশ করতে চায় প্রবেশ করবে ।</w:t>
      </w:r>
      <w:r w:rsidRPr="00FE4106">
        <w:rPr>
          <w:rStyle w:val="libFootnotenumChar"/>
          <w:cs/>
          <w:lang w:bidi="bn-IN"/>
        </w:rPr>
        <w:t>৬৪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স্বামীকে পানি দেয়ার সওয়াব :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ইমাম সাদিক (আ.)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ﺍﻣﺮﺍﺓ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ﺗﺴﻘﻲ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ﺯﻭﺟﻬﺎ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ﺷﺮﺑﺔ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ﻣﺎﺀ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لها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ﻋﺒﺎﺩﺓ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ﺳﻨﺔ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ﺻﻴﺎﻡ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نهارها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قیام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لیلها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یبنی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لها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بکل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ﺷﺮﺑﺔ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ﺗﺴﻘﻲ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ﺯﻭﺟﻬﺎ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ﻣﺪﻳﻨﺔ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فی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</w:t>
      </w:r>
      <w:r w:rsidRPr="003A255A">
        <w:rPr>
          <w:rtl/>
        </w:rPr>
        <w:t>لجن</w:t>
      </w:r>
      <w:r w:rsidRPr="003A255A">
        <w:rPr>
          <w:rFonts w:hint="cs"/>
          <w:rtl/>
        </w:rPr>
        <w:t>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غفرلها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ستین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خطیئة</w:t>
      </w:r>
      <w:r w:rsidRPr="005A2C80">
        <w:t xml:space="preserve"> -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কোন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বছরের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ইবাদত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দিনগুলোতে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রোযা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রাখা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রাতগুলোতে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নামায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পড়া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পুরস্কার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স্বরূপ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ফোটা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বেহেশতে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তৈরী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৬০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গোনাহ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ক্ষমা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দিবেন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৬৫</w:t>
      </w:r>
      <w:r w:rsidRPr="00B84DC1">
        <w:rPr>
          <w:cs/>
          <w:lang w:bidi="bn-IN"/>
        </w:rPr>
        <w:t xml:space="preserve"> </w:t>
      </w:r>
    </w:p>
    <w:p w:rsidR="00B84DC1" w:rsidRDefault="00B84DC1" w:rsidP="00B84DC1">
      <w:pPr>
        <w:pStyle w:val="libNormal"/>
        <w:rPr>
          <w:lang w:bidi="bn-IN"/>
        </w:rPr>
      </w:pPr>
      <w:r w:rsidRPr="00B84DC1">
        <w:rPr>
          <w:rFonts w:hint="cs"/>
          <w:cs/>
          <w:lang w:bidi="bn-IN"/>
        </w:rPr>
        <w:t>পুরুষ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অবশ্যই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অপরকে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সাহায্যকারী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উচিৎ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সকল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আঞ্জাম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শুধুমাত্র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খুশি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উদ্দেশ্যে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যখনই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খুশি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উদ্দেশ্যে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কাজগুলো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আঞ্জাম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তখনই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বেহেশতের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ন্যায়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উঠবে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অপরের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মধ্যে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উঠবে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ভালবাসার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বন্ধন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পুরুষও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প্রয়োজনীয়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জিনিস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পত্র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ব্যবস্থা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lastRenderedPageBreak/>
        <w:t>ইবাদত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যেরূপ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হযরত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আলী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>.)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হযরত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ফাতিমা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>.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>.)-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পদ্ধতি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ছিল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</w:p>
    <w:p w:rsidR="00FE4106" w:rsidRPr="005A2C80" w:rsidRDefault="00FE4106" w:rsidP="0065046F">
      <w:pPr>
        <w:pStyle w:val="libBold1"/>
        <w:rPr>
          <w:lang w:bidi="bn-IN"/>
        </w:rPr>
      </w:pPr>
      <w:r w:rsidRPr="005A2C80">
        <w:rPr>
          <w:cs/>
          <w:lang w:bidi="bn-IN"/>
        </w:rPr>
        <w:t>উত্তম নারী পৃথিবীর বুকে হচ্চে আল্লাহর কর্মী এবং সে শহীদের মর্যাদায়</w:t>
      </w:r>
      <w:r w:rsidRPr="005A2C80">
        <w:t xml:space="preserve"> </w:t>
      </w:r>
      <w:r w:rsidRPr="005A2C80">
        <w:rPr>
          <w:cs/>
          <w:lang w:bidi="bn-IN"/>
        </w:rPr>
        <w:t>ভূষিত :</w:t>
      </w:r>
    </w:p>
    <w:p w:rsidR="00FE4106" w:rsidRPr="005A2C80" w:rsidRDefault="00FE4106" w:rsidP="003A255A">
      <w:pPr>
        <w:pStyle w:val="libAr"/>
        <w:rPr>
          <w:rtl/>
          <w:lang w:bidi="fa-IR"/>
        </w:rPr>
      </w:pPr>
      <w:r w:rsidRPr="003A255A">
        <w:rPr>
          <w:rFonts w:hint="cs"/>
          <w:rtl/>
        </w:rPr>
        <w:t>ﺟﺎﺀ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ﺭﺟﻞ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ﺇﱃ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>)</w:t>
      </w:r>
      <w:r w:rsidRPr="00C4151B">
        <w:t xml:space="preserve"> </w:t>
      </w:r>
      <w:r w:rsidRPr="003A255A">
        <w:rPr>
          <w:rFonts w:hint="cs"/>
          <w:rtl/>
        </w:rPr>
        <w:t>ﻓﻘﺎﻝ</w:t>
      </w:r>
      <w:r w:rsidRPr="00C4151B">
        <w:t>: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ﻣﺎﻳﻬﻤﻚ</w:t>
      </w:r>
      <w:r w:rsidRPr="00C4151B">
        <w:rPr>
          <w:rtl/>
        </w:rPr>
        <w:t xml:space="preserve">: </w:t>
      </w:r>
      <w:r w:rsidRPr="00C4151B"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ﺯﻭﺟﺔ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ﺇﺫﺍ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ﺩﺧﻠﺖ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ﺗﻠﻘﺘنی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ﺇﺫﺍ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ﺧﺮﺟﺖ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ﺷﻴﻌﺘنی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ﺇﺫﺍ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ﺭﺍﺗنی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ﻣﻬﻤﻮﻣﺎ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ﻗﺎﻟﺖ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ﱃ</w:t>
      </w:r>
      <w:r w:rsidRPr="00C4151B">
        <w:rPr>
          <w:rtl/>
        </w:rPr>
        <w:t xml:space="preserve"> : </w:t>
      </w:r>
      <w:r w:rsidRPr="003A255A">
        <w:rPr>
          <w:rFonts w:hint="cs"/>
          <w:rtl/>
        </w:rPr>
        <w:t>ما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یهمک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ان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کنت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تهتم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ﻟﺮﺯﻗﻚ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ﻓﻘﺪ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ﺗﻜﻔﻞ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ﻟﻚ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ﻏیرﻙ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ﻛﻨﺖ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تهتم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ﻻﻣﺮ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ﺁﺧﺮﺗﻚ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ﻓﺰﺍﺩﻙ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هما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ﻓﻘﺎﻝ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 xml:space="preserve">)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ﻋﻤﺎﻻ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ﻫﺬﻩ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t>.</w:t>
      </w:r>
      <w:r w:rsidRPr="003A255A">
        <w:rPr>
          <w:rFonts w:hint="cs"/>
          <w:rtl/>
        </w:rPr>
        <w:t>ﻋﻤﺎﻟﻪ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ﳍﺎ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ﻧﺼﻒ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ﺍﺟﺮ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ﺷﻬﻴﺪ</w:t>
      </w:r>
    </w:p>
    <w:p w:rsidR="00FE4106" w:rsidRPr="006445C3" w:rsidRDefault="00B84DC1" w:rsidP="00B84DC1">
      <w:pPr>
        <w:pStyle w:val="libNormal"/>
        <w:rPr>
          <w:rStyle w:val="libBold1Char"/>
        </w:rPr>
      </w:pPr>
      <w:r w:rsidRPr="00B84DC1">
        <w:rPr>
          <w:rFonts w:hint="cs"/>
          <w:cs/>
          <w:lang w:bidi="bn-IN"/>
        </w:rPr>
        <w:t>একজন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>.)-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উপস্থিত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অভ্যর্থনা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জানাতে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বেরিয়ে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বিদায়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দুঃখিত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জিজ্ঞাসা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কোন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বিষয়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তোমাকে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দুঃখিত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করেছে</w:t>
      </w:r>
      <w:r w:rsidRPr="00B84DC1">
        <w:t xml:space="preserve">?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তুমি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খরচ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দু</w:t>
      </w:r>
      <w:r w:rsidRPr="00B84DC1">
        <w:rPr>
          <w:cs/>
          <w:lang w:bidi="bn-IN"/>
        </w:rPr>
        <w:t>:</w:t>
      </w:r>
      <w:r w:rsidRPr="00B84DC1">
        <w:rPr>
          <w:rFonts w:hint="cs"/>
          <w:cs/>
          <w:lang w:bidi="bn-IN"/>
        </w:rPr>
        <w:t>খিত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হাতে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আখিরাতের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বিষষ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ভেবে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তুমি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দুঃখিত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আল্লাহ্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বেশী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শুনে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পৃথিবীর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বুকে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কর্মীরা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পক্ষ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পৃথিবীর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বুকে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তাঁর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কর্মীদের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শহীদের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পুরস্কারের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অর্ধেক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পুরস্কারে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পুরস্কৃত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৬৬</w:t>
      </w:r>
    </w:p>
    <w:p w:rsidR="00B84DC1" w:rsidRDefault="00B84DC1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B84DC1">
      <w:pPr>
        <w:pStyle w:val="Heading2Center"/>
        <w:rPr>
          <w:lang w:bidi="bn-IN"/>
        </w:rPr>
      </w:pPr>
      <w:bookmarkStart w:id="18" w:name="_Toc439886102"/>
      <w:bookmarkStart w:id="19" w:name="_Toc440447862"/>
      <w:r w:rsidRPr="005A2C80">
        <w:rPr>
          <w:cs/>
          <w:lang w:bidi="bn-IN"/>
        </w:rPr>
        <w:lastRenderedPageBreak/>
        <w:t>নারীর জিহাদ</w:t>
      </w:r>
      <w:bookmarkEnd w:id="18"/>
      <w:bookmarkEnd w:id="19"/>
      <w:r w:rsidRPr="005A2C80">
        <w:rPr>
          <w:cs/>
          <w:lang w:bidi="bn-IN"/>
        </w:rPr>
        <w:t xml:space="preserve">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হযরত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আলী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বলেছেন</w:t>
      </w:r>
      <w:r w:rsidRPr="00B84DC1">
        <w:rPr>
          <w:cs/>
          <w:lang w:bidi="bn-IN"/>
        </w:rPr>
        <w:t xml:space="preserve"> : </w:t>
      </w:r>
      <w:r w:rsidRPr="00B84DC1">
        <w:rPr>
          <w:rStyle w:val="libArChar"/>
          <w:rFonts w:hint="cs"/>
          <w:rtl/>
        </w:rPr>
        <w:t>ﺟﻬﺎﺩ</w:t>
      </w:r>
      <w:r w:rsidRPr="00B84DC1">
        <w:rPr>
          <w:rStyle w:val="libArChar"/>
          <w:rtl/>
        </w:rPr>
        <w:t xml:space="preserve"> </w:t>
      </w:r>
      <w:r w:rsidRPr="00B84DC1">
        <w:rPr>
          <w:rStyle w:val="libArChar"/>
          <w:rFonts w:hint="cs"/>
          <w:rtl/>
        </w:rPr>
        <w:t>ﺍﳌﺮﺍﺓ</w:t>
      </w:r>
      <w:r w:rsidRPr="00B84DC1">
        <w:rPr>
          <w:rStyle w:val="libArChar"/>
          <w:rtl/>
        </w:rPr>
        <w:t xml:space="preserve"> </w:t>
      </w:r>
      <w:r w:rsidRPr="00B84DC1">
        <w:rPr>
          <w:rStyle w:val="libArChar"/>
          <w:rFonts w:hint="cs"/>
          <w:rtl/>
        </w:rPr>
        <w:t>ﺣﺴﻦ</w:t>
      </w:r>
      <w:r w:rsidRPr="00B84DC1">
        <w:rPr>
          <w:rStyle w:val="libArChar"/>
          <w:rtl/>
        </w:rPr>
        <w:t xml:space="preserve"> </w:t>
      </w:r>
      <w:r w:rsidRPr="00B84DC1">
        <w:rPr>
          <w:rStyle w:val="libArChar"/>
          <w:rFonts w:hint="cs"/>
          <w:rtl/>
        </w:rPr>
        <w:t>ﺍﻟﺘﺒﻌﻞ</w:t>
      </w:r>
      <w:r w:rsidRPr="00B84DC1">
        <w:rPr>
          <w:cs/>
          <w:lang w:bidi="bn-IN"/>
        </w:rPr>
        <w:t xml:space="preserve"> -</w:t>
      </w:r>
      <w:r w:rsidRPr="00B84DC1">
        <w:rPr>
          <w:rFonts w:hint="cs"/>
          <w:cs/>
          <w:lang w:bidi="bn-IN"/>
        </w:rPr>
        <w:t>নারীর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জিহাদ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উত্তমভাবে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শুনা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৬৭</w:t>
      </w:r>
      <w:r w:rsidRPr="00B84DC1">
        <w:rPr>
          <w:cs/>
          <w:lang w:bidi="bn-IN"/>
        </w:rPr>
        <w:t xml:space="preserve">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আসমা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ছিল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আনসারের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>.)-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উপস্থিত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মাতা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উৎসর্গীত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হোক</w:t>
      </w:r>
      <w:r w:rsidRPr="00B84DC1">
        <w:rPr>
          <w:cs/>
          <w:lang w:bidi="bn-IN"/>
        </w:rPr>
        <w:t xml:space="preserve">!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পক্ষ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এসেছি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জীবন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উৎসর্গীত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হোক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পূর্ব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পশ্চিমের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এমন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কোন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কথার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একমত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সত্য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দ্বীন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মধ্যে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পাঠিয়েছেন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প্রতিপালকের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ঈমান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এনেছি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তাঁর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পক্ষ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এসেছেন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বিশ্বাস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চাওয়া</w:t>
      </w:r>
      <w:r w:rsidRPr="00B84DC1">
        <w:rPr>
          <w:cs/>
          <w:lang w:bidi="bn-IN"/>
        </w:rPr>
        <w:t xml:space="preserve">- </w:t>
      </w:r>
      <w:r w:rsidRPr="00B84DC1">
        <w:rPr>
          <w:rFonts w:hint="cs"/>
          <w:cs/>
          <w:lang w:bidi="bn-IN"/>
        </w:rPr>
        <w:t>পাওয়াকে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পূরণ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থাকি</w:t>
      </w:r>
      <w:r w:rsidRPr="00B84DC1">
        <w:t xml:space="preserve">, </w:t>
      </w:r>
      <w:r w:rsidRPr="00B84DC1">
        <w:rPr>
          <w:rFonts w:hint="cs"/>
          <w:cs/>
          <w:lang w:bidi="bn-IN"/>
        </w:rPr>
        <w:t>আপনাদের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দায়িত্ব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বহন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পুরুষেরা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জামা</w:t>
      </w:r>
      <w:r w:rsidRPr="00B84DC1">
        <w:rPr>
          <w:rFonts w:hint="eastAsia"/>
        </w:rPr>
        <w:t>’</w:t>
      </w:r>
      <w:r w:rsidRPr="00B84DC1">
        <w:rPr>
          <w:rFonts w:hint="cs"/>
          <w:cs/>
          <w:lang w:bidi="bn-IN"/>
        </w:rPr>
        <w:t>য়াতের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জুময়ার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নামায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পড়েন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অসুস্থদেরকে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জানাজার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নামায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পড়েন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হজ্জ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জিহাদ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অন্য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সফরে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অথবা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হজ্জে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আমরাই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ঘর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রাখি</w:t>
      </w:r>
      <w:r w:rsidRPr="00B84DC1">
        <w:t xml:space="preserve">, </w:t>
      </w:r>
      <w:r w:rsidRPr="00B84DC1">
        <w:rPr>
          <w:rFonts w:hint="cs"/>
          <w:cs/>
          <w:lang w:bidi="bn-IN"/>
        </w:rPr>
        <w:t>পোশাক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তৈরী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করি</w:t>
      </w:r>
      <w:r w:rsidRPr="00B84DC1">
        <w:t xml:space="preserve">, </w:t>
      </w:r>
      <w:r w:rsidRPr="00B84DC1">
        <w:rPr>
          <w:rFonts w:hint="cs"/>
          <w:cs/>
          <w:lang w:bidi="bn-IN"/>
        </w:rPr>
        <w:t>সন্তানদেরকে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লালন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পালন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বলুন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হে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!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পুরস্কারের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শরীক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</w:t>
      </w:r>
      <w:r w:rsidRPr="00B84DC1">
        <w:t xml:space="preserve">?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তাঁর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সাহাবাদের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তোমরা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প্রশ্নের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কোন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প্রশ্ন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দ্বীনের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ব্যাপারে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শুনেছো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</w:t>
      </w:r>
      <w:r w:rsidRPr="00B84DC1">
        <w:t xml:space="preserve">? </w:t>
      </w:r>
      <w:r w:rsidRPr="00B84DC1">
        <w:rPr>
          <w:rFonts w:hint="cs"/>
          <w:cs/>
          <w:lang w:bidi="bn-IN"/>
        </w:rPr>
        <w:t>তারা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না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ইয়া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রাসূলুল্লাহ</w:t>
      </w:r>
      <w:r w:rsidRPr="00B84DC1">
        <w:rPr>
          <w:cs/>
          <w:lang w:bidi="bn-IN"/>
        </w:rPr>
        <w:t xml:space="preserve">!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ধারণাও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কোন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এত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গুরুত্বপূর্ণ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বিষয়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সম্পর্কে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কথা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তারপর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হে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আসমা</w:t>
      </w:r>
      <w:r w:rsidRPr="00B84DC1">
        <w:rPr>
          <w:cs/>
          <w:lang w:bidi="bn-IN"/>
        </w:rPr>
        <w:t xml:space="preserve">!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মধ্যে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ঘোষণা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তোমাদের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মধ্যে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ব্যবহার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ইচ্ছা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সন্তুষ্টি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অনুযায়ী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পুরুষের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সমস্তভাল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আমলের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সওয়াব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</w:p>
    <w:p w:rsidR="00FE4106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অত্যন্ত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আনন্দিত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তকবির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ধ্বনি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সেখান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প্রস্থান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৬৮</w:t>
      </w:r>
    </w:p>
    <w:p w:rsidR="00B84DC1" w:rsidRDefault="00B84DC1" w:rsidP="00B84DC1">
      <w:pPr>
        <w:pStyle w:val="libBold1"/>
        <w:rPr>
          <w:lang w:bidi="bn-IN"/>
        </w:rPr>
      </w:pPr>
      <w:r w:rsidRPr="00B84DC1">
        <w:rPr>
          <w:rFonts w:hint="cs"/>
          <w:cs/>
          <w:lang w:bidi="bn-IN"/>
        </w:rPr>
        <w:t>উপসংহার</w:t>
      </w:r>
      <w:r w:rsidRPr="00B84DC1">
        <w:rPr>
          <w:cs/>
          <w:lang w:bidi="bn-IN"/>
        </w:rPr>
        <w:t xml:space="preserve"> :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lastRenderedPageBreak/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নিষ্পাপ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ইমামদের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বাণী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অনুসারে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পরিস্কার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ইসলাম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আন্তরিক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উষ্ণ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পরিবেশে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কর্মের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ব্যাপারে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মূল্য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আলোকিত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নীতিমালাকে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অন্যান্য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ধর্মের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তুলনা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তখন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বুঝতে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শুধুমাত্র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মূল্য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এমন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ব্যক্তিত্বপূর্ণ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মর্যাদা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প্রদান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মুসলমানগণ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নিজের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অস্তিত্বকে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আসমানী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দ্বীনকে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রক্ষার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লক্ষ্যে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বিলিয়ে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শুধুমাত্র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মুক্তি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দুনিয়া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আখিরাতে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ইজ্জত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পাওয়াটা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পবিত্র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ধর্ম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অনুসরণের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মধ্যেই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নিহিত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আল্লাহ্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rFonts w:hint="eastAsia"/>
        </w:rPr>
        <w:t>’</w:t>
      </w:r>
      <w:r w:rsidRPr="00B84DC1">
        <w:rPr>
          <w:rFonts w:hint="cs"/>
          <w:cs/>
          <w:lang w:bidi="bn-IN"/>
        </w:rPr>
        <w:t>য়ালা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ব্যাপারে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সওয়াব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জাতির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উন্নয়ন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</w:t>
      </w:r>
      <w:r w:rsidRPr="00B84DC1">
        <w:rPr>
          <w:cs/>
          <w:lang w:bidi="bn-IN"/>
        </w:rPr>
        <w:t>:</w:t>
      </w:r>
      <w:r w:rsidRPr="00B84DC1">
        <w:rPr>
          <w:rFonts w:hint="cs"/>
          <w:cs/>
          <w:lang w:bidi="bn-IN"/>
        </w:rPr>
        <w:t>পতন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বিকাশ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অবক্ষয়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নির্ভরশীল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শিশু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উদ্বেগ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উৎকণ্ঠামুক্ত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পরিবেশে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উপযুক্ত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ভালবাসা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আদর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প্রশিক্ষণে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উঠে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জাতির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ভবিষ্যত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গণ্য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শিশু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পরবর্তী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জাতির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সুষ্ঠু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বিকাশ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উন্নয়নে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গুরুত্বপূর্ণ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ভূমিকা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পালনে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সক্ষম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সামাজিক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বিভিন্ন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যেমন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তালাক</w:t>
      </w:r>
      <w:r w:rsidRPr="00B84DC1">
        <w:t xml:space="preserve">, </w:t>
      </w:r>
      <w:r w:rsidRPr="00B84DC1">
        <w:rPr>
          <w:rFonts w:hint="cs"/>
          <w:cs/>
          <w:lang w:bidi="bn-IN"/>
        </w:rPr>
        <w:t>ঝগড়া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বিবাদ</w:t>
      </w:r>
      <w:r w:rsidRPr="00B84DC1">
        <w:t xml:space="preserve">, </w:t>
      </w:r>
      <w:r w:rsidRPr="00B84DC1">
        <w:rPr>
          <w:rFonts w:hint="cs"/>
          <w:cs/>
          <w:lang w:bidi="bn-IN"/>
        </w:rPr>
        <w:t>মানসিক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চাপ</w:t>
      </w:r>
      <w:r w:rsidRPr="00B84DC1">
        <w:t xml:space="preserve">, </w:t>
      </w:r>
      <w:r w:rsidRPr="00B84DC1">
        <w:rPr>
          <w:rFonts w:hint="cs"/>
          <w:cs/>
          <w:lang w:bidi="bn-IN"/>
        </w:rPr>
        <w:t>উত্তেজনা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অশান্তিও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মানসিক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বিভিন্ন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রোগসমূহ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কমে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সমস্যাগুলোই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শৃংখলার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অবনতি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ঘটায়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অন্যান্য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সৃষ্টি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পশ্চিমা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অনৈসলামী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দেশগুলোতে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পরিমানে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তালাক</w:t>
      </w:r>
      <w:r w:rsidRPr="00B84DC1">
        <w:t xml:space="preserve">, </w:t>
      </w:r>
      <w:r w:rsidRPr="00B84DC1">
        <w:rPr>
          <w:rFonts w:hint="cs"/>
          <w:cs/>
          <w:lang w:bidi="bn-IN"/>
        </w:rPr>
        <w:t>চুরি</w:t>
      </w:r>
      <w:r w:rsidRPr="00B84DC1">
        <w:t xml:space="preserve">, </w:t>
      </w:r>
      <w:r w:rsidRPr="00B84DC1">
        <w:rPr>
          <w:rFonts w:hint="cs"/>
          <w:cs/>
          <w:lang w:bidi="bn-IN"/>
        </w:rPr>
        <w:t>ছিনতাই</w:t>
      </w:r>
      <w:r w:rsidRPr="00B84DC1">
        <w:t xml:space="preserve">, </w:t>
      </w:r>
      <w:r w:rsidRPr="00B84DC1">
        <w:rPr>
          <w:rFonts w:hint="cs"/>
          <w:cs/>
          <w:lang w:bidi="bn-IN"/>
        </w:rPr>
        <w:t>খুন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রাহাজানী</w:t>
      </w:r>
      <w:r w:rsidRPr="00B84DC1">
        <w:t xml:space="preserve">, </w:t>
      </w:r>
      <w:r w:rsidRPr="00B84DC1">
        <w:rPr>
          <w:rFonts w:hint="cs"/>
          <w:cs/>
          <w:lang w:bidi="bn-IN"/>
        </w:rPr>
        <w:t>ফ্যাসাদ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অন্যান্য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খারাপ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বেড়েই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চলেছে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পুলিশ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বিচার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বিভাগও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নিয়ন্ত্রণ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গৃহকর্মের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মূল্য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পরিবার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নামক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প্রতিষ্ঠানটির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আন্তরিক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পরিবেশের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গুরুত্বকে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উপেক্ষা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গঠনের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মাধ্যমে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গঠনে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ভূমিকা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রাখবে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ভোগ্যপণ্য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গণ্য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আমোদ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ফূর্তির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অনৈতিক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কেন্দ্রগুলোতে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নিযুক্ত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এরফলে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শিশুরা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মায়ের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ভালবাসা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আদর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বঞ্চিত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অসভ্যতা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নিচ্ছে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ভালবাসা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আদর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জানতেই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সভ্য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উঠার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প্রথম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পাঠশালা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শিশুর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lastRenderedPageBreak/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পাঠশালার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প্রথম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বাবা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যেখানে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বাবা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অসভ্যতার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সেখানে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আশা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যায়</w:t>
      </w:r>
      <w:r w:rsidRPr="00B84DC1">
        <w:t xml:space="preserve">?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সুন্দর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পরিচ্ছন্ন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পেতে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চাই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তাহলে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অবশ্যই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পরিবার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নামক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ছোট্ট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সমাজটিকে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উন্নত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ছকে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তৈরী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বিষয়টির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গুরুত্ব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ইমাম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রহ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খোমেনী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বলেছেন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দায়িত্বটি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মায়ের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</w:t>
      </w:r>
      <w:r w:rsidRPr="00B84DC1">
        <w:rPr>
          <w:cs/>
          <w:lang w:bidi="bn-IN"/>
        </w:rPr>
        <w:t xml:space="preserve">)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নবীদের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ন্যায়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৬৯</w:t>
      </w:r>
      <w:r w:rsidRPr="00B84DC1">
        <w:rPr>
          <w:cs/>
          <w:lang w:bidi="bn-IN"/>
        </w:rPr>
        <w:t xml:space="preserve">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দেশকে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আঙ্গিকে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সাজাতে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চাই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অবশ্যই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মহিলাদেরকে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অনেক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লেখা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পড়া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হবে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: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এক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শিক্ষা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সাংস্কৃতিক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অঙ্গনে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বিশেষ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প্রতিষ্ঠানে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ভূমিকা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রাখার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প্রয়োজন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সেখানে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শরীয়তী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নীতিমালা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বজায়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রেখে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কর্মকান্ড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চালাতে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</w:p>
    <w:p w:rsidR="00FE4106" w:rsidRPr="006445C3" w:rsidRDefault="00B84DC1" w:rsidP="00B84DC1">
      <w:pPr>
        <w:pStyle w:val="libNormal"/>
        <w:rPr>
          <w:rStyle w:val="libBold1Char"/>
        </w:rPr>
      </w:pPr>
      <w:r w:rsidRPr="00B84DC1">
        <w:rPr>
          <w:rFonts w:hint="cs"/>
          <w:cs/>
          <w:lang w:bidi="bn-IN"/>
        </w:rPr>
        <w:t>দুই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জ্ঞান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সংস্কৃতিগত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উন্নয়ন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ঘটানো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প্রশিক্ষণের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ব্যাপারে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সাহায্য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কেননা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মায়ের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আল্লাহ্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rFonts w:hint="eastAsia"/>
        </w:rPr>
        <w:t>’</w:t>
      </w:r>
      <w:r w:rsidRPr="00B84DC1">
        <w:rPr>
          <w:rFonts w:hint="cs"/>
          <w:cs/>
          <w:lang w:bidi="bn-IN"/>
        </w:rPr>
        <w:t>য়ালা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বিভিন্ন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নারীদেরকে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পালনের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গুরুদায়িত্বের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সম্পৃক্ত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দিয়েছেন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এটাও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লক্ষ্য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রাখা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দরকার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নারীদের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উচ্চশিক্ষার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বিষয়ে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অধিক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গুরুত্ব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প্রকৃত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মূল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ভুলে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</w:p>
    <w:p w:rsidR="00B84DC1" w:rsidRDefault="00B84DC1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B84DC1" w:rsidRDefault="00FE4106" w:rsidP="00B84DC1">
      <w:pPr>
        <w:pStyle w:val="Heading2Center"/>
      </w:pPr>
      <w:bookmarkStart w:id="20" w:name="_Toc439886103"/>
      <w:bookmarkStart w:id="21" w:name="_Toc440447863"/>
      <w:r w:rsidRPr="005A2C80">
        <w:rPr>
          <w:cs/>
          <w:lang w:bidi="bn-IN"/>
        </w:rPr>
        <w:lastRenderedPageBreak/>
        <w:t>শিশু লালন-পালনের সওয়াব</w:t>
      </w:r>
      <w:bookmarkEnd w:id="20"/>
      <w:bookmarkEnd w:id="21"/>
      <w:r w:rsidRPr="005A2C80">
        <w:rPr>
          <w:cs/>
          <w:lang w:bidi="bn-IN"/>
        </w:rPr>
        <w:t xml:space="preserve"> </w:t>
      </w:r>
    </w:p>
    <w:p w:rsidR="00B84DC1" w:rsidRDefault="00B84DC1" w:rsidP="00C4151B">
      <w:pPr>
        <w:pStyle w:val="libNormal"/>
        <w:rPr>
          <w:lang w:bidi="bn-IN"/>
        </w:rPr>
      </w:pP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আল্লাহ্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rFonts w:hint="eastAsia"/>
        </w:rPr>
        <w:t>’</w:t>
      </w:r>
      <w:r w:rsidRPr="00B84DC1">
        <w:rPr>
          <w:rFonts w:hint="cs"/>
          <w:cs/>
          <w:lang w:bidi="bn-IN"/>
        </w:rPr>
        <w:t>য়ালা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সৃষ্টি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হিদায়েতের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নবীদের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প্রেরণ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কেউ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সৌভাগ্যের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তাদেরকে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নৈকট্য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প্রচেষ্টায়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পদক্ষেপ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অন্যায়</w:t>
      </w:r>
      <w:r w:rsidRPr="00B84DC1">
        <w:t xml:space="preserve">, </w:t>
      </w:r>
      <w:r w:rsidRPr="00B84DC1">
        <w:rPr>
          <w:rFonts w:hint="cs"/>
          <w:cs/>
          <w:lang w:bidi="bn-IN"/>
        </w:rPr>
        <w:t>অনাচার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বিচ্যুতি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দূরে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সরাবে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নবীদের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বাড়ালো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ধর্মীয়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আলেম</w:t>
      </w:r>
      <w:r w:rsidRPr="00B84DC1">
        <w:t xml:space="preserve">, </w:t>
      </w:r>
      <w:r w:rsidRPr="00B84DC1">
        <w:rPr>
          <w:rFonts w:hint="cs"/>
          <w:cs/>
          <w:lang w:bidi="bn-IN"/>
        </w:rPr>
        <w:t>ধর্মভীরু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বাবা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মা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শিক্ষক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শিক্ষিকারাই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থাকেন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সমাজকে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উপহার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নবীদের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মতই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ইমাম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খোমেনী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রহ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বলেছেন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সন্তানকে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উপযুক্তভাবে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সমস্তকাজের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উত্তম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সন্তান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সমাজে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উপহার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সমগ্র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পৃথিবীতে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কিছু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অনেক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বেশী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আপনারা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উপযুক্ত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রূপে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গড়ে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তুলতে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ভাষায়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প্রকাশ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পারবো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৭০</w:t>
      </w:r>
      <w:r w:rsidRPr="00B84DC1">
        <w:rPr>
          <w:cs/>
          <w:lang w:bidi="bn-IN"/>
        </w:rPr>
        <w:t xml:space="preserve">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শিশুর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মানসিক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জটিলতার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সবচেয়ে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হচ্ছে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মায়ের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পৃথক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... </w:t>
      </w:r>
      <w:r w:rsidRPr="00B84DC1">
        <w:rPr>
          <w:rFonts w:hint="cs"/>
          <w:cs/>
          <w:lang w:bidi="bn-IN"/>
        </w:rPr>
        <w:t>সুতরাং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মায়ের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নবীদের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ন্যায়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কেননা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নবিগণও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এসেছিলেন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মানুষ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হিসেবে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তৈরী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rStyle w:val="libFootnotenumChar"/>
          <w:rFonts w:hint="cs"/>
          <w:cs/>
          <w:lang w:bidi="bn-IN"/>
        </w:rPr>
        <w:t>৭১</w:t>
      </w:r>
      <w:r w:rsidRPr="00B84DC1">
        <w:rPr>
          <w:cs/>
          <w:lang w:bidi="bn-IN"/>
        </w:rPr>
        <w:t xml:space="preserve"> </w:t>
      </w:r>
    </w:p>
    <w:p w:rsidR="00FE4106" w:rsidRPr="007C78A2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অনুমতি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বাইরে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কথা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মেনে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চলা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পক্ষ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প্রচুর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পরিমানে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রহমত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বর্ষিত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হওয়ার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</w:t>
      </w:r>
      <w:r w:rsidR="00FE4106" w:rsidRPr="007C78A2">
        <w:rPr>
          <w:rtl/>
          <w:cs/>
        </w:rPr>
        <w:t>:</w:t>
      </w:r>
      <w:r w:rsidR="00FE4106" w:rsidRPr="007C78A2">
        <w:t xml:space="preserve"> </w:t>
      </w:r>
    </w:p>
    <w:p w:rsidR="00FE4106" w:rsidRPr="005A2C80" w:rsidRDefault="00B84DC1" w:rsidP="00FE4106">
      <w:pPr>
        <w:pStyle w:val="libNormal"/>
      </w:pPr>
      <w:r w:rsidRPr="00B84DC1">
        <w:rPr>
          <w:rFonts w:hint="cs"/>
          <w:cs/>
          <w:lang w:bidi="bn-IN"/>
        </w:rPr>
        <w:t>ইমাম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সাদিক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বলেছেন</w:t>
      </w:r>
      <w:r w:rsidRPr="00B84DC1">
        <w:rPr>
          <w:cs/>
          <w:lang w:bidi="bn-IN"/>
        </w:rPr>
        <w:t xml:space="preserve"> :</w:t>
      </w:r>
      <w:r w:rsidR="00FE4106" w:rsidRPr="005A2C80">
        <w:t xml:space="preserve"> </w:t>
      </w:r>
    </w:p>
    <w:p w:rsidR="00FE4106" w:rsidRPr="005A2C80" w:rsidRDefault="00FE4106" w:rsidP="003A255A">
      <w:pPr>
        <w:pStyle w:val="libAr"/>
        <w:rPr>
          <w:rtl/>
          <w:lang w:bidi="fa-IR"/>
        </w:rPr>
      </w:pPr>
      <w:r w:rsidRPr="003A255A">
        <w:rPr>
          <w:rFonts w:hint="cs"/>
          <w:rtl/>
        </w:rPr>
        <w:t>ان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رجلا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من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الانصار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عهد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رسول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(</w:t>
      </w:r>
      <w:r w:rsidRPr="003A255A">
        <w:rPr>
          <w:rFonts w:hint="cs"/>
          <w:rtl/>
        </w:rPr>
        <w:t>صلی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علیه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آله</w:t>
      </w:r>
      <w:r w:rsidRPr="00C4151B">
        <w:rPr>
          <w:rFonts w:hint="cs"/>
          <w:rtl/>
        </w:rPr>
        <w:t xml:space="preserve">) </w:t>
      </w:r>
      <w:r w:rsidRPr="003A255A">
        <w:rPr>
          <w:rFonts w:hint="cs"/>
          <w:rtl/>
        </w:rPr>
        <w:t>ﺧﺮﺝ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ﺑﻌﺾ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ﺣﻮﺍﺋﺠﻪ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ﻋﻬﺪ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ﺇﱃ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ﺍﻣﺮﺍﺗﻪ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ﻋﻬﺪﺍ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ﲣﺮﺝ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ﺑﻴﺘﻬﺎ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ﺣﱴ</w:t>
      </w:r>
      <w:r w:rsidRPr="00C4151B">
        <w:t xml:space="preserve"> </w:t>
      </w:r>
      <w:r w:rsidRPr="003A255A">
        <w:rPr>
          <w:rFonts w:hint="cs"/>
          <w:rtl/>
        </w:rPr>
        <w:t>ﻳﻘﺪﻡ،</w:t>
      </w:r>
      <w:r w:rsidRPr="00C4151B">
        <w:t xml:space="preserve"> </w:t>
      </w:r>
      <w:r w:rsidRPr="003A255A">
        <w:rPr>
          <w:rFonts w:hint="cs"/>
          <w:rtl/>
        </w:rPr>
        <w:t>قال</w:t>
      </w:r>
      <w:r w:rsidRPr="00C4151B">
        <w:rPr>
          <w:rFonts w:hint="cs"/>
          <w:rtl/>
        </w:rPr>
        <w:t xml:space="preserve"> :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ﺍﺑﺎﻫﺎ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ﻣﺮﺽ</w:t>
      </w:r>
      <w:r w:rsidRPr="00C4151B">
        <w:rPr>
          <w:rtl/>
        </w:rPr>
        <w:t xml:space="preserve">. </w:t>
      </w:r>
      <w:r w:rsidRPr="003A255A">
        <w:rPr>
          <w:rFonts w:hint="cs"/>
          <w:rtl/>
        </w:rPr>
        <w:t>ﻓﺒﻌﺜﺖ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ﺍﳌﺮﺍﺓ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صلی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علیه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آله</w:t>
      </w:r>
      <w:r w:rsidRPr="00C4151B">
        <w:rPr>
          <w:rFonts w:hint="cs"/>
          <w:rtl/>
        </w:rPr>
        <w:t xml:space="preserve">) </w:t>
      </w:r>
      <w:r w:rsidRPr="003A255A">
        <w:rPr>
          <w:rFonts w:hint="cs"/>
          <w:rtl/>
        </w:rPr>
        <w:t>ﻓﻘﺎﻟﺖ</w:t>
      </w:r>
      <w:r w:rsidRPr="00C4151B">
        <w:rPr>
          <w:rtl/>
        </w:rPr>
        <w:t xml:space="preserve"> :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ﺯﻭﺟﻰ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ﺧﺮﺝ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ﻋﻬﺪ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ﺍﺧﺮﺝ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ﺑﻴﱴ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ﺣﱴ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ﻳﻘﺪﻡ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ﺍﰉ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ﻣﺮﺽ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ﺍﻓﺘﺎﻣﺮﱏ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ﺍﻋﻮﺩﻩ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ﻓﻘﺎﻝ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صلی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علیه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آله</w:t>
      </w:r>
      <w:r w:rsidRPr="00C4151B">
        <w:rPr>
          <w:rFonts w:hint="cs"/>
          <w:rtl/>
        </w:rPr>
        <w:t xml:space="preserve">) : </w:t>
      </w:r>
      <w:r w:rsidRPr="003A255A">
        <w:rPr>
          <w:rFonts w:hint="cs"/>
          <w:rtl/>
        </w:rPr>
        <w:t>لا،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اجلسی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ﺑﻴﺘﻚ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ﺍﻃﻴﻌﻰ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ﺯﻭﺟﻚ،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قال</w:t>
      </w:r>
      <w:r w:rsidRPr="00C4151B">
        <w:rPr>
          <w:rFonts w:hint="cs"/>
          <w:rtl/>
        </w:rPr>
        <w:t xml:space="preserve"> : </w:t>
      </w:r>
      <w:r w:rsidRPr="003A255A">
        <w:rPr>
          <w:rFonts w:hint="cs"/>
          <w:rtl/>
        </w:rPr>
        <w:t>فمات،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ﻓﺒﻌﺜﺖ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ﻓﻘﺎﻟﺖ</w:t>
      </w:r>
      <w:r w:rsidRPr="00C4151B">
        <w:rPr>
          <w:rtl/>
        </w:rPr>
        <w:t xml:space="preserve"> : </w:t>
      </w:r>
      <w:r w:rsidRPr="003A255A">
        <w:rPr>
          <w:rFonts w:hint="cs"/>
          <w:rtl/>
        </w:rPr>
        <w:t>یا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صلی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علیه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آله</w:t>
      </w:r>
      <w:r w:rsidRPr="00C4151B">
        <w:rPr>
          <w:rFonts w:hint="cs"/>
          <w:rtl/>
        </w:rPr>
        <w:t>)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ﺍﰉ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ﻗﺪﻣﺎﺕ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ﻓﺘﺎﻣﺮﱏ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ﺍﺣﻀﺮﻩ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؟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ﻓﻘﺎﻝ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ﺭﺳﻮﻝ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ﺻﻠﻰ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ﺁﻟﻪ</w:t>
      </w:r>
      <w:r w:rsidRPr="00C4151B">
        <w:rPr>
          <w:rtl/>
        </w:rPr>
        <w:t xml:space="preserve">) </w:t>
      </w:r>
      <w:r w:rsidRPr="003A255A">
        <w:rPr>
          <w:rFonts w:hint="cs"/>
          <w:rtl/>
        </w:rPr>
        <w:t>لا،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lastRenderedPageBreak/>
        <w:t>اجلسی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ﺑﻴﺘﻚ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ﺍﻃﻴﻌﻰ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ﺯﻭﺟﻚ،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ﻗﺎﻝ</w:t>
      </w:r>
      <w:r w:rsidRPr="00C4151B">
        <w:rPr>
          <w:rtl/>
        </w:rPr>
        <w:t xml:space="preserve"> : </w:t>
      </w:r>
      <w:r w:rsidRPr="003A255A">
        <w:rPr>
          <w:rFonts w:hint="cs"/>
          <w:rtl/>
        </w:rPr>
        <w:t>ﻓﺪﻓﻦ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ﺍﻟﺮﺟﻞ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فبعث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الیها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رسول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C4151B">
        <w:rPr>
          <w:rtl/>
        </w:rPr>
        <w:t>(</w:t>
      </w:r>
      <w:r w:rsidRPr="003A255A">
        <w:rPr>
          <w:rFonts w:hint="cs"/>
          <w:rtl/>
        </w:rPr>
        <w:t>صلی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علیه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آله</w:t>
      </w:r>
      <w:r w:rsidRPr="00C4151B">
        <w:rPr>
          <w:rFonts w:hint="cs"/>
          <w:rtl/>
        </w:rPr>
        <w:t xml:space="preserve">) </w:t>
      </w:r>
      <w:r w:rsidRPr="003A255A">
        <w:rPr>
          <w:rFonts w:hint="cs"/>
          <w:rtl/>
        </w:rPr>
        <w:t>ان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الله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تبارک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تعالی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قد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غفرلک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لأبیک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بطاعتک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لزوجک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ইমাম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সাদিক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নবী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>.)-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আনসারদের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মধ্যে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থেকে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একজন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পুরুষ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সংসারের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কিছু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সমস্যা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সমাধানের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সফরে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গেল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গেল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পর্যন্তযেন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বাইরে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এমতাবস্থায়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অসুস্থ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পড়লো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খুব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অসুখ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সফরে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কিন্তু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সাথে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ওয়াদা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আসা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পর্যন্ত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বাইরে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মূহুর্তে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আপনি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অনুমতি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দিবেন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যাওয়ার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না</w:t>
      </w:r>
      <w:r w:rsidRPr="00B84DC1">
        <w:t>,</w:t>
      </w:r>
      <w:r w:rsidRPr="00B84DC1">
        <w:rPr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অনুমতি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নির্দেশ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পালন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ইমাম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সাদিক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>.)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মৃত্যুবরণ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করলে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পুনরায়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-</w:t>
      </w:r>
      <w:r w:rsidRPr="00B84DC1">
        <w:rPr>
          <w:rFonts w:hint="cs"/>
          <w:cs/>
          <w:lang w:bidi="bn-IN"/>
        </w:rPr>
        <w:t>এর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বলল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হে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রাসূলুল্লাহ</w:t>
      </w:r>
      <w:r w:rsidRPr="00B84DC1">
        <w:rPr>
          <w:cs/>
          <w:lang w:bidi="bn-IN"/>
        </w:rPr>
        <w:t xml:space="preserve">! </w:t>
      </w:r>
      <w:r w:rsidRPr="00B84DC1">
        <w:rPr>
          <w:rFonts w:hint="cs"/>
          <w:cs/>
          <w:lang w:bidi="bn-IN"/>
        </w:rPr>
        <w:t>আমার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ইন্তেকাল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করেছেন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আমাকে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অনুমতি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দিবেন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t xml:space="preserve">?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বললেন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না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অনুমতি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বরং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তুমি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ফিরে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নির্দেশ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পালন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ইমাম</w:t>
      </w:r>
      <w:r w:rsidRPr="00B84DC1">
        <w:rPr>
          <w:cs/>
          <w:lang w:bidi="bn-IN"/>
        </w:rPr>
        <w:t xml:space="preserve">  </w:t>
      </w:r>
      <w:r w:rsidRPr="00B84DC1">
        <w:rPr>
          <w:rFonts w:hint="cs"/>
          <w:cs/>
          <w:lang w:bidi="bn-IN"/>
        </w:rPr>
        <w:t>সাদিক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আ</w:t>
      </w:r>
      <w:r w:rsidRPr="00B84DC1">
        <w:rPr>
          <w:cs/>
          <w:lang w:bidi="bn-IN"/>
        </w:rPr>
        <w:t>.)</w:t>
      </w:r>
      <w:r w:rsidRPr="00B84DC1">
        <w:rPr>
          <w:rFonts w:hint="cs"/>
          <w:cs/>
          <w:lang w:bidi="bn-IN"/>
        </w:rPr>
        <w:t>বলেন</w:t>
      </w:r>
      <w:r w:rsidRPr="00B84DC1">
        <w:rPr>
          <w:cs/>
          <w:lang w:bidi="bn-IN"/>
        </w:rPr>
        <w:t xml:space="preserve"> :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মৃত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ব্যক্তি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দাফন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যাওয়ার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রাসূল</w:t>
      </w:r>
      <w:r w:rsidRPr="00B84DC1">
        <w:rPr>
          <w:cs/>
          <w:lang w:bidi="bn-IN"/>
        </w:rPr>
        <w:t xml:space="preserve"> (</w:t>
      </w:r>
      <w:r w:rsidRPr="00B84DC1">
        <w:rPr>
          <w:rFonts w:hint="cs"/>
          <w:cs/>
          <w:lang w:bidi="bn-IN"/>
        </w:rPr>
        <w:t>সা</w:t>
      </w:r>
      <w:r w:rsidRPr="00B84DC1">
        <w:rPr>
          <w:cs/>
          <w:lang w:bidi="bn-IN"/>
        </w:rPr>
        <w:t xml:space="preserve">.) </w:t>
      </w:r>
      <w:r w:rsidRPr="00B84DC1">
        <w:rPr>
          <w:rFonts w:hint="cs"/>
          <w:cs/>
          <w:lang w:bidi="bn-IN"/>
        </w:rPr>
        <w:t>ঐ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মহিলাকে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খরব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পাঠালেন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নির্দেশ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পালন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জন্য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আল্লাহ্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</w:t>
      </w:r>
      <w:r w:rsidRPr="00B84DC1">
        <w:rPr>
          <w:rFonts w:hint="eastAsia"/>
        </w:rPr>
        <w:t>’</w:t>
      </w:r>
      <w:r w:rsidRPr="00B84DC1">
        <w:rPr>
          <w:rFonts w:hint="cs"/>
          <w:cs/>
          <w:lang w:bidi="bn-IN"/>
        </w:rPr>
        <w:t>য়ালা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তোমার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গোনাহ্সমূহ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ক্ষমা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দিয়েছেন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AD5265">
        <w:rPr>
          <w:rStyle w:val="libFootnotenumChar"/>
          <w:rFonts w:hint="cs"/>
          <w:cs/>
          <w:lang w:bidi="bn-IN"/>
        </w:rPr>
        <w:t>৭২</w:t>
      </w:r>
      <w:r w:rsidRPr="00B84DC1">
        <w:rPr>
          <w:cs/>
          <w:lang w:bidi="bn-IN"/>
        </w:rPr>
        <w:t xml:space="preserve"> 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যদিও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প্রত্যেক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ব্যক্তির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দ্বীনি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আত্মীয়দের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আদায়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মাতার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দেখানো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ইসলামের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নৈতিক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শিক্ষা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হলো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পুরুষ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পিতা</w:t>
      </w:r>
      <w:r w:rsidRPr="00B84DC1">
        <w:rPr>
          <w:cs/>
          <w:lang w:bidi="bn-IN"/>
        </w:rPr>
        <w:t>-</w:t>
      </w:r>
      <w:r w:rsidRPr="00B84DC1">
        <w:rPr>
          <w:rFonts w:hint="cs"/>
          <w:cs/>
          <w:lang w:bidi="bn-IN"/>
        </w:rPr>
        <w:t>মাতা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আত্মীয়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স্বজনদের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সঙ্গে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দেখা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নিয়ে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এবং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সঙ্গে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সম্মানজনক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আচরণ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</w:p>
    <w:p w:rsidR="00B84DC1" w:rsidRPr="00B84DC1" w:rsidRDefault="00B84DC1" w:rsidP="00B84DC1">
      <w:pPr>
        <w:pStyle w:val="libNormal"/>
      </w:pPr>
      <w:r w:rsidRPr="00B84DC1">
        <w:rPr>
          <w:rFonts w:hint="cs"/>
          <w:cs/>
          <w:lang w:bidi="bn-IN"/>
        </w:rPr>
        <w:t>যে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ব্যক্তি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নিজের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সম্মান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দেয়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দায়িত্বকেই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আঞ্জাম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দিল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কারণে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প্রকৃত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মুসলমান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হিসেবে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গণ্যও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অপর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দিকে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স্ত্রীরও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দায়িত্ব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রয়েছে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যেমন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নির্দেশে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বাড়ীর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বাইরে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যাওয়া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ইত্যাদি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যদিও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কিছু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কিছু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ওয়াজিব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কাজের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ব্যাপারে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অনুমতির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কোন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প্রয়োজন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নেই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যেমন</w:t>
      </w:r>
      <w:r w:rsidRPr="00B84DC1">
        <w:t xml:space="preserve">, </w:t>
      </w:r>
      <w:r w:rsidRPr="00B84DC1">
        <w:rPr>
          <w:rFonts w:hint="cs"/>
          <w:cs/>
          <w:lang w:bidi="bn-IN"/>
        </w:rPr>
        <w:t>হজ্জ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করতে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যাওয়া</w:t>
      </w:r>
      <w:r w:rsidRPr="00B84DC1">
        <w:rPr>
          <w:cs/>
          <w:lang w:bidi="bn-IN"/>
        </w:rPr>
        <w:t xml:space="preserve"> ... </w:t>
      </w:r>
      <w:r w:rsidRPr="00B84DC1">
        <w:rPr>
          <w:rFonts w:hint="cs"/>
          <w:cs/>
          <w:lang w:bidi="bn-IN"/>
        </w:rPr>
        <w:t>ইত্যাদি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</w:p>
    <w:p w:rsidR="00FE4106" w:rsidRPr="005A2C80" w:rsidRDefault="00B84DC1" w:rsidP="00B84DC1">
      <w:pPr>
        <w:pStyle w:val="libNormal"/>
      </w:pPr>
      <w:r w:rsidRPr="00B84DC1">
        <w:rPr>
          <w:rFonts w:hint="cs"/>
          <w:cs/>
          <w:lang w:bidi="bn-IN"/>
        </w:rPr>
        <w:lastRenderedPageBreak/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হাদীসটি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এই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বিষয়ের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প্রতি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গুরুত্বারোপ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করেছে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যে</w:t>
      </w:r>
      <w:r w:rsidRPr="00B84DC1">
        <w:t xml:space="preserve">, </w:t>
      </w:r>
      <w:r w:rsidRPr="00B84DC1">
        <w:rPr>
          <w:rFonts w:hint="cs"/>
          <w:cs/>
          <w:lang w:bidi="bn-IN"/>
        </w:rPr>
        <w:t>স্ত্রী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অবশ্যই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স্বামীর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আনুগত্য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hi-IN"/>
        </w:rPr>
        <w:t>।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আর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তাকে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যথেষ্ট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মূল্যায়ন</w:t>
      </w:r>
      <w:r w:rsidRPr="00B84DC1">
        <w:rPr>
          <w:cs/>
          <w:lang w:bidi="bn-IN"/>
        </w:rPr>
        <w:t xml:space="preserve"> </w:t>
      </w:r>
      <w:r w:rsidRPr="00B84DC1">
        <w:rPr>
          <w:rFonts w:hint="cs"/>
          <w:cs/>
          <w:lang w:bidi="bn-IN"/>
        </w:rPr>
        <w:t>করবে</w:t>
      </w:r>
      <w:r w:rsidRPr="00B84DC1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AD5265" w:rsidRPr="00C6693F" w:rsidRDefault="00AD5265" w:rsidP="00C6693F">
      <w:r>
        <w:br w:type="page"/>
      </w:r>
    </w:p>
    <w:p w:rsidR="00FE4106" w:rsidRPr="005A2C80" w:rsidRDefault="00FE4106" w:rsidP="00A6165F">
      <w:pPr>
        <w:pStyle w:val="libCenterBold1"/>
      </w:pPr>
      <w:r w:rsidRPr="005A2C80">
        <w:rPr>
          <w:cs/>
          <w:lang w:bidi="bn-IN"/>
        </w:rPr>
        <w:lastRenderedPageBreak/>
        <w:t>দ্বিতীয় শ্রেণী</w:t>
      </w:r>
    </w:p>
    <w:p w:rsidR="00FE4106" w:rsidRPr="005A2C80" w:rsidRDefault="00FE4106" w:rsidP="00FE4106">
      <w:pPr>
        <w:pStyle w:val="libNormal"/>
      </w:pPr>
    </w:p>
    <w:p w:rsidR="00FE4106" w:rsidRPr="005A2C80" w:rsidRDefault="00A6165F" w:rsidP="00FE4106">
      <w:pPr>
        <w:pStyle w:val="libNormal"/>
      </w:pPr>
      <w:r w:rsidRPr="00A6165F">
        <w:rPr>
          <w:rFonts w:hint="cs"/>
          <w:cs/>
          <w:lang w:bidi="bn-IN"/>
        </w:rPr>
        <w:t>দ্বিতীয়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শ্রেণীর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ইতিহাসের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বিভিন্ন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পর্যায়ে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ফ্যাসাদ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অপরাধ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সংঘটিত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নবী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ইমাম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সৎ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মানুষের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হত্যার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কারণও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যেমন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হযরত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লুত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নূহ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>.)-</w:t>
      </w:r>
      <w:r w:rsidRPr="00A6165F">
        <w:rPr>
          <w:rFonts w:hint="cs"/>
          <w:cs/>
          <w:lang w:bidi="bn-IN"/>
        </w:rPr>
        <w:t>এর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স্ত্রীদ্বয়</w:t>
      </w:r>
      <w:r w:rsidRPr="00A6165F">
        <w:t xml:space="preserve">, </w:t>
      </w:r>
      <w:r w:rsidRPr="00A6165F">
        <w:rPr>
          <w:rFonts w:hint="cs"/>
          <w:cs/>
          <w:lang w:bidi="bn-IN"/>
        </w:rPr>
        <w:t>হিন্দা</w:t>
      </w:r>
      <w:r w:rsidRPr="00A6165F">
        <w:t xml:space="preserve">,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নবী</w:t>
      </w:r>
      <w:r w:rsidRPr="00A6165F">
        <w:rPr>
          <w:cs/>
          <w:lang w:bidi="bn-IN"/>
        </w:rPr>
        <w:t xml:space="preserve"> -</w:t>
      </w:r>
      <w:r w:rsidRPr="00A6165F">
        <w:rPr>
          <w:rFonts w:hint="cs"/>
          <w:cs/>
          <w:lang w:bidi="bn-IN"/>
        </w:rPr>
        <w:t>এর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চাচা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হযরত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হামযার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কলিজা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চিবিয়ে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খেয়েছিল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তেমনি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ইমাম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হাসান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>.)-</w:t>
      </w:r>
      <w:r w:rsidRPr="00A6165F">
        <w:rPr>
          <w:rFonts w:hint="cs"/>
          <w:cs/>
          <w:lang w:bidi="bn-IN"/>
        </w:rPr>
        <w:t>এর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স্ত্রী</w:t>
      </w:r>
      <w:r w:rsidRPr="00A6165F">
        <w:t xml:space="preserve">, </w:t>
      </w:r>
      <w:r w:rsidRPr="00A6165F">
        <w:rPr>
          <w:rFonts w:hint="cs"/>
          <w:cs/>
          <w:lang w:bidi="bn-IN"/>
        </w:rPr>
        <w:t>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ইমামের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শাহাদত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ইতিহাসে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ধরনের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সংখ্যা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অনেক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বর্তমান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সময়েও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ইসলামের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শত্রুরা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অসৎ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উদ্দেশ্য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হাসিলের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লক্ষ্যে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সমাজে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ফিতনা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ফ্যাসাদ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সৃষ্টি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নিজেদের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কামভাব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চরিতার্থ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কালো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টাকার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পাহাড়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গড়তে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ধরনের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ব্যবহার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এখানে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ঐ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ধরনের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সম্পর্কে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তুলে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ধরা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হল</w:t>
      </w:r>
      <w:r w:rsidRPr="00A6165F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A6165F" w:rsidRPr="00C6693F" w:rsidRDefault="00A6165F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7C78A2" w:rsidRDefault="00FE4106" w:rsidP="00A6165F">
      <w:pPr>
        <w:pStyle w:val="Heading2Center"/>
      </w:pPr>
      <w:bookmarkStart w:id="22" w:name="_Toc439886104"/>
      <w:bookmarkStart w:id="23" w:name="_Toc440447864"/>
      <w:r w:rsidRPr="009C15B9">
        <w:rPr>
          <w:rFonts w:hint="cs"/>
          <w:cs/>
          <w:lang w:bidi="bn-IN"/>
        </w:rPr>
        <w:lastRenderedPageBreak/>
        <w:t>নারীদের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কর্মের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গোপন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প্রকৃত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স্বরূপ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প্রকাশিত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হবে</w:t>
      </w:r>
      <w:bookmarkEnd w:id="22"/>
      <w:bookmarkEnd w:id="23"/>
      <w:r w:rsidR="00A6165F">
        <w:rPr>
          <w:rFonts w:hint="cs"/>
          <w:rtl/>
          <w:cs/>
        </w:rPr>
        <w:t xml:space="preserve"> </w:t>
      </w:r>
    </w:p>
    <w:p w:rsidR="00A6165F" w:rsidRDefault="00A6165F" w:rsidP="00FE4106">
      <w:pPr>
        <w:pStyle w:val="libNormal"/>
        <w:rPr>
          <w:lang w:bidi="bn-IN"/>
        </w:rPr>
      </w:pP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হযরত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আলী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বলেছেন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আমি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ফাতিমা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রাসূল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সা</w:t>
      </w:r>
      <w:r w:rsidRPr="00A6165F">
        <w:rPr>
          <w:cs/>
          <w:lang w:bidi="bn-IN"/>
        </w:rPr>
        <w:t>.)-</w:t>
      </w:r>
      <w:r w:rsidRPr="00A6165F">
        <w:rPr>
          <w:rFonts w:hint="cs"/>
          <w:cs/>
          <w:lang w:bidi="bn-IN"/>
        </w:rPr>
        <w:t>এর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নিকট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পৌঁছে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তিনি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খুব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কান্নাকাটি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করছেন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জিজ্ঞাসা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করলাম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আমার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পিতা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মাতা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আপনার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উৎসর্গিত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হোক</w:t>
      </w:r>
      <w:r w:rsidRPr="00A6165F">
        <w:t xml:space="preserve">, </w:t>
      </w:r>
      <w:r w:rsidRPr="00A6165F">
        <w:rPr>
          <w:rFonts w:hint="cs"/>
          <w:cs/>
          <w:lang w:bidi="bn-IN"/>
        </w:rPr>
        <w:t>ইয়া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রাসূলুল্লাহ</w:t>
      </w:r>
      <w:r w:rsidRPr="00A6165F">
        <w:rPr>
          <w:cs/>
          <w:lang w:bidi="bn-IN"/>
        </w:rPr>
        <w:t xml:space="preserve">!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বিষয়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আপনাকে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কাঁদতে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বাধ্য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করেছে</w:t>
      </w:r>
      <w:r w:rsidRPr="00A6165F">
        <w:t xml:space="preserve">? </w:t>
      </w:r>
      <w:r w:rsidRPr="00A6165F">
        <w:rPr>
          <w:rFonts w:hint="cs"/>
          <w:cs/>
          <w:lang w:bidi="bn-IN"/>
        </w:rPr>
        <w:t>তিনি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বললেন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হে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আলী</w:t>
      </w:r>
      <w:r w:rsidRPr="00A6165F">
        <w:rPr>
          <w:cs/>
          <w:lang w:bidi="bn-IN"/>
        </w:rPr>
        <w:t xml:space="preserve"> ! </w:t>
      </w:r>
      <w:r w:rsidRPr="00A6165F">
        <w:rPr>
          <w:rFonts w:hint="cs"/>
          <w:cs/>
          <w:lang w:bidi="bn-IN"/>
        </w:rPr>
        <w:t>মি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রাজের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যখন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আসমানে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গিয়েছিলাম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তখন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সেখানে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উম্মতের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কঠিন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আযাবের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চিনতেও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পারলাম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কঠিন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আযাবের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স্মরণ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কাঁদছি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তারপর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তিনি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বললেন</w:t>
      </w:r>
      <w:r w:rsidRPr="00A6165F">
        <w:rPr>
          <w:cs/>
          <w:lang w:bidi="bn-IN"/>
        </w:rPr>
        <w:t xml:space="preserve"> :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১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চুল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বেঁধে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মগজ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টগবগ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ফুটছিল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২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জিহ্বার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গলার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ভিতর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গরম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ঢালা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৩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স্তনদ্বয়ের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৪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পা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হাতের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বাধা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বিষাক্ত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সাপ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বিছা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ছোবল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মারছে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কামড়াচ্ছে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৫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নিজের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মাংস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ছিঁড়ে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ছিঁড়ে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খাচ্ছিল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যেখান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মাংস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ছিড়ছিল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সেখান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ফুলকি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হচ্ছিলো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৬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বধির</w:t>
      </w:r>
      <w:r w:rsidRPr="00A6165F">
        <w:t xml:space="preserve">, </w:t>
      </w:r>
      <w:r w:rsidRPr="00A6165F">
        <w:rPr>
          <w:rFonts w:hint="cs"/>
          <w:cs/>
          <w:lang w:bidi="bn-IN"/>
        </w:rPr>
        <w:t>বোবা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অন্ধ</w:t>
      </w:r>
      <w:r w:rsidRPr="00A6165F">
        <w:t xml:space="preserve">, </w:t>
      </w:r>
      <w:r w:rsidRPr="00A6165F">
        <w:rPr>
          <w:rFonts w:hint="cs"/>
          <w:cs/>
          <w:lang w:bidi="bn-IN"/>
        </w:rPr>
        <w:t>এমতাবস্থায়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কুণ্ডলীর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তীব্রতায়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মগজ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গলে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বেরিয়ে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আসছিল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দেহও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কুষ্ঠ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রোগে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আক্রান্ত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৭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উত্তপ্ত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তন্দুরের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পা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উপরের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বেঁধে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lastRenderedPageBreak/>
        <w:t>৮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শরীরটিকে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অগ্রভাগ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পশ্চাৎভাগ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কাঁচি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আলাদা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৯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মুখমণ্ডল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হাতে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লেগে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তখন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নিজেই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অন্ত্র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নাড়ীভুঁড়ি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খাচ্ছিল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১০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শুকরের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ন্যায়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শরীরটি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গাধার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ন্যায়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হাজার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প্রকৃতির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শাস্তি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১১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কুকুরের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ন্যায়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পিছন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নির্গত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ফেরেশ্তারা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উত্তপ্ত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লোহার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মোটা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রড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আঘাত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এরপর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ফাতিমা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সা</w:t>
      </w:r>
      <w:r w:rsidRPr="00A6165F">
        <w:rPr>
          <w:cs/>
          <w:lang w:bidi="bn-IN"/>
        </w:rPr>
        <w:t>.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পিতাকে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লক্ষ্য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বললেন</w:t>
      </w:r>
      <w:r w:rsidRPr="00A6165F">
        <w:t xml:space="preserve">, </w:t>
      </w:r>
      <w:r w:rsidRPr="00A6165F">
        <w:rPr>
          <w:rFonts w:hint="cs"/>
          <w:cs/>
          <w:lang w:bidi="bn-IN"/>
        </w:rPr>
        <w:t>হে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প্রিয়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পিতা</w:t>
      </w:r>
      <w:r w:rsidRPr="00A6165F">
        <w:rPr>
          <w:cs/>
          <w:lang w:bidi="bn-IN"/>
        </w:rPr>
        <w:t xml:space="preserve">! </w:t>
      </w:r>
      <w:r w:rsidRPr="00A6165F">
        <w:rPr>
          <w:rFonts w:hint="cs"/>
          <w:cs/>
          <w:lang w:bidi="bn-IN"/>
        </w:rPr>
        <w:t>হে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চোখের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জ্যোতি</w:t>
      </w:r>
      <w:r w:rsidRPr="00A6165F">
        <w:rPr>
          <w:cs/>
          <w:lang w:bidi="bn-IN"/>
        </w:rPr>
        <w:t xml:space="preserve">! </w:t>
      </w:r>
      <w:r w:rsidRPr="00A6165F">
        <w:rPr>
          <w:rFonts w:hint="cs"/>
          <w:cs/>
          <w:lang w:bidi="bn-IN"/>
        </w:rPr>
        <w:t>আপনি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বলুন</w:t>
      </w:r>
      <w:r w:rsidRPr="00A6165F">
        <w:t xml:space="preserve">, </w:t>
      </w:r>
      <w:r w:rsidRPr="00A6165F">
        <w:rPr>
          <w:rFonts w:hint="cs"/>
          <w:cs/>
          <w:lang w:bidi="bn-IN"/>
        </w:rPr>
        <w:t>ঐ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কর্ম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পদ্ধতি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কেমন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কারণে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আল্লাহ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সুবহানাহু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য়ালা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এরূপ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শাস্তির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নির্দেশ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দিয়েছেন</w:t>
      </w:r>
      <w:r w:rsidRPr="00A6165F">
        <w:t xml:space="preserve">? </w:t>
      </w:r>
      <w:r w:rsidRPr="00A6165F">
        <w:rPr>
          <w:rFonts w:hint="cs"/>
          <w:cs/>
          <w:lang w:bidi="bn-IN"/>
        </w:rPr>
        <w:t>রাসূল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বললেন</w:t>
      </w:r>
      <w:r w:rsidRPr="00A6165F">
        <w:rPr>
          <w:cs/>
          <w:lang w:bidi="bn-IN"/>
        </w:rPr>
        <w:t xml:space="preserve"> :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১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চুলের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সাহায্যে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চুল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মাহরাম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যাদের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সামনে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পর্দা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ওয়াজিব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বিবাহ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বৈধ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লোকদের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আড়াল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২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জিহ্বার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দড়ি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বেঁধে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স্বামীকে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জিহ্বার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কথার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কষ্ট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৩</w:t>
      </w:r>
      <w:r w:rsidRPr="00A6165F">
        <w:rPr>
          <w:cs/>
          <w:lang w:bidi="bn-IN"/>
        </w:rPr>
        <w:t>-.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স্তনের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দড়ি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বেঁধে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স্বামীর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মিলিত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হওয়া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বিরত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৪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হাতের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বেঁধে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বিষাক্ত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সাপ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বিছা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দংশন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অপবিত্রতা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অবস্থায়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ওযু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t xml:space="preserve">, </w:t>
      </w:r>
      <w:r w:rsidRPr="00A6165F">
        <w:rPr>
          <w:rFonts w:hint="cs"/>
          <w:cs/>
          <w:lang w:bidi="bn-IN"/>
        </w:rPr>
        <w:t>নাজিস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অপবিত্র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পোশাক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জুনুব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ঋতুচক্র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হওয়ার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পরও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গোসল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নামায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পড়তেও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অবহেলা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lastRenderedPageBreak/>
        <w:t>৫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নিজের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মাংস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ছিড়ে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ছিড়ে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খাচ্ছিল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মাহরাম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লোকদের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নিজেকে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সজ্জিত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৬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বধির</w:t>
      </w:r>
      <w:r w:rsidRPr="00A6165F">
        <w:t xml:space="preserve">, </w:t>
      </w:r>
      <w:r w:rsidRPr="00A6165F">
        <w:rPr>
          <w:rFonts w:hint="cs"/>
          <w:cs/>
          <w:lang w:bidi="bn-IN"/>
        </w:rPr>
        <w:t>বোবা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অন্ধ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যেনার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গর্ভবতী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স্বামীর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উপর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চালিয়ে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৭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পায়ে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দড়ি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বেঁধে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উল্টো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ঝুলিয়ে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স্বামীর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অনুমতিতে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বাড়ীর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বাইরে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৮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অগ্রভাগ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পশ্চাৎভাগ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কাঁচি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আলাদা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নিজের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অন্যদের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সামনে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উপস্থাপন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৯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মুখ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মণ্ডল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হাত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পুড়ছিল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নিজেই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অন্ত্র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খাচ্ছিল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কারণে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সতীত্বের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পরিপন্থী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কাজের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মধ্যস্থতাকারীর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দায়িত্ব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পালন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১০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শুকরের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মাথার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ন্যায়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শরীরটি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গাধার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ন্যায়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গুজব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রটনা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মিথ্যা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১১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কুকুরের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গান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গাইতো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হিংসুক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ছিল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এরপর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রাসূল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সা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বললেন</w:t>
      </w:r>
      <w:r w:rsidRPr="00A6165F">
        <w:t xml:space="preserve">, </w:t>
      </w:r>
      <w:r w:rsidRPr="00A6165F">
        <w:rPr>
          <w:rFonts w:hint="cs"/>
          <w:cs/>
          <w:lang w:bidi="bn-IN"/>
        </w:rPr>
        <w:t>ঐ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কপালে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অনেক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দুঃখ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স্বামীকে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রাগান্বিত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ঐ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সৌভাগ্যবতী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প্রতি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স্বামী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সন্তুষ্ট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FE4106" w:rsidRPr="005A2C80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হ্যাঁ</w:t>
      </w:r>
      <w:r w:rsidRPr="00A6165F">
        <w:t xml:space="preserve">, </w:t>
      </w:r>
      <w:r w:rsidRPr="00A6165F">
        <w:rPr>
          <w:rFonts w:hint="cs"/>
          <w:cs/>
          <w:lang w:bidi="bn-IN"/>
        </w:rPr>
        <w:t>এই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দুনিয়াতে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সকল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ভাল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মন্দ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নিবন্ধিত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রেকর্ড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দুনিয়ায়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আখিরাতে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সেগুলোর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ব্যাপারে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হিসাব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নিকাশ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যদিও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জুলুম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পাপের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কারণে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অনেক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মানুষ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দুনিয়াতেও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দুর্দশা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ভোগ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আল্লাহ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রাব্বুল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লামিন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পবিত্র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কোরআনে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বলেছেন</w:t>
      </w:r>
      <w:r w:rsidRPr="00A6165F">
        <w:rPr>
          <w:cs/>
          <w:lang w:bidi="bn-IN"/>
        </w:rPr>
        <w:t xml:space="preserve"> :</w:t>
      </w:r>
      <w:r w:rsidR="00FE4106" w:rsidRPr="005A2C80">
        <w:t xml:space="preserve"> </w:t>
      </w:r>
    </w:p>
    <w:p w:rsidR="00FE4106" w:rsidRPr="00623425" w:rsidRDefault="00A6165F" w:rsidP="00623425">
      <w:pPr>
        <w:pStyle w:val="libAie"/>
      </w:pPr>
      <w:r w:rsidRPr="00A6165F">
        <w:rPr>
          <w:rStyle w:val="libAlaemChar"/>
        </w:rPr>
        <w:t>)</w:t>
      </w:r>
      <w:r w:rsidR="00FE4106" w:rsidRPr="00623425">
        <w:rPr>
          <w:rFonts w:hint="cs"/>
          <w:rtl/>
        </w:rPr>
        <w:t>إِنَّا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كُنَّا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نَسْتَنسِخُ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كُنتُمْ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تَعْمَلُونَ</w:t>
      </w:r>
      <w:r w:rsidRPr="00A6165F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নিশ্চয়ই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তোমরা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করতে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আমরা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অনুলিখন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করতাম</w:t>
      </w:r>
      <w:r w:rsidRPr="00623425">
        <w:rPr>
          <w:rFonts w:hint="cs"/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৭৩</w:t>
      </w:r>
      <w:r w:rsidRPr="009C15B9">
        <w:t xml:space="preserve"> </w:t>
      </w:r>
    </w:p>
    <w:p w:rsidR="00FE4106" w:rsidRPr="00623425" w:rsidRDefault="00A6165F" w:rsidP="00623425">
      <w:pPr>
        <w:pStyle w:val="libAie"/>
      </w:pPr>
      <w:r w:rsidRPr="00A6165F">
        <w:rPr>
          <w:rStyle w:val="libAlaemChar"/>
        </w:rPr>
        <w:t>)</w:t>
      </w:r>
      <w:r w:rsidR="00FE4106" w:rsidRPr="00623425">
        <w:rPr>
          <w:rFonts w:hint="cs"/>
          <w:rtl/>
        </w:rPr>
        <w:t>يَوْمَ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تَجِدُ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كُلُّ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نَفْسٍ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عَمِلَتْ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خَيْرٍ‌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مُّحْضَرً‌ا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عَمِلَتْ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سُوءٍ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تَوَدُّ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بَيْنَهَا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وَبَيْنَهُ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أَمَدًا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بَعِيدًا</w:t>
      </w:r>
      <w:r w:rsidRPr="00A6165F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lastRenderedPageBreak/>
        <w:t>সেদিন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প্রত্যেক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ব্যক্তি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ভাল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কাজ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দেখতে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পাবে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আর</w:t>
      </w:r>
      <w:r w:rsidRPr="009C15B9">
        <w:rPr>
          <w:cs/>
          <w:lang w:bidi="bn-IN"/>
        </w:rPr>
        <w:t xml:space="preserve"> যা মন্দ কাজ করেছে তাও দেখতে পাবে । সে কামনা করবে যদি তার ও এসবকমে র্ র মধ্যে অনেক দূরত্ব থাকত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৭৪</w:t>
      </w:r>
      <w:r w:rsidRPr="009C15B9">
        <w:t xml:space="preserve"> </w:t>
      </w:r>
    </w:p>
    <w:p w:rsidR="00FE4106" w:rsidRPr="00623425" w:rsidRDefault="00A6165F" w:rsidP="00623425">
      <w:pPr>
        <w:pStyle w:val="libAie"/>
      </w:pPr>
      <w:r w:rsidRPr="00A6165F">
        <w:rPr>
          <w:rStyle w:val="libAlaemChar"/>
        </w:rPr>
        <w:t>)</w:t>
      </w:r>
      <w:r w:rsidR="00FE4106" w:rsidRPr="00623425">
        <w:rPr>
          <w:rFonts w:hint="cs"/>
          <w:rtl/>
        </w:rPr>
        <w:t>وَوُضِعَ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الْكِتَابُ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فَتَرَ‌ى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الْمُجْرِ‌مِينَ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مُشْفِقِينَ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مِمَّا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فِيهِ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وَيَقُولُونَ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وَيْلَتَنَا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مَالِ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هَـٰذَا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الْكِتَابِ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يُغَادِرُ‌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صَغِيرَ‌ةً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كَبِيرَ‌ةً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أَحْصَاهَا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وَوَجَدُوا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عَمِلُوا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حَاضِرً‌ا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يَظْلِمُ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رَ‌بُّكَ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أَحَدًا</w:t>
      </w:r>
      <w:r w:rsidRPr="00A6165F">
        <w:rPr>
          <w:rStyle w:val="libAlaemChar"/>
        </w:rPr>
        <w:t>(</w:t>
      </w:r>
    </w:p>
    <w:p w:rsidR="00A6165F" w:rsidRDefault="00A6165F" w:rsidP="00FE4106">
      <w:pPr>
        <w:pStyle w:val="libNormal"/>
        <w:rPr>
          <w:lang w:bidi="bn-IN"/>
        </w:rPr>
      </w:pPr>
      <w:r w:rsidRPr="00A6165F">
        <w:t>(</w:t>
      </w:r>
      <w:r w:rsidRPr="00A6165F">
        <w:rPr>
          <w:rFonts w:hint="cs"/>
          <w:cs/>
          <w:lang w:bidi="bn-IN"/>
        </w:rPr>
        <w:t>কিয়ামতের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দিনে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নামা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উপস্থাপন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পাপীদেরকে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তুমি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নামাতে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ব্যাপারে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খুবই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ভীত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সন্ত্রস্তএবং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হায়</w:t>
      </w:r>
      <w:r w:rsidRPr="00A6165F">
        <w:rPr>
          <w:cs/>
          <w:lang w:bidi="bn-IN"/>
        </w:rPr>
        <w:t xml:space="preserve">! </w:t>
      </w:r>
      <w:r w:rsidRPr="00A6165F">
        <w:rPr>
          <w:rFonts w:hint="cs"/>
          <w:cs/>
          <w:lang w:bidi="bn-IN"/>
        </w:rPr>
        <w:t>এটা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কেমন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গ্রন্থ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নামা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ছোট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বড়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হিসাব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সকলেই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দেখতে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পালনকর্তা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প্রতিই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প্রকার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জুলুম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করবেন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rStyle w:val="libFootnotenumChar"/>
          <w:rFonts w:hint="cs"/>
          <w:cs/>
          <w:lang w:bidi="bn-IN"/>
        </w:rPr>
        <w:t>৭৫</w:t>
      </w:r>
      <w:r w:rsidRPr="00A6165F">
        <w:rPr>
          <w:cs/>
          <w:lang w:bidi="bn-IN"/>
        </w:rPr>
        <w:t xml:space="preserve"> </w:t>
      </w:r>
    </w:p>
    <w:p w:rsidR="00FE4106" w:rsidRPr="005A2C80" w:rsidRDefault="00A6165F" w:rsidP="00FE4106">
      <w:pPr>
        <w:pStyle w:val="libNormal"/>
      </w:pPr>
      <w:r w:rsidRPr="00A6165F">
        <w:rPr>
          <w:rFonts w:hint="cs"/>
          <w:cs/>
          <w:lang w:bidi="bn-IN"/>
        </w:rPr>
        <w:t>ইমাম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সাদিক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বলেছেন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কিয়ামতের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মানুষের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নামাকে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তুলে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তারপর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পড়তে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বর্ণনাকারী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ইমামকে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প্রশ্ন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বলল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ঐ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আমলনামাতে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সবগুলোই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স্মরণে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আনতে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পারবে</w:t>
      </w:r>
      <w:r w:rsidRPr="00A6165F">
        <w:t xml:space="preserve">? </w:t>
      </w:r>
      <w:r w:rsidRPr="00A6165F">
        <w:rPr>
          <w:rFonts w:hint="cs"/>
          <w:cs/>
          <w:lang w:bidi="bn-IN"/>
        </w:rPr>
        <w:t>ইমাম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বললেন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এক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নিমেষেই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স্মরণে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আনতে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পারবে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কোথায়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বলেছে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কোথায়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করেছে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কোথায়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গিয়েছে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ঘটেছে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ভাবে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স্মরণে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আনবে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মনে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তখনই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আঞ্জাম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দিচ্ছে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কারণেই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বিকট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ধ্বনিতে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চিৎকার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হায়</w:t>
      </w:r>
      <w:r w:rsidRPr="00A6165F">
        <w:rPr>
          <w:cs/>
          <w:lang w:bidi="bn-IN"/>
        </w:rPr>
        <w:t xml:space="preserve">! </w:t>
      </w:r>
      <w:r w:rsidRPr="00A6165F">
        <w:rPr>
          <w:rFonts w:hint="cs"/>
          <w:cs/>
          <w:lang w:bidi="bn-IN"/>
        </w:rPr>
        <w:t>এটা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কেমন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আমলনামা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ছোট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বড়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হিসাব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</w:p>
    <w:p w:rsidR="00A6165F" w:rsidRDefault="00A6165F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A6165F">
      <w:pPr>
        <w:pStyle w:val="Heading2Center"/>
      </w:pPr>
      <w:bookmarkStart w:id="24" w:name="_Toc439886105"/>
      <w:bookmarkStart w:id="25" w:name="_Toc440447865"/>
      <w:r w:rsidRPr="005A2C80">
        <w:rPr>
          <w:cs/>
          <w:lang w:bidi="bn-IN"/>
        </w:rPr>
        <w:lastRenderedPageBreak/>
        <w:t>কিয়ামতের দিনে মানুষের শরীরের অঙ্গ-প্রত্যঙ্গ তার বিরুদ্ধে সাক্ষী দেবে</w:t>
      </w:r>
      <w:bookmarkEnd w:id="24"/>
      <w:bookmarkEnd w:id="25"/>
      <w:r w:rsidRPr="005A2C80">
        <w:rPr>
          <w:cs/>
          <w:lang w:bidi="bn-IN"/>
        </w:rPr>
        <w:t xml:space="preserve"> </w:t>
      </w:r>
    </w:p>
    <w:p w:rsidR="00A6165F" w:rsidRDefault="00A6165F" w:rsidP="00FE4106">
      <w:pPr>
        <w:pStyle w:val="libNormal"/>
        <w:rPr>
          <w:lang w:bidi="bn-IN"/>
        </w:rPr>
      </w:pP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এই পৃথিবীর কোন কিছুই হিসাব-নিকাশ বিহীন নয়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আমাদের সব</w:t>
      </w:r>
      <w:r w:rsidRPr="005A2C80">
        <w:t xml:space="preserve"> </w:t>
      </w:r>
      <w:r w:rsidRPr="005A2C80">
        <w:rPr>
          <w:cs/>
          <w:lang w:bidi="bn-IN"/>
        </w:rPr>
        <w:t>কিছুই অর্থাৎ সব আমলই আল্লাহ রাব্বুল আ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লামিনের নির্দেশে</w:t>
      </w:r>
      <w:r w:rsidRPr="005A2C80">
        <w:t xml:space="preserve"> </w:t>
      </w:r>
      <w:r w:rsidRPr="005A2C80">
        <w:rPr>
          <w:cs/>
          <w:lang w:bidi="bn-IN"/>
        </w:rPr>
        <w:t>ফেরেশতাদের মাধ্যমে নিয়ন্ত্রন হয়ে থাকে এবং কিয়ামতের দিনে সেগুলো</w:t>
      </w:r>
      <w:r w:rsidRPr="005A2C80">
        <w:t xml:space="preserve"> </w:t>
      </w:r>
      <w:r w:rsidRPr="005A2C80">
        <w:rPr>
          <w:cs/>
          <w:lang w:bidi="bn-IN"/>
        </w:rPr>
        <w:t>আমাদেরকে দেখানো হবে</w:t>
      </w:r>
      <w:r w:rsidRPr="005A2C80">
        <w:t xml:space="preserve">, </w:t>
      </w:r>
      <w:r w:rsidRPr="005A2C80">
        <w:rPr>
          <w:cs/>
          <w:lang w:bidi="bn-IN"/>
        </w:rPr>
        <w:t>তাই পালিয়ে যাওয়ার কোন রাস্তাই আমাদের</w:t>
      </w:r>
      <w:r w:rsidRPr="005A2C80">
        <w:t xml:space="preserve"> </w:t>
      </w:r>
      <w:r w:rsidRPr="005A2C80">
        <w:rPr>
          <w:cs/>
          <w:lang w:bidi="bn-IN"/>
        </w:rPr>
        <w:t>জন্য খোলা থাকবে না বা কোন অজুহাত উত্থাপনের সুযোগ থাকবে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আল্লাহ্ রাব্বুল আ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লামিন বলেছেন :</w:t>
      </w:r>
    </w:p>
    <w:p w:rsidR="00FE4106" w:rsidRPr="00623425" w:rsidRDefault="00FE4106" w:rsidP="00623425">
      <w:pPr>
        <w:pStyle w:val="libAie"/>
      </w:pPr>
      <w:r w:rsidRPr="00623425">
        <w:t xml:space="preserve"> </w:t>
      </w:r>
      <w:r w:rsidR="00A6165F" w:rsidRPr="00A6165F">
        <w:rPr>
          <w:rStyle w:val="libAlaemChar"/>
        </w:rPr>
        <w:t>)</w:t>
      </w:r>
      <w:r w:rsidRPr="00623425">
        <w:rPr>
          <w:rFonts w:hint="cs"/>
          <w:rtl/>
        </w:rPr>
        <w:t>وَيَوْمَ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يُحْشَرُ‌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أَعْدَاءُ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اللَّـهِ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إِلَى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النَّارِ‌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فَهُمْ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يُوزَعُونَ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﴿١٩﴾ حَتَّىٰ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إِذَا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مَا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جَاءُوهَا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شَهِدَ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عَلَيْهِمْ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سَمْعُهُمْ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وَأَبْصَارُ‌هُمْ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وَجُلُودُهُم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بِمَا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كَانُوا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يَعْمَلُونَ</w:t>
      </w:r>
      <w:r w:rsidRPr="00623425">
        <w:t xml:space="preserve"> 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﴿٢٠﴾</w:t>
      </w:r>
      <w:r w:rsidRPr="00623425">
        <w:t xml:space="preserve"> </w:t>
      </w:r>
      <w:r w:rsidRPr="00623425">
        <w:rPr>
          <w:rFonts w:hint="cs"/>
          <w:rtl/>
        </w:rPr>
        <w:t>وَقَالُوا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لِجُلُودِهِمْ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لِمَ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شَهِدتُّمْ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عَلَيْنَا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قَالُوا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أَنطَقَنَا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اللَّـهُ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الَّذِي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أَنطَقَ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كُلَّ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شَيْءٍ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وَهُوَ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خَلَقَكُمْ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أَوَّلَ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مَرَّ‌ةٍ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وَإِلَيْهِ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تُرْ‌جَعُونَ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﴿٢١﴾ وَمَا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كُنتُمْ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تَسْتَتِرُ‌ونَ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أَن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يَشْهَدَ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عَلَيْكُمْ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سَمْعُكُمْ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وَلَا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أَبْصَارُ‌كُمْ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وَلَا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جُلُودُكُمْ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وَلَـٰكِن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ظَنَنتُمْ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أَنَّ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اللَّـهَ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لَا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يَعْلَمُ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كَثِيرً‌ا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مِّمَّا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تَعْمَلُونَ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﴿٢٢﴾ وَذَٰلِكُمْ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ظَنُّكُمُ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الَّذِي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ظَنَنتُم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بِرَ‌بِّكُمْ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أَرْ‌دَاكُمْ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فَأَصْبَحْتُم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مِّنَ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الْخَاسِرِ‌ينَ</w:t>
      </w:r>
      <w:r w:rsidR="00A6165F" w:rsidRPr="00A6165F">
        <w:rPr>
          <w:rStyle w:val="libAlaemChar"/>
        </w:rPr>
        <w:t>(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কিয়ামতের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দিন</w:t>
      </w:r>
      <w:r w:rsidRPr="00A6165F">
        <w:t xml:space="preserve">, </w:t>
      </w:r>
      <w:r w:rsidRPr="00A6165F">
        <w:rPr>
          <w:rFonts w:hint="cs"/>
          <w:cs/>
          <w:lang w:bidi="bn-IN"/>
        </w:rPr>
        <w:t>আল্লাহর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শত্রুদেরকে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জাহান্নামের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টেনে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যাওয়া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সেখানে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একত্রিত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পাপীরা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যখন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জাহান্নামের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আগুনের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নিকটবর্তী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তখন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কর্ণ</w:t>
      </w:r>
      <w:r w:rsidRPr="00A6165F">
        <w:t xml:space="preserve">, </w:t>
      </w:r>
      <w:r w:rsidRPr="00A6165F">
        <w:rPr>
          <w:rFonts w:hint="cs"/>
          <w:cs/>
          <w:lang w:bidi="bn-IN"/>
        </w:rPr>
        <w:t>চক্ষু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ত্বক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কর্ম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গুনাহ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সম্পর্কে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সাক্ষ্য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Default="00A6165F" w:rsidP="00A6165F">
      <w:pPr>
        <w:pStyle w:val="libNormal"/>
        <w:rPr>
          <w:lang w:bidi="bn-IN"/>
        </w:rPr>
      </w:pPr>
      <w:r w:rsidRPr="00A6165F">
        <w:rPr>
          <w:rFonts w:hint="cs"/>
          <w:cs/>
          <w:lang w:bidi="bn-IN"/>
        </w:rPr>
        <w:t>পাপীরা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ত্বককে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অঙ্গ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প্রত্যঙ্গ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বলবে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কেন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বিরুদ্ধে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সাক্ষ্য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দিচ্ছ</w:t>
      </w:r>
      <w:r w:rsidRPr="00A6165F">
        <w:t xml:space="preserve">?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বলবে</w:t>
      </w:r>
      <w:r w:rsidRPr="00A6165F">
        <w:rPr>
          <w:cs/>
          <w:lang w:bidi="bn-IN"/>
        </w:rPr>
        <w:t xml:space="preserve"> : </w:t>
      </w:r>
      <w:r w:rsidRPr="00A6165F">
        <w:rPr>
          <w:rFonts w:hint="cs"/>
          <w:cs/>
          <w:lang w:bidi="bn-IN"/>
        </w:rPr>
        <w:t>সেই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আল্লাহ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য়ালা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শক্তি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দিয়েছেন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যিনি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সকল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কথা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বলার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শক্তি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দিয়েছেন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তিনি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তোমাদেরকে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প্রথমবারের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সৃষ্টি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করেছেন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পুনরায়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তাঁর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দিকে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ফিরে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এসেছো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কর্ণ</w:t>
      </w:r>
      <w:r w:rsidRPr="00A6165F">
        <w:t xml:space="preserve">, </w:t>
      </w:r>
      <w:r w:rsidRPr="00A6165F">
        <w:rPr>
          <w:rFonts w:hint="cs"/>
          <w:cs/>
          <w:lang w:bidi="bn-IN"/>
        </w:rPr>
        <w:t>চক্ষু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ত্বক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বিরুদ্ধে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সাক্ষ্য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ভয়ে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পাপকাজগুলোকে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গোপন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রাখতে</w:t>
      </w:r>
      <w:r w:rsidRPr="00A6165F">
        <w:t xml:space="preserve">?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বরং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তোমরা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তোমাদের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বহু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কৃতকর্ম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সম্পর্কে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আল্লাহ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য়ালা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জানেন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rStyle w:val="libFootnotenumChar"/>
          <w:rFonts w:hint="cs"/>
          <w:cs/>
          <w:lang w:bidi="bn-IN"/>
        </w:rPr>
        <w:t>৭৬</w:t>
      </w:r>
      <w:r w:rsidRPr="00A6165F">
        <w:rPr>
          <w:cs/>
          <w:lang w:bidi="bn-IN"/>
        </w:rPr>
        <w:t xml:space="preserve"> </w:t>
      </w:r>
    </w:p>
    <w:p w:rsidR="00FE4106" w:rsidRPr="005A2C80" w:rsidRDefault="00FE4106" w:rsidP="00A6165F">
      <w:pPr>
        <w:pStyle w:val="libNormal"/>
        <w:rPr>
          <w:lang w:bidi="bn-IN"/>
        </w:rPr>
      </w:pPr>
      <w:r w:rsidRPr="005A2C80">
        <w:rPr>
          <w:cs/>
          <w:lang w:bidi="bn-IN"/>
        </w:rPr>
        <w:lastRenderedPageBreak/>
        <w:t>তোমাদের প্রতিপালক সম্পর্কে তোমাদের সেই ভ্রান্তধারণার কারণেই তোমরা ধ্বংস হয়েছো তাই তোমরা ক্ষতিগ্রস্তদের অন্তর্ভূক্ত হয়েছো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A6165F" w:rsidRPr="00C6693F" w:rsidRDefault="00A6165F" w:rsidP="00C6693F">
      <w:r>
        <w:rPr>
          <w:lang w:bidi="bn-IN"/>
        </w:rPr>
        <w:br w:type="page"/>
      </w:r>
    </w:p>
    <w:p w:rsidR="00FE4106" w:rsidRPr="009C15B9" w:rsidRDefault="00FE4106" w:rsidP="00A6165F">
      <w:pPr>
        <w:pStyle w:val="Heading2Center"/>
      </w:pPr>
      <w:bookmarkStart w:id="26" w:name="_Toc439886106"/>
      <w:bookmarkStart w:id="27" w:name="_Toc440447866"/>
      <w:r w:rsidRPr="009C15B9">
        <w:rPr>
          <w:rFonts w:hint="cs"/>
          <w:cs/>
          <w:lang w:bidi="bn-IN"/>
        </w:rPr>
        <w:lastRenderedPageBreak/>
        <w:t>মানুষের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শরীরের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অঙ্গ</w:t>
      </w:r>
      <w:r w:rsidRPr="00623425">
        <w:rPr>
          <w:rFonts w:hint="cs"/>
          <w:rtl/>
          <w:cs/>
        </w:rPr>
        <w:t>-</w:t>
      </w:r>
      <w:r w:rsidRPr="009C15B9">
        <w:rPr>
          <w:rFonts w:hint="cs"/>
          <w:cs/>
          <w:lang w:bidi="bn-IN"/>
        </w:rPr>
        <w:t>প্রত্যঙ্গগুলো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আল্লাহ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7317F3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পক্ষ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আমানত</w:t>
      </w:r>
      <w:r w:rsidRPr="007C78A2">
        <w:t xml:space="preserve"> </w:t>
      </w:r>
      <w:r w:rsidRPr="009C15B9">
        <w:rPr>
          <w:rFonts w:hint="cs"/>
          <w:cs/>
          <w:lang w:bidi="bn-IN"/>
        </w:rPr>
        <w:t>স্বরূপ</w:t>
      </w:r>
      <w:bookmarkEnd w:id="26"/>
      <w:bookmarkEnd w:id="27"/>
      <w:r w:rsidRPr="009C15B9">
        <w:t xml:space="preserve"> </w:t>
      </w:r>
    </w:p>
    <w:p w:rsidR="00A6165F" w:rsidRDefault="00A6165F" w:rsidP="00FE4106">
      <w:pPr>
        <w:pStyle w:val="libNormal"/>
        <w:rPr>
          <w:lang w:bidi="bn-IN"/>
        </w:rPr>
      </w:pP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অঙ্গ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প্রত্যঙ্গ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আল্লাহ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</w:t>
      </w:r>
      <w:r w:rsidRPr="00A6165F">
        <w:rPr>
          <w:rFonts w:hint="eastAsia"/>
        </w:rPr>
        <w:t>’</w:t>
      </w:r>
      <w:r w:rsidRPr="00A6165F">
        <w:rPr>
          <w:rFonts w:hint="cs"/>
          <w:cs/>
          <w:lang w:bidi="bn-IN"/>
        </w:rPr>
        <w:t>য়ালার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পক্ষ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আমানত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স্বরূপ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দেয়া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উচিৎ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তাঁর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প্রদত্ত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আমানতসমূহ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তাঁর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নির্দেশিত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পথেই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ব্যবহার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অধিকার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এগুলোকে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তাঁর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অমনোনীত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ব্যবহার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করবো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এগুলোর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উপর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কর্তৃত্ব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অধিকারও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যে</w:t>
      </w:r>
      <w:r w:rsidRPr="00A6165F">
        <w:t xml:space="preserve">, </w:t>
      </w:r>
      <w:r w:rsidRPr="00A6165F">
        <w:rPr>
          <w:rFonts w:hint="cs"/>
          <w:cs/>
          <w:lang w:bidi="bn-IN"/>
        </w:rPr>
        <w:t>সেগুলোর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বস্তুগত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অবস্তুগত</w:t>
      </w:r>
      <w:r w:rsidRPr="00A6165F">
        <w:rPr>
          <w:cs/>
          <w:lang w:bidi="bn-IN"/>
        </w:rPr>
        <w:t xml:space="preserve">) </w:t>
      </w:r>
      <w:r w:rsidRPr="00A6165F">
        <w:rPr>
          <w:rFonts w:hint="cs"/>
          <w:cs/>
          <w:lang w:bidi="bn-IN"/>
        </w:rPr>
        <w:t>ক্ষতিসাধন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কোন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হারাম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পথে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শরীরের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অঙ্গ</w:t>
      </w:r>
      <w:r w:rsidRPr="00A6165F">
        <w:rPr>
          <w:cs/>
          <w:lang w:bidi="bn-IN"/>
        </w:rPr>
        <w:t xml:space="preserve">- </w:t>
      </w:r>
      <w:r w:rsidRPr="00A6165F">
        <w:rPr>
          <w:rFonts w:hint="cs"/>
          <w:cs/>
          <w:lang w:bidi="bn-IN"/>
        </w:rPr>
        <w:t>প্রত্যঙ্গকে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ব্যবহার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সেগুলোকে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পর্দার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রেখে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উম্মুক্তও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করতে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Pr="00A6165F" w:rsidRDefault="00A6165F" w:rsidP="00A6165F">
      <w:pPr>
        <w:pStyle w:val="libNormal"/>
      </w:pPr>
      <w:r w:rsidRPr="00A6165F">
        <w:rPr>
          <w:rFonts w:hint="cs"/>
          <w:cs/>
          <w:lang w:bidi="bn-IN"/>
        </w:rPr>
        <w:t>প্রকৃতপক্ষে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দুনিয়া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বাহ্যিকতাসহ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সম্পূর্ণরূপে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ধ্বংস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প্রাপ্ত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শুধুমাত্র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নেক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আমল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সমূহই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অবশিষ্ট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উপকারে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আসবে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সুতরাং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উচিত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মৃত্যুর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পূর্বেই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পারলৌকিক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জীবন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সম্পর্কে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চিন্তা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ভাবনা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এবং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জন্য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প্রয়োজনীয়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পাথেয়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সংগ্রহ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A6165F" w:rsidRDefault="00A6165F" w:rsidP="00A6165F">
      <w:pPr>
        <w:pStyle w:val="libNormal"/>
        <w:rPr>
          <w:lang w:bidi="bn-IN"/>
        </w:rPr>
      </w:pPr>
      <w:r w:rsidRPr="00A6165F">
        <w:rPr>
          <w:rFonts w:hint="cs"/>
          <w:cs/>
          <w:lang w:bidi="bn-IN"/>
        </w:rPr>
        <w:t>যদিও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আমাদের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সমাজে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এমন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কিছু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বেপর্দা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নারী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রয়েছে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যারা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ইসলাম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প্রদত্ত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আদেশ</w:t>
      </w:r>
      <w:r w:rsidRPr="00A6165F">
        <w:rPr>
          <w:cs/>
          <w:lang w:bidi="bn-IN"/>
        </w:rPr>
        <w:t>-</w:t>
      </w:r>
      <w:r w:rsidRPr="00A6165F">
        <w:rPr>
          <w:rFonts w:hint="cs"/>
          <w:cs/>
          <w:lang w:bidi="bn-IN"/>
        </w:rPr>
        <w:t>নিষেধ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মেনে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চলে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ইসলাম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সম্পর্কে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জ্ঞান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থাকার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কারণেই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এটা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থাকে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কেননা</w:t>
      </w:r>
      <w:r w:rsidRPr="00A6165F">
        <w:t xml:space="preserve">, </w:t>
      </w:r>
      <w:r w:rsidRPr="00A6165F">
        <w:rPr>
          <w:rFonts w:hint="cs"/>
          <w:cs/>
          <w:lang w:bidi="bn-IN"/>
        </w:rPr>
        <w:t>তারা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তো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সহজাত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ভাবেই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কুরআন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ও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নবীর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সা</w:t>
      </w:r>
      <w:r w:rsidRPr="00A6165F">
        <w:rPr>
          <w:cs/>
          <w:lang w:bidi="bn-IN"/>
        </w:rPr>
        <w:t xml:space="preserve">.) </w:t>
      </w:r>
      <w:r w:rsidRPr="00A6165F">
        <w:rPr>
          <w:rFonts w:hint="cs"/>
          <w:cs/>
          <w:lang w:bidi="bn-IN"/>
        </w:rPr>
        <w:t>আহলে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বাইত</w:t>
      </w:r>
      <w:r w:rsidRPr="00A6165F">
        <w:rPr>
          <w:cs/>
          <w:lang w:bidi="bn-IN"/>
        </w:rPr>
        <w:t xml:space="preserve"> (</w:t>
      </w:r>
      <w:r w:rsidRPr="00A6165F">
        <w:rPr>
          <w:rFonts w:hint="cs"/>
          <w:cs/>
          <w:lang w:bidi="bn-IN"/>
        </w:rPr>
        <w:t>আ</w:t>
      </w:r>
      <w:r w:rsidRPr="00A6165F">
        <w:rPr>
          <w:cs/>
          <w:lang w:bidi="bn-IN"/>
        </w:rPr>
        <w:t>.) -</w:t>
      </w:r>
      <w:r w:rsidRPr="00A6165F">
        <w:rPr>
          <w:rFonts w:hint="cs"/>
          <w:cs/>
          <w:lang w:bidi="bn-IN"/>
        </w:rPr>
        <w:t>এর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প্রতি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ভালবাসা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রাখে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আশা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করি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জ্ঞান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অন্বেষণের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মাধ্যমে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তাদের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মধ্য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থেকে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এই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সমস্যা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দূর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bn-IN"/>
        </w:rPr>
        <w:t>হবে</w:t>
      </w:r>
      <w:r w:rsidRPr="00A6165F">
        <w:rPr>
          <w:cs/>
          <w:lang w:bidi="bn-IN"/>
        </w:rPr>
        <w:t xml:space="preserve"> </w:t>
      </w:r>
      <w:r w:rsidRPr="00A6165F">
        <w:rPr>
          <w:rFonts w:hint="cs"/>
          <w:cs/>
          <w:lang w:bidi="hi-IN"/>
        </w:rPr>
        <w:t>।</w:t>
      </w:r>
      <w:r w:rsidRPr="00A6165F">
        <w:rPr>
          <w:cs/>
          <w:lang w:bidi="bn-IN"/>
        </w:rPr>
        <w:t xml:space="preserve"> </w:t>
      </w:r>
    </w:p>
    <w:p w:rsidR="00C4151B" w:rsidRPr="007317F3" w:rsidRDefault="00C4151B" w:rsidP="00A6165F">
      <w:r>
        <w:br w:type="page"/>
      </w:r>
    </w:p>
    <w:p w:rsidR="00FE4106" w:rsidRPr="005A2C80" w:rsidRDefault="00FE4106" w:rsidP="00FE4106">
      <w:pPr>
        <w:pStyle w:val="libNormal"/>
      </w:pPr>
    </w:p>
    <w:p w:rsidR="00FE4106" w:rsidRDefault="00267B93" w:rsidP="00267B93">
      <w:pPr>
        <w:pStyle w:val="Heading1Center"/>
      </w:pPr>
      <w:bookmarkStart w:id="28" w:name="_Toc439886107"/>
      <w:bookmarkStart w:id="29" w:name="_Toc440447867"/>
      <w:r w:rsidRPr="00267B93">
        <w:rPr>
          <w:rFonts w:hint="cs"/>
          <w:cs/>
          <w:lang w:bidi="bn-IN"/>
        </w:rPr>
        <w:t>হাদীসের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দৃষ্টিতে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বে</w:t>
      </w:r>
      <w:r w:rsidRPr="00267B93">
        <w:rPr>
          <w:rtl/>
          <w:cs/>
        </w:rPr>
        <w:t>-</w:t>
      </w:r>
      <w:r w:rsidRPr="00267B93">
        <w:rPr>
          <w:rFonts w:hint="cs"/>
          <w:cs/>
          <w:lang w:bidi="bn-IN"/>
        </w:rPr>
        <w:t>পর্দা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ও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সঠিকভাবে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পর্দা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না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করার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অনিষ্টতা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ও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ক্ষতিকর</w:t>
      </w:r>
      <w:r w:rsidRPr="00267B93">
        <w:rPr>
          <w:rtl/>
          <w:cs/>
        </w:rPr>
        <w:t xml:space="preserve"> </w:t>
      </w:r>
      <w:r w:rsidRPr="00267B93">
        <w:rPr>
          <w:rFonts w:hint="cs"/>
          <w:cs/>
          <w:lang w:bidi="bn-IN"/>
        </w:rPr>
        <w:t>দিকসমূহ</w:t>
      </w:r>
      <w:bookmarkEnd w:id="28"/>
      <w:bookmarkEnd w:id="29"/>
    </w:p>
    <w:p w:rsidR="00267B93" w:rsidRPr="005A2C80" w:rsidRDefault="00267B93" w:rsidP="00FE4106">
      <w:pPr>
        <w:pStyle w:val="libNormal"/>
      </w:pPr>
    </w:p>
    <w:p w:rsidR="00267B93" w:rsidRDefault="00267B93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267B93" w:rsidRPr="00267B93" w:rsidRDefault="00267B93" w:rsidP="00267B93">
      <w:pPr>
        <w:pStyle w:val="Heading2Center"/>
        <w:rPr>
          <w:rFonts w:eastAsiaTheme="minorHAnsi"/>
        </w:rPr>
      </w:pPr>
      <w:bookmarkStart w:id="30" w:name="_Toc439886108"/>
      <w:bookmarkStart w:id="31" w:name="_Toc440447868"/>
      <w:r w:rsidRPr="00267B93">
        <w:rPr>
          <w:rFonts w:eastAsiaTheme="minorHAnsi" w:hint="cs"/>
          <w:cs/>
          <w:lang w:bidi="bn-IN"/>
        </w:rPr>
        <w:lastRenderedPageBreak/>
        <w:t>১</w:t>
      </w:r>
      <w:r w:rsidRPr="00267B93">
        <w:rPr>
          <w:rFonts w:eastAsiaTheme="minorHAnsi"/>
          <w:cs/>
          <w:lang w:bidi="bn-IN"/>
        </w:rPr>
        <w:t xml:space="preserve">- </w:t>
      </w:r>
      <w:r w:rsidRPr="00267B93">
        <w:rPr>
          <w:rFonts w:eastAsiaTheme="minorHAnsi" w:hint="cs"/>
          <w:cs/>
          <w:lang w:bidi="bn-IN"/>
        </w:rPr>
        <w:t>সঠিকভাবে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পর্দা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মেনে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না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চলা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নারীরাই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শয়তানের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উপযুক্ত</w:t>
      </w:r>
      <w:r w:rsidRPr="00267B93">
        <w:rPr>
          <w:rFonts w:eastAsiaTheme="minorHAnsi"/>
          <w:cs/>
          <w:lang w:bidi="bn-IN"/>
        </w:rPr>
        <w:t xml:space="preserve"> </w:t>
      </w:r>
      <w:r w:rsidRPr="00267B93">
        <w:rPr>
          <w:rFonts w:eastAsiaTheme="minorHAnsi" w:hint="cs"/>
          <w:cs/>
          <w:lang w:bidi="bn-IN"/>
        </w:rPr>
        <w:t>হাতিয়ার</w:t>
      </w:r>
      <w:r w:rsidRPr="00267B93">
        <w:rPr>
          <w:rFonts w:eastAsiaTheme="minorHAnsi"/>
          <w:cs/>
          <w:lang w:bidi="bn-IN"/>
        </w:rPr>
        <w:t xml:space="preserve"> :</w:t>
      </w:r>
      <w:bookmarkEnd w:id="30"/>
      <w:bookmarkEnd w:id="31"/>
      <w:r w:rsidRPr="00267B93">
        <w:rPr>
          <w:rFonts w:eastAsiaTheme="minorHAnsi"/>
          <w:cs/>
          <w:lang w:bidi="bn-IN"/>
        </w:rPr>
        <w:t xml:space="preserve"> </w:t>
      </w:r>
    </w:p>
    <w:p w:rsidR="00FE4106" w:rsidRPr="006445C3" w:rsidRDefault="00267B93" w:rsidP="006445C3">
      <w:pPr>
        <w:pStyle w:val="libNormal"/>
      </w:pPr>
      <w:r w:rsidRPr="006445C3">
        <w:rPr>
          <w:rFonts w:hint="cs"/>
          <w:cs/>
          <w:lang w:bidi="bn-IN"/>
        </w:rPr>
        <w:t>রাসূল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সা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বলেছেন</w:t>
      </w:r>
      <w:r w:rsidR="00FE4106" w:rsidRPr="006445C3">
        <w:rPr>
          <w:rtl/>
          <w:cs/>
        </w:rPr>
        <w:t>: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ﺍﻭﺛﻖ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ﺳﻼﺡ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ﺍﺑﻠﻴﺲ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t>(</w:t>
      </w:r>
      <w:r w:rsidRPr="005A2C80">
        <w:rPr>
          <w:cs/>
          <w:lang w:bidi="bn-IN"/>
        </w:rPr>
        <w:t>মন্দ) নারীরাই হচ্ছে শয়তানের সব থেকে নিশ্চিন্ত হাতিয়ার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৭৭</w:t>
      </w:r>
      <w:r w:rsidRPr="00C4151B">
        <w:rPr>
          <w:rStyle w:val="libNormalChar"/>
          <w:rtl/>
          <w:cs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মানব জাতিকে ধ্বংস করার জন্য শয়তানের কাছে বিভিন্ন ধরনের</w:t>
      </w:r>
      <w:r w:rsidRPr="005A2C80">
        <w:t xml:space="preserve"> </w:t>
      </w:r>
      <w:r w:rsidRPr="005A2C80">
        <w:rPr>
          <w:cs/>
          <w:lang w:bidi="bn-IN"/>
        </w:rPr>
        <w:t>অস্ত্র রয়েছে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যেরূপ যুদ্ধের সময় মানুষ তার শত্রুপক্ষকে ধ্বংস করার</w:t>
      </w:r>
      <w:r w:rsidRPr="005A2C80">
        <w:t xml:space="preserve"> </w:t>
      </w:r>
      <w:r w:rsidRPr="005A2C80">
        <w:rPr>
          <w:cs/>
          <w:lang w:bidi="bn-IN"/>
        </w:rPr>
        <w:t>নিমিত্তে বিভিন্ন ধরনের অস্ত্র ব্যবহার করে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সেরূপ শয়তানের</w:t>
      </w:r>
      <w:r w:rsidRPr="005A2C80">
        <w:t xml:space="preserve"> </w:t>
      </w:r>
      <w:r w:rsidRPr="005A2C80">
        <w:rPr>
          <w:cs/>
          <w:lang w:bidi="bn-IN"/>
        </w:rPr>
        <w:t>অস্ত্রগুলোর মধ্যেও প্রকারভেদ রয়েছে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 যে অস্ত্রটি শয়তানের কাছে</w:t>
      </w:r>
      <w:r w:rsidRPr="005A2C80">
        <w:t xml:space="preserve"> </w:t>
      </w:r>
      <w:r w:rsidRPr="005A2C80">
        <w:rPr>
          <w:cs/>
          <w:lang w:bidi="bn-IN"/>
        </w:rPr>
        <w:t>সবচেয়ে নির্ভরযোগ্য এবং তাকে মানব জাতির সাথে যুদ্ধে একশত ভাগ</w:t>
      </w:r>
      <w:r w:rsidRPr="005A2C80">
        <w:t xml:space="preserve"> </w:t>
      </w:r>
      <w:r w:rsidRPr="005A2C80">
        <w:rPr>
          <w:cs/>
          <w:lang w:bidi="bn-IN"/>
        </w:rPr>
        <w:t>সফল করে তা হচ্ছে নারী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932041" w:rsidRPr="00932041" w:rsidRDefault="00932041" w:rsidP="00932041">
      <w:pPr>
        <w:pStyle w:val="libNormal"/>
      </w:pP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হাদীস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এটা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প্রতীয়মান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t>, (</w:t>
      </w:r>
      <w:r w:rsidRPr="00932041">
        <w:rPr>
          <w:rFonts w:hint="cs"/>
          <w:cs/>
          <w:lang w:bidi="bn-IN"/>
        </w:rPr>
        <w:t>যেভাবে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ইতিহাস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বর্ণনা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দিয়েছে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যখনই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বিভিন্ন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প্রক্রিয়ায়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জাতিকে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ধ্বংস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গিয়ে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নিরাশ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যায়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তখনই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দ্বীন</w:t>
      </w:r>
      <w:r w:rsidRPr="00932041">
        <w:rPr>
          <w:cs/>
          <w:lang w:bidi="bn-IN"/>
        </w:rPr>
        <w:t>-</w:t>
      </w:r>
      <w:r w:rsidRPr="00932041">
        <w:rPr>
          <w:rFonts w:hint="cs"/>
          <w:cs/>
          <w:lang w:bidi="bn-IN"/>
        </w:rPr>
        <w:t>ধর্মহীন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সকল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শুধুমাত্র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প্রবৃত্তির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কামনা</w:t>
      </w:r>
      <w:r w:rsidRPr="00932041">
        <w:rPr>
          <w:cs/>
          <w:lang w:bidi="bn-IN"/>
        </w:rPr>
        <w:t>-</w:t>
      </w:r>
      <w:r w:rsidRPr="00932041">
        <w:rPr>
          <w:rFonts w:hint="cs"/>
          <w:cs/>
          <w:lang w:bidi="bn-IN"/>
        </w:rPr>
        <w:t>বাসনা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ব্যতীত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কিছুই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চিন্তা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সকল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অসৎ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উদ্দেশ্য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চরিতার্থ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ব্যবহার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যারা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জালেম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অত্যাচারী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শাসকদের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হাতের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পুতুল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ছিল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</w:p>
    <w:p w:rsidR="00FE4106" w:rsidRPr="005A2C80" w:rsidRDefault="00932041" w:rsidP="00932041">
      <w:pPr>
        <w:pStyle w:val="libNormal"/>
      </w:pPr>
      <w:r w:rsidRPr="00932041">
        <w:rPr>
          <w:rFonts w:hint="cs"/>
          <w:cs/>
          <w:lang w:bidi="bn-IN"/>
        </w:rPr>
        <w:t>দুর্ভাগ্যজনকভাবে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বর্তমান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পৃথিবীর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দিকেও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যদি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আমরা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সূক্ষদৃষ্টিতে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তাকাই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দেখি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বিশ্বে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বিশেষত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ইসলামী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বিশ্বে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সাম্রাজ্যবাদীদের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জুলুম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লুটপাট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প্রক্রিয়ায়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সবচেয়ে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কার্যকর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ভূমিকা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রাখছে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চরিত্রহীন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তাই আল্লাহ তা</w:t>
      </w:r>
      <w:r w:rsidRPr="003A255A">
        <w:rPr>
          <w:rStyle w:val="libAlaemChar"/>
        </w:rPr>
        <w:t>’</w:t>
      </w:r>
      <w:r w:rsidRPr="005A2C80">
        <w:rPr>
          <w:cs/>
          <w:lang w:bidi="bn-IN"/>
        </w:rPr>
        <w:t>য়ালা বলেছেন :</w:t>
      </w:r>
    </w:p>
    <w:p w:rsidR="00FE4106" w:rsidRPr="00623425" w:rsidRDefault="00932041" w:rsidP="00623425">
      <w:pPr>
        <w:pStyle w:val="libAie"/>
      </w:pPr>
      <w:r w:rsidRPr="00932041">
        <w:rPr>
          <w:rStyle w:val="libAlaemChar"/>
        </w:rPr>
        <w:t>)</w:t>
      </w:r>
      <w:r w:rsidR="00FE4106" w:rsidRPr="00623425">
        <w:rPr>
          <w:rFonts w:hint="cs"/>
          <w:rtl/>
        </w:rPr>
        <w:t>زُيِّنَ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لِلنَّاسِ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حُبُّ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الشَّهَوَاتِ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النِّسَاءِ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وَالْبَنِينَ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وَالْقَنَاطِيرِ‌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الْمُقَنطَرَ‌ةِ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الذَّهَبِ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وَالْفِضَّةِ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وَالْخَيْلِ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الْمُسَوَّمَةِ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وَالْأَنْعَامِ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وَالْحَرْ‌ثِ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ذَٰلِكَ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مَتَاعُ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الْحَيَاةِ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الدُّنْيَا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وَاللَّـهُ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عِندَهُ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حُسْنُ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الْمَآبِ</w:t>
      </w:r>
      <w:r w:rsidRPr="00932041">
        <w:rPr>
          <w:rStyle w:val="libAlaemChar"/>
        </w:rPr>
        <w:t>(</w:t>
      </w:r>
      <w:r w:rsidR="00FE4106" w:rsidRPr="00623425">
        <w:rPr>
          <w:rtl/>
        </w:rPr>
        <w:t xml:space="preserve"> </w:t>
      </w:r>
    </w:p>
    <w:p w:rsidR="00932041" w:rsidRDefault="00932041" w:rsidP="00FE4106">
      <w:pPr>
        <w:pStyle w:val="libNormal"/>
        <w:rPr>
          <w:lang w:bidi="bn-IN"/>
        </w:rPr>
      </w:pPr>
      <w:r w:rsidRPr="00932041">
        <w:rPr>
          <w:rFonts w:hint="cs"/>
          <w:cs/>
          <w:lang w:bidi="bn-IN"/>
        </w:rPr>
        <w:t>মানবকুলকে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মোহগ্রস্ত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রমনী</w:t>
      </w:r>
      <w:r w:rsidRPr="00932041">
        <w:t xml:space="preserve">, </w:t>
      </w:r>
      <w:r w:rsidRPr="00932041">
        <w:rPr>
          <w:rFonts w:hint="cs"/>
          <w:cs/>
          <w:lang w:bidi="bn-IN"/>
        </w:rPr>
        <w:t>সন্তান</w:t>
      </w:r>
      <w:r w:rsidRPr="00932041">
        <w:rPr>
          <w:cs/>
          <w:lang w:bidi="bn-IN"/>
        </w:rPr>
        <w:t>-</w:t>
      </w:r>
      <w:r w:rsidRPr="00932041">
        <w:rPr>
          <w:rFonts w:hint="cs"/>
          <w:cs/>
          <w:lang w:bidi="bn-IN"/>
        </w:rPr>
        <w:t>সন্ততি</w:t>
      </w:r>
      <w:r w:rsidRPr="00932041">
        <w:t xml:space="preserve">, </w:t>
      </w:r>
      <w:r w:rsidRPr="00932041">
        <w:rPr>
          <w:rFonts w:hint="cs"/>
          <w:cs/>
          <w:lang w:bidi="bn-IN"/>
        </w:rPr>
        <w:t>পুঞ্জীভূত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স্বর্ণ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রৌপ্য</w:t>
      </w:r>
      <w:r w:rsidRPr="00932041">
        <w:t xml:space="preserve">, </w:t>
      </w:r>
      <w:r w:rsidRPr="00932041">
        <w:rPr>
          <w:rFonts w:hint="cs"/>
          <w:cs/>
          <w:lang w:bidi="bn-IN"/>
        </w:rPr>
        <w:t>চিহ্নিত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অশ্ব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গৃহপালিত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পশু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শস্যক্ষেত্র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কিছুই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পার্থিব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জীবনের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ব্যবহারিক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বস্তু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উত্তম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জীবন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আল্লাহরই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নিকট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rStyle w:val="libFootnotenumChar"/>
          <w:rFonts w:hint="cs"/>
          <w:cs/>
          <w:lang w:bidi="bn-IN"/>
        </w:rPr>
        <w:t>৭৮</w:t>
      </w:r>
      <w:r w:rsidRPr="00932041">
        <w:rPr>
          <w:cs/>
          <w:lang w:bidi="bn-IN"/>
        </w:rPr>
        <w:t xml:space="preserve"> </w:t>
      </w:r>
    </w:p>
    <w:p w:rsidR="00932041" w:rsidRPr="00932041" w:rsidRDefault="00932041" w:rsidP="00932041">
      <w:pPr>
        <w:pStyle w:val="libNormal"/>
      </w:pPr>
      <w:r w:rsidRPr="00932041">
        <w:rPr>
          <w:rFonts w:hint="cs"/>
          <w:cs/>
          <w:lang w:bidi="bn-IN"/>
        </w:rPr>
        <w:lastRenderedPageBreak/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পবিত্র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আয়াতে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প্রথম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বিষয়টি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উল্লিখিত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কারণেই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মনোবিজ্ঞানীরা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বলে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থাকেন</w:t>
      </w:r>
      <w:r w:rsidRPr="00932041">
        <w:rPr>
          <w:cs/>
          <w:lang w:bidi="bn-IN"/>
        </w:rPr>
        <w:t xml:space="preserve"> : </w:t>
      </w:r>
      <w:r w:rsidRPr="00932041">
        <w:rPr>
          <w:rFonts w:hint="cs"/>
          <w:cs/>
          <w:lang w:bidi="bn-IN"/>
        </w:rPr>
        <w:t>যৌন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প্রবণতা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প্রবণতা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শক্তিশালী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একটি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প্রবণতা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সামাজিক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অনেক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ঘটনাই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প্রবণতা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তাড়না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সৃষ্টি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</w:p>
    <w:p w:rsidR="00FE4106" w:rsidRPr="005A2C80" w:rsidRDefault="00932041" w:rsidP="00932041">
      <w:pPr>
        <w:pStyle w:val="libNormal"/>
        <w:rPr>
          <w:lang w:bidi="bn-IN"/>
        </w:rPr>
      </w:pPr>
      <w:r w:rsidRPr="00932041">
        <w:rPr>
          <w:rFonts w:hint="cs"/>
          <w:cs/>
          <w:lang w:bidi="bn-IN"/>
        </w:rPr>
        <w:t>এটা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বলার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প্রয়োজন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উক্ত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আয়াতটি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অনুরূপ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আয়াতসমূহ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স্ত্রী</w:t>
      </w:r>
      <w:r w:rsidRPr="00932041">
        <w:t xml:space="preserve">, </w:t>
      </w:r>
      <w:r w:rsidRPr="00932041">
        <w:rPr>
          <w:rFonts w:hint="cs"/>
          <w:cs/>
          <w:lang w:bidi="bn-IN"/>
        </w:rPr>
        <w:t>সন্তান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সম্পদের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ভালবাসাকে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নিন্দা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তিরস্কার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কেননা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আত্মিক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বিষয়ের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উন্নতি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কখনোই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দুনিয়াবী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বিষয়ের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মাধ্যম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ব্যতীত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সম্ভব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নয়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বরং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সকল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আয়াতে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এসবের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মাত্রাতিরিক্ত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ভালবাসাকে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তিরস্কার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</w:p>
    <w:p w:rsidR="00932041" w:rsidRDefault="00932041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932041" w:rsidP="00932041">
      <w:pPr>
        <w:pStyle w:val="Heading2Center"/>
        <w:rPr>
          <w:lang w:bidi="bn-IN"/>
        </w:rPr>
      </w:pPr>
      <w:bookmarkStart w:id="32" w:name="_Toc439886109"/>
      <w:bookmarkStart w:id="33" w:name="_Toc440447869"/>
      <w:r>
        <w:rPr>
          <w:cs/>
          <w:lang w:bidi="bn-IN"/>
        </w:rPr>
        <w:lastRenderedPageBreak/>
        <w:t>শয়তান সম্পর্কে কিছু আলোচনা</w:t>
      </w:r>
      <w:bookmarkEnd w:id="32"/>
      <w:bookmarkEnd w:id="33"/>
      <w:r>
        <w:rPr>
          <w:cs/>
          <w:lang w:bidi="bn-IN"/>
        </w:rPr>
        <w:t xml:space="preserve"> </w:t>
      </w:r>
    </w:p>
    <w:p w:rsidR="00932041" w:rsidRDefault="00932041" w:rsidP="00C4151B">
      <w:pPr>
        <w:pStyle w:val="libNormal"/>
        <w:rPr>
          <w:lang w:bidi="bn-IN"/>
        </w:rPr>
      </w:pPr>
    </w:p>
    <w:p w:rsidR="00932041" w:rsidRPr="00932041" w:rsidRDefault="00932041" w:rsidP="00932041">
      <w:pPr>
        <w:pStyle w:val="libNormal"/>
      </w:pPr>
      <w:r w:rsidRPr="00932041">
        <w:rPr>
          <w:rFonts w:hint="cs"/>
          <w:cs/>
          <w:lang w:bidi="bn-IN"/>
        </w:rPr>
        <w:t>ক</w:t>
      </w:r>
      <w:r w:rsidRPr="00932041">
        <w:rPr>
          <w:cs/>
          <w:lang w:bidi="bn-IN"/>
        </w:rPr>
        <w:t xml:space="preserve">)- </w:t>
      </w:r>
      <w:r w:rsidRPr="006445C3">
        <w:rPr>
          <w:rStyle w:val="libAlaemChar"/>
        </w:rPr>
        <w:t>‘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rFonts w:hint="eastAsia"/>
        </w:rPr>
        <w:t>’</w:t>
      </w:r>
      <w:r w:rsidRPr="00932041">
        <w:t xml:space="preserve"> </w:t>
      </w:r>
      <w:r w:rsidRPr="00932041">
        <w:rPr>
          <w:rFonts w:hint="cs"/>
          <w:cs/>
          <w:lang w:bidi="bn-IN"/>
        </w:rPr>
        <w:t>শব্দটি</w:t>
      </w:r>
      <w:r w:rsidRPr="00932041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932041">
        <w:rPr>
          <w:rFonts w:hint="cs"/>
          <w:cs/>
          <w:lang w:bidi="bn-IN"/>
        </w:rPr>
        <w:t>শাতানা</w:t>
      </w:r>
      <w:r w:rsidRPr="00932041">
        <w:rPr>
          <w:rFonts w:hint="eastAsia"/>
        </w:rPr>
        <w:t>’</w:t>
      </w:r>
      <w:r w:rsidRPr="00932041"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গ্রহণ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কর্তাবাচক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বিশেষ্য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932041">
        <w:rPr>
          <w:rFonts w:hint="cs"/>
          <w:cs/>
          <w:lang w:bidi="bn-IN"/>
        </w:rPr>
        <w:t>শাতেন</w:t>
      </w:r>
      <w:r w:rsidRPr="00932041">
        <w:rPr>
          <w:rFonts w:hint="eastAsia"/>
        </w:rPr>
        <w:t>’</w:t>
      </w:r>
      <w:r w:rsidRPr="00932041">
        <w:t xml:space="preserve"> </w:t>
      </w:r>
      <w:r w:rsidRPr="00932041">
        <w:rPr>
          <w:rFonts w:hint="cs"/>
          <w:cs/>
          <w:lang w:bidi="bn-IN"/>
        </w:rPr>
        <w:t>অর্থাৎ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দুষ্ট</w:t>
      </w:r>
      <w:r w:rsidRPr="00932041">
        <w:t xml:space="preserve">, </w:t>
      </w:r>
      <w:r w:rsidRPr="00932041">
        <w:rPr>
          <w:rFonts w:hint="cs"/>
          <w:cs/>
          <w:lang w:bidi="bn-IN"/>
        </w:rPr>
        <w:t>অপবিত্র</w:t>
      </w:r>
      <w:r w:rsidRPr="00932041">
        <w:t xml:space="preserve">, </w:t>
      </w:r>
      <w:r w:rsidRPr="00932041">
        <w:rPr>
          <w:rFonts w:hint="cs"/>
          <w:cs/>
          <w:lang w:bidi="bn-IN"/>
        </w:rPr>
        <w:t>নোংরা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ইতর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প্রকৃতির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</w:p>
    <w:p w:rsidR="00FE4106" w:rsidRPr="00C4151B" w:rsidRDefault="00932041" w:rsidP="00932041">
      <w:pPr>
        <w:pStyle w:val="libNormal"/>
        <w:rPr>
          <w:rStyle w:val="libNormalChar"/>
        </w:rPr>
      </w:pPr>
      <w:r w:rsidRPr="00932041">
        <w:rPr>
          <w:rFonts w:hint="cs"/>
          <w:cs/>
          <w:lang w:bidi="bn-IN"/>
        </w:rPr>
        <w:t>খ</w:t>
      </w:r>
      <w:r w:rsidRPr="00932041">
        <w:rPr>
          <w:cs/>
          <w:lang w:bidi="bn-IN"/>
        </w:rPr>
        <w:t xml:space="preserve">)- </w:t>
      </w:r>
      <w:r w:rsidRPr="006445C3">
        <w:rPr>
          <w:rStyle w:val="libAlaemChar"/>
        </w:rPr>
        <w:t>‘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rFonts w:hint="eastAsia"/>
        </w:rPr>
        <w:t>’</w:t>
      </w:r>
      <w:r w:rsidRPr="00932041">
        <w:t xml:space="preserve"> </w:t>
      </w:r>
      <w:r w:rsidRPr="00932041">
        <w:rPr>
          <w:rFonts w:hint="cs"/>
          <w:cs/>
          <w:lang w:bidi="bn-IN"/>
        </w:rPr>
        <w:t>শব্দটি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দ্বারা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এমন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সত্তার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ইঙ্গিত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অবাধ্য</w:t>
      </w:r>
      <w:r w:rsidRPr="00932041">
        <w:t xml:space="preserve">, </w:t>
      </w:r>
      <w:r w:rsidRPr="00932041">
        <w:rPr>
          <w:rFonts w:hint="cs"/>
          <w:cs/>
          <w:lang w:bidi="bn-IN"/>
        </w:rPr>
        <w:t>বিদ্রোহী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ছাড়াও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অন্যান্য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কিছুর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সাথে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সংযুক্ত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যায়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rFonts w:hint="eastAsia"/>
        </w:rPr>
        <w:t>’</w:t>
      </w:r>
      <w:r w:rsidRPr="00932041"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একটি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সাধারণ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932041">
        <w:rPr>
          <w:rFonts w:hint="cs"/>
          <w:cs/>
          <w:lang w:bidi="bn-IN"/>
        </w:rPr>
        <w:t>ইবলিস</w:t>
      </w:r>
      <w:r w:rsidRPr="00932041">
        <w:rPr>
          <w:rFonts w:hint="eastAsia"/>
        </w:rPr>
        <w:t>’</w:t>
      </w:r>
      <w:r w:rsidRPr="00932041"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একটি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বিশেষ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নাম</w:t>
      </w:r>
      <w:r w:rsidRPr="00932041">
        <w:rPr>
          <w:cs/>
          <w:lang w:bidi="bn-IN"/>
        </w:rPr>
        <w:t xml:space="preserve"> </w:t>
      </w:r>
      <w:r w:rsidR="00FE4106" w:rsidRPr="00C4151B">
        <w:rPr>
          <w:rStyle w:val="libNormalChar"/>
          <w:cs/>
          <w:lang w:bidi="hi-IN"/>
        </w:rPr>
        <w:t>।</w:t>
      </w:r>
      <w:r w:rsidR="00FE4106" w:rsidRPr="00C4151B">
        <w:rPr>
          <w:rStyle w:val="libNormalChar"/>
        </w:rPr>
        <w:t xml:space="preserve"> </w:t>
      </w:r>
    </w:p>
    <w:p w:rsidR="00FE4106" w:rsidRPr="00623425" w:rsidRDefault="00932041" w:rsidP="00623425">
      <w:pPr>
        <w:pStyle w:val="libAie"/>
      </w:pPr>
      <w:r w:rsidRPr="00932041">
        <w:rPr>
          <w:rStyle w:val="libAlaemChar"/>
        </w:rPr>
        <w:t>)</w:t>
      </w:r>
      <w:r w:rsidR="00FE4106" w:rsidRPr="00623425">
        <w:rPr>
          <w:rFonts w:hint="cs"/>
          <w:rtl/>
        </w:rPr>
        <w:t>وَإِذْ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قُلْنَا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لِلْمَلَائِكَةِ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اسْجُدُوا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لِآدَمَ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فَسَجَدُوا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إِبْلِيسَ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أَبَىٰ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وَاسْتَكْبَرَ‌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وَكَانَ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الْكَافِرِ‌ينَ</w:t>
      </w:r>
      <w:r w:rsidRPr="00932041">
        <w:rPr>
          <w:rStyle w:val="libAlaemChar"/>
        </w:rPr>
        <w:t>(</w:t>
      </w:r>
    </w:p>
    <w:p w:rsidR="00FE4106" w:rsidRPr="009C15B9" w:rsidRDefault="00932041" w:rsidP="009C15B9">
      <w:pPr>
        <w:pStyle w:val="libNormal"/>
      </w:pPr>
      <w:r w:rsidRPr="00932041">
        <w:rPr>
          <w:rFonts w:hint="cs"/>
          <w:cs/>
          <w:lang w:bidi="bn-IN"/>
        </w:rPr>
        <w:t>স্মরণ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সময়ের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কথা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যখন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ফেরেশতাদেরকে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বলেছিলাম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আদমের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উদ্দেশ্যে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সিজদাহ্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তখন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সকলেই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সিজদাহ্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করেছিল</w:t>
      </w:r>
      <w:r w:rsidRPr="00932041">
        <w:t xml:space="preserve">; </w:t>
      </w:r>
      <w:r w:rsidRPr="00932041">
        <w:rPr>
          <w:rFonts w:hint="cs"/>
          <w:cs/>
          <w:lang w:bidi="bn-IN"/>
        </w:rPr>
        <w:t>শুধুমাত্র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ইবলিস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নির্দেশ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উপেক্ষা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করেছিল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অহমিকা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প্রদর্শন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করেছিল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>(</w:t>
      </w: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নির্দেশের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অবাধ্যতা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কারণে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কাফেরদের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অন্তর্ভূক্ত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গেল</w:t>
      </w:r>
      <w:r w:rsidRPr="00932041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৭৯</w:t>
      </w:r>
      <w:r w:rsidR="00FE4106" w:rsidRPr="009C15B9">
        <w:t xml:space="preserve"> </w:t>
      </w:r>
    </w:p>
    <w:p w:rsidR="00FE4106" w:rsidRPr="00623425" w:rsidRDefault="00932041" w:rsidP="00623425">
      <w:pPr>
        <w:pStyle w:val="libAie"/>
      </w:pPr>
      <w:r w:rsidRPr="00932041">
        <w:rPr>
          <w:rStyle w:val="libAlaemChar"/>
        </w:rPr>
        <w:t>)</w:t>
      </w:r>
      <w:r w:rsidR="00FE4106" w:rsidRPr="00623425">
        <w:rPr>
          <w:rFonts w:hint="cs"/>
          <w:rtl/>
        </w:rPr>
        <w:t>إِنَّمَا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يُرِ‌يدُ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الشَّيْطَانُ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يُوقِعَ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بَيْنَكُمُ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الْعَدَاوَةَ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وَالْبَغْضَاءَ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الْخَمْرِ‌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وَالْمَيْسِرِ‌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وَيَصُدَّكُمْ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ذِكْرِ‌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اللَّـهِ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وَعَنِ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الصَّلَاةِ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فَهَلْ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أَنتُم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مُّنتَهُونَ</w:t>
      </w:r>
      <w:r w:rsidRPr="00932041">
        <w:rPr>
          <w:rStyle w:val="libAlaemChar"/>
        </w:rPr>
        <w:t>(</w:t>
      </w:r>
      <w:r w:rsidR="00FE4106" w:rsidRPr="00623425">
        <w:t xml:space="preserve"> </w:t>
      </w:r>
    </w:p>
    <w:p w:rsidR="00FE4106" w:rsidRPr="009C15B9" w:rsidRDefault="00932041" w:rsidP="009C15B9">
      <w:pPr>
        <w:pStyle w:val="libNormal"/>
      </w:pP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চায়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শরাব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মদ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জুয়ার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মাধ্যমে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তোমাদের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মধ্যে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শত্রুতা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বিদ্বেষ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সৃষ্টি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তোমাদেরকে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আল্লাহর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যিকির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নামাজ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বিরত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রাখতে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তোমরা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কি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এসব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ফ্যাসাদ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ক্ষতিকর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কর্ম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ক্ষান্ত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হবে</w:t>
      </w:r>
      <w:r w:rsidR="00FE4106" w:rsidRPr="009C15B9">
        <w:t>?</w:t>
      </w:r>
      <w:r w:rsidR="00FE4106" w:rsidRPr="00FE4106">
        <w:rPr>
          <w:rStyle w:val="libFootnotenumChar"/>
          <w:cs/>
          <w:lang w:bidi="bn-IN"/>
        </w:rPr>
        <w:t>৮০</w:t>
      </w:r>
    </w:p>
    <w:p w:rsidR="00FE4106" w:rsidRPr="00623425" w:rsidRDefault="00932041" w:rsidP="00623425">
      <w:pPr>
        <w:pStyle w:val="libAie"/>
      </w:pPr>
      <w:r w:rsidRPr="00932041">
        <w:rPr>
          <w:rStyle w:val="libAlaemChar"/>
        </w:rPr>
        <w:t>)</w:t>
      </w:r>
      <w:r w:rsidR="00FE4106" w:rsidRPr="00623425">
        <w:rPr>
          <w:rFonts w:hint="cs"/>
          <w:rtl/>
        </w:rPr>
        <w:t>وَكَذَٰلِكَ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جَعَلْنَا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لِكُلِّ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نَبِيٍّ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عَدُوًّا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شَيَاطِينَ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الْإِنسِ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وَالْجِنِّ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يُوحِي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بَعْضُهُمْ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بَعْضٍ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زُخْرُ‌فَ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الْقَوْلِ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غُرُ‌ورً‌ا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وَلَوْ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شَاءَ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رَ‌بُّكَ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فَعَلُوهُ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فَذَرْ‌هُمْ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يَفْتَرُ‌ونَ</w:t>
      </w:r>
      <w:r w:rsidRPr="00932041">
        <w:rPr>
          <w:rStyle w:val="libAlaemChar"/>
        </w:rPr>
        <w:t>(</w:t>
      </w:r>
    </w:p>
    <w:p w:rsidR="00FE4106" w:rsidRPr="009C15B9" w:rsidRDefault="00932041" w:rsidP="009C15B9">
      <w:pPr>
        <w:pStyle w:val="libNormal"/>
      </w:pP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এরূপভাবে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আমরা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প্রতিটি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নবীর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শত্রু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হিসেবে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বহু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সৃষ্টি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করেছি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কতক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কতক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জ্বিন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কতিপয়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অপর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কতিপয়কে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ভিত্তিহীন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মনভুলানো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বাক্যের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মাধ্যমে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প্রতারণার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উদ্দেশ্যে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কুমন্ত্রণা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যদি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তোমার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প্রতিপালক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চাইতেন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ঐরূপ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পারতো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সুতরাং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মিথ্যা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রটনা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নিয়েই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দিন</w:t>
      </w:r>
      <w:r w:rsidR="00FE4106" w:rsidRPr="009C15B9">
        <w:rPr>
          <w:rtl/>
          <w:cs/>
        </w:rPr>
        <w:t>!</w:t>
      </w:r>
      <w:r w:rsidR="00FE4106" w:rsidRPr="00FE4106">
        <w:rPr>
          <w:rStyle w:val="libFootnotenumChar"/>
          <w:cs/>
          <w:lang w:bidi="bn-IN"/>
        </w:rPr>
        <w:t>৮১</w:t>
      </w:r>
      <w:r w:rsidR="00FE4106" w:rsidRPr="009C15B9">
        <w:t xml:space="preserve"> </w:t>
      </w:r>
    </w:p>
    <w:p w:rsidR="00FE4106" w:rsidRPr="005A2C80" w:rsidRDefault="00932041" w:rsidP="00FE4106">
      <w:pPr>
        <w:pStyle w:val="libNormal"/>
      </w:pPr>
      <w:r w:rsidRPr="00932041">
        <w:rPr>
          <w:rFonts w:hint="cs"/>
          <w:cs/>
          <w:lang w:bidi="bn-IN"/>
        </w:rPr>
        <w:lastRenderedPageBreak/>
        <w:t>গ</w:t>
      </w:r>
      <w:r w:rsidRPr="00932041">
        <w:rPr>
          <w:cs/>
          <w:lang w:bidi="bn-IN"/>
        </w:rPr>
        <w:t xml:space="preserve">)- </w:t>
      </w:r>
      <w:r w:rsidRPr="00932041">
        <w:rPr>
          <w:rFonts w:hint="cs"/>
          <w:cs/>
          <w:lang w:bidi="bn-IN"/>
        </w:rPr>
        <w:t>শয়তানকে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দেখা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যায়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t>,</w:t>
      </w:r>
      <w:r w:rsidR="00FE4106" w:rsidRPr="005A2C80">
        <w:t xml:space="preserve"> </w:t>
      </w:r>
    </w:p>
    <w:p w:rsidR="00FE4106" w:rsidRPr="00623425" w:rsidRDefault="00932041" w:rsidP="00623425">
      <w:pPr>
        <w:pStyle w:val="libAie"/>
      </w:pPr>
      <w:r w:rsidRPr="00932041">
        <w:rPr>
          <w:rStyle w:val="libAlaemChar"/>
        </w:rPr>
        <w:t>)</w:t>
      </w:r>
      <w:r w:rsidR="00FE4106" w:rsidRPr="00623425">
        <w:rPr>
          <w:rFonts w:hint="cs"/>
          <w:rtl/>
        </w:rPr>
        <w:t>إِنَّهُ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يَرَ‌اكُمْ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هُوَ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وَقَبِيلُهُ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حَيْثُ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تَرَ‌وْنَهُمْ</w:t>
      </w:r>
      <w:r w:rsidRPr="00932041">
        <w:rPr>
          <w:rStyle w:val="libAlaemChar"/>
        </w:rPr>
        <w:t>(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নিশ্চয়ই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শয়তান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দোস</w:t>
      </w:r>
      <w:r w:rsidRPr="009C15B9">
        <w:rPr>
          <w:cs/>
          <w:lang w:bidi="bn-IN"/>
        </w:rPr>
        <w:t>ররা সেইস্থান থেকে তোমাদেরকে দেখতে পায়</w:t>
      </w:r>
      <w:r w:rsidRPr="009C15B9">
        <w:t xml:space="preserve">, </w:t>
      </w:r>
      <w:r w:rsidRPr="009C15B9">
        <w:rPr>
          <w:cs/>
          <w:lang w:bidi="bn-IN"/>
        </w:rPr>
        <w:t xml:space="preserve">যেখান থেকে তোমরা তাদেরকে দেখতে পাও না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৮২</w:t>
      </w:r>
      <w:r w:rsidRPr="009C15B9">
        <w:t xml:space="preserve"> </w:t>
      </w:r>
    </w:p>
    <w:p w:rsidR="00FE4106" w:rsidRPr="005A2C80" w:rsidRDefault="00932041" w:rsidP="00FE4106">
      <w:pPr>
        <w:pStyle w:val="libNormal"/>
      </w:pPr>
      <w:r w:rsidRPr="00932041">
        <w:rPr>
          <w:rFonts w:hint="cs"/>
          <w:cs/>
          <w:lang w:bidi="bn-IN"/>
        </w:rPr>
        <w:t>ঘ</w:t>
      </w:r>
      <w:r w:rsidRPr="00932041">
        <w:rPr>
          <w:cs/>
          <w:lang w:bidi="bn-IN"/>
        </w:rPr>
        <w:t xml:space="preserve">)-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বিভিন্ন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পথে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গোমরাহ্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ফ্যাসাদ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সৃষ্টির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লক্ষ্যে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তোমাদের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মধ্যে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প্রবেশ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করবে</w:t>
      </w:r>
      <w:r w:rsidRPr="00932041">
        <w:rPr>
          <w:cs/>
          <w:lang w:bidi="bn-IN"/>
        </w:rPr>
        <w:t xml:space="preserve"> :</w:t>
      </w:r>
      <w:r w:rsidR="00FE4106" w:rsidRPr="005A2C80">
        <w:t xml:space="preserve"> </w:t>
      </w:r>
    </w:p>
    <w:p w:rsidR="00FE4106" w:rsidRPr="00623425" w:rsidRDefault="00932041" w:rsidP="00623425">
      <w:pPr>
        <w:pStyle w:val="libAie"/>
      </w:pPr>
      <w:r w:rsidRPr="00932041">
        <w:rPr>
          <w:rStyle w:val="libAlaemChar"/>
        </w:rPr>
        <w:t>)</w:t>
      </w:r>
      <w:r w:rsidR="00FE4106" w:rsidRPr="00623425">
        <w:rPr>
          <w:rFonts w:hint="cs"/>
          <w:rtl/>
        </w:rPr>
        <w:t>قَالَ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فَبِمَا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أَغْوَيْتَنِي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لَأَقْعُدَنَّ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لَهُمْ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صِرَاطَكَ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الْمُسْتَقِيمَ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﴿١٦﴾ ثُمَّ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لَآتِيَنَّهُم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مِّن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بَيْنِ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أَيْدِيهِمْ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وَمِنْ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خَلْفِهِمْ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وَعَنْ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أَيْمَانِهِمْ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وَعَن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شَمَائِلِهِمْ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تَجِدُ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أَكْثَرَهُمْ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شَاكِرِينَ</w:t>
      </w:r>
      <w:r w:rsidR="00FE4106" w:rsidRPr="00623425">
        <w:t xml:space="preserve"> </w:t>
      </w:r>
      <w:r w:rsidRPr="00932041">
        <w:rPr>
          <w:rStyle w:val="libAlaemChar"/>
        </w:rPr>
        <w:t>(</w:t>
      </w:r>
    </w:p>
    <w:p w:rsidR="00932041" w:rsidRPr="00932041" w:rsidRDefault="00932041" w:rsidP="00932041">
      <w:pPr>
        <w:pStyle w:val="libNormal"/>
      </w:pP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আল্লাহ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</w:t>
      </w:r>
      <w:r w:rsidRPr="00932041">
        <w:rPr>
          <w:rFonts w:hint="eastAsia"/>
        </w:rPr>
        <w:t>’</w:t>
      </w:r>
      <w:r w:rsidRPr="00932041">
        <w:rPr>
          <w:rFonts w:hint="cs"/>
          <w:cs/>
          <w:lang w:bidi="bn-IN"/>
        </w:rPr>
        <w:t>য়ালাকে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বলল</w:t>
      </w:r>
      <w:r w:rsidRPr="00932041">
        <w:rPr>
          <w:cs/>
          <w:lang w:bidi="bn-IN"/>
        </w:rPr>
        <w:t xml:space="preserve"> : </w:t>
      </w:r>
      <w:r w:rsidRPr="00932041">
        <w:rPr>
          <w:rFonts w:hint="cs"/>
          <w:cs/>
          <w:lang w:bidi="bn-IN"/>
        </w:rPr>
        <w:t>যেহেতু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আপনি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আমাকে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গোমরাহ্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করেছেন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সেহেতু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অবশ্যই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আমি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বিভ্রান্ত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জন্য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আপনার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সরল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পথে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থাকবো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তারপর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সামনে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পিছন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ডান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পাশ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যাবো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অধিকাংশকেই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আপনি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কৃতজ্ঞ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হিসেবে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পাবেন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>(</w:t>
      </w:r>
      <w:r w:rsidRPr="00932041">
        <w:rPr>
          <w:rFonts w:hint="cs"/>
          <w:cs/>
          <w:lang w:bidi="bn-IN"/>
        </w:rPr>
        <w:t>সূরা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আরাফ</w:t>
      </w:r>
      <w:r w:rsidRPr="00932041">
        <w:rPr>
          <w:cs/>
          <w:lang w:bidi="bn-IN"/>
        </w:rPr>
        <w:t xml:space="preserve"> :</w:t>
      </w:r>
      <w:r w:rsidRPr="00932041">
        <w:rPr>
          <w:rFonts w:hint="cs"/>
          <w:cs/>
          <w:lang w:bidi="bn-IN"/>
        </w:rPr>
        <w:t>১৬</w:t>
      </w:r>
      <w:r w:rsidRPr="00932041">
        <w:rPr>
          <w:cs/>
          <w:lang w:bidi="bn-IN"/>
        </w:rPr>
        <w:t>-</w:t>
      </w:r>
      <w:r w:rsidRPr="00932041">
        <w:rPr>
          <w:rFonts w:hint="cs"/>
          <w:cs/>
          <w:lang w:bidi="bn-IN"/>
        </w:rPr>
        <w:t>১৭</w:t>
      </w:r>
      <w:r w:rsidRPr="00932041">
        <w:rPr>
          <w:cs/>
          <w:lang w:bidi="bn-IN"/>
        </w:rPr>
        <w:t xml:space="preserve">) </w:t>
      </w:r>
    </w:p>
    <w:p w:rsidR="00932041" w:rsidRPr="00932041" w:rsidRDefault="00932041" w:rsidP="00932041">
      <w:pPr>
        <w:pStyle w:val="libNormal"/>
      </w:pP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বলছে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পাশ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আসবে</w:t>
      </w:r>
      <w:r w:rsidRPr="00932041">
        <w:t xml:space="preserve">; </w:t>
      </w:r>
      <w:r w:rsidRPr="00932041">
        <w:rPr>
          <w:rFonts w:hint="cs"/>
          <w:cs/>
          <w:lang w:bidi="bn-IN"/>
        </w:rPr>
        <w:t>এটা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হয়তো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এমন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পারে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মানব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জাতিকে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অবরোধ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কোন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প্রক্রিয়াতেই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হোক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কেন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গোমরাহ্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চেষ্টা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এমন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ধরনের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কথা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সাধারণ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বলে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যেমন</w:t>
      </w:r>
      <w:r w:rsidRPr="00932041">
        <w:t xml:space="preserve">, </w:t>
      </w:r>
      <w:r w:rsidRPr="00932041">
        <w:rPr>
          <w:rFonts w:hint="cs"/>
          <w:cs/>
          <w:lang w:bidi="bn-IN"/>
        </w:rPr>
        <w:t>অমুক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চার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আটকে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অথবা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শত্রুর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খপ্পরে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পড়েছে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</w:p>
    <w:p w:rsidR="00FE4106" w:rsidRPr="009C15B9" w:rsidRDefault="00932041" w:rsidP="00932041">
      <w:pPr>
        <w:pStyle w:val="libNormal"/>
      </w:pPr>
      <w:r w:rsidRPr="00932041">
        <w:rPr>
          <w:rFonts w:hint="cs"/>
          <w:cs/>
          <w:lang w:bidi="bn-IN"/>
        </w:rPr>
        <w:t>ইমাম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বাকির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আ</w:t>
      </w:r>
      <w:r w:rsidRPr="00932041">
        <w:rPr>
          <w:cs/>
          <w:lang w:bidi="bn-IN"/>
        </w:rPr>
        <w:t xml:space="preserve">.) </w:t>
      </w:r>
      <w:r w:rsidRPr="00932041">
        <w:rPr>
          <w:rFonts w:hint="cs"/>
          <w:cs/>
          <w:lang w:bidi="bn-IN"/>
        </w:rPr>
        <w:t>বলেছেন</w:t>
      </w:r>
      <w:r w:rsidRPr="00932041">
        <w:rPr>
          <w:cs/>
          <w:lang w:bidi="bn-IN"/>
        </w:rPr>
        <w:t xml:space="preserve"> : </w:t>
      </w:r>
      <w:r w:rsidRPr="00932041">
        <w:rPr>
          <w:rFonts w:hint="cs"/>
          <w:cs/>
          <w:lang w:bidi="bn-IN"/>
        </w:rPr>
        <w:t>সামনের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আসার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অর্থ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সামনে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আখেরাত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দৃষ্টিতে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সামান্য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হালকা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হিসেবে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তুলে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ধরা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আখেরাতকে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মূল্যহীন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অতি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সাধারণ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মনে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কারণেই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গোনাহ্তে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লিপ্ত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পিছন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নিকট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আসার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অর্থ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সম্পদ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পুঞ্জীভূত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সন্তান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উত্তরসূরীদের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উছিলা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অন্যের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অধিকার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দেয়ার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জন্য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আহ্বান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জানাবে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ডান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নিকট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আসার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অর্থ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নৈতিক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আধ্যাত্মিক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বিষয়ে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মধ্যে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সন্দেহের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সৃষ্টি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lastRenderedPageBreak/>
        <w:t>করবে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আসার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অর্থ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t xml:space="preserve">, </w:t>
      </w:r>
      <w:r w:rsidRPr="00932041">
        <w:rPr>
          <w:rFonts w:hint="cs"/>
          <w:cs/>
          <w:lang w:bidi="bn-IN"/>
        </w:rPr>
        <w:t>দুনিয়াবী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আকাঙ্ক্ষা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কামভাবকে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সামনে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আকর্ষণীয়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ফুটিয়ে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তুলবে</w:t>
      </w:r>
      <w:r w:rsidRPr="00932041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৮৩</w:t>
      </w:r>
      <w:r w:rsidR="00FE4106" w:rsidRPr="009C15B9">
        <w:t xml:space="preserve"> </w:t>
      </w:r>
    </w:p>
    <w:p w:rsidR="00FE4106" w:rsidRPr="005A2C80" w:rsidRDefault="00932041" w:rsidP="00FE4106">
      <w:pPr>
        <w:pStyle w:val="libNormal"/>
      </w:pPr>
      <w:r w:rsidRPr="00932041">
        <w:rPr>
          <w:rFonts w:hint="cs"/>
          <w:cs/>
          <w:lang w:bidi="bn-IN"/>
        </w:rPr>
        <w:t>ঙ</w:t>
      </w:r>
      <w:r w:rsidRPr="00932041">
        <w:rPr>
          <w:cs/>
          <w:lang w:bidi="bn-IN"/>
        </w:rPr>
        <w:t xml:space="preserve">)- </w:t>
      </w:r>
      <w:r w:rsidRPr="00932041">
        <w:rPr>
          <w:rFonts w:hint="cs"/>
          <w:cs/>
          <w:lang w:bidi="bn-IN"/>
        </w:rPr>
        <w:t>উদ্ধত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সীমালংঘনকারী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মানুষ</w:t>
      </w:r>
      <w:r w:rsidRPr="00932041">
        <w:t xml:space="preserve">, </w:t>
      </w:r>
      <w:r w:rsidRPr="00932041">
        <w:rPr>
          <w:rFonts w:hint="cs"/>
          <w:cs/>
          <w:lang w:bidi="bn-IN"/>
        </w:rPr>
        <w:t>ক্ষতিকারক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প্রাণী</w:t>
      </w:r>
      <w:r w:rsidRPr="00932041">
        <w:t xml:space="preserve">, </w:t>
      </w:r>
      <w:r w:rsidRPr="00932041">
        <w:rPr>
          <w:rFonts w:hint="cs"/>
          <w:cs/>
          <w:lang w:bidi="bn-IN"/>
        </w:rPr>
        <w:t>বিভেদ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সৃষ্টিকারী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সত্তা</w:t>
      </w:r>
      <w:r w:rsidRPr="00932041">
        <w:t xml:space="preserve">, </w:t>
      </w:r>
      <w:r w:rsidRPr="00932041">
        <w:rPr>
          <w:rFonts w:hint="cs"/>
          <w:cs/>
          <w:lang w:bidi="bn-IN"/>
        </w:rPr>
        <w:t>জীবাণু</w:t>
      </w:r>
      <w:r w:rsidRPr="00932041">
        <w:t xml:space="preserve">, </w:t>
      </w:r>
      <w:r w:rsidRPr="00932041">
        <w:rPr>
          <w:rFonts w:hint="cs"/>
          <w:cs/>
          <w:lang w:bidi="bn-IN"/>
        </w:rPr>
        <w:t>পাপাচারী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নারী</w:t>
      </w:r>
      <w:r w:rsidRPr="00932041">
        <w:t xml:space="preserve">, </w:t>
      </w:r>
      <w:r w:rsidRPr="00932041">
        <w:rPr>
          <w:rFonts w:hint="cs"/>
          <w:cs/>
          <w:lang w:bidi="bn-IN"/>
        </w:rPr>
        <w:t>মুনাফিক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মিথ্যাবাদী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ইত্যাদি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বিভিন্ন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অর্থে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শব্দটি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ব্যবহৃত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মহানবী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সা</w:t>
      </w:r>
      <w:r w:rsidRPr="00932041">
        <w:rPr>
          <w:cs/>
          <w:lang w:bidi="bn-IN"/>
        </w:rPr>
        <w:t xml:space="preserve">.) 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তাঁর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আহলে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বাইতের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নিষ্পাপ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ইমামদের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থেকে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এরূপ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অর্থে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প্রচুর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হাদীস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বর্ণিত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হয়েছে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যেমন</w:t>
      </w:r>
      <w:r w:rsidRPr="00932041">
        <w:t>,</w:t>
      </w:r>
      <w:r w:rsidR="00FE4106" w:rsidRPr="005A2C80">
        <w:t xml:space="preserve"> </w:t>
      </w:r>
    </w:p>
    <w:p w:rsidR="00FE4106" w:rsidRPr="005A2C80" w:rsidRDefault="00932041" w:rsidP="00FE4106">
      <w:pPr>
        <w:pStyle w:val="libNormal"/>
      </w:pPr>
      <w:r w:rsidRPr="00932041">
        <w:rPr>
          <w:rFonts w:hint="cs"/>
          <w:cs/>
          <w:lang w:bidi="bn-IN"/>
        </w:rPr>
        <w:t>রাসূল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সা</w:t>
      </w:r>
      <w:r w:rsidRPr="00932041">
        <w:rPr>
          <w:cs/>
          <w:lang w:bidi="bn-IN"/>
        </w:rPr>
        <w:t xml:space="preserve">.) </w:t>
      </w:r>
      <w:r w:rsidRPr="00932041">
        <w:rPr>
          <w:rFonts w:hint="cs"/>
          <w:cs/>
          <w:lang w:bidi="bn-IN"/>
        </w:rPr>
        <w:t>বলেছেন</w:t>
      </w:r>
      <w:r w:rsidRPr="00932041">
        <w:rPr>
          <w:cs/>
          <w:lang w:bidi="bn-IN"/>
        </w:rPr>
        <w:t xml:space="preserve"> :</w:t>
      </w:r>
      <w:r w:rsidR="00FE4106"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ﺗﻮﻭﺍ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ﻣﻨﺪﻳﻞ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ﺍﻟﻠﺤﻢ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ﺍﻟﺒﻴﺖ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ﻓﺎﻧﻪ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ﻣﺮﺑﺾ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ﺍﻟﺸﻴﻄﺎﻥ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মাংসের ব্যাগ বাড়িতে রেখোনা</w:t>
      </w:r>
      <w:r w:rsidRPr="005A2C80">
        <w:t xml:space="preserve">, </w:t>
      </w:r>
      <w:r w:rsidRPr="005A2C80">
        <w:rPr>
          <w:cs/>
          <w:lang w:bidi="bn-IN"/>
        </w:rPr>
        <w:t>কেননা তা হচ্ছে শয়তানের বসবাসের স্থান অর্থাৎ তাতে জীবাণু জন্মায়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৮৪</w:t>
      </w:r>
      <w:r w:rsidRPr="00C4151B">
        <w:rPr>
          <w:rStyle w:val="libNormalChar"/>
          <w:rtl/>
          <w:cs/>
        </w:rPr>
        <w:t xml:space="preserve"> </w:t>
      </w:r>
    </w:p>
    <w:p w:rsidR="00FE4106" w:rsidRPr="00623425" w:rsidRDefault="00932041" w:rsidP="00623425">
      <w:pPr>
        <w:pStyle w:val="libNormal"/>
      </w:pPr>
      <w:r w:rsidRPr="00932041">
        <w:rPr>
          <w:rFonts w:hint="cs"/>
          <w:cs/>
          <w:lang w:bidi="bn-IN"/>
        </w:rPr>
        <w:t>ইমাম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সাদিক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আ</w:t>
      </w:r>
      <w:r w:rsidRPr="00932041">
        <w:rPr>
          <w:cs/>
          <w:lang w:bidi="bn-IN"/>
        </w:rPr>
        <w:t xml:space="preserve">.) </w:t>
      </w:r>
      <w:r w:rsidRPr="00932041">
        <w:rPr>
          <w:rFonts w:hint="cs"/>
          <w:cs/>
          <w:lang w:bidi="bn-IN"/>
        </w:rPr>
        <w:t>বলেছেন</w:t>
      </w:r>
      <w:r w:rsidRPr="00932041">
        <w:rPr>
          <w:cs/>
          <w:lang w:bidi="bn-IN"/>
        </w:rPr>
        <w:t xml:space="preserve"> :</w:t>
      </w:r>
      <w:r w:rsidR="00FE4106" w:rsidRPr="00623425">
        <w:t xml:space="preserve"> </w:t>
      </w:r>
    </w:p>
    <w:p w:rsidR="00FE4106" w:rsidRPr="005A2C80" w:rsidRDefault="00FE4106" w:rsidP="00CC77CA">
      <w:pPr>
        <w:pStyle w:val="libAr"/>
      </w:pPr>
      <w:r w:rsidRPr="00623425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ﺗﺪﻋﻮﺍ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ﺁﻧﻴﺘﻜﻢ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ﺑﻐ</w:t>
      </w:r>
      <w:r w:rsidRPr="00CC77CA">
        <w:rPr>
          <w:rFonts w:hint="cs"/>
          <w:rtl/>
        </w:rPr>
        <w:t>ﲑ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ﻏﻄﺎﺀ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ﻓﺎﻥ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ﺍﻟﺸﻴﻄﺎﻥ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ﺍﺫﺍ</w:t>
      </w:r>
      <w:r w:rsidRPr="00C4151B">
        <w:rPr>
          <w:rtl/>
        </w:rPr>
        <w:t xml:space="preserve"> </w:t>
      </w:r>
      <w:r w:rsidRPr="00CC77CA">
        <w:rPr>
          <w:rFonts w:hint="cs"/>
          <w:rtl/>
        </w:rPr>
        <w:t>ﱂ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ﺗﻐﻂ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ﻟﻶﻧﻴﺔ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ﺑﺰﻕ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ﻭﺍﺧﺬ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ﻣﺎ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ﻓﻴﻬﺎ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ﺷﺎﺀ</w:t>
      </w:r>
      <w:r w:rsidRPr="005A2C80">
        <w:t xml:space="preserve"> </w:t>
      </w:r>
    </w:p>
    <w:p w:rsidR="00FE4106" w:rsidRPr="00623425" w:rsidRDefault="007F3E5D" w:rsidP="00623425">
      <w:pPr>
        <w:pStyle w:val="libNormal"/>
      </w:pPr>
      <w:r w:rsidRPr="007F3E5D">
        <w:rPr>
          <w:rFonts w:hint="cs"/>
          <w:cs/>
          <w:lang w:bidi="bn-IN"/>
        </w:rPr>
        <w:t>তোমাদের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পাত্রগুলোকে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খোলা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রেখো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t xml:space="preserve">,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ঢাক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মুখের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লালা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লাগিয়ে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দেয়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তাতে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রোগ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জীবাণু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জন্মায়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ব্যবহারও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) </w:t>
      </w:r>
      <w:r w:rsidR="00932041" w:rsidRPr="00932041">
        <w:rPr>
          <w:rFonts w:hint="cs"/>
          <w:cs/>
          <w:lang w:bidi="hi-IN"/>
        </w:rPr>
        <w:t>।</w:t>
      </w:r>
      <w:r w:rsidR="00932041" w:rsidRPr="00932041">
        <w:rPr>
          <w:rStyle w:val="libFootnotenumChar"/>
          <w:rFonts w:hint="cs"/>
          <w:cs/>
          <w:lang w:bidi="bn-IN"/>
        </w:rPr>
        <w:t>৮৫</w:t>
      </w:r>
      <w:r w:rsidR="00FE4106" w:rsidRPr="00623425">
        <w:t xml:space="preserve"> </w:t>
      </w:r>
    </w:p>
    <w:p w:rsidR="00FE4106" w:rsidRPr="00623425" w:rsidRDefault="007F3E5D" w:rsidP="00623425">
      <w:pPr>
        <w:pStyle w:val="libNormal"/>
      </w:pPr>
      <w:r w:rsidRPr="007F3E5D">
        <w:rPr>
          <w:rFonts w:hint="cs"/>
          <w:cs/>
          <w:lang w:bidi="bn-IN"/>
        </w:rPr>
        <w:t>ইমাম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বাকির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আ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</w:t>
      </w:r>
    </w:p>
    <w:p w:rsidR="00FE4106" w:rsidRPr="005A2C80" w:rsidRDefault="00FE4106" w:rsidP="00623425">
      <w:pPr>
        <w:pStyle w:val="libAr"/>
      </w:pPr>
      <w:r w:rsidRPr="00623425">
        <w:rPr>
          <w:rFonts w:hint="cs"/>
          <w:rtl/>
        </w:rPr>
        <w:t>ﺍ</w:t>
      </w:r>
      <w:r w:rsidRPr="00CC77CA">
        <w:rPr>
          <w:rFonts w:hint="cs"/>
          <w:rtl/>
        </w:rPr>
        <w:t>ﳕ</w:t>
      </w:r>
      <w:r w:rsidRPr="00623425">
        <w:rPr>
          <w:rFonts w:hint="cs"/>
          <w:rtl/>
        </w:rPr>
        <w:t>ﺎ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ﻗﺼﺼﺖ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ﺍﻻﻇﻔﺎﺭلأنها</w:t>
      </w:r>
      <w:r w:rsidRPr="00C4151B">
        <w:rPr>
          <w:rFonts w:hint="cs"/>
          <w:rtl/>
        </w:rPr>
        <w:t xml:space="preserve"> </w:t>
      </w:r>
      <w:r w:rsidRPr="00623425">
        <w:rPr>
          <w:rFonts w:hint="cs"/>
          <w:rtl/>
        </w:rPr>
        <w:t>ﻣﻘﻴﻞ</w:t>
      </w:r>
      <w:r w:rsidRPr="00C4151B">
        <w:rPr>
          <w:rtl/>
        </w:rPr>
        <w:t xml:space="preserve"> </w:t>
      </w:r>
      <w:r w:rsidRPr="00623425">
        <w:rPr>
          <w:rFonts w:hint="cs"/>
          <w:rtl/>
        </w:rPr>
        <w:t>ﺍﻟﺸﻴﻄﺎﻥ</w:t>
      </w:r>
      <w:r w:rsidRPr="005A2C80">
        <w:t xml:space="preserve"> </w:t>
      </w:r>
    </w:p>
    <w:p w:rsidR="00932041" w:rsidRDefault="00932041" w:rsidP="00623425">
      <w:pPr>
        <w:pStyle w:val="libNormal"/>
        <w:rPr>
          <w:lang w:bidi="bn-IN"/>
        </w:rPr>
      </w:pPr>
      <w:r w:rsidRPr="00932041">
        <w:rPr>
          <w:rFonts w:hint="cs"/>
          <w:cs/>
          <w:lang w:bidi="bn-IN"/>
        </w:rPr>
        <w:t>তোমাদের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আঙ্গুলের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নখগুলোকে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ছোট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রাখ</w:t>
      </w:r>
      <w:r w:rsidRPr="00932041">
        <w:t xml:space="preserve">; </w:t>
      </w:r>
      <w:r w:rsidRPr="00932041">
        <w:rPr>
          <w:rFonts w:hint="cs"/>
          <w:cs/>
          <w:lang w:bidi="bn-IN"/>
        </w:rPr>
        <w:t>কেননা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যদি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বড়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হচ্ছে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বসবাসের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ও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রোগ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জীবানুর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জন্মানোর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স্থান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rStyle w:val="libFootnotenumChar"/>
          <w:rFonts w:hint="cs"/>
          <w:cs/>
          <w:lang w:bidi="bn-IN"/>
        </w:rPr>
        <w:t>৮৬</w:t>
      </w:r>
      <w:r w:rsidRPr="00932041">
        <w:rPr>
          <w:cs/>
          <w:lang w:bidi="bn-IN"/>
        </w:rPr>
        <w:t xml:space="preserve"> </w:t>
      </w:r>
    </w:p>
    <w:p w:rsidR="00FE4106" w:rsidRPr="005A2C80" w:rsidRDefault="00FE4106" w:rsidP="00623425">
      <w:pPr>
        <w:pStyle w:val="libNormal"/>
        <w:rPr>
          <w:lang w:bidi="bn-IN"/>
        </w:rPr>
      </w:pPr>
      <w:r w:rsidRPr="00623425">
        <w:rPr>
          <w:cs/>
          <w:lang w:bidi="bn-IN"/>
        </w:rPr>
        <w:t xml:space="preserve">রাসূল </w:t>
      </w:r>
      <w:r w:rsidRPr="00623425">
        <w:rPr>
          <w:rtl/>
          <w:cs/>
        </w:rPr>
        <w:t>(</w:t>
      </w:r>
      <w:r w:rsidRPr="00623425">
        <w:rPr>
          <w:rtl/>
          <w:cs/>
          <w:lang w:bidi="bn-IN"/>
        </w:rPr>
        <w:t>সা</w:t>
      </w:r>
      <w:r w:rsidRPr="00623425">
        <w:rPr>
          <w:rtl/>
          <w:cs/>
        </w:rPr>
        <w:t xml:space="preserve">.) </w:t>
      </w:r>
      <w:r w:rsidRPr="00623425">
        <w:rPr>
          <w:rtl/>
          <w:cs/>
          <w:lang w:bidi="bn-IN"/>
        </w:rPr>
        <w:t>বলেছেন</w:t>
      </w:r>
      <w:r w:rsidRPr="005A2C80">
        <w:rPr>
          <w:cs/>
          <w:lang w:bidi="bn-IN"/>
        </w:rPr>
        <w:t xml:space="preserve"> :</w:t>
      </w:r>
    </w:p>
    <w:p w:rsidR="00FE4106" w:rsidRPr="00CC77CA" w:rsidRDefault="00FE4106" w:rsidP="00CC77CA">
      <w:pPr>
        <w:pStyle w:val="libAr"/>
      </w:pPr>
      <w:r w:rsidRPr="00CC77CA">
        <w:rPr>
          <w:rFonts w:hint="cs"/>
          <w:rtl/>
        </w:rPr>
        <w:t>ﻻ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ﺗﺒﻴﺘﻮﺍ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ﺍﻟﻘﻤﺎﻣﺔ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ﰱ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ﺑﻴﻮﺗﻜﻢ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ﻓﺎﺧﺮﺟﻮﻫﺎ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نهاراﹰ</w:t>
      </w:r>
      <w:r w:rsidRPr="00CC77CA">
        <w:t xml:space="preserve"> </w:t>
      </w:r>
      <w:r w:rsidRPr="00CC77CA">
        <w:rPr>
          <w:rFonts w:hint="cs"/>
          <w:rtl/>
        </w:rPr>
        <w:t>ﻣﻘﻌﺪ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ﺍﻟﺸﻴﻄﺎﻥ</w:t>
      </w:r>
      <w:r w:rsidRPr="00CC77CA">
        <w:t xml:space="preserve"> </w:t>
      </w:r>
    </w:p>
    <w:p w:rsidR="00FE4106" w:rsidRPr="00C4151B" w:rsidRDefault="00932041" w:rsidP="003A255A">
      <w:pPr>
        <w:pStyle w:val="libNormal"/>
        <w:rPr>
          <w:rStyle w:val="libNormalChar"/>
          <w:rtl/>
        </w:rPr>
      </w:pPr>
      <w:r w:rsidRPr="00932041">
        <w:rPr>
          <w:rFonts w:hint="cs"/>
          <w:cs/>
          <w:lang w:bidi="bn-IN"/>
        </w:rPr>
        <w:t>রাতে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আবর্জনা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তোমাদের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ঘরে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রেখোনা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দিনেই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বাইরে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ফেলে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দিবে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hi-IN"/>
        </w:rPr>
        <w:t>।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কেননা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তা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বসার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রোগজীবাণু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জন্মানোর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স্থান</w:t>
      </w:r>
      <w:r w:rsidRPr="00932041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৮৭</w:t>
      </w:r>
      <w:r w:rsidR="00FE4106" w:rsidRPr="00C4151B">
        <w:rPr>
          <w:rStyle w:val="libNormalChar"/>
          <w:rtl/>
          <w:cs/>
        </w:rPr>
        <w:t xml:space="preserve"> </w:t>
      </w:r>
    </w:p>
    <w:p w:rsidR="00FE4106" w:rsidRPr="005A2C80" w:rsidRDefault="00932041" w:rsidP="00FE4106">
      <w:pPr>
        <w:pStyle w:val="libNormal"/>
      </w:pPr>
      <w:r w:rsidRPr="00932041">
        <w:rPr>
          <w:rFonts w:hint="cs"/>
          <w:cs/>
          <w:lang w:bidi="bn-IN"/>
        </w:rPr>
        <w:t>রাসূল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সা</w:t>
      </w:r>
      <w:r w:rsidRPr="00932041">
        <w:rPr>
          <w:cs/>
          <w:lang w:bidi="bn-IN"/>
        </w:rPr>
        <w:t xml:space="preserve">.) </w:t>
      </w:r>
      <w:r w:rsidRPr="00932041">
        <w:rPr>
          <w:rFonts w:hint="cs"/>
          <w:cs/>
          <w:lang w:bidi="bn-IN"/>
        </w:rPr>
        <w:t>বলেছেন</w:t>
      </w:r>
      <w:r w:rsidRPr="00932041">
        <w:rPr>
          <w:cs/>
          <w:lang w:bidi="bn-IN"/>
        </w:rPr>
        <w:t xml:space="preserve"> :</w:t>
      </w:r>
      <w:r w:rsidR="00FE4106" w:rsidRPr="005A2C80">
        <w:t xml:space="preserve"> </w:t>
      </w:r>
    </w:p>
    <w:p w:rsidR="00FE4106" w:rsidRPr="00CC77CA" w:rsidRDefault="00FE4106" w:rsidP="00CC77CA">
      <w:pPr>
        <w:pStyle w:val="libAr"/>
      </w:pPr>
      <w:r w:rsidRPr="00CC77CA">
        <w:rPr>
          <w:rFonts w:hint="cs"/>
          <w:rtl/>
        </w:rPr>
        <w:lastRenderedPageBreak/>
        <w:t>ﻻ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ﻳﻄﻮﻟﻨﺎ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ﺍﺣﺪﻛﻢ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ﺷﺎﺭﺑﻪ،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ﻓﺎﻥ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ﺍﻟﺸﻴﻄﺎﻥ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ﻳﺘﺨﺬﻩ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ﳐﺒﺌﺎ</w:t>
      </w:r>
      <w:r w:rsidRPr="00CC77CA">
        <w:rPr>
          <w:rtl/>
        </w:rPr>
        <w:t xml:space="preserve"> </w:t>
      </w:r>
      <w:r w:rsidRPr="00CC77CA">
        <w:rPr>
          <w:rFonts w:hint="cs"/>
          <w:rtl/>
        </w:rPr>
        <w:t>ﻳﺴﺘﺘﺮﺑﻪ</w:t>
      </w:r>
      <w:r w:rsidRPr="00CC77CA">
        <w:t xml:space="preserve"> </w:t>
      </w:r>
    </w:p>
    <w:p w:rsidR="00FE4106" w:rsidRPr="00C4151B" w:rsidRDefault="00932041" w:rsidP="00C4151B">
      <w:pPr>
        <w:pStyle w:val="libNormal"/>
        <w:rPr>
          <w:rStyle w:val="libNormalChar"/>
        </w:rPr>
      </w:pPr>
      <w:r w:rsidRPr="00932041">
        <w:rPr>
          <w:rFonts w:hint="cs"/>
          <w:cs/>
          <w:lang w:bidi="bn-IN"/>
        </w:rPr>
        <w:t>তোমাদের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গোঁফ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বড়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করোনা</w:t>
      </w:r>
      <w:r w:rsidRPr="00932041">
        <w:t xml:space="preserve">, </w:t>
      </w:r>
      <w:r w:rsidRPr="00932041">
        <w:rPr>
          <w:rFonts w:hint="cs"/>
          <w:cs/>
          <w:lang w:bidi="bn-IN"/>
        </w:rPr>
        <w:t>কেননা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সেখানে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শয়তান</w:t>
      </w:r>
      <w:r w:rsidRPr="00932041">
        <w:rPr>
          <w:cs/>
          <w:lang w:bidi="bn-IN"/>
        </w:rPr>
        <w:t xml:space="preserve"> (</w:t>
      </w:r>
      <w:r w:rsidRPr="00932041">
        <w:rPr>
          <w:rFonts w:hint="cs"/>
          <w:cs/>
          <w:lang w:bidi="bn-IN"/>
        </w:rPr>
        <w:t>জীবাণু</w:t>
      </w:r>
      <w:r w:rsidRPr="00932041">
        <w:rPr>
          <w:cs/>
          <w:lang w:bidi="bn-IN"/>
        </w:rPr>
        <w:t xml:space="preserve">) </w:t>
      </w:r>
      <w:r w:rsidRPr="00932041">
        <w:rPr>
          <w:rFonts w:hint="cs"/>
          <w:cs/>
          <w:lang w:bidi="bn-IN"/>
        </w:rPr>
        <w:t>নিজের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বসবাসের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স্থান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করে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নেয়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এবং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সেখানে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লুকিয়ে</w:t>
      </w:r>
      <w:r w:rsidRPr="00932041">
        <w:rPr>
          <w:cs/>
          <w:lang w:bidi="bn-IN"/>
        </w:rPr>
        <w:t xml:space="preserve"> </w:t>
      </w:r>
      <w:r w:rsidRPr="00932041">
        <w:rPr>
          <w:rFonts w:hint="cs"/>
          <w:cs/>
          <w:lang w:bidi="bn-IN"/>
        </w:rPr>
        <w:t>থাকে</w:t>
      </w:r>
      <w:r w:rsidRPr="00932041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৮৮</w:t>
      </w:r>
      <w:r w:rsidR="00FE4106"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 বলেছেন :</w:t>
      </w:r>
    </w:p>
    <w:p w:rsidR="00FE4106" w:rsidRPr="005A2C80" w:rsidRDefault="00FE4106" w:rsidP="003A255A">
      <w:pPr>
        <w:pStyle w:val="libAr"/>
      </w:pPr>
      <w:r w:rsidRPr="00C4151B"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ﺍﻟﻄﻌﺎﻡ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ﺍﳊﺎﺭ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ﺟﺪﺍ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ﳏﻮﻕ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ﺍﻟﱪﻛﺔ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ﻟﻠﺸﻴﻄﺎﻥ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ﺷﺮﻛﺔ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গরম খাবার সত্যই বরকত নষ্ট করে দেয়</w:t>
      </w:r>
      <w:r w:rsidRPr="005A2C80">
        <w:t xml:space="preserve">, </w:t>
      </w:r>
      <w:r w:rsidRPr="005A2C80">
        <w:rPr>
          <w:cs/>
          <w:lang w:bidi="bn-IN"/>
        </w:rPr>
        <w:t>কেননা শয়তান তাতে অংশগ্রহণ করে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৮৯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ﻳﺒﻴﱳ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ﺍﺣﺪﻛﻢ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ﻭﻳﺪﻩ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ﻏﻤﺮﺓ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ﻓﻌﻞ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ﻓﺎﺻﺎﺑﻪﳌﻢ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ﺍﻟﺸﻴﻄﺎﻥ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ﻓﻼ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ﻳﻠﻮﻣﻦ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ﻧﻔﺴﻪ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তৈলাক্ত হাতে রাত্রি যাপন করো না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সেক্ষেত্রে যদি শয়তান তোমাদের কোন ক্ষতি করে তবে নিজেদের ব্যতীত অন্য কাউকে তিরস্কার করো না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৯০</w:t>
      </w:r>
      <w:r w:rsidRPr="00C4151B">
        <w:rPr>
          <w:rStyle w:val="libNormalChar"/>
        </w:rPr>
        <w:t xml:space="preserve"> </w:t>
      </w:r>
    </w:p>
    <w:p w:rsidR="00FE4106" w:rsidRPr="005A2C80" w:rsidRDefault="00143935" w:rsidP="00FE4106">
      <w:pPr>
        <w:pStyle w:val="libNormal"/>
        <w:rPr>
          <w:lang w:bidi="bn-IN"/>
        </w:rPr>
      </w:pPr>
      <w:r w:rsidRPr="00143935">
        <w:rPr>
          <w:rFonts w:hint="cs"/>
          <w:cs/>
          <w:lang w:bidi="bn-IN"/>
        </w:rPr>
        <w:t>ইমাম</w:t>
      </w:r>
      <w:r w:rsidRPr="00143935">
        <w:rPr>
          <w:cs/>
          <w:lang w:bidi="bn-IN"/>
        </w:rPr>
        <w:t xml:space="preserve"> </w:t>
      </w:r>
      <w:r w:rsidRPr="00143935">
        <w:rPr>
          <w:rFonts w:hint="cs"/>
          <w:cs/>
          <w:lang w:bidi="bn-IN"/>
        </w:rPr>
        <w:t>সাদিক</w:t>
      </w:r>
      <w:r w:rsidRPr="00143935">
        <w:rPr>
          <w:cs/>
          <w:lang w:bidi="bn-IN"/>
        </w:rPr>
        <w:t xml:space="preserve"> (</w:t>
      </w:r>
      <w:r w:rsidRPr="00143935">
        <w:rPr>
          <w:rFonts w:hint="cs"/>
          <w:cs/>
          <w:lang w:bidi="bn-IN"/>
        </w:rPr>
        <w:t>আ</w:t>
      </w:r>
      <w:r w:rsidRPr="00143935">
        <w:rPr>
          <w:cs/>
          <w:lang w:bidi="bn-IN"/>
        </w:rPr>
        <w:t xml:space="preserve">.) </w:t>
      </w:r>
      <w:r w:rsidRPr="00143935">
        <w:rPr>
          <w:rFonts w:hint="cs"/>
          <w:cs/>
          <w:lang w:bidi="bn-IN"/>
        </w:rPr>
        <w:t>বলেছেন</w:t>
      </w:r>
      <w:r w:rsidRPr="00143935">
        <w:rPr>
          <w:cs/>
          <w:lang w:bidi="bn-IN"/>
        </w:rPr>
        <w:t xml:space="preserve"> :</w:t>
      </w:r>
    </w:p>
    <w:p w:rsidR="00FE4106" w:rsidRPr="005A2C80" w:rsidRDefault="00FE4106" w:rsidP="003A255A">
      <w:pPr>
        <w:pStyle w:val="libAr"/>
      </w:pPr>
      <w:r w:rsidRPr="00C4151B">
        <w:rPr>
          <w:rtl/>
          <w:cs/>
        </w:rPr>
        <w:t xml:space="preserve"> </w:t>
      </w:r>
      <w:r w:rsidRPr="003A255A">
        <w:rPr>
          <w:rFonts w:hint="cs"/>
          <w:rtl/>
        </w:rPr>
        <w:t>ﺍﻟﻘﻬﻘﻬﺔ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ﺍﻟﺸﻴﻄﺎﻥ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অট্টহাসি হচ্ছে শয়তানের একটি বৈশিষ্ট্য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৯১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3A255A">
      <w:pPr>
        <w:pStyle w:val="libAr"/>
        <w:rPr>
          <w:rtl/>
          <w:lang w:bidi="fa-IR"/>
        </w:rPr>
      </w:pPr>
      <w:r w:rsidRPr="003A255A">
        <w:rPr>
          <w:rFonts w:hint="cs"/>
          <w:rtl/>
        </w:rPr>
        <w:t>ﻋﻦ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ﺍﰉ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ﻋﺒﺪ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Fonts w:hint="cs"/>
          <w:rtl/>
        </w:rPr>
        <w:t xml:space="preserve"> </w:t>
      </w:r>
      <w:r w:rsidRPr="00C4151B">
        <w:rPr>
          <w:rtl/>
        </w:rPr>
        <w:t>(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ﺍﻟﺴﻼﻡ</w:t>
      </w:r>
      <w:r w:rsidRPr="00C4151B">
        <w:rPr>
          <w:rtl/>
        </w:rPr>
        <w:t xml:space="preserve">) : </w:t>
      </w:r>
      <w:r w:rsidRPr="003A255A">
        <w:rPr>
          <w:rFonts w:hint="cs"/>
          <w:rtl/>
        </w:rPr>
        <w:t>ﺍﻟﻨﻈﺮ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ﺳﻬﻢ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ﺳﻬﺎﻡ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ﺍﺑﻠﻴﺲ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ﻣﺴﻤﻮﻡ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ﻛﻢ</w:t>
      </w:r>
      <w:r w:rsidRPr="00C4151B">
        <w:t>.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ﻧﻈﺮﺓ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ﺍﻭﺭﺛﺖ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ﺣﺴﺮﺓ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ﻃﻮﻳﻠﺔ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ইমাম সাদিক (আ.) বলেছেন : দৃষ্টি হচ্ছে শয়তানের নিক্ষিপ্ত তীরসমূহের মধ্যে একটি বিষাক্ত তীর এবং এমন অনেক দৃষ্টি রয়েছে যার পরিণতি হলো দীর্ঘ</w:t>
      </w:r>
      <w:r w:rsidRPr="005A2C80">
        <w:t xml:space="preserve"> </w:t>
      </w:r>
      <w:r w:rsidRPr="005A2C80">
        <w:rPr>
          <w:cs/>
          <w:lang w:bidi="bn-IN"/>
        </w:rPr>
        <w:t>পরিতাপ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৯২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ﺍﻟﻨﻈﺮ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ﺍﱃ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ﳏﺎﺳﻦ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ﺳﻬﻢ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ﺳﻬﺎﻡ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ﺍﺑﻠﻴﺲ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ﻓﻤﻦ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ﺗﺮﻛﻪ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ﺍﺫﺍﻗﻪ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ﻃﻌﻢ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ﻋﺒﺎﺩﺓ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ﺗﺴﺮﻩ</w:t>
      </w:r>
      <w:r w:rsidRPr="005A2C80">
        <w:t xml:space="preserve"> </w:t>
      </w:r>
    </w:p>
    <w:p w:rsidR="00FE4106" w:rsidRPr="00C4151B" w:rsidRDefault="007F3E5D" w:rsidP="00C4151B">
      <w:pPr>
        <w:pStyle w:val="libNormal"/>
        <w:rPr>
          <w:rStyle w:val="libNormalChar"/>
        </w:rPr>
      </w:pP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মাহরাম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মহিলা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পুরুষের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বিবাহ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) </w:t>
      </w:r>
      <w:r w:rsidRPr="007F3E5D">
        <w:rPr>
          <w:rFonts w:hint="cs"/>
          <w:cs/>
          <w:lang w:bidi="bn-IN"/>
        </w:rPr>
        <w:t>মহিলার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চুলের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তাকানোটা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এমন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দৃষ্টি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কাছ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আসা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বিষাক্ত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তীরের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দেখবে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পক্ষ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ইবাদতে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আধ্যাত্মিক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স্বাদ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আনন্দিত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করবে</w:t>
      </w:r>
      <w:r w:rsidRPr="007F3E5D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৯৩</w:t>
      </w:r>
      <w:r w:rsidR="00FE4106"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হযরত আলী (আ.) বলেছেন :</w:t>
      </w:r>
    </w:p>
    <w:p w:rsidR="00FE4106" w:rsidRPr="005A2C80" w:rsidRDefault="00FE4106" w:rsidP="003A255A">
      <w:pPr>
        <w:pStyle w:val="libAr"/>
      </w:pPr>
      <w:r w:rsidRPr="00C4151B">
        <w:t xml:space="preserve"> </w:t>
      </w:r>
      <w:r w:rsidRPr="003A255A">
        <w:rPr>
          <w:rFonts w:hint="cs"/>
          <w:rtl/>
        </w:rPr>
        <w:t>ﺍﳌﻜﻮﺭ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ﺷﻴﻄﺎﻥ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ﺻﻮﺭﺓ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ﺍﻧﺴﺎﻥ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যে বেশী চালাকী করে</w:t>
      </w:r>
      <w:r w:rsidRPr="005A2C80">
        <w:t xml:space="preserve">, </w:t>
      </w:r>
      <w:r w:rsidRPr="005A2C80">
        <w:rPr>
          <w:cs/>
          <w:lang w:bidi="bn-IN"/>
        </w:rPr>
        <w:t>সে হচ্ছে মানুষরূপী শয়তান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৯৪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lastRenderedPageBreak/>
        <w:t>ইমাম সাদিক (আ.) বলেছেন :</w:t>
      </w:r>
    </w:p>
    <w:p w:rsidR="00FE4106" w:rsidRPr="00623425" w:rsidRDefault="00FE4106" w:rsidP="00623425">
      <w:pPr>
        <w:pStyle w:val="libAie"/>
      </w:pPr>
      <w:r w:rsidRPr="00623425">
        <w:t xml:space="preserve"> </w:t>
      </w:r>
      <w:r w:rsidRPr="00623425">
        <w:rPr>
          <w:rFonts w:hint="cs"/>
          <w:rtl/>
        </w:rPr>
        <w:t>ﻟﻴﺲ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ﻻﺑﻠﻴﺲ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ﺟﻨﺪ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ﺍﺷﺪ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ﻣﻦ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ﺍﻟﻨﺴﺎﺀ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ﻭ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ﺍﻟﻐﻀﺐ</w:t>
      </w:r>
      <w:r w:rsidRPr="00623425">
        <w:t xml:space="preserve"> </w:t>
      </w:r>
    </w:p>
    <w:p w:rsidR="00FE4106" w:rsidRPr="009C15B9" w:rsidRDefault="00FE4106" w:rsidP="009C15B9">
      <w:pPr>
        <w:pStyle w:val="libNormal"/>
      </w:pPr>
      <w:r w:rsidRPr="007317F3">
        <w:rPr>
          <w:rStyle w:val="libAlaemChar"/>
        </w:rPr>
        <w:t>‘</w:t>
      </w:r>
      <w:r w:rsidRPr="009C15B9">
        <w:rPr>
          <w:rFonts w:hint="cs"/>
          <w:cs/>
          <w:lang w:bidi="bn-IN"/>
        </w:rPr>
        <w:t>নারী</w:t>
      </w:r>
      <w:r w:rsidRPr="007317F3">
        <w:rPr>
          <w:rStyle w:val="libAlaemChar"/>
        </w:rPr>
        <w:t>’</w:t>
      </w:r>
      <w:r w:rsidRPr="009C15B9">
        <w:t xml:space="preserve"> </w:t>
      </w:r>
      <w:r w:rsidRPr="009C15B9">
        <w:rPr>
          <w:cs/>
          <w:lang w:bidi="bn-IN"/>
        </w:rPr>
        <w:t xml:space="preserve">ও </w:t>
      </w:r>
      <w:r w:rsidRPr="00C4151B">
        <w:rPr>
          <w:rStyle w:val="libAlaemChar"/>
        </w:rPr>
        <w:t>‘</w:t>
      </w:r>
      <w:r w:rsidRPr="009C15B9">
        <w:rPr>
          <w:rFonts w:hint="cs"/>
          <w:cs/>
          <w:lang w:bidi="bn-IN"/>
        </w:rPr>
        <w:t>ক্রোধ</w:t>
      </w:r>
      <w:r w:rsidRPr="007317F3">
        <w:rPr>
          <w:rStyle w:val="libAlaemChar"/>
        </w:rPr>
        <w:t>’</w:t>
      </w:r>
      <w:r w:rsidRPr="009C15B9">
        <w:t xml:space="preserve"> </w:t>
      </w:r>
      <w:r w:rsidRPr="009C15B9">
        <w:rPr>
          <w:cs/>
          <w:lang w:bidi="bn-IN"/>
        </w:rPr>
        <w:t xml:space="preserve">এই দুটির মত উত্তম সৈনিক শয়তানের আর নেই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৯৫</w:t>
      </w:r>
      <w:r w:rsidRPr="009C15B9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 বলেছেন :</w:t>
      </w:r>
    </w:p>
    <w:p w:rsidR="00FE4106" w:rsidRPr="005A2C80" w:rsidRDefault="00FE4106" w:rsidP="003A255A">
      <w:pPr>
        <w:pStyle w:val="libAr"/>
      </w:pPr>
      <w:r w:rsidRPr="00C4151B">
        <w:t xml:space="preserve"> </w:t>
      </w:r>
      <w:r w:rsidRPr="003A255A">
        <w:rPr>
          <w:rFonts w:hint="cs"/>
          <w:rtl/>
        </w:rPr>
        <w:t>ﺍﻭﺛﻖ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ﺳﻼﺡ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ﺍﺑﻠﻴﺲ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শয়তানের উত্তম অস্ত্র হচ্ছে নারী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৯৬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Pr="005A2C80" w:rsidRDefault="00FE4106" w:rsidP="007F3E5D">
      <w:pPr>
        <w:pStyle w:val="libBold1"/>
      </w:pPr>
      <w:r w:rsidRPr="005A2C80">
        <w:rPr>
          <w:cs/>
          <w:lang w:bidi="bn-IN"/>
        </w:rPr>
        <w:t>ফলাফল :</w:t>
      </w:r>
      <w:r w:rsidRPr="005A2C80"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উপরোল্লিখিত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আয়াতসমূহ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আহলে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বাইতের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নিষ্পাপ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ইমামগণের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আ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রেওয়ায়েত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সামনে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স্পষ্ট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নিম্নরূপ</w:t>
      </w:r>
      <w:r w:rsidRPr="007F3E5D">
        <w:rPr>
          <w:cs/>
          <w:lang w:bidi="bn-IN"/>
        </w:rPr>
        <w:t xml:space="preserve"> :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ক</w:t>
      </w:r>
      <w:r w:rsidRPr="007F3E5D">
        <w:rPr>
          <w:cs/>
          <w:lang w:bidi="bn-IN"/>
        </w:rPr>
        <w:t xml:space="preserve">)- </w:t>
      </w: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এমন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দেখা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কিন্তু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নমুনা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অনেক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কিছুর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মধ্যে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পাওয়া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t xml:space="preserve">, </w:t>
      </w:r>
      <w:r w:rsidRPr="007F3E5D">
        <w:rPr>
          <w:rFonts w:hint="cs"/>
          <w:cs/>
          <w:lang w:bidi="bn-IN"/>
        </w:rPr>
        <w:t>যেমন</w:t>
      </w:r>
      <w:r w:rsidRPr="007F3E5D">
        <w:t xml:space="preserve">, </w:t>
      </w:r>
      <w:r w:rsidRPr="007F3E5D">
        <w:rPr>
          <w:rFonts w:hint="cs"/>
          <w:cs/>
          <w:lang w:bidi="bn-IN"/>
        </w:rPr>
        <w:t>মিথ্যাবাদী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মতানৈক্য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সৃষ্টিকারী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</w:t>
      </w:r>
      <w:r w:rsidRPr="007F3E5D">
        <w:t xml:space="preserve">, </w:t>
      </w:r>
      <w:r w:rsidRPr="007F3E5D">
        <w:rPr>
          <w:rFonts w:hint="cs"/>
          <w:cs/>
          <w:lang w:bidi="bn-IN"/>
        </w:rPr>
        <w:t>নারী</w:t>
      </w:r>
      <w:r w:rsidRPr="007F3E5D">
        <w:t xml:space="preserve">, </w:t>
      </w:r>
      <w:r w:rsidRPr="007F3E5D">
        <w:rPr>
          <w:rFonts w:hint="cs"/>
          <w:cs/>
          <w:lang w:bidi="bn-IN"/>
        </w:rPr>
        <w:t>জীবাণু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ইত্যাদি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মূল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দুষ্ট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পথ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দূরে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সরিয়ে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সমস্যার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সৃষ্টি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সত্তাকেই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অথবা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বন্ধু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সহায়তাকারী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বিশেষণে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বিশেষায়িত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কারণেই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তাকওয়াহীন</w:t>
      </w:r>
      <w:r w:rsidRPr="007F3E5D">
        <w:t xml:space="preserve">, </w:t>
      </w:r>
      <w:r w:rsidRPr="007F3E5D">
        <w:rPr>
          <w:rFonts w:hint="cs"/>
          <w:cs/>
          <w:lang w:bidi="bn-IN"/>
        </w:rPr>
        <w:t>বেপর্দা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অথবা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সঠিকভাবে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আচার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আচরণের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মাধ্যমে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যেহেতু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পথ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দূরে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সরিয়ে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ফিতনা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ফ্যাসাদের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যেহেতু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উদ্দেশ্যও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বাইরে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কিছু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নয়</w:t>
      </w:r>
      <w:r w:rsidRPr="007F3E5D">
        <w:t xml:space="preserve">, </w:t>
      </w:r>
      <w:r w:rsidRPr="007F3E5D">
        <w:rPr>
          <w:rFonts w:hint="cs"/>
          <w:cs/>
          <w:lang w:bidi="bn-IN"/>
        </w:rPr>
        <w:t>সেহেতু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এমন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প্রকৃতির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নামক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ঐ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দুষ্ট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সত্তাকে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প্রকৃত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লক্ষ্যে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পৌঁছাতে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সহায়তা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FE4106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খ</w:t>
      </w:r>
      <w:r w:rsidRPr="007F3E5D">
        <w:rPr>
          <w:cs/>
          <w:lang w:bidi="bn-IN"/>
        </w:rPr>
        <w:t>)-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রেওয়ায়েত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আবর্জনা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রাখার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স্থান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সংরক্ষণ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পদ্ধতি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সম্পর্কে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আলোচনা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রেওয়ায়েত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চর্বি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জীবাণু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সংক্রান্ত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আলোচনা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স্পষ্ট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ইসলাম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পরিষ্কার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পরিচ্ছন্নতার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ব্যাপারে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গুরুত্ব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দিয়েছে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মুসলমানগণ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জীবনের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প্রতিটি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ক্ষেত্রে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ইসলামের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সঠিক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ব্যবহার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নিয়ম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কানুন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জানতো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lastRenderedPageBreak/>
        <w:t>বর্তমানে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দেশের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প্রতিটি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ঘরে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ঘরে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রাস্তা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ঘাটে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অলিতে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গলিতে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পরিষ্কার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পরিচ্ছন্নতার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অভাব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রয়েছে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থাকতো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আল্লাহ্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rFonts w:hint="eastAsia"/>
        </w:rPr>
        <w:t>’</w:t>
      </w:r>
      <w:r w:rsidRPr="007F3E5D">
        <w:rPr>
          <w:rFonts w:hint="cs"/>
          <w:cs/>
          <w:lang w:bidi="bn-IN"/>
        </w:rPr>
        <w:t>য়ালা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সবাইকে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নবী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মুহাম্মদ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মুস্তাফা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>.)-</w:t>
      </w:r>
      <w:r w:rsidRPr="007F3E5D">
        <w:rPr>
          <w:rFonts w:hint="cs"/>
          <w:cs/>
          <w:lang w:bidi="bn-IN"/>
        </w:rPr>
        <w:t>এর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দ্বীনের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বিধি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বিধান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সম্পর্কে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সঠিকভাবে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জানার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তৌফিক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করুন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</w:p>
    <w:p w:rsidR="007F3E5D" w:rsidRDefault="007F3E5D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7F3E5D" w:rsidRPr="007F3E5D" w:rsidRDefault="007F3E5D" w:rsidP="007F3E5D">
      <w:pPr>
        <w:pStyle w:val="Heading2"/>
      </w:pPr>
      <w:bookmarkStart w:id="34" w:name="_Toc439886110"/>
      <w:bookmarkStart w:id="35" w:name="_Toc440447870"/>
      <w:r w:rsidRPr="007F3E5D">
        <w:rPr>
          <w:rFonts w:hint="cs"/>
          <w:cs/>
          <w:lang w:bidi="bn-IN"/>
        </w:rPr>
        <w:lastRenderedPageBreak/>
        <w:t>২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অবস্থায়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সঠিকভাবে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আকর্ষণ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উদ্দেশ্যে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সুগন্ধি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মেখে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বাড়ীর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বাইরে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ন্যায়</w:t>
      </w:r>
      <w:r w:rsidRPr="007F3E5D">
        <w:rPr>
          <w:cs/>
          <w:lang w:bidi="bn-IN"/>
        </w:rPr>
        <w:t xml:space="preserve"> :</w:t>
      </w:r>
      <w:bookmarkEnd w:id="34"/>
      <w:bookmarkEnd w:id="35"/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আতর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সুগন্ধি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মেখে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বাড়ীর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বাইরে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একদল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লোকের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মধ্যে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আতরের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গন্ধ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পায়</w:t>
      </w:r>
      <w:r w:rsidRPr="007F3E5D">
        <w:t xml:space="preserve">;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শুধু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চোখগুলো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সেগুলোও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৯৭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>.)-</w:t>
      </w:r>
      <w:r w:rsidRPr="007F3E5D">
        <w:rPr>
          <w:rFonts w:hint="cs"/>
          <w:cs/>
          <w:lang w:bidi="bn-IN"/>
        </w:rPr>
        <w:t>এর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হাদীস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এটাই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প্রতীয়মান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নিজেকে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সুগন্ধিযুক্ত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অবস্থায়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বাড়ীর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বাইরে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পাপী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সুতরাং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বিষয়টি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শুধুমাত্র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অবৈধ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মিলনের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ক্ষেত্রেই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সীমাবদ্ধ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7F3E5D" w:rsidRDefault="007F3E5D" w:rsidP="007F3E5D">
      <w:pPr>
        <w:pStyle w:val="libNormal"/>
        <w:rPr>
          <w:lang w:bidi="bn-IN"/>
        </w:rPr>
      </w:pPr>
      <w:r w:rsidRPr="007F3E5D">
        <w:rPr>
          <w:rFonts w:hint="cs"/>
          <w:cs/>
          <w:lang w:bidi="bn-IN"/>
        </w:rPr>
        <w:t>এমন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অনেক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হাদীসে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দেখতে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পাওয়া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হাত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মাহরামকে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স্পর্শ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স্পর্শকারী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হাতটি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হাত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হিসেবে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গণ্য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চোখ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মাহরামের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কামভাবের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দৃষ্টিতে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তাকানো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দৃষ্টিকে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চোখের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গণ্য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নিজেকে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সুগন্ধিযুক্ত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কেউ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ঐ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গন্ধ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পেয়ে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উভয়ই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ব্যভিচারী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অবশ্য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লক্ষ্য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রাখতে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ব্যভিচারের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বিভিন্ন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পর্যায়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রয়েছে</w:t>
      </w:r>
      <w:r w:rsidRPr="007F3E5D">
        <w:rPr>
          <w:cs/>
          <w:lang w:bidi="bn-IN"/>
        </w:rPr>
        <w:t xml:space="preserve">)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7F3E5D" w:rsidRDefault="007F3E5D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7F3E5D" w:rsidRPr="007F3E5D" w:rsidRDefault="007F3E5D" w:rsidP="007F3E5D">
      <w:pPr>
        <w:pStyle w:val="Heading2"/>
      </w:pPr>
      <w:bookmarkStart w:id="36" w:name="_Toc439886111"/>
      <w:bookmarkStart w:id="37" w:name="_Toc440447871"/>
      <w:r w:rsidRPr="007F3E5D">
        <w:rPr>
          <w:rFonts w:hint="cs"/>
          <w:cs/>
          <w:lang w:bidi="bn-IN"/>
        </w:rPr>
        <w:lastRenderedPageBreak/>
        <w:t>৩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বে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সঠিকভাবে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জাহান্নামের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আগুনে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পতিত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লাঞ্ছিত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:</w:t>
      </w:r>
      <w:bookmarkEnd w:id="36"/>
      <w:bookmarkEnd w:id="37"/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 </w:t>
      </w:r>
    </w:p>
    <w:p w:rsidR="007F3E5D" w:rsidRPr="007F3E5D" w:rsidRDefault="007F3E5D" w:rsidP="007F3E5D">
      <w:pPr>
        <w:pStyle w:val="libAr"/>
      </w:pPr>
      <w:r w:rsidRPr="007F3E5D">
        <w:rPr>
          <w:rFonts w:hint="cs"/>
          <w:rtl/>
        </w:rPr>
        <w:t>ﺍﺫﺍ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ﺗﻄﻴﺒﺖ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ﺍﳌﺮﺃﺓ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ﻟﻐﲑ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ﺯﻭﺟﻬﺎ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ﻓﺄﳕﺎ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ﻫﻮ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ﻧﺎﺭ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ﻭ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ﺷﻨﺎﺭ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যখন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স্বামী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ব্যতীত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কারো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নিজেকে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সুগন্ধিযুক্ত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জাহান্নামের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আগুন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চরম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অপমান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৯৮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প্রকৃত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পক্ষে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জাহান্নাম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বেহেশত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আমলের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মাধ্যমেই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প্রস্তুত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আয়াতে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হয়েছে</w:t>
      </w:r>
      <w:r w:rsidRPr="007F3E5D">
        <w:rPr>
          <w:cs/>
          <w:lang w:bidi="bn-IN"/>
        </w:rPr>
        <w:t xml:space="preserve"> :</w:t>
      </w:r>
    </w:p>
    <w:p w:rsidR="007F3E5D" w:rsidRPr="007F3E5D" w:rsidRDefault="007F3E5D" w:rsidP="007F3E5D">
      <w:pPr>
        <w:pStyle w:val="libAr"/>
      </w:pPr>
      <w:r w:rsidRPr="007F3E5D">
        <w:rPr>
          <w:cs/>
          <w:lang w:bidi="bn-IN"/>
        </w:rPr>
        <w:t xml:space="preserve"> </w:t>
      </w:r>
      <w:r w:rsidRPr="007F3E5D">
        <w:rPr>
          <w:rFonts w:hint="cs"/>
          <w:rtl/>
        </w:rPr>
        <w:t>ﻭﻗﻮﺩﻫﺎ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ﺍﻟﻨﺎﺱ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জাহান্নামের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জ্বালানী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৯৯</w:t>
      </w:r>
      <w:r w:rsidRPr="007F3E5D">
        <w:rPr>
          <w:cs/>
          <w:lang w:bidi="bn-IN"/>
        </w:rPr>
        <w:t xml:space="preserve"> </w:t>
      </w:r>
    </w:p>
    <w:p w:rsidR="00FE4106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আমাদের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খারাপ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আমলসমূহই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জাহান্নামের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আগুনকে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প্রজ্জলিত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আচরণ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ভঙ্গীর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মাধ্যমে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rFonts w:hint="eastAsia"/>
        </w:rPr>
        <w:t>’</w:t>
      </w:r>
      <w:r w:rsidRPr="007F3E5D">
        <w:rPr>
          <w:rFonts w:hint="cs"/>
          <w:cs/>
          <w:lang w:bidi="bn-IN"/>
        </w:rPr>
        <w:t>য়ালাকে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রাগান্বিত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জাহান্নামের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আগুনের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শিখাকে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বেশী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প্রজ্বলিত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সাহায্য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="00FE4106" w:rsidRPr="007F3E5D">
        <w:rPr>
          <w:cs/>
          <w:lang w:bidi="hi-IN"/>
        </w:rPr>
        <w:t>।</w:t>
      </w:r>
      <w:r w:rsidR="00FE4106" w:rsidRPr="007F3E5D">
        <w:t xml:space="preserve"> </w:t>
      </w:r>
    </w:p>
    <w:p w:rsidR="007F3E5D" w:rsidRDefault="007F3E5D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7F3E5D" w:rsidRPr="007F3E5D" w:rsidRDefault="007F3E5D" w:rsidP="007F3E5D">
      <w:pPr>
        <w:pStyle w:val="Heading2"/>
        <w:rPr>
          <w:rFonts w:eastAsiaTheme="minorHAnsi"/>
        </w:rPr>
      </w:pPr>
      <w:bookmarkStart w:id="38" w:name="_Toc439886112"/>
      <w:bookmarkStart w:id="39" w:name="_Toc440447872"/>
      <w:r w:rsidRPr="007F3E5D">
        <w:rPr>
          <w:rFonts w:eastAsiaTheme="minorHAnsi" w:hint="cs"/>
          <w:cs/>
          <w:lang w:bidi="bn-IN"/>
        </w:rPr>
        <w:lastRenderedPageBreak/>
        <w:t>৪</w:t>
      </w:r>
      <w:r w:rsidRPr="007F3E5D">
        <w:rPr>
          <w:rFonts w:eastAsiaTheme="minorHAnsi"/>
          <w:cs/>
          <w:lang w:bidi="bn-IN"/>
        </w:rPr>
        <w:t xml:space="preserve">- </w:t>
      </w:r>
      <w:r w:rsidRPr="007F3E5D">
        <w:rPr>
          <w:rFonts w:eastAsiaTheme="minorHAnsi" w:hint="cs"/>
          <w:cs/>
          <w:lang w:bidi="bn-IN"/>
        </w:rPr>
        <w:t>বে</w:t>
      </w:r>
      <w:r w:rsidRPr="007F3E5D">
        <w:rPr>
          <w:rFonts w:eastAsiaTheme="minorHAnsi"/>
          <w:cs/>
          <w:lang w:bidi="bn-IN"/>
        </w:rPr>
        <w:t>-</w:t>
      </w:r>
      <w:r w:rsidRPr="007F3E5D">
        <w:rPr>
          <w:rFonts w:eastAsiaTheme="minorHAnsi" w:hint="cs"/>
          <w:cs/>
          <w:lang w:bidi="bn-IN"/>
        </w:rPr>
        <w:t>পর্দা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ও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সঠিকভাবে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পর্দা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না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করা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নারীর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থেকে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অবশ্যই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আল্লাহর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আশ্রয়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চাওয়া</w:t>
      </w:r>
      <w:r w:rsidRPr="007F3E5D">
        <w:rPr>
          <w:rFonts w:eastAsiaTheme="minorHAnsi"/>
          <w:cs/>
          <w:lang w:bidi="bn-IN"/>
        </w:rPr>
        <w:t xml:space="preserve"> </w:t>
      </w:r>
      <w:r w:rsidRPr="007F3E5D">
        <w:rPr>
          <w:rFonts w:eastAsiaTheme="minorHAnsi" w:hint="cs"/>
          <w:cs/>
          <w:lang w:bidi="bn-IN"/>
        </w:rPr>
        <w:t>উচিৎ</w:t>
      </w:r>
      <w:r w:rsidRPr="007F3E5D">
        <w:rPr>
          <w:rFonts w:eastAsiaTheme="minorHAnsi"/>
          <w:cs/>
          <w:lang w:bidi="bn-IN"/>
        </w:rPr>
        <w:t xml:space="preserve"> :</w:t>
      </w:r>
      <w:bookmarkEnd w:id="38"/>
      <w:bookmarkEnd w:id="39"/>
      <w:r w:rsidRPr="007F3E5D">
        <w:rPr>
          <w:rFonts w:eastAsiaTheme="minorHAnsi"/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ফ্যাসাদ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সৃষ্টি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গোমরাহীর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কারণ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দূরে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এতটাই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গুরুত্বের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ব্যাপার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প্রয়োজনে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অবশ্যই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কেননা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ভালবাসা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ব্যতীত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শক্তিই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ফ্যাসাদ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গোমরাহীর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হাত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নাজাত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পারবে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কোরআনে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হয়েছে</w:t>
      </w:r>
      <w:r w:rsidRPr="007F3E5D">
        <w:rPr>
          <w:cs/>
          <w:lang w:bidi="bn-IN"/>
        </w:rPr>
        <w:t xml:space="preserve"> :</w:t>
      </w:r>
    </w:p>
    <w:p w:rsidR="007F3E5D" w:rsidRPr="007F3E5D" w:rsidRDefault="007F3E5D" w:rsidP="007F3E5D">
      <w:pPr>
        <w:pStyle w:val="libAr"/>
      </w:pPr>
      <w:r w:rsidRPr="007F3E5D">
        <w:rPr>
          <w:cs/>
          <w:lang w:bidi="bn-IN"/>
        </w:rPr>
        <w:t xml:space="preserve"> </w:t>
      </w:r>
      <w:r w:rsidRPr="007F3E5D">
        <w:rPr>
          <w:rFonts w:hint="cs"/>
          <w:rtl/>
        </w:rPr>
        <w:t>ﻭ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ﻣﻦ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ﺷﺮ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ﺍﻟﻨﻔﺎﺛﺎﺕ</w:t>
      </w:r>
      <w:r w:rsidRPr="007F3E5D">
        <w:rPr>
          <w:rtl/>
        </w:rPr>
        <w:t xml:space="preserve"> </w:t>
      </w:r>
      <w:r w:rsidRPr="00C6693F">
        <w:rPr>
          <w:rFonts w:hint="cs"/>
          <w:rtl/>
        </w:rPr>
        <w:t>ﰱ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ﺍﻟﻌﻘﺪ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cs/>
          <w:lang w:bidi="bn-IN"/>
        </w:rPr>
        <w:t>(</w:t>
      </w:r>
      <w:r w:rsidRPr="007F3E5D">
        <w:rPr>
          <w:rFonts w:hint="cs"/>
          <w:cs/>
          <w:lang w:bidi="bn-IN"/>
        </w:rPr>
        <w:t>হে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নবী</w:t>
      </w:r>
      <w:r w:rsidRPr="007F3E5D">
        <w:t xml:space="preserve">, </w:t>
      </w:r>
      <w:r w:rsidRPr="007F3E5D">
        <w:rPr>
          <w:rFonts w:hint="cs"/>
          <w:cs/>
          <w:lang w:bidi="bn-IN"/>
        </w:rPr>
        <w:t>বলুন</w:t>
      </w:r>
      <w:r w:rsidRPr="007F3E5D">
        <w:rPr>
          <w:cs/>
          <w:lang w:bidi="bn-IN"/>
        </w:rPr>
        <w:t xml:space="preserve">) </w:t>
      </w:r>
      <w:r w:rsidRPr="007F3E5D">
        <w:rPr>
          <w:rFonts w:hint="cs"/>
          <w:cs/>
          <w:lang w:bidi="bn-IN"/>
        </w:rPr>
        <w:t>গ্রন্থিতে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ফুৎকার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জাদুকারিণী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অনিষ্ট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আাশ্রয়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১০০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</w:t>
      </w:r>
    </w:p>
    <w:p w:rsidR="007F3E5D" w:rsidRPr="007F3E5D" w:rsidRDefault="007F3E5D" w:rsidP="007F3E5D">
      <w:pPr>
        <w:pStyle w:val="libAr"/>
      </w:pPr>
      <w:r w:rsidRPr="007F3E5D">
        <w:rPr>
          <w:cs/>
          <w:lang w:bidi="bn-IN"/>
        </w:rPr>
        <w:t xml:space="preserve"> </w:t>
      </w:r>
      <w:r w:rsidRPr="007F3E5D">
        <w:rPr>
          <w:rFonts w:hint="cs"/>
          <w:rtl/>
        </w:rPr>
        <w:t>ﺍﺳﺘﻌﻴﺬﻭﺍ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ﺑﺎﷲ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ﻣﻦ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ﺷﺮﺍﺭ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ﺍﻟﻨﺴﺎﺀ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ﻭ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ﻛﻮﻧﻮﺍ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ﻣﻦ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ﺧﻴﺎﺭﻫﻦ</w:t>
      </w:r>
      <w:r w:rsidRPr="007F3E5D">
        <w:rPr>
          <w:rtl/>
        </w:rPr>
        <w:t xml:space="preserve"> </w:t>
      </w:r>
      <w:r w:rsidRPr="00C6693F">
        <w:rPr>
          <w:rFonts w:hint="cs"/>
          <w:rtl/>
        </w:rPr>
        <w:t>ﰱ</w:t>
      </w:r>
      <w:r w:rsidRPr="007F3E5D">
        <w:rPr>
          <w:rtl/>
        </w:rPr>
        <w:t xml:space="preserve"> </w:t>
      </w:r>
      <w:r w:rsidRPr="007F3E5D">
        <w:rPr>
          <w:rFonts w:hint="cs"/>
          <w:rtl/>
        </w:rPr>
        <w:t>ﺣﺬﺭ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মন্দ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খপ্পর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গ্রহণ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মধ্যকার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ভালদের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দূরত্ব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বজায়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রাখ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১০১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মানুষ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যখন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কু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মন্ত্রনার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কারণে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ঐরূপ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খপ্পরে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পড়ে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তখন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মুক্তি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পাওয়ার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একটি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রাস্তা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খোলা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নিকট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নেয়া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সঠিকভাবে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পর্দা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যেহেতু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কু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মন্ত্রণাভুক্ত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দেখা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মাত্রই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অবশ্যই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নিকট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নেয়া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বাঞ্ছনীয়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FE4106" w:rsidRPr="005A2C80" w:rsidRDefault="007F3E5D" w:rsidP="007F3E5D">
      <w:pPr>
        <w:pStyle w:val="libNormal"/>
        <w:rPr>
          <w:lang w:bidi="bn-IN"/>
        </w:rPr>
      </w:pPr>
      <w:r w:rsidRPr="007F3E5D">
        <w:rPr>
          <w:rFonts w:hint="cs"/>
          <w:cs/>
          <w:lang w:bidi="bn-IN"/>
        </w:rPr>
        <w:t>বিষয়টি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এতই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গুরুত্বপূর্ণ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যখন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হযরত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ইউসূফ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আ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যুলেখার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আকাঙ্ক্ষার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মুখোমুখি</w:t>
      </w:r>
      <w:r w:rsidRPr="007F3E5D">
        <w:rPr>
          <w:cs/>
          <w:lang w:bidi="bn-IN"/>
        </w:rPr>
        <w:t xml:space="preserve"> </w:t>
      </w:r>
      <w:r w:rsidR="00FE4106" w:rsidRPr="005A2C80">
        <w:rPr>
          <w:cs/>
          <w:lang w:bidi="bn-IN"/>
        </w:rPr>
        <w:t>হলেন তখন বলেছিলেন :</w:t>
      </w:r>
    </w:p>
    <w:p w:rsidR="00FE4106" w:rsidRPr="00623425" w:rsidRDefault="007F3E5D" w:rsidP="00623425">
      <w:pPr>
        <w:pStyle w:val="libAie"/>
      </w:pPr>
      <w:r w:rsidRPr="007F3E5D">
        <w:rPr>
          <w:rStyle w:val="libAlaemChar"/>
        </w:rPr>
        <w:t>)</w:t>
      </w:r>
      <w:r w:rsidR="00FE4106" w:rsidRPr="00623425">
        <w:rPr>
          <w:rFonts w:hint="cs"/>
          <w:rtl/>
        </w:rPr>
        <w:t>قَالَ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رَ‌بِّ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السِّجْنُ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أَحَبُّ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إِلَيَّ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مِمَّا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يَدْعُونَنِي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إِلَيْهِ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تَصْرِ‌فْ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عَنِّي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كَيْدَهُنَّ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أَصْبُ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إِلَيْهِنَّ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وَأَكُن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مِّنَ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الْجَاهِلِينَ</w:t>
      </w:r>
      <w:r w:rsidRPr="007F3E5D">
        <w:rPr>
          <w:rStyle w:val="libAlaemChar"/>
        </w:rPr>
        <w:t>(</w:t>
      </w:r>
      <w:r w:rsidR="00FE4106" w:rsidRPr="00623425">
        <w:t xml:space="preserve"> </w:t>
      </w:r>
    </w:p>
    <w:p w:rsidR="00FE4106" w:rsidRPr="00C6693F" w:rsidRDefault="007F3E5D" w:rsidP="00C6693F">
      <w:pPr>
        <w:pStyle w:val="libNormal"/>
      </w:pPr>
      <w:r w:rsidRPr="007F3E5D">
        <w:rPr>
          <w:rFonts w:hint="cs"/>
          <w:cs/>
          <w:lang w:bidi="bn-IN"/>
        </w:rPr>
        <w:t>হে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</w:t>
      </w:r>
      <w:r w:rsidRPr="007F3E5D">
        <w:rPr>
          <w:cs/>
          <w:lang w:bidi="bn-IN"/>
        </w:rPr>
        <w:t xml:space="preserve">!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জেল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খানার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সমস্যা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কাজের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অনেক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উত্তম</w:t>
      </w:r>
      <w:r w:rsidRPr="007F3E5D">
        <w:t xml:space="preserve">, </w:t>
      </w:r>
      <w:r w:rsidRPr="007F3E5D">
        <w:rPr>
          <w:rFonts w:hint="cs"/>
          <w:cs/>
          <w:lang w:bidi="bn-IN"/>
        </w:rPr>
        <w:t>যা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নারিগণ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কামনা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তুমি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ষড়যন্ত্র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কু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মতলবকে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lastRenderedPageBreak/>
        <w:t>তোমার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দয়ায়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দূর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</w:t>
      </w:r>
      <w:r w:rsidRPr="007F3E5D">
        <w:t xml:space="preserve">,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খপ্পরে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পড়বো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অজ্ঞ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পাপীদের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দলভুক্ত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যাবো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১০২</w:t>
      </w:r>
    </w:p>
    <w:p w:rsidR="00FE4106" w:rsidRPr="005A2C80" w:rsidRDefault="00FE4106" w:rsidP="0065046F">
      <w:pPr>
        <w:pStyle w:val="libBold1"/>
        <w:rPr>
          <w:lang w:bidi="bn-IN"/>
        </w:rPr>
      </w:pPr>
    </w:p>
    <w:p w:rsidR="00FE4106" w:rsidRPr="005A2C80" w:rsidRDefault="00FE4106" w:rsidP="007F3E5D">
      <w:pPr>
        <w:pStyle w:val="libBold1"/>
      </w:pPr>
      <w:r w:rsidRPr="005A2C80">
        <w:rPr>
          <w:cs/>
          <w:lang w:bidi="bn-IN"/>
        </w:rPr>
        <w:t>ফলাফল :</w:t>
      </w:r>
      <w:r w:rsidRPr="005A2C80"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যেখানে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আল্লাহ্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rFonts w:hint="eastAsia"/>
        </w:rPr>
        <w:t>’</w:t>
      </w:r>
      <w:r w:rsidRPr="007F3E5D">
        <w:rPr>
          <w:rFonts w:hint="cs"/>
          <w:cs/>
          <w:lang w:bidi="bn-IN"/>
        </w:rPr>
        <w:t>য়ালা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>.)-</w:t>
      </w:r>
      <w:r w:rsidRPr="007F3E5D">
        <w:rPr>
          <w:rFonts w:hint="cs"/>
          <w:cs/>
          <w:lang w:bidi="bn-IN"/>
        </w:rPr>
        <w:t>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 </w:t>
      </w:r>
      <w:r w:rsidRPr="007F3E5D">
        <w:rPr>
          <w:rFonts w:hint="cs"/>
          <w:cs/>
          <w:lang w:bidi="bn-IN"/>
        </w:rPr>
        <w:t>হে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! </w:t>
      </w:r>
      <w:r w:rsidRPr="007F3E5D">
        <w:rPr>
          <w:rFonts w:hint="cs"/>
          <w:cs/>
          <w:lang w:bidi="bn-IN"/>
        </w:rPr>
        <w:t>বল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দুষ্ট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মন্দ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স্বভাবের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প্রতারণা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ষড়যন্ত্র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নিকট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হযরত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ইউসূফ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আ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তাঁর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মর্যাদা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সত্ত্বেও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বলেন</w:t>
      </w:r>
      <w:r w:rsidRPr="007F3E5D">
        <w:rPr>
          <w:cs/>
          <w:lang w:bidi="bn-IN"/>
        </w:rPr>
        <w:t xml:space="preserve"> : </w:t>
      </w:r>
      <w:r w:rsidRPr="007F3E5D">
        <w:rPr>
          <w:rFonts w:hint="cs"/>
          <w:cs/>
          <w:lang w:bidi="bn-IN"/>
        </w:rPr>
        <w:t>হে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</w:t>
      </w:r>
      <w:r w:rsidRPr="007F3E5D">
        <w:rPr>
          <w:cs/>
          <w:lang w:bidi="bn-IN"/>
        </w:rPr>
        <w:t xml:space="preserve">! </w:t>
      </w:r>
      <w:r w:rsidRPr="007F3E5D">
        <w:rPr>
          <w:rFonts w:hint="cs"/>
          <w:cs/>
          <w:lang w:bidi="bn-IN"/>
        </w:rPr>
        <w:t>আমি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যুলেখার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কু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মতলবের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মুখোমুখি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হওয়ার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জেলখানাকে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বেশী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পছন্দ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দুটি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বুঝতে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পারি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এ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ঘটনাগুলোকে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তুচ্ছ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ব্যাপার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পাশ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কাটিয়ে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যাওয়া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রাসূলে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আকরাম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বিশেষ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স্থান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মর্যাদায়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সমাসীন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তিনি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বিষয়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পরিপূর্ণভাবে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মুক্ত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যেহেতু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অন্যান্য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নবী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মহানবী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>.)-</w:t>
      </w:r>
      <w:r w:rsidRPr="007F3E5D">
        <w:rPr>
          <w:rFonts w:hint="cs"/>
          <w:cs/>
          <w:lang w:bidi="bn-IN"/>
        </w:rPr>
        <w:t>এর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উত্তরসূরী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নিষ্পাপ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ইমামগণ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আ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সম্পূর্ণভাবে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পবিত্র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সত্তাতেও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প্রবেশের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সুযোগ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কিন্তু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ঘটনাগুলোর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মাধ্যমে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চেয়েছেন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শিক্ষা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নফসের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কু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প্রবৃত্তির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প্রতি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কড়া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দৃষ্টি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রাখি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মুহূর্তের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জন্যেও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দৃষ্টি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সরিয়ে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ধরনের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বিষয়গুলো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ধ্বংস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দুনিয়া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আখিরাতে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জন্য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অপমান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অপদস্থের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কারণ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দাঁড়ায়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কেউ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কেউ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মহিলা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বোনের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অথবা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মায়ের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দিকে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ভাইয়ের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দৃষ্টিতে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তাকাই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উদ্দেশ্য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নেই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উক্তিগুলো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আমাদেরকে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শিখিয়ে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ব্যক্তি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মাহরাম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পারবে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বিশেষ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প্রয়োজনে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সীমিত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কয়েকটি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শব্দের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বেশী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জায়েয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</w:t>
      </w:r>
    </w:p>
    <w:p w:rsidR="007F3E5D" w:rsidRDefault="007F3E5D" w:rsidP="007F3E5D">
      <w:pPr>
        <w:pStyle w:val="libNormal"/>
        <w:rPr>
          <w:lang w:bidi="bn-IN"/>
        </w:rPr>
      </w:pPr>
      <w:r w:rsidRPr="007F3E5D">
        <w:rPr>
          <w:rFonts w:hint="cs"/>
          <w:cs/>
          <w:lang w:bidi="bn-IN"/>
        </w:rPr>
        <w:t>যখন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কোথাও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বসে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সেখান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উঠে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t xml:space="preserve">,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পুরুষ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সেখানে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ততক্ষণ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বসে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যতক্ষণ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ঐ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স্থানের</w:t>
      </w:r>
      <w:r w:rsidRPr="007F3E5D">
        <w:rPr>
          <w:cs/>
          <w:lang w:bidi="bn-IN"/>
        </w:rPr>
        <w:t xml:space="preserve">) </w:t>
      </w:r>
      <w:r w:rsidRPr="007F3E5D">
        <w:rPr>
          <w:rFonts w:hint="cs"/>
          <w:cs/>
          <w:lang w:bidi="bn-IN"/>
        </w:rPr>
        <w:t>গরমভাবটা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কেটে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rStyle w:val="libFootnotenumChar"/>
          <w:rFonts w:hint="cs"/>
          <w:cs/>
          <w:lang w:bidi="bn-IN"/>
        </w:rPr>
        <w:t>১০৩</w:t>
      </w:r>
      <w:r w:rsidRPr="007F3E5D">
        <w:rPr>
          <w:cs/>
          <w:lang w:bidi="bn-IN"/>
        </w:rPr>
        <w:t xml:space="preserve"> </w:t>
      </w:r>
    </w:p>
    <w:p w:rsidR="007F3E5D" w:rsidRDefault="007F3E5D" w:rsidP="009C15B9">
      <w:pPr>
        <w:pStyle w:val="libNormal"/>
        <w:rPr>
          <w:lang w:bidi="bn-IN"/>
        </w:rPr>
      </w:pPr>
      <w:r w:rsidRPr="007F3E5D">
        <w:rPr>
          <w:rFonts w:hint="cs"/>
          <w:cs/>
          <w:lang w:bidi="bn-IN"/>
        </w:rPr>
        <w:lastRenderedPageBreak/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সকল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নির্দেশাবলী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সতর্কতামূলক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শয়তানের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পক্ষ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ধরনের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কু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মন্ত্রণা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অসৎ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পরিচালিত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হওয়া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রক্ষা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পাওয়ার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উদ্দেশ্যে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মাকরুহ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ঘোষণা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দেয়া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এখন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প্রশ্ন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হচ্ছে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</w:t>
      </w:r>
      <w:r w:rsidRPr="009C15B9">
        <w:t>,</w:t>
      </w:r>
      <w:r w:rsidRPr="009C15B9">
        <w:rPr>
          <w:rtl/>
        </w:rPr>
        <w:t xml:space="preserve"> </w:t>
      </w:r>
      <w:r w:rsidRPr="00C4151B">
        <w:rPr>
          <w:rStyle w:val="libArChar"/>
          <w:rFonts w:hint="cs"/>
          <w:rtl/>
        </w:rPr>
        <w:t>ﻣﻦ</w:t>
      </w:r>
      <w:r w:rsidRPr="009C15B9">
        <w:rPr>
          <w:rtl/>
        </w:rPr>
        <w:t xml:space="preserve"> </w:t>
      </w:r>
      <w:r w:rsidRPr="00C4151B">
        <w:rPr>
          <w:rStyle w:val="libArChar"/>
          <w:rFonts w:hint="cs"/>
          <w:rtl/>
        </w:rPr>
        <w:t>ﺧﻴﺎﺭﻫﻦ</w:t>
      </w:r>
      <w:r w:rsidRPr="009C15B9">
        <w:rPr>
          <w:rtl/>
        </w:rPr>
        <w:t xml:space="preserve"> </w:t>
      </w:r>
      <w:r w:rsidRPr="00C4151B">
        <w:rPr>
          <w:rStyle w:val="libArChar"/>
          <w:rFonts w:hint="cs"/>
          <w:rtl/>
        </w:rPr>
        <w:t>ﰱ</w:t>
      </w:r>
      <w:r w:rsidRPr="009C15B9">
        <w:rPr>
          <w:rtl/>
        </w:rPr>
        <w:t xml:space="preserve"> </w:t>
      </w:r>
      <w:r w:rsidRPr="00C4151B">
        <w:rPr>
          <w:rStyle w:val="libArChar"/>
          <w:rFonts w:hint="cs"/>
          <w:rtl/>
        </w:rPr>
        <w:t>ﺣﺬﺭ</w:t>
      </w:r>
      <w:r w:rsidRPr="009C15B9">
        <w:t xml:space="preserve"> </w:t>
      </w:r>
      <w:r w:rsidRPr="00C4151B">
        <w:rPr>
          <w:rStyle w:val="libArChar"/>
          <w:rFonts w:hint="cs"/>
          <w:rtl/>
        </w:rPr>
        <w:t>ﻛﻮﻧﻮﺍ</w:t>
      </w:r>
      <w:r w:rsidRPr="009C15B9">
        <w:rPr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বলতে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বুঝানো</w:t>
      </w:r>
      <w:r w:rsidRPr="009C15B9">
        <w:t xml:space="preserve"> </w:t>
      </w:r>
      <w:r w:rsidRPr="009C15B9">
        <w:rPr>
          <w:cs/>
          <w:lang w:bidi="bn-IN"/>
        </w:rPr>
        <w:t xml:space="preserve">হয়েছে </w:t>
      </w:r>
      <w:r w:rsidRPr="009C15B9">
        <w:t xml:space="preserve">? </w:t>
      </w:r>
    </w:p>
    <w:p w:rsidR="007F3E5D" w:rsidRPr="007F3E5D" w:rsidRDefault="007F3E5D" w:rsidP="007F3E5D">
      <w:pPr>
        <w:pStyle w:val="libNormal"/>
      </w:pPr>
      <w:r w:rsidRPr="007F3E5D">
        <w:rPr>
          <w:rFonts w:hint="cs"/>
          <w:cs/>
          <w:lang w:bidi="bn-IN"/>
        </w:rPr>
        <w:t>প্রকৃতিগতভাবে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এমন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মুত্তাকি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তথাপিও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এরূপ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যে</w:t>
      </w:r>
      <w:r w:rsidRPr="007F3E5D">
        <w:t xml:space="preserve">,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মাহরাম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মহিলার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বিশেষ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যুবতী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মেয়ের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প্রভাবান্বিত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হয়ে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পড়ে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মানুষ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সতর্কতা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অবলম্বন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বিশেষ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প্রয়োজন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ব্যতিরেকে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>-</w:t>
      </w:r>
      <w:r w:rsidRPr="007F3E5D">
        <w:rPr>
          <w:rFonts w:hint="cs"/>
          <w:cs/>
          <w:lang w:bidi="bn-IN"/>
        </w:rPr>
        <w:t>মাহরাম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মহিলার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অতি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উত্তম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পছন্দনীয়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ব্যাপার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ব্যাপারে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রাসূল</w:t>
      </w:r>
      <w:r w:rsidRPr="007F3E5D">
        <w:rPr>
          <w:cs/>
          <w:lang w:bidi="bn-IN"/>
        </w:rPr>
        <w:t xml:space="preserve"> (</w:t>
      </w:r>
      <w:r w:rsidRPr="007F3E5D">
        <w:rPr>
          <w:rFonts w:hint="cs"/>
          <w:cs/>
          <w:lang w:bidi="bn-IN"/>
        </w:rPr>
        <w:t>সা</w:t>
      </w:r>
      <w:r w:rsidRPr="007F3E5D">
        <w:rPr>
          <w:cs/>
          <w:lang w:bidi="bn-IN"/>
        </w:rPr>
        <w:t xml:space="preserve">.) </w:t>
      </w:r>
      <w:r w:rsidRPr="007F3E5D">
        <w:rPr>
          <w:rFonts w:hint="cs"/>
          <w:cs/>
          <w:lang w:bidi="bn-IN"/>
        </w:rPr>
        <w:t>বলেছেন</w:t>
      </w:r>
      <w:r w:rsidRPr="007F3E5D">
        <w:rPr>
          <w:cs/>
          <w:lang w:bidi="bn-IN"/>
        </w:rPr>
        <w:t xml:space="preserve"> : </w:t>
      </w:r>
      <w:r w:rsidRPr="007F3E5D">
        <w:rPr>
          <w:rFonts w:hint="cs"/>
          <w:cs/>
          <w:lang w:bidi="bn-IN"/>
        </w:rPr>
        <w:t>ভাল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মহিলাদের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দূরে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থাকবে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আসা</w:t>
      </w:r>
      <w:r w:rsidRPr="007F3E5D">
        <w:rPr>
          <w:cs/>
          <w:lang w:bidi="bn-IN"/>
        </w:rPr>
        <w:t xml:space="preserve">- </w:t>
      </w:r>
      <w:r w:rsidRPr="007F3E5D">
        <w:rPr>
          <w:rFonts w:hint="cs"/>
          <w:cs/>
          <w:lang w:bidi="bn-IN"/>
        </w:rPr>
        <w:t>যাওয়ার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কারণে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অপ্রয়োজনেও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কোন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দোষের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কিছু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</w:p>
    <w:p w:rsidR="00FE4106" w:rsidRDefault="007F3E5D" w:rsidP="007F3E5D">
      <w:pPr>
        <w:pStyle w:val="libNormal"/>
        <w:rPr>
          <w:lang w:bidi="bn-IN"/>
        </w:rPr>
      </w:pPr>
      <w:r w:rsidRPr="007F3E5D">
        <w:rPr>
          <w:rFonts w:hint="cs"/>
          <w:cs/>
          <w:lang w:bidi="bn-IN"/>
        </w:rPr>
        <w:t>সুতরাং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নারীরা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হচ্ছে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দু</w:t>
      </w:r>
      <w:r w:rsidRPr="007F3E5D">
        <w:rPr>
          <w:rFonts w:hint="eastAsia"/>
        </w:rPr>
        <w:t>’</w:t>
      </w:r>
      <w:r w:rsidRPr="007F3E5D">
        <w:rPr>
          <w:rFonts w:hint="cs"/>
          <w:cs/>
          <w:lang w:bidi="bn-IN"/>
        </w:rPr>
        <w:t>ভাগে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বিভক্ত</w:t>
      </w:r>
      <w:r w:rsidRPr="007F3E5D">
        <w:t xml:space="preserve">, </w:t>
      </w:r>
      <w:r w:rsidRPr="007F3E5D">
        <w:rPr>
          <w:rFonts w:hint="cs"/>
          <w:cs/>
          <w:lang w:bidi="bn-IN"/>
        </w:rPr>
        <w:t>অর্থাৎ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ভাল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মন্দ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মন্দদের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থেকে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অবশ্যই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কাছে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আশ্রয়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নিতে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হবে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ভালরা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যদিও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সম্মানের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দাবিদার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এবং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আল্লাহ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</w:t>
      </w:r>
      <w:r w:rsidRPr="007F3E5D">
        <w:rPr>
          <w:rFonts w:hint="eastAsia"/>
        </w:rPr>
        <w:t>’</w:t>
      </w:r>
      <w:r w:rsidRPr="007F3E5D">
        <w:rPr>
          <w:rFonts w:hint="cs"/>
          <w:cs/>
          <w:lang w:bidi="bn-IN"/>
        </w:rPr>
        <w:t>য়ালা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পছন্দ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করেন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তথাপিও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প্রয়োজন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ব্যতিরেকে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তাদের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সাথে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কথা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বলা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উচিৎ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bn-IN"/>
        </w:rPr>
        <w:t>নয়</w:t>
      </w:r>
      <w:r w:rsidRPr="007F3E5D">
        <w:rPr>
          <w:cs/>
          <w:lang w:bidi="bn-IN"/>
        </w:rPr>
        <w:t xml:space="preserve"> </w:t>
      </w:r>
      <w:r w:rsidRPr="007F3E5D">
        <w:rPr>
          <w:rFonts w:hint="cs"/>
          <w:cs/>
          <w:lang w:bidi="hi-IN"/>
        </w:rPr>
        <w:t>।</w:t>
      </w:r>
      <w:r w:rsidRPr="007F3E5D">
        <w:rPr>
          <w:cs/>
          <w:lang w:bidi="bn-IN"/>
        </w:rPr>
        <w:t>.</w:t>
      </w:r>
    </w:p>
    <w:p w:rsidR="007F3E5D" w:rsidRDefault="007F3E5D" w:rsidP="00C6693F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37742F" w:rsidRDefault="0037742F" w:rsidP="0037742F">
      <w:pPr>
        <w:pStyle w:val="Heading2"/>
        <w:rPr>
          <w:rFonts w:eastAsiaTheme="minorHAnsi"/>
          <w:lang w:bidi="bn-IN"/>
        </w:rPr>
      </w:pPr>
      <w:bookmarkStart w:id="40" w:name="_Toc439886113"/>
      <w:bookmarkStart w:id="41" w:name="_Toc440447873"/>
      <w:r w:rsidRPr="0037742F">
        <w:rPr>
          <w:rFonts w:eastAsiaTheme="minorHAnsi" w:hint="cs"/>
          <w:cs/>
          <w:lang w:bidi="bn-IN"/>
        </w:rPr>
        <w:lastRenderedPageBreak/>
        <w:t>৫</w:t>
      </w:r>
      <w:r w:rsidRPr="0037742F">
        <w:rPr>
          <w:rFonts w:eastAsiaTheme="minorHAnsi"/>
          <w:cs/>
          <w:lang w:bidi="bn-IN"/>
        </w:rPr>
        <w:t xml:space="preserve">- </w:t>
      </w:r>
      <w:r w:rsidRPr="0037742F">
        <w:rPr>
          <w:rFonts w:eastAsiaTheme="minorHAnsi" w:hint="cs"/>
          <w:cs/>
          <w:lang w:bidi="bn-IN"/>
        </w:rPr>
        <w:t>বে</w:t>
      </w:r>
      <w:r w:rsidRPr="0037742F">
        <w:rPr>
          <w:rFonts w:eastAsiaTheme="minorHAnsi"/>
          <w:cs/>
          <w:lang w:bidi="bn-IN"/>
        </w:rPr>
        <w:t>-</w:t>
      </w:r>
      <w:r w:rsidRPr="0037742F">
        <w:rPr>
          <w:rFonts w:eastAsiaTheme="minorHAnsi" w:hint="cs"/>
          <w:cs/>
          <w:lang w:bidi="bn-IN"/>
        </w:rPr>
        <w:t>পর্দা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ও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খারাপ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হিজাব</w:t>
      </w:r>
      <w:r w:rsidRPr="0037742F">
        <w:rPr>
          <w:rFonts w:eastAsiaTheme="minorHAnsi"/>
          <w:cs/>
          <w:lang w:bidi="bn-IN"/>
        </w:rPr>
        <w:t xml:space="preserve"> (</w:t>
      </w:r>
      <w:r w:rsidRPr="0037742F">
        <w:rPr>
          <w:rFonts w:eastAsiaTheme="minorHAnsi" w:hint="cs"/>
          <w:cs/>
          <w:lang w:bidi="bn-IN"/>
        </w:rPr>
        <w:t>যে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পর্দায়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দেহ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সঠিকভাবে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আবৃত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হয়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না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বা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দেহের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সৌন্দর্য্য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ও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গঠনশৈলী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প্রকাশিত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থাকে</w:t>
      </w:r>
      <w:r w:rsidRPr="0037742F">
        <w:rPr>
          <w:rFonts w:eastAsiaTheme="minorHAnsi"/>
          <w:cs/>
          <w:lang w:bidi="bn-IN"/>
        </w:rPr>
        <w:t xml:space="preserve">) </w:t>
      </w:r>
      <w:r w:rsidRPr="0037742F">
        <w:rPr>
          <w:rFonts w:eastAsiaTheme="minorHAnsi" w:hint="cs"/>
          <w:cs/>
          <w:lang w:bidi="bn-IN"/>
        </w:rPr>
        <w:t>পরিহিতা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নারীরা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হচ্ছে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নিকৃষ্টতম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ফিতনা</w:t>
      </w:r>
      <w:r w:rsidRPr="0037742F">
        <w:rPr>
          <w:rFonts w:eastAsiaTheme="minorHAnsi"/>
          <w:cs/>
          <w:lang w:bidi="bn-IN"/>
        </w:rPr>
        <w:t xml:space="preserve"> </w:t>
      </w:r>
      <w:r w:rsidRPr="0037742F">
        <w:rPr>
          <w:rFonts w:eastAsiaTheme="minorHAnsi" w:hint="cs"/>
          <w:cs/>
          <w:lang w:bidi="bn-IN"/>
        </w:rPr>
        <w:t>সৃষ্টিকারী</w:t>
      </w:r>
      <w:r w:rsidRPr="0037742F">
        <w:rPr>
          <w:rFonts w:eastAsiaTheme="minorHAnsi"/>
          <w:cs/>
          <w:lang w:bidi="bn-IN"/>
        </w:rPr>
        <w:t xml:space="preserve"> :</w:t>
      </w:r>
      <w:bookmarkEnd w:id="40"/>
      <w:bookmarkEnd w:id="41"/>
      <w:r w:rsidRPr="0037742F">
        <w:rPr>
          <w:rFonts w:eastAsiaTheme="minorHAnsi"/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ﺗﺮﻛﺖ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ﺑﻌﺪﻯ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ﻓﺘﻨﺔ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ﺍﺿﺮ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ﺍﻟﺮﺟﺎﻝ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5A2C80">
        <w:t xml:space="preserve"> </w:t>
      </w:r>
    </w:p>
    <w:p w:rsidR="00FE4106" w:rsidRPr="005A2C80" w:rsidRDefault="00FE4106" w:rsidP="00C4151B">
      <w:pPr>
        <w:pStyle w:val="libNormal"/>
      </w:pPr>
      <w:r w:rsidRPr="005A2C80">
        <w:rPr>
          <w:cs/>
          <w:lang w:bidi="bn-IN"/>
        </w:rPr>
        <w:t>আমার ইন্তেকালের পরে পুরুষদের জন্য নারীদের থেকে ক্ষতিকারক ফিতনা সৃষ্টিকারী থাকবে না</w:t>
      </w:r>
      <w:r w:rsidRPr="005A2C80">
        <w:rPr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১০৪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তিনি আরো বলেছেন : আমার উম্মত সকল! তোমরা ফিতনা দেখেছো এবং তার বিরুদ্ধে দৃঢ়ভাবে অবস্থান নিয়েছো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কিন্তু নারীদের মাধ্যমে তোমাদের উপর এর থেকেও আরো কঠিনতম ফিতনা আসতে পারে যার জন্য আমি শঙ্কিত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তা তখনই হবে যে</w:t>
      </w:r>
      <w:r w:rsidRPr="005A2C80">
        <w:t xml:space="preserve">, </w:t>
      </w:r>
      <w:r w:rsidRPr="005A2C80">
        <w:rPr>
          <w:cs/>
          <w:lang w:bidi="bn-IN"/>
        </w:rPr>
        <w:t>যখন নারীরা স্বর্ণের চুড়ি হাতে দিবে</w:t>
      </w:r>
      <w:r w:rsidRPr="005A2C80">
        <w:t xml:space="preserve">, </w:t>
      </w:r>
      <w:r w:rsidRPr="005A2C80">
        <w:rPr>
          <w:cs/>
          <w:lang w:bidi="bn-IN"/>
        </w:rPr>
        <w:t>দামী কাপড়ের পোশাক পরবে এবং সম্পদশালীদেরকে কষ্টে ফেলবে ও দরিদ্রদের কাছে তাই চাইবে যা তাদের নেই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১০৫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তিনি আরো বলেছেন :</w:t>
      </w:r>
    </w:p>
    <w:p w:rsidR="00FE4106" w:rsidRPr="005A2C80" w:rsidRDefault="00FE4106" w:rsidP="003A255A">
      <w:pPr>
        <w:pStyle w:val="libAr"/>
      </w:pPr>
      <w:r w:rsidRPr="00C4151B">
        <w:t xml:space="preserve"> </w:t>
      </w:r>
      <w:r w:rsidRPr="003A255A">
        <w:rPr>
          <w:rFonts w:hint="cs"/>
          <w:rtl/>
        </w:rPr>
        <w:t>ﻓﺎﻥ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ﺍﻭﻝ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ﻓﺘﻨﺔ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ﺍﺳﺮﺍﺋﻴﻞ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প্রকৃতপক্ষে নারীদের খপ্পরে পড়ে ইয়াহুদীরা সর্ব প্রথম পথভ্রষ্ট হয়েছিল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১০৬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ইতিহাসের পরিক্রমায় অসংখ্য কারণে মানুষ পথভ্রষ্ট হয়েছে এবং</w:t>
      </w:r>
      <w:r w:rsidRPr="005A2C80">
        <w:t xml:space="preserve"> </w:t>
      </w:r>
      <w:r w:rsidRPr="005A2C80">
        <w:rPr>
          <w:cs/>
          <w:lang w:bidi="bn-IN"/>
        </w:rPr>
        <w:t>জালেম ও অত্যাচারী হিসেবে পরিচিতি পেয়েছে তবে তার মধ্যে গুরুত্বপূর্ণ</w:t>
      </w:r>
      <w:r w:rsidRPr="005A2C80">
        <w:t xml:space="preserve"> </w:t>
      </w:r>
      <w:r w:rsidRPr="005A2C80">
        <w:rPr>
          <w:cs/>
          <w:lang w:bidi="bn-IN"/>
        </w:rPr>
        <w:t>কারণগুলো হলো ক্ষমতার লোভ</w:t>
      </w:r>
      <w:r w:rsidRPr="005A2C80">
        <w:t xml:space="preserve">, </w:t>
      </w:r>
      <w:r w:rsidRPr="005A2C80">
        <w:rPr>
          <w:cs/>
          <w:lang w:bidi="bn-IN"/>
        </w:rPr>
        <w:t>অর্থের লোভ এবং যৌনলিপ্সা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এগুলোই</w:t>
      </w:r>
      <w:r w:rsidRPr="005A2C80">
        <w:t xml:space="preserve"> </w:t>
      </w:r>
      <w:r w:rsidRPr="005A2C80">
        <w:rPr>
          <w:cs/>
          <w:lang w:bidi="bn-IN"/>
        </w:rPr>
        <w:t>মানুষকে বিশেষ করে যারা সমাজে প্রতাপ-প্রতিপত্তিশালী ছিল যেমন</w:t>
      </w:r>
      <w:r w:rsidRPr="005A2C80">
        <w:t xml:space="preserve">, </w:t>
      </w:r>
      <w:r w:rsidRPr="005A2C80">
        <w:rPr>
          <w:cs/>
          <w:lang w:bidi="bn-IN"/>
        </w:rPr>
        <w:t>অত্যাচারী রাজা-বাদশা ও জালেম শাসকগণ এবং অন্যান্যদের ধ্বংস</w:t>
      </w:r>
      <w:r w:rsidRPr="005A2C80">
        <w:t xml:space="preserve"> </w:t>
      </w:r>
      <w:r w:rsidRPr="005A2C80">
        <w:rPr>
          <w:cs/>
          <w:lang w:bidi="bn-IN"/>
        </w:rPr>
        <w:t>করেছে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এমনকি যারা আগে ভাল লোক বলে চিহ্নিত ছিল</w:t>
      </w:r>
      <w:r w:rsidRPr="005A2C80">
        <w:t xml:space="preserve">, </w:t>
      </w:r>
      <w:r w:rsidRPr="005A2C80">
        <w:rPr>
          <w:cs/>
          <w:lang w:bidi="bn-IN"/>
        </w:rPr>
        <w:t>তারা পরবর্তীতে</w:t>
      </w:r>
      <w:r w:rsidRPr="005A2C80">
        <w:t xml:space="preserve"> </w:t>
      </w:r>
      <w:r w:rsidRPr="005A2C80">
        <w:rPr>
          <w:cs/>
          <w:lang w:bidi="bn-IN"/>
        </w:rPr>
        <w:t>যখন অর্থ</w:t>
      </w:r>
      <w:r w:rsidRPr="005A2C80">
        <w:t xml:space="preserve">, </w:t>
      </w:r>
      <w:r w:rsidRPr="005A2C80">
        <w:rPr>
          <w:cs/>
          <w:lang w:bidi="bn-IN"/>
        </w:rPr>
        <w:t>ক্ষমতা ও কামলিপ্সার মুখোমুখি হয়েছে</w:t>
      </w:r>
      <w:r w:rsidRPr="005A2C80">
        <w:t xml:space="preserve">, </w:t>
      </w:r>
      <w:r w:rsidRPr="005A2C80">
        <w:rPr>
          <w:cs/>
          <w:lang w:bidi="bn-IN"/>
        </w:rPr>
        <w:t>তাকওয়া ও মানসিক</w:t>
      </w:r>
      <w:r w:rsidRPr="005A2C80">
        <w:t xml:space="preserve"> </w:t>
      </w:r>
      <w:r w:rsidRPr="005A2C80">
        <w:rPr>
          <w:cs/>
          <w:lang w:bidi="bn-IN"/>
        </w:rPr>
        <w:t>শক্তির অভাবের কারণে তারাও অন্যায়-অত্যাচার</w:t>
      </w:r>
      <w:r w:rsidRPr="005A2C80">
        <w:t xml:space="preserve">, </w:t>
      </w:r>
      <w:r w:rsidRPr="005A2C80">
        <w:rPr>
          <w:cs/>
          <w:lang w:bidi="bn-IN"/>
        </w:rPr>
        <w:t>জুলুম ও পাপে নিমজ্জিত</w:t>
      </w:r>
      <w:r w:rsidRPr="005A2C80">
        <w:t xml:space="preserve"> </w:t>
      </w:r>
      <w:r w:rsidRPr="005A2C80">
        <w:rPr>
          <w:cs/>
          <w:lang w:bidi="bn-IN"/>
        </w:rPr>
        <w:t>হয়েছে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lastRenderedPageBreak/>
        <w:t>ইসলামে সাজসজ্জার ব্যাপারে নারীদের প্রতি অনেক উপদেশই</w:t>
      </w:r>
      <w:r w:rsidRPr="005A2C80">
        <w:t xml:space="preserve"> </w:t>
      </w:r>
      <w:r w:rsidRPr="005A2C80">
        <w:rPr>
          <w:cs/>
          <w:lang w:bidi="bn-IN"/>
        </w:rPr>
        <w:t>দেয়া হয়েছে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কেননা স্বভাবগত কারণেই নারী সমাজ সাজসজ্জা করতে</w:t>
      </w:r>
      <w:r w:rsidRPr="005A2C80">
        <w:t xml:space="preserve"> </w:t>
      </w:r>
      <w:r w:rsidRPr="005A2C80">
        <w:rPr>
          <w:cs/>
          <w:lang w:bidi="bn-IN"/>
        </w:rPr>
        <w:t>বেশী পছন্দ করে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এটা এ কারণেই যে</w:t>
      </w:r>
      <w:r w:rsidRPr="005A2C80">
        <w:t xml:space="preserve">, </w:t>
      </w:r>
      <w:r w:rsidRPr="005A2C80">
        <w:rPr>
          <w:cs/>
          <w:lang w:bidi="bn-IN"/>
        </w:rPr>
        <w:t>তারা সাজসজ্জার মাধ্যমে তাদের</w:t>
      </w:r>
      <w:r w:rsidRPr="005A2C80">
        <w:t xml:space="preserve"> </w:t>
      </w:r>
      <w:r w:rsidRPr="005A2C80">
        <w:rPr>
          <w:cs/>
          <w:lang w:bidi="bn-IN"/>
        </w:rPr>
        <w:t>স্বামীদেরকে নিজেদের প্রতি আকর্ষণ করে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তবে তা যেন কখনোই</w:t>
      </w:r>
      <w:r w:rsidRPr="005A2C80">
        <w:t xml:space="preserve"> </w:t>
      </w:r>
      <w:r w:rsidRPr="005A2C80">
        <w:rPr>
          <w:cs/>
          <w:lang w:bidi="bn-IN"/>
        </w:rPr>
        <w:t>প্রকাশ্যে অন্যদের সামনে না হয়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তাহলে তা অন্যদের পথভ্রষ্টতার কারণ</w:t>
      </w:r>
      <w:r w:rsidRPr="005A2C80">
        <w:t xml:space="preserve"> </w:t>
      </w:r>
      <w:r w:rsidRPr="005A2C80">
        <w:rPr>
          <w:cs/>
          <w:lang w:bidi="bn-IN"/>
        </w:rPr>
        <w:t>হয়ে দাঁড়াবে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37742F" w:rsidRDefault="0037742F" w:rsidP="00C6693F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FE4106" w:rsidRPr="005A2C80" w:rsidRDefault="00FE4106" w:rsidP="0037742F">
      <w:pPr>
        <w:pStyle w:val="Heading2"/>
        <w:rPr>
          <w:lang w:bidi="bn-IN"/>
        </w:rPr>
      </w:pPr>
      <w:bookmarkStart w:id="42" w:name="_Toc439886114"/>
      <w:bookmarkStart w:id="43" w:name="_Toc440447874"/>
      <w:r w:rsidRPr="005A2C80">
        <w:rPr>
          <w:cs/>
          <w:lang w:bidi="bn-IN"/>
        </w:rPr>
        <w:lastRenderedPageBreak/>
        <w:t>৬- বে-পর্দা নারী ও সঠিক পর্দা না মানা নারীরা হচ্ছে জাহান্নামী :</w:t>
      </w:r>
      <w:bookmarkEnd w:id="42"/>
      <w:bookmarkEnd w:id="43"/>
      <w:r w:rsidRPr="005A2C80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ﻋﺎﻣﺔ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ﺍﻫﻞ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ﺍﻟﻨﺎﺭ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জাহান্নামের অধিবাসীদের বেশীর ভাগই হচ্ছে নারী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১০৭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তিনি আরো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ﺍﻗﻞ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ﺳﺎﻛنی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ﺍﳉﻨﺔ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5A2C80">
        <w:t xml:space="preserve"> </w:t>
      </w:r>
    </w:p>
    <w:p w:rsidR="00FE4106" w:rsidRPr="005A2C80" w:rsidRDefault="00FE4106" w:rsidP="00C4151B">
      <w:pPr>
        <w:pStyle w:val="libNormal"/>
      </w:pPr>
      <w:r w:rsidRPr="005A2C80">
        <w:rPr>
          <w:cs/>
          <w:lang w:bidi="bn-IN"/>
        </w:rPr>
        <w:t>বেহেশতবাসীদের মধ্যে কম সংখ্যক হচ্ছে নারী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১০৮</w:t>
      </w:r>
      <w:r w:rsidRPr="005A2C80">
        <w:t xml:space="preserve"> </w:t>
      </w:r>
    </w:p>
    <w:p w:rsidR="00FE4106" w:rsidRPr="0037742F" w:rsidRDefault="0037742F" w:rsidP="0037742F">
      <w:pPr>
        <w:pStyle w:val="libNormal"/>
      </w:pPr>
      <w:r w:rsidRPr="0037742F">
        <w:rPr>
          <w:rFonts w:hint="cs"/>
          <w:cs/>
          <w:lang w:bidi="bn-IN"/>
        </w:rPr>
        <w:t>বেহেশত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ও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জাহান্নাম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আমাদের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আমলের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সাথে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সম্পর্কিত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প্রকৃতপক্ষে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এই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আমরাই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হচ্ছি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বেহেশতের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বাগিচাকে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সবুজ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মনোরম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অথবা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জাহান্নামকে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আরো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উত্তপ্ত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আল্লাহ্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</w:t>
      </w:r>
      <w:r w:rsidRPr="0037742F">
        <w:rPr>
          <w:rFonts w:hint="eastAsia"/>
        </w:rPr>
        <w:t>’</w:t>
      </w:r>
      <w:r w:rsidRPr="0037742F">
        <w:rPr>
          <w:rFonts w:hint="cs"/>
          <w:cs/>
          <w:lang w:bidi="bn-IN"/>
        </w:rPr>
        <w:t>য়ালা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পবিত্র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কোরআনে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বেশীরভাগ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স্থানে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তাঁর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বান্দাদেরকে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তওবার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মাধ্যমে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তাঁর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নিকটবর্তী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হওয়ার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জন্য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আহ্বান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জানিয়েছেন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যদি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কেউ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একটুখানি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আল্লাহর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দিকে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অগ্রসর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হয়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তবে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তিনি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তাঁর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সেই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বান্দাকে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দূরে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সরিয়ে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দেন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না</w:t>
      </w:r>
      <w:r w:rsidRPr="0037742F">
        <w:t xml:space="preserve">, </w:t>
      </w:r>
      <w:r w:rsidRPr="0037742F">
        <w:rPr>
          <w:rFonts w:hint="cs"/>
          <w:cs/>
          <w:lang w:bidi="bn-IN"/>
        </w:rPr>
        <w:t>বরং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সাহায্য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থাকেন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যে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আল্লাহ</w:t>
      </w:r>
      <w:r w:rsidRPr="0037742F">
        <w:rPr>
          <w:cs/>
          <w:lang w:bidi="bn-IN"/>
        </w:rPr>
        <w:t xml:space="preserve">! </w:t>
      </w:r>
      <w:r w:rsidRPr="0037742F">
        <w:rPr>
          <w:rFonts w:hint="cs"/>
          <w:cs/>
          <w:lang w:bidi="bn-IN"/>
        </w:rPr>
        <w:t>আমাদেরকে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এত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অধিক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পরিমানে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নে</w:t>
      </w:r>
      <w:r w:rsidRPr="0037742F">
        <w:rPr>
          <w:rFonts w:hint="eastAsia"/>
        </w:rPr>
        <w:t>’</w:t>
      </w:r>
      <w:r w:rsidRPr="0037742F">
        <w:rPr>
          <w:rFonts w:hint="cs"/>
          <w:cs/>
          <w:lang w:bidi="bn-IN"/>
        </w:rPr>
        <w:t>য়ামত</w:t>
      </w:r>
      <w:r w:rsidRPr="0037742F">
        <w:t xml:space="preserve">, </w:t>
      </w:r>
      <w:r w:rsidRPr="0037742F">
        <w:rPr>
          <w:rFonts w:hint="cs"/>
          <w:cs/>
          <w:lang w:bidi="bn-IN"/>
        </w:rPr>
        <w:t>বরকত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ও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ভালবাসা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দান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করেছেন</w:t>
      </w:r>
      <w:r w:rsidRPr="0037742F">
        <w:t xml:space="preserve">, </w:t>
      </w:r>
      <w:r w:rsidRPr="0037742F">
        <w:rPr>
          <w:rFonts w:hint="cs"/>
          <w:cs/>
          <w:lang w:bidi="bn-IN"/>
        </w:rPr>
        <w:t>তিনি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কিভাবে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আবার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আমাদেরকে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পোড়ানোর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জন্য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জাহান্নাম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তৈরী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করতে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পারেন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অতএব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জাহান্নামের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এই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আগুন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হচ্ছে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আমাদের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আমলসমূহের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ফলাফল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আল্লাহ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পবিত্র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কোরআনে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এরশাদ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করেছেন</w:t>
      </w:r>
      <w:r w:rsidR="00FE4106" w:rsidRPr="0037742F">
        <w:rPr>
          <w:rtl/>
          <w:cs/>
        </w:rPr>
        <w:t>:</w:t>
      </w:r>
      <w:r w:rsidR="00FE4106" w:rsidRPr="0037742F">
        <w:t xml:space="preserve"> </w:t>
      </w:r>
    </w:p>
    <w:p w:rsidR="00FE4106" w:rsidRPr="00623425" w:rsidRDefault="00FE4106" w:rsidP="00623425">
      <w:pPr>
        <w:pStyle w:val="libAie"/>
      </w:pPr>
      <w:r w:rsidRPr="00623425">
        <w:rPr>
          <w:rFonts w:hint="cs"/>
          <w:rtl/>
        </w:rPr>
        <w:t>ﻭ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ﻗﻮﺩﻫﺎ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ﺍﻟﻨﺎﺱ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ﻭ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ﺍﳊﺠﺎﺭﺓ</w:t>
      </w:r>
      <w:r w:rsidRPr="00623425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জাহান্নামের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জ্বালানী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মানুষ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পাথর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প্রজ্বলিত</w:t>
      </w:r>
      <w:r w:rsidRPr="00623425">
        <w:rPr>
          <w:rFonts w:hint="cs"/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১০৯</w:t>
      </w:r>
      <w:r w:rsidRPr="009C15B9">
        <w:t xml:space="preserve"> </w:t>
      </w:r>
    </w:p>
    <w:p w:rsidR="0037742F" w:rsidRDefault="0037742F" w:rsidP="00C6693F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FE4106" w:rsidRPr="005A2C80" w:rsidRDefault="00FE4106" w:rsidP="0037742F">
      <w:pPr>
        <w:pStyle w:val="Heading2"/>
      </w:pPr>
      <w:bookmarkStart w:id="44" w:name="_Toc439886115"/>
      <w:bookmarkStart w:id="45" w:name="_Toc440447875"/>
      <w:r w:rsidRPr="005A2C80">
        <w:rPr>
          <w:cs/>
          <w:lang w:bidi="bn-IN"/>
        </w:rPr>
        <w:lastRenderedPageBreak/>
        <w:t>৭- প্রকৃত পক্ষে বে-পর্দা ও সঠিকভাবে পর্দা না করা নারীরা হচ্ছে</w:t>
      </w:r>
      <w:r w:rsidRPr="005A2C80">
        <w:t xml:space="preserve"> </w:t>
      </w:r>
      <w:r w:rsidRPr="005A2C80">
        <w:rPr>
          <w:cs/>
          <w:lang w:bidi="bn-IN"/>
        </w:rPr>
        <w:t>শয়তান :</w:t>
      </w:r>
      <w:bookmarkEnd w:id="44"/>
      <w:bookmarkEnd w:id="45"/>
      <w:r w:rsidRPr="005A2C80">
        <w:t xml:space="preserve"> </w:t>
      </w:r>
    </w:p>
    <w:p w:rsidR="0037742F" w:rsidRDefault="0037742F" w:rsidP="00FE4106">
      <w:pPr>
        <w:pStyle w:val="libNormal"/>
        <w:rPr>
          <w:lang w:bidi="bn-IN"/>
        </w:rPr>
      </w:pPr>
    </w:p>
    <w:p w:rsidR="00FE4106" w:rsidRPr="005A2C80" w:rsidRDefault="0037742F" w:rsidP="00FE4106">
      <w:pPr>
        <w:pStyle w:val="libNormal"/>
      </w:pPr>
      <w:r w:rsidRPr="0037742F">
        <w:rPr>
          <w:rFonts w:hint="cs"/>
          <w:cs/>
          <w:lang w:bidi="bn-IN"/>
        </w:rPr>
        <w:t>মানুষের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মধ্যে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ফিতনা</w:t>
      </w:r>
      <w:r w:rsidRPr="0037742F">
        <w:rPr>
          <w:cs/>
          <w:lang w:bidi="bn-IN"/>
        </w:rPr>
        <w:t>-</w:t>
      </w:r>
      <w:r w:rsidRPr="0037742F">
        <w:rPr>
          <w:rFonts w:hint="cs"/>
          <w:cs/>
          <w:lang w:bidi="bn-IN"/>
        </w:rPr>
        <w:t>ফ্যাসাদ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সৃষ্টি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ও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তাদেরকে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পথভ্রষ্ট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ব্যতীত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শয়তানের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আর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অন্য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কোন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উদ্দেশ্য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নেই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যে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কেউ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শয়তানের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পথে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বাড়ায়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ও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ফিতনা</w:t>
      </w:r>
      <w:r w:rsidRPr="0037742F">
        <w:rPr>
          <w:cs/>
          <w:lang w:bidi="bn-IN"/>
        </w:rPr>
        <w:t>-</w:t>
      </w:r>
      <w:r w:rsidRPr="0037742F">
        <w:rPr>
          <w:rFonts w:hint="cs"/>
          <w:cs/>
          <w:lang w:bidi="bn-IN"/>
        </w:rPr>
        <w:t>ফ্যাসাদ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সৃষ্টি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প্রকৃত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পক্ষে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শয়তানের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পদাঙ্কানুসরণ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করেছে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বে</w:t>
      </w:r>
      <w:r w:rsidRPr="0037742F">
        <w:rPr>
          <w:cs/>
          <w:lang w:bidi="bn-IN"/>
        </w:rPr>
        <w:t>-</w:t>
      </w:r>
      <w:r w:rsidRPr="0037742F">
        <w:rPr>
          <w:rFonts w:hint="cs"/>
          <w:cs/>
          <w:lang w:bidi="bn-IN"/>
        </w:rPr>
        <w:t>পর্দা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ও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সঠিকভাবে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পর্দা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নারীরাও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অনুরূপভাবে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নিজের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মন্দ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কর্মের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মাধ্যমে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শয়তানের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উদ্দেশ্য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হাসিলে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সহায়তা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bn-IN"/>
        </w:rPr>
        <w:t>করলো</w:t>
      </w:r>
      <w:r w:rsidRPr="0037742F">
        <w:rPr>
          <w:cs/>
          <w:lang w:bidi="bn-IN"/>
        </w:rPr>
        <w:t xml:space="preserve"> </w:t>
      </w:r>
      <w:r w:rsidRPr="0037742F">
        <w:rPr>
          <w:rFonts w:hint="cs"/>
          <w:cs/>
          <w:lang w:bidi="hi-IN"/>
        </w:rPr>
        <w:t>।</w:t>
      </w:r>
    </w:p>
    <w:p w:rsidR="0037742F" w:rsidRDefault="0037742F" w:rsidP="006445C3">
      <w:pPr>
        <w:pStyle w:val="libBold1"/>
        <w:rPr>
          <w:lang w:bidi="bn-IN"/>
        </w:rPr>
      </w:pPr>
    </w:p>
    <w:p w:rsidR="00FE4106" w:rsidRPr="005A2C80" w:rsidRDefault="00FE4106" w:rsidP="006445C3">
      <w:pPr>
        <w:pStyle w:val="libBold1"/>
        <w:rPr>
          <w:lang w:bidi="bn-IN"/>
        </w:rPr>
      </w:pPr>
      <w:r w:rsidRPr="005A2C80">
        <w:rPr>
          <w:cs/>
          <w:lang w:bidi="bn-IN"/>
        </w:rPr>
        <w:t>৮- বে-পর্দা নারী ও সঠিকভাবে পর্দা না করা নারীরা শয়তানের প্রেরিত</w:t>
      </w:r>
      <w:r w:rsidRPr="005A2C80">
        <w:t xml:space="preserve"> </w:t>
      </w:r>
      <w:r w:rsidRPr="005A2C80">
        <w:rPr>
          <w:cs/>
          <w:lang w:bidi="bn-IN"/>
        </w:rPr>
        <w:t>সৈনিক এবং তার গোপনীয়তার স্থান :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শয়তান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বলল</w:t>
      </w:r>
      <w:r w:rsidRPr="00C70742">
        <w:rPr>
          <w:cs/>
          <w:lang w:bidi="bn-IN"/>
        </w:rPr>
        <w:t xml:space="preserve"> : </w:t>
      </w:r>
      <w:r w:rsidRPr="00C70742">
        <w:rPr>
          <w:rFonts w:hint="cs"/>
          <w:cs/>
          <w:lang w:bidi="bn-IN"/>
        </w:rPr>
        <w:t>তুমি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সৈন্য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বাহিনীর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অর্ধেক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তুমি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হচ্ছো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এমন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যখন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ছুড়বো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ভুল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তুমি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গোপন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আস্তানা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কিছু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গোপন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তোমাকে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বলবো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তুমি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পক্ষ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প্রেরিত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বিভিন্ন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প্রয়োজনের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সাথী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rStyle w:val="libFootnotenumChar"/>
          <w:rFonts w:hint="cs"/>
          <w:cs/>
          <w:lang w:bidi="bn-IN"/>
        </w:rPr>
        <w:t>১১০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উক্ত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মন্দ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স্বভাবের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ইঙ্গিত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হায়াপনা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ফ্যাসাদ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সৃষ্টি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FE4106" w:rsidRPr="005A2C80" w:rsidRDefault="00C70742" w:rsidP="00C70742">
      <w:pPr>
        <w:pStyle w:val="libNormal"/>
        <w:rPr>
          <w:lang w:bidi="bn-IN"/>
        </w:rPr>
      </w:pPr>
      <w:r w:rsidRPr="00C70742">
        <w:rPr>
          <w:rFonts w:hint="cs"/>
          <w:cs/>
          <w:lang w:bidi="bn-IN"/>
        </w:rPr>
        <w:t>শয়তানের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একটিই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মাত্র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উদ্দেশ্য</w:t>
      </w:r>
      <w:r w:rsidRPr="00C70742">
        <w:t xml:space="preserve">,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হচ্ছে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মানুষকে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পথভ্রষ্ট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পর্দা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সঠিকভাবে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পর্দা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হায়াপনার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মানুষও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পথভ্রষ্ট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="00FE4106" w:rsidRPr="005A2C80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পবিত্র কোরআন বলছে :</w:t>
      </w:r>
      <w:r w:rsidRPr="005A2C80">
        <w:t xml:space="preserve"> </w:t>
      </w:r>
    </w:p>
    <w:p w:rsidR="00FE4106" w:rsidRPr="00623425" w:rsidRDefault="00623425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Fonts w:hint="cs"/>
          <w:rtl/>
        </w:rPr>
        <w:t>قَالَ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فَبِعِزَّتِكَ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لَأُغْوِيَنَّهُمْ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أَجْمَعِينَ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﴿٨٢﴾ 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عِبَادَكَ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مِنْهُمُ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الْمُخْلَصِينَ</w:t>
      </w:r>
      <w:r w:rsidRPr="00623425">
        <w:rPr>
          <w:rStyle w:val="libAlaemChar"/>
        </w:rPr>
        <w:t>(</w:t>
      </w:r>
    </w:p>
    <w:p w:rsidR="00FE4106" w:rsidRPr="00C4151B" w:rsidRDefault="00C70742" w:rsidP="00C4151B">
      <w:pPr>
        <w:pStyle w:val="libNormal"/>
        <w:rPr>
          <w:rStyle w:val="libNormalChar"/>
        </w:rPr>
      </w:pPr>
      <w:r w:rsidRPr="00C70742">
        <w:t>(</w:t>
      </w:r>
      <w:r w:rsidRPr="00C70742">
        <w:rPr>
          <w:rFonts w:hint="cs"/>
          <w:cs/>
          <w:lang w:bidi="bn-IN"/>
        </w:rPr>
        <w:t>যখন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য়ালা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শয়তানকে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অবকাশ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দিলেন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তখন</w:t>
      </w:r>
      <w:r w:rsidRPr="00C70742">
        <w:rPr>
          <w:cs/>
          <w:lang w:bidi="bn-IN"/>
        </w:rPr>
        <w:t xml:space="preserve">) </w:t>
      </w:r>
      <w:r w:rsidRPr="00C70742">
        <w:rPr>
          <w:rFonts w:hint="cs"/>
          <w:cs/>
          <w:lang w:bidi="bn-IN"/>
        </w:rPr>
        <w:t>সে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বলল</w:t>
      </w:r>
      <w:r w:rsidRPr="00C70742">
        <w:t xml:space="preserve">, </w:t>
      </w:r>
      <w:r w:rsidRPr="006445C3">
        <w:rPr>
          <w:rStyle w:val="libAlaemChar"/>
        </w:rPr>
        <w:t>‘</w:t>
      </w:r>
      <w:r w:rsidRPr="00C70742">
        <w:rPr>
          <w:rFonts w:hint="cs"/>
          <w:cs/>
          <w:lang w:bidi="bn-IN"/>
        </w:rPr>
        <w:t>হে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! </w:t>
      </w:r>
      <w:r w:rsidRPr="00C70742">
        <w:rPr>
          <w:rFonts w:hint="cs"/>
          <w:cs/>
          <w:lang w:bidi="bn-IN"/>
        </w:rPr>
        <w:t>তোমার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মর্যাদার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কসম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আমি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তোমার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সমস্ত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সৃষ্টিকে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পথভ্রষ্ট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করবো</w:t>
      </w:r>
      <w:r w:rsidRPr="00C70742">
        <w:t xml:space="preserve">; </w:t>
      </w:r>
      <w:r w:rsidRPr="00C70742">
        <w:rPr>
          <w:rFonts w:hint="cs"/>
          <w:cs/>
          <w:lang w:bidi="bn-IN"/>
        </w:rPr>
        <w:t>তোমার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খাঁটি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বান্দাদের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ব্যতীত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কেননা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তোমার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জন্য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খাঁটি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করেছো</w:t>
      </w:r>
      <w:r w:rsidRPr="00C70742">
        <w:rPr>
          <w:cs/>
          <w:lang w:bidi="bn-IN"/>
        </w:rPr>
        <w:t xml:space="preserve">) </w:t>
      </w:r>
      <w:r w:rsidRPr="00C70742">
        <w:rPr>
          <w:rFonts w:hint="cs"/>
          <w:cs/>
          <w:lang w:bidi="hi-IN"/>
        </w:rPr>
        <w:t>।</w:t>
      </w:r>
      <w:r w:rsidR="00FE4106" w:rsidRPr="003A255A">
        <w:rPr>
          <w:rStyle w:val="libAlaemChar"/>
        </w:rPr>
        <w:t>’</w:t>
      </w:r>
      <w:r w:rsidR="00FE4106" w:rsidRPr="00FE4106">
        <w:rPr>
          <w:rStyle w:val="libFootnotenumChar"/>
          <w:cs/>
          <w:lang w:bidi="bn-IN"/>
        </w:rPr>
        <w:t>১১১</w:t>
      </w:r>
      <w:r w:rsidR="00FE4106" w:rsidRPr="00C4151B">
        <w:rPr>
          <w:rStyle w:val="libNormalChar"/>
        </w:rPr>
        <w:t xml:space="preserve"> </w:t>
      </w:r>
    </w:p>
    <w:p w:rsidR="00C70742" w:rsidRDefault="00C70742" w:rsidP="00C6693F">
      <w:pPr>
        <w:pStyle w:val="libNormal"/>
      </w:pPr>
      <w:r>
        <w:br w:type="page"/>
      </w:r>
    </w:p>
    <w:p w:rsidR="00FE4106" w:rsidRPr="005A2C80" w:rsidRDefault="00C70742" w:rsidP="00C70742">
      <w:pPr>
        <w:pStyle w:val="Heading2"/>
      </w:pPr>
      <w:bookmarkStart w:id="46" w:name="_Toc439886116"/>
      <w:bookmarkStart w:id="47" w:name="_Toc440447876"/>
      <w:r w:rsidRPr="00C70742">
        <w:rPr>
          <w:rFonts w:eastAsiaTheme="minorHAnsi" w:hint="cs"/>
          <w:cs/>
          <w:lang w:bidi="bn-IN"/>
        </w:rPr>
        <w:lastRenderedPageBreak/>
        <w:t>৯</w:t>
      </w:r>
      <w:r w:rsidRPr="00C70742">
        <w:rPr>
          <w:rFonts w:eastAsiaTheme="minorHAnsi"/>
          <w:cs/>
          <w:lang w:bidi="bn-IN"/>
        </w:rPr>
        <w:t xml:space="preserve">- </w:t>
      </w:r>
      <w:r w:rsidRPr="00C70742">
        <w:rPr>
          <w:rFonts w:eastAsiaTheme="minorHAnsi" w:hint="cs"/>
          <w:cs/>
          <w:lang w:bidi="bn-IN"/>
        </w:rPr>
        <w:t>যদি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খোদাভীতিশূন্য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নারী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থাকতো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তবে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অনেক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বেশী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পরিমান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পুরুষ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বেহেশতে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যেত</w:t>
      </w:r>
      <w:r w:rsidRPr="00C70742">
        <w:rPr>
          <w:rFonts w:eastAsiaTheme="minorHAnsi"/>
          <w:cs/>
          <w:lang w:bidi="bn-IN"/>
        </w:rPr>
        <w:t xml:space="preserve"> :</w:t>
      </w:r>
      <w:bookmarkEnd w:id="46"/>
      <w:bookmarkEnd w:id="47"/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খোদা (সা.)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ﻟﻮ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ﺍﻣﺮﺃﺓ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ﻟﺪﺧﻞ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ﺍﻟﺮﺟﻞ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ﺍﳉﻨﺔ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যদি খারাপ নারী না থাকতো অনেক বেশী পরিমান পুরুষ বেহেশতে যেত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১১২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</w:p>
    <w:p w:rsidR="00C70742" w:rsidRPr="00C6693F" w:rsidRDefault="00C70742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C70742" w:rsidRDefault="00C70742" w:rsidP="00C70742">
      <w:pPr>
        <w:pStyle w:val="Heading2"/>
        <w:rPr>
          <w:lang w:bidi="bn-IN"/>
        </w:rPr>
      </w:pPr>
      <w:bookmarkStart w:id="48" w:name="_Toc439886117"/>
      <w:bookmarkStart w:id="49" w:name="_Toc440447877"/>
      <w:r w:rsidRPr="00C70742">
        <w:rPr>
          <w:rFonts w:hint="cs"/>
          <w:cs/>
          <w:lang w:bidi="bn-IN"/>
        </w:rPr>
        <w:lastRenderedPageBreak/>
        <w:t>১০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বে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পর্দা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সঠিকভাবে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পর্দা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6445C3">
        <w:rPr>
          <w:rStyle w:val="libAlaemChar"/>
        </w:rPr>
        <w:t>’</w:t>
      </w:r>
      <w:r w:rsidRPr="00C70742">
        <w:rPr>
          <w:rFonts w:hint="cs"/>
          <w:cs/>
          <w:lang w:bidi="bn-IN"/>
        </w:rPr>
        <w:t>য়ালা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তাঁর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বান্দাদের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মধ্যকার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সম্পর্কের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বিচ্ছেদ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ঘটায়</w:t>
      </w:r>
      <w:r w:rsidRPr="00C70742">
        <w:rPr>
          <w:cs/>
          <w:lang w:bidi="bn-IN"/>
        </w:rPr>
        <w:t xml:space="preserve"> :</w:t>
      </w:r>
      <w:bookmarkEnd w:id="48"/>
      <w:bookmarkEnd w:id="49"/>
      <w:r w:rsidRPr="00C70742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ﻟﻮ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ﻻ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ﺍﻟﻨﺴﺎﺀ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ﻳﻌﺒﺪ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ﺣﻖ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ﻋﺒﺎﺩﺗﻪ</w:t>
      </w:r>
      <w:r w:rsidRPr="005A2C80">
        <w:t xml:space="preserve"> </w:t>
      </w:r>
    </w:p>
    <w:p w:rsidR="00FE4106" w:rsidRPr="005A2C80" w:rsidRDefault="00C70742" w:rsidP="00C4151B">
      <w:pPr>
        <w:pStyle w:val="libNormal"/>
      </w:pPr>
      <w:r w:rsidRPr="00C70742">
        <w:rPr>
          <w:rFonts w:hint="cs"/>
          <w:cs/>
          <w:lang w:bidi="bn-IN"/>
        </w:rPr>
        <w:t>যদি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মন্দ</w:t>
      </w:r>
      <w:r w:rsidRPr="00C70742">
        <w:rPr>
          <w:cs/>
          <w:lang w:bidi="bn-IN"/>
        </w:rPr>
        <w:t>)</w:t>
      </w:r>
      <w:r w:rsidRPr="00C70742">
        <w:rPr>
          <w:rFonts w:hint="cs"/>
          <w:cs/>
          <w:lang w:bidi="bn-IN"/>
        </w:rPr>
        <w:t>নারী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থাকতো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য়ালাকে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যেরূপে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উপাসনা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উপযুক্ত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ছিল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সেরূপেই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উপাসনা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হতো</w:t>
      </w:r>
      <w:r w:rsidRPr="00C70742">
        <w:rPr>
          <w:cs/>
          <w:lang w:bidi="bn-IN"/>
        </w:rPr>
        <w:t xml:space="preserve"> </w:t>
      </w:r>
      <w:r w:rsidR="00FE4106" w:rsidRPr="00C4151B">
        <w:rPr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১১৩</w:t>
      </w:r>
      <w:r w:rsidR="00FE4106" w:rsidRPr="005A2C80">
        <w:t xml:space="preserve"> </w:t>
      </w:r>
    </w:p>
    <w:p w:rsidR="00FE4106" w:rsidRPr="00C4151B" w:rsidRDefault="00C70742" w:rsidP="00C4151B">
      <w:pPr>
        <w:pStyle w:val="libNormal"/>
        <w:rPr>
          <w:rStyle w:val="libNormalChar"/>
        </w:rPr>
      </w:pPr>
      <w:r w:rsidRPr="00C70742">
        <w:rPr>
          <w:rFonts w:hint="cs"/>
          <w:cs/>
          <w:lang w:bidi="bn-IN"/>
        </w:rPr>
        <w:t>আল্লাহ্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সুবহানাহু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য়ালার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সাথে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সম্পর্ক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গভীর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আধ্যাত্মিকতাও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বেশী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ফলশ্রুতিতে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আল্লাহ্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ব্যতীত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কিছুর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সাথে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অন্তরের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সম্পর্ক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প্রকৃত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পক্ষে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মানুষ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য়ালাকে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বেশী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চিনতে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ক্ষমতা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মর্যাদা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অর্থ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যৌন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সম্পর্কিত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বিষয়সমূহ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বেশী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তুচ্ছ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তুচ্ছ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সেগুলো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পাওয়ার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জন্য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পাপে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লিপ্ত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ধ্বংস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অনাচারে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লিপ্ত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তারা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মানসিক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দুর্বল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হওয়ায়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6445C3">
        <w:rPr>
          <w:rStyle w:val="libAlaemChar"/>
        </w:rPr>
        <w:t>’</w:t>
      </w:r>
      <w:r w:rsidRPr="00C70742">
        <w:rPr>
          <w:rFonts w:hint="cs"/>
          <w:cs/>
          <w:lang w:bidi="bn-IN"/>
        </w:rPr>
        <w:t>য়ালার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সেগুলোকে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বেশী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প্রাধান্য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দুষ্ট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স্বভাবের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ধরনের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দুর্বলচেতা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ব্যক্তিদেরকে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শয়তানের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পক্ষে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আসে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আধ্যাত্মিক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ভাবে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গড়ে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ওঠার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সুযোগ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দেয়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কেননা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তাকওয়া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সম্পন্ন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মানুষ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ঐ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ধরনের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আকৃষ্ট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বরং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ঘৃণা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পোষণ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="00FE4106" w:rsidRPr="00C4151B">
        <w:rPr>
          <w:rStyle w:val="libNormalChar"/>
        </w:rPr>
        <w:t xml:space="preserve"> </w:t>
      </w:r>
    </w:p>
    <w:p w:rsidR="00C70742" w:rsidRDefault="00C70742" w:rsidP="00C6693F">
      <w:pPr>
        <w:pStyle w:val="libNormal"/>
      </w:pPr>
      <w:r>
        <w:br w:type="page"/>
      </w:r>
    </w:p>
    <w:p w:rsidR="00C70742" w:rsidRDefault="00C70742" w:rsidP="00C70742">
      <w:pPr>
        <w:pStyle w:val="Heading2"/>
        <w:rPr>
          <w:rFonts w:eastAsiaTheme="minorHAnsi"/>
          <w:lang w:bidi="bn-IN"/>
        </w:rPr>
      </w:pPr>
      <w:bookmarkStart w:id="50" w:name="_Toc439886118"/>
      <w:bookmarkStart w:id="51" w:name="_Toc440447878"/>
      <w:r w:rsidRPr="00C70742">
        <w:rPr>
          <w:rFonts w:eastAsiaTheme="minorHAnsi" w:hint="cs"/>
          <w:cs/>
          <w:lang w:bidi="bn-IN"/>
        </w:rPr>
        <w:lastRenderedPageBreak/>
        <w:t>১১</w:t>
      </w:r>
      <w:r w:rsidRPr="00C70742">
        <w:rPr>
          <w:rFonts w:eastAsiaTheme="minorHAnsi"/>
          <w:cs/>
          <w:lang w:bidi="bn-IN"/>
        </w:rPr>
        <w:t xml:space="preserve">- </w:t>
      </w:r>
      <w:r w:rsidRPr="00C70742">
        <w:rPr>
          <w:rFonts w:eastAsiaTheme="minorHAnsi" w:hint="cs"/>
          <w:cs/>
          <w:lang w:bidi="bn-IN"/>
        </w:rPr>
        <w:t>বে</w:t>
      </w:r>
      <w:r w:rsidRPr="00C70742">
        <w:rPr>
          <w:rFonts w:eastAsiaTheme="minorHAnsi"/>
          <w:cs/>
          <w:lang w:bidi="bn-IN"/>
        </w:rPr>
        <w:t>-</w:t>
      </w:r>
      <w:r w:rsidRPr="00C70742">
        <w:rPr>
          <w:rFonts w:eastAsiaTheme="minorHAnsi" w:hint="cs"/>
          <w:cs/>
          <w:lang w:bidi="bn-IN"/>
        </w:rPr>
        <w:t>পর্দা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ও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সঠিকভাবে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পর্দা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করা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নারীদের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দ্বীন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ও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ঈমান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হচ্ছে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দুর্বল</w:t>
      </w:r>
      <w:r w:rsidRPr="00C70742">
        <w:rPr>
          <w:rFonts w:eastAsiaTheme="minorHAnsi"/>
          <w:cs/>
          <w:lang w:bidi="bn-IN"/>
        </w:rPr>
        <w:t xml:space="preserve"> :</w:t>
      </w:r>
      <w:bookmarkEnd w:id="50"/>
      <w:bookmarkEnd w:id="51"/>
      <w:r w:rsidRPr="00C70742">
        <w:rPr>
          <w:rFonts w:eastAsiaTheme="minorHAnsi"/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হযরত আলী (আ.)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ﻋﻠﻴﻜﻢ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ﺑﺎﻟﺼﻔﻴﻖ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ﺭﻕ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ﺛﻮﺑﻪ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ﺩﻳﻨﻪ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তোমাদের জন্য উচিত হলো মোটা পোশাক পরা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যার পোশাক পাতলা তার দ্বীনও ঐ পোশাকের মত পাতলা ও দুর্বল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১১৪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পোশাক হচ্ছে মানুষের মানসিক অবস্থা</w:t>
      </w:r>
      <w:r w:rsidRPr="005A2C80">
        <w:t xml:space="preserve">, </w:t>
      </w:r>
      <w:r w:rsidRPr="005A2C80">
        <w:rPr>
          <w:cs/>
          <w:lang w:bidi="bn-IN"/>
        </w:rPr>
        <w:t>ঈমানের দৃঢ়তা ও</w:t>
      </w:r>
      <w:r w:rsidRPr="005A2C80">
        <w:t xml:space="preserve"> </w:t>
      </w:r>
      <w:r w:rsidRPr="005A2C80">
        <w:rPr>
          <w:cs/>
          <w:lang w:bidi="bn-IN"/>
        </w:rPr>
        <w:t>ব্যক্তিত্বের পরিচায়ক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যে নারী পাতলা পোশাক ও মোজা পরে বাইরে</w:t>
      </w:r>
      <w:r w:rsidRPr="005A2C80">
        <w:t xml:space="preserve"> </w:t>
      </w:r>
      <w:r w:rsidRPr="005A2C80">
        <w:rPr>
          <w:cs/>
          <w:lang w:bidi="bn-IN"/>
        </w:rPr>
        <w:t>আসে তার কর্ম হলো অন্তসারশূন্য এবং আল্লাহ ও কিয়ামতের প্রতি তার</w:t>
      </w:r>
      <w:r w:rsidRPr="005A2C80">
        <w:t xml:space="preserve"> </w:t>
      </w:r>
      <w:r w:rsidRPr="005A2C80">
        <w:rPr>
          <w:cs/>
          <w:lang w:bidi="bn-IN"/>
        </w:rPr>
        <w:t>বিশ্বাস যে দুর্বল তাই তার কর্মে প্রকাশ পায়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যে নারী পর্দা পরে</w:t>
      </w:r>
      <w:r w:rsidRPr="005A2C80">
        <w:t xml:space="preserve"> </w:t>
      </w:r>
      <w:r w:rsidRPr="005A2C80">
        <w:rPr>
          <w:cs/>
          <w:lang w:bidi="bn-IN"/>
        </w:rPr>
        <w:t>বাইরে আসে তার অন্তর পবিত্র এবং আক্বীদা ও বিশ্বাসগতভাবে সে অত্যন্ত</w:t>
      </w:r>
      <w:r w:rsidRPr="005A2C80">
        <w:t xml:space="preserve"> </w:t>
      </w:r>
      <w:r w:rsidRPr="005A2C80">
        <w:rPr>
          <w:cs/>
          <w:lang w:bidi="bn-IN"/>
        </w:rPr>
        <w:t>দৃঢ়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তার বাহ্যিক অবয়বে তাই প্রকাশ পায়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পবিত্র কোরআন বলছে</w:t>
      </w:r>
      <w:r w:rsidRPr="005A2C80">
        <w:t xml:space="preserve">, </w:t>
      </w:r>
    </w:p>
    <w:p w:rsidR="00FE4106" w:rsidRPr="00623425" w:rsidRDefault="00C70742" w:rsidP="00623425">
      <w:pPr>
        <w:pStyle w:val="libAie"/>
      </w:pPr>
      <w:r w:rsidRPr="00C70742">
        <w:rPr>
          <w:rStyle w:val="libAlaemChar"/>
        </w:rPr>
        <w:t>)</w:t>
      </w:r>
      <w:r w:rsidR="00FE4106" w:rsidRPr="00623425">
        <w:rPr>
          <w:rFonts w:hint="cs"/>
          <w:rtl/>
        </w:rPr>
        <w:t>قُلْ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كُلٌّ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يَعْمَلُ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عَلَىٰ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شَاكِلَتِهِ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فَرَ‌بُّكُمْ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أَعْلَمُ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بِمَنْ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هُوَ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أَهْدَىٰ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سَبِيلًا</w:t>
      </w:r>
      <w:r w:rsidRPr="00C70742">
        <w:rPr>
          <w:rStyle w:val="libAlaemChar"/>
        </w:rPr>
        <w:t>(</w:t>
      </w:r>
    </w:p>
    <w:p w:rsidR="00C70742" w:rsidRPr="00C70742" w:rsidRDefault="00C70742" w:rsidP="00C70742">
      <w:pPr>
        <w:pStyle w:val="libNormal"/>
      </w:pPr>
      <w:r w:rsidRPr="00C70742">
        <w:t>(</w:t>
      </w:r>
      <w:r w:rsidRPr="00C70742">
        <w:rPr>
          <w:rFonts w:hint="cs"/>
          <w:cs/>
          <w:lang w:bidi="bn-IN"/>
        </w:rPr>
        <w:t>হে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রাসূল</w:t>
      </w:r>
      <w:r w:rsidRPr="00C70742">
        <w:rPr>
          <w:cs/>
          <w:lang w:bidi="bn-IN"/>
        </w:rPr>
        <w:t xml:space="preserve">!) </w:t>
      </w:r>
      <w:r w:rsidRPr="00C70742">
        <w:rPr>
          <w:rFonts w:hint="cs"/>
          <w:cs/>
          <w:lang w:bidi="bn-IN"/>
        </w:rPr>
        <w:t>বলে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দিন</w:t>
      </w:r>
      <w:r w:rsidRPr="00C70742">
        <w:t xml:space="preserve">, </w:t>
      </w:r>
      <w:r w:rsidRPr="00C70742">
        <w:rPr>
          <w:rFonts w:hint="cs"/>
          <w:cs/>
          <w:lang w:bidi="bn-IN"/>
        </w:rPr>
        <w:t>প্রত্যেককে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রীতি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অভ্যন্তরীণ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অনুযায়ী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কাজ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সুতরাং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তোমাদের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পালনকর্তা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যাদের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পথ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পদ্ধতি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অধিক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উত্তম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ঠিকই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চেনেন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rStyle w:val="libFootnotenumChar"/>
          <w:rFonts w:hint="cs"/>
          <w:cs/>
          <w:lang w:bidi="bn-IN"/>
        </w:rPr>
        <w:t>১১৫</w:t>
      </w:r>
      <w:r w:rsidRPr="00C70742">
        <w:rPr>
          <w:cs/>
          <w:lang w:bidi="bn-IN"/>
        </w:rPr>
        <w:t xml:space="preserve"> </w:t>
      </w:r>
    </w:p>
    <w:p w:rsidR="00FE4106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পাতলা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তখনই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অপছন্দনীয়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সর্ব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সাধারণের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মধ্যে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বাইরে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আসা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স্ত্রী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স্বামীর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জন্য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অনেক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পাতলা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ক্ষেত্রে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ঈমানের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দুর্বলতা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হিসেবে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গণ্য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বরং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তাকওয়ার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নির্দশন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হিসেবে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পরিগণিত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অবশ্য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সন্তান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অন্যান্য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মাহরামদের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যাদের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সাথে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হারাম</w:t>
      </w:r>
      <w:r w:rsidRPr="00C70742">
        <w:rPr>
          <w:cs/>
          <w:lang w:bidi="bn-IN"/>
        </w:rPr>
        <w:t xml:space="preserve">) </w:t>
      </w:r>
      <w:r w:rsidRPr="00C70742">
        <w:rPr>
          <w:rFonts w:hint="cs"/>
          <w:cs/>
          <w:lang w:bidi="bn-IN"/>
        </w:rPr>
        <w:t>সামনে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ধরনের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উম্মুক্ত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শ্রেয়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কেননা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অনাকাঙ্খিত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ঘটনার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উদ্ভব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</w:p>
    <w:p w:rsidR="00C70742" w:rsidRDefault="00C70742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C70742" w:rsidRDefault="00C70742" w:rsidP="00C70742">
      <w:pPr>
        <w:pStyle w:val="Heading2"/>
        <w:rPr>
          <w:rFonts w:eastAsiaTheme="minorHAnsi"/>
          <w:lang w:bidi="bn-IN"/>
        </w:rPr>
      </w:pPr>
      <w:bookmarkStart w:id="52" w:name="_Toc439886119"/>
      <w:bookmarkStart w:id="53" w:name="_Toc440447879"/>
      <w:r w:rsidRPr="00C70742">
        <w:rPr>
          <w:rFonts w:eastAsiaTheme="minorHAnsi" w:hint="cs"/>
          <w:cs/>
          <w:lang w:bidi="bn-IN"/>
        </w:rPr>
        <w:lastRenderedPageBreak/>
        <w:t>১২</w:t>
      </w:r>
      <w:r w:rsidRPr="00C70742">
        <w:rPr>
          <w:rFonts w:eastAsiaTheme="minorHAnsi"/>
          <w:cs/>
          <w:lang w:bidi="bn-IN"/>
        </w:rPr>
        <w:t xml:space="preserve">- </w:t>
      </w:r>
      <w:r w:rsidRPr="00C70742">
        <w:rPr>
          <w:rFonts w:eastAsiaTheme="minorHAnsi" w:hint="cs"/>
          <w:cs/>
          <w:lang w:bidi="bn-IN"/>
        </w:rPr>
        <w:t>বে</w:t>
      </w:r>
      <w:r w:rsidRPr="00C70742">
        <w:rPr>
          <w:rFonts w:eastAsiaTheme="minorHAnsi"/>
          <w:cs/>
          <w:lang w:bidi="bn-IN"/>
        </w:rPr>
        <w:t>-</w:t>
      </w:r>
      <w:r w:rsidRPr="00C70742">
        <w:rPr>
          <w:rFonts w:eastAsiaTheme="minorHAnsi" w:hint="cs"/>
          <w:cs/>
          <w:lang w:bidi="bn-IN"/>
        </w:rPr>
        <w:t>পর্দা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ও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সঠিকভাবে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পর্দা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করা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নারীরা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প্রকৃত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মুসলমান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নয়</w:t>
      </w:r>
      <w:r w:rsidRPr="00C70742">
        <w:rPr>
          <w:rFonts w:eastAsiaTheme="minorHAnsi"/>
          <w:cs/>
          <w:lang w:bidi="bn-IN"/>
        </w:rPr>
        <w:t xml:space="preserve"> :</w:t>
      </w:r>
      <w:bookmarkEnd w:id="52"/>
      <w:bookmarkEnd w:id="53"/>
      <w:r w:rsidRPr="00C70742">
        <w:rPr>
          <w:rFonts w:eastAsiaTheme="minorHAnsi"/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</w:t>
      </w:r>
      <w:r w:rsidRPr="005A2C80">
        <w:t xml:space="preserve"> </w:t>
      </w:r>
      <w:r w:rsidRPr="005A2C80">
        <w:rPr>
          <w:cs/>
          <w:lang w:bidi="bn-IN"/>
        </w:rPr>
        <w:t>বলেছেন :</w:t>
      </w:r>
    </w:p>
    <w:p w:rsidR="00FE4106" w:rsidRPr="005A2C80" w:rsidRDefault="00FE4106" w:rsidP="003A255A">
      <w:pPr>
        <w:pStyle w:val="libAr"/>
      </w:pPr>
      <w:r w:rsidRPr="00C4151B">
        <w:rPr>
          <w:rtl/>
          <w:cs/>
        </w:rPr>
        <w:t xml:space="preserve"> </w:t>
      </w:r>
      <w:r w:rsidRPr="003A255A">
        <w:rPr>
          <w:rFonts w:hint="cs"/>
          <w:rtl/>
        </w:rPr>
        <w:t>ﻟﻴﺲ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ﻣﻨﺎ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ﺗﺸﺒﻪ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ﺑﻐﲑﻧﺎ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যে ব্যক্তি নিজেকে অমুসলমানদের মত করে রাখে</w:t>
      </w:r>
      <w:r w:rsidRPr="005A2C80">
        <w:t xml:space="preserve">, </w:t>
      </w:r>
      <w:r w:rsidRPr="005A2C80">
        <w:rPr>
          <w:cs/>
          <w:lang w:bidi="bn-IN"/>
        </w:rPr>
        <w:t>সে আমাদের মধ্যে নয়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১১৬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ﺗﺸﺒﻪ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ﺑﻘﻮﻡ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ﻓﻬﻮ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ﻣﻨﻬﻢ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যে ব্যক্তি নিজেকে কোন দলের অনুরূপ করে</w:t>
      </w:r>
      <w:r w:rsidRPr="005A2C80">
        <w:t xml:space="preserve">, </w:t>
      </w:r>
      <w:r w:rsidRPr="005A2C80">
        <w:rPr>
          <w:cs/>
          <w:lang w:bidi="bn-IN"/>
        </w:rPr>
        <w:t>সে ঐ দলের অন্তর্ভূক্ত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১১৭</w:t>
      </w:r>
      <w:r w:rsidRPr="00C4151B">
        <w:rPr>
          <w:rStyle w:val="libNormalChar"/>
        </w:rPr>
        <w:t xml:space="preserve"> </w:t>
      </w:r>
    </w:p>
    <w:p w:rsidR="00FE4106" w:rsidRPr="005A2C80" w:rsidRDefault="00C70742" w:rsidP="00FE4106">
      <w:pPr>
        <w:pStyle w:val="libNormal"/>
      </w:pPr>
      <w:r w:rsidRPr="00C70742">
        <w:rPr>
          <w:rFonts w:hint="cs"/>
          <w:cs/>
          <w:lang w:bidi="bn-IN"/>
        </w:rPr>
        <w:t>প্রকৃত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মুসলমান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হচ্ছে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তারাই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নাম</w:t>
      </w:r>
      <w:r w:rsidRPr="00C70742">
        <w:t xml:space="preserve">, </w:t>
      </w:r>
      <w:r w:rsidRPr="00C70742">
        <w:rPr>
          <w:rFonts w:hint="cs"/>
          <w:cs/>
          <w:lang w:bidi="bn-IN"/>
        </w:rPr>
        <w:t>পোশাক</w:t>
      </w:r>
      <w:r w:rsidRPr="00C70742">
        <w:t xml:space="preserve">, </w:t>
      </w:r>
      <w:r w:rsidRPr="00C70742">
        <w:rPr>
          <w:rFonts w:hint="cs"/>
          <w:cs/>
          <w:lang w:bidi="bn-IN"/>
        </w:rPr>
        <w:t>চলা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ফেরা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খাওয়া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দাওয়া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গৃহ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নির্মাণ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কৌশল</w:t>
      </w:r>
      <w:r w:rsidRPr="00C70742">
        <w:t xml:space="preserve">, </w:t>
      </w:r>
      <w:r w:rsidRPr="00C70742">
        <w:rPr>
          <w:rFonts w:hint="cs"/>
          <w:cs/>
          <w:lang w:bidi="bn-IN"/>
        </w:rPr>
        <w:t>ঘরের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আসবাবপত্র</w:t>
      </w:r>
      <w:r w:rsidRPr="00C70742">
        <w:t xml:space="preserve">, </w:t>
      </w:r>
      <w:r w:rsidRPr="00C70742">
        <w:rPr>
          <w:rFonts w:hint="cs"/>
          <w:cs/>
          <w:lang w:bidi="bn-IN"/>
        </w:rPr>
        <w:t>সামাজিকতাসহ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সমস্ত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কিছুই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কথায়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সংস্কৃতি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আদব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কায়দা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সম্পূর্ণরূপে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রাসূল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সা</w:t>
      </w:r>
      <w:r w:rsidRPr="00C70742">
        <w:rPr>
          <w:cs/>
          <w:lang w:bidi="bn-IN"/>
        </w:rPr>
        <w:t xml:space="preserve">.)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ইমামগণ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আ</w:t>
      </w:r>
      <w:r w:rsidRPr="00C70742">
        <w:rPr>
          <w:cs/>
          <w:lang w:bidi="bn-IN"/>
        </w:rPr>
        <w:t>.)-</w:t>
      </w:r>
      <w:r w:rsidRPr="00C70742">
        <w:rPr>
          <w:rFonts w:hint="cs"/>
          <w:cs/>
          <w:lang w:bidi="bn-IN"/>
        </w:rPr>
        <w:t>এর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কাছ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গ্রহণ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কাফেরদের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চলা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ফেরা</w:t>
      </w:r>
      <w:r w:rsidRPr="00C70742">
        <w:t>,</w:t>
      </w:r>
      <w:r w:rsidRPr="00C70742">
        <w:rPr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ইত্যাদির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অথ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হর্চ্ছে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রসম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রেওয়াজকে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স্বীকৃতি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দেয়া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একজন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হিসেবে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পরিচয়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দেয়া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অনুকরণ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অনুসরণ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দেখা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আমাদের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আক্বীদা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বিশ্বাসের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নেতিবাচক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প্রভাব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পড়েছে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হয়তো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এমনও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ঐ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প্রকৃত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সত্য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পথ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বিচ্যুত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পড়বে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C70742" w:rsidRPr="00C6693F" w:rsidRDefault="00C70742" w:rsidP="00C6693F">
      <w:r>
        <w:rPr>
          <w:lang w:bidi="bn-IN"/>
        </w:rPr>
        <w:br w:type="page"/>
      </w:r>
    </w:p>
    <w:p w:rsidR="00C70742" w:rsidRPr="00C70742" w:rsidRDefault="00C70742" w:rsidP="00C70742">
      <w:pPr>
        <w:pStyle w:val="Heading2"/>
      </w:pPr>
      <w:bookmarkStart w:id="54" w:name="_Toc439886120"/>
      <w:bookmarkStart w:id="55" w:name="_Toc440447880"/>
      <w:r w:rsidRPr="00C70742">
        <w:rPr>
          <w:rFonts w:hint="cs"/>
          <w:cs/>
          <w:lang w:bidi="bn-IN"/>
        </w:rPr>
        <w:lastRenderedPageBreak/>
        <w:t>১৩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প্রসিদ্ধি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লাভের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উদ্দেশ্যে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অপ্রচলিত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নতুন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</w:t>
      </w:r>
      <w:r w:rsidRPr="00C70742">
        <w:rPr>
          <w:cs/>
          <w:lang w:bidi="bn-IN"/>
        </w:rPr>
        <w:t xml:space="preserve"> :</w:t>
      </w:r>
      <w:bookmarkEnd w:id="54"/>
      <w:bookmarkEnd w:id="55"/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এই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এমনই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সমাজে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তেমন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প্রচলিত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কেউ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সকলেই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লক্ষ্য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আলেম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মার্জায়ে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তাকলীদ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বুজুর্গ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ব্যক্তিগণ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বলেছেন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ঐরূপ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হচ্ছে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হারাম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অবশ্যই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লক্ষ্য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উচিৎ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তারা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উপযুক্ত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পরিধান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ঐ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ডিজাইনের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এখন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ফ্যাশন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হয়েছে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হবে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এমনটা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কেননা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কাফেরদের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সদৃশ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হওয়ার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তাঁর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রাসূলের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সা</w:t>
      </w:r>
      <w:r w:rsidRPr="00C70742">
        <w:rPr>
          <w:cs/>
          <w:lang w:bidi="bn-IN"/>
        </w:rPr>
        <w:t xml:space="preserve">.)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সম্মতি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প্রকৃত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পক্ষে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ধরনের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কাজ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ইসলামের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শত্রুদেরকে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সন্তুষ্ট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খুশী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থাকে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FE4106" w:rsidRPr="009C15B9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ফ্যাশন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আধুনিকতার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নামে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অপ্রচলিত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মানুষ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আল্লাহ্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য়ালার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কৃপা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পাওয়ার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উপযুক্ততা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হারায়</w:t>
      </w:r>
      <w:r w:rsidRPr="00C70742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9C15B9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5A2C80" w:rsidRDefault="00FE4106" w:rsidP="00623425">
      <w:pPr>
        <w:pStyle w:val="libAr"/>
      </w:pPr>
      <w:r w:rsidRPr="005A2C80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ﻟﺒﺲ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ﻣﺸﻬﻮﺭﺍ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ﺍﻟﺜﻴﺎﺏ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ﺃﻋﺮﺽ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ﺍﷲ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ﻋﻨﻪ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ﻳﻮﻡ</w:t>
      </w:r>
      <w:r w:rsidRPr="00C4151B">
        <w:rPr>
          <w:rtl/>
        </w:rPr>
        <w:t xml:space="preserve"> </w:t>
      </w:r>
      <w:r w:rsidRPr="005A2C80">
        <w:rPr>
          <w:rFonts w:hint="cs"/>
          <w:rtl/>
        </w:rPr>
        <w:t>ﺍﻟﻘﻴﺎﻣﺔ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যে ব্যক্তি প্রসিদ্ধি লাভের উদ্দেশ্যে অপ্রচলিত পোশাক পরে</w:t>
      </w:r>
      <w:r w:rsidRPr="005A2C80">
        <w:t xml:space="preserve">, </w:t>
      </w:r>
      <w:r w:rsidRPr="005A2C80">
        <w:rPr>
          <w:cs/>
          <w:lang w:bidi="bn-IN"/>
        </w:rPr>
        <w:t>আল্লাহ তা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য়ালা কিয়ামতের দিনে তার থেকে মুখ ফিরিয়ে নিবেন ।</w:t>
      </w:r>
      <w:r w:rsidRPr="00C4151B">
        <w:rPr>
          <w:rStyle w:val="libNormalChar"/>
        </w:rPr>
        <w:t xml:space="preserve"> </w:t>
      </w:r>
    </w:p>
    <w:p w:rsidR="00C70742" w:rsidRDefault="00C70742" w:rsidP="00C6693F">
      <w:pPr>
        <w:pStyle w:val="libNormal"/>
      </w:pPr>
      <w:r>
        <w:br w:type="page"/>
      </w:r>
    </w:p>
    <w:p w:rsidR="00C70742" w:rsidRDefault="00C70742" w:rsidP="00826A9D">
      <w:pPr>
        <w:pStyle w:val="Heading2"/>
        <w:rPr>
          <w:lang w:bidi="bn-IN"/>
        </w:rPr>
      </w:pPr>
      <w:bookmarkStart w:id="56" w:name="_Toc439886121"/>
      <w:bookmarkStart w:id="57" w:name="_Toc440447881"/>
      <w:r w:rsidRPr="00C70742">
        <w:rPr>
          <w:rFonts w:eastAsiaTheme="minorHAnsi" w:hint="cs"/>
          <w:cs/>
          <w:lang w:bidi="bn-IN"/>
        </w:rPr>
        <w:lastRenderedPageBreak/>
        <w:t>১৪</w:t>
      </w:r>
      <w:r w:rsidRPr="00C70742">
        <w:rPr>
          <w:rFonts w:eastAsiaTheme="minorHAnsi"/>
          <w:cs/>
          <w:lang w:bidi="bn-IN"/>
        </w:rPr>
        <w:t xml:space="preserve">- </w:t>
      </w:r>
      <w:r w:rsidRPr="00C70742">
        <w:rPr>
          <w:rFonts w:eastAsiaTheme="minorHAnsi" w:hint="cs"/>
          <w:cs/>
          <w:lang w:bidi="bn-IN"/>
        </w:rPr>
        <w:t>যে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নারীরা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নিজেদেরকে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পুরুষের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অনুরূপ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করে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রাখে</w:t>
      </w:r>
      <w:r w:rsidRPr="00C70742">
        <w:rPr>
          <w:rFonts w:eastAsiaTheme="minorHAnsi"/>
        </w:rPr>
        <w:t xml:space="preserve">, </w:t>
      </w:r>
      <w:r w:rsidRPr="00C70742">
        <w:rPr>
          <w:rFonts w:eastAsiaTheme="minorHAnsi" w:hint="cs"/>
          <w:cs/>
          <w:lang w:bidi="bn-IN"/>
        </w:rPr>
        <w:t>তারা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আখিরাতে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মুক্তি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পাবে</w:t>
      </w:r>
      <w:r w:rsidRPr="00C70742">
        <w:rPr>
          <w:rFonts w:eastAsiaTheme="minorHAnsi"/>
          <w:cs/>
          <w:lang w:bidi="bn-IN"/>
        </w:rPr>
        <w:t xml:space="preserve"> </w:t>
      </w:r>
      <w:r w:rsidRPr="00C70742">
        <w:rPr>
          <w:rFonts w:eastAsiaTheme="minorHAnsi" w:hint="cs"/>
          <w:cs/>
          <w:lang w:bidi="bn-IN"/>
        </w:rPr>
        <w:t>না</w:t>
      </w:r>
      <w:r w:rsidRPr="00C70742">
        <w:rPr>
          <w:rFonts w:eastAsiaTheme="minorHAnsi"/>
          <w:cs/>
          <w:lang w:bidi="bn-IN"/>
        </w:rPr>
        <w:t xml:space="preserve"> :</w:t>
      </w:r>
      <w:bookmarkEnd w:id="56"/>
      <w:bookmarkEnd w:id="57"/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3A255A" w:rsidRDefault="00FE4106" w:rsidP="00CC77CA">
      <w:pPr>
        <w:pStyle w:val="libAr"/>
      </w:pPr>
      <w:r w:rsidRPr="00CC77CA">
        <w:rPr>
          <w:rFonts w:hint="cs"/>
          <w:rtl/>
        </w:rPr>
        <w:t>ﺛﻼﺛﺔ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ﻻﻳﺪﺧﻠﻮﻥ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ﺍﳉﻨﺔﺍﺍﺑﺪﹰ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ﺍﻟﺪﻳﻮﺙ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ﻭ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ﺍﻟﺮﺟﻠﺔ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ﻣﻦ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ﺍ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ﻟﻨﺴﺎﺀ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ﻭ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ﻣﺪﻣﻦ</w:t>
      </w:r>
      <w:r w:rsidRPr="003A255A">
        <w:rPr>
          <w:rtl/>
        </w:rPr>
        <w:t xml:space="preserve"> </w:t>
      </w:r>
      <w:r w:rsidRPr="00CC77CA">
        <w:rPr>
          <w:rFonts w:hint="cs"/>
          <w:rtl/>
        </w:rPr>
        <w:t>ﺍﳋﻤﺮ</w:t>
      </w:r>
      <w:r w:rsidRPr="003A255A"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তিনটি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দল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কখনই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বেহেশতে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প্রবেশ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: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১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দাইয়্যুছ</w:t>
      </w:r>
      <w:r w:rsidRPr="00C70742">
        <w:t xml:space="preserve">, </w:t>
      </w:r>
      <w:r w:rsidRPr="00C70742">
        <w:rPr>
          <w:rFonts w:hint="cs"/>
          <w:cs/>
          <w:lang w:bidi="bn-IN"/>
        </w:rPr>
        <w:t>অর্থাৎ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ব্যক্তি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স্ত্রী</w:t>
      </w:r>
      <w:r w:rsidRPr="00C70742">
        <w:t xml:space="preserve">, </w:t>
      </w:r>
      <w:r w:rsidRPr="00C70742">
        <w:rPr>
          <w:rFonts w:hint="cs"/>
          <w:cs/>
          <w:lang w:bidi="bn-IN"/>
        </w:rPr>
        <w:t>কন্যার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ব্যাপারে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খবর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অর্থাৎ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পর্দার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ব্যাপারে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উদাসীন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২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চলা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ফেরাও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ঠিক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মতই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৩</w:t>
      </w:r>
      <w:r w:rsidRPr="00C70742">
        <w:rPr>
          <w:cs/>
          <w:lang w:bidi="bn-IN"/>
        </w:rPr>
        <w:t xml:space="preserve">- </w:t>
      </w:r>
      <w:r w:rsidRPr="00C70742">
        <w:rPr>
          <w:rFonts w:hint="cs"/>
          <w:cs/>
          <w:lang w:bidi="bn-IN"/>
        </w:rPr>
        <w:t>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ব্যক্তি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মদ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rStyle w:val="libFootnotenumChar"/>
          <w:rFonts w:hint="cs"/>
          <w:cs/>
          <w:lang w:bidi="bn-IN"/>
        </w:rPr>
        <w:t>১১৮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নারী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মধ্যে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বিভিন্ন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পার্থক্য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রয়েছে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আগেই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ব্যাপারে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আলোচনা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হয়েছে</w:t>
      </w:r>
      <w:r w:rsidRPr="00C70742">
        <w:rPr>
          <w:cs/>
          <w:lang w:bidi="bn-IN"/>
        </w:rPr>
        <w:t xml:space="preserve">)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চলা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ফেরা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মধ্যেও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পার্থক্য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বিদ্যমান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সুতরাং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অবশ্যই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t xml:space="preserve">, </w:t>
      </w:r>
      <w:r w:rsidRPr="00C70742">
        <w:rPr>
          <w:rFonts w:hint="cs"/>
          <w:cs/>
          <w:lang w:bidi="bn-IN"/>
        </w:rPr>
        <w:t>চলা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ফেরা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ইত্যাদি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ক্ষেত্রে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তদ্রূপ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বরং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স্বভাব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প্রকৃতিগত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বিশেষ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দৃষ্টি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রাসূল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সা</w:t>
      </w:r>
      <w:r w:rsidRPr="00C70742">
        <w:rPr>
          <w:cs/>
          <w:lang w:bidi="bn-IN"/>
        </w:rPr>
        <w:t xml:space="preserve">.) </w:t>
      </w:r>
      <w:r w:rsidRPr="00C70742">
        <w:rPr>
          <w:rFonts w:hint="cs"/>
          <w:cs/>
          <w:lang w:bidi="bn-IN"/>
        </w:rPr>
        <w:t>বলেছেন</w:t>
      </w:r>
      <w:r w:rsidRPr="00C70742">
        <w:rPr>
          <w:cs/>
          <w:lang w:bidi="bn-IN"/>
        </w:rPr>
        <w:t xml:space="preserve"> : </w:t>
      </w:r>
      <w:r w:rsidRPr="00C70742">
        <w:rPr>
          <w:rFonts w:hint="cs"/>
          <w:cs/>
          <w:lang w:bidi="bn-IN"/>
        </w:rPr>
        <w:t>আল্লাহ্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য়ালা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সেই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নত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বর্ষণ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করুন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তিনি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ঐ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সব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পুরুষের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উপরও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লা</w:t>
      </w:r>
      <w:r w:rsidRPr="00C70742">
        <w:rPr>
          <w:rFonts w:hint="eastAsia"/>
        </w:rPr>
        <w:t>’</w:t>
      </w:r>
      <w:r w:rsidRPr="00C70742">
        <w:rPr>
          <w:rFonts w:hint="cs"/>
          <w:cs/>
          <w:lang w:bidi="bn-IN"/>
        </w:rPr>
        <w:t>নত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বর্ষণ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করুন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নারীর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অনুরূপ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rStyle w:val="libFootnotenumChar"/>
          <w:rFonts w:hint="cs"/>
          <w:cs/>
          <w:lang w:bidi="bn-IN"/>
        </w:rPr>
        <w:t>১১৯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এই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বিষয়টির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প্রতি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একজন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দৃষ্টি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কেননা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একজন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অবশ্যই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উচিৎ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সে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ব্যাপারে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লক্ষ্য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যেভাবে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সম্মানিত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ব্যক্তিরা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উপযুক্ত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পরিধান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করেছেন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ঠিক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সেভাবে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যুবকরাও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উপযুক্ত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পরিধান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করবে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অন্যদিকে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বয়োজ্যোষ্ঠরা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অবশ্যই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পরিধানের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সময়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বিশেষ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দৃষ্টি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রাখবেন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অবশ্যই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এমন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পরবেন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শানে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বেমানান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এটা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অত্যন্ত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দৃষ্টি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কটু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একজন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বয়স্ক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ব্যক্তি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পরবেন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lastRenderedPageBreak/>
        <w:t>রাসূল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সা</w:t>
      </w:r>
      <w:r w:rsidRPr="00C70742">
        <w:rPr>
          <w:cs/>
          <w:lang w:bidi="bn-IN"/>
        </w:rPr>
        <w:t xml:space="preserve">.) </w:t>
      </w:r>
      <w:r w:rsidRPr="00C70742">
        <w:rPr>
          <w:rFonts w:hint="cs"/>
          <w:cs/>
          <w:lang w:bidi="bn-IN"/>
        </w:rPr>
        <w:t>বলেছেন</w:t>
      </w:r>
      <w:r w:rsidRPr="00C70742">
        <w:rPr>
          <w:cs/>
          <w:lang w:bidi="bn-IN"/>
        </w:rPr>
        <w:t xml:space="preserve"> : </w:t>
      </w:r>
    </w:p>
    <w:p w:rsidR="00C70742" w:rsidRPr="00C6693F" w:rsidRDefault="00C70742" w:rsidP="00C70742">
      <w:pPr>
        <w:pStyle w:val="libAr"/>
      </w:pPr>
      <w:r w:rsidRPr="00C70742">
        <w:rPr>
          <w:rFonts w:hint="cs"/>
          <w:rtl/>
        </w:rPr>
        <w:t>خیر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ﺷﺒﺎﺑﻜﻢ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ﻣﻦ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ﺗﺸﺒﻪ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ﺑﻜﻬﻮﻟﻜﻢ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ﻭ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ﺷﺮ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ﻛﻬﻮﻟﻜﻢ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ﻣﻦ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ﺗﺸﺒﻪ</w:t>
      </w:r>
      <w:r w:rsidRPr="00C70742">
        <w:rPr>
          <w:rtl/>
        </w:rPr>
        <w:t xml:space="preserve"> </w:t>
      </w:r>
      <w:r w:rsidRPr="00C70742">
        <w:rPr>
          <w:rFonts w:hint="cs"/>
          <w:rtl/>
        </w:rPr>
        <w:t>ﺑﺸﺒﺎﺑﻜﻢ</w:t>
      </w:r>
      <w:r w:rsidRPr="00C6693F">
        <w:rPr>
          <w:rtl/>
          <w:cs/>
        </w:rPr>
        <w:t xml:space="preserve"> </w:t>
      </w:r>
    </w:p>
    <w:p w:rsidR="00C70742" w:rsidRPr="00C70742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উত্তম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হচ্ছে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তারাই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নিজেদেরকে</w:t>
      </w:r>
      <w:r w:rsidRPr="00C70742">
        <w:rPr>
          <w:cs/>
          <w:lang w:bidi="bn-IN"/>
        </w:rPr>
        <w:t xml:space="preserve"> (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চাল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চলন</w:t>
      </w:r>
      <w:r w:rsidRPr="00C70742">
        <w:rPr>
          <w:cs/>
          <w:lang w:bidi="bn-IN"/>
        </w:rPr>
        <w:t xml:space="preserve">) </w:t>
      </w:r>
      <w:r w:rsidRPr="00C70742">
        <w:rPr>
          <w:rFonts w:hint="cs"/>
          <w:cs/>
          <w:lang w:bidi="bn-IN"/>
        </w:rPr>
        <w:t>বয়স্কদের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সদৃশ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এবং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নিকৃষ্টতম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বৃদ্ধ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তারাই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যারা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নিজেদেরকে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সদৃশ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rStyle w:val="libFootnotenumChar"/>
          <w:rFonts w:hint="cs"/>
          <w:cs/>
          <w:lang w:bidi="bn-IN"/>
        </w:rPr>
        <w:t>১২০</w:t>
      </w:r>
      <w:r w:rsidRPr="00C70742">
        <w:rPr>
          <w:rStyle w:val="libFootnotenumChar"/>
          <w:cs/>
          <w:lang w:bidi="bn-IN"/>
        </w:rPr>
        <w:t xml:space="preserve"> </w:t>
      </w:r>
    </w:p>
    <w:p w:rsidR="00FE4106" w:rsidRPr="005A2C80" w:rsidRDefault="00C70742" w:rsidP="00C70742">
      <w:pPr>
        <w:pStyle w:val="libNormal"/>
      </w:pPr>
      <w:r w:rsidRPr="00C70742">
        <w:rPr>
          <w:rFonts w:hint="cs"/>
          <w:cs/>
          <w:lang w:bidi="bn-IN"/>
        </w:rPr>
        <w:t>অবশ্যই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আমাদের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হাদীসের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দিকে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লক্ষ্য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উচিৎ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t xml:space="preserve">, </w:t>
      </w:r>
      <w:r w:rsidRPr="00C70742">
        <w:rPr>
          <w:rFonts w:hint="cs"/>
          <w:cs/>
          <w:lang w:bidi="bn-IN"/>
        </w:rPr>
        <w:t>এই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হাদীসে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অনুসরণের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ক্ষেত্রে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কোন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নির্দিষ্ট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বলা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হয়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কারণে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যুবকরা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বড়দের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কাছ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অনেক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যেমন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নৈতিকতা</w:t>
      </w:r>
      <w:r w:rsidRPr="00C70742">
        <w:t xml:space="preserve">, </w:t>
      </w:r>
      <w:r w:rsidRPr="00C70742">
        <w:rPr>
          <w:rFonts w:hint="cs"/>
          <w:cs/>
          <w:lang w:bidi="bn-IN"/>
        </w:rPr>
        <w:t>ইবাদত</w:t>
      </w:r>
      <w:r w:rsidRPr="00C70742">
        <w:t xml:space="preserve">, </w:t>
      </w:r>
      <w:r w:rsidRPr="00C70742">
        <w:rPr>
          <w:rFonts w:hint="cs"/>
          <w:cs/>
          <w:lang w:bidi="bn-IN"/>
        </w:rPr>
        <w:t>জ্ঞানগত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বিষয়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ছাড়াও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অন্যান্য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শিক্ষা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এমনকি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নির্বাচনের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ক্ষেত্রে</w:t>
      </w:r>
      <w:r w:rsidRPr="00C70742">
        <w:t>,</w:t>
      </w:r>
      <w:r w:rsidRPr="00C70742">
        <w:rPr>
          <w:lang w:bidi="bn-IN"/>
        </w:rPr>
        <w:t xml:space="preserve"> </w:t>
      </w:r>
      <w:r w:rsidRPr="00C70742">
        <w:rPr>
          <w:rFonts w:hint="cs"/>
          <w:cs/>
          <w:lang w:bidi="bn-IN"/>
        </w:rPr>
        <w:t>রং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পছন্দের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ক্ষেত্রে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তাদের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মতামত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গ্রহণ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করতে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পারে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hi-IN"/>
        </w:rPr>
        <w:t>।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সাথে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সাথে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যে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সকল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পরলে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অন্যরা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দেখা</w:t>
      </w:r>
      <w:r w:rsidRPr="00C70742">
        <w:rPr>
          <w:cs/>
          <w:lang w:bidi="bn-IN"/>
        </w:rPr>
        <w:t>-</w:t>
      </w:r>
      <w:r w:rsidRPr="00C70742">
        <w:rPr>
          <w:rFonts w:hint="cs"/>
          <w:cs/>
          <w:lang w:bidi="bn-IN"/>
        </w:rPr>
        <w:t>দেখি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করে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এমন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ধরনের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পোশাক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পরা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থেকে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দূরে</w:t>
      </w:r>
      <w:r w:rsidRPr="00C70742">
        <w:rPr>
          <w:cs/>
          <w:lang w:bidi="bn-IN"/>
        </w:rPr>
        <w:t xml:space="preserve"> </w:t>
      </w:r>
      <w:r w:rsidRPr="00C70742">
        <w:rPr>
          <w:rFonts w:hint="cs"/>
          <w:cs/>
          <w:lang w:bidi="bn-IN"/>
        </w:rPr>
        <w:t>থাকবে।</w:t>
      </w:r>
    </w:p>
    <w:p w:rsidR="00826A9D" w:rsidRPr="00C6693F" w:rsidRDefault="00826A9D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7C78A2" w:rsidRDefault="00FE4106" w:rsidP="00826A9D">
      <w:pPr>
        <w:pStyle w:val="Heading2"/>
      </w:pPr>
      <w:bookmarkStart w:id="58" w:name="_Toc439886122"/>
      <w:bookmarkStart w:id="59" w:name="_Toc440447882"/>
      <w:r w:rsidRPr="009C15B9">
        <w:rPr>
          <w:rFonts w:hint="cs"/>
          <w:cs/>
          <w:lang w:bidi="bn-IN"/>
        </w:rPr>
        <w:lastRenderedPageBreak/>
        <w:t>১৫</w:t>
      </w:r>
      <w:r w:rsidRPr="00623425">
        <w:rPr>
          <w:rFonts w:hint="cs"/>
          <w:rtl/>
          <w:cs/>
        </w:rPr>
        <w:t xml:space="preserve">- </w:t>
      </w:r>
      <w:r w:rsidRPr="009C15B9">
        <w:rPr>
          <w:rFonts w:hint="cs"/>
          <w:cs/>
          <w:lang w:bidi="bn-IN"/>
        </w:rPr>
        <w:t>বে</w:t>
      </w:r>
      <w:r w:rsidRPr="00623425">
        <w:rPr>
          <w:rFonts w:hint="cs"/>
          <w:rtl/>
          <w:cs/>
        </w:rPr>
        <w:t>-</w:t>
      </w:r>
      <w:r w:rsidRPr="009C15B9">
        <w:rPr>
          <w:rFonts w:hint="cs"/>
          <w:cs/>
          <w:lang w:bidi="bn-IN"/>
        </w:rPr>
        <w:t>পর্দা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সঠিকভাবে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পর্দা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হচ্ছে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মুনাফিকদের</w:t>
      </w:r>
      <w:r w:rsidRPr="007C78A2">
        <w:t xml:space="preserve"> </w:t>
      </w:r>
      <w:r w:rsidRPr="009C15B9">
        <w:rPr>
          <w:rFonts w:hint="cs"/>
          <w:cs/>
          <w:lang w:bidi="bn-IN"/>
        </w:rPr>
        <w:t>সারিতে</w:t>
      </w:r>
      <w:r w:rsidRPr="00623425">
        <w:rPr>
          <w:rFonts w:hint="cs"/>
          <w:rtl/>
          <w:cs/>
        </w:rPr>
        <w:t xml:space="preserve"> </w:t>
      </w:r>
      <w:r w:rsidRPr="007C78A2">
        <w:rPr>
          <w:rtl/>
          <w:cs/>
        </w:rPr>
        <w:t>:</w:t>
      </w:r>
      <w:bookmarkEnd w:id="58"/>
      <w:bookmarkEnd w:id="59"/>
      <w:r w:rsidRPr="007C78A2">
        <w:rPr>
          <w:rtl/>
          <w:cs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রাসূল (সা.) বলেছেন :</w:t>
      </w:r>
      <w:r w:rsidRPr="005A2C80">
        <w:t xml:space="preserve"> </w:t>
      </w:r>
    </w:p>
    <w:p w:rsidR="00FE4106" w:rsidRPr="00623425" w:rsidRDefault="00FE4106" w:rsidP="00623425">
      <w:pPr>
        <w:pStyle w:val="libAr"/>
      </w:pPr>
      <w:r w:rsidRPr="00623425">
        <w:rPr>
          <w:rFonts w:hint="cs"/>
          <w:rtl/>
        </w:rPr>
        <w:t>خیر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ﻧﺴﺎﺋﻜﻢ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ﺍﻟﻮﻟﻮﺩ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ﺍﻟﻮﺩﻭﺩ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ﺍﳌﻮﺳﻴﺔ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ﺍﳌﻮﺍﺗﻴﺔ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ﺍﺫﺍ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ﺍﺗﻘﲔ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ﺍﷲ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ﻭ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ﺷﺮ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ﻧﺴﺎﺋﻜﻢ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ﺍﳌﺘﱪﺟﺎﺕ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ﺍﳌﺘﺨﻴﻼﺕ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ﻭﻫﻦ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ﺍﳌﻨﺎﻓﻘﺎﺕ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ﻻﻳﺪﺧﻞ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ﺍﳉﻨﺔ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ﻣﻨﻬﻦ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ﺍﻻ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ﻣﺜﻞ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ﺍﻟﻐﺮﺍﺏ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ﺍﻻﻋﺼﻢ</w:t>
      </w:r>
      <w:r w:rsidRPr="00623425">
        <w:t xml:space="preserve"> </w:t>
      </w:r>
    </w:p>
    <w:p w:rsidR="00826A9D" w:rsidRPr="00826A9D" w:rsidRDefault="00826A9D" w:rsidP="00826A9D">
      <w:pPr>
        <w:pStyle w:val="libNormal"/>
      </w:pPr>
      <w:r w:rsidRPr="00826A9D">
        <w:rPr>
          <w:rFonts w:hint="cs"/>
          <w:cs/>
          <w:lang w:bidi="bn-IN"/>
        </w:rPr>
        <w:t>তোমাদের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মধ্যে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উত্তম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হচ্ছে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তারাই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যারা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সন্তান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জন্ম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দানের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ক্ষমতা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রাখে</w:t>
      </w:r>
      <w:r w:rsidRPr="00826A9D">
        <w:t xml:space="preserve">, </w:t>
      </w:r>
      <w:r w:rsidRPr="00826A9D">
        <w:rPr>
          <w:rFonts w:hint="cs"/>
          <w:cs/>
          <w:lang w:bidi="bn-IN"/>
        </w:rPr>
        <w:t>স্বামীর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প্রতি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আন্তরিক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হয়</w:t>
      </w:r>
      <w:r w:rsidRPr="00826A9D">
        <w:t xml:space="preserve">, </w:t>
      </w:r>
      <w:r w:rsidRPr="00826A9D">
        <w:rPr>
          <w:rFonts w:hint="cs"/>
          <w:cs/>
          <w:lang w:bidi="bn-IN"/>
        </w:rPr>
        <w:t>স্বামীর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সুখ</w:t>
      </w:r>
      <w:r w:rsidRPr="00826A9D">
        <w:rPr>
          <w:cs/>
          <w:lang w:bidi="bn-IN"/>
        </w:rPr>
        <w:t>-</w:t>
      </w:r>
      <w:r w:rsidRPr="00826A9D">
        <w:rPr>
          <w:rFonts w:hint="cs"/>
          <w:cs/>
          <w:lang w:bidi="bn-IN"/>
        </w:rPr>
        <w:t>দুঃখের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অংশীদার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হয়</w:t>
      </w:r>
      <w:r w:rsidRPr="00826A9D">
        <w:t xml:space="preserve">, </w:t>
      </w:r>
      <w:r w:rsidRPr="00826A9D">
        <w:rPr>
          <w:rFonts w:hint="cs"/>
          <w:cs/>
          <w:lang w:bidi="bn-IN"/>
        </w:rPr>
        <w:t>স্বামীকে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মান্য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t xml:space="preserve">, </w:t>
      </w:r>
      <w:r w:rsidRPr="00826A9D">
        <w:rPr>
          <w:rFonts w:hint="cs"/>
          <w:cs/>
          <w:lang w:bidi="bn-IN"/>
        </w:rPr>
        <w:t>এরাই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হচ্ছে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উত্তম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অন্তর্ভুক্ত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তবে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শর্ত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হলো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অবশ্যই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তাকওয়া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থাকতে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হবে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নিকৃষ্টতম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হচ্ছে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তারাই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যারা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স্বামী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ব্যতীত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অন্য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কারো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জন্যে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সাজসজ্জা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থাকে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এবং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স্বামীর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উপর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খবরদারী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ও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নিজের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ইচ্ছা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উপর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চাপিয়ে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দেয়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এরপর</w:t>
      </w:r>
      <w:r w:rsidRPr="00826A9D">
        <w:rPr>
          <w:cs/>
          <w:lang w:bidi="bn-IN"/>
        </w:rPr>
        <w:t xml:space="preserve"> (</w:t>
      </w:r>
      <w:r w:rsidRPr="00826A9D">
        <w:rPr>
          <w:rFonts w:hint="cs"/>
          <w:cs/>
          <w:lang w:bidi="bn-IN"/>
        </w:rPr>
        <w:t>সা</w:t>
      </w:r>
      <w:r w:rsidRPr="00826A9D">
        <w:rPr>
          <w:cs/>
          <w:lang w:bidi="bn-IN"/>
        </w:rPr>
        <w:t xml:space="preserve">.) </w:t>
      </w:r>
      <w:r w:rsidRPr="00826A9D">
        <w:rPr>
          <w:rFonts w:hint="cs"/>
          <w:cs/>
          <w:lang w:bidi="bn-IN"/>
        </w:rPr>
        <w:t>রাসূল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আরো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বলেন</w:t>
      </w:r>
      <w:r w:rsidRPr="00826A9D">
        <w:rPr>
          <w:cs/>
          <w:lang w:bidi="bn-IN"/>
        </w:rPr>
        <w:t xml:space="preserve"> : </w:t>
      </w:r>
      <w:r w:rsidRPr="00826A9D">
        <w:rPr>
          <w:rFonts w:hint="cs"/>
          <w:cs/>
          <w:lang w:bidi="bn-IN"/>
        </w:rPr>
        <w:t>এই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দ্বিতীয়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প্রকৃতির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নারীরাই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হচ্ছে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মুনাফিক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এমনকি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গলায়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সাদা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রেখাধারী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কাকের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সমপরিমানেও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বেহেশতে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যাবে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</w:t>
      </w:r>
      <w:r w:rsidRPr="00826A9D">
        <w:rPr>
          <w:cs/>
          <w:lang w:bidi="bn-IN"/>
        </w:rPr>
        <w:t xml:space="preserve"> (</w:t>
      </w:r>
      <w:r w:rsidRPr="00826A9D">
        <w:rPr>
          <w:rFonts w:hint="cs"/>
          <w:cs/>
          <w:lang w:bidi="bn-IN"/>
        </w:rPr>
        <w:t>অর্থাৎ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স্বল্পসংখ্যকই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বেহেশতে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যাবে</w:t>
      </w:r>
      <w:r w:rsidRPr="00826A9D">
        <w:rPr>
          <w:cs/>
          <w:lang w:bidi="bn-IN"/>
        </w:rPr>
        <w:t xml:space="preserve">)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</w:p>
    <w:p w:rsidR="00826A9D" w:rsidRPr="00826A9D" w:rsidRDefault="00826A9D" w:rsidP="00826A9D">
      <w:pPr>
        <w:pStyle w:val="libNormal"/>
      </w:pPr>
      <w:r w:rsidRPr="00826A9D">
        <w:rPr>
          <w:rFonts w:hint="cs"/>
          <w:cs/>
          <w:lang w:bidi="bn-IN"/>
        </w:rPr>
        <w:t>তাকওয়া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সম্পন্ন</w:t>
      </w:r>
      <w:r w:rsidRPr="00826A9D">
        <w:t xml:space="preserve">, </w:t>
      </w:r>
      <w:r w:rsidRPr="00826A9D">
        <w:rPr>
          <w:rFonts w:hint="cs"/>
          <w:cs/>
          <w:lang w:bidi="bn-IN"/>
        </w:rPr>
        <w:t>দ্বীনদার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ও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উপযুক্ত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তারাই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যারা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স্বামীদের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জন্য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সাজসজ্জা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এবং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স্বামীর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খেদমত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ও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উপর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কথা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বলে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</w:t>
      </w:r>
      <w:r w:rsidRPr="00826A9D">
        <w:rPr>
          <w:cs/>
          <w:lang w:bidi="bn-IN"/>
        </w:rPr>
        <w:t>-</w:t>
      </w:r>
      <w:r w:rsidRPr="00826A9D">
        <w:rPr>
          <w:rFonts w:hint="cs"/>
          <w:cs/>
          <w:lang w:bidi="bn-IN"/>
        </w:rPr>
        <w:t>মাহরাম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ব্যক্তির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সামনে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নিজেকে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ঢেকে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রাখে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এবং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আড়ালে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থাকে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সাথে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সাথে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সব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ধরনের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অঙ্গভঙ্গী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ও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উত্তেজক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পোশাক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থেকে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বিরত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থাকে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</w:p>
    <w:p w:rsidR="00FE4106" w:rsidRPr="005A2C80" w:rsidRDefault="00826A9D" w:rsidP="00826A9D">
      <w:pPr>
        <w:pStyle w:val="libNormal"/>
      </w:pPr>
      <w:r w:rsidRPr="00826A9D">
        <w:rPr>
          <w:rFonts w:hint="cs"/>
          <w:cs/>
          <w:lang w:bidi="bn-IN"/>
        </w:rPr>
        <w:t>আর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যে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সকল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স্বামীর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জন্য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সাজসজ্জা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</w:t>
      </w:r>
      <w:r w:rsidRPr="00826A9D">
        <w:t xml:space="preserve">, </w:t>
      </w:r>
      <w:r w:rsidRPr="00826A9D">
        <w:rPr>
          <w:rFonts w:hint="cs"/>
          <w:cs/>
          <w:lang w:bidi="bn-IN"/>
        </w:rPr>
        <w:t>অহংকারী</w:t>
      </w:r>
      <w:r w:rsidRPr="00826A9D">
        <w:t xml:space="preserve">, </w:t>
      </w:r>
      <w:r w:rsidRPr="00826A9D">
        <w:rPr>
          <w:rFonts w:hint="cs"/>
          <w:cs/>
          <w:lang w:bidi="bn-IN"/>
        </w:rPr>
        <w:t>স্বার্থপর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এবং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</w:t>
      </w:r>
      <w:r w:rsidRPr="00826A9D">
        <w:rPr>
          <w:cs/>
          <w:lang w:bidi="bn-IN"/>
        </w:rPr>
        <w:t>-</w:t>
      </w:r>
      <w:r w:rsidRPr="00826A9D">
        <w:rPr>
          <w:rFonts w:hint="cs"/>
          <w:cs/>
          <w:lang w:bidi="bn-IN"/>
        </w:rPr>
        <w:t>মাহরামদের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জন্য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সাজসজ্জা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সাথে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সাথে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বিনয়ী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ভাব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প্রকাশ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হচ্ছে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মুনাফিকদের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মত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বহুরূপী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মানুষ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কেননা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বাহ্যিকভাবে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সে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নিজেকে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বন্ধু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এবং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ভিতরে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ভিতরে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শত্রুতা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পোষণ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ধরনের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নারীরা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খুব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কমই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বেহেশতে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প্রবেশ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করবে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কেননা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বেহেশত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তো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তাকওয়া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ও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উত্তম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আমলের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ফলশ্রুতিতে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হাতে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আসে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hi-IN"/>
        </w:rPr>
        <w:t>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তারা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এ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ধরনের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আমল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দ্বারা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নিজেদের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জন্য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জাহান্নামের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অগ্নি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শিখাকে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আরো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উত্তপ্ত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করে</w:t>
      </w:r>
      <w:r w:rsidRPr="00826A9D">
        <w:rPr>
          <w:cs/>
          <w:lang w:bidi="bn-IN"/>
        </w:rPr>
        <w:t xml:space="preserve"> </w:t>
      </w:r>
      <w:r w:rsidRPr="00826A9D">
        <w:rPr>
          <w:rFonts w:hint="cs"/>
          <w:cs/>
          <w:lang w:bidi="bn-IN"/>
        </w:rPr>
        <w:t>থাকে</w:t>
      </w:r>
      <w:r w:rsidRPr="00826A9D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826A9D" w:rsidRPr="00C6693F" w:rsidRDefault="00826A9D" w:rsidP="00C6693F">
      <w:r>
        <w:br w:type="page"/>
      </w:r>
    </w:p>
    <w:p w:rsidR="00FE4106" w:rsidRPr="007C78A2" w:rsidRDefault="00FE4106" w:rsidP="00826A9D">
      <w:pPr>
        <w:pStyle w:val="Heading2"/>
      </w:pPr>
      <w:bookmarkStart w:id="60" w:name="_Toc439886123"/>
      <w:bookmarkStart w:id="61" w:name="_Toc440447883"/>
      <w:r w:rsidRPr="009C15B9">
        <w:rPr>
          <w:rFonts w:hint="cs"/>
          <w:cs/>
          <w:lang w:bidi="bn-IN"/>
        </w:rPr>
        <w:lastRenderedPageBreak/>
        <w:t>১৬</w:t>
      </w:r>
      <w:r w:rsidRPr="00623425">
        <w:rPr>
          <w:rFonts w:hint="cs"/>
          <w:rtl/>
          <w:cs/>
        </w:rPr>
        <w:t xml:space="preserve">- </w:t>
      </w:r>
      <w:r w:rsidRPr="009C15B9">
        <w:rPr>
          <w:rFonts w:hint="cs"/>
          <w:cs/>
          <w:lang w:bidi="bn-IN"/>
        </w:rPr>
        <w:t>খোদাভীতিশূন্য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শয়তান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রূপে</w:t>
      </w:r>
      <w:r w:rsidRPr="00623425">
        <w:rPr>
          <w:rFonts w:hint="cs"/>
          <w:rtl/>
          <w:cs/>
        </w:rPr>
        <w:t xml:space="preserve"> </w:t>
      </w:r>
      <w:r w:rsidRPr="009C15B9">
        <w:rPr>
          <w:cs/>
          <w:lang w:bidi="bn-IN"/>
        </w:rPr>
        <w:t xml:space="preserve">প্রকাশিত হয় </w:t>
      </w:r>
      <w:r w:rsidRPr="007C78A2">
        <w:rPr>
          <w:rtl/>
          <w:cs/>
        </w:rPr>
        <w:t>:</w:t>
      </w:r>
      <w:bookmarkEnd w:id="60"/>
      <w:bookmarkEnd w:id="61"/>
      <w:r w:rsidRPr="007C78A2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রাসূল (সা.) বলেছেন :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ﺍﳌﺮﺃﺓ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ﺗﻘﺒﻞ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ﻗﻰ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ﺻﻮﺭﺓ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ﺷﻴﻄﺎﻥ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ﺗﺪﺑﺮ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ﺻﻮﺭﺓ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ﺷﻴﻄﺎﻥ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ﻓﺎﺫﺍ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ﺭﺃﻯ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ﺃﺣﺪﻛﻢ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ﺇﻣﺮﺃﺓ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ﻓﺎﻋﺠﺒﺘﻪ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ﻓﻠﻴﺄﺕ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ﺃﻫﻠﻪ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ﺫﻟﻚ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ﻳﺮﺩ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ﻧﻔﺴﻪ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নারী শয়তান রূপে আসবে আবার শয়তান রূপে চলে যাবে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যখন তোমাদের কেউ কোন নারীকে দেখে আকর্ষিত হবে তখন তোমরা তোমাদের স্ত্রীদের সংস্পর্শে যাবে</w:t>
      </w:r>
      <w:r w:rsidRPr="005A2C80">
        <w:t xml:space="preserve">, </w:t>
      </w:r>
      <w:r w:rsidRPr="005A2C80">
        <w:rPr>
          <w:cs/>
          <w:lang w:bidi="bn-IN"/>
        </w:rPr>
        <w:t>কেননা এরূপে যা কিছু তোমাদের অন্তরে আছে তা ধ্বংস হয়ে যাবে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১২১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</w:pPr>
    </w:p>
    <w:p w:rsidR="001F5A79" w:rsidRPr="00C6693F" w:rsidRDefault="001F5A7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F5A79" w:rsidRPr="001F5A79" w:rsidRDefault="001F5A79" w:rsidP="001F5A79">
      <w:pPr>
        <w:pStyle w:val="Heading2"/>
      </w:pPr>
      <w:bookmarkStart w:id="62" w:name="_Toc439886124"/>
      <w:bookmarkStart w:id="63" w:name="_Toc440447884"/>
      <w:r w:rsidRPr="001F5A79">
        <w:rPr>
          <w:rFonts w:hint="cs"/>
          <w:cs/>
          <w:lang w:bidi="bn-IN"/>
        </w:rPr>
        <w:lastRenderedPageBreak/>
        <w:t>১৭</w:t>
      </w:r>
      <w:r w:rsidRPr="001F5A79">
        <w:rPr>
          <w:cs/>
          <w:lang w:bidi="bn-IN"/>
        </w:rPr>
        <w:t xml:space="preserve">- </w:t>
      </w:r>
      <w:r w:rsidRPr="001F5A79">
        <w:rPr>
          <w:rFonts w:hint="cs"/>
          <w:cs/>
          <w:lang w:bidi="bn-IN"/>
        </w:rPr>
        <w:t>বে</w:t>
      </w:r>
      <w:r w:rsidRPr="001F5A79">
        <w:rPr>
          <w:cs/>
          <w:lang w:bidi="bn-IN"/>
        </w:rPr>
        <w:t>-</w:t>
      </w:r>
      <w:r w:rsidRPr="001F5A79">
        <w:rPr>
          <w:rFonts w:hint="cs"/>
          <w:cs/>
          <w:lang w:bidi="bn-IN"/>
        </w:rPr>
        <w:t>পর্দা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সঠিকভাবে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পর্দা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লজ্জা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নেই</w:t>
      </w:r>
      <w:r w:rsidRPr="001F5A79">
        <w:rPr>
          <w:cs/>
          <w:lang w:bidi="bn-IN"/>
        </w:rPr>
        <w:t xml:space="preserve"> :</w:t>
      </w:r>
      <w:bookmarkEnd w:id="62"/>
      <w:bookmarkEnd w:id="63"/>
      <w:r w:rsidRPr="001F5A79">
        <w:rPr>
          <w:cs/>
          <w:lang w:bidi="bn-IN"/>
        </w:rPr>
        <w:t xml:space="preserve"> </w:t>
      </w:r>
    </w:p>
    <w:p w:rsidR="001F5A79" w:rsidRDefault="001F5A79" w:rsidP="001F5A79">
      <w:pPr>
        <w:pStyle w:val="libNormal"/>
        <w:rPr>
          <w:lang w:bidi="bn-IN"/>
        </w:rPr>
      </w:pPr>
      <w:r w:rsidRPr="001F5A79">
        <w:rPr>
          <w:rFonts w:hint="cs"/>
          <w:cs/>
          <w:lang w:bidi="bn-IN"/>
        </w:rPr>
        <w:t>একজন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গর্বের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বিষয়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হচ্ছে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লজ্জা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তাকওয়া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পরহেযগারিতার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পরিচায়ক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বেপরোয়া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ভাবে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নিজের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শরীরকে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হাজার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হাজার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যুবক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>-</w:t>
      </w:r>
      <w:r w:rsidRPr="001F5A79">
        <w:rPr>
          <w:rFonts w:hint="cs"/>
          <w:cs/>
          <w:lang w:bidi="bn-IN"/>
        </w:rPr>
        <w:t>মাহরাম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সামনে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উম্মুক্ত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এবং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বেহায়াভাবে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চলাফেরা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শয়তানকে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খুশি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থাকে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এর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মাধ্যমে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লজ্জাহীনতারই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পরিচয়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দিয়ে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থাকে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</w:p>
    <w:p w:rsidR="00FE4106" w:rsidRPr="005A2C80" w:rsidRDefault="00FE4106" w:rsidP="001F5A79">
      <w:pPr>
        <w:pStyle w:val="libNormal"/>
        <w:rPr>
          <w:lang w:bidi="bn-IN"/>
        </w:rPr>
      </w:pPr>
      <w:r w:rsidRPr="005A2C80">
        <w:rPr>
          <w:cs/>
          <w:lang w:bidi="bn-IN"/>
        </w:rPr>
        <w:t>হযরত আলী (আ.)</w:t>
      </w:r>
      <w:r w:rsidRPr="005A2C80">
        <w:t xml:space="preserve"> </w:t>
      </w:r>
      <w:r w:rsidRPr="005A2C80">
        <w:rPr>
          <w:cs/>
          <w:lang w:bidi="bn-IN"/>
        </w:rPr>
        <w:t>বলেছেন :</w:t>
      </w:r>
    </w:p>
    <w:p w:rsidR="00FE4106" w:rsidRPr="005A2C80" w:rsidRDefault="00FE4106" w:rsidP="003A255A">
      <w:pPr>
        <w:pStyle w:val="libAr"/>
      </w:pPr>
      <w:r w:rsidRPr="00C4151B">
        <w:rPr>
          <w:rtl/>
          <w:cs/>
        </w:rPr>
        <w:t xml:space="preserve"> </w:t>
      </w:r>
      <w:r w:rsidRPr="003A255A">
        <w:rPr>
          <w:rFonts w:hint="cs"/>
          <w:rtl/>
        </w:rPr>
        <w:t>ﺍﳊﻴﺎﺀ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ﻳﺼﺪ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ﺍﻟﻔﻌﻞ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ﺍﻟﻘﺒﻴﺢ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লজ্জা (মানুষকে) নোংরা কাজ করা থেকে বিরত রাখে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১২২</w:t>
      </w:r>
      <w:r w:rsidRPr="00C4151B">
        <w:rPr>
          <w:rStyle w:val="libNormalChar"/>
        </w:rPr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 xml:space="preserve">তিনি অন্যত্র বলেছেন :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ﺳﺒﺐ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ﺍﻟﻌﻔﺔ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ﺍﳊﻴﺎﺀ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পবিত্র থাকার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(সতীত্বের) কারণ হচ্ছে লজ্জা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১২৩</w:t>
      </w:r>
      <w:r w:rsidRPr="00C4151B">
        <w:rPr>
          <w:rStyle w:val="libNormalChar"/>
          <w:rtl/>
          <w:cs/>
        </w:rPr>
        <w:t xml:space="preserve"> </w:t>
      </w:r>
    </w:p>
    <w:p w:rsidR="001F5A79" w:rsidRDefault="001F5A79" w:rsidP="00C6693F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1F5A79" w:rsidRDefault="001F5A79" w:rsidP="001F5A79">
      <w:pPr>
        <w:pStyle w:val="Heading2"/>
        <w:rPr>
          <w:rFonts w:eastAsiaTheme="minorHAnsi"/>
          <w:lang w:bidi="bn-IN"/>
        </w:rPr>
      </w:pPr>
      <w:bookmarkStart w:id="64" w:name="_Toc439886125"/>
      <w:bookmarkStart w:id="65" w:name="_Toc440447885"/>
      <w:r w:rsidRPr="001F5A79">
        <w:rPr>
          <w:rFonts w:eastAsiaTheme="minorHAnsi" w:hint="cs"/>
          <w:cs/>
          <w:lang w:bidi="bn-IN"/>
        </w:rPr>
        <w:lastRenderedPageBreak/>
        <w:t>১৮</w:t>
      </w:r>
      <w:r w:rsidRPr="001F5A79">
        <w:rPr>
          <w:rFonts w:eastAsiaTheme="minorHAnsi"/>
          <w:cs/>
          <w:lang w:bidi="bn-IN"/>
        </w:rPr>
        <w:t xml:space="preserve">- </w:t>
      </w:r>
      <w:r w:rsidRPr="001F5A79">
        <w:rPr>
          <w:rFonts w:eastAsiaTheme="minorHAnsi" w:hint="cs"/>
          <w:cs/>
          <w:lang w:bidi="bn-IN"/>
        </w:rPr>
        <w:t>বেপর্দা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ও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সঠিক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পর্দা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না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করা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নারীর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মূল্য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মাটির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থেকেও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কম</w:t>
      </w:r>
      <w:r w:rsidRPr="001F5A79">
        <w:rPr>
          <w:rFonts w:eastAsiaTheme="minorHAnsi"/>
          <w:cs/>
          <w:lang w:bidi="bn-IN"/>
        </w:rPr>
        <w:t xml:space="preserve"> :</w:t>
      </w:r>
      <w:bookmarkEnd w:id="64"/>
      <w:bookmarkEnd w:id="65"/>
      <w:r w:rsidRPr="001F5A79">
        <w:rPr>
          <w:rFonts w:eastAsiaTheme="minorHAnsi"/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ইমাম সাদিক (আ.) বলেছেন :</w:t>
      </w:r>
      <w:r w:rsidRPr="005A2C80">
        <w:t xml:space="preserve"> </w:t>
      </w:r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ﺍﻟﺬﻫﺐ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ﺍﻟﻔﻀﺔ،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ﻫﻰ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ﺍﻟﺬﻫﺐ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ﺍﻟﻔﻀﺔ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ﻃﺎﳊﺘﻬﻦ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ﻓﻠﻴﺲ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ﺧﻄﺮﻫﺎ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ﺍﻟﺘﺮﺍﺏ،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ﺍﻟﺘﺮﺍﺏ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خیر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ﻣﻨﻬﺎ</w:t>
      </w:r>
      <w:r w:rsidRPr="005A2C80">
        <w:t xml:space="preserve"> </w:t>
      </w:r>
    </w:p>
    <w:p w:rsidR="001F5A79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নারীর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কোন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মূল্য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নেই</w:t>
      </w:r>
      <w:r w:rsidRPr="001F5A79">
        <w:t xml:space="preserve">,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ভালদের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মন্দদের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ভাল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মূল্য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স্বর্ণ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রৌপ্যের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সাথে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তুলনা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যোগ্য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নয়</w:t>
      </w:r>
      <w:r w:rsidRPr="001F5A79">
        <w:t xml:space="preserve">, </w:t>
      </w:r>
      <w:r w:rsidRPr="001F5A79">
        <w:rPr>
          <w:rFonts w:hint="cs"/>
          <w:cs/>
          <w:lang w:bidi="bn-IN"/>
        </w:rPr>
        <w:t>কেননা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সেগুলোর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থেকেও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অনেক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মন্দ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মাটির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সমতূল্য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কেননা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মাটি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থেকে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অনেক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rStyle w:val="libFootnotenumChar"/>
          <w:rFonts w:hint="cs"/>
          <w:cs/>
          <w:lang w:bidi="bn-IN"/>
        </w:rPr>
        <w:t>১২৪</w:t>
      </w:r>
      <w:r w:rsidRPr="001F5A79">
        <w:rPr>
          <w:cs/>
          <w:lang w:bidi="bn-IN"/>
        </w:rPr>
        <w:t xml:space="preserve"> </w:t>
      </w:r>
    </w:p>
    <w:p w:rsidR="001F5A79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এই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হাদীসটি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কথাই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বলতে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চায়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নৈতিক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মানদন্ডে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মূল্য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এবং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মর্যাদা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পৃথিবীর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কোন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বস্তুর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সাথে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তুলনা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সম্ভব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তো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প্রকৃতিগত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ব্যাপার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সমাজে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যতটা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ইতিবাচক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ভূমিকা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রাখতে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পারে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ততটা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নেতিবাচক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ধ্বংসাত্মক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ভূমিকাও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রাখতে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পারে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ভাল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ভুমিকা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রাখতে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পারবে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ততবেশী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সম্মান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মর্যাদায়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ভূষিত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মন্দ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ভূমিকা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রাখবে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ততবেশী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তিরস্কৃত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</w:p>
    <w:p w:rsidR="00FE4106" w:rsidRPr="005A2C80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ইমাম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সাদিক</w:t>
      </w:r>
      <w:r w:rsidRPr="001F5A79">
        <w:rPr>
          <w:cs/>
          <w:lang w:bidi="bn-IN"/>
        </w:rPr>
        <w:t xml:space="preserve"> (</w:t>
      </w:r>
      <w:r w:rsidRPr="001F5A79">
        <w:rPr>
          <w:rFonts w:hint="cs"/>
          <w:cs/>
          <w:lang w:bidi="bn-IN"/>
        </w:rPr>
        <w:t>আ</w:t>
      </w:r>
      <w:r w:rsidRPr="001F5A79">
        <w:rPr>
          <w:cs/>
          <w:lang w:bidi="bn-IN"/>
        </w:rPr>
        <w:t xml:space="preserve">.) </w:t>
      </w:r>
      <w:r w:rsidRPr="001F5A79">
        <w:rPr>
          <w:rFonts w:hint="cs"/>
          <w:cs/>
          <w:lang w:bidi="bn-IN"/>
        </w:rPr>
        <w:t>বলেছেন</w:t>
      </w:r>
      <w:r w:rsidRPr="001F5A79">
        <w:rPr>
          <w:cs/>
          <w:lang w:bidi="bn-IN"/>
        </w:rPr>
        <w:t xml:space="preserve"> : </w:t>
      </w:r>
      <w:r w:rsidRPr="001F5A79">
        <w:rPr>
          <w:rFonts w:hint="cs"/>
          <w:cs/>
          <w:lang w:bidi="bn-IN"/>
        </w:rPr>
        <w:t>পবিত্র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স্বর্ণ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রৌপ্যের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থেকেও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কেননা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সন্তান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গড়ে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তোলার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দায়িত্ব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উপর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রয়েছে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যদি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ঐ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দায়িত্ব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পরিপূর্ণভাবে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পালন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প্রতিটি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শিশুকে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বিশিষ্ট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ব্যক্তি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রূপে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গড়ে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তোলা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সম্ভব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দ্বারা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পৃথিবীকেও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পরিবর্তন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সম্ভব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একটি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শিশুকে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যোগ্যভাবে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গড়ে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তুললো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মূল্য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স্বর্ণ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রৌপ্যের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সাথে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তুলনা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দিকে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যদি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খোদাভীতিশূন্য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কোন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ফিতনা</w:t>
      </w:r>
      <w:r w:rsidRPr="001F5A79">
        <w:rPr>
          <w:cs/>
          <w:lang w:bidi="bn-IN"/>
        </w:rPr>
        <w:t>-</w:t>
      </w:r>
      <w:r w:rsidRPr="001F5A79">
        <w:rPr>
          <w:rFonts w:hint="cs"/>
          <w:cs/>
          <w:lang w:bidi="bn-IN"/>
        </w:rPr>
        <w:t>ফ্যাসাদের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নিয়ে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এবং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সকলকে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ধ্বংসের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ঠেলে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দেয়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তাহলে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সকল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প্রাণীর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থেকে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অধম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মাটি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কোন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পশুর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সাথেও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তুলনা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কেননা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মাটি</w:t>
      </w:r>
      <w:r w:rsidRPr="001F5A79">
        <w:t xml:space="preserve">, </w:t>
      </w:r>
      <w:r w:rsidRPr="001F5A79">
        <w:rPr>
          <w:rFonts w:hint="cs"/>
          <w:cs/>
          <w:lang w:bidi="bn-IN"/>
        </w:rPr>
        <w:t>প্রাণী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গাছ</w:t>
      </w:r>
      <w:r w:rsidRPr="001F5A79">
        <w:rPr>
          <w:cs/>
          <w:lang w:bidi="bn-IN"/>
        </w:rPr>
        <w:t>-</w:t>
      </w:r>
      <w:r w:rsidRPr="001F5A79">
        <w:rPr>
          <w:rFonts w:hint="cs"/>
          <w:cs/>
          <w:lang w:bidi="bn-IN"/>
        </w:rPr>
        <w:t>পালা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তো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উপকার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থাকে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কিন্তু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নবীগণ</w:t>
      </w:r>
      <w:r w:rsidRPr="001F5A79">
        <w:rPr>
          <w:cs/>
          <w:lang w:bidi="bn-IN"/>
        </w:rPr>
        <w:t xml:space="preserve"> (</w:t>
      </w:r>
      <w:r w:rsidRPr="001F5A79">
        <w:rPr>
          <w:rFonts w:hint="cs"/>
          <w:cs/>
          <w:lang w:bidi="bn-IN"/>
        </w:rPr>
        <w:t>আ</w:t>
      </w:r>
      <w:r w:rsidRPr="001F5A79">
        <w:rPr>
          <w:cs/>
          <w:lang w:bidi="bn-IN"/>
        </w:rPr>
        <w:t xml:space="preserve">.) </w:t>
      </w:r>
      <w:r w:rsidRPr="001F5A79">
        <w:t xml:space="preserve">, </w:t>
      </w:r>
      <w:r w:rsidRPr="001F5A79">
        <w:rPr>
          <w:rFonts w:hint="cs"/>
          <w:cs/>
          <w:lang w:bidi="bn-IN"/>
        </w:rPr>
        <w:t>সৎ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মানুষ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শহীদগণ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বুকের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তাজা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রক্ত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দিয়ে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সাজিয়েছেন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ঐ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অধম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সমাজকে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ধ্বংস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দিচ্ছে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1F5A79" w:rsidRDefault="001F5A79" w:rsidP="0065046F">
      <w:pPr>
        <w:pStyle w:val="libBold1"/>
        <w:rPr>
          <w:lang w:bidi="bn-IN"/>
        </w:rPr>
      </w:pPr>
      <w:r>
        <w:rPr>
          <w:lang w:bidi="bn-IN"/>
        </w:rPr>
        <w:br w:type="page"/>
      </w:r>
    </w:p>
    <w:p w:rsidR="001F5A79" w:rsidRPr="001F5A79" w:rsidRDefault="001F5A79" w:rsidP="001F5A79">
      <w:pPr>
        <w:pStyle w:val="Heading2"/>
        <w:rPr>
          <w:rFonts w:eastAsiaTheme="minorHAnsi"/>
        </w:rPr>
      </w:pPr>
      <w:bookmarkStart w:id="66" w:name="_Toc439886126"/>
      <w:bookmarkStart w:id="67" w:name="_Toc440447886"/>
      <w:r w:rsidRPr="001F5A79">
        <w:rPr>
          <w:rFonts w:eastAsiaTheme="minorHAnsi" w:hint="cs"/>
          <w:cs/>
          <w:lang w:bidi="bn-IN"/>
        </w:rPr>
        <w:lastRenderedPageBreak/>
        <w:t>১৯</w:t>
      </w:r>
      <w:r w:rsidRPr="001F5A79">
        <w:rPr>
          <w:rFonts w:eastAsiaTheme="minorHAnsi"/>
          <w:cs/>
          <w:lang w:bidi="bn-IN"/>
        </w:rPr>
        <w:t xml:space="preserve">- </w:t>
      </w:r>
      <w:r w:rsidRPr="001F5A79">
        <w:rPr>
          <w:rFonts w:eastAsiaTheme="minorHAnsi" w:hint="cs"/>
          <w:cs/>
          <w:lang w:bidi="bn-IN"/>
        </w:rPr>
        <w:t>বে</w:t>
      </w:r>
      <w:r w:rsidRPr="001F5A79">
        <w:rPr>
          <w:rFonts w:eastAsiaTheme="minorHAnsi"/>
          <w:cs/>
          <w:lang w:bidi="bn-IN"/>
        </w:rPr>
        <w:t>-</w:t>
      </w:r>
      <w:r w:rsidRPr="001F5A79">
        <w:rPr>
          <w:rFonts w:eastAsiaTheme="minorHAnsi" w:hint="cs"/>
          <w:cs/>
          <w:lang w:bidi="bn-IN"/>
        </w:rPr>
        <w:t>পর্দা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ও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সঠিক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পর্দা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না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করা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নারীরা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হচ্ছে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শয়তানের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চোখের</w:t>
      </w:r>
      <w:r w:rsidRPr="001F5A79">
        <w:rPr>
          <w:rFonts w:eastAsiaTheme="minorHAnsi"/>
          <w:cs/>
          <w:lang w:bidi="bn-IN"/>
        </w:rPr>
        <w:t xml:space="preserve"> </w:t>
      </w:r>
      <w:r w:rsidRPr="001F5A79">
        <w:rPr>
          <w:rFonts w:eastAsiaTheme="minorHAnsi" w:hint="cs"/>
          <w:cs/>
          <w:lang w:bidi="bn-IN"/>
        </w:rPr>
        <w:t>জ্যোতি</w:t>
      </w:r>
      <w:r w:rsidRPr="001F5A79">
        <w:rPr>
          <w:rFonts w:eastAsiaTheme="minorHAnsi"/>
          <w:cs/>
          <w:lang w:bidi="bn-IN"/>
        </w:rPr>
        <w:t xml:space="preserve"> :</w:t>
      </w:r>
      <w:bookmarkEnd w:id="66"/>
      <w:bookmarkEnd w:id="67"/>
      <w:r w:rsidRPr="001F5A79">
        <w:rPr>
          <w:rFonts w:eastAsiaTheme="minorHAnsi"/>
          <w:cs/>
          <w:lang w:bidi="bn-IN"/>
        </w:rPr>
        <w:t xml:space="preserve"> </w:t>
      </w:r>
    </w:p>
    <w:p w:rsidR="001F5A79" w:rsidRDefault="001F5A79" w:rsidP="001F5A79">
      <w:pPr>
        <w:pStyle w:val="libNormal"/>
        <w:rPr>
          <w:lang w:bidi="bn-IN"/>
        </w:rPr>
      </w:pPr>
    </w:p>
    <w:p w:rsidR="001F5A79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ইবলিস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সকল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নবীর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নিকটে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নবীদের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মধ্যে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হযরত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ইয়াহিয়া</w:t>
      </w:r>
      <w:r w:rsidRPr="001F5A79">
        <w:rPr>
          <w:cs/>
          <w:lang w:bidi="bn-IN"/>
        </w:rPr>
        <w:t xml:space="preserve"> (</w:t>
      </w:r>
      <w:r w:rsidRPr="001F5A79">
        <w:rPr>
          <w:rFonts w:hint="cs"/>
          <w:cs/>
          <w:lang w:bidi="bn-IN"/>
        </w:rPr>
        <w:t>আ</w:t>
      </w:r>
      <w:r w:rsidRPr="001F5A79">
        <w:rPr>
          <w:cs/>
          <w:lang w:bidi="bn-IN"/>
        </w:rPr>
        <w:t>.)-</w:t>
      </w:r>
      <w:r w:rsidRPr="001F5A79">
        <w:rPr>
          <w:rFonts w:hint="cs"/>
          <w:cs/>
          <w:lang w:bidi="bn-IN"/>
        </w:rPr>
        <w:t>এর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কাছে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একদিন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তিনি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প্রশ্ন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করলেন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কিভাবে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মানুষকে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পথভ্রষ্ট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</w:t>
      </w:r>
      <w:r w:rsidRPr="001F5A79">
        <w:t xml:space="preserve">? </w:t>
      </w:r>
      <w:r w:rsidRPr="001F5A79">
        <w:rPr>
          <w:rFonts w:hint="cs"/>
          <w:cs/>
          <w:lang w:bidi="bn-IN"/>
        </w:rPr>
        <w:t>ততক্ষণাৎ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ইবলিস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পথভ্রষ্ট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উপকরণগুলো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গুণতে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শুরু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করলো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তারপর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তিনি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কাছে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প্রশ্ন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করলেন</w:t>
      </w:r>
      <w:r w:rsidRPr="001F5A79">
        <w:rPr>
          <w:cs/>
          <w:lang w:bidi="bn-IN"/>
        </w:rPr>
        <w:t xml:space="preserve"> : </w:t>
      </w:r>
    </w:p>
    <w:p w:rsidR="001F5A79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এই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উপকরণগুলোর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মধ্যে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কোনটি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তোমার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চোখ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অন্তরকে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আলোকিত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t xml:space="preserve">? </w:t>
      </w:r>
      <w:r w:rsidRPr="001F5A79">
        <w:rPr>
          <w:rFonts w:hint="cs"/>
          <w:cs/>
          <w:lang w:bidi="bn-IN"/>
        </w:rPr>
        <w:t>শয়তান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বলল</w:t>
      </w:r>
      <w:r w:rsidRPr="001F5A79">
        <w:rPr>
          <w:cs/>
          <w:lang w:bidi="bn-IN"/>
        </w:rPr>
        <w:t xml:space="preserve"> : </w:t>
      </w:r>
      <w:r w:rsidRPr="001F5A79">
        <w:rPr>
          <w:rFonts w:hint="cs"/>
          <w:cs/>
          <w:lang w:bidi="bn-IN"/>
        </w:rPr>
        <w:t>নারী</w:t>
      </w:r>
      <w:r w:rsidRPr="001F5A79">
        <w:t xml:space="preserve">, </w:t>
      </w:r>
      <w:r w:rsidRPr="001F5A79">
        <w:rPr>
          <w:rFonts w:hint="cs"/>
          <w:cs/>
          <w:lang w:bidi="bn-IN"/>
        </w:rPr>
        <w:t>তারাই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হচ্ছে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আমার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শিকারের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স্থান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ফাঁদ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স্বরূপ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যখন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বেশী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সংখ্যায়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ভাল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মানুষকে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পথভ্রষ্ট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চাই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তখন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কাছ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থেকে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সাহায্য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নিয়ে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থাকি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মাধ্যমেই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আমার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চোখ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অন্তর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আলোকিত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থাকি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rStyle w:val="libFootnotenumChar"/>
          <w:rFonts w:hint="cs"/>
          <w:cs/>
          <w:lang w:bidi="bn-IN"/>
        </w:rPr>
        <w:t>১২৫</w:t>
      </w:r>
      <w:r w:rsidRPr="001F5A79">
        <w:rPr>
          <w:cs/>
          <w:lang w:bidi="bn-IN"/>
        </w:rPr>
        <w:t xml:space="preserve"> </w:t>
      </w:r>
    </w:p>
    <w:p w:rsidR="001F5A79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দ্রষ্টব্য</w:t>
      </w:r>
      <w:r w:rsidRPr="001F5A79">
        <w:rPr>
          <w:cs/>
          <w:lang w:bidi="bn-IN"/>
        </w:rPr>
        <w:t xml:space="preserve">: </w:t>
      </w:r>
    </w:p>
    <w:p w:rsidR="001F5A79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১</w:t>
      </w:r>
      <w:r w:rsidRPr="001F5A79">
        <w:rPr>
          <w:cs/>
          <w:lang w:bidi="bn-IN"/>
        </w:rPr>
        <w:t xml:space="preserve">- </w:t>
      </w:r>
      <w:r w:rsidRPr="001F5A79">
        <w:rPr>
          <w:rFonts w:hint="cs"/>
          <w:cs/>
          <w:lang w:bidi="bn-IN"/>
        </w:rPr>
        <w:t>এই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হাদীস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থেকে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বুঝা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মানুষের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দূর্ভাগ্যের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কারণ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হচ্ছে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তাকওয়াহীন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অতীতেও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ইতিহাস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সাক্ষ্য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দিয়েছে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</w:p>
    <w:p w:rsidR="00FE4106" w:rsidRPr="001F5A79" w:rsidRDefault="001F5A79" w:rsidP="001F5A79">
      <w:pPr>
        <w:pStyle w:val="libNormal"/>
      </w:pPr>
      <w:r w:rsidRPr="001F5A79">
        <w:rPr>
          <w:rFonts w:hint="cs"/>
          <w:cs/>
          <w:lang w:bidi="bn-IN"/>
        </w:rPr>
        <w:t>আর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শয়তান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বলেছে</w:t>
      </w:r>
      <w:r w:rsidRPr="001F5A79">
        <w:rPr>
          <w:cs/>
          <w:lang w:bidi="bn-IN"/>
        </w:rPr>
        <w:t xml:space="preserve"> : (</w:t>
      </w:r>
      <w:r w:rsidRPr="001F5A79">
        <w:rPr>
          <w:rFonts w:hint="cs"/>
          <w:cs/>
          <w:lang w:bidi="bn-IN"/>
        </w:rPr>
        <w:t>ভাল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উত্তম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মানুষকে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পথভ্রষ্ট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জন্য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নারীদেরকে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ব্যবহার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থাকি</w:t>
      </w:r>
      <w:r w:rsidRPr="001F5A79">
        <w:rPr>
          <w:cs/>
          <w:lang w:bidi="bn-IN"/>
        </w:rPr>
        <w:t xml:space="preserve">) </w:t>
      </w:r>
      <w:r w:rsidRPr="001F5A79">
        <w:rPr>
          <w:rFonts w:hint="cs"/>
          <w:cs/>
          <w:lang w:bidi="bn-IN"/>
        </w:rPr>
        <w:t>এর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দ্বারা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বুঝা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যে</w:t>
      </w:r>
      <w:r w:rsidRPr="001F5A79">
        <w:t xml:space="preserve">, </w:t>
      </w:r>
      <w:r w:rsidRPr="001F5A79">
        <w:rPr>
          <w:rFonts w:hint="cs"/>
          <w:cs/>
          <w:lang w:bidi="bn-IN"/>
        </w:rPr>
        <w:t>তাকওয়াহীন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নারী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ঈমানদার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ব্যক্তির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জন্য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বিশেষ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হুমকি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স্বরূপ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এটা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মুত্তাকিদের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জন্যও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বিপদ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সংকেত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হতে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পারে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যাদের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কিনা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বিন্দু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মাত্র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সময়ের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জন্যও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আল্লাহ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তা</w:t>
      </w:r>
      <w:r w:rsidRPr="001F5A79">
        <w:rPr>
          <w:rFonts w:hint="eastAsia"/>
        </w:rPr>
        <w:t>’</w:t>
      </w:r>
      <w:r w:rsidRPr="001F5A79">
        <w:rPr>
          <w:rFonts w:hint="cs"/>
          <w:cs/>
          <w:lang w:bidi="bn-IN"/>
        </w:rPr>
        <w:t>য়ালার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সাথে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সম্পর্ক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ছিন্ন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হয়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bn-IN"/>
        </w:rPr>
        <w:t>না</w:t>
      </w:r>
      <w:r w:rsidRPr="001F5A79">
        <w:rPr>
          <w:cs/>
          <w:lang w:bidi="bn-IN"/>
        </w:rPr>
        <w:t xml:space="preserve"> </w:t>
      </w:r>
      <w:r w:rsidRPr="001F5A79">
        <w:rPr>
          <w:rFonts w:hint="cs"/>
          <w:cs/>
          <w:lang w:bidi="hi-IN"/>
        </w:rPr>
        <w:t>।</w:t>
      </w:r>
    </w:p>
    <w:p w:rsidR="00FE4106" w:rsidRPr="00C6693F" w:rsidRDefault="001F5A79" w:rsidP="00C6693F">
      <w:r>
        <w:rPr>
          <w:lang w:bidi="bn-IN"/>
        </w:rPr>
        <w:br w:type="page"/>
      </w:r>
    </w:p>
    <w:p w:rsidR="00FE4106" w:rsidRPr="005A2C80" w:rsidRDefault="009C7BA3" w:rsidP="009C7BA3">
      <w:pPr>
        <w:pStyle w:val="Heading1Center"/>
      </w:pPr>
      <w:bookmarkStart w:id="68" w:name="_Toc439886127"/>
      <w:bookmarkStart w:id="69" w:name="_Toc440447887"/>
      <w:r w:rsidRPr="009C7BA3">
        <w:rPr>
          <w:rFonts w:hint="cs"/>
          <w:cs/>
          <w:lang w:bidi="bn-IN"/>
        </w:rPr>
        <w:lastRenderedPageBreak/>
        <w:t>বিবেক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ও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সমাজের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দৃষ্টিতে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বেপর্দা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ও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কঠিনভাবে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পর্দা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না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করার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কঠিন</w:t>
      </w:r>
      <w:r w:rsidRPr="009C7BA3">
        <w:rPr>
          <w:rtl/>
          <w:cs/>
        </w:rPr>
        <w:t xml:space="preserve"> </w:t>
      </w:r>
      <w:r w:rsidRPr="009C7BA3">
        <w:rPr>
          <w:rFonts w:hint="cs"/>
          <w:cs/>
          <w:lang w:bidi="bn-IN"/>
        </w:rPr>
        <w:t>পরিণতি</w:t>
      </w:r>
      <w:bookmarkEnd w:id="68"/>
      <w:bookmarkEnd w:id="69"/>
    </w:p>
    <w:p w:rsidR="009C7BA3" w:rsidRDefault="009C7BA3" w:rsidP="0065046F">
      <w:pPr>
        <w:pStyle w:val="libBold1"/>
        <w:rPr>
          <w:lang w:bidi="bn-IN"/>
        </w:rPr>
      </w:pPr>
    </w:p>
    <w:p w:rsidR="00FE4106" w:rsidRPr="006445C3" w:rsidRDefault="006A766D" w:rsidP="006A766D">
      <w:pPr>
        <w:pStyle w:val="Heading2"/>
      </w:pPr>
      <w:r w:rsidRPr="006445C3">
        <w:rPr>
          <w:rtl/>
          <w:cs/>
        </w:rPr>
        <w:br w:type="page"/>
      </w:r>
      <w:bookmarkStart w:id="70" w:name="_Toc439886128"/>
      <w:bookmarkStart w:id="71" w:name="_Toc440447888"/>
      <w:r w:rsidR="00FE4106" w:rsidRPr="005A2C80">
        <w:rPr>
          <w:rFonts w:hint="cs"/>
          <w:cs/>
          <w:lang w:bidi="bn-IN"/>
        </w:rPr>
        <w:lastRenderedPageBreak/>
        <w:t>বে</w:t>
      </w:r>
      <w:r w:rsidR="00FE4106" w:rsidRPr="006445C3">
        <w:rPr>
          <w:rFonts w:hint="cs"/>
          <w:rtl/>
          <w:cs/>
        </w:rPr>
        <w:t>-</w:t>
      </w:r>
      <w:r w:rsidR="00FE4106" w:rsidRPr="005A2C80">
        <w:rPr>
          <w:rFonts w:hint="cs"/>
          <w:cs/>
          <w:lang w:bidi="bn-IN"/>
        </w:rPr>
        <w:t>পর্দায়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থাকা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বা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সঠিকভাবে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পর্দা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না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করা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নারী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স্বামীর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অধিকারকে</w:t>
      </w:r>
      <w:r w:rsidR="00FE4106" w:rsidRPr="005A2C80">
        <w:t xml:space="preserve"> </w:t>
      </w:r>
      <w:r w:rsidR="00FE4106" w:rsidRPr="005A2C80">
        <w:rPr>
          <w:rFonts w:hint="cs"/>
          <w:cs/>
          <w:lang w:bidi="bn-IN"/>
        </w:rPr>
        <w:t>নষ্ট</w:t>
      </w:r>
      <w:r w:rsidR="00FE4106" w:rsidRPr="006445C3">
        <w:rPr>
          <w:rFonts w:hint="cs"/>
          <w:rtl/>
          <w:cs/>
        </w:rPr>
        <w:t xml:space="preserve"> </w:t>
      </w:r>
      <w:r w:rsidR="00FE4106" w:rsidRPr="005A2C80">
        <w:rPr>
          <w:rFonts w:hint="cs"/>
          <w:cs/>
          <w:lang w:bidi="bn-IN"/>
        </w:rPr>
        <w:t>করে</w:t>
      </w:r>
      <w:r w:rsidR="00FE4106" w:rsidRPr="006445C3">
        <w:rPr>
          <w:rFonts w:hint="cs"/>
          <w:rtl/>
          <w:cs/>
        </w:rPr>
        <w:t xml:space="preserve"> :</w:t>
      </w:r>
      <w:bookmarkEnd w:id="70"/>
      <w:bookmarkEnd w:id="71"/>
      <w:r w:rsidR="00FE4106" w:rsidRPr="005A2C80">
        <w:t xml:space="preserve"> </w:t>
      </w:r>
    </w:p>
    <w:p w:rsidR="006A766D" w:rsidRDefault="006A766D" w:rsidP="006A766D">
      <w:pPr>
        <w:pStyle w:val="libNormal"/>
        <w:rPr>
          <w:lang w:bidi="bn-IN"/>
        </w:rPr>
      </w:pPr>
    </w:p>
    <w:p w:rsidR="006A766D" w:rsidRPr="006A766D" w:rsidRDefault="006A766D" w:rsidP="006A766D">
      <w:pPr>
        <w:pStyle w:val="libNormal"/>
      </w:pPr>
      <w:r w:rsidRPr="006A766D">
        <w:rPr>
          <w:rFonts w:hint="cs"/>
          <w:cs/>
          <w:lang w:bidi="bn-IN"/>
        </w:rPr>
        <w:t>আল্লাহ্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</w:t>
      </w:r>
      <w:r w:rsidRPr="006A766D">
        <w:rPr>
          <w:rFonts w:hint="eastAsia"/>
        </w:rPr>
        <w:t>’</w:t>
      </w:r>
      <w:r w:rsidRPr="006A766D">
        <w:rPr>
          <w:rFonts w:hint="cs"/>
          <w:cs/>
          <w:lang w:bidi="bn-IN"/>
        </w:rPr>
        <w:t>য়ালা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শরীরের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সমস্ত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অঙ্গ</w:t>
      </w:r>
      <w:r w:rsidRPr="006A766D">
        <w:rPr>
          <w:cs/>
          <w:lang w:bidi="bn-IN"/>
        </w:rPr>
        <w:t>-</w:t>
      </w:r>
      <w:r w:rsidRPr="006A766D">
        <w:rPr>
          <w:rFonts w:hint="cs"/>
          <w:cs/>
          <w:lang w:bidi="bn-IN"/>
        </w:rPr>
        <w:t>প্রত্যঙ্গকে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আমাদের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কাছে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আমানত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হিসেবে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দিয়েছেন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hi-IN"/>
        </w:rPr>
        <w:t>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এগুলোর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প্রকৃত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মালিক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হচ্ছেন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তিনিই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hi-IN"/>
        </w:rPr>
        <w:t>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যখন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কোন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নারীর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বিয়ে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হয়ে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যায়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তখন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দেহ</w:t>
      </w:r>
      <w:r w:rsidRPr="006A766D">
        <w:t xml:space="preserve">, </w:t>
      </w:r>
      <w:r w:rsidRPr="006A766D">
        <w:rPr>
          <w:rFonts w:hint="cs"/>
          <w:cs/>
          <w:lang w:bidi="bn-IN"/>
        </w:rPr>
        <w:t>মন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ও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সাজসজ্জা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সব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কিছুই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স্বামীর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সাথে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সম্পর্কিত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হয়ে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যায়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hi-IN"/>
        </w:rPr>
        <w:t>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আর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সর্বসাধারণের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সামনে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উপস্থাপন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করা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জন্য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কখনই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বৈধ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নয়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hi-IN"/>
        </w:rPr>
        <w:t>।</w:t>
      </w:r>
      <w:r w:rsidRPr="006A766D">
        <w:rPr>
          <w:cs/>
          <w:lang w:bidi="bn-IN"/>
        </w:rPr>
        <w:t xml:space="preserve"> </w:t>
      </w:r>
    </w:p>
    <w:p w:rsidR="006A766D" w:rsidRPr="006A766D" w:rsidRDefault="006A766D" w:rsidP="006A766D">
      <w:pPr>
        <w:pStyle w:val="libNormal"/>
      </w:pPr>
      <w:r w:rsidRPr="006A766D">
        <w:rPr>
          <w:rFonts w:hint="cs"/>
          <w:cs/>
          <w:lang w:bidi="bn-IN"/>
        </w:rPr>
        <w:t>রাসূল</w:t>
      </w:r>
      <w:r w:rsidRPr="006A766D">
        <w:rPr>
          <w:cs/>
          <w:lang w:bidi="bn-IN"/>
        </w:rPr>
        <w:t xml:space="preserve"> (</w:t>
      </w:r>
      <w:r w:rsidRPr="006A766D">
        <w:rPr>
          <w:rFonts w:hint="cs"/>
          <w:cs/>
          <w:lang w:bidi="bn-IN"/>
        </w:rPr>
        <w:t>সা</w:t>
      </w:r>
      <w:r w:rsidRPr="006A766D">
        <w:rPr>
          <w:cs/>
          <w:lang w:bidi="bn-IN"/>
        </w:rPr>
        <w:t xml:space="preserve">.) </w:t>
      </w:r>
      <w:r w:rsidRPr="006A766D">
        <w:rPr>
          <w:rFonts w:hint="cs"/>
          <w:cs/>
          <w:lang w:bidi="bn-IN"/>
        </w:rPr>
        <w:t>বলেছেন</w:t>
      </w:r>
      <w:r w:rsidRPr="006A766D">
        <w:rPr>
          <w:cs/>
          <w:lang w:bidi="bn-IN"/>
        </w:rPr>
        <w:t xml:space="preserve"> : </w:t>
      </w:r>
    </w:p>
    <w:p w:rsidR="00FE4106" w:rsidRPr="005A2C80" w:rsidRDefault="006A766D" w:rsidP="006A766D">
      <w:pPr>
        <w:pStyle w:val="libNormal"/>
        <w:rPr>
          <w:lang w:bidi="bn-IN"/>
        </w:rPr>
      </w:pPr>
      <w:r w:rsidRPr="006A766D">
        <w:rPr>
          <w:rFonts w:hint="cs"/>
          <w:cs/>
          <w:lang w:bidi="bn-IN"/>
        </w:rPr>
        <w:t>যে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নারী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নিজেকে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স্বামী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ব্যতীত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অন্য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কারো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জন্যে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সুগন্ধিযুক্ত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ও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সাজসজ্জা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করে</w:t>
      </w:r>
      <w:r w:rsidRPr="006A766D">
        <w:t xml:space="preserve">, </w:t>
      </w:r>
      <w:r w:rsidRPr="006A766D">
        <w:rPr>
          <w:rFonts w:hint="cs"/>
          <w:cs/>
          <w:lang w:bidi="bn-IN"/>
        </w:rPr>
        <w:t>আল্লাহ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</w:t>
      </w:r>
      <w:r w:rsidRPr="006A766D">
        <w:rPr>
          <w:rFonts w:hint="eastAsia"/>
        </w:rPr>
        <w:t>’</w:t>
      </w:r>
      <w:r w:rsidRPr="006A766D">
        <w:rPr>
          <w:rFonts w:hint="cs"/>
          <w:cs/>
          <w:lang w:bidi="bn-IN"/>
        </w:rPr>
        <w:t>য়ালা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তার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নামাযকে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ততক্ষণ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পর্যন্ত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কবুল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করেন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না</w:t>
      </w:r>
      <w:r w:rsidRPr="006A766D">
        <w:rPr>
          <w:rFonts w:hint="eastAsia"/>
        </w:rPr>
        <w:t>—</w:t>
      </w:r>
      <w:r w:rsidRPr="006A766D">
        <w:rPr>
          <w:rFonts w:hint="cs"/>
          <w:cs/>
          <w:lang w:bidi="bn-IN"/>
        </w:rPr>
        <w:t>যতক্ষণ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পর্যন্ত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না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সে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জানাবাতের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গোসলের</w:t>
      </w:r>
      <w:r w:rsidRPr="006A766D">
        <w:rPr>
          <w:cs/>
          <w:lang w:bidi="bn-IN"/>
        </w:rPr>
        <w:t xml:space="preserve"> (</w:t>
      </w:r>
      <w:r w:rsidRPr="006A766D">
        <w:rPr>
          <w:rFonts w:hint="cs"/>
          <w:cs/>
          <w:lang w:bidi="bn-IN"/>
        </w:rPr>
        <w:t>শারীরিক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অপবিত্রতাজনিত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বিশেষ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গোসল</w:t>
      </w:r>
      <w:r w:rsidRPr="006A766D">
        <w:rPr>
          <w:cs/>
          <w:lang w:bidi="bn-IN"/>
        </w:rPr>
        <w:t xml:space="preserve">) </w:t>
      </w:r>
      <w:r w:rsidRPr="006A766D">
        <w:rPr>
          <w:rFonts w:hint="cs"/>
          <w:cs/>
          <w:lang w:bidi="bn-IN"/>
        </w:rPr>
        <w:t>ন্যায়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গোসল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করে</w:t>
      </w:r>
      <w:r w:rsidRPr="006A766D">
        <w:rPr>
          <w:cs/>
          <w:lang w:bidi="bn-IN"/>
        </w:rPr>
        <w:t xml:space="preserve"> (</w:t>
      </w:r>
      <w:r w:rsidRPr="006A766D">
        <w:rPr>
          <w:rFonts w:hint="cs"/>
          <w:cs/>
          <w:lang w:bidi="bn-IN"/>
        </w:rPr>
        <w:t>যদিও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এটি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মুস্তাহাব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গোসল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হিসেবে</w:t>
      </w:r>
      <w:r w:rsidRPr="006A766D">
        <w:rPr>
          <w:cs/>
          <w:lang w:bidi="bn-IN"/>
        </w:rPr>
        <w:t xml:space="preserve"> </w:t>
      </w:r>
      <w:r w:rsidRPr="006A766D">
        <w:rPr>
          <w:rFonts w:hint="cs"/>
          <w:cs/>
          <w:lang w:bidi="bn-IN"/>
        </w:rPr>
        <w:t>গণ্য</w:t>
      </w:r>
      <w:r w:rsidRPr="006A766D">
        <w:rPr>
          <w:cs/>
          <w:lang w:bidi="bn-IN"/>
        </w:rPr>
        <w:t xml:space="preserve">) </w:t>
      </w:r>
      <w:r w:rsidRPr="006A766D">
        <w:rPr>
          <w:rFonts w:hint="cs"/>
          <w:cs/>
          <w:lang w:bidi="hi-IN"/>
        </w:rPr>
        <w:t>।</w:t>
      </w:r>
      <w:r w:rsidRPr="006A766D">
        <w:rPr>
          <w:rStyle w:val="libFootnotenumChar"/>
          <w:rFonts w:hint="cs"/>
          <w:cs/>
          <w:lang w:bidi="bn-IN"/>
        </w:rPr>
        <w:t>১২৬</w:t>
      </w:r>
    </w:p>
    <w:p w:rsidR="006A766D" w:rsidRDefault="006A766D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6A766D">
      <w:pPr>
        <w:pStyle w:val="libBold1"/>
        <w:rPr>
          <w:lang w:bidi="bn-IN"/>
        </w:rPr>
      </w:pPr>
      <w:r w:rsidRPr="005A2C80">
        <w:rPr>
          <w:cs/>
          <w:lang w:bidi="bn-IN"/>
        </w:rPr>
        <w:lastRenderedPageBreak/>
        <w:t>বে-পর্দায় থাকা বা সঠিকভাবে পর্দা না করা নারী স্বামীর অন্তর জয়</w:t>
      </w:r>
      <w:r w:rsidRPr="005A2C80">
        <w:t xml:space="preserve"> </w:t>
      </w:r>
      <w:r w:rsidRPr="005A2C80">
        <w:rPr>
          <w:cs/>
          <w:lang w:bidi="bn-IN"/>
        </w:rPr>
        <w:t xml:space="preserve">করতে পারে না : </w:t>
      </w:r>
    </w:p>
    <w:p w:rsidR="00FE4106" w:rsidRPr="005A2C80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যে নারীর লজ্জা যত বেশী সে তার স্বামীর উপর তত বেশী অধিকার রাখে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যে নারীর লজ্জা-শরমের কোন বালাই নেই এবং আল্লাহকে ভয় করে না সে তার স্বামীর আদর-ভালবাসা অর্জন করতে পারে না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5F553A" w:rsidRDefault="005F553A" w:rsidP="006A766D">
      <w:pPr>
        <w:pStyle w:val="libBold1"/>
        <w:rPr>
          <w:lang w:bidi="bn-IN"/>
        </w:rPr>
      </w:pPr>
    </w:p>
    <w:p w:rsidR="00FE4106" w:rsidRPr="007C78A2" w:rsidRDefault="00FE4106" w:rsidP="006A766D">
      <w:pPr>
        <w:pStyle w:val="libBold1"/>
      </w:pPr>
      <w:r w:rsidRPr="009C15B9">
        <w:rPr>
          <w:rFonts w:hint="cs"/>
          <w:cs/>
          <w:lang w:bidi="bn-IN"/>
        </w:rPr>
        <w:t>বে</w:t>
      </w:r>
      <w:r w:rsidRPr="00623425">
        <w:rPr>
          <w:rFonts w:hint="cs"/>
          <w:rtl/>
          <w:cs/>
        </w:rPr>
        <w:t>-</w:t>
      </w:r>
      <w:r w:rsidRPr="009C15B9">
        <w:rPr>
          <w:rFonts w:hint="cs"/>
          <w:cs/>
          <w:lang w:bidi="bn-IN"/>
        </w:rPr>
        <w:t>পর্দায়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থাকা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সঠিকভাবে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পর্দা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নারীরা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জ্ঞান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অর্জনেও</w:t>
      </w:r>
      <w:r w:rsidRPr="007C78A2">
        <w:t xml:space="preserve"> </w:t>
      </w:r>
      <w:r w:rsidRPr="009C15B9">
        <w:rPr>
          <w:rFonts w:hint="cs"/>
          <w:cs/>
          <w:lang w:bidi="bn-IN"/>
        </w:rPr>
        <w:t>সফল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নয়</w:t>
      </w:r>
      <w:r w:rsidRPr="00623425">
        <w:rPr>
          <w:rFonts w:hint="cs"/>
          <w:rtl/>
          <w:cs/>
        </w:rPr>
        <w:t xml:space="preserve"> </w:t>
      </w:r>
      <w:r w:rsidRPr="007C78A2">
        <w:rPr>
          <w:rtl/>
          <w:cs/>
        </w:rPr>
        <w:t>:</w:t>
      </w:r>
      <w:r w:rsidRPr="007C78A2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যে নারী যত বেশী শালীন</w:t>
      </w:r>
      <w:r w:rsidRPr="005A2C80">
        <w:t xml:space="preserve">, </w:t>
      </w:r>
      <w:r w:rsidRPr="005A2C80">
        <w:rPr>
          <w:cs/>
          <w:lang w:bidi="bn-IN"/>
        </w:rPr>
        <w:t>সে লেখা-পড়াতেও তত বেশী সফল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  <w:r w:rsidRPr="005A2C80">
        <w:rPr>
          <w:cs/>
          <w:lang w:bidi="bn-IN"/>
        </w:rPr>
        <w:t>কেননা জ্ঞান অর্জনের জন্য প্রয়োজন হয় স্থির মস্তিস্কের</w:t>
      </w:r>
      <w:r w:rsidRPr="005A2C80">
        <w:t xml:space="preserve">, </w:t>
      </w:r>
      <w:r w:rsidRPr="005A2C80">
        <w:rPr>
          <w:cs/>
          <w:lang w:bidi="bn-IN"/>
        </w:rPr>
        <w:t>তাই যে নারী বা</w:t>
      </w:r>
      <w:r w:rsidRPr="005A2C80">
        <w:t xml:space="preserve"> </w:t>
      </w:r>
      <w:r w:rsidRPr="005A2C80">
        <w:rPr>
          <w:cs/>
          <w:lang w:bidi="bn-IN"/>
        </w:rPr>
        <w:t>মেয়ে সকল সময় নিজেকে অন্যের সামনে উপস্থাপন করার জন্য ব্যস্ত</w:t>
      </w:r>
      <w:r w:rsidRPr="005A2C80">
        <w:t xml:space="preserve"> </w:t>
      </w:r>
      <w:r w:rsidRPr="005A2C80">
        <w:rPr>
          <w:cs/>
          <w:lang w:bidi="bn-IN"/>
        </w:rPr>
        <w:t>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প্রতিনিয়ত অন্যদের আকর্ষণ করার লক্ষ্যে নিজেকে বিভিন্ন রূপে</w:t>
      </w:r>
      <w:r w:rsidRPr="005A2C80">
        <w:t xml:space="preserve"> </w:t>
      </w:r>
      <w:r w:rsidRPr="005A2C80">
        <w:rPr>
          <w:cs/>
          <w:lang w:bidi="bn-IN"/>
        </w:rPr>
        <w:t>সাজিয়ে থাকে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যেহেতু লেখা-পড়ায় সে ভালভাবে মনোযোগ দিতে পারে</w:t>
      </w:r>
      <w:r w:rsidRPr="005A2C80">
        <w:t xml:space="preserve"> </w:t>
      </w:r>
      <w:r w:rsidRPr="005A2C80">
        <w:rPr>
          <w:cs/>
          <w:lang w:bidi="bn-IN"/>
        </w:rPr>
        <w:t>না তাই জ্ঞান অর্জনে সফল হতে পারে না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5F553A" w:rsidRDefault="005F553A" w:rsidP="0065046F">
      <w:pPr>
        <w:pStyle w:val="libBold1"/>
        <w:rPr>
          <w:lang w:bidi="bn-IN"/>
        </w:rPr>
      </w:pP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বে-পর্দায় থাকা বা সঠিকভাবে পর্দা না করা নারী এ অপছন্দনীয়</w:t>
      </w:r>
      <w:r w:rsidRPr="005A2C80">
        <w:t xml:space="preserve"> </w:t>
      </w:r>
      <w:r w:rsidRPr="005A2C80">
        <w:rPr>
          <w:cs/>
          <w:lang w:bidi="bn-IN"/>
        </w:rPr>
        <w:t>কাজের মাধ্যমে নিজের অনেক ক্ষতি সাধন করে থাকে :</w:t>
      </w:r>
      <w:r w:rsidRPr="005A2C80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এর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কারণ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হলো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সৌন্দর্য্যকে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</w:t>
      </w:r>
      <w:r w:rsidRPr="00623425">
        <w:rPr>
          <w:rFonts w:hint="cs"/>
          <w:rtl/>
          <w:cs/>
        </w:rPr>
        <w:t>-</w:t>
      </w:r>
      <w:r w:rsidRPr="009C15B9">
        <w:rPr>
          <w:rFonts w:hint="cs"/>
          <w:cs/>
          <w:lang w:bidi="bn-IN"/>
        </w:rPr>
        <w:t>মাহরাম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বেগানা</w:t>
      </w:r>
      <w:r w:rsidRPr="009C15B9">
        <w:t xml:space="preserve"> </w:t>
      </w:r>
      <w:r w:rsidRPr="009C15B9">
        <w:rPr>
          <w:cs/>
          <w:lang w:bidi="bn-IN"/>
        </w:rPr>
        <w:t>মানুষদের সামনে উপস্থাপন করে । সে তার এ কাজের মাধ্যমে কোন</w:t>
      </w:r>
      <w:r w:rsidRPr="009C15B9">
        <w:t xml:space="preserve"> </w:t>
      </w:r>
      <w:r w:rsidRPr="009C15B9">
        <w:rPr>
          <w:cs/>
          <w:lang w:bidi="bn-IN"/>
        </w:rPr>
        <w:t>হৃদয়সমূহকে আকর্ষণ করে</w:t>
      </w:r>
      <w:r w:rsidRPr="009C15B9">
        <w:t xml:space="preserve">? </w:t>
      </w:r>
      <w:r w:rsidRPr="009C15B9">
        <w:rPr>
          <w:cs/>
          <w:lang w:bidi="bn-IN"/>
        </w:rPr>
        <w:t xml:space="preserve">অবশ্যই বলতে হয় </w:t>
      </w:r>
      <w:r w:rsidRPr="009C15B9">
        <w:rPr>
          <w:rtl/>
          <w:cs/>
        </w:rPr>
        <w:t xml:space="preserve">: </w:t>
      </w:r>
      <w:r w:rsidRPr="009C15B9">
        <w:rPr>
          <w:rtl/>
          <w:cs/>
          <w:lang w:bidi="bn-IN"/>
        </w:rPr>
        <w:t>উক্ত কাজের মাধ্যমে</w:t>
      </w:r>
      <w:r w:rsidRPr="009C15B9">
        <w:t xml:space="preserve"> </w:t>
      </w:r>
      <w:r w:rsidRPr="009C15B9">
        <w:rPr>
          <w:cs/>
          <w:lang w:bidi="bn-IN"/>
        </w:rPr>
        <w:t>সে নষ্ট যুবক</w:t>
      </w:r>
      <w:r w:rsidRPr="009C15B9">
        <w:t xml:space="preserve">, </w:t>
      </w:r>
      <w:r w:rsidRPr="009C15B9">
        <w:rPr>
          <w:cs/>
          <w:lang w:bidi="bn-IN"/>
        </w:rPr>
        <w:t>চরিত্রহীন খারাপ প্রকৃতির লোকদের হৃদয়কে আকর্ষণ করে ।</w:t>
      </w:r>
      <w:r w:rsidRPr="009C15B9">
        <w:t xml:space="preserve"> </w:t>
      </w:r>
      <w:r w:rsidRPr="009C15B9">
        <w:rPr>
          <w:cs/>
          <w:lang w:bidi="bn-IN"/>
        </w:rPr>
        <w:t>প্রকৃত মুসলমান ও ম</w:t>
      </w:r>
      <w:r w:rsidRPr="009C15B9">
        <w:rPr>
          <w:rFonts w:hint="cs"/>
          <w:cs/>
          <w:lang w:bidi="bn-IN"/>
        </w:rPr>
        <w:t>ু</w:t>
      </w:r>
      <w:r w:rsidRPr="003A255A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মিন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ব্যক্তিগণ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সব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কাজের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প্রতি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বীতশ্রদ্ধ</w:t>
      </w:r>
      <w:r w:rsidRPr="00623425">
        <w:rPr>
          <w:rFonts w:hint="cs"/>
          <w:cs/>
          <w:lang w:bidi="hi-IN"/>
        </w:rPr>
        <w:t xml:space="preserve"> । </w:t>
      </w:r>
      <w:r w:rsidRPr="009C15B9">
        <w:rPr>
          <w:rFonts w:hint="cs"/>
          <w:cs/>
          <w:lang w:bidi="bn-IN"/>
        </w:rPr>
        <w:t>এই</w:t>
      </w:r>
      <w:r w:rsidRPr="009C15B9">
        <w:t xml:space="preserve"> </w:t>
      </w:r>
      <w:r w:rsidRPr="009C15B9">
        <w:rPr>
          <w:cs/>
          <w:lang w:bidi="bn-IN"/>
        </w:rPr>
        <w:t>ধরনের ব্যক্তিদের হৃদয় কাড়াতে দুনিয়া বা আখিরাতে কোন উপকার হবে</w:t>
      </w:r>
      <w:r w:rsidRPr="009C15B9">
        <w:t xml:space="preserve"> </w:t>
      </w:r>
      <w:r w:rsidRPr="009C15B9">
        <w:rPr>
          <w:cs/>
          <w:lang w:bidi="bn-IN"/>
        </w:rPr>
        <w:t>কী</w:t>
      </w:r>
      <w:r w:rsidRPr="009C15B9">
        <w:t xml:space="preserve">? </w:t>
      </w:r>
      <w:r w:rsidRPr="009C15B9">
        <w:rPr>
          <w:cs/>
          <w:lang w:bidi="bn-IN"/>
        </w:rPr>
        <w:t xml:space="preserve">অবশ্যই বলতে হয় </w:t>
      </w:r>
      <w:r w:rsidRPr="009C15B9">
        <w:rPr>
          <w:rtl/>
          <w:cs/>
        </w:rPr>
        <w:t xml:space="preserve">: </w:t>
      </w:r>
      <w:r w:rsidRPr="009C15B9">
        <w:rPr>
          <w:rtl/>
          <w:cs/>
          <w:lang w:bidi="bn-IN"/>
        </w:rPr>
        <w:t>দুনিয়া ও আখিরাতে এ সবের কোন মূল্য নেই ।</w:t>
      </w:r>
      <w:r w:rsidRPr="009C15B9">
        <w:t xml:space="preserve"> </w:t>
      </w:r>
      <w:r w:rsidRPr="009C15B9">
        <w:rPr>
          <w:cs/>
          <w:lang w:bidi="bn-IN"/>
        </w:rPr>
        <w:t>আল্লাহ্ ত</w:t>
      </w:r>
      <w:r w:rsidRPr="009C15B9">
        <w:rPr>
          <w:rFonts w:hint="cs"/>
          <w:cs/>
          <w:lang w:bidi="bn-IN"/>
        </w:rPr>
        <w:t>া</w:t>
      </w:r>
      <w:r w:rsidRPr="003A255A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নেয়ামত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হিসেবে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শরীরের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সুস্থতা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সৌন্দর্য্য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আমাদেরকে</w:t>
      </w:r>
      <w:r w:rsidRPr="009C15B9">
        <w:t xml:space="preserve"> </w:t>
      </w:r>
      <w:r w:rsidRPr="009C15B9">
        <w:rPr>
          <w:cs/>
          <w:lang w:bidi="bn-IN"/>
        </w:rPr>
        <w:t>দিয়েছেন । আর তা আমানত হিসেবে দিয়েছেন । আমাদের কোন অধিকার</w:t>
      </w:r>
      <w:r w:rsidRPr="009C15B9">
        <w:t xml:space="preserve"> </w:t>
      </w:r>
      <w:r w:rsidRPr="009C15B9">
        <w:rPr>
          <w:cs/>
          <w:lang w:bidi="bn-IN"/>
        </w:rPr>
        <w:t>নেই যে</w:t>
      </w:r>
      <w:r w:rsidRPr="009C15B9">
        <w:t xml:space="preserve">, </w:t>
      </w:r>
      <w:r w:rsidRPr="009C15B9">
        <w:rPr>
          <w:cs/>
          <w:lang w:bidi="bn-IN"/>
        </w:rPr>
        <w:t>আমাদের হৃদয় বা অন্তর যেভাবে চায় এবং যা করতে চায় তাই</w:t>
      </w:r>
      <w:r w:rsidRPr="009C15B9">
        <w:t xml:space="preserve"> </w:t>
      </w:r>
      <w:r w:rsidRPr="009C15B9">
        <w:rPr>
          <w:cs/>
          <w:lang w:bidi="bn-IN"/>
        </w:rPr>
        <w:t>করবো । যেহেতু আল্লাহ ত</w:t>
      </w:r>
      <w:r w:rsidRPr="009C15B9">
        <w:rPr>
          <w:rFonts w:hint="cs"/>
          <w:cs/>
          <w:lang w:bidi="bn-IN"/>
        </w:rPr>
        <w:t>া</w:t>
      </w:r>
      <w:r w:rsidRPr="003A255A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আমাদেরকে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নেয়ামত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দান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করেছেন</w:t>
      </w:r>
      <w:r w:rsidRPr="009C15B9">
        <w:t xml:space="preserve"> </w:t>
      </w:r>
      <w:r w:rsidRPr="009C15B9">
        <w:rPr>
          <w:cs/>
          <w:lang w:bidi="bn-IN"/>
        </w:rPr>
        <w:t xml:space="preserve">সেগুলোর আমানতদারীর </w:t>
      </w:r>
      <w:r w:rsidRPr="009C15B9">
        <w:rPr>
          <w:cs/>
          <w:lang w:bidi="bn-IN"/>
        </w:rPr>
        <w:lastRenderedPageBreak/>
        <w:t>উত্তম পন্থা হচ্ছে তাঁর সন্তুষ্টি হাসিল করবো ।</w:t>
      </w:r>
      <w:r w:rsidRPr="009C15B9">
        <w:t xml:space="preserve"> </w:t>
      </w:r>
      <w:r w:rsidRPr="009C15B9">
        <w:rPr>
          <w:cs/>
          <w:lang w:bidi="bn-IN"/>
        </w:rPr>
        <w:t>ঐরূপ মানুষের হৃদয় কাড়ার কোন প্রয়োজন নেই যারা নিজেদের শয়তানী</w:t>
      </w:r>
      <w:r w:rsidRPr="009C15B9">
        <w:t xml:space="preserve"> </w:t>
      </w:r>
      <w:r w:rsidRPr="009C15B9">
        <w:rPr>
          <w:cs/>
          <w:lang w:bidi="bn-IN"/>
        </w:rPr>
        <w:t>ইচ্ছা ও আকাঙ্ক্ষা পূরণের লক্ষ্যে নারীদেরকে মাধ্যম হিসেবে ব্যবহার করে</w:t>
      </w:r>
      <w:r w:rsidRPr="009C15B9">
        <w:t xml:space="preserve"> </w:t>
      </w:r>
      <w:r w:rsidRPr="009C15B9">
        <w:rPr>
          <w:cs/>
          <w:lang w:bidi="bn-IN"/>
        </w:rPr>
        <w:t>থাকে । আসলে কি এটা উচিৎ যে</w:t>
      </w:r>
      <w:r w:rsidRPr="009C15B9">
        <w:t xml:space="preserve">, </w:t>
      </w:r>
      <w:r w:rsidRPr="009C15B9">
        <w:rPr>
          <w:cs/>
          <w:lang w:bidi="bn-IN"/>
        </w:rPr>
        <w:t>নারী দুষ্ট লোকের হৃদয় হরণের মাধ্যম</w:t>
      </w:r>
      <w:r w:rsidRPr="009C15B9">
        <w:t xml:space="preserve"> </w:t>
      </w:r>
      <w:r w:rsidRPr="009C15B9">
        <w:rPr>
          <w:cs/>
          <w:lang w:bidi="bn-IN"/>
        </w:rPr>
        <w:t xml:space="preserve">হবে </w:t>
      </w:r>
      <w:r w:rsidRPr="009C15B9">
        <w:t xml:space="preserve">? </w:t>
      </w:r>
    </w:p>
    <w:p w:rsidR="005F553A" w:rsidRPr="00C6693F" w:rsidRDefault="005F553A" w:rsidP="00C6693F">
      <w:r>
        <w:br w:type="page"/>
      </w:r>
    </w:p>
    <w:p w:rsidR="005F553A" w:rsidRPr="005F553A" w:rsidRDefault="005F553A" w:rsidP="005F553A">
      <w:pPr>
        <w:pStyle w:val="Heading2"/>
      </w:pPr>
      <w:bookmarkStart w:id="72" w:name="_Toc439886129"/>
      <w:bookmarkStart w:id="73" w:name="_Toc440447889"/>
      <w:r w:rsidRPr="005F553A">
        <w:rPr>
          <w:rFonts w:hint="cs"/>
          <w:cs/>
          <w:lang w:bidi="bn-IN"/>
        </w:rPr>
        <w:lastRenderedPageBreak/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ব্যক্তিত্বহীন</w:t>
      </w:r>
      <w:r w:rsidRPr="005F553A">
        <w:rPr>
          <w:cs/>
          <w:lang w:bidi="bn-IN"/>
        </w:rPr>
        <w:t xml:space="preserve"> :</w:t>
      </w:r>
      <w:bookmarkEnd w:id="72"/>
      <w:bookmarkEnd w:id="73"/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ইতিহাসের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পাতায়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প্রথম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পাশাপাশি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তাগুতের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বিরুদ্ধে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লড়াই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উদাহরণ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স্বরূপ</w:t>
      </w:r>
      <w:r w:rsidRPr="005F553A">
        <w:t xml:space="preserve">, </w:t>
      </w:r>
      <w:r w:rsidRPr="005F553A">
        <w:rPr>
          <w:rFonts w:hint="cs"/>
          <w:cs/>
          <w:lang w:bidi="bn-IN"/>
        </w:rPr>
        <w:t>আসিয়া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স্বামী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ফিরআউনের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হযরত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খাদিজা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আ</w:t>
      </w:r>
      <w:r w:rsidRPr="005F553A">
        <w:rPr>
          <w:cs/>
          <w:lang w:bidi="bn-IN"/>
        </w:rPr>
        <w:t xml:space="preserve">.) </w:t>
      </w:r>
      <w:r w:rsidRPr="005F553A">
        <w:rPr>
          <w:rFonts w:hint="cs"/>
          <w:cs/>
          <w:lang w:bidi="bn-IN"/>
        </w:rPr>
        <w:t>রাসূল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সা</w:t>
      </w:r>
      <w:r w:rsidRPr="005F553A">
        <w:rPr>
          <w:cs/>
          <w:lang w:bidi="bn-IN"/>
        </w:rPr>
        <w:t>.)-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পাশে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আবু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সুফিয়ানের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হযরত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ফাতিমা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আ</w:t>
      </w:r>
      <w:r w:rsidRPr="005F553A">
        <w:rPr>
          <w:cs/>
          <w:lang w:bidi="bn-IN"/>
        </w:rPr>
        <w:t xml:space="preserve">.) </w:t>
      </w:r>
      <w:r w:rsidRPr="005F553A">
        <w:rPr>
          <w:rFonts w:hint="cs"/>
          <w:cs/>
          <w:lang w:bidi="bn-IN"/>
        </w:rPr>
        <w:t>ইমাম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আলী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আ</w:t>
      </w:r>
      <w:r w:rsidRPr="005F553A">
        <w:rPr>
          <w:cs/>
          <w:lang w:bidi="bn-IN"/>
        </w:rPr>
        <w:t>.)-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পাশে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মুনাফিকদের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হযরত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যয়নাব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আ</w:t>
      </w:r>
      <w:r w:rsidRPr="005F553A">
        <w:rPr>
          <w:cs/>
          <w:lang w:bidi="bn-IN"/>
        </w:rPr>
        <w:t xml:space="preserve">.) </w:t>
      </w:r>
      <w:r w:rsidRPr="005F553A">
        <w:rPr>
          <w:rFonts w:hint="cs"/>
          <w:cs/>
          <w:lang w:bidi="bn-IN"/>
        </w:rPr>
        <w:t>তাঁর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ইমাম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হুসাইন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আ</w:t>
      </w:r>
      <w:r w:rsidRPr="005F553A">
        <w:rPr>
          <w:cs/>
          <w:lang w:bidi="bn-IN"/>
        </w:rPr>
        <w:t xml:space="preserve">.) 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পাশে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ইয়াযিদের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প্রকৃত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পক্ষে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পুরুষেরা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তলোয়ার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চালনায়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পারদর্শী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যোদ্ধা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তৈরীতে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পারদর্শী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মর্যাদার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অধিকারী</w:t>
      </w:r>
      <w:r w:rsidRPr="005F553A">
        <w:t xml:space="preserve">, </w:t>
      </w:r>
      <w:r w:rsidRPr="005F553A">
        <w:rPr>
          <w:rFonts w:hint="cs"/>
          <w:cs/>
          <w:lang w:bidi="bn-IN"/>
        </w:rPr>
        <w:t>কেন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চুপ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শ্রেণীর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লম্পট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কামভাব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চরিতার্থ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উপকরণ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বানানোর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চেষ্টায়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নিয়োজিত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FE4106" w:rsidRPr="005A2C80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সমাজে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শিক্ষা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</w:t>
      </w:r>
      <w:r w:rsidRPr="005F553A">
        <w:t xml:space="preserve">,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ব্যক্তিত্বকে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গড়ার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সুযোগ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</w:t>
      </w:r>
      <w:r w:rsidRPr="005F553A">
        <w:t xml:space="preserve">, </w:t>
      </w:r>
      <w:r w:rsidRPr="005F553A">
        <w:rPr>
          <w:rFonts w:hint="cs"/>
          <w:cs/>
          <w:lang w:bidi="bn-IN"/>
        </w:rPr>
        <w:t>পরিবারে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আদর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ভালবাসার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ঘাটতি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পাওয়ার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নিবারণের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অসভ্য</w:t>
      </w:r>
      <w:r w:rsidRPr="005F553A">
        <w:t xml:space="preserve">, </w:t>
      </w:r>
      <w:r w:rsidRPr="005F553A">
        <w:rPr>
          <w:rFonts w:hint="cs"/>
          <w:cs/>
          <w:lang w:bidi="bn-IN"/>
        </w:rPr>
        <w:t>চরিত্রহীন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প্রকৃতির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ব্যক্তিদের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তুলে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পাওয়ার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নিবারণ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শয়তানী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সম্ভব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নয়</w:t>
      </w:r>
      <w:r w:rsidRPr="005F553A">
        <w:t xml:space="preserve">, </w:t>
      </w:r>
      <w:r w:rsidRPr="005F553A">
        <w:rPr>
          <w:rFonts w:hint="cs"/>
          <w:cs/>
          <w:lang w:bidi="bn-IN"/>
        </w:rPr>
        <w:t>বরং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মানসিক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পরিমানে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হতাশা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অনুভব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শরীরিকভাবে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কুৎসিত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দৃষ্টিতে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ঘৃণার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পাত্র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চিহ্নিত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পর্যায়ে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লজ্জা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অপমান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ব্যতীত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আনবে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</w:p>
    <w:p w:rsidR="005F553A" w:rsidRDefault="005F553A" w:rsidP="005F553A">
      <w:pPr>
        <w:pStyle w:val="libBold1"/>
        <w:rPr>
          <w:lang w:bidi="bn-IN"/>
        </w:rPr>
      </w:pPr>
    </w:p>
    <w:p w:rsidR="00FE4106" w:rsidRPr="005A2C80" w:rsidRDefault="00FE4106" w:rsidP="005F553A">
      <w:pPr>
        <w:pStyle w:val="libBold1"/>
      </w:pPr>
      <w:r w:rsidRPr="005A2C80">
        <w:rPr>
          <w:cs/>
          <w:lang w:bidi="bn-IN"/>
        </w:rPr>
        <w:t>বে-পর্দায় থাকা ও সঠিকভাবে পর্দা না করাটা হচ্ছে এক ধরনের</w:t>
      </w:r>
      <w:r w:rsidRPr="005A2C80">
        <w:t xml:space="preserve"> </w:t>
      </w:r>
      <w:r w:rsidRPr="005A2C80">
        <w:rPr>
          <w:cs/>
          <w:lang w:bidi="bn-IN"/>
        </w:rPr>
        <w:t>শিরক :</w:t>
      </w:r>
      <w:r w:rsidRPr="005A2C80"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উপাসনা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স্থলে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মডেল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ফ্যাশনের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উপাসনা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শিরক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কয়েকটি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পোশাক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অপচয়ের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মাত্রায়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স্বামী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খুশি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অত্যন্ত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পছন্দনীয়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উত্তম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নারীর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চিন্তা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lastRenderedPageBreak/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জাতীয়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আবর্তিত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ফ্যাশন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উদ্দেশ্যে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স্বামীকে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ধার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দেনা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স্বামীকে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লজ্জায়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পড়তে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t xml:space="preserve">,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</w:p>
    <w:p w:rsidR="005F553A" w:rsidRDefault="005F553A" w:rsidP="005F553A">
      <w:pPr>
        <w:pStyle w:val="libBold1"/>
        <w:rPr>
          <w:lang w:bidi="bn-IN"/>
        </w:rPr>
      </w:pPr>
    </w:p>
    <w:p w:rsidR="005F553A" w:rsidRPr="005F553A" w:rsidRDefault="005F553A" w:rsidP="005F553A">
      <w:pPr>
        <w:pStyle w:val="libBold1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উৎপাদন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স্থলে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খরচ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: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উৎপাদন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বরং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খরচ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খরচ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লাভও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খরচ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করলেও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সুফল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উপযুক্তভাবে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সন্তান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লালন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পালন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সংসার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চালনা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হাতের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</w:t>
      </w:r>
      <w:r w:rsidRPr="005F553A">
        <w:t xml:space="preserve">, </w:t>
      </w:r>
      <w:r w:rsidRPr="005F553A">
        <w:rPr>
          <w:rFonts w:hint="cs"/>
          <w:cs/>
          <w:lang w:bidi="bn-IN"/>
        </w:rPr>
        <w:t>লেখা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পড়া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খরচ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উপকারেই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বরং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ক্ষতিকারকও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ফিতনা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ফ্যাসাদ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ধ্বংস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প্রাপ্ত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C6693F" w:rsidRDefault="005F553A" w:rsidP="00C6693F">
      <w:r>
        <w:br w:type="page"/>
      </w:r>
    </w:p>
    <w:p w:rsidR="005F553A" w:rsidRPr="005F553A" w:rsidRDefault="005F553A" w:rsidP="005F553A">
      <w:pPr>
        <w:pStyle w:val="Heading2"/>
      </w:pPr>
      <w:bookmarkStart w:id="74" w:name="_Toc439886130"/>
      <w:bookmarkStart w:id="75" w:name="_Toc440447890"/>
      <w:r w:rsidRPr="005F553A">
        <w:rPr>
          <w:rFonts w:hint="cs"/>
          <w:cs/>
          <w:lang w:bidi="bn-IN"/>
        </w:rPr>
        <w:lastRenderedPageBreak/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হিজাব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মানসিক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অশান্তিতে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ভোগে</w:t>
      </w:r>
      <w:r w:rsidRPr="005F553A">
        <w:rPr>
          <w:cs/>
          <w:lang w:bidi="bn-IN"/>
        </w:rPr>
        <w:t xml:space="preserve"> :</w:t>
      </w:r>
      <w:bookmarkEnd w:id="74"/>
      <w:bookmarkEnd w:id="75"/>
      <w:r w:rsidRPr="005F553A">
        <w:rPr>
          <w:cs/>
          <w:lang w:bidi="bn-IN"/>
        </w:rPr>
        <w:t xml:space="preserve"> </w:t>
      </w:r>
    </w:p>
    <w:p w:rsidR="005F553A" w:rsidRDefault="005F553A" w:rsidP="005F553A">
      <w:pPr>
        <w:pStyle w:val="libNormal"/>
        <w:rPr>
          <w:lang w:bidi="bn-IN"/>
        </w:rPr>
      </w:pP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কেউ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পোশাক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ফ্যাশনের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পেছনে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ছোটাকেই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লক্ষ্য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মশুধাত্র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জোগাড়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ব্যস্ত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জোগাড়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সহজ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পাওয়াই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তখন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অশান্তিও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অস্থিরতা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বিরাজ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পরিস্থিতির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হারিয়ে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ফেলেছে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খুঁজে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পোশাক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ফ্যাশনের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পেছনে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ছোটা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অস্থিরতা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কখনোই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সত্তাগত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ভাবেই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লোভী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প্রকৃতির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ক্ষেত্রে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ধার্মিকতা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কখনোই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পদমর্যাদা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অর্থ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বিত্ত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কামভাব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তুষ্ট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যতক্ষণ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পরিতৃপ্ত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ততক্ষণ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মানসিক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অশান্তি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অব্যাহত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</w:p>
    <w:p w:rsidR="005F553A" w:rsidRDefault="005F553A" w:rsidP="005F553A">
      <w:pPr>
        <w:pStyle w:val="libBold1"/>
        <w:rPr>
          <w:lang w:bidi="bn-IN"/>
        </w:rPr>
      </w:pPr>
    </w:p>
    <w:p w:rsidR="005F553A" w:rsidRPr="005F553A" w:rsidRDefault="005F553A" w:rsidP="005F553A">
      <w:pPr>
        <w:pStyle w:val="libBold1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দেরীতে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: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চিন্তা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সঙ্গী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দরকার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দ্বীনদার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সুশ্রী</w:t>
      </w:r>
      <w:r w:rsidRPr="005F553A">
        <w:t xml:space="preserve">, </w:t>
      </w:r>
      <w:r w:rsidRPr="005F553A">
        <w:rPr>
          <w:rFonts w:hint="cs"/>
          <w:cs/>
          <w:lang w:bidi="bn-IN"/>
        </w:rPr>
        <w:t>নৈতিকতা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সম্পন্ন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ভদ্র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প্রতিনিয়ত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সমস্যা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দেখার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বড়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বয়োজ্যোষ্ঠদেরকে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কথাগুলো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মধ্যে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বৈশিষ্ট্য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খুটিয়ে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দেখেন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বুঝা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যুবকরা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নারীকে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যারা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প্রতিনিয়ত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সামাজিক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অর্থনৈতিকভাবে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সমস্যা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) </w:t>
      </w:r>
      <w:r w:rsidRPr="005F553A">
        <w:rPr>
          <w:rFonts w:hint="cs"/>
          <w:cs/>
          <w:lang w:bidi="bn-IN"/>
        </w:rPr>
        <w:t>ঘৃণা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সুতরাং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বিবেক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সম্পন্ন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অবশ্যই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আগে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স্ত্রী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সম্পর্কিত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উক্ত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চিন্তা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অতএব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কখনোই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ফিরেও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উদ্দেশ্যে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দেখতে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lastRenderedPageBreak/>
        <w:t>ব্যাপারে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জানতে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স্বভাবের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দেখতে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যাওয়া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বিরত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ঘটনাই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আমাদের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উদাহরণ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এসব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দেরিতে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মানসিক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কষ্টও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মানসিক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কষ্টের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শরীরিকভাবেও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অসুস্থ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FE4106" w:rsidRPr="005A2C80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পুরুপ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ব্যক্তিত্ব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আত্মমর্যদা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বোধ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সম্পন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ব্যক্তিত্ববোধ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দৃঢ়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ঈমান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আত্মিক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পবিত্রতা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উৎসারিত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কখনোই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বর্ণনা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লোকের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মুখে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মুখে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মেয়ের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বুঝা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অতীত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অনুতপ্ত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সেক্ষেত্রে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ভিন্নরূপ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</w:p>
    <w:p w:rsidR="005F553A" w:rsidRDefault="005F553A" w:rsidP="005F553A">
      <w:pPr>
        <w:pStyle w:val="libBold1"/>
        <w:rPr>
          <w:lang w:bidi="bn-IN"/>
        </w:rPr>
      </w:pPr>
    </w:p>
    <w:p w:rsidR="005F553A" w:rsidRPr="005F553A" w:rsidRDefault="005F553A" w:rsidP="005F553A">
      <w:pPr>
        <w:pStyle w:val="libBold1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দ্রুত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ভেঙ্গে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: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ফ্যাশন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আধুনিকতাই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মানদণ্ড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দ্রুত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পুরাতন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কাঙ্খিত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অবস্থায়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সেহেতু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চাওয়া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পাওয়া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অপূর্ণ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পরিবারগুলোতে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সঙ্গী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নির্বাচনের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বুদ্ধি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বিবেকের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আশ্রয়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নেয়া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উক্ত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পরিবারগুলো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দ্রুত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নড়বড়ে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ধ্বংস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পর্যন্ত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তালাক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নেয়া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ছাড়া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পথ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খোলা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অপরাধের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শাস্তিভোগ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সন্তানরা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সন্তানরা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অধিকাংশই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পথভ্রষ্ট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Default="005F553A" w:rsidP="005F553A">
      <w:pPr>
        <w:pStyle w:val="libNormal"/>
        <w:rPr>
          <w:lang w:bidi="bn-IN"/>
        </w:rPr>
      </w:pPr>
    </w:p>
    <w:p w:rsidR="005F553A" w:rsidRPr="005F553A" w:rsidRDefault="005F553A" w:rsidP="005F553A">
      <w:pPr>
        <w:pStyle w:val="libBold1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খলিফা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হাতের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খেলার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পুতুল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: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lastRenderedPageBreak/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পৃথিবীর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বুকে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rFonts w:hint="eastAsia"/>
        </w:rPr>
        <w:t>’</w:t>
      </w:r>
      <w:r w:rsidRPr="005F553A">
        <w:rPr>
          <w:rFonts w:hint="cs"/>
          <w:cs/>
          <w:lang w:bidi="bn-IN"/>
        </w:rPr>
        <w:t>য়ালার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খলিফা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চরিত্রহীন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লোকদের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হাতের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খেলার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পুতুলে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পরিণত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যেখানে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বলা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সম্ভ্রম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রক্ষা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লজ্জাবোধকে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মূল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গ্রহণ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সন্তানদেরকে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উপযুক্ত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তুলে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উপহার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নবীদের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সমতুল্য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সুতরাং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খেলার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পুতুল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নবীদের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দায়িত্ব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পালন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পারে।</w:t>
      </w:r>
    </w:p>
    <w:p w:rsidR="005F553A" w:rsidRDefault="005F553A" w:rsidP="005F553A">
      <w:pPr>
        <w:pStyle w:val="libNormal"/>
        <w:rPr>
          <w:lang w:bidi="bn-IN"/>
        </w:rPr>
      </w:pP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অর্থহীন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প্রতিযোগিতা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: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একজন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পক্ষে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সম্ভব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জ্ঞান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চর্চা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হস্তশিল্প</w:t>
      </w:r>
      <w:r w:rsidRPr="005F553A">
        <w:t xml:space="preserve">, </w:t>
      </w:r>
      <w:r w:rsidRPr="005F553A">
        <w:rPr>
          <w:rFonts w:hint="cs"/>
          <w:cs/>
          <w:lang w:bidi="bn-IN"/>
        </w:rPr>
        <w:t>কারু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শিল্প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প্রভৃতি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প্রতিয়োগিতা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নৈতিক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সামাজিকভাবে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পরিপূর্ণতায়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পৌঁছাবে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যেভাবে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বর্তমানে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বিভিন্ন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এগিয়ে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আধুনিকতার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সুন্দরভাবে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উপস্থাপনের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লক্ষ্যে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সাজসজ্জা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ফ্যাশন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প্লাস্টিক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সার্জারী</w:t>
      </w:r>
      <w:r w:rsidRPr="005F553A">
        <w:t xml:space="preserve">, </w:t>
      </w:r>
      <w:r w:rsidRPr="005F553A">
        <w:rPr>
          <w:rFonts w:hint="cs"/>
          <w:cs/>
          <w:lang w:bidi="bn-IN"/>
        </w:rPr>
        <w:t>ভ্রুতোলা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নখ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রাখা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পরিচর্যা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অপরের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প্রতিযোগিতায়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লিপ্ত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বস্তুগুলো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সুতা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পশম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প্লাস্টিক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নির্মিত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বস্তু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বৈ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বস্তুত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ফ্যাশন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সাজসজ্জা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প্রতিযোগিতা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বস্তু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প্রতিযোগিতার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শামিল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আবর্জনার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স্তুপে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পরিণত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Default="005F553A" w:rsidP="005F553A">
      <w:pPr>
        <w:pStyle w:val="libNormal"/>
      </w:pPr>
    </w:p>
    <w:p w:rsidR="005F553A" w:rsidRPr="005F553A" w:rsidRDefault="005F553A" w:rsidP="005F553A">
      <w:pPr>
        <w:pStyle w:val="Heading2"/>
      </w:pPr>
      <w:bookmarkStart w:id="76" w:name="_Toc439886131"/>
      <w:bookmarkStart w:id="77" w:name="_Toc440447891"/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মূল্যহীন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:</w:t>
      </w:r>
      <w:bookmarkEnd w:id="76"/>
      <w:bookmarkEnd w:id="77"/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যেখানে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লজ্জা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গুরুত্বপূর্ণ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রক্ষা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একান্ত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জরুরী</w:t>
      </w:r>
      <w:r w:rsidRPr="005F553A">
        <w:t xml:space="preserve">,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রক্ষা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মূল্য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প্রদর্শন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</w:t>
      </w:r>
      <w:r w:rsidRPr="005F553A">
        <w:rPr>
          <w:cs/>
          <w:lang w:bidi="bn-IN"/>
        </w:rPr>
        <w:t xml:space="preserve">-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উপস্থাপন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মূল্যহীন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ফেলে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</w:p>
    <w:p w:rsidR="005F553A" w:rsidRPr="005F553A" w:rsidRDefault="005F553A" w:rsidP="005F553A">
      <w:pPr>
        <w:pStyle w:val="libBold1"/>
      </w:pPr>
      <w:r w:rsidRPr="005F553A">
        <w:rPr>
          <w:rFonts w:hint="cs"/>
          <w:cs/>
          <w:lang w:bidi="bn-IN"/>
        </w:rPr>
        <w:t>বেপর্দা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সঠিক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বেপর্দার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মন্দ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প্রভাবের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: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বেপর্দা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অশালীন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ভাবভঙ্গীও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বিভিন্ন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শয়তানী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কর্মকাণ্ডের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ঈমানহীন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লোকেরা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আকৃষ্ট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কখনো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দেখা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স্বামী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স্ত্রীদের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উদাসীন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অবশেষে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কয়েকটি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ধ্বংসের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মূল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এভাবেই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ন্যাক্কার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মহা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পাপে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লিপ্ত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অবশ্যই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বলতে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6445C3">
        <w:rPr>
          <w:rStyle w:val="libAlaemChar"/>
        </w:rPr>
        <w:t>“</w:t>
      </w:r>
      <w:r w:rsidRPr="005F553A">
        <w:rPr>
          <w:rFonts w:hint="cs"/>
          <w:cs/>
          <w:lang w:bidi="bn-IN"/>
        </w:rPr>
        <w:t>হে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আপনি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করলেন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এটাও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জেনে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রাখুন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সুন্দরী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পরিবারেও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অশান্তির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প্রকৃত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পক্ষে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আপনি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পাথর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ছুড়েছেন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পাথরটি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ফিরে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ফিরে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আসবে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rFonts w:hint="eastAsia"/>
        </w:rPr>
        <w:t>”</w:t>
      </w:r>
      <w:r w:rsidRPr="005F553A">
        <w:t xml:space="preserve"> </w:t>
      </w:r>
    </w:p>
    <w:p w:rsidR="005F553A" w:rsidRPr="00C6693F" w:rsidRDefault="005F553A" w:rsidP="00C6693F">
      <w:r>
        <w:br w:type="page"/>
      </w:r>
    </w:p>
    <w:p w:rsidR="005F553A" w:rsidRPr="005F553A" w:rsidRDefault="005F553A" w:rsidP="00A44A13">
      <w:pPr>
        <w:pStyle w:val="Heading1"/>
      </w:pPr>
      <w:bookmarkStart w:id="78" w:name="_Toc439886132"/>
      <w:bookmarkStart w:id="79" w:name="_Toc440447892"/>
      <w:r w:rsidRPr="005F553A">
        <w:rPr>
          <w:rFonts w:hint="cs"/>
          <w:cs/>
          <w:lang w:bidi="bn-IN"/>
        </w:rPr>
        <w:lastRenderedPageBreak/>
        <w:t>পাশ্চাত্যের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ন্যায়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বেপর্দা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তাকওয়াহীন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নারীদের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মধ্যে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নৈতিক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অনাচার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জুলুম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গর্ভপাতের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মত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আরো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জঘন্য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কাজ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প্রবণতা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বেশী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দেখা</w:t>
      </w:r>
      <w:r w:rsidRPr="005F553A">
        <w:rPr>
          <w:rtl/>
          <w:cs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rtl/>
          <w:cs/>
        </w:rPr>
        <w:t xml:space="preserve"> :</w:t>
      </w:r>
      <w:bookmarkEnd w:id="78"/>
      <w:bookmarkEnd w:id="79"/>
      <w:r w:rsidRPr="005F553A">
        <w:rPr>
          <w:rtl/>
          <w:cs/>
        </w:rPr>
        <w:t xml:space="preserve"> </w:t>
      </w:r>
    </w:p>
    <w:p w:rsidR="005F553A" w:rsidRDefault="005F553A" w:rsidP="005F553A">
      <w:pPr>
        <w:pStyle w:val="libNormal"/>
        <w:rPr>
          <w:lang w:bidi="bn-IN"/>
        </w:rPr>
      </w:pP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রাষ্ট্র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ইসলামী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রাষ্ট্র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তাহলে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ক্ষমতা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রাষ্ট্রের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জুলুম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অত্যাচার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খুন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রাহাজানি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বন্ধ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যদিও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রাষ্ট্র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আধুনিক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অস্ত্র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সামরিক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গোয়েন্দা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বিভাগের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ক্ষেত্রে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শক্তিশালীই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হোক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রাষ্ট্রের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সরকার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পুলিশ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বাহ্যিকভাবে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বিরুদ্ধে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কঠোর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পদক্ষেপ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জুলুম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অত্যাচার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খুন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রাহাজানি</w:t>
      </w:r>
      <w:r w:rsidRPr="005F553A">
        <w:t xml:space="preserve">, </w:t>
      </w:r>
      <w:r w:rsidRPr="005F553A">
        <w:rPr>
          <w:rFonts w:hint="cs"/>
          <w:cs/>
          <w:lang w:bidi="bn-IN"/>
        </w:rPr>
        <w:t>ইত্যাদির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সুতরাং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অবশ্যই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বাহ্যিক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শক্তির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শক্তির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সমন্বয়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প্রয়োজন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অবক্ষয়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মুক্তি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শক্তি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অবশ্যই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দ্বীনের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কাছ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প্রকৃত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ধর্মীয়বোধ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অন্তরে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প্রবেশ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গোপন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প্রকাশ্যে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অর্থাৎ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বোধের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সহাবস্থান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উৎসাহ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মন্দ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বাধা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শক্তি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কিয়ামতের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বিশ্বাস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উৎসারিত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পুলিশের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অনেক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ফলদায়ক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যতক্ষণ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পর্যন্ত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আমাদের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অভ্যন্তরীণ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শক্তিতে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পরিপূর্ণ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ততক্ষণ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পর্যন্ত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অন্যায়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অনাচার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জুলুম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নিপীড়ন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চলতেই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এমনকি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বর্তমান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খারাপ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পাশ্চাত্য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ইউরোপের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প্রপাগাণ্ডার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অধিকাংশ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জাতিকে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যুবকদেরকে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বুঝাতে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চেষ্টা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পৃথিবীর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আমেরিকাই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কেবলমাত্র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সৌভাগ্যের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দ্বারপ্রান্তে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পৌঁছিয়ে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ব্যতীত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lastRenderedPageBreak/>
        <w:t>ক্ষমতা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প্রচারণার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যেমন</w:t>
      </w:r>
      <w:r w:rsidRPr="005F553A">
        <w:t xml:space="preserve">, </w:t>
      </w:r>
      <w:r w:rsidRPr="005F553A">
        <w:rPr>
          <w:rFonts w:hint="cs"/>
          <w:cs/>
          <w:lang w:bidi="bn-IN"/>
        </w:rPr>
        <w:t>আমেরিকান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এসোসিয়েটেড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প্রেস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এপি</w:t>
      </w:r>
      <w:r w:rsidRPr="005F553A">
        <w:rPr>
          <w:cs/>
          <w:lang w:bidi="bn-IN"/>
        </w:rPr>
        <w:t>)</w:t>
      </w:r>
      <w:r w:rsidRPr="005F553A">
        <w:t xml:space="preserve">, </w:t>
      </w:r>
      <w:r w:rsidRPr="005F553A">
        <w:rPr>
          <w:rFonts w:hint="cs"/>
          <w:cs/>
          <w:lang w:bidi="bn-IN"/>
        </w:rPr>
        <w:t>ইউনাইটেড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প্রেস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ইউপি</w:t>
      </w:r>
      <w:r w:rsidRPr="005F553A">
        <w:rPr>
          <w:cs/>
          <w:lang w:bidi="bn-IN"/>
        </w:rPr>
        <w:t>)</w:t>
      </w:r>
      <w:r w:rsidRPr="005F553A">
        <w:t xml:space="preserve">, </w:t>
      </w:r>
      <w:r w:rsidRPr="005F553A">
        <w:rPr>
          <w:rFonts w:hint="cs"/>
          <w:cs/>
          <w:lang w:bidi="bn-IN"/>
        </w:rPr>
        <w:t>ব্রিটিশ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রয়টার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ফ্রান্সের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এফ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পি</w:t>
      </w:r>
      <w:r w:rsidRPr="005F553A">
        <w:rPr>
          <w:cs/>
          <w:lang w:bidi="bn-IN"/>
        </w:rPr>
        <w:t xml:space="preserve">)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গড়ে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দৈনিক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৪৫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শব্দ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১১০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প্রেরণ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আনুমানিক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৫০০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রেডিও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স্টেশন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টেলিভিশন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সেন্টার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খবর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পরিবেশন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অন্যদিকে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রাশিয়ান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প্রতিদিন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লক্ষ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লক্ষ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শব্দ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বাইরে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বিবিসি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রয়েছেই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শুধু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বিবিসির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কর্মচারীর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সংখ্যা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পঞ্চাশ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হাজারের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ইসলামের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বিরুদ্ধে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ক্ষেত্রে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কেউ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বর্তমান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স্যাটেলাইটের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যুগ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খবর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গণনার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বাইরে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প্রকৃতপক্ষে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বলতে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বর্তমান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পুরাতন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দাস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প্রথারই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ধারাবাহিকতা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আঙ্গিকে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অতীতে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হামলা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লুট</w:t>
      </w:r>
      <w:r w:rsidRPr="005F553A">
        <w:t xml:space="preserve">, </w:t>
      </w:r>
      <w:r w:rsidRPr="005F553A">
        <w:rPr>
          <w:rFonts w:hint="cs"/>
          <w:cs/>
          <w:lang w:bidi="bn-IN"/>
        </w:rPr>
        <w:t>হত্যা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রাহাজানি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শাসকরা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রাজ্য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শাসন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বর্তমান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দুনিয়া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অগ্রগতি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লাভ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শাসকরা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পুরাতন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পদ্ধতিকেই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আঙ্গিকে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রূপ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দুনিয়ার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সবাইকে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গোলাম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বানানোর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আপ্রাণ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চেষ্টা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উক্ত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প্রতিদিন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নতুন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মিথ্যা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দুনিয়ার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সাধারণ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চিন্তার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প্রভাব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বিস্তার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পথভ্রষ্ট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চলেছে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ভ্রান্ত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মতাদর্শগুলো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সংস্কৃতিকে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অন্তরে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প্রবেশ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পদ্ধতিতে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বিভ্রান্তিতে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ফেলে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দেশসমূহের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অর্থনৈতিক</w:t>
      </w:r>
      <w:r w:rsidRPr="005F553A">
        <w:t xml:space="preserve">, </w:t>
      </w:r>
      <w:r w:rsidRPr="005F553A">
        <w:rPr>
          <w:rFonts w:hint="cs"/>
          <w:cs/>
          <w:lang w:bidi="bn-IN"/>
        </w:rPr>
        <w:t>রাজনৈতিক</w:t>
      </w:r>
      <w:r w:rsidRPr="005F553A">
        <w:t xml:space="preserve">, </w:t>
      </w:r>
      <w:r w:rsidRPr="005F553A">
        <w:rPr>
          <w:rFonts w:hint="cs"/>
          <w:cs/>
          <w:lang w:bidi="bn-IN"/>
        </w:rPr>
        <w:t>সাংস্কৃতিক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কর্তৃত্ব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বিপ্লবী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অপসংস্কৃতি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অন্যায়</w:t>
      </w:r>
      <w:r w:rsidRPr="005F553A">
        <w:rPr>
          <w:cs/>
          <w:lang w:bidi="bn-IN"/>
        </w:rPr>
        <w:t xml:space="preserve">- </w:t>
      </w:r>
      <w:r w:rsidRPr="005F553A">
        <w:rPr>
          <w:rFonts w:hint="cs"/>
          <w:cs/>
          <w:lang w:bidi="bn-IN"/>
        </w:rPr>
        <w:t>অত্যাচারের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বিপক্ষে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রুখে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দাঁড়ায়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মিথ্যা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খরব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পরিবেশন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বিপ্লবী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জাতিকে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অপরাধী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সন্ত্রাসী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চিহ্নিত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আল্লাহ্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rFonts w:hint="eastAsia"/>
        </w:rPr>
        <w:t>’</w:t>
      </w:r>
      <w:r w:rsidRPr="005F553A">
        <w:rPr>
          <w:rFonts w:hint="cs"/>
          <w:cs/>
          <w:lang w:bidi="bn-IN"/>
        </w:rPr>
        <w:t>য়ালার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একান্ত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কৃপায়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ইমাম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খোমেনী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রহ</w:t>
      </w:r>
      <w:r w:rsidRPr="005F553A">
        <w:rPr>
          <w:cs/>
          <w:lang w:bidi="bn-IN"/>
        </w:rPr>
        <w:t>.)-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একনিষ্ঠ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প্রচেষ্টার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ফসল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ইরানে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ইসলামী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বিপ্লব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সফল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হওয়াতে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শয়তান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উপযুক্ত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শিক্ষা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আল্লাহ্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rFonts w:hint="eastAsia"/>
        </w:rPr>
        <w:t>’</w:t>
      </w:r>
      <w:r w:rsidRPr="005F553A">
        <w:rPr>
          <w:rFonts w:hint="cs"/>
          <w:cs/>
          <w:lang w:bidi="bn-IN"/>
        </w:rPr>
        <w:t>য়ালা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lastRenderedPageBreak/>
        <w:t>পবিত্র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কোরআনে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এরশাদ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6445C3">
        <w:rPr>
          <w:rStyle w:val="libAlaemChar"/>
        </w:rPr>
        <w:t>“</w:t>
      </w:r>
      <w:r w:rsidRPr="005F553A">
        <w:rPr>
          <w:rFonts w:hint="cs"/>
          <w:cs/>
          <w:lang w:bidi="bn-IN"/>
        </w:rPr>
        <w:t>যদি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</w:t>
      </w:r>
      <w:r w:rsidRPr="005F553A">
        <w:rPr>
          <w:rFonts w:hint="eastAsia"/>
        </w:rPr>
        <w:t>’</w:t>
      </w:r>
      <w:r w:rsidRPr="005F553A">
        <w:rPr>
          <w:rFonts w:hint="cs"/>
          <w:cs/>
          <w:lang w:bidi="bn-IN"/>
        </w:rPr>
        <w:t>মিনগণ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জিহাদের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দুর্বলতার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পরিচয়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পবিত্র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অন্তর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খাঁটি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শত্রুর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মুকাবিলায়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দাঁড়িয়ে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তাহলে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তিনি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বিজয়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এটাই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তাঁর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রীতি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পাশ্চাত্যের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দেশসমূহ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ছাড়াও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সংস্কৃতিকে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বাহ্যিক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চাকচিক্যের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মোড়কে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সাজিয়ে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বিভিন্ন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প্রচার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পৃথিবীর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পরিচালিত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এক্ষেত্রে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মূলত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যৌনতাকে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পুঁজি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ধ্বংস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ষড়যন্ত্রে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লিপ্ত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লক্ষ্য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ব্যস্ত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জরাজীর্ণ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রাজনীতি</w:t>
      </w:r>
      <w:r w:rsidRPr="005F553A">
        <w:t xml:space="preserve">, </w:t>
      </w:r>
      <w:r w:rsidRPr="005F553A">
        <w:rPr>
          <w:rFonts w:hint="cs"/>
          <w:cs/>
          <w:lang w:bidi="bn-IN"/>
        </w:rPr>
        <w:t>অর্থনীতি</w:t>
      </w:r>
      <w:r w:rsidRPr="005F553A">
        <w:t xml:space="preserve">, </w:t>
      </w:r>
      <w:r w:rsidRPr="005F553A">
        <w:rPr>
          <w:rFonts w:hint="cs"/>
          <w:cs/>
          <w:lang w:bidi="bn-IN"/>
        </w:rPr>
        <w:t>সামরিক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সাংস্কৃতিক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বিষয়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চিন্তার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অবকাশ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সোচ্চার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ওঠে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আন্তর্জাতিক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দুর্বৃত্ত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ইউরোপ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আমেরিকার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বিরুদ্ধাচারণ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অন্যান্য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দেশগুলোকে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আয়ত্তে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ফাঁদ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পেতেছে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ফাঁদে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আগে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ধ্বংস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হওয়ার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পর্যায়ে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পৌঁছেছে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যদিও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পাশ্চাত্য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আজ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বস্তুগতভাবে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উন্নতি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কিন্তু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সৃষ্টির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শ্রেষ্ঠ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বৈশিষ্ট্য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প্রয়োজন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যেমন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আত্মসম্মানবোধ</w:t>
      </w:r>
      <w:r w:rsidRPr="005F553A">
        <w:t xml:space="preserve">, </w:t>
      </w:r>
      <w:r w:rsidRPr="005F553A">
        <w:rPr>
          <w:rFonts w:hint="cs"/>
          <w:cs/>
          <w:lang w:bidi="bn-IN"/>
        </w:rPr>
        <w:t>পারস্পরিক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সহমর্মিতা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লজ্জা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ভালবাসা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সাহসিকতা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পরিবারে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স্বামী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স্ত্রীর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মধ্যে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পারস্পরিক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বিশ্বাস</w:t>
      </w:r>
      <w:r w:rsidRPr="005F553A">
        <w:t xml:space="preserve">, </w:t>
      </w:r>
      <w:r w:rsidRPr="005F553A">
        <w:rPr>
          <w:rFonts w:hint="cs"/>
          <w:cs/>
          <w:lang w:bidi="bn-IN"/>
        </w:rPr>
        <w:t>নারীর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সতীত্ববোধ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মানবীয়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গুণাবলী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হারিয়ে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ফেলেছে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A44A13" w:rsidRDefault="005F553A" w:rsidP="005F553A">
      <w:pPr>
        <w:pStyle w:val="libNormal"/>
        <w:rPr>
          <w:cs/>
          <w:lang w:bidi="bn-IN"/>
        </w:rPr>
      </w:pPr>
      <w:r w:rsidRPr="005F553A">
        <w:rPr>
          <w:rFonts w:hint="cs"/>
          <w:cs/>
          <w:lang w:bidi="bn-IN"/>
        </w:rPr>
        <w:t>আমরা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এখানে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আমাদের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প্রিয়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দেশবাসী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সমাজের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পাশ্চাত্যের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চিত্র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তুলে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চেষ্টা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করবো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প্রকৃত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অবস্থা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হলেও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পরিষ্কার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: </w:t>
      </w:r>
    </w:p>
    <w:p w:rsidR="00A44A13" w:rsidRPr="00C6693F" w:rsidRDefault="00A44A13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5A2C80" w:rsidRDefault="00FE4106" w:rsidP="00A44A13">
      <w:pPr>
        <w:pStyle w:val="Heading2"/>
      </w:pPr>
      <w:bookmarkStart w:id="80" w:name="_Toc439886133"/>
      <w:bookmarkStart w:id="81" w:name="_Toc440447893"/>
      <w:r w:rsidRPr="005A2C80">
        <w:rPr>
          <w:cs/>
          <w:lang w:bidi="bn-IN"/>
        </w:rPr>
        <w:lastRenderedPageBreak/>
        <w:t>গণহত্যা :</w:t>
      </w:r>
      <w:bookmarkEnd w:id="80"/>
      <w:bookmarkEnd w:id="81"/>
      <w:r w:rsidRPr="005A2C80"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পাশ্চাত্যের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শিল্প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জ্ঞান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বিজ্ঞানে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উন্নতির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শিখরে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পৌঁছে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গেল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তখনই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দুর্বল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দেশসমূহের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এশিয়া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আফ্রিকা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মহাদেশের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দেশগুলোর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আগ্রাসন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চালাতে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শুরু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আগ্রাসনের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হস্তগত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সম্পদের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ভাগা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ভাগি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মধ্যেই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দ্বন্দ্ব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</w:t>
      </w:r>
      <w:r w:rsidRPr="005F553A">
        <w:rPr>
          <w:rFonts w:hint="eastAsia"/>
        </w:rPr>
        <w:t>’</w:t>
      </w:r>
      <w:r w:rsidRPr="005F553A">
        <w:rPr>
          <w:rFonts w:hint="cs"/>
          <w:cs/>
          <w:lang w:bidi="bn-IN"/>
        </w:rPr>
        <w:t>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বছর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ব্যাপী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দেশগুলোতে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ঔপনিবেশিক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শাসন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চালায়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রাশি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রাশি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সম্পদ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আহরণ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পুঞ্জীভূত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শুরু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আফ্রিকা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উত্তর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দক্ষিণ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আমেরিকা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সহ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স্থানেই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আগ্রাসী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হামলা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লুটপাট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দীর্ঘদিন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অব্যাহত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অবশেষে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প্রথম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দ্বিতীয়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যুদ্ধের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সূচনা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যুদ্ধের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শোষিত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মানুষেরা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ভালভাবে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চিনতে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ধীরে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ধীরে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স্বাধীনতা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FE4106" w:rsidRPr="00C4151B" w:rsidRDefault="005F553A" w:rsidP="005F553A">
      <w:pPr>
        <w:pStyle w:val="libNormal"/>
        <w:rPr>
          <w:rStyle w:val="libNormalChar"/>
        </w:rPr>
      </w:pP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সর্ব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প্রথম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হত্যাযজ্ঞ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ধ্বংসলীলা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শুরু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সেহেতু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বিশ্বযুদ্ধের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মাধ্যমে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প্রথম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খেসারত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দিয়েছিল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আল্লাহ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rFonts w:hint="eastAsia"/>
        </w:rPr>
        <w:t>’</w:t>
      </w:r>
      <w:r w:rsidRPr="005F553A">
        <w:rPr>
          <w:rFonts w:hint="cs"/>
          <w:cs/>
          <w:lang w:bidi="bn-IN"/>
        </w:rPr>
        <w:t>য়ালা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এরশাদ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করেছেন</w:t>
      </w:r>
      <w:r w:rsidRPr="005F553A">
        <w:rPr>
          <w:cs/>
          <w:lang w:bidi="bn-IN"/>
        </w:rPr>
        <w:t xml:space="preserve"> :</w:t>
      </w:r>
      <w:r w:rsidR="00FE4106" w:rsidRPr="00C4151B">
        <w:rPr>
          <w:rStyle w:val="libNormalChar"/>
        </w:rPr>
        <w:t xml:space="preserve"> </w:t>
      </w:r>
    </w:p>
    <w:p w:rsidR="00FE4106" w:rsidRPr="00623425" w:rsidRDefault="005F553A" w:rsidP="00623425">
      <w:pPr>
        <w:pStyle w:val="libAie"/>
      </w:pPr>
      <w:r w:rsidRPr="005F553A">
        <w:rPr>
          <w:rStyle w:val="libAlaemChar"/>
        </w:rPr>
        <w:t>)</w:t>
      </w:r>
      <w:r w:rsidR="00FE4106" w:rsidRPr="00623425">
        <w:rPr>
          <w:rFonts w:hint="cs"/>
          <w:rtl/>
        </w:rPr>
        <w:t>يَا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أَيُّهَا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النَّاسُ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إِنَّمَا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بَغْيُكُمْ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عَلَىٰ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أَنفُسِكُم</w:t>
      </w:r>
      <w:r w:rsidRPr="005F553A">
        <w:rPr>
          <w:rStyle w:val="libAlaemChar"/>
        </w:rPr>
        <w:t>(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হে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সকল</w:t>
      </w:r>
      <w:r w:rsidRPr="005F553A">
        <w:rPr>
          <w:cs/>
          <w:lang w:bidi="bn-IN"/>
        </w:rPr>
        <w:t xml:space="preserve">! </w:t>
      </w:r>
      <w:r w:rsidRPr="005F553A">
        <w:rPr>
          <w:rFonts w:hint="cs"/>
          <w:cs/>
          <w:lang w:bidi="bn-IN"/>
        </w:rPr>
        <w:t>জেনে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রাখ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তোমরা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যখন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কোন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জুলুম</w:t>
      </w:r>
      <w:r w:rsidRPr="005F553A">
        <w:rPr>
          <w:cs/>
          <w:lang w:bidi="bn-IN"/>
        </w:rPr>
        <w:t>-</w:t>
      </w:r>
      <w:r w:rsidRPr="005F553A">
        <w:rPr>
          <w:rFonts w:hint="cs"/>
          <w:cs/>
          <w:lang w:bidi="bn-IN"/>
        </w:rPr>
        <w:t>অত্যাচারের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জড়িত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সত্য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পথভ্রষ্ট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তোমাদের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উপরই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পড়বে</w:t>
      </w:r>
      <w:r w:rsidRPr="005F553A">
        <w:rPr>
          <w:cs/>
          <w:lang w:bidi="bn-IN"/>
        </w:rPr>
        <w:t xml:space="preserve"> (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পরিণতি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তোমাদেরকেই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ভোগ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হবে</w:t>
      </w:r>
      <w:r w:rsidRPr="005F553A">
        <w:rPr>
          <w:cs/>
          <w:lang w:bidi="bn-IN"/>
        </w:rPr>
        <w:t xml:space="preserve">) </w:t>
      </w:r>
      <w:r w:rsidRPr="005F553A">
        <w:rPr>
          <w:rFonts w:hint="cs"/>
          <w:cs/>
          <w:lang w:bidi="hi-IN"/>
        </w:rPr>
        <w:t>।</w:t>
      </w:r>
      <w:r w:rsidRPr="005F553A">
        <w:rPr>
          <w:rStyle w:val="libFootnotenumChar"/>
          <w:rFonts w:hint="cs"/>
          <w:cs/>
          <w:lang w:bidi="bn-IN"/>
        </w:rPr>
        <w:t>১২৭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প্রথম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দ্বিতীয়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বিশ্ব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যুদ্ধে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অর্থনৈতিক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সামরিক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ক্ষতি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ছাড়াও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৬০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১১০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ধর্মহীনজ্ঞান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ছাড়া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!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কিছু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খোদাহীন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ঐ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জ্ঞানের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আশা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A44A13" w:rsidRDefault="005F553A" w:rsidP="005F553A">
      <w:pPr>
        <w:pStyle w:val="libNormal"/>
        <w:rPr>
          <w:cs/>
          <w:lang w:bidi="bn-IN"/>
        </w:rPr>
      </w:pPr>
      <w:r w:rsidRPr="005F553A">
        <w:rPr>
          <w:rFonts w:hint="cs"/>
          <w:cs/>
          <w:lang w:bidi="bn-IN"/>
        </w:rPr>
        <w:t>আফগানিস্তানের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রাশিয়ার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ইরানের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ইরাকের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আলজেরিয়ার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ফ্রান্সের</w:t>
      </w:r>
      <w:r w:rsidRPr="005F553A">
        <w:t xml:space="preserve">, </w:t>
      </w:r>
      <w:r w:rsidRPr="005F553A">
        <w:rPr>
          <w:rFonts w:hint="cs"/>
          <w:cs/>
          <w:lang w:bidi="bn-IN"/>
        </w:rPr>
        <w:t>আরবদের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সাথে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ইসরাইলের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মধ্যে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যুদ্ধগুলো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সংঘটিত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৫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মানুষ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যুদ্ধের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সূচনাকারী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দেশগুলোর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পরিকল্পানাই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মুসলমানদের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নিধন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A44A13" w:rsidRPr="00C6693F" w:rsidRDefault="00A44A13" w:rsidP="00C6693F">
      <w:pPr>
        <w:rPr>
          <w:rtl/>
          <w:cs/>
        </w:rPr>
      </w:pPr>
      <w:r>
        <w:rPr>
          <w:cs/>
          <w:lang w:bidi="bn-IN"/>
        </w:rPr>
        <w:lastRenderedPageBreak/>
        <w:br w:type="page"/>
      </w:r>
    </w:p>
    <w:p w:rsidR="00FE4106" w:rsidRPr="005A2C80" w:rsidRDefault="00FE4106" w:rsidP="00A44A13">
      <w:pPr>
        <w:pStyle w:val="Heading2"/>
        <w:rPr>
          <w:lang w:bidi="bn-IN"/>
        </w:rPr>
      </w:pPr>
      <w:bookmarkStart w:id="82" w:name="_Toc439886134"/>
      <w:bookmarkStart w:id="83" w:name="_Toc440447894"/>
      <w:r w:rsidRPr="005A2C80">
        <w:rPr>
          <w:cs/>
          <w:lang w:bidi="bn-IN"/>
        </w:rPr>
        <w:lastRenderedPageBreak/>
        <w:t>আত্মহত্যা</w:t>
      </w:r>
      <w:r w:rsidRPr="005A2C80">
        <w:t xml:space="preserve">, </w:t>
      </w:r>
      <w:r w:rsidRPr="005A2C80">
        <w:rPr>
          <w:cs/>
          <w:lang w:bidi="bn-IN"/>
        </w:rPr>
        <w:t>দুর্ঘটনা ও মদপানজনিত মৃত্যু :</w:t>
      </w:r>
      <w:bookmarkEnd w:id="82"/>
      <w:bookmarkEnd w:id="83"/>
      <w:r w:rsidRPr="005A2C80">
        <w:t xml:space="preserve"> </w:t>
      </w:r>
    </w:p>
    <w:p w:rsidR="00FE4106" w:rsidRPr="005A2C80" w:rsidRDefault="005F553A" w:rsidP="00C4151B">
      <w:pPr>
        <w:pStyle w:val="libNormal"/>
      </w:pPr>
      <w:r w:rsidRPr="005F553A">
        <w:rPr>
          <w:rFonts w:hint="cs"/>
          <w:cs/>
          <w:lang w:bidi="bn-IN"/>
        </w:rPr>
        <w:t>ইরানী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পত্রিকার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সাংবাদিক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রোম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মর্মে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খবর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প্রতি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বছর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৩০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হাজার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ইটালীয়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নাগরিক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মাদকদ্রব্য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ব্যবহারের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নিজেদের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জীবন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হারিয়ে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১২৮</w:t>
      </w:r>
      <w:r w:rsidR="00FE4106" w:rsidRPr="005A2C80"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জার্মানীতে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দুর্ঘটনাজনিত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বছরে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৮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হাজার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মৃত্যু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৪</w:t>
      </w:r>
      <w:r w:rsidRPr="005F553A">
        <w:t>,</w:t>
      </w:r>
      <w:r w:rsidRPr="005F553A">
        <w:rPr>
          <w:rFonts w:hint="cs"/>
          <w:cs/>
          <w:lang w:bidi="bn-IN"/>
        </w:rPr>
        <w:t>৪৮</w:t>
      </w:r>
      <w:r w:rsidRPr="005F553A">
        <w:t>,</w:t>
      </w:r>
      <w:r w:rsidRPr="005F553A">
        <w:rPr>
          <w:rFonts w:hint="cs"/>
          <w:cs/>
          <w:lang w:bidi="bn-IN"/>
        </w:rPr>
        <w:t>০০০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ঘটনার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উল্লেখ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গাড়ির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অতিমাত্রায়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থাকা</w:t>
      </w:r>
      <w:r w:rsidRPr="005F553A">
        <w:t xml:space="preserve">, </w:t>
      </w:r>
      <w:r w:rsidRPr="005F553A">
        <w:rPr>
          <w:rFonts w:hint="cs"/>
          <w:cs/>
          <w:lang w:bidi="bn-IN"/>
        </w:rPr>
        <w:t>মাদক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দ্রব্য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ব্যবহার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ইত্যাদি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rStyle w:val="libFootnotenumChar"/>
          <w:rFonts w:hint="cs"/>
          <w:cs/>
          <w:lang w:bidi="bn-IN"/>
        </w:rPr>
        <w:t>১২৯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জাপানে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১৯৮৫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সালে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২৩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হাজার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৫৯৯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লোক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আত্মহত্যা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জাপান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পুলিশ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কারণ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হিসেবে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অর্থনৈতিক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মানসিক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চাপ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মাদবদ্রব্য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ব্যবহারের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কথা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উল্লেখ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মধ্যে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পুরুষের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সংখ্যা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নারীদের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দ্বিগুণ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ছিল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এবং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অধিকাংশই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৬৫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বছর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বয়স্ক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rStyle w:val="libFootnotenumChar"/>
          <w:rFonts w:hint="cs"/>
          <w:cs/>
          <w:lang w:bidi="bn-IN"/>
        </w:rPr>
        <w:t>১৩০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ব্রাজিলে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প্রায়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১৬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হাজারেরও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বেশী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শিশু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অবৈধ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ভাবে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পাচারকারী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দলের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ব্রাজিলের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পার্লামেন্টের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বিশেষ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বৈঠকে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মর্মে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ঘোষণা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দেয়া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গত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৫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বছরে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১৬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হাজার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৪১৪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শিশু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ব্রাজিলের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বিভিন্ন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স্থানে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5F553A" w:rsidRPr="005F553A" w:rsidRDefault="005F553A" w:rsidP="005F553A">
      <w:pPr>
        <w:pStyle w:val="libNormal"/>
      </w:pPr>
      <w:r w:rsidRPr="005F553A">
        <w:rPr>
          <w:rFonts w:hint="cs"/>
          <w:cs/>
          <w:lang w:bidi="bn-IN"/>
        </w:rPr>
        <w:t>বন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থেকে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জার্মান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কেন্দ্রীয়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সংবাদ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সংস্থা</w:t>
      </w:r>
      <w:r w:rsidRPr="005F553A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5F553A">
        <w:rPr>
          <w:rFonts w:hint="cs"/>
          <w:cs/>
          <w:lang w:bidi="bn-IN"/>
        </w:rPr>
        <w:t>যুদ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দুভিচে</w:t>
      </w:r>
      <w:r w:rsidRPr="005F553A">
        <w:rPr>
          <w:rFonts w:hint="eastAsia"/>
        </w:rPr>
        <w:t>’</w:t>
      </w:r>
      <w:r w:rsidRPr="005F553A">
        <w:t xml:space="preserve"> </w:t>
      </w:r>
      <w:r w:rsidRPr="005F553A">
        <w:rPr>
          <w:rFonts w:hint="cs"/>
          <w:cs/>
          <w:lang w:bidi="bn-IN"/>
        </w:rPr>
        <w:t>নামক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পত্রিকার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উদ্ধৃতি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দিয়ে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বলেছে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যে</w:t>
      </w:r>
      <w:r w:rsidRPr="005F553A">
        <w:t xml:space="preserve">, </w:t>
      </w:r>
      <w:r w:rsidRPr="005F553A">
        <w:rPr>
          <w:rFonts w:hint="cs"/>
          <w:cs/>
          <w:lang w:bidi="bn-IN"/>
        </w:rPr>
        <w:t>ব্রাজিলে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বছরে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শুধুমাত্র</w:t>
      </w:r>
      <w:r w:rsidRPr="005F553A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5F553A">
        <w:rPr>
          <w:rFonts w:hint="cs"/>
          <w:cs/>
          <w:lang w:bidi="bn-IN"/>
        </w:rPr>
        <w:t>রিওডিজেনেরো</w:t>
      </w:r>
      <w:r w:rsidRPr="005F553A">
        <w:rPr>
          <w:rFonts w:hint="eastAsia"/>
        </w:rPr>
        <w:t>’</w:t>
      </w:r>
      <w:r w:rsidRPr="005F553A">
        <w:t xml:space="preserve"> </w:t>
      </w:r>
      <w:r w:rsidRPr="005F553A">
        <w:rPr>
          <w:rFonts w:hint="cs"/>
          <w:cs/>
          <w:lang w:bidi="bn-IN"/>
        </w:rPr>
        <w:t>ও</w:t>
      </w:r>
      <w:r w:rsidRPr="005F553A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5F553A">
        <w:rPr>
          <w:rFonts w:hint="cs"/>
          <w:cs/>
          <w:lang w:bidi="bn-IN"/>
        </w:rPr>
        <w:t>সাওপাওলো</w:t>
      </w:r>
      <w:r w:rsidRPr="005F553A">
        <w:rPr>
          <w:rFonts w:hint="eastAsia"/>
        </w:rPr>
        <w:t>’</w:t>
      </w:r>
      <w:r w:rsidRPr="005F553A">
        <w:t xml:space="preserve"> </w:t>
      </w:r>
      <w:r w:rsidRPr="005F553A">
        <w:rPr>
          <w:rFonts w:hint="cs"/>
          <w:cs/>
          <w:lang w:bidi="bn-IN"/>
        </w:rPr>
        <w:t>নামক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দুটি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বৃহৎ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শহরে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অভিভাবকহীন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৩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মিলিয়ন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শিশুর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মধ্যে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৪০৬১১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শিশু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নিহত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হয়েছে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</w:p>
    <w:p w:rsidR="00FE4106" w:rsidRPr="00C4151B" w:rsidRDefault="005F553A" w:rsidP="005F553A">
      <w:pPr>
        <w:pStyle w:val="libNormal"/>
        <w:rPr>
          <w:rStyle w:val="libNormalChar"/>
        </w:rPr>
      </w:pPr>
      <w:r w:rsidRPr="005F553A">
        <w:rPr>
          <w:rFonts w:hint="cs"/>
          <w:cs/>
          <w:lang w:bidi="bn-IN"/>
        </w:rPr>
        <w:t>ব্রাজিলে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শিশু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করাটা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হচ্ছে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সমাধান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স্বরূপ</w:t>
      </w:r>
      <w:r w:rsidRPr="005F553A">
        <w:t xml:space="preserve">, </w:t>
      </w:r>
      <w:r w:rsidRPr="005F553A">
        <w:rPr>
          <w:rFonts w:hint="cs"/>
          <w:cs/>
          <w:lang w:bidi="bn-IN"/>
        </w:rPr>
        <w:t>যাতে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তারা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ফ্যাসাদের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দিকে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অগ্রসর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না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পারে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Pr="005F553A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5F553A">
        <w:rPr>
          <w:rFonts w:hint="cs"/>
          <w:cs/>
          <w:lang w:bidi="bn-IN"/>
        </w:rPr>
        <w:t>জুখে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মৃত্যু</w:t>
      </w:r>
      <w:r w:rsidRPr="005F553A">
        <w:rPr>
          <w:rFonts w:hint="eastAsia"/>
        </w:rPr>
        <w:t>’</w:t>
      </w:r>
      <w:r w:rsidRPr="005F553A">
        <w:t xml:space="preserve"> </w:t>
      </w:r>
      <w:r w:rsidRPr="005F553A">
        <w:rPr>
          <w:rFonts w:hint="cs"/>
          <w:cs/>
          <w:lang w:bidi="bn-IN"/>
        </w:rPr>
        <w:t>নামে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একটি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দল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প্রতিটি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শিশুকে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হত্যা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করার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জন্য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৭০০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মার্ক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গ্রহণ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করে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bn-IN"/>
        </w:rPr>
        <w:t>থাকে</w:t>
      </w:r>
      <w:r w:rsidRPr="005F553A">
        <w:rPr>
          <w:cs/>
          <w:lang w:bidi="bn-IN"/>
        </w:rPr>
        <w:t xml:space="preserve"> </w:t>
      </w:r>
      <w:r w:rsidRPr="005F553A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১৩১</w:t>
      </w:r>
      <w:r w:rsidR="00FE4106" w:rsidRPr="00C4151B">
        <w:rPr>
          <w:rStyle w:val="libNormalChar"/>
        </w:rPr>
        <w:t xml:space="preserve"> </w:t>
      </w:r>
    </w:p>
    <w:p w:rsidR="00A44A13" w:rsidRPr="00C6693F" w:rsidRDefault="00A44A13" w:rsidP="00C6693F">
      <w:r>
        <w:rPr>
          <w:lang w:bidi="bn-IN"/>
        </w:rPr>
        <w:br w:type="page"/>
      </w:r>
    </w:p>
    <w:p w:rsidR="00FE4106" w:rsidRPr="005A2C80" w:rsidRDefault="00FE4106" w:rsidP="00A44A13">
      <w:pPr>
        <w:pStyle w:val="Heading2"/>
      </w:pPr>
      <w:bookmarkStart w:id="84" w:name="_Toc439886135"/>
      <w:bookmarkStart w:id="85" w:name="_Toc440447895"/>
      <w:r w:rsidRPr="005A2C80">
        <w:rPr>
          <w:cs/>
          <w:lang w:bidi="bn-IN"/>
        </w:rPr>
        <w:lastRenderedPageBreak/>
        <w:t>তালাকের সংখ্যা বৃদ্ধি ও পরিবার নামক প্রতিষ্ঠান ধ্বংস :</w:t>
      </w:r>
      <w:bookmarkEnd w:id="84"/>
      <w:bookmarkEnd w:id="85"/>
      <w:r w:rsidRPr="005A2C80">
        <w:t xml:space="preserve"> </w:t>
      </w:r>
    </w:p>
    <w:p w:rsidR="00A44A13" w:rsidRDefault="00A44A13" w:rsidP="00C4151B">
      <w:pPr>
        <w:pStyle w:val="libNormal"/>
        <w:rPr>
          <w:lang w:bidi="bn-IN"/>
        </w:rPr>
      </w:pP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ইংল্যান্ডের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জনসংখ্যা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পরিসংখ্যান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ব্যুরোর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স্বামী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স্ত্রী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আগে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নিজেদের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রাখতো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১৫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তালাকের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সম্ভাবনা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অন্যদের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বছরগুলোতে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৬০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ভাগের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তালাক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১৩২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উক্ত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কানাডা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সুইডেনের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অবস্থা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ইংল্যান্ডের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খারাপ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পর্যায়ে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উল্লেখ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১৩৩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সি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সংবাদ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সংস্থা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আমেরিকানদের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পারিবারিক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অবস্থার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ব্যাপারে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: </w:t>
      </w:r>
      <w:r w:rsidRPr="00A44A13">
        <w:rPr>
          <w:rFonts w:hint="cs"/>
          <w:cs/>
          <w:lang w:bidi="bn-IN"/>
        </w:rPr>
        <w:t>গত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৩০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১৬২৭০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কাউকে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নিরুদ্দেশ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স্ত্রীদের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সাহায্য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প্রার্থনায়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এগিয়ে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ফেডারেল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পুলিশ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৭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হাজার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ফিরিয়ে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সক্ষম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উল্লেখ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পালিয়ে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এহেন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জানতে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জানায়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স্ত্রীর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অভদ্রতা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ক্ষেত্রেই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কর্তৃত্ব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অধিক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মাত্রায়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খরচ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দায়িত্বহীনতা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বিয়ে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পস্তাচ্ছে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এমন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সন্তানদের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অতিরিক্ত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দুষ্টামী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শাশুড়ীর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যন্ত্রণা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অন্য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ভালবাসার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১৩৪</w:t>
      </w:r>
      <w:r w:rsidRPr="00A44A13">
        <w:rPr>
          <w:cs/>
          <w:lang w:bidi="bn-IN"/>
        </w:rPr>
        <w:t xml:space="preserve"> </w:t>
      </w:r>
    </w:p>
    <w:p w:rsidR="00FE4106" w:rsidRPr="005A2C80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১৯৮৬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১৯৯২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পর্যন্ত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লাখ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লোক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স্ত্রীদের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আলাদা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ফ্রান্স</w:t>
      </w:r>
      <w:r w:rsidRPr="00A44A13">
        <w:t xml:space="preserve">, </w:t>
      </w:r>
      <w:r w:rsidRPr="00A44A13">
        <w:rPr>
          <w:rFonts w:hint="cs"/>
          <w:cs/>
          <w:lang w:bidi="bn-IN"/>
        </w:rPr>
        <w:t>জার্মানী</w:t>
      </w:r>
      <w:r w:rsidRPr="00A44A13">
        <w:t xml:space="preserve">, </w:t>
      </w:r>
      <w:r w:rsidRPr="00A44A13">
        <w:rPr>
          <w:rFonts w:hint="cs"/>
          <w:cs/>
          <w:lang w:bidi="bn-IN"/>
        </w:rPr>
        <w:t>ইটালী</w:t>
      </w:r>
      <w:r w:rsidRPr="00A44A13">
        <w:t xml:space="preserve">, </w:t>
      </w:r>
      <w:r w:rsidRPr="00A44A13">
        <w:rPr>
          <w:rFonts w:hint="cs"/>
          <w:cs/>
          <w:lang w:bidi="bn-IN"/>
        </w:rPr>
        <w:t>সুইডেন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ইংল্যান্ড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অল্প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পার্থক্য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রেখে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প্রতিযোগিতা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সি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সংবাদ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সংস্থার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আন্তর্জাতিক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বিভিন্ন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গবেষণাধর্মী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প্রতিষ্ঠানের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আমেরিকায়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তিনটি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তালাক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এটাই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দুঃখ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কষ্টের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দাঁড়ায়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এমনকি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সৎ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অথবা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সৎ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বাবার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নিহতও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১৩৫</w:t>
      </w:r>
    </w:p>
    <w:p w:rsidR="00A44A13" w:rsidRDefault="00A44A13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A44A13">
      <w:pPr>
        <w:pStyle w:val="Heading2"/>
        <w:rPr>
          <w:lang w:bidi="bn-IN"/>
        </w:rPr>
      </w:pPr>
      <w:bookmarkStart w:id="86" w:name="_Toc439886136"/>
      <w:bookmarkStart w:id="87" w:name="_Toc440447896"/>
      <w:r w:rsidRPr="005A2C80">
        <w:rPr>
          <w:cs/>
          <w:lang w:bidi="bn-IN"/>
        </w:rPr>
        <w:lastRenderedPageBreak/>
        <w:t>অবৈধ সন্তানের সংখ্যা বৃদ্ধি :</w:t>
      </w:r>
      <w:bookmarkEnd w:id="86"/>
      <w:bookmarkEnd w:id="87"/>
      <w:r w:rsidRPr="005A2C80"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৫টি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কুমারী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জন্মগ্রহণ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সংবাদ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সংস্থার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এপি</w:t>
      </w:r>
      <w:r w:rsidRPr="00A44A13">
        <w:rPr>
          <w:cs/>
          <w:lang w:bidi="bn-IN"/>
        </w:rPr>
        <w:t xml:space="preserve">) </w:t>
      </w:r>
      <w:r w:rsidRPr="00A44A13">
        <w:rPr>
          <w:rFonts w:hint="cs"/>
          <w:cs/>
          <w:lang w:bidi="bn-IN"/>
        </w:rPr>
        <w:t>পক্ষ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জাতীয়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স্বাস্থ্য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অধিদফতরের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উদ্ধৃতি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অধিকাংশই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৩০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৪০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জন্মগ্রহণ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করেছে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এমনকি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জন্মগ্রহণ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১৩৬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ইংল্যান্ডের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পরিসংখ্যান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ব্যুারোর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গত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শেষ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তিন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৩১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ভাগ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ভূমিষ্ট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পিতা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নির্দিষ্ট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ছিল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১৩৭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সি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টেলিভিশনের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৫০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ভাগ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জন্মগ্রহণ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পিতা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মাতার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তালাকের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তছনছ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পরিমানও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অনেক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১৩৮</w:t>
      </w:r>
      <w:r w:rsidRPr="00A44A13">
        <w:rPr>
          <w:cs/>
          <w:lang w:bidi="bn-IN"/>
        </w:rPr>
        <w:t xml:space="preserve"> </w:t>
      </w:r>
    </w:p>
    <w:p w:rsidR="00FE4106" w:rsidRPr="00C4151B" w:rsidRDefault="00A44A13" w:rsidP="00A44A13">
      <w:pPr>
        <w:pStyle w:val="libNormal"/>
        <w:rPr>
          <w:rStyle w:val="libNormalChar"/>
        </w:rPr>
      </w:pP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জন্মদান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দেহটি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কুকুরের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আকৃতির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ছিল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পাকিস্তানের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ইসলামাবাদের</w:t>
      </w:r>
      <w:r w:rsidRPr="00A44A13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A44A13">
        <w:rPr>
          <w:rFonts w:hint="cs"/>
          <w:cs/>
          <w:lang w:bidi="bn-IN"/>
        </w:rPr>
        <w:t>সময়ের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কথা</w:t>
      </w:r>
      <w:r w:rsidRPr="00A44A13">
        <w:rPr>
          <w:rFonts w:hint="eastAsia"/>
        </w:rPr>
        <w:t>’</w:t>
      </w:r>
      <w:r w:rsidRPr="00A44A13">
        <w:t xml:space="preserve"> </w:t>
      </w:r>
      <w:r w:rsidRPr="00A44A13">
        <w:rPr>
          <w:rFonts w:hint="cs"/>
          <w:cs/>
          <w:lang w:bidi="bn-IN"/>
        </w:rPr>
        <w:t>নামক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পত্রিকায়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ছবি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সহ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বিষয়ে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এরূপে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শহরে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t xml:space="preserve">,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শিশুটির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মুখের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আকৃতি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কন্ঠস্বর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কুকুরের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সম্পূর্ণ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="00FE4106" w:rsidRPr="00C4151B">
        <w:rPr>
          <w:rStyle w:val="libNormalChar"/>
        </w:rPr>
        <w:t xml:space="preserve"> </w:t>
      </w:r>
    </w:p>
    <w:p w:rsidR="00A44A13" w:rsidRDefault="00A44A13" w:rsidP="009C15B9">
      <w:pPr>
        <w:pStyle w:val="libNormal"/>
        <w:rPr>
          <w:lang w:bidi="bn-IN"/>
        </w:rPr>
      </w:pP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বিভিন্ন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সংবাদ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সংস্থার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সাক্ষাৎকারে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এখনো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কিন্তু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পূর্বে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নভোযান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ছেড়ে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বিষয়ের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বিশেষজ্ঞ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ডাক্তার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পরীক্ষা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নিরীক্ষার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বলেছেন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কুকুরের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মিলনের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অথবা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কুকুরের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বীর্যের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ইনজেকশন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ভুমিষ্ঠ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কেজি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৫০০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গ্রাম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ওজনের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হয়েছিল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১৩৯</w:t>
      </w:r>
      <w:r w:rsidRPr="00A44A13">
        <w:rPr>
          <w:cs/>
          <w:lang w:bidi="bn-IN"/>
        </w:rPr>
        <w:t xml:space="preserve"> </w:t>
      </w:r>
    </w:p>
    <w:p w:rsidR="00A44A13" w:rsidRPr="00C6693F" w:rsidRDefault="00A44A13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A44A13" w:rsidRPr="00A44A13" w:rsidRDefault="00A44A13" w:rsidP="00A44A13">
      <w:pPr>
        <w:pStyle w:val="Heading2"/>
      </w:pPr>
      <w:bookmarkStart w:id="88" w:name="_Toc439886137"/>
      <w:bookmarkStart w:id="89" w:name="_Toc440447897"/>
      <w:r w:rsidRPr="00A44A13">
        <w:rPr>
          <w:rFonts w:hint="cs"/>
          <w:cs/>
          <w:lang w:bidi="bn-IN"/>
        </w:rPr>
        <w:lastRenderedPageBreak/>
        <w:t>গর্ভপাত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ক্ষতিকর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দিকসমূহ</w:t>
      </w:r>
      <w:r w:rsidRPr="00A44A13">
        <w:rPr>
          <w:cs/>
          <w:lang w:bidi="bn-IN"/>
        </w:rPr>
        <w:t xml:space="preserve"> :</w:t>
      </w:r>
      <w:bookmarkEnd w:id="88"/>
      <w:bookmarkEnd w:id="89"/>
      <w:r w:rsidRPr="00A44A13">
        <w:rPr>
          <w:cs/>
          <w:lang w:bidi="bn-IN"/>
        </w:rPr>
        <w:t xml:space="preserve"> </w:t>
      </w:r>
    </w:p>
    <w:p w:rsidR="00A44A13" w:rsidRDefault="00A44A13" w:rsidP="00A44A13">
      <w:pPr>
        <w:pStyle w:val="libNormal"/>
        <w:rPr>
          <w:lang w:bidi="bn-IN"/>
        </w:rPr>
      </w:pP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ইংল্যান্ডের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সরকারী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প্রসূতি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কলেজের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গত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১৩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বয়স্ক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গর্ভপাতের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গুণ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টাইমেয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পত্রিকা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লিখছে</w:t>
      </w:r>
      <w:r w:rsidRPr="00A44A13">
        <w:rPr>
          <w:cs/>
          <w:lang w:bidi="bn-IN"/>
        </w:rPr>
        <w:t xml:space="preserve"> :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গত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অনুরূপ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ইংল্যান্ডে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উইলটারে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আইনগতভাবে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১৭৩৯০০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গর্ভপাত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গর্ভপাতকারী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তৃতীয়াংশ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পত্রিকায়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১৯৬৯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১৫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বয়স্ক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গর্ভপাত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করেছিল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সংখ্যা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১১</w:t>
      </w:r>
      <w:r w:rsidRPr="00A44A13">
        <w:t>,</w:t>
      </w:r>
      <w:r w:rsidRPr="00A44A13">
        <w:rPr>
          <w:rFonts w:hint="cs"/>
          <w:cs/>
          <w:lang w:bidi="bn-IN"/>
        </w:rPr>
        <w:t>২০০টির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১৯৭২</w:t>
      </w:r>
      <w:r w:rsidRPr="00A44A13">
        <w:t xml:space="preserve">, </w:t>
      </w:r>
      <w:r w:rsidRPr="00A44A13">
        <w:rPr>
          <w:rFonts w:hint="cs"/>
          <w:cs/>
          <w:lang w:bidi="bn-IN"/>
        </w:rPr>
        <w:t>১৯৮০</w:t>
      </w:r>
      <w:r w:rsidRPr="00A44A13">
        <w:t xml:space="preserve">, </w:t>
      </w:r>
      <w:r w:rsidRPr="00A44A13">
        <w:rPr>
          <w:rFonts w:hint="cs"/>
          <w:cs/>
          <w:lang w:bidi="bn-IN"/>
        </w:rPr>
        <w:t>১৯৮৮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সংখ্যার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পরিমান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৩৭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হাজারেরও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১৪০</w:t>
      </w:r>
      <w:r w:rsidRPr="00A44A13">
        <w:rPr>
          <w:cs/>
          <w:lang w:bidi="bn-IN"/>
        </w:rPr>
        <w:t xml:space="preserve"> </w:t>
      </w:r>
    </w:p>
    <w:p w:rsidR="00FE4106" w:rsidRPr="005A2C80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বর্তমানে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বিশ্বের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অধিকাংশ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দেশেই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সমস্যা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আগে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গর্ভবতী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হওয়া</w:t>
      </w:r>
      <w:r w:rsidRPr="00A44A13">
        <w:t xml:space="preserve">, </w:t>
      </w:r>
      <w:r w:rsidRPr="00A44A13">
        <w:rPr>
          <w:rFonts w:hint="cs"/>
          <w:cs/>
          <w:lang w:bidi="bn-IN"/>
        </w:rPr>
        <w:t>বিশেষ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যখন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প্রাপ্ত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বয়স্ক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পাশাপাশি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সেখানে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বিভিন্ন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যৌন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রোগও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সৃষ্টি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যেমন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বিশ্বের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অনেক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স্থানে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অনিচ্ছাকৃতভাবে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গর্ভবতী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অদক্ষ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গর্ভপাত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গর্ভপাতে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লাখেরও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মৃত্যু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বেঁচে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অনেকেই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আবার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কঠিন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রোগে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আক্রান্ত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যেমন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পরবর্তীতে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জন্মদানের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ক্ষমতা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হারিয়ে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১৪১</w:t>
      </w:r>
    </w:p>
    <w:p w:rsidR="00A44A13" w:rsidRDefault="00A44A13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A44A13" w:rsidRPr="00A44A13" w:rsidRDefault="00A44A13" w:rsidP="00A44A13">
      <w:pPr>
        <w:pStyle w:val="Heading2"/>
      </w:pPr>
      <w:bookmarkStart w:id="90" w:name="_Toc439886138"/>
      <w:bookmarkStart w:id="91" w:name="_Toc440447898"/>
      <w:r w:rsidRPr="00A44A13">
        <w:rPr>
          <w:rFonts w:hint="cs"/>
          <w:cs/>
          <w:lang w:bidi="bn-IN"/>
        </w:rPr>
        <w:lastRenderedPageBreak/>
        <w:t>পাশ্চাত্যে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নিদারুণ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পরিণতি</w:t>
      </w:r>
      <w:r w:rsidRPr="00A44A13">
        <w:rPr>
          <w:cs/>
          <w:lang w:bidi="bn-IN"/>
        </w:rPr>
        <w:t xml:space="preserve"> :</w:t>
      </w:r>
      <w:bookmarkEnd w:id="90"/>
      <w:bookmarkEnd w:id="91"/>
      <w:r w:rsidRPr="00A44A13">
        <w:rPr>
          <w:cs/>
          <w:lang w:bidi="bn-IN"/>
        </w:rPr>
        <w:t xml:space="preserve"> </w:t>
      </w:r>
    </w:p>
    <w:p w:rsidR="00A44A13" w:rsidRDefault="00A44A13" w:rsidP="00A44A13">
      <w:pPr>
        <w:pStyle w:val="libNormal"/>
        <w:rPr>
          <w:lang w:bidi="bn-IN"/>
        </w:rPr>
      </w:pP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জার্মানের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ব্যারান্ড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বুর্গ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প্রদেশে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প্রোটেষ্ট্যান্টদের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গীর্জায়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ঘোষণা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হলো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কেন্দ্রীয়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সংবাদ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সংস্থা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ব্যাপারে</w:t>
      </w:r>
      <w:r w:rsidRPr="00A44A13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A44A13">
        <w:rPr>
          <w:rFonts w:hint="cs"/>
          <w:cs/>
          <w:lang w:bidi="bn-IN"/>
        </w:rPr>
        <w:t>ফ্যারাঙ্কফুটার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রুওয়ান্ড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সাউ</w:t>
      </w:r>
      <w:r w:rsidRPr="00A44A13">
        <w:rPr>
          <w:rFonts w:hint="eastAsia"/>
        </w:rPr>
        <w:t>’</w:t>
      </w:r>
      <w:r w:rsidRPr="00A44A13">
        <w:t xml:space="preserve"> </w:t>
      </w:r>
      <w:r w:rsidRPr="00A44A13">
        <w:rPr>
          <w:rFonts w:hint="cs"/>
          <w:cs/>
          <w:lang w:bidi="bn-IN"/>
        </w:rPr>
        <w:t>পত্রিকার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উদ্ধৃতি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গীর্জার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পক্ষ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পাপও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রোগও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আরো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মজার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ব্যাপার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হলো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গীজার্র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দাবী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পেশ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মর্মে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যারা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গীর্জায়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প্রবেশের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সুযোগ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ঘোষণা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পত্রে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সমকামিতাদের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আক্রমণ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বাধাও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১৪২</w:t>
      </w:r>
      <w:r w:rsidRPr="00A44A13">
        <w:rPr>
          <w:cs/>
          <w:lang w:bidi="bn-IN"/>
        </w:rPr>
        <w:t xml:space="preserve"> </w:t>
      </w:r>
      <w:r w:rsidRPr="00A44A13">
        <w:cr/>
      </w:r>
      <w:r w:rsidRPr="00A44A13">
        <w:rPr>
          <w:rFonts w:hint="cs"/>
          <w:cs/>
          <w:lang w:bidi="bn-IN"/>
        </w:rPr>
        <w:t>অথচ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নির্লজ্জতার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পরিচয়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বৃটেনের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কমন্স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সভা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১৪</w:t>
      </w:r>
      <w:r w:rsidRPr="00A44A13">
        <w:rPr>
          <w:cs/>
          <w:lang w:bidi="bn-IN"/>
        </w:rPr>
        <w:t>/</w:t>
      </w:r>
      <w:r w:rsidRPr="00A44A13">
        <w:rPr>
          <w:rFonts w:hint="cs"/>
          <w:cs/>
          <w:lang w:bidi="bn-IN"/>
        </w:rPr>
        <w:t>৪</w:t>
      </w:r>
      <w:r w:rsidRPr="00A44A13">
        <w:rPr>
          <w:cs/>
          <w:lang w:bidi="bn-IN"/>
        </w:rPr>
        <w:t>/</w:t>
      </w:r>
      <w:r w:rsidRPr="00A44A13">
        <w:rPr>
          <w:rFonts w:hint="cs"/>
          <w:cs/>
          <w:lang w:bidi="bn-IN"/>
        </w:rPr>
        <w:t>৪৬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ফার্সী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তারিখে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ঘন্টা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দীর্ঘ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আলোচনার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ঘোষণা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চূড়ান্ত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সিদ্ধান্তের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লর্ডসভায়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পাঠিয়ে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ইংল্যান্ডের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পার্লামেন্ট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বৈধতাকে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সরকারী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ঘোষণা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১৪৩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আশ্চর্যের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বিষয়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এটাই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ইংল্যান্ডে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</w:t>
      </w:r>
      <w:r w:rsidRPr="00A44A13">
        <w:rPr>
          <w:rFonts w:hint="eastAsia"/>
        </w:rPr>
        <w:t>’</w:t>
      </w:r>
      <w:r w:rsidRPr="00A44A13">
        <w:rPr>
          <w:rFonts w:hint="cs"/>
          <w:cs/>
          <w:lang w:bidi="bn-IN"/>
        </w:rPr>
        <w:t>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স্ত্রী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নিষিদ্ধ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কিন্তু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যদি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স্ত্রী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সত্বেও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আরেকটি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স্ত্রী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অন্যায়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প্রথম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স্ত্রীর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অমানবিক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আচরণ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কিন্তু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সমস্যা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পাশ্চাত্যের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আশা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নষ্ট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কিন্তু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আফসোস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অনুসরণ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চলতে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সি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>.</w:t>
      </w:r>
      <w:r w:rsidRPr="00A44A13">
        <w:rPr>
          <w:rFonts w:hint="cs"/>
          <w:cs/>
          <w:lang w:bidi="bn-IN"/>
        </w:rPr>
        <w:t>এন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সংবাদ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সংস্থা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স্বাস্থ্য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মন্ত্রণালয়ের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গবেষণা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মূলক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উদ্ধৃতি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উল্লেখ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আমেরিকাতে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১৩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মিনিটে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ভাইরাসে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আক্রান্ত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lastRenderedPageBreak/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১০০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৮০০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ভাইরাস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আক্রান্ত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ভাইরাস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শরীরে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প্রবেশের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ভাইরাস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প্রথমে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দেহের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রোগ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প্রতিরোধ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ক্ষমতাকে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নষ্ট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পরিশেষে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সংক্রমণ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মৃত্যুবরণ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মূলত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যৌন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অনাচার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আক্রান্ত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ব্যক্তির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দৈহিক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স্বাস্থ্য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মন্ত্রণালয়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মর্মে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ঘোষণা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বর্তমানে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সেখানে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৫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লাখ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৫০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হাজার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লোক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আক্রান্ত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আগামী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বছরগুলোতে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মড়ক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লাগতে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বিশেষ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যুব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সমাজকে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জানানোর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ক্ষেত্রে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স্বাস্থ্য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কল্যাণ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কেন্দ্র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স্থাপন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শিক্ষা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কেন্দ্র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গুলোতে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বর্ণনা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রেহাই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পাওয়ার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উপযুক্ত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ব্যবস্থা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অবহিত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প্রস্তাব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প্রণয়ন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ক্যালিফোর্নিয়ার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সানফ্রানসিসকো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শহরটি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সমকামীদের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রাজধানী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অভিহিত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হয়েছিল</w:t>
      </w:r>
      <w:r w:rsidRPr="00A44A13">
        <w:rPr>
          <w:cs/>
          <w:lang w:bidi="bn-IN"/>
        </w:rPr>
        <w:t xml:space="preserve">) </w:t>
      </w:r>
      <w:r w:rsidRPr="00A44A13">
        <w:rPr>
          <w:rFonts w:hint="cs"/>
          <w:cs/>
          <w:lang w:bidi="bn-IN"/>
        </w:rPr>
        <w:t>বর্তমানে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এইডস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রোগী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১৪৪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ন্যাক্কার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ইসলামের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দৃষ্টিতে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নিচু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খারাপ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এমনই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শাস্তি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হলো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মৃত্যুদণ্ড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ফিকাহ্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শাস্ত্রে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বিস্তারিত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আলোচনা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এসেছে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যেমন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হাদীসে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: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ইমাম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সাদিক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আ</w:t>
      </w:r>
      <w:r w:rsidRPr="00A44A13">
        <w:rPr>
          <w:cs/>
          <w:lang w:bidi="bn-IN"/>
        </w:rPr>
        <w:t xml:space="preserve">.) </w:t>
      </w:r>
      <w:r w:rsidRPr="00A44A13">
        <w:rPr>
          <w:rFonts w:hint="cs"/>
          <w:cs/>
          <w:lang w:bidi="bn-IN"/>
        </w:rPr>
        <w:t>বলেছেন</w:t>
      </w:r>
      <w:r w:rsidRPr="00A44A13">
        <w:rPr>
          <w:cs/>
          <w:lang w:bidi="bn-IN"/>
        </w:rPr>
        <w:t xml:space="preserve"> : </w:t>
      </w:r>
      <w:r w:rsidRPr="00A44A13">
        <w:rPr>
          <w:rFonts w:hint="cs"/>
          <w:cs/>
          <w:lang w:bidi="bn-IN"/>
        </w:rPr>
        <w:t>সমকামিতা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এতই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নিকষ্টৃ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ব্যভিচারের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খারাপ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আল্লাহ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সুবহানাহু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rFonts w:hint="eastAsia"/>
        </w:rPr>
        <w:t>’</w:t>
      </w:r>
      <w:r w:rsidRPr="00A44A13">
        <w:rPr>
          <w:rFonts w:hint="cs"/>
          <w:cs/>
          <w:lang w:bidi="bn-IN"/>
        </w:rPr>
        <w:t>য়ালা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ব্যক্তি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সমকামিতার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ছুটে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ব্যভিচারী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ব্যক্তিদের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আগে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ধ্বংস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১৪৫</w:t>
      </w:r>
      <w:r w:rsidRPr="00A44A13">
        <w:rPr>
          <w:cs/>
          <w:lang w:bidi="bn-IN"/>
        </w:rPr>
        <w:t xml:space="preserve"> </w:t>
      </w:r>
    </w:p>
    <w:p w:rsidR="00FE4106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ইমামগণের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আ</w:t>
      </w:r>
      <w:r w:rsidRPr="00A44A13">
        <w:rPr>
          <w:cs/>
          <w:lang w:bidi="bn-IN"/>
        </w:rPr>
        <w:t xml:space="preserve">.) </w:t>
      </w:r>
      <w:r w:rsidRPr="00A44A13">
        <w:rPr>
          <w:rFonts w:hint="cs"/>
          <w:cs/>
          <w:lang w:bidi="bn-IN"/>
        </w:rPr>
        <w:t>রেওয়ায়েত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ইসলামী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বিধি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বিধানের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শ্রেষ্ঠত্ব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উজ্জ্বলতা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অবহিত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কিন্তু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দুনিয়ার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লোক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কাজের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অকালে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মৃত্যুর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মুখে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পতিত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প্রকৃত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হলো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আল্লাহ্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সুবহানাহু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rFonts w:hint="eastAsia"/>
        </w:rPr>
        <w:t>’</w:t>
      </w:r>
      <w:r w:rsidRPr="00A44A13">
        <w:rPr>
          <w:rFonts w:hint="cs"/>
          <w:cs/>
          <w:lang w:bidi="bn-IN"/>
        </w:rPr>
        <w:t>য়ালার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দূরে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পবিত্র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কোরআন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আম্বিয়াদের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আ</w:t>
      </w:r>
      <w:r w:rsidRPr="00A44A13">
        <w:rPr>
          <w:cs/>
          <w:lang w:bidi="bn-IN"/>
        </w:rPr>
        <w:t xml:space="preserve">.) </w:t>
      </w:r>
      <w:r w:rsidRPr="00A44A13">
        <w:rPr>
          <w:rFonts w:hint="cs"/>
          <w:cs/>
          <w:lang w:bidi="bn-IN"/>
        </w:rPr>
        <w:t>আদেশ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নিষেধের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গুরুত্ব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</w:p>
    <w:p w:rsidR="00A44A13" w:rsidRDefault="00A44A13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A44A13" w:rsidRPr="00A44A13" w:rsidRDefault="00A44A13" w:rsidP="00A44A13">
      <w:pPr>
        <w:pStyle w:val="Heading2"/>
        <w:rPr>
          <w:rFonts w:eastAsiaTheme="minorHAnsi"/>
        </w:rPr>
      </w:pPr>
      <w:bookmarkStart w:id="92" w:name="_Toc439886139"/>
      <w:bookmarkStart w:id="93" w:name="_Toc440447899"/>
      <w:r w:rsidRPr="00A44A13">
        <w:rPr>
          <w:rFonts w:eastAsiaTheme="minorHAnsi" w:hint="cs"/>
          <w:cs/>
          <w:lang w:bidi="bn-IN"/>
        </w:rPr>
        <w:lastRenderedPageBreak/>
        <w:t>চুরি</w:t>
      </w:r>
      <w:r w:rsidRPr="00A44A13">
        <w:rPr>
          <w:rFonts w:eastAsiaTheme="minorHAnsi"/>
        </w:rPr>
        <w:t xml:space="preserve">, </w:t>
      </w:r>
      <w:r w:rsidRPr="00A44A13">
        <w:rPr>
          <w:rFonts w:eastAsiaTheme="minorHAnsi" w:hint="cs"/>
          <w:cs/>
          <w:lang w:bidi="bn-IN"/>
        </w:rPr>
        <w:t>ধর্ষণ</w:t>
      </w:r>
      <w:r w:rsidRPr="00A44A13">
        <w:rPr>
          <w:rFonts w:eastAsiaTheme="minorHAnsi"/>
          <w:cs/>
          <w:lang w:bidi="bn-IN"/>
        </w:rPr>
        <w:t xml:space="preserve"> </w:t>
      </w:r>
      <w:r w:rsidRPr="00A44A13">
        <w:rPr>
          <w:rFonts w:eastAsiaTheme="minorHAnsi" w:hint="cs"/>
          <w:cs/>
          <w:lang w:bidi="bn-IN"/>
        </w:rPr>
        <w:t>এবং</w:t>
      </w:r>
      <w:r w:rsidRPr="00A44A13">
        <w:rPr>
          <w:rFonts w:eastAsiaTheme="minorHAnsi"/>
          <w:cs/>
          <w:lang w:bidi="bn-IN"/>
        </w:rPr>
        <w:t xml:space="preserve"> </w:t>
      </w:r>
      <w:r w:rsidRPr="00A44A13">
        <w:rPr>
          <w:rFonts w:eastAsiaTheme="minorHAnsi" w:hint="cs"/>
          <w:cs/>
          <w:lang w:bidi="bn-IN"/>
        </w:rPr>
        <w:t>নিরাপত্তাহীনতা</w:t>
      </w:r>
      <w:r w:rsidRPr="00A44A13">
        <w:rPr>
          <w:rFonts w:eastAsiaTheme="minorHAnsi"/>
          <w:cs/>
          <w:lang w:bidi="bn-IN"/>
        </w:rPr>
        <w:t xml:space="preserve"> :</w:t>
      </w:r>
      <w:bookmarkEnd w:id="92"/>
      <w:bookmarkEnd w:id="93"/>
      <w:r w:rsidRPr="00A44A13">
        <w:rPr>
          <w:rFonts w:eastAsiaTheme="minorHAnsi"/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১৯৮৫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আমেরিকার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প্রধান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বিভাগের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১৩টি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রাতের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চুরি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অথবা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সদস্যের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প্রাণহানী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১৯৮৫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ঘোষণা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দস্যুরা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লক্ষ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গাড়ী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চুরি</w:t>
      </w:r>
      <w:r w:rsidRPr="00A44A13">
        <w:t xml:space="preserve">, </w:t>
      </w:r>
      <w:r w:rsidRPr="00A44A13">
        <w:rPr>
          <w:rFonts w:hint="cs"/>
          <w:cs/>
          <w:lang w:bidi="bn-IN"/>
        </w:rPr>
        <w:t>ধর্ষণ</w:t>
      </w:r>
      <w:r w:rsidRPr="00A44A13">
        <w:t xml:space="preserve">, </w:t>
      </w:r>
      <w:r w:rsidRPr="00A44A13">
        <w:rPr>
          <w:rFonts w:hint="cs"/>
          <w:cs/>
          <w:lang w:bidi="bn-IN"/>
        </w:rPr>
        <w:t>ব্যক্তির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সম্পত্তিতে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অবৈধ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হস্তক্ষেপ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বাড়ীর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আসবাবপত্র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চুরি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অসংখ্য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খবর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উল্লেখ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১৪৬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আশ্চর্য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অমানবিক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ভারতের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ত্রিপুরা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রাজ্যে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সেখানে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গ্রামের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বাড়ীর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চারজন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পুলিশ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স্থানীয়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নিরাপত্তা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কর্মীর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দ্বারা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পালাক্রমে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ধর্ষিত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নিরাপত্তা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কথা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ধর্ষণ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রিপোর্টে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উল্লেখ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6445C3">
        <w:rPr>
          <w:rStyle w:val="libAlaemChar"/>
        </w:rPr>
        <w:t>‘</w:t>
      </w:r>
      <w:r w:rsidRPr="00A44A13">
        <w:rPr>
          <w:rFonts w:hint="cs"/>
          <w:cs/>
          <w:lang w:bidi="bn-IN"/>
        </w:rPr>
        <w:t>ভারতীয়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ঐক্য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সমাজ</w:t>
      </w:r>
      <w:r w:rsidRPr="00A44A13">
        <w:rPr>
          <w:rFonts w:hint="eastAsia"/>
        </w:rPr>
        <w:t>’</w:t>
      </w:r>
      <w:r w:rsidRPr="00A44A13">
        <w:t xml:space="preserve"> </w:t>
      </w:r>
      <w:r w:rsidRPr="00A44A13">
        <w:rPr>
          <w:rFonts w:hint="cs"/>
          <w:cs/>
          <w:lang w:bidi="bn-IN"/>
        </w:rPr>
        <w:t>ঘটনাটি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বর্ণনা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মধ্য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পুলিশরা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বাড়ি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t xml:space="preserve">;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মধ্যে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বয়স্ক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৭৫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বয়স্ক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পুলিশরা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বাড়ীর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পুরুষদেরকে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বেদম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প্রহার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বেঁধে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রাখে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১৪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ঘন্টা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চালায়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ধর্ষণ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পাশবিক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অত্যাচার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গ্রাম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ছেড়ে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১৪৭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জমহুরী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ইসলামী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পত্রিকা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জানায়</w:t>
      </w:r>
      <w:r w:rsidRPr="00A44A13">
        <w:rPr>
          <w:cs/>
          <w:lang w:bidi="bn-IN"/>
        </w:rPr>
        <w:t xml:space="preserve"> : </w:t>
      </w:r>
      <w:r w:rsidRPr="00A44A13">
        <w:rPr>
          <w:rFonts w:hint="cs"/>
          <w:cs/>
          <w:lang w:bidi="bn-IN"/>
        </w:rPr>
        <w:t>একজন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এশীয়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লন্ডনের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রাস্তায়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দুইজন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পুরুষের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দ্বারা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অপহরণ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রাস্তা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সংলগ্ন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ধর্ষিত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ঘটনাটি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বিকাল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যখন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রাস্তাটিতে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প্রচুর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ভিড়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তখন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সম্ভব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লোকজনের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সমাগম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সত্বেও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দুইজন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লোক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২৬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বছরের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তুলে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পাশের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পার্কে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ধর্ষণ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রেখে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যাবে</w:t>
      </w:r>
      <w:r w:rsidRPr="00A44A13">
        <w:t xml:space="preserve">? </w:t>
      </w:r>
    </w:p>
    <w:p w:rsid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কয়েক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ঘন্টা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রাস্তা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হেঁটে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বৃদ্ধ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লোকের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সাহায্যে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মহিলা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পুলিশ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স্টেশনে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পৌঁছায়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বর্ণনা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শেষ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খবর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পর্যন্ত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লন্ডনের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পুলিশ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তখনও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ঘটনাটিকে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খুটিয়ে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দেখছিল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১৪৮</w:t>
      </w:r>
      <w:r w:rsidR="00FE4106" w:rsidRPr="009C15B9">
        <w:t xml:space="preserve"> </w:t>
      </w:r>
    </w:p>
    <w:p w:rsidR="00A44A13" w:rsidRPr="00C6693F" w:rsidRDefault="00A44A13" w:rsidP="00C6693F">
      <w:r>
        <w:br w:type="page"/>
      </w:r>
    </w:p>
    <w:p w:rsidR="00FE4106" w:rsidRPr="005A2C80" w:rsidRDefault="00FE4106" w:rsidP="00A44A13">
      <w:pPr>
        <w:pStyle w:val="libBold1"/>
      </w:pPr>
      <w:r w:rsidRPr="005A2C80">
        <w:rPr>
          <w:cs/>
          <w:lang w:bidi="bn-IN"/>
        </w:rPr>
        <w:lastRenderedPageBreak/>
        <w:t>পাশ্চাত্যপ্রেমীরা কোথায় যেতে চান</w:t>
      </w:r>
      <w:r w:rsidRPr="005A2C80">
        <w:t xml:space="preserve">?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আমেরিকার সি.এন.এন সংবাদ সংস্থা নিজেই আমেরিকার</w:t>
      </w:r>
      <w:r w:rsidRPr="005A2C80">
        <w:t xml:space="preserve"> </w:t>
      </w:r>
      <w:r w:rsidRPr="005A2C80">
        <w:rPr>
          <w:cs/>
          <w:lang w:bidi="bn-IN"/>
        </w:rPr>
        <w:t>সামাজিক অবক্ষয় ও অধঃপতনের ব্যাপারে এক রিপোর্টে বলে যে</w:t>
      </w:r>
      <w:r w:rsidRPr="005A2C80">
        <w:t xml:space="preserve">, </w:t>
      </w:r>
      <w:r w:rsidRPr="005A2C80">
        <w:rPr>
          <w:cs/>
          <w:lang w:bidi="bn-IN"/>
        </w:rPr>
        <w:t>সেখানে</w:t>
      </w:r>
      <w:r w:rsidRPr="005A2C80">
        <w:t xml:space="preserve"> </w:t>
      </w:r>
      <w:r w:rsidRPr="005A2C80">
        <w:rPr>
          <w:cs/>
          <w:lang w:bidi="bn-IN"/>
        </w:rPr>
        <w:t>ফ্যাসাদ ও অশ্লীলতা এত অধিক পরিমানে বৃদ্ধি পেয়েছে যে আইন</w:t>
      </w:r>
      <w:r w:rsidRPr="005A2C80">
        <w:t xml:space="preserve"> </w:t>
      </w:r>
      <w:r w:rsidRPr="005A2C80">
        <w:rPr>
          <w:cs/>
          <w:lang w:bidi="bn-IN"/>
        </w:rPr>
        <w:t>প্রণয়নকারীদের ধৈর্যের বাধ ভেঙ্গে দিয়েছে এবং তাদেরকে নতুন আইন</w:t>
      </w:r>
      <w:r w:rsidRPr="005A2C80">
        <w:t xml:space="preserve"> </w:t>
      </w:r>
      <w:r w:rsidRPr="005A2C80">
        <w:rPr>
          <w:cs/>
          <w:lang w:bidi="bn-IN"/>
        </w:rPr>
        <w:t>প্রণয়ন করতে বাধ্য করেছে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এই সংবাদ সংস্থার আরব আমিরাত হতে প্রচারিত রিপোর্ট হতে</w:t>
      </w:r>
      <w:r w:rsidRPr="005A2C80">
        <w:t xml:space="preserve"> </w:t>
      </w:r>
      <w:r w:rsidRPr="005A2C80">
        <w:rPr>
          <w:cs/>
          <w:lang w:bidi="bn-IN"/>
        </w:rPr>
        <w:t>জানা যায়</w:t>
      </w:r>
      <w:r w:rsidRPr="005A2C80">
        <w:t xml:space="preserve">, </w:t>
      </w:r>
      <w:r w:rsidRPr="005A2C80">
        <w:rPr>
          <w:cs/>
          <w:lang w:bidi="bn-IN"/>
        </w:rPr>
        <w:t>আমেরিকানদের বিনোদন লজ্জাকর ও কুৎসিত এক রূপ লাভ</w:t>
      </w:r>
      <w:r w:rsidRPr="005A2C80">
        <w:t xml:space="preserve"> </w:t>
      </w:r>
      <w:r w:rsidRPr="005A2C80">
        <w:rPr>
          <w:cs/>
          <w:lang w:bidi="bn-IN"/>
        </w:rPr>
        <w:t>করেছে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বিনোদনের নামে তারা বিভিন্ন ধরনের অশোভনীয় ও অশ্লীল ছবি</w:t>
      </w:r>
      <w:r w:rsidRPr="005A2C80">
        <w:t xml:space="preserve">, </w:t>
      </w:r>
      <w:r w:rsidRPr="005A2C80">
        <w:rPr>
          <w:cs/>
          <w:lang w:bidi="bn-IN"/>
        </w:rPr>
        <w:t>টিভি সিরিয়াল এবং যৌন উদ্দীপক গান প্রচার করছে</w:t>
      </w:r>
      <w:r w:rsidRPr="005A2C80">
        <w:rPr>
          <w:cs/>
          <w:lang w:bidi="hi-IN"/>
        </w:rPr>
        <w:t xml:space="preserve"> ।</w:t>
      </w:r>
      <w:r w:rsidRPr="005A2C80">
        <w:rPr>
          <w:lang w:bidi="hi-IN"/>
        </w:rPr>
        <w:t xml:space="preserve"> </w:t>
      </w:r>
      <w:r w:rsidRPr="005A2C80">
        <w:rPr>
          <w:cs/>
          <w:lang w:bidi="bn-IN"/>
        </w:rPr>
        <w:t>নৈতিকতার</w:t>
      </w:r>
      <w:r w:rsidRPr="005A2C80">
        <w:t xml:space="preserve"> </w:t>
      </w:r>
      <w:r w:rsidRPr="005A2C80">
        <w:rPr>
          <w:cs/>
          <w:lang w:bidi="bn-IN"/>
        </w:rPr>
        <w:t>দিকনির্দেশক বাণীবাহক হওয়ার পরিবর্তে তারা অশ্লীলতা</w:t>
      </w:r>
      <w:r w:rsidRPr="005A2C80">
        <w:t xml:space="preserve">, </w:t>
      </w:r>
      <w:r w:rsidRPr="005A2C80">
        <w:rPr>
          <w:cs/>
          <w:lang w:bidi="bn-IN"/>
        </w:rPr>
        <w:t>অনাচার ও</w:t>
      </w:r>
      <w:r w:rsidRPr="005A2C80">
        <w:t xml:space="preserve"> </w:t>
      </w:r>
      <w:r w:rsidRPr="005A2C80">
        <w:rPr>
          <w:cs/>
          <w:lang w:bidi="bn-IN"/>
        </w:rPr>
        <w:t>বিশৃংখলার বিস্তার ভূমিকা রাখছে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আর সেখানকার চলচ্চিত্র নির্মাতা ও</w:t>
      </w:r>
      <w:r w:rsidRPr="005A2C80">
        <w:t xml:space="preserve"> </w:t>
      </w:r>
      <w:r w:rsidRPr="005A2C80">
        <w:rPr>
          <w:cs/>
          <w:lang w:bidi="bn-IN"/>
        </w:rPr>
        <w:t>গায়কদের দৃষ্টিতে কোন কিছুই ঘৃণার ও অসন্তোষের বিষয় নয়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উক্ত সংবাদ সংস্থা তার রির্পোটে আরো উল্লেখ করে যে</w:t>
      </w:r>
      <w:r w:rsidRPr="005A2C80">
        <w:t>,</w:t>
      </w:r>
      <w:r w:rsidRPr="005A2C80">
        <w:rPr>
          <w:cs/>
          <w:lang w:bidi="bn-IN"/>
        </w:rPr>
        <w:t>যৌন</w:t>
      </w:r>
      <w:r w:rsidRPr="005A2C80">
        <w:t xml:space="preserve"> </w:t>
      </w:r>
      <w:r w:rsidRPr="005A2C80">
        <w:rPr>
          <w:cs/>
          <w:lang w:bidi="bn-IN"/>
        </w:rPr>
        <w:t>নির্যাতন</w:t>
      </w:r>
      <w:r w:rsidRPr="005A2C80">
        <w:t xml:space="preserve">, </w:t>
      </w:r>
      <w:r w:rsidRPr="005A2C80">
        <w:rPr>
          <w:cs/>
          <w:lang w:bidi="bn-IN"/>
        </w:rPr>
        <w:t>অবৈধ যৌনসম্পর্ক</w:t>
      </w:r>
      <w:r w:rsidRPr="005A2C80">
        <w:t xml:space="preserve">, </w:t>
      </w:r>
      <w:r w:rsidRPr="005A2C80">
        <w:rPr>
          <w:cs/>
          <w:lang w:bidi="bn-IN"/>
        </w:rPr>
        <w:t>মাদক দ্রব্য সেবন</w:t>
      </w:r>
      <w:r w:rsidRPr="005A2C80">
        <w:t xml:space="preserve">, </w:t>
      </w:r>
      <w:r w:rsidRPr="005A2C80">
        <w:rPr>
          <w:cs/>
          <w:lang w:bidi="bn-IN"/>
        </w:rPr>
        <w:t>শয়তান পুজার দৃশ্য</w:t>
      </w:r>
      <w:r w:rsidRPr="005A2C80">
        <w:t xml:space="preserve">, </w:t>
      </w:r>
      <w:r w:rsidRPr="005A2C80">
        <w:rPr>
          <w:cs/>
          <w:lang w:bidi="bn-IN"/>
        </w:rPr>
        <w:t>সহিংসতা</w:t>
      </w:r>
      <w:r w:rsidRPr="005A2C80">
        <w:t xml:space="preserve">, </w:t>
      </w:r>
      <w:r w:rsidRPr="005A2C80">
        <w:rPr>
          <w:cs/>
          <w:lang w:bidi="bn-IN"/>
        </w:rPr>
        <w:t>উচ্ছৃঙ্খলতা ও অশ্লীলতাসহ বিভিন্ন প্রকার অনৈতিক বিষয়</w:t>
      </w:r>
      <w:r w:rsidRPr="005A2C80">
        <w:t xml:space="preserve"> </w:t>
      </w:r>
      <w:r w:rsidRPr="005A2C80">
        <w:rPr>
          <w:cs/>
          <w:lang w:bidi="bn-IN"/>
        </w:rPr>
        <w:t>আমেরিকার রন্ধ্রে রন্ধ্রে ছড়িয়ে পড়েছে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FE4106" w:rsidRPr="005A2C80" w:rsidRDefault="00FE4106" w:rsidP="00FE4106">
      <w:pPr>
        <w:pStyle w:val="libNormal"/>
      </w:pPr>
      <w:r w:rsidRPr="005A2C80">
        <w:rPr>
          <w:cs/>
          <w:lang w:bidi="bn-IN"/>
        </w:rPr>
        <w:t>উক্ত সংবাদ সংস্থা তার রির্পোটে উল্লেখ করে যে</w:t>
      </w:r>
      <w:r w:rsidRPr="005A2C80">
        <w:t xml:space="preserve">, </w:t>
      </w:r>
      <w:r w:rsidRPr="005A2C80">
        <w:rPr>
          <w:cs/>
          <w:lang w:bidi="bn-IN"/>
        </w:rPr>
        <w:t>হলিউডে এমন</w:t>
      </w:r>
      <w:r w:rsidRPr="005A2C80">
        <w:t xml:space="preserve"> </w:t>
      </w:r>
      <w:r w:rsidRPr="005A2C80">
        <w:rPr>
          <w:cs/>
          <w:lang w:bidi="bn-IN"/>
        </w:rPr>
        <w:t>সব ছবি তৈরী করা হয় যা শুধুমাত্র প্রাপ্তবয়স্কদের জন্য এবং তা পর্দায়</w:t>
      </w:r>
      <w:r w:rsidRPr="005A2C80">
        <w:t xml:space="preserve"> </w:t>
      </w:r>
      <w:r w:rsidRPr="005A2C80">
        <w:rPr>
          <w:cs/>
          <w:lang w:bidi="bn-IN"/>
        </w:rPr>
        <w:t>তাদের সামনে তুলে ধরা হয়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চলচ্চিত্র নির্মাতারা তাদের ছবির প্রতি</w:t>
      </w:r>
      <w:r w:rsidRPr="005A2C80">
        <w:t xml:space="preserve"> </w:t>
      </w:r>
      <w:r w:rsidRPr="005A2C80">
        <w:rPr>
          <w:cs/>
          <w:lang w:bidi="bn-IN"/>
        </w:rPr>
        <w:t>দর্শককে আকর্ষণ করার লক্ষ্যে টিকিট কাউন্টার বা বুকিং অফিসের সামনে</w:t>
      </w:r>
      <w:r w:rsidRPr="005A2C80">
        <w:t xml:space="preserve"> </w:t>
      </w:r>
      <w:r w:rsidRPr="005A2C80">
        <w:rPr>
          <w:cs/>
          <w:lang w:bidi="bn-IN"/>
        </w:rPr>
        <w:t>ছবির ব্যানারের উপর এক্স চিহ্ন দিয়ে রাখে যাতে করে মানুষের মনে</w:t>
      </w:r>
      <w:r w:rsidRPr="005A2C80">
        <w:t xml:space="preserve"> </w:t>
      </w:r>
      <w:r w:rsidRPr="005A2C80">
        <w:rPr>
          <w:cs/>
          <w:lang w:bidi="bn-IN"/>
        </w:rPr>
        <w:t>কৌতুহলের সৃষ্টি করে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A44A13" w:rsidRPr="00C6693F" w:rsidRDefault="00A44A13" w:rsidP="00C6693F">
      <w:r>
        <w:br w:type="page"/>
      </w:r>
    </w:p>
    <w:p w:rsidR="00A44A13" w:rsidRPr="00A44A13" w:rsidRDefault="00A44A13" w:rsidP="00A44A13">
      <w:pPr>
        <w:pStyle w:val="Heading2"/>
      </w:pPr>
      <w:bookmarkStart w:id="94" w:name="_Toc439886140"/>
      <w:bookmarkStart w:id="95" w:name="_Toc440447900"/>
      <w:r w:rsidRPr="00A44A13">
        <w:rPr>
          <w:rFonts w:hint="cs"/>
          <w:cs/>
          <w:lang w:bidi="bn-IN"/>
        </w:rPr>
        <w:lastRenderedPageBreak/>
        <w:t>সন্তানের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পর্দার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ধ্বংসাত্মক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প্রভাব</w:t>
      </w:r>
      <w:r w:rsidRPr="00A44A13">
        <w:rPr>
          <w:cs/>
          <w:lang w:bidi="bn-IN"/>
        </w:rPr>
        <w:t xml:space="preserve"> :</w:t>
      </w:r>
      <w:bookmarkEnd w:id="94"/>
      <w:bookmarkEnd w:id="95"/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পিতা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মাতার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মন্দ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স্বভাবসমূহ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এমন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যখন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তখন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হালাল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হারাম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খাবারও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বিশেষজ্ঞরা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: </w:t>
      </w:r>
      <w:r w:rsidRPr="00A44A13">
        <w:rPr>
          <w:rFonts w:hint="cs"/>
          <w:cs/>
          <w:lang w:bidi="bn-IN"/>
        </w:rPr>
        <w:t>যদি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মাদকাসক্ত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গর্ভে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সন্তানটিও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মাদকাসক্ত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উত্তরাধিকার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সূত্রে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পিতা</w:t>
      </w:r>
      <w:r w:rsidRPr="00A44A13">
        <w:rPr>
          <w:cs/>
          <w:lang w:bidi="bn-IN"/>
        </w:rPr>
        <w:t xml:space="preserve">- </w:t>
      </w:r>
      <w:r w:rsidRPr="00A44A13">
        <w:rPr>
          <w:rFonts w:hint="cs"/>
          <w:cs/>
          <w:lang w:bidi="bn-IN"/>
        </w:rPr>
        <w:t>মাতার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ভাল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মন্দ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বৈশিষ্ট্যই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দৈহিক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মানসিক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অবস্থার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রাসূল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সা</w:t>
      </w:r>
      <w:r w:rsidRPr="00A44A13">
        <w:rPr>
          <w:cs/>
          <w:lang w:bidi="bn-IN"/>
        </w:rPr>
        <w:t xml:space="preserve">.) </w:t>
      </w:r>
      <w:r w:rsidRPr="00A44A13">
        <w:rPr>
          <w:rFonts w:hint="cs"/>
          <w:cs/>
          <w:lang w:bidi="bn-IN"/>
        </w:rPr>
        <w:t>বলেছেন</w:t>
      </w:r>
      <w:r w:rsidRPr="00A44A13">
        <w:rPr>
          <w:cs/>
          <w:lang w:bidi="bn-IN"/>
        </w:rPr>
        <w:t xml:space="preserve"> : </w:t>
      </w:r>
    </w:p>
    <w:p w:rsidR="00A44A13" w:rsidRDefault="00A44A13" w:rsidP="00A44A13">
      <w:pPr>
        <w:pStyle w:val="libNormal"/>
        <w:rPr>
          <w:lang w:bidi="bn-IN"/>
        </w:rPr>
      </w:pPr>
      <w:r w:rsidRPr="00A44A13">
        <w:rPr>
          <w:rFonts w:hint="cs"/>
          <w:cs/>
          <w:lang w:bidi="bn-IN"/>
        </w:rPr>
        <w:t>দেখ</w:t>
      </w:r>
      <w:r w:rsidRPr="00A44A13">
        <w:t xml:space="preserve">,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এলাকায়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বংশের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চাও</w:t>
      </w:r>
      <w:r w:rsidRPr="00A44A13">
        <w:t xml:space="preserve">, </w:t>
      </w:r>
      <w:r w:rsidRPr="00A44A13">
        <w:rPr>
          <w:rFonts w:hint="cs"/>
          <w:cs/>
          <w:lang w:bidi="bn-IN"/>
        </w:rPr>
        <w:t>কেননা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বংশ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শিশুর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) </w:t>
      </w:r>
      <w:r w:rsidRPr="00A44A13">
        <w:rPr>
          <w:rFonts w:hint="cs"/>
          <w:cs/>
          <w:lang w:bidi="bn-IN"/>
        </w:rPr>
        <w:t>প্রভাব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rStyle w:val="libFootnotenumChar"/>
          <w:rFonts w:hint="cs"/>
          <w:cs/>
          <w:lang w:bidi="bn-IN"/>
        </w:rPr>
        <w:t>১৪৯</w:t>
      </w:r>
      <w:r w:rsidRPr="00A44A13">
        <w:rPr>
          <w:cs/>
          <w:lang w:bidi="bn-IN"/>
        </w:rPr>
        <w:t xml:space="preserve"> </w:t>
      </w:r>
    </w:p>
    <w:p w:rsidR="00FE4106" w:rsidRPr="005A2C80" w:rsidRDefault="00FE4106" w:rsidP="00A44A13">
      <w:pPr>
        <w:pStyle w:val="libNormal"/>
        <w:rPr>
          <w:lang w:bidi="bn-IN"/>
        </w:rPr>
      </w:pPr>
      <w:r w:rsidRPr="005A2C80">
        <w:rPr>
          <w:cs/>
          <w:lang w:bidi="bn-IN"/>
        </w:rPr>
        <w:t>হযরত আলী (আ.) বলেছেন :</w:t>
      </w:r>
    </w:p>
    <w:p w:rsidR="00FE4106" w:rsidRPr="005A2C80" w:rsidRDefault="00FE4106" w:rsidP="003A255A">
      <w:pPr>
        <w:pStyle w:val="libAr"/>
      </w:pPr>
      <w:r w:rsidRPr="00C4151B">
        <w:t xml:space="preserve"> </w:t>
      </w:r>
      <w:r w:rsidRPr="003A255A">
        <w:rPr>
          <w:rFonts w:hint="cs"/>
          <w:rtl/>
        </w:rPr>
        <w:t>ﺣﺴﻦ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ﺍﻷﺧﻼﻕ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ﺑﺮﻫﺎﻥ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ﻛﺮﻡ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ﺍﻷﻋﺮﺍﻕ</w:t>
      </w:r>
      <w:r w:rsidRPr="005A2C80"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উত্তম চরিত্র বংশীয় মর্যাদার পরিচায়ক</w:t>
      </w:r>
      <w:r w:rsidRPr="005A2C80">
        <w:rPr>
          <w:cs/>
          <w:lang w:bidi="hi-IN"/>
        </w:rPr>
        <w:t xml:space="preserve"> ।</w:t>
      </w:r>
      <w:r w:rsidRPr="00FE4106">
        <w:rPr>
          <w:rStyle w:val="libFootnotenumChar"/>
          <w:cs/>
          <w:lang w:bidi="bn-IN"/>
        </w:rPr>
        <w:t>১৫০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উক্ত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বর্ণনা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অনুযায়ী</w:t>
      </w:r>
      <w:r w:rsidRPr="00A44A13">
        <w:t xml:space="preserve">, </w:t>
      </w:r>
      <w:r w:rsidRPr="00A44A13">
        <w:rPr>
          <w:rFonts w:hint="cs"/>
          <w:cs/>
          <w:lang w:bidi="bn-IN"/>
        </w:rPr>
        <w:t>কোন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চরিত্রবান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দুশ্চরিত্র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তাকওয়া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সম্পন্ন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হওয়া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হওয়ার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বিষয়টি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কন্যার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প্রভাব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বিষয়টি</w:t>
      </w:r>
      <w:r w:rsidRPr="00A44A13">
        <w:rPr>
          <w:cs/>
          <w:lang w:bidi="bn-IN"/>
        </w:rPr>
        <w:t xml:space="preserve"> (</w:t>
      </w:r>
      <w:r w:rsidRPr="00A44A13">
        <w:rPr>
          <w:rFonts w:hint="cs"/>
          <w:cs/>
          <w:lang w:bidi="bn-IN"/>
        </w:rPr>
        <w:t>চারিত্রিক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উত্তরাধিকার</w:t>
      </w:r>
      <w:r w:rsidRPr="00A44A13">
        <w:rPr>
          <w:cs/>
          <w:lang w:bidi="bn-IN"/>
        </w:rPr>
        <w:t xml:space="preserve">) </w:t>
      </w:r>
      <w:r w:rsidRPr="00A44A13">
        <w:rPr>
          <w:rFonts w:hint="cs"/>
          <w:cs/>
          <w:lang w:bidi="bn-IN"/>
        </w:rPr>
        <w:t>শুধুমাত্র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পবিত্র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ইসলামেই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বরং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সামাজিক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অভিজ্ঞতা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ইতিহাসের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ভিত্তিতেও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প্রমাণিত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পরিশেষে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বলতে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পর্দায়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অশ্লীল</w:t>
      </w:r>
      <w:r w:rsidRPr="00A44A13">
        <w:t xml:space="preserve">, </w:t>
      </w:r>
      <w:r w:rsidRPr="00A44A13">
        <w:rPr>
          <w:rFonts w:hint="cs"/>
          <w:cs/>
          <w:lang w:bidi="bn-IN"/>
        </w:rPr>
        <w:t>কামনা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উদ্দীপক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উত্তেজক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বাড়ীর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বাইরে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সমাজকে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অনাচার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বিপথগামিতার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পরিচালিত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করেই</w:t>
      </w:r>
      <w:r w:rsidRPr="00A44A13">
        <w:t xml:space="preserve">,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দুনিয়া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আখিরাতে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ভাগ্যে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জোটে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খারাপ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পরিণতি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আগামীতে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বিশেষ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কন্যা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অনুরূপ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পথ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নেবে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হচ্ছে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উত্তম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আদর্শ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আদর্শের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অনুসরণ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অনুসরণের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ফলেই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মেয়ে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শুধুমাত্র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মতই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বরং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মায়ের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অনেক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গুণ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মাত্রায়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খারাপ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FE4106" w:rsidRPr="005A2C80" w:rsidRDefault="00A44A13" w:rsidP="00A44A13">
      <w:pPr>
        <w:pStyle w:val="libNormal"/>
      </w:pPr>
      <w:r w:rsidRPr="00A44A13">
        <w:rPr>
          <w:rFonts w:hint="cs"/>
          <w:cs/>
          <w:lang w:bidi="bn-IN"/>
        </w:rPr>
        <w:lastRenderedPageBreak/>
        <w:t>তাই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মায়েরা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আশা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সন্তান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রক্তের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নির্যাস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সৃষ্টি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দুনিয়া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আখিরাতে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সৌভাগ্যবান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শরিয়ত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বিরোধী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কার্যকলাপ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দূরে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t xml:space="preserve">,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উচিত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ঐরূপ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কুরুচিপূর্ণ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আচরণ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বিরত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Pr="005A2C80" w:rsidRDefault="00FE4106" w:rsidP="00A44A13">
      <w:pPr>
        <w:pStyle w:val="libBold1"/>
        <w:rPr>
          <w:lang w:bidi="bn-IN"/>
        </w:rPr>
      </w:pPr>
      <w:r w:rsidRPr="005A2C80">
        <w:rPr>
          <w:cs/>
          <w:lang w:bidi="bn-IN"/>
        </w:rPr>
        <w:t>বে-পর্দা বা সঠিক পর্দার অনুপস্থিতি অর্থনীতির উপর নেতিবাচক</w:t>
      </w:r>
      <w:r w:rsidRPr="005A2C80">
        <w:t xml:space="preserve"> </w:t>
      </w:r>
      <w:r w:rsidRPr="005A2C80">
        <w:rPr>
          <w:cs/>
          <w:lang w:bidi="bn-IN"/>
        </w:rPr>
        <w:t xml:space="preserve">প্রভাব ফেলে :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সাধারণত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সঠিক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পর্দা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</w:t>
      </w:r>
      <w:r w:rsidRPr="00A44A13">
        <w:rPr>
          <w:cs/>
          <w:lang w:bidi="bn-IN"/>
        </w:rPr>
        <w:t>-</w:t>
      </w:r>
      <w:r w:rsidRPr="00A44A13">
        <w:rPr>
          <w:rFonts w:hint="cs"/>
          <w:cs/>
          <w:lang w:bidi="bn-IN"/>
        </w:rPr>
        <w:t>পর্দায়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যেহেতু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ফ্যাশন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বেশী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পছন্দ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বিভিন্ন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অধিকারী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পছন্দ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কখনো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কখনো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নিজের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পুরাতন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পোশাকগুলো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মানুষদের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কাছে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বিক্রি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বিক্রিত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অর্থের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সাথে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আরো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কিছু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অর্থ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যোগ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চাহিদা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সকল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দরিদ্র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ব্যক্তি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পুরাতন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কাপড়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কিনে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জানা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উচিৎ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যে</w:t>
      </w:r>
      <w:r w:rsidRPr="00A44A13">
        <w:rPr>
          <w:cs/>
          <w:lang w:bidi="bn-IN"/>
        </w:rPr>
        <w:t xml:space="preserve"> :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ক</w:t>
      </w:r>
      <w:r w:rsidRPr="00A44A13">
        <w:rPr>
          <w:cs/>
          <w:lang w:bidi="bn-IN"/>
        </w:rPr>
        <w:t xml:space="preserve">)-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নিজের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ব্যক্তিত্বের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হানি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খ</w:t>
      </w:r>
      <w:r w:rsidRPr="00A44A13">
        <w:rPr>
          <w:cs/>
          <w:lang w:bidi="bn-IN"/>
        </w:rPr>
        <w:t xml:space="preserve">)-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স্বাস্থ্য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সম্মত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Pr="00A44A13" w:rsidRDefault="00A44A13" w:rsidP="00A44A13">
      <w:pPr>
        <w:pStyle w:val="libNormal"/>
      </w:pPr>
      <w:r w:rsidRPr="00A44A13">
        <w:rPr>
          <w:rFonts w:hint="cs"/>
          <w:cs/>
          <w:lang w:bidi="bn-IN"/>
        </w:rPr>
        <w:t>গ</w:t>
      </w:r>
      <w:r w:rsidRPr="00A44A13">
        <w:rPr>
          <w:cs/>
          <w:lang w:bidi="bn-IN"/>
        </w:rPr>
        <w:t xml:space="preserve">)- </w:t>
      </w:r>
      <w:r w:rsidRPr="00A44A13">
        <w:rPr>
          <w:rFonts w:hint="cs"/>
          <w:cs/>
          <w:lang w:bidi="bn-IN"/>
        </w:rPr>
        <w:t>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কারণে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বিক্রেতা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সামর্থহীন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ব্যক্তিদের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সামনে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গর্ব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তাদেরকে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হীন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দৃষ্টিতে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দেখবে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</w:p>
    <w:p w:rsidR="00A44A13" w:rsidRDefault="00A44A13" w:rsidP="00A44A13">
      <w:pPr>
        <w:pStyle w:val="libNormal"/>
        <w:rPr>
          <w:cs/>
          <w:lang w:bidi="bn-IN"/>
        </w:rPr>
      </w:pPr>
      <w:r w:rsidRPr="00A44A13">
        <w:rPr>
          <w:rFonts w:hint="cs"/>
          <w:cs/>
          <w:lang w:bidi="bn-IN"/>
        </w:rPr>
        <w:t>এই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নতুন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তারা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সংসারে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খরচের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পরিমাণ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বৃদ্ধি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এবং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পরিবারের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কর্তাকে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অর্থনৈতিক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মানসিকভাবে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চাপের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মুখে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ফেলে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দেশের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অর্থনীতির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উপরও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চাপের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সৃষ্টি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করে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কেননা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এ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ধরনের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ফ্যাশনের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পোশাক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সাধারণত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সরকারকে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বিদেশ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থেকে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আমদানির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মাধ্যমে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দেশে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আনতে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যার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জন্য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অনেক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অর্থের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প্রয়োজন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থাকে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আর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ঐ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অর্থের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যোগান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সরকারকে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সমাজের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বিভিন্ন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খাতের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উপর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শুল্কের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পরিমান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বাড়িয়ে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দিতে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bn-IN"/>
        </w:rPr>
        <w:t>হয়</w:t>
      </w:r>
      <w:r w:rsidRPr="00A44A13">
        <w:rPr>
          <w:cs/>
          <w:lang w:bidi="bn-IN"/>
        </w:rPr>
        <w:t xml:space="preserve"> </w:t>
      </w:r>
      <w:r w:rsidRPr="00A44A13">
        <w:rPr>
          <w:rFonts w:hint="cs"/>
          <w:cs/>
          <w:lang w:bidi="hi-IN"/>
        </w:rPr>
        <w:t>।</w:t>
      </w:r>
    </w:p>
    <w:p w:rsidR="00A44A13" w:rsidRPr="00C6693F" w:rsidRDefault="00A44A13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5A2C80" w:rsidRDefault="00FE4106" w:rsidP="00A44A13">
      <w:pPr>
        <w:pStyle w:val="libNormal"/>
      </w:pPr>
    </w:p>
    <w:p w:rsidR="005C68E8" w:rsidRPr="005C68E8" w:rsidRDefault="005C68E8" w:rsidP="005C68E8">
      <w:pPr>
        <w:pStyle w:val="libNormal"/>
      </w:pPr>
      <w:r w:rsidRPr="005C68E8">
        <w:rPr>
          <w:rFonts w:hint="cs"/>
          <w:cs/>
          <w:lang w:bidi="bn-IN"/>
        </w:rPr>
        <w:t>বে</w:t>
      </w:r>
      <w:r w:rsidRPr="005C68E8">
        <w:rPr>
          <w:cs/>
          <w:lang w:bidi="bn-IN"/>
        </w:rPr>
        <w:t>-</w:t>
      </w:r>
      <w:r w:rsidRPr="005C68E8">
        <w:rPr>
          <w:rFonts w:hint="cs"/>
          <w:cs/>
          <w:lang w:bidi="bn-IN"/>
        </w:rPr>
        <w:t>পর্দা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নারী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সময়েরও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অপচয়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থাকে</w:t>
      </w:r>
      <w:r w:rsidRPr="005C68E8">
        <w:rPr>
          <w:cs/>
          <w:lang w:bidi="bn-IN"/>
        </w:rPr>
        <w:t xml:space="preserve"> : </w:t>
      </w:r>
    </w:p>
    <w:p w:rsidR="005C68E8" w:rsidRPr="005C68E8" w:rsidRDefault="005C68E8" w:rsidP="005C68E8">
      <w:pPr>
        <w:pStyle w:val="libNormal"/>
      </w:pPr>
      <w:r w:rsidRPr="005C68E8">
        <w:rPr>
          <w:rFonts w:hint="cs"/>
          <w:cs/>
          <w:lang w:bidi="bn-IN"/>
        </w:rPr>
        <w:t>এই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ধরনের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নারীরা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অধিকাংশ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সময়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সাজ</w:t>
      </w:r>
      <w:r w:rsidRPr="005C68E8">
        <w:rPr>
          <w:cs/>
          <w:lang w:bidi="bn-IN"/>
        </w:rPr>
        <w:t>-</w:t>
      </w:r>
      <w:r w:rsidRPr="005C68E8">
        <w:rPr>
          <w:rFonts w:hint="cs"/>
          <w:cs/>
          <w:lang w:bidi="bn-IN"/>
        </w:rPr>
        <w:t>সজ্জা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নিয়েই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ব্যস্ত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থাকে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যেমন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তারা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তাদের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মাথার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চুল</w:t>
      </w:r>
      <w:r w:rsidRPr="005C68E8">
        <w:t xml:space="preserve">, </w:t>
      </w:r>
      <w:r w:rsidRPr="005C68E8">
        <w:rPr>
          <w:rFonts w:hint="cs"/>
          <w:cs/>
          <w:lang w:bidi="bn-IN"/>
        </w:rPr>
        <w:t>পোশাক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ইত্যাদি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পরিপাটি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পছন্দমত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ডিজাইন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এবং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মুখের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মেকআপের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জন্য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যথেষ্ট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সময়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অতঃপর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নিজেকে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প্রকাশ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অভিসারের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উদ্দেশ্যে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অলিতে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গলিতে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ঘুরে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বেড়িয়ে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থাকে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কিন্তু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এগুলো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জীবনের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মূল্যবান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সময়টুকু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সন্তান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লালন</w:t>
      </w:r>
      <w:r w:rsidRPr="005C68E8">
        <w:rPr>
          <w:cs/>
          <w:lang w:bidi="bn-IN"/>
        </w:rPr>
        <w:t>-</w:t>
      </w:r>
      <w:r w:rsidRPr="005C68E8">
        <w:rPr>
          <w:rFonts w:hint="cs"/>
          <w:cs/>
          <w:lang w:bidi="bn-IN"/>
        </w:rPr>
        <w:t>পালন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তাদেরকে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সু</w:t>
      </w:r>
      <w:r w:rsidRPr="005C68E8">
        <w:rPr>
          <w:cs/>
          <w:lang w:bidi="bn-IN"/>
        </w:rPr>
        <w:t>-</w:t>
      </w:r>
      <w:r w:rsidRPr="005C68E8">
        <w:rPr>
          <w:rFonts w:hint="cs"/>
          <w:cs/>
          <w:lang w:bidi="bn-IN"/>
        </w:rPr>
        <w:t>শিক্ষায়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শিক্ষিত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তোলা</w:t>
      </w:r>
      <w:r w:rsidRPr="005C68E8">
        <w:t xml:space="preserve">, </w:t>
      </w:r>
      <w:r w:rsidRPr="005C68E8">
        <w:rPr>
          <w:rFonts w:hint="cs"/>
          <w:cs/>
          <w:lang w:bidi="bn-IN"/>
        </w:rPr>
        <w:t>সংসারের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অন্যান্য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সদস্যদের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প্রতি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আদর</w:t>
      </w:r>
      <w:r w:rsidRPr="005C68E8">
        <w:rPr>
          <w:cs/>
          <w:lang w:bidi="bn-IN"/>
        </w:rPr>
        <w:t>-</w:t>
      </w:r>
      <w:r w:rsidRPr="005C68E8">
        <w:rPr>
          <w:rFonts w:hint="cs"/>
          <w:cs/>
          <w:lang w:bidi="bn-IN"/>
        </w:rPr>
        <w:t>ভালবাসা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দান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মত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গুরুত্বপূর্ণ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দায়িত্ব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পালন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পারতো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তরুণীরা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জ্ঞান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অর্জন</w:t>
      </w:r>
      <w:r w:rsidRPr="005C68E8">
        <w:t xml:space="preserve">, </w:t>
      </w:r>
      <w:r w:rsidRPr="005C68E8">
        <w:rPr>
          <w:rFonts w:hint="cs"/>
          <w:cs/>
          <w:lang w:bidi="bn-IN"/>
        </w:rPr>
        <w:t>অধ্যয়ন</w:t>
      </w:r>
      <w:r w:rsidRPr="005C68E8">
        <w:t xml:space="preserve">, </w:t>
      </w:r>
      <w:r w:rsidRPr="005C68E8">
        <w:rPr>
          <w:rFonts w:hint="cs"/>
          <w:cs/>
          <w:lang w:bidi="bn-IN"/>
        </w:rPr>
        <w:t>সুস্থ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বিনোদন</w:t>
      </w:r>
      <w:r w:rsidRPr="005C68E8">
        <w:t xml:space="preserve">, </w:t>
      </w:r>
      <w:r w:rsidRPr="005C68E8">
        <w:rPr>
          <w:rFonts w:hint="cs"/>
          <w:cs/>
          <w:lang w:bidi="bn-IN"/>
        </w:rPr>
        <w:t>খেলাধূলা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ইত্যাদিতে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ব্যস্ত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থাকতে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পারতো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cs/>
          <w:lang w:bidi="bn-IN"/>
        </w:rPr>
        <w:t xml:space="preserve"> </w:t>
      </w:r>
    </w:p>
    <w:p w:rsidR="005C68E8" w:rsidRPr="005C68E8" w:rsidRDefault="005C68E8" w:rsidP="005C68E8">
      <w:pPr>
        <w:pStyle w:val="libNormal"/>
      </w:pPr>
      <w:r w:rsidRPr="005C68E8">
        <w:rPr>
          <w:rFonts w:hint="cs"/>
          <w:cs/>
          <w:lang w:bidi="bn-IN"/>
        </w:rPr>
        <w:t>বে</w:t>
      </w:r>
      <w:r w:rsidRPr="005C68E8">
        <w:rPr>
          <w:cs/>
          <w:lang w:bidi="bn-IN"/>
        </w:rPr>
        <w:t>-</w:t>
      </w:r>
      <w:r w:rsidRPr="005C68E8">
        <w:rPr>
          <w:rFonts w:hint="cs"/>
          <w:cs/>
          <w:lang w:bidi="bn-IN"/>
        </w:rPr>
        <w:t>পর্দায়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থাকা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নারিগণ</w:t>
      </w:r>
      <w:r w:rsidRPr="005C68E8">
        <w:rPr>
          <w:cs/>
          <w:lang w:bidi="bn-IN"/>
        </w:rPr>
        <w:t xml:space="preserve">! </w:t>
      </w:r>
      <w:r w:rsidRPr="005C68E8">
        <w:rPr>
          <w:rFonts w:hint="cs"/>
          <w:cs/>
          <w:lang w:bidi="bn-IN"/>
        </w:rPr>
        <w:t>এটা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কী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উচিত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হবে</w:t>
      </w:r>
      <w:r w:rsidRPr="005C68E8">
        <w:t xml:space="preserve">, </w:t>
      </w:r>
      <w:r w:rsidRPr="005C68E8">
        <w:rPr>
          <w:rFonts w:hint="cs"/>
          <w:cs/>
          <w:lang w:bidi="bn-IN"/>
        </w:rPr>
        <w:t>আল্লাহ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রাব্বুল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</w:t>
      </w:r>
      <w:r w:rsidRPr="005C68E8">
        <w:rPr>
          <w:rFonts w:hint="eastAsia"/>
        </w:rPr>
        <w:t>’</w:t>
      </w:r>
      <w:r w:rsidRPr="005C68E8">
        <w:rPr>
          <w:rFonts w:hint="cs"/>
          <w:cs/>
          <w:lang w:bidi="bn-IN"/>
        </w:rPr>
        <w:t>লামীন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জীবনকে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নিয়ামত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স্বরূপ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আমাদেরকে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দান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করেছেন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তাঁর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অপছন্দনীয়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কাজে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তাঁর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ক্রোধ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অসন্তোষের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কারণ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হওয়া</w:t>
      </w:r>
      <w:r w:rsidRPr="005C68E8">
        <w:t xml:space="preserve">? </w:t>
      </w:r>
    </w:p>
    <w:p w:rsidR="005C68E8" w:rsidRPr="005C68E8" w:rsidRDefault="005C68E8" w:rsidP="005C68E8">
      <w:pPr>
        <w:pStyle w:val="libNormal"/>
      </w:pPr>
      <w:r w:rsidRPr="005C68E8">
        <w:rPr>
          <w:rFonts w:hint="cs"/>
          <w:cs/>
          <w:lang w:bidi="bn-IN"/>
        </w:rPr>
        <w:t>রাসূল</w:t>
      </w:r>
      <w:r w:rsidRPr="005C68E8">
        <w:rPr>
          <w:cs/>
          <w:lang w:bidi="bn-IN"/>
        </w:rPr>
        <w:t xml:space="preserve"> (</w:t>
      </w:r>
      <w:r w:rsidRPr="005C68E8">
        <w:rPr>
          <w:rFonts w:hint="cs"/>
          <w:cs/>
          <w:lang w:bidi="bn-IN"/>
        </w:rPr>
        <w:t>সা</w:t>
      </w:r>
      <w:r w:rsidRPr="005C68E8">
        <w:rPr>
          <w:cs/>
          <w:lang w:bidi="bn-IN"/>
        </w:rPr>
        <w:t xml:space="preserve">.) </w:t>
      </w:r>
      <w:r w:rsidRPr="005C68E8">
        <w:rPr>
          <w:rFonts w:hint="cs"/>
          <w:cs/>
          <w:lang w:bidi="bn-IN"/>
        </w:rPr>
        <w:t>বলেছেন</w:t>
      </w:r>
      <w:r w:rsidRPr="005C68E8">
        <w:rPr>
          <w:cs/>
          <w:lang w:bidi="bn-IN"/>
        </w:rPr>
        <w:t xml:space="preserve"> : </w:t>
      </w:r>
    </w:p>
    <w:p w:rsidR="005C68E8" w:rsidRPr="005C68E8" w:rsidRDefault="005C68E8" w:rsidP="005C68E8">
      <w:pPr>
        <w:pStyle w:val="libNormal"/>
      </w:pPr>
      <w:r w:rsidRPr="005C68E8">
        <w:rPr>
          <w:rFonts w:hint="cs"/>
          <w:cs/>
          <w:lang w:bidi="bn-IN"/>
        </w:rPr>
        <w:t>কিয়ামতের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দিনে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চারটি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বিষয়ের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প্রতি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প্রশ্ন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ব্যতীত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এক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অগ্রসর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হতে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দেয়া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হবে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না</w:t>
      </w:r>
      <w:r w:rsidRPr="005C68E8">
        <w:t xml:space="preserve">, </w:t>
      </w:r>
      <w:r w:rsidRPr="005C68E8">
        <w:rPr>
          <w:rFonts w:hint="cs"/>
          <w:cs/>
          <w:lang w:bidi="bn-IN"/>
        </w:rPr>
        <w:t>যথা</w:t>
      </w:r>
      <w:r w:rsidRPr="005C68E8">
        <w:rPr>
          <w:cs/>
          <w:lang w:bidi="bn-IN"/>
        </w:rPr>
        <w:t xml:space="preserve"> : </w:t>
      </w:r>
      <w:r w:rsidRPr="005C68E8">
        <w:rPr>
          <w:rFonts w:hint="cs"/>
          <w:cs/>
          <w:lang w:bidi="bn-IN"/>
        </w:rPr>
        <w:t>১</w:t>
      </w:r>
      <w:r w:rsidRPr="005C68E8">
        <w:rPr>
          <w:cs/>
          <w:lang w:bidi="bn-IN"/>
        </w:rPr>
        <w:t xml:space="preserve">- </w:t>
      </w:r>
      <w:r w:rsidRPr="005C68E8">
        <w:rPr>
          <w:rFonts w:hint="cs"/>
          <w:cs/>
          <w:lang w:bidi="bn-IN"/>
        </w:rPr>
        <w:t>মানুষ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জীবনকে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কিভাবে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পরিচালনা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করেছে</w:t>
      </w:r>
      <w:r w:rsidRPr="005C68E8">
        <w:t xml:space="preserve">, </w:t>
      </w:r>
      <w:r w:rsidRPr="005C68E8">
        <w:rPr>
          <w:rFonts w:hint="cs"/>
          <w:cs/>
          <w:lang w:bidi="bn-IN"/>
        </w:rPr>
        <w:t>২</w:t>
      </w:r>
      <w:r w:rsidRPr="005C68E8">
        <w:rPr>
          <w:cs/>
          <w:lang w:bidi="bn-IN"/>
        </w:rPr>
        <w:t xml:space="preserve">- </w:t>
      </w:r>
      <w:r w:rsidRPr="005C68E8">
        <w:rPr>
          <w:rFonts w:hint="cs"/>
          <w:cs/>
          <w:lang w:bidi="bn-IN"/>
        </w:rPr>
        <w:t>যৌবন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কালটি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কোন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পথে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করেছে</w:t>
      </w:r>
      <w:r w:rsidRPr="005C68E8">
        <w:t xml:space="preserve">, </w:t>
      </w:r>
      <w:r w:rsidRPr="005C68E8">
        <w:rPr>
          <w:rFonts w:hint="cs"/>
          <w:cs/>
          <w:lang w:bidi="bn-IN"/>
        </w:rPr>
        <w:t>৩</w:t>
      </w:r>
      <w:r w:rsidRPr="005C68E8">
        <w:rPr>
          <w:cs/>
          <w:lang w:bidi="bn-IN"/>
        </w:rPr>
        <w:t xml:space="preserve">- </w:t>
      </w:r>
      <w:r w:rsidRPr="005C68E8">
        <w:rPr>
          <w:rFonts w:hint="cs"/>
          <w:cs/>
          <w:lang w:bidi="bn-IN"/>
        </w:rPr>
        <w:t>অর্থ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কোন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পথে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উপার্জন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করেছে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এবং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কোন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পথে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করেছে</w:t>
      </w:r>
      <w:r w:rsidRPr="005C68E8">
        <w:t xml:space="preserve">, </w:t>
      </w:r>
      <w:r w:rsidRPr="005C68E8">
        <w:rPr>
          <w:rFonts w:hint="cs"/>
          <w:cs/>
          <w:lang w:bidi="bn-IN"/>
        </w:rPr>
        <w:t>৪</w:t>
      </w:r>
      <w:r w:rsidRPr="005C68E8">
        <w:rPr>
          <w:cs/>
          <w:lang w:bidi="bn-IN"/>
        </w:rPr>
        <w:t xml:space="preserve">- </w:t>
      </w:r>
      <w:r w:rsidRPr="005C68E8">
        <w:rPr>
          <w:rFonts w:hint="cs"/>
          <w:cs/>
          <w:lang w:bidi="bn-IN"/>
        </w:rPr>
        <w:t>আহলে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বাইতের</w:t>
      </w:r>
      <w:r w:rsidRPr="005C68E8">
        <w:rPr>
          <w:cs/>
          <w:lang w:bidi="bn-IN"/>
        </w:rPr>
        <w:t xml:space="preserve"> (</w:t>
      </w:r>
      <w:r w:rsidRPr="005C68E8">
        <w:rPr>
          <w:rFonts w:hint="cs"/>
          <w:cs/>
          <w:lang w:bidi="bn-IN"/>
        </w:rPr>
        <w:t>আ</w:t>
      </w:r>
      <w:r w:rsidRPr="005C68E8">
        <w:rPr>
          <w:cs/>
          <w:lang w:bidi="bn-IN"/>
        </w:rPr>
        <w:t xml:space="preserve">.) </w:t>
      </w:r>
      <w:r w:rsidRPr="005C68E8">
        <w:rPr>
          <w:rFonts w:hint="cs"/>
          <w:cs/>
          <w:lang w:bidi="bn-IN"/>
        </w:rPr>
        <w:t>প্রতি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ভালবাসা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সম্পর্কে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rStyle w:val="libFootnotenumChar"/>
          <w:rFonts w:hint="cs"/>
          <w:cs/>
          <w:lang w:bidi="bn-IN"/>
        </w:rPr>
        <w:t>১৫১</w:t>
      </w:r>
      <w:r w:rsidRPr="005C68E8">
        <w:rPr>
          <w:cs/>
          <w:lang w:bidi="bn-IN"/>
        </w:rPr>
        <w:t xml:space="preserve"> </w:t>
      </w:r>
    </w:p>
    <w:p w:rsidR="00FE4106" w:rsidRPr="005A2C80" w:rsidRDefault="005C68E8" w:rsidP="005C68E8">
      <w:pPr>
        <w:pStyle w:val="libNormal"/>
        <w:rPr>
          <w:lang w:bidi="bn-IN"/>
        </w:rPr>
      </w:pPr>
      <w:r w:rsidRPr="005C68E8">
        <w:rPr>
          <w:rFonts w:hint="cs"/>
          <w:cs/>
          <w:lang w:bidi="bn-IN"/>
        </w:rPr>
        <w:t>যা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কিছু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উপরে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উল্লেখ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হয়েছে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থেকে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এটা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পরিস্কার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যে</w:t>
      </w:r>
      <w:r w:rsidRPr="005C68E8">
        <w:t xml:space="preserve">, </w:t>
      </w:r>
      <w:r w:rsidRPr="005C68E8">
        <w:rPr>
          <w:rFonts w:hint="cs"/>
          <w:cs/>
          <w:lang w:bidi="bn-IN"/>
        </w:rPr>
        <w:t>জীবন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যৌবন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আল্লাহ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</w:t>
      </w:r>
      <w:r w:rsidRPr="005C68E8">
        <w:rPr>
          <w:rFonts w:hint="eastAsia"/>
        </w:rPr>
        <w:t>’</w:t>
      </w:r>
      <w:r w:rsidRPr="005C68E8">
        <w:rPr>
          <w:rFonts w:hint="cs"/>
          <w:cs/>
          <w:lang w:bidi="bn-IN"/>
        </w:rPr>
        <w:t>য়ালা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আমাদেরকে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দান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করেছেন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হিসাব</w:t>
      </w:r>
      <w:r w:rsidRPr="005C68E8">
        <w:rPr>
          <w:cs/>
          <w:lang w:bidi="bn-IN"/>
        </w:rPr>
        <w:t xml:space="preserve">- </w:t>
      </w:r>
      <w:r w:rsidRPr="005C68E8">
        <w:rPr>
          <w:rFonts w:hint="cs"/>
          <w:cs/>
          <w:lang w:bidi="bn-IN"/>
        </w:rPr>
        <w:t>নিকাশের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উর্ধ্বে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নয়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তিনি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যে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নিয়ামত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আমাদেরকে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দিয়েছেন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তার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উত্তম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ব্যবহার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ও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ফলাফল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আমাদের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কাছ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থেকেই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bn-IN"/>
        </w:rPr>
        <w:t>চাইবেন</w:t>
      </w:r>
      <w:r w:rsidRPr="005C68E8">
        <w:rPr>
          <w:cs/>
          <w:lang w:bidi="bn-IN"/>
        </w:rPr>
        <w:t xml:space="preserve"> </w:t>
      </w:r>
      <w:r w:rsidRPr="005C68E8">
        <w:rPr>
          <w:rFonts w:hint="cs"/>
          <w:cs/>
          <w:lang w:bidi="hi-IN"/>
        </w:rPr>
        <w:t>।</w:t>
      </w:r>
    </w:p>
    <w:p w:rsidR="005C68E8" w:rsidRPr="00C6693F" w:rsidRDefault="005C68E8" w:rsidP="00C6693F">
      <w:r>
        <w:rPr>
          <w:lang w:bidi="bn-IN"/>
        </w:rPr>
        <w:br w:type="page"/>
      </w:r>
    </w:p>
    <w:p w:rsidR="00FE4106" w:rsidRPr="005C68E8" w:rsidRDefault="00FE4106" w:rsidP="005C68E8">
      <w:pPr>
        <w:pStyle w:val="Heading1Center"/>
      </w:pPr>
      <w:bookmarkStart w:id="96" w:name="_Toc439886141"/>
      <w:bookmarkStart w:id="97" w:name="_Toc440447901"/>
      <w:r w:rsidRPr="005C68E8">
        <w:rPr>
          <w:cs/>
          <w:lang w:bidi="bn-IN"/>
        </w:rPr>
        <w:lastRenderedPageBreak/>
        <w:t>আয়াত</w:t>
      </w:r>
      <w:r w:rsidRPr="005C68E8">
        <w:t xml:space="preserve"> </w:t>
      </w:r>
      <w:r w:rsidRPr="005C68E8">
        <w:rPr>
          <w:cs/>
          <w:lang w:bidi="bn-IN"/>
        </w:rPr>
        <w:t>রেওয়ায়েত</w:t>
      </w:r>
      <w:r w:rsidRPr="005C68E8">
        <w:t xml:space="preserve"> </w:t>
      </w:r>
      <w:r w:rsidRPr="005C68E8">
        <w:rPr>
          <w:cs/>
          <w:lang w:bidi="bn-IN"/>
        </w:rPr>
        <w:t>ও</w:t>
      </w:r>
      <w:r w:rsidRPr="005C68E8">
        <w:t xml:space="preserve"> </w:t>
      </w:r>
      <w:r w:rsidRPr="005C68E8">
        <w:rPr>
          <w:cs/>
          <w:lang w:bidi="bn-IN"/>
        </w:rPr>
        <w:t>আক্বলের</w:t>
      </w:r>
      <w:r w:rsidRPr="005C68E8">
        <w:t xml:space="preserve"> </w:t>
      </w:r>
      <w:r w:rsidRPr="005C68E8">
        <w:rPr>
          <w:cs/>
          <w:lang w:bidi="bn-IN"/>
        </w:rPr>
        <w:t>দৃষ্টিতে</w:t>
      </w:r>
      <w:r w:rsidRPr="005C68E8">
        <w:t xml:space="preserve"> </w:t>
      </w:r>
      <w:r w:rsidRPr="005C68E8">
        <w:rPr>
          <w:cs/>
          <w:lang w:bidi="bn-IN"/>
        </w:rPr>
        <w:t>হিজাব</w:t>
      </w:r>
      <w:bookmarkEnd w:id="96"/>
      <w:bookmarkEnd w:id="97"/>
    </w:p>
    <w:p w:rsidR="00237AA6" w:rsidRDefault="00237AA6" w:rsidP="00237AA6">
      <w:pPr>
        <w:pStyle w:val="libBold1"/>
        <w:rPr>
          <w:lang w:bidi="bn-IN"/>
        </w:rPr>
      </w:pPr>
    </w:p>
    <w:p w:rsidR="00FE4106" w:rsidRPr="005A2C80" w:rsidRDefault="00FE4106" w:rsidP="00237AA6">
      <w:pPr>
        <w:pStyle w:val="libBold1"/>
        <w:rPr>
          <w:lang w:bidi="bn-IN"/>
        </w:rPr>
      </w:pPr>
      <w:r w:rsidRPr="005A2C80">
        <w:rPr>
          <w:cs/>
          <w:lang w:bidi="bn-IN"/>
        </w:rPr>
        <w:t>হিজাবের ইতিহাসের উপর সংক্ষিপ্ত দৃষ্টিপাত</w:t>
      </w:r>
    </w:p>
    <w:p w:rsidR="00237AA6" w:rsidRPr="00237AA6" w:rsidRDefault="00237AA6" w:rsidP="00237AA6">
      <w:pPr>
        <w:pStyle w:val="libNormal"/>
      </w:pPr>
      <w:r w:rsidRPr="00237AA6">
        <w:rPr>
          <w:rFonts w:hint="cs"/>
          <w:cs/>
          <w:lang w:bidi="bn-IN"/>
        </w:rPr>
        <w:t>বিভিন্ন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সভ্যতার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উপর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গবেষণা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হতে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জানা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যায়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</w:t>
      </w:r>
      <w:r w:rsidRPr="00237AA6">
        <w:t xml:space="preserve">, </w:t>
      </w:r>
      <w:r w:rsidRPr="00237AA6">
        <w:rPr>
          <w:rFonts w:hint="cs"/>
          <w:cs/>
          <w:lang w:bidi="bn-IN"/>
        </w:rPr>
        <w:t>সেই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প্রাচীনকাল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থেকেই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হিজাব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মানুষের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সভ্যতার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অন্তর্ভুক্ত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ছিল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উদাহরণ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স্বরূপ</w:t>
      </w:r>
      <w:r w:rsidRPr="00237AA6">
        <w:rPr>
          <w:cs/>
          <w:lang w:bidi="bn-IN"/>
        </w:rPr>
        <w:t xml:space="preserve"> : </w:t>
      </w:r>
      <w:r w:rsidRPr="00237AA6">
        <w:rPr>
          <w:rFonts w:hint="cs"/>
          <w:cs/>
          <w:lang w:bidi="bn-IN"/>
        </w:rPr>
        <w:t>গ্রীসের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নারীদের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বিশেষ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ধরনের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পর্দা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ছিল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কৌস</w:t>
      </w:r>
      <w:r w:rsidRPr="00237AA6">
        <w:rPr>
          <w:rStyle w:val="libFootnotenumChar"/>
          <w:rFonts w:hint="cs"/>
          <w:cs/>
          <w:lang w:bidi="bn-IN"/>
        </w:rPr>
        <w:t>১৫২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দ্বীপে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দীর্ঘদিন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পর্যন্ত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প্রচলিত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ছিল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</w:p>
    <w:p w:rsidR="00237AA6" w:rsidRPr="00237AA6" w:rsidRDefault="00237AA6" w:rsidP="00237AA6">
      <w:pPr>
        <w:pStyle w:val="libNormal"/>
      </w:pPr>
      <w:r w:rsidRPr="00237AA6">
        <w:rPr>
          <w:rFonts w:hint="cs"/>
          <w:cs/>
          <w:lang w:bidi="bn-IN"/>
        </w:rPr>
        <w:t>তদানিন্তন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সময়ের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গ্রীক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লেখকদের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প্রায়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সকলেই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হিজাব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নিয়ে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কথা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বলেছেন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যেমন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বিন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লুপ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বলেছেন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</w:t>
      </w:r>
      <w:r w:rsidRPr="00237AA6">
        <w:t xml:space="preserve">, </w:t>
      </w:r>
      <w:r w:rsidRPr="00237AA6">
        <w:rPr>
          <w:rFonts w:hint="cs"/>
          <w:cs/>
          <w:lang w:bidi="bn-IN"/>
        </w:rPr>
        <w:t>গ্রীসের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প্রথম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রাজ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কন্যা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পর্দা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করতেন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তিব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শহরের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মহিলাগণ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বিশেষ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ধরনের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পর্দা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দু</w:t>
      </w:r>
      <w:r w:rsidRPr="00237AA6">
        <w:rPr>
          <w:rFonts w:hint="eastAsia"/>
        </w:rPr>
        <w:t>’</w:t>
      </w:r>
      <w:r w:rsidRPr="00237AA6">
        <w:rPr>
          <w:rFonts w:hint="cs"/>
          <w:cs/>
          <w:lang w:bidi="bn-IN"/>
        </w:rPr>
        <w:t>চোখের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সামনে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ছিদ্র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থাকতো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যাতে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তারা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দেখতে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পায়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</w:p>
    <w:p w:rsidR="00237AA6" w:rsidRPr="00237AA6" w:rsidRDefault="00237AA6" w:rsidP="00237AA6">
      <w:pPr>
        <w:pStyle w:val="libNormal"/>
      </w:pPr>
      <w:r w:rsidRPr="00237AA6">
        <w:rPr>
          <w:rFonts w:hint="cs"/>
          <w:cs/>
          <w:lang w:bidi="bn-IN"/>
        </w:rPr>
        <w:t>নুকুশি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বলেন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</w:t>
      </w:r>
      <w:r w:rsidRPr="00237AA6">
        <w:t xml:space="preserve">, </w:t>
      </w:r>
      <w:r w:rsidRPr="00237AA6">
        <w:rPr>
          <w:rFonts w:hint="cs"/>
          <w:cs/>
          <w:lang w:bidi="bn-IN"/>
        </w:rPr>
        <w:t>স্পোরটি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শহরের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নারীরাও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মাথা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ঢেকে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রাখতো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কিন্তু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মুখমণ্ডল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খোলা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থাকতো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যখন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মহিলাগণ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মেয়েরা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বাজারে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তখন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তারা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হিজাব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পরিধান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আর্য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ধর্ম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বিশ্বাসী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সম্মানিত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নারীরাও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পর্দা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ইরানের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উচ্চ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পর্যায়ের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ভদ্র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ব্যক্তিত্ব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সম্পন্ন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মহিলারাও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অতি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সুন্দরভাবে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পর্দা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করতো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ফলে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তাদেরকে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সাধারণ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নারীদের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থেকে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সহজেই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আলাদা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rStyle w:val="libFootnotenumChar"/>
          <w:rFonts w:hint="cs"/>
          <w:cs/>
          <w:lang w:bidi="bn-IN"/>
        </w:rPr>
        <w:t>১৫৩</w:t>
      </w:r>
      <w:r w:rsidRPr="00237AA6">
        <w:rPr>
          <w:cs/>
          <w:lang w:bidi="bn-IN"/>
        </w:rPr>
        <w:t xml:space="preserve"> </w:t>
      </w:r>
    </w:p>
    <w:p w:rsidR="00237AA6" w:rsidRDefault="00237AA6" w:rsidP="00237AA6">
      <w:pPr>
        <w:pStyle w:val="libNormal"/>
        <w:rPr>
          <w:cs/>
          <w:lang w:bidi="bn-IN"/>
        </w:rPr>
      </w:pPr>
      <w:r w:rsidRPr="00237AA6">
        <w:rPr>
          <w:rFonts w:hint="cs"/>
          <w:cs/>
          <w:lang w:bidi="bn-IN"/>
        </w:rPr>
        <w:t>উপরোক্ত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আলোচনা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থেকে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এটা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পরিস্কার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বুঝা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যায়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যে</w:t>
      </w:r>
      <w:r w:rsidRPr="00237AA6">
        <w:t xml:space="preserve">, </w:t>
      </w:r>
      <w:r w:rsidRPr="00237AA6">
        <w:rPr>
          <w:rFonts w:hint="cs"/>
          <w:cs/>
          <w:lang w:bidi="bn-IN"/>
        </w:rPr>
        <w:t>এই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পৃথিবীতে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ইসলামের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আবির্ভাবের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আগেও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হিজাবের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প্রচলন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ছিল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কেননা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রাসূল</w:t>
      </w:r>
      <w:r w:rsidRPr="00237AA6">
        <w:rPr>
          <w:cs/>
          <w:lang w:bidi="bn-IN"/>
        </w:rPr>
        <w:t xml:space="preserve"> (</w:t>
      </w:r>
      <w:r w:rsidRPr="00237AA6">
        <w:rPr>
          <w:rFonts w:hint="cs"/>
          <w:cs/>
          <w:lang w:bidi="bn-IN"/>
        </w:rPr>
        <w:t>সা</w:t>
      </w:r>
      <w:r w:rsidRPr="00237AA6">
        <w:rPr>
          <w:cs/>
          <w:lang w:bidi="bn-IN"/>
        </w:rPr>
        <w:t>.)-</w:t>
      </w:r>
      <w:r w:rsidRPr="00237AA6">
        <w:rPr>
          <w:rFonts w:hint="cs"/>
          <w:cs/>
          <w:lang w:bidi="bn-IN"/>
        </w:rPr>
        <w:t>এর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আগেও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অনেক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নবী</w:t>
      </w:r>
      <w:r w:rsidRPr="00237AA6">
        <w:rPr>
          <w:cs/>
          <w:lang w:bidi="bn-IN"/>
        </w:rPr>
        <w:t xml:space="preserve"> (</w:t>
      </w:r>
      <w:r w:rsidRPr="00237AA6">
        <w:rPr>
          <w:rFonts w:hint="cs"/>
          <w:cs/>
          <w:lang w:bidi="bn-IN"/>
        </w:rPr>
        <w:t>আ</w:t>
      </w:r>
      <w:r w:rsidRPr="00237AA6">
        <w:rPr>
          <w:cs/>
          <w:lang w:bidi="bn-IN"/>
        </w:rPr>
        <w:t xml:space="preserve">.) </w:t>
      </w:r>
      <w:r w:rsidRPr="00237AA6">
        <w:rPr>
          <w:rFonts w:hint="cs"/>
          <w:cs/>
          <w:lang w:bidi="bn-IN"/>
        </w:rPr>
        <w:t>এসেছিলেন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এবং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তারাও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মানুষকে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চারিত্রিক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পবিত্রতা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তাকওয়ার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প্রতি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দাওয়াত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করেছিলেন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স্বভাবগত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কারণে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মানুষ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পবিত্রতা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আত্মসম্মানবোধ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আল্লাহ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সুবহানাহু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</w:t>
      </w:r>
      <w:r w:rsidRPr="00237AA6">
        <w:rPr>
          <w:rFonts w:hint="eastAsia"/>
        </w:rPr>
        <w:t>’</w:t>
      </w:r>
      <w:r w:rsidRPr="00237AA6">
        <w:rPr>
          <w:rFonts w:hint="cs"/>
          <w:cs/>
          <w:lang w:bidi="bn-IN"/>
        </w:rPr>
        <w:t>য়ালা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নবীদের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বৈশিষ্ট্য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পছন্দ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করে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যদিও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পাপের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ধুলা</w:t>
      </w:r>
      <w:r w:rsidRPr="00237AA6">
        <w:rPr>
          <w:cs/>
          <w:lang w:bidi="bn-IN"/>
        </w:rPr>
        <w:t>-</w:t>
      </w:r>
      <w:r w:rsidRPr="00237AA6">
        <w:rPr>
          <w:rFonts w:hint="cs"/>
          <w:cs/>
          <w:lang w:bidi="bn-IN"/>
        </w:rPr>
        <w:t>বালি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এই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বৈশিষ্ট্যকে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ঢেকে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ফেলে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কিন্তু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প্রকৃতপক্ষে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নবীদের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প্রচেষ্টা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তৌহীদের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বুনিয়াদ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প্রতিটি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মানুষের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অস্তিত্বে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ছিল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ও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bn-IN"/>
        </w:rPr>
        <w:t>থাকবে</w:t>
      </w:r>
      <w:r w:rsidRPr="00237AA6">
        <w:rPr>
          <w:cs/>
          <w:lang w:bidi="bn-IN"/>
        </w:rPr>
        <w:t xml:space="preserve"> </w:t>
      </w:r>
      <w:r w:rsidRPr="00237AA6">
        <w:rPr>
          <w:rFonts w:hint="cs"/>
          <w:cs/>
          <w:lang w:bidi="hi-IN"/>
        </w:rPr>
        <w:t>।</w:t>
      </w:r>
    </w:p>
    <w:p w:rsidR="00237AA6" w:rsidRPr="00C6693F" w:rsidRDefault="00237AA6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5A2C80" w:rsidRDefault="00FE4106" w:rsidP="00237AA6">
      <w:pPr>
        <w:pStyle w:val="libNormal"/>
        <w:rPr>
          <w:lang w:bidi="bn-IN"/>
        </w:rPr>
      </w:pPr>
    </w:p>
    <w:p w:rsidR="00FE4106" w:rsidRPr="005A2C80" w:rsidRDefault="00FE4106" w:rsidP="0070694E">
      <w:pPr>
        <w:pStyle w:val="Heading1Center"/>
      </w:pPr>
      <w:bookmarkStart w:id="98" w:name="_Toc439886142"/>
      <w:bookmarkStart w:id="99" w:name="_Toc440447902"/>
      <w:r w:rsidRPr="005A2C80">
        <w:rPr>
          <w:cs/>
          <w:lang w:bidi="bn-IN"/>
        </w:rPr>
        <w:t>পবিত্র কোরআনে হিজাব</w:t>
      </w:r>
      <w:bookmarkEnd w:id="98"/>
      <w:bookmarkEnd w:id="99"/>
    </w:p>
    <w:p w:rsidR="00FE4106" w:rsidRPr="005A2C80" w:rsidRDefault="00FE4106" w:rsidP="0065046F">
      <w:pPr>
        <w:pStyle w:val="libBold1"/>
        <w:rPr>
          <w:lang w:bidi="bn-IN"/>
        </w:rPr>
      </w:pPr>
    </w:p>
    <w:p w:rsidR="00FE4106" w:rsidRPr="00623425" w:rsidRDefault="00490F00" w:rsidP="00623425">
      <w:pPr>
        <w:pStyle w:val="libAie"/>
      </w:pPr>
      <w:r w:rsidRPr="00490F00">
        <w:rPr>
          <w:rStyle w:val="libAlaemChar"/>
        </w:rPr>
        <w:t>)</w:t>
      </w:r>
      <w:r w:rsidR="00FE4106" w:rsidRPr="00623425">
        <w:rPr>
          <w:rFonts w:hint="cs"/>
          <w:rtl/>
        </w:rPr>
        <w:t>وَقُل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لِّلْمُؤْمِنَاتِ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يَغْضُضْنَ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أَبْصَارِ‌هِنَّ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وَيَحْفَظْنَ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فُرُ‌وجَهُنَّ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يُبْدِينَ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زِينَتَهُنَّ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ظَهَرَ‌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مِنْهَا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وَلْيَضْرِ‌بْنَ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بِخُمُرِ‌هِنَّ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عَلَىٰ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جُيُوبِهِنَّ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يُبْدِينَ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زِينَتَهُنَّ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لِبُعُولَتِهِنَّ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آبَائِهِنَّ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آبَاءِ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بُعُولَتِهِنَّ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أَبْنَائِهِنَّ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أَبْنَاءِ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بُعُولَتِهِنَّ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إِخْوَانِهِنَّ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بَنِي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إِخْوَانِهِنَّ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بَنِي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أَخَوَاتِهِنَّ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نِسَائِهِنَّ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مَلَكَتْ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أَيْمَانُهُنَّ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التَّابِعِينَ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غَيْرِ‌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أُولِي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الْإِرْ‌بَةِ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الرِّ‌جَالِ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أَوِ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الطِّفْلِ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الَّذِينَ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يَظْهَرُ‌وا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عَلَىٰ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عَوْرَ‌اتِ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النِّسَاءِ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يَضْرِ‌بْنَ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بِأَرْ‌جُلِهِنَّ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لِيُعْلَمَ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يُخْفِينَ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مِن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زِينَتِهِنَّ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 xml:space="preserve"> وَتُوبُوا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إِلَى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اللَّـهِ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جَمِيعًا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أَيُّهَ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الْمُؤْمِنُونَ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لَعَلَّكُمْ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تُفْلِحُونَ</w:t>
      </w:r>
      <w:r w:rsidRPr="00490F00">
        <w:rPr>
          <w:rStyle w:val="libAlaemChar"/>
        </w:rPr>
        <w:t>(</w:t>
      </w:r>
    </w:p>
    <w:p w:rsidR="00FE4106" w:rsidRPr="009C15B9" w:rsidRDefault="00490F00" w:rsidP="009C15B9">
      <w:pPr>
        <w:pStyle w:val="libNormal"/>
      </w:pPr>
      <w:r w:rsidRPr="00490F00">
        <w:rPr>
          <w:rFonts w:hint="cs"/>
          <w:cs/>
          <w:lang w:bidi="bn-IN"/>
        </w:rPr>
        <w:t>হে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নবী</w:t>
      </w:r>
      <w:r w:rsidRPr="00490F00">
        <w:rPr>
          <w:cs/>
          <w:lang w:bidi="bn-IN"/>
        </w:rPr>
        <w:t xml:space="preserve">! </w:t>
      </w:r>
      <w:r w:rsidRPr="00490F00">
        <w:rPr>
          <w:rFonts w:hint="cs"/>
          <w:cs/>
          <w:lang w:bidi="bn-IN"/>
        </w:rPr>
        <w:t>ঈমানদার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নারীদেরকে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দাও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চক্ষুদ্বয়কে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নিচের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দিকে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রাখতে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>-</w:t>
      </w:r>
      <w:r w:rsidRPr="00490F00">
        <w:rPr>
          <w:rFonts w:hint="cs"/>
          <w:cs/>
          <w:lang w:bidi="bn-IN"/>
        </w:rPr>
        <w:t>মাহরামদের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প্রতি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তাকানো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নিজের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চোখ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ফিরিয়ে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রাখা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লজ্জাস্থানের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হেফাজত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কখনোই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প্রকাশ্যে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উম্মুক্ত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শুধুমাত্র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ঐ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পরিমান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ব্যতীত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স্বাভাবিক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ভাবেই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উম্মুক্ত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ওড়না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বুকের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উপর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পর্যন্ত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আসে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যাতে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ঘাড়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বুক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দিয়ে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উম্মুক্ত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শুধুমাত্র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স্বামী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পিতাগণ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পিতা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দাদা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দাদার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বাবা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দাদার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বাবার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বাবা</w:t>
      </w:r>
      <w:r w:rsidRPr="00490F00">
        <w:rPr>
          <w:cs/>
          <w:lang w:bidi="bn-IN"/>
        </w:rPr>
        <w:t xml:space="preserve">...)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স্বামীর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পিতাগণ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পিতা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দাদা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দাদার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বাবা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দাদার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বাবার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বাবা</w:t>
      </w:r>
      <w:r w:rsidRPr="00490F00">
        <w:rPr>
          <w:cs/>
          <w:lang w:bidi="bn-IN"/>
        </w:rPr>
        <w:t xml:space="preserve">...)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নিজেদের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পুত্রগণ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স্বামীদের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অন্য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স্ত্রীর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পুত্রগণ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নিজেদের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ভ্রাতা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ভ্রাতুষ্পুত্র</w:t>
      </w:r>
      <w:r w:rsidRPr="00490F00">
        <w:t xml:space="preserve">, </w:t>
      </w:r>
      <w:r w:rsidRPr="00490F00">
        <w:rPr>
          <w:rFonts w:hint="cs"/>
          <w:cs/>
          <w:lang w:bidi="bn-IN"/>
        </w:rPr>
        <w:t>ভগ্নীপুত্র</w:t>
      </w:r>
      <w:r w:rsidRPr="00490F00">
        <w:t xml:space="preserve">, </w:t>
      </w:r>
      <w:r w:rsidRPr="00490F00">
        <w:rPr>
          <w:rFonts w:hint="cs"/>
          <w:cs/>
          <w:lang w:bidi="bn-IN"/>
        </w:rPr>
        <w:t>স্বজাতির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নারীগণ</w:t>
      </w:r>
      <w:r w:rsidRPr="00490F00">
        <w:t xml:space="preserve">,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অধিকারভুক্ত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বাঁদী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নির্বোধ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ব্যক্তি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অর্থাৎ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এমন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ব্যক্তি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প্রাকৃতিক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ভাবেই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প্রতি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কোন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আসক্তি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শিশুগণ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এমন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শিশু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নারীদের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গোপণ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অঙ্গ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সম্পর্কে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কোন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ধারণাই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নেই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ব্যতীত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পথ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চলার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এমনভাবে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মাটিতে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গোপন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পেয়ে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অর্থাৎ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নুপুর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দিয়ে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জোরে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জোরে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মাটিতে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ফেলে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হেটে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যাওয়া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শব্দ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পুরুষের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কানে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পৌঁছায়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মু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মিনগন</w:t>
      </w:r>
      <w:r w:rsidRPr="00490F00">
        <w:rPr>
          <w:cs/>
          <w:lang w:bidi="bn-IN"/>
        </w:rPr>
        <w:t xml:space="preserve">! 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অতীত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গোনাহর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ব্যাপারে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তওবা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সফলতা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লাভ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১৫৪</w:t>
      </w:r>
    </w:p>
    <w:p w:rsidR="00FE4106" w:rsidRPr="00623425" w:rsidRDefault="00FE4106" w:rsidP="00623425">
      <w:pPr>
        <w:pStyle w:val="libAie"/>
      </w:pPr>
      <w:r w:rsidRPr="00623425">
        <w:rPr>
          <w:rFonts w:hint="cs"/>
          <w:rtl/>
        </w:rPr>
        <w:lastRenderedPageBreak/>
        <w:t>يَا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أَيُّهَا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النَّبِيُّ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قُل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لِّأَزْوَاجِكَ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وَبَنَاتِكَ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وَنِسَاءِ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الْمُؤْمِنِينَ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يُدْنِينَ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عَلَيْهِنَّ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مِن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جَلَابِيبِهِنَّ ذَٰلِكَ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أَدْنَىٰ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أَن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يُعْرَ‌فْنَ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فَلَا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يُؤْذَيْنَ وَكَانَ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اللَّـهُ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غَفُورً‌ا</w:t>
      </w:r>
      <w:r w:rsidRPr="00623425">
        <w:rPr>
          <w:rtl/>
        </w:rPr>
        <w:t xml:space="preserve"> </w:t>
      </w:r>
      <w:r w:rsidRPr="00623425">
        <w:rPr>
          <w:rFonts w:hint="cs"/>
          <w:rtl/>
        </w:rPr>
        <w:t>رَّ‌حِيمًا</w:t>
      </w:r>
    </w:p>
    <w:p w:rsidR="00FE4106" w:rsidRPr="009C15B9" w:rsidRDefault="00490F00" w:rsidP="009C15B9">
      <w:pPr>
        <w:pStyle w:val="libNormal"/>
      </w:pPr>
      <w:r w:rsidRPr="00490F00">
        <w:rPr>
          <w:rFonts w:hint="cs"/>
          <w:cs/>
          <w:lang w:bidi="bn-IN"/>
        </w:rPr>
        <w:t>হে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নবী</w:t>
      </w:r>
      <w:r w:rsidRPr="00490F00">
        <w:rPr>
          <w:cs/>
          <w:lang w:bidi="bn-IN"/>
        </w:rPr>
        <w:t xml:space="preserve">! </w:t>
      </w:r>
      <w:r w:rsidRPr="00490F00">
        <w:rPr>
          <w:rFonts w:hint="cs"/>
          <w:cs/>
          <w:lang w:bidi="bn-IN"/>
        </w:rPr>
        <w:t>তোমার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স্ত্রী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কন্যাগণকে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মু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মিনদের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স্ত্রীগণকে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দাও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ওড়না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চাদরের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ন্যায়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দিয়ে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নিজেদেরকে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তাদেরকে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সম্মানিত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বলে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চেনা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নিপীড়নের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শিকার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যদি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এখন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পর্যন্ত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কোন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গোনাহ</w:t>
      </w:r>
      <w:r w:rsidRPr="00490F00">
        <w:rPr>
          <w:cs/>
          <w:lang w:bidi="bn-IN"/>
        </w:rPr>
        <w:t xml:space="preserve"> 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জানা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প্রয়োজন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আল্লাহ্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য়ালা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সর্বদা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পরম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ক্ষমাশীল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দয়াবান</w:t>
      </w:r>
      <w:r w:rsidRPr="00490F00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১৫৫</w:t>
      </w:r>
      <w:r w:rsidR="00FE4106" w:rsidRPr="009C15B9">
        <w:t xml:space="preserve"> </w:t>
      </w:r>
    </w:p>
    <w:p w:rsidR="00FE4106" w:rsidRPr="005A2C80" w:rsidRDefault="00FE4106" w:rsidP="0065046F">
      <w:pPr>
        <w:pStyle w:val="libBold1"/>
        <w:rPr>
          <w:lang w:bidi="bn-IN"/>
        </w:rPr>
      </w:pPr>
    </w:p>
    <w:p w:rsidR="00FE4106" w:rsidRPr="007C78A2" w:rsidRDefault="00FE4106" w:rsidP="00490F00">
      <w:pPr>
        <w:pStyle w:val="libBold1"/>
      </w:pPr>
      <w:r w:rsidRPr="009C15B9">
        <w:rPr>
          <w:rFonts w:hint="cs"/>
          <w:cs/>
          <w:lang w:bidi="bn-IN"/>
        </w:rPr>
        <w:t>দ্রষ্টব্য</w:t>
      </w:r>
      <w:r w:rsidRPr="00623425">
        <w:rPr>
          <w:rFonts w:hint="cs"/>
          <w:rtl/>
          <w:cs/>
        </w:rPr>
        <w:t xml:space="preserve"> :</w:t>
      </w:r>
    </w:p>
    <w:p w:rsidR="00490F00" w:rsidRPr="00490F00" w:rsidRDefault="00490F00" w:rsidP="008426CA">
      <w:pPr>
        <w:pStyle w:val="libBold2"/>
      </w:pPr>
      <w:r w:rsidRPr="00490F00">
        <w:rPr>
          <w:rFonts w:hint="cs"/>
          <w:cs/>
          <w:lang w:bidi="bn-IN"/>
        </w:rPr>
        <w:t>১</w:t>
      </w:r>
      <w:r w:rsidRPr="00490F00">
        <w:rPr>
          <w:cs/>
          <w:lang w:bidi="bn-IN"/>
        </w:rPr>
        <w:t xml:space="preserve">- </w:t>
      </w:r>
      <w:r w:rsidRPr="00490F00">
        <w:rPr>
          <w:rFonts w:hint="cs"/>
          <w:cs/>
          <w:lang w:bidi="bn-IN"/>
        </w:rPr>
        <w:t>উপরোল্লিখিত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দু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আয়াতে</w:t>
      </w:r>
      <w:r w:rsidRPr="00490F00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490F00">
        <w:rPr>
          <w:rFonts w:hint="cs"/>
          <w:cs/>
          <w:lang w:bidi="bn-IN"/>
        </w:rPr>
        <w:t>খুমুর</w:t>
      </w:r>
      <w:r w:rsidRPr="00490F00">
        <w:rPr>
          <w:rFonts w:hint="eastAsia"/>
        </w:rPr>
        <w:t>’</w:t>
      </w:r>
      <w:r w:rsidRPr="00490F00"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490F00">
        <w:rPr>
          <w:rFonts w:hint="cs"/>
          <w:cs/>
          <w:lang w:bidi="bn-IN"/>
        </w:rPr>
        <w:t>জালাবিব</w:t>
      </w:r>
      <w:r w:rsidRPr="00490F00">
        <w:rPr>
          <w:rFonts w:hint="eastAsia"/>
        </w:rPr>
        <w:t>’</w:t>
      </w:r>
      <w:r w:rsidRPr="00490F00">
        <w:t xml:space="preserve"> </w:t>
      </w:r>
      <w:r w:rsidRPr="00490F00">
        <w:rPr>
          <w:rFonts w:hint="cs"/>
          <w:cs/>
          <w:lang w:bidi="bn-IN"/>
        </w:rPr>
        <w:t>এর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মধ্যে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পার্থক্য</w:t>
      </w:r>
      <w:r w:rsidRPr="00490F00">
        <w:rPr>
          <w:cs/>
          <w:lang w:bidi="bn-IN"/>
        </w:rPr>
        <w:t xml:space="preserve"> : </w:t>
      </w:r>
    </w:p>
    <w:p w:rsidR="00490F00" w:rsidRPr="00490F00" w:rsidRDefault="00490F00" w:rsidP="00490F00">
      <w:pPr>
        <w:pStyle w:val="libNormal"/>
      </w:pPr>
      <w:r w:rsidRPr="00490F00">
        <w:rPr>
          <w:rFonts w:hint="cs"/>
          <w:cs/>
          <w:lang w:bidi="bn-IN"/>
        </w:rPr>
        <w:t>ক</w:t>
      </w:r>
      <w:r w:rsidRPr="00490F00">
        <w:rPr>
          <w:cs/>
          <w:lang w:bidi="bn-IN"/>
        </w:rPr>
        <w:t xml:space="preserve">)- </w:t>
      </w:r>
      <w:r w:rsidRPr="00490F00">
        <w:rPr>
          <w:rFonts w:hint="cs"/>
          <w:cs/>
          <w:lang w:bidi="bn-IN"/>
        </w:rPr>
        <w:t>খুমুর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খিমারের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বহুবচন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অর্থ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আবৃত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হওয়া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আবৃত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ইত্যাদি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কিন্তু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সাধারণত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ওড়নাকে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দ্বারা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নারীরা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মাথা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ঘাড়</w:t>
      </w:r>
      <w:r w:rsidRPr="00490F00">
        <w:t xml:space="preserve">, </w:t>
      </w:r>
      <w:r w:rsidRPr="00490F00">
        <w:rPr>
          <w:rFonts w:hint="cs"/>
          <w:cs/>
          <w:lang w:bidi="bn-IN"/>
        </w:rPr>
        <w:t>গলা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বুক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জালাবিব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জিলবাবের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বহুবচন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অর্থ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ঢিলা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ঢালা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পোশাক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বিশেষ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অবশ্য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জিলবাবের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আবার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বিভিন্ন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অর্থ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রয়েছে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স্থান</w:t>
      </w:r>
      <w:r w:rsidRPr="00490F00">
        <w:t xml:space="preserve">, </w:t>
      </w:r>
      <w:r w:rsidRPr="00490F00">
        <w:rPr>
          <w:rFonts w:hint="cs"/>
          <w:cs/>
          <w:lang w:bidi="bn-IN"/>
        </w:rPr>
        <w:t>কাল</w:t>
      </w:r>
      <w:r w:rsidRPr="00490F00">
        <w:t xml:space="preserve">, </w:t>
      </w:r>
      <w:r w:rsidRPr="00490F00">
        <w:rPr>
          <w:rFonts w:hint="cs"/>
          <w:cs/>
          <w:lang w:bidi="bn-IN"/>
        </w:rPr>
        <w:t>পাত্র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ভেদে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অর্থের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পরিবর্তনও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পরিস্কার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এমন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কিছু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মাধ্যমে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নারীরা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সম্পূর্ণ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</w:p>
    <w:p w:rsidR="00FE4106" w:rsidRPr="005A2C80" w:rsidRDefault="00490F00" w:rsidP="00490F00">
      <w:pPr>
        <w:pStyle w:val="libNormal"/>
      </w:pPr>
      <w:r w:rsidRPr="00490F00">
        <w:rPr>
          <w:rFonts w:hint="cs"/>
          <w:cs/>
          <w:lang w:bidi="bn-IN"/>
        </w:rPr>
        <w:t>খ</w:t>
      </w:r>
      <w:r w:rsidRPr="00490F00">
        <w:rPr>
          <w:cs/>
          <w:lang w:bidi="bn-IN"/>
        </w:rPr>
        <w:t xml:space="preserve">)- </w:t>
      </w:r>
      <w:r w:rsidRPr="00490F00">
        <w:rPr>
          <w:rFonts w:hint="cs"/>
          <w:cs/>
          <w:lang w:bidi="bn-IN"/>
        </w:rPr>
        <w:t>উস্তাদ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মুতাহহারী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রহ</w:t>
      </w:r>
      <w:r w:rsidRPr="00490F00">
        <w:rPr>
          <w:cs/>
          <w:lang w:bidi="bn-IN"/>
        </w:rPr>
        <w:t xml:space="preserve">.)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দু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টির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পার্থক্যের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ব্যাপারে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বলেছেন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rPr>
          <w:cs/>
          <w:lang w:bidi="bn-IN"/>
        </w:rPr>
        <w:t xml:space="preserve"> : </w:t>
      </w:r>
      <w:r w:rsidRPr="00490F00">
        <w:rPr>
          <w:rFonts w:hint="cs"/>
          <w:cs/>
          <w:lang w:bidi="bn-IN"/>
        </w:rPr>
        <w:t>নারীদের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জন্য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দু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ধরনের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ওড়না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প্রচলন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ছিল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একটি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ছোট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খুমুর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বাড়ীর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ভিতরে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পরিধানের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জন্যে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অন্যটি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জিলবাব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নিঃসন্দেহে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বাড়ীর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বাইরে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পরিধানের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জন্যে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ব্যবহৃত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কেননা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জিলবাব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শব্দটি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বিভিন্ন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রেওয়ায়েতে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অর্থেই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ব্যবহার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rStyle w:val="libFootnotenumChar"/>
          <w:rFonts w:hint="cs"/>
          <w:cs/>
          <w:lang w:bidi="bn-IN"/>
        </w:rPr>
        <w:t>১৫৬</w:t>
      </w:r>
    </w:p>
    <w:p w:rsidR="00490F00" w:rsidRPr="00490F00" w:rsidRDefault="00490F00" w:rsidP="008426CA">
      <w:pPr>
        <w:pStyle w:val="libBold2"/>
      </w:pPr>
      <w:r w:rsidRPr="00490F00">
        <w:rPr>
          <w:rFonts w:hint="cs"/>
          <w:cs/>
          <w:lang w:bidi="bn-IN"/>
        </w:rPr>
        <w:t>২</w:t>
      </w:r>
      <w:r w:rsidRPr="00490F00">
        <w:rPr>
          <w:cs/>
          <w:lang w:bidi="bn-IN"/>
        </w:rPr>
        <w:t xml:space="preserve">- </w:t>
      </w:r>
      <w:r w:rsidRPr="00490F00">
        <w:rPr>
          <w:rFonts w:hint="cs"/>
          <w:cs/>
          <w:lang w:bidi="bn-IN"/>
        </w:rPr>
        <w:t>নারীদের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জিলবাব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বড়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দ্বারা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আবৃত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উদ্দেশ্য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কী</w:t>
      </w:r>
      <w:r w:rsidRPr="00490F00">
        <w:t xml:space="preserve">? </w:t>
      </w:r>
    </w:p>
    <w:p w:rsidR="00490F00" w:rsidRPr="00490F00" w:rsidRDefault="00490F00" w:rsidP="00490F00">
      <w:pPr>
        <w:pStyle w:val="libNormal"/>
      </w:pPr>
      <w:r w:rsidRPr="00490F00">
        <w:rPr>
          <w:rFonts w:hint="cs"/>
          <w:cs/>
          <w:lang w:bidi="bn-IN"/>
        </w:rPr>
        <w:t>উদ্দেশ্য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এটাই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জিলবাবের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মাধ্যমে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নারিগণ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>-</w:t>
      </w:r>
      <w:r w:rsidRPr="00490F00">
        <w:rPr>
          <w:rFonts w:hint="cs"/>
          <w:cs/>
          <w:lang w:bidi="bn-IN"/>
        </w:rPr>
        <w:t>মাহরামের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দৃষ্টি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দূরে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সাথে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সুন্দর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আঁকড়ে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রাখে</w:t>
      </w:r>
      <w:r w:rsidRPr="00490F00">
        <w:t xml:space="preserve">, </w:t>
      </w:r>
      <w:r w:rsidRPr="00490F00">
        <w:rPr>
          <w:rFonts w:hint="cs"/>
          <w:cs/>
          <w:lang w:bidi="bn-IN"/>
        </w:rPr>
        <w:lastRenderedPageBreak/>
        <w:t>এমন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;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বড়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পরেছে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ঠিকই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কিন্তু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সাথে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আঁকড়ে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রাখে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বাতাসে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এদিক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ওদিক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উড়ে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আকর্ষনীয়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স্থানগুলো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সহজেই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নজরে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পড়ছে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বোরকা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পরাটা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যদি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শুধু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নাম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মাত্র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কারণে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রাস্তা</w:t>
      </w:r>
      <w:r w:rsidRPr="00490F00">
        <w:rPr>
          <w:cs/>
          <w:lang w:bidi="bn-IN"/>
        </w:rPr>
        <w:t>-</w:t>
      </w:r>
      <w:r w:rsidRPr="00490F00">
        <w:rPr>
          <w:rFonts w:hint="cs"/>
          <w:cs/>
          <w:lang w:bidi="bn-IN"/>
        </w:rPr>
        <w:t>ঘাটে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সৌন্দর্য্যতা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শরীরের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আকর্ষনীয়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স্থান</w:t>
      </w:r>
      <w:r w:rsidRPr="00490F00">
        <w:t xml:space="preserve">, </w:t>
      </w:r>
      <w:r w:rsidRPr="00490F00">
        <w:rPr>
          <w:rFonts w:hint="cs"/>
          <w:cs/>
          <w:lang w:bidi="bn-IN"/>
        </w:rPr>
        <w:t>মাথার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চুল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সব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কিছুই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প্রকাশিত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ধরনের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বোরকাপরিধানকারিনীকে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দুর্বল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ঈমানের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অধিকারী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</w:p>
    <w:p w:rsidR="00FE4106" w:rsidRPr="005A2C80" w:rsidRDefault="00490F00" w:rsidP="00490F00">
      <w:pPr>
        <w:pStyle w:val="libNormal"/>
      </w:pPr>
      <w:r w:rsidRPr="00490F00">
        <w:rPr>
          <w:rFonts w:hint="cs"/>
          <w:cs/>
          <w:lang w:bidi="bn-IN"/>
        </w:rPr>
        <w:t>আবৃত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উদ্দেশ্য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নারীরা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বোরকা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এমনভাবে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সম্পূর্ণ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অসভ্য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ইতর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প্রকৃতির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পুরুষরা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উপর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নজর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দেয়া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নিরাশ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বিশেষ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সাবধানতা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অবলম্বন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লক্ষ্যে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নারিগণ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একটি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ছোট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ওড়না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মাথা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ঘাড়</w:t>
      </w:r>
      <w:r w:rsidRPr="00490F00">
        <w:t xml:space="preserve">, </w:t>
      </w:r>
      <w:r w:rsidRPr="00490F00">
        <w:rPr>
          <w:rFonts w:hint="cs"/>
          <w:cs/>
          <w:lang w:bidi="bn-IN"/>
        </w:rPr>
        <w:t>গলা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বুকের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নিচ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অংশ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ঢেকে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পরিধান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করবেন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কেননা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কখনো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যদি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ভুলবশত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বাতাসে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চাদরটি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থেকে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সেক্ষেত্রেও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</w:p>
    <w:p w:rsidR="00FE4106" w:rsidRPr="009C15B9" w:rsidRDefault="00490F00" w:rsidP="008426CA">
      <w:pPr>
        <w:pStyle w:val="libBold2"/>
      </w:pPr>
      <w:r w:rsidRPr="00490F00">
        <w:rPr>
          <w:rFonts w:hint="cs"/>
          <w:cs/>
          <w:lang w:bidi="bn-IN"/>
        </w:rPr>
        <w:t>৩</w:t>
      </w:r>
      <w:r w:rsidRPr="00490F00">
        <w:rPr>
          <w:cs/>
          <w:lang w:bidi="bn-IN"/>
        </w:rPr>
        <w:t xml:space="preserve">- </w:t>
      </w:r>
      <w:r w:rsidRPr="00490F00">
        <w:rPr>
          <w:rFonts w:hint="cs"/>
          <w:cs/>
          <w:lang w:bidi="bn-IN"/>
        </w:rPr>
        <w:t>মাহরামদের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যাদের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সাথে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হারাম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সামনে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সৌন্দর্য্য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ক্ষেত্রেও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সীমা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রয়েছে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নিম্নলিখিত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আয়াতে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এসেছে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আল্লাহ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সুবহানাহু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য়ালা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বিষয়ে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পবিত্র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কোরআনে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এরশাদ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করেছেন</w:t>
      </w:r>
      <w:r w:rsidRPr="00490F00">
        <w:rPr>
          <w:cs/>
          <w:lang w:bidi="bn-IN"/>
        </w:rPr>
        <w:t xml:space="preserve"> :</w:t>
      </w:r>
      <w:r w:rsidR="00FE4106" w:rsidRPr="009C15B9">
        <w:t xml:space="preserve"> </w:t>
      </w:r>
    </w:p>
    <w:p w:rsidR="00FE4106" w:rsidRPr="00623425" w:rsidRDefault="0070694E" w:rsidP="00623425">
      <w:pPr>
        <w:pStyle w:val="libAie"/>
      </w:pPr>
      <w:r w:rsidRPr="0070694E">
        <w:rPr>
          <w:rStyle w:val="libAlaemChar"/>
        </w:rPr>
        <w:t>)</w:t>
      </w:r>
      <w:r w:rsidR="00FE4106" w:rsidRPr="0070694E">
        <w:rPr>
          <w:rFonts w:hint="cs"/>
          <w:rtl/>
        </w:rPr>
        <w:t>يَا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أَيُّهَا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الَّذِينَ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آمَنُوا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لِيَسْتَأْذِنكُمُ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الَّذِينَ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مَلَكَتْ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أَيْمَانُكُمْ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وَالَّذِينَ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لَمْ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يَبْلُغُوا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الْحُلُمَ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مِنكُمْ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ثَلَاثَ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مَرَّاتٍ</w:t>
      </w:r>
      <w:r w:rsidR="00FE4106" w:rsidRPr="00623425">
        <w:rPr>
          <w:rFonts w:hint="cs"/>
          <w:rtl/>
        </w:rPr>
        <w:t xml:space="preserve"> </w:t>
      </w:r>
      <w:r w:rsidR="00FE4106" w:rsidRPr="0070694E">
        <w:rPr>
          <w:rFonts w:hint="cs"/>
          <w:rtl/>
        </w:rPr>
        <w:t>مِّن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قَبْلِ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صَلَاةِ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الْفَجْرِ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وَحِينَ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تَضَعُونَ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ثِيَابَكُم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مِّنَ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الظَّهِيرَةِ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وَمِن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بَعْدِ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صَلَاةِ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الْعِشَاءِ</w:t>
      </w:r>
      <w:r w:rsidR="00FE4106" w:rsidRPr="00623425">
        <w:rPr>
          <w:rFonts w:hint="cs"/>
          <w:rtl/>
        </w:rPr>
        <w:t xml:space="preserve"> </w:t>
      </w:r>
      <w:r w:rsidR="00FE4106" w:rsidRPr="0070694E">
        <w:rPr>
          <w:rFonts w:hint="cs"/>
          <w:rtl/>
        </w:rPr>
        <w:t>ثَلَاثُ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عَوْرَاتٍ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لَّكُمْ</w:t>
      </w:r>
      <w:r w:rsidR="00FE4106" w:rsidRPr="00623425">
        <w:rPr>
          <w:rFonts w:hint="cs"/>
          <w:rtl/>
        </w:rPr>
        <w:t xml:space="preserve"> </w:t>
      </w:r>
      <w:r w:rsidR="00FE4106" w:rsidRPr="0070694E">
        <w:rPr>
          <w:rFonts w:hint="cs"/>
          <w:rtl/>
        </w:rPr>
        <w:t>لَيْسَ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عَلَيْكُمْ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وَلَا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عَلَيْهِمْ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جُنَاحٌ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بَعْدَهُنَّ</w:t>
      </w:r>
      <w:r w:rsidR="00FE4106" w:rsidRPr="00623425">
        <w:rPr>
          <w:rFonts w:hint="cs"/>
          <w:rtl/>
        </w:rPr>
        <w:t xml:space="preserve"> </w:t>
      </w:r>
      <w:r w:rsidR="00FE4106" w:rsidRPr="0070694E">
        <w:rPr>
          <w:rFonts w:hint="cs"/>
          <w:rtl/>
        </w:rPr>
        <w:t>طَوَّافُونَ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عَلَيْكُم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بَعْضُكُمْ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عَلَىٰ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بَعْضٍ</w:t>
      </w:r>
      <w:r w:rsidR="00FE4106" w:rsidRPr="00623425">
        <w:rPr>
          <w:rFonts w:hint="cs"/>
          <w:rtl/>
        </w:rPr>
        <w:t xml:space="preserve"> </w:t>
      </w:r>
      <w:r w:rsidR="00FE4106" w:rsidRPr="0070694E">
        <w:rPr>
          <w:rFonts w:hint="cs"/>
          <w:rtl/>
        </w:rPr>
        <w:t>كَذَٰلِكَ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يُبَيِّنُ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اللَّـهُ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لَكُمُ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الْآيَاتِ</w:t>
      </w:r>
      <w:r w:rsidR="00FE4106" w:rsidRPr="00623425">
        <w:rPr>
          <w:rFonts w:hint="cs"/>
          <w:rtl/>
        </w:rPr>
        <w:t xml:space="preserve"> </w:t>
      </w:r>
      <w:r w:rsidR="00FE4106" w:rsidRPr="0070694E">
        <w:rPr>
          <w:rFonts w:hint="cs"/>
          <w:rtl/>
        </w:rPr>
        <w:t>وَاللَّـهُ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عَلِيمٌ</w:t>
      </w:r>
      <w:r w:rsidR="00FE4106" w:rsidRPr="00623425">
        <w:rPr>
          <w:rtl/>
        </w:rPr>
        <w:t xml:space="preserve"> </w:t>
      </w:r>
      <w:r w:rsidR="00FE4106" w:rsidRPr="0070694E">
        <w:rPr>
          <w:rFonts w:hint="cs"/>
          <w:rtl/>
        </w:rPr>
        <w:t>حَكِيمٌ</w:t>
      </w:r>
      <w:r w:rsidRPr="0070694E">
        <w:rPr>
          <w:rStyle w:val="libAlaemChar"/>
        </w:rPr>
        <w:t>(</w:t>
      </w:r>
    </w:p>
    <w:p w:rsidR="00FE4106" w:rsidRPr="009C15B9" w:rsidRDefault="00490F00" w:rsidP="009C15B9">
      <w:pPr>
        <w:pStyle w:val="libNormal"/>
      </w:pPr>
      <w:r w:rsidRPr="00490F00">
        <w:rPr>
          <w:rFonts w:hint="cs"/>
          <w:cs/>
          <w:lang w:bidi="bn-IN"/>
        </w:rPr>
        <w:t>হে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ঈমানদারগণ</w:t>
      </w:r>
      <w:r w:rsidRPr="00490F00">
        <w:rPr>
          <w:cs/>
          <w:lang w:bidi="bn-IN"/>
        </w:rPr>
        <w:t xml:space="preserve">! 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দাস</w:t>
      </w:r>
      <w:r w:rsidRPr="00490F00">
        <w:rPr>
          <w:cs/>
          <w:lang w:bidi="bn-IN"/>
        </w:rPr>
        <w:t>-</w:t>
      </w:r>
      <w:r w:rsidRPr="00490F00">
        <w:rPr>
          <w:rFonts w:hint="cs"/>
          <w:cs/>
          <w:lang w:bidi="bn-IN"/>
        </w:rPr>
        <w:t>দাসীরা</w:t>
      </w:r>
      <w:r w:rsidRPr="00490F00">
        <w:rPr>
          <w:cs/>
          <w:lang w:bidi="bn-IN"/>
        </w:rPr>
        <w:t>(</w:t>
      </w:r>
      <w:r w:rsidRPr="00490F00">
        <w:rPr>
          <w:rFonts w:hint="cs"/>
          <w:cs/>
          <w:lang w:bidi="bn-IN"/>
        </w:rPr>
        <w:t>ভৃত্যরা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সন্তানদের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মধ্যে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যারা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এখনো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বালেগ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ঘুমানোর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ঘরে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প্রবেশ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জন্য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তিনটি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অনুমতি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নিবে</w:t>
      </w:r>
      <w:r w:rsidRPr="00490F00">
        <w:rPr>
          <w:cs/>
          <w:lang w:bidi="bn-IN"/>
        </w:rPr>
        <w:t xml:space="preserve"> : </w:t>
      </w:r>
      <w:r w:rsidRPr="00490F00">
        <w:rPr>
          <w:rFonts w:hint="cs"/>
          <w:cs/>
          <w:lang w:bidi="bn-IN"/>
        </w:rPr>
        <w:t>১</w:t>
      </w:r>
      <w:r w:rsidRPr="00490F00">
        <w:rPr>
          <w:cs/>
          <w:lang w:bidi="bn-IN"/>
        </w:rPr>
        <w:t xml:space="preserve">- </w:t>
      </w:r>
      <w:r w:rsidRPr="00490F00">
        <w:rPr>
          <w:rFonts w:hint="cs"/>
          <w:cs/>
          <w:lang w:bidi="bn-IN"/>
        </w:rPr>
        <w:t>ফজরের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নামাজের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আগে</w:t>
      </w:r>
      <w:r w:rsidRPr="00490F00">
        <w:t xml:space="preserve">, </w:t>
      </w:r>
      <w:r w:rsidRPr="00490F00">
        <w:rPr>
          <w:rFonts w:hint="cs"/>
          <w:cs/>
          <w:lang w:bidi="bn-IN"/>
        </w:rPr>
        <w:t>২</w:t>
      </w:r>
      <w:r w:rsidRPr="00490F00">
        <w:rPr>
          <w:cs/>
          <w:lang w:bidi="bn-IN"/>
        </w:rPr>
        <w:t xml:space="preserve">- </w:t>
      </w:r>
      <w:r w:rsidRPr="00490F00">
        <w:rPr>
          <w:rFonts w:hint="cs"/>
          <w:cs/>
          <w:lang w:bidi="bn-IN"/>
        </w:rPr>
        <w:t>দুপুর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বেলা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যখন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সাধারণত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পোশাক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খুলে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ফেল</w:t>
      </w:r>
      <w:r w:rsidRPr="00490F00">
        <w:t xml:space="preserve">, </w:t>
      </w:r>
      <w:r w:rsidRPr="00490F00">
        <w:rPr>
          <w:rFonts w:hint="cs"/>
          <w:cs/>
          <w:lang w:bidi="bn-IN"/>
        </w:rPr>
        <w:t>৩</w:t>
      </w:r>
      <w:r w:rsidRPr="00490F00">
        <w:rPr>
          <w:cs/>
          <w:lang w:bidi="bn-IN"/>
        </w:rPr>
        <w:t xml:space="preserve">- </w:t>
      </w:r>
      <w:r w:rsidRPr="00490F00">
        <w:rPr>
          <w:rFonts w:hint="cs"/>
          <w:cs/>
          <w:lang w:bidi="bn-IN"/>
        </w:rPr>
        <w:t>এ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শার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নামাজের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বিশেষ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তিনটি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জন্য</w:t>
      </w:r>
      <w:r w:rsidRPr="00490F00">
        <w:t xml:space="preserve">, </w:t>
      </w:r>
      <w:r w:rsidRPr="00490F00">
        <w:rPr>
          <w:rFonts w:hint="cs"/>
          <w:cs/>
          <w:lang w:bidi="bn-IN"/>
        </w:rPr>
        <w:t>কিন্তু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উক্ত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তিনটি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ব্যতীত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উপর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কোন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গোনাহ্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উপরেও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যদি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অনুমতিতে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প্রবেশ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(</w:t>
      </w:r>
      <w:r w:rsidRPr="00490F00">
        <w:rPr>
          <w:rFonts w:hint="cs"/>
          <w:cs/>
          <w:lang w:bidi="bn-IN"/>
        </w:rPr>
        <w:t>কারণ</w:t>
      </w:r>
      <w:r w:rsidRPr="00490F00">
        <w:rPr>
          <w:cs/>
          <w:lang w:bidi="bn-IN"/>
        </w:rPr>
        <w:t xml:space="preserve">) </w:t>
      </w:r>
      <w:r w:rsidRPr="00490F00">
        <w:rPr>
          <w:rFonts w:hint="cs"/>
          <w:cs/>
          <w:lang w:bidi="bn-IN"/>
        </w:rPr>
        <w:t>তোমাদেরকে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অপরের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কাছে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যাতায়াত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করতেই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তখন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lastRenderedPageBreak/>
        <w:t>আন্তরিকতার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সাথে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অপরকে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খেদমত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আল্লাহ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য়ালা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এরূপেই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তোমাদের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জন্য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আয়াতসমূহকে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বর্ণনা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করেছেন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কেননা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আল্লাহ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</w:t>
      </w:r>
      <w:r w:rsidRPr="00490F00">
        <w:rPr>
          <w:rFonts w:hint="eastAsia"/>
        </w:rPr>
        <w:t>’</w:t>
      </w:r>
      <w:r w:rsidRPr="00490F00">
        <w:rPr>
          <w:rFonts w:hint="cs"/>
          <w:cs/>
          <w:lang w:bidi="bn-IN"/>
        </w:rPr>
        <w:t>য়ালা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হচ্ছেন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সর্বজ্ঞানী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প্রজ্ঞাবান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১৫৭</w:t>
      </w:r>
      <w:r w:rsidR="00FE4106" w:rsidRPr="009C15B9">
        <w:t xml:space="preserve"> </w:t>
      </w:r>
    </w:p>
    <w:p w:rsidR="00FE4106" w:rsidRPr="005A2C80" w:rsidRDefault="00FE4106" w:rsidP="00FE4106">
      <w:pPr>
        <w:pStyle w:val="libNormal"/>
      </w:pPr>
    </w:p>
    <w:p w:rsidR="00FE4106" w:rsidRPr="005A2C80" w:rsidRDefault="00FE4106" w:rsidP="00490F00">
      <w:pPr>
        <w:pStyle w:val="libBold1"/>
      </w:pPr>
      <w:r w:rsidRPr="005A2C80">
        <w:rPr>
          <w:cs/>
          <w:lang w:bidi="bn-IN"/>
        </w:rPr>
        <w:t>ফলাফল :</w:t>
      </w:r>
      <w:r w:rsidRPr="005A2C80">
        <w:t xml:space="preserve"> </w:t>
      </w:r>
    </w:p>
    <w:p w:rsidR="00FE4106" w:rsidRPr="009C15B9" w:rsidRDefault="00490F00" w:rsidP="009C15B9">
      <w:pPr>
        <w:pStyle w:val="libNormal"/>
      </w:pPr>
      <w:r w:rsidRPr="00490F00">
        <w:rPr>
          <w:rFonts w:hint="cs"/>
          <w:cs/>
          <w:lang w:bidi="bn-IN"/>
        </w:rPr>
        <w:t>এটা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ঠিক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পরিবারের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সদস্যগণ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সকলেই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মাহরাম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স্বাধীন</w:t>
      </w:r>
      <w:r w:rsidRPr="00490F00">
        <w:t xml:space="preserve">, </w:t>
      </w:r>
      <w:r w:rsidRPr="00490F00">
        <w:rPr>
          <w:rFonts w:hint="cs"/>
          <w:cs/>
          <w:lang w:bidi="bn-IN"/>
        </w:rPr>
        <w:t>কিন্তু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মাহরাম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স্বাধীন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থাকাটাও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শর্তহীন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মাহরাম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স্বাধীন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হওয়ার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কারণে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মেয়ে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সন্তানদের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ভাইদের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সামনে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কোন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পোশাক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আসা</w:t>
      </w:r>
      <w:r w:rsidRPr="00490F00">
        <w:rPr>
          <w:cs/>
          <w:lang w:bidi="bn-IN"/>
        </w:rPr>
        <w:t>-</w:t>
      </w:r>
      <w:r w:rsidRPr="00490F00">
        <w:rPr>
          <w:rFonts w:hint="cs"/>
          <w:cs/>
          <w:lang w:bidi="bn-IN"/>
        </w:rPr>
        <w:t>যাওয়া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কেননা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শরীর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অর্ধ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অথবা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সম্পূর্ণ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প্রকাশ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অনাবৃত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থাকাটা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সন্তানদের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উপর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খারাপ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প্রভাব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ফেলতে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কুপ্রবৃত্তিকে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উস্কে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দিতে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hi-IN"/>
        </w:rPr>
        <w:t>।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ঠিক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হবে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বাচ্চা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কিচ্ছু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বোঝে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না</w:t>
      </w:r>
      <w:r w:rsidRPr="00490F00">
        <w:t xml:space="preserve">, </w:t>
      </w:r>
      <w:r w:rsidRPr="00490F00">
        <w:rPr>
          <w:rFonts w:hint="cs"/>
          <w:cs/>
          <w:lang w:bidi="bn-IN"/>
        </w:rPr>
        <w:t>বরং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এটা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অবশ্যই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বলা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যায়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যে</w:t>
      </w:r>
      <w:r w:rsidRPr="00490F00">
        <w:t xml:space="preserve">, </w:t>
      </w:r>
      <w:r w:rsidRPr="00490F00">
        <w:rPr>
          <w:rFonts w:hint="cs"/>
          <w:cs/>
          <w:lang w:bidi="bn-IN"/>
        </w:rPr>
        <w:t>তারা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বেশী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কৌতুহলী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ও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উৎসুক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এবং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এই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পরিবেশই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হয়তো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তাদেরকে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যৌন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বিষয়ের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আগ্রহী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করে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তুলতে</w:t>
      </w:r>
      <w:r w:rsidRPr="00490F00">
        <w:rPr>
          <w:cs/>
          <w:lang w:bidi="bn-IN"/>
        </w:rPr>
        <w:t xml:space="preserve"> </w:t>
      </w:r>
      <w:r w:rsidRPr="00490F00">
        <w:rPr>
          <w:rFonts w:hint="cs"/>
          <w:cs/>
          <w:lang w:bidi="bn-IN"/>
        </w:rPr>
        <w:t>পারে</w:t>
      </w:r>
      <w:r w:rsidRPr="00490F00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১৫৮</w:t>
      </w:r>
      <w:r w:rsidR="00FE4106" w:rsidRPr="009C15B9">
        <w:t xml:space="preserve"> </w:t>
      </w:r>
    </w:p>
    <w:p w:rsidR="00FE4106" w:rsidRPr="005A2C80" w:rsidRDefault="00FE4106" w:rsidP="008426CA">
      <w:pPr>
        <w:pStyle w:val="libBold2"/>
        <w:rPr>
          <w:lang w:bidi="bn-IN"/>
        </w:rPr>
      </w:pPr>
      <w:r w:rsidRPr="005A2C80">
        <w:rPr>
          <w:cs/>
          <w:lang w:bidi="bn-IN"/>
        </w:rPr>
        <w:t>৪- যারা রাস্তা ও অলি-গলিতে নারীদের বিরক্ত করে থাকে অবশ্যই তাদের</w:t>
      </w:r>
      <w:r w:rsidRPr="005A2C80">
        <w:t xml:space="preserve"> </w:t>
      </w:r>
      <w:r w:rsidRPr="005A2C80">
        <w:rPr>
          <w:cs/>
          <w:lang w:bidi="bn-IN"/>
        </w:rPr>
        <w:t>কঠিন শাস্তিপাওয়া উচিৎ</w:t>
      </w:r>
      <w:r w:rsidRPr="005A2C80">
        <w:t xml:space="preserve">, </w:t>
      </w:r>
      <w:r w:rsidRPr="005A2C80">
        <w:rPr>
          <w:cs/>
          <w:lang w:bidi="bn-IN"/>
        </w:rPr>
        <w:t>যেমনভাবে নিম্নের আয়াতে উল্লেখহয়েছে :</w:t>
      </w:r>
    </w:p>
    <w:p w:rsidR="00FE4106" w:rsidRPr="00623425" w:rsidRDefault="001D3E59" w:rsidP="00623425">
      <w:pPr>
        <w:pStyle w:val="libAie"/>
      </w:pPr>
      <w:r w:rsidRPr="001D3E59">
        <w:rPr>
          <w:rStyle w:val="libAlaemChar"/>
        </w:rPr>
        <w:t>)</w:t>
      </w:r>
      <w:r w:rsidR="00FE4106" w:rsidRPr="00623425">
        <w:rPr>
          <w:rFonts w:hint="cs"/>
          <w:rtl/>
        </w:rPr>
        <w:t>لَّئِن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لَّمْ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يَنتَهِ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الْمُنَافِقُونَ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وَالَّذِينَ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قُلُوبِهِم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مَّرَضٌ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وَالْمُرْجِفُونَ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فِي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الْمَدِينَةِ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لَنُغْرِيَنَّكَ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بِهِمْ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ثُمَّ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لَا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يُجَاوِرُونَكَ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فِيهَا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إِلَّا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قَلِيلًا</w:t>
      </w:r>
      <w:r w:rsidRPr="001D3E59">
        <w:rPr>
          <w:rStyle w:val="libAlaemChar"/>
        </w:rPr>
        <w:t>(</w:t>
      </w:r>
      <w:r w:rsidR="00FE4106" w:rsidRPr="00623425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যদি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মুনাফিকরা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যাদের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অন্তরসমূহ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হচ্ছে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অসুস্থ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যারা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মিথ্যা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কথা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ও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অবাস্তব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খবর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মদীনায়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ছড়িয়ে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বেড়ায়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এবং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তারা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যদি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অপকর্ম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থেকে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সরে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না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দাঁড়ায়</w:t>
      </w:r>
      <w:r w:rsidRPr="009C15B9">
        <w:t xml:space="preserve">, </w:t>
      </w:r>
      <w:r w:rsidRPr="009C15B9">
        <w:rPr>
          <w:cs/>
          <w:lang w:bidi="bn-IN"/>
        </w:rPr>
        <w:t>তবে অবশ্যই তাদের উপর তোমাকে প্রতিপত্তি দান করবো</w:t>
      </w:r>
      <w:r w:rsidRPr="009C15B9">
        <w:t xml:space="preserve">, </w:t>
      </w:r>
      <w:r w:rsidRPr="009C15B9">
        <w:rPr>
          <w:cs/>
          <w:lang w:bidi="bn-IN"/>
        </w:rPr>
        <w:t>অতঃপর অল্প দিনের মধ্যেই তারা আর তোমার পাশে এই শহরে বাস করতে পারবে</w:t>
      </w:r>
      <w:r w:rsidRPr="009C15B9">
        <w:t xml:space="preserve"> </w:t>
      </w:r>
      <w:r w:rsidRPr="009C15B9">
        <w:rPr>
          <w:cs/>
          <w:lang w:bidi="bn-IN"/>
        </w:rPr>
        <w:t xml:space="preserve">না </w:t>
      </w:r>
      <w:r w:rsidRPr="00623425">
        <w:rPr>
          <w:rFonts w:hint="cs"/>
          <w:cs/>
          <w:lang w:bidi="hi-IN"/>
        </w:rPr>
        <w:t>।</w:t>
      </w:r>
      <w:r w:rsidRPr="00FE4106">
        <w:rPr>
          <w:rStyle w:val="libFootnotenumChar"/>
          <w:cs/>
          <w:lang w:bidi="bn-IN"/>
        </w:rPr>
        <w:t>১৫৯</w:t>
      </w:r>
      <w:r w:rsidRPr="009C15B9">
        <w:t xml:space="preserve"> </w:t>
      </w:r>
    </w:p>
    <w:p w:rsidR="00FE4106" w:rsidRPr="005A2C80" w:rsidRDefault="00FE4106" w:rsidP="00FE4106">
      <w:pPr>
        <w:pStyle w:val="libNormal"/>
      </w:pPr>
    </w:p>
    <w:p w:rsidR="00FE4106" w:rsidRPr="007C78A2" w:rsidRDefault="00FE4106" w:rsidP="001D3E59">
      <w:pPr>
        <w:pStyle w:val="libBold1"/>
      </w:pPr>
      <w:r w:rsidRPr="009C15B9">
        <w:rPr>
          <w:rFonts w:hint="cs"/>
          <w:cs/>
          <w:lang w:bidi="bn-IN"/>
        </w:rPr>
        <w:t>সিদ্ধান্ত</w:t>
      </w:r>
      <w:r w:rsidRPr="00623425">
        <w:rPr>
          <w:rFonts w:hint="cs"/>
          <w:rtl/>
          <w:cs/>
        </w:rPr>
        <w:t>:</w:t>
      </w:r>
      <w:r w:rsidRPr="007C78A2"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ভাষ্য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অনুযায়ী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পরিস্কার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মদীনায়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চক্রান্ত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আঘাত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হানার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পরিকল্পনা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যথাক্রমে</w:t>
      </w:r>
      <w:r w:rsidRPr="001D3E59">
        <w:rPr>
          <w:cs/>
          <w:lang w:bidi="bn-IN"/>
        </w:rPr>
        <w:t xml:space="preserve"> :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lastRenderedPageBreak/>
        <w:t>১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মুনাফিকরা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২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বখাটে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ভবঘুরেরা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৩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একদল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অবাস্তব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খবর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প্রচার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নবী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সা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তাঁর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সাহাবীরা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যুদ্ধে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যেতেন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মদীনায়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অন্যান্য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মুসলমানদের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মানসিকভাবে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দুর্বল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FE4106" w:rsidRPr="009C15B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আল্লাহ্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নির্দেশ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দিলেন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উক্ত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দলসমূহের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কঠোর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আচরণ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সর্বনিম্ন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শাস্তি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নির্বাসনে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পাঠানো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শাস্তির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কঠিন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শাস্তির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বিলম্ব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ক্ষতিকর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অনাচার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পাপের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বাড়তেই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প্রবেশের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সুযোগ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ফিতনা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ফ্যাসাদ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অপচেষ্টা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চালায়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পর্যায়ক্রমে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নীতিবান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প্রথম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দূরে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পরহেজগার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প্রথম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সারিতে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অবস্থান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অন্যদেরকেও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তৈরী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প্রকৃতপক্ষে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হুকুমত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বিপ্লবী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মিন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সহযোগিতায়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টিকে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হুকুমত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ছাড়া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খারাপ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শুধুমাত্র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সম্ভোগ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ব্যাপারেই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চিন্তা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হুকুমতকে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টিকিয়ে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অবশ্যই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নীতিবান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দায়িত্বশীল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</w:p>
    <w:p w:rsidR="001D3E59" w:rsidRDefault="001D3E59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C4151B" w:rsidRDefault="00FE4106" w:rsidP="007317F3">
      <w:pPr>
        <w:pStyle w:val="Heading1Center"/>
        <w:rPr>
          <w:rStyle w:val="libNormalChar"/>
        </w:rPr>
      </w:pPr>
      <w:bookmarkStart w:id="100" w:name="_Toc439886143"/>
      <w:bookmarkStart w:id="101" w:name="_Toc440447903"/>
      <w:r w:rsidRPr="005A2C80">
        <w:rPr>
          <w:cs/>
          <w:lang w:bidi="bn-IN"/>
        </w:rPr>
        <w:lastRenderedPageBreak/>
        <w:t>রেওয়ায়েতে হিজাব</w:t>
      </w:r>
      <w:bookmarkEnd w:id="100"/>
      <w:bookmarkEnd w:id="101"/>
    </w:p>
    <w:p w:rsidR="00FE4106" w:rsidRPr="005A2C80" w:rsidRDefault="00FE4106" w:rsidP="003A255A">
      <w:pPr>
        <w:pStyle w:val="libAr"/>
      </w:pPr>
      <w:r w:rsidRPr="003A255A">
        <w:rPr>
          <w:rFonts w:hint="cs"/>
          <w:rtl/>
        </w:rPr>
        <w:t>علی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بن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ﺍﺑﺮﺍﻫﻴﻢ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فی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تفسیره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عن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ابی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ﺟﻌﻔﺮ</w:t>
      </w:r>
      <w:r w:rsidRPr="00C4151B">
        <w:rPr>
          <w:rtl/>
        </w:rPr>
        <w:t xml:space="preserve"> (</w:t>
      </w:r>
      <w:r w:rsidRPr="003A255A">
        <w:rPr>
          <w:rFonts w:hint="cs"/>
          <w:rtl/>
        </w:rPr>
        <w:t>ﺍﻟﺴﻼﻡ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ﻋﻠﻴﻪ</w:t>
      </w:r>
      <w:r w:rsidRPr="00C4151B">
        <w:rPr>
          <w:rtl/>
        </w:rPr>
        <w:t xml:space="preserve">) </w:t>
      </w:r>
      <w:r w:rsidRPr="003A255A">
        <w:rPr>
          <w:rFonts w:hint="cs"/>
          <w:rtl/>
        </w:rPr>
        <w:t>ﰱ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ﻗﻮﻟﻪ</w:t>
      </w:r>
      <w:r w:rsidRPr="00C4151B">
        <w:rPr>
          <w:rtl/>
        </w:rPr>
        <w:t xml:space="preserve"> : </w:t>
      </w:r>
      <w:r w:rsidRPr="003A255A">
        <w:rPr>
          <w:rFonts w:hint="cs"/>
          <w:rtl/>
        </w:rPr>
        <w:t>ﻻﻳﺒﺪﻳﻦ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ﻣﺎ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ﻇﻬﺮ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ﻣﻨﻬﺎ،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ﻓﻬﻰ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ﺍﻟﺜﻴﺎﺏ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ﺍﻟﻜﺤﻞ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ﻭ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الخاتم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خضاب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الکف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السوار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الزینت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ثلاث</w:t>
      </w:r>
      <w:r w:rsidRPr="00C4151B">
        <w:rPr>
          <w:rFonts w:hint="cs"/>
          <w:rtl/>
        </w:rPr>
        <w:t xml:space="preserve"> : </w:t>
      </w:r>
      <w:r w:rsidRPr="003A255A">
        <w:rPr>
          <w:rFonts w:hint="cs"/>
          <w:rtl/>
        </w:rPr>
        <w:t>زینة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للناس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زینة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للمحرم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زینة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للزوج</w:t>
      </w:r>
      <w:r w:rsidRPr="00C4151B">
        <w:rPr>
          <w:rFonts w:hint="cs"/>
          <w:rtl/>
        </w:rPr>
        <w:t xml:space="preserve">. </w:t>
      </w:r>
      <w:r w:rsidRPr="003A255A">
        <w:rPr>
          <w:rFonts w:hint="cs"/>
          <w:rtl/>
        </w:rPr>
        <w:t>فأما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رینة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الناس،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فقد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ذکرناها،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اما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زینة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المحرم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فموضع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القلادة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فما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فوقها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الدملج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ما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دونه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الخلخال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ما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اسفل</w:t>
      </w:r>
      <w:r w:rsidRPr="00C4151B">
        <w:rPr>
          <w:rtl/>
        </w:rPr>
        <w:t xml:space="preserve"> </w:t>
      </w:r>
      <w:r w:rsidRPr="003A255A">
        <w:rPr>
          <w:rFonts w:hint="cs"/>
          <w:rtl/>
        </w:rPr>
        <w:t>منه،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و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اما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زینة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الزوج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فالجسد</w:t>
      </w:r>
      <w:r w:rsidRPr="00C4151B">
        <w:rPr>
          <w:rFonts w:hint="cs"/>
          <w:rtl/>
        </w:rPr>
        <w:t xml:space="preserve"> </w:t>
      </w:r>
      <w:r w:rsidRPr="003A255A">
        <w:rPr>
          <w:rFonts w:hint="cs"/>
          <w:rtl/>
        </w:rPr>
        <w:t>کله</w:t>
      </w:r>
      <w:r w:rsidRPr="005A2C80"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বাকির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বলেছেন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নারিগণ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শুধুমাত্র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স্থানগুলো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স্বাভাবিক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বেরিয়ে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বাহ্যিক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যথাক্রমে</w:t>
      </w:r>
      <w:r w:rsidRPr="001D3E59">
        <w:t xml:space="preserve">; </w:t>
      </w:r>
      <w:r w:rsidRPr="001D3E59">
        <w:rPr>
          <w:rFonts w:hint="cs"/>
          <w:cs/>
          <w:lang w:bidi="bn-IN"/>
        </w:rPr>
        <w:t>পোশাক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সুরমা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আংটি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মেহেদী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চুড়ি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অতঃপর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যথা</w:t>
      </w:r>
      <w:r w:rsidRPr="001D3E59">
        <w:t xml:space="preserve">; </w:t>
      </w:r>
      <w:r w:rsidRPr="001D3E59">
        <w:rPr>
          <w:rFonts w:hint="cs"/>
          <w:cs/>
          <w:lang w:bidi="bn-IN"/>
        </w:rPr>
        <w:t>১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সকলের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বর্ণিত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t xml:space="preserve">, </w:t>
      </w:r>
      <w:r w:rsidRPr="001D3E59">
        <w:rPr>
          <w:rFonts w:hint="cs"/>
          <w:cs/>
          <w:lang w:bidi="bn-IN"/>
        </w:rPr>
        <w:t>২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মাহরামদের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-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বুকের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t xml:space="preserve">, </w:t>
      </w:r>
      <w:r w:rsidRPr="001D3E59">
        <w:rPr>
          <w:rFonts w:hint="cs"/>
          <w:cs/>
          <w:lang w:bidi="bn-IN"/>
        </w:rPr>
        <w:t>কনুই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গোড়ালীর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নীচ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t xml:space="preserve">, </w:t>
      </w:r>
      <w:r w:rsidRPr="001D3E59">
        <w:rPr>
          <w:rFonts w:hint="cs"/>
          <w:cs/>
          <w:lang w:bidi="bn-IN"/>
        </w:rPr>
        <w:t>৩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শুধুমাত্র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-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সম্পূর্ণ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১৬০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একজন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হাদীস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বর্ণনাকারী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হযরত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সাদিক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>.)-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প্রশ্ন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করেছিলাম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একজন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মাহরাম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জায়েয</w:t>
      </w:r>
      <w:r w:rsidRPr="001D3E59">
        <w:t xml:space="preserve">? </w:t>
      </w: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সাদিক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বললেন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মুখন্ডল</w:t>
      </w:r>
      <w:r w:rsidRPr="001D3E59">
        <w:t xml:space="preserve">, </w:t>
      </w:r>
      <w:r w:rsidRPr="001D3E59">
        <w:rPr>
          <w:rFonts w:hint="cs"/>
          <w:cs/>
          <w:lang w:bidi="bn-IN"/>
        </w:rPr>
        <w:t>দু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আঙ্গুল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পায়ের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গিরা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১৬১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ব্যতিক্রম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হাত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আঙ্গুল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মুখমন্ডল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উপভোগ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ইচ্ছায়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তাকানো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খোমেনী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রহ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বলেছেন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মুখমণ্ডল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আঙ্গুল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উপভোগ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ইচ্ছায়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সতর্কতা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মূলক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ওয়াজিব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উপভোগ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ইচ্ছায়ও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তাকানো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অনুরূপ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তাকানোটাও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মুখমন্ডল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হাত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কনুই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আঙ্গুল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১৬২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সাদিক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আল্লাহর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বাণী</w:t>
      </w:r>
      <w:r w:rsidRPr="001D3E59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rFonts w:hint="eastAsia"/>
        </w:rPr>
        <w:t>’</w:t>
      </w:r>
      <w:r w:rsidRPr="001D3E59"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বলেছেন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বাহ্যিক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সুরমা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আংটি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১৬৩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lastRenderedPageBreak/>
        <w:t>হযরত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আবু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বকরের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কন্যা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আয়েশার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নবী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সা</w:t>
      </w:r>
      <w:r w:rsidRPr="001D3E59">
        <w:rPr>
          <w:cs/>
          <w:lang w:bidi="bn-IN"/>
        </w:rPr>
        <w:t>.) -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প্রবেশ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পাতলা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যাচ্ছিলো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রাসূলে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আকরাম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সা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ফিরিয়ে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নিলেন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উদ্দেশ্য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বললেন</w:t>
      </w:r>
      <w:r w:rsidRPr="001D3E59">
        <w:rPr>
          <w:cs/>
          <w:lang w:bidi="bn-IN"/>
        </w:rPr>
        <w:t xml:space="preserve"> :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হে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আসমা</w:t>
      </w:r>
      <w:r w:rsidRPr="001D3E59">
        <w:rPr>
          <w:cs/>
          <w:lang w:bidi="bn-IN"/>
        </w:rPr>
        <w:t xml:space="preserve">! </w:t>
      </w:r>
      <w:r w:rsidRPr="001D3E59">
        <w:rPr>
          <w:rFonts w:hint="cs"/>
          <w:cs/>
          <w:lang w:bidi="bn-IN"/>
        </w:rPr>
        <w:t>যখনই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মেয়ে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বালেগ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উচিৎ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যাক</w:t>
      </w:r>
      <w:r w:rsidRPr="001D3E59">
        <w:t xml:space="preserve">, </w:t>
      </w:r>
      <w:r w:rsidRPr="001D3E59">
        <w:rPr>
          <w:rFonts w:hint="cs"/>
          <w:cs/>
          <w:lang w:bidi="bn-IN"/>
        </w:rPr>
        <w:t>শুধুমাত্র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আঙ্গুল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মুখমণ্ডল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১৬৪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ফুযাইল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ইবনে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ইয়াসার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সাদিক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>.)-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প্রশ্ন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করেছিলাম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কনুই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আঙ্গুল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মাহরামদের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অবশ্যই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ঢেকে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রাখবে</w:t>
      </w:r>
      <w:r w:rsidRPr="001D3E59">
        <w:t xml:space="preserve">? </w:t>
      </w: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বললেন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হ্যাঁ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ওড়নার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মাথা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বুকের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কাপড়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নিচে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চুড়ি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স্থান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অবশ্যই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ঢেকে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১৬৫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রাসূল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সা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হাউলাকে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আত্তারের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স্ত্রী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উদ্দেশ্য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বলেন</w:t>
      </w:r>
      <w:r w:rsidRPr="001D3E59">
        <w:rPr>
          <w:cs/>
          <w:lang w:bidi="bn-IN"/>
        </w:rPr>
        <w:t xml:space="preserve"> :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হে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হাউলা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তোমার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জায়েয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মাহরামদের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উম্মুক্ত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কেউ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ফেলে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প্রথমত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আল্লাহ্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অভিসম্পাত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দ্বিতীয়ত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আল্লাহ্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ক্রোধ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গজবের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t xml:space="preserve">; </w:t>
      </w:r>
      <w:r w:rsidRPr="001D3E59">
        <w:rPr>
          <w:rFonts w:hint="cs"/>
          <w:cs/>
          <w:lang w:bidi="bn-IN"/>
        </w:rPr>
        <w:t>তৃতীয়ত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ফেরেশতাগণ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অভিসম্পাত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চতুথর্ত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কিয়মাতের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কঠিন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আজাবের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ব্যবস্থা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১৬৬</w:t>
      </w:r>
      <w:r w:rsidRPr="001D3E59">
        <w:rPr>
          <w:rStyle w:val="libFootnotenumChar"/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হে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হাউলা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নারিগণ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কিয়ামত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ঈমান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দৈহিক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মাহরাম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মাথার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চুল</w:t>
      </w:r>
      <w:r w:rsidRPr="001D3E59">
        <w:t xml:space="preserve">, 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কব্জি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পাতাও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উন্মুক্ত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ধর্মকে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রাগান্বিত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১৬৭</w:t>
      </w:r>
    </w:p>
    <w:p w:rsidR="00FE4106" w:rsidRPr="005A2C80" w:rsidRDefault="001D3E59" w:rsidP="001D3E59">
      <w:pPr>
        <w:pStyle w:val="libNormal"/>
        <w:rPr>
          <w:lang w:bidi="bn-IN"/>
        </w:rPr>
      </w:pPr>
      <w:r w:rsidRPr="001D3E59">
        <w:rPr>
          <w:rFonts w:hint="cs"/>
          <w:cs/>
          <w:lang w:bidi="bn-IN"/>
        </w:rPr>
        <w:lastRenderedPageBreak/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সাদিক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বলেছেন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মুসলমান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জায়েয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ওড়না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পরিধান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ঢেকে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১৬৮</w:t>
      </w:r>
    </w:p>
    <w:p w:rsidR="00FE4106" w:rsidRPr="007C78A2" w:rsidRDefault="00FE4106" w:rsidP="001D3E59">
      <w:pPr>
        <w:pStyle w:val="libBold1"/>
      </w:pPr>
      <w:r w:rsidRPr="009C15B9">
        <w:rPr>
          <w:rFonts w:hint="cs"/>
          <w:cs/>
          <w:lang w:bidi="bn-IN"/>
        </w:rPr>
        <w:t>দ্রষ্টব্য</w:t>
      </w:r>
      <w:r w:rsidRPr="00623425">
        <w:rPr>
          <w:rFonts w:hint="cs"/>
          <w:rtl/>
          <w:cs/>
        </w:rPr>
        <w:t>:</w:t>
      </w:r>
      <w:r w:rsidRPr="007C78A2">
        <w:rPr>
          <w:rtl/>
          <w:cs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১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উপরে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রেওয়ায়েত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উল্লিখিত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মূল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স্পষ্ট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অবশ্যই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মাহরামদের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ঢেকে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আচার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আচরণ</w:t>
      </w:r>
      <w:r w:rsidRPr="001D3E59">
        <w:t xml:space="preserve">, </w:t>
      </w:r>
      <w:r w:rsidRPr="001D3E59">
        <w:rPr>
          <w:rFonts w:hint="cs"/>
          <w:cs/>
          <w:lang w:bidi="bn-IN"/>
        </w:rPr>
        <w:t>বাচন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ভঙ্গি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আশাক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মাহরামকে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আকৃষ্ট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তোলে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সম্পূর্ণরূপে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পাতলা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পরিধান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দূরে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২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ইমাম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বাকির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>.)-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হাদীসটি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তফসীর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হিসেবে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বলেছিলেন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স্পষ্ট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মাহরাম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বাবা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ভাই</w:t>
      </w:r>
      <w:r w:rsidRPr="001D3E59">
        <w:t xml:space="preserve">, </w:t>
      </w:r>
      <w:r w:rsidRPr="001D3E59">
        <w:rPr>
          <w:rFonts w:hint="cs"/>
          <w:cs/>
          <w:lang w:bidi="bn-IN"/>
        </w:rPr>
        <w:t>মামা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চাচা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নানা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দাদা</w:t>
      </w:r>
      <w:r w:rsidRPr="001D3E59">
        <w:rPr>
          <w:cs/>
          <w:lang w:bidi="bn-IN"/>
        </w:rPr>
        <w:t xml:space="preserve"> ...</w:t>
      </w:r>
      <w:r w:rsidRPr="001D3E59">
        <w:rPr>
          <w:rFonts w:hint="cs"/>
          <w:cs/>
          <w:lang w:bidi="bn-IN"/>
        </w:rPr>
        <w:t>তারাও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নিচের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বাহুবন্ধনী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গোড়ালীর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মাহরাম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আকর্ষণীয়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স্থানসমূহ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উম্মুক্ত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ফেরা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মাহরাম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ঐরূপভাবে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চলা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ফেরা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কামভাব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পরিণতি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খারাপ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আদব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কায়দা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সচ্চরিত্রতার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দাবী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ইমামদের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আ</w:t>
      </w:r>
      <w:r w:rsidRPr="001D3E59">
        <w:rPr>
          <w:cs/>
          <w:lang w:bidi="bn-IN"/>
        </w:rPr>
        <w:t xml:space="preserve">.) </w:t>
      </w:r>
      <w:r w:rsidRPr="001D3E59">
        <w:rPr>
          <w:rFonts w:hint="cs"/>
          <w:cs/>
          <w:lang w:bidi="bn-IN"/>
        </w:rPr>
        <w:t>আদেশ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নিষেধকে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মেনে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চলবো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আদেশ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নিষেধের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লক্ষ্য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দুনিয়া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পুজারী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কামভাবী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উঠেছে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পরিসংখ্যান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অনুযায়ী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ইংল্যান্ডে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বছর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লক্ষ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ধর্ষণের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স্বীকার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বছরে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দেশটিতে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৬৩০০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ধর্ষণের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স্বীকার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বলাৎকার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ধর্ষণের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অধিকাংশই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পিতাদের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দ্বারা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সংঘটিত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এসব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বিচ্ছিন্ন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ঘটনাগুলো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গোপন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রেখেছে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সাম্প্রতিক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রির্পোট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অনুযায়ী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lastRenderedPageBreak/>
        <w:t>প্রমাণিত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পিতারা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মায়েদের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সাহায্য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বলাৎকার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১৬৯</w:t>
      </w:r>
      <w:r w:rsidRPr="001D3E59">
        <w:rPr>
          <w:cs/>
          <w:lang w:bidi="bn-IN"/>
        </w:rPr>
        <w:t xml:space="preserve"> </w:t>
      </w:r>
    </w:p>
    <w:p w:rsidR="00FE4106" w:rsidRPr="00C4151B" w:rsidRDefault="001D3E59" w:rsidP="001D3E59">
      <w:pPr>
        <w:pStyle w:val="libNormal"/>
        <w:rPr>
          <w:rStyle w:val="libNormalChar"/>
        </w:rPr>
      </w:pPr>
      <w:r w:rsidRPr="001D3E59">
        <w:rPr>
          <w:rFonts w:hint="cs"/>
          <w:cs/>
          <w:lang w:bidi="bn-IN"/>
        </w:rPr>
        <w:t>মানুষ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প্রথমত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বুঝতে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কারো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কিয়ামত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দুনিয়া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চিন্তা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উদ্দেশ্যে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পৌঁছানোর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লক্ষ্যে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আঞ্জাম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t xml:space="preserve">; </w:t>
      </w:r>
      <w:r w:rsidRPr="001D3E59">
        <w:rPr>
          <w:rFonts w:hint="cs"/>
          <w:cs/>
          <w:lang w:bidi="bn-IN"/>
        </w:rPr>
        <w:t>যদিও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জুলুম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অত্যাচার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দ্বিতীয়ত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কোরআন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আদেশ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নিষেধের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ঈমান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অন্তরের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অন্তস্তল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চিৎকার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ধ্বনিতে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বলবে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হে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আল্লাহ্</w:t>
      </w:r>
      <w:r w:rsidRPr="001D3E59">
        <w:rPr>
          <w:cs/>
          <w:lang w:bidi="bn-IN"/>
        </w:rPr>
        <w:t xml:space="preserve">! </w:t>
      </w:r>
      <w:r w:rsidRPr="001D3E59">
        <w:rPr>
          <w:rFonts w:hint="cs"/>
          <w:cs/>
          <w:lang w:bidi="bn-IN"/>
        </w:rPr>
        <w:t>তোমার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শুকরিয়া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আমার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অন্তরকে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আদেশ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নিষেধ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মেনে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তৌফিক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শিরক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কুফরী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রক্ষা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তৃতীয়ত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বাহ্যিকভাবে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মুসলমান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কিন্তু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আমল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আখলাকের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বিচলিত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উঠবে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কেন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বিষয়গুলোর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লক্ষ্য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="00FE4106" w:rsidRPr="00C4151B">
        <w:rPr>
          <w:rStyle w:val="libNormalChar"/>
        </w:rPr>
        <w:t xml:space="preserve"> </w:t>
      </w:r>
    </w:p>
    <w:p w:rsidR="001D3E59" w:rsidRPr="00C6693F" w:rsidRDefault="001D3E59" w:rsidP="00C6693F">
      <w:r>
        <w:rPr>
          <w:lang w:bidi="bn-IN"/>
        </w:rPr>
        <w:br w:type="page"/>
      </w:r>
    </w:p>
    <w:p w:rsidR="00FE4106" w:rsidRPr="005A2C80" w:rsidRDefault="00FE4106" w:rsidP="001D3E59">
      <w:pPr>
        <w:pStyle w:val="Heading1Center"/>
      </w:pPr>
      <w:bookmarkStart w:id="102" w:name="_Toc439886144"/>
      <w:bookmarkStart w:id="103" w:name="_Toc440447904"/>
      <w:r w:rsidRPr="005A2C80">
        <w:rPr>
          <w:cs/>
          <w:lang w:bidi="bn-IN"/>
        </w:rPr>
        <w:lastRenderedPageBreak/>
        <w:t>হিজাবের দর্শন</w:t>
      </w:r>
      <w:bookmarkEnd w:id="102"/>
      <w:bookmarkEnd w:id="103"/>
    </w:p>
    <w:p w:rsidR="00FE4106" w:rsidRPr="005A2C80" w:rsidRDefault="00FE4106" w:rsidP="00FE4106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নিঃসন্দেহে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বর্তমান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পাশ্চাত্য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মনস্ক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অশ্লীলতা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বেহায়াপনাকে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গুরুত্বও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যুগকে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উলঙ্গপনা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আখ্যায়িত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বর্তমান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বলাটা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অসহনীয়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যুগের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কিচ্ছা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কাহিনী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যুগের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প্রযোজ্য</w:t>
      </w:r>
      <w:r w:rsidRPr="001D3E59">
        <w:rPr>
          <w:cs/>
          <w:lang w:bidi="bn-IN"/>
        </w:rPr>
        <w:t xml:space="preserve">!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অবশ্য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মাত্রাতিরিক্ত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ফ্যাসাদ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অশ্লীলতা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অনাচারের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আগ্রহী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শুনতে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আগ্রহ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রাষ্ট্রগুলোতে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প্রজাতন্ত্র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ইরানে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সমস্যার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সমাধান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ভিত্তিক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উত্তরও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প্রদান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কিন্তু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অত্যন্তগুরুত্বপূর্ণ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আলোচনা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পর্যালোচনা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বাঞ্ছনীয়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বর্তমানে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শত্রুরা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আঙ্গিকে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প্রচারের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ধ্বংস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অপচেষ্টায়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নেয়ার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উদ্দেশ্যে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তৈরী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অশ্লীল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পর্নো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ছবি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বিজাতীয়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গান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প্রভৃতির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সিডি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ভিডিও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ক্যাসেট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প্রবেশ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এদেশের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রূপটিকেই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ধ্বংস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প্রচেষ্টা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চালাচ্ছে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যুবকদের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প্রচারের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ইন্টারনেটকে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এখন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প্রশ্ন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সত্যিই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পুতুলের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ভুষায়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বাইরে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চরিত্রহীন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কামুক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নোংরা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ব্যক্তিত্বকে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মাটির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মিশিয়ে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</w:t>
      </w:r>
      <w:r w:rsidRPr="001D3E59">
        <w:t xml:space="preserve">? </w:t>
      </w:r>
      <w:r w:rsidRPr="001D3E59">
        <w:rPr>
          <w:rFonts w:hint="cs"/>
          <w:cs/>
          <w:lang w:bidi="bn-IN"/>
        </w:rPr>
        <w:t>নাকি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শুধু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t xml:space="preserve">?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অন্যভাবে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আকর্ষণীয়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প্রদর্শন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কামভাবকে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উস্কে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প্রতিযোগিতায়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লিপ্ত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নাকি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lastRenderedPageBreak/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উচ্ছেদ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পারিবারিক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পরিসরে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সংসার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পরিবার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পরিজন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সন্তানের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মনোযোগী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যত্নবান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t xml:space="preserve">?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দ্বিতীয়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পথটিকে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পছন্দ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হিজাবকেও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প্রক্রিয়ার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নোংরা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প্রথম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পথটিকে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পছন্দ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দৈহিক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চাহিদার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সম্পূর্ণটাই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সহবাস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অন্যান্য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অংশীদারিত্ব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কেউ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বাইরে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শাস্তিযোগ্য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অপরাধ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04" w:name="_Toc439886145"/>
      <w:bookmarkStart w:id="105" w:name="_Toc440447905"/>
      <w:r w:rsidRPr="001D3E59">
        <w:rPr>
          <w:rFonts w:hint="cs"/>
          <w:cs/>
          <w:lang w:bidi="bn-IN"/>
        </w:rPr>
        <w:lastRenderedPageBreak/>
        <w:t>মনস্তাত্ত্বিক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দৃষ্টিকোণ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bookmarkEnd w:id="104"/>
      <w:bookmarkEnd w:id="105"/>
      <w:r w:rsidRPr="001D3E59"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নামাহরাম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নির্ধারণকারী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প্রবৃত্তিকে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সংযতকরণের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উপকরণ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অগ্নি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নির্বাপিত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স্বাভাবিক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প্রবাহিত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বিদ্যমান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সমস্যাই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হত্যা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অপরাধ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অন্যান্য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অনাচার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দূর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সীমাটিকে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উঠিয়ে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নেয়া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বাঁধনহীন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গাড়তে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মুখোমুখী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অস্থিরতা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সহিংসতা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অরাজকতা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প্রবণতা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প্রচন্ড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শক্তিশালী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লাগামহীন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ছুটন্ত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ঘোড়ার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ন্যায়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কেউ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আনুগত্য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উদ্ধত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উঠবে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অথবা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আগুন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জ্বালানী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শিখাগুলো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ততবেশী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লেলিহান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প্রকৃতপক্ষে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মুক্তভাবে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ছেড়ে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অন্তরে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ভালবাসা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দুনিয়ার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বিষয়াদি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যেমন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অর্থ</w:t>
      </w:r>
      <w:r w:rsidRPr="001D3E59">
        <w:t xml:space="preserve">, </w:t>
      </w:r>
      <w:r w:rsidRPr="001D3E59">
        <w:rPr>
          <w:rFonts w:hint="cs"/>
          <w:cs/>
          <w:lang w:bidi="bn-IN"/>
        </w:rPr>
        <w:t>মর্যাদা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যৌনতা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ইত্যাদির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কখনোই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পরিতৃপ্ত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দুনিয়াবী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চাওয়া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পাওয়ার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এতটা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নিমজ্জিত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অন্যদেরকেও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ধ্বংস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টেনে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প্রবণতাকে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নিয়ন্ত্রণ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সীমালংঘন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উভয়কে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রক্ষা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বেহায়াপনা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সজ্জা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আষাক</w:t>
      </w:r>
      <w:r w:rsidRPr="001D3E59">
        <w:t xml:space="preserve">, </w:t>
      </w:r>
      <w:r w:rsidRPr="001D3E59">
        <w:rPr>
          <w:rFonts w:hint="cs"/>
          <w:cs/>
          <w:lang w:bidi="bn-IN"/>
        </w:rPr>
        <w:t>গোপন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অভিসার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প্রভৃতির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যুবকদেরকে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সবসময়ের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দৈহিকভাবে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উত্তেজিত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উত্তেজনা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বিষন্নতা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অবসাদের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স্নায়ুবিকভাবে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দুর্বল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পরিণতিতে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মানসিক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রোগের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স্নায়ুর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ক্ষমতা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উত্তেজনা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সহ্য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পারবে</w:t>
      </w:r>
      <w:r w:rsidRPr="001D3E59">
        <w:t xml:space="preserve">? </w:t>
      </w:r>
      <w:r w:rsidRPr="001D3E59">
        <w:rPr>
          <w:rFonts w:hint="cs"/>
          <w:cs/>
          <w:lang w:bidi="bn-IN"/>
        </w:rPr>
        <w:t>মনোরোগ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বিশেষজ্ঞরা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অবিরাম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উত্তেজনা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lastRenderedPageBreak/>
        <w:t>মানুষকে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মানসিক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রোগে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আক্রান্ত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ফেলে</w:t>
      </w:r>
      <w:r w:rsidRPr="001D3E59">
        <w:t xml:space="preserve">?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কথাই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ইতিহাস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সাক্ষ্য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প্রবণতার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অঘটন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পরিণতি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খুবই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ভয়ঙ্কর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কেউ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কেউ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বলেছেন</w:t>
      </w:r>
      <w:r w:rsidRPr="001D3E59">
        <w:t xml:space="preserve">, </w:t>
      </w:r>
      <w:r w:rsidRPr="006445C3">
        <w:rPr>
          <w:rStyle w:val="libAlaemChar"/>
        </w:rPr>
        <w:t>“</w:t>
      </w:r>
      <w:r w:rsidRPr="001D3E59">
        <w:rPr>
          <w:rFonts w:hint="cs"/>
          <w:cs/>
          <w:lang w:bidi="bn-IN"/>
        </w:rPr>
        <w:t>ইতিহাসে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ঘটনাই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খুঁজে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পেছনে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Fonts w:hint="eastAsia"/>
        </w:rPr>
        <w:t>”</w:t>
      </w:r>
      <w:r w:rsidRPr="001D3E59"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অনবরত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প্রবণতাকে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উস্কে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উলঙ্গপনা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বেহায়াপনার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প্রজ্জলিত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আগুনের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খেলা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t xml:space="preserve">?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বুদ্ধিবৃত্তি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বিবেক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সম্মত</w:t>
      </w:r>
      <w:r w:rsidRPr="001D3E59">
        <w:t xml:space="preserve">? </w:t>
      </w:r>
      <w:r w:rsidRPr="001D3E59">
        <w:rPr>
          <w:rFonts w:hint="cs"/>
          <w:cs/>
          <w:lang w:bidi="bn-IN"/>
        </w:rPr>
        <w:t>ইসলাম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মুসলমান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পুরুষ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সুস্থ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মানসিকতা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মস্তিস্ক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চক্ষু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কর্ণের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হোক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দর্শন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06" w:name="_Toc439886146"/>
      <w:bookmarkStart w:id="107" w:name="_Toc440447906"/>
      <w:r w:rsidRPr="001D3E59">
        <w:rPr>
          <w:rFonts w:hint="cs"/>
          <w:cs/>
          <w:lang w:bidi="bn-IN"/>
        </w:rPr>
        <w:lastRenderedPageBreak/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পারিবারিক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বন্ধনকে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দৃঢ়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bookmarkEnd w:id="106"/>
      <w:bookmarkEnd w:id="107"/>
      <w:r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প্রশান্তি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পারস্পরিক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বিশ্বাস</w:t>
      </w:r>
      <w:r w:rsidRPr="001D3E59">
        <w:t xml:space="preserve">, </w:t>
      </w:r>
      <w:r w:rsidRPr="001D3E59">
        <w:rPr>
          <w:rFonts w:hint="cs"/>
          <w:cs/>
          <w:lang w:bidi="bn-IN"/>
        </w:rPr>
        <w:t>আন্তরিকতা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ভালবাসার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নিশ্চয়তা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বিধায়ক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পুরুষ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উভয়ে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গণ্ডিতে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মিটিয়ে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বিবাহের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এগিয়ে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বিবাহের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ঐশ্বরিক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নিগূঢ়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উঠে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সুন্দর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সুখময়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পক্ষান্তরে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বন্ধনহীন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বন্ধনকে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দুর্বল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ভিত্তি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শত্রুতা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ঘৃণার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প্রতিষ্ঠিত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সাধারণত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বন্ধন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দীর্ঘস্থায়ী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জীবন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ভিত্তি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উঠেছিল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চাহিদা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পাল্টিয়ে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নতরূপ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রংয়ে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সজ্জিত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অশান্তি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সম্পর্কের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অবনতি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অশালীন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আচরণ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প্রভৃতি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সমস্যা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</w:t>
      </w:r>
      <w:r w:rsidRPr="001D3E59">
        <w:t xml:space="preserve">;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ফলশ্রুতিতে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তালাকের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বিচ্ছেদ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ছড়িয়ে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ছিটিয়ে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এদিক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ওদিকে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আদর্শে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ওঠার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মোটেই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উপযুক্ত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দুঃশ্চরিত্র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বাঁধ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সরূপ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যুবকরা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বিবাহের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ধাবিত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যুবকদের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বিবাহ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দূরে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অজুহাতে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চাহিদা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পূরণ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খোলাই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আছে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বিবাহের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t xml:space="preserve">?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অন্যান্য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আদেশ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নিষেধ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পুঙ্ক্ষানুপুঙ্খভাবে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মেনে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স্ত্রী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গভীবভাবে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ভালবেসে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কিন্তু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উলঙ্গপনা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বেহায়াপনার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বাজারে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পরিপূর্ণভাবে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পণ্যের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ব্যবহৃত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lastRenderedPageBreak/>
        <w:t>বিবাহ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নামক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বন্ধনটির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মূল্যই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মাকড়সার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জালের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দ্রুত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ধ্বংস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অভিভাবকহীন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৩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হিজাব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রোধ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পর্দাহীনতার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কষ্টদায়ক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অশ্লীলতা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ব্যভিচার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জন্মগ্রহণ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প্রমাণ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চোখের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বিশ্ব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দৃশ্যমান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ব্যভিচারের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জন্মগ্রহণকারী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সন্তানরাই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নিকৃষ্টতম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জড়িত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জঘন্য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অপরাধ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কয়েকটি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খবরের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আপনাদের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করছি</w:t>
      </w:r>
      <w:r w:rsidRPr="001D3E59">
        <w:rPr>
          <w:cs/>
          <w:lang w:bidi="bn-IN"/>
        </w:rPr>
        <w:t xml:space="preserve"> : </w:t>
      </w:r>
    </w:p>
    <w:p w:rsidR="001D3E59" w:rsidRDefault="001D3E59" w:rsidP="001D3E59">
      <w:pPr>
        <w:pStyle w:val="libNormal"/>
        <w:rPr>
          <w:rStyle w:val="libFootnotenumChar"/>
          <w:lang w:bidi="bn-IN"/>
        </w:rPr>
      </w:pPr>
      <w:r w:rsidRPr="001D3E59">
        <w:rPr>
          <w:rFonts w:hint="cs"/>
          <w:cs/>
          <w:lang w:bidi="bn-IN"/>
        </w:rPr>
        <w:t>ইংল্যাণ্ডে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বছরের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শেষের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জন্মগ্রহণকারী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৩১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শতাংশের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পিতা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জানা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অধিকাংশ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ভেঙ্গে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অর্থাৎ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তালাক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ভুমিষ্ট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সংখ্যা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১৭০</w:t>
      </w:r>
      <w:r w:rsidRPr="001D3E59">
        <w:rPr>
          <w:rStyle w:val="libFootnotenumChar"/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সি</w:t>
      </w:r>
      <w:r w:rsidRPr="001D3E59">
        <w:t>,</w:t>
      </w:r>
      <w:r w:rsidRPr="001D3E59">
        <w:rPr>
          <w:rFonts w:hint="cs"/>
          <w:cs/>
          <w:lang w:bidi="bn-IN"/>
        </w:rPr>
        <w:t>এন</w:t>
      </w:r>
      <w:r w:rsidRPr="001D3E59">
        <w:t>,</w:t>
      </w:r>
      <w:r w:rsidRPr="001D3E59">
        <w:rPr>
          <w:rFonts w:hint="cs"/>
          <w:cs/>
          <w:lang w:bidi="bn-IN"/>
        </w:rPr>
        <w:t>এন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সংবাদ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আমেরিকার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৫০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শতাংশই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পিতা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সম্পকের্র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জন্মগ্রহণ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করেছিল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পিতা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মাতার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বিচ্ছেদের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ফলশ্রুতিতে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অভিভাবকহীন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জীবন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যাপন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শিশুর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সংখ্যা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rStyle w:val="libFootnotenumChar"/>
          <w:rFonts w:hint="cs"/>
          <w:cs/>
          <w:lang w:bidi="bn-IN"/>
        </w:rPr>
        <w:t>১৭১</w:t>
      </w:r>
      <w:r w:rsidRPr="001D3E59"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  <w:r w:rsidRPr="001D3E59">
        <w:rPr>
          <w:rFonts w:hint="cs"/>
          <w:cs/>
          <w:lang w:bidi="bn-IN"/>
        </w:rPr>
        <w:t>সীমাহীন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পরিণতিতেই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পাশ্চাত্যে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এতসব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অপরাধ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সংঘঠিত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t xml:space="preserve">? </w:t>
      </w:r>
      <w:r w:rsidRPr="001D3E59">
        <w:rPr>
          <w:rFonts w:hint="cs"/>
          <w:cs/>
          <w:lang w:bidi="bn-IN"/>
        </w:rPr>
        <w:t>অবশ্যই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মুসলমানদের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হুশিয়ার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শিরক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কুফরী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মাখানো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কথায়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বিভ্রান্ত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কথায়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একাত্মতা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ঘোষণা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অপেক্ষায়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কঠিন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পরিণতি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08" w:name="_Toc439886147"/>
      <w:bookmarkStart w:id="109" w:name="_Toc440447907"/>
      <w:r w:rsidRPr="001D3E59">
        <w:rPr>
          <w:rFonts w:hint="cs"/>
          <w:cs/>
          <w:lang w:bidi="bn-IN"/>
        </w:rPr>
        <w:lastRenderedPageBreak/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সতীত্বের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উন্নতি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টিকে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নির্ভরশীল</w:t>
      </w:r>
      <w:bookmarkEnd w:id="108"/>
      <w:bookmarkEnd w:id="109"/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চাহিদা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ইতস্তত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বিক্ষিপ্তভাবে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পূরণ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প্রত্যেকের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সীমাবদ্ধ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নোংরা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পরিবেশে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রূপান্তরিত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রক্ষা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সুষ্ঠু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পরিবেশ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গড়ার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উপযুক্তভাবে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সাহায্য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কর্মক্ষম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শক্তিকে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সর্বোত্তমভাবে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বিচরণ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দুর্বল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ঈমান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দুর্বলচেতা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নিষ্ক্রিয়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ফেলে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জ্ঞানার্জন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অন্যান্য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ক্ষেত্রগুলোতে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ব্যর্থ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সামাজিক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কর্মকান্ড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ব্যাহত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শয়তান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চরিত্রের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কর্মক্ষেত্র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শিক্ষা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প্রতিষ্ঠানে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সবসময়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বিচরণ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লক্ষ্যচ্যুত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সামাজিক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উন্নতির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ব্যাঘাত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নীতিশাস্ত্রবিদগণ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বিশেষজ্ঞের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গবেষণা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অনুযায়ী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সকল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স্কুল</w:t>
      </w:r>
      <w:r w:rsidRPr="001D3E59">
        <w:t xml:space="preserve">, </w:t>
      </w:r>
      <w:r w:rsidRPr="001D3E59">
        <w:rPr>
          <w:rFonts w:hint="cs"/>
          <w:cs/>
          <w:lang w:bidi="bn-IN"/>
        </w:rPr>
        <w:t>কলেজ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বিশ্ব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বিদ্যালয়ে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ছেলে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মেয়ে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সঙ্গে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লেখা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অফিস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সঙ্গে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স্থানে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লেখা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উচ্ছৃংলতাই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ফাঁকি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ফেল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লেখা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দায়িত্বহীনতার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ঘটনাগুলো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চোখে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10" w:name="_Toc439886148"/>
      <w:bookmarkStart w:id="111" w:name="_Toc440447908"/>
      <w:r w:rsidRPr="001D3E59">
        <w:rPr>
          <w:rFonts w:hint="cs"/>
          <w:cs/>
          <w:lang w:bidi="bn-IN"/>
        </w:rPr>
        <w:lastRenderedPageBreak/>
        <w:t>অর্থনৈতিক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bookmarkEnd w:id="110"/>
      <w:bookmarkEnd w:id="111"/>
      <w:r w:rsidRPr="001D3E59"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কার্য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পরিহিত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অবস্থায়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খুব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আকৃষ্ট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আকৃষ্ট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চিন্তাকে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আকৃষ্ট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বিঘ্ন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সুষ্ঠুভাবে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অফিস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আদালতে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সম্ভ্রম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রক্ষা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তেমনিভাবে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একনিষ্ঠতা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একনিষ্ঠতা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উৎপাদনের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দেশের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সমস্যার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সমাধান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কর্মক্ষেত্রে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হরেক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রকমের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উত্তেজনাকর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চলাফেরা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হাজার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জোড়া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লোলুপ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আকৃষ্ট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নিম্নরূপ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খারাপ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যথা</w:t>
      </w:r>
      <w:r w:rsidRPr="001D3E59">
        <w:rPr>
          <w:cs/>
          <w:lang w:bidi="bn-IN"/>
        </w:rPr>
        <w:t xml:space="preserve"> :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ক</w:t>
      </w:r>
      <w:r w:rsidRPr="001D3E59">
        <w:rPr>
          <w:cs/>
          <w:lang w:bidi="bn-IN"/>
        </w:rPr>
        <w:t xml:space="preserve">)-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মনোবৃত্তির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পরিচয়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ব্যাঘাত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প্রতিষ্ঠানে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উপস্থিতি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দুর্বল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ঈমান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চরিত্রের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কলুষিত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একনিষ্ঠতা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হরাস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ফলশ্রুতিতে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উৎপাদন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উৎপাদিত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পণ্যের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গুণগত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নিম্নে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খ</w:t>
      </w:r>
      <w:r w:rsidRPr="001D3E59">
        <w:rPr>
          <w:cs/>
          <w:lang w:bidi="bn-IN"/>
        </w:rPr>
        <w:t xml:space="preserve">)- </w:t>
      </w:r>
      <w:r w:rsidRPr="001D3E59">
        <w:rPr>
          <w:rFonts w:hint="cs"/>
          <w:cs/>
          <w:lang w:bidi="bn-IN"/>
        </w:rPr>
        <w:t>উচ্ছৃঙ্খলতার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অনাচারের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দ্রুত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সম্পাদিত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হওয়ার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বাধা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দাঁড়ায়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মিনগণ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পাপে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লিপ্ত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দূরে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আল্লাহ্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রাজি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খুশি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নিমিত্তে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আঞ্জাম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সাহায্য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দূরে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lastRenderedPageBreak/>
        <w:t>গ</w:t>
      </w:r>
      <w:r w:rsidRPr="001D3E59">
        <w:rPr>
          <w:cs/>
          <w:lang w:bidi="bn-IN"/>
        </w:rPr>
        <w:t xml:space="preserve">)- </w:t>
      </w:r>
      <w:r w:rsidRPr="001D3E59">
        <w:rPr>
          <w:rFonts w:hint="cs"/>
          <w:cs/>
          <w:lang w:bidi="bn-IN"/>
        </w:rPr>
        <w:t>অস্ত্র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সস্ত্র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শক্তি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রাষ্ট্রের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ক্ষমতার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উৎস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রাষ্ট্রের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জনগণ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অতিরিক্ত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চাপের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রাষ্ট্রের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অসন্তুষ্টি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অনাস্থা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বাড়তেই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সরকারের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পতনও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ঘ</w:t>
      </w:r>
      <w:r w:rsidRPr="001D3E59">
        <w:rPr>
          <w:cs/>
          <w:lang w:bidi="bn-IN"/>
        </w:rPr>
        <w:t xml:space="preserve">)-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সাধারণতঃ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উন্নতিতে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ভূমিকা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খেলার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উপকরণ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তেমন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আগ্রহ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ফলশ্রুতিতে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তালাকের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ক্রমশই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বাড়তে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ভেঙ্গে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তছনছ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অভিভাবকহীন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12" w:name="_Toc439886149"/>
      <w:bookmarkStart w:id="113" w:name="_Toc440447909"/>
      <w:r w:rsidRPr="001D3E59">
        <w:rPr>
          <w:rFonts w:hint="cs"/>
          <w:cs/>
          <w:lang w:bidi="bn-IN"/>
        </w:rPr>
        <w:lastRenderedPageBreak/>
        <w:t>রাজনৈতিক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bookmarkEnd w:id="112"/>
      <w:bookmarkEnd w:id="113"/>
      <w:r w:rsidRPr="001D3E59"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বিশ্ব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অত্যাচারী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লুটেরার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কখনই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হত্যা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সন্ত্রাস</w:t>
      </w:r>
      <w:r w:rsidRPr="001D3E59">
        <w:t xml:space="preserve">, </w:t>
      </w:r>
      <w:r w:rsidRPr="001D3E59">
        <w:rPr>
          <w:rFonts w:hint="cs"/>
          <w:cs/>
          <w:lang w:bidi="bn-IN"/>
        </w:rPr>
        <w:t>ভীতি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প্রদর্শন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ইত্যাদির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জাতিকে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অধীনে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শুধুমাত্র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অনাচার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অপসংস্কৃতি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অশ্লীলতার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প্রচারের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সফল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সভ্যতার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উলঙ্গ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অসৎ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উদ্দেশ্যে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পৌঁছিয়ে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শুধুমাত্র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মুসলিম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পরিপূর্ণ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নিরাশ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বর্তমান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বিশ্বেও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অসৎ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পথেই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শত্রুপক্ষ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ধ্বংস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প্রকৃতপক্ষে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পরিপূর্ণ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তাকওয়া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পরিশুদ্ধ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শত্রুদের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বেশী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ফারানতিস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ফানুন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আলজিরিয়ার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বিপ্লবকে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বিজ্ঞানের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দৃষ্টিতে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পর্যালোচনা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বলেছে</w:t>
      </w:r>
      <w:r w:rsidRPr="001D3E59">
        <w:rPr>
          <w:cs/>
          <w:lang w:bidi="bn-IN"/>
        </w:rPr>
        <w:t xml:space="preserve"> : </w:t>
      </w:r>
      <w:r w:rsidRPr="001D3E59">
        <w:rPr>
          <w:rFonts w:hint="cs"/>
          <w:cs/>
          <w:lang w:bidi="bn-IN"/>
        </w:rPr>
        <w:t>উপনিবেশবাদী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বিজ্ঞানীদের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পরামর্শ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মুঠোয়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কিছুই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টানে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হাতের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মুঠোয়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14" w:name="_Toc439886150"/>
      <w:bookmarkStart w:id="115" w:name="_Toc440447910"/>
      <w:r w:rsidRPr="001D3E59">
        <w:rPr>
          <w:rFonts w:hint="cs"/>
          <w:cs/>
          <w:lang w:bidi="bn-IN"/>
        </w:rPr>
        <w:lastRenderedPageBreak/>
        <w:t>হিজাবের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bookmarkEnd w:id="114"/>
      <w:bookmarkEnd w:id="115"/>
      <w:r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ব্যবস্থা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মূল্যবান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তুলে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সংরক্ষণ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সহজাতভাবেই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শক্তি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স্বভাবগত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ভাবেই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চিন্তাশক্তিকে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লাগিয়ে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বুঝে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শারীরিক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শক্তি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গড়নের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আয়ত্তে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দেহবলে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t xml:space="preserve">, </w:t>
      </w:r>
      <w:r w:rsidRPr="001D3E59">
        <w:rPr>
          <w:rFonts w:hint="cs"/>
          <w:cs/>
          <w:lang w:bidi="bn-IN"/>
        </w:rPr>
        <w:t>বরং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বুঝে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দিয়েছে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অর্থাৎ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প্রেমিক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প্রেমিকা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হিসেবে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সূত্র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লজ্জাশীলা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পর্দানশিন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চেয়ে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রূপে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আয়ত্তে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উম্মুক্ত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তুলে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বিরত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গাম্ভীর্য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ব্যক্তিত্বের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পরিচয়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ততই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লাভের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সঠিকভাবে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দুশ্চরিত্র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খুব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সহজেই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চাওয়া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পাওয়ায়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পৌঁছে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বিয়ের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প্রস্তাব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যাওয়ার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দেন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মোহর</w:t>
      </w:r>
      <w:r w:rsidRPr="001D3E59">
        <w:t xml:space="preserve">, </w:t>
      </w:r>
      <w:r w:rsidRPr="001D3E59">
        <w:rPr>
          <w:rFonts w:hint="cs"/>
          <w:cs/>
          <w:lang w:bidi="bn-IN"/>
        </w:rPr>
        <w:t>ভরণপোষণ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আষাক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দেয়ারও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ঝামেলাও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t xml:space="preserve">,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সন্তান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দেখাশোনা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দাসী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চাইবে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স্ত্রীকে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স্বাধীন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ভাবে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অবৈধ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মেলা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মেশার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প্রতিবন্ধক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চিন্তা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স্ত্রী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ছোট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কখনোই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স্ত্রীকে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আগ্রহী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জীবন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নিকৃষ্টতম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সুতরাং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প্রিয়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তোলে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বেপর্দা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অপ্রিয়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তুচ্ছ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ফেলে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lastRenderedPageBreak/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নগ্ন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উম্মুক্ত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শরীরে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দেখতে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সেখানে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খুবই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স্বাভাবিক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দিনের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 xml:space="preserve">- </w:t>
      </w:r>
      <w:r w:rsidRPr="001D3E59">
        <w:rPr>
          <w:rFonts w:hint="cs"/>
          <w:cs/>
          <w:lang w:bidi="bn-IN"/>
        </w:rPr>
        <w:t>সজ্জা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উম্মুক্ত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প্রবণতা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পণ্যের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বিজ্ঞাপনে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অভ্যর্থনা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কক্ষে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বসিয়ে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পর্যটকদের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হিসেবে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তখন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পুতুলের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বিক্রয়যোগ্য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পণ্যের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নেমে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মানবিক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মূল্য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ভুলে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শারীরিক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সৌন্দর্য্য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যৌবন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অহংকার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প্রক্রিয়াতেই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ওঠে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যৌন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চাহিদা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পূরণের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উপকরণ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নষ্ট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হাতিয়ার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পক্ষে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সম্ভব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চরিত্র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জ্ঞান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বৈশিষ্ট্যের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পরিচয়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তুলে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বৈশিষ্ট্যের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মানবতার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সর্বোচ্চ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পর্যায়ে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উন্নীত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করবে</w:t>
      </w:r>
      <w:r w:rsidRPr="001D3E59">
        <w:t xml:space="preserve">?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সত্যই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দুঃখের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পশ্চিমা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অনুসরণকারী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দেশগুলোতে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ইরানে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বিপ্লবের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এখানেও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নারীদেরকেই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মর্যাদা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সামাজিকভাবে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মূল্যায়ন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ছিল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অসৎ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চরিত্রের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কণ্ঠ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চলচ্চিত্র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শিল্পী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হিসেবে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পরিচয়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তুলে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হতো</w:t>
      </w:r>
      <w:r w:rsidRPr="001D3E59">
        <w:t xml:space="preserve">, </w:t>
      </w:r>
      <w:r w:rsidRPr="001D3E59">
        <w:rPr>
          <w:rFonts w:hint="cs"/>
          <w:cs/>
          <w:lang w:bidi="bn-IN"/>
        </w:rPr>
        <w:t>এমনকি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ব্যবস্থা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আগমনে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শুভেচ্ছা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স্বাগতম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হতো</w:t>
      </w:r>
      <w:r w:rsidRPr="001D3E59">
        <w:rPr>
          <w:cs/>
          <w:lang w:bidi="bn-IN"/>
        </w:rPr>
        <w:t xml:space="preserve">!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আল্লাহর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শুকরিয়া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সেই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জঘন্য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কর্মকাণ্ড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ইরানের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পবিত্র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ভূ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খণ্ড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তিনি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তুলে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নিয়েছেন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ব্যক্তি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পরিচয়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ফিরে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নিজেদেরকে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আবৃত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ঠিকই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কিন্তু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কোণে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বরং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সমাজের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গুরুত্বপূর্ণ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ক্ষেত্রসমূহে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ভূমিকা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রাখছেন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এমনকি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অবস্থাতেই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যুদ্ধের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ময়দানে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ভূমিকা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পালন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C6693F" w:rsidRDefault="001D3E59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D3E59" w:rsidRDefault="001D3E59" w:rsidP="001D3E59">
      <w:pPr>
        <w:pStyle w:val="Heading2Center"/>
        <w:rPr>
          <w:lang w:bidi="bn-IN"/>
        </w:rPr>
      </w:pPr>
      <w:bookmarkStart w:id="116" w:name="_Toc439886151"/>
      <w:bookmarkStart w:id="117" w:name="_Toc440447911"/>
      <w:r w:rsidRPr="001D3E59">
        <w:rPr>
          <w:rFonts w:hint="cs"/>
          <w:cs/>
          <w:lang w:bidi="bn-IN"/>
        </w:rPr>
        <w:lastRenderedPageBreak/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ফ্যাশান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প্রীতি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অপচয়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ভোগবাদী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রোধ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bookmarkEnd w:id="116"/>
      <w:bookmarkEnd w:id="117"/>
      <w:r>
        <w:rPr>
          <w:cs/>
          <w:lang w:bidi="bn-IN"/>
        </w:rPr>
        <w:t xml:space="preserve"> </w:t>
      </w:r>
    </w:p>
    <w:p w:rsidR="001D3E59" w:rsidRDefault="001D3E59" w:rsidP="001D3E59">
      <w:pPr>
        <w:pStyle w:val="libNormal"/>
        <w:rPr>
          <w:lang w:bidi="bn-IN"/>
        </w:rPr>
      </w:pP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সাম্রাজ্যবাদীরা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পণ্যের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বাজার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গরম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কৌশল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অবলম্বন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জিনিসপত্র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তৈরী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বাজারে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পেরণ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পদ্ধতি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প্রয়োগের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ক্রেতা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বিশাল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মুনাফা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অর্জনের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চেষ্টা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চালায়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বাজারে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নতুন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জিনিস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আসা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মাত্রই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ব্যস্ত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পুরাতন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মডেলটি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তথাপিও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জিনিস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পত্রের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বৈচিত্র্য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পছন্দের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স্বভাবগত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আল্লাহ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সুবহানাহু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rFonts w:hint="eastAsia"/>
        </w:rPr>
        <w:t>’</w:t>
      </w:r>
      <w:r w:rsidRPr="001D3E59">
        <w:rPr>
          <w:rFonts w:hint="cs"/>
          <w:cs/>
          <w:lang w:bidi="bn-IN"/>
        </w:rPr>
        <w:t>য়ালা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প্রতিটি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সৃষ্টি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করেছেন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কিন্তু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সাম্রাজ্যবাদী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আন্তর্জাতিক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মুনাফা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লোভী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গোষ্ঠী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প্রকৃতিগত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বৈশিষ্ট্যের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মুনাফা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লুটছে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মানুষের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শ্রেণীর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অতিমাত্রায়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ফ্যাশান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প্রীতি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ভোগবাদী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বিস্তার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ঘটিয়ে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ব্যাপক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পরিমানে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মুনাফা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হাতিয়ে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পর্দা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চাদরের</w:t>
      </w:r>
      <w:r w:rsidRPr="001D3E59">
        <w:rPr>
          <w:cs/>
          <w:lang w:bidi="bn-IN"/>
        </w:rPr>
        <w:t xml:space="preserve"> (</w:t>
      </w:r>
      <w:r w:rsidRPr="001D3E59">
        <w:rPr>
          <w:rFonts w:hint="cs"/>
          <w:cs/>
          <w:lang w:bidi="bn-IN"/>
        </w:rPr>
        <w:t>বোরখা</w:t>
      </w:r>
      <w:r w:rsidRPr="001D3E59">
        <w:rPr>
          <w:cs/>
          <w:lang w:bidi="bn-IN"/>
        </w:rPr>
        <w:t xml:space="preserve">) </w:t>
      </w:r>
      <w:r w:rsidRPr="001D3E59">
        <w:rPr>
          <w:rFonts w:hint="cs"/>
          <w:cs/>
          <w:lang w:bidi="bn-IN"/>
        </w:rPr>
        <w:t>একটি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হচ্ছে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t xml:space="preserve">, </w:t>
      </w:r>
      <w:r w:rsidRPr="001D3E59">
        <w:rPr>
          <w:rFonts w:hint="cs"/>
          <w:cs/>
          <w:lang w:bidi="bn-IN"/>
        </w:rPr>
        <w:t>ভোগবাদী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সংস্কৃতি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রোধ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সাথে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রঙ্গিন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বাজারকেও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স্লান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সাহায্য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বিভিন্নভাবে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সাম্রাজ্যবাদীরা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আঘাত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হানার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চেষ্টা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চালায়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পর্দার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কঠিন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বাঁধকে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ধ্বংস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বিভিন্নরূপ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অপকৌশল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মডেলের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প্রস্তুতকারকদের</w:t>
      </w:r>
      <w:r w:rsidRPr="001D3E59">
        <w:t xml:space="preserve">, </w:t>
      </w:r>
      <w:r w:rsidRPr="001D3E59">
        <w:rPr>
          <w:rFonts w:hint="cs"/>
          <w:cs/>
          <w:lang w:bidi="bn-IN"/>
        </w:rPr>
        <w:t>অলংকার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প্রসাধন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সামগ্রী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প্রস্তুতকারকদের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কারখানার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চাকা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সচল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মাধ্যমেই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মিলিয়ন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মিলিয়ন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সাম্রাজ্যবাদীরা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শোষণ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সুযোগ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মিটাতে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সক্ষম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D3E59" w:rsidRPr="001D3E59" w:rsidRDefault="001D3E59" w:rsidP="001D3E59">
      <w:pPr>
        <w:pStyle w:val="libNormal"/>
      </w:pP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প্রকৃতপক্ষে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ঐ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সমস্ত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ব্যবহার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হ্রাস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ক্ষতির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কারণও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কেননা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মুসলমান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যেহেতু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হিজাব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পরিধান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বিভিন্ন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মডেলের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lastRenderedPageBreak/>
        <w:t>নিজেকে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প্রকাশ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পুরুষকে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আকর্ষণ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পুতুলের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বাইরে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আবার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অর্থনৈতিক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অবস্থার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নজর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পরিবারে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স্ত্রীর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সম্পর্ককে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উষ্ণ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আন্তরিকতাকে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দৃঢ়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রাখে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</w:p>
    <w:p w:rsidR="0015407B" w:rsidRDefault="001D3E59" w:rsidP="001D3E59">
      <w:pPr>
        <w:pStyle w:val="libNormal"/>
        <w:rPr>
          <w:cs/>
          <w:lang w:bidi="bn-IN"/>
        </w:rPr>
      </w:pPr>
      <w:r w:rsidRPr="001D3E59">
        <w:rPr>
          <w:rFonts w:hint="cs"/>
          <w:cs/>
          <w:lang w:bidi="bn-IN"/>
        </w:rPr>
        <w:t>কিন্তু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পশ্চিমা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দেশগুলোর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অবশ্যই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চালানো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প্রয়োজন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হরেক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রকমের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কিনে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ফলশ্রুতিতে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সংসার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চালানোর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জোগাড়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অধিক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পড়ে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ফলে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মানসিক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চাপও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বৃদ্ধি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ক্রমেই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মধ্যে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আন্তরিকতা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ভালবাসা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লোপ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পেতে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যদি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ধরনের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নারীরা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উপার্জনক্ষম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তবে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অর্থ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বন্ধু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বান্ধবীদের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নিয়ে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হোটেল</w:t>
      </w:r>
      <w:r w:rsidRPr="001D3E59">
        <w:t xml:space="preserve">, </w:t>
      </w:r>
      <w:r w:rsidRPr="001D3E59">
        <w:rPr>
          <w:rFonts w:hint="cs"/>
          <w:cs/>
          <w:lang w:bidi="bn-IN"/>
        </w:rPr>
        <w:t>পিকনিক</w:t>
      </w:r>
      <w:r w:rsidRPr="001D3E59">
        <w:t xml:space="preserve">, </w:t>
      </w:r>
      <w:r w:rsidRPr="001D3E59">
        <w:rPr>
          <w:rFonts w:hint="cs"/>
          <w:cs/>
          <w:lang w:bidi="bn-IN"/>
        </w:rPr>
        <w:t>চাকচিক্যময়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ক্রয়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বিলাসিতায়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ব্যয়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থাকে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অবশ্য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স্বামীর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জন্য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সুন্দর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পোশাক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পরিধান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সাজ</w:t>
      </w:r>
      <w:r w:rsidRPr="001D3E59">
        <w:rPr>
          <w:cs/>
          <w:lang w:bidi="bn-IN"/>
        </w:rPr>
        <w:t>-</w:t>
      </w:r>
      <w:r w:rsidRPr="001D3E59">
        <w:rPr>
          <w:rFonts w:hint="cs"/>
          <w:cs/>
          <w:lang w:bidi="bn-IN"/>
        </w:rPr>
        <w:t>সজ্জা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করাটা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অতি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উত্তম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কাজ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এবং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ইসলাম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এটা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করতে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বিশেষ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তাগিদও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দিয়েছে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এ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বিষয়ে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আমরা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আগেই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আলোচনা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bn-IN"/>
        </w:rPr>
        <w:t>করেছি</w:t>
      </w:r>
      <w:r w:rsidRPr="001D3E59">
        <w:rPr>
          <w:cs/>
          <w:lang w:bidi="bn-IN"/>
        </w:rPr>
        <w:t xml:space="preserve"> </w:t>
      </w:r>
      <w:r w:rsidRPr="001D3E59">
        <w:rPr>
          <w:rFonts w:hint="cs"/>
          <w:cs/>
          <w:lang w:bidi="hi-IN"/>
        </w:rPr>
        <w:t>।</w:t>
      </w:r>
    </w:p>
    <w:p w:rsidR="0015407B" w:rsidRPr="00C6693F" w:rsidRDefault="0015407B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5A2C80" w:rsidRDefault="00FE4106" w:rsidP="0015407B">
      <w:pPr>
        <w:pStyle w:val="Heading1Center"/>
      </w:pPr>
      <w:bookmarkStart w:id="118" w:name="_Toc439886152"/>
      <w:bookmarkStart w:id="119" w:name="_Toc440447912"/>
      <w:r w:rsidRPr="005A2C80">
        <w:rPr>
          <w:cs/>
          <w:lang w:bidi="bn-IN"/>
        </w:rPr>
        <w:lastRenderedPageBreak/>
        <w:t>হিজাব বিরোধীদের বক্তব্য</w:t>
      </w:r>
      <w:bookmarkEnd w:id="118"/>
      <w:bookmarkEnd w:id="119"/>
    </w:p>
    <w:p w:rsidR="0015407B" w:rsidRDefault="0015407B" w:rsidP="00FE4106">
      <w:pPr>
        <w:pStyle w:val="libNormal"/>
        <w:rPr>
          <w:lang w:bidi="bn-IN"/>
        </w:rPr>
      </w:pP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বিরোধীদের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বক্তব্য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এখানে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সম্পর্কে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বিরোধীদের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কিছু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সংক্ষেপে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আলোচনা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করবো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ইনশাআল্লাহ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প্রথম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সবাই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সাধারণত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কথাটা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6445C3">
        <w:rPr>
          <w:rStyle w:val="libAlaemChar"/>
        </w:rPr>
        <w:t>‘</w:t>
      </w:r>
      <w:r w:rsidRPr="0015407B">
        <w:rPr>
          <w:rFonts w:hint="cs"/>
          <w:cs/>
          <w:lang w:bidi="bn-IN"/>
        </w:rPr>
        <w:t>নারীরা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অর্ধেক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অংশ</w:t>
      </w:r>
      <w:r w:rsidRPr="0015407B">
        <w:t xml:space="preserve">, </w:t>
      </w:r>
      <w:r w:rsidRPr="0015407B">
        <w:rPr>
          <w:rFonts w:hint="cs"/>
          <w:cs/>
          <w:lang w:bidi="bn-IN"/>
        </w:rPr>
        <w:t>তাই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মধ্যে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ঘরকুনো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কোণঠাসা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চিন্তাগত</w:t>
      </w:r>
      <w:r w:rsidRPr="0015407B">
        <w:t xml:space="preserve">, </w:t>
      </w:r>
      <w:r w:rsidRPr="0015407B">
        <w:rPr>
          <w:rFonts w:hint="cs"/>
          <w:cs/>
          <w:lang w:bidi="bn-IN"/>
        </w:rPr>
        <w:t>সাংস্কৃতিক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পিছনে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বর্তমানে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যেহেতু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বিশ্ব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সাবলম্বিতার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ক্রমশ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অগ্রসর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অনেক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মানুষের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শ্রম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ভূমিকা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প্রয়োজন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ক্ষেত্রে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শ্রম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উপকৃত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হওয়া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সম্ভব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সাংস্কৃতিক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সামাজিক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ক্ষেত্রেও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ভূমিকা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শুধুমাত্র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ভোক্তা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হিসেবে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বিদ্যমান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উৎপাদনে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কোনরূপ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ভূমিকা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রাখে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Default="0015407B" w:rsidP="0015407B">
      <w:pPr>
        <w:pStyle w:val="libBold1"/>
        <w:rPr>
          <w:lang w:bidi="bn-IN"/>
        </w:rPr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বিপক্ষে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যারা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সূত্রের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ভিত্তিতে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হিসাব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কয়েকটি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বিশেষ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বিষয়ে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বেখবর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অথবা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জানার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কেননা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প্রথমত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ইসলামী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ঘরকুনো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কোণঠাসা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দেয়</w:t>
      </w:r>
      <w:r w:rsidRPr="0015407B">
        <w:t xml:space="preserve">? </w:t>
      </w:r>
      <w:r w:rsidRPr="0015407B">
        <w:rPr>
          <w:rFonts w:hint="cs"/>
          <w:cs/>
          <w:lang w:bidi="bn-IN"/>
        </w:rPr>
        <w:t>যদি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অতীতকালে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সামনে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প্রশ্ন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হতো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উত্তর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দেয়ার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যথেষ্ট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পরিশ্রম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করতাম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কিন্তু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ইরানে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ইসলামী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বিপ্লব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কায়েম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হওয়ার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কষ্ট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উত্তর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দেয়ার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প্রয়োজন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কেননা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নিজের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চোখে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নারীদেরকে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দেখছি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অবস্থাতেই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প্রতিটি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ক্ষেত্রে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ভূমিকা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পালন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যেমন</w:t>
      </w:r>
      <w:r w:rsidRPr="0015407B">
        <w:rPr>
          <w:cs/>
          <w:lang w:bidi="bn-IN"/>
        </w:rPr>
        <w:t xml:space="preserve"> : </w:t>
      </w:r>
      <w:r w:rsidRPr="0015407B">
        <w:rPr>
          <w:rFonts w:hint="cs"/>
          <w:cs/>
          <w:lang w:bidi="bn-IN"/>
        </w:rPr>
        <w:t>অফিস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আদালতে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কল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কারখানাতে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ধর্মীয়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অনুষ্ঠানাদি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রাজনৈতিক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মিছিলে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রেডিও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টেলিভিশনে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হসপিটালগুলোতে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ডাক্তার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নার্স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হিসেবে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বিশেষ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যুদ্ধাহতদের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সেবায়</w:t>
      </w:r>
      <w:r w:rsidRPr="0015407B">
        <w:t xml:space="preserve">, </w:t>
      </w:r>
      <w:r w:rsidRPr="0015407B">
        <w:rPr>
          <w:rFonts w:hint="cs"/>
          <w:cs/>
          <w:lang w:bidi="bn-IN"/>
        </w:rPr>
        <w:t>স্কুল</w:t>
      </w:r>
      <w:r w:rsidRPr="0015407B">
        <w:t xml:space="preserve">, </w:t>
      </w:r>
      <w:r w:rsidRPr="0015407B">
        <w:rPr>
          <w:rFonts w:hint="cs"/>
          <w:cs/>
          <w:lang w:bidi="bn-IN"/>
        </w:rPr>
        <w:t>কলেজ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ইউনিভার্সিটিতে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এমনকি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যুদ্ধ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ক্ষেত্রেও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lastRenderedPageBreak/>
        <w:t>পরিশেষে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ইসলামী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প্রজাতন্ত্র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ইরানের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বর্তমান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অবস্থা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ধরনের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উত্থাপনকারীদের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দাঁত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ভাঙ্গা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পূর্বে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হওয়া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সম্ভব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আলোচনা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করতাম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বাস্তবে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রূপ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নিয়েছে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দার্শনিকগণ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বলেছেন</w:t>
      </w:r>
      <w:r w:rsidRPr="0015407B">
        <w:rPr>
          <w:cs/>
          <w:lang w:bidi="bn-IN"/>
        </w:rPr>
        <w:t xml:space="preserve"> :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বিষয়ের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সম্ভাবনার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উপযুক্ত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দলিল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বাস্তবে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রূপ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লাভ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চোখে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দেখা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বুঝানোর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প্রয়োজন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দ্বিতীয়ত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প্রথম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যুক্তি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ছাড়াও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প্রশ্ন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পরিবারের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সুষ্ঠ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পরিচালনা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প্রতিভাবান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সন্তান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তৈরী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অর্থাৎ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সন্তান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আগামীতে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মস্তিস্ক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বাহুর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শক্তি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তুলবে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সঠিক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প্রশিক্ষণে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প্রশিক্ষিত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নয়</w:t>
      </w:r>
      <w:r w:rsidRPr="0015407B">
        <w:t xml:space="preserve">? </w:t>
      </w:r>
      <w:r w:rsidRPr="0015407B">
        <w:rPr>
          <w:rFonts w:hint="cs"/>
          <w:cs/>
          <w:lang w:bidi="bn-IN"/>
        </w:rPr>
        <w:t>যারা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মহান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কর্মকে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ইতিবাচক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কর্ম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পরিবারের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প্রকৃত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দর্শন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উপযুক্ত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গঠনে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প্রকৃত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ভূমিকা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সম্পর্কে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জ্ঞানই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রাখে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প্রকৃত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পথ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এটাই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পুরুষরা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পশ্চিমা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দেশগুলোর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প্রত্যহ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সকালে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অফিসে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যাওয়ার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উদ্দেশ্যে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গৃহ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ত্যাগ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শিশুদেরকে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শিশু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লালন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পালন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কেন্দ্রে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রেখে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আসবে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অথবা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ঘরে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রেখেই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ঘরের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দরজা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বাইরে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তালা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শিশুরা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জীবনের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তিক্ত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স্বাদ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আস্বাদন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অথচ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উপযুক্ত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ভালবাসা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পেয়ে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বেড়ে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ওঠার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কথা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ধরনের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চিন্তার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ব্যক্তিরা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বিষয়ে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সম্পূর্ণ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উদাসীন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এতে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ঐ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শিশুদের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অত্যন্তনেতিবাচক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প্রভাব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ভালবাসাহীন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হৃদয়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বেড়ে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ওঠে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অতিব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ক্ষতিকারক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দ্বিতীয়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পর্দা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ধরনের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পোশাক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হাত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পা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জড়িয়ে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পরিধান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বর্তমানের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যান্ত্রিক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যুগে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সম্ভবপর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নয়</w:t>
      </w:r>
      <w:r w:rsidRPr="0015407B">
        <w:t xml:space="preserve">, </w:t>
      </w:r>
      <w:r w:rsidRPr="0015407B">
        <w:rPr>
          <w:rFonts w:hint="cs"/>
          <w:cs/>
          <w:lang w:bidi="bn-IN"/>
        </w:rPr>
        <w:t>বিশেষ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বোরকা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বর্তমানের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ব্যবস্থার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মোটেই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সামঞ্জস্যপূর্ণ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বিপক্ষে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lastRenderedPageBreak/>
        <w:t>যারা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ধরনের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কথা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প্রথমত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বিষয়ে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সম্পূর্ণ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উদাসীন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সকল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বোরকা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ব্যবহৃত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আবৃত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ব্যবহৃত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যদিও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আবৃত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রাখার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উত্তম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পন্থা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চাদর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বোরকা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ব্যবহার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কেননা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চাদর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বেগানা</w:t>
      </w:r>
      <w:r w:rsidRPr="0015407B">
        <w:rPr>
          <w:cs/>
          <w:lang w:bidi="bn-IN"/>
        </w:rPr>
        <w:t xml:space="preserve"> (</w:t>
      </w:r>
      <w:r w:rsidRPr="0015407B">
        <w:rPr>
          <w:rFonts w:hint="cs"/>
          <w:cs/>
          <w:lang w:bidi="bn-IN"/>
        </w:rPr>
        <w:t>পর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পুরুষের</w:t>
      </w:r>
      <w:r w:rsidRPr="0015407B">
        <w:rPr>
          <w:cs/>
          <w:lang w:bidi="bn-IN"/>
        </w:rPr>
        <w:t xml:space="preserve">) </w:t>
      </w:r>
      <w:r w:rsidRPr="0015407B">
        <w:rPr>
          <w:rFonts w:hint="cs"/>
          <w:cs/>
          <w:lang w:bidi="bn-IN"/>
        </w:rPr>
        <w:t>দৃষ্টি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দূরে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রাখে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শরীরের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আকর্ষণীয়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স্থানগুলোকে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ফুটিয়ে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তোলে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কিন্তু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শুধু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কামিস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লম্বা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পোশাক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সহজেই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শরীরের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অঙ্গ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প্রতঙ্গগুলো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বুঝা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পুরুষের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দৃষ্টিকে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আকৃষ্ট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দ্বিতীয়ত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ইরানের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কৃষকগণ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গ্রামের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মহিলা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শ্রমিকরা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ধানক্ষেতে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স্থানে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অনেক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কষ্টকর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যেমন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বীজ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তলা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তৈরী</w:t>
      </w:r>
      <w:r w:rsidRPr="0015407B">
        <w:t xml:space="preserve">, </w:t>
      </w:r>
      <w:r w:rsidRPr="0015407B">
        <w:rPr>
          <w:rFonts w:hint="cs"/>
          <w:cs/>
          <w:lang w:bidi="bn-IN"/>
        </w:rPr>
        <w:t>আগাছা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পরিষ্কার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ফসল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কেটে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ঘরে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ইত্যাদি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হিজাবের</w:t>
      </w:r>
      <w:r w:rsidRPr="0015407B">
        <w:rPr>
          <w:cs/>
          <w:lang w:bidi="bn-IN"/>
        </w:rPr>
        <w:t xml:space="preserve"> (</w:t>
      </w:r>
      <w:r w:rsidRPr="0015407B">
        <w:rPr>
          <w:rFonts w:hint="cs"/>
          <w:cs/>
          <w:lang w:bidi="bn-IN"/>
        </w:rPr>
        <w:t>পর্দার</w:t>
      </w:r>
      <w:r w:rsidRPr="0015407B">
        <w:rPr>
          <w:cs/>
          <w:lang w:bidi="bn-IN"/>
        </w:rPr>
        <w:t xml:space="preserve">) </w:t>
      </w:r>
      <w:r w:rsidRPr="0015407B">
        <w:rPr>
          <w:rFonts w:hint="cs"/>
          <w:cs/>
          <w:lang w:bidi="bn-IN"/>
        </w:rPr>
        <w:t>মধ্যে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কাজগুলো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উল্লিখিত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প্রশ্নের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দিয়েছেন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এটাও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প্রমাণ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করেছেন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গ্রামের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নারীরাও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ইসলামী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মধ্যে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বিভিন্ন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ধরনের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পারে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বাধার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সৃষ্টি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তৃতীয়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(</w:t>
      </w:r>
      <w:r w:rsidRPr="0015407B">
        <w:rPr>
          <w:rFonts w:hint="cs"/>
          <w:cs/>
          <w:lang w:bidi="bn-IN"/>
        </w:rPr>
        <w:t>পর্দা</w:t>
      </w:r>
      <w:r w:rsidRPr="0015407B">
        <w:rPr>
          <w:cs/>
          <w:lang w:bidi="bn-IN"/>
        </w:rPr>
        <w:t xml:space="preserve">) </w:t>
      </w:r>
      <w:r w:rsidRPr="0015407B">
        <w:rPr>
          <w:rFonts w:hint="cs"/>
          <w:cs/>
          <w:lang w:bidi="bn-IN"/>
        </w:rPr>
        <w:t>যেহেতু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পুরুষের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মধ্যে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ব্যবধান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সৃষ্টি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পুরুষের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কামভাবকে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উত্তেজিত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ধ্বংস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যৌনতার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আকর্ষণকে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বাড়িয়ে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এমন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পর্যায়ে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পৌঁছায়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বাধাই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বিপরীতে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বর্তমান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ইরানের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সকল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স্থানে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সংস্কৃতি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বিরাজমান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সঙ্গে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ইরানের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তাগুতী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সরকারের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বিদ্যমান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তুলনা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মূলক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পর্যালোচনা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দেখা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তখন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ফিতনা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ফ্যাসাদের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আকাশ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চুম্বি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ছিল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নারীরা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ছিল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উলঙ্গ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সংস্কৃতি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অনেক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পরিবারের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মধ্যেও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প্রবেশ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করেছিল</w:t>
      </w:r>
      <w:r w:rsidRPr="0015407B">
        <w:t xml:space="preserve">, </w:t>
      </w:r>
      <w:r w:rsidRPr="0015407B">
        <w:rPr>
          <w:rFonts w:hint="cs"/>
          <w:cs/>
          <w:lang w:bidi="bn-IN"/>
        </w:rPr>
        <w:t>যার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তালাকের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বেড়েই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lastRenderedPageBreak/>
        <w:t>চলেছিল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অবৈধ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সন্তান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জন্ম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নিচ্ছিল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কিন্তু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ইসলামী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বিপ্লব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সফল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হলো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হিজাব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প্রতিষ্ঠিত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হলো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তখন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সমস্যা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মুক্তি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পেল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এটা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দাবী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ঐ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সমস্যার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একশত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ভাগই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সমাধান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গেছে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সন্দেহ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যে</w:t>
      </w:r>
      <w:r w:rsidRPr="0015407B">
        <w:t xml:space="preserve">, </w:t>
      </w:r>
      <w:r w:rsidRPr="0015407B">
        <w:rPr>
          <w:rFonts w:hint="cs"/>
          <w:cs/>
          <w:lang w:bidi="bn-IN"/>
        </w:rPr>
        <w:t>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সত্তর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ভাগের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কাছাকাছি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সমাধান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গেছে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দেশের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সকল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মানুষ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আল্লাহ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প্রদত্ত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দায়িত্বের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একনিষ্ঠ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ইসলামী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ফিতনা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ফ্যাসাদ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মুক্ত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Normal"/>
      </w:pP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চতুর্থ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</w:t>
      </w:r>
      <w:r w:rsidRPr="0015407B">
        <w:rPr>
          <w:cs/>
          <w:lang w:bidi="bn-IN"/>
        </w:rPr>
        <w:t xml:space="preserve"> : </w:t>
      </w:r>
    </w:p>
    <w:p w:rsidR="0015407B" w:rsidRPr="0015407B" w:rsidRDefault="0015407B" w:rsidP="0015407B">
      <w:pPr>
        <w:pStyle w:val="libNormal"/>
      </w:pPr>
      <w:r w:rsidRPr="0015407B">
        <w:rPr>
          <w:rFonts w:hint="cs"/>
          <w:cs/>
          <w:lang w:bidi="bn-IN"/>
        </w:rPr>
        <w:t>সমাজে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ফিতনা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ফ্যাসাদ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পর্দাহীনতার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প্রধান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অভাব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সংকট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সমস্যার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সমাধান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জনগণের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পক্ষ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এরূপ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আচরণ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প্রকাশ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পাবে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না।</w:t>
      </w:r>
      <w:r w:rsidRPr="0015407B">
        <w:rPr>
          <w:cs/>
          <w:lang w:bidi="bn-IN"/>
        </w:rPr>
        <w:t xml:space="preserve"> </w:t>
      </w:r>
    </w:p>
    <w:p w:rsidR="0015407B" w:rsidRPr="0015407B" w:rsidRDefault="0015407B" w:rsidP="0015407B">
      <w:pPr>
        <w:pStyle w:val="libBold1"/>
      </w:pP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আপত্তির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বিপক্ষে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আমাদের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জবাব</w:t>
      </w:r>
      <w:r w:rsidRPr="0015407B">
        <w:rPr>
          <w:cs/>
          <w:lang w:bidi="bn-IN"/>
        </w:rPr>
        <w:t xml:space="preserve"> :</w:t>
      </w:r>
    </w:p>
    <w:p w:rsidR="0015407B" w:rsidRDefault="0015407B" w:rsidP="0015407B">
      <w:pPr>
        <w:pStyle w:val="libNormal"/>
        <w:rPr>
          <w:cs/>
          <w:lang w:bidi="bn-IN"/>
        </w:rPr>
      </w:pPr>
      <w:r w:rsidRPr="0015407B">
        <w:rPr>
          <w:rFonts w:hint="cs"/>
          <w:cs/>
          <w:lang w:bidi="bn-IN"/>
        </w:rPr>
        <w:t>যদিও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অসচ্ছলতা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কোন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মানুষের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ঈমানের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দুর্বলতা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সৃষ্টি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ব্যক্তি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ভ্রান্তপথে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চলে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যায়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কারণেই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ইসলামও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অভাব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অর্থনৈতিক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অসচ্ছলতাকে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দূর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যথেষ্ট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গুরুত্বারোপ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কিন্তু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ফ্যাসাদ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গোনাহের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সূত্রপাত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কখনোই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অভাব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অর্থনেতিক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অসচ্ছলতা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নয়</w:t>
      </w:r>
      <w:r w:rsidRPr="0015407B">
        <w:t xml:space="preserve">, </w:t>
      </w:r>
      <w:r w:rsidRPr="0015407B">
        <w:rPr>
          <w:rFonts w:hint="cs"/>
          <w:cs/>
          <w:lang w:bidi="bn-IN"/>
        </w:rPr>
        <w:t>বরং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ঈমানের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দুর্বলতা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সাংস্কৃতিক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দৈন্য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এজন্য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দায়ী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ঈমানের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দুর্বলতা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প্রকট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গোনাহের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পরিমান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ততই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বেশী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অর্থ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প্রাচুর্য্য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স্বচ্ছল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জীবন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ফিতনা</w:t>
      </w:r>
      <w:r w:rsidRPr="0015407B">
        <w:rPr>
          <w:cs/>
          <w:lang w:bidi="bn-IN"/>
        </w:rPr>
        <w:t xml:space="preserve">- </w:t>
      </w:r>
      <w:r w:rsidRPr="0015407B">
        <w:rPr>
          <w:rFonts w:hint="cs"/>
          <w:cs/>
          <w:lang w:bidi="bn-IN"/>
        </w:rPr>
        <w:t>ফ্যাসাদকে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ঠেকাতে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সক্ষম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হতো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অবশ্যই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পৃথিবীর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ধনী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দেশগুলো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তরুণদেরকে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সমাজকে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অধিক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পবিত্র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রাখতে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সমর্থ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হতো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কিন্তু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বর্তমানে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অধিকাংশ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ফিতনা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ফ্যাসাদ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ঐ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সমস্তদেশগুলো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থেকে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সৃষ্টি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হচ্ছে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সুতরাং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অবশ্যই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মানুষের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ঈমান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আক্বীদা</w:t>
      </w:r>
      <w:r w:rsidRPr="0015407B">
        <w:rPr>
          <w:cs/>
          <w:lang w:bidi="bn-IN"/>
        </w:rPr>
        <w:t>-</w:t>
      </w:r>
      <w:r w:rsidRPr="0015407B">
        <w:rPr>
          <w:rFonts w:hint="cs"/>
          <w:cs/>
          <w:lang w:bidi="bn-IN"/>
        </w:rPr>
        <w:t>বিশ্বাসের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প্রয়োজন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যদি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মানুষ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তাদের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অন্তর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দিয়ে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আল্লাহ্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কিয়ামতের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উপর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বিশ্বাস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স্থাপন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সকল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কিছুই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যথার্থ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সুন্দর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হয়ে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উঠবে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এবং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ভীরুতা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কর্মহীনতা</w:t>
      </w:r>
      <w:r w:rsidRPr="0015407B">
        <w:t>,</w:t>
      </w:r>
      <w:r w:rsidRPr="0015407B">
        <w:rPr>
          <w:rFonts w:hint="cs"/>
          <w:cs/>
          <w:lang w:bidi="bn-IN"/>
        </w:rPr>
        <w:t>অলসতা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অসতীত্ব</w:t>
      </w:r>
      <w:r w:rsidRPr="0015407B">
        <w:t xml:space="preserve">, </w:t>
      </w:r>
      <w:r w:rsidRPr="0015407B">
        <w:rPr>
          <w:rFonts w:hint="cs"/>
          <w:cs/>
          <w:lang w:bidi="bn-IN"/>
        </w:rPr>
        <w:t>যৌনতা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অর্থের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লালসা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মানসিক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অস্থিরতা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অশান্তি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lastRenderedPageBreak/>
        <w:t>প্রভৃতির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স্থলে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সাহসিকতা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কর্মে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একনিষ্ঠতা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কর্মচঞ্চলতা</w:t>
      </w:r>
      <w:r w:rsidRPr="0015407B">
        <w:t>,</w:t>
      </w:r>
      <w:r w:rsidRPr="0015407B">
        <w:rPr>
          <w:rFonts w:hint="cs"/>
          <w:cs/>
          <w:lang w:bidi="bn-IN"/>
        </w:rPr>
        <w:t>সতীত্ববোধ</w:t>
      </w:r>
      <w:r w:rsidRPr="0015407B">
        <w:t xml:space="preserve">, </w:t>
      </w:r>
      <w:r w:rsidRPr="0015407B">
        <w:rPr>
          <w:rFonts w:hint="cs"/>
          <w:cs/>
          <w:lang w:bidi="bn-IN"/>
        </w:rPr>
        <w:t>অসহায়কে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সাহায্য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করার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মানসিকতা</w:t>
      </w:r>
      <w:r w:rsidRPr="0015407B">
        <w:t xml:space="preserve">, </w:t>
      </w:r>
      <w:r w:rsidRPr="0015407B">
        <w:rPr>
          <w:rFonts w:hint="cs"/>
          <w:cs/>
          <w:lang w:bidi="bn-IN"/>
        </w:rPr>
        <w:t>অল্পে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তুষ্টি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ও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মানসিক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প্রশান্তি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বিরাজ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bn-IN"/>
        </w:rPr>
        <w:t>করত</w:t>
      </w:r>
      <w:r w:rsidRPr="0015407B">
        <w:rPr>
          <w:cs/>
          <w:lang w:bidi="bn-IN"/>
        </w:rPr>
        <w:t xml:space="preserve"> </w:t>
      </w:r>
      <w:r w:rsidRPr="0015407B">
        <w:rPr>
          <w:rFonts w:hint="cs"/>
          <w:cs/>
          <w:lang w:bidi="hi-IN"/>
        </w:rPr>
        <w:t>।</w:t>
      </w:r>
    </w:p>
    <w:p w:rsidR="0015407B" w:rsidRPr="00C6693F" w:rsidRDefault="0015407B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5A2C80" w:rsidRDefault="00FE4106" w:rsidP="0015407B">
      <w:pPr>
        <w:pStyle w:val="Heading1Center"/>
      </w:pPr>
      <w:bookmarkStart w:id="120" w:name="_Toc439886153"/>
      <w:bookmarkStart w:id="121" w:name="_Toc440447913"/>
      <w:r w:rsidRPr="005A2C80">
        <w:rPr>
          <w:cs/>
          <w:lang w:bidi="bn-IN"/>
        </w:rPr>
        <w:lastRenderedPageBreak/>
        <w:t>হিজাবের বিশেষ গুরুত্বসমূহ</w:t>
      </w:r>
      <w:bookmarkEnd w:id="120"/>
      <w:bookmarkEnd w:id="121"/>
      <w:r w:rsidRPr="005A2C80">
        <w:rPr>
          <w:cs/>
          <w:lang w:bidi="bn-IN"/>
        </w:rPr>
        <w:t xml:space="preserve"> </w:t>
      </w:r>
    </w:p>
    <w:p w:rsidR="00FE4106" w:rsidRPr="005A2C80" w:rsidRDefault="00FE4106" w:rsidP="00FE4106">
      <w:pPr>
        <w:pStyle w:val="libNormal"/>
      </w:pP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হাসিল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শয়তানকে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খুশি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কলুষতা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শোভা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লুক্কায়িত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রূহের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প্রশান্তিবয়ে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আত্মমর্যাদাবোধের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সাক্ষ্য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জীবন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দীর্ঘায়িত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অশান্তিবেশী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নিরাপত্তা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সীমাবদ্ধতা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সষ্টিকরে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সতীত্ব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সচ্চরিত্রতার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বহিঃপ্রকাশ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পর্দানশীল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বৃদ্ধি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প্রবৃত্তির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শৃঙ্খল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ভেঙ্গে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অনাচার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গর্ভপাত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কামুক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চরিতার্থ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লজ্জাশীলতা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জ্ঞান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সফলকাম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তাকওয়া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বেহেশ্তী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অবৈধ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জন্মদানের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বাধা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স্বাধীন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ধর্মীয়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দেশীয়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সংস্কৃতির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lastRenderedPageBreak/>
        <w:t>-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বোরকা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বিষাক্ত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তীরের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আঘাত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বখাটেদের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সম্পন্ন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সংসার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ভাঙ্গার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মর্যাদা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গর্বের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অসৎ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সাধনের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প্রফুল্ল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পরিগণিত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বিশ্বাসঘাতকতা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বোরকা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দোসরদের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দুঃখ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>
        <w:rPr>
          <w:rFonts w:hint="eastAsia"/>
          <w:lang w:bidi="bn-IN"/>
        </w:rPr>
        <w:t>’</w:t>
      </w:r>
      <w:r>
        <w:rPr>
          <w:rFonts w:hint="cs"/>
          <w:cs/>
          <w:lang w:bidi="bn-IN"/>
        </w:rPr>
        <w:t>মিনদের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সুখ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বাবা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ভাই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আত্মসম্মানবোধের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আল্লাহ্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কিয়ামতের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বিশ্বাস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ঈমানের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পরিচায়ক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ব্যক্তিত্বকে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শয়তানের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আনুগত্যকারী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শয়তানের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ফিতনা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ফ্যাসাদ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ইমামগণ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শহীদের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রক্তের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ভ্রুকুটি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অবজ্ঞা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প্রদর্শন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lastRenderedPageBreak/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মানসিক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প্রেমিকাসুলভ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আচরণ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ভাবভঙ্গীর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ত্রুটিকে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অপূর্ণতাকে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সাজ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সজ্জা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সৌন্দর্য্যকে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নির্দিষ্ট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অভিসারের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ছাড়াও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প্রিয়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হিজাব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পরিহিতা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ঝিনুকের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মুক্তার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ঠিক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ইমিটেশনের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অলঙ্কারের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স্থানে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পর্দানশিন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ভালবাসা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অভ্যন্তরীণ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শোভাকে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নিবেদন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তাকওয়াহীন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অবিরাম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মেলামেশা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ওঠাবসার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অনেকের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ভালাবাসাটা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সু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গন্ধযুক্ত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 w:rsidRPr="00EF4076">
        <w:rPr>
          <w:rStyle w:val="libFootnotenumChar"/>
          <w:rFonts w:hint="cs"/>
          <w:cs/>
          <w:lang w:bidi="bn-IN"/>
        </w:rPr>
        <w:t>১৭২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lang w:bidi="bn-IN"/>
        </w:rPr>
      </w:pPr>
      <w:r>
        <w:rPr>
          <w:rFonts w:hint="cs"/>
          <w:cs/>
          <w:lang w:bidi="bn-IN"/>
        </w:rPr>
        <w:t>পর্দার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কোমলতা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ন্যায়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নাগালের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সর্বসাধারণের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যাতায়াতের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সকলেই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স্পর্শ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গন্ধ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উপভোগ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কারণেই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কোমলতা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দ্রুত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ঝরে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শেষের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ফুলকে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কেউ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মূল্যায়ন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মালীও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উপেক্ষা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cs/>
          <w:lang w:bidi="bn-IN"/>
        </w:rPr>
      </w:pPr>
      <w:r>
        <w:rPr>
          <w:lang w:bidi="bn-IN"/>
        </w:rPr>
        <w:t>-</w:t>
      </w:r>
      <w:r>
        <w:rPr>
          <w:rFonts w:hint="cs"/>
          <w:cs/>
          <w:lang w:bidi="bn-IN"/>
        </w:rPr>
        <w:t>পর্দা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খুব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দেখা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lang w:bidi="bn-IN"/>
        </w:rPr>
        <w:t xml:space="preserve">, </w:t>
      </w:r>
      <w:r>
        <w:rPr>
          <w:rFonts w:hint="cs"/>
          <w:cs/>
          <w:lang w:bidi="bn-IN"/>
        </w:rPr>
        <w:t>কারো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কিন্তু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পছন্দনীয়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EF4076" w:rsidRPr="00C6693F" w:rsidRDefault="00EF4076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EF4076" w:rsidRDefault="00FE4106" w:rsidP="00EF4076">
      <w:pPr>
        <w:pStyle w:val="Heading1Center"/>
      </w:pPr>
      <w:bookmarkStart w:id="122" w:name="_Toc439886154"/>
      <w:bookmarkStart w:id="123" w:name="_Toc440447914"/>
      <w:r w:rsidRPr="00EF4076">
        <w:rPr>
          <w:cs/>
          <w:lang w:bidi="bn-IN"/>
        </w:rPr>
        <w:lastRenderedPageBreak/>
        <w:t>পর্দা করা নারীর বক্তব্য</w:t>
      </w:r>
      <w:bookmarkEnd w:id="122"/>
      <w:bookmarkEnd w:id="123"/>
      <w:r w:rsidRPr="00EF4076">
        <w:rPr>
          <w:cs/>
          <w:lang w:bidi="bn-IN"/>
        </w:rPr>
        <w:t xml:space="preserve"> </w:t>
      </w:r>
    </w:p>
    <w:p w:rsidR="00EF4076" w:rsidRDefault="00EF4076" w:rsidP="00FE4106">
      <w:pPr>
        <w:pStyle w:val="libNormal"/>
        <w:rPr>
          <w:lang w:bidi="bn-IN"/>
        </w:rPr>
      </w:pP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যখন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</w:t>
      </w:r>
      <w:r w:rsidRPr="00EF4076">
        <w:t xml:space="preserve">, </w:t>
      </w:r>
      <w:r w:rsidRPr="00EF4076">
        <w:rPr>
          <w:rFonts w:hint="cs"/>
          <w:cs/>
          <w:lang w:bidi="bn-IN"/>
        </w:rPr>
        <w:t>ব্যক্তিত্ব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বজায়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রেখে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দৃঢ়ভাবে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ফেলে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কথা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অন্যরা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চিন্তায়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লিপ্ত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জন্য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কণ্ঠকে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মোটা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বাড়ীর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বাইরে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অহংকারী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ভঙ্গিতে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পথ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প্রকৃতপক্ষে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তখন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ধরনের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বক্তব্যই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তুলে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ধরে</w:t>
      </w:r>
      <w:r w:rsidRPr="00EF4076">
        <w:rPr>
          <w:cs/>
          <w:lang w:bidi="bn-IN"/>
        </w:rPr>
        <w:t xml:space="preserve"> :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t xml:space="preserve">, </w:t>
      </w:r>
      <w:r w:rsidRPr="00EF4076">
        <w:rPr>
          <w:rFonts w:hint="cs"/>
          <w:cs/>
          <w:lang w:bidi="bn-IN"/>
        </w:rPr>
        <w:t>তোমাদের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অন্তরে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আকাংখার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দুঃসাহস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একটি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সু</w:t>
      </w:r>
      <w:r w:rsidRPr="00EF4076">
        <w:rPr>
          <w:cs/>
          <w:lang w:bidi="bn-IN"/>
        </w:rPr>
        <w:t>-</w:t>
      </w:r>
      <w:r w:rsidRPr="00EF4076">
        <w:rPr>
          <w:rFonts w:hint="cs"/>
          <w:cs/>
          <w:lang w:bidi="bn-IN"/>
        </w:rPr>
        <w:t>গন্ধযুক্ত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ফুল</w:t>
      </w:r>
      <w:r w:rsidRPr="00EF4076">
        <w:t xml:space="preserve">, </w:t>
      </w:r>
      <w:r w:rsidRPr="00EF4076">
        <w:rPr>
          <w:rFonts w:hint="cs"/>
          <w:cs/>
          <w:lang w:bidi="bn-IN"/>
        </w:rPr>
        <w:t>শুধুমাত্র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একজন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গন্ধ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উপভোগ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করবে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সকলে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হচ্ছে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ন্যায়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ফুলের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ন্যায়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অস্তিত্বকে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সংরক্ষণ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অপবিত্র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চোখকে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শয়তানী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উদ্দেশ্যে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পৌঁছাতে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নিরাশ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সৌন্দর্য্যকে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দীপ্তিময়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প্রকাশেই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খুঁজে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হৃদয়ের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পবিত্রতা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ঈমানের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দৃঢ়তার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পরিচয়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প্রবৃত্তি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শয়তানের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কোনরূপ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ঘাটতি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অনুভব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ধরনের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দাসত্বের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বন্ধন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মুক্ত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আল্লাহর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অভিভাবকত্বের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ছায়ায়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রয়েছি</w:t>
      </w:r>
      <w:r w:rsidRPr="00EF4076">
        <w:t xml:space="preserve">, </w:t>
      </w:r>
      <w:r w:rsidRPr="00EF4076">
        <w:rPr>
          <w:rFonts w:hint="cs"/>
          <w:cs/>
          <w:lang w:bidi="bn-IN"/>
        </w:rPr>
        <w:t>যেমনভাবে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ঝিনুকের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মাঝে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মুক্তা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cs/>
          <w:lang w:bidi="bn-IN"/>
        </w:rPr>
      </w:pP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হিজাবের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দেখাতে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প্রকৃত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দ্বীনদার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কোরআন</w:t>
      </w:r>
      <w:r w:rsidRPr="00EF4076">
        <w:t xml:space="preserve">, </w:t>
      </w:r>
      <w:r w:rsidRPr="00EF4076">
        <w:rPr>
          <w:rFonts w:hint="cs"/>
          <w:cs/>
          <w:lang w:bidi="bn-IN"/>
        </w:rPr>
        <w:t>রাসূল</w:t>
      </w:r>
      <w:r w:rsidRPr="00EF4076">
        <w:rPr>
          <w:cs/>
          <w:lang w:bidi="bn-IN"/>
        </w:rPr>
        <w:t xml:space="preserve"> (</w:t>
      </w:r>
      <w:r w:rsidRPr="00EF4076">
        <w:rPr>
          <w:rFonts w:hint="cs"/>
          <w:cs/>
          <w:lang w:bidi="bn-IN"/>
        </w:rPr>
        <w:t>সা</w:t>
      </w:r>
      <w:r w:rsidRPr="00EF4076">
        <w:rPr>
          <w:cs/>
          <w:lang w:bidi="bn-IN"/>
        </w:rPr>
        <w:t>.)</w:t>
      </w:r>
      <w:r w:rsidRPr="00EF4076">
        <w:t xml:space="preserve">, </w:t>
      </w:r>
      <w:r w:rsidRPr="00EF4076">
        <w:rPr>
          <w:rFonts w:hint="cs"/>
          <w:cs/>
          <w:lang w:bidi="bn-IN"/>
        </w:rPr>
        <w:t>পবিত্র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ইমামগণ</w:t>
      </w:r>
      <w:r w:rsidRPr="00EF4076">
        <w:rPr>
          <w:cs/>
          <w:lang w:bidi="bn-IN"/>
        </w:rPr>
        <w:t xml:space="preserve"> (</w:t>
      </w:r>
      <w:r w:rsidRPr="00EF4076">
        <w:rPr>
          <w:rFonts w:hint="cs"/>
          <w:cs/>
          <w:lang w:bidi="bn-IN"/>
        </w:rPr>
        <w:t>আ</w:t>
      </w:r>
      <w:r w:rsidRPr="00EF4076">
        <w:rPr>
          <w:cs/>
          <w:lang w:bidi="bn-IN"/>
        </w:rPr>
        <w:t xml:space="preserve">.)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হযরত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ফাতিমা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যাহরা</w:t>
      </w:r>
      <w:r w:rsidRPr="00EF4076">
        <w:rPr>
          <w:cs/>
          <w:lang w:bidi="bn-IN"/>
        </w:rPr>
        <w:t xml:space="preserve"> (</w:t>
      </w:r>
      <w:r w:rsidRPr="00EF4076">
        <w:rPr>
          <w:rFonts w:hint="cs"/>
          <w:cs/>
          <w:lang w:bidi="bn-IN"/>
        </w:rPr>
        <w:t>আ</w:t>
      </w:r>
      <w:r w:rsidRPr="00EF4076">
        <w:rPr>
          <w:cs/>
          <w:lang w:bidi="bn-IN"/>
        </w:rPr>
        <w:t>.) -</w:t>
      </w:r>
      <w:r w:rsidRPr="00EF4076">
        <w:rPr>
          <w:rFonts w:hint="cs"/>
          <w:cs/>
          <w:lang w:bidi="bn-IN"/>
        </w:rPr>
        <w:t>এর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প্রকৃত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সত্য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অনুসারী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যিনি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উত্তম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সুন্দর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সকল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মানবীয়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বৈশিষ্ট্যসমূহের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চূড়ান্তে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পৌঁছেছিলেন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পৃথিবী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হাজার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বছর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পরেও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গর্ববোধ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আগামীতেও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তিনি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প্রতিটি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স্বাধীন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পবিত্র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জন্য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আদর্শ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ছিলেন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আছেন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থাকবেন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এমন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নারীর</w:t>
      </w:r>
      <w:r w:rsidRPr="00EF4076">
        <w:rPr>
          <w:cs/>
          <w:lang w:bidi="bn-IN"/>
        </w:rPr>
        <w:t xml:space="preserve"> (</w:t>
      </w:r>
      <w:r w:rsidRPr="00EF4076">
        <w:rPr>
          <w:rFonts w:hint="cs"/>
          <w:cs/>
          <w:lang w:bidi="bn-IN"/>
        </w:rPr>
        <w:t>হযরত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যয়নাব</w:t>
      </w:r>
      <w:r w:rsidRPr="00EF4076">
        <w:rPr>
          <w:cs/>
          <w:lang w:bidi="bn-IN"/>
        </w:rPr>
        <w:t xml:space="preserve">) </w:t>
      </w:r>
      <w:r w:rsidRPr="00EF4076">
        <w:rPr>
          <w:rFonts w:hint="cs"/>
          <w:cs/>
          <w:lang w:bidi="bn-IN"/>
        </w:rPr>
        <w:t>অনুসারী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যিনি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ইয়াযিদ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দোসরদের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মিথ্যা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মর্যাদাকে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ভুলুন্ঠিত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করেছিলেন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উত্তম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জীবন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পদ্ধতি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প্রতিটি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</w:t>
      </w:r>
      <w:r w:rsidRPr="00EF4076">
        <w:rPr>
          <w:cs/>
          <w:lang w:bidi="bn-IN"/>
        </w:rPr>
        <w:t>-</w:t>
      </w:r>
      <w:r w:rsidRPr="00EF4076">
        <w:rPr>
          <w:rFonts w:hint="cs"/>
          <w:cs/>
          <w:lang w:bidi="bn-IN"/>
        </w:rPr>
        <w:t>পুরুষকে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শিক্ষা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দিয়েছিলেন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</w:p>
    <w:p w:rsidR="00EF4076" w:rsidRPr="00C6693F" w:rsidRDefault="00EF4076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C4151B" w:rsidRDefault="00FE4106" w:rsidP="00C6693F">
      <w:pPr>
        <w:pStyle w:val="Heading2Center"/>
        <w:rPr>
          <w:rStyle w:val="libNormalChar"/>
        </w:rPr>
      </w:pPr>
      <w:bookmarkStart w:id="124" w:name="_Toc439886155"/>
      <w:bookmarkStart w:id="125" w:name="_Toc440447915"/>
      <w:r w:rsidRPr="007317F3">
        <w:rPr>
          <w:rStyle w:val="Heading1CenterChar"/>
          <w:rFonts w:eastAsiaTheme="minorHAnsi"/>
          <w:cs/>
          <w:lang w:bidi="bn-IN"/>
        </w:rPr>
        <w:lastRenderedPageBreak/>
        <w:t>বেপর্দা বা সঠিকভাবে পর্দা না করা নারীদের বক্তব্য</w:t>
      </w:r>
      <w:r w:rsidRPr="007C78A2">
        <w:rPr>
          <w:rtl/>
          <w:cs/>
        </w:rPr>
        <w:t xml:space="preserve"> :</w:t>
      </w:r>
      <w:bookmarkEnd w:id="124"/>
      <w:bookmarkEnd w:id="125"/>
    </w:p>
    <w:p w:rsidR="00EF4076" w:rsidRDefault="00EF4076" w:rsidP="00FE4106">
      <w:pPr>
        <w:pStyle w:val="libNormal"/>
        <w:rPr>
          <w:lang w:bidi="bn-IN"/>
        </w:rPr>
      </w:pPr>
    </w:p>
    <w:p w:rsidR="00FE4106" w:rsidRPr="005A2C80" w:rsidRDefault="00EF4076" w:rsidP="00FE4106">
      <w:pPr>
        <w:pStyle w:val="libNormal"/>
      </w:pPr>
      <w:r w:rsidRPr="00EF4076">
        <w:rPr>
          <w:rFonts w:hint="cs"/>
          <w:cs/>
          <w:lang w:bidi="bn-IN"/>
        </w:rPr>
        <w:t>পর্দানশিন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বিপরীতে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বেপর্দা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সঠিকভাবে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বিভিন্ন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ধরনের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আকর্ষণীয়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পোশাক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আকর্ষনীয়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ভঙ্গিমায়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কথা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প্রেমিকাসুলভ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আচরণের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অজান্তেই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কামুক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পুরুষেরা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পিছে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পিছে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আস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বিরক্ত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টিটকারী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সম্মুখে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নতজানু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প্রেম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নিবেদন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পূজা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পাওয়ার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আশায়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কাটাও</w:t>
      </w:r>
      <w:r w:rsidRPr="00EF4076">
        <w:t xml:space="preserve">, </w:t>
      </w:r>
      <w:r w:rsidRPr="00EF4076">
        <w:rPr>
          <w:rFonts w:hint="cs"/>
          <w:cs/>
          <w:lang w:bidi="bn-IN"/>
        </w:rPr>
        <w:t>তোমাদের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মনগুলো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বাহ্যিকভাবে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মুসলমান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কিন্তু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প্রকৃতপক্ষে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মুসলমানদের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সম্মানকে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ভুলুণ্ঠিত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অন্তরে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আল্লাহ্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কিয়ামতের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বিশ্বাস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খুব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দুর্বল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বাহ্যিক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রূপই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ভেতরের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বহিঃপ্রকাশ</w:t>
      </w:r>
      <w:r w:rsidRPr="00EF4076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FE4106" w:rsidRPr="009C15B9" w:rsidRDefault="00FE4106" w:rsidP="009C15B9">
      <w:pPr>
        <w:pStyle w:val="libNormal"/>
      </w:pPr>
      <w:r w:rsidRPr="009C15B9">
        <w:rPr>
          <w:rFonts w:hint="cs"/>
          <w:cs/>
          <w:lang w:bidi="bn-IN"/>
        </w:rPr>
        <w:t>আল্লাহ্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তা</w:t>
      </w:r>
      <w:r w:rsidRPr="003A255A">
        <w:rPr>
          <w:rStyle w:val="libAlaemChar"/>
        </w:rPr>
        <w:t>’</w:t>
      </w:r>
      <w:r w:rsidRPr="009C15B9">
        <w:rPr>
          <w:rFonts w:hint="cs"/>
          <w:cs/>
          <w:lang w:bidi="bn-IN"/>
        </w:rPr>
        <w:t>য়ালা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বলেছেন</w:t>
      </w:r>
      <w:r w:rsidRPr="00623425">
        <w:rPr>
          <w:rFonts w:hint="cs"/>
          <w:rtl/>
          <w:cs/>
        </w:rPr>
        <w:t xml:space="preserve"> </w:t>
      </w:r>
      <w:r w:rsidRPr="009C15B9">
        <w:rPr>
          <w:rFonts w:hint="cs"/>
          <w:cs/>
          <w:lang w:bidi="bn-IN"/>
        </w:rPr>
        <w:t>যে</w:t>
      </w:r>
      <w:r w:rsidRPr="009C15B9">
        <w:t>,</w:t>
      </w:r>
    </w:p>
    <w:p w:rsidR="00FE4106" w:rsidRPr="00623425" w:rsidRDefault="00623425" w:rsidP="00623425">
      <w:pPr>
        <w:pStyle w:val="libAie"/>
      </w:pPr>
      <w:r w:rsidRPr="00623425">
        <w:rPr>
          <w:rStyle w:val="libAlaemChar"/>
        </w:rPr>
        <w:t>)</w:t>
      </w:r>
      <w:r w:rsidR="00FE4106" w:rsidRPr="00623425">
        <w:rPr>
          <w:rFonts w:hint="cs"/>
          <w:rtl/>
        </w:rPr>
        <w:t>قُلْ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كُلٌّ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يَعْمَلُ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عَلَىٰ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شَاكِلَتِهِ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فَرَ‌بُّكُمْ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أَعْلَمُ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بِمَنْ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هُوَ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أَهْدَىٰ</w:t>
      </w:r>
      <w:r w:rsidR="00FE4106" w:rsidRPr="00623425">
        <w:rPr>
          <w:rtl/>
        </w:rPr>
        <w:t xml:space="preserve"> </w:t>
      </w:r>
      <w:r w:rsidR="00FE4106" w:rsidRPr="00623425">
        <w:rPr>
          <w:rFonts w:hint="cs"/>
          <w:rtl/>
        </w:rPr>
        <w:t>سَبِيلًا</w:t>
      </w:r>
      <w:r w:rsidRPr="00623425">
        <w:rPr>
          <w:rStyle w:val="libAlaemChar"/>
        </w:rPr>
        <w:t>(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হে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নবী</w:t>
      </w:r>
      <w:r w:rsidRPr="00EF4076">
        <w:t xml:space="preserve">, </w:t>
      </w:r>
      <w:r w:rsidRPr="00EF4076">
        <w:rPr>
          <w:rFonts w:hint="cs"/>
          <w:cs/>
          <w:lang w:bidi="bn-IN"/>
        </w:rPr>
        <w:t>বল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সবাই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নিজস্ব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পদ্ধতি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অভ্যন্তরীণ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রূপ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অনুযায়ী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সুতরাং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পালনকর্তা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উত্তম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পথের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অনুসারীদেরকে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খুব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ভাল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ভাবেই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জানেন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চেনেন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rStyle w:val="libFootnotenumChar"/>
          <w:rFonts w:hint="cs"/>
          <w:cs/>
          <w:lang w:bidi="bn-IN"/>
        </w:rPr>
        <w:t>১৭৩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ফার্সী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প্রবাদে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আছে</w:t>
      </w:r>
      <w:r w:rsidRPr="00EF4076">
        <w:rPr>
          <w:cs/>
          <w:lang w:bidi="bn-IN"/>
        </w:rPr>
        <w:t xml:space="preserve"> : </w:t>
      </w:r>
      <w:r w:rsidRPr="006445C3">
        <w:rPr>
          <w:rStyle w:val="libAlaemChar"/>
        </w:rPr>
        <w:t>“</w:t>
      </w:r>
      <w:r w:rsidRPr="00EF4076">
        <w:rPr>
          <w:rFonts w:hint="cs"/>
          <w:cs/>
          <w:lang w:bidi="bn-IN"/>
        </w:rPr>
        <w:t>কলসির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বেরিয়ে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আসবে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আছে</w:t>
      </w:r>
      <w:r w:rsidRPr="00EF4076">
        <w:rPr>
          <w:rFonts w:hint="eastAsia"/>
        </w:rPr>
        <w:t>”</w:t>
      </w:r>
      <w:r w:rsidRPr="00EF4076"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কামনা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উদ্দীপক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আচরণসমূহ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মানুষের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হৃদয়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স্বামী</w:t>
      </w:r>
      <w:r w:rsidRPr="00EF4076">
        <w:t xml:space="preserve">, </w:t>
      </w:r>
      <w:r w:rsidRPr="00EF4076">
        <w:rPr>
          <w:rFonts w:hint="cs"/>
          <w:cs/>
          <w:lang w:bidi="bn-IN"/>
        </w:rPr>
        <w:t>পিতা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ভাইদের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স্ত্রী</w:t>
      </w:r>
      <w:r w:rsidRPr="00EF4076">
        <w:t xml:space="preserve">, </w:t>
      </w:r>
      <w:r w:rsidRPr="00EF4076">
        <w:rPr>
          <w:rFonts w:hint="cs"/>
          <w:cs/>
          <w:lang w:bidi="bn-IN"/>
        </w:rPr>
        <w:t>কন্যা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বোনের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ব্যাপারে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আত্মসম্মানবোধ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কেননা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যদি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এভাবে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বাড়ীর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বাইরে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রাখার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অনুমতি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অশালীন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পোশাক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গুনাহয়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কলুষিত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বাহ্যিক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রূপ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অনুসারী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সারা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জীবন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অন্যদের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বিপথে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পরিচালিত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করেছে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আল্লাহ</w:t>
      </w:r>
      <w:r w:rsidRPr="00EF4076">
        <w:t xml:space="preserve">, </w:t>
      </w:r>
      <w:r w:rsidRPr="00EF4076">
        <w:rPr>
          <w:rFonts w:hint="cs"/>
          <w:cs/>
          <w:lang w:bidi="bn-IN"/>
        </w:rPr>
        <w:t>কোরআন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ইসলামের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ভ্রকুটি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দেখিয়েছে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যারা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পশুর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মৃতদেহের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চেয়েও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দুর্গন্ধ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পৃথিবী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বিদায়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নিয়েছে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পৃথিবীতে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অনাচার</w:t>
      </w:r>
      <w:r w:rsidRPr="00EF4076">
        <w:t xml:space="preserve">, </w:t>
      </w:r>
      <w:r w:rsidRPr="00EF4076">
        <w:rPr>
          <w:rFonts w:hint="cs"/>
          <w:cs/>
          <w:lang w:bidi="bn-IN"/>
        </w:rPr>
        <w:t>ধ্বংস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অপমান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ছাড়া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কিছুই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lastRenderedPageBreak/>
        <w:t>রেখে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এটাই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দেখিয়ে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পশ্চিমা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সংস্কৃতির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অনুসারী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বিশ্বকে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অনাচার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বিশৃংখলায়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পূর্ণ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প্রতিদিন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হাজার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হাজার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যুবককে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অবক্ষয়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অধঃপতনের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টেনে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যাচ্ছে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এমন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সু</w:t>
      </w:r>
      <w:r w:rsidRPr="00EF4076">
        <w:rPr>
          <w:cs/>
          <w:lang w:bidi="bn-IN"/>
        </w:rPr>
        <w:t>-</w:t>
      </w:r>
      <w:r w:rsidRPr="00EF4076">
        <w:rPr>
          <w:rFonts w:hint="cs"/>
          <w:cs/>
          <w:lang w:bidi="bn-IN"/>
        </w:rPr>
        <w:t>গন্ধযুক্ত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ফুল</w:t>
      </w:r>
      <w:r w:rsidRPr="00EF4076">
        <w:t xml:space="preserve">, </w:t>
      </w:r>
      <w:r w:rsidRPr="00EF4076">
        <w:rPr>
          <w:rFonts w:hint="cs"/>
          <w:cs/>
          <w:lang w:bidi="bn-IN"/>
        </w:rPr>
        <w:t>যার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সু</w:t>
      </w:r>
      <w:r w:rsidRPr="00EF4076">
        <w:rPr>
          <w:cs/>
          <w:lang w:bidi="bn-IN"/>
        </w:rPr>
        <w:t>-</w:t>
      </w:r>
      <w:r w:rsidRPr="00EF4076">
        <w:rPr>
          <w:rFonts w:hint="cs"/>
          <w:cs/>
          <w:lang w:bidi="bn-IN"/>
        </w:rPr>
        <w:t>গন্ধ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সকলেই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উপভোগ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ঘন্টার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ঘন্টা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সাজ</w:t>
      </w:r>
      <w:r w:rsidRPr="00EF4076">
        <w:rPr>
          <w:cs/>
          <w:lang w:bidi="bn-IN"/>
        </w:rPr>
        <w:t>-</w:t>
      </w:r>
      <w:r w:rsidRPr="00EF4076">
        <w:rPr>
          <w:rFonts w:hint="cs"/>
          <w:cs/>
          <w:lang w:bidi="bn-IN"/>
        </w:rPr>
        <w:t>সজ্জার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পিছনে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চুল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অন্যদের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সামনে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উপস্থাপন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কামুক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প্রবৃত্তি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পূজারী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পুরুষদের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অন্তরসমূহ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আকৃষ্ট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সক্ষম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সকল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নজর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কাড়বো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প্রসিদ্ধ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উঠবো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দ্বারাই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সকল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অপূর্ণতা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রয়েছে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পূরণ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কেননা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দেখছি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কিছু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কিছু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মানুষের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অন্তরজুড়ে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সম্মানিত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বিশিষ্ট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হিসেবে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পরিচিতি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লাভ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আমিও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প্রেমিকাসুলভ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আচরণ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উত্তেজনাকর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দৈহিক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ভঙ্গিমার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মানুষের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নিকট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সম্মানের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পাত্র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বিশিষ্ট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হিসেবে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চিহ্নিত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দেখাতে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অজ্ঞতা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অনুরূপ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বিদ্যমান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ইসলামের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আলোকিত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পথ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সম্পর্কে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তেমন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কিছুই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জানা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কিন্তু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আফসোস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হচ্ছে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এটাই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t xml:space="preserve">, </w:t>
      </w:r>
      <w:r w:rsidRPr="00EF4076">
        <w:rPr>
          <w:rFonts w:hint="cs"/>
          <w:cs/>
          <w:lang w:bidi="bn-IN"/>
        </w:rPr>
        <w:t>যখন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কামুক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ব্যক্তিত্বহীন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পুরুষ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তাকায়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তখন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অলীক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অনুভব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করি</w:t>
      </w:r>
      <w:r w:rsidRPr="00EF4076">
        <w:t xml:space="preserve">, </w:t>
      </w:r>
      <w:r w:rsidRPr="00EF4076">
        <w:rPr>
          <w:rFonts w:hint="cs"/>
          <w:cs/>
          <w:lang w:bidi="bn-IN"/>
        </w:rPr>
        <w:t>কিন্তু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পরক্ষণেই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মানসিক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অশান্তি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বিষন্নতায়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কিংকর্তব্যবিমূঢ়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পড়ি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অপূর্ণতার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হতাশা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দূর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প্রকটভাবে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প্রকাশিত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যদি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কাউকে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শিকার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পারি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তাকওয়া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আত্মসম্মানবোধের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কারণে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যদি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যুবক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দেখার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জন্য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অত্যন্ত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কষ্টকর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ব্যাপার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তখন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মনে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দেহের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অভ্যন্তর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এখনই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দাউ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দাউ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আগুন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জ্বলে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উঠবে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সমগ্র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অস্তিত্বকেই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পুড়িয়ে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ছাই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ফেলবে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কিন্তু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আমরা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আপনার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শুভাকাঙ্খী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হিসেবে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বলতে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rPr>
          <w:cs/>
          <w:lang w:bidi="bn-IN"/>
        </w:rPr>
        <w:t xml:space="preserve"> : </w:t>
      </w:r>
      <w:r w:rsidRPr="00EF4076">
        <w:rPr>
          <w:rFonts w:hint="cs"/>
          <w:cs/>
          <w:lang w:bidi="bn-IN"/>
        </w:rPr>
        <w:t>ওহে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বেপর্দা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</w:t>
      </w:r>
      <w:r w:rsidRPr="00EF4076">
        <w:t xml:space="preserve">, </w:t>
      </w:r>
      <w:r w:rsidRPr="00EF4076">
        <w:rPr>
          <w:rFonts w:hint="cs"/>
          <w:cs/>
          <w:lang w:bidi="bn-IN"/>
        </w:rPr>
        <w:t>যদি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ভাল</w:t>
      </w:r>
      <w:r w:rsidRPr="00EF4076">
        <w:t xml:space="preserve">, </w:t>
      </w:r>
      <w:r w:rsidRPr="00EF4076">
        <w:rPr>
          <w:rFonts w:hint="cs"/>
          <w:cs/>
          <w:lang w:bidi="bn-IN"/>
        </w:rPr>
        <w:t>সম্মানিত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বিশিষ্ট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ব্যক্তিত্বের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অধিকারী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সাথে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ভেতর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দগ্ধ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হওয়া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মুক্তি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পেতে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সতীত্ব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আত্মমর্যাদা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লাভের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চেষ্টা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কেননা</w:t>
      </w:r>
      <w:r w:rsidRPr="00EF4076">
        <w:t xml:space="preserve">, </w:t>
      </w:r>
      <w:r w:rsidRPr="00EF4076">
        <w:rPr>
          <w:rFonts w:hint="cs"/>
          <w:cs/>
          <w:lang w:bidi="bn-IN"/>
        </w:rPr>
        <w:t>যতই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আবৃত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lastRenderedPageBreak/>
        <w:t>থাকবে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ততই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ভাল</w:t>
      </w:r>
      <w:r w:rsidRPr="00EF4076">
        <w:t>,</w:t>
      </w:r>
      <w:r w:rsidRPr="00EF4076">
        <w:rPr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চরিত্রবান</w:t>
      </w:r>
      <w:r w:rsidRPr="00EF4076">
        <w:t xml:space="preserve">, </w:t>
      </w:r>
      <w:r w:rsidRPr="00EF4076">
        <w:rPr>
          <w:rFonts w:hint="cs"/>
          <w:cs/>
          <w:lang w:bidi="bn-IN"/>
        </w:rPr>
        <w:t>ধার্মিক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সৎ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যুবককে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আকৃষ্ট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পারবে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বিয়ের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প্রস্তাব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দেয়ার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জন্য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আগ্রহ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অপেক্ষা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তুমি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স্বামীকে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বেশী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আকৃষ্ট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পারবে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যতই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অনাবৃত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ততই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অন্যদের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দৃষ্টি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ঝরে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পড়বে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Pr="00EF4076" w:rsidRDefault="00EF4076" w:rsidP="00EF4076">
      <w:pPr>
        <w:pStyle w:val="libNormal"/>
      </w:pPr>
      <w:r w:rsidRPr="00EF4076">
        <w:rPr>
          <w:rFonts w:hint="cs"/>
          <w:cs/>
          <w:lang w:bidi="bn-IN"/>
        </w:rPr>
        <w:t>ওহে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বেপর্দা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নারী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সম্মান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প্রসিদ্ধি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কাজের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মাধ্যমে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অর্জন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কেননা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পুরুষের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কষ্ট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(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দুয়ারে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ধরনা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মোহরানা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পরিশোধ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সকল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দায়িত্ব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কাঁধে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নিয়ে</w:t>
      </w:r>
      <w:r w:rsidRPr="00EF4076">
        <w:rPr>
          <w:cs/>
          <w:lang w:bidi="bn-IN"/>
        </w:rPr>
        <w:t xml:space="preserve">) </w:t>
      </w:r>
      <w:r w:rsidRPr="00EF4076">
        <w:rPr>
          <w:rFonts w:hint="cs"/>
          <w:cs/>
          <w:lang w:bidi="bn-IN"/>
        </w:rPr>
        <w:t>তোমাকে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পাওয়ার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কথা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তুমি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অনাবৃত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সহজেই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অবৈধ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উদ্দেশ্যে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পৌঁছাতে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সাহায্য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করছো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তারা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সহজেই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পাওয়ার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কারণে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পরিবার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গঠন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সংসারের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দায়িত্ব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যদি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ঐ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পুরুষ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দাসী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বানানো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বাচ্চা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লালন</w:t>
      </w:r>
      <w:r w:rsidRPr="00EF4076">
        <w:rPr>
          <w:cs/>
          <w:lang w:bidi="bn-IN"/>
        </w:rPr>
        <w:t>-</w:t>
      </w:r>
      <w:r w:rsidRPr="00EF4076">
        <w:rPr>
          <w:rFonts w:hint="cs"/>
          <w:cs/>
          <w:lang w:bidi="bn-IN"/>
        </w:rPr>
        <w:t>পালন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জন্যেই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চাইবে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স্বামীর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আল্লাহর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ভয়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থাকে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দ্বীনি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বিশ্বাস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দুর্বল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কয়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দিনই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সাথে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সংসার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যেহেতু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কোন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নতুনত্ব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পিছনে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ছুটবে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যখনই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ঐ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তাকওয়াহীন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পুরুষ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পিছু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তখন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তোমার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জীবনটাই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পুড়ে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ধ্বংস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হয়ে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ঐ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আগুন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তুমি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নিজেই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প্রজ্জলিত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করেছো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এবং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তাতে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তুমিই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পুড়ে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মরবে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  <w:r w:rsidRPr="00EF4076">
        <w:rPr>
          <w:cs/>
          <w:lang w:bidi="bn-IN"/>
        </w:rPr>
        <w:t xml:space="preserve"> </w:t>
      </w:r>
    </w:p>
    <w:p w:rsidR="00EF4076" w:rsidRDefault="00EF4076" w:rsidP="00EF4076">
      <w:pPr>
        <w:pStyle w:val="libNormal"/>
        <w:rPr>
          <w:cs/>
          <w:lang w:bidi="bn-IN"/>
        </w:rPr>
      </w:pPr>
      <w:r w:rsidRPr="00EF4076">
        <w:rPr>
          <w:rFonts w:hint="cs"/>
          <w:cs/>
          <w:lang w:bidi="bn-IN"/>
        </w:rPr>
        <w:t>পাশ্চাত্য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ধর্মহীন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ধনীদের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দিন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তালাকের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পরিমান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অবৈধ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সন্তানের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সংখ্যা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বৃদ্ধি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পাওয়া</w:t>
      </w:r>
      <w:r w:rsidRPr="00EF4076">
        <w:t xml:space="preserve">, </w:t>
      </w:r>
      <w:r w:rsidRPr="00EF4076">
        <w:rPr>
          <w:rFonts w:hint="cs"/>
          <w:cs/>
          <w:lang w:bidi="bn-IN"/>
        </w:rPr>
        <w:t>নৈতিক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অনাচার</w:t>
      </w:r>
      <w:r w:rsidRPr="00EF4076">
        <w:t xml:space="preserve">, </w:t>
      </w:r>
      <w:r w:rsidRPr="00EF4076">
        <w:rPr>
          <w:rFonts w:hint="cs"/>
          <w:cs/>
          <w:lang w:bidi="bn-IN"/>
        </w:rPr>
        <w:t>বিশৃংখলা</w:t>
      </w:r>
      <w:r w:rsidRPr="00EF4076">
        <w:t xml:space="preserve">, </w:t>
      </w:r>
      <w:r w:rsidRPr="00EF4076">
        <w:rPr>
          <w:rFonts w:hint="cs"/>
          <w:cs/>
          <w:lang w:bidi="bn-IN"/>
        </w:rPr>
        <w:t>আত্মহত্যা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প্রবণতা</w:t>
      </w:r>
      <w:r w:rsidRPr="00EF4076">
        <w:t xml:space="preserve">, </w:t>
      </w:r>
      <w:r w:rsidRPr="00EF4076">
        <w:rPr>
          <w:rFonts w:hint="cs"/>
          <w:cs/>
          <w:lang w:bidi="bn-IN"/>
        </w:rPr>
        <w:t>মানসিক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অশান্তি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প্রভৃতি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ব্যাপক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হওয়ার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কারণ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ও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পর্দাহীনতার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মধ্যে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bn-IN"/>
        </w:rPr>
        <w:t>নিহিত</w:t>
      </w:r>
      <w:r w:rsidRPr="00EF4076">
        <w:rPr>
          <w:cs/>
          <w:lang w:bidi="bn-IN"/>
        </w:rPr>
        <w:t xml:space="preserve"> </w:t>
      </w:r>
      <w:r w:rsidRPr="00EF4076">
        <w:rPr>
          <w:rFonts w:hint="cs"/>
          <w:cs/>
          <w:lang w:bidi="hi-IN"/>
        </w:rPr>
        <w:t>।</w:t>
      </w:r>
    </w:p>
    <w:p w:rsidR="00EF4076" w:rsidRPr="00C6693F" w:rsidRDefault="00EF4076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FE4106" w:rsidRPr="00EF4076" w:rsidRDefault="00FE4106" w:rsidP="00EF4076">
      <w:pPr>
        <w:pStyle w:val="Heading2Center"/>
      </w:pPr>
      <w:bookmarkStart w:id="126" w:name="_Toc439886156"/>
      <w:bookmarkStart w:id="127" w:name="_Toc440447916"/>
      <w:r w:rsidRPr="00EF4076">
        <w:rPr>
          <w:cs/>
          <w:lang w:bidi="bn-IN"/>
        </w:rPr>
        <w:lastRenderedPageBreak/>
        <w:t>উত্তম নারী কারা</w:t>
      </w:r>
      <w:r w:rsidRPr="00EF4076">
        <w:t>?</w:t>
      </w:r>
      <w:bookmarkEnd w:id="126"/>
      <w:bookmarkEnd w:id="127"/>
    </w:p>
    <w:p w:rsidR="00FE4106" w:rsidRPr="005A2C80" w:rsidRDefault="00FE4106" w:rsidP="00FE4106">
      <w:pPr>
        <w:pStyle w:val="libNormal"/>
      </w:pP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ফাতিমা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যাহরা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বলেছেন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উত্তম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হচ্ছে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তারাই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পুরুষদেরকে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তাদেরকে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দেখতে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অতঃপর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রাসূল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বললেন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ফাতিমা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আমা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rStyle w:val="libFootnotenumChar"/>
          <w:rFonts w:hint="cs"/>
          <w:cs/>
          <w:lang w:bidi="bn-IN"/>
        </w:rPr>
        <w:t>১৭৪</w:t>
      </w:r>
      <w:r w:rsidRPr="00A3683D">
        <w:rPr>
          <w:cs/>
          <w:lang w:bidi="bn-IN"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হযরত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আলী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বলেছেন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রাসূল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আমাদের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প্রশ্ন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করলেন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নারীর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জন্য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উত্তম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জিনিস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কোনটি</w:t>
      </w:r>
      <w:r w:rsidRPr="00A3683D">
        <w:t xml:space="preserve">?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আমাদের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মধ্য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থেকে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কেউ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রাসূলে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খোদা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>.)-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প্রশ্নের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উত্তর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দিল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আমি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ঐ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প্রশ্নটি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হযরত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ফাতিমা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>.)-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নিকট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বললাম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হযরত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ফাতিমা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ঐ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প্রশ্নের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উত্তরে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বললেন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নারীর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জন্য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উত্তম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কাজ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হচ্ছে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দেখতে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হযরত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ফাতিমার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>.)</w:t>
      </w:r>
      <w:r w:rsidRPr="00A3683D">
        <w:rPr>
          <w:rFonts w:hint="cs"/>
          <w:cs/>
          <w:lang w:bidi="bn-IN"/>
        </w:rPr>
        <w:t>এই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উত্তরটি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রাসূলে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খোদা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>.) -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বললাম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রাসূলে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খোদা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বললেন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ফাতিমা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হচ্ছে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আমার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দেহের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অংশ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rStyle w:val="libFootnotenumChar"/>
          <w:rFonts w:hint="cs"/>
          <w:cs/>
          <w:lang w:bidi="bn-IN"/>
        </w:rPr>
        <w:t>১৭৫</w:t>
      </w:r>
      <w:r w:rsidRPr="00A3683D">
        <w:rPr>
          <w:cs/>
          <w:lang w:bidi="bn-IN"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এই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রেওয়ায়েতটি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বিশেষ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গুরুত্ব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বহন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হাদীসে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বিষয়ের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তাগিদ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দেয়া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হয়েছে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হচ্ছে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নারীরা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যতটুকু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সম্ভব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নামাহরাম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থেকে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দূরে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থাকার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চেষ্টা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যদি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কোন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বিশেষ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প্রয়োজনে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যেমন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চাকুরি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অন্য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কোন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প্রয়োজনীয়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কাজে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নামাহরামের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মুখোমুখি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হতেই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সেক্ষেত্রে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অবশ্যই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ইসলামী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বিধান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লঙ্ঘিত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যেমন</w:t>
      </w:r>
      <w:r w:rsidRPr="00A3683D">
        <w:rPr>
          <w:cs/>
          <w:lang w:bidi="bn-IN"/>
        </w:rPr>
        <w:t xml:space="preserve"> : </w:t>
      </w:r>
      <w:r w:rsidRPr="00A3683D">
        <w:rPr>
          <w:rFonts w:hint="cs"/>
          <w:cs/>
          <w:lang w:bidi="bn-IN"/>
        </w:rPr>
        <w:t>পর্দা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নিজের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সৌন্দর্য্য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প্রকাশ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মোট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কথা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যখন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কোন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নামাহরামের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সম্মুখে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অবস্থান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তখন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এমন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কোন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কাজ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আচরণ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ঐ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নামাহরামের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দৃষ্টি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নিবদ্ধ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প্ররোচিত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বিষয়গুলো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অবশ্যই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পরিহার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চলে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বিশেষ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ঐ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স্থানে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যেখানে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এক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সঙ্গে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কাজ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বিশেষভাবে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দৃষ্টি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রাখা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দরকার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বিশেষ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কোন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কারণ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ব্যতীত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নামাহরাম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এক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কক্ষে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কাজ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বিষয়গুলে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মেনে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চলার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জন্য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সমস্ত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কেন্দ্রগুলোতে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মহিলা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শাখা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শাখা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আশা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আল্লাহ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</w:t>
      </w:r>
      <w:r w:rsidRPr="00A3683D">
        <w:rPr>
          <w:rFonts w:hint="eastAsia"/>
        </w:rPr>
        <w:t>’</w:t>
      </w:r>
      <w:r w:rsidRPr="00A3683D">
        <w:rPr>
          <w:rFonts w:hint="cs"/>
          <w:cs/>
          <w:lang w:bidi="bn-IN"/>
        </w:rPr>
        <w:t>য়ালার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বিশেষ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করুণায়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এমন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একটি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দিন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আসবে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সেদিন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নারীদের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যোগ্যতা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lastRenderedPageBreak/>
        <w:t>অধিক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পরিমানে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বৃদ্ধি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কারণে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আলাদা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আলাদা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প্রতিষ্ঠান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গড়ে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উঠবে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প্রতিষ্ঠানে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স্বাধীনভাবে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কাজ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পারবে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রাসূল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 xml:space="preserve">.)  </w:t>
      </w:r>
      <w:r w:rsidRPr="00A3683D">
        <w:rPr>
          <w:rFonts w:hint="cs"/>
          <w:cs/>
          <w:lang w:bidi="bn-IN"/>
        </w:rPr>
        <w:t>তাঁর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সাথে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নারীদের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বাইয়াত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করার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অঙ্গীকারাবদ্ধ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হওয়া</w:t>
      </w:r>
      <w:r w:rsidRPr="00A3683D">
        <w:rPr>
          <w:cs/>
          <w:lang w:bidi="bn-IN"/>
        </w:rPr>
        <w:t xml:space="preserve">) </w:t>
      </w:r>
      <w:r w:rsidRPr="00A3683D">
        <w:rPr>
          <w:rFonts w:hint="cs"/>
          <w:cs/>
          <w:lang w:bidi="bn-IN"/>
        </w:rPr>
        <w:t>সময়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শর্ত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রেখেছিলেন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>,</w:t>
      </w:r>
    </w:p>
    <w:p w:rsidR="00A3683D" w:rsidRPr="006445C3" w:rsidRDefault="00A3683D" w:rsidP="006445C3">
      <w:pPr>
        <w:pStyle w:val="libAr"/>
      </w:pPr>
      <w:r w:rsidRPr="00C6693F">
        <w:rPr>
          <w:rtl/>
          <w:cs/>
        </w:rPr>
        <w:t xml:space="preserve"> </w:t>
      </w:r>
      <w:r w:rsidRPr="00C6693F">
        <w:rPr>
          <w:rFonts w:hint="cs"/>
          <w:rtl/>
        </w:rPr>
        <w:t>ﺍﻥ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ﻻ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ﳛﺪﺛﻦ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ﻣﻊ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ﺍﻟﺮﺟﺎﻝ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ﺍﻻ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ﺫﺍ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ﳏﺮﻡ</w:t>
      </w:r>
      <w:r w:rsidRPr="00C6693F">
        <w:rPr>
          <w:rtl/>
          <w:cs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পুরুষের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সাথে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কথা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বলবে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t xml:space="preserve">, </w:t>
      </w:r>
      <w:r w:rsidRPr="00A3683D">
        <w:rPr>
          <w:rFonts w:hint="cs"/>
          <w:cs/>
          <w:lang w:bidi="bn-IN"/>
        </w:rPr>
        <w:t>শুধুমাত্র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তোমাদের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মাহরাম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ব্যতীত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rStyle w:val="libFootnotenumChar"/>
          <w:rFonts w:hint="cs"/>
          <w:cs/>
          <w:lang w:bidi="bn-IN"/>
        </w:rPr>
        <w:t>১৭৬</w:t>
      </w:r>
      <w:r w:rsidRPr="00A3683D">
        <w:rPr>
          <w:cs/>
          <w:lang w:bidi="bn-IN"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ইমাম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বাকির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বলেছেন</w:t>
      </w:r>
      <w:r w:rsidRPr="00A3683D">
        <w:rPr>
          <w:cs/>
          <w:lang w:bidi="bn-IN"/>
        </w:rPr>
        <w:t xml:space="preserve"> :</w:t>
      </w:r>
    </w:p>
    <w:p w:rsidR="00A3683D" w:rsidRPr="006445C3" w:rsidRDefault="00A3683D" w:rsidP="006445C3">
      <w:pPr>
        <w:pStyle w:val="libAr"/>
      </w:pPr>
      <w:r w:rsidRPr="00C6693F">
        <w:rPr>
          <w:rtl/>
          <w:cs/>
        </w:rPr>
        <w:t xml:space="preserve"> </w:t>
      </w:r>
      <w:r w:rsidRPr="00C6693F">
        <w:rPr>
          <w:rFonts w:hint="cs"/>
          <w:rtl/>
        </w:rPr>
        <w:t>ﳏﺎﺩﺛﺔ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ﺍﻟﻨﺴﺎﺀ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ﻣﻦ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ﻣﺼﺎﺋﺪ</w:t>
      </w:r>
      <w:r w:rsidRPr="00C6693F">
        <w:rPr>
          <w:rtl/>
        </w:rPr>
        <w:t xml:space="preserve"> </w:t>
      </w:r>
      <w:r w:rsidRPr="00C6693F">
        <w:rPr>
          <w:rFonts w:hint="cs"/>
          <w:rtl/>
        </w:rPr>
        <w:t>ﺍﻟﺸﻴﻄﺎﻥ</w:t>
      </w:r>
      <w:r w:rsidRPr="00C6693F">
        <w:rPr>
          <w:rtl/>
          <w:cs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নামাহরাম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সাথে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কথা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বলাটা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শয়তানের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ফাঁদ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rStyle w:val="libFootnotenumChar"/>
          <w:rFonts w:hint="cs"/>
          <w:cs/>
          <w:lang w:bidi="bn-IN"/>
        </w:rPr>
        <w:t>১৭৭</w:t>
      </w:r>
      <w:r w:rsidRPr="00A3683D">
        <w:rPr>
          <w:cs/>
          <w:lang w:bidi="bn-IN"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রাসূল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বলেছেন</w:t>
      </w:r>
      <w:r w:rsidRPr="00A3683D">
        <w:rPr>
          <w:cs/>
          <w:lang w:bidi="bn-IN"/>
        </w:rPr>
        <w:t xml:space="preserve"> :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যে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ব্যক্তি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আল্লাহ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কিয়ামতের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ঈমান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রাখে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সে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ব্যক্তি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এমন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স্থানে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কাটায়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যেখানে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নামাহরাম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নারীর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শ্বাস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প্রশ্বাসের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শব্দ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শুনতে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rStyle w:val="libFootnotenumChar"/>
          <w:rFonts w:hint="cs"/>
          <w:cs/>
          <w:lang w:bidi="bn-IN"/>
        </w:rPr>
        <w:t>১৭৮</w:t>
      </w:r>
      <w:r w:rsidRPr="00A3683D">
        <w:rPr>
          <w:cs/>
          <w:lang w:bidi="bn-IN"/>
        </w:rPr>
        <w:t xml:space="preserve">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ইমাম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সাদিক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আ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বলেছেন</w:t>
      </w:r>
      <w:r w:rsidRPr="00A3683D">
        <w:rPr>
          <w:cs/>
          <w:lang w:bidi="bn-IN"/>
        </w:rPr>
        <w:t xml:space="preserve"> : </w:t>
      </w:r>
    </w:p>
    <w:p w:rsidR="00A3683D" w:rsidRPr="00A3683D" w:rsidRDefault="00A3683D" w:rsidP="00A3683D">
      <w:pPr>
        <w:pStyle w:val="libNormal"/>
      </w:pPr>
      <w:r w:rsidRPr="00A3683D">
        <w:rPr>
          <w:rFonts w:hint="cs"/>
          <w:cs/>
          <w:lang w:bidi="bn-IN"/>
        </w:rPr>
        <w:t>প্রকৃতপক্ষে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রাসূল</w:t>
      </w:r>
      <w:r w:rsidRPr="00A3683D">
        <w:rPr>
          <w:cs/>
          <w:lang w:bidi="bn-IN"/>
        </w:rPr>
        <w:t xml:space="preserve"> (</w:t>
      </w:r>
      <w:r w:rsidRPr="00A3683D">
        <w:rPr>
          <w:rFonts w:hint="cs"/>
          <w:cs/>
          <w:lang w:bidi="bn-IN"/>
        </w:rPr>
        <w:t>সা</w:t>
      </w:r>
      <w:r w:rsidRPr="00A3683D">
        <w:rPr>
          <w:cs/>
          <w:lang w:bidi="bn-IN"/>
        </w:rPr>
        <w:t xml:space="preserve">.) </w:t>
      </w:r>
      <w:r w:rsidRPr="00A3683D">
        <w:rPr>
          <w:rFonts w:hint="cs"/>
          <w:cs/>
          <w:lang w:bidi="bn-IN"/>
        </w:rPr>
        <w:t>নারীদের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কাছ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থেকে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বাড়িগুলো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নিয়ে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নিয়েছিলেন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কারণেই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অবসর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সময়ে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সেখানে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বেগানা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পুরুষের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সাথে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আসা</w:t>
      </w:r>
      <w:r w:rsidRPr="00A3683D">
        <w:rPr>
          <w:cs/>
          <w:lang w:bidi="bn-IN"/>
        </w:rPr>
        <w:t>-</w:t>
      </w:r>
      <w:r w:rsidRPr="00A3683D">
        <w:rPr>
          <w:rFonts w:hint="cs"/>
          <w:cs/>
          <w:lang w:bidi="bn-IN"/>
        </w:rPr>
        <w:t>যাওয়া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ওঠা</w:t>
      </w:r>
      <w:r w:rsidRPr="00A3683D">
        <w:rPr>
          <w:cs/>
          <w:lang w:bidi="bn-IN"/>
        </w:rPr>
        <w:t>-</w:t>
      </w:r>
      <w:r w:rsidRPr="00A3683D">
        <w:rPr>
          <w:rFonts w:hint="cs"/>
          <w:cs/>
          <w:lang w:bidi="bn-IN"/>
        </w:rPr>
        <w:t>বসা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rStyle w:val="libFootnotenumChar"/>
          <w:rFonts w:hint="cs"/>
          <w:cs/>
          <w:lang w:bidi="bn-IN"/>
        </w:rPr>
        <w:t>১৭৯</w:t>
      </w:r>
      <w:r w:rsidRPr="00A3683D">
        <w:rPr>
          <w:cs/>
          <w:lang w:bidi="bn-IN"/>
        </w:rPr>
        <w:t xml:space="preserve"> </w:t>
      </w:r>
    </w:p>
    <w:p w:rsidR="00A3683D" w:rsidRDefault="00A3683D" w:rsidP="00A3683D">
      <w:pPr>
        <w:pStyle w:val="libNormal"/>
        <w:rPr>
          <w:rStyle w:val="libNormalChar"/>
        </w:rPr>
      </w:pPr>
      <w:r w:rsidRPr="00A3683D">
        <w:rPr>
          <w:rFonts w:hint="cs"/>
          <w:cs/>
          <w:lang w:bidi="bn-IN"/>
        </w:rPr>
        <w:t>আল্লাহ্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করুন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যদি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এমন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যে</w:t>
      </w:r>
      <w:r w:rsidRPr="00A3683D">
        <w:t xml:space="preserve">, </w:t>
      </w:r>
      <w:r w:rsidRPr="00A3683D">
        <w:rPr>
          <w:rFonts w:hint="cs"/>
          <w:cs/>
          <w:lang w:bidi="bn-IN"/>
        </w:rPr>
        <w:t>ইসলামী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বিধি</w:t>
      </w:r>
      <w:r w:rsidRPr="00A3683D">
        <w:rPr>
          <w:cs/>
          <w:lang w:bidi="bn-IN"/>
        </w:rPr>
        <w:t>-</w:t>
      </w:r>
      <w:r w:rsidRPr="00A3683D">
        <w:rPr>
          <w:rFonts w:hint="cs"/>
          <w:cs/>
          <w:lang w:bidi="bn-IN"/>
        </w:rPr>
        <w:t>বিধানের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গুরুত্ব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দেয়া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হচ্ছে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এবং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সকল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বিষয়ে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শয়তানের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ভুল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ব্যাখ্যায়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আমরা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প্রতারিত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গোনাহ্সমূহ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অধিক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হারে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বৃদ্ধি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পাবে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কারণে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অবশ্যই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তালাকের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হার</w:t>
      </w:r>
      <w:r w:rsidRPr="00A3683D">
        <w:t xml:space="preserve">, </w:t>
      </w:r>
      <w:r w:rsidRPr="00A3683D">
        <w:rPr>
          <w:rFonts w:hint="cs"/>
          <w:cs/>
          <w:lang w:bidi="bn-IN"/>
        </w:rPr>
        <w:t>অবৈধ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সন্তানের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পরিমান</w:t>
      </w:r>
      <w:r w:rsidRPr="00A3683D">
        <w:t xml:space="preserve">, </w:t>
      </w:r>
      <w:r w:rsidRPr="00A3683D">
        <w:rPr>
          <w:rFonts w:hint="cs"/>
          <w:cs/>
          <w:lang w:bidi="bn-IN"/>
        </w:rPr>
        <w:t>হত্যা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রাহাজানি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ইত্যাদিও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বেড়ে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শুধু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মধ্যেই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সীমাবদ্ধ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থাকবে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বরং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সাথে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সাথে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সরকার</w:t>
      </w:r>
      <w:r w:rsidRPr="00A3683D">
        <w:t xml:space="preserve">, </w:t>
      </w:r>
      <w:r w:rsidRPr="00A3683D">
        <w:rPr>
          <w:rFonts w:hint="cs"/>
          <w:cs/>
          <w:lang w:bidi="bn-IN"/>
        </w:rPr>
        <w:t>বিচার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বিভাগ</w:t>
      </w:r>
      <w:r w:rsidRPr="00A3683D">
        <w:t xml:space="preserve">, </w:t>
      </w:r>
      <w:r w:rsidRPr="00A3683D">
        <w:rPr>
          <w:rFonts w:hint="cs"/>
          <w:cs/>
          <w:lang w:bidi="bn-IN"/>
        </w:rPr>
        <w:t>নিরাপত্তা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বাহিনী</w:t>
      </w:r>
      <w:r w:rsidRPr="00A3683D">
        <w:t xml:space="preserve">, </w:t>
      </w:r>
      <w:r w:rsidRPr="00A3683D">
        <w:rPr>
          <w:rFonts w:hint="cs"/>
          <w:cs/>
          <w:lang w:bidi="bn-IN"/>
        </w:rPr>
        <w:t>শিক্ষা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বিভাগ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কিছুতেই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বিভিন্ন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ধরনের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সমস্যা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সৃষ্টি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ফলশ্রুতিতে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আল্লাহ</w:t>
      </w:r>
      <w:r w:rsidRPr="00A3683D">
        <w:rPr>
          <w:cs/>
          <w:lang w:bidi="bn-IN"/>
        </w:rPr>
        <w:t xml:space="preserve">  </w:t>
      </w:r>
      <w:r w:rsidRPr="00A3683D">
        <w:rPr>
          <w:rFonts w:hint="cs"/>
          <w:cs/>
          <w:lang w:bidi="bn-IN"/>
        </w:rPr>
        <w:t>তাবারাকা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</w:t>
      </w:r>
      <w:r w:rsidRPr="00A3683D">
        <w:rPr>
          <w:rFonts w:hint="eastAsia"/>
        </w:rPr>
        <w:t>’</w:t>
      </w:r>
      <w:r w:rsidRPr="00A3683D">
        <w:rPr>
          <w:rFonts w:hint="cs"/>
          <w:cs/>
          <w:lang w:bidi="bn-IN"/>
        </w:rPr>
        <w:t>য়ালার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করুণা</w:t>
      </w:r>
      <w:r w:rsidRPr="00A3683D">
        <w:t xml:space="preserve">, </w:t>
      </w:r>
      <w:r w:rsidRPr="00A3683D">
        <w:rPr>
          <w:rFonts w:hint="cs"/>
          <w:cs/>
          <w:lang w:bidi="bn-IN"/>
        </w:rPr>
        <w:t>রহমত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বরকত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কিছুই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বন্ধ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যাবে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আর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তাঁর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ঐ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করুণা</w:t>
      </w:r>
      <w:r w:rsidRPr="00A3683D">
        <w:t xml:space="preserve">, </w:t>
      </w:r>
      <w:r w:rsidRPr="00A3683D">
        <w:rPr>
          <w:rFonts w:hint="cs"/>
          <w:cs/>
          <w:lang w:bidi="bn-IN"/>
        </w:rPr>
        <w:t>রহমত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ও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বরকত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বন্ধ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হয়ে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যাওয়াটা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একটি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সমাজের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জন্য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সব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থেকে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বড়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মুসিবত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বৈ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অন্য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কিছুই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bn-IN"/>
        </w:rPr>
        <w:t>নয়</w:t>
      </w:r>
      <w:r w:rsidRPr="00A3683D">
        <w:rPr>
          <w:cs/>
          <w:lang w:bidi="bn-IN"/>
        </w:rPr>
        <w:t xml:space="preserve"> </w:t>
      </w:r>
      <w:r w:rsidRPr="00A3683D">
        <w:rPr>
          <w:rFonts w:hint="cs"/>
          <w:cs/>
          <w:lang w:bidi="hi-IN"/>
        </w:rPr>
        <w:t>।</w:t>
      </w:r>
      <w:r w:rsidR="00FE4106" w:rsidRPr="00C4151B">
        <w:rPr>
          <w:rStyle w:val="libNormalChar"/>
        </w:rPr>
        <w:t xml:space="preserve"> </w:t>
      </w:r>
    </w:p>
    <w:p w:rsidR="00A3683D" w:rsidRPr="00C6693F" w:rsidRDefault="00A3683D" w:rsidP="00C6693F">
      <w:pPr>
        <w:pStyle w:val="libNormal"/>
      </w:pPr>
      <w:r w:rsidRPr="00C6693F">
        <w:lastRenderedPageBreak/>
        <w:br w:type="page"/>
      </w:r>
    </w:p>
    <w:p w:rsidR="00FE4106" w:rsidRPr="005A2C80" w:rsidRDefault="00FE4106" w:rsidP="00A3683D">
      <w:pPr>
        <w:pStyle w:val="Heading2Center"/>
      </w:pPr>
      <w:bookmarkStart w:id="128" w:name="_Toc439886157"/>
      <w:bookmarkStart w:id="129" w:name="_Toc440447917"/>
      <w:r w:rsidRPr="005A2C80">
        <w:rPr>
          <w:cs/>
          <w:lang w:bidi="bn-IN"/>
        </w:rPr>
        <w:lastRenderedPageBreak/>
        <w:t>পর্দার সব থেকে উত্তম উপায় কী</w:t>
      </w:r>
      <w:r w:rsidRPr="005A2C80">
        <w:t>?</w:t>
      </w:r>
      <w:bookmarkEnd w:id="128"/>
      <w:bookmarkEnd w:id="129"/>
    </w:p>
    <w:p w:rsidR="00A3683D" w:rsidRDefault="00A3683D" w:rsidP="009C15B9">
      <w:pPr>
        <w:pStyle w:val="libNormal"/>
        <w:rPr>
          <w:lang w:bidi="bn-IN"/>
        </w:rPr>
      </w:pP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পবিত্র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ধর্মের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অতিব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প্রয়োজনীয়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কেউ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দীনের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প্রয়োজনীয়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অস্বীকার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আল্লাহ্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য়ালা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রাসূল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সা</w:t>
      </w:r>
      <w:r w:rsidRPr="00696EAC">
        <w:rPr>
          <w:cs/>
          <w:lang w:bidi="bn-IN"/>
        </w:rPr>
        <w:t>.)-</w:t>
      </w:r>
      <w:r w:rsidRPr="00696EAC">
        <w:rPr>
          <w:rFonts w:hint="cs"/>
          <w:cs/>
          <w:lang w:bidi="bn-IN"/>
        </w:rPr>
        <w:t>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অস্বীকার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মুরতাদ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কাফের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১৮০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পর্দার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ক্ষেত্রে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লক্ষ্য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প্রয়োজন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রক্ষা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সমাজকেও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ফিতনা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ফ্যাসাদের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হাত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রক্ষা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কেননা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বেপর্দা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সঠিকভাবে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যুবকদের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প্ররোচিত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ফলশ্রুতিতে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সমাজে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অপ্রীতিকর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ঘটনার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অবতারণা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সুতরাং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অবশ্যই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যুবক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পুরুষদের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প্ররোচিত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আচরণ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দূরে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থাকবে।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এখানে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প্রশ্নটি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কি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উত্তমরূপে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t xml:space="preserve">?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উত্তরে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সব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নামাহরামের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দূরে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একমাত্র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সম্পূর্ণ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শরীর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তাতেই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সম্ভব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সম্পর্কে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ইরানের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ধর্মীয়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নেতা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আয়াতুল্লাহ্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যমা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সাইয়্যেদ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খামেনেয়ী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মুদ্দা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যিল্লুহুল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আলী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বলেছেন</w:t>
      </w:r>
      <w:r w:rsidRPr="00696EAC">
        <w:rPr>
          <w:cs/>
          <w:lang w:bidi="bn-IN"/>
        </w:rPr>
        <w:t xml:space="preserve"> :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পন্থা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জাতির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পরিচিতির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প্রতীক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১৮১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মানতু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ইরানী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পরিধেয়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আটসাট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অনুরূপ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আকর্ষণীয়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রংয়ের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উপযুক্ত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রংয়ের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চাপা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বাহ্যিকভাবে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সমস্যা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ধরনের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মডেলের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উপযুক্ত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আকর্ষণ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তথাপিও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অন্যান্য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সমস্যা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যথা</w:t>
      </w:r>
      <w:r w:rsidRPr="00696EAC">
        <w:rPr>
          <w:cs/>
          <w:lang w:bidi="bn-IN"/>
        </w:rPr>
        <w:t xml:space="preserve"> :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১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আটসাট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মানতু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চাপা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জাতীয়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বাইরের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শরীরের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অঙ্গ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প্রত্যঙ্গসমূহের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আকৃতি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বোঝা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ব্যক্তিত্ব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সচ্চরিত্রতার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পরিপন্থী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lastRenderedPageBreak/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মুসলমান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শোভনীয়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মুসলমান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পুরুষের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মর্যাদাহানিকর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ব্যাপার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স্ত্রী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তেমন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মানুষের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সামনে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২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পবিত্র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কোরআন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নিষ্পাপ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ইমামদের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আ</w:t>
      </w:r>
      <w:r w:rsidRPr="00696EAC">
        <w:rPr>
          <w:cs/>
          <w:lang w:bidi="bn-IN"/>
        </w:rPr>
        <w:t xml:space="preserve">.) </w:t>
      </w:r>
      <w:r w:rsidRPr="00696EAC">
        <w:rPr>
          <w:rFonts w:hint="cs"/>
          <w:cs/>
          <w:lang w:bidi="bn-IN"/>
        </w:rPr>
        <w:t>রেওয়ায়েতে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মূলনীতি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পরিস্কার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বর্ণিত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ক্রমেই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পরিবর্তনশীল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কামোদ্দীপক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প্ররোচক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পোশাকগুলো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উপরিউক্ত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দোষে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দুষ্ট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আটসাট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জাতীয়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নামাহরামের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আকর্ষণ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লম্পট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মানুষগুলোকে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আকৃষ্ট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৩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সংস্কৃতির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প্রতীক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চাদর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বিহীন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অবস্থায়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ছাড়া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বাইরে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সাংস্কৃতিক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ঐহিহ্যের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গুরুত্বই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সংস্কৃতির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গুরুত্ব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একাত্ম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ওস্তাদ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শহীদ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মোতাহারী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রহঃ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ইসলাম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পূর্ব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ইরানীদের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সম্পর্কে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বলেন</w:t>
      </w:r>
      <w:r w:rsidRPr="00696EAC">
        <w:rPr>
          <w:cs/>
          <w:lang w:bidi="bn-IN"/>
        </w:rPr>
        <w:t xml:space="preserve"> : </w:t>
      </w:r>
      <w:r w:rsidRPr="00696EAC">
        <w:rPr>
          <w:rFonts w:hint="cs"/>
          <w:cs/>
          <w:lang w:bidi="bn-IN"/>
        </w:rPr>
        <w:t>আমার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প্রাচীন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ইরান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ইহুদী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সম্পদায়্র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সম্ভবত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ভারতেও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প্রচলন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ছিল</w:t>
      </w:r>
      <w:r w:rsidRPr="00696EAC">
        <w:t xml:space="preserve">;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বিধানে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এসেছে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তখনকার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প্রচলিত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কঠিন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ছিল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১৮২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৪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প্রচণ্ড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বাতাস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ঝড়ের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মুখে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মানতু</w:t>
      </w:r>
      <w:r w:rsidRPr="00696EAC">
        <w:t xml:space="preserve">, </w:t>
      </w:r>
      <w:r w:rsidRPr="00696EAC">
        <w:rPr>
          <w:rFonts w:hint="cs"/>
          <w:cs/>
          <w:lang w:bidi="bn-IN"/>
        </w:rPr>
        <w:t>কামিস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জাতীয়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ব্যবহার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শরীরের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গঠন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প্রকাশিত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সম্ভাবনা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ব্যবহার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ক্ষেত্রে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সম্ভাবনা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খুবই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FE4106" w:rsidRPr="005A2C80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উল্লিখিত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বিষয়সমূহ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হলো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মানতু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জাতীয়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প্রস্তুতকারকরা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প্রস্তুত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বে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গানা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পুরুষের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উত্তেজনা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পরিহিতারা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রাস্তায়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চলার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ভদ্রভাবে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চলাচল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কামোদ্দীপক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আচরণ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দূরে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অন্যথায়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ব্যবহার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ক্রমেই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জায়েয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কেউ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হারাম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কেননা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কাজের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জেনে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বুঝেই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হোক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lastRenderedPageBreak/>
        <w:t>অথবা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অজ্ঞতা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বশতই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হোক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কেন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সমাজকে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ফিতনা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ফ্যাসাদের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ঠেলে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শয়তানকে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অসৎ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হাসিলে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সাহায্য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করল</w:t>
      </w:r>
      <w:r w:rsidRPr="00696EAC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FE4106" w:rsidRPr="005A2C80" w:rsidRDefault="00FE4106" w:rsidP="00696EAC">
      <w:pPr>
        <w:pStyle w:val="libBold1"/>
        <w:rPr>
          <w:lang w:bidi="bn-IN"/>
        </w:rPr>
      </w:pPr>
      <w:r w:rsidRPr="005A2C80">
        <w:rPr>
          <w:cs/>
          <w:lang w:bidi="bn-IN"/>
        </w:rPr>
        <w:t>বিশেষ</w:t>
      </w:r>
      <w:r w:rsidRPr="005A2C80">
        <w:rPr>
          <w:lang w:bidi="bn-IN"/>
        </w:rPr>
        <w:t xml:space="preserve"> </w:t>
      </w:r>
      <w:r w:rsidRPr="005A2C80">
        <w:rPr>
          <w:cs/>
          <w:lang w:bidi="bn-IN"/>
        </w:rPr>
        <w:t>দ্রষ্টব্য :</w:t>
      </w:r>
      <w:r w:rsidRPr="005A2C80"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আমরা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অবশ্যই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বিশ্বের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দেশের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সম্মানিত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মুসলমান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সকলেই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স্বভাবগত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প্রিয়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আদেশ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নিষেধকে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পছন্দ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বিশেষত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প্রজাতন্ত্র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ইরানের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বিভিন্নরূপ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সমস্যায়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ধৈর্যধারণ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মহান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সন্তানদের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বিসর্জন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বিষয়টিকে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প্রমাণ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য়ালার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নির্দেশসমূহ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বান্দার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মঙ্গল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স্বরূপ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বেপর্দা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সঠিকভাবে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পর্দার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দুনিয়া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আখিরাতের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মঙ্গল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নিহিত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আশা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সকল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বিভিন্ন</w:t>
      </w:r>
      <w:r w:rsidRPr="00696EAC">
        <w:rPr>
          <w:cs/>
          <w:lang w:bidi="bn-IN"/>
        </w:rPr>
        <w:t xml:space="preserve">  </w:t>
      </w:r>
      <w:r w:rsidRPr="00696EAC">
        <w:rPr>
          <w:rFonts w:hint="cs"/>
          <w:cs/>
          <w:lang w:bidi="bn-IN"/>
        </w:rPr>
        <w:t>গ্রন্থসমূহের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অধিক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পরিচিত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জ্ঞান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ঈমান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বৃদ্ধি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কেননা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মানুষ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দ্বীন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সম্পর্কে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যতই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জানবে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ততই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ঈমান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বিশ্বাস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দৃঢ়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পথভ্রষ্ট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যতই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জ্ঞান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ততই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ঈমান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বিশ্বাস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দুর্বল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ভুল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পরিচালিত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সত্য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দূরে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FE4106" w:rsidRPr="005A2C80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উপরে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বর্ণনা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সম্পর্কে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ছাড়াই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নিচে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অনেক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মানতুকে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হিজাব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হিসেবে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ব্যবহার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ব্যবহার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</w:p>
    <w:p w:rsidR="00696EAC" w:rsidRDefault="00696EAC" w:rsidP="00C6693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5A2C80" w:rsidRDefault="00FE4106" w:rsidP="007317F3">
      <w:pPr>
        <w:pStyle w:val="Heading2Center"/>
        <w:rPr>
          <w:lang w:bidi="bn-IN"/>
        </w:rPr>
      </w:pPr>
      <w:bookmarkStart w:id="130" w:name="_Toc439886158"/>
      <w:bookmarkStart w:id="131" w:name="_Toc440447918"/>
      <w:r w:rsidRPr="005A2C80">
        <w:rPr>
          <w:cs/>
          <w:lang w:bidi="bn-IN"/>
        </w:rPr>
        <w:lastRenderedPageBreak/>
        <w:t>পর্দার বিভিন্ন উপকরণের মধ্যে বোরকার গুরুত্বের কারণ</w:t>
      </w:r>
      <w:bookmarkEnd w:id="130"/>
      <w:bookmarkEnd w:id="131"/>
    </w:p>
    <w:p w:rsidR="00FE4106" w:rsidRPr="005A2C80" w:rsidRDefault="00FE4106" w:rsidP="00FE4106">
      <w:pPr>
        <w:pStyle w:val="libNormal"/>
        <w:rPr>
          <w:lang w:bidi="bn-IN"/>
        </w:rPr>
      </w:pPr>
    </w:p>
    <w:p w:rsidR="00FE4106" w:rsidRPr="005A2C80" w:rsidRDefault="00FE4106" w:rsidP="0065046F">
      <w:pPr>
        <w:pStyle w:val="libBold1"/>
      </w:pPr>
      <w:r w:rsidRPr="005A2C80">
        <w:rPr>
          <w:cs/>
          <w:lang w:bidi="bn-IN"/>
        </w:rPr>
        <w:t>১</w:t>
      </w:r>
      <w:r w:rsidRPr="005A2C80">
        <w:rPr>
          <w:lang w:bidi="bn-IN"/>
        </w:rPr>
        <w:t>-</w:t>
      </w:r>
      <w:r w:rsidRPr="005A2C80">
        <w:rPr>
          <w:cs/>
          <w:lang w:bidi="bn-IN"/>
        </w:rPr>
        <w:t>পবিত্র কোরআন :</w:t>
      </w:r>
    </w:p>
    <w:p w:rsidR="00FE4106" w:rsidRPr="009C15B9" w:rsidRDefault="009C15B9" w:rsidP="009C15B9">
      <w:pPr>
        <w:pStyle w:val="libAie"/>
      </w:pPr>
      <w:r w:rsidRPr="009C15B9">
        <w:rPr>
          <w:rStyle w:val="libAlaemChar"/>
        </w:rPr>
        <w:t>)</w:t>
      </w:r>
      <w:r w:rsidR="00FE4106" w:rsidRPr="009C15B9">
        <w:rPr>
          <w:rFonts w:hint="cs"/>
          <w:rtl/>
        </w:rPr>
        <w:t>يَا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أَيُّهَا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النَّبِيُّ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قُلْ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لِأَزْوَاجِكَ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وَبَنَاتِكَ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وَنِسَاءِ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الْمُؤْمِنِينَ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يُدْنِينَ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عَلَيْهِنَّ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مِنْ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جَلَابِيبِهِنَّ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ذَلِكَ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أَدْنَى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أَنْ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يُعْرَفْنَ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فَلَا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يُؤْذَيْنَ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وَكَانَ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اللَّهُ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غَفُورًا</w:t>
      </w:r>
      <w:r w:rsidR="00FE4106" w:rsidRPr="009C15B9">
        <w:rPr>
          <w:rtl/>
        </w:rPr>
        <w:t xml:space="preserve"> </w:t>
      </w:r>
      <w:r w:rsidR="00FE4106" w:rsidRPr="009C15B9">
        <w:rPr>
          <w:rFonts w:hint="cs"/>
          <w:rtl/>
        </w:rPr>
        <w:t>رَحِيمًا</w:t>
      </w:r>
      <w:r w:rsidRPr="009C15B9">
        <w:rPr>
          <w:rStyle w:val="libAlaemChar"/>
        </w:rPr>
        <w:t>(</w:t>
      </w:r>
      <w:r w:rsidR="00FE4106" w:rsidRPr="009C15B9"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হে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নবী</w:t>
      </w:r>
      <w:r w:rsidRPr="00696EAC">
        <w:t xml:space="preserve">, </w:t>
      </w:r>
      <w:r w:rsidRPr="00696EAC">
        <w:rPr>
          <w:rFonts w:hint="cs"/>
          <w:cs/>
          <w:lang w:bidi="bn-IN"/>
        </w:rPr>
        <w:t>তোমার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স্ত্রী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কন্যাগণ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মিনদের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স্ত্রীগণকে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জালবাব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বড়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ওড়না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চাদর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দিয়ে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সহজেই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সম্মানিত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হিসেবে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চেনা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উত্যক্ত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য়ালা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ক্ষমাশীল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দয়ালু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১৮৩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উল্লিখিত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আয়াতে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জালবাব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সম্পর্কে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মুফাসসের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আভিধানিকগণ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বিভিন্ন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করেছেন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নিম্নরূপ</w:t>
      </w:r>
      <w:r w:rsidRPr="00696EAC">
        <w:rPr>
          <w:cs/>
          <w:lang w:bidi="bn-IN"/>
        </w:rPr>
        <w:t xml:space="preserve"> :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১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সেলাইকৃত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মস্তকাবরণ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অংশ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বিশেষ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২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পর্যন্ত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ঢেকে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৩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৪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আবা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র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ঘাড়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পর্যন্ত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বিস্তৃত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ঢিলা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অনুরূপ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বিশেষ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৫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মিলহাফাহ্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চাদর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৬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ওড়নার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বহিরাবরণের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রিদা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ছোট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৭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বড়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ওড়না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বাড়ী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বাইরে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মুখ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মণ্ডল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ঢেকে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হয়।</w:t>
      </w:r>
      <w:r w:rsidRPr="00696EAC">
        <w:rPr>
          <w:rStyle w:val="libFootnotenumChar"/>
          <w:rFonts w:hint="cs"/>
          <w:cs/>
          <w:lang w:bidi="bn-IN"/>
        </w:rPr>
        <w:t>১৮৪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জালবাবের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গুলো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উল্লেখ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প্রত্যেকটির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প্রত্যেকটির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পার্থক্য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গুলোর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অভিন্ন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ওড়নার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আবা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ছোট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lastRenderedPageBreak/>
        <w:t>যদিও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গুলোর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শব্দটি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উল্লিখিত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আভিধানিক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করেছেন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নিকটবর্তী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চিন্তা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অনেকেই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ইশারা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করেছেন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FE4106" w:rsidRPr="005A2C80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আমাদের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আলোচনা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শব্দ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বরং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চাদরের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অনুরূপ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জালবাব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শব্দের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অর্থ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ব্যবহৃত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FE4106" w:rsidRPr="007317F3" w:rsidRDefault="007317F3" w:rsidP="007317F3">
      <w:pPr>
        <w:pStyle w:val="libAie"/>
      </w:pPr>
      <w:r w:rsidRPr="007317F3">
        <w:rPr>
          <w:rStyle w:val="libAlaemChar"/>
        </w:rPr>
        <w:t>)</w:t>
      </w:r>
      <w:r w:rsidR="00FE4106" w:rsidRPr="007317F3">
        <w:rPr>
          <w:rFonts w:hint="cs"/>
          <w:rtl/>
        </w:rPr>
        <w:t>وَالْقَوَاعِدُ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مِنَ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النِّسَاءِ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اللَّاتِي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لَا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يَرْجُونَ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نِكَاحًا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فَلَيْسَ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عَلَيْهِنَّ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جُنَاحٌ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أَنْ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يَضَعْنَ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ثِيَابَهُنَّ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غَيْرَ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مُتَبَرِّجَاتٍ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بِزِينَةٍ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وَأَنْ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يَسْتَعْفِفْنَ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خَيْرٌ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لَهُنَّ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وَاللَّهُ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سَمِيعٌ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عَلِيمٌ</w:t>
      </w:r>
      <w:r w:rsidRPr="007317F3">
        <w:rPr>
          <w:rStyle w:val="libAlaemChar"/>
        </w:rPr>
        <w:t>(</w:t>
      </w:r>
      <w:r w:rsidR="00FE4106" w:rsidRPr="007317F3"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বৃদ্ধা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মহিলারা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আশা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সেলাইকৃত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মস্তকাবরণ</w:t>
      </w:r>
      <w:r w:rsidRPr="00696EAC">
        <w:t xml:space="preserve">, </w:t>
      </w:r>
      <w:r w:rsidRPr="00696EAC">
        <w:rPr>
          <w:rFonts w:hint="cs"/>
          <w:cs/>
          <w:lang w:bidi="bn-IN"/>
        </w:rPr>
        <w:t>জালবাব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চাদরের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ন্যায়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দ্বারা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মুসলমান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সাধারণত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ঢেকে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নাও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শর্ত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সাজ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সজ্জা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বাইরে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বয়সেও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ইচ্ছা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নিজেদেরকে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আবৃত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rFonts w:hint="eastAsia"/>
        </w:rPr>
        <w:t>’</w:t>
      </w:r>
      <w:r w:rsidRPr="00696EAC">
        <w:rPr>
          <w:rFonts w:hint="cs"/>
          <w:cs/>
          <w:lang w:bidi="bn-IN"/>
        </w:rPr>
        <w:t>য়ালা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শোনেন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জানেন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১৮৫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ক</w:t>
      </w:r>
      <w:r w:rsidRPr="00696EAC">
        <w:rPr>
          <w:cs/>
          <w:lang w:bidi="bn-IN"/>
        </w:rPr>
        <w:t xml:space="preserve">)- </w:t>
      </w:r>
      <w:r w:rsidRPr="00696EAC">
        <w:rPr>
          <w:rFonts w:hint="cs"/>
          <w:cs/>
          <w:lang w:bidi="bn-IN"/>
        </w:rPr>
        <w:t>উপরোক্ত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আয়াতটি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অতিরিক্ত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ত্যাগ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করাকেই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বস্ত্র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পরিহার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আখ্যায়িত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খুলে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অনুমতিটি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অন্যান্য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সাথেই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মানানসই।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খ</w:t>
      </w:r>
      <w:r w:rsidRPr="00696EAC">
        <w:rPr>
          <w:cs/>
          <w:lang w:bidi="bn-IN"/>
        </w:rPr>
        <w:t xml:space="preserve">)- </w:t>
      </w:r>
      <w:r w:rsidRPr="00696EAC">
        <w:rPr>
          <w:rFonts w:hint="cs"/>
          <w:cs/>
          <w:lang w:bidi="bn-IN"/>
        </w:rPr>
        <w:t>যেখানে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পবিত্র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কোরআন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বৃদ্ধ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নারীদেরকেও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যাদের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সম্ভাবনা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নেই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সাজ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সজ্জা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উপদেশ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তাদেরকেও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এক্ষেত্রে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সচেতন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উৎসাহিত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সেক্ষেত্রে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তরুণী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যুবতী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হরেক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রংয়ের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পরে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যদিও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শরীরকে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সম্পূর্ণ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ঢেকে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রাখে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বের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হওয়ার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অনুমতি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দিয়েছে</w:t>
      </w:r>
      <w:r w:rsidRPr="00696EAC">
        <w:t xml:space="preserve">? </w:t>
      </w:r>
    </w:p>
    <w:p w:rsidR="00FE4106" w:rsidRPr="005A2C80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গ</w:t>
      </w:r>
      <w:r w:rsidRPr="00696EAC">
        <w:rPr>
          <w:cs/>
          <w:lang w:bidi="bn-IN"/>
        </w:rPr>
        <w:t xml:space="preserve">)- </w:t>
      </w:r>
      <w:r w:rsidRPr="00696EAC">
        <w:rPr>
          <w:rFonts w:hint="cs"/>
          <w:cs/>
          <w:lang w:bidi="bn-IN"/>
        </w:rPr>
        <w:t>যেহেতু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বৃদ্ধ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নারীদেরকেও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বড়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ওড়না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চাদর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তাহলে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তরুণী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যুবতী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মেয়েদের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ক্ষেত্রে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FE4106" w:rsidRPr="005A2C80" w:rsidRDefault="00FE4106" w:rsidP="00FE4106">
      <w:pPr>
        <w:pStyle w:val="libNormal"/>
      </w:pPr>
    </w:p>
    <w:p w:rsidR="00FE4106" w:rsidRPr="005A2C80" w:rsidRDefault="00FE4106" w:rsidP="00696EAC">
      <w:pPr>
        <w:pStyle w:val="libBold1"/>
      </w:pPr>
      <w:r w:rsidRPr="005A2C80">
        <w:rPr>
          <w:cs/>
          <w:lang w:bidi="bn-IN"/>
        </w:rPr>
        <w:t>২- পবিত্র কোরআন ও রেওয়ায়েত থেকে মৌলিক এবং সার্বিক বিধান :</w:t>
      </w:r>
      <w:r w:rsidRPr="005A2C80">
        <w:t xml:space="preserve"> </w:t>
      </w:r>
    </w:p>
    <w:p w:rsidR="00FE4106" w:rsidRPr="005A2C80" w:rsidRDefault="00696EAC" w:rsidP="00FE4106">
      <w:pPr>
        <w:pStyle w:val="libNormal"/>
      </w:pPr>
      <w:r w:rsidRPr="00696EAC">
        <w:rPr>
          <w:rFonts w:hint="cs"/>
          <w:cs/>
          <w:lang w:bidi="bn-IN"/>
        </w:rPr>
        <w:t>ক</w:t>
      </w:r>
      <w:r w:rsidRPr="00696EAC">
        <w:rPr>
          <w:cs/>
          <w:lang w:bidi="bn-IN"/>
        </w:rPr>
        <w:t xml:space="preserve">)- </w:t>
      </w:r>
      <w:r w:rsidRPr="00696EAC">
        <w:rPr>
          <w:rFonts w:hint="cs"/>
          <w:cs/>
          <w:lang w:bidi="bn-IN"/>
        </w:rPr>
        <w:t>মহান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আল্লাহ্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নবী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সা</w:t>
      </w:r>
      <w:r w:rsidRPr="00696EAC">
        <w:rPr>
          <w:cs/>
          <w:lang w:bidi="bn-IN"/>
        </w:rPr>
        <w:t>.)-</w:t>
      </w:r>
      <w:r w:rsidRPr="00696EAC">
        <w:rPr>
          <w:rFonts w:hint="cs"/>
          <w:cs/>
          <w:lang w:bidi="bn-IN"/>
        </w:rPr>
        <w:t>এর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স্ত্রীদের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বলেন</w:t>
      </w:r>
      <w:r w:rsidRPr="00696EAC">
        <w:rPr>
          <w:cs/>
          <w:lang w:bidi="bn-IN"/>
        </w:rPr>
        <w:t xml:space="preserve"> :</w:t>
      </w:r>
      <w:r w:rsidR="00FE4106" w:rsidRPr="005A2C80">
        <w:t xml:space="preserve"> </w:t>
      </w:r>
    </w:p>
    <w:p w:rsidR="00FE4106" w:rsidRPr="007317F3" w:rsidRDefault="007317F3" w:rsidP="007317F3">
      <w:pPr>
        <w:pStyle w:val="libAie"/>
      </w:pPr>
      <w:r w:rsidRPr="007317F3">
        <w:rPr>
          <w:rStyle w:val="libAlaemChar"/>
        </w:rPr>
        <w:lastRenderedPageBreak/>
        <w:t>)</w:t>
      </w:r>
      <w:r w:rsidR="00FE4106" w:rsidRPr="007317F3">
        <w:rPr>
          <w:rFonts w:hint="cs"/>
          <w:rtl/>
        </w:rPr>
        <w:t>يَا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نِسَاءَ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النَّبِيِّ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لَسْتُنَّ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كَأَحَدٍ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مِنَ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النِّسَاءِ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إِنِ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اتَّقَيْتُنَّ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فَلَا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تَخْضَعْنَ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بِالْقَوْلِ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فَيَطْمَعَ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الَّذِي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فِي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قَلْبِهِ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مَرَضٌ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وَقُلْنَ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قَوْلًا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مَعْرُوفًا</w:t>
      </w:r>
      <w:r w:rsidR="00FE4106" w:rsidRPr="007317F3">
        <w:rPr>
          <w:rtl/>
        </w:rPr>
        <w:t xml:space="preserve"> (32) </w:t>
      </w:r>
      <w:r w:rsidR="00FE4106" w:rsidRPr="007317F3">
        <w:rPr>
          <w:rFonts w:hint="cs"/>
          <w:rtl/>
        </w:rPr>
        <w:t>وَقَرْنَ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فِي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بُيُوتِكُنَّ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وَلَا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تَبَرَّجْنَ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تَبَرُّجَ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الْجَاهِلِيَّةِ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الْأُولَى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وَأَقِمْنَ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الصَّلَاةَ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وَآتِينَ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الزَّكَاةَ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وَأَطِعْنَ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اللَّهَ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وَرَسُولَهُ</w:t>
      </w:r>
      <w:r w:rsidR="00FE4106" w:rsidRPr="007317F3">
        <w:rPr>
          <w:rtl/>
        </w:rPr>
        <w:t xml:space="preserve"> </w:t>
      </w:r>
      <w:r w:rsidRPr="007317F3">
        <w:rPr>
          <w:rStyle w:val="libAlaemChar"/>
        </w:rPr>
        <w:t>(</w:t>
      </w:r>
    </w:p>
    <w:p w:rsidR="00FE4106" w:rsidRPr="009C15B9" w:rsidRDefault="00696EAC" w:rsidP="009C15B9">
      <w:pPr>
        <w:pStyle w:val="libNormal"/>
      </w:pPr>
      <w:r w:rsidRPr="00696EAC">
        <w:rPr>
          <w:rFonts w:hint="cs"/>
          <w:cs/>
          <w:lang w:bidi="bn-IN"/>
        </w:rPr>
        <w:t>হে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নবী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সা</w:t>
      </w:r>
      <w:r w:rsidRPr="00696EAC">
        <w:rPr>
          <w:cs/>
          <w:lang w:bidi="bn-IN"/>
        </w:rPr>
        <w:t>.)-</w:t>
      </w:r>
      <w:r w:rsidRPr="00696EAC">
        <w:rPr>
          <w:rFonts w:hint="cs"/>
          <w:cs/>
          <w:lang w:bidi="bn-IN"/>
        </w:rPr>
        <w:t>এর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স্ত্রীগণ</w:t>
      </w:r>
      <w:r w:rsidRPr="00696EAC">
        <w:rPr>
          <w:cs/>
          <w:lang w:bidi="bn-IN"/>
        </w:rPr>
        <w:t xml:space="preserve">! </w:t>
      </w:r>
      <w:r w:rsidRPr="00696EAC">
        <w:rPr>
          <w:rFonts w:hint="cs"/>
          <w:cs/>
          <w:lang w:bidi="bn-IN"/>
        </w:rPr>
        <w:t>তোমরা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সাধারণ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যদি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তাকওয়া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অর্জন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ভঙ্গিমায়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অন্তরে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ব্যাধি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তোমাদের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কুবাসনা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তোমরা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উত্তম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তোমরা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তোমাদের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গৃহের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জাহেলী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যুগের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মত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যখন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দৈহিক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সৌন্দর্য্য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সাজ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সজ্জাকে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সামনে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প্রকাশ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করত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মানুষের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মাঝে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উপস্থিত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নামায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আদায়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যাকাত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প্রদান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আল্লাহ্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তাঁর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রাসূলের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মেনে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চলবে</w:t>
      </w:r>
      <w:r w:rsidRPr="00696EAC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১৮৬</w:t>
      </w:r>
      <w:r w:rsidR="00FE4106" w:rsidRPr="009C15B9">
        <w:t xml:space="preserve"> </w:t>
      </w:r>
    </w:p>
    <w:p w:rsidR="00FE4106" w:rsidRPr="007317F3" w:rsidRDefault="007317F3" w:rsidP="007317F3">
      <w:pPr>
        <w:pStyle w:val="libAie"/>
      </w:pPr>
      <w:r w:rsidRPr="007317F3">
        <w:rPr>
          <w:rStyle w:val="libAlaemChar"/>
        </w:rPr>
        <w:t>)</w:t>
      </w:r>
      <w:r w:rsidR="00FE4106" w:rsidRPr="007317F3">
        <w:rPr>
          <w:rFonts w:hint="cs"/>
          <w:rtl/>
        </w:rPr>
        <w:t>وَلَا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يَضْرِبْنَ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بِأَرْجُلِهِنَّ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لِيُعْلَمَ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مَا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يُخْفِينَ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مِنْ</w:t>
      </w:r>
      <w:r w:rsidR="00FE4106" w:rsidRPr="007317F3">
        <w:rPr>
          <w:rtl/>
        </w:rPr>
        <w:t xml:space="preserve"> </w:t>
      </w:r>
      <w:r w:rsidR="00FE4106" w:rsidRPr="007317F3">
        <w:rPr>
          <w:rFonts w:hint="cs"/>
          <w:rtl/>
        </w:rPr>
        <w:t>زِينَتِهِنَّ</w:t>
      </w:r>
      <w:r w:rsidRPr="007317F3">
        <w:rPr>
          <w:rStyle w:val="libAlaemChar"/>
        </w:rPr>
        <w:t>(</w:t>
      </w:r>
      <w:r w:rsidR="00FE4106" w:rsidRPr="007317F3">
        <w:t xml:space="preserve"> </w:t>
      </w:r>
    </w:p>
    <w:p w:rsidR="00696EAC" w:rsidRDefault="00696EAC" w:rsidP="00696EAC">
      <w:pPr>
        <w:pStyle w:val="libNormal"/>
      </w:pPr>
      <w:r>
        <w:t>(</w:t>
      </w: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! </w:t>
      </w:r>
      <w:r>
        <w:rPr>
          <w:rFonts w:hint="cs"/>
          <w:cs/>
          <w:lang w:bidi="bn-IN"/>
        </w:rPr>
        <w:t>নারীদেরকে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গোপন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সৌন্দর্য্য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প্রকাশিত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নুপুরের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শব্দ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অন্যের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কানে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পৌঁছায়।</w:t>
      </w:r>
      <w:r w:rsidRPr="00696EAC">
        <w:rPr>
          <w:rStyle w:val="libFootnotenumChar"/>
          <w:rFonts w:hint="cs"/>
          <w:cs/>
          <w:lang w:bidi="bn-IN"/>
        </w:rPr>
        <w:t>১৮৭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সাদিক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: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নারীরা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রাস্তার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মধ্য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পারাপার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দেয়ালের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অথবা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ফুটপাত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যাওয়া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আসা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১৮৮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শিশুদের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মাথার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অধিকাংশ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অংশে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নিষেধ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নারীরা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অতিরিক্ত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ফুলিয়ে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t xml:space="preserve">, </w:t>
      </w:r>
      <w:r>
        <w:rPr>
          <w:rFonts w:hint="cs"/>
          <w:cs/>
          <w:lang w:bidi="bn-IN"/>
        </w:rPr>
        <w:t>কখনই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কপালের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তালুতে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নামাহরামদের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১৮৯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সাদিক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: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নবীকে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ওহী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পাঠালেন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মর্মে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মু</w:t>
      </w:r>
      <w:r>
        <w:rPr>
          <w:rFonts w:hint="eastAsia"/>
        </w:rPr>
        <w:t>’</w:t>
      </w:r>
      <w:r>
        <w:rPr>
          <w:rFonts w:hint="cs"/>
          <w:cs/>
          <w:lang w:bidi="bn-IN"/>
        </w:rPr>
        <w:t>মিনদেরকে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পোশাক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অনুসৃত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আদর্শ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তেমন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শত্রু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চিহ্নিত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lastRenderedPageBreak/>
        <w:t>রাসূল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হাউলা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হাউলা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কব্জি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গোড়ালী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পুরুষের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উম্মুক্ত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ফেরেশতাদের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ক্রোধ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অভিশাপের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উপযুক্ত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কঠিন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আজাবের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ব্যবস্থা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১৯০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রাসূলে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খোদা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হাউলার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উদ্দেশ্যে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বলেন</w:t>
      </w:r>
      <w:r>
        <w:rPr>
          <w:cs/>
          <w:lang w:bidi="bn-IN"/>
        </w:rPr>
        <w:t xml:space="preserve"> :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হাউলা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নারী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নামাহরাম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বাচ্চা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বালেগ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হওয়ার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পর্যায়ে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পৌঁছেছে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অনুমতি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খারাপ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তাকায়</w:t>
      </w:r>
      <w:r>
        <w:t xml:space="preserve">, </w:t>
      </w:r>
      <w:r>
        <w:rPr>
          <w:rFonts w:hint="cs"/>
          <w:cs/>
          <w:lang w:bidi="bn-IN"/>
        </w:rPr>
        <w:t>তদ্রূপ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তরুণ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ছেলেও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নিক্ষেপ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জায়েয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খাদ্য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গ্রহণ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শুধুমাত্র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মাহরাম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মাহরামের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খাওয়া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স্বামী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পাশে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১৯১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বনী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হাশিমের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কয়েকজন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রেযা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>.) -</w:t>
      </w:r>
      <w:r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মেহমান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হিসেবে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দাওয়াত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করল</w:t>
      </w:r>
      <w:r>
        <w:t xml:space="preserve">, </w:t>
      </w:r>
      <w:r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পরিবারে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ছোট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ছিল</w:t>
      </w:r>
      <w:r>
        <w:t xml:space="preserve">; </w:t>
      </w:r>
      <w:r>
        <w:rPr>
          <w:rFonts w:hint="cs"/>
          <w:cs/>
          <w:lang w:bidi="bn-IN"/>
        </w:rPr>
        <w:t>মুসলমানরা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প্রচলিত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মেয়েটিকে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লাগল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কোলের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আ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বসিয়ে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চুমু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দিচ্ছিল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এরপর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মেয়েটি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রেযা</w:t>
      </w:r>
      <w:r>
        <w:rPr>
          <w:cs/>
          <w:lang w:bidi="bn-IN"/>
        </w:rPr>
        <w:t xml:space="preserve"> -</w:t>
      </w:r>
      <w:r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আসলে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জানতে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চাইলেন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কত</w:t>
      </w:r>
      <w:r>
        <w:t xml:space="preserve">? </w:t>
      </w:r>
      <w:r>
        <w:rPr>
          <w:rFonts w:hint="cs"/>
          <w:cs/>
          <w:lang w:bidi="bn-IN"/>
        </w:rPr>
        <w:t>বলা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: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বয়স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পাঁচ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বছর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তারপর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</w:t>
      </w:r>
      <w:r>
        <w:rPr>
          <w:cs/>
          <w:lang w:bidi="bn-IN"/>
        </w:rPr>
        <w:t xml:space="preserve">) </w:t>
      </w:r>
      <w:r>
        <w:rPr>
          <w:rFonts w:hint="cs"/>
          <w:cs/>
          <w:lang w:bidi="bn-IN"/>
        </w:rPr>
        <w:t>ইমামের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সামনে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সরিয়ে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১৯২</w:t>
      </w:r>
      <w:r>
        <w:rPr>
          <w:cs/>
          <w:lang w:bidi="bn-IN"/>
        </w:rPr>
        <w:t xml:space="preserve"> </w:t>
      </w:r>
    </w:p>
    <w:p w:rsidR="00696EAC" w:rsidRDefault="00696EAC" w:rsidP="00696EAC">
      <w:pPr>
        <w:pStyle w:val="libBold1"/>
      </w:pPr>
      <w:r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: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উল্লিখিত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রেওয়ায়েত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হাদীস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গ্রন্থসমূহে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লিপিবদ্ধ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সেগুলো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সর্বজনীন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মৌলনীতি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হস্তগত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: </w:t>
      </w:r>
    </w:p>
    <w:p w:rsidR="00696EAC" w:rsidRDefault="00696EAC" w:rsidP="00696EAC">
      <w:pPr>
        <w:pStyle w:val="libNormal"/>
      </w:pPr>
      <w:r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নারীই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বিশেষ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যুবতী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মেয়েরা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শরীয়ত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নির্ধারিত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প্রয়োজন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ব্যতীত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নামাহরামের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সম্ভব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কথা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আওতা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lastRenderedPageBreak/>
        <w:t>দূরে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সমাজের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এটাও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হচ্ছে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ওয়াজিব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সতীত্ব</w:t>
      </w:r>
      <w:r>
        <w:t xml:space="preserve">, </w:t>
      </w:r>
      <w:r>
        <w:rPr>
          <w:rFonts w:hint="cs"/>
          <w:cs/>
          <w:lang w:bidi="bn-IN"/>
        </w:rPr>
        <w:t>লজ্জা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আত্মসম্মানবোধ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বজায়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রাখে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পোশাক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নামাহরামদের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দৃষ্টি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আকৃষ্ট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FE4106" w:rsidRPr="005A2C80" w:rsidRDefault="00696EAC" w:rsidP="00696EAC">
      <w:pPr>
        <w:pStyle w:val="libNormal"/>
      </w:pPr>
      <w:r>
        <w:rPr>
          <w:rFonts w:hint="cs"/>
          <w:cs/>
          <w:lang w:bidi="bn-IN"/>
        </w:rPr>
        <w:t>যৌন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চাহিদা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বিষয়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যাকে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কোরআন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হাদীসসমূহের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বিরোধিতা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অযৌক্তিক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ভিত্তিহীন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দলিলের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দমন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t xml:space="preserve">,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বৈধ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প্রবণতা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অতিসুন্দর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অর্থাৎ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মহানবী</w:t>
      </w:r>
      <w:r>
        <w:rPr>
          <w:cs/>
          <w:lang w:bidi="bn-IN"/>
        </w:rPr>
        <w:t xml:space="preserve"> (</w:t>
      </w:r>
      <w:r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তাঁর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বাইতের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নির্দেশিত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পথে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নৈতিক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আধ্যাত্মিকতা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অর্জনের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নিয়ন্ত্রণ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প্রবৃত্তি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পূজারী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অনুসরণে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আয়াত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রেওয়ায়েতকে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ভিন্নরূপে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ব্যাখ্যা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বরং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এক্ষেত্রে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সঙ্গে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পরিচিত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করাব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কেননা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আমলসমূহের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উত্তম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মানদন্ড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অন্য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ভাবে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বলতে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</w:t>
      </w:r>
      <w:r>
        <w:t xml:space="preserve">, </w:t>
      </w:r>
      <w:r>
        <w:rPr>
          <w:rFonts w:hint="cs"/>
          <w:cs/>
          <w:lang w:bidi="bn-IN"/>
        </w:rPr>
        <w:t>মানুষকে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সত্যের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কাঠিতে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পরিমাপ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উচিত</w:t>
      </w:r>
      <w:r>
        <w:t xml:space="preserve">, </w:t>
      </w:r>
      <w:r>
        <w:rPr>
          <w:rFonts w:hint="cs"/>
          <w:cs/>
          <w:lang w:bidi="bn-IN"/>
        </w:rPr>
        <w:t>সত্যকে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মাপ</w:t>
      </w:r>
      <w:r>
        <w:rPr>
          <w:cs/>
          <w:lang w:bidi="bn-IN"/>
        </w:rPr>
        <w:t>-</w:t>
      </w:r>
      <w:r>
        <w:rPr>
          <w:rFonts w:hint="cs"/>
          <w:cs/>
          <w:lang w:bidi="bn-IN"/>
        </w:rPr>
        <w:t>কাঠিতে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নয়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তাহলে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ধরনের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অঘটন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ঘটবে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মুসলমান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নারিগণ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সাবধান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থাকবেন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তারা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ইসলাম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সম্পর্কে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অজ্ঞ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ব্যক্তির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প্রভাবিত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হন</w:t>
      </w:r>
      <w:r>
        <w:rPr>
          <w:cs/>
          <w:lang w:bidi="bn-IN"/>
        </w:rPr>
        <w:t xml:space="preserve"> </w:t>
      </w:r>
      <w:r>
        <w:rPr>
          <w:rFonts w:hint="cs"/>
          <w:cs/>
          <w:lang w:bidi="hi-IN"/>
        </w:rPr>
        <w:t>।</w:t>
      </w:r>
    </w:p>
    <w:p w:rsidR="00FE4106" w:rsidRPr="005A2C80" w:rsidRDefault="00FE4106" w:rsidP="00696EAC">
      <w:pPr>
        <w:pStyle w:val="libBold1"/>
      </w:pPr>
      <w:r w:rsidRPr="005A2C80">
        <w:rPr>
          <w:cs/>
          <w:lang w:bidi="bn-IN"/>
        </w:rPr>
        <w:t>প্রশ্ন : কোন পোশাকটি পর্দার জন্য সবচেয়ে উপযুক্ত</w:t>
      </w:r>
      <w:r w:rsidRPr="005A2C80">
        <w:t xml:space="preserve">? </w:t>
      </w:r>
    </w:p>
    <w:p w:rsidR="00696EAC" w:rsidRPr="006445C3" w:rsidRDefault="00696EAC" w:rsidP="006445C3">
      <w:pPr>
        <w:pStyle w:val="libNormal"/>
      </w:pPr>
      <w:r w:rsidRPr="00696EAC">
        <w:rPr>
          <w:rStyle w:val="libBold1Char"/>
          <w:rFonts w:hint="cs"/>
          <w:cs/>
          <w:lang w:bidi="bn-IN"/>
        </w:rPr>
        <w:t>উত্তর</w:t>
      </w:r>
      <w:r w:rsidRPr="00696EAC">
        <w:rPr>
          <w:rStyle w:val="libBold1Char"/>
          <w:rtl/>
          <w:cs/>
        </w:rPr>
        <w:t xml:space="preserve"> :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একমাত্র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পোশাক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পূর্বোক্ত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মৌলনীতির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সকল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বৈশিষ্ট্য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যুক্ত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কেননা</w:t>
      </w:r>
      <w:r w:rsidRPr="006445C3">
        <w:t xml:space="preserve">,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প্রথমতঃ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কারণেই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শরীরের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আকৃতি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সঠিকভাবে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বোঝা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এটাই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সতীত্ব</w:t>
      </w:r>
      <w:r w:rsidRPr="006445C3">
        <w:t xml:space="preserve">, </w:t>
      </w:r>
      <w:r w:rsidRPr="006445C3">
        <w:rPr>
          <w:rFonts w:hint="cs"/>
          <w:cs/>
          <w:lang w:bidi="bn-IN"/>
        </w:rPr>
        <w:t>তাকওয়া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আত্মসম্মানবোধের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পরিচায়ক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দ্বিতীয়তঃ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কারণেই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উপর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নামাহরামের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দৃষ্টি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পড়ে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দুঃশ্চরিত্র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লম্পট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ব্যক্তিদের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অসৎ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উদ্দেশ্য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পূরণ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হওয়ার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পথে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বাধা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থাকে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তৃতীয়তঃ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পরিহিতা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ধর্মীয়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সামাজিক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সংস্কৃতিতে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রক্ষা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থাকে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পন্থায়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অনৈসলামী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অপসংস্কৃতির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বিরুদ্ধে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আঘাত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হানে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চতুর্থতঃ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প্রবল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বাতাস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ঝড়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দুর্ঘটনার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পরিহিতা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উত্তম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রূপে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নিজেকে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আবৃত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পারে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কিন্তু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অন্যান্য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পোশাকের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মধ্যে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উল্লিখিত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বৈশিষ্ট্য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সমূহ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পাওয়া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lastRenderedPageBreak/>
        <w:t>উল্লিখিত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আলোচনার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আলোকে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আমরা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বলব</w:t>
      </w:r>
      <w:r w:rsidRPr="006445C3">
        <w:rPr>
          <w:rtl/>
          <w:cs/>
        </w:rPr>
        <w:t xml:space="preserve"> : </w:t>
      </w:r>
      <w:r w:rsidRPr="006445C3">
        <w:rPr>
          <w:rFonts w:hint="cs"/>
          <w:cs/>
          <w:lang w:bidi="bn-IN"/>
        </w:rPr>
        <w:t>পড়াশুনা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করছি</w:t>
      </w:r>
      <w:r w:rsidRPr="006445C3">
        <w:t xml:space="preserve">, </w:t>
      </w:r>
      <w:r w:rsidRPr="006445C3">
        <w:rPr>
          <w:rFonts w:hint="cs"/>
          <w:cs/>
          <w:lang w:bidi="bn-IN"/>
        </w:rPr>
        <w:t>কাজ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করছি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এরূপ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বিভিন্ন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রকম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অজুহাত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দেখিয়ে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সত্যকে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উপেক্ষা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ভিন্ন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রূপে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ব্যাখ্যা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তরুণ</w:t>
      </w:r>
      <w:r w:rsidRPr="006445C3">
        <w:rPr>
          <w:rtl/>
          <w:cs/>
        </w:rPr>
        <w:t>-</w:t>
      </w:r>
      <w:r w:rsidRPr="006445C3">
        <w:rPr>
          <w:rFonts w:hint="cs"/>
          <w:cs/>
          <w:lang w:bidi="bn-IN"/>
        </w:rPr>
        <w:t>তরুণীর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অবাধ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মেলামেশার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সুযোগ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দেয়া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যদি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এরূপ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অনাকাঙ্খিত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ঘটনা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ঘটা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উচিৎ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ছিল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ঘটবে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ফলে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মহান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আল্লাহর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পক্ষ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থেকে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আসা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করুণা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রহমত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বন্ধ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পারে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t xml:space="preserve">, </w:t>
      </w:r>
      <w:r w:rsidRPr="006445C3">
        <w:rPr>
          <w:rFonts w:hint="cs"/>
          <w:cs/>
          <w:lang w:bidi="bn-IN"/>
        </w:rPr>
        <w:t>নামাহরাম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পুরুষ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কোন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বিশেষ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প্রয়োজন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ব্যতীত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অপরের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সাথে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কথা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বলবে</w:t>
      </w:r>
      <w:r w:rsidRPr="006445C3">
        <w:t xml:space="preserve">, </w:t>
      </w:r>
      <w:r w:rsidRPr="006445C3">
        <w:rPr>
          <w:rFonts w:hint="cs"/>
          <w:cs/>
          <w:lang w:bidi="bn-IN"/>
        </w:rPr>
        <w:t>বিশেষ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ব্যক্তিরা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ধর্মীয়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বিশ্বাসের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দিক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দিয়ে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অত্যন্ত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দুর্বল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সাথে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মেলামেশাতে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অঘটন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ঘটবে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</w:p>
    <w:p w:rsidR="00696EAC" w:rsidRPr="00696EAC" w:rsidRDefault="00696EAC" w:rsidP="00696EAC">
      <w:pPr>
        <w:pStyle w:val="libBold1"/>
      </w:pPr>
      <w:r w:rsidRPr="00696EAC">
        <w:rPr>
          <w:rFonts w:hint="cs"/>
          <w:cs/>
          <w:lang w:bidi="bn-IN"/>
        </w:rPr>
        <w:t>৩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মহানবী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সা</w:t>
      </w:r>
      <w:r w:rsidRPr="00696EAC">
        <w:rPr>
          <w:cs/>
          <w:lang w:bidi="bn-IN"/>
        </w:rPr>
        <w:t xml:space="preserve">.)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আহলে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বাইতের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নিষ্পাপ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ইমামগণের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আ</w:t>
      </w:r>
      <w:r w:rsidRPr="00696EAC">
        <w:rPr>
          <w:cs/>
          <w:lang w:bidi="bn-IN"/>
        </w:rPr>
        <w:t xml:space="preserve">.) </w:t>
      </w:r>
      <w:r w:rsidRPr="00696EAC">
        <w:rPr>
          <w:rFonts w:hint="cs"/>
          <w:cs/>
          <w:lang w:bidi="bn-IN"/>
        </w:rPr>
        <w:t>বাস্তব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কর্ম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জীবন</w:t>
      </w:r>
      <w:r w:rsidRPr="00696EAC">
        <w:rPr>
          <w:cs/>
          <w:lang w:bidi="bn-IN"/>
        </w:rPr>
        <w:t xml:space="preserve"> :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উসূলে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ফিকাহ</w:t>
      </w:r>
      <w:r w:rsidRPr="006445C3">
        <w:rPr>
          <w:rFonts w:hint="eastAsia"/>
        </w:rPr>
        <w:t>’</w:t>
      </w:r>
      <w:r w:rsidRPr="006445C3">
        <w:rPr>
          <w:rFonts w:hint="cs"/>
          <w:cs/>
          <w:lang w:bidi="bn-IN"/>
        </w:rPr>
        <w:t>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একটি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আলোচনা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রয়েছে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বিশিষ্ট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ফকীহ্গণ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শরীয়তি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উৎস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থেকে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বিধান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ক্ষেত্রে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দলিল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নিয়ে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আসেন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t xml:space="preserve">, </w:t>
      </w:r>
      <w:r w:rsidRPr="006445C3">
        <w:rPr>
          <w:rFonts w:hint="cs"/>
          <w:cs/>
          <w:lang w:bidi="bn-IN"/>
        </w:rPr>
        <w:t>আহলে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বাইতের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নিষ্পাপ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ব্যক্তিবর্গের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উক্তি</w:t>
      </w:r>
      <w:r w:rsidRPr="006445C3">
        <w:t xml:space="preserve">, </w:t>
      </w:r>
      <w:r w:rsidRPr="006445C3">
        <w:rPr>
          <w:rFonts w:hint="cs"/>
          <w:cs/>
          <w:lang w:bidi="bn-IN"/>
        </w:rPr>
        <w:t>কাজ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আচরণ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তিনটিই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হচ্ছে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হুজ্জাত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দলিল</w:t>
      </w:r>
      <w:r w:rsidRPr="006445C3">
        <w:rPr>
          <w:rtl/>
          <w:cs/>
        </w:rPr>
        <w:t xml:space="preserve">)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মুসলমানগণ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সেগুলোর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উপর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ভিত্তি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আমল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পারেন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১৯৩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হযরত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ফাতিমা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মসজিদে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এসেছিলেন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মুখমণ্ডলও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ঢাকা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ছিল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তিনি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গভীর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অর্থ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সম্পন্ন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খুৎবা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দিয়েছি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লেন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মধ্যে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দ্বীনের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সার্বিক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দিক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সম্পর্কে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কথা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ছিল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এরূপে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মসজিদে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আসাটা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আমাদের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কাছে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দলিল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t xml:space="preserve">,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হচ্ছে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পর্দার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উত্তম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পন্থা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মুসলমান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উচিৎ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হিজাবকে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সব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থেকে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উত্তম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হিজাব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হিসেবে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মনে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t xml:space="preserve">?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পুরুষদের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উচিৎ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t xml:space="preserve">, </w:t>
      </w:r>
      <w:r w:rsidRPr="006445C3">
        <w:rPr>
          <w:rFonts w:hint="cs"/>
          <w:cs/>
          <w:lang w:bidi="bn-IN"/>
        </w:rPr>
        <w:t>নারীদেরকে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বিশেষভাবে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হিজাবের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প্রতি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উৎসাহী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তোলা</w:t>
      </w:r>
      <w:r w:rsidRPr="006445C3">
        <w:t>?</w:t>
      </w:r>
      <w:r w:rsidRPr="00696EAC">
        <w:rPr>
          <w:rStyle w:val="libFootnotenumChar"/>
          <w:rFonts w:hint="cs"/>
          <w:cs/>
          <w:lang w:bidi="bn-IN"/>
        </w:rPr>
        <w:t>১৯৪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তিনি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এমনই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অসাধারণ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রমনী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ছিলেন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ব্যাপারে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ওস্তাদ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শহীদ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মোতাহহারী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রহ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বলেন</w:t>
      </w:r>
      <w:r w:rsidRPr="006445C3">
        <w:rPr>
          <w:rtl/>
          <w:cs/>
        </w:rPr>
        <w:t xml:space="preserve"> : </w:t>
      </w:r>
      <w:r w:rsidRPr="006445C3">
        <w:rPr>
          <w:rFonts w:hint="cs"/>
          <w:cs/>
          <w:lang w:bidi="bn-IN"/>
        </w:rPr>
        <w:t>নবী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সা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আলী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ব্যতীত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কোন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পুরুষই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হযরত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ফাতিমা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>.)-</w:t>
      </w:r>
      <w:r w:rsidRPr="006445C3">
        <w:rPr>
          <w:rFonts w:hint="cs"/>
          <w:cs/>
          <w:lang w:bidi="bn-IN"/>
        </w:rPr>
        <w:t>এর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সমমর্যাদায়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পৌঁছাবে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তিনি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সন্তানগণ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হচ্ছেন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ইমাম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অন্যান্য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সকল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নবিগণের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থেকেও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উচ্চ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মর্যাদা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সম্পন্ন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96EAC">
        <w:rPr>
          <w:rStyle w:val="libFootnotenumChar"/>
          <w:rFonts w:hint="cs"/>
          <w:cs/>
          <w:lang w:bidi="bn-IN"/>
        </w:rPr>
        <w:t>১৯৫</w:t>
      </w:r>
      <w:r w:rsidRPr="006445C3">
        <w:rPr>
          <w:rtl/>
          <w:cs/>
        </w:rPr>
        <w:t xml:space="preserve"> </w:t>
      </w:r>
    </w:p>
    <w:p w:rsidR="00696EAC" w:rsidRPr="006445C3" w:rsidRDefault="00696EAC" w:rsidP="006445C3">
      <w:pPr>
        <w:pStyle w:val="libNormal"/>
      </w:pPr>
      <w:r w:rsidRPr="006445C3">
        <w:rPr>
          <w:rFonts w:hint="cs"/>
          <w:cs/>
          <w:lang w:bidi="bn-IN"/>
        </w:rPr>
        <w:lastRenderedPageBreak/>
        <w:t>হযরত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ফাতিমা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নবী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সা</w:t>
      </w:r>
      <w:r w:rsidRPr="006445C3">
        <w:rPr>
          <w:rtl/>
          <w:cs/>
        </w:rPr>
        <w:t>.)-</w:t>
      </w:r>
      <w:r w:rsidRPr="006445C3">
        <w:rPr>
          <w:rFonts w:hint="cs"/>
          <w:cs/>
          <w:lang w:bidi="bn-IN"/>
        </w:rPr>
        <w:t>এর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স্ত্রীগণ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মুসলমান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অনুসৃত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পথ</w:t>
      </w:r>
      <w:r w:rsidRPr="006445C3">
        <w:t xml:space="preserve">, </w:t>
      </w:r>
      <w:r w:rsidRPr="006445C3">
        <w:rPr>
          <w:rFonts w:hint="cs"/>
          <w:cs/>
          <w:lang w:bidi="bn-IN"/>
        </w:rPr>
        <w:t>কোরআনের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আয়াত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ইমামদের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বর্ণিত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রেওয়ায়েত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সমূহ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যদি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চাদর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পরিধান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ফরজ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প্রমাণ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অন্ততপক্ষে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পর্দার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ক্ষেত্রে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পোশাকের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উপর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প্রাধান্য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সেটি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পরিধান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মুসতাহাবে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মুয়াক্কাদ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মুস্তাহাব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পালনের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জন্য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তাগিদ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দেয়া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হয়েছে</w:t>
      </w:r>
      <w:r w:rsidRPr="006445C3">
        <w:rPr>
          <w:rtl/>
          <w:cs/>
        </w:rPr>
        <w:t xml:space="preserve">) </w:t>
      </w:r>
      <w:r w:rsidRPr="006445C3">
        <w:rPr>
          <w:rFonts w:hint="cs"/>
          <w:cs/>
          <w:lang w:bidi="bn-IN"/>
        </w:rPr>
        <w:t>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প্রমাণ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সম্ভব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</w:p>
    <w:p w:rsidR="00FE4106" w:rsidRPr="00696EAC" w:rsidRDefault="00696EAC" w:rsidP="006445C3">
      <w:pPr>
        <w:pStyle w:val="libNormal"/>
      </w:pPr>
      <w:r w:rsidRPr="006445C3">
        <w:rPr>
          <w:rFonts w:hint="cs"/>
          <w:cs/>
          <w:lang w:bidi="bn-IN"/>
        </w:rPr>
        <w:t>হে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মুসলমান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বোনেরা</w:t>
      </w:r>
      <w:r w:rsidRPr="006445C3">
        <w:rPr>
          <w:rtl/>
          <w:cs/>
        </w:rPr>
        <w:t xml:space="preserve">! </w:t>
      </w:r>
      <w:r w:rsidRPr="006445C3">
        <w:rPr>
          <w:rFonts w:hint="cs"/>
          <w:cs/>
          <w:lang w:bidi="bn-IN"/>
        </w:rPr>
        <w:t>আপনাদের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সম্পূর্ণ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অস্তিত্ব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জুড়ে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যেহেতু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হযরত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ফাতিমা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পিতা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নবী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সা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প্রিয়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স্বামী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হযরত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আলী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তাঁর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সন্তানগণের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 xml:space="preserve">.) </w:t>
      </w:r>
      <w:r w:rsidRPr="006445C3">
        <w:rPr>
          <w:rFonts w:hint="cs"/>
          <w:cs/>
          <w:lang w:bidi="bn-IN"/>
        </w:rPr>
        <w:t>প্রতি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ভালবাসা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রয়েছে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নির্দেশিত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অনুসৃত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পথ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হচ্ছে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ইসলামেরই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পথ</w:t>
      </w:r>
      <w:r w:rsidRPr="006445C3">
        <w:t xml:space="preserve">, </w:t>
      </w:r>
      <w:r w:rsidRPr="006445C3">
        <w:rPr>
          <w:rFonts w:hint="cs"/>
          <w:cs/>
          <w:lang w:bidi="bn-IN"/>
        </w:rPr>
        <w:t>সে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পথে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চলার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জন্যে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সব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কিছু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পরিত্যাগ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আপনারা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প্রস্তুত</w:t>
      </w:r>
      <w:r w:rsidRPr="006445C3">
        <w:t xml:space="preserve">; </w:t>
      </w:r>
      <w:r w:rsidRPr="006445C3">
        <w:rPr>
          <w:rFonts w:hint="cs"/>
          <w:cs/>
          <w:lang w:bidi="bn-IN"/>
        </w:rPr>
        <w:t>যা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আপনারা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অতীতেও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প্রমাণ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করেছেন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উত্তম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আবরণ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হিসেবে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গ্রহণ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করুন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কাজের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মাধ্যমে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হযরত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ফাতিমা</w:t>
      </w:r>
      <w:r w:rsidRPr="006445C3">
        <w:rPr>
          <w:rtl/>
          <w:cs/>
        </w:rPr>
        <w:t xml:space="preserve"> (</w:t>
      </w:r>
      <w:r w:rsidRPr="006445C3">
        <w:rPr>
          <w:rFonts w:hint="cs"/>
          <w:cs/>
          <w:lang w:bidi="bn-IN"/>
        </w:rPr>
        <w:t>আ</w:t>
      </w:r>
      <w:r w:rsidRPr="006445C3">
        <w:rPr>
          <w:rtl/>
          <w:cs/>
        </w:rPr>
        <w:t>.) -</w:t>
      </w:r>
      <w:r w:rsidRPr="006445C3">
        <w:rPr>
          <w:rFonts w:hint="cs"/>
          <w:cs/>
          <w:lang w:bidi="bn-IN"/>
        </w:rPr>
        <w:t>এর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অন্তরকে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প্রশান্তিতে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ভরে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দিন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শত্রুদেরকে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অসৎ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উদ্দেশ্য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হাসিল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থেকে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নিরাশ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করুন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আমাদের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সমাজে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অবশ্যই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মূল্যবোধের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প্রতীক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হওয়া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উচিৎ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শিক্ষা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প্রতিষ্ঠানগুলোতেও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জন্য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চাদরকে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আদর্শ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পোশাক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হিসেবে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নির্বাচন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উচিত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এবং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কর্মস্থলগুলোতে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দায়িত্বশীলদের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পক্ষ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থেকে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বোরকা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পরিহিতা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নারী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কর্মচারীদেরকে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বিশেষভাবে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উৎসাহ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প্রদান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অতি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প্রয়োজন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ভুল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ক্রমে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অজ্ঞতাবশত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শত্রুদের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অনুসরণে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চলতে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শুরু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করছে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তাদেরকে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বুঝাতে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নয়তো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তিরস্কার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হবে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যাতে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করে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মহান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আল্লাহর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সন্তুষ্টি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অর্জন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করা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bn-IN"/>
        </w:rPr>
        <w:t>যায়</w:t>
      </w:r>
      <w:r w:rsidRPr="006445C3">
        <w:rPr>
          <w:rtl/>
          <w:cs/>
        </w:rPr>
        <w:t xml:space="preserve"> </w:t>
      </w:r>
      <w:r w:rsidRPr="006445C3">
        <w:rPr>
          <w:rFonts w:hint="cs"/>
          <w:cs/>
          <w:lang w:bidi="hi-IN"/>
        </w:rPr>
        <w:t>।</w:t>
      </w:r>
    </w:p>
    <w:p w:rsidR="00696EAC" w:rsidRDefault="00696EAC" w:rsidP="0065046F">
      <w:pPr>
        <w:pStyle w:val="libBold1"/>
        <w:rPr>
          <w:lang w:bidi="bn-IN"/>
        </w:rPr>
      </w:pPr>
      <w:r w:rsidRPr="00696EAC">
        <w:rPr>
          <w:rFonts w:hint="cs"/>
          <w:cs/>
          <w:lang w:bidi="bn-IN"/>
        </w:rPr>
        <w:t>৪</w:t>
      </w:r>
      <w:r w:rsidRPr="00696EAC">
        <w:rPr>
          <w:cs/>
          <w:lang w:bidi="bn-IN"/>
        </w:rPr>
        <w:t xml:space="preserve">- </w:t>
      </w:r>
      <w:r w:rsidRPr="00696EAC">
        <w:rPr>
          <w:rFonts w:hint="cs"/>
          <w:cs/>
          <w:lang w:bidi="bn-IN"/>
        </w:rPr>
        <w:t>কালের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প্রেক্ষাপট</w:t>
      </w:r>
      <w:r w:rsidRPr="00696EAC">
        <w:rPr>
          <w:cs/>
          <w:lang w:bidi="bn-IN"/>
        </w:rPr>
        <w:t xml:space="preserve"> :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বর্তমানে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শত্রুরা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বিভিন্ন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হারাম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নিকৃষ্টতার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ধারণা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লজ্জা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সতীত্বের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মর্যাদা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ঐতিহ্য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সংস্কৃতিকে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ধ্বংস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প্রত্যক্ষ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পরোক্ষভাবে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যুবকদের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বুঝাতে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পাশ্চাত্যের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পোশাকের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সভ্যতা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ব্যক্তিত্ব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মূল্যবোধ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নিহিত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পরিস্থিতিতে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অবশ্যই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মুসলমান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তরুণীরা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হুসিয়ার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থাকবেন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lastRenderedPageBreak/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দাঁত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ভাঙ্গা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জবাব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দিবেন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অন্যদেরকেও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উৎসাহ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প্রদান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হয়তো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ধারণায়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বর্তমান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দাবী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যতটুকু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পর্যন্ত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হিজাব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ওয়াজিব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ততটুকু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করলেই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যথেষ্ট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ব্যাপারে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বেশী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কঠোরতা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ঠিক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এরূপ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ভাবাটা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ঠিক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বিষয়ের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নেতিবাচক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ইতিবাচক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যখন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শত্রু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পক্ষ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ইতিবাচক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ধ্বংস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চেষ্টা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চালাচ্ছে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অব্যশই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সেটাই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শত্রুকে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আতঙ্কের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ফেলে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সেগুলোর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বিধি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বিধানের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ক্ষেত্রে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কঠোরতা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ঠিক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জাতীয়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শতকরা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কতজন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পরিশুদ্ধ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নির্দিষ্ট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পরিমানেই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কেবল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বর্তমানে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ইরানের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অনেক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শহরে</w:t>
      </w:r>
      <w:r w:rsidRPr="00696EAC">
        <w:rPr>
          <w:cs/>
          <w:lang w:bidi="bn-IN"/>
        </w:rPr>
        <w:t xml:space="preserve">) </w:t>
      </w:r>
      <w:r w:rsidRPr="00696EAC">
        <w:rPr>
          <w:rFonts w:hint="cs"/>
          <w:cs/>
          <w:lang w:bidi="bn-IN"/>
        </w:rPr>
        <w:t>অবশিষ্ট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রয়েছে</w:t>
      </w:r>
      <w:r w:rsidRPr="00696EAC">
        <w:t xml:space="preserve">? </w:t>
      </w:r>
      <w:r w:rsidRPr="00696EAC">
        <w:rPr>
          <w:rFonts w:hint="cs"/>
          <w:cs/>
          <w:lang w:bidi="bn-IN"/>
        </w:rPr>
        <w:t>শুধু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নয়</w:t>
      </w:r>
      <w:r w:rsidRPr="00696EAC">
        <w:t xml:space="preserve">,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সুযোগের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অসদ্ব্যবহারের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ক্ষেত্র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প্রস্তুত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ঔদ্ধত্য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নোংরা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কাজের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পরিমান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বৃদ্ধি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অপকর্ম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শহীদ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বিপ্লবীদের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অন্তরে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ক্ষত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অন্যদিকে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সঠিক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জ্ঞানের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অভাব</w:t>
      </w:r>
      <w:r w:rsidRPr="00696EAC">
        <w:t xml:space="preserve">, </w:t>
      </w:r>
      <w:r w:rsidRPr="00696EAC">
        <w:rPr>
          <w:rFonts w:hint="cs"/>
          <w:cs/>
          <w:lang w:bidi="bn-IN"/>
        </w:rPr>
        <w:t>অসচেতনতা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কথাগুলোর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অনেকের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মধ্যে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ঈমানের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দুর্বলতা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এসেছে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অজ্ঞ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মেয়েদের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তিরস্কারের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ভয়ে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অনেক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পরিহিতা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এখন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বেপর্দা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গেছে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দেখা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চাদর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ধার্মিক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কিন্তু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মেয়ে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শত্রুদের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পথকে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পরিষ্কার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সৎ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দূরে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সরিয়ে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অথচ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মানুষকে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পরিপূর্ণতায়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পৌঁছানো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শত্রুরা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ফিতনা</w:t>
      </w:r>
      <w:r w:rsidRPr="00696EAC">
        <w:rPr>
          <w:cs/>
          <w:lang w:bidi="bn-IN"/>
        </w:rPr>
        <w:t>-</w:t>
      </w:r>
      <w:r w:rsidRPr="00696EAC">
        <w:rPr>
          <w:rFonts w:hint="cs"/>
          <w:cs/>
          <w:lang w:bidi="bn-IN"/>
        </w:rPr>
        <w:t>ফ্যাসাদ</w:t>
      </w:r>
      <w:r w:rsidRPr="00696EAC">
        <w:t xml:space="preserve">, </w:t>
      </w:r>
      <w:r w:rsidRPr="00696EAC">
        <w:rPr>
          <w:rFonts w:hint="cs"/>
          <w:cs/>
          <w:lang w:bidi="bn-IN"/>
        </w:rPr>
        <w:t>নোংরামো</w:t>
      </w:r>
      <w:r w:rsidRPr="00696EAC">
        <w:t xml:space="preserve">, </w:t>
      </w:r>
      <w:r w:rsidRPr="00696EAC">
        <w:rPr>
          <w:rFonts w:hint="cs"/>
          <w:cs/>
          <w:lang w:bidi="bn-IN"/>
        </w:rPr>
        <w:t>নৈতিকতা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বিরোধী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অসামাজিক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পাপ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কাজের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প্রচলনের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নিজেদের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অসৎ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পৌঁছাতে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চাদর</w:t>
      </w:r>
      <w:r w:rsidRPr="00696EAC">
        <w:t xml:space="preserve">, </w:t>
      </w:r>
      <w:r w:rsidRPr="00696EAC">
        <w:rPr>
          <w:rFonts w:hint="cs"/>
          <w:cs/>
          <w:lang w:bidi="bn-IN"/>
        </w:rPr>
        <w:t>বড়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ওড়না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পরিত্যাগ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করানোটাই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প্রথম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প্রধান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উদ্দেশ্য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সমাজে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অশ্লীলতার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বিস্তার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ঘটানো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ফারানতিস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ফানুন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আলজিরিয়ার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ব্যাপারে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বলেছে</w:t>
      </w:r>
      <w:r w:rsidRPr="00696EAC">
        <w:rPr>
          <w:cs/>
          <w:lang w:bidi="bn-IN"/>
        </w:rPr>
        <w:t xml:space="preserve"> : </w:t>
      </w:r>
    </w:p>
    <w:p w:rsidR="00696EAC" w:rsidRPr="00696EAC" w:rsidRDefault="00696EAC" w:rsidP="00696EAC">
      <w:pPr>
        <w:pStyle w:val="libNormal"/>
      </w:pPr>
      <w:r w:rsidRPr="00696EAC">
        <w:rPr>
          <w:rFonts w:hint="eastAsia"/>
        </w:rPr>
        <w:lastRenderedPageBreak/>
        <w:t>“</w:t>
      </w:r>
      <w:r w:rsidRPr="00696EAC">
        <w:rPr>
          <w:rFonts w:hint="cs"/>
          <w:cs/>
          <w:lang w:bidi="bn-IN"/>
        </w:rPr>
        <w:t>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বোরকাটাই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দূরে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ছুড়ে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ফেলা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নতুন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দিগন্ত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উম্মোচিত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ছিল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এতদিন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নিষিদ্ধ</w:t>
      </w:r>
      <w:r w:rsidRPr="00696EAC">
        <w:rPr>
          <w:rFonts w:hint="eastAsia"/>
        </w:rPr>
        <w:t>”</w:t>
      </w:r>
      <w:r w:rsidRPr="00696EAC">
        <w:t xml:space="preserve"> </w:t>
      </w:r>
      <w:r w:rsidRPr="00696EAC">
        <w:rPr>
          <w:rFonts w:hint="cs"/>
          <w:cs/>
          <w:lang w:bidi="hi-IN"/>
        </w:rPr>
        <w:t>।</w:t>
      </w:r>
      <w:r w:rsidRPr="0065046F">
        <w:rPr>
          <w:rStyle w:val="libFootnotenumChar"/>
          <w:rFonts w:hint="cs"/>
          <w:cs/>
          <w:lang w:bidi="bn-IN"/>
        </w:rPr>
        <w:t>১৯৬</w:t>
      </w:r>
      <w:r w:rsidRPr="00696EAC">
        <w:rPr>
          <w:cs/>
          <w:lang w:bidi="bn-IN"/>
        </w:rPr>
        <w:t xml:space="preserve"> </w:t>
      </w:r>
    </w:p>
    <w:p w:rsidR="00696EAC" w:rsidRPr="00696EAC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আমাদের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অবশ্যই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জানা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শত্রুরা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কোন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আবরণই</w:t>
      </w:r>
      <w:r w:rsidRPr="00696EAC">
        <w:rPr>
          <w:cs/>
          <w:lang w:bidi="bn-IN"/>
        </w:rPr>
        <w:t xml:space="preserve"> - </w:t>
      </w:r>
      <w:r w:rsidRPr="00696EAC">
        <w:rPr>
          <w:rFonts w:hint="cs"/>
          <w:cs/>
          <w:lang w:bidi="bn-IN"/>
        </w:rPr>
        <w:t>চাই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মানতু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</w:t>
      </w:r>
      <w:r w:rsidRPr="00696EAC">
        <w:rPr>
          <w:cs/>
          <w:lang w:bidi="bn-IN"/>
        </w:rPr>
        <w:t xml:space="preserve"> - </w:t>
      </w:r>
      <w:r w:rsidRPr="00696EAC">
        <w:rPr>
          <w:rFonts w:hint="cs"/>
          <w:cs/>
          <w:lang w:bidi="bn-IN"/>
        </w:rPr>
        <w:t>পছন্দ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কিছু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পছন্দ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উলঙ্গপনা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বেহায়াপনা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সমাজকে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ধ্বংসের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ঠেলে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দেয়া</w:t>
      </w:r>
      <w:r w:rsidRPr="00696EAC">
        <w:t xml:space="preserve">,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দেশের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আধিপত্য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কায়েম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বোরকা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পরিত্যাগ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করানোর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অপচেষ্টা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শুরু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মাধ্যমে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লক্ষ্যে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পৌঁছাতে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চায়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</w:p>
    <w:p w:rsidR="00FE4106" w:rsidRPr="009C15B9" w:rsidRDefault="00696EAC" w:rsidP="00696EAC">
      <w:pPr>
        <w:pStyle w:val="libNormal"/>
      </w:pP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ব্যক্তি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সংখ্যা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অত্যন্তকম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পরিপূর্ণ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আবরণের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বিপক্ষে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বিভিন্ন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রকম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অপযুক্তি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থাকে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বুঝতে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তখনই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সন্তুষ্ট</w:t>
      </w:r>
      <w:r w:rsidRPr="00696EAC">
        <w:rPr>
          <w:cs/>
          <w:lang w:bidi="bn-IN"/>
        </w:rPr>
        <w:t xml:space="preserve"> </w:t>
      </w:r>
      <w:r w:rsidRPr="006445C3">
        <w:rPr>
          <w:rStyle w:val="libAlaemChar"/>
        </w:rPr>
        <w:t>‘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যখন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তাগুত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সরকারের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সময়কার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পরিবেশের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অনুরূপ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থেকেও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জঘন্যতম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পরিবেশ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সৃষ্টি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কেননা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যখন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অন্তর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কালো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অন্ধকারাচ্ছন্ন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তখন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ইসলামী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আহ্কামের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সম্পূর্ণটাই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নূরানী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তাদের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অন্তরে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প্রবেশ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তাই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ইমাম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আলী</w:t>
      </w:r>
      <w:r w:rsidRPr="00696EAC">
        <w:rPr>
          <w:cs/>
          <w:lang w:bidi="bn-IN"/>
        </w:rPr>
        <w:t xml:space="preserve"> (</w:t>
      </w:r>
      <w:r w:rsidRPr="00696EAC">
        <w:rPr>
          <w:rFonts w:hint="cs"/>
          <w:cs/>
          <w:lang w:bidi="bn-IN"/>
        </w:rPr>
        <w:t>আ</w:t>
      </w:r>
      <w:r w:rsidRPr="00696EAC">
        <w:rPr>
          <w:cs/>
          <w:lang w:bidi="bn-IN"/>
        </w:rPr>
        <w:t xml:space="preserve">.)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সংখ্যালঘুদেরকে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ছেড়ে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দিয়ে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সর্বসাধারণকে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নৈতিকতা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শিক্ষা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দানে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রত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হয়েছেন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কারণেই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আমাদেরও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উচিৎ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হচ্ছে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অবশ্যই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মহান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ব্যক্তির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পদ্ধতিকে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অনুসরণ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hi-IN"/>
        </w:rPr>
        <w:t>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অন্যথায়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প্রবৃত্তিপূজারী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অমানুষরা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ঐ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বৃহৎ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জনসমষ্টির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উপরও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প্রভাব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বিস্তার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এবং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আস্তে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আস্তে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এমন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এক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সময়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আসবে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যে</w:t>
      </w:r>
      <w:r w:rsidRPr="00696EAC">
        <w:t xml:space="preserve">, </w:t>
      </w:r>
      <w:r w:rsidRPr="00696EAC">
        <w:rPr>
          <w:rFonts w:hint="cs"/>
          <w:cs/>
          <w:lang w:bidi="bn-IN"/>
        </w:rPr>
        <w:t>আমরা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দুই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পক্ষকেই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হাত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ছাড়া</w:t>
      </w:r>
      <w:r w:rsidRPr="00696EAC">
        <w:rPr>
          <w:cs/>
          <w:lang w:bidi="bn-IN"/>
        </w:rPr>
        <w:t xml:space="preserve"> </w:t>
      </w:r>
      <w:r w:rsidRPr="00696EAC">
        <w:rPr>
          <w:rFonts w:hint="cs"/>
          <w:cs/>
          <w:lang w:bidi="bn-IN"/>
        </w:rPr>
        <w:t>করব</w:t>
      </w:r>
      <w:r w:rsidRPr="00696EAC">
        <w:rPr>
          <w:cs/>
          <w:lang w:bidi="bn-IN"/>
        </w:rPr>
        <w:t xml:space="preserve"> </w:t>
      </w:r>
      <w:r w:rsidR="00FE4106" w:rsidRPr="00623425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১৯৭</w:t>
      </w:r>
      <w:r w:rsidR="00FE4106" w:rsidRPr="009C15B9">
        <w:t xml:space="preserve"> </w:t>
      </w:r>
    </w:p>
    <w:p w:rsidR="00FE4106" w:rsidRDefault="00FE4106" w:rsidP="00FE4106">
      <w:pPr>
        <w:pStyle w:val="libNormal"/>
      </w:pPr>
      <w:r w:rsidRPr="005A2C80">
        <w:rPr>
          <w:cs/>
          <w:lang w:bidi="bn-IN"/>
        </w:rPr>
        <w:t>মহান আল্লাহ্ নবী (সা.)-কে উদ্দেশ্য করে বলেছেন :</w:t>
      </w:r>
      <w:r w:rsidRPr="005A2C80">
        <w:t xml:space="preserve"> </w:t>
      </w:r>
    </w:p>
    <w:p w:rsidR="00FE4106" w:rsidRPr="007E046B" w:rsidRDefault="0065046F" w:rsidP="007317F3">
      <w:pPr>
        <w:pStyle w:val="libAie"/>
      </w:pPr>
      <w:r w:rsidRPr="0065046F">
        <w:rPr>
          <w:rStyle w:val="libAlaemChar"/>
        </w:rPr>
        <w:t>)</w:t>
      </w:r>
      <w:r w:rsidR="00FE4106" w:rsidRPr="007E046B">
        <w:rPr>
          <w:rFonts w:hint="cs"/>
          <w:rtl/>
        </w:rPr>
        <w:t>وَلَنْ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تَرْضَى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عَنْكَ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الْيَهُودُ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وَلَا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النَّصَارَى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حَتَّى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تَتَّبِعَ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مِلَّتَهُمْ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قُلْ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إِنَّ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هُدَى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اللَّهِ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هُوَ</w:t>
      </w:r>
      <w:r w:rsidR="00FE4106" w:rsidRPr="007E046B">
        <w:rPr>
          <w:rtl/>
        </w:rPr>
        <w:t xml:space="preserve"> </w:t>
      </w:r>
      <w:r w:rsidR="00FE4106" w:rsidRPr="007E046B">
        <w:rPr>
          <w:rFonts w:hint="cs"/>
          <w:rtl/>
        </w:rPr>
        <w:t>الْهُدَى</w:t>
      </w:r>
      <w:r w:rsidRPr="0065046F">
        <w:rPr>
          <w:rStyle w:val="libAlaemChar"/>
        </w:rPr>
        <w:t>(</w:t>
      </w:r>
    </w:p>
    <w:p w:rsidR="00C6693F" w:rsidRDefault="00C6693F" w:rsidP="0065046F">
      <w:pPr>
        <w:rPr>
          <w:rStyle w:val="libNormalChar"/>
          <w:lang w:bidi="bn-IN"/>
        </w:rPr>
      </w:pPr>
    </w:p>
    <w:p w:rsidR="0065046F" w:rsidRPr="00C6693F" w:rsidRDefault="0065046F" w:rsidP="00C6693F">
      <w:pPr>
        <w:pStyle w:val="libNormal"/>
      </w:pPr>
      <w:r w:rsidRPr="00C6693F">
        <w:rPr>
          <w:rFonts w:hint="cs"/>
          <w:cs/>
          <w:lang w:bidi="bn-IN"/>
        </w:rPr>
        <w:t>কখনোই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ইয়াহুদ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ও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নাছারা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তোমার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উপর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সন্তুষ্ট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হবে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না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যতক্ষণ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পর্যন্তনা</w:t>
      </w:r>
      <w:r w:rsidRPr="00C6693F">
        <w:rPr>
          <w:cs/>
          <w:lang w:bidi="bn-IN"/>
        </w:rPr>
        <w:t xml:space="preserve"> (</w:t>
      </w:r>
      <w:r w:rsidRPr="00C6693F">
        <w:rPr>
          <w:rFonts w:hint="cs"/>
          <w:cs/>
          <w:lang w:bidi="bn-IN"/>
        </w:rPr>
        <w:t>তাদের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অসৎ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চাওয়া</w:t>
      </w:r>
      <w:r w:rsidRPr="00C6693F">
        <w:rPr>
          <w:cs/>
          <w:lang w:bidi="bn-IN"/>
        </w:rPr>
        <w:t>-</w:t>
      </w:r>
      <w:r w:rsidRPr="00C6693F">
        <w:rPr>
          <w:rFonts w:hint="cs"/>
          <w:cs/>
          <w:lang w:bidi="bn-IN"/>
        </w:rPr>
        <w:t>পাওয়ার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কাছে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পরিপূর্ণভাবে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আত্মসমর্পণ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করছো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এবং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তাদের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দীনের</w:t>
      </w:r>
      <w:r w:rsidRPr="00C6693F">
        <w:rPr>
          <w:cs/>
          <w:lang w:bidi="bn-IN"/>
        </w:rPr>
        <w:t xml:space="preserve"> (</w:t>
      </w:r>
      <w:r w:rsidRPr="00C6693F">
        <w:rPr>
          <w:rFonts w:hint="cs"/>
          <w:cs/>
          <w:lang w:bidi="bn-IN"/>
        </w:rPr>
        <w:t>ভ্রান্ত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দীনের</w:t>
      </w:r>
      <w:r w:rsidRPr="00C6693F">
        <w:rPr>
          <w:cs/>
          <w:lang w:bidi="bn-IN"/>
        </w:rPr>
        <w:t xml:space="preserve">) </w:t>
      </w:r>
      <w:r w:rsidRPr="00C6693F">
        <w:rPr>
          <w:rFonts w:hint="cs"/>
          <w:cs/>
          <w:lang w:bidi="bn-IN"/>
        </w:rPr>
        <w:t>অনুসরণ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করছো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hi-IN"/>
        </w:rPr>
        <w:t>।</w:t>
      </w:r>
      <w:r w:rsidRPr="00C6693F">
        <w:rPr>
          <w:cs/>
          <w:lang w:bidi="bn-IN"/>
        </w:rPr>
        <w:t xml:space="preserve"> (</w:t>
      </w:r>
      <w:r w:rsidRPr="00C6693F">
        <w:rPr>
          <w:rFonts w:hint="cs"/>
          <w:cs/>
          <w:lang w:bidi="bn-IN"/>
        </w:rPr>
        <w:t>হে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আমার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নবী</w:t>
      </w:r>
      <w:r w:rsidRPr="00C6693F">
        <w:rPr>
          <w:cs/>
          <w:lang w:bidi="bn-IN"/>
        </w:rPr>
        <w:t xml:space="preserve">!) </w:t>
      </w:r>
      <w:r w:rsidRPr="00C6693F">
        <w:rPr>
          <w:rFonts w:hint="cs"/>
          <w:cs/>
          <w:lang w:bidi="bn-IN"/>
        </w:rPr>
        <w:t>বলে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দাও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যে</w:t>
      </w:r>
      <w:r w:rsidRPr="00C6693F">
        <w:t xml:space="preserve">, </w:t>
      </w:r>
      <w:r w:rsidRPr="00C6693F">
        <w:rPr>
          <w:rFonts w:hint="cs"/>
          <w:cs/>
          <w:lang w:bidi="bn-IN"/>
        </w:rPr>
        <w:t>মহান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আল্লাহর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পথই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হচ্ছে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একমাত্র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সঠিক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bn-IN"/>
        </w:rPr>
        <w:t>পথ</w:t>
      </w:r>
      <w:r w:rsidRPr="00C6693F">
        <w:rPr>
          <w:cs/>
          <w:lang w:bidi="bn-IN"/>
        </w:rPr>
        <w:t xml:space="preserve"> </w:t>
      </w:r>
      <w:r w:rsidRPr="00C6693F">
        <w:rPr>
          <w:rFonts w:hint="cs"/>
          <w:cs/>
          <w:lang w:bidi="hi-IN"/>
        </w:rPr>
        <w:t>।</w:t>
      </w:r>
      <w:r w:rsidRPr="0065046F">
        <w:rPr>
          <w:rStyle w:val="libFootnotenumChar"/>
          <w:rFonts w:hint="cs"/>
          <w:cs/>
          <w:lang w:bidi="bn-IN"/>
        </w:rPr>
        <w:t>১৯৮</w:t>
      </w:r>
      <w:r w:rsidRPr="00C6693F">
        <w:rPr>
          <w:cs/>
          <w:lang w:bidi="bn-IN"/>
        </w:rPr>
        <w:t xml:space="preserve"> </w:t>
      </w:r>
    </w:p>
    <w:p w:rsidR="00FE4106" w:rsidRDefault="00FE4106" w:rsidP="0065046F">
      <w:pPr>
        <w:pStyle w:val="libBold1"/>
      </w:pPr>
      <w:r w:rsidRPr="009C15B9">
        <w:rPr>
          <w:rFonts w:hint="cs"/>
          <w:cs/>
          <w:lang w:bidi="bn-IN"/>
        </w:rPr>
        <w:t>প্রশ্ন</w:t>
      </w:r>
      <w:r w:rsidRPr="00623425">
        <w:rPr>
          <w:rFonts w:hint="cs"/>
          <w:rtl/>
          <w:cs/>
        </w:rPr>
        <w:t>:</w:t>
      </w:r>
      <w:r w:rsidRPr="007C78A2">
        <w:t xml:space="preserve"> </w:t>
      </w:r>
      <w:r w:rsidRPr="005A2C80">
        <w:rPr>
          <w:cs/>
          <w:lang w:bidi="bn-IN"/>
        </w:rPr>
        <w:t>কর্মস্থলে বোরকা কি দৈনন্দিন কাজের ক্ষেত্রে নারীদেরকে বাধার</w:t>
      </w:r>
      <w:r w:rsidRPr="005A2C80">
        <w:t xml:space="preserve"> </w:t>
      </w:r>
      <w:r w:rsidRPr="005A2C80">
        <w:rPr>
          <w:cs/>
          <w:lang w:bidi="bn-IN"/>
        </w:rPr>
        <w:t>সম্মুখীন করে</w:t>
      </w:r>
      <w:r w:rsidRPr="005A2C80">
        <w:t xml:space="preserve">?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lastRenderedPageBreak/>
        <w:t>উত্তর</w:t>
      </w:r>
      <w:r w:rsidRPr="0065046F">
        <w:rPr>
          <w:cs/>
          <w:lang w:bidi="bn-IN"/>
        </w:rPr>
        <w:t xml:space="preserve">: </w:t>
      </w:r>
      <w:r w:rsidRPr="0065046F">
        <w:rPr>
          <w:rFonts w:hint="cs"/>
          <w:cs/>
          <w:lang w:bidi="bn-IN"/>
        </w:rPr>
        <w:t>প্রথমত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জিনিসই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মানুষ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ব্যবহার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ব্যতীত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সম্ভব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ধরুন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খাদ্য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গ্রহণ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কিন্তু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খাদ্য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গ্রহণ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কারণে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সেজন্য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কষ্ট</w:t>
      </w:r>
      <w:r w:rsidRPr="0065046F">
        <w:t xml:space="preserve">, </w:t>
      </w:r>
      <w:r w:rsidRPr="0065046F">
        <w:rPr>
          <w:rFonts w:hint="cs"/>
          <w:cs/>
          <w:lang w:bidi="bn-IN"/>
        </w:rPr>
        <w:t>কষ্ট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উপরোল্লিখিত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আলোচনাতে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ব্যাপারে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সকল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দলিল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পেশ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প্রমাণ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তেমন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হওয়ার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নয়</w:t>
      </w:r>
      <w:r w:rsidRPr="0065046F">
        <w:t xml:space="preserve">; </w:t>
      </w:r>
      <w:r w:rsidRPr="0065046F">
        <w:rPr>
          <w:rFonts w:hint="cs"/>
          <w:cs/>
          <w:lang w:bidi="bn-IN"/>
        </w:rPr>
        <w:t>কারণ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রয়েছে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কষ্টের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তুলনায়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অধিক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দ্বিতীয়ত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অনেক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অনেক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সহজ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হাতও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স্বাধীন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মাধ্যমে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দৈনন্দিন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সমস্যা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হওয়ার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কর্মস্থলে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ব্যবহার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পারেন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তৃতীয়ত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বিশ্বে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অনেক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আছেন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পরেই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যাচ্ছেন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সাংবাদিকতা</w:t>
      </w:r>
      <w:r w:rsidRPr="0065046F">
        <w:t xml:space="preserve">, </w:t>
      </w:r>
      <w:r w:rsidRPr="0065046F">
        <w:rPr>
          <w:rFonts w:hint="cs"/>
          <w:cs/>
          <w:lang w:bidi="bn-IN"/>
        </w:rPr>
        <w:t>টেলিভিশনের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উপস্থাপনা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অনেক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গুরুত্বপূর্ণ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পরেও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অসুবিধা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FE4106" w:rsidRPr="009C15B9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কিছু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উল্লেখ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পরিস্কার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গেছে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চাদর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হিজাব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উত্তম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পরিপূর্ণ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জ্ঞান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ঈমান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চাদরের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সম্পর্কে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জানেন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একেই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হিসেবে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গ্রহণ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অন্যদের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অহেতুক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ভিত্তিহীন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সম্পর্কে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ভিত্তিহীন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বলাটা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বাহানা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প্রকৃতপক্ষে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ঈমান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ধর্মীয়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বিশ্বাস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দুর্বল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মানুষ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বাহানা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আল্লাহ্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য়ালার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আদেশ</w:t>
      </w:r>
      <w:r w:rsidRPr="0065046F">
        <w:rPr>
          <w:cs/>
          <w:lang w:bidi="bn-IN"/>
        </w:rPr>
        <w:t>-</w:t>
      </w:r>
      <w:r w:rsidRPr="0065046F">
        <w:rPr>
          <w:rFonts w:hint="cs"/>
          <w:cs/>
          <w:lang w:bidi="bn-IN"/>
        </w:rPr>
        <w:t>নিষেধ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দূরে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="00FE4106" w:rsidRPr="009C15B9">
        <w:t xml:space="preserve"> </w:t>
      </w:r>
    </w:p>
    <w:p w:rsidR="0065046F" w:rsidRPr="00C6693F" w:rsidRDefault="0065046F" w:rsidP="00C6693F">
      <w:r>
        <w:rPr>
          <w:lang w:bidi="bn-IN"/>
        </w:rPr>
        <w:br w:type="page"/>
      </w:r>
    </w:p>
    <w:p w:rsidR="00FE4106" w:rsidRPr="00531D75" w:rsidRDefault="00FE4106" w:rsidP="007317F3">
      <w:pPr>
        <w:pStyle w:val="Heading2Center"/>
        <w:rPr>
          <w:lang w:bidi="bn-IN"/>
        </w:rPr>
      </w:pPr>
      <w:bookmarkStart w:id="132" w:name="_Toc439886159"/>
      <w:bookmarkStart w:id="133" w:name="_Toc440447919"/>
      <w:r w:rsidRPr="00531D75">
        <w:rPr>
          <w:cs/>
          <w:lang w:bidi="bn-IN"/>
        </w:rPr>
        <w:lastRenderedPageBreak/>
        <w:t>বোরকা পরিহিতা নারীর উদ্দেশ্যে কয়েকটি কথা</w:t>
      </w:r>
      <w:bookmarkEnd w:id="132"/>
      <w:bookmarkEnd w:id="133"/>
    </w:p>
    <w:p w:rsidR="0065046F" w:rsidRDefault="0065046F" w:rsidP="00C4151B">
      <w:pPr>
        <w:pStyle w:val="libNormal"/>
        <w:rPr>
          <w:lang w:bidi="bn-IN"/>
        </w:rPr>
      </w:pP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১</w:t>
      </w:r>
      <w:r w:rsidRPr="0065046F">
        <w:rPr>
          <w:cs/>
          <w:lang w:bidi="bn-IN"/>
        </w:rPr>
        <w:t xml:space="preserve">- </w:t>
      </w:r>
      <w:r w:rsidRPr="0065046F">
        <w:rPr>
          <w:rFonts w:hint="cs"/>
          <w:cs/>
          <w:lang w:bidi="bn-IN"/>
        </w:rPr>
        <w:t>মুসলমান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বোনেরা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দৃষ্টি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রাখবেন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উত্তম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আবরণ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কেননা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রয়েছে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অনেক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পক্র</w:t>
      </w:r>
      <w:r w:rsidRPr="0065046F">
        <w:rPr>
          <w:cs/>
          <w:lang w:bidi="bn-IN"/>
        </w:rPr>
        <w:t xml:space="preserve"> ৃ</w:t>
      </w:r>
      <w:r w:rsidRPr="0065046F">
        <w:rPr>
          <w:rFonts w:hint="cs"/>
          <w:cs/>
          <w:lang w:bidi="bn-IN"/>
        </w:rPr>
        <w:t>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মূল্য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নিজেদেরকে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পরিপূর্ণভাবে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আবৃত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যদি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আল্লাহ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করুন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একেবারে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পাতলা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কাপড়ের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বাইরে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আসে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অথবা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খোলা</w:t>
      </w:r>
      <w:r w:rsidRPr="0065046F">
        <w:t xml:space="preserve">, </w:t>
      </w:r>
      <w:r w:rsidRPr="0065046F">
        <w:rPr>
          <w:rFonts w:hint="cs"/>
          <w:cs/>
          <w:lang w:bidi="bn-IN"/>
        </w:rPr>
        <w:t>বুক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খোলা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হাতা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ছোট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জামা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পড়ে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বাইরে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পাপে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লিপ্ত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হলেন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মিন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পক্ষে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ঐরূপ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মর্যাদাকর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বরং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মস্তকাবরণ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হাতা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লম্বা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পোশাক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মোটা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মোজা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বাড়ীর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বাইরে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আসবেন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প্রয়োজনে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পোশাকেই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নামাহরামের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বলবেন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আল্লাহ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য়ালা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সন্তুষ্ট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হবেন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মাধ্যমে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বাহানাকারীদের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বাহানা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পথরোধ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করবেন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FE4106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২</w:t>
      </w:r>
      <w:r w:rsidRPr="0065046F">
        <w:rPr>
          <w:cs/>
          <w:lang w:bidi="bn-IN"/>
        </w:rPr>
        <w:t xml:space="preserve">- </w:t>
      </w:r>
      <w:r w:rsidRPr="0065046F">
        <w:rPr>
          <w:rFonts w:hint="cs"/>
          <w:cs/>
          <w:lang w:bidi="bn-IN"/>
        </w:rPr>
        <w:t>নারীরা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অবশ্যই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চেষ্টা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করবেন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বিশেষ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যুবতী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মেয়ে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বাড়ির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বাইরে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অবশ্যই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বোরকা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ব্যবহার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যদি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পরিপূর্ণভাবে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নিজেদেরকে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আবৃত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জন্যই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ভাল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নারীদেরই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ইবাদত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বিশেষ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গুরুত্ব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প্রয়োজন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কেননা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অন্যদের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বেশী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শয়তানের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ধোকার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সম্মুখীন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গোনাহ্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ক্ষমতা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বেশী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রাখে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ইবাদত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গোনাহর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সম্মুখে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বাঁধ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সরূপ</w:t>
      </w:r>
      <w:r w:rsidRPr="0065046F">
        <w:t xml:space="preserve">,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শয়তানের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ধোকা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রক্ষা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পাওয়া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65046F" w:rsidRPr="00C6693F" w:rsidRDefault="0065046F" w:rsidP="00C6693F">
      <w:r>
        <w:br w:type="page"/>
      </w:r>
    </w:p>
    <w:p w:rsidR="00FE4106" w:rsidRDefault="0065046F" w:rsidP="0065046F">
      <w:pPr>
        <w:pStyle w:val="Heading2Center"/>
        <w:rPr>
          <w:lang w:bidi="bn-IN"/>
        </w:rPr>
      </w:pPr>
      <w:bookmarkStart w:id="134" w:name="_Toc439886160"/>
      <w:bookmarkStart w:id="135" w:name="_Toc440447920"/>
      <w:r w:rsidRPr="0065046F">
        <w:rPr>
          <w:rFonts w:hint="cs"/>
          <w:cs/>
          <w:lang w:bidi="bn-IN"/>
        </w:rPr>
        <w:lastRenderedPageBreak/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ফাতিমা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সালামুল্লাহ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আলাইহা</w:t>
      </w:r>
      <w:r w:rsidRPr="0065046F">
        <w:rPr>
          <w:cs/>
          <w:lang w:bidi="bn-IN"/>
        </w:rPr>
        <w:t>)-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শিক্ষা</w:t>
      </w:r>
      <w:bookmarkEnd w:id="134"/>
      <w:bookmarkEnd w:id="135"/>
    </w:p>
    <w:p w:rsidR="0065046F" w:rsidRDefault="0065046F" w:rsidP="009C15B9">
      <w:pPr>
        <w:pStyle w:val="libNormal"/>
        <w:rPr>
          <w:lang w:bidi="bn-IN"/>
        </w:rPr>
      </w:pP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আসমা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বিনতে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মাইস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একদিন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ফাতিমা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আমাকে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বললেন</w:t>
      </w:r>
      <w:r w:rsidRPr="0065046F">
        <w:rPr>
          <w:cs/>
          <w:lang w:bidi="bn-IN"/>
        </w:rPr>
        <w:t xml:space="preserve"> : </w:t>
      </w:r>
      <w:r w:rsidRPr="006445C3">
        <w:rPr>
          <w:rStyle w:val="libAlaemChar"/>
        </w:rPr>
        <w:t>“</w:t>
      </w:r>
      <w:r w:rsidRPr="0065046F">
        <w:rPr>
          <w:rFonts w:hint="cs"/>
          <w:cs/>
          <w:lang w:bidi="bn-IN"/>
        </w:rPr>
        <w:t>আমি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মদীনার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মানুষদের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অনুসৃত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পদ্ধতির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যেমন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স্ত্রীদের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মৃত্যুর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দাফন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মৃতদেহের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শুধুমাত্র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খণ্ড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কাপড়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নিচ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শরীর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প্রতি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অসন্তুষ্ট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আসমা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বলল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আমি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আবিসিনিয়ায়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বর্তমান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ইথিওপিয়া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কিছু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দেখেছি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ব্যক্তিদেরকে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বহন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যাচ্ছিল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খেজুর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গাছের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শক্ত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শাখা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তাবুত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খাটিয়া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তৈরী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পরবর্তীতে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তাবুতের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চারপাশে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কাপড়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ঘিরে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আবিসিনিয়ার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লোকেরা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মতৃ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দেহটিকে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তাবুতের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মধ্যে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শুইয়ে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দেহটি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ফাতিমা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দেখলেন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বললেন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এটা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উত্তম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মৃত্যুবরণ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এইরূপ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কিছুতে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সাদিক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ইসলামে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প্রথম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পবিত্র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মৃতদেহটি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তাবুতে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যাওয়া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ফাতিমা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</w:t>
      </w:r>
      <w:r w:rsidRPr="0065046F">
        <w:rPr>
          <w:rFonts w:hint="cs"/>
          <w:cs/>
          <w:lang w:bidi="hi-IN"/>
        </w:rPr>
        <w:t>।</w:t>
      </w:r>
      <w:r w:rsidRPr="0065046F">
        <w:rPr>
          <w:rStyle w:val="libFootnotenumChar"/>
          <w:rFonts w:hint="cs"/>
          <w:cs/>
          <w:lang w:bidi="bn-IN"/>
        </w:rPr>
        <w:t>১৯৯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ইবনে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আব্বাস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ফাতিমা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 (</w:t>
      </w:r>
      <w:r w:rsidRPr="0065046F">
        <w:rPr>
          <w:rFonts w:hint="cs"/>
          <w:cs/>
          <w:lang w:bidi="bn-IN"/>
        </w:rPr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আপতিত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বিভিন্নরূপ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মুসিবত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নির্যাতনে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অসুস্থ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পড়লেন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আসমাকে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আমার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জানাযাটি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শরীরের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আকৃতি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বাইরে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বুঝা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আসমা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বিনতে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মাইস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খেজুর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গাছের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শাখা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তাবুত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তৈরী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সেটাই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ইসলামের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প্রথম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তাবুত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ফাতিমা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দেখলেন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একটু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মুচকি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হেসে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ছিলেন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সম্পর্কে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আসমা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t xml:space="preserve">, </w:t>
      </w:r>
      <w:r w:rsidRPr="0065046F">
        <w:rPr>
          <w:rFonts w:hint="cs"/>
          <w:cs/>
          <w:lang w:bidi="bn-IN"/>
        </w:rPr>
        <w:t>রাসূল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সা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ওফাতের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পর্যন্ত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খুশি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পবিত্র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জানাযাটি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যাওয়া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দাফন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rStyle w:val="libFootnotenumChar"/>
          <w:rFonts w:hint="cs"/>
          <w:cs/>
          <w:lang w:bidi="bn-IN"/>
        </w:rPr>
        <w:t>২০০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</w:p>
    <w:p w:rsidR="0065046F" w:rsidRPr="0065046F" w:rsidRDefault="0065046F" w:rsidP="0065046F">
      <w:pPr>
        <w:pStyle w:val="libBold1"/>
      </w:pPr>
      <w:r w:rsidRPr="0065046F">
        <w:rPr>
          <w:rFonts w:hint="cs"/>
          <w:cs/>
          <w:lang w:bidi="bn-IN"/>
        </w:rPr>
        <w:t>হিজাব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সম্পর্কে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আমিরুল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</w:t>
      </w:r>
      <w:r w:rsidRPr="006445C3">
        <w:rPr>
          <w:rStyle w:val="libAlaemChar"/>
        </w:rPr>
        <w:t>’</w:t>
      </w:r>
      <w:r w:rsidRPr="0065046F">
        <w:rPr>
          <w:rFonts w:hint="cs"/>
          <w:cs/>
          <w:lang w:bidi="bn-IN"/>
        </w:rPr>
        <w:t>মিনিন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আলী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মর্যাদা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সম্পন্ন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</w:t>
      </w:r>
    </w:p>
    <w:p w:rsidR="0065046F" w:rsidRPr="0065046F" w:rsidRDefault="0065046F" w:rsidP="0065046F">
      <w:pPr>
        <w:pStyle w:val="libNormal"/>
      </w:pP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জয়নাব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সিরিয়ার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দামেস্ক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শহরে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অভিশপ্ত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ইয়াযিদকে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উদ্দেশ্য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মুক্তি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প্রাপ্ত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লোকের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ছেলে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ইয়াযিদ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এটা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ন্যায়পরায়ণতা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নিজের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স্ত্রী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মেয়েদেরকে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ভাল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স্থানে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মধ্যে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রাখবে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রাসূল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সা</w:t>
      </w:r>
      <w:r w:rsidRPr="0065046F">
        <w:rPr>
          <w:cs/>
          <w:lang w:bidi="bn-IN"/>
        </w:rPr>
        <w:t>.)-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বন্দী</w:t>
      </w:r>
      <w:r w:rsidRPr="0065046F">
        <w:t xml:space="preserve">, </w:t>
      </w:r>
      <w:r w:rsidRPr="0065046F">
        <w:rPr>
          <w:rFonts w:hint="cs"/>
          <w:cs/>
          <w:lang w:bidi="bn-IN"/>
        </w:rPr>
        <w:t>উম্মুক্ত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মুখ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মণ্ডল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পর্দাহীন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অবস্থায়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শত্রুদের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শহর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শহরে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ঘুরিয়ে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বেড়াবে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সেসব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স্থানের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লোকজন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কাছের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দূরের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খারাপ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ভাল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সকল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প্রকৃতির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লোক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চেহারার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দৃষ্টি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ফেলবে</w:t>
      </w:r>
      <w:r w:rsidRPr="0065046F">
        <w:t>?</w:t>
      </w:r>
      <w:r w:rsidRPr="0065046F">
        <w:rPr>
          <w:rStyle w:val="libFootnotenumChar"/>
          <w:rFonts w:hint="cs"/>
          <w:cs/>
          <w:lang w:bidi="bn-IN"/>
        </w:rPr>
        <w:t>২০১</w:t>
      </w:r>
      <w:r w:rsidRPr="0065046F">
        <w:rPr>
          <w:cs/>
          <w:lang w:bidi="bn-IN"/>
        </w:rPr>
        <w:t xml:space="preserve"> </w:t>
      </w:r>
    </w:p>
    <w:p w:rsidR="00FE4106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যয়নাব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কারবালার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মর্মান্তিক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ঘটনা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শোকাবহ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ঘটনা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পৃথিবীতে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ঘটে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মসিবতের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মধ্যেও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ইশারা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বিষয়টি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বেশী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পীড়া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অন্তরে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জালার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সৃষ্টি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বেপর্দা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অবস্থায়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নামাহরামদের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সামনে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থাকাটা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মুসলমান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জয়নাবের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শিক্ষা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স্বরূপ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</w:t>
      </w:r>
      <w:r w:rsidRPr="0065046F">
        <w:t xml:space="preserve">? </w:t>
      </w:r>
      <w:r w:rsidRPr="0065046F">
        <w:rPr>
          <w:rFonts w:hint="cs"/>
          <w:cs/>
          <w:lang w:bidi="bn-IN"/>
        </w:rPr>
        <w:t>হে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আত্মসম্মানবোধ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সম্পন্ন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যুবকরা</w:t>
      </w:r>
      <w:r w:rsidRPr="0065046F">
        <w:rPr>
          <w:cs/>
          <w:lang w:bidi="bn-IN"/>
        </w:rPr>
        <w:t xml:space="preserve">! </w:t>
      </w:r>
      <w:r w:rsidRPr="0065046F">
        <w:rPr>
          <w:rFonts w:hint="cs"/>
          <w:cs/>
          <w:lang w:bidi="bn-IN"/>
        </w:rPr>
        <w:t>পৌরুষত্বের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অধিকারী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কেউ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মেনে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স্ত্রী</w:t>
      </w:r>
      <w:r w:rsidRPr="0065046F">
        <w:t xml:space="preserve">, </w:t>
      </w:r>
      <w:r w:rsidRPr="0065046F">
        <w:rPr>
          <w:rFonts w:hint="cs"/>
          <w:cs/>
          <w:lang w:bidi="bn-IN"/>
        </w:rPr>
        <w:t>কন্যা</w:t>
      </w:r>
      <w:r w:rsidRPr="0065046F">
        <w:t xml:space="preserve">, </w:t>
      </w:r>
      <w:r w:rsidRPr="0065046F">
        <w:rPr>
          <w:rFonts w:hint="cs"/>
          <w:cs/>
          <w:lang w:bidi="bn-IN"/>
        </w:rPr>
        <w:t>বোন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পাতলা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পোশাক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নামাহরামদের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দৃষ্টিতে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পড়ুক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মাধ্যমে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ফিতনা</w:t>
      </w:r>
      <w:r w:rsidRPr="0065046F">
        <w:rPr>
          <w:cs/>
          <w:lang w:bidi="bn-IN"/>
        </w:rPr>
        <w:t>-</w:t>
      </w:r>
      <w:r w:rsidRPr="0065046F">
        <w:rPr>
          <w:rFonts w:hint="cs"/>
          <w:cs/>
          <w:lang w:bidi="bn-IN"/>
        </w:rPr>
        <w:t>ফ্যাসাদ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সৃষ্টি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হোক</w:t>
      </w:r>
      <w:r w:rsidRPr="0065046F">
        <w:t>?</w:t>
      </w:r>
      <w:r w:rsidR="00FE4106" w:rsidRPr="005A2C80">
        <w:t xml:space="preserve"> </w:t>
      </w:r>
    </w:p>
    <w:p w:rsidR="0065046F" w:rsidRDefault="0065046F" w:rsidP="0065046F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Default="0065046F" w:rsidP="0065046F">
      <w:pPr>
        <w:pStyle w:val="Heading2Center"/>
        <w:rPr>
          <w:lang w:bidi="bn-IN"/>
        </w:rPr>
      </w:pPr>
      <w:bookmarkStart w:id="136" w:name="_Toc439886161"/>
      <w:bookmarkStart w:id="137" w:name="_Toc440447921"/>
      <w:r w:rsidRPr="0065046F">
        <w:rPr>
          <w:rFonts w:hint="cs"/>
          <w:cs/>
          <w:lang w:bidi="bn-IN"/>
        </w:rPr>
        <w:lastRenderedPageBreak/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কাছ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থেকে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হিজাব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সচ্চরিত্রতার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শিক্ষা</w:t>
      </w:r>
      <w:bookmarkEnd w:id="136"/>
      <w:bookmarkEnd w:id="137"/>
    </w:p>
    <w:p w:rsidR="0065046F" w:rsidRDefault="0065046F" w:rsidP="00FE4106">
      <w:pPr>
        <w:pStyle w:val="libNormal"/>
        <w:rPr>
          <w:lang w:bidi="bn-IN"/>
        </w:rPr>
      </w:pP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শহীদদের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সর্দার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বিশ্বস্ত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সাহাবাদের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শাহাদতের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পরিবারবর্গের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তাঁবুর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শত্রুপক্ষ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আক্রমণ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চালায়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আগুন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অত্যাচার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নির্যাতন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চালায়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 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স্ত্রী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চাদর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অলঙ্কার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সমূহ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চুরি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করুণ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ঘটনার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 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পিতার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মৃতদেহের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পাশে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এসে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অন্তরের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ব্যথা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জানিয়ে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শহীদদের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সর্দারকে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</w:t>
      </w:r>
      <w:r w:rsidRPr="0065046F">
        <w:rPr>
          <w:cs/>
          <w:lang w:bidi="bn-IN"/>
        </w:rPr>
        <w:t xml:space="preserve">: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প্রিয়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পিতা</w:t>
      </w:r>
      <w:r w:rsidRPr="0065046F">
        <w:t xml:space="preserve">, </w:t>
      </w:r>
      <w:r w:rsidRPr="0065046F">
        <w:rPr>
          <w:rFonts w:hint="cs"/>
          <w:cs/>
          <w:lang w:bidi="bn-IN"/>
        </w:rPr>
        <w:t>দেখ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শত্রুরা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আমাদের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মাথাগুলো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অনাবৃত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অবস্থায়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অন্তরসমূহে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আগুন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ধরিয়ে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দিয়েছে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আমার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ফুফু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জয়নারকে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মেরেছে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rStyle w:val="libFootnotenumChar"/>
          <w:rFonts w:hint="cs"/>
          <w:cs/>
          <w:lang w:bidi="bn-IN"/>
        </w:rPr>
        <w:t>২০২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উম্মে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কুলসুম</w:t>
      </w:r>
      <w:r w:rsidRPr="0065046F">
        <w:t xml:space="preserve">, </w:t>
      </w:r>
      <w:r w:rsidRPr="0065046F">
        <w:rPr>
          <w:rFonts w:hint="cs"/>
          <w:cs/>
          <w:lang w:bidi="bn-IN"/>
        </w:rPr>
        <w:t>হযরত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আলী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শিমারকে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উদ্দেশ্য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যখন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শামে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সিরিয়ায়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তখন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একটি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দরজা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প্রবেশ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করাবে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যেখানে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খুব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লোক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দাঁড়িয়ে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খুব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লোকে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দেখে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দাও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মাথাগুলো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অন্যান্য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শহীদের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মাথা</w:t>
      </w:r>
      <w:r w:rsidRPr="0065046F">
        <w:rPr>
          <w:cs/>
          <w:lang w:bidi="bn-IN"/>
        </w:rPr>
        <w:t xml:space="preserve">) </w:t>
      </w:r>
      <w:r w:rsidRPr="0065046F">
        <w:rPr>
          <w:rFonts w:hint="cs"/>
          <w:cs/>
          <w:lang w:bidi="bn-IN"/>
        </w:rPr>
        <w:t>যাতে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উটের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পিঠের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হাওদার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বাইরে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কারণ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ঐ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মাথাগুলোর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কারণে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মানুয়ের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দৃষ্টিসমূহ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সেদিকে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নিবদ্ধ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পড়ে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কেননা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আমরা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নামাহরামদের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দৃষ্টির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কারণে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অনেক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আজাব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ভোগ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rStyle w:val="libFootnotenumChar"/>
          <w:rFonts w:hint="cs"/>
          <w:cs/>
          <w:lang w:bidi="bn-IN"/>
        </w:rPr>
        <w:t>২০৩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কিন্তু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শিমার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কারণে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5046F">
        <w:rPr>
          <w:rFonts w:hint="cs"/>
          <w:cs/>
          <w:lang w:bidi="bn-IN"/>
        </w:rPr>
        <w:t>রাসূলে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খোদা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সা</w:t>
      </w:r>
      <w:r w:rsidRPr="0065046F">
        <w:rPr>
          <w:cs/>
          <w:lang w:bidi="bn-IN"/>
        </w:rPr>
        <w:t>.) 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পরিবারবর্গ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বেশী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কষ্ট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65046F" w:rsidRPr="0065046F" w:rsidRDefault="0065046F" w:rsidP="0065046F">
      <w:pPr>
        <w:pStyle w:val="libNormal"/>
      </w:pPr>
      <w:r w:rsidRPr="0065046F">
        <w:rPr>
          <w:rFonts w:hint="cs"/>
          <w:cs/>
          <w:lang w:bidi="bn-IN"/>
        </w:rPr>
        <w:t>যেহেতু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কন্যার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মহান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পিতা</w:t>
      </w:r>
      <w:r w:rsidRPr="0065046F">
        <w:t xml:space="preserve">, </w:t>
      </w:r>
      <w:r w:rsidRPr="0065046F">
        <w:rPr>
          <w:rFonts w:hint="cs"/>
          <w:cs/>
          <w:lang w:bidi="bn-IN"/>
        </w:rPr>
        <w:t>চাচা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ভাইয়েরা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শহীদ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গিয়েছিল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তিনিসহ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নবী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পরিবারের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অন্যরা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শত্রু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যেমন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ওমর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ইবনে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দ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শিমারের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পাপিষ্ঠ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অত্যাচারীদের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হাতে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বন্দী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অত্যাচারিত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হয়েছিলেন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শত্রুরা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তাঁবুতে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আগুন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লাগিয়ে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দিয়েছিল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কিছু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লুট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নিয়েছিল</w:t>
      </w:r>
      <w:r w:rsidRPr="0065046F">
        <w:t xml:space="preserve">, </w:t>
      </w:r>
      <w:r w:rsidRPr="0065046F">
        <w:rPr>
          <w:rFonts w:hint="cs"/>
          <w:cs/>
          <w:lang w:bidi="bn-IN"/>
        </w:rPr>
        <w:t>ক্ষুধা</w:t>
      </w:r>
      <w:r w:rsidRPr="0065046F">
        <w:rPr>
          <w:cs/>
          <w:lang w:bidi="bn-IN"/>
        </w:rPr>
        <w:t>-</w:t>
      </w:r>
      <w:r w:rsidRPr="0065046F">
        <w:rPr>
          <w:rFonts w:hint="cs"/>
          <w:cs/>
          <w:lang w:bidi="bn-IN"/>
        </w:rPr>
        <w:t>পিপাসায়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আরো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অন্যান্য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মুসিবত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উপর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আপতিত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অন্তরে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যন্ত্রণার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সৃষ্টি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এবং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lastRenderedPageBreak/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শরীর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ব্যথায়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কাতর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গিয়েছিল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এমতাবস্থায়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বিষয়টি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অতি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গুরুত্বপূর্ণ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ছিল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হচ্ছে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উম্মুক্ত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চুলে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মাহরামদের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সামনে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থাকাটা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</w:p>
    <w:p w:rsidR="00FE4106" w:rsidRPr="00C4151B" w:rsidRDefault="0065046F" w:rsidP="0065046F">
      <w:pPr>
        <w:pStyle w:val="libNormal"/>
        <w:rPr>
          <w:rStyle w:val="libNormalChar"/>
        </w:rPr>
      </w:pPr>
      <w:r w:rsidRPr="0065046F">
        <w:rPr>
          <w:rFonts w:hint="cs"/>
          <w:cs/>
          <w:lang w:bidi="bn-IN"/>
        </w:rPr>
        <w:t>হে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মুসলমান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নারীরা</w:t>
      </w:r>
      <w:r w:rsidRPr="0065046F">
        <w:t xml:space="preserve">, 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আলী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 xml:space="preserve">.)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ইমাম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হুসাইন</w:t>
      </w:r>
      <w:r w:rsidRPr="0065046F">
        <w:rPr>
          <w:cs/>
          <w:lang w:bidi="bn-IN"/>
        </w:rPr>
        <w:t xml:space="preserve"> (</w:t>
      </w:r>
      <w:r w:rsidRPr="0065046F">
        <w:rPr>
          <w:rFonts w:hint="cs"/>
          <w:cs/>
          <w:lang w:bidi="bn-IN"/>
        </w:rPr>
        <w:t>আ</w:t>
      </w:r>
      <w:r w:rsidRPr="0065046F">
        <w:rPr>
          <w:cs/>
          <w:lang w:bidi="bn-IN"/>
        </w:rPr>
        <w:t>.) -</w:t>
      </w:r>
      <w:r w:rsidRPr="0065046F">
        <w:rPr>
          <w:rFonts w:hint="cs"/>
          <w:cs/>
          <w:lang w:bidi="bn-IN"/>
        </w:rPr>
        <w:t>এর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দু</w:t>
      </w:r>
      <w:r w:rsidRPr="0065046F">
        <w:rPr>
          <w:rFonts w:hint="eastAsia"/>
        </w:rPr>
        <w:t>’</w:t>
      </w:r>
      <w:r w:rsidRPr="0065046F">
        <w:rPr>
          <w:rFonts w:hint="cs"/>
          <w:cs/>
          <w:lang w:bidi="bn-IN"/>
        </w:rPr>
        <w:t>কন্যার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কাজ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আচরণ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হিজাবের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গুরুত্ব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বাড়িয়ে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t xml:space="preserve">? </w:t>
      </w:r>
      <w:r w:rsidRPr="0065046F">
        <w:rPr>
          <w:rFonts w:hint="cs"/>
          <w:cs/>
          <w:lang w:bidi="bn-IN"/>
        </w:rPr>
        <w:t>অবশ্যই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গুরুত্ব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বাড়িয়ে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দেয়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মুসলমান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নারী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মেয়েদের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উদ্দেশ্যে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এই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কথাই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বলেছেন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যে</w:t>
      </w:r>
      <w:r w:rsidRPr="0065046F">
        <w:t xml:space="preserve">, </w:t>
      </w:r>
      <w:r w:rsidRPr="006445C3">
        <w:rPr>
          <w:rStyle w:val="libAlaemChar"/>
        </w:rPr>
        <w:t>“</w:t>
      </w:r>
      <w:r w:rsidRPr="0065046F">
        <w:rPr>
          <w:rFonts w:hint="cs"/>
          <w:cs/>
          <w:lang w:bidi="bn-IN"/>
        </w:rPr>
        <w:t>যদি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প্রিয়জন</w:t>
      </w:r>
      <w:r w:rsidRPr="0065046F">
        <w:t xml:space="preserve">, </w:t>
      </w:r>
      <w:r w:rsidRPr="0065046F">
        <w:rPr>
          <w:rFonts w:hint="cs"/>
          <w:cs/>
          <w:lang w:bidi="bn-IN"/>
        </w:rPr>
        <w:t>ধন</w:t>
      </w:r>
      <w:r w:rsidRPr="0065046F">
        <w:rPr>
          <w:cs/>
          <w:lang w:bidi="bn-IN"/>
        </w:rPr>
        <w:t>-</w:t>
      </w:r>
      <w:r w:rsidRPr="0065046F">
        <w:rPr>
          <w:rFonts w:hint="cs"/>
          <w:cs/>
          <w:lang w:bidi="bn-IN"/>
        </w:rPr>
        <w:t>সম্পদ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নিজের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জীবনকে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তোমার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সত্য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বিশ্বাসের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পথে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বিসর্জন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হয়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তবুও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তোমার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দ্বীন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পর্দাকে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বিসর্জন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দিও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তাই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তো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তিনি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বলেন</w:t>
      </w:r>
      <w:r w:rsidRPr="0065046F">
        <w:rPr>
          <w:cs/>
          <w:lang w:bidi="bn-IN"/>
        </w:rPr>
        <w:t xml:space="preserve"> : </w:t>
      </w:r>
      <w:r w:rsidRPr="0065046F">
        <w:rPr>
          <w:rFonts w:hint="cs"/>
          <w:cs/>
          <w:lang w:bidi="bn-IN"/>
        </w:rPr>
        <w:t>যে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কোন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মুসিবতকে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সহ্য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সম্ভব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কিন্তু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বেপর্দা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অবস্থায়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নামাহরামের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দৃষ্টিতে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পড়া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সহ্য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করা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যায়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bn-IN"/>
        </w:rPr>
        <w:t>না</w:t>
      </w:r>
      <w:r w:rsidRPr="0065046F">
        <w:rPr>
          <w:cs/>
          <w:lang w:bidi="bn-IN"/>
        </w:rPr>
        <w:t xml:space="preserve"> </w:t>
      </w:r>
      <w:r w:rsidRPr="0065046F">
        <w:rPr>
          <w:rFonts w:hint="cs"/>
          <w:cs/>
          <w:lang w:bidi="hi-IN"/>
        </w:rPr>
        <w:t>।</w:t>
      </w:r>
      <w:r w:rsidR="00FE4106" w:rsidRPr="00C4151B">
        <w:rPr>
          <w:rStyle w:val="libNormalChar"/>
        </w:rPr>
        <w:t xml:space="preserve"> </w:t>
      </w:r>
    </w:p>
    <w:p w:rsidR="0065046F" w:rsidRPr="00C6693F" w:rsidRDefault="0065046F" w:rsidP="00C6693F">
      <w:r>
        <w:rPr>
          <w:lang w:bidi="bn-IN"/>
        </w:rPr>
        <w:br w:type="page"/>
      </w:r>
    </w:p>
    <w:p w:rsidR="00FE4106" w:rsidRPr="00F51AE6" w:rsidRDefault="00FE4106" w:rsidP="007317F3">
      <w:pPr>
        <w:pStyle w:val="Heading2Center"/>
      </w:pPr>
      <w:bookmarkStart w:id="138" w:name="_Toc439886162"/>
      <w:bookmarkStart w:id="139" w:name="_Toc440447922"/>
      <w:r w:rsidRPr="00F51AE6">
        <w:rPr>
          <w:cs/>
          <w:lang w:bidi="bn-IN"/>
        </w:rPr>
        <w:lastRenderedPageBreak/>
        <w:t>হাউলার হাদীস</w:t>
      </w:r>
      <w:bookmarkEnd w:id="138"/>
      <w:bookmarkEnd w:id="139"/>
    </w:p>
    <w:p w:rsidR="00FE4106" w:rsidRDefault="00FE4106" w:rsidP="00FE4106">
      <w:pPr>
        <w:pStyle w:val="libNormal"/>
      </w:pP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হাউলা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হলেন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আত্তারাহ্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লোকের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সা</w:t>
      </w:r>
      <w:r w:rsidRPr="00066590">
        <w:rPr>
          <w:cs/>
          <w:lang w:bidi="bn-IN"/>
        </w:rPr>
        <w:t>.) -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যাপন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একদিন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ব্যাপারে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নির্দেশ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দিল</w:t>
      </w:r>
      <w:r w:rsidRPr="00066590">
        <w:t xml:space="preserve">, </w:t>
      </w:r>
      <w:r w:rsidRPr="00066590">
        <w:rPr>
          <w:rFonts w:hint="cs"/>
          <w:cs/>
          <w:lang w:bidi="bn-IN"/>
        </w:rPr>
        <w:t>কিন্তু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নির্দেশ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আপত্তি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জানালো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খুব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পরবর্তীতে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ঘটনার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প্রার্থনা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কিন্তু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প্রার্থনার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ভ্রুক্ষেপই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করলো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সা</w:t>
      </w:r>
      <w:r w:rsidRPr="00066590">
        <w:rPr>
          <w:cs/>
          <w:lang w:bidi="bn-IN"/>
        </w:rPr>
        <w:t>.)-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ঘটনার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বর্ণনা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শুনে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সা</w:t>
      </w:r>
      <w:r w:rsidRPr="00066590">
        <w:rPr>
          <w:cs/>
          <w:lang w:bidi="bn-IN"/>
        </w:rPr>
        <w:t xml:space="preserve">.) </w:t>
      </w:r>
      <w:r w:rsidRPr="00066590">
        <w:rPr>
          <w:rFonts w:hint="cs"/>
          <w:cs/>
          <w:lang w:bidi="bn-IN"/>
        </w:rPr>
        <w:t>হাউলাকে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গুরুত্বপূর্ণ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সম্পর্কে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শিক্ষা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দিলেন</w:t>
      </w:r>
      <w:r w:rsidRPr="00066590">
        <w:t xml:space="preserve">, </w:t>
      </w:r>
      <w:r w:rsidRPr="00066590">
        <w:rPr>
          <w:rFonts w:hint="cs"/>
          <w:cs/>
          <w:lang w:bidi="bn-IN"/>
        </w:rPr>
        <w:t>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নিম্নে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লক্ষ্য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দৃষ্টিতে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চোখে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সুরমা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লাগানো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২০৪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২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শোনে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সা</w:t>
      </w:r>
      <w:r w:rsidRPr="00066590">
        <w:rPr>
          <w:cs/>
          <w:lang w:bidi="bn-IN"/>
        </w:rPr>
        <w:t xml:space="preserve">.) </w:t>
      </w:r>
      <w:r w:rsidRPr="00066590">
        <w:rPr>
          <w:rFonts w:hint="cs"/>
          <w:cs/>
          <w:lang w:bidi="bn-IN"/>
        </w:rPr>
        <w:t>বললেন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খোদার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মনোনীত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করেছেন</w:t>
      </w:r>
      <w:r w:rsidRPr="00066590">
        <w:t xml:space="preserve">,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যুক্তিযুক্ত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কথা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গ্রহণ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কিয়ামাতের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জিহ্বা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ঝুলিয়ে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ঠোঁটকে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তৈরী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পেরেক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সেলাই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২০৫</w:t>
      </w:r>
      <w:r w:rsidRPr="00066590">
        <w:rPr>
          <w:cs/>
          <w:lang w:bidi="bn-IN"/>
        </w:rPr>
        <w:t xml:space="preserve"> </w:t>
      </w:r>
    </w:p>
    <w:p w:rsidR="00FE4106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মানুষকে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একদিকে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বিভক্ত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তেমনি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দুনিয়ায়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কর্মের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অভ্যন্তরীণ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সত্য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প্রকৃত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স্বরূপও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প্রকাশ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আনুগত্য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প্রকৃতপক্ষে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শিখাকে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দ্বিগুণ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পরিবার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দুনিয়াতেও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প্রতিকূলতার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মধ্যে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বানিয়ে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আনন্দই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উপভোগ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="00FE4106" w:rsidRPr="005A2C80"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৩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সত্তার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রিসালাত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পাঠিয়েছেন</w:t>
      </w:r>
      <w:r w:rsidRPr="00066590">
        <w:t xml:space="preserve">;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উঠায়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চুল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ছিড়ে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অথবা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পোশাক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ছিড়ে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তৈরী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পেরেক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সেলাই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শারীরিক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গড়নে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শক্তিশালী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তবুও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অধিকার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তেমন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ওয়াদা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অনুরূপভাবে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মারার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অধিকার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সা</w:t>
      </w:r>
      <w:r w:rsidRPr="00066590">
        <w:rPr>
          <w:cs/>
          <w:lang w:bidi="bn-IN"/>
        </w:rPr>
        <w:t xml:space="preserve">.) </w:t>
      </w:r>
      <w:r w:rsidRPr="00066590">
        <w:rPr>
          <w:rFonts w:hint="cs"/>
          <w:cs/>
          <w:lang w:bidi="bn-IN"/>
        </w:rPr>
        <w:t>বলেছেন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দায়িত্বপ্রাপ্ত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ফেরেশতাকে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নির্দেশ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৭০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গালে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মারতে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নামাহরাম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চুলে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তৈরী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পেরেক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সেলাই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২০৬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ইসলাম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বিশেষ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দলের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পক্ষে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বরং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জরুরী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প্রয়োজনীয়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গুরুত্বারোপ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সঠিক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সম্পর্ক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ন্যায়পরায়ণতা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রক্ষায়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উভয়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পক্ষেরই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দায়িত্ব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ইসলাম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উভয়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পক্ষের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সম্মান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মর্যাদা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অধিকার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দায়িত্ব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বণ্টন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শারীরিক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গড়ন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অনুসারে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যেহেতু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দুর্বল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ইতিহাসের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সাক্ষ্য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অনুযায়ী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অত্যাচার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সেহেতু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দৃষ্টি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ভঙ্গির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ভিত্তি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প্রিয়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ইসলাম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অধিকার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রক্ষার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প্রচুর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সুপারিশ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অত্যাচার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৪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বাইরে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lastRenderedPageBreak/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রিসালাত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পাঠিয়েছেন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বাড়ির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বাইরে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অনুষ্ঠান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অথবা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দাওয়াতে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উপস্থিত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t xml:space="preserve">, </w:t>
      </w:r>
      <w:r w:rsidRPr="00066590">
        <w:rPr>
          <w:rFonts w:hint="cs"/>
          <w:cs/>
          <w:lang w:bidi="bn-IN"/>
        </w:rPr>
        <w:t>আল্লাহ্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ডান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চল্লিশ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চল্লিশ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সামনের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চল্লিশবার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অভিসম্পাত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সম্পূর্ণ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অস্তিত্বকে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অভিসম্পাত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ঘিরে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কয়টি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পদক্ষেপ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চল্লিশ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বছর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চল্লিশটি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লিখে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চল্লিশ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বছর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বয়সে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উপনীত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ততদিন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পর্যন্ত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কণ্ঠ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শুনতে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সংখ্যা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গুনাহ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লেখা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দোয়াও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কবুল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যতগুলো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দোয়া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দোয়ার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তওবা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অর্থাৎ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প্রার্থনা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তওবা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পর্যন্ত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অভিসম্পাত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রহমত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দূরে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২০৭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হাদীসটি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ক্ষতির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সংকেত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প্রথমত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বাড়ীর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বাইরে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ওয়াজিব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ব্যতীত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যেমন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হজ্জ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...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দ্বিতীয়ত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অবস্থায়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দুনিয়া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বিদায়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অভিসম্পাত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রহমত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দূরে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তৃতীয়ত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ডান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লানত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রহমতের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দৃষ্টিতে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মুসিবত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বান্দার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দৃষ্টি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ফিরিয়ে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চতুর্থত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কন্যা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পিতার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বাড়ীর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বাইরে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অনুষ্ঠানে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অথবা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দাওয়াতে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ধরণের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অনুষ্ঠানে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অংশগ্রহণ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সেখানে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সেখানে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ইসলামের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নির্দেশিত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সঠিক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প্রতিরোধের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চেষ্টা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অক্ষম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সেখান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আসা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lastRenderedPageBreak/>
        <w:t>আল্লাহ্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জানেন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অনেক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যুবক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যুবতীর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অবৈধ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মেলামেশা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সংসার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ধ্বংস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সন্তানরা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অভিভাবকহীন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যাওয়াটা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অনুষ্ঠানের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আমরাও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বহুবার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ঘটনাকে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নিকট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লক্ষ্য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৫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হওয়ার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বলছি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নবী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মনোনীত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অতিরিক্ত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চাপের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সৃষ্টি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t xml:space="preserve">;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আগুন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তৈরী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শিকলগুলোকে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২০৮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ইসলাম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নির্ধারণ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ওয়াজিব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পরিশোধ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আলোচনা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বইয়ের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মর্যাদা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অধ্যায়ে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হয়েছে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কিন্তু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মোহরের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খারাপ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অপ্রিয়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হলেও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সত্য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কেউ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কেউ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চিন্তা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মোহর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কন্যার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মর্যাদা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কিন্তু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এমনও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যুবকরা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ফলশ্রুতিতে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যুবক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যুবতীর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মধ্যে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অবৈধ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মেলা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মেশার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পরিবেশ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সৃষ্টি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কন্যার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প্রস্তাব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আসবে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নৈতিকতা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দ্বীনের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মানদন্ড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অনুযায়ী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পরীক্ষা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অসৎ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চরিত্রের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পুরুষরা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নারীদেরকে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প্রতিনিয়ত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অসহায়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অবস্থায়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গুরুত্বপূর্ণ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বিষয়টির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লক্ষ্য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যেরূপে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সা</w:t>
      </w:r>
      <w:r w:rsidRPr="00066590">
        <w:rPr>
          <w:cs/>
          <w:lang w:bidi="bn-IN"/>
        </w:rPr>
        <w:t xml:space="preserve">.) </w:t>
      </w:r>
      <w:r w:rsidRPr="00066590">
        <w:rPr>
          <w:rFonts w:hint="cs"/>
          <w:cs/>
          <w:lang w:bidi="bn-IN"/>
        </w:rPr>
        <w:t>বলেছেন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দ্বীন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নৈতিকতার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প্রস্তাব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আসা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বিশেষ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বিবেচ্য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কেননা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দ্বীন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নৈতিকতা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উঠবে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প্রচুর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সম্পদও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বিষয়গুলোর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বিষয়টিও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বিশেষভাবে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লক্ষণীয়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কন্যা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ছেলে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পরিবারের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খোঁজ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খবর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প্রয়োজন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দুশ্চরিত্র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পাত্র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রক্ষা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সার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সংক্ষেপ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দুনিয়াবী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যতই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লক্ষ্য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ভিত্তি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ততই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দুর্বল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ধ্বংস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নিকটবর্তী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আসবে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যতই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নৈতিক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গুরুত্ব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তাবারাক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নিকটবর্তী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ততই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উঠবে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আলোকময়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সুন্দর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স্থায়িত্বও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৬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ঘাড়ে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রিসালাত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পাঠিয়েছেন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ইচ্ছা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উদ্দেশ্যে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পর্যন্ত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t xml:space="preserve">;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তাবারাক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দুনিয়ায়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লাঞ্ছিত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আখিরাতে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অপেক্ষারত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জেনে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২০৯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হাদীসের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সারমর্ম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পুরুষ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যাওয়ার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ঋণী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অবস্থায়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অথবা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মোহর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মুসতাহাব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৭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মুসতাহাব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রোযা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রিসালাত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সহকারে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নবী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নিযুক্ত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মুসতাহাব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রোযা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গোনাহ্গার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চিহ্নিত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রমযান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মাসের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রোযা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রোযা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ব্যতীত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২১০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৮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ছাদকা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কাউকে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খোদার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নবী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মনোনীত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সমীচিন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ছাদকা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যতক্ষণ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পর্যন্ত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ছওয়াব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ভাগ্যে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শুধুমাত্র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ব্যতীত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জুটবে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নিজের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সম্পদ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গ্রহণযোগ্য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২১১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৯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সন্তুষ্ট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সন্তুষ্ট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হন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নবী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নিযুক্ত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সন্তুষ্ট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সন্তুষ্ট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ফেরেশতাগণও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২১২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১০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রিসালাত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নবুওয়াত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পাঠিয়েছেন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হেদায়েত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প্রাপ্তগণের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মধ্যে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স্থান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রাগান্বিত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উল্টা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ফিরিয়ে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শেষ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যেখানে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মুনাফিকরা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মুনাফিকরা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সবচেয়ে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নিম্নতম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স্থানে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স্থানের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দারাক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অবস্থান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সেখানে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সাপ</w:t>
      </w:r>
      <w:r w:rsidRPr="00066590">
        <w:t xml:space="preserve">, </w:t>
      </w:r>
      <w:r w:rsidRPr="00066590">
        <w:rPr>
          <w:rFonts w:hint="cs"/>
          <w:cs/>
          <w:lang w:bidi="bn-IN"/>
        </w:rPr>
        <w:t>বিছা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আফি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বিশাল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সাপ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ইত্যাদি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ছেড়ে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ঐগুলো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ছিঁড়ে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ছিঁড়ে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সরীসৃপ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জাতীয়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বিশাল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প্রাণীগুলো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গাছ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পাহাড়ের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মজবুত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২১৩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১১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আনুগত্য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সওয়াব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নামায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আদায়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সংসারকে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আঁকড়ে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আনুগত্য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মহান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ভবিষ্যৎ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সকল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২১৪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অবশ্য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ভবিষ্যৎ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ভবিষ্যতে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ইচ্ছা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বরং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ইবাদত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বন্দেগি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প্রয়োজনীয়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অনুমতি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বাড়ীর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বাইরে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অর্থাৎ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নিয়মতান্ত্রিক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চলে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ভবিষ্যতে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অসতর্কতাবশত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ক্ষমা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ভুল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ত্রুটিগুলোকে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আনুগত্য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খেদমত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হিসাব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তাবারাক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বলেছেন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Aie"/>
      </w:pPr>
      <w:r w:rsidRPr="00066590">
        <w:rPr>
          <w:rStyle w:val="libAlaemChar"/>
        </w:rPr>
        <w:t>)</w:t>
      </w:r>
      <w:r w:rsidRPr="00066590">
        <w:rPr>
          <w:rFonts w:hint="cs"/>
          <w:rtl/>
        </w:rPr>
        <w:t>وَأَقِمِ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الصَّلَاةَ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طَرَفَيِ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النَّهَارِ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وَزُلَفًا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مِنَ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اللَّيْلِ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إِنَّ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الْحَسَنَاتِ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يُذْهِبْنَ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السَّيِّئَاتِ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ذَلِكَ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ذِكْرَى</w:t>
      </w:r>
      <w:r w:rsidRPr="00066590">
        <w:rPr>
          <w:rtl/>
        </w:rPr>
        <w:t xml:space="preserve"> </w:t>
      </w:r>
      <w:r w:rsidRPr="00066590">
        <w:rPr>
          <w:rFonts w:hint="cs"/>
          <w:rtl/>
        </w:rPr>
        <w:t>لِلذَّاكِرِينَ</w:t>
      </w:r>
      <w:r w:rsidRPr="00066590">
        <w:rPr>
          <w:rStyle w:val="libAlaemChar"/>
        </w:rPr>
        <w:t>(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দিনের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প্রান্তে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প্রথমভাগে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নামায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আদায়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নিশ্চয়ই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কর্ম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যেমন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নামায</w:t>
      </w:r>
      <w:r w:rsidRPr="00066590">
        <w:t xml:space="preserve">, </w:t>
      </w:r>
      <w:r w:rsidRPr="00066590">
        <w:rPr>
          <w:rFonts w:hint="cs"/>
          <w:cs/>
          <w:lang w:bidi="bn-IN"/>
        </w:rPr>
        <w:t>রোযা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ইত্যাদি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মন্দ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কর্ম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সমূহকে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দূর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স্মারক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স্মরণ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থাকে।</w:t>
      </w:r>
      <w:r w:rsidRPr="00066590">
        <w:rPr>
          <w:rStyle w:val="libFootnotenumChar"/>
          <w:rFonts w:hint="cs"/>
          <w:cs/>
          <w:lang w:bidi="bn-IN"/>
        </w:rPr>
        <w:t>২১৫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উল্লিখিত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পবিত্র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আয়াত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বুঝা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পরক্ষণেই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প্রকৃত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তওবা</w:t>
      </w:r>
      <w:r w:rsidRPr="00066590">
        <w:rPr>
          <w:rStyle w:val="libFootnotenumChar"/>
          <w:rFonts w:hint="cs"/>
          <w:cs/>
          <w:lang w:bidi="bn-IN"/>
        </w:rPr>
        <w:t>২১৬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পরিবর্তন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খারাপ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প্রভাবকে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ধ্বংস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হওয়ার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</w:t>
      </w:r>
      <w:r w:rsidRPr="00066590">
        <w:rPr>
          <w:cs/>
          <w:lang w:bidi="bn-IN"/>
        </w:rPr>
        <w:t xml:space="preserve"> 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১২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জায়েয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প্রয়োজনের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অতিরিক্ত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দাবি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হাওলা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জায়েয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হালাল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সামর্থের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চেয়ে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বেশী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দাবি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জানাবে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ব্যাপারে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মানুষের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হোক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অথবা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অপরিচিত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হোক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অভিযোগ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২১৭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উল্লিখিত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রেওয়ায়েতটি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আমাদেরকে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শিক্ষা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প্রথমত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ভরণ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পোষণ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কিন্তু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অর্থনৈতিক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সমস্যা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সমস্যাকে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মিলিতভাবে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সমস্যার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মুকাবিলা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কেননা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চাপের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ঈমানের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দুর্বলতার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অবৈধ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অর্থ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উপার্জনের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হারাম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দিকে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ঝুঁকে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পড়তে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মাধ্যমে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সম্মান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হুমকীর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পড়তে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দ্বিতীয়ত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যা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সংসারে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অপরিচিত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বর্ণনা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অন্যের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সংসারে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মতবিরোধের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সৃষ্টি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ফলশ্রুতিতে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সংসার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ফাটল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সম্পর্কের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অবনতি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সংসারে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অপরিচিত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হস্তক্ষেপ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মতপার্থক্যের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সৃষ্টি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হ্যাঁ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খারাপ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অধিকার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ব্যাপারে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ব্যক্তিদের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অভিযোগ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প্রকৃতই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সহানুভূতিশীল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পারিবারিক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অভিজ্ঞ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সমস্যার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অবসান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১৩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সুখে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দুঃখের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যাপন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সওয়াবের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ওয়াজিব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সুখের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দুঃখের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ধৈর্যধারণ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t xml:space="preserve">; </w:t>
      </w:r>
      <w:r w:rsidRPr="00066590">
        <w:rPr>
          <w:rFonts w:hint="cs"/>
          <w:cs/>
          <w:lang w:bidi="bn-IN"/>
        </w:rPr>
        <w:t>যেমনভাবে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হযরত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আইয়ুব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আ</w:t>
      </w:r>
      <w:r w:rsidRPr="00066590">
        <w:rPr>
          <w:cs/>
          <w:lang w:bidi="bn-IN"/>
        </w:rPr>
        <w:t>.) -</w:t>
      </w:r>
      <w:r w:rsidRPr="00066590">
        <w:rPr>
          <w:rFonts w:hint="cs"/>
          <w:cs/>
          <w:lang w:bidi="bn-IN"/>
        </w:rPr>
        <w:t>এর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১৮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বছর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মুসিবত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এসেছিল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ধৈর্যধারণ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করেছিল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ঘাড়ে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যাঁতাকলে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গম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ভেঙ্গে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তৈরী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রুটি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তৈরী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গোসল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খাবারের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ব্যবস্থা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খেতেন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এতবড়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মুসিবত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আসার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পরেও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ভুলে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হামদ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প্রশংসা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বায়</w:t>
      </w:r>
      <w:r w:rsidRPr="00066590">
        <w:rPr>
          <w:cs/>
          <w:lang w:bidi="bn-IN"/>
        </w:rPr>
        <w:t>(</w:t>
      </w:r>
      <w:r w:rsidRPr="00066590">
        <w:rPr>
          <w:rFonts w:hint="cs"/>
          <w:cs/>
          <w:lang w:bidi="bn-IN"/>
        </w:rPr>
        <w:t>চাদরে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bn-IN"/>
        </w:rPr>
        <w:t>জড়িয়ে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নিজের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কাঁধে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রাখতো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এগুলো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শুধুমাত্র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নিকটবর্তী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হওয়ার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করেছিল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২১৮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১৪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পরিমান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আবৃত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প্রয়োজন</w:t>
      </w:r>
      <w:r w:rsidRPr="00066590">
        <w:rPr>
          <w:cs/>
          <w:lang w:bidi="bn-IN"/>
        </w:rPr>
        <w:t xml:space="preserve"> :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তোমার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সৌন্দর্য্যকে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ব্যতীত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সামনে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উম্মুক্ত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নারীর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হালাল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কব্জি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টাখনু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নামাহরামের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সামনে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উম্মুক্ত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তেমন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সবসময়ের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আল্লাহ্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তাঁর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ফেরেশতাগণের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পক্ষ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লানত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প্রাপ্ত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ক্রোধান্বিত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কঠিন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ব্যবস্থা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রাখা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২১৯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১৫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কথা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গোনাহ্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রিসালাত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পাঠিয়েছেন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কাজের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ডাকে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অবশ্যই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ডাকে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সাড়া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সন্তুষ্ট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রাখে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নির্দেশ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নির্দেশ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অবমাননা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ডাকে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সুন্দর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উত্তর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বিরুদ্ধাচরণ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অসন্তুষ্ট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রাজি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খুশি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ঘুমাতে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জুলুম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(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পছন্দ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অপছন্দের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মুল্য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)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আহবানে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সাড়া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উপরেও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২২০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Normal"/>
      </w:pPr>
      <w:r w:rsidRPr="00066590">
        <w:rPr>
          <w:cs/>
          <w:lang w:bidi="bn-IN"/>
        </w:rPr>
        <w:t>(</w:t>
      </w:r>
      <w:r w:rsidRPr="00066590">
        <w:rPr>
          <w:rFonts w:hint="cs"/>
          <w:cs/>
          <w:lang w:bidi="bn-IN"/>
        </w:rPr>
        <w:t>অবশ্য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কর্তব্য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পছন্দ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অপছন্দ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চাওয়া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পাওয়াগুলোকে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ইনসাফের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বিবেচনা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স্থান</w:t>
      </w:r>
      <w:r w:rsidRPr="00066590">
        <w:t>,</w:t>
      </w:r>
      <w:r w:rsidRPr="00066590">
        <w:rPr>
          <w:rFonts w:hint="cs"/>
          <w:cs/>
          <w:lang w:bidi="bn-IN"/>
        </w:rPr>
        <w:t>কাল</w:t>
      </w:r>
      <w:r w:rsidRPr="00066590">
        <w:t xml:space="preserve">, </w:t>
      </w:r>
      <w:r w:rsidRPr="00066590">
        <w:rPr>
          <w:rFonts w:hint="cs"/>
          <w:cs/>
          <w:lang w:bidi="bn-IN"/>
        </w:rPr>
        <w:t>পাত্রের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মিলিয়ে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দেখবে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কেননা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ব্যাপারে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দায়িত্ব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কর্তব্য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রয়েছে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)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১৬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আমি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তোমার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আযাব</w:t>
      </w:r>
      <w:r w:rsidRPr="00066590">
        <w:rPr>
          <w:cs/>
          <w:lang w:bidi="bn-IN"/>
        </w:rPr>
        <w:t xml:space="preserve"> : </w:t>
      </w:r>
    </w:p>
    <w:p w:rsidR="00066590" w:rsidRPr="00066590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কসম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যিনি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রাসূল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মনোনীত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বেহেশ্ত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দেখিয়েছেন</w:t>
      </w:r>
      <w:r w:rsidRPr="00066590">
        <w:t xml:space="preserve">, </w:t>
      </w:r>
      <w:r w:rsidRPr="00066590">
        <w:rPr>
          <w:rFonts w:hint="cs"/>
          <w:cs/>
          <w:lang w:bidi="bn-IN"/>
        </w:rPr>
        <w:t>যারা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জাহান্নামী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ছিল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দেখেছি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জিবরাইলকে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বলেছিলাম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বন্ধু</w:t>
      </w:r>
      <w:r w:rsidRPr="00066590">
        <w:t xml:space="preserve">, </w:t>
      </w:r>
      <w:r w:rsidRPr="00066590">
        <w:rPr>
          <w:rFonts w:hint="cs"/>
          <w:cs/>
          <w:lang w:bidi="bn-IN"/>
        </w:rPr>
        <w:t>কেন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এরূপ</w:t>
      </w:r>
      <w:r w:rsidRPr="00066590">
        <w:t xml:space="preserve">? </w:t>
      </w:r>
      <w:r w:rsidRPr="00066590">
        <w:rPr>
          <w:rFonts w:hint="cs"/>
          <w:cs/>
          <w:lang w:bidi="bn-IN"/>
        </w:rPr>
        <w:t>জিবরাইল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আমাকে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বলল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কুফরির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বললাম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আল্লাহ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য়ালার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কুফরী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t xml:space="preserve">? </w:t>
      </w:r>
      <w:r w:rsidRPr="00066590">
        <w:rPr>
          <w:rFonts w:hint="cs"/>
          <w:cs/>
          <w:lang w:bidi="bn-IN"/>
        </w:rPr>
        <w:t>জিবরাইল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বলল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না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এলাহী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কুফরী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কারণে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বললাম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কিভাবে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এলাহী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নিয়ামতকে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অস্বীকার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করলো</w:t>
      </w:r>
      <w:r w:rsidRPr="00066590">
        <w:t xml:space="preserve">? </w:t>
      </w:r>
      <w:r w:rsidRPr="00066590">
        <w:rPr>
          <w:rFonts w:hint="cs"/>
          <w:cs/>
          <w:lang w:bidi="bn-IN"/>
        </w:rPr>
        <w:t>জিবরাইল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বলল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সদাচরণ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খারাপ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ব্যবহার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কিন্তু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তবুও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বলেছে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আমি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ভাল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কিছু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rStyle w:val="libFootnotenumChar"/>
          <w:rFonts w:hint="cs"/>
          <w:cs/>
          <w:lang w:bidi="bn-IN"/>
        </w:rPr>
        <w:t>২২১</w:t>
      </w:r>
      <w:r w:rsidRPr="00066590">
        <w:rPr>
          <w:cs/>
          <w:lang w:bidi="bn-IN"/>
        </w:rPr>
        <w:t xml:space="preserve"> </w:t>
      </w:r>
    </w:p>
    <w:p w:rsidR="00066590" w:rsidRPr="00066590" w:rsidRDefault="00066590" w:rsidP="00066590">
      <w:pPr>
        <w:pStyle w:val="libBold1"/>
      </w:pPr>
      <w:r w:rsidRPr="00066590">
        <w:rPr>
          <w:rFonts w:hint="cs"/>
          <w:cs/>
          <w:lang w:bidi="bn-IN"/>
        </w:rPr>
        <w:t>১৭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আখিরাতে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দুনিয়ার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সৎকর্মের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পাওয়া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যাবে</w:t>
      </w:r>
      <w:r w:rsidRPr="00066590">
        <w:rPr>
          <w:cs/>
          <w:lang w:bidi="bn-IN"/>
        </w:rPr>
        <w:t xml:space="preserve"> : </w:t>
      </w:r>
    </w:p>
    <w:p w:rsidR="00FE4106" w:rsidRPr="009C15B9" w:rsidRDefault="00066590" w:rsidP="00066590">
      <w:pPr>
        <w:pStyle w:val="libNormal"/>
      </w:pP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স্ত্রীর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অধিকার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হচ্ছে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t xml:space="preserve">, </w:t>
      </w:r>
      <w:r w:rsidRPr="00066590">
        <w:rPr>
          <w:rFonts w:hint="cs"/>
          <w:cs/>
          <w:lang w:bidi="bn-IN"/>
        </w:rPr>
        <w:t>সংসারে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একাকার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হৃদ্যতা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দেখাবে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ক্রোধান্বিত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বিরত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সন্তুষ্টি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অর্জন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প্রতিশ্রুতি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রক্ষা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চলবে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অভিমান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দূরে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সন্তানের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ক্ষেত্রে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কাউকে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শরিক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lastRenderedPageBreak/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কোন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কষ্টের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মধ্যে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ফেল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অনুপস্থিতিতে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প্রতি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সম্পদের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খিয়ানত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নেই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সময়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মান</w:t>
      </w:r>
      <w:r w:rsidRPr="00066590">
        <w:rPr>
          <w:cs/>
          <w:lang w:bidi="bn-IN"/>
        </w:rPr>
        <w:t xml:space="preserve">- </w:t>
      </w:r>
      <w:r w:rsidRPr="00066590">
        <w:rPr>
          <w:rFonts w:hint="cs"/>
          <w:cs/>
          <w:lang w:bidi="bn-IN"/>
        </w:rPr>
        <w:t>সম্মান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রক্ষা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ঘরে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সঠিকভাবে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সততার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জীবন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যাপন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সৌন্দর্য্য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নিজের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সাজ</w:t>
      </w:r>
      <w:r w:rsidRPr="00066590">
        <w:rPr>
          <w:cs/>
          <w:lang w:bidi="bn-IN"/>
        </w:rPr>
        <w:t>-</w:t>
      </w:r>
      <w:r w:rsidRPr="00066590">
        <w:rPr>
          <w:rFonts w:hint="cs"/>
          <w:cs/>
          <w:lang w:bidi="bn-IN"/>
        </w:rPr>
        <w:t>সজ্জাকে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শুধু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মাত্র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জন্যে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নামায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আদায়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গোসলসমূহ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ওয়াজিব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আঞ্জাম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যেমন</w:t>
      </w:r>
      <w:r w:rsidRPr="00066590">
        <w:rPr>
          <w:cs/>
          <w:lang w:bidi="bn-IN"/>
        </w:rPr>
        <w:t xml:space="preserve"> : </w:t>
      </w:r>
      <w:r w:rsidRPr="00066590">
        <w:rPr>
          <w:rFonts w:hint="cs"/>
          <w:cs/>
          <w:lang w:bidi="bn-IN"/>
        </w:rPr>
        <w:t>সঙ্গমজনিত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অপবিত্রতা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মাসিক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ঋতু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এবং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ইসতিহাযার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গোসল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তেমন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কিয়ামতের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দিনে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অপরূপ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সুন্দরী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ও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নূরানী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মেয়ে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হিসেবে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উপস্থিত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দুনিয়াতে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মিন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বান্দা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ঐ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স্বামীরই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স্ত্রী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আর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যদি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মু</w:t>
      </w:r>
      <w:r w:rsidRPr="00066590">
        <w:rPr>
          <w:rFonts w:hint="eastAsia"/>
        </w:rPr>
        <w:t>’</w:t>
      </w:r>
      <w:r w:rsidRPr="00066590">
        <w:rPr>
          <w:rFonts w:hint="cs"/>
          <w:cs/>
          <w:lang w:bidi="bn-IN"/>
        </w:rPr>
        <w:t>মিন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বান্দা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একজন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শহীদের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সাথে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বিয়ে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দেয়া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হবে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হাউলা</w:t>
      </w:r>
      <w:r w:rsidRPr="00066590">
        <w:t xml:space="preserve">, </w:t>
      </w:r>
      <w:r w:rsidRPr="00066590">
        <w:rPr>
          <w:rFonts w:hint="cs"/>
          <w:cs/>
          <w:lang w:bidi="bn-IN"/>
        </w:rPr>
        <w:t>নিজেকে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খোশবুযুক্ত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করো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যখন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তোমার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স্বামী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কাছে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না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থাকে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২২২</w:t>
      </w:r>
      <w:r w:rsidR="00FE4106" w:rsidRPr="009C15B9">
        <w:rPr>
          <w:rtl/>
          <w:cs/>
        </w:rPr>
        <w:t xml:space="preserve"> </w:t>
      </w:r>
    </w:p>
    <w:p w:rsidR="00066590" w:rsidRDefault="00066590" w:rsidP="006445C3">
      <w:pPr>
        <w:pStyle w:val="libBold1"/>
        <w:rPr>
          <w:lang w:bidi="bn-IN"/>
        </w:rPr>
      </w:pPr>
      <w:r w:rsidRPr="00066590">
        <w:rPr>
          <w:rFonts w:hint="cs"/>
          <w:cs/>
          <w:lang w:bidi="bn-IN"/>
        </w:rPr>
        <w:t>উল্লেখিত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হাদীসের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লক্ষ্যণীয়</w:t>
      </w:r>
      <w:r w:rsidRPr="00066590">
        <w:rPr>
          <w:cs/>
          <w:lang w:bidi="bn-IN"/>
        </w:rPr>
        <w:t xml:space="preserve"> </w:t>
      </w:r>
      <w:r w:rsidRPr="00066590">
        <w:rPr>
          <w:rFonts w:hint="cs"/>
          <w:cs/>
          <w:lang w:bidi="bn-IN"/>
        </w:rPr>
        <w:t>বিষয়গুলো</w:t>
      </w:r>
      <w:r w:rsidRPr="00066590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১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সংসার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জীবনে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পুরুষ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উভয়েই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দায়িত্ব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কর্তব্য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সম্মান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কিন্তু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উচিত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প্রাধান্য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সন্তুষ্টি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অর্জন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২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গোপনে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প্রকাশ্যে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সাথে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অন্তরঙ্গ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বাড়ীতে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মান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সম্মানকে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অবর্তমানে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বিপক্ষে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পরিচিত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অপরিচিতদের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ছোট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ব্যাপারে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অনুরূপ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দায়িত্ব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কেননা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সংসারে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মতপার্থক্যের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সৃষ্টি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৩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আয়াত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রেওয়ায়েত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পরিস্কার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ইসলামের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বিধানসমূহ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বিশেষ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আলোয়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আলোকিত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মানুষের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অন্তর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রুহকে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আলোকিত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ইসলামের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নির্দেশ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খুব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ভাল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ভাবেই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বুঝে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ইসলামী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বিধি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অনুযায়ী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আমল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নূর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দুনিয়া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আখিরাত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উভয়ের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lastRenderedPageBreak/>
        <w:t>১৮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সহ্য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হাউলা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সহ্য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কটু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সহ্য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একজন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রোযাদার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রাস্তায়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একজন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মুজাহিদের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পরিমান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দিবেন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Fonts w:hint="eastAsia"/>
        </w:rPr>
        <w:t>”</w:t>
      </w:r>
      <w:r w:rsidRPr="0017591F"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পুরুষেরও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তদ্রূপ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দায়িত্ব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ভুল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ত্রুটিগুলো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ঢেকে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ব্যাপারে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ধৈর্যধারণ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প্রকৃতপক্ষে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বিরোধ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মতপার্থক্যের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সৃষ্টি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উভয়ই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ছবর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ভুল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ত্রুটিসমূহকে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চাপিয়ে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জীবন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উঠবে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সুন্দর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চিন্তা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একে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ব্যাপারে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আপত্তি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তুলবে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জীবন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উঠবে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বিষাক্ত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আগুনের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সৃষ্টি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উভয়ই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আগুন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রেহাই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নবী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ইমামদের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আ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মেনে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তদানুযায়ী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আমল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t>১৯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ভুল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ত্রুটি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ঢেকে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: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হাউলা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ব্যাপারে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অভিযোগ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রাগান্বিত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ভুল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ত্রুটিসমূহকে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ঢেকে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পরিপ্রেক্ষিতে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কিয়ামতের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৭০টি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বেহেশতী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খিলয়া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ত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সেলাইকৃত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বিশেষ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ব্যক্তির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পক্ষ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পুরস্কার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হিসেবে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আবৃত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দিবেন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প্রতিটি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খিলয়া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বাদশা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নো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মান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ইবনে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মুনযারের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খিলয়া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অনুরূপ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অনুরূপভাবে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আল্লাহ্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৪০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বেহেশ্তী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হুরকে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সেবিকা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খাদেম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হিসেবে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দিবেন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২২৩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নির্দেশসমূহ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শুধুমাত্র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জন্যেও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উচিৎ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ভুল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ত্রুটিসমূহ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ঢেকে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ঢেকে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সমাজের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ক্ষতিকর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ব্যতীত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মদ্যপ</w:t>
      </w:r>
      <w:r w:rsidRPr="0017591F">
        <w:t xml:space="preserve">, </w:t>
      </w:r>
      <w:r w:rsidRPr="0017591F">
        <w:rPr>
          <w:rFonts w:hint="cs"/>
          <w:cs/>
          <w:lang w:bidi="bn-IN"/>
        </w:rPr>
        <w:t>জুয়াড়ি</w:t>
      </w:r>
      <w:r w:rsidRPr="0017591F">
        <w:t xml:space="preserve">, </w:t>
      </w:r>
      <w:r w:rsidRPr="0017591F">
        <w:rPr>
          <w:rFonts w:hint="cs"/>
          <w:cs/>
          <w:lang w:bidi="bn-IN"/>
        </w:rPr>
        <w:t>মাদকাসক্ত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ইত্যাদি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t>২০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গর্ভবতী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সন্তান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শিশুকে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: </w:t>
      </w:r>
    </w:p>
    <w:p w:rsidR="00FE4106" w:rsidRPr="009C15B9" w:rsidRDefault="0017591F" w:rsidP="0017591F">
      <w:pPr>
        <w:pStyle w:val="libNormal"/>
      </w:pPr>
      <w:r w:rsidRPr="0017591F">
        <w:rPr>
          <w:rFonts w:hint="cs"/>
          <w:cs/>
          <w:lang w:bidi="bn-IN"/>
        </w:rPr>
        <w:lastRenderedPageBreak/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হাউলা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কসম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যিনি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আমাকে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রিসালাত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সংবাদ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প্রদানকারী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প্রদর্শনকারী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হিসেবে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পাঠিয়েছেন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স্বামীর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মাধ্যমে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গর্ভবতী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করুণার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ছায়া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পর্যন্ত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বেদনা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যখনই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বেদনা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প্রতিটি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কষ্টের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একজন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মিন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দিবেন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যতক্ষণ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পর্যন্ত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শিশুকে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যতবার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শিশু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বুক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টেনে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ততবারের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কিয়ামতের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সামনে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নূরের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সৃষ্টি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কারণে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সবাই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আশ্চর্য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রোযাদার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নামাযীর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রোযাদার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তদুপরি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একযুগের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রোযার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সওয়াব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শিশু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ছেড়ে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পক্ষ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উদ্দেশ্য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তোমার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অতীত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সমস্ত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গোনাহ্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রহমতে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সমস্ত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আমলসমূহকে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নতুন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২২৪</w:t>
      </w:r>
      <w:r w:rsidR="00FE4106" w:rsidRPr="009C15B9">
        <w:t xml:space="preserve"> </w:t>
      </w:r>
    </w:p>
    <w:p w:rsidR="0017591F" w:rsidRPr="00C6693F" w:rsidRDefault="0017591F" w:rsidP="00C6693F">
      <w:r>
        <w:rPr>
          <w:lang w:bidi="bn-IN"/>
        </w:rPr>
        <w:br w:type="page"/>
      </w:r>
    </w:p>
    <w:p w:rsidR="00FE4106" w:rsidRDefault="0017591F" w:rsidP="0017591F">
      <w:pPr>
        <w:pStyle w:val="Heading2Center"/>
        <w:rPr>
          <w:lang w:bidi="bn-IN"/>
        </w:rPr>
      </w:pPr>
      <w:bookmarkStart w:id="140" w:name="_Toc439886163"/>
      <w:bookmarkStart w:id="141" w:name="_Toc440447923"/>
      <w:r w:rsidRPr="0017591F">
        <w:rPr>
          <w:rFonts w:hint="cs"/>
          <w:cs/>
          <w:lang w:bidi="bn-IN"/>
        </w:rPr>
        <w:lastRenderedPageBreak/>
        <w:t>একজন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ব্যক্তিগত</w:t>
      </w:r>
      <w:r w:rsidRPr="0017591F">
        <w:t xml:space="preserve">, </w:t>
      </w:r>
      <w:r w:rsidRPr="0017591F">
        <w:rPr>
          <w:rFonts w:hint="cs"/>
          <w:cs/>
          <w:lang w:bidi="bn-IN"/>
        </w:rPr>
        <w:t>নৈতিক</w:t>
      </w:r>
      <w:r w:rsidRPr="0017591F">
        <w:t xml:space="preserve">, </w:t>
      </w:r>
      <w:r w:rsidRPr="0017591F">
        <w:rPr>
          <w:rFonts w:hint="cs"/>
          <w:cs/>
          <w:lang w:bidi="bn-IN"/>
        </w:rPr>
        <w:t>সামাজিক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ধর্মীয়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দায়িত্ব</w:t>
      </w:r>
      <w:bookmarkEnd w:id="140"/>
      <w:bookmarkEnd w:id="141"/>
    </w:p>
    <w:p w:rsidR="0017591F" w:rsidRDefault="0017591F" w:rsidP="006445C3">
      <w:pPr>
        <w:pStyle w:val="libBold1"/>
        <w:rPr>
          <w:lang w:bidi="bn-IN"/>
        </w:rPr>
      </w:pPr>
    </w:p>
    <w:p w:rsidR="00FE4106" w:rsidRDefault="00FE4106" w:rsidP="006445C3">
      <w:pPr>
        <w:pStyle w:val="libBold1"/>
        <w:rPr>
          <w:lang w:bidi="bn-IN"/>
        </w:rPr>
      </w:pPr>
      <w:r w:rsidRPr="00D3740A">
        <w:rPr>
          <w:cs/>
          <w:lang w:bidi="bn-IN"/>
        </w:rPr>
        <w:t>১- চোখের নিয়ন্ত্রণ :</w:t>
      </w:r>
      <w:r w:rsidRPr="005A2C80">
        <w:rPr>
          <w:lang w:bidi="bn-IN"/>
        </w:rPr>
        <w:t xml:space="preserve"> </w:t>
      </w:r>
    </w:p>
    <w:p w:rsidR="00FE4106" w:rsidRPr="00C4151B" w:rsidRDefault="00FE4106" w:rsidP="00C4151B">
      <w:pPr>
        <w:pStyle w:val="libNormal"/>
        <w:rPr>
          <w:rStyle w:val="libNormalChar"/>
        </w:rPr>
      </w:pPr>
      <w:r w:rsidRPr="005A2C80">
        <w:rPr>
          <w:cs/>
          <w:lang w:bidi="bn-IN"/>
        </w:rPr>
        <w:t>পবিত্র কোরআন মু</w:t>
      </w:r>
      <w:r w:rsidRPr="003A255A">
        <w:rPr>
          <w:rStyle w:val="libAlaemChar"/>
        </w:rPr>
        <w:t>’</w:t>
      </w:r>
      <w:r w:rsidRPr="00C4151B">
        <w:rPr>
          <w:rStyle w:val="libNormalChar"/>
          <w:cs/>
          <w:lang w:bidi="bn-IN"/>
        </w:rPr>
        <w:t>মিন নারী এবং পুরুষদের চক্ষুকে অবনত রাখার</w:t>
      </w:r>
      <w:r w:rsidRPr="00C4151B">
        <w:rPr>
          <w:rStyle w:val="libNormalChar"/>
        </w:rPr>
        <w:t xml:space="preserve"> </w:t>
      </w:r>
      <w:r w:rsidRPr="00C4151B">
        <w:rPr>
          <w:rStyle w:val="libNormalChar"/>
          <w:cs/>
          <w:lang w:bidi="bn-IN"/>
        </w:rPr>
        <w:t xml:space="preserve">নির্দেশ দিচ্ছে </w:t>
      </w:r>
      <w:r w:rsidRPr="00C4151B">
        <w:rPr>
          <w:rStyle w:val="libNormalChar"/>
          <w:rtl/>
          <w:cs/>
        </w:rPr>
        <w:t>:</w:t>
      </w:r>
    </w:p>
    <w:p w:rsidR="00FE4106" w:rsidRPr="00D3740A" w:rsidRDefault="007317F3" w:rsidP="007317F3">
      <w:pPr>
        <w:pStyle w:val="libAie"/>
      </w:pPr>
      <w:r w:rsidRPr="007317F3">
        <w:rPr>
          <w:rStyle w:val="libAlaemChar"/>
        </w:rPr>
        <w:t>)</w:t>
      </w:r>
      <w:r w:rsidR="00FE4106" w:rsidRPr="00D3740A">
        <w:rPr>
          <w:rFonts w:hint="cs"/>
          <w:rtl/>
        </w:rPr>
        <w:t>قُلْ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لِلْمُؤْمِنِينَ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يَغُضُّوا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مِنْ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أَبْصَارِهِمْ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وَيَحْفَظُوا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فُرُوجَهُمْ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ذَلِكَ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أَزْكَى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لَهُمْ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إِنَّ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اللَّهَ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خَبِيرٌ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بِمَا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يَصْنَعُونَ</w:t>
      </w:r>
      <w:r w:rsidR="00FE4106" w:rsidRPr="00D3740A">
        <w:rPr>
          <w:rtl/>
        </w:rPr>
        <w:t xml:space="preserve"> (30) </w:t>
      </w:r>
      <w:r w:rsidR="00FE4106" w:rsidRPr="00D3740A">
        <w:rPr>
          <w:rFonts w:hint="cs"/>
          <w:rtl/>
        </w:rPr>
        <w:t>وَقُلْ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لِلْمُؤْمِنَاتِ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يَغْضُضْنَ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مِنْ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أَبْصَارِهِنَّ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وَيَحْفَظْنَ</w:t>
      </w:r>
      <w:r w:rsidR="00FE4106" w:rsidRPr="00D3740A">
        <w:rPr>
          <w:rtl/>
        </w:rPr>
        <w:t xml:space="preserve"> </w:t>
      </w:r>
      <w:r w:rsidR="00FE4106" w:rsidRPr="00D3740A">
        <w:rPr>
          <w:rFonts w:hint="cs"/>
          <w:rtl/>
        </w:rPr>
        <w:t>فُرُوجَهُنَّ</w:t>
      </w:r>
      <w:r w:rsidRPr="007317F3">
        <w:rPr>
          <w:rStyle w:val="libAlaemChar"/>
        </w:rPr>
        <w:t>(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ঈমানদার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পুরুষদেরকে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দাও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নিচের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সচ্চরিত্রতা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অবলম্বন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পবিত্রতম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কেননা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কিছু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জানেন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ঈমানদার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দাও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সচ্চরিত্রতা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অবলম্বন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২২৫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দৃষ্টিকে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অবনত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অর্থ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অসৎ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উদ্দেশ্যে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তাকানোর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দূরে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অন্যভাবে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আয়াতে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নিষেধ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>, (</w:t>
      </w:r>
      <w:r w:rsidRPr="0017591F">
        <w:rPr>
          <w:rStyle w:val="libArChar"/>
          <w:rFonts w:hint="cs"/>
          <w:rtl/>
        </w:rPr>
        <w:t>ﻻ</w:t>
      </w:r>
      <w:r w:rsidRPr="0017591F">
        <w:rPr>
          <w:rStyle w:val="libArChar"/>
          <w:rtl/>
        </w:rPr>
        <w:t xml:space="preserve"> </w:t>
      </w:r>
      <w:r w:rsidRPr="0017591F">
        <w:rPr>
          <w:rStyle w:val="libArChar"/>
          <w:rFonts w:hint="cs"/>
          <w:rtl/>
        </w:rPr>
        <w:t>ﺗﻨﻈﺮﻭﺍ</w:t>
      </w:r>
      <w:r w:rsidRPr="0017591F">
        <w:t xml:space="preserve">) </w:t>
      </w:r>
      <w:r w:rsidRPr="0017591F">
        <w:rPr>
          <w:rFonts w:hint="cs"/>
          <w:cs/>
          <w:lang w:bidi="bn-IN"/>
        </w:rPr>
        <w:t>দেখো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তোমাদের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আবু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সাঈদ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খুদরী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নবী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>.)-</w:t>
      </w:r>
      <w:r w:rsidRPr="0017591F">
        <w:rPr>
          <w:rFonts w:hint="cs"/>
          <w:cs/>
          <w:lang w:bidi="bn-IN"/>
        </w:rPr>
        <w:t>এর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উদ্ধৃতি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হাদীস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বর্ণনা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করেছেন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রাস্তার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পাশে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দরজায়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বসা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বিরত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রাসূলাল্লাহ্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উপায়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বসতে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বললেন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রাস্তার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হকটি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আদায়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জিজ্ঞেস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করল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সেটা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</w:t>
      </w:r>
      <w:r w:rsidRPr="0017591F">
        <w:t xml:space="preserve">? </w:t>
      </w:r>
      <w:r w:rsidRPr="0017591F">
        <w:rPr>
          <w:rFonts w:hint="cs"/>
          <w:cs/>
          <w:lang w:bidi="bn-IN"/>
        </w:rPr>
        <w:t>তিনি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বললেন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চোখ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নিচের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কষ্ট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সালামের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উত্তর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সৎ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উপদেশ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অসৎ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নিষেধ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২২৬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এরূপ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অনেক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হাদীসে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ইবনে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আব্বাস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নবী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আব্বাসের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ছেলে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ফাযলকে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কোরবানীর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ঈদের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নিজের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ঘোড়ার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পিছনে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উঠিয়ে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ছিলেন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ফাযল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খুব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সুদর্শন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ছিল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মানুষের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প্রশ্নের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উত্তর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দাঁড়ালেন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lastRenderedPageBreak/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খাছআ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গোত্রের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সুন্দরী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নবীর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প্রশ্ন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ফাযল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লোলুপ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ছিল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পছন্দ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হয়েছিল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FE4106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ঘটনাটি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দেখলেন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ফাযলের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মুখটি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ঘুরিয়ে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দিলেন</w:t>
      </w:r>
      <w:r w:rsidRPr="0017591F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17591F" w:rsidRDefault="0017591F" w:rsidP="006445C3">
      <w:pPr>
        <w:pStyle w:val="libBold1"/>
        <w:rPr>
          <w:lang w:bidi="bn-IN"/>
        </w:rPr>
      </w:pPr>
      <w:r w:rsidRPr="0017591F">
        <w:rPr>
          <w:rFonts w:hint="cs"/>
          <w:cs/>
          <w:lang w:bidi="bn-IN"/>
        </w:rPr>
        <w:t>২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: </w:t>
      </w:r>
    </w:p>
    <w:p w:rsidR="00FE4106" w:rsidRDefault="00FE4106" w:rsidP="00FE4106">
      <w:pPr>
        <w:pStyle w:val="libNormal"/>
        <w:rPr>
          <w:lang w:bidi="bn-IN"/>
        </w:rPr>
      </w:pPr>
      <w:r w:rsidRPr="005A2C80">
        <w:rPr>
          <w:cs/>
          <w:lang w:bidi="bn-IN"/>
        </w:rPr>
        <w:t>মহান আল্লাহ পবিত্র কোরআনে বলেছেন :</w:t>
      </w:r>
    </w:p>
    <w:p w:rsidR="00FE4106" w:rsidRPr="002025BA" w:rsidRDefault="007317F3" w:rsidP="007317F3">
      <w:pPr>
        <w:pStyle w:val="libAie"/>
      </w:pPr>
      <w:r w:rsidRPr="007317F3">
        <w:rPr>
          <w:rStyle w:val="libAlaemChar"/>
        </w:rPr>
        <w:t>)</w:t>
      </w:r>
      <w:r w:rsidR="00FE4106" w:rsidRPr="002025BA">
        <w:rPr>
          <w:rFonts w:hint="cs"/>
          <w:rtl/>
        </w:rPr>
        <w:t>يَا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نِسَاءَ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النَّبِيِّ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لَسْتُنَّ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كَأَحَدٍ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مِنَ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النِّسَاءِ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إِنِ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اتَّقَيْتُنَّ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فَلَا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تَخْضَعْنَ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بِالْقَوْلِ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فَيَطْمَعَ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الَّذِي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فِي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قَلْبِهِ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مَرَضٌ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وَقُلْنَ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قَوْلًا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مَعْرُوفًا</w:t>
      </w:r>
      <w:r w:rsidR="00FE4106" w:rsidRPr="002025BA">
        <w:rPr>
          <w:rtl/>
        </w:rPr>
        <w:t xml:space="preserve"> (32) </w:t>
      </w:r>
      <w:r w:rsidR="00FE4106" w:rsidRPr="002025BA">
        <w:rPr>
          <w:rFonts w:hint="cs"/>
          <w:rtl/>
        </w:rPr>
        <w:t>وَقَرْنَ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فِي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بُيُوتِكُنَّ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وَلَا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تَبَرَّجْنَ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تَبَرُّجَ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الْجَاهِلِيَّةِ</w:t>
      </w:r>
      <w:r w:rsidR="00FE4106" w:rsidRPr="002025BA">
        <w:rPr>
          <w:rtl/>
        </w:rPr>
        <w:t xml:space="preserve"> </w:t>
      </w:r>
      <w:r w:rsidR="00FE4106" w:rsidRPr="002025BA">
        <w:rPr>
          <w:rFonts w:hint="cs"/>
          <w:rtl/>
        </w:rPr>
        <w:t>الْأُولَى</w:t>
      </w:r>
      <w:r w:rsidRPr="007317F3">
        <w:rPr>
          <w:rStyle w:val="libAlaemChar"/>
        </w:rPr>
        <w:t>(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নবীর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স্ত্রীগণ</w:t>
      </w:r>
      <w:r w:rsidRPr="0017591F">
        <w:rPr>
          <w:cs/>
          <w:lang w:bidi="bn-IN"/>
        </w:rPr>
        <w:t xml:space="preserve">! </w:t>
      </w:r>
      <w:r w:rsidRPr="0017591F">
        <w:rPr>
          <w:rFonts w:hint="cs"/>
          <w:cs/>
          <w:lang w:bidi="bn-IN"/>
        </w:rPr>
        <w:t>তোমরা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সাধারণ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নও</w:t>
      </w:r>
      <w:r w:rsidRPr="0017591F">
        <w:t xml:space="preserve">,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অবলম্বন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আকষর্ণীয়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ভঙ্গিতে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অসুস্থ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অন্তরসমূহ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তোমাদেরকে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আশা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উপযুক্ত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তোমাদের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প্রাথমিক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জাহেলিয়াতের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যুগের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মানুষের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মাঝে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২২৭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নামাহরামদের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সামনে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সাধারণ</w:t>
      </w:r>
      <w:r w:rsidRPr="0017591F">
        <w:rPr>
          <w:cs/>
          <w:lang w:bidi="bn-IN"/>
        </w:rPr>
        <w:t xml:space="preserve"> </w:t>
      </w:r>
      <w:r w:rsidRPr="0017591F">
        <w:t>,</w:t>
      </w:r>
      <w:r w:rsidRPr="0017591F">
        <w:rPr>
          <w:rFonts w:hint="cs"/>
          <w:cs/>
          <w:lang w:bidi="bn-IN"/>
        </w:rPr>
        <w:t>অনাকর্ষণীয়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ভঙ্গীতে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দৃঢ়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কণ্ঠকে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কোমল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আকর্ষণীয়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আবার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বিষয়বস্তুও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উত্তম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অযথা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অপ্রয়োজনীয়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অসত্য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পাপের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ছোয়া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FE4106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অপ্রিয়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হলেও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সত্য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শিক্ষা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দীক্ষা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রসম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রেওয়াজ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সামাজিক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আদব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কায়দা</w:t>
      </w:r>
      <w:r w:rsidRPr="0017591F">
        <w:rPr>
          <w:cs/>
          <w:lang w:bidi="bn-IN"/>
        </w:rPr>
        <w:t>)</w:t>
      </w:r>
      <w:r w:rsidRPr="0017591F">
        <w:t xml:space="preserve">, </w:t>
      </w:r>
      <w:r w:rsidRPr="0017591F">
        <w:rPr>
          <w:rFonts w:hint="cs"/>
          <w:cs/>
          <w:lang w:bidi="bn-IN"/>
        </w:rPr>
        <w:t>শিল্প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সংস্কৃতি</w:t>
      </w:r>
      <w:r w:rsidRPr="0017591F">
        <w:t xml:space="preserve">, </w:t>
      </w:r>
      <w:r w:rsidRPr="0017591F">
        <w:rPr>
          <w:rFonts w:hint="cs"/>
          <w:cs/>
          <w:lang w:bidi="bn-IN"/>
        </w:rPr>
        <w:t>সংসার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ধর্ম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শিশুকে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প্রশিক্ষণ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উত্তম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সকল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পরিবর্তে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ঘণ্টার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ঘণ্টা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প্রতিবেশীর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সাথে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দুনিয়ার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অপ্রয়োজনীয়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কথা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নষ্ট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Fonts w:hint="cs"/>
          <w:cs/>
          <w:lang w:bidi="bn-IN"/>
        </w:rPr>
        <w:t>এমনকি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পরচর্চার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গুনাহর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উচিত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বিষয়গুলোর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সাথে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দুনিয়া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আখিরাতের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আজাব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অপমান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জড়িত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নষ্ট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নিজের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জীবনটা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আত্মপ্রশিক্ষণ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সন্তানদেরকে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তোলার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উত্তম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কোরআন</w:t>
      </w:r>
      <w:r w:rsidRPr="0017591F">
        <w:t xml:space="preserve">, </w:t>
      </w:r>
      <w:r w:rsidRPr="0017591F">
        <w:rPr>
          <w:rFonts w:hint="cs"/>
          <w:cs/>
          <w:lang w:bidi="bn-IN"/>
        </w:rPr>
        <w:t>ইসলামী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lastRenderedPageBreak/>
        <w:t>বিধি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বিধান</w:t>
      </w:r>
      <w:r w:rsidRPr="0017591F">
        <w:t xml:space="preserve">, </w:t>
      </w:r>
      <w:r w:rsidRPr="0017591F">
        <w:rPr>
          <w:rFonts w:hint="cs"/>
          <w:cs/>
          <w:lang w:bidi="bn-IN"/>
        </w:rPr>
        <w:t>ফুল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তৈরী</w:t>
      </w:r>
      <w:r w:rsidRPr="0017591F">
        <w:t xml:space="preserve">, </w:t>
      </w:r>
      <w:r w:rsidRPr="0017591F">
        <w:rPr>
          <w:rFonts w:hint="cs"/>
          <w:cs/>
          <w:lang w:bidi="bn-IN"/>
        </w:rPr>
        <w:t>দর্জির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প্রভৃতি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শিশুদেরকে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আঁকা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আঁকি</w:t>
      </w:r>
      <w:r w:rsidRPr="0017591F">
        <w:t xml:space="preserve">, </w:t>
      </w:r>
      <w:r w:rsidRPr="0017591F">
        <w:rPr>
          <w:rFonts w:hint="cs"/>
          <w:cs/>
          <w:lang w:bidi="bn-IN"/>
        </w:rPr>
        <w:t>উত্তম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চরিত্র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ইত্যাদি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</w:t>
      </w:r>
      <w:r w:rsidRPr="0017591F">
        <w:rPr>
          <w:cs/>
          <w:lang w:bidi="bn-IN"/>
        </w:rPr>
        <w:t xml:space="preserve"> </w:t>
      </w:r>
      <w:r w:rsidR="00FE4106" w:rsidRPr="005A2C80">
        <w:rPr>
          <w:cs/>
          <w:lang w:bidi="hi-IN"/>
        </w:rPr>
        <w:t>।</w:t>
      </w:r>
      <w:r w:rsidR="00FE4106" w:rsidRPr="005A2C80">
        <w:t xml:space="preserve"> </w:t>
      </w: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t>৩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বাড়ির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বাইরে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পোশাক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ইমাম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সাদিক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আ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বাড়ী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ঠিক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পোশাক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সুগন্ধিযুক্ত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২২৮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হযরত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আলী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আ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</w:t>
      </w:r>
    </w:p>
    <w:p w:rsidR="00FE4106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অন্ধকারাচ্ছন্ন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বৃষ্টির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>.)-</w:t>
      </w:r>
      <w:r w:rsidRPr="0017591F">
        <w:rPr>
          <w:rFonts w:hint="cs"/>
          <w:cs/>
          <w:lang w:bidi="bn-IN"/>
        </w:rPr>
        <w:t>এর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সাথে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জান্নাতুল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বাকিতে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ছিলাম</w:t>
      </w:r>
      <w:r w:rsidRPr="0017591F">
        <w:t xml:space="preserve">,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গাধার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পিঠে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কাটিয়ে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গেল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পশুর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গর্তে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যাওয়ায়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পিঠে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মাটিতে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গেল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তাঁর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চেহারা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মুবারক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ঘুরিয়ে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নিলেন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হলো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ইয়া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রাসূলুল্লাহ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পায়জামা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নবী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পাক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তিনবার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বললেন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আল্লাহ্</w:t>
      </w:r>
      <w:r w:rsidRPr="0017591F">
        <w:rPr>
          <w:cs/>
          <w:lang w:bidi="bn-IN"/>
        </w:rPr>
        <w:t xml:space="preserve">!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পায়জামা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সুন্দর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মানব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সকল</w:t>
      </w:r>
      <w:r w:rsidRPr="0017591F">
        <w:rPr>
          <w:cs/>
          <w:lang w:bidi="bn-IN"/>
        </w:rPr>
        <w:t xml:space="preserve">! </w:t>
      </w:r>
      <w:r w:rsidRPr="0017591F">
        <w:rPr>
          <w:rFonts w:hint="cs"/>
          <w:cs/>
          <w:lang w:bidi="bn-IN"/>
        </w:rPr>
        <w:t>তোমরা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পায়জামা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ব্যবহার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</w:t>
      </w:r>
      <w:r w:rsidRPr="0017591F">
        <w:t xml:space="preserve">, </w:t>
      </w:r>
      <w:r w:rsidRPr="0017591F">
        <w:rPr>
          <w:rFonts w:hint="cs"/>
          <w:cs/>
          <w:lang w:bidi="bn-IN"/>
        </w:rPr>
        <w:t>কেননা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পায়জামা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তোমাদের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পোশাকের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আবৃতকারী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পোশাক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তোমাদের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বাড়ী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="00FE4106" w:rsidRPr="0017591F">
        <w:rPr>
          <w:rtl/>
          <w:cs/>
        </w:rPr>
        <w:t xml:space="preserve"> </w:t>
      </w:r>
    </w:p>
    <w:p w:rsidR="00FE4106" w:rsidRPr="00934F82" w:rsidRDefault="00FE4106" w:rsidP="0065046F">
      <w:pPr>
        <w:pStyle w:val="libBold1"/>
      </w:pPr>
      <w:r w:rsidRPr="00934F82">
        <w:rPr>
          <w:cs/>
          <w:lang w:bidi="bn-IN"/>
        </w:rPr>
        <w:t>৪- নারীর জুতা কেমন হবে :</w:t>
      </w:r>
      <w:r w:rsidRPr="00934F82">
        <w:t xml:space="preserve"> </w:t>
      </w:r>
    </w:p>
    <w:p w:rsidR="00FE4106" w:rsidRDefault="00FE4106" w:rsidP="00FE4106">
      <w:pPr>
        <w:pStyle w:val="libNormal"/>
      </w:pPr>
      <w:r w:rsidRPr="005A2C80">
        <w:rPr>
          <w:cs/>
          <w:lang w:bidi="bn-IN"/>
        </w:rPr>
        <w:t>আল্লাহ্ সুবহানাহু তায়ালা পবিত্র কোরআনে বলেছেন :</w:t>
      </w:r>
      <w:r w:rsidRPr="005A2C80">
        <w:t xml:space="preserve"> </w:t>
      </w:r>
    </w:p>
    <w:p w:rsidR="00FE4106" w:rsidRPr="00D21F2A" w:rsidRDefault="0017591F" w:rsidP="007317F3">
      <w:pPr>
        <w:pStyle w:val="libAie"/>
      </w:pPr>
      <w:r w:rsidRPr="0017591F">
        <w:rPr>
          <w:rStyle w:val="libAlaemChar"/>
        </w:rPr>
        <w:t>)</w:t>
      </w:r>
      <w:r w:rsidR="00FE4106" w:rsidRPr="00D21F2A">
        <w:rPr>
          <w:rFonts w:hint="cs"/>
          <w:rtl/>
        </w:rPr>
        <w:t>وَلَا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يَضْرِبْنَ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بِأَرْجُلِهِنَّ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لِيُعْلَمَ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مَا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يُخْفِينَ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مِنْ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زِينَتِهِنَّ</w:t>
      </w:r>
      <w:r w:rsidRPr="0017591F">
        <w:rPr>
          <w:rStyle w:val="libAlaemChar"/>
        </w:rPr>
        <w:t>(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রাস্তায়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হাঁটার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মাটিতে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সজোরে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আঘাত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নুপুরের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শব্দ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>)</w:t>
      </w:r>
      <w:r w:rsidRPr="0017591F">
        <w:rPr>
          <w:rFonts w:hint="cs"/>
          <w:cs/>
          <w:lang w:bidi="bn-IN"/>
        </w:rPr>
        <w:t>যাতে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গোপন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সৌন্দর্য্য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জানতে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২২৯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আয়াতটি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আমাদেরকে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শিক্ষা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ইসলাম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সামাজিক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পবিত্রতার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কতটা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কঠোরতা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অবলম্বন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সূক্ষ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একারণেই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lastRenderedPageBreak/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জুতা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মাটিতে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আঘাত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আঘাতের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শব্দে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বোঝা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একজন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হেঁটে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৫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রাস্তায়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গলিতে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ফেরা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ইমাম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সাদিক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আ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নবী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>.)-</w:t>
      </w:r>
      <w:r w:rsidRPr="0017591F">
        <w:rPr>
          <w:rFonts w:hint="cs"/>
          <w:cs/>
          <w:lang w:bidi="bn-IN"/>
        </w:rPr>
        <w:t>এর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উদ্ধৃতি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বলেন</w:t>
      </w:r>
      <w:r w:rsidRPr="0017591F">
        <w:rPr>
          <w:cs/>
          <w:lang w:bidi="bn-IN"/>
        </w:rPr>
        <w:t xml:space="preserve"> :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রাস্তার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ফেরা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ফুটপাত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অথবা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দেয়ালের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ফেরা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২৩০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ঈমানদার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যান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জটপূর্ণ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এলাকা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যেখানে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মানুষের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আসা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যাওয়া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যেখানে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অনেক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নামাহরামের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চোখ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চেয়ে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সেখান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ফেরা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চেষ্টা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সাধারণত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রাস্তা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ঘাট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একটু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প্রয়োজনীয়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চলা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ফেরা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রাস্তার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কিনার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অথবা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ফুটপাত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যাওয়া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আসা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লোকের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দৃষ্টিতে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পড়ে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FE4106" w:rsidRPr="009C15B9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আল্লাহ্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সুবহানাহু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</w:t>
      </w:r>
      <w:r w:rsidR="00FE4106" w:rsidRPr="009C15B9">
        <w:t xml:space="preserve"> </w:t>
      </w:r>
    </w:p>
    <w:p w:rsidR="00FE4106" w:rsidRPr="00D21F2A" w:rsidRDefault="007317F3" w:rsidP="007317F3">
      <w:pPr>
        <w:pStyle w:val="libAie"/>
      </w:pPr>
      <w:r w:rsidRPr="007317F3">
        <w:rPr>
          <w:rStyle w:val="libAlaemChar"/>
        </w:rPr>
        <w:t>)</w:t>
      </w:r>
      <w:r w:rsidR="00FE4106" w:rsidRPr="00D21F2A">
        <w:rPr>
          <w:rFonts w:hint="cs"/>
          <w:rtl/>
        </w:rPr>
        <w:t>وَقُلْ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لِلْمُؤْمِنَاتِ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يَغْضُضْنَ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مِنْ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أَبْصَارِهِنَّ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وَيَحْفَظْنَ</w:t>
      </w:r>
      <w:r w:rsidR="00FE4106" w:rsidRPr="00D21F2A">
        <w:rPr>
          <w:rtl/>
        </w:rPr>
        <w:t xml:space="preserve"> </w:t>
      </w:r>
      <w:r w:rsidR="00FE4106" w:rsidRPr="00D21F2A">
        <w:rPr>
          <w:rFonts w:hint="cs"/>
          <w:rtl/>
        </w:rPr>
        <w:t>فُرُوجَهُنَّ</w:t>
      </w:r>
      <w:r w:rsidRPr="007317F3">
        <w:rPr>
          <w:rStyle w:val="libAlaemChar"/>
        </w:rPr>
        <w:t>(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হে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! </w:t>
      </w:r>
      <w:r w:rsidRPr="0017591F">
        <w:rPr>
          <w:rFonts w:hint="cs"/>
          <w:cs/>
          <w:lang w:bidi="bn-IN"/>
        </w:rPr>
        <w:t>ঈমানদার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চোখকে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নিচের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নামাহরামদের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তাকানো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বিরত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লজ্জাস্থানের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হেফাজত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২৩১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t>৬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মুসলমান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অলংকার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রাসূলে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খোদা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সচ্চরিত্রতা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সতীত্ব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অলংকার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২৩২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রাসূল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 xml:space="preserve">.) </w:t>
      </w:r>
      <w:r w:rsidRPr="0017591F">
        <w:rPr>
          <w:rFonts w:hint="cs"/>
          <w:cs/>
          <w:lang w:bidi="bn-IN"/>
        </w:rPr>
        <w:t>বলেছেন</w:t>
      </w:r>
      <w:r w:rsidRPr="0017591F">
        <w:rPr>
          <w:cs/>
          <w:lang w:bidi="bn-IN"/>
        </w:rPr>
        <w:t xml:space="preserve"> :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সর্বোত্তম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জিনিসটি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আল্লাহ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সুবহানাহু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য়ালা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তাঁর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বান্দাদেরকে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অলংকৃত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করিয়েছেন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ধর্ম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সতীত্বের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ক্ষেত্রে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সচ্চরিত্র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২৩৩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t>৭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নির্জনতা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পরিহার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lastRenderedPageBreak/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বিশেষভাবে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নিষেধ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হচ্ছে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নামাহরাম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পুরুষ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নির্জনে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অর্থাৎ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স্থানে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অবস্থান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যেখানে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ব্যতীত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কেউ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মানুষের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যাওয়া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আসার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ব্যবস্থাও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সেখানে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অনেক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রেওয়ায়েতে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নিষেধাজ্ঞা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: </w:t>
      </w:r>
    </w:p>
    <w:p w:rsidR="00FE4106" w:rsidRPr="009C15B9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ইবনে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আব্বাস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রাসুল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সা</w:t>
      </w:r>
      <w:r w:rsidRPr="0017591F">
        <w:rPr>
          <w:cs/>
          <w:lang w:bidi="bn-IN"/>
        </w:rPr>
        <w:t>.)-</w:t>
      </w:r>
      <w:r w:rsidRPr="0017591F">
        <w:rPr>
          <w:rFonts w:hint="cs"/>
          <w:cs/>
          <w:lang w:bidi="bn-IN"/>
        </w:rPr>
        <w:t>এর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উদ্ধৃতি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বলেন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পুরুষ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সাথে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নির্জনে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মাহরাম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উপস্থিত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২৩৪</w:t>
      </w:r>
      <w:r w:rsidR="00FE4106" w:rsidRPr="009C15B9">
        <w:rPr>
          <w:rtl/>
          <w:cs/>
        </w:rPr>
        <w:t xml:space="preserve"> </w:t>
      </w:r>
    </w:p>
    <w:p w:rsidR="0017591F" w:rsidRPr="00C6693F" w:rsidRDefault="0017591F" w:rsidP="00C6693F">
      <w:r>
        <w:rPr>
          <w:lang w:bidi="bn-IN"/>
        </w:rPr>
        <w:br w:type="page"/>
      </w:r>
    </w:p>
    <w:p w:rsidR="00FE4106" w:rsidRPr="00D21F2A" w:rsidRDefault="0017591F" w:rsidP="0017591F">
      <w:pPr>
        <w:pStyle w:val="Heading1Center"/>
      </w:pPr>
      <w:bookmarkStart w:id="142" w:name="_Toc439886164"/>
      <w:bookmarkStart w:id="143" w:name="_Toc440447924"/>
      <w:r w:rsidRPr="0017591F">
        <w:rPr>
          <w:rFonts w:hint="cs"/>
          <w:cs/>
          <w:lang w:bidi="bn-IN"/>
        </w:rPr>
        <w:lastRenderedPageBreak/>
        <w:t>নারীদের</w:t>
      </w:r>
      <w:r w:rsidRPr="0017591F">
        <w:rPr>
          <w:rtl/>
          <w:cs/>
        </w:rPr>
        <w:t xml:space="preserve"> </w:t>
      </w:r>
      <w:r w:rsidRPr="0017591F">
        <w:rPr>
          <w:rFonts w:hint="cs"/>
          <w:cs/>
          <w:lang w:bidi="bn-IN"/>
        </w:rPr>
        <w:t>নির্ধারিত</w:t>
      </w:r>
      <w:r w:rsidRPr="0017591F">
        <w:rPr>
          <w:rtl/>
          <w:cs/>
        </w:rPr>
        <w:t xml:space="preserve"> </w:t>
      </w:r>
      <w:r w:rsidRPr="0017591F">
        <w:rPr>
          <w:rFonts w:hint="cs"/>
          <w:cs/>
          <w:lang w:bidi="bn-IN"/>
        </w:rPr>
        <w:t>গোসলগুলি</w:t>
      </w:r>
      <w:bookmarkEnd w:id="142"/>
      <w:bookmarkEnd w:id="143"/>
    </w:p>
    <w:p w:rsidR="00FE4106" w:rsidRDefault="00FE4106" w:rsidP="00FE4106">
      <w:pPr>
        <w:pStyle w:val="libNormal"/>
        <w:rPr>
          <w:lang w:bidi="bn-IN"/>
        </w:rPr>
      </w:pP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ওয়াজিব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গোসলগুলির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r w:rsidRPr="0017591F">
        <w:t xml:space="preserve">, </w:t>
      </w:r>
      <w:r w:rsidRPr="0017591F">
        <w:rPr>
          <w:rFonts w:hint="cs"/>
          <w:cs/>
          <w:lang w:bidi="bn-IN"/>
        </w:rPr>
        <w:t>অর্থাৎ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t xml:space="preserve">, </w:t>
      </w:r>
      <w:r w:rsidRPr="0017591F">
        <w:rPr>
          <w:rFonts w:hint="cs"/>
          <w:cs/>
          <w:lang w:bidi="bn-IN"/>
        </w:rPr>
        <w:t>ইসতেহাযা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নেফাসের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শুধুমাত্র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ওয়াজিব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জরায়ু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হওয়াটাই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গোসলগুলির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প্রত্যেকটির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কিছু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বৈশিষ্ট্যও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নিম্নরূপ</w:t>
      </w:r>
      <w:r w:rsidRPr="0017591F">
        <w:rPr>
          <w:cs/>
          <w:lang w:bidi="bn-IN"/>
        </w:rPr>
        <w:t xml:space="preserve"> : </w:t>
      </w:r>
    </w:p>
    <w:p w:rsidR="0017591F" w:rsidRPr="00C6693F" w:rsidRDefault="0017591F" w:rsidP="00C6693F">
      <w:pPr>
        <w:rPr>
          <w:rtl/>
          <w:cs/>
        </w:rPr>
      </w:pPr>
      <w:r>
        <w:rPr>
          <w:cs/>
          <w:lang w:bidi="bn-IN"/>
        </w:rPr>
        <w:br w:type="page"/>
      </w:r>
    </w:p>
    <w:p w:rsidR="0017591F" w:rsidRPr="0017591F" w:rsidRDefault="0017591F" w:rsidP="0017591F">
      <w:pPr>
        <w:pStyle w:val="Heading2Center"/>
      </w:pPr>
      <w:bookmarkStart w:id="144" w:name="_Toc439886165"/>
      <w:bookmarkStart w:id="145" w:name="_Toc440447925"/>
      <w:r w:rsidRPr="0017591F">
        <w:rPr>
          <w:rFonts w:hint="cs"/>
          <w:cs/>
          <w:lang w:bidi="bn-IN"/>
        </w:rPr>
        <w:lastRenderedPageBreak/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bookmarkEnd w:id="144"/>
      <w:bookmarkEnd w:id="145"/>
      <w:r w:rsidRPr="0017591F">
        <w:rPr>
          <w:cs/>
          <w:lang w:bidi="bn-IN"/>
        </w:rPr>
        <w:t xml:space="preserve"> </w:t>
      </w:r>
    </w:p>
    <w:p w:rsidR="0017591F" w:rsidRDefault="0017591F" w:rsidP="0017591F">
      <w:pPr>
        <w:pStyle w:val="libNormal"/>
        <w:rPr>
          <w:lang w:bidi="bn-IN"/>
        </w:rPr>
      </w:pP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শেষ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যাবে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অনান্য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কাজগুলির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পবিত্র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আবশ্যক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সেগুলির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২৩৫</w:t>
      </w:r>
      <w:r w:rsidRPr="0017591F">
        <w:rPr>
          <w:cs/>
          <w:lang w:bidi="bn-IN"/>
        </w:rPr>
        <w:t xml:space="preserve"> </w:t>
      </w:r>
    </w:p>
    <w:p w:rsidR="0017591F" w:rsidRDefault="0017591F" w:rsidP="0017591F">
      <w:pPr>
        <w:pStyle w:val="libNormal"/>
        <w:rPr>
          <w:lang w:bidi="bn-IN"/>
        </w:rPr>
      </w:pPr>
    </w:p>
    <w:p w:rsidR="0017591F" w:rsidRPr="0017591F" w:rsidRDefault="0017591F" w:rsidP="0017591F">
      <w:pPr>
        <w:pStyle w:val="libBold1"/>
      </w:pP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লক্ষণসমূহ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বালেগ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মেয়ে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বালেগ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গণ্য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হতে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মেয়ে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বালেগ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কিন্তু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বংশগত</w:t>
      </w:r>
      <w:r w:rsidRPr="0017591F">
        <w:t xml:space="preserve">, </w:t>
      </w:r>
      <w:r w:rsidRPr="0017591F">
        <w:rPr>
          <w:rFonts w:hint="cs"/>
          <w:cs/>
          <w:lang w:bidi="bn-IN"/>
        </w:rPr>
        <w:t>আবহাওয়া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খাওয়া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দাওয়ার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বিশেষ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প্রভাব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বর্তমানে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সাধারণত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১২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১৩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বছরে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মেয়েদের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)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rFonts w:hint="cs"/>
          <w:cs/>
          <w:lang w:bidi="bn-IN"/>
        </w:rPr>
        <w:t>ক</w:t>
      </w:r>
      <w:r w:rsidRPr="00CC472D">
        <w:rPr>
          <w:rStyle w:val="libBold2Char"/>
          <w:cs/>
          <w:lang w:bidi="bn-IN"/>
        </w:rPr>
        <w:t>) -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সৈয়দ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বংশের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তাঁরা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৬০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বছর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পর্যন্তও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সৈয়দ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৫০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বছর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পর্যন্তএ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এরপরও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গণ্য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rFonts w:hint="cs"/>
          <w:cs/>
          <w:lang w:bidi="bn-IN"/>
        </w:rPr>
        <w:t>খ</w:t>
      </w:r>
      <w:r w:rsidRPr="00CC472D">
        <w:rPr>
          <w:rStyle w:val="libBold2Char"/>
          <w:cs/>
          <w:lang w:bidi="bn-IN"/>
        </w:rPr>
        <w:t>) -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৩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অতএব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শেষ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অথবা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অতঃপর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পুনরায়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কয়েকদিন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দ্বিতীয়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মাঝে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গণ্য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>)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rFonts w:hint="cs"/>
          <w:cs/>
          <w:lang w:bidi="bn-IN"/>
        </w:rPr>
        <w:t>গ</w:t>
      </w:r>
      <w:r w:rsidRPr="00CC472D">
        <w:rPr>
          <w:rStyle w:val="libBold2Char"/>
          <w:cs/>
          <w:lang w:bidi="bn-IN"/>
        </w:rPr>
        <w:t>) -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অতএব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এসতেহাযার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পরিগণিত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rFonts w:hint="cs"/>
          <w:cs/>
          <w:lang w:bidi="bn-IN"/>
        </w:rPr>
        <w:t>ঘ</w:t>
      </w:r>
      <w:r w:rsidRPr="00CC472D">
        <w:rPr>
          <w:rStyle w:val="libBold2Char"/>
          <w:cs/>
          <w:lang w:bidi="bn-IN"/>
        </w:rPr>
        <w:t>) -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একাধারে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অব্যাহত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-</w:t>
      </w:r>
      <w:r w:rsidRPr="0017591F">
        <w:rPr>
          <w:rFonts w:hint="cs"/>
          <w:cs/>
          <w:lang w:bidi="bn-IN"/>
        </w:rPr>
        <w:t>যদিও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ভিতরে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বেরিয়ে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আসে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সুতরাং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এক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আরেকদিন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গণ্য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rFonts w:hint="cs"/>
          <w:cs/>
          <w:lang w:bidi="bn-IN"/>
        </w:rPr>
        <w:lastRenderedPageBreak/>
        <w:t>ঙ</w:t>
      </w:r>
      <w:r w:rsidRPr="00CC472D">
        <w:rPr>
          <w:rStyle w:val="libBold2Char"/>
          <w:cs/>
          <w:lang w:bidi="bn-IN"/>
        </w:rPr>
        <w:t>) -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মাসের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ব্যবধান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অতএব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শেষ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যাবার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ব্যবধানের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দ্বিতীয়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rFonts w:hint="cs"/>
          <w:cs/>
          <w:lang w:bidi="bn-IN"/>
        </w:rPr>
        <w:t>চ</w:t>
      </w:r>
      <w:r w:rsidRPr="00CC472D">
        <w:rPr>
          <w:rStyle w:val="libBold2Char"/>
          <w:cs/>
          <w:lang w:bidi="bn-IN"/>
        </w:rPr>
        <w:t>) -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সাধারণত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ঘন</w:t>
      </w:r>
      <w:r w:rsidRPr="0017591F">
        <w:t xml:space="preserve">, </w:t>
      </w:r>
      <w:r w:rsidRPr="0017591F">
        <w:rPr>
          <w:rFonts w:hint="cs"/>
          <w:cs/>
          <w:lang w:bidi="bn-IN"/>
        </w:rPr>
        <w:t>গাঢ়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গরম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অল্প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জ্বালাপোড়া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চাপের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সাথে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বেরিয়ে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২৩৬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CC472D">
      <w:pPr>
        <w:pStyle w:val="libBold1"/>
      </w:pP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বিধি</w:t>
      </w:r>
      <w:r w:rsidRPr="0017591F">
        <w:rPr>
          <w:cs/>
          <w:lang w:bidi="bn-IN"/>
        </w:rPr>
        <w:t>-</w:t>
      </w:r>
      <w:r w:rsidRPr="0017591F">
        <w:rPr>
          <w:rFonts w:hint="cs"/>
          <w:cs/>
          <w:lang w:bidi="bn-IN"/>
        </w:rPr>
        <w:t>বিধান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অবস্থায়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হারাম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cs/>
          <w:lang w:bidi="bn-IN"/>
        </w:rPr>
        <w:t>(</w:t>
      </w:r>
      <w:r w:rsidRPr="00CC472D">
        <w:rPr>
          <w:rStyle w:val="libBold2Char"/>
          <w:rFonts w:hint="cs"/>
          <w:cs/>
          <w:lang w:bidi="bn-IN"/>
        </w:rPr>
        <w:t>ক</w:t>
      </w:r>
      <w:r w:rsidRPr="00CC472D">
        <w:rPr>
          <w:rStyle w:val="libBold2Char"/>
          <w:cs/>
          <w:lang w:bidi="bn-IN"/>
        </w:rPr>
        <w:t>)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পড়া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কাবাঘরের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তাওয়াফ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করাসহ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যেসব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ইবাদতের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ওযু</w:t>
      </w:r>
      <w:r w:rsidRPr="0017591F">
        <w:t xml:space="preserve">, </w:t>
      </w:r>
      <w:r w:rsidRPr="0017591F">
        <w:rPr>
          <w:rFonts w:hint="cs"/>
          <w:cs/>
          <w:lang w:bidi="bn-IN"/>
        </w:rPr>
        <w:t>গোসল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অথবা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তায়াম্মুম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cs/>
          <w:lang w:bidi="bn-IN"/>
        </w:rPr>
        <w:t>(</w:t>
      </w:r>
      <w:r w:rsidRPr="00CC472D">
        <w:rPr>
          <w:rStyle w:val="libBold2Char"/>
          <w:rFonts w:hint="cs"/>
          <w:cs/>
          <w:lang w:bidi="bn-IN"/>
        </w:rPr>
        <w:t>খ</w:t>
      </w:r>
      <w:r w:rsidRPr="00CC472D">
        <w:rPr>
          <w:rStyle w:val="libBold2Char"/>
          <w:cs/>
          <w:lang w:bidi="bn-IN"/>
        </w:rPr>
        <w:t>)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সমস্ত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জুনুব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ব্যক্তির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ব্যক্তি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সহবাসের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শরীয়ত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নির্ধারিত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পবিত্র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জন্যে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হারাম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মসজিদে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অবস্থান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CC472D">
        <w:rPr>
          <w:rStyle w:val="libBold2Char"/>
          <w:cs/>
          <w:lang w:bidi="bn-IN"/>
        </w:rPr>
        <w:t>(</w:t>
      </w:r>
      <w:r w:rsidRPr="00CC472D">
        <w:rPr>
          <w:rStyle w:val="libBold2Char"/>
          <w:rFonts w:hint="cs"/>
          <w:cs/>
          <w:lang w:bidi="bn-IN"/>
        </w:rPr>
        <w:t>গ</w:t>
      </w:r>
      <w:r w:rsidRPr="00CC472D">
        <w:rPr>
          <w:rStyle w:val="libBold2Char"/>
          <w:cs/>
          <w:lang w:bidi="bn-IN"/>
        </w:rPr>
        <w:t>)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সহবাস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পুরুষ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উভয়ের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হারাম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২৩৭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অবস্থায়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রোযা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ওয়াজিব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পড়া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নামাজগুলির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কাযা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রমযান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অবস্থায়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রোযাগুলি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কাজা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২৩৮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CC472D">
      <w:pPr>
        <w:pStyle w:val="libBold1"/>
      </w:pPr>
      <w:r w:rsidRPr="0017591F">
        <w:rPr>
          <w:rFonts w:hint="cs"/>
          <w:cs/>
          <w:lang w:bidi="bn-IN"/>
        </w:rPr>
        <w:t>ইসতিফতায়াত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ধর্মীয়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মাসয়ালার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জবাব</w:t>
      </w:r>
      <w:r w:rsidRPr="0017591F">
        <w:rPr>
          <w:cs/>
          <w:lang w:bidi="bn-IN"/>
        </w:rPr>
        <w:t xml:space="preserve">) : </w:t>
      </w:r>
    </w:p>
    <w:p w:rsidR="0017591F" w:rsidRPr="0017591F" w:rsidRDefault="0017591F" w:rsidP="0017591F">
      <w:pPr>
        <w:pStyle w:val="libNormal"/>
      </w:pPr>
      <w:r w:rsidRPr="00CC472D">
        <w:rPr>
          <w:rStyle w:val="libBold1Char"/>
          <w:rFonts w:hint="cs"/>
          <w:cs/>
          <w:lang w:bidi="bn-IN"/>
        </w:rPr>
        <w:t>প্রশ্ন</w:t>
      </w:r>
      <w:r w:rsidRPr="00CC472D">
        <w:rPr>
          <w:rStyle w:val="libBold1Char"/>
          <w:cs/>
          <w:lang w:bidi="bn-IN"/>
        </w:rPr>
        <w:t xml:space="preserve"> :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হজ্জের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কিংবা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অন্যান্য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মহিলারা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চায়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হোক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রাখার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ঔষধ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খাওয়াতে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অসুবিধা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আছে</w:t>
      </w:r>
      <w:r w:rsidRPr="0017591F">
        <w:t xml:space="preserve">? </w:t>
      </w:r>
    </w:p>
    <w:p w:rsidR="0017591F" w:rsidRPr="0017591F" w:rsidRDefault="0017591F" w:rsidP="0017591F">
      <w:pPr>
        <w:pStyle w:val="libNormal"/>
      </w:pPr>
      <w:r w:rsidRPr="00CC472D">
        <w:rPr>
          <w:rStyle w:val="libBold1Char"/>
          <w:rFonts w:hint="cs"/>
          <w:cs/>
          <w:lang w:bidi="bn-IN"/>
        </w:rPr>
        <w:t>উত্তর</w:t>
      </w:r>
      <w:r w:rsidRPr="00CC472D">
        <w:rPr>
          <w:rStyle w:val="libBold1Char"/>
          <w:cs/>
          <w:lang w:bidi="bn-IN"/>
        </w:rPr>
        <w:t xml:space="preserve"> :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ক্ষতিকর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অসুবিধা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২৩৯</w:t>
      </w:r>
      <w:r w:rsidRPr="0017591F">
        <w:rPr>
          <w:cs/>
          <w:lang w:bidi="bn-IN"/>
        </w:rPr>
        <w:t xml:space="preserve"> </w:t>
      </w:r>
    </w:p>
    <w:p w:rsidR="00CC472D" w:rsidRDefault="00CC472D" w:rsidP="00CC472D">
      <w:pPr>
        <w:pStyle w:val="libBold1"/>
        <w:rPr>
          <w:lang w:bidi="bn-IN"/>
        </w:rPr>
      </w:pPr>
    </w:p>
    <w:p w:rsidR="0017591F" w:rsidRPr="0017591F" w:rsidRDefault="0017591F" w:rsidP="00CC472D">
      <w:pPr>
        <w:pStyle w:val="libBold1"/>
      </w:pP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কর্তব্য</w:t>
      </w:r>
      <w:r w:rsidRPr="0017591F">
        <w:rPr>
          <w:rStyle w:val="libFootnotenumChar"/>
          <w:rFonts w:hint="cs"/>
          <w:cs/>
          <w:lang w:bidi="bn-IN"/>
        </w:rPr>
        <w:t>২৪০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রক্তপ্রবাহের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বৈশিষ্ট্যসমূহ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অবস্থায়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ব্যবহৃত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ইসলামী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পরিভাষা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তাদের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করণীয়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বিষয়সমূহ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lastRenderedPageBreak/>
        <w:t>(</w:t>
      </w:r>
      <w:r w:rsidRPr="0017591F">
        <w:rPr>
          <w:rFonts w:hint="cs"/>
          <w:cs/>
          <w:lang w:bidi="bn-IN"/>
        </w:rPr>
        <w:t>১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এতদিন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পর্যন্ত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ছিল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t xml:space="preserve">,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মেয়ের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প্রথমবার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মুবতাদি</w:t>
      </w:r>
      <w:r w:rsidRPr="0017591F">
        <w:rPr>
          <w:rFonts w:hint="eastAsia"/>
        </w:rPr>
        <w:t>”</w:t>
      </w:r>
      <w:r w:rsidRPr="0017591F"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২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এখনও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পর্যন্ত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নির্দিষ্ট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অভ্যাস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ওঠে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নারীকে</w:t>
      </w:r>
      <w:r w:rsidRPr="0017591F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মুযতারেব</w:t>
      </w:r>
      <w:r w:rsidRPr="0017591F">
        <w:rPr>
          <w:rFonts w:hint="eastAsia"/>
        </w:rPr>
        <w:t>”</w:t>
      </w:r>
      <w:r w:rsidRPr="0017591F"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৩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নিয়মিত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দিনগুলিতে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সর্বদা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পাঁচ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কিন্তু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নিয়মিত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নারীকে</w:t>
      </w:r>
      <w:r w:rsidRPr="0017591F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আদাদিয়া</w:t>
      </w:r>
      <w:r w:rsidRPr="0017591F">
        <w:rPr>
          <w:rFonts w:hint="eastAsia"/>
        </w:rPr>
        <w:t>”</w:t>
      </w:r>
      <w:r w:rsidRPr="0017591F"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উল্লেখিত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করণীয়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ক্ষেত্রে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লক্ষণগুলি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অথবা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বিশ্বাস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হাসিল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অব্যাহত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হিসেবে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আহ্কাম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অনুসরণ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)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৪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নিয়মিত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কখনও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পাঁচ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t xml:space="preserve">, </w:t>
      </w:r>
      <w:r w:rsidRPr="0017591F">
        <w:rPr>
          <w:rFonts w:hint="cs"/>
          <w:cs/>
          <w:lang w:bidi="bn-IN"/>
        </w:rPr>
        <w:t>আবার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কখনও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t xml:space="preserve">, </w:t>
      </w:r>
      <w:r w:rsidRPr="0017591F">
        <w:rPr>
          <w:rFonts w:hint="cs"/>
          <w:cs/>
          <w:lang w:bidi="bn-IN"/>
        </w:rPr>
        <w:t>কিন্তু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দিনটি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নিয়মিত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সর্বদা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পঁচিশ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পবিত্র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পুনরায়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ওয়াক্তিয়া</w:t>
      </w:r>
      <w:r w:rsidRPr="0017591F">
        <w:rPr>
          <w:rFonts w:hint="eastAsia"/>
        </w:rPr>
        <w:t>”</w:t>
      </w:r>
      <w:r w:rsidRPr="0017591F"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৫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(</w:t>
      </w:r>
      <w:r w:rsidRPr="0017591F">
        <w:rPr>
          <w:rFonts w:hint="cs"/>
          <w:cs/>
          <w:lang w:bidi="bn-IN"/>
        </w:rPr>
        <w:t>তারিখ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নিয়মিত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যেমন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সর্বদা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বিশ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তারিখে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পাঁচ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ওয়াক্তিয়া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আদাদিয়া</w:t>
      </w:r>
      <w:r w:rsidRPr="0017591F">
        <w:rPr>
          <w:rFonts w:hint="eastAsia"/>
        </w:rPr>
        <w:t>”</w:t>
      </w:r>
      <w:r w:rsidRPr="0017591F"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উল্লিখিত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ধরনের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করণীয়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দুই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ক্ষেত্রে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যেহেতু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হওয়ার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সময়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নির্দিষ্ট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সেহেতু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প্রথম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থেকেই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হিসেবে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আহ্কাম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অনুসরণ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)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৬</w:t>
      </w:r>
      <w:r w:rsidRPr="0017591F">
        <w:rPr>
          <w:cs/>
          <w:lang w:bidi="bn-IN"/>
        </w:rPr>
        <w:t xml:space="preserve">)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নিয়মিত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রীতি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অনুযায়ী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ছিল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কিন্তু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ভুলে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গিয়েছে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তাকে</w:t>
      </w:r>
      <w:r w:rsidRPr="0017591F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17591F">
        <w:rPr>
          <w:rFonts w:hint="cs"/>
          <w:cs/>
          <w:lang w:bidi="bn-IN"/>
        </w:rPr>
        <w:t>না</w:t>
      </w:r>
      <w:r w:rsidRPr="0017591F">
        <w:rPr>
          <w:rFonts w:hint="eastAsia"/>
        </w:rPr>
        <w:t>’</w:t>
      </w:r>
      <w:r w:rsidRPr="0017591F">
        <w:rPr>
          <w:rFonts w:hint="cs"/>
          <w:cs/>
          <w:lang w:bidi="bn-IN"/>
        </w:rPr>
        <w:t>সিয়া</w:t>
      </w:r>
      <w:r w:rsidRPr="0017591F">
        <w:rPr>
          <w:rFonts w:hint="eastAsia"/>
        </w:rPr>
        <w:t>”</w:t>
      </w:r>
      <w:r w:rsidRPr="0017591F">
        <w:t xml:space="preserve"> </w:t>
      </w:r>
      <w:r w:rsidRPr="0017591F">
        <w:rPr>
          <w:rFonts w:hint="cs"/>
          <w:cs/>
          <w:lang w:bidi="bn-IN"/>
        </w:rPr>
        <w:t>বলা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</w:p>
    <w:p w:rsidR="0017591F" w:rsidRPr="0017591F" w:rsidRDefault="0017591F" w:rsidP="0017591F">
      <w:pPr>
        <w:pStyle w:val="libNormal"/>
      </w:pPr>
      <w:r w:rsidRPr="0017591F">
        <w:rPr>
          <w:cs/>
          <w:lang w:bidi="bn-IN"/>
        </w:rPr>
        <w:t>(</w:t>
      </w:r>
      <w:r w:rsidRPr="0017591F">
        <w:rPr>
          <w:rFonts w:hint="cs"/>
          <w:cs/>
          <w:lang w:bidi="bn-IN"/>
        </w:rPr>
        <w:t>উল্লিখিত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ক্ষেত্রে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করণীয়</w:t>
      </w:r>
      <w:r w:rsidRPr="0017591F">
        <w:rPr>
          <w:cs/>
          <w:lang w:bidi="bn-IN"/>
        </w:rPr>
        <w:t xml:space="preserve"> :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লক্ষণগুলি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দেখা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যায়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নিশ্চিত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দিন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ধরে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অব্যাহত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থাকবে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তাহলে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সেটিকে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বলে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হিসেব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ঐ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আহ্কামের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অনুসরণ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)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শেষে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করণীয়</w:t>
      </w:r>
      <w:r w:rsidRPr="0017591F">
        <w:rPr>
          <w:cs/>
          <w:lang w:bidi="bn-IN"/>
        </w:rPr>
        <w:t xml:space="preserve"> : </w:t>
      </w:r>
    </w:p>
    <w:p w:rsidR="0017591F" w:rsidRPr="0017591F" w:rsidRDefault="0017591F" w:rsidP="0017591F">
      <w:pPr>
        <w:pStyle w:val="libNormal"/>
      </w:pPr>
      <w:r w:rsidRPr="0017591F">
        <w:rPr>
          <w:rFonts w:hint="cs"/>
          <w:cs/>
          <w:lang w:bidi="bn-IN"/>
        </w:rPr>
        <w:lastRenderedPageBreak/>
        <w:t>১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ঋতুস্রাব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শেষে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রক্তপাত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বন্ধ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হয়ে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যাবে</w:t>
      </w:r>
      <w:r w:rsidRPr="0017591F">
        <w:t xml:space="preserve">, </w:t>
      </w:r>
      <w:r w:rsidRPr="0017591F">
        <w:rPr>
          <w:rFonts w:hint="cs"/>
          <w:cs/>
          <w:lang w:bidi="bn-IN"/>
        </w:rPr>
        <w:t>তখন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নারীকে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অবশ্যই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এবং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অন্যান্য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ইবাদতগুলো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শুরু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২৪১</w:t>
      </w:r>
      <w:r w:rsidRPr="0017591F">
        <w:rPr>
          <w:cs/>
          <w:lang w:bidi="bn-IN"/>
        </w:rPr>
        <w:t xml:space="preserve"> </w:t>
      </w:r>
    </w:p>
    <w:p w:rsidR="00FE4106" w:rsidRPr="00C4151B" w:rsidRDefault="0017591F" w:rsidP="0017591F">
      <w:pPr>
        <w:pStyle w:val="libNormal"/>
        <w:rPr>
          <w:rStyle w:val="libNormalChar"/>
        </w:rPr>
      </w:pPr>
      <w:r w:rsidRPr="0017591F">
        <w:rPr>
          <w:rFonts w:hint="cs"/>
          <w:cs/>
          <w:lang w:bidi="bn-IN"/>
        </w:rPr>
        <w:t>২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জানাবাতের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মধ্যে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শুধুমাত্র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নিয়ত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ছাড়া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অন্য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কোন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তফাৎ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নেই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rStyle w:val="libFootnotenumChar"/>
          <w:rFonts w:hint="cs"/>
          <w:cs/>
          <w:lang w:bidi="bn-IN"/>
        </w:rPr>
        <w:t>২৪২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৩</w:t>
      </w:r>
      <w:r w:rsidRPr="0017591F">
        <w:rPr>
          <w:cs/>
          <w:lang w:bidi="bn-IN"/>
        </w:rPr>
        <w:t xml:space="preserve">- </w:t>
      </w:r>
      <w:r w:rsidRPr="0017591F">
        <w:rPr>
          <w:rFonts w:hint="cs"/>
          <w:cs/>
          <w:lang w:bidi="bn-IN"/>
        </w:rPr>
        <w:t>শুধুমাত্র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ঋতুস্রাবের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নামাজ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পড়া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যাবে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না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বরং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গোসলসহ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ওযু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করতে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হবে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hi-IN"/>
        </w:rPr>
        <w:t>।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যদি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গোসলের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আগে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ওযু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করে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তবে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তা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বেশী</w:t>
      </w:r>
      <w:r w:rsidRPr="0017591F">
        <w:rPr>
          <w:cs/>
          <w:lang w:bidi="bn-IN"/>
        </w:rPr>
        <w:t xml:space="preserve"> </w:t>
      </w:r>
      <w:r w:rsidRPr="0017591F">
        <w:rPr>
          <w:rFonts w:hint="cs"/>
          <w:cs/>
          <w:lang w:bidi="bn-IN"/>
        </w:rPr>
        <w:t>ভাল</w:t>
      </w:r>
      <w:r w:rsidRPr="0017591F">
        <w:rPr>
          <w:cs/>
          <w:lang w:bidi="bn-IN"/>
        </w:rPr>
        <w:t xml:space="preserve"> </w:t>
      </w:r>
      <w:r w:rsidR="00FE4106" w:rsidRPr="00C4151B">
        <w:rPr>
          <w:rStyle w:val="libNormalChar"/>
          <w:cs/>
          <w:lang w:bidi="hi-IN"/>
        </w:rPr>
        <w:t>।</w:t>
      </w:r>
      <w:r w:rsidR="00FE4106" w:rsidRPr="00FE4106">
        <w:rPr>
          <w:rStyle w:val="libFootnotenumChar"/>
          <w:cs/>
          <w:lang w:bidi="bn-IN"/>
        </w:rPr>
        <w:t>২৪৩</w:t>
      </w:r>
      <w:r w:rsidR="00FE4106" w:rsidRPr="00C4151B">
        <w:rPr>
          <w:rStyle w:val="libNormalChar"/>
        </w:rPr>
        <w:t xml:space="preserve"> </w:t>
      </w:r>
    </w:p>
    <w:p w:rsidR="00CC472D" w:rsidRDefault="00CC472D" w:rsidP="00CC472D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FE4106" w:rsidRPr="002B36F3" w:rsidRDefault="00FE4106" w:rsidP="007317F3">
      <w:pPr>
        <w:pStyle w:val="Heading2Center"/>
      </w:pPr>
      <w:bookmarkStart w:id="146" w:name="_Toc439886166"/>
      <w:bookmarkStart w:id="147" w:name="_Toc440447926"/>
      <w:r w:rsidRPr="002B36F3">
        <w:rPr>
          <w:cs/>
          <w:lang w:bidi="bn-IN"/>
        </w:rPr>
        <w:lastRenderedPageBreak/>
        <w:t>ইসতিহাযা ও নিফাসের গোসল :</w:t>
      </w:r>
      <w:bookmarkEnd w:id="146"/>
      <w:bookmarkEnd w:id="147"/>
    </w:p>
    <w:p w:rsidR="00FE4106" w:rsidRDefault="00FE4106" w:rsidP="00FE4106">
      <w:pPr>
        <w:pStyle w:val="libNormal"/>
        <w:rPr>
          <w:lang w:bidi="bn-IN"/>
        </w:rPr>
      </w:pPr>
    </w:p>
    <w:p w:rsidR="00CC472D" w:rsidRPr="00CC472D" w:rsidRDefault="00CC472D" w:rsidP="00CC472D">
      <w:pPr>
        <w:pStyle w:val="libNormal"/>
      </w:pPr>
      <w:r w:rsidRPr="00CC472D">
        <w:rPr>
          <w:rStyle w:val="libBold1Char"/>
          <w:rFonts w:hint="cs"/>
          <w:cs/>
          <w:lang w:bidi="bn-IN"/>
        </w:rPr>
        <w:t>ইসতিহাযা</w:t>
      </w:r>
      <w:r w:rsidRPr="00CC472D">
        <w:rPr>
          <w:rStyle w:val="libBold1Char"/>
          <w:cs/>
          <w:lang w:bidi="bn-IN"/>
        </w:rPr>
        <w:t xml:space="preserve"> :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আরেকটি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কখনো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কখনো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মহিলাদের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জরায়ু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থেকে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থাকে</w:t>
      </w:r>
      <w:r w:rsidRPr="00CC472D">
        <w:t xml:space="preserve">, </w:t>
      </w:r>
      <w:r w:rsidRPr="00CC472D">
        <w:rPr>
          <w:rFonts w:hint="cs"/>
          <w:cs/>
          <w:lang w:bidi="bn-IN"/>
        </w:rPr>
        <w:t>তাকে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ইসতিহাযা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ইসতিহাযার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সাধারণত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হলুদ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রং</w:t>
      </w:r>
      <w:r w:rsidRPr="00CC472D">
        <w:t xml:space="preserve">, </w:t>
      </w:r>
      <w:r w:rsidRPr="00CC472D">
        <w:rPr>
          <w:rFonts w:hint="cs"/>
          <w:cs/>
          <w:lang w:bidi="bn-IN"/>
        </w:rPr>
        <w:t>ঠান্ডা</w:t>
      </w:r>
      <w:r w:rsidRPr="00CC472D">
        <w:t xml:space="preserve">, </w:t>
      </w:r>
      <w:r w:rsidRPr="00CC472D">
        <w:rPr>
          <w:rFonts w:hint="cs"/>
          <w:cs/>
          <w:lang w:bidi="bn-IN"/>
        </w:rPr>
        <w:t>চাপ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জ্বালাপোড়া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ছাড়াই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প্রবাহিত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সাধারণতঃ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ঘন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নয়</w:t>
      </w:r>
      <w:r w:rsidRPr="00CC472D">
        <w:t xml:space="preserve">, </w:t>
      </w:r>
      <w:r w:rsidRPr="00CC472D">
        <w:rPr>
          <w:rFonts w:hint="cs"/>
          <w:cs/>
          <w:lang w:bidi="bn-IN"/>
        </w:rPr>
        <w:t>তবে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কখনো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আবার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গাঢ়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রঙ্গের</w:t>
      </w:r>
      <w:r w:rsidRPr="00CC472D">
        <w:t xml:space="preserve">, </w:t>
      </w:r>
      <w:r w:rsidRPr="00CC472D">
        <w:rPr>
          <w:rFonts w:hint="cs"/>
          <w:cs/>
          <w:lang w:bidi="bn-IN"/>
        </w:rPr>
        <w:t>ঘন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কিছুটা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উষ্ণ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থাকে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চাপের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সাথে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হওয়ার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সম্ভাবনাও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আছে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২৪৪</w:t>
      </w:r>
      <w:r w:rsidRPr="00CC472D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ইসতিহাযার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t xml:space="preserve">, </w:t>
      </w:r>
      <w:r w:rsidRPr="00CC472D">
        <w:rPr>
          <w:rFonts w:hint="cs"/>
          <w:cs/>
          <w:lang w:bidi="bn-IN"/>
        </w:rPr>
        <w:t>তাকে</w:t>
      </w:r>
      <w:r w:rsidRPr="00CC472D">
        <w:rPr>
          <w:cs/>
          <w:lang w:bidi="bn-IN"/>
        </w:rPr>
        <w:t xml:space="preserve"> </w:t>
      </w:r>
      <w:r w:rsidRPr="006445C3">
        <w:rPr>
          <w:rStyle w:val="libAlaemChar"/>
        </w:rPr>
        <w:t>“</w:t>
      </w:r>
      <w:r w:rsidRPr="00CC472D">
        <w:rPr>
          <w:rFonts w:hint="cs"/>
          <w:cs/>
          <w:lang w:bidi="bn-IN"/>
        </w:rPr>
        <w:t>মুসতাহাযা</w:t>
      </w:r>
      <w:r w:rsidRPr="00CC472D">
        <w:rPr>
          <w:rFonts w:hint="eastAsia"/>
        </w:rPr>
        <w:t>”</w:t>
      </w:r>
      <w:r w:rsidRPr="00CC472D"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Fonts w:hint="eastAsia"/>
        </w:rPr>
        <w:t>”</w:t>
      </w:r>
      <w:r w:rsidRPr="00CC472D">
        <w:t xml:space="preserve"> </w:t>
      </w:r>
    </w:p>
    <w:p w:rsidR="00CC472D" w:rsidRPr="00CC472D" w:rsidRDefault="00CC472D" w:rsidP="00CC472D">
      <w:pPr>
        <w:pStyle w:val="libBold1"/>
      </w:pPr>
      <w:r w:rsidRPr="00CC472D">
        <w:rPr>
          <w:rFonts w:hint="cs"/>
          <w:cs/>
          <w:lang w:bidi="bn-IN"/>
        </w:rPr>
        <w:t>ইসতিহাযার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প্রকারভেদ</w:t>
      </w:r>
      <w:r w:rsidRPr="00CC472D">
        <w:rPr>
          <w:cs/>
          <w:lang w:bidi="bn-IN"/>
        </w:rPr>
        <w:t xml:space="preserve"> :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ইসতিহাযার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বেশীর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থেকে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তিন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ভাগে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বিভক্ত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অল্প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t xml:space="preserve">, </w:t>
      </w:r>
      <w:r w:rsidRPr="00CC472D">
        <w:rPr>
          <w:rFonts w:hint="cs"/>
          <w:cs/>
          <w:lang w:bidi="bn-IN"/>
        </w:rPr>
        <w:t>মধ্যম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বেশী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শ্রেণী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বিন্যাসের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উপর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ভিত্তি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যায়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প্রতিটির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ক্ষেত্রে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কর্তব্যগুলিও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ভিন্ন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২৪৫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Bold1"/>
      </w:pP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অল্প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মুসতাহাযার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কর্তব্য</w:t>
      </w:r>
      <w:r w:rsidRPr="00CC472D">
        <w:rPr>
          <w:cs/>
          <w:lang w:bidi="bn-IN"/>
        </w:rPr>
        <w:t xml:space="preserve"> :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যদি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প্রবাহ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শুধু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প্যাডের</w:t>
      </w:r>
      <w:r w:rsidRPr="00CC472D">
        <w:rPr>
          <w:cs/>
          <w:lang w:bidi="bn-IN"/>
        </w:rPr>
        <w:t xml:space="preserve"> (</w:t>
      </w:r>
      <w:r w:rsidRPr="00CC472D">
        <w:t xml:space="preserve">PAD) </w:t>
      </w:r>
      <w:r w:rsidRPr="00CC472D">
        <w:rPr>
          <w:rFonts w:hint="cs"/>
          <w:cs/>
          <w:lang w:bidi="bn-IN"/>
        </w:rPr>
        <w:t>একপাশে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লেগে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থাকে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কিন্তু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ভিতরে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প্রবেশ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অপর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থেকে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বেরও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এমন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অল্প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হয়।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নারীকে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তখন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নামাজ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পড়ার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নিজের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শরীরকে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পবিত্র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প্যাডটি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পাল্টাতে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ওযু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সুতরাং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অল্প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২৪৬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Bold1"/>
      </w:pP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মধ্যম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মুসতাহাযার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কর্তব্য</w:t>
      </w:r>
      <w:r w:rsidRPr="00CC472D">
        <w:rPr>
          <w:cs/>
          <w:lang w:bidi="bn-IN"/>
        </w:rPr>
        <w:t xml:space="preserve"> :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যখন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প্রবাহ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প্যাডের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ভিতরে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প্রবেশ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কিন্তু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অপরদিক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এমন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মধ্যম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তখন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নামাযটির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আগে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মধ্যম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হয়েছে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নামাযটি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পড়ার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t xml:space="preserve">,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কর্তব্যগুলি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অল্প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হয়েছে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সেগুলি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সহ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যতদিন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পর্যন্ত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চলবে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প্রত্যেক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মাত্র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একবার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প্রথম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নামাজ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পড়ার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আগে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lastRenderedPageBreak/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সুতরাং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মধ্যম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প্রতি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চব্বিশ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ঘন্টায়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একবার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করলেই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যথেষ্ট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সম্পুর্ণভাবে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শেষ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গেলেও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প্রবিত্র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হওয়ার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২৪৭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Bold1"/>
      </w:pP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বেশী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মুসতাহাযার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কর্তব্য</w:t>
      </w:r>
      <w:r w:rsidRPr="00CC472D">
        <w:rPr>
          <w:cs/>
          <w:lang w:bidi="bn-IN"/>
        </w:rPr>
        <w:t xml:space="preserve"> :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যখর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এতই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প্যাডের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অপর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পাশ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থেকে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যায়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তখন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তাকে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তখন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কর্তব্য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হচ্ছে</w:t>
      </w:r>
      <w:r w:rsidRPr="00CC472D">
        <w:t xml:space="preserve">,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সমস্ত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কাজগুলি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অল্প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বলা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হয়েছে</w:t>
      </w:r>
      <w:r w:rsidRPr="00CC472D">
        <w:rPr>
          <w:cs/>
          <w:lang w:bidi="bn-IN"/>
        </w:rPr>
        <w:t xml:space="preserve"> (</w:t>
      </w:r>
      <w:r w:rsidRPr="00CC472D">
        <w:rPr>
          <w:rFonts w:hint="cs"/>
          <w:cs/>
          <w:lang w:bidi="bn-IN"/>
        </w:rPr>
        <w:t>প্যাড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পাল্টানো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অথবা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ধোয়া</w:t>
      </w:r>
      <w:r w:rsidRPr="00CC472D">
        <w:rPr>
          <w:cs/>
          <w:lang w:bidi="bn-IN"/>
        </w:rPr>
        <w:t xml:space="preserve">) </w:t>
      </w:r>
      <w:r w:rsidRPr="00CC472D">
        <w:rPr>
          <w:rFonts w:hint="cs"/>
          <w:cs/>
          <w:lang w:bidi="bn-IN"/>
        </w:rPr>
        <w:t>সেগুলিসহ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প্রত্যেক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যদি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যোহর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আসরের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একসাথে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পড়ে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দুই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মধ্যে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কোন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ব্যবধান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রাখে</w:t>
      </w:r>
      <w:r w:rsidRPr="00CC472D">
        <w:t xml:space="preserve">, </w:t>
      </w:r>
      <w:r w:rsidRPr="00CC472D">
        <w:rPr>
          <w:rFonts w:hint="cs"/>
          <w:cs/>
          <w:lang w:bidi="bn-IN"/>
        </w:rPr>
        <w:t>তাহলে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দুই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একটি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যথেষ্ট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মাগরিব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এশার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নামাজের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এরূপ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২৪৮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Bold1"/>
      </w:pPr>
      <w:r w:rsidRPr="00CC472D">
        <w:rPr>
          <w:rFonts w:hint="cs"/>
          <w:cs/>
          <w:lang w:bidi="bn-IN"/>
        </w:rPr>
        <w:t>কয়েকটি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মাসয়ালা</w:t>
      </w:r>
      <w:r w:rsidRPr="00CC472D">
        <w:rPr>
          <w:cs/>
          <w:lang w:bidi="bn-IN"/>
        </w:rPr>
        <w:t xml:space="preserve"> :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১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মধ্যম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পরিমান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শেষে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অবশ্যই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২৪৯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২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শুধুমাত্র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নিয়ত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ছাড়া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সাথে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অন্যান্য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কোন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তফাৎ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নেই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৩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শুধুমাত্র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ইসতেহাযার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করাতেই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নামাজ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পড়া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যাবে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t xml:space="preserve">, </w:t>
      </w:r>
      <w:r w:rsidRPr="00CC472D">
        <w:rPr>
          <w:rFonts w:hint="cs"/>
          <w:cs/>
          <w:lang w:bidi="bn-IN"/>
        </w:rPr>
        <w:t>গোসলসহ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ওযুও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হবে।</w:t>
      </w:r>
      <w:r w:rsidRPr="00CC472D">
        <w:rPr>
          <w:rStyle w:val="libFootnotenumChar"/>
          <w:rFonts w:hint="cs"/>
          <w:cs/>
          <w:lang w:bidi="bn-IN"/>
        </w:rPr>
        <w:t>২৫০</w:t>
      </w:r>
    </w:p>
    <w:p w:rsidR="00CC472D" w:rsidRPr="00C6693F" w:rsidRDefault="00CC472D" w:rsidP="00C6693F">
      <w:r>
        <w:br w:type="page"/>
      </w:r>
    </w:p>
    <w:p w:rsidR="00CC472D" w:rsidRPr="00CC472D" w:rsidRDefault="00CC472D" w:rsidP="00CC472D">
      <w:pPr>
        <w:pStyle w:val="Heading2Center"/>
      </w:pPr>
      <w:bookmarkStart w:id="148" w:name="_Toc439886167"/>
      <w:bookmarkStart w:id="149" w:name="_Toc440447927"/>
      <w:r w:rsidRPr="00CC472D">
        <w:rPr>
          <w:rFonts w:hint="cs"/>
          <w:cs/>
          <w:lang w:bidi="bn-IN"/>
        </w:rPr>
        <w:lastRenderedPageBreak/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:</w:t>
      </w:r>
      <w:bookmarkEnd w:id="148"/>
      <w:bookmarkEnd w:id="149"/>
    </w:p>
    <w:p w:rsidR="00CC472D" w:rsidRPr="00CC472D" w:rsidRDefault="00CC472D" w:rsidP="00CC472D">
      <w:pPr>
        <w:pStyle w:val="libNormal"/>
      </w:pP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শুধুমাত্র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সন্তান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প্রসবের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সাথে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সম্পর্কিত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কোন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সময়ের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সন্তান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প্রসবের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থাকে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শেষে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প্রবিত্র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হওয়ার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১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মুহুর্তের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পারে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আবার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কয়েকদিন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ধরেও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পারে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দশ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বেশি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যদি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তাহলে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দশ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দিনের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থেকে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হিসাব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২৫১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২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নারীকে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অবশ্যই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শেষে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অন্যান্য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ইবাদতগুলি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আঞ্জাম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দিতে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কিছু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কিছু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এলাকায়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প্রচলন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আছে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সাতদিন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অথবা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দশদিন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পরই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-</w:t>
      </w:r>
      <w:r w:rsidRPr="00CC472D">
        <w:rPr>
          <w:rFonts w:hint="cs"/>
          <w:cs/>
          <w:lang w:bidi="bn-IN"/>
        </w:rPr>
        <w:t>যদিও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তার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আগেই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রক্তপাত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শেষ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হয়ে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যায়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তা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সম্পূর্ণ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ভুল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সঠিক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২৫২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৩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যে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সমস্তকাজগুলি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ঋতুস্রাবের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নারীদের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নিষিদ্ধ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ছিল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সময়ও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সেগুলি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নিষিদ্ধ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হারাম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২৫৩</w:t>
      </w:r>
      <w:r w:rsidRPr="00CC472D">
        <w:rPr>
          <w:cs/>
          <w:lang w:bidi="bn-IN"/>
        </w:rPr>
        <w:t xml:space="preserve"> </w:t>
      </w:r>
    </w:p>
    <w:p w:rsidR="00CC472D" w:rsidRPr="00CC472D" w:rsidRDefault="00CC472D" w:rsidP="00CC472D">
      <w:pPr>
        <w:pStyle w:val="libNormal"/>
      </w:pPr>
      <w:r w:rsidRPr="00CC472D">
        <w:rPr>
          <w:rFonts w:hint="cs"/>
          <w:cs/>
          <w:lang w:bidi="bn-IN"/>
        </w:rPr>
        <w:t>৪</w:t>
      </w:r>
      <w:r w:rsidRPr="00CC472D">
        <w:rPr>
          <w:cs/>
          <w:lang w:bidi="bn-IN"/>
        </w:rPr>
        <w:t xml:space="preserve">- </w:t>
      </w:r>
      <w:r w:rsidRPr="00CC472D">
        <w:rPr>
          <w:rFonts w:hint="cs"/>
          <w:cs/>
          <w:lang w:bidi="bn-IN"/>
        </w:rPr>
        <w:t>নিফাসের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অন্যান্য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গোসলগুলির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সাথে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শুধুমাত্র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নিয়ত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ছাড়া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অন্য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কোন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তফাৎ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নেই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এবং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নামাযের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জন্য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শুধু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যথেষ্ট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নয়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বরং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নারীকে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গোসলসহ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ওযুও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করতে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bn-IN"/>
        </w:rPr>
        <w:t>হবে</w:t>
      </w:r>
      <w:r w:rsidRPr="00CC472D">
        <w:rPr>
          <w:cs/>
          <w:lang w:bidi="bn-IN"/>
        </w:rPr>
        <w:t xml:space="preserve"> </w:t>
      </w:r>
      <w:r w:rsidRPr="00CC472D">
        <w:rPr>
          <w:rFonts w:hint="cs"/>
          <w:cs/>
          <w:lang w:bidi="hi-IN"/>
        </w:rPr>
        <w:t>।</w:t>
      </w:r>
      <w:r w:rsidRPr="00CC472D">
        <w:rPr>
          <w:rStyle w:val="libFootnotenumChar"/>
          <w:rFonts w:hint="cs"/>
          <w:cs/>
          <w:lang w:bidi="bn-IN"/>
        </w:rPr>
        <w:t>২৫৪</w:t>
      </w:r>
      <w:r w:rsidRPr="00CC472D">
        <w:rPr>
          <w:cs/>
          <w:lang w:bidi="bn-IN"/>
        </w:rPr>
        <w:t xml:space="preserve"> </w:t>
      </w:r>
    </w:p>
    <w:p w:rsidR="00CC472D" w:rsidRPr="00C6693F" w:rsidRDefault="00CC472D" w:rsidP="00C6693F">
      <w:r>
        <w:br w:type="page"/>
      </w:r>
    </w:p>
    <w:p w:rsidR="008031DA" w:rsidRPr="006371C5" w:rsidRDefault="008031DA" w:rsidP="008031DA">
      <w:pPr>
        <w:pStyle w:val="Heading2"/>
        <w:rPr>
          <w:lang w:bidi="bn-IN"/>
        </w:rPr>
      </w:pPr>
      <w:bookmarkStart w:id="150" w:name="_Toc439886168"/>
      <w:bookmarkStart w:id="151" w:name="_Toc440447928"/>
      <w:r w:rsidRPr="006371C5">
        <w:rPr>
          <w:cs/>
          <w:lang w:bidi="bn-IN"/>
        </w:rPr>
        <w:lastRenderedPageBreak/>
        <w:t>তথ্যসূত্র</w:t>
      </w:r>
      <w:r w:rsidRPr="006371C5">
        <w:rPr>
          <w:lang w:bidi="bn-IN"/>
        </w:rPr>
        <w:t xml:space="preserve"> :</w:t>
      </w:r>
      <w:bookmarkEnd w:id="150"/>
      <w:bookmarkEnd w:id="151"/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১। সূরা নাহল</w:t>
      </w:r>
      <w:r w:rsidRPr="006371C5">
        <w:t xml:space="preserve">, </w:t>
      </w:r>
      <w:r w:rsidRPr="006371C5">
        <w:rPr>
          <w:cs/>
          <w:lang w:bidi="bn-IN"/>
        </w:rPr>
        <w:t xml:space="preserve">আয়াত নং- ৯৭।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২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সূরা</w:t>
      </w:r>
      <w:r w:rsidRPr="006371C5">
        <w:rPr>
          <w:lang w:bidi="bn-IN"/>
        </w:rPr>
        <w:t xml:space="preserve"> </w:t>
      </w:r>
      <w:r w:rsidRPr="006371C5">
        <w:rPr>
          <w:cs/>
          <w:lang w:bidi="bn-IN"/>
        </w:rPr>
        <w:t xml:space="preserve">সাবা : </w:t>
      </w:r>
      <w:r>
        <w:rPr>
          <w:cs/>
          <w:lang w:bidi="bn-IN"/>
        </w:rPr>
        <w:t>৪৯</w:t>
      </w:r>
      <w:r w:rsidRPr="006371C5">
        <w:rPr>
          <w:cs/>
          <w:lang w:bidi="hi-IN"/>
        </w:rPr>
        <w:t>।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৩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সূরা আহযাব : ৩৫।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৪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হুজুরাত : ১৩।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৫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নাহল : ৯৭।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৬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রূম : ২১।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৭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নিসা : ১।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৮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আ</w:t>
      </w:r>
      <w:r w:rsidRPr="009D5D34">
        <w:rPr>
          <w:rStyle w:val="libAlaemChar"/>
        </w:rPr>
        <w:t>’</w:t>
      </w:r>
      <w:r w:rsidRPr="006371C5">
        <w:rPr>
          <w:cs/>
          <w:lang w:bidi="bn-IN"/>
        </w:rPr>
        <w:t xml:space="preserve">রাফ : ১৮৯। </w:t>
      </w:r>
      <w:r w:rsidRPr="006371C5">
        <w:t xml:space="preserve">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৯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যুমার : ৬।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১০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রূম : ২১। </w:t>
      </w:r>
      <w:r w:rsidRPr="006371C5">
        <w:t xml:space="preserve">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১১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নাহল : ৭২। 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১২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শুরা : ১১।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১৩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আল মিযান ফি তাফসিরুল কুরআন</w:t>
      </w:r>
      <w:r w:rsidRPr="006371C5">
        <w:t xml:space="preserve">, </w:t>
      </w:r>
      <w:r w:rsidRPr="006371C5">
        <w:rPr>
          <w:cs/>
          <w:lang w:bidi="bn-IN"/>
        </w:rPr>
        <w:t>খণ্ড- ৪</w:t>
      </w:r>
      <w:r w:rsidRPr="006371C5">
        <w:t xml:space="preserve">, </w:t>
      </w:r>
      <w:r w:rsidRPr="006371C5">
        <w:rPr>
          <w:cs/>
          <w:lang w:bidi="bn-IN"/>
        </w:rPr>
        <w:t xml:space="preserve">পৃ.-১৩৬।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১৪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ওয়াসায়েলুশ শিয়া</w:t>
      </w:r>
      <w:r w:rsidRPr="006371C5">
        <w:t xml:space="preserve">, </w:t>
      </w:r>
      <w:r w:rsidRPr="006371C5">
        <w:rPr>
          <w:cs/>
          <w:lang w:bidi="bn-IN"/>
        </w:rPr>
        <w:t>খণ্ড-২০</w:t>
      </w:r>
      <w:r w:rsidRPr="006371C5">
        <w:t xml:space="preserve">, </w:t>
      </w:r>
      <w:r w:rsidRPr="006371C5">
        <w:rPr>
          <w:cs/>
          <w:lang w:bidi="bn-IN"/>
        </w:rPr>
        <w:t>পৃ. -৩৫২</w:t>
      </w:r>
      <w:r w:rsidRPr="006371C5">
        <w:t xml:space="preserve">, </w:t>
      </w:r>
      <w:r w:rsidRPr="006371C5">
        <w:rPr>
          <w:cs/>
          <w:lang w:bidi="bn-IN"/>
        </w:rPr>
        <w:t>বাব- ২৮</w:t>
      </w:r>
      <w:r w:rsidRPr="006371C5">
        <w:t xml:space="preserve">, </w:t>
      </w:r>
      <w:r w:rsidRPr="006371C5">
        <w:rPr>
          <w:cs/>
          <w:lang w:bidi="bn-IN"/>
        </w:rPr>
        <w:t xml:space="preserve">হাদীস নং-২৫৮০৪।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১৫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বিহারুল আনোয়ার</w:t>
      </w:r>
      <w:r w:rsidRPr="006371C5">
        <w:t xml:space="preserve">, </w:t>
      </w:r>
      <w:r w:rsidRPr="006371C5">
        <w:rPr>
          <w:cs/>
          <w:lang w:bidi="bn-IN"/>
        </w:rPr>
        <w:t>খণ্ড-১১</w:t>
      </w:r>
      <w:r w:rsidRPr="006371C5">
        <w:t xml:space="preserve">, </w:t>
      </w:r>
      <w:r w:rsidRPr="006371C5">
        <w:rPr>
          <w:cs/>
          <w:lang w:bidi="bn-IN"/>
        </w:rPr>
        <w:t>পৃ. -১১৫</w:t>
      </w:r>
      <w:r w:rsidRPr="006371C5">
        <w:t xml:space="preserve">, </w:t>
      </w:r>
      <w:r w:rsidRPr="006371C5">
        <w:rPr>
          <w:cs/>
          <w:lang w:bidi="bn-IN"/>
        </w:rPr>
        <w:t xml:space="preserve">হাদীস নং-৪২। </w:t>
      </w:r>
      <w:r w:rsidRPr="006371C5">
        <w:t xml:space="preserve">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১৬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কাসাস : ৭।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১৭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আলে ইমরান : ৪৫।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১৮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তাহরিম : ১১।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১৯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কাউছার। </w:t>
      </w:r>
      <w:r w:rsidRPr="006371C5">
        <w:t xml:space="preserve">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২০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আল্ হিকামুয যাহেরাহ্</w:t>
      </w:r>
      <w:r w:rsidRPr="006371C5">
        <w:t xml:space="preserve">, </w:t>
      </w:r>
      <w:r w:rsidRPr="006371C5">
        <w:rPr>
          <w:cs/>
          <w:lang w:bidi="bn-IN"/>
        </w:rPr>
        <w:t>পৃ.- ৯৪।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২১</w:t>
      </w:r>
      <w:r w:rsidRPr="006371C5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371C5">
        <w:t xml:space="preserve">, </w:t>
      </w:r>
      <w:r w:rsidRPr="006371C5">
        <w:rPr>
          <w:cs/>
          <w:lang w:bidi="bn-IN"/>
        </w:rPr>
        <w:t xml:space="preserve">পৃ.- ৯৫।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২২</w:t>
      </w:r>
      <w:r w:rsidRPr="006371C5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371C5">
        <w:t xml:space="preserve">, </w:t>
      </w:r>
      <w:r w:rsidRPr="006371C5">
        <w:rPr>
          <w:cs/>
          <w:lang w:bidi="bn-IN"/>
        </w:rPr>
        <w:t xml:space="preserve">পৃ.- ৯৯।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২৩</w:t>
      </w:r>
      <w:r w:rsidRPr="006371C5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371C5">
        <w:t xml:space="preserve">, </w:t>
      </w:r>
      <w:r w:rsidRPr="006371C5">
        <w:rPr>
          <w:cs/>
          <w:lang w:bidi="bn-IN"/>
        </w:rPr>
        <w:t xml:space="preserve">পৃ.- ৯৮।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 xml:space="preserve">২৪। </w:t>
      </w:r>
      <w:r w:rsidRPr="009D5D34">
        <w:rPr>
          <w:rFonts w:hint="cs"/>
          <w:cs/>
          <w:lang w:bidi="bn-IN"/>
        </w:rPr>
        <w:t>প্রাগুক্ত</w:t>
      </w:r>
      <w:r w:rsidRPr="006371C5">
        <w:t xml:space="preserve">, </w:t>
      </w:r>
      <w:r>
        <w:rPr>
          <w:cs/>
          <w:lang w:bidi="bn-IN"/>
        </w:rPr>
        <w:t>পৃ.- ৯৯।</w:t>
      </w:r>
      <w:r w:rsidRPr="006371C5">
        <w:t xml:space="preserve">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lastRenderedPageBreak/>
        <w:t>২৫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ইমাম খোমেনী  (রহ.)-এর দৃষ্টিতে নারী</w:t>
      </w:r>
      <w:r w:rsidRPr="006371C5">
        <w:t xml:space="preserve">, </w:t>
      </w:r>
      <w:r w:rsidRPr="006371C5">
        <w:rPr>
          <w:cs/>
          <w:lang w:bidi="bn-IN"/>
        </w:rPr>
        <w:t>পৃ. - ৮৮</w:t>
      </w:r>
      <w:r w:rsidRPr="006371C5">
        <w:t xml:space="preserve">, </w:t>
      </w:r>
      <w:r w:rsidRPr="006371C5">
        <w:rPr>
          <w:cs/>
          <w:lang w:bidi="bn-IN"/>
        </w:rPr>
        <w:t>৯১। উল্লেখ্য মুলক ও নাসুত</w:t>
      </w:r>
      <w:r w:rsidRPr="006371C5">
        <w:t xml:space="preserve">  </w:t>
      </w:r>
      <w:r w:rsidRPr="006371C5">
        <w:rPr>
          <w:cs/>
          <w:lang w:bidi="bn-IN"/>
        </w:rPr>
        <w:t>বস্তুজগতের দু</w:t>
      </w:r>
      <w:r w:rsidRPr="009D5D34">
        <w:rPr>
          <w:rStyle w:val="libAlaemChar"/>
        </w:rPr>
        <w:t>’</w:t>
      </w:r>
      <w:r w:rsidRPr="006371C5">
        <w:rPr>
          <w:cs/>
          <w:lang w:bidi="bn-IN"/>
        </w:rPr>
        <w:t>টি পর্যায় এবং মালাকুত ও জাবারুত অবস্তুজগতের দু</w:t>
      </w:r>
      <w:r w:rsidRPr="009D5D34">
        <w:rPr>
          <w:rStyle w:val="libAlaemChar"/>
        </w:rPr>
        <w:t>’</w:t>
      </w:r>
      <w:r w:rsidRPr="006371C5">
        <w:rPr>
          <w:cs/>
          <w:lang w:bidi="bn-IN"/>
        </w:rPr>
        <w:t xml:space="preserve">টি পর্যায়। </w:t>
      </w:r>
    </w:p>
    <w:p w:rsidR="008031DA" w:rsidRPr="006371C5" w:rsidRDefault="008031DA" w:rsidP="008031DA">
      <w:pPr>
        <w:pStyle w:val="libFootnote"/>
        <w:rPr>
          <w:lang w:bidi="bn-IN"/>
        </w:rPr>
      </w:pPr>
      <w:r w:rsidRPr="006371C5">
        <w:rPr>
          <w:cs/>
          <w:lang w:bidi="bn-IN"/>
        </w:rPr>
        <w:t>২৬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 xml:space="preserve">প্রাগুক্ত।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২৭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ইমাম খোমেনী (রহ.)-এর দৃষ্টিতে নারী</w:t>
      </w:r>
      <w:r w:rsidRPr="006371C5">
        <w:t xml:space="preserve">, </w:t>
      </w:r>
      <w:r w:rsidRPr="006371C5">
        <w:rPr>
          <w:cs/>
          <w:lang w:bidi="bn-IN"/>
        </w:rPr>
        <w:t xml:space="preserve">পৃ. -১০১। </w:t>
      </w:r>
      <w:r w:rsidRPr="006371C5">
        <w:t xml:space="preserve"> </w:t>
      </w:r>
    </w:p>
    <w:p w:rsidR="008031DA" w:rsidRPr="006371C5" w:rsidRDefault="008031DA" w:rsidP="008031DA">
      <w:pPr>
        <w:pStyle w:val="libFootnote"/>
      </w:pPr>
      <w:r w:rsidRPr="006371C5">
        <w:rPr>
          <w:cs/>
          <w:lang w:bidi="bn-IN"/>
        </w:rPr>
        <w:t>২৮</w:t>
      </w:r>
      <w:r w:rsidRPr="006371C5">
        <w:rPr>
          <w:cs/>
          <w:lang w:bidi="hi-IN"/>
        </w:rPr>
        <w:t xml:space="preserve">। </w:t>
      </w:r>
      <w:r w:rsidRPr="006371C5">
        <w:rPr>
          <w:cs/>
          <w:lang w:bidi="bn-IN"/>
        </w:rPr>
        <w:t>নিযামে হুকুকে যান দার ইসলাম</w:t>
      </w:r>
      <w:r w:rsidRPr="006371C5">
        <w:t xml:space="preserve">, </w:t>
      </w:r>
      <w:r w:rsidRPr="006371C5">
        <w:rPr>
          <w:cs/>
          <w:lang w:bidi="bn-IN"/>
        </w:rPr>
        <w:t xml:space="preserve">পৃ. -১৫০। </w:t>
      </w:r>
      <w:r w:rsidRPr="006371C5"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মাকারিমুল আখলাক</w:t>
      </w:r>
      <w:r w:rsidRPr="00674641">
        <w:t xml:space="preserve">, </w:t>
      </w:r>
      <w:r w:rsidRPr="00674641">
        <w:rPr>
          <w:cs/>
          <w:lang w:bidi="bn-IN"/>
        </w:rPr>
        <w:t>পৃ. -২১৯।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৩০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নাহ্জুল ফাসাহাহ্</w:t>
      </w:r>
      <w:r w:rsidRPr="00674641">
        <w:t xml:space="preserve">, </w:t>
      </w:r>
      <w:r w:rsidRPr="00674641">
        <w:rPr>
          <w:cs/>
          <w:lang w:bidi="bn-IN"/>
        </w:rPr>
        <w:t>হাদীস নং-১৫২১।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৩১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হাদীস নং-১৫২০।</w:t>
      </w:r>
      <w: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মাকারিমুল আখলাক</w:t>
      </w:r>
      <w:r w:rsidRPr="00674641">
        <w:t xml:space="preserve">, </w:t>
      </w:r>
      <w:r w:rsidRPr="00674641">
        <w:rPr>
          <w:cs/>
          <w:lang w:bidi="bn-IN"/>
        </w:rPr>
        <w:t>পৃ. -২১৯।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৩৩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আওয়ালিন দানেশগাহ্</w:t>
      </w:r>
      <w:r w:rsidRPr="00674641">
        <w:t xml:space="preserve">, </w:t>
      </w:r>
      <w:r w:rsidRPr="00674641">
        <w:rPr>
          <w:cs/>
          <w:lang w:bidi="bn-IN"/>
        </w:rPr>
        <w:t>হাদীস নং-২০।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খাওহারানে কা</w:t>
      </w:r>
      <w:r>
        <w:rPr>
          <w:cs/>
          <w:lang w:bidi="bn-IN"/>
        </w:rPr>
        <w:t>হরা</w:t>
      </w:r>
      <w:r w:rsidRPr="00674641">
        <w:rPr>
          <w:cs/>
          <w:lang w:bidi="bn-IN"/>
        </w:rPr>
        <w:t>মান</w:t>
      </w:r>
      <w:r w:rsidRPr="00674641">
        <w:t xml:space="preserve">, </w:t>
      </w:r>
      <w:r w:rsidRPr="00674641">
        <w:rPr>
          <w:cs/>
          <w:lang w:bidi="bn-IN"/>
        </w:rPr>
        <w:t>পৃ. ৫৬।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৩৫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- ৬৬।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৩৬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-৭৬।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৩৭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- ৯৩।</w:t>
      </w:r>
      <w: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৩৮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- ৯৪।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৩৯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-১২৫।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৪০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১৪২।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৪১</w:t>
      </w:r>
      <w:r>
        <w:rPr>
          <w:cs/>
          <w:lang w:bidi="hi-IN"/>
        </w:rPr>
        <w:t>।</w:t>
      </w:r>
      <w:r>
        <w:rPr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১৫৪।</w:t>
      </w:r>
      <w:r>
        <w:t xml:space="preserve"> 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৪২</w:t>
      </w:r>
      <w:r>
        <w:rPr>
          <w:cs/>
          <w:lang w:bidi="hi-IN"/>
        </w:rPr>
        <w:t>।</w:t>
      </w:r>
      <w:r w:rsidRPr="00FF107C">
        <w:rPr>
          <w:cs/>
          <w:lang w:bidi="bn-IN"/>
        </w:rPr>
        <w:t>লুহুফ -ইবনে তাউস</w:t>
      </w:r>
      <w:r w:rsidRPr="00FF107C">
        <w:t xml:space="preserve">, </w:t>
      </w:r>
      <w:r w:rsidRPr="00FF107C">
        <w:rPr>
          <w:cs/>
          <w:lang w:bidi="bn-IN"/>
        </w:rPr>
        <w:t>পৃ. ১১০।</w:t>
      </w:r>
      <w:r w:rsidRPr="00FF107C"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৪৩</w:t>
      </w:r>
      <w:r w:rsidRPr="00FF107C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FF107C">
        <w:t xml:space="preserve">, </w:t>
      </w:r>
      <w:r w:rsidRPr="00FF107C">
        <w:rPr>
          <w:cs/>
          <w:lang w:bidi="bn-IN"/>
        </w:rPr>
        <w:t xml:space="preserve">পৃ. ১২৫।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নিসা : ৪।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৪৫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rPr>
          <w:cs/>
          <w:lang w:bidi="bn-IN"/>
        </w:rPr>
        <w:t xml:space="preserve"> : ২০।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বাকারাহ্ : ২৩৭।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৪৭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ই</w:t>
      </w:r>
      <w:r w:rsidRPr="009D5D34">
        <w:rPr>
          <w:rStyle w:val="libArChar"/>
        </w:rPr>
        <w:t>’</w:t>
      </w:r>
      <w:r w:rsidRPr="009D5D34">
        <w:rPr>
          <w:cs/>
          <w:lang w:bidi="bn-IN"/>
        </w:rPr>
        <w:t>কাবুল আ</w:t>
      </w:r>
      <w:r w:rsidRPr="009D5D34">
        <w:rPr>
          <w:rStyle w:val="libArChar"/>
        </w:rPr>
        <w:t>’</w:t>
      </w:r>
      <w:r w:rsidRPr="00674641">
        <w:rPr>
          <w:cs/>
          <w:lang w:bidi="bn-IN"/>
        </w:rPr>
        <w:t>মাল</w:t>
      </w:r>
      <w:r w:rsidRPr="00674641">
        <w:t xml:space="preserve">, </w:t>
      </w:r>
      <w:r w:rsidRPr="00674641">
        <w:rPr>
          <w:cs/>
          <w:lang w:bidi="bn-IN"/>
        </w:rPr>
        <w:t>পৃ. ৬৪৯।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৪৮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নিসা : ১৯।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৪৯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ওয়াসায়েলুশ শিয়া</w:t>
      </w:r>
      <w:r w:rsidRPr="00674641">
        <w:t xml:space="preserve">, </w:t>
      </w:r>
      <w:r w:rsidRPr="00674641">
        <w:rPr>
          <w:cs/>
          <w:lang w:bidi="bn-IN"/>
        </w:rPr>
        <w:t>১৫তম খণ্ড</w:t>
      </w:r>
      <w:r w:rsidRPr="00674641">
        <w:t xml:space="preserve">, </w:t>
      </w:r>
      <w:r w:rsidRPr="00674641">
        <w:rPr>
          <w:cs/>
          <w:lang w:bidi="bn-IN"/>
        </w:rPr>
        <w:t>পৃ. ২৩৭।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৫০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নিসা : ৭।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lastRenderedPageBreak/>
        <w:t>৫১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নিসা : ১৯।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ওয়াসায়েলুশ শিয়া</w:t>
      </w:r>
      <w:r w:rsidRPr="00674641">
        <w:t xml:space="preserve">, </w:t>
      </w:r>
      <w:r w:rsidRPr="00674641">
        <w:rPr>
          <w:cs/>
          <w:lang w:bidi="bn-IN"/>
        </w:rPr>
        <w:t>১৭তম খণ্ড</w:t>
      </w:r>
      <w:r w:rsidRPr="00674641">
        <w:t xml:space="preserve">, </w:t>
      </w:r>
      <w:r w:rsidRPr="00674641">
        <w:rPr>
          <w:cs/>
          <w:lang w:bidi="bn-IN"/>
        </w:rPr>
        <w:t>পৃ. ৪৩৬।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৫৩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তালাক : ৬।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.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৫৪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তা</w:t>
      </w:r>
      <w:r>
        <w:rPr>
          <w:cs/>
          <w:lang w:bidi="bn-IN"/>
        </w:rPr>
        <w:t>হরি</w:t>
      </w:r>
      <w:r w:rsidRPr="00674641">
        <w:rPr>
          <w:cs/>
          <w:lang w:bidi="bn-IN"/>
        </w:rPr>
        <w:t>রুল ওয়াসিলাহ্ -হযরত ইমাম খোমেনী (রহ.)</w:t>
      </w:r>
      <w:r>
        <w:t xml:space="preserve"> </w:t>
      </w:r>
      <w:r w:rsidRPr="00674641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৫৫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এ বিষয়ে আরো বেশী জানার জন্য মাসলা মাসায়েল সম্পর্কিত গ্রন্থসমূহ দেখা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আবশ্যক।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 xml:space="preserve">নাহ্জূল ফাসাহাহ্ </w:t>
      </w:r>
      <w:r w:rsidRPr="00674641">
        <w:t xml:space="preserve">, </w:t>
      </w:r>
      <w:r w:rsidRPr="00674641">
        <w:rPr>
          <w:cs/>
          <w:lang w:bidi="bn-IN"/>
        </w:rPr>
        <w:t>পৃ. ২৪৮।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৫৭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ইমাম খোমেনী (রহ.)-এর দৃষ্টিতে নারী</w:t>
      </w:r>
      <w:r w:rsidRPr="00674641">
        <w:t xml:space="preserve">, </w:t>
      </w:r>
      <w:r w:rsidRPr="00674641">
        <w:rPr>
          <w:cs/>
          <w:lang w:bidi="bn-IN"/>
        </w:rPr>
        <w:t>পৃ. ৫।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৫৮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তওবা : ৭১।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৫৯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মুমতাহিনাহ্ : ১২।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৬০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খাওহারানে কা</w:t>
      </w:r>
      <w:r>
        <w:rPr>
          <w:cs/>
          <w:lang w:bidi="bn-IN"/>
        </w:rPr>
        <w:t>হরা</w:t>
      </w:r>
      <w:r w:rsidRPr="00674641">
        <w:rPr>
          <w:cs/>
          <w:lang w:bidi="bn-IN"/>
        </w:rPr>
        <w:t>মান</w:t>
      </w:r>
      <w:r w:rsidRPr="00674641">
        <w:t xml:space="preserve">, </w:t>
      </w:r>
      <w:r w:rsidRPr="00674641">
        <w:rPr>
          <w:cs/>
          <w:lang w:bidi="bn-IN"/>
        </w:rPr>
        <w:t>পৃ. ১২০।</w:t>
      </w:r>
      <w:r>
        <w:rPr>
          <w:cs/>
          <w:lang w:bidi="bn-IN"/>
        </w:rPr>
        <w:t xml:space="preserve"> </w:t>
      </w:r>
    </w:p>
    <w:p w:rsidR="008031DA" w:rsidRPr="009D5D34" w:rsidRDefault="008031DA" w:rsidP="008031DA">
      <w:pPr>
        <w:pStyle w:val="libFootnote"/>
      </w:pPr>
      <w:r>
        <w:rPr>
          <w:cs/>
          <w:lang w:bidi="bn-IN"/>
        </w:rPr>
        <w:t>৬১</w:t>
      </w:r>
      <w:r w:rsidRPr="009D5D34">
        <w:rPr>
          <w:cs/>
          <w:lang w:bidi="hi-IN"/>
        </w:rPr>
        <w:t xml:space="preserve">। </w:t>
      </w:r>
      <w:r w:rsidRPr="009D5D34">
        <w:rPr>
          <w:cs/>
          <w:lang w:bidi="bn-IN"/>
        </w:rPr>
        <w:t xml:space="preserve">ইমাম খোমেনী </w:t>
      </w:r>
      <w:r w:rsidRPr="009D5D34">
        <w:rPr>
          <w:rtl/>
          <w:cs/>
        </w:rPr>
        <w:t>(</w:t>
      </w:r>
      <w:r w:rsidRPr="009D5D34">
        <w:rPr>
          <w:rtl/>
          <w:cs/>
          <w:lang w:bidi="bn-IN"/>
        </w:rPr>
        <w:t>রহ</w:t>
      </w:r>
      <w:r w:rsidRPr="009D5D34">
        <w:rPr>
          <w:rtl/>
          <w:cs/>
        </w:rPr>
        <w:t>.)-</w:t>
      </w:r>
      <w:r w:rsidRPr="009D5D34">
        <w:rPr>
          <w:rtl/>
          <w:cs/>
          <w:lang w:bidi="bn-IN"/>
        </w:rPr>
        <w:t>এর দৃষ্টিতে নারী।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নিযামে হুকুকে যান দার ইসলাম</w:t>
      </w:r>
      <w:r w:rsidRPr="00674641">
        <w:t xml:space="preserve">, </w:t>
      </w:r>
      <w:r w:rsidRPr="00674641">
        <w:rPr>
          <w:cs/>
          <w:lang w:bidi="bn-IN"/>
        </w:rPr>
        <w:t>মুর্তাজা মুতাহারী</w:t>
      </w:r>
      <w:r w:rsidRPr="00674641">
        <w:t xml:space="preserve">, </w:t>
      </w:r>
      <w:r w:rsidRPr="00674641">
        <w:rPr>
          <w:cs/>
          <w:lang w:bidi="bn-IN"/>
        </w:rPr>
        <w:t>পৃ. ২০৭।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৬৩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রূম : ২১।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ওয়াসায়েলুশ শিয়া</w:t>
      </w:r>
      <w:r w:rsidRPr="00674641">
        <w:t xml:space="preserve">, </w:t>
      </w:r>
      <w:r w:rsidRPr="00674641">
        <w:rPr>
          <w:cs/>
          <w:lang w:bidi="bn-IN"/>
        </w:rPr>
        <w:t>১৪তম খণ্ড</w:t>
      </w:r>
      <w:r w:rsidRPr="00674641">
        <w:t xml:space="preserve">, </w:t>
      </w:r>
      <w:r w:rsidRPr="00674641">
        <w:rPr>
          <w:cs/>
          <w:lang w:bidi="bn-IN"/>
        </w:rPr>
        <w:t>পৃ. ১২৩।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৬৫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১৪তম খণ্ড</w:t>
      </w:r>
      <w:r w:rsidRPr="00674641">
        <w:t xml:space="preserve">, </w:t>
      </w:r>
      <w:r w:rsidRPr="00674641">
        <w:rPr>
          <w:cs/>
          <w:lang w:bidi="bn-IN"/>
        </w:rPr>
        <w:t>পৃ. ১২৩।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মাকারিমুল আখলাক</w:t>
      </w:r>
      <w:r w:rsidRPr="00674641">
        <w:t xml:space="preserve">, </w:t>
      </w:r>
      <w:r w:rsidRPr="00674641">
        <w:rPr>
          <w:cs/>
          <w:lang w:bidi="bn-IN"/>
        </w:rPr>
        <w:t>পৃ. ২০০।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৬৭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নাহ্জুল বালাগাহ</w:t>
      </w:r>
      <w:r w:rsidRPr="00674641">
        <w:t xml:space="preserve">, </w:t>
      </w:r>
      <w:r w:rsidRPr="00674641">
        <w:rPr>
          <w:cs/>
          <w:lang w:bidi="bn-IN"/>
        </w:rPr>
        <w:t>বাণী -১৩১</w:t>
      </w:r>
      <w:r w:rsidRPr="00674641">
        <w:t xml:space="preserve">; </w:t>
      </w:r>
      <w:r w:rsidRPr="00674641">
        <w:rPr>
          <w:cs/>
          <w:lang w:bidi="bn-IN"/>
        </w:rPr>
        <w:t>উসূলে কাফী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৫০৭।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৬৮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আল মিযান</w:t>
      </w:r>
      <w:r w:rsidRPr="00674641">
        <w:t xml:space="preserve">, </w:t>
      </w:r>
      <w:r>
        <w:rPr>
          <w:cs/>
          <w:lang w:bidi="bn-IN"/>
        </w:rPr>
        <w:t>৪র্থ</w:t>
      </w:r>
      <w:r w:rsidRPr="00674641">
        <w:rPr>
          <w:cs/>
          <w:lang w:bidi="bn-IN"/>
        </w:rPr>
        <w:t>খণ্ড</w:t>
      </w:r>
      <w:r w:rsidRPr="00674641">
        <w:t xml:space="preserve">, </w:t>
      </w:r>
      <w:r w:rsidRPr="00674641">
        <w:rPr>
          <w:cs/>
          <w:lang w:bidi="bn-IN"/>
        </w:rPr>
        <w:t>পৃ. - ৩৫০।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৬৯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ইমাম খোমেনীর (রহ:) দৃষ্টিতে নারী</w:t>
      </w:r>
      <w:r w:rsidRPr="00674641">
        <w:t xml:space="preserve">, </w:t>
      </w:r>
      <w:r w:rsidRPr="00674641">
        <w:rPr>
          <w:cs/>
          <w:lang w:bidi="bn-IN"/>
        </w:rPr>
        <w:t>পৃ. ৮০।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৭০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৭৯</w:t>
      </w:r>
      <w:r w:rsidRPr="00674641">
        <w:t xml:space="preserve">, </w:t>
      </w:r>
      <w:r w:rsidRPr="00674641">
        <w:rPr>
          <w:cs/>
          <w:lang w:bidi="bn-IN"/>
        </w:rPr>
        <w:t>৮০।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৭১</w:t>
      </w:r>
      <w:r w:rsidRPr="00674641">
        <w:rPr>
          <w:cs/>
          <w:lang w:bidi="hi-IN"/>
        </w:rPr>
        <w:t xml:space="preserve">। </w:t>
      </w:r>
      <w:r w:rsidRPr="009D5D34">
        <w:rPr>
          <w:rFonts w:hint="cs"/>
          <w:cs/>
          <w:lang w:bidi="bn-IN"/>
        </w:rPr>
        <w:t>প্রাগুক্ত</w:t>
      </w:r>
      <w:r>
        <w:t xml:space="preserve"> </w:t>
      </w:r>
      <w:r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মাকারিমুল আখলাক</w:t>
      </w:r>
      <w:r w:rsidRPr="00674641">
        <w:t xml:space="preserve">, </w:t>
      </w:r>
      <w:r w:rsidRPr="00674641">
        <w:rPr>
          <w:cs/>
          <w:lang w:bidi="bn-IN"/>
        </w:rPr>
        <w:t>পৃ. ২১৬ এবং মুসতাদরাকুল</w:t>
      </w:r>
      <w:r>
        <w:rPr>
          <w:lang w:bidi="bn-IN"/>
        </w:rPr>
        <w:t xml:space="preserve"> </w:t>
      </w:r>
      <w:r w:rsidRPr="00674641">
        <w:rPr>
          <w:cs/>
          <w:lang w:bidi="bn-IN"/>
        </w:rPr>
        <w:t>ওয়াসায়েল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৫৫২।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৭৩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জাছিয়া : ২৯।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আলে ইমরান : ৩০।</w:t>
      </w:r>
      <w:r>
        <w:rPr>
          <w:cs/>
          <w:lang w:bidi="bn-IN"/>
        </w:rPr>
        <w:t xml:space="preserve"> </w:t>
      </w:r>
    </w:p>
    <w:p w:rsidR="008031DA" w:rsidRPr="006371C5" w:rsidRDefault="008031DA" w:rsidP="008031DA">
      <w:pPr>
        <w:pStyle w:val="libFootnote"/>
      </w:pPr>
      <w:r>
        <w:rPr>
          <w:cs/>
          <w:lang w:bidi="bn-IN"/>
        </w:rPr>
        <w:t>৭৫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কাহ্ফ : ৪৯।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ফু</w:t>
      </w:r>
      <w:r>
        <w:rPr>
          <w:cs/>
          <w:lang w:bidi="bn-IN"/>
        </w:rPr>
        <w:t>সসি</w:t>
      </w:r>
      <w:r w:rsidRPr="00674641">
        <w:rPr>
          <w:cs/>
          <w:lang w:bidi="bn-IN"/>
        </w:rPr>
        <w:t>লাত : ১৯-২৩।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৭৭</w:t>
      </w:r>
      <w:r>
        <w:rPr>
          <w:cs/>
          <w:lang w:bidi="hi-IN"/>
        </w:rPr>
        <w:t>।</w:t>
      </w:r>
      <w:r>
        <w:rPr>
          <w:lang w:bidi="bn-IN"/>
        </w:rPr>
        <w:t xml:space="preserve"> </w:t>
      </w:r>
      <w:r>
        <w:rPr>
          <w:cs/>
          <w:lang w:bidi="bn-IN"/>
        </w:rPr>
        <w:t>নাহজুল</w:t>
      </w:r>
      <w:r>
        <w:rPr>
          <w:lang w:bidi="bn-IN"/>
        </w:rPr>
        <w:t xml:space="preserve"> </w:t>
      </w:r>
      <w:r>
        <w:rPr>
          <w:cs/>
          <w:lang w:bidi="bn-IN"/>
        </w:rPr>
        <w:t>ফাছাহাহ</w:t>
      </w:r>
      <w:r>
        <w:rPr>
          <w:lang w:bidi="bn-IN"/>
        </w:rPr>
        <w:t xml:space="preserve"> :</w:t>
      </w:r>
      <w:r>
        <w:rPr>
          <w:cs/>
          <w:lang w:bidi="bn-IN"/>
        </w:rPr>
        <w:t>পৃ</w:t>
      </w:r>
      <w:r>
        <w:rPr>
          <w:lang w:bidi="bn-IN"/>
        </w:rPr>
        <w:t>-</w:t>
      </w:r>
      <w:r>
        <w:rPr>
          <w:cs/>
          <w:lang w:bidi="bn-IN"/>
        </w:rPr>
        <w:t>১৯৬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lastRenderedPageBreak/>
        <w:t>৭৮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আলে ইমরান : ১৪।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৭৯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বাকারা : ৩৪।</w:t>
      </w:r>
      <w:r>
        <w:t xml:space="preserve"> 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৮০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মায়েদা : ৯১।</w:t>
      </w:r>
      <w:r>
        <w:t xml:space="preserve"> 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৮১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আনয়াম ১১২।</w:t>
      </w:r>
      <w: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</w:t>
      </w:r>
      <w:r w:rsidRPr="009D5D34">
        <w:rPr>
          <w:rStyle w:val="libArChar"/>
        </w:rPr>
        <w:t>’</w:t>
      </w:r>
      <w:r w:rsidRPr="00674641">
        <w:rPr>
          <w:cs/>
          <w:lang w:bidi="bn-IN"/>
        </w:rPr>
        <w:t>রাফ : ২৭।</w:t>
      </w:r>
      <w: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৮৩</w:t>
      </w:r>
      <w:r>
        <w:rPr>
          <w:cs/>
          <w:lang w:bidi="hi-IN"/>
        </w:rPr>
        <w:t>।</w:t>
      </w:r>
      <w:r>
        <w:rPr>
          <w:lang w:bidi="bn-IN"/>
        </w:rPr>
        <w:t xml:space="preserve"> </w:t>
      </w:r>
      <w:r w:rsidRPr="00674641">
        <w:rPr>
          <w:cs/>
          <w:lang w:bidi="bn-IN"/>
        </w:rPr>
        <w:t>তাফসীরে নমুনা</w:t>
      </w:r>
      <w:r w:rsidRPr="00674641">
        <w:t xml:space="preserve">, </w:t>
      </w:r>
      <w:r w:rsidRPr="00674641">
        <w:rPr>
          <w:cs/>
          <w:lang w:bidi="bn-IN"/>
        </w:rPr>
        <w:t>৬ষ্ঠ খণ্ড</w:t>
      </w:r>
      <w:r w:rsidRPr="00674641">
        <w:t xml:space="preserve">, </w:t>
      </w:r>
      <w:r w:rsidRPr="00674641">
        <w:rPr>
          <w:cs/>
          <w:lang w:bidi="bn-IN"/>
        </w:rPr>
        <w:t>পৃ. ১১০।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সাফিনাতুল বিহার</w:t>
      </w:r>
      <w:r w:rsidRPr="00674641">
        <w:t xml:space="preserve">, </w:t>
      </w:r>
      <w:r w:rsidRPr="00674641">
        <w:rPr>
          <w:cs/>
          <w:lang w:bidi="bn-IN"/>
        </w:rPr>
        <w:t>বাবে বালাসা।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৮৫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আওয়ালিন দানেশগাহ ওয়া আখেরীন পেইয়ামবার</w:t>
      </w:r>
      <w:r w:rsidRPr="00674641">
        <w:t xml:space="preserve">, </w:t>
      </w:r>
      <w:r w:rsidRPr="00674641">
        <w:rPr>
          <w:cs/>
          <w:lang w:bidi="bn-IN"/>
        </w:rPr>
        <w:t>১ম খণ্ড</w:t>
      </w:r>
      <w:r w:rsidRPr="00674641">
        <w:t xml:space="preserve">, </w:t>
      </w:r>
      <w:r w:rsidRPr="00674641">
        <w:rPr>
          <w:cs/>
          <w:lang w:bidi="bn-IN"/>
        </w:rPr>
        <w:t>পৃ. ৬০।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মাকারেমুল আখলাক</w:t>
      </w:r>
      <w:r w:rsidRPr="00674641">
        <w:t xml:space="preserve">, </w:t>
      </w:r>
      <w:r w:rsidRPr="00674641">
        <w:rPr>
          <w:cs/>
          <w:lang w:bidi="bn-IN"/>
        </w:rPr>
        <w:t>পৃ. ৬৬।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৮৭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আমালী</w:t>
      </w:r>
      <w:r w:rsidRPr="00674641">
        <w:t xml:space="preserve">, </w:t>
      </w:r>
      <w:r w:rsidRPr="00674641">
        <w:rPr>
          <w:cs/>
          <w:lang w:bidi="bn-IN"/>
        </w:rPr>
        <w:t>শেইখ সাদুক</w:t>
      </w:r>
      <w:r w:rsidRPr="00674641">
        <w:t xml:space="preserve">, </w:t>
      </w:r>
      <w:r w:rsidRPr="00674641">
        <w:rPr>
          <w:cs/>
          <w:lang w:bidi="bn-IN"/>
        </w:rPr>
        <w:t>মজলিস-৬৬।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৮৮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মাকারেমুল আখলাক</w:t>
      </w:r>
      <w:r w:rsidRPr="00674641">
        <w:t xml:space="preserve">, </w:t>
      </w:r>
      <w:r w:rsidRPr="00674641">
        <w:rPr>
          <w:cs/>
          <w:lang w:bidi="bn-IN"/>
        </w:rPr>
        <w:t>পৃ. ৬৭।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৮৯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আওয়ালিন দানেশগাহ</w:t>
      </w:r>
      <w:r w:rsidRPr="00674641">
        <w:t xml:space="preserve">, </w:t>
      </w:r>
      <w:r w:rsidRPr="00674641">
        <w:rPr>
          <w:cs/>
          <w:lang w:bidi="bn-IN"/>
        </w:rPr>
        <w:t>১ম খণ্ড</w:t>
      </w:r>
      <w:r w:rsidRPr="00674641">
        <w:t xml:space="preserve">, </w:t>
      </w:r>
      <w:r w:rsidRPr="00674641">
        <w:rPr>
          <w:cs/>
          <w:lang w:bidi="bn-IN"/>
        </w:rPr>
        <w:t>পৃ. ৬২</w:t>
      </w:r>
      <w:r w:rsidRPr="00674641">
        <w:t xml:space="preserve">, </w:t>
      </w:r>
      <w:r w:rsidRPr="00674641">
        <w:rPr>
          <w:cs/>
          <w:lang w:bidi="bn-IN"/>
        </w:rPr>
        <w:t>উছুলে কাফি</w:t>
      </w:r>
      <w:r w:rsidRPr="00674641">
        <w:t xml:space="preserve">, </w:t>
      </w:r>
      <w:r w:rsidRPr="00674641">
        <w:rPr>
          <w:cs/>
          <w:lang w:bidi="bn-IN"/>
        </w:rPr>
        <w:t>৬ষ্ঠ খণ্ড</w:t>
      </w:r>
      <w:r w:rsidRPr="00674641">
        <w:t xml:space="preserve">, </w:t>
      </w:r>
      <w:r w:rsidRPr="00674641">
        <w:rPr>
          <w:cs/>
          <w:lang w:bidi="bn-IN"/>
        </w:rPr>
        <w:t>পৃ. ৩২২।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৯০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আমালি</w:t>
      </w:r>
      <w:r w:rsidRPr="00674641">
        <w:t xml:space="preserve">, </w:t>
      </w:r>
      <w:r w:rsidRPr="00674641">
        <w:rPr>
          <w:cs/>
          <w:lang w:bidi="bn-IN"/>
        </w:rPr>
        <w:t>শেইখ সাদুক</w:t>
      </w:r>
      <w:r w:rsidRPr="00674641">
        <w:t xml:space="preserve">, </w:t>
      </w:r>
      <w:r w:rsidRPr="00674641">
        <w:rPr>
          <w:cs/>
          <w:lang w:bidi="bn-IN"/>
        </w:rPr>
        <w:t>মজলিস-৬৬।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৯১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উছুলে কাফি</w:t>
      </w:r>
      <w:r w:rsidRPr="00674641">
        <w:t xml:space="preserve">, </w:t>
      </w:r>
      <w:r w:rsidRPr="00674641">
        <w:rPr>
          <w:cs/>
          <w:lang w:bidi="bn-IN"/>
        </w:rPr>
        <w:t>২য় খণ্ড।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ওয়াসায়েল</w:t>
      </w:r>
      <w:r w:rsidRPr="00674641">
        <w:t xml:space="preserve">, </w:t>
      </w:r>
      <w:r w:rsidRPr="00674641">
        <w:rPr>
          <w:cs/>
          <w:lang w:bidi="bn-IN"/>
        </w:rPr>
        <w:t>১৪তম খণ্ড</w:t>
      </w:r>
      <w:r w:rsidRPr="00674641">
        <w:t xml:space="preserve">, </w:t>
      </w:r>
      <w:r w:rsidRPr="00674641">
        <w:rPr>
          <w:cs/>
          <w:lang w:bidi="bn-IN"/>
        </w:rPr>
        <w:t>পৃ. ১৩৮।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৯৩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আল্ হিকামুয যাহেরাহ্</w:t>
      </w:r>
      <w:r w:rsidRPr="00674641">
        <w:t xml:space="preserve">, </w:t>
      </w:r>
      <w:r w:rsidRPr="00674641">
        <w:rPr>
          <w:cs/>
          <w:lang w:bidi="bn-IN"/>
        </w:rPr>
        <w:t>পৃ. ২৯১।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মুসতাদরাকুল ওয়াসায়েল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৫৫৪।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৯৫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তোহাফুল উ</w:t>
      </w:r>
      <w:r w:rsidRPr="009D5D34">
        <w:rPr>
          <w:rStyle w:val="libArChar"/>
        </w:rPr>
        <w:t>’</w:t>
      </w:r>
      <w:r w:rsidRPr="00674641">
        <w:rPr>
          <w:cs/>
          <w:lang w:bidi="bn-IN"/>
        </w:rPr>
        <w:t>কুল</w:t>
      </w:r>
      <w:r w:rsidRPr="00674641">
        <w:t xml:space="preserve">, </w:t>
      </w:r>
      <w:r w:rsidRPr="00674641">
        <w:rPr>
          <w:cs/>
          <w:lang w:bidi="bn-IN"/>
        </w:rPr>
        <w:t>পৃ. ৩৮২</w:t>
      </w:r>
      <w:r w:rsidRPr="00674641">
        <w:t xml:space="preserve">, </w:t>
      </w:r>
      <w:r w:rsidRPr="00674641">
        <w:rPr>
          <w:cs/>
          <w:lang w:bidi="bn-IN"/>
        </w:rPr>
        <w:t>উছুলে 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৫১৫।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১৯৩।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৯৭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সুনানে নাসায়ী</w:t>
      </w:r>
      <w:r w:rsidRPr="00674641">
        <w:t xml:space="preserve">, </w:t>
      </w:r>
      <w:r w:rsidRPr="00674641">
        <w:rPr>
          <w:cs/>
          <w:lang w:bidi="bn-IN"/>
        </w:rPr>
        <w:t>৮ম খণ্ড</w:t>
      </w:r>
      <w:r w:rsidRPr="00674641">
        <w:t xml:space="preserve">, </w:t>
      </w:r>
      <w:r w:rsidRPr="00674641">
        <w:rPr>
          <w:cs/>
          <w:lang w:bidi="bn-IN"/>
        </w:rPr>
        <w:t xml:space="preserve">প. ১৫৩।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৯৮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৩৬।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৯৯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বাকারা : ২৩।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০০</w:t>
      </w:r>
      <w:r>
        <w:t xml:space="preserve"> 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ফালাক : ৪।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১০১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সাফিনাতুল বিহার</w:t>
      </w:r>
      <w:r w:rsidRPr="00674641">
        <w:t xml:space="preserve">, </w:t>
      </w:r>
      <w:r w:rsidRPr="00674641">
        <w:rPr>
          <w:cs/>
          <w:lang w:bidi="bn-IN"/>
        </w:rPr>
        <w:t xml:space="preserve">বাবে </w:t>
      </w:r>
      <w:r>
        <w:rPr>
          <w:cs/>
          <w:lang w:bidi="bn-IN"/>
        </w:rPr>
        <w:t>নি</w:t>
      </w:r>
      <w:r w:rsidRPr="00674641">
        <w:rPr>
          <w:cs/>
          <w:lang w:bidi="bn-IN"/>
        </w:rPr>
        <w:t>সা এবং উছুলে 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৫১৮।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০২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ইউসূফ : ৩৩।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১০৩</w:t>
      </w:r>
      <w:r>
        <w:rPr>
          <w:cs/>
          <w:lang w:bidi="hi-IN"/>
        </w:rPr>
        <w:t>।</w:t>
      </w:r>
      <w:r>
        <w:rPr>
          <w:lang w:bidi="bn-IN"/>
        </w:rPr>
        <w:t xml:space="preserve"> </w:t>
      </w:r>
      <w:r w:rsidRPr="00674641">
        <w:rPr>
          <w:cs/>
          <w:lang w:bidi="bn-IN"/>
        </w:rPr>
        <w:t>মাকারেমুল আখলাক</w:t>
      </w:r>
      <w:r w:rsidRPr="00674641">
        <w:t xml:space="preserve">, </w:t>
      </w:r>
      <w:r w:rsidRPr="00674641">
        <w:rPr>
          <w:cs/>
          <w:lang w:bidi="bn-IN"/>
        </w:rPr>
        <w:t>পৃ. ২১২।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০৪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সহীহ্ বুখারী</w:t>
      </w:r>
      <w:r w:rsidRPr="00674641">
        <w:t xml:space="preserve">, </w:t>
      </w:r>
      <w:r w:rsidRPr="00674641">
        <w:rPr>
          <w:cs/>
          <w:lang w:bidi="bn-IN"/>
        </w:rPr>
        <w:t>৭ম খণ্ড</w:t>
      </w:r>
      <w:r w:rsidRPr="00674641">
        <w:t xml:space="preserve">, </w:t>
      </w:r>
      <w:r w:rsidRPr="00674641">
        <w:rPr>
          <w:cs/>
          <w:lang w:bidi="bn-IN"/>
        </w:rPr>
        <w:t>পৃ. ১১ এবং মুসতাদরাক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৫৬১।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lastRenderedPageBreak/>
        <w:t>১০৫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৬১।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১০৬</w:t>
      </w:r>
      <w:r w:rsidRPr="00674641">
        <w:rPr>
          <w:cs/>
          <w:lang w:bidi="hi-IN"/>
        </w:rPr>
        <w:t xml:space="preserve">। </w:t>
      </w:r>
      <w:r w:rsidRPr="00674641">
        <w:rPr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১০৮।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০৭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৪০</w:t>
      </w:r>
      <w:r w:rsidRPr="00674641">
        <w:t xml:space="preserve">; </w:t>
      </w:r>
      <w:r w:rsidRPr="00674641">
        <w:rPr>
          <w:cs/>
          <w:lang w:bidi="bn-IN"/>
        </w:rPr>
        <w:t>সুনানে তিরমিযী</w:t>
      </w:r>
      <w:r w:rsidRPr="00674641">
        <w:t xml:space="preserve">, </w:t>
      </w:r>
      <w:r w:rsidRPr="00674641">
        <w:rPr>
          <w:cs/>
          <w:lang w:bidi="bn-IN"/>
        </w:rPr>
        <w:t>৪র্থ খণ্ড</w:t>
      </w:r>
      <w:r w:rsidRPr="00674641">
        <w:t xml:space="preserve">, </w:t>
      </w:r>
      <w:r w:rsidRPr="00674641">
        <w:rPr>
          <w:cs/>
          <w:lang w:bidi="bn-IN"/>
        </w:rPr>
        <w:t>পৃ. ৭১৫</w:t>
      </w:r>
      <w:r w:rsidRPr="00674641">
        <w:t xml:space="preserve">, </w:t>
      </w:r>
      <w:r w:rsidRPr="00674641">
        <w:rPr>
          <w:cs/>
          <w:lang w:bidi="bn-IN"/>
        </w:rPr>
        <w:t>মুসতাদরাকুল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ওয়াসায়েল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৫৪৯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১০৮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১২০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১০৯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বাকারা : ২৪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১০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মুহাজ্জাতুল বাইযা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১৭৭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১১১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সাদ : ৮২ ও ৮৩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১১২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৪৯৯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১৩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৪৯৯</w:t>
      </w:r>
      <w:r w:rsidRPr="00674641">
        <w:t xml:space="preserve">, </w:t>
      </w:r>
      <w:r w:rsidRPr="00674641">
        <w:rPr>
          <w:cs/>
          <w:lang w:bidi="bn-IN"/>
        </w:rPr>
        <w:t>মান লা ইয়াহ্যার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২৪৭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১১৪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ওয়াসায়েলুশ শিয়া</w:t>
      </w:r>
      <w:r w:rsidRPr="00674641">
        <w:t xml:space="preserve">, </w:t>
      </w:r>
      <w:r w:rsidRPr="00674641">
        <w:rPr>
          <w:cs/>
          <w:lang w:bidi="bn-IN"/>
        </w:rPr>
        <w:t>৩য় খণ্ড</w:t>
      </w:r>
      <w:r w:rsidRPr="00674641">
        <w:t xml:space="preserve">, </w:t>
      </w:r>
      <w:r w:rsidRPr="00674641">
        <w:rPr>
          <w:cs/>
          <w:lang w:bidi="bn-IN"/>
        </w:rPr>
        <w:t>প. ৩৫৭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১৫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ইসরা : ৮</w:t>
      </w:r>
      <w:r>
        <w:rPr>
          <w:cs/>
          <w:lang w:bidi="bn-IN"/>
        </w:rPr>
        <w:t>৪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১১৬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৫০৯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১৭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সুনানে আবি দাউদ</w:t>
      </w:r>
      <w:r w:rsidRPr="00674641">
        <w:t xml:space="preserve">, </w:t>
      </w:r>
      <w:r w:rsidRPr="00674641">
        <w:rPr>
          <w:cs/>
          <w:lang w:bidi="bn-IN"/>
        </w:rPr>
        <w:t>৪র্থ খণ্ড</w:t>
      </w:r>
      <w:r w:rsidRPr="00674641">
        <w:t xml:space="preserve">, </w:t>
      </w:r>
      <w:r w:rsidRPr="00674641">
        <w:rPr>
          <w:cs/>
          <w:lang w:bidi="bn-IN"/>
        </w:rPr>
        <w:t>পৃ. ৪৪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১১৮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মিযানুল হিকমা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১০২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১৯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মুসতাদরাকুল ওয়াসায়েল</w:t>
      </w:r>
      <w:r w:rsidRPr="00674641">
        <w:t>,</w:t>
      </w:r>
      <w:r w:rsidRPr="00674641">
        <w:rPr>
          <w:cs/>
          <w:lang w:bidi="bn-IN"/>
        </w:rPr>
        <w:t>১ম খণ্ড</w:t>
      </w:r>
      <w:r w:rsidRPr="00674641">
        <w:t xml:space="preserve">, </w:t>
      </w:r>
      <w:r w:rsidRPr="00674641">
        <w:rPr>
          <w:cs/>
          <w:lang w:bidi="bn-IN"/>
        </w:rPr>
        <w:t>পৃ. ২০৮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১২০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মায়া</w:t>
      </w:r>
      <w:r w:rsidRPr="009D5D34">
        <w:rPr>
          <w:rStyle w:val="libArChar"/>
        </w:rPr>
        <w:t>’</w:t>
      </w:r>
      <w:r w:rsidRPr="00674641">
        <w:rPr>
          <w:cs/>
          <w:lang w:bidi="bn-IN"/>
        </w:rPr>
        <w:t>নিউল আখবার</w:t>
      </w:r>
      <w:r w:rsidRPr="00674641">
        <w:t xml:space="preserve">, </w:t>
      </w:r>
      <w:r w:rsidRPr="00674641">
        <w:rPr>
          <w:cs/>
          <w:lang w:bidi="bn-IN"/>
        </w:rPr>
        <w:t>পৃ. ৪০১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২১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নাহ্জুল ফাছাহাহ্</w:t>
      </w:r>
      <w:r w:rsidRPr="00674641">
        <w:t xml:space="preserve">, </w:t>
      </w:r>
      <w:r w:rsidRPr="00674641">
        <w:rPr>
          <w:cs/>
          <w:lang w:bidi="bn-IN"/>
        </w:rPr>
        <w:t>পৃ. ১৬৬</w:t>
      </w:r>
      <w:r w:rsidRPr="00674641">
        <w:t xml:space="preserve">, </w:t>
      </w:r>
      <w:r w:rsidRPr="00674641">
        <w:rPr>
          <w:cs/>
          <w:lang w:bidi="bn-IN"/>
        </w:rPr>
        <w:t>সহীহ্ মুসলিম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১০২০</w:t>
      </w:r>
      <w:r w:rsidRPr="00674641">
        <w:t xml:space="preserve">, </w:t>
      </w:r>
      <w:r w:rsidRPr="00674641">
        <w:rPr>
          <w:cs/>
          <w:lang w:bidi="bn-IN"/>
        </w:rPr>
        <w:t>সুনানে তিরমিযী</w:t>
      </w:r>
      <w:r w:rsidRPr="00674641">
        <w:t>,</w:t>
      </w:r>
      <w:r>
        <w:t xml:space="preserve"> </w:t>
      </w:r>
      <w:r w:rsidRPr="00674641">
        <w:rPr>
          <w:cs/>
          <w:lang w:bidi="bn-IN"/>
        </w:rPr>
        <w:t>৩য় খণ্ড</w:t>
      </w:r>
      <w:r w:rsidRPr="00674641">
        <w:t xml:space="preserve">, </w:t>
      </w:r>
      <w:r w:rsidRPr="00674641">
        <w:rPr>
          <w:cs/>
          <w:lang w:bidi="bn-IN"/>
        </w:rPr>
        <w:t>পৃ. ৪৬৪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১২</w:t>
      </w:r>
      <w:r w:rsidRPr="00674641">
        <w:rPr>
          <w:cs/>
          <w:lang w:bidi="bn-IN"/>
        </w:rPr>
        <w:t>২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মিযানুল হিকমাহ্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৫৬৪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১২</w:t>
      </w:r>
      <w:r w:rsidRPr="00674641">
        <w:rPr>
          <w:cs/>
          <w:lang w:bidi="bn-IN"/>
        </w:rPr>
        <w:t>৩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প্রাগুক্ত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২৪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মায়া</w:t>
      </w:r>
      <w:r w:rsidRPr="009D5D34">
        <w:rPr>
          <w:rStyle w:val="libArChar"/>
        </w:rPr>
        <w:t>’</w:t>
      </w:r>
      <w:r w:rsidRPr="00674641">
        <w:rPr>
          <w:cs/>
          <w:lang w:bidi="bn-IN"/>
        </w:rPr>
        <w:t>নিউল আখবার</w:t>
      </w:r>
      <w:r w:rsidRPr="00674641">
        <w:t xml:space="preserve">, </w:t>
      </w:r>
      <w:r w:rsidRPr="00674641">
        <w:rPr>
          <w:cs/>
          <w:lang w:bidi="bn-IN"/>
        </w:rPr>
        <w:t>পৃ. ১৪৪</w:t>
      </w:r>
      <w:r w:rsidRPr="00674641">
        <w:t xml:space="preserve">, </w:t>
      </w:r>
      <w:r w:rsidRPr="00674641">
        <w:rPr>
          <w:cs/>
          <w:lang w:bidi="bn-IN"/>
        </w:rPr>
        <w:t>ওয়াসায়েলুশ শিয়া</w:t>
      </w:r>
      <w:r w:rsidRPr="00674641">
        <w:t xml:space="preserve">, </w:t>
      </w:r>
      <w:r w:rsidRPr="00674641">
        <w:rPr>
          <w:cs/>
          <w:lang w:bidi="bn-IN"/>
        </w:rPr>
        <w:t>১৪তম খণ্ড</w:t>
      </w:r>
      <w:r w:rsidRPr="00674641">
        <w:t xml:space="preserve">, </w:t>
      </w:r>
      <w:r w:rsidRPr="00674641">
        <w:rPr>
          <w:cs/>
          <w:lang w:bidi="bn-IN"/>
        </w:rPr>
        <w:t>পৃ. ১৭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১২৫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সাফিনাতুল বিহার</w:t>
      </w:r>
      <w:r w:rsidRPr="00674641">
        <w:t xml:space="preserve">, </w:t>
      </w:r>
      <w:r w:rsidRPr="00674641">
        <w:rPr>
          <w:cs/>
          <w:lang w:bidi="bn-IN"/>
        </w:rPr>
        <w:t>১ম খণ্ড</w:t>
      </w:r>
      <w:r w:rsidRPr="00674641">
        <w:t xml:space="preserve">, </w:t>
      </w:r>
      <w:r w:rsidRPr="00674641">
        <w:rPr>
          <w:cs/>
          <w:lang w:bidi="bn-IN"/>
        </w:rPr>
        <w:t>বাবে বালাসা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২৬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উছুলে 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৫০৭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১২৭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ইউনুস : ২৩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২৮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কেইহান পত্রিকা (ফার্সী) : ৬/৩/৭০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১২৯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rPr>
          <w:cs/>
          <w:lang w:bidi="bn-IN"/>
        </w:rPr>
        <w:t>: ২২/৪/৭০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lastRenderedPageBreak/>
        <w:t>১৩০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সাফ ম্যাগাজিন (ফার্সী)</w:t>
      </w:r>
      <w:r w:rsidRPr="00674641">
        <w:t xml:space="preserve">, </w:t>
      </w:r>
      <w:r w:rsidRPr="00674641">
        <w:rPr>
          <w:cs/>
          <w:lang w:bidi="bn-IN"/>
        </w:rPr>
        <w:t>৮১ নং সংখ্যা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১৩১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কেইহান পত্রিকা (ফার্সী) : ১/৪/৭১ ফার্সী</w:t>
      </w:r>
      <w:r>
        <w:rPr>
          <w:cs/>
          <w:lang w:bidi="hi-IN"/>
        </w:rPr>
        <w:t xml:space="preserve"> ।</w:t>
      </w:r>
      <w: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৩২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>
        <w:rPr>
          <w:lang w:bidi="bn-IN"/>
        </w:rPr>
        <w:t xml:space="preserve"> </w:t>
      </w:r>
      <w:r w:rsidRPr="00674641">
        <w:rPr>
          <w:cs/>
          <w:lang w:bidi="bn-IN"/>
        </w:rPr>
        <w:t>: ৪/৪/৭১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১৩৩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rPr>
          <w:cs/>
          <w:lang w:bidi="bn-IN"/>
        </w:rPr>
        <w:t xml:space="preserve"> : ৪/৪/৭১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১৩৪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rPr>
          <w:cs/>
          <w:lang w:bidi="bn-IN"/>
        </w:rPr>
        <w:t xml:space="preserve"> : ৭/৪/৮১ ফার্সী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৩৫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rPr>
          <w:cs/>
          <w:lang w:bidi="bn-IN"/>
        </w:rPr>
        <w:t xml:space="preserve"> : ৭/৪/৭১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১৩৬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সাফ ম্যাগাজিন (ফার্সী)</w:t>
      </w:r>
      <w:r w:rsidRPr="00674641">
        <w:t xml:space="preserve">, </w:t>
      </w:r>
      <w:r w:rsidRPr="00674641">
        <w:rPr>
          <w:cs/>
          <w:lang w:bidi="bn-IN"/>
        </w:rPr>
        <w:t>৮২ নং সংখ্যা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১৩৭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কেইহান পত্রিকা (ফার্সী) : ৪/৪/৭১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১৩৮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rPr>
          <w:cs/>
          <w:lang w:bidi="bn-IN"/>
        </w:rPr>
        <w:t xml:space="preserve"> : ৭/৪/৭১ ফার্সী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৩৯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কেইহান পত্রিকা : ২৪/১১/৭০ ফার্সী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১৪০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আজকের নারী ম্যাগাজিন (ফার্সী)</w:t>
      </w:r>
      <w:r w:rsidRPr="00674641">
        <w:t xml:space="preserve">, </w:t>
      </w:r>
      <w:r w:rsidRPr="00674641">
        <w:rPr>
          <w:cs/>
          <w:lang w:bidi="bn-IN"/>
        </w:rPr>
        <w:t>সংখ্যা-১৩৩০</w:t>
      </w:r>
      <w:r w:rsidRPr="00674641">
        <w:t xml:space="preserve">, </w:t>
      </w:r>
      <w:r w:rsidRPr="00674641">
        <w:rPr>
          <w:cs/>
          <w:lang w:bidi="bn-IN"/>
        </w:rPr>
        <w:t>৬/৬/৭০ ফার্সী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৪১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ঔষধ ও চিকিৎসা বিচিত্রা (ফার্সী)</w:t>
      </w:r>
      <w:r w:rsidRPr="00674641">
        <w:t xml:space="preserve">, </w:t>
      </w:r>
      <w:r w:rsidRPr="00674641">
        <w:rPr>
          <w:cs/>
          <w:lang w:bidi="bn-IN"/>
        </w:rPr>
        <w:t>সংখ্যা-৮৭০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১৪২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কেইহান পত্রিকা (ফার্সী) : ১৯/৫/৭০ (ফার্সী)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১৪৩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ইত্তেলায়াত পত্রিকা (ফার্সী) : ১৪/৪/৪৬ (ফার্সী)</w:t>
      </w:r>
      <w:r>
        <w:rPr>
          <w:cs/>
          <w:lang w:bidi="hi-IN"/>
        </w:rPr>
        <w:t xml:space="preserve"> ।</w:t>
      </w:r>
      <w: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৪৪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কেইহান পত্রিকা (ফার্সী) : ১৮/৩/৭১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৪৫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উছুলে কাফী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৫৪৩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১৪৬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সাফ বিচিত্রা (ফার্সী)</w:t>
      </w:r>
      <w:r w:rsidRPr="00674641">
        <w:t xml:space="preserve">, </w:t>
      </w:r>
      <w:r w:rsidRPr="00674641">
        <w:rPr>
          <w:cs/>
          <w:lang w:bidi="bn-IN"/>
        </w:rPr>
        <w:t>১৩৬৫ ফার্সী সন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৪৭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কাইহান পত্রিকা (ফার্সী) : ২৯/৩/৭১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১৪৮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জুমহুরিয়ে ইসলামী পত্রিকা (ফার্সী) ২৮/৩/৭৩ (ফার্সী)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৪৯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নাহ্জুল ফাসাহাহ্</w:t>
      </w:r>
      <w:r w:rsidRPr="00674641">
        <w:t xml:space="preserve">, </w:t>
      </w:r>
      <w:r w:rsidRPr="00674641">
        <w:rPr>
          <w:cs/>
          <w:lang w:bidi="bn-IN"/>
        </w:rPr>
        <w:t>হাদীস নং- ৫৬৪</w:t>
      </w:r>
      <w:r w:rsidRPr="00674641">
        <w:t xml:space="preserve">, </w:t>
      </w:r>
      <w:r w:rsidRPr="00674641">
        <w:rPr>
          <w:cs/>
          <w:lang w:bidi="bn-IN"/>
        </w:rPr>
        <w:t>ও কুদাক আয নাজারে এরাসাত</w:t>
      </w:r>
      <w:r w:rsidRPr="00674641">
        <w:t xml:space="preserve">, </w:t>
      </w:r>
      <w:r w:rsidRPr="00674641">
        <w:rPr>
          <w:cs/>
          <w:lang w:bidi="bn-IN"/>
        </w:rPr>
        <w:t>১ম খণ্ড</w:t>
      </w:r>
      <w:r w:rsidRPr="00674641">
        <w:t xml:space="preserve">, </w:t>
      </w:r>
      <w:r w:rsidRPr="00674641">
        <w:rPr>
          <w:cs/>
          <w:lang w:bidi="bn-IN"/>
        </w:rPr>
        <w:t>পৃ.-৬৪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১৫০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উত্তরাধিকারের দৃষ্টিতে শিশু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৬৫</w:t>
      </w:r>
      <w:r>
        <w:rPr>
          <w:cs/>
          <w:lang w:bidi="hi-IN"/>
        </w:rPr>
        <w:t xml:space="preserve"> ।</w:t>
      </w:r>
      <w: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৫১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আল হিকামুয যাহিরাহ্</w:t>
      </w:r>
      <w:r w:rsidRPr="00674641">
        <w:t xml:space="preserve">, </w:t>
      </w:r>
      <w:r w:rsidRPr="00674641">
        <w:rPr>
          <w:cs/>
          <w:lang w:bidi="bn-IN"/>
        </w:rPr>
        <w:t>পৃ. ৩৬৯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৫২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ঈজিয়ান সমূদ্রে অবস্থিত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১৫৩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ইসলাম ও ইউরোপে নারীর অধিকার</w:t>
      </w:r>
      <w:r w:rsidRPr="00674641">
        <w:t xml:space="preserve">, </w:t>
      </w:r>
      <w:r w:rsidRPr="00674641">
        <w:rPr>
          <w:cs/>
          <w:lang w:bidi="bn-IN"/>
        </w:rPr>
        <w:t>পৃ.-৫ ও ৭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৫৪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নূর : ৩১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৫৫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>
        <w:rPr>
          <w:cs/>
          <w:lang w:bidi="bn-IN"/>
        </w:rPr>
        <w:t>সূরা আহযাব</w:t>
      </w:r>
      <w:r w:rsidRPr="00674641">
        <w:rPr>
          <w:cs/>
          <w:lang w:bidi="bn-IN"/>
        </w:rPr>
        <w:t xml:space="preserve"> : ৫৯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১৫৬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হিজাব বিষয়</w:t>
      </w:r>
      <w:r w:rsidRPr="00674641">
        <w:t xml:space="preserve">, </w:t>
      </w:r>
      <w:r w:rsidRPr="00674641">
        <w:rPr>
          <w:cs/>
          <w:lang w:bidi="bn-IN"/>
        </w:rPr>
        <w:t>পৃ. ১৫৭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lastRenderedPageBreak/>
        <w:t>১</w:t>
      </w:r>
      <w:r>
        <w:rPr>
          <w:cs/>
          <w:lang w:bidi="bn-IN"/>
        </w:rPr>
        <w:t>৫৭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নূর : ৫৮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১৫৮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দ্রষ্টব্য : শিশুদের যৌন সমস্যা গ্রন্থ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৫৯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</w:t>
      </w:r>
      <w:r>
        <w:rPr>
          <w:cs/>
          <w:lang w:bidi="bn-IN"/>
        </w:rPr>
        <w:t>সূরা আহযাব</w:t>
      </w:r>
      <w:r w:rsidRPr="00674641">
        <w:rPr>
          <w:cs/>
          <w:lang w:bidi="bn-IN"/>
        </w:rPr>
        <w:t xml:space="preserve"> : ৬০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৬০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মুসতাদরাকুল ওয়াসায়েল</w:t>
      </w:r>
      <w:r w:rsidRPr="00674641">
        <w:t>, (</w:t>
      </w:r>
      <w:r w:rsidRPr="00674641">
        <w:rPr>
          <w:cs/>
          <w:lang w:bidi="bn-IN"/>
        </w:rPr>
        <w:t>পুরাতন প্রিন্ট)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পৃ.৫৫৫</w:t>
      </w:r>
      <w:r w:rsidRPr="00674641">
        <w:t xml:space="preserve">, </w:t>
      </w:r>
      <w:r w:rsidRPr="00674641">
        <w:rPr>
          <w:cs/>
          <w:lang w:bidi="bn-IN"/>
        </w:rPr>
        <w:t>বিহারুল আনোয়ার</w:t>
      </w:r>
      <w:r w:rsidRPr="00674641">
        <w:t>,</w:t>
      </w:r>
      <w:r>
        <w:t xml:space="preserve"> </w:t>
      </w:r>
      <w:r w:rsidRPr="00674641">
        <w:rPr>
          <w:cs/>
          <w:lang w:bidi="bn-IN"/>
        </w:rPr>
        <w:t>৭৬তম খণ্ড</w:t>
      </w:r>
      <w:r w:rsidRPr="00674641">
        <w:t xml:space="preserve">, </w:t>
      </w:r>
      <w:r w:rsidRPr="00674641">
        <w:rPr>
          <w:cs/>
          <w:lang w:bidi="bn-IN"/>
        </w:rPr>
        <w:t>পৃ.১০১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১৬১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পৃ.৫২১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১৬২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ইমাম খোমেনী</w:t>
      </w:r>
      <w:r>
        <w:rPr>
          <w:cs/>
          <w:lang w:bidi="bn-IN"/>
        </w:rPr>
        <w:t xml:space="preserve"> </w:t>
      </w:r>
      <w:r w:rsidRPr="00674641">
        <w:t>(</w:t>
      </w:r>
      <w:r w:rsidRPr="00674641">
        <w:rPr>
          <w:cs/>
          <w:lang w:bidi="bn-IN"/>
        </w:rPr>
        <w:t>রহ.)-এর রেসালাতুল আমালিয়াহ্</w:t>
      </w:r>
      <w:r w:rsidRPr="00674641">
        <w:t xml:space="preserve">, </w:t>
      </w:r>
      <w:r w:rsidRPr="00674641">
        <w:rPr>
          <w:cs/>
          <w:lang w:bidi="bn-IN"/>
        </w:rPr>
        <w:t>২৪৩৩</w:t>
      </w:r>
      <w:r w:rsidRPr="00674641">
        <w:t xml:space="preserve">, </w:t>
      </w:r>
      <w:r w:rsidRPr="00674641">
        <w:rPr>
          <w:cs/>
          <w:lang w:bidi="bn-IN"/>
        </w:rPr>
        <w:t>তা</w:t>
      </w:r>
      <w:r>
        <w:rPr>
          <w:cs/>
          <w:lang w:bidi="bn-IN"/>
        </w:rPr>
        <w:t>হরি</w:t>
      </w:r>
      <w:r w:rsidRPr="00674641">
        <w:rPr>
          <w:cs/>
          <w:lang w:bidi="bn-IN"/>
        </w:rPr>
        <w:t>রুল ওয়াসিলাহ্</w:t>
      </w:r>
      <w:r w:rsidRPr="00674641">
        <w:t xml:space="preserve">, </w:t>
      </w:r>
      <w:r w:rsidRPr="00674641">
        <w:rPr>
          <w:cs/>
          <w:lang w:bidi="bn-IN"/>
        </w:rPr>
        <w:t>২য়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খণ্ড</w:t>
      </w:r>
      <w:r w:rsidRPr="00674641">
        <w:t xml:space="preserve">, </w:t>
      </w:r>
      <w:r w:rsidRPr="00674641">
        <w:rPr>
          <w:cs/>
          <w:lang w:bidi="bn-IN"/>
        </w:rPr>
        <w:t>পৃ. ২৪৪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১৬৩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৫২১</w:t>
      </w:r>
      <w:r w:rsidRPr="00674641">
        <w:t xml:space="preserve">, </w:t>
      </w:r>
      <w:r w:rsidRPr="00674641">
        <w:rPr>
          <w:cs/>
          <w:lang w:bidi="bn-IN"/>
        </w:rPr>
        <w:t>মুসতাদরাক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৫৫৫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৬৪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হিজাব বিষয়</w:t>
      </w:r>
      <w:r w:rsidRPr="00674641">
        <w:t xml:space="preserve">, </w:t>
      </w:r>
      <w:r w:rsidRPr="00674641">
        <w:rPr>
          <w:cs/>
          <w:lang w:bidi="bn-IN"/>
        </w:rPr>
        <w:t>পৃ. ১৩৪</w:t>
      </w:r>
      <w:r w:rsidRPr="00674641">
        <w:t xml:space="preserve">, </w:t>
      </w:r>
      <w:r w:rsidRPr="00674641">
        <w:rPr>
          <w:cs/>
          <w:lang w:bidi="bn-IN"/>
        </w:rPr>
        <w:t>সুনানে আবু দাউদ</w:t>
      </w:r>
      <w:r w:rsidRPr="00674641">
        <w:t xml:space="preserve">, </w:t>
      </w:r>
      <w:r w:rsidRPr="00674641">
        <w:rPr>
          <w:cs/>
          <w:lang w:bidi="bn-IN"/>
        </w:rPr>
        <w:t>৪র্থ খণ্ড</w:t>
      </w:r>
      <w:r w:rsidRPr="00674641">
        <w:t xml:space="preserve">, </w:t>
      </w:r>
      <w:r w:rsidRPr="00674641">
        <w:rPr>
          <w:cs/>
          <w:lang w:bidi="bn-IN"/>
        </w:rPr>
        <w:t>পৃ. ৬২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১৬৫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৫২১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৬৬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মুসতাদরাকুল ওয়াসায়েল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৫৪৯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১৬৭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>
        <w:rPr>
          <w:cs/>
          <w:lang w:bidi="hi-IN"/>
        </w:rPr>
        <w:t>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১৬৮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শেইখ </w:t>
      </w:r>
      <w:r>
        <w:rPr>
          <w:cs/>
          <w:lang w:bidi="bn-IN"/>
        </w:rPr>
        <w:t>হুররে</w:t>
      </w:r>
      <w:r w:rsidRPr="00674641">
        <w:rPr>
          <w:cs/>
          <w:lang w:bidi="bn-IN"/>
        </w:rPr>
        <w:t xml:space="preserve"> আমেলি ও ওয়াসায়েলুশ শিয়া</w:t>
      </w:r>
      <w:r w:rsidRPr="00674641">
        <w:t xml:space="preserve">, </w:t>
      </w:r>
      <w:r w:rsidRPr="00674641">
        <w:rPr>
          <w:cs/>
          <w:lang w:bidi="bn-IN"/>
        </w:rPr>
        <w:t>৩য় খণ্ড</w:t>
      </w:r>
      <w:r w:rsidRPr="00674641">
        <w:t xml:space="preserve">, </w:t>
      </w:r>
      <w:r w:rsidRPr="00674641">
        <w:rPr>
          <w:cs/>
          <w:lang w:bidi="bn-IN"/>
        </w:rPr>
        <w:t>পৃ. ২৮১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৬৯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দৈনিক জুমহুরী ইসলামী (পত্রিকা) ২/৭/৬৮ (ফাসী)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৭০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কেইহান (ইরানী পত্রিকা)</w:t>
      </w:r>
      <w:r w:rsidRPr="00674641">
        <w:t xml:space="preserve">, </w:t>
      </w:r>
      <w:r w:rsidRPr="00674641">
        <w:rPr>
          <w:cs/>
          <w:lang w:bidi="bn-IN"/>
        </w:rPr>
        <w:t>৪/৪/৭১ ফার্সী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১৭১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  <w:r w:rsidRPr="00674641">
        <w:t xml:space="preserve">, 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ঐ</w:t>
      </w:r>
      <w:r>
        <w:rPr>
          <w:lang w:bidi="bn-IN"/>
        </w:rPr>
        <w:t>,</w:t>
      </w:r>
      <w:r w:rsidRPr="00674641">
        <w:rPr>
          <w:cs/>
          <w:lang w:bidi="bn-IN"/>
        </w:rPr>
        <w:t>৭/৪/৭১ ফার্সী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৭২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নাহজুল বালা</w:t>
      </w:r>
      <w:r>
        <w:rPr>
          <w:cs/>
          <w:lang w:bidi="bn-IN"/>
        </w:rPr>
        <w:t>গা</w:t>
      </w:r>
      <w:r w:rsidRPr="00674641">
        <w:t xml:space="preserve">, </w:t>
      </w:r>
      <w:r w:rsidRPr="00674641">
        <w:rPr>
          <w:cs/>
          <w:lang w:bidi="bn-IN"/>
        </w:rPr>
        <w:t>চিঠি-৩১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৭৩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ইসরা</w:t>
      </w:r>
      <w:r w:rsidRPr="009D5D34">
        <w:rPr>
          <w:rStyle w:val="libArChar"/>
        </w:rPr>
        <w:t>’</w:t>
      </w:r>
      <w:r w:rsidRPr="00674641">
        <w:t xml:space="preserve"> : </w:t>
      </w:r>
      <w:r w:rsidRPr="00674641">
        <w:rPr>
          <w:cs/>
          <w:lang w:bidi="bn-IN"/>
        </w:rPr>
        <w:t>৮</w:t>
      </w:r>
      <w:r>
        <w:rPr>
          <w:cs/>
          <w:lang w:bidi="bn-IN"/>
        </w:rPr>
        <w:t>৪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৭৪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তাবারসি</w:t>
      </w:r>
      <w:r w:rsidRPr="00674641">
        <w:t xml:space="preserve">, </w:t>
      </w:r>
      <w:r w:rsidRPr="00674641">
        <w:rPr>
          <w:cs/>
          <w:lang w:bidi="bn-IN"/>
        </w:rPr>
        <w:t>মাকারেমুল আখলাক</w:t>
      </w:r>
      <w:r w:rsidRPr="00674641">
        <w:t xml:space="preserve">, </w:t>
      </w:r>
      <w:r w:rsidRPr="00674641">
        <w:rPr>
          <w:cs/>
          <w:lang w:bidi="bn-IN"/>
        </w:rPr>
        <w:t>পৃ. ২৩৩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১৭৫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মুসতাদরেকুল ওয়াসায়েল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৫৫৮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৭৬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674641">
        <w:t xml:space="preserve">, </w:t>
      </w:r>
      <w:r w:rsidRPr="00674641">
        <w:rPr>
          <w:cs/>
          <w:lang w:bidi="bn-IN"/>
        </w:rPr>
        <w:t>পৃ. ৫৫৫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১৭৭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৭৮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ওয়াসায়েল</w:t>
      </w:r>
      <w:r w:rsidRPr="00674641">
        <w:t xml:space="preserve">, </w:t>
      </w:r>
      <w:r w:rsidRPr="00674641">
        <w:rPr>
          <w:cs/>
          <w:lang w:bidi="bn-IN"/>
        </w:rPr>
        <w:t>১৪তম খণ্ড</w:t>
      </w:r>
      <w:r w:rsidRPr="00674641">
        <w:t xml:space="preserve">, </w:t>
      </w:r>
      <w:r w:rsidRPr="00674641">
        <w:rPr>
          <w:cs/>
          <w:lang w:bidi="bn-IN"/>
        </w:rPr>
        <w:t>পৃ. ১২২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১৭৯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>
        <w:rPr>
          <w:lang w:bidi="bn-IN"/>
        </w:rPr>
        <w:t xml:space="preserve"> </w:t>
      </w:r>
      <w:r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৮০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বিস্তারিত জানতে দেখুন : মার্জাদের রিসালাহ্সমূহ (অনুসরণীয় ধর্মীয় পণ্ডিত ও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ফকীহদের ব্যবহারিক দিক-নির্দেশনা</w:t>
      </w:r>
      <w:r w:rsidRPr="00674641">
        <w:t xml:space="preserve">, </w:t>
      </w:r>
      <w:r w:rsidRPr="00674641">
        <w:rPr>
          <w:cs/>
          <w:lang w:bidi="bn-IN"/>
        </w:rPr>
        <w:t>নাজাসাতের অধ্যায়)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lastRenderedPageBreak/>
        <w:t>১৮১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পত্রিকা : জুমহুরি ইসলামী</w:t>
      </w:r>
      <w:r w:rsidRPr="00674641">
        <w:t xml:space="preserve">, </w:t>
      </w:r>
      <w:r w:rsidRPr="00674641">
        <w:rPr>
          <w:cs/>
          <w:lang w:bidi="bn-IN"/>
        </w:rPr>
        <w:t>২৮/১০/৬৮ ফার্সী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৮২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হিজাব বিষয়</w:t>
      </w:r>
      <w:r w:rsidRPr="00674641">
        <w:t xml:space="preserve">, </w:t>
      </w:r>
      <w:r w:rsidRPr="00674641">
        <w:rPr>
          <w:cs/>
          <w:lang w:bidi="bn-IN"/>
        </w:rPr>
        <w:t>পৃ. ৫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৮৩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আহযাব : ৫৯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১৮৪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তাফসিরে রুহুল মাআনি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৮২</w:t>
      </w:r>
      <w:r w:rsidRPr="00674641">
        <w:t xml:space="preserve">; </w:t>
      </w:r>
      <w:r w:rsidRPr="00674641">
        <w:rPr>
          <w:cs/>
          <w:lang w:bidi="bn-IN"/>
        </w:rPr>
        <w:t>তাফসিরে মাজমাউল বায়ান</w:t>
      </w:r>
      <w:r w:rsidRPr="00674641">
        <w:t xml:space="preserve">, </w:t>
      </w:r>
      <w:r w:rsidRPr="00674641">
        <w:rPr>
          <w:cs/>
          <w:lang w:bidi="bn-IN"/>
        </w:rPr>
        <w:t>৪র্থ খণ্ড</w:t>
      </w:r>
      <w:r w:rsidRPr="00674641">
        <w:t xml:space="preserve">, </w:t>
      </w:r>
      <w:r w:rsidRPr="00674641">
        <w:rPr>
          <w:cs/>
          <w:lang w:bidi="bn-IN"/>
        </w:rPr>
        <w:t>পৃ.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২</w:t>
      </w:r>
      <w:r>
        <w:t xml:space="preserve"> </w:t>
      </w:r>
      <w:r w:rsidRPr="00674641">
        <w:rPr>
          <w:cs/>
          <w:lang w:bidi="bn-IN"/>
        </w:rPr>
        <w:t>৩৬৯</w:t>
      </w:r>
      <w:r w:rsidRPr="00674641">
        <w:t xml:space="preserve">, </w:t>
      </w:r>
      <w:r w:rsidRPr="00674641">
        <w:rPr>
          <w:cs/>
          <w:lang w:bidi="bn-IN"/>
        </w:rPr>
        <w:t>মেসবাহুল মুনির ও মুফরাদাতে রাগিব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৮৫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নূর : ৬০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৮৬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>
        <w:rPr>
          <w:cs/>
          <w:lang w:bidi="bn-IN"/>
        </w:rPr>
        <w:t>সূরা আহযাব</w:t>
      </w:r>
      <w:r w:rsidRPr="00674641">
        <w:rPr>
          <w:cs/>
          <w:lang w:bidi="bn-IN"/>
        </w:rPr>
        <w:t xml:space="preserve"> : ৩২ ও ৩৩</w:t>
      </w:r>
      <w:r>
        <w:rPr>
          <w:cs/>
          <w:lang w:bidi="hi-IN"/>
        </w:rPr>
        <w:t xml:space="preserve"> ।</w:t>
      </w:r>
      <w:r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১৮৭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নূর : ৩১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৮৮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৫১৮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১৮৯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ওয়াসায়েল</w:t>
      </w:r>
      <w:r w:rsidRPr="00674641">
        <w:t xml:space="preserve">, </w:t>
      </w:r>
      <w:r w:rsidRPr="00674641">
        <w:rPr>
          <w:cs/>
          <w:lang w:bidi="bn-IN"/>
        </w:rPr>
        <w:t>১৪তম খণ্ড</w:t>
      </w:r>
      <w:r w:rsidRPr="00674641">
        <w:t xml:space="preserve">, </w:t>
      </w:r>
      <w:r w:rsidRPr="00674641">
        <w:rPr>
          <w:cs/>
          <w:lang w:bidi="bn-IN"/>
        </w:rPr>
        <w:t>পৃ. ১৩৪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১৯০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ওয়াসায়েল</w:t>
      </w:r>
      <w:r w:rsidRPr="00674641">
        <w:t xml:space="preserve">, </w:t>
      </w:r>
      <w:r w:rsidRPr="00674641">
        <w:rPr>
          <w:cs/>
          <w:lang w:bidi="bn-IN"/>
        </w:rPr>
        <w:t>৩য় খণ্ড</w:t>
      </w:r>
      <w:r w:rsidRPr="00674641">
        <w:t xml:space="preserve">, </w:t>
      </w:r>
      <w:r w:rsidRPr="00674641">
        <w:rPr>
          <w:cs/>
          <w:lang w:bidi="bn-IN"/>
        </w:rPr>
        <w:t>পৃ. ২৭৯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৯১</w:t>
      </w:r>
      <w:r>
        <w:rPr>
          <w:cs/>
          <w:lang w:bidi="hi-IN"/>
        </w:rPr>
        <w:t xml:space="preserve"> 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মুসতাদরাকুল ওয়াসায়েল</w:t>
      </w:r>
      <w:r w:rsidRPr="00674641">
        <w:t xml:space="preserve">, </w:t>
      </w:r>
      <w:r w:rsidRPr="00674641">
        <w:rPr>
          <w:cs/>
          <w:lang w:bidi="bn-IN"/>
        </w:rPr>
        <w:t>২য় খণ্ড</w:t>
      </w:r>
      <w:r w:rsidRPr="00674641">
        <w:t xml:space="preserve">, </w:t>
      </w:r>
      <w:r w:rsidRPr="00674641">
        <w:rPr>
          <w:cs/>
          <w:lang w:bidi="bn-IN"/>
        </w:rPr>
        <w:t>পৃ. ৫৪৮</w:t>
      </w:r>
      <w:r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১৯২</w:t>
      </w:r>
      <w:r>
        <w:rPr>
          <w:lang w:bidi="hi-IN"/>
        </w:rPr>
        <w:t xml:space="preserve"> </w:t>
      </w:r>
      <w:r>
        <w:rPr>
          <w:cs/>
          <w:lang w:bidi="hi-IN"/>
        </w:rPr>
        <w:t>।</w:t>
      </w:r>
      <w:r w:rsidRPr="00674641">
        <w:rPr>
          <w:cs/>
          <w:lang w:bidi="hi-IN"/>
        </w:rPr>
        <w:t xml:space="preserve"> </w:t>
      </w:r>
      <w:r w:rsidRPr="00674641">
        <w:rPr>
          <w:cs/>
          <w:lang w:bidi="bn-IN"/>
        </w:rPr>
        <w:t>কাফি</w:t>
      </w:r>
      <w:r w:rsidRPr="00674641">
        <w:t xml:space="preserve">, </w:t>
      </w:r>
      <w:r w:rsidRPr="00674641">
        <w:rPr>
          <w:cs/>
          <w:lang w:bidi="bn-IN"/>
        </w:rPr>
        <w:t>৫ম খণ্ড</w:t>
      </w:r>
      <w:r w:rsidRPr="00674641">
        <w:t xml:space="preserve">, </w:t>
      </w:r>
      <w:r w:rsidRPr="00674641">
        <w:rPr>
          <w:cs/>
          <w:lang w:bidi="bn-IN"/>
        </w:rPr>
        <w:t>পৃ. ৫৩৩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674641">
        <w:rPr>
          <w:cs/>
          <w:lang w:bidi="bn-IN"/>
        </w:rPr>
        <w:t>১</w:t>
      </w:r>
      <w:r>
        <w:rPr>
          <w:cs/>
          <w:lang w:bidi="bn-IN"/>
        </w:rPr>
        <w:t>৯৩</w:t>
      </w:r>
      <w:r>
        <w:rPr>
          <w:cs/>
          <w:lang w:bidi="hi-IN"/>
        </w:rPr>
        <w:t xml:space="preserve"> ।</w:t>
      </w:r>
      <w:r w:rsidRPr="00674641">
        <w:rPr>
          <w:cs/>
          <w:lang w:bidi="bn-IN"/>
        </w:rPr>
        <w:t xml:space="preserve"> মা</w:t>
      </w:r>
      <w:r w:rsidRPr="009D5D34">
        <w:rPr>
          <w:rStyle w:val="libArChar"/>
        </w:rPr>
        <w:t>’</w:t>
      </w:r>
      <w:r w:rsidRPr="00674641">
        <w:rPr>
          <w:cs/>
          <w:lang w:bidi="bn-IN"/>
        </w:rPr>
        <w:t>সুমগণের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(আ.) উক্তি</w:t>
      </w:r>
      <w:r w:rsidRPr="00674641">
        <w:t xml:space="preserve">, </w:t>
      </w:r>
      <w:r w:rsidRPr="00674641">
        <w:rPr>
          <w:cs/>
          <w:lang w:bidi="bn-IN"/>
        </w:rPr>
        <w:t>কাজ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ও আচরণ (তাদের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সামনে সম্পাদিত কোন কর্মের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ক্ষেত্রে তাদের নিরবতা পালন) যে দলিল অ</w:t>
      </w:r>
      <w:r>
        <w:rPr>
          <w:cs/>
          <w:lang w:bidi="bn-IN"/>
        </w:rPr>
        <w:t>র্থা</w:t>
      </w:r>
      <w:r w:rsidRPr="00674641">
        <w:rPr>
          <w:cs/>
          <w:lang w:bidi="bn-IN"/>
        </w:rPr>
        <w:t xml:space="preserve">ৎ ঐ কাজ সবার জন্য বৈধ হওয়ার </w:t>
      </w:r>
      <w:r>
        <w:rPr>
          <w:cs/>
          <w:lang w:bidi="bn-IN"/>
        </w:rPr>
        <w:t>প্র</w:t>
      </w:r>
      <w:r w:rsidRPr="00674641">
        <w:rPr>
          <w:cs/>
          <w:lang w:bidi="bn-IN"/>
        </w:rPr>
        <w:t>মাণ</w:t>
      </w:r>
      <w:r>
        <w:rPr>
          <w:cs/>
          <w:lang w:bidi="bn-IN"/>
        </w:rPr>
        <w:t xml:space="preserve"> </w:t>
      </w:r>
      <w:r w:rsidRPr="00674641">
        <w:rPr>
          <w:cs/>
          <w:lang w:bidi="bn-IN"/>
        </w:rPr>
        <w:t>তা যেভাবে উসুলের কিতাবসমূহে উ</w:t>
      </w:r>
      <w:r>
        <w:rPr>
          <w:cs/>
          <w:lang w:bidi="bn-IN"/>
        </w:rPr>
        <w:t>ল্লে</w:t>
      </w:r>
      <w:r w:rsidRPr="00674641">
        <w:rPr>
          <w:cs/>
          <w:lang w:bidi="bn-IN"/>
        </w:rPr>
        <w:t>খিত হয়েছে তাই এখানে তুলে ধরা হয়েছে</w:t>
      </w:r>
      <w:r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</w:pPr>
      <w:r>
        <w:rPr>
          <w:cs/>
          <w:lang w:bidi="bn-IN"/>
        </w:rPr>
        <w:t>১৯৪</w:t>
      </w:r>
      <w:r>
        <w:rPr>
          <w:cs/>
          <w:lang w:bidi="hi-IN"/>
        </w:rPr>
        <w:t>।</w:t>
      </w:r>
      <w:r>
        <w:t xml:space="preserve"> </w:t>
      </w:r>
    </w:p>
    <w:p w:rsidR="008031DA" w:rsidRPr="009D5D34" w:rsidRDefault="008031DA" w:rsidP="008031DA">
      <w:pPr>
        <w:pStyle w:val="libAr"/>
        <w:rPr>
          <w:rtl/>
        </w:rPr>
      </w:pPr>
      <w:r w:rsidRPr="009D5D34">
        <w:rPr>
          <w:rFonts w:hint="cs"/>
          <w:rtl/>
        </w:rPr>
        <w:t>انه لما اجمع ابو بکر و عمر علی منع فاطمه (س) فدکا و بلغها ذلک لاثت خمارها علی راسها و اشتملت بجلبابها</w:t>
      </w:r>
    </w:p>
    <w:p w:rsidR="008031DA" w:rsidRDefault="008031DA" w:rsidP="008031DA">
      <w:pPr>
        <w:pStyle w:val="libFootnote"/>
        <w:rPr>
          <w:lang w:bidi="bn-IN"/>
        </w:rPr>
      </w:pPr>
      <w:r w:rsidRPr="005A2C80">
        <w:rPr>
          <w:cs/>
          <w:lang w:bidi="bn-IN"/>
        </w:rPr>
        <w:t>মরহুম তাবারসি তার ইহতিজাজ নামক গ্রন্থে বলেছেন : যখন আবুবকর ও ওমর সিন্ধান্তনিয়েছিল যে</w:t>
      </w:r>
      <w:r w:rsidRPr="005A2C80">
        <w:t xml:space="preserve">, </w:t>
      </w:r>
      <w:r w:rsidRPr="005A2C80">
        <w:rPr>
          <w:cs/>
          <w:lang w:bidi="bn-IN"/>
        </w:rPr>
        <w:t>হযরত ফাতিমা (আ.)-এর কাছ থেকে ফাদাক ছিনিয়ে নিবে তখন তিনি বোরকার নিচে মস্তকাবরণ পরে নারীদের সঙ্গে নিয়ে বক্তৃতা দানের লক্ষ্যে বাড়ি থেকে বের হন এ অবস্থায় যে তাঁর সমস্ত শরীর আবৃত ছিল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১৯৫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নিযামে হুকুকে যান</w:t>
      </w:r>
      <w:r w:rsidRPr="005A2C80">
        <w:t xml:space="preserve">, </w:t>
      </w:r>
      <w:r w:rsidRPr="005A2C80">
        <w:rPr>
          <w:cs/>
          <w:lang w:bidi="bn-IN"/>
        </w:rPr>
        <w:t>পৃ. ১৫০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১</w:t>
      </w:r>
      <w:r>
        <w:rPr>
          <w:cs/>
          <w:lang w:bidi="bn-IN"/>
        </w:rPr>
        <w:t>৯৬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রিসালাতে নোভিন</w:t>
      </w:r>
      <w:r w:rsidRPr="005A2C80">
        <w:t xml:space="preserve">, </w:t>
      </w:r>
      <w:r w:rsidRPr="005A2C80">
        <w:rPr>
          <w:cs/>
          <w:lang w:bidi="bn-IN"/>
        </w:rPr>
        <w:t>৩য় খণ্ড</w:t>
      </w:r>
      <w:r w:rsidRPr="005A2C80">
        <w:t xml:space="preserve">, </w:t>
      </w:r>
      <w:r w:rsidRPr="005A2C80">
        <w:rPr>
          <w:cs/>
          <w:lang w:bidi="bn-IN"/>
        </w:rPr>
        <w:t>পৃ. ৫০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১</w:t>
      </w:r>
      <w:r>
        <w:rPr>
          <w:cs/>
          <w:lang w:bidi="bn-IN"/>
        </w:rPr>
        <w:t>৯৭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নাহ্জুল বালাগা</w:t>
      </w:r>
      <w:r w:rsidRPr="005A2C80">
        <w:t xml:space="preserve">, </w:t>
      </w:r>
      <w:r w:rsidRPr="005A2C80">
        <w:rPr>
          <w:cs/>
          <w:lang w:bidi="bn-IN"/>
        </w:rPr>
        <w:t>পত্র নং-৫৩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১৯৮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বাকারা : ১২০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১৯৯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ওয়াসয়েলুশ শিয়া</w:t>
      </w:r>
      <w:r w:rsidRPr="005A2C80">
        <w:t xml:space="preserve">, </w:t>
      </w:r>
      <w:r w:rsidRPr="005A2C80">
        <w:rPr>
          <w:cs/>
          <w:lang w:bidi="bn-IN"/>
        </w:rPr>
        <w:t>২য় খণ্ড</w:t>
      </w:r>
      <w:r w:rsidRPr="005A2C80">
        <w:t xml:space="preserve">, </w:t>
      </w:r>
      <w:r w:rsidRPr="005A2C80">
        <w:rPr>
          <w:cs/>
          <w:lang w:bidi="bn-IN"/>
        </w:rPr>
        <w:t>পৃ. ৮৭৬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lastRenderedPageBreak/>
        <w:t>২০০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ওয়াসয়েলুশ শিয়া</w:t>
      </w:r>
      <w:r w:rsidRPr="005A2C80">
        <w:t xml:space="preserve">, </w:t>
      </w:r>
      <w:r w:rsidRPr="005A2C80">
        <w:rPr>
          <w:cs/>
          <w:lang w:bidi="bn-IN"/>
        </w:rPr>
        <w:t>২য় খণ্ড</w:t>
      </w:r>
      <w:r w:rsidRPr="005A2C80">
        <w:t xml:space="preserve">, </w:t>
      </w:r>
      <w:r w:rsidRPr="005A2C80">
        <w:rPr>
          <w:cs/>
          <w:lang w:bidi="bn-IN"/>
        </w:rPr>
        <w:t>পৃ.৮৭৬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২০১</w:t>
      </w:r>
      <w:r>
        <w:rPr>
          <w:lang w:bidi="hi-IN"/>
        </w:rPr>
        <w:t xml:space="preserve"> 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সাইয়্যেদ ইবনে তাউস</w:t>
      </w:r>
      <w:r w:rsidRPr="005A2C80">
        <w:t xml:space="preserve">, </w:t>
      </w:r>
      <w:r w:rsidRPr="005A2C80">
        <w:rPr>
          <w:cs/>
          <w:lang w:bidi="bn-IN"/>
        </w:rPr>
        <w:t>লুহুফ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সাইয়্যেদ রাজি ইবনে বনী কাযভিনি</w:t>
      </w:r>
      <w:r w:rsidRPr="005A2C80">
        <w:t xml:space="preserve">, </w:t>
      </w:r>
      <w:r w:rsidRPr="005A2C80">
        <w:rPr>
          <w:cs/>
          <w:lang w:bidi="bn-IN"/>
        </w:rPr>
        <w:t>তাযা</w:t>
      </w:r>
      <w:r>
        <w:rPr>
          <w:cs/>
          <w:lang w:bidi="bn-IN"/>
        </w:rPr>
        <w:t>ল্লামু</w:t>
      </w:r>
      <w:r w:rsidRPr="005A2C80">
        <w:rPr>
          <w:cs/>
          <w:lang w:bidi="bn-IN"/>
        </w:rPr>
        <w:t>য যাহরা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২০৩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নাফসুল মা</w:t>
      </w:r>
      <w:r>
        <w:rPr>
          <w:cs/>
          <w:lang w:bidi="bn-IN"/>
        </w:rPr>
        <w:t>হমু</w:t>
      </w:r>
      <w:r w:rsidRPr="005A2C80">
        <w:rPr>
          <w:cs/>
          <w:lang w:bidi="bn-IN"/>
        </w:rPr>
        <w:t>ম</w:t>
      </w:r>
      <w:r w:rsidRPr="005A2C80">
        <w:t xml:space="preserve">, </w:t>
      </w:r>
      <w:r w:rsidRPr="005A2C80">
        <w:rPr>
          <w:cs/>
          <w:lang w:bidi="bn-IN"/>
        </w:rPr>
        <w:t>পৃ.৪২৯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২০৪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মুসতাদরাকুল ওয়াসায়েল</w:t>
      </w:r>
      <w:r w:rsidRPr="005A2C80">
        <w:t xml:space="preserve">, </w:t>
      </w:r>
      <w:r w:rsidRPr="005A2C80">
        <w:rPr>
          <w:cs/>
          <w:lang w:bidi="bn-IN"/>
        </w:rPr>
        <w:t>২য় খণ্ড</w:t>
      </w:r>
      <w:r w:rsidRPr="005A2C80">
        <w:t xml:space="preserve">, </w:t>
      </w:r>
      <w:r w:rsidRPr="005A2C80">
        <w:rPr>
          <w:cs/>
          <w:lang w:bidi="bn-IN"/>
        </w:rPr>
        <w:t>পৃ. ৫৪৮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২</w:t>
      </w:r>
      <w:r>
        <w:rPr>
          <w:cs/>
          <w:lang w:bidi="bn-IN"/>
        </w:rPr>
        <w:t>০৫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২০৬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পৃ. ৫৫০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২০৭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পৃ. ৫৪৮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২০৮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>
        <w:t xml:space="preserve"> 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২০৯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>
        <w:t xml:space="preserve"> 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</w:t>
      </w:r>
      <w:r w:rsidRPr="005A2C80">
        <w:rPr>
          <w:cs/>
          <w:lang w:bidi="bn-IN"/>
        </w:rPr>
        <w:t>১</w:t>
      </w:r>
      <w:r>
        <w:rPr>
          <w:cs/>
          <w:lang w:bidi="bn-IN"/>
        </w:rPr>
        <w:t>০</w:t>
      </w:r>
      <w:r w:rsidRPr="005A2C80">
        <w:rPr>
          <w:cs/>
          <w:lang w:bidi="hi-IN"/>
        </w:rPr>
        <w:t xml:space="preserve"> । </w:t>
      </w:r>
      <w:r w:rsidRPr="009D5D34">
        <w:rPr>
          <w:rFonts w:hint="cs"/>
          <w:cs/>
          <w:lang w:bidi="bn-IN"/>
        </w:rPr>
        <w:t>প্রাগুক্ত</w:t>
      </w:r>
      <w:r>
        <w:rPr>
          <w:lang w:bidi="bn-IN"/>
        </w:rPr>
        <w:t xml:space="preserve"> </w:t>
      </w:r>
      <w:r w:rsidRPr="005A2C80">
        <w:rPr>
          <w:cs/>
          <w:lang w:bidi="hi-IN"/>
        </w:rPr>
        <w:t>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২</w:t>
      </w:r>
      <w:r>
        <w:rPr>
          <w:cs/>
          <w:lang w:bidi="bn-IN"/>
        </w:rPr>
        <w:t>১১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</w:t>
      </w:r>
      <w:r w:rsidRPr="005A2C80">
        <w:rPr>
          <w:cs/>
          <w:lang w:bidi="bn-IN"/>
        </w:rPr>
        <w:t>১</w:t>
      </w:r>
      <w:r>
        <w:rPr>
          <w:cs/>
          <w:lang w:bidi="bn-IN"/>
        </w:rPr>
        <w:t>২</w:t>
      </w:r>
      <w:r w:rsidRPr="005A2C80">
        <w:rPr>
          <w:cs/>
          <w:lang w:bidi="hi-IN"/>
        </w:rPr>
        <w:t xml:space="preserve"> । </w:t>
      </w:r>
      <w:r w:rsidRPr="009D5D3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২</w:t>
      </w:r>
      <w:r>
        <w:rPr>
          <w:cs/>
          <w:lang w:bidi="bn-IN"/>
        </w:rPr>
        <w:t>১৩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9D5D3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</w:t>
      </w:r>
      <w:r w:rsidRPr="005A2C80">
        <w:rPr>
          <w:cs/>
          <w:lang w:bidi="bn-IN"/>
        </w:rPr>
        <w:t>১</w:t>
      </w:r>
      <w:r>
        <w:rPr>
          <w:cs/>
          <w:lang w:bidi="bn-IN"/>
        </w:rPr>
        <w:t>৪</w:t>
      </w:r>
      <w:r w:rsidRPr="005A2C80">
        <w:rPr>
          <w:cs/>
          <w:lang w:bidi="hi-IN"/>
        </w:rPr>
        <w:t xml:space="preserve"> । </w:t>
      </w:r>
      <w:r w:rsidRPr="009D5D3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 xml:space="preserve">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২১৫</w:t>
      </w:r>
      <w:r>
        <w:rPr>
          <w:lang w:bidi="hi-IN"/>
        </w:rPr>
        <w:t xml:space="preserve"> 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হুদ : ১১৪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২১৬</w:t>
      </w:r>
      <w:r>
        <w:rPr>
          <w:lang w:bidi="hi-IN"/>
        </w:rPr>
        <w:t xml:space="preserve"> 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নিসা : ৩১</w:t>
      </w:r>
      <w:r w:rsidRPr="005A2C80">
        <w:t xml:space="preserve">, </w:t>
      </w:r>
      <w:r w:rsidRPr="005A2C80">
        <w:rPr>
          <w:cs/>
          <w:lang w:bidi="bn-IN"/>
        </w:rPr>
        <w:t>আনকাবূত : ৭</w:t>
      </w:r>
      <w:r w:rsidRPr="005A2C80">
        <w:t xml:space="preserve">, </w:t>
      </w:r>
      <w:r w:rsidRPr="005A2C80">
        <w:rPr>
          <w:cs/>
          <w:lang w:bidi="bn-IN"/>
        </w:rPr>
        <w:t>ফুরকান : ৭০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</w:t>
      </w:r>
      <w:r w:rsidRPr="005A2C80">
        <w:rPr>
          <w:cs/>
          <w:lang w:bidi="bn-IN"/>
        </w:rPr>
        <w:t>১</w:t>
      </w:r>
      <w:r>
        <w:rPr>
          <w:cs/>
          <w:lang w:bidi="bn-IN"/>
        </w:rPr>
        <w:t>৭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মুসতাদরাক</w:t>
      </w:r>
      <w:r w:rsidRPr="005A2C80">
        <w:t xml:space="preserve">, </w:t>
      </w:r>
      <w:r w:rsidRPr="005A2C80">
        <w:rPr>
          <w:cs/>
          <w:lang w:bidi="bn-IN"/>
        </w:rPr>
        <w:t>২য় খণ্ড</w:t>
      </w:r>
      <w:r w:rsidRPr="005A2C80">
        <w:t xml:space="preserve">, </w:t>
      </w:r>
      <w:r w:rsidRPr="005A2C80">
        <w:rPr>
          <w:cs/>
          <w:lang w:bidi="bn-IN"/>
        </w:rPr>
        <w:t>পৃ. ৫৪৮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</w:t>
      </w:r>
      <w:r w:rsidRPr="005A2C80">
        <w:rPr>
          <w:cs/>
          <w:lang w:bidi="bn-IN"/>
        </w:rPr>
        <w:t>১</w:t>
      </w:r>
      <w:r>
        <w:rPr>
          <w:cs/>
          <w:lang w:bidi="bn-IN"/>
        </w:rPr>
        <w:t>৮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</w:t>
      </w:r>
      <w:r w:rsidRPr="005A2C80">
        <w:rPr>
          <w:cs/>
          <w:lang w:bidi="bn-IN"/>
        </w:rPr>
        <w:t>১</w:t>
      </w:r>
      <w:r>
        <w:rPr>
          <w:cs/>
          <w:lang w:bidi="bn-IN"/>
        </w:rPr>
        <w:t>৯</w:t>
      </w:r>
      <w:r w:rsidRPr="005A2C80">
        <w:rPr>
          <w:cs/>
          <w:lang w:bidi="hi-IN"/>
        </w:rPr>
        <w:t xml:space="preserve"> 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২</w:t>
      </w:r>
      <w:r>
        <w:rPr>
          <w:cs/>
          <w:lang w:bidi="bn-IN"/>
        </w:rPr>
        <w:t>২০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২২</w:t>
      </w:r>
      <w:r w:rsidRPr="005A2C80">
        <w:rPr>
          <w:cs/>
          <w:lang w:bidi="bn-IN"/>
        </w:rPr>
        <w:t>১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২২২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>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২২৩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পৃ. ৫৪৯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২২৪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পৃ. ৫৫০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২২৫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নূর : ৩০-৩১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২</w:t>
      </w:r>
      <w:r>
        <w:rPr>
          <w:cs/>
          <w:lang w:bidi="bn-IN"/>
        </w:rPr>
        <w:t>২৬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সহীহ মুসলিম</w:t>
      </w:r>
      <w:r w:rsidRPr="005A2C80">
        <w:t xml:space="preserve">, </w:t>
      </w:r>
      <w:r w:rsidRPr="005A2C80">
        <w:rPr>
          <w:cs/>
          <w:lang w:bidi="bn-IN"/>
        </w:rPr>
        <w:t>৭ম খণ্ড</w:t>
      </w:r>
      <w:r w:rsidRPr="005A2C80">
        <w:t xml:space="preserve">, </w:t>
      </w:r>
      <w:r w:rsidRPr="005A2C80">
        <w:rPr>
          <w:cs/>
          <w:lang w:bidi="bn-IN"/>
        </w:rPr>
        <w:t>পৃ.৩</w:t>
      </w:r>
      <w:r w:rsidRPr="005A2C80">
        <w:t xml:space="preserve">, </w:t>
      </w:r>
      <w:r w:rsidRPr="005A2C80">
        <w:rPr>
          <w:cs/>
          <w:lang w:bidi="bn-IN"/>
        </w:rPr>
        <w:t>কিতাবুস সালাম</w:t>
      </w:r>
      <w:r w:rsidRPr="005A2C80">
        <w:t xml:space="preserve">, </w:t>
      </w:r>
      <w:r w:rsidRPr="005A2C80">
        <w:rPr>
          <w:cs/>
          <w:lang w:bidi="bn-IN"/>
        </w:rPr>
        <w:t>বাব : হাক্কুল জুলুস আ</w:t>
      </w:r>
      <w:r w:rsidRPr="009D5D34">
        <w:rPr>
          <w:rStyle w:val="libArChar"/>
        </w:rPr>
        <w:t>’</w:t>
      </w:r>
      <w:r w:rsidRPr="005A2C80">
        <w:rPr>
          <w:cs/>
          <w:lang w:bidi="bn-IN"/>
        </w:rPr>
        <w:t>লাত তারিক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lastRenderedPageBreak/>
        <w:t>২২৭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সূরা আহযাব : ৩২-৩৩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২২৮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কাফি</w:t>
      </w:r>
      <w:r w:rsidRPr="005A2C80">
        <w:t xml:space="preserve">, </w:t>
      </w:r>
      <w:r w:rsidRPr="005A2C80">
        <w:rPr>
          <w:cs/>
          <w:lang w:bidi="bn-IN"/>
        </w:rPr>
        <w:t>৫ম খণ্ড</w:t>
      </w:r>
      <w:r w:rsidRPr="005A2C80">
        <w:t xml:space="preserve">, </w:t>
      </w:r>
      <w:r w:rsidRPr="005A2C80">
        <w:rPr>
          <w:cs/>
          <w:lang w:bidi="bn-IN"/>
        </w:rPr>
        <w:t>পৃ. ৫১৯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২২৯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নূর : ৩১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২৩০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কাফি</w:t>
      </w:r>
      <w:r w:rsidRPr="005A2C80">
        <w:t xml:space="preserve">, </w:t>
      </w:r>
      <w:r w:rsidRPr="005A2C80">
        <w:rPr>
          <w:cs/>
          <w:lang w:bidi="bn-IN"/>
        </w:rPr>
        <w:t>৫ম খণ্ড</w:t>
      </w:r>
      <w:r w:rsidRPr="005A2C80">
        <w:t xml:space="preserve">, </w:t>
      </w:r>
      <w:r w:rsidRPr="005A2C80">
        <w:rPr>
          <w:cs/>
          <w:lang w:bidi="bn-IN"/>
        </w:rPr>
        <w:t>পৃ. ৫১৮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২৩১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নূর : ৩১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২৩২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নাহ্জুল ফাসাহাহ্</w:t>
      </w:r>
      <w:r w:rsidRPr="005A2C80">
        <w:t xml:space="preserve">, </w:t>
      </w:r>
      <w:r w:rsidRPr="005A2C80">
        <w:rPr>
          <w:cs/>
          <w:lang w:bidi="bn-IN"/>
        </w:rPr>
        <w:t>হাদীস নং-২০০৮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২৩৩</w:t>
      </w:r>
      <w:r>
        <w:rPr>
          <w:lang w:bidi="bn-IN"/>
        </w:rPr>
        <w:t xml:space="preserve"> </w:t>
      </w:r>
      <w:r w:rsidRPr="005A2C80">
        <w:rPr>
          <w:cs/>
          <w:lang w:bidi="hi-IN"/>
        </w:rPr>
        <w:t>।</w:t>
      </w:r>
      <w:r w:rsidRPr="005A2C80">
        <w:rPr>
          <w:cs/>
          <w:lang w:bidi="bn-IN"/>
        </w:rPr>
        <w:t xml:space="preserve"> নাহ্জুল ফাসাহাহ্</w:t>
      </w:r>
      <w:r w:rsidRPr="005A2C80">
        <w:t xml:space="preserve">, </w:t>
      </w:r>
      <w:r w:rsidRPr="005A2C80">
        <w:rPr>
          <w:cs/>
          <w:lang w:bidi="bn-IN"/>
        </w:rPr>
        <w:t>হাদীস নং-২৬০০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২৩৪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সহীহ বুখারী</w:t>
      </w:r>
      <w:r w:rsidRPr="005A2C80">
        <w:t xml:space="preserve">, </w:t>
      </w:r>
      <w:r w:rsidRPr="005A2C80">
        <w:rPr>
          <w:cs/>
          <w:lang w:bidi="bn-IN"/>
        </w:rPr>
        <w:t>১১তম খণ্ড</w:t>
      </w:r>
      <w:r w:rsidRPr="005A2C80">
        <w:t xml:space="preserve">, </w:t>
      </w:r>
      <w:r w:rsidRPr="005A2C80">
        <w:rPr>
          <w:cs/>
          <w:lang w:bidi="bn-IN"/>
        </w:rPr>
        <w:t>পৃ. ২৪৬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কিতাবুন নিকাহ্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২৩৫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>মাসয়ালা নং-৪৬৬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২৩৬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উরওয়াতুল উসকা</w:t>
      </w:r>
      <w:r w:rsidRPr="005A2C80">
        <w:t xml:space="preserve">, </w:t>
      </w:r>
      <w:r w:rsidRPr="005A2C80">
        <w:rPr>
          <w:cs/>
          <w:lang w:bidi="bn-IN"/>
        </w:rPr>
        <w:t>১ম খন্ড</w:t>
      </w:r>
      <w:r w:rsidRPr="005A2C80">
        <w:t xml:space="preserve">, </w:t>
      </w:r>
      <w:r w:rsidRPr="005A2C80">
        <w:rPr>
          <w:cs/>
          <w:lang w:bidi="bn-IN"/>
        </w:rPr>
        <w:t>ঋতুস্রাব অধ্যায়</w:t>
      </w:r>
      <w:r w:rsidRPr="005A2C80">
        <w:t xml:space="preserve">, </w:t>
      </w:r>
      <w:r w:rsidRPr="005A2C80">
        <w:rPr>
          <w:cs/>
          <w:lang w:bidi="bn-IN"/>
        </w:rPr>
        <w:t>পৃ. ৩১৫-৩১৬</w:t>
      </w:r>
      <w:r w:rsidRPr="005A2C80">
        <w:t xml:space="preserve">, </w:t>
      </w:r>
      <w:r w:rsidRPr="005A2C80">
        <w:rPr>
          <w:cs/>
          <w:lang w:bidi="bn-IN"/>
        </w:rPr>
        <w:t>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 xml:space="preserve">মাসয়ালা নং-৪৩৪-৪৪১. </w:t>
      </w:r>
    </w:p>
    <w:p w:rsidR="008031DA" w:rsidRDefault="008031DA" w:rsidP="008031DA">
      <w:pPr>
        <w:pStyle w:val="libFootnote"/>
        <w:rPr>
          <w:lang w:bidi="hi-IN"/>
        </w:rPr>
      </w:pPr>
      <w:r w:rsidRPr="005A2C80">
        <w:rPr>
          <w:cs/>
          <w:lang w:bidi="bn-IN"/>
        </w:rPr>
        <w:t>২</w:t>
      </w:r>
      <w:r>
        <w:rPr>
          <w:cs/>
          <w:lang w:bidi="bn-IN"/>
        </w:rPr>
        <w:t>৩৭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>মাসয়ালা নং-৪৫০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২৩৮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>মাসয়ালা নং-৪৬৯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২৩৯</w:t>
      </w:r>
      <w:r w:rsidRPr="005A2C80">
        <w:rPr>
          <w:cs/>
          <w:lang w:bidi="hi-IN"/>
        </w:rPr>
        <w:t xml:space="preserve">। </w:t>
      </w:r>
      <w:r w:rsidRPr="005A2C80">
        <w:rPr>
          <w:cs/>
          <w:lang w:bidi="bn-IN"/>
        </w:rPr>
        <w:t>ইসতিফতায়াত</w:t>
      </w:r>
      <w:r w:rsidRPr="005A2C80">
        <w:t xml:space="preserve">, </w:t>
      </w:r>
      <w:r w:rsidRPr="005A2C80">
        <w:rPr>
          <w:cs/>
          <w:lang w:bidi="bn-IN"/>
        </w:rPr>
        <w:t>১ম খণ্ড</w:t>
      </w:r>
      <w:r w:rsidRPr="005A2C80">
        <w:t xml:space="preserve">, </w:t>
      </w:r>
      <w:r w:rsidRPr="005A2C80">
        <w:rPr>
          <w:cs/>
          <w:lang w:bidi="bn-IN"/>
        </w:rPr>
        <w:t>পৃ. ৪৭০</w:t>
      </w:r>
      <w:r w:rsidRPr="005A2C80">
        <w:t>,</w:t>
      </w:r>
      <w:r w:rsidRPr="005A2C80">
        <w:rPr>
          <w:cs/>
          <w:lang w:bidi="bn-IN"/>
        </w:rPr>
        <w:t>প্রশ্ন-১১১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২৪০</w:t>
      </w:r>
      <w:r>
        <w:rPr>
          <w:lang w:bidi="bn-IN"/>
        </w:rPr>
        <w:t xml:space="preserve"> </w:t>
      </w:r>
      <w:r w:rsidRPr="005A2C80">
        <w:rPr>
          <w:cs/>
          <w:lang w:bidi="hi-IN"/>
        </w:rPr>
        <w:t>।</w:t>
      </w:r>
      <w:r w:rsidRPr="005A2C80">
        <w:rPr>
          <w:cs/>
          <w:lang w:bidi="bn-IN"/>
        </w:rPr>
        <w:t xml:space="preserve"> উরওয়াতুল উসকা</w:t>
      </w:r>
      <w:r w:rsidRPr="005A2C80">
        <w:t xml:space="preserve">, </w:t>
      </w:r>
      <w:r w:rsidRPr="005A2C80">
        <w:rPr>
          <w:cs/>
          <w:lang w:bidi="bn-IN"/>
        </w:rPr>
        <w:t>১ম খণ্ড</w:t>
      </w:r>
      <w:r w:rsidRPr="005A2C80">
        <w:t xml:space="preserve">, </w:t>
      </w:r>
      <w:r w:rsidRPr="005A2C80">
        <w:rPr>
          <w:cs/>
          <w:lang w:bidi="bn-IN"/>
        </w:rPr>
        <w:t>পৃ. ২২৬</w:t>
      </w:r>
      <w:r w:rsidRPr="005A2C80">
        <w:t xml:space="preserve">, </w:t>
      </w:r>
      <w:r w:rsidRPr="005A2C80">
        <w:rPr>
          <w:cs/>
          <w:lang w:bidi="bn-IN"/>
        </w:rPr>
        <w:t xml:space="preserve">মাসয়ালা নং-৮ ও </w:t>
      </w:r>
      <w:r>
        <w:rPr>
          <w:cs/>
          <w:lang w:bidi="bn-IN"/>
        </w:rPr>
        <w:t>পৃ</w:t>
      </w:r>
      <w:r w:rsidRPr="005A2C80">
        <w:rPr>
          <w:cs/>
          <w:lang w:bidi="bn-IN"/>
        </w:rPr>
        <w:t>. ২২৮</w:t>
      </w:r>
      <w:r w:rsidRPr="005A2C80">
        <w:t xml:space="preserve">, </w:t>
      </w:r>
      <w:r w:rsidRPr="005A2C80">
        <w:rPr>
          <w:cs/>
          <w:lang w:bidi="bn-IN"/>
        </w:rPr>
        <w:t>মাসয়ালা নং-</w:t>
      </w:r>
      <w:r w:rsidRPr="005A2C80">
        <w:t xml:space="preserve"> </w:t>
      </w:r>
      <w:r w:rsidRPr="005A2C80">
        <w:rPr>
          <w:cs/>
          <w:lang w:bidi="bn-IN"/>
        </w:rPr>
        <w:t>১৫</w:t>
      </w:r>
      <w:r w:rsidRPr="005A2C80">
        <w:t xml:space="preserve">, </w:t>
      </w:r>
      <w:r w:rsidRPr="005A2C80">
        <w:rPr>
          <w:cs/>
          <w:lang w:bidi="bn-IN"/>
        </w:rPr>
        <w:t>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>মাসয়ালা নং-৪৯৯</w:t>
      </w:r>
      <w:r w:rsidRPr="005A2C80">
        <w:t>,</w:t>
      </w:r>
      <w:r w:rsidRPr="005A2C80">
        <w:rPr>
          <w:cs/>
          <w:lang w:bidi="bn-IN"/>
        </w:rPr>
        <w:t>৫০০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</w:t>
      </w:r>
      <w:r w:rsidRPr="005A2C80">
        <w:rPr>
          <w:cs/>
          <w:lang w:bidi="bn-IN"/>
        </w:rPr>
        <w:t>১</w:t>
      </w:r>
      <w:r w:rsidRPr="005A2C80">
        <w:rPr>
          <w:cs/>
          <w:lang w:bidi="hi-IN"/>
        </w:rPr>
        <w:t xml:space="preserve"> । </w:t>
      </w:r>
      <w:r w:rsidRPr="005A2C80">
        <w:rPr>
          <w:cs/>
          <w:lang w:bidi="bn-IN"/>
        </w:rPr>
        <w:t>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>মাসয়ালা নং-৪৬৬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২৪২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২৪৩</w:t>
      </w:r>
      <w:r>
        <w:rPr>
          <w:lang w:bidi="hi-IN"/>
        </w:rPr>
        <w:t xml:space="preserve"> 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২৪৪</w:t>
      </w:r>
      <w:r>
        <w:rPr>
          <w:lang w:bidi="hi-IN"/>
        </w:rPr>
        <w:t xml:space="preserve"> 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নং-৩৯২</w:t>
      </w:r>
      <w:r w:rsidRPr="005A2C80">
        <w:rPr>
          <w:cs/>
          <w:lang w:bidi="hi-IN"/>
        </w:rPr>
        <w:t xml:space="preserve"> ।</w:t>
      </w:r>
      <w:r w:rsidRPr="005A2C80">
        <w:t xml:space="preserve">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২৪৫</w:t>
      </w:r>
      <w:r w:rsidRPr="005A2C80">
        <w:rPr>
          <w:cs/>
          <w:lang w:bidi="hi-IN"/>
        </w:rPr>
        <w:t xml:space="preserve"> 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নং-৩৯৩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২৪৬</w:t>
      </w:r>
      <w:r w:rsidRPr="005A2C80">
        <w:rPr>
          <w:cs/>
          <w:lang w:bidi="hi-IN"/>
        </w:rPr>
        <w:t xml:space="preserve"> 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-৩৯৩</w:t>
      </w:r>
      <w:r w:rsidRPr="005A2C80">
        <w:t>,</w:t>
      </w:r>
      <w:r w:rsidRPr="005A2C80">
        <w:rPr>
          <w:cs/>
          <w:lang w:bidi="bn-IN"/>
        </w:rPr>
        <w:t>৩৯৪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২৪৭</w:t>
      </w:r>
      <w:r>
        <w:rPr>
          <w:lang w:bidi="hi-IN"/>
        </w:rPr>
        <w:t xml:space="preserve"> 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-৩৯৩</w:t>
      </w:r>
      <w:r w:rsidRPr="005A2C80">
        <w:t>,</w:t>
      </w:r>
      <w:r w:rsidRPr="005A2C80">
        <w:rPr>
          <w:cs/>
          <w:lang w:bidi="bn-IN"/>
        </w:rPr>
        <w:t>৩৯৫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২৪৮</w:t>
      </w:r>
      <w:r w:rsidRPr="005A2C80">
        <w:rPr>
          <w:cs/>
          <w:lang w:bidi="hi-IN"/>
        </w:rPr>
        <w:t xml:space="preserve"> 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-৩৯৬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২৪৯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-৪১২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২৫০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-৩৯১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t>২৫১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-৫১১</w:t>
      </w:r>
      <w:r w:rsidRPr="005A2C80">
        <w:rPr>
          <w:cs/>
          <w:lang w:bidi="hi-IN"/>
        </w:rPr>
        <w:t xml:space="preserve"> ।</w:t>
      </w:r>
    </w:p>
    <w:p w:rsidR="008031DA" w:rsidRDefault="008031DA" w:rsidP="008031DA">
      <w:pPr>
        <w:pStyle w:val="libFootnote"/>
        <w:rPr>
          <w:lang w:bidi="hi-IN"/>
        </w:rPr>
      </w:pPr>
      <w:r>
        <w:rPr>
          <w:cs/>
          <w:lang w:bidi="bn-IN"/>
        </w:rPr>
        <w:lastRenderedPageBreak/>
        <w:t>২৫২</w:t>
      </w:r>
      <w:r w:rsidRPr="005A2C80">
        <w:rPr>
          <w:cs/>
          <w:lang w:bidi="hi-IN"/>
        </w:rPr>
        <w:t xml:space="preserve"> 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-৫১৫</w:t>
      </w:r>
      <w:r w:rsidRPr="005A2C80">
        <w:rPr>
          <w:cs/>
          <w:lang w:bidi="hi-IN"/>
        </w:rPr>
        <w:t xml:space="preserve"> । </w:t>
      </w:r>
    </w:p>
    <w:p w:rsidR="008031DA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২৫৩</w:t>
      </w:r>
      <w:r w:rsidRPr="005A2C80">
        <w:rPr>
          <w:cs/>
          <w:lang w:bidi="hi-IN"/>
        </w:rPr>
        <w:t xml:space="preserve">। </w:t>
      </w:r>
      <w:r w:rsidRPr="00074814">
        <w:rPr>
          <w:rFonts w:hint="cs"/>
          <w:cs/>
          <w:lang w:bidi="bn-IN"/>
        </w:rPr>
        <w:t>প্রাগুক্ত</w:t>
      </w:r>
      <w:r w:rsidRPr="005A2C80">
        <w:t xml:space="preserve">, </w:t>
      </w:r>
      <w:r w:rsidRPr="005A2C80">
        <w:rPr>
          <w:cs/>
          <w:lang w:bidi="bn-IN"/>
        </w:rPr>
        <w:t>মাসয়ালা নং -৫১৩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8031DA" w:rsidRPr="005A2C80" w:rsidRDefault="008031DA" w:rsidP="008031DA">
      <w:pPr>
        <w:pStyle w:val="libFootnote"/>
        <w:rPr>
          <w:lang w:bidi="bn-IN"/>
        </w:rPr>
      </w:pPr>
      <w:r>
        <w:rPr>
          <w:cs/>
          <w:lang w:bidi="bn-IN"/>
        </w:rPr>
        <w:t>২৫৪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আল উরওয়াতুল উছকা</w:t>
      </w:r>
      <w:r w:rsidRPr="005A2C80">
        <w:t xml:space="preserve">, </w:t>
      </w:r>
      <w:r w:rsidRPr="005A2C80">
        <w:rPr>
          <w:cs/>
          <w:lang w:bidi="bn-IN"/>
        </w:rPr>
        <w:t>১ম খণ্ড</w:t>
      </w:r>
      <w:r w:rsidRPr="005A2C80">
        <w:t xml:space="preserve">, </w:t>
      </w:r>
      <w:r w:rsidRPr="005A2C80">
        <w:rPr>
          <w:cs/>
          <w:lang w:bidi="bn-IN"/>
        </w:rPr>
        <w:t>পৃঃ-২১০</w:t>
      </w:r>
      <w:r w:rsidRPr="005A2C80">
        <w:t xml:space="preserve">, </w:t>
      </w:r>
      <w:r w:rsidRPr="005A2C80">
        <w:rPr>
          <w:cs/>
          <w:lang w:bidi="bn-IN"/>
        </w:rPr>
        <w:t>তৌযিহুল মাসায়েল</w:t>
      </w:r>
      <w:r w:rsidRPr="005A2C80">
        <w:t xml:space="preserve">, </w:t>
      </w:r>
      <w:r w:rsidRPr="005A2C80">
        <w:rPr>
          <w:cs/>
          <w:lang w:bidi="bn-IN"/>
        </w:rPr>
        <w:t>মাসয়ালা নং-</w:t>
      </w:r>
      <w:r w:rsidRPr="005A2C80">
        <w:t xml:space="preserve"> </w:t>
      </w:r>
      <w:r w:rsidRPr="005A2C80">
        <w:rPr>
          <w:cs/>
          <w:lang w:bidi="bn-IN"/>
        </w:rPr>
        <w:t>৩৯১</w:t>
      </w:r>
      <w:r w:rsidRPr="005A2C80">
        <w:rPr>
          <w:cs/>
          <w:lang w:bidi="hi-IN"/>
        </w:rPr>
        <w:t xml:space="preserve"> ।</w:t>
      </w:r>
      <w:r w:rsidRPr="005A2C80">
        <w:rPr>
          <w:cs/>
          <w:lang w:bidi="bn-IN"/>
        </w:rPr>
        <w:t xml:space="preserve"> </w:t>
      </w:r>
    </w:p>
    <w:p w:rsidR="0061737B" w:rsidRPr="00D624B5" w:rsidRDefault="00BC1DC9" w:rsidP="0061737B">
      <w:pPr>
        <w:pStyle w:val="TOC1"/>
        <w:tabs>
          <w:tab w:val="right" w:leader="dot" w:pos="9350"/>
        </w:tabs>
      </w:pPr>
      <w:r>
        <w:br w:type="page"/>
      </w:r>
    </w:p>
    <w:sdt>
      <w:sdtPr>
        <w:id w:val="77027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61737B" w:rsidRDefault="0061737B">
          <w:pPr>
            <w:pStyle w:val="TOCHeading"/>
          </w:pPr>
          <w:r>
            <w:t>Contents</w:t>
          </w:r>
        </w:p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</w:rPr>
            <w:id w:val="7493306"/>
            <w:docPartObj>
              <w:docPartGallery w:val="Table of Contents"/>
              <w:docPartUnique/>
            </w:docPartObj>
          </w:sdtPr>
          <w:sdtContent>
            <w:p w:rsidR="0061737B" w:rsidRDefault="0061737B" w:rsidP="0061737B">
              <w:pPr>
                <w:pStyle w:val="TOC1"/>
                <w:tabs>
                  <w:tab w:val="right" w:leader="dot" w:pos="9350"/>
                </w:tabs>
              </w:pPr>
              <w:r w:rsidRPr="0061737B">
                <w:rPr>
                  <w:rStyle w:val="Heading2CenterChar"/>
                  <w:rFonts w:eastAsiaTheme="majorEastAsia" w:hint="cs"/>
                  <w:cs/>
                </w:rPr>
                <w:t>সূচিপত্র</w:t>
              </w:r>
            </w:p>
          </w:sdtContent>
        </w:sdt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044785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তৌহিদী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ব্যবস্থার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সমাজ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দু</w:t>
            </w:r>
            <w:r w:rsidRPr="00AD1F7C">
              <w:rPr>
                <w:rStyle w:val="Hyperlink"/>
                <w:rFonts w:ascii="Rafed Alaem" w:eastAsia="Rafed Alaem" w:hAnsi="Rafed Alaem" w:cs="Rafed Alaem"/>
                <w:noProof/>
                <w:lang w:bidi="fa-IR"/>
              </w:rPr>
              <w:t>’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শ্রেণীতে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বিভক্ত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5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পবিত্র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কোরআনের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র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্যাদা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5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সূরা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কাউছারের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তিনটি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আয়াতের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তিনটি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অলৌকিকত্ব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55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হাদীসের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মর্যাদা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56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ইসলাম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পূর্ব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নারীগণ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57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ইসলামের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প্রাথমিক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পর্যায়ের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নারীগণ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58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হযরত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যয়নাব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(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আ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.)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আত্মত্যাগ</w:t>
            </w:r>
            <w:r w:rsidRPr="00AD1F7C">
              <w:rPr>
                <w:rStyle w:val="Hyperlink"/>
                <w:rFonts w:eastAsiaTheme="minorHAnsi"/>
                <w:noProof/>
              </w:rPr>
              <w:t xml:space="preserve">,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ধৈর্য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দৃঢ়তার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প্রতিচ্ছবি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59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ইসলামের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অধিকারসমূহ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0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পুরুষ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মধ্যে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পার্থক্যসমূহ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1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যে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বাড়ীর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লোকদের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খেদমত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সওয়াব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মর্যাদা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জিহাদ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শিশু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লালন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পালনের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সওয়াব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নারীদের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কর্মের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গোপন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প্রকৃত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স্বরূপ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প্রকাশিত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হবে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5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কিয়ামতের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দিনে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মানুষের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শরীরের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অঙ্গ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প্রত্যঙ্গ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বিরুদ্ধে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সাক্ষী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দেবে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6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মানুষের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শরীরের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অঙ্গ</w:t>
            </w:r>
            <w:r w:rsidRPr="00AD1F7C">
              <w:rPr>
                <w:rStyle w:val="Hyperlink"/>
                <w:noProof/>
                <w:rtl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প্রত্যঙ্গগুলো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আল্লাহ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</w:t>
            </w:r>
            <w:r w:rsidRPr="00AD1F7C">
              <w:rPr>
                <w:rStyle w:val="Hyperlink"/>
                <w:rFonts w:ascii="Rafed Alaem" w:eastAsia="Rafed Alaem" w:hAnsi="Rafed Alaem" w:cs="Rafed Alaem"/>
                <w:noProof/>
              </w:rPr>
              <w:t>’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য়ালার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পক্ষ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আমানত</w:t>
            </w:r>
            <w:r w:rsidRPr="00AD1F7C">
              <w:rPr>
                <w:rStyle w:val="Hyperlink"/>
                <w:noProof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স্বরূপ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67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হাদীসের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noProof/>
                <w:rtl/>
                <w:lang w:bidi="fa-IR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করার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অনিষ্টতা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ক্ষতিকর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দিকসমূহ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8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মেনে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চলা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নারীরাই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শয়তানের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উপযুক্ত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হাতিয়ার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69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শয়তান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সম্পর্কে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কিছু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আলোচনা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7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মানা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হচ্ছে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জাহান্নামী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75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প্রকৃত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পক্ষে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হচ্ছে</w:t>
            </w:r>
            <w:r w:rsidRPr="00AD1F7C">
              <w:rPr>
                <w:rStyle w:val="Hyperlink"/>
                <w:noProof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শয়তান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78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নারীদের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দ্বীন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ঈমান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হচ্ছে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দুর্বল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79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নারীরা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প্রকৃত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মুসলমান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নয়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0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প্রসিদ্ধি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লাভের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উদ্দেশ্যে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অপ্রচলিত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নতুন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কোন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পোশাক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noProof/>
                <w:rtl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হচ্ছে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মুনাফিকদের</w:t>
            </w:r>
            <w:r w:rsidRPr="00AD1F7C">
              <w:rPr>
                <w:rStyle w:val="Hyperlink"/>
                <w:noProof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সারিতে</w:t>
            </w:r>
            <w:r w:rsidRPr="00AD1F7C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খোদাভীতিশূন্য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শয়তান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রূপে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প্রকাশিত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হয়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লজ্জা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নেই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147B2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5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বেপর্দা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সঠিক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মূল্য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কম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8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noProof/>
                <w:rtl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পর্দায়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থাকা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স্বামীর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অধিকারকে</w:t>
            </w:r>
            <w:r w:rsidRPr="00AD1F7C">
              <w:rPr>
                <w:rStyle w:val="Hyperlink"/>
                <w:noProof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নষ্ট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করে</w:t>
            </w:r>
            <w:r w:rsidRPr="00AD1F7C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89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পর্দায়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থাকা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হচ্ছে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ব্যক্তিত্বহীন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0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মানসিক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অশান্তিতে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ভোগে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 w:rsidP="00147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89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পাশ্চাত্যের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বেপর্দা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rtl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তাকওয়াহীন</w:t>
            </w:r>
            <w:r w:rsidR="00147B27" w:rsidRPr="00147B27">
              <w:rPr>
                <w:rStyle w:val="Hyperlink"/>
                <w:rFonts w:cs="Vrinda" w:hint="cs"/>
                <w:noProof/>
                <w:cs/>
                <w:lang w:bidi="bn-IN"/>
              </w:rPr>
              <w:t>তা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গণহত্যা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আত্মহত্যা</w:t>
            </w:r>
            <w:r w:rsidRPr="00AD1F7C">
              <w:rPr>
                <w:rStyle w:val="Hyperlink"/>
                <w:noProof/>
              </w:rPr>
              <w:t xml:space="preserve">,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দুর্ঘটনা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মদপানজনিত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মৃত্যু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5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তালাকের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সংখ্যা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বৃদ্ধি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পরিবার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নামক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প্রতিষ্ঠান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ধ্বংস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6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অবৈধ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সন্তানের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সংখ্যা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বৃদ্ধি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7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গর্ভপাত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ক্ষতিকর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দিকসমূহ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8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পাশ্চাত্যে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সমকামিতা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নিদারুণ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পরিণতি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899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চুরি</w:t>
            </w:r>
            <w:r w:rsidRPr="00AD1F7C">
              <w:rPr>
                <w:rStyle w:val="Hyperlink"/>
                <w:rFonts w:eastAsiaTheme="minorHAnsi"/>
                <w:noProof/>
              </w:rPr>
              <w:t xml:space="preserve">,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ধর্ষণ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এবং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নিরাপত্তাহীনতা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00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সন্তানের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উপর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ধ্বংসাত্মক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প্রভাব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01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আয়াত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রেওয়ায়েত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আক্বলের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noProof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0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পবিত্র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কোরআনে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0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রেওয়ায়েতে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0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দর্শন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05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মনস্তাত্ত্বিক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দৃষ্টিকোণ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06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পারিবারিক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বন্ধনকে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দৃঢ়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07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নারীদের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সতীত্বের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উপরই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সমাজের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উন্নতি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টিকে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থাকা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নির্ভরশীল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08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অর্থনৈতিক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09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রাজনৈতিক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দৃষ্টিতে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0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কারণেই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মর্যাদা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বৃদ্ধি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পেয়ে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থাকে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1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ফ্যাশান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প্রীতি</w:t>
            </w:r>
            <w:r w:rsidRPr="00AD1F7C">
              <w:rPr>
                <w:rStyle w:val="Hyperlink"/>
                <w:noProof/>
              </w:rPr>
              <w:t xml:space="preserve">,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অপচয়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ভোগবাদী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সংস্কৃতি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রোধ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থাকে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1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বিরোধীদের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বক্তব্য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1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বিশেষ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গুরুত্বসমূহ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1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বক্তব্য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5" w:history="1"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বেপর্দা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বা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সঠিকভাবে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পর্দা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করা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নারীদের</w:t>
            </w:r>
            <w:r w:rsidRPr="00AD1F7C">
              <w:rPr>
                <w:rStyle w:val="Hyperlink"/>
                <w:rFonts w:eastAsiaTheme="minorHAnsi"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eastAsiaTheme="minorHAnsi" w:cs="Vrinda" w:hint="cs"/>
                <w:noProof/>
                <w:cs/>
                <w:lang w:bidi="bn-IN"/>
              </w:rPr>
              <w:t>বক্তব্য</w:t>
            </w:r>
            <w:r w:rsidRPr="00AD1F7C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6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উত্তম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কারা</w:t>
            </w:r>
            <w:r w:rsidRPr="00AD1F7C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7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উত্তম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উপায়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কী</w:t>
            </w:r>
            <w:r w:rsidRPr="00AD1F7C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8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পর্দার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বিভিন্ন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উপকরণের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মধ্যে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বোরকার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গুরুত্বের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কারণ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19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বোরকা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পরিহিতা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উদ্দেশ্যে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কয়েকটি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কথা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0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হযরত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ফাতিমা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সালামুল্লাহ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আলাইহা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)-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শিক্ষা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1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ইমাম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হুসাইন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(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আ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>.)-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এর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কন্যার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কাছ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থেকে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হিজাব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সচ্চরিত্রতার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শিক্ষা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2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হাউলার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হাদীস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3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একজন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ব্যক্তিগত</w:t>
            </w:r>
            <w:r w:rsidRPr="00AD1F7C">
              <w:rPr>
                <w:rStyle w:val="Hyperlink"/>
                <w:noProof/>
              </w:rPr>
              <w:t xml:space="preserve">,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নৈতিক</w:t>
            </w:r>
            <w:r w:rsidRPr="00AD1F7C">
              <w:rPr>
                <w:rStyle w:val="Hyperlink"/>
                <w:noProof/>
              </w:rPr>
              <w:t xml:space="preserve">,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সামাজিক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ধর্মীয়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দায়িত্ব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40447924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নারীদের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নির্ধারিত</w:t>
            </w:r>
            <w:r w:rsidRPr="00AD1F7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গোসলগুলি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5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ঋতুস্রাবের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গোসল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6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ইসতিহাযা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ও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নিফাসের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গোসল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7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নিফাসের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</w:t>
            </w:r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গোসল</w:t>
            </w:r>
            <w:r w:rsidRPr="00AD1F7C">
              <w:rPr>
                <w:rStyle w:val="Hyperlink"/>
                <w:rFonts w:cs="Vrinda"/>
                <w:noProof/>
                <w:cs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440447928" w:history="1">
            <w:r w:rsidRPr="00AD1F7C">
              <w:rPr>
                <w:rStyle w:val="Hyperlink"/>
                <w:rFonts w:cs="Vrinda" w:hint="cs"/>
                <w:noProof/>
                <w:cs/>
                <w:lang w:bidi="bn-IN"/>
              </w:rPr>
              <w:t>তথ্যসূত্র</w:t>
            </w:r>
            <w:r w:rsidRPr="00AD1F7C">
              <w:rPr>
                <w:rStyle w:val="Hyperlink"/>
                <w:noProof/>
                <w:lang w:bidi="bn-IN"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_Toc440447928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37B" w:rsidRDefault="0061737B">
          <w:r>
            <w:fldChar w:fldCharType="end"/>
          </w:r>
        </w:p>
      </w:sdtContent>
    </w:sdt>
    <w:p w:rsidR="00BC1DC9" w:rsidRPr="00D624B5" w:rsidRDefault="00BC1DC9" w:rsidP="0061737B">
      <w:pPr>
        <w:pStyle w:val="TOC1"/>
        <w:tabs>
          <w:tab w:val="right" w:leader="dot" w:pos="9350"/>
        </w:tabs>
      </w:pPr>
    </w:p>
    <w:sectPr w:rsidR="00BC1DC9" w:rsidRPr="00D624B5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7C3" w:rsidRDefault="00CF17C3" w:rsidP="008B7801">
      <w:pPr>
        <w:spacing w:after="0" w:line="240" w:lineRule="auto"/>
      </w:pPr>
      <w:r>
        <w:separator/>
      </w:r>
    </w:p>
  </w:endnote>
  <w:endnote w:type="continuationSeparator" w:id="1">
    <w:p w:rsidR="00CF17C3" w:rsidRDefault="00CF17C3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CF17C3" w:rsidRDefault="00E65747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CF17C3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147B27">
          <w:rPr>
            <w:rFonts w:ascii="SutonnyMJ" w:hAnsi="SutonnyMJ" w:cs="SutonnyMJ"/>
            <w:noProof/>
          </w:rPr>
          <w:t>217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CF17C3" w:rsidRDefault="00CF17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7C3" w:rsidRDefault="00CF17C3" w:rsidP="008B7801">
      <w:pPr>
        <w:spacing w:after="0" w:line="240" w:lineRule="auto"/>
      </w:pPr>
      <w:r>
        <w:separator/>
      </w:r>
    </w:p>
  </w:footnote>
  <w:footnote w:type="continuationSeparator" w:id="1">
    <w:p w:rsidR="00CF17C3" w:rsidRDefault="00CF17C3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172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4151B"/>
    <w:rsid w:val="00026914"/>
    <w:rsid w:val="00036558"/>
    <w:rsid w:val="00036F5D"/>
    <w:rsid w:val="000416CF"/>
    <w:rsid w:val="000451DA"/>
    <w:rsid w:val="00064BD1"/>
    <w:rsid w:val="00066590"/>
    <w:rsid w:val="00067176"/>
    <w:rsid w:val="000753B9"/>
    <w:rsid w:val="000858AF"/>
    <w:rsid w:val="00093F2B"/>
    <w:rsid w:val="000A16E2"/>
    <w:rsid w:val="000A3C87"/>
    <w:rsid w:val="000B6A4B"/>
    <w:rsid w:val="000C0B2A"/>
    <w:rsid w:val="000C4F54"/>
    <w:rsid w:val="000D0FC8"/>
    <w:rsid w:val="000D641E"/>
    <w:rsid w:val="0010506E"/>
    <w:rsid w:val="0011328D"/>
    <w:rsid w:val="00136137"/>
    <w:rsid w:val="00143935"/>
    <w:rsid w:val="00147B27"/>
    <w:rsid w:val="0015407B"/>
    <w:rsid w:val="001633D9"/>
    <w:rsid w:val="0017591F"/>
    <w:rsid w:val="001A3437"/>
    <w:rsid w:val="001A68B3"/>
    <w:rsid w:val="001B2552"/>
    <w:rsid w:val="001D1762"/>
    <w:rsid w:val="001D3E1F"/>
    <w:rsid w:val="001D3E59"/>
    <w:rsid w:val="001E0D60"/>
    <w:rsid w:val="001F5A79"/>
    <w:rsid w:val="0022370C"/>
    <w:rsid w:val="00235071"/>
    <w:rsid w:val="00237AA6"/>
    <w:rsid w:val="0024762D"/>
    <w:rsid w:val="0026134F"/>
    <w:rsid w:val="00267B93"/>
    <w:rsid w:val="00275890"/>
    <w:rsid w:val="0028663A"/>
    <w:rsid w:val="00292BC3"/>
    <w:rsid w:val="00296130"/>
    <w:rsid w:val="002B709B"/>
    <w:rsid w:val="002D15B8"/>
    <w:rsid w:val="002D2865"/>
    <w:rsid w:val="002E4766"/>
    <w:rsid w:val="002E7FD0"/>
    <w:rsid w:val="002F11BE"/>
    <w:rsid w:val="00304CCF"/>
    <w:rsid w:val="003137DA"/>
    <w:rsid w:val="003237FA"/>
    <w:rsid w:val="00336A70"/>
    <w:rsid w:val="003446AD"/>
    <w:rsid w:val="0037742F"/>
    <w:rsid w:val="003A1605"/>
    <w:rsid w:val="003A255A"/>
    <w:rsid w:val="003A380C"/>
    <w:rsid w:val="003B34CB"/>
    <w:rsid w:val="003C5A32"/>
    <w:rsid w:val="003D73E7"/>
    <w:rsid w:val="003E4BC2"/>
    <w:rsid w:val="003F77EC"/>
    <w:rsid w:val="004036E5"/>
    <w:rsid w:val="00406D51"/>
    <w:rsid w:val="004151F5"/>
    <w:rsid w:val="004219FE"/>
    <w:rsid w:val="004234A1"/>
    <w:rsid w:val="0043192B"/>
    <w:rsid w:val="004438CE"/>
    <w:rsid w:val="004546B7"/>
    <w:rsid w:val="00463EDB"/>
    <w:rsid w:val="00463F84"/>
    <w:rsid w:val="00482325"/>
    <w:rsid w:val="00483A81"/>
    <w:rsid w:val="0049095A"/>
    <w:rsid w:val="00490F00"/>
    <w:rsid w:val="004924CF"/>
    <w:rsid w:val="00494293"/>
    <w:rsid w:val="004A56BA"/>
    <w:rsid w:val="004B74AC"/>
    <w:rsid w:val="004C1471"/>
    <w:rsid w:val="004C57A4"/>
    <w:rsid w:val="004F68DD"/>
    <w:rsid w:val="005106C4"/>
    <w:rsid w:val="00525B2D"/>
    <w:rsid w:val="00540CD3"/>
    <w:rsid w:val="00544132"/>
    <w:rsid w:val="005656A1"/>
    <w:rsid w:val="005726E1"/>
    <w:rsid w:val="00584195"/>
    <w:rsid w:val="005862E0"/>
    <w:rsid w:val="00593844"/>
    <w:rsid w:val="0059796A"/>
    <w:rsid w:val="005A0E2B"/>
    <w:rsid w:val="005A21F0"/>
    <w:rsid w:val="005C64EB"/>
    <w:rsid w:val="005C68E8"/>
    <w:rsid w:val="005C741E"/>
    <w:rsid w:val="005D2D86"/>
    <w:rsid w:val="005D3333"/>
    <w:rsid w:val="005F2D37"/>
    <w:rsid w:val="005F553A"/>
    <w:rsid w:val="00603FA1"/>
    <w:rsid w:val="00606FA3"/>
    <w:rsid w:val="0061174D"/>
    <w:rsid w:val="0061737B"/>
    <w:rsid w:val="00623425"/>
    <w:rsid w:val="00640AC4"/>
    <w:rsid w:val="006445C3"/>
    <w:rsid w:val="006479AD"/>
    <w:rsid w:val="0065046F"/>
    <w:rsid w:val="006628C5"/>
    <w:rsid w:val="006662F8"/>
    <w:rsid w:val="006746F0"/>
    <w:rsid w:val="00690232"/>
    <w:rsid w:val="00696EAC"/>
    <w:rsid w:val="006A02FE"/>
    <w:rsid w:val="006A766D"/>
    <w:rsid w:val="006C775E"/>
    <w:rsid w:val="006D197A"/>
    <w:rsid w:val="006D1B58"/>
    <w:rsid w:val="006D440E"/>
    <w:rsid w:val="006E09C7"/>
    <w:rsid w:val="006E2492"/>
    <w:rsid w:val="0070694E"/>
    <w:rsid w:val="00707890"/>
    <w:rsid w:val="00713A8F"/>
    <w:rsid w:val="007317F3"/>
    <w:rsid w:val="00733E6E"/>
    <w:rsid w:val="00736945"/>
    <w:rsid w:val="00743510"/>
    <w:rsid w:val="0075520E"/>
    <w:rsid w:val="00755E02"/>
    <w:rsid w:val="007645C7"/>
    <w:rsid w:val="007719FE"/>
    <w:rsid w:val="00776659"/>
    <w:rsid w:val="007959C0"/>
    <w:rsid w:val="007C78A2"/>
    <w:rsid w:val="007D0C93"/>
    <w:rsid w:val="007D3565"/>
    <w:rsid w:val="007F38BE"/>
    <w:rsid w:val="007F3E5D"/>
    <w:rsid w:val="008031DA"/>
    <w:rsid w:val="00813C73"/>
    <w:rsid w:val="008227CD"/>
    <w:rsid w:val="008230AE"/>
    <w:rsid w:val="00826493"/>
    <w:rsid w:val="00826A9D"/>
    <w:rsid w:val="008302AE"/>
    <w:rsid w:val="008426CA"/>
    <w:rsid w:val="00867F2D"/>
    <w:rsid w:val="008715EA"/>
    <w:rsid w:val="00883EA9"/>
    <w:rsid w:val="008A5A1E"/>
    <w:rsid w:val="008B7801"/>
    <w:rsid w:val="008B7AD9"/>
    <w:rsid w:val="008D1772"/>
    <w:rsid w:val="008D2BC5"/>
    <w:rsid w:val="008D4310"/>
    <w:rsid w:val="008D6263"/>
    <w:rsid w:val="008E1557"/>
    <w:rsid w:val="008E16D7"/>
    <w:rsid w:val="008F0D7B"/>
    <w:rsid w:val="008F787A"/>
    <w:rsid w:val="00902D3C"/>
    <w:rsid w:val="009117EC"/>
    <w:rsid w:val="00921503"/>
    <w:rsid w:val="009221B9"/>
    <w:rsid w:val="00924CBD"/>
    <w:rsid w:val="00932041"/>
    <w:rsid w:val="00934323"/>
    <w:rsid w:val="00937B74"/>
    <w:rsid w:val="00941AEF"/>
    <w:rsid w:val="00944C14"/>
    <w:rsid w:val="0094696C"/>
    <w:rsid w:val="00957CDC"/>
    <w:rsid w:val="00974B47"/>
    <w:rsid w:val="00976CDC"/>
    <w:rsid w:val="00990FF6"/>
    <w:rsid w:val="009A053A"/>
    <w:rsid w:val="009C15B9"/>
    <w:rsid w:val="009C7BA3"/>
    <w:rsid w:val="009D142D"/>
    <w:rsid w:val="009D3FD2"/>
    <w:rsid w:val="009D5BFF"/>
    <w:rsid w:val="009D759C"/>
    <w:rsid w:val="009D7A0F"/>
    <w:rsid w:val="009F5560"/>
    <w:rsid w:val="00A004F6"/>
    <w:rsid w:val="00A02BD0"/>
    <w:rsid w:val="00A04A66"/>
    <w:rsid w:val="00A07514"/>
    <w:rsid w:val="00A1022F"/>
    <w:rsid w:val="00A2744B"/>
    <w:rsid w:val="00A35C21"/>
    <w:rsid w:val="00A3683D"/>
    <w:rsid w:val="00A44A13"/>
    <w:rsid w:val="00A455D0"/>
    <w:rsid w:val="00A560EA"/>
    <w:rsid w:val="00A56BA1"/>
    <w:rsid w:val="00A578F7"/>
    <w:rsid w:val="00A6165F"/>
    <w:rsid w:val="00A65C07"/>
    <w:rsid w:val="00A77675"/>
    <w:rsid w:val="00A826A7"/>
    <w:rsid w:val="00A95577"/>
    <w:rsid w:val="00AA08F1"/>
    <w:rsid w:val="00AA7385"/>
    <w:rsid w:val="00AB18E8"/>
    <w:rsid w:val="00AB6543"/>
    <w:rsid w:val="00AC3E47"/>
    <w:rsid w:val="00AD5265"/>
    <w:rsid w:val="00AE4471"/>
    <w:rsid w:val="00AE454D"/>
    <w:rsid w:val="00B0266D"/>
    <w:rsid w:val="00B26972"/>
    <w:rsid w:val="00B476A4"/>
    <w:rsid w:val="00B50F2A"/>
    <w:rsid w:val="00B6472E"/>
    <w:rsid w:val="00B811CF"/>
    <w:rsid w:val="00B84DC1"/>
    <w:rsid w:val="00B854B9"/>
    <w:rsid w:val="00B91799"/>
    <w:rsid w:val="00BC1DC9"/>
    <w:rsid w:val="00BD15E9"/>
    <w:rsid w:val="00BE1409"/>
    <w:rsid w:val="00BE691F"/>
    <w:rsid w:val="00C208CA"/>
    <w:rsid w:val="00C2470C"/>
    <w:rsid w:val="00C303C9"/>
    <w:rsid w:val="00C313B1"/>
    <w:rsid w:val="00C34189"/>
    <w:rsid w:val="00C36628"/>
    <w:rsid w:val="00C4151B"/>
    <w:rsid w:val="00C53098"/>
    <w:rsid w:val="00C539D3"/>
    <w:rsid w:val="00C6693F"/>
    <w:rsid w:val="00C70742"/>
    <w:rsid w:val="00C924E6"/>
    <w:rsid w:val="00CC472D"/>
    <w:rsid w:val="00CC48FE"/>
    <w:rsid w:val="00CC77CA"/>
    <w:rsid w:val="00CD6057"/>
    <w:rsid w:val="00CD6645"/>
    <w:rsid w:val="00CE088A"/>
    <w:rsid w:val="00CE09E4"/>
    <w:rsid w:val="00CE1847"/>
    <w:rsid w:val="00CE4625"/>
    <w:rsid w:val="00CF17C3"/>
    <w:rsid w:val="00D02065"/>
    <w:rsid w:val="00D4000F"/>
    <w:rsid w:val="00D430A5"/>
    <w:rsid w:val="00D44DB1"/>
    <w:rsid w:val="00D450D2"/>
    <w:rsid w:val="00D454B5"/>
    <w:rsid w:val="00D457C0"/>
    <w:rsid w:val="00D46570"/>
    <w:rsid w:val="00D4723B"/>
    <w:rsid w:val="00D624B5"/>
    <w:rsid w:val="00D715AA"/>
    <w:rsid w:val="00D7533E"/>
    <w:rsid w:val="00D86325"/>
    <w:rsid w:val="00D941C7"/>
    <w:rsid w:val="00DC1C18"/>
    <w:rsid w:val="00DC6B7C"/>
    <w:rsid w:val="00DD00B6"/>
    <w:rsid w:val="00DD5C1E"/>
    <w:rsid w:val="00DF0DAD"/>
    <w:rsid w:val="00DF45E8"/>
    <w:rsid w:val="00DF5F3D"/>
    <w:rsid w:val="00E02BA8"/>
    <w:rsid w:val="00E03474"/>
    <w:rsid w:val="00E152B2"/>
    <w:rsid w:val="00E27091"/>
    <w:rsid w:val="00E30987"/>
    <w:rsid w:val="00E32589"/>
    <w:rsid w:val="00E400A5"/>
    <w:rsid w:val="00E43B38"/>
    <w:rsid w:val="00E52113"/>
    <w:rsid w:val="00E65747"/>
    <w:rsid w:val="00E84EB1"/>
    <w:rsid w:val="00E9343A"/>
    <w:rsid w:val="00EB1BF3"/>
    <w:rsid w:val="00EC4B61"/>
    <w:rsid w:val="00ED4DE2"/>
    <w:rsid w:val="00EE6233"/>
    <w:rsid w:val="00EF4076"/>
    <w:rsid w:val="00EF7ADF"/>
    <w:rsid w:val="00EF7C64"/>
    <w:rsid w:val="00F11A1C"/>
    <w:rsid w:val="00F16EE1"/>
    <w:rsid w:val="00F20557"/>
    <w:rsid w:val="00F525D6"/>
    <w:rsid w:val="00F60477"/>
    <w:rsid w:val="00F66A17"/>
    <w:rsid w:val="00F86D8D"/>
    <w:rsid w:val="00F87E84"/>
    <w:rsid w:val="00F91E16"/>
    <w:rsid w:val="00F9327C"/>
    <w:rsid w:val="00FB2C9D"/>
    <w:rsid w:val="00FD2E0A"/>
    <w:rsid w:val="00FE115C"/>
    <w:rsid w:val="00FE168D"/>
    <w:rsid w:val="00FE4106"/>
    <w:rsid w:val="00FE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10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937B74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937B74"/>
    <w:rPr>
      <w:rFonts w:ascii="Rafed Alaem" w:eastAsia="Rafed Alaem" w:hAnsi="Rafed Alaem" w:cs="Rafed Alaem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ascii="SolaimanLipi" w:eastAsia="SolaimanLipi" w:hAnsi="SolaimanLipi" w:cs="Arial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ascii="SolaimanLipi" w:eastAsia="SolaimanLipi" w:hAnsi="SolaimanLipi" w:cs="Arial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/>
      <w:ind w:left="660"/>
    </w:pPr>
    <w:rPr>
      <w:rFonts w:ascii="SolaimanLipi" w:eastAsiaTheme="minorEastAsia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/>
      <w:ind w:left="880"/>
    </w:pPr>
    <w:rPr>
      <w:rFonts w:ascii="SolaimanLipi" w:eastAsiaTheme="minorEastAsia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/>
      <w:ind w:left="1100"/>
    </w:pPr>
    <w:rPr>
      <w:rFonts w:ascii="SolaimanLipi" w:eastAsiaTheme="minorEastAsia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/>
      <w:ind w:left="1320"/>
    </w:pPr>
    <w:rPr>
      <w:rFonts w:ascii="SolaimanLipi" w:eastAsiaTheme="minorEastAsia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/>
      <w:ind w:left="1540"/>
    </w:pPr>
    <w:rPr>
      <w:rFonts w:ascii="SolaimanLipi" w:eastAsiaTheme="minorEastAsia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/>
      <w:ind w:left="1760"/>
    </w:pPr>
    <w:rPr>
      <w:rFonts w:ascii="SolaimanLipi" w:eastAsiaTheme="minorEastAsia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F5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F5A7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aysal\Bangla%20Book\Template\Template%20Bangal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91FE-D070-43E1-B8E2-01BDD026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Bangala</Template>
  <TotalTime>383</TotalTime>
  <Pages>217</Pages>
  <Words>39982</Words>
  <Characters>227900</Characters>
  <Application>Microsoft Office Word</Application>
  <DocSecurity>0</DocSecurity>
  <Lines>1899</Lines>
  <Paragraphs>534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39</cp:revision>
  <cp:lastPrinted>2016-01-06T20:49:00Z</cp:lastPrinted>
  <dcterms:created xsi:type="dcterms:W3CDTF">2016-01-06T06:38:00Z</dcterms:created>
  <dcterms:modified xsi:type="dcterms:W3CDTF">2016-01-13T08:10:00Z</dcterms:modified>
</cp:coreProperties>
</file>