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856" w:rsidRPr="005A636F" w:rsidRDefault="00402856" w:rsidP="00402856">
      <w:pPr>
        <w:pStyle w:val="libCenterBold1"/>
      </w:pPr>
      <w:r w:rsidRPr="00344F34">
        <w:rPr>
          <w:rtl/>
        </w:rPr>
        <w:t xml:space="preserve">السيّدة فاطمة الزهراء </w:t>
      </w:r>
      <w:r w:rsidR="00352E1E">
        <w:rPr>
          <w:rtl/>
        </w:rPr>
        <w:t>(</w:t>
      </w:r>
      <w:r w:rsidRPr="00344F34">
        <w:rPr>
          <w:rtl/>
        </w:rPr>
        <w:t>عليها السلام</w:t>
      </w:r>
      <w:r w:rsidR="00352E1E">
        <w:rPr>
          <w:rtl/>
        </w:rPr>
        <w:t>)</w:t>
      </w:r>
      <w:r w:rsidRPr="00344F34">
        <w:rPr>
          <w:rtl/>
        </w:rPr>
        <w:t xml:space="preserve"> </w:t>
      </w:r>
    </w:p>
    <w:p w:rsidR="00402856" w:rsidRPr="00402856" w:rsidRDefault="00402856" w:rsidP="00402856">
      <w:pPr>
        <w:pStyle w:val="libCenterBold1"/>
        <w:rPr>
          <w:rtl/>
        </w:rPr>
      </w:pPr>
      <w:r w:rsidRPr="00402856">
        <w:rPr>
          <w:rtl/>
        </w:rPr>
        <w:t xml:space="preserve">محمّد بيومي </w:t>
      </w:r>
    </w:p>
    <w:p w:rsidR="005A636F" w:rsidRDefault="005A636F" w:rsidP="005A636F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Fonts w:hint="cs"/>
          <w:rtl/>
        </w:rPr>
      </w:pPr>
      <w:r w:rsidRPr="005A636F">
        <w:rPr>
          <w:rtl/>
        </w:rPr>
        <w:lastRenderedPageBreak/>
        <w:br w:type="page"/>
      </w:r>
    </w:p>
    <w:p w:rsidR="00402856" w:rsidRPr="00402856" w:rsidRDefault="00402856" w:rsidP="00402856">
      <w:pPr>
        <w:pStyle w:val="libCenterBold1"/>
        <w:rPr>
          <w:rtl/>
        </w:rPr>
      </w:pPr>
      <w:r w:rsidRPr="00344F34">
        <w:rPr>
          <w:rtl/>
        </w:rPr>
        <w:lastRenderedPageBreak/>
        <w:t xml:space="preserve">في رحابِ النبيّ وآل بيته الطاهرين </w:t>
      </w:r>
    </w:p>
    <w:p w:rsidR="00402856" w:rsidRPr="00402856" w:rsidRDefault="00402856" w:rsidP="00402856">
      <w:pPr>
        <w:pStyle w:val="libCenterBold1"/>
        <w:rPr>
          <w:rtl/>
        </w:rPr>
      </w:pPr>
      <w:r w:rsidRPr="00344F34">
        <w:rPr>
          <w:rtl/>
        </w:rPr>
        <w:t xml:space="preserve">السيدة فاطمة الزهراء </w:t>
      </w:r>
    </w:p>
    <w:p w:rsidR="00402856" w:rsidRPr="00402856" w:rsidRDefault="00402856" w:rsidP="00402856">
      <w:pPr>
        <w:pStyle w:val="libCenterBold1"/>
        <w:rPr>
          <w:rtl/>
        </w:rPr>
      </w:pPr>
      <w:r w:rsidRPr="00402856">
        <w:rPr>
          <w:rtl/>
        </w:rPr>
        <w:t>دكتور</w:t>
      </w:r>
      <w:r w:rsidR="00455A43">
        <w:rPr>
          <w:rtl/>
        </w:rPr>
        <w:t>:</w:t>
      </w:r>
      <w:r w:rsidRPr="00402856">
        <w:rPr>
          <w:rtl/>
        </w:rPr>
        <w:t xml:space="preserve"> محمّد بيّومي مهران </w:t>
      </w:r>
    </w:p>
    <w:p w:rsidR="00402856" w:rsidRPr="00402856" w:rsidRDefault="00402856" w:rsidP="00402856">
      <w:pPr>
        <w:pStyle w:val="libCenterBold1"/>
        <w:rPr>
          <w:rtl/>
        </w:rPr>
      </w:pPr>
      <w:r w:rsidRPr="00344F34">
        <w:rPr>
          <w:rtl/>
        </w:rPr>
        <w:t xml:space="preserve">الأُستاذ بكُليّة الآداب / جامعة الإسكندريّة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02856" w:rsidRDefault="00402856" w:rsidP="00402856">
      <w:pPr>
        <w:pStyle w:val="libCenterBold1"/>
        <w:rPr>
          <w:rtl/>
        </w:rPr>
      </w:pPr>
      <w:r w:rsidRPr="00344F34">
        <w:rPr>
          <w:rtl/>
        </w:rPr>
        <w:lastRenderedPageBreak/>
        <w:t xml:space="preserve">بسم الله الرحمن الرحيم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بسم الله الرحمن الرحيم</w:t>
      </w:r>
      <w:r w:rsidR="00455A43">
        <w:rPr>
          <w:rtl/>
        </w:rPr>
        <w:t>،</w:t>
      </w:r>
      <w:r w:rsidRPr="00402856">
        <w:rPr>
          <w:rtl/>
        </w:rPr>
        <w:t xml:space="preserve"> والحمد الله ربّ العالمين</w:t>
      </w:r>
      <w:r w:rsidR="00455A43">
        <w:rPr>
          <w:rtl/>
        </w:rPr>
        <w:t>،</w:t>
      </w:r>
      <w:r w:rsidRPr="00402856">
        <w:rPr>
          <w:rtl/>
        </w:rPr>
        <w:t xml:space="preserve"> والصلاة والسلام على المبعوث رحمة للعالمين</w:t>
      </w:r>
      <w:r w:rsidR="00455A43">
        <w:rPr>
          <w:rtl/>
        </w:rPr>
        <w:t>،</w:t>
      </w:r>
      <w:r w:rsidRPr="00402856">
        <w:rPr>
          <w:rtl/>
        </w:rPr>
        <w:t xml:space="preserve"> مولانا وسيّدنا محمّد وآله الطيّبين الطاهرين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اللّهمّ صلِّ على محمّد وعلى آل محمد</w:t>
      </w:r>
      <w:r w:rsidR="00455A43">
        <w:rPr>
          <w:rtl/>
        </w:rPr>
        <w:t>،</w:t>
      </w:r>
      <w:r w:rsidRPr="00402856">
        <w:rPr>
          <w:rtl/>
        </w:rPr>
        <w:t xml:space="preserve"> كما صلّيت على إبراهيم وآل إبراهيم</w:t>
      </w:r>
      <w:r w:rsidR="00455A43">
        <w:rPr>
          <w:rtl/>
        </w:rPr>
        <w:t>،</w:t>
      </w:r>
      <w:r w:rsidRPr="00402856">
        <w:rPr>
          <w:rtl/>
        </w:rPr>
        <w:t xml:space="preserve"> وبارك على محمد وعلى آل محمد</w:t>
      </w:r>
      <w:r w:rsidR="00455A43">
        <w:rPr>
          <w:rtl/>
        </w:rPr>
        <w:t>،</w:t>
      </w:r>
      <w:r w:rsidRPr="00402856">
        <w:rPr>
          <w:rtl/>
        </w:rPr>
        <w:t xml:space="preserve"> كما باركت على إبراهيم وآل إبراهيم في العالمين</w:t>
      </w:r>
      <w:r w:rsidR="00455A43">
        <w:rPr>
          <w:rtl/>
        </w:rPr>
        <w:t>،</w:t>
      </w:r>
      <w:r w:rsidRPr="00402856">
        <w:rPr>
          <w:rtl/>
        </w:rPr>
        <w:t xml:space="preserve"> إنّك حميد مجيد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5A636F" w:rsidRDefault="005A636F" w:rsidP="005A636F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Pr="00402856" w:rsidRDefault="00402856" w:rsidP="00402856">
      <w:pPr>
        <w:pStyle w:val="Heading2Center"/>
        <w:rPr>
          <w:rtl/>
        </w:rPr>
      </w:pPr>
      <w:bookmarkStart w:id="0" w:name="_Toc413931520"/>
      <w:r w:rsidRPr="00344F34">
        <w:rPr>
          <w:rtl/>
        </w:rPr>
        <w:lastRenderedPageBreak/>
        <w:t>إهداء</w:t>
      </w:r>
      <w:bookmarkEnd w:id="0"/>
      <w:r w:rsidRPr="00344F34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ابنة رسول الله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أحبّ الناس إلى رسول الله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زوج إمام الأُمّة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أُمّ الحسن والحسين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إليكِ يا أُمّ السادة الأشراف</w:t>
      </w:r>
      <w:r w:rsidR="00455A43">
        <w:rPr>
          <w:rtl/>
        </w:rPr>
        <w:t>،</w:t>
      </w:r>
      <w:r w:rsidRPr="00402856">
        <w:rPr>
          <w:rtl/>
        </w:rPr>
        <w:t xml:space="preserve"> نسل النبيّ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سيّدة نساء المؤمنين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سيّدة نساء أهل الجنّة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إليكِ يا سيّدة نساء العالمين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إليكِ يا مَن قال عنها رسول الله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فاطمةٌ بِضعة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أغضبها فقد أغضبني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إليكِ يا سيّدتي</w:t>
      </w:r>
      <w:r w:rsidR="00455A43">
        <w:rPr>
          <w:rtl/>
        </w:rPr>
        <w:t>،</w:t>
      </w:r>
      <w:r w:rsidRPr="00402856">
        <w:rPr>
          <w:rtl/>
        </w:rPr>
        <w:t xml:space="preserve"> يا قُرّة عين النبي </w:t>
      </w:r>
    </w:p>
    <w:p w:rsidR="00402856" w:rsidRPr="00344F34" w:rsidRDefault="00402856" w:rsidP="0025270B">
      <w:pPr>
        <w:pStyle w:val="libNormal"/>
        <w:rPr>
          <w:rtl/>
        </w:rPr>
      </w:pPr>
      <w:r w:rsidRPr="00402856">
        <w:rPr>
          <w:rtl/>
        </w:rPr>
        <w:t>إليكِ يا سيدتي يا فاطمة الزهراء البتول أتشرّف بإهداء هذه الدراسة</w:t>
      </w:r>
      <w:r w:rsidR="00455A43">
        <w:rPr>
          <w:rtl/>
        </w:rPr>
        <w:t>،</w:t>
      </w:r>
      <w:r w:rsidRPr="00402856">
        <w:rPr>
          <w:rtl/>
        </w:rPr>
        <w:t xml:space="preserve"> وكُلّي أملٌ من ربّي - جلّ جلاله - أن يتقبّلها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5A636F" w:rsidRDefault="005A636F" w:rsidP="005A636F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Pr="00402856" w:rsidRDefault="00402856" w:rsidP="00402856">
      <w:pPr>
        <w:pStyle w:val="Heading3"/>
        <w:rPr>
          <w:rtl/>
        </w:rPr>
      </w:pPr>
      <w:bookmarkStart w:id="1" w:name="_Toc413931521"/>
      <w:r w:rsidRPr="00344F34">
        <w:rPr>
          <w:rtl/>
        </w:rPr>
        <w:lastRenderedPageBreak/>
        <w:t>تقديم</w:t>
      </w:r>
      <w:r w:rsidR="00455A43">
        <w:rPr>
          <w:rtl/>
        </w:rPr>
        <w:t>:</w:t>
      </w:r>
      <w:bookmarkEnd w:id="1"/>
      <w:r w:rsidRPr="00344F34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انتهينا من الأجزاء الثلاثة الأُولى من هذه السلسلة </w:t>
      </w:r>
      <w:r w:rsidRPr="005A636F">
        <w:rPr>
          <w:rStyle w:val="libBold2Char"/>
          <w:rtl/>
        </w:rPr>
        <w:t>(في رحاب النبي وآل بيته الطاهرين)</w:t>
      </w:r>
      <w:r w:rsidRPr="00402856">
        <w:rPr>
          <w:rtl/>
        </w:rPr>
        <w:t xml:space="preserve"> من سيرة سيّد الأنبياء والمُرسلين</w:t>
      </w:r>
      <w:r w:rsidR="00455A43">
        <w:rPr>
          <w:rtl/>
        </w:rPr>
        <w:t>،</w:t>
      </w:r>
      <w:r w:rsidRPr="00402856">
        <w:rPr>
          <w:rtl/>
        </w:rPr>
        <w:t xml:space="preserve"> سيّدنا ومولانا محمّد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ونتحدّث في هذا الجُزء الرابع من السلسلة عن </w:t>
      </w:r>
      <w:r w:rsidRPr="005A636F">
        <w:rPr>
          <w:rStyle w:val="libBold2Char"/>
          <w:rtl/>
        </w:rPr>
        <w:t>(السيدة فاطمة الزهراء)</w:t>
      </w:r>
      <w:r w:rsidRPr="00402856">
        <w:rPr>
          <w:rtl/>
        </w:rPr>
        <w:t xml:space="preserve"> وهو في نفس الوقت إنّما يمثّل الجزء الأوّل من الأجزاء الأربعة</w:t>
      </w:r>
      <w:r w:rsidR="00455A43">
        <w:rPr>
          <w:rtl/>
        </w:rPr>
        <w:t>،</w:t>
      </w:r>
      <w:r w:rsidRPr="00402856">
        <w:rPr>
          <w:rtl/>
        </w:rPr>
        <w:t xml:space="preserve"> التي خصصناها لآل البيت الطيّبين الطاهرين</w:t>
      </w:r>
      <w:r w:rsidR="00455A43">
        <w:rPr>
          <w:rtl/>
        </w:rPr>
        <w:t>،</w:t>
      </w:r>
      <w:r w:rsidRPr="00402856">
        <w:rPr>
          <w:rtl/>
        </w:rPr>
        <w:t xml:space="preserve"> وقد قسّمناه إلى قسمين رئيسيّين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الأوّل</w:t>
      </w:r>
      <w:r w:rsidR="00455A43">
        <w:rPr>
          <w:rtl/>
        </w:rPr>
        <w:t>:</w:t>
      </w:r>
      <w:r w:rsidRPr="00402856">
        <w:rPr>
          <w:rtl/>
        </w:rPr>
        <w:t xml:space="preserve"> عن أهل البيت</w:t>
      </w:r>
      <w:r w:rsidR="00455A43">
        <w:rPr>
          <w:rtl/>
        </w:rPr>
        <w:t>،</w:t>
      </w:r>
      <w:r w:rsidRPr="00402856">
        <w:rPr>
          <w:rtl/>
        </w:rPr>
        <w:t xml:space="preserve"> كمقدّمة للأجزاء الأربعة التالية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والثاني</w:t>
      </w:r>
      <w:r w:rsidR="00455A43">
        <w:rPr>
          <w:rtl/>
        </w:rPr>
        <w:t>:</w:t>
      </w:r>
      <w:r w:rsidRPr="00402856">
        <w:rPr>
          <w:rtl/>
        </w:rPr>
        <w:t xml:space="preserve"> عن السيّدة فاطمة الزهراء - كجزء أوّل من هذه الأجزاء الأربعة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والحديث عن (أهل البيت) حديث قديم جديد</w:t>
      </w:r>
      <w:r w:rsidR="00455A43">
        <w:rPr>
          <w:rtl/>
        </w:rPr>
        <w:t>،</w:t>
      </w:r>
      <w:r w:rsidRPr="00402856">
        <w:rPr>
          <w:rtl/>
        </w:rPr>
        <w:t xml:space="preserve"> فمنذ صدر الإسلام</w:t>
      </w:r>
      <w:r w:rsidR="00455A43">
        <w:rPr>
          <w:rtl/>
        </w:rPr>
        <w:t>،</w:t>
      </w:r>
      <w:r w:rsidRPr="00402856">
        <w:rPr>
          <w:rtl/>
        </w:rPr>
        <w:t xml:space="preserve"> وإلى يوم الناس هذا</w:t>
      </w:r>
      <w:r w:rsidR="00455A43">
        <w:rPr>
          <w:rtl/>
        </w:rPr>
        <w:t>،</w:t>
      </w:r>
      <w:r w:rsidRPr="00402856">
        <w:rPr>
          <w:rtl/>
        </w:rPr>
        <w:t xml:space="preserve"> وإلى ما بعد يوم الناس هذا والمؤرّخون وأهل السِيَر يكتبون في مناقب أهل بيت النبيّ (صلّى الله عليه وسَلّم)</w:t>
      </w:r>
      <w:r w:rsidR="00455A43">
        <w:rPr>
          <w:rtl/>
        </w:rPr>
        <w:t>،</w:t>
      </w:r>
      <w:r w:rsidRPr="00402856">
        <w:rPr>
          <w:rtl/>
        </w:rPr>
        <w:t xml:space="preserve"> وستظلّ الأقدام تسطّر عَظمتهم</w:t>
      </w:r>
      <w:r w:rsidR="00455A43">
        <w:rPr>
          <w:rtl/>
        </w:rPr>
        <w:t>،</w:t>
      </w:r>
      <w:r w:rsidRPr="00402856">
        <w:rPr>
          <w:rtl/>
        </w:rPr>
        <w:t xml:space="preserve"> ما كان للعظمة من ذِكر</w:t>
      </w:r>
      <w:r w:rsidR="00455A43">
        <w:rPr>
          <w:rtl/>
        </w:rPr>
        <w:t>،</w:t>
      </w:r>
      <w:r w:rsidRPr="00402856">
        <w:rPr>
          <w:rtl/>
        </w:rPr>
        <w:t xml:space="preserve"> فلقد استوقفت تعاليمهم الباحثين من أُمم مُختلفة</w:t>
      </w:r>
      <w:r w:rsidR="00455A43">
        <w:rPr>
          <w:rtl/>
        </w:rPr>
        <w:t>،</w:t>
      </w:r>
      <w:r w:rsidRPr="00402856">
        <w:rPr>
          <w:rtl/>
        </w:rPr>
        <w:t xml:space="preserve"> ومذاهب مُتباينة</w:t>
      </w:r>
      <w:r w:rsidR="00455A43">
        <w:rPr>
          <w:rtl/>
        </w:rPr>
        <w:t>؛</w:t>
      </w:r>
      <w:r w:rsidRPr="00402856">
        <w:rPr>
          <w:rtl/>
        </w:rPr>
        <w:t xml:space="preserve"> لأنّهم وجدوا فيها عظمة الله</w:t>
      </w:r>
      <w:r w:rsidR="00455A43">
        <w:rPr>
          <w:rtl/>
        </w:rPr>
        <w:t>،</w:t>
      </w:r>
      <w:r w:rsidRPr="00402856">
        <w:rPr>
          <w:rtl/>
        </w:rPr>
        <w:t xml:space="preserve"> وهيبة الحق</w:t>
      </w:r>
      <w:r w:rsidR="00455A43">
        <w:rPr>
          <w:rtl/>
        </w:rPr>
        <w:t>،</w:t>
      </w:r>
      <w:r w:rsidRPr="00402856">
        <w:rPr>
          <w:rtl/>
        </w:rPr>
        <w:t xml:space="preserve"> وقوة العلم</w:t>
      </w:r>
      <w:r w:rsidR="00455A43">
        <w:rPr>
          <w:rtl/>
        </w:rPr>
        <w:t>،</w:t>
      </w:r>
      <w:r w:rsidRPr="00402856">
        <w:rPr>
          <w:rtl/>
        </w:rPr>
        <w:t xml:space="preserve"> وكرامة الإنسان</w:t>
      </w:r>
      <w:r w:rsidR="00455A43">
        <w:rPr>
          <w:rtl/>
        </w:rPr>
        <w:t>،</w:t>
      </w:r>
      <w:r w:rsidRPr="00402856">
        <w:rPr>
          <w:rtl/>
        </w:rPr>
        <w:t xml:space="preserve"> واحترام الحياة</w:t>
      </w:r>
      <w:r w:rsidR="00455A43">
        <w:rPr>
          <w:rtl/>
        </w:rPr>
        <w:t>،</w:t>
      </w:r>
      <w:r w:rsidRPr="00402856">
        <w:rPr>
          <w:rtl/>
        </w:rPr>
        <w:t xml:space="preserve"> وجلال الكون</w:t>
      </w:r>
      <w:r w:rsidR="00455A43">
        <w:rPr>
          <w:rtl/>
        </w:rPr>
        <w:t>،</w:t>
      </w:r>
      <w:r w:rsidRPr="00402856">
        <w:rPr>
          <w:rtl/>
        </w:rPr>
        <w:t xml:space="preserve"> فاستلهموها واتخذوا منها مقياساً للحق والفضيلة</w:t>
      </w:r>
      <w:r w:rsidR="00455A43">
        <w:rPr>
          <w:rtl/>
        </w:rPr>
        <w:t>،</w:t>
      </w:r>
      <w:r w:rsidRPr="00402856">
        <w:rPr>
          <w:rtl/>
        </w:rPr>
        <w:t xml:space="preserve"> ومصدراً للعلم والتشريع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وبديهي أنّه لا غرابة في ذلك</w:t>
      </w:r>
      <w:r w:rsidR="00455A43">
        <w:rPr>
          <w:rtl/>
        </w:rPr>
        <w:t>،</w:t>
      </w:r>
      <w:r w:rsidRPr="00402856">
        <w:rPr>
          <w:rtl/>
        </w:rPr>
        <w:t xml:space="preserve"> فأهل بيت النبي صلّى الله عليه وسَلّم - كما قيل فيهم - هُم عيش العلم وموت الجهل</w:t>
      </w:r>
      <w:r w:rsidR="00455A43">
        <w:rPr>
          <w:rtl/>
        </w:rPr>
        <w:t>،</w:t>
      </w:r>
      <w:r w:rsidRPr="00402856">
        <w:rPr>
          <w:rtl/>
        </w:rPr>
        <w:t xml:space="preserve"> يخبرك حِلمهم عن علمهم</w:t>
      </w:r>
      <w:r w:rsidR="00455A43">
        <w:rPr>
          <w:rtl/>
        </w:rPr>
        <w:t>،</w:t>
      </w:r>
      <w:r w:rsidRPr="00402856">
        <w:rPr>
          <w:rtl/>
        </w:rPr>
        <w:t xml:space="preserve"> وصمتهم عن حُكم منطقهم</w:t>
      </w:r>
      <w:r w:rsidR="00455A43">
        <w:rPr>
          <w:rtl/>
        </w:rPr>
        <w:t>،</w:t>
      </w:r>
      <w:r w:rsidRPr="00402856">
        <w:rPr>
          <w:rtl/>
        </w:rPr>
        <w:t xml:space="preserve"> لا يُخالفون الحق</w:t>
      </w:r>
      <w:r w:rsidR="00455A43">
        <w:rPr>
          <w:rtl/>
        </w:rPr>
        <w:t>،</w:t>
      </w:r>
      <w:r w:rsidRPr="00402856">
        <w:rPr>
          <w:rtl/>
        </w:rPr>
        <w:t xml:space="preserve"> ولا يختلفون فيه</w:t>
      </w:r>
      <w:r w:rsidR="00455A43">
        <w:rPr>
          <w:rtl/>
        </w:rPr>
        <w:t>،</w:t>
      </w:r>
      <w:r w:rsidRPr="00402856">
        <w:rPr>
          <w:rtl/>
        </w:rPr>
        <w:t xml:space="preserve"> هم دعائم الإسلام وولائج الاعتصام</w:t>
      </w:r>
      <w:r w:rsidR="00455A43">
        <w:rPr>
          <w:rtl/>
        </w:rPr>
        <w:t>،</w:t>
      </w:r>
      <w:r w:rsidRPr="00402856">
        <w:rPr>
          <w:rtl/>
        </w:rPr>
        <w:t xml:space="preserve"> بهم عاد الحق في نصابه</w:t>
      </w:r>
      <w:r w:rsidR="00455A43">
        <w:rPr>
          <w:rtl/>
        </w:rPr>
        <w:t>،</w:t>
      </w:r>
      <w:r w:rsidRPr="00402856">
        <w:rPr>
          <w:rtl/>
        </w:rPr>
        <w:t xml:space="preserve"> وانزاح الباطل عن مقامه</w:t>
      </w:r>
      <w:r w:rsidR="00455A43">
        <w:rPr>
          <w:rtl/>
        </w:rPr>
        <w:t>،</w:t>
      </w:r>
      <w:r w:rsidRPr="00402856">
        <w:rPr>
          <w:rtl/>
        </w:rPr>
        <w:t xml:space="preserve"> وانقطع لسانه عن منبته</w:t>
      </w:r>
      <w:r w:rsidR="00455A43">
        <w:rPr>
          <w:rtl/>
        </w:rPr>
        <w:t>،</w:t>
      </w:r>
      <w:r w:rsidRPr="00402856">
        <w:rPr>
          <w:rtl/>
        </w:rPr>
        <w:t xml:space="preserve"> عقلوا الدين عقل وعاية ورعاية</w:t>
      </w:r>
      <w:r w:rsidR="00455A43">
        <w:rPr>
          <w:rtl/>
        </w:rPr>
        <w:t>،</w:t>
      </w:r>
      <w:r w:rsidRPr="00402856">
        <w:rPr>
          <w:rtl/>
        </w:rPr>
        <w:t xml:space="preserve"> لا عقل سماع ورواية</w:t>
      </w:r>
      <w:r w:rsidR="00455A43">
        <w:rPr>
          <w:rtl/>
        </w:rPr>
        <w:t>،</w:t>
      </w:r>
      <w:r w:rsidRPr="00402856">
        <w:rPr>
          <w:rtl/>
        </w:rPr>
        <w:t xml:space="preserve"> فإنّ رواة العِلم كثير</w:t>
      </w:r>
      <w:r w:rsidR="00455A43">
        <w:rPr>
          <w:rtl/>
        </w:rPr>
        <w:t>،</w:t>
      </w:r>
      <w:r w:rsidRPr="00402856">
        <w:rPr>
          <w:rtl/>
        </w:rPr>
        <w:t xml:space="preserve"> ووعاته قليل</w:t>
      </w:r>
      <w:r w:rsidR="00455A43">
        <w:rPr>
          <w:rtl/>
        </w:rPr>
        <w:t>.</w:t>
      </w:r>
      <w:r w:rsidRPr="00402856">
        <w:rPr>
          <w:rtl/>
        </w:rPr>
        <w:t xml:space="preserve"> وأهل البيت</w:t>
      </w:r>
      <w:r w:rsidR="00AF124A">
        <w:rPr>
          <w:rtl/>
        </w:rPr>
        <w:t xml:space="preserve"> - </w:t>
      </w:r>
      <w:r w:rsidRPr="00402856">
        <w:rPr>
          <w:rtl/>
        </w:rPr>
        <w:t>بيت النبيّ صلّى الله عليه وسَلّم</w:t>
      </w:r>
      <w:r w:rsidR="00AF124A">
        <w:rPr>
          <w:rtl/>
        </w:rPr>
        <w:t xml:space="preserve"> - </w:t>
      </w:r>
      <w:r w:rsidRPr="00402856">
        <w:rPr>
          <w:rtl/>
        </w:rPr>
        <w:t>إنّما هُم شجرة النبوّة</w:t>
      </w:r>
      <w:r w:rsidR="00455A43">
        <w:rPr>
          <w:rtl/>
        </w:rPr>
        <w:t>،</w:t>
      </w:r>
      <w:r w:rsidRPr="00402856">
        <w:rPr>
          <w:rtl/>
        </w:rPr>
        <w:t xml:space="preserve"> ومحط الرسالة</w:t>
      </w:r>
      <w:r w:rsidR="00455A43">
        <w:rPr>
          <w:rtl/>
        </w:rPr>
        <w:t>،</w:t>
      </w:r>
      <w:r w:rsidRPr="00402856">
        <w:rPr>
          <w:rtl/>
        </w:rPr>
        <w:t xml:space="preserve"> ومنبع الرحمة</w:t>
      </w:r>
      <w:r w:rsidR="00455A43">
        <w:rPr>
          <w:rtl/>
        </w:rPr>
        <w:t>،</w:t>
      </w:r>
      <w:r w:rsidRPr="00402856">
        <w:rPr>
          <w:rtl/>
        </w:rPr>
        <w:t xml:space="preserve"> ومعدن العلم</w:t>
      </w:r>
      <w:r w:rsidR="00455A43">
        <w:rPr>
          <w:rtl/>
        </w:rPr>
        <w:t>،</w:t>
      </w:r>
      <w:r w:rsidRPr="00402856">
        <w:rPr>
          <w:rtl/>
        </w:rPr>
        <w:t xml:space="preserve"> وينابيع الحِكمة</w:t>
      </w:r>
      <w:r w:rsidR="00455A43">
        <w:rPr>
          <w:rtl/>
        </w:rPr>
        <w:t>،</w:t>
      </w:r>
      <w:r w:rsidRPr="00402856">
        <w:rPr>
          <w:rtl/>
        </w:rPr>
        <w:t xml:space="preserve"> وكنوز الرحمان</w:t>
      </w:r>
      <w:r w:rsidR="00455A43">
        <w:rPr>
          <w:rtl/>
        </w:rPr>
        <w:t>،</w:t>
      </w:r>
      <w:r w:rsidRPr="00402856">
        <w:rPr>
          <w:rtl/>
        </w:rPr>
        <w:t xml:space="preserve"> ناصرهم ومُحبّهم ينتظر رحمة الله ونفحاته</w:t>
      </w:r>
      <w:r w:rsidR="00455A43">
        <w:rPr>
          <w:rtl/>
        </w:rPr>
        <w:t>،</w:t>
      </w:r>
      <w:r w:rsidRPr="00402856">
        <w:rPr>
          <w:rtl/>
        </w:rPr>
        <w:t xml:space="preserve"> ومبغضهم يستقبل نقمة الله وسطوته</w:t>
      </w:r>
      <w:r w:rsidR="00455A43">
        <w:rPr>
          <w:rtl/>
        </w:rPr>
        <w:t>،</w:t>
      </w:r>
      <w:r w:rsidRPr="00402856">
        <w:rPr>
          <w:rtl/>
        </w:rPr>
        <w:t xml:space="preserve"> بهم هدايتنا من الظلماء</w:t>
      </w:r>
      <w:r w:rsidR="00455A43">
        <w:rPr>
          <w:rtl/>
        </w:rPr>
        <w:t>،</w:t>
      </w:r>
      <w:r w:rsidRPr="00402856">
        <w:rPr>
          <w:rtl/>
        </w:rPr>
        <w:t xml:space="preserve"> وهُم سرّ جدّهم المصطفى</w:t>
      </w:r>
      <w:r w:rsidR="00455A43">
        <w:rPr>
          <w:rtl/>
        </w:rPr>
        <w:t>،</w:t>
      </w:r>
      <w:r w:rsidRPr="00402856">
        <w:rPr>
          <w:rtl/>
        </w:rPr>
        <w:t xml:space="preserve"> صلوات الله عليه وعليهم أجمعين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حاولنا في هذا الجزء من هذه الدراسة</w:t>
      </w:r>
      <w:r w:rsidR="00455A43">
        <w:rPr>
          <w:rtl/>
        </w:rPr>
        <w:t>،</w:t>
      </w:r>
      <w:r w:rsidRPr="00402856">
        <w:rPr>
          <w:rtl/>
        </w:rPr>
        <w:t xml:space="preserve"> أن نُحدّد مَن هم أهل البيت النبوي الشريف</w:t>
      </w:r>
      <w:r w:rsidR="00455A43">
        <w:rPr>
          <w:rtl/>
        </w:rPr>
        <w:t>؟</w:t>
      </w:r>
      <w:r w:rsidRPr="00402856">
        <w:rPr>
          <w:rtl/>
        </w:rPr>
        <w:t xml:space="preserve"> فتناقشنا الآراء المُختلفة التي دارت حول هذا التحديد</w:t>
      </w:r>
      <w:r w:rsidR="00455A43">
        <w:rPr>
          <w:rtl/>
        </w:rPr>
        <w:t>،</w:t>
      </w:r>
      <w:r w:rsidRPr="00402856">
        <w:rPr>
          <w:rtl/>
        </w:rPr>
        <w:t xml:space="preserve"> وارتضينا - عن اقتناع وإيمان - أنّ أهل البيت إنّما هُم سادتنا الخمسة الكرام البررة</w:t>
      </w:r>
      <w:r w:rsidR="00455A43">
        <w:rPr>
          <w:rtl/>
        </w:rPr>
        <w:t>:</w:t>
      </w:r>
      <w:r w:rsidRPr="00402856">
        <w:rPr>
          <w:rtl/>
        </w:rPr>
        <w:t xml:space="preserve"> سيّدنا ومولانا محمد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وعلي</w:t>
      </w:r>
      <w:r w:rsidR="00455A43">
        <w:rPr>
          <w:rtl/>
        </w:rPr>
        <w:t>،</w:t>
      </w:r>
      <w:r w:rsidRPr="00402856">
        <w:rPr>
          <w:rtl/>
        </w:rPr>
        <w:t xml:space="preserve"> وفاطمة</w:t>
      </w:r>
      <w:r w:rsidR="00455A43">
        <w:rPr>
          <w:rtl/>
        </w:rPr>
        <w:t>،</w:t>
      </w:r>
      <w:r w:rsidRPr="00402856">
        <w:rPr>
          <w:rtl/>
        </w:rPr>
        <w:t xml:space="preserve"> والحسن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 عليهم السلام</w:t>
      </w:r>
      <w:r w:rsidR="00455A43">
        <w:rPr>
          <w:rtl/>
        </w:rPr>
        <w:t>،</w:t>
      </w:r>
      <w:r w:rsidRPr="00402856">
        <w:rPr>
          <w:rtl/>
        </w:rPr>
        <w:t xml:space="preserve"> قال بذلك كثيرٌ من صحابة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ولفيف من أهل الحديث والتفسير</w:t>
      </w:r>
      <w:r w:rsidR="00455A43">
        <w:rPr>
          <w:rtl/>
        </w:rPr>
        <w:t>،</w:t>
      </w:r>
      <w:r w:rsidRPr="00402856">
        <w:rPr>
          <w:rtl/>
        </w:rPr>
        <w:t xml:space="preserve"> فمَن الصحابة</w:t>
      </w:r>
      <w:r w:rsidR="00455A43">
        <w:rPr>
          <w:rtl/>
        </w:rPr>
        <w:t>:</w:t>
      </w:r>
      <w:r w:rsidRPr="00402856">
        <w:rPr>
          <w:rtl/>
        </w:rPr>
        <w:t xml:space="preserve"> أبو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وأنس بن مالك</w:t>
      </w:r>
      <w:r w:rsidR="00455A43">
        <w:rPr>
          <w:rtl/>
        </w:rPr>
        <w:t>،</w:t>
      </w:r>
      <w:r w:rsidRPr="00402856">
        <w:rPr>
          <w:rtl/>
        </w:rPr>
        <w:t xml:space="preserve"> وواثلة بن الأسقع</w:t>
      </w:r>
      <w:r w:rsidR="00455A43">
        <w:rPr>
          <w:rtl/>
        </w:rPr>
        <w:t>،</w:t>
      </w:r>
      <w:r w:rsidRPr="00402856">
        <w:rPr>
          <w:rtl/>
        </w:rPr>
        <w:t xml:space="preserve"> وأُمّ المؤمنين عائشة</w:t>
      </w:r>
      <w:r w:rsidR="00455A43">
        <w:rPr>
          <w:rtl/>
        </w:rPr>
        <w:t>،</w:t>
      </w:r>
      <w:r w:rsidRPr="00402856">
        <w:rPr>
          <w:rtl/>
        </w:rPr>
        <w:t xml:space="preserve"> وأُم المؤمنين أُمّ سلمة</w:t>
      </w:r>
      <w:r w:rsidR="00455A43">
        <w:rPr>
          <w:rtl/>
        </w:rPr>
        <w:t>،</w:t>
      </w:r>
      <w:r w:rsidRPr="00402856">
        <w:rPr>
          <w:rtl/>
        </w:rPr>
        <w:t xml:space="preserve"> وابن أبي سلمة</w:t>
      </w:r>
      <w:r w:rsidR="00455A43">
        <w:rPr>
          <w:rtl/>
        </w:rPr>
        <w:t>،</w:t>
      </w:r>
      <w:r w:rsidRPr="00402856">
        <w:rPr>
          <w:rtl/>
        </w:rPr>
        <w:t xml:space="preserve"> ربيب النبي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وسعد وغيرهم</w:t>
      </w:r>
      <w:r w:rsidR="00455A43">
        <w:rPr>
          <w:rtl/>
        </w:rPr>
        <w:t>،</w:t>
      </w:r>
      <w:r w:rsidRPr="00402856">
        <w:rPr>
          <w:rtl/>
        </w:rPr>
        <w:t xml:space="preserve"> وقال به الكثيرون من أهل التفسير والحديث</w:t>
      </w:r>
      <w:r w:rsidR="00455A43">
        <w:rPr>
          <w:rtl/>
        </w:rPr>
        <w:t>،</w:t>
      </w:r>
      <w:r w:rsidRPr="00402856">
        <w:rPr>
          <w:rtl/>
        </w:rPr>
        <w:t xml:space="preserve"> قال به الفخر الرازي في التفسير الكبير</w:t>
      </w:r>
      <w:r w:rsidR="00455A43">
        <w:rPr>
          <w:rtl/>
        </w:rPr>
        <w:t>،</w:t>
      </w:r>
      <w:r w:rsidRPr="00402856">
        <w:rPr>
          <w:rtl/>
        </w:rPr>
        <w:t xml:space="preserve"> والزمخشري في الكشّاف</w:t>
      </w:r>
      <w:r w:rsidR="00455A43">
        <w:rPr>
          <w:rtl/>
        </w:rPr>
        <w:t>،</w:t>
      </w:r>
      <w:r w:rsidRPr="00402856">
        <w:rPr>
          <w:rtl/>
        </w:rPr>
        <w:t xml:space="preserve"> والقُرطبي في الجامع لأحكام القرآن</w:t>
      </w:r>
      <w:r w:rsidR="00455A43">
        <w:rPr>
          <w:rtl/>
        </w:rPr>
        <w:t>،</w:t>
      </w:r>
      <w:r w:rsidRPr="00402856">
        <w:rPr>
          <w:rtl/>
        </w:rPr>
        <w:t xml:space="preserve"> والشوكاني في فتح القدير</w:t>
      </w:r>
      <w:r w:rsidR="00455A43">
        <w:rPr>
          <w:rtl/>
        </w:rPr>
        <w:t>،</w:t>
      </w:r>
      <w:r w:rsidRPr="00402856">
        <w:rPr>
          <w:rtl/>
        </w:rPr>
        <w:t xml:space="preserve"> والطبري في جامع البيان عن تأويل آيِ القرآن</w:t>
      </w:r>
      <w:r w:rsidR="00455A43">
        <w:rPr>
          <w:rtl/>
        </w:rPr>
        <w:t>،</w:t>
      </w:r>
      <w:r w:rsidRPr="00402856">
        <w:rPr>
          <w:rtl/>
        </w:rPr>
        <w:t xml:space="preserve"> والسيوطي في الدُرّ المنثور</w:t>
      </w:r>
      <w:r w:rsidR="00455A43">
        <w:rPr>
          <w:rtl/>
        </w:rPr>
        <w:t>،</w:t>
      </w:r>
      <w:r w:rsidRPr="00402856">
        <w:rPr>
          <w:rtl/>
        </w:rPr>
        <w:t xml:space="preserve"> وقال به الإمام أحمد في المُسند</w:t>
      </w:r>
      <w:r w:rsidR="00455A43">
        <w:rPr>
          <w:rtl/>
        </w:rPr>
        <w:t>،</w:t>
      </w:r>
      <w:r w:rsidRPr="00402856">
        <w:rPr>
          <w:rtl/>
        </w:rPr>
        <w:t xml:space="preserve"> وابن حجر العسقلاني في الإصابة</w:t>
      </w:r>
      <w:r w:rsidR="00455A43">
        <w:rPr>
          <w:rtl/>
        </w:rPr>
        <w:t>،</w:t>
      </w:r>
      <w:r w:rsidRPr="00402856">
        <w:rPr>
          <w:rtl/>
        </w:rPr>
        <w:t xml:space="preserve"> والحاكم في المُستدرك</w:t>
      </w:r>
      <w:r w:rsidR="00455A43">
        <w:rPr>
          <w:rtl/>
        </w:rPr>
        <w:t>،</w:t>
      </w:r>
      <w:r w:rsidRPr="00402856">
        <w:rPr>
          <w:rtl/>
        </w:rPr>
        <w:t xml:space="preserve"> والذهبي في تلخيصه</w:t>
      </w:r>
      <w:r w:rsidR="00455A43">
        <w:rPr>
          <w:rtl/>
        </w:rPr>
        <w:t>.</w:t>
      </w:r>
      <w:r w:rsidRPr="00402856">
        <w:rPr>
          <w:rtl/>
        </w:rPr>
        <w:t xml:space="preserve"> وقد قدّمنا الكثير من الأدلّة على ذلك</w:t>
      </w:r>
      <w:r w:rsidR="00455A43">
        <w:rPr>
          <w:rtl/>
        </w:rPr>
        <w:t>،</w:t>
      </w:r>
      <w:r w:rsidRPr="00402856">
        <w:rPr>
          <w:rtl/>
        </w:rPr>
        <w:t xml:space="preserve"> مِن الحديث الشريف ومِن كُتب التفسير</w:t>
      </w:r>
      <w:r w:rsidR="00455A43">
        <w:rPr>
          <w:rtl/>
        </w:rPr>
        <w:t>،</w:t>
      </w:r>
      <w:r w:rsidRPr="00402856">
        <w:rPr>
          <w:rtl/>
        </w:rPr>
        <w:t xml:space="preserve"> ومِن أقوال أهل البيت الكرام البَررة</w:t>
      </w:r>
      <w:r w:rsidR="00455A43">
        <w:rPr>
          <w:rtl/>
        </w:rPr>
        <w:t>،</w:t>
      </w:r>
      <w:r w:rsidRPr="00402856">
        <w:rPr>
          <w:rtl/>
        </w:rPr>
        <w:t xml:space="preserve"> والحق أنّ لفظ (أهل البيت) إذا أُطلق إنّما ينصرف إلى علي وفاطمة والحسن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عليهم السلام</w:t>
      </w:r>
      <w:r w:rsidR="00455A43">
        <w:rPr>
          <w:rtl/>
        </w:rPr>
        <w:t>،</w:t>
      </w:r>
      <w:r w:rsidRPr="00402856">
        <w:rPr>
          <w:rtl/>
        </w:rPr>
        <w:t xml:space="preserve"> وذريّتهم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وإن لم يكن له إلاّ شهوته فيهم لكفى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تحدث القرآن الكريم والحديث الشريف عن فضائل أهل البيت</w:t>
      </w:r>
      <w:r w:rsidR="00455A43">
        <w:rPr>
          <w:rtl/>
        </w:rPr>
        <w:t>،</w:t>
      </w:r>
      <w:r w:rsidRPr="00402856">
        <w:rPr>
          <w:rtl/>
        </w:rPr>
        <w:t xml:space="preserve"> ففي القرآن الكريم الكثير من الآيات التي تشير إلى فضل أهل البيت</w:t>
      </w:r>
      <w:r w:rsidR="00455A43">
        <w:rPr>
          <w:rtl/>
        </w:rPr>
        <w:t>،</w:t>
      </w:r>
      <w:r w:rsidRPr="00402856">
        <w:rPr>
          <w:rtl/>
        </w:rPr>
        <w:t xml:space="preserve"> لعلّ من أشهرها</w:t>
      </w:r>
      <w:r w:rsidR="00455A43">
        <w:rPr>
          <w:rtl/>
        </w:rPr>
        <w:t>:</w:t>
      </w:r>
      <w:r w:rsidRPr="00402856">
        <w:rPr>
          <w:rtl/>
        </w:rPr>
        <w:t xml:space="preserve"> آية الأحزاب (33) يقول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وهذه الآية الكريمة - فيما يرى جُمهور العُلماء - هي منبع فضائل أنزلها في حقّهم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وآية الشورى (23) يقول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الإمام أحمد والطبراني وابن أبي حاتم والواحدي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 أنّه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هذه الآية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:</w:t>
      </w:r>
      <w:r w:rsidRPr="00402856">
        <w:rPr>
          <w:rtl/>
        </w:rPr>
        <w:t xml:space="preserve"> مَن قرابتك الذين وجبت علينا مودّتهم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 وفاطمة وابناهما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وآية الأحزاب (56)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وَمَلاَئِكَتَهُ يُصَلُّونَ عَلَى النَّبِيِّ يَا أَيُّهَا الَّذِينَ آمَنُوا صَلُّوا عَلَيْهِ وَسَلِّمُوا تَسْلِيماً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روى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عن كعب بن عجزة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قيل يا رسول الله أمّا السلام عليك فقد عرفناه</w:t>
      </w:r>
      <w:r w:rsidR="00455A43">
        <w:rPr>
          <w:rtl/>
        </w:rPr>
        <w:t>،</w:t>
      </w:r>
      <w:r w:rsidRPr="00402856">
        <w:rPr>
          <w:rtl/>
        </w:rPr>
        <w:t xml:space="preserve"> فكيف الصلاة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صلِّ على محمد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إبراهيم وآل إبراهيم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هذا دليل على أنّ الأمر بالصلاة على آل محمّد مُراد من الآية</w:t>
      </w:r>
      <w:r w:rsidR="00455A43">
        <w:rPr>
          <w:rtl/>
        </w:rPr>
        <w:t>؛</w:t>
      </w:r>
      <w:r w:rsidRPr="00402856">
        <w:rPr>
          <w:rtl/>
        </w:rPr>
        <w:t xml:space="preserve"> وإلاّ لَما سألوا عن الصلاة على أهل البيت عَقِب نُزولها</w:t>
      </w:r>
      <w:r w:rsidR="00455A43">
        <w:rPr>
          <w:rtl/>
        </w:rPr>
        <w:t>،</w:t>
      </w:r>
      <w:r w:rsidRPr="00402856">
        <w:rPr>
          <w:rtl/>
        </w:rPr>
        <w:t xml:space="preserve"> ولم يُجابوا بما ذُكر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على أنّ النبي صلّى الله عليه وسَلّم من الجائز أن ينيله مولاه</w:t>
      </w:r>
      <w:r w:rsidR="00455A43">
        <w:rPr>
          <w:rtl/>
        </w:rPr>
        <w:t>،</w:t>
      </w:r>
      <w:r w:rsidRPr="00402856">
        <w:rPr>
          <w:rtl/>
        </w:rPr>
        <w:t xml:space="preserve"> عزّ وجل</w:t>
      </w:r>
      <w:r w:rsidR="00455A43">
        <w:rPr>
          <w:rtl/>
        </w:rPr>
        <w:t>،</w:t>
      </w:r>
      <w:r w:rsidRPr="00402856">
        <w:rPr>
          <w:rtl/>
        </w:rPr>
        <w:t xml:space="preserve"> من الرحمة المقرونة بتعظيمه بما يليق به</w:t>
      </w:r>
      <w:r w:rsidR="00455A43">
        <w:rPr>
          <w:rtl/>
        </w:rPr>
        <w:t>،</w:t>
      </w:r>
      <w:r w:rsidRPr="00402856">
        <w:rPr>
          <w:rtl/>
        </w:rPr>
        <w:t xml:space="preserve"> ومن ذلك ما يفيضه عزّ وجل منه على أهل بيته</w:t>
      </w:r>
      <w:r w:rsidR="00455A43">
        <w:rPr>
          <w:rtl/>
        </w:rPr>
        <w:t>،</w:t>
      </w:r>
      <w:r w:rsidRPr="00402856">
        <w:rPr>
          <w:rtl/>
        </w:rPr>
        <w:t xml:space="preserve"> فإنّه من جملة تعظيمه وتكرمه صلّى الله عليه وسَلّم</w:t>
      </w:r>
      <w:r w:rsidR="00455A43">
        <w:rPr>
          <w:rtl/>
        </w:rPr>
        <w:t>؛</w:t>
      </w:r>
      <w:r w:rsidRPr="00402856">
        <w:rPr>
          <w:rtl/>
        </w:rPr>
        <w:t xml:space="preserve"> ويؤيّد ذلك ما جاء في طُرق حديث الكساء من قوله صلّى الله عليه وسَلّم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 هؤلاء آل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 صلواتك وبركاتك على آل محمّد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وروي عنه صلّى الله عليه وسَلّم أنه قال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 إنّهم منّي وأنا منهم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 صلواتك وبركاتك عليهم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الحديث الشريف</w:t>
      </w:r>
      <w:r w:rsidR="00455A43">
        <w:rPr>
          <w:rtl/>
        </w:rPr>
        <w:t>،</w:t>
      </w:r>
      <w:r w:rsidRPr="00402856">
        <w:rPr>
          <w:rtl/>
        </w:rPr>
        <w:t xml:space="preserve"> فلقد ورد الكثير من أحاديث سيدنا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التي تُبيّن فضل أهل البيت</w:t>
      </w:r>
      <w:r w:rsidR="00455A43">
        <w:rPr>
          <w:rtl/>
        </w:rPr>
        <w:t>،</w:t>
      </w:r>
      <w:r w:rsidRPr="00402856">
        <w:rPr>
          <w:rtl/>
        </w:rPr>
        <w:t xml:space="preserve"> وتحض المسلمين على مودتهم وموالاتهم</w:t>
      </w:r>
      <w:r w:rsidR="00455A43">
        <w:rPr>
          <w:rtl/>
        </w:rPr>
        <w:t>،</w:t>
      </w:r>
      <w:r w:rsidRPr="00402856">
        <w:rPr>
          <w:rtl/>
        </w:rPr>
        <w:t xml:space="preserve"> وتنفّر من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بُغضهم وكراهتهم</w:t>
      </w:r>
      <w:r w:rsidR="00455A43">
        <w:rPr>
          <w:rtl/>
        </w:rPr>
        <w:t>،</w:t>
      </w:r>
      <w:r w:rsidRPr="00402856">
        <w:rPr>
          <w:rtl/>
        </w:rPr>
        <w:t xml:space="preserve"> بل وتُعلن بوضوح وجلاء أنّ حبّ آل النبي صلّى الله عليه وسَلّم من حُبّه</w:t>
      </w:r>
      <w:r w:rsidR="00455A43">
        <w:rPr>
          <w:rtl/>
        </w:rPr>
        <w:t>،</w:t>
      </w:r>
      <w:r w:rsidRPr="00402856">
        <w:rPr>
          <w:rtl/>
        </w:rPr>
        <w:t xml:space="preserve"> وأنّ بُغضهم من بغضه</w:t>
      </w:r>
      <w:r w:rsidR="00455A43">
        <w:rPr>
          <w:rtl/>
        </w:rPr>
        <w:t>،</w:t>
      </w:r>
      <w:r w:rsidRPr="00402856">
        <w:rPr>
          <w:rtl/>
        </w:rPr>
        <w:t xml:space="preserve"> وأنّه لا أمل لمن يكره آل النبي صلّى الله عليه وسَلّم من رضاه صلّى الله عليه وسَلّم في الدنيا وشفاعته في الآخرة</w:t>
      </w:r>
      <w:r w:rsidR="00455A43">
        <w:rPr>
          <w:rtl/>
        </w:rPr>
        <w:t>،</w:t>
      </w:r>
      <w:r w:rsidRPr="00402856">
        <w:rPr>
          <w:rtl/>
        </w:rPr>
        <w:t xml:space="preserve"> وقد روى الإمام مسلم في صحيحه - عن زيد بن أرقم - قال</w:t>
      </w:r>
      <w:r w:rsidR="00455A43">
        <w:rPr>
          <w:rtl/>
        </w:rPr>
        <w:t>:</w:t>
      </w:r>
      <w:r w:rsidRPr="00402856">
        <w:rPr>
          <w:rtl/>
        </w:rPr>
        <w:t xml:space="preserve"> قام رسول الله صلّى الله عليه وسَلّم يوما فينا خطيباً بماء يُدعى خُمّاً</w:t>
      </w:r>
      <w:r w:rsidR="00AF124A">
        <w:rPr>
          <w:rtl/>
        </w:rPr>
        <w:t xml:space="preserve"> - </w:t>
      </w:r>
      <w:r w:rsidRPr="00402856">
        <w:rPr>
          <w:rtl/>
        </w:rPr>
        <w:t>بين مكة والمدينة</w:t>
      </w:r>
      <w:r w:rsidR="00AF124A">
        <w:rPr>
          <w:rtl/>
        </w:rPr>
        <w:t xml:space="preserve"> - </w:t>
      </w:r>
      <w:r w:rsidRPr="00402856">
        <w:rPr>
          <w:rtl/>
        </w:rPr>
        <w:t>فحمد الله وأثنى عليه ووعظ وذَكر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أمّا بعد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فإنّما أنا بشر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يوشك أن يأتي رسول ربّي فأجيب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تارك فيكم ثقلَين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أوّلهما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كتاب الله فيه الهدى والنور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فخذوا بكتاب الله واستمسكوا به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فحثّ على كتاب الله ورغّب فيه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وأهل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أُذكركم الله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ورواه الإمام أحمد والنسائي</w:t>
      </w:r>
      <w:r w:rsidR="00455A43">
        <w:rPr>
          <w:rtl/>
        </w:rPr>
        <w:t>،</w:t>
      </w:r>
      <w:r w:rsidRPr="00402856">
        <w:rPr>
          <w:rtl/>
        </w:rPr>
        <w:t xml:space="preserve"> وفي رواية للترمذي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تارك فيكم ما إن تمسّكتم به لن تضلّوا بعدي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أحدهما أكبر من الآخر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كتاب الله حبل ممدود من السماء إلى الأرض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ولن يفترقا حتّى يردا على الحوض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فانظروا كيف تخلفوني فيهما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وروى ذلك أيضا</w:t>
      </w:r>
      <w:r w:rsidR="00455A43">
        <w:rPr>
          <w:rtl/>
        </w:rPr>
        <w:t>:</w:t>
      </w:r>
      <w:r w:rsidRPr="00402856">
        <w:rPr>
          <w:rtl/>
        </w:rPr>
        <w:t xml:space="preserve"> أبو ذر</w:t>
      </w:r>
      <w:r w:rsidR="00455A43">
        <w:rPr>
          <w:rtl/>
        </w:rPr>
        <w:t>،</w:t>
      </w:r>
      <w:r w:rsidRPr="00402856">
        <w:rPr>
          <w:rtl/>
        </w:rPr>
        <w:t xml:space="preserve"> وأبو سعيد</w:t>
      </w:r>
      <w:r w:rsidR="00455A43">
        <w:rPr>
          <w:rtl/>
        </w:rPr>
        <w:t>،</w:t>
      </w:r>
      <w:r w:rsidRPr="00402856">
        <w:rPr>
          <w:rtl/>
        </w:rPr>
        <w:t xml:space="preserve"> وجابر</w:t>
      </w:r>
      <w:r w:rsidR="00455A43">
        <w:rPr>
          <w:rtl/>
        </w:rPr>
        <w:t>،</w:t>
      </w:r>
      <w:r w:rsidRPr="00402856">
        <w:rPr>
          <w:rtl/>
        </w:rPr>
        <w:t xml:space="preserve"> وحذيفة بن أسيد</w:t>
      </w:r>
      <w:r w:rsidR="00455A43">
        <w:rPr>
          <w:rtl/>
        </w:rPr>
        <w:t>،</w:t>
      </w:r>
      <w:r w:rsidRPr="00402856">
        <w:rPr>
          <w:rtl/>
        </w:rPr>
        <w:t xml:space="preserve"> وأورده ابن تيمية في الفرقان</w:t>
      </w:r>
      <w:r w:rsidR="00455A43">
        <w:rPr>
          <w:rtl/>
        </w:rPr>
        <w:t>.</w:t>
      </w:r>
      <w:r w:rsidRPr="00402856">
        <w:rPr>
          <w:rtl/>
        </w:rPr>
        <w:t xml:space="preserve"> وقد سمّى الرسول صلّى الله عليه وسَلّم القرآن وآهل بيته ثقْلَين</w:t>
      </w:r>
      <w:r w:rsidR="00455A43">
        <w:rPr>
          <w:rtl/>
        </w:rPr>
        <w:t>،</w:t>
      </w:r>
      <w:r w:rsidRPr="00402856">
        <w:rPr>
          <w:rtl/>
        </w:rPr>
        <w:t xml:space="preserve"> والثقل كلّ نفيس خطير مصون</w:t>
      </w:r>
      <w:r w:rsidR="00455A43">
        <w:rPr>
          <w:rtl/>
        </w:rPr>
        <w:t>،</w:t>
      </w:r>
      <w:r w:rsidRPr="00402856">
        <w:rPr>
          <w:rtl/>
        </w:rPr>
        <w:t xml:space="preserve"> وهما كذلك</w:t>
      </w:r>
      <w:r w:rsidR="00455A43">
        <w:rPr>
          <w:rtl/>
        </w:rPr>
        <w:t>،</w:t>
      </w:r>
      <w:r w:rsidRPr="00402856">
        <w:rPr>
          <w:rtl/>
        </w:rPr>
        <w:t xml:space="preserve"> إذ كلاًّ منهما معدن العلوم اللَدُنيّة</w:t>
      </w:r>
      <w:r w:rsidR="00455A43">
        <w:rPr>
          <w:rtl/>
        </w:rPr>
        <w:t>،</w:t>
      </w:r>
      <w:r w:rsidRPr="00402856">
        <w:rPr>
          <w:rtl/>
        </w:rPr>
        <w:t xml:space="preserve"> والحكمة العلميّة</w:t>
      </w:r>
      <w:r w:rsidR="00455A43">
        <w:rPr>
          <w:rtl/>
        </w:rPr>
        <w:t>،</w:t>
      </w:r>
      <w:r w:rsidRPr="00402856">
        <w:rPr>
          <w:rtl/>
        </w:rPr>
        <w:t xml:space="preserve"> والأحكام الشرعية</w:t>
      </w:r>
      <w:r w:rsidR="00455A43">
        <w:rPr>
          <w:rtl/>
        </w:rPr>
        <w:t>.</w:t>
      </w:r>
      <w:r w:rsidRPr="00402856">
        <w:rPr>
          <w:rtl/>
        </w:rPr>
        <w:t xml:space="preserve"> وقال الطيّبي - كما في تحفة الأحوذي -</w:t>
      </w:r>
      <w:r w:rsidR="00455A43">
        <w:rPr>
          <w:rtl/>
        </w:rPr>
        <w:t>:</w:t>
      </w:r>
      <w:r w:rsidRPr="00402856">
        <w:rPr>
          <w:rtl/>
        </w:rPr>
        <w:t xml:space="preserve"> لعل السرّ في هذه التوصية</w:t>
      </w:r>
      <w:r w:rsidR="00455A43">
        <w:rPr>
          <w:rtl/>
        </w:rPr>
        <w:t>،</w:t>
      </w:r>
      <w:r w:rsidRPr="00402856">
        <w:rPr>
          <w:rtl/>
        </w:rPr>
        <w:t xml:space="preserve"> واقتران العترة بالقرآن</w:t>
      </w:r>
      <w:r w:rsidR="00455A43">
        <w:rPr>
          <w:rtl/>
        </w:rPr>
        <w:t>،</w:t>
      </w:r>
      <w:r w:rsidRPr="00402856">
        <w:rPr>
          <w:rtl/>
        </w:rPr>
        <w:t xml:space="preserve"> أن إيجاب محبتهم لائح من معنى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فإنّ الله تعالى إنّما جعل شكر أنعامه وإحسانه بالقرآن منوطاً بمحبّتهم على سبيل الحصر</w:t>
      </w:r>
      <w:r w:rsidR="00455A43">
        <w:rPr>
          <w:rtl/>
        </w:rPr>
        <w:t>،</w:t>
      </w:r>
      <w:r w:rsidRPr="00402856">
        <w:rPr>
          <w:rtl/>
        </w:rPr>
        <w:t xml:space="preserve"> فكأنه صلّى الله عليه وسَلّم يوصي الأُمة بقيام الشكر</w:t>
      </w:r>
      <w:r w:rsidR="00455A43">
        <w:rPr>
          <w:rtl/>
        </w:rPr>
        <w:t>،</w:t>
      </w:r>
      <w:r w:rsidRPr="00402856">
        <w:rPr>
          <w:rtl/>
        </w:rPr>
        <w:t xml:space="preserve"> وقيّد تلك النعمة به</w:t>
      </w:r>
      <w:r w:rsidR="00455A43">
        <w:rPr>
          <w:rtl/>
        </w:rPr>
        <w:t>،</w:t>
      </w:r>
      <w:r w:rsidRPr="00402856">
        <w:rPr>
          <w:rtl/>
        </w:rPr>
        <w:t xml:space="preserve"> ويحذّرهم عن الكفران</w:t>
      </w:r>
      <w:r w:rsidR="00455A43">
        <w:rPr>
          <w:rtl/>
        </w:rPr>
        <w:t>،</w:t>
      </w:r>
      <w:r w:rsidRPr="00402856">
        <w:rPr>
          <w:rtl/>
        </w:rPr>
        <w:t xml:space="preserve"> فمَن قام بالوصية</w:t>
      </w:r>
      <w:r w:rsidR="00455A43">
        <w:rPr>
          <w:rtl/>
        </w:rPr>
        <w:t>،</w:t>
      </w:r>
      <w:r w:rsidRPr="00402856">
        <w:rPr>
          <w:rtl/>
        </w:rPr>
        <w:t xml:space="preserve"> وشكر تلك الصنيعة بحُسن الخلاقة فيهما </w:t>
      </w:r>
      <w:r w:rsidR="00352E1E">
        <w:rPr>
          <w:rtl/>
        </w:rPr>
        <w:t>(</w:t>
      </w:r>
      <w:r w:rsidRPr="00402856">
        <w:rPr>
          <w:rtl/>
        </w:rPr>
        <w:t>لن يفترقا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فلا يُفارقانه في مواطن القيامة ومشاهدها حتى يَردا على الحوض</w:t>
      </w:r>
      <w:r w:rsidR="00455A43">
        <w:rPr>
          <w:rtl/>
        </w:rPr>
        <w:t>؛</w:t>
      </w:r>
      <w:r w:rsidRPr="00402856">
        <w:rPr>
          <w:rtl/>
        </w:rPr>
        <w:t xml:space="preserve"> فشكر صنيعه عند رسول الله صلّى الله عليه وسَلّم حينئذ هو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بنفسه يكافئه</w:t>
      </w:r>
      <w:r w:rsidR="00455A43">
        <w:rPr>
          <w:rtl/>
        </w:rPr>
        <w:t>،</w:t>
      </w:r>
      <w:r w:rsidRPr="00402856">
        <w:rPr>
          <w:rtl/>
        </w:rPr>
        <w:t xml:space="preserve"> والله تعالى يُجازيه الجزاء الأوفى</w:t>
      </w:r>
      <w:r w:rsidR="00455A43">
        <w:rPr>
          <w:rtl/>
        </w:rPr>
        <w:t>،</w:t>
      </w:r>
      <w:r w:rsidRPr="00402856">
        <w:rPr>
          <w:rtl/>
        </w:rPr>
        <w:t xml:space="preserve"> ومَن أضاع الوصية</w:t>
      </w:r>
      <w:r w:rsidR="00455A43">
        <w:rPr>
          <w:rtl/>
        </w:rPr>
        <w:t>،</w:t>
      </w:r>
      <w:r w:rsidRPr="00402856">
        <w:rPr>
          <w:rtl/>
        </w:rPr>
        <w:t xml:space="preserve"> وكفر النعمة</w:t>
      </w:r>
      <w:r w:rsidR="00455A43">
        <w:rPr>
          <w:rtl/>
        </w:rPr>
        <w:t>،</w:t>
      </w:r>
      <w:r w:rsidRPr="00402856">
        <w:rPr>
          <w:rtl/>
        </w:rPr>
        <w:t xml:space="preserve"> فحكمه على العكس</w:t>
      </w:r>
      <w:r w:rsidR="00455A43">
        <w:rPr>
          <w:rtl/>
        </w:rPr>
        <w:t>،</w:t>
      </w:r>
      <w:r w:rsidRPr="00402856">
        <w:rPr>
          <w:rtl/>
        </w:rPr>
        <w:t xml:space="preserve"> وعلى هذا التأويل حسن موقع قوله صلّى الله عليه وسَلّم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فانظروا كيف تخلفوني فيهما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أي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تأمّلوا وتفكّروا واستعملوا الرويّة في استخلافي إيّاكم</w:t>
      </w:r>
      <w:r w:rsidR="00455A43">
        <w:rPr>
          <w:rtl/>
        </w:rPr>
        <w:t>،</w:t>
      </w:r>
      <w:r w:rsidRPr="00402856">
        <w:rPr>
          <w:rtl/>
        </w:rPr>
        <w:t xml:space="preserve"> هل تكونون خلَف صدْق أو خلَف سوء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هذا وقد اختص الله تعالى أهل البيت بخصائص كثيرة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منها</w:t>
      </w:r>
      <w:r w:rsidR="00455A43">
        <w:rPr>
          <w:rtl/>
        </w:rPr>
        <w:t>:</w:t>
      </w:r>
      <w:r w:rsidRPr="00402856">
        <w:rPr>
          <w:rtl/>
        </w:rPr>
        <w:t xml:space="preserve"> إنّ من كرامة أهل البيت عند الله تعالى</w:t>
      </w:r>
      <w:r w:rsidR="00455A43">
        <w:rPr>
          <w:rtl/>
        </w:rPr>
        <w:t>،</w:t>
      </w:r>
      <w:r w:rsidRPr="00402856">
        <w:rPr>
          <w:rtl/>
        </w:rPr>
        <w:t xml:space="preserve"> أن جعل الصلاة عليهم - كما أشرنا - آنفا - مقرونة بالصلاة على جدّهم العظيم</w:t>
      </w:r>
      <w:r w:rsidR="00455A43">
        <w:rPr>
          <w:rtl/>
        </w:rPr>
        <w:t>،</w:t>
      </w:r>
      <w:r w:rsidRPr="00402856">
        <w:rPr>
          <w:rtl/>
        </w:rPr>
        <w:t xml:space="preserve"> سيد الأوّلين والآخرين</w:t>
      </w:r>
      <w:r w:rsidR="00455A43">
        <w:rPr>
          <w:rtl/>
        </w:rPr>
        <w:t>،</w:t>
      </w:r>
      <w:r w:rsidRPr="00402856">
        <w:rPr>
          <w:rtl/>
        </w:rPr>
        <w:t xml:space="preserve"> وأفضل الأنبياء والمُرسَلين صلّى الله عليه وسَلّم في كل صلاة</w:t>
      </w:r>
      <w:r w:rsidR="00455A43">
        <w:rPr>
          <w:rtl/>
        </w:rPr>
        <w:t>،</w:t>
      </w:r>
      <w:r w:rsidRPr="00402856">
        <w:rPr>
          <w:rtl/>
        </w:rPr>
        <w:t xml:space="preserve"> وفي كلّ تشهّد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ومنها أنّ الله تعالى قد أمر</w:t>
      </w:r>
      <w:r w:rsidR="00AF124A">
        <w:rPr>
          <w:rtl/>
        </w:rPr>
        <w:t xml:space="preserve"> - </w:t>
      </w:r>
      <w:r w:rsidRPr="00402856">
        <w:rPr>
          <w:rtl/>
        </w:rPr>
        <w:t>كما أوصى الرسول الله صلّى الله عليه وسَلّم</w:t>
      </w:r>
      <w:r w:rsidR="00AF124A">
        <w:rPr>
          <w:rtl/>
        </w:rPr>
        <w:t xml:space="preserve"> - </w:t>
      </w:r>
      <w:r w:rsidRPr="00402856">
        <w:rPr>
          <w:rtl/>
        </w:rPr>
        <w:t>بحبّ أهل البيت</w:t>
      </w:r>
      <w:r w:rsidR="00455A43">
        <w:rPr>
          <w:rtl/>
        </w:rPr>
        <w:t>؛</w:t>
      </w:r>
      <w:r w:rsidRPr="00402856">
        <w:rPr>
          <w:rtl/>
        </w:rPr>
        <w:t xml:space="preserve"> لأنّهم غصون هذه الدوحة المباركة</w:t>
      </w:r>
      <w:r w:rsidR="00455A43">
        <w:rPr>
          <w:rtl/>
        </w:rPr>
        <w:t>،</w:t>
      </w:r>
      <w:r w:rsidRPr="00402856">
        <w:rPr>
          <w:rtl/>
        </w:rPr>
        <w:t xml:space="preserve"> التي أصلها في الأرض وفرعها في السماء</w:t>
      </w:r>
      <w:r w:rsidR="00455A43">
        <w:rPr>
          <w:rtl/>
        </w:rPr>
        <w:t>،</w:t>
      </w:r>
      <w:r w:rsidRPr="00402856">
        <w:rPr>
          <w:rtl/>
        </w:rPr>
        <w:t xml:space="preserve"> والتي اصطفاها الله تعالى من بين خلقه</w:t>
      </w:r>
      <w:r w:rsidR="00455A43">
        <w:rPr>
          <w:rtl/>
        </w:rPr>
        <w:t>،</w:t>
      </w:r>
      <w:r w:rsidRPr="00402856">
        <w:rPr>
          <w:rtl/>
        </w:rPr>
        <w:t xml:space="preserve"> واصطنعها على عينه</w:t>
      </w:r>
      <w:r w:rsidR="00455A43">
        <w:rPr>
          <w:rtl/>
        </w:rPr>
        <w:t>،</w:t>
      </w:r>
      <w:r w:rsidRPr="00402856">
        <w:rPr>
          <w:rtl/>
        </w:rPr>
        <w:t xml:space="preserve"> فبلغت أوج الكمال في الروح والجسد</w:t>
      </w:r>
      <w:r w:rsidR="00455A43">
        <w:rPr>
          <w:rtl/>
        </w:rPr>
        <w:t>،</w:t>
      </w:r>
      <w:r w:rsidRPr="00402856">
        <w:rPr>
          <w:rtl/>
        </w:rPr>
        <w:t xml:space="preserve"> وفي السرّ والعَلَن</w:t>
      </w:r>
      <w:r w:rsidR="00455A43">
        <w:rPr>
          <w:rtl/>
        </w:rPr>
        <w:t>؛</w:t>
      </w:r>
      <w:r w:rsidRPr="00402856">
        <w:rPr>
          <w:rtl/>
        </w:rPr>
        <w:t xml:space="preserve"> وذلك لأنّها بضعة أشرف الخَلق وأكرم الأنبياء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ويقول ابن كثير</w:t>
      </w:r>
      <w:r w:rsidR="00455A43">
        <w:rPr>
          <w:rtl/>
        </w:rPr>
        <w:t>:</w:t>
      </w:r>
      <w:r w:rsidRPr="00402856">
        <w:rPr>
          <w:rtl/>
        </w:rPr>
        <w:t xml:space="preserve"> ولا نُنكر الوصاة بأهل البيت</w:t>
      </w:r>
      <w:r w:rsidR="00455A43">
        <w:rPr>
          <w:rtl/>
        </w:rPr>
        <w:t>،</w:t>
      </w:r>
      <w:r w:rsidRPr="00402856">
        <w:rPr>
          <w:rtl/>
        </w:rPr>
        <w:t xml:space="preserve"> والأمر بالإحسان إليهم واحترامهم وإكرامهم</w:t>
      </w:r>
      <w:r w:rsidR="00455A43">
        <w:rPr>
          <w:rtl/>
        </w:rPr>
        <w:t>،</w:t>
      </w:r>
      <w:r w:rsidRPr="00402856">
        <w:rPr>
          <w:rtl/>
        </w:rPr>
        <w:t xml:space="preserve"> فإنّهم من ذريّة طاهرة</w:t>
      </w:r>
      <w:r w:rsidR="00455A43">
        <w:rPr>
          <w:rtl/>
        </w:rPr>
        <w:t>،</w:t>
      </w:r>
      <w:r w:rsidRPr="00402856">
        <w:rPr>
          <w:rtl/>
        </w:rPr>
        <w:t xml:space="preserve"> من أشرف بيت على وجه الأرض</w:t>
      </w:r>
      <w:r w:rsidR="00455A43">
        <w:rPr>
          <w:rtl/>
        </w:rPr>
        <w:t>،</w:t>
      </w:r>
      <w:r w:rsidRPr="00402856">
        <w:rPr>
          <w:rtl/>
        </w:rPr>
        <w:t xml:space="preserve"> فخراً وحسباً ونسباً</w:t>
      </w:r>
      <w:r w:rsidR="00455A43">
        <w:rPr>
          <w:rtl/>
        </w:rPr>
        <w:t>،</w:t>
      </w:r>
      <w:r w:rsidRPr="00402856">
        <w:rPr>
          <w:rtl/>
        </w:rPr>
        <w:t xml:space="preserve"> وصدَقَ سيدنا رسول الله صلّى الله عليه وسَلّم إذ يقول</w:t>
      </w:r>
      <w:r w:rsidR="00AF124A">
        <w:rPr>
          <w:rtl/>
        </w:rPr>
        <w:t xml:space="preserve"> - </w:t>
      </w:r>
      <w:r w:rsidRPr="00402856">
        <w:rPr>
          <w:rtl/>
        </w:rPr>
        <w:t>فيما يروي مسلم في صحيحه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اصطفى كنانة من وُلد إسماعيل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واصطفى قريشاً من كنانة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واصطفى من قريش بني هاشم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واصطفاني من بني هاشم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ثُمّ لأنّ مقام أهل البيت من مقام النبي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فهم في كلّ عصر زمان خير الناس</w:t>
      </w:r>
      <w:r w:rsidR="00455A43">
        <w:rPr>
          <w:rtl/>
        </w:rPr>
        <w:t>،</w:t>
      </w:r>
      <w:r w:rsidRPr="00402856">
        <w:rPr>
          <w:rtl/>
        </w:rPr>
        <w:t xml:space="preserve"> وخيرهم بيوتاً</w:t>
      </w:r>
      <w:r w:rsidR="00455A43">
        <w:rPr>
          <w:rtl/>
        </w:rPr>
        <w:t>؛</w:t>
      </w:r>
      <w:r w:rsidRPr="00402856">
        <w:rPr>
          <w:rtl/>
        </w:rPr>
        <w:t xml:space="preserve"> لأنّ الله تعالى اختار نبيّه من خير البيوت وأشرفها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اللَّهُ أَعْلَمُ حَيْثُ يَجْعَلُ رِسَالَتَهُ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هذا فضلاً عن أنّ حكمة لله في خلقه ورحمته بعباده اقتضت أن تستمر بأهل البيت ذريّة سيّد المُرسلين صلّى الله عليه وسلّم إلى يوم الدين</w:t>
      </w:r>
      <w:r w:rsidR="00455A43">
        <w:rPr>
          <w:rtl/>
        </w:rPr>
        <w:t>،</w:t>
      </w:r>
      <w:r w:rsidRPr="00402856">
        <w:rPr>
          <w:rtl/>
        </w:rPr>
        <w:t xml:space="preserve"> تشعّ بضيائها على العالمين</w:t>
      </w:r>
      <w:r w:rsidR="00455A43">
        <w:rPr>
          <w:rtl/>
        </w:rPr>
        <w:t>،</w:t>
      </w:r>
      <w:r w:rsidRPr="00402856">
        <w:rPr>
          <w:rtl/>
        </w:rPr>
        <w:t xml:space="preserve"> وترشد بهدايتها الضالّين</w:t>
      </w:r>
      <w:r w:rsidR="00455A43">
        <w:rPr>
          <w:rtl/>
        </w:rPr>
        <w:t>،</w:t>
      </w:r>
      <w:r w:rsidRPr="00402856">
        <w:rPr>
          <w:rtl/>
        </w:rPr>
        <w:t xml:space="preserve"> ومِن ثَمّ فإنّ التاريخ لم يعرف أهل بيت أحبّهم الناس من قوميات ومذاهب شتّى</w:t>
      </w:r>
      <w:r w:rsidR="00455A43">
        <w:rPr>
          <w:rtl/>
        </w:rPr>
        <w:t>،</w:t>
      </w:r>
      <w:r w:rsidRPr="00402856">
        <w:rPr>
          <w:rtl/>
        </w:rPr>
        <w:t xml:space="preserve"> كأهل البيت</w:t>
      </w:r>
      <w:r w:rsidR="00455A43">
        <w:rPr>
          <w:rtl/>
        </w:rPr>
        <w:t>،</w:t>
      </w:r>
      <w:r w:rsidRPr="00402856">
        <w:rPr>
          <w:rtl/>
        </w:rPr>
        <w:t xml:space="preserve"> أحبّوهم أحياءً وأمواتاً</w:t>
      </w:r>
      <w:r w:rsidR="00455A43">
        <w:rPr>
          <w:rtl/>
        </w:rPr>
        <w:t>،</w:t>
      </w:r>
      <w:r w:rsidRPr="00402856">
        <w:rPr>
          <w:rtl/>
        </w:rPr>
        <w:t xml:space="preserve"> فألّف العلماء الكُتب في منزلتهم عند الله تعالى وعند الناس</w:t>
      </w:r>
      <w:r w:rsidR="00455A43">
        <w:rPr>
          <w:rtl/>
        </w:rPr>
        <w:t>،</w:t>
      </w:r>
      <w:r w:rsidRPr="00402856">
        <w:rPr>
          <w:rtl/>
        </w:rPr>
        <w:t xml:space="preserve"> ونظّم الشعراء الدواوين والقصائد في مديحهم</w:t>
      </w:r>
      <w:r w:rsidR="00455A43">
        <w:rPr>
          <w:rtl/>
        </w:rPr>
        <w:t>،</w:t>
      </w:r>
      <w:r w:rsidRPr="00402856">
        <w:rPr>
          <w:rtl/>
        </w:rPr>
        <w:t xml:space="preserve"> وردّد الخطباء فضائلهم على المنار وفي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المحافل</w:t>
      </w:r>
      <w:r w:rsidR="00455A43">
        <w:rPr>
          <w:rtl/>
        </w:rPr>
        <w:t>،</w:t>
      </w:r>
      <w:r w:rsidRPr="00402856">
        <w:rPr>
          <w:rtl/>
        </w:rPr>
        <w:t xml:space="preserve"> وما من مُسلم في شرق الأرض وغربها يصلّي لله</w:t>
      </w:r>
      <w:r w:rsidR="00455A43">
        <w:rPr>
          <w:rtl/>
        </w:rPr>
        <w:t>،</w:t>
      </w:r>
      <w:r w:rsidRPr="00402856">
        <w:rPr>
          <w:rtl/>
        </w:rPr>
        <w:t xml:space="preserve"> إلاّ ويذكر رسول الله وآله بالصلاة والتسليم</w:t>
      </w:r>
      <w:r w:rsidR="00455A43">
        <w:rPr>
          <w:rtl/>
        </w:rPr>
        <w:t>.</w:t>
      </w:r>
      <w:r w:rsidRPr="00402856">
        <w:rPr>
          <w:rtl/>
        </w:rPr>
        <w:t xml:space="preserve"> وبديهي أنّ هذه ليست كلّها خصائص أهل البيت فهناك غيرها الكثير</w:t>
      </w:r>
      <w:r w:rsidR="00455A43">
        <w:rPr>
          <w:rtl/>
        </w:rPr>
        <w:t>،</w:t>
      </w:r>
      <w:r w:rsidRPr="00402856">
        <w:rPr>
          <w:rtl/>
        </w:rPr>
        <w:t xml:space="preserve"> من ذلك</w:t>
      </w:r>
      <w:r w:rsidR="00455A43">
        <w:rPr>
          <w:rtl/>
        </w:rPr>
        <w:t>:</w:t>
      </w:r>
      <w:r w:rsidRPr="00402856">
        <w:rPr>
          <w:rtl/>
        </w:rPr>
        <w:t xml:space="preserve"> أنّ أهل البيت</w:t>
      </w:r>
      <w:r w:rsidR="00455A43">
        <w:rPr>
          <w:rtl/>
        </w:rPr>
        <w:t>،</w:t>
      </w:r>
      <w:r w:rsidRPr="00402856">
        <w:rPr>
          <w:rtl/>
        </w:rPr>
        <w:t xml:space="preserve"> سلالة النبي صلّى الله عليه وسَلّم إنّما هُم أهل الحسب والنَسب</w:t>
      </w:r>
      <w:r w:rsidR="00455A43">
        <w:rPr>
          <w:rtl/>
        </w:rPr>
        <w:t>،</w:t>
      </w:r>
      <w:r w:rsidRPr="00402856">
        <w:rPr>
          <w:rtl/>
        </w:rPr>
        <w:t xml:space="preserve"> والطُهر والشَرف</w:t>
      </w:r>
      <w:r w:rsidR="00455A43">
        <w:rPr>
          <w:rtl/>
        </w:rPr>
        <w:t>،</w:t>
      </w:r>
      <w:r w:rsidRPr="00402856">
        <w:rPr>
          <w:rtl/>
        </w:rPr>
        <w:t xml:space="preserve"> لا يلوثهم رجس ولا ينالهم دَنَس</w:t>
      </w:r>
      <w:r w:rsidR="00455A43">
        <w:rPr>
          <w:rtl/>
        </w:rPr>
        <w:t>،</w:t>
      </w:r>
      <w:r w:rsidRPr="00402856">
        <w:rPr>
          <w:rtl/>
        </w:rPr>
        <w:t xml:space="preserve"> فلقد طهّرهم الله فضلاً منه وكَرماً</w:t>
      </w:r>
      <w:r w:rsidR="00455A43">
        <w:rPr>
          <w:rtl/>
        </w:rPr>
        <w:t>،</w:t>
      </w:r>
      <w:r w:rsidRPr="00402856">
        <w:rPr>
          <w:rtl/>
        </w:rPr>
        <w:t xml:space="preserve"> ثمّ دعا لهم جدّهم المصطفى صلّى الله عليه وسَلّم وهو الذي لا ينطق عن الهوى</w:t>
      </w:r>
      <w:r w:rsidR="00455A43">
        <w:rPr>
          <w:rtl/>
        </w:rPr>
        <w:t>،</w:t>
      </w:r>
      <w:r w:rsidRPr="00402856">
        <w:rPr>
          <w:rtl/>
        </w:rPr>
        <w:t xml:space="preserve"> إن هو إلاّ وحي يوحى</w:t>
      </w:r>
      <w:r w:rsidR="00455A43">
        <w:rPr>
          <w:rtl/>
        </w:rPr>
        <w:t>،</w:t>
      </w:r>
      <w:r w:rsidRPr="00402856">
        <w:rPr>
          <w:rtl/>
        </w:rPr>
        <w:t xml:space="preserve"> فقال النبي صلّى الله عليه وسَلّم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فأذهب 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كما أنّهم أهل البلاء والاصطفاء وجعل لهم في الغنائم حقّاً معلوماً</w:t>
      </w:r>
      <w:r w:rsidR="00455A43">
        <w:rPr>
          <w:rtl/>
        </w:rPr>
        <w:t>،</w:t>
      </w:r>
      <w:r w:rsidRPr="00402856">
        <w:rPr>
          <w:rtl/>
        </w:rPr>
        <w:t xml:space="preserve"> وحرّم عليهم الصدقة</w:t>
      </w:r>
      <w:r w:rsidR="00455A43">
        <w:rPr>
          <w:rtl/>
        </w:rPr>
        <w:t>؛</w:t>
      </w:r>
      <w:r w:rsidRPr="00402856">
        <w:rPr>
          <w:rtl/>
        </w:rPr>
        <w:t xml:space="preserve"> لأنّها أوساخ الناس</w:t>
      </w:r>
      <w:r w:rsidR="00455A43">
        <w:rPr>
          <w:rtl/>
        </w:rPr>
        <w:t>،</w:t>
      </w:r>
      <w:r w:rsidRPr="00402856">
        <w:rPr>
          <w:rtl/>
        </w:rPr>
        <w:t xml:space="preserve"> وجعل الإمام الحجّة منهم</w:t>
      </w:r>
      <w:r w:rsidR="00455A43">
        <w:rPr>
          <w:rtl/>
        </w:rPr>
        <w:t>،</w:t>
      </w:r>
      <w:r w:rsidRPr="00402856">
        <w:rPr>
          <w:rtl/>
        </w:rPr>
        <w:t xml:space="preserve"> وفي الحديث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يمنّ على أهل دينه في رأس كلّ مئة سَنة برجل من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يبيّن لهم أُمور دينهم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ذهب قوم إلى أنّ القطب في كلّ عصر</w:t>
      </w:r>
      <w:r w:rsidR="00455A43">
        <w:rPr>
          <w:rtl/>
        </w:rPr>
        <w:t>،</w:t>
      </w:r>
      <w:r w:rsidRPr="00402856">
        <w:rPr>
          <w:rtl/>
        </w:rPr>
        <w:t xml:space="preserve"> لا بدّ وأن يكون من أهل البيت النبوي الشريف</w:t>
      </w:r>
      <w:r w:rsidR="00455A43">
        <w:rPr>
          <w:rtl/>
        </w:rPr>
        <w:t>،</w:t>
      </w:r>
      <w:r w:rsidRPr="00402856">
        <w:rPr>
          <w:rtl/>
        </w:rPr>
        <w:t xml:space="preserve"> وإن رأى العباس المرسي - كما نقل عنه تلميذه ابن عطاء - أن القطب قد يكون من غيرهم</w:t>
      </w:r>
      <w:r w:rsidR="00455A43">
        <w:rPr>
          <w:rtl/>
        </w:rPr>
        <w:t>،</w:t>
      </w:r>
      <w:r w:rsidRPr="00402856">
        <w:rPr>
          <w:rtl/>
        </w:rPr>
        <w:t xml:space="preserve"> ولكن قطب الأقطاب لا يكون إلاّ منهم</w:t>
      </w:r>
      <w:r w:rsidR="00455A43">
        <w:rPr>
          <w:rtl/>
        </w:rPr>
        <w:t>؛</w:t>
      </w:r>
      <w:r w:rsidRPr="00402856">
        <w:rPr>
          <w:rtl/>
        </w:rPr>
        <w:t xml:space="preserve"> لأنّهم أزكى الناس أصلاً</w:t>
      </w:r>
      <w:r w:rsidR="00455A43">
        <w:rPr>
          <w:rtl/>
        </w:rPr>
        <w:t>،</w:t>
      </w:r>
      <w:r w:rsidRPr="00402856">
        <w:rPr>
          <w:rtl/>
        </w:rPr>
        <w:t xml:space="preserve"> وأوفرهم فضلاً</w:t>
      </w:r>
      <w:r w:rsidR="00455A43">
        <w:rPr>
          <w:rtl/>
        </w:rPr>
        <w:t>،</w:t>
      </w:r>
      <w:r w:rsidRPr="00402856">
        <w:rPr>
          <w:rtl/>
        </w:rPr>
        <w:t xml:space="preserve"> كما أنّ المهدي المنتظر من آل البيت</w:t>
      </w:r>
      <w:r w:rsidR="00455A43">
        <w:rPr>
          <w:rtl/>
        </w:rPr>
        <w:t>،</w:t>
      </w:r>
      <w:r w:rsidRPr="00402856">
        <w:rPr>
          <w:rtl/>
        </w:rPr>
        <w:t xml:space="preserve"> قال صلّى الله عليه وسَلّم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344F34" w:rsidRDefault="00352E1E" w:rsidP="00402856">
      <w:pPr>
        <w:pStyle w:val="libNormal"/>
        <w:rPr>
          <w:rtl/>
        </w:rPr>
      </w:pP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المهدي منّا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يُختَم الدين بنا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كما فُتح</w:t>
      </w:r>
      <w:r>
        <w:rPr>
          <w:rStyle w:val="libBold2Char"/>
          <w:rtl/>
        </w:rPr>
        <w:t>)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وقال صلّى الله عليه وسَلّم</w:t>
      </w:r>
      <w:r w:rsidR="00455A43">
        <w:rPr>
          <w:rtl/>
        </w:rPr>
        <w:t>:</w:t>
      </w:r>
      <w:r w:rsidR="00402856" w:rsidRPr="00402856">
        <w:rPr>
          <w:rStyle w:val="libBold2Char"/>
          <w:rtl/>
        </w:rPr>
        <w:t xml:space="preserve"> </w:t>
      </w: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المهدي من عترتي من وِلد فاطمة</w:t>
      </w:r>
      <w:r>
        <w:rPr>
          <w:rStyle w:val="libBold2Char"/>
          <w:rtl/>
        </w:rPr>
        <w:t>)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بقيت الإشارة إلى أنّ هذا القسم الأول </w:t>
      </w:r>
      <w:r w:rsidR="00352E1E">
        <w:rPr>
          <w:rtl/>
        </w:rPr>
        <w:t>(</w:t>
      </w:r>
      <w:r w:rsidRPr="00402856">
        <w:rPr>
          <w:rtl/>
        </w:rPr>
        <w:t>أهل البيت</w:t>
      </w:r>
      <w:r w:rsidR="00352E1E">
        <w:rPr>
          <w:rtl/>
        </w:rPr>
        <w:t>)</w:t>
      </w:r>
      <w:r w:rsidRPr="00402856">
        <w:rPr>
          <w:rtl/>
        </w:rPr>
        <w:t xml:space="preserve"> إنّما كان مُقدّمة ضروريّة لدراسة سيَر ساداتنا آل النبي الطاهرين المطهّرين</w:t>
      </w:r>
      <w:r w:rsidR="00455A43">
        <w:rPr>
          <w:rtl/>
        </w:rPr>
        <w:t>:</w:t>
      </w:r>
      <w:r w:rsidRPr="00402856">
        <w:rPr>
          <w:rtl/>
        </w:rPr>
        <w:t xml:space="preserve"> السيدة فاطمة الزهراء والإمام علي بن أبي طالب والإمام الحسن بن علي والإمام الحسين بن علي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القسم الثاني من هذه الدراسة</w:t>
      </w:r>
      <w:r w:rsidR="00455A43">
        <w:rPr>
          <w:rtl/>
        </w:rPr>
        <w:t>،</w:t>
      </w:r>
      <w:r w:rsidRPr="00402856">
        <w:rPr>
          <w:rtl/>
        </w:rPr>
        <w:t xml:space="preserve"> والذي يحمل اسمها الأصلي </w:t>
      </w:r>
      <w:r w:rsidR="00352E1E">
        <w:rPr>
          <w:rtl/>
        </w:rPr>
        <w:t>(</w:t>
      </w:r>
      <w:r w:rsidRPr="00402856">
        <w:rPr>
          <w:rtl/>
        </w:rPr>
        <w:t>السيدة فاطمة الزهراء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فإنّما يتحدّث عن أُمّ الذرّية الطاهرة فاطمة الزهراء سيدة نساء أهل الجنّة</w:t>
      </w:r>
      <w:r w:rsidR="00455A43">
        <w:rPr>
          <w:rtl/>
        </w:rPr>
        <w:t>،</w:t>
      </w:r>
      <w:r w:rsidRPr="00402856">
        <w:rPr>
          <w:rtl/>
        </w:rPr>
        <w:t xml:space="preserve"> بنت النبي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وزوج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وأُم السبطين عليهم السلام</w:t>
      </w:r>
      <w:r w:rsidR="00455A43">
        <w:rPr>
          <w:rtl/>
        </w:rPr>
        <w:t>.</w:t>
      </w:r>
      <w:r w:rsidRPr="00402856">
        <w:rPr>
          <w:rtl/>
        </w:rPr>
        <w:t xml:space="preserve"> وقد وُلدت الزهراء في بيت النبوّة والرسالة ومَهبط الوحي والتنزيل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وهكذا تأدبت الزهراء بأدب أبيها</w:t>
      </w:r>
      <w:r w:rsidR="00455A43">
        <w:rPr>
          <w:rtl/>
        </w:rPr>
        <w:t>،</w:t>
      </w:r>
      <w:r w:rsidRPr="00402856">
        <w:rPr>
          <w:rtl/>
        </w:rPr>
        <w:t xml:space="preserve"> النبي الذي أدّبه ربّه فأحسن تأديبه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كانت سيدتنا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المَثل الأعلى من الخُلق الكريم</w:t>
      </w:r>
      <w:r w:rsidR="00455A43">
        <w:rPr>
          <w:rtl/>
        </w:rPr>
        <w:t>،</w:t>
      </w:r>
      <w:r w:rsidRPr="00402856">
        <w:rPr>
          <w:rtl/>
        </w:rPr>
        <w:t xml:space="preserve"> والطبع السليم</w:t>
      </w:r>
      <w:r w:rsidR="00455A43">
        <w:rPr>
          <w:rtl/>
        </w:rPr>
        <w:t>،</w:t>
      </w:r>
      <w:r w:rsidRPr="00402856">
        <w:rPr>
          <w:rtl/>
        </w:rPr>
        <w:t xml:space="preserve"> وقد عني بها سيّدنا رسول الله صلّى الله عليه وسَلّم عناية تامّة</w:t>
      </w:r>
      <w:r w:rsidR="00455A43">
        <w:rPr>
          <w:rtl/>
        </w:rPr>
        <w:t>،</w:t>
      </w:r>
      <w:r w:rsidRPr="00402856">
        <w:rPr>
          <w:rtl/>
        </w:rPr>
        <w:t xml:space="preserve"> فكان يُثقفها ثقافة إسلاميّة</w:t>
      </w:r>
      <w:r w:rsidR="00455A43">
        <w:rPr>
          <w:rtl/>
        </w:rPr>
        <w:t>،</w:t>
      </w:r>
      <w:r w:rsidRPr="00402856">
        <w:rPr>
          <w:rtl/>
        </w:rPr>
        <w:t xml:space="preserve"> ويروّضها على الهدْي النبوي والصراط المستقيم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نشأت الزهراء نشأة كانت المَثل الأعلى من الكمال والجلال</w:t>
      </w:r>
      <w:r w:rsidR="00455A43">
        <w:rPr>
          <w:rtl/>
        </w:rPr>
        <w:t>،</w:t>
      </w:r>
      <w:r w:rsidRPr="00402856">
        <w:rPr>
          <w:rtl/>
        </w:rPr>
        <w:t xml:space="preserve"> فهي إنّما تُمثّل أشرف ما في المرأة من إنسانيّةٍ وكرامةٍ وعِفّة وقَداسة ورعاية</w:t>
      </w:r>
      <w:r w:rsidR="00455A43">
        <w:rPr>
          <w:rtl/>
        </w:rPr>
        <w:t>؛</w:t>
      </w:r>
      <w:r w:rsidRPr="00402856">
        <w:rPr>
          <w:rtl/>
        </w:rPr>
        <w:t xml:space="preserve"> إلى ما كانت عليه من ذكاء وقّاد</w:t>
      </w:r>
      <w:r w:rsidR="00455A43">
        <w:rPr>
          <w:rtl/>
        </w:rPr>
        <w:t>،</w:t>
      </w:r>
      <w:r w:rsidRPr="00402856">
        <w:rPr>
          <w:rtl/>
        </w:rPr>
        <w:t xml:space="preserve"> وفطنة حادّة</w:t>
      </w:r>
      <w:r w:rsidR="00455A43">
        <w:rPr>
          <w:rtl/>
        </w:rPr>
        <w:t>،</w:t>
      </w:r>
      <w:r w:rsidRPr="00402856">
        <w:rPr>
          <w:rtl/>
        </w:rPr>
        <w:t xml:space="preserve"> وعِلم واسع</w:t>
      </w:r>
      <w:r w:rsidR="00455A43">
        <w:rPr>
          <w:rtl/>
        </w:rPr>
        <w:t>،</w:t>
      </w:r>
      <w:r w:rsidRPr="00402856">
        <w:rPr>
          <w:rtl/>
        </w:rPr>
        <w:t xml:space="preserve"> وكفاها فخراً أنّها تربّت في مدرسة النبوّة</w:t>
      </w:r>
      <w:r w:rsidR="00455A43">
        <w:rPr>
          <w:rtl/>
        </w:rPr>
        <w:t>،</w:t>
      </w:r>
      <w:r w:rsidRPr="00402856">
        <w:rPr>
          <w:rtl/>
        </w:rPr>
        <w:t xml:space="preserve"> وتخرّجت في معهد الرسالة</w:t>
      </w:r>
      <w:r w:rsidR="00455A43">
        <w:rPr>
          <w:rtl/>
        </w:rPr>
        <w:t>،</w:t>
      </w:r>
      <w:r w:rsidRPr="00402856">
        <w:rPr>
          <w:rtl/>
        </w:rPr>
        <w:t xml:space="preserve"> وتلقّت عن أبيها الرسول الأمين صلّى الله عليه وسَلّم ما تلقّاه عن ربّ العالمين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ومن البديهي أنّ الزهراء تعلّمت في دار أبوَيها ما لم تتعلّمه طفلة غيرها في مكّة</w:t>
      </w:r>
      <w:r w:rsidR="00455A43">
        <w:rPr>
          <w:rtl/>
        </w:rPr>
        <w:t>،</w:t>
      </w:r>
      <w:r w:rsidRPr="00402856">
        <w:rPr>
          <w:rtl/>
        </w:rPr>
        <w:t xml:space="preserve"> بل وفي الدنيا كلّها</w:t>
      </w:r>
      <w:r w:rsidR="00455A43">
        <w:rPr>
          <w:rtl/>
        </w:rPr>
        <w:t>،</w:t>
      </w:r>
      <w:r w:rsidRPr="00402856">
        <w:rPr>
          <w:rtl/>
        </w:rPr>
        <w:t xml:space="preserve"> وصدقت أُمّ المؤمنين أُمّ سلمة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حيث تقول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تزوّجني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وفوّض أمر ابنته إليّ فكنت أؤدبها وأدلّها</w:t>
      </w:r>
      <w:r w:rsidR="00455A43">
        <w:rPr>
          <w:rtl/>
        </w:rPr>
        <w:t>،</w:t>
      </w:r>
      <w:r w:rsidRPr="00402856">
        <w:rPr>
          <w:rtl/>
        </w:rPr>
        <w:t xml:space="preserve"> وكانت والله آدب منّي وأعرف بالأشياء كلّها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أوَلَيست هي - يا أمّ المؤمنين - بضعة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أوَلَيست هي أُمّ أبيها كما كان يُسمّيها سيّد المُرسلين</w:t>
      </w:r>
      <w:r w:rsidR="00455A43">
        <w:rPr>
          <w:rtl/>
        </w:rPr>
        <w:t>،</w:t>
      </w:r>
      <w:r w:rsidRPr="00402856">
        <w:rPr>
          <w:rtl/>
        </w:rPr>
        <w:t xml:space="preserve"> أوَلَيست هي التي اصطفاها الله</w:t>
      </w:r>
      <w:r w:rsidR="00455A43">
        <w:rPr>
          <w:rtl/>
        </w:rPr>
        <w:t>؛</w:t>
      </w:r>
      <w:r w:rsidRPr="00402856">
        <w:rPr>
          <w:rtl/>
        </w:rPr>
        <w:t xml:space="preserve"> لتكون التيّار الذي يحمل نور النبي صلّى الله عليه وسَلّم عِبر أسلاك الزمن</w:t>
      </w:r>
      <w:r w:rsidR="00455A43">
        <w:rPr>
          <w:rtl/>
        </w:rPr>
        <w:t>،</w:t>
      </w:r>
      <w:r w:rsidRPr="00402856">
        <w:rPr>
          <w:rtl/>
        </w:rPr>
        <w:t xml:space="preserve"> ولتُضاء البشريّة بعد ذلك من هذا النور الفيّاض</w:t>
      </w:r>
      <w:r w:rsidR="00455A43">
        <w:rPr>
          <w:rtl/>
        </w:rPr>
        <w:t>،</w:t>
      </w:r>
      <w:r w:rsidRPr="00402856">
        <w:rPr>
          <w:rtl/>
        </w:rPr>
        <w:t xml:space="preserve"> وصدَق الأُستاذ العقّاد حيث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في كلّ دين صورة للأُنوثة الكاملة المُقدّسة</w:t>
      </w:r>
      <w:r w:rsidR="00455A43">
        <w:rPr>
          <w:rtl/>
        </w:rPr>
        <w:t>،</w:t>
      </w:r>
      <w:r w:rsidRPr="00402856">
        <w:rPr>
          <w:rtl/>
        </w:rPr>
        <w:t xml:space="preserve"> يتخشّع في المسيحيّة صورة مريم العذراء</w:t>
      </w:r>
      <w:r w:rsidR="00455A43">
        <w:rPr>
          <w:rtl/>
        </w:rPr>
        <w:t>،</w:t>
      </w:r>
      <w:r w:rsidRPr="00402856">
        <w:rPr>
          <w:rtl/>
        </w:rPr>
        <w:t xml:space="preserve"> ففي الإسلام لا جَرم</w:t>
      </w:r>
      <w:r w:rsidR="00455A43">
        <w:rPr>
          <w:rtl/>
        </w:rPr>
        <w:t>،</w:t>
      </w:r>
      <w:r w:rsidRPr="00402856">
        <w:rPr>
          <w:rtl/>
        </w:rPr>
        <w:t xml:space="preserve"> تتقدّس صورة فاطمة البتول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وكانت الزهراء عليها السلام - فيما تروي كُتب السيرة - أشبه الناس بأبيها سيّد الأنبياء والمُرسلين</w:t>
      </w:r>
      <w:r w:rsidR="00455A43">
        <w:rPr>
          <w:rtl/>
        </w:rPr>
        <w:t>،</w:t>
      </w:r>
      <w:r w:rsidRPr="00402856">
        <w:rPr>
          <w:rtl/>
        </w:rPr>
        <w:t xml:space="preserve"> وكانت السيّدة خديجة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ترى في هذا الشَبه بركة من بركات الله عليها وعلى آل البيت الكِرام</w:t>
      </w:r>
      <w:r w:rsidR="00455A43">
        <w:rPr>
          <w:rtl/>
        </w:rPr>
        <w:t>،</w:t>
      </w:r>
      <w:r w:rsidRPr="00402856">
        <w:rPr>
          <w:rtl/>
        </w:rPr>
        <w:t xml:space="preserve"> وقد أخرج الترمذي بسَنده عن عائشة أُمّ المؤمنين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ما رأيت أحداً أشبه سمتاً ودلاً وهدياً برسول الله صلّى الله عليه وسَلّم في قيامها وقعودها</w:t>
      </w:r>
      <w:r w:rsidR="00455A43">
        <w:rPr>
          <w:rtl/>
        </w:rPr>
        <w:t>،</w:t>
      </w:r>
      <w:r w:rsidRPr="00402856">
        <w:rPr>
          <w:rtl/>
        </w:rPr>
        <w:t xml:space="preserve"> من فاطمة بنت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وكانت إذا دخلت على رسول الله صلّى الله عليه وسَلّم قام إليها فقبّلها وأجلسها في مجلسه</w:t>
      </w:r>
      <w:r w:rsidR="00455A43">
        <w:rPr>
          <w:rtl/>
        </w:rPr>
        <w:t>،</w:t>
      </w:r>
      <w:r w:rsidRPr="00402856">
        <w:rPr>
          <w:rtl/>
        </w:rPr>
        <w:t xml:space="preserve"> وكان النبي صلّى الله عليه وسَلّم إذا دخل عليها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قامت من مجلسها فقبّلته وأجلسته في مجلسها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اختصّ الله - بمنّه وكَرمه - الزهراء من بين أخواتها بنات النبي صلّى الله عليه وسَلّم بالدرجة الرفيعة التي رفعها إليها</w:t>
      </w:r>
      <w:r w:rsidR="00455A43">
        <w:rPr>
          <w:rtl/>
        </w:rPr>
        <w:t>،</w:t>
      </w:r>
      <w:r w:rsidRPr="00402856">
        <w:rPr>
          <w:rtl/>
        </w:rPr>
        <w:t xml:space="preserve"> فجعلها في مقام مريم ابنة عِمران</w:t>
      </w:r>
      <w:r w:rsidR="00455A43">
        <w:rPr>
          <w:rtl/>
        </w:rPr>
        <w:t>،</w:t>
      </w:r>
      <w:r w:rsidRPr="00402856">
        <w:rPr>
          <w:rtl/>
        </w:rPr>
        <w:t xml:space="preserve"> حيث وصفها رسول الله صلّى الله عليه وسَلّم بأنّها خيرُ نساء العالمين</w:t>
      </w:r>
      <w:r w:rsidR="00455A43">
        <w:rPr>
          <w:rtl/>
        </w:rPr>
        <w:t>،</w:t>
      </w:r>
      <w:r w:rsidRPr="00402856">
        <w:rPr>
          <w:rtl/>
        </w:rPr>
        <w:t xml:space="preserve"> واختصّها أيضاً بأن جعلها وحدها - من دون أبناء النبيّ وبناته - هي التي كان منها سبطا رسول الله صلّى الله عليه وسَلّم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ومنهما كان نسلُ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كان للزهراء - بضعة النبي وسيدة آل البيت</w:t>
      </w:r>
      <w:r w:rsidR="00455A43">
        <w:rPr>
          <w:rtl/>
        </w:rPr>
        <w:t>،</w:t>
      </w:r>
      <w:r w:rsidRPr="00402856">
        <w:rPr>
          <w:rtl/>
        </w:rPr>
        <w:t xml:space="preserve"> وأُمّ الأئمّة</w:t>
      </w:r>
      <w:r w:rsidR="00455A43">
        <w:rPr>
          <w:rtl/>
        </w:rPr>
        <w:t>،</w:t>
      </w:r>
      <w:r w:rsidRPr="00402856">
        <w:rPr>
          <w:rtl/>
        </w:rPr>
        <w:t xml:space="preserve"> وسيّدة نساء المؤمنين - كثيراً من الفضائل التي أنعم الله بها عليها</w:t>
      </w:r>
      <w:r w:rsidR="00455A43">
        <w:rPr>
          <w:rtl/>
        </w:rPr>
        <w:t>،</w:t>
      </w:r>
      <w:r w:rsidRPr="00402856">
        <w:rPr>
          <w:rtl/>
        </w:rPr>
        <w:t xml:space="preserve"> إكراماً وتشريفاً لأبيها النبي الرسول</w:t>
      </w:r>
      <w:r w:rsidR="00455A43">
        <w:rPr>
          <w:rtl/>
        </w:rPr>
        <w:t>،</w:t>
      </w:r>
      <w:r w:rsidRPr="00402856">
        <w:rPr>
          <w:rtl/>
        </w:rPr>
        <w:t xml:space="preserve"> سيدنا ومولانا وجدّنا محمّد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وقد جاء بعض هذه الفضائل في كتاب الله</w:t>
      </w:r>
      <w:r w:rsidR="00455A43">
        <w:rPr>
          <w:rtl/>
        </w:rPr>
        <w:t>،</w:t>
      </w:r>
      <w:r w:rsidRPr="00402856">
        <w:rPr>
          <w:rtl/>
        </w:rPr>
        <w:t xml:space="preserve"> وجاء بعضها الآخر في سنّة رسول الله صلّى الله عليه وسَلّم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ففي القرآن الكريم</w:t>
      </w:r>
      <w:r w:rsidR="00455A43">
        <w:rPr>
          <w:rtl/>
        </w:rPr>
        <w:t>،</w:t>
      </w:r>
      <w:r w:rsidRPr="00402856">
        <w:rPr>
          <w:rtl/>
        </w:rPr>
        <w:t xml:space="preserve"> تُشارك الزهراء أهل البيت فيما نزلَ فيهم من آي الذِكر الحَكيم</w:t>
      </w:r>
      <w:r w:rsidR="00455A43">
        <w:rPr>
          <w:rtl/>
        </w:rPr>
        <w:t>،</w:t>
      </w:r>
      <w:r w:rsidRPr="00402856">
        <w:rPr>
          <w:rtl/>
        </w:rPr>
        <w:t xml:space="preserve"> كما في آية المُباهلة </w:t>
      </w:r>
      <w:r w:rsidR="00352E1E">
        <w:rPr>
          <w:rtl/>
        </w:rPr>
        <w:t>(</w:t>
      </w:r>
      <w:r w:rsidRPr="00402856">
        <w:rPr>
          <w:rtl/>
        </w:rPr>
        <w:t>آل عمران 61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وآية التطهير </w:t>
      </w:r>
      <w:r w:rsidR="00352E1E">
        <w:rPr>
          <w:rtl/>
        </w:rPr>
        <w:t>(</w:t>
      </w:r>
      <w:r w:rsidRPr="00402856">
        <w:rPr>
          <w:rtl/>
        </w:rPr>
        <w:t>الأحزاب 33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وآية مودّة القربى </w:t>
      </w:r>
      <w:r w:rsidR="00352E1E">
        <w:rPr>
          <w:rtl/>
        </w:rPr>
        <w:t>(</w:t>
      </w:r>
      <w:r w:rsidRPr="00402856">
        <w:rPr>
          <w:rtl/>
        </w:rPr>
        <w:t>الشورى 23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وآيات سورة الإنسان (7 - 12)</w:t>
      </w:r>
      <w:r w:rsidR="00455A43">
        <w:rPr>
          <w:rtl/>
        </w:rPr>
        <w:t>،</w:t>
      </w:r>
      <w:r w:rsidRPr="00402856">
        <w:rPr>
          <w:rtl/>
        </w:rPr>
        <w:t xml:space="preserve"> وغيرها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الحديث الشريف</w:t>
      </w:r>
      <w:r w:rsidR="00455A43">
        <w:rPr>
          <w:rtl/>
        </w:rPr>
        <w:t>،</w:t>
      </w:r>
      <w:r w:rsidRPr="00402856">
        <w:rPr>
          <w:rtl/>
        </w:rPr>
        <w:t xml:space="preserve"> فقد جاء عن الزهراء الكثير</w:t>
      </w:r>
      <w:r w:rsidR="00455A43">
        <w:rPr>
          <w:rtl/>
        </w:rPr>
        <w:t>،</w:t>
      </w:r>
      <w:r w:rsidRPr="00402856">
        <w:rPr>
          <w:rtl/>
        </w:rPr>
        <w:t xml:space="preserve"> وفي هذا الكثير يعلّمنا سيّدنا ومولانا رسول الله صلّى الله عليه وسَلّم مكانة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ومِن ذلك ما رواه البُخاري</w:t>
      </w:r>
      <w:r w:rsidR="00455A43">
        <w:rPr>
          <w:rtl/>
        </w:rPr>
        <w:t>،</w:t>
      </w:r>
      <w:r w:rsidRPr="00402856">
        <w:rPr>
          <w:rtl/>
        </w:rPr>
        <w:t xml:space="preserve"> وما رواه الإمام أحمد وأبو يَعلى والطبراني والحاكم وابن عبد البرّ من أنّها إحدى سيّدات نساء أهل الجنّة الأربع</w:t>
      </w:r>
      <w:r w:rsidR="00455A43">
        <w:rPr>
          <w:rtl/>
        </w:rPr>
        <w:t>:</w:t>
      </w:r>
      <w:r w:rsidRPr="00402856">
        <w:rPr>
          <w:rtl/>
        </w:rPr>
        <w:t xml:space="preserve"> مريم بنت عمران</w:t>
      </w:r>
      <w:r w:rsidR="00455A43">
        <w:rPr>
          <w:rtl/>
        </w:rPr>
        <w:t>،</w:t>
      </w:r>
      <w:r w:rsidRPr="00402856">
        <w:rPr>
          <w:rtl/>
        </w:rPr>
        <w:t xml:space="preserve"> وفاطمة بنت رسول الله</w:t>
      </w:r>
      <w:r w:rsidR="00455A43">
        <w:rPr>
          <w:rtl/>
        </w:rPr>
        <w:t>،</w:t>
      </w:r>
      <w:r w:rsidRPr="00402856">
        <w:rPr>
          <w:rtl/>
        </w:rPr>
        <w:t xml:space="preserve"> وخديجة بنت خويلد</w:t>
      </w:r>
      <w:r w:rsidR="00455A43">
        <w:rPr>
          <w:rtl/>
        </w:rPr>
        <w:t>،</w:t>
      </w:r>
      <w:r w:rsidRPr="00402856">
        <w:rPr>
          <w:rtl/>
        </w:rPr>
        <w:t xml:space="preserve"> وآسية امرأة فرعون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ويعلّمنا سيّدنا رسول الله صلّى الله عليه وسَلّم أنّ الزهراء بضعة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ففي صحيح البخاري يقول رسول الله صلّى الله عليه وسَلّم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أغضبها فقد أغضبني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صحيح مُسلم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 يؤذيني ما آذاها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وفي رواية الترمذي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يؤذيني ما آذاها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وينصبني ما أنصبها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مجاهد قال</w:t>
      </w:r>
      <w:r w:rsidR="00455A43">
        <w:rPr>
          <w:rtl/>
        </w:rPr>
        <w:t>:</w:t>
      </w:r>
      <w:r w:rsidRPr="00402856">
        <w:rPr>
          <w:rtl/>
        </w:rPr>
        <w:t xml:space="preserve"> خرج النبي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وهو آخذ بيد فاطمة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عرف هذه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فقد عرفها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لم يعرفها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فهي فاطمة بنت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وهي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وروحي التي بين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جنبَي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آذاها فقد آذاني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ومن آذاني فقد آذى الله تعالى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وروى ابن سعد في شرف النبوة عن علي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رسول الله صلّى الله عليه وسَلّم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الله عزّ وجل يغضب لغضبكِ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ويرضى لرضاكِ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أبو نعيم في فضائل الصحابة</w:t>
      </w:r>
      <w:r w:rsidR="00455A43">
        <w:rPr>
          <w:rtl/>
        </w:rPr>
        <w:t>،</w:t>
      </w:r>
      <w:r w:rsidRPr="00402856">
        <w:rPr>
          <w:rtl/>
        </w:rPr>
        <w:t xml:space="preserve"> وابن عساكر في تاريخه وأبو يعلى في مسنده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وسَلّم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الله لَيغضب لغضبكِ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ويرضى لرضاكِ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ولمّا أقسم أبو لبابة</w:t>
      </w:r>
      <w:r w:rsidR="00455A43">
        <w:rPr>
          <w:rtl/>
        </w:rPr>
        <w:t>،</w:t>
      </w:r>
      <w:r w:rsidRPr="00402856">
        <w:rPr>
          <w:rtl/>
        </w:rPr>
        <w:t xml:space="preserve"> عندما ربط نفسه في المسجد </w:t>
      </w:r>
      <w:r w:rsidR="00352E1E">
        <w:rPr>
          <w:rtl/>
        </w:rPr>
        <w:t>(</w:t>
      </w:r>
      <w:r w:rsidRPr="00402856">
        <w:rPr>
          <w:rtl/>
        </w:rPr>
        <w:t>في غزوة بني قُريظة</w:t>
      </w:r>
      <w:r w:rsidR="00352E1E">
        <w:rPr>
          <w:rtl/>
        </w:rPr>
        <w:t>)</w:t>
      </w:r>
      <w:r w:rsidRPr="00402856">
        <w:rPr>
          <w:rtl/>
        </w:rPr>
        <w:t xml:space="preserve"> ألاّ يحلّه أحد إلاّ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وجاءت فاطمة لتحلّه فأبى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وسَلّم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مضغة منّي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فحلّته</w:t>
      </w:r>
      <w:r w:rsidR="00455A43">
        <w:rPr>
          <w:rtl/>
        </w:rPr>
        <w:t>.</w:t>
      </w:r>
      <w:r w:rsidRPr="00402856">
        <w:rPr>
          <w:rtl/>
        </w:rPr>
        <w:t xml:space="preserve"> ويقول الإمام السهيلي في </w:t>
      </w:r>
      <w:r w:rsidR="00352E1E">
        <w:rPr>
          <w:rtl/>
        </w:rPr>
        <w:t>(</w:t>
      </w:r>
      <w:r w:rsidRPr="00402856">
        <w:rPr>
          <w:rtl/>
        </w:rPr>
        <w:t>الروض الأنف</w:t>
      </w:r>
      <w:r w:rsidR="00352E1E">
        <w:rPr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بعد ذكر الحادث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فصلّى الله عليه وعلى فاطمة</w:t>
      </w:r>
      <w:r w:rsidR="00455A43">
        <w:rPr>
          <w:rtl/>
        </w:rPr>
        <w:t>،</w:t>
      </w:r>
      <w:r w:rsidRPr="00402856">
        <w:rPr>
          <w:rtl/>
        </w:rPr>
        <w:t xml:space="preserve"> فهذا حديث يدلّ على أنّ مَن سبّها فقد كفر</w:t>
      </w:r>
      <w:r w:rsidR="00455A43">
        <w:rPr>
          <w:rtl/>
        </w:rPr>
        <w:t>،</w:t>
      </w:r>
      <w:r w:rsidRPr="00402856">
        <w:rPr>
          <w:rtl/>
        </w:rPr>
        <w:t xml:space="preserve"> وأنّ مَن صلّى عليها</w:t>
      </w:r>
      <w:r w:rsidR="00455A43">
        <w:rPr>
          <w:rtl/>
        </w:rPr>
        <w:t>،</w:t>
      </w:r>
      <w:r w:rsidRPr="00402856">
        <w:rPr>
          <w:rtl/>
        </w:rPr>
        <w:t xml:space="preserve"> فقد صلّى على أبيها</w:t>
      </w:r>
      <w:r w:rsidR="00455A43">
        <w:rPr>
          <w:rtl/>
        </w:rPr>
        <w:t>،</w:t>
      </w:r>
      <w:r w:rsidRPr="00402856">
        <w:rPr>
          <w:rtl/>
        </w:rPr>
        <w:t xml:space="preserve">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ويعلمنا رسول الله صلّى الله عليه وسَلّم أنّ الزهراء أحبّ الناس إليه</w:t>
      </w:r>
      <w:r w:rsidR="00455A43">
        <w:rPr>
          <w:rtl/>
        </w:rPr>
        <w:t>،</w:t>
      </w:r>
      <w:r w:rsidRPr="00402856">
        <w:rPr>
          <w:rtl/>
        </w:rPr>
        <w:t xml:space="preserve"> فلقد 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علي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 أيّنا أحبّ إليك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أنا أم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صلّى الله عليه وسَلّم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أحبّ إليّ منك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وأنت أعزّ عليّ منها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ابن عبد البرّ</w:t>
      </w:r>
      <w:r w:rsidR="00455A43">
        <w:rPr>
          <w:rtl/>
        </w:rPr>
        <w:t>:</w:t>
      </w:r>
      <w:r w:rsidRPr="00402856">
        <w:rPr>
          <w:rtl/>
        </w:rPr>
        <w:t xml:space="preserve"> سُئلت عائشة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أيّ الناس كان أحبّ إلى رسول الله صلّى الله عليه وسَلّم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فاطمة</w:t>
      </w:r>
      <w:r w:rsidR="00455A43">
        <w:rPr>
          <w:rtl/>
        </w:rPr>
        <w:t>،</w:t>
      </w:r>
      <w:r w:rsidRPr="00402856">
        <w:rPr>
          <w:rtl/>
        </w:rPr>
        <w:t xml:space="preserve"> قيل فمِن الرجال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زوجها</w:t>
      </w:r>
      <w:r w:rsidR="00455A43">
        <w:rPr>
          <w:rtl/>
        </w:rPr>
        <w:t>،</w:t>
      </w:r>
      <w:r w:rsidRPr="00402856">
        <w:rPr>
          <w:rtl/>
        </w:rPr>
        <w:t xml:space="preserve"> إذ كان ما علمته صوّاماً قوّاماً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ومِن ثَمّ فقد كان رسول الله صلّى الله عليه وسَلّم</w:t>
      </w:r>
      <w:r w:rsidR="00AF124A">
        <w:rPr>
          <w:rtl/>
        </w:rPr>
        <w:t xml:space="preserve"> - </w:t>
      </w:r>
      <w:r w:rsidRPr="00402856">
        <w:rPr>
          <w:rtl/>
        </w:rPr>
        <w:t>فيما يُروى الحاكم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إذا رجع من سَفر أو غزاة أتى المسجد فصلّى ركعتين</w:t>
      </w:r>
      <w:r w:rsidR="00455A43">
        <w:rPr>
          <w:rtl/>
        </w:rPr>
        <w:t>،</w:t>
      </w:r>
      <w:r w:rsidRPr="00402856">
        <w:rPr>
          <w:rtl/>
        </w:rPr>
        <w:t xml:space="preserve"> ثُمّ ثنّى بفاطمة</w:t>
      </w:r>
      <w:r w:rsidR="00455A43">
        <w:rPr>
          <w:rtl/>
        </w:rPr>
        <w:t>،</w:t>
      </w:r>
      <w:r w:rsidRPr="00402856">
        <w:rPr>
          <w:rtl/>
        </w:rPr>
        <w:t xml:space="preserve"> ثُمّ يأتي أزواجه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وعن ابن عُمر</w:t>
      </w:r>
      <w:r w:rsidR="00455A43">
        <w:rPr>
          <w:rtl/>
        </w:rPr>
        <w:t>،</w:t>
      </w:r>
      <w:r w:rsidRPr="00402856">
        <w:rPr>
          <w:rtl/>
        </w:rPr>
        <w:t xml:space="preserve"> بسنده أنّه قال</w:t>
      </w:r>
      <w:r w:rsidR="00455A43">
        <w:rPr>
          <w:rtl/>
        </w:rPr>
        <w:t>:</w:t>
      </w:r>
      <w:r w:rsidRPr="00402856">
        <w:rPr>
          <w:rtl/>
        </w:rPr>
        <w:t xml:space="preserve"> إنّ النبي صلّى الله عليه وسَلّم كان إذا سافر كان آخِر الناس عهداً به فاطمة</w:t>
      </w:r>
      <w:r w:rsidR="00455A43">
        <w:rPr>
          <w:rtl/>
        </w:rPr>
        <w:t>،</w:t>
      </w:r>
      <w:r w:rsidRPr="00402856">
        <w:rPr>
          <w:rtl/>
        </w:rPr>
        <w:t xml:space="preserve"> وإذا قدِم من سَفر كان أوّل الناس به عهداً فاطمة رضي الله تعالى عنها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أكرم الله الزهراء بأن حَفظ ذريّة نبيّه صلّى الله عليه وسَلّم في ذرّيتها</w:t>
      </w:r>
      <w:r w:rsidR="00455A43">
        <w:rPr>
          <w:rtl/>
        </w:rPr>
        <w:t>،</w:t>
      </w:r>
      <w:r w:rsidRPr="00402856">
        <w:rPr>
          <w:rtl/>
        </w:rPr>
        <w:t xml:space="preserve"> وأبقى عَقبَه في عَقِبها</w:t>
      </w:r>
      <w:r w:rsidR="00455A43">
        <w:rPr>
          <w:rtl/>
        </w:rPr>
        <w:t>،</w:t>
      </w:r>
      <w:r w:rsidRPr="00402856">
        <w:rPr>
          <w:rtl/>
        </w:rPr>
        <w:t xml:space="preserve"> فهي وحدها - دون بناته وبنيه - أُمّ السُلالة الطاهرة</w:t>
      </w:r>
      <w:r w:rsidR="00455A43">
        <w:rPr>
          <w:rtl/>
        </w:rPr>
        <w:t>،</w:t>
      </w:r>
      <w:r w:rsidRPr="00402856">
        <w:rPr>
          <w:rtl/>
        </w:rPr>
        <w:t xml:space="preserve"> والعترة الخيّرة</w:t>
      </w:r>
      <w:r w:rsidR="00455A43">
        <w:rPr>
          <w:rtl/>
        </w:rPr>
        <w:t>،</w:t>
      </w:r>
      <w:r w:rsidRPr="00402856">
        <w:rPr>
          <w:rtl/>
        </w:rPr>
        <w:t xml:space="preserve"> والصفوة المُختارة من عباد الله من أُمته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وأعظم بها مفخرة</w:t>
      </w:r>
      <w:r w:rsidR="00455A43">
        <w:rPr>
          <w:rtl/>
        </w:rPr>
        <w:t>،</w:t>
      </w:r>
      <w:r w:rsidRPr="00402856">
        <w:rPr>
          <w:rtl/>
        </w:rPr>
        <w:t xml:space="preserve"> وهكذا كان من ذريّة الزهراء</w:t>
      </w:r>
      <w:r w:rsidR="00AF124A">
        <w:rPr>
          <w:rtl/>
        </w:rPr>
        <w:t xml:space="preserve"> - </w:t>
      </w:r>
      <w:r w:rsidRPr="00402856">
        <w:rPr>
          <w:rtl/>
        </w:rPr>
        <w:t>من أبناء الحسن والحسين</w:t>
      </w:r>
      <w:r w:rsidR="00AF124A">
        <w:rPr>
          <w:rtl/>
        </w:rPr>
        <w:t xml:space="preserve"> - </w:t>
      </w:r>
      <w:r w:rsidRPr="00402856">
        <w:rPr>
          <w:rtl/>
        </w:rPr>
        <w:t>جميع السادة الأشراف</w:t>
      </w:r>
      <w:r w:rsidR="00455A43">
        <w:rPr>
          <w:rtl/>
        </w:rPr>
        <w:t>،</w:t>
      </w:r>
      <w:r w:rsidRPr="00402856">
        <w:rPr>
          <w:rtl/>
        </w:rPr>
        <w:t xml:space="preserve"> ذريّة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وفي الحديث يقول صلّى الله عليه وسَلّم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 سبب ونَسب مُنقطع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سببي ونسبي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وكلّ وِلد أب فإن عُصبتهم لأبيهم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وِلد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أنا أبوهم وعُصبتهم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ولعلّ ختام المسك لهذا التقديم</w:t>
      </w:r>
      <w:r w:rsidR="00455A43">
        <w:rPr>
          <w:rtl/>
        </w:rPr>
        <w:t>،</w:t>
      </w:r>
      <w:r w:rsidRPr="00402856">
        <w:rPr>
          <w:rtl/>
        </w:rPr>
        <w:t xml:space="preserve"> أنّ الزهراء إنّما كانت سيّدة نساء العالمين وأفضلهنّ</w:t>
      </w:r>
      <w:r w:rsidR="00455A43">
        <w:rPr>
          <w:rtl/>
        </w:rPr>
        <w:t>.</w:t>
      </w:r>
      <w:r w:rsidRPr="00402856">
        <w:rPr>
          <w:rtl/>
        </w:rPr>
        <w:t xml:space="preserve"> روى ابن عبد البَرّ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وسَلّم أنه 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بنيّة ألا ترضين أنكِ سيدة نساء العالمين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يا أبتِ فأين مريم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تلك سيدة نساء عالَمها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ومِن ثَمّ فقد ذهب كثير من العُلماء المحققين</w:t>
      </w:r>
      <w:r w:rsidR="00455A43">
        <w:rPr>
          <w:rtl/>
        </w:rPr>
        <w:t>،</w:t>
      </w:r>
      <w:r w:rsidRPr="00402856">
        <w:rPr>
          <w:rtl/>
        </w:rPr>
        <w:t xml:space="preserve"> ومنهم</w:t>
      </w:r>
      <w:r w:rsidR="00455A43">
        <w:rPr>
          <w:rtl/>
        </w:rPr>
        <w:t>:</w:t>
      </w:r>
      <w:r w:rsidRPr="00402856">
        <w:rPr>
          <w:rtl/>
        </w:rPr>
        <w:t xml:space="preserve"> التقي السبكي</w:t>
      </w:r>
      <w:r w:rsidR="00455A43">
        <w:rPr>
          <w:rtl/>
        </w:rPr>
        <w:t>،</w:t>
      </w:r>
      <w:r w:rsidRPr="00402856">
        <w:rPr>
          <w:rtl/>
        </w:rPr>
        <w:t xml:space="preserve"> والجلال السيوطي</w:t>
      </w:r>
      <w:r w:rsidR="00455A43">
        <w:rPr>
          <w:rtl/>
        </w:rPr>
        <w:t>،</w:t>
      </w:r>
      <w:r w:rsidRPr="00402856">
        <w:rPr>
          <w:rtl/>
        </w:rPr>
        <w:t xml:space="preserve"> والبدر الزركشي</w:t>
      </w:r>
      <w:r w:rsidR="00455A43">
        <w:rPr>
          <w:rtl/>
        </w:rPr>
        <w:t>،</w:t>
      </w:r>
      <w:r w:rsidRPr="00402856">
        <w:rPr>
          <w:rtl/>
        </w:rPr>
        <w:t xml:space="preserve"> والتقي المقريزي</w:t>
      </w:r>
      <w:r w:rsidR="00455A43">
        <w:rPr>
          <w:rtl/>
        </w:rPr>
        <w:t>،</w:t>
      </w:r>
      <w:r w:rsidRPr="00402856">
        <w:rPr>
          <w:rtl/>
        </w:rPr>
        <w:t xml:space="preserve"> والبلقيني</w:t>
      </w:r>
      <w:r w:rsidR="00455A43">
        <w:rPr>
          <w:rtl/>
        </w:rPr>
        <w:t>،</w:t>
      </w:r>
      <w:r w:rsidRPr="00402856">
        <w:rPr>
          <w:rtl/>
        </w:rPr>
        <w:t xml:space="preserve"> والسهيلي</w:t>
      </w:r>
      <w:r w:rsidR="00455A43">
        <w:rPr>
          <w:rtl/>
        </w:rPr>
        <w:t>،</w:t>
      </w:r>
      <w:r w:rsidRPr="00402856">
        <w:rPr>
          <w:rtl/>
        </w:rPr>
        <w:t xml:space="preserve"> أنّ فاطمة بنت رسول الله صلّى الله عليه وسَلّم أفضل نساء الدنيا</w:t>
      </w:r>
      <w:r w:rsidR="00455A43">
        <w:rPr>
          <w:rtl/>
        </w:rPr>
        <w:t>،</w:t>
      </w:r>
      <w:r w:rsidRPr="00402856">
        <w:rPr>
          <w:rtl/>
        </w:rPr>
        <w:t xml:space="preserve"> حتى مريم ابنة عمران</w:t>
      </w:r>
      <w:r w:rsidR="00455A43">
        <w:rPr>
          <w:rtl/>
        </w:rPr>
        <w:t>؛</w:t>
      </w:r>
      <w:r w:rsidRPr="00402856">
        <w:rPr>
          <w:rtl/>
        </w:rPr>
        <w:t xml:space="preserve"> لأنّها بضعة رسول الله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ولن يعدل أحدٌ ببضعة رسول الله أحداً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وذهب الآلوسي في تفسيره إلى أنّ فاطمة البتول أفضل النساء المتقدّمات والمتأخرات</w:t>
      </w:r>
      <w:r w:rsidR="00455A43">
        <w:rPr>
          <w:rtl/>
        </w:rPr>
        <w:t>،</w:t>
      </w:r>
      <w:r w:rsidRPr="00402856">
        <w:rPr>
          <w:rtl/>
        </w:rPr>
        <w:t xml:space="preserve"> من حيث إنّها بضعة رسول الله صلّى الله عليه وسَلّم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بقيت كلمة أخيرة</w:t>
      </w:r>
      <w:r w:rsidR="00455A43">
        <w:rPr>
          <w:rtl/>
        </w:rPr>
        <w:t>،</w:t>
      </w:r>
      <w:r w:rsidRPr="00402856">
        <w:rPr>
          <w:rtl/>
        </w:rPr>
        <w:t xml:space="preserve"> عمّا تردّد في هذه الدراسة وغيرها من ذِكرنا لعبارة </w:t>
      </w:r>
      <w:r w:rsidR="00352E1E">
        <w:rPr>
          <w:rtl/>
        </w:rPr>
        <w:t>(</w:t>
      </w:r>
      <w:r w:rsidRPr="00402856">
        <w:rPr>
          <w:rtl/>
        </w:rPr>
        <w:t>عليها السلام</w:t>
      </w:r>
      <w:r w:rsidR="00352E1E">
        <w:rPr>
          <w:rtl/>
        </w:rPr>
        <w:t>)</w:t>
      </w:r>
      <w:r w:rsidRPr="00402856">
        <w:rPr>
          <w:rtl/>
        </w:rPr>
        <w:t xml:space="preserve"> بعد اسم السيدة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ونحن هُنا مُتّبعون لا مُبتدعون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يقول ابن قيّم الجوزيّة في كتابه (جلاء الأفهام في الصلاة والسلام على خير الأنام</w:t>
      </w:r>
      <w:r w:rsidR="00455A43">
        <w:rPr>
          <w:rtl/>
        </w:rPr>
        <w:t>:</w:t>
      </w:r>
      <w:r w:rsidRPr="00402856">
        <w:rPr>
          <w:rtl/>
        </w:rPr>
        <w:t xml:space="preserve"> إنّ آل النبي صلّى الله عليه وسَلّم يُصلّى عليهم بغير خلاف بين الأُمّة</w:t>
      </w:r>
      <w:r w:rsidR="00455A43">
        <w:rPr>
          <w:rtl/>
        </w:rPr>
        <w:t>؛</w:t>
      </w:r>
      <w:r w:rsidRPr="00402856">
        <w:rPr>
          <w:rtl/>
        </w:rPr>
        <w:t xml:space="preserve"> وذلك لأنّ الصلاة على النبي صلّى الله عليه وسَلّم حقّ له ولآله دون سائر الأُمّة</w:t>
      </w:r>
      <w:r w:rsidR="00455A43">
        <w:rPr>
          <w:rtl/>
        </w:rPr>
        <w:t>،</w:t>
      </w:r>
      <w:r w:rsidRPr="00402856">
        <w:rPr>
          <w:rtl/>
        </w:rPr>
        <w:t xml:space="preserve"> ولهذا تجب عليه وعلى آله عند الإمام الشافعي وغيره</w:t>
      </w:r>
      <w:r w:rsidR="00455A43">
        <w:rPr>
          <w:rtl/>
        </w:rPr>
        <w:t>،</w:t>
      </w:r>
      <w:r w:rsidRPr="00402856">
        <w:rPr>
          <w:rtl/>
        </w:rPr>
        <w:t xml:space="preserve"> ومَن لا يوجبها</w:t>
      </w:r>
      <w:r w:rsidR="00455A43">
        <w:rPr>
          <w:rtl/>
        </w:rPr>
        <w:t>،</w:t>
      </w:r>
      <w:r w:rsidRPr="00402856">
        <w:rPr>
          <w:rtl/>
        </w:rPr>
        <w:t xml:space="preserve"> فلا ريب أنّه يستحبّها عليه وعلى آله</w:t>
      </w:r>
      <w:r w:rsidR="00455A43">
        <w:rPr>
          <w:rtl/>
        </w:rPr>
        <w:t>،</w:t>
      </w:r>
      <w:r w:rsidRPr="00402856">
        <w:rPr>
          <w:rtl/>
        </w:rPr>
        <w:t xml:space="preserve"> ويكرهها لسائر المؤمنين</w:t>
      </w:r>
      <w:r w:rsidR="00455A43">
        <w:rPr>
          <w:rtl/>
        </w:rPr>
        <w:t>،</w:t>
      </w:r>
      <w:r w:rsidRPr="00402856">
        <w:rPr>
          <w:rtl/>
        </w:rPr>
        <w:t xml:space="preserve"> أو لا يجوّزها على غير النبي وآله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مَن قال</w:t>
      </w:r>
      <w:r w:rsidR="00455A43">
        <w:rPr>
          <w:rtl/>
        </w:rPr>
        <w:t>:</w:t>
      </w:r>
      <w:r w:rsidRPr="00402856">
        <w:rPr>
          <w:rtl/>
        </w:rPr>
        <w:t xml:space="preserve"> آل النبي في الصلاة كالأُمّة</w:t>
      </w:r>
      <w:r w:rsidR="00455A43">
        <w:rPr>
          <w:rtl/>
        </w:rPr>
        <w:t>.</w:t>
      </w:r>
      <w:r w:rsidRPr="00402856">
        <w:rPr>
          <w:rtl/>
        </w:rPr>
        <w:t xml:space="preserve"> فقد أبعد غاية الإبعاد</w:t>
      </w:r>
      <w:r w:rsidR="00455A43">
        <w:rPr>
          <w:rtl/>
        </w:rPr>
        <w:t>،</w:t>
      </w:r>
      <w:r w:rsidRPr="00402856">
        <w:rPr>
          <w:rtl/>
        </w:rPr>
        <w:t xml:space="preserve"> هذا إلى أنّ النبي صلّى الله عليه وسَلّم شرّع في التشهّد السلام والصلاة</w:t>
      </w:r>
      <w:r w:rsidR="00455A43">
        <w:rPr>
          <w:rtl/>
        </w:rPr>
        <w:t>،</w:t>
      </w:r>
      <w:r w:rsidRPr="00402856">
        <w:rPr>
          <w:rtl/>
        </w:rPr>
        <w:t xml:space="preserve"> فشرّع السلام من المصلّي على الرسول صلّى الله عليه وسَلّم أوّلاً</w:t>
      </w:r>
      <w:r w:rsidR="00455A43">
        <w:rPr>
          <w:rtl/>
        </w:rPr>
        <w:t>،</w:t>
      </w:r>
      <w:r w:rsidRPr="00402856">
        <w:rPr>
          <w:rtl/>
        </w:rPr>
        <w:t xml:space="preserve"> وعلى نفسه ثانياً</w:t>
      </w:r>
      <w:r w:rsidR="00455A43">
        <w:rPr>
          <w:rtl/>
        </w:rPr>
        <w:t>،</w:t>
      </w:r>
      <w:r w:rsidRPr="00402856">
        <w:rPr>
          <w:rtl/>
        </w:rPr>
        <w:t xml:space="preserve"> وعلى سائر عباد الله الصالحين ثالثاً</w:t>
      </w:r>
      <w:r w:rsidR="00455A43">
        <w:rPr>
          <w:rtl/>
        </w:rPr>
        <w:t>.</w:t>
      </w:r>
      <w:r w:rsidRPr="00402856">
        <w:rPr>
          <w:rtl/>
        </w:rPr>
        <w:t xml:space="preserve"> وقد ثبت عن النبي صلّى الله عليه وسَلّم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فإذا قُلتم ذلك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فقد سلّمتم على كلّ عبد صالح في الأرض والسماء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الصلاة</w:t>
      </w:r>
      <w:r w:rsidR="00455A43">
        <w:rPr>
          <w:rtl/>
        </w:rPr>
        <w:t>،</w:t>
      </w:r>
      <w:r w:rsidRPr="00402856">
        <w:rPr>
          <w:rtl/>
        </w:rPr>
        <w:t xml:space="preserve"> فلم يُشرّعها النبي صلّى الله عليه وسَلّم إلاّ على نفسه وعلى آله فقط</w:t>
      </w:r>
      <w:r w:rsidR="00455A43">
        <w:rPr>
          <w:rtl/>
        </w:rPr>
        <w:t>،</w:t>
      </w:r>
      <w:r w:rsidRPr="00402856">
        <w:rPr>
          <w:rtl/>
        </w:rPr>
        <w:t xml:space="preserve"> فدلّ ذلك على أنّ آله هُم أهله وأقاربه</w:t>
      </w:r>
      <w:r w:rsidR="00455A43">
        <w:rPr>
          <w:rtl/>
        </w:rPr>
        <w:t>،</w:t>
      </w:r>
      <w:r w:rsidRPr="00402856">
        <w:rPr>
          <w:rtl/>
        </w:rPr>
        <w:t xml:space="preserve"> ولمّا سُئل صلّى الله عليه وسَلّم عن كيفية الصلاة عليه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 صلِ على محمّد وعلى آل محمد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فالصلاة على آل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النبي صلّى الله عليه وسَلّم هي تمام الصلاة عليه وتوابعها</w:t>
      </w:r>
      <w:r w:rsidR="00455A43">
        <w:rPr>
          <w:rtl/>
        </w:rPr>
        <w:t>؛</w:t>
      </w:r>
      <w:r w:rsidRPr="00402856">
        <w:rPr>
          <w:rtl/>
        </w:rPr>
        <w:t xml:space="preserve"> لأنّ ذلك ممّا تقرّ به عين النبي صلّى الله عليه وسَلّم</w:t>
      </w:r>
      <w:r w:rsidR="00455A43">
        <w:rPr>
          <w:rtl/>
        </w:rPr>
        <w:t>،</w:t>
      </w:r>
      <w:r w:rsidRPr="00402856">
        <w:rPr>
          <w:rtl/>
        </w:rPr>
        <w:t xml:space="preserve"> ويزيده الله تعالى به شَرفاً وعُلّواً</w:t>
      </w:r>
      <w:r w:rsidR="00455A43">
        <w:rPr>
          <w:rtl/>
        </w:rPr>
        <w:t>،</w:t>
      </w:r>
      <w:r w:rsidRPr="00402856">
        <w:rPr>
          <w:rtl/>
        </w:rPr>
        <w:t xml:space="preserve"> صلّى الله عليه وعلى آله وسلّم تسليماً</w:t>
      </w:r>
      <w:r w:rsidR="00455A43">
        <w:rPr>
          <w:rtl/>
        </w:rPr>
        <w:t>.</w:t>
      </w:r>
      <w:r w:rsidRPr="00402856">
        <w:rPr>
          <w:rStyle w:val="libFootnotenumChar"/>
          <w:rtl/>
        </w:rPr>
        <w:t>(1)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حجر الهيثمي</w:t>
      </w:r>
      <w:r w:rsidR="00455A43">
        <w:rPr>
          <w:rtl/>
        </w:rPr>
        <w:t>،</w:t>
      </w:r>
      <w:r w:rsidRPr="00402856">
        <w:rPr>
          <w:rtl/>
        </w:rPr>
        <w:t xml:space="preserve"> عن الإمام الشافعي 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  <w:shd w:val="clear" w:color="auto" w:fill="auto"/>
          </w:tcPr>
          <w:p w:rsidR="0025270B" w:rsidRPr="005A636F" w:rsidRDefault="0025270B" w:rsidP="000169C0">
            <w:pPr>
              <w:pStyle w:val="libPoem"/>
            </w:pPr>
            <w:r w:rsidRPr="00344F34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أهلَ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بيتِ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رسول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حبّكمُ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25270B" w:rsidRDefault="0025270B" w:rsidP="000169C0">
            <w:pPr>
              <w:pStyle w:val="libPoem"/>
            </w:pPr>
            <w:r w:rsidRPr="00344F34">
              <w:rPr>
                <w:rtl/>
              </w:rPr>
              <w:t>فرضٌ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اللهِ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القرآن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أنزله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blPrEx>
          <w:tblLook w:val="04A0"/>
        </w:tblPrEx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344F34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أهل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عظيم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القدر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إنّكم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344F34">
              <w:rPr>
                <w:rtl/>
              </w:rPr>
              <w:t>مَن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لم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يُصلِّ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عليكم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لا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صلاة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وهناك رأيان في الصلاة على النبي استقلالاً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الأوّل</w:t>
      </w:r>
      <w:r w:rsidR="00455A43">
        <w:rPr>
          <w:rtl/>
        </w:rPr>
        <w:t>:</w:t>
      </w:r>
      <w:r w:rsidRPr="00402856">
        <w:rPr>
          <w:rtl/>
        </w:rPr>
        <w:t xml:space="preserve"> يجوز القول </w:t>
      </w:r>
      <w:r w:rsidR="00352E1E">
        <w:rPr>
          <w:rtl/>
        </w:rPr>
        <w:t>(</w:t>
      </w:r>
      <w:r w:rsidRPr="00402856">
        <w:rPr>
          <w:rtl/>
        </w:rPr>
        <w:t>اللّهمّ صلِّ على آل محمد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ويكون النبي صلّى الله عليه وسَلّم داخلاً في آله</w:t>
      </w:r>
      <w:r w:rsidR="00455A43">
        <w:rPr>
          <w:rtl/>
        </w:rPr>
        <w:t>،</w:t>
      </w:r>
      <w:r w:rsidRPr="00402856">
        <w:rPr>
          <w:rtl/>
        </w:rPr>
        <w:t xml:space="preserve"> فالإفراد عنه وقع في اللفظ</w:t>
      </w:r>
      <w:r w:rsidR="00455A43">
        <w:rPr>
          <w:rtl/>
        </w:rPr>
        <w:t>،</w:t>
      </w:r>
      <w:r w:rsidRPr="00402856">
        <w:rPr>
          <w:rtl/>
        </w:rPr>
        <w:t xml:space="preserve"> لا في المعنى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والثاني</w:t>
      </w:r>
      <w:r w:rsidR="00455A43">
        <w:rPr>
          <w:rtl/>
        </w:rPr>
        <w:t>:</w:t>
      </w:r>
      <w:r w:rsidRPr="00402856">
        <w:rPr>
          <w:rtl/>
        </w:rPr>
        <w:t xml:space="preserve"> إفراد واحد منهم بالذكر</w:t>
      </w:r>
      <w:r w:rsidR="00455A43">
        <w:rPr>
          <w:rtl/>
        </w:rPr>
        <w:t>،</w:t>
      </w:r>
      <w:r w:rsidRPr="00402856">
        <w:rPr>
          <w:rtl/>
        </w:rPr>
        <w:t xml:space="preserve"> فيُقال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اللّهمّ صلِّ على عليّ</w:t>
      </w:r>
      <w:r w:rsidR="00455A43">
        <w:rPr>
          <w:rtl/>
        </w:rPr>
        <w:t>،</w:t>
      </w:r>
      <w:r w:rsidRPr="00402856">
        <w:rPr>
          <w:rtl/>
        </w:rPr>
        <w:t xml:space="preserve"> أو على الحسن</w:t>
      </w:r>
      <w:r w:rsidR="00455A43">
        <w:rPr>
          <w:rtl/>
        </w:rPr>
        <w:t>،</w:t>
      </w:r>
      <w:r w:rsidRPr="00402856">
        <w:rPr>
          <w:rtl/>
        </w:rPr>
        <w:t xml:space="preserve"> أو على الحسين</w:t>
      </w:r>
      <w:r w:rsidR="00455A43">
        <w:rPr>
          <w:rtl/>
        </w:rPr>
        <w:t>،</w:t>
      </w:r>
      <w:r w:rsidRPr="00402856">
        <w:rPr>
          <w:rtl/>
        </w:rPr>
        <w:t xml:space="preserve"> أو على فاطمة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وقد اختلف في ذلك كما اختلف في الصلاة على غير آله من الصحابة</w:t>
      </w:r>
      <w:r w:rsidR="00455A43">
        <w:rPr>
          <w:rtl/>
        </w:rPr>
        <w:t>،</w:t>
      </w:r>
      <w:r w:rsidRPr="00402856">
        <w:rPr>
          <w:rtl/>
        </w:rPr>
        <w:t xml:space="preserve"> فقد كره الإمام مالِك ذلك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لم يكن ذلك عمل مَن مضى</w:t>
      </w:r>
      <w:r w:rsidR="00455A43">
        <w:rPr>
          <w:rtl/>
        </w:rPr>
        <w:t>.</w:t>
      </w:r>
      <w:r w:rsidRPr="00402856">
        <w:rPr>
          <w:rtl/>
        </w:rPr>
        <w:t xml:space="preserve"> وهو مذهب الإمام أبي حنيفة كذلك</w:t>
      </w:r>
      <w:r w:rsidR="00455A43">
        <w:rPr>
          <w:rtl/>
        </w:rPr>
        <w:t>،</w:t>
      </w:r>
      <w:r w:rsidRPr="00402856">
        <w:rPr>
          <w:rtl/>
        </w:rPr>
        <w:t xml:space="preserve"> وسفيان الثوري</w:t>
      </w:r>
      <w:r w:rsidR="00455A43">
        <w:rPr>
          <w:rtl/>
        </w:rPr>
        <w:t>،</w:t>
      </w:r>
      <w:r w:rsidRPr="00402856">
        <w:rPr>
          <w:rtl/>
        </w:rPr>
        <w:t xml:space="preserve"> وسفيان بن عيينة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السلام</w:t>
      </w:r>
      <w:r w:rsidR="00455A43">
        <w:rPr>
          <w:rtl/>
        </w:rPr>
        <w:t>،</w:t>
      </w:r>
      <w:r w:rsidRPr="00402856">
        <w:rPr>
          <w:rtl/>
        </w:rPr>
        <w:t xml:space="preserve"> فكره البعض ذلك</w:t>
      </w:r>
      <w:r w:rsidR="00455A43">
        <w:rPr>
          <w:rtl/>
        </w:rPr>
        <w:t>،</w:t>
      </w:r>
      <w:r w:rsidRPr="00402856">
        <w:rPr>
          <w:rtl/>
        </w:rPr>
        <w:t xml:space="preserve"> إن كان في معنى السلام معنى الصلاة</w:t>
      </w:r>
      <w:r w:rsidR="00455A43">
        <w:rPr>
          <w:rtl/>
        </w:rPr>
        <w:t>،</w:t>
      </w:r>
      <w:r w:rsidRPr="00402856">
        <w:rPr>
          <w:rtl/>
        </w:rPr>
        <w:t xml:space="preserve"> فلا يُقال</w:t>
      </w:r>
      <w:r w:rsidR="00455A43">
        <w:rPr>
          <w:rtl/>
        </w:rPr>
        <w:t>:</w:t>
      </w:r>
      <w:r w:rsidRPr="00402856">
        <w:rPr>
          <w:rtl/>
        </w:rPr>
        <w:t xml:space="preserve"> السلام على فلان</w:t>
      </w:r>
      <w:r w:rsidR="00455A43">
        <w:rPr>
          <w:rtl/>
        </w:rPr>
        <w:t>،</w:t>
      </w:r>
      <w:r w:rsidRPr="00402856">
        <w:rPr>
          <w:rtl/>
        </w:rPr>
        <w:t xml:space="preserve"> أو فلان عليه السلام</w:t>
      </w:r>
      <w:r w:rsidR="00455A43">
        <w:rPr>
          <w:rtl/>
        </w:rPr>
        <w:t>.</w:t>
      </w:r>
      <w:r w:rsidRPr="00402856">
        <w:rPr>
          <w:rtl/>
        </w:rPr>
        <w:t xml:space="preserve"> بينما فرّق آخرون بينه وبين الصلاة وقالوا</w:t>
      </w:r>
      <w:r w:rsidR="00455A43">
        <w:rPr>
          <w:rtl/>
        </w:rPr>
        <w:t>:</w:t>
      </w:r>
      <w:r w:rsidRPr="00402856">
        <w:rPr>
          <w:rtl/>
        </w:rPr>
        <w:t xml:space="preserve"> السلام يُشرّع في حقّ كلّ مؤمن</w:t>
      </w:r>
      <w:r w:rsidR="00455A43">
        <w:rPr>
          <w:rtl/>
        </w:rPr>
        <w:t>،</w:t>
      </w:r>
      <w:r w:rsidRPr="00402856">
        <w:rPr>
          <w:rtl/>
        </w:rPr>
        <w:t xml:space="preserve"> حيّ أو ميّت</w:t>
      </w:r>
      <w:r w:rsidR="00455A43">
        <w:rPr>
          <w:rtl/>
        </w:rPr>
        <w:t>،</w:t>
      </w:r>
      <w:r w:rsidRPr="00402856">
        <w:rPr>
          <w:rtl/>
        </w:rPr>
        <w:t xml:space="preserve"> حاضر وغائب</w:t>
      </w:r>
      <w:r w:rsidR="00455A43">
        <w:rPr>
          <w:rtl/>
        </w:rPr>
        <w:t>،</w:t>
      </w:r>
      <w:r w:rsidRPr="00402856">
        <w:rPr>
          <w:rtl/>
        </w:rPr>
        <w:t xml:space="preserve"> فإنك تقول بلّغ فلاناً منّي السلام</w:t>
      </w:r>
      <w:r w:rsidR="00455A43">
        <w:rPr>
          <w:rtl/>
        </w:rPr>
        <w:t>،</w:t>
      </w:r>
      <w:r w:rsidRPr="00402856">
        <w:rPr>
          <w:rtl/>
        </w:rPr>
        <w:t xml:space="preserve"> وهي تحيّة أهل الإسلام</w:t>
      </w:r>
      <w:r w:rsidR="00455A43">
        <w:rPr>
          <w:rtl/>
        </w:rPr>
        <w:t>،</w:t>
      </w:r>
      <w:r w:rsidRPr="00402856">
        <w:rPr>
          <w:rtl/>
        </w:rPr>
        <w:t xml:space="preserve"> بخلاف الصلاة</w:t>
      </w:r>
      <w:r w:rsidR="00455A43">
        <w:rPr>
          <w:rtl/>
        </w:rPr>
        <w:t>،</w:t>
      </w:r>
      <w:r w:rsidRPr="00402856">
        <w:rPr>
          <w:rtl/>
        </w:rPr>
        <w:t xml:space="preserve"> فإنّها من حقّ الرسول وآله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44F34" w:rsidRDefault="00402856" w:rsidP="00402856">
      <w:pPr>
        <w:pStyle w:val="libNormal"/>
        <w:rPr>
          <w:rtl/>
        </w:rPr>
      </w:pPr>
      <w:r w:rsidRPr="00402856">
        <w:rPr>
          <w:rtl/>
        </w:rPr>
        <w:t>وهكذا رأينا الإمام البخاري مثلاً</w:t>
      </w:r>
      <w:r w:rsidR="00455A43">
        <w:rPr>
          <w:rtl/>
        </w:rPr>
        <w:t>،</w:t>
      </w:r>
      <w:r w:rsidRPr="00402856">
        <w:rPr>
          <w:rtl/>
        </w:rPr>
        <w:t xml:space="preserve"> يذكر في صحيحه عبارة </w:t>
      </w:r>
      <w:r w:rsidR="00352E1E">
        <w:rPr>
          <w:rtl/>
        </w:rPr>
        <w:t>(</w:t>
      </w:r>
      <w:r w:rsidRPr="00402856">
        <w:rPr>
          <w:rtl/>
        </w:rPr>
        <w:t>عليه السلام</w:t>
      </w:r>
      <w:r w:rsidR="00352E1E">
        <w:rPr>
          <w:rtl/>
        </w:rPr>
        <w:t>)</w:t>
      </w:r>
      <w:r w:rsidRPr="00402856">
        <w:rPr>
          <w:rtl/>
        </w:rPr>
        <w:t xml:space="preserve"> بعد اسم الإمام عليّ</w:t>
      </w:r>
      <w:r w:rsidR="00455A43">
        <w:rPr>
          <w:rtl/>
        </w:rPr>
        <w:t>،</w:t>
      </w:r>
      <w:r w:rsidRPr="00402856">
        <w:rPr>
          <w:rtl/>
        </w:rPr>
        <w:t xml:space="preserve"> وعبارة عليها السلام بعد ذِكر اسم السيّدة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في عدّة أحاديث</w:t>
      </w:r>
      <w:r w:rsidR="00455A43">
        <w:rPr>
          <w:rtl/>
        </w:rPr>
        <w:t>،</w:t>
      </w:r>
      <w:r w:rsidRPr="00402856">
        <w:rPr>
          <w:rtl/>
        </w:rPr>
        <w:t xml:space="preserve"> فأمّا عن السيدة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فقد جاء في باب مناقب عليّ</w:t>
      </w:r>
      <w:r w:rsidR="00455A43">
        <w:rPr>
          <w:rtl/>
        </w:rPr>
        <w:t>،</w:t>
      </w:r>
      <w:r w:rsidRPr="00402856">
        <w:rPr>
          <w:rtl/>
        </w:rPr>
        <w:t xml:space="preserve"> مِن حديث ابن أبي ليلى قال</w:t>
      </w:r>
      <w:r w:rsidR="00455A43">
        <w:rPr>
          <w:rtl/>
        </w:rPr>
        <w:t>:</w:t>
      </w:r>
      <w:r w:rsidRPr="00402856">
        <w:rPr>
          <w:rtl/>
        </w:rPr>
        <w:t xml:space="preserve"> حدّثنا عليّ أنّ فاطمة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شَكَت ما تلقى من أثر الرحى... </w:t>
      </w:r>
      <w:r w:rsidR="00352E1E">
        <w:rPr>
          <w:rtl/>
        </w:rPr>
        <w:t>(</w:t>
      </w:r>
      <w:r w:rsidRPr="00402856">
        <w:rPr>
          <w:rtl/>
        </w:rPr>
        <w:t>صحيح البخاري 5 / 24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باب</w:t>
      </w:r>
      <w:r w:rsidR="00455A43">
        <w:rPr>
          <w:rtl/>
        </w:rPr>
        <w:t>:</w:t>
      </w:r>
      <w:r w:rsidRPr="00402856">
        <w:rPr>
          <w:rtl/>
        </w:rPr>
        <w:t xml:space="preserve"> قرابة رسول الله صلّى الله عليه وسَلّم ومنقبة فاطمة عليها السلام بنت النبي صلّى الله عليه وسَلّم (صحيح البخاري 5 / 25)</w:t>
      </w:r>
      <w:r w:rsidR="00455A43">
        <w:rPr>
          <w:rtl/>
        </w:rPr>
        <w:t>،</w:t>
      </w:r>
      <w:r w:rsidRPr="00402856">
        <w:rPr>
          <w:rtl/>
        </w:rPr>
        <w:t xml:space="preserve"> ومِن حديث عروة بن الزبير</w:t>
      </w:r>
      <w:r w:rsidR="00455A43">
        <w:rPr>
          <w:rtl/>
        </w:rPr>
        <w:t>،</w:t>
      </w:r>
      <w:r w:rsidRPr="00402856">
        <w:rPr>
          <w:rtl/>
        </w:rPr>
        <w:t xml:space="preserve"> عن عائشة</w:t>
      </w:r>
      <w:r w:rsidR="00455A43">
        <w:rPr>
          <w:rtl/>
        </w:rPr>
        <w:t>:</w:t>
      </w:r>
      <w:r w:rsidRPr="00402856">
        <w:rPr>
          <w:rtl/>
        </w:rPr>
        <w:t xml:space="preserve"> أنّ فاطمة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أرسلت إلى أبي بكر تسأله ميراثها من النبيّ صلّى الله عليه وسلّم </w:t>
      </w:r>
      <w:r w:rsidR="00352E1E">
        <w:rPr>
          <w:rtl/>
        </w:rPr>
        <w:t>(</w:t>
      </w:r>
      <w:r w:rsidRPr="00402856">
        <w:rPr>
          <w:rtl/>
        </w:rPr>
        <w:t>صحيح البخاري 5 / 25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</w:t>
      </w:r>
      <w:r w:rsidR="00352E1E">
        <w:rPr>
          <w:rtl/>
        </w:rPr>
        <w:t>(</w:t>
      </w:r>
      <w:r w:rsidRPr="00402856">
        <w:rPr>
          <w:rtl/>
        </w:rPr>
        <w:t xml:space="preserve">باب عمرة </w:t>
      </w:r>
    </w:p>
    <w:p w:rsidR="00402856" w:rsidRPr="00344F34" w:rsidRDefault="00402856" w:rsidP="00AF124A">
      <w:pPr>
        <w:pStyle w:val="libLine"/>
        <w:rPr>
          <w:rtl/>
        </w:rPr>
      </w:pPr>
      <w:r w:rsidRPr="00402856">
        <w:rPr>
          <w:rtl/>
        </w:rPr>
        <w:t>____________________</w:t>
      </w:r>
    </w:p>
    <w:p w:rsidR="00402856" w:rsidRDefault="00402856" w:rsidP="00402856">
      <w:pPr>
        <w:pStyle w:val="libFootnote0"/>
        <w:rPr>
          <w:rtl/>
        </w:rPr>
      </w:pPr>
      <w:r w:rsidRPr="00344F34">
        <w:rPr>
          <w:rtl/>
        </w:rPr>
        <w:t>(1) وممّا يؤسف له أنّ المؤلّف يقول هذا</w:t>
      </w:r>
      <w:r w:rsidR="00455A43">
        <w:rPr>
          <w:rtl/>
        </w:rPr>
        <w:t>،</w:t>
      </w:r>
      <w:r w:rsidRPr="00344F34">
        <w:rPr>
          <w:rtl/>
        </w:rPr>
        <w:t xml:space="preserve"> مع أنّه كلّ ما ذَكر اسم النبيّ </w:t>
      </w:r>
      <w:r w:rsidR="00352E1E">
        <w:rPr>
          <w:rtl/>
        </w:rPr>
        <w:t>(</w:t>
      </w:r>
      <w:r w:rsidRPr="00344F34">
        <w:rPr>
          <w:rtl/>
        </w:rPr>
        <w:t>صلّى الله عليه وآله</w:t>
      </w:r>
      <w:r w:rsidR="00352E1E">
        <w:rPr>
          <w:rtl/>
        </w:rPr>
        <w:t>)</w:t>
      </w:r>
      <w:r w:rsidRPr="00344F34">
        <w:rPr>
          <w:rtl/>
        </w:rPr>
        <w:t xml:space="preserve"> لم يُتبِع الآل في الصلاة عليه</w:t>
      </w:r>
      <w:r w:rsidR="00455A43">
        <w:rPr>
          <w:rtl/>
        </w:rPr>
        <w:t>.</w:t>
      </w:r>
      <w:r w:rsidRPr="00344F34">
        <w:rPr>
          <w:rtl/>
        </w:rPr>
        <w:t xml:space="preserve"> (الشبكة) </w:t>
      </w:r>
    </w:p>
    <w:p w:rsidR="00402856" w:rsidRDefault="00402856" w:rsidP="0025270B">
      <w:pPr>
        <w:pStyle w:val="libPoemTiniChar"/>
        <w:rPr>
          <w:rtl/>
        </w:rPr>
      </w:pPr>
      <w:r>
        <w:rPr>
          <w:rtl/>
        </w:rPr>
        <w:br w:type="page"/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القضاء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من حديث أنس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فتبعته ابنة حمزة تُنادي</w:t>
      </w:r>
      <w:r w:rsidR="00455A43">
        <w:rPr>
          <w:rtl/>
        </w:rPr>
        <w:t>:</w:t>
      </w:r>
      <w:r w:rsidRPr="00402856">
        <w:rPr>
          <w:rtl/>
        </w:rPr>
        <w:t xml:space="preserve"> يا عم يا عم</w:t>
      </w:r>
      <w:r w:rsidR="00455A43">
        <w:rPr>
          <w:rtl/>
        </w:rPr>
        <w:t>،</w:t>
      </w:r>
      <w:r w:rsidRPr="00402856">
        <w:rPr>
          <w:rtl/>
        </w:rPr>
        <w:t xml:space="preserve"> فتناولها عليّ فأخذ بيدها</w:t>
      </w:r>
      <w:r w:rsidR="00455A43">
        <w:rPr>
          <w:rtl/>
        </w:rPr>
        <w:t>،</w:t>
      </w:r>
      <w:r w:rsidRPr="00402856">
        <w:rPr>
          <w:rtl/>
        </w:rPr>
        <w:t xml:space="preserve"> وقال لفاطمة عليها السلام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دونك ابنة عمّك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صحيح البخاري 5 / 180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وفي باب مرض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من حديث أنس قال</w:t>
      </w:r>
      <w:r w:rsidR="00455A43">
        <w:rPr>
          <w:rtl/>
        </w:rPr>
        <w:t>:</w:t>
      </w:r>
      <w:r w:rsidRPr="00402856">
        <w:rPr>
          <w:rtl/>
        </w:rPr>
        <w:t xml:space="preserve"> لمّا ثقل النبيّ صلّى الله عليه وسلّم جعل يتغشّاه</w:t>
      </w:r>
      <w:r w:rsidR="00455A43">
        <w:rPr>
          <w:rtl/>
        </w:rPr>
        <w:t>،</w:t>
      </w:r>
      <w:r w:rsidRPr="00402856">
        <w:rPr>
          <w:rtl/>
        </w:rPr>
        <w:t xml:space="preserve"> فقالت فاطمة عليها السلام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 كرْب أباه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ليس على أبيكِ كربٌ بعد اليوم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صحيح البخاري 6 / 18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عن علي بن أبي طالب</w:t>
      </w:r>
      <w:r w:rsidR="00455A43">
        <w:rPr>
          <w:rtl/>
        </w:rPr>
        <w:t>،</w:t>
      </w:r>
      <w:r w:rsidRPr="00402856">
        <w:rPr>
          <w:rtl/>
        </w:rPr>
        <w:t xml:space="preserve"> فلقد عنون البخاري بعثه على اليمن كالتالي</w:t>
      </w:r>
      <w:r w:rsidR="00455A43">
        <w:rPr>
          <w:rtl/>
        </w:rPr>
        <w:t>:</w:t>
      </w:r>
      <w:r w:rsidRPr="00402856">
        <w:rPr>
          <w:rtl/>
        </w:rPr>
        <w:t xml:space="preserve"> بُعث عليّ بن أبي طالب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وخالد بن الوليد رضي الله عنه إلى اليمن قبل حجّة الوداع </w:t>
      </w:r>
      <w:r w:rsidR="00352E1E">
        <w:rPr>
          <w:rtl/>
        </w:rPr>
        <w:t>(</w:t>
      </w:r>
      <w:r w:rsidRPr="00402856">
        <w:rPr>
          <w:rtl/>
        </w:rPr>
        <w:t>صحيح البخاري 5 / 206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بسنده عن أنس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أتى عبيد الله بن زياد برأس الحسين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فجعل في طست فجعل ينكث... الحديث </w:t>
      </w:r>
      <w:r w:rsidR="00352E1E">
        <w:rPr>
          <w:rtl/>
        </w:rPr>
        <w:t>(</w:t>
      </w:r>
      <w:r w:rsidRPr="00402856">
        <w:rPr>
          <w:rtl/>
        </w:rPr>
        <w:t>صحيح البخاري 5 / 33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وبعد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فالله جلّ وعلا أسأله - وهو الرحمان المنّان - أن يكون في هذه الدراسة بعض النفع</w:t>
      </w:r>
      <w:r w:rsidR="00455A43">
        <w:rPr>
          <w:rtl/>
        </w:rPr>
        <w:t>،</w:t>
      </w:r>
      <w:r w:rsidRPr="00402856">
        <w:rPr>
          <w:rtl/>
        </w:rPr>
        <w:t xml:space="preserve"> ولله العزّة ولرسوله وللمؤمنين</w:t>
      </w:r>
      <w:r w:rsidR="00455A43">
        <w:rPr>
          <w:rtl/>
        </w:rPr>
        <w:t>،</w:t>
      </w:r>
      <w:r w:rsidRPr="00402856">
        <w:rPr>
          <w:rtl/>
        </w:rPr>
        <w:t xml:space="preserve"> وما توفيقي إلاّ بالله</w:t>
      </w:r>
      <w:r w:rsidR="00455A43">
        <w:rPr>
          <w:rtl/>
        </w:rPr>
        <w:t>،</w:t>
      </w:r>
      <w:r w:rsidRPr="00402856">
        <w:rPr>
          <w:rtl/>
        </w:rPr>
        <w:t xml:space="preserve"> عليه توكّلت وإليه أنيب</w:t>
      </w:r>
      <w:r w:rsidR="00455A43">
        <w:rPr>
          <w:rtl/>
        </w:rPr>
        <w:t>.</w:t>
      </w:r>
      <w:r w:rsidRPr="00402856">
        <w:rPr>
          <w:rtl/>
        </w:rPr>
        <w:t xml:space="preserve"> وصلّى الله على سيّدنا ومولانا وجدّنا محمد رسول الله</w:t>
      </w:r>
      <w:r w:rsidR="00455A43">
        <w:rPr>
          <w:rtl/>
        </w:rPr>
        <w:t>،</w:t>
      </w:r>
      <w:r w:rsidRPr="00402856">
        <w:rPr>
          <w:rtl/>
        </w:rPr>
        <w:t xml:space="preserve"> وعلى آله الطيبين الطاهرين</w:t>
      </w:r>
      <w:r w:rsidR="00455A43">
        <w:rPr>
          <w:rtl/>
        </w:rPr>
        <w:t>،</w:t>
      </w:r>
      <w:r w:rsidRPr="00402856">
        <w:rPr>
          <w:rtl/>
        </w:rPr>
        <w:t xml:space="preserve"> والحمد لله حمداً يليق بجلاله</w:t>
      </w:r>
      <w:r w:rsidR="00455A43">
        <w:rPr>
          <w:rtl/>
        </w:rPr>
        <w:t>،</w:t>
      </w:r>
      <w:r w:rsidRPr="00402856">
        <w:rPr>
          <w:rtl/>
        </w:rPr>
        <w:t xml:space="preserve"> ويُقرّبنا إلى مرضاته سبحانه</w:t>
      </w:r>
      <w:r w:rsidR="00455A43">
        <w:rPr>
          <w:rtl/>
        </w:rPr>
        <w:t>؛</w:t>
      </w:r>
      <w:r w:rsidRPr="00402856">
        <w:rPr>
          <w:rtl/>
        </w:rPr>
        <w:t xml:space="preserve"> ليتفضل علينا - بمنّه وكرمه - فيقبلنا عنده في أُمّة سيّدنا محمد صلّى الله عليه وسلّم عباداً لله</w:t>
      </w:r>
      <w:r w:rsidR="00455A43">
        <w:rPr>
          <w:rtl/>
        </w:rPr>
        <w:t>،</w:t>
      </w:r>
      <w:r w:rsidRPr="00402856">
        <w:rPr>
          <w:rtl/>
        </w:rPr>
        <w:t xml:space="preserve"> مؤمنين وتابعين للنبي الأُميّ الكريم</w:t>
      </w:r>
      <w:r w:rsidR="00455A43">
        <w:rPr>
          <w:rtl/>
        </w:rPr>
        <w:t>،</w:t>
      </w:r>
      <w:r w:rsidRPr="00402856">
        <w:rPr>
          <w:rtl/>
        </w:rPr>
        <w:t xml:space="preserve"> وبأخلاقه مقتدين بإذن الله ربّ العالمين</w:t>
      </w:r>
      <w:r w:rsidR="00455A43">
        <w:rPr>
          <w:rtl/>
        </w:rPr>
        <w:t>،</w:t>
      </w:r>
      <w:r w:rsidRPr="00402856">
        <w:rPr>
          <w:rtl/>
        </w:rPr>
        <w:t xml:space="preserve"> إنّه سميع قريب مجيب الدعوات</w:t>
      </w:r>
      <w:r w:rsidR="00455A43">
        <w:rPr>
          <w:rtl/>
        </w:rPr>
        <w:t>،</w:t>
      </w:r>
      <w:r w:rsidRPr="00402856">
        <w:rPr>
          <w:rtl/>
        </w:rPr>
        <w:t xml:space="preserve"> والحمد لله ربّ العالمين.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دكتور</w:t>
      </w:r>
      <w:r w:rsidR="00455A43">
        <w:rPr>
          <w:rtl/>
        </w:rPr>
        <w:t>:</w:t>
      </w:r>
      <w:r w:rsidRPr="00402856">
        <w:rPr>
          <w:rtl/>
        </w:rPr>
        <w:t xml:space="preserve"> محمد بيومي مهران</w:t>
      </w:r>
      <w:r w:rsidR="00455A43">
        <w:rPr>
          <w:rtl/>
        </w:rPr>
        <w:t>،</w:t>
      </w:r>
      <w:r w:rsidRPr="00402856">
        <w:rPr>
          <w:rtl/>
        </w:rPr>
        <w:t xml:space="preserve"> الأُستاذ بكليّة الآداب - جامعة الإسكندريّة</w:t>
      </w:r>
      <w:r w:rsidR="00455A43">
        <w:rPr>
          <w:rtl/>
        </w:rPr>
        <w:t>،</w:t>
      </w:r>
      <w:r w:rsidRPr="00402856">
        <w:rPr>
          <w:rtl/>
        </w:rPr>
        <w:t xml:space="preserve"> وكليّة الشريعة - جامعة أُمّ القرى بمكّة المُكرّمة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الثاني عشر من ربيع الأوّل عام 1405 هـ‍</w:t>
      </w:r>
      <w:r w:rsidR="00455A43">
        <w:rPr>
          <w:rtl/>
        </w:rPr>
        <w:t>.</w:t>
      </w:r>
      <w:r w:rsidRPr="00402856">
        <w:rPr>
          <w:rtl/>
        </w:rPr>
        <w:t xml:space="preserve"> مكّة المكرّمة في الرابع من ديسمبر عام 1984 م.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02856" w:rsidRDefault="00402856" w:rsidP="00402856">
      <w:pPr>
        <w:pStyle w:val="Heading2Center"/>
        <w:rPr>
          <w:rtl/>
        </w:rPr>
      </w:pPr>
      <w:bookmarkStart w:id="2" w:name="_Toc413931522"/>
      <w:r w:rsidRPr="00A15181">
        <w:rPr>
          <w:rtl/>
        </w:rPr>
        <w:lastRenderedPageBreak/>
        <w:t>القسم الأوّل</w:t>
      </w:r>
      <w:r w:rsidR="00455A43">
        <w:rPr>
          <w:rtl/>
        </w:rPr>
        <w:t>:</w:t>
      </w:r>
      <w:r w:rsidRPr="00A15181">
        <w:rPr>
          <w:rtl/>
        </w:rPr>
        <w:t xml:space="preserve"> أهل البيت</w:t>
      </w:r>
      <w:bookmarkEnd w:id="2"/>
      <w:r w:rsidRPr="00A15181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فإنّما أنا بشر يوشك أن يأتي رسول ربّي فأُجيب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تارك فيكم ثِقلَين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أوّلهما 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فيه الهدى والنور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فخذوا بكتاب الله واستمسكوا به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فحثّ على كتاب الله ورغّب فيه -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..)</w:t>
      </w:r>
      <w:r w:rsidRPr="00402856">
        <w:rPr>
          <w:rtl/>
        </w:rPr>
        <w:t xml:space="preserve"> (رواه مسلم 15 / 180).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Default="00402856" w:rsidP="00402856">
      <w:pPr>
        <w:pStyle w:val="Heading3"/>
        <w:rPr>
          <w:rtl/>
        </w:rPr>
      </w:pPr>
      <w:bookmarkStart w:id="3" w:name="_Toc413931523"/>
      <w:r w:rsidRPr="00A15181">
        <w:rPr>
          <w:rtl/>
        </w:rPr>
        <w:lastRenderedPageBreak/>
        <w:t>الفصل الأوّل</w:t>
      </w:r>
      <w:r w:rsidR="00455A43">
        <w:rPr>
          <w:rtl/>
        </w:rPr>
        <w:t>:</w:t>
      </w:r>
      <w:r w:rsidRPr="00A15181">
        <w:rPr>
          <w:rtl/>
        </w:rPr>
        <w:t xml:space="preserve"> أهل البيت</w:t>
      </w:r>
      <w:bookmarkEnd w:id="3"/>
      <w:r w:rsidRPr="00A15181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جاء لفظ أهل البيت في القرآن الكريم مرّتين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الأُولى</w:t>
      </w:r>
      <w:r w:rsidR="00455A43">
        <w:rPr>
          <w:rtl/>
        </w:rPr>
        <w:t>:</w:t>
      </w:r>
      <w:r w:rsidRPr="00402856">
        <w:rPr>
          <w:rtl/>
        </w:rPr>
        <w:t xml:space="preserve"> في الآية 73 من سورة هود</w:t>
      </w:r>
      <w:r w:rsidR="00455A43">
        <w:rPr>
          <w:rtl/>
        </w:rPr>
        <w:t>،</w:t>
      </w:r>
      <w:r w:rsidRPr="00402856">
        <w:rPr>
          <w:rtl/>
        </w:rPr>
        <w:t xml:space="preserve"> يقول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رَحْمَةُ اللَّهِ وَبَرَكَاتُهُ عَلَيْكُمْ أَهْلَ الْبَيْتِ إِنَّهُ حَمِيدٌ مَجِيدٌ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ويُراد بها أهل بيت سيّدنا إبراهيم عليه السلام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والثانية</w:t>
      </w:r>
      <w:r w:rsidR="00455A43">
        <w:rPr>
          <w:rtl/>
        </w:rPr>
        <w:t>:</w:t>
      </w:r>
      <w:r w:rsidRPr="00402856">
        <w:rPr>
          <w:rtl/>
        </w:rPr>
        <w:t xml:space="preserve"> في الآية 33 من سورة الأحزاب</w:t>
      </w:r>
      <w:r w:rsidR="00455A43">
        <w:rPr>
          <w:rtl/>
        </w:rPr>
        <w:t>،</w:t>
      </w:r>
      <w:r w:rsidRPr="00402856">
        <w:rPr>
          <w:rtl/>
        </w:rPr>
        <w:t xml:space="preserve"> يقول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والمُراد بها أهل بيت سيدنا محمّد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وتبعاً للقرآن الكريم استعمل المسلمون لفظ </w:t>
      </w:r>
      <w:r w:rsidR="00352E1E">
        <w:rPr>
          <w:rtl/>
        </w:rPr>
        <w:t>(</w:t>
      </w:r>
      <w:r w:rsidRPr="00402856">
        <w:rPr>
          <w:rtl/>
        </w:rPr>
        <w:t>أهل البيت</w:t>
      </w:r>
      <w:r w:rsidR="00352E1E">
        <w:rPr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وآل البيت</w:t>
      </w:r>
      <w:r w:rsidR="00352E1E">
        <w:rPr>
          <w:rtl/>
        </w:rPr>
        <w:t>)</w:t>
      </w:r>
      <w:r w:rsidRPr="00402856">
        <w:rPr>
          <w:rtl/>
        </w:rPr>
        <w:t xml:space="preserve"> في أهل سيّدنا محمّد صلّى الله عليه وسلّم فقط</w:t>
      </w:r>
      <w:r w:rsidR="00455A43">
        <w:rPr>
          <w:rtl/>
        </w:rPr>
        <w:t>،</w:t>
      </w:r>
      <w:r w:rsidRPr="00402856">
        <w:rPr>
          <w:rtl/>
        </w:rPr>
        <w:t xml:space="preserve"> حتّى صار اللفظ عَلَمَاً عليهم لا يُفهَم منه غيرهم إلاّ بالقرينة</w:t>
      </w:r>
      <w:r w:rsidR="00455A43">
        <w:rPr>
          <w:rtl/>
        </w:rPr>
        <w:t>،</w:t>
      </w:r>
      <w:r w:rsidRPr="00402856">
        <w:rPr>
          <w:rtl/>
        </w:rPr>
        <w:t xml:space="preserve"> ويقول صاحب </w:t>
      </w:r>
      <w:r w:rsidR="00352E1E">
        <w:rPr>
          <w:rtl/>
        </w:rPr>
        <w:t>(</w:t>
      </w:r>
      <w:r w:rsidRPr="00402856">
        <w:rPr>
          <w:rtl/>
        </w:rPr>
        <w:t>مجمع البيان في تفسير آية الأحزاب 33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إنّ الأُمّة قد اتّفقت على أنّ المُراد بأهل البيت هُنا إنّما أهل بيت سيّدنا ونبيّنا محمّد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ثُمّ اختلفوا في المُراد به على ثلاثة آراء </w:t>
      </w:r>
      <w:r w:rsidRPr="00402856">
        <w:rPr>
          <w:rStyle w:val="libFootnotenumChar"/>
          <w:rtl/>
        </w:rPr>
        <w:t>(1)</w:t>
      </w:r>
      <w:r w:rsidR="00455A43">
        <w:rPr>
          <w:rStyle w:val="libFootnotenumChar"/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AF124A" w:rsidP="00AF124A">
      <w:pPr>
        <w:pStyle w:val="libLine"/>
        <w:rPr>
          <w:rtl/>
        </w:rPr>
      </w:pPr>
      <w:r>
        <w:rPr>
          <w:rtl/>
        </w:rPr>
        <w:t>____________________</w:t>
      </w:r>
    </w:p>
    <w:p w:rsidR="00402856" w:rsidRDefault="00402856" w:rsidP="00402856">
      <w:pPr>
        <w:pStyle w:val="libFootnote0"/>
        <w:rPr>
          <w:rtl/>
        </w:rPr>
      </w:pPr>
      <w:r w:rsidRPr="00A15181">
        <w:rPr>
          <w:rtl/>
        </w:rPr>
        <w:t xml:space="preserve">(1) يرى ابن قيم الجوزيّة في كتابه </w:t>
      </w:r>
      <w:r w:rsidR="00352E1E">
        <w:rPr>
          <w:rtl/>
        </w:rPr>
        <w:t>(</w:t>
      </w:r>
      <w:r w:rsidRPr="00A15181">
        <w:rPr>
          <w:rtl/>
        </w:rPr>
        <w:t>جلاء الأفهام في الصلاة والسلام على خير الأنام</w:t>
      </w:r>
      <w:r w:rsidR="00352E1E">
        <w:rPr>
          <w:rtl/>
        </w:rPr>
        <w:t>)</w:t>
      </w:r>
      <w:r w:rsidRPr="00A15181">
        <w:rPr>
          <w:rtl/>
        </w:rPr>
        <w:t xml:space="preserve"> أنّ هُناك أربعة أقوال في آل النبي</w:t>
      </w:r>
      <w:r w:rsidR="00455A43">
        <w:rPr>
          <w:rtl/>
        </w:rPr>
        <w:t>:</w:t>
      </w:r>
      <w:r w:rsidRPr="00A15181">
        <w:rPr>
          <w:rtl/>
        </w:rPr>
        <w:t xml:space="preserve"> </w:t>
      </w:r>
    </w:p>
    <w:p w:rsidR="00402856" w:rsidRPr="00402856" w:rsidRDefault="00402856" w:rsidP="00402856">
      <w:pPr>
        <w:pStyle w:val="libFootnote0"/>
        <w:rPr>
          <w:rtl/>
        </w:rPr>
      </w:pPr>
      <w:r w:rsidRPr="00A15181">
        <w:rPr>
          <w:rtl/>
        </w:rPr>
        <w:t>الأوّل</w:t>
      </w:r>
      <w:r w:rsidR="00455A43">
        <w:rPr>
          <w:rtl/>
        </w:rPr>
        <w:t>:</w:t>
      </w:r>
      <w:r w:rsidRPr="00A15181">
        <w:rPr>
          <w:rtl/>
        </w:rPr>
        <w:t xml:space="preserve"> هُم الذين حُرّمت عليهم الصدقة</w:t>
      </w:r>
      <w:r w:rsidR="00455A43">
        <w:rPr>
          <w:rtl/>
        </w:rPr>
        <w:t>،</w:t>
      </w:r>
      <w:r w:rsidRPr="00A15181">
        <w:rPr>
          <w:rtl/>
        </w:rPr>
        <w:t xml:space="preserve"> وهم بنو هاشم خاصّة</w:t>
      </w:r>
      <w:r w:rsidR="00455A43">
        <w:rPr>
          <w:rtl/>
        </w:rPr>
        <w:t>.</w:t>
      </w:r>
      <w:r w:rsidRPr="00A15181">
        <w:rPr>
          <w:rtl/>
        </w:rPr>
        <w:t xml:space="preserve"> </w:t>
      </w:r>
      <w:r w:rsidR="00352E1E">
        <w:rPr>
          <w:rtl/>
        </w:rPr>
        <w:t>(</w:t>
      </w:r>
      <w:r w:rsidRPr="00A15181">
        <w:rPr>
          <w:rtl/>
        </w:rPr>
        <w:t>رأي أبو حنيفة</w:t>
      </w:r>
      <w:r w:rsidR="00455A43">
        <w:rPr>
          <w:rtl/>
        </w:rPr>
        <w:t>،</w:t>
      </w:r>
      <w:r w:rsidRPr="00A15181">
        <w:rPr>
          <w:rtl/>
        </w:rPr>
        <w:t xml:space="preserve"> وأبو القاسم صاحب مالك</w:t>
      </w:r>
      <w:r w:rsidR="00352E1E">
        <w:rPr>
          <w:rtl/>
        </w:rPr>
        <w:t>)</w:t>
      </w:r>
      <w:r w:rsidR="00455A43">
        <w:rPr>
          <w:rtl/>
        </w:rPr>
        <w:t>،</w:t>
      </w:r>
      <w:r w:rsidRPr="00A15181">
        <w:rPr>
          <w:rtl/>
        </w:rPr>
        <w:t xml:space="preserve"> أنّهم بنو هاشم وبنو المطلب (رأي الشافعي وابن حنبل)</w:t>
      </w:r>
      <w:r w:rsidR="00455A43">
        <w:rPr>
          <w:rtl/>
        </w:rPr>
        <w:t>،</w:t>
      </w:r>
      <w:r w:rsidRPr="00A15181">
        <w:rPr>
          <w:rtl/>
        </w:rPr>
        <w:t xml:space="preserve"> أنّهم بنو هاشم ومَن فوقهم إلى غالب </w:t>
      </w:r>
      <w:r w:rsidR="00352E1E">
        <w:rPr>
          <w:rtl/>
        </w:rPr>
        <w:t>(</w:t>
      </w:r>
      <w:r w:rsidRPr="00A15181">
        <w:rPr>
          <w:rtl/>
        </w:rPr>
        <w:t>رأي أشهب صاحب مالك</w:t>
      </w:r>
      <w:r w:rsidR="00352E1E">
        <w:rPr>
          <w:rtl/>
        </w:rPr>
        <w:t>)</w:t>
      </w:r>
      <w:r w:rsidR="00455A43">
        <w:rPr>
          <w:rtl/>
        </w:rPr>
        <w:t>.</w:t>
      </w:r>
      <w:r w:rsidRPr="00A15181">
        <w:rPr>
          <w:rtl/>
        </w:rPr>
        <w:t xml:space="preserve"> </w:t>
      </w:r>
    </w:p>
    <w:p w:rsidR="00402856" w:rsidRPr="00402856" w:rsidRDefault="00402856" w:rsidP="00402856">
      <w:pPr>
        <w:pStyle w:val="libFootnote0"/>
        <w:rPr>
          <w:rtl/>
        </w:rPr>
      </w:pPr>
      <w:r w:rsidRPr="00A15181">
        <w:rPr>
          <w:rtl/>
        </w:rPr>
        <w:t>والثاني</w:t>
      </w:r>
      <w:r w:rsidR="00455A43">
        <w:rPr>
          <w:rtl/>
        </w:rPr>
        <w:t>:</w:t>
      </w:r>
      <w:r w:rsidRPr="00A15181">
        <w:rPr>
          <w:rtl/>
        </w:rPr>
        <w:t xml:space="preserve"> هم ذرية النبيّ وأزواجه</w:t>
      </w:r>
      <w:r w:rsidR="00455A43">
        <w:rPr>
          <w:rtl/>
        </w:rPr>
        <w:t>؛</w:t>
      </w:r>
      <w:r w:rsidRPr="00A15181">
        <w:rPr>
          <w:rtl/>
        </w:rPr>
        <w:t xml:space="preserve"> اعتماداً على حديث </w:t>
      </w:r>
      <w:r w:rsidR="00352E1E">
        <w:rPr>
          <w:rtl/>
        </w:rPr>
        <w:t>(</w:t>
      </w:r>
      <w:r w:rsidRPr="00A15181">
        <w:rPr>
          <w:rtl/>
        </w:rPr>
        <w:t>اللّهمّ صلّ على محمد وأزواجه وذرّيته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A15181">
        <w:rPr>
          <w:rtl/>
        </w:rPr>
        <w:t xml:space="preserve"> </w:t>
      </w:r>
    </w:p>
    <w:p w:rsidR="00402856" w:rsidRPr="00402856" w:rsidRDefault="00402856" w:rsidP="00402856">
      <w:pPr>
        <w:pStyle w:val="libFootnote0"/>
        <w:rPr>
          <w:rtl/>
        </w:rPr>
      </w:pPr>
      <w:r w:rsidRPr="00A15181">
        <w:rPr>
          <w:rtl/>
        </w:rPr>
        <w:t>والثالث</w:t>
      </w:r>
      <w:r w:rsidR="00455A43">
        <w:rPr>
          <w:rtl/>
        </w:rPr>
        <w:t>:</w:t>
      </w:r>
      <w:r w:rsidRPr="00A15181">
        <w:rPr>
          <w:rtl/>
        </w:rPr>
        <w:t xml:space="preserve"> هم أتباع النبي صلّى الله عليه وسلّم إلى يوم القيامة</w:t>
      </w:r>
      <w:r w:rsidR="00455A43">
        <w:rPr>
          <w:rtl/>
        </w:rPr>
        <w:t>.</w:t>
      </w:r>
      <w:r w:rsidRPr="00A15181">
        <w:rPr>
          <w:rtl/>
        </w:rPr>
        <w:t xml:space="preserve"> </w:t>
      </w:r>
    </w:p>
    <w:p w:rsidR="00402856" w:rsidRDefault="00402856" w:rsidP="00402856">
      <w:pPr>
        <w:pStyle w:val="libFootnote0"/>
        <w:rPr>
          <w:rtl/>
        </w:rPr>
      </w:pPr>
      <w:r w:rsidRPr="00A15181">
        <w:rPr>
          <w:rtl/>
        </w:rPr>
        <w:t>والرابع</w:t>
      </w:r>
      <w:r w:rsidR="00455A43">
        <w:rPr>
          <w:rtl/>
        </w:rPr>
        <w:t>:</w:t>
      </w:r>
      <w:r w:rsidRPr="00A15181">
        <w:rPr>
          <w:rtl/>
        </w:rPr>
        <w:t xml:space="preserve"> هُم الأتقياء من أُمّته</w:t>
      </w:r>
      <w:r w:rsidR="00455A43">
        <w:rPr>
          <w:rtl/>
        </w:rPr>
        <w:t>.</w:t>
      </w:r>
      <w:r w:rsidRPr="00A15181">
        <w:rPr>
          <w:rtl/>
        </w:rPr>
        <w:t xml:space="preserve"> </w:t>
      </w:r>
    </w:p>
    <w:p w:rsidR="00402856" w:rsidRPr="00402856" w:rsidRDefault="00402856" w:rsidP="00402856">
      <w:pPr>
        <w:pStyle w:val="libFootnote0"/>
        <w:rPr>
          <w:rtl/>
        </w:rPr>
      </w:pPr>
      <w:r w:rsidRPr="00A15181">
        <w:rPr>
          <w:rtl/>
        </w:rPr>
        <w:t>ويرى ابن القيّم أنّ الرأي الأوّل هو الأصح</w:t>
      </w:r>
      <w:r w:rsidR="00455A43">
        <w:rPr>
          <w:rtl/>
        </w:rPr>
        <w:t>،</w:t>
      </w:r>
      <w:r w:rsidRPr="00A15181">
        <w:rPr>
          <w:rtl/>
        </w:rPr>
        <w:t xml:space="preserve"> ثُمّ الثاني</w:t>
      </w:r>
      <w:r w:rsidR="00455A43">
        <w:rPr>
          <w:rtl/>
        </w:rPr>
        <w:t>،</w:t>
      </w:r>
      <w:r w:rsidRPr="00A15181">
        <w:rPr>
          <w:rtl/>
        </w:rPr>
        <w:t xml:space="preserve"> أمّا الثالث والرابع فضعيفان</w:t>
      </w:r>
      <w:r w:rsidR="00455A43">
        <w:rPr>
          <w:rtl/>
        </w:rPr>
        <w:t>.</w:t>
      </w:r>
      <w:r w:rsidRPr="00A15181">
        <w:rPr>
          <w:rtl/>
        </w:rPr>
        <w:t xml:space="preserve"> (*)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A15181" w:rsidRDefault="00402856" w:rsidP="00402856">
      <w:pPr>
        <w:pStyle w:val="libBold1"/>
        <w:rPr>
          <w:rtl/>
        </w:rPr>
      </w:pPr>
      <w:r w:rsidRPr="00A15181">
        <w:rPr>
          <w:rtl/>
        </w:rPr>
        <w:lastRenderedPageBreak/>
        <w:t>1 - الرأي الأوّل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روى السيوطي في الدُر المنثور</w:t>
      </w:r>
      <w:r w:rsidR="00455A43">
        <w:rPr>
          <w:rtl/>
        </w:rPr>
        <w:t>،</w:t>
      </w:r>
      <w:r w:rsidRPr="00402856">
        <w:rPr>
          <w:rtl/>
        </w:rPr>
        <w:t xml:space="preserve"> أنّ عكرمة كان يقول عن الآية الأحزاب 33</w:t>
      </w:r>
      <w:r w:rsidR="00455A43">
        <w:rPr>
          <w:rtl/>
        </w:rPr>
        <w:t>:</w:t>
      </w:r>
      <w:r w:rsidRPr="00402856">
        <w:rPr>
          <w:rtl/>
        </w:rPr>
        <w:t xml:space="preserve"> مَن شاء باهلته أنّه نزلت في أزواج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غير أنّ هناك مَن يعترض على ذلك</w:t>
      </w:r>
      <w:r w:rsidR="00455A43">
        <w:rPr>
          <w:rtl/>
        </w:rPr>
        <w:t>؛</w:t>
      </w:r>
      <w:r w:rsidRPr="00402856">
        <w:rPr>
          <w:rtl/>
        </w:rPr>
        <w:t xml:space="preserve"> لأسباب منها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A15181" w:rsidRDefault="00352E1E" w:rsidP="00402856">
      <w:pPr>
        <w:pStyle w:val="libNormal"/>
        <w:rPr>
          <w:rtl/>
        </w:rPr>
      </w:pPr>
      <w:r>
        <w:rPr>
          <w:rStyle w:val="libBold2Char"/>
          <w:rtl/>
        </w:rPr>
        <w:t>(</w:t>
      </w:r>
      <w:r w:rsidR="00402856" w:rsidRPr="005A636F">
        <w:rPr>
          <w:rStyle w:val="libBold2Char"/>
          <w:rtl/>
        </w:rPr>
        <w:t>أولاً</w:t>
      </w:r>
      <w:r>
        <w:rPr>
          <w:rStyle w:val="libBold2Char"/>
          <w:rtl/>
        </w:rPr>
        <w:t>)</w:t>
      </w:r>
      <w:r w:rsidR="00455A43">
        <w:rPr>
          <w:rtl/>
        </w:rPr>
        <w:t>:</w:t>
      </w:r>
      <w:r w:rsidR="00402856" w:rsidRPr="00402856">
        <w:rPr>
          <w:rtl/>
        </w:rPr>
        <w:t xml:space="preserve"> إنّ ابن كثير يقول في تفسيره</w:t>
      </w:r>
      <w:r w:rsidR="00455A43">
        <w:rPr>
          <w:rtl/>
        </w:rPr>
        <w:t>:</w:t>
      </w:r>
      <w:r w:rsidR="00402856" w:rsidRPr="00402856">
        <w:rPr>
          <w:rtl/>
        </w:rPr>
        <w:t xml:space="preserve"> إذا كان المُراد أنهنّ سبب النزول فهذا صحيح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وأمّا إن أُريد أنهنّ المُراد دون غيرهنّ فهذا غير صحيح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فقد روى ابن حاتم</w:t>
      </w:r>
      <w:r w:rsidR="00455A43">
        <w:rPr>
          <w:rtl/>
        </w:rPr>
        <w:t>،</w:t>
      </w:r>
      <w:r w:rsidR="00402856" w:rsidRPr="00402856">
        <w:rPr>
          <w:rtl/>
        </w:rPr>
        <w:t xml:space="preserve"> عن العوام بن حوشب</w:t>
      </w:r>
      <w:r w:rsidR="00455A43">
        <w:rPr>
          <w:rtl/>
        </w:rPr>
        <w:t>،</w:t>
      </w:r>
      <w:r w:rsidR="00402856" w:rsidRPr="00402856">
        <w:rPr>
          <w:rtl/>
        </w:rPr>
        <w:t xml:space="preserve"> عن ابن عمٍّ له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</w:t>
      </w:r>
      <w:r w:rsidR="00455A43">
        <w:rPr>
          <w:rtl/>
        </w:rPr>
        <w:t>:</w:t>
      </w:r>
      <w:r w:rsidR="00402856" w:rsidRPr="00402856">
        <w:rPr>
          <w:rtl/>
        </w:rPr>
        <w:t xml:space="preserve"> دخلت مع أبي على عائشة رضي الله عنها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فسألتها عن عليّ رضي الله عنه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فقالت رضي الله عنها</w:t>
      </w:r>
      <w:r w:rsidR="00455A43">
        <w:rPr>
          <w:rtl/>
        </w:rPr>
        <w:t>:</w:t>
      </w:r>
      <w:r w:rsidR="00402856" w:rsidRPr="00402856">
        <w:rPr>
          <w:rtl/>
        </w:rPr>
        <w:t xml:space="preserve"> تسألني عن رجل كان من أحبّ الناس إلى الرسول صلّى الله عليه وسلّم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وكانت تحته ابنته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وأحبّ الناس إليه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لقد رأيت رسول الله صلّى الله عليه وسلّم دعا علياً وفاطمة وحسناً وحسيناً رضي الله عنهم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فألقى عليهم ثوباً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فأذهبْ عنهم الرجس وطهرهّم تطهيراً</w:t>
      </w:r>
      <w:r>
        <w:rPr>
          <w:rStyle w:val="libBold2Char"/>
          <w:rtl/>
        </w:rPr>
        <w:t>)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قالت</w:t>
      </w:r>
      <w:r w:rsidR="00455A43">
        <w:rPr>
          <w:rtl/>
        </w:rPr>
        <w:t>:</w:t>
      </w:r>
      <w:r w:rsidR="00402856" w:rsidRPr="00402856">
        <w:rPr>
          <w:rtl/>
        </w:rPr>
        <w:t xml:space="preserve"> فدنوت منهم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فقلت يا رسول الله</w:t>
      </w:r>
      <w:r w:rsidR="00455A43">
        <w:rPr>
          <w:rtl/>
        </w:rPr>
        <w:t>:</w:t>
      </w:r>
      <w:r w:rsidR="00402856" w:rsidRPr="00402856">
        <w:rPr>
          <w:rtl/>
        </w:rPr>
        <w:t xml:space="preserve"> وأنا من أهل بيتك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>
        <w:rPr>
          <w:rtl/>
        </w:rPr>
        <w:t>(</w:t>
      </w:r>
      <w:r w:rsidR="00402856" w:rsidRPr="00402856">
        <w:rPr>
          <w:rtl/>
        </w:rPr>
        <w:t>تنَحّي فإنّكِ على خير</w:t>
      </w:r>
      <w:r>
        <w:rPr>
          <w:rtl/>
        </w:rPr>
        <w:t>)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  <w:r>
        <w:rPr>
          <w:rtl/>
        </w:rPr>
        <w:t>(</w:t>
      </w:r>
      <w:r w:rsidR="00402856" w:rsidRPr="00402856">
        <w:rPr>
          <w:rtl/>
        </w:rPr>
        <w:t>أخرجه الحافظ البزّار والترمذي وابن كثير في تفسيره</w:t>
      </w:r>
      <w:r>
        <w:rPr>
          <w:rtl/>
        </w:rPr>
        <w:t>)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ثانياً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أهل البيت في آية الأحزاب 33 يُراد بهم أهل النبوّة المُنحصر في بيت واحد تسكنه فاطمة عليها السلام ابنة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وزوجها عليّ</w:t>
      </w:r>
      <w:r w:rsidR="00455A43">
        <w:rPr>
          <w:rtl/>
        </w:rPr>
        <w:t>،</w:t>
      </w:r>
      <w:r w:rsidRPr="00402856">
        <w:rPr>
          <w:rtl/>
        </w:rPr>
        <w:t xml:space="preserve"> وابناهما الحسن والحسين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أمّا بيت الزوجية فلم يكن بيتاً واحداً</w:t>
      </w:r>
      <w:r w:rsidR="00455A43">
        <w:rPr>
          <w:rtl/>
        </w:rPr>
        <w:t>،</w:t>
      </w:r>
      <w:r w:rsidRPr="00402856">
        <w:rPr>
          <w:rtl/>
        </w:rPr>
        <w:t xml:space="preserve"> وإنّما كان بيوتاً متعدّدة</w:t>
      </w:r>
      <w:r w:rsidR="00455A43">
        <w:rPr>
          <w:rtl/>
        </w:rPr>
        <w:t>،</w:t>
      </w:r>
      <w:r w:rsidRPr="00402856">
        <w:rPr>
          <w:rtl/>
        </w:rPr>
        <w:t xml:space="preserve"> تسكنها زوجات النبي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لقوله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وَقَرْنَ فِي بُيُوتِكُنَّ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هذه الآية الأخيرة الخطاب موجّه لمَن في بيوت النبي صلّى الله عليه وسلّم جميعاً. </w:t>
      </w:r>
    </w:p>
    <w:p w:rsidR="00402856" w:rsidRPr="00A15181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ثالثاً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القول</w:t>
      </w:r>
      <w:r w:rsidR="00455A43">
        <w:rPr>
          <w:rtl/>
        </w:rPr>
        <w:t>،</w:t>
      </w:r>
      <w:r w:rsidRPr="00402856">
        <w:rPr>
          <w:rtl/>
        </w:rPr>
        <w:t xml:space="preserve"> بأنّ ما قيل</w:t>
      </w:r>
      <w:r w:rsidR="00455A43">
        <w:rPr>
          <w:rtl/>
        </w:rPr>
        <w:t>:</w:t>
      </w:r>
      <w:r w:rsidRPr="00402856">
        <w:rPr>
          <w:rtl/>
        </w:rPr>
        <w:t xml:space="preserve"> إنّ الآية (33 من الأحزاب) وما بعدها جاء في حقّ أزواج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فالردّ</w:t>
      </w:r>
      <w:r w:rsidR="00455A43">
        <w:rPr>
          <w:rtl/>
        </w:rPr>
        <w:t>:</w:t>
      </w:r>
      <w:r w:rsidRPr="00402856">
        <w:rPr>
          <w:rtl/>
        </w:rPr>
        <w:t xml:space="preserve"> إنّ هذا لا يُنكر مِن عادة الفُصحاء في كلامهم</w:t>
      </w:r>
      <w:r w:rsidR="00455A43">
        <w:rPr>
          <w:rtl/>
        </w:rPr>
        <w:t>،</w:t>
      </w:r>
      <w:r w:rsidRPr="00402856">
        <w:rPr>
          <w:rtl/>
        </w:rPr>
        <w:t xml:space="preserve"> فإنّهم يذهبون من خطاب إلى غيره ويعودون إليه</w:t>
      </w:r>
      <w:r w:rsidR="00455A43">
        <w:rPr>
          <w:rtl/>
        </w:rPr>
        <w:t>،</w:t>
      </w:r>
      <w:r w:rsidRPr="00402856">
        <w:rPr>
          <w:rtl/>
        </w:rPr>
        <w:t xml:space="preserve"> والقرآن الكريم</w:t>
      </w:r>
      <w:r w:rsidR="00AF124A">
        <w:rPr>
          <w:rtl/>
        </w:rPr>
        <w:t xml:space="preserve"> - </w:t>
      </w:r>
      <w:r w:rsidRPr="00402856">
        <w:rPr>
          <w:rtl/>
        </w:rPr>
        <w:t>وكذا كلام العرب وشِعرهم</w:t>
      </w:r>
      <w:r w:rsidR="00AF124A">
        <w:rPr>
          <w:rtl/>
        </w:rPr>
        <w:t xml:space="preserve"> - </w:t>
      </w:r>
      <w:r w:rsidRPr="00402856">
        <w:rPr>
          <w:rtl/>
        </w:rPr>
        <w:t>في ذلك مملوء</w:t>
      </w:r>
      <w:r w:rsidR="00455A43">
        <w:rPr>
          <w:rtl/>
        </w:rPr>
        <w:t>؛</w:t>
      </w:r>
      <w:r w:rsidRPr="00402856">
        <w:rPr>
          <w:rtl/>
        </w:rPr>
        <w:t xml:space="preserve"> ذلك لأنّ الكلام العربي يدخله الاستطراد والاعتراض</w:t>
      </w:r>
      <w:r w:rsidR="00455A43">
        <w:rPr>
          <w:rtl/>
        </w:rPr>
        <w:t>،</w:t>
      </w:r>
      <w:r w:rsidRPr="00402856">
        <w:rPr>
          <w:rtl/>
        </w:rPr>
        <w:t xml:space="preserve"> وهو تخلّل الجملة الأجنبية بين الكلام المُنتظَم المُتناسب</w:t>
      </w:r>
      <w:r w:rsidR="00455A43">
        <w:rPr>
          <w:rtl/>
        </w:rPr>
        <w:t>،</w:t>
      </w:r>
      <w:r w:rsidRPr="00402856">
        <w:rPr>
          <w:rtl/>
        </w:rPr>
        <w:t xml:space="preserve"> كقوله تعالى في سورة النمل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قَالَتْ إِنَّ الْمُلُوكَ إِذَا دَخَلُوا قَرْيَةً أَفْسَدُوهَا وَجَعَلُوا أَعِزَّةَ أَهْلِهَا أَذِلَّةً وَكَذَلِكَ يَفْعَلُونَ * وَإِنِّي مُرْسِلَةٌ إِلَيْهِمْ بِهَدِيَّةٍ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فقوله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وَكَذَلِكَ يَفْعَلُونَ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جُملة مُعترضة من جِهة الله تعالى بين كلام مَلِكة سبأ (بلقيس)</w:t>
      </w:r>
      <w:r w:rsidR="00455A43">
        <w:rPr>
          <w:rtl/>
        </w:rPr>
        <w:t>،</w:t>
      </w:r>
      <w:r w:rsidRPr="00402856">
        <w:rPr>
          <w:rtl/>
        </w:rPr>
        <w:t xml:space="preserve"> وقوله تعالى في سورة الواقعة</w:t>
      </w:r>
      <w:r w:rsidR="00455A43">
        <w:rPr>
          <w:rtl/>
        </w:rPr>
        <w:t>: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 xml:space="preserve">فَلاَ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AieChar"/>
          <w:rFonts w:hint="cs"/>
          <w:rtl/>
        </w:rPr>
        <w:lastRenderedPageBreak/>
        <w:t>أُقْسِمُ بِمَوَاقِعِ النُّجُومِ * وَإِنَّهُ لَقَسَمٌ لَوْ تَعْلَمُونَ عَظِيمٌ * إِنَّهُ لَقُرْآنٌ كَرِيمٌ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أي</w:t>
      </w:r>
      <w:r w:rsidR="00455A43">
        <w:rPr>
          <w:rtl/>
        </w:rPr>
        <w:t>:</w:t>
      </w:r>
      <w:r w:rsidRPr="00402856">
        <w:rPr>
          <w:rtl/>
        </w:rPr>
        <w:t xml:space="preserve"> فلا أقسم بمواقع النجوم</w:t>
      </w:r>
      <w:r w:rsidR="00455A43">
        <w:rPr>
          <w:rtl/>
        </w:rPr>
        <w:t>،</w:t>
      </w:r>
      <w:r w:rsidRPr="00402856">
        <w:rPr>
          <w:rtl/>
        </w:rPr>
        <w:t xml:space="preserve"> إنّه لقرآن كريم</w:t>
      </w:r>
      <w:r w:rsidR="00455A43">
        <w:rPr>
          <w:rtl/>
        </w:rPr>
        <w:t>.</w:t>
      </w:r>
      <w:r w:rsidRPr="00402856">
        <w:rPr>
          <w:rtl/>
        </w:rPr>
        <w:t xml:space="preserve"> وما بينهما اعتراض</w:t>
      </w:r>
      <w:r w:rsidR="00455A43">
        <w:rPr>
          <w:rtl/>
        </w:rPr>
        <w:t>،</w:t>
      </w:r>
      <w:r w:rsidRPr="00402856">
        <w:rPr>
          <w:rtl/>
        </w:rPr>
        <w:t xml:space="preserve"> وهو كثير في القرآن وفي كلام العرب</w:t>
      </w:r>
      <w:r w:rsidR="00455A43">
        <w:rPr>
          <w:rtl/>
        </w:rPr>
        <w:t>،</w:t>
      </w:r>
      <w:r w:rsidRPr="00402856">
        <w:rPr>
          <w:rtl/>
        </w:rPr>
        <w:t xml:space="preserve"> ومِن ثَمّ فَلِمَ لا يجوز أن يكون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AieChar"/>
          <w:rFonts w:hint="cs"/>
          <w:rtl/>
        </w:rPr>
        <w:t xml:space="preserve"> </w:t>
      </w:r>
      <w:r w:rsidRPr="00402856">
        <w:rPr>
          <w:rtl/>
        </w:rPr>
        <w:t>جُملة مُعترضة مُتخلّلة لخطاب نساء النبي صلّى الله عليه وسلّم على هذا النهج</w:t>
      </w:r>
      <w:r w:rsidR="00455A43">
        <w:rPr>
          <w:rtl/>
        </w:rPr>
        <w:t>؟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وعلى أيّ حال</w:t>
      </w:r>
      <w:r w:rsidR="00455A43">
        <w:rPr>
          <w:rtl/>
        </w:rPr>
        <w:t>،</w:t>
      </w:r>
      <w:r w:rsidRPr="00402856">
        <w:rPr>
          <w:rtl/>
        </w:rPr>
        <w:t xml:space="preserve"> فلا أهميّة لقول مَن قال بأنّ أزواج النبي صلّى الله عليه وسلّم من أهل البيت</w:t>
      </w:r>
      <w:r w:rsidR="00455A43">
        <w:rPr>
          <w:rtl/>
        </w:rPr>
        <w:t>،</w:t>
      </w:r>
      <w:r w:rsidRPr="00402856">
        <w:rPr>
          <w:rtl/>
        </w:rPr>
        <w:t xml:space="preserve"> فلا توجد فِرقة من المسلمين تدين بالولاء لإحدى أزواج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وتُوجب الاقتداء بها. </w:t>
      </w:r>
    </w:p>
    <w:p w:rsidR="00402856" w:rsidRPr="00A15181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رابعاً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إنّه حتّى الذين يجعلون أزواج النبيّ من أهل البيت</w:t>
      </w:r>
      <w:r w:rsidR="00455A43">
        <w:rPr>
          <w:rtl/>
        </w:rPr>
        <w:t>،</w:t>
      </w:r>
      <w:r w:rsidRPr="00402856">
        <w:rPr>
          <w:rtl/>
        </w:rPr>
        <w:t xml:space="preserve"> وأنّ آية الأحزاب (33) نزلت فيهم</w:t>
      </w:r>
      <w:r w:rsidR="00455A43">
        <w:rPr>
          <w:rtl/>
        </w:rPr>
        <w:t>،</w:t>
      </w:r>
      <w:r w:rsidRPr="00402856">
        <w:rPr>
          <w:rtl/>
        </w:rPr>
        <w:t xml:space="preserve"> إنّما يذهبون إلى أنّ الإمام عليّ والسيدة الزهراء وسيدي شباب أهل الجنة</w:t>
      </w:r>
      <w:r w:rsidR="00455A43">
        <w:rPr>
          <w:rtl/>
        </w:rPr>
        <w:t>،</w:t>
      </w:r>
      <w:r w:rsidRPr="00402856">
        <w:rPr>
          <w:rtl/>
        </w:rPr>
        <w:t xml:space="preserve">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أحقّ بأن يكونوا أهل بيت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يقول ابن تيمية في رسالته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فضل أهل البيت وحقوقهم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الإمام أحمد والترمذي وغيرهما</w:t>
      </w:r>
      <w:r w:rsidR="00455A43">
        <w:rPr>
          <w:rtl/>
        </w:rPr>
        <w:t>،</w:t>
      </w:r>
      <w:r w:rsidRPr="00402856">
        <w:rPr>
          <w:rtl/>
        </w:rPr>
        <w:t xml:space="preserve"> عن أُمّ سلمة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أنّ هذه الآية لمّا نزلت أدار النبيّ صلّى الله عليه وسلّم كساءه عليه وعلى علي وفاطمة والحسن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فأذهب 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يقول ابن تيمية</w:t>
      </w:r>
      <w:r w:rsidR="00455A43">
        <w:rPr>
          <w:rtl/>
        </w:rPr>
        <w:t>:</w:t>
      </w:r>
      <w:r w:rsidRPr="00402856">
        <w:rPr>
          <w:rtl/>
        </w:rPr>
        <w:t xml:space="preserve"> وسنّته صلّى الله عليه وسلّم تفسّر كتاب الله وتبيّنه</w:t>
      </w:r>
      <w:r w:rsidR="00455A43">
        <w:rPr>
          <w:rtl/>
        </w:rPr>
        <w:t>،</w:t>
      </w:r>
      <w:r w:rsidRPr="00402856">
        <w:rPr>
          <w:rtl/>
        </w:rPr>
        <w:t xml:space="preserve"> وتدلّ عليه وتعبّر عنه</w:t>
      </w:r>
      <w:r w:rsidR="00455A43">
        <w:rPr>
          <w:rtl/>
        </w:rPr>
        <w:t>،</w:t>
      </w:r>
      <w:r w:rsidRPr="00402856">
        <w:rPr>
          <w:rtl/>
        </w:rPr>
        <w:t xml:space="preserve"> فلمّا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هؤلاء أهل بيتي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مع أنّ سياق القرآن يدلّ على أنّ الخطاب مع أزواجه</w:t>
      </w:r>
      <w:r w:rsidR="00455A43">
        <w:rPr>
          <w:rtl/>
        </w:rPr>
        <w:t>،</w:t>
      </w:r>
      <w:r w:rsidRPr="00402856">
        <w:rPr>
          <w:rtl/>
        </w:rPr>
        <w:t xml:space="preserve"> علمنا أنّ أزواجه وإن كنّ مِن أهل بيته كما دلّ عليه القرآن</w:t>
      </w:r>
      <w:r w:rsidR="00455A43">
        <w:rPr>
          <w:rtl/>
        </w:rPr>
        <w:t>،</w:t>
      </w:r>
      <w:r w:rsidRPr="00402856">
        <w:rPr>
          <w:rtl/>
        </w:rPr>
        <w:t xml:space="preserve"> فهؤلاء</w:t>
      </w:r>
      <w:r w:rsidR="00AF124A">
        <w:rPr>
          <w:rtl/>
        </w:rPr>
        <w:t xml:space="preserve"> - </w:t>
      </w:r>
      <w:r w:rsidRPr="00402856">
        <w:rPr>
          <w:rtl/>
        </w:rPr>
        <w:t>أي علي وفاطمة والحسن والحسين</w:t>
      </w:r>
      <w:r w:rsidR="00AF124A">
        <w:rPr>
          <w:rtl/>
        </w:rPr>
        <w:t xml:space="preserve"> - </w:t>
      </w:r>
      <w:r w:rsidRPr="00402856">
        <w:rPr>
          <w:rtl/>
        </w:rPr>
        <w:t>أحقّ بأن يكونوا أهل بيته</w:t>
      </w:r>
      <w:r w:rsidR="00455A43">
        <w:rPr>
          <w:rtl/>
        </w:rPr>
        <w:t>؛</w:t>
      </w:r>
      <w:r w:rsidRPr="00402856">
        <w:rPr>
          <w:rtl/>
        </w:rPr>
        <w:t xml:space="preserve"> لأنّ صِلة النَسب أقوى من صِلة الصهر</w:t>
      </w:r>
      <w:r w:rsidR="00455A43">
        <w:rPr>
          <w:rtl/>
        </w:rPr>
        <w:t>،</w:t>
      </w:r>
      <w:r w:rsidRPr="00402856">
        <w:rPr>
          <w:rtl/>
        </w:rPr>
        <w:t xml:space="preserve"> والعرب تطلق على هذا البيان للاختصاص بالكمال لا للاختصاص بأصل الحُكم</w:t>
      </w:r>
      <w:r w:rsidR="00455A43">
        <w:rPr>
          <w:rtl/>
        </w:rPr>
        <w:t>،</w:t>
      </w:r>
      <w:r w:rsidRPr="00402856">
        <w:rPr>
          <w:rtl/>
        </w:rPr>
        <w:t xml:space="preserve"> أضِف إلى ذلك ما رواه البخاري في صحيحه من حديث عائشة أنّ فاطمة بنت النبي صلّى الله عليه وسلّم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سارّني النبي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فأخبرني أنّه يُقبَض في وجعه الذي توفّي فيه فبكيتُ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سارّني فأخبرني أنّي أوّل أهل بيته أتْبعه فضحكت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(صحيح البخاري 5 / 26)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خامساً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ما أجاب به </w:t>
      </w:r>
      <w:r w:rsidR="00352E1E">
        <w:rPr>
          <w:rtl/>
        </w:rPr>
        <w:t>(</w:t>
      </w:r>
      <w:r w:rsidRPr="00402856">
        <w:rPr>
          <w:rtl/>
        </w:rPr>
        <w:t>زيد بن أرقم</w:t>
      </w:r>
      <w:r w:rsidR="00352E1E">
        <w:rPr>
          <w:rtl/>
        </w:rPr>
        <w:t>)</w:t>
      </w:r>
      <w:r w:rsidRPr="00402856">
        <w:rPr>
          <w:rtl/>
        </w:rPr>
        <w:t xml:space="preserve"> في الحديث المشهور حين سُئل</w:t>
      </w:r>
      <w:r w:rsidR="00455A43">
        <w:rPr>
          <w:rtl/>
        </w:rPr>
        <w:t>:</w:t>
      </w:r>
      <w:r w:rsidRPr="00402856">
        <w:rPr>
          <w:rtl/>
        </w:rPr>
        <w:t xml:space="preserve"> مَن أهل بيته</w:t>
      </w:r>
      <w:r w:rsidR="00455A43">
        <w:rPr>
          <w:rtl/>
        </w:rPr>
        <w:t>؟</w:t>
      </w:r>
      <w:r w:rsidRPr="00402856">
        <w:rPr>
          <w:rtl/>
        </w:rPr>
        <w:t xml:space="preserve"> أليس نساؤه مِن أهل بيته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أهل بيته مَن حُرِم الصدقة بعده</w:t>
      </w:r>
      <w:r w:rsidR="00455A43">
        <w:rPr>
          <w:rtl/>
        </w:rPr>
        <w:t>،</w:t>
      </w:r>
      <w:r w:rsidRPr="00402856">
        <w:rPr>
          <w:rtl/>
        </w:rPr>
        <w:t xml:space="preserve"> فقد روى مُسلم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زيد بن أرقم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قام رسول الله صلّى الله عليه وسلّم فينا يوم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خطيباً بماء يُدعى خُمّاً بين مكّة والمدينة</w:t>
      </w:r>
      <w:r w:rsidR="00455A43">
        <w:rPr>
          <w:rtl/>
        </w:rPr>
        <w:t>،</w:t>
      </w:r>
      <w:r w:rsidRPr="00402856">
        <w:rPr>
          <w:rtl/>
        </w:rPr>
        <w:t xml:space="preserve"> فحمِد الله تعالى وأثنى عليه</w:t>
      </w:r>
      <w:r w:rsidR="00455A43">
        <w:rPr>
          <w:rtl/>
        </w:rPr>
        <w:t>،</w:t>
      </w:r>
      <w:r w:rsidRPr="00402856">
        <w:rPr>
          <w:rtl/>
        </w:rPr>
        <w:t xml:space="preserve"> ووعظ وذَكّر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أمّا بعد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فإنّما أنا بشر يوشك أن يأتيني رسولُ ربّي فأُجيب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تاركٌ فيكم ثِقْلَين</w:t>
      </w:r>
      <w:r w:rsidRPr="00402856">
        <w:rPr>
          <w:rtl/>
        </w:rPr>
        <w:t xml:space="preserve"> </w:t>
      </w:r>
      <w:r w:rsidRPr="00402856">
        <w:rPr>
          <w:rStyle w:val="libFootnotenumChar"/>
          <w:rtl/>
        </w:rPr>
        <w:t>(1)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أوّلهما كتاب الله تعالى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فيه الهدى والنور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فخُذوا بكتاب الله واستمسكوا به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فحثّ على كتاب الله ورغّب فيه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فقال له حصين</w:t>
      </w:r>
      <w:r w:rsidR="00455A43">
        <w:rPr>
          <w:rtl/>
        </w:rPr>
        <w:t>:</w:t>
      </w:r>
      <w:r w:rsidRPr="00402856">
        <w:rPr>
          <w:rtl/>
        </w:rPr>
        <w:t xml:space="preserve"> ومَن أهل بيته يا زيد</w:t>
      </w:r>
      <w:r w:rsidR="00455A43">
        <w:rPr>
          <w:rtl/>
        </w:rPr>
        <w:t>؟</w:t>
      </w:r>
      <w:r w:rsidRPr="00402856">
        <w:rPr>
          <w:rtl/>
        </w:rPr>
        <w:t xml:space="preserve"> أليس نساؤه من أهل بيته</w:t>
      </w:r>
      <w:r w:rsidR="00455A43">
        <w:rPr>
          <w:rtl/>
        </w:rPr>
        <w:t>؟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tl/>
        </w:rPr>
        <w:t xml:space="preserve"> نساؤه من أهل بيته</w:t>
      </w:r>
      <w:r w:rsidR="00455A43">
        <w:rPr>
          <w:rtl/>
        </w:rPr>
        <w:t>،</w:t>
      </w:r>
      <w:r w:rsidRPr="00402856">
        <w:rPr>
          <w:rtl/>
        </w:rPr>
        <w:t xml:space="preserve"> ولكن أهل بيته مَن حُرم الصدقة بعده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ومَن هُم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هُم آل علي</w:t>
      </w:r>
      <w:r w:rsidR="00455A43">
        <w:rPr>
          <w:rtl/>
        </w:rPr>
        <w:t>،</w:t>
      </w:r>
      <w:r w:rsidRPr="00402856">
        <w:rPr>
          <w:rtl/>
        </w:rPr>
        <w:t xml:space="preserve"> وآل عقيل</w:t>
      </w:r>
      <w:r w:rsidR="00455A43">
        <w:rPr>
          <w:rtl/>
        </w:rPr>
        <w:t>،</w:t>
      </w:r>
      <w:r w:rsidRPr="00402856">
        <w:rPr>
          <w:rtl/>
        </w:rPr>
        <w:t xml:space="preserve"> وآل جعفر</w:t>
      </w:r>
      <w:r w:rsidR="00455A43">
        <w:rPr>
          <w:rtl/>
        </w:rPr>
        <w:t>،</w:t>
      </w:r>
      <w:r w:rsidRPr="00402856">
        <w:rPr>
          <w:rtl/>
        </w:rPr>
        <w:t xml:space="preserve"> وآل عبّاس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كلّ هؤلاء حُرم الصدقة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نعم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أُخرى</w:t>
      </w:r>
      <w:r w:rsidR="00455A43">
        <w:rPr>
          <w:rtl/>
        </w:rPr>
        <w:t>:</w:t>
      </w:r>
      <w:r w:rsidRPr="00402856">
        <w:rPr>
          <w:rtl/>
        </w:rPr>
        <w:t xml:space="preserve"> عن زيد بن أرقم أنّه ذَكر الحديث بنحو ما تقدّم</w:t>
      </w:r>
      <w:r w:rsidR="00455A43">
        <w:rPr>
          <w:rtl/>
        </w:rPr>
        <w:t>،</w:t>
      </w:r>
      <w:r w:rsidRPr="00402856">
        <w:rPr>
          <w:rtl/>
        </w:rPr>
        <w:t xml:space="preserve"> وفيه</w:t>
      </w:r>
      <w:r w:rsidR="00455A43">
        <w:rPr>
          <w:rtl/>
        </w:rPr>
        <w:t>:</w:t>
      </w:r>
      <w:r w:rsidRPr="00402856">
        <w:rPr>
          <w:rtl/>
        </w:rPr>
        <w:t xml:space="preserve"> فقلنا</w:t>
      </w:r>
      <w:r w:rsidR="00455A43">
        <w:rPr>
          <w:rtl/>
        </w:rPr>
        <w:t>:</w:t>
      </w:r>
      <w:r w:rsidRPr="00402856">
        <w:rPr>
          <w:rtl/>
        </w:rPr>
        <w:t xml:space="preserve"> مَن أهل بيته</w:t>
      </w:r>
      <w:r w:rsidR="00455A43">
        <w:rPr>
          <w:rtl/>
        </w:rPr>
        <w:t>؟</w:t>
      </w:r>
      <w:r w:rsidRPr="00402856">
        <w:rPr>
          <w:rtl/>
        </w:rPr>
        <w:t xml:space="preserve"> نساؤه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لا وأيم الله إنّ المرأة تكون مع الرجل العصر من الدَهر</w:t>
      </w:r>
      <w:r w:rsidR="00455A43">
        <w:rPr>
          <w:rtl/>
        </w:rPr>
        <w:t>،</w:t>
      </w:r>
      <w:r w:rsidRPr="00402856">
        <w:rPr>
          <w:rtl/>
        </w:rPr>
        <w:t xml:space="preserve"> ثُمّ يطلّقها فترجع إلى أبيها وقومها</w:t>
      </w:r>
      <w:r w:rsidR="00455A43">
        <w:rPr>
          <w:rtl/>
        </w:rPr>
        <w:t>،</w:t>
      </w:r>
      <w:r w:rsidRPr="00402856">
        <w:rPr>
          <w:rtl/>
        </w:rPr>
        <w:t xml:space="preserve"> أهل بيته أصله وعُصبته الذين حُرموا الصدقة بعده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402856">
        <w:rPr>
          <w:rtl/>
        </w:rPr>
        <w:t>يقول الإمام النووي في شرح صحيح مسلم</w:t>
      </w:r>
      <w:r w:rsidR="00455A43">
        <w:rPr>
          <w:rtl/>
        </w:rPr>
        <w:t>:</w:t>
      </w:r>
      <w:r w:rsidRPr="00402856">
        <w:rPr>
          <w:rtl/>
        </w:rPr>
        <w:t xml:space="preserve"> والمعروف في مُعظم الروايات</w:t>
      </w:r>
      <w:r w:rsidR="00455A43">
        <w:rPr>
          <w:rtl/>
        </w:rPr>
        <w:t>،</w:t>
      </w:r>
      <w:r w:rsidRPr="00402856">
        <w:rPr>
          <w:rtl/>
        </w:rPr>
        <w:t xml:space="preserve"> مِن غير مُسلم</w:t>
      </w:r>
      <w:r w:rsidR="00AF124A">
        <w:rPr>
          <w:rtl/>
        </w:rPr>
        <w:t xml:space="preserve"> - </w:t>
      </w:r>
      <w:r w:rsidRPr="00402856">
        <w:rPr>
          <w:rtl/>
        </w:rPr>
        <w:t>أي في غير صحيح مسلم</w:t>
      </w:r>
      <w:r w:rsidR="00AF124A">
        <w:rPr>
          <w:rtl/>
        </w:rPr>
        <w:t xml:space="preserve"> - </w:t>
      </w:r>
      <w:r w:rsidRPr="00402856">
        <w:rPr>
          <w:rtl/>
        </w:rPr>
        <w:t>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نساؤه لسنَ من أهل بيته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سادساً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بالميم يدلّ على أنّ الآية نزلت في علي وفاطمة والحسن والحسين عليهم السلام</w:t>
      </w:r>
      <w:r w:rsidR="00455A43">
        <w:rPr>
          <w:rtl/>
        </w:rPr>
        <w:t>،</w:t>
      </w:r>
      <w:r w:rsidRPr="00402856">
        <w:rPr>
          <w:rtl/>
        </w:rPr>
        <w:t xml:space="preserve"> ولو كان الخطاب خاصّاً بنساء النبي صلّى الله عليه وسلّم لقال </w:t>
      </w:r>
      <w:r w:rsidR="00352E1E">
        <w:rPr>
          <w:rtl/>
        </w:rPr>
        <w:t>(</w:t>
      </w:r>
      <w:r w:rsidRPr="00402856">
        <w:rPr>
          <w:rtl/>
        </w:rPr>
        <w:t>عنكنّ</w:t>
      </w:r>
      <w:r w:rsidR="00455A43">
        <w:rPr>
          <w:rtl/>
        </w:rPr>
        <w:t>،</w:t>
      </w:r>
      <w:r w:rsidRPr="00402856">
        <w:rPr>
          <w:rtl/>
        </w:rPr>
        <w:t xml:space="preserve"> ويطهركنّ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A15181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سابعاً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أنّ تحريم الصدقة على أزواج النبي صلّى الله عليه وسلّم ليس بطريق الأصالة كبني هاشم</w:t>
      </w:r>
      <w:r w:rsidR="00455A43">
        <w:rPr>
          <w:rtl/>
        </w:rPr>
        <w:t>،</w:t>
      </w:r>
      <w:r w:rsidRPr="00402856">
        <w:rPr>
          <w:rtl/>
        </w:rPr>
        <w:t xml:space="preserve"> وإنّما هو تَبع</w:t>
      </w:r>
      <w:r w:rsidR="00455A43">
        <w:rPr>
          <w:rtl/>
        </w:rPr>
        <w:t>؛</w:t>
      </w:r>
      <w:r w:rsidRPr="00402856">
        <w:rPr>
          <w:rtl/>
        </w:rPr>
        <w:t xml:space="preserve"> لتحريمها على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وإلاّ فالصدقة عليهنّ حلال قبل اتّصالهنّ به</w:t>
      </w:r>
      <w:r w:rsidR="00455A43">
        <w:rPr>
          <w:rtl/>
        </w:rPr>
        <w:t>،</w:t>
      </w:r>
      <w:r w:rsidRPr="00402856">
        <w:rPr>
          <w:rtl/>
        </w:rPr>
        <w:t xml:space="preserve"> فهنّ فرع من هذا التحريم</w:t>
      </w:r>
      <w:r w:rsidR="00455A43">
        <w:rPr>
          <w:rtl/>
        </w:rPr>
        <w:t>،</w:t>
      </w:r>
      <w:r w:rsidRPr="00402856">
        <w:rPr>
          <w:rtl/>
        </w:rPr>
        <w:t xml:space="preserve"> والتحريم على المولى فرع التحريم على سيّده</w:t>
      </w:r>
      <w:r w:rsidR="00455A43">
        <w:rPr>
          <w:rtl/>
        </w:rPr>
        <w:t>،</w:t>
      </w:r>
      <w:r w:rsidRPr="00402856">
        <w:rPr>
          <w:rtl/>
        </w:rPr>
        <w:t xml:space="preserve"> ولمّا كان التحريم على بني هاشم أصلاً استتبع ذلك مواليهم</w:t>
      </w:r>
      <w:r w:rsidR="00455A43">
        <w:rPr>
          <w:rtl/>
        </w:rPr>
        <w:t>،</w:t>
      </w:r>
      <w:r w:rsidRPr="00402856">
        <w:rPr>
          <w:rtl/>
        </w:rPr>
        <w:t xml:space="preserve"> ولمّا كان </w:t>
      </w:r>
    </w:p>
    <w:p w:rsidR="00402856" w:rsidRPr="00A15181" w:rsidRDefault="00AF124A" w:rsidP="00AF124A">
      <w:pPr>
        <w:pStyle w:val="libLine"/>
        <w:rPr>
          <w:rtl/>
        </w:rPr>
      </w:pPr>
      <w:r>
        <w:rPr>
          <w:rtl/>
        </w:rPr>
        <w:t>____________________</w:t>
      </w:r>
    </w:p>
    <w:p w:rsidR="00402856" w:rsidRPr="00402856" w:rsidRDefault="00402856" w:rsidP="00402856">
      <w:pPr>
        <w:pStyle w:val="libFootnote0"/>
        <w:rPr>
          <w:rtl/>
        </w:rPr>
      </w:pPr>
      <w:r w:rsidRPr="00402856">
        <w:rPr>
          <w:rtl/>
        </w:rPr>
        <w:t>(1) يقول الإمام النووي</w:t>
      </w:r>
      <w:r w:rsidR="00455A43">
        <w:rPr>
          <w:rtl/>
        </w:rPr>
        <w:t>:</w:t>
      </w:r>
      <w:r w:rsidRPr="00402856">
        <w:rPr>
          <w:rtl/>
        </w:rPr>
        <w:t xml:space="preserve"> 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FootnoteBoldChar"/>
          <w:rtl/>
        </w:rPr>
        <w:t>(</w:t>
      </w:r>
      <w:r w:rsidRPr="00402856">
        <w:rPr>
          <w:rStyle w:val="libFootnoteBoldChar"/>
          <w:rtl/>
        </w:rPr>
        <w:t>وأنا تارك فيكم ثِقلين</w:t>
      </w:r>
      <w:r w:rsidR="00352E1E">
        <w:rPr>
          <w:rStyle w:val="libFootnoteBoldChar"/>
          <w:rtl/>
        </w:rPr>
        <w:t>)</w:t>
      </w:r>
      <w:r w:rsidR="00455A43">
        <w:rPr>
          <w:rStyle w:val="libFootnoteBoldChar"/>
          <w:rtl/>
        </w:rPr>
        <w:t>،</w:t>
      </w:r>
      <w:r w:rsidRPr="00402856">
        <w:rPr>
          <w:rtl/>
        </w:rPr>
        <w:t xml:space="preserve"> فذكر كتاب الله وأهل بيته</w:t>
      </w:r>
      <w:r w:rsidR="00455A43">
        <w:rPr>
          <w:rtl/>
        </w:rPr>
        <w:t>.</w:t>
      </w:r>
      <w:r w:rsidRPr="00402856">
        <w:rPr>
          <w:rtl/>
        </w:rPr>
        <w:t xml:space="preserve"> قال العُلماء سُمّيا ثِقلين</w:t>
      </w:r>
      <w:r w:rsidR="00455A43">
        <w:rPr>
          <w:rtl/>
        </w:rPr>
        <w:t>؛</w:t>
      </w:r>
      <w:r w:rsidRPr="00402856">
        <w:rPr>
          <w:rtl/>
        </w:rPr>
        <w:t xml:space="preserve"> لعظمهما وكبير شانهما</w:t>
      </w:r>
      <w:r w:rsidR="00455A43">
        <w:rPr>
          <w:rtl/>
        </w:rPr>
        <w:t>،</w:t>
      </w:r>
      <w:r w:rsidRPr="00402856">
        <w:rPr>
          <w:rtl/>
        </w:rPr>
        <w:t xml:space="preserve"> وقيل لثقل العِلم بهما</w:t>
      </w:r>
      <w:r w:rsidR="00455A43">
        <w:rPr>
          <w:rtl/>
        </w:rPr>
        <w:t>،</w:t>
      </w:r>
      <w:r w:rsidRPr="00402856">
        <w:rPr>
          <w:rtl/>
        </w:rPr>
        <w:t xml:space="preserve"> واُنظر الروايات المُختلفة للحديث الشريف في صحيح مسلم 15 / 179 - 181. (*)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التحريم على أزواج النبي صلّى الله عليه وسلّم تبعاً</w:t>
      </w:r>
      <w:r w:rsidR="00455A43">
        <w:rPr>
          <w:rtl/>
        </w:rPr>
        <w:t>،</w:t>
      </w:r>
      <w:r w:rsidRPr="00402856">
        <w:rPr>
          <w:rtl/>
        </w:rPr>
        <w:t xml:space="preserve"> لم يقوَ ذلك على استتباع مواليهم</w:t>
      </w:r>
      <w:r w:rsidR="00455A43">
        <w:rPr>
          <w:rtl/>
        </w:rPr>
        <w:t>؛</w:t>
      </w:r>
      <w:r w:rsidRPr="00402856">
        <w:rPr>
          <w:rtl/>
        </w:rPr>
        <w:t xml:space="preserve"> لأنّه فرع عن فرع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ثامناً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ما ذهب إليه صاحب مجمع البيان من أنّ ثبوت عصمة المعنيّين بالآية 33 من الأحزاب</w:t>
      </w:r>
      <w:r w:rsidR="00455A43">
        <w:rPr>
          <w:rtl/>
        </w:rPr>
        <w:t>،</w:t>
      </w:r>
      <w:r w:rsidRPr="00402856">
        <w:rPr>
          <w:rtl/>
        </w:rPr>
        <w:t xml:space="preserve"> يدلّ على أنّها مختصّة بهؤلاء الخمسة</w:t>
      </w:r>
      <w:r w:rsidR="00455A43">
        <w:rPr>
          <w:rtl/>
        </w:rPr>
        <w:t>:</w:t>
      </w:r>
      <w:r w:rsidRPr="00402856">
        <w:rPr>
          <w:rtl/>
        </w:rPr>
        <w:t xml:space="preserve"> النبي وعلي وفاطمة والحسن والحسين عليهم السلام</w:t>
      </w:r>
      <w:r w:rsidR="00455A43">
        <w:rPr>
          <w:rtl/>
        </w:rPr>
        <w:t>؛</w:t>
      </w:r>
      <w:r w:rsidRPr="00402856">
        <w:rPr>
          <w:rtl/>
        </w:rPr>
        <w:t xml:space="preserve"> لأنّ مَن عداهم غير مقطوع بعصمته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Bold1"/>
        <w:rPr>
          <w:rtl/>
        </w:rPr>
      </w:pPr>
      <w:r w:rsidRPr="00080047">
        <w:rPr>
          <w:rtl/>
        </w:rPr>
        <w:t>2 - الرأي الثاني</w:t>
      </w:r>
      <w:r w:rsidR="00455A43">
        <w:rPr>
          <w:rtl/>
        </w:rPr>
        <w:t>:</w:t>
      </w:r>
      <w:r w:rsidRPr="00080047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ويذهب إلى أنّ أهل البيت هُم مَن حرُمت عليهم الصدقة من بني هاشم</w:t>
      </w:r>
      <w:r w:rsidR="00455A43">
        <w:rPr>
          <w:rtl/>
        </w:rPr>
        <w:t>،</w:t>
      </w:r>
      <w:r w:rsidRPr="00402856">
        <w:rPr>
          <w:rtl/>
        </w:rPr>
        <w:t xml:space="preserve"> وهُم</w:t>
      </w:r>
      <w:r w:rsidR="00455A43">
        <w:rPr>
          <w:rtl/>
        </w:rPr>
        <w:t>:</w:t>
      </w:r>
      <w:r w:rsidRPr="00402856">
        <w:rPr>
          <w:rtl/>
        </w:rPr>
        <w:t xml:space="preserve"> آل عليّ</w:t>
      </w:r>
      <w:r w:rsidR="00455A43">
        <w:rPr>
          <w:rtl/>
        </w:rPr>
        <w:t>،</w:t>
      </w:r>
      <w:r w:rsidRPr="00402856">
        <w:rPr>
          <w:rtl/>
        </w:rPr>
        <w:t xml:space="preserve"> وآل عقيل</w:t>
      </w:r>
      <w:r w:rsidR="00455A43">
        <w:rPr>
          <w:rtl/>
        </w:rPr>
        <w:t>،</w:t>
      </w:r>
      <w:r w:rsidRPr="00402856">
        <w:rPr>
          <w:rtl/>
        </w:rPr>
        <w:t xml:space="preserve"> وآل جعفر </w:t>
      </w:r>
      <w:r w:rsidR="00352E1E">
        <w:rPr>
          <w:rtl/>
        </w:rPr>
        <w:t>(</w:t>
      </w:r>
      <w:r w:rsidRPr="00402856">
        <w:rPr>
          <w:rtl/>
        </w:rPr>
        <w:t>أبناء أبي طالب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آل العباس بن عبد المُطلب</w:t>
      </w:r>
      <w:r w:rsidR="00455A43">
        <w:rPr>
          <w:rtl/>
        </w:rPr>
        <w:t>،</w:t>
      </w:r>
      <w:r w:rsidRPr="00402856">
        <w:rPr>
          <w:rtl/>
        </w:rPr>
        <w:t xml:space="preserve"> يعنون ذلك بني هاشم</w:t>
      </w:r>
      <w:r w:rsidR="00455A43">
        <w:rPr>
          <w:rtl/>
        </w:rPr>
        <w:t>،</w:t>
      </w:r>
      <w:r w:rsidRPr="00402856">
        <w:rPr>
          <w:rtl/>
        </w:rPr>
        <w:t xml:space="preserve"> وأنّ البيت هُنا إنّما هو بيت النَسب</w:t>
      </w:r>
      <w:r w:rsidR="00455A43">
        <w:rPr>
          <w:rtl/>
        </w:rPr>
        <w:t>،</w:t>
      </w:r>
      <w:r w:rsidRPr="00402856">
        <w:rPr>
          <w:rtl/>
        </w:rPr>
        <w:t xml:space="preserve"> ومِن ثَمّ يكون العبّاس وأعمامه</w:t>
      </w:r>
      <w:r w:rsidR="00455A43">
        <w:rPr>
          <w:rtl/>
        </w:rPr>
        <w:t>،</w:t>
      </w:r>
      <w:r w:rsidRPr="00402856">
        <w:rPr>
          <w:rtl/>
        </w:rPr>
        <w:t xml:space="preserve"> وبنو أعمامه صلّى الله عليه وسلّم منهم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وقد روى القاضي عياض في الشفا</w:t>
      </w:r>
      <w:r w:rsidR="00455A43">
        <w:rPr>
          <w:rtl/>
        </w:rPr>
        <w:t>،</w:t>
      </w:r>
      <w:r w:rsidRPr="00402856">
        <w:rPr>
          <w:rtl/>
        </w:rPr>
        <w:t xml:space="preserve"> عن الشعبي</w:t>
      </w:r>
      <w:r w:rsidR="00455A43">
        <w:rPr>
          <w:rtl/>
        </w:rPr>
        <w:t>:</w:t>
      </w:r>
      <w:r w:rsidRPr="00402856">
        <w:rPr>
          <w:rtl/>
        </w:rPr>
        <w:t xml:space="preserve"> أنّ زيد بن ثابت صلّى على جنازة أُمّه</w:t>
      </w:r>
      <w:r w:rsidR="00455A43">
        <w:rPr>
          <w:rtl/>
        </w:rPr>
        <w:t>،</w:t>
      </w:r>
      <w:r w:rsidRPr="00402856">
        <w:rPr>
          <w:rtl/>
        </w:rPr>
        <w:t xml:space="preserve"> ثُمّ قُرّبت له بغلته ليركبها</w:t>
      </w:r>
      <w:r w:rsidR="00455A43">
        <w:rPr>
          <w:rtl/>
        </w:rPr>
        <w:t>،</w:t>
      </w:r>
      <w:r w:rsidRPr="00402856">
        <w:rPr>
          <w:rtl/>
        </w:rPr>
        <w:t xml:space="preserve"> فجاء ابن عبّاس فأخذ بركابه</w:t>
      </w:r>
      <w:r w:rsidR="00455A43">
        <w:rPr>
          <w:rtl/>
        </w:rPr>
        <w:t>،</w:t>
      </w:r>
      <w:r w:rsidRPr="00402856">
        <w:rPr>
          <w:rtl/>
        </w:rPr>
        <w:t xml:space="preserve"> فقال زيد</w:t>
      </w:r>
      <w:r w:rsidR="00455A43">
        <w:rPr>
          <w:rtl/>
        </w:rPr>
        <w:t>:</w:t>
      </w:r>
      <w:r w:rsidRPr="00402856">
        <w:rPr>
          <w:rtl/>
        </w:rPr>
        <w:t xml:space="preserve"> خلِّ عنه يا ابن عمّ رسول الله</w:t>
      </w:r>
      <w:r w:rsidR="00455A43">
        <w:rPr>
          <w:rtl/>
        </w:rPr>
        <w:t>،</w:t>
      </w:r>
      <w:r w:rsidRPr="00402856">
        <w:rPr>
          <w:rtl/>
        </w:rPr>
        <w:t xml:space="preserve"> فقال ابن عباس</w:t>
      </w:r>
      <w:r w:rsidR="00455A43">
        <w:rPr>
          <w:rtl/>
        </w:rPr>
        <w:t>:</w:t>
      </w:r>
      <w:r w:rsidRPr="00402856">
        <w:rPr>
          <w:rtl/>
        </w:rPr>
        <w:t xml:space="preserve"> هكذا نفعل بالعُلماء</w:t>
      </w:r>
      <w:r w:rsidR="00455A43">
        <w:rPr>
          <w:rtl/>
        </w:rPr>
        <w:t>،</w:t>
      </w:r>
      <w:r w:rsidRPr="00402856">
        <w:rPr>
          <w:rtl/>
        </w:rPr>
        <w:t xml:space="preserve"> فقّبل زيد يَد ابن عباس وقال</w:t>
      </w:r>
      <w:r w:rsidR="00455A43">
        <w:rPr>
          <w:rtl/>
        </w:rPr>
        <w:t>:</w:t>
      </w:r>
      <w:r w:rsidRPr="00402856">
        <w:rPr>
          <w:rtl/>
        </w:rPr>
        <w:t xml:space="preserve"> هكذا أُمرنا أن نفعل بأهل بيت نبيّنا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فضلاً عن حديث زيد بن أرقم</w:t>
      </w:r>
      <w:r w:rsidR="00455A43">
        <w:rPr>
          <w:rtl/>
        </w:rPr>
        <w:t>،</w:t>
      </w:r>
      <w:r w:rsidRPr="00402856">
        <w:rPr>
          <w:rtl/>
        </w:rPr>
        <w:t xml:space="preserve"> الذي رواه مُسلم</w:t>
      </w:r>
      <w:r w:rsidR="00455A43">
        <w:rPr>
          <w:rtl/>
        </w:rPr>
        <w:t>،</w:t>
      </w:r>
      <w:r w:rsidRPr="00402856">
        <w:rPr>
          <w:rtl/>
        </w:rPr>
        <w:t xml:space="preserve"> من أنّ أهل بيت النبيّ إنّما هو بيته وعُصبته الذين حرمت الصدقة وقد ذكرناه من قبل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Bold1"/>
        <w:rPr>
          <w:rtl/>
        </w:rPr>
      </w:pPr>
      <w:r w:rsidRPr="00080047">
        <w:rPr>
          <w:rtl/>
        </w:rPr>
        <w:t>3 - الرأي الثالث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ويرى أهل البيت إنّما هُم الخمسة الكرام البررة</w:t>
      </w:r>
      <w:r w:rsidR="00455A43">
        <w:rPr>
          <w:rtl/>
        </w:rPr>
        <w:t>:</w:t>
      </w:r>
      <w:r w:rsidRPr="00402856">
        <w:rPr>
          <w:rtl/>
        </w:rPr>
        <w:t xml:space="preserve"> سيدنا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وعليّ</w:t>
      </w:r>
      <w:r w:rsidR="00455A43">
        <w:rPr>
          <w:rtl/>
        </w:rPr>
        <w:t>،</w:t>
      </w:r>
      <w:r w:rsidRPr="00402856">
        <w:rPr>
          <w:rtl/>
        </w:rPr>
        <w:t xml:space="preserve"> وفاطمة</w:t>
      </w:r>
      <w:r w:rsidR="00455A43">
        <w:rPr>
          <w:rtl/>
        </w:rPr>
        <w:t>،</w:t>
      </w:r>
      <w:r w:rsidRPr="00402856">
        <w:rPr>
          <w:rtl/>
        </w:rPr>
        <w:t xml:space="preserve"> والحسن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 عليهم السلام</w:t>
      </w:r>
      <w:r w:rsidR="00455A43">
        <w:rPr>
          <w:rtl/>
        </w:rPr>
        <w:t>.</w:t>
      </w:r>
      <w:r w:rsidRPr="00402856">
        <w:rPr>
          <w:rtl/>
        </w:rPr>
        <w:t xml:space="preserve"> قال بذلك</w:t>
      </w:r>
      <w:r w:rsidR="00455A43">
        <w:rPr>
          <w:rtl/>
        </w:rPr>
        <w:t>:</w:t>
      </w:r>
      <w:r w:rsidRPr="00402856">
        <w:rPr>
          <w:rtl/>
        </w:rPr>
        <w:t xml:space="preserve"> أبو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وأنس بن مالك</w:t>
      </w:r>
      <w:r w:rsidR="00455A43">
        <w:rPr>
          <w:rtl/>
        </w:rPr>
        <w:t>،</w:t>
      </w:r>
      <w:r w:rsidRPr="00402856">
        <w:rPr>
          <w:rtl/>
        </w:rPr>
        <w:t xml:space="preserve"> وواثلة بن الأسقع</w:t>
      </w:r>
      <w:r w:rsidR="00455A43">
        <w:rPr>
          <w:rtl/>
        </w:rPr>
        <w:t>،</w:t>
      </w:r>
      <w:r w:rsidRPr="00402856">
        <w:rPr>
          <w:rtl/>
        </w:rPr>
        <w:t xml:space="preserve"> وأُمّ المؤمنين عائشة</w:t>
      </w:r>
      <w:r w:rsidR="00455A43">
        <w:rPr>
          <w:rtl/>
        </w:rPr>
        <w:t>،</w:t>
      </w:r>
      <w:r w:rsidRPr="00402856">
        <w:rPr>
          <w:rtl/>
        </w:rPr>
        <w:t xml:space="preserve"> وأُمّ المؤمنين أُمّ سلمة</w:t>
      </w:r>
      <w:r w:rsidR="00455A43">
        <w:rPr>
          <w:rtl/>
        </w:rPr>
        <w:t>،</w:t>
      </w:r>
      <w:r w:rsidRPr="00402856">
        <w:rPr>
          <w:rtl/>
        </w:rPr>
        <w:t xml:space="preserve"> وابن أبي سلمة ربيب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وسعد</w:t>
      </w:r>
      <w:r w:rsidR="00455A43">
        <w:rPr>
          <w:rtl/>
        </w:rPr>
        <w:t>،</w:t>
      </w:r>
      <w:r w:rsidRPr="00402856">
        <w:rPr>
          <w:rtl/>
        </w:rPr>
        <w:t xml:space="preserve"> وغيرهم</w:t>
      </w:r>
      <w:r w:rsidR="00455A43">
        <w:rPr>
          <w:rtl/>
        </w:rPr>
        <w:t>.</w:t>
      </w:r>
      <w:r w:rsidRPr="00402856">
        <w:rPr>
          <w:rtl/>
        </w:rPr>
        <w:t xml:space="preserve"> وقال به الكثيرون مِن أهل التفسير والحديث</w:t>
      </w:r>
      <w:r w:rsidR="00455A43">
        <w:rPr>
          <w:rtl/>
        </w:rPr>
        <w:t>:</w:t>
      </w:r>
      <w:r w:rsidRPr="00402856">
        <w:rPr>
          <w:rtl/>
        </w:rPr>
        <w:t xml:space="preserve"> قال به الفخر الرازي في التفسير الكبير</w:t>
      </w:r>
      <w:r w:rsidR="00455A43">
        <w:rPr>
          <w:rtl/>
        </w:rPr>
        <w:t>،</w:t>
      </w:r>
      <w:r w:rsidRPr="00402856">
        <w:rPr>
          <w:rtl/>
        </w:rPr>
        <w:t xml:space="preserve"> وقاله الزمخشري في الكشّاف</w:t>
      </w:r>
      <w:r w:rsidR="00455A43">
        <w:rPr>
          <w:rtl/>
        </w:rPr>
        <w:t>،</w:t>
      </w:r>
      <w:r w:rsidRPr="00402856">
        <w:rPr>
          <w:rtl/>
        </w:rPr>
        <w:t xml:space="preserve"> والقرطبي في الجامع لأحكام القرآن</w:t>
      </w:r>
      <w:r w:rsidR="00455A43">
        <w:rPr>
          <w:rtl/>
        </w:rPr>
        <w:t>،</w:t>
      </w:r>
      <w:r w:rsidRPr="00402856">
        <w:rPr>
          <w:rtl/>
        </w:rPr>
        <w:t xml:space="preserve"> والشوكاني في فتح القدير</w:t>
      </w:r>
      <w:r w:rsidR="00455A43">
        <w:rPr>
          <w:rtl/>
        </w:rPr>
        <w:t>،</w:t>
      </w:r>
      <w:r w:rsidRPr="00402856">
        <w:rPr>
          <w:rtl/>
        </w:rPr>
        <w:t xml:space="preserve"> والطبري في جامع البيان عن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تأويل آي القرآن</w:t>
      </w:r>
      <w:r w:rsidR="00455A43">
        <w:rPr>
          <w:rtl/>
        </w:rPr>
        <w:t>،</w:t>
      </w:r>
      <w:r w:rsidRPr="00402856">
        <w:rPr>
          <w:rtl/>
        </w:rPr>
        <w:t xml:space="preserve"> والسيوطي في الدُر المنثور</w:t>
      </w:r>
      <w:r w:rsidR="00455A43">
        <w:rPr>
          <w:rtl/>
        </w:rPr>
        <w:t>،</w:t>
      </w:r>
      <w:r w:rsidRPr="00402856">
        <w:rPr>
          <w:rtl/>
        </w:rPr>
        <w:t xml:space="preserve"> وابن حَجر العسقلاني في الإصابة</w:t>
      </w:r>
      <w:r w:rsidR="00455A43">
        <w:rPr>
          <w:rtl/>
        </w:rPr>
        <w:t>،</w:t>
      </w:r>
      <w:r w:rsidRPr="00402856">
        <w:rPr>
          <w:rtl/>
        </w:rPr>
        <w:t xml:space="preserve"> والحاكم في المُستدرك</w:t>
      </w:r>
      <w:r w:rsidR="00455A43">
        <w:rPr>
          <w:rtl/>
        </w:rPr>
        <w:t>،</w:t>
      </w:r>
      <w:r w:rsidRPr="00402856">
        <w:rPr>
          <w:rtl/>
        </w:rPr>
        <w:t xml:space="preserve"> والذهبي في تلخيصه</w:t>
      </w:r>
      <w:r w:rsidR="00455A43">
        <w:rPr>
          <w:rtl/>
        </w:rPr>
        <w:t>،</w:t>
      </w:r>
      <w:r w:rsidRPr="00402856">
        <w:rPr>
          <w:rtl/>
        </w:rPr>
        <w:t xml:space="preserve"> والإمام أحمد بن حنبل في المُسند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ولعلّ هذا الرأي أقرب إلى الصواب فيما نرى ونرجّح</w:t>
      </w:r>
      <w:r w:rsidR="00455A43">
        <w:rPr>
          <w:rtl/>
        </w:rPr>
        <w:t>؛</w:t>
      </w:r>
      <w:r w:rsidRPr="00402856">
        <w:rPr>
          <w:rtl/>
        </w:rPr>
        <w:t xml:space="preserve"> لأسباب كثيرة</w:t>
      </w:r>
      <w:r w:rsidR="00455A43">
        <w:rPr>
          <w:rtl/>
        </w:rPr>
        <w:t>،</w:t>
      </w:r>
      <w:r w:rsidRPr="00402856">
        <w:rPr>
          <w:rtl/>
        </w:rPr>
        <w:t xml:space="preserve"> منها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080047" w:rsidRDefault="00352E1E" w:rsidP="00402856">
      <w:pPr>
        <w:pStyle w:val="libNormal"/>
        <w:rPr>
          <w:rtl/>
        </w:rPr>
      </w:pPr>
      <w:r>
        <w:rPr>
          <w:rtl/>
        </w:rPr>
        <w:t>(</w:t>
      </w:r>
      <w:r w:rsidR="00402856" w:rsidRPr="00402856">
        <w:rPr>
          <w:rtl/>
        </w:rPr>
        <w:t>أولاً</w:t>
      </w:r>
      <w:r>
        <w:rPr>
          <w:rtl/>
        </w:rPr>
        <w:t>)</w:t>
      </w:r>
      <w:r w:rsidR="00455A43">
        <w:rPr>
          <w:rtl/>
        </w:rPr>
        <w:t>:</w:t>
      </w:r>
      <w:r w:rsidR="00402856" w:rsidRPr="00402856">
        <w:rPr>
          <w:rtl/>
        </w:rPr>
        <w:t xml:space="preserve"> الأحاديث النبويّة الشريفة التي رُويت في ذلك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والتي منها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1 - أخرج ابن جرير وابن أبي حاتم والطبراني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نزلت هذه الآية في خمسة</w:t>
      </w:r>
      <w:r w:rsidR="00455A43">
        <w:rPr>
          <w:rStyle w:val="libBold2Char"/>
          <w:rFonts w:hint="cs"/>
          <w:rtl/>
        </w:rPr>
        <w:t>:</w:t>
      </w:r>
      <w:r w:rsidRPr="00402856">
        <w:rPr>
          <w:rStyle w:val="libBold2Char"/>
          <w:rFonts w:hint="cs"/>
          <w:rtl/>
        </w:rPr>
        <w:t xml:space="preserve"> فيَّ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وفي عليّ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وحسن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وحسين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وفاطمة</w:t>
      </w:r>
      <w:r w:rsidR="00455A43">
        <w:rPr>
          <w:rStyle w:val="libBold2Char"/>
          <w:rFonts w:hint="cs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2 - وأخرج ابن جرير وابن المنذر وابن أبي حاتم والطبراني وابن مردوية</w:t>
      </w:r>
      <w:r w:rsidR="00455A43">
        <w:rPr>
          <w:rtl/>
        </w:rPr>
        <w:t>،</w:t>
      </w:r>
      <w:r w:rsidRPr="00402856">
        <w:rPr>
          <w:rtl/>
        </w:rPr>
        <w:t xml:space="preserve"> عن أُمّ سَلمة زوج النبيّ صلّى الله عليه وسلّم قالت</w:t>
      </w:r>
      <w:r w:rsidR="00455A43">
        <w:rPr>
          <w:rtl/>
        </w:rPr>
        <w:t>:</w:t>
      </w:r>
      <w:r w:rsidRPr="00402856">
        <w:rPr>
          <w:rtl/>
        </w:rPr>
        <w:t xml:space="preserve"> بينما رسول الله صلّى الله عليه وسلّم في بيتي يوماً</w:t>
      </w:r>
      <w:r w:rsidR="00455A43">
        <w:rPr>
          <w:rtl/>
        </w:rPr>
        <w:t>،</w:t>
      </w:r>
      <w:r w:rsidRPr="00402856">
        <w:rPr>
          <w:rtl/>
        </w:rPr>
        <w:t xml:space="preserve"> على منامة له عليه كساء خيبري</w:t>
      </w:r>
      <w:r w:rsidR="00455A43">
        <w:rPr>
          <w:rtl/>
        </w:rPr>
        <w:t>،</w:t>
      </w:r>
      <w:r w:rsidRPr="00402856">
        <w:rPr>
          <w:rtl/>
        </w:rPr>
        <w:t xml:space="preserve"> فجاءت فاطمة رضي الله عنها ببُرمة فيها خريرة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عليه عليه وسلّم</w:t>
      </w:r>
      <w:r w:rsidR="00455A43">
        <w:rPr>
          <w:rtl/>
        </w:rPr>
        <w:t>: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ادعِ لي زوجكِ وابنيك حسناً وحسيناً</w:t>
      </w:r>
      <w:r w:rsidR="00352E1E">
        <w:rPr>
          <w:rStyle w:val="libBold2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فدعتهم</w:t>
      </w:r>
      <w:r w:rsidR="00455A43">
        <w:rPr>
          <w:rtl/>
        </w:rPr>
        <w:t>،</w:t>
      </w:r>
      <w:r w:rsidRPr="00402856">
        <w:rPr>
          <w:rtl/>
        </w:rPr>
        <w:t xml:space="preserve"> فبينما هُم يأكلون</w:t>
      </w:r>
      <w:r w:rsidR="00455A43">
        <w:rPr>
          <w:rtl/>
        </w:rPr>
        <w:t>،</w:t>
      </w:r>
      <w:r w:rsidRPr="00402856">
        <w:rPr>
          <w:rtl/>
        </w:rPr>
        <w:t xml:space="preserve"> إذ نزلت على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فأخذ النبيّ صلّى الله عليه وسلّم بفضلة أزاره فغشّاهم إيّاه</w:t>
      </w:r>
      <w:r w:rsidR="00455A43">
        <w:rPr>
          <w:rtl/>
        </w:rPr>
        <w:t>،</w:t>
      </w:r>
      <w:r w:rsidRPr="00402856">
        <w:rPr>
          <w:rtl/>
        </w:rPr>
        <w:t xml:space="preserve"> ثُمّ أخرج يده من الكساء</w:t>
      </w:r>
      <w:r w:rsidR="00455A43">
        <w:rPr>
          <w:rtl/>
        </w:rPr>
        <w:t>،</w:t>
      </w:r>
      <w:r w:rsidRPr="00402856">
        <w:rPr>
          <w:rtl/>
        </w:rPr>
        <w:t xml:space="preserve"> وأومأ بها إلى السماء</w:t>
      </w:r>
      <w:r w:rsidR="00455A43">
        <w:rPr>
          <w:rtl/>
        </w:rPr>
        <w:t>،</w:t>
      </w:r>
      <w:r w:rsidRPr="00402856">
        <w:rPr>
          <w:rtl/>
        </w:rPr>
        <w:t xml:space="preserve"> ثّمُ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اللّهمّ هؤلاء أهل بيتي وخاصّتي فأذهب عنهم الرجس وطهّرهم تطهيراً</w:t>
      </w:r>
      <w:r w:rsidR="00352E1E">
        <w:rPr>
          <w:rStyle w:val="libBold2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قالها ثلاث مرّات</w:t>
      </w:r>
      <w:r w:rsidR="00455A43">
        <w:rPr>
          <w:rtl/>
        </w:rPr>
        <w:t>.</w:t>
      </w:r>
      <w:r w:rsidRPr="00402856">
        <w:rPr>
          <w:rtl/>
        </w:rPr>
        <w:t xml:space="preserve"> قالت أُم ّسَلمة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فأدخلتُ رأسي في السِتر</w:t>
      </w:r>
      <w:r w:rsidR="00455A43">
        <w:rPr>
          <w:rtl/>
        </w:rPr>
        <w:t>،</w:t>
      </w:r>
      <w:r w:rsidRPr="00402856">
        <w:rPr>
          <w:rtl/>
        </w:rPr>
        <w:t xml:space="preserve"> فقلتُ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وأنا معكم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أنتِ إلى خير</w:t>
      </w:r>
      <w:r w:rsidR="00AF124A">
        <w:rPr>
          <w:rStyle w:val="libBold2Char"/>
          <w:rFonts w:hint="cs"/>
          <w:rtl/>
        </w:rPr>
        <w:t xml:space="preserve"> - </w:t>
      </w:r>
      <w:r w:rsidRPr="00402856">
        <w:rPr>
          <w:rtl/>
        </w:rPr>
        <w:t>مَرّتين</w:t>
      </w:r>
      <w:r w:rsidR="00AF124A">
        <w:rPr>
          <w:rtl/>
        </w:rPr>
        <w:t xml:space="preserve"> -</w:t>
      </w:r>
      <w:r w:rsidR="00352E1E">
        <w:rPr>
          <w:rtl/>
        </w:rPr>
        <w:t>)</w:t>
      </w:r>
      <w:r w:rsidR="00455A43">
        <w:rPr>
          <w:rStyle w:val="libBold2Char"/>
          <w:rFonts w:hint="cs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3 - 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أُمّ سَلمة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جاءت فاطمة رضي الله عنها إلى أبيها بثريدة لها</w:t>
      </w:r>
      <w:r w:rsidR="00455A43">
        <w:rPr>
          <w:rtl/>
        </w:rPr>
        <w:t>،</w:t>
      </w:r>
      <w:r w:rsidRPr="00402856">
        <w:rPr>
          <w:rtl/>
        </w:rPr>
        <w:t xml:space="preserve"> تحملها في طبق لها</w:t>
      </w:r>
      <w:r w:rsidR="00455A43">
        <w:rPr>
          <w:rtl/>
        </w:rPr>
        <w:t>،</w:t>
      </w:r>
      <w:r w:rsidRPr="00402856">
        <w:rPr>
          <w:rtl/>
        </w:rPr>
        <w:t xml:space="preserve"> حتى وضعتها بين يديه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أين ابن عمّكِ</w:t>
      </w:r>
      <w:r w:rsidR="00455A43">
        <w:rPr>
          <w:rStyle w:val="libBold2Char"/>
          <w:rFonts w:hint="cs"/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Fonts w:hint="cs"/>
          <w:rtl/>
        </w:rPr>
        <w:t>هو في البيت</w:t>
      </w:r>
      <w:r w:rsidR="00455A43">
        <w:rPr>
          <w:rStyle w:val="libBold2Char"/>
          <w:rFonts w:hint="cs"/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Fonts w:hint="cs"/>
          <w:rtl/>
        </w:rPr>
        <w:t xml:space="preserve"> اذهبي فادعيه وابنَيكِ</w:t>
      </w:r>
      <w:r w:rsidR="00352E1E">
        <w:rPr>
          <w:rStyle w:val="libBold2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فجاءت تقود ابنَيها</w:t>
      </w:r>
      <w:r w:rsidR="00455A43">
        <w:rPr>
          <w:rtl/>
        </w:rPr>
        <w:t>،</w:t>
      </w:r>
      <w:r w:rsidRPr="00402856">
        <w:rPr>
          <w:rtl/>
        </w:rPr>
        <w:t xml:space="preserve"> كلّ واحد منهما في يدٍ</w:t>
      </w:r>
      <w:r w:rsidR="00455A43">
        <w:rPr>
          <w:rtl/>
        </w:rPr>
        <w:t>،</w:t>
      </w:r>
      <w:r w:rsidRPr="00402856">
        <w:rPr>
          <w:rtl/>
        </w:rPr>
        <w:t xml:space="preserve"> وعلي رضي الله عنه يمشي في أثرهما</w:t>
      </w:r>
      <w:r w:rsidR="00455A43">
        <w:rPr>
          <w:rtl/>
        </w:rPr>
        <w:t>،</w:t>
      </w:r>
      <w:r w:rsidRPr="00402856">
        <w:rPr>
          <w:rtl/>
        </w:rPr>
        <w:t xml:space="preserve"> حتى دخلوا على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فأجلسهما في حِجره</w:t>
      </w:r>
      <w:r w:rsidR="00455A43">
        <w:rPr>
          <w:rtl/>
        </w:rPr>
        <w:t>،</w:t>
      </w:r>
      <w:r w:rsidRPr="00402856">
        <w:rPr>
          <w:rtl/>
        </w:rPr>
        <w:t xml:space="preserve"> وجلس علي رضي الله عنه على يمينه</w:t>
      </w:r>
      <w:r w:rsidR="00455A43">
        <w:rPr>
          <w:rtl/>
        </w:rPr>
        <w:t>،</w:t>
      </w:r>
      <w:r w:rsidRPr="00402856">
        <w:rPr>
          <w:rtl/>
        </w:rPr>
        <w:t xml:space="preserve"> وجلست فاطمة رضي الله عنها على يساره</w:t>
      </w:r>
      <w:r w:rsidR="00455A43">
        <w:rPr>
          <w:rtl/>
        </w:rPr>
        <w:t>،</w:t>
      </w:r>
      <w:r w:rsidRPr="00402856">
        <w:rPr>
          <w:rtl/>
        </w:rPr>
        <w:t xml:space="preserve"> قالت أُمّ سملة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فأخذت من تحتي كساء كان بساطنا على المنامة في البيت</w:t>
      </w:r>
      <w:r w:rsidR="00455A43">
        <w:rPr>
          <w:rtl/>
        </w:rPr>
        <w:t>.</w:t>
      </w:r>
      <w:r w:rsidRPr="00402856">
        <w:rPr>
          <w:rtl/>
        </w:rPr>
        <w:t xml:space="preserve">..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4 - 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أُم ّسَلمة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ائتيني بزوجكِ وابنيكِ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فجاءت بهم</w:t>
      </w:r>
      <w:r w:rsidR="00455A43">
        <w:rPr>
          <w:rtl/>
        </w:rPr>
        <w:t>،</w:t>
      </w:r>
      <w:r w:rsidRPr="00402856">
        <w:rPr>
          <w:rtl/>
        </w:rPr>
        <w:t xml:space="preserve"> فألقى رسول الله صلّى الله عليه وسلّم كساء فدكيّاً</w:t>
      </w:r>
      <w:r w:rsidR="00455A43">
        <w:rPr>
          <w:rtl/>
        </w:rPr>
        <w:t>،</w:t>
      </w:r>
      <w:r w:rsidRPr="00402856">
        <w:rPr>
          <w:rtl/>
        </w:rPr>
        <w:t xml:space="preserve"> ثُمّ وضع يده عليهم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إنّ هؤلاء أهل محمد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وفي لفظ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آل محمد)</w:t>
      </w:r>
      <w:r w:rsidR="00AF124A">
        <w:rPr>
          <w:rStyle w:val="libBold2Char"/>
          <w:rtl/>
        </w:rPr>
        <w:t xml:space="preserve"> - </w:t>
      </w:r>
      <w:r w:rsidRPr="00402856">
        <w:rPr>
          <w:rStyle w:val="libBold2Char"/>
          <w:rtl/>
        </w:rPr>
        <w:t>فاجعل صلواتك وبركاتك 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جعلتها على آل إبراهيم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 أُمّ سلمة</w:t>
      </w:r>
      <w:r w:rsidR="00455A43">
        <w:rPr>
          <w:rtl/>
        </w:rPr>
        <w:t>:</w:t>
      </w:r>
      <w:r w:rsidRPr="00402856">
        <w:rPr>
          <w:rtl/>
        </w:rPr>
        <w:t xml:space="preserve"> فرفعت الكساء لأدخل معهم</w:t>
      </w:r>
      <w:r w:rsidR="00455A43">
        <w:rPr>
          <w:rtl/>
        </w:rPr>
        <w:t>،</w:t>
      </w:r>
      <w:r w:rsidRPr="00402856">
        <w:rPr>
          <w:rtl/>
        </w:rPr>
        <w:t xml:space="preserve"> فجذبه من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يدي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إنّك على خير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أُم ّسَلمة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نزلت هذه الآية في بيتي</w:t>
      </w:r>
      <w:r w:rsidR="00AF124A">
        <w:rPr>
          <w:rtl/>
        </w:rPr>
        <w:t xml:space="preserve"> -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وفي البيت سبعة</w:t>
      </w:r>
      <w:r w:rsidR="00455A43">
        <w:rPr>
          <w:rtl/>
        </w:rPr>
        <w:t>:</w:t>
      </w:r>
      <w:r w:rsidRPr="00402856">
        <w:rPr>
          <w:rtl/>
        </w:rPr>
        <w:t xml:space="preserve"> جبرئيل</w:t>
      </w:r>
      <w:r w:rsidR="00455A43">
        <w:rPr>
          <w:rtl/>
        </w:rPr>
        <w:t>،</w:t>
      </w:r>
      <w:r w:rsidRPr="00402856">
        <w:rPr>
          <w:rtl/>
        </w:rPr>
        <w:t xml:space="preserve"> وميكائيل عليهما السلام</w:t>
      </w:r>
      <w:r w:rsidR="00455A43">
        <w:rPr>
          <w:rtl/>
        </w:rPr>
        <w:t>،</w:t>
      </w:r>
      <w:r w:rsidRPr="00402856">
        <w:rPr>
          <w:rtl/>
        </w:rPr>
        <w:t xml:space="preserve"> وعلي</w:t>
      </w:r>
      <w:r w:rsidR="00455A43">
        <w:rPr>
          <w:rtl/>
        </w:rPr>
        <w:t>،</w:t>
      </w:r>
      <w:r w:rsidRPr="00402856">
        <w:rPr>
          <w:rtl/>
        </w:rPr>
        <w:t xml:space="preserve"> وفاطمة</w:t>
      </w:r>
      <w:r w:rsidR="00455A43">
        <w:rPr>
          <w:rtl/>
        </w:rPr>
        <w:t>،</w:t>
      </w:r>
      <w:r w:rsidRPr="00402856">
        <w:rPr>
          <w:rtl/>
        </w:rPr>
        <w:t xml:space="preserve"> والحسن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 (رضي الله عنهم)</w:t>
      </w:r>
      <w:r w:rsidR="00455A43">
        <w:rPr>
          <w:rtl/>
        </w:rPr>
        <w:t>.</w:t>
      </w:r>
      <w:r w:rsidRPr="00402856">
        <w:rPr>
          <w:rtl/>
        </w:rPr>
        <w:t xml:space="preserve"> وأنا على باب البيت</w:t>
      </w:r>
      <w:r w:rsidR="00455A43">
        <w:rPr>
          <w:rtl/>
        </w:rPr>
        <w:t>،</w:t>
      </w:r>
      <w:r w:rsidRPr="00402856">
        <w:rPr>
          <w:rtl/>
        </w:rPr>
        <w:t xml:space="preserve"> قلت يا رسول الله</w:t>
      </w:r>
      <w:r w:rsidR="00455A43">
        <w:rPr>
          <w:rtl/>
        </w:rPr>
        <w:t>:</w:t>
      </w:r>
      <w:r w:rsidRPr="00402856">
        <w:rPr>
          <w:rtl/>
        </w:rPr>
        <w:t xml:space="preserve"> ألستُ من أهل البيت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إنّكِ إلى خير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إنّكِ من أزواج النبي صلّى الله عليه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6 - وأخرج ابن مردويه والخطيب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كان يوم أُم ّسَلمة رضي الله عنها أُمّ المؤمنين</w:t>
      </w:r>
      <w:r w:rsidR="00455A43">
        <w:rPr>
          <w:rtl/>
        </w:rPr>
        <w:t>،</w:t>
      </w:r>
      <w:r w:rsidRPr="00402856">
        <w:rPr>
          <w:rtl/>
        </w:rPr>
        <w:t xml:space="preserve"> فنزل جبرئيل على رسول الله صلّى الله عليه وسلّم بهذه الآية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فدعا رسول الله صلّى الله عليه وسلّم بحسن وحسين وفاطمة وعلي</w:t>
      </w:r>
      <w:r w:rsidR="00455A43">
        <w:rPr>
          <w:rtl/>
        </w:rPr>
        <w:t>،</w:t>
      </w:r>
      <w:r w:rsidRPr="00402856">
        <w:rPr>
          <w:rtl/>
        </w:rPr>
        <w:t xml:space="preserve"> فضمّهم إليه ونشر عليهم الثوب</w:t>
      </w:r>
      <w:r w:rsidR="00455A43">
        <w:rPr>
          <w:rtl/>
        </w:rPr>
        <w:t>،</w:t>
      </w:r>
      <w:r w:rsidRPr="00402856">
        <w:rPr>
          <w:rtl/>
        </w:rPr>
        <w:t xml:space="preserve"> والحجاب على أُمّ المؤمنين أُمّ سَلمة مضروب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أذهب 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 أُم سَلمة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فأنا منهم يا نبيّ الله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أنتِ على مكانكِ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وأنتِ على خير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7 - وأخرج الترمذي وابن جرير وابن المنذر والحاكم وابن مردويه والبيهقي من طُرق</w:t>
      </w:r>
      <w:r w:rsidR="00455A43">
        <w:rPr>
          <w:rtl/>
        </w:rPr>
        <w:t>،</w:t>
      </w:r>
      <w:r w:rsidRPr="00402856">
        <w:rPr>
          <w:rtl/>
        </w:rPr>
        <w:t xml:space="preserve"> عن أُم ّسَلمة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في بيتي نزلت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البيت عليٌّ وفاطمة والحسن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فجلَّلهم رسول الله بكساء كان عليه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(هؤلاء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فأذهِب 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8 - وأخرج ابن أبي شيبة وأحمد ومسلم وابن جرير وابن أبي حاتم والحاكم</w:t>
      </w:r>
      <w:r w:rsidR="00455A43">
        <w:rPr>
          <w:rtl/>
        </w:rPr>
        <w:t>،</w:t>
      </w:r>
      <w:r w:rsidRPr="00402856">
        <w:rPr>
          <w:rtl/>
        </w:rPr>
        <w:t xml:space="preserve">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خرج رسول الله صلّى الله عليه وسلّم غداة وعليه مرط مرجّل من شَعر أسود</w:t>
      </w:r>
      <w:r w:rsidR="00455A43">
        <w:rPr>
          <w:rtl/>
        </w:rPr>
        <w:t>،</w:t>
      </w:r>
      <w:r w:rsidRPr="00402856">
        <w:rPr>
          <w:rtl/>
        </w:rPr>
        <w:t xml:space="preserve"> فجاء الحسن والحسين رضي الله عنهما</w:t>
      </w:r>
      <w:r w:rsidR="00455A43">
        <w:rPr>
          <w:rtl/>
        </w:rPr>
        <w:t>،</w:t>
      </w:r>
      <w:r w:rsidRPr="00402856">
        <w:rPr>
          <w:rtl/>
        </w:rPr>
        <w:t xml:space="preserve"> فادخلهما معه</w:t>
      </w:r>
      <w:r w:rsidR="00455A43">
        <w:rPr>
          <w:rtl/>
        </w:rPr>
        <w:t>،</w:t>
      </w:r>
      <w:r w:rsidRPr="00402856">
        <w:rPr>
          <w:rtl/>
        </w:rPr>
        <w:t xml:space="preserve"> ثُمّ جاء عليّ فأدخله معه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مسلم في الصحيح (15 / 194)</w:t>
      </w:r>
      <w:r w:rsidR="00455A43">
        <w:rPr>
          <w:rtl/>
        </w:rPr>
        <w:t>،</w:t>
      </w:r>
      <w:r w:rsidRPr="00402856">
        <w:rPr>
          <w:rtl/>
        </w:rPr>
        <w:t xml:space="preserve"> عن عائشة أنّها قالت</w:t>
      </w:r>
      <w:r w:rsidR="00455A43">
        <w:rPr>
          <w:rtl/>
        </w:rPr>
        <w:t>:</w:t>
      </w:r>
      <w:r w:rsidRPr="00402856">
        <w:rPr>
          <w:rtl/>
        </w:rPr>
        <w:t xml:space="preserve"> خرج النبي صلّى الله عليه وسلّم وعليه مرط مرجّل من شَعر أسود</w:t>
      </w:r>
      <w:r w:rsidR="00455A43">
        <w:rPr>
          <w:rtl/>
        </w:rPr>
        <w:t>،</w:t>
      </w:r>
      <w:r w:rsidRPr="00402856">
        <w:rPr>
          <w:rtl/>
        </w:rPr>
        <w:t xml:space="preserve"> فجاء الحسن بن علي فأدخله</w:t>
      </w:r>
      <w:r w:rsidR="00455A43">
        <w:rPr>
          <w:rtl/>
        </w:rPr>
        <w:t>،</w:t>
      </w:r>
      <w:r w:rsidRPr="00402856">
        <w:rPr>
          <w:rtl/>
        </w:rPr>
        <w:t xml:space="preserve"> ثُمّ جاء الحسين فدخل معه</w:t>
      </w:r>
      <w:r w:rsidR="00455A43">
        <w:rPr>
          <w:rtl/>
        </w:rPr>
        <w:t>،</w:t>
      </w:r>
      <w:r w:rsidRPr="00402856">
        <w:rPr>
          <w:rtl/>
        </w:rPr>
        <w:t xml:space="preserve"> ثُمّ جاءت فاطمة فأدخلها</w:t>
      </w:r>
      <w:r w:rsidR="00455A43">
        <w:rPr>
          <w:rtl/>
        </w:rPr>
        <w:t>،</w:t>
      </w:r>
      <w:r w:rsidRPr="00402856">
        <w:rPr>
          <w:rtl/>
        </w:rPr>
        <w:t xml:space="preserve"> ثُمّ جاء عليّ فأدخله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ويروي الواحدي في أسباب النُزول</w:t>
      </w:r>
      <w:r w:rsidR="00455A43">
        <w:rPr>
          <w:rtl/>
        </w:rPr>
        <w:t>،</w:t>
      </w:r>
      <w:r w:rsidRPr="00402856">
        <w:rPr>
          <w:rtl/>
        </w:rPr>
        <w:t xml:space="preserve"> بسنده عن أبي سعيد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نزلت في خمسة</w:t>
      </w:r>
      <w:r w:rsidR="00455A43">
        <w:rPr>
          <w:rtl/>
        </w:rPr>
        <w:t>:</w:t>
      </w:r>
      <w:r w:rsidRPr="00402856">
        <w:rPr>
          <w:rtl/>
        </w:rPr>
        <w:t xml:space="preserve"> في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وعليّ</w:t>
      </w:r>
      <w:r w:rsidR="00455A43">
        <w:rPr>
          <w:rtl/>
        </w:rPr>
        <w:t>،</w:t>
      </w:r>
      <w:r w:rsidRPr="00402856">
        <w:rPr>
          <w:rtl/>
        </w:rPr>
        <w:t xml:space="preserve"> فاطمة</w:t>
      </w:r>
      <w:r w:rsidR="00455A43">
        <w:rPr>
          <w:rtl/>
        </w:rPr>
        <w:t>،</w:t>
      </w:r>
      <w:r w:rsidRPr="00402856">
        <w:rPr>
          <w:rtl/>
        </w:rPr>
        <w:t xml:space="preserve"> والحسن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 عليهم السلام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9 - وأخرج ابن جرير والحاكم وابن مروديه</w:t>
      </w:r>
      <w:r w:rsidR="00455A43">
        <w:rPr>
          <w:rtl/>
        </w:rPr>
        <w:t>،</w:t>
      </w:r>
      <w:r w:rsidRPr="00402856">
        <w:rPr>
          <w:rtl/>
        </w:rPr>
        <w:t xml:space="preserve"> عن عامر بن سعد</w:t>
      </w:r>
      <w:r w:rsidR="00455A43">
        <w:rPr>
          <w:rtl/>
        </w:rPr>
        <w:t>،</w:t>
      </w:r>
      <w:r w:rsidRPr="00402856">
        <w:rPr>
          <w:rtl/>
        </w:rPr>
        <w:t xml:space="preserve"> عن سعد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حين نزل عليه الوحي</w:t>
      </w:r>
      <w:r w:rsidR="00455A43">
        <w:rPr>
          <w:rtl/>
        </w:rPr>
        <w:t>،</w:t>
      </w:r>
      <w:r w:rsidRPr="00402856">
        <w:rPr>
          <w:rtl/>
        </w:rPr>
        <w:t xml:space="preserve"> فأخذ علياً وابنيه وفاطمة</w:t>
      </w:r>
      <w:r w:rsidR="00455A43">
        <w:rPr>
          <w:rtl/>
        </w:rPr>
        <w:t>،</w:t>
      </w:r>
      <w:r w:rsidRPr="00402856">
        <w:rPr>
          <w:rtl/>
        </w:rPr>
        <w:t xml:space="preserve"> فأدخلهم تحت ثوبه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ربِّ هؤلاء أهلي وأهل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10 - وأخرج ابن أبي شيبة وأحمد وابن جرير وابن المنذر وابن أبي حاتم والطبراني والحاكم والبيهقي</w:t>
      </w:r>
      <w:r w:rsidR="00455A43">
        <w:rPr>
          <w:rtl/>
        </w:rPr>
        <w:t>،</w:t>
      </w:r>
      <w:r w:rsidRPr="00402856">
        <w:rPr>
          <w:rtl/>
        </w:rPr>
        <w:t xml:space="preserve"> عن واثلة بن الأسقع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جاء رسول الله صلّى الله عليه وسلّم إلى فاطمة ومعه حسن وحسين وعلي</w:t>
      </w:r>
      <w:r w:rsidR="00455A43">
        <w:rPr>
          <w:rtl/>
        </w:rPr>
        <w:t>،</w:t>
      </w:r>
      <w:r w:rsidRPr="00402856">
        <w:rPr>
          <w:rtl/>
        </w:rPr>
        <w:t xml:space="preserve"> حتى دخل فأدنى علياً وفاطمة فأجلسهما ما بين يديه</w:t>
      </w:r>
      <w:r w:rsidR="00455A43">
        <w:rPr>
          <w:rtl/>
        </w:rPr>
        <w:t>،</w:t>
      </w:r>
      <w:r w:rsidRPr="00402856">
        <w:rPr>
          <w:rtl/>
        </w:rPr>
        <w:t xml:space="preserve"> وأجلس حسناً وحسيناً كلّ واحد منهما على فخذه</w:t>
      </w:r>
      <w:r w:rsidR="00455A43">
        <w:rPr>
          <w:rtl/>
        </w:rPr>
        <w:t>،</w:t>
      </w:r>
      <w:r w:rsidRPr="00402856">
        <w:rPr>
          <w:rtl/>
        </w:rPr>
        <w:t xml:space="preserve"> ثُمّ لفّ عليهم ثوبه</w:t>
      </w:r>
      <w:r w:rsidR="00455A43">
        <w:rPr>
          <w:rtl/>
        </w:rPr>
        <w:t>،</w:t>
      </w:r>
      <w:r w:rsidRPr="00402856">
        <w:rPr>
          <w:rtl/>
        </w:rPr>
        <w:t xml:space="preserve"> وأنا مستدبرهم</w:t>
      </w:r>
      <w:r w:rsidR="00455A43">
        <w:rPr>
          <w:rtl/>
        </w:rPr>
        <w:t>،</w:t>
      </w:r>
      <w:r w:rsidRPr="00402856">
        <w:rPr>
          <w:rtl/>
        </w:rPr>
        <w:t xml:space="preserve"> ثُمّ تلا الآية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11 - 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علي بن زيد بن أنس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كان يمرّ ببيت فاطمة عليها السلام ستّة أشهر</w:t>
      </w:r>
      <w:r w:rsidR="00455A43">
        <w:rPr>
          <w:rtl/>
        </w:rPr>
        <w:t>،</w:t>
      </w:r>
      <w:r w:rsidRPr="00402856">
        <w:rPr>
          <w:rtl/>
        </w:rPr>
        <w:t xml:space="preserve"> كلّما خَرج إلى الصلاة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الصلاة أهل البيت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Style w:val="libNormalChar"/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12 - وأخرج 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دخل عليّ رضي الله عنه بفاطمة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جاء النبي صلّى الله عليه وسلّم أربعين صباحاً إلى بابها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السلام عليكم أهل البيت ورحمة الله وبركاته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الصلاة رحمكم الله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tl/>
        </w:rPr>
        <w:t xml:space="preserve"> أنا حربٌ لمَن حاربتم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أنا سِلمٌ لمَن سالمتم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13 - وأخرج ابن جرير وابن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أبي الحمراء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حفظت رسول الله ثمانية أشهُر بالمدينة</w:t>
      </w:r>
      <w:r w:rsidR="00455A43">
        <w:rPr>
          <w:rtl/>
        </w:rPr>
        <w:t>،</w:t>
      </w:r>
      <w:r w:rsidRPr="00402856">
        <w:rPr>
          <w:rtl/>
        </w:rPr>
        <w:t xml:space="preserve"> ليس من مرّة يخرج إلى الصلاة الغداة</w:t>
      </w:r>
      <w:r w:rsidR="00455A43">
        <w:rPr>
          <w:rtl/>
        </w:rPr>
        <w:t>،</w:t>
      </w:r>
      <w:r w:rsidRPr="00402856">
        <w:rPr>
          <w:rtl/>
        </w:rPr>
        <w:t xml:space="preserve"> إلاّ أتى إلى باب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فوضع يده على جنبي الباب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الصلاة الصلاة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tl/>
        </w:rPr>
        <w:t xml:space="preserve"> الصلاة رحمكم الله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كلّ يوم خمس مرات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14 - 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الحمراء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رأيت رسول الله صلّى الله عليه وسلّم يأتي باب علي وفاطمة ستّة أشهر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80047" w:rsidRDefault="00402856" w:rsidP="00402856">
      <w:pPr>
        <w:pStyle w:val="libNormal"/>
        <w:rPr>
          <w:rtl/>
        </w:rPr>
      </w:pPr>
      <w:r w:rsidRPr="00402856">
        <w:rPr>
          <w:rtl/>
        </w:rPr>
        <w:t>15 - وروى ابن جرير</w:t>
      </w:r>
      <w:r w:rsidR="00455A43">
        <w:rPr>
          <w:rtl/>
        </w:rPr>
        <w:t>،</w:t>
      </w:r>
      <w:r w:rsidRPr="00402856">
        <w:rPr>
          <w:rtl/>
        </w:rPr>
        <w:t xml:space="preserve"> عن أبي عمّار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إنّي لجالس عند واثلة بن الأسقع</w:t>
      </w:r>
      <w:r w:rsidR="00455A43">
        <w:rPr>
          <w:rtl/>
        </w:rPr>
        <w:t>،</w:t>
      </w:r>
      <w:r w:rsidRPr="00402856">
        <w:rPr>
          <w:rtl/>
        </w:rPr>
        <w:t xml:space="preserve"> إذ ذكروا عليّاً رضي الله عنه فشتموه</w:t>
      </w:r>
      <w:r w:rsidR="00455A43">
        <w:rPr>
          <w:rtl/>
        </w:rPr>
        <w:t>،</w:t>
      </w:r>
      <w:r w:rsidRPr="00402856">
        <w:rPr>
          <w:rtl/>
        </w:rPr>
        <w:t xml:space="preserve"> فلمّا قاموا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اجلس حتّى أُخبرك عن هذا الذي شتموه</w:t>
      </w:r>
      <w:r w:rsidR="00455A43">
        <w:rPr>
          <w:rtl/>
        </w:rPr>
        <w:t>،</w:t>
      </w:r>
      <w:r w:rsidRPr="00402856">
        <w:rPr>
          <w:rtl/>
        </w:rPr>
        <w:t xml:space="preserve"> إنّي عند رسول الله صلّى الله عليه وسلّم إذ جاء عليّ وفاطمة وحسن وحسين</w:t>
      </w:r>
      <w:r w:rsidR="00455A43">
        <w:rPr>
          <w:rtl/>
        </w:rPr>
        <w:t>،</w:t>
      </w:r>
      <w:r w:rsidRPr="00402856">
        <w:rPr>
          <w:rtl/>
        </w:rPr>
        <w:t xml:space="preserve"> فألقى عليهم كساءً له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أذهب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يا رسول الله وأنا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وأنتَ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فوالله إنّها لَمِن أوثق عمل عندي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16 - وروى في المسند والفضائل وابن جرير والترمذي</w:t>
      </w:r>
      <w:r w:rsidR="00455A43">
        <w:rPr>
          <w:rtl/>
        </w:rPr>
        <w:t>،</w:t>
      </w:r>
      <w:r w:rsidRPr="00402856">
        <w:rPr>
          <w:rtl/>
        </w:rPr>
        <w:t xml:space="preserve"> بطُرق مُختلفة</w:t>
      </w:r>
      <w:r w:rsidR="00455A43">
        <w:rPr>
          <w:rtl/>
        </w:rPr>
        <w:t>،</w:t>
      </w:r>
      <w:r w:rsidRPr="00402856">
        <w:rPr>
          <w:rtl/>
        </w:rPr>
        <w:t xml:space="preserve"> عن شداد بن عمّار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دخلت على واثلة بن الأسقع وعنده قوم</w:t>
      </w:r>
      <w:r w:rsidR="00455A43">
        <w:rPr>
          <w:rtl/>
        </w:rPr>
        <w:t>،</w:t>
      </w:r>
      <w:r w:rsidRPr="00402856">
        <w:rPr>
          <w:rtl/>
        </w:rPr>
        <w:t xml:space="preserve"> فذكروا عليّاً فشتموه فشتمته معهم</w:t>
      </w:r>
      <w:r w:rsidR="00455A43">
        <w:rPr>
          <w:rtl/>
        </w:rPr>
        <w:t>،</w:t>
      </w:r>
      <w:r w:rsidRPr="00402856">
        <w:rPr>
          <w:rtl/>
        </w:rPr>
        <w:t xml:space="preserve"> فلمّا قاموا</w:t>
      </w:r>
      <w:r w:rsidR="00455A43">
        <w:rPr>
          <w:rtl/>
        </w:rPr>
        <w:t>،</w:t>
      </w:r>
      <w:r w:rsidRPr="00402856">
        <w:rPr>
          <w:rtl/>
        </w:rPr>
        <w:t xml:space="preserve"> قال لي</w:t>
      </w:r>
      <w:r w:rsidR="00455A43">
        <w:rPr>
          <w:rtl/>
        </w:rPr>
        <w:t>:</w:t>
      </w:r>
      <w:r w:rsidRPr="00402856">
        <w:rPr>
          <w:rtl/>
        </w:rPr>
        <w:t xml:space="preserve"> لِمَ شتمت هذا الرجل</w:t>
      </w:r>
      <w:r w:rsidR="00455A43">
        <w:rPr>
          <w:rtl/>
        </w:rPr>
        <w:t>؟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رأيتُ القوم شتموه فشتمته معهم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ألا أُخبرك بما رأيت من رسول الله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بلى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أتيتُ فاطمة أسألها عن عليّ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توجّه إلى 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فجلستُ أنتظره</w:t>
      </w:r>
      <w:r w:rsidR="00455A43">
        <w:rPr>
          <w:rtl/>
        </w:rPr>
        <w:t>،</w:t>
      </w:r>
      <w:r w:rsidRPr="00402856">
        <w:rPr>
          <w:rtl/>
        </w:rPr>
        <w:t xml:space="preserve"> حتّى جاء رسول الله صلّى الله عليه وسلّم ومعه عليّ وحسن وحسين</w:t>
      </w:r>
      <w:r w:rsidR="00455A43">
        <w:rPr>
          <w:rtl/>
        </w:rPr>
        <w:t>،</w:t>
      </w:r>
      <w:r w:rsidRPr="00402856">
        <w:rPr>
          <w:rtl/>
        </w:rPr>
        <w:t xml:space="preserve"> آخذاً كلّ واحد منهما بيده حتّى دخل</w:t>
      </w:r>
      <w:r w:rsidR="00455A43">
        <w:rPr>
          <w:rtl/>
        </w:rPr>
        <w:t>،</w:t>
      </w:r>
      <w:r w:rsidRPr="00402856">
        <w:rPr>
          <w:rtl/>
        </w:rPr>
        <w:t xml:space="preserve"> فأدنى عليّاً وفاطمة فأجلسهما بين يديه</w:t>
      </w:r>
      <w:r w:rsidR="00455A43">
        <w:rPr>
          <w:rtl/>
        </w:rPr>
        <w:t>،</w:t>
      </w:r>
      <w:r w:rsidRPr="00402856">
        <w:rPr>
          <w:rtl/>
        </w:rPr>
        <w:t xml:space="preserve"> وأجلس حسناً وحسيناً كلّ منهما على فخذه</w:t>
      </w:r>
      <w:r w:rsidR="00455A43">
        <w:rPr>
          <w:rtl/>
        </w:rPr>
        <w:t>،</w:t>
      </w:r>
      <w:r w:rsidRPr="00402856">
        <w:rPr>
          <w:rtl/>
        </w:rPr>
        <w:t xml:space="preserve"> ثُمّ لفّ عليهم ثوبه</w:t>
      </w:r>
      <w:r w:rsidR="00AF124A">
        <w:rPr>
          <w:rtl/>
        </w:rPr>
        <w:t xml:space="preserve"> - </w:t>
      </w:r>
      <w:r w:rsidRPr="00402856">
        <w:rPr>
          <w:rtl/>
        </w:rPr>
        <w:t>أو قال كساء</w:t>
      </w:r>
      <w:r w:rsidR="00AF124A">
        <w:rPr>
          <w:rtl/>
        </w:rPr>
        <w:t xml:space="preserve"> - </w:t>
      </w:r>
      <w:r w:rsidRPr="00402856">
        <w:rPr>
          <w:rtl/>
        </w:rPr>
        <w:t xml:space="preserve">ثُمّ تلا هذه الآية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بيتي أحق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17 - 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عمر بن أبي سلمة</w:t>
      </w:r>
      <w:r w:rsidR="00AF124A">
        <w:rPr>
          <w:rtl/>
        </w:rPr>
        <w:t xml:space="preserve"> - </w:t>
      </w:r>
      <w:r w:rsidRPr="00402856">
        <w:rPr>
          <w:rtl/>
        </w:rPr>
        <w:t>ربيب النبي صلّى الله عليه وسلّم</w:t>
      </w:r>
      <w:r w:rsidR="00AF124A">
        <w:rPr>
          <w:rtl/>
        </w:rPr>
        <w:t xml:space="preserve"> - 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tl/>
        </w:rPr>
        <w:t xml:space="preserve"> نزلت هذه الآية على النبي صلّى الله عليه وسلّم</w:t>
      </w:r>
      <w:r w:rsidR="00AF124A">
        <w:rPr>
          <w:rtl/>
        </w:rPr>
        <w:t xml:space="preserve"> -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في بيت أُمّ سلمة</w:t>
      </w:r>
      <w:r w:rsidR="00455A43">
        <w:rPr>
          <w:rtl/>
        </w:rPr>
        <w:t>،</w:t>
      </w:r>
      <w:r w:rsidRPr="00402856">
        <w:rPr>
          <w:rtl/>
        </w:rPr>
        <w:t xml:space="preserve"> فدعا النبي صلّى الله عليه وسلّم فاطمة وحسناً وحسيناً فجلّلهم بكساء</w:t>
      </w:r>
      <w:r w:rsidR="00455A43">
        <w:rPr>
          <w:rtl/>
        </w:rPr>
        <w:t>،</w:t>
      </w:r>
      <w:r w:rsidRPr="00402856">
        <w:rPr>
          <w:rtl/>
        </w:rPr>
        <w:t xml:space="preserve"> وعليّ خلف ظهره فجلّله بكساء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فأذهب 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18 - روى ابن أبي شيبة</w:t>
      </w:r>
      <w:r w:rsidR="00455A43">
        <w:rPr>
          <w:rtl/>
        </w:rPr>
        <w:t>،</w:t>
      </w:r>
      <w:r w:rsidRPr="00402856">
        <w:rPr>
          <w:rtl/>
        </w:rPr>
        <w:t xml:space="preserve"> عن أُم ّسَلمة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كان عندها</w:t>
      </w:r>
      <w:r w:rsidR="00455A43">
        <w:rPr>
          <w:rtl/>
        </w:rPr>
        <w:t>،</w:t>
      </w:r>
      <w:r w:rsidRPr="00402856">
        <w:rPr>
          <w:rtl/>
        </w:rPr>
        <w:t xml:space="preserve"> فجاءت الخادم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عليٌّ وفاطمة بالسدة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تنحّي لي عن 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فتنحيت في ناحية البيت</w:t>
      </w:r>
      <w:r w:rsidR="00455A43">
        <w:rPr>
          <w:rtl/>
        </w:rPr>
        <w:t>،</w:t>
      </w:r>
      <w:r w:rsidRPr="00402856">
        <w:rPr>
          <w:rtl/>
        </w:rPr>
        <w:t xml:space="preserve"> فدخل عليّ وفاطمة وحسن وحسين</w:t>
      </w:r>
      <w:r w:rsidR="00455A43">
        <w:rPr>
          <w:rtl/>
        </w:rPr>
        <w:t>،</w:t>
      </w:r>
      <w:r w:rsidRPr="00402856">
        <w:rPr>
          <w:rtl/>
        </w:rPr>
        <w:t xml:space="preserve"> فوضعهما في حِجره</w:t>
      </w:r>
      <w:r w:rsidR="00455A43">
        <w:rPr>
          <w:rtl/>
        </w:rPr>
        <w:t>،</w:t>
      </w:r>
      <w:r w:rsidRPr="00402856">
        <w:rPr>
          <w:rtl/>
        </w:rPr>
        <w:t xml:space="preserve"> وأخذ عليّاً بإحدى يديه فضمّه إليه</w:t>
      </w:r>
      <w:r w:rsidR="00455A43">
        <w:rPr>
          <w:rtl/>
        </w:rPr>
        <w:t>،</w:t>
      </w:r>
      <w:r w:rsidRPr="00402856">
        <w:rPr>
          <w:rtl/>
        </w:rPr>
        <w:t xml:space="preserve"> وأخذ فاطمة باليد الأُخرى</w:t>
      </w:r>
      <w:r w:rsidR="00455A43">
        <w:rPr>
          <w:rtl/>
        </w:rPr>
        <w:t>،</w:t>
      </w:r>
      <w:r w:rsidRPr="00402856">
        <w:rPr>
          <w:rtl/>
        </w:rPr>
        <w:t xml:space="preserve"> فضمّها إليه وقبّلها وأغدق خميصة سوداء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إليك لا إلى النار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أنا وأهل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فناديته فقلت</w:t>
      </w:r>
      <w:r w:rsidR="00455A43">
        <w:rPr>
          <w:rtl/>
        </w:rPr>
        <w:t>:</w:t>
      </w:r>
      <w:r w:rsidRPr="00402856">
        <w:rPr>
          <w:rtl/>
        </w:rPr>
        <w:t xml:space="preserve"> وأنا يا رسول الله</w:t>
      </w:r>
      <w:r w:rsidR="00455A43">
        <w:rPr>
          <w:rtl/>
        </w:rPr>
        <w:t>.</w:t>
      </w:r>
      <w:r w:rsidRPr="00402856">
        <w:rPr>
          <w:rtl/>
        </w:rPr>
        <w:t xml:space="preserve">..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عن أُمّ سلمة زوج النبيّ صلى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ائتيني بزوجكِ وابنَيك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فجاءت بهم</w:t>
      </w:r>
      <w:r w:rsidR="00455A43">
        <w:rPr>
          <w:rtl/>
        </w:rPr>
        <w:t>،</w:t>
      </w:r>
      <w:r w:rsidRPr="00402856">
        <w:rPr>
          <w:rtl/>
        </w:rPr>
        <w:t xml:space="preserve"> فألقى عليهم رسول الله صلّى الله عليه وسلّم كساءً كان تحتي خيبريّاً أصبناه من خيبر</w:t>
      </w:r>
      <w:r w:rsidR="00455A43">
        <w:rPr>
          <w:rtl/>
        </w:rPr>
        <w:t>،</w:t>
      </w:r>
      <w:r w:rsidRPr="00402856">
        <w:rPr>
          <w:rtl/>
        </w:rPr>
        <w:t xml:space="preserve"> ثُمّ رفع يديه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إنّ هؤلاء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 صلواتك وبركاتك على آل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جعلتها 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فرفعت الكساء لأدخل معهم</w:t>
      </w:r>
      <w:r w:rsidR="00455A43">
        <w:rPr>
          <w:rtl/>
        </w:rPr>
        <w:t>،</w:t>
      </w:r>
      <w:r w:rsidRPr="00402856">
        <w:rPr>
          <w:rtl/>
        </w:rPr>
        <w:t xml:space="preserve"> فجذبه رسول الله صلّى الله عليه وسلّم من يدي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على خير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20 - 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إسماعيل بن عبد الله بن جعفر بن أبي طالب عن أبيه قال</w:t>
      </w:r>
      <w:r w:rsidR="00455A43">
        <w:rPr>
          <w:rtl/>
        </w:rPr>
        <w:t>:</w:t>
      </w:r>
      <w:r w:rsidRPr="00402856">
        <w:rPr>
          <w:rtl/>
        </w:rPr>
        <w:t xml:space="preserve"> لمّا نظر رسول الله صلّى الله عليه وسلّم إلى الرحمة هابطة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ادعوا 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فقالت صفيّة</w:t>
      </w:r>
      <w:r w:rsidR="00455A43">
        <w:rPr>
          <w:rtl/>
        </w:rPr>
        <w:t>:</w:t>
      </w:r>
      <w:r w:rsidRPr="00402856">
        <w:rPr>
          <w:rtl/>
        </w:rPr>
        <w:t xml:space="preserve"> مَن يا رسول الله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أهل بيتي عليّاً وفاطمة والحسن والحسين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فجيء بهم</w:t>
      </w:r>
      <w:r w:rsidR="00455A43">
        <w:rPr>
          <w:rtl/>
        </w:rPr>
        <w:t>،</w:t>
      </w:r>
      <w:r w:rsidRPr="00402856">
        <w:rPr>
          <w:rtl/>
        </w:rPr>
        <w:t xml:space="preserve"> فألقى عليهم النبي صلّى الله عليه وسلّم كساء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إلى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فصلِّ على محمد وعلى آل محمد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وأنزل الله عز وجل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 xml:space="preserve">إِنَّمَا يُرِيدُ اللَّهُ لِيُذْهِبَ عَنْكُمْ الرِّجْسَ أَهْلَ الْبَيْتِ وَيُطَهِّرَكُمْ </w:t>
      </w:r>
      <w:r w:rsidRPr="00402856">
        <w:rPr>
          <w:rStyle w:val="libAieChar"/>
          <w:rFonts w:hint="cs"/>
          <w:rtl/>
        </w:rPr>
        <w:t>تَطْهِيراً</w:t>
      </w:r>
      <w:r w:rsidR="00352E1E" w:rsidRPr="00352E1E">
        <w:rPr>
          <w:rStyle w:val="libAlaemChar"/>
          <w:rtl/>
        </w:rPr>
        <w:t>)</w:t>
      </w:r>
      <w:r w:rsidR="00455A43">
        <w:rPr>
          <w:rStyle w:val="libAieChar"/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21 - وروى أحمد في الفضائل</w:t>
      </w:r>
      <w:r w:rsidR="00455A43">
        <w:rPr>
          <w:rtl/>
        </w:rPr>
        <w:t>،</w:t>
      </w:r>
      <w:r w:rsidRPr="00402856">
        <w:rPr>
          <w:rtl/>
        </w:rPr>
        <w:t xml:space="preserve"> والمُحب الطبري في الذخائر</w:t>
      </w:r>
      <w:r w:rsidR="00455A43">
        <w:rPr>
          <w:rtl/>
        </w:rPr>
        <w:t>:</w:t>
      </w:r>
      <w:r w:rsidRPr="00402856">
        <w:rPr>
          <w:rtl/>
        </w:rPr>
        <w:t xml:space="preserve"> أنّه ذكر عند النبي صلّى الله عليه وسلّم قضاء قضى به عليّ بن أبي طالب</w:t>
      </w:r>
      <w:r w:rsidR="00455A43">
        <w:rPr>
          <w:rtl/>
        </w:rPr>
        <w:t>،</w:t>
      </w:r>
      <w:r w:rsidRPr="00402856">
        <w:rPr>
          <w:rtl/>
        </w:rPr>
        <w:t xml:space="preserve"> فأعجب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الحمدُ لله الذي جعل فينا الحكمة أهل البيت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وهكذا كان الإجماع على أنّ لفظ أهل البيت إذا أُطلق إنّما ينصرف إلى عليّ وفاطمة والحسن والحسين عليهم السلام</w:t>
      </w:r>
      <w:r w:rsidR="00455A43">
        <w:rPr>
          <w:rtl/>
        </w:rPr>
        <w:t>،</w:t>
      </w:r>
      <w:r w:rsidRPr="00402856">
        <w:rPr>
          <w:rtl/>
        </w:rPr>
        <w:t xml:space="preserve"> وذرّيتهم وإن لم يكن له إلاّ شهرته فيهم لكفى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سعد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نزل على رسول الله صلّى الله عليه وسلّم الوحي</w:t>
      </w:r>
      <w:r w:rsidR="00455A43">
        <w:rPr>
          <w:rtl/>
        </w:rPr>
        <w:t>،</w:t>
      </w:r>
      <w:r w:rsidRPr="00402856">
        <w:rPr>
          <w:rtl/>
        </w:rPr>
        <w:t xml:space="preserve"> فأدخل عليّاً وفاطمة وابنيهما</w:t>
      </w:r>
      <w:r w:rsidR="00AF124A">
        <w:rPr>
          <w:rtl/>
        </w:rPr>
        <w:t xml:space="preserve"> - </w:t>
      </w:r>
      <w:r w:rsidRPr="00402856">
        <w:rPr>
          <w:rtl/>
        </w:rPr>
        <w:t>أي</w:t>
      </w:r>
      <w:r w:rsidR="00455A43">
        <w:rPr>
          <w:rtl/>
        </w:rPr>
        <w:t>:</w:t>
      </w:r>
      <w:r w:rsidRPr="00402856">
        <w:rPr>
          <w:rtl/>
        </w:rPr>
        <w:t xml:space="preserve"> الحسن والحسين</w:t>
      </w:r>
      <w:r w:rsidR="00AF124A">
        <w:rPr>
          <w:rtl/>
        </w:rPr>
        <w:t xml:space="preserve"> - </w:t>
      </w:r>
      <w:r w:rsidRPr="00402856">
        <w:rPr>
          <w:rtl/>
        </w:rPr>
        <w:t>تحت ثوبه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أهلي وأهل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Bold1"/>
        <w:rPr>
          <w:rtl/>
        </w:rPr>
      </w:pPr>
      <w:r w:rsidRPr="00B47790">
        <w:rPr>
          <w:rtl/>
        </w:rPr>
        <w:t xml:space="preserve">ومنها </w:t>
      </w:r>
      <w:r w:rsidR="00352E1E">
        <w:rPr>
          <w:rtl/>
        </w:rPr>
        <w:t>(</w:t>
      </w:r>
      <w:r w:rsidRPr="00B47790">
        <w:rPr>
          <w:rtl/>
        </w:rPr>
        <w:t>ثانياً</w:t>
      </w:r>
      <w:r w:rsidR="00352E1E">
        <w:rPr>
          <w:rtl/>
        </w:rPr>
        <w:t>)</w:t>
      </w:r>
      <w:r w:rsidR="00455A43">
        <w:rPr>
          <w:rtl/>
        </w:rPr>
        <w:t>:</w:t>
      </w:r>
      <w:r>
        <w:rPr>
          <w:rFonts w:hint="cs"/>
          <w:rtl/>
        </w:rPr>
        <w:t xml:space="preserve"> </w:t>
      </w:r>
      <w:r w:rsidRPr="00B47790">
        <w:rPr>
          <w:rtl/>
        </w:rPr>
        <w:t>آية المباهلة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1 - أخرج مُسلم </w:t>
      </w:r>
      <w:r w:rsidR="00352E1E">
        <w:rPr>
          <w:rtl/>
        </w:rPr>
        <w:t>(</w:t>
      </w:r>
      <w:r w:rsidRPr="00402856">
        <w:rPr>
          <w:rtl/>
        </w:rPr>
        <w:t>15 / 176</w:t>
      </w:r>
      <w:r w:rsidR="00352E1E">
        <w:rPr>
          <w:rtl/>
        </w:rPr>
        <w:t>)</w:t>
      </w:r>
      <w:r w:rsidRPr="00402856">
        <w:rPr>
          <w:rtl/>
        </w:rPr>
        <w:t xml:space="preserve"> في صحيحه أنّه لمّا نزل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فَمَنْ حَاجَّكَ فِيهِ مِنْ بَعْدِ مَا جَاءَكَ مِنْ الْعِلْمِ فَقُلْ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آل عمران آية 61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دعا رسول الله صلّى الله عليه وسلّم عليّاً وفاطمة وحسناً وحسيناً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2 - وروى القاضي عياض في الشفا</w:t>
      </w:r>
      <w:r w:rsidR="00455A43">
        <w:rPr>
          <w:rtl/>
        </w:rPr>
        <w:t>،</w:t>
      </w:r>
      <w:r w:rsidRPr="00402856">
        <w:rPr>
          <w:rtl/>
        </w:rPr>
        <w:t xml:space="preserve"> عن سعد بن أبي وقاص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آية المُباهلة</w:t>
      </w:r>
      <w:r w:rsidR="00455A43">
        <w:rPr>
          <w:rtl/>
        </w:rPr>
        <w:t>،</w:t>
      </w:r>
      <w:r w:rsidRPr="00402856">
        <w:rPr>
          <w:rtl/>
        </w:rPr>
        <w:t xml:space="preserve"> دعا النبي صلّى الله عليه وسلّم عليّاً وحسناً وحسيناً وفاطمة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3 - وذكر ابن كثير في تفسيره</w:t>
      </w:r>
      <w:r w:rsidR="00455A43">
        <w:rPr>
          <w:rtl/>
        </w:rPr>
        <w:t>،</w:t>
      </w:r>
      <w:r w:rsidRPr="00402856">
        <w:rPr>
          <w:rtl/>
        </w:rPr>
        <w:t xml:space="preserve"> قال أبو بكر 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جابر</w:t>
      </w:r>
      <w:r w:rsidR="00455A43">
        <w:rPr>
          <w:rtl/>
        </w:rPr>
        <w:t>:</w:t>
      </w:r>
      <w:r w:rsidRPr="00402856">
        <w:rPr>
          <w:rtl/>
        </w:rPr>
        <w:t xml:space="preserve"> قدم على النبي صلى الله عليه وسلم العاقب والطيّب </w:t>
      </w:r>
      <w:r w:rsidR="00352E1E">
        <w:rPr>
          <w:rtl/>
        </w:rPr>
        <w:t>(</w:t>
      </w:r>
      <w:r w:rsidRPr="00402856">
        <w:rPr>
          <w:rtl/>
        </w:rPr>
        <w:t>وَفد نصارى نجران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فدعاهما إلى المُلاعنة</w:t>
      </w:r>
      <w:r w:rsidR="00455A43">
        <w:rPr>
          <w:rtl/>
        </w:rPr>
        <w:t>،</w:t>
      </w:r>
      <w:r w:rsidRPr="00402856">
        <w:rPr>
          <w:rtl/>
        </w:rPr>
        <w:t xml:space="preserve"> فواعداه على أن يُلاعناه الغداة</w:t>
      </w:r>
      <w:r w:rsidR="00455A43">
        <w:rPr>
          <w:rtl/>
        </w:rPr>
        <w:t>،</w:t>
      </w:r>
      <w:r w:rsidRPr="00402856">
        <w:rPr>
          <w:rtl/>
        </w:rPr>
        <w:t xml:space="preserve"> قال فغدا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فأخذ بيَدِ عليّ وفاطمة والحسن والحسين ثمّ أرسل إليهما فأبَيا أن يجيبا وأقرّا له بالخراج</w:t>
      </w:r>
      <w:r w:rsidR="00455A43">
        <w:rPr>
          <w:rtl/>
        </w:rPr>
        <w:t>،</w:t>
      </w:r>
      <w:r w:rsidRPr="00402856">
        <w:rPr>
          <w:rtl/>
        </w:rPr>
        <w:t xml:space="preserve"> قال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والذي بعثني بالحقّ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لو قالا لأمطر عليهم الوادي ناراً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جابر</w:t>
      </w:r>
      <w:r w:rsidR="00455A43">
        <w:rPr>
          <w:rtl/>
        </w:rPr>
        <w:t>،</w:t>
      </w:r>
      <w:r w:rsidRPr="00402856">
        <w:rPr>
          <w:rtl/>
        </w:rPr>
        <w:t xml:space="preserve"> وفيهم نزلت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5005B1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... نَدْعُ أَبْنَاءَنَا وَأَبْنَاءَكُمْ وَنِسَاءَنَا وَنِسَاءَكُمْ وَأَنْفُسَنَا وَأَنْفُسَكُمْ</w:t>
      </w:r>
      <w:r w:rsidR="00455A43">
        <w:rPr>
          <w:rStyle w:val="libAieChar"/>
          <w:rFonts w:hint="cs"/>
          <w:rtl/>
        </w:rPr>
        <w:t>.</w:t>
      </w:r>
      <w:r w:rsidRPr="00402856">
        <w:rPr>
          <w:rStyle w:val="libAieChar"/>
          <w:rFonts w:hint="cs"/>
          <w:rtl/>
        </w:rPr>
        <w:t>.</w:t>
      </w:r>
      <w:r w:rsidRPr="005005B1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ابن مردويه والحاكم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ورواه الطيالسي</w:t>
      </w:r>
      <w:r w:rsidR="00455A43">
        <w:rPr>
          <w:rtl/>
        </w:rPr>
        <w:t>،</w:t>
      </w:r>
      <w:r w:rsidRPr="00402856">
        <w:rPr>
          <w:rtl/>
        </w:rPr>
        <w:t xml:space="preserve"> عن الشعبي مرسلاً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4 - إنّه ليس هناك مِن دليل أقوى من هذا على فضل أصحاب الكساء</w:t>
      </w:r>
      <w:r w:rsidR="00455A43">
        <w:rPr>
          <w:rtl/>
        </w:rPr>
        <w:t>،</w:t>
      </w:r>
      <w:r w:rsidRPr="00402856">
        <w:rPr>
          <w:rtl/>
        </w:rPr>
        <w:t xml:space="preserve"> وهُم</w:t>
      </w:r>
      <w:r w:rsidR="00455A43">
        <w:rPr>
          <w:rtl/>
        </w:rPr>
        <w:t>:</w:t>
      </w:r>
      <w:r w:rsidRPr="00402856">
        <w:rPr>
          <w:rtl/>
        </w:rPr>
        <w:t xml:space="preserve"> عليّ</w:t>
      </w:r>
      <w:r w:rsidR="00455A43">
        <w:rPr>
          <w:rtl/>
        </w:rPr>
        <w:t>،</w:t>
      </w:r>
      <w:r w:rsidRPr="00402856">
        <w:rPr>
          <w:rtl/>
        </w:rPr>
        <w:t xml:space="preserve"> وفاطمة</w:t>
      </w:r>
      <w:r w:rsidR="00455A43">
        <w:rPr>
          <w:rtl/>
        </w:rPr>
        <w:t>،</w:t>
      </w:r>
      <w:r w:rsidRPr="00402856">
        <w:rPr>
          <w:rtl/>
        </w:rPr>
        <w:t xml:space="preserve"> والحسن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</w:t>
      </w:r>
      <w:r w:rsidR="00455A43">
        <w:rPr>
          <w:rtl/>
        </w:rPr>
        <w:t>؛</w:t>
      </w:r>
      <w:r w:rsidR="00347D6A">
        <w:rPr>
          <w:rtl/>
        </w:rPr>
        <w:t xml:space="preserve"> لأنّ الآية لم</w:t>
      </w:r>
      <w:r w:rsidRPr="00402856">
        <w:rPr>
          <w:rtl/>
        </w:rPr>
        <w:t>ا نزلت دعاهم النبي صلّى الله عليه وسلّم فاحتضن الحسين</w:t>
      </w:r>
      <w:r w:rsidR="00455A43">
        <w:rPr>
          <w:rtl/>
        </w:rPr>
        <w:t>،</w:t>
      </w:r>
      <w:r w:rsidRPr="00402856">
        <w:rPr>
          <w:rtl/>
        </w:rPr>
        <w:t xml:space="preserve"> وأخذ بيد الحسن</w:t>
      </w:r>
      <w:r w:rsidR="00455A43">
        <w:rPr>
          <w:rtl/>
        </w:rPr>
        <w:t>،</w:t>
      </w:r>
      <w:r w:rsidRPr="00402856">
        <w:rPr>
          <w:rtl/>
        </w:rPr>
        <w:t xml:space="preserve"> ومشت فاطمة خَلفه</w:t>
      </w:r>
      <w:r w:rsidR="00455A43">
        <w:rPr>
          <w:rtl/>
        </w:rPr>
        <w:t>،</w:t>
      </w:r>
      <w:r w:rsidRPr="00402856">
        <w:rPr>
          <w:rtl/>
        </w:rPr>
        <w:t xml:space="preserve"> وعليّ خلفهما</w:t>
      </w:r>
      <w:r w:rsidR="00455A43">
        <w:rPr>
          <w:rtl/>
        </w:rPr>
        <w:t>.</w:t>
      </w:r>
      <w:r w:rsidRPr="00402856">
        <w:rPr>
          <w:rtl/>
        </w:rPr>
        <w:t xml:space="preserve"> فعُلم أنّهم المُراد بالآية</w:t>
      </w:r>
      <w:r w:rsidR="00455A43">
        <w:rPr>
          <w:rtl/>
        </w:rPr>
        <w:t>،</w:t>
      </w:r>
      <w:r w:rsidRPr="00402856">
        <w:rPr>
          <w:rtl/>
        </w:rPr>
        <w:t xml:space="preserve"> وأنّ أولاد فاطمة وأبناءهم يُسمّون أبناء النبيّ</w:t>
      </w:r>
      <w:r w:rsidR="00455A43">
        <w:rPr>
          <w:rtl/>
        </w:rPr>
        <w:t>،</w:t>
      </w:r>
      <w:r w:rsidRPr="00402856">
        <w:rPr>
          <w:rtl/>
        </w:rPr>
        <w:t xml:space="preserve"> ويُنسبون إليه نسبة صحيحة نافعة في الدنيا والآخرة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5 - وقال الرازي في تفسيره الكبير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هذه الآية</w:t>
      </w:r>
      <w:r w:rsidR="00AF124A">
        <w:rPr>
          <w:rtl/>
        </w:rPr>
        <w:t xml:space="preserve"> - </w:t>
      </w:r>
      <w:r w:rsidRPr="00402856">
        <w:rPr>
          <w:rtl/>
        </w:rPr>
        <w:t>آية المُباهلة</w:t>
      </w:r>
      <w:r w:rsidR="00455A43">
        <w:rPr>
          <w:rtl/>
        </w:rPr>
        <w:t>،</w:t>
      </w:r>
      <w:r w:rsidRPr="00402856">
        <w:rPr>
          <w:rtl/>
        </w:rPr>
        <w:t xml:space="preserve"> آل عمران 61</w:t>
      </w:r>
      <w:r w:rsidR="00AF124A">
        <w:rPr>
          <w:rtl/>
        </w:rPr>
        <w:t xml:space="preserve"> - </w:t>
      </w:r>
      <w:r w:rsidRPr="00402856">
        <w:rPr>
          <w:rtl/>
        </w:rPr>
        <w:t>دالّة على أنّ الحسين والحسين كانا ابني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فقد وعد النبي صلّى الله عليه وسلّم أن يدعو أبناءه</w:t>
      </w:r>
      <w:r w:rsidR="00455A43">
        <w:rPr>
          <w:rtl/>
        </w:rPr>
        <w:t>،</w:t>
      </w:r>
      <w:r w:rsidRPr="00402856">
        <w:rPr>
          <w:rtl/>
        </w:rPr>
        <w:t xml:space="preserve"> فدعا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فوجب أن يكونا ابنيه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ويذهب محمد جواد مُغنية في كتابه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فضائل الإمام عليّ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إلى أنّ السنّة والشيعة قد اتّفقوا على أنّ المُراد بأنفسنا في الآية</w:t>
      </w:r>
      <w:r w:rsidR="00455A43">
        <w:rPr>
          <w:rtl/>
        </w:rPr>
        <w:t>:</w:t>
      </w:r>
      <w:r w:rsidRPr="00402856">
        <w:rPr>
          <w:rtl/>
        </w:rPr>
        <w:t xml:space="preserve"> النبي صلّى الله عليه وسلّم وعليّ</w:t>
      </w:r>
      <w:r w:rsidR="00455A43">
        <w:rPr>
          <w:rtl/>
        </w:rPr>
        <w:t>،</w:t>
      </w:r>
      <w:r w:rsidRPr="00402856">
        <w:rPr>
          <w:rtl/>
        </w:rPr>
        <w:t xml:space="preserve"> وبنسائنا فاطمة</w:t>
      </w:r>
      <w:r w:rsidR="00455A43">
        <w:rPr>
          <w:rtl/>
        </w:rPr>
        <w:t>،</w:t>
      </w:r>
      <w:r w:rsidRPr="00402856">
        <w:rPr>
          <w:rtl/>
        </w:rPr>
        <w:t xml:space="preserve"> وبأبنائنا الحسن والحسين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Bold1"/>
        <w:rPr>
          <w:rtl/>
        </w:rPr>
      </w:pPr>
      <w:r w:rsidRPr="00B47790">
        <w:rPr>
          <w:rtl/>
        </w:rPr>
        <w:t xml:space="preserve">ومنها </w:t>
      </w:r>
      <w:r w:rsidR="00352E1E">
        <w:rPr>
          <w:rtl/>
        </w:rPr>
        <w:t>(</w:t>
      </w:r>
      <w:r w:rsidRPr="00B47790">
        <w:rPr>
          <w:rtl/>
        </w:rPr>
        <w:t>ثالثاً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إنّ الحسن بن علي رضي الله عنه خَطب في أهل العراق بعد أن استُخلف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أهل العراق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اتقوا الله فينا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فإنّا أُمراؤكم وضيفانكم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ونحن أهل البيت الذي قال الله تعالى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 xml:space="preserve">إِنَّمَا يُرِيدُ اللَّهُ لِيُذْهِبَ عَنْكُمْ الرِّجْسَ أَهْلَ الْبَيْتِ وَيُطَهِّرَكُمْ </w:t>
      </w:r>
      <w:r w:rsidRPr="00402856">
        <w:rPr>
          <w:rStyle w:val="libAieChar"/>
          <w:rFonts w:hint="cs"/>
          <w:rtl/>
        </w:rPr>
        <w:t>تَطْهِيراً</w:t>
      </w:r>
      <w:r w:rsidR="00352E1E" w:rsidRPr="00352E1E">
        <w:rPr>
          <w:rStyle w:val="libAlaem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فما زال يقولها حتّى ما بقيَ أحد من أهل المسجد إلاّ وهو يحنّ بكاءً</w:t>
      </w:r>
      <w:r w:rsidR="00455A43">
        <w:rPr>
          <w:rtl/>
        </w:rPr>
        <w:t>،</w:t>
      </w:r>
      <w:r w:rsidRPr="00402856">
        <w:rPr>
          <w:rtl/>
        </w:rPr>
        <w:t xml:space="preserve"> وقال الإمام الحسن أيضاً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نحن حزب الله المُفلحون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وعِترة رسول الله صلّى الله عليه وسلّم الأقربون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بيته الطاهرين الطيّبون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وأحد الثِقلَين اللذَين خلّفهما رسول الله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والثاني كتاب الله فيه تفصيل كل شيء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يأتيه الباطل من بين يديه ولا من خَلفه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والمعوّل عليه في كلّ شيء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يخطئنا تأويله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بل نتيقّن حقائقه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فأطيعونا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طاعتنا مُفروضة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إذ كانت بطاعة الله والرسول وأُولي الأمر مقرونة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Bold1"/>
        <w:rPr>
          <w:rtl/>
        </w:rPr>
      </w:pPr>
      <w:r w:rsidRPr="00B47790">
        <w:rPr>
          <w:rtl/>
        </w:rPr>
        <w:t xml:space="preserve">ومنها </w:t>
      </w:r>
      <w:r w:rsidR="00352E1E">
        <w:rPr>
          <w:rtl/>
        </w:rPr>
        <w:t>(</w:t>
      </w:r>
      <w:r w:rsidRPr="00B47790">
        <w:rPr>
          <w:rtl/>
        </w:rPr>
        <w:t>رابعاً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روي عن السدي</w:t>
      </w:r>
      <w:r w:rsidR="00455A43">
        <w:rPr>
          <w:rtl/>
        </w:rPr>
        <w:t>،</w:t>
      </w:r>
      <w:r w:rsidRPr="00402856">
        <w:rPr>
          <w:rtl/>
        </w:rPr>
        <w:t xml:space="preserve"> عن أبي الديلم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قال علي بن الحسين</w:t>
      </w:r>
      <w:r w:rsidR="00AF124A">
        <w:rPr>
          <w:rtl/>
        </w:rPr>
        <w:t xml:space="preserve"> - </w:t>
      </w:r>
      <w:r w:rsidRPr="00402856">
        <w:rPr>
          <w:rtl/>
        </w:rPr>
        <w:t>الإمام علي زين العابدين</w:t>
      </w:r>
      <w:r w:rsidR="00AF124A">
        <w:rPr>
          <w:rtl/>
        </w:rPr>
        <w:t xml:space="preserve"> - </w:t>
      </w:r>
      <w:r w:rsidRPr="00402856">
        <w:rPr>
          <w:rtl/>
        </w:rPr>
        <w:t>لرجلٍ من أهل الشام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أما قرأت في الأحزاب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 xml:space="preserve">إِنَّمَا يُرِيدُ اللَّهُ لِيُذْهِبَ عَنْكُمْ الرِّجْسَ أَهْلَ الْبَيْتِ وَيُطَهِّرَكُمْ </w:t>
      </w:r>
      <w:r w:rsidRPr="00402856">
        <w:rPr>
          <w:rStyle w:val="libAieChar"/>
          <w:rFonts w:hint="cs"/>
          <w:rtl/>
        </w:rPr>
        <w:t>تَطْهِيراً</w:t>
      </w:r>
      <w:r w:rsidR="00352E1E" w:rsidRPr="00352E1E">
        <w:rPr>
          <w:rStyle w:val="libAlaemChar"/>
          <w:rtl/>
        </w:rPr>
        <w:t>)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>.. قال</w:t>
      </w:r>
      <w:r w:rsidR="00455A43">
        <w:rPr>
          <w:rtl/>
        </w:rPr>
        <w:t>:</w:t>
      </w:r>
      <w:r w:rsidRPr="00402856">
        <w:rPr>
          <w:rtl/>
        </w:rPr>
        <w:t xml:space="preserve"> ولأنتم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هُم</w:t>
      </w:r>
      <w:r w:rsidR="00455A43">
        <w:rPr>
          <w:rtl/>
        </w:rPr>
        <w:t>؟</w:t>
      </w:r>
      <w:r w:rsidRPr="00402856">
        <w:rPr>
          <w:rtl/>
        </w:rPr>
        <w:t>!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نعم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أُخرى</w:t>
      </w:r>
      <w:r w:rsidR="00455A43">
        <w:rPr>
          <w:rtl/>
        </w:rPr>
        <w:t>:</w:t>
      </w:r>
      <w:r w:rsidRPr="00402856">
        <w:rPr>
          <w:rtl/>
        </w:rPr>
        <w:t xml:space="preserve"> إنّه لمّا جيء بعليّ بن الحسين أسيراً</w:t>
      </w:r>
      <w:r w:rsidR="00455A43">
        <w:rPr>
          <w:rtl/>
        </w:rPr>
        <w:t>،</w:t>
      </w:r>
      <w:r w:rsidRPr="00402856">
        <w:rPr>
          <w:rtl/>
        </w:rPr>
        <w:t xml:space="preserve"> وأُقيم على درج دمشق</w:t>
      </w:r>
      <w:r w:rsidR="00455A43">
        <w:rPr>
          <w:rtl/>
        </w:rPr>
        <w:t>،</w:t>
      </w:r>
      <w:r w:rsidRPr="00402856">
        <w:rPr>
          <w:rtl/>
        </w:rPr>
        <w:t xml:space="preserve"> قام رجل من أهل الشام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الحمد لله الذي قتلكم واستأصلكم وقطع قرن الفتنة</w:t>
      </w:r>
      <w:r w:rsidR="00455A43">
        <w:rPr>
          <w:rtl/>
        </w:rPr>
        <w:t>،</w:t>
      </w:r>
      <w:r w:rsidRPr="00402856">
        <w:rPr>
          <w:rtl/>
        </w:rPr>
        <w:t xml:space="preserve"> قال له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أقرأت القرآن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نعم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قرأت ال حم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قرأتُ القرآن ولم أقرأ </w:t>
      </w:r>
      <w:r w:rsidR="00352E1E">
        <w:rPr>
          <w:rtl/>
        </w:rPr>
        <w:t>(</w:t>
      </w:r>
      <w:r w:rsidRPr="00402856">
        <w:rPr>
          <w:rtl/>
        </w:rPr>
        <w:t>ال حم</w:t>
      </w:r>
      <w:r w:rsidR="00352E1E">
        <w:rPr>
          <w:rtl/>
        </w:rPr>
        <w:t>)</w:t>
      </w:r>
      <w:r w:rsidR="00455A43">
        <w:rPr>
          <w:rtl/>
        </w:rPr>
        <w:t>؟</w:t>
      </w:r>
      <w:r w:rsidRPr="00402856">
        <w:rPr>
          <w:rtl/>
        </w:rPr>
        <w:t>!!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 xml:space="preserve">ما قرأت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tl/>
        </w:rPr>
        <w:t>)</w:t>
      </w:r>
      <w:r w:rsidR="00455A43">
        <w:rPr>
          <w:rtl/>
        </w:rPr>
        <w:t>؟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>.. قال</w:t>
      </w:r>
      <w:r w:rsidR="00455A43">
        <w:rPr>
          <w:rtl/>
        </w:rPr>
        <w:t>:</w:t>
      </w:r>
      <w:r w:rsidRPr="00402856">
        <w:rPr>
          <w:rtl/>
        </w:rPr>
        <w:t xml:space="preserve"> فإنّكم لإيّاهم</w:t>
      </w:r>
      <w:r w:rsidR="00455A43">
        <w:rPr>
          <w:rtl/>
        </w:rPr>
        <w:t>؟</w:t>
      </w:r>
      <w:r w:rsidRPr="00402856">
        <w:rPr>
          <w:rtl/>
        </w:rPr>
        <w:t>!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نعم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352E1E">
      <w:pPr>
        <w:pStyle w:val="libNormal"/>
        <w:rPr>
          <w:rtl/>
        </w:rPr>
      </w:pPr>
      <w:r w:rsidRPr="00352E1E">
        <w:rPr>
          <w:rStyle w:val="libBold2Char"/>
          <w:rtl/>
        </w:rPr>
        <w:t xml:space="preserve">ومنها </w:t>
      </w:r>
      <w:r w:rsidR="00352E1E" w:rsidRPr="00352E1E">
        <w:rPr>
          <w:rStyle w:val="libBold2Char"/>
          <w:rtl/>
        </w:rPr>
        <w:t>(</w:t>
      </w:r>
      <w:r w:rsidRPr="00352E1E">
        <w:rPr>
          <w:rStyle w:val="libBold2Char"/>
          <w:rtl/>
        </w:rPr>
        <w:t>خامساً</w:t>
      </w:r>
      <w:r w:rsidR="00352E1E" w:rsidRPr="00352E1E">
        <w:rPr>
          <w:rStyle w:val="libBold2Char"/>
          <w:rtl/>
        </w:rPr>
        <w:t>)</w:t>
      </w:r>
      <w:r w:rsidR="00455A43" w:rsidRPr="00352E1E">
        <w:rPr>
          <w:rStyle w:val="libBold2Char"/>
          <w:rtl/>
        </w:rPr>
        <w:t>:</w:t>
      </w:r>
      <w:r w:rsidRPr="00B47790">
        <w:rPr>
          <w:rtl/>
        </w:rPr>
        <w:t xml:space="preserve"> </w:t>
      </w:r>
      <w:r w:rsidRPr="00402856">
        <w:rPr>
          <w:rtl/>
        </w:rPr>
        <w:t>ما جاء في تفسير البيضاوي</w:t>
      </w:r>
      <w:r w:rsidR="00455A43">
        <w:rPr>
          <w:rtl/>
        </w:rPr>
        <w:t>،</w:t>
      </w:r>
      <w:r w:rsidRPr="00402856">
        <w:rPr>
          <w:rtl/>
        </w:rPr>
        <w:t xml:space="preserve"> في تفسيره لقوله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قيل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مَن قرابتك هؤلاء الذين وجبت علينا مودّتهم</w:t>
      </w:r>
      <w:r w:rsidR="00455A43">
        <w:rPr>
          <w:rtl/>
        </w:rPr>
        <w:t>؟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عليّ وفاطمة وابناهما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352E1E">
      <w:pPr>
        <w:pStyle w:val="libNormal"/>
        <w:rPr>
          <w:rtl/>
        </w:rPr>
      </w:pPr>
      <w:r w:rsidRPr="00352E1E">
        <w:rPr>
          <w:rStyle w:val="libBold2Char"/>
          <w:rtl/>
        </w:rPr>
        <w:t xml:space="preserve">ومنها </w:t>
      </w:r>
      <w:r w:rsidR="00352E1E" w:rsidRPr="00352E1E">
        <w:rPr>
          <w:rStyle w:val="libBold2Char"/>
          <w:rtl/>
        </w:rPr>
        <w:t>(</w:t>
      </w:r>
      <w:r w:rsidRPr="00352E1E">
        <w:rPr>
          <w:rStyle w:val="libBold2Char"/>
          <w:rtl/>
        </w:rPr>
        <w:t>سادساً</w:t>
      </w:r>
      <w:r w:rsidR="00352E1E" w:rsidRPr="00352E1E">
        <w:rPr>
          <w:rStyle w:val="libBold2Char"/>
          <w:rtl/>
        </w:rPr>
        <w:t>)</w:t>
      </w:r>
      <w:r w:rsidR="00455A43" w:rsidRPr="00352E1E">
        <w:rPr>
          <w:rStyle w:val="libBold2Char"/>
          <w:rtl/>
        </w:rPr>
        <w:t>:</w:t>
      </w:r>
      <w:r w:rsidRPr="00402856">
        <w:rPr>
          <w:rtl/>
        </w:rPr>
        <w:t xml:space="preserve"> ما ذهب إليه ابن القيم الجوزية</w:t>
      </w:r>
      <w:r w:rsidR="00455A43">
        <w:rPr>
          <w:rtl/>
        </w:rPr>
        <w:t>:</w:t>
      </w:r>
      <w:r w:rsidRPr="00402856">
        <w:rPr>
          <w:rtl/>
        </w:rPr>
        <w:t xml:space="preserve"> مِن أنّ أولاد فاطمة رضي الله عنهم إنّما يدخلون في ذريّة النبي صلّى الله عليه وسلّم المطلوب لهم من الله الصلاة</w:t>
      </w:r>
      <w:r w:rsidR="00455A43">
        <w:rPr>
          <w:rtl/>
        </w:rPr>
        <w:t>؛</w:t>
      </w:r>
      <w:r w:rsidRPr="00402856">
        <w:rPr>
          <w:rtl/>
        </w:rPr>
        <w:t xml:space="preserve"> لأن أحداً من بناته لم يعقب غيرها</w:t>
      </w:r>
      <w:r w:rsidR="00455A43">
        <w:rPr>
          <w:rtl/>
        </w:rPr>
        <w:t>،</w:t>
      </w:r>
      <w:r w:rsidRPr="00402856">
        <w:rPr>
          <w:rtl/>
        </w:rPr>
        <w:t xml:space="preserve"> فمَن انتسب إليه صلّى الله عليه وسلّم من أولاد ابنته إنّما هُم من جهة فاطمة رضي الله عنها خاصّة</w:t>
      </w:r>
      <w:r w:rsidR="00455A43">
        <w:rPr>
          <w:rtl/>
        </w:rPr>
        <w:t>؛</w:t>
      </w:r>
      <w:r w:rsidRPr="00402856">
        <w:rPr>
          <w:rtl/>
        </w:rPr>
        <w:t xml:space="preserve"> ولهذا قال النبي صلّى الله عليه وسلّم في الحسن ابن ابنته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فسمّاه ابنه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0169C0" w:rsidP="00402856">
      <w:pPr>
        <w:pStyle w:val="libNormal"/>
        <w:rPr>
          <w:rtl/>
        </w:rPr>
      </w:pPr>
      <w:r>
        <w:rPr>
          <w:rtl/>
        </w:rPr>
        <w:t>ولم</w:t>
      </w:r>
      <w:r w:rsidR="00402856" w:rsidRPr="00402856">
        <w:rPr>
          <w:rtl/>
        </w:rPr>
        <w:t>ا نزلت آية المباهلة</w:t>
      </w:r>
      <w:r w:rsidR="00455A43">
        <w:rPr>
          <w:rtl/>
        </w:rPr>
        <w:t>،</w:t>
      </w:r>
      <w:r w:rsidR="00402856" w:rsidRPr="00402856">
        <w:rPr>
          <w:rtl/>
        </w:rPr>
        <w:t xml:space="preserve"> دعا النبي فاطمة وحسناً وحسيناً </w:t>
      </w:r>
      <w:r w:rsidR="00352E1E" w:rsidRPr="00352E1E">
        <w:rPr>
          <w:rStyle w:val="libAlaemChar"/>
          <w:rtl/>
        </w:rPr>
        <w:t>رضي‌الله‌عنهم</w:t>
      </w:r>
      <w:r w:rsidR="00402856" w:rsidRPr="00402856">
        <w:rPr>
          <w:rtl/>
        </w:rPr>
        <w:t xml:space="preserve"> وخرج للمباهلة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كما قال الله تعالى في حقّ إبراهيم </w:t>
      </w:r>
      <w:r w:rsidR="00402856" w:rsidRPr="005005B1">
        <w:rPr>
          <w:rStyle w:val="libAlaemChar"/>
          <w:rFonts w:hint="cs"/>
          <w:rtl/>
        </w:rPr>
        <w:t>(</w:t>
      </w:r>
      <w:r w:rsidR="00402856" w:rsidRPr="00402856">
        <w:rPr>
          <w:rStyle w:val="libAieChar"/>
          <w:rFonts w:hint="cs"/>
          <w:rtl/>
        </w:rPr>
        <w:t>وَمِنْ ذُرِّيَّتِهِ دَاوُودَ وَسُلَيْمَانَ</w:t>
      </w:r>
      <w:r w:rsidR="00455A43">
        <w:rPr>
          <w:rStyle w:val="libAieChar"/>
          <w:rFonts w:hint="cs"/>
          <w:rtl/>
        </w:rPr>
        <w:t>.</w:t>
      </w:r>
      <w:r w:rsidR="00402856" w:rsidRPr="00402856">
        <w:rPr>
          <w:rStyle w:val="libAieChar"/>
          <w:rFonts w:hint="cs"/>
          <w:rtl/>
        </w:rPr>
        <w:t>..</w:t>
      </w:r>
      <w:r w:rsidR="00352E1E" w:rsidRPr="00352E1E">
        <w:rPr>
          <w:rStyle w:val="libAlaemChar"/>
          <w:rFonts w:hint="cs"/>
          <w:rtl/>
        </w:rPr>
        <w:t>)</w:t>
      </w:r>
      <w:r w:rsidR="00402856" w:rsidRPr="00402856">
        <w:rPr>
          <w:rtl/>
        </w:rPr>
        <w:t xml:space="preserve"> إلى آخر آيتَي الأنعام 84</w:t>
      </w:r>
      <w:r w:rsidR="00455A43">
        <w:rPr>
          <w:rtl/>
        </w:rPr>
        <w:t>،</w:t>
      </w:r>
      <w:r w:rsidR="00402856" w:rsidRPr="00402856">
        <w:rPr>
          <w:rtl/>
        </w:rPr>
        <w:t xml:space="preserve"> 85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وجاء في تفسير ابن كثير</w:t>
      </w:r>
      <w:r w:rsidR="00455A43">
        <w:rPr>
          <w:rtl/>
        </w:rPr>
        <w:t>:</w:t>
      </w:r>
      <w:r w:rsidRPr="00402856">
        <w:rPr>
          <w:rtl/>
        </w:rPr>
        <w:t xml:space="preserve"> وفي ذكر عيسى في ذريّة إبراهيم عليهما السلام</w:t>
      </w:r>
      <w:r w:rsidR="00455A43">
        <w:rPr>
          <w:rtl/>
        </w:rPr>
        <w:t>،</w:t>
      </w:r>
      <w:r w:rsidRPr="00402856">
        <w:rPr>
          <w:rtl/>
        </w:rPr>
        <w:t xml:space="preserve"> دلالة على دخول وِلد البنات في ذريّة الرجل</w:t>
      </w:r>
      <w:r w:rsidR="00455A43">
        <w:rPr>
          <w:rtl/>
        </w:rPr>
        <w:t>؛</w:t>
      </w:r>
      <w:r w:rsidRPr="00402856">
        <w:rPr>
          <w:rtl/>
        </w:rPr>
        <w:t xml:space="preserve"> لأنّ عيسى عليه السلام إنّما يُنسب إلى إبراهيم عليه السلام بأُمه مريم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فإنّه لا أب 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أبي حاتم</w:t>
      </w:r>
      <w:r w:rsidR="00455A43">
        <w:rPr>
          <w:rtl/>
        </w:rPr>
        <w:t>:</w:t>
      </w:r>
      <w:r w:rsidRPr="00402856">
        <w:rPr>
          <w:rtl/>
        </w:rPr>
        <w:t xml:space="preserve"> أنّ الحجّاج أرسل إلى يحيى بن يعمر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بلَغني أنّك تزعم أنّ الحسن والحسين من ذُرّية النبيّ صلّى الله عليه وسلّم تجده في كتاب الله</w:t>
      </w:r>
      <w:r w:rsidR="00455A43">
        <w:rPr>
          <w:rtl/>
        </w:rPr>
        <w:t>!</w:t>
      </w:r>
      <w:r w:rsidRPr="00402856">
        <w:rPr>
          <w:rtl/>
        </w:rPr>
        <w:t xml:space="preserve"> وقد قرأته من أوله إلى آخره</w:t>
      </w:r>
      <w:r w:rsidR="00455A43">
        <w:rPr>
          <w:rtl/>
        </w:rPr>
        <w:t>،</w:t>
      </w:r>
      <w:r w:rsidRPr="00402856">
        <w:rPr>
          <w:rtl/>
        </w:rPr>
        <w:t xml:space="preserve"> فلم أجده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أليس تقرأ سورة الأنعام </w:t>
      </w:r>
      <w:r w:rsidRPr="005005B1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وَمِنْ ذُرِّيَّتِهِ دَاوُودَ وَسُلَيْمَانَ</w:t>
      </w:r>
      <w:r w:rsidR="00455A43">
        <w:rPr>
          <w:rStyle w:val="libAieChar"/>
          <w:rFonts w:hint="cs"/>
          <w:rtl/>
        </w:rPr>
        <w:t>.</w:t>
      </w:r>
      <w:r w:rsidRPr="00402856">
        <w:rPr>
          <w:rStyle w:val="libAieChar"/>
          <w:rFonts w:hint="cs"/>
          <w:rtl/>
        </w:rPr>
        <w:t>..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حتّى بلغ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وَيَحْيَى وَعِيسَى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بلى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أليس عيسى من ذرية إبراهيم وليس له أب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صدقت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في صحيحه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 للحسن بن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وأمّا مَن قال بعدم دخولهم</w:t>
      </w:r>
      <w:r w:rsidR="00455A43">
        <w:rPr>
          <w:rtl/>
        </w:rPr>
        <w:t>،</w:t>
      </w:r>
      <w:r w:rsidRPr="00402856">
        <w:rPr>
          <w:rtl/>
        </w:rPr>
        <w:t xml:space="preserve"> فحُجّته أنّ وِلد البنات إنّما ينتسبون إلى آبائهم حقيقة</w:t>
      </w:r>
      <w:r w:rsidR="00455A43">
        <w:rPr>
          <w:rtl/>
        </w:rPr>
        <w:t>،</w:t>
      </w:r>
      <w:r w:rsidRPr="00402856">
        <w:rPr>
          <w:rtl/>
        </w:rPr>
        <w:t xml:space="preserve"> غير أنّ دخول أولاد فاطمة رضي الله عنهم في ذريّة النبيّ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فلِشَرف هذا الأصل العظيم والوالد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الكريم الذي لا يُدانيه أحد مِن العالمين سَرى ونفذ إلى البنات لقوّته وجلالته وعظم قَدره</w:t>
      </w:r>
      <w:r w:rsidR="00455A43">
        <w:rPr>
          <w:rtl/>
        </w:rPr>
        <w:t>.</w:t>
      </w:r>
      <w:r w:rsidRPr="00402856">
        <w:rPr>
          <w:rtl/>
        </w:rPr>
        <w:t xml:space="preserve"> وقال السيوطي في الخصائص الكبرى</w:t>
      </w:r>
      <w:r w:rsidR="00455A43">
        <w:rPr>
          <w:rtl/>
        </w:rPr>
        <w:t>:</w:t>
      </w:r>
      <w:r w:rsidRPr="00402856">
        <w:rPr>
          <w:rtl/>
        </w:rPr>
        <w:t xml:space="preserve"> واختصّ صلّى الله عليه وسلّم بأنّ أولاد بناته ينسبون إليه</w:t>
      </w:r>
      <w:r w:rsidR="00455A43">
        <w:rPr>
          <w:rtl/>
        </w:rPr>
        <w:t>،</w:t>
      </w:r>
      <w:r w:rsidRPr="00402856">
        <w:rPr>
          <w:rtl/>
        </w:rPr>
        <w:t xml:space="preserve"> وأولاد بنات غيره لا يُنسبون إليهم في الكفاءة</w:t>
      </w:r>
      <w:r w:rsidR="00455A43">
        <w:rPr>
          <w:rtl/>
        </w:rPr>
        <w:t>،</w:t>
      </w:r>
      <w:r w:rsidRPr="00402856">
        <w:rPr>
          <w:rtl/>
        </w:rPr>
        <w:t xml:space="preserve"> ولا في غيرها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وقد أخرج الحاكم</w:t>
      </w:r>
      <w:r w:rsidR="00455A43">
        <w:rPr>
          <w:rtl/>
        </w:rPr>
        <w:t>،</w:t>
      </w:r>
      <w:r w:rsidRPr="00402856">
        <w:rPr>
          <w:rtl/>
        </w:rPr>
        <w:t xml:space="preserve"> عن جابر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لكلّ بني أُمّ عُصبة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ابنَي فاطمة فأنا وليّهما وعُصبتهما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وأخرج أبو يعلى والطبراني</w:t>
      </w:r>
      <w:r w:rsidR="00455A43">
        <w:rPr>
          <w:rtl/>
        </w:rPr>
        <w:t>:</w:t>
      </w:r>
      <w:r w:rsidRPr="00402856">
        <w:rPr>
          <w:rtl/>
        </w:rPr>
        <w:t xml:space="preserve"> أنّه صلّى الله عليه وسلّم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بني أُمّ ينتمون إلى عُصبة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أولاد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فأنا وليّهم وعصبتهم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وهكذا ثبت بالنصّ والإجماع أنّ أهل البيت إنّما هُم</w:t>
      </w:r>
      <w:r w:rsidR="00455A43">
        <w:rPr>
          <w:rtl/>
        </w:rPr>
        <w:t>:</w:t>
      </w:r>
      <w:r w:rsidRPr="00402856">
        <w:rPr>
          <w:rtl/>
        </w:rPr>
        <w:t xml:space="preserve"> الرسول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وعليّ</w:t>
      </w:r>
      <w:r w:rsidR="00455A43">
        <w:rPr>
          <w:rtl/>
        </w:rPr>
        <w:t>،</w:t>
      </w:r>
      <w:r w:rsidRPr="00402856">
        <w:rPr>
          <w:rtl/>
        </w:rPr>
        <w:t xml:space="preserve"> وفاطمة</w:t>
      </w:r>
      <w:r w:rsidR="00455A43">
        <w:rPr>
          <w:rtl/>
        </w:rPr>
        <w:t>،</w:t>
      </w:r>
      <w:r w:rsidRPr="00402856">
        <w:rPr>
          <w:rtl/>
        </w:rPr>
        <w:t xml:space="preserve"> والحسن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 عليهم السلام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أمّا النص</w:t>
      </w:r>
      <w:r w:rsidR="00455A43">
        <w:rPr>
          <w:rtl/>
        </w:rPr>
        <w:t>،</w:t>
      </w:r>
      <w:r w:rsidRPr="00402856">
        <w:rPr>
          <w:rtl/>
        </w:rPr>
        <w:t xml:space="preserve"> فما ثبت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أنّه بقي بعد نزول الآية 33 من الأحزاب ستة أشهر يمرّ وقت صلاة الفَجر على بيت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فيُنادي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 xml:space="preserve">الصلاة يا أهل البيت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وهو تفسير منه لأهل البيت بفاطمة ومَن في بيتها</w:t>
      </w:r>
      <w:r w:rsidR="00455A43">
        <w:rPr>
          <w:rtl/>
        </w:rPr>
        <w:t>،</w:t>
      </w:r>
      <w:r w:rsidRPr="00402856">
        <w:rPr>
          <w:rtl/>
        </w:rPr>
        <w:t xml:space="preserve"> وهو نصّ</w:t>
      </w:r>
      <w:r w:rsidR="00455A43">
        <w:rPr>
          <w:rtl/>
        </w:rPr>
        <w:t>،</w:t>
      </w:r>
      <w:r w:rsidRPr="00402856">
        <w:rPr>
          <w:rtl/>
        </w:rPr>
        <w:t xml:space="preserve"> وأنصّ منه حديث أُمّ سَلمة رضي الله عنها أنّه صلّى الله عليه وسلّم أرسل خَلف عليّ وفاطمة وولديهما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فجاءوا</w:t>
      </w:r>
      <w:r w:rsidR="00455A43">
        <w:rPr>
          <w:rtl/>
        </w:rPr>
        <w:t>،</w:t>
      </w:r>
      <w:r w:rsidRPr="00402856">
        <w:rPr>
          <w:rtl/>
        </w:rPr>
        <w:t xml:space="preserve"> فأدخلهم تحت الكساء</w:t>
      </w:r>
      <w:r w:rsidR="00455A43">
        <w:rPr>
          <w:rtl/>
        </w:rPr>
        <w:t>،</w:t>
      </w:r>
      <w:r w:rsidRPr="00402856">
        <w:rPr>
          <w:rtl/>
        </w:rPr>
        <w:t xml:space="preserve"> ثُمّ جعل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إليك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إلى النار أنا وأهل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هؤلاء أهل بيتي وخاصّتي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 xml:space="preserve">وفي رواية </w:t>
      </w:r>
      <w:r w:rsidRPr="00402856">
        <w:rPr>
          <w:rStyle w:val="libBold2Char"/>
          <w:rtl/>
        </w:rPr>
        <w:t>وحامتي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اللّهمّ أذهب عنهم الرجس وطهرهم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 أُمّ مسلمة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ألستُ مِن أهلك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أنتِ إلى خير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وهو نصّ في أهل البيت</w:t>
      </w:r>
      <w:r w:rsidR="00455A43">
        <w:rPr>
          <w:rtl/>
        </w:rPr>
        <w:t>.</w:t>
      </w:r>
      <w:r w:rsidRPr="00402856">
        <w:rPr>
          <w:rtl/>
        </w:rPr>
        <w:t xml:space="preserve"> رواه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وظاهر أنّ نساءه لسنَ منهم</w:t>
      </w:r>
      <w:r w:rsidR="00455A43">
        <w:rPr>
          <w:rtl/>
        </w:rPr>
        <w:t>؛</w:t>
      </w:r>
      <w:r w:rsidRPr="00402856">
        <w:rPr>
          <w:rtl/>
        </w:rPr>
        <w:t xml:space="preserve"> لقوله لأُمّ سلمة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أنتِ إلى خير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ولم يقل</w:t>
      </w:r>
      <w:r w:rsidR="00455A43">
        <w:rPr>
          <w:rtl/>
        </w:rPr>
        <w:t>:</w:t>
      </w:r>
      <w:r w:rsidRPr="00402856">
        <w:rPr>
          <w:rtl/>
        </w:rPr>
        <w:t xml:space="preserve"> بلى أنتِ منهم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الإجماع</w:t>
      </w:r>
      <w:r w:rsidR="00455A43">
        <w:rPr>
          <w:rtl/>
        </w:rPr>
        <w:t>؛</w:t>
      </w:r>
      <w:r w:rsidRPr="00402856">
        <w:rPr>
          <w:rtl/>
        </w:rPr>
        <w:t xml:space="preserve"> فلأنّ الأُمّة اتفقت على أنّ لفظ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أهل البيت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إذا أُطلق إنّما ينصرف إلى مَن ذكرناه</w:t>
      </w:r>
      <w:r w:rsidR="00AF124A">
        <w:rPr>
          <w:rtl/>
        </w:rPr>
        <w:t xml:space="preserve"> - </w:t>
      </w:r>
      <w:r w:rsidRPr="00402856">
        <w:rPr>
          <w:rtl/>
        </w:rPr>
        <w:t>عليّ وفاطمة والحسن والحسين وذُريّتهما</w:t>
      </w:r>
      <w:r w:rsidR="00AF124A">
        <w:rPr>
          <w:rtl/>
        </w:rPr>
        <w:t xml:space="preserve"> - </w:t>
      </w:r>
      <w:r w:rsidRPr="00402856">
        <w:rPr>
          <w:rtl/>
        </w:rPr>
        <w:t>دون النساء</w:t>
      </w:r>
      <w:r w:rsidR="00455A43">
        <w:rPr>
          <w:rtl/>
        </w:rPr>
        <w:t>،</w:t>
      </w:r>
      <w:r w:rsidRPr="00402856">
        <w:rPr>
          <w:rtl/>
        </w:rPr>
        <w:t xml:space="preserve"> ولو لم يكن فيه إلاّ شهرته فيهم كفى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بقيت الإشارة إلى عدّة أُمور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أوّلاً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أنّ هناك من قسّم أهل بيت النبي إلى ثلاث دوائر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الدائرة الخاصّة</w:t>
      </w:r>
      <w:r w:rsidR="00455A43">
        <w:rPr>
          <w:rtl/>
        </w:rPr>
        <w:t>،</w:t>
      </w:r>
      <w:r w:rsidRPr="00402856">
        <w:rPr>
          <w:rtl/>
        </w:rPr>
        <w:t xml:space="preserve"> وهم</w:t>
      </w:r>
      <w:r w:rsidR="00455A43">
        <w:rPr>
          <w:rtl/>
        </w:rPr>
        <w:t>:</w:t>
      </w:r>
      <w:r w:rsidRPr="00402856">
        <w:rPr>
          <w:rtl/>
        </w:rPr>
        <w:t xml:space="preserve"> ذرية فاطمة وعليّ إلى يوم القيامة</w:t>
      </w:r>
      <w:r w:rsidR="00455A43">
        <w:rPr>
          <w:rtl/>
        </w:rPr>
        <w:t>،</w:t>
      </w:r>
      <w:r w:rsidRPr="00402856">
        <w:rPr>
          <w:rtl/>
        </w:rPr>
        <w:t xml:space="preserve"> مِن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وهُم أهل المُباهلة والكساء أو الرداء</w:t>
      </w:r>
      <w:r w:rsidR="00455A43">
        <w:rPr>
          <w:rtl/>
        </w:rPr>
        <w:t>،</w:t>
      </w:r>
      <w:r w:rsidRPr="00402856">
        <w:rPr>
          <w:rtl/>
        </w:rPr>
        <w:t xml:space="preserve"> ويسمّون كذلك خاصّة الخاصّة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والدائرة الثانية</w:t>
      </w:r>
      <w:r w:rsidR="00455A43">
        <w:rPr>
          <w:rtl/>
        </w:rPr>
        <w:t>:</w:t>
      </w:r>
      <w:r w:rsidRPr="00402856">
        <w:rPr>
          <w:rtl/>
        </w:rPr>
        <w:t xml:space="preserve"> هُم بنو هاشم والمُطّلب ومَن أُلحق بهم نصّاً</w:t>
      </w:r>
      <w:r w:rsidR="00455A43">
        <w:rPr>
          <w:rtl/>
        </w:rPr>
        <w:t>،</w:t>
      </w:r>
      <w:r w:rsidRPr="00402856">
        <w:rPr>
          <w:rtl/>
        </w:rPr>
        <w:t xml:space="preserve"> وهُم الذين تحرُم عليهم الزكاة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والدائرة الثالثة</w:t>
      </w:r>
      <w:r w:rsidR="00455A43">
        <w:rPr>
          <w:rtl/>
        </w:rPr>
        <w:t>:</w:t>
      </w:r>
      <w:r w:rsidRPr="00402856">
        <w:rPr>
          <w:rtl/>
        </w:rPr>
        <w:t xml:space="preserve"> وهُم الزوجات الطاهرات أُمّهات المؤمنين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رضي الله عنهم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ثانياً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أنّه مهما اختلف المسلمون في فُرِقهم</w:t>
      </w:r>
      <w:r w:rsidR="00455A43">
        <w:rPr>
          <w:rtl/>
        </w:rPr>
        <w:t>،</w:t>
      </w:r>
      <w:r w:rsidRPr="00402856">
        <w:rPr>
          <w:rtl/>
        </w:rPr>
        <w:t xml:space="preserve"> فإنّ كلمتهم واحدة في أنّ شجرة النَسب النبويّ الشريف إنّما تنحصر في أبناء فاطمة</w:t>
      </w:r>
      <w:r w:rsidR="00455A43">
        <w:rPr>
          <w:rtl/>
        </w:rPr>
        <w:t>؛</w:t>
      </w:r>
      <w:r w:rsidRPr="00402856">
        <w:rPr>
          <w:rtl/>
        </w:rPr>
        <w:t xml:space="preserve"> لأنّ النبي صلّى الله عليه وسلّم لم يعقّب إلاّ مِن وِلدها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بنو علي مِن غير السيّدة فاطمة وبنو عقيل وجعفر والعباس</w:t>
      </w:r>
      <w:r w:rsidR="00455A43">
        <w:rPr>
          <w:rtl/>
        </w:rPr>
        <w:t>،</w:t>
      </w:r>
      <w:r w:rsidRPr="00402856">
        <w:rPr>
          <w:rtl/>
        </w:rPr>
        <w:t xml:space="preserve"> فإنّهم من آل هاشم جدّهم وجدّ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وليسوا من آل الرسول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لأن نَسبهم لا ينتهي إليه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ثالثاً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كثرت الأقاويل مِن أهل الزيغ والجهل في أهل البيت</w:t>
      </w:r>
      <w:r w:rsidR="00455A43">
        <w:rPr>
          <w:rtl/>
        </w:rPr>
        <w:t>،</w:t>
      </w:r>
      <w:r w:rsidRPr="00402856">
        <w:rPr>
          <w:rtl/>
        </w:rPr>
        <w:t xml:space="preserve"> رغم آيات القرآن الكريم وأحاديث النبي صلّى الله عليه وسلّم التي تُبيّن فضلهم</w:t>
      </w:r>
      <w:r w:rsidR="00455A43">
        <w:rPr>
          <w:rtl/>
        </w:rPr>
        <w:t>،</w:t>
      </w:r>
      <w:r w:rsidRPr="00402856">
        <w:rPr>
          <w:rtl/>
        </w:rPr>
        <w:t xml:space="preserve"> وتحضّ على مودّتهم وموالاتهم</w:t>
      </w:r>
      <w:r w:rsidR="00455A43">
        <w:rPr>
          <w:rtl/>
        </w:rPr>
        <w:t>،</w:t>
      </w:r>
      <w:r w:rsidRPr="00402856">
        <w:rPr>
          <w:rtl/>
        </w:rPr>
        <w:t xml:space="preserve"> وتُنفّر من بُغضهم وكُرههم</w:t>
      </w:r>
      <w:r w:rsidR="00455A43">
        <w:rPr>
          <w:rtl/>
        </w:rPr>
        <w:t>،</w:t>
      </w:r>
      <w:r w:rsidRPr="00402856">
        <w:rPr>
          <w:rtl/>
        </w:rPr>
        <w:t xml:space="preserve"> واستمرّ ذلك مُنذ العصر الإسلامي الأول</w:t>
      </w:r>
      <w:r w:rsidR="00455A43">
        <w:rPr>
          <w:rtl/>
        </w:rPr>
        <w:t>،</w:t>
      </w:r>
      <w:r w:rsidRPr="00402856">
        <w:rPr>
          <w:rtl/>
        </w:rPr>
        <w:t xml:space="preserve"> ثُمّ ازدادت طغياناً بمرور الأيام</w:t>
      </w:r>
      <w:r w:rsidR="00455A43">
        <w:rPr>
          <w:rtl/>
        </w:rPr>
        <w:t>،</w:t>
      </w:r>
      <w:r w:rsidRPr="00402856">
        <w:rPr>
          <w:rtl/>
        </w:rPr>
        <w:t xml:space="preserve"> والانحراف عن الإيمان</w:t>
      </w:r>
      <w:r w:rsidR="00455A43">
        <w:rPr>
          <w:rtl/>
        </w:rPr>
        <w:t>،</w:t>
      </w:r>
      <w:r w:rsidRPr="00402856">
        <w:rPr>
          <w:rtl/>
        </w:rPr>
        <w:t xml:space="preserve"> فاستفحل الداء</w:t>
      </w:r>
      <w:r w:rsidR="00455A43">
        <w:rPr>
          <w:rtl/>
        </w:rPr>
        <w:t>،</w:t>
      </w:r>
      <w:r w:rsidRPr="00402856">
        <w:rPr>
          <w:rtl/>
        </w:rPr>
        <w:t xml:space="preserve"> وقلّ الدواء حتى أصبح الحديث عن ذلك في السرّ والعلَن مَثار الخُذلان من طُرق كلّ مفتون في دينه وإيمانه</w:t>
      </w:r>
      <w:r w:rsidR="00455A43">
        <w:rPr>
          <w:rtl/>
        </w:rPr>
        <w:t>؛</w:t>
      </w:r>
      <w:r w:rsidRPr="00402856">
        <w:rPr>
          <w:rtl/>
        </w:rPr>
        <w:t xml:space="preserve"> فصار الإيقاع في ذرية النبي صلّى الله عليه وسلّم شهوة لكلّ مخذول</w:t>
      </w:r>
      <w:r w:rsidR="00455A43">
        <w:rPr>
          <w:rtl/>
        </w:rPr>
        <w:t>،</w:t>
      </w:r>
      <w:r w:rsidRPr="00402856">
        <w:rPr>
          <w:rtl/>
        </w:rPr>
        <w:t xml:space="preserve"> سهلاً من غير حياء ولا إيمان</w:t>
      </w:r>
      <w:r w:rsidR="00455A43">
        <w:rPr>
          <w:rtl/>
        </w:rPr>
        <w:t>،</w:t>
      </w:r>
      <w:r w:rsidRPr="00402856">
        <w:rPr>
          <w:rtl/>
        </w:rPr>
        <w:t xml:space="preserve"> حتى أصبحت المواجهة بين سُفهاء الأحلام من العامّة وبين ذريّته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فأوّل ما يُنكرون عليهم</w:t>
      </w:r>
      <w:r w:rsidR="00455A43">
        <w:rPr>
          <w:rtl/>
        </w:rPr>
        <w:t>:</w:t>
      </w:r>
      <w:r w:rsidRPr="00402856">
        <w:rPr>
          <w:rtl/>
        </w:rPr>
        <w:t xml:space="preserve"> انتسابهم للنبي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لأنّه لم يُخلّف ذكراً حتّى تكونوا أنتم من أبنائه</w:t>
      </w:r>
      <w:r w:rsidR="00455A43">
        <w:rPr>
          <w:rtl/>
        </w:rPr>
        <w:t>،</w:t>
      </w:r>
      <w:r w:rsidRPr="00402856">
        <w:rPr>
          <w:rtl/>
        </w:rPr>
        <w:t xml:space="preserve"> وهي كلمة حقّ أُريد بها باطل</w:t>
      </w:r>
      <w:r w:rsidR="00455A43">
        <w:rPr>
          <w:rtl/>
        </w:rPr>
        <w:t>،</w:t>
      </w:r>
      <w:r w:rsidRPr="00402856">
        <w:rPr>
          <w:rtl/>
        </w:rPr>
        <w:t xml:space="preserve"> أو يحقدون عليهم أن أنعم الله عليهم</w:t>
      </w:r>
      <w:r w:rsidR="00455A43">
        <w:rPr>
          <w:rtl/>
        </w:rPr>
        <w:t>،</w:t>
      </w:r>
      <w:r w:rsidRPr="00402856">
        <w:rPr>
          <w:rtl/>
        </w:rPr>
        <w:t xml:space="preserve"> فشَرّفهم بالانتساب إلى أشرف وِلد آدم</w:t>
      </w:r>
      <w:r w:rsidR="00455A43">
        <w:rPr>
          <w:rtl/>
        </w:rPr>
        <w:t>.</w:t>
      </w:r>
      <w:r w:rsidRPr="00402856">
        <w:rPr>
          <w:rtl/>
        </w:rPr>
        <w:t xml:space="preserve"> وسيّد الأنبياء والمُرسلين</w:t>
      </w:r>
      <w:r w:rsidR="00455A43">
        <w:rPr>
          <w:rtl/>
        </w:rPr>
        <w:t>،</w:t>
      </w:r>
      <w:r w:rsidRPr="00402856">
        <w:rPr>
          <w:rtl/>
        </w:rPr>
        <w:t xml:space="preserve"> فجعلهم من ذريّة نبيّه الكريم</w:t>
      </w:r>
      <w:r w:rsidR="00455A43">
        <w:rPr>
          <w:rtl/>
        </w:rPr>
        <w:t>،</w:t>
      </w:r>
      <w:r w:rsidRPr="00402856">
        <w:rPr>
          <w:rtl/>
        </w:rPr>
        <w:t xml:space="preserve"> وأكرمهم بالانتساب إلى رسوله العظيم</w:t>
      </w:r>
      <w:r w:rsidR="00455A43">
        <w:rPr>
          <w:rtl/>
        </w:rPr>
        <w:t>،</w:t>
      </w:r>
      <w:r w:rsidRPr="00402856">
        <w:rPr>
          <w:rtl/>
        </w:rPr>
        <w:t xml:space="preserve"> فكانوا بضعة منه صلى الله عليه وعلى آله وسلّم</w:t>
      </w:r>
      <w:r w:rsidR="00455A43">
        <w:rPr>
          <w:rtl/>
        </w:rPr>
        <w:t>،</w:t>
      </w:r>
      <w:r w:rsidRPr="00402856">
        <w:rPr>
          <w:rtl/>
        </w:rPr>
        <w:t xml:space="preserve"> وليذكر هؤلاء وأُولئك أنّ بغض أهل البيت آفة في الدين</w:t>
      </w:r>
      <w:r w:rsidR="00455A43">
        <w:rPr>
          <w:rtl/>
        </w:rPr>
        <w:t>،</w:t>
      </w:r>
      <w:r w:rsidRPr="00402856">
        <w:rPr>
          <w:rtl/>
        </w:rPr>
        <w:t xml:space="preserve"> فليتُبْ إلى الله مَن يجد في نفسه شيئاً عليهم</w:t>
      </w:r>
      <w:r w:rsidR="00455A43">
        <w:rPr>
          <w:rtl/>
        </w:rPr>
        <w:t>،</w:t>
      </w:r>
      <w:r w:rsidRPr="00402856">
        <w:rPr>
          <w:rtl/>
        </w:rPr>
        <w:t xml:space="preserve"> وليحذر على دينه الذي هو عِصمةُ أمرِه</w:t>
      </w:r>
      <w:r w:rsidR="00455A43">
        <w:rPr>
          <w:rtl/>
        </w:rPr>
        <w:t>،</w:t>
      </w:r>
      <w:r w:rsidRPr="00402856">
        <w:rPr>
          <w:rtl/>
        </w:rPr>
        <w:t xml:space="preserve"> حتى فيمَن تظهر عليه الخطيئة منهم</w:t>
      </w:r>
      <w:r w:rsidR="00455A43">
        <w:rPr>
          <w:rtl/>
        </w:rPr>
        <w:t>،</w:t>
      </w:r>
      <w:r w:rsidRPr="00402856">
        <w:rPr>
          <w:rtl/>
        </w:rPr>
        <w:t xml:space="preserve"> وأن يطول أمره منحرفاً عن الصواب</w:t>
      </w:r>
      <w:r w:rsidR="00455A43">
        <w:rPr>
          <w:rtl/>
        </w:rPr>
        <w:t>؛</w:t>
      </w:r>
      <w:r w:rsidRPr="00402856">
        <w:rPr>
          <w:rtl/>
        </w:rPr>
        <w:t xml:space="preserve"> لأنّ ذلك إنّما هو حظّ البشرية من كلّ مؤمن</w:t>
      </w:r>
      <w:r w:rsidR="00455A43">
        <w:rPr>
          <w:rtl/>
        </w:rPr>
        <w:t>،</w:t>
      </w:r>
      <w:r w:rsidRPr="00402856">
        <w:rPr>
          <w:rtl/>
        </w:rPr>
        <w:t xml:space="preserve"> فإذا كانت النطفة الطاهرة محفوظة غير مشوبة عمّا سواها</w:t>
      </w:r>
      <w:r w:rsidR="00455A43">
        <w:rPr>
          <w:rtl/>
        </w:rPr>
        <w:t>،</w:t>
      </w:r>
      <w:r w:rsidRPr="00402856">
        <w:rPr>
          <w:rtl/>
        </w:rPr>
        <w:t xml:space="preserve"> فلا بدّ من أنّ ترجع إلى أصلها الطيّب الطاهر</w:t>
      </w:r>
      <w:r w:rsidR="00455A43">
        <w:rPr>
          <w:rtl/>
        </w:rPr>
        <w:t>،</w:t>
      </w:r>
      <w:r w:rsidRPr="00402856">
        <w:rPr>
          <w:rtl/>
        </w:rPr>
        <w:t xml:space="preserve"> وقد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والذي نفسي بيده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ببغضنا أهل البيت أحدٌ إلاّ أدخله الله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وروي عن الحسن عليه السلام أنّه قال لمعاوية بن خديج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معاوية إيّاك وبُغضنا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رسول الله صلّى الله عليه وسلّم 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لا يبغضنا أحدٌ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يحسدنا أحد إلاّ ذيد يوم القيامة عن الحوض بسياطٍ من 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B47790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lastRenderedPageBreak/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رابعاً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أنّ الشريف أو السيّد هو مَن يَنتسب مِن جهة أبيه إلى ذريّة الإمام الحسن أو الإمام الحسين</w:t>
      </w:r>
      <w:r w:rsidR="00455A43">
        <w:rPr>
          <w:rtl/>
        </w:rPr>
        <w:t>،</w:t>
      </w:r>
      <w:r w:rsidRPr="00402856">
        <w:rPr>
          <w:rtl/>
        </w:rPr>
        <w:t xml:space="preserve"> وقد أخطأ البعض حين نسبوا هذا اللقب الكريم إلى كلّ من ينتسب إلى بني هاشم الكرام</w:t>
      </w:r>
      <w:r w:rsidR="00455A43">
        <w:rPr>
          <w:rtl/>
        </w:rPr>
        <w:t>،</w:t>
      </w:r>
      <w:r w:rsidRPr="00402856">
        <w:rPr>
          <w:rtl/>
        </w:rPr>
        <w:t xml:space="preserve"> سواء أكان حسنيّاً أو حسينيّاً أو علويّاً من ذرّية محمّد بن الحنفية</w:t>
      </w:r>
      <w:r w:rsidR="00455A43">
        <w:rPr>
          <w:rtl/>
        </w:rPr>
        <w:t>،</w:t>
      </w:r>
      <w:r w:rsidRPr="00402856">
        <w:rPr>
          <w:rtl/>
        </w:rPr>
        <w:t xml:space="preserve"> وغيره من أبناء الإمام علي بن أبي طالب أو جعفريّاً أو عبّاسيّاً</w:t>
      </w:r>
      <w:r w:rsidR="00455A43">
        <w:rPr>
          <w:rtl/>
        </w:rPr>
        <w:t>؛</w:t>
      </w:r>
      <w:r w:rsidRPr="00402856">
        <w:rPr>
          <w:rtl/>
        </w:rPr>
        <w:t xml:space="preserve"> ولهذا نجد تاريخ الحافظ الذهبي مشحوناً في التراجم بذلك</w:t>
      </w:r>
      <w:r w:rsidR="00455A43">
        <w:rPr>
          <w:rtl/>
        </w:rPr>
        <w:t>،</w:t>
      </w:r>
      <w:r w:rsidRPr="00402856">
        <w:rPr>
          <w:rtl/>
        </w:rPr>
        <w:t xml:space="preserve"> كان يُقال</w:t>
      </w:r>
      <w:r w:rsidR="00455A43">
        <w:rPr>
          <w:rtl/>
        </w:rPr>
        <w:t>:</w:t>
      </w:r>
      <w:r w:rsidRPr="00402856">
        <w:rPr>
          <w:rtl/>
        </w:rPr>
        <w:t xml:space="preserve"> الشريف العبّاسي</w:t>
      </w:r>
      <w:r w:rsidR="00455A43">
        <w:rPr>
          <w:rtl/>
        </w:rPr>
        <w:t>،</w:t>
      </w:r>
      <w:r w:rsidRPr="00402856">
        <w:rPr>
          <w:rtl/>
        </w:rPr>
        <w:t xml:space="preserve"> أو الشريف العقيلي</w:t>
      </w:r>
      <w:r w:rsidR="00455A43">
        <w:rPr>
          <w:rtl/>
        </w:rPr>
        <w:t>،</w:t>
      </w:r>
      <w:r w:rsidRPr="00402856">
        <w:rPr>
          <w:rtl/>
        </w:rPr>
        <w:t xml:space="preserve"> أو الجعفري</w:t>
      </w:r>
      <w:r w:rsidR="00455A43">
        <w:rPr>
          <w:rtl/>
        </w:rPr>
        <w:t>.</w:t>
      </w:r>
      <w:r w:rsidRPr="00402856">
        <w:rPr>
          <w:rtl/>
        </w:rPr>
        <w:t xml:space="preserve"> نسبةً إلى العباس عمّ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أو عقيل</w:t>
      </w:r>
      <w:r w:rsidR="00455A43">
        <w:rPr>
          <w:rtl/>
        </w:rPr>
        <w:t>،</w:t>
      </w:r>
      <w:r w:rsidRPr="00402856">
        <w:rPr>
          <w:rtl/>
        </w:rPr>
        <w:t xml:space="preserve"> أو جعفر وَلدي أبي طالب بن عبد المطلب بن هاشم</w:t>
      </w:r>
      <w:r w:rsidR="00455A43">
        <w:rPr>
          <w:rtl/>
        </w:rPr>
        <w:t>.</w:t>
      </w:r>
      <w:r w:rsidRPr="00402856">
        <w:rPr>
          <w:rtl/>
        </w:rPr>
        <w:t xml:space="preserve"> صحيح أنّ بني هاشم هُم في الذروة من قريش بنصّ الحديث الشريف</w:t>
      </w:r>
      <w:r w:rsidR="00455A43">
        <w:rPr>
          <w:rtl/>
        </w:rPr>
        <w:t>،</w:t>
      </w:r>
      <w:r w:rsidRPr="00402856">
        <w:rPr>
          <w:rtl/>
        </w:rPr>
        <w:t xml:space="preserve"> فقد روى القاضي عياض في الشفا</w:t>
      </w:r>
      <w:r w:rsidR="00455A43">
        <w:rPr>
          <w:rtl/>
        </w:rPr>
        <w:t>،</w:t>
      </w:r>
      <w:r w:rsidRPr="00402856">
        <w:rPr>
          <w:rtl/>
        </w:rPr>
        <w:t xml:space="preserve"> عن أُمّ المؤمنين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أتاني جبرئيل عليه السلام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قلبتُ الأرض مشارقها ومغاربها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فلم أرَ رجلاً أفضل من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أرَ بني أب أفضل من بني هاشم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ولكنّه صحيح كذلك أنّ شرف الحسن والحسين مُستمدّ من فاطمة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من ثَمّ فهما بالتالي بضعة من بضعة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وقد روى ابن شهر آشوب في مناقبه</w:t>
      </w:r>
      <w:r w:rsidR="00455A43">
        <w:rPr>
          <w:rtl/>
        </w:rPr>
        <w:t>:</w:t>
      </w:r>
      <w:r w:rsidRPr="00402856">
        <w:rPr>
          <w:rtl/>
        </w:rPr>
        <w:t xml:space="preserve"> جاء الإمام أبو حنيفة ليسمع من الإمام جعفر الصادق</w:t>
      </w:r>
      <w:r w:rsidR="00455A43">
        <w:rPr>
          <w:rtl/>
        </w:rPr>
        <w:t>،</w:t>
      </w:r>
      <w:r w:rsidRPr="00402856">
        <w:rPr>
          <w:rtl/>
        </w:rPr>
        <w:t xml:space="preserve"> فخرج إليه جعفر يتوكأ على عصا</w:t>
      </w:r>
      <w:r w:rsidR="00455A43">
        <w:rPr>
          <w:rtl/>
        </w:rPr>
        <w:t>،</w:t>
      </w:r>
      <w:r w:rsidRPr="00402856">
        <w:rPr>
          <w:rtl/>
        </w:rPr>
        <w:t xml:space="preserve"> فقال له أبو حنيفة</w:t>
      </w:r>
      <w:r w:rsidR="00455A43">
        <w:rPr>
          <w:rtl/>
        </w:rPr>
        <w:t>:</w:t>
      </w:r>
      <w:r w:rsidRPr="00402856">
        <w:rPr>
          <w:rtl/>
        </w:rPr>
        <w:t xml:space="preserve"> يا ابن رسول الله لمْ تبلغ من السِنّ ما تحتاج معه إلى العصا</w:t>
      </w:r>
      <w:r w:rsidR="00455A43">
        <w:rPr>
          <w:rtl/>
        </w:rPr>
        <w:t>!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هو كذلك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ولكنّها عصا رسول الله صلّى الله عليه وسلّم أردت التبرُّك بها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فوثب أبو حنيفة إليه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أُقبّلها يا ابن رسول الله</w:t>
      </w:r>
      <w:r w:rsidR="00455A43">
        <w:rPr>
          <w:rtl/>
        </w:rPr>
        <w:t>.</w:t>
      </w:r>
      <w:r w:rsidRPr="00402856">
        <w:rPr>
          <w:rtl/>
        </w:rPr>
        <w:t xml:space="preserve"> فحسر أبو عبد الله </w:t>
      </w:r>
      <w:r w:rsidR="00352E1E">
        <w:rPr>
          <w:rtl/>
        </w:rPr>
        <w:t>(</w:t>
      </w:r>
      <w:r w:rsidRPr="00402856">
        <w:rPr>
          <w:rtl/>
        </w:rPr>
        <w:t>جعفر الصادق</w:t>
      </w:r>
      <w:r w:rsidR="00352E1E">
        <w:rPr>
          <w:rtl/>
        </w:rPr>
        <w:t>)</w:t>
      </w:r>
      <w:r w:rsidRPr="00402856">
        <w:rPr>
          <w:rtl/>
        </w:rPr>
        <w:t xml:space="preserve"> عن ذراعيه</w:t>
      </w:r>
      <w:r w:rsidR="00455A43">
        <w:rPr>
          <w:rtl/>
        </w:rPr>
        <w:t>،</w:t>
      </w:r>
      <w:r w:rsidRPr="00402856">
        <w:rPr>
          <w:rtl/>
        </w:rPr>
        <w:t xml:space="preserve"> وقال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لقد علمتَ أنّ هذا بشْر رسول الله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هذا مِن شعره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فما تُقبّله وتقبّل العصا</w:t>
      </w:r>
      <w:r w:rsidR="00455A43">
        <w:rPr>
          <w:rStyle w:val="libBold2Char"/>
          <w:rtl/>
        </w:rPr>
        <w:t>!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وهذا يعني أنّ ذريّة الحسن والحسين إنّما هي من بضعة رسول الله صلّى الله عليه وسلّم أشرف ولد آدم على الإطلاق</w:t>
      </w:r>
      <w:r w:rsidR="00455A43">
        <w:rPr>
          <w:rtl/>
        </w:rPr>
        <w:t>،</w:t>
      </w:r>
      <w:r w:rsidRPr="00402856">
        <w:rPr>
          <w:rtl/>
        </w:rPr>
        <w:t xml:space="preserve"> وليس بني هاشم فحسب</w:t>
      </w:r>
      <w:r w:rsidR="00455A43">
        <w:rPr>
          <w:rtl/>
        </w:rPr>
        <w:t>،</w:t>
      </w:r>
      <w:r w:rsidRPr="00402856">
        <w:rPr>
          <w:rtl/>
        </w:rPr>
        <w:t xml:space="preserve"> كما جاء في الأحاديث النبوية الشريفة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وعلى أيّ حال</w:t>
      </w:r>
      <w:r w:rsidR="00455A43">
        <w:rPr>
          <w:rtl/>
        </w:rPr>
        <w:t>،</w:t>
      </w:r>
      <w:r w:rsidRPr="00402856">
        <w:rPr>
          <w:rtl/>
        </w:rPr>
        <w:t xml:space="preserve"> فلقد استمرّ لقب </w:t>
      </w:r>
      <w:r w:rsidR="00352E1E">
        <w:rPr>
          <w:rtl/>
        </w:rPr>
        <w:t>(</w:t>
      </w:r>
      <w:r w:rsidRPr="00402856">
        <w:rPr>
          <w:rtl/>
        </w:rPr>
        <w:t>الشريف</w:t>
      </w:r>
      <w:r w:rsidR="00352E1E">
        <w:rPr>
          <w:rtl/>
        </w:rPr>
        <w:t>)</w:t>
      </w:r>
      <w:r w:rsidRPr="00402856">
        <w:rPr>
          <w:rtl/>
        </w:rPr>
        <w:t xml:space="preserve"> والسيّد يحمله كلّ مَن ينتسب إلى بني هاشم</w:t>
      </w:r>
      <w:r w:rsidR="00455A43">
        <w:rPr>
          <w:rtl/>
        </w:rPr>
        <w:t>،</w:t>
      </w:r>
      <w:r w:rsidRPr="00402856">
        <w:rPr>
          <w:rtl/>
        </w:rPr>
        <w:t xml:space="preserve"> فلمّا وليَ الفاطميّون الحُكم في مصر قصّروه على أبناء الحسن والحسين وَلدي الإمام علي من السيدة فاطمة الزهراء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واستمر الأمر كذلك بمصر حتى الآن</w:t>
      </w:r>
      <w:r w:rsidR="00455A43">
        <w:rPr>
          <w:rtl/>
        </w:rPr>
        <w:t>،</w:t>
      </w:r>
      <w:r w:rsidRPr="00402856">
        <w:rPr>
          <w:rtl/>
        </w:rPr>
        <w:t xml:space="preserve"> عُرفاً مطّرداً في مصر</w:t>
      </w:r>
      <w:r w:rsidR="00455A43">
        <w:rPr>
          <w:rtl/>
        </w:rPr>
        <w:t>،</w:t>
      </w:r>
      <w:r w:rsidRPr="00402856">
        <w:rPr>
          <w:rtl/>
        </w:rPr>
        <w:t xml:space="preserve"> وفي غيرها من أنحاء العالم الإسلامي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347D6A" w:rsidRDefault="00347D6A" w:rsidP="00347D6A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Heading3"/>
        <w:rPr>
          <w:rtl/>
        </w:rPr>
      </w:pPr>
      <w:bookmarkStart w:id="4" w:name="_Toc413931524"/>
      <w:r w:rsidRPr="00B47790">
        <w:rPr>
          <w:rtl/>
        </w:rPr>
        <w:lastRenderedPageBreak/>
        <w:t>الفصل الثاني</w:t>
      </w:r>
      <w:r w:rsidR="00455A43">
        <w:rPr>
          <w:rtl/>
        </w:rPr>
        <w:t>:</w:t>
      </w:r>
      <w:r w:rsidRPr="00B47790">
        <w:rPr>
          <w:rtl/>
        </w:rPr>
        <w:t xml:space="preserve"> فضائل أهل البيت</w:t>
      </w:r>
      <w:bookmarkStart w:id="5" w:name="02"/>
      <w:bookmarkEnd w:id="4"/>
      <w:r w:rsidRPr="00B47790">
        <w:rPr>
          <w:rtl/>
        </w:rPr>
        <w:t xml:space="preserve"> </w:t>
      </w:r>
      <w:bookmarkEnd w:id="5"/>
    </w:p>
    <w:p w:rsidR="00402856" w:rsidRPr="00B47790" w:rsidRDefault="00402856" w:rsidP="00402856">
      <w:pPr>
        <w:pStyle w:val="libBold1"/>
        <w:rPr>
          <w:rtl/>
        </w:rPr>
      </w:pPr>
      <w:r w:rsidRPr="00B47790">
        <w:rPr>
          <w:rtl/>
        </w:rPr>
        <w:t xml:space="preserve">1 - في القرآن الكريم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يرى العُلماء أنّ هُناك كثيرٌ من آيات القرآن الكريم</w:t>
      </w:r>
      <w:r w:rsidR="00455A43">
        <w:rPr>
          <w:rtl/>
        </w:rPr>
        <w:t>،</w:t>
      </w:r>
      <w:r w:rsidRPr="00402856">
        <w:rPr>
          <w:rtl/>
        </w:rPr>
        <w:t xml:space="preserve"> إنّما تُشير إلى فضل أهل البيت</w:t>
      </w:r>
      <w:r w:rsidR="00455A43">
        <w:rPr>
          <w:rtl/>
        </w:rPr>
        <w:t>،</w:t>
      </w:r>
      <w:r w:rsidRPr="00402856">
        <w:rPr>
          <w:rtl/>
        </w:rPr>
        <w:t xml:space="preserve"> و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ذَلِكَ فَضْلُ اللَّهِ يُؤْتِيهِ مَنْ يَشَاءُ وَاللَّهُ ذُو الْفَضْلِ الْعَظِيمِ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ومِن هذه الآيات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352E1E" w:rsidP="00402856">
      <w:pPr>
        <w:pStyle w:val="libNormal"/>
        <w:rPr>
          <w:rtl/>
        </w:rPr>
      </w:pPr>
      <w:r>
        <w:rPr>
          <w:rStyle w:val="libBold2Char"/>
          <w:rtl/>
        </w:rPr>
        <w:t>(</w:t>
      </w:r>
      <w:r w:rsidR="00402856" w:rsidRPr="005A636F">
        <w:rPr>
          <w:rStyle w:val="libBold2Char"/>
          <w:rtl/>
        </w:rPr>
        <w:t>أولاً</w:t>
      </w:r>
      <w:r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="00402856" w:rsidRPr="00402856">
        <w:rPr>
          <w:rtl/>
        </w:rPr>
        <w:t xml:space="preserve"> آية الأحزاب 33</w:t>
      </w:r>
      <w:r w:rsidR="00455A43">
        <w:rPr>
          <w:rtl/>
        </w:rPr>
        <w:t>،</w:t>
      </w:r>
      <w:r w:rsidR="00402856" w:rsidRPr="00402856">
        <w:rPr>
          <w:rtl/>
        </w:rPr>
        <w:t xml:space="preserve"> يقول تعالى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>
        <w:rPr>
          <w:rStyle w:val="libAlaemChar"/>
          <w:rFonts w:hint="cs"/>
          <w:rtl/>
        </w:rPr>
        <w:t>(</w:t>
      </w:r>
      <w:r w:rsidR="00402856"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="00402856" w:rsidRPr="00402856">
        <w:rPr>
          <w:rtl/>
        </w:rPr>
        <w:t xml:space="preserve"> وهذا الآية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فيما يرى جمهور العلماء</w:t>
      </w:r>
      <w:r w:rsidR="00455A43">
        <w:rPr>
          <w:rtl/>
        </w:rPr>
        <w:t>،</w:t>
      </w:r>
      <w:r w:rsidR="00402856" w:rsidRPr="00402856">
        <w:rPr>
          <w:rtl/>
        </w:rPr>
        <w:t xml:space="preserve"> أنّها منبع فضائل أهل البيت</w:t>
      </w:r>
      <w:r w:rsidR="00455A43">
        <w:rPr>
          <w:rtl/>
        </w:rPr>
        <w:t>؛</w:t>
      </w:r>
      <w:r w:rsidR="00402856" w:rsidRPr="00402856">
        <w:rPr>
          <w:rtl/>
        </w:rPr>
        <w:t xml:space="preserve"> لاشتمالها على غرر مآثرهم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واعتناء الباري عزّ وجلّ بهم</w:t>
      </w:r>
      <w:r w:rsidR="00455A43">
        <w:rPr>
          <w:rtl/>
        </w:rPr>
        <w:t>،</w:t>
      </w:r>
      <w:r w:rsidR="00402856" w:rsidRPr="00402856">
        <w:rPr>
          <w:rtl/>
        </w:rPr>
        <w:t xml:space="preserve"> حيث أنزلها في حقّهم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ويقول العارف بالله </w:t>
      </w:r>
      <w:r>
        <w:rPr>
          <w:rtl/>
        </w:rPr>
        <w:t>(</w:t>
      </w:r>
      <w:r w:rsidR="00402856" w:rsidRPr="00402856">
        <w:rPr>
          <w:rtl/>
        </w:rPr>
        <w:t>محيي الدين بن عربي في الباب 29 من الفتوحات</w:t>
      </w:r>
      <w:r w:rsidR="00455A43">
        <w:rPr>
          <w:rtl/>
        </w:rPr>
        <w:t>:</w:t>
      </w:r>
      <w:r w:rsidR="00402856" w:rsidRPr="00402856">
        <w:rPr>
          <w:rtl/>
        </w:rPr>
        <w:t xml:space="preserve"> ولمّا كان رسول الله صلّى الله عليه وسلّم عبداً محضاً قد طهّره الله وأهل بيته تطهيراً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وأذهب عنهم الرجس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فلا يُضاف إليهم إلاّ مطهّر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فأهل البيت الشريف هُم المطّهرون بل هُم عين الطهارة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وهكذا يدخل أبناء فاطمة</w:t>
      </w:r>
      <w:r w:rsidR="00455A43">
        <w:rPr>
          <w:rtl/>
        </w:rPr>
        <w:t>،</w:t>
      </w:r>
      <w:r w:rsidR="00402856" w:rsidRPr="00402856">
        <w:rPr>
          <w:rtl/>
        </w:rPr>
        <w:t xml:space="preserve"> رضي الله عنها</w:t>
      </w:r>
      <w:r w:rsidR="00455A43">
        <w:rPr>
          <w:rtl/>
        </w:rPr>
        <w:t>،</w:t>
      </w:r>
      <w:r w:rsidR="00402856" w:rsidRPr="00402856">
        <w:rPr>
          <w:rtl/>
        </w:rPr>
        <w:t xml:space="preserve"> كلّهم إلى يوم القيامة في حُكم هذه الآية من الغفران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فهُم المطهّرون اختصاصاً من الله وعناية بهم</w:t>
      </w:r>
      <w:r w:rsidR="00455A43">
        <w:rPr>
          <w:rtl/>
        </w:rPr>
        <w:t>؛</w:t>
      </w:r>
      <w:r w:rsidR="00402856" w:rsidRPr="00402856">
        <w:rPr>
          <w:rtl/>
        </w:rPr>
        <w:t xml:space="preserve"> لشرف سيدنا محمد صلّى الله عليه وسلّم وعناية الله به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ولا يظهر حُكم هذا الشرف لأهل البيت</w:t>
      </w:r>
      <w:r w:rsidR="00455A43">
        <w:rPr>
          <w:rtl/>
        </w:rPr>
        <w:t>،</w:t>
      </w:r>
      <w:r w:rsidR="00402856" w:rsidRPr="00402856">
        <w:rPr>
          <w:rtl/>
        </w:rPr>
        <w:t xml:space="preserve"> إلاّ في الدار الآخرة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فإنّهم يُحشرون مغفوراً لهم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وأمّا في الدنيا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فمَن أتى منهم حَدّاً أُقيم عليه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لقوله صلّى الله عليه وسلّم </w:t>
      </w: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لو أنّ فاطمة بنت محمد سرقت لقطعت يدها</w:t>
      </w:r>
      <w:r>
        <w:rPr>
          <w:rStyle w:val="libBold2Char"/>
          <w:rtl/>
        </w:rPr>
        <w:t>)</w:t>
      </w:r>
      <w:r w:rsidR="00402856" w:rsidRPr="00402856">
        <w:rPr>
          <w:rtl/>
        </w:rPr>
        <w:t xml:space="preserve"> قد أعاذها الله تعالى من ذلك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ثانياً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آية الشورى 23</w:t>
      </w:r>
      <w:r w:rsidR="00455A43">
        <w:rPr>
          <w:rtl/>
        </w:rPr>
        <w:t>،</w:t>
      </w:r>
      <w:r w:rsidRPr="00402856">
        <w:rPr>
          <w:rtl/>
        </w:rPr>
        <w:t xml:space="preserve"> يقول تعالى</w:t>
      </w:r>
      <w:r w:rsidR="00455A43">
        <w:rPr>
          <w:rtl/>
        </w:rPr>
        <w:t>: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الإمام أحمد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في المناقب</w:t>
      </w:r>
      <w:r w:rsidR="00455A43">
        <w:rPr>
          <w:rtl/>
        </w:rPr>
        <w:t>،</w:t>
      </w:r>
      <w:r w:rsidRPr="00402856">
        <w:rPr>
          <w:rtl/>
        </w:rPr>
        <w:t xml:space="preserve"> والطبراني في الكبير</w:t>
      </w:r>
      <w:r w:rsidR="00455A43">
        <w:rPr>
          <w:rtl/>
        </w:rPr>
        <w:t>،</w:t>
      </w:r>
      <w:r w:rsidRPr="00402856">
        <w:rPr>
          <w:rtl/>
        </w:rPr>
        <w:t xml:space="preserve"> وابن أبي حاتم في تفسيره</w:t>
      </w:r>
      <w:r w:rsidR="00455A43">
        <w:rPr>
          <w:rtl/>
        </w:rPr>
        <w:t>،</w:t>
      </w:r>
      <w:r w:rsidRPr="00402856">
        <w:rPr>
          <w:rtl/>
        </w:rPr>
        <w:t xml:space="preserve"> والحاكم من مناقب الشافعي</w:t>
      </w:r>
      <w:r w:rsidR="00455A43">
        <w:rPr>
          <w:rtl/>
        </w:rPr>
        <w:t>،</w:t>
      </w:r>
      <w:r w:rsidRPr="00402856">
        <w:rPr>
          <w:rtl/>
        </w:rPr>
        <w:t xml:space="preserve"> والواحدي في الوسيط</w:t>
      </w:r>
      <w:r w:rsidR="00455A43">
        <w:rPr>
          <w:rtl/>
        </w:rPr>
        <w:t>،</w:t>
      </w:r>
      <w:r w:rsidRPr="00402856">
        <w:rPr>
          <w:rtl/>
        </w:rPr>
        <w:t xml:space="preserve"> عن ابن عباس أنّه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هذه الآية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مَن قرابتك هؤلاء الذين وجبت علينا مودّتهم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عليّ وفاطمة وابناهما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ويشهد له ما أخرجه الثعلبي في تفسيره</w:t>
      </w:r>
      <w:r w:rsidR="00455A43">
        <w:rPr>
          <w:rtl/>
        </w:rPr>
        <w:t>،</w:t>
      </w:r>
      <w:r w:rsidRPr="00402856">
        <w:rPr>
          <w:rtl/>
        </w:rPr>
        <w:t xml:space="preserve"> عن ابن عبّاس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وَمَنْ يَقْتَرِفْ حَسَنَةً نَزِدْ لَهُ فِيهَا حُسْناً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قال المودة لآل محمد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البزار والطبراني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الحسن بن عليّ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في حديث طويل</w:t>
      </w:r>
      <w:r w:rsidR="00455A43">
        <w:rPr>
          <w:rtl/>
        </w:rPr>
        <w:t>،</w:t>
      </w:r>
      <w:r w:rsidRPr="00402856">
        <w:rPr>
          <w:rtl/>
        </w:rPr>
        <w:t xml:space="preserve"> ذكر فيه 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وإنّا مِن أهل البيت الذين افترض الله عزّ وجل موالاتهم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 فيما أنزل على محمد صلّى الله عليه وسلّم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وإنّا من أهل البيت الذين افترض الله مودّتهم على كلّ مُسلم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وأنزل فيهم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 xml:space="preserve">قُلْ لاَ أَسْأَلُكُمْ عَلَيْهِ أَجْراً إِلاَّ الْمَوَدَّةَ فِي الْقُرْبَى </w:t>
      </w:r>
      <w:r w:rsidRPr="00402856">
        <w:rPr>
          <w:rStyle w:val="libAieChar"/>
          <w:rtl/>
        </w:rPr>
        <w:t xml:space="preserve">* </w:t>
      </w:r>
      <w:r w:rsidRPr="00402856">
        <w:rPr>
          <w:rStyle w:val="libAieChar"/>
          <w:rFonts w:hint="cs"/>
          <w:rtl/>
        </w:rPr>
        <w:t>وَمَنْ يَقْتَرِفْ حَسَنَةً نَزِدْ لَهُ فِيهَا حُسْناً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Bold2Char"/>
          <w:rtl/>
        </w:rPr>
        <w:t xml:space="preserve"> واقتراف الحسنة مودّتنا أهل البيت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47790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الإمام أحمد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وَمَنْ يَقْتَرِفْ حَسَنَةً نَزِدْ لَهُ فِيهَا حُسْناً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الحسنة مودة آل محمد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وكان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من المميزات التي اختصّ الله تعالى بها نبيّه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فقد قالت الرُسل لأُممهم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مَا سَأَلْتُكُمْ مِنْ أَجْرٍ فَهُوَ لَكُمْ إِنْ أَجْرِيَ إِلاَّ عَلَى اللَّهِ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سبأ آية 47)</w:t>
      </w:r>
      <w:r w:rsidR="00455A43">
        <w:rPr>
          <w:rtl/>
        </w:rPr>
        <w:t>،</w:t>
      </w:r>
      <w:r w:rsidRPr="00402856">
        <w:rPr>
          <w:rtl/>
        </w:rPr>
        <w:t xml:space="preserve"> فتعيّن على أُمّته - كما يقول الأُستاذ الملطاوي - أداء ما أوجبه الله عليهم من أجر التبليغ</w:t>
      </w:r>
      <w:r w:rsidR="00455A43">
        <w:rPr>
          <w:rtl/>
        </w:rPr>
        <w:t>،</w:t>
      </w:r>
      <w:r w:rsidRPr="00402856">
        <w:rPr>
          <w:rtl/>
        </w:rPr>
        <w:t xml:space="preserve"> فوجب عليهم حبّ قرابة رسول الله صلّى الله عليه وسلّم وأهل بيته الطاهرين</w:t>
      </w:r>
      <w:r w:rsidR="00455A43">
        <w:rPr>
          <w:rtl/>
        </w:rPr>
        <w:t>،</w:t>
      </w:r>
      <w:r w:rsidRPr="00402856">
        <w:rPr>
          <w:rtl/>
        </w:rPr>
        <w:t xml:space="preserve"> وجعله باسم </w:t>
      </w:r>
      <w:r w:rsidR="00352E1E">
        <w:rPr>
          <w:rtl/>
        </w:rPr>
        <w:t>(</w:t>
      </w:r>
      <w:r w:rsidRPr="00402856">
        <w:rPr>
          <w:rtl/>
        </w:rPr>
        <w:t>المودّة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وهو الثبات على المحبّة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ثالثاً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آية الأحزاب 56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وَمَلاَئِكَتَهُ يُصَلُّونَ عَلَى النَّبِيِّ يَا أَيُّهَا الَّذِينَ آمَنُوا صَلُّوا عَلَيْهِ وَسَلِّمُوا تَسْلِيماً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روى البخاري في صحيحه عند تفسير هذه الآية</w:t>
      </w:r>
      <w:r w:rsidR="00455A43">
        <w:rPr>
          <w:rtl/>
        </w:rPr>
        <w:t>،</w:t>
      </w:r>
      <w:r w:rsidRPr="00402856">
        <w:rPr>
          <w:rtl/>
        </w:rPr>
        <w:t xml:space="preserve"> عن كعب بن عجرة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قيل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أمّا السلام عليك فقد عرفناه</w:t>
      </w:r>
      <w:r w:rsidR="00455A43">
        <w:rPr>
          <w:rtl/>
        </w:rPr>
        <w:t>،</w:t>
      </w:r>
      <w:r w:rsidRPr="00402856">
        <w:rPr>
          <w:rtl/>
        </w:rPr>
        <w:t xml:space="preserve"> فكيف الصلاة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صلِّ على محمد وعلى آل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صلّيت على آل إبراهيم إنّك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بارك على محمد وآل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آل إبراهيم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أبي سعيد الخدري قال</w:t>
      </w:r>
      <w:r w:rsidR="00455A43">
        <w:rPr>
          <w:rtl/>
        </w:rPr>
        <w:t>:</w:t>
      </w:r>
      <w:r w:rsidRPr="00402856">
        <w:rPr>
          <w:rtl/>
        </w:rPr>
        <w:t xml:space="preserve"> قلنا يا رسول الله هذا التسليم</w:t>
      </w:r>
      <w:r w:rsidR="00455A43">
        <w:rPr>
          <w:rtl/>
        </w:rPr>
        <w:t>،</w:t>
      </w:r>
      <w:r w:rsidRPr="00402856">
        <w:rPr>
          <w:rtl/>
        </w:rPr>
        <w:t xml:space="preserve"> فكيف نصلّي عليك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صلى على محمد عبدك ورسولك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صليت 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محمد وعلى آل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باركت على إبراهيم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أبو صالح</w:t>
      </w:r>
      <w:r w:rsidR="00455A43">
        <w:rPr>
          <w:rtl/>
        </w:rPr>
        <w:t>،</w:t>
      </w:r>
      <w:r w:rsidRPr="00402856">
        <w:rPr>
          <w:rtl/>
        </w:rPr>
        <w:t xml:space="preserve"> عن الليث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آل إبراهيم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وعن يزيد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كما صلّيت على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إبراهيم وآل إبراهيم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أبي حاتم</w:t>
      </w:r>
      <w:r w:rsidR="00455A43">
        <w:rPr>
          <w:rtl/>
        </w:rPr>
        <w:t>،</w:t>
      </w:r>
      <w:r w:rsidRPr="00402856">
        <w:rPr>
          <w:rtl/>
        </w:rPr>
        <w:t xml:space="preserve"> عن كعب بن عجرة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</w:t>
      </w:r>
      <w:r w:rsidRPr="005005B1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وَمَلاَئِكَتَهُ يُصَلُّونَ عَلَى النَّبِيِّ يَا أَيُّهَا الَّذِينَ آمَنُوا صَلُّوا عَلَيْهِ وَسَلِّمُوا تَسْلِيمًا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قُلنا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قد علمنا السلام عليك</w:t>
      </w:r>
      <w:r w:rsidR="00455A43">
        <w:rPr>
          <w:rtl/>
        </w:rPr>
        <w:t>،</w:t>
      </w:r>
      <w:r w:rsidRPr="00402856">
        <w:rPr>
          <w:rtl/>
        </w:rPr>
        <w:t xml:space="preserve"> فكيف الصلاة عليك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صلِ على محمّد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صليت على إبراهيم وعلى آلِ إبراهيم إنّك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إبراهيم إنّك حميد مجيد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مسلم وأبو داود والترمذي والنسائي</w:t>
      </w:r>
      <w:r w:rsidR="00455A43">
        <w:rPr>
          <w:rtl/>
        </w:rPr>
        <w:t>،</w:t>
      </w:r>
      <w:r w:rsidRPr="00402856">
        <w:rPr>
          <w:rtl/>
        </w:rPr>
        <w:t xml:space="preserve"> عن أبي مسعود الأنصاري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أتانا رسول الله صلّى الله عليه وسلّم ونحن في مجلس سعد بن عبادة</w:t>
      </w:r>
      <w:r w:rsidR="00455A43">
        <w:rPr>
          <w:rtl/>
        </w:rPr>
        <w:t>،</w:t>
      </w:r>
      <w:r w:rsidRPr="00402856">
        <w:rPr>
          <w:rtl/>
        </w:rPr>
        <w:t xml:space="preserve"> فقال له بشير بن سعد</w:t>
      </w:r>
      <w:r w:rsidR="00455A43">
        <w:rPr>
          <w:rtl/>
        </w:rPr>
        <w:t>:</w:t>
      </w:r>
      <w:r w:rsidRPr="00402856">
        <w:rPr>
          <w:rtl/>
        </w:rPr>
        <w:t xml:space="preserve"> أمرنا الله أن نُصلّي عليك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فكيف نُصلّي عليك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فسكت رسول الله صلّى الله عليه وسلّم حتى تمنّينا أنّه لم يسأله</w:t>
      </w:r>
      <w:r w:rsidR="00455A43">
        <w:rPr>
          <w:rtl/>
        </w:rPr>
        <w:t>،</w:t>
      </w:r>
      <w:r w:rsidRPr="00402856">
        <w:rPr>
          <w:rtl/>
        </w:rPr>
        <w:t xml:space="preserve"> ثُمّ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صلِّ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صليت على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آل إبراهيم في العالمين إنّك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والسلام كما قد علمتم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وفي هذا دليل على أنّ الأمر بالصلاة على آل محمّد مُراد من الآية</w:t>
      </w:r>
      <w:r w:rsidR="00455A43">
        <w:rPr>
          <w:rtl/>
        </w:rPr>
        <w:t>،</w:t>
      </w:r>
      <w:r w:rsidRPr="00402856">
        <w:rPr>
          <w:rtl/>
        </w:rPr>
        <w:t xml:space="preserve"> وإلاّ لَما سألوا عن الصلاة على أهل البيت عقب نزولها</w:t>
      </w:r>
      <w:r w:rsidR="00455A43">
        <w:rPr>
          <w:rtl/>
        </w:rPr>
        <w:t>،</w:t>
      </w:r>
      <w:r w:rsidRPr="00402856">
        <w:rPr>
          <w:rtl/>
        </w:rPr>
        <w:t xml:space="preserve"> ولم يُجابوا بما ذكر</w:t>
      </w:r>
      <w:r w:rsidR="00455A43">
        <w:rPr>
          <w:rtl/>
        </w:rPr>
        <w:t>،</w:t>
      </w:r>
      <w:r w:rsidRPr="00402856">
        <w:rPr>
          <w:rtl/>
        </w:rPr>
        <w:t xml:space="preserve"> على أنّه صلّى الله عليه وسلّم أقام أهل البيت مقام نفسه في ذلك</w:t>
      </w:r>
      <w:r w:rsidR="00455A43">
        <w:rPr>
          <w:rtl/>
        </w:rPr>
        <w:t>؛</w:t>
      </w:r>
      <w:r w:rsidRPr="00402856">
        <w:rPr>
          <w:rtl/>
        </w:rPr>
        <w:t xml:space="preserve"> ذلك لأنّ القصد من الصلاة عليه صلّى الله عليه وسلّم أن ينيله مولاه عزّ وجَل من الرحمة المقرونة بتعظيمه بما يليق به</w:t>
      </w:r>
      <w:r w:rsidR="00455A43">
        <w:rPr>
          <w:rtl/>
        </w:rPr>
        <w:t>،</w:t>
      </w:r>
      <w:r w:rsidRPr="00402856">
        <w:rPr>
          <w:rtl/>
        </w:rPr>
        <w:t xml:space="preserve"> ومن ذلك ما يفيضه عزّ وجَل منه على أهل بيته</w:t>
      </w:r>
      <w:r w:rsidR="00455A43">
        <w:rPr>
          <w:rtl/>
        </w:rPr>
        <w:t>،</w:t>
      </w:r>
      <w:r w:rsidRPr="00402856">
        <w:rPr>
          <w:rtl/>
        </w:rPr>
        <w:t xml:space="preserve"> فإنّه مِن جملة تعظيمه وتكريمه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ويؤيّد ذلك ما جاء من طُرق حديث الكساء</w:t>
      </w:r>
      <w:r w:rsidR="00455A43">
        <w:rPr>
          <w:rtl/>
        </w:rPr>
        <w:t>،</w:t>
      </w:r>
      <w:r w:rsidRPr="00402856">
        <w:rPr>
          <w:rtl/>
        </w:rPr>
        <w:t xml:space="preserve"> من قوله صلّى الله عليه وسلّم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 صلواتك وبركاتك على آل محمّد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روى الإمام أحمد والترمذي والطبراني وأبو يعلى</w:t>
      </w:r>
      <w:r w:rsidR="00455A43">
        <w:rPr>
          <w:rtl/>
        </w:rPr>
        <w:t>،</w:t>
      </w:r>
      <w:r w:rsidRPr="00402856">
        <w:rPr>
          <w:rtl/>
        </w:rPr>
        <w:t xml:space="preserve"> عن أمّ سلمة زوج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 لفاطمة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ائتيني بزوجكِ وابنيكِ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فجاءت بهم</w:t>
      </w:r>
      <w:r w:rsidR="00455A43">
        <w:rPr>
          <w:rtl/>
        </w:rPr>
        <w:t>،</w:t>
      </w:r>
      <w:r w:rsidRPr="00402856">
        <w:rPr>
          <w:rtl/>
        </w:rPr>
        <w:t xml:space="preserve"> فألقى عليهم رسول الله صلّى الله عليه وسلّم كساء كان تحتي خيبريّاً - أصبناه من خيبر - ثمّ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آل محمّد عليه السلام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 صلواتك وبركاتك 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جعلتها 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0C7AB9">
        <w:rPr>
          <w:rtl/>
        </w:rPr>
        <w:t xml:space="preserve"> </w:t>
      </w:r>
    </w:p>
    <w:p w:rsidR="00402856" w:rsidRPr="000C7AB9" w:rsidRDefault="00402856" w:rsidP="005A636F">
      <w:pPr>
        <w:pStyle w:val="libNormal"/>
        <w:rPr>
          <w:rtl/>
        </w:rPr>
      </w:pPr>
      <w:r w:rsidRPr="00402856">
        <w:rPr>
          <w:rtl/>
        </w:rPr>
        <w:t>ورويَ عنه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إنّهم منّي وأنا منهم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 صلواتك وبركاتك عليهم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رابعاً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</w:t>
      </w:r>
      <w:r w:rsidR="00352E1E">
        <w:rPr>
          <w:rtl/>
        </w:rPr>
        <w:t>(</w:t>
      </w:r>
      <w:r w:rsidRPr="00402856">
        <w:rPr>
          <w:rtl/>
        </w:rPr>
        <w:t>103</w:t>
      </w:r>
      <w:r w:rsidR="00352E1E">
        <w:rPr>
          <w:rtl/>
        </w:rPr>
        <w:t>)</w:t>
      </w:r>
      <w:r w:rsidRPr="00402856">
        <w:rPr>
          <w:rtl/>
        </w:rPr>
        <w:t xml:space="preserve"> آل عمران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وَاعْتَصِمُوا بِحَبْلِ اللَّهِ جَمِيعاً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قال ابن حجر الهيتمي في صواعقه</w:t>
      </w:r>
      <w:r w:rsidR="00455A43">
        <w:rPr>
          <w:rtl/>
        </w:rPr>
        <w:t>،</w:t>
      </w:r>
      <w:r w:rsidRPr="00402856">
        <w:rPr>
          <w:rtl/>
        </w:rPr>
        <w:t xml:space="preserve"> أخرج الثعلبي في تفسيره</w:t>
      </w:r>
      <w:r w:rsidR="00455A43">
        <w:rPr>
          <w:rtl/>
        </w:rPr>
        <w:t>،</w:t>
      </w:r>
      <w:r w:rsidRPr="00402856">
        <w:rPr>
          <w:rtl/>
        </w:rPr>
        <w:t xml:space="preserve"> عن جعفر الصادق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 xml:space="preserve">نحن حبل الله الذي قال الله فيه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وَاعْتَصِمُوا بِحَبْلِ اللَّهِ جَمِيعاً</w:t>
      </w:r>
      <w:r w:rsidR="00352E1E" w:rsidRPr="00352E1E">
        <w:rPr>
          <w:rStyle w:val="libAlaemChar"/>
          <w:rFonts w:hint="cs"/>
          <w:rtl/>
        </w:rPr>
        <w:t>)</w:t>
      </w:r>
      <w:r w:rsidR="00352E1E">
        <w:rPr>
          <w:rtl/>
        </w:rPr>
        <w:t>)</w:t>
      </w:r>
      <w:r w:rsidRPr="00402856">
        <w:rPr>
          <w:rtl/>
        </w:rPr>
        <w:t xml:space="preserve">.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خامساً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النساء </w:t>
      </w:r>
      <w:r w:rsidR="00352E1E">
        <w:rPr>
          <w:rtl/>
        </w:rPr>
        <w:t>(</w:t>
      </w:r>
      <w:r w:rsidRPr="00402856">
        <w:rPr>
          <w:rtl/>
        </w:rPr>
        <w:t>59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أَطِيعُوا اللَّهَ وَأَطِيعُوا الرَّسُولَ وَأُوْلِي الأَمْرِ مِنْكُمْ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ابن شهر اشوب في المناقب</w:t>
      </w:r>
      <w:r w:rsidR="00455A43">
        <w:rPr>
          <w:rtl/>
        </w:rPr>
        <w:t>:</w:t>
      </w:r>
      <w:r w:rsidRPr="00402856">
        <w:rPr>
          <w:rtl/>
        </w:rPr>
        <w:t xml:space="preserve"> دخل الحسن بن صالح بن حي على الإمام جعفر الصادق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يا ابن رسول الله</w:t>
      </w:r>
      <w:r w:rsidR="00455A43">
        <w:rPr>
          <w:rtl/>
        </w:rPr>
        <w:t>،</w:t>
      </w:r>
      <w:r w:rsidRPr="00402856">
        <w:rPr>
          <w:rtl/>
        </w:rPr>
        <w:t xml:space="preserve"> ما تقول في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أَطِيعُوا اللَّهَ وَأَطِيعُوا الرَّسُولَ وَأُوْلِي الأَمْرِ مِنْكُمْ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؟</w:t>
      </w:r>
      <w:r w:rsidRPr="00402856">
        <w:rPr>
          <w:rtl/>
        </w:rPr>
        <w:t xml:space="preserve"> مَن أُولي الأمر الذين أمر لله بطاعتهم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العلماء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فلمّا خرجوا قال الحسن</w:t>
      </w:r>
      <w:r w:rsidR="00455A43">
        <w:rPr>
          <w:rtl/>
        </w:rPr>
        <w:t>:</w:t>
      </w:r>
      <w:r w:rsidRPr="00402856">
        <w:rPr>
          <w:rtl/>
        </w:rPr>
        <w:t xml:space="preserve"> ما صنعنا شيئاً</w:t>
      </w:r>
      <w:r w:rsidR="00455A43">
        <w:rPr>
          <w:rtl/>
        </w:rPr>
        <w:t>،</w:t>
      </w:r>
      <w:r w:rsidRPr="00402856">
        <w:rPr>
          <w:rtl/>
        </w:rPr>
        <w:t xml:space="preserve"> إلاّ سألناه</w:t>
      </w:r>
      <w:r w:rsidR="00455A43">
        <w:rPr>
          <w:rtl/>
        </w:rPr>
        <w:t>:</w:t>
      </w:r>
      <w:r w:rsidRPr="00402856">
        <w:rPr>
          <w:rtl/>
        </w:rPr>
        <w:t xml:space="preserve"> مَن هؤلاء العلماء</w:t>
      </w:r>
      <w:r w:rsidR="00455A43">
        <w:rPr>
          <w:rtl/>
        </w:rPr>
        <w:t>؟</w:t>
      </w:r>
      <w:r w:rsidRPr="00402856">
        <w:rPr>
          <w:rtl/>
        </w:rPr>
        <w:t xml:space="preserve"> فرجعوا إليه فسألوه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الأئمّة منّا أهل البيت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سادساً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الصافات </w:t>
      </w:r>
      <w:r w:rsidR="00352E1E">
        <w:rPr>
          <w:rtl/>
        </w:rPr>
        <w:t>(</w:t>
      </w:r>
      <w:r w:rsidRPr="00402856">
        <w:rPr>
          <w:rtl/>
        </w:rPr>
        <w:t>130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سَلاَمٌ عَلَى إِلْ يَاسِينَ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نقل جمعٌ من المفسّرين</w:t>
      </w:r>
      <w:r w:rsidR="00455A43">
        <w:rPr>
          <w:rtl/>
        </w:rPr>
        <w:t>،</w:t>
      </w:r>
      <w:r w:rsidRPr="00402856">
        <w:rPr>
          <w:rtl/>
        </w:rPr>
        <w:t xml:space="preserve"> عن ابن عبّاس</w:t>
      </w:r>
      <w:r w:rsidR="00455A43">
        <w:rPr>
          <w:rtl/>
        </w:rPr>
        <w:t>:</w:t>
      </w:r>
      <w:r w:rsidRPr="00402856">
        <w:rPr>
          <w:rtl/>
        </w:rPr>
        <w:t xml:space="preserve"> أنّ المُراد آل محمّد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وأكثر المفسرين على أنّ المُراد إلياس عليه السلام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سابعاً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الصافات </w:t>
      </w:r>
      <w:r w:rsidR="00352E1E">
        <w:rPr>
          <w:rtl/>
        </w:rPr>
        <w:t>(</w:t>
      </w:r>
      <w:r w:rsidRPr="00402856">
        <w:rPr>
          <w:rtl/>
        </w:rPr>
        <w:t>24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وَقِفُوهُمْ إِنَّهُمْ مَسْئُولُونَ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الواحدي</w:t>
      </w:r>
      <w:r w:rsidR="00455A43">
        <w:rPr>
          <w:rtl/>
        </w:rPr>
        <w:t>:</w:t>
      </w:r>
      <w:r w:rsidRPr="00402856">
        <w:rPr>
          <w:rtl/>
        </w:rPr>
        <w:t xml:space="preserve"> مسئولون عن ولاية أهل البيت</w:t>
      </w:r>
      <w:r w:rsidR="00455A43">
        <w:rPr>
          <w:rtl/>
        </w:rPr>
        <w:t>،</w:t>
      </w:r>
      <w:r w:rsidRPr="00402856">
        <w:rPr>
          <w:rtl/>
        </w:rPr>
        <w:t xml:space="preserve"> ويعضده ما أخرجه الديلمي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قال في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وَقِفُوهُمْ إِنَّهُمْ مَسْئُولُونَ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مسئولون عن ولاية عليّ وأهل البيت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ثامناً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النساء </w:t>
      </w:r>
      <w:r w:rsidR="00352E1E">
        <w:rPr>
          <w:rtl/>
        </w:rPr>
        <w:t>(</w:t>
      </w:r>
      <w:r w:rsidRPr="00402856">
        <w:rPr>
          <w:rtl/>
        </w:rPr>
        <w:t>54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أَمْ يَحْسُدُونَ النَّاسَ عَلَى مَا آتَاهُمْ اللَّهُ مِنْ فَضْلِهِ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أخرج أبو الحسن المغازلي عن الإمام محمّد الباقر أنّه قال في هذه الآية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نحن الناس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تاسعاً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</w:t>
      </w:r>
      <w:r w:rsidR="00352E1E">
        <w:rPr>
          <w:rtl/>
        </w:rPr>
        <w:t>(</w:t>
      </w:r>
      <w:r w:rsidRPr="00402856">
        <w:rPr>
          <w:rtl/>
        </w:rPr>
        <w:t>82</w:t>
      </w:r>
      <w:r w:rsidR="00352E1E">
        <w:rPr>
          <w:rtl/>
        </w:rPr>
        <w:t>)</w:t>
      </w:r>
      <w:r w:rsidRPr="00402856">
        <w:rPr>
          <w:rtl/>
        </w:rPr>
        <w:t xml:space="preserve"> طه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وَإِنِّي لَغَفَّارٌ لِمَنْ تَابَ وَآمَنَ وَعَمِلَ صَالِحاً ثُمَّ اهْتَدَى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ثابت البناني</w:t>
      </w:r>
      <w:r w:rsidR="00455A43">
        <w:rPr>
          <w:rtl/>
        </w:rPr>
        <w:t>:</w:t>
      </w:r>
      <w:r w:rsidRPr="00402856">
        <w:rPr>
          <w:rtl/>
        </w:rPr>
        <w:t xml:space="preserve"> اهتدى إلى ولاية أهل البيت</w:t>
      </w:r>
      <w:r w:rsidR="00455A43">
        <w:rPr>
          <w:rtl/>
        </w:rPr>
        <w:t>،</w:t>
      </w:r>
      <w:r w:rsidRPr="00402856">
        <w:rPr>
          <w:rtl/>
        </w:rPr>
        <w:t xml:space="preserve"> كما رويَ ذلك عن الإمام الباقر أيضاً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عاشراً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الضحى </w:t>
      </w:r>
      <w:r w:rsidR="00352E1E">
        <w:rPr>
          <w:rtl/>
        </w:rPr>
        <w:t>(</w:t>
      </w:r>
      <w:r w:rsidRPr="00402856">
        <w:rPr>
          <w:rtl/>
        </w:rPr>
        <w:t>5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وَلَسَوْفَ يُعْطِيكَ رَبُّكَ فَتَرْضَى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أخرج ابن جرير في تفسيره وغيره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رضا محمّد صلّى الله عليه وسلّم </w:t>
      </w:r>
      <w:r w:rsidR="00352E1E">
        <w:rPr>
          <w:rtl/>
        </w:rPr>
        <w:t>(</w:t>
      </w:r>
      <w:r w:rsidRPr="00402856">
        <w:rPr>
          <w:rtl/>
        </w:rPr>
        <w:t>أن لا يدخل أحد من أهل بيته النار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ابن كثير في تفسيره</w:t>
      </w:r>
      <w:r w:rsidR="00455A43">
        <w:rPr>
          <w:rtl/>
        </w:rPr>
        <w:t>،</w:t>
      </w:r>
      <w:r w:rsidRPr="00402856">
        <w:rPr>
          <w:rtl/>
        </w:rPr>
        <w:t xml:space="preserve"> عن السدّي</w:t>
      </w:r>
      <w:r w:rsidR="00455A43">
        <w:rPr>
          <w:rtl/>
        </w:rPr>
        <w:t>،</w:t>
      </w:r>
      <w:r w:rsidRPr="00402856">
        <w:rPr>
          <w:rtl/>
        </w:rPr>
        <w:t xml:space="preserve"> عن ابن عبّاس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مِن رضا محمّد صلّى الله عليه وسلّم أن لا يدخل أحد من أهل بيته النار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الحسن</w:t>
      </w:r>
      <w:r w:rsidR="00455A43">
        <w:rPr>
          <w:rtl/>
        </w:rPr>
        <w:t>:</w:t>
      </w:r>
      <w:r w:rsidRPr="00402856">
        <w:rPr>
          <w:rtl/>
        </w:rPr>
        <w:t xml:space="preserve"> يعني بذلك الشفاعة</w:t>
      </w:r>
      <w:r w:rsidR="00455A43">
        <w:rPr>
          <w:rtl/>
        </w:rPr>
        <w:t>،</w:t>
      </w:r>
      <w:r w:rsidRPr="00402856">
        <w:rPr>
          <w:rtl/>
        </w:rPr>
        <w:t xml:space="preserve"> وهكذا قال الإمام أبو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جعفر الباقر</w:t>
      </w:r>
      <w:r w:rsidR="00455A43">
        <w:rPr>
          <w:rtl/>
        </w:rPr>
        <w:t>،</w:t>
      </w:r>
      <w:r w:rsidRPr="00402856">
        <w:rPr>
          <w:rtl/>
        </w:rPr>
        <w:t xml:space="preserve"> وروى أبو بكر</w:t>
      </w:r>
      <w:r w:rsidR="00455A43">
        <w:rPr>
          <w:rtl/>
        </w:rPr>
        <w:t>،</w:t>
      </w:r>
      <w:r w:rsidRPr="00402856">
        <w:rPr>
          <w:rtl/>
        </w:rPr>
        <w:t xml:space="preserve"> عن أبي شيبة</w:t>
      </w:r>
      <w:r w:rsidR="00455A43">
        <w:rPr>
          <w:rtl/>
        </w:rPr>
        <w:t>،</w:t>
      </w:r>
      <w:r w:rsidRPr="00402856">
        <w:rPr>
          <w:rtl/>
        </w:rPr>
        <w:t xml:space="preserve"> عن عبد الله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إنّا أهل بيت اختار الله لنا الآخرة على الدنيا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فلسوف يُعطيك ربّك فترضى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الإمام القرطبي في </w:t>
      </w:r>
      <w:r w:rsidR="00352E1E">
        <w:rPr>
          <w:rtl/>
        </w:rPr>
        <w:t>(</w:t>
      </w:r>
      <w:r w:rsidRPr="00402856">
        <w:rPr>
          <w:rtl/>
        </w:rPr>
        <w:t>الجامع لأحكام القرآن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عن الإمام عليّ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وكرّم الله وجهه في الجنّة</w:t>
      </w:r>
      <w:r w:rsidR="00455A43">
        <w:rPr>
          <w:rtl/>
        </w:rPr>
        <w:t>،</w:t>
      </w:r>
      <w:r w:rsidRPr="00402856">
        <w:rPr>
          <w:rtl/>
        </w:rPr>
        <w:t xml:space="preserve"> لأهل العراق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إنّكم تقولون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إنّ أرجى آية في كتاب الله تعالى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يَا عِبَادِي الَّذِينَ أَسْرَفُوا عَلَى أَنْفُسِهِمْ لاَ تَقْنَطُوا مِنْ رَحْمَةِ اللَّهِ</w:t>
      </w:r>
      <w:r w:rsidR="00352E1E" w:rsidRPr="00352E1E">
        <w:rPr>
          <w:rStyle w:val="libAlaemChar"/>
          <w:rFonts w:hint="cs"/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الزمر</w:t>
      </w:r>
      <w:r w:rsidR="00455A43">
        <w:rPr>
          <w:rtl/>
        </w:rPr>
        <w:t>:</w:t>
      </w:r>
      <w:r w:rsidRPr="00402856">
        <w:rPr>
          <w:rtl/>
        </w:rPr>
        <w:t xml:space="preserve"> آية 53</w:t>
      </w:r>
      <w:r w:rsidR="00352E1E">
        <w:rPr>
          <w:rtl/>
        </w:rPr>
        <w:t>)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ولكنّا أهل البيت نقول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إنّ أرجى آية في كتاب الله قوله تعالى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وَلَسَوْفَ يُعْطِيكَ رَبُّكَ فَتَرْضَى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وفي الحديث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لمّا نزلت هذه الآية</w:t>
      </w:r>
      <w:r w:rsidR="00455A43">
        <w:rPr>
          <w:rtl/>
        </w:rPr>
        <w:t>،</w:t>
      </w:r>
      <w:r w:rsidRPr="00402856">
        <w:rPr>
          <w:rtl/>
        </w:rPr>
        <w:t xml:space="preserve"> قال النبيّ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إذن لا أرضى وواحد من أُمتي في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حادي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الأنفال </w:t>
      </w:r>
      <w:r w:rsidR="00352E1E">
        <w:rPr>
          <w:rtl/>
        </w:rPr>
        <w:t>(</w:t>
      </w:r>
      <w:r w:rsidRPr="00402856">
        <w:rPr>
          <w:rtl/>
        </w:rPr>
        <w:t>41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وَاعْلَمُوا أَنَّمَا غَنِمْتُمْ مِنْ شَيْءٍ فَأَنَّ لِلَّهِ خُمُسَهُ وَلِلرَّسُولِ وَلِذِي الْقُرْبَى وَالْيَتَامَى وَالْمَسَاكِينِ وَابْنِ السَّبِيلِ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اتفقت المذاهب الإسلامية على أنّ المراد بالقربى إنّما هُم أهل رسول الله صلّى الله عليه وسلّم، وأنّ لهم سهماً في الغنيمة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ثاني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آية 36 من النور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فِي بُيُوتٍ أَذِنَ اللَّهُ أَنْ تُرْفَعَ وَيُذْكَرَ فِيهَا اسْمُهُ يُسَبِّحُ لَهُ فِيهَا بِالْغُدُوِّ وَالآصَالِ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قرأ رسول الله صلّى الله عليه وسلّم هذه الآية</w:t>
      </w:r>
      <w:r w:rsidR="00455A43">
        <w:rPr>
          <w:rtl/>
        </w:rPr>
        <w:t>،</w:t>
      </w:r>
      <w:r w:rsidRPr="00402856">
        <w:rPr>
          <w:rtl/>
        </w:rPr>
        <w:t xml:space="preserve"> فقام إليه رجل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أيّ بيوت هذه يا رسول الله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بيوت الأنبياء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فقام إليه أبو بكر وقال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هذا البيت منها</w:t>
      </w:r>
      <w:r w:rsidR="00455A43">
        <w:rPr>
          <w:rtl/>
        </w:rPr>
        <w:t>؟</w:t>
      </w:r>
      <w:r w:rsidRPr="00402856">
        <w:rPr>
          <w:rtl/>
        </w:rPr>
        <w:t xml:space="preserve"> وأشار إلى بيت علي وفاطمة</w:t>
      </w:r>
      <w:r w:rsidR="00455A43">
        <w:rPr>
          <w:rtl/>
        </w:rPr>
        <w:t>،</w:t>
      </w:r>
      <w:r w:rsidRPr="00402856">
        <w:rPr>
          <w:rtl/>
        </w:rPr>
        <w:t xml:space="preserve"> فقال الرسول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نعم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من أفضلها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Bold1"/>
        <w:rPr>
          <w:rtl/>
        </w:rPr>
      </w:pPr>
      <w:r w:rsidRPr="000C7AB9">
        <w:rPr>
          <w:rtl/>
        </w:rPr>
        <w:t xml:space="preserve">2 - في الحديث الشريف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ورد الكثير من أحاديث رسول الله صلّى الله عليه وسلّم التي تُبيّن فضل أهل البيت</w:t>
      </w:r>
      <w:r w:rsidR="00455A43">
        <w:rPr>
          <w:rtl/>
        </w:rPr>
        <w:t>،</w:t>
      </w:r>
      <w:r w:rsidRPr="00402856">
        <w:rPr>
          <w:rtl/>
        </w:rPr>
        <w:t xml:space="preserve"> وتحضّ المسلمين على مودّتهم وموالاتهم</w:t>
      </w:r>
      <w:r w:rsidR="00455A43">
        <w:rPr>
          <w:rtl/>
        </w:rPr>
        <w:t>،</w:t>
      </w:r>
      <w:r w:rsidRPr="00402856">
        <w:rPr>
          <w:rtl/>
        </w:rPr>
        <w:t xml:space="preserve"> وتُنفّر من بُغضهم وكراهيتهم</w:t>
      </w:r>
      <w:r w:rsidR="00455A43">
        <w:rPr>
          <w:rtl/>
        </w:rPr>
        <w:t>،</w:t>
      </w:r>
      <w:r w:rsidRPr="00402856">
        <w:rPr>
          <w:rtl/>
        </w:rPr>
        <w:t xml:space="preserve"> بل وتعلن بوضوح وجلاء أنّ حبّ آل النبي صلّى الله عليه وسلّم مِن حُبّه</w:t>
      </w:r>
      <w:r w:rsidR="00455A43">
        <w:rPr>
          <w:rtl/>
        </w:rPr>
        <w:t>،</w:t>
      </w:r>
      <w:r w:rsidRPr="00402856">
        <w:rPr>
          <w:rtl/>
        </w:rPr>
        <w:t xml:space="preserve"> وأنّ بُغضهم من بُغضه</w:t>
      </w:r>
      <w:r w:rsidR="00455A43">
        <w:rPr>
          <w:rtl/>
        </w:rPr>
        <w:t>،</w:t>
      </w:r>
      <w:r w:rsidRPr="00402856">
        <w:rPr>
          <w:rtl/>
        </w:rPr>
        <w:t xml:space="preserve"> وأنّه لا أمل لمَن يكره آل النبي صلّى الله عليه وسلّم في رضاه في الدنيا وشفاعته في الآخرة</w:t>
      </w:r>
      <w:r w:rsidR="00455A43">
        <w:rPr>
          <w:rtl/>
        </w:rPr>
        <w:t>،</w:t>
      </w:r>
      <w:r w:rsidRPr="00402856">
        <w:rPr>
          <w:rtl/>
        </w:rPr>
        <w:t xml:space="preserve"> وأنّ مصيره جهنم وبئس المصير</w:t>
      </w:r>
      <w:r w:rsidR="00AF124A">
        <w:rPr>
          <w:rtl/>
        </w:rPr>
        <w:t xml:space="preserve"> - </w:t>
      </w:r>
      <w:r w:rsidRPr="00402856">
        <w:rPr>
          <w:rtl/>
        </w:rPr>
        <w:t>والعياذ بالله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ومِن هذه الأحاديث النبوية الشريفة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0C7AB9" w:rsidRDefault="00352E1E" w:rsidP="00402856">
      <w:pPr>
        <w:pStyle w:val="libNormal"/>
        <w:rPr>
          <w:rtl/>
        </w:rPr>
      </w:pPr>
      <w:r>
        <w:rPr>
          <w:rStyle w:val="libBold2Char"/>
          <w:rtl/>
        </w:rPr>
        <w:t>(</w:t>
      </w:r>
      <w:r w:rsidR="00402856" w:rsidRPr="005A636F">
        <w:rPr>
          <w:rStyle w:val="libBold2Char"/>
          <w:rtl/>
        </w:rPr>
        <w:t>أولاً</w:t>
      </w:r>
      <w:r>
        <w:rPr>
          <w:rStyle w:val="libBold2Char"/>
          <w:rtl/>
        </w:rPr>
        <w:t>)</w:t>
      </w:r>
      <w:r w:rsidR="00402856" w:rsidRPr="005A636F">
        <w:rPr>
          <w:rStyle w:val="libBold2Char"/>
          <w:rtl/>
        </w:rPr>
        <w:t xml:space="preserve"> </w:t>
      </w:r>
      <w:r w:rsidR="00402856" w:rsidRPr="00402856">
        <w:rPr>
          <w:rtl/>
        </w:rPr>
        <w:t>قال الفخر الرازي</w:t>
      </w:r>
      <w:r w:rsidR="00455A43">
        <w:rPr>
          <w:rtl/>
        </w:rPr>
        <w:t>:</w:t>
      </w:r>
      <w:r w:rsidR="00402856" w:rsidRPr="00402856">
        <w:rPr>
          <w:rtl/>
        </w:rPr>
        <w:t xml:space="preserve"> نقل الزمخشري في الكشّاف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والقرطبي في الجامع لأحكام القرآن</w:t>
      </w:r>
      <w:r w:rsidR="00455A43">
        <w:rPr>
          <w:rtl/>
        </w:rPr>
        <w:t>،</w:t>
      </w:r>
      <w:r w:rsidR="00402856" w:rsidRPr="00402856">
        <w:rPr>
          <w:rtl/>
        </w:rPr>
        <w:t xml:space="preserve"> عن النبي صلّى الله عليه وسلّم أنه قال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مَن مات على حُب آل محمّد مات شهيداً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ألا ومَن مات على حبّ آل محمّد مات مغفوراً له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ألا ومَن مات على حب آل محمّد مات تائباً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ألا</w:t>
      </w:r>
      <w:r w:rsidR="00402856"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ومَن مات على حبّ آل محمّد مات مؤمناً مُستكمل الإيمان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مَن مات على حبّ آل محمّد بشّره مَلك الموت بالجنّة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مُنكر ونكير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حبّ آل محمّد يُزفّ إلى الجنة كما تُزفّ العروس إلى بيت زوجها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حبّ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فُتح له في قبره بابان إلى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حبّ آل محمّد جعل الله قبره مزار ملائكة الرحمة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حبّ آل محمّد مات على السنّة والجماعة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بُغض آل محمّد جاء يوم القيامة مكتوباً بين عينيه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آيس من رحمة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ومن مات على بُغض آل محمّد مات كافراً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بُغض آل محمّد لم يشمّ رائحة الجنة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ومَن مات على بُغض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نصيب له في شفاعتي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ثانياً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الديلمي</w:t>
      </w:r>
      <w:r w:rsidR="00455A43">
        <w:rPr>
          <w:rtl/>
        </w:rPr>
        <w:t>،</w:t>
      </w:r>
      <w:r w:rsidRPr="00402856">
        <w:rPr>
          <w:rtl/>
        </w:rPr>
        <w:t xml:space="preserve"> والطبراني في المُعجم الكبير</w:t>
      </w:r>
      <w:r w:rsidR="00455A43">
        <w:rPr>
          <w:rtl/>
        </w:rPr>
        <w:t>،</w:t>
      </w:r>
      <w:r w:rsidRPr="00402856">
        <w:rPr>
          <w:rtl/>
        </w:rPr>
        <w:t xml:space="preserve"> وأبو الشيخ</w:t>
      </w:r>
      <w:r w:rsidR="00455A43">
        <w:rPr>
          <w:rtl/>
        </w:rPr>
        <w:t>،</w:t>
      </w:r>
      <w:r w:rsidRPr="00402856">
        <w:rPr>
          <w:rtl/>
        </w:rPr>
        <w:t xml:space="preserve"> وابن حبان في صحيحه</w:t>
      </w:r>
      <w:r w:rsidR="00455A43">
        <w:rPr>
          <w:rtl/>
        </w:rPr>
        <w:t>،</w:t>
      </w:r>
      <w:r w:rsidRPr="00402856">
        <w:rPr>
          <w:rtl/>
        </w:rPr>
        <w:t xml:space="preserve"> والبيهقي مرفوعاً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يُؤمن عبد حتّى أكون أحبّ إليه من نفسه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وتكون عترتي أحبّ إليه من عِترته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وأهلي أحبّ إليه من أهله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وذاتي أحبّ إليه من ذاته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ثالثاً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إنّ عمّته صفية شكت إليه أنّ رجلاً قال لها</w:t>
      </w:r>
      <w:r w:rsidR="00455A43">
        <w:rPr>
          <w:rtl/>
        </w:rPr>
        <w:t>:</w:t>
      </w:r>
      <w:r w:rsidRPr="00402856">
        <w:rPr>
          <w:rtl/>
        </w:rPr>
        <w:t xml:space="preserve"> إنّ قرابة محمّد لن تُغني عنكِ من الله شيئاً</w:t>
      </w:r>
      <w:r w:rsidR="00455A43">
        <w:rPr>
          <w:rtl/>
        </w:rPr>
        <w:t>.</w:t>
      </w:r>
      <w:r w:rsidRPr="00402856">
        <w:rPr>
          <w:rtl/>
        </w:rPr>
        <w:t xml:space="preserve"> فبكت</w:t>
      </w:r>
      <w:r w:rsidR="00455A43">
        <w:rPr>
          <w:rtl/>
        </w:rPr>
        <w:t>،</w:t>
      </w:r>
      <w:r w:rsidRPr="00402856">
        <w:rPr>
          <w:rtl/>
        </w:rPr>
        <w:t xml:space="preserve"> فسمع رسول الله صلّى الله عليه وسلّم صوتها</w:t>
      </w:r>
      <w:r w:rsidR="00455A43">
        <w:rPr>
          <w:rtl/>
        </w:rPr>
        <w:t>،</w:t>
      </w:r>
      <w:r w:rsidRPr="00402856">
        <w:rPr>
          <w:rtl/>
        </w:rPr>
        <w:t xml:space="preserve"> فخرج وقال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بال أقوام يزعمون أنّ قرابتي لا تنفع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>! إنّ كلّ سبب ونسب يَنقطع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سببي ونَسبي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 رحِمي موصولة في الدنيا والآخرة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عمار وأبي هريرة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قدمت درّة بنت أبي لهب المدينة مهاجرةً</w:t>
      </w:r>
      <w:r w:rsidR="00455A43">
        <w:rPr>
          <w:rtl/>
        </w:rPr>
        <w:t>،</w:t>
      </w:r>
      <w:r w:rsidRPr="00402856">
        <w:rPr>
          <w:rtl/>
        </w:rPr>
        <w:t xml:space="preserve"> فنزلت في دار رافع بن المعلى</w:t>
      </w:r>
      <w:r w:rsidR="00455A43">
        <w:rPr>
          <w:rtl/>
        </w:rPr>
        <w:t>،</w:t>
      </w:r>
      <w:r w:rsidRPr="00402856">
        <w:rPr>
          <w:rtl/>
        </w:rPr>
        <w:t xml:space="preserve"> فقال لها نسوة جلسن إليها من بني زريق</w:t>
      </w:r>
      <w:r w:rsidR="00455A43">
        <w:rPr>
          <w:rtl/>
        </w:rPr>
        <w:t>:</w:t>
      </w:r>
      <w:r w:rsidRPr="00402856">
        <w:rPr>
          <w:rtl/>
        </w:rPr>
        <w:t xml:space="preserve"> ابنة أبي لهب الذي أنزل الله فيه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تَبَّتْ يَدَا أَبِي لَهَبٍ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فما يُغني هِجرتُكِ</w:t>
      </w:r>
      <w:r w:rsidR="00455A43">
        <w:rPr>
          <w:rtl/>
        </w:rPr>
        <w:t>،</w:t>
      </w:r>
      <w:r w:rsidRPr="00402856">
        <w:rPr>
          <w:rtl/>
        </w:rPr>
        <w:t xml:space="preserve"> فأتت درّة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فبكت وذكرت ما قلنَ لها</w:t>
      </w:r>
      <w:r w:rsidR="00455A43">
        <w:rPr>
          <w:rtl/>
        </w:rPr>
        <w:t>،</w:t>
      </w:r>
      <w:r w:rsidRPr="00402856">
        <w:rPr>
          <w:rtl/>
        </w:rPr>
        <w:t xml:space="preserve"> فسكّنها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اجلسي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صلّى بالناس الظُهر</w:t>
      </w:r>
      <w:r w:rsidR="00455A43">
        <w:rPr>
          <w:rtl/>
        </w:rPr>
        <w:t>،</w:t>
      </w:r>
      <w:r w:rsidRPr="00402856">
        <w:rPr>
          <w:rtl/>
        </w:rPr>
        <w:t xml:space="preserve"> ثمّ جلس على المنبر ساعة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مالي أؤذى في أهلي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فوالله إنّ شفاعتي تنال قرابتي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حتى أنّ صداء وحَكم وحاء وسلهب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لتنالها يوم القيامة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</w:t>
      </w:r>
      <w:r w:rsidR="00455A43">
        <w:rPr>
          <w:rtl/>
        </w:rPr>
        <w:t>،</w:t>
      </w:r>
      <w:r w:rsidRPr="00402856">
        <w:rPr>
          <w:rtl/>
        </w:rPr>
        <w:t xml:space="preserve"> عن علي بن الحسين أنّ عُمر بن الخطاب رضي الله عنه خطب إلى عليّ رضي الله عنه أُمّ كلثوم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أنكحنيها</w:t>
      </w:r>
      <w:r w:rsidR="00455A43">
        <w:rPr>
          <w:rtl/>
        </w:rPr>
        <w:t>،</w:t>
      </w:r>
      <w:r w:rsidRPr="00402856">
        <w:rPr>
          <w:rtl/>
        </w:rPr>
        <w:t xml:space="preserve"> فقال عليّ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 xml:space="preserve">إنّي أرصدها لابن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أخي عبد الله بن جعفر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عُمر</w:t>
      </w:r>
      <w:r w:rsidR="00455A43">
        <w:rPr>
          <w:rtl/>
        </w:rPr>
        <w:t>:</w:t>
      </w:r>
      <w:r w:rsidRPr="00402856">
        <w:rPr>
          <w:rtl/>
        </w:rPr>
        <w:t xml:space="preserve"> أنكحنيها</w:t>
      </w:r>
      <w:r w:rsidR="00455A43">
        <w:rPr>
          <w:rtl/>
        </w:rPr>
        <w:t>،</w:t>
      </w:r>
      <w:r w:rsidRPr="00402856">
        <w:rPr>
          <w:rtl/>
        </w:rPr>
        <w:t xml:space="preserve"> ما من الناس أحد يرصد من أمرها ما أرصده</w:t>
      </w:r>
      <w:r w:rsidR="00455A43">
        <w:rPr>
          <w:rtl/>
        </w:rPr>
        <w:t>.</w:t>
      </w:r>
      <w:r w:rsidRPr="00402856">
        <w:rPr>
          <w:rtl/>
        </w:rPr>
        <w:t xml:space="preserve"> فأنكحه عليّ</w:t>
      </w:r>
      <w:r w:rsidR="00455A43">
        <w:rPr>
          <w:rtl/>
        </w:rPr>
        <w:t>،</w:t>
      </w:r>
      <w:r w:rsidRPr="00402856">
        <w:rPr>
          <w:rtl/>
        </w:rPr>
        <w:t xml:space="preserve"> فأتى عُمَر المهاجرين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ألا تُهنّئوني</w:t>
      </w:r>
      <w:r w:rsidR="00455A43">
        <w:rPr>
          <w:rtl/>
        </w:rPr>
        <w:t>،</w:t>
      </w:r>
      <w:r w:rsidRPr="00402856">
        <w:rPr>
          <w:rtl/>
        </w:rPr>
        <w:t xml:space="preserve"> فقالوا بمَن يا أمير المؤمنين</w:t>
      </w:r>
      <w:r w:rsidR="00455A43">
        <w:rPr>
          <w:rtl/>
        </w:rPr>
        <w:t>،</w:t>
      </w:r>
      <w:r w:rsidRPr="00402856">
        <w:rPr>
          <w:rtl/>
        </w:rPr>
        <w:t xml:space="preserve"> فقال بأُمّ كلثوم بنت عليّ وابنة فاطمة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إنّي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نَسب وسَبب ينقطع يوم القيامة إلاّ ما كان من سَببي ونسَبي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فأحببت أن يكون بيني وبين رسول لله صلّى الله عليه وسلّم نسَب وسبب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رابعاً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البخاري والإمام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أبي بكر الصديق</w:t>
      </w:r>
      <w:r w:rsidR="00455A43">
        <w:rPr>
          <w:rtl/>
        </w:rPr>
        <w:t>،</w:t>
      </w:r>
      <w:r w:rsidRPr="00402856">
        <w:rPr>
          <w:rtl/>
        </w:rPr>
        <w:t xml:space="preserve">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أيّها الناس</w:t>
      </w:r>
      <w:r w:rsidR="00455A43">
        <w:rPr>
          <w:rtl/>
        </w:rPr>
        <w:t>،</w:t>
      </w:r>
      <w:r w:rsidRPr="00402856">
        <w:rPr>
          <w:rtl/>
        </w:rPr>
        <w:t xml:space="preserve"> ارقبوا محمّدا صلّى الله عليه وسلّم في أهل بيته واحفظوه فيهم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في صحيحه من حديث عائشة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قال أبو بكر</w:t>
      </w:r>
      <w:r w:rsidR="00455A43">
        <w:rPr>
          <w:rtl/>
        </w:rPr>
        <w:t>:</w:t>
      </w:r>
      <w:r w:rsidRPr="00402856">
        <w:rPr>
          <w:rtl/>
        </w:rPr>
        <w:t xml:space="preserve"> والذي نفسي بيده</w:t>
      </w:r>
      <w:r w:rsidR="00455A43">
        <w:rPr>
          <w:rtl/>
        </w:rPr>
        <w:t>،</w:t>
      </w:r>
      <w:r w:rsidRPr="00402856">
        <w:rPr>
          <w:rtl/>
        </w:rPr>
        <w:t xml:space="preserve"> لقرابة رسول الله صلّى الله عليه وسلّم أحبّ إليّ أن أصِل من قرابتي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خامساً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أبو يعلى</w:t>
      </w:r>
      <w:r w:rsidR="00455A43">
        <w:rPr>
          <w:rtl/>
        </w:rPr>
        <w:t>،</w:t>
      </w:r>
      <w:r w:rsidRPr="00402856">
        <w:rPr>
          <w:rtl/>
        </w:rPr>
        <w:t xml:space="preserve"> عن سلمة بن الأكواع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النجوم أمان لأهل السماء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بيتي أمان لأُمتي من الاختلاف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لابن أبي شيبة ومسدد والحكيم والطبراني في الكبير وابن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سلمة بن الأكواع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النجوم أمان لأهل السماء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بيتي أمان لأُمّتي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للإمام أحمد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فإذا ذهبت النجوم ذهبت السماء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وإذا ذهب أهل بيتي ذهب أهل الأرض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فإذا هَلك أهل بيتي جاء أهلَ الأرض مِن الآيات ما كانوا يوعَدون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ويرى ابن أبي بكر السلمي</w:t>
      </w:r>
      <w:r w:rsidR="00455A43">
        <w:rPr>
          <w:rtl/>
        </w:rPr>
        <w:t>:</w:t>
      </w:r>
      <w:r w:rsidRPr="00402856">
        <w:rPr>
          <w:rtl/>
        </w:rPr>
        <w:t xml:space="preserve"> ربما كان المُراد العُلماء منهم</w:t>
      </w:r>
      <w:r w:rsidR="00455A43">
        <w:rPr>
          <w:rtl/>
        </w:rPr>
        <w:t>،</w:t>
      </w:r>
      <w:r w:rsidRPr="00402856">
        <w:rPr>
          <w:rtl/>
        </w:rPr>
        <w:t xml:space="preserve"> الذين نهتدي بهم كما يُهتدى بنجوم السماء</w:t>
      </w:r>
      <w:r w:rsidR="00455A43">
        <w:rPr>
          <w:rtl/>
        </w:rPr>
        <w:t>،</w:t>
      </w:r>
      <w:r w:rsidRPr="00402856">
        <w:rPr>
          <w:rtl/>
        </w:rPr>
        <w:t xml:space="preserve"> ثُمّ ربط بين الآية الكريمة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وَمَا كَانَ اللَّهُ لِيُعَذِّبَهُمْ وَأَنْتَ فِيهِمْ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AieChar"/>
          <w:rFonts w:hint="cs"/>
          <w:rtl/>
        </w:rPr>
        <w:t xml:space="preserve"> </w:t>
      </w:r>
      <w:r w:rsidRPr="00402856">
        <w:rPr>
          <w:rtl/>
        </w:rPr>
        <w:t>وأنّ سياق الأحاديث يُشير إلى وجود الخير في أهل البيت</w:t>
      </w:r>
      <w:r w:rsidR="00455A43">
        <w:rPr>
          <w:rtl/>
        </w:rPr>
        <w:t>،</w:t>
      </w:r>
      <w:r w:rsidRPr="00402856">
        <w:rPr>
          <w:rtl/>
        </w:rPr>
        <w:t xml:space="preserve"> وأنّهم أمان لأهل الأرض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سادساً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الحاكم</w:t>
      </w:r>
      <w:r w:rsidR="00455A43">
        <w:rPr>
          <w:rtl/>
        </w:rPr>
        <w:t>،</w:t>
      </w:r>
      <w:r w:rsidRPr="00402856">
        <w:rPr>
          <w:rtl/>
        </w:rPr>
        <w:t xml:space="preserve"> عن أنس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وَعَدني ربّي في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مَن أقرّ منهم لله تعالى بالتوحيد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ولي بالبلاغ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أن لا يُعذّبهم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5A636F">
        <w:rPr>
          <w:rStyle w:val="libBold2Char"/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سابعاً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ابن عدي والديلمي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عليّ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أثبَتكم على الصراط أشدّكم حُبّاً لأهل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ثامناً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الترمذي وابن ماجة والحاكم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حَربٌ لمَن حاربهم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سِلم لمَن سالمهم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يعني عليّ وفاطمة والحسن والحسين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تاسعاً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الديلمي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غضب الله على مَن آذاني في عِترتي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lastRenderedPageBreak/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عاشراً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وأخرج 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استوصوا بأهلي خيراً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أُخاصمكم عنهم غداً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أكُن خصمه أخصمه دخل النار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حفظني في أهل بيتي فقد اتّخذ عند الله عهداً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حادي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وأهل بيتي شجرة من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وأغصانها في الدنيا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شاء اتّخذ إلى ربّه سبيلاً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ثاني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الديلمي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أدّبوا أولادكم على ثلاث خصال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حُبّ نبيّكم وحُبّ أهل بيته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وعلى قراءة القرآن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حَملَة القرآن في ظلّ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يوم لا ظلّ إلاّ ظلّه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مع أنبيائه وأصفيائه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ثالث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عليّ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عن النبيّ صلّى الله عليه وسلّم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صنع إلى أهل بيتي يداً كافأته عليها يوم القيامة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وروى 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عليّ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رسول الله صلّى الله عليه وسلّم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أربعة أنا شفيع لهم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المُكرم لذريّتي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والقاضي لهم حوائجهم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والساعي لهم في أُمور دَينهم عندما اضطرّوا إليه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والمُكرم لهم بقلبه ولسانه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رابع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أخرج الإمام أحمد والحاكم</w:t>
      </w:r>
      <w:r w:rsidR="00455A43">
        <w:rPr>
          <w:rtl/>
        </w:rPr>
        <w:t>،</w:t>
      </w:r>
      <w:r w:rsidRPr="00402856">
        <w:rPr>
          <w:rtl/>
        </w:rPr>
        <w:t xml:space="preserve"> عن المسور بن مخرمة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 يُغضبني ما يُغضبها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ويبسطني ما يبسطها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الأنساب تنقطع يوم القيامة غير نسبي وصهري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خامس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البزّار وأبو يعلى والطبراني والحاكم</w:t>
      </w:r>
      <w:r w:rsidR="00455A43">
        <w:rPr>
          <w:rtl/>
        </w:rPr>
        <w:t>،</w:t>
      </w:r>
      <w:r w:rsidRPr="00402856">
        <w:rPr>
          <w:rtl/>
        </w:rPr>
        <w:t xml:space="preserve"> عن ابن مسعود</w:t>
      </w:r>
      <w:r w:rsidR="00455A43">
        <w:rPr>
          <w:rtl/>
        </w:rPr>
        <w:t>،</w:t>
      </w:r>
      <w:r w:rsidRPr="00402856">
        <w:rPr>
          <w:rtl/>
        </w:rPr>
        <w:t xml:space="preserve"> أنّ النبيّ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فاطمة أحصنت فرْجها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فحرّمها الله وذريتّها على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سادس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الإمام أحمد والطبراني والهيثمي والمحّب الطبري</w:t>
      </w:r>
      <w:r w:rsidR="00455A43">
        <w:rPr>
          <w:rtl/>
        </w:rPr>
        <w:t>،</w:t>
      </w:r>
      <w:r w:rsidRPr="00402856">
        <w:rPr>
          <w:rtl/>
        </w:rPr>
        <w:t xml:space="preserve"> عن قرّة قال</w:t>
      </w:r>
      <w:r w:rsidR="00455A43">
        <w:rPr>
          <w:rtl/>
        </w:rPr>
        <w:t>:</w:t>
      </w:r>
      <w:r w:rsidRPr="00402856">
        <w:rPr>
          <w:rtl/>
        </w:rPr>
        <w:t xml:space="preserve"> سمعت أبا رجاء يقول</w:t>
      </w:r>
      <w:r w:rsidR="00455A43">
        <w:rPr>
          <w:rtl/>
        </w:rPr>
        <w:t>:</w:t>
      </w:r>
      <w:r w:rsidRPr="00402856">
        <w:rPr>
          <w:rtl/>
        </w:rPr>
        <w:t xml:space="preserve"> لا تسبّوا عليّاً ولا أهل البيت</w:t>
      </w:r>
      <w:r w:rsidR="00455A43">
        <w:rPr>
          <w:rtl/>
        </w:rPr>
        <w:t>،</w:t>
      </w:r>
      <w:r w:rsidRPr="00402856">
        <w:rPr>
          <w:rtl/>
        </w:rPr>
        <w:t xml:space="preserve"> إنّ جاراً لنا من بني الهجيم قدم من الكوفة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ألم تروا هذا الفاسق بن القاسق</w:t>
      </w:r>
      <w:r w:rsidR="00455A43">
        <w:rPr>
          <w:rtl/>
        </w:rPr>
        <w:t>،</w:t>
      </w:r>
      <w:r w:rsidRPr="00402856">
        <w:rPr>
          <w:rtl/>
        </w:rPr>
        <w:t xml:space="preserve"> إن الله قتله</w:t>
      </w:r>
      <w:r w:rsidR="00AF124A">
        <w:rPr>
          <w:rtl/>
        </w:rPr>
        <w:t xml:space="preserve"> - </w:t>
      </w:r>
      <w:r w:rsidRPr="00402856">
        <w:rPr>
          <w:rtl/>
        </w:rPr>
        <w:t>يعني الحسين عليه السلام</w:t>
      </w:r>
      <w:r w:rsidR="00AF124A">
        <w:rPr>
          <w:rtl/>
        </w:rPr>
        <w:t xml:space="preserve"> - 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tl/>
        </w:rPr>
        <w:t xml:space="preserve"> فرماه الله بكوكبين في عينه فطمس الله بصره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سابع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الإمام أحمد في المُسند والفضائل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قد تركتُ فيكم ما إن أخذتم به لن تضلّوا بعدي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الثقلَين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واحد منهما أكبر من الآخر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كتاب الله حبل ممدود من السماء إلى الأرض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وإنهما لن يفترقا حتى يردا عليّ الحوض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اُنظروا كيف تُخلفوني فيهما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الترمذي في السُنن</w:t>
      </w:r>
      <w:r w:rsidR="00455A43">
        <w:rPr>
          <w:rtl/>
        </w:rPr>
        <w:t>،</w:t>
      </w:r>
      <w:r w:rsidRPr="00402856">
        <w:rPr>
          <w:rtl/>
        </w:rPr>
        <w:t xml:space="preserve"> عن زيد بن أرقم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قال رسول 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تارك فيكم ما إن تمسكتم به لن تضلّوا بعدي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أحدهما أكبر من الآخر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كتاب الله حبل ممدود من السماء إلى الأرض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ولن يفترقا حتّى يَرِدا عليّ الحوض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فانظروا كيف تخلفوني فيهما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للقاضي عياض</w:t>
      </w:r>
      <w:r w:rsidR="00455A43">
        <w:rPr>
          <w:rtl/>
        </w:rPr>
        <w:t>،</w:t>
      </w:r>
      <w:r w:rsidRPr="00402856">
        <w:rPr>
          <w:rtl/>
        </w:rPr>
        <w:t xml:space="preserve"> عنه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تارك فيكم ما إن أخذتم به لم تضلّوا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فانظروا كيف تخلفوني فيهما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للترمذي</w:t>
      </w:r>
      <w:r w:rsidR="00455A43">
        <w:rPr>
          <w:rtl/>
        </w:rPr>
        <w:t>،</w:t>
      </w:r>
      <w:r w:rsidRPr="00402856">
        <w:rPr>
          <w:rtl/>
        </w:rPr>
        <w:t xml:space="preserve"> عن جابر بن عبد الله قال</w:t>
      </w:r>
      <w:r w:rsidR="00455A43">
        <w:rPr>
          <w:rtl/>
        </w:rPr>
        <w:t>:</w:t>
      </w:r>
      <w:r w:rsidRPr="00402856">
        <w:rPr>
          <w:rtl/>
        </w:rPr>
        <w:t xml:space="preserve"> رأيت رسول الله صلّى الله عليه وسلّم في حجّته يوم عرفة</w:t>
      </w:r>
      <w:r w:rsidR="00455A43">
        <w:rPr>
          <w:rtl/>
        </w:rPr>
        <w:t>،</w:t>
      </w:r>
      <w:r w:rsidRPr="00402856">
        <w:rPr>
          <w:rtl/>
        </w:rPr>
        <w:t xml:space="preserve"> وهو على ناقته القصواء يخطب</w:t>
      </w:r>
      <w:r w:rsidR="00455A43">
        <w:rPr>
          <w:rtl/>
        </w:rPr>
        <w:t>،</w:t>
      </w:r>
      <w:r w:rsidRPr="00402856">
        <w:rPr>
          <w:rtl/>
        </w:rPr>
        <w:t xml:space="preserve"> فسمعته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تركت فيكم ما إن أخذتم به لن تضلّوا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وعترتي أهل بيتي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صحيح مسلم</w:t>
      </w:r>
      <w:r w:rsidR="00455A43">
        <w:rPr>
          <w:rtl/>
        </w:rPr>
        <w:t>،</w:t>
      </w:r>
      <w:r w:rsidRPr="00402856">
        <w:rPr>
          <w:rtl/>
        </w:rPr>
        <w:t xml:space="preserve"> عن زيد بن أرقم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فإنّما أنا بشر يوشك أن يأتيني رسول ربّي فأُجيب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تارك فيكم ثقلَين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أوّلهما كتاب الله تعالى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فيه الهدى والنور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فخذوا بكتاب الله واستمسكوا به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فحثّ على كتاب الله عزّ وجَل ورغّب فيه</w:t>
      </w:r>
      <w:r w:rsidR="00455A43">
        <w:rPr>
          <w:rtl/>
        </w:rPr>
        <w:t>،</w:t>
      </w:r>
      <w:r w:rsidRPr="00402856">
        <w:rPr>
          <w:rtl/>
        </w:rPr>
        <w:t xml:space="preserve"> ثمّ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 </w:t>
      </w:r>
      <w:r w:rsidR="00352E1E">
        <w:rPr>
          <w:rtl/>
        </w:rPr>
        <w:t>(</w:t>
      </w:r>
      <w:r w:rsidRPr="00402856">
        <w:rPr>
          <w:rtl/>
        </w:rPr>
        <w:t>ثلاث مرّات</w:t>
      </w:r>
      <w:r w:rsidR="00352E1E">
        <w:rPr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وقد سمّى الرسول صلّى الله عليه وسلّم القرآن وأهل بيته ثِقلين</w:t>
      </w:r>
      <w:r w:rsidR="00455A43">
        <w:rPr>
          <w:rtl/>
        </w:rPr>
        <w:t>،</w:t>
      </w:r>
      <w:r w:rsidRPr="00402856">
        <w:rPr>
          <w:rtl/>
        </w:rPr>
        <w:t xml:space="preserve"> والثِقل</w:t>
      </w:r>
      <w:r w:rsidR="00455A43">
        <w:rPr>
          <w:rtl/>
        </w:rPr>
        <w:t>:</w:t>
      </w:r>
      <w:r w:rsidRPr="00402856">
        <w:rPr>
          <w:rtl/>
        </w:rPr>
        <w:t xml:space="preserve"> كلّ نفيس خطير مصون</w:t>
      </w:r>
      <w:r w:rsidR="00455A43">
        <w:rPr>
          <w:rtl/>
        </w:rPr>
        <w:t>،</w:t>
      </w:r>
      <w:r w:rsidRPr="00402856">
        <w:rPr>
          <w:rtl/>
        </w:rPr>
        <w:t xml:space="preserve"> وهما كذلك</w:t>
      </w:r>
      <w:r w:rsidR="00455A43">
        <w:rPr>
          <w:rtl/>
        </w:rPr>
        <w:t>؛</w:t>
      </w:r>
      <w:r w:rsidRPr="00402856">
        <w:rPr>
          <w:rtl/>
        </w:rPr>
        <w:t xml:space="preserve"> إذ إنّ كلاًّ منهما معدن العلوم اللَدُنيّة والحكم العلميّة والأحكام الشرعية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سابع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أخرج الإمام أحمد وابن أبي عاصم والبيهقي والطبراني والحاكم وابن عساكر والسيوطي والمُحب الطبري</w:t>
      </w:r>
      <w:r w:rsidR="00455A43">
        <w:rPr>
          <w:rtl/>
        </w:rPr>
        <w:t>،</w:t>
      </w:r>
      <w:r w:rsidRPr="00402856">
        <w:rPr>
          <w:rtl/>
        </w:rPr>
        <w:t xml:space="preserve">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لي جبرئيل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قَلّبت الأرض مشارقها ومغاربها فلم أجد وِلد أبٍ خير من بني هاشم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للقاضي عياض في الشفاء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أتاني جبرئيل عليه السلام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قَلّبت مشارق الأرض ومغاربها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فلم أرَ رجلاً أفضل من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أرَ بني أب أفضل من بني هاشم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ثامن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الإمام أحمد والمُحبّ الطبري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أبغضنا أهل البيت فهو منافق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تاسع عشر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روى الإمام أحمد والهيثمي وابن المنذر وابن أبي حاتم وابن مردويه والسيوطي والطبراني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سعيد بن جبير</w:t>
      </w:r>
      <w:r w:rsidR="00455A43">
        <w:rPr>
          <w:rtl/>
        </w:rPr>
        <w:t>،</w:t>
      </w:r>
      <w:r w:rsidRPr="00402856">
        <w:rPr>
          <w:rtl/>
        </w:rPr>
        <w:t xml:space="preserve"> عن ابن عبّاس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مَن قرابتك هؤلاء الذين وجبت علينا مودّتهم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352E1E" w:rsidP="00402856">
      <w:pPr>
        <w:pStyle w:val="libNormal"/>
        <w:rPr>
          <w:rtl/>
        </w:rPr>
      </w:pPr>
      <w:r>
        <w:rPr>
          <w:rStyle w:val="libBold2Char"/>
          <w:rtl/>
        </w:rPr>
        <w:lastRenderedPageBreak/>
        <w:t>(</w:t>
      </w:r>
      <w:r w:rsidR="00402856" w:rsidRPr="00402856">
        <w:rPr>
          <w:rStyle w:val="libBold2Char"/>
          <w:rtl/>
        </w:rPr>
        <w:t>عليّ وفاطمة وابناها عليهم السلام</w:t>
      </w:r>
      <w:r>
        <w:rPr>
          <w:rStyle w:val="libBold2Char"/>
          <w:rtl/>
        </w:rPr>
        <w:t>)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أحمد والطبراني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نظر رسول الله صلّى الله عليه وسلّم إلى عليّ والحسن والحسين وفاطمة عليهم السلام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حربٌ لمَن حاربكم وسِلم لمَن سالمكم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لأحمد والترمذي</w:t>
      </w:r>
      <w:r w:rsidR="00455A43">
        <w:rPr>
          <w:rtl/>
        </w:rPr>
        <w:t>،</w:t>
      </w:r>
      <w:r w:rsidRPr="00402856">
        <w:rPr>
          <w:rtl/>
        </w:rPr>
        <w:t xml:space="preserve"> عن زيد بن أرقم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قال لعلي وفاطمة والحسن والحسين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حربٌ لمَن حاربتم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وسِلمٌ لمَن سالمتم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واحد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روى الإمام أحمد في المسند والفضائل والترمذي</w:t>
      </w:r>
      <w:r w:rsidR="00455A43">
        <w:rPr>
          <w:rtl/>
        </w:rPr>
        <w:t>،</w:t>
      </w:r>
      <w:r w:rsidRPr="00402856">
        <w:rPr>
          <w:rtl/>
        </w:rPr>
        <w:t xml:space="preserve"> عن علي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أخذ بيد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أحبّني وأحبّ هذين وأباهما وأُمّهما كان معي في درجتي يوم القيامة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اثنان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أنس</w:t>
      </w:r>
      <w:r w:rsidR="00455A43">
        <w:rPr>
          <w:rtl/>
        </w:rPr>
        <w:t>،</w:t>
      </w:r>
      <w:r w:rsidRPr="00402856">
        <w:rPr>
          <w:rtl/>
        </w:rPr>
        <w:t xml:space="preserve"> عن النبيّ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يقومنّ أحد مِن مجلسه إلاّ للحسن أو للحسين أو ذرّيتهما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ثلاثة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أُمامة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يقوم الرجل لأخيه من مجلسه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بني هاشم لا يقومون لأحد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C7AB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أربع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الترمذي في السنن</w:t>
      </w:r>
      <w:r w:rsidR="00455A43">
        <w:rPr>
          <w:rtl/>
        </w:rPr>
        <w:t>،</w:t>
      </w:r>
      <w:r w:rsidRPr="00402856">
        <w:rPr>
          <w:rtl/>
        </w:rPr>
        <w:t xml:space="preserve"> عن جميع بن عمير التيمي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دخلت ومعي عمّتي على عائشة فسُئلت</w:t>
      </w:r>
      <w:r w:rsidR="00455A43">
        <w:rPr>
          <w:rtl/>
        </w:rPr>
        <w:t>:</w:t>
      </w:r>
      <w:r w:rsidRPr="00402856">
        <w:rPr>
          <w:rtl/>
        </w:rPr>
        <w:t xml:space="preserve"> أيّ الناس كان أحبّ إلى رسول الله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فاطمة</w:t>
      </w:r>
      <w:r w:rsidR="00455A43">
        <w:rPr>
          <w:rtl/>
        </w:rPr>
        <w:t>،</w:t>
      </w:r>
      <w:r w:rsidRPr="00402856">
        <w:rPr>
          <w:rtl/>
        </w:rPr>
        <w:t xml:space="preserve"> فقيل</w:t>
      </w:r>
      <w:r w:rsidR="00455A43">
        <w:rPr>
          <w:rtl/>
        </w:rPr>
        <w:t>:</w:t>
      </w:r>
      <w:r w:rsidRPr="00402856">
        <w:rPr>
          <w:rtl/>
        </w:rPr>
        <w:t xml:space="preserve"> مِن الرجال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زوجها</w:t>
      </w:r>
      <w:r w:rsidR="00455A43">
        <w:rPr>
          <w:rtl/>
        </w:rPr>
        <w:t>،</w:t>
      </w:r>
      <w:r w:rsidRPr="00402856">
        <w:rPr>
          <w:rtl/>
        </w:rPr>
        <w:t xml:space="preserve"> أن كان علمت صوّاماً قوّاماً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خمس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الطبراني في الكبير</w:t>
      </w:r>
      <w:r w:rsidR="00455A43">
        <w:rPr>
          <w:rtl/>
        </w:rPr>
        <w:t>،</w:t>
      </w:r>
      <w:r w:rsidRPr="00402856">
        <w:rPr>
          <w:rtl/>
        </w:rPr>
        <w:t xml:space="preserve"> عن أبي موسى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وعليّ فاطمة والحسن والحسين يوم القيامة في قبّة تحت العرش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ستّ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رسول الله صلّى الله عليه وسلّم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أوّل مَن يرد على الحوض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أحبّني مِن أُمتي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سبع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الطبراني في الكبير</w:t>
      </w:r>
      <w:r w:rsidR="00455A43">
        <w:rPr>
          <w:rtl/>
        </w:rPr>
        <w:t>،</w:t>
      </w:r>
      <w:r w:rsidRPr="00402856">
        <w:rPr>
          <w:rtl/>
        </w:rPr>
        <w:t xml:space="preserve"> عن أُمّ سلمة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إليك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إلى النار أنا وأهل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ثمان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أنس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مستودعهم كلّ مؤمن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تسع وعشرون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الخطيب وابن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ابن مسعود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خير رجالكم علي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وخير شبابكم الحسن والحسين وخير نسائكم فاطمة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علي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الإسلام عريان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لباسه التقوى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ورياشه الهدى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وزينته الحياء وعماده الورع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ومِلاكه العمل الصالح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وأساس الإسلام حبّي وحبّ 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ومنها</w:t>
      </w:r>
      <w:r w:rsidR="00455A43" w:rsidRPr="005A636F">
        <w:rPr>
          <w:rStyle w:val="libBold2Char"/>
          <w:rtl/>
        </w:rPr>
        <w:t>،</w:t>
      </w:r>
      <w:r w:rsidRPr="005A636F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واحد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في الجنّة درجة تُدعى الوسيلة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فإذا سألتم الله فسلوا لي الوسيلة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 مَن يسكن معك فيها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عليّ وفاطمة والحسن والحسين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اثنان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الحاكم</w:t>
      </w:r>
      <w:r w:rsidR="00455A43">
        <w:rPr>
          <w:rtl/>
        </w:rPr>
        <w:t>،</w:t>
      </w:r>
      <w:r w:rsidRPr="00402856">
        <w:rPr>
          <w:rtl/>
        </w:rPr>
        <w:t xml:space="preserve"> عن ابن عبّاس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بني عبد المطلب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سألت الله أن يُثبّت قائلكم ويهدي ضالّكم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 يُعلّم جاهلكم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 يجعلكم جوداء رحماء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فلو أنّ رجلاً صفن بين الركن والمقام فصلّى وصام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لقى الله مبغضاً لأهل بيت محمّد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صلّى الله عليه وسلّم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دخل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وفي روايةٍ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بني عبد المُطّلب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سألت الله لكم ثلاثاً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أن يُثبّت قائمكم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 يهدي ضالّكم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 يُعلّم جاهلكم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وسألت الله أن يجعلكم جوداء نجداء رُحماء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فلو أنّ رجلاً صفن بين الرُكن والمقام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فصلّى وصام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لقي الله وهو مُبغض لأهل بيت محمّد دخل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ثلاث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الحارث بن أبي أسامة</w:t>
      </w:r>
      <w:r w:rsidR="00455A43">
        <w:rPr>
          <w:rtl/>
        </w:rPr>
        <w:t>،</w:t>
      </w:r>
      <w:r w:rsidRPr="00402856">
        <w:rPr>
          <w:rtl/>
        </w:rPr>
        <w:t xml:space="preserve"> عن محمّد بن علي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اصطرع الحسن والحسين عند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فجعل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هي حسن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فقالت 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تُعين الحسن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كأنّه أحبّ إليك من الحسين</w:t>
      </w:r>
      <w:r w:rsidR="00455A43">
        <w:rPr>
          <w:rStyle w:val="libBold2Char"/>
          <w:rtl/>
        </w:rPr>
        <w:t>!</w:t>
      </w:r>
      <w:r w:rsidRPr="00402856">
        <w:rPr>
          <w:rStyle w:val="libBold2Char"/>
          <w:rtl/>
        </w:rPr>
        <w:t>!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جبرئيل يُعين الحسين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أُحبّ أن أُعين الحسن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السيوطي في الخصائص الكبرى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أربع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أحمد والبزار والطيالسي والطبراني وأبو يعلى</w:t>
      </w:r>
      <w:r w:rsidR="00455A43">
        <w:rPr>
          <w:rtl/>
        </w:rPr>
        <w:t>،</w:t>
      </w:r>
      <w:r w:rsidRPr="00402856">
        <w:rPr>
          <w:rtl/>
        </w:rPr>
        <w:t xml:space="preserve"> بطرق مُختلفة</w:t>
      </w:r>
      <w:r w:rsidR="00455A43">
        <w:rPr>
          <w:rtl/>
        </w:rPr>
        <w:t>،</w:t>
      </w:r>
      <w:r w:rsidRPr="00402856">
        <w:rPr>
          <w:rtl/>
        </w:rPr>
        <w:t xml:space="preserve"> عن علي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دخل عَلَيَّ رسول الله صلّى الله عليه وسلّم وأنا نائم على المنامة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فاستسقى الحسن والحسين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فقام النبي صلّى الله عليه وسلّم إلى شاة لنا بكئ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فحلبها فدرّت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فجاء الحسن فنحّاه النبي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فقالت فاطمة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كأنّه أحبّهما إليك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قال لا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ولكنّه استسقى قبله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قال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وإيّاكِ وهذين وهذا الراقد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 مكان واحد يوم القيامة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خمس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الإمام أحمد في الفضائل والمُحبّ الطبري في الذخائر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حدثنا أحمد بن إسرائيل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رأيت في كتاب أحمد بن محمّد ابن حنبل رحمه الله بخطّ يده...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كان الحسين بن عليّ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من دمعت عيناه فينا دمعة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 قطرت عيناه قطرة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أثواه الله عزّ وجَل الجنة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ست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الطبراني والمروياني وابن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العبّاس بن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عبد المطلب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بال أقوام يتحدّثون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فإذا رأوا الرجل من أهل بيتي قطعوا حديثهم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>! والذي نفسي بيده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يدخل قلبَ امرئٍ الإيمانُ حتّى يحبّهم لله ولقرابتهم منّي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،</w:t>
      </w:r>
      <w:r w:rsidRPr="00402856">
        <w:rPr>
          <w:rtl/>
        </w:rPr>
        <w:t xml:space="preserve"> عن العبّاس قال</w:t>
      </w:r>
      <w:r w:rsidR="00455A43">
        <w:rPr>
          <w:rtl/>
        </w:rPr>
        <w:t>:</w:t>
      </w:r>
      <w:r w:rsidRPr="00402856">
        <w:rPr>
          <w:rtl/>
        </w:rPr>
        <w:t xml:space="preserve"> كنّا نلقى النفر من قريش وهم يتحدّثون</w:t>
      </w:r>
      <w:r w:rsidR="00455A43">
        <w:rPr>
          <w:rtl/>
        </w:rPr>
        <w:t>،</w:t>
      </w:r>
      <w:r w:rsidRPr="00402856">
        <w:rPr>
          <w:rtl/>
        </w:rPr>
        <w:t xml:space="preserve"> فيقطعون حديثهم</w:t>
      </w:r>
      <w:r w:rsidR="00455A43">
        <w:rPr>
          <w:rtl/>
        </w:rPr>
        <w:t>،</w:t>
      </w:r>
      <w:r w:rsidRPr="00402856">
        <w:rPr>
          <w:rtl/>
        </w:rPr>
        <w:t xml:space="preserve"> فذكرنا ذلك للنبي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لا يدخل قلب رجل الإيمان حتّى يحبّكم لله ولقرابتي</w:t>
      </w:r>
      <w:r w:rsidR="00AF124A">
        <w:rPr>
          <w:rtl/>
        </w:rPr>
        <w:t xml:space="preserve"> - </w:t>
      </w:r>
      <w:r w:rsidRPr="00402856">
        <w:rPr>
          <w:rtl/>
        </w:rPr>
        <w:t>وفي لفظٍ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ولقرابتكم منّي</w:t>
      </w:r>
      <w:r w:rsidR="00AF124A">
        <w:rPr>
          <w:rStyle w:val="libBold2Char"/>
          <w:rtl/>
        </w:rPr>
        <w:t xml:space="preserve"> -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رواه ابن عساكر وابن النجار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سبع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ما رواه الترمذي والحاكم والبيهقي من شعب الإيمان</w:t>
      </w:r>
      <w:r w:rsidR="00455A43">
        <w:rPr>
          <w:rtl/>
        </w:rPr>
        <w:t>،</w:t>
      </w:r>
      <w:r w:rsidRPr="00402856">
        <w:rPr>
          <w:rtl/>
        </w:rPr>
        <w:t xml:space="preserve">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أنّ النبيّ صلّى الله عليه وسلّم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ستّة لعنهم الله وكلّ نبيّ مُجاب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الزائد في 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والمُكذّب بقدَر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والمتسلّط بالجبروت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فيعزّ بذلك مَن أذلّ الله ويُذلّ مَن أعزّ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والمُستحلّ لحرام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والمستحلّ مِن عترتي ما حرّم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والتارك لسُنّتي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ثمانية وثلاثون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الترمذي والحاكم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أحبّوا الله لِما يغذوكم به من نِعَمه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وأحبّوني بحبّ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وأحبّوا أهل بيتي بحبّي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تسع وثلاثون</w:t>
      </w:r>
      <w:r w:rsidR="00352E1E">
        <w:rPr>
          <w:rStyle w:val="libBold2Char"/>
          <w:rtl/>
        </w:rPr>
        <w:t>)</w:t>
      </w:r>
      <w:r w:rsidR="00455A43">
        <w:rPr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أخرج ابن سعد</w:t>
      </w:r>
      <w:r w:rsidR="00455A43">
        <w:rPr>
          <w:rtl/>
        </w:rPr>
        <w:t>،</w:t>
      </w:r>
      <w:r w:rsidRPr="00402856">
        <w:rPr>
          <w:rtl/>
        </w:rPr>
        <w:t xml:space="preserve"> عن عليّ أنه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خبّرني رسول الله صلّى الله عليه وسلّم أنّ أوّل مَن يدخل الجنّة أنا وفاطمة والحسن والحسين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قلتُ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فمحبّونا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قال مِن ورائكم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وروى الحاكم في التاريخ</w:t>
      </w:r>
      <w:r w:rsidR="00455A43">
        <w:rPr>
          <w:rtl/>
        </w:rPr>
        <w:t>،</w:t>
      </w:r>
      <w:r w:rsidRPr="00402856">
        <w:rPr>
          <w:rtl/>
        </w:rPr>
        <w:t xml:space="preserve"> من حديث أبي سعيد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ثلاث مَن حفظهنّ حفظ الله له دِينه ودُنياه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ضيّعهن لم يحفظ الله له شيئاً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حُرمة الإسلام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وحُرمتي وحُرمة رحِمي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واحد وأربعون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أخرج الطبراني في معجمه</w:t>
      </w:r>
      <w:r w:rsidR="00455A43">
        <w:rPr>
          <w:rtl/>
        </w:rPr>
        <w:t>،</w:t>
      </w:r>
      <w:r w:rsidRPr="00402856">
        <w:rPr>
          <w:rtl/>
        </w:rPr>
        <w:t xml:space="preserve"> والبيهقي في الدلائل</w:t>
      </w:r>
      <w:r w:rsidR="00455A43">
        <w:rPr>
          <w:rtl/>
        </w:rPr>
        <w:t>،</w:t>
      </w:r>
      <w:r w:rsidRPr="00402856">
        <w:rPr>
          <w:rtl/>
        </w:rPr>
        <w:t xml:space="preserve"> عن ابن عباس رضي الله عنهما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سرّه أن يحيى حياتي ويموت مماتي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ويسكن جنّة عدْن التي غرسها ربّي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فليوالِ عليّاً من بعدي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وليوالِ وليّه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وليقتدِ بأهل بيتي من بعدي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فإنّهم عترتي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خُلقوا من طينتي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ورُزقوا فهمي وعلمي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فويل للمكذّبين بفضلهم من أُمّتي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القاطعين فيهم صِلتي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أنالهم الله شفاعتي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اثنان وأربعون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الطبراني في المعجم الكبير</w:t>
      </w:r>
      <w:r w:rsidR="00455A43">
        <w:rPr>
          <w:rtl/>
        </w:rPr>
        <w:t>،</w:t>
      </w:r>
      <w:r w:rsidRPr="00402856">
        <w:rPr>
          <w:rtl/>
        </w:rPr>
        <w:t xml:space="preserve"> عن واثلة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إنّك جعلت صلواتك ورحمتك ومغفرتك ورضوانك على إبراهيم وآل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إنّهم منّي وأنا منهم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فاجعل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صلواتك ورحمتك ومغفرتك ورضوانك عليَّ وعليهم</w:t>
      </w:r>
      <w:r w:rsidR="00352E1E">
        <w:rPr>
          <w:rStyle w:val="libBold2Char"/>
          <w:rtl/>
        </w:rPr>
        <w:t>)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tl/>
        </w:rPr>
        <w:t xml:space="preserve"> يعني عليّاً وفاطمة وحسناً وحسيناً</w:t>
      </w:r>
      <w:r w:rsidR="00AF124A">
        <w:rPr>
          <w:rtl/>
        </w:rPr>
        <w:t xml:space="preserve"> -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ثلاث وأربعون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عبد الرحمان بن أبي ليلى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لقيني كعب بن عجزة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ألا أُهدي لك هديّة سمعتها من النبيّ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بلى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فأهدى إليّ قال</w:t>
      </w:r>
      <w:r w:rsidR="00455A43">
        <w:rPr>
          <w:rtl/>
        </w:rPr>
        <w:t>:</w:t>
      </w:r>
      <w:r w:rsidRPr="00402856">
        <w:rPr>
          <w:rtl/>
        </w:rPr>
        <w:t xml:space="preserve"> سألنا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فقلنا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كيف الصلاة عليكم أهل البيت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صلِّ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صليت على إبراهيم وعلى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بارك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إبراهيم وعلى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أربع وأربعون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الترمذي في السنن</w:t>
      </w:r>
      <w:r w:rsidR="00455A43">
        <w:rPr>
          <w:rtl/>
        </w:rPr>
        <w:t>،</w:t>
      </w:r>
      <w:r w:rsidRPr="00402856">
        <w:rPr>
          <w:rtl/>
        </w:rPr>
        <w:t xml:space="preserve"> عن حذيفة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سألتني أُمّي</w:t>
      </w:r>
      <w:r w:rsidR="00455A43">
        <w:rPr>
          <w:rtl/>
        </w:rPr>
        <w:t>:</w:t>
      </w:r>
      <w:r w:rsidRPr="00402856">
        <w:rPr>
          <w:rtl/>
        </w:rPr>
        <w:t xml:space="preserve"> متى عهدك</w:t>
      </w:r>
      <w:r w:rsidR="00AF124A">
        <w:rPr>
          <w:rtl/>
        </w:rPr>
        <w:t xml:space="preserve"> - </w:t>
      </w:r>
      <w:r w:rsidRPr="00402856">
        <w:rPr>
          <w:rtl/>
        </w:rPr>
        <w:t>تعني بالنبي صلّى الله عليه وسلّم</w:t>
      </w:r>
      <w:r w:rsidR="00AF124A">
        <w:rPr>
          <w:rtl/>
        </w:rPr>
        <w:t xml:space="preserve"> -</w:t>
      </w:r>
      <w:r w:rsidR="00455A43">
        <w:rPr>
          <w:rtl/>
        </w:rPr>
        <w:t>؟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ما لي به عهد منذ كذا وكذا</w:t>
      </w:r>
      <w:r w:rsidR="00455A43">
        <w:rPr>
          <w:rtl/>
        </w:rPr>
        <w:t>،</w:t>
      </w:r>
      <w:r w:rsidRPr="00402856">
        <w:rPr>
          <w:rtl/>
        </w:rPr>
        <w:t xml:space="preserve"> فنالت منّي لها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دعيني آتي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فأُصلّي معه المغرب</w:t>
      </w:r>
      <w:r w:rsidR="00455A43">
        <w:rPr>
          <w:rtl/>
        </w:rPr>
        <w:t>،</w:t>
      </w:r>
      <w:r w:rsidRPr="00402856">
        <w:rPr>
          <w:rtl/>
        </w:rPr>
        <w:t xml:space="preserve"> وأسأله أن يستغفر لي ولكِ</w:t>
      </w:r>
      <w:r w:rsidR="00455A43">
        <w:rPr>
          <w:rtl/>
        </w:rPr>
        <w:t>،</w:t>
      </w:r>
      <w:r w:rsidRPr="00402856">
        <w:rPr>
          <w:rtl/>
        </w:rPr>
        <w:t xml:space="preserve"> فأتيت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فصليت معه المغرب</w:t>
      </w:r>
      <w:r w:rsidR="00455A43">
        <w:rPr>
          <w:rtl/>
        </w:rPr>
        <w:t>،</w:t>
      </w:r>
      <w:r w:rsidRPr="00402856">
        <w:rPr>
          <w:rtl/>
        </w:rPr>
        <w:t xml:space="preserve"> فصلّى حتّى صلّى العشاء</w:t>
      </w:r>
      <w:r w:rsidR="00455A43">
        <w:rPr>
          <w:rtl/>
        </w:rPr>
        <w:t>،</w:t>
      </w:r>
      <w:r w:rsidRPr="00402856">
        <w:rPr>
          <w:rtl/>
        </w:rPr>
        <w:t xml:space="preserve"> ثُمّ انفلت</w:t>
      </w:r>
      <w:r w:rsidR="00455A43">
        <w:rPr>
          <w:rtl/>
        </w:rPr>
        <w:t>،</w:t>
      </w:r>
      <w:r w:rsidRPr="00402856">
        <w:rPr>
          <w:rtl/>
        </w:rPr>
        <w:t xml:space="preserve"> فتبعته فسمع صوتي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من هذا حذيفة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نعم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حاجتك غفر الله لك ولأُمّك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إنّ هذا ملَك لم ينزل الأرض قط قبل هذه الليلة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استأذن ربّه أن يُسلّم عليّ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ويُبشّرني بأنّ فاطمة سيّدة نساء أهل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الحسن والحسين سيدا شباب أهل الجنّة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خمس وأربعون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روى ابن جرير</w:t>
      </w:r>
      <w:r w:rsidR="00455A43">
        <w:rPr>
          <w:rtl/>
        </w:rPr>
        <w:t>،</w:t>
      </w:r>
      <w:r w:rsidRPr="00402856">
        <w:rPr>
          <w:rtl/>
        </w:rPr>
        <w:t xml:space="preserve"> عن أبي ذر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مَثَل أهل بيتي فيكم كسفينة نوح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مَن ركبها نجا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تَخلّف عنها هَلك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عن أبي ذر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مَثلُ أهل بيتي فيكم كمثل سفينة نوح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فمِن قوم نوح مَن ركب فيها نجا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تخلّف عنها هَلك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ومَثَل باب حطّة في بني إسرائيل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الطبراني في الكبير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للحاكم</w:t>
      </w:r>
      <w:r w:rsidR="00455A43">
        <w:rPr>
          <w:rtl/>
        </w:rPr>
        <w:t>،</w:t>
      </w:r>
      <w:r w:rsidRPr="00402856">
        <w:rPr>
          <w:rtl/>
        </w:rPr>
        <w:t xml:space="preserve"> عن حنش الكناني</w:t>
      </w:r>
      <w:r w:rsidR="00455A43">
        <w:rPr>
          <w:rtl/>
        </w:rPr>
        <w:t>،</w:t>
      </w:r>
      <w:r w:rsidRPr="00402856">
        <w:rPr>
          <w:rtl/>
        </w:rPr>
        <w:t xml:space="preserve"> قال سمعت أبا ذر</w:t>
      </w:r>
      <w:r w:rsidR="00AF124A">
        <w:rPr>
          <w:rtl/>
        </w:rPr>
        <w:t xml:space="preserve"> - </w:t>
      </w:r>
      <w:r w:rsidRPr="00402856">
        <w:rPr>
          <w:rtl/>
        </w:rPr>
        <w:t>وهو آخذ بباب الكعبة</w:t>
      </w:r>
      <w:r w:rsidR="00AF124A">
        <w:rPr>
          <w:rtl/>
        </w:rPr>
        <w:t xml:space="preserve"> - </w:t>
      </w:r>
      <w:r w:rsidRPr="00402856">
        <w:rPr>
          <w:rtl/>
        </w:rPr>
        <w:t>يقول</w:t>
      </w:r>
      <w:r w:rsidR="00455A43">
        <w:rPr>
          <w:rtl/>
        </w:rPr>
        <w:t>:</w:t>
      </w:r>
      <w:r w:rsidRPr="00402856">
        <w:rPr>
          <w:rtl/>
        </w:rPr>
        <w:t xml:space="preserve"> سمعت النبي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ألا إنّ مَثَل أهل بيتي فيكم مثل سفينة نوح من قومه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مَن ركبها نجا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تخلّف عنها غرق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 xml:space="preserve">ومنها </w:t>
      </w:r>
      <w:r w:rsidR="00352E1E">
        <w:rPr>
          <w:rStyle w:val="libBold2Char"/>
          <w:rtl/>
        </w:rPr>
        <w:t>(</w:t>
      </w:r>
      <w:r w:rsidRPr="005A636F">
        <w:rPr>
          <w:rStyle w:val="libBold2Char"/>
          <w:rtl/>
        </w:rPr>
        <w:t>ست وأربعون</w:t>
      </w:r>
      <w:r w:rsidR="00352E1E">
        <w:rPr>
          <w:rStyle w:val="libBold2Char"/>
          <w:rtl/>
        </w:rPr>
        <w:t>)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أخرج الطبراني في الأوسط</w:t>
      </w:r>
      <w:r w:rsidR="00455A43">
        <w:rPr>
          <w:rtl/>
        </w:rPr>
        <w:t>،</w:t>
      </w:r>
      <w:r w:rsidRPr="00402856">
        <w:rPr>
          <w:rtl/>
        </w:rPr>
        <w:t xml:space="preserve"> عن الحسن بن علي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عنهما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الزموا مودّتنا أهل البيت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فإنّه مَن لقى الله عزّ وجَل وهو يودّنا دخل الجنة بشفاعتنا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والذي نفسي بيده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ينفع عبداً عمله إلاّ بمعرفة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حقّنا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والذي نفسي بيده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يبغضنا أهل البيت أحد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أدخله الله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السيّد الحسن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يبغضنا أحد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يحسدنا أحد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ذيد يوم القيامة عن الحوض بسياط من 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02856" w:rsidRDefault="00402856" w:rsidP="00402856">
      <w:pPr>
        <w:pStyle w:val="Heading3"/>
        <w:rPr>
          <w:rtl/>
        </w:rPr>
      </w:pPr>
      <w:bookmarkStart w:id="6" w:name="03"/>
      <w:bookmarkStart w:id="7" w:name="_Toc413931525"/>
      <w:r w:rsidRPr="008D6C39">
        <w:rPr>
          <w:rtl/>
        </w:rPr>
        <w:lastRenderedPageBreak/>
        <w:t>الفصل الثالث</w:t>
      </w:r>
      <w:r w:rsidR="00455A43">
        <w:rPr>
          <w:rtl/>
        </w:rPr>
        <w:t>:</w:t>
      </w:r>
      <w:r w:rsidRPr="008D6C39">
        <w:rPr>
          <w:rtl/>
        </w:rPr>
        <w:t xml:space="preserve"> مِن خصائص أهل البيت</w:t>
      </w:r>
      <w:bookmarkEnd w:id="7"/>
      <w:r w:rsidRPr="008D6C39">
        <w:rPr>
          <w:rtl/>
        </w:rPr>
        <w:t xml:space="preserve"> </w:t>
      </w:r>
      <w:bookmarkEnd w:id="6"/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وانطلاقاً من كلّ ما تقدّم من شواهد</w:t>
      </w:r>
      <w:r w:rsidR="00AF124A">
        <w:rPr>
          <w:rtl/>
        </w:rPr>
        <w:t xml:space="preserve"> - </w:t>
      </w:r>
      <w:r w:rsidRPr="00402856">
        <w:rPr>
          <w:rtl/>
        </w:rPr>
        <w:t>من الكتاب والسُنّة</w:t>
      </w:r>
      <w:r w:rsidR="00AF124A">
        <w:rPr>
          <w:rtl/>
        </w:rPr>
        <w:t xml:space="preserve"> - </w:t>
      </w:r>
      <w:r w:rsidRPr="00402856">
        <w:rPr>
          <w:rtl/>
        </w:rPr>
        <w:t>فلقد اتّفق عُلماء المسلمين على أنّ الله تعالى</w:t>
      </w:r>
      <w:r w:rsidR="00455A43">
        <w:rPr>
          <w:rtl/>
        </w:rPr>
        <w:t>،</w:t>
      </w:r>
      <w:r w:rsidRPr="00402856">
        <w:rPr>
          <w:rtl/>
        </w:rPr>
        <w:t xml:space="preserve"> المُنعم الكريم</w:t>
      </w:r>
      <w:r w:rsidR="00455A43">
        <w:rPr>
          <w:rtl/>
        </w:rPr>
        <w:t>،</w:t>
      </w:r>
      <w:r w:rsidRPr="00402856">
        <w:rPr>
          <w:rtl/>
        </w:rPr>
        <w:t xml:space="preserve"> قد تفضّل</w:t>
      </w:r>
      <w:r w:rsidR="00455A43">
        <w:rPr>
          <w:rtl/>
        </w:rPr>
        <w:t>،</w:t>
      </w:r>
      <w:r w:rsidRPr="00402856">
        <w:rPr>
          <w:rtl/>
        </w:rPr>
        <w:t xml:space="preserve"> سبحانه وتعالى على أهل بيت نبيّه الكريم صلّى الله عليه وسلّم بخصائص اختصّهم بها</w:t>
      </w:r>
      <w:r w:rsidR="00455A43">
        <w:rPr>
          <w:rtl/>
        </w:rPr>
        <w:t>،</w:t>
      </w:r>
      <w:r w:rsidRPr="00402856">
        <w:rPr>
          <w:rtl/>
        </w:rPr>
        <w:t xml:space="preserve"> وبِنِعَم أنعمها عليهم</w:t>
      </w:r>
      <w:r w:rsidRPr="00402856">
        <w:rPr>
          <w:rStyle w:val="libFootnotenumChar"/>
          <w:rtl/>
        </w:rPr>
        <w:t xml:space="preserve"> (1)</w:t>
      </w:r>
      <w:r w:rsidR="00455A43">
        <w:rPr>
          <w:rtl/>
        </w:rPr>
        <w:t>؛</w:t>
      </w:r>
      <w:r w:rsidRPr="00402856">
        <w:rPr>
          <w:rtl/>
        </w:rPr>
        <w:t xml:space="preserve"> إكراماً لنبيّه وحبيبه سيّدنا ومولانا وجدّنا محمّد رسول الله صلى الله عليه وآله وسلم</w:t>
      </w:r>
      <w:r w:rsidR="00455A43">
        <w:rPr>
          <w:rtl/>
        </w:rPr>
        <w:t>،</w:t>
      </w:r>
      <w:r w:rsidRPr="00402856">
        <w:rPr>
          <w:rtl/>
        </w:rPr>
        <w:t xml:space="preserve"> لعلّ من أهمّها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Bold1"/>
        <w:rPr>
          <w:rtl/>
        </w:rPr>
      </w:pPr>
      <w:r w:rsidRPr="008D6C39">
        <w:rPr>
          <w:rtl/>
        </w:rPr>
        <w:t xml:space="preserve">1 - الصلاة على أهل البيت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كان مِن كرامة أهل البيت عند الله تعالى</w:t>
      </w:r>
      <w:r w:rsidR="00455A43">
        <w:rPr>
          <w:rtl/>
        </w:rPr>
        <w:t>،</w:t>
      </w:r>
      <w:r w:rsidRPr="00402856">
        <w:rPr>
          <w:rtl/>
        </w:rPr>
        <w:t xml:space="preserve"> أن جعل الصلاة عليهم مقرونة بالصلاة على جدّهم العظيم</w:t>
      </w:r>
      <w:r w:rsidR="00455A43">
        <w:rPr>
          <w:rtl/>
        </w:rPr>
        <w:t>،</w:t>
      </w:r>
      <w:r w:rsidRPr="00402856">
        <w:rPr>
          <w:rtl/>
        </w:rPr>
        <w:t xml:space="preserve"> سيّد الأوّلين والآخِرين</w:t>
      </w:r>
      <w:r w:rsidR="00455A43">
        <w:rPr>
          <w:rtl/>
        </w:rPr>
        <w:t>،</w:t>
      </w:r>
      <w:r w:rsidRPr="00402856">
        <w:rPr>
          <w:rtl/>
        </w:rPr>
        <w:t xml:space="preserve"> وأفضل الأنبياء والمُرسلين صلّى الله عليه وسلّم في كلّ صلاة</w:t>
      </w:r>
      <w:r w:rsidR="00455A43">
        <w:rPr>
          <w:rtl/>
        </w:rPr>
        <w:t>،</w:t>
      </w:r>
      <w:r w:rsidRPr="00402856">
        <w:rPr>
          <w:rtl/>
        </w:rPr>
        <w:t xml:space="preserve"> وفي كلّ تشهّد</w:t>
      </w:r>
      <w:r w:rsidR="00455A43">
        <w:rPr>
          <w:rtl/>
        </w:rPr>
        <w:t>،</w:t>
      </w:r>
      <w:r w:rsidRPr="00402856">
        <w:rPr>
          <w:rtl/>
        </w:rPr>
        <w:t xml:space="preserve"> وقد أشرفا من قبل إلى أنّ الصحابي </w:t>
      </w:r>
    </w:p>
    <w:p w:rsidR="00402856" w:rsidRPr="008D6C39" w:rsidRDefault="00AF124A" w:rsidP="00AF124A">
      <w:pPr>
        <w:pStyle w:val="libLine"/>
        <w:rPr>
          <w:rtl/>
        </w:rPr>
      </w:pPr>
      <w:r>
        <w:rPr>
          <w:rtl/>
        </w:rPr>
        <w:t>____________________</w:t>
      </w:r>
    </w:p>
    <w:p w:rsidR="00402856" w:rsidRDefault="00352E1E" w:rsidP="00402856">
      <w:pPr>
        <w:pStyle w:val="libFootnote0"/>
        <w:rPr>
          <w:rtl/>
        </w:rPr>
      </w:pPr>
      <w:r>
        <w:rPr>
          <w:rtl/>
        </w:rPr>
        <w:t>(</w:t>
      </w:r>
      <w:r w:rsidR="00402856" w:rsidRPr="008D6C39">
        <w:rPr>
          <w:rtl/>
        </w:rPr>
        <w:t>1</w:t>
      </w:r>
      <w:r>
        <w:rPr>
          <w:rtl/>
        </w:rPr>
        <w:t>)</w:t>
      </w:r>
      <w:r w:rsidR="00402856" w:rsidRPr="008D6C39">
        <w:rPr>
          <w:rtl/>
        </w:rPr>
        <w:t xml:space="preserve"> روى الطاهر بن عبد السلام</w:t>
      </w:r>
      <w:r w:rsidR="00455A43">
        <w:rPr>
          <w:rtl/>
        </w:rPr>
        <w:t>:</w:t>
      </w:r>
      <w:r w:rsidR="00402856" w:rsidRPr="008D6C39">
        <w:rPr>
          <w:rtl/>
        </w:rPr>
        <w:t xml:space="preserve"> أنّ الزمخشري قال</w:t>
      </w:r>
      <w:r w:rsidR="00455A43">
        <w:rPr>
          <w:rtl/>
        </w:rPr>
        <w:t>:</w:t>
      </w:r>
      <w:r w:rsidR="00402856" w:rsidRPr="008D6C39">
        <w:rPr>
          <w:rtl/>
        </w:rPr>
        <w:t xml:space="preserve"> إنّ أهل بيت النبي يُساوونه في سبعة أشياء</w:t>
      </w:r>
      <w:r w:rsidR="00455A43">
        <w:rPr>
          <w:rtl/>
        </w:rPr>
        <w:t>:</w:t>
      </w:r>
      <w:r w:rsidR="00402856" w:rsidRPr="008D6C39">
        <w:rPr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Style w:val="libFootnote0Char"/>
          <w:rtl/>
        </w:rPr>
        <w:t>في السلام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في قوله</w:t>
      </w:r>
      <w:r w:rsidR="00455A43">
        <w:rPr>
          <w:rStyle w:val="libFootnote0Char"/>
          <w:rtl/>
        </w:rPr>
        <w:t>:</w:t>
      </w:r>
      <w:r w:rsidRPr="00402856">
        <w:rPr>
          <w:rStyle w:val="libFootnote0Char"/>
          <w:rtl/>
        </w:rPr>
        <w:t xml:space="preserve"> السلام عليك أيّها النبي في التشهد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وفي قوله تعالى</w:t>
      </w:r>
      <w:r w:rsidR="00455A43">
        <w:rPr>
          <w:rStyle w:val="libFootnote0Char"/>
          <w:rtl/>
        </w:rPr>
        <w:t>:</w:t>
      </w:r>
      <w:r w:rsidRPr="00402856">
        <w:rPr>
          <w:rStyle w:val="libFootnote0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سَلاَمٌ عَلَى إِلْ يَاسِينَ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Footnote0Char"/>
          <w:rtl/>
        </w:rPr>
        <w:t xml:space="preserve"> وفي ختم التشهّد بالصلاة عليه وعليهم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وفي قوله تعالى</w:t>
      </w:r>
      <w:r w:rsidR="00455A43">
        <w:rPr>
          <w:rStyle w:val="libFootnote0Char"/>
          <w:rtl/>
        </w:rPr>
        <w:t>:</w:t>
      </w:r>
      <w:r w:rsidRPr="00402856">
        <w:rPr>
          <w:rStyle w:val="libFootnote0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وفي المحبّة في قوله تعالى</w:t>
      </w:r>
      <w:r w:rsidR="00455A43">
        <w:rPr>
          <w:rStyle w:val="libFootnote0Char"/>
          <w:rtl/>
        </w:rPr>
        <w:t>:</w:t>
      </w:r>
      <w:r w:rsidRPr="00402856">
        <w:rPr>
          <w:rStyle w:val="libFootnote0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فَاتَّبِعُونِي يُحْبِبْكُمْ اللَّهُ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وفي قوله تعالى</w:t>
      </w:r>
      <w:r w:rsidR="00455A43">
        <w:rPr>
          <w:rStyle w:val="libFootnote0Char"/>
          <w:rtl/>
        </w:rPr>
        <w:t>:</w:t>
      </w:r>
      <w:r w:rsidRPr="00402856">
        <w:rPr>
          <w:rStyle w:val="libFootnote0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أَجْرًا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وفي تحريم الصدقة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والتشريك في الخُمس</w:t>
      </w:r>
      <w:r w:rsidR="00455A43">
        <w:rPr>
          <w:rStyle w:val="libFootnote0Char"/>
          <w:rtl/>
        </w:rPr>
        <w:t>،</w:t>
      </w:r>
      <w:r w:rsidRPr="00402856">
        <w:rPr>
          <w:rStyle w:val="libFootnote0Char"/>
          <w:rtl/>
        </w:rPr>
        <w:t xml:space="preserve"> وفي قوله تعالى</w:t>
      </w:r>
      <w:r w:rsidR="00455A43">
        <w:rPr>
          <w:rStyle w:val="libFootnote0Char"/>
          <w:rtl/>
        </w:rPr>
        <w:t>:</w:t>
      </w:r>
      <w:r w:rsidRPr="00402856">
        <w:rPr>
          <w:rStyle w:val="libFootnote0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وَلِلرَّسُولِ وَلِذِي القُرْبَى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Footnote0Char"/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Footnote0"/>
        <w:rPr>
          <w:rtl/>
        </w:rPr>
      </w:pPr>
      <w:r w:rsidRPr="008D6C39">
        <w:rPr>
          <w:rtl/>
        </w:rPr>
        <w:t>غير أنّ رواية ابن حجر الهيتمي</w:t>
      </w:r>
      <w:r w:rsidR="00455A43">
        <w:rPr>
          <w:rtl/>
        </w:rPr>
        <w:t>،</w:t>
      </w:r>
      <w:r w:rsidRPr="008D6C39">
        <w:rPr>
          <w:rtl/>
        </w:rPr>
        <w:t xml:space="preserve"> عن الفخر الرازي</w:t>
      </w:r>
      <w:r w:rsidR="00455A43">
        <w:rPr>
          <w:rtl/>
        </w:rPr>
        <w:t>:</w:t>
      </w:r>
      <w:r w:rsidRPr="008D6C39">
        <w:rPr>
          <w:rtl/>
        </w:rPr>
        <w:t xml:space="preserve"> أنّهم يساوونه صلّى الله عليه وسلّم في خمسة أشياء</w:t>
      </w:r>
      <w:r w:rsidR="00455A43">
        <w:rPr>
          <w:rtl/>
        </w:rPr>
        <w:t>:</w:t>
      </w:r>
      <w:r w:rsidRPr="008D6C39">
        <w:rPr>
          <w:rtl/>
        </w:rPr>
        <w:t xml:space="preserve"> في الصلاة عليه وعليهم في التشهد</w:t>
      </w:r>
      <w:r w:rsidR="00455A43">
        <w:rPr>
          <w:rtl/>
        </w:rPr>
        <w:t>،</w:t>
      </w:r>
      <w:r w:rsidRPr="008D6C39">
        <w:rPr>
          <w:rtl/>
        </w:rPr>
        <w:t xml:space="preserve"> وفي السلام</w:t>
      </w:r>
      <w:r w:rsidR="00455A43">
        <w:rPr>
          <w:rtl/>
        </w:rPr>
        <w:t>،</w:t>
      </w:r>
      <w:r w:rsidRPr="008D6C39">
        <w:rPr>
          <w:rtl/>
        </w:rPr>
        <w:t xml:space="preserve"> وفي الطهارة</w:t>
      </w:r>
      <w:r w:rsidR="00455A43">
        <w:rPr>
          <w:rtl/>
        </w:rPr>
        <w:t>،</w:t>
      </w:r>
      <w:r w:rsidRPr="008D6C39">
        <w:rPr>
          <w:rtl/>
        </w:rPr>
        <w:t xml:space="preserve"> وفي تحريم الصدقة</w:t>
      </w:r>
      <w:r w:rsidR="00455A43">
        <w:rPr>
          <w:rtl/>
        </w:rPr>
        <w:t>،</w:t>
      </w:r>
      <w:r w:rsidRPr="008D6C39">
        <w:rPr>
          <w:rtl/>
        </w:rPr>
        <w:t xml:space="preserve"> وفي المحبّة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8D6C39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 xml:space="preserve">الجليل بشير بن سعد الأنصاري بعد نزول الآية الكريمة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وَمَلاَئِكَتَهُ يُصَلُّونَ عَلَى النَّبِيِّ يَا أَيُّهَا الَّذِينَ آمَنُوا صَلُّوا عَلَيْهِ وَسَلِّمُوا تَسْلِيماً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AieChar"/>
          <w:rFonts w:hint="cs"/>
          <w:rtl/>
        </w:rPr>
        <w:t xml:space="preserve"> </w:t>
      </w:r>
      <w:r w:rsidRPr="00402856">
        <w:rPr>
          <w:rtl/>
        </w:rPr>
        <w:t>سأل قائلاً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أُمرنا أن نُصلّي عليك</w:t>
      </w:r>
      <w:r w:rsidR="00455A43">
        <w:rPr>
          <w:rtl/>
        </w:rPr>
        <w:t>،</w:t>
      </w:r>
      <w:r w:rsidRPr="00402856">
        <w:rPr>
          <w:rtl/>
        </w:rPr>
        <w:t xml:space="preserve"> فكيف نُصلّي عليك</w:t>
      </w:r>
      <w:r w:rsidR="00455A43">
        <w:rPr>
          <w:rtl/>
        </w:rPr>
        <w:t>؟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صلّيت على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إبراهيم وعلى آل إبراهيم في العالمين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والسلام كما قد علمتم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البخاري عند تفسير آية الأحزاب </w:t>
      </w:r>
      <w:r w:rsidR="00352E1E">
        <w:rPr>
          <w:rtl/>
        </w:rPr>
        <w:t>(</w:t>
      </w:r>
      <w:r w:rsidRPr="00402856">
        <w:rPr>
          <w:rtl/>
        </w:rPr>
        <w:t>56</w:t>
      </w:r>
      <w:r w:rsidR="00352E1E">
        <w:rPr>
          <w:rtl/>
        </w:rPr>
        <w:t>)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وَمَلاَئِكَتَهُ يُصَلُّونَ عَلَى النَّبِيِّ يَا أَيُّهَا الَّذِينَ آمَنُوا صَلُّوا عَلَيْهِ وَسَلِّمُوا تَسْلِيماً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عن كعب ابن عجرة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قيل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أمّا السلام عليك فقد عرفناه</w:t>
      </w:r>
      <w:r w:rsidR="00455A43">
        <w:rPr>
          <w:rtl/>
        </w:rPr>
        <w:t>،</w:t>
      </w:r>
      <w:r w:rsidRPr="00402856">
        <w:rPr>
          <w:rtl/>
        </w:rPr>
        <w:t xml:space="preserve"> فكيف الصلاة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 على محمّد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صلّيت على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بارك على محمّد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قلنا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 هذا السلام عليك</w:t>
      </w:r>
      <w:r w:rsidR="00455A43">
        <w:rPr>
          <w:rtl/>
        </w:rPr>
        <w:t>،</w:t>
      </w:r>
      <w:r w:rsidRPr="00402856">
        <w:rPr>
          <w:rtl/>
        </w:rPr>
        <w:t xml:space="preserve"> فكيف نُصلّي عليك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 على محمّد عبدك ورسولك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صلّيت 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آل إبراهيم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وروى مسلم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أبي مسعود الأنصاري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أتانا رسول الله صلّى الله عليه وسلّم ونحن في مجلس سعد بن عُبادة</w:t>
      </w:r>
      <w:r w:rsidR="00455A43">
        <w:rPr>
          <w:rtl/>
        </w:rPr>
        <w:t>،</w:t>
      </w:r>
      <w:r w:rsidRPr="00402856">
        <w:rPr>
          <w:rtl/>
        </w:rPr>
        <w:t xml:space="preserve"> فقال له بشير بن سعد</w:t>
      </w:r>
      <w:r w:rsidR="00455A43">
        <w:rPr>
          <w:rtl/>
        </w:rPr>
        <w:t>،</w:t>
      </w:r>
      <w:r w:rsidRPr="00402856">
        <w:rPr>
          <w:rtl/>
        </w:rPr>
        <w:t xml:space="preserve"> أمَرنا الله أن نُصلّي عليك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فكيف نُصلّي عليك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فسكت رسول الله صلّى الله عليه وسلّم حتى تمنّينا أنّه لم يسأله</w:t>
      </w:r>
      <w:r w:rsidR="00455A43">
        <w:rPr>
          <w:rtl/>
        </w:rPr>
        <w:t>،</w:t>
      </w:r>
      <w:r w:rsidRPr="00402856">
        <w:rPr>
          <w:rtl/>
        </w:rPr>
        <w:t xml:space="preserve"> ثُمّ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صليت على 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وعلى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آل إبراهيم في العالمين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والسلام كما قد علمتم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أخرجه مسلم وأبو داود والترمذي والنسائي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ومن هنا ذهب الإمام الشافعي</w:t>
      </w:r>
      <w:r w:rsidR="00AF124A">
        <w:rPr>
          <w:rtl/>
        </w:rPr>
        <w:t xml:space="preserve"> - </w:t>
      </w:r>
      <w:r w:rsidRPr="00402856">
        <w:rPr>
          <w:rtl/>
        </w:rPr>
        <w:t>كما يقول ابن كثير في تفسيره</w:t>
      </w:r>
      <w:r w:rsidR="00AF124A">
        <w:rPr>
          <w:rtl/>
        </w:rPr>
        <w:t xml:space="preserve"> - </w:t>
      </w:r>
      <w:r w:rsidRPr="00402856">
        <w:rPr>
          <w:rtl/>
        </w:rPr>
        <w:t>إلى أنّه يجب على المُصلّي أن يُصلّي على رسول الله صلّى الله عليه وسلّم في التشهد الأخير</w:t>
      </w:r>
      <w:r w:rsidR="00455A43">
        <w:rPr>
          <w:rtl/>
        </w:rPr>
        <w:t>،</w:t>
      </w:r>
      <w:r w:rsidRPr="00402856">
        <w:rPr>
          <w:rtl/>
        </w:rPr>
        <w:t xml:space="preserve"> فإن تركه لم تصحّ صلاته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وهكذا بيّن النبيّ صلّى الله عليه وسلّم أنّ أمر الله تعالى إلى الأُمّة بالصلاة عليه</w:t>
      </w:r>
      <w:r w:rsidR="00455A43">
        <w:rPr>
          <w:rtl/>
        </w:rPr>
        <w:t>،</w:t>
      </w:r>
      <w:r w:rsidRPr="00402856">
        <w:rPr>
          <w:rtl/>
        </w:rPr>
        <w:t xml:space="preserve"> إنّما يشمل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الأمر كذلك بالصلاة على أهل بيته في كلّ تشهد</w:t>
      </w:r>
      <w:r w:rsidR="00455A43">
        <w:rPr>
          <w:rtl/>
        </w:rPr>
        <w:t>،</w:t>
      </w:r>
      <w:r w:rsidRPr="00402856">
        <w:rPr>
          <w:rtl/>
        </w:rPr>
        <w:t xml:space="preserve"> وفي كلّ صلاة</w:t>
      </w:r>
      <w:r w:rsidR="00455A43">
        <w:rPr>
          <w:rtl/>
        </w:rPr>
        <w:t>،</w:t>
      </w:r>
      <w:r w:rsidRPr="00402856">
        <w:rPr>
          <w:rtl/>
        </w:rPr>
        <w:t xml:space="preserve"> وكفى بهذا تعظيماً وتشريفاً وتوفيراً</w:t>
      </w:r>
      <w:r w:rsidR="00455A43">
        <w:rPr>
          <w:rtl/>
        </w:rPr>
        <w:t>؛</w:t>
      </w:r>
      <w:r w:rsidRPr="00402856">
        <w:rPr>
          <w:rtl/>
        </w:rPr>
        <w:t xml:space="preserve"> ذلك لأنّ هذا يعني أنّ الله قد قضى بأنّ مقام أهل البيت إنّما هو من مقام جدّهم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وأنّ شرفهم مِن شَرفه</w:t>
      </w:r>
      <w:r w:rsidR="00455A43">
        <w:rPr>
          <w:rtl/>
        </w:rPr>
        <w:t>،</w:t>
      </w:r>
      <w:r w:rsidRPr="00402856">
        <w:rPr>
          <w:rtl/>
        </w:rPr>
        <w:t xml:space="preserve"> ومِن ثَمّ فقد أقامهم النبي صلّى الله عليه وسلّم مقام نفسه في التعظيم والتكريم والتشريف</w:t>
      </w:r>
      <w:r w:rsidR="00455A43">
        <w:rPr>
          <w:rtl/>
        </w:rPr>
        <w:t>،</w:t>
      </w:r>
      <w:r w:rsidRPr="00402856">
        <w:rPr>
          <w:rtl/>
        </w:rPr>
        <w:t xml:space="preserve"> بل إنّ النبي صلّى الله عليه وسلّم نهى عن إفراده بالصلاة عليه دون أهل بيته</w:t>
      </w:r>
      <w:r w:rsidR="00455A43">
        <w:rPr>
          <w:rtl/>
        </w:rPr>
        <w:t>،</w:t>
      </w:r>
      <w:r w:rsidRPr="00402856">
        <w:rPr>
          <w:rtl/>
        </w:rPr>
        <w:t xml:space="preserve"> فقد روى ابن حجر الهيتمي في صواعقه</w:t>
      </w:r>
      <w:r w:rsidR="00455A43">
        <w:rPr>
          <w:rtl/>
        </w:rPr>
        <w:t>،</w:t>
      </w:r>
      <w:r w:rsidRPr="00402856">
        <w:rPr>
          <w:rtl/>
        </w:rPr>
        <w:t xml:space="preserve"> أنّه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تُصلّوا عليّ الصلاة البتراء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وما الصلاة البتراء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تقولون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 على محمّد وتُمسكون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بل 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 على محمّد وعلى آل محمّد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الشافعي في مسنده أنّ النبيّ صلّى الله عليه وسلّم كان يقول في الصلاة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صلّ على محمّد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صلّيت على إبراهيم وآل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على محمّد وآل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باركت على إبراهيم وآل إبراهيم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إنّك حميد مجيد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هذا وتأكيداً لمقام أهل البيت عند الله رسوله</w:t>
      </w:r>
      <w:r w:rsidR="00455A43">
        <w:rPr>
          <w:rtl/>
        </w:rPr>
        <w:t>،</w:t>
      </w:r>
      <w:r w:rsidRPr="00402856">
        <w:rPr>
          <w:rtl/>
        </w:rPr>
        <w:t xml:space="preserve"> فلقد بيّن النبيّ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الدعاء محجوبٌ حتّى يُصلّى على محمّد وآل محمّد بيته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صل على محمّد وآله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هذا المعنى يقول أبو سليمان الداراني رضي الله عنه</w:t>
      </w:r>
      <w:r w:rsidR="00AF124A">
        <w:rPr>
          <w:rtl/>
        </w:rPr>
        <w:t xml:space="preserve"> - </w:t>
      </w:r>
      <w:r w:rsidRPr="00402856">
        <w:rPr>
          <w:rtl/>
        </w:rPr>
        <w:t>كما جاء في صواعق ابن حجر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مَن أراد أن يسال الله حاجة</w:t>
      </w:r>
      <w:r w:rsidR="00455A43">
        <w:rPr>
          <w:rtl/>
        </w:rPr>
        <w:t>،</w:t>
      </w:r>
      <w:r w:rsidRPr="00402856">
        <w:rPr>
          <w:rtl/>
        </w:rPr>
        <w:t xml:space="preserve"> فليبدأ بالصلاة على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ثُمّ يختم بالصلاة على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فإنّ الله تعالى يقبل الصلاتين</w:t>
      </w:r>
      <w:r w:rsidR="00455A43">
        <w:rPr>
          <w:rtl/>
        </w:rPr>
        <w:t>،</w:t>
      </w:r>
      <w:r w:rsidRPr="00402856">
        <w:rPr>
          <w:rtl/>
        </w:rPr>
        <w:t xml:space="preserve"> وهو أكرم من أن يردّ ما بينهما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ويرى ابن قيم الجوزيّة</w:t>
      </w:r>
      <w:r w:rsidR="00455A43">
        <w:rPr>
          <w:rtl/>
        </w:rPr>
        <w:t>:</w:t>
      </w:r>
      <w:r w:rsidRPr="00402856">
        <w:rPr>
          <w:rtl/>
        </w:rPr>
        <w:t xml:space="preserve"> أنّ الصلاة على النبيّ صلّى الله عليه وسلّم حقّ له ولآله دون سائر الأُمّة</w:t>
      </w:r>
      <w:r w:rsidR="00455A43">
        <w:rPr>
          <w:rtl/>
        </w:rPr>
        <w:t>؛</w:t>
      </w:r>
      <w:r w:rsidRPr="00402856">
        <w:rPr>
          <w:rtl/>
        </w:rPr>
        <w:t xml:space="preserve"> ولهذا تجب عليه وعلى آله عند الشافعي وغيره</w:t>
      </w:r>
      <w:r w:rsidR="00455A43">
        <w:rPr>
          <w:rtl/>
        </w:rPr>
        <w:t>،</w:t>
      </w:r>
      <w:r w:rsidRPr="00402856">
        <w:rPr>
          <w:rtl/>
        </w:rPr>
        <w:t xml:space="preserve"> ومَن لا يوجبها</w:t>
      </w:r>
      <w:r w:rsidR="00455A43">
        <w:rPr>
          <w:rtl/>
        </w:rPr>
        <w:t>،</w:t>
      </w:r>
      <w:r w:rsidRPr="00402856">
        <w:rPr>
          <w:rtl/>
        </w:rPr>
        <w:t xml:space="preserve"> فلا ريب أنّه يستحبّها عليه وعلى آله</w:t>
      </w:r>
      <w:r w:rsidR="00455A43">
        <w:rPr>
          <w:rtl/>
        </w:rPr>
        <w:t>،</w:t>
      </w:r>
      <w:r w:rsidRPr="00402856">
        <w:rPr>
          <w:rtl/>
        </w:rPr>
        <w:t xml:space="preserve"> ويُكرهها لسائر المؤمنين</w:t>
      </w:r>
      <w:r w:rsidR="00455A43">
        <w:rPr>
          <w:rtl/>
        </w:rPr>
        <w:t>،</w:t>
      </w:r>
      <w:r w:rsidRPr="00402856">
        <w:rPr>
          <w:rtl/>
        </w:rPr>
        <w:t xml:space="preserve"> أو لا يُجوّزها على غير النبي صلّى الله عليه وسلّم وآله</w:t>
      </w:r>
      <w:r w:rsidR="00455A43">
        <w:rPr>
          <w:rtl/>
        </w:rPr>
        <w:t>،</w:t>
      </w:r>
      <w:r w:rsidRPr="00402856">
        <w:rPr>
          <w:rtl/>
        </w:rPr>
        <w:t xml:space="preserve"> وأمّا مَن قال</w:t>
      </w:r>
      <w:r w:rsidR="00455A43">
        <w:rPr>
          <w:rtl/>
        </w:rPr>
        <w:t>:</w:t>
      </w:r>
      <w:r w:rsidRPr="00402856">
        <w:rPr>
          <w:rtl/>
        </w:rPr>
        <w:t xml:space="preserve"> أنّ آل النبيّ في الصلاة هُم كالأُمّة</w:t>
      </w:r>
      <w:r w:rsidR="00455A43">
        <w:rPr>
          <w:rtl/>
        </w:rPr>
        <w:t>،</w:t>
      </w:r>
      <w:r w:rsidRPr="00402856">
        <w:rPr>
          <w:rtl/>
        </w:rPr>
        <w:t xml:space="preserve"> فقد أبعد غاية الإبعاد </w:t>
      </w:r>
      <w:r w:rsidR="00352E1E">
        <w:rPr>
          <w:rtl/>
        </w:rPr>
        <w:t>(</w:t>
      </w:r>
      <w:r w:rsidRPr="00402856">
        <w:rPr>
          <w:rtl/>
        </w:rPr>
        <w:t>عن الصواب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إلى أنّ النبيّ صلّى الله عليه وسلّم شرّع في التشهّد السلام والصلاة</w:t>
      </w:r>
      <w:r w:rsidR="00455A43">
        <w:rPr>
          <w:rtl/>
        </w:rPr>
        <w:t>،</w:t>
      </w:r>
      <w:r w:rsidRPr="00402856">
        <w:rPr>
          <w:rtl/>
        </w:rPr>
        <w:t xml:space="preserve"> فشرّع السلام من المصلّي على الرسول صلّى الله عليه وسلّم أوّلاً</w:t>
      </w:r>
      <w:r w:rsidR="00455A43">
        <w:rPr>
          <w:rtl/>
        </w:rPr>
        <w:t>،</w:t>
      </w:r>
      <w:r w:rsidRPr="00402856">
        <w:rPr>
          <w:rtl/>
        </w:rPr>
        <w:t xml:space="preserve"> وعلى نفسه ثانياً</w:t>
      </w:r>
      <w:r w:rsidR="00455A43">
        <w:rPr>
          <w:rtl/>
        </w:rPr>
        <w:t>،</w:t>
      </w:r>
      <w:r w:rsidRPr="00402856">
        <w:rPr>
          <w:rtl/>
        </w:rPr>
        <w:t xml:space="preserve"> وعلى سائر عباد الله الصالحين ثالثاً</w:t>
      </w:r>
      <w:r w:rsidR="00455A43">
        <w:rPr>
          <w:rtl/>
        </w:rPr>
        <w:t>،</w:t>
      </w:r>
      <w:r w:rsidRPr="00402856">
        <w:rPr>
          <w:rtl/>
        </w:rPr>
        <w:t xml:space="preserve"> وقد ثبت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فإذا قلتم ذلك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فقد سلّمتم على كلّ عبد صالح في الأرض والسماء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الصلاة</w:t>
      </w:r>
      <w:r w:rsidR="00455A43">
        <w:rPr>
          <w:rtl/>
        </w:rPr>
        <w:t>،</w:t>
      </w:r>
      <w:r w:rsidRPr="00402856">
        <w:rPr>
          <w:rtl/>
        </w:rPr>
        <w:t xml:space="preserve"> فلم يُشرّعها النبي صلّى الله عليه وسلّم إلاّ على نفسه وعلى آله فقط</w:t>
      </w:r>
      <w:r w:rsidR="00455A43">
        <w:rPr>
          <w:rtl/>
        </w:rPr>
        <w:t>؛</w:t>
      </w:r>
      <w:r w:rsidRPr="00402856">
        <w:rPr>
          <w:rtl/>
        </w:rPr>
        <w:t xml:space="preserve"> فدلّ ذلك على أنّ آله هُم أهله وأقاربه</w:t>
      </w:r>
      <w:r w:rsidR="00455A43">
        <w:rPr>
          <w:rtl/>
        </w:rPr>
        <w:t>.</w:t>
      </w:r>
      <w:r w:rsidRPr="00402856">
        <w:rPr>
          <w:rtl/>
        </w:rPr>
        <w:t xml:space="preserve"> ولمّا سُئل صلّى الله عليه وسلّم عن كيفية الصلاة عليه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قولوا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اللّهمّ صلّ على محمّد وعلى آل محمّد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فالصلاة على آل النبيّ صلّى الله عليه وسلّم هي من تمام الصلاة عليه وتوابعها</w:t>
      </w:r>
      <w:r w:rsidR="00455A43">
        <w:rPr>
          <w:rtl/>
        </w:rPr>
        <w:t>؛</w:t>
      </w:r>
      <w:r w:rsidRPr="00402856">
        <w:rPr>
          <w:rtl/>
        </w:rPr>
        <w:t xml:space="preserve"> لأنّ ذلك ممّا تقرُّ بِهِ عينُ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ويزيده الله به شرفاً وعلُوّا صلى الله عليه وعلى آل وسلّم تسليماً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8D6C39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حجر الهيتمي</w:t>
      </w:r>
      <w:r w:rsidR="00455A43">
        <w:rPr>
          <w:rtl/>
        </w:rPr>
        <w:t>،</w:t>
      </w:r>
      <w:r w:rsidRPr="00402856">
        <w:rPr>
          <w:rtl/>
        </w:rPr>
        <w:t xml:space="preserve"> عن الإمام الشافعي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  <w:shd w:val="clear" w:color="auto" w:fill="auto"/>
          </w:tcPr>
          <w:p w:rsidR="0025270B" w:rsidRPr="005A636F" w:rsidRDefault="0025270B" w:rsidP="000169C0">
            <w:pPr>
              <w:pStyle w:val="libPoem"/>
            </w:pPr>
            <w:r w:rsidRPr="00344F34">
              <w:rPr>
                <w:rtl/>
              </w:rPr>
              <w:t>يا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أهلَ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بيتِ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رسول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الله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حبّكمُ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25270B" w:rsidRDefault="0025270B" w:rsidP="000169C0">
            <w:pPr>
              <w:pStyle w:val="libPoem"/>
            </w:pPr>
            <w:r w:rsidRPr="00344F34">
              <w:rPr>
                <w:rtl/>
              </w:rPr>
              <w:t>فرضٌ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من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اللهِ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في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القرآن</w:t>
            </w:r>
            <w:r>
              <w:rPr>
                <w:rtl/>
              </w:rPr>
              <w:t xml:space="preserve"> </w:t>
            </w:r>
            <w:r w:rsidRPr="00344F34">
              <w:rPr>
                <w:rtl/>
              </w:rPr>
              <w:t>أنزله</w:t>
            </w:r>
            <w:r>
              <w:rPr>
                <w:rFonts w:hint="cs"/>
                <w:rtl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blPrEx>
          <w:tblLook w:val="04A0"/>
        </w:tblPrEx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8D6C39">
              <w:rPr>
                <w:rtl/>
              </w:rPr>
              <w:t>كفاكم مِن عظيم القدر أنّكم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8D6C39">
              <w:rPr>
                <w:rtl/>
              </w:rPr>
              <w:t>مَن لم يُصلِّ عليكم لا صلاة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أجمع المسلمون على أنّ الحسن والحسين وذريّتهما</w:t>
      </w:r>
      <w:r w:rsidR="00AF124A">
        <w:rPr>
          <w:rtl/>
        </w:rPr>
        <w:t xml:space="preserve"> - </w:t>
      </w:r>
      <w:r w:rsidRPr="00402856">
        <w:rPr>
          <w:rtl/>
        </w:rPr>
        <w:t>أولاد السيّدة فاطمة الزهراء من الإمام عليّ بن أبي طالب</w:t>
      </w:r>
      <w:r w:rsidR="00AF124A">
        <w:rPr>
          <w:rtl/>
        </w:rPr>
        <w:t xml:space="preserve"> - </w:t>
      </w:r>
      <w:r w:rsidRPr="00402856">
        <w:rPr>
          <w:rtl/>
        </w:rPr>
        <w:t>هُم ذريّة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المطلوب لهم من الله الصلاة والبركة</w:t>
      </w:r>
      <w:r w:rsidR="00455A43">
        <w:rPr>
          <w:rtl/>
        </w:rPr>
        <w:t>؛</w:t>
      </w:r>
      <w:r w:rsidRPr="00402856">
        <w:rPr>
          <w:rtl/>
        </w:rPr>
        <w:t xml:space="preserve"> لأنّ أحداً من بناته لم يُعقب غير الزهراء عليها سلام</w:t>
      </w:r>
      <w:r w:rsidR="00455A43">
        <w:rPr>
          <w:rtl/>
        </w:rPr>
        <w:t>،</w:t>
      </w:r>
      <w:r w:rsidRPr="00402856">
        <w:rPr>
          <w:rtl/>
        </w:rPr>
        <w:t xml:space="preserve"> فمّما نُسب إلى النبيّ صلّى الله عليه وسلّم في الحسن</w:t>
      </w:r>
      <w:r w:rsidR="00455A43">
        <w:rPr>
          <w:rtl/>
        </w:rPr>
        <w:t>،</w:t>
      </w:r>
      <w:r w:rsidRPr="00402856">
        <w:rPr>
          <w:rtl/>
        </w:rPr>
        <w:t xml:space="preserve"> ابن ابنته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 ابني هذا سيد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فسمّاه ابنه</w:t>
      </w:r>
      <w:r w:rsidR="00455A43">
        <w:rPr>
          <w:rtl/>
        </w:rPr>
        <w:t>،</w:t>
      </w:r>
      <w:r w:rsidRPr="00402856">
        <w:rPr>
          <w:rtl/>
        </w:rPr>
        <w:t xml:space="preserve"> ولمّا نزل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فَمَنْ حَاجَّكَ فِيهِ مِنْ بَعْدِ مَا جَاءَكَ مِنْ الْعِلْمِ فَقُلْ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فدعا النبيّ صلّى الله عليه وسلّم علياّ وفاطمة والحسن والحسين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وخرج للمباهلة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انحصرت ذريّة النبيّ صلّى الله عليه وسلّم في أبناء الزهراء وحدهم</w:t>
      </w:r>
      <w:r w:rsidR="00455A43">
        <w:rPr>
          <w:rtl/>
        </w:rPr>
        <w:t>،</w:t>
      </w:r>
      <w:r w:rsidRPr="00402856">
        <w:rPr>
          <w:rtl/>
        </w:rPr>
        <w:t xml:space="preserve"> وفي ذريّة الحسن والحسين بوجه خاصّ</w:t>
      </w:r>
      <w:r w:rsidR="00455A43">
        <w:rPr>
          <w:rtl/>
        </w:rPr>
        <w:t>،</w:t>
      </w:r>
      <w:r w:rsidRPr="00402856">
        <w:rPr>
          <w:rtl/>
        </w:rPr>
        <w:t xml:space="preserve"> ومن هذه الذرية تستمرّ ذريّة النبيّ صلّى الله عليه وسلّم إلى يوم القيامة</w:t>
      </w:r>
      <w:r w:rsidR="00455A43">
        <w:rPr>
          <w:rtl/>
        </w:rPr>
        <w:t>؛</w:t>
      </w:r>
      <w:r w:rsidRPr="00402856">
        <w:rPr>
          <w:rtl/>
        </w:rPr>
        <w:t xml:space="preserve"> لقوله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سبب ونسب ينقطع يوم القيامة إلاّ سببي ونسبي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أي سببه ونسبه من الإمام الحسن والإمام الحسين عليهما السلام</w:t>
      </w:r>
      <w:r w:rsidR="00455A43">
        <w:rPr>
          <w:rtl/>
        </w:rPr>
        <w:t>،</w:t>
      </w:r>
      <w:r w:rsidRPr="00402856">
        <w:rPr>
          <w:rtl/>
        </w:rPr>
        <w:t xml:space="preserve"> وذريتهما الطاهرة المباركة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ونظراً لانحصار سببه ونسبه صلّى الله عليه وسلّم في الحسن والحسين وذرّيتهما</w:t>
      </w:r>
      <w:r w:rsidR="00455A43">
        <w:rPr>
          <w:rtl/>
        </w:rPr>
        <w:t>،</w:t>
      </w:r>
      <w:r w:rsidRPr="00402856">
        <w:rPr>
          <w:rtl/>
        </w:rPr>
        <w:t xml:space="preserve"> فقد جرى العُرف بأنّ تعبير </w:t>
      </w:r>
      <w:r w:rsidR="00352E1E">
        <w:rPr>
          <w:rtl/>
        </w:rPr>
        <w:t>(</w:t>
      </w:r>
      <w:r w:rsidRPr="00402856">
        <w:rPr>
          <w:rtl/>
        </w:rPr>
        <w:t>أهل البيت</w:t>
      </w:r>
      <w:r w:rsidR="00352E1E">
        <w:rPr>
          <w:rtl/>
        </w:rPr>
        <w:t>)</w:t>
      </w:r>
      <w:r w:rsidRPr="00402856">
        <w:rPr>
          <w:rtl/>
        </w:rPr>
        <w:t xml:space="preserve"> إنّما هو صفة لكلّ مَن يتّصل نسبه بسيّدنا الحسن وسيّدنا الحسين</w:t>
      </w:r>
      <w:r w:rsidR="00455A43">
        <w:rPr>
          <w:rtl/>
        </w:rPr>
        <w:t>،</w:t>
      </w:r>
      <w:r w:rsidRPr="00402856">
        <w:rPr>
          <w:rtl/>
        </w:rPr>
        <w:t xml:space="preserve"> وذرّيتهما إلى يوم القيامة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8D6C39">
        <w:rPr>
          <w:rtl/>
        </w:rPr>
        <w:t xml:space="preserve">2 - محبّة أهل البيت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أمر الله سبحانه وتعالى وأوصى رسوله الكريم صلّى الله عليه وسلّم بحبّ أهل البيت</w:t>
      </w:r>
      <w:r w:rsidR="00455A43">
        <w:rPr>
          <w:rtl/>
        </w:rPr>
        <w:t>؛</w:t>
      </w:r>
      <w:r w:rsidRPr="00402856">
        <w:rPr>
          <w:rtl/>
        </w:rPr>
        <w:t xml:space="preserve"> لأنّهم غصون هذه الدوحة المباركة</w:t>
      </w:r>
      <w:r w:rsidR="00455A43">
        <w:rPr>
          <w:rtl/>
        </w:rPr>
        <w:t>،</w:t>
      </w:r>
      <w:r w:rsidRPr="00402856">
        <w:rPr>
          <w:rtl/>
        </w:rPr>
        <w:t xml:space="preserve"> التي أصلها في الأرض</w:t>
      </w:r>
      <w:r w:rsidR="00455A43">
        <w:rPr>
          <w:rtl/>
        </w:rPr>
        <w:t>،</w:t>
      </w:r>
      <w:r w:rsidRPr="00402856">
        <w:rPr>
          <w:rtl/>
        </w:rPr>
        <w:t xml:space="preserve"> وفرعها في السماء</w:t>
      </w:r>
      <w:r w:rsidR="00455A43">
        <w:rPr>
          <w:rtl/>
        </w:rPr>
        <w:t>،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B759AD">
        <w:rPr>
          <w:rtl/>
        </w:rPr>
        <w:lastRenderedPageBreak/>
        <w:t>والتي اصطفاها الله تعالى من بين خلقه</w:t>
      </w:r>
      <w:r w:rsidR="00455A43">
        <w:rPr>
          <w:rtl/>
        </w:rPr>
        <w:t>،</w:t>
      </w:r>
      <w:r w:rsidRPr="00B759AD">
        <w:rPr>
          <w:rtl/>
        </w:rPr>
        <w:t xml:space="preserve"> واصطنعها على عينه</w:t>
      </w:r>
      <w:r w:rsidR="00455A43">
        <w:rPr>
          <w:rtl/>
        </w:rPr>
        <w:t>،</w:t>
      </w:r>
      <w:r w:rsidRPr="00B759AD">
        <w:rPr>
          <w:rtl/>
        </w:rPr>
        <w:t xml:space="preserve"> فبلغت أوج الكمال في الروح والجسد</w:t>
      </w:r>
      <w:r w:rsidR="00455A43">
        <w:rPr>
          <w:rtl/>
        </w:rPr>
        <w:t>،</w:t>
      </w:r>
      <w:r w:rsidRPr="00B759AD">
        <w:rPr>
          <w:rtl/>
        </w:rPr>
        <w:t xml:space="preserve"> وفي السرّ والعَلن</w:t>
      </w:r>
      <w:r w:rsidR="00455A43">
        <w:rPr>
          <w:rtl/>
        </w:rPr>
        <w:t>؛</w:t>
      </w:r>
      <w:r w:rsidRPr="00B759AD">
        <w:rPr>
          <w:rtl/>
        </w:rPr>
        <w:t xml:space="preserve"> وذلك لأنّها بضعة أشرف الخَلق</w:t>
      </w:r>
      <w:r w:rsidR="00455A43">
        <w:rPr>
          <w:rtl/>
        </w:rPr>
        <w:t>،</w:t>
      </w:r>
      <w:r w:rsidRPr="00B759AD">
        <w:rPr>
          <w:rtl/>
        </w:rPr>
        <w:t xml:space="preserve"> وأكرم الأنبياء</w:t>
      </w:r>
      <w:r w:rsidR="00455A43">
        <w:rPr>
          <w:rtl/>
        </w:rPr>
        <w:t>،</w:t>
      </w:r>
      <w:r w:rsidRPr="00B759AD">
        <w:rPr>
          <w:rtl/>
        </w:rPr>
        <w:t xml:space="preserve"> الذي يقول مُتحدّثاً بنعمة الله عليه</w:t>
      </w:r>
      <w:r w:rsidR="00455A43">
        <w:rPr>
          <w:rtl/>
        </w:rPr>
        <w:t>،</w:t>
      </w:r>
      <w:r w:rsidRPr="00B759AD">
        <w:rPr>
          <w:rtl/>
        </w:rPr>
        <w:t xml:space="preserve"> وإحسانه إليه</w:t>
      </w:r>
      <w:r w:rsidR="00455A43">
        <w:rPr>
          <w:rtl/>
        </w:rPr>
        <w:t>،</w:t>
      </w:r>
      <w:r w:rsidRPr="00B759AD">
        <w:rPr>
          <w:rtl/>
        </w:rPr>
        <w:t xml:space="preserve"> فيما رواه مسلم في صحيحه</w:t>
      </w:r>
      <w:r w:rsidR="00455A43">
        <w:rPr>
          <w:rtl/>
        </w:rPr>
        <w:t>،</w:t>
      </w:r>
      <w:r w:rsidRPr="00B759AD">
        <w:rPr>
          <w:rtl/>
        </w:rPr>
        <w:t xml:space="preserve"> والترمذي في الجامع الصحيح</w:t>
      </w:r>
      <w:r w:rsidR="00455A43">
        <w:rPr>
          <w:rtl/>
        </w:rPr>
        <w:t>،</w:t>
      </w:r>
      <w:r w:rsidRPr="00B759AD">
        <w:rPr>
          <w:rtl/>
        </w:rPr>
        <w:t xml:space="preserve"> عن واثلة بن الأسقع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اصطفى كنانة من وِلد إسماعيل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واصطفى قُريشاً من كنانة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واصطفى من قريش بني هاشم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واصطفاني من بني هاشم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B759AD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مقام أهل البيت من مقام الرسول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فهم في كلّ عصر وزمان خير الناس وخيرهم بيوتاً</w:t>
      </w:r>
      <w:r w:rsidR="00455A43">
        <w:rPr>
          <w:rtl/>
        </w:rPr>
        <w:t>؛</w:t>
      </w:r>
      <w:r w:rsidRPr="00402856">
        <w:rPr>
          <w:rtl/>
        </w:rPr>
        <w:t xml:space="preserve"> لأنّ الله اختار نبيّه من خير البيوت وأشرفها</w:t>
      </w:r>
      <w:r w:rsidR="00455A43">
        <w:rPr>
          <w:rtl/>
        </w:rPr>
        <w:t>،</w:t>
      </w:r>
      <w:r w:rsidRPr="00402856">
        <w:rPr>
          <w:rtl/>
        </w:rPr>
        <w:t xml:space="preserve"> هذا فضلاً عن أنّ حكمة الله في خلقه</w:t>
      </w:r>
      <w:r w:rsidR="00455A43">
        <w:rPr>
          <w:rtl/>
        </w:rPr>
        <w:t>،</w:t>
      </w:r>
      <w:r w:rsidRPr="00402856">
        <w:rPr>
          <w:rtl/>
        </w:rPr>
        <w:t xml:space="preserve"> ورحمته بعباده</w:t>
      </w:r>
      <w:r w:rsidR="00455A43">
        <w:rPr>
          <w:rtl/>
        </w:rPr>
        <w:t>،</w:t>
      </w:r>
      <w:r w:rsidRPr="00402856">
        <w:rPr>
          <w:rtl/>
        </w:rPr>
        <w:t xml:space="preserve"> اقتضت أن تستمرّ بأهل البيت ذرّية سيّد المُرسلين صلّى الله عليه وسلّم إلى يوم الدين</w:t>
      </w:r>
      <w:r w:rsidR="00455A43">
        <w:rPr>
          <w:rtl/>
        </w:rPr>
        <w:t>،</w:t>
      </w:r>
      <w:r w:rsidRPr="00402856">
        <w:rPr>
          <w:rtl/>
        </w:rPr>
        <w:t xml:space="preserve"> تشع بضيائها على العالمين</w:t>
      </w:r>
      <w:r w:rsidR="00455A43">
        <w:rPr>
          <w:rtl/>
        </w:rPr>
        <w:t>،</w:t>
      </w:r>
      <w:r w:rsidRPr="00402856">
        <w:rPr>
          <w:rtl/>
        </w:rPr>
        <w:t xml:space="preserve"> وترشد بهدايتها الضالّين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ومن ثَمّ</w:t>
      </w:r>
      <w:r w:rsidR="00455A43">
        <w:rPr>
          <w:rtl/>
        </w:rPr>
        <w:t>،</w:t>
      </w:r>
      <w:r w:rsidRPr="00402856">
        <w:rPr>
          <w:rtl/>
        </w:rPr>
        <w:t xml:space="preserve"> فإنّ التاريخ لم يعرف أهل بيت أحبّهم الناس من قوميّات ومذاهب شتىّ كآل البيت</w:t>
      </w:r>
      <w:r w:rsidR="00455A43">
        <w:rPr>
          <w:rtl/>
        </w:rPr>
        <w:t>،</w:t>
      </w:r>
      <w:r w:rsidRPr="00402856">
        <w:rPr>
          <w:rtl/>
        </w:rPr>
        <w:t xml:space="preserve"> أحبّوهم أحياءً وأمواتاً</w:t>
      </w:r>
      <w:r w:rsidR="00455A43">
        <w:rPr>
          <w:rtl/>
        </w:rPr>
        <w:t>،</w:t>
      </w:r>
      <w:r w:rsidRPr="00402856">
        <w:rPr>
          <w:rtl/>
        </w:rPr>
        <w:t xml:space="preserve"> فألّف العلماء الكُتب في منزلتهم عند الله والناس</w:t>
      </w:r>
      <w:r w:rsidR="00455A43">
        <w:rPr>
          <w:rtl/>
        </w:rPr>
        <w:t>،</w:t>
      </w:r>
      <w:r w:rsidRPr="00402856">
        <w:rPr>
          <w:rtl/>
        </w:rPr>
        <w:t xml:space="preserve"> ونَظم الشعراء الدواوين والقصائد في مديحهم</w:t>
      </w:r>
      <w:r w:rsidR="00455A43">
        <w:rPr>
          <w:rtl/>
        </w:rPr>
        <w:t>،</w:t>
      </w:r>
      <w:r w:rsidRPr="00402856">
        <w:rPr>
          <w:rtl/>
        </w:rPr>
        <w:t xml:space="preserve"> وردّد الخُطباء فضائلهم على المنابر وفي المحافل</w:t>
      </w:r>
      <w:r w:rsidR="00455A43">
        <w:rPr>
          <w:rtl/>
        </w:rPr>
        <w:t>،</w:t>
      </w:r>
      <w:r w:rsidRPr="00402856">
        <w:rPr>
          <w:rtl/>
        </w:rPr>
        <w:t xml:space="preserve"> وما مِن مسلم في شرق الأرض أو غربها يصلّي لله</w:t>
      </w:r>
      <w:r w:rsidR="00455A43">
        <w:rPr>
          <w:rtl/>
        </w:rPr>
        <w:t>،</w:t>
      </w:r>
      <w:r w:rsidRPr="00402856">
        <w:rPr>
          <w:rtl/>
        </w:rPr>
        <w:t xml:space="preserve"> إلاّ ويذكر رسول الله وآله بالصلاة والتسليم</w:t>
      </w:r>
      <w:r w:rsidR="00455A43">
        <w:rPr>
          <w:rtl/>
        </w:rPr>
        <w:t>،</w:t>
      </w:r>
      <w:r w:rsidRPr="00402856">
        <w:rPr>
          <w:rtl/>
        </w:rPr>
        <w:t xml:space="preserve"> ناهيك بهذه الأسماء الشائعة بين الناس</w:t>
      </w:r>
      <w:r w:rsidR="00455A43">
        <w:rPr>
          <w:rtl/>
        </w:rPr>
        <w:t>:</w:t>
      </w:r>
      <w:r w:rsidRPr="00402856">
        <w:rPr>
          <w:rtl/>
        </w:rPr>
        <w:t xml:space="preserve"> محمد وعلي وفاطمة وحسن وحسين</w:t>
      </w:r>
      <w:r w:rsidR="00455A43">
        <w:rPr>
          <w:rtl/>
        </w:rPr>
        <w:t>،</w:t>
      </w:r>
      <w:r w:rsidRPr="00402856">
        <w:rPr>
          <w:rtl/>
        </w:rPr>
        <w:t xml:space="preserve"> فإنّ الباعث على التسمية بها لم يكن إلاّ للتبرّك والتيمّن بأسماء آل البيت الكرام</w:t>
      </w:r>
      <w:r w:rsidR="00455A43">
        <w:rPr>
          <w:rtl/>
        </w:rPr>
        <w:t>،</w:t>
      </w:r>
      <w:r w:rsidRPr="00402856">
        <w:rPr>
          <w:rtl/>
        </w:rPr>
        <w:t xml:space="preserve"> الذين أحبّهم الناس من كلّ جنس ولون</w:t>
      </w:r>
      <w:r w:rsidR="00455A43">
        <w:rPr>
          <w:rtl/>
        </w:rPr>
        <w:t>،</w:t>
      </w:r>
      <w:r w:rsidRPr="00402856">
        <w:rPr>
          <w:rtl/>
        </w:rPr>
        <w:t xml:space="preserve"> ومِن كلّ الطبقات</w:t>
      </w:r>
      <w:r w:rsidR="00455A43">
        <w:rPr>
          <w:rtl/>
        </w:rPr>
        <w:t>،</w:t>
      </w:r>
      <w:r w:rsidRPr="00402856">
        <w:rPr>
          <w:rtl/>
        </w:rPr>
        <w:t xml:space="preserve"> في كلّ زمان ومكان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ذَلِكَ فَضْلُ اللَّهِ يُؤْتِيهِ مَنْ يَشَاءُ وَاللَّهُ ذُو الْفَضْلِ الْعَظِيمِ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وقد روى الترمذي والحاكم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Pr="00402856">
        <w:rPr>
          <w:rtl/>
        </w:rPr>
        <w:t xml:space="preserve"> عن النبيّ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أحبّوا الله لِما يغذوكم به من نِعمه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وأحبّوني بحبّ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وأحبوا أهل بيتي لحبّي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الإمام أحمد والترمذي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أحذ بيد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وقال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أحبّني وأحبّ هذين وأباهما وأُمّهما كان معي في درجتي يوم القيامة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أدّبوا أولادكم على ثلاث خصال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حبّ نبيّكم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وحبّ آل بيته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وعلى قراءة القرآن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ابن عدي والديلمي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أثبتكم على الصراط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أشدّكم حُبّاً لأهل بيتي وأصحابي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نفس الوقت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فلقد حذّر النبيّ صلّى الله عليه وسلّم مِن بغض أهل البيت</w:t>
      </w:r>
      <w:r w:rsidR="00455A43">
        <w:rPr>
          <w:rtl/>
        </w:rPr>
        <w:t>،</w:t>
      </w:r>
      <w:r w:rsidRPr="00402856">
        <w:rPr>
          <w:rtl/>
        </w:rPr>
        <w:t xml:space="preserve"> فقد روى أبو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يبغضنا أهل البيت رجل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أدخله الله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لو أنّ رجلاً صفن بين الركن والمقام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فصلّى وصام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لقى الله وهو مبغض لآل محمد صلّى الله عليه وسلّم دخل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هذا وتمثّلي وكتُب السيرة الشريفة بالأمثلة التي لا تُعد ولا تُحصى على محبّة النبي صلّى الله عليه وسلّم لأهل البيت</w:t>
      </w:r>
      <w:r w:rsidR="00455A43">
        <w:rPr>
          <w:rtl/>
        </w:rPr>
        <w:t>،</w:t>
      </w:r>
      <w:r w:rsidRPr="00402856">
        <w:rPr>
          <w:rtl/>
        </w:rPr>
        <w:t xml:space="preserve"> وبديهي أنّ نفس النبي الزكيّة التي وسعت الرحمة للقريب والبعيد</w:t>
      </w:r>
      <w:r w:rsidR="00455A43">
        <w:rPr>
          <w:rtl/>
        </w:rPr>
        <w:t>،</w:t>
      </w:r>
      <w:r w:rsidRPr="00402856">
        <w:rPr>
          <w:rtl/>
        </w:rPr>
        <w:t xml:space="preserve"> إنّما كانت أكثر رحمةً وعطفاً على أهل بيته</w:t>
      </w:r>
      <w:r w:rsidR="00455A43">
        <w:rPr>
          <w:rtl/>
        </w:rPr>
        <w:t>،</w:t>
      </w:r>
      <w:r w:rsidRPr="00402856">
        <w:rPr>
          <w:rtl/>
        </w:rPr>
        <w:t xml:space="preserve"> وأعزّ الناس عليه</w:t>
      </w:r>
      <w:r w:rsidR="00455A43">
        <w:rPr>
          <w:rtl/>
        </w:rPr>
        <w:t>،</w:t>
      </w:r>
      <w:r w:rsidRPr="00402856">
        <w:rPr>
          <w:rtl/>
        </w:rPr>
        <w:t xml:space="preserve"> وخاصّة فاطمة البتول</w:t>
      </w:r>
      <w:r w:rsidR="00455A43">
        <w:rPr>
          <w:rtl/>
        </w:rPr>
        <w:t>،</w:t>
      </w:r>
      <w:r w:rsidRPr="00402856">
        <w:rPr>
          <w:rtl/>
        </w:rPr>
        <w:t xml:space="preserve"> البقيّة الباقية من أبنائه وبناته</w:t>
      </w:r>
      <w:r w:rsidR="00455A43">
        <w:rPr>
          <w:rtl/>
        </w:rPr>
        <w:t>،</w:t>
      </w:r>
      <w:r w:rsidRPr="00402856">
        <w:rPr>
          <w:rtl/>
        </w:rPr>
        <w:t xml:space="preserve"> فلقد روي أنّ النبي صلّى الله عليه وسلّم إذا أراد سفراً</w:t>
      </w:r>
      <w:r w:rsidR="00455A43">
        <w:rPr>
          <w:rtl/>
        </w:rPr>
        <w:t>،</w:t>
      </w:r>
      <w:r w:rsidRPr="00402856">
        <w:rPr>
          <w:rtl/>
        </w:rPr>
        <w:t xml:space="preserve"> فآخِر بيت يخرج منه بيت فاطمة</w:t>
      </w:r>
      <w:r w:rsidR="00455A43">
        <w:rPr>
          <w:rtl/>
        </w:rPr>
        <w:t>،</w:t>
      </w:r>
      <w:r w:rsidRPr="00402856">
        <w:rPr>
          <w:rtl/>
        </w:rPr>
        <w:t xml:space="preserve"> وإذا رجع من سفره فأوّل بيت يدخله بيتها</w:t>
      </w:r>
      <w:r w:rsidR="00455A43">
        <w:rPr>
          <w:rtl/>
        </w:rPr>
        <w:t>،</w:t>
      </w:r>
      <w:r w:rsidRPr="00402856">
        <w:rPr>
          <w:rtl/>
        </w:rPr>
        <w:t xml:space="preserve"> يجلس فيه ويضع الحسن على فخذه الأيمن</w:t>
      </w:r>
      <w:r w:rsidR="00455A43">
        <w:rPr>
          <w:rtl/>
        </w:rPr>
        <w:t>،</w:t>
      </w:r>
      <w:r w:rsidRPr="00402856">
        <w:rPr>
          <w:rtl/>
        </w:rPr>
        <w:t xml:space="preserve"> والحسين على فخذه الأيسر</w:t>
      </w:r>
      <w:r w:rsidR="00455A43">
        <w:rPr>
          <w:rtl/>
        </w:rPr>
        <w:t>،</w:t>
      </w:r>
      <w:r w:rsidRPr="00402856">
        <w:rPr>
          <w:rtl/>
        </w:rPr>
        <w:t xml:space="preserve"> يُقبّل هذا مرّة</w:t>
      </w:r>
      <w:r w:rsidR="00455A43">
        <w:rPr>
          <w:rtl/>
        </w:rPr>
        <w:t>،</w:t>
      </w:r>
      <w:r w:rsidRPr="00402856">
        <w:rPr>
          <w:rtl/>
        </w:rPr>
        <w:t xml:space="preserve"> وذاك مرّة</w:t>
      </w:r>
      <w:r w:rsidR="00455A43">
        <w:rPr>
          <w:rtl/>
        </w:rPr>
        <w:t>،</w:t>
      </w:r>
      <w:r w:rsidRPr="00402856">
        <w:rPr>
          <w:rtl/>
        </w:rPr>
        <w:t xml:space="preserve"> ويُجلس عليّاً وفاطمة بين يديه</w:t>
      </w:r>
      <w:r w:rsidR="00455A43">
        <w:rPr>
          <w:rtl/>
        </w:rPr>
        <w:t>،</w:t>
      </w:r>
      <w:r w:rsidRPr="00402856">
        <w:rPr>
          <w:rtl/>
        </w:rPr>
        <w:t xml:space="preserve"> كما كان من عادته صلّى الله عليه وسلّم أن يبيت عندهم حيناً بعد حين</w:t>
      </w:r>
      <w:r w:rsidR="00455A43">
        <w:rPr>
          <w:rtl/>
        </w:rPr>
        <w:t>،</w:t>
      </w:r>
      <w:r w:rsidRPr="00402856">
        <w:rPr>
          <w:rtl/>
        </w:rPr>
        <w:t xml:space="preserve"> ويتولّى خدمة الأطفال بنفسه وأبواهما قاعدان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وقد روي أنّ الحسين قد ركب على ظهر جدّه النبي صلّى الله عليه وسلّم وهو ساجد في الصلاة</w:t>
      </w:r>
      <w:r w:rsidR="00455A43">
        <w:rPr>
          <w:rtl/>
        </w:rPr>
        <w:t>،</w:t>
      </w:r>
      <w:r w:rsidRPr="00402856">
        <w:rPr>
          <w:rtl/>
        </w:rPr>
        <w:t xml:space="preserve"> فرفعه النبي صلّى الله عليه وسلّم رفعاً خفيفاً</w:t>
      </w:r>
      <w:r w:rsidR="00455A43">
        <w:rPr>
          <w:rtl/>
        </w:rPr>
        <w:t>،</w:t>
      </w:r>
      <w:r w:rsidRPr="00402856">
        <w:rPr>
          <w:rtl/>
        </w:rPr>
        <w:t xml:space="preserve"> ولمّا فرغ من الصلاة وضعه في حِجره</w:t>
      </w:r>
      <w:r w:rsidR="00455A43">
        <w:rPr>
          <w:rtl/>
        </w:rPr>
        <w:t>،</w:t>
      </w:r>
      <w:r w:rsidRPr="00402856">
        <w:rPr>
          <w:rtl/>
        </w:rPr>
        <w:t xml:space="preserve"> فكان يدخل أصابعه في لحيته</w:t>
      </w:r>
      <w:r w:rsidR="00455A43">
        <w:rPr>
          <w:rtl/>
        </w:rPr>
        <w:t>،</w:t>
      </w:r>
      <w:r w:rsidRPr="00402856">
        <w:rPr>
          <w:rtl/>
        </w:rPr>
        <w:t xml:space="preserve"> والنبي صلّى الله عليه وسلّم يضمّه ويُقبّله</w:t>
      </w:r>
      <w:r w:rsidR="00455A43">
        <w:rPr>
          <w:rtl/>
        </w:rPr>
        <w:t>،</w:t>
      </w:r>
      <w:r w:rsidRPr="00402856">
        <w:rPr>
          <w:rtl/>
        </w:rPr>
        <w:t xml:space="preserve"> ويقول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إنّي أُحبه فأحبّه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وسار النبي صلّى الله عليه وسلّم مرّة وهو يحمل الحسين</w:t>
      </w:r>
      <w:r w:rsidR="00455A43">
        <w:rPr>
          <w:rtl/>
        </w:rPr>
        <w:t>،</w:t>
      </w:r>
      <w:r w:rsidRPr="00402856">
        <w:rPr>
          <w:rtl/>
        </w:rPr>
        <w:t xml:space="preserve"> فقابله رجل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نِعم المركب ركبت يا غلام</w:t>
      </w:r>
      <w:r w:rsidR="00455A43">
        <w:rPr>
          <w:rtl/>
        </w:rPr>
        <w:t>،</w:t>
      </w:r>
      <w:r w:rsidRPr="00402856">
        <w:rPr>
          <w:rtl/>
        </w:rPr>
        <w:t xml:space="preserve"> فقال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ونعم الراكب هو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وخرج النبي صلّى الله عليه وسلّم يوماً من بيت عائشة فمرّ ببيت فاطمة</w:t>
      </w:r>
      <w:r w:rsidR="00455A43">
        <w:rPr>
          <w:rtl/>
        </w:rPr>
        <w:t>،</w:t>
      </w:r>
      <w:r w:rsidRPr="00402856">
        <w:rPr>
          <w:rtl/>
        </w:rPr>
        <w:t xml:space="preserve"> فسمع الحسين يبكي</w:t>
      </w:r>
      <w:r w:rsidR="00455A43">
        <w:rPr>
          <w:rtl/>
        </w:rPr>
        <w:t>،</w:t>
      </w:r>
      <w:r w:rsidRPr="00402856">
        <w:rPr>
          <w:rtl/>
        </w:rPr>
        <w:t xml:space="preserve"> فمسّ بكاؤه شغاف قلبه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فهَرَع إلى فاطمة</w:t>
      </w:r>
      <w:r w:rsidR="00455A43">
        <w:rPr>
          <w:rtl/>
        </w:rPr>
        <w:t>،</w:t>
      </w:r>
      <w:r w:rsidRPr="00402856">
        <w:rPr>
          <w:rtl/>
        </w:rPr>
        <w:t xml:space="preserve"> وقال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ألم تعلمي أنّ بكاءه يؤذيني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وفي ذات يوم بينما كان البنيّ صلّى الله عليه وسلّم يخطب ويعظ المسلمين في مسجده الشريف</w:t>
      </w:r>
      <w:r w:rsidR="00455A43">
        <w:rPr>
          <w:rtl/>
        </w:rPr>
        <w:t>،</w:t>
      </w:r>
      <w:r w:rsidRPr="00402856">
        <w:rPr>
          <w:rtl/>
        </w:rPr>
        <w:t xml:space="preserve"> فجاء الحسن والحسين إلى جدّهما</w:t>
      </w:r>
      <w:r w:rsidR="00455A43">
        <w:rPr>
          <w:rtl/>
        </w:rPr>
        <w:t>،</w:t>
      </w:r>
      <w:r w:rsidRPr="00402856">
        <w:rPr>
          <w:rtl/>
        </w:rPr>
        <w:t xml:space="preserve"> وعليهما قميصان أحمران يعثران ويقومان</w:t>
      </w:r>
      <w:r w:rsidR="00455A43">
        <w:rPr>
          <w:rtl/>
        </w:rPr>
        <w:t>،</w:t>
      </w:r>
      <w:r w:rsidRPr="00402856">
        <w:rPr>
          <w:rtl/>
        </w:rPr>
        <w:t xml:space="preserve"> فلم يتمالك النبيّ صلّى الله عليه وسلّم نفسه</w:t>
      </w:r>
      <w:r w:rsidR="00455A43">
        <w:rPr>
          <w:rtl/>
        </w:rPr>
        <w:t>،</w:t>
      </w:r>
      <w:r w:rsidRPr="00402856">
        <w:rPr>
          <w:rtl/>
        </w:rPr>
        <w:t xml:space="preserve"> وترك الوعظ ونزل إليهما</w:t>
      </w:r>
      <w:r w:rsidR="00455A43">
        <w:rPr>
          <w:rtl/>
        </w:rPr>
        <w:t>،</w:t>
      </w:r>
      <w:r w:rsidRPr="00402856">
        <w:rPr>
          <w:rtl/>
        </w:rPr>
        <w:t xml:space="preserve"> فأخذهما وعاد إلى المنبر</w:t>
      </w:r>
      <w:r w:rsidR="00455A43">
        <w:rPr>
          <w:rtl/>
        </w:rPr>
        <w:t>،</w:t>
      </w:r>
      <w:r w:rsidRPr="00402856">
        <w:rPr>
          <w:rtl/>
        </w:rPr>
        <w:t xml:space="preserve"> وهو يضمّهما ويشمّهما</w:t>
      </w:r>
      <w:r w:rsidR="00455A43">
        <w:rPr>
          <w:rtl/>
        </w:rPr>
        <w:t>،</w:t>
      </w:r>
      <w:r w:rsidRPr="00402856">
        <w:rPr>
          <w:rtl/>
        </w:rPr>
        <w:t xml:space="preserve"> ثُمّ وضعهما في حِجره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صدق الله العظيم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أَنَّمَا أَمْوَالُكُمْ وَأَوْلاَدُكُمْ فِتْنَةٌ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وهكذا كان من البديهي أن يكون حبّ أهل البيت</w:t>
      </w:r>
      <w:r w:rsidR="00AF124A">
        <w:rPr>
          <w:rtl/>
        </w:rPr>
        <w:t xml:space="preserve"> - </w:t>
      </w:r>
      <w:r w:rsidRPr="00402856">
        <w:rPr>
          <w:rtl/>
        </w:rPr>
        <w:t>كما يقول الأُستاذ حسين يوسف</w:t>
      </w:r>
      <w:r w:rsidR="00AF124A">
        <w:rPr>
          <w:rtl/>
        </w:rPr>
        <w:t xml:space="preserve"> - </w:t>
      </w:r>
      <w:r w:rsidRPr="00402856">
        <w:rPr>
          <w:rtl/>
        </w:rPr>
        <w:t>جزء لا يتجزّأ من الحبّ لسيدنا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ومِن الحبّ لله تعالى ولا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يعقل أن يزعم زاعم أنّه يحبّ الله تعالى</w:t>
      </w:r>
      <w:r w:rsidR="00455A43">
        <w:rPr>
          <w:rtl/>
        </w:rPr>
        <w:t>،</w:t>
      </w:r>
      <w:r w:rsidRPr="00402856">
        <w:rPr>
          <w:rtl/>
        </w:rPr>
        <w:t xml:space="preserve"> ويُحبّ رسوله صلّى الله عليه وسلّم وهو في نفس الوقت لا يكنّ لأهل البيت الشريف</w:t>
      </w:r>
      <w:r w:rsidR="00AF124A">
        <w:rPr>
          <w:rtl/>
        </w:rPr>
        <w:t xml:space="preserve"> - </w:t>
      </w:r>
      <w:r w:rsidRPr="00402856">
        <w:rPr>
          <w:rtl/>
        </w:rPr>
        <w:t>الذين هُم منه صلّى الله عليه وسلّم وهو منهم</w:t>
      </w:r>
      <w:r w:rsidR="00AF124A">
        <w:rPr>
          <w:rtl/>
        </w:rPr>
        <w:t xml:space="preserve"> - </w:t>
      </w:r>
      <w:r w:rsidRPr="00402856">
        <w:rPr>
          <w:rtl/>
        </w:rPr>
        <w:t>نفس الحبّ</w:t>
      </w:r>
      <w:r w:rsidR="00455A43">
        <w:rPr>
          <w:rtl/>
        </w:rPr>
        <w:t>،</w:t>
      </w:r>
      <w:r w:rsidRPr="00402856">
        <w:rPr>
          <w:rtl/>
        </w:rPr>
        <w:t xml:space="preserve"> ونفس الإجلال والتقدير والتعظيم</w:t>
      </w:r>
      <w:r w:rsidR="00455A43">
        <w:rPr>
          <w:rtl/>
        </w:rPr>
        <w:t>؛</w:t>
      </w:r>
      <w:r w:rsidRPr="00402856">
        <w:rPr>
          <w:rtl/>
        </w:rPr>
        <w:t xml:space="preserve"> ولهذا فقد كان حبّ أهل البيت دلالة على سلامة العقيدة وصدق الإيمان بالله ورسوله</w:t>
      </w:r>
      <w:r w:rsidR="00455A43">
        <w:rPr>
          <w:rtl/>
        </w:rPr>
        <w:t>،</w:t>
      </w:r>
      <w:r w:rsidRPr="00402856">
        <w:rPr>
          <w:rtl/>
        </w:rPr>
        <w:t xml:space="preserve"> كما أنّ كراهية أهل البيت دلالة قاطعة على فساد العقيدة ومرض القلب</w:t>
      </w:r>
      <w:r w:rsidR="00455A43">
        <w:rPr>
          <w:rtl/>
        </w:rPr>
        <w:t>،</w:t>
      </w:r>
      <w:r w:rsidRPr="00402856">
        <w:rPr>
          <w:rtl/>
        </w:rPr>
        <w:t xml:space="preserve"> والبُعد عن الله ورسوله</w:t>
      </w:r>
      <w:r w:rsidR="00455A43">
        <w:rPr>
          <w:rtl/>
        </w:rPr>
        <w:t>،</w:t>
      </w:r>
      <w:r w:rsidRPr="00402856">
        <w:rPr>
          <w:rtl/>
        </w:rPr>
        <w:t xml:space="preserve"> ويؤكّد سيّدنا ومولانا رسول الله صلّى الله عليه وسلّم هذه المعاني بقوله الشريف</w:t>
      </w:r>
      <w:r w:rsidR="00455A43">
        <w:rPr>
          <w:rtl/>
        </w:rPr>
        <w:t>،</w:t>
      </w:r>
      <w:r w:rsidRPr="00402856">
        <w:rPr>
          <w:rtl/>
        </w:rPr>
        <w:t xml:space="preserve"> فيما يروي ابن عساكر من حديث ابن عمر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يُحبّ أهل البيت إلاّ مؤمن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يبغضهم إلاّ منافق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وليس من شكّ في أنّ من هذا الحديث الشريف بشرى من سيّد الأنبياء والمرسلين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وشهادة منه صلّى الله عليه وسلّم بالإيمان لمُحبّي أهل البيت</w:t>
      </w:r>
      <w:r w:rsidR="00455A43">
        <w:rPr>
          <w:rtl/>
        </w:rPr>
        <w:t>،</w:t>
      </w:r>
      <w:r w:rsidRPr="00402856">
        <w:rPr>
          <w:rtl/>
        </w:rPr>
        <w:t xml:space="preserve"> وفيه في نفس الوقت حُكم قاطع بالنفاق على مُبغضيهم</w:t>
      </w:r>
      <w:r w:rsidR="00455A43">
        <w:rPr>
          <w:rtl/>
        </w:rPr>
        <w:t>،</w:t>
      </w:r>
      <w:r w:rsidRPr="00402856">
        <w:rPr>
          <w:rtl/>
        </w:rPr>
        <w:t xml:space="preserve"> فهُم المحجوبون بظُلمات بعضها فوق بعض</w:t>
      </w:r>
      <w:r w:rsidR="00455A43">
        <w:rPr>
          <w:rtl/>
        </w:rPr>
        <w:t>،</w:t>
      </w:r>
      <w:r w:rsidRPr="00402856">
        <w:rPr>
          <w:rtl/>
        </w:rPr>
        <w:t xml:space="preserve"> المحرمون من هداية الله ونوره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وَمَنْ لَمْ يَجْعَلِ اللَّهُ لَهُ نُوراً</w:t>
      </w:r>
      <w:r w:rsidRPr="00402856">
        <w:rPr>
          <w:rtl/>
        </w:rPr>
        <w:t xml:space="preserve"> </w:t>
      </w:r>
      <w:r w:rsidRPr="00402856">
        <w:rPr>
          <w:rStyle w:val="libAieChar"/>
          <w:rFonts w:hint="cs"/>
          <w:rtl/>
        </w:rPr>
        <w:t>فَمَا لَهُ مِنْ نُورٍ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وقد كتب الله عليهم الشقاوة</w:t>
      </w:r>
      <w:r w:rsidR="00455A43">
        <w:rPr>
          <w:rtl/>
        </w:rPr>
        <w:t>،</w:t>
      </w:r>
      <w:r w:rsidRPr="00402856">
        <w:rPr>
          <w:rtl/>
        </w:rPr>
        <w:t xml:space="preserve"> وجعلهم من أصحاب الجحيم</w:t>
      </w:r>
      <w:r w:rsidR="00455A43">
        <w:rPr>
          <w:rtl/>
        </w:rPr>
        <w:t>،</w:t>
      </w:r>
      <w:r w:rsidRPr="00402856">
        <w:rPr>
          <w:rtl/>
        </w:rPr>
        <w:t xml:space="preserve"> فلقد روى الحاكم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،</w:t>
      </w:r>
      <w:r w:rsidRPr="00402856">
        <w:rPr>
          <w:rtl/>
        </w:rPr>
        <w:t xml:space="preserve"> عن رسول الله صل الله عليه وسلم أنه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يبغضنا أهل البيت أحد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أدخله الله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ويزيد سيّدنا رسول الله صلّى الله عليه وسلّم هذا المعنى بياناً ووضوحاً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AF124A">
        <w:rPr>
          <w:rtl/>
        </w:rPr>
        <w:t xml:space="preserve"> - </w:t>
      </w:r>
      <w:r w:rsidRPr="00402856">
        <w:rPr>
          <w:rtl/>
        </w:rPr>
        <w:t>مُحذّراً من إيذاء أهل البيت أو ظلمهم أو الاستخفاف بحقّهم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حُرّمت الجنّة على مَن ظلم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وآذاني في عترتي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اصطنع صنيعة إلى أحد من وِلد عبد المطّلب ولم يُجازه عليها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فأنا أُجازِه عليها غداً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لقيني يوم القيامة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يؤكد النبي صلّى الله عليه وسلّم تأكيداً قاطعاً صلة الإيمان بحبّ أهل البيت الطاهرين المطهرين</w:t>
      </w:r>
      <w:r w:rsidR="00455A43">
        <w:rPr>
          <w:rtl/>
        </w:rPr>
        <w:t>،</w:t>
      </w:r>
      <w:r w:rsidRPr="00402856">
        <w:rPr>
          <w:rtl/>
        </w:rPr>
        <w:t xml:space="preserve"> فيقول</w:t>
      </w:r>
      <w:r w:rsidR="00AF124A">
        <w:rPr>
          <w:rtl/>
        </w:rPr>
        <w:t xml:space="preserve"> - </w:t>
      </w:r>
      <w:r w:rsidRPr="00402856">
        <w:rPr>
          <w:rtl/>
        </w:rPr>
        <w:t>كما جاء في نور الأبصار في مناقب آل بيت النبي المُختار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والذي نفسي بيده لا يدخل قلب رجل الإيمان حتّى يحبّكم لله ورسوله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فضلاً عن أنّ حبّ أهل البيت إنّما هو السبيل لرعاية الله تعالى لصاحبه</w:t>
      </w:r>
      <w:r w:rsidR="00455A43">
        <w:rPr>
          <w:rtl/>
        </w:rPr>
        <w:t>،</w:t>
      </w:r>
      <w:r w:rsidRPr="00402856">
        <w:rPr>
          <w:rtl/>
        </w:rPr>
        <w:t xml:space="preserve"> والكفيل بحفظه في الدين والدنيا</w:t>
      </w:r>
      <w:r w:rsidR="00455A43">
        <w:rPr>
          <w:rtl/>
        </w:rPr>
        <w:t>،</w:t>
      </w:r>
      <w:r w:rsidRPr="00402856">
        <w:rPr>
          <w:rtl/>
        </w:rPr>
        <w:t xml:space="preserve"> وثباته يوم الدين على الصراط</w:t>
      </w:r>
      <w:r w:rsidR="00455A43">
        <w:rPr>
          <w:rtl/>
        </w:rPr>
        <w:t>،</w:t>
      </w:r>
      <w:r w:rsidRPr="00402856">
        <w:rPr>
          <w:rtl/>
        </w:rPr>
        <w:t xml:space="preserve"> وشفاعة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وفيه يقول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ثلاث مَن حفظهن حفظ الله له دينه ودنياه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ضيّعهن لم يحفظ الله له شيئاً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حرمة الإسلام وحُرمتي وحُرمة رحِمي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أثبتكم على الصراط أشدّكم حبّاً لأهل بيتي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شفاعتي لأُمّتي مَن أحبّ 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وهكذا أكثر السلف الصالح من محبّة أهل البيت وتوفيرهم</w:t>
      </w:r>
      <w:r w:rsidR="00455A43">
        <w:rPr>
          <w:rtl/>
        </w:rPr>
        <w:t>،</w:t>
      </w:r>
      <w:r w:rsidRPr="00402856">
        <w:rPr>
          <w:rtl/>
        </w:rPr>
        <w:t xml:space="preserve"> ففي البخاري</w:t>
      </w:r>
      <w:r w:rsidR="00455A43">
        <w:rPr>
          <w:rtl/>
        </w:rPr>
        <w:t>،</w:t>
      </w:r>
      <w:r w:rsidRPr="00402856">
        <w:rPr>
          <w:rtl/>
        </w:rPr>
        <w:t xml:space="preserve"> عن أبي بكر الصديق رضي الله عنه أنّه قال</w:t>
      </w:r>
      <w:r w:rsidR="00455A43">
        <w:rPr>
          <w:rtl/>
        </w:rPr>
        <w:t>:</w:t>
      </w:r>
      <w:r w:rsidRPr="00402856">
        <w:rPr>
          <w:rtl/>
        </w:rPr>
        <w:t xml:space="preserve"> ارقبوا محمداً صلّى الله عليه وسلّم في أهل بيته</w:t>
      </w:r>
      <w:r w:rsidR="00455A43">
        <w:rPr>
          <w:rtl/>
        </w:rPr>
        <w:t>،</w:t>
      </w:r>
      <w:r w:rsidRPr="00402856">
        <w:rPr>
          <w:rtl/>
        </w:rPr>
        <w:t xml:space="preserve"> والذي نفسي بيده</w:t>
      </w:r>
      <w:r w:rsidR="00455A43">
        <w:rPr>
          <w:rtl/>
        </w:rPr>
        <w:t>،</w:t>
      </w:r>
      <w:r w:rsidRPr="00402856">
        <w:rPr>
          <w:rtl/>
        </w:rPr>
        <w:t xml:space="preserve"> لقرابة رسول الله صلّى الله عليه وسلّم أحبّ إليّ من قرابتي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ومسلم وأبو داود والترمذي والنسائي</w:t>
      </w:r>
      <w:r w:rsidR="00455A43">
        <w:rPr>
          <w:rtl/>
        </w:rPr>
        <w:t>،</w:t>
      </w:r>
      <w:r w:rsidRPr="00402856">
        <w:rPr>
          <w:rtl/>
        </w:rPr>
        <w:t xml:space="preserve">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عن أبي بكر الصدّيق أنّه قال</w:t>
      </w:r>
      <w:r w:rsidR="00455A43">
        <w:rPr>
          <w:rtl/>
        </w:rPr>
        <w:t>:</w:t>
      </w:r>
      <w:r w:rsidRPr="00402856">
        <w:rPr>
          <w:rtl/>
        </w:rPr>
        <w:t xml:space="preserve"> والذي نفسي بيده</w:t>
      </w:r>
      <w:r w:rsidR="00455A43">
        <w:rPr>
          <w:rtl/>
        </w:rPr>
        <w:t>،</w:t>
      </w:r>
      <w:r w:rsidRPr="00402856">
        <w:rPr>
          <w:rtl/>
        </w:rPr>
        <w:t xml:space="preserve"> لَقرابة رسول الله صلّى الله عليه وسلّم أحبّ إلى أن أصِل من قرابتي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وهكذا كان لقرابة رسول الله صلّى الله عليه وسلّم عند الخليفة الأول من التعظيم والإكبار ما لم يكن لأحد غيرهم</w:t>
      </w:r>
      <w:r w:rsidR="00455A43">
        <w:rPr>
          <w:rtl/>
        </w:rPr>
        <w:t>،</w:t>
      </w:r>
      <w:r w:rsidRPr="00402856">
        <w:rPr>
          <w:rtl/>
        </w:rPr>
        <w:t xml:space="preserve"> فالصدّيق يُقسم بالله</w:t>
      </w:r>
      <w:r w:rsidR="00AF124A">
        <w:rPr>
          <w:rtl/>
        </w:rPr>
        <w:t xml:space="preserve"> - </w:t>
      </w:r>
      <w:r w:rsidRPr="00402856">
        <w:rPr>
          <w:rtl/>
        </w:rPr>
        <w:t>وهو صادق</w:t>
      </w:r>
      <w:r w:rsidR="00AF124A">
        <w:rPr>
          <w:rtl/>
        </w:rPr>
        <w:t xml:space="preserve"> - </w:t>
      </w:r>
      <w:r w:rsidRPr="00402856">
        <w:rPr>
          <w:rtl/>
        </w:rPr>
        <w:t>أنّ قرابة رسول الله صلّى الله عليه وسلّم أحبّ إليه من قرابته</w:t>
      </w:r>
      <w:r w:rsidR="00455A43">
        <w:rPr>
          <w:rtl/>
        </w:rPr>
        <w:t>،</w:t>
      </w:r>
      <w:r w:rsidRPr="00402856">
        <w:rPr>
          <w:rtl/>
        </w:rPr>
        <w:t xml:space="preserve"> وأن يحب أن يصلهم أكثر مما يصل قرابته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وكان الفاروق عمر بن الخطاب رضي الله عنه يؤثِرهم على جميع المسلمين</w:t>
      </w:r>
      <w:r w:rsidR="00455A43">
        <w:rPr>
          <w:rtl/>
        </w:rPr>
        <w:t>،</w:t>
      </w:r>
      <w:r w:rsidRPr="00402856">
        <w:rPr>
          <w:rtl/>
        </w:rPr>
        <w:t xml:space="preserve"> بل على أقربائه الأدنين</w:t>
      </w:r>
      <w:r w:rsidR="00455A43">
        <w:rPr>
          <w:rtl/>
        </w:rPr>
        <w:t>،</w:t>
      </w:r>
      <w:r w:rsidRPr="00402856">
        <w:rPr>
          <w:rtl/>
        </w:rPr>
        <w:t xml:space="preserve"> ومن أقواله في قرابة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أنّ عيادة بني هاشم فريضة</w:t>
      </w:r>
      <w:r w:rsidR="00455A43">
        <w:rPr>
          <w:rtl/>
        </w:rPr>
        <w:t>،</w:t>
      </w:r>
      <w:r w:rsidRPr="00402856">
        <w:rPr>
          <w:rtl/>
        </w:rPr>
        <w:t xml:space="preserve"> وزيارتهم نافلة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الدارقطني</w:t>
      </w:r>
      <w:r w:rsidR="00455A43">
        <w:rPr>
          <w:rtl/>
        </w:rPr>
        <w:t>،</w:t>
      </w:r>
      <w:r w:rsidRPr="00402856">
        <w:rPr>
          <w:rtl/>
        </w:rPr>
        <w:t xml:space="preserve"> عن ابن الخطاب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تحبّبوا إلى الأشراف وتودّدوا</w:t>
      </w:r>
      <w:r w:rsidR="00455A43">
        <w:rPr>
          <w:rtl/>
        </w:rPr>
        <w:t>،</w:t>
      </w:r>
      <w:r w:rsidRPr="00402856">
        <w:rPr>
          <w:rtl/>
        </w:rPr>
        <w:t xml:space="preserve"> واتقوا على أعراضكم من السَفلة</w:t>
      </w:r>
      <w:r w:rsidR="00455A43">
        <w:rPr>
          <w:rtl/>
        </w:rPr>
        <w:t>،</w:t>
      </w:r>
      <w:r w:rsidRPr="00402856">
        <w:rPr>
          <w:rtl/>
        </w:rPr>
        <w:t xml:space="preserve"> واعلموا أنّه لا يتمّ شرف إلاّ بولاية عليّ بن أبي طالب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أيّها الناس</w:t>
      </w:r>
      <w:r w:rsidR="00455A43">
        <w:rPr>
          <w:rtl/>
        </w:rPr>
        <w:t>،</w:t>
      </w:r>
      <w:r w:rsidRPr="00402856">
        <w:rPr>
          <w:rtl/>
        </w:rPr>
        <w:t xml:space="preserve"> إنّ الفضل والشرف والمنزلة</w:t>
      </w:r>
      <w:r w:rsidR="00455A43">
        <w:rPr>
          <w:rtl/>
        </w:rPr>
        <w:t>،</w:t>
      </w:r>
      <w:r w:rsidRPr="00402856">
        <w:rPr>
          <w:rtl/>
        </w:rPr>
        <w:t xml:space="preserve"> الولاية لرسول الله صلّى الله عليه وسلّم وذريته</w:t>
      </w:r>
      <w:r w:rsidR="00455A43">
        <w:rPr>
          <w:rtl/>
        </w:rPr>
        <w:t>،</w:t>
      </w:r>
      <w:r w:rsidRPr="00402856">
        <w:rPr>
          <w:rtl/>
        </w:rPr>
        <w:t xml:space="preserve"> فلا تذهبنّ بكم الأباطيل)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 في المُستدرك</w:t>
      </w:r>
      <w:r w:rsidR="00455A43">
        <w:rPr>
          <w:rtl/>
        </w:rPr>
        <w:t>،</w:t>
      </w:r>
      <w:r w:rsidRPr="00402856">
        <w:rPr>
          <w:rtl/>
        </w:rPr>
        <w:t xml:space="preserve"> عن عمر رضي الله عنه أنّه دخل على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يا فاطمة</w:t>
      </w:r>
      <w:r w:rsidR="00455A43">
        <w:rPr>
          <w:rtl/>
        </w:rPr>
        <w:t>،</w:t>
      </w:r>
      <w:r w:rsidRPr="00402856">
        <w:rPr>
          <w:rtl/>
        </w:rPr>
        <w:t xml:space="preserve"> والله ما رأيت أحداً أحبّ إلى رسول الله صلّى الله عليه وسلّم منكِ</w:t>
      </w:r>
      <w:r w:rsidR="00455A43">
        <w:rPr>
          <w:rtl/>
        </w:rPr>
        <w:t>،</w:t>
      </w:r>
      <w:r w:rsidRPr="00402856">
        <w:rPr>
          <w:rtl/>
        </w:rPr>
        <w:t xml:space="preserve"> والله ما كان أحد من الناس بعد أبيك صلّى الله عليه وسلّم أحبّ إليّ منكِ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وفي فتح مكة</w:t>
      </w:r>
      <w:r w:rsidR="00455A43">
        <w:rPr>
          <w:rtl/>
        </w:rPr>
        <w:t>،</w:t>
      </w:r>
      <w:r w:rsidRPr="00402856">
        <w:rPr>
          <w:rtl/>
        </w:rPr>
        <w:t xml:space="preserve"> وقد أتى العباس - عمّ النبي صلّى الله عليه وسلّم - بأبي سفيان بن حرب</w:t>
      </w:r>
      <w:r w:rsidR="00455A43">
        <w:rPr>
          <w:rtl/>
        </w:rPr>
        <w:t>،</w:t>
      </w:r>
      <w:r w:rsidRPr="00402856">
        <w:rPr>
          <w:rtl/>
        </w:rPr>
        <w:t xml:space="preserve"> ليُسلم قبل أن تدخل جيوش الإسلام مكّة</w:t>
      </w:r>
      <w:r w:rsidR="00455A43">
        <w:rPr>
          <w:rtl/>
        </w:rPr>
        <w:t>،</w:t>
      </w:r>
      <w:r w:rsidRPr="00402856">
        <w:rPr>
          <w:rtl/>
        </w:rPr>
        <w:t xml:space="preserve"> فما أن رآه الفاروق عُمر حتى قال</w:t>
      </w:r>
      <w:r w:rsidR="00455A43">
        <w:rPr>
          <w:rtl/>
        </w:rPr>
        <w:t>:</w:t>
      </w:r>
      <w:r w:rsidRPr="00402856">
        <w:rPr>
          <w:rtl/>
        </w:rPr>
        <w:t xml:space="preserve"> أبو سفيان عدوّ الله</w:t>
      </w:r>
      <w:r w:rsidR="00455A43">
        <w:rPr>
          <w:rtl/>
        </w:rPr>
        <w:t>!</w:t>
      </w:r>
      <w:r w:rsidRPr="00402856">
        <w:rPr>
          <w:rtl/>
        </w:rPr>
        <w:t xml:space="preserve"> الحمد لله الذي أمكن منك بغير عقد ولا عهد</w:t>
      </w:r>
      <w:r w:rsidR="00455A43">
        <w:rPr>
          <w:rtl/>
        </w:rPr>
        <w:t>،</w:t>
      </w:r>
      <w:r w:rsidRPr="00402856">
        <w:rPr>
          <w:rtl/>
        </w:rPr>
        <w:t xml:space="preserve"> ثُمّ أسرع العبّاس بأبي سفيان إلى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ولحق بهما الفاروق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هذا أبو سفيان قد أمكن الله منه بغير عقد ولا عهد</w:t>
      </w:r>
      <w:r w:rsidR="00455A43">
        <w:rPr>
          <w:rtl/>
        </w:rPr>
        <w:t>،</w:t>
      </w:r>
      <w:r w:rsidRPr="00402856">
        <w:rPr>
          <w:rtl/>
        </w:rPr>
        <w:t xml:space="preserve"> فدعني أضرب عُنقه</w:t>
      </w:r>
      <w:r w:rsidR="00455A43">
        <w:rPr>
          <w:rtl/>
        </w:rPr>
        <w:t>،</w:t>
      </w:r>
      <w:r w:rsidRPr="00402856">
        <w:rPr>
          <w:rtl/>
        </w:rPr>
        <w:t xml:space="preserve"> فقال العباس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إنّي قد أجَرْته</w:t>
      </w:r>
      <w:r w:rsidR="00455A43">
        <w:rPr>
          <w:rtl/>
        </w:rPr>
        <w:t>،</w:t>
      </w:r>
      <w:r w:rsidRPr="00402856">
        <w:rPr>
          <w:rtl/>
        </w:rPr>
        <w:t xml:space="preserve"> فلمّا أكثر عُمر في شأنه</w:t>
      </w:r>
      <w:r w:rsidR="00455A43">
        <w:rPr>
          <w:rtl/>
        </w:rPr>
        <w:t>،</w:t>
      </w:r>
      <w:r w:rsidRPr="00402856">
        <w:rPr>
          <w:rtl/>
        </w:rPr>
        <w:t xml:space="preserve"> قال العبّاس</w:t>
      </w:r>
      <w:r w:rsidR="00455A43">
        <w:rPr>
          <w:rtl/>
        </w:rPr>
        <w:t>:</w:t>
      </w:r>
      <w:r w:rsidRPr="00402856">
        <w:rPr>
          <w:rtl/>
        </w:rPr>
        <w:t xml:space="preserve"> مهلاً يا عمر</w:t>
      </w:r>
      <w:r w:rsidR="00455A43">
        <w:rPr>
          <w:rtl/>
        </w:rPr>
        <w:t>،</w:t>
      </w:r>
      <w:r w:rsidRPr="00402856">
        <w:rPr>
          <w:rtl/>
        </w:rPr>
        <w:t xml:space="preserve"> فوالله إن لو كان من رجال بني عدي</w:t>
      </w:r>
      <w:r w:rsidR="00AF124A">
        <w:rPr>
          <w:rtl/>
        </w:rPr>
        <w:t xml:space="preserve"> - </w:t>
      </w:r>
      <w:r w:rsidRPr="00402856">
        <w:rPr>
          <w:rtl/>
        </w:rPr>
        <w:t>رهط عُمر</w:t>
      </w:r>
      <w:r w:rsidR="00AF124A">
        <w:rPr>
          <w:rtl/>
        </w:rPr>
        <w:t xml:space="preserve"> - </w:t>
      </w:r>
      <w:r w:rsidRPr="00402856">
        <w:rPr>
          <w:rtl/>
        </w:rPr>
        <w:t>ما قلت هذا</w:t>
      </w:r>
      <w:r w:rsidR="00455A43">
        <w:rPr>
          <w:rtl/>
        </w:rPr>
        <w:t>،</w:t>
      </w:r>
      <w:r w:rsidRPr="00402856">
        <w:rPr>
          <w:rtl/>
        </w:rPr>
        <w:t xml:space="preserve"> ولكنّك قد عرفت أنّه من رجال بني عبد مناف</w:t>
      </w:r>
      <w:r w:rsidR="00455A43">
        <w:rPr>
          <w:rtl/>
        </w:rPr>
        <w:t>،</w:t>
      </w:r>
      <w:r w:rsidRPr="00402856">
        <w:rPr>
          <w:rtl/>
        </w:rPr>
        <w:t xml:space="preserve"> فقال عُمر</w:t>
      </w:r>
      <w:r w:rsidR="00455A43">
        <w:rPr>
          <w:rtl/>
        </w:rPr>
        <w:t>:</w:t>
      </w:r>
      <w:r w:rsidRPr="00402856">
        <w:rPr>
          <w:rtl/>
        </w:rPr>
        <w:t xml:space="preserve"> مهلاً يا عبّاس</w:t>
      </w:r>
      <w:r w:rsidR="00455A43">
        <w:rPr>
          <w:rtl/>
        </w:rPr>
        <w:t>،</w:t>
      </w:r>
      <w:r w:rsidRPr="00402856">
        <w:rPr>
          <w:rtl/>
        </w:rPr>
        <w:t xml:space="preserve"> فوالله لإسلامك يوم أسلمتَ كان أحبّ إليّ من إسلام الخطّاب لو أسلم</w:t>
      </w:r>
      <w:r w:rsidR="00455A43">
        <w:rPr>
          <w:rtl/>
        </w:rPr>
        <w:t>،</w:t>
      </w:r>
      <w:r w:rsidRPr="00402856">
        <w:rPr>
          <w:rtl/>
        </w:rPr>
        <w:t xml:space="preserve"> وما بي إلاّ أنّي قد عرفت أنّ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إسلامك كان أحبّ إلى رسول الله صلّى الله عليه وسلّم من إسلام الخطّاب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وكان الفاروق يجلّ الإمام عليّ كلّ الإجلال</w:t>
      </w:r>
      <w:r w:rsidR="00455A43">
        <w:rPr>
          <w:rtl/>
        </w:rPr>
        <w:t>،</w:t>
      </w:r>
      <w:r w:rsidRPr="00402856">
        <w:rPr>
          <w:rtl/>
        </w:rPr>
        <w:t xml:space="preserve"> ويستشيره في كثير من المشاكل والقضايا الفقهيّة</w:t>
      </w:r>
      <w:r w:rsidR="00455A43">
        <w:rPr>
          <w:rtl/>
        </w:rPr>
        <w:t>،</w:t>
      </w:r>
      <w:r w:rsidRPr="00402856">
        <w:rPr>
          <w:rtl/>
        </w:rPr>
        <w:t xml:space="preserve"> ومن كلماته المأثورة في الإمام عليّ قوله المشهور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لولا عليّ لهلك عُمر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 </w:t>
      </w:r>
      <w:r w:rsidR="00352E1E">
        <w:rPr>
          <w:rtl/>
        </w:rPr>
        <w:t>(</w:t>
      </w:r>
      <w:r w:rsidRPr="00402856">
        <w:rPr>
          <w:rtl/>
        </w:rPr>
        <w:t>أعوذ بالله من مُعضلة ليس لها أبو حسن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ويُقدّم لنا الفاروق صورة جليّة لحُبّه وتعظيمه وتوقيره لأهل البيت</w:t>
      </w:r>
      <w:r w:rsidR="00455A43">
        <w:rPr>
          <w:rtl/>
        </w:rPr>
        <w:t>،</w:t>
      </w:r>
      <w:r w:rsidRPr="00402856">
        <w:rPr>
          <w:rtl/>
        </w:rPr>
        <w:t xml:space="preserve"> ورغبته الصادقة في أن يرتبط بهم بنسب ومصاهرة</w:t>
      </w:r>
      <w:r w:rsidR="00455A43">
        <w:rPr>
          <w:rtl/>
        </w:rPr>
        <w:t>،</w:t>
      </w:r>
      <w:r w:rsidRPr="00402856">
        <w:rPr>
          <w:rtl/>
        </w:rPr>
        <w:t xml:space="preserve"> يروي الأئمة</w:t>
      </w:r>
      <w:r w:rsidR="00455A43">
        <w:rPr>
          <w:rtl/>
        </w:rPr>
        <w:t>:</w:t>
      </w:r>
      <w:r w:rsidRPr="00402856">
        <w:rPr>
          <w:rtl/>
        </w:rPr>
        <w:t xml:space="preserve"> أحمد</w:t>
      </w:r>
      <w:r w:rsidR="00455A43">
        <w:rPr>
          <w:rtl/>
        </w:rPr>
        <w:t>،</w:t>
      </w:r>
      <w:r w:rsidRPr="00402856">
        <w:rPr>
          <w:rtl/>
        </w:rPr>
        <w:t xml:space="preserve"> وابن سعد</w:t>
      </w:r>
      <w:r w:rsidR="00455A43">
        <w:rPr>
          <w:rtl/>
        </w:rPr>
        <w:t>،</w:t>
      </w:r>
      <w:r w:rsidRPr="00402856">
        <w:rPr>
          <w:rtl/>
        </w:rPr>
        <w:t xml:space="preserve"> والبيهقي</w:t>
      </w:r>
      <w:r w:rsidR="00455A43">
        <w:rPr>
          <w:rtl/>
        </w:rPr>
        <w:t>،</w:t>
      </w:r>
      <w:r w:rsidRPr="00402856">
        <w:rPr>
          <w:rtl/>
        </w:rPr>
        <w:t xml:space="preserve"> والحاكم</w:t>
      </w:r>
      <w:r w:rsidR="00455A43">
        <w:rPr>
          <w:rtl/>
        </w:rPr>
        <w:t>،</w:t>
      </w:r>
      <w:r w:rsidRPr="00402856">
        <w:rPr>
          <w:rtl/>
        </w:rPr>
        <w:t xml:space="preserve"> والطبراني</w:t>
      </w:r>
      <w:r w:rsidR="00455A43">
        <w:rPr>
          <w:rtl/>
        </w:rPr>
        <w:t>،</w:t>
      </w:r>
      <w:r w:rsidRPr="00402856">
        <w:rPr>
          <w:rtl/>
        </w:rPr>
        <w:t xml:space="preserve"> والدار قطني</w:t>
      </w:r>
      <w:r w:rsidR="00455A43">
        <w:rPr>
          <w:rtl/>
        </w:rPr>
        <w:t>،</w:t>
      </w:r>
      <w:r w:rsidRPr="00402856">
        <w:rPr>
          <w:rtl/>
        </w:rPr>
        <w:t xml:space="preserve"> وابن راهويه</w:t>
      </w:r>
      <w:r w:rsidR="00455A43">
        <w:rPr>
          <w:rtl/>
        </w:rPr>
        <w:t>،</w:t>
      </w:r>
      <w:r w:rsidRPr="00402856">
        <w:rPr>
          <w:rtl/>
        </w:rPr>
        <w:t xml:space="preserve"> وابن حجر الهيثمي</w:t>
      </w:r>
      <w:r w:rsidR="00455A43">
        <w:rPr>
          <w:rtl/>
        </w:rPr>
        <w:t>،</w:t>
      </w:r>
      <w:r w:rsidRPr="00402856">
        <w:rPr>
          <w:rtl/>
        </w:rPr>
        <w:t xml:space="preserve"> وأبو نعيم</w:t>
      </w:r>
      <w:r w:rsidR="00455A43">
        <w:rPr>
          <w:rtl/>
        </w:rPr>
        <w:t>،</w:t>
      </w:r>
      <w:r w:rsidRPr="00402856">
        <w:rPr>
          <w:rtl/>
        </w:rPr>
        <w:t xml:space="preserve"> بسند من أكابر أهل البيت وغيرهم</w:t>
      </w:r>
      <w:r w:rsidR="00455A43">
        <w:rPr>
          <w:rtl/>
        </w:rPr>
        <w:t>،</w:t>
      </w:r>
      <w:r w:rsidRPr="00402856">
        <w:rPr>
          <w:rtl/>
        </w:rPr>
        <w:t xml:space="preserve"> أنّ عمر بن الخطّاب تقدّم إلى عليّ كرّم الله وجهه</w:t>
      </w:r>
      <w:r w:rsidR="00455A43">
        <w:rPr>
          <w:rtl/>
        </w:rPr>
        <w:t>؛</w:t>
      </w:r>
      <w:r w:rsidRPr="00402856">
        <w:rPr>
          <w:rtl/>
        </w:rPr>
        <w:t xml:space="preserve"> طالباً الزواج من ابنته أمِّ كلثوم بنت فاطمة الزهراء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فلمّا أجابه عليّ بأنّه حبس بناته لوِلد أخيه جعفر</w:t>
      </w:r>
      <w:r w:rsidR="00455A43">
        <w:rPr>
          <w:rtl/>
        </w:rPr>
        <w:t>،</w:t>
      </w:r>
      <w:r w:rsidRPr="00402856">
        <w:rPr>
          <w:rtl/>
        </w:rPr>
        <w:t xml:space="preserve"> قال له عُمر إنّه</w:t>
      </w:r>
      <w:r w:rsidR="00455A43">
        <w:rPr>
          <w:rtl/>
        </w:rPr>
        <w:t>:</w:t>
      </w:r>
      <w:r w:rsidRPr="00402856">
        <w:rPr>
          <w:rtl/>
        </w:rPr>
        <w:t xml:space="preserve"> والله ما على وجه الأرض مَن يرصد من حُسن صحبتها ما أرصد</w:t>
      </w:r>
      <w:r w:rsidR="00455A43">
        <w:rPr>
          <w:rtl/>
        </w:rPr>
        <w:t>،</w:t>
      </w:r>
      <w:r w:rsidRPr="00402856">
        <w:rPr>
          <w:rtl/>
        </w:rPr>
        <w:t xml:space="preserve"> فوافق علي</w:t>
      </w:r>
      <w:r w:rsidR="00455A43">
        <w:rPr>
          <w:rtl/>
        </w:rPr>
        <w:t>،</w:t>
      </w:r>
      <w:r w:rsidRPr="00402856">
        <w:rPr>
          <w:rtl/>
        </w:rPr>
        <w:t xml:space="preserve"> بعد أن استشار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وقد بلغ الفرح بعمر رضي الله عنه أنّه أتى المهاجرين والأنصار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ألا تُهنّئوني</w:t>
      </w:r>
      <w:r w:rsidR="00455A43">
        <w:rPr>
          <w:rtl/>
        </w:rPr>
        <w:t>؟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بمَن يا أمير المؤمنين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بأُمِّ كلثوم بنت عليّ وابنة فاطمة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إنّي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نَسب وسَبب ينقطع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ما كان من سببي ونسبي</w:t>
      </w:r>
      <w:r w:rsidR="00352E1E">
        <w:rPr>
          <w:rStyle w:val="libBold2Char"/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فأحببت أن يكون بيني وبين رسول الله صلّى الله عليه وسلّم سبب ونَسب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أُخرى للإمام أحمد</w:t>
      </w:r>
      <w:r w:rsidR="00455A43">
        <w:rPr>
          <w:rtl/>
        </w:rPr>
        <w:t>:</w:t>
      </w:r>
      <w:r w:rsidRPr="00402856">
        <w:rPr>
          <w:rtl/>
        </w:rPr>
        <w:t xml:space="preserve"> أنّ عمر بن الخطاب خطب إلى عليّ بن أبي طالب أُمّ كلثوم</w:t>
      </w:r>
      <w:r w:rsidR="00455A43">
        <w:rPr>
          <w:rtl/>
        </w:rPr>
        <w:t>،</w:t>
      </w:r>
      <w:r w:rsidRPr="00402856">
        <w:rPr>
          <w:rtl/>
        </w:rPr>
        <w:t xml:space="preserve"> فاعتلّ عليّ بصغرها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إنّي لم أرد الباه</w:t>
      </w:r>
      <w:r w:rsidR="00455A43">
        <w:rPr>
          <w:rtl/>
        </w:rPr>
        <w:t>،</w:t>
      </w:r>
      <w:r w:rsidRPr="00402856">
        <w:rPr>
          <w:rtl/>
        </w:rPr>
        <w:t xml:space="preserve"> ولكنّي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سبب ونَسب مُنقطع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سببي ونسبي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كلّ وِلد أب فإنّ عصبتهم لأبيهم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وِلد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أنا أبوهم وعُصبتهم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تَمّ الزواج</w:t>
      </w:r>
      <w:r w:rsidR="00455A43">
        <w:rPr>
          <w:rtl/>
        </w:rPr>
        <w:t>،</w:t>
      </w:r>
      <w:r w:rsidRPr="00402856">
        <w:rPr>
          <w:rtl/>
        </w:rPr>
        <w:t xml:space="preserve"> ورُزق الفاروق من حفيدة النبي صلّى الله عليه وسلّم بولد دعاه زيداً</w:t>
      </w:r>
      <w:r w:rsidR="00455A43">
        <w:rPr>
          <w:rtl/>
        </w:rPr>
        <w:t>،</w:t>
      </w:r>
      <w:r w:rsidRPr="00402856">
        <w:rPr>
          <w:rtl/>
        </w:rPr>
        <w:t xml:space="preserve"> عاش حتّى صار رجلاً ومات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وقد أخرج الدارقطني</w:t>
      </w:r>
      <w:r w:rsidR="00455A43">
        <w:rPr>
          <w:rtl/>
        </w:rPr>
        <w:t>،</w:t>
      </w:r>
      <w:r w:rsidRPr="00402856">
        <w:rPr>
          <w:rtl/>
        </w:rPr>
        <w:t xml:space="preserve"> عن أبي حنيفة أنّه قال</w:t>
      </w:r>
      <w:r w:rsidR="00455A43">
        <w:rPr>
          <w:rtl/>
        </w:rPr>
        <w:t>:</w:t>
      </w:r>
      <w:r w:rsidRPr="00402856">
        <w:rPr>
          <w:rtl/>
        </w:rPr>
        <w:t xml:space="preserve"> سمعت أبا جعفر محمّد الباقر يذكر تزويج عليّ ابنته من عُمر ويقول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لو لم يكن لها أهلاً لَما زوّجه إيّاها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روي أنّه قيل لعُمر بن الخطاب</w:t>
      </w:r>
      <w:r w:rsidR="00455A43">
        <w:rPr>
          <w:rtl/>
        </w:rPr>
        <w:t>:</w:t>
      </w:r>
      <w:r w:rsidRPr="00402856">
        <w:rPr>
          <w:rtl/>
        </w:rPr>
        <w:t xml:space="preserve"> إنّك تصنع بعليّ شيئاً</w:t>
      </w:r>
      <w:r w:rsidR="00AF124A">
        <w:rPr>
          <w:rtl/>
        </w:rPr>
        <w:t xml:space="preserve"> - </w:t>
      </w:r>
      <w:r w:rsidRPr="00402856">
        <w:rPr>
          <w:rtl/>
        </w:rPr>
        <w:t>يعني من التعظيم</w:t>
      </w:r>
      <w:r w:rsidR="00AF124A">
        <w:rPr>
          <w:rtl/>
        </w:rPr>
        <w:t xml:space="preserve"> - </w:t>
      </w:r>
      <w:r w:rsidRPr="00402856">
        <w:rPr>
          <w:rtl/>
        </w:rPr>
        <w:t>لا تصنعه لأحد من أصحاب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إنّه مولاي </w:t>
      </w:r>
      <w:r w:rsidRPr="00402856">
        <w:rPr>
          <w:rStyle w:val="libFootnotenumChar"/>
          <w:rtl/>
        </w:rPr>
        <w:t>(1)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5A636F" w:rsidP="00402856">
      <w:pPr>
        <w:pStyle w:val="libNormal"/>
        <w:rPr>
          <w:rtl/>
        </w:rPr>
      </w:pPr>
      <w:r>
        <w:rPr>
          <w:rtl/>
        </w:rPr>
        <w:t>____________</w:t>
      </w:r>
    </w:p>
    <w:p w:rsidR="00402856" w:rsidRPr="00B759AD" w:rsidRDefault="00352E1E" w:rsidP="005A636F">
      <w:pPr>
        <w:pStyle w:val="libFootnote0"/>
        <w:rPr>
          <w:rtl/>
        </w:rPr>
      </w:pPr>
      <w:r>
        <w:rPr>
          <w:rtl/>
        </w:rPr>
        <w:t>(</w:t>
      </w:r>
      <w:r w:rsidR="00402856" w:rsidRPr="005A636F">
        <w:rPr>
          <w:rtl/>
        </w:rPr>
        <w:t>1) لعلَّ الفاروق يقصد حديث غدير خُم</w:t>
      </w:r>
      <w:r w:rsidR="00455A43" w:rsidRPr="005A636F">
        <w:rPr>
          <w:rtl/>
        </w:rPr>
        <w:t>،</w:t>
      </w:r>
      <w:r w:rsidR="00402856" w:rsidRPr="005A636F">
        <w:rPr>
          <w:rtl/>
        </w:rPr>
        <w:t xml:space="preserve"> وفيه قال النبي صلّى الله عليه وسلّم لعليّ</w:t>
      </w:r>
      <w:r w:rsidR="00455A43" w:rsidRPr="005A636F">
        <w:rPr>
          <w:rtl/>
        </w:rPr>
        <w:t>:</w:t>
      </w:r>
      <w:r w:rsidR="00402856" w:rsidRPr="005A636F">
        <w:rPr>
          <w:rtl/>
        </w:rPr>
        <w:t xml:space="preserve"> </w:t>
      </w:r>
      <w:r>
        <w:rPr>
          <w:rStyle w:val="libFootnoteBoldChar"/>
          <w:rtl/>
        </w:rPr>
        <w:t>(</w:t>
      </w:r>
      <w:r w:rsidR="00402856" w:rsidRPr="005A636F">
        <w:rPr>
          <w:rStyle w:val="libFootnoteBoldChar"/>
          <w:rtl/>
        </w:rPr>
        <w:t>مَن كُنت مولاه</w:t>
      </w:r>
      <w:r w:rsidR="00455A43" w:rsidRPr="005A636F">
        <w:rPr>
          <w:rStyle w:val="libFootnoteBoldChar"/>
          <w:rtl/>
        </w:rPr>
        <w:t>،</w:t>
      </w:r>
      <w:r w:rsidR="00402856" w:rsidRPr="005A636F">
        <w:rPr>
          <w:rStyle w:val="libFootnoteBoldChar"/>
          <w:rtl/>
        </w:rPr>
        <w:t xml:space="preserve"> فعليٌّ مولاه</w:t>
      </w:r>
      <w:r w:rsidR="00455A43" w:rsidRPr="005A636F">
        <w:rPr>
          <w:rStyle w:val="libFootnoteBoldChar"/>
          <w:rtl/>
        </w:rPr>
        <w:t>،</w:t>
      </w:r>
      <w:r w:rsidR="00402856" w:rsidRPr="005A636F">
        <w:rPr>
          <w:rStyle w:val="libFootnoteBoldChar"/>
          <w:rtl/>
        </w:rPr>
        <w:t xml:space="preserve"> اللّهمّ والِ مَن والاه</w:t>
      </w:r>
      <w:r w:rsidR="00455A43" w:rsidRPr="005A636F">
        <w:rPr>
          <w:rStyle w:val="libFootnoteBoldChar"/>
          <w:rtl/>
        </w:rPr>
        <w:t>،</w:t>
      </w:r>
      <w:r w:rsidR="00402856" w:rsidRPr="005A636F">
        <w:rPr>
          <w:rStyle w:val="libFootnoteBoldChar"/>
          <w:rtl/>
        </w:rPr>
        <w:t xml:space="preserve"> وعادِ مَن عاداه</w:t>
      </w:r>
      <w:r>
        <w:rPr>
          <w:rStyle w:val="libFootnoteBoldChar"/>
          <w:rtl/>
        </w:rPr>
        <w:t>)</w:t>
      </w:r>
      <w:r w:rsidR="00455A43" w:rsidRPr="005A636F">
        <w:rPr>
          <w:rtl/>
        </w:rPr>
        <w:t>،</w:t>
      </w:r>
      <w:r w:rsidR="00402856" w:rsidRPr="005A636F">
        <w:rPr>
          <w:rtl/>
        </w:rPr>
        <w:t xml:space="preserve"> فلقيه عُمر</w:t>
      </w:r>
      <w:r w:rsidR="00455A43" w:rsidRPr="005A636F">
        <w:rPr>
          <w:rtl/>
        </w:rPr>
        <w:t>،</w:t>
      </w:r>
      <w:r w:rsidR="00402856" w:rsidRPr="005A636F">
        <w:rPr>
          <w:rtl/>
        </w:rPr>
        <w:t xml:space="preserve"> فقال</w:t>
      </w:r>
      <w:r w:rsidR="00455A43" w:rsidRPr="005A636F">
        <w:rPr>
          <w:rtl/>
        </w:rPr>
        <w:t>:</w:t>
      </w:r>
      <w:r w:rsidR="00402856" w:rsidRPr="005A636F">
        <w:rPr>
          <w:rtl/>
        </w:rPr>
        <w:t xml:space="preserve"> </w:t>
      </w:r>
      <w:r>
        <w:rPr>
          <w:rStyle w:val="libFootnoteBoldChar"/>
          <w:rtl/>
        </w:rPr>
        <w:t>(</w:t>
      </w:r>
      <w:r w:rsidR="00402856" w:rsidRPr="005A636F">
        <w:rPr>
          <w:rStyle w:val="libFootnoteBoldChar"/>
          <w:rtl/>
        </w:rPr>
        <w:t>هنيئاً لك يا ابن أبي طالب أصبحت وأمسيت مولى كلّ مؤمن ومؤمنة</w:t>
      </w:r>
      <w:r>
        <w:rPr>
          <w:rStyle w:val="libFootnoteBoldChar"/>
          <w:rtl/>
        </w:rPr>
        <w:t>)</w:t>
      </w:r>
      <w:r w:rsidR="00455A43" w:rsidRPr="005A636F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Pr="005A636F" w:rsidRDefault="00402856" w:rsidP="005A636F">
      <w:pPr>
        <w:pStyle w:val="libPoemTiniChar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هذا وكان الفاروق عُمر لا يساوي أحداً بأهل البيت</w:t>
      </w:r>
      <w:r w:rsidR="00455A43">
        <w:rPr>
          <w:rtl/>
        </w:rPr>
        <w:t>،</w:t>
      </w:r>
      <w:r w:rsidRPr="00402856">
        <w:rPr>
          <w:rtl/>
        </w:rPr>
        <w:t xml:space="preserve"> روى البلاذري في فتوح البلدان عدّة روايات عن العطاء في خلافة عُمر بن الخطاب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منها</w:t>
      </w:r>
      <w:r w:rsidR="00455A43">
        <w:rPr>
          <w:rtl/>
        </w:rPr>
        <w:t>:</w:t>
      </w:r>
      <w:r w:rsidRPr="00402856">
        <w:rPr>
          <w:rtl/>
        </w:rPr>
        <w:t xml:space="preserve"> ما رواه 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الواقدي</w:t>
      </w:r>
      <w:r w:rsidR="00455A43">
        <w:rPr>
          <w:rtl/>
        </w:rPr>
        <w:t>،</w:t>
      </w:r>
      <w:r w:rsidRPr="00402856">
        <w:rPr>
          <w:rtl/>
        </w:rPr>
        <w:t xml:space="preserve"> بسنده عن جبير بن الحويرث بن نقيذ</w:t>
      </w:r>
      <w:r w:rsidR="00455A43">
        <w:rPr>
          <w:rtl/>
        </w:rPr>
        <w:t>،</w:t>
      </w:r>
      <w:r w:rsidRPr="00402856">
        <w:rPr>
          <w:rtl/>
        </w:rPr>
        <w:t xml:space="preserve"> أنّ عُمر بن الخطّاب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استشار المسلمين في تدوين الديوان</w:t>
      </w:r>
      <w:r w:rsidR="00455A43">
        <w:rPr>
          <w:rtl/>
        </w:rPr>
        <w:t>،</w:t>
      </w:r>
      <w:r w:rsidRPr="00402856">
        <w:rPr>
          <w:rtl/>
        </w:rPr>
        <w:t xml:space="preserve"> فقال له عليّ بن أبي طالب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تقسّم كلّ سَنة ما اجتمع إليك من مال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تمسك منه شيئاً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وقال عثمان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أرى مالاً كثيراً يسع الناس</w:t>
      </w:r>
      <w:r w:rsidR="00455A43">
        <w:rPr>
          <w:rtl/>
        </w:rPr>
        <w:t>،</w:t>
      </w:r>
      <w:r w:rsidRPr="00402856">
        <w:rPr>
          <w:rtl/>
        </w:rPr>
        <w:t xml:space="preserve"> وإن لم يحصوا حتى يعرف مَن أخذ ممَن لم يأخذ</w:t>
      </w:r>
      <w:r w:rsidR="00455A43">
        <w:rPr>
          <w:rtl/>
        </w:rPr>
        <w:t>،</w:t>
      </w:r>
      <w:r w:rsidRPr="00402856">
        <w:rPr>
          <w:rtl/>
        </w:rPr>
        <w:t xml:space="preserve"> خشيت أن ينتشر الأمر</w:t>
      </w:r>
      <w:r w:rsidR="00455A43">
        <w:rPr>
          <w:rtl/>
        </w:rPr>
        <w:t>.</w:t>
      </w:r>
      <w:r w:rsidRPr="00402856">
        <w:rPr>
          <w:rtl/>
        </w:rPr>
        <w:t xml:space="preserve"> فقال الوليد بن هشام بن المغيرة</w:t>
      </w:r>
      <w:r w:rsidR="00455A43">
        <w:rPr>
          <w:rtl/>
        </w:rPr>
        <w:t>:</w:t>
      </w:r>
      <w:r w:rsidRPr="00402856">
        <w:rPr>
          <w:rtl/>
        </w:rPr>
        <w:t xml:space="preserve"> قد جئت الشام فرأيت مُلوكها قد دوّنوا ديواناً</w:t>
      </w:r>
      <w:r w:rsidR="00455A43">
        <w:rPr>
          <w:rtl/>
        </w:rPr>
        <w:t>،</w:t>
      </w:r>
      <w:r w:rsidRPr="00402856">
        <w:rPr>
          <w:rtl/>
        </w:rPr>
        <w:t xml:space="preserve"> وجنّدوا جُنداً</w:t>
      </w:r>
      <w:r w:rsidR="00455A43">
        <w:rPr>
          <w:rtl/>
        </w:rPr>
        <w:t>،</w:t>
      </w:r>
      <w:r w:rsidRPr="00402856">
        <w:rPr>
          <w:rtl/>
        </w:rPr>
        <w:t xml:space="preserve"> فدوِّن ديواناً وجَنِّدْ جُنداً</w:t>
      </w:r>
      <w:r w:rsidR="00455A43">
        <w:rPr>
          <w:rtl/>
        </w:rPr>
        <w:t>،</w:t>
      </w:r>
      <w:r w:rsidRPr="00402856">
        <w:rPr>
          <w:rtl/>
        </w:rPr>
        <w:t xml:space="preserve"> فأخذ بقوله</w:t>
      </w:r>
      <w:r w:rsidR="00455A43">
        <w:rPr>
          <w:rtl/>
        </w:rPr>
        <w:t>،</w:t>
      </w:r>
      <w:r w:rsidRPr="00402856">
        <w:rPr>
          <w:rtl/>
        </w:rPr>
        <w:t xml:space="preserve"> فدعا عقيل بن أبي طالب ومخرمة بن نوفل وجبير بن مطعم</w:t>
      </w:r>
      <w:r w:rsidR="00AF124A">
        <w:rPr>
          <w:rtl/>
        </w:rPr>
        <w:t xml:space="preserve"> - </w:t>
      </w:r>
      <w:r w:rsidRPr="00402856">
        <w:rPr>
          <w:rtl/>
        </w:rPr>
        <w:t>وكانوا من نسّاب قريش</w:t>
      </w:r>
      <w:r w:rsidR="00AF124A">
        <w:rPr>
          <w:rtl/>
        </w:rPr>
        <w:t xml:space="preserve"> - </w:t>
      </w:r>
      <w:r w:rsidRPr="00402856">
        <w:rPr>
          <w:rtl/>
        </w:rPr>
        <w:t>فقال</w:t>
      </w:r>
      <w:r w:rsidR="00455A43">
        <w:rPr>
          <w:rtl/>
        </w:rPr>
        <w:t>:</w:t>
      </w:r>
      <w:r w:rsidRPr="00402856">
        <w:rPr>
          <w:rtl/>
        </w:rPr>
        <w:t xml:space="preserve"> اكتبوا الناس على منازلهم</w:t>
      </w:r>
      <w:r w:rsidR="00455A43">
        <w:rPr>
          <w:rtl/>
        </w:rPr>
        <w:t>،</w:t>
      </w:r>
      <w:r w:rsidRPr="00402856">
        <w:rPr>
          <w:rtl/>
        </w:rPr>
        <w:t xml:space="preserve"> فبدأوا ببني هاشم</w:t>
      </w:r>
      <w:r w:rsidR="00AF124A">
        <w:rPr>
          <w:rtl/>
        </w:rPr>
        <w:t xml:space="preserve"> - </w:t>
      </w:r>
      <w:r w:rsidRPr="00402856">
        <w:rPr>
          <w:rtl/>
        </w:rPr>
        <w:t>رهط النبي صلّى الله عليه وسلّم</w:t>
      </w:r>
      <w:r w:rsidR="00AF124A">
        <w:rPr>
          <w:rtl/>
        </w:rPr>
        <w:t xml:space="preserve"> - </w:t>
      </w:r>
      <w:r w:rsidRPr="00402856">
        <w:rPr>
          <w:rtl/>
        </w:rPr>
        <w:t>أتبعوهم أبا بكر وقومه</w:t>
      </w:r>
      <w:r w:rsidR="00455A43">
        <w:rPr>
          <w:rtl/>
        </w:rPr>
        <w:t>،</w:t>
      </w:r>
      <w:r w:rsidRPr="00402856">
        <w:rPr>
          <w:rtl/>
        </w:rPr>
        <w:t xml:space="preserve"> ثُمّ عمر وقومه على الخلافة</w:t>
      </w:r>
      <w:r w:rsidR="00455A43">
        <w:rPr>
          <w:rtl/>
        </w:rPr>
        <w:t>،</w:t>
      </w:r>
      <w:r w:rsidRPr="00402856">
        <w:rPr>
          <w:rtl/>
        </w:rPr>
        <w:t xml:space="preserve"> فلمّا نظر إليه عُمر قال</w:t>
      </w:r>
      <w:r w:rsidR="00455A43">
        <w:rPr>
          <w:rtl/>
        </w:rPr>
        <w:t>:</w:t>
      </w:r>
      <w:r w:rsidRPr="00402856">
        <w:rPr>
          <w:rtl/>
        </w:rPr>
        <w:t xml:space="preserve"> وددتُ والله أنّه هكذا</w:t>
      </w:r>
      <w:r w:rsidR="00455A43">
        <w:rPr>
          <w:rtl/>
        </w:rPr>
        <w:t>،</w:t>
      </w:r>
      <w:r w:rsidRPr="00402856">
        <w:rPr>
          <w:rtl/>
        </w:rPr>
        <w:t xml:space="preserve"> ولكن ابدأوا بقرابة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الأقرب فالأقرب حتى تضعوا عُمر حيث وضعه الله تعالى</w:t>
      </w:r>
      <w:r w:rsidR="00455A43">
        <w:rPr>
          <w:rtl/>
        </w:rPr>
        <w:t>.</w:t>
      </w:r>
      <w:r w:rsidRPr="00402856">
        <w:rPr>
          <w:rtl/>
        </w:rPr>
        <w:t>..</w:t>
      </w:r>
      <w:r w:rsidR="00455A43">
        <w:rPr>
          <w:rtl/>
        </w:rPr>
        <w:t>،</w:t>
      </w:r>
      <w:r w:rsidRPr="00402856">
        <w:rPr>
          <w:rtl/>
        </w:rPr>
        <w:t xml:space="preserve"> فجاءت بنو عدي</w:t>
      </w:r>
      <w:r w:rsidR="00AF124A">
        <w:rPr>
          <w:rtl/>
        </w:rPr>
        <w:t xml:space="preserve"> - </w:t>
      </w:r>
      <w:r w:rsidRPr="00402856">
        <w:rPr>
          <w:rtl/>
        </w:rPr>
        <w:t>رهط عمر</w:t>
      </w:r>
      <w:r w:rsidR="00AF124A">
        <w:rPr>
          <w:rtl/>
        </w:rPr>
        <w:t xml:space="preserve"> - </w:t>
      </w:r>
      <w:r w:rsidRPr="00402856">
        <w:rPr>
          <w:rtl/>
        </w:rPr>
        <w:t>فقالوا</w:t>
      </w:r>
      <w:r w:rsidR="00455A43">
        <w:rPr>
          <w:rtl/>
        </w:rPr>
        <w:t>:</w:t>
      </w:r>
      <w:r w:rsidRPr="00402856">
        <w:rPr>
          <w:rtl/>
        </w:rPr>
        <w:t xml:space="preserve"> أنت خليفة رسول الله صلّى الله عليه وسلّم وخليفة أبي بكر</w:t>
      </w:r>
      <w:r w:rsidR="00455A43">
        <w:rPr>
          <w:rtl/>
        </w:rPr>
        <w:t>،</w:t>
      </w:r>
      <w:r w:rsidRPr="00402856">
        <w:rPr>
          <w:rtl/>
        </w:rPr>
        <w:t xml:space="preserve"> وأبو بكر خليفة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فلو جعلت نفسك حيث جعلك هؤلاء القوم الذين كتبوا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بخ بخ بني عدي</w:t>
      </w:r>
      <w:r w:rsidR="00455A43">
        <w:rPr>
          <w:rtl/>
        </w:rPr>
        <w:t>!</w:t>
      </w:r>
      <w:r w:rsidRPr="00402856">
        <w:rPr>
          <w:rtl/>
        </w:rPr>
        <w:t xml:space="preserve"> أردتم الأكل على ظهري</w:t>
      </w:r>
      <w:r w:rsidR="00455A43">
        <w:rPr>
          <w:rtl/>
        </w:rPr>
        <w:t>،</w:t>
      </w:r>
      <w:r w:rsidRPr="00402856">
        <w:rPr>
          <w:rtl/>
        </w:rPr>
        <w:t xml:space="preserve"> وأن أهَب حسناتي لكم</w:t>
      </w:r>
      <w:r w:rsidR="00455A43">
        <w:rPr>
          <w:rtl/>
        </w:rPr>
        <w:t>،</w:t>
      </w:r>
      <w:r w:rsidRPr="00402856">
        <w:rPr>
          <w:rtl/>
        </w:rPr>
        <w:t xml:space="preserve"> لا والله حتى تأتيكم الدعوة</w:t>
      </w:r>
      <w:r w:rsidR="00455A43">
        <w:rPr>
          <w:rtl/>
        </w:rPr>
        <w:t>،</w:t>
      </w:r>
      <w:r w:rsidRPr="00402856">
        <w:rPr>
          <w:rtl/>
        </w:rPr>
        <w:t xml:space="preserve"> وأن يطبق عليكم الدفتر</w:t>
      </w:r>
      <w:r w:rsidR="00AF124A">
        <w:rPr>
          <w:rtl/>
        </w:rPr>
        <w:t xml:space="preserve"> - </w:t>
      </w:r>
      <w:r w:rsidRPr="00402856">
        <w:rPr>
          <w:rtl/>
        </w:rPr>
        <w:t>يعني ولو تُكتبوا آخر الناس</w:t>
      </w:r>
      <w:r w:rsidR="00AF124A">
        <w:rPr>
          <w:rtl/>
        </w:rPr>
        <w:t xml:space="preserve"> - </w:t>
      </w:r>
      <w:r w:rsidRPr="00402856">
        <w:rPr>
          <w:rtl/>
        </w:rPr>
        <w:t>إنّ لي صاحبين سلَكا طريقاً فإن خالفتهما خولف أبي</w:t>
      </w:r>
      <w:r w:rsidR="00455A43">
        <w:rPr>
          <w:rtl/>
        </w:rPr>
        <w:t>،</w:t>
      </w:r>
      <w:r w:rsidRPr="00402856">
        <w:rPr>
          <w:rtl/>
        </w:rPr>
        <w:t xml:space="preserve"> والله ما أدركنا الفضل في الدنيا</w:t>
      </w:r>
      <w:r w:rsidR="00455A43">
        <w:rPr>
          <w:rtl/>
        </w:rPr>
        <w:t>،</w:t>
      </w:r>
      <w:r w:rsidRPr="00402856">
        <w:rPr>
          <w:rtl/>
        </w:rPr>
        <w:t xml:space="preserve"> وما نرجو الثواب على عملنا إلاّ بمحمد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فهو شرفنا</w:t>
      </w:r>
      <w:r w:rsidR="00455A43">
        <w:rPr>
          <w:rtl/>
        </w:rPr>
        <w:t>،</w:t>
      </w:r>
      <w:r w:rsidRPr="00402856">
        <w:rPr>
          <w:rtl/>
        </w:rPr>
        <w:t xml:space="preserve"> وقومه أشرف العَرب</w:t>
      </w:r>
      <w:r w:rsidR="00455A43">
        <w:rPr>
          <w:rtl/>
        </w:rPr>
        <w:t>،</w:t>
      </w:r>
      <w:r w:rsidRPr="00402856">
        <w:rPr>
          <w:rtl/>
        </w:rPr>
        <w:t xml:space="preserve"> ثُمّ الأقرب فالأقرب</w:t>
      </w:r>
      <w:r w:rsidR="00455A43">
        <w:rPr>
          <w:rtl/>
        </w:rPr>
        <w:t>.</w:t>
      </w:r>
      <w:r w:rsidRPr="00402856">
        <w:rPr>
          <w:rtl/>
        </w:rPr>
        <w:t>..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B759AD" w:rsidRDefault="00402856" w:rsidP="0025270B">
      <w:pPr>
        <w:pStyle w:val="libNormal"/>
        <w:rPr>
          <w:rtl/>
        </w:rPr>
      </w:pPr>
      <w:r w:rsidRPr="00402856">
        <w:rPr>
          <w:rtl/>
        </w:rPr>
        <w:t>ومنها ما روي عن الشعبي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همّ عُمر بن الخطّاب في سنة عشرين بتدوين الدواوين</w:t>
      </w:r>
      <w:r w:rsidR="00455A43">
        <w:rPr>
          <w:rtl/>
        </w:rPr>
        <w:t>،</w:t>
      </w:r>
      <w:r w:rsidRPr="00402856">
        <w:rPr>
          <w:rtl/>
        </w:rPr>
        <w:t xml:space="preserve"> دعا بمخرمة بن نوفل وجبير بن مطعم</w:t>
      </w:r>
      <w:r w:rsidR="00455A43">
        <w:rPr>
          <w:rtl/>
        </w:rPr>
        <w:t>،</w:t>
      </w:r>
      <w:r w:rsidRPr="00402856">
        <w:rPr>
          <w:rtl/>
        </w:rPr>
        <w:t xml:space="preserve"> فأمرهما أن يكتبا الناس على منازلهم</w:t>
      </w:r>
      <w:r w:rsidR="00455A43">
        <w:rPr>
          <w:rtl/>
        </w:rPr>
        <w:t>،</w:t>
      </w:r>
      <w:r w:rsidRPr="00402856">
        <w:rPr>
          <w:rtl/>
        </w:rPr>
        <w:t xml:space="preserve"> فكتبوا بني هاشم</w:t>
      </w:r>
      <w:r w:rsidR="00455A43">
        <w:rPr>
          <w:rtl/>
        </w:rPr>
        <w:t>،</w:t>
      </w:r>
      <w:r w:rsidRPr="00402856">
        <w:rPr>
          <w:rtl/>
        </w:rPr>
        <w:t xml:space="preserve"> ثُمّ أتبعوهم أبا بكر وقومه</w:t>
      </w:r>
      <w:r w:rsidR="00455A43">
        <w:rPr>
          <w:rtl/>
        </w:rPr>
        <w:t>،</w:t>
      </w:r>
      <w:r w:rsidRPr="00402856">
        <w:rPr>
          <w:rtl/>
        </w:rPr>
        <w:t xml:space="preserve"> ثُمّ عمر وقومه</w:t>
      </w:r>
      <w:r w:rsidR="00455A43">
        <w:rPr>
          <w:rtl/>
        </w:rPr>
        <w:t>،</w:t>
      </w:r>
      <w:r w:rsidRPr="00402856">
        <w:rPr>
          <w:rtl/>
        </w:rPr>
        <w:t xml:space="preserve"> فلمّا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نظرَ عمر في الكتاب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وددتُ أني في القرابة برسول الله صلّى الله عليه وسلّم كذا</w:t>
      </w:r>
      <w:r w:rsidR="00455A43">
        <w:rPr>
          <w:rtl/>
        </w:rPr>
        <w:t>،</w:t>
      </w:r>
      <w:r w:rsidRPr="00402856">
        <w:rPr>
          <w:rtl/>
        </w:rPr>
        <w:t xml:space="preserve"> ابدأوا بالأقرب فالأقرب</w:t>
      </w:r>
      <w:r w:rsidR="00455A43">
        <w:rPr>
          <w:rtl/>
        </w:rPr>
        <w:t>،</w:t>
      </w:r>
      <w:r w:rsidRPr="00402856">
        <w:rPr>
          <w:rtl/>
        </w:rPr>
        <w:t xml:space="preserve"> ثُمّ ضعوا عمر بحيث وضعه الله تعالى</w:t>
      </w:r>
      <w:r w:rsidR="00455A43">
        <w:rPr>
          <w:rtl/>
        </w:rPr>
        <w:t>،</w:t>
      </w:r>
      <w:r w:rsidRPr="00402856">
        <w:rPr>
          <w:rtl/>
        </w:rPr>
        <w:t xml:space="preserve"> فشكره العبّاس بن عبد المطّلب على ذلك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وصْلتُك رحِم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وروي عن محمّد بن عجلان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دوّن عمر الدواوين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بمَن نبدأ</w:t>
      </w:r>
      <w:r w:rsidR="00455A43">
        <w:rPr>
          <w:rtl/>
        </w:rPr>
        <w:t>،</w:t>
      </w:r>
      <w:r w:rsidRPr="00402856">
        <w:rPr>
          <w:rtl/>
        </w:rPr>
        <w:t xml:space="preserve"> بنفسك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</w:t>
      </w:r>
      <w:r w:rsidR="00455A43">
        <w:rPr>
          <w:rtl/>
        </w:rPr>
        <w:t>،</w:t>
      </w:r>
      <w:r w:rsidRPr="00402856">
        <w:rPr>
          <w:rtl/>
        </w:rPr>
        <w:t xml:space="preserve"> إنّ رسول الله صلّى الله عليه وسلّم إمامنا</w:t>
      </w:r>
      <w:r w:rsidR="00455A43">
        <w:rPr>
          <w:rtl/>
        </w:rPr>
        <w:t>،</w:t>
      </w:r>
      <w:r w:rsidRPr="00402856">
        <w:rPr>
          <w:rtl/>
        </w:rPr>
        <w:t xml:space="preserve"> فبِرَهطه نبدأ</w:t>
      </w:r>
      <w:r w:rsidR="00455A43">
        <w:rPr>
          <w:rtl/>
        </w:rPr>
        <w:t>،</w:t>
      </w:r>
      <w:r w:rsidRPr="00402856">
        <w:rPr>
          <w:rtl/>
        </w:rPr>
        <w:t xml:space="preserve"> ثُمّ بالأقرب والأقرب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وروي عن سفيان الثوري</w:t>
      </w:r>
      <w:r w:rsidR="00455A43">
        <w:rPr>
          <w:rtl/>
        </w:rPr>
        <w:t>،</w:t>
      </w:r>
      <w:r w:rsidRPr="00402856">
        <w:rPr>
          <w:rtl/>
        </w:rPr>
        <w:t xml:space="preserve"> عن جعفر الصادق</w:t>
      </w:r>
      <w:r w:rsidR="00455A43">
        <w:rPr>
          <w:rtl/>
        </w:rPr>
        <w:t>،</w:t>
      </w:r>
      <w:r w:rsidRPr="00402856">
        <w:rPr>
          <w:rtl/>
        </w:rPr>
        <w:t xml:space="preserve"> عن أبيه قال</w:t>
      </w:r>
      <w:r w:rsidR="00455A43">
        <w:rPr>
          <w:rtl/>
        </w:rPr>
        <w:t>:</w:t>
      </w:r>
      <w:r w:rsidRPr="00402856">
        <w:rPr>
          <w:rtl/>
        </w:rPr>
        <w:t xml:space="preserve"> لمّا وضع عمر الديوان استشار الناس بمَن يبدأ</w:t>
      </w:r>
      <w:r w:rsidR="00455A43">
        <w:rPr>
          <w:rtl/>
        </w:rPr>
        <w:t>،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ابدأ بنفسك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لا</w:t>
      </w:r>
      <w:r w:rsidR="00455A43">
        <w:rPr>
          <w:rtl/>
        </w:rPr>
        <w:t>،</w:t>
      </w:r>
      <w:r w:rsidRPr="00402856">
        <w:rPr>
          <w:rtl/>
        </w:rPr>
        <w:t xml:space="preserve"> ولكن أبدأ بالأقرب فالأقرب من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فبدأ بهم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ومنها ما روي عن 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الواقدي</w:t>
      </w:r>
      <w:r w:rsidR="00455A43">
        <w:rPr>
          <w:rtl/>
        </w:rPr>
        <w:t>،</w:t>
      </w:r>
      <w:r w:rsidRPr="00402856">
        <w:rPr>
          <w:rtl/>
        </w:rPr>
        <w:t xml:space="preserve"> بسنده عن الزهري</w:t>
      </w:r>
      <w:r w:rsidR="00455A43">
        <w:rPr>
          <w:rtl/>
        </w:rPr>
        <w:t>،</w:t>
      </w:r>
      <w:r w:rsidRPr="00402856">
        <w:rPr>
          <w:rtl/>
        </w:rPr>
        <w:t xml:space="preserve"> عن سعيد</w:t>
      </w:r>
      <w:r w:rsidR="00455A43">
        <w:rPr>
          <w:rtl/>
        </w:rPr>
        <w:t>،</w:t>
      </w:r>
      <w:r w:rsidRPr="00402856">
        <w:rPr>
          <w:rtl/>
        </w:rPr>
        <w:t xml:space="preserve"> عن قوماً آخرين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لمّا أجمع عمر على تدوين الديوان</w:t>
      </w:r>
      <w:r w:rsidR="00455A43">
        <w:rPr>
          <w:rtl/>
        </w:rPr>
        <w:t>،</w:t>
      </w:r>
      <w:r w:rsidRPr="00402856">
        <w:rPr>
          <w:rtl/>
        </w:rPr>
        <w:t xml:space="preserve"> وذلك في المحرّم سَنة عشرين</w:t>
      </w:r>
      <w:r w:rsidR="00455A43">
        <w:rPr>
          <w:rtl/>
        </w:rPr>
        <w:t>،</w:t>
      </w:r>
      <w:r w:rsidRPr="00402856">
        <w:rPr>
          <w:rtl/>
        </w:rPr>
        <w:t xml:space="preserve"> بدأ ببني هاشم</w:t>
      </w:r>
      <w:r w:rsidR="00455A43">
        <w:rPr>
          <w:rtl/>
        </w:rPr>
        <w:t>،</w:t>
      </w:r>
      <w:r w:rsidRPr="00402856">
        <w:rPr>
          <w:rtl/>
        </w:rPr>
        <w:t xml:space="preserve"> ثُمّ الأقرب فالأقرب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فكان القوم إذا استووا في القرابة قدّم أهل السابقة</w:t>
      </w:r>
      <w:r w:rsidR="00455A43">
        <w:rPr>
          <w:rtl/>
        </w:rPr>
        <w:t>،</w:t>
      </w:r>
      <w:r w:rsidRPr="00402856">
        <w:rPr>
          <w:rtl/>
        </w:rPr>
        <w:t xml:space="preserve"> ثُمّ انتهى إلى الأنصار</w:t>
      </w:r>
      <w:r w:rsidR="00455A43">
        <w:rPr>
          <w:rtl/>
        </w:rPr>
        <w:t>،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بمَن نبدأ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ابدأوا برهط سعد بن معاذ من الأوس</w:t>
      </w:r>
      <w:r w:rsidR="00455A43">
        <w:rPr>
          <w:rtl/>
        </w:rPr>
        <w:t>،</w:t>
      </w:r>
      <w:r w:rsidRPr="00402856">
        <w:rPr>
          <w:rtl/>
        </w:rPr>
        <w:t xml:space="preserve"> ثُمّ الأقرب فالأقرب لسعد</w:t>
      </w:r>
      <w:r w:rsidR="00455A43">
        <w:rPr>
          <w:rtl/>
        </w:rPr>
        <w:t>،</w:t>
      </w:r>
      <w:r w:rsidRPr="00402856">
        <w:rPr>
          <w:rtl/>
        </w:rPr>
        <w:t xml:space="preserve"> وفرض عمر لأهل الديوان</w:t>
      </w:r>
      <w:r w:rsidR="00455A43">
        <w:rPr>
          <w:rtl/>
        </w:rPr>
        <w:t>،</w:t>
      </w:r>
      <w:r w:rsidRPr="00402856">
        <w:rPr>
          <w:rtl/>
        </w:rPr>
        <w:t xml:space="preserve"> فقدّم أهل السوابق والمشاهد من الفرائض</w:t>
      </w:r>
      <w:r w:rsidR="00455A43">
        <w:rPr>
          <w:rtl/>
        </w:rPr>
        <w:t>،</w:t>
      </w:r>
      <w:r w:rsidRPr="00402856">
        <w:rPr>
          <w:rtl/>
        </w:rPr>
        <w:t xml:space="preserve"> وكان أبو بكر قد سوّى بين الناس في القِسَم</w:t>
      </w:r>
      <w:r w:rsidR="00455A43">
        <w:rPr>
          <w:rtl/>
        </w:rPr>
        <w:t>،</w:t>
      </w:r>
      <w:r w:rsidRPr="00402856">
        <w:rPr>
          <w:rtl/>
        </w:rPr>
        <w:t xml:space="preserve"> فقيل لعُمر في ذلك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لا أجعل مَن قاتل رسول الله صلّى الله عليه وسلّم كمَن قاتل معه</w:t>
      </w:r>
      <w:r w:rsidR="00455A43">
        <w:rPr>
          <w:rtl/>
        </w:rPr>
        <w:t>.</w:t>
      </w:r>
      <w:r w:rsidRPr="00402856">
        <w:rPr>
          <w:rtl/>
        </w:rPr>
        <w:t xml:space="preserve"> فبدأ بمَن شهد بدراً مِن المهاجرين والأنصار</w:t>
      </w:r>
      <w:r w:rsidR="00455A43">
        <w:rPr>
          <w:rtl/>
        </w:rPr>
        <w:t>،</w:t>
      </w:r>
      <w:r w:rsidRPr="00402856">
        <w:rPr>
          <w:rtl/>
        </w:rPr>
        <w:t xml:space="preserve"> وفرض لكّل رجل منهم خمسة آلاف درهم في كلّ سنة</w:t>
      </w:r>
      <w:r w:rsidR="00455A43">
        <w:rPr>
          <w:rtl/>
        </w:rPr>
        <w:t>،</w:t>
      </w:r>
      <w:r w:rsidRPr="00402856">
        <w:rPr>
          <w:rtl/>
        </w:rPr>
        <w:t xml:space="preserve"> حليفهم ومولاهم معهم بالسواء</w:t>
      </w:r>
      <w:r w:rsidR="00455A43">
        <w:rPr>
          <w:rtl/>
        </w:rPr>
        <w:t>،</w:t>
      </w:r>
      <w:r w:rsidRPr="00402856">
        <w:rPr>
          <w:rtl/>
        </w:rPr>
        <w:t xml:space="preserve"> وفرض لمَن كان له إسلام كإسلام أهل بدر ومن مهاجرة الحبشة ممَن شهدوا أحد أربعة آلاف درهم</w:t>
      </w:r>
      <w:r w:rsidR="00455A43">
        <w:rPr>
          <w:rtl/>
        </w:rPr>
        <w:t>،</w:t>
      </w:r>
      <w:r w:rsidRPr="00402856">
        <w:rPr>
          <w:rtl/>
        </w:rPr>
        <w:t xml:space="preserve"> وفرض لأبناء البدريين ألفين ألفين</w:t>
      </w:r>
      <w:r w:rsidR="00455A43">
        <w:rPr>
          <w:rtl/>
        </w:rPr>
        <w:t>،</w:t>
      </w:r>
      <w:r w:rsidRPr="00402856">
        <w:rPr>
          <w:rtl/>
        </w:rPr>
        <w:t xml:space="preserve"> إلاّ الحسن والحسين فإنّه ألحقهما بفريضة أبيهما</w:t>
      </w:r>
      <w:r w:rsidR="00455A43">
        <w:rPr>
          <w:rtl/>
        </w:rPr>
        <w:t>؛</w:t>
      </w:r>
      <w:r w:rsidRPr="00402856">
        <w:rPr>
          <w:rtl/>
        </w:rPr>
        <w:t xml:space="preserve"> لقرابتهما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ففرض لكلّ واحد منهما خمسة آلاف</w:t>
      </w:r>
      <w:r w:rsidR="00455A43">
        <w:rPr>
          <w:rtl/>
        </w:rPr>
        <w:t>،</w:t>
      </w:r>
      <w:r w:rsidRPr="00402856">
        <w:rPr>
          <w:rtl/>
        </w:rPr>
        <w:t xml:space="preserve"> وفرض للعباس خمسة آلاف</w:t>
      </w:r>
      <w:r w:rsidR="00455A43">
        <w:rPr>
          <w:rtl/>
        </w:rPr>
        <w:t>؛</w:t>
      </w:r>
      <w:r w:rsidRPr="00402856">
        <w:rPr>
          <w:rtl/>
        </w:rPr>
        <w:t xml:space="preserve"> لقرابته برسول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ولم يكن الخليفة الثالث عثمان بن عفان رضي لله عنه</w:t>
      </w:r>
      <w:r w:rsidR="00455A43">
        <w:rPr>
          <w:rtl/>
        </w:rPr>
        <w:t>،</w:t>
      </w:r>
      <w:r w:rsidRPr="00402856">
        <w:rPr>
          <w:rtl/>
        </w:rPr>
        <w:t xml:space="preserve"> بأقل حبّاً لآل البيت من صاحبيه</w:t>
      </w:r>
      <w:r w:rsidR="00455A43">
        <w:rPr>
          <w:rtl/>
        </w:rPr>
        <w:t>،</w:t>
      </w:r>
      <w:r w:rsidRPr="00402856">
        <w:rPr>
          <w:rtl/>
        </w:rPr>
        <w:t xml:space="preserve"> فهو من بني عبد مناف</w:t>
      </w:r>
      <w:r w:rsidR="00455A43">
        <w:rPr>
          <w:rtl/>
        </w:rPr>
        <w:t>،</w:t>
      </w:r>
      <w:r w:rsidRPr="00402856">
        <w:rPr>
          <w:rtl/>
        </w:rPr>
        <w:t xml:space="preserve"> وهو صاحب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وزوج ابنتيه</w:t>
      </w:r>
      <w:r w:rsidR="00455A43">
        <w:rPr>
          <w:rtl/>
        </w:rPr>
        <w:t>،</w:t>
      </w:r>
      <w:r w:rsidRPr="00402856">
        <w:rPr>
          <w:rtl/>
        </w:rPr>
        <w:t xml:space="preserve"> ومِن ثَمّ فقد سُمّي بذي النورين</w:t>
      </w:r>
      <w:r w:rsidR="00455A43">
        <w:rPr>
          <w:rtl/>
        </w:rPr>
        <w:t>،</w:t>
      </w:r>
      <w:r w:rsidRPr="00402856">
        <w:rPr>
          <w:rtl/>
        </w:rPr>
        <w:t xml:space="preserve"> غير أنّ الأحداث سرعان ما باعدت بينه وبين عليّ</w:t>
      </w:r>
      <w:r w:rsidR="00455A43">
        <w:rPr>
          <w:rtl/>
        </w:rPr>
        <w:t>؛</w:t>
      </w:r>
      <w:r w:rsidRPr="00402856">
        <w:rPr>
          <w:rtl/>
        </w:rPr>
        <w:t xml:space="preserve"> بسبب وشايا بطانته من بني أُمية</w:t>
      </w:r>
      <w:r w:rsidR="00455A43">
        <w:rPr>
          <w:rtl/>
        </w:rPr>
        <w:t>،</w:t>
      </w:r>
      <w:r w:rsidRPr="00402856">
        <w:rPr>
          <w:rtl/>
        </w:rPr>
        <w:t xml:space="preserve"> وإن ظلّ الحبّ والاحترام مُتبادل</w:t>
      </w:r>
    </w:p>
    <w:p w:rsidR="00402856" w:rsidRDefault="00402856" w:rsidP="00402856">
      <w:pPr>
        <w:pStyle w:val="libNormal"/>
        <w:rPr>
          <w:rtl/>
        </w:rPr>
      </w:pPr>
      <w:r>
        <w:rPr>
          <w:rFonts w:hint="cs"/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>بين عثمان وآل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وآية ذلك أنّ الإمام عليّ أرسل ولديه الحسن والحسين للدفاع عن عثمان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أُصيب الحسن بسهم فخضبه الدم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وشُجّ قنبر مولى علي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وعلى أيّ حال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فحين انتقل الحُكم من الخُلفاء الراشدين إلى الأُمويّين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أعداء آل النبي صلّى الله عليه وسلّم قلبوا لهم ظهر المجن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وفعلوا بعترة رسول الله صلّى الله عليه وسلّم ما لا يقبله خُلُق أو دِين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وما لا يرضاه مُسلم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بل ما لا يرضاه إنسان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أيّ إنسان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من أيّة مِلّة كان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وإلى أيّ جنس ينتمي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وبأيّ مَذهب سياسي يدين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وكانت كارثة الكوارث مذبحة كربلاء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الأمر الذي سنناقشه في كتابنا عن مولانا الإمام الحسين عليه السلام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ومع ذلك فقد كان من بني أُميّة هؤلاء الخليفة الراشد عُمر بن عبد العزيز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الذي اشتهر بحبّ آل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والذي قال لعبد الله بن الحسن المُثنّى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حفيد الإمام علي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والله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ما على ظهر الأرض أهل بيت أحبّ إليّ منكم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ولأنتم أحبّ إليّ من أهل بيتي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وحين ذُكر الزُهّاد عنده 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أزهد الناس في الدنيا عليّ بن أبي طالب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ثُمّ سرعان ما أبطل تلك الفعلة الدنيئة التي جرى عليها الأُمويّون منذ أيّام معاوية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من سبّ الإمام عليّ كرّم الله وجهه ورضي الله عنه على منابر المسلمين ولعنه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والعياذ بالله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وجعل مكانها الآية 10 من الحشر</w:t>
      </w:r>
      <w:r w:rsidR="00455A43">
        <w:rPr>
          <w:rFonts w:hint="cs"/>
          <w:rtl/>
        </w:rPr>
        <w:t>: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رَبَّنَا اغْفِرْ لَنَا وَِلإخْوَانِنَا الَّذِينَ سَبَقُونَا بِالإِيمَانِ وَلاَ تَجْعَلْ فِي قُلُوبِنَا غِلاًّ لِلَّذِينَ آمَنُوا رَبَّنَا إِنَّكَ رَءُوفٌ رَحِيمٌ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Fonts w:hint="cs"/>
          <w:rtl/>
        </w:rPr>
        <w:t xml:space="preserve"> وقيل بل جعل مكانها الآية 9 من النحل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يَأْمُرُ بِالْعَدْلِ وَالإِحْسَانِ وَإِيتَاءِ ذِي الْقُرْبَى وَيَنْهَى عَنِ الْفَحْشَاءِ وَالْمُنكَرِ وَالْبَغْيِ يَعِظُكُمْ لَعَلَّكُمْ تَذَكَّرُونَ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وقيل بل جعلهما جميعاً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فاستعمل الناس ذلك في الخطبة إلى يومنا هذا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هذا ويُروى أنّ عبد الله بن الحسن ذهب إلى عُمر بن عبد العزيز في حاجة 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فلمّا قضى حاجته قال له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إذا كانت لك حاجة فأرسل إليّ أحضر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أو اُكتب لي ورقة فإنّي استحيي من الله أن يراك على بابي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وروى أبو الفرج الاصبهاني الأُموي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عن سعيد بن أبان القرشي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أنّ عبد الله بن الحسن دخل على عمر بن عبد العزيز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وهو حَدث السِن له وفرة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فرفع مجلسه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وأقبل عليه وقضى حوائجه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ثُمّ أخذ عكنة من عكنه فغمزها حتى أوجعه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 اذكره عندك للشفاعة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فلمّا خَرج لامه قومُه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وقالوا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فعلت هذا بغلام حَدث</w:t>
      </w:r>
      <w:r w:rsidR="00455A43">
        <w:rPr>
          <w:rFonts w:hint="cs"/>
          <w:rtl/>
        </w:rPr>
        <w:t>!</w:t>
      </w:r>
      <w:r w:rsidRPr="00402856">
        <w:rPr>
          <w:rFonts w:hint="cs"/>
          <w:rtl/>
        </w:rPr>
        <w:t>! فقال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إنّ الثقة حدّثني حتى كأنّي اسمعه مِن في رسول الله صلّى الله عليه وسلّم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إنّما فاطمة بِضعة منّي يسرّني ما يسرّها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وأنا أعلم أنّ فاطمة لو كانت حيّة لسرّها ما</w:t>
      </w:r>
    </w:p>
    <w:p w:rsidR="00402856" w:rsidRPr="005A636F" w:rsidRDefault="00402856" w:rsidP="00402856">
      <w:pPr>
        <w:pStyle w:val="libNormal"/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>فعلتُ بابنها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قالوا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فما معنى غمزك بطنه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وقولك ما قلت</w:t>
      </w:r>
      <w:r w:rsidR="00455A43">
        <w:rPr>
          <w:rFonts w:hint="cs"/>
          <w:rtl/>
        </w:rPr>
        <w:t>؟</w:t>
      </w:r>
      <w:r w:rsidRPr="00402856">
        <w:rPr>
          <w:rFonts w:hint="cs"/>
          <w:rtl/>
        </w:rPr>
        <w:t xml:space="preserve"> 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إنّه ليس أحد من بني هاشم إلاّ وله شفاعة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فرجوت أن أكون في شفاعة هذا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وقيل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إنّّه كتب بعد ذلك إلى عامله بالمدينة أن قسِّم في وِلد عليّ من فاطمة رضوان الله عليهم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عشرة آلاف دينار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فطالما تَخطّتهم حقوقهم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وهناك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غير عمر بن عبد العزيز نفر قليل جدّاً من الأُمويّين كانوا يُحبّون آل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فهناك أبو الفرج الأصفهاني صاحب كتاب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مقاتل الطالبيّين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وكان أُمويّاً مُحبّاً لآل بيت النبي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وهناك الشاعر عبد الله أبو عدي المعروف بالعبلي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وكان يكره ما يجري عليه بنو أُمية من سبّ الإمام علي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ويُظهر الإنكار فشرّده الأُمويّون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وهناك معاوية بن يزيد بن معاوية بن أبي سفيان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نقل عنه الدميري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في حياة الحيوان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أنّه لمّا بويع بالخلافة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بعد أبيه يزيد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صعد المنبر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فخطب خطبة طويلة جاء فيها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إنّ جدّي معاوية قد نازع في هذا الأمر مَن كان أَولى به منه ومِن غيره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لقرابته من رسول الله صلّى الله عليه وسلّم وعظيم فضله وسابقته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أعظم المهاجرين قَدراً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وأشجعهم قلباً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وأكثرهم عِلماً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وأوّلهم إيماناً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وأشرفهم منزلة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وأقدمهم صُحبة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ابن عمّ الرسول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وأخوه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وصهره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وزوج ابنته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وأبو سبطية الحسن والحسين سيّدَي شباب أهل الجنّة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وأفضل الأُمّة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من الشجرة الطيبة الزكية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فركب جدّي معاوية معه ما تعلمون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وركبتهم معه ما لا تجهلون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ثُمّ انتقلت الخلافة إلى أبي يزيد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فتقلّد أمركم لهوى أبيه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وكان غير خليق بالخلافة على أُمّة محمّد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فركب هواه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وتجرأ على الله بما استحلّ من حُرمة أولاد رسول الله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فقلّت مدته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وانقطع أثره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وضاجع عملَه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وصار حليف حفرته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رهين خطيئته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ثُمّ قال</w:t>
      </w:r>
      <w:r w:rsidR="00455A43">
        <w:rPr>
          <w:rFonts w:hint="cs"/>
          <w:rtl/>
        </w:rPr>
        <w:t>: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فشأنكم أمركم فخذوه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ومَن رضيتم فولّوه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فلقد خلعتُ بيعتي من أعناقكم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والسلام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ولمّا نزل من على المنبر وبّخه أقاربه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وقالت له أُمّه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ليتك كنت حيضة ولم اسمع بخبرك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وددتُ والله ذلك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 الأُمويون لمُعلمه ومؤدّبه عمر المقصوص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أنت علّمته حبّ عليّ وأولاده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وأخذوه فدفنوه حيّاً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ثُمّ دسّوا السُمّ لمعاوية فمات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F033C1">
        <w:rPr>
          <w:rFonts w:hint="cs"/>
          <w:rtl/>
        </w:rPr>
        <w:t>وانتقل الحكم إلى العباسييّن الذين فاقوا الأُمويين تنكيلاً بأهل البيت وشيعتهم</w:t>
      </w:r>
      <w:r w:rsidR="00455A43">
        <w:rPr>
          <w:rFonts w:hint="cs"/>
          <w:rtl/>
        </w:rPr>
        <w:t>،</w:t>
      </w:r>
      <w:r w:rsidRPr="00F033C1">
        <w:rPr>
          <w:rFonts w:hint="cs"/>
          <w:rtl/>
        </w:rPr>
        <w:t xml:space="preserve"> وإن كان بعضهم أخفّ عليهم من بعض</w:t>
      </w:r>
      <w:r w:rsidR="00455A43">
        <w:rPr>
          <w:rFonts w:hint="cs"/>
          <w:rtl/>
        </w:rPr>
        <w:t>،</w:t>
      </w:r>
      <w:r w:rsidRPr="00F033C1">
        <w:rPr>
          <w:rFonts w:hint="cs"/>
          <w:rtl/>
        </w:rPr>
        <w:t xml:space="preserve"> بينهما هناك مَن كان في</w:t>
      </w:r>
    </w:p>
    <w:p w:rsidR="00402856" w:rsidRPr="005A636F" w:rsidRDefault="00402856" w:rsidP="00402856">
      <w:pPr>
        <w:pStyle w:val="libNormal"/>
      </w:pPr>
      <w:r>
        <w:rPr>
          <w:rtl/>
        </w:rPr>
        <w:br w:type="page"/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>جانب آل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وقليل ما هُم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غير أنّ المسلمين لم يكونوا على دين مُلوكهم في بُغض العترة الطاهرة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وإنّما كانوا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والحمد لله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على دين نبيّهم في حبّ آل البيت وتقديسهم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حتى الذين قاتلوا الإمام الحسين في كربلاء كانت قلوبهم معه وسيوفهم عليه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بل حتّى الولاة والموظّفين عند الخليفة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كانوا يؤمنون في قرارة أنفسهم بحقّ أبناء الزهراء البتول ويتشيّعون لهم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ومِن أمثلة ذلك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أنّ الطاهرَين في خراسان كانوا يحكمون باسم الخليفة المأمون وقلوبهم مع آل البيت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ومنها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أنّ الخليفة المُتوكّل كان قد كلّف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ابن السكّيت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بتأديب ولده المُعتز بالله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وكان ابن السكّيت يكتم تشيّعه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لأنّ المُتوكّل معروف بإغراقه في العداوة للإمام عليّ وأولاده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وفي ذات يوم قال له المُتوكّل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أيّهما أحبّ إليك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ابناي هذان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المعتز والمؤيّد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أم الحسن والحسين</w:t>
      </w:r>
      <w:r w:rsidR="00455A43">
        <w:rPr>
          <w:rFonts w:hint="cs"/>
          <w:rtl/>
        </w:rPr>
        <w:t>؟</w:t>
      </w:r>
      <w:r w:rsidRPr="00402856">
        <w:rPr>
          <w:rFonts w:hint="cs"/>
          <w:rtl/>
        </w:rPr>
        <w:t xml:space="preserve"> فلم يتمالك ابن السكّيت نَفسه أن قال له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والله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إنّ قنبر خادم عليّ بن أبي طالب خيرٌ منك ومِن ابنيك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فأمر المُتوكّل أن يُخرجوا لسانه من قفاه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ففعلوا ومات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وكان أئمّة المذاهب الأربعة من أكثر الناس حبّاً لآل بيت رسول الله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فلقد اشتهر الإمام أبو حنيفة النعمان بحب آل البيت وبذْل الأموال الطائلة لهم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حتى نُقل أنّه بعث إلى بعض المُستترين منهم اثني عشر ألف درهم دُفعة واحدة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وكان يأمر أصحابه برعاية أحوالهم واقتفاء آثارهم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والاقتداء بأنوارهم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وكان الإمام مالِك من مُحبّي آل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وقيل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إنّه أفتى بخلع المنصور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لأنّ القوم بايعوه كُرها ولا بيعة لمُكرَه </w:t>
      </w:r>
      <w:r w:rsidRPr="00402856">
        <w:rPr>
          <w:rStyle w:val="libFootnotenumChar"/>
          <w:rFonts w:hint="cs"/>
          <w:rtl/>
        </w:rPr>
        <w:t>(1)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هذا وقد كان الإمامان أبو حنيفة ومالك من تلامذة الإمام جعفر الصادق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فيما يرى الكثيرون من أمثال ابن حجر الهيتمي في الصواعق وأبو نعيم في حلية الأولياء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وابن الصبّاغ في</w:t>
      </w:r>
      <w:r>
        <w:rPr>
          <w:rFonts w:hint="cs"/>
          <w:rtl/>
        </w:rPr>
        <w:t xml:space="preserve"> </w:t>
      </w:r>
      <w:r w:rsidRPr="00402856">
        <w:rPr>
          <w:rFonts w:hint="cs"/>
          <w:rtl/>
        </w:rPr>
        <w:t>الفصول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والشبلنجي في</w:t>
      </w:r>
    </w:p>
    <w:p w:rsidR="00402856" w:rsidRPr="00402856" w:rsidRDefault="00402856" w:rsidP="00402856">
      <w:pPr>
        <w:pStyle w:val="libNormal"/>
        <w:rPr>
          <w:rtl/>
        </w:rPr>
      </w:pPr>
      <w:r w:rsidRPr="00F033C1">
        <w:rPr>
          <w:rFonts w:hint="cs"/>
          <w:rtl/>
        </w:rPr>
        <w:t>____________</w:t>
      </w:r>
    </w:p>
    <w:p w:rsidR="00402856" w:rsidRPr="00402856" w:rsidRDefault="00352E1E" w:rsidP="00402856">
      <w:pPr>
        <w:pStyle w:val="libNormal"/>
        <w:rPr>
          <w:rtl/>
        </w:rPr>
      </w:pPr>
      <w:r>
        <w:rPr>
          <w:rStyle w:val="libFootnote0Char"/>
          <w:rFonts w:hint="cs"/>
          <w:rtl/>
        </w:rPr>
        <w:t>(</w:t>
      </w:r>
      <w:r w:rsidR="00402856" w:rsidRPr="00402856">
        <w:rPr>
          <w:rStyle w:val="libFootnote0Char"/>
          <w:rFonts w:hint="cs"/>
          <w:rtl/>
        </w:rPr>
        <w:t>1</w:t>
      </w:r>
      <w:r>
        <w:rPr>
          <w:rStyle w:val="libFootnote0Char"/>
          <w:rFonts w:hint="cs"/>
          <w:rtl/>
        </w:rPr>
        <w:t>)</w:t>
      </w:r>
      <w:r w:rsidR="00402856" w:rsidRPr="00402856">
        <w:rPr>
          <w:rStyle w:val="libFootnote0Char"/>
          <w:rFonts w:hint="cs"/>
          <w:rtl/>
        </w:rPr>
        <w:t xml:space="preserve"> يرى ابن مغنيّة في كتابه </w:t>
      </w:r>
      <w:r>
        <w:rPr>
          <w:rStyle w:val="libFootnote0Char"/>
          <w:rFonts w:hint="cs"/>
          <w:rtl/>
        </w:rPr>
        <w:t>(</w:t>
      </w:r>
      <w:r w:rsidR="00402856" w:rsidRPr="00402856">
        <w:rPr>
          <w:rStyle w:val="libFootnote0Char"/>
          <w:rFonts w:hint="cs"/>
          <w:rtl/>
        </w:rPr>
        <w:t>أهل البيت</w:t>
      </w:r>
      <w:r>
        <w:rPr>
          <w:rStyle w:val="libFootnote0Char"/>
          <w:rFonts w:hint="cs"/>
          <w:rtl/>
        </w:rPr>
        <w:t>)</w:t>
      </w:r>
      <w:r w:rsidR="00402856" w:rsidRPr="00402856">
        <w:rPr>
          <w:rStyle w:val="libFootnote0Char"/>
          <w:rFonts w:hint="cs"/>
          <w:rtl/>
        </w:rPr>
        <w:t xml:space="preserve"> أنّ أبا حنيفة أفتى بنصرة زيد بن علي زين العابدين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وحمل الأموال إليه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كما أفتى بالخروج مع إبراهيم بن عبد الله بن الحسن لحرب المنصور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فضُرب بالسياط وحُبس وعُذّب وأخيراً سقاه المنصور السمّ فمات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ويذهب إلى أنّ ضرب أبي حنيفة بسبب رفضه تولّي منصب القضاء قولٌ غير مقبول</w:t>
      </w:r>
      <w:r w:rsidR="00455A43">
        <w:rPr>
          <w:rStyle w:val="libFootnote0Char"/>
          <w:rFonts w:hint="cs"/>
          <w:rtl/>
        </w:rPr>
        <w:t>؛</w:t>
      </w:r>
      <w:r w:rsidR="00402856" w:rsidRPr="00402856">
        <w:rPr>
          <w:rStyle w:val="libFootnote0Char"/>
          <w:rFonts w:hint="cs"/>
          <w:rtl/>
        </w:rPr>
        <w:t xml:space="preserve"> ذلك لأنّ طلبهم إيّاه للقضاء يدلّ على التعظيم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وضربه بالسياط يدلّ على التحقير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فكيف يمكن التوفيق بينهما</w:t>
      </w:r>
      <w:r w:rsidR="00455A43">
        <w:rPr>
          <w:rStyle w:val="libFootnote0Char"/>
          <w:rFonts w:hint="cs"/>
          <w:rtl/>
        </w:rPr>
        <w:t>؟</w:t>
      </w:r>
      <w:r w:rsidR="00402856" w:rsidRPr="00402856">
        <w:rPr>
          <w:rStyle w:val="libFootnote0Char"/>
          <w:rFonts w:hint="cs"/>
          <w:rtl/>
        </w:rPr>
        <w:t xml:space="preserve"> وربما عرض الخلفاء عليه القضاء</w:t>
      </w:r>
      <w:r w:rsidR="00455A43">
        <w:rPr>
          <w:rStyle w:val="libFootnote0Char"/>
          <w:rFonts w:hint="cs"/>
          <w:rtl/>
        </w:rPr>
        <w:t>؛</w:t>
      </w:r>
      <w:r w:rsidR="00402856" w:rsidRPr="00402856">
        <w:rPr>
          <w:rStyle w:val="libFootnote0Char"/>
          <w:rFonts w:hint="cs"/>
          <w:rtl/>
        </w:rPr>
        <w:t xml:space="preserve"> ليسكت وينصرف عن حبّ آل البيت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فلما أبى نكّلوا به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فالتنكيل إذن لغاية سياسيّة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وهي صرفه عن حبّ آل البيت الذين كانوا يُمثّلون الحزب المُعارض</w:t>
      </w:r>
      <w:r w:rsidR="00455A43">
        <w:rPr>
          <w:rStyle w:val="libFootnote0Char"/>
          <w:rFonts w:hint="cs"/>
          <w:rtl/>
        </w:rPr>
        <w:t>،</w:t>
      </w:r>
      <w:r w:rsidR="00402856" w:rsidRPr="00402856">
        <w:rPr>
          <w:rStyle w:val="libFootnote0Char"/>
          <w:rFonts w:hint="cs"/>
          <w:rtl/>
        </w:rPr>
        <w:t xml:space="preserve"> وليس من أجل امتناعه عن القضاء</w:t>
      </w:r>
      <w:r w:rsidR="00455A43">
        <w:rPr>
          <w:rStyle w:val="libFootnote0Char"/>
          <w:rFonts w:hint="cs"/>
          <w:rtl/>
        </w:rPr>
        <w:t>.</w:t>
      </w:r>
    </w:p>
    <w:p w:rsidR="00402856" w:rsidRPr="005A636F" w:rsidRDefault="00402856" w:rsidP="00402856">
      <w:pPr>
        <w:pStyle w:val="libNormal"/>
      </w:pPr>
      <w:r>
        <w:rPr>
          <w:rtl/>
        </w:rPr>
        <w:br w:type="page"/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>نور الأبصار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والشيخ سليمان في الينابيع وغيرهم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وأمّا الإمام الشافعي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فحبّه لأهل البيت أشهر من أن يُذكر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أغرق في هذا الحبّ حتى نسبه الخوارج إلى الرفض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ومِن شعره في آل البيت الطاهرين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1 - قال</w:t>
      </w:r>
      <w:r w:rsidR="00455A43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يا أهل بيت رسول الله حبّكمُ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فرضٌ من الله في القرآن أنزله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كفاكم من عظيم القدر أنّكم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مَن لا يصلّي عليكم لا صلاة 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Default="00402856" w:rsidP="00402856">
      <w:pPr>
        <w:pStyle w:val="libNormal"/>
        <w:rPr>
          <w:rtl/>
        </w:rPr>
      </w:pPr>
      <w:r w:rsidRPr="00F033C1">
        <w:rPr>
          <w:rFonts w:hint="cs"/>
          <w:rtl/>
        </w:rPr>
        <w:t>2 - وقال</w:t>
      </w:r>
      <w:r w:rsidR="00455A43">
        <w:rPr>
          <w:rFonts w:hint="cs"/>
          <w:rtl/>
        </w:rPr>
        <w:t>:</w:t>
      </w:r>
      <w:r w:rsidRPr="00F033C1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راكباً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قف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بالمحصب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مِنى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واهتف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بقاعد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خيفها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والناهض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02856">
              <w:rPr>
                <w:rFonts w:hint="cs"/>
                <w:rtl/>
              </w:rPr>
              <w:t>سحَراً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فاض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الحجيج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مِنى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فيضا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كملتطم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الفرات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الفائض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02856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رفْضاً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حبّ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محمّد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فليشهد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الثقَلان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أنّي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رافضي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Default="00402856" w:rsidP="00402856">
      <w:pPr>
        <w:pStyle w:val="libNormal"/>
        <w:rPr>
          <w:rtl/>
        </w:rPr>
      </w:pPr>
      <w:r w:rsidRPr="00F033C1">
        <w:rPr>
          <w:rFonts w:hint="cs"/>
          <w:rtl/>
        </w:rPr>
        <w:t>3 - وقال</w:t>
      </w:r>
      <w:r w:rsidR="00455A43">
        <w:rPr>
          <w:rFonts w:hint="cs"/>
          <w:rtl/>
        </w:rPr>
        <w:t>:</w:t>
      </w:r>
      <w:r w:rsidRPr="00F033C1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قالوا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ترفّضت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قلت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كلاّ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الرفض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ديني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ولا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اعتمادي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لكن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تولّيت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شكّ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خير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إمام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وخير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حبّ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الوليّ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رفضاً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فإنّني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أرفض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العباد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Default="00402856" w:rsidP="00402856">
      <w:pPr>
        <w:pStyle w:val="libNormal"/>
        <w:rPr>
          <w:rtl/>
        </w:rPr>
      </w:pPr>
      <w:r w:rsidRPr="00F033C1">
        <w:rPr>
          <w:rFonts w:hint="cs"/>
          <w:rtl/>
        </w:rPr>
        <w:t>4 - وقال</w:t>
      </w:r>
      <w:r w:rsidR="00455A43">
        <w:rPr>
          <w:rFonts w:hint="cs"/>
          <w:rtl/>
        </w:rPr>
        <w:t>:</w:t>
      </w:r>
      <w:r w:rsidRPr="00F033C1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A3584">
            <w:pPr>
              <w:pStyle w:val="libPoem"/>
            </w:pPr>
            <w:r w:rsidRPr="00F033C1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مجلس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ذكروا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عليّاً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وشبلَيه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وفاطمة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الزكيّة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تجاوزوا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قوم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هذا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فهذا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حديث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الرافضية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هربت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إلى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المهيمن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أُناس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يرون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الفرض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حبّ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الفاطميّة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آل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الرسول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صلاة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ربّي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F033C1">
              <w:rPr>
                <w:rFonts w:hint="cs"/>
                <w:rtl/>
              </w:rPr>
              <w:t>ولعنته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لتلك</w:t>
            </w:r>
            <w:r>
              <w:rPr>
                <w:rFonts w:hint="cs"/>
                <w:rtl/>
              </w:rPr>
              <w:t xml:space="preserve"> </w:t>
            </w:r>
            <w:r w:rsidRPr="00F033C1">
              <w:rPr>
                <w:rFonts w:hint="cs"/>
                <w:rtl/>
              </w:rPr>
              <w:t>الجاهليّة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وسُئل الشافعيّ عن الإمام عليّ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فقال</w:t>
      </w:r>
      <w:r w:rsidR="00455A43">
        <w:rPr>
          <w:rFonts w:hint="cs"/>
          <w:rtl/>
        </w:rPr>
        <w:t>: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ماذا أقول في رجل أسرّ أولياؤه مناقبه خوفاً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وكتمها أعداؤه حَنَقاً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ومع ذلك شاع منها ما ملأ الخافقَين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وأمّا الإمام أحمد بن حنبل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فكتابه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مسند أحمد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مشحون بفضائل علي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أمّا كتابه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فضائل الصحابة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فلا شكّ أنّ فضائل أهل البيت تمثّل الجزء الأكثر</w:t>
      </w:r>
    </w:p>
    <w:p w:rsidR="00402856" w:rsidRPr="005A636F" w:rsidRDefault="00402856" w:rsidP="00402856">
      <w:pPr>
        <w:pStyle w:val="libNormal"/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>منه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وخاصّة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فضائل الإمام التي تشغل مئتي صفحة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528 - 728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تتضمّن 565 حديثاً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من رقم 878 إلى 1247 في طبعة جامعة أُمّ القُرى عام 1983 م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إلى جانب ما يقرب من مئة وعشرين صفحة عن السيدة فاطمة الزهراء والإمام الحسن والإمام الحسين وجدّتهما خديجة الكُبرى والعبّاس ووَلده عبد الله رضي الله عنهم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ويقال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إنّه ألّف كتاباً كبيراً في فضائل أهل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وأنّ نسخة منه كانت في خزانة مشهد الإمام بالنجف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ونقل أنّه تتلمذ على يد الإمام موسى الكاظم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ورد عن الإمام أحمد أنّه 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ما جاء لأحد من الفضائل ما جاء لعلي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 xml:space="preserve">هذا وقد ألّف الإمام الحافظ النسائي كتاباً سمّاه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خصائص أمير المؤمنين عليّ بن أبي طالب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وخلاصه الأمر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إنّ حبّ آل البيت عند المسلمين ومنزلتهم تأتي بعد سيّدنا ومولانا رسول الله صلّى الله عليه وسلّم بلا فصل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يتغاضى المسلم عمّن يشتم أباه وأُمّه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أمّا إذا مُسّ مقام الرسول أو أحد أهل بيته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فإنّه يثور ويُضحّي بالنفس والنفيس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وإذا التمسنا تفسيراً لذلك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لوجدناه في كتاب الله وسنّة رسوله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ليس لشرف الانتساب إليه فحسب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وإنّما ورثوا علومه وشمائله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وأحبّ الخلق عند المُسلم بعد النبي صلّى الله عليه وسلّم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مَن أحبّه النبي صلّى الله عليه وآله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أو حفظ شيئاً من علومه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أو عمل بأوامره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أو اتّصف ببعض صفاته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فكيف بأقرب الناس إليه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وأحبّهم لديه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بل بضعته الشريفة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ووارثي علومه وأخلاقه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وأُمنائه على دينه وشريعته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ومن ثَمّ فقد قال القرطبي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إنّ الأحاديث الشريفة إنّما تقضي بوجوب احترام آل النبي صلّى الله عليه وسلّم وتوقيرهم ومحبّتهم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وجوب الفرائض التي لا عُذر لأحد في التَخلّف عنها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صرّح الأئمّة البيهقي والبغوي والشافعي أنّ محبّة آل البيت من فرائض الدين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وهكذا كان من حقّ أهل البيت على المسلمين أن يُحبّوهم ولو كانوا على غير قَدم الاستقامة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لأنّهم بيقين يُحبّون الله ورسوله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ومَن أحبّ الله ورسوله لا يجوز بُغضه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وإلى هذا المعنى ذهب العلاّمة الشعراني في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المنن الكبرى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واستدلّ عليه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بأنّ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نعيماً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تكرّرت إقامة الحدّ عليه كلّما شرب الخمر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فصار بعض الناس يلعنه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فقال لهم النبي صلّى الله عليه وسلّم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لا تلعنوا نعيماً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فإنّه يُحبّ الله ورسوله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فعُلم من ذلك أنّه لا يلزم من إقامة الحدّ على أحد الأشراف أن</w:t>
      </w:r>
    </w:p>
    <w:p w:rsidR="00402856" w:rsidRPr="005A636F" w:rsidRDefault="00402856" w:rsidP="00402856">
      <w:pPr>
        <w:pStyle w:val="libNormal"/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>نبغضهم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بل إقامة الحدّ عليه إنّما هو محبّة وتطهير له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وانطلاقاً من كلّ هذا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وعلى كرّ السنين ومرّ الأعوام نرى إجماعاً من أهل الحقّ والإيمان على توقير أهل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واستشعار محبّتهم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وإعلان فضيلتهم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لا يشذّ عن ذلك إلاّ جاهل أو محروم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ولا يُجادل في ذلك إلاّ شقيّ أثيم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يقول العلاّمة الشعراني في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المنن الكبرى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سمعت سيدي عليّاً الخوّاص رضي الله عنه يقول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مِن حقّ الشريف علينا أن نفديه بأرواحنا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لسريان لحْم رسول الله صلّى الله عليه وسلّم ودمه الكريمين فيه بضعته من رسول الله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وللبعض في الإجلال والتعظيم والتوقير ما للكل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وحرمة جزئه صلّى الله عليه وسلّم كحرمة جزئه حياً على حدٍّ سواء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 xml:space="preserve">ويقول الإمام ابن تيمية في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العقيدة الواسطيّة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ومن أُصول أهل السنّة والجماعة أنّهم يُحبّون أهل بيت رسول الله صلّى الله عليه وسلّم ويتولّونهم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ويحفظون فيهم وصيّة رسول الله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حيث قال يوم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غدير خُم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: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أُذكّركم الله في أهل بيتي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أُذكركم الله في أهل بيتي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أُذكركم الله في أهل بيتي</w:t>
      </w:r>
      <w:r w:rsidR="00352E1E">
        <w:rPr>
          <w:rStyle w:val="libBold2Char"/>
          <w:rFonts w:hint="cs"/>
          <w:rtl/>
        </w:rPr>
        <w:t>)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رواه مسلم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 صلّى الله عليه وسلّم للعباس عمّه - وقد اشتكى إليه أنّ بعض قريش يجْفون بني هاشم -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والذي نفسي بيده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لا يؤمنون حتى يُحبّوكم لله ولقرابتي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 صلّى الله عليه وسلّم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إنّ الله اصطفى بني إسماعيل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واصطفى من بني إسماعيل كنانة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واصطفى من كنانة قُريشاً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واصطفى من قريش بني هاشم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وقال ابن تيمية في الفتاوى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وهم في الوصيّة الكبرى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ما نصّه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آل بيت رسول الله صلّى الله عليه وسلّم لهم من الحقوق ما يجب رعايتها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فإنّ الله جعل لهم حقّاً في الخُمس والفيء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وأمر بالصلاة عليهم مع الصلاة على رسول الله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فقال لنا</w:t>
      </w:r>
      <w:r w:rsidR="00455A43">
        <w:rPr>
          <w:rFonts w:hint="cs"/>
          <w:rtl/>
        </w:rPr>
        <w:t>:</w:t>
      </w:r>
    </w:p>
    <w:p w:rsidR="00402856" w:rsidRDefault="00352E1E" w:rsidP="00402856">
      <w:pPr>
        <w:pStyle w:val="libNormal"/>
        <w:rPr>
          <w:rtl/>
        </w:rPr>
      </w:pPr>
      <w:r>
        <w:rPr>
          <w:rStyle w:val="libBold2Char"/>
          <w:rFonts w:hint="cs"/>
          <w:rtl/>
        </w:rPr>
        <w:t>(</w:t>
      </w:r>
      <w:r w:rsidR="00402856" w:rsidRPr="00402856">
        <w:rPr>
          <w:rStyle w:val="libBold2Char"/>
          <w:rFonts w:hint="cs"/>
          <w:rtl/>
        </w:rPr>
        <w:t>قولوا اللّهمّ صلّ على محمّد وعلى آل محمّد</w:t>
      </w:r>
      <w:r w:rsidR="00455A43">
        <w:rPr>
          <w:rStyle w:val="libBold2Char"/>
          <w:rFonts w:hint="cs"/>
          <w:rtl/>
        </w:rPr>
        <w:t>،</w:t>
      </w:r>
      <w:r w:rsidR="00402856" w:rsidRPr="00402856">
        <w:rPr>
          <w:rStyle w:val="libBold2Char"/>
          <w:rFonts w:hint="cs"/>
          <w:rtl/>
        </w:rPr>
        <w:t xml:space="preserve"> كما صليت على إبراهيم إنّك حميد مجيد</w:t>
      </w:r>
      <w:r w:rsidR="00455A43">
        <w:rPr>
          <w:rStyle w:val="libBold2Char"/>
          <w:rFonts w:hint="cs"/>
          <w:rtl/>
        </w:rPr>
        <w:t>،</w:t>
      </w:r>
      <w:r w:rsidR="00402856" w:rsidRPr="00402856">
        <w:rPr>
          <w:rStyle w:val="libBold2Char"/>
          <w:rFonts w:hint="cs"/>
          <w:rtl/>
        </w:rPr>
        <w:t xml:space="preserve"> وبارك على محمّد وآل محمّد</w:t>
      </w:r>
      <w:r w:rsidR="00455A43">
        <w:rPr>
          <w:rStyle w:val="libBold2Char"/>
          <w:rFonts w:hint="cs"/>
          <w:rtl/>
        </w:rPr>
        <w:t>،</w:t>
      </w:r>
      <w:r w:rsidR="00402856" w:rsidRPr="00402856">
        <w:rPr>
          <w:rStyle w:val="libBold2Char"/>
          <w:rFonts w:hint="cs"/>
          <w:rtl/>
        </w:rPr>
        <w:t xml:space="preserve"> كما باركت على آل إبراهيم إنّك حميد مجيد</w:t>
      </w:r>
      <w:r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وآل محمّد هُم الذين حرُمتْ عليهم الصَدقة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هكذا قال الشافعي وأحمد بن حنبل وغيرها من العلماء رحمهم الله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فإنّ النبيّ صلّى الله عليه وسلّم 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إنّ الصدقة لا تحلّ لمحمّد ولا لآل محمّد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قال الله في كتابه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وحرّم الله عليهم الصدقة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لأنها أوساخ الناس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وفي المسانيد والسُنن أنّ النبيّ صلّى الله عليه وسلّم قال للعباس</w:t>
      </w:r>
      <w:r w:rsidR="00AF124A">
        <w:rPr>
          <w:rFonts w:hint="cs"/>
          <w:rtl/>
        </w:rPr>
        <w:t xml:space="preserve"> - </w:t>
      </w:r>
      <w:r w:rsidRPr="00402856">
        <w:rPr>
          <w:rFonts w:hint="cs"/>
          <w:rtl/>
        </w:rPr>
        <w:t>لمّا شكا إليه جفوة قوم لهم</w:t>
      </w:r>
      <w:r w:rsidR="00AF124A">
        <w:rPr>
          <w:rFonts w:hint="cs"/>
          <w:rtl/>
        </w:rPr>
        <w:t xml:space="preserve"> -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والذي نفسي بيده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لا يدخلون الجنّة حتى يحبّوكم من أجلي</w:t>
      </w:r>
      <w:r w:rsidR="00352E1E">
        <w:rPr>
          <w:rStyle w:val="libBold2Char"/>
          <w:rFonts w:hint="cs"/>
          <w:rtl/>
        </w:rPr>
        <w:t>)</w:t>
      </w:r>
      <w:r w:rsidR="00455A43">
        <w:rPr>
          <w:rStyle w:val="libBold2Char"/>
          <w:rFonts w:hint="cs"/>
          <w:rtl/>
        </w:rPr>
        <w:t>.</w:t>
      </w:r>
    </w:p>
    <w:p w:rsidR="00402856" w:rsidRPr="005A636F" w:rsidRDefault="00402856" w:rsidP="00402856">
      <w:pPr>
        <w:pStyle w:val="libNormal"/>
      </w:pPr>
      <w:r>
        <w:rPr>
          <w:rtl/>
        </w:rPr>
        <w:br w:type="page"/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lastRenderedPageBreak/>
        <w:t xml:space="preserve">وأورد ابن تيمية في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درجات اليقين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قوله صلّى الله عليه وسلّم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أحبّوا الله لِما يغذوكم من نعمة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وأحبّوني لحبّ الله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وأحبّوا أهل بيتي لحبّي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وقال في اقتضاء الصراط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إنّ الحجّة قائمة بالحديث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ثُمّ قال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وانظروا إلى عمر بن الخطّاب حين وضع الديوان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فبدأ بأهل بيت رسول الله صلّى الله عليه وسلّم</w:t>
      </w:r>
      <w:r w:rsidR="00455A43">
        <w:rPr>
          <w:rFonts w:hint="cs"/>
          <w:rtl/>
        </w:rPr>
        <w:t>.</w:t>
      </w:r>
      <w:r w:rsidRPr="00402856">
        <w:rPr>
          <w:rFonts w:hint="cs"/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 xml:space="preserve">وقال في رسالة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رأس الحسين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عقيب حديث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والذي نفسي بيده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لا يدخلون الجنّة حتى يحبّوكم لله ولقرابتي</w:t>
      </w:r>
      <w:r w:rsidR="00352E1E">
        <w:rPr>
          <w:rStyle w:val="libBold2Char"/>
          <w:rFonts w:hint="cs"/>
          <w:rtl/>
        </w:rPr>
        <w:t>)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فإذا كانوا أفضل الخَلق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فلا ريب أنّ أعمالهم أفضل الأعمال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 xml:space="preserve">وقال في رسالة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فضل أهل البيت وحقوقهم</w:t>
      </w:r>
      <w:r w:rsidR="00352E1E">
        <w:rPr>
          <w:rFonts w:hint="cs"/>
          <w:rtl/>
        </w:rPr>
        <w:t>)</w:t>
      </w:r>
      <w:r w:rsidRPr="00402856">
        <w:rPr>
          <w:rFonts w:hint="cs"/>
          <w:rtl/>
        </w:rPr>
        <w:t xml:space="preserve"> في الحثّ على الأخذ عن العالم العادل الذي يقول الحق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ولا يتبع إلاّ إيّاه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ولهذا مَن يتّبع المنقول الثابت عن النبي صلّى الله عليه وسلّم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وخلفائه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وأصحابه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وأئمة أهل بيته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مثل الإمام عليّ بن الحسين زين العابدين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قرّة عين الإسلام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وابنه الإمام أبي جعفر محمّد بن عليّ الباقر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وابنه الإمام أبي عبد الله جعفر بن محمّد الصادق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شيخ عُلماء الأُمّة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إلى غير ذلك من أقوال حكيمة تدلّ بوضوح على حبّ الإمام ابن تيمية لأهل النبي صلّى الله عليه وآله وسلّم وتوقيرهم وإجلالهم</w:t>
      </w:r>
      <w:r w:rsidR="00455A43">
        <w:rPr>
          <w:rFonts w:hint="cs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>ويقول ابن كثير في التفسير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ولا ننكر الوصاة بأهل البيت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والأمر بالإحسان إليهم واحترامهم وإكرامهم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فإنهم من ذرية طاهرة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من أشرف بيت وجد على وجه الأرض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فخراً وحَسباً ونَسباً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ولا سيّما إذا كانوا متّبعين للسنّة النبويّة الصحيحة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كما كان عليهم سلفهم كالعبّاس وبنيه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وعليّ وأهل بيته وذريته رضي الله عنهم أجمعين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وانظر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شرف بيت النبوة في جلاء الأفهام لابن قيم الجوزيّة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وذخائر العُقبى في مناقب ذَوي القُربى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للمحب الطبري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.</w:t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Fonts w:hint="cs"/>
          <w:rtl/>
        </w:rPr>
        <w:t xml:space="preserve">بقيت الإشارة إلى الجدل الذي يُثيره بعض أهل العلم حول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توقير أهل البيت</w:t>
      </w:r>
      <w:r w:rsidR="00352E1E">
        <w:rPr>
          <w:rFonts w:hint="cs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انقسموا إلى فِرق ثلاث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ففرقة تحبّ أهل البيت بلا جدال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وتعتقد أنّ هذا الحب حقٌّ لهم على غيرهم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ولا يكمل إيمان المُسلم إلاّ به</w:t>
      </w:r>
      <w:r w:rsidR="00455A43">
        <w:rPr>
          <w:rFonts w:hint="cs"/>
          <w:rtl/>
        </w:rPr>
        <w:t>؛</w:t>
      </w:r>
      <w:r w:rsidRPr="00402856">
        <w:rPr>
          <w:rFonts w:hint="cs"/>
          <w:rtl/>
        </w:rPr>
        <w:t xml:space="preserve"> امتثالا لقوله صلّى الله عليه وسلّم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والله لا يدخل قلب رجل الإيمان حتّى يحبّكم لله ولقرابتكم منّي</w:t>
      </w:r>
      <w:r w:rsidR="00352E1E">
        <w:rPr>
          <w:rStyle w:val="libBold2Char"/>
          <w:rFonts w:hint="cs"/>
          <w:rtl/>
        </w:rPr>
        <w:t>)</w:t>
      </w:r>
      <w:r w:rsidR="00455A43">
        <w:rPr>
          <w:rStyle w:val="libBold2Char"/>
          <w:rFonts w:hint="cs"/>
          <w:rtl/>
        </w:rPr>
        <w:t>،</w:t>
      </w:r>
      <w:r w:rsidRPr="00402856">
        <w:rPr>
          <w:rFonts w:hint="cs"/>
          <w:rtl/>
        </w:rPr>
        <w:t xml:space="preserve"> وهذه الفِرقة هي الفِرقة الموفّقة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وقليل ما هم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وعلى رأسهم الخُلفاء الراشدون والأئمّة المجتهدون</w:t>
      </w:r>
      <w:r w:rsidR="00455A43">
        <w:rPr>
          <w:rFonts w:hint="cs"/>
          <w:rtl/>
        </w:rPr>
        <w:t>،</w:t>
      </w:r>
      <w:r w:rsidRPr="00402856">
        <w:rPr>
          <w:rFonts w:hint="cs"/>
          <w:rtl/>
        </w:rPr>
        <w:t xml:space="preserve"> وقد قال الإمام الشافعي في أهل البيت مُعرباً ومعبّراً عن حبّه لهم</w:t>
      </w:r>
      <w:r w:rsidR="00455A43">
        <w:rPr>
          <w:rFonts w:hint="cs"/>
          <w:rtl/>
        </w:rPr>
        <w:t>:</w:t>
      </w:r>
      <w:r w:rsidRPr="00402856">
        <w:rPr>
          <w:rFonts w:hint="cs"/>
          <w:rtl/>
        </w:rPr>
        <w:t xml:space="preserve"> </w:t>
      </w:r>
      <w:r w:rsidR="00352E1E">
        <w:rPr>
          <w:rFonts w:hint="cs"/>
          <w:rtl/>
        </w:rPr>
        <w:t>(</w:t>
      </w:r>
      <w:r w:rsidRPr="00402856">
        <w:rPr>
          <w:rFonts w:hint="cs"/>
          <w:rtl/>
        </w:rPr>
        <w:t>إنا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من شيعة أهل البيت حتى قيل كيت وكيت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وأمّا الفرقة الثانية</w:t>
      </w:r>
      <w:r w:rsidR="00455A43">
        <w:rPr>
          <w:rtl/>
        </w:rPr>
        <w:t>،</w:t>
      </w:r>
      <w:r w:rsidRPr="00402856">
        <w:rPr>
          <w:rtl/>
        </w:rPr>
        <w:t xml:space="preserve"> فهي التي ادّعت لنفسها النَسب الشريف</w:t>
      </w:r>
      <w:r w:rsidR="00455A43">
        <w:rPr>
          <w:rtl/>
        </w:rPr>
        <w:t>،</w:t>
      </w:r>
      <w:r w:rsidRPr="00402856">
        <w:rPr>
          <w:rtl/>
        </w:rPr>
        <w:t xml:space="preserve"> ووضعت نفسها بين أهله</w:t>
      </w:r>
      <w:r w:rsidR="00455A43">
        <w:rPr>
          <w:rtl/>
        </w:rPr>
        <w:t>،</w:t>
      </w:r>
      <w:r w:rsidRPr="00402856">
        <w:rPr>
          <w:rtl/>
        </w:rPr>
        <w:t xml:space="preserve"> وتخلّصت من عبء الحبّ لأهله</w:t>
      </w:r>
      <w:r w:rsidR="00455A43">
        <w:rPr>
          <w:rtl/>
        </w:rPr>
        <w:t>،</w:t>
      </w:r>
      <w:r w:rsidRPr="00402856">
        <w:rPr>
          <w:rtl/>
        </w:rPr>
        <w:t xml:space="preserve"> فهي لا ترى لأحدهم فضلاً يزيد على فضلها</w:t>
      </w:r>
      <w:r w:rsidR="00455A43">
        <w:rPr>
          <w:rtl/>
        </w:rPr>
        <w:t>،</w:t>
      </w:r>
      <w:r w:rsidRPr="00402856">
        <w:rPr>
          <w:rtl/>
        </w:rPr>
        <w:t xml:space="preserve"> وشرفاً زائداً على شرفها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والفرقة الثالثة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هُم المتنصّلون المتأوّلون الذين أوّلوا الآيات والأحاديث الواردة في حقّ أهل البيت</w:t>
      </w:r>
      <w:r w:rsidR="00455A43">
        <w:rPr>
          <w:rtl/>
        </w:rPr>
        <w:t>،</w:t>
      </w:r>
      <w:r w:rsidRPr="00402856">
        <w:rPr>
          <w:rtl/>
        </w:rPr>
        <w:t xml:space="preserve"> فمثلاً آية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أَجْراً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يرون أنّه لا شاهد فيها على حبّ أهل البيت ومودّتهم</w:t>
      </w:r>
      <w:r w:rsidR="00455A43">
        <w:rPr>
          <w:rtl/>
        </w:rPr>
        <w:t>،</w:t>
      </w:r>
      <w:r w:rsidRPr="00402856">
        <w:rPr>
          <w:rtl/>
        </w:rPr>
        <w:t xml:space="preserve"> ولو كان ذلك كذلك لكان من جنس الأجر على الرسالة</w:t>
      </w:r>
      <w:r w:rsidR="00455A43">
        <w:rPr>
          <w:rtl/>
        </w:rPr>
        <w:t>،</w:t>
      </w:r>
      <w:r w:rsidRPr="00402856">
        <w:rPr>
          <w:rtl/>
        </w:rPr>
        <w:t xml:space="preserve"> وكان آخر الآية يُناقض أوّلها</w:t>
      </w:r>
      <w:r w:rsidR="00455A43">
        <w:rPr>
          <w:rtl/>
        </w:rPr>
        <w:t>؛</w:t>
      </w:r>
      <w:r w:rsidRPr="00402856">
        <w:rPr>
          <w:rtl/>
        </w:rPr>
        <w:t xml:space="preserve"> فانتفت بذلك دلالتها على حبّهم ومودتهم وموالاتهم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كما أوّلوا الأحاديث الواردة في حبّ آل النبي بأحد أمرين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الأول</w:t>
      </w:r>
      <w:r w:rsidR="00455A43">
        <w:rPr>
          <w:rtl/>
        </w:rPr>
        <w:t>:</w:t>
      </w:r>
      <w:r w:rsidRPr="00402856">
        <w:rPr>
          <w:rtl/>
        </w:rPr>
        <w:t xml:space="preserve"> أن يُتّهم الحديث بأنّه من خلفيّات الشيعة</w:t>
      </w:r>
      <w:r w:rsidR="00455A43">
        <w:rPr>
          <w:rtl/>
        </w:rPr>
        <w:t>،</w:t>
      </w:r>
      <w:r w:rsidRPr="00402856">
        <w:rPr>
          <w:rtl/>
        </w:rPr>
        <w:t xml:space="preserve"> وهذا النوع محكوم عليه بالوضع</w:t>
      </w:r>
      <w:r w:rsidR="00455A43">
        <w:rPr>
          <w:rtl/>
        </w:rPr>
        <w:t>؛</w:t>
      </w:r>
      <w:r w:rsidRPr="00402856">
        <w:rPr>
          <w:rtl/>
        </w:rPr>
        <w:t xml:space="preserve"> وبالتالي لا يدخل فيما يُسمّى بالحديث</w:t>
      </w:r>
      <w:r w:rsidR="00455A43">
        <w:rPr>
          <w:rtl/>
        </w:rPr>
        <w:t>،</w:t>
      </w:r>
      <w:r w:rsidRPr="00402856">
        <w:rPr>
          <w:rtl/>
        </w:rPr>
        <w:t xml:space="preserve"> وفي معناه الحديث الضعيف عندهم</w:t>
      </w:r>
      <w:r w:rsidR="00455A43">
        <w:rPr>
          <w:rtl/>
        </w:rPr>
        <w:t>،</w:t>
      </w:r>
      <w:r w:rsidRPr="00402856">
        <w:rPr>
          <w:rtl/>
        </w:rPr>
        <w:t xml:space="preserve"> ومِن ثَمّ لا تقوم به حجّة</w:t>
      </w:r>
      <w:r w:rsidR="00455A43">
        <w:rPr>
          <w:rtl/>
        </w:rPr>
        <w:t>،</w:t>
      </w:r>
      <w:r w:rsidRPr="00402856">
        <w:rPr>
          <w:rtl/>
        </w:rPr>
        <w:t xml:space="preserve"> وبالتالي فلا يلزمهم اعتباره والعمل بمقتضاه</w:t>
      </w:r>
      <w:r w:rsidR="00455A43">
        <w:rPr>
          <w:rtl/>
        </w:rPr>
        <w:t>،</w:t>
      </w:r>
      <w:r w:rsidRPr="00402856">
        <w:rPr>
          <w:rtl/>
        </w:rPr>
        <w:t xml:space="preserve"> علماً بأنّ العلماء ذهبوا إلى أنّ الحديث الضعيف يعمل بمقتضاه في المناقب وفضائل الأعمال بشروط خمسة</w:t>
      </w:r>
      <w:r w:rsidR="00455A43">
        <w:rPr>
          <w:rtl/>
        </w:rPr>
        <w:t>:</w:t>
      </w:r>
      <w:r w:rsidRPr="00402856">
        <w:rPr>
          <w:rtl/>
        </w:rPr>
        <w:t xml:space="preserve"> منها أن يعتقد صدوره عن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ومنها أن يكون له أصل يعضده بأن يكون مُندرجاً تحت أصلٍ عام</w:t>
      </w:r>
      <w:r w:rsidR="00455A43">
        <w:rPr>
          <w:rtl/>
        </w:rPr>
        <w:t>،</w:t>
      </w:r>
      <w:r w:rsidRPr="00402856">
        <w:rPr>
          <w:rtl/>
        </w:rPr>
        <w:t xml:space="preserve"> ومنها ألاّ يشتد ضعفه حتّى يُلحق بالموضوعات</w:t>
      </w:r>
      <w:r w:rsidR="00455A43">
        <w:rPr>
          <w:rtl/>
        </w:rPr>
        <w:t>،</w:t>
      </w:r>
      <w:r w:rsidRPr="00402856">
        <w:rPr>
          <w:rtl/>
        </w:rPr>
        <w:t xml:space="preserve"> ومنها لا يعارضه حديث خاصّ</w:t>
      </w:r>
      <w:r w:rsidR="00455A43">
        <w:rPr>
          <w:rtl/>
        </w:rPr>
        <w:t>،</w:t>
      </w:r>
      <w:r w:rsidRPr="00402856">
        <w:rPr>
          <w:rtl/>
        </w:rPr>
        <w:t xml:space="preserve"> ومنها أن يعمل به في المناقب وفضائل الأعمال</w:t>
      </w:r>
      <w:r w:rsidR="00455A43">
        <w:rPr>
          <w:rtl/>
        </w:rPr>
        <w:t>.</w:t>
      </w:r>
      <w:r w:rsidRPr="00402856">
        <w:rPr>
          <w:rtl/>
        </w:rPr>
        <w:t xml:space="preserve"> ولا ريب في أنّ حبّ أهل البيت منقبة عظيمة</w:t>
      </w:r>
      <w:r w:rsidR="00455A43">
        <w:rPr>
          <w:rtl/>
        </w:rPr>
        <w:t>،</w:t>
      </w:r>
      <w:r w:rsidRPr="00402856">
        <w:rPr>
          <w:rtl/>
        </w:rPr>
        <w:t xml:space="preserve"> والحديث الضعيف صالح للدلالة عليها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الأمر الثاني</w:t>
      </w:r>
      <w:r w:rsidR="00455A43">
        <w:rPr>
          <w:rtl/>
        </w:rPr>
        <w:t>:</w:t>
      </w:r>
      <w:r w:rsidRPr="00402856">
        <w:rPr>
          <w:rtl/>
        </w:rPr>
        <w:t xml:space="preserve"> إذا ورد عليهم حديث صحيح مُسلّم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خبر آحاد</w:t>
      </w:r>
      <w:r w:rsidR="00455A43">
        <w:rPr>
          <w:rtl/>
        </w:rPr>
        <w:t>،</w:t>
      </w:r>
      <w:r w:rsidRPr="00402856">
        <w:rPr>
          <w:rtl/>
        </w:rPr>
        <w:t xml:space="preserve"> ولا يلزم العمل به</w:t>
      </w:r>
      <w:r w:rsidR="00455A43">
        <w:rPr>
          <w:rtl/>
        </w:rPr>
        <w:t>،</w:t>
      </w:r>
      <w:r w:rsidRPr="00402856">
        <w:rPr>
          <w:rtl/>
        </w:rPr>
        <w:t xml:space="preserve"> والحديث الذي تقوم به الحجّة هو المتواتر</w:t>
      </w:r>
      <w:r w:rsidR="00455A43">
        <w:rPr>
          <w:rtl/>
        </w:rPr>
        <w:t>.</w:t>
      </w:r>
      <w:r w:rsidRPr="00402856">
        <w:rPr>
          <w:rtl/>
        </w:rPr>
        <w:t xml:space="preserve"> وهكذا يتنصّلون بهذه التأويلات مِن موالاة أهل البيت</w:t>
      </w:r>
      <w:r w:rsidR="00455A43">
        <w:rPr>
          <w:rtl/>
        </w:rPr>
        <w:t>،</w:t>
      </w:r>
      <w:r w:rsidRPr="00402856">
        <w:rPr>
          <w:rtl/>
        </w:rPr>
        <w:t xml:space="preserve"> وبالتالي يسلبون أنفسهم حلاوة الإيمان</w:t>
      </w:r>
      <w:r w:rsidR="00455A43">
        <w:rPr>
          <w:rtl/>
        </w:rPr>
        <w:t>،</w:t>
      </w:r>
      <w:r w:rsidRPr="00402856">
        <w:rPr>
          <w:rtl/>
        </w:rPr>
        <w:t xml:space="preserve"> ويصبحون في تأويلاتهم أشبه بعلماء بني إسرائيل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ذهب العلماء المجتهدون إلى أنّ حبّ أهل البيت من فضائل الإيمان</w:t>
      </w:r>
      <w:r w:rsidR="00455A43">
        <w:rPr>
          <w:rtl/>
        </w:rPr>
        <w:t>،</w:t>
      </w:r>
      <w:r w:rsidRPr="00402856">
        <w:rPr>
          <w:rtl/>
        </w:rPr>
        <w:t xml:space="preserve"> بل يتجاوزها إلى حدود الواجب</w:t>
      </w:r>
      <w:r w:rsidR="00455A43">
        <w:rPr>
          <w:rtl/>
        </w:rPr>
        <w:t>،</w:t>
      </w:r>
      <w:r w:rsidRPr="00402856">
        <w:rPr>
          <w:rtl/>
        </w:rPr>
        <w:t xml:space="preserve"> كما يدلّ على ذلك صريح كثير من الأحاديث الشريفة</w:t>
      </w:r>
      <w:r w:rsidR="00455A43">
        <w:rPr>
          <w:rtl/>
        </w:rPr>
        <w:t>،</w:t>
      </w:r>
      <w:r w:rsidRPr="00402856">
        <w:rPr>
          <w:rtl/>
        </w:rPr>
        <w:t xml:space="preserve"> التي سبقت الإشارة إليها</w:t>
      </w:r>
      <w:r w:rsidR="00455A43">
        <w:rPr>
          <w:rtl/>
        </w:rPr>
        <w:t>،</w:t>
      </w:r>
      <w:r w:rsidRPr="00402856">
        <w:rPr>
          <w:rtl/>
        </w:rPr>
        <w:t xml:space="preserve"> وأمّا غُلاة المتنصلين</w:t>
      </w:r>
      <w:r w:rsidR="00455A43">
        <w:rPr>
          <w:rtl/>
        </w:rPr>
        <w:t>،</w:t>
      </w:r>
      <w:r w:rsidRPr="00402856">
        <w:rPr>
          <w:rtl/>
        </w:rPr>
        <w:t xml:space="preserve"> فيذهبون إلى أنّه إن كان حبّ أهل البيت أمراً مشروعاً</w:t>
      </w:r>
      <w:r w:rsidR="00455A43">
        <w:rPr>
          <w:rtl/>
        </w:rPr>
        <w:t>،</w:t>
      </w:r>
      <w:r w:rsidRPr="00402856">
        <w:rPr>
          <w:rtl/>
        </w:rPr>
        <w:t xml:space="preserve"> فهذه عبادة لهم</w:t>
      </w:r>
      <w:r w:rsidR="00455A43">
        <w:rPr>
          <w:rtl/>
        </w:rPr>
        <w:t>،</w:t>
      </w:r>
      <w:r w:rsidRPr="00402856">
        <w:rPr>
          <w:rtl/>
        </w:rPr>
        <w:t xml:space="preserve"> أشبه بالعبادة الوثنيّة</w:t>
      </w:r>
      <w:r w:rsidR="00455A43">
        <w:rPr>
          <w:rtl/>
        </w:rPr>
        <w:t>،</w:t>
      </w:r>
      <w:r w:rsidRPr="00402856">
        <w:rPr>
          <w:rtl/>
        </w:rPr>
        <w:t xml:space="preserve"> وقد حَرّم القرآن عبادة غير الله</w:t>
      </w:r>
      <w:r w:rsidR="00455A43">
        <w:rPr>
          <w:rtl/>
        </w:rPr>
        <w:t>،</w:t>
      </w:r>
      <w:r w:rsidRPr="00402856">
        <w:rPr>
          <w:rtl/>
        </w:rPr>
        <w:t xml:space="preserve"> فلا يستحقّ أحد منهم</w:t>
      </w:r>
      <w:r w:rsidR="00455A43">
        <w:rPr>
          <w:rtl/>
        </w:rPr>
        <w:t>،</w:t>
      </w:r>
      <w:r w:rsidRPr="00402856">
        <w:rPr>
          <w:rtl/>
        </w:rPr>
        <w:t xml:space="preserve"> فيما يزعمون</w:t>
      </w:r>
      <w:r w:rsidR="00455A43">
        <w:rPr>
          <w:rtl/>
        </w:rPr>
        <w:t>،</w:t>
      </w:r>
      <w:r w:rsidRPr="00402856">
        <w:rPr>
          <w:rtl/>
        </w:rPr>
        <w:t xml:space="preserve"> حقّاً على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غيره</w:t>
      </w:r>
      <w:r w:rsidR="00455A43">
        <w:rPr>
          <w:rtl/>
        </w:rPr>
        <w:t>،</w:t>
      </w:r>
      <w:r w:rsidRPr="00402856">
        <w:rPr>
          <w:rtl/>
        </w:rPr>
        <w:t xml:space="preserve"> ويجعلون الحيّ والميّت من أهل البيت في ذلك سواء</w:t>
      </w:r>
      <w:r w:rsidR="00455A43">
        <w:rPr>
          <w:rtl/>
        </w:rPr>
        <w:t>،</w:t>
      </w:r>
      <w:r w:rsidRPr="00402856">
        <w:rPr>
          <w:rtl/>
        </w:rPr>
        <w:t xml:space="preserve"> سيّما وهم يشددون النكير على الأولياء الأموات من أهل البيت وغيرهم</w:t>
      </w:r>
      <w:r w:rsidR="00455A43">
        <w:rPr>
          <w:rtl/>
        </w:rPr>
        <w:t>،</w:t>
      </w:r>
      <w:r w:rsidRPr="00402856">
        <w:rPr>
          <w:rtl/>
        </w:rPr>
        <w:t xml:space="preserve"> ويُصوّرون ذلك للسذّج من العامّة</w:t>
      </w:r>
      <w:r w:rsidR="00455A43">
        <w:rPr>
          <w:rtl/>
        </w:rPr>
        <w:t>،</w:t>
      </w:r>
      <w:r w:rsidRPr="00402856">
        <w:rPr>
          <w:rtl/>
        </w:rPr>
        <w:t xml:space="preserve"> من أنّ زيارة القبور كعبادة الوثنيّة</w:t>
      </w:r>
      <w:r w:rsidR="00455A43">
        <w:rPr>
          <w:rtl/>
        </w:rPr>
        <w:t>،</w:t>
      </w:r>
      <w:r w:rsidRPr="00402856">
        <w:rPr>
          <w:rtl/>
        </w:rPr>
        <w:t xml:space="preserve"> مُلبّسين عليهم وغير مفرّقين في ذلك بين الزيارة الشرعيّة والبدْعيّة</w:t>
      </w:r>
      <w:r w:rsidR="00455A43">
        <w:rPr>
          <w:rtl/>
        </w:rPr>
        <w:t>،</w:t>
      </w:r>
      <w:r w:rsidRPr="00402856">
        <w:rPr>
          <w:rtl/>
        </w:rPr>
        <w:t xml:space="preserve"> وحجّتهم في ذلك يقيمونها لهم من أنفسهم</w:t>
      </w:r>
      <w:r w:rsidR="00455A43">
        <w:rPr>
          <w:rtl/>
        </w:rPr>
        <w:t>،</w:t>
      </w:r>
      <w:r w:rsidRPr="00402856">
        <w:rPr>
          <w:rtl/>
        </w:rPr>
        <w:t xml:space="preserve"> هي أنّهم يقاطعون زيارة كلّ ولي</w:t>
      </w:r>
      <w:r w:rsidR="00455A43">
        <w:rPr>
          <w:rtl/>
        </w:rPr>
        <w:t>،</w:t>
      </w:r>
      <w:r w:rsidRPr="00402856">
        <w:rPr>
          <w:rtl/>
        </w:rPr>
        <w:t xml:space="preserve"> مع التنفير من زيارته</w:t>
      </w:r>
      <w:r w:rsidR="00455A43">
        <w:rPr>
          <w:rtl/>
        </w:rPr>
        <w:t>،</w:t>
      </w:r>
      <w:r w:rsidRPr="00402856">
        <w:rPr>
          <w:rtl/>
        </w:rPr>
        <w:t xml:space="preserve"> ومِن عجب أنّ بعضهم اعتمد على ابن تيميّة في رأيهم هذا</w:t>
      </w:r>
      <w:r w:rsidR="00455A43">
        <w:rPr>
          <w:rtl/>
        </w:rPr>
        <w:t>،</w:t>
      </w:r>
      <w:r w:rsidRPr="00402856">
        <w:rPr>
          <w:rtl/>
        </w:rPr>
        <w:t xml:space="preserve"> مع أنّ ابن تيميّة يقول في كتابه </w:t>
      </w:r>
      <w:r w:rsidR="00352E1E">
        <w:rPr>
          <w:rtl/>
        </w:rPr>
        <w:t>(</w:t>
      </w:r>
      <w:r w:rsidRPr="00402856">
        <w:rPr>
          <w:rtl/>
        </w:rPr>
        <w:t>قاعدة جليلة في التوسّل والوسيلة</w:t>
      </w:r>
      <w:r w:rsidR="00352E1E">
        <w:rPr>
          <w:rtl/>
        </w:rPr>
        <w:t>)</w:t>
      </w:r>
      <w:r w:rsidRPr="00402856">
        <w:rPr>
          <w:rtl/>
        </w:rPr>
        <w:t xml:space="preserve"> ما خلاصته</w:t>
      </w:r>
      <w:r w:rsidR="00455A43">
        <w:rPr>
          <w:rtl/>
        </w:rPr>
        <w:t>:</w:t>
      </w:r>
      <w:r w:rsidRPr="00402856">
        <w:rPr>
          <w:rtl/>
        </w:rPr>
        <w:t xml:space="preserve"> إنّ زيارة قبور المسلمين على وجهين شرعيّة وبدعيّة</w:t>
      </w:r>
      <w:r w:rsidR="00455A43">
        <w:rPr>
          <w:rtl/>
        </w:rPr>
        <w:t>،</w:t>
      </w:r>
      <w:r w:rsidRPr="00402856">
        <w:rPr>
          <w:rtl/>
        </w:rPr>
        <w:t xml:space="preserve"> والشرعية ما قصد منها الدعاء للميت</w:t>
      </w:r>
      <w:r w:rsidR="00455A43">
        <w:rPr>
          <w:rtl/>
        </w:rPr>
        <w:t>،</w:t>
      </w:r>
      <w:r w:rsidRPr="00402856">
        <w:rPr>
          <w:rtl/>
        </w:rPr>
        <w:t xml:space="preserve"> لِما يقصد بالصلاة على جنازة الدعاء له</w:t>
      </w:r>
      <w:r w:rsidR="00455A43">
        <w:rPr>
          <w:rtl/>
        </w:rPr>
        <w:t>،</w:t>
      </w:r>
      <w:r w:rsidRPr="00402856">
        <w:rPr>
          <w:rtl/>
        </w:rPr>
        <w:t xml:space="preserve"> فالقيام على قبره من جنس الصلاة عليه</w:t>
      </w:r>
      <w:r w:rsidR="00455A43">
        <w:rPr>
          <w:rtl/>
        </w:rPr>
        <w:t>،</w:t>
      </w:r>
      <w:r w:rsidRPr="00402856">
        <w:rPr>
          <w:rtl/>
        </w:rPr>
        <w:t xml:space="preserve"> وكان النبي صل الله عليه وسلم يُصلّي على جنائز المسلمين</w:t>
      </w:r>
      <w:r w:rsidR="00455A43">
        <w:rPr>
          <w:rtl/>
        </w:rPr>
        <w:t>،</w:t>
      </w:r>
      <w:r w:rsidRPr="00402856">
        <w:rPr>
          <w:rtl/>
        </w:rPr>
        <w:t xml:space="preserve"> ويقف على قبورهم</w:t>
      </w:r>
      <w:r w:rsidR="00455A43">
        <w:rPr>
          <w:rtl/>
        </w:rPr>
        <w:t>،</w:t>
      </w:r>
      <w:r w:rsidRPr="00402856">
        <w:rPr>
          <w:rtl/>
        </w:rPr>
        <w:t xml:space="preserve"> ومن ثَمّ كان الصلاة على الموتى والقيام على قبورهم في السنّة المتواترة</w:t>
      </w:r>
      <w:r w:rsidR="00455A43">
        <w:rPr>
          <w:rtl/>
        </w:rPr>
        <w:t>،</w:t>
      </w:r>
      <w:r w:rsidRPr="00402856">
        <w:rPr>
          <w:rtl/>
        </w:rPr>
        <w:t xml:space="preserve"> تشريعاً منه صلّى الله عليه وسلّم لأُمّته</w:t>
      </w:r>
      <w:r w:rsidR="00455A43">
        <w:rPr>
          <w:rtl/>
        </w:rPr>
        <w:t>،</w:t>
      </w:r>
      <w:r w:rsidRPr="00402856">
        <w:rPr>
          <w:rtl/>
        </w:rPr>
        <w:t xml:space="preserve"> كما كان صلّى الله عليه وسلّم إذا دفن الرجل من أُمّته يقف على قبره ويقول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سلوا له التثبّت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فإنّه الآن يُسأل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هذا فضلاً عن زياراته لأهل البقيع بالمدينة وشهداء أُحد</w:t>
      </w:r>
      <w:r w:rsidR="00455A43">
        <w:rPr>
          <w:rtl/>
        </w:rPr>
        <w:t>،</w:t>
      </w:r>
      <w:r w:rsidRPr="00402856">
        <w:rPr>
          <w:rtl/>
        </w:rPr>
        <w:t xml:space="preserve"> وفي صحيح مُسلم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خرج إلى المقبرة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السلام عليكم دار قوم مؤمنين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وإنّا إن شاء الله بكم لاحقون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وهكذا يبدو واضحاً أنّ كلام ابن تيمية لم يقل بمقاطعة زيارة أولياء الله من المسلمين والدعاء لهم</w:t>
      </w:r>
      <w:r w:rsidR="00455A43">
        <w:rPr>
          <w:rtl/>
        </w:rPr>
        <w:t>،</w:t>
      </w:r>
      <w:r w:rsidRPr="00402856">
        <w:rPr>
          <w:rtl/>
        </w:rPr>
        <w:t xml:space="preserve"> وإنّما أُولئك الغُلاة الذين يشددون النكير على من يزور أولياء الله من غير أن يبيّنوا لهم الوجه المشروع من غيره في زيارة أولياء الله وغيرهم من المسلمين</w:t>
      </w:r>
      <w:r w:rsidR="00455A43">
        <w:rPr>
          <w:rtl/>
        </w:rPr>
        <w:t>،</w:t>
      </w:r>
      <w:r w:rsidRPr="00402856">
        <w:rPr>
          <w:rtl/>
        </w:rPr>
        <w:t xml:space="preserve"> بل لبّسوا عليهم وكرّهوا لهم كلّ مَن يتردّد إلى زيارة قبور المسلمين</w:t>
      </w:r>
      <w:r w:rsidR="00455A43">
        <w:rPr>
          <w:rtl/>
        </w:rPr>
        <w:t>،</w:t>
      </w:r>
      <w:r w:rsidRPr="00402856">
        <w:rPr>
          <w:rtl/>
        </w:rPr>
        <w:t xml:space="preserve"> وصوّروهم لهم بأنّهم عَبَدة أوثان</w:t>
      </w:r>
      <w:r w:rsidR="00455A43">
        <w:rPr>
          <w:rtl/>
        </w:rPr>
        <w:t>،</w:t>
      </w:r>
      <w:r w:rsidRPr="00402856">
        <w:rPr>
          <w:rtl/>
        </w:rPr>
        <w:t xml:space="preserve"> وحرموهم من أجر سُنّة صحيحة متواترة عن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Bold1"/>
        <w:rPr>
          <w:rtl/>
        </w:rPr>
      </w:pPr>
      <w:r w:rsidRPr="00034838">
        <w:rPr>
          <w:rtl/>
        </w:rPr>
        <w:t>3 - طهارة أهل البيت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أوصى النبي صلّى الله عليه وسلّم أُمّته بأهل بيته وساواهم بالقرآن</w:t>
      </w:r>
      <w:r w:rsidR="00455A43">
        <w:rPr>
          <w:rtl/>
        </w:rPr>
        <w:t>،</w:t>
      </w:r>
      <w:r w:rsidRPr="00402856">
        <w:rPr>
          <w:rtl/>
        </w:rPr>
        <w:t xml:space="preserve"> ففي الحديث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تارك فيكم الثقلَين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أوّلهما كتاب الله فيه الهدى والنور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وأهل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أُذكّركم الله في أهل بيتي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</w:t>
      </w:r>
      <w:r w:rsidR="00AF124A">
        <w:rPr>
          <w:rtl/>
        </w:rPr>
        <w:t xml:space="preserve"> - </w:t>
      </w:r>
      <w:r w:rsidRPr="00402856">
        <w:rPr>
          <w:rtl/>
        </w:rPr>
        <w:t>ثلاثاً</w:t>
      </w:r>
      <w:r w:rsidR="00AF124A">
        <w:rPr>
          <w:rtl/>
        </w:rPr>
        <w:t xml:space="preserve"> -</w:t>
      </w:r>
      <w:r w:rsidR="00352E1E">
        <w:rPr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وذلك لأنّ أهل البيت سلالة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ابنَي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الزهراء إنّما هُم بضعة رسول الله صلّى الله عليه وسلّم سيّد الأنبياء</w:t>
      </w:r>
      <w:r w:rsidR="00455A43">
        <w:rPr>
          <w:rtl/>
        </w:rPr>
        <w:t>،</w:t>
      </w:r>
      <w:r w:rsidRPr="00402856">
        <w:rPr>
          <w:rtl/>
        </w:rPr>
        <w:t xml:space="preserve"> الذي اصطفاه من أطهر المناقب وأعرق الأُصول</w:t>
      </w:r>
      <w:r w:rsidR="00455A43">
        <w:rPr>
          <w:rtl/>
        </w:rPr>
        <w:t>،</w:t>
      </w:r>
      <w:r w:rsidRPr="00402856">
        <w:rPr>
          <w:rtl/>
        </w:rPr>
        <w:t xml:space="preserve"> وتعهّد نوره في الأصلاب الطاهرة إلى الأرحام الطاهرة</w:t>
      </w:r>
      <w:r w:rsidR="00455A43">
        <w:rPr>
          <w:rtl/>
        </w:rPr>
        <w:t>،</w:t>
      </w:r>
      <w:r w:rsidRPr="00402856">
        <w:rPr>
          <w:rtl/>
        </w:rPr>
        <w:t xml:space="preserve"> مِن لَدُن آدم حتى حملته أُمّه</w:t>
      </w:r>
      <w:r w:rsidR="00455A43">
        <w:rPr>
          <w:rtl/>
        </w:rPr>
        <w:t>،</w:t>
      </w:r>
      <w:r w:rsidRPr="00402856">
        <w:rPr>
          <w:rtl/>
        </w:rPr>
        <w:t xml:space="preserve"> ما تشعّبت شعبتان إلاّ وكان صلّى الله عليه وسلّم في خيرهما شعبة</w:t>
      </w:r>
      <w:r w:rsidR="00455A43">
        <w:rPr>
          <w:rtl/>
        </w:rPr>
        <w:t>،</w:t>
      </w:r>
      <w:r w:rsidRPr="00402856">
        <w:rPr>
          <w:rtl/>
        </w:rPr>
        <w:t xml:space="preserve"> ولا افترقت فرقتان إلاّ وكان صلّى الله عليه وسلّم في أكرمهما فِرقة</w:t>
      </w:r>
      <w:r w:rsidR="00455A43">
        <w:rPr>
          <w:rtl/>
        </w:rPr>
        <w:t>،</w:t>
      </w:r>
      <w:r w:rsidRPr="00402856">
        <w:rPr>
          <w:rtl/>
        </w:rPr>
        <w:t xml:space="preserve"> ومن ثَمّ كان أهل البيت</w:t>
      </w:r>
      <w:r w:rsidR="00455A43">
        <w:rPr>
          <w:rtl/>
        </w:rPr>
        <w:t>،</w:t>
      </w:r>
      <w:r w:rsidRPr="00402856">
        <w:rPr>
          <w:rtl/>
        </w:rPr>
        <w:t xml:space="preserve"> سلالة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أهل الحَسب والنَسب</w:t>
      </w:r>
      <w:r w:rsidR="00455A43">
        <w:rPr>
          <w:rtl/>
        </w:rPr>
        <w:t>،</w:t>
      </w:r>
      <w:r w:rsidRPr="00402856">
        <w:rPr>
          <w:rtl/>
        </w:rPr>
        <w:t xml:space="preserve"> والطهر والشرف</w:t>
      </w:r>
      <w:r w:rsidR="00455A43">
        <w:rPr>
          <w:rtl/>
        </w:rPr>
        <w:t>،</w:t>
      </w:r>
      <w:r w:rsidRPr="00402856">
        <w:rPr>
          <w:rtl/>
        </w:rPr>
        <w:t xml:space="preserve"> لا يلوثهم رجس</w:t>
      </w:r>
      <w:r w:rsidR="00455A43">
        <w:rPr>
          <w:rtl/>
        </w:rPr>
        <w:t>،</w:t>
      </w:r>
      <w:r w:rsidRPr="00402856">
        <w:rPr>
          <w:rtl/>
        </w:rPr>
        <w:t xml:space="preserve"> ولا ينالهم دنس</w:t>
      </w:r>
      <w:r w:rsidR="00455A43">
        <w:rPr>
          <w:rtl/>
        </w:rPr>
        <w:t>،</w:t>
      </w:r>
      <w:r w:rsidRPr="00402856">
        <w:rPr>
          <w:rtl/>
        </w:rPr>
        <w:t xml:space="preserve"> فلقد طهّرهم الله فضلاً منه وكرماً</w:t>
      </w:r>
      <w:r w:rsidR="00455A43">
        <w:rPr>
          <w:rtl/>
        </w:rPr>
        <w:t>،</w:t>
      </w:r>
      <w:r w:rsidRPr="00402856">
        <w:rPr>
          <w:rtl/>
        </w:rPr>
        <w:t xml:space="preserve"> ثُمّ دعا لهم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وهو الذي لا ينطق عن الهوى</w:t>
      </w:r>
      <w:r w:rsidR="00455A43">
        <w:rPr>
          <w:rtl/>
        </w:rPr>
        <w:t>،</w:t>
      </w:r>
      <w:r w:rsidRPr="00402856">
        <w:rPr>
          <w:rtl/>
        </w:rPr>
        <w:t xml:space="preserve"> إن هو إلاّ وحيٌ يوحى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فأذهب عنهم الرجس وطهّرهم تطهيراً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ويقول العارف بالله محيّ الدين أبو عبد الله محمّد بن عربي في الفتوحات المكيّة</w:t>
      </w:r>
      <w:r w:rsidR="00455A43">
        <w:rPr>
          <w:rtl/>
        </w:rPr>
        <w:t>:</w:t>
      </w:r>
      <w:r w:rsidRPr="00402856">
        <w:rPr>
          <w:rtl/>
        </w:rPr>
        <w:t xml:space="preserve"> ولمّا كان رسول الله صلّى الله عليه وسلّم عبداً محضاً قد طهّره الله تعالى وأهل بيته تطهيراً</w:t>
      </w:r>
      <w:r w:rsidR="00455A43">
        <w:rPr>
          <w:rtl/>
        </w:rPr>
        <w:t>،</w:t>
      </w:r>
      <w:r w:rsidRPr="00402856">
        <w:rPr>
          <w:rtl/>
        </w:rPr>
        <w:t xml:space="preserve"> وأذهب عنهم الرجس</w:t>
      </w:r>
      <w:r w:rsidR="00455A43">
        <w:rPr>
          <w:rtl/>
        </w:rPr>
        <w:t>،</w:t>
      </w:r>
      <w:r w:rsidRPr="00402856">
        <w:rPr>
          <w:rtl/>
        </w:rPr>
        <w:t xml:space="preserve"> يقول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فلا يضاف إليهم إلاّ مُطهّر</w:t>
      </w:r>
      <w:r w:rsidR="00455A43">
        <w:rPr>
          <w:rtl/>
        </w:rPr>
        <w:t>،</w:t>
      </w:r>
      <w:r w:rsidRPr="00402856">
        <w:rPr>
          <w:rtl/>
        </w:rPr>
        <w:t xml:space="preserve"> ولا بدّ فإنّ المضاف إليهم هو الذي يشبههم</w:t>
      </w:r>
      <w:r w:rsidR="00455A43">
        <w:rPr>
          <w:rtl/>
        </w:rPr>
        <w:t>،</w:t>
      </w:r>
      <w:r w:rsidRPr="00402856">
        <w:rPr>
          <w:rtl/>
        </w:rPr>
        <w:t xml:space="preserve"> فما يُضيفون لأنفسهم إلاّ مَن له حُكم الطهارة والتقديس</w:t>
      </w:r>
      <w:r w:rsidR="00455A43">
        <w:rPr>
          <w:rtl/>
        </w:rPr>
        <w:t>،</w:t>
      </w:r>
      <w:r w:rsidRPr="00402856">
        <w:rPr>
          <w:rtl/>
        </w:rPr>
        <w:t xml:space="preserve"> وأهل البيت هُم المُطهّرون</w:t>
      </w:r>
      <w:r w:rsidR="00455A43">
        <w:rPr>
          <w:rtl/>
        </w:rPr>
        <w:t>،</w:t>
      </w:r>
      <w:r w:rsidRPr="00402856">
        <w:rPr>
          <w:rtl/>
        </w:rPr>
        <w:t xml:space="preserve"> بل هُم عين الطهارة</w:t>
      </w:r>
      <w:r w:rsidR="00455A43">
        <w:rPr>
          <w:rtl/>
        </w:rPr>
        <w:t>،</w:t>
      </w:r>
      <w:r w:rsidRPr="00402856">
        <w:rPr>
          <w:rtl/>
        </w:rPr>
        <w:t xml:space="preserve"> فهذه الآية </w:t>
      </w:r>
      <w:r w:rsidR="00352E1E">
        <w:rPr>
          <w:rtl/>
        </w:rPr>
        <w:t>(</w:t>
      </w:r>
      <w:r w:rsidRPr="00402856">
        <w:rPr>
          <w:rtl/>
        </w:rPr>
        <w:t>الأحزاب 33</w:t>
      </w:r>
      <w:r w:rsidR="00352E1E">
        <w:rPr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تدلّ على أنّ الله تعالى قد شرك أهل البيت مع رسول الله صلّى الله عليه وسلّم في قوله تعالى في سورة الفتح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لِيَغْفِرَ لَكَ اللَّهُ مَا تَقَدَّمَ مِنْ ذَنْبِكَ وَمَا تَأَخَّرَ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فطهّر الله تعالى نبيّه صلّى الله عليه وسلّم بالمغفرة ممّا هو ذنب بالنسبة إلينا</w:t>
      </w:r>
      <w:r w:rsidR="00455A43">
        <w:rPr>
          <w:rtl/>
        </w:rPr>
        <w:t>،</w:t>
      </w:r>
      <w:r w:rsidRPr="00402856">
        <w:rPr>
          <w:rtl/>
        </w:rPr>
        <w:t xml:space="preserve"> لو وقع منه صلّى الله عليه وسلّم لكان ذنباً في الصورة</w:t>
      </w:r>
      <w:r w:rsidR="00455A43">
        <w:rPr>
          <w:rtl/>
        </w:rPr>
        <w:t>،</w:t>
      </w:r>
      <w:r w:rsidRPr="00402856">
        <w:rPr>
          <w:rtl/>
        </w:rPr>
        <w:t xml:space="preserve"> لا في المعنى</w:t>
      </w:r>
      <w:r w:rsidR="00455A43">
        <w:rPr>
          <w:rtl/>
        </w:rPr>
        <w:t>؛</w:t>
      </w:r>
      <w:r w:rsidRPr="00402856">
        <w:rPr>
          <w:rtl/>
        </w:rPr>
        <w:t xml:space="preserve"> لأنّ الذمّ لا يلحق به على ذلك من الله تعالى</w:t>
      </w:r>
      <w:r w:rsidR="00455A43">
        <w:rPr>
          <w:rtl/>
        </w:rPr>
        <w:t>،</w:t>
      </w:r>
      <w:r w:rsidRPr="00402856">
        <w:rPr>
          <w:rtl/>
        </w:rPr>
        <w:t xml:space="preserve"> ولا منّا شرعاً</w:t>
      </w:r>
      <w:r w:rsidR="00455A43">
        <w:rPr>
          <w:rtl/>
        </w:rPr>
        <w:t>،</w:t>
      </w:r>
      <w:r w:rsidRPr="00402856">
        <w:rPr>
          <w:rtl/>
        </w:rPr>
        <w:t xml:space="preserve"> فلو كان حكمه حُكم الذنب من المذمّة</w:t>
      </w:r>
      <w:r w:rsidR="00455A43">
        <w:rPr>
          <w:rtl/>
        </w:rPr>
        <w:t>،</w:t>
      </w:r>
      <w:r w:rsidRPr="00402856">
        <w:rPr>
          <w:rtl/>
        </w:rPr>
        <w:t xml:space="preserve"> ولم يكن يصدق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ومن ثَمّ فقد دخل الشرفاء أولاد فاطمة عليهم السلام كلّهم إلى يوم القيامة في حُكم هذه الآية مِن الغفران</w:t>
      </w:r>
      <w:r w:rsidR="00455A43">
        <w:rPr>
          <w:rtl/>
        </w:rPr>
        <w:t>،</w:t>
      </w:r>
      <w:r w:rsidRPr="00402856">
        <w:rPr>
          <w:rtl/>
        </w:rPr>
        <w:t xml:space="preserve"> فهم المطهّرون باختصاص من الله تعالى وعناية بهم</w:t>
      </w:r>
      <w:r w:rsidR="00455A43">
        <w:rPr>
          <w:rtl/>
        </w:rPr>
        <w:t>؛</w:t>
      </w:r>
      <w:r w:rsidRPr="00402856">
        <w:rPr>
          <w:rtl/>
        </w:rPr>
        <w:t xml:space="preserve"> لشرف محمّد صلّى الله عليه وسلّم وعناية الله سبحانه به</w:t>
      </w:r>
      <w:r w:rsidR="00455A43">
        <w:rPr>
          <w:rtl/>
        </w:rPr>
        <w:t>،</w:t>
      </w:r>
      <w:r w:rsidRPr="00402856">
        <w:rPr>
          <w:rtl/>
        </w:rPr>
        <w:t xml:space="preserve"> وبالتالي فينبغي لكلّ مسلم مؤمن بالله وبما أنزله أن يصدّق الله تعالى في 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فيعتقد في جميع ما يصدر من أهل البيت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أنّ الله تعالى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قد عفا عنهم</w:t>
      </w:r>
      <w:r w:rsidR="00455A43">
        <w:rPr>
          <w:rtl/>
        </w:rPr>
        <w:t>،</w:t>
      </w:r>
      <w:r w:rsidRPr="00402856">
        <w:rPr>
          <w:rtl/>
        </w:rPr>
        <w:t xml:space="preserve"> ولا ينبغي لمسلم أن يلحق المذمّة</w:t>
      </w:r>
      <w:r w:rsidR="00455A43">
        <w:rPr>
          <w:rtl/>
        </w:rPr>
        <w:t>،</w:t>
      </w:r>
      <w:r w:rsidRPr="00402856">
        <w:rPr>
          <w:rtl/>
        </w:rPr>
        <w:t xml:space="preserve"> ولا ما يشنأ أعراض مَن قد شهد الله تعالى بتطهيرهم وإذهاب الرجس عنهم</w:t>
      </w:r>
      <w:r w:rsidR="00455A43">
        <w:rPr>
          <w:rtl/>
        </w:rPr>
        <w:t>،</w:t>
      </w:r>
      <w:r w:rsidRPr="00402856">
        <w:rPr>
          <w:rtl/>
        </w:rPr>
        <w:t xml:space="preserve"> ليس ذلك بعمل عملوه</w:t>
      </w:r>
      <w:r w:rsidR="00455A43">
        <w:rPr>
          <w:rtl/>
        </w:rPr>
        <w:t>،</w:t>
      </w:r>
      <w:r w:rsidRPr="00402856">
        <w:rPr>
          <w:rtl/>
        </w:rPr>
        <w:t xml:space="preserve"> ولا بخير قدّموه</w:t>
      </w:r>
      <w:r w:rsidR="00455A43">
        <w:rPr>
          <w:rtl/>
        </w:rPr>
        <w:t>،</w:t>
      </w:r>
      <w:r w:rsidRPr="00402856">
        <w:rPr>
          <w:rtl/>
        </w:rPr>
        <w:t xml:space="preserve"> بل هو سابق عناية واختصاص إلهي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ذَلِكَ فَضْلُ اللَّهِ يُؤْتِيهِ مَنْ يَشَاءُ وَاللَّهُ وَاسِعٌ عَلِيمٌ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على أنّ هذا الشرف لأهل البيت لا يظهر إلاّ في الدار الآخرة</w:t>
      </w:r>
      <w:r w:rsidR="00455A43">
        <w:rPr>
          <w:rtl/>
        </w:rPr>
        <w:t>،</w:t>
      </w:r>
      <w:r w:rsidRPr="00402856">
        <w:rPr>
          <w:rtl/>
        </w:rPr>
        <w:t xml:space="preserve"> فإنّهم يُحشرون مغفوراً لهم</w:t>
      </w:r>
      <w:r w:rsidR="00455A43">
        <w:rPr>
          <w:rtl/>
        </w:rPr>
        <w:t>،</w:t>
      </w:r>
      <w:r w:rsidRPr="00402856">
        <w:rPr>
          <w:rtl/>
        </w:rPr>
        <w:t xml:space="preserve"> وأمّا في الدنيا</w:t>
      </w:r>
      <w:r w:rsidR="00455A43">
        <w:rPr>
          <w:rtl/>
        </w:rPr>
        <w:t>،</w:t>
      </w:r>
      <w:r w:rsidRPr="00402856">
        <w:rPr>
          <w:rtl/>
        </w:rPr>
        <w:t xml:space="preserve"> فمَن أتى منهم حدّاً أُقيم عليه</w:t>
      </w:r>
      <w:r w:rsidR="00455A43">
        <w:rPr>
          <w:rtl/>
        </w:rPr>
        <w:t>؛</w:t>
      </w:r>
      <w:r w:rsidRPr="00402856">
        <w:rPr>
          <w:rtl/>
        </w:rPr>
        <w:t xml:space="preserve"> لقوله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لو أنّ فاطمة بنت محمّد سرقت لقطعت يدها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أعاذها الله من ذلك</w:t>
      </w:r>
      <w:r w:rsidR="00455A43">
        <w:rPr>
          <w:rtl/>
        </w:rPr>
        <w:t>،</w:t>
      </w:r>
      <w:r w:rsidRPr="00402856">
        <w:rPr>
          <w:rtl/>
        </w:rPr>
        <w:t xml:space="preserve"> وطهّرها تطهيراً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ويقول المقريزي في كتابه </w:t>
      </w:r>
      <w:r w:rsidR="00352E1E">
        <w:rPr>
          <w:rtl/>
        </w:rPr>
        <w:t>(</w:t>
      </w:r>
      <w:r w:rsidRPr="00402856">
        <w:rPr>
          <w:rtl/>
        </w:rPr>
        <w:t>معرفة ما يجب لآل البيت النبوي من الحقّ على مَن عداهم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ما رواه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في حديث معاوية بن هشام</w:t>
      </w:r>
      <w:r w:rsidR="00455A43">
        <w:rPr>
          <w:rtl/>
        </w:rPr>
        <w:t>،</w:t>
      </w:r>
      <w:r w:rsidRPr="00402856">
        <w:rPr>
          <w:rtl/>
        </w:rPr>
        <w:t xml:space="preserve"> عن عبد الله بن مسعود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فاطمة أحصنت فرْجها فحرّم الله ذريّتها على النار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، وما رواه الحافظ مُحب الدين الطبري في </w:t>
      </w:r>
      <w:r w:rsidR="00352E1E">
        <w:rPr>
          <w:rtl/>
        </w:rPr>
        <w:t>(</w:t>
      </w:r>
      <w:r w:rsidRPr="00402856">
        <w:rPr>
          <w:rtl/>
        </w:rPr>
        <w:t>ذخائر العُقبى في مناقب ذوي القربى</w:t>
      </w:r>
      <w:r w:rsidR="00352E1E">
        <w:rPr>
          <w:rtl/>
        </w:rPr>
        <w:t>)</w:t>
      </w:r>
      <w:r w:rsidRPr="00402856">
        <w:rPr>
          <w:rtl/>
        </w:rPr>
        <w:t>، وأخرجه الملا في سيرته</w:t>
      </w:r>
      <w:r w:rsidR="00455A43">
        <w:rPr>
          <w:rtl/>
        </w:rPr>
        <w:t>،</w:t>
      </w:r>
      <w:r w:rsidRPr="00402856">
        <w:rPr>
          <w:rtl/>
        </w:rPr>
        <w:t xml:space="preserve"> من حديث حصين بن عمران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سألت ربّي أن لا يُدخل النار أحداً من أهل بيتي فأعطانا ذلك</w:t>
      </w:r>
      <w:r w:rsidR="00352E1E">
        <w:rPr>
          <w:rStyle w:val="libBold2Char"/>
          <w:rtl/>
        </w:rPr>
        <w:t>)</w:t>
      </w:r>
      <w:r w:rsidRPr="00402856">
        <w:rPr>
          <w:rtl/>
        </w:rPr>
        <w:t>، وفي رواية أُخرى عن ابن عباس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 لفاطمة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غير معذّبك ولا وِلدك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الطبراني والهيثمي</w:t>
      </w:r>
      <w:r w:rsidR="00352E1E">
        <w:rPr>
          <w:rtl/>
        </w:rPr>
        <w:t>)</w:t>
      </w:r>
      <w:r w:rsidRPr="00402856">
        <w:rPr>
          <w:rtl/>
        </w:rPr>
        <w:t>، وما رواه الحافظ الدمشقي من حديث علي بن أبي طالب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رسول الله صلّى الله عليه وسلّم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تدرين لِمَ سُمِّيتِ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عليّ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لِمَ سُمّيت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عزّ وجل قد فطمها وذريّتها من النار يوم القيامة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رواه الإمام علي بن موسى الرضا</w:t>
      </w:r>
      <w:r w:rsidR="00455A43">
        <w:rPr>
          <w:rtl/>
        </w:rPr>
        <w:t>،</w:t>
      </w:r>
      <w:r w:rsidRPr="00402856">
        <w:rPr>
          <w:rtl/>
        </w:rPr>
        <w:t xml:space="preserve"> بسنده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352E1E" w:rsidP="00402856">
      <w:pPr>
        <w:pStyle w:val="libNormal"/>
        <w:rPr>
          <w:rtl/>
        </w:rPr>
      </w:pP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قال رسول الله صلّى الله عليه وسلّم</w:t>
      </w:r>
      <w:r w:rsidR="00455A43">
        <w:rPr>
          <w:rStyle w:val="libBold2Char"/>
          <w:rtl/>
        </w:rPr>
        <w:t>:</w:t>
      </w:r>
      <w:r w:rsidR="00402856" w:rsidRPr="00402856">
        <w:rPr>
          <w:rStyle w:val="libBold2Char"/>
          <w:rtl/>
        </w:rPr>
        <w:t xml:space="preserve"> إنّ الله فطم ابنتي فاطمة ووِلدها ومَن أحبّهم من النار</w:t>
      </w:r>
      <w:r>
        <w:rPr>
          <w:rStyle w:val="libBold2Char"/>
          <w:rtl/>
        </w:rPr>
        <w:t>)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وما رواه النسائي والمحب الطبري</w:t>
      </w:r>
      <w:r w:rsidR="00455A43">
        <w:rPr>
          <w:rtl/>
        </w:rPr>
        <w:t>،</w:t>
      </w:r>
      <w:r w:rsidR="00402856"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إنّ ابنتي فاطمة حوراء إذ لم تحضْ ولم تطمث</w:t>
      </w:r>
      <w:r w:rsidR="00455A43">
        <w:rPr>
          <w:rStyle w:val="libBold2Char"/>
          <w:rtl/>
        </w:rPr>
        <w:t>،</w:t>
      </w:r>
      <w:r w:rsidR="00402856" w:rsidRPr="00402856">
        <w:rPr>
          <w:rStyle w:val="libBold2Char"/>
          <w:rtl/>
        </w:rPr>
        <w:t xml:space="preserve"> وإنّما سمّاها فاطمة</w:t>
      </w:r>
      <w:r w:rsidR="00455A43">
        <w:rPr>
          <w:rStyle w:val="libBold2Char"/>
          <w:rtl/>
        </w:rPr>
        <w:t>؛</w:t>
      </w:r>
      <w:r w:rsidR="00402856" w:rsidRPr="00402856">
        <w:rPr>
          <w:rStyle w:val="libBold2Char"/>
          <w:rtl/>
        </w:rPr>
        <w:t xml:space="preserve"> لأنّ الله عزّ وجل فطمها ومحبّيها من النار</w:t>
      </w:r>
      <w:r>
        <w:rPr>
          <w:rStyle w:val="libBold2Char"/>
          <w:rtl/>
        </w:rPr>
        <w:t>)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ويقول المقريزي</w:t>
      </w:r>
      <w:r w:rsidR="00455A43">
        <w:rPr>
          <w:rtl/>
        </w:rPr>
        <w:t>،</w:t>
      </w:r>
      <w:r w:rsidRPr="00402856">
        <w:rPr>
          <w:rtl/>
        </w:rPr>
        <w:t xml:space="preserve"> نقلاً عن العلاّمة نجم الدين سليمان الطوفي في </w:t>
      </w:r>
      <w:r w:rsidR="00352E1E">
        <w:rPr>
          <w:rtl/>
        </w:rPr>
        <w:t>(</w:t>
      </w:r>
      <w:r w:rsidRPr="00402856">
        <w:rPr>
          <w:rtl/>
        </w:rPr>
        <w:t>الإرشادات الإلهية في المباحث الأصوليّة</w:t>
      </w:r>
      <w:r w:rsidR="00352E1E">
        <w:rPr>
          <w:rtl/>
        </w:rPr>
        <w:t>)</w:t>
      </w:r>
      <w:r w:rsidRPr="00402856">
        <w:rPr>
          <w:rtl/>
        </w:rPr>
        <w:t>: إنّ الشيعة قد احتجّت بقوله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على أنّ أهل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البيت معصومون</w:t>
      </w:r>
      <w:r w:rsidR="00455A43">
        <w:rPr>
          <w:rtl/>
        </w:rPr>
        <w:t>،</w:t>
      </w:r>
      <w:r w:rsidRPr="00402856">
        <w:rPr>
          <w:rtl/>
        </w:rPr>
        <w:t xml:space="preserve"> ثُمّ على أنّ إجماعهم حجّة</w:t>
      </w:r>
      <w:r w:rsidR="00455A43">
        <w:rPr>
          <w:rtl/>
        </w:rPr>
        <w:t>،</w:t>
      </w:r>
      <w:r w:rsidRPr="00402856">
        <w:rPr>
          <w:rtl/>
        </w:rPr>
        <w:t xml:space="preserve"> أمّا أنّهم معصومون</w:t>
      </w:r>
      <w:r w:rsidR="00455A43">
        <w:rPr>
          <w:rtl/>
        </w:rPr>
        <w:t>؛</w:t>
      </w:r>
      <w:r w:rsidRPr="00402856">
        <w:rPr>
          <w:rtl/>
        </w:rPr>
        <w:t xml:space="preserve"> فلأنّهم طُهّروا</w:t>
      </w:r>
      <w:r w:rsidR="00455A43">
        <w:rPr>
          <w:rtl/>
        </w:rPr>
        <w:t>،</w:t>
      </w:r>
      <w:r w:rsidRPr="00402856">
        <w:rPr>
          <w:rtl/>
        </w:rPr>
        <w:t xml:space="preserve"> وأُذهب الرجس عنهم</w:t>
      </w:r>
      <w:r w:rsidR="00455A43">
        <w:rPr>
          <w:rtl/>
        </w:rPr>
        <w:t>.</w:t>
      </w:r>
      <w:r w:rsidRPr="00402856">
        <w:rPr>
          <w:rtl/>
        </w:rPr>
        <w:t xml:space="preserve"> كلّ مَن كان كذلك فهو معصوم</w:t>
      </w:r>
      <w:r w:rsidR="00455A43">
        <w:rPr>
          <w:rtl/>
        </w:rPr>
        <w:t>.</w:t>
      </w:r>
      <w:r w:rsidRPr="00402856">
        <w:rPr>
          <w:rtl/>
        </w:rPr>
        <w:t xml:space="preserve"> أمّا الأولى فلنصّ الآية</w:t>
      </w:r>
      <w:r w:rsidR="00AF124A">
        <w:rPr>
          <w:rtl/>
        </w:rPr>
        <w:t xml:space="preserve"> - </w:t>
      </w:r>
      <w:r w:rsidRPr="00402856">
        <w:rPr>
          <w:rtl/>
        </w:rPr>
        <w:t>الأحزاب 33</w:t>
      </w:r>
      <w:r w:rsidR="00AF124A">
        <w:rPr>
          <w:rtl/>
        </w:rPr>
        <w:t xml:space="preserve"> -</w:t>
      </w:r>
      <w:r w:rsidR="00455A43">
        <w:rPr>
          <w:rtl/>
        </w:rPr>
        <w:t>،</w:t>
      </w:r>
      <w:r w:rsidRPr="00402856">
        <w:rPr>
          <w:rtl/>
        </w:rPr>
        <w:t xml:space="preserve"> وأمّا الثانية</w:t>
      </w:r>
      <w:r w:rsidR="00455A43">
        <w:rPr>
          <w:rtl/>
        </w:rPr>
        <w:t>؛</w:t>
      </w:r>
      <w:r w:rsidRPr="00402856">
        <w:rPr>
          <w:rtl/>
        </w:rPr>
        <w:t xml:space="preserve"> فلأنّ الرجس اسم جامع لكلّ شرّ ونقص</w:t>
      </w:r>
      <w:r w:rsidR="00455A43">
        <w:rPr>
          <w:rtl/>
        </w:rPr>
        <w:t>،</w:t>
      </w:r>
      <w:r w:rsidRPr="00402856">
        <w:rPr>
          <w:rtl/>
        </w:rPr>
        <w:t xml:space="preserve"> والخطأ وعدم العصمة بالجملة شرّ ونقص</w:t>
      </w:r>
      <w:r w:rsidR="00455A43">
        <w:rPr>
          <w:rtl/>
        </w:rPr>
        <w:t>،</w:t>
      </w:r>
      <w:r w:rsidRPr="00402856">
        <w:rPr>
          <w:rtl/>
        </w:rPr>
        <w:t xml:space="preserve"> يندرج تحت عموم الرجس الذاهب عنهم بنصّ الآية</w:t>
      </w:r>
      <w:r w:rsidR="00455A43">
        <w:rPr>
          <w:rtl/>
        </w:rPr>
        <w:t>،</w:t>
      </w:r>
      <w:r w:rsidRPr="00402856">
        <w:rPr>
          <w:rtl/>
        </w:rPr>
        <w:t xml:space="preserve"> وبالتالي تكون لهم الإصابة في القول والفعل والاعتقاد</w:t>
      </w:r>
      <w:r w:rsidR="00455A43">
        <w:rPr>
          <w:rtl/>
        </w:rPr>
        <w:t>،</w:t>
      </w:r>
      <w:r w:rsidRPr="00402856">
        <w:rPr>
          <w:rtl/>
        </w:rPr>
        <w:t xml:space="preserve"> والعصمة بالجملة ثابتة لهم</w:t>
      </w:r>
      <w:r w:rsidR="00455A43">
        <w:rPr>
          <w:rtl/>
        </w:rPr>
        <w:t>،</w:t>
      </w:r>
      <w:r w:rsidRPr="00402856">
        <w:rPr>
          <w:rtl/>
        </w:rPr>
        <w:t xml:space="preserve"> فضلاً عن أنّ الله طهّرهم وأكّد تطهيرهم بصيغة المصدر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وَيُطَهِّرَكُمْ تَطْهِيراً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ثُمّ أكّد عصمتهم من الكتاب والسنّة</w:t>
      </w:r>
      <w:r w:rsidR="00455A43">
        <w:rPr>
          <w:rtl/>
        </w:rPr>
        <w:t>،</w:t>
      </w:r>
      <w:r w:rsidRPr="00402856">
        <w:rPr>
          <w:rtl/>
        </w:rPr>
        <w:t xml:space="preserve"> في الإمام علي وحده</w:t>
      </w:r>
      <w:r w:rsidR="00455A43">
        <w:rPr>
          <w:rtl/>
        </w:rPr>
        <w:t>،</w:t>
      </w:r>
      <w:r w:rsidRPr="00402856">
        <w:rPr>
          <w:rtl/>
        </w:rPr>
        <w:t xml:space="preserve"> وفي فاطمة عليها السلام وحدها</w:t>
      </w:r>
      <w:r w:rsidR="00455A43">
        <w:rPr>
          <w:rtl/>
        </w:rPr>
        <w:t>،</w:t>
      </w:r>
      <w:r w:rsidRPr="00402856">
        <w:rPr>
          <w:rtl/>
        </w:rPr>
        <w:t xml:space="preserve"> وفيهم جميعاً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أمّا دليل العصمة من الإمام علي</w:t>
      </w:r>
      <w:r w:rsidR="00455A43">
        <w:rPr>
          <w:rtl/>
        </w:rPr>
        <w:t>،</w:t>
      </w:r>
      <w:r w:rsidRPr="00402856">
        <w:rPr>
          <w:rtl/>
        </w:rPr>
        <w:t xml:space="preserve"> فقد ثبت أنّ النبي صلّى الله عليه وسلّم لمّا أرسله إلى اليمن قاضياً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كيف تبعثني قاضياً ولا عِلم لي بالقضاء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>!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اذهب فإنّ الله سيهدي قلبك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ويُسدّد لسانك)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ضرب صدره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اهدِ قلبه وسدّد لسانه</w:t>
      </w:r>
      <w:r w:rsidR="00352E1E">
        <w:rPr>
          <w:rStyle w:val="libBold2Char"/>
          <w:rtl/>
        </w:rPr>
        <w:t>)</w:t>
      </w:r>
      <w:r w:rsidRPr="00402856">
        <w:rPr>
          <w:rtl/>
        </w:rPr>
        <w:t>، قالوا</w:t>
      </w:r>
      <w:r w:rsidR="00455A43">
        <w:rPr>
          <w:rtl/>
        </w:rPr>
        <w:t>:</w:t>
      </w:r>
      <w:r w:rsidRPr="00402856">
        <w:rPr>
          <w:rtl/>
        </w:rPr>
        <w:t xml:space="preserve"> قد دعا له بهداية القلب وسداد اللسان</w:t>
      </w:r>
      <w:r w:rsidR="00455A43">
        <w:rPr>
          <w:rtl/>
        </w:rPr>
        <w:t>،</w:t>
      </w:r>
      <w:r w:rsidRPr="00402856">
        <w:rPr>
          <w:rtl/>
        </w:rPr>
        <w:t xml:space="preserve"> وأخبره بأنّه سيكونان له</w:t>
      </w:r>
      <w:r w:rsidR="00455A43">
        <w:rPr>
          <w:rtl/>
        </w:rPr>
        <w:t>.</w:t>
      </w:r>
      <w:r w:rsidRPr="00402856">
        <w:rPr>
          <w:rtl/>
        </w:rPr>
        <w:t xml:space="preserve"> ودعاؤه مُستجاب</w:t>
      </w:r>
      <w:r w:rsidR="00455A43">
        <w:rPr>
          <w:rtl/>
        </w:rPr>
        <w:t>،</w:t>
      </w:r>
      <w:r w:rsidRPr="00402856">
        <w:rPr>
          <w:rtl/>
        </w:rPr>
        <w:t xml:space="preserve"> وخبرُه حقّ وصدْق</w:t>
      </w:r>
      <w:r w:rsidR="00455A43">
        <w:rPr>
          <w:rtl/>
        </w:rPr>
        <w:t>،</w:t>
      </w:r>
      <w:r w:rsidRPr="00402856">
        <w:rPr>
          <w:rtl/>
        </w:rPr>
        <w:t xml:space="preserve"> ونحن لا نعني بالعصمة إلاّ هداية القلب للحق</w:t>
      </w:r>
      <w:r w:rsidR="00455A43">
        <w:rPr>
          <w:rtl/>
        </w:rPr>
        <w:t>،</w:t>
      </w:r>
      <w:r w:rsidRPr="00402856">
        <w:rPr>
          <w:rtl/>
        </w:rPr>
        <w:t xml:space="preserve"> ونطق اللسان بالصدق</w:t>
      </w:r>
      <w:r w:rsidR="00455A43">
        <w:rPr>
          <w:rtl/>
        </w:rPr>
        <w:t>،</w:t>
      </w:r>
      <w:r w:rsidRPr="00402856">
        <w:rPr>
          <w:rtl/>
        </w:rPr>
        <w:t xml:space="preserve"> فمَن كان عنده للعصمة معنى غير هذا أو ما يُلازمه فليذكره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دليل العصمة في فاطمة عليها السلام</w:t>
      </w:r>
      <w:r w:rsidR="00455A43">
        <w:rPr>
          <w:rtl/>
        </w:rPr>
        <w:t>؛</w:t>
      </w:r>
      <w:r w:rsidRPr="00402856">
        <w:rPr>
          <w:rtl/>
        </w:rPr>
        <w:t xml:space="preserve"> فقوله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 يُريبني ما رابها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ويؤذيني ما آذاها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أخرجه البخاري ومسلم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والنبي صلّى الله عليه وسلّم معصوم</w:t>
      </w:r>
      <w:r w:rsidR="00455A43">
        <w:rPr>
          <w:rtl/>
        </w:rPr>
        <w:t>،</w:t>
      </w:r>
      <w:r w:rsidRPr="00402856">
        <w:rPr>
          <w:rtl/>
        </w:rPr>
        <w:t xml:space="preserve"> فبضعته</w:t>
      </w:r>
      <w:r w:rsidR="00AF124A">
        <w:rPr>
          <w:rtl/>
        </w:rPr>
        <w:t xml:space="preserve"> - </w:t>
      </w:r>
      <w:r w:rsidRPr="00402856">
        <w:rPr>
          <w:rtl/>
        </w:rPr>
        <w:t>أي جزؤه</w:t>
      </w:r>
      <w:r w:rsidR="00AF124A">
        <w:rPr>
          <w:rtl/>
        </w:rPr>
        <w:t xml:space="preserve"> - </w:t>
      </w:r>
      <w:r w:rsidRPr="00402856">
        <w:rPr>
          <w:rtl/>
        </w:rPr>
        <w:t>والقطعة منه يجب أن تكون معصومة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وأمّا دليل العصمة فيهم جميعاً </w:t>
      </w:r>
      <w:r w:rsidR="00352E1E">
        <w:rPr>
          <w:rtl/>
        </w:rPr>
        <w:t>(</w:t>
      </w:r>
      <w:r w:rsidRPr="00402856">
        <w:rPr>
          <w:rtl/>
        </w:rPr>
        <w:t>علي وفاطمة والحسن والحسين</w:t>
      </w:r>
      <w:r w:rsidR="00352E1E">
        <w:rPr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فقوله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تارك فيكم ما إن تمسّكتم به لن تضلّوا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وإنّهما لن يفترقا حتى يرِدا عليّ الحوض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الترمذي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ووجه دلالته</w:t>
      </w:r>
      <w:r w:rsidR="00455A43">
        <w:rPr>
          <w:rtl/>
        </w:rPr>
        <w:t>؛</w:t>
      </w:r>
      <w:r w:rsidRPr="00402856">
        <w:rPr>
          <w:rtl/>
        </w:rPr>
        <w:t xml:space="preserve"> أنّه لازَمَ بين أهل بيته والقرآن المعصوم</w:t>
      </w:r>
      <w:r w:rsidR="00455A43">
        <w:rPr>
          <w:rtl/>
        </w:rPr>
        <w:t>،</w:t>
      </w:r>
      <w:r w:rsidRPr="00402856">
        <w:rPr>
          <w:rtl/>
        </w:rPr>
        <w:t xml:space="preserve"> وما لازَم المعصوم فهو معصوم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وإذا ثبت عصمة أهل البيت وجب أن يكون إجماعهم حجّة</w:t>
      </w:r>
      <w:r w:rsidR="00455A43">
        <w:rPr>
          <w:rtl/>
        </w:rPr>
        <w:t>؛</w:t>
      </w:r>
      <w:r w:rsidRPr="00402856">
        <w:rPr>
          <w:rtl/>
        </w:rPr>
        <w:t xml:space="preserve"> لامتناع الخطأ والرجس عليهم بشهادة السمع المعصوم</w:t>
      </w:r>
      <w:r w:rsidR="00455A43">
        <w:rPr>
          <w:rtl/>
        </w:rPr>
        <w:t>،</w:t>
      </w:r>
      <w:r w:rsidRPr="00402856">
        <w:rPr>
          <w:rtl/>
        </w:rPr>
        <w:t xml:space="preserve"> وإلاّ لزم وقوع الخطأ فيه</w:t>
      </w:r>
      <w:r w:rsidR="00455A43">
        <w:rPr>
          <w:rtl/>
        </w:rPr>
        <w:t>،</w:t>
      </w:r>
      <w:r w:rsidRPr="00402856">
        <w:rPr>
          <w:rtl/>
        </w:rPr>
        <w:t xml:space="preserve"> وأنّه مُحال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واعترض الجمهور بأن قالوا</w:t>
      </w:r>
      <w:r w:rsidR="00455A43">
        <w:rPr>
          <w:rtl/>
        </w:rPr>
        <w:t>:</w:t>
      </w:r>
      <w:r w:rsidRPr="00402856">
        <w:rPr>
          <w:rtl/>
        </w:rPr>
        <w:t xml:space="preserve"> لا نُسلّم أنّ أهل البيت في الآية مَن ذَكرتم</w:t>
      </w:r>
      <w:r w:rsidR="00455A43">
        <w:rPr>
          <w:rtl/>
        </w:rPr>
        <w:t>،</w:t>
      </w:r>
      <w:r w:rsidRPr="00402856">
        <w:rPr>
          <w:rtl/>
        </w:rPr>
        <w:t xml:space="preserve"> بل هُم نساء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وأمّا ما أكدّتم به عصمتهم من السنّة</w:t>
      </w:r>
      <w:r w:rsidR="00455A43">
        <w:rPr>
          <w:rtl/>
        </w:rPr>
        <w:t>،</w:t>
      </w:r>
      <w:r w:rsidRPr="00402856">
        <w:rPr>
          <w:rtl/>
        </w:rPr>
        <w:t xml:space="preserve"> فأخبار آحاد لا تقولون بها</w:t>
      </w:r>
      <w:r w:rsidR="00455A43">
        <w:rPr>
          <w:rtl/>
        </w:rPr>
        <w:t>،</w:t>
      </w:r>
      <w:r w:rsidRPr="00402856">
        <w:rPr>
          <w:rtl/>
        </w:rPr>
        <w:t xml:space="preserve"> مع أنّ دلالتها ضعيفة</w:t>
      </w:r>
      <w:r w:rsidR="00455A43">
        <w:rPr>
          <w:rtl/>
        </w:rPr>
        <w:t>،</w:t>
      </w:r>
      <w:r w:rsidRPr="00402856">
        <w:rPr>
          <w:rtl/>
        </w:rPr>
        <w:t xml:space="preserve"> وأجاب الشيعة بأنّ الدليل على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 xml:space="preserve">أنّ أهل البيت في الآية مَن ذكرنا </w:t>
      </w:r>
      <w:r w:rsidR="00352E1E">
        <w:rPr>
          <w:rtl/>
        </w:rPr>
        <w:t>(</w:t>
      </w:r>
      <w:r w:rsidRPr="00402856">
        <w:rPr>
          <w:rtl/>
        </w:rPr>
        <w:t>علي وفاطمة وولداهما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فثابت بالنصّ والإجماع</w:t>
      </w:r>
      <w:r w:rsidR="00AF124A">
        <w:rPr>
          <w:rtl/>
        </w:rPr>
        <w:t xml:space="preserve"> - </w:t>
      </w:r>
      <w:r w:rsidRPr="00402856">
        <w:rPr>
          <w:rtl/>
        </w:rPr>
        <w:t>وقد ذكرنا ذلك من قبل</w:t>
      </w:r>
      <w:r w:rsidR="00455A43">
        <w:rPr>
          <w:rtl/>
        </w:rPr>
        <w:t>،</w:t>
      </w:r>
      <w:r w:rsidRPr="00402856">
        <w:rPr>
          <w:rtl/>
        </w:rPr>
        <w:t xml:space="preserve"> عند تحديدنا لأهل البيت</w:t>
      </w:r>
      <w:r w:rsidR="00AF124A">
        <w:rPr>
          <w:rtl/>
        </w:rPr>
        <w:t xml:space="preserve"> - </w:t>
      </w:r>
      <w:r w:rsidRPr="00402856">
        <w:rPr>
          <w:rtl/>
        </w:rPr>
        <w:t>وأمّا خبر الآحاد</w:t>
      </w:r>
      <w:r w:rsidR="00455A43">
        <w:rPr>
          <w:rtl/>
        </w:rPr>
        <w:t>،</w:t>
      </w:r>
      <w:r w:rsidRPr="00402856">
        <w:rPr>
          <w:rtl/>
        </w:rPr>
        <w:t xml:space="preserve"> فقال الشيعة عنه</w:t>
      </w:r>
      <w:r w:rsidR="00455A43">
        <w:rPr>
          <w:rtl/>
        </w:rPr>
        <w:t>:</w:t>
      </w:r>
      <w:r w:rsidRPr="00402856">
        <w:rPr>
          <w:rtl/>
        </w:rPr>
        <w:t xml:space="preserve"> إنّنا أكّدنا به دليل الكتاب</w:t>
      </w:r>
      <w:r w:rsidR="00455A43">
        <w:rPr>
          <w:rtl/>
        </w:rPr>
        <w:t>،</w:t>
      </w:r>
      <w:r w:rsidRPr="00402856">
        <w:rPr>
          <w:rtl/>
        </w:rPr>
        <w:t xml:space="preserve"> ثُمّ هي لازمة لكم</w:t>
      </w:r>
      <w:r w:rsidR="00455A43">
        <w:rPr>
          <w:rtl/>
        </w:rPr>
        <w:t>،</w:t>
      </w:r>
      <w:r w:rsidRPr="00402856">
        <w:rPr>
          <w:rtl/>
        </w:rPr>
        <w:t xml:space="preserve"> فنحن أوردناها إلزاماً لا استدلالاً</w:t>
      </w:r>
      <w:r w:rsidR="00455A43">
        <w:rPr>
          <w:rtl/>
        </w:rPr>
        <w:t>،</w:t>
      </w:r>
      <w:r w:rsidRPr="00402856">
        <w:rPr>
          <w:rtl/>
        </w:rPr>
        <w:t xml:space="preserve"> على أنّ الرأي عند </w:t>
      </w:r>
      <w:r w:rsidR="00352E1E">
        <w:rPr>
          <w:rtl/>
        </w:rPr>
        <w:t>(</w:t>
      </w:r>
      <w:r w:rsidRPr="00402856">
        <w:rPr>
          <w:rtl/>
        </w:rPr>
        <w:t>الطوفي</w:t>
      </w:r>
      <w:r w:rsidR="00352E1E">
        <w:rPr>
          <w:rtl/>
        </w:rPr>
        <w:t>)</w:t>
      </w:r>
      <w:r w:rsidRPr="00402856">
        <w:rPr>
          <w:rtl/>
        </w:rPr>
        <w:t xml:space="preserve"> أنّ آية الأحزاب 33</w:t>
      </w:r>
      <w:r w:rsidR="00AF124A">
        <w:rPr>
          <w:rtl/>
        </w:rPr>
        <w:t xml:space="preserve"> - </w:t>
      </w:r>
      <w:r w:rsidRPr="00402856">
        <w:rPr>
          <w:rtl/>
        </w:rPr>
        <w:t>آية التطهير</w:t>
      </w:r>
      <w:r w:rsidR="00AF124A">
        <w:rPr>
          <w:rtl/>
        </w:rPr>
        <w:t xml:space="preserve"> - </w:t>
      </w:r>
      <w:r w:rsidRPr="00402856">
        <w:rPr>
          <w:rtl/>
        </w:rPr>
        <w:t>ليست نصّاً ولا قاطعاً في عصمة آل البيت</w:t>
      </w:r>
      <w:r w:rsidR="00455A43">
        <w:rPr>
          <w:rtl/>
        </w:rPr>
        <w:t>،</w:t>
      </w:r>
      <w:r w:rsidRPr="00402856">
        <w:rPr>
          <w:rtl/>
        </w:rPr>
        <w:t xml:space="preserve"> وإنّما قصاراها أنّها ظاهرة في ذلك بطريق الاستدلال الذي حكيناه عنهم</w:t>
      </w:r>
      <w:r w:rsidR="00455A43">
        <w:rPr>
          <w:rtl/>
        </w:rPr>
        <w:t>.</w:t>
      </w:r>
      <w:r w:rsidRPr="00402856">
        <w:rPr>
          <w:rtl/>
        </w:rPr>
        <w:t xml:space="preserve"> ولعلّ من الأهميّة بمكان الإشارة إلى أنّنا سبق أن أشرنا من قبل إلى دخول أبناء فاطمة البتول في حُكم آية التطهير </w:t>
      </w:r>
      <w:r w:rsidR="00352E1E">
        <w:rPr>
          <w:rtl/>
        </w:rPr>
        <w:t>(</w:t>
      </w:r>
      <w:r w:rsidRPr="00402856">
        <w:rPr>
          <w:rtl/>
        </w:rPr>
        <w:t>الأحزاب 33</w:t>
      </w:r>
      <w:r w:rsidR="00352E1E">
        <w:rPr>
          <w:rtl/>
        </w:rPr>
        <w:t>)</w:t>
      </w:r>
      <w:r w:rsidRPr="00402856">
        <w:rPr>
          <w:rtl/>
        </w:rPr>
        <w:t xml:space="preserve"> من الغفران</w:t>
      </w:r>
      <w:r w:rsidR="00455A43">
        <w:rPr>
          <w:rtl/>
        </w:rPr>
        <w:t>،</w:t>
      </w:r>
      <w:r w:rsidRPr="00402856">
        <w:rPr>
          <w:rtl/>
        </w:rPr>
        <w:t xml:space="preserve"> فهُم المُطهّرون اختصاصاً من الله</w:t>
      </w:r>
      <w:r w:rsidR="00455A43">
        <w:rPr>
          <w:rtl/>
        </w:rPr>
        <w:t>،</w:t>
      </w:r>
      <w:r w:rsidRPr="00402856">
        <w:rPr>
          <w:rtl/>
        </w:rPr>
        <w:t xml:space="preserve"> وعناية بهم</w:t>
      </w:r>
      <w:r w:rsidR="00455A43">
        <w:rPr>
          <w:rtl/>
        </w:rPr>
        <w:t>؛</w:t>
      </w:r>
      <w:r w:rsidRPr="00402856">
        <w:rPr>
          <w:rtl/>
        </w:rPr>
        <w:t xml:space="preserve"> لشرف محمّد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وعناية الله به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ويذهب بعض العارفين إلى أنّ حُكم هذه النسبة لأهل البيت تكون في الدار الآخرة</w:t>
      </w:r>
      <w:r w:rsidR="00455A43">
        <w:rPr>
          <w:rtl/>
        </w:rPr>
        <w:t>،</w:t>
      </w:r>
      <w:r w:rsidRPr="00402856">
        <w:rPr>
          <w:rtl/>
        </w:rPr>
        <w:t xml:space="preserve"> فإنّهم يُحشرون مغفوراً لهم</w:t>
      </w:r>
      <w:r w:rsidR="00455A43">
        <w:rPr>
          <w:rtl/>
        </w:rPr>
        <w:t>،</w:t>
      </w:r>
      <w:r w:rsidRPr="00402856">
        <w:rPr>
          <w:rtl/>
        </w:rPr>
        <w:t xml:space="preserve">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جَنَّاتُ عَدْنٍ يَدْخُلُونَهَا وَمَنْ صَلَحَ مِنْ آبَائِهِمْ وَأَزْوَاجِهِمْ وَذُرِّيَّاتِهِمْ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الرعد 24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سعيد بن جبير</w:t>
      </w:r>
      <w:r w:rsidR="00455A43">
        <w:rPr>
          <w:rtl/>
        </w:rPr>
        <w:t>:</w:t>
      </w:r>
      <w:r w:rsidRPr="00402856">
        <w:rPr>
          <w:rtl/>
        </w:rPr>
        <w:t xml:space="preserve"> يدخل الرجل الجنّة</w:t>
      </w:r>
      <w:r w:rsidR="00455A43">
        <w:rPr>
          <w:rtl/>
        </w:rPr>
        <w:t>،</w:t>
      </w:r>
      <w:r w:rsidRPr="00402856">
        <w:rPr>
          <w:rtl/>
        </w:rPr>
        <w:t xml:space="preserve"> فيقول</w:t>
      </w:r>
      <w:r w:rsidR="00455A43">
        <w:rPr>
          <w:rtl/>
        </w:rPr>
        <w:t>:</w:t>
      </w:r>
      <w:r w:rsidRPr="00402856">
        <w:rPr>
          <w:rtl/>
        </w:rPr>
        <w:t xml:space="preserve"> أين أبي</w:t>
      </w:r>
      <w:r w:rsidR="00455A43">
        <w:rPr>
          <w:rtl/>
        </w:rPr>
        <w:t>؟</w:t>
      </w:r>
      <w:r w:rsidRPr="00402856">
        <w:rPr>
          <w:rtl/>
        </w:rPr>
        <w:t xml:space="preserve"> أين أُمي</w:t>
      </w:r>
      <w:r w:rsidR="00455A43">
        <w:rPr>
          <w:rtl/>
        </w:rPr>
        <w:t>؟</w:t>
      </w:r>
      <w:r w:rsidRPr="00402856">
        <w:rPr>
          <w:rtl/>
        </w:rPr>
        <w:t xml:space="preserve"> أين زوجي</w:t>
      </w:r>
      <w:r w:rsidR="00455A43">
        <w:rPr>
          <w:rtl/>
        </w:rPr>
        <w:t>؟</w:t>
      </w:r>
      <w:r w:rsidRPr="00402856">
        <w:rPr>
          <w:rtl/>
        </w:rPr>
        <w:t xml:space="preserve"> فيُقال لهم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 يعملوا مثل عملك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فيقول</w:t>
      </w:r>
      <w:r w:rsidR="00455A43">
        <w:rPr>
          <w:rtl/>
        </w:rPr>
        <w:t>:</w:t>
      </w:r>
      <w:r w:rsidRPr="00402856">
        <w:rPr>
          <w:rtl/>
        </w:rPr>
        <w:t xml:space="preserve"> كنتُ أعمل لي ولهم</w:t>
      </w:r>
      <w:r w:rsidR="00455A43">
        <w:rPr>
          <w:rtl/>
        </w:rPr>
        <w:t>،</w:t>
      </w:r>
      <w:r w:rsidRPr="00402856">
        <w:rPr>
          <w:rtl/>
        </w:rPr>
        <w:t xml:space="preserve"> فيُقال لهم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ادخلوا الجنّة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ويقول ابن عباس</w:t>
      </w:r>
      <w:r w:rsidR="00455A43">
        <w:rPr>
          <w:rtl/>
        </w:rPr>
        <w:t>:</w:t>
      </w:r>
      <w:r w:rsidRPr="00402856">
        <w:rPr>
          <w:rtl/>
        </w:rPr>
        <w:t xml:space="preserve"> إنّ الله تعالى جعل من ثواب المُطيع سروره بما يراه في أهله</w:t>
      </w:r>
      <w:r w:rsidR="00455A43">
        <w:rPr>
          <w:rtl/>
        </w:rPr>
        <w:t>،</w:t>
      </w:r>
      <w:r w:rsidRPr="00402856">
        <w:rPr>
          <w:rtl/>
        </w:rPr>
        <w:t xml:space="preserve"> حيث بشّره بدخول الجنّة مع هؤلاء</w:t>
      </w:r>
      <w:r w:rsidR="00455A43">
        <w:rPr>
          <w:rtl/>
        </w:rPr>
        <w:t>،</w:t>
      </w:r>
      <w:r w:rsidRPr="00402856">
        <w:rPr>
          <w:rtl/>
        </w:rPr>
        <w:t xml:space="preserve"> فدلّ على أنّهم يدخلونها كرامة للمُطيع العامل</w:t>
      </w:r>
      <w:r w:rsidR="00455A43">
        <w:rPr>
          <w:rtl/>
        </w:rPr>
        <w:t>،</w:t>
      </w:r>
      <w:r w:rsidRPr="00402856">
        <w:rPr>
          <w:rtl/>
        </w:rPr>
        <w:t xml:space="preserve"> ولا فائدة للتبشير والوعد إلاّ بهذا</w:t>
      </w:r>
      <w:r w:rsidR="00455A43">
        <w:rPr>
          <w:rtl/>
        </w:rPr>
        <w:t>؛</w:t>
      </w:r>
      <w:r w:rsidRPr="00402856">
        <w:rPr>
          <w:rtl/>
        </w:rPr>
        <w:t xml:space="preserve"> إذ كلّ مُصلح في عمله قد وُعد دخول الجنّة</w:t>
      </w:r>
      <w:r w:rsidR="00455A43">
        <w:rPr>
          <w:rtl/>
        </w:rPr>
        <w:t>،</w:t>
      </w:r>
      <w:r w:rsidRPr="00402856">
        <w:rPr>
          <w:rtl/>
        </w:rPr>
        <w:t xml:space="preserve"> وبديهي أنّه إذا جاز أن يكرم الله تعالى عباده المؤمنين بالذين عملوا بطاعته</w:t>
      </w:r>
      <w:r w:rsidR="00455A43">
        <w:rPr>
          <w:rtl/>
        </w:rPr>
        <w:t>،</w:t>
      </w:r>
      <w:r w:rsidRPr="00402856">
        <w:rPr>
          <w:rtl/>
        </w:rPr>
        <w:t xml:space="preserve"> ونهوا أنفسهم عن مُخالفته بأن يدخل معهم الجنّة من أهاليهم وذوي قرباهم مَن كان مؤمناً قد قصّر في عبادة ربّه</w:t>
      </w:r>
      <w:r w:rsidR="00455A43">
        <w:rPr>
          <w:rtl/>
        </w:rPr>
        <w:t>،</w:t>
      </w:r>
      <w:r w:rsidRPr="00402856">
        <w:rPr>
          <w:rtl/>
        </w:rPr>
        <w:t xml:space="preserve"> وخالف بعض ما نُهي عنه بطريق التبعية لهم</w:t>
      </w:r>
      <w:r w:rsidR="00455A43">
        <w:rPr>
          <w:rtl/>
        </w:rPr>
        <w:t>،</w:t>
      </w:r>
      <w:r w:rsidRPr="00402856">
        <w:rPr>
          <w:rtl/>
        </w:rPr>
        <w:t xml:space="preserve"> لا أنّهم قد استحّقوا تلك المنازل بما أسلفوا من الطاعات في الدنيا</w:t>
      </w:r>
      <w:r w:rsidR="00455A43">
        <w:rPr>
          <w:rtl/>
        </w:rPr>
        <w:t>،</w:t>
      </w:r>
      <w:r w:rsidRPr="00402856">
        <w:rPr>
          <w:rtl/>
        </w:rPr>
        <w:t xml:space="preserve"> فرسول الله صلّى الله عليه وسلّم سيّد المرسلين وإمام المتقّين</w:t>
      </w:r>
      <w:r w:rsidR="00455A43">
        <w:rPr>
          <w:rtl/>
        </w:rPr>
        <w:t>،</w:t>
      </w:r>
      <w:r w:rsidRPr="00402856">
        <w:rPr>
          <w:rtl/>
        </w:rPr>
        <w:t xml:space="preserve"> لأَولى بهذه الكرامة</w:t>
      </w:r>
      <w:r w:rsidR="00455A43">
        <w:rPr>
          <w:rtl/>
        </w:rPr>
        <w:t>،</w:t>
      </w:r>
      <w:r w:rsidRPr="00402856">
        <w:rPr>
          <w:rtl/>
        </w:rPr>
        <w:t xml:space="preserve"> أن يُدخل الله تعالى عُصاة ذريتّه الجنّة تبعاً له</w:t>
      </w:r>
      <w:r w:rsidR="00455A43">
        <w:rPr>
          <w:rtl/>
        </w:rPr>
        <w:t>،</w:t>
      </w:r>
      <w:r w:rsidRPr="00402856">
        <w:rPr>
          <w:rtl/>
        </w:rPr>
        <w:t xml:space="preserve"> ويرضى عنهم برضاه عنه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جرير في تفسيره</w:t>
      </w:r>
      <w:r w:rsidR="00455A43">
        <w:rPr>
          <w:rtl/>
        </w:rPr>
        <w:t>،</w:t>
      </w:r>
      <w:r w:rsidRPr="00402856">
        <w:rPr>
          <w:rtl/>
        </w:rPr>
        <w:t xml:space="preserve"> عن سعيد بن جبير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ليرفع ذرية المؤمن إليه في درجته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 كانوا دونه في العمل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تقرّ بهم عينه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قرأ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 xml:space="preserve">وَالَّذِينَ آمَنُوا وَاتَّبَعَتْهُمْ ذُرِّيَّتُهُمْ بِإِيمَانٍ أَلْحَقْنَا بِهِمْ ذُرِّيَّتَهُمْ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AieChar"/>
          <w:rFonts w:hint="cs"/>
          <w:rtl/>
        </w:rPr>
        <w:lastRenderedPageBreak/>
        <w:t>وَمَا أَلَتْنَاهُمْ مِنْ عَمَلِهِمْ مِنْ شَيْءٍ</w:t>
      </w:r>
      <w:r w:rsidR="00352E1E" w:rsidRPr="00352E1E">
        <w:rPr>
          <w:rStyle w:val="libAlaemChar"/>
          <w:rFonts w:hint="cs"/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الطور 21</w:t>
      </w:r>
      <w:r w:rsidR="00AF124A">
        <w:rPr>
          <w:rtl/>
        </w:rPr>
        <w:t xml:space="preserve"> - 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ما أنقصنا الآباء بما أعطيناه للبنين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ويستخلص المقريزي من ذلك</w:t>
      </w:r>
      <w:r w:rsidR="00455A43">
        <w:rPr>
          <w:rtl/>
        </w:rPr>
        <w:t>،</w:t>
      </w:r>
      <w:r w:rsidRPr="00402856">
        <w:rPr>
          <w:rtl/>
        </w:rPr>
        <w:t xml:space="preserve"> بأنّ الله تعالى إذا أكرم المؤمن لإيمانه</w:t>
      </w:r>
      <w:r w:rsidR="00455A43">
        <w:rPr>
          <w:rtl/>
        </w:rPr>
        <w:t>،</w:t>
      </w:r>
      <w:r w:rsidRPr="00402856">
        <w:rPr>
          <w:rtl/>
        </w:rPr>
        <w:t xml:space="preserve"> فجعل ذريته الذين لم يستحّقوا درجته معه في الجنة لتقصيرهم</w:t>
      </w:r>
      <w:r w:rsidR="00455A43">
        <w:rPr>
          <w:rtl/>
        </w:rPr>
        <w:t>،</w:t>
      </w:r>
      <w:r w:rsidRPr="00402856">
        <w:rPr>
          <w:rtl/>
        </w:rPr>
        <w:t xml:space="preserve"> فالمُصطفى صلّى الله عليه وسلّم أكرم على ربّه تبارك وتعالى من أن يُهين ذرّيته بإدخالهم النار في الآخرة</w:t>
      </w:r>
      <w:r w:rsidR="00455A43">
        <w:rPr>
          <w:rtl/>
        </w:rPr>
        <w:t>،</w:t>
      </w:r>
      <w:r w:rsidRPr="00402856">
        <w:rPr>
          <w:rtl/>
        </w:rPr>
        <w:t xml:space="preserve"> وهو عزّ وجل يقول في آل عمران </w:t>
      </w:r>
      <w:r w:rsidR="00352E1E">
        <w:rPr>
          <w:rtl/>
        </w:rPr>
        <w:t>(</w:t>
      </w:r>
      <w:r w:rsidRPr="00402856">
        <w:rPr>
          <w:rtl/>
        </w:rPr>
        <w:t>آية 192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إِنَّكَ مَنْ تُدْخِلْ النَّارَ فَقَدْ أَخْزَيْتَهُ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>، بل من كمال شرفه صلّى الله عليه وسلّم ورفيع قدره وعظيم منزلته عند الله عزّ وجل أن يقرّ الله عينه بالعفو عن جرائم ذريّته</w:t>
      </w:r>
      <w:r w:rsidR="00455A43">
        <w:rPr>
          <w:rtl/>
        </w:rPr>
        <w:t>،</w:t>
      </w:r>
      <w:r w:rsidRPr="00402856">
        <w:rPr>
          <w:rtl/>
        </w:rPr>
        <w:t xml:space="preserve"> والتجاوز عن معاصيهم</w:t>
      </w:r>
      <w:r w:rsidR="00455A43">
        <w:rPr>
          <w:rtl/>
        </w:rPr>
        <w:t>،</w:t>
      </w:r>
      <w:r w:rsidRPr="00402856">
        <w:rPr>
          <w:rtl/>
        </w:rPr>
        <w:t xml:space="preserve"> ومغفرة ذنوبهم</w:t>
      </w:r>
      <w:r w:rsidR="00455A43">
        <w:rPr>
          <w:rtl/>
        </w:rPr>
        <w:t>،</w:t>
      </w:r>
      <w:r w:rsidRPr="00402856">
        <w:rPr>
          <w:rtl/>
        </w:rPr>
        <w:t xml:space="preserve"> وأن يُدخلهم الجنّة من غير عذاب</w:t>
      </w:r>
      <w:r w:rsidR="00455A43">
        <w:rPr>
          <w:rtl/>
        </w:rPr>
        <w:t>،</w:t>
      </w:r>
      <w:r w:rsidRPr="00402856">
        <w:rPr>
          <w:rtl/>
        </w:rPr>
        <w:t xml:space="preserve"> كما يستخلص المقريزى كذلك من قوله تعالى في الآية 82 من الكهف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وَأَمَّا الْجِدَارُ فَكَانَ لِغُلاَمَيْنِ يَتِيمَيْنِ فِي الْمَدِينَةِ وَكَانَ تَحْتَهُ كَنزٌ لَهُمَا وَكَانَ أَبُوهُمَا صَالِحاً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أنّه إذا صحّ أنّ الله سبحانه وتعالى قد حفظ غلامين بصلاح أبويهما وما ذكر عنهما صلاحاً</w:t>
      </w:r>
      <w:r w:rsidR="00455A43">
        <w:rPr>
          <w:rtl/>
        </w:rPr>
        <w:t>،</w:t>
      </w:r>
      <w:r w:rsidRPr="00402856">
        <w:rPr>
          <w:rtl/>
        </w:rPr>
        <w:t xml:space="preserve"> رغم أنّ بينهما سبعة أو تسعة آباء</w:t>
      </w:r>
      <w:r w:rsidR="00455A43">
        <w:rPr>
          <w:rtl/>
        </w:rPr>
        <w:t>،</w:t>
      </w:r>
      <w:r w:rsidRPr="00402856">
        <w:rPr>
          <w:rtl/>
        </w:rPr>
        <w:t xml:space="preserve"> فيكون قد حفظ الأعقاب برعاية الأسلاف</w:t>
      </w:r>
      <w:r w:rsidR="00455A43">
        <w:rPr>
          <w:rtl/>
        </w:rPr>
        <w:t>،</w:t>
      </w:r>
      <w:r w:rsidRPr="00402856">
        <w:rPr>
          <w:rtl/>
        </w:rPr>
        <w:t xml:space="preserve"> وإن طالت الأحقاب</w:t>
      </w:r>
      <w:r w:rsidR="00455A43">
        <w:rPr>
          <w:rtl/>
        </w:rPr>
        <w:t>،</w:t>
      </w:r>
      <w:r w:rsidRPr="00402856">
        <w:rPr>
          <w:rtl/>
        </w:rPr>
        <w:t xml:space="preserve"> ومن ذلك ما جاء في الأثر</w:t>
      </w:r>
      <w:r w:rsidR="00455A43">
        <w:rPr>
          <w:rtl/>
        </w:rPr>
        <w:t>:</w:t>
      </w:r>
      <w:r w:rsidRPr="00402856">
        <w:rPr>
          <w:rtl/>
        </w:rPr>
        <w:t xml:space="preserve"> من أنّ حمام الحرَم من حمامتين عشّشتا على فَم الغار الذي اختفى فيه الرسول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فلذلك حَرُم حمام الحَرم</w:t>
      </w:r>
      <w:r w:rsidR="00455A43">
        <w:rPr>
          <w:rtl/>
        </w:rPr>
        <w:t>،</w:t>
      </w:r>
      <w:r w:rsidRPr="00402856">
        <w:rPr>
          <w:rtl/>
        </w:rPr>
        <w:t xml:space="preserve"> فإذا كان ذلك كذلك</w:t>
      </w:r>
      <w:r w:rsidR="00455A43">
        <w:rPr>
          <w:rtl/>
        </w:rPr>
        <w:t>،</w:t>
      </w:r>
      <w:r w:rsidRPr="00402856">
        <w:rPr>
          <w:rtl/>
        </w:rPr>
        <w:t xml:space="preserve"> فرسول الله صلّى الله عليه وسلّم أحرى وأَولى وأحقّ وأجدر</w:t>
      </w:r>
      <w:r w:rsidR="00455A43">
        <w:rPr>
          <w:rtl/>
        </w:rPr>
        <w:t>،</w:t>
      </w:r>
      <w:r w:rsidRPr="00402856">
        <w:rPr>
          <w:rtl/>
        </w:rPr>
        <w:t xml:space="preserve"> أن يحفظ الله تعالى ذريته</w:t>
      </w:r>
      <w:r w:rsidR="00455A43">
        <w:rPr>
          <w:rtl/>
        </w:rPr>
        <w:t>،</w:t>
      </w:r>
      <w:r w:rsidRPr="00402856">
        <w:rPr>
          <w:rtl/>
        </w:rPr>
        <w:t xml:space="preserve"> فإنّه إمام الصلحاء</w:t>
      </w:r>
      <w:r w:rsidR="00455A43">
        <w:rPr>
          <w:rtl/>
        </w:rPr>
        <w:t>،</w:t>
      </w:r>
      <w:r w:rsidRPr="00402856">
        <w:rPr>
          <w:rtl/>
        </w:rPr>
        <w:t xml:space="preserve"> وما أصلح الله فساد خلْقه إلاّ به</w:t>
      </w:r>
      <w:r w:rsidR="00455A43">
        <w:rPr>
          <w:rtl/>
        </w:rPr>
        <w:t>،</w:t>
      </w:r>
      <w:r w:rsidRPr="00402856">
        <w:rPr>
          <w:rtl/>
        </w:rPr>
        <w:t xml:space="preserve"> ومن جملة حفْظ الله تعالى لأولاد فاطمة أن لا يُدخلهم النار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وقد روى الإمام أحمد والطيالسي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خطب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بال أقوام يزعمون أنّ رحِمي لا تنفع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والذي نفسي بيده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رحِمي لموصولة في الدنيا والآخرة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34838" w:rsidRDefault="00402856" w:rsidP="00402856">
      <w:pPr>
        <w:pStyle w:val="libBold1"/>
        <w:rPr>
          <w:rtl/>
        </w:rPr>
      </w:pPr>
      <w:r w:rsidRPr="00034838">
        <w:rPr>
          <w:rtl/>
        </w:rPr>
        <w:t xml:space="preserve">4 - تحريم الصدقة على أهل البيت </w:t>
      </w:r>
    </w:p>
    <w:p w:rsidR="00402856" w:rsidRPr="00034838" w:rsidRDefault="00402856" w:rsidP="00402856">
      <w:pPr>
        <w:pStyle w:val="libNormal"/>
        <w:rPr>
          <w:rtl/>
        </w:rPr>
      </w:pPr>
      <w:r w:rsidRPr="00402856">
        <w:rPr>
          <w:rtl/>
        </w:rPr>
        <w:t>بلغت كرامة أهل البيت عند الله أن حرّم عليهم الصدقات</w:t>
      </w:r>
      <w:r w:rsidR="00455A43">
        <w:rPr>
          <w:rtl/>
        </w:rPr>
        <w:t>،</w:t>
      </w:r>
      <w:r w:rsidRPr="00402856">
        <w:rPr>
          <w:rtl/>
        </w:rPr>
        <w:t xml:space="preserve"> وأن أحلّ لهم الهدايا</w:t>
      </w:r>
      <w:r w:rsidR="00455A43">
        <w:rPr>
          <w:rtl/>
        </w:rPr>
        <w:t>،</w:t>
      </w:r>
      <w:r w:rsidRPr="00402856">
        <w:rPr>
          <w:rtl/>
        </w:rPr>
        <w:t xml:space="preserve"> شأنهم في ذلك شأن جدّهم المصطفى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لأنّ الصدقات أدران الناس وأوزارهم</w:t>
      </w:r>
      <w:r w:rsidR="00455A43">
        <w:rPr>
          <w:rtl/>
        </w:rPr>
        <w:t>،</w:t>
      </w:r>
      <w:r w:rsidRPr="00402856">
        <w:rPr>
          <w:rtl/>
        </w:rPr>
        <w:t xml:space="preserve"> وهم رضي الله عنهم الطاهرون المطهّرون</w:t>
      </w:r>
      <w:r w:rsidR="00455A43">
        <w:rPr>
          <w:rtl/>
        </w:rPr>
        <w:t>،</w:t>
      </w:r>
      <w:r w:rsidRPr="00402856">
        <w:rPr>
          <w:rtl/>
        </w:rPr>
        <w:t xml:space="preserve"> وقد أورد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السيوطي في الخصائص الكُبرى عدّة أحاديث في هذا المعنى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منها</w:t>
      </w:r>
      <w:r w:rsidR="00455A43" w:rsidRPr="005A636F">
        <w:rPr>
          <w:rStyle w:val="libBold2Char"/>
          <w:rtl/>
        </w:rPr>
        <w:t>:</w:t>
      </w:r>
      <w:r w:rsidRPr="005A636F">
        <w:rPr>
          <w:rStyle w:val="libBold2Char"/>
          <w:rtl/>
        </w:rPr>
        <w:t xml:space="preserve"> </w:t>
      </w:r>
      <w:r w:rsidRPr="00402856">
        <w:rPr>
          <w:rtl/>
        </w:rPr>
        <w:t>ما أخرجه مسلم وأحمد</w:t>
      </w:r>
      <w:r w:rsidR="00455A43">
        <w:rPr>
          <w:rtl/>
        </w:rPr>
        <w:t>،</w:t>
      </w:r>
      <w:r w:rsidRPr="00402856">
        <w:rPr>
          <w:rtl/>
        </w:rPr>
        <w:t xml:space="preserve"> عن المطلب بن ربيعة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هذه الصدقات إنّما هي أوساخ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وإنّها لا تحلّ لمحمّد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آل محمّد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الحسن</w:t>
      </w:r>
      <w:r w:rsidR="00455A43">
        <w:rPr>
          <w:rtl/>
        </w:rPr>
        <w:t>،</w:t>
      </w:r>
      <w:r w:rsidRPr="00402856">
        <w:rPr>
          <w:rtl/>
        </w:rPr>
        <w:t xml:space="preserve"> عن النبيّ صلّى الله عليه وسلّم أنّه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حَرَّم عليَّ الصدقة وعلى أهل بيتي</w:t>
      </w:r>
      <w:r w:rsidR="00352E1E">
        <w:rPr>
          <w:rStyle w:val="libBold2Char"/>
          <w:rtl/>
        </w:rPr>
        <w:t>)</w:t>
      </w:r>
      <w:r w:rsidRPr="00402856">
        <w:rPr>
          <w:rtl/>
        </w:rPr>
        <w:t>، 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قال</w:t>
      </w:r>
      <w:r w:rsidR="00455A43">
        <w:rPr>
          <w:rtl/>
        </w:rPr>
        <w:t>:</w:t>
      </w:r>
      <w:r w:rsidRPr="00402856">
        <w:rPr>
          <w:rtl/>
        </w:rPr>
        <w:t xml:space="preserve"> استعمل النبي صلّى الله عليه وسلّم الأرقم الزهري على السعاية </w:t>
      </w:r>
      <w:r w:rsidR="00352E1E">
        <w:rPr>
          <w:rtl/>
        </w:rPr>
        <w:t>(</w:t>
      </w:r>
      <w:r w:rsidRPr="00402856">
        <w:rPr>
          <w:rtl/>
        </w:rPr>
        <w:t>جمع الصدقات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فاستتبع أبا رافع مولى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فأتى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أبا رافع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الصدقة حرام على محمّد وعلى آل محمّد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أخرجه أحمد وأبو داود من حديث أبي رافع</w:t>
      </w:r>
      <w:r w:rsidR="00455A43">
        <w:rPr>
          <w:rtl/>
        </w:rPr>
        <w:t>،</w:t>
      </w:r>
      <w:r w:rsidRPr="00402856">
        <w:rPr>
          <w:rtl/>
        </w:rPr>
        <w:t xml:space="preserve"> وفيه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الصدقة لا تحلّ لنا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مولى القوم من أنفسهم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سعد</w:t>
      </w:r>
      <w:r w:rsidR="00455A43">
        <w:rPr>
          <w:rtl/>
        </w:rPr>
        <w:t>،</w:t>
      </w:r>
      <w:r w:rsidRPr="00402856">
        <w:rPr>
          <w:rtl/>
        </w:rPr>
        <w:t xml:space="preserve"> عن عبد الملك بن المغيرة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بني عبد المطلب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الصدقة أوساخ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تأكلوها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تعملوا عليها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مسلم وابن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المطلب بن ربيعة بن الحارث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جئت أنا والفضل بن العباس</w:t>
      </w:r>
      <w:r w:rsidR="00455A43">
        <w:rPr>
          <w:rtl/>
        </w:rPr>
        <w:t>،</w:t>
      </w:r>
      <w:r w:rsidRPr="00402856">
        <w:rPr>
          <w:rtl/>
        </w:rPr>
        <w:t xml:space="preserve"> فقلنا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:</w:t>
      </w:r>
      <w:r w:rsidRPr="00402856">
        <w:rPr>
          <w:rtl/>
        </w:rPr>
        <w:t xml:space="preserve"> جئنا لتؤمّرنا على هذه الصدقات</w:t>
      </w:r>
      <w:r w:rsidR="00455A43">
        <w:rPr>
          <w:rtl/>
        </w:rPr>
        <w:t>،</w:t>
      </w:r>
      <w:r w:rsidRPr="00402856">
        <w:rPr>
          <w:rtl/>
        </w:rPr>
        <w:t xml:space="preserve"> فسكتَ</w:t>
      </w:r>
      <w:r w:rsidR="00455A43">
        <w:rPr>
          <w:rtl/>
        </w:rPr>
        <w:t>،</w:t>
      </w:r>
      <w:r w:rsidRPr="00402856">
        <w:rPr>
          <w:rtl/>
        </w:rPr>
        <w:t xml:space="preserve"> ورفع رأسه إلى سقف البيت حتى أردنا أن نكلّمه</w:t>
      </w:r>
      <w:r w:rsidR="00455A43">
        <w:rPr>
          <w:rtl/>
        </w:rPr>
        <w:t>،</w:t>
      </w:r>
      <w:r w:rsidRPr="00402856">
        <w:rPr>
          <w:rtl/>
        </w:rPr>
        <w:t xml:space="preserve"> فأشارت إلينا زينب من وراء حجابها كأنها تنهانا عن كلامه</w:t>
      </w:r>
      <w:r w:rsidR="00455A43">
        <w:rPr>
          <w:rtl/>
        </w:rPr>
        <w:t>،</w:t>
      </w:r>
      <w:r w:rsidRPr="00402856">
        <w:rPr>
          <w:rtl/>
        </w:rPr>
        <w:t xml:space="preserve"> وأقبل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الصدقة لا تحلّ لمحمد ولا لآل محمّد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إنّما هي أوساخ الناس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أحمد في مسنده</w:t>
      </w:r>
      <w:r w:rsidR="00455A43">
        <w:rPr>
          <w:rtl/>
        </w:rPr>
        <w:t>،</w:t>
      </w:r>
      <w:r w:rsidRPr="00402856">
        <w:rPr>
          <w:rtl/>
        </w:rPr>
        <w:t xml:space="preserve"> عن الحسن بن علي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أخذتُ تمرة من تمر الصدقة فتركتها في فمي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فنزعها صلّى الله عليه وسلّم بلعابها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إنّا آل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تحلّ لنا الصَدقة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أُخرى عن أبي هريرة</w:t>
      </w:r>
      <w:r w:rsidR="00455A43">
        <w:rPr>
          <w:rtl/>
        </w:rPr>
        <w:t>:</w:t>
      </w:r>
      <w:r w:rsidRPr="00402856">
        <w:rPr>
          <w:rtl/>
        </w:rPr>
        <w:t xml:space="preserve"> أنه صلّى الله عليه وسلّم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كخ كخ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 ارمِ 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أما شعرت أنّا لا نأكل الصدقة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يحرص النبي صلّى الله عليه وآله وسلّم في هذين الحديثين الأخيرين على توجيه الحسن إلى التسامي بنفسه</w:t>
      </w:r>
      <w:r w:rsidR="00455A43">
        <w:rPr>
          <w:rtl/>
        </w:rPr>
        <w:t>،</w:t>
      </w:r>
      <w:r w:rsidRPr="00402856">
        <w:rPr>
          <w:rtl/>
        </w:rPr>
        <w:t xml:space="preserve"> كما حرص في الأحاديث السابقة على توجيه آل بيته إلى المكانة اللائقة بأهل البيت</w:t>
      </w:r>
      <w:r w:rsidR="00455A43">
        <w:rPr>
          <w:rtl/>
        </w:rPr>
        <w:t>،</w:t>
      </w:r>
      <w:r w:rsidRPr="00402856">
        <w:rPr>
          <w:rtl/>
        </w:rPr>
        <w:t xml:space="preserve"> الذين أذهب الله عنهم الرجس وطهّرهم تطهيراً</w:t>
      </w:r>
      <w:r w:rsidR="00455A43">
        <w:rPr>
          <w:rtl/>
        </w:rPr>
        <w:t>،</w:t>
      </w:r>
      <w:r w:rsidRPr="00402856">
        <w:rPr>
          <w:rtl/>
        </w:rPr>
        <w:t xml:space="preserve"> فتكون أيديهم هي العليا</w:t>
      </w:r>
      <w:r w:rsidR="00455A43">
        <w:rPr>
          <w:rtl/>
        </w:rPr>
        <w:t>،</w:t>
      </w:r>
      <w:r w:rsidRPr="00402856">
        <w:rPr>
          <w:rtl/>
        </w:rPr>
        <w:t xml:space="preserve"> يُعطون ولا يأخذون</w:t>
      </w:r>
      <w:r w:rsidR="00455A43">
        <w:rPr>
          <w:rtl/>
        </w:rPr>
        <w:t>،</w:t>
      </w:r>
      <w:r w:rsidRPr="00402856">
        <w:rPr>
          <w:rtl/>
        </w:rPr>
        <w:t xml:space="preserve"> ويتصدّقون ولا يُتصدّق عليهم</w:t>
      </w:r>
      <w:r w:rsidR="00455A43">
        <w:rPr>
          <w:rtl/>
        </w:rPr>
        <w:t>؛</w:t>
      </w:r>
      <w:r w:rsidRPr="00402856">
        <w:rPr>
          <w:rtl/>
        </w:rPr>
        <w:t xml:space="preserve"> لأنّ مقام أهل البيت بالنسبة إلى غيرهم مقام النجوم في السماء من أهل الأرض</w:t>
      </w:r>
      <w:r w:rsidR="00455A43">
        <w:rPr>
          <w:rtl/>
        </w:rPr>
        <w:t>،</w:t>
      </w:r>
      <w:r w:rsidRPr="00402856">
        <w:rPr>
          <w:rtl/>
        </w:rPr>
        <w:t xml:space="preserve"> ولا يليق بأهل البيت أن يأكلوا من الصدقات</w:t>
      </w:r>
      <w:r w:rsidR="00455A43">
        <w:rPr>
          <w:rtl/>
        </w:rPr>
        <w:t>؛</w:t>
      </w:r>
      <w:r w:rsidRPr="00402856">
        <w:rPr>
          <w:rtl/>
        </w:rPr>
        <w:t xml:space="preserve"> لأنّها ملوّثة بذنوب الناس</w:t>
      </w:r>
      <w:r w:rsidR="00455A43">
        <w:rPr>
          <w:rtl/>
        </w:rPr>
        <w:t>،</w:t>
      </w:r>
      <w:r w:rsidRPr="00402856">
        <w:rPr>
          <w:rtl/>
        </w:rPr>
        <w:t xml:space="preserve"> بها يتطهّرون من هذه الذنوب</w:t>
      </w:r>
      <w:r w:rsidR="00455A43">
        <w:rPr>
          <w:rtl/>
        </w:rPr>
        <w:t>،</w:t>
      </w:r>
      <w:r w:rsidRPr="00402856">
        <w:rPr>
          <w:rtl/>
        </w:rPr>
        <w:t xml:space="preserve"> قال تعالى في الآية </w:t>
      </w:r>
      <w:r w:rsidR="00352E1E">
        <w:rPr>
          <w:rtl/>
        </w:rPr>
        <w:t>(</w:t>
      </w:r>
      <w:r w:rsidRPr="00402856">
        <w:rPr>
          <w:rtl/>
        </w:rPr>
        <w:t>103</w:t>
      </w:r>
      <w:r w:rsidR="00352E1E">
        <w:rPr>
          <w:rtl/>
        </w:rPr>
        <w:t>)</w:t>
      </w:r>
      <w:r w:rsidRPr="00402856">
        <w:rPr>
          <w:rtl/>
        </w:rPr>
        <w:t xml:space="preserve"> من التوبة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خُذْ مِنْ أَمْوَالِهِمْ صَدَقَةً تُطَهِّرُهُمْ وَتُزَكِّيهِمْ بِهَا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هذا ويقول العلماء لما كانت الصدقة أوساخ الناس</w:t>
      </w:r>
      <w:r w:rsidR="00455A43">
        <w:rPr>
          <w:rtl/>
        </w:rPr>
        <w:t>،</w:t>
      </w:r>
      <w:r w:rsidRPr="00402856">
        <w:rPr>
          <w:rtl/>
        </w:rPr>
        <w:t xml:space="preserve"> فقد نزّه منصبه الشريف عن ذلك على آله صلّى الله عليه وسلّم بسببه</w:t>
      </w:r>
      <w:r w:rsidR="00455A43">
        <w:rPr>
          <w:rtl/>
        </w:rPr>
        <w:t>،</w:t>
      </w:r>
      <w:r w:rsidRPr="00402856">
        <w:rPr>
          <w:rtl/>
        </w:rPr>
        <w:t xml:space="preserve"> هذا إلى أنّ الصدقة إنّما تُعطى على سبيل الترحّم المبني على ذلّ الآخذ</w:t>
      </w:r>
      <w:r w:rsidR="00455A43">
        <w:rPr>
          <w:rtl/>
        </w:rPr>
        <w:t>،</w:t>
      </w:r>
      <w:r w:rsidRPr="00402856">
        <w:rPr>
          <w:rtl/>
        </w:rPr>
        <w:t xml:space="preserve"> ومِن ثَمّ فقد أُبدِلوا عنها بالغنيمة المأخوذة بطريق العِزّ والشرف المبنيّ على عزّ الآخذ</w:t>
      </w:r>
      <w:r w:rsidR="00455A43">
        <w:rPr>
          <w:rtl/>
        </w:rPr>
        <w:t>،</w:t>
      </w:r>
      <w:r w:rsidRPr="00402856">
        <w:rPr>
          <w:rtl/>
        </w:rPr>
        <w:t xml:space="preserve"> وذلّ المأخوذ منه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ويُجمع العلماء على أنّ الزكاة وصدقة التطوّع لا تحل 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وأمّا أهل البيت فتحرم عليهم الزكاة</w:t>
      </w:r>
      <w:r w:rsidR="00455A43">
        <w:rPr>
          <w:rtl/>
        </w:rPr>
        <w:t>،</w:t>
      </w:r>
      <w:r w:rsidRPr="00402856">
        <w:rPr>
          <w:rtl/>
        </w:rPr>
        <w:t xml:space="preserve"> وتحلّ لهم صدقة التطوّع</w:t>
      </w:r>
      <w:r w:rsidR="00455A43">
        <w:rPr>
          <w:rtl/>
        </w:rPr>
        <w:t>،</w:t>
      </w:r>
      <w:r w:rsidRPr="00402856">
        <w:rPr>
          <w:rtl/>
        </w:rPr>
        <w:t xml:space="preserve"> وإن رأى بعض المالكيّة أنّها تحرم عليهم كذلك</w:t>
      </w:r>
      <w:r w:rsidR="00455A43">
        <w:rPr>
          <w:rtl/>
        </w:rPr>
        <w:t>،</w:t>
      </w:r>
      <w:r w:rsidRPr="00402856">
        <w:rPr>
          <w:rtl/>
        </w:rPr>
        <w:t xml:space="preserve"> وهو الأصح فيما نرى</w:t>
      </w:r>
      <w:r w:rsidR="00455A43">
        <w:rPr>
          <w:rtl/>
        </w:rPr>
        <w:t>،</w:t>
      </w:r>
      <w:r w:rsidRPr="00402856">
        <w:rPr>
          <w:rtl/>
        </w:rPr>
        <w:t xml:space="preserve"> ويذهب </w:t>
      </w:r>
      <w:r w:rsidR="00352E1E">
        <w:rPr>
          <w:rtl/>
        </w:rPr>
        <w:t>(</w:t>
      </w:r>
      <w:r w:rsidRPr="00402856">
        <w:rPr>
          <w:rtl/>
        </w:rPr>
        <w:t>الثوري</w:t>
      </w:r>
      <w:r w:rsidR="00352E1E">
        <w:rPr>
          <w:rtl/>
        </w:rPr>
        <w:t>)</w:t>
      </w:r>
      <w:r w:rsidRPr="00402856">
        <w:rPr>
          <w:rtl/>
        </w:rPr>
        <w:t xml:space="preserve"> إلى أنّ الصدقة لا تحلّ لآل محمّد</w:t>
      </w:r>
      <w:r w:rsidR="00455A43">
        <w:rPr>
          <w:rtl/>
        </w:rPr>
        <w:t>،</w:t>
      </w:r>
      <w:r w:rsidRPr="00402856">
        <w:rPr>
          <w:rtl/>
        </w:rPr>
        <w:t xml:space="preserve"> فرضها ونفلها</w:t>
      </w:r>
      <w:r w:rsidR="00455A43">
        <w:rPr>
          <w:rtl/>
        </w:rPr>
        <w:t>،</w:t>
      </w:r>
      <w:r w:rsidRPr="00402856">
        <w:rPr>
          <w:rtl/>
        </w:rPr>
        <w:t xml:space="preserve"> وكذا مواليهم</w:t>
      </w:r>
      <w:r w:rsidR="00455A43">
        <w:rPr>
          <w:rtl/>
        </w:rPr>
        <w:t>؛</w:t>
      </w:r>
      <w:r w:rsidRPr="00402856">
        <w:rPr>
          <w:rtl/>
        </w:rPr>
        <w:t xml:space="preserve"> لأنّ موالي القوم منهم</w:t>
      </w:r>
      <w:r w:rsidR="00455A43">
        <w:rPr>
          <w:rtl/>
        </w:rPr>
        <w:t>،</w:t>
      </w:r>
      <w:r w:rsidRPr="00402856">
        <w:rPr>
          <w:rtl/>
        </w:rPr>
        <w:t xml:space="preserve"> وقال </w:t>
      </w:r>
      <w:r w:rsidR="00352E1E">
        <w:rPr>
          <w:rtl/>
        </w:rPr>
        <w:t>(</w:t>
      </w:r>
      <w:r w:rsidRPr="00402856">
        <w:rPr>
          <w:rtl/>
        </w:rPr>
        <w:t>مالك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تحل لمواليهم</w:t>
      </w:r>
      <w:r w:rsidR="00455A43">
        <w:rPr>
          <w:rtl/>
        </w:rPr>
        <w:t>،</w:t>
      </w:r>
      <w:r w:rsidRPr="00402856">
        <w:rPr>
          <w:rtl/>
        </w:rPr>
        <w:t xml:space="preserve"> وقال أبو يوسف</w:t>
      </w:r>
      <w:r w:rsidR="00455A43">
        <w:rPr>
          <w:rtl/>
        </w:rPr>
        <w:t>،</w:t>
      </w:r>
      <w:r w:rsidRPr="00402856">
        <w:rPr>
          <w:rtl/>
        </w:rPr>
        <w:t xml:space="preserve"> صاحب أبي حنيفة</w:t>
      </w:r>
      <w:r w:rsidR="00455A43">
        <w:rPr>
          <w:rtl/>
        </w:rPr>
        <w:t>:</w:t>
      </w:r>
      <w:r w:rsidRPr="00402856">
        <w:rPr>
          <w:rtl/>
        </w:rPr>
        <w:t xml:space="preserve"> لا تحلّ لآل محمّد صدقة غيرهم</w:t>
      </w:r>
      <w:r w:rsidR="00455A43">
        <w:rPr>
          <w:rtl/>
        </w:rPr>
        <w:t>،</w:t>
      </w:r>
      <w:r w:rsidRPr="00402856">
        <w:rPr>
          <w:rtl/>
        </w:rPr>
        <w:t xml:space="preserve"> وتحلّ لهم صدقة بعضهم على بعض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ذهب الإمام أحمد إلى تحريم الصدقة على أزواج النبي</w:t>
      </w:r>
      <w:r w:rsidR="00455A43">
        <w:rPr>
          <w:rtl/>
        </w:rPr>
        <w:t>،</w:t>
      </w:r>
      <w:r w:rsidRPr="00402856">
        <w:rPr>
          <w:rtl/>
        </w:rPr>
        <w:t xml:space="preserve"> دون مواليهم</w:t>
      </w:r>
      <w:r w:rsidR="00455A43">
        <w:rPr>
          <w:rtl/>
        </w:rPr>
        <w:t>،</w:t>
      </w:r>
      <w:r w:rsidRPr="00402856">
        <w:rPr>
          <w:rtl/>
        </w:rPr>
        <w:t xml:space="preserve"> ولكنها تحرم على موالي آل محمّد</w:t>
      </w:r>
      <w:r w:rsidR="00455A43">
        <w:rPr>
          <w:rtl/>
        </w:rPr>
        <w:t>،</w:t>
      </w:r>
      <w:r w:rsidRPr="00402856">
        <w:rPr>
          <w:rtl/>
        </w:rPr>
        <w:t xml:space="preserve"> لقوله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مولى القوم منهم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ذلك لأنّ تحريم الصدقة على أزواج النبي صلّى الله عليه وسلّم ليس بطريق الأصالة</w:t>
      </w:r>
      <w:r w:rsidR="00455A43">
        <w:rPr>
          <w:rtl/>
        </w:rPr>
        <w:t>،</w:t>
      </w:r>
      <w:r w:rsidRPr="00402856">
        <w:rPr>
          <w:rtl/>
        </w:rPr>
        <w:t xml:space="preserve"> كآل النبي</w:t>
      </w:r>
      <w:r w:rsidR="00455A43">
        <w:rPr>
          <w:rtl/>
        </w:rPr>
        <w:t>،</w:t>
      </w:r>
      <w:r w:rsidRPr="00402856">
        <w:rPr>
          <w:rtl/>
        </w:rPr>
        <w:t xml:space="preserve"> وإنّما حرمت عليهم تبعاً لتحريمها على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والتحريم على المولى فرع التحريم على سيّده</w:t>
      </w:r>
      <w:r w:rsidR="00455A43">
        <w:rPr>
          <w:rtl/>
        </w:rPr>
        <w:t>.</w:t>
      </w:r>
      <w:r w:rsidRPr="00402856">
        <w:rPr>
          <w:rtl/>
        </w:rPr>
        <w:t xml:space="preserve"> ولمّا كان التحريم على أهل البيت أصلاً</w:t>
      </w:r>
      <w:r w:rsidR="00455A43">
        <w:rPr>
          <w:rtl/>
        </w:rPr>
        <w:t>؛</w:t>
      </w:r>
      <w:r w:rsidRPr="00402856">
        <w:rPr>
          <w:rtl/>
        </w:rPr>
        <w:t xml:space="preserve"> استتبع ذلك التحريم على مواليهم</w:t>
      </w:r>
      <w:r w:rsidR="00455A43">
        <w:rPr>
          <w:rtl/>
        </w:rPr>
        <w:t>،</w:t>
      </w:r>
      <w:r w:rsidRPr="00402856">
        <w:rPr>
          <w:rtl/>
        </w:rPr>
        <w:t xml:space="preserve"> ولمّا كان التحريم على أزواج النبي صلّى الله عليه وسلّم تبعاً</w:t>
      </w:r>
      <w:r w:rsidR="00455A43">
        <w:rPr>
          <w:rtl/>
        </w:rPr>
        <w:t>،</w:t>
      </w:r>
      <w:r w:rsidRPr="00402856">
        <w:rPr>
          <w:rtl/>
        </w:rPr>
        <w:t xml:space="preserve"> لم تحرم على مواليهم</w:t>
      </w:r>
      <w:r w:rsidR="00455A43">
        <w:rPr>
          <w:rtl/>
        </w:rPr>
        <w:t>؛</w:t>
      </w:r>
      <w:r w:rsidRPr="00402856">
        <w:rPr>
          <w:rtl/>
        </w:rPr>
        <w:t xml:space="preserve"> لأنّه فرع عن فرع</w:t>
      </w:r>
      <w:r w:rsidR="00455A43">
        <w:rPr>
          <w:rtl/>
        </w:rPr>
        <w:t>،</w:t>
      </w:r>
      <w:r w:rsidRPr="00402856">
        <w:rPr>
          <w:rtl/>
        </w:rPr>
        <w:t xml:space="preserve"> وقد ثبت في الصحيح أنّ </w:t>
      </w:r>
      <w:r w:rsidR="00352E1E">
        <w:rPr>
          <w:rtl/>
        </w:rPr>
        <w:t>(</w:t>
      </w:r>
      <w:r w:rsidRPr="00402856">
        <w:rPr>
          <w:rtl/>
        </w:rPr>
        <w:t>بريرة</w:t>
      </w:r>
      <w:r w:rsidR="00352E1E">
        <w:rPr>
          <w:rtl/>
        </w:rPr>
        <w:t>)</w:t>
      </w:r>
      <w:r w:rsidRPr="00402856">
        <w:rPr>
          <w:rtl/>
        </w:rPr>
        <w:t xml:space="preserve"> مولاة عائشة رضي الله عنها قد تُصدّق عليها بلحم فأكلته</w:t>
      </w:r>
      <w:r w:rsidR="00455A43">
        <w:rPr>
          <w:rtl/>
        </w:rPr>
        <w:t>،</w:t>
      </w:r>
      <w:r w:rsidRPr="00402856">
        <w:rPr>
          <w:rtl/>
        </w:rPr>
        <w:t xml:space="preserve"> ولم يُحرّمه النبي صلّى الله عليه وسلّم عليها</w:t>
      </w:r>
      <w:r w:rsidR="00455A43">
        <w:rPr>
          <w:rtl/>
        </w:rPr>
        <w:t>،</w:t>
      </w:r>
      <w:r w:rsidRPr="00402856">
        <w:rPr>
          <w:rtl/>
        </w:rPr>
        <w:t xml:space="preserve"> بينما حرّم صلّى الله عليه وسلّم الصدقة على مولاه أبي رافع</w:t>
      </w:r>
      <w:r w:rsidR="00455A43">
        <w:rPr>
          <w:rtl/>
        </w:rPr>
        <w:t>،</w:t>
      </w:r>
      <w:r w:rsidRPr="00402856">
        <w:rPr>
          <w:rtl/>
        </w:rPr>
        <w:t xml:space="preserve"> وقال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الصدقة لا تحلّ لنا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 مولى القوم منهم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774447">
        <w:rPr>
          <w:rtl/>
        </w:rPr>
        <w:t>5</w:t>
      </w:r>
      <w:r w:rsidR="00AF124A">
        <w:rPr>
          <w:rtl/>
        </w:rPr>
        <w:t xml:space="preserve"> - </w:t>
      </w:r>
      <w:r w:rsidRPr="00774447">
        <w:rPr>
          <w:rtl/>
        </w:rPr>
        <w:t xml:space="preserve">حقّ أهل البيت في الغنائم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خصّ الله سبحانه وتعالى أهل بيت النبي صلّى الله عليه وسلّم بسهم في الغنية</w:t>
      </w:r>
      <w:r w:rsidR="00455A43">
        <w:rPr>
          <w:rtl/>
        </w:rPr>
        <w:t>،</w:t>
      </w:r>
      <w:r w:rsidRPr="00402856">
        <w:rPr>
          <w:rtl/>
        </w:rPr>
        <w:t xml:space="preserve"> قال تعالى في الآية </w:t>
      </w:r>
      <w:r w:rsidR="00352E1E">
        <w:rPr>
          <w:rtl/>
        </w:rPr>
        <w:t>(</w:t>
      </w:r>
      <w:r w:rsidRPr="00402856">
        <w:rPr>
          <w:rtl/>
        </w:rPr>
        <w:t>41</w:t>
      </w:r>
      <w:r w:rsidR="00352E1E">
        <w:rPr>
          <w:rtl/>
        </w:rPr>
        <w:t>)</w:t>
      </w:r>
      <w:r w:rsidRPr="00402856">
        <w:rPr>
          <w:rtl/>
        </w:rPr>
        <w:t xml:space="preserve"> من الأنفال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وَاعْلَمُوا أَنَّمَا غَنِمْتُمْ مِنْ شَيْءٍ فَأَنَّ لِلَّهِ خُمُسَهُ وَلِلرَّسُولِ وَلِذِي الْقُرْبَى وَالْيَتَامَى وَالْمَسَاكِينِ وَابْنِ السَّبِيلِ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اتّفقت المذاهب الإسلاميّة على أنّ المراد بالقربى إنّما هي قرابة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وإن اختلفوا فيمَن يأخذه من قرابة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فذهب فريق إلى أنّه للإمام عليّ وفاطمة الزهراء وولديهما</w:t>
      </w:r>
      <w:r w:rsidR="00455A43">
        <w:rPr>
          <w:rtl/>
        </w:rPr>
        <w:t>؛</w:t>
      </w:r>
      <w:r w:rsidRPr="00402856">
        <w:rPr>
          <w:rtl/>
        </w:rPr>
        <w:t xml:space="preserve"> لحديث ابن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عبّاس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قيل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مَن قرابتك الذين أُمرنا بمودّتهم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عليّ وفاطمة وابناهما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وقد جاء في تفسير البيضاوي مِثل ذلك</w:t>
      </w:r>
      <w:r w:rsidR="00455A43">
        <w:rPr>
          <w:rtl/>
        </w:rPr>
        <w:t>،</w:t>
      </w:r>
      <w:r w:rsidRPr="00402856">
        <w:rPr>
          <w:rtl/>
        </w:rPr>
        <w:t xml:space="preserve"> على أنّ هناك مَن يرى أنّ سهم ذي القربى إنّما يُصرف لكلّ بني هاشم</w:t>
      </w:r>
      <w:r w:rsidR="00455A43">
        <w:rPr>
          <w:rtl/>
        </w:rPr>
        <w:t>،</w:t>
      </w:r>
      <w:r w:rsidRPr="00402856">
        <w:rPr>
          <w:rtl/>
        </w:rPr>
        <w:t xml:space="preserve"> وكذا بني المُطّلب</w:t>
      </w:r>
      <w:r w:rsidR="00455A43">
        <w:rPr>
          <w:rtl/>
        </w:rPr>
        <w:t>،</w:t>
      </w:r>
      <w:r w:rsidRPr="00402856">
        <w:rPr>
          <w:rtl/>
        </w:rPr>
        <w:t xml:space="preserve"> الذين آزروا بني هاشم في الجاهليّة وفي أول الإسلام</w:t>
      </w:r>
      <w:r w:rsidR="00455A43">
        <w:rPr>
          <w:rtl/>
        </w:rPr>
        <w:t>،</w:t>
      </w:r>
      <w:r w:rsidRPr="00402856">
        <w:rPr>
          <w:rtl/>
        </w:rPr>
        <w:t xml:space="preserve"> ودخلوا معهم في شعب أبي طالب غضباً لرسول الله</w:t>
      </w:r>
      <w:r w:rsidR="00455A43">
        <w:rPr>
          <w:rtl/>
        </w:rPr>
        <w:t>،</w:t>
      </w:r>
      <w:r w:rsidRPr="00402856">
        <w:rPr>
          <w:rtl/>
        </w:rPr>
        <w:t xml:space="preserve"> وحماية أبي طالب عمّه له</w:t>
      </w:r>
      <w:r w:rsidR="00455A43">
        <w:rPr>
          <w:rtl/>
        </w:rPr>
        <w:t>،</w:t>
      </w:r>
      <w:r w:rsidRPr="00402856">
        <w:rPr>
          <w:rtl/>
        </w:rPr>
        <w:t xml:space="preserve"> فعل ذلك مُسلمهم طاعة لله ولرسوله</w:t>
      </w:r>
      <w:r w:rsidR="00455A43">
        <w:rPr>
          <w:rtl/>
        </w:rPr>
        <w:t>،</w:t>
      </w:r>
      <w:r w:rsidRPr="00402856">
        <w:rPr>
          <w:rtl/>
        </w:rPr>
        <w:t xml:space="preserve"> وفعله كافرهم حميّة للعشيرة وطاعة لأبي طالب عمّ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وأمّا بنو عبد شمس ونوفل</w:t>
      </w:r>
      <w:r w:rsidR="00455A43">
        <w:rPr>
          <w:rtl/>
        </w:rPr>
        <w:t>،</w:t>
      </w:r>
      <w:r w:rsidRPr="00402856">
        <w:rPr>
          <w:rtl/>
        </w:rPr>
        <w:t xml:space="preserve"> وإن كانوا بني عمّهم</w:t>
      </w:r>
      <w:r w:rsidR="00455A43">
        <w:rPr>
          <w:rtl/>
        </w:rPr>
        <w:t>،</w:t>
      </w:r>
      <w:r w:rsidRPr="00402856">
        <w:rPr>
          <w:rtl/>
        </w:rPr>
        <w:t xml:space="preserve"> فلم يوافقوهم على ذلك</w:t>
      </w:r>
      <w:r w:rsidR="00455A43">
        <w:rPr>
          <w:rtl/>
        </w:rPr>
        <w:t>،</w:t>
      </w:r>
      <w:r w:rsidRPr="00402856">
        <w:rPr>
          <w:rtl/>
        </w:rPr>
        <w:t xml:space="preserve"> بل حاربوهم ونابذوهم</w:t>
      </w:r>
      <w:r w:rsidR="00455A43">
        <w:rPr>
          <w:rtl/>
        </w:rPr>
        <w:t>،</w:t>
      </w:r>
      <w:r w:rsidRPr="00402856">
        <w:rPr>
          <w:rtl/>
        </w:rPr>
        <w:t xml:space="preserve"> وقال جبير بن مطعم بن عدي</w:t>
      </w:r>
      <w:r w:rsidR="00455A43">
        <w:rPr>
          <w:rtl/>
        </w:rPr>
        <w:t>:</w:t>
      </w:r>
      <w:r w:rsidRPr="00402856">
        <w:rPr>
          <w:rtl/>
        </w:rPr>
        <w:t xml:space="preserve"> مشيت أنا وعثمان بن عفّان إلى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فقلنا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أعطيت بني المطلب من خُمس خيبر وتركتنا</w:t>
      </w:r>
      <w:r w:rsidR="00455A43">
        <w:rPr>
          <w:rtl/>
        </w:rPr>
        <w:t>،</w:t>
      </w:r>
      <w:r w:rsidRPr="00402856">
        <w:rPr>
          <w:rtl/>
        </w:rPr>
        <w:t xml:space="preserve"> ونحن وهُم منك بمنزلة واحدة</w:t>
      </w:r>
      <w:r w:rsidR="00AF124A">
        <w:rPr>
          <w:rtl/>
        </w:rPr>
        <w:t xml:space="preserve"> - </w:t>
      </w:r>
      <w:r w:rsidRPr="00402856">
        <w:rPr>
          <w:rtl/>
        </w:rPr>
        <w:t>أي جميعهم أبناء عبد مناف</w:t>
      </w:r>
      <w:r w:rsidR="00AF124A">
        <w:rPr>
          <w:rtl/>
        </w:rPr>
        <w:t xml:space="preserve"> -</w:t>
      </w:r>
      <w:r w:rsidR="00455A43">
        <w:rPr>
          <w:rtl/>
        </w:rPr>
        <w:t>!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بنو هاشم وبنو المطلب شيء واحد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رواه مسلم</w:t>
      </w:r>
      <w:r w:rsidR="00455A43">
        <w:rPr>
          <w:rtl/>
        </w:rPr>
        <w:t>،</w:t>
      </w:r>
      <w:r w:rsidRPr="00402856">
        <w:rPr>
          <w:rtl/>
        </w:rPr>
        <w:t xml:space="preserve"> وفي بعض روايات هذا الحديث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إنّهم لم يفارقونا في جاهليّة ولا إسلام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وفي رواية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بسنده عن ابن شهاب</w:t>
      </w:r>
      <w:r w:rsidR="00455A43">
        <w:rPr>
          <w:rtl/>
        </w:rPr>
        <w:t>،</w:t>
      </w:r>
      <w:r w:rsidRPr="00402856">
        <w:rPr>
          <w:rtl/>
        </w:rPr>
        <w:t xml:space="preserve"> عن سعيد بن المسيّب</w:t>
      </w:r>
      <w:r w:rsidR="00455A43">
        <w:rPr>
          <w:rtl/>
        </w:rPr>
        <w:t>:</w:t>
      </w:r>
      <w:r w:rsidRPr="00402856">
        <w:rPr>
          <w:rtl/>
        </w:rPr>
        <w:t xml:space="preserve"> أنّ جبير بن مطعم أخبره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مشيت أنا وعثمان بن عفّان إلى النبي صلّى الله عليه وسلّم فقلنا</w:t>
      </w:r>
      <w:r w:rsidR="00455A43">
        <w:rPr>
          <w:rtl/>
        </w:rPr>
        <w:t>:</w:t>
      </w:r>
      <w:r w:rsidRPr="00402856">
        <w:rPr>
          <w:rtl/>
        </w:rPr>
        <w:t xml:space="preserve"> أعطيتَ بني المطّلب من خُمس خيبر وتركتنا</w:t>
      </w:r>
      <w:r w:rsidR="00455A43">
        <w:rPr>
          <w:rtl/>
        </w:rPr>
        <w:t>،</w:t>
      </w:r>
      <w:r w:rsidRPr="00402856">
        <w:rPr>
          <w:rtl/>
        </w:rPr>
        <w:t xml:space="preserve"> ونحن بمنزلة واحدة منك</w:t>
      </w:r>
      <w:r w:rsidR="00455A43">
        <w:rPr>
          <w:rtl/>
        </w:rPr>
        <w:t>!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بنو هاشم وبنو المطلّب شيء واحد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جبير</w:t>
      </w:r>
      <w:r w:rsidR="00455A43">
        <w:rPr>
          <w:rtl/>
        </w:rPr>
        <w:t>:</w:t>
      </w:r>
      <w:r w:rsidRPr="00402856">
        <w:rPr>
          <w:rtl/>
        </w:rPr>
        <w:t xml:space="preserve"> ولم يقسم النبي صلّى الله عليه وسلّم لبني عبد شمس وبني نوفل شيئاً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وهذا قول جمهور العلماء</w:t>
      </w:r>
      <w:r w:rsidR="00455A43">
        <w:rPr>
          <w:rtl/>
        </w:rPr>
        <w:t>:</w:t>
      </w:r>
      <w:r w:rsidRPr="00402856">
        <w:rPr>
          <w:rtl/>
        </w:rPr>
        <w:t xml:space="preserve"> إنّهم بنو هاشم وبنو المطّلب</w:t>
      </w:r>
      <w:r w:rsidR="00455A43">
        <w:rPr>
          <w:rtl/>
        </w:rPr>
        <w:t>،</w:t>
      </w:r>
      <w:r w:rsidRPr="00402856">
        <w:rPr>
          <w:rtl/>
        </w:rPr>
        <w:t xml:space="preserve"> وقال ابن جرير وآخرون</w:t>
      </w:r>
      <w:r w:rsidR="00455A43">
        <w:rPr>
          <w:rtl/>
        </w:rPr>
        <w:t>:</w:t>
      </w:r>
      <w:r w:rsidRPr="00402856">
        <w:rPr>
          <w:rtl/>
        </w:rPr>
        <w:t xml:space="preserve"> إنّما هُم بنو هاشم</w:t>
      </w:r>
      <w:r w:rsidR="00455A43">
        <w:rPr>
          <w:rtl/>
        </w:rPr>
        <w:t>،</w:t>
      </w:r>
      <w:r w:rsidRPr="00402856">
        <w:rPr>
          <w:rtl/>
        </w:rPr>
        <w:t xml:space="preserve"> وروي عن مجاهد أنّه قال</w:t>
      </w:r>
      <w:r w:rsidR="00455A43">
        <w:rPr>
          <w:rtl/>
        </w:rPr>
        <w:t>:</w:t>
      </w:r>
      <w:r w:rsidRPr="00402856">
        <w:rPr>
          <w:rtl/>
        </w:rPr>
        <w:t xml:space="preserve"> علمَ الله أنّ في بني هاشم فُقراء</w:t>
      </w:r>
      <w:r w:rsidR="00455A43">
        <w:rPr>
          <w:rtl/>
        </w:rPr>
        <w:t>،</w:t>
      </w:r>
      <w:r w:rsidRPr="00402856">
        <w:rPr>
          <w:rtl/>
        </w:rPr>
        <w:t xml:space="preserve"> فجعل لهم الخُمس مكان الصدقة</w:t>
      </w:r>
      <w:r w:rsidR="00455A43">
        <w:rPr>
          <w:rtl/>
        </w:rPr>
        <w:t>،</w:t>
      </w:r>
      <w:r w:rsidRPr="00402856">
        <w:rPr>
          <w:rtl/>
        </w:rPr>
        <w:t xml:space="preserve"> وفي رواية عنه أنّه قال</w:t>
      </w:r>
      <w:r w:rsidR="00455A43">
        <w:rPr>
          <w:rtl/>
        </w:rPr>
        <w:t>:</w:t>
      </w:r>
      <w:r w:rsidRPr="00402856">
        <w:rPr>
          <w:rtl/>
        </w:rPr>
        <w:t xml:space="preserve"> هُم قرابة رسول الله صلّى الله عليه وسلّم الذين لا تحلّ لهم الصدقة</w:t>
      </w:r>
      <w:r w:rsidR="00455A43">
        <w:rPr>
          <w:rtl/>
        </w:rPr>
        <w:t>،</w:t>
      </w:r>
      <w:r w:rsidRPr="00402856">
        <w:rPr>
          <w:rtl/>
        </w:rPr>
        <w:t xml:space="preserve"> وروي عن ابن عبّاس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رغبت لكم عن غُسالة الأيدي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لأنّ لكم من خُمس الخُمس ما يُغنيكم أو يكفيكم)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اختلف العلماء في الغنيمة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فهي عند السُنّة</w:t>
      </w:r>
      <w:r w:rsidR="00455A43">
        <w:rPr>
          <w:rtl/>
        </w:rPr>
        <w:t>:</w:t>
      </w:r>
      <w:r w:rsidRPr="00402856">
        <w:rPr>
          <w:rtl/>
        </w:rPr>
        <w:t xml:space="preserve"> ما أخذه المسلمون من المشركين بالحرب والقتال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وهي عند الشيعة الإماميّة</w:t>
      </w:r>
      <w:r w:rsidR="00455A43">
        <w:rPr>
          <w:rtl/>
        </w:rPr>
        <w:t>:</w:t>
      </w:r>
      <w:r w:rsidRPr="00402856">
        <w:rPr>
          <w:rtl/>
        </w:rPr>
        <w:t xml:space="preserve"> ما أخذه المسلمون من المُشركين بالحرب والقتال والإغارة على بلاد الشِرك</w:t>
      </w:r>
      <w:r w:rsidR="00455A43">
        <w:rPr>
          <w:rtl/>
        </w:rPr>
        <w:t>،</w:t>
      </w:r>
      <w:r w:rsidRPr="00402856">
        <w:rPr>
          <w:rtl/>
        </w:rPr>
        <w:t xml:space="preserve"> بل ويلحق بها المعادن التي يجدها الإنسان في أرضه</w:t>
      </w:r>
      <w:r w:rsidR="00455A43">
        <w:rPr>
          <w:rtl/>
        </w:rPr>
        <w:t>،</w:t>
      </w:r>
      <w:r w:rsidRPr="00402856">
        <w:rPr>
          <w:rtl/>
        </w:rPr>
        <w:t xml:space="preserve"> والكنز المدفون لم يعرف صاحبه</w:t>
      </w:r>
      <w:r w:rsidR="00455A43">
        <w:rPr>
          <w:rtl/>
        </w:rPr>
        <w:t>،</w:t>
      </w:r>
      <w:r w:rsidRPr="00402856">
        <w:rPr>
          <w:rtl/>
        </w:rPr>
        <w:t xml:space="preserve"> وما يُستخرج من البحر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وكلّ ما يَفضل عن مؤنة الإنسان</w:t>
      </w:r>
      <w:r w:rsidR="00455A43">
        <w:rPr>
          <w:rtl/>
        </w:rPr>
        <w:t>،</w:t>
      </w:r>
      <w:r w:rsidRPr="00402856">
        <w:rPr>
          <w:rtl/>
        </w:rPr>
        <w:t xml:space="preserve"> سواء اكتسبه بالصناعة أو الزراعة أو التجارة</w:t>
      </w:r>
      <w:r w:rsidR="00455A43">
        <w:rPr>
          <w:rtl/>
        </w:rPr>
        <w:t>،</w:t>
      </w:r>
      <w:r w:rsidRPr="00402856">
        <w:rPr>
          <w:rtl/>
        </w:rPr>
        <w:t xml:space="preserve"> كلّ ذلك يجب فيه الخُمس عند الشيعة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ذهب أهل السُنّة إلى أنّ المراد باليتامى والمساكين وابن السبيل من الناس مِن بني هاشم أو غيرهم</w:t>
      </w:r>
      <w:r w:rsidR="00455A43">
        <w:rPr>
          <w:rtl/>
        </w:rPr>
        <w:t>.</w:t>
      </w:r>
      <w:r w:rsidRPr="00402856">
        <w:rPr>
          <w:rtl/>
        </w:rPr>
        <w:t xml:space="preserve"> وقال الشيعة</w:t>
      </w:r>
      <w:r w:rsidR="00455A43">
        <w:rPr>
          <w:rtl/>
        </w:rPr>
        <w:t>:</w:t>
      </w:r>
      <w:r w:rsidRPr="00402856">
        <w:rPr>
          <w:rtl/>
        </w:rPr>
        <w:t xml:space="preserve"> تقتصر على الهاشميّين</w:t>
      </w:r>
      <w:r w:rsidR="00455A43">
        <w:rPr>
          <w:rtl/>
        </w:rPr>
        <w:t>.</w:t>
      </w:r>
      <w:r w:rsidRPr="00402856">
        <w:rPr>
          <w:rtl/>
        </w:rPr>
        <w:t xml:space="preserve"> وذهب الشافعي وابن حنبل إلى أنّ الغنيمة تقسّم إلى خمسة أسهُم</w:t>
      </w:r>
      <w:r w:rsidR="00455A43">
        <w:rPr>
          <w:rtl/>
        </w:rPr>
        <w:t>:</w:t>
      </w:r>
      <w:r w:rsidRPr="00402856">
        <w:rPr>
          <w:rtl/>
        </w:rPr>
        <w:t xml:space="preserve"> سهم للرسول صلّى الله عليه وسلّم ويُصرف على مصالح المسلمين</w:t>
      </w:r>
      <w:r w:rsidR="00455A43">
        <w:rPr>
          <w:rtl/>
        </w:rPr>
        <w:t>،</w:t>
      </w:r>
      <w:r w:rsidRPr="00402856">
        <w:rPr>
          <w:rtl/>
        </w:rPr>
        <w:t xml:space="preserve"> وسهم يُعطى لذَوي القُربى</w:t>
      </w:r>
      <w:r w:rsidR="00455A43">
        <w:rPr>
          <w:rtl/>
        </w:rPr>
        <w:t>،</w:t>
      </w:r>
      <w:r w:rsidRPr="00402856">
        <w:rPr>
          <w:rtl/>
        </w:rPr>
        <w:t xml:space="preserve"> أغنياء كانوا أم فقراء</w:t>
      </w:r>
      <w:r w:rsidR="00455A43">
        <w:rPr>
          <w:rtl/>
        </w:rPr>
        <w:t>،</w:t>
      </w:r>
      <w:r w:rsidRPr="00402856">
        <w:rPr>
          <w:rtl/>
        </w:rPr>
        <w:t xml:space="preserve"> والباقي لليتامى والمساكين وابن السبيل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وذهب أبو حنيفة إلى أنّ سهم الرسول سقط بموته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أمّا ذو القربى</w:t>
      </w:r>
      <w:r w:rsidR="00455A43">
        <w:rPr>
          <w:rtl/>
        </w:rPr>
        <w:t>،</w:t>
      </w:r>
      <w:r w:rsidRPr="00402856">
        <w:rPr>
          <w:rtl/>
        </w:rPr>
        <w:t xml:space="preserve"> فهم كغيرهم من الفقراء يُعطون لفقرهم لا لقرابتهم من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وأمّا مالِك</w:t>
      </w:r>
      <w:r w:rsidR="00455A43">
        <w:rPr>
          <w:rtl/>
        </w:rPr>
        <w:t>،</w:t>
      </w:r>
      <w:r w:rsidRPr="00402856">
        <w:rPr>
          <w:rtl/>
        </w:rPr>
        <w:t xml:space="preserve"> فالرأي عنده أن يرجع أمر الخُمس إلى الإمام</w:t>
      </w:r>
      <w:r w:rsidR="00455A43">
        <w:rPr>
          <w:rtl/>
        </w:rPr>
        <w:t>،</w:t>
      </w:r>
      <w:r w:rsidRPr="00402856">
        <w:rPr>
          <w:rtl/>
        </w:rPr>
        <w:t xml:space="preserve"> يُقسمه حسب ما يراه من المصلحة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الرأي عند الشيعة</w:t>
      </w:r>
      <w:r w:rsidR="00455A43">
        <w:rPr>
          <w:rtl/>
        </w:rPr>
        <w:t>،</w:t>
      </w:r>
      <w:r w:rsidRPr="00402856">
        <w:rPr>
          <w:rtl/>
        </w:rPr>
        <w:t xml:space="preserve"> فإنّ الأسهم الثلاثة </w:t>
      </w:r>
      <w:r w:rsidR="00352E1E">
        <w:rPr>
          <w:rtl/>
        </w:rPr>
        <w:t>(</w:t>
      </w:r>
      <w:r w:rsidRPr="00402856">
        <w:rPr>
          <w:rtl/>
        </w:rPr>
        <w:t>سهم الله والرسول وذو القربى</w:t>
      </w:r>
      <w:r w:rsidR="00352E1E">
        <w:rPr>
          <w:rtl/>
        </w:rPr>
        <w:t>)</w:t>
      </w:r>
      <w:r w:rsidRPr="00402856">
        <w:rPr>
          <w:rtl/>
        </w:rPr>
        <w:t xml:space="preserve"> فيُفوّض أمرها إلى الإمام أو نائبه</w:t>
      </w:r>
      <w:r w:rsidR="00455A43">
        <w:rPr>
          <w:rtl/>
        </w:rPr>
        <w:t>،</w:t>
      </w:r>
      <w:r w:rsidRPr="00402856">
        <w:rPr>
          <w:rtl/>
        </w:rPr>
        <w:t xml:space="preserve"> يضعها حسب ما يراه من المصلحة</w:t>
      </w:r>
      <w:r w:rsidR="00455A43">
        <w:rPr>
          <w:rtl/>
        </w:rPr>
        <w:t>،</w:t>
      </w:r>
      <w:r w:rsidRPr="00402856">
        <w:rPr>
          <w:rtl/>
        </w:rPr>
        <w:t xml:space="preserve"> وأمّا الأسهم الثلاثة الباقية</w:t>
      </w:r>
      <w:r w:rsidR="00455A43">
        <w:rPr>
          <w:rtl/>
        </w:rPr>
        <w:t>،</w:t>
      </w:r>
      <w:r w:rsidRPr="00402856">
        <w:rPr>
          <w:rtl/>
        </w:rPr>
        <w:t xml:space="preserve"> فتُعطى لأيتام بني هاشم ومساكينهم وأبناء سبيلهم</w:t>
      </w:r>
      <w:r w:rsidR="00455A43">
        <w:rPr>
          <w:rtl/>
        </w:rPr>
        <w:t>،</w:t>
      </w:r>
      <w:r w:rsidRPr="00402856">
        <w:rPr>
          <w:rtl/>
        </w:rPr>
        <w:t xml:space="preserve"> ولا يُشاركهم فيها غيرهم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bookmarkStart w:id="8" w:name="04"/>
      <w:r w:rsidRPr="00774447">
        <w:rPr>
          <w:rtl/>
        </w:rPr>
        <w:t xml:space="preserve">6 - الإمام الحُجّة مِن أهل البيت </w:t>
      </w:r>
      <w:bookmarkEnd w:id="8"/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يقول عبد الرحمان بن الجوزي في صيد الخاطر أنّ الله لا يُخلي الأرض من قائم له بالحجّة</w:t>
      </w:r>
      <w:r w:rsidR="00455A43">
        <w:rPr>
          <w:rtl/>
        </w:rPr>
        <w:t>،</w:t>
      </w:r>
      <w:r w:rsidRPr="00402856">
        <w:rPr>
          <w:rtl/>
        </w:rPr>
        <w:t xml:space="preserve"> جامع بين العلم والعمل</w:t>
      </w:r>
      <w:r w:rsidR="00455A43">
        <w:rPr>
          <w:rtl/>
        </w:rPr>
        <w:t>،</w:t>
      </w:r>
      <w:r w:rsidRPr="00402856">
        <w:rPr>
          <w:rtl/>
        </w:rPr>
        <w:t xml:space="preserve"> عارف بحقوق الله تعالى</w:t>
      </w:r>
      <w:r w:rsidR="00455A43">
        <w:rPr>
          <w:rtl/>
        </w:rPr>
        <w:t>،</w:t>
      </w:r>
      <w:r w:rsidRPr="00402856">
        <w:rPr>
          <w:rtl/>
        </w:rPr>
        <w:t xml:space="preserve"> خائف منه</w:t>
      </w:r>
      <w:r w:rsidR="00455A43">
        <w:rPr>
          <w:rtl/>
        </w:rPr>
        <w:t>،</w:t>
      </w:r>
      <w:r w:rsidRPr="00402856">
        <w:rPr>
          <w:rtl/>
        </w:rPr>
        <w:t xml:space="preserve"> فذلك قطب الدنيا</w:t>
      </w:r>
      <w:r w:rsidR="00455A43">
        <w:rPr>
          <w:rtl/>
        </w:rPr>
        <w:t>،</w:t>
      </w:r>
      <w:r w:rsidRPr="00402856">
        <w:rPr>
          <w:rtl/>
        </w:rPr>
        <w:t xml:space="preserve"> ومتى مات أخلف الله عوضه</w:t>
      </w:r>
      <w:r w:rsidR="00455A43">
        <w:rPr>
          <w:rtl/>
        </w:rPr>
        <w:t>،</w:t>
      </w:r>
      <w:r w:rsidRPr="00402856">
        <w:rPr>
          <w:rtl/>
        </w:rPr>
        <w:t xml:space="preserve"> وربما لم يمت حتّى يرى من يصلح للنيابة عنه في كلّ نائبة</w:t>
      </w:r>
      <w:r w:rsidR="00455A43">
        <w:rPr>
          <w:rtl/>
        </w:rPr>
        <w:t>،</w:t>
      </w:r>
      <w:r w:rsidRPr="00402856">
        <w:rPr>
          <w:rtl/>
        </w:rPr>
        <w:t xml:space="preserve"> ومثل هذا لا تخلو الأرض منه</w:t>
      </w:r>
      <w:r w:rsidR="00455A43">
        <w:rPr>
          <w:rtl/>
        </w:rPr>
        <w:t>،</w:t>
      </w:r>
      <w:r w:rsidRPr="00402856">
        <w:rPr>
          <w:rtl/>
        </w:rPr>
        <w:t xml:space="preserve"> فهو بمقام النبي صلّى الله عليه وسلّم في الإمامة</w:t>
      </w:r>
      <w:r w:rsidR="00455A43">
        <w:rPr>
          <w:rtl/>
        </w:rPr>
        <w:t>،</w:t>
      </w:r>
      <w:r w:rsidRPr="00402856">
        <w:rPr>
          <w:rtl/>
        </w:rPr>
        <w:t xml:space="preserve"> وهذا الذي أصفه يكون قائماً بالأُصول</w:t>
      </w:r>
      <w:r w:rsidR="00455A43">
        <w:rPr>
          <w:rtl/>
        </w:rPr>
        <w:t>،</w:t>
      </w:r>
      <w:r w:rsidRPr="00402856">
        <w:rPr>
          <w:rtl/>
        </w:rPr>
        <w:t xml:space="preserve"> حافظاً للحدود</w:t>
      </w:r>
      <w:r w:rsidR="00455A43">
        <w:rPr>
          <w:rtl/>
        </w:rPr>
        <w:t>،</w:t>
      </w:r>
      <w:r w:rsidRPr="00402856">
        <w:rPr>
          <w:rtl/>
        </w:rPr>
        <w:t xml:space="preserve"> ولمّا كان أهل البيت ورثة أنبياء الله ورُسله على مرّ القرون وكرّ العصور في الدفاع عن شريعة الله</w:t>
      </w:r>
      <w:r w:rsidR="00455A43">
        <w:rPr>
          <w:rtl/>
        </w:rPr>
        <w:t>،</w:t>
      </w:r>
      <w:r w:rsidRPr="00402856">
        <w:rPr>
          <w:rtl/>
        </w:rPr>
        <w:t xml:space="preserve"> والحفاظ على ملّته من أعدائه الضالين المضلّين</w:t>
      </w:r>
      <w:r w:rsidR="00455A43">
        <w:rPr>
          <w:rtl/>
        </w:rPr>
        <w:t>،</w:t>
      </w:r>
      <w:r w:rsidRPr="00402856">
        <w:rPr>
          <w:rtl/>
        </w:rPr>
        <w:t xml:space="preserve"> يردّون كلّ ضلالة</w:t>
      </w:r>
      <w:r w:rsidR="00455A43">
        <w:rPr>
          <w:rtl/>
        </w:rPr>
        <w:t>،</w:t>
      </w:r>
      <w:r w:rsidRPr="00402856">
        <w:rPr>
          <w:rtl/>
        </w:rPr>
        <w:t xml:space="preserve"> ويمحقون كلّ بدعة</w:t>
      </w:r>
      <w:r w:rsidR="00455A43">
        <w:rPr>
          <w:rtl/>
        </w:rPr>
        <w:t>،</w:t>
      </w:r>
      <w:r w:rsidRPr="00402856">
        <w:rPr>
          <w:rtl/>
        </w:rPr>
        <w:t xml:space="preserve"> ينادون الناس إلى السنن التي اندثرت</w:t>
      </w:r>
      <w:r w:rsidR="00455A43">
        <w:rPr>
          <w:rtl/>
        </w:rPr>
        <w:t>،</w:t>
      </w:r>
      <w:r w:rsidRPr="00402856">
        <w:rPr>
          <w:rtl/>
        </w:rPr>
        <w:t xml:space="preserve"> ويدعونهم إلى الآداب والفضائل التي هُجرت</w:t>
      </w:r>
      <w:r w:rsidR="00455A43">
        <w:rPr>
          <w:rtl/>
        </w:rPr>
        <w:t>،</w:t>
      </w:r>
      <w:r w:rsidRPr="00402856">
        <w:rPr>
          <w:rtl/>
        </w:rPr>
        <w:t xml:space="preserve"> ويحفظون للإسلام قُدسيّته</w:t>
      </w:r>
      <w:r w:rsidR="00455A43">
        <w:rPr>
          <w:rtl/>
        </w:rPr>
        <w:t>،</w:t>
      </w:r>
      <w:r w:rsidRPr="00402856">
        <w:rPr>
          <w:rtl/>
        </w:rPr>
        <w:t xml:space="preserve"> فلقد أخرج الملاّ في سيرته وابن حجَر في صواعقه أنّه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في كلّ خلَف من أُمّتي عدول من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ينفون عن هذا الدين تحريف الضالّين وانتحال المُبطلين وتأويل الجاهلين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وإنّ أئمّتكم وفْدكم إلى الله عزّ وجل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فانظروا مَن تفِدون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هذا وقد أوصى النبي صلّى الله عليه وسلّم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بملازمة الهُداة المُهتدين من أئمة أهل البيت</w:t>
      </w:r>
      <w:r w:rsidR="00455A43">
        <w:rPr>
          <w:rtl/>
        </w:rPr>
        <w:t>،</w:t>
      </w:r>
      <w:r w:rsidRPr="00402856">
        <w:rPr>
          <w:rtl/>
        </w:rPr>
        <w:t xml:space="preserve"> والاقتداء بهم</w:t>
      </w:r>
      <w:r w:rsidR="00455A43">
        <w:rPr>
          <w:rtl/>
        </w:rPr>
        <w:t>،</w:t>
      </w:r>
      <w:r w:rsidRPr="00402856">
        <w:rPr>
          <w:rtl/>
        </w:rPr>
        <w:t xml:space="preserve"> والأخذ عنهم</w:t>
      </w:r>
      <w:r w:rsidR="00455A43">
        <w:rPr>
          <w:rtl/>
        </w:rPr>
        <w:t>؛</w:t>
      </w:r>
      <w:r w:rsidRPr="00402856">
        <w:rPr>
          <w:rtl/>
        </w:rPr>
        <w:t xml:space="preserve"> لأنّهم بحكم فطرتهم السليمة</w:t>
      </w:r>
      <w:r w:rsidR="00AF124A">
        <w:rPr>
          <w:rtl/>
        </w:rPr>
        <w:t xml:space="preserve"> - </w:t>
      </w:r>
      <w:r w:rsidRPr="00402856">
        <w:rPr>
          <w:rtl/>
        </w:rPr>
        <w:t>كما يقول الأستاذ حسين يوسف</w:t>
      </w:r>
      <w:r w:rsidR="00AF124A">
        <w:rPr>
          <w:rtl/>
        </w:rPr>
        <w:t xml:space="preserve"> - </w:t>
      </w:r>
      <w:r w:rsidRPr="00402856">
        <w:rPr>
          <w:rtl/>
        </w:rPr>
        <w:t>وسريان دم النبي صلّى الله عليه وآله وسلّم في دمائهم</w:t>
      </w:r>
      <w:r w:rsidR="00455A43">
        <w:rPr>
          <w:rtl/>
        </w:rPr>
        <w:t>،</w:t>
      </w:r>
      <w:r w:rsidRPr="00402856">
        <w:rPr>
          <w:rtl/>
        </w:rPr>
        <w:t xml:space="preserve"> وروحه في أرواحهم</w:t>
      </w:r>
      <w:r w:rsidR="00455A43">
        <w:rPr>
          <w:rtl/>
        </w:rPr>
        <w:t>،</w:t>
      </w:r>
      <w:r w:rsidRPr="00402856">
        <w:rPr>
          <w:rtl/>
        </w:rPr>
        <w:t xml:space="preserve"> أقرب إلى التوفيق والسداد</w:t>
      </w:r>
      <w:r w:rsidR="00455A43">
        <w:rPr>
          <w:rtl/>
        </w:rPr>
        <w:t>،</w:t>
      </w:r>
      <w:r w:rsidRPr="00402856">
        <w:rPr>
          <w:rtl/>
        </w:rPr>
        <w:t xml:space="preserve"> وأبعد عن الغرض والهوى</w:t>
      </w:r>
      <w:r w:rsidR="00455A43">
        <w:rPr>
          <w:rtl/>
        </w:rPr>
        <w:t>،</w:t>
      </w:r>
      <w:r w:rsidRPr="00402856">
        <w:rPr>
          <w:rtl/>
        </w:rPr>
        <w:t xml:space="preserve"> ولذلك نهى الرسول عن إغفالهم أو التقدّم عليهم</w:t>
      </w:r>
      <w:r w:rsidR="00455A43">
        <w:rPr>
          <w:rtl/>
        </w:rPr>
        <w:t>؛</w:t>
      </w:r>
      <w:r w:rsidRPr="00402856">
        <w:rPr>
          <w:rtl/>
        </w:rPr>
        <w:t xml:space="preserve"> لأنّهم الأعلى مقاماً</w:t>
      </w:r>
      <w:r w:rsidR="00455A43">
        <w:rPr>
          <w:rtl/>
        </w:rPr>
        <w:t>،</w:t>
      </w:r>
      <w:r w:rsidRPr="00402856">
        <w:rPr>
          <w:rtl/>
        </w:rPr>
        <w:t xml:space="preserve"> والأصفى إسلاماً وإيماناً</w:t>
      </w:r>
      <w:r w:rsidR="00455A43">
        <w:rPr>
          <w:rtl/>
        </w:rPr>
        <w:t>،</w:t>
      </w:r>
      <w:r w:rsidRPr="00402856">
        <w:rPr>
          <w:rtl/>
        </w:rPr>
        <w:t xml:space="preserve"> وفي نفس الوقت حذّر من التخلّف عنهم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تارك فيكم أمرين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لن تضلّوا إن اتبعتموهما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وهما 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بيتي عترتي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سألت ذلك لهما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تقدموهما فتهلكوا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تقصروا عنهما فتهلكوا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تُعلّموهم فإنّهم أعلم منكم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وقوله صلى الله عليه وآله وسلم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تُعلّموهم فإنّهم أعلم منكم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إشارة إلى أنّهم بفطرتهم هُداة مُهتدون</w:t>
      </w:r>
      <w:r w:rsidR="00455A43">
        <w:rPr>
          <w:rtl/>
        </w:rPr>
        <w:t>،</w:t>
      </w:r>
      <w:r w:rsidRPr="00402856">
        <w:rPr>
          <w:rtl/>
        </w:rPr>
        <w:t xml:space="preserve"> بموجب كونهم الأطهر حَسباً ونَسباً</w:t>
      </w:r>
      <w:r w:rsidR="00455A43">
        <w:rPr>
          <w:rtl/>
        </w:rPr>
        <w:t>،</w:t>
      </w:r>
      <w:r w:rsidRPr="00402856">
        <w:rPr>
          <w:rtl/>
        </w:rPr>
        <w:t xml:space="preserve"> والأتقى روحاً وقلباً</w:t>
      </w:r>
      <w:r w:rsidR="00455A43">
        <w:rPr>
          <w:rtl/>
        </w:rPr>
        <w:t>،</w:t>
      </w:r>
      <w:r w:rsidRPr="00402856">
        <w:rPr>
          <w:rtl/>
        </w:rPr>
        <w:t xml:space="preserve"> والله تعالى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وَاتَّقُوا اللَّهَ وَيُعَلِّمُكُمْ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عساكر</w:t>
      </w:r>
      <w:r w:rsidR="00455A43">
        <w:rPr>
          <w:rtl/>
        </w:rPr>
        <w:t>،</w:t>
      </w:r>
      <w:r w:rsidRPr="00402856">
        <w:rPr>
          <w:rtl/>
        </w:rPr>
        <w:t xml:space="preserve"> من طريق عبد الله بن أحمد بن حنبل قال</w:t>
      </w:r>
      <w:r w:rsidR="00455A43">
        <w:rPr>
          <w:rtl/>
        </w:rPr>
        <w:t>:</w:t>
      </w:r>
      <w:r w:rsidRPr="00402856">
        <w:rPr>
          <w:rtl/>
        </w:rPr>
        <w:t xml:space="preserve"> سمعت أبي يروي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يقبض في رأس كلّ مئة سنة رجلاً من أهل بيتي يُعلّم أُمّتي الدين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وأخرج أبو إسماعيل الهروي</w:t>
      </w:r>
      <w:r w:rsidR="00455A43">
        <w:rPr>
          <w:rtl/>
        </w:rPr>
        <w:t>،</w:t>
      </w:r>
      <w:r w:rsidRPr="00402856">
        <w:rPr>
          <w:rtl/>
        </w:rPr>
        <w:t xml:space="preserve"> من طريق حميد بن زنجويه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سمعت أحمد بن حنبل يقول</w:t>
      </w:r>
      <w:r w:rsidR="00455A43">
        <w:rPr>
          <w:rtl/>
        </w:rPr>
        <w:t>:</w:t>
      </w:r>
      <w:r w:rsidRPr="00402856">
        <w:rPr>
          <w:rtl/>
        </w:rPr>
        <w:t xml:space="preserve"> يُروى في الحديث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يمنّ على أهل دينه في رأس كلّ مئة سنة برجل من أهل بيتي يُبيّن لهم أمور دينهم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ويقول الحافظ السيوطي إنّ الرواية المقيّدة بقوله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من 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وإن كانت غير معروفة السَند</w:t>
      </w:r>
      <w:r w:rsidR="00455A43">
        <w:rPr>
          <w:rtl/>
        </w:rPr>
        <w:t>،</w:t>
      </w:r>
      <w:r w:rsidRPr="00402856">
        <w:rPr>
          <w:rtl/>
        </w:rPr>
        <w:t xml:space="preserve"> فإنّ أحمد أوردها بغير إسناد</w:t>
      </w:r>
      <w:r w:rsidR="00455A43">
        <w:rPr>
          <w:rtl/>
        </w:rPr>
        <w:t>،</w:t>
      </w:r>
      <w:r w:rsidRPr="00402856">
        <w:rPr>
          <w:rtl/>
        </w:rPr>
        <w:t xml:space="preserve"> ولم يوقِف على إسنادهما في شيء من الكُتب ولا الأجزاء الحديثيّة</w:t>
      </w:r>
      <w:r w:rsidR="00455A43">
        <w:rPr>
          <w:rtl/>
        </w:rPr>
        <w:t>،</w:t>
      </w:r>
      <w:r w:rsidRPr="00402856">
        <w:rPr>
          <w:rtl/>
        </w:rPr>
        <w:t xml:space="preserve"> غير أنّه في غاية الظهور من حيث المعنى</w:t>
      </w:r>
      <w:r w:rsidR="00455A43">
        <w:rPr>
          <w:rtl/>
        </w:rPr>
        <w:t>،</w:t>
      </w:r>
      <w:r w:rsidRPr="00402856">
        <w:rPr>
          <w:rtl/>
        </w:rPr>
        <w:t xml:space="preserve"> فإنّ القائم بهذا المنصب الشريف جدير بأن يكون من أهل الفضل في العبادة الظاهرة</w:t>
      </w:r>
      <w:r w:rsidR="00455A43">
        <w:rPr>
          <w:rtl/>
        </w:rPr>
        <w:t>،</w:t>
      </w:r>
      <w:r w:rsidRPr="00402856">
        <w:rPr>
          <w:rtl/>
        </w:rPr>
        <w:t xml:space="preserve"> وأحسن أخلاقاً وأزكى نفساً</w:t>
      </w:r>
      <w:r w:rsidR="00455A43">
        <w:rPr>
          <w:rtl/>
        </w:rPr>
        <w:t>،</w:t>
      </w:r>
      <w:r w:rsidRPr="00402856">
        <w:rPr>
          <w:rtl/>
        </w:rPr>
        <w:t xml:space="preserve"> وقد ذهب البعض إلى أنّ آل البيت محفوظون من الكبائر بعناية الله</w:t>
      </w:r>
      <w:r w:rsidR="00455A43">
        <w:rPr>
          <w:rtl/>
        </w:rPr>
        <w:t>،</w:t>
      </w:r>
      <w:r w:rsidRPr="00402856">
        <w:rPr>
          <w:rtl/>
        </w:rPr>
        <w:t xml:space="preserve"> فقد فطرهم على حبّه وحبّ طاعته</w:t>
      </w:r>
      <w:r w:rsidR="00455A43">
        <w:rPr>
          <w:rtl/>
        </w:rPr>
        <w:t>،</w:t>
      </w:r>
      <w:r w:rsidRPr="00402856">
        <w:rPr>
          <w:rtl/>
        </w:rPr>
        <w:t xml:space="preserve"> والناس معادن خيارهم في الجاهلية خيارهم في الإسلام</w:t>
      </w:r>
      <w:r w:rsidR="00455A43">
        <w:rPr>
          <w:rtl/>
        </w:rPr>
        <w:t>.</w:t>
      </w:r>
      <w:r w:rsidRPr="00402856">
        <w:rPr>
          <w:rtl/>
        </w:rPr>
        <w:t xml:space="preserve"> وذهب قوم إلى أنّ القطب في كل عصر</w:t>
      </w:r>
      <w:r w:rsidR="00455A43">
        <w:rPr>
          <w:rtl/>
        </w:rPr>
        <w:t>،</w:t>
      </w:r>
      <w:r w:rsidRPr="00402856">
        <w:rPr>
          <w:rtl/>
        </w:rPr>
        <w:t xml:space="preserve"> لا بدّ وأن يكون من أهل البيت النبوي الشريف</w:t>
      </w:r>
      <w:r w:rsidR="00455A43">
        <w:rPr>
          <w:rtl/>
        </w:rPr>
        <w:t>،</w:t>
      </w:r>
      <w:r w:rsidRPr="00402856">
        <w:rPr>
          <w:rtl/>
        </w:rPr>
        <w:t xml:space="preserve"> وإن رأى أبو العباس</w:t>
      </w:r>
      <w:r w:rsidR="00455A43">
        <w:rPr>
          <w:rtl/>
        </w:rPr>
        <w:t>،</w:t>
      </w:r>
      <w:r w:rsidRPr="00402856">
        <w:rPr>
          <w:rtl/>
        </w:rPr>
        <w:t xml:space="preserve"> كما نُقِل عنه تلميذه ابن عطاء</w:t>
      </w:r>
      <w:r w:rsidR="00455A43">
        <w:rPr>
          <w:rtl/>
        </w:rPr>
        <w:t>،</w:t>
      </w:r>
      <w:r w:rsidRPr="00402856">
        <w:rPr>
          <w:rtl/>
        </w:rPr>
        <w:t xml:space="preserve"> أنّ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القطب قد يكون من غيرهم</w:t>
      </w:r>
      <w:r w:rsidR="00455A43">
        <w:rPr>
          <w:rtl/>
        </w:rPr>
        <w:t>،</w:t>
      </w:r>
      <w:r w:rsidRPr="00402856">
        <w:rPr>
          <w:rtl/>
        </w:rPr>
        <w:t xml:space="preserve"> ولكن قطب الأقطاب لا يكون إلاّ منهم</w:t>
      </w:r>
      <w:r w:rsidR="00455A43">
        <w:rPr>
          <w:rtl/>
        </w:rPr>
        <w:t>؛</w:t>
      </w:r>
      <w:r w:rsidRPr="00402856">
        <w:rPr>
          <w:rtl/>
        </w:rPr>
        <w:t xml:space="preserve"> لأنّهم أزكى الناس أصلاً</w:t>
      </w:r>
      <w:r w:rsidR="00455A43">
        <w:rPr>
          <w:rtl/>
        </w:rPr>
        <w:t>،</w:t>
      </w:r>
      <w:r w:rsidRPr="00402856">
        <w:rPr>
          <w:rtl/>
        </w:rPr>
        <w:t xml:space="preserve"> وأوفرهم فضلاً</w:t>
      </w:r>
      <w:r w:rsidR="00455A43">
        <w:rPr>
          <w:rtl/>
        </w:rPr>
        <w:t>،</w:t>
      </w:r>
      <w:r w:rsidRPr="00402856">
        <w:rPr>
          <w:rtl/>
        </w:rPr>
        <w:t xml:space="preserve"> غير أنّ القطب من شأنه</w:t>
      </w:r>
      <w:r w:rsidR="00AF124A">
        <w:rPr>
          <w:rtl/>
        </w:rPr>
        <w:t xml:space="preserve"> - </w:t>
      </w:r>
      <w:r w:rsidRPr="00402856">
        <w:rPr>
          <w:rtl/>
        </w:rPr>
        <w:t>غالباً</w:t>
      </w:r>
      <w:r w:rsidR="00AF124A">
        <w:rPr>
          <w:rtl/>
        </w:rPr>
        <w:t xml:space="preserve"> - </w:t>
      </w:r>
      <w:r w:rsidRPr="00402856">
        <w:rPr>
          <w:rtl/>
        </w:rPr>
        <w:t>الخفاء وعدم الظهور</w:t>
      </w:r>
      <w:r w:rsidR="00455A43">
        <w:rPr>
          <w:rtl/>
        </w:rPr>
        <w:t>،</w:t>
      </w:r>
      <w:r w:rsidRPr="00402856">
        <w:rPr>
          <w:rtl/>
        </w:rPr>
        <w:t xml:space="preserve"> فإذا لم يوجد في الظاهر مِن أهل البيت مَن يصلح للاتّصاف بالقطبيّة</w:t>
      </w:r>
      <w:r w:rsidR="00455A43">
        <w:rPr>
          <w:rtl/>
        </w:rPr>
        <w:t>،</w:t>
      </w:r>
      <w:r w:rsidRPr="00402856">
        <w:rPr>
          <w:rtl/>
        </w:rPr>
        <w:t xml:space="preserve"> حُمل على أنّه قام بذلك رجل منهم في الباطن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وأمّا القائم بتجديد الدين</w:t>
      </w:r>
      <w:r w:rsidR="00455A43">
        <w:rPr>
          <w:rtl/>
        </w:rPr>
        <w:t>،</w:t>
      </w:r>
      <w:r w:rsidRPr="00402856">
        <w:rPr>
          <w:rtl/>
        </w:rPr>
        <w:t xml:space="preserve"> فلا بدّ أن يكون ظاهراً حتى يسير علمه في الآفاق</w:t>
      </w:r>
      <w:r w:rsidR="00455A43">
        <w:rPr>
          <w:rtl/>
        </w:rPr>
        <w:t>،</w:t>
      </w:r>
      <w:r w:rsidRPr="00402856">
        <w:rPr>
          <w:rtl/>
        </w:rPr>
        <w:t xml:space="preserve"> وينتشر في الأقطار</w:t>
      </w:r>
      <w:r w:rsidR="00455A43">
        <w:rPr>
          <w:rtl/>
        </w:rPr>
        <w:t>،</w:t>
      </w:r>
      <w:r w:rsidRPr="00402856">
        <w:rPr>
          <w:rtl/>
        </w:rPr>
        <w:t xml:space="preserve"> وهُنا يفترض ابن أبي بكر الشلي في كتابه </w:t>
      </w:r>
      <w:r w:rsidR="00352E1E">
        <w:rPr>
          <w:rtl/>
        </w:rPr>
        <w:t>(</w:t>
      </w:r>
      <w:r w:rsidRPr="00402856">
        <w:rPr>
          <w:rtl/>
        </w:rPr>
        <w:t>المَشرع الروي</w:t>
      </w:r>
      <w:r w:rsidR="00352E1E">
        <w:rPr>
          <w:rtl/>
        </w:rPr>
        <w:t>)</w:t>
      </w:r>
      <w:r w:rsidRPr="00402856">
        <w:rPr>
          <w:rtl/>
        </w:rPr>
        <w:t xml:space="preserve"> أنّ المناصب الثلاثة</w:t>
      </w:r>
      <w:r w:rsidR="00455A43">
        <w:rPr>
          <w:rtl/>
        </w:rPr>
        <w:t>،</w:t>
      </w:r>
      <w:r w:rsidRPr="00402856">
        <w:rPr>
          <w:rtl/>
        </w:rPr>
        <w:t xml:space="preserve"> وهي</w:t>
      </w:r>
      <w:r w:rsidR="00455A43">
        <w:rPr>
          <w:rtl/>
        </w:rPr>
        <w:t>:</w:t>
      </w:r>
      <w:r w:rsidRPr="00402856">
        <w:rPr>
          <w:rtl/>
        </w:rPr>
        <w:t xml:space="preserve"> الخلافة الظاهرة</w:t>
      </w:r>
      <w:r w:rsidR="00455A43">
        <w:rPr>
          <w:rtl/>
        </w:rPr>
        <w:t>،</w:t>
      </w:r>
      <w:r w:rsidRPr="00402856">
        <w:rPr>
          <w:rtl/>
        </w:rPr>
        <w:t xml:space="preserve"> وهي القيام بأمر الإمامة</w:t>
      </w:r>
      <w:r w:rsidR="00455A43">
        <w:rPr>
          <w:rtl/>
        </w:rPr>
        <w:t>.</w:t>
      </w:r>
      <w:r w:rsidRPr="00402856">
        <w:rPr>
          <w:rtl/>
        </w:rPr>
        <w:t xml:space="preserve"> ثُمّ الخلافة الباطنة</w:t>
      </w:r>
      <w:r w:rsidR="00455A43">
        <w:rPr>
          <w:rtl/>
        </w:rPr>
        <w:t>،</w:t>
      </w:r>
      <w:r w:rsidRPr="00402856">
        <w:rPr>
          <w:rtl/>
        </w:rPr>
        <w:t xml:space="preserve"> وهي القطبيّة</w:t>
      </w:r>
      <w:r w:rsidR="00455A43">
        <w:rPr>
          <w:rtl/>
        </w:rPr>
        <w:t>.</w:t>
      </w:r>
      <w:r w:rsidRPr="00402856">
        <w:rPr>
          <w:rtl/>
        </w:rPr>
        <w:t xml:space="preserve"> ثُمّ منصب تجديد الدين على رأس كلّ مئة سنة</w:t>
      </w:r>
      <w:r w:rsidR="00455A43">
        <w:rPr>
          <w:rtl/>
        </w:rPr>
        <w:t>،</w:t>
      </w:r>
      <w:r w:rsidRPr="00402856">
        <w:rPr>
          <w:rtl/>
        </w:rPr>
        <w:t xml:space="preserve"> لا يقوم بها إلاّ رجل من أهل البيت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ولكن ما المراد بأهل البيت هنا</w:t>
      </w:r>
      <w:r w:rsidR="00455A43">
        <w:rPr>
          <w:rtl/>
        </w:rPr>
        <w:t>؟</w:t>
      </w:r>
      <w:r w:rsidRPr="00402856">
        <w:rPr>
          <w:rtl/>
        </w:rPr>
        <w:t xml:space="preserve"> يُجيب ابن أبي بكر بأنّه</w:t>
      </w:r>
      <w:r w:rsidR="00455A43">
        <w:rPr>
          <w:rtl/>
        </w:rPr>
        <w:t>:</w:t>
      </w:r>
      <w:r w:rsidRPr="00402856">
        <w:rPr>
          <w:rtl/>
        </w:rPr>
        <w:t xml:space="preserve"> إن أراد صلّى الله عليه وسلّم بقوله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رجلٌ من أهل بيتي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أي من سائر قريش</w:t>
      </w:r>
      <w:r w:rsidR="00455A43">
        <w:rPr>
          <w:rtl/>
        </w:rPr>
        <w:t>،</w:t>
      </w:r>
      <w:r w:rsidRPr="00402856">
        <w:rPr>
          <w:rtl/>
        </w:rPr>
        <w:t xml:space="preserve"> كما هو المُراد بالخلافة الظاهرة</w:t>
      </w:r>
      <w:r w:rsidR="00455A43">
        <w:rPr>
          <w:rtl/>
        </w:rPr>
        <w:t>،</w:t>
      </w:r>
      <w:r w:rsidRPr="00402856">
        <w:rPr>
          <w:rtl/>
        </w:rPr>
        <w:t xml:space="preserve"> اتّسع الأمر</w:t>
      </w:r>
      <w:r w:rsidR="00455A43">
        <w:rPr>
          <w:rtl/>
        </w:rPr>
        <w:t>،</w:t>
      </w:r>
      <w:r w:rsidRPr="00402856">
        <w:rPr>
          <w:rtl/>
        </w:rPr>
        <w:t xml:space="preserve"> وربما أراد صلّى الله عليه وسلّم بذلك ما هو أعمّ من أهل البيت بالنَسب</w:t>
      </w:r>
      <w:r w:rsidR="00455A43">
        <w:rPr>
          <w:rtl/>
        </w:rPr>
        <w:t>،</w:t>
      </w:r>
      <w:r w:rsidRPr="00402856">
        <w:rPr>
          <w:rtl/>
        </w:rPr>
        <w:t xml:space="preserve"> فقد صحّ أنّ مولى القوم منهم</w:t>
      </w:r>
      <w:r w:rsidR="00455A43">
        <w:rPr>
          <w:rtl/>
        </w:rPr>
        <w:t>،</w:t>
      </w:r>
      <w:r w:rsidRPr="00402856">
        <w:rPr>
          <w:rtl/>
        </w:rPr>
        <w:t xml:space="preserve"> غير أنّ هناك مَن اشترط أن يكون القُطب من ذريّة الإمام الحسين على وجه الخصوص</w:t>
      </w:r>
      <w:r w:rsidR="00455A43">
        <w:rPr>
          <w:rtl/>
        </w:rPr>
        <w:t>،</w:t>
      </w:r>
      <w:r w:rsidRPr="00402856">
        <w:rPr>
          <w:rtl/>
        </w:rPr>
        <w:t xml:space="preserve"> وهُنا ربّما كان رأي أبي العبّاس المرسي من أنّ القطب قد يكون من غير آل البيت</w:t>
      </w:r>
      <w:r w:rsidR="00455A43">
        <w:rPr>
          <w:rtl/>
        </w:rPr>
        <w:t>،</w:t>
      </w:r>
      <w:r w:rsidRPr="00402856">
        <w:rPr>
          <w:rtl/>
        </w:rPr>
        <w:t xml:space="preserve"> على أن يكون قطب الأقطاب منهم</w:t>
      </w:r>
      <w:r w:rsidR="00455A43">
        <w:rPr>
          <w:rtl/>
        </w:rPr>
        <w:t>،</w:t>
      </w:r>
      <w:r w:rsidRPr="00402856">
        <w:rPr>
          <w:rtl/>
        </w:rPr>
        <w:t xml:space="preserve"> ربّما كان مقبولاً إلى حدّ ما</w:t>
      </w:r>
      <w:r w:rsidR="00455A43">
        <w:rPr>
          <w:rtl/>
        </w:rPr>
        <w:t>،</w:t>
      </w:r>
      <w:r w:rsidRPr="00402856">
        <w:rPr>
          <w:rtl/>
        </w:rPr>
        <w:t xml:space="preserve"> وإن رجّح ابن أبي بكر الشلي الاكتفاء بمطلق أهل البيت في القطبيّة</w:t>
      </w:r>
      <w:r w:rsidR="00455A43">
        <w:rPr>
          <w:rtl/>
        </w:rPr>
        <w:t>،</w:t>
      </w:r>
      <w:r w:rsidRPr="00402856">
        <w:rPr>
          <w:rtl/>
        </w:rPr>
        <w:t xml:space="preserve"> أو أن يكون من أهل البيت من جهة الأُم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bookmarkStart w:id="9" w:name="05"/>
      <w:r w:rsidRPr="00774447">
        <w:rPr>
          <w:rtl/>
        </w:rPr>
        <w:t xml:space="preserve">7 - أهل البيت أهل البلاء والاصطفاء </w:t>
      </w:r>
      <w:bookmarkEnd w:id="9"/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كرّم الله أهل البيت وطهّرهم من الرجس والأهواء والمطامع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اصطفاهم لحماية دينه ونشر هدايته</w:t>
      </w:r>
      <w:r w:rsidR="00455A43">
        <w:rPr>
          <w:rtl/>
        </w:rPr>
        <w:t>،</w:t>
      </w:r>
      <w:r w:rsidRPr="00402856">
        <w:rPr>
          <w:rtl/>
        </w:rPr>
        <w:t xml:space="preserve"> وفي نفس الوقف فقد ارتضاهم محلاًّ لبلائه</w:t>
      </w:r>
      <w:r w:rsidR="00455A43">
        <w:rPr>
          <w:rtl/>
        </w:rPr>
        <w:t>،</w:t>
      </w:r>
      <w:r w:rsidRPr="00402856">
        <w:rPr>
          <w:rtl/>
        </w:rPr>
        <w:t xml:space="preserve"> وهدفاً لقدَره وقضائه</w:t>
      </w:r>
      <w:r w:rsidR="00455A43">
        <w:rPr>
          <w:rtl/>
        </w:rPr>
        <w:t>؛</w:t>
      </w:r>
      <w:r w:rsidRPr="00402856">
        <w:rPr>
          <w:rtl/>
        </w:rPr>
        <w:t xml:space="preserve"> ليضرب بهم للناس أروع المثل في التضحية</w:t>
      </w:r>
      <w:r w:rsidR="00455A43">
        <w:rPr>
          <w:rtl/>
        </w:rPr>
        <w:t>،</w:t>
      </w:r>
      <w:r w:rsidRPr="00402856">
        <w:rPr>
          <w:rtl/>
        </w:rPr>
        <w:t xml:space="preserve"> و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الناس معادن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خيارهم في الجاهلية خيارهم في الإسلام إذا فقهوا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وأهل البيت رضوان الله عليهم</w:t>
      </w:r>
      <w:r w:rsidR="00455A43">
        <w:rPr>
          <w:rtl/>
        </w:rPr>
        <w:t>،</w:t>
      </w:r>
      <w:r w:rsidRPr="00402856">
        <w:rPr>
          <w:rtl/>
        </w:rPr>
        <w:t xml:space="preserve"> بحكم صِلتهم بأشرف خَلق الله</w:t>
      </w:r>
      <w:r w:rsidR="00455A43">
        <w:rPr>
          <w:rtl/>
        </w:rPr>
        <w:t>،</w:t>
      </w:r>
      <w:r w:rsidRPr="00402856">
        <w:rPr>
          <w:rtl/>
        </w:rPr>
        <w:t xml:space="preserve"> هُم أصدق الناس إيماناً</w:t>
      </w:r>
      <w:r w:rsidR="00455A43">
        <w:rPr>
          <w:rtl/>
        </w:rPr>
        <w:t>،</w:t>
      </w:r>
      <w:r w:rsidRPr="00402856">
        <w:rPr>
          <w:rtl/>
        </w:rPr>
        <w:t xml:space="preserve"> وأرسخهم يقيناً</w:t>
      </w:r>
      <w:r w:rsidR="00455A43">
        <w:rPr>
          <w:rtl/>
        </w:rPr>
        <w:t>،</w:t>
      </w:r>
      <w:r w:rsidRPr="00402856">
        <w:rPr>
          <w:rtl/>
        </w:rPr>
        <w:t xml:space="preserve"> وأعرقهم أصلاً</w:t>
      </w:r>
      <w:r w:rsidR="00455A43">
        <w:rPr>
          <w:rtl/>
        </w:rPr>
        <w:t>،</w:t>
      </w:r>
      <w:r w:rsidRPr="00402856">
        <w:rPr>
          <w:rtl/>
        </w:rPr>
        <w:t xml:space="preserve"> وأشرفهم حَسَباً ونَسَباً</w:t>
      </w:r>
      <w:r w:rsidR="00455A43">
        <w:rPr>
          <w:rtl/>
        </w:rPr>
        <w:t>،</w:t>
      </w:r>
      <w:r w:rsidRPr="00402856">
        <w:rPr>
          <w:rtl/>
        </w:rPr>
        <w:t xml:space="preserve"> ومِن ثَمّ فهُم أَولى الناس بمواقف الشرف والبلاء</w:t>
      </w:r>
      <w:r w:rsidR="00455A43">
        <w:rPr>
          <w:rtl/>
        </w:rPr>
        <w:t>،</w:t>
      </w:r>
      <w:r w:rsidRPr="00402856">
        <w:rPr>
          <w:rtl/>
        </w:rPr>
        <w:t xml:space="preserve"> والبطولة والفداء</w:t>
      </w:r>
      <w:r w:rsidR="00455A43">
        <w:rPr>
          <w:rtl/>
        </w:rPr>
        <w:t>،</w:t>
      </w:r>
      <w:r w:rsidRPr="00402856">
        <w:rPr>
          <w:rtl/>
        </w:rPr>
        <w:t xml:space="preserve"> وأجدرهم بالصدق عند اللقاء</w:t>
      </w:r>
      <w:r w:rsidR="00455A43">
        <w:rPr>
          <w:rtl/>
        </w:rPr>
        <w:t>،</w:t>
      </w:r>
      <w:r w:rsidRPr="00402856">
        <w:rPr>
          <w:rtl/>
        </w:rPr>
        <w:t xml:space="preserve"> والصبر في البأساء والضرّاء</w:t>
      </w:r>
      <w:r w:rsidR="00455A43">
        <w:rPr>
          <w:rtl/>
        </w:rPr>
        <w:t>؛</w:t>
      </w:r>
      <w:r w:rsidRPr="00402856">
        <w:rPr>
          <w:rtl/>
        </w:rPr>
        <w:t xml:space="preserve"> ولهذا كانوا أقرب الناس إلى البلاء</w:t>
      </w:r>
      <w:r w:rsidR="00455A43">
        <w:rPr>
          <w:rtl/>
        </w:rPr>
        <w:t>،</w:t>
      </w:r>
      <w:r w:rsidRPr="00402856">
        <w:rPr>
          <w:rtl/>
        </w:rPr>
        <w:t xml:space="preserve"> تخليداً لذكراهم</w:t>
      </w:r>
      <w:r w:rsidR="00455A43">
        <w:rPr>
          <w:rtl/>
        </w:rPr>
        <w:t>،</w:t>
      </w:r>
      <w:r w:rsidRPr="00402856">
        <w:rPr>
          <w:rtl/>
        </w:rPr>
        <w:t xml:space="preserve"> وإعلاءً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لشأنهم</w:t>
      </w:r>
      <w:r w:rsidR="00455A43">
        <w:rPr>
          <w:rtl/>
        </w:rPr>
        <w:t>،</w:t>
      </w:r>
      <w:r w:rsidRPr="00402856">
        <w:rPr>
          <w:rtl/>
        </w:rPr>
        <w:t xml:space="preserve"> وتلك السُنّة سنّة الله في خلْقه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البخاري وأحمد والترمذي</w:t>
      </w:r>
      <w:r w:rsidR="00455A43">
        <w:rPr>
          <w:rtl/>
        </w:rPr>
        <w:t>،</w:t>
      </w:r>
      <w:r w:rsidRPr="00402856">
        <w:rPr>
          <w:rtl/>
        </w:rPr>
        <w:t xml:space="preserve"> عن سعد بن أبي وقاص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أشدّ الناس بلاء الأنبياء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الأمثل فالأمثل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يُبتلى المرء على حَسب دينه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 كان في دينه صلباً اشتدّ بلاؤه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 كان في دينه رقّة ابتُلي على قدر دينه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فما يبرح البلاء بالعبد حتى يتركه يمشي على الأرض وما عليه خطيئة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ومن ثَمّ فقد كان تاريخ آل النبي الكرام البَرَرة يفيض بالمآسي والآلام بما تتفطّر له القُلوب وترتجف له الأحلام</w:t>
      </w:r>
      <w:r w:rsidR="00455A43">
        <w:rPr>
          <w:rtl/>
        </w:rPr>
        <w:t>،</w:t>
      </w:r>
      <w:r w:rsidRPr="00402856">
        <w:rPr>
          <w:rtl/>
        </w:rPr>
        <w:t xml:space="preserve"> غير أنّ ذلك لم يزدهم إلاّ مكانة عند الله</w:t>
      </w:r>
      <w:r w:rsidR="00455A43">
        <w:rPr>
          <w:rtl/>
        </w:rPr>
        <w:t>،</w:t>
      </w:r>
      <w:r w:rsidRPr="00402856">
        <w:rPr>
          <w:rtl/>
        </w:rPr>
        <w:t xml:space="preserve"> وحبّاً عند الناس</w:t>
      </w:r>
      <w:r w:rsidR="00455A43">
        <w:rPr>
          <w:rtl/>
        </w:rPr>
        <w:t>،</w:t>
      </w:r>
      <w:r w:rsidRPr="00402856">
        <w:rPr>
          <w:rtl/>
        </w:rPr>
        <w:t xml:space="preserve"> حتى أصبح ذلك الحبّ هو الفِطرة التي فطرَ الله عليها عباده المؤمنين</w:t>
      </w:r>
      <w:r w:rsidR="00455A43">
        <w:rPr>
          <w:rtl/>
        </w:rPr>
        <w:t>؛</w:t>
      </w:r>
      <w:r w:rsidRPr="00402856">
        <w:rPr>
          <w:rtl/>
        </w:rPr>
        <w:t xml:space="preserve"> لأنّه حبّ في الله</w:t>
      </w:r>
      <w:r w:rsidR="00455A43">
        <w:rPr>
          <w:rtl/>
        </w:rPr>
        <w:t>،</w:t>
      </w:r>
      <w:r w:rsidRPr="00402856">
        <w:rPr>
          <w:rtl/>
        </w:rPr>
        <w:t xml:space="preserve"> ولله الذي بعث جدّهم صلّى الله عليه وسلّم نبيّاً ورسولاً</w:t>
      </w:r>
      <w:r w:rsidR="00455A43">
        <w:rPr>
          <w:rtl/>
        </w:rPr>
        <w:t>،</w:t>
      </w:r>
      <w:r w:rsidRPr="00402856">
        <w:rPr>
          <w:rtl/>
        </w:rPr>
        <w:t xml:space="preserve"> وبعثه للناس كافّة هادياً ومُبشّراً ونذيراً</w:t>
      </w:r>
      <w:r w:rsidR="00455A43">
        <w:rPr>
          <w:rtl/>
        </w:rPr>
        <w:t>،</w:t>
      </w:r>
      <w:r w:rsidRPr="00402856">
        <w:rPr>
          <w:rtl/>
        </w:rPr>
        <w:t xml:space="preserve"> فأحبّه المسلمون وأحبّوا أهل بيته</w:t>
      </w:r>
      <w:r w:rsidR="00455A43">
        <w:rPr>
          <w:rtl/>
        </w:rPr>
        <w:t>،</w:t>
      </w:r>
      <w:r w:rsidRPr="00402856">
        <w:rPr>
          <w:rtl/>
        </w:rPr>
        <w:t xml:space="preserve"> عملاً بوصيته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فلقد أخرج ابن سعد والملاّ في سيرته والمحبّ الطبري في الذخائر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استوصوا أهل بيتي خيراً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أُخاصم عنهم غداً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أكن خصمه أخصمه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ومن أخصمه دخلَ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الخطيب في التاريخ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شفاعتي لأُمتي مَن أحبّ 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الديلمي</w:t>
      </w:r>
      <w:r w:rsidR="00455A43">
        <w:rPr>
          <w:rtl/>
        </w:rPr>
        <w:t>،</w:t>
      </w:r>
      <w:r w:rsidRPr="00402856">
        <w:rPr>
          <w:rtl/>
        </w:rPr>
        <w:t xml:space="preserve"> عن عليّ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أثبتكم على الصراط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أشدّكم حبّاً لأهل بيتي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نفس الوقت حذّر النبي صلّى الله عليه وسلّم أُمّته من كراهية أهل بيته وإيذائهم</w:t>
      </w:r>
      <w:r w:rsidR="00455A43">
        <w:rPr>
          <w:rtl/>
        </w:rPr>
        <w:t>،</w:t>
      </w:r>
      <w:r w:rsidRPr="00402856">
        <w:rPr>
          <w:rtl/>
        </w:rPr>
        <w:t xml:space="preserve"> فلقد أخرج الديلمي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اشتدّ غضب الله على مَن آذاني في عترتي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أحمد والطبراني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 قال</w:t>
      </w:r>
      <w:r w:rsidR="00455A43">
        <w:rPr>
          <w:rtl/>
        </w:rPr>
        <w:t>:</w:t>
      </w:r>
      <w:r w:rsidRPr="00402856">
        <w:rPr>
          <w:rtl/>
        </w:rPr>
        <w:t xml:space="preserve"> نظرَ رسول الله صلّى الله عليه وسلّم إلى عليّ والحَسن والحسين وفاطمة</w:t>
      </w:r>
      <w:r w:rsidR="00455A43">
        <w:rPr>
          <w:rtl/>
        </w:rPr>
        <w:t>،</w:t>
      </w:r>
      <w:r w:rsidRPr="00402856">
        <w:rPr>
          <w:rtl/>
        </w:rPr>
        <w:t xml:space="preserve"> صلوات الله عليهم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حَرب لمَن حاربكم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سِلم لمَن سالمكم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مرفوعاً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أبغض أهل البيت فهو منافق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ابن عساكر من حديث ابن عمر أنّ رسول الله صلّى الله عليه وسلّم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يُحبّ أهل البيت إلاّ مؤمن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يبغضهم إلاّ منافق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الحاكم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صلى الله عليه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يبغضنا أهل البيت أحد إلاّ أدخله الله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القاضي عياض في الشفاء ما حاصله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مَن سبّ أبا أحد من ذريّته صلّى الله عليه وسلّم ولم تقم قرينة على إخراجه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قُتل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وروي أنّ الإمام الحسن رضي الله عنه خَطب في أيّامه في أحد مقاماته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AF124A">
        <w:rPr>
          <w:rtl/>
        </w:rPr>
        <w:t xml:space="preserve"> - </w:t>
      </w:r>
      <w:r w:rsidRPr="00402856">
        <w:rPr>
          <w:rtl/>
        </w:rPr>
        <w:t>كما جاء في تاريخ المسعودي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نحن حزب الله المُفلحون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وعترة رسول الله صلّى الله عليه وسلّم الأقربون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بيته الطاهرون الطيّبون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وأحد الثقلَين اللذَين خَلّفهما رسول الله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والثاني كتاب الله فيه تفصيل كلّ شيء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يأتيه الباطل من بين يديه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من خلفه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والمُعوّل عليه في كلّ شيء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يخطئنا تأويله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بل نتيقّن حقائقه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فأطيعونا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طاعتنا مفروضة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إذ كانت بطاعة الله والرسول وأولي الأمر مقرونة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فَإِنْ تَنَازَعْتُمْ فِي شَيْءٍ فَرُدُّوهُ إِلَى اللَّهِ وَالرَّسُولِ</w:t>
      </w:r>
      <w:r w:rsidR="00455A43">
        <w:rPr>
          <w:rtl/>
        </w:rPr>
        <w:t>.</w:t>
      </w:r>
      <w:r w:rsidRPr="00402856">
        <w:rPr>
          <w:rtl/>
        </w:rPr>
        <w:t xml:space="preserve">.. </w:t>
      </w:r>
      <w:r w:rsidRPr="00402856">
        <w:rPr>
          <w:rStyle w:val="libAieChar"/>
          <w:rFonts w:hint="cs"/>
          <w:rtl/>
        </w:rPr>
        <w:t>وَلَوْ رَدُّوهُ إِلَى الرَّسُولِ وَإِلَى أُوْلِي الأَمْرِ مِنْهُمْ لَعَلِمَهُ الَّذِينَ يَسْتَنْبِطُونَهُ مِنْهُمْ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tl/>
        </w:rPr>
        <w:t xml:space="preserve"> وأحذّركم الإصغاء لهتاف الشيطان إنّه لكم عدوّ مُبين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فتكونون كأوليائه الذين قال لهم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لاَ غَالِبَ لَكُمْ الْيَوْمَ مِنْ النَّاسِ وَإِنِّي جَارٌ لَكُمْ فَلَمَّا تَرَاءَتِ الْفِئَتَانِ نَكَصَ عَلَى عَقِبَيْهِ وَقَالَ إِنِّي بَرِيءٌ مِنْكُمْ إِنِّي أَرَى مَا لاَ تَرَوْنَ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فتلقون للرماح أزراً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وللسيوف جزراً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وللعمد خطماً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وللسهام غرضاً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لا ينفع نفس إيمانها لم تكن آمنت من قبل أو كسبت في إيمانها خيراً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والله أعلم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وروي أنّ الإمام عليّ (كرم الله وجهه في الجنّة) اعتلّ</w:t>
      </w:r>
      <w:r w:rsidR="00455A43">
        <w:rPr>
          <w:rtl/>
        </w:rPr>
        <w:t>،</w:t>
      </w:r>
      <w:r w:rsidRPr="00402856">
        <w:rPr>
          <w:rtl/>
        </w:rPr>
        <w:t xml:space="preserve"> فأمر ابنه الحسن رضي الله عنه أن يُصلّي بالناس يوم الجُمعة</w:t>
      </w:r>
      <w:r w:rsidR="00455A43">
        <w:rPr>
          <w:rtl/>
        </w:rPr>
        <w:t>،</w:t>
      </w:r>
      <w:r w:rsidRPr="00402856">
        <w:rPr>
          <w:rtl/>
        </w:rPr>
        <w:t xml:space="preserve"> فصعد المنبر فحمد الله وأثنى عليه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لم يبعث نبيّاً إلاّ اختار له نقيباً ورهطاً وبيتاً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فوالذي بعث محمّداً بالحق نبيّاً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ينتقص من حقّنا أحد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نقصه الله من عمله مثله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تكون علينا دولة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وتكون لنا العاقبة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ولتعلمنّ نبأه بعد حين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ومع ذلك كلّه وغيره</w:t>
      </w:r>
      <w:r w:rsidR="00455A43">
        <w:rPr>
          <w:rtl/>
        </w:rPr>
        <w:t>،</w:t>
      </w:r>
      <w:r w:rsidRPr="00402856">
        <w:rPr>
          <w:rtl/>
        </w:rPr>
        <w:t xml:space="preserve"> فإنّ كُتب التاريخ إنّما تمتلئ بقصص مِحَن أهل البيت التي بدأت في أعقاب عهد الخلافة الراشدة</w:t>
      </w:r>
      <w:r w:rsidR="00455A43">
        <w:rPr>
          <w:rtl/>
        </w:rPr>
        <w:t>،</w:t>
      </w:r>
      <w:r w:rsidRPr="00402856">
        <w:rPr>
          <w:rtl/>
        </w:rPr>
        <w:t xml:space="preserve"> ومُنذ بداية عهد الأُمويّين</w:t>
      </w:r>
      <w:r w:rsidR="00455A43">
        <w:rPr>
          <w:rtl/>
        </w:rPr>
        <w:t>،</w:t>
      </w:r>
      <w:r w:rsidRPr="00402856">
        <w:rPr>
          <w:rtl/>
        </w:rPr>
        <w:t xml:space="preserve"> ويحدّثنا المؤرّخون وأصحاب السيَر</w:t>
      </w:r>
      <w:r w:rsidR="00455A43">
        <w:rPr>
          <w:rtl/>
        </w:rPr>
        <w:t>،</w:t>
      </w:r>
      <w:r w:rsidRPr="00402856">
        <w:rPr>
          <w:rtl/>
        </w:rPr>
        <w:t xml:space="preserve"> أنّه في أثناء حُكم معاوية وولده يزيد</w:t>
      </w:r>
      <w:r w:rsidR="00455A43">
        <w:rPr>
          <w:rtl/>
        </w:rPr>
        <w:t>،</w:t>
      </w:r>
      <w:r w:rsidRPr="00402856">
        <w:rPr>
          <w:rtl/>
        </w:rPr>
        <w:t xml:space="preserve"> وفي ولاية الحجّاج على العراق</w:t>
      </w:r>
      <w:r w:rsidR="00455A43">
        <w:rPr>
          <w:rtl/>
        </w:rPr>
        <w:t>،</w:t>
      </w:r>
      <w:r w:rsidRPr="00402856">
        <w:rPr>
          <w:rtl/>
        </w:rPr>
        <w:t xml:space="preserve"> كان سبيل مَن يُتّهم بحبّ آل البيت القتل أو الضرب أو السجن أو التشريد</w:t>
      </w:r>
      <w:r w:rsidR="00455A43">
        <w:rPr>
          <w:rtl/>
        </w:rPr>
        <w:t>،</w:t>
      </w:r>
      <w:r w:rsidRPr="00402856">
        <w:rPr>
          <w:rtl/>
        </w:rPr>
        <w:t xml:space="preserve"> حتى أتى على الناس حينٌ من الدهر</w:t>
      </w:r>
      <w:r w:rsidR="00455A43">
        <w:rPr>
          <w:rtl/>
        </w:rPr>
        <w:t>،</w:t>
      </w:r>
      <w:r w:rsidRPr="00402856">
        <w:rPr>
          <w:rtl/>
        </w:rPr>
        <w:t xml:space="preserve"> يُقال فيه للرجل إنّه زنديق أو كافر</w:t>
      </w:r>
      <w:r w:rsidR="00455A43">
        <w:rPr>
          <w:rtl/>
        </w:rPr>
        <w:t>،</w:t>
      </w:r>
      <w:r w:rsidRPr="00402856">
        <w:rPr>
          <w:rtl/>
        </w:rPr>
        <w:t xml:space="preserve"> أحبّ إليه من أن يُقال له شيعي</w:t>
      </w:r>
      <w:r w:rsidR="00455A43">
        <w:rPr>
          <w:rtl/>
        </w:rPr>
        <w:t>،</w:t>
      </w:r>
      <w:r w:rsidRPr="00402856">
        <w:rPr>
          <w:rtl/>
        </w:rPr>
        <w:t xml:space="preserve"> ورغم ذلك</w:t>
      </w:r>
      <w:r w:rsidR="00455A43">
        <w:rPr>
          <w:rtl/>
        </w:rPr>
        <w:t>،</w:t>
      </w:r>
      <w:r w:rsidRPr="00402856">
        <w:rPr>
          <w:rtl/>
        </w:rPr>
        <w:t xml:space="preserve"> فقد ازداد الناس إيماناً وتمسّكاً بحبّهم وولائهم للعترة الطاهرة</w:t>
      </w:r>
      <w:r w:rsidR="00455A43">
        <w:rPr>
          <w:rtl/>
        </w:rPr>
        <w:t>،</w:t>
      </w:r>
      <w:r w:rsidRPr="00402856">
        <w:rPr>
          <w:rtl/>
        </w:rPr>
        <w:t xml:space="preserve"> ويحكي المؤرّخون أنّ معاوية بن أبي سفيان قتل خلقاً كثيراً ممَّن أبى أن يَلعن الإمام علي كرم الله وجهه ورضي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أو يتبرّأ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منه أو عارض مبدأ اللعن والبراءة نفسه</w:t>
      </w:r>
      <w:r w:rsidR="00455A43">
        <w:rPr>
          <w:rtl/>
        </w:rPr>
        <w:t>،</w:t>
      </w:r>
      <w:r w:rsidRPr="00402856">
        <w:rPr>
          <w:rtl/>
        </w:rPr>
        <w:t xml:space="preserve"> وأكبر الظنّ أنّ الإمام عليّ كان على عِلم بما يلحق شيعته بعد وفاته</w:t>
      </w:r>
      <w:r w:rsidR="00455A43">
        <w:rPr>
          <w:rtl/>
        </w:rPr>
        <w:t>،</w:t>
      </w:r>
      <w:r w:rsidRPr="00402856">
        <w:rPr>
          <w:rtl/>
        </w:rPr>
        <w:t xml:space="preserve"> فقال لهم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ستُدعَون إلى سبّي فسبّوني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تُدعون إلى البراءة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تتبرؤوا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لعلى دين محمّد صلى الله عليه وآله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ومع ذلك فقد فضّل جماعةٌ القتل على سبّ الإمام والبراءة منه</w:t>
      </w:r>
      <w:r w:rsidR="00455A43">
        <w:rPr>
          <w:rtl/>
        </w:rPr>
        <w:t>،</w:t>
      </w:r>
      <w:r w:rsidRPr="00402856">
        <w:rPr>
          <w:rtl/>
        </w:rPr>
        <w:t xml:space="preserve"> بل فضّلوا القتل على سماع المس بمقام الإمام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774447" w:rsidRDefault="00402856" w:rsidP="00402856">
      <w:pPr>
        <w:pStyle w:val="libNormal"/>
        <w:rPr>
          <w:rtl/>
        </w:rPr>
      </w:pPr>
      <w:r w:rsidRPr="00402856">
        <w:rPr>
          <w:rtl/>
        </w:rPr>
        <w:t>منهم</w:t>
      </w:r>
      <w:r w:rsidR="00455A43">
        <w:rPr>
          <w:rtl/>
        </w:rPr>
        <w:t>:</w:t>
      </w:r>
      <w:r w:rsidRPr="00402856">
        <w:rPr>
          <w:rtl/>
        </w:rPr>
        <w:t xml:space="preserve"> عمرو بن الحَمق الصحابي الجليل</w:t>
      </w:r>
      <w:r w:rsidR="00455A43">
        <w:rPr>
          <w:rtl/>
        </w:rPr>
        <w:t>،</w:t>
      </w:r>
      <w:r w:rsidRPr="00402856">
        <w:rPr>
          <w:rtl/>
        </w:rPr>
        <w:t xml:space="preserve"> فقتله معاوية وبعث برأسه إلى امرأته</w:t>
      </w:r>
      <w:r w:rsidR="00455A43">
        <w:rPr>
          <w:rtl/>
        </w:rPr>
        <w:t>،</w:t>
      </w:r>
      <w:r w:rsidRPr="00402856">
        <w:rPr>
          <w:rtl/>
        </w:rPr>
        <w:t xml:space="preserve"> فوضعت الرأس في حِجرها</w:t>
      </w:r>
      <w:r w:rsidR="00455A43">
        <w:rPr>
          <w:rtl/>
        </w:rPr>
        <w:t>،</w:t>
      </w:r>
      <w:r w:rsidRPr="00402856">
        <w:rPr>
          <w:rtl/>
        </w:rPr>
        <w:t xml:space="preserve"> وقالت لرسول معاوية سترتموه عني طويلاً</w:t>
      </w:r>
      <w:r w:rsidR="00455A43">
        <w:rPr>
          <w:rtl/>
        </w:rPr>
        <w:t>،</w:t>
      </w:r>
      <w:r w:rsidRPr="00402856">
        <w:rPr>
          <w:rtl/>
        </w:rPr>
        <w:t xml:space="preserve"> وأهديتموه لي قتيلاً</w:t>
      </w:r>
      <w:r w:rsidR="00455A43">
        <w:rPr>
          <w:rtl/>
        </w:rPr>
        <w:t>،</w:t>
      </w:r>
      <w:r w:rsidRPr="00402856">
        <w:rPr>
          <w:rtl/>
        </w:rPr>
        <w:t xml:space="preserve"> فأهلاً وسهلاً من هدية غير قالية ولا بمقلية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اليعقوبي في تاريخه أنّ الصحابي الجليل عمرو بن الحمق الخزاعي كان من أصحاب حُجر بن عَدي الذين لا يسكتون على سبّ الإمام عليّ على منبر الكوفة</w:t>
      </w:r>
      <w:r w:rsidR="00455A43">
        <w:rPr>
          <w:rtl/>
        </w:rPr>
        <w:t>،</w:t>
      </w:r>
      <w:r w:rsidRPr="00402856">
        <w:rPr>
          <w:rtl/>
        </w:rPr>
        <w:t xml:space="preserve"> فأمر معاوية عامله زياد بن أبيه أن يقبض عليهم ويُشخصهم إليه في دمشق</w:t>
      </w:r>
      <w:r w:rsidR="00455A43">
        <w:rPr>
          <w:rtl/>
        </w:rPr>
        <w:t>،</w:t>
      </w:r>
      <w:r w:rsidRPr="00402856">
        <w:rPr>
          <w:rtl/>
        </w:rPr>
        <w:t xml:space="preserve"> فهرب عمرو بن الحمق وعِدّة معه إلى الموصل</w:t>
      </w:r>
      <w:r w:rsidR="00455A43">
        <w:rPr>
          <w:rtl/>
        </w:rPr>
        <w:t>،</w:t>
      </w:r>
      <w:r w:rsidRPr="00402856">
        <w:rPr>
          <w:rtl/>
        </w:rPr>
        <w:t xml:space="preserve"> وبلغ عبد الرحمان بن أُمّ الحَكَم</w:t>
      </w:r>
      <w:r w:rsidR="00AF124A">
        <w:rPr>
          <w:rtl/>
        </w:rPr>
        <w:t xml:space="preserve"> - </w:t>
      </w:r>
      <w:r w:rsidRPr="00402856">
        <w:rPr>
          <w:rtl/>
        </w:rPr>
        <w:t>وكان عامل معاوية على الموصل</w:t>
      </w:r>
      <w:r w:rsidR="00AF124A">
        <w:rPr>
          <w:rtl/>
        </w:rPr>
        <w:t xml:space="preserve"> - </w:t>
      </w:r>
      <w:r w:rsidRPr="00402856">
        <w:rPr>
          <w:rtl/>
        </w:rPr>
        <w:t>مكان عمرو بن الحَمق الخزاعي ورفاعة بن شدّاد</w:t>
      </w:r>
      <w:r w:rsidR="00455A43">
        <w:rPr>
          <w:rtl/>
        </w:rPr>
        <w:t>،</w:t>
      </w:r>
      <w:r w:rsidRPr="00402856">
        <w:rPr>
          <w:rtl/>
        </w:rPr>
        <w:t xml:space="preserve"> فوجّه في طلبهما</w:t>
      </w:r>
      <w:r w:rsidR="00455A43">
        <w:rPr>
          <w:rtl/>
        </w:rPr>
        <w:t>،</w:t>
      </w:r>
      <w:r w:rsidRPr="00402856">
        <w:rPr>
          <w:rtl/>
        </w:rPr>
        <w:t xml:space="preserve"> فخرجا هاربين</w:t>
      </w:r>
      <w:r w:rsidR="00455A43">
        <w:rPr>
          <w:rtl/>
        </w:rPr>
        <w:t>،</w:t>
      </w:r>
      <w:r w:rsidRPr="00402856">
        <w:rPr>
          <w:rtl/>
        </w:rPr>
        <w:t xml:space="preserve"> وعمرو بن الحمق شديد العلّة</w:t>
      </w:r>
      <w:r w:rsidR="00455A43">
        <w:rPr>
          <w:rtl/>
        </w:rPr>
        <w:t>،</w:t>
      </w:r>
      <w:r w:rsidRPr="00402856">
        <w:rPr>
          <w:rtl/>
        </w:rPr>
        <w:t xml:space="preserve"> فلمّا كان في بعض الطريق لدغت عمرواً حيّة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الله أكبر</w:t>
      </w:r>
      <w:r w:rsidR="00455A43">
        <w:rPr>
          <w:rtl/>
        </w:rPr>
        <w:t>،</w:t>
      </w:r>
      <w:r w:rsidRPr="00402856">
        <w:rPr>
          <w:rtl/>
        </w:rPr>
        <w:t xml:space="preserve"> قال لي رسول اله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عمرو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ليشترك في قتلك الجِنّ والإنس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قال لرفاعة</w:t>
      </w:r>
      <w:r w:rsidR="00455A43">
        <w:rPr>
          <w:rtl/>
        </w:rPr>
        <w:t>:</w:t>
      </w:r>
      <w:r w:rsidRPr="00402856">
        <w:rPr>
          <w:rtl/>
        </w:rPr>
        <w:t xml:space="preserve"> امضِ لشأنك</w:t>
      </w:r>
      <w:r w:rsidR="00455A43">
        <w:rPr>
          <w:rtl/>
        </w:rPr>
        <w:t>،</w:t>
      </w:r>
      <w:r w:rsidRPr="00402856">
        <w:rPr>
          <w:rtl/>
        </w:rPr>
        <w:t xml:space="preserve"> فإنّي مأخوذ ومقتول</w:t>
      </w:r>
      <w:r w:rsidR="00455A43">
        <w:rPr>
          <w:rtl/>
        </w:rPr>
        <w:t>،</w:t>
      </w:r>
      <w:r w:rsidRPr="00402856">
        <w:rPr>
          <w:rtl/>
        </w:rPr>
        <w:t xml:space="preserve"> ولحقته رُسل عبد الرحمان بن أُمّ الحَكم</w:t>
      </w:r>
      <w:r w:rsidR="00455A43">
        <w:rPr>
          <w:rtl/>
        </w:rPr>
        <w:t>،</w:t>
      </w:r>
      <w:r w:rsidRPr="00402856">
        <w:rPr>
          <w:rtl/>
        </w:rPr>
        <w:t xml:space="preserve"> فأخذوه وضُربت عنقه</w:t>
      </w:r>
      <w:r w:rsidR="00455A43">
        <w:rPr>
          <w:rtl/>
        </w:rPr>
        <w:t>،</w:t>
      </w:r>
      <w:r w:rsidRPr="00402856">
        <w:rPr>
          <w:rtl/>
        </w:rPr>
        <w:t xml:space="preserve"> ونُصبت رأسه على رمح</w:t>
      </w:r>
      <w:r w:rsidR="00455A43">
        <w:rPr>
          <w:rtl/>
        </w:rPr>
        <w:t>،</w:t>
      </w:r>
      <w:r w:rsidRPr="00402856">
        <w:rPr>
          <w:rtl/>
        </w:rPr>
        <w:t xml:space="preserve"> وطيف به</w:t>
      </w:r>
      <w:r w:rsidR="00455A43">
        <w:rPr>
          <w:rtl/>
        </w:rPr>
        <w:t>،</w:t>
      </w:r>
      <w:r w:rsidRPr="00402856">
        <w:rPr>
          <w:rtl/>
        </w:rPr>
        <w:t xml:space="preserve"> فكان أوّل رأس طيف به في الإسلام</w:t>
      </w:r>
      <w:r w:rsidR="00455A43">
        <w:rPr>
          <w:rtl/>
        </w:rPr>
        <w:t>،</w:t>
      </w:r>
      <w:r w:rsidRPr="00402856">
        <w:rPr>
          <w:rtl/>
        </w:rPr>
        <w:t xml:space="preserve"> وقد كان مُعاوية حبس امرأته بدمشق</w:t>
      </w:r>
      <w:r w:rsidR="00455A43">
        <w:rPr>
          <w:rtl/>
        </w:rPr>
        <w:t>،</w:t>
      </w:r>
      <w:r w:rsidRPr="00402856">
        <w:rPr>
          <w:rtl/>
        </w:rPr>
        <w:t xml:space="preserve"> فلمّا أُتي برأسه بعث به</w:t>
      </w:r>
      <w:r w:rsidR="00455A43">
        <w:rPr>
          <w:rtl/>
        </w:rPr>
        <w:t>،</w:t>
      </w:r>
      <w:r w:rsidRPr="00402856">
        <w:rPr>
          <w:rtl/>
        </w:rPr>
        <w:t xml:space="preserve"> فوُضع في حِجرها</w:t>
      </w:r>
      <w:r w:rsidR="00455A43">
        <w:rPr>
          <w:rtl/>
        </w:rPr>
        <w:t>،</w:t>
      </w:r>
      <w:r w:rsidRPr="00402856">
        <w:rPr>
          <w:rtl/>
        </w:rPr>
        <w:t xml:space="preserve"> فقالت للرسول</w:t>
      </w:r>
      <w:r w:rsidR="00455A43">
        <w:rPr>
          <w:rtl/>
        </w:rPr>
        <w:t>:</w:t>
      </w:r>
      <w:r w:rsidRPr="00402856">
        <w:rPr>
          <w:rtl/>
        </w:rPr>
        <w:t xml:space="preserve"> أبلغ معاوية ما أقول</w:t>
      </w:r>
      <w:r w:rsidR="00455A43">
        <w:rPr>
          <w:rtl/>
        </w:rPr>
        <w:t>:</w:t>
      </w:r>
      <w:r w:rsidRPr="00402856">
        <w:rPr>
          <w:rtl/>
        </w:rPr>
        <w:t xml:space="preserve"> طالبَه الله بدمه</w:t>
      </w:r>
      <w:r w:rsidR="00455A43">
        <w:rPr>
          <w:rtl/>
        </w:rPr>
        <w:t>،</w:t>
      </w:r>
      <w:r w:rsidRPr="00402856">
        <w:rPr>
          <w:rtl/>
        </w:rPr>
        <w:t xml:space="preserve"> وعجّل له الويل من نقمه</w:t>
      </w:r>
      <w:r w:rsidR="00455A43">
        <w:rPr>
          <w:rtl/>
        </w:rPr>
        <w:t>،</w:t>
      </w:r>
      <w:r w:rsidRPr="00402856">
        <w:rPr>
          <w:rtl/>
        </w:rPr>
        <w:t xml:space="preserve"> فقد أتى أمراً فريّاً</w:t>
      </w:r>
      <w:r w:rsidR="00455A43">
        <w:rPr>
          <w:rtl/>
        </w:rPr>
        <w:t>،</w:t>
      </w:r>
      <w:r w:rsidRPr="00402856">
        <w:rPr>
          <w:rtl/>
        </w:rPr>
        <w:t xml:space="preserve"> وقتل بَرّاً نقيّاً</w:t>
      </w:r>
      <w:r w:rsidR="00455A43">
        <w:rPr>
          <w:rtl/>
        </w:rPr>
        <w:t>.</w:t>
      </w:r>
      <w:r w:rsidRPr="00402856">
        <w:rPr>
          <w:rtl/>
        </w:rPr>
        <w:t xml:space="preserve"> وكان أوّل من حَبس النساء بجرائر الرجال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ومنهم</w:t>
      </w:r>
      <w:r w:rsidR="00455A43">
        <w:rPr>
          <w:rtl/>
        </w:rPr>
        <w:t>:</w:t>
      </w:r>
      <w:r w:rsidRPr="00402856">
        <w:rPr>
          <w:rtl/>
        </w:rPr>
        <w:t xml:space="preserve"> حُجر بن عَدي</w:t>
      </w:r>
      <w:r w:rsidR="00455A43">
        <w:rPr>
          <w:rtl/>
        </w:rPr>
        <w:t>،</w:t>
      </w:r>
      <w:r w:rsidRPr="00402856">
        <w:rPr>
          <w:rtl/>
        </w:rPr>
        <w:t xml:space="preserve"> أو </w:t>
      </w:r>
      <w:r w:rsidR="00352E1E">
        <w:rPr>
          <w:rtl/>
        </w:rPr>
        <w:t>(</w:t>
      </w:r>
      <w:r w:rsidRPr="00402856">
        <w:rPr>
          <w:rtl/>
        </w:rPr>
        <w:t>حُجر الخير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كما كان يُدعى</w:t>
      </w:r>
      <w:r w:rsidR="00455A43">
        <w:rPr>
          <w:rtl/>
        </w:rPr>
        <w:t>،</w:t>
      </w:r>
      <w:r w:rsidRPr="00402856">
        <w:rPr>
          <w:rtl/>
        </w:rPr>
        <w:t xml:space="preserve"> وكان صحابيّاً جليلاً</w:t>
      </w:r>
      <w:r w:rsidR="00455A43">
        <w:rPr>
          <w:rtl/>
        </w:rPr>
        <w:t>،</w:t>
      </w:r>
      <w:r w:rsidRPr="00402856">
        <w:rPr>
          <w:rtl/>
        </w:rPr>
        <w:t xml:space="preserve"> كثير الصلاة والصيام</w:t>
      </w:r>
      <w:r w:rsidR="00455A43">
        <w:rPr>
          <w:rtl/>
        </w:rPr>
        <w:t>،</w:t>
      </w:r>
      <w:r w:rsidRPr="00402856">
        <w:rPr>
          <w:rtl/>
        </w:rPr>
        <w:t xml:space="preserve"> زاهداً مُحبّاً لآل بيت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ساءه أن يَشتم والي الكوفة الإمام علي على المنبر</w:t>
      </w:r>
      <w:r w:rsidR="00455A43">
        <w:rPr>
          <w:rtl/>
        </w:rPr>
        <w:t>،</w:t>
      </w:r>
      <w:r w:rsidRPr="00402856">
        <w:rPr>
          <w:rtl/>
        </w:rPr>
        <w:t xml:space="preserve"> فكان يردّ عليه</w:t>
      </w:r>
      <w:r w:rsidR="00455A43">
        <w:rPr>
          <w:rtl/>
        </w:rPr>
        <w:t>،</w:t>
      </w:r>
      <w:r w:rsidRPr="00402856">
        <w:rPr>
          <w:rtl/>
        </w:rPr>
        <w:t xml:space="preserve"> فقبض عليه زياد وأرسله إلى معاوية</w:t>
      </w:r>
      <w:r w:rsidR="00455A43">
        <w:rPr>
          <w:rtl/>
        </w:rPr>
        <w:t>،</w:t>
      </w:r>
      <w:r w:rsidRPr="00402856">
        <w:rPr>
          <w:rtl/>
        </w:rPr>
        <w:t xml:space="preserve"> وهناك في مرج عذراء</w:t>
      </w:r>
      <w:r w:rsidR="00455A43">
        <w:rPr>
          <w:rtl/>
        </w:rPr>
        <w:t>،</w:t>
      </w:r>
      <w:r w:rsidRPr="00402856">
        <w:rPr>
          <w:rtl/>
        </w:rPr>
        <w:t xml:space="preserve"> على مبعدة 20 ميلاً من دمشق</w:t>
      </w:r>
      <w:r w:rsidR="00455A43">
        <w:rPr>
          <w:rtl/>
        </w:rPr>
        <w:t>،</w:t>
      </w:r>
      <w:r w:rsidRPr="00402856">
        <w:rPr>
          <w:rtl/>
        </w:rPr>
        <w:t xml:space="preserve"> وصل رسول معاوية</w:t>
      </w:r>
      <w:r w:rsidR="00455A43">
        <w:rPr>
          <w:rtl/>
        </w:rPr>
        <w:t>،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وكان أعوراً</w:t>
      </w:r>
      <w:r w:rsidR="00455A43">
        <w:rPr>
          <w:rtl/>
        </w:rPr>
        <w:t>،</w:t>
      </w:r>
      <w:r w:rsidRPr="00402856">
        <w:rPr>
          <w:rtl/>
        </w:rPr>
        <w:t xml:space="preserve"> فقال لحُجر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أمير المؤمنين أمرني بقتلك يا رأس الضلال</w:t>
      </w:r>
      <w:r w:rsidR="00455A43">
        <w:rPr>
          <w:rtl/>
        </w:rPr>
        <w:t>،</w:t>
      </w:r>
      <w:r w:rsidRPr="00402856">
        <w:rPr>
          <w:rtl/>
        </w:rPr>
        <w:t xml:space="preserve"> ومعدن الكفر والطغيان</w:t>
      </w:r>
      <w:r w:rsidR="00455A43">
        <w:rPr>
          <w:rtl/>
        </w:rPr>
        <w:t>،</w:t>
      </w:r>
      <w:r w:rsidRPr="00402856">
        <w:rPr>
          <w:rtl/>
        </w:rPr>
        <w:t xml:space="preserve"> والمتولّي لأبي تُراب</w:t>
      </w:r>
      <w:r w:rsidR="00AF124A">
        <w:rPr>
          <w:rtl/>
        </w:rPr>
        <w:t xml:space="preserve"> - </w:t>
      </w:r>
      <w:r w:rsidRPr="00402856">
        <w:rPr>
          <w:rtl/>
        </w:rPr>
        <w:t>وهو لقب أطلقه رسول الله صلّى الله عليه وسلّم على عليّ</w:t>
      </w:r>
      <w:r w:rsidR="00455A43">
        <w:rPr>
          <w:rtl/>
        </w:rPr>
        <w:t>،</w:t>
      </w:r>
      <w:r w:rsidRPr="00402856">
        <w:rPr>
          <w:rtl/>
        </w:rPr>
        <w:t xml:space="preserve"> وكان أحبّ الأسماء إلى عليّ</w:t>
      </w:r>
      <w:r w:rsidR="00AF124A">
        <w:rPr>
          <w:rtl/>
        </w:rPr>
        <w:t xml:space="preserve"> - </w:t>
      </w:r>
      <w:r w:rsidRPr="00402856">
        <w:rPr>
          <w:rtl/>
        </w:rPr>
        <w:t>وقتْل أصحابك</w:t>
      </w:r>
      <w:r w:rsidR="00455A43">
        <w:rPr>
          <w:rtl/>
        </w:rPr>
        <w:t>،</w:t>
      </w:r>
      <w:r w:rsidRPr="00402856">
        <w:rPr>
          <w:rtl/>
        </w:rPr>
        <w:t xml:space="preserve"> إلاّ أنْ ترجعوا عن كُفركم وتلعنوا صاحبكم</w:t>
      </w:r>
      <w:r w:rsidR="00AF124A">
        <w:rPr>
          <w:rtl/>
        </w:rPr>
        <w:t xml:space="preserve"> - </w:t>
      </w:r>
      <w:r w:rsidRPr="00402856">
        <w:rPr>
          <w:rtl/>
        </w:rPr>
        <w:t>أي الإمام علي</w:t>
      </w:r>
      <w:r w:rsidR="00AF124A">
        <w:rPr>
          <w:rtl/>
        </w:rPr>
        <w:t xml:space="preserve"> - </w:t>
      </w:r>
      <w:r w:rsidRPr="00402856">
        <w:rPr>
          <w:rStyle w:val="libFootnotenumChar"/>
          <w:rtl/>
        </w:rPr>
        <w:t>(1)</w:t>
      </w:r>
      <w:r w:rsidRPr="00402856">
        <w:rPr>
          <w:rtl/>
        </w:rPr>
        <w:t xml:space="preserve"> وتتبرّأوا منه</w:t>
      </w:r>
      <w:r w:rsidR="00455A43">
        <w:rPr>
          <w:rtl/>
        </w:rPr>
        <w:t>.</w:t>
      </w:r>
      <w:r w:rsidRPr="00402856">
        <w:rPr>
          <w:rtl/>
        </w:rPr>
        <w:t xml:space="preserve"> فقال حُجر وجماعة من أصحابه</w:t>
      </w:r>
      <w:r w:rsidR="00455A43">
        <w:rPr>
          <w:rtl/>
        </w:rPr>
        <w:t>:</w:t>
      </w:r>
      <w:r w:rsidRPr="00402856">
        <w:rPr>
          <w:rtl/>
        </w:rPr>
        <w:t xml:space="preserve"> إنّ الصبر على حَدّ السيف لأيسر علينا مما تدعونا إليه</w:t>
      </w:r>
      <w:r w:rsidR="00455A43">
        <w:rPr>
          <w:rtl/>
        </w:rPr>
        <w:t>،</w:t>
      </w:r>
      <w:r w:rsidRPr="00402856">
        <w:rPr>
          <w:rtl/>
        </w:rPr>
        <w:t xml:space="preserve"> ثُمّ القدوم على الله وعلى نبيّه وعلى وصيّه أحبّ إلينا من دُخول النار</w:t>
      </w:r>
      <w:r w:rsidR="00455A43">
        <w:rPr>
          <w:rtl/>
        </w:rPr>
        <w:t>.</w:t>
      </w:r>
      <w:r w:rsidRPr="00402856">
        <w:rPr>
          <w:rtl/>
        </w:rPr>
        <w:t xml:space="preserve"> وأجاب نصف أصحابه إلى البراءة من علي</w:t>
      </w:r>
      <w:r w:rsidR="00455A43">
        <w:rPr>
          <w:rtl/>
        </w:rPr>
        <w:t>،</w:t>
      </w:r>
      <w:r w:rsidRPr="00402856">
        <w:rPr>
          <w:rtl/>
        </w:rPr>
        <w:t xml:space="preserve"> وقُتل حُجر وأُلحق به مَن وافَقه على قوله من أصحابه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وكان حُجر أوّل مَن قُتل صبراً في الإسلام</w:t>
      </w:r>
      <w:r w:rsidR="00455A43">
        <w:rPr>
          <w:rtl/>
        </w:rPr>
        <w:t>،</w:t>
      </w:r>
      <w:r w:rsidRPr="00402856">
        <w:rPr>
          <w:rtl/>
        </w:rPr>
        <w:t xml:space="preserve"> وقد هال قَتل حُجر بن عدي الكثير من الناس</w:t>
      </w:r>
      <w:r w:rsidR="00455A43">
        <w:rPr>
          <w:rtl/>
        </w:rPr>
        <w:t>،</w:t>
      </w:r>
      <w:r w:rsidRPr="00402856">
        <w:rPr>
          <w:rtl/>
        </w:rPr>
        <w:t xml:space="preserve"> وعلى رأسهم السيدة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وحين اجتمعت بمعاوية قالت له</w:t>
      </w:r>
      <w:r w:rsidR="00455A43">
        <w:rPr>
          <w:rtl/>
        </w:rPr>
        <w:t>:</w:t>
      </w:r>
      <w:r w:rsidRPr="00402856">
        <w:rPr>
          <w:rtl/>
        </w:rPr>
        <w:t xml:space="preserve"> يا معاوية</w:t>
      </w:r>
      <w:r w:rsidR="00455A43">
        <w:rPr>
          <w:rtl/>
        </w:rPr>
        <w:t>،</w:t>
      </w:r>
      <w:r w:rsidRPr="00402856">
        <w:rPr>
          <w:rtl/>
        </w:rPr>
        <w:t xml:space="preserve"> أقتلت حُجراً وأصحابه</w:t>
      </w:r>
      <w:r w:rsidR="00455A43">
        <w:rPr>
          <w:rtl/>
        </w:rPr>
        <w:t>؟</w:t>
      </w:r>
      <w:r w:rsidRPr="00402856">
        <w:rPr>
          <w:rtl/>
        </w:rPr>
        <w:t>! فأين عزب حِلمك عنهم</w:t>
      </w:r>
      <w:r w:rsidR="00455A43">
        <w:rPr>
          <w:rtl/>
        </w:rPr>
        <w:t>؟</w:t>
      </w:r>
      <w:r w:rsidRPr="00402856">
        <w:rPr>
          <w:rtl/>
        </w:rPr>
        <w:t xml:space="preserve"> أما أنّي سمعت رسول الله صلّى الله عليه وسلّم يقول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يُقتل بمرج عذراء نفرٌ يغضب لهم أهل السماوات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وكان محمّد بن سيرين يقول</w:t>
      </w:r>
      <w:r w:rsidR="00455A43">
        <w:rPr>
          <w:rtl/>
        </w:rPr>
        <w:t>:</w:t>
      </w:r>
      <w:r w:rsidRPr="00402856">
        <w:rPr>
          <w:rtl/>
        </w:rPr>
        <w:t xml:space="preserve"> إنّ المسلمين كانوا يرون في حُجر</w:t>
      </w:r>
      <w:r w:rsidR="00455A43">
        <w:rPr>
          <w:rtl/>
        </w:rPr>
        <w:t>:</w:t>
      </w:r>
      <w:r w:rsidRPr="00402856">
        <w:rPr>
          <w:rtl/>
        </w:rPr>
        <w:t xml:space="preserve"> المسلم</w:t>
      </w:r>
      <w:r w:rsidR="00455A43">
        <w:rPr>
          <w:rtl/>
        </w:rPr>
        <w:t>،</w:t>
      </w:r>
      <w:r w:rsidRPr="00402856">
        <w:rPr>
          <w:rtl/>
        </w:rPr>
        <w:t xml:space="preserve"> الصادق</w:t>
      </w:r>
      <w:r w:rsidR="00455A43">
        <w:rPr>
          <w:rtl/>
        </w:rPr>
        <w:t>،</w:t>
      </w:r>
      <w:r w:rsidRPr="00402856">
        <w:rPr>
          <w:rtl/>
        </w:rPr>
        <w:t xml:space="preserve"> الآمر بالمعروف والناهي عن المنكر</w:t>
      </w:r>
      <w:r w:rsidR="00455A43">
        <w:rPr>
          <w:rtl/>
        </w:rPr>
        <w:t>،</w:t>
      </w:r>
      <w:r w:rsidRPr="00402856">
        <w:rPr>
          <w:rtl/>
        </w:rPr>
        <w:t xml:space="preserve"> قضى شهيداً في سبيل الله</w:t>
      </w:r>
      <w:r w:rsidR="00455A43">
        <w:rPr>
          <w:rtl/>
        </w:rPr>
        <w:t>،</w:t>
      </w:r>
      <w:r w:rsidRPr="00402856">
        <w:rPr>
          <w:rtl/>
        </w:rPr>
        <w:t xml:space="preserve"> ما خلع طاعة وما فارق جماعة</w:t>
      </w:r>
      <w:r w:rsidR="00455A43">
        <w:rPr>
          <w:rtl/>
        </w:rPr>
        <w:t>،</w:t>
      </w:r>
      <w:r w:rsidRPr="00402856">
        <w:rPr>
          <w:rtl/>
        </w:rPr>
        <w:t xml:space="preserve"> وإنّما أنكر على الولاة لعْنهم خيرة أصحاب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وقد رُوي أنّ حُجراً أوصى عند قتله </w:t>
      </w:r>
      <w:r w:rsidR="00352E1E">
        <w:rPr>
          <w:rtl/>
        </w:rPr>
        <w:t>(</w:t>
      </w:r>
      <w:r w:rsidRPr="00402856">
        <w:rPr>
          <w:rtl/>
        </w:rPr>
        <w:t>لا تطلقوا عنّي حديداً ولا تَغسِلوا عنّي دماً</w:t>
      </w:r>
      <w:r w:rsidR="00455A43">
        <w:rPr>
          <w:rtl/>
        </w:rPr>
        <w:t>؛</w:t>
      </w:r>
      <w:r w:rsidRPr="00402856">
        <w:rPr>
          <w:rtl/>
        </w:rPr>
        <w:t xml:space="preserve"> فإنّي أُلاقي معاوية غداً على الجادّة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وقيل</w:t>
      </w:r>
      <w:r w:rsidR="00455A43">
        <w:rPr>
          <w:rtl/>
        </w:rPr>
        <w:t>:</w:t>
      </w:r>
      <w:r w:rsidRPr="00402856">
        <w:rPr>
          <w:rtl/>
        </w:rPr>
        <w:t xml:space="preserve"> إنّ معاوية لمّا حضرته الوفاة جعل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يومي منك يا حُجر طويل</w:t>
      </w:r>
      <w:r w:rsidR="00AF124A">
        <w:rPr>
          <w:rtl/>
        </w:rPr>
        <w:t xml:space="preserve"> - </w:t>
      </w:r>
      <w:r w:rsidRPr="00402856">
        <w:rPr>
          <w:rtl/>
        </w:rPr>
        <w:t>ثلاث مرّات</w:t>
      </w:r>
      <w:r w:rsidR="00AF124A">
        <w:rPr>
          <w:rtl/>
        </w:rPr>
        <w:t xml:space="preserve"> -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ولكنّ الناس على الإساءة يحيون</w:t>
      </w:r>
      <w:r w:rsidR="00455A43">
        <w:rPr>
          <w:rtl/>
        </w:rPr>
        <w:t>،</w:t>
      </w:r>
      <w:r w:rsidRPr="00402856">
        <w:rPr>
          <w:rtl/>
        </w:rPr>
        <w:t xml:space="preserve"> فإذا ما ماتوا انتبهوا</w:t>
      </w:r>
      <w:r w:rsidR="00455A43">
        <w:rPr>
          <w:rtl/>
        </w:rPr>
        <w:t>،</w:t>
      </w:r>
      <w:r w:rsidRPr="00402856">
        <w:rPr>
          <w:rtl/>
        </w:rPr>
        <w:t xml:space="preserve"> وقيل إنّ الناس كانوا يقولون</w:t>
      </w:r>
      <w:r w:rsidR="00455A43">
        <w:rPr>
          <w:rtl/>
        </w:rPr>
        <w:t>:</w:t>
      </w:r>
      <w:r w:rsidRPr="00402856">
        <w:rPr>
          <w:rtl/>
        </w:rPr>
        <w:t xml:space="preserve"> إنّ أوّل ذُلّ دخل الكوفة</w:t>
      </w:r>
      <w:r w:rsidR="00455A43">
        <w:rPr>
          <w:rtl/>
        </w:rPr>
        <w:t>:</w:t>
      </w:r>
      <w:r w:rsidRPr="00402856">
        <w:rPr>
          <w:rtl/>
        </w:rPr>
        <w:t xml:space="preserve"> موت الحسن بن علي</w:t>
      </w:r>
      <w:r w:rsidR="00455A43">
        <w:rPr>
          <w:rtl/>
        </w:rPr>
        <w:t>،</w:t>
      </w:r>
      <w:r w:rsidRPr="00402856">
        <w:rPr>
          <w:rtl/>
        </w:rPr>
        <w:t xml:space="preserve"> وقتل حُجر بن عَدي</w:t>
      </w:r>
      <w:r w:rsidR="00455A43">
        <w:rPr>
          <w:rtl/>
        </w:rPr>
        <w:t>،</w:t>
      </w:r>
      <w:r w:rsidRPr="00402856">
        <w:rPr>
          <w:rtl/>
        </w:rPr>
        <w:t xml:space="preserve"> ودعوة زياد</w:t>
      </w:r>
      <w:r w:rsidR="00455A43">
        <w:rPr>
          <w:rtl/>
        </w:rPr>
        <w:t>.</w:t>
      </w:r>
      <w:r w:rsidRPr="00402856">
        <w:rPr>
          <w:rtl/>
        </w:rPr>
        <w:t xml:space="preserve"> ورويَ عن الحسن البصري أنّه قال</w:t>
      </w:r>
      <w:r w:rsidR="00455A43">
        <w:rPr>
          <w:rtl/>
        </w:rPr>
        <w:t>،</w:t>
      </w:r>
      <w:r w:rsidRPr="00402856">
        <w:rPr>
          <w:rtl/>
        </w:rPr>
        <w:t xml:space="preserve"> فيما يروي الطبري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أربع خصال كُنّ في معاوية</w:t>
      </w:r>
      <w:r w:rsidR="00455A43">
        <w:rPr>
          <w:rtl/>
        </w:rPr>
        <w:t>،</w:t>
      </w:r>
      <w:r w:rsidRPr="00402856">
        <w:rPr>
          <w:rtl/>
        </w:rPr>
        <w:t xml:space="preserve"> لو لم يكن فيه منهنّ إلاّ واحدة</w:t>
      </w:r>
      <w:r w:rsidR="00455A43">
        <w:rPr>
          <w:rtl/>
        </w:rPr>
        <w:t>،</w:t>
      </w:r>
      <w:r w:rsidRPr="00402856">
        <w:rPr>
          <w:rtl/>
        </w:rPr>
        <w:t xml:space="preserve"> لكانت موبقة</w:t>
      </w:r>
      <w:r w:rsidR="00455A43">
        <w:rPr>
          <w:rtl/>
        </w:rPr>
        <w:t>:</w:t>
      </w:r>
      <w:r w:rsidRPr="00402856">
        <w:rPr>
          <w:rtl/>
        </w:rPr>
        <w:t xml:space="preserve"> انتزاؤه على هذه الأُمّة بالسفهاء حتّى ابتزّها أمرها بغير مشورة منهم</w:t>
      </w:r>
      <w:r w:rsidR="00455A43">
        <w:rPr>
          <w:rtl/>
        </w:rPr>
        <w:t>،</w:t>
      </w:r>
      <w:r w:rsidRPr="00402856">
        <w:rPr>
          <w:rtl/>
        </w:rPr>
        <w:t xml:space="preserve"> وفيهم بقايا الصحابة </w:t>
      </w:r>
    </w:p>
    <w:p w:rsidR="00402856" w:rsidRPr="00636E7E" w:rsidRDefault="00AF124A" w:rsidP="00AF124A">
      <w:pPr>
        <w:pStyle w:val="libLine"/>
        <w:rPr>
          <w:rtl/>
        </w:rPr>
      </w:pPr>
      <w:r>
        <w:rPr>
          <w:rtl/>
        </w:rPr>
        <w:t>____________________</w:t>
      </w:r>
    </w:p>
    <w:p w:rsidR="00402856" w:rsidRPr="00402856" w:rsidRDefault="00352E1E" w:rsidP="00402856">
      <w:pPr>
        <w:pStyle w:val="libFootnote0"/>
        <w:rPr>
          <w:rtl/>
        </w:rPr>
      </w:pPr>
      <w:r>
        <w:rPr>
          <w:rtl/>
        </w:rPr>
        <w:t>(</w:t>
      </w:r>
      <w:r w:rsidR="00402856" w:rsidRPr="00402856">
        <w:rPr>
          <w:rtl/>
        </w:rPr>
        <w:t>1</w:t>
      </w:r>
      <w:r>
        <w:rPr>
          <w:rtl/>
        </w:rPr>
        <w:t>)</w:t>
      </w:r>
      <w:r w:rsidR="00402856" w:rsidRPr="00402856">
        <w:rPr>
          <w:rtl/>
        </w:rPr>
        <w:t xml:space="preserve"> روى الإمام أحمد في المُسند والفضائل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والحاكم في المستدرك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والهيثمي في مجمع الزوائد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والطبراني في الثلاثة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وأبو يعلى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والنسائي في الخصائص</w:t>
      </w:r>
      <w:r w:rsidR="00455A43">
        <w:rPr>
          <w:rtl/>
        </w:rPr>
        <w:t>،</w:t>
      </w:r>
      <w:r w:rsidR="00402856" w:rsidRPr="00402856">
        <w:rPr>
          <w:rtl/>
        </w:rPr>
        <w:t xml:space="preserve"> عن أبي عبد الله الجدلي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</w:t>
      </w:r>
      <w:r w:rsidR="00455A43">
        <w:rPr>
          <w:rtl/>
        </w:rPr>
        <w:t>:</w:t>
      </w:r>
      <w:r w:rsidR="00402856" w:rsidRPr="00402856">
        <w:rPr>
          <w:rtl/>
        </w:rPr>
        <w:t xml:space="preserve"> دخلت على أُمّ سلمة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فقالت لي</w:t>
      </w:r>
      <w:r w:rsidR="00455A43">
        <w:rPr>
          <w:rtl/>
        </w:rPr>
        <w:t>:</w:t>
      </w:r>
      <w:r w:rsidR="00402856" w:rsidRPr="00402856">
        <w:rPr>
          <w:rtl/>
        </w:rPr>
        <w:t xml:space="preserve"> أيُسبّ رسول الله صلّى الله عليه وسلّم فيكم</w:t>
      </w:r>
      <w:r w:rsidR="00455A43">
        <w:rPr>
          <w:rtl/>
        </w:rPr>
        <w:t>؟</w:t>
      </w:r>
      <w:r w:rsidR="00402856" w:rsidRPr="00402856">
        <w:rPr>
          <w:rtl/>
        </w:rPr>
        <w:t xml:space="preserve"> فقلتُ</w:t>
      </w:r>
      <w:r w:rsidR="00455A43">
        <w:rPr>
          <w:rtl/>
        </w:rPr>
        <w:t>:</w:t>
      </w:r>
      <w:r w:rsidR="00402856" w:rsidRPr="00402856">
        <w:rPr>
          <w:rtl/>
        </w:rPr>
        <w:t xml:space="preserve"> سبحان الله</w:t>
      </w:r>
      <w:r w:rsidR="00AF124A">
        <w:rPr>
          <w:rtl/>
        </w:rPr>
        <w:t xml:space="preserve"> - </w:t>
      </w:r>
      <w:r w:rsidR="00402856" w:rsidRPr="00402856">
        <w:rPr>
          <w:rtl/>
        </w:rPr>
        <w:t>أو معاذ الله</w:t>
      </w:r>
      <w:r w:rsidR="00AF124A">
        <w:rPr>
          <w:rtl/>
        </w:rPr>
        <w:t xml:space="preserve"> -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قالت</w:t>
      </w:r>
      <w:r w:rsidR="00455A43">
        <w:rPr>
          <w:rtl/>
        </w:rPr>
        <w:t>:</w:t>
      </w:r>
      <w:r w:rsidR="00402856" w:rsidRPr="00402856">
        <w:rPr>
          <w:rtl/>
        </w:rPr>
        <w:t xml:space="preserve"> سمعتُ رسول الله صلّى الله عليه وسلّم يقول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>
        <w:rPr>
          <w:rStyle w:val="libFootnoteBoldChar"/>
          <w:rtl/>
        </w:rPr>
        <w:t>(</w:t>
      </w:r>
      <w:r w:rsidR="00402856" w:rsidRPr="00402856">
        <w:rPr>
          <w:rStyle w:val="libFootnoteBoldChar"/>
          <w:rtl/>
        </w:rPr>
        <w:t>مَن سبّ علياً فقد سبّني</w:t>
      </w:r>
      <w:r>
        <w:rPr>
          <w:rStyle w:val="libFootnoteBoldChar"/>
          <w:rtl/>
        </w:rPr>
        <w:t>)</w:t>
      </w:r>
      <w:r w:rsidR="00455A43">
        <w:rPr>
          <w:rtl/>
        </w:rPr>
        <w:t>.</w:t>
      </w:r>
      <w:r w:rsidR="00402856" w:rsidRPr="00402856">
        <w:rPr>
          <w:rtl/>
        </w:rPr>
        <w:t xml:space="preserve"> (*)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وذَوو الفضيلة</w:t>
      </w:r>
      <w:r w:rsidR="00455A43">
        <w:rPr>
          <w:rtl/>
        </w:rPr>
        <w:t>.</w:t>
      </w:r>
      <w:r w:rsidRPr="00402856">
        <w:rPr>
          <w:rtl/>
        </w:rPr>
        <w:t xml:space="preserve"> واستخلافه ابنه بعده سِكّيراً خمّيراً</w:t>
      </w:r>
      <w:r w:rsidR="00455A43">
        <w:rPr>
          <w:rtl/>
        </w:rPr>
        <w:t>،</w:t>
      </w:r>
      <w:r w:rsidRPr="00402856">
        <w:rPr>
          <w:rtl/>
        </w:rPr>
        <w:t xml:space="preserve"> يلبس الحرير ويضرب بالطنابير</w:t>
      </w:r>
      <w:r w:rsidR="00455A43">
        <w:rPr>
          <w:rtl/>
        </w:rPr>
        <w:t>.</w:t>
      </w:r>
      <w:r w:rsidRPr="00402856">
        <w:rPr>
          <w:rtl/>
        </w:rPr>
        <w:t xml:space="preserve"> وادّعاؤه زياداً</w:t>
      </w:r>
      <w:r w:rsidR="00455A43">
        <w:rPr>
          <w:rtl/>
        </w:rPr>
        <w:t>،</w:t>
      </w:r>
      <w:r w:rsidRPr="00402856">
        <w:rPr>
          <w:rtl/>
        </w:rPr>
        <w:t xml:space="preserve"> وقد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الولد للفراش وللعاهر الحَجَر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وقتله حُجْراً</w:t>
      </w:r>
      <w:r w:rsidR="00455A43">
        <w:rPr>
          <w:rtl/>
        </w:rPr>
        <w:t>،</w:t>
      </w:r>
      <w:r w:rsidRPr="00402856">
        <w:rPr>
          <w:rtl/>
        </w:rPr>
        <w:t xml:space="preserve"> ويلاً له من حُجر</w:t>
      </w:r>
      <w:r w:rsidR="00455A43">
        <w:rPr>
          <w:rtl/>
        </w:rPr>
        <w:t>،</w:t>
      </w:r>
      <w:r w:rsidRPr="00402856">
        <w:rPr>
          <w:rtl/>
        </w:rPr>
        <w:t xml:space="preserve"> ويلاً له من حجر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ويروي ابن أبي الحديد في أوّل الجزء الثالث من شرح نهج البلاغة ما مُلخّصه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أنّ معاوية بن أبي سفيان كَتب إلى عمّاله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برئت الذمّة ممَن يروي شيئاً في فضائل عليّ وأهل بيته</w:t>
      </w:r>
      <w:r w:rsidR="00455A43">
        <w:rPr>
          <w:rtl/>
        </w:rPr>
        <w:t>،</w:t>
      </w:r>
      <w:r w:rsidRPr="00402856">
        <w:rPr>
          <w:rtl/>
        </w:rPr>
        <w:t xml:space="preserve"> وأن لا يُجيزوا لأحد من الشيعة شهادة</w:t>
      </w:r>
      <w:r w:rsidR="00455A43">
        <w:rPr>
          <w:rtl/>
        </w:rPr>
        <w:t>،</w:t>
      </w:r>
      <w:r w:rsidRPr="00402856">
        <w:rPr>
          <w:rtl/>
        </w:rPr>
        <w:t xml:space="preserve"> وأن يمحو كلّ شيعيٍّ من ديوان العطاء</w:t>
      </w:r>
      <w:r w:rsidR="00455A43">
        <w:rPr>
          <w:rtl/>
        </w:rPr>
        <w:t>،</w:t>
      </w:r>
      <w:r w:rsidRPr="00402856">
        <w:rPr>
          <w:rtl/>
        </w:rPr>
        <w:t xml:space="preserve"> ويُنكّلوا به</w:t>
      </w:r>
      <w:r w:rsidR="00455A43">
        <w:rPr>
          <w:rtl/>
        </w:rPr>
        <w:t>،</w:t>
      </w:r>
      <w:r w:rsidRPr="00402856">
        <w:rPr>
          <w:rtl/>
        </w:rPr>
        <w:t xml:space="preserve"> ويهدموا داره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وامتثل العُمّال أمرَ سيّدهم</w:t>
      </w:r>
      <w:r w:rsidR="00455A43">
        <w:rPr>
          <w:rtl/>
        </w:rPr>
        <w:t>،</w:t>
      </w:r>
      <w:r w:rsidRPr="00402856">
        <w:rPr>
          <w:rtl/>
        </w:rPr>
        <w:t xml:space="preserve"> فقتلوا الشيعة وشرّدوهم</w:t>
      </w:r>
      <w:r w:rsidR="00455A43">
        <w:rPr>
          <w:rtl/>
        </w:rPr>
        <w:t>،</w:t>
      </w:r>
      <w:r w:rsidRPr="00402856">
        <w:rPr>
          <w:rtl/>
        </w:rPr>
        <w:t xml:space="preserve"> وقطعوا الأيدي والأرجل وسمَلوا الأعين وصلبوهم على جذوع النخل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ولعلّ مِن أقسى ولاة معاوية</w:t>
      </w:r>
      <w:r w:rsidR="00455A43">
        <w:rPr>
          <w:rtl/>
        </w:rPr>
        <w:t>،</w:t>
      </w:r>
      <w:r w:rsidRPr="00402856">
        <w:rPr>
          <w:rtl/>
        </w:rPr>
        <w:t xml:space="preserve"> زياد ابن أبيه</w:t>
      </w:r>
      <w:r w:rsidR="00455A43">
        <w:rPr>
          <w:rtl/>
        </w:rPr>
        <w:t>،</w:t>
      </w:r>
      <w:r w:rsidRPr="00402856">
        <w:rPr>
          <w:rtl/>
        </w:rPr>
        <w:t xml:space="preserve"> وعامله على البصرة سمرة بن جندب</w:t>
      </w:r>
      <w:r w:rsidR="00455A43">
        <w:rPr>
          <w:rtl/>
        </w:rPr>
        <w:t>،</w:t>
      </w:r>
      <w:r w:rsidRPr="00402856">
        <w:rPr>
          <w:rtl/>
        </w:rPr>
        <w:t xml:space="preserve"> والذي يروي المؤرّخون كالطبري وابن الأثير أنّه قَتل أكثر من ثمانية آلاف</w:t>
      </w:r>
      <w:r w:rsidR="00455A43">
        <w:rPr>
          <w:rtl/>
        </w:rPr>
        <w:t>،</w:t>
      </w:r>
      <w:r w:rsidRPr="00402856">
        <w:rPr>
          <w:rtl/>
        </w:rPr>
        <w:t xml:space="preserve"> ولمّا سأله زياد</w:t>
      </w:r>
      <w:r w:rsidR="00455A43">
        <w:rPr>
          <w:rtl/>
        </w:rPr>
        <w:t>:</w:t>
      </w:r>
      <w:r w:rsidRPr="00402856">
        <w:rPr>
          <w:rtl/>
        </w:rPr>
        <w:t xml:space="preserve"> أخاف أن تكون قتلت بريئاً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لو قتلت معهم مثلهم ما خشيت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وقال أبو السوار العدوي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قَتل سمرة من قومي في غداة واحدة سبعة وأربعين كُلّهم قد جَمع القرآن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واستمرّ معاوية حتى آخر أيّامه يُحاول جاهداً طمس فضائل آل البيت بعامّة</w:t>
      </w:r>
      <w:r w:rsidR="00455A43">
        <w:rPr>
          <w:rtl/>
        </w:rPr>
        <w:t>،</w:t>
      </w:r>
      <w:r w:rsidRPr="00402856">
        <w:rPr>
          <w:rtl/>
        </w:rPr>
        <w:t xml:space="preserve"> والإمام عليّ بخاصّة</w:t>
      </w:r>
      <w:r w:rsidR="00455A43">
        <w:rPr>
          <w:rtl/>
        </w:rPr>
        <w:t>،</w:t>
      </w:r>
      <w:r w:rsidRPr="00402856">
        <w:rPr>
          <w:rtl/>
        </w:rPr>
        <w:t xml:space="preserve"> فقد رويَ أنّ معاوية قال لعبد الله بن عبّاس</w:t>
      </w:r>
      <w:r w:rsidR="00AF124A">
        <w:rPr>
          <w:rtl/>
        </w:rPr>
        <w:t xml:space="preserve"> - </w:t>
      </w:r>
      <w:r w:rsidRPr="00402856">
        <w:rPr>
          <w:rtl/>
        </w:rPr>
        <w:t>حَبْر الأُمّة</w:t>
      </w:r>
      <w:r w:rsidR="00455A43">
        <w:rPr>
          <w:rtl/>
        </w:rPr>
        <w:t>،</w:t>
      </w:r>
      <w:r w:rsidRPr="00402856">
        <w:rPr>
          <w:rtl/>
        </w:rPr>
        <w:t xml:space="preserve"> وترجمان القرآن</w:t>
      </w:r>
      <w:r w:rsidR="00455A43">
        <w:rPr>
          <w:rtl/>
        </w:rPr>
        <w:t>،</w:t>
      </w:r>
      <w:r w:rsidRPr="00402856">
        <w:rPr>
          <w:rtl/>
        </w:rPr>
        <w:t xml:space="preserve"> وابن عمّ النبي صلّى الله عليه وسلّم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قد كتبنا في الآفاق ننهى عن ذكر مناقب علي</w:t>
      </w:r>
      <w:r w:rsidR="00455A43">
        <w:rPr>
          <w:rtl/>
        </w:rPr>
        <w:t>،</w:t>
      </w:r>
      <w:r w:rsidRPr="00402856">
        <w:rPr>
          <w:rtl/>
        </w:rPr>
        <w:t xml:space="preserve"> فكفّ لسانك</w:t>
      </w:r>
      <w:r w:rsidR="00455A43">
        <w:rPr>
          <w:rtl/>
        </w:rPr>
        <w:t>،</w:t>
      </w:r>
      <w:r w:rsidRPr="00402856">
        <w:rPr>
          <w:rtl/>
        </w:rPr>
        <w:t xml:space="preserve"> فقال ابن عباس</w:t>
      </w:r>
      <w:r w:rsidR="00455A43">
        <w:rPr>
          <w:rtl/>
        </w:rPr>
        <w:t>:</w:t>
      </w:r>
      <w:r w:rsidRPr="00402856">
        <w:rPr>
          <w:rtl/>
        </w:rPr>
        <w:t xml:space="preserve"> أتنهانا يا معاوية أن نقرأ القرآن</w:t>
      </w:r>
      <w:r w:rsidR="00455A43">
        <w:rPr>
          <w:rtl/>
        </w:rPr>
        <w:t>؟</w:t>
      </w:r>
      <w:r w:rsidRPr="00402856">
        <w:rPr>
          <w:rtl/>
        </w:rPr>
        <w:t xml:space="preserve"> قال معاوية</w:t>
      </w:r>
      <w:r w:rsidR="00455A43">
        <w:rPr>
          <w:rtl/>
        </w:rPr>
        <w:t>:</w:t>
      </w:r>
      <w:r w:rsidRPr="00402856">
        <w:rPr>
          <w:rtl/>
        </w:rPr>
        <w:t xml:space="preserve"> لا</w:t>
      </w:r>
      <w:r w:rsidR="00455A43">
        <w:rPr>
          <w:rtl/>
        </w:rPr>
        <w:t>،</w:t>
      </w:r>
      <w:r w:rsidRPr="00402856">
        <w:rPr>
          <w:rtl/>
        </w:rPr>
        <w:t xml:space="preserve"> قال ابن عباس</w:t>
      </w:r>
      <w:r w:rsidR="00455A43">
        <w:rPr>
          <w:rtl/>
        </w:rPr>
        <w:t>:</w:t>
      </w:r>
      <w:r w:rsidRPr="00402856">
        <w:rPr>
          <w:rtl/>
        </w:rPr>
        <w:t xml:space="preserve"> أتنهانا عن تأويله</w:t>
      </w:r>
      <w:r w:rsidR="00AF124A">
        <w:rPr>
          <w:rtl/>
        </w:rPr>
        <w:t xml:space="preserve"> - </w:t>
      </w:r>
      <w:r w:rsidRPr="00402856">
        <w:rPr>
          <w:rtl/>
        </w:rPr>
        <w:t>أي تفسيره</w:t>
      </w:r>
      <w:r w:rsidR="00AF124A">
        <w:rPr>
          <w:rtl/>
        </w:rPr>
        <w:t xml:space="preserve"> -</w:t>
      </w:r>
      <w:r w:rsidR="00455A43">
        <w:rPr>
          <w:rtl/>
        </w:rPr>
        <w:t>،</w:t>
      </w:r>
      <w:r w:rsidRPr="00402856">
        <w:rPr>
          <w:rtl/>
        </w:rPr>
        <w:t xml:space="preserve"> قال معاوية</w:t>
      </w:r>
      <w:r w:rsidR="00455A43">
        <w:rPr>
          <w:rtl/>
        </w:rPr>
        <w:t>:</w:t>
      </w:r>
      <w:r w:rsidRPr="00402856">
        <w:rPr>
          <w:rtl/>
        </w:rPr>
        <w:t xml:space="preserve"> نعم</w:t>
      </w:r>
      <w:r w:rsidR="00455A43">
        <w:rPr>
          <w:rtl/>
        </w:rPr>
        <w:t>،</w:t>
      </w:r>
      <w:r w:rsidRPr="00402856">
        <w:rPr>
          <w:rtl/>
        </w:rPr>
        <w:t xml:space="preserve"> قال ابن عباس</w:t>
      </w:r>
      <w:r w:rsidR="00455A43">
        <w:rPr>
          <w:rtl/>
        </w:rPr>
        <w:t>:</w:t>
      </w:r>
      <w:r w:rsidRPr="00402856">
        <w:rPr>
          <w:rtl/>
        </w:rPr>
        <w:t xml:space="preserve"> أنقرأه ولا نُسألْه عمّا أراد الله بكلامه</w:t>
      </w:r>
      <w:r w:rsidR="00455A43">
        <w:rPr>
          <w:rtl/>
        </w:rPr>
        <w:t>؟</w:t>
      </w:r>
      <w:r w:rsidRPr="00402856">
        <w:rPr>
          <w:rtl/>
        </w:rPr>
        <w:t>! وأيّهما أوجب علينا</w:t>
      </w:r>
      <w:r w:rsidR="00455A43">
        <w:rPr>
          <w:rtl/>
        </w:rPr>
        <w:t>،</w:t>
      </w:r>
      <w:r w:rsidRPr="00402856">
        <w:rPr>
          <w:rtl/>
        </w:rPr>
        <w:t xml:space="preserve"> قراءه القرآن أو العمل به</w:t>
      </w:r>
      <w:r w:rsidR="00455A43">
        <w:rPr>
          <w:rtl/>
        </w:rPr>
        <w:t>؟</w:t>
      </w:r>
      <w:r w:rsidRPr="00402856">
        <w:rPr>
          <w:rtl/>
        </w:rPr>
        <w:t xml:space="preserve"> فقال معاوية</w:t>
      </w:r>
      <w:r w:rsidR="00455A43">
        <w:rPr>
          <w:rtl/>
        </w:rPr>
        <w:t>:</w:t>
      </w:r>
      <w:r w:rsidRPr="00402856">
        <w:rPr>
          <w:rtl/>
        </w:rPr>
        <w:t xml:space="preserve"> العمل به</w:t>
      </w:r>
      <w:r w:rsidR="00455A43">
        <w:rPr>
          <w:rtl/>
        </w:rPr>
        <w:t>،</w:t>
      </w:r>
      <w:r w:rsidRPr="00402856">
        <w:rPr>
          <w:rtl/>
        </w:rPr>
        <w:t xml:space="preserve"> قال ابن عباس</w:t>
      </w:r>
      <w:r w:rsidR="00455A43">
        <w:rPr>
          <w:rtl/>
        </w:rPr>
        <w:t>:</w:t>
      </w:r>
      <w:r w:rsidRPr="00402856">
        <w:rPr>
          <w:rtl/>
        </w:rPr>
        <w:t xml:space="preserve"> كيف نعمل به ونحن لا نعلم ما عنى الله</w:t>
      </w:r>
      <w:r w:rsidR="00455A43">
        <w:rPr>
          <w:rtl/>
        </w:rPr>
        <w:t>؟</w:t>
      </w:r>
      <w:r w:rsidRPr="00402856">
        <w:rPr>
          <w:rtl/>
        </w:rPr>
        <w:t>! قال معاوية</w:t>
      </w:r>
      <w:r w:rsidR="00455A43">
        <w:rPr>
          <w:rtl/>
        </w:rPr>
        <w:t>:</w:t>
      </w:r>
      <w:r w:rsidRPr="00402856">
        <w:rPr>
          <w:rtl/>
        </w:rPr>
        <w:t xml:space="preserve"> سل عن تفسيره غيرك وغير آل بيتك</w:t>
      </w:r>
      <w:r w:rsidR="00455A43">
        <w:rPr>
          <w:rtl/>
        </w:rPr>
        <w:t>،</w:t>
      </w:r>
      <w:r w:rsidRPr="00402856">
        <w:rPr>
          <w:rtl/>
        </w:rPr>
        <w:t xml:space="preserve"> قال ابن عباس</w:t>
      </w:r>
      <w:r w:rsidR="00455A43">
        <w:rPr>
          <w:rtl/>
        </w:rPr>
        <w:t>:</w:t>
      </w:r>
      <w:r w:rsidRPr="00402856">
        <w:rPr>
          <w:rtl/>
        </w:rPr>
        <w:t xml:space="preserve"> نزل القرآن على أهل بيتي</w:t>
      </w:r>
      <w:r w:rsidR="00455A43">
        <w:rPr>
          <w:rtl/>
        </w:rPr>
        <w:t>،</w:t>
      </w:r>
      <w:r w:rsidRPr="00402856">
        <w:rPr>
          <w:rtl/>
        </w:rPr>
        <w:t xml:space="preserve"> فنسأل عنه آل أبي سفيان</w:t>
      </w:r>
      <w:r w:rsidR="00455A43">
        <w:rPr>
          <w:rtl/>
        </w:rPr>
        <w:t>!</w:t>
      </w:r>
      <w:r w:rsidRPr="00402856">
        <w:rPr>
          <w:rtl/>
        </w:rPr>
        <w:t>! أتنهانا يا معاوية أن نعبد الله بالقرآن</w:t>
      </w:r>
      <w:r w:rsidR="00455A43">
        <w:rPr>
          <w:rtl/>
        </w:rPr>
        <w:t>،</w:t>
      </w:r>
      <w:r w:rsidRPr="00402856">
        <w:rPr>
          <w:rtl/>
        </w:rPr>
        <w:t xml:space="preserve"> بما فيه من حلال وحرام</w:t>
      </w:r>
      <w:r w:rsidR="00455A43">
        <w:rPr>
          <w:rtl/>
        </w:rPr>
        <w:t>،</w:t>
      </w:r>
      <w:r w:rsidRPr="00402856">
        <w:rPr>
          <w:rtl/>
        </w:rPr>
        <w:t xml:space="preserve"> إنّ الأُمّة إذا لم تسأل عن القرآن وتعمل به هلكت</w:t>
      </w:r>
      <w:r w:rsidR="00455A43">
        <w:rPr>
          <w:rtl/>
        </w:rPr>
        <w:t>،</w:t>
      </w:r>
      <w:r w:rsidRPr="00402856">
        <w:rPr>
          <w:rtl/>
        </w:rPr>
        <w:t xml:space="preserve"> قال معاوية</w:t>
      </w:r>
      <w:r w:rsidR="00455A43">
        <w:rPr>
          <w:rtl/>
        </w:rPr>
        <w:t>:</w:t>
      </w:r>
      <w:r w:rsidRPr="00402856">
        <w:rPr>
          <w:rtl/>
        </w:rPr>
        <w:t xml:space="preserve"> اقرأوا القرآن وفسّروه</w:t>
      </w:r>
      <w:r w:rsidR="00455A43">
        <w:rPr>
          <w:rtl/>
        </w:rPr>
        <w:t>،</w:t>
      </w:r>
      <w:r w:rsidRPr="00402856">
        <w:rPr>
          <w:rtl/>
        </w:rPr>
        <w:t xml:space="preserve"> ولكن لا ترْووا شيئاً مما أنزل الله فيكم</w:t>
      </w:r>
      <w:r w:rsidR="00455A43">
        <w:rPr>
          <w:rtl/>
        </w:rPr>
        <w:t>،</w:t>
      </w:r>
      <w:r w:rsidRPr="00402856">
        <w:rPr>
          <w:rtl/>
        </w:rPr>
        <w:t xml:space="preserve"> وارْووا ما سوى ذلك</w:t>
      </w:r>
      <w:r w:rsidR="00455A43">
        <w:rPr>
          <w:rtl/>
        </w:rPr>
        <w:t>،</w:t>
      </w:r>
      <w:r w:rsidRPr="00402856">
        <w:rPr>
          <w:rtl/>
        </w:rPr>
        <w:t xml:space="preserve"> قال ابن عباس</w:t>
      </w:r>
      <w:r w:rsidR="00455A43">
        <w:rPr>
          <w:rtl/>
        </w:rPr>
        <w:t>:</w:t>
      </w:r>
      <w:r w:rsidRPr="00402856">
        <w:rPr>
          <w:rtl/>
        </w:rPr>
        <w:t xml:space="preserve"> إنّ الله يقول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 xml:space="preserve">يُرِيدُونَ أَنْ يُطْفِئُوا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02856" w:rsidRDefault="00402856" w:rsidP="00402856">
      <w:pPr>
        <w:pStyle w:val="libNormal"/>
        <w:rPr>
          <w:rtl/>
        </w:rPr>
      </w:pPr>
      <w:r w:rsidRPr="00402856">
        <w:rPr>
          <w:rStyle w:val="libAieChar"/>
          <w:rFonts w:hint="cs"/>
          <w:rtl/>
        </w:rPr>
        <w:lastRenderedPageBreak/>
        <w:t>نُورَ اللَّهِ بِأَفْوَاهِهِمْ وَيَأْبَى اللَّهُ إِلاَّ أَنْ يُتِمَّ نُورَهُ وَلَوْ كَرِهَ الْكَافِرُونَ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قال معاوية</w:t>
      </w:r>
      <w:r w:rsidR="00455A43">
        <w:rPr>
          <w:rtl/>
        </w:rPr>
        <w:t>:</w:t>
      </w:r>
      <w:r w:rsidRPr="00402856">
        <w:rPr>
          <w:rtl/>
        </w:rPr>
        <w:t xml:space="preserve"> يا ابن عباس</w:t>
      </w:r>
      <w:r w:rsidR="00455A43">
        <w:rPr>
          <w:rtl/>
        </w:rPr>
        <w:t>،</w:t>
      </w:r>
      <w:r w:rsidRPr="00402856">
        <w:rPr>
          <w:rtl/>
        </w:rPr>
        <w:t xml:space="preserve"> اربِع على نفسك</w:t>
      </w:r>
      <w:r w:rsidR="00455A43">
        <w:rPr>
          <w:rtl/>
        </w:rPr>
        <w:t>،</w:t>
      </w:r>
      <w:r w:rsidRPr="00402856">
        <w:rPr>
          <w:rtl/>
        </w:rPr>
        <w:t xml:space="preserve"> وكفّ لسانك</w:t>
      </w:r>
      <w:r w:rsidR="00455A43">
        <w:rPr>
          <w:rtl/>
        </w:rPr>
        <w:t>،</w:t>
      </w:r>
      <w:r w:rsidRPr="00402856">
        <w:rPr>
          <w:rtl/>
        </w:rPr>
        <w:t xml:space="preserve"> وإن كُنت لا بدّ فاعلاً</w:t>
      </w:r>
      <w:r w:rsidR="00455A43">
        <w:rPr>
          <w:rtl/>
        </w:rPr>
        <w:t>،</w:t>
      </w:r>
      <w:r w:rsidRPr="00402856">
        <w:rPr>
          <w:rtl/>
        </w:rPr>
        <w:t xml:space="preserve"> فليكن ذلك سرّاً لا يسمعه أحد علانية</w:t>
      </w:r>
      <w:r w:rsidR="00455A43">
        <w:rPr>
          <w:rtl/>
        </w:rPr>
        <w:t>.</w:t>
      </w:r>
      <w:r w:rsidRPr="00402856">
        <w:rPr>
          <w:rtl/>
        </w:rPr>
        <w:t xml:space="preserve"> ثُمّ رَجع معاوية إلى بيته</w:t>
      </w:r>
      <w:r w:rsidR="00455A43">
        <w:rPr>
          <w:rtl/>
        </w:rPr>
        <w:t>،</w:t>
      </w:r>
      <w:r w:rsidRPr="00402856">
        <w:rPr>
          <w:rtl/>
        </w:rPr>
        <w:t xml:space="preserve"> وبعث إلى ابن عباس بمئة ألف درهم</w:t>
      </w:r>
      <w:r w:rsidR="00455A43">
        <w:rPr>
          <w:rtl/>
        </w:rPr>
        <w:t>،</w:t>
      </w:r>
      <w:r w:rsidRPr="00402856">
        <w:rPr>
          <w:rtl/>
        </w:rPr>
        <w:t xml:space="preserve"> ونادى مُناديه</w:t>
      </w:r>
      <w:r w:rsidR="00455A43">
        <w:rPr>
          <w:rtl/>
        </w:rPr>
        <w:t>:</w:t>
      </w:r>
      <w:r w:rsidRPr="00402856">
        <w:rPr>
          <w:rtl/>
        </w:rPr>
        <w:t xml:space="preserve"> أنْ برئت الذمّة ممَن روى حديثاً في مناقب علي وأهل بيته</w:t>
      </w:r>
      <w:r w:rsidR="00455A43">
        <w:rPr>
          <w:rtl/>
        </w:rPr>
        <w:t>.</w:t>
      </w:r>
      <w:r w:rsidRPr="00402856">
        <w:rPr>
          <w:rtl/>
        </w:rPr>
        <w:t xml:space="preserve"> وزاد الطين بلّة</w:t>
      </w:r>
      <w:r w:rsidR="00455A43">
        <w:rPr>
          <w:rtl/>
        </w:rPr>
        <w:t>،</w:t>
      </w:r>
      <w:r w:rsidRPr="00402856">
        <w:rPr>
          <w:rtl/>
        </w:rPr>
        <w:t xml:space="preserve"> أن ابتدع معاوية بدعة خسيسة دنيئة</w:t>
      </w:r>
      <w:r w:rsidR="00455A43">
        <w:rPr>
          <w:rtl/>
        </w:rPr>
        <w:t>،</w:t>
      </w:r>
      <w:r w:rsidRPr="00402856">
        <w:rPr>
          <w:rtl/>
        </w:rPr>
        <w:t xml:space="preserve"> حيث أقام هو وخلفاؤه من بعده من بني أُميّة منابر يتناوب عليها الخُطباء في سبّ سيّدنا الإمام علي كرّم الله وجهه في الجنّة</w:t>
      </w:r>
      <w:r w:rsidR="00455A43">
        <w:rPr>
          <w:rtl/>
        </w:rPr>
        <w:t>،</w:t>
      </w:r>
      <w:r w:rsidRPr="00402856">
        <w:rPr>
          <w:rtl/>
        </w:rPr>
        <w:t xml:space="preserve"> وآل البيت الطاهرين المُطهّرين</w:t>
      </w:r>
      <w:r w:rsidR="00455A43">
        <w:rPr>
          <w:rtl/>
        </w:rPr>
        <w:t>،</w:t>
      </w:r>
      <w:r w:rsidRPr="00402856">
        <w:rPr>
          <w:rtl/>
        </w:rPr>
        <w:t xml:space="preserve"> وفي افتراء الأباطيل للنيل من الإمام والزراية عليه</w:t>
      </w:r>
      <w:r w:rsidR="00455A43">
        <w:rPr>
          <w:rtl/>
        </w:rPr>
        <w:t>،</w:t>
      </w:r>
      <w:r w:rsidRPr="00402856">
        <w:rPr>
          <w:rtl/>
        </w:rPr>
        <w:t xml:space="preserve"> وظلّوا على ذلك طيلة عهد دولتهم</w:t>
      </w:r>
      <w:r w:rsidR="00455A43">
        <w:rPr>
          <w:rtl/>
        </w:rPr>
        <w:t>،</w:t>
      </w:r>
      <w:r w:rsidRPr="00402856">
        <w:rPr>
          <w:rtl/>
        </w:rPr>
        <w:t xml:space="preserve"> إلاّ أيام عُمر بن عبد العزيز</w:t>
      </w:r>
      <w:r w:rsidR="00455A43">
        <w:rPr>
          <w:rtl/>
        </w:rPr>
        <w:t>،</w:t>
      </w:r>
      <w:r w:rsidRPr="00402856">
        <w:rPr>
          <w:rtl/>
        </w:rPr>
        <w:t xml:space="preserve"> فما نالوا من ذلك منالاً</w:t>
      </w:r>
      <w:r w:rsidR="00455A43">
        <w:rPr>
          <w:rtl/>
        </w:rPr>
        <w:t>،</w:t>
      </w:r>
      <w:r w:rsidRPr="00402856">
        <w:rPr>
          <w:rtl/>
        </w:rPr>
        <w:t xml:space="preserve"> ولا حوّلوا أحداً من حُبّ الإمام علي وآل بيت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على تعاقب الزمان واختلاف العصور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يقول أبو جعفر الإسكافي في </w:t>
      </w:r>
      <w:r w:rsidR="00352E1E">
        <w:rPr>
          <w:rtl/>
        </w:rPr>
        <w:t>(</w:t>
      </w:r>
      <w:r w:rsidRPr="00402856">
        <w:rPr>
          <w:rtl/>
        </w:rPr>
        <w:t>نقض رسائل العثمانية للجاحظ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فكان الأُمويّون لا يألون جُهداً في طول مُلكهم أن يخمدوا ذكر علي عليه السلام ووِلده</w:t>
      </w:r>
      <w:r w:rsidR="00455A43">
        <w:rPr>
          <w:rtl/>
        </w:rPr>
        <w:t>،</w:t>
      </w:r>
      <w:r w:rsidRPr="00402856">
        <w:rPr>
          <w:rtl/>
        </w:rPr>
        <w:t xml:space="preserve"> ويُطفئوا نورهم</w:t>
      </w:r>
      <w:r w:rsidR="00455A43">
        <w:rPr>
          <w:rtl/>
        </w:rPr>
        <w:t>،</w:t>
      </w:r>
      <w:r w:rsidRPr="00402856">
        <w:rPr>
          <w:rtl/>
        </w:rPr>
        <w:t xml:space="preserve"> ويكتموا فضائلهم ومناقبهم وسوابقهم</w:t>
      </w:r>
      <w:r w:rsidR="00455A43">
        <w:rPr>
          <w:rtl/>
        </w:rPr>
        <w:t>،</w:t>
      </w:r>
      <w:r w:rsidRPr="00402856">
        <w:rPr>
          <w:rtl/>
        </w:rPr>
        <w:t xml:space="preserve"> ويحملون الناس على سبّهم ولعنهم على المنابر</w:t>
      </w:r>
      <w:r w:rsidR="00AF124A">
        <w:rPr>
          <w:rtl/>
        </w:rPr>
        <w:t xml:space="preserve"> - </w:t>
      </w:r>
      <w:r w:rsidRPr="00402856">
        <w:rPr>
          <w:rtl/>
        </w:rPr>
        <w:t>والعياذ بالله</w:t>
      </w:r>
      <w:r w:rsidR="00AF124A">
        <w:rPr>
          <w:rtl/>
        </w:rPr>
        <w:t xml:space="preserve"> - </w:t>
      </w:r>
      <w:r w:rsidRPr="00402856">
        <w:rPr>
          <w:rtl/>
        </w:rPr>
        <w:t>فلم يزل السيف يقطر من دمائهم</w:t>
      </w:r>
      <w:r w:rsidR="00455A43">
        <w:rPr>
          <w:rtl/>
        </w:rPr>
        <w:t>،</w:t>
      </w:r>
      <w:r w:rsidRPr="00402856">
        <w:rPr>
          <w:rtl/>
        </w:rPr>
        <w:t xml:space="preserve"> مع قلّة عددهم وكثرة عدوّهم</w:t>
      </w:r>
      <w:r w:rsidR="00455A43">
        <w:rPr>
          <w:rtl/>
        </w:rPr>
        <w:t>،</w:t>
      </w:r>
      <w:r w:rsidRPr="00402856">
        <w:rPr>
          <w:rtl/>
        </w:rPr>
        <w:t xml:space="preserve"> فكانوا بين قتيل وأسير وشريد وهارب ومستخف وخائف مرتقب</w:t>
      </w:r>
      <w:r w:rsidR="00455A43">
        <w:rPr>
          <w:rtl/>
        </w:rPr>
        <w:t>،</w:t>
      </w:r>
      <w:r w:rsidRPr="00402856">
        <w:rPr>
          <w:rtl/>
        </w:rPr>
        <w:t xml:space="preserve"> حتى إنّ الفقيه والمُحدّث والقاص والمُتكلّم ليُتقدم إليه</w:t>
      </w:r>
      <w:r w:rsidR="00455A43">
        <w:rPr>
          <w:rtl/>
        </w:rPr>
        <w:t>،</w:t>
      </w:r>
      <w:r w:rsidRPr="00402856">
        <w:rPr>
          <w:rtl/>
        </w:rPr>
        <w:t xml:space="preserve"> ويتوعّد بغاية الإبعاد وأشد العقوبة</w:t>
      </w:r>
      <w:r w:rsidR="00455A43">
        <w:rPr>
          <w:rtl/>
        </w:rPr>
        <w:t>،</w:t>
      </w:r>
      <w:r w:rsidRPr="00402856">
        <w:rPr>
          <w:rtl/>
        </w:rPr>
        <w:t xml:space="preserve"> ألاّ يذكر شيئاً من خصائصهم</w:t>
      </w:r>
      <w:r w:rsidR="00455A43">
        <w:rPr>
          <w:rtl/>
        </w:rPr>
        <w:t>،</w:t>
      </w:r>
      <w:r w:rsidRPr="00402856">
        <w:rPr>
          <w:rtl/>
        </w:rPr>
        <w:t xml:space="preserve"> ولا يُرخصوا لأحد أن يطيف بهم</w:t>
      </w:r>
      <w:r w:rsidR="00455A43">
        <w:rPr>
          <w:rtl/>
        </w:rPr>
        <w:t>،</w:t>
      </w:r>
      <w:r w:rsidRPr="00402856">
        <w:rPr>
          <w:rtl/>
        </w:rPr>
        <w:t xml:space="preserve"> وحتى بلغ من تقيّة المُحدّث إذا ذَكر حديثاً عن علي بن أبي طالب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كنّى عن ذكره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قال رجل من قريش</w:t>
      </w:r>
      <w:r w:rsidR="00455A43">
        <w:rPr>
          <w:rtl/>
        </w:rPr>
        <w:t>،</w:t>
      </w:r>
      <w:r w:rsidRPr="00402856">
        <w:rPr>
          <w:rtl/>
        </w:rPr>
        <w:t xml:space="preserve"> وفعل رجل من قريش</w:t>
      </w:r>
      <w:r w:rsidR="00455A43">
        <w:rPr>
          <w:rtl/>
        </w:rPr>
        <w:t>،</w:t>
      </w:r>
      <w:r w:rsidRPr="00402856">
        <w:rPr>
          <w:rtl/>
        </w:rPr>
        <w:t xml:space="preserve"> ولا يذكر عليّاً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ولا يتفوّه باسمه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ومن ذلك</w:t>
      </w:r>
      <w:r w:rsidR="00AF124A">
        <w:rPr>
          <w:rtl/>
        </w:rPr>
        <w:t xml:space="preserve"> - </w:t>
      </w:r>
      <w:r w:rsidRPr="00402856">
        <w:rPr>
          <w:rtl/>
        </w:rPr>
        <w:t>مثلاً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ما يرويه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مالك بن بن دينار قال</w:t>
      </w:r>
      <w:r w:rsidR="00455A43">
        <w:rPr>
          <w:rtl/>
        </w:rPr>
        <w:t>:</w:t>
      </w:r>
      <w:r w:rsidRPr="00402856">
        <w:rPr>
          <w:rtl/>
        </w:rPr>
        <w:t xml:space="preserve"> سألت سعيد بن جبير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يا أبا عبد الله</w:t>
      </w:r>
      <w:r w:rsidR="00455A43">
        <w:rPr>
          <w:rtl/>
        </w:rPr>
        <w:t>،</w:t>
      </w:r>
      <w:r w:rsidRPr="00402856">
        <w:rPr>
          <w:rtl/>
        </w:rPr>
        <w:t xml:space="preserve"> مَن كان حامل راية رسول الله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قال فنظر إليّ وقال</w:t>
      </w:r>
      <w:r w:rsidR="00455A43">
        <w:rPr>
          <w:rtl/>
        </w:rPr>
        <w:t>:</w:t>
      </w:r>
      <w:r w:rsidRPr="00402856">
        <w:rPr>
          <w:rtl/>
        </w:rPr>
        <w:t xml:space="preserve"> كأنّك رخيّ البال</w:t>
      </w:r>
      <w:r w:rsidR="00455A43">
        <w:rPr>
          <w:rtl/>
        </w:rPr>
        <w:t>،</w:t>
      </w:r>
      <w:r w:rsidRPr="00402856">
        <w:rPr>
          <w:rtl/>
        </w:rPr>
        <w:t xml:space="preserve"> فغضبت وشكوته لإخوانه من القُرّاء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ألا تعجبون من سعيد</w:t>
      </w:r>
      <w:r w:rsidR="00455A43">
        <w:rPr>
          <w:rtl/>
        </w:rPr>
        <w:t>؟</w:t>
      </w:r>
      <w:r w:rsidRPr="00402856">
        <w:rPr>
          <w:rtl/>
        </w:rPr>
        <w:t>! إنّي سألته مَن كان حامل راية رسول الله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فنظر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إليّ وقال</w:t>
      </w:r>
      <w:r w:rsidR="00455A43">
        <w:rPr>
          <w:rtl/>
        </w:rPr>
        <w:t>:</w:t>
      </w:r>
      <w:r w:rsidRPr="00402856">
        <w:rPr>
          <w:rtl/>
        </w:rPr>
        <w:t xml:space="preserve"> إنّك لرخيّ البال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إنّك سألته وهو خائف من الحجّاج</w:t>
      </w:r>
      <w:r w:rsidR="00455A43">
        <w:rPr>
          <w:rtl/>
        </w:rPr>
        <w:t>،</w:t>
      </w:r>
      <w:r w:rsidRPr="00402856">
        <w:rPr>
          <w:rtl/>
        </w:rPr>
        <w:t xml:space="preserve"> وقد لاذ بالبيت</w:t>
      </w:r>
      <w:r w:rsidR="00455A43">
        <w:rPr>
          <w:rtl/>
        </w:rPr>
        <w:t>،</w:t>
      </w:r>
      <w:r w:rsidRPr="00402856">
        <w:rPr>
          <w:rtl/>
        </w:rPr>
        <w:t xml:space="preserve"> فسلْه الآن</w:t>
      </w:r>
      <w:r w:rsidR="00455A43">
        <w:rPr>
          <w:rtl/>
        </w:rPr>
        <w:t>،</w:t>
      </w:r>
      <w:r w:rsidRPr="00402856">
        <w:rPr>
          <w:rtl/>
        </w:rPr>
        <w:t xml:space="preserve"> فسألته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كان حاملها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هكذا سمعته من عبد الله بن عباس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ويبدو لي في أكبر الظنّ</w:t>
      </w:r>
      <w:r w:rsidR="00455A43">
        <w:rPr>
          <w:rtl/>
        </w:rPr>
        <w:t>،</w:t>
      </w:r>
      <w:r w:rsidRPr="00402856">
        <w:rPr>
          <w:rtl/>
        </w:rPr>
        <w:t xml:space="preserve"> أنّ معاوية لم يعد يأبه بأحد في تطاوله على الإمام عليّ وأهل البيت الطاهرين</w:t>
      </w:r>
      <w:r w:rsidR="00455A43">
        <w:rPr>
          <w:rtl/>
        </w:rPr>
        <w:t>،</w:t>
      </w:r>
      <w:r w:rsidRPr="00402856">
        <w:rPr>
          <w:rtl/>
        </w:rPr>
        <w:t xml:space="preserve"> حتى أعرف الناس به</w:t>
      </w:r>
      <w:r w:rsidR="00455A43">
        <w:rPr>
          <w:rtl/>
        </w:rPr>
        <w:t>،</w:t>
      </w:r>
      <w:r w:rsidRPr="00402856">
        <w:rPr>
          <w:rtl/>
        </w:rPr>
        <w:t xml:space="preserve"> والإمام عليّ من أكابر الصحابة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رُوي أنّ معاوية حجّ فمَرّ بالمدينة</w:t>
      </w:r>
      <w:r w:rsidR="00455A43">
        <w:rPr>
          <w:rtl/>
        </w:rPr>
        <w:t>،</w:t>
      </w:r>
      <w:r w:rsidRPr="00402856">
        <w:rPr>
          <w:rtl/>
        </w:rPr>
        <w:t xml:space="preserve"> فدعا سعد بن أبي وقاص رضي الله عنه</w:t>
      </w:r>
      <w:r w:rsidR="00AF124A">
        <w:rPr>
          <w:rtl/>
        </w:rPr>
        <w:t xml:space="preserve"> - </w:t>
      </w:r>
      <w:r w:rsidRPr="00402856">
        <w:rPr>
          <w:rtl/>
        </w:rPr>
        <w:t>أحد العشرة المُبشّرين بالجنّة</w:t>
      </w:r>
      <w:r w:rsidR="00455A43">
        <w:rPr>
          <w:rtl/>
        </w:rPr>
        <w:t>،</w:t>
      </w:r>
      <w:r w:rsidRPr="00402856">
        <w:rPr>
          <w:rtl/>
        </w:rPr>
        <w:t xml:space="preserve"> وبقيّة أصحاب الشورى</w:t>
      </w:r>
      <w:r w:rsidR="00455A43">
        <w:rPr>
          <w:rtl/>
        </w:rPr>
        <w:t>،</w:t>
      </w:r>
      <w:r w:rsidRPr="00402856">
        <w:rPr>
          <w:rtl/>
        </w:rPr>
        <w:t xml:space="preserve"> وكان قد اعتزل الفتنة</w:t>
      </w:r>
      <w:r w:rsidR="00455A43">
        <w:rPr>
          <w:rtl/>
        </w:rPr>
        <w:t>،</w:t>
      </w:r>
      <w:r w:rsidRPr="00402856">
        <w:rPr>
          <w:rtl/>
        </w:rPr>
        <w:t xml:space="preserve"> ولم يُبايع عليّاً</w:t>
      </w:r>
      <w:r w:rsidR="00AF124A">
        <w:rPr>
          <w:rtl/>
        </w:rPr>
        <w:t xml:space="preserve"> - </w:t>
      </w:r>
      <w:r w:rsidRPr="00402856">
        <w:rPr>
          <w:rtl/>
        </w:rPr>
        <w:t>وأخذا بأطراف الحديث</w:t>
      </w:r>
      <w:r w:rsidR="00455A43">
        <w:rPr>
          <w:rtl/>
        </w:rPr>
        <w:t>،</w:t>
      </w:r>
      <w:r w:rsidRPr="00402856">
        <w:rPr>
          <w:rtl/>
        </w:rPr>
        <w:t xml:space="preserve"> وغرّ معاوية إقبال سعد عليه</w:t>
      </w:r>
      <w:r w:rsidR="00455A43">
        <w:rPr>
          <w:rtl/>
        </w:rPr>
        <w:t>،</w:t>
      </w:r>
      <w:r w:rsidRPr="00402856">
        <w:rPr>
          <w:rtl/>
        </w:rPr>
        <w:t xml:space="preserve"> فشرع في سبّ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وقال لسعد</w:t>
      </w:r>
      <w:r w:rsidR="00455A43">
        <w:rPr>
          <w:rtl/>
        </w:rPr>
        <w:t>:</w:t>
      </w:r>
      <w:r w:rsidRPr="00402856">
        <w:rPr>
          <w:rtl/>
        </w:rPr>
        <w:t xml:space="preserve"> ما يمنعك أن تسبّ أبا تراب</w:t>
      </w:r>
      <w:r w:rsidR="00455A43">
        <w:rPr>
          <w:rtl/>
        </w:rPr>
        <w:t>؟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فبان الغضب في وجه سعد</w:t>
      </w:r>
      <w:r w:rsidR="00455A43">
        <w:rPr>
          <w:rtl/>
        </w:rPr>
        <w:t>،</w:t>
      </w:r>
      <w:r w:rsidRPr="00402856">
        <w:rPr>
          <w:rtl/>
        </w:rPr>
        <w:t xml:space="preserve"> وقال في حِدّة</w:t>
      </w:r>
      <w:r w:rsidR="00455A43">
        <w:rPr>
          <w:rtl/>
        </w:rPr>
        <w:t>:</w:t>
      </w:r>
      <w:r w:rsidRPr="00402856">
        <w:rPr>
          <w:rtl/>
        </w:rPr>
        <w:t xml:space="preserve"> أجلستني على سريرك وشرعت في سبّ علي</w:t>
      </w:r>
      <w:r w:rsidR="00455A43">
        <w:rPr>
          <w:rtl/>
        </w:rPr>
        <w:t>،</w:t>
      </w:r>
      <w:r w:rsidRPr="00402856">
        <w:rPr>
          <w:rtl/>
        </w:rPr>
        <w:t xml:space="preserve"> والله لأن يكون لي خصلة واحدة من خصالٍ كانت لعلي</w:t>
      </w:r>
      <w:r w:rsidR="00455A43">
        <w:rPr>
          <w:rtl/>
        </w:rPr>
        <w:t>،</w:t>
      </w:r>
      <w:r w:rsidRPr="00402856">
        <w:rPr>
          <w:rtl/>
        </w:rPr>
        <w:t xml:space="preserve"> أحبّ إليّ مما طلعت عليه الشمس</w:t>
      </w:r>
      <w:r w:rsidR="00455A43">
        <w:rPr>
          <w:rtl/>
        </w:rPr>
        <w:t>،</w:t>
      </w:r>
      <w:r w:rsidRPr="00402856">
        <w:rPr>
          <w:rtl/>
        </w:rPr>
        <w:t xml:space="preserve"> والله لأن أكون صهراً للنبي صلّى الله عليه وسلّم وأنّ لي من الولد ما لعلي أحبّ إلي مما طلعت عليه الشمس</w:t>
      </w:r>
      <w:r w:rsidR="00455A43">
        <w:rPr>
          <w:rtl/>
        </w:rPr>
        <w:t>،</w:t>
      </w:r>
      <w:r w:rsidRPr="00402856">
        <w:rPr>
          <w:rtl/>
        </w:rPr>
        <w:t xml:space="preserve"> والله لأن يكون النبي صلّى الله عليه وسلّم قال لي ما قال له يوم خيبر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لأُعطينّ الراية غداً رجلاً يُحبّه الله ورسوله ويحبّ الله ورسوله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ليس بفرّار يفتح الله على يديه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أحبّ إليّ مما طلعت عليه الشمس</w:t>
      </w:r>
      <w:r w:rsidR="00455A43">
        <w:rPr>
          <w:rtl/>
        </w:rPr>
        <w:t>،</w:t>
      </w:r>
      <w:r w:rsidRPr="00402856">
        <w:rPr>
          <w:rtl/>
        </w:rPr>
        <w:t xml:space="preserve"> والله لأن يكون النبي صلّى الله عليه وسلّم قال لي ما قاله يوم غزوة تبوك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ألا ترضى أن تكون منّي بمنزلة هارون من موسى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أنّه لا نبيّ بعدي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أحبّ إليّ مما طلعت عليه الشمس</w:t>
      </w:r>
      <w:r w:rsidR="00455A43">
        <w:rPr>
          <w:rtl/>
        </w:rPr>
        <w:t>،</w:t>
      </w:r>
      <w:r w:rsidRPr="00402856">
        <w:rPr>
          <w:rtl/>
        </w:rPr>
        <w:t xml:space="preserve"> لا أدخل عليك داراً بعد اليوم</w:t>
      </w:r>
      <w:r w:rsidR="00455A43">
        <w:rPr>
          <w:rtl/>
        </w:rPr>
        <w:t>.</w:t>
      </w:r>
      <w:r w:rsidRPr="00402856">
        <w:rPr>
          <w:rtl/>
        </w:rPr>
        <w:t xml:space="preserve"> ثُمّ نفض سعد رداءه وخرج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مسلم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بسنده عن عامر بن سعد بن أبي وقاص</w:t>
      </w:r>
      <w:r w:rsidR="00455A43">
        <w:rPr>
          <w:rtl/>
        </w:rPr>
        <w:t>،</w:t>
      </w:r>
      <w:r w:rsidRPr="00402856">
        <w:rPr>
          <w:rtl/>
        </w:rPr>
        <w:t xml:space="preserve"> عن أبيه قال</w:t>
      </w:r>
      <w:r w:rsidR="00455A43">
        <w:rPr>
          <w:rtl/>
        </w:rPr>
        <w:t>:</w:t>
      </w:r>
      <w:r w:rsidRPr="00402856">
        <w:rPr>
          <w:rtl/>
        </w:rPr>
        <w:t xml:space="preserve"> أمر معاوية بن أبي سفيان سعداً فقال</w:t>
      </w:r>
      <w:r w:rsidR="00455A43">
        <w:rPr>
          <w:rtl/>
        </w:rPr>
        <w:t>:</w:t>
      </w:r>
      <w:r w:rsidRPr="00402856">
        <w:rPr>
          <w:rtl/>
        </w:rPr>
        <w:t xml:space="preserve"> ما منعك أن تسبّ أبا التراب</w:t>
      </w:r>
      <w:r w:rsidR="00AF124A">
        <w:rPr>
          <w:rtl/>
        </w:rPr>
        <w:t xml:space="preserve"> - </w:t>
      </w:r>
      <w:r w:rsidRPr="00402856">
        <w:rPr>
          <w:rtl/>
        </w:rPr>
        <w:t>يعني الإمام علي</w:t>
      </w:r>
      <w:r w:rsidR="00AF124A">
        <w:rPr>
          <w:rtl/>
        </w:rPr>
        <w:t xml:space="preserve"> -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أما ما ذكرت ثلاثاً قالهنّ له رسوله الله صلّى الله عليه وسلّم فلن أسبّه</w:t>
      </w:r>
      <w:r w:rsidR="00455A43">
        <w:rPr>
          <w:rtl/>
        </w:rPr>
        <w:t>،</w:t>
      </w:r>
      <w:r w:rsidRPr="00402856">
        <w:rPr>
          <w:rtl/>
        </w:rPr>
        <w:t xml:space="preserve"> لأن تكون لي واحدة منهنّ أحبّ إليّ من حُمر النِعَم</w:t>
      </w:r>
      <w:r w:rsidR="00455A43">
        <w:rPr>
          <w:rtl/>
        </w:rPr>
        <w:t>:</w:t>
      </w:r>
      <w:r w:rsidRPr="00402856">
        <w:rPr>
          <w:rtl/>
        </w:rPr>
        <w:t xml:space="preserve"> سمعت رسول الله صلّى الله عليه وسلّم يقول له</w:t>
      </w:r>
      <w:r w:rsidR="00455A43">
        <w:rPr>
          <w:rtl/>
        </w:rPr>
        <w:t>،</w:t>
      </w:r>
      <w:r w:rsidRPr="00402856">
        <w:rPr>
          <w:rtl/>
        </w:rPr>
        <w:t xml:space="preserve"> حين خَلّفه في بعض مغازيه</w:t>
      </w:r>
      <w:r w:rsidR="00455A43">
        <w:rPr>
          <w:rtl/>
        </w:rPr>
        <w:t>،</w:t>
      </w:r>
      <w:r w:rsidRPr="00402856">
        <w:rPr>
          <w:rtl/>
        </w:rPr>
        <w:t xml:space="preserve"> فقال له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خلّفتني مع النساء والصبيان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له رسول الله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أما ترضى أن تكون منّي بمنزلة هارون من موسى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أنّه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لا نبوّة بعدي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وسمعته يقول يوم خيبر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لأُعطينّ الراية رجلاً يُحبّ الله ورسوله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ويُحبّه الله ورسوله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فتطاولنا لها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اُدعوا لي عليّاً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فأتى به رَمَد</w:t>
      </w:r>
      <w:r w:rsidR="00455A43">
        <w:rPr>
          <w:rtl/>
        </w:rPr>
        <w:t>،</w:t>
      </w:r>
      <w:r w:rsidRPr="00402856">
        <w:rPr>
          <w:rtl/>
        </w:rPr>
        <w:t xml:space="preserve"> فبصق في عينه</w:t>
      </w:r>
      <w:r w:rsidR="00455A43">
        <w:rPr>
          <w:rtl/>
        </w:rPr>
        <w:t>،</w:t>
      </w:r>
      <w:r w:rsidRPr="00402856">
        <w:rPr>
          <w:rtl/>
        </w:rPr>
        <w:t xml:space="preserve"> ودفع الراية إليه</w:t>
      </w:r>
      <w:r w:rsidR="00455A43">
        <w:rPr>
          <w:rtl/>
        </w:rPr>
        <w:t>،</w:t>
      </w:r>
      <w:r w:rsidRPr="00402856">
        <w:rPr>
          <w:rtl/>
        </w:rPr>
        <w:t xml:space="preserve"> ففتح الله عليه</w:t>
      </w:r>
      <w:r w:rsidR="00455A43">
        <w:rPr>
          <w:rtl/>
        </w:rPr>
        <w:t>،</w:t>
      </w:r>
      <w:r w:rsidRPr="00402856">
        <w:rPr>
          <w:rtl/>
        </w:rPr>
        <w:t xml:space="preserve"> ولمّا نزلت هذه الآية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فَقُلْ تَعَالَوْا نَدْعُ أَبْنَاءَنَا وَأَبْنَاءَكُمْ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دعا رسول الله صلّى الله عليه وسلّم عليّاً وفاطمة وحسناً وحسيناً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وزاد الضغط أضعافاً بعد معاوية</w:t>
      </w:r>
      <w:r w:rsidR="00455A43">
        <w:rPr>
          <w:rtl/>
        </w:rPr>
        <w:t>،</w:t>
      </w:r>
      <w:r w:rsidRPr="00402856">
        <w:rPr>
          <w:rtl/>
        </w:rPr>
        <w:t xml:space="preserve"> حيث حدثت في عهد ولده يزيد كارثة كربلاء</w:t>
      </w:r>
      <w:r w:rsidR="00455A43">
        <w:rPr>
          <w:rtl/>
        </w:rPr>
        <w:t>،</w:t>
      </w:r>
      <w:r w:rsidRPr="00402856">
        <w:rPr>
          <w:rtl/>
        </w:rPr>
        <w:t xml:space="preserve"> فكانت كارثة الكوارث</w:t>
      </w:r>
      <w:r w:rsidR="00455A43">
        <w:rPr>
          <w:rtl/>
        </w:rPr>
        <w:t>،</w:t>
      </w:r>
      <w:r w:rsidRPr="00402856">
        <w:rPr>
          <w:rtl/>
        </w:rPr>
        <w:t xml:space="preserve"> ووصمة العار الأبديّة في جبين الأُمّة الإسلاميّة</w:t>
      </w:r>
      <w:r w:rsidR="00455A43">
        <w:rPr>
          <w:rtl/>
        </w:rPr>
        <w:t>،</w:t>
      </w:r>
      <w:r w:rsidRPr="00402856">
        <w:rPr>
          <w:rtl/>
        </w:rPr>
        <w:t xml:space="preserve"> وقُتل فيها من أهل البيت الطاهر المطهّر ثمانية عشر شابّاً</w:t>
      </w:r>
      <w:r w:rsidR="00455A43">
        <w:rPr>
          <w:rtl/>
        </w:rPr>
        <w:t>،</w:t>
      </w:r>
      <w:r w:rsidRPr="00402856">
        <w:rPr>
          <w:rtl/>
        </w:rPr>
        <w:t xml:space="preserve"> خَلا سيّد شباب أهل الجنّة وسبط الرسول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سيّدنا ومولانا الإمام الحسين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وكلّهم من أبناء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ما على وجه الأرض يومئذ لهم شبيه</w:t>
      </w:r>
      <w:r w:rsidR="00455A43">
        <w:rPr>
          <w:rtl/>
        </w:rPr>
        <w:t>،</w:t>
      </w:r>
      <w:r w:rsidRPr="00402856">
        <w:rPr>
          <w:rtl/>
        </w:rPr>
        <w:t xml:space="preserve"> وكاد نسل النبيّ صلّى الله عليه وسلّم في ذرية الحسين يستأصل</w:t>
      </w:r>
      <w:r w:rsidR="00455A43">
        <w:rPr>
          <w:rtl/>
        </w:rPr>
        <w:t>؛</w:t>
      </w:r>
      <w:r w:rsidRPr="00402856">
        <w:rPr>
          <w:rtl/>
        </w:rPr>
        <w:t xml:space="preserve"> لولا نجاة الإمام علي زين العابدين من القتل</w:t>
      </w:r>
      <w:r w:rsidR="00455A43">
        <w:rPr>
          <w:rtl/>
        </w:rPr>
        <w:t>،</w:t>
      </w:r>
      <w:r w:rsidRPr="00402856">
        <w:rPr>
          <w:rtl/>
        </w:rPr>
        <w:t xml:space="preserve"> غير أنّ عدالة السماء اقتضت أن تردّ كيد ابن معاوية في نحره</w:t>
      </w:r>
      <w:r w:rsidR="00455A43">
        <w:rPr>
          <w:rtl/>
        </w:rPr>
        <w:t>،</w:t>
      </w:r>
      <w:r w:rsidRPr="00402856">
        <w:rPr>
          <w:rtl/>
        </w:rPr>
        <w:t xml:space="preserve"> فانقرضت ذريّة يزيد</w:t>
      </w:r>
      <w:r w:rsidR="00455A43">
        <w:rPr>
          <w:rtl/>
        </w:rPr>
        <w:t>،</w:t>
      </w:r>
      <w:r w:rsidRPr="00402856">
        <w:rPr>
          <w:rtl/>
        </w:rPr>
        <w:t xml:space="preserve"> ولم يبقَ له عَقِب</w:t>
      </w:r>
      <w:r w:rsidR="00455A43">
        <w:rPr>
          <w:rtl/>
        </w:rPr>
        <w:t>،</w:t>
      </w:r>
      <w:r w:rsidRPr="00402856">
        <w:rPr>
          <w:rtl/>
        </w:rPr>
        <w:t xml:space="preserve"> رغم أنّه كان له من البنين خمسة عشر</w:t>
      </w:r>
      <w:r w:rsidR="00455A43">
        <w:rPr>
          <w:rtl/>
        </w:rPr>
        <w:t>،</w:t>
      </w:r>
      <w:r w:rsidRPr="00402856">
        <w:rPr>
          <w:rtl/>
        </w:rPr>
        <w:t xml:space="preserve"> ومن البنات خمس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ومن المؤلم أنّه ما تكاد الكارثة المروّعة تنتهي</w:t>
      </w:r>
      <w:r w:rsidR="00455A43">
        <w:rPr>
          <w:rtl/>
        </w:rPr>
        <w:t>،</w:t>
      </w:r>
      <w:r w:rsidRPr="00402856">
        <w:rPr>
          <w:rtl/>
        </w:rPr>
        <w:t xml:space="preserve"> بل ما يزال الإمام الحسين سيّد الشهداء بالعراء صريعاً</w:t>
      </w:r>
      <w:r w:rsidR="00455A43">
        <w:rPr>
          <w:rtl/>
        </w:rPr>
        <w:t>،</w:t>
      </w:r>
      <w:r w:rsidRPr="00402856">
        <w:rPr>
          <w:rtl/>
        </w:rPr>
        <w:t xml:space="preserve"> وبنات رسول الله صلّى الله عليه وسلّم سبايا</w:t>
      </w:r>
      <w:r w:rsidR="00455A43">
        <w:rPr>
          <w:rtl/>
        </w:rPr>
        <w:t>،</w:t>
      </w:r>
      <w:r w:rsidRPr="00402856">
        <w:rPr>
          <w:rtl/>
        </w:rPr>
        <w:t xml:space="preserve"> وذريّته مُقتّلة</w:t>
      </w:r>
      <w:r w:rsidR="00455A43">
        <w:rPr>
          <w:rtl/>
        </w:rPr>
        <w:t>،</w:t>
      </w:r>
      <w:r w:rsidRPr="00402856">
        <w:rPr>
          <w:rtl/>
        </w:rPr>
        <w:t xml:space="preserve"> حتى يصعد ابن الدعي</w:t>
      </w:r>
      <w:r w:rsidR="00455A43">
        <w:rPr>
          <w:rtl/>
        </w:rPr>
        <w:t>،</w:t>
      </w:r>
      <w:r w:rsidRPr="00402856">
        <w:rPr>
          <w:rtl/>
        </w:rPr>
        <w:t xml:space="preserve"> عُبيد الله بن زياد منبر الكوفة</w:t>
      </w:r>
      <w:r w:rsidR="00455A43">
        <w:rPr>
          <w:rtl/>
        </w:rPr>
        <w:t>،</w:t>
      </w:r>
      <w:r w:rsidRPr="00402856">
        <w:rPr>
          <w:rtl/>
        </w:rPr>
        <w:t xml:space="preserve"> فخطب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الحمد لله الذي أظهر الحق وأهله</w:t>
      </w:r>
      <w:r w:rsidR="00455A43">
        <w:rPr>
          <w:rtl/>
        </w:rPr>
        <w:t>،</w:t>
      </w:r>
      <w:r w:rsidRPr="00402856">
        <w:rPr>
          <w:rtl/>
        </w:rPr>
        <w:t xml:space="preserve"> ونصر أمير المؤمنين يزيد بن معاوية وحزبه</w:t>
      </w:r>
      <w:r w:rsidR="00455A43">
        <w:rPr>
          <w:rtl/>
        </w:rPr>
        <w:t>،</w:t>
      </w:r>
      <w:r w:rsidRPr="00402856">
        <w:rPr>
          <w:rtl/>
        </w:rPr>
        <w:t xml:space="preserve"> وقتل الكذّاب بن الكذّاب</w:t>
      </w:r>
      <w:r w:rsidR="00455A43">
        <w:rPr>
          <w:rtl/>
        </w:rPr>
        <w:t>،</w:t>
      </w:r>
      <w:r w:rsidRPr="00402856">
        <w:rPr>
          <w:rtl/>
        </w:rPr>
        <w:t xml:space="preserve"> الحسين بن علي</w:t>
      </w:r>
      <w:r w:rsidR="00455A43">
        <w:rPr>
          <w:rtl/>
        </w:rPr>
        <w:t>،</w:t>
      </w:r>
      <w:r w:rsidRPr="00402856">
        <w:rPr>
          <w:rtl/>
        </w:rPr>
        <w:t xml:space="preserve"> وشيعته</w:t>
      </w:r>
      <w:r w:rsidR="00455A43">
        <w:rPr>
          <w:rtl/>
        </w:rPr>
        <w:t>،</w:t>
      </w:r>
      <w:r w:rsidRPr="00402856">
        <w:rPr>
          <w:rtl/>
        </w:rPr>
        <w:t xml:space="preserve"> فلم يفرغ من كلمته هذا حتّى وثبَ إليه عبد الله بن عفيف الأزدي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يا ابن مرجانة</w:t>
      </w:r>
      <w:r w:rsidR="00455A43">
        <w:rPr>
          <w:rtl/>
        </w:rPr>
        <w:t>،</w:t>
      </w:r>
      <w:r w:rsidRPr="00402856">
        <w:rPr>
          <w:rtl/>
        </w:rPr>
        <w:t xml:space="preserve"> إنّ الكذّاب بن الكذّاب أنت وأبوك والذي ولاّك وأبوه</w:t>
      </w:r>
      <w:r w:rsidR="00455A43">
        <w:rPr>
          <w:rtl/>
        </w:rPr>
        <w:t>،</w:t>
      </w:r>
      <w:r w:rsidRPr="00402856">
        <w:rPr>
          <w:rtl/>
        </w:rPr>
        <w:t xml:space="preserve"> يا ابن مرجانة</w:t>
      </w:r>
      <w:r w:rsidR="00455A43">
        <w:rPr>
          <w:rtl/>
        </w:rPr>
        <w:t>،</w:t>
      </w:r>
      <w:r w:rsidRPr="00402856">
        <w:rPr>
          <w:rtl/>
        </w:rPr>
        <w:t xml:space="preserve"> أتقتلون أبناء النبيين وتتكلمون بكلام الصدّيقين</w:t>
      </w:r>
      <w:r w:rsidR="00455A43">
        <w:rPr>
          <w:rtl/>
        </w:rPr>
        <w:t>؟</w:t>
      </w:r>
      <w:r w:rsidRPr="00402856">
        <w:rPr>
          <w:rtl/>
        </w:rPr>
        <w:t>! فقال عبيد الله</w:t>
      </w:r>
      <w:r w:rsidR="00455A43">
        <w:rPr>
          <w:rtl/>
        </w:rPr>
        <w:t>:</w:t>
      </w:r>
      <w:r w:rsidRPr="00402856">
        <w:rPr>
          <w:rtl/>
        </w:rPr>
        <w:t xml:space="preserve"> مَن المتكلّم</w:t>
      </w:r>
      <w:r w:rsidR="00455A43">
        <w:rPr>
          <w:rtl/>
        </w:rPr>
        <w:t>،</w:t>
      </w:r>
      <w:r w:rsidRPr="00402856">
        <w:rPr>
          <w:rtl/>
        </w:rPr>
        <w:t xml:space="preserve"> قال ابن عفيف</w:t>
      </w:r>
      <w:r w:rsidR="00455A43">
        <w:rPr>
          <w:rtl/>
        </w:rPr>
        <w:t>:</w:t>
      </w:r>
      <w:r w:rsidRPr="00402856">
        <w:rPr>
          <w:rtl/>
        </w:rPr>
        <w:t xml:space="preserve"> أنا يا عدوّ الله</w:t>
      </w:r>
      <w:r w:rsidR="00455A43">
        <w:rPr>
          <w:rtl/>
        </w:rPr>
        <w:t>،</w:t>
      </w:r>
      <w:r w:rsidRPr="00402856">
        <w:rPr>
          <w:rtl/>
        </w:rPr>
        <w:t xml:space="preserve"> أتقتلون الذريّة الطاهرة التي أذهب الله عنها الرجس</w:t>
      </w:r>
      <w:r w:rsidR="00455A43">
        <w:rPr>
          <w:rtl/>
        </w:rPr>
        <w:t>،</w:t>
      </w:r>
      <w:r w:rsidRPr="00402856">
        <w:rPr>
          <w:rtl/>
        </w:rPr>
        <w:t xml:space="preserve"> وتزعم أنّك على دين الإسلام</w:t>
      </w:r>
      <w:r w:rsidR="00455A43">
        <w:rPr>
          <w:rtl/>
        </w:rPr>
        <w:t>،</w:t>
      </w:r>
      <w:r w:rsidRPr="00402856">
        <w:rPr>
          <w:rtl/>
        </w:rPr>
        <w:t xml:space="preserve"> واغوثاه</w:t>
      </w:r>
      <w:r w:rsidR="00455A43">
        <w:rPr>
          <w:rtl/>
        </w:rPr>
        <w:t>،</w:t>
      </w:r>
      <w:r w:rsidRPr="00402856">
        <w:rPr>
          <w:rtl/>
        </w:rPr>
        <w:t xml:space="preserve"> أين أولاد المهاجرين والأنصار ينتقمون من هذا اللعين بن اللعين</w:t>
      </w:r>
      <w:r w:rsidR="00455A43">
        <w:rPr>
          <w:rtl/>
        </w:rPr>
        <w:t>؟</w:t>
      </w:r>
      <w:r w:rsidRPr="00402856">
        <w:rPr>
          <w:rtl/>
        </w:rPr>
        <w:t xml:space="preserve"> فقال ابن زياد للشرطة</w:t>
      </w:r>
      <w:r w:rsidR="00455A43">
        <w:rPr>
          <w:rtl/>
        </w:rPr>
        <w:t>:</w:t>
      </w:r>
      <w:r w:rsidRPr="00402856">
        <w:rPr>
          <w:rtl/>
        </w:rPr>
        <w:t xml:space="preserve"> عليَّ به</w:t>
      </w:r>
      <w:r w:rsidR="00455A43">
        <w:rPr>
          <w:rtl/>
        </w:rPr>
        <w:t>،</w:t>
      </w:r>
      <w:r w:rsidRPr="00402856">
        <w:rPr>
          <w:rtl/>
        </w:rPr>
        <w:t xml:space="preserve"> غير أنّ قومه حالوا بينه وبين الشَرطة وأوصلوه إلى داره</w:t>
      </w:r>
      <w:r w:rsidR="00455A43">
        <w:rPr>
          <w:rtl/>
        </w:rPr>
        <w:t>،</w:t>
      </w:r>
      <w:r w:rsidRPr="00402856">
        <w:rPr>
          <w:rtl/>
        </w:rPr>
        <w:t xml:space="preserve"> ولكنّ الشرطة اقتحمت عليه داره</w:t>
      </w:r>
      <w:r w:rsidR="00455A43">
        <w:rPr>
          <w:rtl/>
        </w:rPr>
        <w:t>،</w:t>
      </w:r>
      <w:r w:rsidRPr="00402856">
        <w:rPr>
          <w:rtl/>
        </w:rPr>
        <w:t xml:space="preserve"> ولم يكن فيها إلاّ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الرجل وابنته الصغيرة</w:t>
      </w:r>
      <w:r w:rsidR="00455A43">
        <w:rPr>
          <w:rtl/>
        </w:rPr>
        <w:t>،</w:t>
      </w:r>
      <w:r w:rsidRPr="00402856">
        <w:rPr>
          <w:rtl/>
        </w:rPr>
        <w:t xml:space="preserve"> فلمّا أحسّت بهم صاحت</w:t>
      </w:r>
      <w:r w:rsidR="00455A43">
        <w:rPr>
          <w:rtl/>
        </w:rPr>
        <w:t>:</w:t>
      </w:r>
      <w:r w:rsidRPr="00402856">
        <w:rPr>
          <w:rtl/>
        </w:rPr>
        <w:t xml:space="preserve"> يا أباه أتاك القوم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ناوليني سيفي</w:t>
      </w:r>
      <w:r w:rsidR="00455A43">
        <w:rPr>
          <w:rtl/>
        </w:rPr>
        <w:t>،</w:t>
      </w:r>
      <w:r w:rsidRPr="00402856">
        <w:rPr>
          <w:rtl/>
        </w:rPr>
        <w:t xml:space="preserve"> وكان قد فَقَدَ عينيه مع الإمام علي</w:t>
      </w:r>
      <w:r w:rsidR="00455A43">
        <w:rPr>
          <w:rtl/>
        </w:rPr>
        <w:t>،</w:t>
      </w:r>
      <w:r w:rsidRPr="00402856">
        <w:rPr>
          <w:rtl/>
        </w:rPr>
        <w:t xml:space="preserve"> الواحدة يوم الجَمَل</w:t>
      </w:r>
      <w:r w:rsidR="00455A43">
        <w:rPr>
          <w:rtl/>
        </w:rPr>
        <w:t>،</w:t>
      </w:r>
      <w:r w:rsidRPr="00402856">
        <w:rPr>
          <w:rtl/>
        </w:rPr>
        <w:t xml:space="preserve"> والأُخرى يوم صِفّين</w:t>
      </w:r>
      <w:r w:rsidR="00455A43">
        <w:rPr>
          <w:rtl/>
        </w:rPr>
        <w:t>،</w:t>
      </w:r>
      <w:r w:rsidRPr="00402856">
        <w:rPr>
          <w:rtl/>
        </w:rPr>
        <w:t xml:space="preserve"> فأخذ السيف يذبّ به عن نفسه</w:t>
      </w:r>
      <w:r w:rsidR="00455A43">
        <w:rPr>
          <w:rtl/>
        </w:rPr>
        <w:t>،</w:t>
      </w:r>
      <w:r w:rsidRPr="00402856">
        <w:rPr>
          <w:rtl/>
        </w:rPr>
        <w:t xml:space="preserve"> ويهوي به بقوّة على الحركة</w:t>
      </w:r>
      <w:r w:rsidR="00455A43">
        <w:rPr>
          <w:rtl/>
        </w:rPr>
        <w:t>،</w:t>
      </w:r>
      <w:r w:rsidRPr="00402856">
        <w:rPr>
          <w:rtl/>
        </w:rPr>
        <w:t xml:space="preserve"> حتى قُبض عليه</w:t>
      </w:r>
      <w:r w:rsidR="00455A43">
        <w:rPr>
          <w:rtl/>
        </w:rPr>
        <w:t>،</w:t>
      </w:r>
      <w:r w:rsidRPr="00402856">
        <w:rPr>
          <w:rtl/>
        </w:rPr>
        <w:t xml:space="preserve"> وأُخذ إلى ابن زياد الذي سأله</w:t>
      </w:r>
      <w:r w:rsidR="00455A43">
        <w:rPr>
          <w:rtl/>
        </w:rPr>
        <w:t>:</w:t>
      </w:r>
      <w:r w:rsidRPr="00402856">
        <w:rPr>
          <w:rtl/>
        </w:rPr>
        <w:t xml:space="preserve"> ما تقول في عُثمان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ما أنت وعثمان</w:t>
      </w:r>
      <w:r w:rsidR="00455A43">
        <w:rPr>
          <w:rtl/>
        </w:rPr>
        <w:t>،</w:t>
      </w:r>
      <w:r w:rsidRPr="00402856">
        <w:rPr>
          <w:rtl/>
        </w:rPr>
        <w:t xml:space="preserve"> سلْني عنك وعن أبيك وعن يزيد وأبيه</w:t>
      </w:r>
      <w:r w:rsidR="00455A43">
        <w:rPr>
          <w:rtl/>
        </w:rPr>
        <w:t>،</w:t>
      </w:r>
      <w:r w:rsidRPr="00402856">
        <w:rPr>
          <w:rtl/>
        </w:rPr>
        <w:t xml:space="preserve"> فقال ابن زياد</w:t>
      </w:r>
      <w:r w:rsidR="00455A43">
        <w:rPr>
          <w:rtl/>
        </w:rPr>
        <w:t>:</w:t>
      </w:r>
      <w:r w:rsidRPr="00402856">
        <w:rPr>
          <w:rtl/>
        </w:rPr>
        <w:t xml:space="preserve"> لتذوقنّ الموت غصّة غصّة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الحمد لله الذي رزقني الشهادة على يد ألعن خلقه بعد ما يئست منها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وأرسل ابن زياد بالرؤوس والسبايا من آل محمد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من النساء والأطفال بغير وطاء</w:t>
      </w:r>
      <w:r w:rsidR="00455A43">
        <w:rPr>
          <w:rtl/>
        </w:rPr>
        <w:t>،</w:t>
      </w:r>
      <w:r w:rsidRPr="00402856">
        <w:rPr>
          <w:rtl/>
        </w:rPr>
        <w:t xml:space="preserve"> في ذلّ وانكسار</w:t>
      </w:r>
      <w:r w:rsidR="00455A43">
        <w:rPr>
          <w:rtl/>
        </w:rPr>
        <w:t>،</w:t>
      </w:r>
      <w:r w:rsidRPr="00402856">
        <w:rPr>
          <w:rtl/>
        </w:rPr>
        <w:t xml:space="preserve"> والرؤوس على الرماح</w:t>
      </w:r>
      <w:r w:rsidR="00455A43">
        <w:rPr>
          <w:rtl/>
        </w:rPr>
        <w:t>،</w:t>
      </w:r>
      <w:r w:rsidRPr="00402856">
        <w:rPr>
          <w:rtl/>
        </w:rPr>
        <w:t xml:space="preserve"> إلى يزيد بن معاوية في دمشق</w:t>
      </w:r>
      <w:r w:rsidR="00455A43">
        <w:rPr>
          <w:rtl/>
        </w:rPr>
        <w:t>،</w:t>
      </w:r>
      <w:r w:rsidRPr="00402856">
        <w:rPr>
          <w:rtl/>
        </w:rPr>
        <w:t xml:space="preserve"> ورويَ</w:t>
      </w:r>
      <w:r w:rsidR="00455A43">
        <w:rPr>
          <w:rtl/>
        </w:rPr>
        <w:t>:</w:t>
      </w:r>
      <w:r w:rsidRPr="00402856">
        <w:rPr>
          <w:rtl/>
        </w:rPr>
        <w:t xml:space="preserve"> أنّهم لمّا دخلوا دمشق برأس الإمام الحسين أخرجت زينب بنت الحسين رأسها من الخِباء</w:t>
      </w:r>
      <w:r w:rsidR="00455A43">
        <w:rPr>
          <w:rtl/>
        </w:rPr>
        <w:t>،</w:t>
      </w:r>
      <w:r w:rsidRPr="00402856">
        <w:rPr>
          <w:rtl/>
        </w:rPr>
        <w:t xml:space="preserve"> وهي تقول</w:t>
      </w:r>
      <w:r w:rsidR="00455A43">
        <w:rPr>
          <w:rtl/>
        </w:rPr>
        <w:t>:</w:t>
      </w:r>
      <w:r w:rsidRPr="00636E7E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تقولون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إذا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قال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النبي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فعلتم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وأنتم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آخر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الأُمم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بعترتي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وبأهلي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مفتقدي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منهم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أُسارى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ومنهم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ضُرّجوا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02856">
              <w:rPr>
                <w:rFonts w:hint="cs"/>
                <w:rtl/>
              </w:rPr>
              <w:t>ما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هذا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جزائي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إذ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نصحت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لكم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تخلفوني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بسوء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ذوي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رحِم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Pr="005A636F" w:rsidRDefault="0025270B" w:rsidP="00402856">
      <w:pPr>
        <w:pStyle w:val="libNormal"/>
      </w:pPr>
      <w:r>
        <w:rPr>
          <w:rtl/>
        </w:rPr>
        <w:t>ولم</w:t>
      </w:r>
      <w:r w:rsidR="00402856" w:rsidRPr="00402856">
        <w:rPr>
          <w:rtl/>
        </w:rPr>
        <w:t>ا دخلوا على يزيد</w:t>
      </w:r>
      <w:r w:rsidR="00455A43">
        <w:rPr>
          <w:rtl/>
        </w:rPr>
        <w:t>،</w:t>
      </w:r>
      <w:r w:rsidR="00402856" w:rsidRPr="00402856">
        <w:rPr>
          <w:rtl/>
        </w:rPr>
        <w:t xml:space="preserve"> أقبل قاتل الحسين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ووضع الرأس الشريف بين يدي يزيد في طست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فجعل ينكثه على ثناياه بالقضيب</w:t>
      </w:r>
      <w:r w:rsidR="00455A43">
        <w:rPr>
          <w:rtl/>
        </w:rPr>
        <w:t>،</w:t>
      </w:r>
      <w:r w:rsidR="00402856" w:rsidRPr="00402856">
        <w:rPr>
          <w:rtl/>
        </w:rPr>
        <w:t xml:space="preserve"> رُوي أنّ ابن زياد قد فعل ذلك في الكوفة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وسواء فعل ذلك أحدهما أو كِلاهما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فكِلا الرجلين أسوأ من الآخر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وكلّ منهما يفوق الآخر في جريمته النكراء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وأنّ يوم كربلاء</w:t>
      </w:r>
      <w:r w:rsidR="00455A43">
        <w:rPr>
          <w:rtl/>
        </w:rPr>
        <w:t>،</w:t>
      </w:r>
      <w:r w:rsidR="00402856" w:rsidRPr="00402856">
        <w:rPr>
          <w:rtl/>
        </w:rPr>
        <w:t xml:space="preserve"> العاشر من محرّم عام 61 هـ ‍</w:t>
      </w:r>
      <w:r w:rsidR="00352E1E">
        <w:rPr>
          <w:rtl/>
        </w:rPr>
        <w:t>(</w:t>
      </w:r>
      <w:r w:rsidR="00402856" w:rsidRPr="00402856">
        <w:rPr>
          <w:rtl/>
        </w:rPr>
        <w:t>10 أكتوبر 680 م</w:t>
      </w:r>
      <w:r w:rsidR="00352E1E">
        <w:rPr>
          <w:rtl/>
        </w:rPr>
        <w:t>)</w:t>
      </w:r>
      <w:r w:rsidR="00402856" w:rsidRPr="00402856">
        <w:rPr>
          <w:rtl/>
        </w:rPr>
        <w:t xml:space="preserve"> سوف يظلّ يوماً أسوداً لا في تاريخ الدولة الأُموية فحسب</w:t>
      </w:r>
      <w:r w:rsidR="00455A43">
        <w:rPr>
          <w:rtl/>
        </w:rPr>
        <w:t>،</w:t>
      </w:r>
      <w:r w:rsidR="00402856" w:rsidRPr="00402856">
        <w:rPr>
          <w:rtl/>
        </w:rPr>
        <w:t xml:space="preserve"> بل في تاريخ المسلمين قاطبة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وأنّ نتائجه كانت أخطر مما تصوّر المعاصرون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وقد حدث أثناء لقاء يزيد بالسبايا من آل البيت ما يدلّنا إلى أيّ درَك أسفل من الانحطاط والجهالة بالدين وصل القوم</w:t>
      </w:r>
      <w:r w:rsidR="00455A43">
        <w:rPr>
          <w:rtl/>
        </w:rPr>
        <w:t>؛</w:t>
      </w:r>
      <w:r w:rsidR="00402856" w:rsidRPr="00402856">
        <w:rPr>
          <w:rtl/>
        </w:rPr>
        <w:t xml:space="preserve"> ذلك أنّ رجلاً لئيماً من جلساء يزيد عندما رأى السيدّة فاطمة بنت الإمام علي قام إلى يزيد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</w:t>
      </w:r>
      <w:r w:rsidR="00455A43">
        <w:rPr>
          <w:rtl/>
        </w:rPr>
        <w:t>:</w:t>
      </w:r>
      <w:r w:rsidR="00402856" w:rsidRPr="00402856">
        <w:rPr>
          <w:rtl/>
        </w:rPr>
        <w:t xml:space="preserve"> يا أمير المؤمنين هب لي هذه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وكانت ذات جمال وجلال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فأرعدت السيدة فاطمة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وظنّت أنّ ذلك جائز له</w:t>
      </w:r>
      <w:r w:rsidR="00455A43">
        <w:rPr>
          <w:rtl/>
        </w:rPr>
        <w:t>،</w:t>
      </w:r>
      <w:r w:rsidR="00402856" w:rsidRPr="00402856">
        <w:rPr>
          <w:rtl/>
        </w:rPr>
        <w:t xml:space="preserve"> وأخذت بثياب أختها العقيلة الطاهرة السيّدة زينب</w:t>
      </w:r>
      <w:r w:rsidR="00455A43">
        <w:rPr>
          <w:rtl/>
        </w:rPr>
        <w:t>،</w:t>
      </w:r>
      <w:r w:rsidR="00402856" w:rsidRPr="00402856">
        <w:rPr>
          <w:rtl/>
        </w:rPr>
        <w:t xml:space="preserve"> وكانت من العقل والفقه ما تعلم أنّ ذلك لا يجوز شرعاً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فقالت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="00402856" w:rsidRPr="0025270B">
        <w:rPr>
          <w:rStyle w:val="libBold2Char"/>
          <w:rtl/>
        </w:rPr>
        <w:t>كذبت والله ولؤمت</w:t>
      </w:r>
      <w:r w:rsidR="00455A43" w:rsidRPr="0025270B">
        <w:rPr>
          <w:rStyle w:val="libBold2Char"/>
          <w:rtl/>
        </w:rPr>
        <w:t>،</w:t>
      </w:r>
      <w:r w:rsidR="00402856" w:rsidRPr="0025270B">
        <w:rPr>
          <w:rStyle w:val="libBold2Char"/>
          <w:rtl/>
        </w:rPr>
        <w:t xml:space="preserve"> ما ذلك</w:t>
      </w:r>
      <w:r w:rsidR="00402856"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25270B">
        <w:rPr>
          <w:rStyle w:val="libBold2Char"/>
          <w:rtl/>
        </w:rPr>
        <w:lastRenderedPageBreak/>
        <w:t>لك وله</w:t>
      </w:r>
      <w:r w:rsidR="00455A43">
        <w:rPr>
          <w:rtl/>
        </w:rPr>
        <w:t>،</w:t>
      </w:r>
      <w:r w:rsidRPr="00402856">
        <w:rPr>
          <w:rtl/>
        </w:rPr>
        <w:t xml:space="preserve"> فغضب يزيد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إنّ ذلك لي</w:t>
      </w:r>
      <w:r w:rsidR="00455A43">
        <w:rPr>
          <w:rtl/>
        </w:rPr>
        <w:t>،</w:t>
      </w:r>
      <w:r w:rsidRPr="00402856">
        <w:rPr>
          <w:rtl/>
        </w:rPr>
        <w:t xml:space="preserve"> ولو شئت أن أفعله لفعلت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25270B">
        <w:rPr>
          <w:rStyle w:val="libBold2Char"/>
          <w:rtl/>
        </w:rPr>
        <w:t>كلاّ والله</w:t>
      </w:r>
      <w:r w:rsidR="00455A43" w:rsidRPr="0025270B">
        <w:rPr>
          <w:rStyle w:val="libBold2Char"/>
          <w:rtl/>
        </w:rPr>
        <w:t>،</w:t>
      </w:r>
      <w:r w:rsidRPr="0025270B">
        <w:rPr>
          <w:rStyle w:val="libBold2Char"/>
          <w:rtl/>
        </w:rPr>
        <w:t xml:space="preserve"> ما جعل الله ذلك لك</w:t>
      </w:r>
      <w:r w:rsidR="00455A43" w:rsidRPr="0025270B">
        <w:rPr>
          <w:rStyle w:val="libBold2Char"/>
          <w:rtl/>
        </w:rPr>
        <w:t>،</w:t>
      </w:r>
      <w:r w:rsidRPr="0025270B">
        <w:rPr>
          <w:rStyle w:val="libBold2Char"/>
          <w:rtl/>
        </w:rPr>
        <w:t xml:space="preserve"> إلاّ أن تخرج من ملّتنا</w:t>
      </w:r>
      <w:r w:rsidR="00455A43" w:rsidRPr="0025270B">
        <w:rPr>
          <w:rStyle w:val="libBold2Char"/>
          <w:rtl/>
        </w:rPr>
        <w:t>،</w:t>
      </w:r>
      <w:r w:rsidRPr="0025270B">
        <w:rPr>
          <w:rStyle w:val="libBold2Char"/>
          <w:rtl/>
        </w:rPr>
        <w:t xml:space="preserve"> وتدين بغير ديننا</w:t>
      </w:r>
      <w:r w:rsidR="00455A43" w:rsidRPr="005A636F">
        <w:rPr>
          <w:rStyle w:val="libBold2Char"/>
          <w:rtl/>
        </w:rPr>
        <w:t>،</w:t>
      </w:r>
      <w:r w:rsidRPr="00402856">
        <w:rPr>
          <w:rtl/>
        </w:rPr>
        <w:t xml:space="preserve"> فغضب يزيد واستطار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إيّاي تستقبلين بهذا</w:t>
      </w:r>
      <w:r w:rsidR="00455A43">
        <w:rPr>
          <w:rtl/>
        </w:rPr>
        <w:t>؟</w:t>
      </w:r>
      <w:r w:rsidRPr="00402856">
        <w:rPr>
          <w:rtl/>
        </w:rPr>
        <w:t>! إنّما خرج من الدين أبوكِ وأخوكِ</w:t>
      </w:r>
      <w:r w:rsidR="00455A43">
        <w:rPr>
          <w:rtl/>
        </w:rPr>
        <w:t>،</w:t>
      </w:r>
      <w:r w:rsidRPr="00402856">
        <w:rPr>
          <w:rtl/>
        </w:rPr>
        <w:t xml:space="preserve"> فقالت زينب</w:t>
      </w:r>
      <w:r w:rsidR="00455A43">
        <w:rPr>
          <w:rtl/>
        </w:rPr>
        <w:t>:</w:t>
      </w:r>
      <w:r w:rsidRPr="0025270B">
        <w:rPr>
          <w:rStyle w:val="libBold2Char"/>
          <w:rtl/>
        </w:rPr>
        <w:t xml:space="preserve"> بدين الله ودين أبي ودين أخي وجدّي اهتديت أنت وأبوك وجدّك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كذبتِ يا عدوة الله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25270B">
        <w:rPr>
          <w:rStyle w:val="libBold2Char"/>
          <w:rtl/>
        </w:rPr>
        <w:t>أنت أمير مُسلّط تشتم ظالماً وتقهر بسلطانك</w:t>
      </w:r>
      <w:r w:rsidR="00455A43" w:rsidRPr="0025270B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يبدو واضحاً مدى عِلم مَن وضعته الأقدار على رأس المسلمين بسلطانه وبطانته</w:t>
      </w:r>
      <w:r w:rsidR="00455A43">
        <w:rPr>
          <w:rtl/>
        </w:rPr>
        <w:t>،</w:t>
      </w:r>
      <w:r w:rsidRPr="00402856">
        <w:rPr>
          <w:rtl/>
        </w:rPr>
        <w:t xml:space="preserve"> فهما لا يعلمان أنّ طلبهما لا يقرّه الإسلام</w:t>
      </w:r>
      <w:r w:rsidR="00455A43">
        <w:rPr>
          <w:rtl/>
        </w:rPr>
        <w:t>،</w:t>
      </w:r>
      <w:r w:rsidRPr="00402856">
        <w:rPr>
          <w:rtl/>
        </w:rPr>
        <w:t xml:space="preserve"> ويزيد خليفة المسلمين يُكفّر الإمام عليّ والإمام الحسين</w:t>
      </w:r>
      <w:r w:rsidR="00455A43">
        <w:rPr>
          <w:rtl/>
        </w:rPr>
        <w:t>،</w:t>
      </w:r>
      <w:r w:rsidRPr="00402856">
        <w:rPr>
          <w:rtl/>
        </w:rPr>
        <w:t xml:space="preserve"> والأول بشّره النبي صلّى الله عليه وسلّم بالجنّة مرّات</w:t>
      </w:r>
      <w:r w:rsidR="00455A43">
        <w:rPr>
          <w:rtl/>
        </w:rPr>
        <w:t>،</w:t>
      </w:r>
      <w:r w:rsidRPr="00402856">
        <w:rPr>
          <w:rtl/>
        </w:rPr>
        <w:t xml:space="preserve"> والثاني سيّد شباب أهل الجنّة</w:t>
      </w:r>
      <w:r w:rsidR="00455A43">
        <w:rPr>
          <w:rtl/>
        </w:rPr>
        <w:t>،</w:t>
      </w:r>
      <w:r w:rsidRPr="00402856">
        <w:rPr>
          <w:rtl/>
        </w:rPr>
        <w:t xml:space="preserve"> ثُمّ تأخذه العِزّة بالإثم</w:t>
      </w:r>
      <w:r w:rsidR="00455A43">
        <w:rPr>
          <w:rtl/>
        </w:rPr>
        <w:t>،</w:t>
      </w:r>
      <w:r w:rsidRPr="00402856">
        <w:rPr>
          <w:rtl/>
        </w:rPr>
        <w:t xml:space="preserve"> فيتطاول على العقيلة الطاهرة</w:t>
      </w:r>
      <w:r w:rsidR="00455A43">
        <w:rPr>
          <w:rtl/>
        </w:rPr>
        <w:t>،</w:t>
      </w:r>
      <w:r w:rsidRPr="00402856">
        <w:rPr>
          <w:rtl/>
        </w:rPr>
        <w:t xml:space="preserve"> ويصفها بالكذب</w:t>
      </w:r>
      <w:r w:rsidR="00455A43">
        <w:rPr>
          <w:rtl/>
        </w:rPr>
        <w:t>،</w:t>
      </w:r>
      <w:r w:rsidRPr="00402856">
        <w:rPr>
          <w:rtl/>
        </w:rPr>
        <w:t xml:space="preserve"> وبأنّها عدوّة الله</w:t>
      </w:r>
      <w:r w:rsidR="00455A43">
        <w:rPr>
          <w:rtl/>
        </w:rPr>
        <w:t>،</w:t>
      </w:r>
      <w:r w:rsidRPr="00402856">
        <w:rPr>
          <w:rtl/>
        </w:rPr>
        <w:t xml:space="preserve"> وهي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وابنة بنته فاطمة الزهراء التي فطمها الله ووِلدها ومَن أحبّهم من النار</w:t>
      </w:r>
      <w:r w:rsidR="00455A43">
        <w:rPr>
          <w:rtl/>
        </w:rPr>
        <w:t>.</w:t>
      </w:r>
      <w:r w:rsidRPr="00402856">
        <w:rPr>
          <w:rtl/>
        </w:rPr>
        <w:t xml:space="preserve"> ولكن ماذا نقول وهو يزيد بن معاوية بن أبي سفيان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ويكاد كثير من الباحثين يُجمعون على أنّ الأُموييّن قد نكّلوا بآل البيت أخذاً بثارات بدر وأُحد</w:t>
      </w:r>
      <w:r w:rsidR="00455A43">
        <w:rPr>
          <w:rtl/>
        </w:rPr>
        <w:t>؛</w:t>
      </w:r>
      <w:r w:rsidRPr="00402856">
        <w:rPr>
          <w:rtl/>
        </w:rPr>
        <w:t xml:space="preserve"> لأنّ الإمام عليّ قتل في هاتين الغزوتين شيوخ بني أُمية وساداتهم</w:t>
      </w:r>
      <w:r w:rsidR="00455A43">
        <w:rPr>
          <w:rtl/>
        </w:rPr>
        <w:t>،</w:t>
      </w:r>
      <w:r w:rsidRPr="00402856">
        <w:rPr>
          <w:rtl/>
        </w:rPr>
        <w:t xml:space="preserve"> ويستشهدون على ذلك بقول يزيد عندما قتل الإمام الحسين</w:t>
      </w:r>
      <w:r w:rsidR="00455A43">
        <w:rPr>
          <w:rtl/>
        </w:rPr>
        <w:t>،</w:t>
      </w:r>
      <w:r w:rsidRPr="00402856">
        <w:rPr>
          <w:rtl/>
        </w:rPr>
        <w:t xml:space="preserve"> ووضع رأسه الشريف بين يديه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ليتَ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أشياخي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ببدرٍ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شهدوا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جزع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الخزرج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وقع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الأسل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636E7E">
              <w:rPr>
                <w:rFonts w:hint="cs"/>
                <w:rtl/>
              </w:rPr>
              <w:t>لأهلّوا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واستهلوا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فرحاً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25270B">
            <w:pPr>
              <w:pStyle w:val="libPoem"/>
            </w:pPr>
            <w:r w:rsidRPr="00636E7E">
              <w:rPr>
                <w:rFonts w:hint="cs"/>
                <w:rtl/>
              </w:rPr>
              <w:t>ثُمّ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قالوا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يا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يزيد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636E7E">
              <w:rPr>
                <w:rFonts w:hint="cs"/>
                <w:rtl/>
              </w:rPr>
              <w:t>تشل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وليس ببعيد أن يتذكّر يزيد الحفائظ والحروب القديمة بين الرسول صلّى الله عليه وسلّم جدّ الحسين وجدّه أبي سفيان</w:t>
      </w:r>
      <w:r w:rsidR="00455A43">
        <w:rPr>
          <w:rtl/>
        </w:rPr>
        <w:t>،</w:t>
      </w:r>
      <w:r w:rsidRPr="00402856">
        <w:rPr>
          <w:rtl/>
        </w:rPr>
        <w:t xml:space="preserve"> وبين الإمام علي أبي الحسين وبين أبيه معاوية</w:t>
      </w:r>
      <w:r w:rsidR="00455A43">
        <w:rPr>
          <w:rtl/>
        </w:rPr>
        <w:t>،</w:t>
      </w:r>
      <w:r w:rsidRPr="00402856">
        <w:rPr>
          <w:rtl/>
        </w:rPr>
        <w:t xml:space="preserve"> وأن ينطق بكلمة التشفّي والحِقد</w:t>
      </w:r>
      <w:r w:rsidR="00455A43">
        <w:rPr>
          <w:rtl/>
        </w:rPr>
        <w:t>،</w:t>
      </w:r>
      <w:r w:rsidRPr="00402856">
        <w:rPr>
          <w:rtl/>
        </w:rPr>
        <w:t xml:space="preserve"> ولكن الباعث الأوّل على الفجيعة هو نظام الجَور وعهد الأب للابن بالخلافة</w:t>
      </w:r>
      <w:r w:rsidR="00455A43">
        <w:rPr>
          <w:rtl/>
        </w:rPr>
        <w:t>،</w:t>
      </w:r>
      <w:r w:rsidRPr="00402856">
        <w:rPr>
          <w:rtl/>
        </w:rPr>
        <w:t xml:space="preserve"> وجعلها حقّاً موروثاً</w:t>
      </w:r>
      <w:r w:rsidR="00455A43">
        <w:rPr>
          <w:rtl/>
        </w:rPr>
        <w:t>،</w:t>
      </w:r>
      <w:r w:rsidRPr="00402856">
        <w:rPr>
          <w:rtl/>
        </w:rPr>
        <w:t xml:space="preserve"> فها هو ذا معاوية لا يكتفي باغتصاب الخلافة</w:t>
      </w:r>
      <w:r w:rsidR="00455A43">
        <w:rPr>
          <w:rtl/>
        </w:rPr>
        <w:t>،</w:t>
      </w:r>
      <w:r w:rsidRPr="00402856">
        <w:rPr>
          <w:rtl/>
        </w:rPr>
        <w:t xml:space="preserve"> ثُمّ لا يرغب</w:t>
      </w:r>
      <w:r w:rsidR="00AF124A">
        <w:rPr>
          <w:rtl/>
        </w:rPr>
        <w:t xml:space="preserve"> - </w:t>
      </w:r>
      <w:r w:rsidRPr="00402856">
        <w:rPr>
          <w:rtl/>
        </w:rPr>
        <w:t>وهو على وشك لقاء ربه</w:t>
      </w:r>
      <w:r w:rsidR="00AF124A">
        <w:rPr>
          <w:rtl/>
        </w:rPr>
        <w:t xml:space="preserve"> - </w:t>
      </w:r>
      <w:r w:rsidRPr="00402856">
        <w:rPr>
          <w:rtl/>
        </w:rPr>
        <w:t>في التكفير عن خطئه</w:t>
      </w:r>
      <w:r w:rsidR="00455A43">
        <w:rPr>
          <w:rtl/>
        </w:rPr>
        <w:t>،</w:t>
      </w:r>
      <w:r w:rsidRPr="00402856">
        <w:rPr>
          <w:rtl/>
        </w:rPr>
        <w:t xml:space="preserve"> تاركاً أمر المسلمين للمسلمين</w:t>
      </w:r>
      <w:r w:rsidR="00455A43">
        <w:rPr>
          <w:rtl/>
        </w:rPr>
        <w:t>،</w:t>
      </w:r>
      <w:r w:rsidRPr="00402856">
        <w:rPr>
          <w:rtl/>
        </w:rPr>
        <w:t xml:space="preserve"> بل يمعن في تحوّل الإسلام إلى مِلكٍ عضوض</w:t>
      </w:r>
      <w:r w:rsidR="00455A43">
        <w:rPr>
          <w:rtl/>
        </w:rPr>
        <w:t>،</w:t>
      </w:r>
      <w:r w:rsidRPr="00402856">
        <w:rPr>
          <w:rtl/>
        </w:rPr>
        <w:t xml:space="preserve"> وإلى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مزرعة أُموية</w:t>
      </w:r>
      <w:r w:rsidR="00455A43">
        <w:rPr>
          <w:rtl/>
        </w:rPr>
        <w:t>،</w:t>
      </w:r>
      <w:r w:rsidRPr="00402856">
        <w:rPr>
          <w:rtl/>
        </w:rPr>
        <w:t xml:space="preserve"> فيأخذ البيعة ليزيد بالذهب والسيف</w:t>
      </w:r>
      <w:r w:rsidR="00455A43">
        <w:rPr>
          <w:rtl/>
        </w:rPr>
        <w:t>.</w:t>
      </w:r>
      <w:r w:rsidRPr="00402856">
        <w:rPr>
          <w:rtl/>
        </w:rPr>
        <w:t xml:space="preserve"> قال بعض من ندبه معاوية لهذا الأمر</w:t>
      </w:r>
      <w:r w:rsidR="00455A43">
        <w:rPr>
          <w:rtl/>
        </w:rPr>
        <w:t>:</w:t>
      </w:r>
      <w:r w:rsidRPr="00402856">
        <w:rPr>
          <w:rtl/>
        </w:rPr>
        <w:t xml:space="preserve"> أيّها الناس</w:t>
      </w:r>
      <w:r w:rsidR="00455A43">
        <w:rPr>
          <w:rtl/>
        </w:rPr>
        <w:t>،</w:t>
      </w:r>
      <w:r w:rsidRPr="00402856">
        <w:rPr>
          <w:rtl/>
        </w:rPr>
        <w:t xml:space="preserve"> أمير المؤمنين هذا</w:t>
      </w:r>
      <w:r w:rsidR="00AF124A">
        <w:rPr>
          <w:rtl/>
        </w:rPr>
        <w:t xml:space="preserve"> - </w:t>
      </w:r>
      <w:r w:rsidRPr="00402856">
        <w:rPr>
          <w:rtl/>
        </w:rPr>
        <w:t>مشيراً إلى معاوية</w:t>
      </w:r>
      <w:r w:rsidR="00AF124A">
        <w:rPr>
          <w:rtl/>
        </w:rPr>
        <w:t xml:space="preserve"> - </w:t>
      </w:r>
      <w:r w:rsidRPr="00402856">
        <w:rPr>
          <w:rtl/>
        </w:rPr>
        <w:t>فإنْ مات</w:t>
      </w:r>
      <w:r w:rsidR="00455A43">
        <w:rPr>
          <w:rtl/>
        </w:rPr>
        <w:t>،</w:t>
      </w:r>
      <w:r w:rsidRPr="00402856">
        <w:rPr>
          <w:rtl/>
        </w:rPr>
        <w:t xml:space="preserve"> فهذا</w:t>
      </w:r>
      <w:r w:rsidR="00AF124A">
        <w:rPr>
          <w:rtl/>
        </w:rPr>
        <w:t xml:space="preserve"> - </w:t>
      </w:r>
      <w:r w:rsidRPr="00402856">
        <w:rPr>
          <w:rtl/>
        </w:rPr>
        <w:t>مشيراً إلى يزيد</w:t>
      </w:r>
      <w:r w:rsidR="00AF124A">
        <w:rPr>
          <w:rtl/>
        </w:rPr>
        <w:t xml:space="preserve"> - </w:t>
      </w:r>
      <w:r w:rsidRPr="00402856">
        <w:rPr>
          <w:rtl/>
        </w:rPr>
        <w:t>فمَن أبى فهذا</w:t>
      </w:r>
      <w:r w:rsidR="00AF124A">
        <w:rPr>
          <w:rtl/>
        </w:rPr>
        <w:t xml:space="preserve"> - </w:t>
      </w:r>
      <w:r w:rsidRPr="00402856">
        <w:rPr>
          <w:rtl/>
        </w:rPr>
        <w:t>مشيراً إلى السيف</w:t>
      </w:r>
      <w:r w:rsidR="00AF124A">
        <w:rPr>
          <w:rtl/>
        </w:rPr>
        <w:t xml:space="preserve"> -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وهكذا يتربّع يزيد على عرش أبيه بعد وفاته</w:t>
      </w:r>
      <w:r w:rsidR="00455A43">
        <w:rPr>
          <w:rtl/>
        </w:rPr>
        <w:t>،</w:t>
      </w:r>
      <w:r w:rsidRPr="00402856">
        <w:rPr>
          <w:rtl/>
        </w:rPr>
        <w:t xml:space="preserve"> فيُهمل أمر المسلمين</w:t>
      </w:r>
      <w:r w:rsidR="00455A43">
        <w:rPr>
          <w:rtl/>
        </w:rPr>
        <w:t>،</w:t>
      </w:r>
      <w:r w:rsidRPr="00402856">
        <w:rPr>
          <w:rtl/>
        </w:rPr>
        <w:t xml:space="preserve"> ويعكف على اللهو بفهوده وقروده حتى يُلقّب </w:t>
      </w:r>
      <w:r w:rsidR="00352E1E">
        <w:rPr>
          <w:rtl/>
        </w:rPr>
        <w:t>(</w:t>
      </w:r>
      <w:r w:rsidRPr="00402856">
        <w:rPr>
          <w:rtl/>
        </w:rPr>
        <w:t>يزيد القرود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يسلّط مِن قوّاده ورجاله مَن يُنزلون بالعباد والبلاد من الهول ما يخجل الشيطان نفسه من اقترافه</w:t>
      </w:r>
      <w:r w:rsidR="00455A43">
        <w:rPr>
          <w:rtl/>
        </w:rPr>
        <w:t>،</w:t>
      </w:r>
      <w:r w:rsidRPr="00402856">
        <w:rPr>
          <w:rtl/>
        </w:rPr>
        <w:t xml:space="preserve"> فابن زياد في الكوفة والبصرة يحزّ رأس كلّ مَن تُسوّل له نفسه أن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لِمَ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يقتل أبناء الرسول وأحفاده وآل بيته في كربلاء قتلاً تناهى في البشاعة والرجس</w:t>
      </w:r>
      <w:r w:rsidR="00455A43">
        <w:rPr>
          <w:rtl/>
        </w:rPr>
        <w:t>،</w:t>
      </w:r>
      <w:r w:rsidRPr="00402856">
        <w:rPr>
          <w:rtl/>
        </w:rPr>
        <w:t xml:space="preserve"> فضلاً عن الخسّة والدناءة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636E7E" w:rsidRDefault="00402856" w:rsidP="00402856">
      <w:pPr>
        <w:pStyle w:val="libNormal"/>
        <w:rPr>
          <w:rtl/>
        </w:rPr>
      </w:pPr>
      <w:r w:rsidRPr="00402856">
        <w:rPr>
          <w:rtl/>
        </w:rPr>
        <w:t>ومسلم بن عقبة مبعوث يزيد إلى المدينة المنوّرة</w:t>
      </w:r>
      <w:r w:rsidR="00AF124A">
        <w:rPr>
          <w:rtl/>
        </w:rPr>
        <w:t xml:space="preserve"> - </w:t>
      </w:r>
      <w:r w:rsidRPr="00402856">
        <w:rPr>
          <w:rtl/>
        </w:rPr>
        <w:t>دار الهجرة</w:t>
      </w:r>
      <w:r w:rsidR="00455A43">
        <w:rPr>
          <w:rtl/>
        </w:rPr>
        <w:t>،</w:t>
      </w:r>
      <w:r w:rsidRPr="00402856">
        <w:rPr>
          <w:rtl/>
        </w:rPr>
        <w:t xml:space="preserve"> ووطن الأنصار</w:t>
      </w:r>
      <w:r w:rsidR="00455A43">
        <w:rPr>
          <w:rtl/>
        </w:rPr>
        <w:t>،</w:t>
      </w:r>
      <w:r w:rsidRPr="00402856">
        <w:rPr>
          <w:rtl/>
        </w:rPr>
        <w:t xml:space="preserve"> وعاصمة الإسلام</w:t>
      </w:r>
      <w:r w:rsidR="00AF124A">
        <w:rPr>
          <w:rtl/>
        </w:rPr>
        <w:t xml:space="preserve"> - </w:t>
      </w:r>
      <w:r w:rsidRPr="00402856">
        <w:rPr>
          <w:rtl/>
        </w:rPr>
        <w:t>يصنع بها وبأهلها من الوحشيّة والجريمة ما يتعاظم كلّ وصف</w:t>
      </w:r>
      <w:r w:rsidR="00455A43">
        <w:rPr>
          <w:rtl/>
        </w:rPr>
        <w:t>،</w:t>
      </w:r>
      <w:r w:rsidRPr="00402856">
        <w:rPr>
          <w:rtl/>
        </w:rPr>
        <w:t xml:space="preserve"> فقُتل من الصحابة ومِن غيرهم خَلقٌ كثيرٌ</w:t>
      </w:r>
      <w:r w:rsidR="00455A43">
        <w:rPr>
          <w:rtl/>
        </w:rPr>
        <w:t>،</w:t>
      </w:r>
      <w:r w:rsidRPr="00402856">
        <w:rPr>
          <w:rtl/>
        </w:rPr>
        <w:t xml:space="preserve"> ونُهبت المدينة واستبيحت ثلاثة أيّام</w:t>
      </w:r>
      <w:r w:rsidR="00455A43">
        <w:rPr>
          <w:rtl/>
        </w:rPr>
        <w:t>،</w:t>
      </w:r>
      <w:r w:rsidRPr="00402856">
        <w:rPr>
          <w:rtl/>
        </w:rPr>
        <w:t xml:space="preserve"> وافتُضّت فيها ألف عذراء فيما يقولون</w:t>
      </w:r>
      <w:r w:rsidR="00455A43">
        <w:rPr>
          <w:rtl/>
        </w:rPr>
        <w:t>،</w:t>
      </w:r>
      <w:r w:rsidRPr="00402856">
        <w:rPr>
          <w:rtl/>
        </w:rPr>
        <w:t xml:space="preserve"> وقد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أخاف أهل المدينة أخافه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وعليه لعنة الله والملائكة والناس أجمعين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مسلم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وحتى مكّة بمسجدها الحرام يُرسل إليها </w:t>
      </w:r>
      <w:r w:rsidR="00352E1E">
        <w:rPr>
          <w:rtl/>
        </w:rPr>
        <w:t>(</w:t>
      </w:r>
      <w:r w:rsidRPr="00402856">
        <w:rPr>
          <w:rtl/>
        </w:rPr>
        <w:t>يزيد القرود</w:t>
      </w:r>
      <w:r w:rsidR="00352E1E">
        <w:rPr>
          <w:rtl/>
        </w:rPr>
        <w:t>)</w:t>
      </w:r>
      <w:r w:rsidRPr="00402856">
        <w:rPr>
          <w:rtl/>
        </w:rPr>
        <w:t xml:space="preserve"> مَن يستبيحها</w:t>
      </w:r>
      <w:r w:rsidR="00455A43">
        <w:rPr>
          <w:rtl/>
        </w:rPr>
        <w:t>،</w:t>
      </w:r>
      <w:r w:rsidRPr="00402856">
        <w:rPr>
          <w:rtl/>
        </w:rPr>
        <w:t xml:space="preserve"> ويستبيح البيت الحرام</w:t>
      </w:r>
      <w:r w:rsidR="00455A43">
        <w:rPr>
          <w:rtl/>
        </w:rPr>
        <w:t>،</w:t>
      </w:r>
      <w:r w:rsidRPr="00402856">
        <w:rPr>
          <w:rtl/>
        </w:rPr>
        <w:t xml:space="preserve"> ثُمّ حين يختفي بيت أبي سفيان بموت يزيد</w:t>
      </w:r>
      <w:r w:rsidR="00455A43">
        <w:rPr>
          <w:rtl/>
        </w:rPr>
        <w:t>،</w:t>
      </w:r>
      <w:r w:rsidRPr="00402856">
        <w:rPr>
          <w:rtl/>
        </w:rPr>
        <w:t xml:space="preserve"> ويسطو على الخلافة بيت مروان</w:t>
      </w:r>
      <w:r w:rsidR="00AF124A">
        <w:rPr>
          <w:rtl/>
        </w:rPr>
        <w:t xml:space="preserve"> - </w:t>
      </w:r>
      <w:r w:rsidRPr="00402856">
        <w:rPr>
          <w:rtl/>
        </w:rPr>
        <w:t>وهو شعبة أُخرى</w:t>
      </w:r>
      <w:r w:rsidR="00455A43">
        <w:rPr>
          <w:rtl/>
        </w:rPr>
        <w:t>،</w:t>
      </w:r>
      <w:r w:rsidRPr="00402856">
        <w:rPr>
          <w:rtl/>
        </w:rPr>
        <w:t xml:space="preserve"> وامتداد آخر للأُمويين</w:t>
      </w:r>
      <w:r w:rsidR="00AF124A">
        <w:rPr>
          <w:rtl/>
        </w:rPr>
        <w:t xml:space="preserve"> - </w:t>
      </w:r>
      <w:r w:rsidRPr="00402856">
        <w:rPr>
          <w:rtl/>
        </w:rPr>
        <w:t>يظهر الحجّاج لينشر الخراب والدمار والقتل في كلّ مكان باسم الأُمويّين</w:t>
      </w:r>
      <w:r w:rsidR="00455A43">
        <w:rPr>
          <w:rtl/>
        </w:rPr>
        <w:t>،</w:t>
      </w:r>
      <w:r w:rsidRPr="00402856">
        <w:rPr>
          <w:rtl/>
        </w:rPr>
        <w:t xml:space="preserve"> وفي سبيل دعم مُلكهم</w:t>
      </w:r>
      <w:r w:rsidR="00455A43">
        <w:rPr>
          <w:rtl/>
        </w:rPr>
        <w:t>.</w:t>
      </w:r>
      <w:r w:rsidRPr="00402856">
        <w:rPr>
          <w:rtl/>
        </w:rPr>
        <w:t xml:space="preserve"> وهكذا قتل الحجّاج على حبّ أهل البيت أُلوف الرجال</w:t>
      </w:r>
      <w:r w:rsidR="00455A43">
        <w:rPr>
          <w:rtl/>
        </w:rPr>
        <w:t>،</w:t>
      </w:r>
      <w:r w:rsidRPr="00402856">
        <w:rPr>
          <w:rtl/>
        </w:rPr>
        <w:t xml:space="preserve"> وفيهم الصحابي والتابعي والفقيه والزاهد والمُحدّث</w:t>
      </w:r>
      <w:r w:rsidR="00455A43">
        <w:rPr>
          <w:rtl/>
        </w:rPr>
        <w:t>،</w:t>
      </w:r>
      <w:r w:rsidRPr="00402856">
        <w:rPr>
          <w:rtl/>
        </w:rPr>
        <w:t xml:space="preserve"> منهم على سبيل المثال الفقيه الزاهد سعيد بن جُبير</w:t>
      </w:r>
      <w:r w:rsidR="00455A43">
        <w:rPr>
          <w:rtl/>
        </w:rPr>
        <w:t>،</w:t>
      </w:r>
      <w:r w:rsidRPr="00402856">
        <w:rPr>
          <w:rtl/>
        </w:rPr>
        <w:t xml:space="preserve"> فلقد قال له الحجّاج يوماً</w:t>
      </w:r>
      <w:r w:rsidR="00455A43">
        <w:rPr>
          <w:rtl/>
        </w:rPr>
        <w:t>:</w:t>
      </w:r>
      <w:r w:rsidRPr="00402856">
        <w:rPr>
          <w:rtl/>
        </w:rPr>
        <w:t xml:space="preserve"> أعليّ في الجنّة أم في النار</w:t>
      </w:r>
      <w:r w:rsidR="00455A43">
        <w:rPr>
          <w:rtl/>
        </w:rPr>
        <w:t>؟</w:t>
      </w:r>
      <w:r w:rsidRPr="00402856">
        <w:rPr>
          <w:rtl/>
        </w:rPr>
        <w:t xml:space="preserve"> فلم يُجبْ سعيد بغير البكاء</w:t>
      </w:r>
      <w:r w:rsidR="00455A43">
        <w:rPr>
          <w:rtl/>
        </w:rPr>
        <w:t>،</w:t>
      </w:r>
      <w:r w:rsidRPr="00402856">
        <w:rPr>
          <w:rtl/>
        </w:rPr>
        <w:t xml:space="preserve"> فأمر الحجّاج بإحضار الذهب والفضّة</w:t>
      </w:r>
      <w:r w:rsidR="00455A43">
        <w:rPr>
          <w:rtl/>
        </w:rPr>
        <w:t>،</w:t>
      </w:r>
      <w:r w:rsidRPr="00402856">
        <w:rPr>
          <w:rtl/>
        </w:rPr>
        <w:t xml:space="preserve"> وقال لسعيد</w:t>
      </w:r>
      <w:r w:rsidR="00455A43">
        <w:rPr>
          <w:rtl/>
        </w:rPr>
        <w:t>:</w:t>
      </w:r>
      <w:r w:rsidRPr="00402856">
        <w:rPr>
          <w:rtl/>
        </w:rPr>
        <w:t xml:space="preserve"> أتحبّ أنّ لك شيئاً منه</w:t>
      </w:r>
      <w:r w:rsidR="00455A43">
        <w:rPr>
          <w:rtl/>
        </w:rPr>
        <w:t>؟</w:t>
      </w:r>
      <w:r w:rsidRPr="00402856">
        <w:rPr>
          <w:rtl/>
        </w:rPr>
        <w:t xml:space="preserve"> قال سعيد</w:t>
      </w:r>
      <w:r w:rsidR="00455A43">
        <w:rPr>
          <w:rtl/>
        </w:rPr>
        <w:t>:</w:t>
      </w:r>
      <w:r w:rsidRPr="00402856">
        <w:rPr>
          <w:rtl/>
        </w:rPr>
        <w:t xml:space="preserve"> لا أحبّ ما لا يُحبّه الله</w:t>
      </w:r>
      <w:r w:rsidR="00455A43">
        <w:rPr>
          <w:rtl/>
        </w:rPr>
        <w:t>،</w:t>
      </w:r>
      <w:r w:rsidRPr="00402856">
        <w:rPr>
          <w:rtl/>
        </w:rPr>
        <w:t xml:space="preserve"> ولمّا يئس الحجّاج من أن يستمِلْه بالمال أمرَ بقتله</w:t>
      </w:r>
      <w:r w:rsidR="00455A43">
        <w:rPr>
          <w:rtl/>
        </w:rPr>
        <w:t>،</w:t>
      </w:r>
      <w:r w:rsidRPr="00402856">
        <w:rPr>
          <w:rtl/>
        </w:rPr>
        <w:t xml:space="preserve"> فقال سعيد</w:t>
      </w:r>
      <w:r w:rsidR="00455A43">
        <w:rPr>
          <w:rtl/>
        </w:rPr>
        <w:t>:</w:t>
      </w:r>
      <w:r w:rsidRPr="00402856">
        <w:rPr>
          <w:rtl/>
        </w:rPr>
        <w:t xml:space="preserve"> أُشهدك يا حجّاج أن لا إله إلا الله وأنّ محمداً رسول الله</w:t>
      </w:r>
      <w:r w:rsidR="00455A43">
        <w:rPr>
          <w:rtl/>
        </w:rPr>
        <w:t>،</w:t>
      </w:r>
      <w:r w:rsidRPr="00402856">
        <w:rPr>
          <w:rtl/>
        </w:rPr>
        <w:t xml:space="preserve"> قال الحجّاج أُقتلوه</w:t>
      </w:r>
      <w:r w:rsidR="00455A43">
        <w:rPr>
          <w:rtl/>
        </w:rPr>
        <w:t>،</w:t>
      </w:r>
      <w:r w:rsidRPr="00402856">
        <w:rPr>
          <w:rtl/>
        </w:rPr>
        <w:t xml:space="preserve"> فضحك سعيد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الحجاج ما يضحكك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جُرأتك على الله وحِلمه عليك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ولمّا قُتل سعيد</w:t>
      </w:r>
      <w:r w:rsidR="00455A43">
        <w:rPr>
          <w:rtl/>
        </w:rPr>
        <w:t>،</w:t>
      </w:r>
      <w:r w:rsidRPr="00402856">
        <w:rPr>
          <w:rtl/>
        </w:rPr>
        <w:t xml:space="preserve"> قال الحسن البصري</w:t>
      </w:r>
      <w:r w:rsidR="00455A43">
        <w:rPr>
          <w:rtl/>
        </w:rPr>
        <w:t>:</w:t>
      </w:r>
      <w:r w:rsidRPr="00402856">
        <w:rPr>
          <w:rtl/>
        </w:rPr>
        <w:t xml:space="preserve"> والله</w:t>
      </w:r>
      <w:r w:rsidR="00455A43">
        <w:rPr>
          <w:rtl/>
        </w:rPr>
        <w:t>،</w:t>
      </w:r>
      <w:r w:rsidRPr="00402856">
        <w:rPr>
          <w:rtl/>
        </w:rPr>
        <w:t xml:space="preserve"> لو اشترك أهل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المشرق والمغرب في قتله لأكبّهم الله على وجوههم في النار</w:t>
      </w:r>
      <w:r w:rsidR="00455A43">
        <w:rPr>
          <w:rtl/>
        </w:rPr>
        <w:t>،</w:t>
      </w:r>
      <w:r w:rsidRPr="00402856">
        <w:rPr>
          <w:rtl/>
        </w:rPr>
        <w:t xml:space="preserve"> وكان الحجّاج يرى سعيد في المقام قابضاً على تلابيبه</w:t>
      </w:r>
      <w:r w:rsidR="00455A43">
        <w:rPr>
          <w:rtl/>
        </w:rPr>
        <w:t>،</w:t>
      </w:r>
      <w:r w:rsidRPr="00402856">
        <w:rPr>
          <w:rtl/>
        </w:rPr>
        <w:t xml:space="preserve"> ويقول يا عدوّ الله</w:t>
      </w:r>
      <w:r w:rsidR="00455A43">
        <w:rPr>
          <w:rtl/>
        </w:rPr>
        <w:t>،</w:t>
      </w:r>
      <w:r w:rsidRPr="00402856">
        <w:rPr>
          <w:rtl/>
        </w:rPr>
        <w:t xml:space="preserve"> فيما قتلتني</w:t>
      </w:r>
      <w:r w:rsidR="00455A43">
        <w:rPr>
          <w:rtl/>
        </w:rPr>
        <w:t>،</w:t>
      </w:r>
      <w:r w:rsidRPr="00402856">
        <w:rPr>
          <w:rtl/>
        </w:rPr>
        <w:t xml:space="preserve"> فيستيقظ مذعوراً ويصيح مالي ولسعيد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ويروي الشعبي</w:t>
      </w:r>
      <w:r w:rsidR="00455A43">
        <w:rPr>
          <w:rtl/>
        </w:rPr>
        <w:t>:</w:t>
      </w:r>
      <w:r w:rsidRPr="00402856">
        <w:rPr>
          <w:rtl/>
        </w:rPr>
        <w:t xml:space="preserve"> أنّه كان بواسط</w:t>
      </w:r>
      <w:r w:rsidR="00455A43">
        <w:rPr>
          <w:rtl/>
        </w:rPr>
        <w:t>،</w:t>
      </w:r>
      <w:r w:rsidRPr="00402856">
        <w:rPr>
          <w:rtl/>
        </w:rPr>
        <w:t xml:space="preserve"> فحضر صلاة العيد مع الحجّاج</w:t>
      </w:r>
      <w:r w:rsidR="00455A43">
        <w:rPr>
          <w:rtl/>
        </w:rPr>
        <w:t>،</w:t>
      </w:r>
      <w:r w:rsidRPr="00402856">
        <w:rPr>
          <w:rtl/>
        </w:rPr>
        <w:t xml:space="preserve"> فدعاه وقال له</w:t>
      </w:r>
      <w:r w:rsidR="00455A43">
        <w:rPr>
          <w:rtl/>
        </w:rPr>
        <w:t>:</w:t>
      </w:r>
      <w:r w:rsidRPr="00402856">
        <w:rPr>
          <w:rtl/>
        </w:rPr>
        <w:t xml:space="preserve"> هذا يوم أضحى</w:t>
      </w:r>
      <w:r w:rsidR="00455A43">
        <w:rPr>
          <w:rtl/>
        </w:rPr>
        <w:t>،</w:t>
      </w:r>
      <w:r w:rsidRPr="00402856">
        <w:rPr>
          <w:rtl/>
        </w:rPr>
        <w:t xml:space="preserve"> وقد أردت أن أُضحّي برجُل من العراق</w:t>
      </w:r>
      <w:r w:rsidR="00455A43">
        <w:rPr>
          <w:rtl/>
        </w:rPr>
        <w:t>،</w:t>
      </w:r>
      <w:r w:rsidRPr="00402856">
        <w:rPr>
          <w:rtl/>
        </w:rPr>
        <w:t xml:space="preserve"> وأُحبّ أن تسمع لقوله</w:t>
      </w:r>
      <w:r w:rsidR="00455A43">
        <w:rPr>
          <w:rtl/>
        </w:rPr>
        <w:t>؛</w:t>
      </w:r>
      <w:r w:rsidRPr="00402856">
        <w:rPr>
          <w:rtl/>
        </w:rPr>
        <w:t xml:space="preserve"> لتعلم أنّي أصيب الرأي فيما أفعل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أيّها الأمير</w:t>
      </w:r>
      <w:r w:rsidR="00455A43">
        <w:rPr>
          <w:rtl/>
        </w:rPr>
        <w:t>،</w:t>
      </w:r>
      <w:r w:rsidRPr="00402856">
        <w:rPr>
          <w:rtl/>
        </w:rPr>
        <w:t xml:space="preserve"> كان رسول الله صلّى الله عليه وآله وسلّم يُضحّي بكبش</w:t>
      </w:r>
      <w:r w:rsidR="00455A43">
        <w:rPr>
          <w:rtl/>
        </w:rPr>
        <w:t>،</w:t>
      </w:r>
      <w:r w:rsidRPr="00402856">
        <w:rPr>
          <w:rtl/>
        </w:rPr>
        <w:t xml:space="preserve"> فاستنّ أنت بسُنّته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إذا سمعتَ ما يقول صوّبتَ رأيي</w:t>
      </w:r>
      <w:r w:rsidR="00455A43">
        <w:rPr>
          <w:rtl/>
        </w:rPr>
        <w:t>،</w:t>
      </w:r>
      <w:r w:rsidRPr="00402856">
        <w:rPr>
          <w:rtl/>
        </w:rPr>
        <w:t xml:space="preserve"> فلمّا أحضروه فإذا هو </w:t>
      </w:r>
      <w:r w:rsidR="00352E1E">
        <w:rPr>
          <w:rtl/>
        </w:rPr>
        <w:t>(</w:t>
      </w:r>
      <w:r w:rsidRPr="00402856">
        <w:rPr>
          <w:rtl/>
        </w:rPr>
        <w:t>يحيى بن يعمر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فاغتممت غمّاً شديداً</w:t>
      </w:r>
      <w:r w:rsidR="00455A43">
        <w:rPr>
          <w:rtl/>
        </w:rPr>
        <w:t>،</w:t>
      </w:r>
      <w:r w:rsidRPr="00402856">
        <w:rPr>
          <w:rtl/>
        </w:rPr>
        <w:t xml:space="preserve"> ثُمّ قال له الحجّاج</w:t>
      </w:r>
      <w:r w:rsidR="00455A43">
        <w:rPr>
          <w:rtl/>
        </w:rPr>
        <w:t>:</w:t>
      </w:r>
      <w:r w:rsidRPr="00402856">
        <w:rPr>
          <w:rtl/>
        </w:rPr>
        <w:t xml:space="preserve"> أنت فقيه أهل العراق</w:t>
      </w:r>
      <w:r w:rsidR="00455A43">
        <w:rPr>
          <w:rtl/>
        </w:rPr>
        <w:t>؟</w:t>
      </w:r>
      <w:r w:rsidRPr="00402856">
        <w:rPr>
          <w:rtl/>
        </w:rPr>
        <w:t xml:space="preserve"> قال يحيى</w:t>
      </w:r>
      <w:r w:rsidR="00455A43">
        <w:rPr>
          <w:rtl/>
        </w:rPr>
        <w:t>:</w:t>
      </w:r>
      <w:r w:rsidRPr="00402856">
        <w:rPr>
          <w:rtl/>
        </w:rPr>
        <w:t xml:space="preserve"> أنا من فقهائهم</w:t>
      </w:r>
      <w:r w:rsidR="00455A43">
        <w:rPr>
          <w:rtl/>
        </w:rPr>
        <w:t>،</w:t>
      </w:r>
      <w:r w:rsidRPr="00402856">
        <w:rPr>
          <w:rtl/>
        </w:rPr>
        <w:t xml:space="preserve"> قال الحجّاج</w:t>
      </w:r>
      <w:r w:rsidR="00455A43">
        <w:rPr>
          <w:rtl/>
        </w:rPr>
        <w:t>:</w:t>
      </w:r>
      <w:r w:rsidRPr="00402856">
        <w:rPr>
          <w:rtl/>
        </w:rPr>
        <w:t xml:space="preserve"> كيف زعمت أنّ الحسن والحسين من ذريّة رسول الله صلّى الله عليه وآله وسلّم</w:t>
      </w:r>
      <w:r w:rsidR="00455A43">
        <w:rPr>
          <w:rtl/>
        </w:rPr>
        <w:t>؟</w:t>
      </w:r>
      <w:r w:rsidRPr="00402856">
        <w:rPr>
          <w:rtl/>
        </w:rPr>
        <w:t xml:space="preserve"> قال يحيى</w:t>
      </w:r>
      <w:r w:rsidR="00455A43">
        <w:rPr>
          <w:rtl/>
        </w:rPr>
        <w:t>:</w:t>
      </w:r>
      <w:r w:rsidRPr="00402856">
        <w:rPr>
          <w:rtl/>
        </w:rPr>
        <w:t xml:space="preserve"> ما أنا بزاعم ذلك</w:t>
      </w:r>
      <w:r w:rsidR="00455A43">
        <w:rPr>
          <w:rtl/>
        </w:rPr>
        <w:t>،</w:t>
      </w:r>
      <w:r w:rsidRPr="00402856">
        <w:rPr>
          <w:rtl/>
        </w:rPr>
        <w:t xml:space="preserve"> بل قائله بحقّ</w:t>
      </w:r>
      <w:r w:rsidR="00455A43">
        <w:rPr>
          <w:rtl/>
        </w:rPr>
        <w:t>،</w:t>
      </w:r>
      <w:r w:rsidRPr="00402856">
        <w:rPr>
          <w:rtl/>
        </w:rPr>
        <w:t xml:space="preserve"> قال الحجّاج</w:t>
      </w:r>
      <w:r w:rsidR="00455A43">
        <w:rPr>
          <w:rtl/>
        </w:rPr>
        <w:t>:</w:t>
      </w:r>
      <w:r w:rsidRPr="00402856">
        <w:rPr>
          <w:rtl/>
        </w:rPr>
        <w:t xml:space="preserve"> وأيّ حقّ</w:t>
      </w:r>
      <w:r w:rsidR="00455A43">
        <w:rPr>
          <w:rtl/>
        </w:rPr>
        <w:t>؟</w:t>
      </w:r>
      <w:r w:rsidRPr="00402856">
        <w:rPr>
          <w:rtl/>
        </w:rPr>
        <w:t xml:space="preserve"> قال يحيى</w:t>
      </w:r>
      <w:r w:rsidR="00455A43">
        <w:rPr>
          <w:rtl/>
        </w:rPr>
        <w:t>:</w:t>
      </w:r>
      <w:r w:rsidRPr="00402856">
        <w:rPr>
          <w:rtl/>
        </w:rPr>
        <w:t xml:space="preserve"> كتاب الله نطق بذلك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لعلّك تُريد 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فَمَنْ حَاجَّكَ فِيهِ مِنْ بَعْدِ مَا جَاءَكَ مِنْ الْعِلْمِ فَقُلْ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آية المباهلة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وأنّ رسول الله صلّى الله عليه وآله وسلّم خرج للمباهلة</w:t>
      </w:r>
      <w:r w:rsidR="00455A43">
        <w:rPr>
          <w:rtl/>
        </w:rPr>
        <w:t>،</w:t>
      </w:r>
      <w:r w:rsidRPr="00402856">
        <w:rPr>
          <w:rtl/>
        </w:rPr>
        <w:t xml:space="preserve"> ومعه عليّ والحسن والحسين وفاطمة</w:t>
      </w:r>
      <w:r w:rsidR="00455A43">
        <w:rPr>
          <w:rtl/>
        </w:rPr>
        <w:t>،</w:t>
      </w:r>
      <w:r w:rsidRPr="00402856">
        <w:rPr>
          <w:rtl/>
        </w:rPr>
        <w:t xml:space="preserve"> قال يحيى</w:t>
      </w:r>
      <w:r w:rsidR="00455A43">
        <w:rPr>
          <w:rtl/>
        </w:rPr>
        <w:t>:</w:t>
      </w:r>
      <w:r w:rsidRPr="00402856">
        <w:rPr>
          <w:rtl/>
        </w:rPr>
        <w:t xml:space="preserve"> وإنّها والله لحجّة بليغة</w:t>
      </w:r>
      <w:r w:rsidR="00455A43">
        <w:rPr>
          <w:rtl/>
        </w:rPr>
        <w:t>،</w:t>
      </w:r>
      <w:r w:rsidRPr="00402856">
        <w:rPr>
          <w:rtl/>
        </w:rPr>
        <w:t xml:space="preserve"> ولكنّي مع ذلك لا احتجّ بها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إن جئت بغيرها من كتاب الله فلك عشرة آلاف درهم</w:t>
      </w:r>
      <w:r w:rsidR="00455A43">
        <w:rPr>
          <w:rtl/>
        </w:rPr>
        <w:t>،</w:t>
      </w:r>
      <w:r w:rsidRPr="00402856">
        <w:rPr>
          <w:rtl/>
        </w:rPr>
        <w:t xml:space="preserve"> وإلاّ قتلتك وكنتُ في حِلٍّ من دمك</w:t>
      </w:r>
      <w:r w:rsidR="00455A43">
        <w:rPr>
          <w:rtl/>
        </w:rPr>
        <w:t>،</w:t>
      </w:r>
      <w:r w:rsidRPr="00402856">
        <w:rPr>
          <w:rtl/>
        </w:rPr>
        <w:t xml:space="preserve"> قال يحيى</w:t>
      </w:r>
      <w:r w:rsidR="00455A43">
        <w:rPr>
          <w:rtl/>
        </w:rPr>
        <w:t>:</w:t>
      </w:r>
      <w:r w:rsidRPr="00402856">
        <w:rPr>
          <w:rtl/>
        </w:rPr>
        <w:t xml:space="preserve"> نعم وتلا</w:t>
      </w:r>
      <w:r w:rsidR="00AF124A">
        <w:rPr>
          <w:rtl/>
        </w:rPr>
        <w:t xml:space="preserve"> - </w:t>
      </w:r>
      <w:r w:rsidRPr="00402856">
        <w:rPr>
          <w:rtl/>
        </w:rPr>
        <w:t>الآية 84 - 85 من الأنعام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وَمِنْ ذُرِّيَّتِهِ دَاوُودَ وَسُلَيْمَانَ وَأَيُّوبَ وَيُوسُفَ وَمُوسَى وَهَارُونَ وَكَذَلِكَ نَجْزِي الْمُحْسِنِينَ * وَزَكَرِيَّا وَيَحْيَى</w:t>
      </w:r>
      <w:r w:rsidR="00455A43">
        <w:rPr>
          <w:rStyle w:val="libAieChar"/>
          <w:rFonts w:hint="cs"/>
          <w:rtl/>
        </w:rPr>
        <w:t>.</w:t>
      </w:r>
      <w:r w:rsidRPr="00402856">
        <w:rPr>
          <w:rStyle w:val="libAieChar"/>
          <w:rFonts w:hint="cs"/>
          <w:rtl/>
        </w:rPr>
        <w:t>.. وَإِلْيَاسَ كُلٌّ مِنْ الصَّالِحِينَ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فترك كلمة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وَعِيسَى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الحجّاج</w:t>
      </w:r>
      <w:r w:rsidR="00AF124A">
        <w:rPr>
          <w:rtl/>
        </w:rPr>
        <w:t xml:space="preserve"> - </w:t>
      </w:r>
      <w:r w:rsidRPr="00402856">
        <w:rPr>
          <w:rtl/>
        </w:rPr>
        <w:t>ومن عجَبٍ أنّه كان حافظاً للقرآن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وأين تركت </w:t>
      </w:r>
      <w:r w:rsidR="00352E1E">
        <w:rPr>
          <w:rtl/>
        </w:rPr>
        <w:t>(</w:t>
      </w:r>
      <w:r w:rsidRPr="00402856">
        <w:rPr>
          <w:rtl/>
        </w:rPr>
        <w:t>عيسى</w:t>
      </w:r>
      <w:r w:rsidR="00352E1E">
        <w:rPr>
          <w:rtl/>
        </w:rPr>
        <w:t>)</w:t>
      </w:r>
      <w:r w:rsidR="00455A43">
        <w:rPr>
          <w:rtl/>
        </w:rPr>
        <w:t>؟</w:t>
      </w:r>
      <w:r w:rsidRPr="00402856">
        <w:rPr>
          <w:rtl/>
        </w:rPr>
        <w:t>! قال يحيى</w:t>
      </w:r>
      <w:r w:rsidR="00455A43">
        <w:rPr>
          <w:rtl/>
        </w:rPr>
        <w:t>:</w:t>
      </w:r>
      <w:r w:rsidRPr="00402856">
        <w:rPr>
          <w:rtl/>
        </w:rPr>
        <w:t xml:space="preserve"> ومِن أين كان عيسى</w:t>
      </w:r>
      <w:r w:rsidR="00455A43">
        <w:rPr>
          <w:rtl/>
        </w:rPr>
        <w:t>؟</w:t>
      </w:r>
      <w:r w:rsidRPr="00402856">
        <w:rPr>
          <w:rtl/>
        </w:rPr>
        <w:t xml:space="preserve"> من ذرية إبراهيم ولا أب له</w:t>
      </w:r>
      <w:r w:rsidR="00455A43">
        <w:rPr>
          <w:rtl/>
        </w:rPr>
        <w:t>،</w:t>
      </w:r>
      <w:r w:rsidRPr="00402856">
        <w:rPr>
          <w:rtl/>
        </w:rPr>
        <w:t xml:space="preserve"> قال الحجّاج من قِبل أُمّه مريم</w:t>
      </w:r>
      <w:r w:rsidR="00455A43">
        <w:rPr>
          <w:rtl/>
        </w:rPr>
        <w:t>،</w:t>
      </w:r>
      <w:r w:rsidRPr="00402856">
        <w:rPr>
          <w:rtl/>
        </w:rPr>
        <w:t xml:space="preserve"> قال يحيى</w:t>
      </w:r>
      <w:r w:rsidR="00455A43">
        <w:rPr>
          <w:rtl/>
        </w:rPr>
        <w:t>:</w:t>
      </w:r>
      <w:r w:rsidRPr="00402856">
        <w:rPr>
          <w:rtl/>
        </w:rPr>
        <w:t xml:space="preserve"> أيكون عيسى من ذرية إبراهيم بواسطة أُمّه مريم</w:t>
      </w:r>
      <w:r w:rsidR="00455A43">
        <w:rPr>
          <w:rtl/>
        </w:rPr>
        <w:t>،</w:t>
      </w:r>
      <w:r w:rsidRPr="00402856">
        <w:rPr>
          <w:rtl/>
        </w:rPr>
        <w:t xml:space="preserve"> وبينها وبينه ما تعلم من الأجداد </w:t>
      </w:r>
      <w:r w:rsidR="00352E1E">
        <w:rPr>
          <w:rtl/>
        </w:rPr>
        <w:t>(</w:t>
      </w:r>
      <w:r w:rsidRPr="00402856">
        <w:rPr>
          <w:rtl/>
        </w:rPr>
        <w:t>ما يقرب من عشرين قرناً فيما نرى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ولا يكون الحسن والحسين من ذريّة رسول الله صلّى الله عليه وسلّم بواسطة أُمهما فاطمة</w:t>
      </w:r>
      <w:r w:rsidR="00455A43">
        <w:rPr>
          <w:rtl/>
        </w:rPr>
        <w:t>،</w:t>
      </w:r>
      <w:r w:rsidRPr="00402856">
        <w:rPr>
          <w:rtl/>
        </w:rPr>
        <w:t xml:space="preserve"> وهي ابنته بلا واسطة</w:t>
      </w:r>
      <w:r w:rsidR="00455A43">
        <w:rPr>
          <w:rtl/>
        </w:rPr>
        <w:t>؟</w:t>
      </w:r>
      <w:r w:rsidRPr="00402856">
        <w:rPr>
          <w:rtl/>
        </w:rPr>
        <w:t>!! وكأنّما ألقم الحجّاج حَجراً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أعطوه عشرة آلاف درهم لا بارك الله له فيها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4D7EF0">
        <w:rPr>
          <w:rtl/>
        </w:rPr>
        <w:t>وهناك رواية أُخرى للقصّة</w:t>
      </w:r>
      <w:r w:rsidR="00455A43">
        <w:rPr>
          <w:rtl/>
        </w:rPr>
        <w:t>،</w:t>
      </w:r>
      <w:r w:rsidRPr="004D7EF0">
        <w:rPr>
          <w:rtl/>
        </w:rPr>
        <w:t xml:space="preserve"> روى الحاكم في المستدرك</w:t>
      </w:r>
      <w:r w:rsidR="00455A43">
        <w:rPr>
          <w:rtl/>
        </w:rPr>
        <w:t>،</w:t>
      </w:r>
      <w:r w:rsidRPr="004D7EF0">
        <w:rPr>
          <w:rtl/>
        </w:rPr>
        <w:t xml:space="preserve"> عن عاصم بن بهدلة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قال</w:t>
      </w:r>
      <w:r w:rsidR="00455A43">
        <w:rPr>
          <w:rtl/>
        </w:rPr>
        <w:t>:</w:t>
      </w:r>
      <w:r w:rsidRPr="00402856">
        <w:rPr>
          <w:rtl/>
        </w:rPr>
        <w:t xml:space="preserve"> اجتمعوا عند الحجّاج</w:t>
      </w:r>
      <w:r w:rsidR="00455A43">
        <w:rPr>
          <w:rtl/>
        </w:rPr>
        <w:t>،</w:t>
      </w:r>
      <w:r w:rsidRPr="00402856">
        <w:rPr>
          <w:rtl/>
        </w:rPr>
        <w:t xml:space="preserve"> فذُكر الحسين بن علي</w:t>
      </w:r>
      <w:r w:rsidR="00455A43">
        <w:rPr>
          <w:rtl/>
        </w:rPr>
        <w:t>،</w:t>
      </w:r>
      <w:r w:rsidRPr="00402856">
        <w:rPr>
          <w:rtl/>
        </w:rPr>
        <w:t xml:space="preserve"> فقال الحجّاج</w:t>
      </w:r>
      <w:r w:rsidR="00455A43">
        <w:rPr>
          <w:rtl/>
        </w:rPr>
        <w:t>:</w:t>
      </w:r>
      <w:r w:rsidRPr="00402856">
        <w:rPr>
          <w:rtl/>
        </w:rPr>
        <w:t xml:space="preserve"> لم يكن من ذرية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وعنده </w:t>
      </w:r>
      <w:r w:rsidR="00352E1E">
        <w:rPr>
          <w:rtl/>
        </w:rPr>
        <w:t>(</w:t>
      </w:r>
      <w:r w:rsidRPr="00402856">
        <w:rPr>
          <w:rtl/>
        </w:rPr>
        <w:t>يحيى بن يعمر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كذبت أيها الأمير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لتأتيني على ما قلت ببينة ومصداق من كتاب الله عزّ وجل أو لأقتلنّك قتلاً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AieChar"/>
          <w:rFonts w:hint="cs"/>
          <w:rtl/>
        </w:rPr>
        <w:t>وَمِنْ ذُرِّيَّتِهِ دَاوُودَ وَسُلَيْمَانَ وَأَيُّوبَ وَيُوسُفَ وَمُوسَى</w:t>
      </w:r>
      <w:r w:rsidR="00455A43">
        <w:rPr>
          <w:rStyle w:val="libAieChar"/>
          <w:rFonts w:hint="cs"/>
          <w:rtl/>
        </w:rPr>
        <w:t>.</w:t>
      </w:r>
      <w:r w:rsidRPr="00402856">
        <w:rPr>
          <w:rStyle w:val="libAieChar"/>
          <w:rFonts w:hint="cs"/>
          <w:rtl/>
        </w:rPr>
        <w:t xml:space="preserve">.. </w:t>
      </w:r>
      <w:r w:rsidRPr="00402856">
        <w:rPr>
          <w:rtl/>
        </w:rPr>
        <w:t>إلى قوله تعالى عزّ وجل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وَزَكَرِيَّا وَيَحْيَى وَعِيسَى وَإِلْيَاسَ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الأنعام آية 84 - 85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فأخبر الله عزّ وجل أنّ عيسى من ذرّية آدم بأُمّه</w:t>
      </w:r>
      <w:r w:rsidR="00455A43">
        <w:rPr>
          <w:rtl/>
        </w:rPr>
        <w:t>،</w:t>
      </w:r>
      <w:r w:rsidRPr="00402856">
        <w:rPr>
          <w:rtl/>
        </w:rPr>
        <w:t xml:space="preserve"> والحسين بن علي من ذريّة محمّد صلّى الله عليه وسلّم بأُمّه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صدقت</w:t>
      </w:r>
      <w:r w:rsidR="00455A43">
        <w:rPr>
          <w:rtl/>
        </w:rPr>
        <w:t>،</w:t>
      </w:r>
      <w:r w:rsidRPr="00402856">
        <w:rPr>
          <w:rtl/>
        </w:rPr>
        <w:t xml:space="preserve"> قال فما حملك على تكذيبي في مجلسي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ما أخذ الله على الأنبياء ليبيننّه للناس ولا يكتمونه</w:t>
      </w:r>
      <w:r w:rsidR="00455A43">
        <w:rPr>
          <w:rtl/>
        </w:rPr>
        <w:t>،</w:t>
      </w:r>
      <w:r w:rsidRPr="00402856">
        <w:rPr>
          <w:rtl/>
        </w:rPr>
        <w:t xml:space="preserve"> قال الله عزّ وجل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فَنَبَذُوهُ وَرَاءَ ظُهُورِهِمْ وَاشْتَرَوْا بِهِ ثَمَنًا قَلِيلاً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فنفاه إلى خُراسان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ولتعرف أيّ نوع من الناس كان ينال الحظوة عند أُمراء المسلمين من عُمّال بني أُميّة</w:t>
      </w:r>
      <w:r w:rsidR="00455A43">
        <w:rPr>
          <w:rtl/>
        </w:rPr>
        <w:t>،</w:t>
      </w:r>
      <w:r w:rsidRPr="00402856">
        <w:rPr>
          <w:rtl/>
        </w:rPr>
        <w:t xml:space="preserve"> فلنقرأ قصّة الحجّاج مع عبد الله بن هانئ</w:t>
      </w:r>
      <w:r w:rsidR="00455A43">
        <w:rPr>
          <w:rtl/>
        </w:rPr>
        <w:t>،</w:t>
      </w:r>
      <w:r w:rsidRPr="00402856">
        <w:rPr>
          <w:rtl/>
        </w:rPr>
        <w:t xml:space="preserve"> وهو من أود</w:t>
      </w:r>
      <w:r w:rsidR="00455A43">
        <w:rPr>
          <w:rtl/>
        </w:rPr>
        <w:t>،</w:t>
      </w:r>
      <w:r w:rsidRPr="00402856">
        <w:rPr>
          <w:rtl/>
        </w:rPr>
        <w:t xml:space="preserve"> حي من اليمن - كما رواها المسعودي - شهد مع الحجّاج كلّ حروبه حتّى تحريقه البيت الحرام</w:t>
      </w:r>
      <w:r w:rsidR="00455A43">
        <w:rPr>
          <w:rtl/>
        </w:rPr>
        <w:t>،</w:t>
      </w:r>
      <w:r w:rsidRPr="00402856">
        <w:rPr>
          <w:rtl/>
        </w:rPr>
        <w:t xml:space="preserve"> وكان من أنصاره وشيعته</w:t>
      </w:r>
      <w:r w:rsidR="00455A43">
        <w:rPr>
          <w:rtl/>
        </w:rPr>
        <w:t>،</w:t>
      </w:r>
      <w:r w:rsidRPr="00402856">
        <w:rPr>
          <w:rtl/>
        </w:rPr>
        <w:t xml:space="preserve"> فأراد الحجّاج أن يكافئه</w:t>
      </w:r>
      <w:r w:rsidR="00455A43">
        <w:rPr>
          <w:rtl/>
        </w:rPr>
        <w:t>،</w:t>
      </w:r>
      <w:r w:rsidRPr="00402856">
        <w:rPr>
          <w:rtl/>
        </w:rPr>
        <w:t xml:space="preserve"> فزوّجه من بنت أسماء بن خارجة الفزاري وبنت سعيد بن قيس الهمداني رئيس اليمانية</w:t>
      </w:r>
      <w:r w:rsidR="00455A43">
        <w:rPr>
          <w:rtl/>
        </w:rPr>
        <w:t>،</w:t>
      </w:r>
      <w:r w:rsidRPr="00402856">
        <w:rPr>
          <w:rtl/>
        </w:rPr>
        <w:t xml:space="preserve"> رغم أنف أبَويهما</w:t>
      </w:r>
      <w:r w:rsidR="00455A43">
        <w:rPr>
          <w:rtl/>
        </w:rPr>
        <w:t>،</w:t>
      </w:r>
      <w:r w:rsidRPr="00402856">
        <w:rPr>
          <w:rtl/>
        </w:rPr>
        <w:t xml:space="preserve"> فقال له الحجّاج</w:t>
      </w:r>
      <w:r w:rsidR="00455A43">
        <w:rPr>
          <w:rtl/>
        </w:rPr>
        <w:t>:</w:t>
      </w:r>
      <w:r w:rsidRPr="00402856">
        <w:rPr>
          <w:rtl/>
        </w:rPr>
        <w:t xml:space="preserve"> يا عبد الله</w:t>
      </w:r>
      <w:r w:rsidR="00455A43">
        <w:rPr>
          <w:rtl/>
        </w:rPr>
        <w:t>،</w:t>
      </w:r>
      <w:r w:rsidRPr="00402856">
        <w:rPr>
          <w:rtl/>
        </w:rPr>
        <w:t xml:space="preserve"> قد زوجتك بنت سيّد بني فزارة</w:t>
      </w:r>
      <w:r w:rsidR="00455A43">
        <w:rPr>
          <w:rtl/>
        </w:rPr>
        <w:t>،</w:t>
      </w:r>
      <w:r w:rsidRPr="00402856">
        <w:rPr>
          <w:rtl/>
        </w:rPr>
        <w:t xml:space="preserve"> وبنت سيد همدان وعظيم كهلان</w:t>
      </w:r>
      <w:r w:rsidR="00455A43">
        <w:rPr>
          <w:rtl/>
        </w:rPr>
        <w:t>،</w:t>
      </w:r>
      <w:r w:rsidRPr="00402856">
        <w:rPr>
          <w:rtl/>
        </w:rPr>
        <w:t xml:space="preserve"> وما أوْد هنالك</w:t>
      </w:r>
      <w:r w:rsidR="00455A43">
        <w:rPr>
          <w:rtl/>
        </w:rPr>
        <w:t>،</w:t>
      </w:r>
      <w:r w:rsidRPr="00402856">
        <w:rPr>
          <w:rtl/>
        </w:rPr>
        <w:t xml:space="preserve"> فقال عبد الله</w:t>
      </w:r>
      <w:r w:rsidR="00455A43">
        <w:rPr>
          <w:rtl/>
        </w:rPr>
        <w:t>:</w:t>
      </w:r>
      <w:r w:rsidRPr="00402856">
        <w:rPr>
          <w:rtl/>
        </w:rPr>
        <w:t xml:space="preserve"> لا تقل أصلح الله الأمير ذلك</w:t>
      </w:r>
      <w:r w:rsidR="00455A43">
        <w:rPr>
          <w:rtl/>
        </w:rPr>
        <w:t>،</w:t>
      </w:r>
      <w:r w:rsidRPr="00402856">
        <w:rPr>
          <w:rtl/>
        </w:rPr>
        <w:t xml:space="preserve"> فإنّ لنا مناقب ما هي لأحد من العرب</w:t>
      </w:r>
      <w:r w:rsidR="00455A43">
        <w:rPr>
          <w:rtl/>
        </w:rPr>
        <w:t>،</w:t>
      </w:r>
      <w:r w:rsidRPr="00402856">
        <w:rPr>
          <w:rtl/>
        </w:rPr>
        <w:t xml:space="preserve"> قال وما هي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ما سُبّ أمير المؤمنين عثمان في نادٍ لنا قط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والله هذه منقبة </w:t>
      </w:r>
      <w:r w:rsidR="00352E1E">
        <w:rPr>
          <w:rtl/>
        </w:rPr>
        <w:t>(</w:t>
      </w:r>
      <w:r w:rsidRPr="00402856">
        <w:rPr>
          <w:rtl/>
        </w:rPr>
        <w:t>ونحن نقول ذلك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وشهد منّا صِفّين مع أمير المؤمنين معاوية سبعون رجلاً</w:t>
      </w:r>
      <w:r w:rsidR="00455A43">
        <w:rPr>
          <w:rtl/>
        </w:rPr>
        <w:t>،</w:t>
      </w:r>
      <w:r w:rsidRPr="00402856">
        <w:rPr>
          <w:rtl/>
        </w:rPr>
        <w:t xml:space="preserve"> وما شهدها مع أبي تراب إلاّ رجل واحد</w:t>
      </w:r>
      <w:r w:rsidR="00455A43">
        <w:rPr>
          <w:rtl/>
        </w:rPr>
        <w:t>،</w:t>
      </w:r>
      <w:r w:rsidRPr="00402856">
        <w:rPr>
          <w:rtl/>
        </w:rPr>
        <w:t xml:space="preserve"> وكان والله ما علمته امرؤ سوء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وهذه والله منقبة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وما منّا رجل تزوّج امرأة تحبّ أبا تراب ولا تتولاّه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والله هذه منقبة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وما منّا امرأة إلاّ نذرت</w:t>
      </w:r>
      <w:r w:rsidR="00455A43">
        <w:rPr>
          <w:rtl/>
        </w:rPr>
        <w:t>:</w:t>
      </w:r>
      <w:r w:rsidRPr="00402856">
        <w:rPr>
          <w:rtl/>
        </w:rPr>
        <w:t xml:space="preserve"> إنْ قُتل الحسين أن تنحر عشر جزائر لها ففعلت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هذه والله منقبة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وما منّا رجل عُرض عليه شتم أبي تراب ولعنه إلاّ فعل وقال</w:t>
      </w:r>
      <w:r w:rsidR="00455A43">
        <w:rPr>
          <w:rtl/>
        </w:rPr>
        <w:t>:</w:t>
      </w:r>
      <w:r w:rsidRPr="00402856">
        <w:rPr>
          <w:rtl/>
        </w:rPr>
        <w:t xml:space="preserve"> وأزيدكم ابنيه الحسن والحسين وأُمّهما فاطمة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وهذه والله منقبة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وما أحد من العَرب له من الملاحة والصباحة مالنا</w:t>
      </w:r>
      <w:r w:rsidR="00455A43">
        <w:rPr>
          <w:rtl/>
        </w:rPr>
        <w:t>،</w:t>
      </w:r>
      <w:r w:rsidRPr="00402856">
        <w:rPr>
          <w:rtl/>
        </w:rPr>
        <w:t xml:space="preserve"> ثُمّ ضحك وكان دميّاً شديد الأدمة مجدوراً في رأسه عَجر مائل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الشدق أحول قبيح الوجه وحش المنظر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استمر الحجّاج في إيذاء أهل البيت</w:t>
      </w:r>
      <w:r w:rsidR="00455A43">
        <w:rPr>
          <w:rtl/>
        </w:rPr>
        <w:t>،</w:t>
      </w:r>
      <w:r w:rsidRPr="00402856">
        <w:rPr>
          <w:rtl/>
        </w:rPr>
        <w:t xml:space="preserve"> والتنكيل بمحبّيهم حتى كَتب له عبد الملك بن مروان </w:t>
      </w:r>
      <w:r w:rsidR="00352E1E">
        <w:rPr>
          <w:rtl/>
        </w:rPr>
        <w:t>(</w:t>
      </w:r>
      <w:r w:rsidRPr="00402856">
        <w:rPr>
          <w:rtl/>
        </w:rPr>
        <w:t>جنّبني دماء آل أبي طالب</w:t>
      </w:r>
      <w:r w:rsidR="00455A43">
        <w:rPr>
          <w:rtl/>
        </w:rPr>
        <w:t>،</w:t>
      </w:r>
      <w:r w:rsidRPr="00402856">
        <w:rPr>
          <w:rtl/>
        </w:rPr>
        <w:t xml:space="preserve"> فإنّي رأيت المُلك استوحش من آل حرب</w:t>
      </w:r>
      <w:r w:rsidR="00AF124A">
        <w:rPr>
          <w:rtl/>
        </w:rPr>
        <w:t xml:space="preserve"> - </w:t>
      </w:r>
      <w:r w:rsidRPr="00402856">
        <w:rPr>
          <w:rtl/>
        </w:rPr>
        <w:t>معاوية وولده</w:t>
      </w:r>
      <w:r w:rsidR="00AF124A">
        <w:rPr>
          <w:rtl/>
        </w:rPr>
        <w:t xml:space="preserve"> - </w:t>
      </w:r>
      <w:r w:rsidRPr="00402856">
        <w:rPr>
          <w:rtl/>
        </w:rPr>
        <w:t>حين سفكوا دماءهم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فكان الحجّاج يتجنّبها خوفاً من زوال المُلك عنهم</w:t>
      </w:r>
      <w:r w:rsidR="00455A43">
        <w:rPr>
          <w:rtl/>
        </w:rPr>
        <w:t>،</w:t>
      </w:r>
      <w:r w:rsidRPr="00402856">
        <w:rPr>
          <w:rtl/>
        </w:rPr>
        <w:t xml:space="preserve"> لا خوفاً من الخالق عزّ وجل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ويروي المسعودي في قتل الأُمويّين لآل البيت</w:t>
      </w:r>
      <w:r w:rsidR="00455A43">
        <w:rPr>
          <w:rtl/>
        </w:rPr>
        <w:t>:</w:t>
      </w:r>
      <w:r w:rsidRPr="00402856">
        <w:rPr>
          <w:rtl/>
        </w:rPr>
        <w:t xml:space="preserve"> أنّ بنات مروان بن محمّد </w:t>
      </w:r>
      <w:r w:rsidR="00352E1E">
        <w:rPr>
          <w:rtl/>
        </w:rPr>
        <w:t>(</w:t>
      </w:r>
      <w:r w:rsidRPr="00402856">
        <w:rPr>
          <w:rtl/>
        </w:rPr>
        <w:t>آخر خلفاء بني أُميّة</w:t>
      </w:r>
      <w:r w:rsidR="00352E1E">
        <w:rPr>
          <w:rtl/>
        </w:rPr>
        <w:t>)</w:t>
      </w:r>
      <w:r w:rsidRPr="00402856">
        <w:rPr>
          <w:rtl/>
        </w:rPr>
        <w:t xml:space="preserve"> دخلن على </w:t>
      </w:r>
      <w:r w:rsidR="00352E1E">
        <w:rPr>
          <w:rtl/>
        </w:rPr>
        <w:t>(</w:t>
      </w:r>
      <w:r w:rsidRPr="00402856">
        <w:rPr>
          <w:rtl/>
        </w:rPr>
        <w:t>صالح بن علي العبّاسي</w:t>
      </w:r>
      <w:r w:rsidR="00352E1E">
        <w:rPr>
          <w:rtl/>
        </w:rPr>
        <w:t>)</w:t>
      </w:r>
      <w:r w:rsidRPr="00402856">
        <w:rPr>
          <w:rtl/>
        </w:rPr>
        <w:t xml:space="preserve"> يطلبن العفو عنهنّ</w:t>
      </w:r>
      <w:r w:rsidR="00455A43">
        <w:rPr>
          <w:rtl/>
        </w:rPr>
        <w:t>،</w:t>
      </w:r>
      <w:r w:rsidRPr="00402856">
        <w:rPr>
          <w:rtl/>
        </w:rPr>
        <w:t xml:space="preserve"> فقال صالح</w:t>
      </w:r>
      <w:r w:rsidR="00455A43">
        <w:rPr>
          <w:rtl/>
        </w:rPr>
        <w:t>:</w:t>
      </w:r>
      <w:r w:rsidRPr="00402856">
        <w:rPr>
          <w:rtl/>
        </w:rPr>
        <w:t xml:space="preserve"> إنّا لن نستبقي منكم أحداً رجلاً ولا امرأة</w:t>
      </w:r>
      <w:r w:rsidR="00455A43">
        <w:rPr>
          <w:rtl/>
        </w:rPr>
        <w:t>،</w:t>
      </w:r>
      <w:r w:rsidRPr="00402856">
        <w:rPr>
          <w:rtl/>
        </w:rPr>
        <w:t xml:space="preserve"> ألم يقتل أبوكنّ بالأمس ابن أخي إبراهيم بن محمّد بن علي بن عبد الله بن العبّاس في محبسه في حرّان</w:t>
      </w:r>
      <w:r w:rsidR="00455A43">
        <w:rPr>
          <w:rtl/>
        </w:rPr>
        <w:t>؟</w:t>
      </w:r>
      <w:r w:rsidRPr="00402856">
        <w:rPr>
          <w:rtl/>
        </w:rPr>
        <w:t xml:space="preserve"> ألم يقتل هشام بن عبد الملك زيد بن علي بن الحسين بن علي بن أبي طالب وصلبه في كُناسة الكوفة</w:t>
      </w:r>
      <w:r w:rsidR="00455A43">
        <w:rPr>
          <w:rtl/>
        </w:rPr>
        <w:t>،</w:t>
      </w:r>
      <w:r w:rsidRPr="00402856">
        <w:rPr>
          <w:rtl/>
        </w:rPr>
        <w:t xml:space="preserve"> وقتَل امرأة زيد بالحيرة على يدي يوسف بن عمر الثقفي</w:t>
      </w:r>
      <w:r w:rsidR="00455A43">
        <w:rPr>
          <w:rtl/>
        </w:rPr>
        <w:t>؟</w:t>
      </w:r>
      <w:r w:rsidRPr="00402856">
        <w:rPr>
          <w:rtl/>
        </w:rPr>
        <w:t xml:space="preserve"> ألم يقتل الوليد بن يزيد بن عبد الملك</w:t>
      </w:r>
      <w:r w:rsidR="00455A43">
        <w:rPr>
          <w:rtl/>
        </w:rPr>
        <w:t>،</w:t>
      </w:r>
      <w:r w:rsidRPr="00402856">
        <w:rPr>
          <w:rtl/>
        </w:rPr>
        <w:t xml:space="preserve"> يحيى بن زيد وصلبه في خراسان</w:t>
      </w:r>
      <w:r w:rsidR="00455A43">
        <w:rPr>
          <w:rtl/>
        </w:rPr>
        <w:t>؟</w:t>
      </w:r>
      <w:r w:rsidRPr="00402856">
        <w:rPr>
          <w:rtl/>
        </w:rPr>
        <w:t xml:space="preserve"> ألم يقتل عبيد الله بن زياد الدعي</w:t>
      </w:r>
      <w:r w:rsidR="00455A43">
        <w:rPr>
          <w:rtl/>
        </w:rPr>
        <w:t>،</w:t>
      </w:r>
      <w:r w:rsidRPr="00402856">
        <w:rPr>
          <w:rtl/>
        </w:rPr>
        <w:t xml:space="preserve"> مسلم بن عقيل بن أبي طالب بالكوفة</w:t>
      </w:r>
      <w:r w:rsidR="00455A43">
        <w:rPr>
          <w:rtl/>
        </w:rPr>
        <w:t>؟</w:t>
      </w:r>
      <w:r w:rsidRPr="00402856">
        <w:rPr>
          <w:rtl/>
        </w:rPr>
        <w:t xml:space="preserve"> ألم يقتل يزيد بن معاوية بن أبي سفيان الحسين بن علي أبي طالب</w:t>
      </w:r>
      <w:r w:rsidR="00455A43">
        <w:rPr>
          <w:rtl/>
        </w:rPr>
        <w:t>،</w:t>
      </w:r>
      <w:r w:rsidRPr="00402856">
        <w:rPr>
          <w:rtl/>
        </w:rPr>
        <w:t xml:space="preserve"> على يدَي عمر بن سعد مع مَن قُتل بين يديه من أهل بيته</w:t>
      </w:r>
      <w:r w:rsidR="00455A43">
        <w:rPr>
          <w:rtl/>
        </w:rPr>
        <w:t>؟</w:t>
      </w:r>
      <w:r w:rsidRPr="00402856">
        <w:rPr>
          <w:rtl/>
        </w:rPr>
        <w:t xml:space="preserve"> ألم يُخرج حرم رسول الله صلّى الله عليه وسلّم سبايا حتى ورد بهنّ على يزيد بن معاوية</w:t>
      </w:r>
      <w:r w:rsidR="00455A43">
        <w:rPr>
          <w:rtl/>
        </w:rPr>
        <w:t>؟</w:t>
      </w:r>
      <w:r w:rsidRPr="00402856">
        <w:rPr>
          <w:rtl/>
        </w:rPr>
        <w:t xml:space="preserve"> وقبل مقدمهنّ بعث إليه برأس الحسين بن علي</w:t>
      </w:r>
      <w:r w:rsidR="00455A43">
        <w:rPr>
          <w:rtl/>
        </w:rPr>
        <w:t>،</w:t>
      </w:r>
      <w:r w:rsidRPr="00402856">
        <w:rPr>
          <w:rtl/>
        </w:rPr>
        <w:t xml:space="preserve"> قد ثقب دماغه على رأس رمح يُطاف به بِكور الشام ومدائنها حتى قدموا به على يزيد في دمشق</w:t>
      </w:r>
      <w:r w:rsidR="00455A43">
        <w:rPr>
          <w:rtl/>
        </w:rPr>
        <w:t>،</w:t>
      </w:r>
      <w:r w:rsidRPr="00402856">
        <w:rPr>
          <w:rtl/>
        </w:rPr>
        <w:t xml:space="preserve"> كأنّما بُعث إليه برأس رجل من المشركين</w:t>
      </w:r>
      <w:r w:rsidR="00455A43">
        <w:rPr>
          <w:rtl/>
        </w:rPr>
        <w:t>،</w:t>
      </w:r>
      <w:r w:rsidRPr="00402856">
        <w:rPr>
          <w:rtl/>
        </w:rPr>
        <w:t xml:space="preserve"> ثُمّ أوقف حرم رسول الله صلّى الله عليه وسلّم موقف السبي يتصفّحهنّ جنود أهل الشام الجُفاة الطُغام</w:t>
      </w:r>
      <w:r w:rsidR="00455A43">
        <w:rPr>
          <w:rtl/>
        </w:rPr>
        <w:t>،</w:t>
      </w:r>
      <w:r w:rsidRPr="00402856">
        <w:rPr>
          <w:rtl/>
        </w:rPr>
        <w:t xml:space="preserve"> ويطلبون منه أن يهب لهم حرم رسول الله صلّى الله عليه وسلّم استخفافاً بحقّه صلّى الله عليه وسلّم وجُرأة على الله عزّ وجل</w:t>
      </w:r>
      <w:r w:rsidR="00455A43">
        <w:rPr>
          <w:rtl/>
        </w:rPr>
        <w:t>،</w:t>
      </w:r>
      <w:r w:rsidRPr="00402856">
        <w:rPr>
          <w:rtl/>
        </w:rPr>
        <w:t xml:space="preserve"> وكفراً لأنعمه</w:t>
      </w:r>
      <w:r w:rsidR="00455A43">
        <w:rPr>
          <w:rtl/>
        </w:rPr>
        <w:t>،</w:t>
      </w:r>
      <w:r w:rsidRPr="00402856">
        <w:rPr>
          <w:rtl/>
        </w:rPr>
        <w:t xml:space="preserve"> فما الذي استبقيتم منّا أهل البيت</w:t>
      </w:r>
      <w:r w:rsidR="00455A43">
        <w:rPr>
          <w:rtl/>
        </w:rPr>
        <w:t>،</w:t>
      </w:r>
      <w:r w:rsidRPr="00402856">
        <w:rPr>
          <w:rtl/>
        </w:rPr>
        <w:t xml:space="preserve"> لو عدلتم فيه علينا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ومِن عجبٍ فإنّ العبّاسيّين لم يكونوا أقل قسوة وتنكيلاً بآل البيت من وُلد الحسن والحسين من الأُمويّين</w:t>
      </w:r>
      <w:r w:rsidR="00455A43">
        <w:rPr>
          <w:rtl/>
        </w:rPr>
        <w:t>،</w:t>
      </w:r>
      <w:r w:rsidRPr="00402856">
        <w:rPr>
          <w:rtl/>
        </w:rPr>
        <w:t xml:space="preserve"> فلقد لقي أبناء عليّ بن أبي طالب من بني عمومتهم العبّاسيّين أمراً نكراً</w:t>
      </w:r>
      <w:r w:rsidR="00455A43">
        <w:rPr>
          <w:rtl/>
        </w:rPr>
        <w:t>،</w:t>
      </w:r>
      <w:r w:rsidRPr="00402856">
        <w:rPr>
          <w:rtl/>
        </w:rPr>
        <w:t xml:space="preserve"> وإن كان بعضهم كانوا على غير ذلك كالمأمون والمُطيع</w:t>
      </w:r>
      <w:r w:rsidR="00455A43">
        <w:rPr>
          <w:rtl/>
        </w:rPr>
        <w:t>،</w:t>
      </w:r>
      <w:r w:rsidRPr="00402856">
        <w:rPr>
          <w:rtl/>
        </w:rPr>
        <w:t xml:space="preserve"> كما أنّ بني العباس</w:t>
      </w:r>
      <w:r w:rsidR="00455A43">
        <w:rPr>
          <w:rtl/>
        </w:rPr>
        <w:t>،</w:t>
      </w:r>
      <w:r w:rsidRPr="00402856">
        <w:rPr>
          <w:rtl/>
        </w:rPr>
        <w:t xml:space="preserve"> وهم من بني هاشم</w:t>
      </w:r>
      <w:r w:rsidR="00455A43">
        <w:rPr>
          <w:rtl/>
        </w:rPr>
        <w:t>،</w:t>
      </w:r>
      <w:r w:rsidRPr="00402856">
        <w:rPr>
          <w:rtl/>
        </w:rPr>
        <w:t xml:space="preserve"> لم ينزلوا إلى الدرك الأسفل الذي نزل إليه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بنو أُميّة حين لعنوا الإمام علي كرّم الله وجهه ورضي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ولعنوا بنيه الطاهرين المطّهرين بني الزهراء</w:t>
      </w:r>
      <w:r w:rsidR="00455A43">
        <w:rPr>
          <w:rtl/>
        </w:rPr>
        <w:t>،</w:t>
      </w:r>
      <w:r w:rsidRPr="00402856">
        <w:rPr>
          <w:rtl/>
        </w:rPr>
        <w:t xml:space="preserve">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الأمر الذي فعله الأُمويّون جميعاً</w:t>
      </w:r>
      <w:r w:rsidR="00455A43">
        <w:rPr>
          <w:rtl/>
        </w:rPr>
        <w:t>،</w:t>
      </w:r>
      <w:r w:rsidRPr="00402856">
        <w:rPr>
          <w:rtl/>
        </w:rPr>
        <w:t xml:space="preserve"> حاشا عمر بن عبد العزيز ويزيد بن الوليد بن عبد الملك بن مروان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ويروي ابن الأثير قصّة ترك عمر بن عبد العزيز سبّ الإمام في الجزء الخامس من الكامل</w:t>
      </w:r>
      <w:r w:rsidR="00455A43">
        <w:rPr>
          <w:rtl/>
        </w:rPr>
        <w:t>،</w:t>
      </w:r>
      <w:r w:rsidRPr="00402856">
        <w:rPr>
          <w:rtl/>
        </w:rPr>
        <w:t xml:space="preserve"> فيقول</w:t>
      </w:r>
      <w:r w:rsidR="00455A43">
        <w:rPr>
          <w:rtl/>
        </w:rPr>
        <w:t>:</w:t>
      </w:r>
      <w:r w:rsidRPr="00402856">
        <w:rPr>
          <w:rtl/>
        </w:rPr>
        <w:t xml:space="preserve"> كان بنو أُميّة يسبّون أمير المؤمنين علي بن أبي طالب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إلى أن وليَ عمر بن العزيز الخلافة</w:t>
      </w:r>
      <w:r w:rsidR="00455A43">
        <w:rPr>
          <w:rtl/>
        </w:rPr>
        <w:t>،</w:t>
      </w:r>
      <w:r w:rsidRPr="00402856">
        <w:rPr>
          <w:rtl/>
        </w:rPr>
        <w:t xml:space="preserve"> فترك ذلك</w:t>
      </w:r>
      <w:r w:rsidR="00455A43">
        <w:rPr>
          <w:rtl/>
        </w:rPr>
        <w:t>،</w:t>
      </w:r>
      <w:r w:rsidRPr="00402856">
        <w:rPr>
          <w:rtl/>
        </w:rPr>
        <w:t xml:space="preserve"> وكتب إلى العُمّال في الآفاق بتركه</w:t>
      </w:r>
      <w:r w:rsidR="00455A43">
        <w:rPr>
          <w:rtl/>
        </w:rPr>
        <w:t>،</w:t>
      </w:r>
      <w:r w:rsidRPr="00402856">
        <w:rPr>
          <w:rtl/>
        </w:rPr>
        <w:t xml:space="preserve"> وكان سبب محبّته علياً</w:t>
      </w:r>
      <w:r w:rsidR="00455A43">
        <w:rPr>
          <w:rtl/>
        </w:rPr>
        <w:t>؛</w:t>
      </w:r>
      <w:r w:rsidRPr="00402856">
        <w:rPr>
          <w:rtl/>
        </w:rPr>
        <w:t xml:space="preserve"> أنّه قال</w:t>
      </w:r>
      <w:r w:rsidR="00455A43">
        <w:rPr>
          <w:rtl/>
        </w:rPr>
        <w:t>:</w:t>
      </w:r>
      <w:r w:rsidRPr="00402856">
        <w:rPr>
          <w:rtl/>
        </w:rPr>
        <w:t xml:space="preserve"> كنت بالمدينة أتعلّم العلم</w:t>
      </w:r>
      <w:r w:rsidR="00455A43">
        <w:rPr>
          <w:rtl/>
        </w:rPr>
        <w:t>،</w:t>
      </w:r>
      <w:r w:rsidRPr="00402856">
        <w:rPr>
          <w:rtl/>
        </w:rPr>
        <w:t xml:space="preserve"> وكنت ألزم عبيد الله بن عبد الله بن عتبة بن مسعود</w:t>
      </w:r>
      <w:r w:rsidR="00455A43">
        <w:rPr>
          <w:rtl/>
        </w:rPr>
        <w:t>،</w:t>
      </w:r>
      <w:r w:rsidRPr="00402856">
        <w:rPr>
          <w:rtl/>
        </w:rPr>
        <w:t xml:space="preserve"> فبلغه عنّي شيء من ذلك</w:t>
      </w:r>
      <w:r w:rsidR="00455A43">
        <w:rPr>
          <w:rtl/>
        </w:rPr>
        <w:t>،</w:t>
      </w:r>
      <w:r w:rsidRPr="00402856">
        <w:rPr>
          <w:rtl/>
        </w:rPr>
        <w:t xml:space="preserve"> فأتيته يوماً وهو يُصلّي</w:t>
      </w:r>
      <w:r w:rsidR="00455A43">
        <w:rPr>
          <w:rtl/>
        </w:rPr>
        <w:t>،</w:t>
      </w:r>
      <w:r w:rsidRPr="00402856">
        <w:rPr>
          <w:rtl/>
        </w:rPr>
        <w:t xml:space="preserve"> فأطال الصلاة</w:t>
      </w:r>
      <w:r w:rsidR="00455A43">
        <w:rPr>
          <w:rtl/>
        </w:rPr>
        <w:t>،</w:t>
      </w:r>
      <w:r w:rsidRPr="00402856">
        <w:rPr>
          <w:rtl/>
        </w:rPr>
        <w:t xml:space="preserve"> فقعدت انتظر فراغه</w:t>
      </w:r>
      <w:r w:rsidR="00455A43">
        <w:rPr>
          <w:rtl/>
        </w:rPr>
        <w:t>،</w:t>
      </w:r>
      <w:r w:rsidRPr="00402856">
        <w:rPr>
          <w:rtl/>
        </w:rPr>
        <w:t xml:space="preserve"> فلمّا فرغ من صلاته التفت إليّ</w:t>
      </w:r>
      <w:r w:rsidR="00455A43">
        <w:rPr>
          <w:rtl/>
        </w:rPr>
        <w:t>،</w:t>
      </w:r>
      <w:r w:rsidRPr="00402856">
        <w:rPr>
          <w:rtl/>
        </w:rPr>
        <w:t xml:space="preserve"> فقال لي</w:t>
      </w:r>
      <w:r w:rsidR="00455A43">
        <w:rPr>
          <w:rtl/>
        </w:rPr>
        <w:t>:</w:t>
      </w:r>
      <w:r w:rsidRPr="00402856">
        <w:rPr>
          <w:rtl/>
        </w:rPr>
        <w:t xml:space="preserve"> متى علمت أنّ الله غضب على أهل بدر وبيعة الرضوان</w:t>
      </w:r>
      <w:r w:rsidR="00455A43">
        <w:rPr>
          <w:rtl/>
        </w:rPr>
        <w:t>،</w:t>
      </w:r>
      <w:r w:rsidRPr="00402856">
        <w:rPr>
          <w:rtl/>
        </w:rPr>
        <w:t xml:space="preserve"> بعد أن رضي عنهم</w:t>
      </w:r>
      <w:r w:rsidR="00455A43">
        <w:rPr>
          <w:rtl/>
        </w:rPr>
        <w:t>؟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لم اسمع ذلك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فما الذي بلغني عنك من علي</w:t>
      </w:r>
      <w:r w:rsidR="00455A43">
        <w:rPr>
          <w:rtl/>
        </w:rPr>
        <w:t>؟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معذرة إلى الله وإليك</w:t>
      </w:r>
      <w:r w:rsidR="00455A43">
        <w:rPr>
          <w:rtl/>
        </w:rPr>
        <w:t>،</w:t>
      </w:r>
      <w:r w:rsidRPr="00402856">
        <w:rPr>
          <w:rtl/>
        </w:rPr>
        <w:t xml:space="preserve"> وتركت ما كنت عليه</w:t>
      </w:r>
      <w:r w:rsidR="00455A43">
        <w:rPr>
          <w:rtl/>
        </w:rPr>
        <w:t>،</w:t>
      </w:r>
      <w:r w:rsidRPr="00402856">
        <w:rPr>
          <w:rtl/>
        </w:rPr>
        <w:t xml:space="preserve"> وكان أبي إذا خطب فنال من علي رضي الله عنه تلجلج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يا أبة</w:t>
      </w:r>
      <w:r w:rsidR="00455A43">
        <w:rPr>
          <w:rtl/>
        </w:rPr>
        <w:t>،</w:t>
      </w:r>
      <w:r w:rsidRPr="00402856">
        <w:rPr>
          <w:rtl/>
        </w:rPr>
        <w:t xml:space="preserve"> إنّك تمضي في خُطبتك</w:t>
      </w:r>
      <w:r w:rsidR="00455A43">
        <w:rPr>
          <w:rtl/>
        </w:rPr>
        <w:t>،</w:t>
      </w:r>
      <w:r w:rsidRPr="00402856">
        <w:rPr>
          <w:rtl/>
        </w:rPr>
        <w:t xml:space="preserve"> فإذا أتيت على ذكر علي عرفتُ منك تقصيراً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أوَ فطنت لذلك</w:t>
      </w:r>
      <w:r w:rsidR="00455A43">
        <w:rPr>
          <w:rtl/>
        </w:rPr>
        <w:t>؟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نعم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يا بني</w:t>
      </w:r>
      <w:r w:rsidR="00455A43">
        <w:rPr>
          <w:rtl/>
        </w:rPr>
        <w:t>،</w:t>
      </w:r>
      <w:r w:rsidRPr="00402856">
        <w:rPr>
          <w:rtl/>
        </w:rPr>
        <w:t xml:space="preserve"> إنّ الذين حولنا لو يعلمون مِن عليٍّ ما نعلم</w:t>
      </w:r>
      <w:r w:rsidR="00455A43">
        <w:rPr>
          <w:rtl/>
        </w:rPr>
        <w:t>،</w:t>
      </w:r>
      <w:r w:rsidRPr="00402856">
        <w:rPr>
          <w:rtl/>
        </w:rPr>
        <w:t xml:space="preserve"> تفرّقوا عنّا إلى أولاده</w:t>
      </w:r>
      <w:r w:rsidR="00455A43">
        <w:rPr>
          <w:rtl/>
        </w:rPr>
        <w:t>.</w:t>
      </w:r>
      <w:r w:rsidRPr="00402856">
        <w:rPr>
          <w:rtl/>
        </w:rPr>
        <w:t xml:space="preserve"> فلمّا وليَ عمر الخلافة لم يكن عنده من الرغبة في الدُنيا ما يرتكب هذا الأمر العظيم لأجلها</w:t>
      </w:r>
      <w:r w:rsidR="00455A43">
        <w:rPr>
          <w:rtl/>
        </w:rPr>
        <w:t>،</w:t>
      </w:r>
      <w:r w:rsidRPr="00402856">
        <w:rPr>
          <w:rtl/>
        </w:rPr>
        <w:t xml:space="preserve"> فترك ذلك</w:t>
      </w:r>
      <w:r w:rsidR="00455A43">
        <w:rPr>
          <w:rtl/>
        </w:rPr>
        <w:t>،</w:t>
      </w:r>
      <w:r w:rsidRPr="00402856">
        <w:rPr>
          <w:rtl/>
        </w:rPr>
        <w:t xml:space="preserve"> وكتب بتركه</w:t>
      </w:r>
      <w:r w:rsidR="00455A43">
        <w:rPr>
          <w:rtl/>
        </w:rPr>
        <w:t>،</w:t>
      </w:r>
      <w:r w:rsidRPr="00402856">
        <w:rPr>
          <w:rtl/>
        </w:rPr>
        <w:t xml:space="preserve"> وقرأ عوضه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 اللَّهَ يَأْمُرُ بِالْعَدْلِ وَالإِحْسَانِ وَإِيتَاءِ ذِي الْقُرْبَى وَيَنْهَى عَنِ الْفَحْشَاءِ وَالْمُنكَرِ وَالْبَغْيِ يَعِظُكُمْ لَعَلَّكُمْ تَذَكَّرُونَ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فحلّ هذا الفعل عند الناس محلاّ حسنا</w:t>
      </w:r>
      <w:r w:rsidR="00455A43">
        <w:rPr>
          <w:rtl/>
        </w:rPr>
        <w:t>،</w:t>
      </w:r>
      <w:r w:rsidRPr="00402856">
        <w:rPr>
          <w:rtl/>
        </w:rPr>
        <w:t xml:space="preserve"> وأكثروا مدحه بسببه</w:t>
      </w:r>
      <w:r w:rsidR="00455A43">
        <w:rPr>
          <w:rtl/>
        </w:rPr>
        <w:t>،</w:t>
      </w:r>
      <w:r w:rsidRPr="00402856">
        <w:rPr>
          <w:rtl/>
        </w:rPr>
        <w:t xml:space="preserve"> فمِن ذلك قولُ كثير عزّة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D7EF0">
              <w:rPr>
                <w:rFonts w:hint="cs"/>
                <w:rtl/>
              </w:rPr>
              <w:t>وليتَ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فلم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تشتم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علياً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تُخِف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4D7EF0">
              <w:rPr>
                <w:rFonts w:hint="cs"/>
                <w:rtl/>
              </w:rPr>
              <w:t>بريّاً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ولم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تتبّع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مقالة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مجرم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D7EF0">
              <w:rPr>
                <w:rFonts w:hint="cs"/>
                <w:rtl/>
              </w:rPr>
              <w:t>تكلّمت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بالحقّ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المُبين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وإنّما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402856">
              <w:rPr>
                <w:rFonts w:hint="cs"/>
                <w:rtl/>
              </w:rPr>
              <w:t>تبيّن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آيات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الهدى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بالتكلّم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02856">
              <w:rPr>
                <w:rFonts w:hint="cs"/>
                <w:rtl/>
              </w:rPr>
              <w:t>وصدّقت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معروف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قلت</w:t>
            </w:r>
            <w:r>
              <w:rPr>
                <w:rFonts w:hint="cs"/>
                <w:rtl/>
              </w:rPr>
              <w:t xml:space="preserve"> </w:t>
            </w:r>
            <w:r w:rsidRPr="00402856">
              <w:rPr>
                <w:rFonts w:hint="cs"/>
                <w:rtl/>
              </w:rPr>
              <w:t>بالذي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4D7EF0">
              <w:rPr>
                <w:rFonts w:hint="cs"/>
                <w:rtl/>
              </w:rPr>
              <w:t>فعلت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فأضحى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راضياً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كلّ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مسلم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4D7EF0">
              <w:rPr>
                <w:rFonts w:hint="cs"/>
                <w:rtl/>
              </w:rPr>
              <w:t>ألا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إنّما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يكفي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الفتى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زيغه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4D7EF0">
              <w:rPr>
                <w:rFonts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أولاد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البادي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ثقاف</w:t>
            </w:r>
            <w:r>
              <w:rPr>
                <w:rFonts w:hint="cs"/>
                <w:rtl/>
              </w:rPr>
              <w:t xml:space="preserve"> </w:t>
            </w:r>
            <w:r w:rsidRPr="004D7EF0">
              <w:rPr>
                <w:rFonts w:hint="cs"/>
                <w:rtl/>
              </w:rPr>
              <w:t>المقوم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Pr="005A636F" w:rsidRDefault="00402856" w:rsidP="00402856">
      <w:pPr>
        <w:pStyle w:val="libNormal"/>
      </w:pPr>
      <w:r w:rsidRPr="00402856">
        <w:rPr>
          <w:rtl/>
        </w:rPr>
        <w:t>فقال عمر</w:t>
      </w:r>
      <w:r w:rsidR="00455A43">
        <w:rPr>
          <w:rtl/>
        </w:rPr>
        <w:t>،</w:t>
      </w:r>
      <w:r w:rsidRPr="00402856">
        <w:rPr>
          <w:rtl/>
        </w:rPr>
        <w:t xml:space="preserve"> حين أنشد هذا الشعر</w:t>
      </w:r>
      <w:r w:rsidR="00455A43">
        <w:rPr>
          <w:rtl/>
        </w:rPr>
        <w:t>:</w:t>
      </w:r>
      <w:r w:rsidRPr="00402856">
        <w:rPr>
          <w:rtl/>
        </w:rPr>
        <w:t xml:space="preserve"> أفْلحنا إذن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02856" w:rsidRDefault="00402856" w:rsidP="00402856">
      <w:pPr>
        <w:pStyle w:val="libBold1"/>
        <w:rPr>
          <w:rtl/>
        </w:rPr>
      </w:pPr>
      <w:r w:rsidRPr="004D7EF0">
        <w:rPr>
          <w:rtl/>
        </w:rPr>
        <w:lastRenderedPageBreak/>
        <w:t xml:space="preserve">8 - المهدي المُنتظر من آل البيت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شاءت إرادة الله سبحانه وتعالى</w:t>
      </w:r>
      <w:r w:rsidR="00455A43">
        <w:rPr>
          <w:rtl/>
        </w:rPr>
        <w:t>،</w:t>
      </w:r>
      <w:r w:rsidRPr="00402856">
        <w:rPr>
          <w:rtl/>
        </w:rPr>
        <w:t xml:space="preserve"> أنّه كما كانت نجاة العالم من ظُلمات الجاهليّة على يد سيّد أهل البيت سيّدنا محمّد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وكان وجود أهل البيت في الأُمّة أماناً لهم من الخسف والنسف</w:t>
      </w:r>
      <w:r w:rsidR="00455A43">
        <w:rPr>
          <w:rtl/>
        </w:rPr>
        <w:t>،</w:t>
      </w:r>
      <w:r w:rsidRPr="00402856">
        <w:rPr>
          <w:rtl/>
        </w:rPr>
        <w:t xml:space="preserve"> فإنّ صلاح العالم في آخر الزمان إنّما سيكون بإذن الله على يد </w:t>
      </w:r>
      <w:r w:rsidR="00352E1E">
        <w:rPr>
          <w:rtl/>
        </w:rPr>
        <w:t>(</w:t>
      </w:r>
      <w:r w:rsidRPr="00402856">
        <w:rPr>
          <w:rtl/>
        </w:rPr>
        <w:t>المهدي</w:t>
      </w:r>
      <w:r w:rsidR="00352E1E">
        <w:rPr>
          <w:rtl/>
        </w:rPr>
        <w:t>)</w:t>
      </w:r>
      <w:r w:rsidRPr="00402856">
        <w:rPr>
          <w:rtl/>
        </w:rPr>
        <w:t xml:space="preserve"> الذي يصطفيه الله من أهل بيت النبي الطاهرين المطهّرين</w:t>
      </w:r>
      <w:r w:rsidR="00455A43">
        <w:rPr>
          <w:rtl/>
        </w:rPr>
        <w:t>،</w:t>
      </w:r>
      <w:r w:rsidRPr="00402856">
        <w:rPr>
          <w:rtl/>
        </w:rPr>
        <w:t xml:space="preserve"> والذي تواترت الأحاديث واستفاضت عن خروجه في آخر الزمان</w:t>
      </w:r>
      <w:r w:rsidR="00455A43">
        <w:rPr>
          <w:rtl/>
        </w:rPr>
        <w:t>؛</w:t>
      </w:r>
      <w:r w:rsidRPr="00402856">
        <w:rPr>
          <w:rtl/>
        </w:rPr>
        <w:t xml:space="preserve"> ليملأ الأرض عدلاً</w:t>
      </w:r>
      <w:r w:rsidR="00455A43">
        <w:rPr>
          <w:rtl/>
        </w:rPr>
        <w:t>،</w:t>
      </w:r>
      <w:r w:rsidRPr="00402856">
        <w:rPr>
          <w:rtl/>
        </w:rPr>
        <w:t xml:space="preserve"> كما مُلئت ظلماً وجوراً</w:t>
      </w:r>
      <w:r w:rsidR="00455A43">
        <w:rPr>
          <w:rtl/>
        </w:rPr>
        <w:t>،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المهديّ منّا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يُختَم الدين بنا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فُتح بنا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المُحبّ الطبري في الصواعق المُحرقة</w:t>
      </w:r>
      <w:r w:rsidR="00455A43">
        <w:rPr>
          <w:rtl/>
        </w:rPr>
        <w:t>،</w:t>
      </w:r>
      <w:r w:rsidRPr="00402856">
        <w:rPr>
          <w:rtl/>
        </w:rPr>
        <w:t xml:space="preserve"> عن الطبراني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وقال</w:t>
      </w:r>
      <w:r w:rsidR="00455A43">
        <w:rPr>
          <w:rtl/>
        </w:rPr>
        <w:t>:</w:t>
      </w:r>
      <w:r w:rsidRPr="00402856">
        <w:rPr>
          <w:rtl/>
        </w:rPr>
        <w:t xml:space="preserve">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المهديّ مِن عترتي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مِن وِلد فاطمة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أبو داود وابن ماجه والحاكم من حديث أُمّ المؤمنين أُم سلمة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وروي عن الإمام علي بن أبي طالب كرّم الله وجهه في الجنّة</w:t>
      </w:r>
      <w:r w:rsidR="00455A43">
        <w:rPr>
          <w:rtl/>
        </w:rPr>
        <w:t>،</w:t>
      </w:r>
      <w:r w:rsidRPr="00402856">
        <w:rPr>
          <w:rtl/>
        </w:rPr>
        <w:t xml:space="preserve">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المهدي من وِلد ابني هذا</w:t>
      </w:r>
      <w:r w:rsidR="00352E1E">
        <w:rPr>
          <w:rtl/>
        </w:rPr>
        <w:t>)</w:t>
      </w:r>
      <w:r w:rsidRPr="00402856">
        <w:rPr>
          <w:rtl/>
        </w:rPr>
        <w:t xml:space="preserve"> وأشار إلى الحسن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الحافظ الذهبي في المنتقى</w:t>
      </w:r>
      <w:r w:rsidR="00455A43">
        <w:rPr>
          <w:rtl/>
        </w:rPr>
        <w:t>،</w:t>
      </w:r>
      <w:r w:rsidRPr="00402856">
        <w:rPr>
          <w:rtl/>
        </w:rPr>
        <w:t xml:space="preserve"> عن المهدي</w:t>
      </w:r>
      <w:r w:rsidR="00455A43">
        <w:rPr>
          <w:rtl/>
        </w:rPr>
        <w:t>:</w:t>
      </w:r>
      <w:r w:rsidRPr="00402856">
        <w:rPr>
          <w:rtl/>
        </w:rPr>
        <w:t xml:space="preserve"> وعن علي أنّه نظر إلى الحسن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سيخرج من صُلبه رجلٌ يُسمّى باسم نبيّكم</w:t>
      </w:r>
      <w:r w:rsidR="00455A43">
        <w:rPr>
          <w:rtl/>
        </w:rPr>
        <w:t>،</w:t>
      </w:r>
      <w:r w:rsidRPr="00402856">
        <w:rPr>
          <w:rtl/>
        </w:rPr>
        <w:t xml:space="preserve"> يشبهه في الخلُق</w:t>
      </w:r>
      <w:r w:rsidR="00455A43">
        <w:rPr>
          <w:rtl/>
        </w:rPr>
        <w:t>،</w:t>
      </w:r>
      <w:r w:rsidRPr="00402856">
        <w:rPr>
          <w:rtl/>
        </w:rPr>
        <w:t xml:space="preserve"> ولا يشبهه في الخلْق</w:t>
      </w:r>
      <w:r w:rsidR="00455A43">
        <w:rPr>
          <w:rtl/>
        </w:rPr>
        <w:t>،</w:t>
      </w:r>
      <w:r w:rsidRPr="00402856">
        <w:rPr>
          <w:rtl/>
        </w:rPr>
        <w:t xml:space="preserve"> يملأ الأرض قسطاً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ويقول الإمام ابن تيميّة</w:t>
      </w:r>
      <w:r w:rsidR="00455A43">
        <w:rPr>
          <w:rtl/>
        </w:rPr>
        <w:t>:</w:t>
      </w:r>
      <w:r w:rsidRPr="00402856">
        <w:rPr>
          <w:rtl/>
        </w:rPr>
        <w:t xml:space="preserve"> وقول أمير المؤمنين الإمام علي كرم الله وجهه في الجنّة في أنّه حسني</w:t>
      </w:r>
      <w:r w:rsidR="00455A43">
        <w:rPr>
          <w:rtl/>
        </w:rPr>
        <w:t>،</w:t>
      </w:r>
      <w:r w:rsidRPr="00402856">
        <w:rPr>
          <w:rtl/>
        </w:rPr>
        <w:t xml:space="preserve"> لا حسيني صريح</w:t>
      </w:r>
      <w:r w:rsidR="00455A43">
        <w:rPr>
          <w:rtl/>
        </w:rPr>
        <w:t>؛</w:t>
      </w:r>
      <w:r w:rsidRPr="00402856">
        <w:rPr>
          <w:rtl/>
        </w:rPr>
        <w:t xml:space="preserve"> ذلك لأنّ الحسن والحسين مشبهان من بعض بإسماعيل وإسحاق</w:t>
      </w:r>
      <w:r w:rsidR="00455A43">
        <w:rPr>
          <w:rtl/>
        </w:rPr>
        <w:t>،</w:t>
      </w:r>
      <w:r w:rsidRPr="00402856">
        <w:rPr>
          <w:rtl/>
        </w:rPr>
        <w:t xml:space="preserve"> وإن لم يكونا نَبيّين</w:t>
      </w:r>
      <w:r w:rsidR="00455A43">
        <w:rPr>
          <w:rtl/>
        </w:rPr>
        <w:t>،</w:t>
      </w:r>
      <w:r w:rsidRPr="00402856">
        <w:rPr>
          <w:rtl/>
        </w:rPr>
        <w:t xml:space="preserve"> ولهذا كان النبي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أُعيذكما بكلمات الله التامّة من كلّ شيطان وهامّة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ومِن كلّ عين لامّة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إبراهيم كان يُعوّذ بها إسماعيل وإسحاق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وكان إسماعيل هو الأكبر والأحلم</w:t>
      </w:r>
      <w:r w:rsidR="00455A43">
        <w:rPr>
          <w:rtl/>
        </w:rPr>
        <w:t>؛</w:t>
      </w:r>
      <w:r w:rsidRPr="00402856">
        <w:rPr>
          <w:rtl/>
        </w:rPr>
        <w:t xml:space="preserve"> ولهذا قال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وهو يخطب على المنبر</w:t>
      </w:r>
      <w:r w:rsidR="00455A43">
        <w:rPr>
          <w:rtl/>
        </w:rPr>
        <w:t>،</w:t>
      </w:r>
      <w:r w:rsidRPr="00402856">
        <w:rPr>
          <w:rtl/>
        </w:rPr>
        <w:t xml:space="preserve"> والحسن معه على المنبر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وسيُصلح الله به بين فئتين من المسلمين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فكما أنّ غالب الأنبياء كانوا من ذريّة إسحاق</w:t>
      </w:r>
      <w:r w:rsidR="00455A43">
        <w:rPr>
          <w:rtl/>
        </w:rPr>
        <w:t>،</w:t>
      </w:r>
      <w:r w:rsidRPr="00402856">
        <w:rPr>
          <w:rtl/>
        </w:rPr>
        <w:t xml:space="preserve"> فكذا كان غالب السادة الأئمّة من ذريّة الحسين</w:t>
      </w:r>
      <w:r w:rsidR="00455A43">
        <w:rPr>
          <w:rtl/>
        </w:rPr>
        <w:t>،</w:t>
      </w:r>
      <w:r w:rsidRPr="00402856">
        <w:rPr>
          <w:rtl/>
        </w:rPr>
        <w:t xml:space="preserve"> وكما أنّ خاتم الأنبياء</w:t>
      </w:r>
      <w:r w:rsidR="00455A43">
        <w:rPr>
          <w:rtl/>
        </w:rPr>
        <w:t>،</w:t>
      </w:r>
      <w:r w:rsidRPr="00402856">
        <w:rPr>
          <w:rtl/>
        </w:rPr>
        <w:t xml:space="preserve"> الذي طبق أمره مشارق الأرض ومغاربها</w:t>
      </w:r>
      <w:r w:rsidR="00455A43">
        <w:rPr>
          <w:rtl/>
        </w:rPr>
        <w:t>،</w:t>
      </w:r>
      <w:r w:rsidRPr="00402856">
        <w:rPr>
          <w:rtl/>
        </w:rPr>
        <w:t xml:space="preserve"> كان من ذريّة إسماعيل</w:t>
      </w:r>
      <w:r w:rsidR="00455A43">
        <w:rPr>
          <w:rtl/>
        </w:rPr>
        <w:t>،</w:t>
      </w:r>
      <w:r w:rsidRPr="00402856">
        <w:rPr>
          <w:rtl/>
        </w:rPr>
        <w:t xml:space="preserve"> فكذلك الخليفة الراشد المهدي</w:t>
      </w:r>
      <w:r w:rsidR="00455A43">
        <w:rPr>
          <w:rtl/>
        </w:rPr>
        <w:t>،</w:t>
      </w:r>
      <w:r w:rsidRPr="00402856">
        <w:rPr>
          <w:rtl/>
        </w:rPr>
        <w:t xml:space="preserve"> الذي هو آخر الخُلفاء</w:t>
      </w:r>
      <w:r w:rsidR="00455A43">
        <w:rPr>
          <w:rtl/>
        </w:rPr>
        <w:t>،</w:t>
      </w:r>
      <w:r w:rsidRPr="00402856">
        <w:rPr>
          <w:rtl/>
        </w:rPr>
        <w:t xml:space="preserve"> يكون من ذرية الحسن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هذا ويقول ابن تيمية في رسالة </w:t>
      </w:r>
      <w:r w:rsidR="00352E1E">
        <w:rPr>
          <w:rtl/>
        </w:rPr>
        <w:t>(</w:t>
      </w:r>
      <w:r w:rsidRPr="00402856">
        <w:rPr>
          <w:rtl/>
        </w:rPr>
        <w:t>فضل أهل البيت وحقوقهم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فأمّا المهدي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الذي بشّر به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فقد رواه أهل العلم العالمون بأخبار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الحافظون لها</w:t>
      </w:r>
      <w:r w:rsidR="00455A43">
        <w:rPr>
          <w:rtl/>
        </w:rPr>
        <w:t>،</w:t>
      </w:r>
      <w:r w:rsidRPr="00402856">
        <w:rPr>
          <w:rtl/>
        </w:rPr>
        <w:t xml:space="preserve"> الباحثون عنها وعن رواتها</w:t>
      </w:r>
      <w:r w:rsidR="00455A43">
        <w:rPr>
          <w:rtl/>
        </w:rPr>
        <w:t>،</w:t>
      </w:r>
      <w:r w:rsidRPr="00402856">
        <w:rPr>
          <w:rtl/>
        </w:rPr>
        <w:t xml:space="preserve"> مثل</w:t>
      </w:r>
      <w:r w:rsidR="00455A43">
        <w:rPr>
          <w:rtl/>
        </w:rPr>
        <w:t>:</w:t>
      </w:r>
      <w:r w:rsidRPr="00402856">
        <w:rPr>
          <w:rtl/>
        </w:rPr>
        <w:t xml:space="preserve"> أبي داود</w:t>
      </w:r>
      <w:r w:rsidR="00455A43">
        <w:rPr>
          <w:rtl/>
        </w:rPr>
        <w:t>،</w:t>
      </w:r>
      <w:r w:rsidRPr="00402856">
        <w:rPr>
          <w:rtl/>
        </w:rPr>
        <w:t xml:space="preserve"> والترمذي</w:t>
      </w:r>
      <w:r w:rsidR="00455A43">
        <w:rPr>
          <w:rtl/>
        </w:rPr>
        <w:t>،</w:t>
      </w:r>
      <w:r w:rsidRPr="00402856">
        <w:rPr>
          <w:rtl/>
        </w:rPr>
        <w:t xml:space="preserve"> وغيرهما</w:t>
      </w:r>
      <w:r w:rsidR="00455A43">
        <w:rPr>
          <w:rtl/>
        </w:rPr>
        <w:t>،</w:t>
      </w:r>
      <w:r w:rsidRPr="00402856">
        <w:rPr>
          <w:rtl/>
        </w:rPr>
        <w:t xml:space="preserve"> ورواه الإمام أحمد في مُسنده</w:t>
      </w:r>
      <w:r w:rsidR="00455A43">
        <w:rPr>
          <w:rtl/>
        </w:rPr>
        <w:t>،</w:t>
      </w:r>
      <w:r w:rsidRPr="00402856">
        <w:rPr>
          <w:rtl/>
        </w:rPr>
        <w:t xml:space="preserve"> فعن عبد الله بن مسعود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لو لم يبقَ مِن الدُنيا إلاّ يوم لطوّل الله ذلك اليوم حتى يبعث الله رجلاً من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يوطئ اسمه اسمي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واسم أبيه اسم أبي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يملأ الأرض قِسطاً وعَدلاً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مُلئت ظلماً وجوراً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أخرجه أبو داود</w:t>
      </w:r>
      <w:r w:rsidR="00455A43">
        <w:rPr>
          <w:rtl/>
        </w:rPr>
        <w:t>،</w:t>
      </w:r>
      <w:r w:rsidRPr="00402856">
        <w:rPr>
          <w:rtl/>
        </w:rPr>
        <w:t xml:space="preserve"> ومثله عنده</w:t>
      </w:r>
      <w:r w:rsidR="00455A43">
        <w:rPr>
          <w:rtl/>
        </w:rPr>
        <w:t>،</w:t>
      </w:r>
      <w:r w:rsidRPr="00402856">
        <w:rPr>
          <w:rtl/>
        </w:rPr>
        <w:t xml:space="preserve"> وعند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الإمام علي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أبي سعيد قال</w:t>
      </w:r>
      <w:r w:rsidR="00455A43">
        <w:rPr>
          <w:rtl/>
        </w:rPr>
        <w:t>،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المهدي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أجلى الجبهة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أقنى الأنف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يملأ الأرض قسطاً وعدلاً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مُلئت جوراً وظُلماً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يملك سبع سنين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عون المعبود بشرح سنن أبي داود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أبي سعيد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يكون في أُمّتي المهدي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 قصر فسبع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وإلاّ فتسع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فتنعم فيه أُمتي نعمة لم ينعموا مثلها قط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تؤتي أُكلها ولا تترك منه شيئاً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والمال يومئذ كدوس</w:t>
      </w:r>
      <w:r w:rsidR="00AF124A">
        <w:rPr>
          <w:rtl/>
        </w:rPr>
        <w:t xml:space="preserve"> - </w:t>
      </w:r>
      <w:r w:rsidRPr="00402856">
        <w:rPr>
          <w:rtl/>
        </w:rPr>
        <w:t>أي</w:t>
      </w:r>
      <w:r w:rsidR="00455A43">
        <w:rPr>
          <w:rtl/>
        </w:rPr>
        <w:t>:</w:t>
      </w:r>
      <w:r w:rsidRPr="00402856">
        <w:rPr>
          <w:rtl/>
        </w:rPr>
        <w:t xml:space="preserve"> مجموع كثير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يقوم الرجل فيقول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مهدي أعطني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خُذ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ابن ماجة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يكون في آخر الزمان خليفة يحثو المال حثواً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أحمد ومسلم</w:t>
      </w:r>
      <w:r w:rsidR="00455A43">
        <w:rPr>
          <w:rtl/>
        </w:rPr>
        <w:t>،</w:t>
      </w:r>
      <w:r w:rsidRPr="00402856">
        <w:rPr>
          <w:rtl/>
        </w:rPr>
        <w:t xml:space="preserve"> عن جابر وأبي سعيد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bookmarkStart w:id="10" w:name="06"/>
      <w:r w:rsidRPr="004D7EF0">
        <w:rPr>
          <w:rtl/>
        </w:rPr>
        <w:t xml:space="preserve">9- حفظ ذرّية النبي صلّى الله عليه وسلّم في أهل البيت </w:t>
      </w:r>
      <w:bookmarkEnd w:id="10"/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اقتضت حِكمة الله تعالى في خلقه</w:t>
      </w:r>
      <w:r w:rsidR="00455A43">
        <w:rPr>
          <w:rtl/>
        </w:rPr>
        <w:t>،</w:t>
      </w:r>
      <w:r w:rsidRPr="00402856">
        <w:rPr>
          <w:rtl/>
        </w:rPr>
        <w:t xml:space="preserve"> ورحمته بعباده</w:t>
      </w:r>
      <w:r w:rsidR="00AF124A">
        <w:rPr>
          <w:rtl/>
        </w:rPr>
        <w:t xml:space="preserve"> - </w:t>
      </w:r>
      <w:r w:rsidRPr="00402856">
        <w:rPr>
          <w:rtl/>
        </w:rPr>
        <w:t>كما يقول الأُستاذ حسين يوسف</w:t>
      </w:r>
      <w:r w:rsidR="00AF124A">
        <w:rPr>
          <w:rtl/>
        </w:rPr>
        <w:t xml:space="preserve"> - </w:t>
      </w:r>
      <w:r w:rsidRPr="00402856">
        <w:rPr>
          <w:rtl/>
        </w:rPr>
        <w:t>أن تستمرّ بأهل البيت</w:t>
      </w:r>
      <w:r w:rsidR="00455A43">
        <w:rPr>
          <w:rtl/>
        </w:rPr>
        <w:t>،</w:t>
      </w:r>
      <w:r w:rsidRPr="00402856">
        <w:rPr>
          <w:rtl/>
        </w:rPr>
        <w:t xml:space="preserve"> ذريّة سيّد الأنبياء والمرسلين صلّى الله عليه وسلّم إلى يوم الدين</w:t>
      </w:r>
      <w:r w:rsidR="00455A43">
        <w:rPr>
          <w:rtl/>
        </w:rPr>
        <w:t>،</w:t>
      </w:r>
      <w:r w:rsidRPr="00402856">
        <w:rPr>
          <w:rtl/>
        </w:rPr>
        <w:t xml:space="preserve"> تشعّ بضيائها على العالمين</w:t>
      </w:r>
      <w:r w:rsidR="00455A43">
        <w:rPr>
          <w:rtl/>
        </w:rPr>
        <w:t>،</w:t>
      </w:r>
      <w:r w:rsidRPr="00402856">
        <w:rPr>
          <w:rtl/>
        </w:rPr>
        <w:t xml:space="preserve"> وترشد بهدايتها الضالين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روى ابن عساكر من حديث ابن عمر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نَسبٍ وصهر ينقطع يوم القيامة إلاّ نسبي وصهري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هذا وكما كانت بعثته صلّى الله عليه وسلّم رحمة للعالمين</w:t>
      </w:r>
      <w:r w:rsidR="00455A43">
        <w:rPr>
          <w:rtl/>
        </w:rPr>
        <w:t>،</w:t>
      </w:r>
      <w:r w:rsidRPr="00402856">
        <w:rPr>
          <w:rtl/>
        </w:rPr>
        <w:t xml:space="preserve"> بهداية الطائعين إلى سواء السبيل</w:t>
      </w:r>
      <w:r w:rsidR="00455A43">
        <w:rPr>
          <w:rtl/>
        </w:rPr>
        <w:t>،</w:t>
      </w:r>
      <w:r w:rsidRPr="00402856">
        <w:rPr>
          <w:rtl/>
        </w:rPr>
        <w:t xml:space="preserve"> وأثابتهم على ذلك</w:t>
      </w:r>
      <w:r w:rsidR="00455A43">
        <w:rPr>
          <w:rtl/>
        </w:rPr>
        <w:t>،</w:t>
      </w:r>
      <w:r w:rsidRPr="00402856">
        <w:rPr>
          <w:rtl/>
        </w:rPr>
        <w:t xml:space="preserve"> وتأخير العقاب عن العُصاة والمكذّبين</w:t>
      </w:r>
      <w:r w:rsidR="00455A43">
        <w:rPr>
          <w:rtl/>
        </w:rPr>
        <w:t>،</w:t>
      </w:r>
      <w:r w:rsidRPr="00402856">
        <w:rPr>
          <w:rtl/>
        </w:rPr>
        <w:t xml:space="preserve"> فكذلك فإنّ بقاء أهل البيت الطاهرين المطّهرين رحمة للعالمين</w:t>
      </w:r>
      <w:r w:rsidR="00455A43">
        <w:rPr>
          <w:rtl/>
        </w:rPr>
        <w:t>؛</w:t>
      </w:r>
      <w:r w:rsidRPr="00402856">
        <w:rPr>
          <w:rtl/>
        </w:rPr>
        <w:t xml:space="preserve"> لأنّ نورهم من نوره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وبركتهم من بركته</w:t>
      </w:r>
      <w:r w:rsidR="00455A43">
        <w:rPr>
          <w:rtl/>
        </w:rPr>
        <w:t>،</w:t>
      </w:r>
      <w:r w:rsidRPr="00402856">
        <w:rPr>
          <w:rtl/>
        </w:rPr>
        <w:t xml:space="preserve"> وكما أنّ الله تعالى قد اختص رسوله صلّى الله عليه وسلّم بأن لا يُعذِّب أُمّته ما دام فيهم</w:t>
      </w:r>
      <w:r w:rsidR="00455A43">
        <w:rPr>
          <w:rtl/>
        </w:rPr>
        <w:t>،</w:t>
      </w:r>
      <w:r w:rsidRPr="00402856">
        <w:rPr>
          <w:rtl/>
        </w:rPr>
        <w:t xml:space="preserve"> فقال تعالى في الأنفال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وَمَا كَانَ اللَّهُ لِيُعَذِّبَهُمْ وَأَنْتَ فِيهِمْ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فكذلك فإنّ الله تعالى ببركة أهل بيت المصطفى صلّى الله عليه وسلّم لن يُعذِّب الأُمة الإسلاميّة عذاب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الاستئصال</w:t>
      </w:r>
      <w:r w:rsidR="00455A43">
        <w:rPr>
          <w:rtl/>
        </w:rPr>
        <w:t>،</w:t>
      </w:r>
      <w:r w:rsidRPr="00402856">
        <w:rPr>
          <w:rtl/>
        </w:rPr>
        <w:t xml:space="preserve"> ما دام فيهم أهل البيت</w:t>
      </w:r>
      <w:r w:rsidR="00455A43">
        <w:rPr>
          <w:rtl/>
        </w:rPr>
        <w:t>،</w:t>
      </w:r>
      <w:r w:rsidRPr="00402856">
        <w:rPr>
          <w:rtl/>
        </w:rPr>
        <w:t xml:space="preserve"> فهُم الشموع المُنيرة في الظُلمات</w:t>
      </w:r>
      <w:r w:rsidR="00455A43">
        <w:rPr>
          <w:rtl/>
        </w:rPr>
        <w:t>،</w:t>
      </w:r>
      <w:r w:rsidRPr="00402856">
        <w:rPr>
          <w:rtl/>
        </w:rPr>
        <w:t xml:space="preserve"> والحصون التي يركن إليها في المُلمّات</w:t>
      </w:r>
      <w:r w:rsidR="00455A43">
        <w:rPr>
          <w:rtl/>
        </w:rPr>
        <w:t>،</w:t>
      </w:r>
      <w:r w:rsidRPr="00402856">
        <w:rPr>
          <w:rtl/>
        </w:rPr>
        <w:t xml:space="preserve"> يُجيرون كلّ مَن لاذ بحماهم</w:t>
      </w:r>
      <w:r w:rsidR="00455A43">
        <w:rPr>
          <w:rtl/>
        </w:rPr>
        <w:t>،</w:t>
      </w:r>
      <w:r w:rsidRPr="00402856">
        <w:rPr>
          <w:rtl/>
        </w:rPr>
        <w:t xml:space="preserve"> ويكرمون كلّ مَن نزل بساحتهم</w:t>
      </w:r>
      <w:r w:rsidR="00455A43">
        <w:rPr>
          <w:rtl/>
        </w:rPr>
        <w:t>،</w:t>
      </w:r>
      <w:r w:rsidRPr="00402856">
        <w:rPr>
          <w:rtl/>
        </w:rPr>
        <w:t xml:space="preserve"> وقد جاء في تفسير القرطبي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لم يعذّب أهل قرية حتى يُخرجوا النبي صلّى الله عليه وسلّم منها والمؤمنون</w:t>
      </w:r>
      <w:r w:rsidR="00455A43">
        <w:rPr>
          <w:rtl/>
        </w:rPr>
        <w:t>،</w:t>
      </w:r>
      <w:r w:rsidRPr="00402856">
        <w:rPr>
          <w:rtl/>
        </w:rPr>
        <w:t xml:space="preserve"> ويلحقوا بحيث أمروا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فإذا كان وجود المؤمنين بقرية ما سبب رحمة لها</w:t>
      </w:r>
      <w:r w:rsidR="00455A43">
        <w:rPr>
          <w:rtl/>
        </w:rPr>
        <w:t>،</w:t>
      </w:r>
      <w:r w:rsidRPr="00402856">
        <w:rPr>
          <w:rtl/>
        </w:rPr>
        <w:t xml:space="preserve"> فكيف بوجود أهل البيت</w:t>
      </w:r>
      <w:r w:rsidR="00455A43">
        <w:rPr>
          <w:rtl/>
        </w:rPr>
        <w:t>،</w:t>
      </w:r>
      <w:r w:rsidRPr="00402856">
        <w:rPr>
          <w:rtl/>
        </w:rPr>
        <w:t xml:space="preserve"> وهُم من خاصّة المؤمنين وخيارهم</w:t>
      </w:r>
      <w:r w:rsidR="00455A43">
        <w:rPr>
          <w:rtl/>
        </w:rPr>
        <w:t>،</w:t>
      </w:r>
      <w:r w:rsidRPr="00402856">
        <w:rPr>
          <w:rtl/>
        </w:rPr>
        <w:t xml:space="preserve"> وأقربهم إلى الله ورسوله</w:t>
      </w:r>
      <w:r w:rsidR="00455A43">
        <w:rPr>
          <w:rtl/>
        </w:rPr>
        <w:t>،</w:t>
      </w:r>
      <w:r w:rsidRPr="00402856">
        <w:rPr>
          <w:rtl/>
        </w:rPr>
        <w:t xml:space="preserve"> وقد قال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فيما يروي الطبراني وأبو يعلى من حديث سلمة بن الأكوع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النجوم أمان لأهل السماء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وأهل بيتي أمان لأُمتي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أجمع المسلمون على أنّ الإمامين الحسن والحسين أبناء السيدة فاطمة من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وذريتهما رضي الله عنهم أجمعين إنّما هُم</w:t>
      </w:r>
      <w:r w:rsidR="00AF124A">
        <w:rPr>
          <w:rtl/>
        </w:rPr>
        <w:t xml:space="preserve"> - </w:t>
      </w:r>
      <w:r w:rsidRPr="00402856">
        <w:rPr>
          <w:rtl/>
        </w:rPr>
        <w:t>كما يقول ابن قيم الجوزية في جلاء الأفهام</w:t>
      </w:r>
      <w:r w:rsidR="00AF124A">
        <w:rPr>
          <w:rtl/>
        </w:rPr>
        <w:t xml:space="preserve"> - </w:t>
      </w:r>
      <w:r w:rsidRPr="00402856">
        <w:rPr>
          <w:rtl/>
        </w:rPr>
        <w:t>ذرية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المطلوب لهم من الله الصلاة</w:t>
      </w:r>
      <w:r w:rsidR="00455A43">
        <w:rPr>
          <w:rtl/>
        </w:rPr>
        <w:t>؛</w:t>
      </w:r>
      <w:r w:rsidRPr="00402856">
        <w:rPr>
          <w:rtl/>
        </w:rPr>
        <w:t xml:space="preserve"> وذلك لأنّ أحداً من بناته لم يعقب غيرها</w:t>
      </w:r>
      <w:r w:rsidR="00455A43">
        <w:rPr>
          <w:rtl/>
        </w:rPr>
        <w:t>،</w:t>
      </w:r>
      <w:r w:rsidRPr="00402856">
        <w:rPr>
          <w:rtl/>
        </w:rPr>
        <w:t xml:space="preserve"> فمَن انتسب إلى النبي صلّى الله عليه وسلّم من أولاد بناته إنّما هُم من أولاد السيدة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وهكذا أكرم الله تعالى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بأن حفظ ذريّة نبيّه صلّى الله عليه وسلّم في ذرّيتها</w:t>
      </w:r>
      <w:r w:rsidR="00455A43">
        <w:rPr>
          <w:rtl/>
        </w:rPr>
        <w:t>،</w:t>
      </w:r>
      <w:r w:rsidRPr="00402856">
        <w:rPr>
          <w:rtl/>
        </w:rPr>
        <w:t xml:space="preserve"> وأبقى عقبه في عقبها</w:t>
      </w:r>
      <w:r w:rsidR="00455A43">
        <w:rPr>
          <w:rtl/>
        </w:rPr>
        <w:t>،</w:t>
      </w:r>
      <w:r w:rsidRPr="00402856">
        <w:rPr>
          <w:rtl/>
        </w:rPr>
        <w:t xml:space="preserve"> فهي وحدها</w:t>
      </w:r>
      <w:r w:rsidR="00AF124A">
        <w:rPr>
          <w:rtl/>
        </w:rPr>
        <w:t xml:space="preserve"> - </w:t>
      </w:r>
      <w:r w:rsidRPr="00402856">
        <w:rPr>
          <w:rtl/>
        </w:rPr>
        <w:t>دون بناته وبنيه</w:t>
      </w:r>
      <w:r w:rsidR="00AF124A">
        <w:rPr>
          <w:rtl/>
        </w:rPr>
        <w:t xml:space="preserve"> - </w:t>
      </w:r>
      <w:r w:rsidRPr="00402856">
        <w:rPr>
          <w:rtl/>
        </w:rPr>
        <w:t>أُمّ السلالة الطاهرة</w:t>
      </w:r>
      <w:r w:rsidR="00455A43">
        <w:rPr>
          <w:rtl/>
        </w:rPr>
        <w:t>،</w:t>
      </w:r>
      <w:r w:rsidRPr="00402856">
        <w:rPr>
          <w:rtl/>
        </w:rPr>
        <w:t xml:space="preserve"> والعترة الخيرة</w:t>
      </w:r>
      <w:r w:rsidR="00455A43">
        <w:rPr>
          <w:rtl/>
        </w:rPr>
        <w:t>،</w:t>
      </w:r>
      <w:r w:rsidRPr="00402856">
        <w:rPr>
          <w:rtl/>
        </w:rPr>
        <w:t xml:space="preserve"> والصفوة المختارة من عباد الله من أُمته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ذلك لأنّ أبناء النبي الذكور ماتوا جميعاً وهُم أطفال لم يشبّوا عن الطوق</w:t>
      </w:r>
      <w:r w:rsidR="00455A43">
        <w:rPr>
          <w:rtl/>
        </w:rPr>
        <w:t>،</w:t>
      </w:r>
      <w:r w:rsidRPr="00402856">
        <w:rPr>
          <w:rtl/>
        </w:rPr>
        <w:t xml:space="preserve"> ولم يبلغوا الحُلم بعد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وأمّا بناته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 يتركن وراءهن أطفالاً</w:t>
      </w:r>
      <w:r w:rsidR="00455A43">
        <w:rPr>
          <w:rtl/>
        </w:rPr>
        <w:t>،</w:t>
      </w:r>
      <w:r w:rsidRPr="00402856">
        <w:rPr>
          <w:rtl/>
        </w:rPr>
        <w:t xml:space="preserve"> ما عدا السيدة زينب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التي لم تنجب سوى علي الذي مات صغيراً وأُمامة التي تزوجها الإمام علي بعد الزهراء</w:t>
      </w:r>
      <w:r w:rsidR="00455A43">
        <w:rPr>
          <w:rtl/>
        </w:rPr>
        <w:t>،</w:t>
      </w:r>
      <w:r w:rsidRPr="00402856">
        <w:rPr>
          <w:rtl/>
        </w:rPr>
        <w:t xml:space="preserve"> بوصيّة منها</w:t>
      </w:r>
      <w:r w:rsidR="00455A43">
        <w:rPr>
          <w:rtl/>
        </w:rPr>
        <w:t>،</w:t>
      </w:r>
      <w:r w:rsidRPr="00402856">
        <w:rPr>
          <w:rtl/>
        </w:rPr>
        <w:t xml:space="preserve"> ولكنّها لم تنجب له أولاداً</w:t>
      </w:r>
      <w:r w:rsidR="00455A43">
        <w:rPr>
          <w:rtl/>
        </w:rPr>
        <w:t>،</w:t>
      </w:r>
      <w:r w:rsidRPr="00402856">
        <w:rPr>
          <w:rtl/>
        </w:rPr>
        <w:t xml:space="preserve"> ولم يبقَ من بناته الطاهرات غير الزهراء البتول</w:t>
      </w:r>
      <w:r w:rsidR="00455A43">
        <w:rPr>
          <w:rtl/>
        </w:rPr>
        <w:t>،</w:t>
      </w:r>
      <w:r w:rsidRPr="00402856">
        <w:rPr>
          <w:rtl/>
        </w:rPr>
        <w:t xml:space="preserve"> قد أنجبت من الإمام علي الحسن والحسين </w:t>
      </w:r>
      <w:r w:rsidR="00352E1E">
        <w:rPr>
          <w:rtl/>
        </w:rPr>
        <w:t>(</w:t>
      </w:r>
      <w:r w:rsidRPr="00402856">
        <w:rPr>
          <w:rtl/>
        </w:rPr>
        <w:t>ومحسن الذي مات صغيراً</w:t>
      </w:r>
      <w:r w:rsidR="00352E1E">
        <w:rPr>
          <w:rtl/>
        </w:rPr>
        <w:t>)</w:t>
      </w:r>
      <w:r w:rsidRPr="00402856">
        <w:rPr>
          <w:rtl/>
        </w:rPr>
        <w:t xml:space="preserve"> وأُم كلثوم وزينب الكبرى</w:t>
      </w:r>
      <w:r w:rsidR="00455A43">
        <w:rPr>
          <w:rtl/>
        </w:rPr>
        <w:t>،</w:t>
      </w:r>
      <w:r w:rsidRPr="00402856">
        <w:rPr>
          <w:rtl/>
        </w:rPr>
        <w:t xml:space="preserve"> الشهيرة بعقيلة بني هاشم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عنهم أجمعين</w:t>
      </w:r>
      <w:r w:rsidR="00455A43">
        <w:rPr>
          <w:rtl/>
        </w:rPr>
        <w:t>،</w:t>
      </w:r>
      <w:r w:rsidRPr="00402856">
        <w:rPr>
          <w:rtl/>
        </w:rPr>
        <w:t xml:space="preserve"> ولم يكن لسيّدنا رسول الله صلّى الله عليه وسلّم عَقب إلاّ من الزهراء</w:t>
      </w:r>
      <w:r w:rsidR="00455A43">
        <w:rPr>
          <w:rtl/>
        </w:rPr>
        <w:t>،</w:t>
      </w:r>
      <w:r w:rsidRPr="00402856">
        <w:rPr>
          <w:rtl/>
        </w:rPr>
        <w:t xml:space="preserve"> وأعظِم بها مفخرة</w:t>
      </w:r>
      <w:r w:rsidR="00455A43">
        <w:rPr>
          <w:rtl/>
        </w:rPr>
        <w:t>،</w:t>
      </w:r>
      <w:r w:rsidRPr="00402856">
        <w:rPr>
          <w:rtl/>
        </w:rPr>
        <w:t xml:space="preserve"> وهكذا كان من ذريّة الزهراء</w:t>
      </w:r>
      <w:r w:rsidR="00455A43">
        <w:rPr>
          <w:rtl/>
        </w:rPr>
        <w:t>،</w:t>
      </w:r>
      <w:r w:rsidRPr="00402856">
        <w:rPr>
          <w:rtl/>
        </w:rPr>
        <w:t xml:space="preserve"> من أبناء الحسن والحسين جميع السادة الأشراف</w:t>
      </w:r>
      <w:r w:rsidR="00455A43">
        <w:rPr>
          <w:rtl/>
        </w:rPr>
        <w:t>،</w:t>
      </w:r>
      <w:r w:rsidRPr="00402856">
        <w:rPr>
          <w:rtl/>
        </w:rPr>
        <w:t xml:space="preserve"> ذرية سيّدنا ومولانا وجدّنا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وروى الطبراني والخطيب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 يبعث الله نبيّاً قط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جعل ذريّته من صُلبه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غيري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الله جعل ذريتي من صُلب علي </w:t>
      </w:r>
      <w:r w:rsidR="00352E1E" w:rsidRPr="00352E1E">
        <w:rPr>
          <w:rStyle w:val="libAlaemChar"/>
          <w:rtl/>
        </w:rPr>
        <w:t>رضي‌الله‌عنه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أحمد والطبراني وأبو يعلى والمُحب الطبري أنّ عمر بن الخطّاب رضي الله عنه خَطب إلى علي بن أبي طالب رضي الله عنه أُم كلثوم</w:t>
      </w:r>
      <w:r w:rsidR="00455A43">
        <w:rPr>
          <w:rtl/>
        </w:rPr>
        <w:t>،</w:t>
      </w:r>
      <w:r w:rsidRPr="00402856">
        <w:rPr>
          <w:rtl/>
        </w:rPr>
        <w:t xml:space="preserve"> فاعتلّ عليّ بصغرها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إنّي لم أرد الباه</w:t>
      </w:r>
      <w:r w:rsidR="00455A43">
        <w:rPr>
          <w:rtl/>
        </w:rPr>
        <w:t>،</w:t>
      </w:r>
      <w:r w:rsidRPr="00402856">
        <w:rPr>
          <w:rtl/>
        </w:rPr>
        <w:t xml:space="preserve"> ولكنّي سمعتُ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 سَبَبٍ ونسبٍ منقطع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ماخلا سببي ونسبي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وكلّ وِلد أب فإنّ عصبتهم لأبيهم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وِلد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فأنا أبوهم وعُصبتهم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عمر بن الخطاب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بني أُنثى فإنّ عصبتهم لأبيهم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وِلد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عُصبتهم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أبوهم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وعن فاطمة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لكلّ بني أُنثى عصبة ينتمون إليه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وِلد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فأنا وليّهم وأنا عصبتهم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الحاكم</w:t>
      </w:r>
      <w:r w:rsidR="00455A43">
        <w:rPr>
          <w:rtl/>
        </w:rPr>
        <w:t>،</w:t>
      </w:r>
      <w:r w:rsidRPr="00402856">
        <w:rPr>
          <w:rtl/>
        </w:rPr>
        <w:t xml:space="preserve"> عن جابر أنّه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لكلّ بني أُم عُصبة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بني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فأنا وليّهم وعصبتهم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ابن عباس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خُلق الناس من أشجار شتّى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وخُلقت أنا وعلي بن أبي طالب من شجرة واحدة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فما قولكم في شجرة أنا أصلها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فرعها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وعليّ لقاحها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والحسن والحسين ثمرتها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وشيعتنا أوراقها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فمَن تعلّق بغصن من أغصانها ساقه إلى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تركها هوى إلى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شجرة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فرعها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وعليّ لقاحها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والحسن والحسين ثمرتها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وشيعتنا ورقها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فالشجرة أصلها في جنّة عدن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والأصل والفرع واللقاح والثمر والورق في الجنّة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وهكذا كان نسلُ فاطمة وعلي نسلاً مُباركاً للنبي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النبي صلّى الله عليه وسلّم إنّما كان يدعو الحسن والحسين ابنيه</w:t>
      </w:r>
      <w:r w:rsidR="00455A43">
        <w:rPr>
          <w:rtl/>
        </w:rPr>
        <w:t>،</w:t>
      </w:r>
      <w:r w:rsidRPr="00402856">
        <w:rPr>
          <w:rtl/>
        </w:rPr>
        <w:t xml:space="preserve"> فيقول صلّى الله عليه وسلّم في الحسن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أنس بن مالك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كان يقول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ادعي ابنَيَّ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فيشمّهما ويضمّهما إليه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وروى الإمام أحمد والحاكم وأبو نعيم والطبراني</w:t>
      </w:r>
      <w:r w:rsidR="00455A43">
        <w:rPr>
          <w:rtl/>
        </w:rPr>
        <w:t>،</w:t>
      </w:r>
      <w:r w:rsidRPr="00402856">
        <w:rPr>
          <w:rtl/>
        </w:rPr>
        <w:t xml:space="preserve"> أنّ النبيّ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حسين منّي وأنا مِن حُسين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أحبّ الله مَن أحبّ حسيناً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حسين سبط من الأسباط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هذا فضلاً عن أنّه لم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 xml:space="preserve">نزلت آية المباهلة </w:t>
      </w:r>
      <w:r w:rsidR="00352E1E">
        <w:rPr>
          <w:rtl/>
        </w:rPr>
        <w:t>(</w:t>
      </w:r>
      <w:r w:rsidRPr="00402856">
        <w:rPr>
          <w:rtl/>
        </w:rPr>
        <w:t>آل عمران 61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دعا النبي صلّى الله عليه وسلّم علياً وفاطمة والحسن والحسين وخرج للمباهلة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وقد أشرنا من قبل إلى قصّة الفقيه </w:t>
      </w:r>
      <w:r w:rsidR="00352E1E">
        <w:rPr>
          <w:rtl/>
        </w:rPr>
        <w:t>(</w:t>
      </w:r>
      <w:r w:rsidRPr="00402856">
        <w:rPr>
          <w:rtl/>
        </w:rPr>
        <w:t>يحيى بن يعمر</w:t>
      </w:r>
      <w:r w:rsidR="00352E1E">
        <w:rPr>
          <w:rtl/>
        </w:rPr>
        <w:t>)</w:t>
      </w:r>
      <w:r w:rsidRPr="00402856">
        <w:rPr>
          <w:rtl/>
        </w:rPr>
        <w:t xml:space="preserve"> مع الحجّاج الثقفي</w:t>
      </w:r>
      <w:r w:rsidR="00455A43">
        <w:rPr>
          <w:rtl/>
        </w:rPr>
        <w:t>،</w:t>
      </w:r>
      <w:r w:rsidRPr="00402856">
        <w:rPr>
          <w:rtl/>
        </w:rPr>
        <w:t xml:space="preserve"> كما جاءت عن الشعبي</w:t>
      </w:r>
      <w:r w:rsidR="00455A43">
        <w:rPr>
          <w:rtl/>
        </w:rPr>
        <w:t>،</w:t>
      </w:r>
      <w:r w:rsidRPr="00402856">
        <w:rPr>
          <w:rtl/>
        </w:rPr>
        <w:t xml:space="preserve"> وكما رواها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عاصم بن بهدلة</w:t>
      </w:r>
      <w:r w:rsidR="00455A43">
        <w:rPr>
          <w:rtl/>
        </w:rPr>
        <w:t>،</w:t>
      </w:r>
      <w:r w:rsidRPr="00402856">
        <w:rPr>
          <w:rtl/>
        </w:rPr>
        <w:t xml:space="preserve"> وكيف أثبت يحيى للحجّاج من الآيتين الكريمتين 84</w:t>
      </w:r>
      <w:r w:rsidR="00455A43">
        <w:rPr>
          <w:rtl/>
        </w:rPr>
        <w:t>،</w:t>
      </w:r>
      <w:r w:rsidRPr="00402856">
        <w:rPr>
          <w:rtl/>
        </w:rPr>
        <w:t xml:space="preserve"> 85 من الأنعام أنّ الحسن والحسين من ذريّة النبيّ صلّى الله عليه وسلّم عن طريق أُمّهما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كما أنّ عيسى بن مريم من ذريّة إبراهيم عن طريق أُمّه مريم ابنة عمران</w:t>
      </w:r>
      <w:r w:rsidR="00455A43">
        <w:rPr>
          <w:rtl/>
        </w:rPr>
        <w:t>،</w:t>
      </w:r>
      <w:r w:rsidRPr="00402856">
        <w:rPr>
          <w:rtl/>
        </w:rPr>
        <w:t xml:space="preserve"> صلوات الله وسلامه عليهم جميعاً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Pr="00402856" w:rsidRDefault="00402856" w:rsidP="00402856">
      <w:pPr>
        <w:pStyle w:val="Heading2Center"/>
        <w:rPr>
          <w:rtl/>
        </w:rPr>
      </w:pPr>
      <w:bookmarkStart w:id="11" w:name="07"/>
      <w:bookmarkStart w:id="12" w:name="_Toc413931526"/>
      <w:r w:rsidRPr="004D7EF0">
        <w:rPr>
          <w:rtl/>
        </w:rPr>
        <w:lastRenderedPageBreak/>
        <w:t>القسم الثاني</w:t>
      </w:r>
      <w:bookmarkEnd w:id="11"/>
      <w:bookmarkEnd w:id="12"/>
    </w:p>
    <w:p w:rsidR="00402856" w:rsidRPr="00402856" w:rsidRDefault="00402856" w:rsidP="00402856">
      <w:pPr>
        <w:pStyle w:val="Heading2Center"/>
        <w:rPr>
          <w:rtl/>
        </w:rPr>
      </w:pPr>
      <w:bookmarkStart w:id="13" w:name="_Toc413931527"/>
      <w:r w:rsidRPr="004D7EF0">
        <w:rPr>
          <w:rtl/>
        </w:rPr>
        <w:t>السيّدة فاطمة الزهراء</w:t>
      </w:r>
      <w:bookmarkEnd w:id="13"/>
      <w:r w:rsidRPr="004D7EF0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قال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سيّدة نساء أهل الجنة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البخاري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وقال صلّى الله عليه وسلّم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أما ترضين أن تكوني سيّدة نساء أهل الجنة</w:t>
      </w:r>
      <w:r w:rsidR="00AF124A">
        <w:rPr>
          <w:rtl/>
        </w:rPr>
        <w:t xml:space="preserve"> - </w:t>
      </w:r>
      <w:r w:rsidRPr="00402856">
        <w:rPr>
          <w:rtl/>
        </w:rPr>
        <w:t xml:space="preserve">أو </w:t>
      </w:r>
      <w:r w:rsidRPr="00402856">
        <w:rPr>
          <w:rStyle w:val="libBold2Char"/>
          <w:rtl/>
        </w:rPr>
        <w:t>نساء المؤمنين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البخاري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أغضبها فقد أغضبني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البخاري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5A636F" w:rsidRDefault="005A636F" w:rsidP="005A636F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Default="00402856" w:rsidP="00402856">
      <w:pPr>
        <w:pStyle w:val="Heading3"/>
        <w:rPr>
          <w:rtl/>
        </w:rPr>
      </w:pPr>
      <w:bookmarkStart w:id="14" w:name="_Toc413931528"/>
      <w:r w:rsidRPr="004D7EF0">
        <w:rPr>
          <w:rtl/>
        </w:rPr>
        <w:lastRenderedPageBreak/>
        <w:t>الفصلُ الأوّل</w:t>
      </w:r>
      <w:r w:rsidR="00455A43">
        <w:rPr>
          <w:rtl/>
        </w:rPr>
        <w:t>:</w:t>
      </w:r>
      <w:r w:rsidRPr="004D7EF0">
        <w:rPr>
          <w:rtl/>
        </w:rPr>
        <w:t xml:space="preserve"> في رِحاب النبي صلّى الله عليه وسلّم</w:t>
      </w:r>
      <w:bookmarkEnd w:id="14"/>
      <w:r w:rsidRPr="004D7EF0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4D7EF0">
        <w:rPr>
          <w:rtl/>
        </w:rPr>
        <w:t xml:space="preserve">1 - مولد الزهراء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رُزق النبي صلّى الله عليه وسلّم مِن زوجه الطاهرة خديجة رضي الله عنها في مكّة المكرمة بالزهراء في يوم الجمعة</w:t>
      </w:r>
      <w:r w:rsidR="00455A43">
        <w:rPr>
          <w:rtl/>
        </w:rPr>
        <w:t>،</w:t>
      </w:r>
      <w:r w:rsidRPr="00402856">
        <w:rPr>
          <w:rtl/>
        </w:rPr>
        <w:t xml:space="preserve"> العشرين من جمادى الآخرة</w:t>
      </w:r>
      <w:r w:rsidR="00455A43">
        <w:rPr>
          <w:rtl/>
        </w:rPr>
        <w:t>،</w:t>
      </w:r>
      <w:r w:rsidRPr="00402856">
        <w:rPr>
          <w:rtl/>
        </w:rPr>
        <w:t xml:space="preserve"> وقريش تبني الكعبة</w:t>
      </w:r>
      <w:r w:rsidR="00455A43">
        <w:rPr>
          <w:rtl/>
        </w:rPr>
        <w:t>،</w:t>
      </w:r>
      <w:r w:rsidRPr="00402856">
        <w:rPr>
          <w:rtl/>
        </w:rPr>
        <w:t xml:space="preserve"> وذلك قبل البعثة بخمس سنين</w:t>
      </w:r>
      <w:r w:rsidR="00455A43">
        <w:rPr>
          <w:rtl/>
        </w:rPr>
        <w:t>،</w:t>
      </w:r>
      <w:r w:rsidRPr="00402856">
        <w:rPr>
          <w:rtl/>
        </w:rPr>
        <w:t xml:space="preserve"> فيما يرى كبار كتّاب السِيرة من أمثال ابن إسحاق وابن هشام والطبري</w:t>
      </w:r>
      <w:r w:rsidR="00455A43">
        <w:rPr>
          <w:rtl/>
        </w:rPr>
        <w:t>،</w:t>
      </w:r>
      <w:r w:rsidRPr="00402856">
        <w:rPr>
          <w:rtl/>
        </w:rPr>
        <w:t xml:space="preserve"> وهي أصغر بنات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فإذا كانت قريش قد أعادت بناء الكعبة حوالي عام 606 م</w:t>
      </w:r>
      <w:r w:rsidR="00455A43">
        <w:rPr>
          <w:rtl/>
        </w:rPr>
        <w:t>،</w:t>
      </w:r>
      <w:r w:rsidRPr="00402856">
        <w:rPr>
          <w:rtl/>
        </w:rPr>
        <w:t xml:space="preserve"> فهذا يعني أنّ الزهراء قد وُلدت عام 606 م </w:t>
      </w:r>
      <w:r w:rsidR="00352E1E">
        <w:rPr>
          <w:rtl/>
        </w:rPr>
        <w:t>(</w:t>
      </w:r>
      <w:r w:rsidRPr="00402856">
        <w:rPr>
          <w:rtl/>
        </w:rPr>
        <w:t>18 قبل الهجرة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على أنّ هناك مَن يرى أنّها ولدت قبل البعثة بستّة أشهر</w:t>
      </w:r>
      <w:r w:rsidR="00455A43">
        <w:rPr>
          <w:rtl/>
        </w:rPr>
        <w:t>،</w:t>
      </w:r>
      <w:r w:rsidRPr="00402856">
        <w:rPr>
          <w:rtl/>
        </w:rPr>
        <w:t xml:space="preserve"> وهناك وجه آخر للنظر يذهب إلى أنّ الزهراء إنّما وُلدت على أيّام النبوّة</w:t>
      </w:r>
      <w:r w:rsidR="00455A43">
        <w:rPr>
          <w:rtl/>
        </w:rPr>
        <w:t>،</w:t>
      </w:r>
      <w:r w:rsidRPr="00402856">
        <w:rPr>
          <w:rtl/>
        </w:rPr>
        <w:t xml:space="preserve"> وليس قبلها</w:t>
      </w:r>
      <w:r w:rsidR="00455A43">
        <w:rPr>
          <w:rtl/>
        </w:rPr>
        <w:t>،</w:t>
      </w:r>
      <w:r w:rsidRPr="00402856">
        <w:rPr>
          <w:rtl/>
        </w:rPr>
        <w:t xml:space="preserve"> فلقد روى الحاكم في المستدرك وابن عبد البَرّ في الاستيعاب أنّها وُلدت سَنة إحدى وأربعين من مولد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أي بعد البعثة بسنة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عام 611 / 612 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بل إنّ الشيخ الطوسي إنّما يذهب في مصباح المُتهجّد إلى أنّها وُلدت بعد المبعث بسنتين</w:t>
      </w:r>
      <w:r w:rsidR="00455A43">
        <w:rPr>
          <w:rtl/>
        </w:rPr>
        <w:t>،</w:t>
      </w:r>
      <w:r w:rsidRPr="00402856">
        <w:rPr>
          <w:rtl/>
        </w:rPr>
        <w:t xml:space="preserve"> بل إنّ هناك رواية تُنسب إلى الإمام الباقر</w:t>
      </w:r>
      <w:r w:rsidR="00455A43">
        <w:rPr>
          <w:rtl/>
        </w:rPr>
        <w:t>،</w:t>
      </w:r>
      <w:r w:rsidRPr="00402856">
        <w:rPr>
          <w:rtl/>
        </w:rPr>
        <w:t xml:space="preserve"> تذهب إلى أنّ مولد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إنّما كان في العام الخامس من بعثة النبي صلّى الله عليه وسلّم </w:t>
      </w:r>
      <w:r w:rsidR="00352E1E">
        <w:rPr>
          <w:rtl/>
        </w:rPr>
        <w:t>(</w:t>
      </w:r>
      <w:r w:rsidRPr="00402856">
        <w:rPr>
          <w:rtl/>
        </w:rPr>
        <w:t>عام 614 / 615 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وهكذا اختلف العلماء في مولد الزهراء</w:t>
      </w:r>
      <w:r w:rsidR="00455A43">
        <w:rPr>
          <w:rtl/>
        </w:rPr>
        <w:t>،</w:t>
      </w:r>
      <w:r w:rsidRPr="00402856">
        <w:rPr>
          <w:rtl/>
        </w:rPr>
        <w:t xml:space="preserve"> وبالتالي فقد اختلفوا في سِنّها يوم زُفّت إلى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وفي سِنّها يوم انتقلت إلى الرفيق الأعلى في الثالث من رمضان عام 11 هـ ‍</w:t>
      </w:r>
      <w:r w:rsidR="00352E1E">
        <w:rPr>
          <w:rtl/>
        </w:rPr>
        <w:t>(</w:t>
      </w:r>
      <w:r w:rsidRPr="00402856">
        <w:rPr>
          <w:rtl/>
        </w:rPr>
        <w:t>أُخريات عام 632 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على أنّ أكثر العلماء من أهل البيت يرون أنّه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وُلدت قبل البعثة بخمس سِنين</w:t>
      </w:r>
      <w:r w:rsidR="00455A43">
        <w:rPr>
          <w:rtl/>
        </w:rPr>
        <w:t>،</w:t>
      </w:r>
      <w:r w:rsidRPr="00402856">
        <w:rPr>
          <w:rtl/>
        </w:rPr>
        <w:t xml:space="preserve"> وقد رُويَ أنّ العباس دخل على عليّ وفاطمة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وأحدهما يقول للآخر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أيّنا أكبر</w:t>
      </w:r>
      <w:r w:rsidR="00455A43">
        <w:rPr>
          <w:rtl/>
        </w:rPr>
        <w:t>؟</w:t>
      </w:r>
      <w:r w:rsidR="00352E1E">
        <w:rPr>
          <w:rtl/>
        </w:rPr>
        <w:t>)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فقال العبّاس</w:t>
      </w:r>
      <w:r w:rsidR="00455A43">
        <w:rPr>
          <w:rtl/>
        </w:rPr>
        <w:t>:</w:t>
      </w:r>
      <w:r w:rsidRPr="00402856">
        <w:rPr>
          <w:rtl/>
        </w:rPr>
        <w:t xml:space="preserve"> وُلدتَ يا علي قبل بناء قريش البيت بسنوات</w:t>
      </w:r>
      <w:r w:rsidR="00455A43">
        <w:rPr>
          <w:rtl/>
        </w:rPr>
        <w:t>،</w:t>
      </w:r>
      <w:r w:rsidRPr="00402856">
        <w:rPr>
          <w:rtl/>
        </w:rPr>
        <w:t xml:space="preserve"> وولدتِ أنتِ يا فاطمة وقريش تبني البيت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كان مولد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بشير سلام وأمن لقريش جميعاً</w:t>
      </w:r>
      <w:r w:rsidR="00455A43">
        <w:rPr>
          <w:rtl/>
        </w:rPr>
        <w:t>؛</w:t>
      </w:r>
      <w:r w:rsidRPr="00402856">
        <w:rPr>
          <w:rtl/>
        </w:rPr>
        <w:t xml:space="preserve"> ذلك لأنّ مولدها إنّما وافق اجتماع قُريش لبناء الكعبة</w:t>
      </w:r>
      <w:r w:rsidR="00455A43">
        <w:rPr>
          <w:rtl/>
        </w:rPr>
        <w:t>،</w:t>
      </w:r>
      <w:r w:rsidRPr="00402856">
        <w:rPr>
          <w:rtl/>
        </w:rPr>
        <w:t xml:space="preserve"> ويحدّثنا التاريخ أنّ القوم كادوا يقتتلون على من يَحوز شَرَف إعادة الحَجر الأسود إلى مكانه</w:t>
      </w:r>
      <w:r w:rsidR="00455A43">
        <w:rPr>
          <w:rtl/>
        </w:rPr>
        <w:t>،</w:t>
      </w:r>
      <w:r w:rsidRPr="00402856">
        <w:rPr>
          <w:rtl/>
        </w:rPr>
        <w:t xml:space="preserve"> لولا حِكمة سيّد الأوّلين والآخرين</w:t>
      </w:r>
      <w:r w:rsidR="00455A43">
        <w:rPr>
          <w:rtl/>
        </w:rPr>
        <w:t>،</w:t>
      </w:r>
      <w:r w:rsidRPr="00402856">
        <w:rPr>
          <w:rtl/>
        </w:rPr>
        <w:t xml:space="preserve"> سيّدنا ومولانا وجدّنا محمّد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وذلك بأن وضع الحجر في ثوب</w:t>
      </w:r>
      <w:r w:rsidR="00455A43">
        <w:rPr>
          <w:rtl/>
        </w:rPr>
        <w:t>،</w:t>
      </w:r>
      <w:r w:rsidRPr="00402856">
        <w:rPr>
          <w:rtl/>
        </w:rPr>
        <w:t xml:space="preserve"> ثُمّ أمر بأنْ تأخذ كلّ قبيلة بناحية من الثوب</w:t>
      </w:r>
      <w:r w:rsidR="00455A43">
        <w:rPr>
          <w:rtl/>
        </w:rPr>
        <w:t>،</w:t>
      </w:r>
      <w:r w:rsidRPr="00402856">
        <w:rPr>
          <w:rtl/>
        </w:rPr>
        <w:t xml:space="preserve"> ثُمّ رفعوه جميعاً</w:t>
      </w:r>
      <w:r w:rsidR="00455A43">
        <w:rPr>
          <w:rtl/>
        </w:rPr>
        <w:t>،</w:t>
      </w:r>
      <w:r w:rsidRPr="00402856">
        <w:rPr>
          <w:rtl/>
        </w:rPr>
        <w:t xml:space="preserve"> فلمّا بلغوا موضعه</w:t>
      </w:r>
      <w:r w:rsidR="00455A43">
        <w:rPr>
          <w:rtl/>
        </w:rPr>
        <w:t>،</w:t>
      </w:r>
      <w:r w:rsidRPr="00402856">
        <w:rPr>
          <w:rtl/>
        </w:rPr>
        <w:t xml:space="preserve"> وضعه بيده الشريفة ثُمّ بنى عليه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استبشر النبيّ صلّى الله عليه وسلّم بمولد الزهراء</w:t>
      </w:r>
      <w:r w:rsidR="00455A43">
        <w:rPr>
          <w:rtl/>
        </w:rPr>
        <w:t>،</w:t>
      </w:r>
      <w:r w:rsidRPr="00402856">
        <w:rPr>
          <w:rtl/>
        </w:rPr>
        <w:t xml:space="preserve"> إذ اقترن مولدها بإقامة البيت الحرام وتجديده</w:t>
      </w:r>
      <w:r w:rsidR="00455A43">
        <w:rPr>
          <w:rtl/>
        </w:rPr>
        <w:t>،</w:t>
      </w:r>
      <w:r w:rsidRPr="00402856">
        <w:rPr>
          <w:rtl/>
        </w:rPr>
        <w:t xml:space="preserve"> دون أن تختصم قريش</w:t>
      </w:r>
      <w:r w:rsidR="00455A43">
        <w:rPr>
          <w:rtl/>
        </w:rPr>
        <w:t>،</w:t>
      </w:r>
      <w:r w:rsidRPr="00402856">
        <w:rPr>
          <w:rtl/>
        </w:rPr>
        <w:t xml:space="preserve"> ودون أن تتفرّق كلمتها</w:t>
      </w:r>
      <w:r w:rsidR="00455A43">
        <w:rPr>
          <w:rtl/>
        </w:rPr>
        <w:t>،</w:t>
      </w:r>
      <w:r w:rsidRPr="00402856">
        <w:rPr>
          <w:rtl/>
        </w:rPr>
        <w:t xml:space="preserve"> وإنّما جمع الله شملها على يد أبي الزهراء في أيّام مولد الزهراء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كان النبي صلّى الله عليه وسلّم قد بُشّر بمولدها قبل أن تولد</w:t>
      </w:r>
      <w:r w:rsidR="00455A43">
        <w:rPr>
          <w:rtl/>
        </w:rPr>
        <w:t>،</w:t>
      </w:r>
      <w:r w:rsidRPr="00402856">
        <w:rPr>
          <w:rtl/>
        </w:rPr>
        <w:t xml:space="preserve"> روى أنّه صلّى الله عليه وسلّم قال لزوجه خديجة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خديجة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هذا جبرئيل يُبشرني أنّها أُنثى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وأنّها النسمة الطاهرة الميمونة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الله سيجعل نسلي منها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وسيجعل من نسلها أئمة من الأُمّة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ويجعلهم خُلفاء في أرضه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ووضعت خديجة فاطمة طاهرة مُطهّرة</w:t>
      </w:r>
      <w:r w:rsidR="00455A43">
        <w:rPr>
          <w:rtl/>
        </w:rPr>
        <w:t>،</w:t>
      </w:r>
      <w:r w:rsidRPr="00402856">
        <w:rPr>
          <w:rtl/>
        </w:rPr>
        <w:t xml:space="preserve"> فلمّا سقطت إلى الأرض أشرق منها نور حتى دخل بيوت مكّة</w:t>
      </w:r>
      <w:r w:rsidR="00455A43">
        <w:rPr>
          <w:rtl/>
        </w:rPr>
        <w:t>،</w:t>
      </w:r>
      <w:r w:rsidRPr="00402856">
        <w:rPr>
          <w:rtl/>
        </w:rPr>
        <w:t xml:space="preserve"> ولم يبقَ من شرق الأرض ولا غربها موضع إلاّ أشرق فيه ذلك النور</w:t>
      </w:r>
      <w:r w:rsidR="00455A43">
        <w:rPr>
          <w:rtl/>
        </w:rPr>
        <w:t>،</w:t>
      </w:r>
      <w:r w:rsidRPr="00402856">
        <w:rPr>
          <w:rtl/>
        </w:rPr>
        <w:t xml:space="preserve"> وما أن عرف رسول الله صلّى الله عليه وسلّم بولادتها حتّى سجدَ شُكراً لله تعالى</w:t>
      </w:r>
      <w:r w:rsidR="00455A43">
        <w:rPr>
          <w:rtl/>
        </w:rPr>
        <w:t>،</w:t>
      </w:r>
      <w:r w:rsidRPr="00402856">
        <w:rPr>
          <w:rtl/>
        </w:rPr>
        <w:t xml:space="preserve"> وقد أُلهم بأنّه سيكون منها سلالته وعترته</w:t>
      </w:r>
      <w:r w:rsidR="00455A43">
        <w:rPr>
          <w:rtl/>
        </w:rPr>
        <w:t>؛</w:t>
      </w:r>
      <w:r w:rsidRPr="00402856">
        <w:rPr>
          <w:rtl/>
        </w:rPr>
        <w:t xml:space="preserve"> فكانت أحبّ وُلده إليه</w:t>
      </w:r>
      <w:r w:rsidR="00455A43">
        <w:rPr>
          <w:rtl/>
        </w:rPr>
        <w:t>،</w:t>
      </w:r>
      <w:r w:rsidRPr="00402856">
        <w:rPr>
          <w:rtl/>
        </w:rPr>
        <w:t xml:space="preserve"> وأقرّهم لعينه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4D7EF0">
        <w:rPr>
          <w:rtl/>
        </w:rPr>
        <w:t xml:space="preserve">2 - أسماءُ الزهراء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حملت فاطمة الزهراء عليها السلام تسعة أسماء</w:t>
      </w:r>
      <w:r w:rsidR="00455A43">
        <w:rPr>
          <w:rtl/>
        </w:rPr>
        <w:t>،</w:t>
      </w:r>
      <w:r w:rsidRPr="00402856">
        <w:rPr>
          <w:rtl/>
        </w:rPr>
        <w:t xml:space="preserve"> هُن</w:t>
      </w:r>
      <w:r w:rsidR="00455A43">
        <w:rPr>
          <w:rtl/>
        </w:rPr>
        <w:t>:</w:t>
      </w:r>
      <w:r w:rsidRPr="00402856">
        <w:rPr>
          <w:rtl/>
        </w:rPr>
        <w:t xml:space="preserve"> فاطمة والصديقة والمُباركة والطاهرة والزكيّة والراضيّة والمرضيّة والمُحدّثة والزهراء</w:t>
      </w:r>
      <w:r w:rsidR="00455A43">
        <w:rPr>
          <w:rtl/>
        </w:rPr>
        <w:t>،</w:t>
      </w:r>
      <w:r w:rsidRPr="00402856">
        <w:rPr>
          <w:rtl/>
        </w:rPr>
        <w:t xml:space="preserve"> كما كان سيّدنا رسول الله صلّى الله عليه وسلّم يلقّبها بـ ‍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أُمّ أبيها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لحنانها عليه وحبّها الدائم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وأمّا اسمها الأوّل </w:t>
      </w:r>
      <w:r w:rsidR="00352E1E">
        <w:rPr>
          <w:rtl/>
        </w:rPr>
        <w:t>(</w:t>
      </w:r>
      <w:r w:rsidRPr="00402856">
        <w:rPr>
          <w:rtl/>
        </w:rPr>
        <w:t>فاطمة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فهو اسم لم يكن غريباً عند العرب</w:t>
      </w:r>
      <w:r w:rsidR="00455A43">
        <w:rPr>
          <w:rtl/>
        </w:rPr>
        <w:t>،</w:t>
      </w:r>
      <w:r w:rsidRPr="00402856">
        <w:rPr>
          <w:rtl/>
        </w:rPr>
        <w:t xml:space="preserve"> فقد كانت زوج أبي طالب وأُم الإمام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عليّ تُسمّى فاطمة</w:t>
      </w:r>
      <w:r w:rsidR="00455A43">
        <w:rPr>
          <w:rtl/>
        </w:rPr>
        <w:t>،</w:t>
      </w:r>
      <w:r w:rsidRPr="00402856">
        <w:rPr>
          <w:rtl/>
        </w:rPr>
        <w:t xml:space="preserve"> وكان الرسول صلّى الله عليه وسلّم يُناديها </w:t>
      </w:r>
      <w:r w:rsidR="00352E1E">
        <w:rPr>
          <w:rtl/>
        </w:rPr>
        <w:t>(</w:t>
      </w:r>
      <w:r w:rsidRPr="00402856">
        <w:rPr>
          <w:rtl/>
        </w:rPr>
        <w:t>يا أُمّاه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وهناك فاطمة بنت حمزة سيّد الشهداء وأسد الله ورسوله</w:t>
      </w:r>
      <w:r w:rsidR="00455A43">
        <w:rPr>
          <w:rtl/>
        </w:rPr>
        <w:t>،</w:t>
      </w:r>
      <w:r w:rsidRPr="00402856">
        <w:rPr>
          <w:rtl/>
        </w:rPr>
        <w:t xml:space="preserve"> وهناك فاطمة بنت عتبة وغيرهن</w:t>
      </w:r>
      <w:r w:rsidR="00455A43">
        <w:rPr>
          <w:rtl/>
        </w:rPr>
        <w:t>،</w:t>
      </w:r>
      <w:r w:rsidRPr="00402856">
        <w:rPr>
          <w:rtl/>
        </w:rPr>
        <w:t xml:space="preserve"> غير أنّ اسم فاطمة للزهراء إنّما كان له معنى خاصّاً</w:t>
      </w:r>
      <w:r w:rsidR="00455A43">
        <w:rPr>
          <w:rtl/>
        </w:rPr>
        <w:t>،</w:t>
      </w:r>
      <w:r w:rsidRPr="00402856">
        <w:rPr>
          <w:rtl/>
        </w:rPr>
        <w:t xml:space="preserve"> روى المُحب الطبري في </w:t>
      </w:r>
      <w:r w:rsidR="00352E1E">
        <w:rPr>
          <w:rtl/>
        </w:rPr>
        <w:t>(</w:t>
      </w:r>
      <w:r w:rsidRPr="00402856">
        <w:rPr>
          <w:rtl/>
        </w:rPr>
        <w:t>ذخائر العُقبى في مناقب ذوي القربى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أخرج الحافظ الدمشقي</w:t>
      </w:r>
      <w:r w:rsidR="00455A43">
        <w:rPr>
          <w:rtl/>
        </w:rPr>
        <w:t>،</w:t>
      </w:r>
      <w:r w:rsidRPr="00402856">
        <w:rPr>
          <w:rtl/>
        </w:rPr>
        <w:t xml:space="preserve"> عن الإمام علي كرّم الله وجهه في الجنّة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رسول الله صلّى الله عليه وسلّم لفاطمة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أتدرين لِمَ سُمّيتِ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 لِمَ سُمّيت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عزّ وجل قد فطمها وذريّتها من النار يوم القيامة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وعن ابن عبّاس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ابنتي فاطمة حوراء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إذ لم تحِض ولم تطمث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وإنّما سمّاها فاطمة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لأنّ الله عزّ وجل فطمها ومُحبّيها من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وأمّا لقب </w:t>
      </w:r>
      <w:r w:rsidR="00352E1E">
        <w:rPr>
          <w:rtl/>
        </w:rPr>
        <w:t>(</w:t>
      </w:r>
      <w:r w:rsidRPr="00402856">
        <w:rPr>
          <w:rtl/>
        </w:rPr>
        <w:t>الزهراء</w:t>
      </w:r>
      <w:r w:rsidR="00352E1E">
        <w:rPr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فلأنّها</w:t>
      </w:r>
      <w:r w:rsidR="00AF124A">
        <w:rPr>
          <w:rtl/>
        </w:rPr>
        <w:t xml:space="preserve"> - </w:t>
      </w:r>
      <w:r w:rsidRPr="00402856">
        <w:rPr>
          <w:rtl/>
        </w:rPr>
        <w:t>كما يقول الأُستاذ أبو علم</w:t>
      </w:r>
      <w:r w:rsidR="00AF124A">
        <w:rPr>
          <w:rtl/>
        </w:rPr>
        <w:t xml:space="preserve"> - </w:t>
      </w:r>
      <w:r w:rsidRPr="00402856">
        <w:rPr>
          <w:rtl/>
        </w:rPr>
        <w:t>بيضاء اللون</w:t>
      </w:r>
      <w:r w:rsidR="00455A43">
        <w:rPr>
          <w:rtl/>
        </w:rPr>
        <w:t>.</w:t>
      </w:r>
      <w:r w:rsidRPr="00402856">
        <w:rPr>
          <w:rtl/>
        </w:rPr>
        <w:t xml:space="preserve"> وروي عن الإمام جعفر الصادق</w:t>
      </w:r>
      <w:r w:rsidR="00455A43">
        <w:rPr>
          <w:rtl/>
        </w:rPr>
        <w:t>،</w:t>
      </w:r>
      <w:r w:rsidRPr="00402856">
        <w:rPr>
          <w:rtl/>
        </w:rPr>
        <w:t xml:space="preserve"> عن أبيه الإمام محمّد الباقر</w:t>
      </w:r>
      <w:r w:rsidR="00455A43">
        <w:rPr>
          <w:rtl/>
        </w:rPr>
        <w:t>،</w:t>
      </w:r>
      <w:r w:rsidRPr="00402856">
        <w:rPr>
          <w:rtl/>
        </w:rPr>
        <w:t xml:space="preserve"> عن أبيه الإمام علي زين العادين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سألت أبا عبد الله عليه السلام</w:t>
      </w:r>
      <w:r w:rsidR="00AF124A">
        <w:rPr>
          <w:rtl/>
        </w:rPr>
        <w:t xml:space="preserve"> - </w:t>
      </w:r>
      <w:r w:rsidRPr="00402856">
        <w:rPr>
          <w:rtl/>
        </w:rPr>
        <w:t>أي مولانا الإمام الحسين</w:t>
      </w:r>
      <w:r w:rsidR="00AF124A">
        <w:rPr>
          <w:rtl/>
        </w:rPr>
        <w:t xml:space="preserve"> - </w:t>
      </w:r>
      <w:r w:rsidRPr="00402856">
        <w:rPr>
          <w:rtl/>
        </w:rPr>
        <w:t>عن فاطمة</w:t>
      </w:r>
      <w:r w:rsidR="00455A43">
        <w:rPr>
          <w:rtl/>
        </w:rPr>
        <w:t>،</w:t>
      </w:r>
      <w:r w:rsidRPr="00402856">
        <w:rPr>
          <w:rtl/>
        </w:rPr>
        <w:t xml:space="preserve"> لِمَ سُمّيت الزهراء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لأنّها كانت إذا قامت في محرابها يزهر نورها لأهل السماء كما يزهر نور الكواكب لأهل الأرض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وروي أنّها عليها السلام سُمّيت الزهراء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لأنّ الله عزّ وجل خلقها من نور عظمته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وقيل</w:t>
      </w:r>
      <w:r w:rsidR="00455A43">
        <w:rPr>
          <w:rtl/>
        </w:rPr>
        <w:t>:</w:t>
      </w:r>
      <w:r w:rsidRPr="00402856">
        <w:rPr>
          <w:rtl/>
        </w:rPr>
        <w:t xml:space="preserve"> إنّها حين وضعتها السيدة خديجة رضي الله عنها حدث في السماء نورٌ زاهر لم ترَه الملائكة قبل ذلك اليوم</w:t>
      </w:r>
      <w:r w:rsidR="00455A43">
        <w:rPr>
          <w:rtl/>
        </w:rPr>
        <w:t>؛</w:t>
      </w:r>
      <w:r w:rsidRPr="00402856">
        <w:rPr>
          <w:rtl/>
        </w:rPr>
        <w:t xml:space="preserve"> وبذلك لُقّبت بالزهراء</w:t>
      </w:r>
      <w:r w:rsidR="00455A43">
        <w:rPr>
          <w:rtl/>
        </w:rPr>
        <w:t>،</w:t>
      </w:r>
      <w:r w:rsidRPr="00402856">
        <w:rPr>
          <w:rtl/>
        </w:rPr>
        <w:t xml:space="preserve"> وقيل</w:t>
      </w:r>
      <w:r w:rsidR="00455A43">
        <w:rPr>
          <w:rtl/>
        </w:rPr>
        <w:t>:</w:t>
      </w:r>
      <w:r w:rsidRPr="00402856">
        <w:rPr>
          <w:rtl/>
        </w:rPr>
        <w:t xml:space="preserve"> إنّها سمّيت الزهراء</w:t>
      </w:r>
      <w:r w:rsidR="00455A43">
        <w:rPr>
          <w:rtl/>
        </w:rPr>
        <w:t>؛</w:t>
      </w:r>
      <w:r w:rsidRPr="00402856">
        <w:rPr>
          <w:rtl/>
        </w:rPr>
        <w:t xml:space="preserve"> لأنّها كانت لا تحيض</w:t>
      </w:r>
      <w:r w:rsidR="00455A43">
        <w:rPr>
          <w:rtl/>
        </w:rPr>
        <w:t>،</w:t>
      </w:r>
      <w:r w:rsidRPr="00402856">
        <w:rPr>
          <w:rtl/>
        </w:rPr>
        <w:t xml:space="preserve"> وكانت إذا ولدت طهرت من نفاسها بعد ساعة حتى لا تفوتها صلاة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لقب المُحدّثة</w:t>
      </w:r>
      <w:r w:rsidR="00455A43">
        <w:rPr>
          <w:rtl/>
        </w:rPr>
        <w:t>؛</w:t>
      </w:r>
      <w:r w:rsidRPr="00402856">
        <w:rPr>
          <w:rtl/>
        </w:rPr>
        <w:t xml:space="preserve"> فلأنّ الملائكة كانت تهبط من السماء فتناديها</w:t>
      </w:r>
      <w:r w:rsidR="00455A43">
        <w:rPr>
          <w:rtl/>
        </w:rPr>
        <w:t>،</w:t>
      </w:r>
      <w:r w:rsidRPr="00402856">
        <w:rPr>
          <w:rtl/>
        </w:rPr>
        <w:t xml:space="preserve"> كما كانت تُنادي مريم ابنة عمران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ويحدّثها روح القدس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ألقاب الصديقة والمباركة والطاهرة والزكيّة والراضيّة والمرضيّة</w:t>
      </w:r>
      <w:r w:rsidR="00455A43">
        <w:rPr>
          <w:rtl/>
        </w:rPr>
        <w:t>،</w:t>
      </w:r>
      <w:r w:rsidRPr="00402856">
        <w:rPr>
          <w:rtl/>
        </w:rPr>
        <w:t xml:space="preserve"> فهي آيات على ما اتّسمت به الزهراء رضي الله عنها من الصدق والبركة والطهارة والرضا والطمأنينة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وأما لقب </w:t>
      </w:r>
      <w:r w:rsidR="00352E1E">
        <w:rPr>
          <w:rtl/>
        </w:rPr>
        <w:t>(</w:t>
      </w:r>
      <w:r w:rsidRPr="00402856">
        <w:rPr>
          <w:rtl/>
        </w:rPr>
        <w:t>البتول</w:t>
      </w:r>
      <w:r w:rsidR="00352E1E">
        <w:rPr>
          <w:rtl/>
        </w:rPr>
        <w:t>)</w:t>
      </w:r>
      <w:r w:rsidR="00455A43">
        <w:rPr>
          <w:rtl/>
        </w:rPr>
        <w:t>؛</w:t>
      </w:r>
      <w:r w:rsidRPr="00402856">
        <w:rPr>
          <w:rtl/>
        </w:rPr>
        <w:t xml:space="preserve"> فذلك لانقطاعها عن نساء زمانها فضلاً وديناً وحَسَباً</w:t>
      </w:r>
      <w:r w:rsidR="00455A43">
        <w:rPr>
          <w:rtl/>
        </w:rPr>
        <w:t>،</w:t>
      </w:r>
      <w:r w:rsidRPr="00402856">
        <w:rPr>
          <w:rtl/>
        </w:rPr>
        <w:t xml:space="preserve"> وقيل</w:t>
      </w:r>
      <w:r w:rsidR="00455A43">
        <w:rPr>
          <w:rtl/>
        </w:rPr>
        <w:t>:</w:t>
      </w:r>
      <w:r w:rsidRPr="00402856">
        <w:rPr>
          <w:rtl/>
        </w:rPr>
        <w:t xml:space="preserve"> لانقطاعها عن الدُنيا إلى الله تعالى</w:t>
      </w:r>
      <w:r w:rsidR="00455A43">
        <w:rPr>
          <w:rtl/>
        </w:rPr>
        <w:t>،</w:t>
      </w:r>
      <w:r w:rsidRPr="00402856">
        <w:rPr>
          <w:rtl/>
        </w:rPr>
        <w:t xml:space="preserve"> وفي تاج العروس للزبيدي</w:t>
      </w:r>
      <w:r w:rsidR="00455A43">
        <w:rPr>
          <w:rtl/>
        </w:rPr>
        <w:t>:</w:t>
      </w:r>
      <w:r w:rsidRPr="00402856">
        <w:rPr>
          <w:rtl/>
        </w:rPr>
        <w:t xml:space="preserve"> لقّبت فاطمة بنت رسول الله صلّى الله عليه وسلّم بالبتول</w:t>
      </w:r>
      <w:r w:rsidR="00455A43">
        <w:rPr>
          <w:rtl/>
        </w:rPr>
        <w:t>،</w:t>
      </w:r>
      <w:r w:rsidRPr="00402856">
        <w:rPr>
          <w:rtl/>
        </w:rPr>
        <w:t xml:space="preserve"> تشبيهاً لها بمريم في المنزلة عند الله تعالى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وأمّا ثعلب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فالرأي عنده أنّها سُمّيت بالبتول</w:t>
      </w:r>
      <w:r w:rsidR="00455A43">
        <w:rPr>
          <w:rtl/>
        </w:rPr>
        <w:t>؛</w:t>
      </w:r>
      <w:r w:rsidRPr="00402856">
        <w:rPr>
          <w:rtl/>
        </w:rPr>
        <w:t xml:space="preserve"> لانقطاعها عن نساء زمانها</w:t>
      </w:r>
      <w:r w:rsidR="00455A43">
        <w:rPr>
          <w:rtl/>
        </w:rPr>
        <w:t>،</w:t>
      </w:r>
      <w:r w:rsidRPr="00402856">
        <w:rPr>
          <w:rtl/>
        </w:rPr>
        <w:t xml:space="preserve"> وعن نساء الأُمّة</w:t>
      </w:r>
      <w:r w:rsidR="00455A43">
        <w:rPr>
          <w:rtl/>
        </w:rPr>
        <w:t>،</w:t>
      </w:r>
      <w:r w:rsidRPr="00402856">
        <w:rPr>
          <w:rtl/>
        </w:rPr>
        <w:t xml:space="preserve"> فضلاً وديناً</w:t>
      </w:r>
      <w:r w:rsidR="00455A43">
        <w:rPr>
          <w:rtl/>
        </w:rPr>
        <w:t>،</w:t>
      </w:r>
      <w:r w:rsidRPr="00402856">
        <w:rPr>
          <w:rtl/>
        </w:rPr>
        <w:t xml:space="preserve"> وحَسباً وعفافاً</w:t>
      </w:r>
      <w:r w:rsidR="00455A43">
        <w:rPr>
          <w:rtl/>
        </w:rPr>
        <w:t>،</w:t>
      </w:r>
      <w:r w:rsidRPr="00402856">
        <w:rPr>
          <w:rtl/>
        </w:rPr>
        <w:t xml:space="preserve"> وهي سيّدة نساء العالمين</w:t>
      </w:r>
      <w:r w:rsidR="00455A43">
        <w:rPr>
          <w:rtl/>
        </w:rPr>
        <w:t>،</w:t>
      </w:r>
      <w:r w:rsidRPr="00402856">
        <w:rPr>
          <w:rtl/>
        </w:rPr>
        <w:t xml:space="preserve"> وقيل</w:t>
      </w:r>
      <w:r w:rsidR="00455A43">
        <w:rPr>
          <w:rtl/>
        </w:rPr>
        <w:t>:</w:t>
      </w:r>
      <w:r w:rsidRPr="00402856">
        <w:rPr>
          <w:rtl/>
        </w:rPr>
        <w:t xml:space="preserve"> البتول من النساء المنقطة عن الدنيا إلى الله تعالى</w:t>
      </w:r>
      <w:r w:rsidR="00455A43">
        <w:rPr>
          <w:rtl/>
        </w:rPr>
        <w:t>،</w:t>
      </w:r>
      <w:r w:rsidRPr="00402856">
        <w:rPr>
          <w:rtl/>
        </w:rPr>
        <w:t xml:space="preserve"> وبه لُقّبت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وعن عمر بن علي رضي الله عنهما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سُئل عن البتول</w:t>
      </w:r>
      <w:r w:rsidR="00455A43">
        <w:rPr>
          <w:rtl/>
        </w:rPr>
        <w:t>،</w:t>
      </w:r>
      <w:r w:rsidRPr="00402856">
        <w:rPr>
          <w:rtl/>
        </w:rPr>
        <w:t xml:space="preserve"> وقد قيل له</w:t>
      </w:r>
      <w:r w:rsidR="00455A43">
        <w:rPr>
          <w:rtl/>
        </w:rPr>
        <w:t>:</w:t>
      </w:r>
      <w:r w:rsidRPr="00402856">
        <w:rPr>
          <w:rtl/>
        </w:rPr>
        <w:t xml:space="preserve"> سمعناك يا رسول الله تقول</w:t>
      </w:r>
      <w:r w:rsidR="00455A43">
        <w:rPr>
          <w:rtl/>
        </w:rPr>
        <w:t>:</w:t>
      </w:r>
      <w:r w:rsidRPr="00402856">
        <w:rPr>
          <w:rtl/>
        </w:rPr>
        <w:t xml:space="preserve"> مريم بتول</w:t>
      </w:r>
      <w:r w:rsidR="00455A43">
        <w:rPr>
          <w:rtl/>
        </w:rPr>
        <w:t>،</w:t>
      </w:r>
      <w:r w:rsidRPr="00402856">
        <w:rPr>
          <w:rtl/>
        </w:rPr>
        <w:t xml:space="preserve"> وفاطمة بتول</w:t>
      </w:r>
      <w:r w:rsidR="00455A43">
        <w:rPr>
          <w:rtl/>
        </w:rPr>
        <w:t>،</w:t>
      </w:r>
      <w:r w:rsidRPr="00402856">
        <w:rPr>
          <w:rtl/>
        </w:rPr>
        <w:t xml:space="preserve"> فما ذاك</w:t>
      </w:r>
      <w:r w:rsidR="00455A43">
        <w:rPr>
          <w:rtl/>
        </w:rPr>
        <w:t>؟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البتول التي لم ترَ حمرة قط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أي لم تحِض</w:t>
      </w:r>
      <w:r w:rsidR="00455A43">
        <w:rPr>
          <w:rtl/>
        </w:rPr>
        <w:t>،</w:t>
      </w:r>
      <w:r w:rsidRPr="00402856">
        <w:rPr>
          <w:rtl/>
        </w:rPr>
        <w:t xml:space="preserve"> فإنّ الحيض مكروه في بنات الأنبياء عليهم الصلاة والسلام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الواقع</w:t>
      </w:r>
      <w:r w:rsidR="00455A43">
        <w:rPr>
          <w:rtl/>
        </w:rPr>
        <w:t>،</w:t>
      </w:r>
      <w:r w:rsidRPr="00402856">
        <w:rPr>
          <w:rtl/>
        </w:rPr>
        <w:t xml:space="preserve"> فلقد كانت فاطمة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إلى جانب إنسانيتها</w:t>
      </w:r>
      <w:r w:rsidR="00455A43">
        <w:rPr>
          <w:rtl/>
        </w:rPr>
        <w:t>،</w:t>
      </w:r>
      <w:r w:rsidRPr="00402856">
        <w:rPr>
          <w:rtl/>
        </w:rPr>
        <w:t xml:space="preserve"> تحمل صفات الملائكة وصفات الحور العِين</w:t>
      </w:r>
      <w:r w:rsidR="00455A43">
        <w:rPr>
          <w:rtl/>
        </w:rPr>
        <w:t>،</w:t>
      </w:r>
      <w:r w:rsidRPr="00402856">
        <w:rPr>
          <w:rtl/>
        </w:rPr>
        <w:t xml:space="preserve"> كانت إنسانة</w:t>
      </w:r>
      <w:r w:rsidR="00455A43">
        <w:rPr>
          <w:rtl/>
        </w:rPr>
        <w:t>،</w:t>
      </w:r>
      <w:r w:rsidRPr="00402856">
        <w:rPr>
          <w:rtl/>
        </w:rPr>
        <w:t xml:space="preserve"> وكانت حوراء</w:t>
      </w:r>
      <w:r w:rsidR="00455A43">
        <w:rPr>
          <w:rtl/>
        </w:rPr>
        <w:t>،</w:t>
      </w:r>
      <w:r w:rsidRPr="00402856">
        <w:rPr>
          <w:rtl/>
        </w:rPr>
        <w:t xml:space="preserve"> أو هي </w:t>
      </w:r>
      <w:r w:rsidR="00352E1E">
        <w:rPr>
          <w:rtl/>
        </w:rPr>
        <w:t>(</w:t>
      </w:r>
      <w:r w:rsidRPr="00402856">
        <w:rPr>
          <w:rtl/>
        </w:rPr>
        <w:t>حوراء إنسيّة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4D7EF0">
        <w:rPr>
          <w:rtl/>
        </w:rPr>
        <w:t xml:space="preserve">3 - حياة الزهراء في مكّة المُكرّمة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وُلدت الزهراء ونشأت في بيتٍ ربّه محمد</w:t>
      </w:r>
      <w:r w:rsidR="00455A43">
        <w:rPr>
          <w:rtl/>
        </w:rPr>
        <w:t>،</w:t>
      </w:r>
      <w:r w:rsidRPr="00402856">
        <w:rPr>
          <w:rtl/>
        </w:rPr>
        <w:t xml:space="preserve"> وربّته خديجة</w:t>
      </w:r>
      <w:r w:rsidR="00455A43">
        <w:rPr>
          <w:rtl/>
        </w:rPr>
        <w:t>،</w:t>
      </w:r>
      <w:r w:rsidRPr="00402856">
        <w:rPr>
          <w:rtl/>
        </w:rPr>
        <w:t xml:space="preserve"> وأيّ أبٍ في تاريخ الإنسانيّة كلّها أعظم وأنبل وأكرم وأشرف من محمّد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وأيّ أُمّ أرفق وأحنّ وأشفق من خديجة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ثُمّ سرعان ما أصبح هذا البيت</w:t>
      </w:r>
      <w:r w:rsidR="00455A43">
        <w:rPr>
          <w:rtl/>
        </w:rPr>
        <w:t>،</w:t>
      </w:r>
      <w:r w:rsidRPr="00402856">
        <w:rPr>
          <w:rtl/>
        </w:rPr>
        <w:t xml:space="preserve"> بيت النبوة والرسالة</w:t>
      </w:r>
      <w:r w:rsidR="00455A43">
        <w:rPr>
          <w:rtl/>
        </w:rPr>
        <w:t>،</w:t>
      </w:r>
      <w:r w:rsidRPr="00402856">
        <w:rPr>
          <w:rtl/>
        </w:rPr>
        <w:t xml:space="preserve"> ومهبط الوحي والتنزيل</w:t>
      </w:r>
      <w:r w:rsidR="00455A43">
        <w:rPr>
          <w:rtl/>
        </w:rPr>
        <w:t>،</w:t>
      </w:r>
      <w:r w:rsidRPr="00402856">
        <w:rPr>
          <w:rtl/>
        </w:rPr>
        <w:t xml:space="preserve"> وهكذا تأديب الزهراء بأدب أبيها</w:t>
      </w:r>
      <w:r w:rsidR="00455A43">
        <w:rPr>
          <w:rtl/>
        </w:rPr>
        <w:t>،</w:t>
      </w:r>
      <w:r w:rsidRPr="00402856">
        <w:rPr>
          <w:rtl/>
        </w:rPr>
        <w:t xml:space="preserve"> النبي الذي أدّبه ربّه فأحسن تأديبه</w:t>
      </w:r>
      <w:r w:rsidR="00455A43">
        <w:rPr>
          <w:rtl/>
        </w:rPr>
        <w:t>،</w:t>
      </w:r>
      <w:r w:rsidRPr="00402856">
        <w:rPr>
          <w:rtl/>
        </w:rPr>
        <w:t xml:space="preserve"> ومِن ثَمّ فقد كانت سيّدتنا فاطمة الزهراء المَثل الأعلى في الخُلق الكريم والطبع والسليم</w:t>
      </w:r>
      <w:r w:rsidR="00455A43">
        <w:rPr>
          <w:rtl/>
        </w:rPr>
        <w:t>،</w:t>
      </w:r>
      <w:r w:rsidRPr="00402856">
        <w:rPr>
          <w:rtl/>
        </w:rPr>
        <w:t xml:space="preserve"> وقد عني بها رسول الله صلّى الله عليه وسلّم عناية تامّة</w:t>
      </w:r>
      <w:r w:rsidR="00455A43">
        <w:rPr>
          <w:rtl/>
        </w:rPr>
        <w:t>،</w:t>
      </w:r>
      <w:r w:rsidRPr="00402856">
        <w:rPr>
          <w:rtl/>
        </w:rPr>
        <w:t xml:space="preserve"> فكان يُثقّفها ثقافة إسلاميّة</w:t>
      </w:r>
      <w:r w:rsidR="00455A43">
        <w:rPr>
          <w:rtl/>
        </w:rPr>
        <w:t>،</w:t>
      </w:r>
      <w:r w:rsidRPr="00402856">
        <w:rPr>
          <w:rtl/>
        </w:rPr>
        <w:t xml:space="preserve"> ويُروّضها على الهدي النبوي</w:t>
      </w:r>
      <w:r w:rsidR="00455A43">
        <w:rPr>
          <w:rtl/>
        </w:rPr>
        <w:t>،</w:t>
      </w:r>
      <w:r w:rsidRPr="00402856">
        <w:rPr>
          <w:rtl/>
        </w:rPr>
        <w:t xml:space="preserve"> والصراط المستقيم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ومن ثَمّ فقد نشأت الزهراء نشأة كانت المَثل الأعلى في الكمال والجلال</w:t>
      </w:r>
      <w:r w:rsidR="00455A43">
        <w:rPr>
          <w:rtl/>
        </w:rPr>
        <w:t>،</w:t>
      </w:r>
      <w:r w:rsidRPr="00402856">
        <w:rPr>
          <w:rtl/>
        </w:rPr>
        <w:t xml:space="preserve"> فهي إنّما تُمثّل أشرف ما في المرأة من إنسانيّة وكرامة وعفّة وقداسة ورعاية إلى ما كانت عليه من ذكاء وقّاد</w:t>
      </w:r>
      <w:r w:rsidR="00455A43">
        <w:rPr>
          <w:rtl/>
        </w:rPr>
        <w:t>،</w:t>
      </w:r>
      <w:r w:rsidRPr="00402856">
        <w:rPr>
          <w:rtl/>
        </w:rPr>
        <w:t xml:space="preserve"> وفطنة حادّة</w:t>
      </w:r>
      <w:r w:rsidR="00455A43">
        <w:rPr>
          <w:rtl/>
        </w:rPr>
        <w:t>،</w:t>
      </w:r>
      <w:r w:rsidRPr="00402856">
        <w:rPr>
          <w:rtl/>
        </w:rPr>
        <w:t xml:space="preserve"> وعِلم واسع</w:t>
      </w:r>
      <w:r w:rsidR="00455A43">
        <w:rPr>
          <w:rtl/>
        </w:rPr>
        <w:t>،</w:t>
      </w:r>
      <w:r w:rsidRPr="00402856">
        <w:rPr>
          <w:rtl/>
        </w:rPr>
        <w:t xml:space="preserve"> وكفاها فخراً أنّها تربّت في مدرسة النبوّة</w:t>
      </w:r>
      <w:r w:rsidR="00455A43">
        <w:rPr>
          <w:rtl/>
        </w:rPr>
        <w:t>،</w:t>
      </w:r>
      <w:r w:rsidRPr="00402856">
        <w:rPr>
          <w:rtl/>
        </w:rPr>
        <w:t xml:space="preserve"> وتخرّجت في معهد الرسالة</w:t>
      </w:r>
      <w:r w:rsidR="00455A43">
        <w:rPr>
          <w:rtl/>
        </w:rPr>
        <w:t>،</w:t>
      </w:r>
      <w:r w:rsidRPr="00402856">
        <w:rPr>
          <w:rtl/>
        </w:rPr>
        <w:t xml:space="preserve"> وتلقّت عن أبيها الرسول الأمين صلّى الله عليه وسلّم ما تلقّاه عن ربّ العالمين</w:t>
      </w:r>
      <w:r w:rsidR="00455A43">
        <w:rPr>
          <w:rtl/>
        </w:rPr>
        <w:t>،</w:t>
      </w:r>
      <w:r w:rsidRPr="00402856">
        <w:rPr>
          <w:rtl/>
        </w:rPr>
        <w:t xml:space="preserve"> وبديهي أنّ الزهراء تعلمت في دار أبوَيها</w:t>
      </w:r>
      <w:r w:rsidR="00455A43">
        <w:rPr>
          <w:rtl/>
        </w:rPr>
        <w:t>،</w:t>
      </w:r>
      <w:r w:rsidRPr="00402856">
        <w:rPr>
          <w:rtl/>
        </w:rPr>
        <w:t xml:space="preserve"> ما لم تتعلمه طفلة غيرها في مكّة</w:t>
      </w:r>
      <w:r w:rsidR="00455A43">
        <w:rPr>
          <w:rtl/>
        </w:rPr>
        <w:t>،</w:t>
      </w:r>
      <w:r w:rsidRPr="00402856">
        <w:rPr>
          <w:rtl/>
        </w:rPr>
        <w:t xml:space="preserve"> بل وفي الدنيا كلّها</w:t>
      </w:r>
      <w:r w:rsidR="00455A43">
        <w:rPr>
          <w:rtl/>
        </w:rPr>
        <w:t>،</w:t>
      </w:r>
      <w:r w:rsidRPr="00402856">
        <w:rPr>
          <w:rtl/>
        </w:rPr>
        <w:t xml:space="preserve"> وصدقت أُمّ المؤمنين أُمّ سلمة حيث تقول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تزوجني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وفوّض أمر ابنته إلي</w:t>
      </w:r>
      <w:r w:rsidR="00455A43">
        <w:rPr>
          <w:rtl/>
        </w:rPr>
        <w:t>،</w:t>
      </w:r>
      <w:r w:rsidRPr="00402856">
        <w:rPr>
          <w:rtl/>
        </w:rPr>
        <w:t xml:space="preserve"> فكنت أُؤدّبها وأدلّها</w:t>
      </w:r>
      <w:r w:rsidR="00455A43">
        <w:rPr>
          <w:rtl/>
        </w:rPr>
        <w:t>،</w:t>
      </w:r>
      <w:r w:rsidRPr="00402856">
        <w:rPr>
          <w:rtl/>
        </w:rPr>
        <w:t xml:space="preserve"> وكانت والله آدب منّي</w:t>
      </w:r>
      <w:r w:rsidR="00455A43">
        <w:rPr>
          <w:rtl/>
        </w:rPr>
        <w:t>،</w:t>
      </w:r>
      <w:r w:rsidRPr="00402856">
        <w:rPr>
          <w:rtl/>
        </w:rPr>
        <w:t xml:space="preserve"> وأعرف بالأشياء كلّها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أوَ ليست هي يا أُمّ المؤمنين بضعة رسول الله</w:t>
      </w:r>
      <w:r w:rsidR="00455A43">
        <w:rPr>
          <w:rtl/>
        </w:rPr>
        <w:t>؟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 xml:space="preserve">أوّ ليست هي </w:t>
      </w:r>
      <w:r w:rsidR="00352E1E">
        <w:rPr>
          <w:rtl/>
        </w:rPr>
        <w:t>(</w:t>
      </w:r>
      <w:r w:rsidRPr="00402856">
        <w:rPr>
          <w:rtl/>
        </w:rPr>
        <w:t>أُمّ أبيها</w:t>
      </w:r>
      <w:r w:rsidR="00352E1E">
        <w:rPr>
          <w:rtl/>
        </w:rPr>
        <w:t>)</w:t>
      </w:r>
      <w:r w:rsidRPr="00402856">
        <w:rPr>
          <w:rtl/>
        </w:rPr>
        <w:t xml:space="preserve"> كما كان يُسمّيها سيّد المرسلين</w:t>
      </w:r>
      <w:r w:rsidR="00455A43">
        <w:rPr>
          <w:rtl/>
        </w:rPr>
        <w:t>؟</w:t>
      </w:r>
      <w:r w:rsidRPr="00402856">
        <w:rPr>
          <w:rtl/>
        </w:rPr>
        <w:t xml:space="preserve"> أوَ ليست هي التي اصطفاها الله</w:t>
      </w:r>
      <w:r w:rsidR="00455A43">
        <w:rPr>
          <w:rtl/>
        </w:rPr>
        <w:t>؛</w:t>
      </w:r>
      <w:r w:rsidRPr="00402856">
        <w:rPr>
          <w:rtl/>
        </w:rPr>
        <w:t xml:space="preserve"> لتكون التيّار الذي يحمل نور النبي صلّى الله عليه وسلّم عبر أسلاك الزمن</w:t>
      </w:r>
      <w:r w:rsidR="00455A43">
        <w:rPr>
          <w:rtl/>
        </w:rPr>
        <w:t>؟</w:t>
      </w:r>
      <w:r w:rsidRPr="00402856">
        <w:rPr>
          <w:rtl/>
        </w:rPr>
        <w:t xml:space="preserve"> ولتضاء البشريّة بعد ذلك من هذا النور الفيّاض</w:t>
      </w:r>
      <w:r w:rsidR="00455A43">
        <w:rPr>
          <w:rtl/>
        </w:rPr>
        <w:t>،</w:t>
      </w:r>
      <w:r w:rsidRPr="00402856">
        <w:rPr>
          <w:rtl/>
        </w:rPr>
        <w:t xml:space="preserve"> وصدق الأستاذ العقّاد حيث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في كلّ دين صورة للأُنوثة الكاملة المُقدّسة</w:t>
      </w:r>
      <w:r w:rsidR="00455A43">
        <w:rPr>
          <w:rtl/>
        </w:rPr>
        <w:t>،</w:t>
      </w:r>
      <w:r w:rsidRPr="00402856">
        <w:rPr>
          <w:rtl/>
        </w:rPr>
        <w:t xml:space="preserve"> يتخشّع بتقديسها المؤمنون</w:t>
      </w:r>
      <w:r w:rsidR="00455A43">
        <w:rPr>
          <w:rtl/>
        </w:rPr>
        <w:t>،</w:t>
      </w:r>
      <w:r w:rsidRPr="00402856">
        <w:rPr>
          <w:rtl/>
        </w:rPr>
        <w:t xml:space="preserve"> كأنّما هي آية الله فيما خلق من ذَكر وأُنثى</w:t>
      </w:r>
      <w:r w:rsidR="00455A43">
        <w:rPr>
          <w:rtl/>
        </w:rPr>
        <w:t>،</w:t>
      </w:r>
      <w:r w:rsidRPr="00402856">
        <w:rPr>
          <w:rtl/>
        </w:rPr>
        <w:t xml:space="preserve"> فإذا تقدّست في المسيحيّة صورة مريم العذراء</w:t>
      </w:r>
      <w:r w:rsidR="00455A43">
        <w:rPr>
          <w:rtl/>
        </w:rPr>
        <w:t>،</w:t>
      </w:r>
      <w:r w:rsidRPr="00402856">
        <w:rPr>
          <w:rtl/>
        </w:rPr>
        <w:t xml:space="preserve"> ففي الإسلام</w:t>
      </w:r>
      <w:r w:rsidR="00455A43">
        <w:rPr>
          <w:rtl/>
        </w:rPr>
        <w:t>،</w:t>
      </w:r>
      <w:r w:rsidRPr="00402856">
        <w:rPr>
          <w:rtl/>
        </w:rPr>
        <w:t xml:space="preserve"> لا جرم</w:t>
      </w:r>
      <w:r w:rsidR="00455A43">
        <w:rPr>
          <w:rtl/>
        </w:rPr>
        <w:t>،</w:t>
      </w:r>
      <w:r w:rsidRPr="00402856">
        <w:rPr>
          <w:rtl/>
        </w:rPr>
        <w:t xml:space="preserve"> تتقدّس صورة فاطمة البتول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كانت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أصغر بنات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ومن ثَمّ فما أن انتقلت السيدة خديجة رضي الله عنها إلى جوار ربّها الكريم</w:t>
      </w:r>
      <w:r w:rsidR="00455A43">
        <w:rPr>
          <w:rtl/>
        </w:rPr>
        <w:t>،</w:t>
      </w:r>
      <w:r w:rsidRPr="00402856">
        <w:rPr>
          <w:rtl/>
        </w:rPr>
        <w:t xml:space="preserve"> راضية مرضية</w:t>
      </w:r>
      <w:r w:rsidR="00455A43">
        <w:rPr>
          <w:rtl/>
        </w:rPr>
        <w:t>،</w:t>
      </w:r>
      <w:r w:rsidRPr="00402856">
        <w:rPr>
          <w:rtl/>
        </w:rPr>
        <w:t xml:space="preserve"> حتى أصبحت الطفلة الصغيرة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مسؤولة عن رعاية أبيها والسهر عليه</w:t>
      </w:r>
      <w:r w:rsidR="00455A43">
        <w:rPr>
          <w:rtl/>
        </w:rPr>
        <w:t>،</w:t>
      </w:r>
      <w:r w:rsidRPr="00402856">
        <w:rPr>
          <w:rtl/>
        </w:rPr>
        <w:t xml:space="preserve"> ولكنّه لم يكن أباً عاديّاً</w:t>
      </w:r>
      <w:r w:rsidR="00455A43">
        <w:rPr>
          <w:rtl/>
        </w:rPr>
        <w:t>،</w:t>
      </w:r>
      <w:r w:rsidRPr="00402856">
        <w:rPr>
          <w:rtl/>
        </w:rPr>
        <w:t xml:space="preserve"> وإنّما هو رسول الله الذي أرسله للناس كافّة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كان على الزهراء</w:t>
      </w:r>
      <w:r w:rsidR="00AF124A">
        <w:rPr>
          <w:rtl/>
        </w:rPr>
        <w:t xml:space="preserve"> - </w:t>
      </w:r>
      <w:r w:rsidRPr="00402856">
        <w:rPr>
          <w:rtl/>
        </w:rPr>
        <w:t>وهي ما تزال صغيرة لا تكاد تتحمل مسؤوليّة بيت ورعاية أُسرة</w:t>
      </w:r>
      <w:r w:rsidR="00455A43">
        <w:rPr>
          <w:rtl/>
        </w:rPr>
        <w:t>،</w:t>
      </w:r>
      <w:r w:rsidRPr="00402856">
        <w:rPr>
          <w:rtl/>
        </w:rPr>
        <w:t xml:space="preserve"> فضلاً عن أن يكون هذا البيت وتلك الأُسرة</w:t>
      </w:r>
      <w:r w:rsidR="00455A43">
        <w:rPr>
          <w:rtl/>
        </w:rPr>
        <w:t>،</w:t>
      </w:r>
      <w:r w:rsidRPr="00402856">
        <w:rPr>
          <w:rtl/>
        </w:rPr>
        <w:t xml:space="preserve"> بيت محمد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تأخذ نصيبها من أعباء الدعوة</w:t>
      </w:r>
      <w:r w:rsidR="00455A43">
        <w:rPr>
          <w:rtl/>
        </w:rPr>
        <w:t>،</w:t>
      </w:r>
      <w:r w:rsidRPr="00402856">
        <w:rPr>
          <w:rtl/>
        </w:rPr>
        <w:t xml:space="preserve"> وأثقال الرسالة</w:t>
      </w:r>
      <w:r w:rsidR="00455A43">
        <w:rPr>
          <w:rtl/>
        </w:rPr>
        <w:t>،</w:t>
      </w:r>
      <w:r w:rsidRPr="00402856">
        <w:rPr>
          <w:rtl/>
        </w:rPr>
        <w:t xml:space="preserve"> وسوف يكون لها ولزوجها</w:t>
      </w:r>
      <w:r w:rsidR="00455A43">
        <w:rPr>
          <w:rtl/>
        </w:rPr>
        <w:t>،</w:t>
      </w:r>
      <w:r w:rsidRPr="00402856">
        <w:rPr>
          <w:rtl/>
        </w:rPr>
        <w:t xml:space="preserve"> ولأبنائها وبناتها من بعدها</w:t>
      </w:r>
      <w:r w:rsidR="00AF124A">
        <w:rPr>
          <w:rtl/>
        </w:rPr>
        <w:t xml:space="preserve"> - </w:t>
      </w:r>
      <w:r w:rsidRPr="00402856">
        <w:rPr>
          <w:rtl/>
        </w:rPr>
        <w:t>النصيب الأوفر</w:t>
      </w:r>
      <w:r w:rsidR="00455A43">
        <w:rPr>
          <w:rtl/>
        </w:rPr>
        <w:t>،</w:t>
      </w:r>
      <w:r w:rsidRPr="00402856">
        <w:rPr>
          <w:rtl/>
        </w:rPr>
        <w:t xml:space="preserve"> فلقد أخذت حتى الآن نصيبها من الحصار الرهيب في شعْب أبي طالب</w:t>
      </w:r>
      <w:r w:rsidR="00455A43">
        <w:rPr>
          <w:rtl/>
        </w:rPr>
        <w:t>،</w:t>
      </w:r>
      <w:r w:rsidRPr="00402856">
        <w:rPr>
          <w:rtl/>
        </w:rPr>
        <w:t xml:space="preserve"> حيث حُصر أهلها من بني هاشم</w:t>
      </w:r>
      <w:r w:rsidR="00455A43">
        <w:rPr>
          <w:rtl/>
        </w:rPr>
        <w:t>،</w:t>
      </w:r>
      <w:r w:rsidRPr="00402856">
        <w:rPr>
          <w:rtl/>
        </w:rPr>
        <w:t xml:space="preserve"> ولمُدّة سنوات ثلاث</w:t>
      </w:r>
      <w:r w:rsidR="00455A43">
        <w:rPr>
          <w:rtl/>
        </w:rPr>
        <w:t>،</w:t>
      </w:r>
      <w:r w:rsidRPr="00402856">
        <w:rPr>
          <w:rtl/>
        </w:rPr>
        <w:t xml:space="preserve"> إلاّ أن يُسلّموا أباها فتقتله قريش</w:t>
      </w:r>
      <w:r w:rsidR="00455A43">
        <w:rPr>
          <w:rtl/>
        </w:rPr>
        <w:t>،</w:t>
      </w:r>
      <w:r w:rsidRPr="00402856">
        <w:rPr>
          <w:rtl/>
        </w:rPr>
        <w:t xml:space="preserve"> وسوف تأخذ نصيبها من أحداث الهجرة</w:t>
      </w:r>
      <w:r w:rsidR="00455A43">
        <w:rPr>
          <w:rtl/>
        </w:rPr>
        <w:t>،</w:t>
      </w:r>
      <w:r w:rsidRPr="00402856">
        <w:rPr>
          <w:rtl/>
        </w:rPr>
        <w:t xml:space="preserve"> وتنال حظّها من خطوب </w:t>
      </w:r>
      <w:r w:rsidR="00352E1E">
        <w:rPr>
          <w:rtl/>
        </w:rPr>
        <w:t>(</w:t>
      </w:r>
      <w:r w:rsidRPr="00402856">
        <w:rPr>
          <w:rtl/>
        </w:rPr>
        <w:t>أُحد</w:t>
      </w:r>
      <w:r w:rsidR="00352E1E">
        <w:rPr>
          <w:rtl/>
        </w:rPr>
        <w:t>)</w:t>
      </w:r>
      <w:r w:rsidRPr="00402856">
        <w:rPr>
          <w:rtl/>
        </w:rPr>
        <w:t xml:space="preserve"> والأحزاب</w:t>
      </w:r>
      <w:r w:rsidR="00455A43">
        <w:rPr>
          <w:rtl/>
        </w:rPr>
        <w:t>،</w:t>
      </w:r>
      <w:r w:rsidRPr="00402856">
        <w:rPr>
          <w:rtl/>
        </w:rPr>
        <w:t xml:space="preserve"> وسوف تشارك أباها كلّ ما يُلاقيه من أذى قريش</w:t>
      </w:r>
      <w:r w:rsidR="00455A43">
        <w:rPr>
          <w:rtl/>
        </w:rPr>
        <w:t>،</w:t>
      </w:r>
      <w:r w:rsidRPr="00402856">
        <w:rPr>
          <w:rtl/>
        </w:rPr>
        <w:t xml:space="preserve"> وتقاسمه كلّ همومه</w:t>
      </w:r>
      <w:r w:rsidR="00455A43">
        <w:rPr>
          <w:rtl/>
        </w:rPr>
        <w:t>،</w:t>
      </w:r>
      <w:r w:rsidRPr="00402856">
        <w:rPr>
          <w:rtl/>
        </w:rPr>
        <w:t xml:space="preserve"> بقدر ما نالته من الحظوة عنده</w:t>
      </w:r>
      <w:r w:rsidR="00455A43">
        <w:rPr>
          <w:rtl/>
        </w:rPr>
        <w:t>،</w:t>
      </w:r>
      <w:r w:rsidRPr="00402856">
        <w:rPr>
          <w:rtl/>
        </w:rPr>
        <w:t xml:space="preserve"> والمكانة لديه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Bold1"/>
        <w:rPr>
          <w:rtl/>
        </w:rPr>
      </w:pPr>
      <w:r w:rsidRPr="004D7EF0">
        <w:rPr>
          <w:rtl/>
        </w:rPr>
        <w:t xml:space="preserve">4 - حياة الزهراء في المدينة المُنوّرة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هاجر رسول الله صلّى الله عليه وسلّم إلى المدينة ثُمّ تبعته الزهراء وأُمّ كلثوم</w:t>
      </w:r>
      <w:r w:rsidR="00455A43">
        <w:rPr>
          <w:rtl/>
        </w:rPr>
        <w:t>،</w:t>
      </w:r>
      <w:r w:rsidRPr="00402856">
        <w:rPr>
          <w:rtl/>
        </w:rPr>
        <w:t xml:space="preserve"> وهناك روايتان عن هجرتهما</w:t>
      </w:r>
      <w:r w:rsidR="00455A43">
        <w:rPr>
          <w:rtl/>
        </w:rPr>
        <w:t>،</w:t>
      </w:r>
      <w:r w:rsidRPr="00402856">
        <w:rPr>
          <w:rtl/>
        </w:rPr>
        <w:t xml:space="preserve"> تذهب الأولى إلى أنّ النبي صلّى الله عليه وسلّم قد بعث زيد بن حارثه وأبا رافع</w:t>
      </w:r>
      <w:r w:rsidR="00455A43">
        <w:rPr>
          <w:rtl/>
        </w:rPr>
        <w:t>،</w:t>
      </w:r>
      <w:r w:rsidRPr="00402856">
        <w:rPr>
          <w:rtl/>
        </w:rPr>
        <w:t xml:space="preserve"> وأعطاهما بعيرين وخمسمائة درهم إلى مكة</w:t>
      </w:r>
      <w:r w:rsidR="00455A43">
        <w:rPr>
          <w:rtl/>
        </w:rPr>
        <w:t>،</w:t>
      </w:r>
      <w:r w:rsidRPr="00402856">
        <w:rPr>
          <w:rtl/>
        </w:rPr>
        <w:t xml:space="preserve"> فقدما عليه بفاطمة وأُم كلثوم ابنتيه</w:t>
      </w:r>
      <w:r w:rsidR="00455A43">
        <w:rPr>
          <w:rtl/>
        </w:rPr>
        <w:t>،</w:t>
      </w:r>
      <w:r w:rsidRPr="00402856">
        <w:rPr>
          <w:rtl/>
        </w:rPr>
        <w:t xml:space="preserve"> وسودة بنت زمعة زوجته</w:t>
      </w:r>
      <w:r w:rsidR="00455A43">
        <w:rPr>
          <w:rtl/>
        </w:rPr>
        <w:t>،</w:t>
      </w:r>
      <w:r w:rsidRPr="00402856">
        <w:rPr>
          <w:rtl/>
        </w:rPr>
        <w:t xml:space="preserve"> وأُسامة بن زيد</w:t>
      </w:r>
      <w:r w:rsidR="00455A43">
        <w:rPr>
          <w:rtl/>
        </w:rPr>
        <w:t>،</w:t>
      </w:r>
      <w:r w:rsidRPr="00402856">
        <w:rPr>
          <w:rtl/>
        </w:rPr>
        <w:t xml:space="preserve"> وأمَته أُمّ أيمن</w:t>
      </w:r>
      <w:r w:rsidR="00455A43">
        <w:rPr>
          <w:rtl/>
        </w:rPr>
        <w:t>.</w:t>
      </w:r>
      <w:r w:rsidRPr="00402856">
        <w:rPr>
          <w:rtl/>
        </w:rPr>
        <w:t xml:space="preserve"> وتذهب الرواية الثانية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إلى أنّ النبي صلّى الله عليه وسلّم لمّا هاجر إلى المدينة نزل في بني عمرو بن عوف في قباء</w:t>
      </w:r>
      <w:r w:rsidR="00455A43">
        <w:rPr>
          <w:rtl/>
        </w:rPr>
        <w:t>،</w:t>
      </w:r>
      <w:r w:rsidRPr="00402856">
        <w:rPr>
          <w:rtl/>
        </w:rPr>
        <w:t xml:space="preserve"> ومن هناك كتب إلى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مع أبي واقد الليثي</w:t>
      </w:r>
      <w:r w:rsidR="00455A43">
        <w:rPr>
          <w:rtl/>
        </w:rPr>
        <w:t>،</w:t>
      </w:r>
      <w:r w:rsidRPr="00402856">
        <w:rPr>
          <w:rtl/>
        </w:rPr>
        <w:t xml:space="preserve"> يأمره بالقدوم إليه</w:t>
      </w:r>
      <w:r w:rsidR="00455A43">
        <w:rPr>
          <w:rtl/>
        </w:rPr>
        <w:t>،</w:t>
      </w:r>
      <w:r w:rsidRPr="00402856">
        <w:rPr>
          <w:rtl/>
        </w:rPr>
        <w:t xml:space="preserve"> فخرج علي بالفواطم </w:t>
      </w:r>
      <w:r w:rsidR="00352E1E">
        <w:rPr>
          <w:rtl/>
        </w:rPr>
        <w:t>(</w:t>
      </w:r>
      <w:r w:rsidRPr="00402856">
        <w:rPr>
          <w:rtl/>
        </w:rPr>
        <w:t>فاطمة الزهراء وفاطمة بنت أسد أُمّ علي</w:t>
      </w:r>
      <w:r w:rsidR="00455A43">
        <w:rPr>
          <w:rtl/>
        </w:rPr>
        <w:t>،</w:t>
      </w:r>
      <w:r w:rsidRPr="00402856">
        <w:rPr>
          <w:rtl/>
        </w:rPr>
        <w:t xml:space="preserve"> وفاطمة بنت الزبير بن عبد المطلب</w:t>
      </w:r>
      <w:r w:rsidR="00352E1E">
        <w:rPr>
          <w:rtl/>
        </w:rPr>
        <w:t>)</w:t>
      </w:r>
      <w:r w:rsidRPr="00402856">
        <w:rPr>
          <w:rtl/>
        </w:rPr>
        <w:t xml:space="preserve"> وأُم كلثوم</w:t>
      </w:r>
      <w:r w:rsidR="00455A43">
        <w:rPr>
          <w:rtl/>
        </w:rPr>
        <w:t>،</w:t>
      </w:r>
      <w:r w:rsidRPr="00402856">
        <w:rPr>
          <w:rtl/>
        </w:rPr>
        <w:t xml:space="preserve"> ومعه أيمن ابن أُمّ أيمن مولى رسول الله صلّى الله عليه وسلّم وأبو واقد الليثي</w:t>
      </w:r>
      <w:r w:rsidR="00455A43">
        <w:rPr>
          <w:rtl/>
        </w:rPr>
        <w:t>،</w:t>
      </w:r>
      <w:r w:rsidRPr="00402856">
        <w:rPr>
          <w:rtl/>
        </w:rPr>
        <w:t xml:space="preserve"> وسار الركب</w:t>
      </w:r>
      <w:r w:rsidR="00455A43">
        <w:rPr>
          <w:rtl/>
        </w:rPr>
        <w:t>،</w:t>
      </w:r>
      <w:r w:rsidRPr="00402856">
        <w:rPr>
          <w:rtl/>
        </w:rPr>
        <w:t xml:space="preserve"> وعلى رأسه فتى الإسلام علي بن أبي طالب</w:t>
      </w:r>
      <w:r w:rsidR="00455A43">
        <w:rPr>
          <w:rtl/>
        </w:rPr>
        <w:t>،</w:t>
      </w:r>
      <w:r w:rsidRPr="00402856">
        <w:rPr>
          <w:rtl/>
        </w:rPr>
        <w:t xml:space="preserve"> حتى إذا ما كانوا على مقربة من </w:t>
      </w:r>
      <w:r w:rsidR="00352E1E">
        <w:rPr>
          <w:rtl/>
        </w:rPr>
        <w:t>(</w:t>
      </w:r>
      <w:r w:rsidRPr="00402856">
        <w:rPr>
          <w:rtl/>
        </w:rPr>
        <w:t>ضحنان</w:t>
      </w:r>
      <w:r w:rsidR="00352E1E">
        <w:rPr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وهي حرة بمكّة على مبعدة 54 ميلاً في طريق المدينة</w:t>
      </w:r>
      <w:r w:rsidR="00455A43">
        <w:rPr>
          <w:rtl/>
        </w:rPr>
        <w:t>،</w:t>
      </w:r>
      <w:r w:rsidRPr="00402856">
        <w:rPr>
          <w:rtl/>
        </w:rPr>
        <w:t xml:space="preserve"> تُعرف اليوم بحرّة المحسنيّة</w:t>
      </w:r>
      <w:r w:rsidR="00AF124A">
        <w:rPr>
          <w:rtl/>
        </w:rPr>
        <w:t xml:space="preserve"> - </w:t>
      </w:r>
      <w:r w:rsidRPr="00402856">
        <w:rPr>
          <w:rtl/>
        </w:rPr>
        <w:t>أدركهم الطَلَب</w:t>
      </w:r>
      <w:r w:rsidR="00455A43">
        <w:rPr>
          <w:rtl/>
        </w:rPr>
        <w:t>،</w:t>
      </w:r>
      <w:r w:rsidRPr="00402856">
        <w:rPr>
          <w:rtl/>
        </w:rPr>
        <w:t xml:space="preserve"> وهُم ثمانية فُرسان مُلثّمون</w:t>
      </w:r>
      <w:r w:rsidR="00455A43">
        <w:rPr>
          <w:rtl/>
        </w:rPr>
        <w:t>،</w:t>
      </w:r>
      <w:r w:rsidRPr="00402856">
        <w:rPr>
          <w:rtl/>
        </w:rPr>
        <w:t xml:space="preserve"> ومعهم مولى لحرب بن أُمية يُدعى جناح</w:t>
      </w:r>
      <w:r w:rsidR="00455A43">
        <w:rPr>
          <w:rtl/>
        </w:rPr>
        <w:t>،</w:t>
      </w:r>
      <w:r w:rsidRPr="00402856">
        <w:rPr>
          <w:rtl/>
        </w:rPr>
        <w:t xml:space="preserve"> فقال عليٌّ لأيمن وأبي واقد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أنيخا الإبل واعقلاها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وتقدّم فأنزلَ النسوة</w:t>
      </w:r>
      <w:r w:rsidR="00455A43">
        <w:rPr>
          <w:rtl/>
        </w:rPr>
        <w:t>،</w:t>
      </w:r>
      <w:r w:rsidRPr="00402856">
        <w:rPr>
          <w:rtl/>
        </w:rPr>
        <w:t xml:space="preserve"> ودنا القوم فاستقبلهم الإمام</w:t>
      </w:r>
      <w:r w:rsidR="00455A43">
        <w:rPr>
          <w:rtl/>
        </w:rPr>
        <w:t>،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ظننت أنّك يا غدّار ناجٍ بالنسوة</w:t>
      </w:r>
      <w:r w:rsidR="00455A43">
        <w:rPr>
          <w:rtl/>
        </w:rPr>
        <w:t>،</w:t>
      </w:r>
      <w:r w:rsidRPr="00402856">
        <w:rPr>
          <w:rtl/>
        </w:rPr>
        <w:t xml:space="preserve"> ارجع لا أبا لك</w:t>
      </w:r>
      <w:r w:rsidR="00455A43">
        <w:rPr>
          <w:rtl/>
        </w:rPr>
        <w:t>،</w:t>
      </w:r>
      <w:r w:rsidRPr="00402856">
        <w:rPr>
          <w:rtl/>
        </w:rPr>
        <w:t xml:space="preserve"> قال عليّ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فإن لم أفعل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قالوا لترجعن راغماً</w:t>
      </w:r>
      <w:r w:rsidR="00455A43">
        <w:rPr>
          <w:rtl/>
        </w:rPr>
        <w:t>،</w:t>
      </w:r>
      <w:r w:rsidRPr="00402856">
        <w:rPr>
          <w:rtl/>
        </w:rPr>
        <w:t xml:space="preserve"> أو لترجعن بأكثرك شَعراً</w:t>
      </w:r>
      <w:r w:rsidR="00AF124A">
        <w:rPr>
          <w:rtl/>
        </w:rPr>
        <w:t xml:space="preserve"> - </w:t>
      </w:r>
      <w:r w:rsidRPr="00402856">
        <w:rPr>
          <w:rtl/>
        </w:rPr>
        <w:t>أي رأسك</w:t>
      </w:r>
      <w:r w:rsidR="00AF124A">
        <w:rPr>
          <w:rtl/>
        </w:rPr>
        <w:t xml:space="preserve"> - </w:t>
      </w:r>
      <w:r w:rsidRPr="00402856">
        <w:rPr>
          <w:rtl/>
        </w:rPr>
        <w:t>وأهوِن بك من هالك</w:t>
      </w:r>
      <w:r w:rsidR="00455A43">
        <w:rPr>
          <w:rtl/>
        </w:rPr>
        <w:t>،</w:t>
      </w:r>
      <w:r w:rsidRPr="00402856">
        <w:rPr>
          <w:rtl/>
        </w:rPr>
        <w:t xml:space="preserve"> ودنا الفوارس من المطايا ليثيروها</w:t>
      </w:r>
      <w:r w:rsidR="00455A43">
        <w:rPr>
          <w:rtl/>
        </w:rPr>
        <w:t>،</w:t>
      </w:r>
      <w:r w:rsidRPr="00402856">
        <w:rPr>
          <w:rtl/>
        </w:rPr>
        <w:t xml:space="preserve"> فحال عليّ بينهم وبينها</w:t>
      </w:r>
      <w:r w:rsidR="00455A43">
        <w:rPr>
          <w:rtl/>
        </w:rPr>
        <w:t>،</w:t>
      </w:r>
      <w:r w:rsidRPr="00402856">
        <w:rPr>
          <w:rtl/>
        </w:rPr>
        <w:t xml:space="preserve"> فأهوى له جناح بسيفه</w:t>
      </w:r>
      <w:r w:rsidR="00455A43">
        <w:rPr>
          <w:rtl/>
        </w:rPr>
        <w:t>،</w:t>
      </w:r>
      <w:r w:rsidRPr="00402856">
        <w:rPr>
          <w:rtl/>
        </w:rPr>
        <w:t xml:space="preserve"> فراغ عليٌّ عن ضربته</w:t>
      </w:r>
      <w:r w:rsidR="00455A43">
        <w:rPr>
          <w:rtl/>
        </w:rPr>
        <w:t>،</w:t>
      </w:r>
      <w:r w:rsidRPr="00402856">
        <w:rPr>
          <w:rtl/>
        </w:rPr>
        <w:t xml:space="preserve"> وضربه ضربة على عاتقه</w:t>
      </w:r>
      <w:r w:rsidR="00455A43">
        <w:rPr>
          <w:rtl/>
        </w:rPr>
        <w:t>،</w:t>
      </w:r>
      <w:r w:rsidRPr="00402856">
        <w:rPr>
          <w:rtl/>
        </w:rPr>
        <w:t xml:space="preserve"> فقدّه نصفين حتى وصل السيف إلى كتَف فرَسِه</w:t>
      </w:r>
      <w:r w:rsidR="00455A43">
        <w:rPr>
          <w:rtl/>
        </w:rPr>
        <w:t>،</w:t>
      </w:r>
      <w:r w:rsidRPr="00402856">
        <w:rPr>
          <w:rtl/>
        </w:rPr>
        <w:t xml:space="preserve"> وشدّ على أصحابه</w:t>
      </w:r>
      <w:r w:rsidR="00455A43">
        <w:rPr>
          <w:rtl/>
        </w:rPr>
        <w:t>،</w:t>
      </w:r>
      <w:r w:rsidRPr="00402856">
        <w:rPr>
          <w:rtl/>
        </w:rPr>
        <w:t xml:space="preserve"> وهو على قدميه</w:t>
      </w:r>
      <w:r w:rsidR="00455A43">
        <w:rPr>
          <w:rtl/>
        </w:rPr>
        <w:t>،</w:t>
      </w:r>
      <w:r w:rsidRPr="00402856">
        <w:rPr>
          <w:rtl/>
        </w:rPr>
        <w:t xml:space="preserve"> فتفرّقوا</w:t>
      </w:r>
      <w:r w:rsidR="00455A43">
        <w:rPr>
          <w:rtl/>
        </w:rPr>
        <w:t>،</w:t>
      </w:r>
      <w:r w:rsidRPr="00402856">
        <w:rPr>
          <w:rtl/>
        </w:rPr>
        <w:t xml:space="preserve"> ثُمّ سار ظافراً حتى نزل منزلاً بعد ضحنان</w:t>
      </w:r>
      <w:r w:rsidR="00455A43">
        <w:rPr>
          <w:rtl/>
        </w:rPr>
        <w:t>،</w:t>
      </w:r>
      <w:r w:rsidRPr="00402856">
        <w:rPr>
          <w:rtl/>
        </w:rPr>
        <w:t xml:space="preserve"> فبات فيه يومه وليلته</w:t>
      </w:r>
      <w:r w:rsidR="00455A43">
        <w:rPr>
          <w:rtl/>
        </w:rPr>
        <w:t>،</w:t>
      </w:r>
      <w:r w:rsidRPr="00402856">
        <w:rPr>
          <w:rtl/>
        </w:rPr>
        <w:t xml:space="preserve"> ولحق به نفرٌ من المستضعفين من المؤمنين</w:t>
      </w:r>
      <w:r w:rsidR="00455A43">
        <w:rPr>
          <w:rtl/>
        </w:rPr>
        <w:t>،</w:t>
      </w:r>
      <w:r w:rsidRPr="00402856">
        <w:rPr>
          <w:rtl/>
        </w:rPr>
        <w:t xml:space="preserve"> فيهم أُمّ أيمن مولاة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ثُمّ ساروا في طريقهم نحو المدينة حتى وصلوها بعد أيّام</w:t>
      </w:r>
      <w:r w:rsidR="00455A43">
        <w:rPr>
          <w:rtl/>
        </w:rPr>
        <w:t>،</w:t>
      </w:r>
      <w:r w:rsidRPr="00402856">
        <w:rPr>
          <w:rtl/>
        </w:rPr>
        <w:t xml:space="preserve"> وفرح رسول الله صلّى الله عليه وسلّم بوصول أهل بيته</w:t>
      </w:r>
      <w:r w:rsidR="00455A43">
        <w:rPr>
          <w:rtl/>
        </w:rPr>
        <w:t>،</w:t>
      </w:r>
      <w:r w:rsidRPr="00402856">
        <w:rPr>
          <w:rtl/>
        </w:rPr>
        <w:t xml:space="preserve"> وأنزل الزهراء وأُم كلثوم معه منزلاً كريماً</w:t>
      </w:r>
      <w:r w:rsidR="00455A43">
        <w:rPr>
          <w:rtl/>
        </w:rPr>
        <w:t>،</w:t>
      </w:r>
      <w:r w:rsidRPr="00402856">
        <w:rPr>
          <w:rtl/>
        </w:rPr>
        <w:t xml:space="preserve"> على أُمّ أيوب الأنصارية الخزرجية امرأة أبي أيوب الأنصاري</w:t>
      </w:r>
      <w:r w:rsidR="00AF124A">
        <w:rPr>
          <w:rtl/>
        </w:rPr>
        <w:t xml:space="preserve"> - </w:t>
      </w:r>
      <w:r w:rsidRPr="00402856">
        <w:rPr>
          <w:rtl/>
        </w:rPr>
        <w:t>خالد بن زيد النجاري</w:t>
      </w:r>
      <w:r w:rsidR="00AF124A">
        <w:rPr>
          <w:rtl/>
        </w:rPr>
        <w:t xml:space="preserve"> - </w:t>
      </w:r>
      <w:r w:rsidRPr="00402856">
        <w:rPr>
          <w:rtl/>
        </w:rPr>
        <w:t>وهو ممَن شهد العقبة وبدراً وأُحداً والخندق وسائر المشاهد مع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وكان مع الإمام عليّ</w:t>
      </w:r>
      <w:r w:rsidR="00455A43">
        <w:rPr>
          <w:rtl/>
        </w:rPr>
        <w:t>،</w:t>
      </w:r>
      <w:r w:rsidRPr="00402856">
        <w:rPr>
          <w:rtl/>
        </w:rPr>
        <w:t xml:space="preserve"> ومِن خاصّته</w:t>
      </w:r>
      <w:r w:rsidR="00455A43">
        <w:rPr>
          <w:rtl/>
        </w:rPr>
        <w:t>،</w:t>
      </w:r>
      <w:r w:rsidRPr="00402856">
        <w:rPr>
          <w:rtl/>
        </w:rPr>
        <w:t xml:space="preserve"> وشهد معه الجَمل وصِفّين</w:t>
      </w:r>
      <w:r w:rsidR="00455A43">
        <w:rPr>
          <w:rtl/>
        </w:rPr>
        <w:t>،</w:t>
      </w:r>
      <w:r w:rsidRPr="00402856">
        <w:rPr>
          <w:rtl/>
        </w:rPr>
        <w:t xml:space="preserve"> وكان على مُقدّمته يوم النهروان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وبقيت الزهراء مع أبيها النبي صلّى الله عليه وسلّم في بيت أبي أيّوب</w:t>
      </w:r>
      <w:r w:rsidR="00455A43">
        <w:rPr>
          <w:rtl/>
        </w:rPr>
        <w:t>،</w:t>
      </w:r>
      <w:r w:rsidRPr="00402856">
        <w:rPr>
          <w:rtl/>
        </w:rPr>
        <w:t xml:space="preserve"> حتى إذا ما تزوج الرسول صلّى الله عليه وسلّم سودة بنت زمعة القرشية بعد خديجة</w:t>
      </w:r>
      <w:r w:rsidR="00455A43">
        <w:rPr>
          <w:rtl/>
        </w:rPr>
        <w:t>،</w:t>
      </w:r>
      <w:r w:rsidRPr="00402856">
        <w:rPr>
          <w:rtl/>
        </w:rPr>
        <w:t xml:space="preserve"> واتخذ لها داراً بالمدينة</w:t>
      </w:r>
      <w:r w:rsidR="00455A43">
        <w:rPr>
          <w:rtl/>
        </w:rPr>
        <w:t>،</w:t>
      </w:r>
      <w:r w:rsidRPr="00402856">
        <w:rPr>
          <w:rtl/>
        </w:rPr>
        <w:t xml:space="preserve"> فانتقلوا جميعاً إلى تلك الدار</w:t>
      </w:r>
      <w:r w:rsidR="00455A43">
        <w:rPr>
          <w:rtl/>
        </w:rPr>
        <w:t>،</w:t>
      </w:r>
      <w:r w:rsidRPr="00402856">
        <w:rPr>
          <w:rtl/>
        </w:rPr>
        <w:t xml:space="preserve"> فكانت سودة تتولّى الزهراء وتقوم بحاجتها</w:t>
      </w:r>
      <w:r w:rsidR="00455A43">
        <w:rPr>
          <w:rtl/>
        </w:rPr>
        <w:t>،</w:t>
      </w:r>
      <w:r w:rsidRPr="00402856">
        <w:rPr>
          <w:rtl/>
        </w:rPr>
        <w:t xml:space="preserve"> ثُمّ تزوج نبي الله أُمّ سلمة بنت أُميّة المخزومية</w:t>
      </w:r>
      <w:r w:rsidR="00455A43">
        <w:rPr>
          <w:rtl/>
        </w:rPr>
        <w:t>،</w:t>
      </w:r>
      <w:r w:rsidRPr="00402856">
        <w:rPr>
          <w:rtl/>
        </w:rPr>
        <w:t xml:space="preserve"> فانتقلت الزهراء إلى بيت أُمّ سلمة رضي الله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عنها</w:t>
      </w:r>
      <w:r w:rsidR="00455A43">
        <w:rPr>
          <w:rtl/>
        </w:rPr>
        <w:t>،</w:t>
      </w:r>
      <w:r w:rsidRPr="00402856">
        <w:rPr>
          <w:rtl/>
        </w:rPr>
        <w:t xml:space="preserve"> وهي صاحبة القول المشهور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تزوجني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وفوّض إليّ أمر ابنته فاطمة</w:t>
      </w:r>
      <w:r w:rsidR="00455A43">
        <w:rPr>
          <w:rtl/>
        </w:rPr>
        <w:t>،</w:t>
      </w:r>
      <w:r w:rsidRPr="00402856">
        <w:rPr>
          <w:rtl/>
        </w:rPr>
        <w:t xml:space="preserve"> فكنت أؤدّبها وأدلّها</w:t>
      </w:r>
      <w:r w:rsidR="00455A43">
        <w:rPr>
          <w:rtl/>
        </w:rPr>
        <w:t>،</w:t>
      </w:r>
      <w:r w:rsidRPr="00402856">
        <w:rPr>
          <w:rtl/>
        </w:rPr>
        <w:t xml:space="preserve"> وكانت والله آدب منّي</w:t>
      </w:r>
      <w:r w:rsidR="00455A43">
        <w:rPr>
          <w:rtl/>
        </w:rPr>
        <w:t>،</w:t>
      </w:r>
      <w:r w:rsidRPr="00402856">
        <w:rPr>
          <w:rtl/>
        </w:rPr>
        <w:t xml:space="preserve"> وأعرف بالأشياء كلّها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إلى أن تزوج بها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فانتقل بها إلى بيت مستقلٍّ في موضع الزور</w:t>
      </w:r>
      <w:r w:rsidR="00455A43">
        <w:rPr>
          <w:rtl/>
        </w:rPr>
        <w:t>،</w:t>
      </w:r>
      <w:r w:rsidRPr="00402856">
        <w:rPr>
          <w:rtl/>
        </w:rPr>
        <w:t xml:space="preserve"> فخرج رسول الله صلى الله عله وسلم</w:t>
      </w:r>
      <w:r w:rsidR="00455A43">
        <w:rPr>
          <w:rtl/>
        </w:rPr>
        <w:t>،</w:t>
      </w:r>
      <w:r w:rsidRPr="00402856">
        <w:rPr>
          <w:rtl/>
        </w:rPr>
        <w:t xml:space="preserve"> وقد كان السلف الصالح ومَن اقتدى بهم لا ينسون حظّهم من الصلاة إلى الاسطوانة التي خلف الاسطوانة المواجهة للزور</w:t>
      </w:r>
      <w:r w:rsidR="00455A43">
        <w:rPr>
          <w:rtl/>
        </w:rPr>
        <w:t>،</w:t>
      </w:r>
      <w:r w:rsidRPr="00402856">
        <w:rPr>
          <w:rtl/>
        </w:rPr>
        <w:t xml:space="preserve"> فإنّها كانت باب فاطمة التي كان يدخل إليها عليّ منها</w:t>
      </w:r>
      <w:r w:rsidR="00455A43">
        <w:rPr>
          <w:rtl/>
        </w:rPr>
        <w:t>،</w:t>
      </w:r>
      <w:r w:rsidRPr="00402856">
        <w:rPr>
          <w:rtl/>
        </w:rPr>
        <w:t xml:space="preserve"> وقد كان رسول الله صلّى الله عليه وسلّم يأتيه ويأخذ بعضادتي الباب</w:t>
      </w:r>
      <w:r w:rsidR="00455A43">
        <w:rPr>
          <w:rtl/>
        </w:rPr>
        <w:t>،</w:t>
      </w:r>
      <w:r w:rsidRPr="00402856">
        <w:rPr>
          <w:rtl/>
        </w:rPr>
        <w:t xml:space="preserve"> ويقول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السلام عليكم أهل البيت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الصلاة الصلاة </w:t>
      </w:r>
      <w:r w:rsidR="00352E1E">
        <w:rPr>
          <w:rtl/>
        </w:rPr>
        <w:t>(</w:t>
      </w:r>
      <w:r w:rsidRPr="00402856">
        <w:rPr>
          <w:rtl/>
        </w:rPr>
        <w:t>ثلاث مرات</w:t>
      </w:r>
      <w:r w:rsidR="00352E1E">
        <w:rPr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يقرأ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إِنَّمَا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4D7EF0">
        <w:rPr>
          <w:rtl/>
        </w:rPr>
        <w:t xml:space="preserve">5 - مُشابهة الزهراء للنبيّ صلّى الله عليه وسلّم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بسنده عن أنس بن مالك أنّه قال</w:t>
      </w:r>
      <w:r w:rsidR="00455A43">
        <w:rPr>
          <w:rtl/>
        </w:rPr>
        <w:t>:</w:t>
      </w:r>
      <w:r w:rsidRPr="00402856">
        <w:rPr>
          <w:rtl/>
        </w:rPr>
        <w:t xml:space="preserve"> سألت أُمّي عن صفة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كانت أشدّ الناس شبهاً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بيضاء مُشربة بحمرة</w:t>
      </w:r>
      <w:r w:rsidR="00455A43">
        <w:rPr>
          <w:rtl/>
        </w:rPr>
        <w:t>،</w:t>
      </w:r>
      <w:r w:rsidRPr="00402856">
        <w:rPr>
          <w:rtl/>
        </w:rPr>
        <w:t xml:space="preserve"> لها شعر أسود يتعفّر لها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الإمام أحمد في مُسنده</w:t>
      </w:r>
      <w:r w:rsidR="00455A43">
        <w:rPr>
          <w:rtl/>
        </w:rPr>
        <w:t>،</w:t>
      </w:r>
      <w:r w:rsidRPr="00402856">
        <w:rPr>
          <w:rtl/>
        </w:rPr>
        <w:t xml:space="preserve"> عن أنس بن مالك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لم يكن أحد أشبه برسول الله صلّى الله عليه وسلّم من الحسن بن علي</w:t>
      </w:r>
      <w:r w:rsidR="00455A43">
        <w:rPr>
          <w:rtl/>
        </w:rPr>
        <w:t>،</w:t>
      </w:r>
      <w:r w:rsidRPr="00402856">
        <w:rPr>
          <w:rtl/>
        </w:rPr>
        <w:t xml:space="preserve"> وفاطمة صلوات الله عليهم أجمعين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عائشة أُمّ المؤمنين قالت</w:t>
      </w:r>
      <w:r w:rsidR="00455A43">
        <w:rPr>
          <w:rtl/>
        </w:rPr>
        <w:t>:</w:t>
      </w:r>
      <w:r w:rsidRPr="00402856">
        <w:rPr>
          <w:rtl/>
        </w:rPr>
        <w:t xml:space="preserve"> ما رأيت أحداً أشبه سمتاً ودلاً وهدياً برسول الله صلّى الله عليه وسلّم في قيامها وقعودها من فاطمة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وكانت إذا دخلت على رسول الله صلّى الله عليه وسلّم قام إليها فقبّلها وأجلسها في مجلسه</w:t>
      </w:r>
      <w:r w:rsidR="00455A43">
        <w:rPr>
          <w:rtl/>
        </w:rPr>
        <w:t>،</w:t>
      </w:r>
      <w:r w:rsidRPr="00402856">
        <w:rPr>
          <w:rtl/>
        </w:rPr>
        <w:t xml:space="preserve"> وكان النبيّ صلّى الله عليه وسلّم إذا دخل عليها قامت من مجلسها</w:t>
      </w:r>
      <w:r w:rsidR="00455A43">
        <w:rPr>
          <w:rtl/>
        </w:rPr>
        <w:t>،</w:t>
      </w:r>
      <w:r w:rsidRPr="00402856">
        <w:rPr>
          <w:rtl/>
        </w:rPr>
        <w:t xml:space="preserve"> فقبّلته وأجلسته في مجلسها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سعد في الطبقات الكُبرى</w:t>
      </w:r>
      <w:r w:rsidR="00455A43">
        <w:rPr>
          <w:rtl/>
        </w:rPr>
        <w:t>،</w:t>
      </w:r>
      <w:r w:rsidRPr="00402856">
        <w:rPr>
          <w:rtl/>
        </w:rPr>
        <w:t xml:space="preserve"> عن أُمّ سلمة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كانت فاطمة بنت رسول الله صلّى الله عليه وسلّم أشبه الناس وجهاً برسول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ورويَ أنّها عندما وضعتها السيّدة خديجة ورأت في وليدتها الزهراء أنّها صورة من أبيها النبي الأعظم سرّها ذلك الشبه</w:t>
      </w:r>
      <w:r w:rsidR="00455A43">
        <w:rPr>
          <w:rtl/>
        </w:rPr>
        <w:t>،</w:t>
      </w:r>
      <w:r w:rsidRPr="00402856">
        <w:rPr>
          <w:rtl/>
        </w:rPr>
        <w:t xml:space="preserve"> ورأته بركةً من بركات الله عليها وعلى آل البيت الكرام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بسنده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أقبلت فاطمة تمشي كأن مشيتها مشي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مرحباً بابنتي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أجلسها عن يمينه أو شماله</w:t>
      </w:r>
      <w:r w:rsidR="00455A43">
        <w:rPr>
          <w:rtl/>
        </w:rPr>
        <w:t>.</w:t>
      </w:r>
      <w:r w:rsidRPr="00402856">
        <w:rPr>
          <w:rtl/>
        </w:rPr>
        <w:t>.. الحديث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مسلم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بسنده عن عائشة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كنّ أزواج النبي صلّى الله عليه وسلّم عنده</w:t>
      </w:r>
      <w:r w:rsidR="00455A43">
        <w:rPr>
          <w:rtl/>
        </w:rPr>
        <w:t>،</w:t>
      </w:r>
      <w:r w:rsidRPr="00402856">
        <w:rPr>
          <w:rtl/>
        </w:rPr>
        <w:t xml:space="preserve"> لم يُغادر منهنّ واحدة</w:t>
      </w:r>
      <w:r w:rsidR="00455A43">
        <w:rPr>
          <w:rtl/>
        </w:rPr>
        <w:t>،</w:t>
      </w:r>
      <w:r w:rsidRPr="00402856">
        <w:rPr>
          <w:rtl/>
        </w:rPr>
        <w:t xml:space="preserve"> فأقبلت فاطمة تمشي ما تخطئ مشيتها من مشية رسول الله صلّى الله عليه وسلّم شيئاً</w:t>
      </w:r>
      <w:r w:rsidR="00455A43">
        <w:rPr>
          <w:rtl/>
        </w:rPr>
        <w:t>،</w:t>
      </w:r>
      <w:r w:rsidRPr="00402856">
        <w:rPr>
          <w:rtl/>
        </w:rPr>
        <w:t xml:space="preserve"> فلمّا رآها رحّب بها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مرحباً بابنتي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أجلسها عن يمينه أو شماله... الحديث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Heading3"/>
        <w:rPr>
          <w:rtl/>
        </w:rPr>
      </w:pPr>
      <w:bookmarkStart w:id="15" w:name="_Toc413931529"/>
      <w:r w:rsidRPr="004D7EF0">
        <w:rPr>
          <w:rtl/>
        </w:rPr>
        <w:lastRenderedPageBreak/>
        <w:t>الفصل الثاني</w:t>
      </w:r>
      <w:r w:rsidR="00455A43">
        <w:rPr>
          <w:rtl/>
        </w:rPr>
        <w:t>:</w:t>
      </w:r>
      <w:r w:rsidRPr="004D7EF0">
        <w:rPr>
          <w:rtl/>
        </w:rPr>
        <w:t xml:space="preserve"> مع الإمام علي</w:t>
      </w:r>
      <w:bookmarkEnd w:id="15"/>
      <w:r w:rsidRPr="004D7EF0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4D7EF0">
        <w:rPr>
          <w:rtl/>
        </w:rPr>
        <w:t xml:space="preserve">1 - زواجُ الزهراء بالإمام علي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يُروى أنّ أبا بكر وعمر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خطبا الزهراء من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 لكلٍّ منهما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أنتظر بها القضاء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أو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إنّها صغيرة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كما جاء في سُنن النسائي</w:t>
      </w:r>
      <w:r w:rsidR="00455A43">
        <w:rPr>
          <w:rtl/>
        </w:rPr>
        <w:t>،</w:t>
      </w:r>
      <w:r w:rsidRPr="00402856">
        <w:rPr>
          <w:rtl/>
        </w:rPr>
        <w:t xml:space="preserve"> عن بريدة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خطب أبو بكر وعمر فاطمة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إنّها صغيرة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فخطبها عليّ فزوّجها منه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ابن الأثير في </w:t>
      </w:r>
      <w:r w:rsidR="00352E1E">
        <w:rPr>
          <w:rtl/>
        </w:rPr>
        <w:t>(</w:t>
      </w:r>
      <w:r w:rsidRPr="00402856">
        <w:rPr>
          <w:rtl/>
        </w:rPr>
        <w:t>أُسد الغابة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أنّ الرسول صلّى الله عليه وسلّم لمّا رفض زواجها لأبي بكر وعُمر</w:t>
      </w:r>
      <w:r w:rsidR="00455A43">
        <w:rPr>
          <w:rtl/>
        </w:rPr>
        <w:t>،</w:t>
      </w:r>
      <w:r w:rsidRPr="00402856">
        <w:rPr>
          <w:rtl/>
        </w:rPr>
        <w:t xml:space="preserve"> قال عمر</w:t>
      </w:r>
      <w:r w:rsidR="00455A43">
        <w:rPr>
          <w:rtl/>
        </w:rPr>
        <w:t>:</w:t>
      </w:r>
      <w:r w:rsidRPr="00402856">
        <w:rPr>
          <w:rtl/>
        </w:rPr>
        <w:t xml:space="preserve"> أنت لها يا علي</w:t>
      </w:r>
      <w:r w:rsidR="00455A43">
        <w:rPr>
          <w:rtl/>
        </w:rPr>
        <w:t>،</w:t>
      </w:r>
      <w:r w:rsidRPr="00402856">
        <w:rPr>
          <w:rtl/>
        </w:rPr>
        <w:t xml:space="preserve"> 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فقمت أجرّ ردائي فرحاً بما نبّهت إليه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حتى أتيت النبي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فقلت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تُزوّجني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أوَ عندك شيء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قلت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فرَسي وبَدَني</w:t>
      </w:r>
      <w:r w:rsidR="00AF124A">
        <w:rPr>
          <w:rtl/>
        </w:rPr>
        <w:t xml:space="preserve"> - </w:t>
      </w:r>
      <w:r w:rsidRPr="00402856">
        <w:rPr>
          <w:rtl/>
        </w:rPr>
        <w:t>أي درعه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أمّا فرسك فلا بُد منها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وأمّا بدَنك فبِعها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فبعتها لعثمان بن عفّان بأربعمئة درهم وثمانين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الزرقاني</w:t>
      </w:r>
      <w:r w:rsidR="00455A43">
        <w:rPr>
          <w:rtl/>
        </w:rPr>
        <w:t>:</w:t>
      </w:r>
      <w:r w:rsidRPr="00402856">
        <w:rPr>
          <w:rtl/>
        </w:rPr>
        <w:t xml:space="preserve"> ثُمّ إنّ عثمان ردّ الدرع إلى عليّ</w:t>
      </w:r>
      <w:r w:rsidR="00455A43">
        <w:rPr>
          <w:rtl/>
        </w:rPr>
        <w:t>،</w:t>
      </w:r>
      <w:r w:rsidRPr="00402856">
        <w:rPr>
          <w:rtl/>
        </w:rPr>
        <w:t xml:space="preserve"> فجاء بالدرع والدراهم إلى المصطفى صلى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فدعا لعثمان بدعوات</w:t>
      </w:r>
      <w:r w:rsidR="00455A43">
        <w:rPr>
          <w:rtl/>
        </w:rPr>
        <w:t>،</w:t>
      </w:r>
      <w:r w:rsidRPr="00402856">
        <w:rPr>
          <w:rtl/>
        </w:rPr>
        <w:t xml:space="preserve"> ولمّا جاء علي بالدراهم إلى النبي صلّى الله عليه وسلّم وضعها في حِجر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فقبض منها قبضة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 بلال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ابتغِ لنا طيباً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وأمرهم أن يُجهّزوها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D7EF0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أُخرى عن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عكرمة</w:t>
      </w:r>
      <w:r w:rsidR="00455A43">
        <w:rPr>
          <w:rtl/>
        </w:rPr>
        <w:t>:</w:t>
      </w:r>
      <w:r w:rsidRPr="00402856">
        <w:rPr>
          <w:rtl/>
        </w:rPr>
        <w:t xml:space="preserve"> أنّ علياً خطبَ فاطمة</w:t>
      </w:r>
      <w:r w:rsidR="00455A43">
        <w:rPr>
          <w:rtl/>
        </w:rPr>
        <w:t>،</w:t>
      </w:r>
      <w:r w:rsidRPr="00402856">
        <w:rPr>
          <w:rtl/>
        </w:rPr>
        <w:t xml:space="preserve"> فقال له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تصدقها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عندي ما أصدقها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فأين درعك الحطمية التي كنتُ منحتُك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عندي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أصدقها إياها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فأصدقها وتزوجها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وجاء في أنساب الأشراف للبلاذري</w:t>
      </w:r>
      <w:r w:rsidR="00455A43">
        <w:rPr>
          <w:rtl/>
        </w:rPr>
        <w:t>:</w:t>
      </w:r>
      <w:r w:rsidRPr="00402856">
        <w:rPr>
          <w:rtl/>
        </w:rPr>
        <w:t xml:space="preserve"> فباع بعيراً ومتاعاً</w:t>
      </w:r>
      <w:r w:rsidR="00455A43">
        <w:rPr>
          <w:rtl/>
        </w:rPr>
        <w:t>،</w:t>
      </w:r>
      <w:r w:rsidRPr="00402856">
        <w:rPr>
          <w:rtl/>
        </w:rPr>
        <w:t xml:space="preserve"> فبلغ من ذلك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أربعمئة وثمانين</w:t>
      </w:r>
      <w:r w:rsidR="00455A43">
        <w:rPr>
          <w:rtl/>
        </w:rPr>
        <w:t>،</w:t>
      </w:r>
      <w:r w:rsidRPr="00402856">
        <w:rPr>
          <w:rtl/>
        </w:rPr>
        <w:t xml:space="preserve"> يقال أربعمئة درهم</w:t>
      </w:r>
      <w:r w:rsidR="00455A43">
        <w:rPr>
          <w:rtl/>
        </w:rPr>
        <w:t>،</w:t>
      </w:r>
      <w:r w:rsidRPr="00402856">
        <w:rPr>
          <w:rtl/>
        </w:rPr>
        <w:t xml:space="preserve"> فأمره أن يجعل ثُلثها في الطِيب</w:t>
      </w:r>
      <w:r w:rsidR="00455A43">
        <w:rPr>
          <w:rtl/>
        </w:rPr>
        <w:t>،</w:t>
      </w:r>
      <w:r w:rsidRPr="00402856">
        <w:rPr>
          <w:rtl/>
        </w:rPr>
        <w:t xml:space="preserve"> وثُلثها في المتاع</w:t>
      </w:r>
      <w:r w:rsidR="00455A43">
        <w:rPr>
          <w:rtl/>
        </w:rPr>
        <w:t>،</w:t>
      </w:r>
      <w:r w:rsidRPr="00402856">
        <w:rPr>
          <w:rtl/>
        </w:rPr>
        <w:t xml:space="preserve"> ففعل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أنس أنّه قال</w:t>
      </w:r>
      <w:r w:rsidR="00455A43">
        <w:rPr>
          <w:rtl/>
        </w:rPr>
        <w:t>:</w:t>
      </w:r>
      <w:r w:rsidRPr="00402856">
        <w:rPr>
          <w:rtl/>
        </w:rPr>
        <w:t xml:space="preserve"> خطب عليّ فاطمة</w:t>
      </w:r>
      <w:r w:rsidR="00455A43">
        <w:rPr>
          <w:rtl/>
        </w:rPr>
        <w:t>،</w:t>
      </w:r>
      <w:r w:rsidRPr="00402856">
        <w:rPr>
          <w:rtl/>
        </w:rPr>
        <w:t xml:space="preserve"> بعد أن خطبها أبو بكر وعمر</w:t>
      </w:r>
      <w:r w:rsidR="00455A43">
        <w:rPr>
          <w:rtl/>
        </w:rPr>
        <w:t>،</w:t>
      </w:r>
      <w:r w:rsidRPr="00402856">
        <w:rPr>
          <w:rtl/>
        </w:rPr>
        <w:t xml:space="preserve"> فقال صلّى الله عليه وسلّم لعلي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قد أمرني ربّي أن أُزوجها منك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الطبراني</w:t>
      </w:r>
      <w:r w:rsidR="00455A43">
        <w:rPr>
          <w:rtl/>
        </w:rPr>
        <w:t>،</w:t>
      </w:r>
      <w:r w:rsidRPr="00402856">
        <w:rPr>
          <w:rtl/>
        </w:rPr>
        <w:t xml:space="preserve"> مرفوعاً برجال ثقات</w:t>
      </w:r>
      <w:r w:rsidR="00455A43">
        <w:rPr>
          <w:rtl/>
        </w:rPr>
        <w:t>: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أمرني أن أُزوّج فاطمة من علي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في طبقات ابن سعد</w:t>
      </w:r>
      <w:r w:rsidR="00455A43">
        <w:rPr>
          <w:rtl/>
        </w:rPr>
        <w:t>:</w:t>
      </w:r>
      <w:r w:rsidRPr="00402856">
        <w:rPr>
          <w:rtl/>
        </w:rPr>
        <w:t xml:space="preserve"> أنّ أبا بكر وعُمر لمّا خطبا فاطمة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هي لك يا علي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لستُ بدجّال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يعني لستُ بكّذاب</w:t>
      </w:r>
      <w:r w:rsidR="00455A43">
        <w:rPr>
          <w:rtl/>
        </w:rPr>
        <w:t>؛</w:t>
      </w:r>
      <w:r w:rsidRPr="00402856">
        <w:rPr>
          <w:rtl/>
        </w:rPr>
        <w:t xml:space="preserve"> لأنّه كان قد وعد عليّاً بها قبل أن يخطبها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وعن أنس بن مالك رضي الله عنه قال</w:t>
      </w:r>
      <w:r w:rsidR="00455A43">
        <w:rPr>
          <w:rtl/>
        </w:rPr>
        <w:t>:</w:t>
      </w:r>
      <w:r w:rsidRPr="00402856">
        <w:rPr>
          <w:rtl/>
        </w:rPr>
        <w:t xml:space="preserve"> كنت عند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فغشيه الوحي</w:t>
      </w:r>
      <w:r w:rsidR="00455A43">
        <w:rPr>
          <w:rtl/>
        </w:rPr>
        <w:t>،</w:t>
      </w:r>
      <w:r w:rsidRPr="00402856">
        <w:rPr>
          <w:rtl/>
        </w:rPr>
        <w:t xml:space="preserve"> فلمّا أفاق قال 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أنس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أتدري ما جاء جبرئيل عليه السلام من صاحب العرش عزّ وجل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بأبي أنت وأمي</w:t>
      </w:r>
      <w:r w:rsidR="00455A43">
        <w:rPr>
          <w:rtl/>
        </w:rPr>
        <w:t>،</w:t>
      </w:r>
      <w:r w:rsidRPr="00402856">
        <w:rPr>
          <w:rtl/>
        </w:rPr>
        <w:t xml:space="preserve"> ما جاء به جبرئيل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لي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إنّ الله تبارك وتعالى يأمرك أن تُزوّج فاطمة من علي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إنّ النبي صلّى الله عليه وسلّم 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انطلق وادعُ لي أبا بكر وعمر وعثمان وطلحة والزبير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وبعدّتهم من الأنصار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فانطلقت فدعوتهم</w:t>
      </w:r>
      <w:r w:rsidR="00455A43">
        <w:rPr>
          <w:rtl/>
        </w:rPr>
        <w:t>،</w:t>
      </w:r>
      <w:r w:rsidRPr="00402856">
        <w:rPr>
          <w:rtl/>
        </w:rPr>
        <w:t xml:space="preserve"> فلمّا أخذوا مجالسهم</w:t>
      </w:r>
      <w:r w:rsidR="00455A43">
        <w:rPr>
          <w:rtl/>
        </w:rPr>
        <w:t>،</w:t>
      </w:r>
      <w:r w:rsidRPr="00402856">
        <w:rPr>
          <w:rtl/>
        </w:rPr>
        <w:t xml:space="preserve"> قال صلّى الله عليه وسلّم</w:t>
      </w:r>
      <w:r w:rsidR="00AF124A">
        <w:rPr>
          <w:rtl/>
        </w:rPr>
        <w:t xml:space="preserve"> - </w:t>
      </w:r>
      <w:r w:rsidRPr="00402856">
        <w:rPr>
          <w:rtl/>
        </w:rPr>
        <w:t>بعد أن حَمد الله وأثنى عليه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جعل المصاهرة سبباً لاحقاً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وأمراً مُفترضاً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أوشج به الأرحام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وألزم الأنام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 عزّ من قائل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وَهُوَ الَّذِي خَلَقَ مِنْ الْمَاءِ بَشَرًا فَجَعَلَهُ نَسَبًا وَصِهْرًا وَكَانَ رَبُّكَ قَدِيرًا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Bold2Char"/>
          <w:rtl/>
        </w:rPr>
        <w:t xml:space="preserve"> فأمرُ الله تعالى يجري إلى قضائه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وقضاؤه يجري إلى قَدَرِه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ولكلّ قدرٍ أجل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ولكلّ أجل كتاب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يَمْحُوا اللَّهُ مَا يَشَاءُ وَيُثْبِتُ وَعِنْدَهُ أُمُّ الْكِتَابِ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tl/>
        </w:rPr>
        <w:t xml:space="preserve"> ثُمّ إنّ الله تعالى أمرني أن أُزوّج فاطمة بنت خديجة من علي بن أبي طالب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فاشهدوا عليّ أنّي زوجته على أربعمئة مثقال فضّة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 رضي بذلك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على السنة القائمة والفريضة الواجبة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فجمع الله شملهما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لهما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وأطال نسلهما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وجعل نسلهما مفاتيح الرحمة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ومعادن الحكمة وأمن الأُمّة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أقول قولي هذا وأستغفر الله لي ولكم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قال أنس</w:t>
      </w:r>
      <w:r w:rsidR="00455A43">
        <w:rPr>
          <w:rtl/>
        </w:rPr>
        <w:t>:</w:t>
      </w:r>
      <w:r w:rsidRPr="00402856">
        <w:rPr>
          <w:rtl/>
        </w:rPr>
        <w:t xml:space="preserve"> وكان عليّ عليه السلام غائباً في حاجة لرسول الله صلّى الله عليه وسلّم قد بعثه فيها</w:t>
      </w:r>
      <w:r w:rsidR="00455A43">
        <w:rPr>
          <w:rtl/>
        </w:rPr>
        <w:t>،</w:t>
      </w:r>
      <w:r w:rsidRPr="00402856">
        <w:rPr>
          <w:rtl/>
        </w:rPr>
        <w:t xml:space="preserve"> ثُمّ أمر لنا بطبق فيه تمر</w:t>
      </w:r>
      <w:r w:rsidR="00455A43">
        <w:rPr>
          <w:rtl/>
        </w:rPr>
        <w:t>،</w:t>
      </w:r>
      <w:r w:rsidRPr="00402856">
        <w:rPr>
          <w:rtl/>
        </w:rPr>
        <w:t xml:space="preserve"> فوُضع في أيدينا</w:t>
      </w:r>
      <w:r w:rsidR="00455A43">
        <w:rPr>
          <w:rtl/>
        </w:rPr>
        <w:t>،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انتبهوا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فبينما نحن كذلك</w:t>
      </w:r>
      <w:r w:rsidR="00455A43">
        <w:rPr>
          <w:rtl/>
        </w:rPr>
        <w:t>،</w:t>
      </w:r>
      <w:r w:rsidRPr="00402856">
        <w:rPr>
          <w:rtl/>
        </w:rPr>
        <w:t xml:space="preserve"> إذ أقبل علي</w:t>
      </w:r>
      <w:r w:rsidR="00455A43">
        <w:rPr>
          <w:rtl/>
        </w:rPr>
        <w:t>،</w:t>
      </w:r>
      <w:r w:rsidRPr="00402856">
        <w:rPr>
          <w:rtl/>
        </w:rPr>
        <w:t xml:space="preserve"> فتبسّم له رسول الله صلّى الله عليه وسلّم وقال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علي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الله أمرني أن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أُزوّجك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وإنّي زوجتكما على أربعمئة مثقال فضة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رضيت يا رسول الله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ثُمّ إنّ عليّاً خرّ ساجداً شكراً لله</w:t>
      </w:r>
      <w:r w:rsidR="00455A43">
        <w:rPr>
          <w:rtl/>
        </w:rPr>
        <w:t>،</w:t>
      </w:r>
      <w:r w:rsidRPr="00402856">
        <w:rPr>
          <w:rtl/>
        </w:rPr>
        <w:t xml:space="preserve"> فلمّا رفع رأسه</w:t>
      </w:r>
      <w:r w:rsidR="00455A43">
        <w:rPr>
          <w:rtl/>
        </w:rPr>
        <w:t>،</w:t>
      </w:r>
      <w:r w:rsidRPr="00402856">
        <w:rPr>
          <w:rtl/>
        </w:rPr>
        <w:t xml:space="preserve"> قال الرسول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بارك الله لكما وعليكما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وأسعد جِدّكما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وأخرج منكما الكثير الطيب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أنس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ووالله لقد أخرج منهما الكثير الطيّب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وروى الطبراني والخطيب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 يبعث الله نبيّاً قط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جعل ذريّته من صُلبه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غيري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فإنّ الله جعل ذريتي من صُلب عليّ رضي الله عنه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وأرجح الأقوال أنّ هذا الزواج كان بعد الهجرة وقبل غزوة بدر</w:t>
      </w:r>
      <w:r w:rsidR="00455A43">
        <w:rPr>
          <w:rtl/>
        </w:rPr>
        <w:t>،</w:t>
      </w:r>
      <w:r w:rsidRPr="00402856">
        <w:rPr>
          <w:rtl/>
        </w:rPr>
        <w:t xml:space="preserve"> كان في رمضان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وربما في محرّم أو صفر أو رجب</w:t>
      </w:r>
      <w:r w:rsidR="00352E1E">
        <w:rPr>
          <w:rtl/>
        </w:rPr>
        <w:t>)</w:t>
      </w:r>
      <w:r w:rsidRPr="00402856">
        <w:rPr>
          <w:rtl/>
        </w:rPr>
        <w:t xml:space="preserve"> من السنة الثانية للهجرة</w:t>
      </w:r>
      <w:r w:rsidR="00455A43">
        <w:rPr>
          <w:rtl/>
        </w:rPr>
        <w:t>،</w:t>
      </w:r>
      <w:r w:rsidRPr="00402856">
        <w:rPr>
          <w:rtl/>
        </w:rPr>
        <w:t xml:space="preserve"> ومضى على هذا القِران شهور ثلاثة</w:t>
      </w:r>
      <w:r w:rsidR="00455A43">
        <w:rPr>
          <w:rtl/>
        </w:rPr>
        <w:t>،</w:t>
      </w:r>
      <w:r w:rsidRPr="00402856">
        <w:rPr>
          <w:rtl/>
        </w:rPr>
        <w:t xml:space="preserve"> حتى إذا كان ذو الحجّة من السنة نفسها دخل عليّ بها</w:t>
      </w:r>
      <w:r w:rsidR="00455A43">
        <w:rPr>
          <w:rtl/>
        </w:rPr>
        <w:t>،</w:t>
      </w:r>
      <w:r w:rsidRPr="00402856">
        <w:rPr>
          <w:rtl/>
        </w:rPr>
        <w:t xml:space="preserve"> وكان جهاز فاطمة بنت رسول الله صلّى الله عليه وسلّم سريراً من الخوص مشدوداً بالحبال</w:t>
      </w:r>
      <w:r w:rsidR="00455A43">
        <w:rPr>
          <w:rtl/>
        </w:rPr>
        <w:t>،</w:t>
      </w:r>
      <w:r w:rsidRPr="00402856">
        <w:rPr>
          <w:rtl/>
        </w:rPr>
        <w:t xml:space="preserve"> ووسادتين حشْوُهما ليف</w:t>
      </w:r>
      <w:r w:rsidR="00455A43">
        <w:rPr>
          <w:rtl/>
        </w:rPr>
        <w:t>،</w:t>
      </w:r>
      <w:r w:rsidRPr="00402856">
        <w:rPr>
          <w:rtl/>
        </w:rPr>
        <w:t xml:space="preserve"> وبساط صوف</w:t>
      </w:r>
      <w:r w:rsidR="00455A43">
        <w:rPr>
          <w:rtl/>
        </w:rPr>
        <w:t>،</w:t>
      </w:r>
      <w:r w:rsidRPr="00402856">
        <w:rPr>
          <w:rtl/>
        </w:rPr>
        <w:t xml:space="preserve"> وجلد كبش يُقلب على صوفه فيصير فراشاً</w:t>
      </w:r>
      <w:r w:rsidR="00455A43">
        <w:rPr>
          <w:rtl/>
        </w:rPr>
        <w:t>،</w:t>
      </w:r>
      <w:r w:rsidRPr="00402856">
        <w:rPr>
          <w:rtl/>
        </w:rPr>
        <w:t xml:space="preserve"> وإناء به سمن جاف يُطبخ به</w:t>
      </w:r>
      <w:r w:rsidR="00455A43">
        <w:rPr>
          <w:rtl/>
        </w:rPr>
        <w:t>،</w:t>
      </w:r>
      <w:r w:rsidRPr="00402856">
        <w:rPr>
          <w:rtl/>
        </w:rPr>
        <w:t xml:space="preserve"> وقِربة للماء</w:t>
      </w:r>
      <w:r w:rsidR="00455A43">
        <w:rPr>
          <w:rtl/>
        </w:rPr>
        <w:t>،</w:t>
      </w:r>
      <w:r w:rsidRPr="00402856">
        <w:rPr>
          <w:rtl/>
        </w:rPr>
        <w:t xml:space="preserve"> وجرّة وكوزاً</w:t>
      </w:r>
      <w:r w:rsidR="00455A43">
        <w:rPr>
          <w:rtl/>
        </w:rPr>
        <w:t>،</w:t>
      </w:r>
      <w:r w:rsidRPr="00402856">
        <w:rPr>
          <w:rtl/>
        </w:rPr>
        <w:t xml:space="preserve"> ورملاً مبسوطاً ورحى أو رحاتين</w:t>
      </w:r>
      <w:r w:rsidR="00455A43">
        <w:rPr>
          <w:rtl/>
        </w:rPr>
        <w:t>.</w:t>
      </w:r>
      <w:r w:rsidRPr="00402856">
        <w:rPr>
          <w:rtl/>
        </w:rPr>
        <w:t xml:space="preserve"> وخفّت بعض نساء الأنصار الثريّات فأهدين الزهراء رداءين جميلين للزفاف</w:t>
      </w:r>
      <w:r w:rsidR="00455A43">
        <w:rPr>
          <w:rtl/>
        </w:rPr>
        <w:t>،</w:t>
      </w:r>
      <w:r w:rsidRPr="00402856">
        <w:rPr>
          <w:rtl/>
        </w:rPr>
        <w:t xml:space="preserve"> وبعض حقاق من الطيب والعطور</w:t>
      </w:r>
      <w:r w:rsidR="00455A43">
        <w:rPr>
          <w:rtl/>
        </w:rPr>
        <w:t>،</w:t>
      </w:r>
      <w:r w:rsidRPr="00402856">
        <w:rPr>
          <w:rtl/>
        </w:rPr>
        <w:t xml:space="preserve"> وأقرضنها بعض الحُلي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ويروي ابن شهاب الزهري في المغاري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قال لبلال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زوّجت ابنتي ابن عمّي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أُحب أن يكون من سُنّة أُمّتي إطعام الطعام عند النِكاح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فأتِ الغنم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فخُذ شاة وأربعة أمداد</w:t>
      </w:r>
      <w:r w:rsidR="00AF124A">
        <w:rPr>
          <w:rtl/>
        </w:rPr>
        <w:t xml:space="preserve"> - </w:t>
      </w:r>
      <w:r w:rsidRPr="00402856">
        <w:rPr>
          <w:rtl/>
        </w:rPr>
        <w:t xml:space="preserve">أو </w:t>
      </w:r>
      <w:r w:rsidRPr="00402856">
        <w:rPr>
          <w:rStyle w:val="libBold2Char"/>
          <w:rtl/>
        </w:rPr>
        <w:t>خمسة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فاجعل لي قصعة لعلّي أجمع المهاجرين والأنصار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أُخرى أنّ الرسول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علي إنّه لا بُدّ للعروس من وليمة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أحد أغنياء الأنصار</w:t>
      </w:r>
      <w:r w:rsidR="00455A43">
        <w:rPr>
          <w:rtl/>
        </w:rPr>
        <w:t>:</w:t>
      </w:r>
      <w:r w:rsidRPr="00402856">
        <w:rPr>
          <w:rtl/>
        </w:rPr>
        <w:t xml:space="preserve"> عندي كبش</w:t>
      </w:r>
      <w:r w:rsidR="00455A43">
        <w:rPr>
          <w:rtl/>
        </w:rPr>
        <w:t>.</w:t>
      </w:r>
      <w:r w:rsidRPr="00402856">
        <w:rPr>
          <w:rtl/>
        </w:rPr>
        <w:t xml:space="preserve"> فأعدّه صاحبه</w:t>
      </w:r>
      <w:r w:rsidR="00455A43">
        <w:rPr>
          <w:rtl/>
        </w:rPr>
        <w:t>،</w:t>
      </w:r>
      <w:r w:rsidRPr="00402856">
        <w:rPr>
          <w:rtl/>
        </w:rPr>
        <w:t xml:space="preserve"> ودعا عليٌّ رهطاً من المهاجرين والأنصار وأحضروا الطيب والزبيب والتمر فطعموا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ويروي الأستاذ أبو علم أنّه في ليلة الزفاف هذه</w:t>
      </w:r>
      <w:r w:rsidR="00455A43">
        <w:rPr>
          <w:rtl/>
        </w:rPr>
        <w:t>،</w:t>
      </w:r>
      <w:r w:rsidRPr="00402856">
        <w:rPr>
          <w:rtl/>
        </w:rPr>
        <w:t xml:space="preserve"> أتى الرسول صلّى الله عليه وسلّم ببغلته الشهباء</w:t>
      </w:r>
      <w:r w:rsidR="00455A43">
        <w:rPr>
          <w:rtl/>
        </w:rPr>
        <w:t>،</w:t>
      </w:r>
      <w:r w:rsidRPr="00402856">
        <w:rPr>
          <w:rtl/>
        </w:rPr>
        <w:t xml:space="preserve"> وثنى عليها قطيفة</w:t>
      </w:r>
      <w:r w:rsidR="00455A43">
        <w:rPr>
          <w:rtl/>
        </w:rPr>
        <w:t>،</w:t>
      </w:r>
      <w:r w:rsidRPr="00402856">
        <w:rPr>
          <w:rtl/>
        </w:rPr>
        <w:t xml:space="preserve"> وقال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اركبي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فأركبها</w:t>
      </w:r>
      <w:r w:rsidR="00455A43">
        <w:rPr>
          <w:rtl/>
        </w:rPr>
        <w:t>،</w:t>
      </w:r>
      <w:r w:rsidRPr="00402856">
        <w:rPr>
          <w:rtl/>
        </w:rPr>
        <w:t xml:space="preserve"> وأمر سلمان أن يقود بها</w:t>
      </w:r>
      <w:r w:rsidR="00455A43">
        <w:rPr>
          <w:rtl/>
        </w:rPr>
        <w:t>،</w:t>
      </w:r>
      <w:r w:rsidRPr="00402856">
        <w:rPr>
          <w:rtl/>
        </w:rPr>
        <w:t xml:space="preserve"> ومشى صلّى الله عليه وسلّم خلفها ومعه حمزة وبنو هاشم مُشهرين سيوفهم</w:t>
      </w:r>
      <w:r w:rsidR="00455A43">
        <w:rPr>
          <w:rtl/>
        </w:rPr>
        <w:t>،</w:t>
      </w:r>
      <w:r w:rsidRPr="00402856">
        <w:rPr>
          <w:rtl/>
        </w:rPr>
        <w:t xml:space="preserve"> وأمر بنات عبد المُطلب ونساء الهاجرين والأنصار أن يمضين في صُحبة فاطمة</w:t>
      </w:r>
      <w:r w:rsidR="00455A43">
        <w:rPr>
          <w:rtl/>
        </w:rPr>
        <w:t>،</w:t>
      </w:r>
      <w:r w:rsidRPr="00402856">
        <w:rPr>
          <w:rtl/>
        </w:rPr>
        <w:t xml:space="preserve"> وأن يفرحنَ ويرجزن ويُكبّرن ويحمدن</w:t>
      </w:r>
      <w:r w:rsidR="00455A43">
        <w:rPr>
          <w:rtl/>
        </w:rPr>
        <w:t>،</w:t>
      </w:r>
      <w:r w:rsidRPr="00402856">
        <w:rPr>
          <w:rtl/>
        </w:rPr>
        <w:t xml:space="preserve"> ولا يقلنَ مالا يُرضي الله</w:t>
      </w:r>
      <w:r w:rsidR="00455A43">
        <w:rPr>
          <w:rtl/>
        </w:rPr>
        <w:t>،</w:t>
      </w:r>
      <w:r w:rsidRPr="00402856">
        <w:rPr>
          <w:rtl/>
        </w:rPr>
        <w:t xml:space="preserve"> ونساء النبي صلّى الله عليه وسلّم معها</w:t>
      </w:r>
      <w:r w:rsidR="00455A43">
        <w:rPr>
          <w:rtl/>
        </w:rPr>
        <w:t>،</w:t>
      </w:r>
      <w:r w:rsidRPr="00402856">
        <w:rPr>
          <w:rtl/>
        </w:rPr>
        <w:t xml:space="preserve"> حتى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أوصلنها إلى بيت علي</w:t>
      </w:r>
      <w:r w:rsidR="00455A43">
        <w:rPr>
          <w:rtl/>
        </w:rPr>
        <w:t>،</w:t>
      </w:r>
      <w:r w:rsidRPr="00402856">
        <w:rPr>
          <w:rtl/>
        </w:rPr>
        <w:t xml:space="preserve"> وأوصى رسول الله صلّى الله عليه وسلّم عليّاً ألاّ يُحدث شيئاً حتّى يأتيه</w:t>
      </w:r>
      <w:r w:rsidR="00455A43">
        <w:rPr>
          <w:rtl/>
        </w:rPr>
        <w:t>،</w:t>
      </w:r>
      <w:r w:rsidRPr="00402856">
        <w:rPr>
          <w:rtl/>
        </w:rPr>
        <w:t xml:space="preserve"> ثُمّ جاءت العروس الطاهرة البتول</w:t>
      </w:r>
      <w:r w:rsidR="00455A43">
        <w:rPr>
          <w:rtl/>
        </w:rPr>
        <w:t>،</w:t>
      </w:r>
      <w:r w:rsidRPr="00402856">
        <w:rPr>
          <w:rtl/>
        </w:rPr>
        <w:t xml:space="preserve"> مع أُمّ أيمن بركة الحبشة مولاة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وقعدت فاطمة في جانبٍ من البيت</w:t>
      </w:r>
      <w:r w:rsidR="00455A43">
        <w:rPr>
          <w:rtl/>
        </w:rPr>
        <w:t>،</w:t>
      </w:r>
      <w:r w:rsidRPr="00402856">
        <w:rPr>
          <w:rtl/>
        </w:rPr>
        <w:t xml:space="preserve"> وقعد علي في الجانب الآخر</w:t>
      </w:r>
      <w:r w:rsidR="00455A43">
        <w:rPr>
          <w:rtl/>
        </w:rPr>
        <w:t>،</w:t>
      </w:r>
      <w:r w:rsidRPr="00402856">
        <w:rPr>
          <w:rtl/>
        </w:rPr>
        <w:t xml:space="preserve"> ثُمّ جاء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ها هُنا أخي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فقالت أُم أيمن</w:t>
      </w:r>
      <w:r w:rsidR="00455A43">
        <w:rPr>
          <w:rtl/>
        </w:rPr>
        <w:t>:</w:t>
      </w:r>
      <w:r w:rsidRPr="00402856">
        <w:rPr>
          <w:rtl/>
        </w:rPr>
        <w:t xml:space="preserve"> بأبي أنت وأُمي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أخوك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 بن أبي طالب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وكيف يكون أخاك وقد زوّجته ابنتك</w:t>
      </w:r>
      <w:r w:rsidR="00455A43">
        <w:rPr>
          <w:rtl/>
        </w:rPr>
        <w:t>؟</w:t>
      </w:r>
      <w:r w:rsidRPr="00402856">
        <w:rPr>
          <w:rtl/>
        </w:rPr>
        <w:t>!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هو ذاك يا أُمّ أيمن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نعم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أي</w:t>
      </w:r>
      <w:r w:rsidR="00455A43">
        <w:rPr>
          <w:rtl/>
        </w:rPr>
        <w:t>:</w:t>
      </w:r>
      <w:r w:rsidRPr="00402856">
        <w:rPr>
          <w:rtl/>
        </w:rPr>
        <w:t xml:space="preserve"> هو كأخي في المنزلة والمؤاخاة</w:t>
      </w:r>
      <w:r w:rsidR="00455A43">
        <w:rPr>
          <w:rtl/>
        </w:rPr>
        <w:t>،</w:t>
      </w:r>
      <w:r w:rsidRPr="00402856">
        <w:rPr>
          <w:rtl/>
        </w:rPr>
        <w:t xml:space="preserve"> فلا يمتنع عليّ تزويجي إياه ابنتي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هذا وكانت النساء قد انصرفن بعد الوليمة</w:t>
      </w:r>
      <w:r w:rsidR="00455A43">
        <w:rPr>
          <w:rtl/>
        </w:rPr>
        <w:t>،</w:t>
      </w:r>
      <w:r w:rsidRPr="00402856">
        <w:rPr>
          <w:rtl/>
        </w:rPr>
        <w:t xml:space="preserve"> غير أنّ النبي صلّى الله عليه وسلّم وجد امرأة مع الزهراء</w:t>
      </w:r>
      <w:r w:rsidR="00455A43">
        <w:rPr>
          <w:rtl/>
        </w:rPr>
        <w:t>،</w:t>
      </w:r>
      <w:r w:rsidRPr="00402856">
        <w:rPr>
          <w:rtl/>
        </w:rPr>
        <w:t xml:space="preserve"> فسألها الرسول صلّى الله عليه وسلّم عمّا يُبقيها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أنا التي أحرس ابنتك</w:t>
      </w:r>
      <w:r w:rsidR="00455A43">
        <w:rPr>
          <w:rtl/>
        </w:rPr>
        <w:t>،</w:t>
      </w:r>
      <w:r w:rsidRPr="00402856">
        <w:rPr>
          <w:rtl/>
        </w:rPr>
        <w:t xml:space="preserve"> إنّ الفتاة ليلة بنائها </w:t>
      </w:r>
      <w:r w:rsidR="00352E1E">
        <w:rPr>
          <w:rtl/>
        </w:rPr>
        <w:t>(</w:t>
      </w:r>
      <w:r w:rsidRPr="00402856">
        <w:rPr>
          <w:rtl/>
        </w:rPr>
        <w:t>زفافها</w:t>
      </w:r>
      <w:r w:rsidR="00352E1E">
        <w:rPr>
          <w:rtl/>
        </w:rPr>
        <w:t>)</w:t>
      </w:r>
      <w:r w:rsidRPr="00402856">
        <w:rPr>
          <w:rtl/>
        </w:rPr>
        <w:t xml:space="preserve"> لا بدّ لها من امرأة قريبة منها</w:t>
      </w:r>
      <w:r w:rsidR="00455A43">
        <w:rPr>
          <w:rtl/>
        </w:rPr>
        <w:t>،</w:t>
      </w:r>
      <w:r w:rsidRPr="00402856">
        <w:rPr>
          <w:rtl/>
        </w:rPr>
        <w:t xml:space="preserve"> إنْ عرضت لها حاجة أو أرادت أمراً أفضت إليها بذلك</w:t>
      </w:r>
      <w:r w:rsidR="00455A43">
        <w:rPr>
          <w:rtl/>
        </w:rPr>
        <w:t>،</w:t>
      </w:r>
      <w:r w:rsidRPr="00402856">
        <w:rPr>
          <w:rtl/>
        </w:rPr>
        <w:t xml:space="preserve"> فقال صلّى الله عليه وسلّم للمرأة</w:t>
      </w:r>
      <w:r w:rsidR="00455A43">
        <w:rPr>
          <w:rtl/>
        </w:rPr>
        <w:t>،</w:t>
      </w:r>
      <w:r w:rsidRPr="00402856">
        <w:rPr>
          <w:rtl/>
        </w:rPr>
        <w:t xml:space="preserve"> وهي أسماء بنت عميس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فإنّي أسأل إلهي أن يحرسكِ من بين يديكِ ومن خلفكِ وعن يمينكِ وعن شمالكِ من الشيطان الرجيم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دعا رسول الله صلّى الله عليه وسلّم بماء فغسل فيه يديه</w:t>
      </w:r>
      <w:r w:rsidR="00455A43">
        <w:rPr>
          <w:rtl/>
        </w:rPr>
        <w:t>،</w:t>
      </w:r>
      <w:r w:rsidRPr="00402856">
        <w:rPr>
          <w:rtl/>
        </w:rPr>
        <w:t xml:space="preserve"> ثُمّ دعا عليّاً فجلس بين يديه فنضح على صدره من ذلك الماء وبين كتفيه</w:t>
      </w:r>
      <w:r w:rsidR="00455A43">
        <w:rPr>
          <w:rtl/>
        </w:rPr>
        <w:t>،</w:t>
      </w:r>
      <w:r w:rsidRPr="00402856">
        <w:rPr>
          <w:rtl/>
        </w:rPr>
        <w:t xml:space="preserve"> ثُمّ دعا فاطمة فجاءت بغير خمار تعثر في ثوبها</w:t>
      </w:r>
      <w:r w:rsidR="00455A43">
        <w:rPr>
          <w:rtl/>
        </w:rPr>
        <w:t>،</w:t>
      </w:r>
      <w:r w:rsidRPr="00402856">
        <w:rPr>
          <w:rtl/>
        </w:rPr>
        <w:t xml:space="preserve"> ثُمّ نضح عليها من ذلك الماء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ادخل بأهلك باسم الله والبركة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أنّه صلّى الله عليه وسلّم توضّأ في إناء ثُمّ أفرغه على عليّ وفاطمة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بارك فيهما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وبارك لهما في شملهما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وفي شبليهما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والشبل ولد الأسد</w:t>
      </w:r>
      <w:r w:rsidR="00455A43">
        <w:rPr>
          <w:rtl/>
        </w:rPr>
        <w:t>،</w:t>
      </w:r>
      <w:r w:rsidRPr="00402856">
        <w:rPr>
          <w:rtl/>
        </w:rPr>
        <w:t xml:space="preserve"> فيكون ذلك كشفاً وإطلاعاً منه صلّى الله عليه وسلّم على أنّ الزهراء تلد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فأطلق عليهما شبلَين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روي أنّ السيدة الزهراء بكت تلك الليلة</w:t>
      </w:r>
      <w:r w:rsidR="00455A43">
        <w:rPr>
          <w:rtl/>
        </w:rPr>
        <w:t>،</w:t>
      </w:r>
      <w:r w:rsidRPr="00402856">
        <w:rPr>
          <w:rtl/>
        </w:rPr>
        <w:t xml:space="preserve"> ربما لعلّها تذكّرت أُمها الراحلة السيدة الطاهرة أُم المؤمنين خديجة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فتمنّت لو أنّها كانت معها في تلك الليلة الفريدة من العُمر</w:t>
      </w:r>
      <w:r w:rsidR="00455A43">
        <w:rPr>
          <w:rtl/>
        </w:rPr>
        <w:t>،</w:t>
      </w:r>
      <w:r w:rsidRPr="00402856">
        <w:rPr>
          <w:rtl/>
        </w:rPr>
        <w:t xml:space="preserve"> وأراد النبي صلّى الله عليه وسلّم أن يُطيّب خاطرها</w:t>
      </w:r>
      <w:r w:rsidR="00455A43">
        <w:rPr>
          <w:rtl/>
        </w:rPr>
        <w:t>،</w:t>
      </w:r>
      <w:r w:rsidRPr="00402856">
        <w:rPr>
          <w:rtl/>
        </w:rPr>
        <w:t xml:space="preserve"> فأقسم لها أنّه لم يألُ جهداً ليختار لها أصلح الأزواج</w:t>
      </w:r>
      <w:r w:rsidR="00455A43">
        <w:rPr>
          <w:rtl/>
        </w:rPr>
        <w:t>،</w:t>
      </w:r>
      <w:r w:rsidRPr="00402856">
        <w:rPr>
          <w:rtl/>
        </w:rPr>
        <w:t xml:space="preserve"> وما اختار لها إلاّ خير فتيان بني هاشم</w:t>
      </w:r>
      <w:r w:rsidR="00455A43">
        <w:rPr>
          <w:rtl/>
        </w:rPr>
        <w:t>،</w:t>
      </w:r>
      <w:r w:rsidRPr="00402856">
        <w:rPr>
          <w:rtl/>
        </w:rPr>
        <w:t xml:space="preserve"> وأضاف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والذي نفسي بيده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قد زوجتكِ فتى سعيداً في الدنيا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وأنّه في الآخرة لمن الصالحين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للحاكم في المستدرك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فقد أنكحتكِ أحبّ أهل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بيتي إلي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ثالثة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لقد زوجتكِ سيّداً في الدنيا والآخرة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وإنّه لأوّل أصحابي إسلاماً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وأكثرهم عِلماً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وأعظمهم حِلماً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ابن عباس قال</w:t>
      </w:r>
      <w:r w:rsidR="00455A43">
        <w:rPr>
          <w:rtl/>
        </w:rPr>
        <w:t>:</w:t>
      </w:r>
      <w:r w:rsidRPr="00402856">
        <w:rPr>
          <w:rtl/>
        </w:rPr>
        <w:t xml:space="preserve"> بينما نحن عند رسول الله صلّى الله عليه وسلّم إذ أقبلت فاطمة وهي تبكي</w:t>
      </w:r>
      <w:r w:rsidR="00455A43">
        <w:rPr>
          <w:rtl/>
        </w:rPr>
        <w:t>،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يُبكيكِ يا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عيّرتني نساء قريش آنفاً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زعمنَ أنّك زوجتني رجلاً معدماً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مال له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تبكي 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فوالله ما زوجتكِ حتى زوّجكِ الله تعالى من فوق عرشه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وأشهدَ على ذلك جبرئيل وميكائيل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بلال بن حمامة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طلع علينا النبي صلّى الله عليه وسلّم ذات يوم ووجهه مشرق كدارة القمر</w:t>
      </w:r>
      <w:r w:rsidR="00455A43">
        <w:rPr>
          <w:rtl/>
        </w:rPr>
        <w:t>،</w:t>
      </w:r>
      <w:r w:rsidRPr="00402856">
        <w:rPr>
          <w:rtl/>
        </w:rPr>
        <w:t xml:space="preserve"> فقام عبد الرحمان بن عوف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ما هذا النور</w:t>
      </w:r>
      <w:r w:rsidR="00455A43">
        <w:rPr>
          <w:rtl/>
        </w:rPr>
        <w:t>؟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بشارة أتتني من ربي في أخي وابن عمّي وابنتي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الله زوّج عليّاً من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وأمر رضوان خازن الجنان فهزّ شجرة طوبى فحملت رقاعاً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يعني صكاكاً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بعدد مُحبّي أهل بيتي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وأنشأ تحتها ملائكة من نور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ودفع إلى كلّ ملَك صكّاً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فإذا استوت القيامة بأهلها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نادت الملائكة في الخلائق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تَلقى محبّاً لنا أهل البيت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دفعت له صكّاً فيه فكاكه من النار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فأخي وابن عمّي وابنتي بهم فكاك رقاب رجال ونساء من أُمتي من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ولعل سائلاً يتساءل</w:t>
      </w:r>
      <w:r w:rsidR="00455A43">
        <w:rPr>
          <w:rtl/>
        </w:rPr>
        <w:t>:</w:t>
      </w:r>
      <w:r w:rsidRPr="00402856">
        <w:rPr>
          <w:rtl/>
        </w:rPr>
        <w:t xml:space="preserve"> ما في هذا الزواج من الزهراء ابنة رسول الله صلّى الله عليه وسلّم يختصّ به الإمام وحده</w:t>
      </w:r>
      <w:r w:rsidR="00455A43">
        <w:rPr>
          <w:rtl/>
        </w:rPr>
        <w:t>،</w:t>
      </w:r>
      <w:r w:rsidRPr="00402856">
        <w:rPr>
          <w:rtl/>
        </w:rPr>
        <w:t xml:space="preserve"> دون صحابة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ودون غيره ممّن تزوّجوا من بنات النبي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من البديهي أنّ الصهر لرسول الله صلّى الله عليه وسلّم شرف عظيم</w:t>
      </w:r>
      <w:r w:rsidR="00455A43">
        <w:rPr>
          <w:rtl/>
        </w:rPr>
        <w:t>،</w:t>
      </w:r>
      <w:r w:rsidRPr="00402856">
        <w:rPr>
          <w:rtl/>
        </w:rPr>
        <w:t xml:space="preserve"> وقد تزوج عثمان بن عفّان رضي الله عنه بابنَتَي رسول الله صلّى الله عليه وسلّم</w:t>
      </w:r>
      <w:r w:rsidR="00AF124A">
        <w:rPr>
          <w:rtl/>
        </w:rPr>
        <w:t xml:space="preserve"> - </w:t>
      </w:r>
      <w:r w:rsidRPr="00402856">
        <w:rPr>
          <w:rtl/>
        </w:rPr>
        <w:t>رقية وأمّ كلثوم</w:t>
      </w:r>
      <w:r w:rsidR="00AF124A">
        <w:rPr>
          <w:rtl/>
        </w:rPr>
        <w:t xml:space="preserve"> - </w:t>
      </w:r>
      <w:r w:rsidRPr="00402856">
        <w:rPr>
          <w:rtl/>
        </w:rPr>
        <w:t xml:space="preserve">فاكتسب بذلك لقب </w:t>
      </w:r>
      <w:r w:rsidR="00352E1E">
        <w:rPr>
          <w:rtl/>
        </w:rPr>
        <w:t>(</w:t>
      </w:r>
      <w:r w:rsidRPr="00402856">
        <w:rPr>
          <w:rtl/>
        </w:rPr>
        <w:t>ذي النورين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كما تزوج أبو العاص بن الربيع من زينب بنت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غير أنّ الزواج من الزهراء أمر آخر</w:t>
      </w:r>
      <w:r w:rsidR="00455A43">
        <w:rPr>
          <w:rtl/>
        </w:rPr>
        <w:t>؛</w:t>
      </w:r>
      <w:r w:rsidRPr="00402856">
        <w:rPr>
          <w:rtl/>
        </w:rPr>
        <w:t xml:space="preserve"> ذلك لأنّ الزهراء قد اختصّت من بين أخواتها بهذه الدرجة التي رفعها الله إليها</w:t>
      </w:r>
      <w:r w:rsidR="00455A43">
        <w:rPr>
          <w:rtl/>
        </w:rPr>
        <w:t>،</w:t>
      </w:r>
      <w:r w:rsidRPr="00402856">
        <w:rPr>
          <w:rtl/>
        </w:rPr>
        <w:t xml:space="preserve"> فوصفها رسول الله بأنّها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سيدة نساء المؤمنين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وبأنّها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سيدة نساء أهل الجنة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وبأنّها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سيّدة نساء العالمين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هذا فضلاً عن أنّ فاطمة وحدها من دون بنات النبي وأبنائه هي التي كان منها سبطا رسول الله صلّى الله عليه وسلّم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وهما ابنا علي</w:t>
      </w:r>
      <w:r w:rsidR="00455A43">
        <w:rPr>
          <w:rtl/>
        </w:rPr>
        <w:t>،</w:t>
      </w:r>
      <w:r w:rsidRPr="00402856">
        <w:rPr>
          <w:rtl/>
        </w:rPr>
        <w:t xml:space="preserve"> وهكذا يصبح النبي صلّى الله عليه وسلّم لا يرى له وِلداً غير وِلد فاطمة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وعلي</w:t>
      </w:r>
      <w:r w:rsidR="00455A43">
        <w:rPr>
          <w:rtl/>
        </w:rPr>
        <w:t>،</w:t>
      </w:r>
      <w:r w:rsidRPr="00402856">
        <w:rPr>
          <w:rtl/>
        </w:rPr>
        <w:t xml:space="preserve"> ولا نسباّ متّصلاً إلاّ مَن كان من فاطمة وعلي</w:t>
      </w:r>
      <w:r w:rsidR="00455A43">
        <w:rPr>
          <w:rtl/>
        </w:rPr>
        <w:t>،</w:t>
      </w:r>
      <w:r w:rsidRPr="00402856">
        <w:rPr>
          <w:rtl/>
        </w:rPr>
        <w:t xml:space="preserve"> فإذا ما تذكّرنا كذلك</w:t>
      </w:r>
      <w:r w:rsidR="00455A43">
        <w:rPr>
          <w:rtl/>
        </w:rPr>
        <w:t>،</w:t>
      </w:r>
      <w:r w:rsidRPr="00402856">
        <w:rPr>
          <w:rtl/>
        </w:rPr>
        <w:t xml:space="preserve"> أنّه ما مِن أمرٍ كان يعني النبي صلّى الله عليه وسلّم في شخصه</w:t>
      </w:r>
      <w:r w:rsidR="00455A43">
        <w:rPr>
          <w:rtl/>
        </w:rPr>
        <w:t>،</w:t>
      </w:r>
      <w:r w:rsidRPr="00402856">
        <w:rPr>
          <w:rtl/>
        </w:rPr>
        <w:t xml:space="preserve"> وفي خاصّة نفسه</w:t>
      </w:r>
      <w:r w:rsidR="00455A43">
        <w:rPr>
          <w:rtl/>
        </w:rPr>
        <w:t>،</w:t>
      </w:r>
      <w:r w:rsidRPr="00402856">
        <w:rPr>
          <w:rtl/>
        </w:rPr>
        <w:t xml:space="preserve"> إلاّ وكان الإمام علي هو الذي يندب للقيام بهذا الأمر</w:t>
      </w:r>
      <w:r w:rsidR="00455A43">
        <w:rPr>
          <w:rtl/>
        </w:rPr>
        <w:t>،</w:t>
      </w:r>
      <w:r w:rsidRPr="00402856">
        <w:rPr>
          <w:rtl/>
        </w:rPr>
        <w:t xml:space="preserve"> وليحلّ محلّ الرسول صلّى الله عليه وسلّم فيه</w:t>
      </w:r>
      <w:r w:rsidR="00455A43">
        <w:rPr>
          <w:rtl/>
        </w:rPr>
        <w:t>،</w:t>
      </w:r>
      <w:r w:rsidRPr="00402856">
        <w:rPr>
          <w:rtl/>
        </w:rPr>
        <w:t xml:space="preserve"> وليأخذ مكانه الذي تركه وراءه</w:t>
      </w:r>
      <w:r w:rsidR="00455A43">
        <w:rPr>
          <w:rtl/>
        </w:rPr>
        <w:t>،</w:t>
      </w:r>
      <w:r w:rsidRPr="00402856">
        <w:rPr>
          <w:rtl/>
        </w:rPr>
        <w:t xml:space="preserve"> فمبيت عليّ في بُرد النبي صلّى الله عليه وسلّم وعلى فراشه ليلة الهجرة</w:t>
      </w:r>
      <w:r w:rsidR="00455A43">
        <w:rPr>
          <w:rtl/>
        </w:rPr>
        <w:t>،</w:t>
      </w:r>
      <w:r w:rsidRPr="00402856">
        <w:rPr>
          <w:rtl/>
        </w:rPr>
        <w:t xml:space="preserve"> وقراءته ما نزل من سورة براءة على أهل الموسم من المسلمين والمشركين</w:t>
      </w:r>
      <w:r w:rsidR="00455A43">
        <w:rPr>
          <w:rtl/>
        </w:rPr>
        <w:t>،</w:t>
      </w:r>
      <w:r w:rsidRPr="00402856">
        <w:rPr>
          <w:rtl/>
        </w:rPr>
        <w:t xml:space="preserve"> وخلافته للرسول على آل البيت من غزوة تبوك</w:t>
      </w:r>
      <w:r w:rsidR="00455A43">
        <w:rPr>
          <w:rtl/>
        </w:rPr>
        <w:t>،</w:t>
      </w:r>
      <w:r w:rsidRPr="00402856">
        <w:rPr>
          <w:rtl/>
        </w:rPr>
        <w:t xml:space="preserve"> أفلا يسوّغ لنا ذلك كلّه</w:t>
      </w:r>
      <w:r w:rsidR="00AF124A">
        <w:rPr>
          <w:rtl/>
        </w:rPr>
        <w:t xml:space="preserve"> - </w:t>
      </w:r>
      <w:r w:rsidRPr="00402856">
        <w:rPr>
          <w:rtl/>
        </w:rPr>
        <w:t>كما يقول الأستاذ الخطيب</w:t>
      </w:r>
      <w:r w:rsidR="00AF124A">
        <w:rPr>
          <w:rtl/>
        </w:rPr>
        <w:t xml:space="preserve"> - </w:t>
      </w:r>
      <w:r w:rsidRPr="00402856">
        <w:rPr>
          <w:rtl/>
        </w:rPr>
        <w:t>أن نذكر معه خلافة علي بن أبي طالب للرسول صلى اله عليه وسلم في أن يكون منه نسل النبي</w:t>
      </w:r>
      <w:r w:rsidR="00455A43">
        <w:rPr>
          <w:rtl/>
        </w:rPr>
        <w:t>،</w:t>
      </w:r>
      <w:r w:rsidRPr="00402856">
        <w:rPr>
          <w:rtl/>
        </w:rPr>
        <w:t xml:space="preserve"> وأن يكون وُلد علي وفاطمة نسلاً مباركاً للنبي ولعلي معاً</w:t>
      </w:r>
      <w:r w:rsidR="00455A43">
        <w:rPr>
          <w:rtl/>
        </w:rPr>
        <w:t>،</w:t>
      </w:r>
      <w:r w:rsidRPr="00402856">
        <w:rPr>
          <w:rtl/>
        </w:rPr>
        <w:t xml:space="preserve"> صلوات الله وسلامه عليم أجمعين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النبي صلّى الله عليه وسلّم كان يدعو الحسن والحسين ابنيه</w:t>
      </w:r>
      <w:r w:rsidR="00455A43">
        <w:rPr>
          <w:rtl/>
        </w:rPr>
        <w:t>،</w:t>
      </w:r>
      <w:r w:rsidRPr="00402856">
        <w:rPr>
          <w:rtl/>
        </w:rPr>
        <w:t xml:space="preserve"> فيقول صلّى الله عليه وسلّم في الحسن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وإنّه صلّى الله عليه وسلّم يقول في الحسين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حسين منّي وأنا من حسين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أنس بن مالك أنّ النبي صلّى الله عليه وسلّم كان يقول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ادعي ابنَيَّ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فيشمّهما ويضمّهما إليه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بقيت الإشارة إلى سِنّ الزهراء وقت الزواج</w:t>
      </w:r>
      <w:r w:rsidR="00455A43">
        <w:rPr>
          <w:rtl/>
        </w:rPr>
        <w:t>،</w:t>
      </w:r>
      <w:r w:rsidRPr="00402856">
        <w:rPr>
          <w:rtl/>
        </w:rPr>
        <w:t xml:space="preserve"> وفي الواقع أنّ هذا متوقّف على معرفة تاريخ ميلادها</w:t>
      </w:r>
      <w:r w:rsidR="00455A43">
        <w:rPr>
          <w:rtl/>
        </w:rPr>
        <w:t>،</w:t>
      </w:r>
      <w:r w:rsidRPr="00402856">
        <w:rPr>
          <w:rtl/>
        </w:rPr>
        <w:t xml:space="preserve"> وهو أمر قد اختلف فيه المؤرّخون</w:t>
      </w:r>
      <w:r w:rsidR="00455A43">
        <w:rPr>
          <w:rtl/>
        </w:rPr>
        <w:t>،</w:t>
      </w:r>
      <w:r w:rsidRPr="00402856">
        <w:rPr>
          <w:rtl/>
        </w:rPr>
        <w:t xml:space="preserve"> بين أن يكون قُبيل البعثة أو بُعيدها</w:t>
      </w:r>
      <w:r w:rsidR="00455A43">
        <w:rPr>
          <w:rtl/>
        </w:rPr>
        <w:t>،</w:t>
      </w:r>
      <w:r w:rsidRPr="00402856">
        <w:rPr>
          <w:rtl/>
        </w:rPr>
        <w:t xml:space="preserve"> ومن ثَمّ فهناك من رأى أنّ الزهراء قد تزوّجت وهي في الثامنة عشرة من عمرها</w:t>
      </w:r>
      <w:r w:rsidR="00455A43">
        <w:rPr>
          <w:rtl/>
        </w:rPr>
        <w:t>،</w:t>
      </w:r>
      <w:r w:rsidRPr="00402856">
        <w:rPr>
          <w:rtl/>
        </w:rPr>
        <w:t xml:space="preserve"> بينما ذهب آخرون إلى أنّها كانت في الخامسة عشرة وخمسة أشهر أو ستّة</w:t>
      </w:r>
      <w:r w:rsidR="00455A43">
        <w:rPr>
          <w:rtl/>
        </w:rPr>
        <w:t>،</w:t>
      </w:r>
      <w:r w:rsidRPr="00402856">
        <w:rPr>
          <w:rtl/>
        </w:rPr>
        <w:t xml:space="preserve"> بل إنّنا لو أخذنا بوجهة النظر التي ذهبت إلى أنّها قد وُلدت بعد البعثة بخمس سنين</w:t>
      </w:r>
      <w:r w:rsidR="00455A43">
        <w:rPr>
          <w:rtl/>
        </w:rPr>
        <w:t>،</w:t>
      </w:r>
      <w:r w:rsidRPr="00402856">
        <w:rPr>
          <w:rtl/>
        </w:rPr>
        <w:t xml:space="preserve"> لكان عمرها يوم زواجها في السنة الثانية من الهجرة</w:t>
      </w:r>
      <w:r w:rsidR="00455A43">
        <w:rPr>
          <w:rtl/>
        </w:rPr>
        <w:t>،</w:t>
      </w:r>
      <w:r w:rsidRPr="00402856">
        <w:rPr>
          <w:rtl/>
        </w:rPr>
        <w:t xml:space="preserve"> لا يعدو سنوات عشر</w:t>
      </w:r>
      <w:r w:rsidR="00455A43">
        <w:rPr>
          <w:rtl/>
        </w:rPr>
        <w:t>.</w:t>
      </w:r>
      <w:r w:rsidRPr="00402856">
        <w:rPr>
          <w:rtl/>
        </w:rPr>
        <w:t xml:space="preserve"> على أنّ أرجح الآراء أنّ الزهراء كانت فيما بين الخامس عشرة والثامنة عشرة من عمرها يوم زُفّت إلى الإمام علي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ومِن عجبٍ أن يزعم المستشرق اليسوعي الأب هنري لامانس</w:t>
      </w:r>
      <w:r w:rsidR="00455A43">
        <w:rPr>
          <w:rtl/>
        </w:rPr>
        <w:t>،</w:t>
      </w:r>
      <w:r w:rsidRPr="00402856">
        <w:rPr>
          <w:rtl/>
        </w:rPr>
        <w:t xml:space="preserve"> أنّ الزهراء لم تتزوج قبل الثامنة عشرة</w:t>
      </w:r>
      <w:r w:rsidR="00455A43">
        <w:rPr>
          <w:rtl/>
        </w:rPr>
        <w:t>؛</w:t>
      </w:r>
      <w:r w:rsidRPr="00402856">
        <w:rPr>
          <w:rtl/>
        </w:rPr>
        <w:t xml:space="preserve"> لأنّها كانت محرومة من الجمال</w:t>
      </w:r>
      <w:r w:rsidR="00455A43">
        <w:rPr>
          <w:rtl/>
        </w:rPr>
        <w:t>،</w:t>
      </w:r>
      <w:r w:rsidRPr="00402856">
        <w:rPr>
          <w:rtl/>
        </w:rPr>
        <w:t xml:space="preserve"> ولم تُصدّق أنّ أحداً يخطبها بعد تلك السن</w:t>
      </w:r>
      <w:r w:rsidR="00455A43">
        <w:rPr>
          <w:rtl/>
        </w:rPr>
        <w:t>،</w:t>
      </w:r>
      <w:r w:rsidRPr="00402856">
        <w:rPr>
          <w:rtl/>
        </w:rPr>
        <w:t xml:space="preserve"> وعندما خطبها عليّ سكتت هُنيهة</w:t>
      </w:r>
      <w:r w:rsidR="00455A43">
        <w:rPr>
          <w:rtl/>
        </w:rPr>
        <w:t>،</w:t>
      </w:r>
      <w:r w:rsidRPr="00402856">
        <w:rPr>
          <w:rtl/>
        </w:rPr>
        <w:t xml:space="preserve"> ثُمّ تكلمت فشكت من أن يخطبها رجل فقير</w:t>
      </w:r>
      <w:r w:rsidR="00455A43">
        <w:rPr>
          <w:rtl/>
        </w:rPr>
        <w:t>،</w:t>
      </w:r>
      <w:r w:rsidRPr="00402856">
        <w:rPr>
          <w:rtl/>
        </w:rPr>
        <w:t xml:space="preserve"> وفي الواقع ما كنّا نظنّ أن ينزلق الأب هنري</w:t>
      </w:r>
      <w:r w:rsidR="00AF124A">
        <w:rPr>
          <w:rtl/>
        </w:rPr>
        <w:t xml:space="preserve"> - </w:t>
      </w:r>
      <w:r w:rsidRPr="00402856">
        <w:rPr>
          <w:rtl/>
        </w:rPr>
        <w:t>وهو رجل دين وعلم</w:t>
      </w:r>
      <w:r w:rsidR="00AF124A">
        <w:rPr>
          <w:rtl/>
        </w:rPr>
        <w:t xml:space="preserve"> - </w:t>
      </w:r>
      <w:r w:rsidRPr="00402856">
        <w:rPr>
          <w:rtl/>
        </w:rPr>
        <w:t>إلى هذا المستوى في كراهيّته للإسلام ونبي الإسلام وآل بيته الكرام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وكنّا نحبّ له أن يقرأ النصوص جيّداً</w:t>
      </w:r>
      <w:r w:rsidR="00455A43">
        <w:rPr>
          <w:rtl/>
        </w:rPr>
        <w:t>،</w:t>
      </w:r>
      <w:r w:rsidRPr="00402856">
        <w:rPr>
          <w:rtl/>
        </w:rPr>
        <w:t xml:space="preserve"> وأن يُقارن بينها</w:t>
      </w:r>
      <w:r w:rsidR="00455A43">
        <w:rPr>
          <w:rtl/>
        </w:rPr>
        <w:t>،</w:t>
      </w:r>
      <w:r w:rsidRPr="00402856">
        <w:rPr>
          <w:rtl/>
        </w:rPr>
        <w:t xml:space="preserve"> لا أن يأخذ منها ما يتّفق وهواه</w:t>
      </w:r>
      <w:r w:rsidR="00455A43">
        <w:rPr>
          <w:rtl/>
        </w:rPr>
        <w:t>،</w:t>
      </w:r>
      <w:r w:rsidRPr="00402856">
        <w:rPr>
          <w:rtl/>
        </w:rPr>
        <w:t xml:space="preserve"> ثُمّ يفسّر هذا الذي أخذه بهواه</w:t>
      </w:r>
      <w:r w:rsidR="00455A43">
        <w:rPr>
          <w:rtl/>
        </w:rPr>
        <w:t>،</w:t>
      </w:r>
      <w:r w:rsidRPr="00402856">
        <w:rPr>
          <w:rtl/>
        </w:rPr>
        <w:t xml:space="preserve"> مرّة أُخرى فتضيع منه الحقائق بين هواه وهواه</w:t>
      </w:r>
      <w:r w:rsidR="00455A43">
        <w:rPr>
          <w:rtl/>
        </w:rPr>
        <w:t>،</w:t>
      </w:r>
      <w:r w:rsidRPr="00402856">
        <w:rPr>
          <w:rtl/>
        </w:rPr>
        <w:t xml:space="preserve"> ولو كان السند الذي استند إليه هذا المُستشرق</w:t>
      </w:r>
      <w:r w:rsidR="00AF124A">
        <w:rPr>
          <w:rtl/>
        </w:rPr>
        <w:t xml:space="preserve"> - </w:t>
      </w:r>
      <w:r w:rsidRPr="00402856">
        <w:rPr>
          <w:rtl/>
        </w:rPr>
        <w:t>كما يقول الأُستاذ العقاد</w:t>
      </w:r>
      <w:r w:rsidR="00AF124A">
        <w:rPr>
          <w:rtl/>
        </w:rPr>
        <w:t xml:space="preserve"> - </w:t>
      </w:r>
      <w:r w:rsidRPr="00402856">
        <w:rPr>
          <w:rtl/>
        </w:rPr>
        <w:t>واضحاً مُلزماً</w:t>
      </w:r>
      <w:r w:rsidR="00455A43">
        <w:rPr>
          <w:rtl/>
        </w:rPr>
        <w:t>،</w:t>
      </w:r>
      <w:r w:rsidRPr="00402856">
        <w:rPr>
          <w:rtl/>
        </w:rPr>
        <w:t xml:space="preserve"> لقلنا أنّها أمانة العِلم</w:t>
      </w:r>
      <w:r w:rsidR="00455A43">
        <w:rPr>
          <w:rtl/>
        </w:rPr>
        <w:t>،</w:t>
      </w:r>
      <w:r w:rsidRPr="00402856">
        <w:rPr>
          <w:rtl/>
        </w:rPr>
        <w:t xml:space="preserve"> ولا حيلة للعالم في الأمانة العلمية</w:t>
      </w:r>
      <w:r w:rsidR="00455A43">
        <w:rPr>
          <w:rtl/>
        </w:rPr>
        <w:t>،</w:t>
      </w:r>
      <w:r w:rsidRPr="00402856">
        <w:rPr>
          <w:rtl/>
        </w:rPr>
        <w:t xml:space="preserve"> لكنّ السند كلّه قائم على أنّ الزهراء قد تزوّجت في الثامنة عشرة من عمرها</w:t>
      </w:r>
      <w:r w:rsidR="00455A43">
        <w:rPr>
          <w:rtl/>
        </w:rPr>
        <w:t>،</w:t>
      </w:r>
      <w:r w:rsidRPr="00402856">
        <w:rPr>
          <w:rtl/>
        </w:rPr>
        <w:t xml:space="preserve"> وتقابله أسانيد أُخرى تنقضه</w:t>
      </w:r>
      <w:r w:rsidR="00455A43">
        <w:rPr>
          <w:rtl/>
        </w:rPr>
        <w:t>،</w:t>
      </w:r>
      <w:r w:rsidRPr="00402856">
        <w:rPr>
          <w:rtl/>
        </w:rPr>
        <w:t xml:space="preserve"> وتتراءى للمستشرق حيثما نظر حوله</w:t>
      </w:r>
      <w:r w:rsidR="00455A43">
        <w:rPr>
          <w:rtl/>
        </w:rPr>
        <w:t>،</w:t>
      </w:r>
      <w:r w:rsidRPr="00402856">
        <w:rPr>
          <w:rtl/>
        </w:rPr>
        <w:t xml:space="preserve"> ولكنّه لا يحبّ أن يراها</w:t>
      </w:r>
      <w:r w:rsidR="00455A43">
        <w:rPr>
          <w:rtl/>
        </w:rPr>
        <w:t>؛</w:t>
      </w:r>
      <w:r w:rsidRPr="00402856">
        <w:rPr>
          <w:rtl/>
        </w:rPr>
        <w:t xml:space="preserve"> لأنّه يحبّ أن يرى ما يعيب</w:t>
      </w:r>
      <w:r w:rsidR="00455A43">
        <w:rPr>
          <w:rtl/>
        </w:rPr>
        <w:t>،</w:t>
      </w:r>
      <w:r w:rsidRPr="00402856">
        <w:rPr>
          <w:rtl/>
        </w:rPr>
        <w:t xml:space="preserve"> ولا يحب أن يرى مالا عيب فيه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وعلى أيّ حال</w:t>
      </w:r>
      <w:r w:rsidR="00455A43">
        <w:rPr>
          <w:rtl/>
        </w:rPr>
        <w:t>،</w:t>
      </w:r>
      <w:r w:rsidRPr="00402856">
        <w:rPr>
          <w:rtl/>
        </w:rPr>
        <w:t xml:space="preserve"> فإنّ تقويض رأي لامانس سهل</w:t>
      </w:r>
      <w:r w:rsidR="00455A43">
        <w:rPr>
          <w:rtl/>
        </w:rPr>
        <w:t>؛</w:t>
      </w:r>
      <w:r w:rsidRPr="00402856">
        <w:rPr>
          <w:rtl/>
        </w:rPr>
        <w:t xml:space="preserve"> لأسباب كثيرة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منها </w:t>
      </w:r>
      <w:r w:rsidR="00352E1E">
        <w:rPr>
          <w:rtl/>
        </w:rPr>
        <w:t>(</w:t>
      </w:r>
      <w:r w:rsidRPr="00402856">
        <w:rPr>
          <w:rtl/>
        </w:rPr>
        <w:t>أولاً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المشهور المتواتر</w:t>
      </w:r>
      <w:r w:rsidR="00AF124A">
        <w:rPr>
          <w:rtl/>
        </w:rPr>
        <w:t xml:space="preserve"> - </w:t>
      </w:r>
      <w:r w:rsidRPr="00402856">
        <w:rPr>
          <w:rtl/>
        </w:rPr>
        <w:t>كما رأينا من قبل</w:t>
      </w:r>
      <w:r w:rsidR="00AF124A">
        <w:rPr>
          <w:rtl/>
        </w:rPr>
        <w:t xml:space="preserve"> - </w:t>
      </w:r>
      <w:r w:rsidRPr="00402856">
        <w:rPr>
          <w:rtl/>
        </w:rPr>
        <w:t>أنّ السيّدة فاطمة الزهراء وُلدت لأبوين جميلين</w:t>
      </w:r>
      <w:r w:rsidR="00455A43">
        <w:rPr>
          <w:rtl/>
        </w:rPr>
        <w:t>،</w:t>
      </w:r>
      <w:r w:rsidRPr="00402856">
        <w:rPr>
          <w:rtl/>
        </w:rPr>
        <w:t xml:space="preserve"> وأنّ أخواتها تزوّجن من ذوي غنى وجاه</w:t>
      </w:r>
      <w:r w:rsidR="00455A43">
        <w:rPr>
          <w:rtl/>
        </w:rPr>
        <w:t>،</w:t>
      </w:r>
      <w:r w:rsidRPr="00402856">
        <w:rPr>
          <w:rtl/>
        </w:rPr>
        <w:t xml:space="preserve"> كأبي العاص بن الربيع وعثمان بن عفان</w:t>
      </w:r>
      <w:r w:rsidR="00455A43">
        <w:rPr>
          <w:rtl/>
        </w:rPr>
        <w:t>،</w:t>
      </w:r>
      <w:r w:rsidRPr="00402856">
        <w:rPr>
          <w:rtl/>
        </w:rPr>
        <w:t xml:space="preserve"> وليس المألوف أن يكون الأبوان والأخوات موصوفين بالجمال</w:t>
      </w:r>
      <w:r w:rsidR="00455A43">
        <w:rPr>
          <w:rtl/>
        </w:rPr>
        <w:t>،</w:t>
      </w:r>
      <w:r w:rsidRPr="00402856">
        <w:rPr>
          <w:rtl/>
        </w:rPr>
        <w:t xml:space="preserve"> وأن تُحرم منه إحدى البنات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ثانياً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السيدة الزهراء</w:t>
      </w:r>
      <w:r w:rsidR="00AF124A">
        <w:rPr>
          <w:rtl/>
        </w:rPr>
        <w:t xml:space="preserve"> - </w:t>
      </w:r>
      <w:r w:rsidRPr="00402856">
        <w:rPr>
          <w:rtl/>
        </w:rPr>
        <w:t>كما هو مشهور</w:t>
      </w:r>
      <w:r w:rsidR="00AF124A">
        <w:rPr>
          <w:rtl/>
        </w:rPr>
        <w:t xml:space="preserve"> - </w:t>
      </w:r>
      <w:r w:rsidRPr="00402856">
        <w:rPr>
          <w:rtl/>
        </w:rPr>
        <w:t>قد بلغت سنّ الزواج</w:t>
      </w:r>
      <w:r w:rsidR="00455A43">
        <w:rPr>
          <w:rtl/>
        </w:rPr>
        <w:t>،</w:t>
      </w:r>
      <w:r w:rsidRPr="00402856">
        <w:rPr>
          <w:rtl/>
        </w:rPr>
        <w:t xml:space="preserve"> والدعوة المحمديّة في إبانها</w:t>
      </w:r>
      <w:r w:rsidR="00455A43">
        <w:rPr>
          <w:rtl/>
        </w:rPr>
        <w:t>،</w:t>
      </w:r>
      <w:r w:rsidRPr="00402856">
        <w:rPr>
          <w:rtl/>
        </w:rPr>
        <w:t xml:space="preserve"> والمسلمون بين مُهاجر أو مقيم غير آمن</w:t>
      </w:r>
      <w:r w:rsidR="00455A43">
        <w:rPr>
          <w:rtl/>
        </w:rPr>
        <w:t>،</w:t>
      </w:r>
      <w:r w:rsidRPr="00402856">
        <w:rPr>
          <w:rtl/>
        </w:rPr>
        <w:t xml:space="preserve"> والحال قد تبدّلت بعد الدعوة المحمديّة</w:t>
      </w:r>
      <w:r w:rsidR="00455A43">
        <w:rPr>
          <w:rtl/>
        </w:rPr>
        <w:t>،</w:t>
      </w:r>
      <w:r w:rsidRPr="00402856">
        <w:rPr>
          <w:rtl/>
        </w:rPr>
        <w:t xml:space="preserve"> فأصبحت خطبة المسلمين مقصورة على المسلمين</w:t>
      </w:r>
      <w:r w:rsidR="00455A43">
        <w:rPr>
          <w:rtl/>
        </w:rPr>
        <w:t>،</w:t>
      </w:r>
      <w:r w:rsidRPr="00402856">
        <w:rPr>
          <w:rtl/>
        </w:rPr>
        <w:t xml:space="preserve"> وهُم قلّة</w:t>
      </w:r>
      <w:r w:rsidR="00455A43">
        <w:rPr>
          <w:rtl/>
        </w:rPr>
        <w:t>،</w:t>
      </w:r>
      <w:r w:rsidRPr="00402856">
        <w:rPr>
          <w:rtl/>
        </w:rPr>
        <w:t xml:space="preserve"> منهم المتزوج ومنهم من لا طاقة له بالزواج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ثالثاً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ما أشرنا من أنّ هناك الكثير من الآراء التي لا تجعل الزهراء تبلغ الثامنة عشرة</w:t>
      </w:r>
      <w:r w:rsidR="00455A43">
        <w:rPr>
          <w:rtl/>
        </w:rPr>
        <w:t>،</w:t>
      </w:r>
      <w:r w:rsidRPr="00402856">
        <w:rPr>
          <w:rtl/>
        </w:rPr>
        <w:t xml:space="preserve"> يوم بنيت بالإمام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رابعاً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إنّنا لا نستطيع أن نستبعد أنّ النبي صلّى الله عليه وسلّم كان يخص بها ربيبه وابن عمّه عليّ بن أبي طالب </w:t>
      </w:r>
      <w:r w:rsidR="00352E1E">
        <w:rPr>
          <w:rtl/>
        </w:rPr>
        <w:t>(</w:t>
      </w:r>
      <w:r w:rsidRPr="00402856">
        <w:rPr>
          <w:rtl/>
        </w:rPr>
        <w:t>وهو أرجح الأسباب في رأينا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وينتظر بها يوم البتّ في هذا الأمر</w:t>
      </w:r>
      <w:r w:rsidR="00455A43">
        <w:rPr>
          <w:rtl/>
        </w:rPr>
        <w:t>،</w:t>
      </w:r>
      <w:r w:rsidRPr="00402856">
        <w:rPr>
          <w:rtl/>
        </w:rPr>
        <w:t xml:space="preserve"> وذلك حين تهدأ الحال</w:t>
      </w:r>
      <w:r w:rsidR="00455A43">
        <w:rPr>
          <w:rtl/>
        </w:rPr>
        <w:t>،</w:t>
      </w:r>
      <w:r w:rsidRPr="00402856">
        <w:rPr>
          <w:rtl/>
        </w:rPr>
        <w:t xml:space="preserve"> ويستعدّ ابن عمّه للزواج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ولعلّ مما يعضد هذه الفكرة ما رويناه من قبل</w:t>
      </w:r>
      <w:r w:rsidR="00455A43">
        <w:rPr>
          <w:rtl/>
        </w:rPr>
        <w:t>،</w:t>
      </w:r>
      <w:r w:rsidRPr="00402856">
        <w:rPr>
          <w:rtl/>
        </w:rPr>
        <w:t xml:space="preserve"> من أنّ الصديق والفاروق قد خطبا الزهراء قبل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وأنّ ردّ النبي صلّى الله عليه وسلّم عليهما قوله لكلّ منهما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انتظر بها القضاء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أو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إنّها صغيرة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خامساً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الأب لامانس تجاهل كثيراً من النصوص التي تُشير إلى أنّ السيدة فاطمة الزهراء عليها السلام إنّما كانت تتمتّع بقسط وافر من الجمال</w:t>
      </w:r>
      <w:r w:rsidR="00455A43">
        <w:rPr>
          <w:rtl/>
        </w:rPr>
        <w:t>،</w:t>
      </w:r>
      <w:r w:rsidRPr="00402856">
        <w:rPr>
          <w:rtl/>
        </w:rPr>
        <w:t xml:space="preserve"> من ذلك ما رواه أنس بن مالك عن أُمّه</w:t>
      </w:r>
      <w:r w:rsidR="00455A43">
        <w:rPr>
          <w:rtl/>
        </w:rPr>
        <w:t>:</w:t>
      </w:r>
      <w:r w:rsidRPr="00402856">
        <w:rPr>
          <w:rtl/>
        </w:rPr>
        <w:t xml:space="preserve"> إنّ فاطمة كانت كأنها القمر ليلة البدر</w:t>
      </w:r>
      <w:r w:rsidR="00455A43">
        <w:rPr>
          <w:rtl/>
        </w:rPr>
        <w:t>.</w:t>
      </w:r>
      <w:r w:rsidRPr="00402856">
        <w:rPr>
          <w:rtl/>
        </w:rPr>
        <w:t xml:space="preserve"> ومنه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ما رواه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بسنده عن أنس بن مالك قال</w:t>
      </w:r>
      <w:r w:rsidR="00455A43">
        <w:rPr>
          <w:rtl/>
        </w:rPr>
        <w:t>:</w:t>
      </w:r>
      <w:r w:rsidRPr="00402856">
        <w:rPr>
          <w:rtl/>
        </w:rPr>
        <w:t xml:space="preserve"> سألت أُمّي عن صفة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كانت أشدّ الناس شبها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بيضاء مشربة بحمرة</w:t>
      </w:r>
      <w:r w:rsidR="00455A43">
        <w:rPr>
          <w:rtl/>
        </w:rPr>
        <w:t>،</w:t>
      </w:r>
      <w:r w:rsidRPr="00402856">
        <w:rPr>
          <w:rtl/>
        </w:rPr>
        <w:t xml:space="preserve"> لها شَعر أسوَد يتعفّر لها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 وإنّ الروايات كلّها مُجمعة على أنّ السيدة الزهراء كانت أشبه الناس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وصفات رسول الله صلّى الله عليه وسلّم موجودة في كُتب السيرة</w:t>
      </w:r>
      <w:r w:rsidR="00455A43">
        <w:rPr>
          <w:rtl/>
        </w:rPr>
        <w:t>،</w:t>
      </w:r>
      <w:r w:rsidRPr="00402856">
        <w:rPr>
          <w:rtl/>
        </w:rPr>
        <w:t xml:space="preserve"> وقد قرأها لامانس</w:t>
      </w:r>
      <w:r w:rsidR="00455A43">
        <w:rPr>
          <w:rtl/>
        </w:rPr>
        <w:t>،</w:t>
      </w:r>
      <w:r w:rsidRPr="00402856">
        <w:rPr>
          <w:rtl/>
        </w:rPr>
        <w:t xml:space="preserve"> وكلّها تُشير بوضوح إلى ما كان يتمتّع به سيّدنا رسول الله صلّى الله عليه وسلّم من جمال الخليقة والخُلق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سادساً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السيّدات اللواتي لا يبكّرن إلى الزواج في المجتمع الإسلامي إنّما هنّ مِن اللواتي يتنعّمن بالجمال الرائع</w:t>
      </w:r>
      <w:r w:rsidR="00455A43">
        <w:rPr>
          <w:rtl/>
        </w:rPr>
        <w:t>،</w:t>
      </w:r>
      <w:r w:rsidRPr="00402856">
        <w:rPr>
          <w:rtl/>
        </w:rPr>
        <w:t xml:space="preserve"> والحذق البارع</w:t>
      </w:r>
      <w:r w:rsidR="00455A43">
        <w:rPr>
          <w:rtl/>
        </w:rPr>
        <w:t>،</w:t>
      </w:r>
      <w:r w:rsidRPr="00402856">
        <w:rPr>
          <w:rtl/>
        </w:rPr>
        <w:t xml:space="preserve"> والذكاء الحاد</w:t>
      </w:r>
      <w:r w:rsidR="00455A43">
        <w:rPr>
          <w:rtl/>
        </w:rPr>
        <w:t>،</w:t>
      </w:r>
      <w:r w:rsidRPr="00402856">
        <w:rPr>
          <w:rtl/>
        </w:rPr>
        <w:t xml:space="preserve"> وشرف المحتد</w:t>
      </w:r>
      <w:r w:rsidR="00455A43">
        <w:rPr>
          <w:rtl/>
        </w:rPr>
        <w:t>،</w:t>
      </w:r>
      <w:r w:rsidRPr="00402856">
        <w:rPr>
          <w:rtl/>
        </w:rPr>
        <w:t xml:space="preserve"> وشغف الوالدين بهنّ والضنّ بهنّ</w:t>
      </w:r>
      <w:r w:rsidR="00455A43">
        <w:rPr>
          <w:rtl/>
        </w:rPr>
        <w:t>،</w:t>
      </w:r>
      <w:r w:rsidRPr="00402856">
        <w:rPr>
          <w:rtl/>
        </w:rPr>
        <w:t xml:space="preserve"> وكان هذا أمر الزهراء إلى حدّ كبير</w:t>
      </w:r>
      <w:r w:rsidR="00455A43">
        <w:rPr>
          <w:rtl/>
        </w:rPr>
        <w:t>،</w:t>
      </w:r>
      <w:r w:rsidRPr="00402856">
        <w:rPr>
          <w:rtl/>
        </w:rPr>
        <w:t xml:space="preserve"> هذا إذا افترضنا جدلاً أنّ الزواج في سنّ الثامنة عشرة</w:t>
      </w:r>
      <w:r w:rsidR="00455A43">
        <w:rPr>
          <w:rtl/>
        </w:rPr>
        <w:t>،</w:t>
      </w:r>
      <w:r w:rsidRPr="00402856">
        <w:rPr>
          <w:rtl/>
        </w:rPr>
        <w:t xml:space="preserve"> إنّما هو سنّ متأخرة لزواج الفتاة</w:t>
      </w:r>
      <w:r w:rsidR="00455A43">
        <w:rPr>
          <w:rtl/>
        </w:rPr>
        <w:t>،</w:t>
      </w:r>
      <w:r w:rsidRPr="00402856">
        <w:rPr>
          <w:rtl/>
        </w:rPr>
        <w:t xml:space="preserve"> فما بالك إذا لم يكن الأمر كذلك</w:t>
      </w:r>
      <w:r w:rsidR="00455A43">
        <w:rPr>
          <w:rtl/>
        </w:rPr>
        <w:t>،</w:t>
      </w:r>
      <w:r w:rsidRPr="00402856">
        <w:rPr>
          <w:rtl/>
        </w:rPr>
        <w:t xml:space="preserve"> فضلاً عن أنّ كثيراً من الروايات تحدّد سنّ الزهراء يوم زواجها بالخامسة عشرة</w:t>
      </w:r>
      <w:r w:rsidR="00455A43">
        <w:rPr>
          <w:rtl/>
        </w:rPr>
        <w:t>،</w:t>
      </w:r>
      <w:r w:rsidRPr="00402856">
        <w:rPr>
          <w:rtl/>
        </w:rPr>
        <w:t xml:space="preserve"> وروايات أُخرى تنزل بها إلى سن أقلّ من ذلك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سابعاً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ما تذهب إليه الدكتورة عائشة عبد الرحمان في كتابها </w:t>
      </w:r>
      <w:r w:rsidR="00352E1E">
        <w:rPr>
          <w:rtl/>
        </w:rPr>
        <w:t>(</w:t>
      </w:r>
      <w:r w:rsidRPr="00402856">
        <w:rPr>
          <w:rtl/>
        </w:rPr>
        <w:t>بنات النبي</w:t>
      </w:r>
      <w:r w:rsidR="00352E1E">
        <w:rPr>
          <w:rtl/>
        </w:rPr>
        <w:t>)</w:t>
      </w:r>
      <w:r w:rsidRPr="00402856">
        <w:rPr>
          <w:rtl/>
        </w:rPr>
        <w:t xml:space="preserve"> من أنّ تأخّر زواجها إنّما كان عن تهيّب لها</w:t>
      </w:r>
      <w:r w:rsidR="00455A43">
        <w:rPr>
          <w:rtl/>
        </w:rPr>
        <w:t>،</w:t>
      </w:r>
      <w:r w:rsidRPr="00402856">
        <w:rPr>
          <w:rtl/>
        </w:rPr>
        <w:t xml:space="preserve"> فلقد بُعث أبوها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وهي وحدها التي لم تتزوج</w:t>
      </w:r>
      <w:r w:rsidR="00455A43">
        <w:rPr>
          <w:rtl/>
        </w:rPr>
        <w:t>،</w:t>
      </w:r>
      <w:r w:rsidRPr="00402856">
        <w:rPr>
          <w:rtl/>
        </w:rPr>
        <w:t xml:space="preserve"> إذ كان عمرها خمس سنوات والناس بعد البعث أحد رجُلين</w:t>
      </w:r>
      <w:r w:rsidR="00455A43">
        <w:rPr>
          <w:rtl/>
        </w:rPr>
        <w:t>:</w:t>
      </w:r>
      <w:r w:rsidRPr="00402856">
        <w:rPr>
          <w:rtl/>
        </w:rPr>
        <w:t xml:space="preserve"> إمّا كافر بنبوّة محمّد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وهيهات أن يُفكّر في مصاهرته</w:t>
      </w:r>
      <w:r w:rsidR="00455A43">
        <w:rPr>
          <w:rtl/>
        </w:rPr>
        <w:t>،</w:t>
      </w:r>
      <w:r w:rsidRPr="00402856">
        <w:rPr>
          <w:rtl/>
        </w:rPr>
        <w:t xml:space="preserve"> وإمّا مسلم يؤمن بنبوة محمّد صلّى الله عليه وسلّم ويصدّق برسالته</w:t>
      </w:r>
      <w:r w:rsidR="00455A43">
        <w:rPr>
          <w:rtl/>
        </w:rPr>
        <w:t>،</w:t>
      </w:r>
      <w:r w:rsidRPr="00402856">
        <w:rPr>
          <w:rtl/>
        </w:rPr>
        <w:t xml:space="preserve"> وقد عرفنا موقف المسلمين من نبيّهم وإلى أيّ مدى كانوا يُجلّونه ويُعظّمونه ويفتدونه بالمُهَج والأرواح</w:t>
      </w:r>
      <w:r w:rsidR="00455A43">
        <w:rPr>
          <w:rtl/>
        </w:rPr>
        <w:t>،</w:t>
      </w:r>
      <w:r w:rsidRPr="00402856">
        <w:rPr>
          <w:rtl/>
        </w:rPr>
        <w:t xml:space="preserve"> فغير مستغرب ألاّ يروا أنفسهم كُفؤاً لمصاهرته</w:t>
      </w:r>
      <w:r w:rsidR="00455A43">
        <w:rPr>
          <w:rtl/>
        </w:rPr>
        <w:t>،</w:t>
      </w:r>
      <w:r w:rsidRPr="00402856">
        <w:rPr>
          <w:rtl/>
        </w:rPr>
        <w:t xml:space="preserve"> وأن يغضّوا الطرف عن </w:t>
      </w:r>
      <w:r w:rsidR="00352E1E">
        <w:rPr>
          <w:rtl/>
        </w:rPr>
        <w:t>(</w:t>
      </w:r>
      <w:r w:rsidRPr="00402856">
        <w:rPr>
          <w:rtl/>
        </w:rPr>
        <w:t>أُم أبيها</w:t>
      </w:r>
      <w:r w:rsidR="00455A43">
        <w:rPr>
          <w:rtl/>
        </w:rPr>
        <w:t>،</w:t>
      </w:r>
      <w:r w:rsidRPr="00402856">
        <w:rPr>
          <w:rtl/>
        </w:rPr>
        <w:t xml:space="preserve"> الزهراء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أجلالاً وتهيّباً</w:t>
      </w:r>
      <w:r w:rsidR="00455A43">
        <w:rPr>
          <w:rtl/>
        </w:rPr>
        <w:t>،</w:t>
      </w:r>
      <w:r w:rsidRPr="00402856">
        <w:rPr>
          <w:rtl/>
        </w:rPr>
        <w:t xml:space="preserve"> ولا يرد على هذا بأنّ </w:t>
      </w:r>
      <w:r w:rsidR="00352E1E">
        <w:rPr>
          <w:rtl/>
        </w:rPr>
        <w:t>(</w:t>
      </w:r>
      <w:r w:rsidRPr="00402856">
        <w:rPr>
          <w:rtl/>
        </w:rPr>
        <w:t>عثمان بن عفان</w:t>
      </w:r>
      <w:r w:rsidR="00352E1E">
        <w:rPr>
          <w:rtl/>
        </w:rPr>
        <w:t>)</w:t>
      </w:r>
      <w:r w:rsidRPr="00402856">
        <w:rPr>
          <w:rtl/>
        </w:rPr>
        <w:t xml:space="preserve"> رأى في نفسه كُفؤاً لرقيّة</w:t>
      </w:r>
      <w:r w:rsidR="00455A43">
        <w:rPr>
          <w:rtl/>
        </w:rPr>
        <w:t>،</w:t>
      </w:r>
      <w:r w:rsidRPr="00402856">
        <w:rPr>
          <w:rtl/>
        </w:rPr>
        <w:t xml:space="preserve"> فلقد قلّ في أصحاب الرسول صلّى الله عليه وسلّم - بل في قريش بعامّة - مثل عثمان ثراءً وشرفاً وجاهاً</w:t>
      </w:r>
      <w:r w:rsidR="00455A43">
        <w:rPr>
          <w:rtl/>
        </w:rPr>
        <w:t>،</w:t>
      </w:r>
      <w:r w:rsidRPr="00402856">
        <w:rPr>
          <w:rtl/>
        </w:rPr>
        <w:t xml:space="preserve"> وهو بعد قد طمع من الزواج من بنت النبي صلّى الله عليه وسلّم بعد أن طلّقها ابن أبي لهب كيداً وحقداً</w:t>
      </w:r>
      <w:r w:rsidR="00455A43">
        <w:rPr>
          <w:rtl/>
        </w:rPr>
        <w:t>،</w:t>
      </w:r>
      <w:r w:rsidRPr="00402856">
        <w:rPr>
          <w:rtl/>
        </w:rPr>
        <w:t xml:space="preserve"> وليس الأمر كذلك مع الزهراء</w:t>
      </w:r>
      <w:r w:rsidR="00455A43">
        <w:rPr>
          <w:rtl/>
        </w:rPr>
        <w:t>،</w:t>
      </w:r>
      <w:r w:rsidRPr="00402856">
        <w:rPr>
          <w:rtl/>
        </w:rPr>
        <w:t xml:space="preserve"> ونحن - حتى يومنا هذا - نرى بنات الأُسر الكريمة يتأخر زواجهنّ في انتظار الأكفّاء</w:t>
      </w:r>
      <w:r w:rsidR="00455A43">
        <w:rPr>
          <w:rtl/>
        </w:rPr>
        <w:t>،</w:t>
      </w:r>
      <w:r w:rsidRPr="00402856">
        <w:rPr>
          <w:rtl/>
        </w:rPr>
        <w:t xml:space="preserve"> وهُم عادةً القلّة</w:t>
      </w:r>
      <w:r w:rsidR="00455A43">
        <w:rPr>
          <w:rtl/>
        </w:rPr>
        <w:t>؛</w:t>
      </w:r>
      <w:r w:rsidRPr="00402856">
        <w:rPr>
          <w:rtl/>
        </w:rPr>
        <w:t xml:space="preserve"> إذ القاعدة المُطّردة هي أنّه كلّما تميّزت الفتاة لعلمها أو ثرائها أو عزّتها</w:t>
      </w:r>
      <w:r w:rsidR="00455A43">
        <w:rPr>
          <w:rtl/>
        </w:rPr>
        <w:t>؛</w:t>
      </w:r>
      <w:r w:rsidRPr="00402856">
        <w:rPr>
          <w:rtl/>
        </w:rPr>
        <w:t xml:space="preserve"> قلّ أكفّاؤها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 xml:space="preserve">ومع ذلك فلم يكن </w:t>
      </w:r>
      <w:r w:rsidR="00352E1E">
        <w:rPr>
          <w:rtl/>
        </w:rPr>
        <w:t>(</w:t>
      </w:r>
      <w:r w:rsidRPr="00402856">
        <w:rPr>
          <w:rtl/>
        </w:rPr>
        <w:t>علي</w:t>
      </w:r>
      <w:r w:rsidR="00352E1E">
        <w:rPr>
          <w:rtl/>
        </w:rPr>
        <w:t>)</w:t>
      </w:r>
      <w:r w:rsidRPr="00402856">
        <w:rPr>
          <w:rtl/>
        </w:rPr>
        <w:t xml:space="preserve"> أوّل مَن طمح في الزواج من </w:t>
      </w:r>
      <w:r w:rsidR="00352E1E">
        <w:rPr>
          <w:rtl/>
        </w:rPr>
        <w:t>(</w:t>
      </w:r>
      <w:r w:rsidRPr="00402856">
        <w:rPr>
          <w:rtl/>
        </w:rPr>
        <w:t>فاطمة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بعد تهيّب وتردّد</w:t>
      </w:r>
      <w:r w:rsidR="00455A43">
        <w:rPr>
          <w:rtl/>
        </w:rPr>
        <w:t>،</w:t>
      </w:r>
      <w:r w:rsidRPr="00402856">
        <w:rPr>
          <w:rtl/>
        </w:rPr>
        <w:t xml:space="preserve"> فقد تسامى إلى ذلك الشرف قبله</w:t>
      </w:r>
      <w:r w:rsidR="00455A43">
        <w:rPr>
          <w:rtl/>
        </w:rPr>
        <w:t>،</w:t>
      </w:r>
      <w:r w:rsidRPr="00402856">
        <w:rPr>
          <w:rtl/>
        </w:rPr>
        <w:t xml:space="preserve"> صاحبا رسول الله صلّى الله عليه وسلّم أبو بكر وعمر</w:t>
      </w:r>
      <w:r w:rsidR="00455A43">
        <w:rPr>
          <w:rtl/>
        </w:rPr>
        <w:t>،</w:t>
      </w:r>
      <w:r w:rsidRPr="00402856">
        <w:rPr>
          <w:rtl/>
        </w:rPr>
        <w:t xml:space="preserve"> على ما روى البلاذري في </w:t>
      </w:r>
      <w:r w:rsidR="00352E1E">
        <w:rPr>
          <w:rtl/>
        </w:rPr>
        <w:t>(</w:t>
      </w:r>
      <w:r w:rsidRPr="00402856">
        <w:rPr>
          <w:rtl/>
        </w:rPr>
        <w:t>أنساب الإشراف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فردّهما أبوها ردّاً كريماً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FD0437">
        <w:rPr>
          <w:rtl/>
        </w:rPr>
        <w:t xml:space="preserve">2 - بيت الزهراء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كان رسول الله صلّى الله عليه وسلّم يُحبّ الزهراء ويحنو عليها حنوا كبيرا</w:t>
      </w:r>
      <w:r w:rsidR="00455A43">
        <w:rPr>
          <w:rtl/>
        </w:rPr>
        <w:t>،</w:t>
      </w:r>
      <w:r w:rsidRPr="00402856">
        <w:rPr>
          <w:rtl/>
        </w:rPr>
        <w:t xml:space="preserve"> وما يكاد يُطيق فراقها</w:t>
      </w:r>
      <w:r w:rsidR="00455A43">
        <w:rPr>
          <w:rtl/>
        </w:rPr>
        <w:t>،</w:t>
      </w:r>
      <w:r w:rsidRPr="00402856">
        <w:rPr>
          <w:rtl/>
        </w:rPr>
        <w:t xml:space="preserve"> فلما زُفّت إلى الإمام عليّ وتحوّلت إلى بيته</w:t>
      </w:r>
      <w:r w:rsidR="00455A43">
        <w:rPr>
          <w:rtl/>
        </w:rPr>
        <w:t>،</w:t>
      </w:r>
      <w:r w:rsidRPr="00402856">
        <w:rPr>
          <w:rtl/>
        </w:rPr>
        <w:t xml:space="preserve"> لم تمضِ سوى أيّام معدودة حتى ذهب النبي صلّى الله عليه وسلّم إلى الزهراء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إني أُريد أن أُحوّلك إلي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فكلّم حارثة بن النعمان أن يتحوّل عنّي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قد تحوّل حارثة بن النعمان عنّا حتى استحييتُ منه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فبلغ ذلك حارثة</w:t>
      </w:r>
      <w:r w:rsidR="00455A43">
        <w:rPr>
          <w:rtl/>
        </w:rPr>
        <w:t>،</w:t>
      </w:r>
      <w:r w:rsidRPr="00402856">
        <w:rPr>
          <w:rtl/>
        </w:rPr>
        <w:t xml:space="preserve"> وجاء النبي فقال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إنّه بلغني أنّك تحوّل فاطمة إليك</w:t>
      </w:r>
      <w:r w:rsidR="00455A43">
        <w:rPr>
          <w:rtl/>
        </w:rPr>
        <w:t>،</w:t>
      </w:r>
      <w:r w:rsidRPr="00402856">
        <w:rPr>
          <w:rtl/>
        </w:rPr>
        <w:t xml:space="preserve"> وهذه منازلي</w:t>
      </w:r>
      <w:r w:rsidR="00455A43">
        <w:rPr>
          <w:rtl/>
        </w:rPr>
        <w:t>،</w:t>
      </w:r>
      <w:r w:rsidRPr="00402856">
        <w:rPr>
          <w:rtl/>
        </w:rPr>
        <w:t xml:space="preserve"> وهي أسبق بيوت بني النجّار إليك</w:t>
      </w:r>
      <w:r w:rsidR="00455A43">
        <w:rPr>
          <w:rtl/>
        </w:rPr>
        <w:t>،</w:t>
      </w:r>
      <w:r w:rsidRPr="00402856">
        <w:rPr>
          <w:rtl/>
        </w:rPr>
        <w:t xml:space="preserve"> وإنّما أنا ومالي لله ولرسوله</w:t>
      </w:r>
      <w:r w:rsidR="00455A43">
        <w:rPr>
          <w:rtl/>
        </w:rPr>
        <w:t>،</w:t>
      </w:r>
      <w:r w:rsidRPr="00402856">
        <w:rPr>
          <w:rtl/>
        </w:rPr>
        <w:t xml:space="preserve"> والله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لَلمال الذي تأخذ منّي أحبّ إليّ من المال الذي تدع</w:t>
      </w:r>
      <w:r w:rsidR="00455A43">
        <w:rPr>
          <w:rtl/>
        </w:rPr>
        <w:t>.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صدقت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بارك الله فليك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فحوّلها رسول الله إلى بيت حارثة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FD0437" w:rsidRDefault="00402856" w:rsidP="00402856">
      <w:pPr>
        <w:pStyle w:val="libNormal"/>
        <w:rPr>
          <w:rtl/>
        </w:rPr>
      </w:pPr>
      <w:r w:rsidRPr="00402856">
        <w:rPr>
          <w:rtl/>
        </w:rPr>
        <w:t>وهكذا اتّخذ النبي صلّى الله عليه وسلّم للزهراء والإمام بيتاً وسط بيوته وكانا يسكنانه كلّ أيام عليّ وفاطمة</w:t>
      </w:r>
      <w:r w:rsidR="00455A43">
        <w:rPr>
          <w:rtl/>
        </w:rPr>
        <w:t>،</w:t>
      </w:r>
      <w:r w:rsidRPr="00402856">
        <w:rPr>
          <w:rtl/>
        </w:rPr>
        <w:t xml:space="preserve"> ثُمّ كلّ أيام الإمام عليّ في المدينة</w:t>
      </w:r>
      <w:r w:rsidR="00455A43">
        <w:rPr>
          <w:rtl/>
        </w:rPr>
        <w:t>،</w:t>
      </w:r>
      <w:r w:rsidRPr="00402856">
        <w:rPr>
          <w:rtl/>
        </w:rPr>
        <w:t xml:space="preserve"> ثُمّ سكنه من بعده أولاده وأحفاده إلى أيام عبد الملك بن مروان</w:t>
      </w:r>
      <w:r w:rsidR="00455A43">
        <w:rPr>
          <w:rtl/>
        </w:rPr>
        <w:t>،</w:t>
      </w:r>
      <w:r w:rsidRPr="00402856">
        <w:rPr>
          <w:rtl/>
        </w:rPr>
        <w:t xml:space="preserve"> فاغتاظ من وجوده وأراد هدمه بحجّة توسع المسجد</w:t>
      </w:r>
      <w:r w:rsidR="00455A43">
        <w:rPr>
          <w:rtl/>
        </w:rPr>
        <w:t>،</w:t>
      </w:r>
      <w:r w:rsidRPr="00402856">
        <w:rPr>
          <w:rtl/>
        </w:rPr>
        <w:t xml:space="preserve"> وكان يسكنه الحسن بن الحسن بن علي بن أبي طالب</w:t>
      </w:r>
      <w:r w:rsidR="00455A43">
        <w:rPr>
          <w:rtl/>
        </w:rPr>
        <w:t>،</w:t>
      </w:r>
      <w:r w:rsidRPr="00402856">
        <w:rPr>
          <w:rtl/>
        </w:rPr>
        <w:t xml:space="preserve"> فطلبوا منه أن يخرج</w:t>
      </w:r>
      <w:r w:rsidR="00455A43">
        <w:rPr>
          <w:rtl/>
        </w:rPr>
        <w:t>،</w:t>
      </w:r>
      <w:r w:rsidRPr="00402856">
        <w:rPr>
          <w:rtl/>
        </w:rPr>
        <w:t xml:space="preserve"> فرفض وقال</w:t>
      </w:r>
      <w:r w:rsidR="00455A43">
        <w:rPr>
          <w:rtl/>
        </w:rPr>
        <w:t>:</w:t>
      </w:r>
      <w:r w:rsidRPr="00402856">
        <w:rPr>
          <w:rtl/>
        </w:rPr>
        <w:t xml:space="preserve"> لا أخرج ولا أُمكّن من هدمه</w:t>
      </w:r>
      <w:r w:rsidR="00455A43">
        <w:rPr>
          <w:rtl/>
        </w:rPr>
        <w:t>،</w:t>
      </w:r>
      <w:r w:rsidRPr="00402856">
        <w:rPr>
          <w:rtl/>
        </w:rPr>
        <w:t xml:space="preserve"> فضُرب بالسياط</w:t>
      </w:r>
      <w:r w:rsidR="00455A43">
        <w:rPr>
          <w:rtl/>
        </w:rPr>
        <w:t>،</w:t>
      </w:r>
      <w:r w:rsidRPr="00402856">
        <w:rPr>
          <w:rtl/>
        </w:rPr>
        <w:t xml:space="preserve"> وأُخرج قهراً وهُدم الدار وزِيد في المسجد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هذا ويذهب السمهودي في </w:t>
      </w:r>
      <w:r w:rsidR="00352E1E">
        <w:rPr>
          <w:rtl/>
        </w:rPr>
        <w:t>(</w:t>
      </w:r>
      <w:r w:rsidRPr="00402856">
        <w:rPr>
          <w:rtl/>
        </w:rPr>
        <w:t>وفاء الوفا بأخبار دار المصطفى</w:t>
      </w:r>
      <w:r w:rsidR="00352E1E">
        <w:rPr>
          <w:rtl/>
        </w:rPr>
        <w:t>)</w:t>
      </w:r>
      <w:r w:rsidRPr="00402856">
        <w:rPr>
          <w:rtl/>
        </w:rPr>
        <w:t xml:space="preserve"> إلى أنّ بيت فاطمة رضي الله عنها إنّما هو في الزور الذي في القبر</w:t>
      </w:r>
      <w:r w:rsidR="00455A43">
        <w:rPr>
          <w:rtl/>
        </w:rPr>
        <w:t>،</w:t>
      </w:r>
      <w:r w:rsidRPr="00402856">
        <w:rPr>
          <w:rtl/>
        </w:rPr>
        <w:t xml:space="preserve"> بينه وبين بيت النبي صلّى الله عليه وسلّم خوخة</w:t>
      </w:r>
      <w:r w:rsidR="00455A43">
        <w:rPr>
          <w:rtl/>
        </w:rPr>
        <w:t>،</w:t>
      </w:r>
      <w:r w:rsidRPr="00402856">
        <w:rPr>
          <w:rtl/>
        </w:rPr>
        <w:t xml:space="preserve"> وكانت فيه كوّة</w:t>
      </w:r>
      <w:r w:rsidR="00AF124A">
        <w:rPr>
          <w:rtl/>
        </w:rPr>
        <w:t xml:space="preserve"> - </w:t>
      </w:r>
      <w:r w:rsidRPr="00402856">
        <w:rPr>
          <w:rtl/>
        </w:rPr>
        <w:t>أي بيت عائشة رضي الله عنها</w:t>
      </w:r>
      <w:r w:rsidR="00AF124A">
        <w:rPr>
          <w:rtl/>
        </w:rPr>
        <w:t xml:space="preserve"> - </w:t>
      </w:r>
      <w:r w:rsidRPr="00402856">
        <w:rPr>
          <w:rtl/>
        </w:rPr>
        <w:t>فكان رسول الله صلّى الله عليه وسلّم إذا قام اطّلع من الكوّة إلى فاطمة فعلم خبرهم</w:t>
      </w:r>
      <w:r w:rsidR="00455A43">
        <w:rPr>
          <w:rtl/>
        </w:rPr>
        <w:t>،</w:t>
      </w:r>
      <w:r w:rsidRPr="00402856">
        <w:rPr>
          <w:rtl/>
        </w:rPr>
        <w:t xml:space="preserve"> وإنّ فاطمة رضي الله عنها قالت لعليّ يوماً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ابنيَّ أمسَيا عليلين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فلو نظرت لنا أدماً نستصبح به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فخرج عليّ إلى السوق فاشترى لهم أدماً</w:t>
      </w:r>
      <w:r w:rsidR="00455A43">
        <w:rPr>
          <w:rtl/>
        </w:rPr>
        <w:t>،</w:t>
      </w:r>
      <w:r w:rsidRPr="00402856">
        <w:rPr>
          <w:rtl/>
        </w:rPr>
        <w:t xml:space="preserve"> وجاء به إلى فاطمة فاستصبحت به</w:t>
      </w:r>
      <w:r w:rsidR="00455A43">
        <w:rPr>
          <w:rtl/>
        </w:rPr>
        <w:t>،</w:t>
      </w:r>
      <w:r w:rsidRPr="00402856">
        <w:rPr>
          <w:rtl/>
        </w:rPr>
        <w:t xml:space="preserve"> فأبصرت عائشة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المصباح عندهم في جوف الليل</w:t>
      </w:r>
      <w:r w:rsidR="00455A43">
        <w:rPr>
          <w:rtl/>
        </w:rPr>
        <w:t>،</w:t>
      </w:r>
      <w:r w:rsidRPr="00402856">
        <w:rPr>
          <w:rtl/>
        </w:rPr>
        <w:t xml:space="preserve"> وذِكر كلاماً وقع بينهما</w:t>
      </w:r>
      <w:r w:rsidR="00455A43">
        <w:rPr>
          <w:rtl/>
        </w:rPr>
        <w:t>،</w:t>
      </w:r>
      <w:r w:rsidRPr="00402856">
        <w:rPr>
          <w:rtl/>
        </w:rPr>
        <w:t xml:space="preserve"> فلمّا أصبحوا سألت فاطمة النبي صلّى الله عليه وسلّم أن يسدّ الكوة</w:t>
      </w:r>
      <w:r w:rsidR="00455A43">
        <w:rPr>
          <w:rtl/>
        </w:rPr>
        <w:t>،</w:t>
      </w:r>
      <w:r w:rsidRPr="00402856">
        <w:rPr>
          <w:rtl/>
        </w:rPr>
        <w:t xml:space="preserve"> فسدّها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هذا وقد روى السمهودي أنّ بيت فاطمة على زمانه </w:t>
      </w:r>
      <w:r w:rsidR="00352E1E">
        <w:rPr>
          <w:rtl/>
        </w:rPr>
        <w:t>(</w:t>
      </w:r>
      <w:r w:rsidRPr="00402856">
        <w:rPr>
          <w:rtl/>
        </w:rPr>
        <w:t>844 - 911 ه‍) كان حوله مقصورة</w:t>
      </w:r>
      <w:r w:rsidR="00455A43">
        <w:rPr>
          <w:rtl/>
        </w:rPr>
        <w:t>،</w:t>
      </w:r>
      <w:r w:rsidRPr="00402856">
        <w:rPr>
          <w:rtl/>
        </w:rPr>
        <w:t xml:space="preserve"> وفيه محراب خلف حجرة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وعلى أيّة حال</w:t>
      </w:r>
      <w:r w:rsidR="00455A43">
        <w:rPr>
          <w:rtl/>
        </w:rPr>
        <w:t>،</w:t>
      </w:r>
      <w:r w:rsidRPr="00402856">
        <w:rPr>
          <w:rtl/>
        </w:rPr>
        <w:t xml:space="preserve"> فالثابت المؤكّد أنّ بيت الزهراء والإمام علي إنّما كان أوسط بيوت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روى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سعد بن عبيدة قال</w:t>
      </w:r>
      <w:r w:rsidR="00455A43">
        <w:rPr>
          <w:rtl/>
        </w:rPr>
        <w:t>:</w:t>
      </w:r>
      <w:r w:rsidRPr="00402856">
        <w:rPr>
          <w:rtl/>
        </w:rPr>
        <w:t xml:space="preserve"> جاء رجل إلى ابن عُمر فسأله عن عثمان</w:t>
      </w:r>
      <w:r w:rsidR="00455A43">
        <w:rPr>
          <w:rtl/>
        </w:rPr>
        <w:t>،</w:t>
      </w:r>
      <w:r w:rsidRPr="00402856">
        <w:rPr>
          <w:rtl/>
        </w:rPr>
        <w:t xml:space="preserve"> فذكر عن محاسن عمله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لعلّ ذاك يسوءك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نعم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فأرغم الله بأنفك</w:t>
      </w:r>
      <w:r w:rsidR="00455A43">
        <w:rPr>
          <w:rtl/>
        </w:rPr>
        <w:t>،</w:t>
      </w:r>
      <w:r w:rsidRPr="00402856">
        <w:rPr>
          <w:rtl/>
        </w:rPr>
        <w:t xml:space="preserve"> ثُمّ سأله عن عليّ فذكر محاسن عمله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هو ذاك بيته أوسط بيوت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لعلّ ذاك يسوءك</w:t>
      </w:r>
      <w:r w:rsidR="00455A43">
        <w:rPr>
          <w:rtl/>
        </w:rPr>
        <w:t>،</w:t>
      </w:r>
      <w:r w:rsidRPr="00402856">
        <w:rPr>
          <w:rtl/>
        </w:rPr>
        <w:t xml:space="preserve"> قال أجل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فأرغم الله بأنفك</w:t>
      </w:r>
      <w:r w:rsidR="00455A43">
        <w:rPr>
          <w:rtl/>
        </w:rPr>
        <w:t>،</w:t>
      </w:r>
      <w:r w:rsidRPr="00402856">
        <w:rPr>
          <w:rtl/>
        </w:rPr>
        <w:t xml:space="preserve"> انطلِق فأجهد على جهدك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ولعلّ من الأهميّة بمكان الإشارة إلى أنّ النبي صلّى الله عليه وسلّم قد أمر بسدّ الأبواب الشارعة في المسجد</w:t>
      </w:r>
      <w:r w:rsidR="00455A43">
        <w:rPr>
          <w:rtl/>
        </w:rPr>
        <w:t>،</w:t>
      </w:r>
      <w:r w:rsidRPr="00402856">
        <w:rPr>
          <w:rtl/>
        </w:rPr>
        <w:t xml:space="preserve"> إلاّ باب علي وفاطمة</w:t>
      </w:r>
      <w:r w:rsidR="00455A43">
        <w:rPr>
          <w:rtl/>
        </w:rPr>
        <w:t>.</w:t>
      </w:r>
      <w:r w:rsidRPr="00402856">
        <w:rPr>
          <w:rtl/>
        </w:rPr>
        <w:t xml:space="preserve"> روى النسائي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أمَر بأبواب المسجد فسُدّت إلاّ باب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وسدّ أبواب المسجد غير باب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فكان يدخل المسجد وهو جُنُب</w:t>
      </w:r>
      <w:r w:rsidR="00455A43">
        <w:rPr>
          <w:rtl/>
        </w:rPr>
        <w:t>،</w:t>
      </w:r>
      <w:r w:rsidRPr="00402856">
        <w:rPr>
          <w:rtl/>
        </w:rPr>
        <w:t xml:space="preserve"> وهو طريقه ليس له طريق غيره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أُمّ سلمة قالت</w:t>
      </w:r>
      <w:r w:rsidR="00455A43">
        <w:rPr>
          <w:rtl/>
        </w:rPr>
        <w:t>:</w:t>
      </w:r>
      <w:r w:rsidRPr="00402856">
        <w:rPr>
          <w:rtl/>
        </w:rPr>
        <w:t xml:space="preserve"> خرج النبي صلّى الله عليه وسلّم في مرضه حتى انتهى إلى صرحة المسجد</w:t>
      </w:r>
      <w:r w:rsidR="00455A43">
        <w:rPr>
          <w:rtl/>
        </w:rPr>
        <w:t>،</w:t>
      </w:r>
      <w:r w:rsidRPr="00402856">
        <w:rPr>
          <w:rtl/>
        </w:rPr>
        <w:t xml:space="preserve"> فنادى بأعلى صوته أنّه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يحلّ المسجد لجُنُب ولا لحائض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لمحمد وأزواجه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وعليّ وفاطمة بنت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ألاّ هل بيّنت لكم الأسماء أن تضلّوا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 والبيهقي والبزار</w:t>
      </w:r>
      <w:r w:rsidR="00455A43">
        <w:rPr>
          <w:rtl/>
        </w:rPr>
        <w:t>،</w:t>
      </w:r>
      <w:r w:rsidRPr="00402856">
        <w:rPr>
          <w:rtl/>
        </w:rPr>
        <w:t xml:space="preserve"> عن أبي سعيد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 لعلي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يحلّ لأحد يجنب في هذا المسجد غيري وغيرك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الطبراني في الكبير عن أُمّ سلمة قالت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ألا إنّ هذا المسجد لا يحلّ لجُنب ولا لحائض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للنبي وأزواجه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محمّد وعلي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بيّنت لكم أن تضلّوا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أبو يعلى</w:t>
      </w:r>
      <w:r w:rsidR="00455A43">
        <w:rPr>
          <w:rtl/>
        </w:rPr>
        <w:t>،</w:t>
      </w:r>
      <w:r w:rsidRPr="00402856">
        <w:rPr>
          <w:rtl/>
        </w:rPr>
        <w:t xml:space="preserve"> عن عمر بن الخطّاب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لقد أُعطي عليّ ثلاث خصال</w:t>
      </w:r>
      <w:r w:rsidR="00455A43">
        <w:rPr>
          <w:rtl/>
        </w:rPr>
        <w:t>،</w:t>
      </w:r>
      <w:r w:rsidRPr="00402856">
        <w:rPr>
          <w:rtl/>
        </w:rPr>
        <w:t xml:space="preserve"> لأن تكون لي خصلة منها أحبّ إليّ من أن أُعطى حُمر النِعَم</w:t>
      </w:r>
      <w:r w:rsidR="00455A43">
        <w:rPr>
          <w:rtl/>
        </w:rPr>
        <w:t>:</w:t>
      </w:r>
      <w:r w:rsidRPr="00402856">
        <w:rPr>
          <w:rtl/>
        </w:rPr>
        <w:t xml:space="preserve"> تزويجه فاطمة</w:t>
      </w:r>
      <w:r w:rsidR="00455A43">
        <w:rPr>
          <w:rtl/>
        </w:rPr>
        <w:t>،</w:t>
      </w:r>
      <w:r w:rsidRPr="00402856">
        <w:rPr>
          <w:rtl/>
        </w:rPr>
        <w:t xml:space="preserve"> وسُكناه المسجد مع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لا يحلّ لي فيه ما يحلّ له</w:t>
      </w:r>
      <w:r w:rsidR="00455A43">
        <w:rPr>
          <w:rtl/>
        </w:rPr>
        <w:t>،</w:t>
      </w:r>
      <w:r w:rsidRPr="00402856">
        <w:rPr>
          <w:rtl/>
        </w:rPr>
        <w:t xml:space="preserve"> والراية يوم خيبر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الزبير بن بكار في أخبار المدينة</w:t>
      </w:r>
      <w:r w:rsidR="00455A43">
        <w:rPr>
          <w:rtl/>
        </w:rPr>
        <w:t>،</w:t>
      </w:r>
      <w:r w:rsidRPr="00402856">
        <w:rPr>
          <w:rtl/>
        </w:rPr>
        <w:t xml:space="preserve"> عن أبي حازم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الأشجعي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أمر موسى أن يبني مسجداً طاهراً لا يسكنه إلاّ هو وهارون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 الله أمرني أن أبني مسجداً طاهراً لا يسكنه إلاّ أنا وعلي وابنا علي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النسائي</w:t>
      </w:r>
      <w:r w:rsidR="00455A43">
        <w:rPr>
          <w:rtl/>
        </w:rPr>
        <w:t>،</w:t>
      </w:r>
      <w:r w:rsidRPr="00402856">
        <w:rPr>
          <w:rtl/>
        </w:rPr>
        <w:t xml:space="preserve"> عن إبراهيم بن سعد بن أبي وقاص</w:t>
      </w:r>
      <w:r w:rsidR="00455A43">
        <w:rPr>
          <w:rtl/>
        </w:rPr>
        <w:t>،</w:t>
      </w:r>
      <w:r w:rsidRPr="00402856">
        <w:rPr>
          <w:rtl/>
        </w:rPr>
        <w:t xml:space="preserve"> عن أبيه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كنّا عند النبي صلّى الله عليه وسلّم وعنده قوم جلوس</w:t>
      </w:r>
      <w:r w:rsidR="00455A43">
        <w:rPr>
          <w:rtl/>
        </w:rPr>
        <w:t>،</w:t>
      </w:r>
      <w:r w:rsidRPr="00402856">
        <w:rPr>
          <w:rtl/>
        </w:rPr>
        <w:t xml:space="preserve"> فدخل عليّ كرّم الله وجهه</w:t>
      </w:r>
      <w:r w:rsidR="00455A43">
        <w:rPr>
          <w:rtl/>
        </w:rPr>
        <w:t>،</w:t>
      </w:r>
      <w:r w:rsidRPr="00402856">
        <w:rPr>
          <w:rtl/>
        </w:rPr>
        <w:t xml:space="preserve"> فلمّا دخل خرجوا</w:t>
      </w:r>
      <w:r w:rsidR="00455A43">
        <w:rPr>
          <w:rtl/>
        </w:rPr>
        <w:t>،</w:t>
      </w:r>
      <w:r w:rsidRPr="00402856">
        <w:rPr>
          <w:rtl/>
        </w:rPr>
        <w:t xml:space="preserve"> فلمّا خرجوا تلاوموا</w:t>
      </w:r>
      <w:r w:rsidR="00455A43">
        <w:rPr>
          <w:rtl/>
        </w:rPr>
        <w:t>،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والله ما أخرجنا إذ أدخله</w:t>
      </w:r>
      <w:r w:rsidR="00455A43">
        <w:rPr>
          <w:rtl/>
        </w:rPr>
        <w:t>،</w:t>
      </w:r>
      <w:r w:rsidRPr="00402856">
        <w:rPr>
          <w:rtl/>
        </w:rPr>
        <w:t xml:space="preserve"> فرجعوا فدخلوا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ما أنا أدخلته وأخرجتكم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بل الله أدخله وأخرجكم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وذكره الهيثمي في مجمعه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رواه البزار</w:t>
      </w:r>
      <w:r w:rsidR="00455A43">
        <w:rPr>
          <w:rtl/>
        </w:rPr>
        <w:t>،</w:t>
      </w:r>
      <w:r w:rsidRPr="00402856">
        <w:rPr>
          <w:rtl/>
        </w:rPr>
        <w:t xml:space="preserve"> ورجاله ثقات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وروي أنّ رسول الله صلّى الله عليه وسلّم قرأ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فِي بُيُوتٍ أَذِنَ اللَّهُ أَنْ تُرْفَعَ وَيُذْكَرَ فِيهَا اسْمُهُ يُسَبِّحُ لَهُ فِيهَا بِالْغُدُوِّ وَالآصَالِ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فقام إليه رجل وقال</w:t>
      </w:r>
      <w:r w:rsidR="00455A43">
        <w:rPr>
          <w:rtl/>
        </w:rPr>
        <w:t>:</w:t>
      </w:r>
      <w:r w:rsidRPr="00402856">
        <w:rPr>
          <w:rtl/>
        </w:rPr>
        <w:t xml:space="preserve"> أيّ بيوت هذه يا رسول الله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بيوت الأنبياء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فقام إليه أبو بكر وقال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هذا البيت منها وأشار إلى بيت علي وفاطمة</w:t>
      </w:r>
      <w:r w:rsidR="00455A43">
        <w:rPr>
          <w:rtl/>
        </w:rPr>
        <w:t>؟</w:t>
      </w:r>
      <w:r w:rsidRPr="00402856">
        <w:rPr>
          <w:rtl/>
        </w:rPr>
        <w:t xml:space="preserve"> فقال الرسول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نعم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من أفضلها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bookmarkStart w:id="16" w:name="08"/>
      <w:r w:rsidRPr="00C939EC">
        <w:rPr>
          <w:rtl/>
        </w:rPr>
        <w:t xml:space="preserve">3 - حياة الزهراء الزوجيّة </w:t>
      </w:r>
      <w:bookmarkEnd w:id="16"/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عاشت الزهراء في كنف النبي صلّى الله عليه وسلّم وتحت رعايته</w:t>
      </w:r>
      <w:r w:rsidR="00455A43">
        <w:rPr>
          <w:rtl/>
        </w:rPr>
        <w:t>،</w:t>
      </w:r>
      <w:r w:rsidRPr="00402856">
        <w:rPr>
          <w:rtl/>
        </w:rPr>
        <w:t xml:space="preserve"> يختصّها هي وزوجها ووُلدها بمحبّته</w:t>
      </w:r>
      <w:r w:rsidR="00455A43">
        <w:rPr>
          <w:rtl/>
        </w:rPr>
        <w:t>،</w:t>
      </w:r>
      <w:r w:rsidRPr="00402856">
        <w:rPr>
          <w:rtl/>
        </w:rPr>
        <w:t xml:space="preserve"> ويصطفيهم بمودّته</w:t>
      </w:r>
      <w:r w:rsidR="00455A43">
        <w:rPr>
          <w:rtl/>
        </w:rPr>
        <w:t>،</w:t>
      </w:r>
      <w:r w:rsidRPr="00402856">
        <w:rPr>
          <w:rtl/>
        </w:rPr>
        <w:t xml:space="preserve"> وكان من عادته صلّى الله عليه وسلّم أن يبيت عندهم حيناً بعد حين</w:t>
      </w:r>
      <w:r w:rsidR="00455A43">
        <w:rPr>
          <w:rtl/>
        </w:rPr>
        <w:t>،</w:t>
      </w:r>
      <w:r w:rsidRPr="00402856">
        <w:rPr>
          <w:rtl/>
        </w:rPr>
        <w:t xml:space="preserve"> ويتولّى خدمة الأطفال بنفسه</w:t>
      </w:r>
      <w:r w:rsidR="00455A43">
        <w:rPr>
          <w:rtl/>
        </w:rPr>
        <w:t>،</w:t>
      </w:r>
      <w:r w:rsidRPr="00402856">
        <w:rPr>
          <w:rtl/>
        </w:rPr>
        <w:t xml:space="preserve"> وأبواهم قاعدان</w:t>
      </w:r>
      <w:r w:rsidR="00455A43">
        <w:rPr>
          <w:rtl/>
        </w:rPr>
        <w:t>،</w:t>
      </w:r>
      <w:r w:rsidRPr="00402856">
        <w:rPr>
          <w:rtl/>
        </w:rPr>
        <w:t xml:space="preserve"> وفي إحدى هذه الليالي سمع الحسن يستسقي</w:t>
      </w:r>
      <w:r w:rsidR="00455A43">
        <w:rPr>
          <w:rtl/>
        </w:rPr>
        <w:t>،</w:t>
      </w:r>
      <w:r w:rsidRPr="00402856">
        <w:rPr>
          <w:rtl/>
        </w:rPr>
        <w:t xml:space="preserve"> فقام صلّى الله عليه وسلّم إلى قِربة</w:t>
      </w:r>
      <w:r w:rsidR="00455A43">
        <w:rPr>
          <w:rtl/>
        </w:rPr>
        <w:t>،</w:t>
      </w:r>
      <w:r w:rsidRPr="00402856">
        <w:rPr>
          <w:rtl/>
        </w:rPr>
        <w:t xml:space="preserve"> فجعل يعصرها في القدح ثُمّ جعل يعبعبه</w:t>
      </w:r>
      <w:r w:rsidR="00455A43">
        <w:rPr>
          <w:rtl/>
        </w:rPr>
        <w:t>،</w:t>
      </w:r>
      <w:r w:rsidRPr="00402856">
        <w:rPr>
          <w:rtl/>
        </w:rPr>
        <w:t xml:space="preserve"> فتناول الحسين فمنعه وبدأ بالحسن</w:t>
      </w:r>
      <w:r w:rsidR="00455A43">
        <w:rPr>
          <w:rtl/>
        </w:rPr>
        <w:t>،</w:t>
      </w:r>
      <w:r w:rsidRPr="00402856">
        <w:rPr>
          <w:rtl/>
        </w:rPr>
        <w:t xml:space="preserve"> فقالت 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كأنّه أحبّ إليك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استسقى أوّلاً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وكان أحياناً يلفّهم جميعاً في بُردٍ واحد</w:t>
      </w:r>
      <w:r w:rsidR="00455A43">
        <w:rPr>
          <w:rtl/>
        </w:rPr>
        <w:t>،</w:t>
      </w:r>
      <w:r w:rsidRPr="00402856">
        <w:rPr>
          <w:rtl/>
        </w:rPr>
        <w:t xml:space="preserve"> ويقول لهم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وأنتم يوم القيامة في مكان واحد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وكان رسول الله صلّى الله عليه وسلّم إذا سافر كان آخر الناس عهداً به فاطمة</w:t>
      </w:r>
      <w:r w:rsidR="00455A43">
        <w:rPr>
          <w:rtl/>
        </w:rPr>
        <w:t>،</w:t>
      </w:r>
      <w:r w:rsidRPr="00402856">
        <w:rPr>
          <w:rtl/>
        </w:rPr>
        <w:t xml:space="preserve"> وإذا قدِم من سفر كان أوّل الناس عهداً به فاطمة رضي الله تعالى عنها</w:t>
      </w:r>
      <w:r w:rsidR="00455A43">
        <w:rPr>
          <w:rtl/>
        </w:rPr>
        <w:t>،</w:t>
      </w:r>
      <w:r w:rsidRPr="00402856">
        <w:rPr>
          <w:rtl/>
        </w:rPr>
        <w:t xml:space="preserve"> 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بسنده عن أبي ثعلبة الخشبي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كان رسول الله صلّى الله عليه وسلّم إذا رجع من سفر أو غزاة أتى المسجد فصلّى فيه ركعتين</w:t>
      </w:r>
      <w:r w:rsidR="00455A43">
        <w:rPr>
          <w:rtl/>
        </w:rPr>
        <w:t>،</w:t>
      </w:r>
      <w:r w:rsidRPr="00402856">
        <w:rPr>
          <w:rtl/>
        </w:rPr>
        <w:t xml:space="preserve"> ثُمّ ثنّى بفاطمة</w:t>
      </w:r>
      <w:r w:rsidR="00455A43">
        <w:rPr>
          <w:rtl/>
        </w:rPr>
        <w:t>،</w:t>
      </w:r>
      <w:r w:rsidRPr="00402856">
        <w:rPr>
          <w:rtl/>
        </w:rPr>
        <w:t xml:space="preserve"> ثُمّ يأتي أزواجه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وفي ظلّ الرسول صلّى الله عليه وسلّم انتظمت حياة الإمام والزهراء عيشة كفاف</w:t>
      </w:r>
      <w:r w:rsidR="00455A43">
        <w:rPr>
          <w:rtl/>
        </w:rPr>
        <w:t>،</w:t>
      </w:r>
      <w:r w:rsidRPr="00402856">
        <w:rPr>
          <w:rtl/>
        </w:rPr>
        <w:t xml:space="preserve"> وخدمة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يتعاون عليها ربّ البيت وربّته</w:t>
      </w:r>
      <w:r w:rsidR="00455A43">
        <w:rPr>
          <w:rtl/>
        </w:rPr>
        <w:t>،</w:t>
      </w:r>
      <w:r w:rsidRPr="00402856">
        <w:rPr>
          <w:rtl/>
        </w:rPr>
        <w:t xml:space="preserve"> فقد كان رزق الإمام من وظيفة الجندي وعطائه من فيء الجهاد</w:t>
      </w:r>
      <w:r w:rsidR="00455A43">
        <w:rPr>
          <w:rtl/>
        </w:rPr>
        <w:t>،</w:t>
      </w:r>
      <w:r w:rsidRPr="00402856">
        <w:rPr>
          <w:rtl/>
        </w:rPr>
        <w:t xml:space="preserve"> لكنّه</w:t>
      </w:r>
      <w:r w:rsidR="00455A43">
        <w:rPr>
          <w:rtl/>
        </w:rPr>
        <w:t>،</w:t>
      </w:r>
      <w:r w:rsidRPr="00402856">
        <w:rPr>
          <w:rtl/>
        </w:rPr>
        <w:t xml:space="preserve"> رغم ذلك</w:t>
      </w:r>
      <w:r w:rsidR="00455A43">
        <w:rPr>
          <w:rtl/>
        </w:rPr>
        <w:t>،</w:t>
      </w:r>
      <w:r w:rsidRPr="00402856">
        <w:rPr>
          <w:rtl/>
        </w:rPr>
        <w:t xml:space="preserve"> لم يكن بقادر على أن يستأجر للزهراء خادماً تُعينها أو تقوم عنها بالعمل الشاق</w:t>
      </w:r>
      <w:r w:rsidR="00455A43">
        <w:rPr>
          <w:rtl/>
        </w:rPr>
        <w:t>،</w:t>
      </w:r>
      <w:r w:rsidRPr="00402856">
        <w:rPr>
          <w:rtl/>
        </w:rPr>
        <w:t xml:space="preserve"> فكان الإمام هو الذي يُعينها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روي أنّ النبي صلّى الله عليه وسلّم دخل عليها البيت كعادته</w:t>
      </w:r>
      <w:r w:rsidR="00455A43">
        <w:rPr>
          <w:rtl/>
        </w:rPr>
        <w:t>،</w:t>
      </w:r>
      <w:r w:rsidRPr="00402856">
        <w:rPr>
          <w:rtl/>
        </w:rPr>
        <w:t xml:space="preserve"> فوجد عليّاً وفاطمة يطحنان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أيكما أعيا</w:t>
      </w:r>
      <w:r w:rsidR="00AF124A">
        <w:rPr>
          <w:rtl/>
        </w:rPr>
        <w:t xml:space="preserve"> - </w:t>
      </w:r>
      <w:r w:rsidRPr="00402856">
        <w:rPr>
          <w:rtl/>
        </w:rPr>
        <w:t>تعب</w:t>
      </w:r>
      <w:r w:rsidR="00AF124A">
        <w:rPr>
          <w:rtl/>
        </w:rPr>
        <w:t xml:space="preserve"> -</w:t>
      </w:r>
      <w:r w:rsidR="00455A43">
        <w:rPr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فقال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يا رسول الله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قومي يا بُنية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فقامت</w:t>
      </w:r>
      <w:r w:rsidR="00455A43">
        <w:rPr>
          <w:rtl/>
        </w:rPr>
        <w:t>،</w:t>
      </w:r>
      <w:r w:rsidRPr="00402856">
        <w:rPr>
          <w:rtl/>
        </w:rPr>
        <w:t xml:space="preserve"> وجلس يطحن مع علي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كانا يعيشان عيشة الكفاف</w:t>
      </w:r>
      <w:r w:rsidR="00455A43">
        <w:rPr>
          <w:rtl/>
        </w:rPr>
        <w:t>،</w:t>
      </w:r>
      <w:r w:rsidRPr="00402856">
        <w:rPr>
          <w:rtl/>
        </w:rPr>
        <w:t xml:space="preserve"> وكثيراً ما كان يجنّ الليل فيرقدان على فراشهما الخشن</w:t>
      </w:r>
      <w:r w:rsidR="00455A43">
        <w:rPr>
          <w:rtl/>
        </w:rPr>
        <w:t>،</w:t>
      </w:r>
      <w:r w:rsidRPr="00402856">
        <w:rPr>
          <w:rtl/>
        </w:rPr>
        <w:t xml:space="preserve"> ويُحاولان النوم فلا يجدان إليه سبيلاً</w:t>
      </w:r>
      <w:r w:rsidR="00455A43">
        <w:rPr>
          <w:rtl/>
        </w:rPr>
        <w:t>؛</w:t>
      </w:r>
      <w:r w:rsidRPr="00402856">
        <w:rPr>
          <w:rtl/>
        </w:rPr>
        <w:t xml:space="preserve"> لفرط ما يشعران به من البَرد</w:t>
      </w:r>
      <w:r w:rsidR="00455A43">
        <w:rPr>
          <w:rtl/>
        </w:rPr>
        <w:t>،</w:t>
      </w:r>
      <w:r w:rsidRPr="00402856">
        <w:rPr>
          <w:rtl/>
        </w:rPr>
        <w:t xml:space="preserve"> ويُقبل عليهما النبي صلّى الله عليه وسلّم وقد انكمشا في غطائهما مقرورين</w:t>
      </w:r>
      <w:r w:rsidR="00455A43">
        <w:rPr>
          <w:rtl/>
        </w:rPr>
        <w:t>،</w:t>
      </w:r>
      <w:r w:rsidRPr="00402856">
        <w:rPr>
          <w:rtl/>
        </w:rPr>
        <w:t xml:space="preserve"> إذا غطّيا رأسيهما بدت أقدامهما</w:t>
      </w:r>
      <w:r w:rsidR="00455A43">
        <w:rPr>
          <w:rtl/>
        </w:rPr>
        <w:t>،</w:t>
      </w:r>
      <w:r w:rsidRPr="00402856">
        <w:rPr>
          <w:rtl/>
        </w:rPr>
        <w:t xml:space="preserve"> وإذا غطّيا أقدامهما انكشفت رأساهما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المتقي الهندي في كنز العمال</w:t>
      </w:r>
      <w:r w:rsidR="00455A43">
        <w:rPr>
          <w:rtl/>
        </w:rPr>
        <w:t>،</w:t>
      </w:r>
      <w:r w:rsidRPr="00402856">
        <w:rPr>
          <w:rtl/>
        </w:rPr>
        <w:t xml:space="preserve"> عن جابر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رأى على فاطمة سلام الله عليها كساء من أوبار الإبل</w:t>
      </w:r>
      <w:r w:rsidR="00455A43">
        <w:rPr>
          <w:rtl/>
        </w:rPr>
        <w:t>،</w:t>
      </w:r>
      <w:r w:rsidRPr="00402856">
        <w:rPr>
          <w:rtl/>
        </w:rPr>
        <w:t xml:space="preserve"> وهي تطحن</w:t>
      </w:r>
      <w:r w:rsidR="00455A43">
        <w:rPr>
          <w:rtl/>
        </w:rPr>
        <w:t>،</w:t>
      </w:r>
      <w:r w:rsidRPr="00402856">
        <w:rPr>
          <w:rtl/>
        </w:rPr>
        <w:t xml:space="preserve"> فبكى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 اصبري على مرارة الدنيا لنعيم الآخرة غداً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ونزلت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وَلَسَوْفَ يُعْطِيكَ رَبُّكَ فَتَرْضَى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tl/>
        </w:rPr>
        <w:t xml:space="preserve"> أخرجه ابن لآل وابن مردويه وابن النجّار والديلمي</w:t>
      </w:r>
      <w:r w:rsidR="00455A43">
        <w:rPr>
          <w:rtl/>
        </w:rPr>
        <w:t>،</w:t>
      </w:r>
      <w:r w:rsidRPr="00402856">
        <w:rPr>
          <w:rtl/>
        </w:rPr>
        <w:t xml:space="preserve"> وذكره السيوطي في الدر المنثور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أخرجه العسكري في المواعظ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وكان رسول الله صلّى الله عليه وسلّم ينصحهما بقوله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كلمات علمنيهنّ جبرئيل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تسبّحان الله في دِبر كلّ صلاة عشراً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وتحمدان عشراً وتكبّران عشراً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وإذا آويتما إلى فراشكما تُسبّحان ثلاثاً وثلاثين وتحمدان ثلاثاً وثلاثين وتكبّران ثلاثاً وثلاثين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ويقول الإمام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ما تركتهنّ منذ علمنيهنّ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البخاري في صحيحة</w:t>
      </w:r>
      <w:r w:rsidR="00455A43">
        <w:rPr>
          <w:rtl/>
        </w:rPr>
        <w:t>،</w:t>
      </w:r>
      <w:r w:rsidRPr="00402856">
        <w:rPr>
          <w:rtl/>
        </w:rPr>
        <w:t xml:space="preserve"> بسنده عن الحكم</w:t>
      </w:r>
      <w:r w:rsidR="00455A43">
        <w:rPr>
          <w:rtl/>
        </w:rPr>
        <w:t>،</w:t>
      </w:r>
      <w:r w:rsidRPr="00402856">
        <w:rPr>
          <w:rtl/>
        </w:rPr>
        <w:t xml:space="preserve"> سمعت ابن أبي ليلى قال</w:t>
      </w:r>
      <w:r w:rsidR="00455A43">
        <w:rPr>
          <w:rtl/>
        </w:rPr>
        <w:t>،</w:t>
      </w:r>
      <w:r w:rsidRPr="00402856">
        <w:rPr>
          <w:rtl/>
        </w:rPr>
        <w:t xml:space="preserve"> حدّثنا عليّ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فاطمة عليها السلام شكت ما تلقى من أثر الرحى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فأتى النبي صلّى الله عليه وسلّم سبي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فانطلقت فلم تجده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فوجدت عائشة فأخبرتها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فلمّا جاء النبي صلّى الله عليه وسلّم أخبرته عائشة بمجيء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فجاء النبي صلّى الله عليه وسلّم إلينا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وقد أخذنا مضاجعنا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فذهبت لأقوم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على مكانكما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فقعد بيننا حتى وجدت برد قدميه على صدري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ألا أُعلمكما خيراً مما سألتماني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إذا أخذتما مضاجعكما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تُكبّرا أربعاً وثلاثين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وتسبّحا ثلاثاً وثلاثين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وتحمدا ثلاثاً وثلاثين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فهو خير لكما من خادم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وروى أبو داود بسنده عن أبي الورد بن ثمامة</w:t>
      </w:r>
      <w:r w:rsidR="00455A43">
        <w:rPr>
          <w:rtl/>
        </w:rPr>
        <w:t>،</w:t>
      </w:r>
      <w:r w:rsidRPr="00402856">
        <w:rPr>
          <w:rtl/>
        </w:rPr>
        <w:t xml:space="preserve"> قال علي عليه السلام لابن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أعبد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ألا أُحدّثك عنّي وعن فاطمة بنت رسول الله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وكانت أحبّ أهله إليه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وكانت عندي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فجرّت بالرحى حتى أثّرت بيدها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واستقت بالقِربة حتى أثّرت في نحرها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وقَمَت البيت حتى اغبرّت ثيابها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وأوقدت القِدر حتى دكنت ثيابها وأصابها من ذلك ضُرّ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فسمعنا أنّ رقيقاً أُتي بهم النبي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فقلت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لو أتيتِ أباكِ فسألتيه خادماً يكفيكِ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فأتته فوجدت حداثاً فاستحيت فرجعت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فغدا علينا ونحن في لفاعنا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الملحفة أو الكساء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فجلس عند رأسها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فأدخلتْ رأسها في اللفاع حياءً من أبيها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ما كان حاجتكِ أمْس إلى آل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فسكتت مرّتين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فقلتُ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أنا والله أُحدّثك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هذه جرّت عندي بالرحى حتى أثّرت في يدها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واستقت بالقربة حتى أثّرت في نحرها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وكسحت البيت حتى اغبرّت ثيابها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وبلغنا أنّه أتاك رقيقٌ أو خَدَم فقلتُ لها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سليه خادماً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أبو داود</w:t>
      </w:r>
      <w:r w:rsidR="00455A43">
        <w:rPr>
          <w:rtl/>
        </w:rPr>
        <w:t>:</w:t>
      </w:r>
      <w:r w:rsidRPr="00402856">
        <w:rPr>
          <w:rtl/>
        </w:rPr>
        <w:t xml:space="preserve"> فذكر معنى حديث حَكم</w:t>
      </w:r>
      <w:r w:rsidR="00455A43">
        <w:rPr>
          <w:rtl/>
        </w:rPr>
        <w:t>،</w:t>
      </w:r>
      <w:r w:rsidRPr="00402856">
        <w:rPr>
          <w:rtl/>
        </w:rPr>
        <w:t xml:space="preserve"> ويعني بحديث حَكم ما تقدّم آنفاً عن البخاري ومسلم</w:t>
      </w:r>
      <w:r w:rsidR="00455A43">
        <w:rPr>
          <w:rtl/>
        </w:rPr>
        <w:t>،</w:t>
      </w:r>
      <w:r w:rsidRPr="00402856">
        <w:rPr>
          <w:rtl/>
        </w:rPr>
        <w:t xml:space="preserve"> من 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ألا أُعلّمكما خيراً ممّا سألتماني</w:t>
      </w:r>
      <w:r w:rsidR="00352E1E">
        <w:rPr>
          <w:rtl/>
        </w:rPr>
        <w:t>)</w:t>
      </w:r>
      <w:r w:rsidRPr="00402856">
        <w:rPr>
          <w:rtl/>
        </w:rPr>
        <w:t xml:space="preserve"> إلى آخره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ورواه أيضا أبو نعيم في حلية الأولياء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على أنّ البيت سرعان ما سعد بالذريّة الصالحة</w:t>
      </w:r>
      <w:r w:rsidR="00455A43">
        <w:rPr>
          <w:rtl/>
        </w:rPr>
        <w:t>،</w:t>
      </w:r>
      <w:r w:rsidRPr="00402856">
        <w:rPr>
          <w:rtl/>
        </w:rPr>
        <w:t xml:space="preserve"> فلقد رُزق الأبوان نصيباً طيباً طاهراً من البنين والبنات</w:t>
      </w:r>
      <w:r w:rsidR="00455A43">
        <w:rPr>
          <w:rtl/>
        </w:rPr>
        <w:t>:</w:t>
      </w:r>
      <w:r w:rsidRPr="00402856">
        <w:rPr>
          <w:rtl/>
        </w:rPr>
        <w:t xml:space="preserve"> الحسن والحسين ومحسن وزينب وأُم كلثوم</w:t>
      </w:r>
      <w:r w:rsidR="00455A43">
        <w:rPr>
          <w:rtl/>
        </w:rPr>
        <w:t>،</w:t>
      </w:r>
      <w:r w:rsidRPr="00402856">
        <w:rPr>
          <w:rtl/>
        </w:rPr>
        <w:t xml:space="preserve"> وقد دعا النبي لكلّ منهما عند مولده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إنّي أُعيذه بك وذريته من الشيطان الرجيم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وعقّ عن كلّ منهما بكبش</w:t>
      </w:r>
      <w:r w:rsidR="00455A43">
        <w:rPr>
          <w:rtl/>
        </w:rPr>
        <w:t>،</w:t>
      </w:r>
      <w:r w:rsidRPr="00402856">
        <w:rPr>
          <w:rtl/>
        </w:rPr>
        <w:t xml:space="preserve"> وأمر بحلق شعره والتصدّق بوزنه فضّة</w:t>
      </w:r>
      <w:r w:rsidR="00455A43">
        <w:rPr>
          <w:rtl/>
        </w:rPr>
        <w:t>،</w:t>
      </w:r>
      <w:r w:rsidRPr="00402856">
        <w:rPr>
          <w:rtl/>
        </w:rPr>
        <w:t xml:space="preserve"> ثُمّ ختنهما لسبعة أيّام من المولد</w:t>
      </w:r>
      <w:r w:rsidR="00455A43">
        <w:rPr>
          <w:rtl/>
        </w:rPr>
        <w:t>.</w:t>
      </w:r>
      <w:r w:rsidRPr="00402856">
        <w:rPr>
          <w:rtl/>
        </w:rPr>
        <w:t xml:space="preserve"> وقد عاشوا جميعاً</w:t>
      </w:r>
      <w:r w:rsidR="00455A43">
        <w:rPr>
          <w:rtl/>
        </w:rPr>
        <w:t>،</w:t>
      </w:r>
      <w:r w:rsidRPr="00402856">
        <w:rPr>
          <w:rtl/>
        </w:rPr>
        <w:t xml:space="preserve"> ما عدا مُحسن</w:t>
      </w:r>
      <w:r w:rsidR="00455A43">
        <w:rPr>
          <w:rtl/>
        </w:rPr>
        <w:t>،</w:t>
      </w:r>
      <w:r w:rsidRPr="00402856">
        <w:rPr>
          <w:rtl/>
        </w:rPr>
        <w:t xml:space="preserve"> فقد مات صغيراً.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وبديهي أنّ حياة هذه الأسرة الطاهرة المطهّرة لم تخلُ من ساعات خلاف</w:t>
      </w:r>
      <w:r w:rsidR="00455A43">
        <w:rPr>
          <w:rtl/>
        </w:rPr>
        <w:t>،</w:t>
      </w:r>
      <w:r w:rsidRPr="00402856">
        <w:rPr>
          <w:rtl/>
        </w:rPr>
        <w:t xml:space="preserve"> وما خلت حياة آدمي قط من ساعات خلاف</w:t>
      </w:r>
      <w:r w:rsidR="00455A43">
        <w:rPr>
          <w:rtl/>
        </w:rPr>
        <w:t>،</w:t>
      </w:r>
      <w:r w:rsidRPr="00402856">
        <w:rPr>
          <w:rtl/>
        </w:rPr>
        <w:t xml:space="preserve"> وساعات شكاية</w:t>
      </w:r>
      <w:r w:rsidR="00455A43">
        <w:rPr>
          <w:rtl/>
        </w:rPr>
        <w:t>،</w:t>
      </w:r>
      <w:r w:rsidRPr="00402856">
        <w:rPr>
          <w:rtl/>
        </w:rPr>
        <w:t xml:space="preserve"> وكان الأب الأكبر يتولّى صُلحهما</w:t>
      </w:r>
      <w:r w:rsidR="00455A43">
        <w:rPr>
          <w:rtl/>
        </w:rPr>
        <w:t>،</w:t>
      </w:r>
      <w:r w:rsidRPr="00402856">
        <w:rPr>
          <w:rtl/>
        </w:rPr>
        <w:t xml:space="preserve"> وربّما ترك صلّى الله عليه وسلّم مجلسه بين أصحابه ليدخل إلى الزوجين المتخاصمين فيرفع ما بينهما من جفاء</w:t>
      </w:r>
      <w:r w:rsidR="00455A43">
        <w:rPr>
          <w:rtl/>
        </w:rPr>
        <w:t>،</w:t>
      </w:r>
      <w:r w:rsidRPr="00402856">
        <w:rPr>
          <w:rtl/>
        </w:rPr>
        <w:t xml:space="preserve"> والصحابة الذين يتتبّعون في وجه النبي كلّ خلجة من خوالج نفسه</w:t>
      </w:r>
      <w:r w:rsidR="00455A43">
        <w:rPr>
          <w:rtl/>
        </w:rPr>
        <w:t>،</w:t>
      </w:r>
      <w:r w:rsidRPr="00402856">
        <w:rPr>
          <w:rtl/>
        </w:rPr>
        <w:t xml:space="preserve"> ويتيحون لأنفسهم أن يسألوه</w:t>
      </w:r>
      <w:r w:rsidR="00455A43">
        <w:rPr>
          <w:rtl/>
        </w:rPr>
        <w:t>؛</w:t>
      </w:r>
      <w:r w:rsidRPr="00402856">
        <w:rPr>
          <w:rtl/>
        </w:rPr>
        <w:t xml:space="preserve"> لأنّه لا يملك من ضميره ما يضمن به على المتعلم والمتبصر</w:t>
      </w:r>
      <w:r w:rsidR="00455A43">
        <w:rPr>
          <w:rtl/>
        </w:rPr>
        <w:t>،</w:t>
      </w:r>
      <w:r w:rsidRPr="00402856">
        <w:rPr>
          <w:rtl/>
        </w:rPr>
        <w:t xml:space="preserve"> يجرون معه على عاداتهم كلّما دخل البيت مهموماً</w:t>
      </w:r>
      <w:r w:rsidR="00455A43">
        <w:rPr>
          <w:rtl/>
        </w:rPr>
        <w:t>،</w:t>
      </w:r>
      <w:r w:rsidRPr="00402856">
        <w:rPr>
          <w:rtl/>
        </w:rPr>
        <w:t xml:space="preserve"> وخرج منه منطلق الأسارير</w:t>
      </w:r>
      <w:r w:rsidR="00455A43">
        <w:rPr>
          <w:rtl/>
        </w:rPr>
        <w:t>،</w:t>
      </w:r>
      <w:r w:rsidRPr="00402856">
        <w:rPr>
          <w:rtl/>
        </w:rPr>
        <w:t xml:space="preserve"> فيسألونه فيُجيب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ولِمَ لا وقد أصلحت بين أحبّ الناس إلي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يروى أنّه صلّى الله عليه وسلّم رؤيَ ذات مساء وهو يسعى إلى دار فاطمة بادي الهمّ والقَلق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فأمضى وقتاً هُناك</w:t>
      </w:r>
      <w:r w:rsidR="00455A43">
        <w:rPr>
          <w:rtl/>
        </w:rPr>
        <w:t>،</w:t>
      </w:r>
      <w:r w:rsidRPr="00402856">
        <w:rPr>
          <w:rtl/>
        </w:rPr>
        <w:t xml:space="preserve"> ثُمّ خرج ووجهه الكريم يفيض بُشراً</w:t>
      </w:r>
      <w:r w:rsidR="00455A43">
        <w:rPr>
          <w:rtl/>
        </w:rPr>
        <w:t>،</w:t>
      </w:r>
      <w:r w:rsidRPr="00402856">
        <w:rPr>
          <w:rtl/>
        </w:rPr>
        <w:t xml:space="preserve"> فقال قائل من الصحابة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دخلت وأنت على حال</w:t>
      </w:r>
      <w:r w:rsidR="00455A43">
        <w:rPr>
          <w:rtl/>
        </w:rPr>
        <w:t>،</w:t>
      </w:r>
      <w:r w:rsidRPr="00402856">
        <w:rPr>
          <w:rtl/>
        </w:rPr>
        <w:t xml:space="preserve"> وخرجت ونحن نرى البشر في وجهك</w:t>
      </w:r>
      <w:r w:rsidR="00455A43">
        <w:rPr>
          <w:rtl/>
        </w:rPr>
        <w:t>،</w:t>
      </w:r>
      <w:r w:rsidRPr="00402856">
        <w:rPr>
          <w:rtl/>
        </w:rPr>
        <w:t xml:space="preserve"> فأجاب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ولِمّ لا وقد أصلحت بين أحبّ الناس إلي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سعد في الطبقات</w:t>
      </w:r>
      <w:r w:rsidR="00455A43">
        <w:rPr>
          <w:rtl/>
        </w:rPr>
        <w:t>،</w:t>
      </w:r>
      <w:r w:rsidRPr="00402856">
        <w:rPr>
          <w:rtl/>
        </w:rPr>
        <w:t xml:space="preserve"> عن حبيب بن أبي ثابت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كان بين علي وفاطمة كلام</w:t>
      </w:r>
      <w:r w:rsidR="00455A43">
        <w:rPr>
          <w:rtl/>
        </w:rPr>
        <w:t>،</w:t>
      </w:r>
      <w:r w:rsidRPr="00402856">
        <w:rPr>
          <w:rtl/>
        </w:rPr>
        <w:t xml:space="preserve"> فدخل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فألقى إليه مثالاً فاضطجع عليه</w:t>
      </w:r>
      <w:r w:rsidR="00455A43">
        <w:rPr>
          <w:rtl/>
        </w:rPr>
        <w:t>،</w:t>
      </w:r>
      <w:r w:rsidRPr="00402856">
        <w:rPr>
          <w:rtl/>
        </w:rPr>
        <w:t xml:space="preserve"> فجاءت فاطمة فاضطجعت من جانب وجاء علي فاضطجع من جانب</w:t>
      </w:r>
      <w:r w:rsidR="00455A43">
        <w:rPr>
          <w:rtl/>
        </w:rPr>
        <w:t>،</w:t>
      </w:r>
      <w:r w:rsidRPr="00402856">
        <w:rPr>
          <w:rtl/>
        </w:rPr>
        <w:t xml:space="preserve"> فأخذ رسول الله بيد علي فوضعها على سرّته</w:t>
      </w:r>
      <w:r w:rsidR="00455A43">
        <w:rPr>
          <w:rtl/>
        </w:rPr>
        <w:t>،</w:t>
      </w:r>
      <w:r w:rsidRPr="00402856">
        <w:rPr>
          <w:rtl/>
        </w:rPr>
        <w:t xml:space="preserve"> وأخذ بيد فاطمة فوضعها على سرّته</w:t>
      </w:r>
      <w:r w:rsidR="00455A43">
        <w:rPr>
          <w:rtl/>
        </w:rPr>
        <w:t>،</w:t>
      </w:r>
      <w:r w:rsidRPr="00402856">
        <w:rPr>
          <w:rtl/>
        </w:rPr>
        <w:t xml:space="preserve"> ولم يزل حتى أصلح بينهما</w:t>
      </w:r>
      <w:r w:rsidR="00455A43">
        <w:rPr>
          <w:rtl/>
        </w:rPr>
        <w:t>،</w:t>
      </w:r>
      <w:r w:rsidRPr="00402856">
        <w:rPr>
          <w:rtl/>
        </w:rPr>
        <w:t xml:space="preserve"> ثُمّ خرج</w:t>
      </w:r>
      <w:r w:rsidR="00455A43">
        <w:rPr>
          <w:rtl/>
        </w:rPr>
        <w:t>.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فقيل له</w:t>
      </w:r>
      <w:r w:rsidR="00455A43">
        <w:rPr>
          <w:rtl/>
        </w:rPr>
        <w:t>:</w:t>
      </w:r>
      <w:r w:rsidRPr="00402856">
        <w:rPr>
          <w:rtl/>
        </w:rPr>
        <w:t xml:space="preserve"> دخلت وأنت على حال</w:t>
      </w:r>
      <w:r w:rsidR="00455A43">
        <w:rPr>
          <w:rtl/>
        </w:rPr>
        <w:t>،</w:t>
      </w:r>
      <w:r w:rsidRPr="00402856">
        <w:rPr>
          <w:rtl/>
        </w:rPr>
        <w:t xml:space="preserve"> وخرجت ونحن نرى البشر في وجهك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وما يمنعني وقد أصلحت بين أحبّ اثنين إلي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سعد في في الطبقات</w:t>
      </w:r>
      <w:r w:rsidR="00455A43">
        <w:rPr>
          <w:rtl/>
        </w:rPr>
        <w:t>،</w:t>
      </w:r>
      <w:r w:rsidRPr="00402856">
        <w:rPr>
          <w:rtl/>
        </w:rPr>
        <w:t xml:space="preserve"> عن عمرو بن سعد قال</w:t>
      </w:r>
      <w:r w:rsidR="00455A43">
        <w:rPr>
          <w:rtl/>
        </w:rPr>
        <w:t>:</w:t>
      </w:r>
      <w:r w:rsidRPr="00402856">
        <w:rPr>
          <w:rtl/>
        </w:rPr>
        <w:t xml:space="preserve"> كان في علي شدّة على فاطمة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والله لأشكونّك رسول الله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فانطلقت وانطلق عليّ بأثرها</w:t>
      </w:r>
      <w:r w:rsidR="00455A43">
        <w:rPr>
          <w:rtl/>
        </w:rPr>
        <w:t>،</w:t>
      </w:r>
      <w:r w:rsidRPr="00402856">
        <w:rPr>
          <w:rtl/>
        </w:rPr>
        <w:t xml:space="preserve"> فقام حيث يسمع كلامها</w:t>
      </w:r>
      <w:r w:rsidR="00455A43">
        <w:rPr>
          <w:rtl/>
        </w:rPr>
        <w:t>،</w:t>
      </w:r>
      <w:r w:rsidRPr="00402856">
        <w:rPr>
          <w:rtl/>
        </w:rPr>
        <w:t xml:space="preserve"> فشكت إلى رسول الله صلّى الله عليه وسلّم غلظ عليّ وشدّته عليها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يا بُنيّة اسمعي واستمعي واعقلي</w:t>
      </w:r>
      <w:r w:rsidR="00455A43">
        <w:rPr>
          <w:rtl/>
        </w:rPr>
        <w:t>،</w:t>
      </w:r>
      <w:r w:rsidRPr="00402856">
        <w:rPr>
          <w:rtl/>
        </w:rPr>
        <w:t xml:space="preserve"> إنّه لا امرأة بامرأة لا تأتي هوى زوجها وهو ساكت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فكففتُ عمّا كنتُ أصنع</w:t>
      </w:r>
      <w:r w:rsidR="00455A43">
        <w:rPr>
          <w:rtl/>
        </w:rPr>
        <w:t>،</w:t>
      </w:r>
      <w:r w:rsidRPr="00402856">
        <w:rPr>
          <w:rtl/>
        </w:rPr>
        <w:t xml:space="preserve"> وقلت</w:t>
      </w:r>
      <w:r w:rsidR="00455A43">
        <w:rPr>
          <w:rtl/>
        </w:rPr>
        <w:t>:</w:t>
      </w:r>
      <w:r w:rsidRPr="00402856">
        <w:rPr>
          <w:rtl/>
        </w:rPr>
        <w:t xml:space="preserve"> والله لا آتي شيئاً تكرهينه ابداً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على أنّ هناك ساعات خلاف كانت جدّ شديدة</w:t>
      </w:r>
      <w:r w:rsidR="00455A43">
        <w:rPr>
          <w:rtl/>
        </w:rPr>
        <w:t>،</w:t>
      </w:r>
      <w:r w:rsidRPr="00402856">
        <w:rPr>
          <w:rtl/>
        </w:rPr>
        <w:t xml:space="preserve"> شكايات لا شكّ أنّها إنّما كانت أكثر من شكاية بالنسبة للمرأة حتى وإن كانت بِنت المصطفى صلّى الله عليه وآله وسلّم</w:t>
      </w:r>
      <w:r w:rsidR="00455A43">
        <w:rPr>
          <w:rtl/>
        </w:rPr>
        <w:t>،</w:t>
      </w:r>
      <w:r w:rsidRPr="00402856">
        <w:rPr>
          <w:rtl/>
        </w:rPr>
        <w:t xml:space="preserve"> ومِن ثَمّ فقد بلغ العِتاب بين الزوجين ما يبلغه من خصومة بين زوجين</w:t>
      </w:r>
      <w:r w:rsidR="00455A43">
        <w:rPr>
          <w:rtl/>
        </w:rPr>
        <w:t>،</w:t>
      </w:r>
      <w:r w:rsidRPr="00402856">
        <w:rPr>
          <w:rtl/>
        </w:rPr>
        <w:t xml:space="preserve"> وذلك حين نُمي إلى الزهراء أنّ الإمام يهمّ بخطبة </w:t>
      </w:r>
      <w:r w:rsidR="00352E1E">
        <w:rPr>
          <w:rtl/>
        </w:rPr>
        <w:t>(</w:t>
      </w:r>
      <w:r w:rsidRPr="00402856">
        <w:rPr>
          <w:rtl/>
        </w:rPr>
        <w:t>جويرية بنت عُمرو بن هشام بن المغيرة</w:t>
      </w:r>
      <w:r w:rsidR="00455A43">
        <w:rPr>
          <w:rtl/>
        </w:rPr>
        <w:t>،</w:t>
      </w:r>
      <w:r w:rsidRPr="00402856">
        <w:rPr>
          <w:rtl/>
        </w:rPr>
        <w:t xml:space="preserve"> المعروف بأبي جهل</w:t>
      </w:r>
      <w:r w:rsidR="00352E1E">
        <w:rPr>
          <w:rtl/>
        </w:rPr>
        <w:t>)</w:t>
      </w:r>
      <w:r w:rsidRPr="00402856">
        <w:rPr>
          <w:rtl/>
        </w:rPr>
        <w:t xml:space="preserve"> وفي حسبان الإمام علي أنّه يجري على مألوف عادة قومه في الجمع بين زوجتين وأكثر</w:t>
      </w:r>
      <w:r w:rsidR="00455A43">
        <w:rPr>
          <w:rtl/>
        </w:rPr>
        <w:t>،</w:t>
      </w:r>
      <w:r w:rsidRPr="00402856">
        <w:rPr>
          <w:rtl/>
        </w:rPr>
        <w:t xml:space="preserve"> ويفعل ما أباحه له الإسلام من تعدد الزوجات</w:t>
      </w:r>
      <w:r w:rsidR="00455A43">
        <w:rPr>
          <w:rtl/>
        </w:rPr>
        <w:t>،</w:t>
      </w:r>
      <w:r w:rsidRPr="00402856">
        <w:rPr>
          <w:rtl/>
        </w:rPr>
        <w:t xml:space="preserve"> بدون أن يخطر بباله أنّ هذا ما تُنكره بنت نبي الإسلام</w:t>
      </w:r>
      <w:r w:rsidR="00455A43">
        <w:rPr>
          <w:rtl/>
        </w:rPr>
        <w:t>،</w:t>
      </w:r>
      <w:r w:rsidRPr="00402856">
        <w:rPr>
          <w:rtl/>
        </w:rPr>
        <w:t xml:space="preserve"> وربّما كانت هذه الخطبة غضبة من غضبات الإمام</w:t>
      </w:r>
      <w:r w:rsidR="00455A43">
        <w:rPr>
          <w:rtl/>
        </w:rPr>
        <w:t>،</w:t>
      </w:r>
      <w:r w:rsidRPr="00402856">
        <w:rPr>
          <w:rtl/>
        </w:rPr>
        <w:t xml:space="preserve"> على أنفة من أنفات الزهراء</w:t>
      </w:r>
      <w:r w:rsidR="00455A43">
        <w:rPr>
          <w:rtl/>
        </w:rPr>
        <w:t>،</w:t>
      </w:r>
      <w:r w:rsidRPr="00402856">
        <w:rPr>
          <w:rtl/>
        </w:rPr>
        <w:t xml:space="preserve"> أو لعلّها نازعة من نوازع النفس البشريّة لم يكن في الدين ما يأباها</w:t>
      </w:r>
      <w:r w:rsidR="00455A43">
        <w:rPr>
          <w:rtl/>
        </w:rPr>
        <w:t>،</w:t>
      </w:r>
      <w:r w:rsidRPr="00402856">
        <w:rPr>
          <w:rtl/>
        </w:rPr>
        <w:t xml:space="preserve"> وإن أباها العُرف في حالة المودّة والصفاء</w:t>
      </w:r>
      <w:r w:rsidR="00455A43">
        <w:rPr>
          <w:rtl/>
        </w:rPr>
        <w:t>،</w:t>
      </w:r>
      <w:r w:rsidRPr="00402856">
        <w:rPr>
          <w:rtl/>
        </w:rPr>
        <w:t xml:space="preserve"> ومن ناحية أُخرى</w:t>
      </w:r>
      <w:r w:rsidR="00455A43">
        <w:rPr>
          <w:rtl/>
        </w:rPr>
        <w:t>،</w:t>
      </w:r>
      <w:r w:rsidRPr="00402856">
        <w:rPr>
          <w:rtl/>
        </w:rPr>
        <w:t xml:space="preserve"> فإنّ رسول الله صلّى الله عليه وسلّم يعلم حقّ علي في الزواج</w:t>
      </w:r>
      <w:r w:rsidR="00455A43">
        <w:rPr>
          <w:rtl/>
        </w:rPr>
        <w:t>،</w:t>
      </w:r>
      <w:r w:rsidRPr="00402856">
        <w:rPr>
          <w:rtl/>
        </w:rPr>
        <w:t xml:space="preserve"> ولكنّ الرسول في أبوّته الرحيمة يؤذيه أن تروّع أحبّ بناته بضرّة</w:t>
      </w:r>
      <w:r w:rsidR="00455A43">
        <w:rPr>
          <w:rtl/>
        </w:rPr>
        <w:t>،</w:t>
      </w:r>
      <w:r w:rsidRPr="00402856">
        <w:rPr>
          <w:rtl/>
        </w:rPr>
        <w:t xml:space="preserve"> ويشفق عليها من تجربة قاسية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كهذه</w:t>
      </w:r>
      <w:r w:rsidR="00455A43">
        <w:rPr>
          <w:rtl/>
        </w:rPr>
        <w:t>،</w:t>
      </w:r>
      <w:r w:rsidRPr="00402856">
        <w:rPr>
          <w:rtl/>
        </w:rPr>
        <w:t xml:space="preserve"> يعلم أنّها لا قبيل لها باحتمالها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عليّاً أراد أن يتزوج بنت أبي جهل</w:t>
      </w:r>
      <w:r w:rsidR="00455A43">
        <w:rPr>
          <w:rtl/>
        </w:rPr>
        <w:t>،</w:t>
      </w:r>
      <w:r w:rsidRPr="00402856">
        <w:rPr>
          <w:rtl/>
        </w:rPr>
        <w:t xml:space="preserve"> فهل يرضي الله أن يجمع بيت الإمام علي بين بنت رسول الله صلّى الله عليه وسلّم وبين بنت عدوّ الله ورسوله</w:t>
      </w:r>
      <w:r w:rsidR="00455A43">
        <w:rPr>
          <w:rtl/>
        </w:rPr>
        <w:t>،</w:t>
      </w:r>
      <w:r w:rsidRPr="00402856">
        <w:rPr>
          <w:rtl/>
        </w:rPr>
        <w:t xml:space="preserve"> وكُتُب السيرة مليئة بمواقفه المُخزية ضدّ الإسلام ورسول الإسلام</w:t>
      </w:r>
      <w:r w:rsidR="00455A43">
        <w:rPr>
          <w:rtl/>
        </w:rPr>
        <w:t>،</w:t>
      </w:r>
      <w:r w:rsidRPr="00402856">
        <w:rPr>
          <w:rtl/>
        </w:rPr>
        <w:t xml:space="preserve"> ولعلّ هذا هو السبب الذي من أجله ثار رسول الله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لأنّه من غير المعقول أن تكون ابنة هذا الرجل بالذّات</w:t>
      </w:r>
      <w:r w:rsidR="00455A43">
        <w:rPr>
          <w:rtl/>
        </w:rPr>
        <w:t>،</w:t>
      </w:r>
      <w:r w:rsidRPr="00402856">
        <w:rPr>
          <w:rtl/>
        </w:rPr>
        <w:t xml:space="preserve"> ضرّة للزهراء بنت نبي الله ورسوله</w:t>
      </w:r>
      <w:r w:rsidR="00455A43">
        <w:rPr>
          <w:rtl/>
        </w:rPr>
        <w:t>،</w:t>
      </w:r>
      <w:r w:rsidRPr="00402856">
        <w:rPr>
          <w:rtl/>
        </w:rPr>
        <w:t xml:space="preserve"> ولم يكن من المعقول</w:t>
      </w:r>
      <w:r w:rsidR="00455A43">
        <w:rPr>
          <w:rtl/>
        </w:rPr>
        <w:t>،</w:t>
      </w:r>
      <w:r w:rsidRPr="00402856">
        <w:rPr>
          <w:rtl/>
        </w:rPr>
        <w:t xml:space="preserve"> بل من المستحيل على وجه اليقين</w:t>
      </w:r>
      <w:r w:rsidR="00455A43">
        <w:rPr>
          <w:rtl/>
        </w:rPr>
        <w:t>،</w:t>
      </w:r>
      <w:r w:rsidRPr="00402856">
        <w:rPr>
          <w:rtl/>
        </w:rPr>
        <w:t xml:space="preserve"> أن يستبدل برسول الله صلّى الله عليه وسلّم أبا جهل بن هشام صِهراً</w:t>
      </w:r>
      <w:r w:rsidR="00455A43">
        <w:rPr>
          <w:rtl/>
        </w:rPr>
        <w:t>،</w:t>
      </w:r>
      <w:r w:rsidRPr="00402856">
        <w:rPr>
          <w:rtl/>
        </w:rPr>
        <w:t xml:space="preserve"> وليس عليّ بالذات هو الذي يؤذي نبيّه وأخاه وابن عمّه في أحبّ بناته إليه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ويُروى عن يحيى بن سعيد القطّان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ذاكرت عبد الله بن داود الحريثي قول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ولا آذن إلاّ أن يحب علي بن أبي طالب أن يطلّق ابنتي وينكح ابنتهم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ابن داود</w:t>
      </w:r>
      <w:r w:rsidR="00455A43">
        <w:rPr>
          <w:rtl/>
        </w:rPr>
        <w:t>:</w:t>
      </w:r>
      <w:r w:rsidRPr="00402856">
        <w:rPr>
          <w:rtl/>
        </w:rPr>
        <w:t xml:space="preserve"> حرّم الله على عليّ أن ينكح على فاطمة في حياتها</w:t>
      </w:r>
      <w:r w:rsidR="00455A43">
        <w:rPr>
          <w:rtl/>
        </w:rPr>
        <w:t>؛</w:t>
      </w:r>
      <w:r w:rsidRPr="00402856">
        <w:rPr>
          <w:rtl/>
        </w:rPr>
        <w:t xml:space="preserve"> لقوله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وَمَا آتَاكُمْ الرَّسُولُ فَخُذُوهُ وَمَا نَهَاكُمْ عَنْهُ فَانْتَهُوا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فلمّا قال النبي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آذن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لم يكن يحلّ لعلي أن ينكح على فاطمة</w:t>
      </w:r>
      <w:r w:rsidR="00455A43">
        <w:rPr>
          <w:rtl/>
        </w:rPr>
        <w:t>،</w:t>
      </w:r>
      <w:r w:rsidRPr="00402856">
        <w:rPr>
          <w:rtl/>
        </w:rPr>
        <w:t xml:space="preserve"> إلاّ أن يأذن رسول الله</w:t>
      </w:r>
      <w:r w:rsidR="00455A43">
        <w:rPr>
          <w:rtl/>
        </w:rPr>
        <w:t>.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وسمعت عمر بن داود يقول</w:t>
      </w:r>
      <w:r w:rsidR="00455A43">
        <w:rPr>
          <w:rtl/>
        </w:rPr>
        <w:t>:</w:t>
      </w:r>
      <w:r w:rsidRPr="00402856">
        <w:rPr>
          <w:rtl/>
        </w:rPr>
        <w:t xml:space="preserve"> لمّا قال الرسول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 يريبني ما رابها ويؤذيني ما آذاها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حرّم الله على عليّ أن ينكح على فاطمة</w:t>
      </w:r>
      <w:r w:rsidR="00455A43">
        <w:rPr>
          <w:rtl/>
        </w:rPr>
        <w:t>،</w:t>
      </w:r>
      <w:r w:rsidRPr="00402856">
        <w:rPr>
          <w:rtl/>
        </w:rPr>
        <w:t xml:space="preserve"> إذ إنّه بنكاحه عليها يؤذي الرسول</w:t>
      </w:r>
      <w:r w:rsidR="00455A43">
        <w:rPr>
          <w:rtl/>
        </w:rPr>
        <w:t>،</w:t>
      </w:r>
      <w:r w:rsidRPr="00402856">
        <w:rPr>
          <w:rtl/>
        </w:rPr>
        <w:t xml:space="preserve"> والله تعالى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وَمَا كَانَ لَكُمْ أَنْ تُؤْذُوا رَسُولَ اللَّهِ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وأضاف الشيخ دحلان في السيرة</w:t>
      </w:r>
      <w:r w:rsidR="00455A43">
        <w:rPr>
          <w:rtl/>
        </w:rPr>
        <w:t>:</w:t>
      </w:r>
      <w:r w:rsidRPr="00402856">
        <w:rPr>
          <w:rtl/>
        </w:rPr>
        <w:t xml:space="preserve"> وألحق بعضُهم أخواتها بها</w:t>
      </w:r>
      <w:r w:rsidR="00455A43">
        <w:rPr>
          <w:rtl/>
        </w:rPr>
        <w:t>،</w:t>
      </w:r>
      <w:r w:rsidRPr="00402856">
        <w:rPr>
          <w:rtl/>
        </w:rPr>
        <w:t xml:space="preserve"> وإن رأى احتمال اختصاص الزهراء بذلك</w:t>
      </w:r>
      <w:r w:rsidR="00455A43">
        <w:rPr>
          <w:rtl/>
        </w:rPr>
        <w:t>،</w:t>
      </w:r>
      <w:r w:rsidRPr="00402856">
        <w:rPr>
          <w:rtl/>
        </w:rPr>
        <w:t xml:space="preserve"> وهذا ما نُرجّحه ونميل إلى الأخذ به</w:t>
      </w:r>
      <w:r w:rsidR="00455A43">
        <w:rPr>
          <w:rtl/>
        </w:rPr>
        <w:t>،</w:t>
      </w:r>
      <w:r w:rsidRPr="00402856">
        <w:rPr>
          <w:rtl/>
        </w:rPr>
        <w:t xml:space="preserve"> والله أعلم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قصة تلك الخطبة</w:t>
      </w:r>
      <w:r w:rsidR="00455A43">
        <w:rPr>
          <w:rtl/>
        </w:rPr>
        <w:t>،</w:t>
      </w:r>
      <w:r w:rsidRPr="00402856">
        <w:rPr>
          <w:rtl/>
        </w:rPr>
        <w:t xml:space="preserve"> فقد روى ابن إسحاق في السيرة</w:t>
      </w:r>
      <w:r w:rsidR="00455A43">
        <w:rPr>
          <w:rtl/>
        </w:rPr>
        <w:t>:</w:t>
      </w:r>
      <w:r w:rsidRPr="00402856">
        <w:rPr>
          <w:rtl/>
        </w:rPr>
        <w:t xml:space="preserve"> أنّ عليّ بن أبي طالب خطب ابنة أبي جهل من عمّها الحارث</w:t>
      </w:r>
      <w:r w:rsidR="00455A43">
        <w:rPr>
          <w:rtl/>
        </w:rPr>
        <w:t>،</w:t>
      </w:r>
      <w:r w:rsidRPr="00402856">
        <w:rPr>
          <w:rtl/>
        </w:rPr>
        <w:t xml:space="preserve"> واستأمر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عن أيّ شأنها تسألني</w:t>
      </w:r>
      <w:r w:rsidR="00455A43">
        <w:rPr>
          <w:rtl/>
        </w:rPr>
        <w:t>،</w:t>
      </w:r>
      <w:r w:rsidRPr="00402856">
        <w:rPr>
          <w:rtl/>
        </w:rPr>
        <w:t xml:space="preserve"> عن حَسَبها</w:t>
      </w:r>
      <w:r w:rsidR="00455A43">
        <w:rPr>
          <w:rtl/>
        </w:rPr>
        <w:t>؟</w:t>
      </w:r>
      <w:r w:rsidRPr="00402856">
        <w:rPr>
          <w:rtl/>
        </w:rPr>
        <w:t>!</w:t>
      </w:r>
      <w:r w:rsidR="00352E1E">
        <w:rPr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</w:t>
      </w:r>
      <w:r w:rsidR="00455A43">
        <w:rPr>
          <w:rtl/>
        </w:rPr>
        <w:t>،</w:t>
      </w:r>
      <w:r w:rsidRPr="00402856">
        <w:rPr>
          <w:rtl/>
        </w:rPr>
        <w:t xml:space="preserve"> ولكن تأمرني بها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فاطمة بضعة منّي</w:t>
      </w:r>
      <w:r w:rsidR="00455A43">
        <w:rPr>
          <w:rtl/>
        </w:rPr>
        <w:t>،</w:t>
      </w:r>
      <w:r w:rsidRPr="00402856">
        <w:rPr>
          <w:rtl/>
        </w:rPr>
        <w:t xml:space="preserve"> ولا أُحبّ أن تجزع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آتي شيئاً تكرهه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الشعبي قال</w:t>
      </w:r>
      <w:r w:rsidR="00455A43">
        <w:rPr>
          <w:rtl/>
        </w:rPr>
        <w:t>:</w:t>
      </w:r>
      <w:r w:rsidRPr="00402856">
        <w:rPr>
          <w:rtl/>
        </w:rPr>
        <w:t xml:space="preserve"> خطب علي عليه السلام بنت أبي جهل إلى عمها الحارث بن هشام</w:t>
      </w:r>
      <w:r w:rsidR="00455A43">
        <w:rPr>
          <w:rtl/>
        </w:rPr>
        <w:t>،</w:t>
      </w:r>
      <w:r w:rsidRPr="00402856">
        <w:rPr>
          <w:rtl/>
        </w:rPr>
        <w:t xml:space="preserve"> فاستشار النبي صلّى الله عليه وسلّم فيها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أعن حسبها تسألني</w:t>
      </w:r>
      <w:r w:rsidR="00455A43">
        <w:rPr>
          <w:rtl/>
        </w:rPr>
        <w:t>؟</w:t>
      </w:r>
      <w:r w:rsidR="00352E1E">
        <w:rPr>
          <w:rtl/>
        </w:rPr>
        <w:t>)</w:t>
      </w:r>
      <w:r w:rsidRPr="00402856">
        <w:rPr>
          <w:rtl/>
        </w:rPr>
        <w:t xml:space="preserve"> 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قد أعلم ما حسبها</w:t>
      </w:r>
      <w:r w:rsidR="00455A43">
        <w:rPr>
          <w:rtl/>
        </w:rPr>
        <w:t>،</w:t>
      </w:r>
      <w:r w:rsidRPr="00402856">
        <w:rPr>
          <w:rtl/>
        </w:rPr>
        <w:t xml:space="preserve"> ولكن أتأمرني بها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</w:t>
      </w:r>
      <w:r w:rsidR="00455A43">
        <w:rPr>
          <w:rtl/>
        </w:rPr>
        <w:t>،</w:t>
      </w:r>
      <w:r w:rsidRPr="00402856">
        <w:rPr>
          <w:rtl/>
        </w:rPr>
        <w:t xml:space="preserve"> فاطمة بضعة منّي</w:t>
      </w:r>
      <w:r w:rsidR="00455A43">
        <w:rPr>
          <w:rtl/>
        </w:rPr>
        <w:t>،</w:t>
      </w:r>
      <w:r w:rsidRPr="00402856">
        <w:rPr>
          <w:rtl/>
        </w:rPr>
        <w:t xml:space="preserve"> ولا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أُحبّ أن تحزن أو تجزع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علي عليه السلام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آتي شيئاً تكرهه</w:t>
      </w:r>
      <w:r w:rsidR="00352E1E">
        <w:rPr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المسور بن مخرمة قال</w:t>
      </w:r>
      <w:r w:rsidR="00455A43">
        <w:rPr>
          <w:rtl/>
        </w:rPr>
        <w:t>:</w:t>
      </w:r>
      <w:r w:rsidRPr="00402856">
        <w:rPr>
          <w:rtl/>
        </w:rPr>
        <w:t xml:space="preserve"> إنّ عليّاً خطب بنت أبي جهل فسمعت بذلك فاطمة</w:t>
      </w:r>
      <w:r w:rsidR="00455A43">
        <w:rPr>
          <w:rtl/>
        </w:rPr>
        <w:t>،</w:t>
      </w:r>
      <w:r w:rsidRPr="00402856">
        <w:rPr>
          <w:rtl/>
        </w:rPr>
        <w:t xml:space="preserve"> فأتيت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يزعم قومك أنّك لا تغضب لبناتك</w:t>
      </w:r>
      <w:r w:rsidR="00455A43">
        <w:rPr>
          <w:rtl/>
        </w:rPr>
        <w:t>،</w:t>
      </w:r>
      <w:r w:rsidRPr="00402856">
        <w:rPr>
          <w:rtl/>
        </w:rPr>
        <w:t xml:space="preserve"> وهذا علي ناكح علَيّ بنت أبي جهل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فقام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فسمعته حين تشهد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أمّا بعد</w:t>
      </w:r>
      <w:r w:rsidR="00455A43">
        <w:rPr>
          <w:rtl/>
        </w:rPr>
        <w:t>،</w:t>
      </w:r>
      <w:r w:rsidRPr="00402856">
        <w:rPr>
          <w:rtl/>
        </w:rPr>
        <w:t xml:space="preserve"> أنكحت أبا العاص بن الربيع فحدثني وصدقني</w:t>
      </w:r>
      <w:r w:rsidR="00455A43">
        <w:rPr>
          <w:rtl/>
        </w:rPr>
        <w:t>،</w:t>
      </w:r>
      <w:r w:rsidRPr="00402856">
        <w:rPr>
          <w:rtl/>
        </w:rPr>
        <w:t xml:space="preserve"> وإنّ فاطمة بضعة منّي</w:t>
      </w:r>
      <w:r w:rsidR="00455A43">
        <w:rPr>
          <w:rtl/>
        </w:rPr>
        <w:t>،</w:t>
      </w:r>
      <w:r w:rsidRPr="00402856">
        <w:rPr>
          <w:rtl/>
        </w:rPr>
        <w:t xml:space="preserve"> وإنّي أكره أن يسوءها</w:t>
      </w:r>
      <w:r w:rsidR="00455A43">
        <w:rPr>
          <w:rtl/>
        </w:rPr>
        <w:t>،</w:t>
      </w:r>
      <w:r w:rsidRPr="00402856">
        <w:rPr>
          <w:rtl/>
        </w:rPr>
        <w:t xml:space="preserve"> والله لا يجتمع بنت رسول الله صلّى الله عليه وسلّم وبنت عدو الله عند رجل واحد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فترك علي الخطبة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للشيخين</w:t>
      </w:r>
      <w:r w:rsidR="00455A43">
        <w:rPr>
          <w:rtl/>
        </w:rPr>
        <w:t>،</w:t>
      </w:r>
      <w:r w:rsidRPr="00402856">
        <w:rPr>
          <w:rtl/>
        </w:rPr>
        <w:t xml:space="preserve"> عن المسور أيضاً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فإنّ ابنتي بضعة منّي يُريبني ما رابها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ويؤذيني ما آذاها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جاءت في منهاج السنّة لابن تيمية</w:t>
      </w:r>
      <w:r w:rsidR="00455A43">
        <w:rPr>
          <w:rtl/>
        </w:rPr>
        <w:t>،</w:t>
      </w:r>
      <w:r w:rsidRPr="00402856">
        <w:rPr>
          <w:rtl/>
        </w:rPr>
        <w:t xml:space="preserve"> والمنتقى من منهاج الاعتدال للذهبي</w:t>
      </w:r>
      <w:r w:rsidR="00455A43">
        <w:rPr>
          <w:rtl/>
        </w:rPr>
        <w:t>:</w:t>
      </w:r>
      <w:r w:rsidRPr="00402856">
        <w:rPr>
          <w:rtl/>
        </w:rPr>
        <w:t xml:space="preserve"> أنّه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بني هاشم بن المغيرة استأذنوني أن يُنكحوا ابنتهم عليَّ بن أبي طالب</w:t>
      </w:r>
      <w:r w:rsidR="00455A43">
        <w:rPr>
          <w:rtl/>
        </w:rPr>
        <w:t>،</w:t>
      </w:r>
      <w:r w:rsidRPr="00402856">
        <w:rPr>
          <w:rtl/>
        </w:rPr>
        <w:t xml:space="preserve"> وإنّي لا آذن ثُمّ لا آذن ثُمّ لا آذن</w:t>
      </w:r>
      <w:r w:rsidR="00455A43">
        <w:rPr>
          <w:rtl/>
        </w:rPr>
        <w:t>،</w:t>
      </w:r>
      <w:r w:rsidRPr="00402856">
        <w:rPr>
          <w:rtl/>
        </w:rPr>
        <w:t xml:space="preserve"> ثُمّ لا آذن</w:t>
      </w:r>
      <w:r w:rsidR="00455A43">
        <w:rPr>
          <w:rtl/>
        </w:rPr>
        <w:t>،</w:t>
      </w:r>
      <w:r w:rsidRPr="00402856">
        <w:rPr>
          <w:rtl/>
        </w:rPr>
        <w:t xml:space="preserve"> إنّما فاطمة بضعة منّي يُريبني ما رابها ويؤذيني ما آذاها</w:t>
      </w:r>
      <w:r w:rsidR="00455A43">
        <w:rPr>
          <w:rtl/>
        </w:rPr>
        <w:t>،</w:t>
      </w:r>
      <w:r w:rsidRPr="00402856">
        <w:rPr>
          <w:rtl/>
        </w:rPr>
        <w:t xml:space="preserve"> إلاّ أن يريد ابن أبي طالب أن يطلّق ابنتي وينكح ابنتهم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إنّي أخاف أن تُفتن في دينها...</w:t>
      </w:r>
      <w:r w:rsidR="00455A43">
        <w:rPr>
          <w:rtl/>
        </w:rPr>
        <w:t>،</w:t>
      </w:r>
      <w:r w:rsidRPr="00402856">
        <w:rPr>
          <w:rtl/>
        </w:rPr>
        <w:t xml:space="preserve"> وإنّي لست أحل حراماً</w:t>
      </w:r>
      <w:r w:rsidR="00455A43">
        <w:rPr>
          <w:rtl/>
        </w:rPr>
        <w:t>،</w:t>
      </w:r>
      <w:r w:rsidRPr="00402856">
        <w:rPr>
          <w:rtl/>
        </w:rPr>
        <w:t xml:space="preserve"> ولا أُحرم حلالاً</w:t>
      </w:r>
      <w:r w:rsidR="00455A43">
        <w:rPr>
          <w:rtl/>
        </w:rPr>
        <w:t>،</w:t>
      </w:r>
      <w:r w:rsidRPr="00402856">
        <w:rPr>
          <w:rtl/>
        </w:rPr>
        <w:t xml:space="preserve"> ولكنّ والله لا تجتمع بنت رسول الله وبنت عدوّ الله عند رجل واحد أبداً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وروى مسلم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بسنده عن محمد بن عمرو بن حلحلة الدولي</w:t>
      </w:r>
      <w:r w:rsidR="00455A43">
        <w:rPr>
          <w:rtl/>
        </w:rPr>
        <w:t>،</w:t>
      </w:r>
      <w:r w:rsidRPr="00402856">
        <w:rPr>
          <w:rtl/>
        </w:rPr>
        <w:t xml:space="preserve"> أنّ ابن شهاب حدّثه أنّ علي بن الحسين حدّثه</w:t>
      </w:r>
      <w:r w:rsidR="00455A43">
        <w:rPr>
          <w:rtl/>
        </w:rPr>
        <w:t>:</w:t>
      </w:r>
      <w:r w:rsidRPr="00402856">
        <w:rPr>
          <w:rtl/>
        </w:rPr>
        <w:t xml:space="preserve"> إنّهم حين قدموا المدينة من عند يزيد بن معاوية بعد مقتل الحسين بن علي رضي الله عنهما</w:t>
      </w:r>
      <w:r w:rsidR="00455A43">
        <w:rPr>
          <w:rtl/>
        </w:rPr>
        <w:t>،</w:t>
      </w:r>
      <w:r w:rsidRPr="00402856">
        <w:rPr>
          <w:rtl/>
        </w:rPr>
        <w:t xml:space="preserve"> لقيه المسور بن مخرمة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هل لك إليّ من حاجة تأمرني بها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فقلت له</w:t>
      </w:r>
      <w:r w:rsidR="00455A43">
        <w:rPr>
          <w:rtl/>
        </w:rPr>
        <w:t>:</w:t>
      </w:r>
      <w:r w:rsidRPr="00402856">
        <w:rPr>
          <w:rtl/>
        </w:rPr>
        <w:t xml:space="preserve"> لا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له</w:t>
      </w:r>
      <w:r w:rsidR="00455A43">
        <w:rPr>
          <w:rtl/>
        </w:rPr>
        <w:t>:</w:t>
      </w:r>
      <w:r w:rsidRPr="00402856">
        <w:rPr>
          <w:rtl/>
        </w:rPr>
        <w:t xml:space="preserve"> هل أنت معطي سيف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فإنّي أخاف أن يغلبك القوم عليه</w:t>
      </w:r>
      <w:r w:rsidR="00455A43">
        <w:rPr>
          <w:rtl/>
        </w:rPr>
        <w:t>،</w:t>
      </w:r>
      <w:r w:rsidRPr="00402856">
        <w:rPr>
          <w:rtl/>
        </w:rPr>
        <w:t xml:space="preserve"> وأيم الله لئن أعطيتنيه لا يخلص إليه أبداً حتّى تبلغ نفسي</w:t>
      </w:r>
      <w:r w:rsidR="00455A43">
        <w:rPr>
          <w:rtl/>
        </w:rPr>
        <w:t>،</w:t>
      </w:r>
      <w:r w:rsidRPr="00402856">
        <w:rPr>
          <w:rtl/>
        </w:rPr>
        <w:t xml:space="preserve"> إنّ عليّ بن أبي طالب خطب بنت أبي جهل على فاطمة</w:t>
      </w:r>
      <w:r w:rsidR="00455A43">
        <w:rPr>
          <w:rtl/>
        </w:rPr>
        <w:t>،</w:t>
      </w:r>
      <w:r w:rsidRPr="00402856">
        <w:rPr>
          <w:rtl/>
        </w:rPr>
        <w:t xml:space="preserve"> فسمعت رسول الله صلّى الله عليه وسلّم وهو يخطب الناس في ذلك على منبره هذا</w:t>
      </w:r>
      <w:r w:rsidR="00455A43">
        <w:rPr>
          <w:rtl/>
        </w:rPr>
        <w:t>،</w:t>
      </w:r>
      <w:r w:rsidRPr="00402856">
        <w:rPr>
          <w:rtl/>
        </w:rPr>
        <w:t xml:space="preserve"> وأنا يومئذٍ محتلم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فاطمة منّي</w:t>
      </w:r>
      <w:r w:rsidR="00455A43">
        <w:rPr>
          <w:rtl/>
        </w:rPr>
        <w:t>،</w:t>
      </w:r>
      <w:r w:rsidRPr="00402856">
        <w:rPr>
          <w:rtl/>
        </w:rPr>
        <w:t xml:space="preserve"> وإنّي أتخوّف أن تُفتن في دينها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ثُمّ ذكر صهراً له من بني عبد شمس</w:t>
      </w:r>
      <w:r w:rsidR="00455A43">
        <w:rPr>
          <w:rtl/>
        </w:rPr>
        <w:t>،</w:t>
      </w:r>
      <w:r w:rsidRPr="00402856">
        <w:rPr>
          <w:rtl/>
        </w:rPr>
        <w:t xml:space="preserve"> فأثنى عليه في مُصاهرته إياه</w:t>
      </w:r>
      <w:r w:rsidR="00455A43">
        <w:rPr>
          <w:rtl/>
        </w:rPr>
        <w:t>،</w:t>
      </w:r>
      <w:r w:rsidRPr="00402856">
        <w:rPr>
          <w:rtl/>
        </w:rPr>
        <w:t xml:space="preserve"> فأحسن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حدّثني فصدّقني ووعدني فأوفى لي</w:t>
      </w:r>
      <w:r w:rsidR="00455A43">
        <w:rPr>
          <w:rtl/>
        </w:rPr>
        <w:t>،</w:t>
      </w:r>
      <w:r w:rsidRPr="00402856">
        <w:rPr>
          <w:rtl/>
        </w:rPr>
        <w:t xml:space="preserve"> وإنّي لست أُحرم حلالاً</w:t>
      </w:r>
      <w:r w:rsidR="00455A43">
        <w:rPr>
          <w:rtl/>
        </w:rPr>
        <w:t>،</w:t>
      </w:r>
      <w:r w:rsidRPr="00402856">
        <w:rPr>
          <w:rtl/>
        </w:rPr>
        <w:t xml:space="preserve"> ولا أحل حراماً</w:t>
      </w:r>
      <w:r w:rsidR="00455A43">
        <w:rPr>
          <w:rtl/>
        </w:rPr>
        <w:t>،</w:t>
      </w:r>
      <w:r w:rsidRPr="00402856">
        <w:rPr>
          <w:rtl/>
        </w:rPr>
        <w:t xml:space="preserve"> ولكن والله لا تجتمع بنت رسول الله وبنت عدو الله</w:t>
      </w:r>
      <w:r w:rsidR="00455A43">
        <w:rPr>
          <w:rtl/>
        </w:rPr>
        <w:t>،</w:t>
      </w:r>
      <w:r w:rsidRPr="00402856">
        <w:rPr>
          <w:rtl/>
        </w:rPr>
        <w:t xml:space="preserve"> مكاناً واحداً أبداً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وقال النووي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في شرح صحيح مسلم</w:t>
      </w:r>
      <w:r w:rsidR="00455A43">
        <w:rPr>
          <w:rtl/>
        </w:rPr>
        <w:t>،</w:t>
      </w:r>
      <w:r w:rsidRPr="00402856">
        <w:rPr>
          <w:rtl/>
        </w:rPr>
        <w:t xml:space="preserve"> قال العلماء</w:t>
      </w:r>
      <w:r w:rsidR="00455A43">
        <w:rPr>
          <w:rtl/>
        </w:rPr>
        <w:t>:</w:t>
      </w:r>
      <w:r w:rsidRPr="00402856">
        <w:rPr>
          <w:rtl/>
        </w:rPr>
        <w:t xml:space="preserve"> في هذا الحديث تحريم إيذاء النبي صلّى الله عليه وسلّم بكلّ حال</w:t>
      </w:r>
      <w:r w:rsidR="00455A43">
        <w:rPr>
          <w:rtl/>
        </w:rPr>
        <w:t>،</w:t>
      </w:r>
      <w:r w:rsidRPr="00402856">
        <w:rPr>
          <w:rtl/>
        </w:rPr>
        <w:t xml:space="preserve"> وعلى كلّ وجه</w:t>
      </w:r>
      <w:r w:rsidR="00455A43">
        <w:rPr>
          <w:rtl/>
        </w:rPr>
        <w:t>،</w:t>
      </w:r>
      <w:r w:rsidRPr="00402856">
        <w:rPr>
          <w:rtl/>
        </w:rPr>
        <w:t xml:space="preserve"> وإن تولّد الإيذاء مما كان أصله مُباحاً</w:t>
      </w:r>
      <w:r w:rsidR="00455A43">
        <w:rPr>
          <w:rtl/>
        </w:rPr>
        <w:t>،</w:t>
      </w:r>
      <w:r w:rsidRPr="00402856">
        <w:rPr>
          <w:rtl/>
        </w:rPr>
        <w:t xml:space="preserve"> وهو حي</w:t>
      </w:r>
      <w:r w:rsidR="00455A43">
        <w:rPr>
          <w:rtl/>
        </w:rPr>
        <w:t>،</w:t>
      </w:r>
      <w:r w:rsidRPr="00402856">
        <w:rPr>
          <w:rtl/>
        </w:rPr>
        <w:t xml:space="preserve"> وهذا بخلاف غيره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وقد أعلم صلّى الله عليه وسلّم بإباحة نكاح بنت أبي جهل لعلي</w:t>
      </w:r>
      <w:r w:rsidR="00455A43">
        <w:rPr>
          <w:rtl/>
        </w:rPr>
        <w:t>،</w:t>
      </w:r>
      <w:r w:rsidRPr="00402856">
        <w:rPr>
          <w:rtl/>
        </w:rPr>
        <w:t xml:space="preserve"> بقوله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لستُ أُحرم حلالاً</w:t>
      </w:r>
      <w:r w:rsidR="00455A43">
        <w:rPr>
          <w:rtl/>
        </w:rPr>
        <w:t>،</w:t>
      </w:r>
      <w:r w:rsidRPr="00402856">
        <w:rPr>
          <w:rtl/>
        </w:rPr>
        <w:t xml:space="preserve"> ولكن نهى عن الجمع بينهما لعلّتين منصوصتين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إحداهما</w:t>
      </w:r>
      <w:r w:rsidR="00455A43">
        <w:rPr>
          <w:rtl/>
        </w:rPr>
        <w:t>:</w:t>
      </w:r>
      <w:r w:rsidRPr="00402856">
        <w:rPr>
          <w:rtl/>
        </w:rPr>
        <w:t xml:space="preserve"> أنّ ذلك يؤدّي إلى أذى فاطمة</w:t>
      </w:r>
      <w:r w:rsidR="00455A43">
        <w:rPr>
          <w:rtl/>
        </w:rPr>
        <w:t>،</w:t>
      </w:r>
      <w:r w:rsidRPr="00402856">
        <w:rPr>
          <w:rtl/>
        </w:rPr>
        <w:t xml:space="preserve"> فيتأذى حينئذ النبي صلّى الله عليه وسلّم فيهلك من آذاه</w:t>
      </w:r>
      <w:r w:rsidR="00455A43">
        <w:rPr>
          <w:rtl/>
        </w:rPr>
        <w:t>،</w:t>
      </w:r>
      <w:r w:rsidRPr="00402856">
        <w:rPr>
          <w:rtl/>
        </w:rPr>
        <w:t xml:space="preserve"> فنهى عن ذلك لكمال شفقته على علي وعلى فاطمة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والثانية</w:t>
      </w:r>
      <w:r w:rsidR="00455A43">
        <w:rPr>
          <w:rtl/>
        </w:rPr>
        <w:t>:</w:t>
      </w:r>
      <w:r w:rsidRPr="00402856">
        <w:rPr>
          <w:rtl/>
        </w:rPr>
        <w:t xml:space="preserve"> خوف الفتنة عليها بسبب الغيرة</w:t>
      </w:r>
      <w:r w:rsidR="00455A43">
        <w:rPr>
          <w:rtl/>
        </w:rPr>
        <w:t>،</w:t>
      </w:r>
      <w:r w:rsidRPr="00402856">
        <w:rPr>
          <w:rtl/>
        </w:rPr>
        <w:t xml:space="preserve"> وقيل</w:t>
      </w:r>
      <w:r w:rsidR="00455A43">
        <w:rPr>
          <w:rtl/>
        </w:rPr>
        <w:t>:</w:t>
      </w:r>
      <w:r w:rsidRPr="00402856">
        <w:rPr>
          <w:rtl/>
        </w:rPr>
        <w:t xml:space="preserve"> ليس المُراد به النهي عن جمعهما</w:t>
      </w:r>
      <w:r w:rsidR="00455A43">
        <w:rPr>
          <w:rtl/>
        </w:rPr>
        <w:t>،</w:t>
      </w:r>
      <w:r w:rsidRPr="00402856">
        <w:rPr>
          <w:rtl/>
        </w:rPr>
        <w:t xml:space="preserve"> بل معناه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أعلم من فضل الله أنّهما لا تجتمعان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كما قال أنس</w:t>
      </w:r>
      <w:r w:rsidR="00455A43">
        <w:rPr>
          <w:rtl/>
        </w:rPr>
        <w:t>:</w:t>
      </w:r>
      <w:r w:rsidRPr="00402856">
        <w:rPr>
          <w:rtl/>
        </w:rPr>
        <w:t xml:space="preserve"> والله لا تكسر ثنيّة الربيع</w:t>
      </w:r>
      <w:r w:rsidR="00455A43">
        <w:rPr>
          <w:rtl/>
        </w:rPr>
        <w:t>.</w:t>
      </w:r>
      <w:r w:rsidRPr="00402856">
        <w:rPr>
          <w:rtl/>
        </w:rPr>
        <w:t xml:space="preserve"> ويحتمل أنّ المُراد تحريم جمعهما</w:t>
      </w:r>
      <w:r w:rsidR="00455A43">
        <w:rPr>
          <w:rtl/>
        </w:rPr>
        <w:t>،</w:t>
      </w:r>
      <w:r w:rsidRPr="00402856">
        <w:rPr>
          <w:rtl/>
        </w:rPr>
        <w:t xml:space="preserve"> ويكون معنى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أُحرّم حلالاً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أي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أقول شيئاً يُخالف حُكم الله</w:t>
      </w:r>
      <w:r w:rsidR="00455A43">
        <w:rPr>
          <w:rtl/>
        </w:rPr>
        <w:t>،</w:t>
      </w:r>
      <w:r w:rsidRPr="00402856">
        <w:rPr>
          <w:rtl/>
        </w:rPr>
        <w:t xml:space="preserve"> فإذا أحلّ شيئاً لم أُحرّمه</w:t>
      </w:r>
      <w:r w:rsidR="00455A43">
        <w:rPr>
          <w:rtl/>
        </w:rPr>
        <w:t>،</w:t>
      </w:r>
      <w:r w:rsidRPr="00402856">
        <w:rPr>
          <w:rtl/>
        </w:rPr>
        <w:t xml:space="preserve"> وإذا حرّمه لم أحلله ولم أسكت عن تحريمه</w:t>
      </w:r>
      <w:r w:rsidR="00455A43">
        <w:rPr>
          <w:rtl/>
        </w:rPr>
        <w:t>؛</w:t>
      </w:r>
      <w:r w:rsidRPr="00402856">
        <w:rPr>
          <w:rtl/>
        </w:rPr>
        <w:t xml:space="preserve"> لأنّ سكوتي تحليل له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ويكون من جملة مُحرّمات النكاح</w:t>
      </w:r>
      <w:r w:rsidR="00455A43">
        <w:rPr>
          <w:rtl/>
        </w:rPr>
        <w:t>،</w:t>
      </w:r>
      <w:r w:rsidRPr="00402856">
        <w:rPr>
          <w:rtl/>
        </w:rPr>
        <w:t xml:space="preserve"> الجمع بين بنت نبي الله وبنت عدوّ الله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على أنّ هناك وجها آخر للنظر يُنكر قصّة الخطبة من أساس</w:t>
      </w:r>
      <w:r w:rsidR="00455A43">
        <w:rPr>
          <w:rtl/>
        </w:rPr>
        <w:t>،</w:t>
      </w:r>
      <w:r w:rsidRPr="00402856">
        <w:rPr>
          <w:rtl/>
        </w:rPr>
        <w:t xml:space="preserve"> ويروى أنّها رواية لم يعرفها المؤرخون</w:t>
      </w:r>
      <w:r w:rsidR="00455A43">
        <w:rPr>
          <w:rtl/>
        </w:rPr>
        <w:t>،</w:t>
      </w:r>
      <w:r w:rsidRPr="00402856">
        <w:rPr>
          <w:rtl/>
        </w:rPr>
        <w:t xml:space="preserve"> وأنّ الإمام علي بالذات لا يُمكن أن يقف من النبي صلّى الله عليه وسلّم ومن بضعته الزهراء هذا الموقف</w:t>
      </w:r>
      <w:r w:rsidR="00455A43">
        <w:rPr>
          <w:rtl/>
        </w:rPr>
        <w:t>،</w:t>
      </w:r>
      <w:r w:rsidRPr="00402856">
        <w:rPr>
          <w:rtl/>
        </w:rPr>
        <w:t xml:space="preserve"> ويروي الأستاذ أبو علم</w:t>
      </w:r>
      <w:r w:rsidR="00455A43">
        <w:rPr>
          <w:rtl/>
        </w:rPr>
        <w:t>،</w:t>
      </w:r>
      <w:r w:rsidRPr="00402856">
        <w:rPr>
          <w:rtl/>
        </w:rPr>
        <w:t xml:space="preserve"> نقلاً عن الأستاذ محمد صادق الصدر أنّ ما نقله المسوّر عن الرسول صلّى الله عليه وسلّم لا يمكن أن يصدر منه</w:t>
      </w:r>
      <w:r w:rsidR="00455A43">
        <w:rPr>
          <w:rtl/>
        </w:rPr>
        <w:t>،</w:t>
      </w:r>
      <w:r w:rsidRPr="00402856">
        <w:rPr>
          <w:rtl/>
        </w:rPr>
        <w:t xml:space="preserve"> كما أنّ الإقدام على الخطبة من الإمام أمرٌ مستحيل لا يمكن تصوّره والزهراء على قيد الحياة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939EC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سيرة المسور</w:t>
      </w:r>
      <w:r w:rsidR="00AF124A">
        <w:rPr>
          <w:rtl/>
        </w:rPr>
        <w:t xml:space="preserve"> - </w:t>
      </w:r>
      <w:r w:rsidRPr="00402856">
        <w:rPr>
          <w:rtl/>
        </w:rPr>
        <w:t>كما في الاستيعاب والإصابة</w:t>
      </w:r>
      <w:r w:rsidR="00AF124A">
        <w:rPr>
          <w:rtl/>
        </w:rPr>
        <w:t xml:space="preserve"> - </w:t>
      </w:r>
      <w:r w:rsidRPr="00402856">
        <w:rPr>
          <w:rtl/>
        </w:rPr>
        <w:t>تشير إلى أنّه لم يكن من أصحاب الإمام</w:t>
      </w:r>
      <w:r w:rsidR="00455A43">
        <w:rPr>
          <w:rtl/>
        </w:rPr>
        <w:t>،</w:t>
      </w:r>
      <w:r w:rsidRPr="00402856">
        <w:rPr>
          <w:rtl/>
        </w:rPr>
        <w:t xml:space="preserve"> وأنّ الخوارج كانت تغشاه وأنّه كان من أنصار الزبير</w:t>
      </w:r>
      <w:r w:rsidR="00455A43">
        <w:rPr>
          <w:rtl/>
        </w:rPr>
        <w:t>،</w:t>
      </w:r>
      <w:r w:rsidRPr="00402856">
        <w:rPr>
          <w:rtl/>
        </w:rPr>
        <w:t xml:space="preserve"> غير أنّ قصة الخطبة إنّما جاءت في أكثر من كتاب</w:t>
      </w:r>
      <w:r w:rsidR="00455A43">
        <w:rPr>
          <w:rtl/>
        </w:rPr>
        <w:t>،</w:t>
      </w:r>
      <w:r w:rsidRPr="00402856">
        <w:rPr>
          <w:rtl/>
        </w:rPr>
        <w:t xml:space="preserve"> كما كتب الحديث وأخرجها أكثر من واحد</w:t>
      </w:r>
      <w:r w:rsidR="00455A43">
        <w:rPr>
          <w:rtl/>
        </w:rPr>
        <w:t>،</w:t>
      </w:r>
      <w:r w:rsidRPr="00402856">
        <w:rPr>
          <w:rtl/>
        </w:rPr>
        <w:t xml:space="preserve"> كما إنّها رُويت من غير المسور بن مخرمة</w:t>
      </w:r>
      <w:r w:rsidR="00455A43">
        <w:rPr>
          <w:rtl/>
        </w:rPr>
        <w:t>،</w:t>
      </w:r>
      <w:r w:rsidRPr="00402856">
        <w:rPr>
          <w:rtl/>
        </w:rPr>
        <w:t xml:space="preserve"> كما في رواية للإمام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عبد الله بن الزبير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وعلى أية حال</w:t>
      </w:r>
      <w:r w:rsidR="00455A43">
        <w:rPr>
          <w:rtl/>
        </w:rPr>
        <w:t>،</w:t>
      </w:r>
      <w:r w:rsidRPr="00402856">
        <w:rPr>
          <w:rtl/>
        </w:rPr>
        <w:t xml:space="preserve"> فلقد حدثت في أغلب الظنّ في مستهل حياة الإمام والزهراء الزوجية</w:t>
      </w:r>
      <w:r w:rsidR="00455A43">
        <w:rPr>
          <w:rtl/>
        </w:rPr>
        <w:t>،</w:t>
      </w:r>
      <w:r w:rsidRPr="00402856">
        <w:rPr>
          <w:rtl/>
        </w:rPr>
        <w:t xml:space="preserve"> حيث لم تكن الزهراء قد ألِفت بعد شدّة الإمام وصرامته</w:t>
      </w:r>
      <w:r w:rsidR="00455A43">
        <w:rPr>
          <w:rtl/>
        </w:rPr>
        <w:t>،</w:t>
      </w:r>
      <w:r w:rsidRPr="00402856">
        <w:rPr>
          <w:rtl/>
        </w:rPr>
        <w:t xml:space="preserve"> ولم يروّض هو نفسه باحتمال ما كانت تجد من حزن لفقْد أُمّها</w:t>
      </w:r>
      <w:r w:rsidR="00455A43">
        <w:rPr>
          <w:rtl/>
        </w:rPr>
        <w:t>،</w:t>
      </w:r>
      <w:r w:rsidRPr="00402856">
        <w:rPr>
          <w:rtl/>
        </w:rPr>
        <w:t xml:space="preserve"> وشجوٍ لفُراق بيتها الأوّل</w:t>
      </w:r>
      <w:r w:rsidR="00455A43">
        <w:rPr>
          <w:rtl/>
        </w:rPr>
        <w:t>،</w:t>
      </w:r>
      <w:r w:rsidRPr="00402856">
        <w:rPr>
          <w:rtl/>
        </w:rPr>
        <w:t xml:space="preserve"> ومن ثَمّ فربما كانت الحادثة في العام الثاني من الهجرة</w:t>
      </w:r>
      <w:r w:rsidR="00455A43">
        <w:rPr>
          <w:rtl/>
        </w:rPr>
        <w:t>،</w:t>
      </w:r>
      <w:r w:rsidRPr="00402856">
        <w:rPr>
          <w:rtl/>
        </w:rPr>
        <w:t xml:space="preserve"> وقبل أن يأتيهما العام الثالث بأُولى الثمرات المُباركة للزواج</w:t>
      </w:r>
      <w:r w:rsidR="00455A43">
        <w:rPr>
          <w:rtl/>
        </w:rPr>
        <w:t>،</w:t>
      </w:r>
      <w:r w:rsidRPr="00402856">
        <w:rPr>
          <w:rtl/>
        </w:rPr>
        <w:t xml:space="preserve"> وأعني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به الإمام الحسن رضي الله عنه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وعلى أية حال</w:t>
      </w:r>
      <w:r w:rsidR="00455A43">
        <w:rPr>
          <w:rtl/>
        </w:rPr>
        <w:t>،</w:t>
      </w:r>
      <w:r w:rsidRPr="00402856">
        <w:rPr>
          <w:rtl/>
        </w:rPr>
        <w:t xml:space="preserve"> فلقد انقشعت السحابة التي ظلّلت أُفق الزهراء حيناً من الدهر</w:t>
      </w:r>
      <w:r w:rsidR="00455A43">
        <w:rPr>
          <w:rtl/>
        </w:rPr>
        <w:t>،</w:t>
      </w:r>
      <w:r w:rsidRPr="00402856">
        <w:rPr>
          <w:rtl/>
        </w:rPr>
        <w:t xml:space="preserve"> لا نستطع تحديده على وجه التحديد</w:t>
      </w:r>
      <w:r w:rsidR="00455A43">
        <w:rPr>
          <w:rtl/>
        </w:rPr>
        <w:t>،</w:t>
      </w:r>
      <w:r w:rsidRPr="00402856">
        <w:rPr>
          <w:rtl/>
        </w:rPr>
        <w:t xml:space="preserve"> وعاد البيت أصفى جوّاً مما كان قبل أن يمتحن بتلك التجربة القاسية</w:t>
      </w:r>
      <w:r w:rsidR="00455A43">
        <w:rPr>
          <w:rtl/>
        </w:rPr>
        <w:t>،</w:t>
      </w:r>
      <w:r w:rsidRPr="00402856">
        <w:rPr>
          <w:rtl/>
        </w:rPr>
        <w:t xml:space="preserve"> ومضت الحياة تسير بالزوجين الكريمين على ما يرجوان من تعاون ومودّة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Bold1"/>
        <w:rPr>
          <w:rtl/>
        </w:rPr>
      </w:pPr>
      <w:r w:rsidRPr="003976C9">
        <w:rPr>
          <w:rtl/>
        </w:rPr>
        <w:t>4 - الزهراء ووفاة النبي صلّى الله عليه وسلّم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لقد أحبّت الزهراء أباها النبي حبّاً جمّاً</w:t>
      </w:r>
      <w:r w:rsidR="00455A43">
        <w:rPr>
          <w:rtl/>
        </w:rPr>
        <w:t>،</w:t>
      </w:r>
      <w:r w:rsidRPr="00402856">
        <w:rPr>
          <w:rtl/>
        </w:rPr>
        <w:t xml:space="preserve"> فقد كان بالنسبة لها النبع المتدفّق لا سيما بعد وفاة أمّها</w:t>
      </w:r>
      <w:r w:rsidR="00455A43">
        <w:rPr>
          <w:rtl/>
        </w:rPr>
        <w:t>،</w:t>
      </w:r>
      <w:r w:rsidRPr="00402856">
        <w:rPr>
          <w:rtl/>
        </w:rPr>
        <w:t xml:space="preserve"> فهو الأب الشفوق والأم الرءوف</w:t>
      </w:r>
      <w:r w:rsidR="00455A43">
        <w:rPr>
          <w:rtl/>
        </w:rPr>
        <w:t>،</w:t>
      </w:r>
      <w:r w:rsidRPr="00402856">
        <w:rPr>
          <w:rtl/>
        </w:rPr>
        <w:t xml:space="preserve"> ثُمّ كان لها بعد البعثة أباً ونبياً</w:t>
      </w:r>
      <w:r w:rsidR="00455A43">
        <w:rPr>
          <w:rtl/>
        </w:rPr>
        <w:t>،</w:t>
      </w:r>
      <w:r w:rsidRPr="00402856">
        <w:rPr>
          <w:rtl/>
        </w:rPr>
        <w:t xml:space="preserve"> والداً ورسولاً</w:t>
      </w:r>
      <w:r w:rsidR="00455A43">
        <w:rPr>
          <w:rtl/>
        </w:rPr>
        <w:t>،</w:t>
      </w:r>
      <w:r w:rsidRPr="00402856">
        <w:rPr>
          <w:rtl/>
        </w:rPr>
        <w:t xml:space="preserve"> فكانت تحبه حب البنت البارّة بأبيها</w:t>
      </w:r>
      <w:r w:rsidR="00455A43">
        <w:rPr>
          <w:rtl/>
        </w:rPr>
        <w:t>،</w:t>
      </w:r>
      <w:r w:rsidRPr="00402856">
        <w:rPr>
          <w:rtl/>
        </w:rPr>
        <w:t xml:space="preserve"> وحب المسلمة الصادقة لنبيها</w:t>
      </w:r>
      <w:r w:rsidR="00455A43">
        <w:rPr>
          <w:rtl/>
        </w:rPr>
        <w:t>،</w:t>
      </w:r>
      <w:r w:rsidRPr="00402856">
        <w:rPr>
          <w:rtl/>
        </w:rPr>
        <w:t xml:space="preserve"> فهو الأب وهو النبي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بكته حين انتقل إلى الرفيق الأعلى بقدر حبّه لها</w:t>
      </w:r>
      <w:r w:rsidR="00455A43">
        <w:rPr>
          <w:rtl/>
        </w:rPr>
        <w:t>،</w:t>
      </w:r>
      <w:r w:rsidRPr="00402856">
        <w:rPr>
          <w:rtl/>
        </w:rPr>
        <w:t xml:space="preserve"> وحزنت عليه بقدر تعلّقها به</w:t>
      </w:r>
      <w:r w:rsidR="00455A43">
        <w:rPr>
          <w:rtl/>
        </w:rPr>
        <w:t>،</w:t>
      </w:r>
      <w:r w:rsidRPr="00402856">
        <w:rPr>
          <w:rtl/>
        </w:rPr>
        <w:t xml:space="preserve"> وذرفت عليه من الدموع الحارّة على قدر ما كان يهديها من حبّ أبوي صادق</w:t>
      </w:r>
      <w:r w:rsidR="00455A43">
        <w:rPr>
          <w:rtl/>
        </w:rPr>
        <w:t>،</w:t>
      </w:r>
      <w:r w:rsidRPr="00402856">
        <w:rPr>
          <w:rtl/>
        </w:rPr>
        <w:t xml:space="preserve"> وحنان ملائكي رحيم</w:t>
      </w:r>
      <w:r w:rsidR="00455A43">
        <w:rPr>
          <w:rtl/>
        </w:rPr>
        <w:t>،</w:t>
      </w:r>
      <w:r w:rsidRPr="00402856">
        <w:rPr>
          <w:rtl/>
        </w:rPr>
        <w:t xml:space="preserve"> حتى أنّ الزهراء عليها السلام لم تضحك قط بعد وفاة أبيها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وروي عن الباقر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رؤيت فاطمة ضاحكة قط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منذ قُبض رسول الله صلّى الله عليه وسلّم حتى قُبضت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الواقع لولا أنّ الأب النبي صلّى الله عليه وسلّم أخبرها بموته وهو حي</w:t>
      </w:r>
      <w:r w:rsidR="00455A43">
        <w:rPr>
          <w:rtl/>
        </w:rPr>
        <w:t>؛</w:t>
      </w:r>
      <w:r w:rsidRPr="00402856">
        <w:rPr>
          <w:rtl/>
        </w:rPr>
        <w:t xml:space="preserve"> لقضت نحبها حزنا عليه</w:t>
      </w:r>
      <w:r w:rsidR="00455A43">
        <w:rPr>
          <w:rtl/>
        </w:rPr>
        <w:t>،</w:t>
      </w:r>
      <w:r w:rsidRPr="00402856">
        <w:rPr>
          <w:rtl/>
        </w:rPr>
        <w:t xml:space="preserve"> ولصدمتها الفاجعة المروعة</w:t>
      </w:r>
      <w:r w:rsidR="00455A43">
        <w:rPr>
          <w:rtl/>
        </w:rPr>
        <w:t>،</w:t>
      </w:r>
      <w:r w:rsidRPr="00402856">
        <w:rPr>
          <w:rtl/>
        </w:rPr>
        <w:t xml:space="preserve"> والكارثة الموجعة</w:t>
      </w:r>
      <w:r w:rsidR="00455A43">
        <w:rPr>
          <w:rtl/>
        </w:rPr>
        <w:t>،</w:t>
      </w:r>
      <w:r w:rsidRPr="00402856">
        <w:rPr>
          <w:rtl/>
        </w:rPr>
        <w:t xml:space="preserve"> والخطب الأليم</w:t>
      </w:r>
      <w:r w:rsidR="00455A43">
        <w:rPr>
          <w:rtl/>
        </w:rPr>
        <w:t>،</w:t>
      </w:r>
      <w:r w:rsidRPr="00402856">
        <w:rPr>
          <w:rtl/>
        </w:rPr>
        <w:t xml:space="preserve"> فقد كانت الزهراء تظنّ وكأنّ أباها لا يموت</w:t>
      </w:r>
      <w:r w:rsidR="00455A43">
        <w:rPr>
          <w:rtl/>
        </w:rPr>
        <w:t>،</w:t>
      </w:r>
      <w:r w:rsidRPr="00402856">
        <w:rPr>
          <w:rtl/>
        </w:rPr>
        <w:t xml:space="preserve"> أو لا يموت وهي على قيد الحياة</w:t>
      </w:r>
      <w:r w:rsidR="00455A43">
        <w:rPr>
          <w:rtl/>
        </w:rPr>
        <w:t>،</w:t>
      </w:r>
      <w:r w:rsidRPr="00402856">
        <w:rPr>
          <w:rtl/>
        </w:rPr>
        <w:t xml:space="preserve"> وكان الرسول صلّى الله عليه وسلّم يدرك مكانته عندها</w:t>
      </w:r>
      <w:r w:rsidR="00455A43">
        <w:rPr>
          <w:rtl/>
        </w:rPr>
        <w:t>،</w:t>
      </w:r>
      <w:r w:rsidRPr="00402856">
        <w:rPr>
          <w:rtl/>
        </w:rPr>
        <w:t xml:space="preserve"> ويعلم منزلته في قلبها</w:t>
      </w:r>
      <w:r w:rsidR="00455A43">
        <w:rPr>
          <w:rtl/>
        </w:rPr>
        <w:t>،</w:t>
      </w:r>
      <w:r w:rsidRPr="00402856">
        <w:rPr>
          <w:rtl/>
        </w:rPr>
        <w:t xml:space="preserve"> ويحس مبلغ ما سوف تقاسيه عند فقده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أخبرها بموته وهو حي</w:t>
      </w:r>
      <w:r w:rsidR="00455A43">
        <w:rPr>
          <w:rtl/>
        </w:rPr>
        <w:t>،</w:t>
      </w:r>
      <w:r w:rsidRPr="00402856">
        <w:rPr>
          <w:rtl/>
        </w:rPr>
        <w:t xml:space="preserve"> وعزّاها عن فراقه وهو موجود</w:t>
      </w:r>
      <w:r w:rsidR="00455A43">
        <w:rPr>
          <w:rtl/>
        </w:rPr>
        <w:t>،</w:t>
      </w:r>
      <w:r w:rsidRPr="00402856">
        <w:rPr>
          <w:rtl/>
        </w:rPr>
        <w:t xml:space="preserve"> وبشّرها بلقائه القريب في رحاب الله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البخاري</w:t>
      </w:r>
      <w:r w:rsidR="00455A43">
        <w:rPr>
          <w:rtl/>
        </w:rPr>
        <w:t>،</w:t>
      </w:r>
      <w:r w:rsidRPr="00402856">
        <w:rPr>
          <w:rtl/>
        </w:rPr>
        <w:t xml:space="preserve"> عن عائشة قالت</w:t>
      </w:r>
      <w:r w:rsidR="00455A43">
        <w:rPr>
          <w:rtl/>
        </w:rPr>
        <w:t>:</w:t>
      </w:r>
      <w:r w:rsidRPr="00402856">
        <w:rPr>
          <w:rtl/>
        </w:rPr>
        <w:t xml:space="preserve"> دعا النبي صلّى الله عليه وسلّم فاطمة ابنته في شكواه الذي قبض فيه</w:t>
      </w:r>
      <w:r w:rsidR="00455A43">
        <w:rPr>
          <w:rtl/>
        </w:rPr>
        <w:t>،</w:t>
      </w:r>
      <w:r w:rsidRPr="00402856">
        <w:rPr>
          <w:rtl/>
        </w:rPr>
        <w:t xml:space="preserve"> فسارّها بشيء فبكت</w:t>
      </w:r>
      <w:r w:rsidR="00455A43">
        <w:rPr>
          <w:rtl/>
        </w:rPr>
        <w:t>،</w:t>
      </w:r>
      <w:r w:rsidRPr="00402856">
        <w:rPr>
          <w:rtl/>
        </w:rPr>
        <w:t xml:space="preserve"> ثُمّ دعاها فسارّها فضحكت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فسألتها عن ذلك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سارّني النبي صلّى الله عليه وسلّم فأخبرني أنه يُقبض في وجعه الذي توفّي فيه فبكيت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سارّني فأخبرني أنّي أول أهل بيته أتبعه فضحكت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أخرج مثله مسلم وأحمد وابن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سعد وابن ماجة وابن راهوية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وأخذت الزهراء تُهدّئ من روعها</w:t>
      </w:r>
      <w:r w:rsidR="00455A43">
        <w:rPr>
          <w:rtl/>
        </w:rPr>
        <w:t>،</w:t>
      </w:r>
      <w:r w:rsidRPr="00402856">
        <w:rPr>
          <w:rtl/>
        </w:rPr>
        <w:t xml:space="preserve"> وتمسح دموعها حتى لا يراها والدها النبي صلّى الله عليه وسلّم فيحزنه جزعها</w:t>
      </w:r>
      <w:r w:rsidR="00455A43">
        <w:rPr>
          <w:rtl/>
        </w:rPr>
        <w:t>،</w:t>
      </w:r>
      <w:r w:rsidRPr="00402856">
        <w:rPr>
          <w:rtl/>
        </w:rPr>
        <w:t xml:space="preserve"> ولكن أنّى لها ذلك</w:t>
      </w:r>
      <w:r w:rsidR="00455A43">
        <w:rPr>
          <w:rtl/>
        </w:rPr>
        <w:t>،</w:t>
      </w:r>
      <w:r w:rsidRPr="00402856">
        <w:rPr>
          <w:rtl/>
        </w:rPr>
        <w:t xml:space="preserve"> وهي أمام هول عظيم</w:t>
      </w:r>
      <w:r w:rsidR="00455A43">
        <w:rPr>
          <w:rtl/>
        </w:rPr>
        <w:t>،</w:t>
      </w:r>
      <w:r w:rsidRPr="00402856">
        <w:rPr>
          <w:rtl/>
        </w:rPr>
        <w:t xml:space="preserve"> فهذا أبوها وحبيبها رسول الله صلّى الله عليه وسلّم قد ثقل عليه مرضه</w:t>
      </w:r>
      <w:r w:rsidR="00455A43">
        <w:rPr>
          <w:rtl/>
        </w:rPr>
        <w:t>،</w:t>
      </w:r>
      <w:r w:rsidRPr="00402856">
        <w:rPr>
          <w:rtl/>
        </w:rPr>
        <w:t xml:space="preserve"> وفتحت له أبواب السماء</w:t>
      </w:r>
      <w:r w:rsidR="00455A43">
        <w:rPr>
          <w:rtl/>
        </w:rPr>
        <w:t>،</w:t>
      </w:r>
      <w:r w:rsidRPr="00402856">
        <w:rPr>
          <w:rtl/>
        </w:rPr>
        <w:t xml:space="preserve"> وأقبلت عليه ملائكة الله عزّ وجل بروح من الله ورضوانه</w:t>
      </w:r>
      <w:r w:rsidR="00455A43">
        <w:rPr>
          <w:rtl/>
        </w:rPr>
        <w:t>،</w:t>
      </w:r>
      <w:r w:rsidRPr="00402856">
        <w:rPr>
          <w:rtl/>
        </w:rPr>
        <w:t xml:space="preserve"> تُبشّره بلقاء ربه عزّ وجل</w:t>
      </w:r>
      <w:r w:rsidR="00455A43">
        <w:rPr>
          <w:rtl/>
        </w:rPr>
        <w:t>،</w:t>
      </w:r>
      <w:r w:rsidRPr="00402856">
        <w:rPr>
          <w:rtl/>
        </w:rPr>
        <w:t xml:space="preserve"> وما أعدّ له من الوسيلة والدرجة العظيمة والمقام المحمود</w:t>
      </w:r>
      <w:r w:rsidR="00455A43">
        <w:rPr>
          <w:rtl/>
        </w:rPr>
        <w:t>،</w:t>
      </w:r>
      <w:r w:rsidRPr="00402856">
        <w:rPr>
          <w:rtl/>
        </w:rPr>
        <w:t xml:space="preserve"> وما يلقاه في الخُلد من نعيم مقيم</w:t>
      </w:r>
      <w:r w:rsidR="00455A43">
        <w:rPr>
          <w:rtl/>
        </w:rPr>
        <w:t>،</w:t>
      </w:r>
      <w:r w:rsidRPr="00402856">
        <w:rPr>
          <w:rtl/>
        </w:rPr>
        <w:t xml:space="preserve"> فلم يلبث أن صعدت روحه الكريمة الطاهرة المطهّرة الراضية المرضية إلى ملئها الأعلى</w:t>
      </w:r>
      <w:r w:rsidR="00455A43">
        <w:rPr>
          <w:rtl/>
        </w:rPr>
        <w:t>،</w:t>
      </w:r>
      <w:r w:rsidRPr="00402856">
        <w:rPr>
          <w:rtl/>
        </w:rPr>
        <w:t xml:space="preserve"> وإلى جوار ربّ العالمين</w:t>
      </w:r>
      <w:r w:rsidR="00455A43">
        <w:rPr>
          <w:rtl/>
        </w:rPr>
        <w:t>،</w:t>
      </w:r>
      <w:r w:rsidRPr="00402856">
        <w:rPr>
          <w:rtl/>
        </w:rPr>
        <w:t xml:space="preserve"> فبكت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وتغشّاها الأسى والاكتئاب</w:t>
      </w:r>
      <w:r w:rsidR="00455A43">
        <w:rPr>
          <w:rtl/>
        </w:rPr>
        <w:t>،</w:t>
      </w:r>
      <w:r w:rsidRPr="00402856">
        <w:rPr>
          <w:rtl/>
        </w:rPr>
        <w:t xml:space="preserve"> ولذعها الجوى</w:t>
      </w:r>
      <w:r w:rsidR="00455A43">
        <w:rPr>
          <w:rtl/>
        </w:rPr>
        <w:t>،</w:t>
      </w:r>
      <w:r w:rsidRPr="00402856">
        <w:rPr>
          <w:rtl/>
        </w:rPr>
        <w:t xml:space="preserve"> وتولّتها غصة وفجيعة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أخرج البخاري عن أنس قال</w:t>
      </w:r>
      <w:r w:rsidR="00455A43">
        <w:rPr>
          <w:rtl/>
        </w:rPr>
        <w:t>:</w:t>
      </w:r>
      <w:r w:rsidRPr="00402856">
        <w:rPr>
          <w:rtl/>
        </w:rPr>
        <w:t xml:space="preserve"> لمّا ثقل النبي صلّى الله عليه وسلّم جعل يتغشّاه</w:t>
      </w:r>
      <w:r w:rsidR="00455A43">
        <w:rPr>
          <w:rtl/>
        </w:rPr>
        <w:t>،</w:t>
      </w:r>
      <w:r w:rsidRPr="00402856">
        <w:rPr>
          <w:rtl/>
        </w:rPr>
        <w:t xml:space="preserve"> فقالت فاطمة عليها السلام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 كرباه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ليس على أبيك كرب بعد اليوم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فلمّا مات قالت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أبتاه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أجاب ربه دعاه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يا أبتاه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من جنة الفردوس مأواه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يا أبتاه إلى جبرئيل ننعاه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فلمّا دُفن</w:t>
      </w:r>
      <w:r w:rsidR="00455A43">
        <w:rPr>
          <w:rtl/>
        </w:rPr>
        <w:t>،</w:t>
      </w:r>
      <w:r w:rsidRPr="00402856">
        <w:rPr>
          <w:rtl/>
        </w:rPr>
        <w:t xml:space="preserve"> قالت فاطمة عليها السلام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أنس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أطابت أنفسكم أن تحثوا على رسول الله صلّى الله عليه وسلّم التراب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أنس قال</w:t>
      </w:r>
      <w:r w:rsidR="00455A43">
        <w:rPr>
          <w:rtl/>
        </w:rPr>
        <w:t>:</w:t>
      </w:r>
      <w:r w:rsidRPr="00402856">
        <w:rPr>
          <w:rtl/>
        </w:rPr>
        <w:t xml:space="preserve"> لمّا قالت فاطمة ذلك</w:t>
      </w:r>
      <w:r w:rsidR="00AF124A">
        <w:rPr>
          <w:rtl/>
        </w:rPr>
        <w:t xml:space="preserve"> - </w:t>
      </w:r>
      <w:r w:rsidRPr="00402856">
        <w:rPr>
          <w:rtl/>
        </w:rPr>
        <w:t>يعني لما وَجد رسول الله صلّى الله عليه وسلّم في كرب الموت ما وجد</w:t>
      </w:r>
      <w:r w:rsidR="00455A43">
        <w:rPr>
          <w:rtl/>
        </w:rPr>
        <w:t>،</w:t>
      </w:r>
      <w:r w:rsidRPr="00402856">
        <w:rPr>
          <w:rtl/>
        </w:rPr>
        <w:t xml:space="preserve"> قالت 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 كرباه</w:t>
      </w:r>
      <w:r w:rsidR="00352E1E">
        <w:rPr>
          <w:rStyle w:val="libBold2Char"/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قال رسول الله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بنيه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إنّه قد حضر بأبيك ما ليس الله بتارك منه أحد الموافاة يوم القيامة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وروي أنّ الزهراء أخذت قبضة من تراب القبر الشريف</w:t>
      </w:r>
      <w:r w:rsidR="00455A43">
        <w:rPr>
          <w:rtl/>
        </w:rPr>
        <w:t>،</w:t>
      </w:r>
      <w:r w:rsidRPr="00402856">
        <w:rPr>
          <w:rtl/>
        </w:rPr>
        <w:t xml:space="preserve"> فجعلتها على عينها ووجهها</w:t>
      </w:r>
      <w:r w:rsidR="00455A43">
        <w:rPr>
          <w:rtl/>
        </w:rPr>
        <w:t>،</w:t>
      </w:r>
      <w:r w:rsidRPr="00402856">
        <w:rPr>
          <w:rtl/>
        </w:rPr>
        <w:t xml:space="preserve"> ثُمّ أنشأت تقول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ماذا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مَن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شمّ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تربة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أن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يشمّ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مدى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الزمان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غواليا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صبّت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عليّ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مصائب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لو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أنّها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صبّت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على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الأيّام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صرْن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لياليا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وقالت على قبره الشريف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إنّا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فقدناك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فقد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الأرض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وابلها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وغاب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مذ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غبت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عنّا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الوحي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والكُتب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5270B" w:rsidRPr="005A636F" w:rsidTr="0025270B">
        <w:trPr>
          <w:trHeight w:val="350"/>
        </w:trPr>
        <w:tc>
          <w:tcPr>
            <w:tcW w:w="3536" w:type="dxa"/>
          </w:tcPr>
          <w:p w:rsidR="0025270B" w:rsidRPr="005A636F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فليت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قبلك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الموت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صادفنا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25270B" w:rsidRDefault="0025270B" w:rsidP="000169C0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25270B" w:rsidRPr="005A636F" w:rsidRDefault="0025270B" w:rsidP="000169C0">
            <w:pPr>
              <w:pStyle w:val="libPoem"/>
            </w:pPr>
            <w:r w:rsidRPr="003976C9">
              <w:rPr>
                <w:rFonts w:hint="cs"/>
                <w:rtl/>
              </w:rPr>
              <w:t>لما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نعيت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وحالت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دونك</w:t>
            </w:r>
            <w:r>
              <w:rPr>
                <w:rFonts w:hint="cs"/>
                <w:rtl/>
              </w:rPr>
              <w:t xml:space="preserve"> </w:t>
            </w:r>
            <w:r w:rsidRPr="003976C9">
              <w:rPr>
                <w:rFonts w:hint="cs"/>
                <w:rtl/>
              </w:rPr>
              <w:t>الكتب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حجر في فتح الباري</w:t>
      </w:r>
      <w:r w:rsidR="00455A43">
        <w:rPr>
          <w:rtl/>
        </w:rPr>
        <w:t>،</w:t>
      </w:r>
      <w:r w:rsidRPr="00402856">
        <w:rPr>
          <w:rtl/>
        </w:rPr>
        <w:t xml:space="preserve"> عن الطبراني</w:t>
      </w:r>
      <w:r w:rsidR="00455A43">
        <w:rPr>
          <w:rtl/>
        </w:rPr>
        <w:t>،</w:t>
      </w:r>
      <w:r w:rsidRPr="00402856">
        <w:rPr>
          <w:rtl/>
        </w:rPr>
        <w:t xml:space="preserve"> أنّه روى عن عائشة أنّ رسول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الله صلّى الله عليه وسلّم قال لفاطمة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جبريل أخبرني أنه ليس امرأة من نساء المسلمين أعظم رزيّة منكِ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تكوني أدنى امرأة منهن صبراً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وروي أنّه لمّا قُبض رسول الله صلّى الله عليه وسلّم امتنع بلال عن الأذان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لا أُؤذن لأحد بعد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وأنّ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قالت ذات يوم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أشتهي أن أسمع صوت مؤذّن أبي بالأذان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فبلغ ذلك بلالاً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فأخذ يؤذّن</w:t>
      </w:r>
      <w:r w:rsidR="00455A43">
        <w:rPr>
          <w:rtl/>
        </w:rPr>
        <w:t>،</w:t>
      </w:r>
      <w:r w:rsidRPr="00402856">
        <w:rPr>
          <w:rtl/>
        </w:rPr>
        <w:t xml:space="preserve"> فلمّا قال</w:t>
      </w:r>
      <w:r w:rsidR="00455A43">
        <w:rPr>
          <w:rtl/>
        </w:rPr>
        <w:t>:</w:t>
      </w:r>
      <w:r w:rsidRPr="00402856">
        <w:rPr>
          <w:rtl/>
        </w:rPr>
        <w:t xml:space="preserve"> الله أكبر الله أكبر</w:t>
      </w:r>
      <w:r w:rsidR="00455A43">
        <w:rPr>
          <w:rtl/>
        </w:rPr>
        <w:t>،</w:t>
      </w:r>
      <w:r w:rsidRPr="00402856">
        <w:rPr>
          <w:rtl/>
        </w:rPr>
        <w:t xml:space="preserve"> ذكرت أباها وأيامه</w:t>
      </w:r>
      <w:r w:rsidR="00455A43">
        <w:rPr>
          <w:rtl/>
        </w:rPr>
        <w:t>،</w:t>
      </w:r>
      <w:r w:rsidRPr="00402856">
        <w:rPr>
          <w:rtl/>
        </w:rPr>
        <w:t xml:space="preserve"> فلم تتمالك نفسها من البكاء</w:t>
      </w:r>
      <w:r w:rsidR="00455A43">
        <w:rPr>
          <w:rtl/>
        </w:rPr>
        <w:t>،</w:t>
      </w:r>
      <w:r w:rsidRPr="00402856">
        <w:rPr>
          <w:rtl/>
        </w:rPr>
        <w:t xml:space="preserve"> فلمّا بلغَ قوله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وأشهد أنّ محمداً رسول الله</w:t>
      </w:r>
      <w:r w:rsidR="00352E1E">
        <w:rPr>
          <w:rtl/>
        </w:rPr>
        <w:t>)</w:t>
      </w:r>
      <w:r w:rsidRPr="00402856">
        <w:rPr>
          <w:rtl/>
        </w:rPr>
        <w:t xml:space="preserve"> شهقت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وسقطت لوجهها وغُشي عليها</w:t>
      </w:r>
      <w:r w:rsidR="00455A43">
        <w:rPr>
          <w:rtl/>
        </w:rPr>
        <w:t>،</w:t>
      </w:r>
      <w:r w:rsidRPr="00402856">
        <w:rPr>
          <w:rtl/>
        </w:rPr>
        <w:t xml:space="preserve"> فقيل لبلال</w:t>
      </w:r>
      <w:r w:rsidR="00455A43">
        <w:rPr>
          <w:rtl/>
        </w:rPr>
        <w:t>:</w:t>
      </w:r>
      <w:r w:rsidRPr="00402856">
        <w:rPr>
          <w:rtl/>
        </w:rPr>
        <w:t xml:space="preserve"> امسك</w:t>
      </w:r>
      <w:r w:rsidR="00455A43">
        <w:rPr>
          <w:rtl/>
        </w:rPr>
        <w:t>،</w:t>
      </w:r>
      <w:r w:rsidRPr="00402856">
        <w:rPr>
          <w:rtl/>
        </w:rPr>
        <w:t xml:space="preserve"> قد فارقت ابنة رسول الله صلّى الله عليه وسلّم الحياة الدنيا</w:t>
      </w:r>
      <w:r w:rsidR="00455A43">
        <w:rPr>
          <w:rtl/>
        </w:rPr>
        <w:t>،</w:t>
      </w:r>
      <w:r w:rsidRPr="00402856">
        <w:rPr>
          <w:rtl/>
        </w:rPr>
        <w:t xml:space="preserve"> وظنوا أنّها قد ماتت</w:t>
      </w:r>
      <w:r w:rsidR="00455A43">
        <w:rPr>
          <w:rtl/>
        </w:rPr>
        <w:t>،</w:t>
      </w:r>
      <w:r w:rsidRPr="00402856">
        <w:rPr>
          <w:rtl/>
        </w:rPr>
        <w:t xml:space="preserve"> فلم يُتمّ الأذان فأفاقت</w:t>
      </w:r>
      <w:r w:rsidR="00455A43">
        <w:rPr>
          <w:rtl/>
        </w:rPr>
        <w:t>،</w:t>
      </w:r>
      <w:r w:rsidRPr="00402856">
        <w:rPr>
          <w:rtl/>
        </w:rPr>
        <w:t xml:space="preserve"> فسألته إتمامه</w:t>
      </w:r>
      <w:r w:rsidR="00455A43">
        <w:rPr>
          <w:rtl/>
        </w:rPr>
        <w:t>،</w:t>
      </w:r>
      <w:r w:rsidRPr="00402856">
        <w:rPr>
          <w:rtl/>
        </w:rPr>
        <w:t xml:space="preserve"> فلم يفعل</w:t>
      </w:r>
      <w:r w:rsidR="00455A43">
        <w:rPr>
          <w:rtl/>
        </w:rPr>
        <w:t>،</w:t>
      </w:r>
      <w:r w:rsidRPr="00402856">
        <w:rPr>
          <w:rtl/>
        </w:rPr>
        <w:t xml:space="preserve"> وقال لها</w:t>
      </w:r>
      <w:r w:rsidR="00455A43">
        <w:rPr>
          <w:rtl/>
        </w:rPr>
        <w:t>:</w:t>
      </w:r>
      <w:r w:rsidRPr="00402856">
        <w:rPr>
          <w:rtl/>
        </w:rPr>
        <w:t xml:space="preserve"> يا سيدة النساء</w:t>
      </w:r>
      <w:r w:rsidR="00455A43">
        <w:rPr>
          <w:rtl/>
        </w:rPr>
        <w:t>،</w:t>
      </w:r>
      <w:r w:rsidRPr="00402856">
        <w:rPr>
          <w:rtl/>
        </w:rPr>
        <w:t xml:space="preserve"> إنّي أخشى عليكِ مما تُنزليه بنفسكِ إذا سمعتِ صوتي بالأذان</w:t>
      </w:r>
      <w:r w:rsidR="00455A43">
        <w:rPr>
          <w:rtl/>
        </w:rPr>
        <w:t>،</w:t>
      </w:r>
      <w:r w:rsidRPr="00402856">
        <w:rPr>
          <w:rtl/>
        </w:rPr>
        <w:t xml:space="preserve"> فأعفته من ذلك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وعن الإمام عليّ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غسّلت النبي صلّى الله عليه وسلّم في قميصه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فكانت فاطمة رضي الله عنها تقول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أرني القميص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فإذا شمّته غُشي عليها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فلمّا رأيت ذلك منها غيّبته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اعتادت الزهراء رضي الله عنها أن تزور الروضة الشريفة</w:t>
      </w:r>
      <w:r w:rsidR="00455A43">
        <w:rPr>
          <w:rtl/>
        </w:rPr>
        <w:t>،</w:t>
      </w:r>
      <w:r w:rsidRPr="00402856">
        <w:rPr>
          <w:rtl/>
        </w:rPr>
        <w:t xml:space="preserve"> كما اعتادت أن تزور قبر والدتها السيدة خديجة رضي الله عنها في مكة</w:t>
      </w:r>
      <w:r w:rsidR="00455A43">
        <w:rPr>
          <w:rtl/>
        </w:rPr>
        <w:t>،</w:t>
      </w:r>
      <w:r w:rsidRPr="00402856">
        <w:rPr>
          <w:rtl/>
        </w:rPr>
        <w:t xml:space="preserve"> وروي عن الباقر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فاطمة بنت رسول الله صلّى الله عليه وسلّم كانت تزور قبر حمزة رضي الله عنه ترمّه وتصلحه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وقد علَّمته بحجَر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رزين</w:t>
      </w:r>
      <w:r w:rsidR="00455A43">
        <w:rPr>
          <w:rtl/>
        </w:rPr>
        <w:t>:</w:t>
      </w:r>
      <w:r w:rsidRPr="00402856">
        <w:rPr>
          <w:rtl/>
        </w:rPr>
        <w:t xml:space="preserve"> قال الإمام أبو جعفر محمّد الباقر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فاطمة رضي الله عنها كانت تزور قبور الشهداء بين اليومين والثلاثة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فتصلّي هناك وتدعو وتبكي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علي رضي الله عنه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فاطمة كانت تزور قبر عمها حمزة كلّ جمعة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فتصلّي وتبكي عنده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Heading3"/>
        <w:rPr>
          <w:rtl/>
        </w:rPr>
      </w:pPr>
      <w:bookmarkStart w:id="17" w:name="_Toc413931530"/>
      <w:r w:rsidRPr="003976C9">
        <w:rPr>
          <w:rtl/>
        </w:rPr>
        <w:lastRenderedPageBreak/>
        <w:t>الفصل الثالث</w:t>
      </w:r>
      <w:r w:rsidR="00455A43">
        <w:rPr>
          <w:rtl/>
        </w:rPr>
        <w:t>:</w:t>
      </w:r>
      <w:r>
        <w:rPr>
          <w:rFonts w:hint="cs"/>
          <w:rtl/>
        </w:rPr>
        <w:t xml:space="preserve"> </w:t>
      </w:r>
      <w:r w:rsidRPr="003976C9">
        <w:rPr>
          <w:rtl/>
        </w:rPr>
        <w:t>موقف الزهراء من الخلافة وميراث الرسول صلّى الله عليه وسلّم</w:t>
      </w:r>
      <w:bookmarkStart w:id="18" w:name="09"/>
      <w:bookmarkEnd w:id="17"/>
      <w:r w:rsidRPr="00402856">
        <w:rPr>
          <w:rtl/>
        </w:rPr>
        <w:t xml:space="preserve"> </w:t>
      </w:r>
      <w:bookmarkEnd w:id="18"/>
    </w:p>
    <w:p w:rsidR="00402856" w:rsidRPr="00402856" w:rsidRDefault="00402856" w:rsidP="00402856">
      <w:pPr>
        <w:pStyle w:val="libBold1"/>
        <w:rPr>
          <w:rtl/>
        </w:rPr>
      </w:pPr>
      <w:r w:rsidRPr="003976C9">
        <w:rPr>
          <w:rtl/>
        </w:rPr>
        <w:t xml:space="preserve">1 - الزهراء والخلافة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من المعروف أنّ الإمام عليّ وآل البيت الكرام قد انشغلوا بعد انتقال الرسول صلّى الله عليه وسلّم إلى الرفيق الأعلى مباشرة بتجهيزه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وكان علي</w:t>
      </w:r>
      <w:r w:rsidR="00455A43">
        <w:rPr>
          <w:rtl/>
        </w:rPr>
        <w:t>،</w:t>
      </w:r>
      <w:r w:rsidRPr="00402856">
        <w:rPr>
          <w:rtl/>
        </w:rPr>
        <w:t xml:space="preserve"> وهو مشغول بالجهاز</w:t>
      </w:r>
      <w:r w:rsidR="00455A43">
        <w:rPr>
          <w:rtl/>
        </w:rPr>
        <w:t>،</w:t>
      </w:r>
      <w:r w:rsidRPr="00402856">
        <w:rPr>
          <w:rtl/>
        </w:rPr>
        <w:t xml:space="preserve"> تفيض دموعه على وجهه في صمت</w:t>
      </w:r>
      <w:r w:rsidR="00455A43">
        <w:rPr>
          <w:rtl/>
        </w:rPr>
        <w:t>،</w:t>
      </w:r>
      <w:r w:rsidRPr="00402856">
        <w:rPr>
          <w:rtl/>
        </w:rPr>
        <w:t xml:space="preserve"> وهو يُتمتم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بأبي أنت وأُمي يا رسول الله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 طبت حيّاً وميّتاً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ولولا أنّك أمرت بالصبر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ونهيت عن الجزع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بأبي أنت وأمي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الصبر لجميل إلاّ عنك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 الجزع لقبيح إلاّ عليك</w:t>
      </w:r>
      <w:r w:rsidR="00455A43">
        <w:rPr>
          <w:rStyle w:val="libBold2Char"/>
          <w:rtl/>
        </w:rPr>
        <w:t>.</w:t>
      </w:r>
      <w:r w:rsidRPr="00402856">
        <w:rPr>
          <w:rStyle w:val="libBold2Char"/>
          <w:rtl/>
        </w:rPr>
        <w:t>..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اذكرنا عند ربك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واجعلنا من همك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هذه الأثناء</w:t>
      </w:r>
      <w:r w:rsidR="00455A43">
        <w:rPr>
          <w:rtl/>
        </w:rPr>
        <w:t>،</w:t>
      </w:r>
      <w:r w:rsidRPr="00402856">
        <w:rPr>
          <w:rtl/>
        </w:rPr>
        <w:t xml:space="preserve"> وقبل أن تُشيّع جنازة الرسول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وهو ما يزال بعد مُسجّى في فراشه</w:t>
      </w:r>
      <w:r w:rsidR="00455A43">
        <w:rPr>
          <w:rtl/>
        </w:rPr>
        <w:t>،</w:t>
      </w:r>
      <w:r w:rsidRPr="00402856">
        <w:rPr>
          <w:rtl/>
        </w:rPr>
        <w:t xml:space="preserve"> وقد أغلق أهله دونه الباب</w:t>
      </w:r>
      <w:r w:rsidR="00455A43">
        <w:rPr>
          <w:rtl/>
        </w:rPr>
        <w:t>،</w:t>
      </w:r>
      <w:r w:rsidRPr="00402856">
        <w:rPr>
          <w:rtl/>
        </w:rPr>
        <w:t xml:space="preserve"> حدث أمر جدّ خطير</w:t>
      </w:r>
      <w:r w:rsidR="00455A43">
        <w:rPr>
          <w:rtl/>
        </w:rPr>
        <w:t>،</w:t>
      </w:r>
      <w:r w:rsidRPr="00402856">
        <w:rPr>
          <w:rtl/>
        </w:rPr>
        <w:t xml:space="preserve"> فلقد اجتمع الخزرج بقيادة سعد بن عبادة في سقيفة بني ساعدة</w:t>
      </w:r>
      <w:r w:rsidR="00455A43">
        <w:rPr>
          <w:rtl/>
        </w:rPr>
        <w:t>،</w:t>
      </w:r>
      <w:r w:rsidRPr="00402856">
        <w:rPr>
          <w:rtl/>
        </w:rPr>
        <w:t xml:space="preserve"> وخفّ إليهم رجال الأوس</w:t>
      </w:r>
      <w:r w:rsidR="00455A43">
        <w:rPr>
          <w:rtl/>
        </w:rPr>
        <w:t>؛</w:t>
      </w:r>
      <w:r w:rsidRPr="00402856">
        <w:rPr>
          <w:rtl/>
        </w:rPr>
        <w:t xml:space="preserve"> ليختاروا من بينهم رجلاً يكون على رأس المسلمين</w:t>
      </w:r>
      <w:r w:rsidR="00455A43">
        <w:rPr>
          <w:rtl/>
        </w:rPr>
        <w:t>،</w:t>
      </w:r>
      <w:r w:rsidRPr="00402856">
        <w:rPr>
          <w:rtl/>
        </w:rPr>
        <w:t xml:space="preserve"> بعد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فلقد اعتقد الأنصار أنّهم أَولى بهذا الأمر</w:t>
      </w:r>
      <w:r w:rsidR="00455A43">
        <w:rPr>
          <w:rtl/>
        </w:rPr>
        <w:t>،</w:t>
      </w:r>
      <w:r w:rsidRPr="00402856">
        <w:rPr>
          <w:rtl/>
        </w:rPr>
        <w:t xml:space="preserve"> بعد أن آوى الإسلام إليهم وأذن الله لرسوله بالهجرة إليهم</w:t>
      </w:r>
      <w:r w:rsidR="00455A43">
        <w:rPr>
          <w:rtl/>
        </w:rPr>
        <w:t>؛</w:t>
      </w:r>
      <w:r w:rsidRPr="00402856">
        <w:rPr>
          <w:rtl/>
        </w:rPr>
        <w:t xml:space="preserve"> ليتّخذ مدينتهم موطناً له</w:t>
      </w:r>
      <w:r w:rsidR="00455A43">
        <w:rPr>
          <w:rtl/>
        </w:rPr>
        <w:t>،</w:t>
      </w:r>
      <w:r w:rsidRPr="00402856">
        <w:rPr>
          <w:rtl/>
        </w:rPr>
        <w:t xml:space="preserve"> ومنطلقاً لرسالته</w:t>
      </w:r>
      <w:r w:rsidR="00455A43">
        <w:rPr>
          <w:rtl/>
        </w:rPr>
        <w:t>،</w:t>
      </w:r>
      <w:r w:rsidRPr="00402856">
        <w:rPr>
          <w:rtl/>
        </w:rPr>
        <w:t xml:space="preserve"> فأتى الخبر أبا بكر</w:t>
      </w:r>
      <w:r w:rsidR="00455A43">
        <w:rPr>
          <w:rtl/>
        </w:rPr>
        <w:t>،</w:t>
      </w:r>
      <w:r w:rsidRPr="00402856">
        <w:rPr>
          <w:rtl/>
        </w:rPr>
        <w:t xml:space="preserve"> فأسرع ومعه عُمر</w:t>
      </w:r>
      <w:r w:rsidR="00455A43">
        <w:rPr>
          <w:rtl/>
        </w:rPr>
        <w:t>،</w:t>
      </w:r>
      <w:r w:rsidRPr="00402856">
        <w:rPr>
          <w:rtl/>
        </w:rPr>
        <w:t xml:space="preserve"> ثُمّ لقيا أبا عبيدة فانطلقوا جميعاً إلى سقيفة بني ساعدة</w:t>
      </w:r>
      <w:r w:rsidR="00455A43">
        <w:rPr>
          <w:rtl/>
        </w:rPr>
        <w:t>،</w:t>
      </w:r>
      <w:r w:rsidRPr="00402856">
        <w:rPr>
          <w:rtl/>
        </w:rPr>
        <w:t xml:space="preserve"> وبعد جدال طال ولم يستطل</w:t>
      </w:r>
      <w:r w:rsidR="00455A43">
        <w:rPr>
          <w:rtl/>
        </w:rPr>
        <w:t>،</w:t>
      </w:r>
      <w:r w:rsidRPr="00402856">
        <w:rPr>
          <w:rtl/>
        </w:rPr>
        <w:t xml:space="preserve"> انتهى المجتمعون إلى اختيار الصدّيق خليفة للمسلمين</w:t>
      </w:r>
      <w:r w:rsidR="00455A43">
        <w:rPr>
          <w:rtl/>
        </w:rPr>
        <w:t>.</w:t>
      </w:r>
      <w:r w:rsidRPr="00402856">
        <w:rPr>
          <w:rtl/>
        </w:rPr>
        <w:t xml:space="preserve"> وكان الإمام علي في تلك الساعات العصيبة بجوار الجثمان الطاهر المُسجّى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في حُجرته</w:t>
      </w:r>
      <w:r w:rsidR="00455A43">
        <w:rPr>
          <w:rtl/>
        </w:rPr>
        <w:t>،</w:t>
      </w:r>
      <w:r w:rsidRPr="00402856">
        <w:rPr>
          <w:rtl/>
        </w:rPr>
        <w:t xml:space="preserve"> ومن ثَمّ فلم يحضر هو وبنو هاشم هذا الاجتماع</w:t>
      </w:r>
      <w:r w:rsidR="00455A43">
        <w:rPr>
          <w:rtl/>
        </w:rPr>
        <w:t>،</w:t>
      </w:r>
      <w:r w:rsidRPr="00402856">
        <w:rPr>
          <w:rtl/>
        </w:rPr>
        <w:t xml:space="preserve"> ولو شهد الإمام علي اجتماع السقيفة هذا</w:t>
      </w:r>
      <w:r w:rsidR="00455A43">
        <w:rPr>
          <w:rtl/>
        </w:rPr>
        <w:t>؛</w:t>
      </w:r>
      <w:r w:rsidRPr="00402856">
        <w:rPr>
          <w:rtl/>
        </w:rPr>
        <w:t xml:space="preserve"> لكان له فيه مقال</w:t>
      </w:r>
      <w:r w:rsidR="00455A43">
        <w:rPr>
          <w:rtl/>
        </w:rPr>
        <w:t>،</w:t>
      </w:r>
      <w:r w:rsidRPr="00402856">
        <w:rPr>
          <w:rtl/>
        </w:rPr>
        <w:t xml:space="preserve"> ولربّما أخذت الأمور في هذا اليوم اتجاهاً آخر</w:t>
      </w:r>
      <w:r w:rsidR="00455A43">
        <w:rPr>
          <w:rtl/>
        </w:rPr>
        <w:t>،</w:t>
      </w:r>
      <w:r w:rsidRPr="00402856">
        <w:rPr>
          <w:rtl/>
        </w:rPr>
        <w:t xml:space="preserve"> غير اتجاهها الذي سارت فيه</w:t>
      </w:r>
      <w:r w:rsidR="00455A43">
        <w:rPr>
          <w:rtl/>
        </w:rPr>
        <w:t>،</w:t>
      </w:r>
      <w:r w:rsidRPr="00402856">
        <w:rPr>
          <w:rtl/>
        </w:rPr>
        <w:t xml:space="preserve"> وعندما علمت الزهراء عليها السلام بما حدث في اجتماع سقيفة بني ساعدة</w:t>
      </w:r>
      <w:r w:rsidR="00455A43">
        <w:rPr>
          <w:rtl/>
        </w:rPr>
        <w:t>،</w:t>
      </w:r>
      <w:r w:rsidRPr="00402856">
        <w:rPr>
          <w:rtl/>
        </w:rPr>
        <w:t xml:space="preserve"> وأبوها سيّد المرسلين لم يُدفن بعد</w:t>
      </w:r>
      <w:r w:rsidR="00455A43">
        <w:rPr>
          <w:rtl/>
        </w:rPr>
        <w:t>،</w:t>
      </w:r>
      <w:r w:rsidRPr="00402856">
        <w:rPr>
          <w:rtl/>
        </w:rPr>
        <w:t xml:space="preserve"> بكت بكاء حارّاً</w:t>
      </w:r>
      <w:r w:rsidR="00455A43">
        <w:rPr>
          <w:rtl/>
        </w:rPr>
        <w:t>،</w:t>
      </w:r>
      <w:r w:rsidRPr="00402856">
        <w:rPr>
          <w:rtl/>
        </w:rPr>
        <w:t xml:space="preserve"> حتى أنّه لمّا جاءها بعض الصحابة</w:t>
      </w:r>
      <w:r w:rsidR="00455A43">
        <w:rPr>
          <w:rtl/>
        </w:rPr>
        <w:t>،</w:t>
      </w:r>
      <w:r w:rsidRPr="00402856">
        <w:rPr>
          <w:rtl/>
        </w:rPr>
        <w:t xml:space="preserve"> وفيهم أبو بكر وعمر وأبو عبيدة</w:t>
      </w:r>
      <w:r w:rsidR="00455A43">
        <w:rPr>
          <w:rtl/>
        </w:rPr>
        <w:t>،</w:t>
      </w:r>
      <w:r w:rsidRPr="00402856">
        <w:rPr>
          <w:rtl/>
        </w:rPr>
        <w:t xml:space="preserve"> مُعزّين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تركتم رسول الله صلّى الله عليه وسلمّ جنازة بين أيدينا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وقطعتم أمركم بينكم ولم تستأمرونا</w:t>
      </w:r>
      <w:r w:rsidR="00455A43">
        <w:rPr>
          <w:rStyle w:val="libBold2Char"/>
          <w:rtl/>
        </w:rPr>
        <w:t>!</w:t>
      </w:r>
      <w:r w:rsidRPr="00402856">
        <w:rPr>
          <w:rStyle w:val="libBold2Char"/>
          <w:rtl/>
        </w:rPr>
        <w:t>!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فبكى أبو بكر حتى علا نشيجه</w:t>
      </w:r>
      <w:r w:rsidR="00455A43">
        <w:rPr>
          <w:rtl/>
        </w:rPr>
        <w:t>،</w:t>
      </w:r>
      <w:r w:rsidRPr="00402856">
        <w:rPr>
          <w:rtl/>
        </w:rPr>
        <w:t xml:space="preserve"> وبكى مَن كان في الدار من المهاجرين الذين كانوا يساعدون عليّاً في تجهيز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وفيهم سلمان وأبو ذر والمقداد والزبير وعمّار</w:t>
      </w:r>
      <w:r w:rsidR="00455A43">
        <w:rPr>
          <w:rtl/>
        </w:rPr>
        <w:t>.</w:t>
      </w:r>
      <w:r w:rsidRPr="00402856">
        <w:rPr>
          <w:rtl/>
        </w:rPr>
        <w:t xml:space="preserve"> ومن ثَمّ فقد خاصمت أبا بكر وعمر</w:t>
      </w:r>
      <w:r w:rsidR="00455A43">
        <w:rPr>
          <w:rtl/>
        </w:rPr>
        <w:t>؛</w:t>
      </w:r>
      <w:r w:rsidRPr="00402856">
        <w:rPr>
          <w:rtl/>
        </w:rPr>
        <w:t xml:space="preserve"> لأنّهما أخذا البيعة لأبي بكر في وقت انشغال زوجها بتجهيز أبيها المتوفّى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ومن ثَمَّ فقد استأخرت يمين الإمام علي عن البيعة للصدّيق</w:t>
      </w:r>
      <w:r w:rsidR="00455A43">
        <w:rPr>
          <w:rtl/>
        </w:rPr>
        <w:t>،</w:t>
      </w:r>
      <w:r w:rsidRPr="00402856">
        <w:rPr>
          <w:rtl/>
        </w:rPr>
        <w:t xml:space="preserve"> وتذهب الروايات في تفسير ذلك مذاهب شتّى</w:t>
      </w:r>
      <w:r w:rsidR="00455A43">
        <w:rPr>
          <w:rtl/>
        </w:rPr>
        <w:t>،</w:t>
      </w:r>
      <w:r w:rsidRPr="00402856">
        <w:rPr>
          <w:rtl/>
        </w:rPr>
        <w:t xml:space="preserve"> لسنا الآن بصدد مناقشتها</w:t>
      </w:r>
      <w:r w:rsidR="00455A43">
        <w:rPr>
          <w:rtl/>
        </w:rPr>
        <w:t>،</w:t>
      </w:r>
      <w:r w:rsidRPr="00402856">
        <w:rPr>
          <w:rtl/>
        </w:rPr>
        <w:t xml:space="preserve"> فمجال ذلك إن شاء الله</w:t>
      </w:r>
      <w:r w:rsidR="00455A43">
        <w:rPr>
          <w:rtl/>
        </w:rPr>
        <w:t>،</w:t>
      </w:r>
      <w:r w:rsidRPr="00402856">
        <w:rPr>
          <w:rtl/>
        </w:rPr>
        <w:t xml:space="preserve"> كتابنا عن </w:t>
      </w:r>
      <w:r w:rsidR="00352E1E">
        <w:rPr>
          <w:rtl/>
        </w:rPr>
        <w:t>(</w:t>
      </w:r>
      <w:r w:rsidRPr="00402856">
        <w:rPr>
          <w:rtl/>
        </w:rPr>
        <w:t>الإمام علي بن أبي طالب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وإن كان هذا لا يمنعنا من الإشارة إلى أنّ الإمام علي إنّما كان يعتقد أنّه ما دام الرسول صلّى الله عليه وسلّم لم يعهد بالخلافة إلى أحد بذاته</w:t>
      </w:r>
      <w:r w:rsidR="00455A43">
        <w:rPr>
          <w:rtl/>
        </w:rPr>
        <w:t>،</w:t>
      </w:r>
      <w:r w:rsidRPr="00402856">
        <w:rPr>
          <w:rtl/>
        </w:rPr>
        <w:t xml:space="preserve"> فإنّ البيت الذي اختارته السماء ليكون منه النبي المصطفى</w:t>
      </w:r>
      <w:r w:rsidR="00455A43">
        <w:rPr>
          <w:rtl/>
        </w:rPr>
        <w:t>،</w:t>
      </w:r>
      <w:r w:rsidRPr="00402856">
        <w:rPr>
          <w:rtl/>
        </w:rPr>
        <w:t xml:space="preserve"> هو البيت الذي يختار المسلمون منه خليفتهم</w:t>
      </w:r>
      <w:r w:rsidR="00455A43">
        <w:rPr>
          <w:rtl/>
        </w:rPr>
        <w:t>،</w:t>
      </w:r>
      <w:r w:rsidRPr="00402856">
        <w:rPr>
          <w:rtl/>
        </w:rPr>
        <w:t xml:space="preserve"> ما دام في هذا البيت من يتمتّع بالكفاية الكاملة لشغل منصب الخلافة</w:t>
      </w:r>
      <w:r w:rsidR="00455A43">
        <w:rPr>
          <w:rtl/>
        </w:rPr>
        <w:t>،</w:t>
      </w:r>
      <w:r w:rsidRPr="00402856">
        <w:rPr>
          <w:rtl/>
        </w:rPr>
        <w:t xml:space="preserve"> أو كما قال الإمام في حواره مع الصحابة</w:t>
      </w:r>
      <w:r w:rsidR="00455A43">
        <w:rPr>
          <w:rtl/>
        </w:rPr>
        <w:t>،</w:t>
      </w:r>
      <w:r w:rsidRPr="00402856">
        <w:rPr>
          <w:rtl/>
        </w:rPr>
        <w:t xml:space="preserve"> وعلى رأسهم أبو بكر وعمر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إنّكم تدفعون آل محمد عن مقامه ومقامهم في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أما والله لنحن أحقّ منكم بالأمر ما دام فينا القارئ لكتاب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الفقيه في دين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العالم بسنن رسول الله المضطلع بأمر الرعية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القاسم بينهم بالسوية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هذا وقد كانت الزهراء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ترى أنّ زوجها الإمام علي كرّم الله وجهه في الجنّة أحقّ الناس بالخلافة</w:t>
      </w:r>
      <w:r w:rsidR="00455A43">
        <w:rPr>
          <w:rtl/>
        </w:rPr>
        <w:t>،</w:t>
      </w:r>
      <w:r w:rsidRPr="00402856">
        <w:rPr>
          <w:rtl/>
        </w:rPr>
        <w:t xml:space="preserve"> فهو ربيب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وابن عمّه</w:t>
      </w:r>
      <w:r w:rsidR="00455A43">
        <w:rPr>
          <w:rtl/>
        </w:rPr>
        <w:t>،</w:t>
      </w:r>
      <w:r w:rsidRPr="00402856">
        <w:rPr>
          <w:rtl/>
        </w:rPr>
        <w:t xml:space="preserve"> وزوج ابنته</w:t>
      </w:r>
      <w:r w:rsidR="00455A43">
        <w:rPr>
          <w:rtl/>
        </w:rPr>
        <w:t>،</w:t>
      </w:r>
      <w:r w:rsidRPr="00402856">
        <w:rPr>
          <w:rtl/>
        </w:rPr>
        <w:t xml:space="preserve"> وأبو سبطيه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وأوّل الناس إسلاماً</w:t>
      </w:r>
      <w:r w:rsidR="00455A43">
        <w:rPr>
          <w:rtl/>
        </w:rPr>
        <w:t>،</w:t>
      </w:r>
      <w:r w:rsidRPr="00402856">
        <w:rPr>
          <w:rtl/>
        </w:rPr>
        <w:t xml:space="preserve"> وأطولهم في الجهاد باعاً</w:t>
      </w:r>
      <w:r w:rsidR="00455A43">
        <w:rPr>
          <w:rtl/>
        </w:rPr>
        <w:t>،</w:t>
      </w:r>
      <w:r w:rsidRPr="00402856">
        <w:rPr>
          <w:rtl/>
        </w:rPr>
        <w:t xml:space="preserve"> وهو فتى قريش شجاعة وعِلماً وفضلاً</w:t>
      </w:r>
      <w:r w:rsidR="00455A43">
        <w:rPr>
          <w:rtl/>
        </w:rPr>
        <w:t>،</w:t>
      </w:r>
      <w:r w:rsidRPr="00402856">
        <w:rPr>
          <w:rtl/>
        </w:rPr>
        <w:t xml:space="preserve"> وكان النبي صلّى الله عليه وسلّم يُحبه أشدّ الحُب</w:t>
      </w:r>
      <w:r w:rsidR="00455A43">
        <w:rPr>
          <w:rtl/>
        </w:rPr>
        <w:t>،</w:t>
      </w:r>
      <w:r w:rsidRPr="00402856">
        <w:rPr>
          <w:rtl/>
        </w:rPr>
        <w:t xml:space="preserve"> ويؤثره أعظم الإيثار</w:t>
      </w:r>
      <w:r w:rsidR="00455A43">
        <w:rPr>
          <w:rtl/>
        </w:rPr>
        <w:t>،</w:t>
      </w:r>
      <w:r w:rsidRPr="00402856">
        <w:rPr>
          <w:rtl/>
        </w:rPr>
        <w:t xml:space="preserve"> استخلفه حين هاجر على ما كان عنده من الودائع حتى ردّها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إلى أصحابها</w:t>
      </w:r>
      <w:r w:rsidR="00455A43">
        <w:rPr>
          <w:rtl/>
        </w:rPr>
        <w:t>،</w:t>
      </w:r>
      <w:r w:rsidRPr="00402856">
        <w:rPr>
          <w:rtl/>
        </w:rPr>
        <w:t xml:space="preserve"> وأمره فنام في مضجعه ليلة ائتمرت قريش بقتله</w:t>
      </w:r>
      <w:r w:rsidR="00455A43">
        <w:rPr>
          <w:rtl/>
        </w:rPr>
        <w:t>،</w:t>
      </w:r>
      <w:r w:rsidRPr="00402856">
        <w:rPr>
          <w:rtl/>
        </w:rPr>
        <w:t xml:space="preserve"> فكان أول من شرى نفسه في سبيل الله</w:t>
      </w:r>
      <w:r w:rsidR="00455A43">
        <w:rPr>
          <w:rtl/>
        </w:rPr>
        <w:t>،</w:t>
      </w:r>
      <w:r w:rsidRPr="00402856">
        <w:rPr>
          <w:rtl/>
        </w:rPr>
        <w:t xml:space="preserve"> ثُمّ هاجر حتى لحق بالنبي صلّى الله عليه وسلّم في المدينة</w:t>
      </w:r>
      <w:r w:rsidR="00455A43">
        <w:rPr>
          <w:rtl/>
        </w:rPr>
        <w:t>،</w:t>
      </w:r>
      <w:r w:rsidRPr="00402856">
        <w:rPr>
          <w:rtl/>
        </w:rPr>
        <w:t xml:space="preserve"> فآخى النبي بينه وبين نفسه</w:t>
      </w:r>
      <w:r w:rsidR="00455A43">
        <w:rPr>
          <w:rtl/>
        </w:rPr>
        <w:t>،</w:t>
      </w:r>
      <w:r w:rsidRPr="00402856">
        <w:rPr>
          <w:rtl/>
        </w:rPr>
        <w:t xml:space="preserve"> ثُمّ شهد مع النبي صلّى الله عليه وسلّم مشاهده كلّها</w:t>
      </w:r>
      <w:r w:rsidR="00455A43">
        <w:rPr>
          <w:rtl/>
        </w:rPr>
        <w:t>،</w:t>
      </w:r>
      <w:r w:rsidRPr="00402856">
        <w:rPr>
          <w:rtl/>
        </w:rPr>
        <w:t xml:space="preserve"> وكان صاحب رايته في أيام البأس</w:t>
      </w:r>
      <w:r w:rsidR="00455A43">
        <w:rPr>
          <w:rtl/>
        </w:rPr>
        <w:t>،</w:t>
      </w:r>
      <w:r w:rsidRPr="00402856">
        <w:rPr>
          <w:rtl/>
        </w:rPr>
        <w:t xml:space="preserve"> وقال النبي صلّى الله عليه وسلّم يوم خيبر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لأعطينّ الراية غداً رجلاً يحبّ الله ورسوله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ويحبّه الله ورسوله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فتطلّع إليها كبار الصحابة</w:t>
      </w:r>
      <w:r w:rsidR="00455A43">
        <w:rPr>
          <w:rtl/>
        </w:rPr>
        <w:t>،</w:t>
      </w:r>
      <w:r w:rsidRPr="00402856">
        <w:rPr>
          <w:rtl/>
        </w:rPr>
        <w:t xml:space="preserve"> غير أنّ النبي صلّى الله عليه وسلّم دفعها إلى علي</w:t>
      </w:r>
      <w:r w:rsidR="00455A43">
        <w:rPr>
          <w:rtl/>
        </w:rPr>
        <w:t>.</w:t>
      </w:r>
      <w:r w:rsidRPr="00402856">
        <w:rPr>
          <w:rtl/>
        </w:rPr>
        <w:t xml:space="preserve"> وقال له النبي صلّى الله عليه وسلّم يوم استخلفه على المدينة وعلى أهله</w:t>
      </w:r>
      <w:r w:rsidR="00455A43">
        <w:rPr>
          <w:rtl/>
        </w:rPr>
        <w:t>،</w:t>
      </w:r>
      <w:r w:rsidRPr="00402856">
        <w:rPr>
          <w:rtl/>
        </w:rPr>
        <w:t xml:space="preserve"> عندما سار إلى غزوة تبوك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أنتَ منّي بمنزلة هارون من موسى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أنّه لا نبيّ بعدي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وأعطاه سورة براءة ليقراها على أهل الموسم</w:t>
      </w:r>
      <w:r w:rsidR="00455A43">
        <w:rPr>
          <w:rtl/>
        </w:rPr>
        <w:t>،</w:t>
      </w:r>
      <w:r w:rsidRPr="00402856">
        <w:rPr>
          <w:rtl/>
        </w:rPr>
        <w:t xml:space="preserve"> فلمّا قيل له</w:t>
      </w:r>
      <w:r w:rsidR="00455A43">
        <w:rPr>
          <w:rtl/>
        </w:rPr>
        <w:t>:</w:t>
      </w:r>
      <w:r w:rsidRPr="00402856">
        <w:rPr>
          <w:rtl/>
        </w:rPr>
        <w:t xml:space="preserve"> لو بعث بها لأبي بكر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يؤدِّ عنّي إلاّ رجل من أهل بيتي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وقال النبي صلّى الله عليه وسلّم للمسلمين وهو في طريقه إلى المدينة بعد حجّة الوداع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كنتُ مولاه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فعليّ مولاه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اللّهمّ والِ من والاه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وعادِ مَن عاداه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كانت الزهراء</w:t>
      </w:r>
      <w:r w:rsidR="00455A43">
        <w:rPr>
          <w:rtl/>
        </w:rPr>
        <w:t>،</w:t>
      </w:r>
      <w:r w:rsidRPr="00402856">
        <w:rPr>
          <w:rtl/>
        </w:rPr>
        <w:t xml:space="preserve"> كما كان بنو هاشم جميعاً</w:t>
      </w:r>
      <w:r w:rsidR="00455A43">
        <w:rPr>
          <w:rtl/>
        </w:rPr>
        <w:t>،</w:t>
      </w:r>
      <w:r w:rsidRPr="00402856">
        <w:rPr>
          <w:rtl/>
        </w:rPr>
        <w:t xml:space="preserve"> وجمهرة من أهل المدينة</w:t>
      </w:r>
      <w:r w:rsidR="00455A43">
        <w:rPr>
          <w:rtl/>
        </w:rPr>
        <w:t>،</w:t>
      </w:r>
      <w:r w:rsidRPr="00402856">
        <w:rPr>
          <w:rtl/>
        </w:rPr>
        <w:t xml:space="preserve"> يرون أنّ الإمام عليّ أحق الناس بخلافة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خرج الإمام يحمل فاطمة بنت رسول الله صلّى الله عليه وسلّم على دابة ليلاً</w:t>
      </w:r>
      <w:r w:rsidR="00455A43">
        <w:rPr>
          <w:rtl/>
        </w:rPr>
        <w:t>،</w:t>
      </w:r>
      <w:r w:rsidRPr="00402856">
        <w:rPr>
          <w:rtl/>
        </w:rPr>
        <w:t xml:space="preserve"> في مجالس الأنصار</w:t>
      </w:r>
      <w:r w:rsidR="00455A43">
        <w:rPr>
          <w:rtl/>
        </w:rPr>
        <w:t>،</w:t>
      </w:r>
      <w:r w:rsidRPr="00402856">
        <w:rPr>
          <w:rtl/>
        </w:rPr>
        <w:t xml:space="preserve"> تسألهم النصرة</w:t>
      </w:r>
      <w:r w:rsidR="00455A43">
        <w:rPr>
          <w:rtl/>
        </w:rPr>
        <w:t>،</w:t>
      </w:r>
      <w:r w:rsidRPr="00402856">
        <w:rPr>
          <w:rtl/>
        </w:rPr>
        <w:t xml:space="preserve"> فكانوا يقولون</w:t>
      </w:r>
      <w:r w:rsidR="00455A43">
        <w:rPr>
          <w:rtl/>
        </w:rPr>
        <w:t>:</w:t>
      </w:r>
      <w:r w:rsidRPr="00402856">
        <w:rPr>
          <w:rtl/>
        </w:rPr>
        <w:t xml:space="preserve"> يا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قد مضت بيعتنا لهذا الرجل</w:t>
      </w:r>
      <w:r w:rsidR="00455A43">
        <w:rPr>
          <w:rtl/>
        </w:rPr>
        <w:t>،</w:t>
      </w:r>
      <w:r w:rsidRPr="00402856">
        <w:rPr>
          <w:rtl/>
        </w:rPr>
        <w:t xml:space="preserve"> ولو أنّ زوجكِ وابن عمّكِ سبق إلينا قبل أبي بكر ما عدلنا به</w:t>
      </w:r>
      <w:r w:rsidR="00455A43">
        <w:rPr>
          <w:rtl/>
        </w:rPr>
        <w:t>،</w:t>
      </w:r>
      <w:r w:rsidRPr="00402856">
        <w:rPr>
          <w:rtl/>
        </w:rPr>
        <w:t xml:space="preserve"> فيقول عليّ كرم الله وجهه في الجنة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أكنتُ أدع رسول الله صلّى الله عليه وسلّم لمّا أدفنه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وأخرج أُنازع الناس سلطانه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>!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فقالت فاطمة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صنع أبو الحسن إلاّ ما كان ينبغي 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ولقد صنعوا ما الله حسيبهم عليه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روي أنّ أبا بكر قام على المنبر يخطب</w:t>
      </w:r>
      <w:r w:rsidR="00455A43">
        <w:rPr>
          <w:rtl/>
        </w:rPr>
        <w:t>،</w:t>
      </w:r>
      <w:r w:rsidRPr="00402856">
        <w:rPr>
          <w:rtl/>
        </w:rPr>
        <w:t xml:space="preserve"> فما هو إلاّ أن حمد الله</w:t>
      </w:r>
      <w:r w:rsidR="00455A43">
        <w:rPr>
          <w:rtl/>
        </w:rPr>
        <w:t>،</w:t>
      </w:r>
      <w:r w:rsidRPr="00402856">
        <w:rPr>
          <w:rtl/>
        </w:rPr>
        <w:t xml:space="preserve"> وأخذ في خطبته</w:t>
      </w:r>
      <w:r w:rsidR="00455A43">
        <w:rPr>
          <w:rtl/>
        </w:rPr>
        <w:t>،</w:t>
      </w:r>
      <w:r w:rsidRPr="00402856">
        <w:rPr>
          <w:rtl/>
        </w:rPr>
        <w:t xml:space="preserve"> حتى سمع وسمع الحاضرون صوتاً نحيلاً يهتف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ليس هذا منير أبيك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انزل عن منبر أبي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والتفتوا فإذا بالصائح هو الحسن بن علي</w:t>
      </w:r>
      <w:r w:rsidR="00455A43">
        <w:rPr>
          <w:rtl/>
        </w:rPr>
        <w:t>،</w:t>
      </w:r>
      <w:r w:rsidRPr="00402856">
        <w:rPr>
          <w:rtl/>
        </w:rPr>
        <w:t xml:space="preserve"> ولمّا يبلغ الثامنة</w:t>
      </w:r>
      <w:r w:rsidR="00455A43">
        <w:rPr>
          <w:rtl/>
        </w:rPr>
        <w:t>،</w:t>
      </w:r>
      <w:r w:rsidRPr="00402856">
        <w:rPr>
          <w:rtl/>
        </w:rPr>
        <w:t xml:space="preserve"> فابتسم الصدّيق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،</w:t>
      </w:r>
      <w:r w:rsidRPr="00402856">
        <w:rPr>
          <w:rtl/>
        </w:rPr>
        <w:t xml:space="preserve"> والحنوّ يشعّ في نفسه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ابن بنت رسول الله صدقتَ والله</w:t>
      </w:r>
      <w:r w:rsidR="00455A43">
        <w:rPr>
          <w:rtl/>
        </w:rPr>
        <w:t>،</w:t>
      </w:r>
      <w:r w:rsidRPr="00402856">
        <w:rPr>
          <w:rtl/>
        </w:rPr>
        <w:t xml:space="preserve"> ما كان لأبي منبر</w:t>
      </w:r>
      <w:r w:rsidR="00455A43">
        <w:rPr>
          <w:rtl/>
        </w:rPr>
        <w:t>،</w:t>
      </w:r>
      <w:r w:rsidRPr="00402856">
        <w:rPr>
          <w:rtl/>
        </w:rPr>
        <w:t xml:space="preserve"> وإنّه لمنبر أبيك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فلمّا سمع الإمام بالخبر أرسل إلى أبي بكر يقول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اغفر ما كان من الغلام</w:t>
      </w:r>
      <w:r w:rsidR="00455A43">
        <w:rPr>
          <w:rtl/>
        </w:rPr>
        <w:t>،</w:t>
      </w:r>
      <w:r w:rsidRPr="00402856">
        <w:rPr>
          <w:rtl/>
        </w:rPr>
        <w:t xml:space="preserve"> فإنّه حَدَث ولم نأمره</w:t>
      </w:r>
      <w:r w:rsidR="00352E1E">
        <w:rPr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إنّي أعلم</w:t>
      </w:r>
      <w:r w:rsidR="00455A43">
        <w:rPr>
          <w:rtl/>
        </w:rPr>
        <w:t>،</w:t>
      </w:r>
      <w:r w:rsidRPr="00402856">
        <w:rPr>
          <w:rtl/>
        </w:rPr>
        <w:t xml:space="preserve"> وما اتهمت يا أبا الحسن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وظلّت الزهراء متمسّكة برأيها</w:t>
      </w:r>
      <w:r w:rsidR="00455A43">
        <w:rPr>
          <w:rtl/>
        </w:rPr>
        <w:t>،</w:t>
      </w:r>
      <w:r w:rsidRPr="00402856">
        <w:rPr>
          <w:rtl/>
        </w:rPr>
        <w:t xml:space="preserve"> وما كانت رضي الله عنها لتتزحزح عن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رأي اقتنعت به</w:t>
      </w:r>
      <w:r w:rsidR="00455A43">
        <w:rPr>
          <w:rtl/>
        </w:rPr>
        <w:t>،</w:t>
      </w:r>
      <w:r w:rsidRPr="00402856">
        <w:rPr>
          <w:rtl/>
        </w:rPr>
        <w:t xml:space="preserve"> ورأته صواباً</w:t>
      </w:r>
      <w:r w:rsidR="00455A43">
        <w:rPr>
          <w:rtl/>
        </w:rPr>
        <w:t>،</w:t>
      </w:r>
      <w:r w:rsidRPr="00402856">
        <w:rPr>
          <w:rtl/>
        </w:rPr>
        <w:t xml:space="preserve"> وكان رأيها الذي لا تحيد عنه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أنّ علياً أحقّ بالخلافة من غيره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ومن هنا ذهب البعض إلى أنّ الإمام توقّف عن البيعة للصدّيق مُجاملة للزهراء</w:t>
      </w:r>
      <w:r w:rsidR="00455A43">
        <w:rPr>
          <w:rtl/>
        </w:rPr>
        <w:t>،</w:t>
      </w:r>
      <w:r w:rsidRPr="00402856">
        <w:rPr>
          <w:rtl/>
        </w:rPr>
        <w:t xml:space="preserve"> فلمّا انتقلت إلى جوار ربها</w:t>
      </w:r>
      <w:r w:rsidR="00455A43">
        <w:rPr>
          <w:rtl/>
        </w:rPr>
        <w:t>،</w:t>
      </w:r>
      <w:r w:rsidRPr="00402856">
        <w:rPr>
          <w:rtl/>
        </w:rPr>
        <w:t xml:space="preserve"> راضية مرضياً عنها</w:t>
      </w:r>
      <w:r w:rsidR="00455A43">
        <w:rPr>
          <w:rtl/>
        </w:rPr>
        <w:t>،</w:t>
      </w:r>
      <w:r w:rsidRPr="00402856">
        <w:rPr>
          <w:rtl/>
        </w:rPr>
        <w:t xml:space="preserve"> بايع الإمامُ الصديقَ</w:t>
      </w:r>
      <w:r w:rsidR="00455A43">
        <w:rPr>
          <w:rtl/>
        </w:rPr>
        <w:t>،</w:t>
      </w:r>
      <w:r w:rsidRPr="00402856">
        <w:rPr>
          <w:rtl/>
        </w:rPr>
        <w:t xml:space="preserve"> وذهب آخرون أنّ تلك البيعة لم تكن الأُولى</w:t>
      </w:r>
      <w:r w:rsidR="00455A43">
        <w:rPr>
          <w:rtl/>
        </w:rPr>
        <w:t>،</w:t>
      </w:r>
      <w:r w:rsidRPr="00402856">
        <w:rPr>
          <w:rtl/>
        </w:rPr>
        <w:t xml:space="preserve"> إنّما كانت تجديداً لها</w:t>
      </w:r>
      <w:r w:rsidR="00455A43">
        <w:rPr>
          <w:rtl/>
        </w:rPr>
        <w:t>،</w:t>
      </w:r>
      <w:r w:rsidRPr="00402856">
        <w:rPr>
          <w:rtl/>
        </w:rPr>
        <w:t xml:space="preserve"> غير أنّ ما قاله الإمام للصدّيق تدلّ على أنّها الأُولى</w:t>
      </w:r>
      <w:r w:rsidR="00455A43">
        <w:rPr>
          <w:rtl/>
        </w:rPr>
        <w:t>،</w:t>
      </w:r>
      <w:r w:rsidRPr="00402856">
        <w:rPr>
          <w:rtl/>
        </w:rPr>
        <w:t xml:space="preserve"> حيث استدعاه في بيته وحوله بنو هاشم</w:t>
      </w:r>
      <w:r w:rsidR="00455A43">
        <w:rPr>
          <w:rtl/>
        </w:rPr>
        <w:t>،</w:t>
      </w:r>
      <w:r w:rsidRPr="00402856">
        <w:rPr>
          <w:rtl/>
        </w:rPr>
        <w:t xml:space="preserve"> ثُمّ 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يا أبا بكر</w:t>
      </w:r>
      <w:r w:rsidR="00455A43">
        <w:rPr>
          <w:rtl/>
        </w:rPr>
        <w:t>،</w:t>
      </w:r>
      <w:r w:rsidRPr="00402856">
        <w:rPr>
          <w:rtl/>
        </w:rPr>
        <w:t xml:space="preserve"> إنّه لم يمنعنا أن نُبايعك إنكارا لفضلك</w:t>
      </w:r>
      <w:r w:rsidR="00455A43">
        <w:rPr>
          <w:rtl/>
        </w:rPr>
        <w:t>،</w:t>
      </w:r>
      <w:r w:rsidRPr="00402856">
        <w:rPr>
          <w:rtl/>
        </w:rPr>
        <w:t xml:space="preserve"> ولا نفاسة عليك لخيرٍ ساقه الله إليك</w:t>
      </w:r>
      <w:r w:rsidR="00455A43">
        <w:rPr>
          <w:rtl/>
        </w:rPr>
        <w:t>،</w:t>
      </w:r>
      <w:r w:rsidRPr="00402856">
        <w:rPr>
          <w:rtl/>
        </w:rPr>
        <w:t xml:space="preserve"> ولكنّا كنّا نرى أنّ لنا في هذا الأمر حقّا أخذ تموه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بايع الإمام الصديق</w:t>
      </w:r>
      <w:r w:rsidR="00455A43">
        <w:rPr>
          <w:rtl/>
        </w:rPr>
        <w:t>،</w:t>
      </w:r>
      <w:r w:rsidRPr="00402856">
        <w:rPr>
          <w:rtl/>
        </w:rPr>
        <w:t xml:space="preserve"> وفاءت نفسه إلى الرضا</w:t>
      </w:r>
      <w:r w:rsidR="00455A43">
        <w:rPr>
          <w:rtl/>
        </w:rPr>
        <w:t>،</w:t>
      </w:r>
      <w:r w:rsidRPr="00402856">
        <w:rPr>
          <w:rtl/>
        </w:rPr>
        <w:t xml:space="preserve"> خاصة وقد سار أبو بكر في خلافته تلك السيرة الراشدة</w:t>
      </w:r>
      <w:r w:rsidR="00455A43">
        <w:rPr>
          <w:rtl/>
        </w:rPr>
        <w:t>،</w:t>
      </w:r>
      <w:r w:rsidRPr="00402856">
        <w:rPr>
          <w:rtl/>
        </w:rPr>
        <w:t xml:space="preserve"> وقام في المسلمين هذا المقام المحمود</w:t>
      </w:r>
      <w:r w:rsidR="00455A43">
        <w:rPr>
          <w:rtl/>
        </w:rPr>
        <w:t>،</w:t>
      </w:r>
      <w:r w:rsidRPr="00402856">
        <w:rPr>
          <w:rtl/>
        </w:rPr>
        <w:t xml:space="preserve"> متأسّياً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متّبعاً هدْيه</w:t>
      </w:r>
      <w:r w:rsidR="00455A43">
        <w:rPr>
          <w:rtl/>
        </w:rPr>
        <w:t>،</w:t>
      </w:r>
      <w:r w:rsidRPr="00402856">
        <w:rPr>
          <w:rtl/>
        </w:rPr>
        <w:t xml:space="preserve"> مقتفياً أثره</w:t>
      </w:r>
      <w:r w:rsidR="00455A43">
        <w:rPr>
          <w:rtl/>
        </w:rPr>
        <w:t>،</w:t>
      </w:r>
      <w:r w:rsidRPr="00402856">
        <w:rPr>
          <w:rtl/>
        </w:rPr>
        <w:t xml:space="preserve"> ما استطاع إلى ذلك سبيلاً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3976C9">
        <w:rPr>
          <w:rtl/>
        </w:rPr>
        <w:t xml:space="preserve">2 - الزهراء وميراث الرسول صلّى الله عليه وسلّم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كان ميراث الزهراء في الرسول صلّى الله عليه وسلّم يتضمن ميراثها فيما تركه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ثُمّ فدك التي نحلها إيّاها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ثُمّ نصيبها في سهم ذَوي القربى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أمّا الميراث</w:t>
      </w:r>
      <w:r w:rsidR="00455A43">
        <w:rPr>
          <w:rtl/>
        </w:rPr>
        <w:t>،</w:t>
      </w:r>
      <w:r w:rsidRPr="00402856">
        <w:rPr>
          <w:rtl/>
        </w:rPr>
        <w:t xml:space="preserve"> فلقد طلبت الزهراء ميراثها من أبيها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فروى أبو بكر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نحن معاشر الأنبياء لا نورّث ما تركناه صدقة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جاءت فاطمة إلى أبي بكر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يرثك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أهلي ووُلدي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فما لي لا أرِث أبي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نورِّث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ولكنّي أعول مَن كان رسول الله صلّى الله عليه وسلّم يعوله</w:t>
      </w:r>
      <w:r w:rsidR="00455A43">
        <w:rPr>
          <w:rtl/>
        </w:rPr>
        <w:t>.</w:t>
      </w:r>
      <w:r w:rsidRPr="00402856">
        <w:rPr>
          <w:rtl/>
        </w:rPr>
        <w:t xml:space="preserve"> وأنفِق على مَن كان رسول صلّى الله عليه وسلّم يُنفق عليه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البلاذري في فتوح البلدان</w:t>
      </w:r>
      <w:r w:rsidR="00455A43">
        <w:rPr>
          <w:rtl/>
        </w:rPr>
        <w:t>،</w:t>
      </w:r>
      <w:r w:rsidRPr="00402856">
        <w:rPr>
          <w:rtl/>
        </w:rPr>
        <w:t xml:space="preserve"> بسنده عن أُمّ هانئ</w:t>
      </w:r>
      <w:r w:rsidR="00455A43">
        <w:rPr>
          <w:rtl/>
        </w:rPr>
        <w:t>:</w:t>
      </w:r>
      <w:r w:rsidRPr="00402856">
        <w:rPr>
          <w:rtl/>
        </w:rPr>
        <w:t xml:space="preserve"> أنّ فاطمة بنت رسول الله صلى لله عليه وسلم أتت أبا بكر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يرثك إذا متّ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وُلدي وأهلي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فما بالك ورثْتَ رسول الله صلّى الله عليه وسلّم دوننا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>!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فقال</w:t>
      </w:r>
      <w:r w:rsidR="00455A43">
        <w:rPr>
          <w:rtl/>
        </w:rPr>
        <w:t>:</w:t>
      </w:r>
      <w:r w:rsidRPr="00402856">
        <w:rPr>
          <w:rtl/>
        </w:rPr>
        <w:t xml:space="preserve"> يا بنت رسول الله</w:t>
      </w:r>
      <w:r w:rsidR="00455A43">
        <w:rPr>
          <w:rtl/>
        </w:rPr>
        <w:t>،</w:t>
      </w:r>
      <w:r w:rsidRPr="00402856">
        <w:rPr>
          <w:rtl/>
        </w:rPr>
        <w:t xml:space="preserve"> والله ما ورثت أباك ذهباً ولا فضّة ولا كذا ولا كذا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سهمنا بخيبر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وصدقَتنا فدك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يا بنت الرسول</w:t>
      </w:r>
      <w:r w:rsidR="00455A43">
        <w:rPr>
          <w:rtl/>
        </w:rPr>
        <w:t>،</w:t>
      </w:r>
      <w:r w:rsidRPr="00402856">
        <w:rPr>
          <w:rtl/>
        </w:rPr>
        <w:t xml:space="preserve">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إنّما هي طعمة أطعمنيها الله عزّ وجل حياتي</w:t>
      </w:r>
      <w:r w:rsidR="00455A43">
        <w:rPr>
          <w:rtl/>
        </w:rPr>
        <w:t>،</w:t>
      </w:r>
      <w:r w:rsidRPr="00402856">
        <w:rPr>
          <w:rtl/>
        </w:rPr>
        <w:t xml:space="preserve"> فإذا متّ فهي بين المسلمين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البخاري</w:t>
      </w:r>
      <w:r w:rsidR="00455A43">
        <w:rPr>
          <w:rtl/>
        </w:rPr>
        <w:t>،</w:t>
      </w:r>
      <w:r w:rsidRPr="00402856">
        <w:rPr>
          <w:rtl/>
        </w:rPr>
        <w:t xml:space="preserve"> عن عائشة</w:t>
      </w:r>
      <w:r w:rsidR="00455A43">
        <w:rPr>
          <w:rtl/>
        </w:rPr>
        <w:t>:</w:t>
      </w:r>
      <w:r w:rsidRPr="00402856">
        <w:rPr>
          <w:rtl/>
        </w:rPr>
        <w:t xml:space="preserve"> إنّ فاطمة سألت أبا بكر الصدّيق بعد وفاة رسول الله صلّى الله عليه وسلّم أن يقسّم لها ميراثها مما ترك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مما أفاء الله عليه</w:t>
      </w:r>
      <w:r w:rsidR="00455A43">
        <w:rPr>
          <w:rtl/>
        </w:rPr>
        <w:t>،</w:t>
      </w:r>
      <w:r w:rsidRPr="00402856">
        <w:rPr>
          <w:rtl/>
        </w:rPr>
        <w:t xml:space="preserve"> فقال لها أبو بكر</w:t>
      </w:r>
      <w:r w:rsidR="00455A43">
        <w:rPr>
          <w:rtl/>
        </w:rPr>
        <w:t>:</w:t>
      </w:r>
      <w:r w:rsidRPr="00402856">
        <w:rPr>
          <w:rtl/>
        </w:rPr>
        <w:t xml:space="preserve"> إنّ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نورّث ما تركناه صدقة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فغضبت فاطمة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فهجرت أبا بكر</w:t>
      </w:r>
      <w:r w:rsidR="00455A43">
        <w:rPr>
          <w:rtl/>
        </w:rPr>
        <w:t>،</w:t>
      </w:r>
      <w:r w:rsidRPr="00402856">
        <w:rPr>
          <w:rtl/>
        </w:rPr>
        <w:t xml:space="preserve"> فلم تزل مهاجرته حتى توفّيت</w:t>
      </w:r>
      <w:r w:rsidR="00455A43">
        <w:rPr>
          <w:rtl/>
        </w:rPr>
        <w:t>،</w:t>
      </w:r>
      <w:r w:rsidRPr="00402856">
        <w:rPr>
          <w:rtl/>
        </w:rPr>
        <w:t xml:space="preserve"> وعاشت بعد رسول الله صلّى الله عليه وسلّم ستّة أشهر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وكانت فاطمة تسأل أبا بكر نصيبها مما ترك رسول الله صلّى الله عليه وسلّم من خيبر وفدك وصدقته بالمدينة</w:t>
      </w:r>
      <w:r w:rsidR="00455A43">
        <w:rPr>
          <w:rtl/>
        </w:rPr>
        <w:t>،</w:t>
      </w:r>
      <w:r w:rsidRPr="00402856">
        <w:rPr>
          <w:rtl/>
        </w:rPr>
        <w:t xml:space="preserve"> فأبى أبو بكر عليها ذلك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لستُ تاركاً شيئاً كان رسول الله صلّى الله عليه وسلّم يعمل به إلاّ عملت به</w:t>
      </w:r>
      <w:r w:rsidR="00455A43">
        <w:rPr>
          <w:rtl/>
        </w:rPr>
        <w:t>،</w:t>
      </w:r>
      <w:r w:rsidRPr="00402856">
        <w:rPr>
          <w:rtl/>
        </w:rPr>
        <w:t xml:space="preserve"> فإنّي أخشى إن تركت شيئاً من أمره أن أزيغ</w:t>
      </w:r>
      <w:r w:rsidR="00455A43">
        <w:rPr>
          <w:rtl/>
        </w:rPr>
        <w:t>،</w:t>
      </w:r>
      <w:r w:rsidRPr="00402856">
        <w:rPr>
          <w:rtl/>
        </w:rPr>
        <w:t xml:space="preserve"> فأمّا صدقته بالمدينة</w:t>
      </w:r>
      <w:r w:rsidR="00455A43">
        <w:rPr>
          <w:rtl/>
        </w:rPr>
        <w:t>،</w:t>
      </w:r>
      <w:r w:rsidRPr="00402856">
        <w:rPr>
          <w:rtl/>
        </w:rPr>
        <w:t xml:space="preserve"> فدفعها عمر إلى علي والعبّاس</w:t>
      </w:r>
      <w:r w:rsidR="00455A43">
        <w:rPr>
          <w:rtl/>
        </w:rPr>
        <w:t>،</w:t>
      </w:r>
      <w:r w:rsidRPr="00402856">
        <w:rPr>
          <w:rtl/>
        </w:rPr>
        <w:t xml:space="preserve"> وأمّا فدك وخيبر فامسكها عُمر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هما صدقة رسول الله صلّى الله عليه وسلّم كانت لحقوقه التي تعروه ونوائبه وأمرهما إلى من وليَ الأمر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فهما على ذلك إلى اليوم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976C9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وأمّا </w:t>
      </w:r>
      <w:r w:rsidR="00352E1E">
        <w:rPr>
          <w:rtl/>
        </w:rPr>
        <w:t>(</w:t>
      </w:r>
      <w:r w:rsidRPr="00402856">
        <w:rPr>
          <w:rtl/>
        </w:rPr>
        <w:t>فدك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فهي أرض يهوديّة في شمال الحِجاز</w:t>
      </w:r>
      <w:r w:rsidR="00455A43">
        <w:rPr>
          <w:rtl/>
        </w:rPr>
        <w:t>،</w:t>
      </w:r>
      <w:r w:rsidRPr="00402856">
        <w:rPr>
          <w:rtl/>
        </w:rPr>
        <w:t xml:space="preserve"> فلمّا كانت السَنة السابعة من الهجرة</w:t>
      </w:r>
      <w:r w:rsidR="00455A43">
        <w:rPr>
          <w:rtl/>
        </w:rPr>
        <w:t>،</w:t>
      </w:r>
      <w:r w:rsidRPr="00402856">
        <w:rPr>
          <w:rtl/>
        </w:rPr>
        <w:t xml:space="preserve"> وحدثت غزوة خيبر</w:t>
      </w:r>
      <w:r w:rsidR="00455A43">
        <w:rPr>
          <w:rtl/>
        </w:rPr>
        <w:t>،</w:t>
      </w:r>
      <w:r w:rsidRPr="00402856">
        <w:rPr>
          <w:rtl/>
        </w:rPr>
        <w:t xml:space="preserve"> قذف الله في قلوب أهل فدك الرُعب</w:t>
      </w:r>
      <w:r w:rsidR="00455A43">
        <w:rPr>
          <w:rtl/>
        </w:rPr>
        <w:t>،</w:t>
      </w:r>
      <w:r w:rsidRPr="00402856">
        <w:rPr>
          <w:rtl/>
        </w:rPr>
        <w:t xml:space="preserve"> فصالحوا رسول الله صلّى الله عليه وسلّم على النصف منها</w:t>
      </w:r>
      <w:r w:rsidR="00455A43">
        <w:rPr>
          <w:rtl/>
        </w:rPr>
        <w:t>،</w:t>
      </w:r>
      <w:r w:rsidRPr="00402856">
        <w:rPr>
          <w:rtl/>
        </w:rPr>
        <w:t xml:space="preserve"> ورُوي أنّه صالحهم عليها كلّها</w:t>
      </w:r>
      <w:r w:rsidR="00455A43">
        <w:rPr>
          <w:rtl/>
        </w:rPr>
        <w:t>،</w:t>
      </w:r>
      <w:r w:rsidRPr="00402856">
        <w:rPr>
          <w:rtl/>
        </w:rPr>
        <w:t xml:space="preserve"> ومِن هنا بدأ تاريخها الإسلامي</w:t>
      </w:r>
      <w:r w:rsidR="00455A43">
        <w:rPr>
          <w:rtl/>
        </w:rPr>
        <w:t>،</w:t>
      </w:r>
      <w:r w:rsidRPr="00402856">
        <w:rPr>
          <w:rtl/>
        </w:rPr>
        <w:t xml:space="preserve"> فكانت مِلكاً لرسول الله صلّى الله عليه وسلّم</w:t>
      </w:r>
      <w:r w:rsidR="00455A43">
        <w:rPr>
          <w:rtl/>
        </w:rPr>
        <w:t>؛</w:t>
      </w:r>
      <w:r w:rsidRPr="00402856">
        <w:rPr>
          <w:rtl/>
        </w:rPr>
        <w:t xml:space="preserve"> لأنّها لم يوجَف عليها بخيل ولا ركاب</w:t>
      </w:r>
      <w:r w:rsidR="00455A43">
        <w:rPr>
          <w:rtl/>
        </w:rPr>
        <w:t>،</w:t>
      </w:r>
      <w:r w:rsidRPr="00402856">
        <w:rPr>
          <w:rtl/>
        </w:rPr>
        <w:t xml:space="preserve"> ثُمّ غرس فيها رسول الله صلّى الله عليه وسلّم بعض النخيل</w:t>
      </w:r>
      <w:r w:rsidR="00455A43">
        <w:rPr>
          <w:rtl/>
        </w:rPr>
        <w:t>،</w:t>
      </w:r>
      <w:r w:rsidRPr="00402856">
        <w:rPr>
          <w:rtl/>
        </w:rPr>
        <w:t xml:space="preserve"> ثُمّ وهبها لابنته الزهراء</w:t>
      </w:r>
      <w:r w:rsidR="00455A43">
        <w:rPr>
          <w:rtl/>
        </w:rPr>
        <w:t>،</w:t>
      </w:r>
      <w:r w:rsidRPr="00402856">
        <w:rPr>
          <w:rtl/>
        </w:rPr>
        <w:t xml:space="preserve"> وبقيت عندها حتّى توفّي الرسول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فكانت هي التي تتصرّف فيها</w:t>
      </w:r>
      <w:r w:rsidR="00455A43">
        <w:rPr>
          <w:rtl/>
        </w:rPr>
        <w:t>،</w:t>
      </w:r>
      <w:r w:rsidRPr="00402856">
        <w:rPr>
          <w:rtl/>
        </w:rPr>
        <w:t xml:space="preserve"> وكانت تتصدّق بكلّ خراجها</w:t>
      </w:r>
      <w:r w:rsidR="00455A43">
        <w:rPr>
          <w:rtl/>
        </w:rPr>
        <w:t>،</w:t>
      </w:r>
      <w:r w:rsidRPr="00402856">
        <w:rPr>
          <w:rtl/>
        </w:rPr>
        <w:t xml:space="preserve"> بعد أن تستبقي ما يسدّ حاجة الإمام</w:t>
      </w:r>
      <w:r w:rsidR="00455A43">
        <w:rPr>
          <w:rtl/>
        </w:rPr>
        <w:t>،</w:t>
      </w:r>
      <w:r w:rsidRPr="00402856">
        <w:rPr>
          <w:rtl/>
        </w:rPr>
        <w:t xml:space="preserve"> ورأى أبو بكر أن تكون فدك بيد وليّ الأمر</w:t>
      </w:r>
      <w:r w:rsidR="00AF124A">
        <w:rPr>
          <w:rtl/>
        </w:rPr>
        <w:t xml:space="preserve"> - </w:t>
      </w:r>
      <w:r w:rsidRPr="00402856">
        <w:rPr>
          <w:rtl/>
        </w:rPr>
        <w:t>أي بيده هو</w:t>
      </w:r>
      <w:r w:rsidR="00AF124A">
        <w:rPr>
          <w:rtl/>
        </w:rPr>
        <w:t xml:space="preserve"> - </w:t>
      </w:r>
      <w:r w:rsidRPr="00402856">
        <w:rPr>
          <w:rtl/>
        </w:rPr>
        <w:t>يوزّع خراجها على الناس</w:t>
      </w:r>
      <w:r w:rsidR="00455A43">
        <w:rPr>
          <w:rtl/>
        </w:rPr>
        <w:t>،</w:t>
      </w:r>
      <w:r w:rsidRPr="00402856">
        <w:rPr>
          <w:rtl/>
        </w:rPr>
        <w:t xml:space="preserve"> واحتجّ أبو بكر لرأيه بأنّه سمع النبي صلّى الله عليه وسلّم يقول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إنّا معشر الأنبياء لا نورّث ما تركناه صَدقة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وأفتى الإمام علي بأنّ الأنبياء يورّثون</w:t>
      </w:r>
      <w:r w:rsidR="00455A43">
        <w:rPr>
          <w:rtl/>
        </w:rPr>
        <w:t>،</w:t>
      </w:r>
      <w:r w:rsidRPr="00402856">
        <w:rPr>
          <w:rtl/>
        </w:rPr>
        <w:t xml:space="preserve"> واستشهد بقوله تعالى</w:t>
      </w:r>
      <w:r w:rsidR="00455A43">
        <w:rPr>
          <w:rtl/>
        </w:rPr>
        <w:t>: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وَوَرِثَ سُلَيْمَانُ دَاوُودَ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وقوله تعالى على لسان زكريا</w:t>
      </w:r>
      <w:r w:rsidR="00455A43">
        <w:rPr>
          <w:rtl/>
        </w:rPr>
        <w:t>: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فَهَبْ لِي مِنْ لَدُنْكَ وَلِيًّا * يَرِثُنِي وَيَرِثُ مِنْ آلِ يَعْقُوبَ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واحتج عليّ بأنّ الحديث الشريف الذي يرويه أبو بكر هو من أحاديث الآحاد التي ينفرد بروايتها واحد فحسب من الصحابة</w:t>
      </w:r>
      <w:r w:rsidR="00455A43">
        <w:rPr>
          <w:rtl/>
        </w:rPr>
        <w:t>،</w:t>
      </w:r>
      <w:r w:rsidRPr="00402856">
        <w:rPr>
          <w:rtl/>
        </w:rPr>
        <w:t xml:space="preserve"> وأحاديث الآحاد لا تُقيّد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حُكماً أطلقه القرآن</w:t>
      </w:r>
      <w:r w:rsidR="00455A43">
        <w:rPr>
          <w:rtl/>
        </w:rPr>
        <w:t>،</w:t>
      </w:r>
      <w:r w:rsidRPr="00402856">
        <w:rPr>
          <w:rtl/>
        </w:rPr>
        <w:t xml:space="preserve"> ولو أنّ رسول الله صلّى الله عليه وسلّم أراد أن يخصص أو يقيّد هذا الحكم القرآني</w:t>
      </w:r>
      <w:r w:rsidR="00455A43">
        <w:rPr>
          <w:rtl/>
        </w:rPr>
        <w:t>،</w:t>
      </w:r>
      <w:r w:rsidRPr="00402856">
        <w:rPr>
          <w:rtl/>
        </w:rPr>
        <w:t xml:space="preserve"> لأخبر ورثته أنّهم لن يرثوه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الزهراء قالت إنّ أباها صلّى الله عليه وسلّم وهبها أرض فدك</w:t>
      </w:r>
      <w:r w:rsidR="00455A43">
        <w:rPr>
          <w:rtl/>
        </w:rPr>
        <w:t>،</w:t>
      </w:r>
      <w:r w:rsidRPr="00402856">
        <w:rPr>
          <w:rtl/>
        </w:rPr>
        <w:t xml:space="preserve"> فهي إن لم تكن إرثاً</w:t>
      </w:r>
      <w:r w:rsidR="00455A43">
        <w:rPr>
          <w:rtl/>
        </w:rPr>
        <w:t>،</w:t>
      </w:r>
      <w:r w:rsidRPr="00402856">
        <w:rPr>
          <w:rtl/>
        </w:rPr>
        <w:t xml:space="preserve"> فهي هبة</w:t>
      </w:r>
      <w:r w:rsidR="00455A43">
        <w:rPr>
          <w:rtl/>
        </w:rPr>
        <w:t>.</w:t>
      </w:r>
      <w:r w:rsidRPr="00402856">
        <w:rPr>
          <w:rtl/>
        </w:rPr>
        <w:t xml:space="preserve"> روى السيوطي في تفسيره الدُرّ المنثور </w:t>
      </w:r>
      <w:r w:rsidR="00352E1E">
        <w:rPr>
          <w:rtl/>
        </w:rPr>
        <w:t>(</w:t>
      </w:r>
      <w:r w:rsidRPr="00402856">
        <w:rPr>
          <w:rtl/>
        </w:rPr>
        <w:t>5 / 273 - 274</w:t>
      </w:r>
      <w:r w:rsidR="00352E1E">
        <w:rPr>
          <w:rtl/>
        </w:rPr>
        <w:t>)</w:t>
      </w:r>
      <w:r w:rsidRPr="00402856">
        <w:rPr>
          <w:rtl/>
        </w:rPr>
        <w:t xml:space="preserve"> أخرج البزار وأبو يعلى وابن أبي حاتم وابن حاتم وابن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الخدري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لمّا نزلت هذه الآية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وَآتِ ذَا الْقُرْبَى حَقَّهُ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الإسراء آية 26</w:t>
      </w:r>
      <w:r w:rsidR="00352E1E">
        <w:rPr>
          <w:rtl/>
        </w:rPr>
        <w:t>)</w:t>
      </w:r>
      <w:r w:rsidRPr="00402856">
        <w:rPr>
          <w:rtl/>
        </w:rPr>
        <w:t xml:space="preserve"> دعا رسول الله صلّى الله عليه وسلّم فاطمة فأعطاها فدك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ابن عباس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وَآتِ ذَا الْقُرْبَى حَقَّهُ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أقطع رسول الله صلّى الله عليه وسلّم فاطمة فدكاً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الهيثمي في مجمعه</w:t>
      </w:r>
      <w:r w:rsidR="00455A43">
        <w:rPr>
          <w:rtl/>
        </w:rPr>
        <w:t>،</w:t>
      </w:r>
      <w:r w:rsidRPr="00402856">
        <w:rPr>
          <w:rtl/>
        </w:rPr>
        <w:t xml:space="preserve"> عن أبي سعيد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وَآتِ ذَا الْقُرْبَى حَقَّهُ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دعا رسول الله صلّى الله عليه وسلّم فاطمة فأعطاها فدكاً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رواه الطبراني</w:t>
      </w:r>
      <w:r w:rsidR="00455A43">
        <w:rPr>
          <w:rtl/>
        </w:rPr>
        <w:t>،</w:t>
      </w:r>
      <w:r w:rsidRPr="00402856">
        <w:rPr>
          <w:rtl/>
        </w:rPr>
        <w:t xml:space="preserve"> وذكره الذهبي في ميزان الاعتدال</w:t>
      </w:r>
      <w:r w:rsidR="00455A43">
        <w:rPr>
          <w:rtl/>
        </w:rPr>
        <w:t>،</w:t>
      </w:r>
      <w:r w:rsidRPr="00402856">
        <w:rPr>
          <w:rtl/>
        </w:rPr>
        <w:t xml:space="preserve"> وصحّحه المُتّقي في كنز العمّال</w:t>
      </w:r>
      <w:r w:rsidR="00455A43">
        <w:rPr>
          <w:rtl/>
        </w:rPr>
        <w:t>،</w:t>
      </w:r>
      <w:r w:rsidRPr="00402856">
        <w:rPr>
          <w:rtl/>
        </w:rPr>
        <w:t xml:space="preserve"> عن أبي سعيد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لمّا أنزلت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وَآتِ ذَا الْقُرْبَى حَقَّهُ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tl/>
        </w:rPr>
        <w:t xml:space="preserve"> قال النبي صلّى الله عليه وسلّم يا فاطمة لك فدك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أخرجه الحاكم في تاريخه وابن النجّار </w:t>
      </w:r>
      <w:r w:rsidR="00352E1E">
        <w:rPr>
          <w:rtl/>
        </w:rPr>
        <w:t>(</w:t>
      </w:r>
      <w:r w:rsidRPr="00402856">
        <w:rPr>
          <w:rtl/>
        </w:rPr>
        <w:t>واُنظر</w:t>
      </w:r>
      <w:r w:rsidR="00455A43">
        <w:rPr>
          <w:rtl/>
        </w:rPr>
        <w:t>:</w:t>
      </w:r>
      <w:r w:rsidRPr="00402856">
        <w:rPr>
          <w:rtl/>
        </w:rPr>
        <w:t xml:space="preserve"> فضائل الخمسة 3 / 136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ومن هذا المنطلق الأخير طلبت الزهراء فدكاً من الصدّيق</w:t>
      </w:r>
      <w:r w:rsidR="00455A43">
        <w:rPr>
          <w:rtl/>
        </w:rPr>
        <w:t>،</w:t>
      </w:r>
      <w:r w:rsidRPr="00402856">
        <w:rPr>
          <w:rtl/>
        </w:rPr>
        <w:t xml:space="preserve"> على أنّها هبة لها من أبيها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فلقد جاء في شرح ابن أبي الحديد على نهج البلاغة</w:t>
      </w:r>
      <w:r w:rsidR="00455A43">
        <w:rPr>
          <w:rtl/>
        </w:rPr>
        <w:t>:</w:t>
      </w:r>
      <w:r w:rsidRPr="00402856">
        <w:rPr>
          <w:rtl/>
        </w:rPr>
        <w:t xml:space="preserve"> أنّ الزهراء قالت لأبي بكر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فدكاً وهبها لي 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فمَن يشهد بذلك</w:t>
      </w:r>
      <w:r w:rsidR="00455A43">
        <w:rPr>
          <w:rtl/>
        </w:rPr>
        <w:t>؟</w:t>
      </w:r>
      <w:r w:rsidRPr="00402856">
        <w:rPr>
          <w:rtl/>
        </w:rPr>
        <w:t xml:space="preserve"> فجاء عليّ ابن أبي طالب</w:t>
      </w:r>
      <w:r w:rsidR="00455A43">
        <w:rPr>
          <w:rtl/>
        </w:rPr>
        <w:t>،</w:t>
      </w:r>
      <w:r w:rsidRPr="00402856">
        <w:rPr>
          <w:rtl/>
        </w:rPr>
        <w:t xml:space="preserve"> فشهد بذلك</w:t>
      </w:r>
      <w:r w:rsidR="00455A43">
        <w:rPr>
          <w:rtl/>
        </w:rPr>
        <w:t>،</w:t>
      </w:r>
      <w:r w:rsidRPr="00402856">
        <w:rPr>
          <w:rtl/>
        </w:rPr>
        <w:t xml:space="preserve"> وجاءت أُمّ أيمن</w:t>
      </w:r>
      <w:r w:rsidR="00455A43">
        <w:rPr>
          <w:rtl/>
        </w:rPr>
        <w:t>،</w:t>
      </w:r>
      <w:r w:rsidRPr="00402856">
        <w:rPr>
          <w:rtl/>
        </w:rPr>
        <w:t xml:space="preserve"> فشهدت أيضاً</w:t>
      </w:r>
      <w:r w:rsidR="00455A43">
        <w:rPr>
          <w:rtl/>
        </w:rPr>
        <w:t>،</w:t>
      </w:r>
      <w:r w:rsidRPr="00402856">
        <w:rPr>
          <w:rtl/>
        </w:rPr>
        <w:t xml:space="preserve"> فجاء عمر بن الخطاب وعبد الرحمان بن عوف</w:t>
      </w:r>
      <w:r w:rsidR="00455A43">
        <w:rPr>
          <w:rtl/>
        </w:rPr>
        <w:t>،</w:t>
      </w:r>
      <w:r w:rsidRPr="00402856">
        <w:rPr>
          <w:rtl/>
        </w:rPr>
        <w:t xml:space="preserve"> فشهدا أنّ رسول الله صلّى الله عليه وسلّم كان يقسّمها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صدقتِ يا ابنة رسول الله وصدق عليّ</w:t>
      </w:r>
      <w:r w:rsidR="00455A43">
        <w:rPr>
          <w:rtl/>
        </w:rPr>
        <w:t>،</w:t>
      </w:r>
      <w:r w:rsidRPr="00402856">
        <w:rPr>
          <w:rtl/>
        </w:rPr>
        <w:t xml:space="preserve"> وصدقت أُمّ أيمن</w:t>
      </w:r>
      <w:r w:rsidR="00455A43">
        <w:rPr>
          <w:rtl/>
        </w:rPr>
        <w:t>،</w:t>
      </w:r>
      <w:r w:rsidRPr="00402856">
        <w:rPr>
          <w:rtl/>
        </w:rPr>
        <w:t xml:space="preserve"> وصدق عُمر</w:t>
      </w:r>
      <w:r w:rsidR="00455A43">
        <w:rPr>
          <w:rtl/>
        </w:rPr>
        <w:t>،</w:t>
      </w:r>
      <w:r w:rsidRPr="00402856">
        <w:rPr>
          <w:rtl/>
        </w:rPr>
        <w:t xml:space="preserve"> وصدق عبد الرحمان</w:t>
      </w:r>
      <w:r w:rsidR="00455A43">
        <w:rPr>
          <w:rtl/>
        </w:rPr>
        <w:t>،</w:t>
      </w:r>
      <w:r w:rsidRPr="00402856">
        <w:rPr>
          <w:rtl/>
        </w:rPr>
        <w:t xml:space="preserve"> وذلك أنّ مالكِ لأبيك</w:t>
      </w:r>
      <w:r w:rsidR="00455A43">
        <w:rPr>
          <w:rtl/>
        </w:rPr>
        <w:t>،</w:t>
      </w:r>
      <w:r w:rsidRPr="00402856">
        <w:rPr>
          <w:rtl/>
        </w:rPr>
        <w:t xml:space="preserve"> كان رسول الله يأخذ من فدك قوتَكم</w:t>
      </w:r>
      <w:r w:rsidR="00455A43">
        <w:rPr>
          <w:rtl/>
        </w:rPr>
        <w:t>،</w:t>
      </w:r>
      <w:r w:rsidRPr="00402856">
        <w:rPr>
          <w:rtl/>
        </w:rPr>
        <w:t xml:space="preserve"> ويقسّم الباقي</w:t>
      </w:r>
      <w:r w:rsidR="00455A43">
        <w:rPr>
          <w:rtl/>
        </w:rPr>
        <w:t>،</w:t>
      </w:r>
      <w:r w:rsidRPr="00402856">
        <w:rPr>
          <w:rtl/>
        </w:rPr>
        <w:t xml:space="preserve"> ويحمل منه في سبيل الله</w:t>
      </w:r>
      <w:r w:rsidR="00455A43">
        <w:rPr>
          <w:rtl/>
        </w:rPr>
        <w:t>،</w:t>
      </w:r>
      <w:r w:rsidRPr="00402856">
        <w:rPr>
          <w:rtl/>
        </w:rPr>
        <w:t xml:space="preserve"> فما تصنعين بها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اصنع بها كما كان يصنع بها أبي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فلكِ عليَّ أن أصنع كما كان يصنع أبوكِ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الله لتفعلن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الله لأفعلن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اللّهمّ فاشهد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على أنّ رواية أُخرى تذهب إلى أنّ فاطمة طلبت نحلتها من رسول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وقالت</w:t>
      </w:r>
      <w:r w:rsidR="00455A43">
        <w:rPr>
          <w:rtl/>
        </w:rPr>
        <w:t>:</w:t>
      </w:r>
      <w:r w:rsidRPr="00402856">
        <w:rPr>
          <w:rtl/>
        </w:rPr>
        <w:t xml:space="preserve"> إنّه نحلها فدك</w:t>
      </w:r>
      <w:r w:rsidR="00455A43">
        <w:rPr>
          <w:rtl/>
        </w:rPr>
        <w:t>،</w:t>
      </w:r>
      <w:r w:rsidRPr="00402856">
        <w:rPr>
          <w:rtl/>
        </w:rPr>
        <w:t xml:space="preserve"> فطلب منها البينة</w:t>
      </w:r>
      <w:r w:rsidR="00455A43">
        <w:rPr>
          <w:rtl/>
        </w:rPr>
        <w:t>،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فشهد لها عليّ وأُمّ أيمن</w:t>
      </w:r>
      <w:r w:rsidRPr="00402856">
        <w:rPr>
          <w:rStyle w:val="libFootnotenumChar"/>
          <w:rtl/>
        </w:rPr>
        <w:t>(1)</w:t>
      </w:r>
      <w:r w:rsidRPr="00402856">
        <w:rPr>
          <w:rtl/>
        </w:rPr>
        <w:t xml:space="preserve">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 رضي الله عنه</w:t>
      </w:r>
      <w:r w:rsidR="00455A43">
        <w:rPr>
          <w:rtl/>
        </w:rPr>
        <w:t>:</w:t>
      </w:r>
      <w:r w:rsidRPr="00402856">
        <w:rPr>
          <w:rtl/>
        </w:rPr>
        <w:t xml:space="preserve"> قد علمتِ يا بنت رسول الله</w:t>
      </w:r>
      <w:r w:rsidR="00455A43">
        <w:rPr>
          <w:rtl/>
        </w:rPr>
        <w:t>،</w:t>
      </w:r>
      <w:r w:rsidRPr="00402856">
        <w:rPr>
          <w:rtl/>
        </w:rPr>
        <w:t xml:space="preserve"> أنّه لا يجوز إلاّ شهادة رجلين أو رجل وامرأتين</w:t>
      </w:r>
      <w:r w:rsidR="00455A43">
        <w:rPr>
          <w:rtl/>
        </w:rPr>
        <w:t>.</w:t>
      </w:r>
      <w:r w:rsidRPr="00402856">
        <w:rPr>
          <w:rtl/>
        </w:rPr>
        <w:t xml:space="preserve"> وأفتى الإمام عليّ بأنّ الشهادة تصحّ برجل وامرأة واحدة</w:t>
      </w:r>
      <w:r w:rsidR="00455A43">
        <w:rPr>
          <w:rtl/>
        </w:rPr>
        <w:t>،</w:t>
      </w:r>
      <w:r w:rsidRPr="00402856">
        <w:rPr>
          <w:rtl/>
        </w:rPr>
        <w:t xml:space="preserve"> مع حلْف اليمين</w:t>
      </w:r>
      <w:r w:rsidR="00455A43">
        <w:rPr>
          <w:rtl/>
        </w:rPr>
        <w:t>،</w:t>
      </w:r>
      <w:r w:rsidRPr="00402856">
        <w:rPr>
          <w:rtl/>
        </w:rPr>
        <w:t xml:space="preserve"> بل بشهادة واحد ويمين</w:t>
      </w:r>
      <w:r w:rsidR="00455A43">
        <w:rPr>
          <w:rtl/>
        </w:rPr>
        <w:t>،</w:t>
      </w:r>
      <w:r w:rsidRPr="00402856">
        <w:rPr>
          <w:rtl/>
        </w:rPr>
        <w:t xml:space="preserve"> ولكن أبو بكر ردّ هذا الرأي</w:t>
      </w:r>
      <w:r w:rsidR="00455A43">
        <w:rPr>
          <w:rtl/>
        </w:rPr>
        <w:t>،</w:t>
      </w:r>
      <w:r w:rsidRPr="00402856">
        <w:rPr>
          <w:rtl/>
        </w:rPr>
        <w:t xml:space="preserve"> ونزع فدَكاً من تحت يدَي فاطمة</w:t>
      </w:r>
      <w:r w:rsidR="00455A43">
        <w:rPr>
          <w:rtl/>
        </w:rPr>
        <w:t>،</w:t>
      </w:r>
      <w:r w:rsidRPr="00402856">
        <w:rPr>
          <w:rtl/>
        </w:rPr>
        <w:t xml:space="preserve"> واستشار في ذلك عُمَر فأيّده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وأمّا اعتمادنا في فتوى الإمام علي</w:t>
      </w:r>
      <w:r w:rsidR="00455A43">
        <w:rPr>
          <w:rtl/>
        </w:rPr>
        <w:t>،</w:t>
      </w:r>
      <w:r w:rsidRPr="00402856">
        <w:rPr>
          <w:rtl/>
        </w:rPr>
        <w:t xml:space="preserve"> فكان على ما رواه الإمام أحمد من الفضائل</w:t>
      </w:r>
      <w:r w:rsidR="00455A43">
        <w:rPr>
          <w:rtl/>
        </w:rPr>
        <w:t>،</w:t>
      </w:r>
      <w:r w:rsidRPr="00402856">
        <w:rPr>
          <w:rtl/>
        </w:rPr>
        <w:t xml:space="preserve"> والترمذي في الجامع الصحيح</w:t>
      </w:r>
      <w:r w:rsidR="00455A43">
        <w:rPr>
          <w:rtl/>
        </w:rPr>
        <w:t>،</w:t>
      </w:r>
      <w:r w:rsidRPr="00402856">
        <w:rPr>
          <w:rtl/>
        </w:rPr>
        <w:t xml:space="preserve"> وابن ماجة</w:t>
      </w:r>
      <w:r w:rsidR="00455A43">
        <w:rPr>
          <w:rtl/>
        </w:rPr>
        <w:t>،</w:t>
      </w:r>
      <w:r w:rsidRPr="00402856">
        <w:rPr>
          <w:rtl/>
        </w:rPr>
        <w:t xml:space="preserve"> والبيهقي</w:t>
      </w:r>
      <w:r w:rsidR="00455A43">
        <w:rPr>
          <w:rtl/>
        </w:rPr>
        <w:t>،</w:t>
      </w:r>
      <w:r w:rsidRPr="00402856">
        <w:rPr>
          <w:rtl/>
        </w:rPr>
        <w:t xml:space="preserve"> والدار قطني في السنن</w:t>
      </w:r>
      <w:r w:rsidR="00455A43">
        <w:rPr>
          <w:rtl/>
        </w:rPr>
        <w:t>،</w:t>
      </w:r>
      <w:r w:rsidRPr="00402856">
        <w:rPr>
          <w:rtl/>
        </w:rPr>
        <w:t xml:space="preserve"> عن جابر بن عبد الله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قضى بالشاهد مع اليمين في الحجاز</w:t>
      </w:r>
      <w:r w:rsidR="00455A43">
        <w:rPr>
          <w:rtl/>
        </w:rPr>
        <w:t>،</w:t>
      </w:r>
      <w:r w:rsidRPr="00402856">
        <w:rPr>
          <w:rtl/>
        </w:rPr>
        <w:t xml:space="preserve"> وقضى عليّ في الكوفة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ولم تُذعن الزهراء لرأي الصدّيق</w:t>
      </w:r>
      <w:r w:rsidR="00455A43">
        <w:rPr>
          <w:rtl/>
        </w:rPr>
        <w:t>،</w:t>
      </w:r>
      <w:r w:rsidRPr="00402856">
        <w:rPr>
          <w:rtl/>
        </w:rPr>
        <w:t xml:space="preserve"> وبقيت مُصرّة في طلب الميراث والنحلة</w:t>
      </w:r>
      <w:r w:rsidR="00455A43">
        <w:rPr>
          <w:rtl/>
        </w:rPr>
        <w:t>،</w:t>
      </w:r>
      <w:r w:rsidRPr="00402856">
        <w:rPr>
          <w:rtl/>
        </w:rPr>
        <w:t xml:space="preserve"> أخرج مسلم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عائشة</w:t>
      </w:r>
      <w:r w:rsidR="00455A43">
        <w:rPr>
          <w:rtl/>
        </w:rPr>
        <w:t>:</w:t>
      </w:r>
      <w:r w:rsidRPr="00402856">
        <w:rPr>
          <w:rtl/>
        </w:rPr>
        <w:t xml:space="preserve"> أنّ فاطمة بنت رسول الله صلّى الله عليه وسلّم أرسلت إلى أبي بكر الصديق تسأله ميراثها من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مما أفاء الله عليه بالمدينة وفدك وما بقي من خُمس خيبر</w:t>
      </w:r>
      <w:r w:rsidRPr="00402856">
        <w:rPr>
          <w:rStyle w:val="libFootnotenumChar"/>
          <w:rtl/>
        </w:rPr>
        <w:t>(2)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إنّ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لا نُورّث ما تركناه صدقة</w:t>
      </w:r>
      <w:r w:rsidR="00455A43">
        <w:rPr>
          <w:rtl/>
        </w:rPr>
        <w:t>،</w:t>
      </w:r>
      <w:r w:rsidRPr="00402856">
        <w:rPr>
          <w:rtl/>
        </w:rPr>
        <w:t xml:space="preserve"> إنّما يأكل آل محمّد صلّى الله عليه وسلّم من هذا المال</w:t>
      </w:r>
      <w:r w:rsidR="00455A43">
        <w:rPr>
          <w:rtl/>
        </w:rPr>
        <w:t>،</w:t>
      </w:r>
      <w:r w:rsidRPr="00402856">
        <w:rPr>
          <w:rtl/>
        </w:rPr>
        <w:t xml:space="preserve"> وإنّي والله لا أُغيّر شيئاً من صدقة رسول الله صلّى الله عليه وسلّم عن حالها التي كانت عليها في عهد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ولأعملنّ فيها بما عمل به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فأبى أبو بكر أن يدفع إلى فاطمة شيئاً</w:t>
      </w:r>
      <w:r w:rsidR="00455A43">
        <w:rPr>
          <w:rtl/>
        </w:rPr>
        <w:t>،</w:t>
      </w:r>
      <w:r w:rsidRPr="00402856">
        <w:rPr>
          <w:rtl/>
        </w:rPr>
        <w:t xml:space="preserve"> فوجدت</w:t>
      </w:r>
      <w:r w:rsidR="00AF124A">
        <w:rPr>
          <w:rtl/>
        </w:rPr>
        <w:t xml:space="preserve"> - </w:t>
      </w:r>
      <w:r w:rsidRPr="00402856">
        <w:rPr>
          <w:rtl/>
        </w:rPr>
        <w:t>غضبت</w:t>
      </w:r>
      <w:r w:rsidR="00AF124A">
        <w:rPr>
          <w:rtl/>
        </w:rPr>
        <w:t xml:space="preserve"> - </w:t>
      </w:r>
      <w:r w:rsidRPr="00402856">
        <w:rPr>
          <w:rtl/>
        </w:rPr>
        <w:t>فاطمة على أبي بكر في ذلك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فهجرته فلم تُكلّمه حتى توفّيت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وعاشت بعد </w:t>
      </w:r>
    </w:p>
    <w:p w:rsidR="00402856" w:rsidRPr="00D255FF" w:rsidRDefault="00402856" w:rsidP="005A636F">
      <w:pPr>
        <w:pStyle w:val="libNormal"/>
        <w:rPr>
          <w:rtl/>
        </w:rPr>
      </w:pPr>
      <w:r w:rsidRPr="00402856">
        <w:rPr>
          <w:rtl/>
        </w:rPr>
        <w:t>____________</w:t>
      </w:r>
    </w:p>
    <w:p w:rsidR="00402856" w:rsidRPr="00402856" w:rsidRDefault="00402856" w:rsidP="00402856">
      <w:pPr>
        <w:pStyle w:val="libFootnote0"/>
        <w:rPr>
          <w:rtl/>
        </w:rPr>
      </w:pPr>
      <w:r w:rsidRPr="00D255FF">
        <w:rPr>
          <w:rtl/>
        </w:rPr>
        <w:t>(1) وفي إحدى الروايات</w:t>
      </w:r>
      <w:r w:rsidR="00455A43">
        <w:rPr>
          <w:rtl/>
        </w:rPr>
        <w:t>:</w:t>
      </w:r>
      <w:r w:rsidRPr="00D255FF">
        <w:rPr>
          <w:rtl/>
        </w:rPr>
        <w:t xml:space="preserve"> أنّ الذي شهد أُمّ أيمن ورباح مولى النبي صلّى الله عليه وسلّم</w:t>
      </w:r>
      <w:r w:rsidR="00455A43">
        <w:rPr>
          <w:rtl/>
        </w:rPr>
        <w:t>،</w:t>
      </w:r>
      <w:r w:rsidRPr="00D255FF">
        <w:rPr>
          <w:rtl/>
        </w:rPr>
        <w:t xml:space="preserve"> كما في فتوح البلدان</w:t>
      </w:r>
      <w:r w:rsidR="00455A43">
        <w:rPr>
          <w:rtl/>
        </w:rPr>
        <w:t>.</w:t>
      </w:r>
      <w:r w:rsidRPr="00D255FF">
        <w:rPr>
          <w:rtl/>
        </w:rPr>
        <w:t xml:space="preserve"> </w:t>
      </w:r>
    </w:p>
    <w:p w:rsidR="00402856" w:rsidRDefault="00402856" w:rsidP="00402856">
      <w:pPr>
        <w:pStyle w:val="libFootnote0"/>
        <w:rPr>
          <w:rtl/>
        </w:rPr>
      </w:pPr>
      <w:r w:rsidRPr="00D255FF">
        <w:rPr>
          <w:rtl/>
        </w:rPr>
        <w:t>(2) قال القاضي عياض في تفسير صدقات النبي صلّى الله عليه وسلّم المذكورة في هذه الأحاديث</w:t>
      </w:r>
      <w:r w:rsidR="00455A43">
        <w:rPr>
          <w:rtl/>
        </w:rPr>
        <w:t>:</w:t>
      </w:r>
      <w:r w:rsidRPr="00D255FF">
        <w:rPr>
          <w:rtl/>
        </w:rPr>
        <w:t xml:space="preserve"> إنّها صارت إليه بثلاثة حقوق</w:t>
      </w:r>
      <w:r w:rsidR="00455A43">
        <w:rPr>
          <w:rtl/>
        </w:rPr>
        <w:t>:</w:t>
      </w:r>
      <w:r w:rsidRPr="00D255FF">
        <w:rPr>
          <w:rtl/>
        </w:rPr>
        <w:t xml:space="preserve"> </w:t>
      </w:r>
    </w:p>
    <w:p w:rsidR="00402856" w:rsidRDefault="00402856" w:rsidP="00402856">
      <w:pPr>
        <w:pStyle w:val="libFootnote0"/>
        <w:rPr>
          <w:rtl/>
        </w:rPr>
      </w:pPr>
      <w:r w:rsidRPr="00D255FF">
        <w:rPr>
          <w:rtl/>
        </w:rPr>
        <w:t>أحدها</w:t>
      </w:r>
      <w:r w:rsidR="00455A43">
        <w:rPr>
          <w:rtl/>
        </w:rPr>
        <w:t>،</w:t>
      </w:r>
      <w:r w:rsidRPr="00D255FF">
        <w:rPr>
          <w:rtl/>
        </w:rPr>
        <w:t xml:space="preserve"> ما وُهب له صلّى الله عليه وسلّم</w:t>
      </w:r>
      <w:r w:rsidR="00455A43">
        <w:rPr>
          <w:rtl/>
        </w:rPr>
        <w:t>؛</w:t>
      </w:r>
      <w:r w:rsidRPr="00D255FF">
        <w:rPr>
          <w:rtl/>
        </w:rPr>
        <w:t xml:space="preserve"> وذلك</w:t>
      </w:r>
      <w:r w:rsidR="00455A43">
        <w:rPr>
          <w:rtl/>
        </w:rPr>
        <w:t>:</w:t>
      </w:r>
      <w:r w:rsidRPr="00D255FF">
        <w:rPr>
          <w:rtl/>
        </w:rPr>
        <w:t xml:space="preserve"> وصية مخيريق اليهودي بعد إسلامه يوم أُحد</w:t>
      </w:r>
      <w:r w:rsidR="00455A43">
        <w:rPr>
          <w:rtl/>
        </w:rPr>
        <w:t>،</w:t>
      </w:r>
      <w:r w:rsidRPr="00D255FF">
        <w:rPr>
          <w:rtl/>
        </w:rPr>
        <w:t xml:space="preserve"> وكانت سبعة حوائط في بني النضير</w:t>
      </w:r>
      <w:r w:rsidR="00455A43">
        <w:rPr>
          <w:rtl/>
        </w:rPr>
        <w:t>،</w:t>
      </w:r>
      <w:r w:rsidRPr="00D255FF">
        <w:rPr>
          <w:rtl/>
        </w:rPr>
        <w:t xml:space="preserve"> وما أعطاه الأنصار من أرضهم</w:t>
      </w:r>
      <w:r w:rsidR="00455A43">
        <w:rPr>
          <w:rtl/>
        </w:rPr>
        <w:t>،</w:t>
      </w:r>
      <w:r w:rsidRPr="00D255FF">
        <w:rPr>
          <w:rtl/>
        </w:rPr>
        <w:t xml:space="preserve"> وهو ما يبلغه الماء</w:t>
      </w:r>
      <w:r w:rsidR="00455A43">
        <w:rPr>
          <w:rtl/>
        </w:rPr>
        <w:t>،</w:t>
      </w:r>
      <w:r w:rsidRPr="00D255FF">
        <w:rPr>
          <w:rtl/>
        </w:rPr>
        <w:t xml:space="preserve"> وكان هذا ملكاً له صلّى الله عليه وسلّم</w:t>
      </w:r>
      <w:r w:rsidR="00455A43">
        <w:rPr>
          <w:rtl/>
        </w:rPr>
        <w:t>.</w:t>
      </w:r>
      <w:r w:rsidRPr="00D255FF">
        <w:rPr>
          <w:rtl/>
        </w:rPr>
        <w:t xml:space="preserve"> </w:t>
      </w:r>
    </w:p>
    <w:p w:rsidR="00402856" w:rsidRPr="00402856" w:rsidRDefault="00402856" w:rsidP="005A636F">
      <w:pPr>
        <w:pStyle w:val="libFootnote0"/>
        <w:rPr>
          <w:rtl/>
        </w:rPr>
      </w:pPr>
      <w:r w:rsidRPr="00D255FF">
        <w:rPr>
          <w:rtl/>
        </w:rPr>
        <w:t>والثاني</w:t>
      </w:r>
      <w:r w:rsidR="00455A43">
        <w:rPr>
          <w:rtl/>
        </w:rPr>
        <w:t>:</w:t>
      </w:r>
      <w:r w:rsidRPr="00D255FF">
        <w:rPr>
          <w:rtl/>
        </w:rPr>
        <w:t xml:space="preserve"> حقّه من الفيء في أرض بني النضير حين إجلائهم</w:t>
      </w:r>
      <w:r w:rsidR="00455A43">
        <w:rPr>
          <w:rtl/>
        </w:rPr>
        <w:t>،</w:t>
      </w:r>
      <w:r w:rsidRPr="00D255FF">
        <w:rPr>
          <w:rtl/>
        </w:rPr>
        <w:t xml:space="preserve"> كانت له خاصة</w:t>
      </w:r>
      <w:r w:rsidR="00455A43">
        <w:rPr>
          <w:rtl/>
        </w:rPr>
        <w:t>؛</w:t>
      </w:r>
      <w:r w:rsidRPr="00D255FF">
        <w:rPr>
          <w:rtl/>
        </w:rPr>
        <w:t xml:space="preserve"> لأنّها لم يوجف عليها المسلمون بخيل ولا ركاب</w:t>
      </w:r>
      <w:r w:rsidR="00455A43">
        <w:rPr>
          <w:rtl/>
        </w:rPr>
        <w:t>.</w:t>
      </w:r>
      <w:r w:rsidRPr="00D255FF">
        <w:rPr>
          <w:rtl/>
        </w:rPr>
        <w:t xml:space="preserve"> وأمّا منقولات بني النضير</w:t>
      </w:r>
      <w:r w:rsidR="00455A43">
        <w:rPr>
          <w:rtl/>
        </w:rPr>
        <w:t>،</w:t>
      </w:r>
      <w:r w:rsidRPr="00D255FF">
        <w:rPr>
          <w:rtl/>
        </w:rPr>
        <w:t xml:space="preserve"> فحملوا منها ما حملته الإبل غير السلاح</w:t>
      </w:r>
      <w:r w:rsidR="00455A43">
        <w:rPr>
          <w:rtl/>
        </w:rPr>
        <w:t>،</w:t>
      </w:r>
      <w:r w:rsidRPr="00D255FF">
        <w:rPr>
          <w:rtl/>
        </w:rPr>
        <w:t xml:space="preserve"> كما صالحهم</w:t>
      </w:r>
      <w:r w:rsidR="00455A43">
        <w:rPr>
          <w:rtl/>
        </w:rPr>
        <w:t>،</w:t>
      </w:r>
      <w:r w:rsidRPr="00D255FF">
        <w:rPr>
          <w:rtl/>
        </w:rPr>
        <w:t xml:space="preserve"> ثُمّ قسّم الباقي على المسلمين</w:t>
      </w:r>
      <w:r w:rsidR="00455A43">
        <w:rPr>
          <w:rtl/>
        </w:rPr>
        <w:t>،</w:t>
      </w:r>
      <w:r w:rsidRPr="00D255FF">
        <w:rPr>
          <w:rtl/>
        </w:rPr>
        <w:t xml:space="preserve"> وكان خالصاً له</w:t>
      </w:r>
      <w:r w:rsidR="00455A43">
        <w:rPr>
          <w:rtl/>
        </w:rPr>
        <w:t>،</w:t>
      </w:r>
      <w:r w:rsidRPr="00D255FF">
        <w:rPr>
          <w:rtl/>
        </w:rPr>
        <w:t xml:space="preserve"> وكذلك ثلث أرض وادي القرى أخذ في الصُلح حين صالح أهلها اليهود</w:t>
      </w:r>
      <w:r w:rsidR="00455A43">
        <w:rPr>
          <w:rtl/>
        </w:rPr>
        <w:t>،</w:t>
      </w:r>
      <w:r w:rsidRPr="00D255FF">
        <w:rPr>
          <w:rtl/>
        </w:rPr>
        <w:t xml:space="preserve"> وكذلك حصنان من حصون خيبر</w:t>
      </w:r>
      <w:r w:rsidR="00455A43">
        <w:rPr>
          <w:rtl/>
        </w:rPr>
        <w:t>،</w:t>
      </w:r>
      <w:r w:rsidRPr="00D255FF">
        <w:rPr>
          <w:rtl/>
        </w:rPr>
        <w:t xml:space="preserve"> وهما الوطيح والسلالم أخذها صلحاً</w:t>
      </w:r>
      <w:r w:rsidR="00455A43">
        <w:rPr>
          <w:rtl/>
        </w:rPr>
        <w:t>.</w:t>
      </w:r>
      <w:r w:rsidRPr="00D255FF">
        <w:rPr>
          <w:rtl/>
        </w:rPr>
        <w:t xml:space="preserve"> والثالث</w:t>
      </w:r>
      <w:r w:rsidR="00455A43">
        <w:rPr>
          <w:rtl/>
        </w:rPr>
        <w:t>:</w:t>
      </w:r>
      <w:r w:rsidRPr="00D255FF">
        <w:rPr>
          <w:rtl/>
        </w:rPr>
        <w:t xml:space="preserve"> سهمه من خُمس خيبر</w:t>
      </w:r>
      <w:r w:rsidR="00455A43">
        <w:rPr>
          <w:rtl/>
        </w:rPr>
        <w:t>،</w:t>
      </w:r>
      <w:r w:rsidRPr="00D255FF">
        <w:rPr>
          <w:rtl/>
        </w:rPr>
        <w:t xml:space="preserve"> وما افتُتح فيها عنوة</w:t>
      </w:r>
      <w:r w:rsidR="00455A43">
        <w:rPr>
          <w:rtl/>
        </w:rPr>
        <w:t>،</w:t>
      </w:r>
      <w:r w:rsidRPr="00D255FF">
        <w:rPr>
          <w:rtl/>
        </w:rPr>
        <w:t xml:space="preserve"> فكانت هذه كلّها مِلكاً لرسول الله صلّى الله عليه وسلّم خاصّة</w:t>
      </w:r>
      <w:r w:rsidR="00455A43">
        <w:rPr>
          <w:rtl/>
        </w:rPr>
        <w:t>،</w:t>
      </w:r>
      <w:r w:rsidRPr="00D255FF">
        <w:rPr>
          <w:rtl/>
        </w:rPr>
        <w:t xml:space="preserve"> لا حقّ فيها لأحد غيره</w:t>
      </w:r>
      <w:r w:rsidR="00455A43">
        <w:rPr>
          <w:rtl/>
        </w:rPr>
        <w:t>،</w:t>
      </w:r>
      <w:r w:rsidRPr="00D255FF">
        <w:rPr>
          <w:rtl/>
        </w:rPr>
        <w:t xml:space="preserve"> لكنّه صلّى الله عليه وسلّم كان يستأثر بها</w:t>
      </w:r>
      <w:r w:rsidR="00455A43">
        <w:rPr>
          <w:rtl/>
        </w:rPr>
        <w:t>،</w:t>
      </w:r>
      <w:r w:rsidRPr="00D255FF">
        <w:rPr>
          <w:rtl/>
        </w:rPr>
        <w:t xml:space="preserve"> بل يُنفقها على أهله</w:t>
      </w:r>
      <w:r w:rsidR="00455A43">
        <w:rPr>
          <w:rtl/>
        </w:rPr>
        <w:t>،</w:t>
      </w:r>
      <w:r w:rsidRPr="00D255FF">
        <w:rPr>
          <w:rtl/>
        </w:rPr>
        <w:t xml:space="preserve"> والمسلمين وللمصالح العامّة</w:t>
      </w:r>
      <w:r w:rsidR="00455A43">
        <w:rPr>
          <w:rtl/>
        </w:rPr>
        <w:t>.</w:t>
      </w:r>
      <w:r w:rsidRPr="00D255FF">
        <w:rPr>
          <w:rtl/>
        </w:rPr>
        <w:t xml:space="preserve"> وكلّ هذه صدقات محرّمات التملّك بعده</w:t>
      </w:r>
      <w:r w:rsidR="00455A43">
        <w:rPr>
          <w:rtl/>
        </w:rPr>
        <w:t>.</w:t>
      </w:r>
      <w:r w:rsidRPr="00D255FF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رسول الله صلّى الله عليه وسلّم ستّة أشهر</w:t>
      </w:r>
      <w:r w:rsidR="00455A43">
        <w:rPr>
          <w:rtl/>
        </w:rPr>
        <w:t>،</w:t>
      </w:r>
      <w:r w:rsidRPr="00402856">
        <w:rPr>
          <w:rtl/>
        </w:rPr>
        <w:t xml:space="preserve"> فلمّا توفّيت دفنها زوجها علي بن أبي طالب ليلاً</w:t>
      </w:r>
      <w:r w:rsidR="00455A43">
        <w:rPr>
          <w:rtl/>
        </w:rPr>
        <w:t>،</w:t>
      </w:r>
      <w:r w:rsidRPr="00402856">
        <w:rPr>
          <w:rtl/>
        </w:rPr>
        <w:t xml:space="preserve"> ولم يؤذن بها أبا بكر</w:t>
      </w:r>
      <w:r w:rsidR="00455A43">
        <w:rPr>
          <w:rtl/>
        </w:rPr>
        <w:t>،</w:t>
      </w:r>
      <w:r w:rsidRPr="00402856">
        <w:rPr>
          <w:rtl/>
        </w:rPr>
        <w:t xml:space="preserve"> وصلّى عليها عليّ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زين العابدين علي بن الحسين</w:t>
      </w:r>
      <w:r w:rsidR="00455A43">
        <w:rPr>
          <w:rtl/>
        </w:rPr>
        <w:t>،</w:t>
      </w:r>
      <w:r w:rsidRPr="00402856">
        <w:rPr>
          <w:rtl/>
        </w:rPr>
        <w:t xml:space="preserve"> عن آبائه قالوا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لمّا بلغ فاطمة رضي الله عنها إجماع أبي بكر على منعها فدكاً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وانصراف عاملها منها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أقبلت في لمّة من حفدتها ونساء قومها تطأ أذيالها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ودخلت على أبي بكر رضي الله عنه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وقد حفل حوله المهاجرون والأنصار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فنيطت دونها ملاءة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فأنّتْ أنّةً أجهش لها القوم بالبكاء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أمهلت حتى هدأت فورتهم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وسكنت روعتهم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افتتحت الكلام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فحمدت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وشهدت أن لا اله إلاّ الله وأنّ محمداً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وقالت كلاماً طويلاً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ذكّرت فيه الصدّيق ومَن حوله من المهاجرين والأنصار بنفسها وبأبيها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وطبقاً لرواية الإمام أبو الفضل أحمد بن طاهر في كتاب </w:t>
      </w:r>
      <w:r w:rsidR="00352E1E">
        <w:rPr>
          <w:rtl/>
        </w:rPr>
        <w:t>(</w:t>
      </w:r>
      <w:r w:rsidRPr="00402856">
        <w:rPr>
          <w:rtl/>
        </w:rPr>
        <w:t>بلاغات النساء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قالت عليها السلام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أيّها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اعلموا أنّي فاطمة وأبي محمّد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أقول عوداً وبدءاً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أقول ما أقول غلطاً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أفعل ما أفعل شططاً</w:t>
      </w:r>
      <w:r w:rsidR="00455A43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لَقَدْ جَاءَكُمْ رَسُولٌ مِنْ أَنفُسِكُمْ عَزِيزٌ عَلَيْهِ مَا عَنِتُّمْ حَرِيصٌ عَلَيْكُمْ بِالْمُؤْمِنِينَ رَءُوفٌ رَحِيمٌ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 تعزوه وتعرفوه تجدوه أبي دون نسائكم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وأخا ابن عمّي دون رجالكم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ولنعم المُعزّى إليه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فبلّغ الرسالة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صادعاً بالنذارة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مائلاً عن مدرجة المشركين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ضارباً بثبجهم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آخذاً بكظمهم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داعياً إلى سبيل ربّه بالحكمة والموعظة الحَسنة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يكسر الأصنام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وينكث الهام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حتى انهزم الجمع وولّوا الدُبر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حتى تفرّى الليل عن صُبحه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وأسفر الحقّ عن محضه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ونطق زعيم الدين وخرست شقائق الشيطان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وطاح وشيظ النفاق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وانحلّت عُقدة الكُفر والشقاق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وفهتم بكلمة الإخلاص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 نفر من البيض الخماص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وكنتم على شفا حفرة من النار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مذقة الشارب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ونهزة الطامع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وقبسة العجلان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وموطئ الأقدام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تشربون الطرَق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تقتاتون القِد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أذلة خاسئين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تخافون أن يتخطّفكم الناس من حولكم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فأنقذكم الله تبارك وتعالى بأبي محمّد صلّى الله عليه وسلّم بعد اللُتيّا والتي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وبعد أن مني بهم الرجال وذؤبان العرب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ومردة أهل الكتاب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كُلَّمَا أَوْقَدُوا نَارًا لِلْحَرْبِ أَطْفَأَهَا اللَّهُ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Fonts w:hint="cs"/>
          <w:rtl/>
        </w:rPr>
        <w:t xml:space="preserve"> ثُمّ قالت</w:t>
      </w:r>
      <w:r w:rsidR="00455A43">
        <w:rPr>
          <w:rtl/>
        </w:rPr>
        <w:t>: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Bold2Char"/>
          <w:rFonts w:hint="cs"/>
          <w:rtl/>
        </w:rPr>
        <w:t>(</w:t>
      </w:r>
      <w:r w:rsidRPr="00402856">
        <w:rPr>
          <w:rStyle w:val="libBold2Char"/>
          <w:rFonts w:hint="cs"/>
          <w:rtl/>
        </w:rPr>
        <w:t>هذا كتاب الله بين أظهركم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أُموره ظاهرة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وأحكامه زاهرة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Style w:val="libBold2Char"/>
          <w:rFonts w:hint="cs"/>
          <w:rtl/>
        </w:rPr>
        <w:lastRenderedPageBreak/>
        <w:t>وأعلامه باهرة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وزواجره لائحة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وأوامره واضحة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قد خلفتموه وراءكم ظهرياً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أرغبة عنه تُدبرون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 xml:space="preserve"> أم بغيره تحكمون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بِئْسَ لِلظَّالِمِينَ بَدَلاً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وَمَنْ يَبْتَغِ غَيْرَ الإِسْلاَمِ دِينًا فَلَنْ يُقْبَلَ مِنْهُ وَهُوَ فِي الآخِرَةِ مِنْ الْخَاسِرِينَ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Fonts w:hint="cs"/>
          <w:rtl/>
        </w:rPr>
        <w:t xml:space="preserve"> وأنتم الآن تزعمون أن لا إرث لي</w:t>
      </w:r>
      <w:r w:rsidR="00455A43">
        <w:rPr>
          <w:rStyle w:val="libBold2Char"/>
          <w:rFonts w:hint="cs"/>
          <w:rtl/>
        </w:rPr>
        <w:t>!</w:t>
      </w:r>
      <w:r w:rsidRPr="00402856">
        <w:rPr>
          <w:rStyle w:val="libBold2Char"/>
          <w:rFonts w:hint="cs"/>
          <w:rtl/>
        </w:rPr>
        <w:t>!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أَفَحُكْمَ الْجَاهِلِيَّةِ يَبْغُونَ وَمَنْ أَحْسَنُ مِنْ اللَّهِ حُكْمًا لِقَوْمٍ يُوقِنُونَ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Bold2Char"/>
          <w:rtl/>
        </w:rPr>
        <w:t xml:space="preserve"> أفلا تعلمون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بلى قد تجلّى لكم كالشمس الضاحية أنّي ابنته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Fonts w:hint="cs"/>
          <w:rtl/>
        </w:rPr>
        <w:t xml:space="preserve"> أيها المسلمون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أأُغلب على إرثي يا ابن أبي قحافة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>! أفي كتاب الله أن ترث أباك ولا أرث أبي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>!! لقد جئت شيئاً فريّاً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أفَعلى عمدٍ تركتم كتاب الله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ونبذتموه وراء ظهوركم</w:t>
      </w:r>
      <w:r w:rsidR="00455A43">
        <w:rPr>
          <w:rStyle w:val="libBold2Char"/>
          <w:rFonts w:hint="cs"/>
          <w:rtl/>
        </w:rPr>
        <w:t>؛</w:t>
      </w:r>
      <w:r w:rsidRPr="00402856">
        <w:rPr>
          <w:rStyle w:val="libBold2Char"/>
          <w:rFonts w:hint="cs"/>
          <w:rtl/>
        </w:rPr>
        <w:t xml:space="preserve"> إذ يقول</w:t>
      </w:r>
      <w:r w:rsidR="00455A43">
        <w:rPr>
          <w:rStyle w:val="libBold2Char"/>
          <w:rFonts w:hint="cs"/>
          <w:rtl/>
        </w:rPr>
        <w:t>: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وَوَرِثَ سُلَيْمَانُ دَاوُودَ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Fonts w:hint="cs"/>
          <w:rtl/>
        </w:rPr>
        <w:t xml:space="preserve"> وقال فيما اختص من خبر يحيى بن زكريا عليهما السلام</w:t>
      </w:r>
      <w:r w:rsidR="00455A43">
        <w:rPr>
          <w:rStyle w:val="libBold2Char"/>
          <w:rFonts w:hint="cs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فَهَبْ لِي مِنْ لَدُنْكَ وَلِيًّا * يَرِثُنِي وَيَرِثُ مِنْ آلِ يَعْقُوبَ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وقال</w:t>
      </w:r>
      <w:r w:rsidR="00455A43">
        <w:rPr>
          <w:rStyle w:val="libBold2Char"/>
          <w:rFonts w:hint="cs"/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وَأُوْلُوا الأَرْحَامِ بَعْضُهُمْ أَوْلَى بِبَعْضٍ فِي كِتَابِ اللَّهِ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وقال</w:t>
      </w:r>
      <w:r w:rsidR="00455A43">
        <w:rPr>
          <w:rStyle w:val="libBold2Char"/>
          <w:rFonts w:hint="cs"/>
          <w:rtl/>
        </w:rPr>
        <w:t>: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يُوصِيكُمْ اللَّهُ فِي أَوْلاَدِكُمْ لِلذَّكَرِ مِثْلُ حَظِّ الأُنثَيَيْنِ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Fonts w:hint="cs"/>
          <w:rtl/>
        </w:rPr>
        <w:t xml:space="preserve"> وقال</w:t>
      </w:r>
      <w:r w:rsidR="00455A43">
        <w:rPr>
          <w:rStyle w:val="libBold2Char"/>
          <w:rFonts w:hint="cs"/>
          <w:rtl/>
        </w:rPr>
        <w:t>: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إِنْ تَرَكَ خَيْرًا الْوَصِيَّةُ لِلْوَالِدَيْنِ وَالأَقْرَبِينَ بِالْمَعْرُوفِ حَقًّا عَلَى الْمُتَّقِينَ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Fonts w:hint="cs"/>
          <w:rtl/>
        </w:rPr>
        <w:t xml:space="preserve"> وزعمتم ألاّ حظوة لي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ولا أرث من أبي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ولا رَحِم بيننا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>!! أفخصّكم الله بآية أخرج أبي صلّى الله عليه وسلّم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أم تقولون أهل مِلَّتين لا يتوارثان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 xml:space="preserve"> أوَ لستُ أنا وأبي من أهل ملّة واحدة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أم أنتم أعلم بخصوص القرآن وعمومه من أبي وأمّي وابن عمّي</w:t>
      </w:r>
      <w:r w:rsidR="00455A43">
        <w:rPr>
          <w:rStyle w:val="libBold2Char"/>
          <w:rFonts w:hint="cs"/>
          <w:rtl/>
        </w:rPr>
        <w:t>؟</w:t>
      </w:r>
      <w:r w:rsidRPr="00402856">
        <w:rPr>
          <w:rStyle w:val="libBold2Char"/>
          <w:rFonts w:hint="cs"/>
          <w:rtl/>
        </w:rPr>
        <w:t xml:space="preserve"> فدونكها مخطومة مرحولة تلقاك يوم حشرك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فنعم الحَكم الله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والزعيم محمّد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والموعد القيامة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وعند الساعة يخسر المبطلون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ولا ينفعكم إذ تندمون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لِكُلِّ نَبَإٍ مُسْتَقَرٌّ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فَسَوْفَ تَعْلَمُونَ مَنْ يَأْتِيهِ عَذَابٌ يُخْزِيهِ وَيَحِلُّ عَلَيْهِ عَذَابٌ مُقِيمٌ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إِنْ تَكْفُرُوا أَنْتُمْ وَمَنْ فِي الأَرْضِ جَمِيعًا فَإِنَّ اللَّهَ لَغَنِيٌّ حَمِيدٌ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ألا وقد قلتُ ما قلتُ على معرفة منّي بالخذلة التي خامرتكم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والغدرة التي استشعرَتها قلوبكم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ولكنّها فيضة النفس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وبثّة الصدر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ونفثة الغيظ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وتقدمة الحجّة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فدونكموها فاستبقوها دبرة الظهر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نقبة الخف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باقية العار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موسومة بغضب الله وشنار الأبد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موصلة بنار الله الموقدة التي تطّلع على الأفئدة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فبعين الله ما تفعلون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وَسَيَعْلَمُ الَّذِينَ ظَلَمُوا أَيَّ مُنقَلَبٍ يَنقَلِبُونَ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Style w:val="libBold2Char"/>
          <w:rFonts w:hint="cs"/>
          <w:rtl/>
        </w:rPr>
        <w:t xml:space="preserve"> وأنا ابنة نذير لكم بين يدي عذاب شديد</w:t>
      </w:r>
      <w:r w:rsidR="00455A43">
        <w:rPr>
          <w:rStyle w:val="libBold2Char"/>
          <w:rFonts w:hint="cs"/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اعْمَلُوا عَلَى مَكَانَتِكُمْ إِنَّا عَامِلُونَ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وَانتَظِرُوا إِنَّا مُنتَظِرُونَ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وعندما انتهت الزهراء عليها السلام من كلامها قام الصدّيق رضي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الله عنه</w:t>
      </w:r>
      <w:r w:rsidR="00455A43">
        <w:rPr>
          <w:rtl/>
        </w:rPr>
        <w:t>،</w:t>
      </w:r>
      <w:r w:rsidRPr="00402856">
        <w:rPr>
          <w:rtl/>
        </w:rPr>
        <w:t xml:space="preserve"> فحمد الله وأثنى عليه</w:t>
      </w:r>
      <w:r w:rsidR="00455A43">
        <w:rPr>
          <w:rtl/>
        </w:rPr>
        <w:t>،</w:t>
      </w:r>
      <w:r w:rsidRPr="00402856">
        <w:rPr>
          <w:rtl/>
        </w:rPr>
        <w:t xml:space="preserve"> وصلّى على رسوله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يا خيرة النساء</w:t>
      </w:r>
      <w:r w:rsidR="00455A43">
        <w:rPr>
          <w:rtl/>
        </w:rPr>
        <w:t>،</w:t>
      </w:r>
      <w:r w:rsidRPr="00402856">
        <w:rPr>
          <w:rtl/>
        </w:rPr>
        <w:t xml:space="preserve"> وابنة خير الآباء</w:t>
      </w:r>
      <w:r w:rsidR="00455A43">
        <w:rPr>
          <w:rtl/>
        </w:rPr>
        <w:t>،</w:t>
      </w:r>
      <w:r w:rsidRPr="00402856">
        <w:rPr>
          <w:rtl/>
        </w:rPr>
        <w:t xml:space="preserve"> والله ما عدوت رأي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وما عملت إلاّ بأمره</w:t>
      </w:r>
      <w:r w:rsidR="00455A43">
        <w:rPr>
          <w:rtl/>
        </w:rPr>
        <w:t>،</w:t>
      </w:r>
      <w:r w:rsidRPr="00402856">
        <w:rPr>
          <w:rtl/>
        </w:rPr>
        <w:t xml:space="preserve"> وإنّ الرائد لا يكذب أهله</w:t>
      </w:r>
      <w:r w:rsidR="00455A43">
        <w:rPr>
          <w:rtl/>
        </w:rPr>
        <w:t>،</w:t>
      </w:r>
      <w:r w:rsidRPr="00402856">
        <w:rPr>
          <w:rtl/>
        </w:rPr>
        <w:t xml:space="preserve"> وقد قلتِ فأبلغتِ</w:t>
      </w:r>
      <w:r w:rsidR="00455A43">
        <w:rPr>
          <w:rtl/>
        </w:rPr>
        <w:t>،</w:t>
      </w:r>
      <w:r w:rsidRPr="00402856">
        <w:rPr>
          <w:rtl/>
        </w:rPr>
        <w:t xml:space="preserve"> وأغلظتِ فأهجرتِ</w:t>
      </w:r>
      <w:r w:rsidR="00455A43">
        <w:rPr>
          <w:rtl/>
        </w:rPr>
        <w:t>،</w:t>
      </w:r>
      <w:r w:rsidRPr="00402856">
        <w:rPr>
          <w:rtl/>
        </w:rPr>
        <w:t xml:space="preserve"> فغفر الله لنا ولكِ</w:t>
      </w:r>
      <w:r w:rsidR="00455A43">
        <w:rPr>
          <w:rtl/>
        </w:rPr>
        <w:t>،</w:t>
      </w:r>
      <w:r w:rsidRPr="00402856">
        <w:rPr>
          <w:rtl/>
        </w:rPr>
        <w:t xml:space="preserve"> أمّا بعد</w:t>
      </w:r>
      <w:r w:rsidR="00455A43">
        <w:rPr>
          <w:rtl/>
        </w:rPr>
        <w:t>،</w:t>
      </w:r>
      <w:r w:rsidRPr="00402856">
        <w:rPr>
          <w:rtl/>
        </w:rPr>
        <w:t xml:space="preserve"> فقد دفعتُ آلة رسول الله صلّى الله عليه وسلّم ودابته وحذاءه إلى عليّ رضي الله عنه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ما سوى ذلك</w:t>
      </w:r>
      <w:r w:rsidR="00455A43">
        <w:rPr>
          <w:rtl/>
        </w:rPr>
        <w:t>،</w:t>
      </w:r>
      <w:r w:rsidRPr="00402856">
        <w:rPr>
          <w:rtl/>
        </w:rPr>
        <w:t xml:space="preserve"> فإنّي سمعتُ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إنّا معاشر الأنبياء لا نورّث ذهباً ولا فضّة ولا أرضاً ولا عقاراً ولا داراً</w:t>
      </w:r>
      <w:r w:rsidR="00455A43">
        <w:rPr>
          <w:rtl/>
        </w:rPr>
        <w:t>،</w:t>
      </w:r>
      <w:r w:rsidRPr="00402856">
        <w:rPr>
          <w:rtl/>
        </w:rPr>
        <w:t xml:space="preserve"> ولكنّا نورّث الإيمان والحكمة والعلم والسُنّة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فقد عملتُ بما أمرني</w:t>
      </w:r>
      <w:r w:rsidR="00455A43">
        <w:rPr>
          <w:rtl/>
        </w:rPr>
        <w:t>،</w:t>
      </w:r>
      <w:r w:rsidRPr="00402856">
        <w:rPr>
          <w:rtl/>
        </w:rPr>
        <w:t xml:space="preserve"> ونصحت له</w:t>
      </w:r>
      <w:r w:rsidR="00455A43">
        <w:rPr>
          <w:rtl/>
        </w:rPr>
        <w:t>،</w:t>
      </w:r>
      <w:r w:rsidRPr="00402856">
        <w:rPr>
          <w:rtl/>
        </w:rPr>
        <w:t xml:space="preserve"> وما توفيقي إلاّ بالله عليه وتوكّلت وإليه أُنيب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ولم تأتِ المُناقشات بين الصدّيق والزهراء بنتيجة</w:t>
      </w:r>
      <w:r w:rsidR="00455A43">
        <w:rPr>
          <w:rtl/>
        </w:rPr>
        <w:t>،</w:t>
      </w:r>
      <w:r w:rsidRPr="00402856">
        <w:rPr>
          <w:rtl/>
        </w:rPr>
        <w:t xml:space="preserve"> وكفّت السيدة فاطمة عن طلبها عزوفة</w:t>
      </w:r>
      <w:r w:rsidR="00455A43">
        <w:rPr>
          <w:rtl/>
        </w:rPr>
        <w:t>،</w:t>
      </w:r>
      <w:r w:rsidRPr="00402856">
        <w:rPr>
          <w:rtl/>
        </w:rPr>
        <w:t xml:space="preserve"> ولم تشتد السيدة الزهراء في طلبها</w:t>
      </w:r>
      <w:r w:rsidR="00455A43">
        <w:rPr>
          <w:rtl/>
        </w:rPr>
        <w:t>؛</w:t>
      </w:r>
      <w:r w:rsidRPr="00402856">
        <w:rPr>
          <w:rtl/>
        </w:rPr>
        <w:t xml:space="preserve"> إلاّ لاعتقادها بأنّها على حق</w:t>
      </w:r>
      <w:r w:rsidR="00455A43">
        <w:rPr>
          <w:rtl/>
        </w:rPr>
        <w:t>،</w:t>
      </w:r>
      <w:r w:rsidRPr="00402856">
        <w:rPr>
          <w:rtl/>
        </w:rPr>
        <w:t xml:space="preserve"> وما كانت لتضمر للصدّيق إلاّ الخير</w:t>
      </w:r>
      <w:r w:rsidR="00455A43">
        <w:rPr>
          <w:rtl/>
        </w:rPr>
        <w:t>،</w:t>
      </w:r>
      <w:r w:rsidRPr="00402856">
        <w:rPr>
          <w:rtl/>
        </w:rPr>
        <w:t xml:space="preserve"> وإن اختلفت معه في وجهة نظرها</w:t>
      </w:r>
      <w:r w:rsidR="00455A43">
        <w:rPr>
          <w:rtl/>
        </w:rPr>
        <w:t>،</w:t>
      </w:r>
      <w:r w:rsidRPr="00402856">
        <w:rPr>
          <w:rtl/>
        </w:rPr>
        <w:t xml:space="preserve"> وقد هدأت ثائرتها</w:t>
      </w:r>
      <w:r w:rsidR="00455A43">
        <w:rPr>
          <w:rtl/>
        </w:rPr>
        <w:t>،</w:t>
      </w:r>
      <w:r w:rsidRPr="00402856">
        <w:rPr>
          <w:rtl/>
        </w:rPr>
        <w:t xml:space="preserve"> وقد ثبت في نفس ذريّتها ألاّ يكون في نفس واحد منهم بالنسبة لأبي بكر شيء</w:t>
      </w:r>
      <w:r w:rsidR="00455A43">
        <w:rPr>
          <w:rtl/>
        </w:rPr>
        <w:t>،</w:t>
      </w:r>
      <w:r w:rsidRPr="00402856">
        <w:rPr>
          <w:rtl/>
        </w:rPr>
        <w:t xml:space="preserve"> وأخذت الزهراء على نفسها ألاّ تكلّم الصدّيق في ذلك المال أو تطلب ما طلبت</w:t>
      </w:r>
      <w:r w:rsidR="00455A43">
        <w:rPr>
          <w:rtl/>
        </w:rPr>
        <w:t>،</w:t>
      </w:r>
      <w:r w:rsidRPr="00402856">
        <w:rPr>
          <w:rtl/>
        </w:rPr>
        <w:t xml:space="preserve"> وتركت لقاءه في مدّتها القصيرة التي اشتغلت فيها بحزنها وبمرضها</w:t>
      </w:r>
      <w:r w:rsidR="00455A43">
        <w:rPr>
          <w:rtl/>
        </w:rPr>
        <w:t>،</w:t>
      </w:r>
      <w:r w:rsidRPr="00402856">
        <w:rPr>
          <w:rtl/>
        </w:rPr>
        <w:t xml:space="preserve"> والحقّ أنّ كلاًّ من الزهراء والصدّيق إنّما كان مجتهداً فيما يراه صواباً</w:t>
      </w:r>
      <w:r w:rsidR="00455A43">
        <w:rPr>
          <w:rtl/>
        </w:rPr>
        <w:t>،</w:t>
      </w:r>
      <w:r w:rsidRPr="00402856">
        <w:rPr>
          <w:rtl/>
        </w:rPr>
        <w:t xml:space="preserve"> وما أصدق الأُستاذ العقّاد حيث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الزهراء أجلّ من أن تطلب ما ليس لها بحق</w:t>
      </w:r>
      <w:r w:rsidR="00455A43">
        <w:rPr>
          <w:rtl/>
        </w:rPr>
        <w:t>،</w:t>
      </w:r>
      <w:r w:rsidRPr="00402856">
        <w:rPr>
          <w:rtl/>
        </w:rPr>
        <w:t xml:space="preserve"> وأنّ الصدّيق أجل من أن يسلبها حقّها الذي تقوم البيّنة عليه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بل أنّ الشيخ أبو زهرة إنّما يرى أنّ الخلاف على تَرِكة النبي في فدك كان على إدارتها</w:t>
      </w:r>
      <w:r w:rsidR="00455A43">
        <w:rPr>
          <w:rtl/>
        </w:rPr>
        <w:t>،</w:t>
      </w:r>
      <w:r w:rsidRPr="00402856">
        <w:rPr>
          <w:rtl/>
        </w:rPr>
        <w:t xml:space="preserve"> ولم يكن كما صوّره بعض المؤرّخين على ملكيّتها</w:t>
      </w:r>
      <w:r w:rsidR="00455A43">
        <w:rPr>
          <w:rtl/>
        </w:rPr>
        <w:t>،</w:t>
      </w:r>
      <w:r w:rsidRPr="00402856">
        <w:rPr>
          <w:rtl/>
        </w:rPr>
        <w:t xml:space="preserve"> ثُمّ صرفها في مصارفها</w:t>
      </w:r>
      <w:r w:rsidR="00455A43">
        <w:rPr>
          <w:rtl/>
        </w:rPr>
        <w:t>،</w:t>
      </w:r>
      <w:r w:rsidRPr="00402856">
        <w:rPr>
          <w:rtl/>
        </w:rPr>
        <w:t xml:space="preserve"> فكانت الزهراء ترى إدارتها لبيت علي</w:t>
      </w:r>
      <w:r w:rsidR="00455A43">
        <w:rPr>
          <w:rtl/>
        </w:rPr>
        <w:t>،</w:t>
      </w:r>
      <w:r w:rsidRPr="00402856">
        <w:rPr>
          <w:rtl/>
        </w:rPr>
        <w:t xml:space="preserve"> ورفض الصدّيق ذلك</w:t>
      </w:r>
      <w:r w:rsidR="00455A43">
        <w:rPr>
          <w:rtl/>
        </w:rPr>
        <w:t>،</w:t>
      </w:r>
      <w:r w:rsidRPr="00402856">
        <w:rPr>
          <w:rtl/>
        </w:rPr>
        <w:t xml:space="preserve"> ثُمّ وافق عُمَر في خلافته على أن تكون الإدارة بين علي والعبّاس</w:t>
      </w:r>
      <w:r w:rsidR="00455A43">
        <w:rPr>
          <w:rtl/>
        </w:rPr>
        <w:t>،</w:t>
      </w:r>
      <w:r w:rsidRPr="00402856">
        <w:rPr>
          <w:rtl/>
        </w:rPr>
        <w:t xml:space="preserve"> وأمّا ميراث النبي الحقيقي</w:t>
      </w:r>
      <w:r w:rsidR="00455A43">
        <w:rPr>
          <w:rtl/>
        </w:rPr>
        <w:t>،</w:t>
      </w:r>
      <w:r w:rsidRPr="00402856">
        <w:rPr>
          <w:rtl/>
        </w:rPr>
        <w:t xml:space="preserve"> فهو شريعته</w:t>
      </w:r>
      <w:r w:rsidR="00455A43">
        <w:rPr>
          <w:rtl/>
        </w:rPr>
        <w:t>،</w:t>
      </w:r>
      <w:r w:rsidRPr="00402856">
        <w:rPr>
          <w:rtl/>
        </w:rPr>
        <w:t xml:space="preserve"> وإن كانت النصوص لا تعضد وجهة الشيخ الفاضل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ويروي الحافظ ابن كثير أنّ أبا بكر ترضّى فاطمة في مرضها فرضيت</w:t>
      </w:r>
      <w:r w:rsidR="00455A43">
        <w:rPr>
          <w:rtl/>
        </w:rPr>
        <w:t>،</w:t>
      </w:r>
      <w:r w:rsidRPr="00402856">
        <w:rPr>
          <w:rtl/>
        </w:rPr>
        <w:t xml:space="preserve"> وإذا لم يكن مثل أبي بكر يتودّد لآل البيت الطاهر وبالأخص فاطمة</w:t>
      </w:r>
      <w:r w:rsidR="00455A43">
        <w:rPr>
          <w:rtl/>
        </w:rPr>
        <w:t>،</w:t>
      </w:r>
      <w:r w:rsidRPr="00402856">
        <w:rPr>
          <w:rtl/>
        </w:rPr>
        <w:t xml:space="preserve"> فلا يُرجى من غيره ذلك</w:t>
      </w:r>
      <w:r w:rsidR="00455A43">
        <w:rPr>
          <w:rtl/>
        </w:rPr>
        <w:t>،</w:t>
      </w:r>
      <w:r w:rsidRPr="00402856">
        <w:rPr>
          <w:rtl/>
        </w:rPr>
        <w:t xml:space="preserve"> فإنّ فضل الزهراء لا يُنكر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سعد في الطبقات</w:t>
      </w:r>
      <w:r w:rsidR="00455A43">
        <w:rPr>
          <w:rtl/>
        </w:rPr>
        <w:t>،</w:t>
      </w:r>
      <w:r w:rsidRPr="00402856">
        <w:rPr>
          <w:rtl/>
        </w:rPr>
        <w:t xml:space="preserve"> عن عُمَر قال</w:t>
      </w:r>
      <w:r w:rsidR="00455A43">
        <w:rPr>
          <w:rtl/>
        </w:rPr>
        <w:t>:</w:t>
      </w:r>
      <w:r w:rsidRPr="00402856">
        <w:rPr>
          <w:rtl/>
        </w:rPr>
        <w:t xml:space="preserve"> جاء أبو بكر إلى فاطمة حين مرضت</w:t>
      </w:r>
      <w:r w:rsidR="00455A43">
        <w:rPr>
          <w:rtl/>
        </w:rPr>
        <w:t>،</w:t>
      </w:r>
      <w:r w:rsidRPr="00402856">
        <w:rPr>
          <w:rtl/>
        </w:rPr>
        <w:t xml:space="preserve"> فاستأذن فقال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 xml:space="preserve">هذا أبو بكر بالباب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فإن شئتِ أن تأذني له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وذلك أحبّ إليك</w:t>
      </w:r>
      <w:r w:rsidR="00455A43">
        <w:rPr>
          <w:rtl/>
        </w:rPr>
        <w:t>؟</w:t>
      </w:r>
      <w:r w:rsidR="00352E1E">
        <w:rPr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نعم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فدخل إليها واعتذر إليها</w:t>
      </w:r>
      <w:r w:rsidR="00455A43">
        <w:rPr>
          <w:rtl/>
        </w:rPr>
        <w:t>،</w:t>
      </w:r>
      <w:r w:rsidRPr="00402856">
        <w:rPr>
          <w:rtl/>
        </w:rPr>
        <w:t xml:space="preserve"> وكلّمها فرضيت عنه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للبيهقي</w:t>
      </w:r>
      <w:r w:rsidR="00455A43">
        <w:rPr>
          <w:rtl/>
        </w:rPr>
        <w:t>،</w:t>
      </w:r>
      <w:r w:rsidRPr="00402856">
        <w:rPr>
          <w:rtl/>
        </w:rPr>
        <w:t xml:space="preserve"> بإسناد صحيح إلى الشعبي مُرسلاً</w:t>
      </w:r>
      <w:r w:rsidR="00455A43">
        <w:rPr>
          <w:rtl/>
        </w:rPr>
        <w:t>:</w:t>
      </w:r>
      <w:r w:rsidRPr="00402856">
        <w:rPr>
          <w:rtl/>
        </w:rPr>
        <w:t xml:space="preserve"> أنّ أبا بكر عاد فاطمة</w:t>
      </w:r>
      <w:r w:rsidR="00455A43">
        <w:rPr>
          <w:rtl/>
        </w:rPr>
        <w:t>،</w:t>
      </w:r>
      <w:r w:rsidRPr="00402856">
        <w:rPr>
          <w:rtl/>
        </w:rPr>
        <w:t xml:space="preserve"> فقال لها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هذا أبو بكر يستأذن عليكِ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أتحب أن آذن له</w:t>
      </w:r>
      <w:r w:rsidR="00455A43">
        <w:rPr>
          <w:rtl/>
        </w:rPr>
        <w:t>؟</w:t>
      </w:r>
      <w:r w:rsidR="00352E1E">
        <w:rPr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نعم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فأذنت له</w:t>
      </w:r>
      <w:r w:rsidR="00455A43">
        <w:rPr>
          <w:rtl/>
        </w:rPr>
        <w:t>،</w:t>
      </w:r>
      <w:r w:rsidRPr="00402856">
        <w:rPr>
          <w:rtl/>
        </w:rPr>
        <w:t xml:space="preserve"> فدخل عليها فرضّاها حتى رضيت عليه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على أنّ رواية أخرى تذهب إلى أنّ عمر قال لأبي بكر رضي الله عنهما</w:t>
      </w:r>
      <w:r w:rsidR="00455A43">
        <w:rPr>
          <w:rtl/>
        </w:rPr>
        <w:t>:</w:t>
      </w:r>
      <w:r w:rsidRPr="00402856">
        <w:rPr>
          <w:rtl/>
        </w:rPr>
        <w:t xml:space="preserve"> انطلق بنّا إلى فاطمة</w:t>
      </w:r>
      <w:r w:rsidR="00455A43">
        <w:rPr>
          <w:rtl/>
        </w:rPr>
        <w:t>،</w:t>
      </w:r>
      <w:r w:rsidRPr="00402856">
        <w:rPr>
          <w:rtl/>
        </w:rPr>
        <w:t xml:space="preserve"> فإنّا قد أغضبناها</w:t>
      </w:r>
      <w:r w:rsidR="00455A43">
        <w:rPr>
          <w:rtl/>
        </w:rPr>
        <w:t>،</w:t>
      </w:r>
      <w:r w:rsidRPr="00402856">
        <w:rPr>
          <w:rtl/>
        </w:rPr>
        <w:t xml:space="preserve"> فانطلقا جميعاً</w:t>
      </w:r>
      <w:r w:rsidR="00455A43">
        <w:rPr>
          <w:rtl/>
        </w:rPr>
        <w:t>،</w:t>
      </w:r>
      <w:r w:rsidRPr="00402856">
        <w:rPr>
          <w:rtl/>
        </w:rPr>
        <w:t xml:space="preserve"> فاستأذنا على فاطمة</w:t>
      </w:r>
      <w:r w:rsidR="00455A43">
        <w:rPr>
          <w:rtl/>
        </w:rPr>
        <w:t>،</w:t>
      </w:r>
      <w:r w:rsidRPr="00402856">
        <w:rPr>
          <w:rtl/>
        </w:rPr>
        <w:t xml:space="preserve"> فلم تأذن لهما</w:t>
      </w:r>
      <w:r w:rsidR="00455A43">
        <w:rPr>
          <w:rtl/>
        </w:rPr>
        <w:t>،</w:t>
      </w:r>
      <w:r w:rsidRPr="00402856">
        <w:rPr>
          <w:rtl/>
        </w:rPr>
        <w:t xml:space="preserve"> فأتيا عليّاً فكلّماه فأدخلهما عليها</w:t>
      </w:r>
      <w:r w:rsidR="00455A43">
        <w:rPr>
          <w:rtl/>
        </w:rPr>
        <w:t>،</w:t>
      </w:r>
      <w:r w:rsidRPr="00402856">
        <w:rPr>
          <w:rtl/>
        </w:rPr>
        <w:t xml:space="preserve"> فلمّا قابلاها حوّلت وجهها إلى الحائط</w:t>
      </w:r>
      <w:r w:rsidR="00455A43">
        <w:rPr>
          <w:rtl/>
        </w:rPr>
        <w:t>،</w:t>
      </w:r>
      <w:r w:rsidRPr="00402856">
        <w:rPr>
          <w:rtl/>
        </w:rPr>
        <w:t xml:space="preserve"> فسلّما عليها</w:t>
      </w:r>
      <w:r w:rsidR="00455A43">
        <w:rPr>
          <w:rtl/>
        </w:rPr>
        <w:t>،</w:t>
      </w:r>
      <w:r w:rsidRPr="00402856">
        <w:rPr>
          <w:rtl/>
        </w:rPr>
        <w:t xml:space="preserve"> فردّت عليهما السلام بصوت خافت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يا حبيبة رسول الله</w:t>
      </w:r>
      <w:r w:rsidR="00455A43">
        <w:rPr>
          <w:rtl/>
        </w:rPr>
        <w:t>،</w:t>
      </w:r>
      <w:r w:rsidRPr="00402856">
        <w:rPr>
          <w:rtl/>
        </w:rPr>
        <w:t xml:space="preserve"> والله إنّ قرابة رسول الله صلّى الله عليه وسلّم أحبّ إليّ من قرابتي</w:t>
      </w:r>
      <w:r w:rsidR="00455A43">
        <w:rPr>
          <w:rtl/>
        </w:rPr>
        <w:t>،</w:t>
      </w:r>
      <w:r w:rsidRPr="00402856">
        <w:rPr>
          <w:rtl/>
        </w:rPr>
        <w:t xml:space="preserve"> وإنّك لأحب إليّ من عائشة ابنتي</w:t>
      </w:r>
      <w:r w:rsidR="00455A43">
        <w:rPr>
          <w:rtl/>
        </w:rPr>
        <w:t>،</w:t>
      </w:r>
      <w:r w:rsidRPr="00402856">
        <w:rPr>
          <w:rtl/>
        </w:rPr>
        <w:t xml:space="preserve"> ولوددّت يوم مات أبوك أنّي متّ</w:t>
      </w:r>
      <w:r w:rsidR="00455A43">
        <w:rPr>
          <w:rtl/>
        </w:rPr>
        <w:t>،</w:t>
      </w:r>
      <w:r w:rsidRPr="00402856">
        <w:rPr>
          <w:rtl/>
        </w:rPr>
        <w:t xml:space="preserve"> ولا أبقى بعده</w:t>
      </w:r>
      <w:r w:rsidR="00455A43">
        <w:rPr>
          <w:rtl/>
        </w:rPr>
        <w:t>،</w:t>
      </w:r>
      <w:r w:rsidRPr="00402856">
        <w:rPr>
          <w:rtl/>
        </w:rPr>
        <w:t xml:space="preserve"> فتراني أعرفكِ وأعرف فضلكِ وشرفك</w:t>
      </w:r>
      <w:r w:rsidR="00455A43">
        <w:rPr>
          <w:rtl/>
        </w:rPr>
        <w:t>،</w:t>
      </w:r>
      <w:r w:rsidRPr="00402856">
        <w:rPr>
          <w:rtl/>
        </w:rPr>
        <w:t xml:space="preserve"> وأمنعكِ حقّكِ وميراثكِ من رسول الله</w:t>
      </w:r>
      <w:r w:rsidR="00455A43">
        <w:rPr>
          <w:rtl/>
        </w:rPr>
        <w:t>،</w:t>
      </w:r>
      <w:r w:rsidRPr="00402856">
        <w:rPr>
          <w:rtl/>
        </w:rPr>
        <w:t xml:space="preserve"> إلاّ إنّي سمعت أباكِ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نحن الأنبياء لا نورّث ذهباً ولا فضّة ولا داراً ولا عقاراً</w:t>
      </w:r>
      <w:r w:rsidR="00455A43">
        <w:rPr>
          <w:rtl/>
        </w:rPr>
        <w:t>،</w:t>
      </w:r>
      <w:r w:rsidRPr="00402856">
        <w:rPr>
          <w:rtl/>
        </w:rPr>
        <w:t xml:space="preserve"> وإنّما نورّث الكتاب والحكمة والعلم والنبوّة</w:t>
      </w:r>
      <w:r w:rsidR="00455A43">
        <w:rPr>
          <w:rtl/>
        </w:rPr>
        <w:t>،</w:t>
      </w:r>
      <w:r w:rsidRPr="00402856">
        <w:rPr>
          <w:rtl/>
        </w:rPr>
        <w:t xml:space="preserve"> وما تركناه فهو صدقة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فقالت فاطمة لأبي بكر وعمر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أرأيتكما إن حدّثتكما حديثاً عن رسول الله صلّى الله عليه وسلّم تعرفانه وتعلمان به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قالا</w:t>
      </w:r>
      <w:r w:rsidR="00455A43">
        <w:rPr>
          <w:rtl/>
        </w:rPr>
        <w:t>:</w:t>
      </w:r>
      <w:r w:rsidRPr="00402856">
        <w:rPr>
          <w:rtl/>
        </w:rPr>
        <w:t xml:space="preserve"> نعم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نشدتكما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ألم تسمعا رسول الله يقول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رضا فاطمة من رضاي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وسخط فاطمة من سخطي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أحبّ فاطمة ابنتي فقد أحبني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ومن أرضى فاطمة ابنتي فقد أرضاني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ومن أسخط فاطمة فقد أسخطني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قالا نعم سمعنا من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فإنّي أُشهد الله وملائكة أنّكما أسخطتماني وما أرضيتماني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ولئن لقيت النبي لأشكونّكما إليه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أنا عائذ بالله تعالى من سخطه وسخطكِ يا فاطمة</w:t>
      </w:r>
      <w:r w:rsidR="00455A43">
        <w:rPr>
          <w:rtl/>
        </w:rPr>
        <w:t>،</w:t>
      </w:r>
      <w:r w:rsidRPr="00402856">
        <w:rPr>
          <w:rtl/>
        </w:rPr>
        <w:t xml:space="preserve"> فقالت لأبي بكر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لا أُكلّمك أبداً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والله لا أهجرك أبداً</w:t>
      </w:r>
      <w:r w:rsidR="00455A43">
        <w:rPr>
          <w:rtl/>
        </w:rPr>
        <w:t>،</w:t>
      </w:r>
      <w:r w:rsidRPr="00402856">
        <w:rPr>
          <w:rtl/>
        </w:rPr>
        <w:t xml:space="preserve"> والله ما أجد أعزّ عليّ منكِ فقراً</w:t>
      </w:r>
      <w:r w:rsidR="00455A43">
        <w:rPr>
          <w:rtl/>
        </w:rPr>
        <w:t>،</w:t>
      </w:r>
      <w:r w:rsidRPr="00402856">
        <w:rPr>
          <w:rtl/>
        </w:rPr>
        <w:t xml:space="preserve"> ولا أحبّ إليّ منكِ غنى</w:t>
      </w:r>
      <w:r w:rsidR="00455A43">
        <w:rPr>
          <w:rtl/>
        </w:rPr>
        <w:t>،</w:t>
      </w:r>
      <w:r w:rsidRPr="00402856">
        <w:rPr>
          <w:rtl/>
        </w:rPr>
        <w:t xml:space="preserve"> ولكنّي سمعت رسول الله صلى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إنّا معاشر الأنبياء لا نورّث ما تركناه صدقة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وهناك في صحيح البخاري ما يُشير إلى أنّ الزهراء عليها السلام قد ظلّت على هجرها للصدّيق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ولم تُكلّمه حتى انتقلت إلى الرفيق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الأعلى راضية مرضيّاً عنها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فلقد روى البخاري في </w:t>
      </w:r>
      <w:r w:rsidR="00352E1E">
        <w:rPr>
          <w:rtl/>
        </w:rPr>
        <w:t>(</w:t>
      </w:r>
      <w:r w:rsidRPr="00402856">
        <w:rPr>
          <w:rtl/>
        </w:rPr>
        <w:t>باب غزوة خيبر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بسنده عن ابن شهاب</w:t>
      </w:r>
      <w:r w:rsidR="00455A43">
        <w:rPr>
          <w:rtl/>
        </w:rPr>
        <w:t>،</w:t>
      </w:r>
      <w:r w:rsidRPr="00402856">
        <w:rPr>
          <w:rtl/>
        </w:rPr>
        <w:t xml:space="preserve"> عن عروة عائشة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أنّ فاطمة عليها السلام بنت النبي صلّى الله عليه وسلّم أرسلت إلى أبي بكر تسأله ميراثها من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مما أفاء الله عليه بالمدينة وفدك وما بقي من خُمس خيبر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إنّ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نورّث ما تركناه صدقة</w:t>
      </w:r>
      <w:r w:rsidR="00455A43">
        <w:rPr>
          <w:rtl/>
        </w:rPr>
        <w:t>،</w:t>
      </w:r>
      <w:r w:rsidRPr="00402856">
        <w:rPr>
          <w:rtl/>
        </w:rPr>
        <w:t xml:space="preserve"> إنّما يأكل آل محمّد صلّى الله عليه وسلّم من هذا المال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وإنّي والله لا أغيّر شيئاً من صدقة رسول الله صلّى الله عليه وسلّم عن حالها التي كان عليها في عهد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ولأعملنّ فيها بما عمل به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فأبى أبو بكر أن يدفع إلى فاطمة</w:t>
      </w:r>
      <w:r w:rsidR="00455A43">
        <w:rPr>
          <w:rtl/>
        </w:rPr>
        <w:t>،</w:t>
      </w:r>
      <w:r w:rsidRPr="00402856">
        <w:rPr>
          <w:rtl/>
        </w:rPr>
        <w:t xml:space="preserve"> فوجدت فاطمة على أبي بكر في ذلك</w:t>
      </w:r>
      <w:r w:rsidR="00455A43">
        <w:rPr>
          <w:rtl/>
        </w:rPr>
        <w:t>،</w:t>
      </w:r>
      <w:r w:rsidRPr="00402856">
        <w:rPr>
          <w:rtl/>
        </w:rPr>
        <w:t xml:space="preserve"> فهجرته فلم تكلّمه حتى توفّيت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وعاشت بعد النبي صلّى الله عليه وسلّم ستّة أشهر</w:t>
      </w:r>
      <w:r w:rsidR="00455A43">
        <w:rPr>
          <w:rtl/>
        </w:rPr>
        <w:t>،</w:t>
      </w:r>
      <w:r w:rsidRPr="00402856">
        <w:rPr>
          <w:rtl/>
        </w:rPr>
        <w:t xml:space="preserve"> فلمّا توفّيت دفنها زوجها عليّ ليلاً</w:t>
      </w:r>
      <w:r w:rsidR="00455A43">
        <w:rPr>
          <w:rtl/>
        </w:rPr>
        <w:t>،</w:t>
      </w:r>
      <w:r w:rsidRPr="00402856">
        <w:rPr>
          <w:rtl/>
        </w:rPr>
        <w:t xml:space="preserve"> ولم يؤذن بها أبا بكر</w:t>
      </w:r>
      <w:r w:rsidR="00455A43">
        <w:rPr>
          <w:rtl/>
        </w:rPr>
        <w:t>،</w:t>
      </w:r>
      <w:r w:rsidRPr="00402856">
        <w:rPr>
          <w:rtl/>
        </w:rPr>
        <w:t xml:space="preserve"> وصلّى عليها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البخاري في صحيحه </w:t>
      </w:r>
      <w:r w:rsidR="00352E1E">
        <w:rPr>
          <w:rtl/>
        </w:rPr>
        <w:t>(</w:t>
      </w:r>
      <w:r w:rsidRPr="00402856">
        <w:rPr>
          <w:rtl/>
        </w:rPr>
        <w:t>في باب الفرائض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بسنده عن الزهري</w:t>
      </w:r>
      <w:r w:rsidR="00455A43">
        <w:rPr>
          <w:rtl/>
        </w:rPr>
        <w:t>،</w:t>
      </w:r>
      <w:r w:rsidRPr="00402856">
        <w:rPr>
          <w:rtl/>
        </w:rPr>
        <w:t xml:space="preserve"> عن عروة</w:t>
      </w:r>
      <w:r w:rsidR="00455A43">
        <w:rPr>
          <w:rtl/>
        </w:rPr>
        <w:t>،</w:t>
      </w:r>
      <w:r w:rsidRPr="00402856">
        <w:rPr>
          <w:rtl/>
        </w:rPr>
        <w:t xml:space="preserve"> عن عائشة</w:t>
      </w:r>
      <w:r w:rsidR="00455A43">
        <w:rPr>
          <w:rtl/>
        </w:rPr>
        <w:t>:</w:t>
      </w:r>
      <w:r w:rsidRPr="00402856">
        <w:rPr>
          <w:rtl/>
        </w:rPr>
        <w:t xml:space="preserve"> أنّ فاطمة والعباس عليهما السلام أتيا أبا بكر يلتمسان ميراثهما من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وهما حينئذ يطلبان أرضهما من فدك</w:t>
      </w:r>
      <w:r w:rsidR="00455A43">
        <w:rPr>
          <w:rtl/>
        </w:rPr>
        <w:t>،</w:t>
      </w:r>
      <w:r w:rsidRPr="00402856">
        <w:rPr>
          <w:rtl/>
        </w:rPr>
        <w:t xml:space="preserve"> وسهمهما من خيبر</w:t>
      </w:r>
      <w:r w:rsidR="00455A43">
        <w:rPr>
          <w:rtl/>
        </w:rPr>
        <w:t>،</w:t>
      </w:r>
      <w:r w:rsidRPr="00402856">
        <w:rPr>
          <w:rtl/>
        </w:rPr>
        <w:t xml:space="preserve"> فقال لهما أبو بكر</w:t>
      </w:r>
      <w:r w:rsidR="00455A43">
        <w:rPr>
          <w:rtl/>
        </w:rPr>
        <w:t>:</w:t>
      </w:r>
      <w:r w:rsidRPr="00402856">
        <w:rPr>
          <w:rtl/>
        </w:rPr>
        <w:t xml:space="preserve">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لا نورّث ما تركنا صدقة</w:t>
      </w:r>
      <w:r w:rsidR="00455A43">
        <w:rPr>
          <w:rtl/>
        </w:rPr>
        <w:t>،</w:t>
      </w:r>
      <w:r w:rsidRPr="00402856">
        <w:rPr>
          <w:rtl/>
        </w:rPr>
        <w:t xml:space="preserve"> إنّما يأكل آل محمد من هذا المال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أبو بكر</w:t>
      </w:r>
      <w:r w:rsidR="00455A43">
        <w:rPr>
          <w:rtl/>
        </w:rPr>
        <w:t>:</w:t>
      </w:r>
      <w:r w:rsidRPr="00402856">
        <w:rPr>
          <w:rtl/>
        </w:rPr>
        <w:t xml:space="preserve"> والله لا أدع أمراً رأيت رسول الله صلّى الله عليه وسلّم يصنعه فيه إلاّ صنعته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فهجرته فاطمة</w:t>
      </w:r>
      <w:r w:rsidR="00455A43">
        <w:rPr>
          <w:rtl/>
        </w:rPr>
        <w:t>،</w:t>
      </w:r>
      <w:r w:rsidRPr="00402856">
        <w:rPr>
          <w:rtl/>
        </w:rPr>
        <w:t xml:space="preserve"> فلم تكملّه حتى ماتت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البخاري أيضاً في صحيحه </w:t>
      </w:r>
      <w:r w:rsidR="00352E1E">
        <w:rPr>
          <w:rtl/>
        </w:rPr>
        <w:t>(</w:t>
      </w:r>
      <w:r w:rsidRPr="00402856">
        <w:rPr>
          <w:rtl/>
        </w:rPr>
        <w:t>في الخُمس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أنّ فاطمة بنت رسول الله صلّى الله عليه وسلّم غضبت على أبي بكر</w:t>
      </w:r>
      <w:r w:rsidR="00455A43">
        <w:rPr>
          <w:rtl/>
        </w:rPr>
        <w:t>،</w:t>
      </w:r>
      <w:r w:rsidRPr="00402856">
        <w:rPr>
          <w:rtl/>
        </w:rPr>
        <w:t xml:space="preserve"> فهجرته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فلم تزل مهاجرته حتى توفّيت</w:t>
      </w:r>
      <w:r w:rsidR="00455A43">
        <w:rPr>
          <w:rtl/>
        </w:rPr>
        <w:t>.</w:t>
      </w:r>
      <w:r w:rsidRPr="00402856">
        <w:rPr>
          <w:rtl/>
        </w:rPr>
        <w:t xml:space="preserve"> ثُمّ خرج أبو بكر باكياً</w:t>
      </w:r>
      <w:r w:rsidR="00455A43">
        <w:rPr>
          <w:rtl/>
        </w:rPr>
        <w:t>،</w:t>
      </w:r>
      <w:r w:rsidRPr="00402856">
        <w:rPr>
          <w:rtl/>
        </w:rPr>
        <w:t xml:space="preserve"> ومعه عُمر مُطرقاً</w:t>
      </w:r>
      <w:r w:rsidR="00455A43">
        <w:rPr>
          <w:rtl/>
        </w:rPr>
        <w:t>،</w:t>
      </w:r>
      <w:r w:rsidRPr="00402856">
        <w:rPr>
          <w:rtl/>
        </w:rPr>
        <w:t xml:space="preserve"> فذهبا إلى المسجد فاجتمعا بالناس</w:t>
      </w:r>
      <w:r w:rsidR="00455A43">
        <w:rPr>
          <w:rtl/>
        </w:rPr>
        <w:t>،</w:t>
      </w:r>
      <w:r w:rsidRPr="00402856">
        <w:rPr>
          <w:rtl/>
        </w:rPr>
        <w:t xml:space="preserve"> فقال أبو بكر</w:t>
      </w:r>
      <w:r w:rsidR="00455A43">
        <w:rPr>
          <w:rtl/>
        </w:rPr>
        <w:t>:</w:t>
      </w:r>
      <w:r w:rsidRPr="00402856">
        <w:rPr>
          <w:rtl/>
        </w:rPr>
        <w:t xml:space="preserve"> أيها الناس أقيلوني</w:t>
      </w:r>
      <w:r w:rsidR="00455A43">
        <w:rPr>
          <w:rtl/>
        </w:rPr>
        <w:t>،</w:t>
      </w:r>
      <w:r w:rsidRPr="00402856">
        <w:rPr>
          <w:rtl/>
        </w:rPr>
        <w:t xml:space="preserve"> يبيت كلّ رجل منكم معانقاً حليلته</w:t>
      </w:r>
      <w:r w:rsidR="00455A43">
        <w:rPr>
          <w:rtl/>
        </w:rPr>
        <w:t>،</w:t>
      </w:r>
      <w:r w:rsidRPr="00402856">
        <w:rPr>
          <w:rtl/>
        </w:rPr>
        <w:t xml:space="preserve"> مسروراً بأهله</w:t>
      </w:r>
      <w:r w:rsidR="00455A43">
        <w:rPr>
          <w:rtl/>
        </w:rPr>
        <w:t>،</w:t>
      </w:r>
      <w:r w:rsidRPr="00402856">
        <w:rPr>
          <w:rtl/>
        </w:rPr>
        <w:t xml:space="preserve"> وتركتموني وما أنا فيه</w:t>
      </w:r>
      <w:r w:rsidR="00455A43">
        <w:rPr>
          <w:rtl/>
        </w:rPr>
        <w:t>،</w:t>
      </w:r>
      <w:r w:rsidRPr="00402856">
        <w:rPr>
          <w:rtl/>
        </w:rPr>
        <w:t xml:space="preserve"> لا حاجة لي في بيعتكم</w:t>
      </w:r>
      <w:r w:rsidR="00455A43">
        <w:rPr>
          <w:rtl/>
        </w:rPr>
        <w:t>،</w:t>
      </w:r>
      <w:r w:rsidRPr="00402856">
        <w:rPr>
          <w:rtl/>
        </w:rPr>
        <w:t xml:space="preserve"> فقال له الناس</w:t>
      </w:r>
      <w:r w:rsidR="00455A43">
        <w:rPr>
          <w:rtl/>
        </w:rPr>
        <w:t>:</w:t>
      </w:r>
      <w:r w:rsidRPr="00402856">
        <w:rPr>
          <w:rtl/>
        </w:rPr>
        <w:t xml:space="preserve"> إنّ هذا الأمر لا يستقيم</w:t>
      </w:r>
      <w:r w:rsidR="00455A43">
        <w:rPr>
          <w:rtl/>
        </w:rPr>
        <w:t>،</w:t>
      </w:r>
      <w:r w:rsidRPr="00402856">
        <w:rPr>
          <w:rtl/>
        </w:rPr>
        <w:t xml:space="preserve"> وأنت أعلمنا بذلك</w:t>
      </w:r>
      <w:r w:rsidR="00455A43">
        <w:rPr>
          <w:rtl/>
        </w:rPr>
        <w:t>،</w:t>
      </w:r>
      <w:r w:rsidRPr="00402856">
        <w:rPr>
          <w:rtl/>
        </w:rPr>
        <w:t xml:space="preserve"> إنّه إن كان هذا لم يقم لله دين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والله لولا ذلك وما أخافه من رخاوة هذه العروة ما بتّ ليلة ولي في عنق مسلم بيعة</w:t>
      </w:r>
      <w:r w:rsidR="00455A43">
        <w:rPr>
          <w:rtl/>
        </w:rPr>
        <w:t>،</w:t>
      </w:r>
      <w:r w:rsidRPr="00402856">
        <w:rPr>
          <w:rtl/>
        </w:rPr>
        <w:t xml:space="preserve"> بعدما سمعت ورأيت من فاطمة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تلك قصّة فدك وغيرها من ميراث الرسول صلّى الله عليه وسلّم بين الزهراء والصدّيق</w:t>
      </w:r>
      <w:r w:rsidR="00455A43">
        <w:rPr>
          <w:rtl/>
        </w:rPr>
        <w:t>،</w:t>
      </w:r>
      <w:r w:rsidRPr="00402856">
        <w:rPr>
          <w:rtl/>
        </w:rPr>
        <w:t xml:space="preserve"> ولكن الأقدار كتبت لفدك مصيراً آخر على يد بني أُمية</w:t>
      </w:r>
      <w:r w:rsidR="00455A43">
        <w:rPr>
          <w:rtl/>
        </w:rPr>
        <w:t>،</w:t>
      </w:r>
      <w:r w:rsidRPr="00402856">
        <w:rPr>
          <w:rtl/>
        </w:rPr>
        <w:t xml:space="preserve"> لا يرعى للدين حقّه</w:t>
      </w:r>
      <w:r w:rsidR="00455A43">
        <w:rPr>
          <w:rtl/>
        </w:rPr>
        <w:t>،</w:t>
      </w:r>
      <w:r w:rsidRPr="00402856">
        <w:rPr>
          <w:rtl/>
        </w:rPr>
        <w:t xml:space="preserve"> ولا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يعيد لآل البيت ميراث جدّهم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ذلك أن قد أصبحت من مصادر المالية العامة في عهد الصدّيق</w:t>
      </w:r>
      <w:r w:rsidR="00455A43">
        <w:rPr>
          <w:rtl/>
        </w:rPr>
        <w:t>،</w:t>
      </w:r>
      <w:r w:rsidRPr="00402856">
        <w:rPr>
          <w:rtl/>
        </w:rPr>
        <w:t xml:space="preserve"> ثُمّ دفعها عُمَر</w:t>
      </w:r>
      <w:r w:rsidR="00455A43">
        <w:rPr>
          <w:rtl/>
        </w:rPr>
        <w:t>،</w:t>
      </w:r>
      <w:r w:rsidRPr="00402856">
        <w:rPr>
          <w:rtl/>
        </w:rPr>
        <w:t xml:space="preserve"> فيما يرى البعض إلى ورثة الرسول صلّى الله عليه وسلّم وكما جاء في طبقات ابن سعد</w:t>
      </w:r>
      <w:r w:rsidR="00455A43">
        <w:rPr>
          <w:rtl/>
        </w:rPr>
        <w:t>،</w:t>
      </w:r>
      <w:r w:rsidRPr="00402856">
        <w:rPr>
          <w:rtl/>
        </w:rPr>
        <w:t xml:space="preserve"> فلقد أدى اجتهاد عمر بن الخطاب رضي الله عنه لمّا وليَ الخلافة</w:t>
      </w:r>
      <w:r w:rsidR="00455A43">
        <w:rPr>
          <w:rtl/>
        </w:rPr>
        <w:t>،</w:t>
      </w:r>
      <w:r w:rsidRPr="00402856">
        <w:rPr>
          <w:rtl/>
        </w:rPr>
        <w:t xml:space="preserve"> وفتحت الفتوح واتّسعت على المسلمين</w:t>
      </w:r>
      <w:r w:rsidR="00455A43">
        <w:rPr>
          <w:rtl/>
        </w:rPr>
        <w:t>،</w:t>
      </w:r>
      <w:r w:rsidRPr="00402856">
        <w:rPr>
          <w:rtl/>
        </w:rPr>
        <w:t xml:space="preserve"> أن يردّها إلى ورثة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وبقيت على آل الرسول صلّى الله عليه وسلّم إلى أن تولّى الخلافة عثمان بن عفّان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فأقطعها مروان بن الحكم</w:t>
      </w:r>
      <w:r w:rsidR="00455A43">
        <w:rPr>
          <w:rtl/>
        </w:rPr>
        <w:t>،</w:t>
      </w:r>
      <w:r w:rsidRPr="00402856">
        <w:rPr>
          <w:rtl/>
        </w:rPr>
        <w:t xml:space="preserve"> فيما قيل</w:t>
      </w:r>
      <w:r w:rsidR="00455A43">
        <w:rPr>
          <w:rtl/>
        </w:rPr>
        <w:t>،</w:t>
      </w:r>
      <w:r w:rsidRPr="00402856">
        <w:rPr>
          <w:rtl/>
        </w:rPr>
        <w:t xml:space="preserve"> وقد ذهب الحافظ ابن حجَر إلى أنّ عثمان قد تأوّل أنّ الذي يختصّ بالنبي صلّى الله عليه وسلّم هو الخليفة</w:t>
      </w:r>
      <w:r w:rsidR="00455A43">
        <w:rPr>
          <w:rtl/>
        </w:rPr>
        <w:t>،</w:t>
      </w:r>
      <w:r w:rsidRPr="00402856">
        <w:rPr>
          <w:rtl/>
        </w:rPr>
        <w:t xml:space="preserve"> فاستغنى عثمان عنها بأمواله</w:t>
      </w:r>
      <w:r w:rsidR="00455A43">
        <w:rPr>
          <w:rtl/>
        </w:rPr>
        <w:t>،</w:t>
      </w:r>
      <w:r w:rsidRPr="00402856">
        <w:rPr>
          <w:rtl/>
        </w:rPr>
        <w:t xml:space="preserve"> فوصل بها بعض قرابته </w:t>
      </w:r>
      <w:r w:rsidR="00352E1E">
        <w:rPr>
          <w:rtl/>
        </w:rPr>
        <w:t>(</w:t>
      </w:r>
      <w:r w:rsidRPr="00402856">
        <w:rPr>
          <w:rtl/>
        </w:rPr>
        <w:t>مروان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ورغم عدم اطمئناننا إلى هذه الرواية من أساس</w:t>
      </w:r>
      <w:r w:rsidR="00455A43">
        <w:rPr>
          <w:rtl/>
        </w:rPr>
        <w:t>،</w:t>
      </w:r>
      <w:r w:rsidRPr="00402856">
        <w:rPr>
          <w:rtl/>
        </w:rPr>
        <w:t xml:space="preserve"> فإنّ هُناك مَن يذهب إلى أنّ الإمام علي قد انتزعها من مروان</w:t>
      </w:r>
      <w:r w:rsidR="00455A43">
        <w:rPr>
          <w:rtl/>
        </w:rPr>
        <w:t>،</w:t>
      </w:r>
      <w:r w:rsidRPr="00402856">
        <w:rPr>
          <w:rtl/>
        </w:rPr>
        <w:t xml:space="preserve"> على تقدير كونها عنده في خلافة عثمان</w:t>
      </w:r>
      <w:r w:rsidR="00455A43">
        <w:rPr>
          <w:rtl/>
        </w:rPr>
        <w:t>.</w:t>
      </w:r>
      <w:r w:rsidRPr="00402856">
        <w:rPr>
          <w:rtl/>
        </w:rPr>
        <w:t xml:space="preserve"> على أنّ أرجح الروايات وأكثرها قبولاً إنّما تنسب ذلك العمل إلى معاوية بن أبي سفيان</w:t>
      </w:r>
      <w:r w:rsidR="00455A43">
        <w:rPr>
          <w:rtl/>
        </w:rPr>
        <w:t>؛</w:t>
      </w:r>
      <w:r w:rsidRPr="00402856">
        <w:rPr>
          <w:rtl/>
        </w:rPr>
        <w:t xml:space="preserve"> ذلك أنّه لمّا ولّى نفسه الخلافة أكثر من الاستخفاف بالحق المظلوم</w:t>
      </w:r>
      <w:r w:rsidR="00455A43">
        <w:rPr>
          <w:rtl/>
        </w:rPr>
        <w:t>،</w:t>
      </w:r>
      <w:r w:rsidRPr="00402856">
        <w:rPr>
          <w:rtl/>
        </w:rPr>
        <w:t xml:space="preserve"> ذلك أنّ الصدّيق</w:t>
      </w:r>
      <w:r w:rsidR="00AF124A">
        <w:rPr>
          <w:rtl/>
        </w:rPr>
        <w:t xml:space="preserve"> - </w:t>
      </w:r>
      <w:r w:rsidRPr="00402856">
        <w:rPr>
          <w:rtl/>
        </w:rPr>
        <w:t>كما رأينا</w:t>
      </w:r>
      <w:r w:rsidR="00AF124A">
        <w:rPr>
          <w:rtl/>
        </w:rPr>
        <w:t xml:space="preserve"> - </w:t>
      </w:r>
      <w:r w:rsidRPr="00402856">
        <w:rPr>
          <w:rtl/>
        </w:rPr>
        <w:t>بصفته ولي الأمر جعل أمرها له</w:t>
      </w:r>
      <w:r w:rsidR="00455A43">
        <w:rPr>
          <w:rtl/>
        </w:rPr>
        <w:t>،</w:t>
      </w:r>
      <w:r w:rsidRPr="00402856">
        <w:rPr>
          <w:rtl/>
        </w:rPr>
        <w:t xml:space="preserve"> يلي فيها ما كان يليه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فلمّا كانت أيام معاوية وكان قد جعل أموال المسلمين وكأنها مِلكه الخاص</w:t>
      </w:r>
      <w:r w:rsidR="00455A43">
        <w:rPr>
          <w:rtl/>
        </w:rPr>
        <w:t>،</w:t>
      </w:r>
      <w:r w:rsidRPr="00402856">
        <w:rPr>
          <w:rtl/>
        </w:rPr>
        <w:t xml:space="preserve"> فكان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جميع ما تحت يدي لي</w:t>
      </w:r>
      <w:r w:rsidR="00455A43">
        <w:rPr>
          <w:rtl/>
        </w:rPr>
        <w:t>،</w:t>
      </w:r>
      <w:r w:rsidRPr="00402856">
        <w:rPr>
          <w:rtl/>
        </w:rPr>
        <w:t xml:space="preserve"> فما أعطيته قربى إلى الله</w:t>
      </w:r>
      <w:r w:rsidR="00455A43">
        <w:rPr>
          <w:rtl/>
        </w:rPr>
        <w:t>،</w:t>
      </w:r>
      <w:r w:rsidRPr="00402856">
        <w:rPr>
          <w:rtl/>
        </w:rPr>
        <w:t xml:space="preserve"> وما أمسك فلا جناح علَي فيه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ومن هذا المنطلق أقطع معاوية ابن عمّه مروان بن الحكم</w:t>
      </w:r>
      <w:r w:rsidR="00455A43">
        <w:rPr>
          <w:rtl/>
        </w:rPr>
        <w:t>،</w:t>
      </w:r>
      <w:r w:rsidRPr="00402856">
        <w:rPr>
          <w:rtl/>
        </w:rPr>
        <w:t xml:space="preserve"> والذي سوف يرث هو وأبناؤه دولة معاوية</w:t>
      </w:r>
      <w:r w:rsidR="00455A43">
        <w:rPr>
          <w:rtl/>
        </w:rPr>
        <w:t>،</w:t>
      </w:r>
      <w:r w:rsidRPr="00402856">
        <w:rPr>
          <w:rtl/>
        </w:rPr>
        <w:t xml:space="preserve"> أقطعه ثلث فَدَك</w:t>
      </w:r>
      <w:r w:rsidR="00455A43">
        <w:rPr>
          <w:rtl/>
        </w:rPr>
        <w:t>،</w:t>
      </w:r>
      <w:r w:rsidRPr="00402856">
        <w:rPr>
          <w:rtl/>
        </w:rPr>
        <w:t xml:space="preserve"> وعمر بن عثمان ثلثها</w:t>
      </w:r>
      <w:r w:rsidR="00455A43">
        <w:rPr>
          <w:rtl/>
        </w:rPr>
        <w:t>،</w:t>
      </w:r>
      <w:r w:rsidRPr="00402856">
        <w:rPr>
          <w:rtl/>
        </w:rPr>
        <w:t xml:space="preserve"> ويزيد ابنه ثلثها الآخر</w:t>
      </w:r>
      <w:r w:rsidR="00455A43">
        <w:rPr>
          <w:rtl/>
        </w:rPr>
        <w:t>،</w:t>
      </w:r>
      <w:r w:rsidRPr="00402856">
        <w:rPr>
          <w:rtl/>
        </w:rPr>
        <w:t xml:space="preserve"> فلم يزالوا يتداولونها حتى خلصت كلّها لمروان بن الحكم</w:t>
      </w:r>
      <w:r w:rsidR="00455A43">
        <w:rPr>
          <w:rtl/>
        </w:rPr>
        <w:t>،</w:t>
      </w:r>
      <w:r w:rsidRPr="00402856">
        <w:rPr>
          <w:rtl/>
        </w:rPr>
        <w:t xml:space="preserve"> أيام مُلكه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D255FF" w:rsidRDefault="00402856" w:rsidP="00402856">
      <w:pPr>
        <w:pStyle w:val="libNormal"/>
        <w:rPr>
          <w:rtl/>
        </w:rPr>
      </w:pPr>
      <w:r w:rsidRPr="00402856">
        <w:rPr>
          <w:rtl/>
        </w:rPr>
        <w:t>على أنّ هناك رواية أُخرى تذهب إلى أنّه في سنة أربعين ولّى معاوية مروان ابن الحكم المدينة</w:t>
      </w:r>
      <w:r w:rsidR="00455A43">
        <w:rPr>
          <w:rtl/>
        </w:rPr>
        <w:t>،</w:t>
      </w:r>
      <w:r w:rsidRPr="00402856">
        <w:rPr>
          <w:rtl/>
        </w:rPr>
        <w:t xml:space="preserve"> فكتب إلى معاوية يطلب إليه فدك</w:t>
      </w:r>
      <w:r w:rsidR="00455A43">
        <w:rPr>
          <w:rtl/>
        </w:rPr>
        <w:t>،</w:t>
      </w:r>
      <w:r w:rsidRPr="00402856">
        <w:rPr>
          <w:rtl/>
        </w:rPr>
        <w:t xml:space="preserve"> فأعطاه إياها</w:t>
      </w:r>
      <w:r w:rsidR="00455A43">
        <w:rPr>
          <w:rtl/>
        </w:rPr>
        <w:t>،</w:t>
      </w:r>
      <w:r w:rsidRPr="00402856">
        <w:rPr>
          <w:rtl/>
        </w:rPr>
        <w:t xml:space="preserve"> فكانت بيد مروان يبيع ثمرها بعشرة آلاف دينار كلّ سَنة</w:t>
      </w:r>
      <w:r w:rsidR="00455A43">
        <w:rPr>
          <w:rtl/>
        </w:rPr>
        <w:t>،</w:t>
      </w:r>
      <w:r w:rsidRPr="00402856">
        <w:rPr>
          <w:rtl/>
        </w:rPr>
        <w:t xml:space="preserve"> ثُمّ نُزع مروان عن المدينة وغضب عليه معاوية فقبضها منه</w:t>
      </w:r>
      <w:r w:rsidR="00455A43">
        <w:rPr>
          <w:rtl/>
        </w:rPr>
        <w:t>،</w:t>
      </w:r>
      <w:r w:rsidRPr="00402856">
        <w:rPr>
          <w:rtl/>
        </w:rPr>
        <w:t xml:space="preserve"> فكانت بيد وكيله بالمدينة</w:t>
      </w:r>
      <w:r w:rsidR="00455A43">
        <w:rPr>
          <w:rtl/>
        </w:rPr>
        <w:t>،</w:t>
      </w:r>
      <w:r w:rsidRPr="00402856">
        <w:rPr>
          <w:rtl/>
        </w:rPr>
        <w:t xml:space="preserve"> وطلبها الوليد بن عتبة بن أبي سفيان</w:t>
      </w:r>
      <w:r w:rsidR="00455A43">
        <w:rPr>
          <w:rtl/>
        </w:rPr>
        <w:t>،</w:t>
      </w:r>
      <w:r w:rsidRPr="00402856">
        <w:rPr>
          <w:rtl/>
        </w:rPr>
        <w:t xml:space="preserve"> ثُمّ سعيد بن العاص</w:t>
      </w:r>
      <w:r w:rsidR="00455A43">
        <w:rPr>
          <w:rtl/>
        </w:rPr>
        <w:t>،</w:t>
      </w:r>
      <w:r w:rsidRPr="00402856">
        <w:rPr>
          <w:rtl/>
        </w:rPr>
        <w:t xml:space="preserve"> فأبى معاوية أن يعطيها لأحدهما</w:t>
      </w:r>
      <w:r w:rsidR="00455A43">
        <w:rPr>
          <w:rtl/>
        </w:rPr>
        <w:t>،</w:t>
      </w:r>
      <w:r w:rsidRPr="00402856">
        <w:rPr>
          <w:rtl/>
        </w:rPr>
        <w:t xml:space="preserve"> فلمّا ولّى معاويةُ مروانَ المدينة المرّة الأخيرة ردّها عليه بغير طلب من مروان</w:t>
      </w:r>
      <w:r w:rsidR="00455A43">
        <w:rPr>
          <w:rtl/>
        </w:rPr>
        <w:t>،</w:t>
      </w:r>
      <w:r w:rsidRPr="00402856">
        <w:rPr>
          <w:rtl/>
        </w:rPr>
        <w:t xml:space="preserve"> وردّ عليه غلّتها فيما مضى</w:t>
      </w:r>
      <w:r w:rsidR="00455A43">
        <w:rPr>
          <w:rtl/>
        </w:rPr>
        <w:t>،</w:t>
      </w:r>
      <w:r w:rsidRPr="00402856">
        <w:rPr>
          <w:rtl/>
        </w:rPr>
        <w:t xml:space="preserve"> فأعطى مروان ولده عبد الملك نصفها</w:t>
      </w:r>
      <w:r w:rsidR="00455A43">
        <w:rPr>
          <w:rtl/>
        </w:rPr>
        <w:t>،</w:t>
      </w:r>
      <w:r w:rsidRPr="00402856">
        <w:rPr>
          <w:rtl/>
        </w:rPr>
        <w:t xml:space="preserve"> وأعطى ولده الآخرة عبد العزيز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D255FF">
        <w:rPr>
          <w:rtl/>
        </w:rPr>
        <w:lastRenderedPageBreak/>
        <w:t>نصفها الآخر</w:t>
      </w:r>
      <w:r w:rsidR="00455A43">
        <w:rPr>
          <w:rtl/>
        </w:rPr>
        <w:t>،</w:t>
      </w:r>
      <w:r w:rsidRPr="00D255FF">
        <w:rPr>
          <w:rtl/>
        </w:rPr>
        <w:t xml:space="preserve"> وفي رواية اليعقوبي</w:t>
      </w:r>
      <w:r w:rsidR="00455A43">
        <w:rPr>
          <w:rtl/>
        </w:rPr>
        <w:t>:</w:t>
      </w:r>
      <w:r w:rsidRPr="00D255FF">
        <w:rPr>
          <w:rtl/>
        </w:rPr>
        <w:t xml:space="preserve"> أنّ معاوية وهب فدكاً لمروان</w:t>
      </w:r>
      <w:r w:rsidR="00455A43">
        <w:rPr>
          <w:rtl/>
        </w:rPr>
        <w:t>؛</w:t>
      </w:r>
      <w:r w:rsidRPr="00D255FF">
        <w:rPr>
          <w:rtl/>
        </w:rPr>
        <w:t xml:space="preserve"> ليُغيظ بذلك آل رسول الله صلّى الله عليه وسلّم</w:t>
      </w:r>
      <w:r w:rsidR="00455A43">
        <w:rPr>
          <w:rtl/>
        </w:rPr>
        <w:t>.</w:t>
      </w:r>
      <w:r w:rsidRPr="00D255FF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D255FF">
        <w:rPr>
          <w:rtl/>
        </w:rPr>
        <w:t>ويروي ابن عبد ربّه في العقد الفريد</w:t>
      </w:r>
      <w:r w:rsidR="00455A43">
        <w:rPr>
          <w:rtl/>
        </w:rPr>
        <w:t>،</w:t>
      </w:r>
      <w:r w:rsidRPr="00D255FF">
        <w:rPr>
          <w:rtl/>
        </w:rPr>
        <w:t xml:space="preserve"> والبلاذري في فتوح البلدان أنّه</w:t>
      </w:r>
      <w:r w:rsidR="00455A43">
        <w:rPr>
          <w:rtl/>
        </w:rPr>
        <w:t>:</w:t>
      </w:r>
      <w:r w:rsidRPr="00D255FF">
        <w:rPr>
          <w:rtl/>
        </w:rPr>
        <w:t xml:space="preserve"> لمّا ولي عُمر بن العزيز قال</w:t>
      </w:r>
      <w:r w:rsidR="00455A43">
        <w:rPr>
          <w:rtl/>
        </w:rPr>
        <w:t>:</w:t>
      </w:r>
      <w:r w:rsidRPr="00D255FF">
        <w:rPr>
          <w:rtl/>
        </w:rPr>
        <w:t xml:space="preserve"> إنّ فدكاً كانت مما أفاء الله على رسوله صلّى الله عليه وسلّم يصنع فيها حيث أمره الله</w:t>
      </w:r>
      <w:r w:rsidR="00455A43">
        <w:rPr>
          <w:rtl/>
        </w:rPr>
        <w:t>،</w:t>
      </w:r>
      <w:r w:rsidRPr="00D255FF">
        <w:rPr>
          <w:rtl/>
        </w:rPr>
        <w:t xml:space="preserve"> ثُمّ أبو بكر وعمر وعثمان</w:t>
      </w:r>
      <w:r w:rsidR="00455A43">
        <w:rPr>
          <w:rtl/>
        </w:rPr>
        <w:t>،</w:t>
      </w:r>
      <w:r w:rsidRPr="00D255FF">
        <w:rPr>
          <w:rtl/>
        </w:rPr>
        <w:t xml:space="preserve"> كانوا يضعونها المواضيع التي وضعها رسول الله صلّى الله عليه وسلّم</w:t>
      </w:r>
      <w:r w:rsidR="00455A43">
        <w:rPr>
          <w:rtl/>
        </w:rPr>
        <w:t>،</w:t>
      </w:r>
      <w:r w:rsidRPr="00D255FF">
        <w:rPr>
          <w:rtl/>
        </w:rPr>
        <w:t xml:space="preserve"> ثُمّ وليَ معاوية فأقطعها مروان</w:t>
      </w:r>
      <w:r w:rsidR="00455A43">
        <w:rPr>
          <w:rtl/>
        </w:rPr>
        <w:t>،</w:t>
      </w:r>
      <w:r w:rsidRPr="00D255FF">
        <w:rPr>
          <w:rtl/>
        </w:rPr>
        <w:t xml:space="preserve"> ووهبها مروان لعبد الملك وعبد العزيز</w:t>
      </w:r>
      <w:r w:rsidR="00455A43">
        <w:rPr>
          <w:rtl/>
        </w:rPr>
        <w:t>،</w:t>
      </w:r>
      <w:r w:rsidRPr="00D255FF">
        <w:rPr>
          <w:rtl/>
        </w:rPr>
        <w:t xml:space="preserve"> فقسمناها بيننا أثلاثاً</w:t>
      </w:r>
      <w:r w:rsidR="00455A43">
        <w:rPr>
          <w:rtl/>
        </w:rPr>
        <w:t>،</w:t>
      </w:r>
      <w:r w:rsidRPr="00D255FF">
        <w:rPr>
          <w:rtl/>
        </w:rPr>
        <w:t xml:space="preserve"> أنا والوليد وسليمان</w:t>
      </w:r>
      <w:r w:rsidR="00455A43">
        <w:rPr>
          <w:rtl/>
        </w:rPr>
        <w:t>،</w:t>
      </w:r>
      <w:r w:rsidRPr="00D255FF">
        <w:rPr>
          <w:rtl/>
        </w:rPr>
        <w:t xml:space="preserve"> فلمّا وليَ الوليد سألته نصيبه فوهبه لي</w:t>
      </w:r>
      <w:r w:rsidR="00455A43">
        <w:rPr>
          <w:rtl/>
        </w:rPr>
        <w:t>،</w:t>
      </w:r>
      <w:r w:rsidRPr="00D255FF">
        <w:rPr>
          <w:rtl/>
        </w:rPr>
        <w:t xml:space="preserve"> وما كان لي مال أحبّ إليّ منها</w:t>
      </w:r>
      <w:r w:rsidR="00455A43">
        <w:rPr>
          <w:rtl/>
        </w:rPr>
        <w:t>،</w:t>
      </w:r>
      <w:r w:rsidRPr="00D255FF">
        <w:rPr>
          <w:rtl/>
        </w:rPr>
        <w:t xml:space="preserve"> وأنا أُشهدكم أنّني قد رددتها إلى ما كانت عليه على عهد رسول الله صلّى الله عليه وسلّم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D255FF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D255FF">
        <w:rPr>
          <w:rtl/>
        </w:rPr>
        <w:t>وزاد السمهودي في وفاء الوفاء بأخبار دار المصطفى</w:t>
      </w:r>
      <w:r w:rsidR="00455A43">
        <w:rPr>
          <w:rtl/>
        </w:rPr>
        <w:t>،</w:t>
      </w:r>
      <w:r w:rsidRPr="00D255FF">
        <w:rPr>
          <w:rtl/>
        </w:rPr>
        <w:t xml:space="preserve"> قوله</w:t>
      </w:r>
      <w:r w:rsidR="00455A43">
        <w:rPr>
          <w:rtl/>
        </w:rPr>
        <w:t>:</w:t>
      </w:r>
      <w:r w:rsidRPr="00D255FF">
        <w:rPr>
          <w:rtl/>
        </w:rPr>
        <w:t xml:space="preserve"> </w:t>
      </w:r>
      <w:r w:rsidR="00352E1E">
        <w:rPr>
          <w:rtl/>
        </w:rPr>
        <w:t>(</w:t>
      </w:r>
      <w:r w:rsidRPr="00D255FF">
        <w:rPr>
          <w:rtl/>
        </w:rPr>
        <w:t>أوردها إلى وُلد فاطمة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D255FF">
        <w:rPr>
          <w:rtl/>
        </w:rPr>
        <w:t xml:space="preserve"> وإلى هذا ذهب الفيروز آبادي في </w:t>
      </w:r>
      <w:r w:rsidR="00352E1E">
        <w:rPr>
          <w:rtl/>
        </w:rPr>
        <w:t>(</w:t>
      </w:r>
      <w:r w:rsidRPr="00D255FF">
        <w:rPr>
          <w:rtl/>
        </w:rPr>
        <w:t>المغانم المطابة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D255FF">
        <w:rPr>
          <w:rtl/>
        </w:rPr>
        <w:t xml:space="preserve"> وغيره</w:t>
      </w:r>
      <w:r w:rsidR="00455A43">
        <w:rPr>
          <w:rtl/>
        </w:rPr>
        <w:t>،</w:t>
      </w:r>
      <w:r w:rsidRPr="00D255FF">
        <w:rPr>
          <w:rtl/>
        </w:rPr>
        <w:t xml:space="preserve"> ومن ثَمّ فهناك رواية تذهب إلى أنّه كتب إلى واليه على المدينة أبي بكر بن عمر بن حزم يأمره بردّها إلى وُلد فاطمة عليها السلام</w:t>
      </w:r>
      <w:r w:rsidR="00455A43">
        <w:rPr>
          <w:rtl/>
        </w:rPr>
        <w:t>،</w:t>
      </w:r>
      <w:r w:rsidRPr="00D255FF">
        <w:rPr>
          <w:rtl/>
        </w:rPr>
        <w:t xml:space="preserve"> فكتب إليه</w:t>
      </w:r>
      <w:r w:rsidR="00455A43">
        <w:rPr>
          <w:rtl/>
        </w:rPr>
        <w:t>:</w:t>
      </w:r>
      <w:r w:rsidRPr="00D255FF">
        <w:rPr>
          <w:rtl/>
        </w:rPr>
        <w:t xml:space="preserve"> إنّ فاطمة عليها السلام قد وُلدت من آل عثمان وآل فلان وفلان</w:t>
      </w:r>
      <w:r w:rsidR="00455A43">
        <w:rPr>
          <w:rtl/>
        </w:rPr>
        <w:t>،</w:t>
      </w:r>
      <w:r w:rsidRPr="00D255FF">
        <w:rPr>
          <w:rtl/>
        </w:rPr>
        <w:t xml:space="preserve"> فعلى مَن أردّ منهم</w:t>
      </w:r>
      <w:r w:rsidR="00455A43">
        <w:rPr>
          <w:rtl/>
        </w:rPr>
        <w:t>؟</w:t>
      </w:r>
      <w:r w:rsidRPr="00D255FF">
        <w:rPr>
          <w:rtl/>
        </w:rPr>
        <w:t xml:space="preserve"> فكتب إليه</w:t>
      </w:r>
      <w:r w:rsidR="00455A43">
        <w:rPr>
          <w:rtl/>
        </w:rPr>
        <w:t>:</w:t>
      </w:r>
      <w:r w:rsidRPr="00D255FF">
        <w:rPr>
          <w:rtl/>
        </w:rPr>
        <w:t xml:space="preserve"> أمّا بعد</w:t>
      </w:r>
      <w:r w:rsidR="00455A43">
        <w:rPr>
          <w:rtl/>
        </w:rPr>
        <w:t>،</w:t>
      </w:r>
      <w:r w:rsidRPr="00D255FF">
        <w:rPr>
          <w:rtl/>
        </w:rPr>
        <w:t xml:space="preserve"> فإنّي لو كتبت إليك آمرك أن تذبح بقرة لسألتني ما لونها</w:t>
      </w:r>
      <w:r w:rsidR="00455A43">
        <w:rPr>
          <w:rtl/>
        </w:rPr>
        <w:t>،</w:t>
      </w:r>
      <w:r w:rsidRPr="00D255FF">
        <w:rPr>
          <w:rtl/>
        </w:rPr>
        <w:t xml:space="preserve"> فإذا ورد عليك كتابي هذا فاقسمها في وِلد فاطمة من علي عليه السلام</w:t>
      </w:r>
      <w:r w:rsidR="00455A43">
        <w:rPr>
          <w:rtl/>
        </w:rPr>
        <w:t>.</w:t>
      </w:r>
      <w:r w:rsidRPr="00D255FF">
        <w:rPr>
          <w:rtl/>
        </w:rPr>
        <w:t xml:space="preserve"> فنقمَت بنو أميّة ذلك على عمر بن عبد العزيز</w:t>
      </w:r>
      <w:r w:rsidR="00455A43">
        <w:rPr>
          <w:rtl/>
        </w:rPr>
        <w:t>،</w:t>
      </w:r>
      <w:r w:rsidRPr="00D255FF">
        <w:rPr>
          <w:rtl/>
        </w:rPr>
        <w:t xml:space="preserve"> وعاتبوه فيه</w:t>
      </w:r>
      <w:r w:rsidR="00455A43">
        <w:rPr>
          <w:rtl/>
        </w:rPr>
        <w:t>،</w:t>
      </w:r>
      <w:r w:rsidRPr="00D255FF">
        <w:rPr>
          <w:rtl/>
        </w:rPr>
        <w:t xml:space="preserve"> وقالوا له</w:t>
      </w:r>
      <w:r w:rsidR="00455A43">
        <w:rPr>
          <w:rtl/>
        </w:rPr>
        <w:t>:</w:t>
      </w:r>
      <w:r w:rsidRPr="00D255FF">
        <w:rPr>
          <w:rtl/>
        </w:rPr>
        <w:t xml:space="preserve"> هجنت فِعل الشيخين</w:t>
      </w:r>
      <w:r w:rsidR="00455A43">
        <w:rPr>
          <w:rtl/>
        </w:rPr>
        <w:t>.</w:t>
      </w:r>
      <w:r w:rsidRPr="00D255FF">
        <w:rPr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D255FF">
        <w:rPr>
          <w:rtl/>
        </w:rPr>
        <w:t>ولمّا ولي يزيد بن عبد الملك انتزعها من أولاد فاطمة عليها السلام</w:t>
      </w:r>
      <w:r w:rsidR="00455A43">
        <w:rPr>
          <w:rtl/>
        </w:rPr>
        <w:t>،</w:t>
      </w:r>
      <w:r w:rsidRPr="00D255FF">
        <w:rPr>
          <w:rtl/>
        </w:rPr>
        <w:t xml:space="preserve"> فصارت في بني مروان حتى انقرضت دولتهم</w:t>
      </w:r>
      <w:r w:rsidR="00455A43">
        <w:rPr>
          <w:rtl/>
        </w:rPr>
        <w:t>،</w:t>
      </w:r>
      <w:r w:rsidRPr="00D255FF">
        <w:rPr>
          <w:rtl/>
        </w:rPr>
        <w:t xml:space="preserve"> فلمّا قام أبو العبّاس السفّاح بالأمر وتقلّد الخلافة</w:t>
      </w:r>
      <w:r w:rsidR="00455A43">
        <w:rPr>
          <w:rtl/>
        </w:rPr>
        <w:t>،</w:t>
      </w:r>
      <w:r w:rsidRPr="00D255FF">
        <w:rPr>
          <w:rtl/>
        </w:rPr>
        <w:t xml:space="preserve"> ردّها على عبد الله بن الحسن بن الحسن بن علي بن أبي طالب</w:t>
      </w:r>
      <w:r w:rsidR="00455A43">
        <w:rPr>
          <w:rtl/>
        </w:rPr>
        <w:t>،</w:t>
      </w:r>
      <w:r w:rsidRPr="00D255FF">
        <w:rPr>
          <w:rtl/>
        </w:rPr>
        <w:t xml:space="preserve"> فلمّا وليَ المنصور وخرج عليه بنو الحسن قبضها عنهم</w:t>
      </w:r>
      <w:r w:rsidR="00455A43">
        <w:rPr>
          <w:rtl/>
        </w:rPr>
        <w:t>،</w:t>
      </w:r>
      <w:r w:rsidRPr="00D255FF">
        <w:rPr>
          <w:rtl/>
        </w:rPr>
        <w:t xml:space="preserve"> ثُمّ أعادها وَلده المهدي إليهم</w:t>
      </w:r>
      <w:r w:rsidR="00455A43">
        <w:rPr>
          <w:rtl/>
        </w:rPr>
        <w:t>،</w:t>
      </w:r>
      <w:r w:rsidRPr="00D255FF">
        <w:rPr>
          <w:rtl/>
        </w:rPr>
        <w:t xml:space="preserve"> ثُمّ قبضها موسى بن المهدي</w:t>
      </w:r>
      <w:r w:rsidR="00455A43">
        <w:rPr>
          <w:rtl/>
        </w:rPr>
        <w:t>،</w:t>
      </w:r>
      <w:r w:rsidRPr="00D255FF">
        <w:rPr>
          <w:rtl/>
        </w:rPr>
        <w:t xml:space="preserve"> ثُمّ أعادها المأمون إلى بني فاطمة وعلي</w:t>
      </w:r>
      <w:r w:rsidR="00455A43">
        <w:rPr>
          <w:rtl/>
        </w:rPr>
        <w:t>،</w:t>
      </w:r>
      <w:r w:rsidRPr="00D255FF">
        <w:rPr>
          <w:rtl/>
        </w:rPr>
        <w:t xml:space="preserve"> من عام 220 ه‍ـ</w:t>
      </w:r>
      <w:r w:rsidR="00455A43">
        <w:rPr>
          <w:rtl/>
        </w:rPr>
        <w:t>،</w:t>
      </w:r>
      <w:r w:rsidRPr="00D255FF">
        <w:rPr>
          <w:rtl/>
        </w:rPr>
        <w:t xml:space="preserve"> وكتب بذلك إلى قثم بن جعفر عامله على المدينة</w:t>
      </w:r>
      <w:r w:rsidR="00455A43">
        <w:rPr>
          <w:rtl/>
        </w:rPr>
        <w:t>:</w:t>
      </w:r>
      <w:r w:rsidRPr="00D255FF">
        <w:rPr>
          <w:rtl/>
        </w:rPr>
        <w:t xml:space="preserve"> أمّا بعد فإنّ أمير المؤمنين بمكانة من دين الله</w:t>
      </w:r>
      <w:r w:rsidR="00455A43">
        <w:rPr>
          <w:rtl/>
        </w:rPr>
        <w:t>،</w:t>
      </w:r>
      <w:r w:rsidRPr="00D255FF">
        <w:rPr>
          <w:rtl/>
        </w:rPr>
        <w:t xml:space="preserve"> وخلافة رسول الله صلّى آله عليه وسلّم</w:t>
      </w:r>
      <w:r w:rsidR="00455A43">
        <w:rPr>
          <w:rtl/>
        </w:rPr>
        <w:t>،</w:t>
      </w:r>
      <w:r w:rsidRPr="00D255FF">
        <w:rPr>
          <w:rtl/>
        </w:rPr>
        <w:t xml:space="preserve"> والقرابة به</w:t>
      </w:r>
      <w:r w:rsidR="00455A43">
        <w:rPr>
          <w:rtl/>
        </w:rPr>
        <w:t>،</w:t>
      </w:r>
      <w:r w:rsidRPr="00D255FF">
        <w:rPr>
          <w:rtl/>
        </w:rPr>
        <w:t xml:space="preserve"> أَولى مَن استنّ بسنته</w:t>
      </w:r>
      <w:r w:rsidR="00455A43">
        <w:rPr>
          <w:rtl/>
        </w:rPr>
        <w:t>،</w:t>
      </w:r>
      <w:r w:rsidRPr="00D255FF">
        <w:rPr>
          <w:rtl/>
        </w:rPr>
        <w:t xml:space="preserve"> ونفّذ أمره</w:t>
      </w:r>
      <w:r w:rsidR="00455A43">
        <w:rPr>
          <w:rtl/>
        </w:rPr>
        <w:t>،</w:t>
      </w:r>
      <w:r w:rsidRPr="00D255FF">
        <w:rPr>
          <w:rtl/>
        </w:rPr>
        <w:t xml:space="preserve"> وسلّم لمن منحه منحته</w:t>
      </w:r>
      <w:r w:rsidR="00455A43">
        <w:rPr>
          <w:rtl/>
        </w:rPr>
        <w:t>،</w:t>
      </w:r>
      <w:r w:rsidRPr="00D255FF">
        <w:rPr>
          <w:rtl/>
        </w:rPr>
        <w:t xml:space="preserve"> وتصدّق عليه بصدقة منحته وصدقته</w:t>
      </w:r>
      <w:r w:rsidR="00455A43">
        <w:rPr>
          <w:rtl/>
        </w:rPr>
        <w:t>،</w:t>
      </w:r>
      <w:r w:rsidRPr="00D255FF">
        <w:rPr>
          <w:rtl/>
        </w:rPr>
        <w:t xml:space="preserve"> وبالله توفيق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402856" w:rsidRDefault="00402856" w:rsidP="00402856">
      <w:pPr>
        <w:pStyle w:val="libNormal"/>
        <w:rPr>
          <w:rtl/>
        </w:rPr>
      </w:pPr>
      <w:r w:rsidRPr="003F16B7">
        <w:rPr>
          <w:rtl/>
        </w:rPr>
        <w:lastRenderedPageBreak/>
        <w:t>أمير المؤمنين وعصمته</w:t>
      </w:r>
      <w:r w:rsidR="00455A43">
        <w:rPr>
          <w:rtl/>
        </w:rPr>
        <w:t>،</w:t>
      </w:r>
      <w:r w:rsidRPr="003F16B7">
        <w:rPr>
          <w:rtl/>
        </w:rPr>
        <w:t xml:space="preserve"> وإليه</w:t>
      </w:r>
      <w:r w:rsidR="00AF124A">
        <w:rPr>
          <w:rtl/>
        </w:rPr>
        <w:t xml:space="preserve"> - </w:t>
      </w:r>
      <w:r w:rsidRPr="003F16B7">
        <w:rPr>
          <w:rtl/>
        </w:rPr>
        <w:t>في العمل بما يقرّبه إليه</w:t>
      </w:r>
      <w:r w:rsidR="00AF124A">
        <w:rPr>
          <w:rtl/>
        </w:rPr>
        <w:t xml:space="preserve"> - </w:t>
      </w:r>
      <w:r w:rsidRPr="003F16B7">
        <w:rPr>
          <w:rtl/>
        </w:rPr>
        <w:t>رغبته</w:t>
      </w:r>
      <w:r w:rsidR="00455A43">
        <w:rPr>
          <w:rtl/>
        </w:rPr>
        <w:t>،</w:t>
      </w:r>
      <w:r w:rsidRPr="003F16B7">
        <w:rPr>
          <w:rtl/>
        </w:rPr>
        <w:t xml:space="preserve"> وقد كان رسول الله صلّى الله عليه وسلّم أعطى فدكاً فاطمة بنت رسول الله صلّى الله عليه وسلّم</w:t>
      </w:r>
      <w:r w:rsidR="00455A43">
        <w:rPr>
          <w:rtl/>
        </w:rPr>
        <w:t>،</w:t>
      </w:r>
      <w:r w:rsidRPr="003F16B7">
        <w:rPr>
          <w:rtl/>
        </w:rPr>
        <w:t xml:space="preserve"> وتصدّق بها عليها</w:t>
      </w:r>
      <w:r w:rsidR="00455A43">
        <w:rPr>
          <w:rtl/>
        </w:rPr>
        <w:t>،</w:t>
      </w:r>
      <w:r w:rsidRPr="003F16B7">
        <w:rPr>
          <w:rtl/>
        </w:rPr>
        <w:t xml:space="preserve"> وكان ذلك أمراً ظاهراً معروفاً</w:t>
      </w:r>
      <w:r w:rsidR="00455A43">
        <w:rPr>
          <w:rtl/>
        </w:rPr>
        <w:t>،</w:t>
      </w:r>
      <w:r w:rsidRPr="003F16B7">
        <w:rPr>
          <w:rtl/>
        </w:rPr>
        <w:t xml:space="preserve"> لا اختلاف فيه بين آل رسول الله صلّى الله عليه وسلّم</w:t>
      </w:r>
      <w:r w:rsidR="00455A43">
        <w:rPr>
          <w:rtl/>
        </w:rPr>
        <w:t>،</w:t>
      </w:r>
      <w:r w:rsidRPr="003F16B7">
        <w:rPr>
          <w:rtl/>
        </w:rPr>
        <w:t xml:space="preserve"> ولم تدع منه ما هو أَولى به من صدّق عليه</w:t>
      </w:r>
      <w:r w:rsidR="00455A43">
        <w:rPr>
          <w:rtl/>
        </w:rPr>
        <w:t>،</w:t>
      </w:r>
      <w:r w:rsidRPr="003F16B7">
        <w:rPr>
          <w:rtl/>
        </w:rPr>
        <w:t xml:space="preserve"> فرأى أمير المؤمنين أن يردّها إلى ورثتها</w:t>
      </w:r>
      <w:r w:rsidR="00455A43">
        <w:rPr>
          <w:rtl/>
        </w:rPr>
        <w:t>،</w:t>
      </w:r>
      <w:r w:rsidRPr="003F16B7">
        <w:rPr>
          <w:rtl/>
        </w:rPr>
        <w:t xml:space="preserve"> ويسلّمها إليهم</w:t>
      </w:r>
      <w:r w:rsidR="00455A43">
        <w:rPr>
          <w:rtl/>
        </w:rPr>
        <w:t>،</w:t>
      </w:r>
      <w:r w:rsidRPr="003F16B7">
        <w:rPr>
          <w:rtl/>
        </w:rPr>
        <w:t xml:space="preserve"> تقرّباً إلى الله تعالى بإقامة حقّه وعدله</w:t>
      </w:r>
      <w:r w:rsidR="00455A43">
        <w:rPr>
          <w:rtl/>
        </w:rPr>
        <w:t>،</w:t>
      </w:r>
      <w:r w:rsidRPr="003F16B7">
        <w:rPr>
          <w:rtl/>
        </w:rPr>
        <w:t xml:space="preserve"> وإلى رسول الله صلّى الله عليه وسلّم بتنفيذ أمره وصدقته</w:t>
      </w:r>
      <w:r w:rsidR="00455A43">
        <w:rPr>
          <w:rtl/>
        </w:rPr>
        <w:t>،</w:t>
      </w:r>
      <w:r w:rsidRPr="003F16B7">
        <w:rPr>
          <w:rtl/>
        </w:rPr>
        <w:t xml:space="preserve"> فأمر بإثبات ذلك في دواوينه</w:t>
      </w:r>
      <w:r w:rsidR="00455A43">
        <w:rPr>
          <w:rtl/>
        </w:rPr>
        <w:t>،</w:t>
      </w:r>
      <w:r w:rsidRPr="003F16B7">
        <w:rPr>
          <w:rtl/>
        </w:rPr>
        <w:t xml:space="preserve"> والكتاب إلى عمّاله</w:t>
      </w:r>
      <w:r w:rsidR="00455A43">
        <w:rPr>
          <w:rtl/>
        </w:rPr>
        <w:t>،</w:t>
      </w:r>
      <w:r w:rsidRPr="003F16B7">
        <w:rPr>
          <w:rtl/>
        </w:rPr>
        <w:t xml:space="preserve"> فلئن كان ينادي في كلّ موسم بعد أن قُبض نبيه صلّى الله عليه وسلّم أن يذكر كلّ من كانت له صدقة أو هبة أو عدة ذلك</w:t>
      </w:r>
      <w:r w:rsidR="00455A43">
        <w:rPr>
          <w:rtl/>
        </w:rPr>
        <w:t>،</w:t>
      </w:r>
      <w:r w:rsidRPr="003F16B7">
        <w:rPr>
          <w:rtl/>
        </w:rPr>
        <w:t xml:space="preserve"> فيقبل قوله وتنفذ عدته</w:t>
      </w:r>
      <w:r w:rsidR="00455A43">
        <w:rPr>
          <w:rtl/>
        </w:rPr>
        <w:t>،</w:t>
      </w:r>
      <w:r w:rsidRPr="003F16B7">
        <w:rPr>
          <w:rtl/>
        </w:rPr>
        <w:t xml:space="preserve"> إنّ فاطمة رضي الله عنها لأَولى بأن يُصدّق قولها فيما جعل رسول الله صلّى الله عليه وسلّم لها</w:t>
      </w:r>
      <w:r w:rsidR="00455A43">
        <w:rPr>
          <w:rtl/>
        </w:rPr>
        <w:t>.</w:t>
      </w:r>
      <w:r w:rsidRPr="003F16B7">
        <w:rPr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3F16B7">
        <w:rPr>
          <w:rtl/>
        </w:rPr>
        <w:t>وقد كتب أمير المؤمنين إلى المبارك الطبري مولى أمير المؤمنين يأمره بردّ فدك إلى ورثة فاطمة بنت رسول الله صلّى الله عليه وسلّم بحدودها وجميع حقوقها المنسوبة إليها</w:t>
      </w:r>
      <w:r w:rsidR="00455A43">
        <w:rPr>
          <w:rtl/>
        </w:rPr>
        <w:t>،</w:t>
      </w:r>
      <w:r w:rsidRPr="003F16B7">
        <w:rPr>
          <w:rtl/>
        </w:rPr>
        <w:t xml:space="preserve"> وما فيها من الرقيق والغلاّت وغير ذلك</w:t>
      </w:r>
      <w:r w:rsidR="00455A43">
        <w:rPr>
          <w:rtl/>
        </w:rPr>
        <w:t>،</w:t>
      </w:r>
      <w:r w:rsidRPr="003F16B7">
        <w:rPr>
          <w:rtl/>
        </w:rPr>
        <w:t xml:space="preserve"> وتسليمها إلى محمد بن يحيى بن الحسين بن زيد بن علي بن الحسين بن علي بن أبي طالب</w:t>
      </w:r>
      <w:r w:rsidR="00455A43">
        <w:rPr>
          <w:rtl/>
        </w:rPr>
        <w:t>،</w:t>
      </w:r>
      <w:r w:rsidRPr="003F16B7">
        <w:rPr>
          <w:rtl/>
        </w:rPr>
        <w:t xml:space="preserve"> ومحمد بن عبد الله بن الحسن بن علي بن الحسين بن علي بن أبي طالب لتولية أمير المؤمنين إياهما القيام بها لأهلها</w:t>
      </w:r>
      <w:r w:rsidR="00455A43">
        <w:rPr>
          <w:rtl/>
        </w:rPr>
        <w:t>،</w:t>
      </w:r>
      <w:r w:rsidRPr="003F16B7">
        <w:rPr>
          <w:rtl/>
        </w:rPr>
        <w:t xml:space="preserve"> فاعلم ذلك من رأي أمير المؤمنين</w:t>
      </w:r>
      <w:r w:rsidR="00455A43">
        <w:rPr>
          <w:rtl/>
        </w:rPr>
        <w:t>،</w:t>
      </w:r>
      <w:r w:rsidRPr="003F16B7">
        <w:rPr>
          <w:rtl/>
        </w:rPr>
        <w:t xml:space="preserve"> وما ألهمه الله من طاعته</w:t>
      </w:r>
      <w:r w:rsidR="00455A43">
        <w:rPr>
          <w:rtl/>
        </w:rPr>
        <w:t>،</w:t>
      </w:r>
      <w:r w:rsidRPr="003F16B7">
        <w:rPr>
          <w:rtl/>
        </w:rPr>
        <w:t xml:space="preserve"> ووفّقه له من التقرّب إليه وإلى رسول الله صلّى الله عليه وسلّم</w:t>
      </w:r>
      <w:r w:rsidR="00455A43">
        <w:rPr>
          <w:rtl/>
        </w:rPr>
        <w:t>،</w:t>
      </w:r>
      <w:r w:rsidRPr="003F16B7">
        <w:rPr>
          <w:rtl/>
        </w:rPr>
        <w:t xml:space="preserve"> وأعلِمه من قِبَلك</w:t>
      </w:r>
      <w:r w:rsidR="00455A43">
        <w:rPr>
          <w:rtl/>
        </w:rPr>
        <w:t>،</w:t>
      </w:r>
      <w:r w:rsidRPr="003F16B7">
        <w:rPr>
          <w:rtl/>
        </w:rPr>
        <w:t xml:space="preserve"> وعامل محمد بن يحيي ومحمد بن عبد الله بما كنتَ تعامل به المبارك الطبري</w:t>
      </w:r>
      <w:r w:rsidR="00455A43">
        <w:rPr>
          <w:rtl/>
        </w:rPr>
        <w:t>،</w:t>
      </w:r>
      <w:r w:rsidRPr="003F16B7">
        <w:rPr>
          <w:rtl/>
        </w:rPr>
        <w:t xml:space="preserve"> وأعنهما على ما فيه عمارتها ومصلحتها ووفور غلاّتها إن شاء الله</w:t>
      </w:r>
      <w:r w:rsidR="00455A43">
        <w:rPr>
          <w:rtl/>
        </w:rPr>
        <w:t>،</w:t>
      </w:r>
      <w:r w:rsidRPr="003F16B7">
        <w:rPr>
          <w:rtl/>
        </w:rPr>
        <w:t xml:space="preserve"> والسلام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3F16B7">
        <w:rPr>
          <w:rtl/>
        </w:rPr>
        <w:t xml:space="preserve">وكتب يوم الأربعاء لليلتين خلتا من ذي القعدة سنة عشر ومئتين </w:t>
      </w:r>
      <w:r w:rsidR="00352E1E">
        <w:rPr>
          <w:rtl/>
        </w:rPr>
        <w:t>(</w:t>
      </w:r>
      <w:r w:rsidRPr="003F16B7">
        <w:rPr>
          <w:rtl/>
        </w:rPr>
        <w:t>اُنظر البلاذري</w:t>
      </w:r>
      <w:r w:rsidR="00455A43">
        <w:rPr>
          <w:rtl/>
        </w:rPr>
        <w:t>:</w:t>
      </w:r>
      <w:r w:rsidRPr="003F16B7">
        <w:rPr>
          <w:rtl/>
        </w:rPr>
        <w:t xml:space="preserve"> فتوح البلدان 46 - 47</w:t>
      </w:r>
      <w:r w:rsidR="00455A43">
        <w:rPr>
          <w:rtl/>
        </w:rPr>
        <w:t>،</w:t>
      </w:r>
      <w:r w:rsidRPr="003F16B7">
        <w:rPr>
          <w:rtl/>
        </w:rPr>
        <w:t xml:space="preserve"> بيروت 1983</w:t>
      </w:r>
      <w:r w:rsidR="00352E1E">
        <w:rPr>
          <w:rtl/>
        </w:rPr>
        <w:t>)</w:t>
      </w:r>
      <w:r w:rsidR="00455A43">
        <w:rPr>
          <w:rtl/>
        </w:rPr>
        <w:t>.</w:t>
      </w:r>
      <w:r w:rsidRPr="003F16B7">
        <w:rPr>
          <w:rtl/>
        </w:rPr>
        <w:t xml:space="preserve"> </w:t>
      </w:r>
    </w:p>
    <w:p w:rsidR="00402856" w:rsidRPr="00402856" w:rsidRDefault="00402856" w:rsidP="00402856">
      <w:pPr>
        <w:pStyle w:val="libNormal"/>
        <w:rPr>
          <w:rtl/>
        </w:rPr>
      </w:pPr>
      <w:r w:rsidRPr="003F16B7">
        <w:rPr>
          <w:rtl/>
        </w:rPr>
        <w:t>ولمّا بويع المتوكّل انتزعها من الفاطميّين</w:t>
      </w:r>
      <w:r w:rsidR="00455A43">
        <w:rPr>
          <w:rtl/>
        </w:rPr>
        <w:t>،</w:t>
      </w:r>
      <w:r w:rsidRPr="003F16B7">
        <w:rPr>
          <w:rtl/>
        </w:rPr>
        <w:t xml:space="preserve"> وأقطعها عبد الله بن عمر البازيار</w:t>
      </w:r>
      <w:r w:rsidR="00455A43">
        <w:rPr>
          <w:rtl/>
        </w:rPr>
        <w:t>،</w:t>
      </w:r>
      <w:r w:rsidRPr="003F16B7">
        <w:rPr>
          <w:rtl/>
        </w:rPr>
        <w:t xml:space="preserve"> وكان فيها إحدى عشر نخلة غرسها رسول الله صلّى الله عليه وسلّم بيده الكريمة</w:t>
      </w:r>
      <w:r w:rsidR="00455A43">
        <w:rPr>
          <w:rtl/>
        </w:rPr>
        <w:t>.</w:t>
      </w:r>
      <w:r w:rsidRPr="003F16B7">
        <w:rPr>
          <w:rtl/>
        </w:rPr>
        <w:t xml:space="preserve"> فوجّه عبد الله البازيار رجلاً يُقال له بشران بن أبي أُميّة الثقفي إلى المدينة</w:t>
      </w:r>
      <w:r w:rsidR="00455A43">
        <w:rPr>
          <w:rtl/>
        </w:rPr>
        <w:t>،</w:t>
      </w:r>
      <w:r w:rsidRPr="003F16B7">
        <w:rPr>
          <w:rtl/>
        </w:rPr>
        <w:t xml:space="preserve"> فصرم تلك النخيل ثُمّ عاد ففلَج</w:t>
      </w:r>
      <w:r w:rsidR="00455A43">
        <w:rPr>
          <w:rtl/>
        </w:rPr>
        <w:t>،</w:t>
      </w:r>
      <w:r w:rsidRPr="003F16B7">
        <w:rPr>
          <w:rtl/>
        </w:rPr>
        <w:t xml:space="preserve"> وينتهي عهد أبناء الزهراء بفدك بخلافة المتوكّل</w:t>
      </w:r>
      <w:r w:rsidR="00455A43">
        <w:rPr>
          <w:rtl/>
        </w:rPr>
        <w:t>،</w:t>
      </w:r>
      <w:r w:rsidRPr="003F16B7">
        <w:rPr>
          <w:rtl/>
        </w:rPr>
        <w:t xml:space="preserve"> ومنحه إياها عبد الله بن عمر البازيار</w:t>
      </w:r>
      <w:r w:rsidR="00455A43">
        <w:rPr>
          <w:rtl/>
        </w:rPr>
        <w:t>،</w:t>
      </w:r>
      <w:r w:rsidRPr="003F16B7">
        <w:rPr>
          <w:rtl/>
        </w:rPr>
        <w:t xml:space="preserve"> وهكذا كانت فدك مع ملوك بني أُميّة طوال أيام دولتهم</w:t>
      </w:r>
      <w:r w:rsidR="00455A43">
        <w:rPr>
          <w:rtl/>
        </w:rPr>
        <w:t>،</w:t>
      </w:r>
      <w:r w:rsidRPr="003F16B7">
        <w:rPr>
          <w:rtl/>
        </w:rPr>
        <w:t xml:space="preserve"> ما عدا أيام عمر بن عبد العزيز</w:t>
      </w:r>
      <w:r w:rsidR="00455A43">
        <w:rPr>
          <w:rtl/>
        </w:rPr>
        <w:t>،</w:t>
      </w:r>
      <w:r w:rsidRPr="003F16B7">
        <w:rPr>
          <w:rtl/>
        </w:rPr>
        <w:t xml:space="preserve"> ثُمّ كانت على أيام العباسيّين طبقاً لأهواء الملوك والحكام</w:t>
      </w:r>
      <w:r w:rsidR="00455A43">
        <w:rPr>
          <w:rtl/>
        </w:rPr>
        <w:t>،</w:t>
      </w:r>
      <w:r w:rsidRPr="003F16B7">
        <w:rPr>
          <w:rtl/>
        </w:rPr>
        <w:t xml:space="preserve"> يعطونها لأهل البيت</w:t>
      </w:r>
      <w:r w:rsidR="00455A43">
        <w:rPr>
          <w:rtl/>
        </w:rPr>
        <w:t>،</w:t>
      </w:r>
      <w:r w:rsidRPr="003F16B7">
        <w:rPr>
          <w:rtl/>
        </w:rPr>
        <w:t xml:space="preserve"> إن أرادوا</w:t>
      </w:r>
      <w:r w:rsidR="00455A43">
        <w:rPr>
          <w:rtl/>
        </w:rPr>
        <w:t>،</w:t>
      </w:r>
      <w:r w:rsidRPr="003F16B7">
        <w:rPr>
          <w:rtl/>
        </w:rPr>
        <w:t xml:space="preserve"> ويقبضونها عنهم متى شاءوا.</w:t>
      </w:r>
      <w:r w:rsidRPr="00402856">
        <w:rPr>
          <w:rtl/>
        </w:rPr>
        <w:t xml:space="preserve"> </w:t>
      </w:r>
    </w:p>
    <w:p w:rsidR="005A636F" w:rsidRDefault="005A636F" w:rsidP="005A636F">
      <w:pPr>
        <w:pStyle w:val="libNormal"/>
        <w:rPr>
          <w:rtl/>
        </w:rPr>
      </w:pPr>
      <w:r>
        <w:rPr>
          <w:rtl/>
        </w:rPr>
        <w:br w:type="page"/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lastRenderedPageBreak/>
        <w:br w:type="page"/>
      </w:r>
    </w:p>
    <w:p w:rsidR="00402856" w:rsidRPr="00402856" w:rsidRDefault="00402856" w:rsidP="00402856">
      <w:pPr>
        <w:pStyle w:val="Heading3"/>
        <w:rPr>
          <w:rtl/>
        </w:rPr>
      </w:pPr>
      <w:bookmarkStart w:id="19" w:name="_Toc413931531"/>
      <w:r w:rsidRPr="003F16B7">
        <w:rPr>
          <w:rtl/>
        </w:rPr>
        <w:lastRenderedPageBreak/>
        <w:t>الفصلُ الرابع</w:t>
      </w:r>
      <w:r w:rsidR="00455A43">
        <w:rPr>
          <w:rtl/>
        </w:rPr>
        <w:t>:</w:t>
      </w:r>
      <w:r w:rsidRPr="003F16B7">
        <w:rPr>
          <w:rtl/>
        </w:rPr>
        <w:t xml:space="preserve"> فضائل الزهراء</w:t>
      </w:r>
      <w:bookmarkEnd w:id="19"/>
      <w:r w:rsidRPr="003F16B7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اختصّ الله الزهراء من بين أخواتها</w:t>
      </w:r>
      <w:r w:rsidR="00AF124A">
        <w:rPr>
          <w:rtl/>
        </w:rPr>
        <w:t xml:space="preserve"> - </w:t>
      </w:r>
      <w:r w:rsidRPr="00402856">
        <w:rPr>
          <w:rtl/>
        </w:rPr>
        <w:t>بنات النبي</w:t>
      </w:r>
      <w:r w:rsidR="00AF124A">
        <w:rPr>
          <w:rtl/>
        </w:rPr>
        <w:t xml:space="preserve"> - </w:t>
      </w:r>
      <w:r w:rsidRPr="00402856">
        <w:rPr>
          <w:rtl/>
        </w:rPr>
        <w:t>بالدرجة الرفيعة التي رفعها إليها</w:t>
      </w:r>
      <w:r w:rsidR="00455A43">
        <w:rPr>
          <w:rtl/>
        </w:rPr>
        <w:t>،</w:t>
      </w:r>
      <w:r w:rsidRPr="00402856">
        <w:rPr>
          <w:rtl/>
        </w:rPr>
        <w:t xml:space="preserve"> فجعلها في مقام مريم ابنة عمران</w:t>
      </w:r>
      <w:r w:rsidR="00455A43">
        <w:rPr>
          <w:rtl/>
        </w:rPr>
        <w:t>،</w:t>
      </w:r>
      <w:r w:rsidRPr="00402856">
        <w:rPr>
          <w:rtl/>
        </w:rPr>
        <w:t xml:space="preserve"> حيث وصفهما رسول الله صلّى الله عليه وسلّم بأنهما خير نساء العالمين</w:t>
      </w:r>
      <w:r w:rsidR="00455A43">
        <w:rPr>
          <w:rtl/>
        </w:rPr>
        <w:t>،</w:t>
      </w:r>
      <w:r w:rsidRPr="00402856">
        <w:rPr>
          <w:rtl/>
        </w:rPr>
        <w:t xml:space="preserve"> واختصّ الله الزهراء كذلك</w:t>
      </w:r>
      <w:r w:rsidR="00455A43">
        <w:rPr>
          <w:rtl/>
        </w:rPr>
        <w:t>،</w:t>
      </w:r>
      <w:r w:rsidRPr="00402856">
        <w:rPr>
          <w:rtl/>
        </w:rPr>
        <w:t xml:space="preserve"> بأن كانت وحدها</w:t>
      </w:r>
      <w:r w:rsidR="00455A43">
        <w:rPr>
          <w:rtl/>
        </w:rPr>
        <w:t>،</w:t>
      </w:r>
      <w:r w:rsidRPr="00402856">
        <w:rPr>
          <w:rtl/>
        </w:rPr>
        <w:t xml:space="preserve"> من دون أبناء النبي وبناته</w:t>
      </w:r>
      <w:r w:rsidR="00455A43">
        <w:rPr>
          <w:rtl/>
        </w:rPr>
        <w:t>،</w:t>
      </w:r>
      <w:r w:rsidRPr="00402856">
        <w:rPr>
          <w:rtl/>
        </w:rPr>
        <w:t xml:space="preserve"> هي التي كان منها سبطا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ومنهما كان نسل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ومن ثَمّ فقد كان للزهراء</w:t>
      </w:r>
      <w:r w:rsidR="00AF124A">
        <w:rPr>
          <w:rtl/>
        </w:rPr>
        <w:t xml:space="preserve"> - </w:t>
      </w:r>
      <w:r w:rsidRPr="00402856">
        <w:rPr>
          <w:rtl/>
        </w:rPr>
        <w:t>بضعة رسول الله</w:t>
      </w:r>
      <w:r w:rsidR="00455A43">
        <w:rPr>
          <w:rtl/>
        </w:rPr>
        <w:t>،</w:t>
      </w:r>
      <w:r w:rsidRPr="00402856">
        <w:rPr>
          <w:rtl/>
        </w:rPr>
        <w:t xml:space="preserve"> وسيدة آل البيت</w:t>
      </w:r>
      <w:r w:rsidR="00455A43">
        <w:rPr>
          <w:rtl/>
        </w:rPr>
        <w:t>،</w:t>
      </w:r>
      <w:r w:rsidRPr="00402856">
        <w:rPr>
          <w:rtl/>
        </w:rPr>
        <w:t xml:space="preserve"> وأم الأئمة</w:t>
      </w:r>
      <w:r w:rsidR="00455A43">
        <w:rPr>
          <w:rtl/>
        </w:rPr>
        <w:t>،</w:t>
      </w:r>
      <w:r w:rsidRPr="00402856">
        <w:rPr>
          <w:rtl/>
        </w:rPr>
        <w:t xml:space="preserve"> وسيدة نساء المؤمنين</w:t>
      </w:r>
      <w:r w:rsidR="00AF124A">
        <w:rPr>
          <w:rtl/>
        </w:rPr>
        <w:t xml:space="preserve"> - </w:t>
      </w:r>
      <w:r w:rsidRPr="00402856">
        <w:rPr>
          <w:rtl/>
        </w:rPr>
        <w:t>كثيراً من الفضائل التي أنعم الله بها عليها</w:t>
      </w:r>
      <w:r w:rsidR="00455A43">
        <w:rPr>
          <w:rtl/>
        </w:rPr>
        <w:t>؛</w:t>
      </w:r>
      <w:r w:rsidRPr="00402856">
        <w:rPr>
          <w:rtl/>
        </w:rPr>
        <w:t xml:space="preserve"> إكراماً لأبيها النبي الرسول</w:t>
      </w:r>
      <w:r w:rsidR="00455A43">
        <w:rPr>
          <w:rtl/>
        </w:rPr>
        <w:t>،</w:t>
      </w:r>
      <w:r w:rsidRPr="00402856">
        <w:rPr>
          <w:rtl/>
        </w:rPr>
        <w:t xml:space="preserve"> سيدنا ومولانا وجدّنا محمّد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ومن هذه الفضائل ما جاء في القرآن الكريم</w:t>
      </w:r>
      <w:r w:rsidR="00455A43">
        <w:rPr>
          <w:rtl/>
        </w:rPr>
        <w:t>،</w:t>
      </w:r>
      <w:r w:rsidRPr="00402856">
        <w:rPr>
          <w:rtl/>
        </w:rPr>
        <w:t xml:space="preserve"> ومنها ما جاء في الحديث الشريف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3F16B7">
        <w:rPr>
          <w:rtl/>
        </w:rPr>
        <w:t>أولاً</w:t>
      </w:r>
      <w:r w:rsidR="00455A43">
        <w:rPr>
          <w:rtl/>
        </w:rPr>
        <w:t>:</w:t>
      </w:r>
      <w:r w:rsidRPr="003F16B7">
        <w:rPr>
          <w:rtl/>
        </w:rPr>
        <w:t xml:space="preserve"> في القرآن الكريم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ليست هناك آيات خاصّة في القرآن الكريم بالسيدة فاطمة الزهراء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وإنّما تشترك هي فيما نزل من كتاب الله خاصّاً بآل البيت الطاهرين المطهّرين</w:t>
      </w:r>
      <w:r w:rsidR="00455A43">
        <w:rPr>
          <w:rtl/>
        </w:rPr>
        <w:t>،</w:t>
      </w:r>
      <w:r w:rsidRPr="00402856">
        <w:rPr>
          <w:rtl/>
        </w:rPr>
        <w:t xml:space="preserve"> ومِن ذلك آية المباهلة </w:t>
      </w:r>
      <w:r w:rsidR="00352E1E">
        <w:rPr>
          <w:rtl/>
        </w:rPr>
        <w:t>(</w:t>
      </w:r>
      <w:r w:rsidRPr="00402856">
        <w:rPr>
          <w:rtl/>
        </w:rPr>
        <w:t>آل عمران 61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مسلم</w:t>
      </w:r>
      <w:r w:rsidR="00455A43">
        <w:rPr>
          <w:rtl/>
        </w:rPr>
        <w:t>،</w:t>
      </w:r>
      <w:r w:rsidRPr="00402856">
        <w:rPr>
          <w:rtl/>
        </w:rPr>
        <w:t xml:space="preserve"> لمّا نزلت آية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تَعَالَوْا نَدْعُ أَبْنَاءَنَا وَأَبْنَاءَكُمْ وَنِسَاءَنَا وَنِسَاءَكُمْ وَأَنْفُسَنَا وَأَنْفُسَكُمْ ثُمَّ نَبْتَهِلْ فَنَجْعَلْ لَعْنَةَ اللَّهِ عَلَى الْكَاذِبِينَ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دعا رسول الله صلّى الله عليه وسلّم عليّاً وفاطمة والحسن والحسين رضي الله عنهم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اللّهمّ هؤلاء أهلي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وآية المباهلة هذه بإجماع المسلمين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على اختلاف مذاهبهم</w:t>
      </w:r>
      <w:r w:rsidR="00455A43">
        <w:rPr>
          <w:rtl/>
        </w:rPr>
        <w:t>،</w:t>
      </w:r>
      <w:r w:rsidRPr="00402856">
        <w:rPr>
          <w:rtl/>
        </w:rPr>
        <w:t xml:space="preserve"> إنّما نزلت في رسول الله صلّى الله عليه وسلّم وابنته الزهراء وابن عمّه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وسبطيه الحسن والحسين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آية التطهير </w:t>
      </w:r>
      <w:r w:rsidR="00352E1E">
        <w:rPr>
          <w:rtl/>
        </w:rPr>
        <w:t>(</w:t>
      </w:r>
      <w:r w:rsidRPr="00402856">
        <w:rPr>
          <w:rtl/>
        </w:rPr>
        <w:t>الأحزاب 33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أخرج ابن جرير وابن أبي حاتم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الخذري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نزلت هذه الآية في خمسة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فيّ وفي عليّ وحسن وحسين وفاطمة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وَرَسُولَهُ إِنَّمَا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آية مودة القربى </w:t>
      </w:r>
      <w:r w:rsidR="00352E1E">
        <w:rPr>
          <w:rtl/>
        </w:rPr>
        <w:t>(</w:t>
      </w:r>
      <w:r w:rsidRPr="00402856">
        <w:rPr>
          <w:rtl/>
        </w:rPr>
        <w:t>الشورى 23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البيضاوي</w:t>
      </w:r>
      <w:r w:rsidR="00455A43">
        <w:rPr>
          <w:rtl/>
        </w:rPr>
        <w:t>،</w:t>
      </w:r>
      <w:r w:rsidRPr="00402856">
        <w:rPr>
          <w:rtl/>
        </w:rPr>
        <w:t xml:space="preserve"> في تفسيره لقوله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الصَّالِحَاتِ قُلْ لاَ أَسْأَلُكُمْ عَلَيْهِ أَجْرًا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قيل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مَن قرابتك هؤلاء الذين وجبت علينا مودتهم</w:t>
      </w:r>
      <w:r w:rsidR="00455A43">
        <w:rPr>
          <w:rtl/>
        </w:rPr>
        <w:t>؟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عليّ وفاطمة وابناهما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الإمام أحمد والهيثمي والطبراني والسيوطي وابن المنذر وابنه أبي حاتم وابن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سعيد بن جبير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قال</w:t>
      </w:r>
      <w:r w:rsidR="00455A43">
        <w:rPr>
          <w:rtl/>
        </w:rPr>
        <w:t>:</w:t>
      </w:r>
      <w:r w:rsidRPr="00402856">
        <w:rPr>
          <w:rtl/>
        </w:rPr>
        <w:t xml:space="preserve"> لمّا نزلت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قُلْ لاَ أَسْأَلُكُمْ عَلَيْهِ أَجْرًا إِلاَّ الْمَوَدَّةَ فِي الْقُرْبَى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مَن قرابتك هؤلاء الذين وجبت علينا مودتهم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علي وفاطمة وابناها عليهم السلام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اللفظ لأحمد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آيات سورة الإنسان </w:t>
      </w:r>
      <w:r w:rsidR="00352E1E">
        <w:rPr>
          <w:rtl/>
        </w:rPr>
        <w:t>(</w:t>
      </w:r>
      <w:r w:rsidRPr="00402856">
        <w:rPr>
          <w:rtl/>
        </w:rPr>
        <w:t>7 - 12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وَيُطْعِمُونَ الطَّعَامَ عَلَى حُبِّهِ مِسْكِينًا وَيَتِيمًا وَأَسِيرًا</w:t>
      </w:r>
      <w:r w:rsidR="00455A43">
        <w:rPr>
          <w:rStyle w:val="libAieChar"/>
          <w:rFonts w:hint="cs"/>
          <w:rtl/>
        </w:rPr>
        <w:t>.</w:t>
      </w:r>
      <w:r w:rsidRPr="00402856">
        <w:rPr>
          <w:rStyle w:val="libAieChar"/>
          <w:rFonts w:hint="cs"/>
          <w:rtl/>
        </w:rPr>
        <w:t>..</w:t>
      </w:r>
      <w:r w:rsidRPr="00402856">
        <w:rPr>
          <w:rtl/>
        </w:rPr>
        <w:t xml:space="preserve"> إلى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AieChar"/>
          <w:rFonts w:hint="cs"/>
          <w:rtl/>
        </w:rPr>
        <w:t>جَنَّةً وَحَرِيرًا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أخرج 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ابن عباس</w:t>
      </w:r>
      <w:r w:rsidR="00455A43">
        <w:rPr>
          <w:rtl/>
        </w:rPr>
        <w:t>:</w:t>
      </w:r>
      <w:r w:rsidRPr="00402856">
        <w:rPr>
          <w:rtl/>
        </w:rPr>
        <w:t xml:space="preserve"> أنّ الآيات نزلت في عليّ بن أبي طالب وفاطمة بنت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وروى الواحدي في تفسيره البسيط والزمخشري في تفسيره الكشّاف</w:t>
      </w:r>
      <w:r w:rsidR="00455A43">
        <w:rPr>
          <w:rtl/>
        </w:rPr>
        <w:t>،</w:t>
      </w:r>
      <w:r w:rsidRPr="00402856">
        <w:rPr>
          <w:rtl/>
        </w:rPr>
        <w:t xml:space="preserve"> والبيضاوي في تفسيره</w:t>
      </w:r>
      <w:r w:rsidR="00455A43">
        <w:rPr>
          <w:rtl/>
        </w:rPr>
        <w:t>،</w:t>
      </w:r>
      <w:r w:rsidRPr="00402856">
        <w:rPr>
          <w:rtl/>
        </w:rPr>
        <w:t xml:space="preserve"> والفخر الرازي في التفسير الكبير</w:t>
      </w:r>
      <w:r w:rsidR="00455A43">
        <w:rPr>
          <w:rtl/>
        </w:rPr>
        <w:t>:</w:t>
      </w:r>
      <w:r w:rsidRPr="00402856">
        <w:rPr>
          <w:rtl/>
        </w:rPr>
        <w:t xml:space="preserve"> أنّ ابن عباس روى </w:t>
      </w:r>
      <w:r w:rsidR="00352E1E">
        <w:rPr>
          <w:rtl/>
        </w:rPr>
        <w:t>(</w:t>
      </w:r>
      <w:r w:rsidRPr="00402856">
        <w:rPr>
          <w:rtl/>
        </w:rPr>
        <w:t>أنّ الحسن والحسين عليها السلام مرضا</w:t>
      </w:r>
      <w:r w:rsidR="00455A43">
        <w:rPr>
          <w:rtl/>
        </w:rPr>
        <w:t>،</w:t>
      </w:r>
      <w:r w:rsidRPr="00402856">
        <w:rPr>
          <w:rtl/>
        </w:rPr>
        <w:t xml:space="preserve"> فعادهما رسول الله صلّى الله عليه وسلّم في أنس معه</w:t>
      </w:r>
      <w:r w:rsidR="00455A43">
        <w:rPr>
          <w:rtl/>
        </w:rPr>
        <w:t>،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يا أبا الحسن لو نذرت على ولديك</w:t>
      </w:r>
      <w:r w:rsidR="00455A43">
        <w:rPr>
          <w:rtl/>
        </w:rPr>
        <w:t>،</w:t>
      </w:r>
      <w:r w:rsidRPr="00402856">
        <w:rPr>
          <w:rtl/>
        </w:rPr>
        <w:t xml:space="preserve"> فنذر عليّ وفاطمة وفضّة</w:t>
      </w:r>
      <w:r w:rsidR="00AF124A">
        <w:rPr>
          <w:rtl/>
        </w:rPr>
        <w:t xml:space="preserve"> - </w:t>
      </w:r>
      <w:r w:rsidRPr="00402856">
        <w:rPr>
          <w:rtl/>
        </w:rPr>
        <w:t>جارية لهما</w:t>
      </w:r>
      <w:r w:rsidR="00AF124A">
        <w:rPr>
          <w:rtl/>
        </w:rPr>
        <w:t xml:space="preserve"> - </w:t>
      </w:r>
      <w:r w:rsidRPr="00402856">
        <w:rPr>
          <w:rtl/>
        </w:rPr>
        <w:t>إن شفاهما الله تعالى أن يصوموا ثلاثة أيّام</w:t>
      </w:r>
      <w:r w:rsidR="00455A43">
        <w:rPr>
          <w:rtl/>
        </w:rPr>
        <w:t>،</w:t>
      </w:r>
      <w:r w:rsidRPr="00402856">
        <w:rPr>
          <w:rtl/>
        </w:rPr>
        <w:t xml:space="preserve"> فشُفيا وما معهم شيء فاستقرض عليّ من شمعون الخيبري اليهودي ثلاثة أصوع من شعير</w:t>
      </w:r>
      <w:r w:rsidR="00455A43">
        <w:rPr>
          <w:rtl/>
        </w:rPr>
        <w:t>،</w:t>
      </w:r>
      <w:r w:rsidRPr="00402856">
        <w:rPr>
          <w:rtl/>
        </w:rPr>
        <w:t xml:space="preserve"> فطحنت فاطمة صاعاً واختبزت خمسة أقراص على عددهم</w:t>
      </w:r>
      <w:r w:rsidR="00455A43">
        <w:rPr>
          <w:rtl/>
        </w:rPr>
        <w:t>،</w:t>
      </w:r>
      <w:r w:rsidRPr="00402856">
        <w:rPr>
          <w:rtl/>
        </w:rPr>
        <w:t xml:space="preserve"> ووضعوها بين أيديهم ليفطروا</w:t>
      </w:r>
      <w:r w:rsidR="00455A43">
        <w:rPr>
          <w:rtl/>
        </w:rPr>
        <w:t>،</w:t>
      </w:r>
      <w:r w:rsidRPr="00402856">
        <w:rPr>
          <w:rtl/>
        </w:rPr>
        <w:t xml:space="preserve"> فوقف عليهم سائل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السلام عليكم أهل بيت محمد</w:t>
      </w:r>
      <w:r w:rsidR="00455A43">
        <w:rPr>
          <w:rtl/>
        </w:rPr>
        <w:t>،</w:t>
      </w:r>
      <w:r w:rsidRPr="00402856">
        <w:rPr>
          <w:rtl/>
        </w:rPr>
        <w:t xml:space="preserve"> مسكين من مساكين المسلمين</w:t>
      </w:r>
      <w:r w:rsidR="00455A43">
        <w:rPr>
          <w:rtl/>
        </w:rPr>
        <w:t>،</w:t>
      </w:r>
      <w:r w:rsidRPr="00402856">
        <w:rPr>
          <w:rtl/>
        </w:rPr>
        <w:t xml:space="preserve"> أطعموني أطعمكم الله من موائد الجنة</w:t>
      </w:r>
      <w:r w:rsidR="00455A43">
        <w:rPr>
          <w:rtl/>
        </w:rPr>
        <w:t>،</w:t>
      </w:r>
      <w:r w:rsidRPr="00402856">
        <w:rPr>
          <w:rtl/>
        </w:rPr>
        <w:t xml:space="preserve"> فآثروه</w:t>
      </w:r>
      <w:r w:rsidR="00455A43">
        <w:rPr>
          <w:rtl/>
        </w:rPr>
        <w:t>،</w:t>
      </w:r>
      <w:r w:rsidRPr="00402856">
        <w:rPr>
          <w:rtl/>
        </w:rPr>
        <w:t xml:space="preserve"> وباتوا ولم يذوقوا إلاّ الماء</w:t>
      </w:r>
      <w:r w:rsidR="00455A43">
        <w:rPr>
          <w:rtl/>
        </w:rPr>
        <w:t>،</w:t>
      </w:r>
      <w:r w:rsidRPr="00402856">
        <w:rPr>
          <w:rtl/>
        </w:rPr>
        <w:t xml:space="preserve"> وأصبحوا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صائمين</w:t>
      </w:r>
      <w:r w:rsidR="00455A43">
        <w:rPr>
          <w:rtl/>
        </w:rPr>
        <w:t>،</w:t>
      </w:r>
      <w:r w:rsidRPr="00402856">
        <w:rPr>
          <w:rtl/>
        </w:rPr>
        <w:t xml:space="preserve"> فلمّا أمسوا ووضعوا الطعام بين أيديهم وقف عليهم يتيم فآثروه</w:t>
      </w:r>
      <w:r w:rsidR="00455A43">
        <w:rPr>
          <w:rtl/>
        </w:rPr>
        <w:t>،</w:t>
      </w:r>
      <w:r w:rsidRPr="00402856">
        <w:rPr>
          <w:rtl/>
        </w:rPr>
        <w:t xml:space="preserve"> وجاءهم أسير في الثالثة</w:t>
      </w:r>
      <w:r w:rsidR="00455A43">
        <w:rPr>
          <w:rtl/>
        </w:rPr>
        <w:t>،</w:t>
      </w:r>
      <w:r w:rsidRPr="00402856">
        <w:rPr>
          <w:rtl/>
        </w:rPr>
        <w:t xml:space="preserve"> ففعلوا مثل ذلك</w:t>
      </w:r>
      <w:r w:rsidR="00455A43">
        <w:rPr>
          <w:rtl/>
        </w:rPr>
        <w:t>،</w:t>
      </w:r>
      <w:r w:rsidRPr="00402856">
        <w:rPr>
          <w:rtl/>
        </w:rPr>
        <w:t xml:space="preserve"> فلمّا أصبحوا أخذ علي عليه السلام بيد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ودخلوا على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فلمّا أبصرهم وهُم يرتعشون كالفِراخ من شدّة الجوع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أشد ما يسوءني ما أرى بكم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وقام فانطلق معهم</w:t>
      </w:r>
      <w:r w:rsidR="00455A43">
        <w:rPr>
          <w:rtl/>
        </w:rPr>
        <w:t>،</w:t>
      </w:r>
      <w:r w:rsidRPr="00402856">
        <w:rPr>
          <w:rtl/>
        </w:rPr>
        <w:t xml:space="preserve"> فرأى فاطمة في محرابها قد التصق بطنها بظهرها</w:t>
      </w:r>
      <w:r w:rsidR="00455A43">
        <w:rPr>
          <w:rtl/>
        </w:rPr>
        <w:t>،</w:t>
      </w:r>
      <w:r w:rsidRPr="00402856">
        <w:rPr>
          <w:rtl/>
        </w:rPr>
        <w:t xml:space="preserve"> وغارت عيناها فساءه ذلك</w:t>
      </w:r>
      <w:r w:rsidR="00455A43">
        <w:rPr>
          <w:rtl/>
        </w:rPr>
        <w:t>،</w:t>
      </w:r>
      <w:r w:rsidRPr="00402856">
        <w:rPr>
          <w:rtl/>
        </w:rPr>
        <w:t xml:space="preserve"> فنزل جبرئيل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خذها يا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هنّاك الله في أهل بيتك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فأقرأها السورة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المحبّ الطبري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في قوله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وَيُطْعِمُونَ الطَّعَامَ عَلَى حُبِّهِ مِسْكِينًا وَيَتِيمًا وَأَسِيرًا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آجر عليٌّ نفسه يسقي نخلاً بشيء من شعير الرملة</w:t>
      </w:r>
      <w:r w:rsidR="00455A43">
        <w:rPr>
          <w:rtl/>
        </w:rPr>
        <w:t>،</w:t>
      </w:r>
      <w:r w:rsidRPr="00402856">
        <w:rPr>
          <w:rtl/>
        </w:rPr>
        <w:t xml:space="preserve"> فلمّا أصبح قبض الشعير فطحن منه</w:t>
      </w:r>
      <w:r w:rsidR="00455A43">
        <w:rPr>
          <w:rtl/>
        </w:rPr>
        <w:t>،</w:t>
      </w:r>
      <w:r w:rsidRPr="00402856">
        <w:rPr>
          <w:rtl/>
        </w:rPr>
        <w:t xml:space="preserve"> فجعلوا منه شيئاً ليأكلوه يقال له </w:t>
      </w:r>
      <w:r w:rsidR="00352E1E">
        <w:rPr>
          <w:rtl/>
        </w:rPr>
        <w:t>(</w:t>
      </w:r>
      <w:r w:rsidRPr="00402856">
        <w:rPr>
          <w:rtl/>
        </w:rPr>
        <w:t>الخريرة</w:t>
      </w:r>
      <w:r w:rsidR="00352E1E">
        <w:rPr>
          <w:rtl/>
        </w:rPr>
        <w:t>)</w:t>
      </w:r>
      <w:r w:rsidR="00AF124A">
        <w:rPr>
          <w:rtl/>
        </w:rPr>
        <w:t xml:space="preserve"> - </w:t>
      </w:r>
      <w:r w:rsidRPr="00402856">
        <w:rPr>
          <w:rtl/>
        </w:rPr>
        <w:t>دقيق بلادهن</w:t>
      </w:r>
      <w:r w:rsidR="00AF124A">
        <w:rPr>
          <w:rtl/>
        </w:rPr>
        <w:t xml:space="preserve"> - </w:t>
      </w:r>
      <w:r w:rsidRPr="00402856">
        <w:rPr>
          <w:rtl/>
        </w:rPr>
        <w:t>فلمّا تمّ إنضاجه أتى مسكين فسأل فأطعموه إياه</w:t>
      </w:r>
      <w:r w:rsidR="00455A43">
        <w:rPr>
          <w:rtl/>
        </w:rPr>
        <w:t>،</w:t>
      </w:r>
      <w:r w:rsidRPr="00402856">
        <w:rPr>
          <w:rtl/>
        </w:rPr>
        <w:t xml:space="preserve"> ثُمّ وصنعوا الثلث الثاني</w:t>
      </w:r>
      <w:r w:rsidR="00455A43">
        <w:rPr>
          <w:rtl/>
        </w:rPr>
        <w:t>،</w:t>
      </w:r>
      <w:r w:rsidRPr="00402856">
        <w:rPr>
          <w:rtl/>
        </w:rPr>
        <w:t xml:space="preserve"> فلمّا تمّ إنضاجه أتى مسكين فسأل</w:t>
      </w:r>
      <w:r w:rsidR="00455A43">
        <w:rPr>
          <w:rtl/>
        </w:rPr>
        <w:t>،</w:t>
      </w:r>
      <w:r w:rsidRPr="00402856">
        <w:rPr>
          <w:rtl/>
        </w:rPr>
        <w:t xml:space="preserve"> فأطعموه إياه</w:t>
      </w:r>
      <w:r w:rsidR="00455A43">
        <w:rPr>
          <w:rtl/>
        </w:rPr>
        <w:t>،</w:t>
      </w:r>
      <w:r w:rsidRPr="00402856">
        <w:rPr>
          <w:rtl/>
        </w:rPr>
        <w:t xml:space="preserve"> ثُمّ وضعوا الثلث الثالث</w:t>
      </w:r>
      <w:r w:rsidR="00455A43">
        <w:rPr>
          <w:rtl/>
        </w:rPr>
        <w:t>،</w:t>
      </w:r>
      <w:r w:rsidRPr="00402856">
        <w:rPr>
          <w:rtl/>
        </w:rPr>
        <w:t xml:space="preserve"> فلمّا تمّ إنضاجه أتى أسير من المشركين فأطعموه إياه</w:t>
      </w:r>
      <w:r w:rsidR="00455A43">
        <w:rPr>
          <w:rtl/>
        </w:rPr>
        <w:t>،</w:t>
      </w:r>
      <w:r w:rsidRPr="00402856">
        <w:rPr>
          <w:rtl/>
        </w:rPr>
        <w:t xml:space="preserve"> وطوَوا يومهم فنزلت الآية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3F16B7">
        <w:rPr>
          <w:rtl/>
        </w:rPr>
        <w:t>ثانياً - في الحديث الشريف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1 - الزهراء سيدة نساء المؤمنين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يروي أهل السِيَر الحديث عن عائشة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إنّا كنّا أزواج النبي صلّى الله عليه وسلّم عنده جميعاً لم تغادر منّا واحدة</w:t>
      </w:r>
      <w:r w:rsidR="00455A43">
        <w:rPr>
          <w:rtl/>
        </w:rPr>
        <w:t>،</w:t>
      </w:r>
      <w:r w:rsidRPr="00402856">
        <w:rPr>
          <w:rtl/>
        </w:rPr>
        <w:t xml:space="preserve"> فأقبلت فاطمة عليها السلام تمشي</w:t>
      </w:r>
      <w:r w:rsidR="00455A43">
        <w:rPr>
          <w:rtl/>
        </w:rPr>
        <w:t>،</w:t>
      </w:r>
      <w:r w:rsidRPr="00402856">
        <w:rPr>
          <w:rtl/>
        </w:rPr>
        <w:t xml:space="preserve"> لا والله ما تخطئ مشيتها من مشية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فلما رآها رحّب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مرحباً بابنتي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أجلسها عن يمينه أو عن شماله</w:t>
      </w:r>
      <w:r w:rsidR="00455A43">
        <w:rPr>
          <w:rtl/>
        </w:rPr>
        <w:t>،</w:t>
      </w:r>
      <w:r w:rsidRPr="00402856">
        <w:rPr>
          <w:rtl/>
        </w:rPr>
        <w:t xml:space="preserve"> ثُمّ سارّها</w:t>
      </w:r>
      <w:r w:rsidR="00455A43">
        <w:rPr>
          <w:rtl/>
        </w:rPr>
        <w:t>،</w:t>
      </w:r>
      <w:r w:rsidRPr="00402856">
        <w:rPr>
          <w:rtl/>
        </w:rPr>
        <w:t xml:space="preserve"> فبكت بكاءً شديداً</w:t>
      </w:r>
      <w:r w:rsidR="00455A43">
        <w:rPr>
          <w:rtl/>
        </w:rPr>
        <w:t>،</w:t>
      </w:r>
      <w:r w:rsidRPr="00402856">
        <w:rPr>
          <w:rtl/>
        </w:rPr>
        <w:t xml:space="preserve"> فلمّا رأى حزنها سارّها الثانية</w:t>
      </w:r>
      <w:r w:rsidR="00455A43">
        <w:rPr>
          <w:rtl/>
        </w:rPr>
        <w:t>،</w:t>
      </w:r>
      <w:r w:rsidRPr="00402856">
        <w:rPr>
          <w:rtl/>
        </w:rPr>
        <w:t xml:space="preserve"> فإذا هي تضحك</w:t>
      </w:r>
      <w:r w:rsidR="00455A43">
        <w:rPr>
          <w:rtl/>
        </w:rPr>
        <w:t>،</w:t>
      </w:r>
      <w:r w:rsidRPr="00402856">
        <w:rPr>
          <w:rtl/>
        </w:rPr>
        <w:t xml:space="preserve"> فقلت لها أنا من بين نسائه</w:t>
      </w:r>
      <w:r w:rsidR="00455A43">
        <w:rPr>
          <w:rtl/>
        </w:rPr>
        <w:t>:</w:t>
      </w:r>
      <w:r w:rsidRPr="00402856">
        <w:rPr>
          <w:rtl/>
        </w:rPr>
        <w:t xml:space="preserve"> خصّكِ رسول الله صلّى الله عليه وسلّم بالسرّ من بيننا</w:t>
      </w:r>
      <w:r w:rsidR="00455A43">
        <w:rPr>
          <w:rtl/>
        </w:rPr>
        <w:t>،</w:t>
      </w:r>
      <w:r w:rsidRPr="00402856">
        <w:rPr>
          <w:rtl/>
        </w:rPr>
        <w:t xml:space="preserve"> ثُمّ أنتِ تبكين</w:t>
      </w:r>
      <w:r w:rsidR="00455A43">
        <w:rPr>
          <w:rtl/>
        </w:rPr>
        <w:t>،</w:t>
      </w:r>
      <w:r w:rsidRPr="00402856">
        <w:rPr>
          <w:rtl/>
        </w:rPr>
        <w:t xml:space="preserve"> فلمّا قام رسول الله صلّى الله عليه وسلّم سألتها</w:t>
      </w:r>
      <w:r w:rsidR="00455A43">
        <w:rPr>
          <w:rtl/>
        </w:rPr>
        <w:t>:</w:t>
      </w:r>
      <w:r w:rsidRPr="00402856">
        <w:rPr>
          <w:rtl/>
        </w:rPr>
        <w:t xml:space="preserve"> عمّ ساركِ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كنتُ لأُفشي على رسول الله صلّى الله عليه وسلّم سرّه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فلمّا توفّي قلت لها</w:t>
      </w:r>
      <w:r w:rsidR="00455A43">
        <w:rPr>
          <w:rtl/>
        </w:rPr>
        <w:t>:</w:t>
      </w:r>
      <w:r w:rsidRPr="00402856">
        <w:rPr>
          <w:rtl/>
        </w:rPr>
        <w:t xml:space="preserve"> عزمتُ عليكِ بما لي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عليكِ من الحق لما أخبرتني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أمّا الآن فنعم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فأخبرَتني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أما حين سارّني في الأمر الأوّل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فإنّه أخبرني أنّ جبرئيل كان يعارضه بالقرآن كلّ سَنة مرّة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وأنّه قد عارضني به العام مرّتين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أرى الأجل إلاّ قد اقترب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فاتّقي الله واصبري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نِعمَ السلف أنا لكِ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فبكيتُ بكائي الذي رأيتِ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فلمّا رأى جزعي سارّني الثانية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ترضين أن تكوني سيّدة نساء المؤمنين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أو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سيدة نساء هذه الأُمّة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صحيح البخاري</w:t>
      </w:r>
      <w:r w:rsidR="00455A43">
        <w:rPr>
          <w:rtl/>
        </w:rPr>
        <w:t>،</w:t>
      </w:r>
      <w:r w:rsidRPr="00402856">
        <w:rPr>
          <w:rtl/>
        </w:rPr>
        <w:t xml:space="preserve"> عن عائشة قالت</w:t>
      </w:r>
      <w:r w:rsidR="00455A43">
        <w:rPr>
          <w:rtl/>
        </w:rPr>
        <w:t>:</w:t>
      </w:r>
      <w:r w:rsidRPr="00402856">
        <w:rPr>
          <w:rtl/>
        </w:rPr>
        <w:t xml:space="preserve"> أقبلت فاطمة تمشي كأنّ مشيتها مشي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مرحباً بابنتي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أجلسها عن يمينه أو عن شماله</w:t>
      </w:r>
      <w:r w:rsidR="00455A43">
        <w:rPr>
          <w:rtl/>
        </w:rPr>
        <w:t>،</w:t>
      </w:r>
      <w:r w:rsidRPr="00402856">
        <w:rPr>
          <w:rtl/>
        </w:rPr>
        <w:t xml:space="preserve"> ثُمّ أسرّ إليها حديثاً فبكت</w:t>
      </w:r>
      <w:r w:rsidR="00455A43">
        <w:rPr>
          <w:rtl/>
        </w:rPr>
        <w:t>،</w:t>
      </w:r>
      <w:r w:rsidRPr="00402856">
        <w:rPr>
          <w:rtl/>
        </w:rPr>
        <w:t xml:space="preserve"> فقلت لها</w:t>
      </w:r>
      <w:r w:rsidR="00455A43">
        <w:rPr>
          <w:rtl/>
        </w:rPr>
        <w:t>:</w:t>
      </w:r>
      <w:r w:rsidRPr="00402856">
        <w:rPr>
          <w:rtl/>
        </w:rPr>
        <w:t xml:space="preserve"> لم تبكين</w:t>
      </w:r>
      <w:r w:rsidR="00455A43">
        <w:rPr>
          <w:rtl/>
        </w:rPr>
        <w:t>؟</w:t>
      </w:r>
      <w:r w:rsidRPr="00402856">
        <w:rPr>
          <w:rtl/>
        </w:rPr>
        <w:t xml:space="preserve"> ثُمّ أسرّ إليها حديثاً فضحكت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ما رأيت فرحاً أقرب من حزن</w:t>
      </w:r>
      <w:r w:rsidR="00455A43">
        <w:rPr>
          <w:rtl/>
        </w:rPr>
        <w:t>!</w:t>
      </w:r>
      <w:r w:rsidRPr="00402856">
        <w:rPr>
          <w:rtl/>
        </w:rPr>
        <w:t xml:space="preserve"> فسألتها عمّا قال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أسرّ إليّ أنّ جبرئيل كان يعارضني القرآن كلّ سنة مرّة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وأنّه عارضني العام مرّتين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أراه إلاّ حضر أجَلي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وإنّكِ أوّل أهلي لحاقاً بي فبكيتُ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أمّا ترضين أن تكوني سيّدة نساء أهل الجنّة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 xml:space="preserve">أو </w:t>
      </w:r>
      <w:r w:rsidRPr="00402856">
        <w:rPr>
          <w:rStyle w:val="libBold2Char"/>
          <w:rtl/>
        </w:rPr>
        <w:t>نساء المؤمنين</w:t>
      </w:r>
      <w:r w:rsidR="00AF124A">
        <w:rPr>
          <w:rStyle w:val="libBold2Char"/>
          <w:rtl/>
        </w:rPr>
        <w:t xml:space="preserve"> - </w:t>
      </w:r>
      <w:r w:rsidRPr="00402856">
        <w:rPr>
          <w:rStyle w:val="libBold2Char"/>
          <w:rtl/>
        </w:rPr>
        <w:t>فضحكتُ لذلك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صحيح مسلم</w:t>
      </w:r>
      <w:r w:rsidR="00455A43">
        <w:rPr>
          <w:rtl/>
        </w:rPr>
        <w:t>،</w:t>
      </w:r>
      <w:r w:rsidRPr="00402856">
        <w:rPr>
          <w:rtl/>
        </w:rPr>
        <w:t xml:space="preserve"> عن عائشة قالت</w:t>
      </w:r>
      <w:r w:rsidR="00455A43">
        <w:rPr>
          <w:rtl/>
        </w:rPr>
        <w:t>:</w:t>
      </w:r>
      <w:r w:rsidRPr="00402856">
        <w:rPr>
          <w:rtl/>
        </w:rPr>
        <w:t xml:space="preserve"> اجتمع نساء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 يغادر منهنّ امرأة</w:t>
      </w:r>
      <w:r w:rsidR="00455A43">
        <w:rPr>
          <w:rtl/>
        </w:rPr>
        <w:t>،</w:t>
      </w:r>
      <w:r w:rsidRPr="00402856">
        <w:rPr>
          <w:rtl/>
        </w:rPr>
        <w:t xml:space="preserve"> فجاءت فاطمة تمشي كأنّ مشيتها مشية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مرحباً بابنتي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فأجلسها عن يمينه أو عن شماله</w:t>
      </w:r>
      <w:r w:rsidR="00455A43">
        <w:rPr>
          <w:rtl/>
        </w:rPr>
        <w:t>،</w:t>
      </w:r>
      <w:r w:rsidRPr="00402856">
        <w:rPr>
          <w:rtl/>
        </w:rPr>
        <w:t xml:space="preserve"> ثُمّ إنّه أسرّ إليها حديثاً</w:t>
      </w:r>
      <w:r w:rsidR="00455A43">
        <w:rPr>
          <w:rtl/>
        </w:rPr>
        <w:t>،</w:t>
      </w:r>
      <w:r w:rsidRPr="00402856">
        <w:rPr>
          <w:rtl/>
        </w:rPr>
        <w:t xml:space="preserve"> فبكت فاطمة</w:t>
      </w:r>
      <w:r w:rsidR="00455A43">
        <w:rPr>
          <w:rtl/>
        </w:rPr>
        <w:t>،</w:t>
      </w:r>
      <w:r w:rsidRPr="00402856">
        <w:rPr>
          <w:rtl/>
        </w:rPr>
        <w:t xml:space="preserve"> ثُمّ إنّه سارها فضحكت أيضاً</w:t>
      </w:r>
      <w:r w:rsidR="00455A43">
        <w:rPr>
          <w:rtl/>
        </w:rPr>
        <w:t>،</w:t>
      </w:r>
      <w:r w:rsidRPr="00402856">
        <w:rPr>
          <w:rtl/>
        </w:rPr>
        <w:t xml:space="preserve"> فقلت لها</w:t>
      </w:r>
      <w:r w:rsidR="00455A43">
        <w:rPr>
          <w:rtl/>
        </w:rPr>
        <w:t>:</w:t>
      </w:r>
      <w:r w:rsidRPr="00402856">
        <w:rPr>
          <w:rtl/>
        </w:rPr>
        <w:t xml:space="preserve"> ما يُبكيك</w:t>
      </w:r>
      <w:r w:rsidR="00455A43">
        <w:rPr>
          <w:rtl/>
        </w:rPr>
        <w:t>؟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كنتُ لأفشي سرّ 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ما رأيت كاليوم فرحاً أقرب من حُزن</w:t>
      </w:r>
      <w:r w:rsidR="00455A43">
        <w:rPr>
          <w:rtl/>
        </w:rPr>
        <w:t>،</w:t>
      </w:r>
      <w:r w:rsidRPr="00402856">
        <w:rPr>
          <w:rtl/>
        </w:rPr>
        <w:t xml:space="preserve"> فقلت لها حين بكت</w:t>
      </w:r>
      <w:r w:rsidR="00455A43">
        <w:rPr>
          <w:rtl/>
        </w:rPr>
        <w:t>:</w:t>
      </w:r>
      <w:r w:rsidRPr="00402856">
        <w:rPr>
          <w:rtl/>
        </w:rPr>
        <w:t xml:space="preserve"> أخصّك رسول الله صلّى الله عليه وسلّم بحديثه دوننا ثُمّ تبكين</w:t>
      </w:r>
      <w:r w:rsidR="00455A43">
        <w:rPr>
          <w:rtl/>
        </w:rPr>
        <w:t>؟</w:t>
      </w:r>
      <w:r w:rsidRPr="00402856">
        <w:rPr>
          <w:rtl/>
        </w:rPr>
        <w:t>! وسألتها عمّا قال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كنت لأفشي سرّ 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حتى إذا قُبض سألتها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إنّه كان حدّثني أنّ جبرئيل كان يعارضه بالقرآن كلّ عام مرّة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وإنّه عارضه به في العام مرّتين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أراني إلاّ قد حضر أجلي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وإنّك أوّل أهلي لحوقاً 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ونِعم السلف أنا لكِ فبكيت لذلك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إنّه سارني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ألا ترضين أن تكوني سيّدة نساء المؤمنين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أو</w:t>
      </w:r>
      <w:r w:rsidRPr="00402856">
        <w:rPr>
          <w:rStyle w:val="libBold2Char"/>
          <w:rtl/>
        </w:rPr>
        <w:t xml:space="preserve"> سيدة نساء هذه الأُمّة</w:t>
      </w:r>
      <w:r w:rsidR="00AF124A">
        <w:rPr>
          <w:rStyle w:val="libBold2Char"/>
          <w:rtl/>
        </w:rPr>
        <w:t xml:space="preserve"> - </w:t>
      </w:r>
      <w:r w:rsidRPr="00402856">
        <w:rPr>
          <w:rStyle w:val="libBold2Char"/>
          <w:rtl/>
        </w:rPr>
        <w:t>فضحكت لذلك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وفي الحليلة</w:t>
      </w:r>
      <w:r w:rsidR="00455A43">
        <w:rPr>
          <w:rtl/>
        </w:rPr>
        <w:t>:</w:t>
      </w:r>
      <w:r w:rsidRPr="00402856">
        <w:rPr>
          <w:rtl/>
        </w:rPr>
        <w:t xml:space="preserve"> عن عائشة...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أمّا ترضين أن تكوني سيّدة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نساء العالمين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أو </w:t>
      </w:r>
      <w:r w:rsidRPr="00402856">
        <w:rPr>
          <w:rStyle w:val="libBold2Char"/>
          <w:rtl/>
        </w:rPr>
        <w:t>سيّدة نساء هذه الأُمّة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أبي هريرة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ملَكاً من السماء لم يكن زارني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فاستأذن ربي في زيارتي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فبشّرني وأخبرني أنّ فاطمة سيدة نساء أُمتي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وروى الخطيب وابن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ابن مسعود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خير رجالكم علي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وخير شبابكم الحسن والحسين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وخير نسائكم فاطمة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كنز العمال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أول شخص يدخل الجنة فاطمة بنت محمّد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ومَثَلَها في هذه الأُمّة مَثَل مريم في بني إسرائيل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وروى مثله الذهبي في ميزان الاعتدال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2 - الزهراء سيدة نساء أهل الجنّة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أخرج الإمام الترمذي</w:t>
      </w:r>
      <w:r w:rsidR="00455A43">
        <w:rPr>
          <w:rtl/>
        </w:rPr>
        <w:t>،</w:t>
      </w:r>
      <w:r w:rsidRPr="00402856">
        <w:rPr>
          <w:rtl/>
        </w:rPr>
        <w:t xml:space="preserve"> عن أمّ سلمة</w:t>
      </w:r>
      <w:r w:rsidR="00455A43">
        <w:rPr>
          <w:rtl/>
        </w:rPr>
        <w:t>،</w:t>
      </w:r>
      <w:r w:rsidRPr="00402856">
        <w:rPr>
          <w:rtl/>
        </w:rPr>
        <w:t xml:space="preserve"> أنّ رسول الله صلّى الله عليه وسلّم دعا فاطمة يوم الفتح فناجاها فبكت</w:t>
      </w:r>
      <w:r w:rsidR="00455A43">
        <w:rPr>
          <w:rtl/>
        </w:rPr>
        <w:t>،</w:t>
      </w:r>
      <w:r w:rsidRPr="00402856">
        <w:rPr>
          <w:rtl/>
        </w:rPr>
        <w:t xml:space="preserve"> ثُمّ حدّثها فضحكت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فلمّا توفّي رسول الله صلّى الله عليه وسلّم سألتها عن بكائها وضحكها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أخبرني رسول الله صلّى الله عليه وسلّم أنّه يموت فبكيت</w:t>
      </w:r>
      <w:r w:rsidR="00455A43">
        <w:rPr>
          <w:rtl/>
        </w:rPr>
        <w:t>،</w:t>
      </w:r>
      <w:r w:rsidRPr="00402856">
        <w:rPr>
          <w:rtl/>
        </w:rPr>
        <w:t xml:space="preserve"> ثُمّ أخبرني أنّي سيدة نساء أهل الجنّة إلاّ مريم بنت عمران</w:t>
      </w:r>
      <w:r w:rsidR="00455A43">
        <w:rPr>
          <w:rtl/>
        </w:rPr>
        <w:t>،</w:t>
      </w:r>
      <w:r w:rsidRPr="00402856">
        <w:rPr>
          <w:rtl/>
        </w:rPr>
        <w:t xml:space="preserve"> فضحكت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السيوطي في الجامع الكبير</w:t>
      </w:r>
      <w:r w:rsidR="00455A43">
        <w:rPr>
          <w:rtl/>
        </w:rPr>
        <w:t>،</w:t>
      </w:r>
      <w:r w:rsidRPr="00402856">
        <w:rPr>
          <w:rtl/>
        </w:rPr>
        <w:t xml:space="preserve"> عن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حذيفة بن النعمان رضي الله عنه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أتاني مَلَك فسلّم عليّ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نزل من السماء لم ينزل قبلها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فبشّرني أنّ الحسن والحسين سيّدا شباب أهل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فاطمة سيدة نساء أهل الجنة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أُخرى</w:t>
      </w:r>
      <w:r w:rsidR="00455A43">
        <w:rPr>
          <w:rtl/>
        </w:rPr>
        <w:t>،</w:t>
      </w:r>
      <w:r w:rsidRPr="00402856">
        <w:rPr>
          <w:rtl/>
        </w:rPr>
        <w:t xml:space="preserve"> عن الترمذي</w:t>
      </w:r>
      <w:r w:rsidR="00455A43">
        <w:rPr>
          <w:rtl/>
        </w:rPr>
        <w:t>،</w:t>
      </w:r>
      <w:r w:rsidRPr="00402856">
        <w:rPr>
          <w:rtl/>
        </w:rPr>
        <w:t xml:space="preserve"> عن حذيفة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هذا مَلَك لم ينزل الأرض قط قبل هذه الليلة استأذن ربّي أن يُسلّم عَلَيّ ويُبشرني أنّ فاطمة سيّدة نساء أهل الجنّة وأنّ الحسن والحسين سيّدا شباب أهل الجنّة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للإمام أحمد في مسنده وابن حبّان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حذيفة</w:t>
      </w:r>
      <w:r w:rsidR="00455A43">
        <w:rPr>
          <w:rtl/>
        </w:rPr>
        <w:t>: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أمّا رأيت العارض الذي عرض لي قبيل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هو مَلَك من الملائكة لم يهبط إلى الأرض قط قبل هذه الليلة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استأذن ربّه عزّ وجل أن يُسلّم عليّ ويُبشّرني أنّ الحسن والحسين سيّدا شباب أهل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فاطمة سيّدة نساء أهل الجنّة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البخاري في صحيحه </w:t>
      </w:r>
      <w:r w:rsidR="00352E1E">
        <w:rPr>
          <w:rtl/>
        </w:rPr>
        <w:t>(</w:t>
      </w:r>
      <w:r w:rsidRPr="00402856">
        <w:rPr>
          <w:rtl/>
        </w:rPr>
        <w:t>باب مناقب فاطمة عليها السلام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سيّدة نساء أهل الجنة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وأخرج الإمام أحمد وأبو يعلى والطبراني وابن عبد البَر</w:t>
      </w:r>
      <w:r w:rsidR="00455A43">
        <w:rPr>
          <w:rtl/>
        </w:rPr>
        <w:t>،</w:t>
      </w:r>
      <w:r w:rsidRPr="00402856">
        <w:rPr>
          <w:rtl/>
        </w:rPr>
        <w:t xml:space="preserve"> عن ابن عبّاس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خطّ رسول الله صلّى الله عليه وسلّم في الأرض أربعة خطوط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تدرون ما هذا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الله ورسوله أعلم</w:t>
      </w:r>
      <w:r w:rsidR="00455A43">
        <w:rPr>
          <w:rtl/>
        </w:rPr>
        <w:t>،</w:t>
      </w:r>
      <w:r w:rsidRPr="00402856">
        <w:rPr>
          <w:rtl/>
        </w:rPr>
        <w:t xml:space="preserve"> فقال رسوله الله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أفضل نساء أهل الجنّة 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محمّد وآسية بنت مُزاحم امرأة فرعون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ومريم ابنة عمران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الحاكم في المستدرك</w:t>
      </w:r>
      <w:r w:rsidR="00455A43">
        <w:rPr>
          <w:rtl/>
        </w:rPr>
        <w:t>:</w:t>
      </w:r>
      <w:r w:rsidRPr="00402856">
        <w:rPr>
          <w:rtl/>
        </w:rPr>
        <w:t xml:space="preserve"> خط رسول الله صلّى الله عليه وسلّم في الأرض أربعة خطوط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أتدرون ما هذا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قالوا</w:t>
      </w:r>
      <w:r w:rsidR="00455A43">
        <w:rPr>
          <w:rtl/>
        </w:rPr>
        <w:t>:</w:t>
      </w:r>
      <w:r w:rsidRPr="00402856">
        <w:rPr>
          <w:rtl/>
        </w:rPr>
        <w:t xml:space="preserve"> الله ورسوله أعلم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أفضل نساء الجنّة أربعة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ومريم ابنة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بنت مُزاحم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الحكام</w:t>
      </w:r>
      <w:r w:rsidR="00455A43">
        <w:rPr>
          <w:rtl/>
        </w:rPr>
        <w:t>،</w:t>
      </w:r>
      <w:r w:rsidRPr="00402856">
        <w:rPr>
          <w:rtl/>
        </w:rPr>
        <w:t xml:space="preserve"> عن أنس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حسبك من نساء العالمين أربع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مريم بنت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امرأة فرعون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وأخرج الإمام أحمد في الفضائل</w:t>
      </w:r>
      <w:r w:rsidR="00455A43">
        <w:rPr>
          <w:rtl/>
        </w:rPr>
        <w:t>،</w:t>
      </w:r>
      <w:r w:rsidRPr="00402856">
        <w:rPr>
          <w:rtl/>
        </w:rPr>
        <w:t xml:space="preserve"> والحاكم في المستدرك أنّ عائشة قالت لفاطمة بنت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ألا أُبشرك أنّي سمعت رسول الله صلّى الله عليه وسلّم يقول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سيّدات نساء أهل الجنّة أربع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مريم بنت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امرأة فرعون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أنس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حسبك من نساء العالمين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مريم ابنة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امرأة فرعون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حجر في الإصابة</w:t>
      </w:r>
      <w:r w:rsidR="00455A43">
        <w:rPr>
          <w:rtl/>
        </w:rPr>
        <w:t>،</w:t>
      </w:r>
      <w:r w:rsidRPr="00402856">
        <w:rPr>
          <w:rtl/>
        </w:rPr>
        <w:t xml:space="preserve"> عن عائشة قولها </w:t>
      </w:r>
      <w:r w:rsidR="00352E1E">
        <w:rPr>
          <w:rtl/>
        </w:rPr>
        <w:t>(</w:t>
      </w:r>
      <w:r w:rsidRPr="00402856">
        <w:rPr>
          <w:rtl/>
        </w:rPr>
        <w:t>ما رأيت قط أحداً أفضل من فاطمة غير أبيها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3 - مُشابهة الزهراء للنبي صلّى الله عليه وسلّم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أخرج الإمام أحمد في المسند</w:t>
      </w:r>
      <w:r w:rsidR="00455A43">
        <w:rPr>
          <w:rtl/>
        </w:rPr>
        <w:t>،</w:t>
      </w:r>
      <w:r w:rsidRPr="00402856">
        <w:rPr>
          <w:rtl/>
        </w:rPr>
        <w:t xml:space="preserve"> عن أنس بن مالك قال</w:t>
      </w:r>
      <w:r w:rsidR="00455A43">
        <w:rPr>
          <w:rtl/>
        </w:rPr>
        <w:t>:</w:t>
      </w:r>
      <w:r w:rsidRPr="00402856">
        <w:rPr>
          <w:rtl/>
        </w:rPr>
        <w:t xml:space="preserve"> لم يكن أحد أشبه برسول الله صلّى الله عليه وسلّم من الحسن بن علي وفاطمة</w:t>
      </w:r>
      <w:r w:rsidR="00455A43">
        <w:rPr>
          <w:rtl/>
        </w:rPr>
        <w:t>،</w:t>
      </w:r>
      <w:r w:rsidRPr="00402856">
        <w:rPr>
          <w:rtl/>
        </w:rPr>
        <w:t xml:space="preserve"> صلوات الله عليهم أجمعين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أبو داود في سننه</w:t>
      </w:r>
      <w:r w:rsidR="00455A43">
        <w:rPr>
          <w:rtl/>
        </w:rPr>
        <w:t>،</w:t>
      </w:r>
      <w:r w:rsidRPr="00402856">
        <w:rPr>
          <w:rtl/>
        </w:rPr>
        <w:t xml:space="preserve"> عن عائشة قالت</w:t>
      </w:r>
      <w:r w:rsidR="00455A43">
        <w:rPr>
          <w:rtl/>
        </w:rPr>
        <w:t>:</w:t>
      </w:r>
      <w:r w:rsidRPr="00402856">
        <w:rPr>
          <w:rtl/>
        </w:rPr>
        <w:t xml:space="preserve"> ما رأيت أحداً أشبه سمتاً ودلاً وهدياً برسول الله صلّى الله عليه وسلّم في قيامها وقعودها من فاطمة بنت رسول الله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وكانت إذا دخلت على النبي صلّى الله عليه وسلّم قام إليها</w:t>
      </w:r>
      <w:r w:rsidR="00455A43">
        <w:rPr>
          <w:rtl/>
        </w:rPr>
        <w:t>،</w:t>
      </w:r>
      <w:r w:rsidRPr="00402856">
        <w:rPr>
          <w:rtl/>
        </w:rPr>
        <w:t xml:space="preserve"> فقبّلها وأجلسها في مجلسه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عائشة</w:t>
      </w:r>
      <w:r w:rsidR="00455A43">
        <w:rPr>
          <w:rtl/>
        </w:rPr>
        <w:t>:</w:t>
      </w:r>
      <w:r w:rsidRPr="00402856">
        <w:rPr>
          <w:rtl/>
        </w:rPr>
        <w:t xml:space="preserve"> ما رأيت أحداً أشبه كلاماً وحديثاً من فاطمة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وكانت إذا دخلت عليه رحّب بها وقام إليها</w:t>
      </w:r>
      <w:r w:rsidR="00455A43">
        <w:rPr>
          <w:rtl/>
        </w:rPr>
        <w:t>،</w:t>
      </w:r>
      <w:r w:rsidRPr="00402856">
        <w:rPr>
          <w:rtl/>
        </w:rPr>
        <w:t xml:space="preserve"> فأخذ بيدها فقبّلها وأجلسها في مجلسه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وفي رواية أُخرى </w:t>
      </w:r>
      <w:r w:rsidR="00352E1E">
        <w:rPr>
          <w:rtl/>
        </w:rPr>
        <w:t>(</w:t>
      </w:r>
      <w:r w:rsidRPr="00402856">
        <w:rPr>
          <w:rtl/>
        </w:rPr>
        <w:t>للحاكم أيضاً</w:t>
      </w:r>
      <w:r w:rsidR="00352E1E">
        <w:rPr>
          <w:rtl/>
        </w:rPr>
        <w:t>)</w:t>
      </w:r>
      <w:r w:rsidRPr="00402856">
        <w:rPr>
          <w:rtl/>
        </w:rPr>
        <w:t xml:space="preserve"> زيادة </w:t>
      </w:r>
      <w:r w:rsidR="00352E1E">
        <w:rPr>
          <w:rtl/>
        </w:rPr>
        <w:t>(</w:t>
      </w:r>
      <w:r w:rsidRPr="00402856">
        <w:rPr>
          <w:rtl/>
        </w:rPr>
        <w:t xml:space="preserve">وكانت هي إذا دخل عليها رسول الله صلّى الله عليه وسلّم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قامت إليه مُستقبلة</w:t>
      </w:r>
      <w:r w:rsidR="00455A43">
        <w:rPr>
          <w:rtl/>
        </w:rPr>
        <w:t>،</w:t>
      </w:r>
      <w:r w:rsidRPr="00402856">
        <w:rPr>
          <w:rtl/>
        </w:rPr>
        <w:t xml:space="preserve"> وقبّلت يده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البخاري والترمذي</w:t>
      </w:r>
      <w:r w:rsidR="00455A43">
        <w:rPr>
          <w:rtl/>
        </w:rPr>
        <w:t>،</w:t>
      </w:r>
      <w:r w:rsidRPr="00402856">
        <w:rPr>
          <w:rtl/>
        </w:rPr>
        <w:t xml:space="preserve"> عن عائشة أنّها قالت</w:t>
      </w:r>
      <w:r w:rsidR="00455A43">
        <w:rPr>
          <w:rtl/>
        </w:rPr>
        <w:t>:</w:t>
      </w:r>
      <w:r w:rsidRPr="00402856">
        <w:rPr>
          <w:rtl/>
        </w:rPr>
        <w:t xml:space="preserve"> ما رأيت أحداً من الناس كان أشبه بالنبي صلّى الله عليه وسلّم كلاماً ولا حديثاً ولا جلسة من فاطمة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وكان النبي صلّى الله عليه وسلّم إذا رآها أقبلت رحّب بها</w:t>
      </w:r>
      <w:r w:rsidR="00455A43">
        <w:rPr>
          <w:rtl/>
        </w:rPr>
        <w:t>،</w:t>
      </w:r>
      <w:r w:rsidRPr="00402856">
        <w:rPr>
          <w:rtl/>
        </w:rPr>
        <w:t xml:space="preserve"> ثُمّ قام إليها فقبّلها</w:t>
      </w:r>
      <w:r w:rsidR="00455A43">
        <w:rPr>
          <w:rtl/>
        </w:rPr>
        <w:t>،</w:t>
      </w:r>
      <w:r w:rsidRPr="00402856">
        <w:rPr>
          <w:rtl/>
        </w:rPr>
        <w:t xml:space="preserve"> ثُمّ أخذ بيدها</w:t>
      </w:r>
      <w:r w:rsidR="00455A43">
        <w:rPr>
          <w:rtl/>
        </w:rPr>
        <w:t>،</w:t>
      </w:r>
      <w:r w:rsidRPr="00402856">
        <w:rPr>
          <w:rtl/>
        </w:rPr>
        <w:t xml:space="preserve"> فجاء بها حتى يجلسها في مكانه</w:t>
      </w:r>
      <w:r w:rsidR="00455A43">
        <w:rPr>
          <w:rtl/>
        </w:rPr>
        <w:t>،</w:t>
      </w:r>
      <w:r w:rsidRPr="00402856">
        <w:rPr>
          <w:rtl/>
        </w:rPr>
        <w:t xml:space="preserve"> وكانت إذا أتاها النبي صلّى الله عليه وسلّم رحّبت به</w:t>
      </w:r>
      <w:r w:rsidR="00455A43">
        <w:rPr>
          <w:rtl/>
        </w:rPr>
        <w:t>،</w:t>
      </w:r>
      <w:r w:rsidRPr="00402856">
        <w:rPr>
          <w:rtl/>
        </w:rPr>
        <w:t xml:space="preserve"> ثُمّ قامت إليه فقبّلته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4 - الزهراء بضعة رسول الله صلّى الله عليه وسلّم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أخرج الإمام مسلم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المسور بن مخرمة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يؤذيني ما آذاها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عن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من حديث المسور بن مخرمة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 يقبضني ما يقبضها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ويبسطني ما يبسطها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صحيح البخاري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أغضبها فقد أغضبني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السور بن مخرمة أنّه بعث إليه حسن بن حسن يخطب ابنته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قل له فليلقاني في العتمة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فلقيه</w:t>
      </w:r>
      <w:r w:rsidR="00455A43">
        <w:rPr>
          <w:rtl/>
        </w:rPr>
        <w:t>،</w:t>
      </w:r>
      <w:r w:rsidRPr="00402856">
        <w:rPr>
          <w:rtl/>
        </w:rPr>
        <w:t xml:space="preserve"> فحمد الله المسور وأثنى عليه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أمّا بعد</w:t>
      </w:r>
      <w:r w:rsidR="00455A43">
        <w:rPr>
          <w:rtl/>
        </w:rPr>
        <w:t>،</w:t>
      </w:r>
      <w:r w:rsidRPr="00402856">
        <w:rPr>
          <w:rtl/>
        </w:rPr>
        <w:t xml:space="preserve"> وأيم الله ما من نسَب ولا سبب ولا صهر أحبّ إليّ من نسبكم وسببكم وصهركم</w:t>
      </w:r>
      <w:r w:rsidR="00455A43">
        <w:rPr>
          <w:rtl/>
        </w:rPr>
        <w:t>،</w:t>
      </w:r>
      <w:r w:rsidRPr="00402856">
        <w:rPr>
          <w:rtl/>
        </w:rPr>
        <w:t xml:space="preserve"> ولكن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مني يقبضني ما يقبضها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ويبسطني ما يبسطها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الأنساب يوم القيامة تنقطع غير نسبي وسببي وصهري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وعندك ابنتها</w:t>
      </w:r>
      <w:r w:rsidR="00455A43">
        <w:rPr>
          <w:rtl/>
        </w:rPr>
        <w:t>،</w:t>
      </w:r>
      <w:r w:rsidRPr="00402856">
        <w:rPr>
          <w:rtl/>
        </w:rPr>
        <w:t xml:space="preserve"> ولو زوّجتك لقبضها ذلك</w:t>
      </w:r>
      <w:r w:rsidR="00455A43">
        <w:rPr>
          <w:rtl/>
        </w:rPr>
        <w:t>،</w:t>
      </w:r>
      <w:r w:rsidRPr="00402856">
        <w:rPr>
          <w:rtl/>
        </w:rPr>
        <w:t xml:space="preserve"> فانطلَقَ عاذراً له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للإمام أحمد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يقبضني ما يقبضها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ويبسطني ما يبسطها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الأنساب تنقطع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غير نسبي وسببي وصهري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مسلم في صحيحه</w:t>
      </w:r>
      <w:r w:rsidR="00455A43">
        <w:rPr>
          <w:rtl/>
        </w:rPr>
        <w:t>:</w:t>
      </w:r>
      <w:r w:rsidRPr="00402856">
        <w:rPr>
          <w:rtl/>
        </w:rPr>
        <w:t xml:space="preserve"> أنّ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 يُريبني ما رابها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ويؤذيني ما آذاها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الترمذي في الجامع الصحيح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يؤذيني ما آذاها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وينصبني ما أنصبها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وعن مجاهد قال</w:t>
      </w:r>
      <w:r w:rsidR="00455A43">
        <w:rPr>
          <w:rtl/>
        </w:rPr>
        <w:t>:</w:t>
      </w:r>
      <w:r w:rsidRPr="00402856">
        <w:rPr>
          <w:rtl/>
        </w:rPr>
        <w:t xml:space="preserve"> خرج النبي صلّى الله عليه وسلّم وهو آخذ بيد فاطمة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عرف هذه عرفها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لم يعرفها فهي فاطمة بنت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وهي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وهي قلبي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وروحي التي بين جنبَي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آذاها فقد آذاني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ومن آذاني فقد آذى الله تعالى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هذا ولما أقسم </w:t>
      </w:r>
      <w:r w:rsidR="00352E1E">
        <w:rPr>
          <w:rtl/>
        </w:rPr>
        <w:t>(</w:t>
      </w:r>
      <w:r w:rsidRPr="00402856">
        <w:rPr>
          <w:rtl/>
        </w:rPr>
        <w:t>أبو لبابة</w:t>
      </w:r>
      <w:r w:rsidR="00352E1E">
        <w:rPr>
          <w:rtl/>
        </w:rPr>
        <w:t>)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عندما ربط نفسه في المسجد</w:t>
      </w:r>
      <w:r w:rsidR="00455A43">
        <w:rPr>
          <w:rtl/>
        </w:rPr>
        <w:t>،</w:t>
      </w:r>
      <w:r w:rsidRPr="00402856">
        <w:rPr>
          <w:rtl/>
        </w:rPr>
        <w:t xml:space="preserve"> ألا يحلّه أحد إلاّ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وجاءت فاطمة لتحلّه فأبى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فحلّته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يقول السهيلي</w:t>
      </w:r>
      <w:r w:rsidR="00AF124A">
        <w:rPr>
          <w:rtl/>
        </w:rPr>
        <w:t xml:space="preserve"> - </w:t>
      </w:r>
      <w:r w:rsidRPr="00402856">
        <w:rPr>
          <w:rtl/>
        </w:rPr>
        <w:t>في الروض الآنف</w:t>
      </w:r>
      <w:r w:rsidR="00AF124A">
        <w:rPr>
          <w:rtl/>
        </w:rPr>
        <w:t xml:space="preserve"> - </w:t>
      </w:r>
      <w:r w:rsidRPr="00402856">
        <w:rPr>
          <w:rtl/>
        </w:rPr>
        <w:t>بعد ذلك</w:t>
      </w:r>
      <w:r w:rsidR="00455A43">
        <w:rPr>
          <w:rtl/>
        </w:rPr>
        <w:t>:</w:t>
      </w:r>
      <w:r w:rsidRPr="00402856">
        <w:rPr>
          <w:rtl/>
        </w:rPr>
        <w:t xml:space="preserve"> فصلى الله عليه</w:t>
      </w:r>
      <w:r w:rsidR="00455A43">
        <w:rPr>
          <w:rtl/>
        </w:rPr>
        <w:t>،</w:t>
      </w:r>
      <w:r w:rsidRPr="00402856">
        <w:rPr>
          <w:rtl/>
        </w:rPr>
        <w:t xml:space="preserve"> وعلى فاطمة</w:t>
      </w:r>
      <w:r w:rsidR="00455A43">
        <w:rPr>
          <w:rtl/>
        </w:rPr>
        <w:t>،</w:t>
      </w:r>
      <w:r w:rsidRPr="00402856">
        <w:rPr>
          <w:rtl/>
        </w:rPr>
        <w:t xml:space="preserve"> فهذا حديث يدلّ أنّ مَن سبّها فقد كفر</w:t>
      </w:r>
      <w:r w:rsidR="00455A43">
        <w:rPr>
          <w:rtl/>
        </w:rPr>
        <w:t>،</w:t>
      </w:r>
      <w:r w:rsidRPr="00402856">
        <w:rPr>
          <w:rtl/>
        </w:rPr>
        <w:t xml:space="preserve"> وأنّ مَن صلّى عليها فقد صلّى على أبيها</w:t>
      </w:r>
      <w:r w:rsidR="00455A43">
        <w:rPr>
          <w:rtl/>
        </w:rPr>
        <w:t>،</w:t>
      </w:r>
      <w:r w:rsidRPr="00402856">
        <w:rPr>
          <w:rtl/>
        </w:rPr>
        <w:t xml:space="preserve">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5 - الزهراء أحبّ الناس إلى النبيّ صلّى الله عليه وسلّم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أخرج الطبراني في الأوسط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 قال</w:t>
      </w:r>
      <w:r w:rsidR="00455A43">
        <w:rPr>
          <w:rtl/>
        </w:rPr>
        <w:t>،</w:t>
      </w:r>
      <w:r w:rsidRPr="00402856">
        <w:rPr>
          <w:rtl/>
        </w:rPr>
        <w:t xml:space="preserve"> 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أيّنا أحبّ إليك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أنا أم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أحبّ إليّ منك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وأنت أعزّ عليّ منها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ابن عبد البَر في الاستيعاب</w:t>
      </w:r>
      <w:r w:rsidR="00455A43">
        <w:rPr>
          <w:rtl/>
        </w:rPr>
        <w:t>:</w:t>
      </w:r>
      <w:r w:rsidRPr="00402856">
        <w:rPr>
          <w:rtl/>
        </w:rPr>
        <w:t xml:space="preserve"> سُئلت عائشة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أيّ الناس كان أحبّ إلى رسول الله صلّى الله عليه وسلّم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فاطمة</w:t>
      </w:r>
      <w:r w:rsidR="00455A43">
        <w:rPr>
          <w:rtl/>
        </w:rPr>
        <w:t>،</w:t>
      </w:r>
      <w:r w:rsidRPr="00402856">
        <w:rPr>
          <w:rtl/>
        </w:rPr>
        <w:t xml:space="preserve"> قيل</w:t>
      </w:r>
      <w:r w:rsidR="00455A43">
        <w:rPr>
          <w:rtl/>
        </w:rPr>
        <w:t>:</w:t>
      </w:r>
      <w:r w:rsidRPr="00402856">
        <w:rPr>
          <w:rtl/>
        </w:rPr>
        <w:t xml:space="preserve"> فمِن الرجال</w:t>
      </w:r>
      <w:r w:rsidR="00455A43">
        <w:rPr>
          <w:rtl/>
        </w:rPr>
        <w:t>؟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زوجها</w:t>
      </w:r>
      <w:r w:rsidR="00455A43">
        <w:rPr>
          <w:rtl/>
        </w:rPr>
        <w:t>؛</w:t>
      </w:r>
      <w:r w:rsidRPr="00402856">
        <w:rPr>
          <w:rtl/>
        </w:rPr>
        <w:t xml:space="preserve"> إذ كان</w:t>
      </w:r>
      <w:r w:rsidR="00AF124A">
        <w:rPr>
          <w:rtl/>
        </w:rPr>
        <w:t xml:space="preserve"> - </w:t>
      </w:r>
      <w:r w:rsidRPr="00402856">
        <w:rPr>
          <w:rtl/>
        </w:rPr>
        <w:t>ما علمت</w:t>
      </w:r>
      <w:r w:rsidR="00AF124A">
        <w:rPr>
          <w:rtl/>
        </w:rPr>
        <w:t xml:space="preserve"> - </w:t>
      </w:r>
      <w:r w:rsidRPr="00402856">
        <w:rPr>
          <w:rtl/>
        </w:rPr>
        <w:t>صوّاماً قوّاماً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 في المستدرك وصححه</w:t>
      </w:r>
      <w:r w:rsidR="00455A43">
        <w:rPr>
          <w:rtl/>
        </w:rPr>
        <w:t>،</w:t>
      </w:r>
      <w:r w:rsidRPr="00402856">
        <w:rPr>
          <w:rtl/>
        </w:rPr>
        <w:t xml:space="preserve"> بسنده عن جميع بن عمير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دخلت مع أمّي على عائشة</w:t>
      </w:r>
      <w:r w:rsidR="00455A43">
        <w:rPr>
          <w:rtl/>
        </w:rPr>
        <w:t>،</w:t>
      </w:r>
      <w:r w:rsidRPr="00402856">
        <w:rPr>
          <w:rtl/>
        </w:rPr>
        <w:t xml:space="preserve"> فسمعتها من وراء الحجاب</w:t>
      </w:r>
      <w:r w:rsidR="00455A43">
        <w:rPr>
          <w:rtl/>
        </w:rPr>
        <w:t>،</w:t>
      </w:r>
      <w:r w:rsidRPr="00402856">
        <w:rPr>
          <w:rtl/>
        </w:rPr>
        <w:t xml:space="preserve"> وهي تسألها عن علي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تسألينني عن رجل</w:t>
      </w:r>
      <w:r w:rsidR="00455A43">
        <w:rPr>
          <w:rtl/>
        </w:rPr>
        <w:t>،</w:t>
      </w:r>
      <w:r w:rsidRPr="00402856">
        <w:rPr>
          <w:rtl/>
        </w:rPr>
        <w:t xml:space="preserve"> والله ما أعلم رجلاً كان أحبّ إلى رسول الله صلّى الله عليه وسلّم من عليّ</w:t>
      </w:r>
      <w:r w:rsidR="00455A43">
        <w:rPr>
          <w:rtl/>
        </w:rPr>
        <w:t>،</w:t>
      </w:r>
      <w:r w:rsidRPr="00402856">
        <w:rPr>
          <w:rtl/>
        </w:rPr>
        <w:t xml:space="preserve"> ولا في الأرض امرأة كانت أحبّ إلى رسول الله صلّى الله عليه وسلّم من فاطمة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عن عمر رضي الله عنه أنّه دخل على 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يا فاطمة</w:t>
      </w:r>
      <w:r w:rsidR="00455A43">
        <w:rPr>
          <w:rtl/>
        </w:rPr>
        <w:t>،</w:t>
      </w:r>
      <w:r w:rsidRPr="00402856">
        <w:rPr>
          <w:rtl/>
        </w:rPr>
        <w:t xml:space="preserve"> والله ما رأيت أحداً أحبّ إلى رسول الله صلّى الله عليه وسلّم منكِ</w:t>
      </w:r>
      <w:r w:rsidR="00455A43">
        <w:rPr>
          <w:rtl/>
        </w:rPr>
        <w:t>،</w:t>
      </w:r>
      <w:r w:rsidRPr="00402856">
        <w:rPr>
          <w:rtl/>
        </w:rPr>
        <w:t xml:space="preserve"> والله ما كان أحد من الناس بعد أبيك صلّى الله عليه وسلّم أحبّ إلي منكِ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>وروي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،</w:t>
      </w:r>
      <w:r w:rsidRPr="00402856">
        <w:rPr>
          <w:rtl/>
        </w:rPr>
        <w:t xml:space="preserve"> قلت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مالك إذا قبّلتَ فاطمة جعلت لسانك في فيها كأنّك تُريد أن تلعقها عسلاً</w:t>
      </w:r>
      <w:r w:rsidR="00455A43">
        <w:rPr>
          <w:rtl/>
        </w:rPr>
        <w:t>؟</w:t>
      </w:r>
      <w:r w:rsidRPr="00402856">
        <w:rPr>
          <w:rtl/>
        </w:rPr>
        <w:t>! فقال صلّى الله عليه وسلّم أنّه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لمّا أُسري بي أدخلني جبرئيل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فناولني تفّاحة فأكلتها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فكلّما اشتقت إلى تلك التفّاحة قبّلت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فأصبت من رائحتها رائحة تلك التفاحة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3F16B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المُحب الطبري في </w:t>
      </w:r>
      <w:r w:rsidR="00352E1E">
        <w:rPr>
          <w:rtl/>
        </w:rPr>
        <w:t>(</w:t>
      </w:r>
      <w:r w:rsidRPr="00402856">
        <w:rPr>
          <w:rtl/>
        </w:rPr>
        <w:t>ذخائر العقبى في مناقب ذوي القربى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عن أسامة بن زيد</w:t>
      </w:r>
      <w:r w:rsidR="00455A43">
        <w:rPr>
          <w:rtl/>
        </w:rPr>
        <w:t>،</w:t>
      </w:r>
      <w:r w:rsidRPr="00402856">
        <w:rPr>
          <w:rtl/>
        </w:rPr>
        <w:t xml:space="preserve"> عن علي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قلتُ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أيّ أهلك أحبّ إليك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قال صلّى الله عليه وسلّم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فاطمة بنت محمّد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علي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أحبّ أهلي إليّ فاطمة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بسنده عن أبي ثعلبة الخشني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كان رسول الله صلّى الله عليه وسلّم إذا رجع من سفر أو غزاة أتى المسجد فصلّى ركعتين</w:t>
      </w:r>
      <w:r w:rsidR="00455A43">
        <w:rPr>
          <w:rtl/>
        </w:rPr>
        <w:t>،</w:t>
      </w:r>
      <w:r w:rsidRPr="00402856">
        <w:rPr>
          <w:rtl/>
        </w:rPr>
        <w:t xml:space="preserve"> ثُمّ ثنّى بفاطمة</w:t>
      </w:r>
      <w:r w:rsidR="00455A43">
        <w:rPr>
          <w:rtl/>
        </w:rPr>
        <w:t>،</w:t>
      </w:r>
      <w:r w:rsidRPr="00402856">
        <w:rPr>
          <w:rtl/>
        </w:rPr>
        <w:t xml:space="preserve"> ثُمّ يأتي أزواجه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ابن عمر بسنده</w:t>
      </w:r>
      <w:r w:rsidR="00455A43">
        <w:rPr>
          <w:rtl/>
        </w:rPr>
        <w:t>،</w:t>
      </w:r>
      <w:r w:rsidRPr="00402856">
        <w:rPr>
          <w:rtl/>
        </w:rPr>
        <w:t xml:space="preserve"> أنّه قال</w:t>
      </w:r>
      <w:r w:rsidR="00455A43">
        <w:rPr>
          <w:rtl/>
        </w:rPr>
        <w:t>:</w:t>
      </w:r>
      <w:r w:rsidRPr="00402856">
        <w:rPr>
          <w:rtl/>
        </w:rPr>
        <w:t xml:space="preserve"> إنّ النبي صلّى الله عليه وسلّم كان إذا سافر كان آخر الناس عهداً به فاطمة</w:t>
      </w:r>
      <w:r w:rsidR="00455A43">
        <w:rPr>
          <w:rtl/>
        </w:rPr>
        <w:t>،</w:t>
      </w:r>
      <w:r w:rsidRPr="00402856">
        <w:rPr>
          <w:rtl/>
        </w:rPr>
        <w:t xml:space="preserve"> وإذا قدِم من سفر كان أوّل الناس به عهداً فاطمة رضي الله تعالى عنها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المُحب الطبري في الذخائر</w:t>
      </w:r>
      <w:r w:rsidR="00455A43">
        <w:rPr>
          <w:rtl/>
        </w:rPr>
        <w:t>،</w:t>
      </w:r>
      <w:r w:rsidRPr="00402856">
        <w:rPr>
          <w:rtl/>
        </w:rPr>
        <w:t xml:space="preserve"> عن ثوبان أنّه قال</w:t>
      </w:r>
      <w:r w:rsidR="00455A43">
        <w:rPr>
          <w:rtl/>
        </w:rPr>
        <w:t>:</w:t>
      </w:r>
      <w:r w:rsidRPr="00402856">
        <w:rPr>
          <w:rtl/>
        </w:rPr>
        <w:t xml:space="preserve"> كان رسول الله صلّى الله عليه وسلّم إذا سافر آخر عهده إتيان فاطمة</w:t>
      </w:r>
      <w:r w:rsidR="00455A43">
        <w:rPr>
          <w:rtl/>
        </w:rPr>
        <w:t>،</w:t>
      </w:r>
      <w:r w:rsidRPr="00402856">
        <w:rPr>
          <w:rtl/>
        </w:rPr>
        <w:t xml:space="preserve"> وأوّل مَن يدخل عليه إذا قدم فاطمة عليها السلام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وروى الطبراني والهيثمي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قال</w:t>
      </w:r>
      <w:r w:rsidR="00455A43">
        <w:rPr>
          <w:rtl/>
        </w:rPr>
        <w:t>:</w:t>
      </w:r>
      <w:r w:rsidRPr="00402856">
        <w:rPr>
          <w:rtl/>
        </w:rPr>
        <w:t xml:space="preserve"> دخل رسول الله صلّى الله عليه وسلّم على عليّ وفاطمة وهُما يضحكان</w:t>
      </w:r>
      <w:r w:rsidR="00455A43">
        <w:rPr>
          <w:rtl/>
        </w:rPr>
        <w:t>،</w:t>
      </w:r>
      <w:r w:rsidRPr="00402856">
        <w:rPr>
          <w:rtl/>
        </w:rPr>
        <w:t xml:space="preserve"> فلمّا رأيا النبي سكتا</w:t>
      </w:r>
      <w:r w:rsidR="00455A43">
        <w:rPr>
          <w:rtl/>
        </w:rPr>
        <w:t>،</w:t>
      </w:r>
      <w:r w:rsidRPr="00402856">
        <w:rPr>
          <w:rtl/>
        </w:rPr>
        <w:t xml:space="preserve"> فقال لهما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مالكما كنتما تضحكان فلمّا رأيتماني سكتّا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فبادرت فاطمة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بأبي أنت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قال هذا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مُشيرة إلى علي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أنا أحبّ إلى رسول الله صلّى الله عليه وسلّم منكِ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فقلتُ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بل أنا أحبّ إلى رسول الله صلّى الله عليه وسلّم منكَ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فتبسّم رسول الله صلّى الله عليه وسلّم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بُنيّة لكِ رقّة الولد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وعليّ أعزّ عليّ منكِ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6 - تنكيس الرؤوس لمُرور الزهراء يوم القيامة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الحاكم في المُستدرك والسيوطي في الجامع الصغير</w:t>
      </w:r>
      <w:r w:rsidR="00455A43">
        <w:rPr>
          <w:rtl/>
        </w:rPr>
        <w:t>،</w:t>
      </w:r>
      <w:r w:rsidRPr="00402856">
        <w:rPr>
          <w:rtl/>
        </w:rPr>
        <w:t xml:space="preserve"> عن عليّ بن أبي طالب</w:t>
      </w:r>
      <w:r w:rsidR="00455A43">
        <w:rPr>
          <w:rtl/>
        </w:rPr>
        <w:t>،</w:t>
      </w:r>
      <w:r w:rsidRPr="00402856">
        <w:rPr>
          <w:rtl/>
        </w:rPr>
        <w:t xml:space="preserve"> عن رسول الله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إذا كان يوم القيامة نادى مُنادٍ من وراء الحُجب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أهل الجمع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غضّوا أبصاركم عن فاطمة بنت محمّد حتّى تمُرّ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أُخرى للسيوطي</w:t>
      </w:r>
      <w:r w:rsidR="00455A43">
        <w:rPr>
          <w:rtl/>
        </w:rPr>
        <w:t>،</w:t>
      </w:r>
      <w:r w:rsidRPr="00402856">
        <w:rPr>
          <w:rtl/>
        </w:rPr>
        <w:t xml:space="preserve"> عن أبي أيوب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إذا كان يوم القيامة نادى مُنادٍ من بطنان العرش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أهل الجمع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نكّسوا رؤوسكم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وغضّوا أبصاركم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حتى تمرّ فاطمة بنت محمّد على الصراط فتمرّ مع سبعين ألف جارية من الحور العِين كمَرّ البرق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روى أبو بكر في الغيلانيات</w:t>
      </w:r>
      <w:r w:rsidR="00455A43">
        <w:rPr>
          <w:rtl/>
        </w:rPr>
        <w:t>،</w:t>
      </w:r>
      <w:r w:rsidRPr="00402856">
        <w:rPr>
          <w:rtl/>
        </w:rPr>
        <w:t xml:space="preserve"> وروى الإمام أحمد في الفضائل</w:t>
      </w:r>
      <w:r w:rsidR="00455A43">
        <w:rPr>
          <w:rtl/>
        </w:rPr>
        <w:t>،</w:t>
      </w:r>
      <w:r w:rsidRPr="00402856">
        <w:rPr>
          <w:rtl/>
        </w:rPr>
        <w:t xml:space="preserve"> والحاكم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والطبراني في الكبير والأوسط</w:t>
      </w:r>
      <w:r w:rsidR="00455A43">
        <w:rPr>
          <w:rtl/>
        </w:rPr>
        <w:t>،</w:t>
      </w:r>
      <w:r w:rsidRPr="00402856">
        <w:rPr>
          <w:rtl/>
        </w:rPr>
        <w:t xml:space="preserve"> والهيثمي في جمع الزوائد</w:t>
      </w:r>
      <w:r w:rsidR="00455A43">
        <w:rPr>
          <w:rtl/>
        </w:rPr>
        <w:t>،</w:t>
      </w:r>
      <w:r w:rsidRPr="00402856">
        <w:rPr>
          <w:rtl/>
        </w:rPr>
        <w:t xml:space="preserve"> وأبو بكر في الغيلانيات </w:t>
      </w:r>
      <w:r w:rsidR="00352E1E">
        <w:rPr>
          <w:rtl/>
        </w:rPr>
        <w:t>(</w:t>
      </w:r>
      <w:r w:rsidRPr="00402856">
        <w:rPr>
          <w:rtl/>
        </w:rPr>
        <w:t>من طُرق مختلفة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إذا كان يوم القيامة قيل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أهل الجمع غضّوا أبصاركم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حتّى تمرّ فاطمة بنت رسول الله فتمرّ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وعليها ربطتان خضراوان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أبي أيوب الأنصاري </w:t>
      </w:r>
      <w:r w:rsidR="00352E1E">
        <w:rPr>
          <w:rtl/>
        </w:rPr>
        <w:t>(</w:t>
      </w:r>
      <w:r w:rsidRPr="00402856">
        <w:rPr>
          <w:rtl/>
        </w:rPr>
        <w:t>في رواية</w:t>
      </w:r>
      <w:r w:rsidR="00352E1E">
        <w:rPr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إذا كان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جمع الله الأوّلين والآخرين في صعيد واحد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يُنادي منادٍ من بطنان العرش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الجليل جلّ جلاله يقول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نكّسوا رؤوسكم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وغضّوا أبصاركم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 هذه فاطمة بنت رسول الله صلّى الله عليه وسلّم تُريد أن تمرّ على الصراط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فتمرّ ومعها سبعون ألفاً من الحور العين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بسنده عن أبي هريرة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تُبعث الأنبياء يوم القيامة على الدواب ليوافوا بالمؤمنين من قومهم المحشر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ويبعث صالح على ناقته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وأُبعث على البراق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خطوها عند أقصى طرفها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وتبعث فاطمة أمامي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 هذا حديث صحيح على شرط مسلم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وفي كنز العمال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يَبعث الله الأنبياء يوم القيامة على الدواب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ويَبعث صالحاً على ناقته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كي ما يوافي بالمؤمنين من أصحابه المحشر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وتُبعث فاطمة والحسن والحسين عليهم السلام على ناقتين من نوق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 بن أبي طالب عليه السلام على ناقتي وأنا على البراق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ويُبعث بلالاً على ناقته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فينادي بالأذان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الحديث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أخرجه الطبراني وأبو الشيخ وابن عساكر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</w:t>
      </w:r>
      <w:r w:rsidR="00AF124A">
        <w:rPr>
          <w:rtl/>
        </w:rPr>
        <w:t xml:space="preserve"> - </w:t>
      </w:r>
      <w:r w:rsidRPr="00402856">
        <w:rPr>
          <w:rtl/>
        </w:rPr>
        <w:t>يعني</w:t>
      </w:r>
      <w:r w:rsidR="00AF124A">
        <w:rPr>
          <w:rtl/>
        </w:rPr>
        <w:t xml:space="preserve"> - </w:t>
      </w:r>
      <w:r w:rsidRPr="00402856">
        <w:rPr>
          <w:rtl/>
        </w:rPr>
        <w:t>عن النبي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7 - تحريم الزهراء ذرّيتها على النار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روى المحبّ الطبري في ذخائر العُقبى</w:t>
      </w:r>
      <w:r w:rsidR="00455A43">
        <w:rPr>
          <w:rtl/>
        </w:rPr>
        <w:t>:</w:t>
      </w:r>
      <w:r w:rsidRPr="00402856">
        <w:rPr>
          <w:rtl/>
        </w:rPr>
        <w:t xml:space="preserve"> أخرج الحافظ الدمشقي</w:t>
      </w:r>
      <w:r w:rsidR="00455A43">
        <w:rPr>
          <w:rtl/>
        </w:rPr>
        <w:t>،</w:t>
      </w:r>
      <w:r w:rsidRPr="00402856">
        <w:rPr>
          <w:rtl/>
        </w:rPr>
        <w:t xml:space="preserve"> عن رسول الله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تدرين لِمَ سمّيتِ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لِِمَ سُمّيت فاطمة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عزّ وجل قد فطمها وذرّيتها عن النار يوم القيامة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وقد روى الإمام عليّ بن موسى الرضا في مسنده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رسول الله صلّى الله عليه وسلّم 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إنّ الله عزّ وجل فطم ابنتي فاطمة ووُلدها ومَن أحبّهم من النار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فلذلك سُمّيت فاطمة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 في المستدرك</w:t>
      </w:r>
      <w:r w:rsidR="00455A43">
        <w:rPr>
          <w:rtl/>
        </w:rPr>
        <w:t>،</w:t>
      </w:r>
      <w:r w:rsidRPr="00402856">
        <w:rPr>
          <w:rtl/>
        </w:rPr>
        <w:t xml:space="preserve"> من حديث معاوية بن هشام</w:t>
      </w:r>
      <w:r w:rsidR="00455A43">
        <w:rPr>
          <w:rtl/>
        </w:rPr>
        <w:t>،</w:t>
      </w:r>
      <w:r w:rsidRPr="00402856">
        <w:rPr>
          <w:rtl/>
        </w:rPr>
        <w:t xml:space="preserve"> عن عبد الله ابن مسعود قال</w:t>
      </w:r>
      <w:r w:rsidR="00455A43">
        <w:rPr>
          <w:rtl/>
        </w:rPr>
        <w:t>: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 xml:space="preserve">إنّ فاطمة أحصنت فرْجها فحرّمها الله وذريتها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على النار</w:t>
      </w:r>
      <w:r w:rsidR="00352E1E">
        <w:rPr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أيضاً عن ابن مسعود البزار وأبو يعلى والطبراني في الكبير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وروى الطبراني في الكبير</w:t>
      </w:r>
      <w:r w:rsidR="00455A43">
        <w:rPr>
          <w:rtl/>
        </w:rPr>
        <w:t>،</w:t>
      </w:r>
      <w:r w:rsidRPr="00402856">
        <w:rPr>
          <w:rtl/>
        </w:rPr>
        <w:t xml:space="preserve"> عن ابن مسعود</w:t>
      </w:r>
      <w:r w:rsidR="00455A43">
        <w:rPr>
          <w:rtl/>
        </w:rPr>
        <w:t>،</w:t>
      </w:r>
      <w:r w:rsidRPr="00402856">
        <w:rPr>
          <w:rFonts w:hint="cs"/>
          <w:rtl/>
        </w:rPr>
        <w:t xml:space="preserve"> </w:t>
      </w:r>
      <w:r w:rsidRPr="00402856">
        <w:rPr>
          <w:rtl/>
        </w:rPr>
        <w:t>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إنّ فاطمة حصنت فرجها</w:t>
      </w:r>
      <w:r w:rsidR="00455A43">
        <w:rPr>
          <w:rtl/>
        </w:rPr>
        <w:t>،</w:t>
      </w:r>
      <w:r w:rsidRPr="00402856">
        <w:rPr>
          <w:rtl/>
        </w:rPr>
        <w:t xml:space="preserve"> وأنّ الله أدخلها بإحصان فرجها وذريتها الجنة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الطبراني والهيثمي</w:t>
      </w:r>
      <w:r w:rsidR="00455A43">
        <w:rPr>
          <w:rtl/>
        </w:rPr>
        <w:t>،</w:t>
      </w:r>
      <w:r w:rsidRPr="00402856">
        <w:rPr>
          <w:rFonts w:hint="cs"/>
          <w:rtl/>
        </w:rPr>
        <w:t xml:space="preserve"> </w:t>
      </w:r>
      <w:r w:rsidRPr="00402856">
        <w:rPr>
          <w:rtl/>
        </w:rPr>
        <w:t>عن ابن عباس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 لفاطمة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غير مُعذ</w:t>
      </w:r>
      <w:r w:rsidRPr="00402856">
        <w:rPr>
          <w:rStyle w:val="libBold2Char"/>
          <w:rFonts w:hint="cs"/>
          <w:rtl/>
        </w:rPr>
        <w:t>ّ</w:t>
      </w:r>
      <w:r w:rsidRPr="00402856">
        <w:rPr>
          <w:rStyle w:val="libBold2Char"/>
          <w:rtl/>
        </w:rPr>
        <w:t>بك ولا وِلدك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Bold1"/>
        <w:rPr>
          <w:rtl/>
        </w:rPr>
      </w:pPr>
      <w:bookmarkStart w:id="20" w:name="10"/>
      <w:r w:rsidRPr="00402856">
        <w:rPr>
          <w:rtl/>
        </w:rPr>
        <w:t>8 - مرور النبي صلّى الله عليه وسلّم ببا</w:t>
      </w:r>
      <w:r w:rsidRPr="00402856">
        <w:rPr>
          <w:rFonts w:hint="cs"/>
          <w:rtl/>
        </w:rPr>
        <w:t>ب</w:t>
      </w:r>
      <w:r w:rsidRPr="00402856">
        <w:rPr>
          <w:rtl/>
        </w:rPr>
        <w:t xml:space="preserve"> فاطمة في صلاة الصبح </w:t>
      </w:r>
      <w:bookmarkEnd w:id="20"/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الإمام أحمد</w:t>
      </w:r>
      <w:r w:rsidR="00455A43">
        <w:rPr>
          <w:rtl/>
        </w:rPr>
        <w:t>،</w:t>
      </w:r>
      <w:r w:rsidRPr="00402856">
        <w:rPr>
          <w:rFonts w:hint="cs"/>
          <w:rtl/>
        </w:rPr>
        <w:t xml:space="preserve"> </w:t>
      </w:r>
      <w:r w:rsidRPr="00402856">
        <w:rPr>
          <w:rtl/>
        </w:rPr>
        <w:t>عن علي بن زيد</w:t>
      </w:r>
      <w:r w:rsidR="00455A43">
        <w:rPr>
          <w:rtl/>
        </w:rPr>
        <w:t>،</w:t>
      </w:r>
      <w:r w:rsidRPr="00402856">
        <w:rPr>
          <w:rFonts w:hint="cs"/>
          <w:rtl/>
        </w:rPr>
        <w:t xml:space="preserve"> </w:t>
      </w:r>
      <w:r w:rsidRPr="00402856">
        <w:rPr>
          <w:rtl/>
        </w:rPr>
        <w:t>عن أنس</w:t>
      </w:r>
      <w:r w:rsidR="00455A43">
        <w:rPr>
          <w:rtl/>
        </w:rPr>
        <w:t>:</w:t>
      </w:r>
      <w:r w:rsidRPr="00402856">
        <w:rPr>
          <w:rFonts w:hint="cs"/>
          <w:rtl/>
        </w:rPr>
        <w:t xml:space="preserve"> </w:t>
      </w:r>
      <w:r w:rsidRPr="00402856">
        <w:rPr>
          <w:rtl/>
        </w:rPr>
        <w:t>أن</w:t>
      </w:r>
      <w:r w:rsidRPr="00402856">
        <w:rPr>
          <w:rFonts w:hint="cs"/>
          <w:rtl/>
        </w:rPr>
        <w:t>ّ</w:t>
      </w:r>
      <w:r w:rsidRPr="00402856">
        <w:rPr>
          <w:rtl/>
        </w:rPr>
        <w:t xml:space="preserve"> رسول الله صلّى الله عليه وسلّم كان يمر</w:t>
      </w:r>
      <w:r w:rsidRPr="00402856">
        <w:rPr>
          <w:rFonts w:hint="cs"/>
          <w:rtl/>
        </w:rPr>
        <w:t>ّ</w:t>
      </w:r>
      <w:r w:rsidRPr="00402856">
        <w:rPr>
          <w:rtl/>
        </w:rPr>
        <w:t xml:space="preserve"> ببا</w:t>
      </w:r>
      <w:r w:rsidRPr="00402856">
        <w:rPr>
          <w:rFonts w:hint="cs"/>
          <w:rtl/>
        </w:rPr>
        <w:t>ب</w:t>
      </w:r>
      <w:r w:rsidRPr="00402856">
        <w:rPr>
          <w:rtl/>
        </w:rPr>
        <w:t xml:space="preserve"> فاطمة ستّة أشهر</w:t>
      </w:r>
      <w:r w:rsidR="00455A43">
        <w:rPr>
          <w:rtl/>
        </w:rPr>
        <w:t>،</w:t>
      </w:r>
      <w:r w:rsidRPr="00402856">
        <w:rPr>
          <w:rtl/>
        </w:rPr>
        <w:t xml:space="preserve"> إذا خرج إلى صلاة الصبح ويقول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الصلاة الصلاة</w:t>
      </w:r>
      <w:r w:rsidR="00455A43">
        <w:rPr>
          <w:rStyle w:val="libBold2Char"/>
          <w:rFonts w:hint="cs"/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إنّما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Fonts w:hint="cs"/>
          <w:rtl/>
        </w:rPr>
        <w:t>،</w:t>
      </w:r>
      <w:r w:rsidRPr="00402856">
        <w:rPr>
          <w:rtl/>
        </w:rPr>
        <w:t xml:space="preserve"> وفي رواية أُخرى </w:t>
      </w:r>
      <w:r w:rsidRPr="00402856">
        <w:rPr>
          <w:rFonts w:hint="cs"/>
          <w:rtl/>
        </w:rPr>
        <w:t>أ</w:t>
      </w:r>
      <w:r w:rsidRPr="00402856">
        <w:rPr>
          <w:rtl/>
        </w:rPr>
        <w:t>نّ رسول الله صلّى الله عليه وسلّم كان يأتي بباب فاطمة ستة أشهر إذا خرج من صلاة الفجر</w:t>
      </w:r>
      <w:r w:rsidR="00455A43">
        <w:rPr>
          <w:rtl/>
        </w:rPr>
        <w:t>،</w:t>
      </w:r>
      <w:r w:rsidRPr="00402856">
        <w:rPr>
          <w:rtl/>
        </w:rPr>
        <w:t xml:space="preserve">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أهل البيت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الصلاة الصلاة يا أهل البيت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إنّما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مردويه وابن جرير</w:t>
      </w:r>
      <w:r w:rsidR="00455A43">
        <w:rPr>
          <w:rtl/>
        </w:rPr>
        <w:t>،</w:t>
      </w:r>
      <w:r w:rsidRPr="00402856">
        <w:rPr>
          <w:rtl/>
        </w:rPr>
        <w:t xml:space="preserve"> عن أبي الحمراء قال</w:t>
      </w:r>
      <w:r w:rsidR="00455A43">
        <w:rPr>
          <w:rtl/>
        </w:rPr>
        <w:t>:</w:t>
      </w:r>
      <w:r w:rsidRPr="00402856">
        <w:rPr>
          <w:rtl/>
        </w:rPr>
        <w:t xml:space="preserve"> حفظت رسول الله صلّى الله عليه وسلّم ثمانية أشهر بالمدينة</w:t>
      </w:r>
      <w:r w:rsidR="00455A43">
        <w:rPr>
          <w:rtl/>
        </w:rPr>
        <w:t>،</w:t>
      </w:r>
      <w:r w:rsidRPr="00402856">
        <w:rPr>
          <w:rtl/>
        </w:rPr>
        <w:t xml:space="preserve"> ليس من مرّة يخرج إلى صلاة الغداة إلاّ أتى إلى باب علي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فوضع يده على جنبي الباب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الصلاة الصلاة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إنّما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Style w:val="libBold2Char"/>
          <w:rtl/>
        </w:rPr>
        <w:t xml:space="preserve"> الصلاة رحمكم الله </w:t>
      </w:r>
      <w:r w:rsidR="00352E1E">
        <w:rPr>
          <w:rtl/>
        </w:rPr>
        <w:t>(</w:t>
      </w:r>
      <w:r w:rsidRPr="00402856">
        <w:rPr>
          <w:rtl/>
        </w:rPr>
        <w:t>كل يوم خمس مرّات</w:t>
      </w:r>
      <w:r w:rsidR="00352E1E">
        <w:rPr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أبي الحمراء قال</w:t>
      </w:r>
      <w:r w:rsidR="00455A43">
        <w:rPr>
          <w:rtl/>
        </w:rPr>
        <w:t>:</w:t>
      </w:r>
      <w:r w:rsidRPr="00402856">
        <w:rPr>
          <w:rtl/>
        </w:rPr>
        <w:t xml:space="preserve"> رأيت رسول الله صلّى الله عليه وسلّم يأتي باب علي وفاطمة ستة أشهر</w:t>
      </w:r>
      <w:r w:rsidR="00455A43">
        <w:rPr>
          <w:rtl/>
        </w:rPr>
        <w:t>،</w:t>
      </w:r>
      <w:r w:rsidRPr="00402856">
        <w:rPr>
          <w:rtl/>
        </w:rPr>
        <w:t xml:space="preserve"> فيقول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إنّما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علي بن يزيد</w:t>
      </w:r>
      <w:r w:rsidR="00455A43">
        <w:rPr>
          <w:rtl/>
        </w:rPr>
        <w:t>،</w:t>
      </w:r>
      <w:r w:rsidRPr="00402856">
        <w:rPr>
          <w:rtl/>
        </w:rPr>
        <w:t xml:space="preserve"> عن أنس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كان يمرّ ببيت فاطمة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ستّة أشهر</w:t>
      </w:r>
      <w:r w:rsidR="00455A43">
        <w:rPr>
          <w:rtl/>
        </w:rPr>
        <w:t>،</w:t>
      </w:r>
      <w:r w:rsidRPr="00402856">
        <w:rPr>
          <w:rtl/>
        </w:rPr>
        <w:t xml:space="preserve"> كلّما خرج إلى الصلاة</w:t>
      </w:r>
      <w:r w:rsidR="00455A43">
        <w:rPr>
          <w:rtl/>
        </w:rPr>
        <w:t>،</w:t>
      </w:r>
      <w:r w:rsidRPr="00402856">
        <w:rPr>
          <w:rtl/>
        </w:rPr>
        <w:t xml:space="preserve"> فيقول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الصلاة أهل البيت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إنّما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وأخرج ابن مردويه</w:t>
      </w:r>
      <w:r w:rsidR="00455A43">
        <w:rPr>
          <w:rtl/>
        </w:rPr>
        <w:t>،</w:t>
      </w:r>
      <w:r w:rsidRPr="00402856">
        <w:rPr>
          <w:rtl/>
        </w:rPr>
        <w:t xml:space="preserve"> عن أبي سعيد الخذري قال</w:t>
      </w:r>
      <w:r w:rsidR="00455A43">
        <w:rPr>
          <w:rtl/>
        </w:rPr>
        <w:t>:</w:t>
      </w:r>
      <w:r w:rsidRPr="00402856">
        <w:rPr>
          <w:rtl/>
        </w:rPr>
        <w:t xml:space="preserve"> لمّا دخل عليّ رضي الله عنه بفاطمة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جاء النبي صلّى الله عليه وسلّم أربعين صباحاً إلى بابها يقول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السلام عليكم أهل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البيت ورحمة الله وبركاته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الصلاة رحمكم الله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إنّما يُرِيدُ اللَّهُ لِيُذْهِبَ عَنْكُمْ الرِّجْسَ أَهْلَ الْبَيْتِ وَيُطَهِّرَكُمْ تَطْهِيرًا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أنا حرب لمَن حاربتم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سِلم لمَن سالمتم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9 - غضب الله تعالى لغضب الزهراء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ابن سعيد في شرف النبوّة</w:t>
      </w:r>
      <w:r w:rsidR="00455A43">
        <w:rPr>
          <w:rtl/>
        </w:rPr>
        <w:t>،</w:t>
      </w:r>
      <w:r w:rsidRPr="00402856">
        <w:rPr>
          <w:rtl/>
        </w:rPr>
        <w:t xml:space="preserve"> عن علي رضي الله عنه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قال رسول الله صلّى الله عليه وسلّم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الله عزّ وجل يغضب لغضبكِ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ويرضى لرضاكِ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أبو نعيم في فضائل الصحابة وابن عساكر وأبو يعلى في مسنده</w:t>
      </w:r>
      <w:r w:rsidR="00455A43">
        <w:rPr>
          <w:rtl/>
        </w:rPr>
        <w:t>،</w:t>
      </w:r>
      <w:r w:rsidRPr="00402856">
        <w:rPr>
          <w:rtl/>
        </w:rPr>
        <w:t xml:space="preserve"> عن علي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الله ليغضب لغضبكِ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ويرضى لرضاكِ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الديلمي عن علي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أنّ الله عزّ وجل ليغضب لغضب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ويرضى لرضاها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ابن أبي شيبة</w:t>
      </w:r>
      <w:r w:rsidR="00455A43">
        <w:rPr>
          <w:rtl/>
        </w:rPr>
        <w:t>،</w:t>
      </w:r>
      <w:r w:rsidRPr="00402856">
        <w:rPr>
          <w:rtl/>
        </w:rPr>
        <w:t xml:space="preserve"> عن محمد بن علي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أغضبها فقد أغضبني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10 - طهارة الزهراء من الحيض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عن أسماء بنت عميس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قبّلت</w:t>
      </w:r>
      <w:r w:rsidR="00AF124A">
        <w:rPr>
          <w:rtl/>
        </w:rPr>
        <w:t xml:space="preserve"> - </w:t>
      </w:r>
      <w:r w:rsidRPr="00402856">
        <w:rPr>
          <w:rtl/>
        </w:rPr>
        <w:t>أي ولّدت</w:t>
      </w:r>
      <w:r w:rsidR="00AF124A">
        <w:rPr>
          <w:rtl/>
        </w:rPr>
        <w:t xml:space="preserve"> - </w:t>
      </w:r>
      <w:r w:rsidRPr="00402856">
        <w:rPr>
          <w:rtl/>
        </w:rPr>
        <w:t>فاطمة بالحسن</w:t>
      </w:r>
      <w:r w:rsidR="00455A43">
        <w:rPr>
          <w:rtl/>
        </w:rPr>
        <w:t>،</w:t>
      </w:r>
      <w:r w:rsidRPr="00402856">
        <w:rPr>
          <w:rtl/>
        </w:rPr>
        <w:t xml:space="preserve"> فلم أرَ لها دماً</w:t>
      </w:r>
      <w:r w:rsidR="00455A43">
        <w:rPr>
          <w:rtl/>
        </w:rPr>
        <w:t>،</w:t>
      </w:r>
      <w:r w:rsidRPr="00402856">
        <w:rPr>
          <w:rtl/>
        </w:rPr>
        <w:t xml:space="preserve"> فقلت</w:t>
      </w:r>
      <w:r w:rsidR="00455A43">
        <w:rPr>
          <w:rtl/>
        </w:rPr>
        <w:t>:</w:t>
      </w:r>
      <w:r w:rsidRPr="00402856">
        <w:rPr>
          <w:rtl/>
        </w:rPr>
        <w:t xml:space="preserve">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إنّي لم أرَ لها دماً في حيض ولا نفاس</w:t>
      </w:r>
      <w:r w:rsidR="00455A43">
        <w:rPr>
          <w:rtl/>
        </w:rPr>
        <w:t>،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أما علمتِ أنّ ابنتي طاهرة مطهّرة لا يُرى لها دماً في طمث ولا ولادة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وروى النسائي والمحبّ الطبري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ابنتي فاطمة حوراء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إذ لم تحض ولم تطمث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وإنّما سمّاها فاطمة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لأنّ الله عزّ وجل فطمها ومُحبّيها عن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الخطيب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ابنتي فاطمة حوراء آدمية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لم تحض ولم تطمث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وإنّما سمّاها الله فاطمة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لأن الله تعالى فطمها ومحبّيها من النار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الديلمي</w:t>
      </w:r>
      <w:r w:rsidR="00455A43">
        <w:rPr>
          <w:rtl/>
        </w:rPr>
        <w:t>،</w:t>
      </w:r>
      <w:r w:rsidRPr="00402856">
        <w:rPr>
          <w:rtl/>
        </w:rPr>
        <w:t xml:space="preserve"> عن أبي هريرة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سمّيت فاطمة</w:t>
      </w:r>
      <w:r w:rsidR="00455A43">
        <w:rPr>
          <w:rStyle w:val="libBold2Char"/>
          <w:rtl/>
        </w:rPr>
        <w:t>؛</w:t>
      </w:r>
      <w:r w:rsidRPr="00402856">
        <w:rPr>
          <w:rStyle w:val="libBold2Char"/>
          <w:rtl/>
        </w:rPr>
        <w:t xml:space="preserve"> لأنّ الله فطمها ومحبّيها من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وقال الإمام أبو جعفر محمد الباقر رضي الله عنه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لمّا وُلدت فاطمة عليها السلام أوحى الله إلى مَلك فأنطق الله به لسان محمد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فسمّاها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قال صلّى الله عليه وسلّم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تعالى فطمك عن الطمث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وقد قال أبوها العظيم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خلق الله نور فاطمة قبل أن يخلق الأرض والسماء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بعض الناس</w:t>
      </w:r>
      <w:r w:rsidR="00455A43">
        <w:rPr>
          <w:rtl/>
        </w:rPr>
        <w:t>:</w:t>
      </w:r>
      <w:r w:rsidRPr="00402856">
        <w:rPr>
          <w:rtl/>
        </w:rPr>
        <w:t xml:space="preserve"> يا نبي الله</w:t>
      </w:r>
      <w:r w:rsidR="00455A43">
        <w:rPr>
          <w:rtl/>
        </w:rPr>
        <w:t>،</w:t>
      </w:r>
      <w:r w:rsidRPr="00402856">
        <w:rPr>
          <w:rtl/>
        </w:rPr>
        <w:t xml:space="preserve"> فليست هي إنسيّة</w:t>
      </w:r>
      <w:r w:rsidR="00455A43">
        <w:rPr>
          <w:rtl/>
        </w:rPr>
        <w:t>؟</w:t>
      </w:r>
      <w:r w:rsidRPr="00402856">
        <w:rPr>
          <w:rtl/>
        </w:rPr>
        <w:t xml:space="preserve"> فقال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حوراء إنسيّة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ومن علامات الحور العِين أنها لا تطمث</w:t>
      </w:r>
      <w:r w:rsidR="00455A43">
        <w:rPr>
          <w:rtl/>
        </w:rPr>
        <w:t>،</w:t>
      </w:r>
      <w:r w:rsidRPr="00402856">
        <w:rPr>
          <w:rtl/>
        </w:rPr>
        <w:t xml:space="preserve"> فقد 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tl/>
        </w:rPr>
        <w:t>(</w:t>
      </w:r>
      <w:r w:rsidRPr="00402856">
        <w:rPr>
          <w:rStyle w:val="libAieChar"/>
          <w:rtl/>
        </w:rPr>
        <w:t>لَمْ يَطْمِثْهُنَّ إِنسٌ قَبْلَهُمْ وَلاَ جَانٌّ</w:t>
      </w:r>
      <w:r w:rsidR="00352E1E" w:rsidRPr="00352E1E">
        <w:rPr>
          <w:rStyle w:val="libAlaem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وكذلك الزهراء</w:t>
      </w:r>
      <w:r w:rsidR="00455A43">
        <w:rPr>
          <w:rtl/>
        </w:rPr>
        <w:t>،</w:t>
      </w:r>
      <w:r w:rsidRPr="00402856">
        <w:rPr>
          <w:rtl/>
        </w:rPr>
        <w:t xml:space="preserve"> فإنّها كانت طاهرة من الحيض والنفاس</w:t>
      </w:r>
      <w:r w:rsidR="00455A43">
        <w:rPr>
          <w:rtl/>
        </w:rPr>
        <w:t>،</w:t>
      </w:r>
      <w:r w:rsidRPr="00402856">
        <w:rPr>
          <w:rtl/>
        </w:rPr>
        <w:t xml:space="preserve"> وقد أجمع المسلمون على أنّها لم ترَ حيضاً ولا نفساً</w:t>
      </w:r>
      <w:r w:rsidR="00455A43">
        <w:rPr>
          <w:rtl/>
        </w:rPr>
        <w:t>،</w:t>
      </w:r>
      <w:r w:rsidRPr="00402856">
        <w:rPr>
          <w:rtl/>
        </w:rPr>
        <w:t xml:space="preserve"> وهذه ميزة فريدة امتازت بها الزهراء عليها السلام على بنات حواء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11 - أجرى الله تعالى الزهراء مجرى مريم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عن أبي سعيد الخدري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سأل عليّ فاطمة ذات يوم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هل عندكِ شيء تغذينيه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والذي أكرم أبي بالنبوة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أصبح عندي شيء أُغذيكه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أكلنا بعدُ شيئاً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كان لنا شيء بعدك منذ يومين أؤثرك به على بطني وعلى ابنَيّ هذين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أعلمتني حتى أبغيكم شيئاً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أستحي من الله أن أُكلّفك ما لا تقدر عليه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فخرج من عندها واثقاً بالله</w:t>
      </w:r>
      <w:r w:rsidR="00455A43">
        <w:rPr>
          <w:rtl/>
        </w:rPr>
        <w:t>،</w:t>
      </w:r>
      <w:r w:rsidRPr="00402856">
        <w:rPr>
          <w:rtl/>
        </w:rPr>
        <w:t xml:space="preserve"> حسن الظنّ به</w:t>
      </w:r>
      <w:r w:rsidR="00455A43">
        <w:rPr>
          <w:rtl/>
        </w:rPr>
        <w:t>،</w:t>
      </w:r>
      <w:r w:rsidRPr="00402856">
        <w:rPr>
          <w:rtl/>
        </w:rPr>
        <w:t xml:space="preserve"> فاستقرض ديناراً</w:t>
      </w:r>
      <w:r w:rsidR="00455A43">
        <w:rPr>
          <w:rtl/>
        </w:rPr>
        <w:t>،</w:t>
      </w:r>
      <w:r w:rsidRPr="00402856">
        <w:rPr>
          <w:rtl/>
        </w:rPr>
        <w:t xml:space="preserve"> فبينما الدينار في يده أراد أن يبتاع لهم ما يصلح لهم</w:t>
      </w:r>
      <w:r w:rsidR="00455A43">
        <w:rPr>
          <w:rtl/>
        </w:rPr>
        <w:t>،</w:t>
      </w:r>
      <w:r w:rsidRPr="00402856">
        <w:rPr>
          <w:rtl/>
        </w:rPr>
        <w:t xml:space="preserve"> إذ عرض له المقداد في يوم شديد الحرّ</w:t>
      </w:r>
      <w:r w:rsidR="00455A43">
        <w:rPr>
          <w:rtl/>
        </w:rPr>
        <w:t>،</w:t>
      </w:r>
      <w:r w:rsidRPr="00402856">
        <w:rPr>
          <w:rtl/>
        </w:rPr>
        <w:t xml:space="preserve"> قد لوّحته الشمس من فوقه وآذته من تحته</w:t>
      </w:r>
      <w:r w:rsidR="00455A43">
        <w:rPr>
          <w:rtl/>
        </w:rPr>
        <w:t>،</w:t>
      </w:r>
      <w:r w:rsidRPr="00402856">
        <w:rPr>
          <w:rtl/>
        </w:rPr>
        <w:t xml:space="preserve"> فلمّا رآه أنكره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مقداد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أزعجك من رحْلِك هذه الساعة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يا أبا الحسن</w:t>
      </w:r>
      <w:r w:rsidR="00455A43">
        <w:rPr>
          <w:rtl/>
        </w:rPr>
        <w:t>،</w:t>
      </w:r>
      <w:r w:rsidRPr="00402856">
        <w:rPr>
          <w:rtl/>
        </w:rPr>
        <w:t xml:space="preserve"> خلِّ سبيلي</w:t>
      </w:r>
      <w:r w:rsidR="00455A43">
        <w:rPr>
          <w:rtl/>
        </w:rPr>
        <w:t>،</w:t>
      </w:r>
      <w:r w:rsidRPr="00402856">
        <w:rPr>
          <w:rtl/>
        </w:rPr>
        <w:t xml:space="preserve"> ولا تسألني عمّا ورائي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ابن أخي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إنّه لا يحلّ لك أن تكتمني حالك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أمّا إذا أبيت</w:t>
      </w:r>
      <w:r w:rsidR="00455A43">
        <w:rPr>
          <w:rtl/>
        </w:rPr>
        <w:t>،</w:t>
      </w:r>
      <w:r w:rsidRPr="00402856">
        <w:rPr>
          <w:rtl/>
        </w:rPr>
        <w:t xml:space="preserve"> فوالله الذي أكرم محمداً بالنبوة</w:t>
      </w:r>
      <w:r w:rsidR="00455A43">
        <w:rPr>
          <w:rtl/>
        </w:rPr>
        <w:t>،</w:t>
      </w:r>
      <w:r w:rsidRPr="00402856">
        <w:rPr>
          <w:rtl/>
        </w:rPr>
        <w:t xml:space="preserve"> ما أزعجني من رحلي إلاّ الجهد</w:t>
      </w:r>
      <w:r w:rsidR="00455A43">
        <w:rPr>
          <w:rtl/>
        </w:rPr>
        <w:t>،</w:t>
      </w:r>
      <w:r w:rsidRPr="00402856">
        <w:rPr>
          <w:rtl/>
        </w:rPr>
        <w:t xml:space="preserve"> ولقد تركت أهلي يبكون جوعاً</w:t>
      </w:r>
      <w:r w:rsidR="00455A43">
        <w:rPr>
          <w:rtl/>
        </w:rPr>
        <w:t>،</w:t>
      </w:r>
      <w:r w:rsidRPr="00402856">
        <w:rPr>
          <w:rtl/>
        </w:rPr>
        <w:t xml:space="preserve"> فلمّا سمعت بكاء العيال لم تحملني الأرض</w:t>
      </w:r>
      <w:r w:rsidR="00455A43">
        <w:rPr>
          <w:rtl/>
        </w:rPr>
        <w:t>،</w:t>
      </w:r>
      <w:r w:rsidRPr="00402856">
        <w:rPr>
          <w:rtl/>
        </w:rPr>
        <w:t xml:space="preserve"> فخرجت مغموماً راكباً راسي</w:t>
      </w:r>
      <w:r w:rsidR="00455A43">
        <w:rPr>
          <w:rtl/>
        </w:rPr>
        <w:t>،</w:t>
      </w:r>
      <w:r w:rsidRPr="00402856">
        <w:rPr>
          <w:rtl/>
        </w:rPr>
        <w:t xml:space="preserve"> فهذه حالتي وقصّتي</w:t>
      </w:r>
      <w:r w:rsidR="00455A43">
        <w:rPr>
          <w:rtl/>
        </w:rPr>
        <w:t>،</w:t>
      </w:r>
      <w:r w:rsidRPr="00402856">
        <w:rPr>
          <w:rtl/>
        </w:rPr>
        <w:t xml:space="preserve"> فهملت عينا عليّ بالبكاء حتى بلّت دموعه لحيته</w:t>
      </w:r>
      <w:r w:rsidR="00455A43">
        <w:rPr>
          <w:rtl/>
        </w:rPr>
        <w:t>،</w:t>
      </w:r>
      <w:r w:rsidRPr="00402856">
        <w:rPr>
          <w:rtl/>
        </w:rPr>
        <w:t xml:space="preserve"> ثُمّ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أحلف بالذي حلفت به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أزعجني غير الذي أزعجك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ولقد اقترضت ديناراً فهاك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وأؤثرك به على نفسي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فدفع له الدينار</w:t>
      </w:r>
      <w:r w:rsidR="00455A43">
        <w:rPr>
          <w:rtl/>
        </w:rPr>
        <w:t>،</w:t>
      </w:r>
      <w:r w:rsidRPr="00402856">
        <w:rPr>
          <w:rtl/>
        </w:rPr>
        <w:t xml:space="preserve"> ورجع حتى دخل على النبيّ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فصلّى الظهر والعصر والمغرب</w:t>
      </w:r>
      <w:r w:rsidR="00455A43">
        <w:rPr>
          <w:rtl/>
        </w:rPr>
        <w:t>،</w:t>
      </w:r>
      <w:r w:rsidRPr="00402856">
        <w:rPr>
          <w:rtl/>
        </w:rPr>
        <w:t xml:space="preserve"> فلما قضى النبيّ صلّى الله عليه وسلّم صلاة المغرب مرّ بعلي في الصفّ الأوّل</w:t>
      </w:r>
      <w:r w:rsidR="00455A43">
        <w:rPr>
          <w:rtl/>
        </w:rPr>
        <w:t>،</w:t>
      </w:r>
      <w:r w:rsidRPr="00402856">
        <w:rPr>
          <w:rtl/>
        </w:rPr>
        <w:t xml:space="preserve"> فغمزه برِجله</w:t>
      </w:r>
      <w:r w:rsidR="00455A43">
        <w:rPr>
          <w:rtl/>
        </w:rPr>
        <w:t>،</w:t>
      </w:r>
      <w:r w:rsidRPr="00402856">
        <w:rPr>
          <w:rtl/>
        </w:rPr>
        <w:t xml:space="preserve"> فسار خَلف النبيّ صلّى الله عليه وسلّم حتى لحقه عند باب المسجد</w:t>
      </w:r>
      <w:r w:rsidR="00455A43">
        <w:rPr>
          <w:rtl/>
        </w:rPr>
        <w:t>،</w:t>
      </w:r>
      <w:r w:rsidRPr="00402856">
        <w:rPr>
          <w:rtl/>
        </w:rPr>
        <w:t xml:space="preserve"> ثُمّ قال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أبا الحسن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هل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عندك شيء تُعشّينا به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فأطرق عليّ لا يحير جواباً حياءً من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وقد عرف الحال التي خرج عليها</w:t>
      </w:r>
      <w:r w:rsidR="00455A43">
        <w:rPr>
          <w:rtl/>
        </w:rPr>
        <w:t>،</w:t>
      </w:r>
      <w:r w:rsidRPr="00402856">
        <w:rPr>
          <w:rtl/>
        </w:rPr>
        <w:t xml:space="preserve"> فقال له النبيّ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إمّا أن تقول لا فأنصرف عنك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 نعم فنجيء معك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 له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حبّاً وتكريماً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اذهب بنا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وكان الله سبحانه وتعالى قد أوحى إلى نبيه صلّى الله عليه وسلّم أن يتعشّى عندهم</w:t>
      </w:r>
      <w:r w:rsidR="00455A43">
        <w:rPr>
          <w:rtl/>
        </w:rPr>
        <w:t>،</w:t>
      </w:r>
      <w:r w:rsidRPr="00402856">
        <w:rPr>
          <w:rtl/>
        </w:rPr>
        <w:t xml:space="preserve"> فأخذ الرسول بيده</w:t>
      </w:r>
      <w:r w:rsidR="00455A43">
        <w:rPr>
          <w:rtl/>
        </w:rPr>
        <w:t>،</w:t>
      </w:r>
      <w:r w:rsidRPr="00402856">
        <w:rPr>
          <w:rtl/>
        </w:rPr>
        <w:t xml:space="preserve"> فانطلقا حتى دخلا على فاطمة عليها السلام في مصلاّها</w:t>
      </w:r>
      <w:r w:rsidR="00455A43">
        <w:rPr>
          <w:rtl/>
        </w:rPr>
        <w:t>،</w:t>
      </w:r>
      <w:r w:rsidRPr="00402856">
        <w:rPr>
          <w:rtl/>
        </w:rPr>
        <w:t xml:space="preserve"> وخلفها جفنة تفور دخاناً</w:t>
      </w:r>
      <w:r w:rsidR="00455A43">
        <w:rPr>
          <w:rtl/>
        </w:rPr>
        <w:t>،</w:t>
      </w:r>
      <w:r w:rsidRPr="00402856">
        <w:rPr>
          <w:rtl/>
        </w:rPr>
        <w:t xml:space="preserve"> فلمّا سمعت كلام النبي صلّى الله عليه وسلّم خرجت من المصلّى فسلّمت عليه</w:t>
      </w:r>
      <w:r w:rsidR="00455A43">
        <w:rPr>
          <w:rtl/>
        </w:rPr>
        <w:t>،</w:t>
      </w:r>
      <w:r w:rsidRPr="00402856">
        <w:rPr>
          <w:rtl/>
        </w:rPr>
        <w:t xml:space="preserve"> وكانت أعزّ الناس عليه</w:t>
      </w:r>
      <w:r w:rsidR="00455A43">
        <w:rPr>
          <w:rtl/>
        </w:rPr>
        <w:t>،</w:t>
      </w:r>
      <w:r w:rsidRPr="00402856">
        <w:rPr>
          <w:rtl/>
        </w:rPr>
        <w:t xml:space="preserve"> فردّ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ومسح بيده على رأسها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كيف أمسيتِ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عشّينا غفرَ الله لكِ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وقد فعل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فأخذت الجفنة</w:t>
      </w:r>
      <w:r w:rsidR="00455A43">
        <w:rPr>
          <w:rtl/>
        </w:rPr>
        <w:t>،</w:t>
      </w:r>
      <w:r w:rsidRPr="00402856">
        <w:rPr>
          <w:rtl/>
        </w:rPr>
        <w:t xml:space="preserve"> فوضعتها بين يديه</w:t>
      </w:r>
      <w:r w:rsidR="00455A43">
        <w:rPr>
          <w:rtl/>
        </w:rPr>
        <w:t>،</w:t>
      </w:r>
      <w:r w:rsidRPr="00402856">
        <w:rPr>
          <w:rtl/>
        </w:rPr>
        <w:t xml:space="preserve"> فلمّا نظرَ عليّ ذلك وشمّ ريحه</w:t>
      </w:r>
      <w:r w:rsidR="00455A43">
        <w:rPr>
          <w:rtl/>
        </w:rPr>
        <w:t>،</w:t>
      </w:r>
      <w:r w:rsidRPr="00402856">
        <w:rPr>
          <w:rtl/>
        </w:rPr>
        <w:t xml:space="preserve"> رمى فاطمة ببصره رمياً شميماً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ما أشح نظرك وأشدّه</w:t>
      </w:r>
      <w:r w:rsidR="00455A43">
        <w:rPr>
          <w:rtl/>
        </w:rPr>
        <w:t>،</w:t>
      </w:r>
      <w:r w:rsidRPr="00402856">
        <w:rPr>
          <w:rtl/>
        </w:rPr>
        <w:t xml:space="preserve"> سبحان الله</w:t>
      </w:r>
      <w:r w:rsidR="00455A43">
        <w:rPr>
          <w:rtl/>
        </w:rPr>
        <w:t>،</w:t>
      </w:r>
      <w:r w:rsidRPr="00402856">
        <w:rPr>
          <w:rtl/>
        </w:rPr>
        <w:t xml:space="preserve"> هل أذنبت فيما بيني وبينك ما استوجب به السخطة</w:t>
      </w:r>
      <w:r w:rsidR="00455A43">
        <w:rPr>
          <w:rtl/>
        </w:rPr>
        <w:t>؟</w:t>
      </w:r>
      <w:r w:rsidRPr="00402856">
        <w:rPr>
          <w:rtl/>
        </w:rPr>
        <w:t>!</w:t>
      </w:r>
      <w:r w:rsidR="00352E1E">
        <w:rPr>
          <w:rtl/>
        </w:rPr>
        <w:t>)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وأيّ ذنب أعظم من ذنب أصبته اليوم</w:t>
      </w:r>
      <w:r w:rsidR="00455A43">
        <w:rPr>
          <w:rtl/>
        </w:rPr>
        <w:t>،</w:t>
      </w:r>
      <w:r w:rsidRPr="00402856">
        <w:rPr>
          <w:rtl/>
        </w:rPr>
        <w:t xml:space="preserve"> أليس عهدي بكِ اليوم</w:t>
      </w:r>
      <w:r w:rsidR="00455A43">
        <w:rPr>
          <w:rtl/>
        </w:rPr>
        <w:t>،</w:t>
      </w:r>
      <w:r w:rsidRPr="00402856">
        <w:rPr>
          <w:rtl/>
        </w:rPr>
        <w:t xml:space="preserve"> وأنت تحلفين بالله مجتهدة ما طعمت طعاماً يومين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فنظرت إلى السماء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إلهي يعلم ما في سمائه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ويعلم ما في أرضه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لم أقل إلاّ حقّاً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فأنّى لكِ هذا الذي لم أرَ مثله</w:t>
      </w:r>
      <w:r w:rsidR="00455A43">
        <w:rPr>
          <w:rtl/>
        </w:rPr>
        <w:t>،</w:t>
      </w:r>
      <w:r w:rsidRPr="00402856">
        <w:rPr>
          <w:rtl/>
        </w:rPr>
        <w:t xml:space="preserve"> ولم أشم رائحة</w:t>
      </w:r>
      <w:r w:rsidR="00455A43">
        <w:rPr>
          <w:rtl/>
        </w:rPr>
        <w:t>،</w:t>
      </w:r>
      <w:r w:rsidRPr="00402856">
        <w:rPr>
          <w:rtl/>
        </w:rPr>
        <w:t xml:space="preserve"> ولم آكل أطيب منه</w:t>
      </w:r>
      <w:r w:rsidR="00455A43">
        <w:rPr>
          <w:rtl/>
        </w:rPr>
        <w:t>؟</w:t>
      </w:r>
      <w:r w:rsidR="00352E1E">
        <w:rPr>
          <w:rtl/>
        </w:rPr>
        <w:t>)</w:t>
      </w:r>
      <w:r w:rsidRPr="00402856">
        <w:rPr>
          <w:rtl/>
        </w:rPr>
        <w:t xml:space="preserve"> فوضع الرسول صلّى الله عليه وسلّم كفّه المُباركة بين كَتفي علي</w:t>
      </w:r>
      <w:r w:rsidR="00455A43">
        <w:rPr>
          <w:rtl/>
        </w:rPr>
        <w:t>،</w:t>
      </w:r>
      <w:r w:rsidRPr="00402856">
        <w:rPr>
          <w:rtl/>
        </w:rPr>
        <w:t xml:space="preserve"> ثُمّ هزّه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علي هذا ثواب الدينار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وهذا جزاء الدينار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هذا من عند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يرزق مَن يشاء بغير حساب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استعبر النبي صلّى الله عليه وسلّم باكياً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الحمد لله الذي لم يُخرجكما من الدنيا حتّى يجريك يا علي من المجرى الذي فيه زكريا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ويجريكِ يا فاطمة في المجرى الذي فيه مريم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كُلَّمَا دَخَلَ عَلَيْهَا زَكَرِيَّا الْمِحْرَابَ وَجَدَ عِنْدَهَا رِزْقًا قَالَ يَا مَرْيَمُ أَنَّى لَكِ هَذَا</w:t>
      </w:r>
      <w:r w:rsidRPr="005005B1">
        <w:rPr>
          <w:rStyle w:val="libAlaemChar"/>
          <w:rFonts w:hint="cs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وروى الزمخشري في الكشّاف عند قصة زكريا ومريم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جاع في زمن قحط</w:t>
      </w:r>
      <w:r w:rsidR="00455A43">
        <w:rPr>
          <w:rtl/>
        </w:rPr>
        <w:t>،</w:t>
      </w:r>
      <w:r w:rsidRPr="00402856">
        <w:rPr>
          <w:rtl/>
        </w:rPr>
        <w:t xml:space="preserve"> فأهدت له فاطمة رغيفين وبضعة لحم آثرته بها</w:t>
      </w:r>
      <w:r w:rsidR="00455A43">
        <w:rPr>
          <w:rtl/>
        </w:rPr>
        <w:t>،</w:t>
      </w:r>
      <w:r w:rsidRPr="00402856">
        <w:rPr>
          <w:rtl/>
        </w:rPr>
        <w:t xml:space="preserve"> فرجع بها إليها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هلمّي يا بنية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وكشف عن الطبق</w:t>
      </w:r>
      <w:r w:rsidR="00455A43">
        <w:rPr>
          <w:rtl/>
        </w:rPr>
        <w:t>،</w:t>
      </w:r>
      <w:r w:rsidRPr="00402856">
        <w:rPr>
          <w:rtl/>
        </w:rPr>
        <w:t xml:space="preserve"> فإذا هو مملوء خبزاً ولحماً</w:t>
      </w:r>
      <w:r w:rsidR="00455A43">
        <w:rPr>
          <w:rtl/>
        </w:rPr>
        <w:t>،</w:t>
      </w:r>
      <w:r w:rsidRPr="00402856">
        <w:rPr>
          <w:rtl/>
        </w:rPr>
        <w:t xml:space="preserve"> فبهتت</w:t>
      </w:r>
      <w:r w:rsidR="00455A43">
        <w:rPr>
          <w:rtl/>
        </w:rPr>
        <w:t>،</w:t>
      </w:r>
      <w:r w:rsidRPr="00402856">
        <w:rPr>
          <w:rtl/>
        </w:rPr>
        <w:t xml:space="preserve"> وعلمت أنّها نزلت من الله سبحانه وتعالى</w:t>
      </w:r>
      <w:r w:rsidR="00455A43">
        <w:rPr>
          <w:rtl/>
        </w:rPr>
        <w:t>،</w:t>
      </w:r>
      <w:r w:rsidRPr="00402856">
        <w:rPr>
          <w:rtl/>
        </w:rPr>
        <w:t xml:space="preserve"> فقال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أنّى لكِ هذا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هو من عند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 الله يرزق من يشاء بغير حساب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 xml:space="preserve">الحمد لله الذي جعلكِ شبيهة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مريم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 xml:space="preserve"> سيّدة نساء بني إسرائيل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جمع صلّى الله عليه وسلّم عليّ بن أبي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طالب والحسن والحسين وجميع أهل بيته رضي الله عنهم حتى شبعوا</w:t>
      </w:r>
      <w:r w:rsidR="00455A43">
        <w:rPr>
          <w:rtl/>
        </w:rPr>
        <w:t>،</w:t>
      </w:r>
      <w:r w:rsidRPr="00402856">
        <w:rPr>
          <w:rtl/>
        </w:rPr>
        <w:t xml:space="preserve"> وبقي الطعام كما هو</w:t>
      </w:r>
      <w:r w:rsidR="00455A43">
        <w:rPr>
          <w:rtl/>
        </w:rPr>
        <w:t>،</w:t>
      </w:r>
      <w:r w:rsidRPr="00402856">
        <w:rPr>
          <w:rtl/>
        </w:rPr>
        <w:t xml:space="preserve"> وأوسعت فاطمة جيرانها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12 - حفظ الله ذرية النبي صلّى الله عليه وسلّم في ذرية الزهراء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لقد أكرم الله سبحانه وتعالى الزهراء بأن حفظ ذرّية نبيه صلّى الله عليه وسلّم في ذرّيتها</w:t>
      </w:r>
      <w:r w:rsidR="00455A43">
        <w:rPr>
          <w:rtl/>
        </w:rPr>
        <w:t>،</w:t>
      </w:r>
      <w:r w:rsidRPr="00402856">
        <w:rPr>
          <w:rtl/>
        </w:rPr>
        <w:t xml:space="preserve"> وأبقى عقبه في عقبها</w:t>
      </w:r>
      <w:r w:rsidR="00455A43">
        <w:rPr>
          <w:rtl/>
        </w:rPr>
        <w:t>،</w:t>
      </w:r>
      <w:r w:rsidRPr="00402856">
        <w:rPr>
          <w:rtl/>
        </w:rPr>
        <w:t xml:space="preserve"> فهي وحدها</w:t>
      </w:r>
      <w:r w:rsidR="00AF124A">
        <w:rPr>
          <w:rtl/>
        </w:rPr>
        <w:t xml:space="preserve"> - </w:t>
      </w:r>
      <w:r w:rsidRPr="00402856">
        <w:rPr>
          <w:rtl/>
        </w:rPr>
        <w:t>دون بناته وبنيه</w:t>
      </w:r>
      <w:r w:rsidR="00AF124A">
        <w:rPr>
          <w:rtl/>
        </w:rPr>
        <w:t xml:space="preserve"> - </w:t>
      </w:r>
      <w:r w:rsidRPr="00402856">
        <w:rPr>
          <w:rtl/>
        </w:rPr>
        <w:t>أُمّ السلالة الطاهرة</w:t>
      </w:r>
      <w:r w:rsidR="00455A43">
        <w:rPr>
          <w:rtl/>
        </w:rPr>
        <w:t>،</w:t>
      </w:r>
      <w:r w:rsidRPr="00402856">
        <w:rPr>
          <w:rtl/>
        </w:rPr>
        <w:t xml:space="preserve"> والعترة الخيّرة</w:t>
      </w:r>
      <w:r w:rsidR="00455A43">
        <w:rPr>
          <w:rtl/>
        </w:rPr>
        <w:t>،</w:t>
      </w:r>
      <w:r w:rsidRPr="00402856">
        <w:rPr>
          <w:rtl/>
        </w:rPr>
        <w:t xml:space="preserve"> والصفوة المُختارة من عباد الله من أُمّته</w:t>
      </w:r>
      <w:r w:rsidR="00455A43">
        <w:rPr>
          <w:rtl/>
        </w:rPr>
        <w:t>؛</w:t>
      </w:r>
      <w:r w:rsidRPr="00402856">
        <w:rPr>
          <w:rtl/>
        </w:rPr>
        <w:t xml:space="preserve"> لأنّ أبناء النبي الذكور ماتوا جميعاً وهُم أطفال لم يشبّوا عن الطوق</w:t>
      </w:r>
      <w:r w:rsidR="00455A43">
        <w:rPr>
          <w:rtl/>
        </w:rPr>
        <w:t>،</w:t>
      </w:r>
      <w:r w:rsidRPr="00402856">
        <w:rPr>
          <w:rtl/>
        </w:rPr>
        <w:t xml:space="preserve"> ولم يبلغوا الحُلم بعد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وأمّا بناته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فلم يتركن وراءهنّ أطفالاً</w:t>
      </w:r>
      <w:r w:rsidR="00455A43">
        <w:rPr>
          <w:rtl/>
        </w:rPr>
        <w:t>،</w:t>
      </w:r>
      <w:r w:rsidRPr="00402856">
        <w:rPr>
          <w:rtl/>
        </w:rPr>
        <w:t xml:space="preserve"> ما عدا السيدة زينب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التي لم تنجب سوى عليّ الذي مات صغيراً</w:t>
      </w:r>
      <w:r w:rsidR="00455A43">
        <w:rPr>
          <w:rtl/>
        </w:rPr>
        <w:t>،</w:t>
      </w:r>
      <w:r w:rsidRPr="00402856">
        <w:rPr>
          <w:rtl/>
        </w:rPr>
        <w:t xml:space="preserve"> و</w:t>
      </w:r>
      <w:r w:rsidR="00352E1E">
        <w:rPr>
          <w:rtl/>
        </w:rPr>
        <w:t>(</w:t>
      </w:r>
      <w:r w:rsidRPr="00402856">
        <w:rPr>
          <w:rtl/>
        </w:rPr>
        <w:t>أُمامة</w:t>
      </w:r>
      <w:r w:rsidR="00352E1E">
        <w:rPr>
          <w:rtl/>
        </w:rPr>
        <w:t>)</w:t>
      </w:r>
      <w:r w:rsidRPr="00402856">
        <w:rPr>
          <w:rtl/>
        </w:rPr>
        <w:t xml:space="preserve"> التي تزوجها الإمام علي بعد الزهراء بوصيّة منها</w:t>
      </w:r>
      <w:r w:rsidR="00455A43">
        <w:rPr>
          <w:rtl/>
        </w:rPr>
        <w:t>،</w:t>
      </w:r>
      <w:r w:rsidRPr="00402856">
        <w:rPr>
          <w:rtl/>
        </w:rPr>
        <w:t xml:space="preserve"> ولكنّها لم تنجب له أولاداً</w:t>
      </w:r>
      <w:r w:rsidR="00455A43">
        <w:rPr>
          <w:rtl/>
        </w:rPr>
        <w:t>،</w:t>
      </w:r>
      <w:r w:rsidRPr="00402856">
        <w:rPr>
          <w:rtl/>
        </w:rPr>
        <w:t xml:space="preserve"> ولم يبقَ من بناته الطاهرات إلاّ الزهراء البتول</w:t>
      </w:r>
      <w:r w:rsidR="00455A43">
        <w:rPr>
          <w:rtl/>
        </w:rPr>
        <w:t>،</w:t>
      </w:r>
      <w:r w:rsidRPr="00402856">
        <w:rPr>
          <w:rtl/>
        </w:rPr>
        <w:t xml:space="preserve"> وقد ولدت للإمام علي</w:t>
      </w:r>
      <w:r w:rsidR="00455A43">
        <w:rPr>
          <w:rtl/>
        </w:rPr>
        <w:t>:</w:t>
      </w:r>
      <w:r w:rsidRPr="00402856">
        <w:rPr>
          <w:rtl/>
        </w:rPr>
        <w:t xml:space="preserve"> الحسن</w:t>
      </w:r>
      <w:r w:rsidR="00455A43">
        <w:rPr>
          <w:rtl/>
        </w:rPr>
        <w:t>،</w:t>
      </w:r>
      <w:r w:rsidRPr="00402856">
        <w:rPr>
          <w:rtl/>
        </w:rPr>
        <w:t xml:space="preserve"> والحسين</w:t>
      </w:r>
      <w:r w:rsidR="00455A43">
        <w:rPr>
          <w:rtl/>
        </w:rPr>
        <w:t>،</w:t>
      </w:r>
      <w:r w:rsidRPr="00402856">
        <w:rPr>
          <w:rtl/>
        </w:rPr>
        <w:t xml:space="preserve"> ومُحسن</w:t>
      </w:r>
      <w:r w:rsidR="00AF124A">
        <w:rPr>
          <w:rtl/>
        </w:rPr>
        <w:t xml:space="preserve"> - </w:t>
      </w:r>
      <w:r w:rsidRPr="00402856">
        <w:rPr>
          <w:rtl/>
        </w:rPr>
        <w:t>الذي مات صغيراً</w:t>
      </w:r>
      <w:r w:rsidR="00AF124A">
        <w:rPr>
          <w:rtl/>
        </w:rPr>
        <w:t xml:space="preserve"> - </w:t>
      </w:r>
      <w:r w:rsidRPr="00402856">
        <w:rPr>
          <w:rtl/>
        </w:rPr>
        <w:t>وأمّ كلثوم</w:t>
      </w:r>
      <w:r w:rsidR="00455A43">
        <w:rPr>
          <w:rtl/>
        </w:rPr>
        <w:t>،</w:t>
      </w:r>
      <w:r w:rsidRPr="00402856">
        <w:rPr>
          <w:rtl/>
        </w:rPr>
        <w:t xml:space="preserve"> وزينب الكُبرى الشهيرة بعقيلة بني هاشم</w:t>
      </w:r>
      <w:r w:rsidR="00455A43">
        <w:rPr>
          <w:rtl/>
        </w:rPr>
        <w:t>،</w:t>
      </w:r>
      <w:r w:rsidRPr="00402856">
        <w:rPr>
          <w:rtl/>
        </w:rPr>
        <w:t xml:space="preserve"> رضي الله عنهم أجمعين</w:t>
      </w:r>
      <w:r w:rsidR="00455A43">
        <w:rPr>
          <w:rtl/>
        </w:rPr>
        <w:t>،</w:t>
      </w:r>
      <w:r w:rsidRPr="00402856">
        <w:rPr>
          <w:rtl/>
        </w:rPr>
        <w:t xml:space="preserve"> ولم يكن لرسول الله صلّى الله عليه وسلّم عقِب</w:t>
      </w:r>
      <w:r w:rsidR="00455A43">
        <w:rPr>
          <w:rtl/>
        </w:rPr>
        <w:t>،</w:t>
      </w:r>
      <w:r w:rsidRPr="00402856">
        <w:rPr>
          <w:rtl/>
        </w:rPr>
        <w:t xml:space="preserve"> إلاّ من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وأعظِم بها مفخرة</w:t>
      </w:r>
      <w:r w:rsidR="00455A43">
        <w:rPr>
          <w:rtl/>
        </w:rPr>
        <w:t>،</w:t>
      </w:r>
      <w:r w:rsidRPr="00402856">
        <w:rPr>
          <w:rtl/>
        </w:rPr>
        <w:t xml:space="preserve"> وهكذا كان من ذرية الزهراء</w:t>
      </w:r>
      <w:r w:rsidR="00455A43">
        <w:rPr>
          <w:rtl/>
        </w:rPr>
        <w:t>،</w:t>
      </w:r>
      <w:r w:rsidRPr="00402856">
        <w:rPr>
          <w:rtl/>
        </w:rPr>
        <w:t xml:space="preserve"> من أبناء الحسن والحسين جميع السادة الأشراف</w:t>
      </w:r>
      <w:r w:rsidR="00455A43">
        <w:rPr>
          <w:rtl/>
        </w:rPr>
        <w:t>،</w:t>
      </w:r>
      <w:r w:rsidRPr="00402856">
        <w:rPr>
          <w:rtl/>
        </w:rPr>
        <w:t xml:space="preserve"> ذرّية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الطبراني والخطيب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 يبعث الله نبيّاً قط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جعل ذرّيته من صُلبه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غيري فإنّ الله جعل ذرّيتي من صُلب علي رضي الله عنه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أحمد والطبراني وأبو يعلى والمحب الطبري</w:t>
      </w:r>
      <w:r w:rsidR="00455A43">
        <w:rPr>
          <w:rtl/>
        </w:rPr>
        <w:t>:</w:t>
      </w:r>
      <w:r w:rsidRPr="00402856">
        <w:rPr>
          <w:rtl/>
        </w:rPr>
        <w:t xml:space="preserve"> أنّ عمر بن الخطاب رضي الله عنه خطب إلى علي بن أبي طالب أُمّ كلثوم</w:t>
      </w:r>
      <w:r w:rsidR="00455A43">
        <w:rPr>
          <w:rtl/>
        </w:rPr>
        <w:t>،</w:t>
      </w:r>
      <w:r w:rsidRPr="00402856">
        <w:rPr>
          <w:rtl/>
        </w:rPr>
        <w:t xml:space="preserve"> فاعتلّ عليه بصغرها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إنّي لم أرد الباه</w:t>
      </w:r>
      <w:r w:rsidR="00455A43">
        <w:rPr>
          <w:rtl/>
        </w:rPr>
        <w:t>،</w:t>
      </w:r>
      <w:r w:rsidRPr="00402856">
        <w:rPr>
          <w:rtl/>
        </w:rPr>
        <w:t xml:space="preserve"> ولكني سمعت رسول الله صلّى الله عليه وسلّم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سبب ونسب منقطع يوم القيامة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سببي ونسبي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وكلّ وُلد أبٍ فإنّ عصبتهم لأبيهم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وُلد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أنا أبوهم وعصبتهم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عن عمر بن الخطاب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كلّ بني أُنثى فإنّ عصبتهم لأبيهم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خلا وُلد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أنا عصبتهم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أبوهم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فاطمة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لكلّ بني أنثى عصبة ينتمون إليه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وُلد فاطمة فأنا وليهم وأنا عصبتهم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وروى الطبراني وأبو نعيم في فضائل الصحابة</w:t>
      </w:r>
      <w:r w:rsidR="00455A43">
        <w:rPr>
          <w:rtl/>
        </w:rPr>
        <w:t>،</w:t>
      </w:r>
      <w:r w:rsidRPr="00402856">
        <w:rPr>
          <w:rtl/>
        </w:rPr>
        <w:t xml:space="preserve"> عن فاطمة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ما من نبي إلاّ وَوَلد الأنبياء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غيري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 ابنَيك سيّدا شباب أهل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ابنَي الخالة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يحيى وعيسى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وعن ابن عباس رضي الله عنه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خُلقَ الناس من أشجار شتّى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وخُلقت أنا وعلي بن أبي طالب من شجرة واحدة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فما قولكم من شجرة أنا أصلها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فرعها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وعليّ لقاحها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والحسن والحسين ثمرتها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وشيعتنا أوراقها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فمَن تعلّق بغصن من أغصانها ساقه إلى الجنة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ومَن تركها هوى إلى النار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أنا شجرة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فرعها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وعليّ لقاحها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والحسن والحسين ثمرتها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وشيعتنا ورقها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فالشجرة أصلها في جنّة عدن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والأصل والفرع واللقاح والثمر والورق في الجنّة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وهكذا كان نسل عليّ وفاطمة نسلاً مُباركاً للنبي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النبي صلّى الله عليه وسلّم إنّما كان يدعو الحسن والحسين ابنيه</w:t>
      </w:r>
      <w:r w:rsidR="00455A43">
        <w:rPr>
          <w:rtl/>
        </w:rPr>
        <w:t>،</w:t>
      </w:r>
      <w:r w:rsidRPr="00402856">
        <w:rPr>
          <w:rtl/>
        </w:rPr>
        <w:t xml:space="preserve"> فيقول صلّى الله عليه وسلّم في الحسن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الترمذي</w:t>
      </w:r>
      <w:r w:rsidR="00455A43">
        <w:rPr>
          <w:rtl/>
        </w:rPr>
        <w:t>،</w:t>
      </w:r>
      <w:r w:rsidRPr="00402856">
        <w:rPr>
          <w:rtl/>
        </w:rPr>
        <w:t xml:space="preserve"> عن أنس بن مالك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كان يقول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ادعي ابنَي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فيشمّهما ويضمّهما إليه</w:t>
      </w:r>
      <w:r w:rsidR="00455A43">
        <w:rPr>
          <w:rtl/>
        </w:rPr>
        <w:t>،</w:t>
      </w:r>
      <w:r w:rsidRPr="00402856">
        <w:rPr>
          <w:rtl/>
        </w:rPr>
        <w:t xml:space="preserve"> أضف إلى ذلك أنّه لما نزلت آية المباهلة </w:t>
      </w:r>
      <w:r w:rsidR="00352E1E">
        <w:rPr>
          <w:rtl/>
        </w:rPr>
        <w:t>(</w:t>
      </w:r>
      <w:r w:rsidRPr="00402856">
        <w:rPr>
          <w:rtl/>
        </w:rPr>
        <w:t>آل عمران 61</w:t>
      </w:r>
      <w:r w:rsidR="00352E1E">
        <w:rPr>
          <w:rtl/>
        </w:rPr>
        <w:t>)</w:t>
      </w:r>
      <w:r w:rsidRPr="00402856">
        <w:rPr>
          <w:rtl/>
        </w:rPr>
        <w:t xml:space="preserve"> دعا النبي صلّى الله عليه وسلّم علياً وفاطمة والحسن والحسين وخرج للمباهلة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الحاكم</w:t>
      </w:r>
      <w:r w:rsidR="00455A43">
        <w:rPr>
          <w:rtl/>
        </w:rPr>
        <w:t>،</w:t>
      </w:r>
      <w:r w:rsidRPr="00402856">
        <w:rPr>
          <w:rtl/>
        </w:rPr>
        <w:t xml:space="preserve"> عن جابر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لكلّ بني أُمّ عصبة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بني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فأنا وليّهم وعصبتهم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402856" w:rsidRDefault="00402856" w:rsidP="00402856">
      <w:pPr>
        <w:pStyle w:val="libBold1"/>
        <w:rPr>
          <w:rtl/>
        </w:rPr>
      </w:pPr>
      <w:r w:rsidRPr="000D67E4">
        <w:rPr>
          <w:rtl/>
        </w:rPr>
        <w:t xml:space="preserve">13 - الزهراء سيّدة نساء العالمين وأفضلهنّ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ابن عبد البَر في الاستيعاب</w:t>
      </w:r>
      <w:r w:rsidR="00455A43">
        <w:rPr>
          <w:rtl/>
        </w:rPr>
        <w:t>،</w:t>
      </w:r>
      <w:r w:rsidRPr="00402856">
        <w:rPr>
          <w:rtl/>
        </w:rPr>
        <w:t xml:space="preserve"> عن النبي صلّى الله عليه وسلّم أنّه 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بنيّة ألا ترضين أنّك سيّدة نساء العالمين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أبتِ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فأين مريم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تلك سيدة نساء عالمها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0D67E4" w:rsidRDefault="00402856" w:rsidP="00402856">
      <w:pPr>
        <w:pStyle w:val="libNormal"/>
        <w:rPr>
          <w:rtl/>
        </w:rPr>
      </w:pPr>
      <w:r w:rsidRPr="00402856">
        <w:rPr>
          <w:rtl/>
        </w:rPr>
        <w:t>فإذا احتجّ البعض بقول الله تعالى في آل عمران</w:t>
      </w:r>
      <w:r w:rsidR="00455A43">
        <w:rPr>
          <w:rtl/>
        </w:rPr>
        <w:t>:</w:t>
      </w:r>
      <w:r w:rsidRPr="00402856">
        <w:rPr>
          <w:rStyle w:val="libAieChar"/>
          <w:rFonts w:hint="cs"/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قَالَتْ الْمَلاَئِكَةُ يَا مَرْيَمُ إِنَّ اللَّهَ اصْطَفَاكِ وَطَهَّرَكِ وَاصْطَفَاكِ عَلَى نِسَاءِ الْعَالَمِينَ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قلنا</w:t>
      </w:r>
      <w:r w:rsidR="00455A43">
        <w:rPr>
          <w:rtl/>
        </w:rPr>
        <w:t>:</w:t>
      </w:r>
      <w:r w:rsidRPr="00402856">
        <w:rPr>
          <w:rtl/>
        </w:rPr>
        <w:t xml:space="preserve"> على نساء عالم زمانها</w:t>
      </w:r>
      <w:r w:rsidR="00455A43">
        <w:rPr>
          <w:rtl/>
        </w:rPr>
        <w:t>،</w:t>
      </w:r>
      <w:r w:rsidRPr="00402856">
        <w:rPr>
          <w:rtl/>
        </w:rPr>
        <w:t xml:space="preserve"> وذلك كقوله تعالى لموسى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إِنِّي اصْطَفَيْتُكَ عَلَى النَّاسِ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وكقوله تعالى عن بني إسرائيل</w:t>
      </w:r>
      <w:r w:rsidR="00352E1E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>وَلَقَدْ اخْتَرْنَاهُمْ عَلَى عِلْمٍ عَلَى الْعَالَمِينَ</w:t>
      </w:r>
      <w:r w:rsidR="00352E1E" w:rsidRPr="00352E1E">
        <w:rPr>
          <w:rStyle w:val="libAlaemChar"/>
          <w:rFonts w:hint="cs"/>
          <w:rtl/>
        </w:rPr>
        <w:t>)</w:t>
      </w:r>
      <w:r w:rsidR="00455A43">
        <w:rPr>
          <w:rStyle w:val="libAieChar"/>
          <w:rFonts w:hint="cs"/>
          <w:rtl/>
        </w:rPr>
        <w:t>،</w:t>
      </w:r>
      <w:r w:rsidRPr="00402856">
        <w:rPr>
          <w:rtl/>
        </w:rPr>
        <w:t xml:space="preserve"> وقال تعالى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5005B1">
        <w:rPr>
          <w:rStyle w:val="libAlaemChar"/>
          <w:rFonts w:hint="cs"/>
          <w:rtl/>
        </w:rPr>
        <w:t>(</w:t>
      </w:r>
      <w:r w:rsidRPr="00402856">
        <w:rPr>
          <w:rStyle w:val="libAieChar"/>
          <w:rFonts w:hint="cs"/>
          <w:rtl/>
        </w:rPr>
        <w:t xml:space="preserve">يَا بَنِي إِسْرَائِيلَ </w:t>
      </w:r>
    </w:p>
    <w:p w:rsidR="00402856" w:rsidRDefault="00402856" w:rsidP="00402856">
      <w:pPr>
        <w:pStyle w:val="libNormal"/>
        <w:rPr>
          <w:rtl/>
        </w:rPr>
      </w:pPr>
      <w:r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AieChar"/>
          <w:rFonts w:hint="cs"/>
          <w:rtl/>
        </w:rPr>
        <w:lastRenderedPageBreak/>
        <w:t>اذْكُرُوا نِعْمَتِي الَّتِي أَنْعَمْتُ عَلَيْكُمْ وَأَنِّي فَضَّلْتُكُمْ عَلَى الْعَالَمِينَ</w:t>
      </w:r>
      <w:r w:rsidR="00352E1E" w:rsidRPr="00352E1E">
        <w:rPr>
          <w:rStyle w:val="libAlaemChar"/>
          <w:rFonts w:hint="cs"/>
          <w:rtl/>
        </w:rPr>
        <w:t>)</w:t>
      </w:r>
      <w:r w:rsidRPr="00402856">
        <w:rPr>
          <w:rStyle w:val="libAieChar"/>
          <w:rFonts w:hint="cs"/>
          <w:rtl/>
        </w:rPr>
        <w:t xml:space="preserve"> </w:t>
      </w:r>
      <w:r w:rsidRPr="00402856">
        <w:rPr>
          <w:rtl/>
        </w:rPr>
        <w:t>ومعلوم</w:t>
      </w:r>
      <w:r w:rsidR="00AF124A">
        <w:rPr>
          <w:rtl/>
        </w:rPr>
        <w:t xml:space="preserve"> - </w:t>
      </w:r>
      <w:r w:rsidRPr="00402856">
        <w:rPr>
          <w:rtl/>
        </w:rPr>
        <w:t>كما يقول ابن كثير في البداية والنهاية</w:t>
      </w:r>
      <w:r w:rsidR="00AF124A">
        <w:rPr>
          <w:rtl/>
        </w:rPr>
        <w:t xml:space="preserve"> - </w:t>
      </w:r>
      <w:r w:rsidRPr="00402856">
        <w:rPr>
          <w:rtl/>
        </w:rPr>
        <w:t>أنّ إبراهيم عليه والسلام أفضل من موسى</w:t>
      </w:r>
      <w:r w:rsidR="00455A43">
        <w:rPr>
          <w:rtl/>
        </w:rPr>
        <w:t>،</w:t>
      </w:r>
      <w:r w:rsidRPr="00402856">
        <w:rPr>
          <w:rtl/>
        </w:rPr>
        <w:t xml:space="preserve"> وأنّ محمداً صلّى الله عليه وسلّم أفضل منهما</w:t>
      </w:r>
      <w:r w:rsidR="00455A43">
        <w:rPr>
          <w:rtl/>
        </w:rPr>
        <w:t>،</w:t>
      </w:r>
      <w:r w:rsidRPr="00402856">
        <w:rPr>
          <w:rtl/>
        </w:rPr>
        <w:t xml:space="preserve"> وكذلك هذه الأُمّة أفضل من سائر الأُمم التي قبلها</w:t>
      </w:r>
      <w:r w:rsidR="00455A43">
        <w:rPr>
          <w:rtl/>
        </w:rPr>
        <w:t>،</w:t>
      </w:r>
      <w:r w:rsidRPr="00402856">
        <w:rPr>
          <w:rtl/>
        </w:rPr>
        <w:t xml:space="preserve"> وأكثر عدداً وأفضل عِلماً وأزكى عملاً من بني إسرائيل وغيرهم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الإمام أحمد في المسند</w:t>
      </w:r>
      <w:r w:rsidR="00455A43">
        <w:rPr>
          <w:rtl/>
        </w:rPr>
        <w:t>،</w:t>
      </w:r>
      <w:r w:rsidRPr="00402856">
        <w:rPr>
          <w:rtl/>
        </w:rPr>
        <w:t xml:space="preserve"> عن حذيفة بن اليمان قال</w:t>
      </w:r>
      <w:r w:rsidR="00455A43">
        <w:rPr>
          <w:rtl/>
        </w:rPr>
        <w:t>:</w:t>
      </w:r>
      <w:r w:rsidRPr="00402856">
        <w:rPr>
          <w:rtl/>
        </w:rPr>
        <w:t xml:space="preserve"> دخلت على أُمّي يوماً</w:t>
      </w:r>
      <w:r w:rsidR="00455A43">
        <w:rPr>
          <w:rtl/>
        </w:rPr>
        <w:t>،</w:t>
      </w:r>
      <w:r w:rsidRPr="00402856">
        <w:rPr>
          <w:rtl/>
        </w:rPr>
        <w:t xml:space="preserve"> فسألتني</w:t>
      </w:r>
      <w:r w:rsidR="00455A43">
        <w:rPr>
          <w:rtl/>
        </w:rPr>
        <w:t>:</w:t>
      </w:r>
      <w:r w:rsidRPr="00402856">
        <w:rPr>
          <w:rtl/>
        </w:rPr>
        <w:t xml:space="preserve"> هل رأيت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فقلت لها</w:t>
      </w:r>
      <w:r w:rsidR="00455A43">
        <w:rPr>
          <w:rtl/>
        </w:rPr>
        <w:t>:</w:t>
      </w:r>
      <w:r w:rsidRPr="00402856">
        <w:rPr>
          <w:rtl/>
        </w:rPr>
        <w:t xml:space="preserve"> منذ كذا وكذا لم أره</w:t>
      </w:r>
      <w:r w:rsidR="00455A43">
        <w:rPr>
          <w:rtl/>
        </w:rPr>
        <w:t>،</w:t>
      </w:r>
      <w:r w:rsidRPr="00402856">
        <w:rPr>
          <w:rtl/>
        </w:rPr>
        <w:t xml:space="preserve"> فنالت منّي ونهرَتني</w:t>
      </w:r>
      <w:r w:rsidR="00455A43">
        <w:rPr>
          <w:rtl/>
        </w:rPr>
        <w:t>،</w:t>
      </w:r>
      <w:r w:rsidRPr="00402856">
        <w:rPr>
          <w:rtl/>
        </w:rPr>
        <w:t xml:space="preserve"> فلمّا رأيتها غضبى قلت لها</w:t>
      </w:r>
      <w:r w:rsidR="00455A43">
        <w:rPr>
          <w:rtl/>
        </w:rPr>
        <w:t>:</w:t>
      </w:r>
      <w:r w:rsidRPr="00402856">
        <w:rPr>
          <w:rtl/>
        </w:rPr>
        <w:t xml:space="preserve"> دعيني فإنّي ذاهب إليه</w:t>
      </w:r>
      <w:r w:rsidR="00455A43">
        <w:rPr>
          <w:rtl/>
        </w:rPr>
        <w:t>،</w:t>
      </w:r>
      <w:r w:rsidRPr="00402856">
        <w:rPr>
          <w:rtl/>
        </w:rPr>
        <w:t xml:space="preserve"> وسأُصلّي معه المغرب ثُمّ لا أدعه حتى يستغفر لي</w:t>
      </w:r>
      <w:r w:rsidR="00455A43">
        <w:rPr>
          <w:rtl/>
        </w:rPr>
        <w:t>،</w:t>
      </w:r>
      <w:r w:rsidRPr="00402856">
        <w:rPr>
          <w:rtl/>
        </w:rPr>
        <w:t xml:space="preserve"> قال حذيفة فأتيت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فصليت معه المغرب والعشاء</w:t>
      </w:r>
      <w:r w:rsidR="00455A43">
        <w:rPr>
          <w:rtl/>
        </w:rPr>
        <w:t>،</w:t>
      </w:r>
      <w:r w:rsidRPr="00402856">
        <w:rPr>
          <w:rtl/>
        </w:rPr>
        <w:t xml:space="preserve"> ثُمّ انصرف النبي صلّى الله عليه وسلّم من صلاته فتبعته</w:t>
      </w:r>
      <w:r w:rsidR="00455A43">
        <w:rPr>
          <w:rtl/>
        </w:rPr>
        <w:t>،</w:t>
      </w:r>
      <w:r w:rsidRPr="00402856">
        <w:rPr>
          <w:rtl/>
        </w:rPr>
        <w:t xml:space="preserve"> وبينما نحن في طريقنا عرض النبي صلّى الله عليه وسلّم عارض فناجاه</w:t>
      </w:r>
      <w:r w:rsidR="00455A43">
        <w:rPr>
          <w:rtl/>
        </w:rPr>
        <w:t>،</w:t>
      </w:r>
      <w:r w:rsidRPr="00402856">
        <w:rPr>
          <w:rtl/>
        </w:rPr>
        <w:t xml:space="preserve"> ثُمّ ذهب فتبعته أيضاً</w:t>
      </w:r>
      <w:r w:rsidR="00455A43">
        <w:rPr>
          <w:rtl/>
        </w:rPr>
        <w:t>،</w:t>
      </w:r>
      <w:r w:rsidRPr="00402856">
        <w:rPr>
          <w:rtl/>
        </w:rPr>
        <w:t xml:space="preserve"> فسمع مشيتي خلفه</w:t>
      </w:r>
      <w:r w:rsidR="00455A43">
        <w:rPr>
          <w:rtl/>
        </w:rPr>
        <w:t>،</w:t>
      </w:r>
      <w:r w:rsidRPr="00402856">
        <w:rPr>
          <w:rtl/>
        </w:rPr>
        <w:t xml:space="preserve"> فالتفت إليّ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مَن هذا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قُلت</w:t>
      </w:r>
      <w:r w:rsidR="00455A43">
        <w:rPr>
          <w:rtl/>
        </w:rPr>
        <w:t>:</w:t>
      </w:r>
      <w:r w:rsidRPr="00402856">
        <w:rPr>
          <w:rtl/>
        </w:rPr>
        <w:t xml:space="preserve"> حذيفة بن اليمان يا رسول الله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ذلك مَلك من الملائكة لم يهبط إلى الأرض قط قبل هذه الليلة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وقد استأذن ربّي في أن يُسلّم عليّ ويُبشّرني أنّ الحسن والحسين سيّدا شباب أهل الجنّة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 فاطمة الزهراء سيّدة نساء العالمين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وروى الصدوق في الأمالي</w:t>
      </w:r>
      <w:r w:rsidR="00455A43">
        <w:rPr>
          <w:rtl/>
        </w:rPr>
        <w:t>،</w:t>
      </w:r>
      <w:r w:rsidRPr="00402856">
        <w:rPr>
          <w:rtl/>
        </w:rPr>
        <w:t xml:space="preserve"> بسنده عن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أنّه قال في 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وإنّها لسيّدة نساء العالمين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فقيل يا رسول الله</w:t>
      </w:r>
      <w:r w:rsidR="00455A43">
        <w:rPr>
          <w:rtl/>
        </w:rPr>
        <w:t>:</w:t>
      </w:r>
      <w:r w:rsidRPr="00402856">
        <w:rPr>
          <w:rtl/>
        </w:rPr>
        <w:t xml:space="preserve"> أهي سيّدة نساء عالمها</w:t>
      </w:r>
      <w:r w:rsidR="00455A43">
        <w:rPr>
          <w:rtl/>
        </w:rPr>
        <w:t>؟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تلك مريم ابنة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فأمّا ابنتي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فهي سيّدة نساء العالمين من الأوّلين والآخِرين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أنّ النبي صلّى الله عليه وسلّم قال</w:t>
      </w:r>
      <w:r w:rsidR="00AF124A">
        <w:rPr>
          <w:rtl/>
        </w:rPr>
        <w:t xml:space="preserve"> - </w:t>
      </w:r>
      <w:r w:rsidRPr="00402856">
        <w:rPr>
          <w:rtl/>
        </w:rPr>
        <w:t>وهو في مرضه الذي توفّي فيه</w:t>
      </w:r>
      <w:r w:rsidR="00AF124A">
        <w:rPr>
          <w:rtl/>
        </w:rPr>
        <w:t xml:space="preserve"> -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ترضين أن تكوني سيدة نساء العالمين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وسيدة نساء هذه الأُمّة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وسيدة نساء المؤمنين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 الحاكم في المستدرك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فاطمة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ألا ترضين أن تكوني سيّدة نساء العالمين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وسيدة نساء هذه الأُمّة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وعن عمران بن حصين</w:t>
      </w:r>
      <w:r w:rsidR="00455A43">
        <w:rPr>
          <w:rtl/>
        </w:rPr>
        <w:t>،</w:t>
      </w:r>
      <w:r w:rsidRPr="00402856">
        <w:rPr>
          <w:rtl/>
        </w:rPr>
        <w:t xml:space="preserve"> أنّ الرسول صلّى الله عليه وسلّم 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أما ترضين أن تكوني سيدة نساء العالمين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فأين مريم ابنة عمران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 بنية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تلك سيدة نساء عالمها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وأنتِ سيدة نساء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lastRenderedPageBreak/>
        <w:t>العالمين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الطبراني</w:t>
      </w:r>
      <w:r w:rsidR="00455A43">
        <w:rPr>
          <w:rtl/>
        </w:rPr>
        <w:t>،</w:t>
      </w:r>
      <w:r w:rsidRPr="00402856">
        <w:rPr>
          <w:rtl/>
        </w:rPr>
        <w:t xml:space="preserve"> بإسناد على شرط الشيخين</w:t>
      </w:r>
      <w:r w:rsidR="00455A43">
        <w:rPr>
          <w:rtl/>
        </w:rPr>
        <w:t>،</w:t>
      </w:r>
      <w:r w:rsidRPr="00402856">
        <w:rPr>
          <w:rtl/>
        </w:rPr>
        <w:t xml:space="preserve"> عن عائشة رضي الله عنها قالت</w:t>
      </w:r>
      <w:r w:rsidR="00455A43">
        <w:rPr>
          <w:rtl/>
        </w:rPr>
        <w:t>:</w:t>
      </w:r>
      <w:r w:rsidRPr="00402856">
        <w:rPr>
          <w:rtl/>
        </w:rPr>
        <w:t xml:space="preserve"> ما رأيت أحدا قط أفضل من فاطمة غير أبيها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وهكذا ذهب كثير من العلماء المحققين</w:t>
      </w:r>
      <w:r w:rsidR="00455A43">
        <w:rPr>
          <w:rtl/>
        </w:rPr>
        <w:t>،</w:t>
      </w:r>
      <w:r w:rsidRPr="00402856">
        <w:rPr>
          <w:rtl/>
        </w:rPr>
        <w:t xml:space="preserve"> ومنهم</w:t>
      </w:r>
      <w:r w:rsidR="00455A43">
        <w:rPr>
          <w:rtl/>
        </w:rPr>
        <w:t>:</w:t>
      </w:r>
      <w:r w:rsidRPr="00402856">
        <w:rPr>
          <w:rtl/>
        </w:rPr>
        <w:t xml:space="preserve"> التقي السبكي والجلال السيوطي والبدر الزركشي والتقي المقريزي والبلقيني والسهيلي</w:t>
      </w:r>
      <w:r w:rsidR="00455A43">
        <w:rPr>
          <w:rtl/>
        </w:rPr>
        <w:t>،</w:t>
      </w:r>
      <w:r w:rsidRPr="00402856">
        <w:rPr>
          <w:rtl/>
        </w:rPr>
        <w:t xml:space="preserve"> أنّ فاطمة بنت رسول الله صلّى الله عليه وسلّم أفضل نساء الدنيا</w:t>
      </w:r>
      <w:r w:rsidR="00455A43">
        <w:rPr>
          <w:rtl/>
        </w:rPr>
        <w:t>،</w:t>
      </w:r>
      <w:r w:rsidRPr="00402856">
        <w:rPr>
          <w:rtl/>
        </w:rPr>
        <w:t xml:space="preserve"> حتى مريم ابنة عمران</w:t>
      </w:r>
      <w:r w:rsidR="00455A43">
        <w:rPr>
          <w:rtl/>
        </w:rPr>
        <w:t>،</w:t>
      </w:r>
      <w:r w:rsidRPr="00402856">
        <w:rPr>
          <w:rtl/>
        </w:rPr>
        <w:t xml:space="preserve"> وعبارة السبكي حين سُئل عن ذلك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الذي نختاره أنّ فاطمة بنت محمد صلّى الله عليه وسلّم أفضل</w:t>
      </w:r>
      <w:r w:rsidR="00455A43">
        <w:rPr>
          <w:rtl/>
        </w:rPr>
        <w:t>،</w:t>
      </w:r>
      <w:r w:rsidRPr="00402856">
        <w:rPr>
          <w:rtl/>
        </w:rPr>
        <w:t xml:space="preserve"> وسئل عن ذلك ابن داود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إنّ رسول الله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فاطمة بضعة منّي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ولا أعدل ببضعة رسول الله أحداً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ويقول السهيلي</w:t>
      </w:r>
      <w:r w:rsidR="00455A43">
        <w:rPr>
          <w:rtl/>
        </w:rPr>
        <w:t>:</w:t>
      </w:r>
      <w:r w:rsidRPr="00402856">
        <w:rPr>
          <w:rtl/>
        </w:rPr>
        <w:t xml:space="preserve"> وهذا استقراء حسَن</w:t>
      </w:r>
      <w:r w:rsidR="00455A43">
        <w:rPr>
          <w:rtl/>
        </w:rPr>
        <w:t>،</w:t>
      </w:r>
      <w:r w:rsidRPr="00402856">
        <w:rPr>
          <w:rtl/>
        </w:rPr>
        <w:t xml:space="preserve"> ويشهد لصحة هذا الاستقراء أنّ أبا لبابة</w:t>
      </w:r>
      <w:r w:rsidR="00455A43">
        <w:rPr>
          <w:rtl/>
        </w:rPr>
        <w:t>،</w:t>
      </w:r>
      <w:r w:rsidRPr="00402856">
        <w:rPr>
          <w:rtl/>
        </w:rPr>
        <w:t xml:space="preserve"> حين ربط نفسه في المسجد</w:t>
      </w:r>
      <w:r w:rsidR="00455A43">
        <w:rPr>
          <w:rtl/>
        </w:rPr>
        <w:t>،</w:t>
      </w:r>
      <w:r w:rsidRPr="00402856">
        <w:rPr>
          <w:rtl/>
        </w:rPr>
        <w:t xml:space="preserve"> وحلف أن لا يحلّه إلاّ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فجاءت فاطمة لتحلّه فأبى من أجْل قَسَمه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فحلّته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هذا وقد ذهب الآلوسي في تفسيره </w:t>
      </w:r>
      <w:r w:rsidR="00352E1E">
        <w:rPr>
          <w:rtl/>
        </w:rPr>
        <w:t>(</w:t>
      </w:r>
      <w:r w:rsidRPr="00402856">
        <w:rPr>
          <w:rtl/>
        </w:rPr>
        <w:t>روح المعاني في تفسير القرآن العظيم والسبع المثاني</w:t>
      </w:r>
      <w:r w:rsidR="00352E1E">
        <w:rPr>
          <w:rtl/>
        </w:rPr>
        <w:t>)</w:t>
      </w:r>
      <w:r w:rsidRPr="00402856">
        <w:rPr>
          <w:rtl/>
        </w:rPr>
        <w:t xml:space="preserve"> إلى أنّ فاطمة البتول أفضل النساء المتقدمات والمتأخرات</w:t>
      </w:r>
      <w:r w:rsidR="00455A43">
        <w:rPr>
          <w:rtl/>
        </w:rPr>
        <w:t>؛</w:t>
      </w:r>
      <w:r w:rsidRPr="00402856">
        <w:rPr>
          <w:rtl/>
        </w:rPr>
        <w:t xml:space="preserve"> من حيث إنّها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وهذا يدلّ على أفضليتها على عائشة رغم مَن احتجّ بفضل عائشة بحديث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خذوا ثلثَي دينكم عن الحُميراء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وحديث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فضل عائشة على النساء كفضل الثريد على الطعام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والقول بأنّ عائشة يوم القيامة في الجنّة مع زوجها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وفاطمة مع زوجها علي بن أبي طالب</w:t>
      </w:r>
      <w:r w:rsidR="00455A43">
        <w:rPr>
          <w:rtl/>
        </w:rPr>
        <w:t>،</w:t>
      </w:r>
      <w:r w:rsidRPr="00402856">
        <w:rPr>
          <w:rtl/>
        </w:rPr>
        <w:t xml:space="preserve"> وفرقٌ عظيم بين مقام النبي صلّى الله عليه وسلّم ومقام علي</w:t>
      </w:r>
      <w:r w:rsidR="00455A43">
        <w:rPr>
          <w:rtl/>
        </w:rPr>
        <w:t>،</w:t>
      </w:r>
      <w:r w:rsidRPr="00402856">
        <w:rPr>
          <w:rtl/>
        </w:rPr>
        <w:t xml:space="preserve"> وكلّ ذلك لا يدلّ على فضل عائشة على الزهراء لأسباب كثيرة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منها </w:t>
      </w:r>
      <w:r w:rsidR="00352E1E">
        <w:rPr>
          <w:rtl/>
        </w:rPr>
        <w:t>(</w:t>
      </w:r>
      <w:r w:rsidRPr="00402856">
        <w:rPr>
          <w:rtl/>
        </w:rPr>
        <w:t>أولاً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قصارى ما في الحديث الأول</w:t>
      </w:r>
      <w:r w:rsidR="00455A43">
        <w:rPr>
          <w:rtl/>
        </w:rPr>
        <w:t>،</w:t>
      </w:r>
      <w:r w:rsidRPr="00402856">
        <w:rPr>
          <w:rtl/>
        </w:rPr>
        <w:t xml:space="preserve"> على تقدير ثبوته</w:t>
      </w:r>
      <w:r w:rsidR="00455A43">
        <w:rPr>
          <w:rtl/>
        </w:rPr>
        <w:t>؛</w:t>
      </w:r>
      <w:r w:rsidRPr="00402856">
        <w:rPr>
          <w:rtl/>
        </w:rPr>
        <w:t xml:space="preserve"> إنّما يدلّ على أنّ السيدة عائشة كانت عالمة</w:t>
      </w:r>
      <w:r w:rsidR="00455A43">
        <w:rPr>
          <w:rtl/>
        </w:rPr>
        <w:t>،</w:t>
      </w:r>
      <w:r w:rsidRPr="00402856">
        <w:rPr>
          <w:rtl/>
        </w:rPr>
        <w:t xml:space="preserve"> وهذا لا يدلّ على نفي العلم المماثل لعلمها عند الزهراء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ولعلمه صلّى الله عليه وسلّم أنّ الزهراء لا تبقى بعده طويلاً أي زمناً معتدّاً به يمكن أخذ الدين عنها فيه</w:t>
      </w:r>
      <w:r w:rsidR="00455A43">
        <w:rPr>
          <w:rtl/>
        </w:rPr>
        <w:t>؛</w:t>
      </w:r>
      <w:r w:rsidRPr="00402856">
        <w:rPr>
          <w:rtl/>
        </w:rPr>
        <w:t xml:space="preserve"> ولهذا لم يقل فيها ما قاله في عائشة</w:t>
      </w:r>
      <w:r w:rsidR="00455A43">
        <w:rPr>
          <w:rtl/>
        </w:rPr>
        <w:t>،</w:t>
      </w:r>
      <w:r w:rsidRPr="00402856">
        <w:rPr>
          <w:rtl/>
        </w:rPr>
        <w:t xml:space="preserve"> ولو علم لربّما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خذوا كلّ دينكم عن الزهراء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وعدم هذا القول على مَن دل العقل والنقل عن علمه</w:t>
      </w:r>
      <w:r w:rsidR="00455A43">
        <w:rPr>
          <w:rtl/>
        </w:rPr>
        <w:t>،</w:t>
      </w:r>
      <w:r w:rsidRPr="00402856">
        <w:rPr>
          <w:rtl/>
        </w:rPr>
        <w:t xml:space="preserve"> لا يدل على مفضوليّته</w:t>
      </w:r>
      <w:r w:rsidR="00455A43">
        <w:rPr>
          <w:rtl/>
        </w:rPr>
        <w:t>،</w:t>
      </w:r>
      <w:r w:rsidRPr="00402856">
        <w:rPr>
          <w:rtl/>
        </w:rPr>
        <w:t xml:space="preserve"> وإلاّ لكانت عائشة أفضل من أبيها الصدّيق رضي الله عنه</w:t>
      </w:r>
      <w:r w:rsidR="00455A43">
        <w:rPr>
          <w:rtl/>
        </w:rPr>
        <w:t>؛</w:t>
      </w:r>
      <w:r w:rsidRPr="00402856">
        <w:rPr>
          <w:rtl/>
        </w:rPr>
        <w:t xml:space="preserve"> لأنّه لم يروِ عنه في الدين إلاّ قليل</w:t>
      </w:r>
      <w:r w:rsidR="00455A43">
        <w:rPr>
          <w:rtl/>
        </w:rPr>
        <w:t>؛</w:t>
      </w:r>
      <w:r w:rsidRPr="00402856">
        <w:rPr>
          <w:rtl/>
        </w:rPr>
        <w:t xml:space="preserve"> لقلّة لبثه بعد رسول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ثانياً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قول النبي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إنّي تركت فيكم الثقلَين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كتاب الله وعترتي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يفترقان حتّى يرى عليّ الحوض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يقوم ذلك الخبر وزيادة</w:t>
      </w:r>
      <w:r w:rsidR="00455A43">
        <w:rPr>
          <w:rtl/>
        </w:rPr>
        <w:t>،</w:t>
      </w:r>
      <w:r w:rsidRPr="00402856">
        <w:rPr>
          <w:rtl/>
        </w:rPr>
        <w:t xml:space="preserve"> كما لا يخفى</w:t>
      </w:r>
      <w:r w:rsidR="00455A43">
        <w:rPr>
          <w:rtl/>
        </w:rPr>
        <w:t>،</w:t>
      </w:r>
      <w:r w:rsidRPr="00402856">
        <w:rPr>
          <w:rtl/>
        </w:rPr>
        <w:t xml:space="preserve"> كيف لا</w:t>
      </w:r>
      <w:r w:rsidR="00455A43">
        <w:rPr>
          <w:rtl/>
        </w:rPr>
        <w:t>،</w:t>
      </w:r>
      <w:r w:rsidRPr="00402856">
        <w:rPr>
          <w:rtl/>
        </w:rPr>
        <w:t xml:space="preserve"> وفاطمة </w:t>
      </w:r>
      <w:r w:rsidR="00352E1E">
        <w:rPr>
          <w:rtl/>
        </w:rPr>
        <w:t>(</w:t>
      </w:r>
      <w:r w:rsidRPr="00402856">
        <w:rPr>
          <w:rtl/>
        </w:rPr>
        <w:t>رضي الله عنها</w:t>
      </w:r>
      <w:r w:rsidR="00352E1E">
        <w:rPr>
          <w:rtl/>
        </w:rPr>
        <w:t>)</w:t>
      </w:r>
      <w:r w:rsidRPr="00402856">
        <w:rPr>
          <w:rtl/>
        </w:rPr>
        <w:t xml:space="preserve"> سيّدة تلك العترة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ثالثاً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حديث </w:t>
      </w:r>
      <w:r w:rsidR="00352E1E">
        <w:rPr>
          <w:rtl/>
        </w:rPr>
        <w:t>(</w:t>
      </w:r>
      <w:r w:rsidRPr="00402856">
        <w:rPr>
          <w:rtl/>
        </w:rPr>
        <w:t>فضل عائشة على النساء كفضل الثريد على الطعام</w:t>
      </w:r>
      <w:r w:rsidR="00352E1E">
        <w:rPr>
          <w:rtl/>
        </w:rPr>
        <w:t>)</w:t>
      </w:r>
      <w:r w:rsidRPr="00402856">
        <w:rPr>
          <w:rtl/>
        </w:rPr>
        <w:t xml:space="preserve"> مُعارض لقوله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فُضّلت خديجة على نساء أُمتي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كما فُضّلت مريم على نساء العالمين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بل أنّ هذا الحديث الأخير أظهر في الأفضليّة</w:t>
      </w:r>
      <w:r w:rsidR="00455A43">
        <w:rPr>
          <w:rtl/>
        </w:rPr>
        <w:t>،</w:t>
      </w:r>
      <w:r w:rsidRPr="00402856">
        <w:rPr>
          <w:rtl/>
        </w:rPr>
        <w:t xml:space="preserve"> وأكمل في المدح عند مَن أنجب عن عين بصيرته عين التعصّب والتعسّف</w:t>
      </w:r>
      <w:r w:rsidR="00455A43">
        <w:rPr>
          <w:rtl/>
        </w:rPr>
        <w:t>؛</w:t>
      </w:r>
      <w:r w:rsidRPr="00402856">
        <w:rPr>
          <w:rtl/>
        </w:rPr>
        <w:t xml:space="preserve"> لأنّ ذلك الخبر</w:t>
      </w:r>
      <w:r w:rsidR="00455A43">
        <w:rPr>
          <w:rtl/>
        </w:rPr>
        <w:t>،</w:t>
      </w:r>
      <w:r w:rsidRPr="00402856">
        <w:rPr>
          <w:rtl/>
        </w:rPr>
        <w:t xml:space="preserve"> وإن كان ظاهراً من الأفضلية</w:t>
      </w:r>
      <w:r w:rsidR="00455A43">
        <w:rPr>
          <w:rtl/>
        </w:rPr>
        <w:t>،</w:t>
      </w:r>
      <w:r w:rsidRPr="00402856">
        <w:rPr>
          <w:rtl/>
        </w:rPr>
        <w:t xml:space="preserve"> ولكنّه قيل</w:t>
      </w:r>
      <w:r w:rsidR="00455A43">
        <w:rPr>
          <w:rtl/>
        </w:rPr>
        <w:t>،</w:t>
      </w:r>
      <w:r w:rsidRPr="00402856">
        <w:rPr>
          <w:rtl/>
        </w:rPr>
        <w:t xml:space="preserve"> ولو على بعد</w:t>
      </w:r>
      <w:r w:rsidR="00455A43">
        <w:rPr>
          <w:rtl/>
        </w:rPr>
        <w:t>،</w:t>
      </w:r>
      <w:r w:rsidRPr="00402856">
        <w:rPr>
          <w:rtl/>
        </w:rPr>
        <w:t xml:space="preserve"> أنّ </w:t>
      </w:r>
      <w:r w:rsidR="00352E1E">
        <w:rPr>
          <w:rtl/>
        </w:rPr>
        <w:t>(</w:t>
      </w:r>
      <w:r w:rsidRPr="00402856">
        <w:rPr>
          <w:rtl/>
        </w:rPr>
        <w:t>ال</w:t>
      </w:r>
      <w:r w:rsidR="00352E1E">
        <w:rPr>
          <w:rtl/>
        </w:rPr>
        <w:t>)</w:t>
      </w:r>
      <w:r w:rsidRPr="00402856">
        <w:rPr>
          <w:rtl/>
        </w:rPr>
        <w:t xml:space="preserve"> في النساء</w:t>
      </w:r>
      <w:r w:rsidR="00455A43">
        <w:rPr>
          <w:rtl/>
        </w:rPr>
        <w:t>،</w:t>
      </w:r>
      <w:r w:rsidRPr="00402856">
        <w:rPr>
          <w:rtl/>
        </w:rPr>
        <w:t xml:space="preserve"> فيه للعهد والمُراد بها الأزواج الطاهرات الموجودات حين الإخبار</w:t>
      </w:r>
      <w:r w:rsidR="00455A43">
        <w:rPr>
          <w:rtl/>
        </w:rPr>
        <w:t>،</w:t>
      </w:r>
      <w:r w:rsidRPr="00402856">
        <w:rPr>
          <w:rtl/>
        </w:rPr>
        <w:t xml:space="preserve"> ولم يقل مثل ذلك في هذا الحديث </w:t>
      </w:r>
      <w:r w:rsidR="00352E1E">
        <w:rPr>
          <w:rtl/>
        </w:rPr>
        <w:t>(</w:t>
      </w:r>
      <w:r w:rsidRPr="00402856">
        <w:rPr>
          <w:rtl/>
        </w:rPr>
        <w:t>حديث فضل خديجة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رابعاً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 القول بأنّ عائشة ستكون في الجنّة مع زوجها رسول الله صلّى الله عليه وسلّم وأنّ فاطمة ستكون مع زوجها الإمام علي</w:t>
      </w:r>
      <w:r w:rsidR="00455A43">
        <w:rPr>
          <w:rtl/>
        </w:rPr>
        <w:t>،</w:t>
      </w:r>
      <w:r w:rsidRPr="00402856">
        <w:rPr>
          <w:rtl/>
        </w:rPr>
        <w:t xml:space="preserve"> وفرقٌ كبير بين مقام النبي صلّى الله عليه وسلّم وعلي</w:t>
      </w:r>
      <w:r w:rsidR="00455A43">
        <w:rPr>
          <w:rtl/>
        </w:rPr>
        <w:t>،</w:t>
      </w:r>
      <w:r w:rsidRPr="00402856">
        <w:rPr>
          <w:rtl/>
        </w:rPr>
        <w:t xml:space="preserve"> قياس مع الفارق</w:t>
      </w:r>
      <w:r w:rsidR="00455A43">
        <w:rPr>
          <w:rtl/>
        </w:rPr>
        <w:t>،</w:t>
      </w:r>
      <w:r w:rsidRPr="00402856">
        <w:rPr>
          <w:rtl/>
        </w:rPr>
        <w:t xml:space="preserve"> يستدعي أن تكون سائر زوجات النبي صلّى الله عليه وسلّم أفضل من سائر الأنبياء والمرسلين عليهم الصلاة والسلام</w:t>
      </w:r>
      <w:r w:rsidR="00455A43">
        <w:rPr>
          <w:rtl/>
        </w:rPr>
        <w:t>؛</w:t>
      </w:r>
      <w:r w:rsidRPr="00402856">
        <w:rPr>
          <w:rtl/>
        </w:rPr>
        <w:t xml:space="preserve"> لأنّ مقامهم بلا ريب ليس كمقام صاحب المقام المحمود سيدنا ومولانا محمد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فلو كانت الشركة في المنزل مستدعية للأفضلية لزم ذلك قطعاً</w:t>
      </w:r>
      <w:r w:rsidR="00455A43">
        <w:rPr>
          <w:rtl/>
        </w:rPr>
        <w:t>،</w:t>
      </w:r>
      <w:r w:rsidRPr="00402856">
        <w:rPr>
          <w:rtl/>
        </w:rPr>
        <w:t xml:space="preserve"> وهذا ما لم يقل به أحد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خامساً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الأحاديث الشريفة المذكورة هنا في أول هذا البند من فضائل الزهراء </w:t>
      </w:r>
      <w:r w:rsidR="00352E1E">
        <w:rPr>
          <w:rtl/>
        </w:rPr>
        <w:t>(</w:t>
      </w:r>
      <w:r w:rsidRPr="00402856">
        <w:rPr>
          <w:rtl/>
        </w:rPr>
        <w:t>رقم 13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وأنّها سيّدة نساء العالمين</w:t>
      </w:r>
      <w:r w:rsidR="00455A43">
        <w:rPr>
          <w:rtl/>
        </w:rPr>
        <w:t>،</w:t>
      </w:r>
      <w:r w:rsidRPr="00402856">
        <w:rPr>
          <w:rtl/>
        </w:rPr>
        <w:t xml:space="preserve"> وهي أحاديث تقول بلسان عربي مبين لمَن لا يريد أن يتجاهل فضل الزهراء</w:t>
      </w:r>
      <w:r w:rsidR="00455A43">
        <w:rPr>
          <w:rtl/>
        </w:rPr>
        <w:t>،</w:t>
      </w:r>
      <w:r w:rsidRPr="00402856">
        <w:rPr>
          <w:rtl/>
        </w:rPr>
        <w:t xml:space="preserve"> إنّ فاطمة سيدة نساء العامين</w:t>
      </w:r>
      <w:r w:rsidR="00455A43">
        <w:rPr>
          <w:rtl/>
        </w:rPr>
        <w:t>،</w:t>
      </w:r>
      <w:r w:rsidRPr="00402856">
        <w:rPr>
          <w:rtl/>
        </w:rPr>
        <w:t xml:space="preserve"> وهناك حديث متّفق عليه</w:t>
      </w:r>
      <w:r w:rsidR="00455A43">
        <w:rPr>
          <w:rtl/>
        </w:rPr>
        <w:t>،</w:t>
      </w:r>
      <w:r w:rsidRPr="00402856">
        <w:rPr>
          <w:rtl/>
        </w:rPr>
        <w:t xml:space="preserve"> عن عائشة نفسها أنّ النبي صلّى الله عليه وسلّم قال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 xml:space="preserve">ألا ترضين أن تكوني سيّدة نساء أهل الجنة </w:t>
      </w:r>
      <w:r w:rsidR="00352E1E">
        <w:rPr>
          <w:rtl/>
        </w:rPr>
        <w:t>(</w:t>
      </w:r>
      <w:r w:rsidRPr="00402856">
        <w:rPr>
          <w:rtl/>
        </w:rPr>
        <w:t xml:space="preserve">أو </w:t>
      </w:r>
      <w:r w:rsidRPr="00402856">
        <w:rPr>
          <w:rStyle w:val="libBold2Char"/>
          <w:rtl/>
        </w:rPr>
        <w:t>نساء المؤمنين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رواه البخاري ومسلم وأحمد وابن سعد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ولم يأتِ لمريم ذكرٌ</w:t>
      </w:r>
      <w:r w:rsidR="00455A43">
        <w:rPr>
          <w:rtl/>
        </w:rPr>
        <w:t>،</w:t>
      </w:r>
      <w:r w:rsidRPr="00402856">
        <w:rPr>
          <w:rtl/>
        </w:rPr>
        <w:t xml:space="preserve"> وهكذا فضّلت فاطمة</w:t>
      </w:r>
      <w:r w:rsidR="00455A43">
        <w:rPr>
          <w:rtl/>
        </w:rPr>
        <w:t>؛</w:t>
      </w:r>
      <w:r w:rsidRPr="00402856">
        <w:rPr>
          <w:rtl/>
        </w:rPr>
        <w:t xml:space="preserve"> لأنّها بضعة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ولا يمكن أن يعدل مسلم ببضعة رسول الله صلّى الله عليه وسلّم أحد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سادساً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إنّه لمّا أقسم أبو لبانة عندما ربط نفسه في المسجد ألاّ يحلّه أحد</w:t>
      </w:r>
      <w:r w:rsidR="00455A43">
        <w:rPr>
          <w:rtl/>
        </w:rPr>
        <w:t>،</w:t>
      </w:r>
      <w:r w:rsidRPr="00402856">
        <w:rPr>
          <w:rtl/>
        </w:rPr>
        <w:t xml:space="preserve"> إلاّ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وجاءت فاطمة لتحلّه فأبى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إنّما فاطمة بضعة منّي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فحلّته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ومنها </w:t>
      </w:r>
      <w:r w:rsidR="00352E1E">
        <w:rPr>
          <w:rtl/>
        </w:rPr>
        <w:t>(</w:t>
      </w:r>
      <w:r w:rsidRPr="00402856">
        <w:rPr>
          <w:rtl/>
        </w:rPr>
        <w:t>سابعاً</w:t>
      </w:r>
      <w:r w:rsidR="00352E1E">
        <w:rPr>
          <w:rtl/>
        </w:rPr>
        <w:t>)</w:t>
      </w:r>
      <w:r w:rsidR="00455A43">
        <w:rPr>
          <w:rtl/>
        </w:rPr>
        <w:t>:</w:t>
      </w:r>
      <w:r w:rsidRPr="00402856">
        <w:rPr>
          <w:rtl/>
        </w:rPr>
        <w:t xml:space="preserve"> قال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المحبّ الطبري في الرياض النضرة</w:t>
      </w:r>
      <w:r w:rsidR="00455A43">
        <w:rPr>
          <w:rtl/>
        </w:rPr>
        <w:t>:</w:t>
      </w:r>
      <w:r w:rsidRPr="00402856">
        <w:rPr>
          <w:rtl/>
        </w:rPr>
        <w:t xml:space="preserve"> روى أبو سعيد في شرف النبوّة أنّ رسول الله صلّى الله عليه وسلّم قال لعليّ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أوتيت ثلاثاً لم يؤتِهنّ أحد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أنا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أوتيت صهراً مثلي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أوتَ أنا مثلي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وأوتيت زوجة صدّيقة مثل ابنتي ولم أوتَ مثلها زوجة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وأوتيت الحسن والحسين من صُلبك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أوت من صلبي مثلهما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ولكنّكم منّي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وأنا منكم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ويذهب الآلوسي إلى أنّ أفضل النساء فاطمة ثُمّ خديجة ثُمّ عائشة</w:t>
      </w:r>
      <w:r w:rsidR="00455A43">
        <w:rPr>
          <w:rtl/>
        </w:rPr>
        <w:t>،</w:t>
      </w:r>
      <w:r w:rsidRPr="00402856">
        <w:rPr>
          <w:rtl/>
        </w:rPr>
        <w:t xml:space="preserve"> بل إنّه لا يرى بأساً في قول مَن يقول</w:t>
      </w:r>
      <w:r w:rsidR="00455A43">
        <w:rPr>
          <w:rtl/>
        </w:rPr>
        <w:t>:</w:t>
      </w:r>
      <w:r w:rsidRPr="00402856">
        <w:rPr>
          <w:rtl/>
        </w:rPr>
        <w:t xml:space="preserve"> إنّ سائر بنات النبي صلّى الله عليه وسلّم أفضل من عائشة</w:t>
      </w:r>
      <w:r w:rsidR="00455A43">
        <w:rPr>
          <w:rtl/>
        </w:rPr>
        <w:t>،</w:t>
      </w:r>
      <w:r w:rsidRPr="00402856">
        <w:rPr>
          <w:rtl/>
        </w:rPr>
        <w:t xml:space="preserve"> وأمّا فضل فاطمة على أخواتها</w:t>
      </w:r>
      <w:r w:rsidR="00455A43">
        <w:rPr>
          <w:rtl/>
        </w:rPr>
        <w:t>؛</w:t>
      </w:r>
      <w:r w:rsidRPr="00402856">
        <w:rPr>
          <w:rtl/>
        </w:rPr>
        <w:t xml:space="preserve"> فلأنها ولدت الحسن سيّد هذه الأُمّة</w:t>
      </w:r>
      <w:r w:rsidR="00455A43">
        <w:rPr>
          <w:rtl/>
        </w:rPr>
        <w:t>،</w:t>
      </w:r>
      <w:r w:rsidRPr="00402856">
        <w:rPr>
          <w:rtl/>
        </w:rPr>
        <w:t xml:space="preserve"> الذي قال فيه النبي صلّى الله عليه وسلّم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ابني هذا سيّد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إنّه خليفة كما أنّ زوجها الإمام علي خليفة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ومنها</w:t>
      </w:r>
      <w:r w:rsidR="00455A43">
        <w:rPr>
          <w:rtl/>
        </w:rPr>
        <w:t>:</w:t>
      </w:r>
      <w:r w:rsidRPr="00402856">
        <w:rPr>
          <w:rtl/>
        </w:rPr>
        <w:t xml:space="preserve"> قوله صلّى الله عليه وسلّم لفاطمة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هي خير بناتي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إنّها أُصيبت بي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فحقّ لمَن كانت هذه حالها أن تسود نساء أهل الجنّة</w:t>
      </w:r>
      <w:r w:rsidR="00455A43">
        <w:rPr>
          <w:rtl/>
        </w:rPr>
        <w:t>،</w:t>
      </w:r>
      <w:r w:rsidRPr="00402856">
        <w:rPr>
          <w:rtl/>
        </w:rPr>
        <w:t xml:space="preserve"> كما قال أبوها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وأن تسود نساء العالمين كذلك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ومنها</w:t>
      </w:r>
      <w:r w:rsidR="00455A43">
        <w:rPr>
          <w:rtl/>
        </w:rPr>
        <w:t>:</w:t>
      </w:r>
      <w:r w:rsidRPr="00402856">
        <w:rPr>
          <w:rtl/>
        </w:rPr>
        <w:t xml:space="preserve"> أنّ المهدي المُبشّر به آخر الزمان من ذريّتها</w:t>
      </w:r>
      <w:r w:rsidR="00455A43">
        <w:rPr>
          <w:rtl/>
        </w:rPr>
        <w:t>،</w:t>
      </w:r>
      <w:r w:rsidRPr="00402856">
        <w:rPr>
          <w:rtl/>
        </w:rPr>
        <w:t xml:space="preserve"> فهي مخصوصة بهذا كلّه</w:t>
      </w:r>
      <w:r w:rsidR="00455A43">
        <w:rPr>
          <w:rtl/>
        </w:rPr>
        <w:t>،</w:t>
      </w:r>
      <w:r w:rsidRPr="00402856">
        <w:rPr>
          <w:rtl/>
        </w:rPr>
        <w:t xml:space="preserve"> وانطلاقاً من كلّ هذا</w:t>
      </w:r>
      <w:r w:rsidR="00455A43">
        <w:rPr>
          <w:rtl/>
        </w:rPr>
        <w:t>،</w:t>
      </w:r>
      <w:r w:rsidRPr="00402856">
        <w:rPr>
          <w:rtl/>
        </w:rPr>
        <w:t xml:space="preserve"> فالرأي عندي أنّ سيدة نساء العالمين وأفضلهن إنّما هي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فهي سيدة النساء بنص حديث أبيها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وهي سيدة نساء العالمين</w:t>
      </w:r>
      <w:r w:rsidR="00455A43">
        <w:rPr>
          <w:rtl/>
        </w:rPr>
        <w:t>،</w:t>
      </w:r>
      <w:r w:rsidRPr="00402856">
        <w:rPr>
          <w:rtl/>
        </w:rPr>
        <w:t xml:space="preserve"> وسيدة نساء المؤمنين</w:t>
      </w:r>
      <w:r w:rsidR="00455A43">
        <w:rPr>
          <w:rtl/>
        </w:rPr>
        <w:t>،</w:t>
      </w:r>
      <w:r w:rsidRPr="00402856">
        <w:rPr>
          <w:rtl/>
        </w:rPr>
        <w:t xml:space="preserve"> وسيدة نساء هذه الأُمّة</w:t>
      </w:r>
      <w:r w:rsidR="00455A43">
        <w:rPr>
          <w:rtl/>
        </w:rPr>
        <w:t>،</w:t>
      </w:r>
      <w:r w:rsidRPr="00402856">
        <w:rPr>
          <w:rtl/>
        </w:rPr>
        <w:t xml:space="preserve"> وسيدة نساء أهل الجنة</w:t>
      </w:r>
      <w:r w:rsidR="00455A43">
        <w:rPr>
          <w:rtl/>
        </w:rPr>
        <w:t>،</w:t>
      </w:r>
      <w:r w:rsidRPr="00402856">
        <w:rPr>
          <w:rtl/>
        </w:rPr>
        <w:t xml:space="preserve"> كلّ ذلك بأحاديث صحيحة متّفق عليها من سيدنا ومولانا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وهي أمّ سيدَي شباب أهل الجنّة</w:t>
      </w:r>
      <w:r w:rsidR="00455A43">
        <w:rPr>
          <w:rtl/>
        </w:rPr>
        <w:t>،</w:t>
      </w:r>
      <w:r w:rsidRPr="00402856">
        <w:rPr>
          <w:rtl/>
        </w:rPr>
        <w:t xml:space="preserve"> وريحانتَي النبي صلّى الله عليه وسلّم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وهي زوج الإمام علي ربيب النبي صلّى الله عليه وسلّم وابن عمّه</w:t>
      </w:r>
      <w:r w:rsidR="00455A43">
        <w:rPr>
          <w:rtl/>
        </w:rPr>
        <w:t>،</w:t>
      </w:r>
      <w:r w:rsidRPr="00402856">
        <w:rPr>
          <w:rtl/>
        </w:rPr>
        <w:t xml:space="preserve"> ثُمّ هي التي حفظ الله بها ذريّة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فهي أُمّ السادة الأشراف جميعاً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وأمّا فضل السيدة خديجة على السيّدة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فقد ذهب </w:t>
      </w:r>
      <w:r w:rsidR="00352E1E">
        <w:rPr>
          <w:rtl/>
        </w:rPr>
        <w:t>(</w:t>
      </w:r>
      <w:r w:rsidRPr="00402856">
        <w:rPr>
          <w:rtl/>
        </w:rPr>
        <w:t>ابن العماد</w:t>
      </w:r>
      <w:r w:rsidR="00352E1E">
        <w:rPr>
          <w:rtl/>
        </w:rPr>
        <w:t>)</w:t>
      </w:r>
      <w:r w:rsidRPr="00402856">
        <w:rPr>
          <w:rtl/>
        </w:rPr>
        <w:t xml:space="preserve"> إلى أنّ خديجة أفضل من عائشة</w:t>
      </w:r>
      <w:r w:rsidR="00455A43">
        <w:rPr>
          <w:rtl/>
        </w:rPr>
        <w:t>؛</w:t>
      </w:r>
      <w:r w:rsidRPr="00402856">
        <w:rPr>
          <w:rtl/>
        </w:rPr>
        <w:t xml:space="preserve"> لقول النبي صلّى الله عليه وسلّم لعائشة</w:t>
      </w:r>
      <w:r w:rsidR="00455A43">
        <w:rPr>
          <w:rtl/>
        </w:rPr>
        <w:t>،</w:t>
      </w:r>
      <w:r w:rsidRPr="00402856">
        <w:rPr>
          <w:rtl/>
        </w:rPr>
        <w:t xml:space="preserve"> حين قالت له</w:t>
      </w:r>
      <w:r w:rsidR="00455A43">
        <w:rPr>
          <w:rtl/>
        </w:rPr>
        <w:t>:</w:t>
      </w:r>
      <w:r w:rsidRPr="00402856">
        <w:rPr>
          <w:rtl/>
        </w:rPr>
        <w:t xml:space="preserve"> قد رزقك الله خيراً منها</w:t>
      </w:r>
      <w:r w:rsidR="00455A43">
        <w:rPr>
          <w:rtl/>
        </w:rPr>
        <w:t>،</w:t>
      </w:r>
      <w:r w:rsidRPr="00402856">
        <w:rPr>
          <w:rtl/>
        </w:rPr>
        <w:t xml:space="preserve"> فقال لها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لا والله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ما رزقني الله خيراً منها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آمنت بي حين كذّبني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وأعطتني مالها حين حرمني الناس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وروى البخاري في صحيحه</w:t>
      </w:r>
      <w:r w:rsidR="00455A43">
        <w:rPr>
          <w:rtl/>
        </w:rPr>
        <w:t>،</w:t>
      </w:r>
      <w:r w:rsidRPr="00402856">
        <w:rPr>
          <w:rtl/>
        </w:rPr>
        <w:t xml:space="preserve"> عن عائشة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استأذنت هالة بنت خويلد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5A636F" w:rsidP="00402856">
      <w:pPr>
        <w:pStyle w:val="libNormal"/>
        <w:rPr>
          <w:rtl/>
        </w:rPr>
      </w:pPr>
      <w:r>
        <w:rPr>
          <w:rFonts w:hint="cs"/>
          <w:rtl/>
        </w:rPr>
        <w:lastRenderedPageBreak/>
        <w:t>-</w:t>
      </w:r>
      <w:r w:rsidR="00402856" w:rsidRPr="00402856">
        <w:rPr>
          <w:rtl/>
        </w:rPr>
        <w:t xml:space="preserve"> أخت خديجة</w:t>
      </w:r>
      <w:r w:rsidR="00AF124A">
        <w:rPr>
          <w:rtl/>
        </w:rPr>
        <w:t xml:space="preserve"> - </w:t>
      </w:r>
      <w:r w:rsidR="00402856" w:rsidRPr="00402856">
        <w:rPr>
          <w:rtl/>
        </w:rPr>
        <w:t>على رسول الله صلّى الله عليه وسلّم</w:t>
      </w:r>
      <w:r w:rsidR="00455A43">
        <w:rPr>
          <w:rtl/>
        </w:rPr>
        <w:t>،</w:t>
      </w:r>
      <w:r w:rsidR="00402856" w:rsidRPr="00402856">
        <w:rPr>
          <w:rtl/>
        </w:rPr>
        <w:t xml:space="preserve"> فعرف استئذان خديجة فارتاع لذلك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فقال</w:t>
      </w:r>
      <w:r w:rsidR="00455A43">
        <w:rPr>
          <w:rtl/>
        </w:rPr>
        <w:t>:</w:t>
      </w:r>
      <w:r w:rsidR="00402856"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="00402856" w:rsidRPr="00402856">
        <w:rPr>
          <w:rStyle w:val="libBold2Char"/>
          <w:rtl/>
        </w:rPr>
        <w:t>اللّهمّ هالة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قالت</w:t>
      </w:r>
      <w:r w:rsidR="00455A43">
        <w:rPr>
          <w:rtl/>
        </w:rPr>
        <w:t>:</w:t>
      </w:r>
      <w:r w:rsidR="00402856" w:rsidRPr="00402856">
        <w:rPr>
          <w:rtl/>
        </w:rPr>
        <w:t xml:space="preserve"> فغرتُ</w:t>
      </w:r>
      <w:r w:rsidR="00455A43">
        <w:rPr>
          <w:rtl/>
        </w:rPr>
        <w:t>،</w:t>
      </w:r>
      <w:r w:rsidR="00402856" w:rsidRPr="00402856">
        <w:rPr>
          <w:rtl/>
        </w:rPr>
        <w:t xml:space="preserve"> فقلت</w:t>
      </w:r>
      <w:r w:rsidR="00455A43">
        <w:rPr>
          <w:rtl/>
        </w:rPr>
        <w:t>:</w:t>
      </w:r>
      <w:r w:rsidR="00402856" w:rsidRPr="00402856">
        <w:rPr>
          <w:rtl/>
        </w:rPr>
        <w:t xml:space="preserve"> ما تذكر من عجوز من عجائز قريش</w:t>
      </w:r>
      <w:r w:rsidR="00455A43">
        <w:rPr>
          <w:rtl/>
        </w:rPr>
        <w:t>،</w:t>
      </w:r>
      <w:r w:rsidR="00402856" w:rsidRPr="00402856">
        <w:rPr>
          <w:rtl/>
        </w:rPr>
        <w:t xml:space="preserve"> حمراء الشدقين هلكت في الدهر</w:t>
      </w:r>
      <w:r w:rsidR="00455A43">
        <w:rPr>
          <w:rtl/>
        </w:rPr>
        <w:t>،</w:t>
      </w:r>
      <w:r w:rsidR="00402856" w:rsidRPr="00402856">
        <w:rPr>
          <w:rtl/>
        </w:rPr>
        <w:t xml:space="preserve"> قد أبدلك الله خيراً منها</w:t>
      </w:r>
      <w:r w:rsidR="00455A43">
        <w:rPr>
          <w:rtl/>
        </w:rPr>
        <w:t>.</w:t>
      </w:r>
      <w:r w:rsidR="00402856"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وتذهب بعض الروايات إلى أنّ الرسول صلّى الله عليه وسلّم ردّ عليها بقوله الشريف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ما أبدلني الله خيراً منها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آمنت بي حين كفر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وصدّقتني إذ كذّبني الناس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ورزقني منها الله الولد دون غيرها من النساء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وأيّد هذا بأنّ عائشة أقرأها النبي السلام من جبرئيل</w:t>
      </w:r>
      <w:r w:rsidR="00455A43">
        <w:rPr>
          <w:rtl/>
        </w:rPr>
        <w:t>،</w:t>
      </w:r>
      <w:r w:rsidRPr="00402856">
        <w:rPr>
          <w:rtl/>
        </w:rPr>
        <w:t xml:space="preserve"> وأقرأ خديجة السلام من الله عن طريق جبرئيل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الإمام أحمد والبخاري وابن سعد والنسائي</w:t>
      </w:r>
      <w:r w:rsidR="00455A43">
        <w:rPr>
          <w:rtl/>
        </w:rPr>
        <w:t>،</w:t>
      </w:r>
      <w:r w:rsidRPr="00402856">
        <w:rPr>
          <w:rtl/>
        </w:rPr>
        <w:t xml:space="preserve"> عن عائشة</w:t>
      </w:r>
      <w:r w:rsidR="00455A43">
        <w:rPr>
          <w:rtl/>
        </w:rPr>
        <w:t>:</w:t>
      </w:r>
      <w:r w:rsidRPr="00402856">
        <w:rPr>
          <w:rtl/>
        </w:rPr>
        <w:t xml:space="preserve"> أنّ النبي صلّى الله عليه وسلّم قال لها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هذا جبرئيل وهو يقرأ عليكِ السلام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وعليه السلام ورحمة الله وبركاته</w:t>
      </w:r>
      <w:r w:rsidR="00455A43">
        <w:rPr>
          <w:rtl/>
        </w:rPr>
        <w:t>،</w:t>
      </w:r>
      <w:r w:rsidRPr="00402856">
        <w:rPr>
          <w:rtl/>
        </w:rPr>
        <w:t xml:space="preserve"> ترى ما لا نرى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 xml:space="preserve">وروى البخاري ومسلم والحاكم وأحمد </w:t>
      </w:r>
      <w:r w:rsidR="00352E1E">
        <w:rPr>
          <w:rtl/>
        </w:rPr>
        <w:t>(</w:t>
      </w:r>
      <w:r w:rsidRPr="00402856">
        <w:rPr>
          <w:rtl/>
        </w:rPr>
        <w:t>واللفظ لأحمد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عن أبي زرعة قال</w:t>
      </w:r>
      <w:r w:rsidR="00455A43">
        <w:rPr>
          <w:rtl/>
        </w:rPr>
        <w:t>:</w:t>
      </w:r>
      <w:r w:rsidRPr="00402856">
        <w:rPr>
          <w:rtl/>
        </w:rPr>
        <w:t xml:space="preserve"> سمعت أبا هريرة يقول</w:t>
      </w:r>
      <w:r w:rsidR="00455A43">
        <w:rPr>
          <w:rtl/>
        </w:rPr>
        <w:t>،</w:t>
      </w:r>
      <w:r w:rsidRPr="00402856">
        <w:rPr>
          <w:rtl/>
        </w:rPr>
        <w:t xml:space="preserve"> أتى جبرئيل عليه السلام إلى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هذه خديجة قد أتتك ومعها إناء فيه أدام</w:t>
      </w:r>
      <w:r w:rsidR="00AF124A">
        <w:rPr>
          <w:rStyle w:val="libBold2Char"/>
          <w:rtl/>
        </w:rPr>
        <w:t xml:space="preserve"> - </w:t>
      </w:r>
      <w:r w:rsidRPr="00402856">
        <w:rPr>
          <w:rtl/>
        </w:rPr>
        <w:t>أو</w:t>
      </w:r>
      <w:r w:rsidRPr="00402856">
        <w:rPr>
          <w:rStyle w:val="libBold2Char"/>
          <w:rtl/>
        </w:rPr>
        <w:t xml:space="preserve"> طعام</w:t>
      </w:r>
      <w:r w:rsidRPr="00402856">
        <w:rPr>
          <w:rtl/>
        </w:rPr>
        <w:t xml:space="preserve"> أو </w:t>
      </w:r>
      <w:r w:rsidRPr="00402856">
        <w:rPr>
          <w:rStyle w:val="libBold2Char"/>
          <w:rtl/>
        </w:rPr>
        <w:t>شراب</w:t>
      </w:r>
      <w:r w:rsidR="00AF124A">
        <w:rPr>
          <w:rtl/>
        </w:rPr>
        <w:t xml:space="preserve"> - </w:t>
      </w:r>
      <w:r w:rsidRPr="00402856">
        <w:rPr>
          <w:rStyle w:val="libBold2Char"/>
          <w:rtl/>
        </w:rPr>
        <w:t>فإذا هي أتتك فاقرأ عليها السلام من ربّها عزّ وجل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وبشّرها ببيت في الجنّة من قصب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لا صخب فيه ولا نصب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</w:t>
      </w:r>
      <w:r w:rsidRPr="00402856">
        <w:rPr>
          <w:rStyle w:val="libFootnotenumChar"/>
          <w:rtl/>
        </w:rPr>
        <w:t>(1)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</w:t>
      </w:r>
      <w:r w:rsidR="00455A43">
        <w:rPr>
          <w:rtl/>
        </w:rPr>
        <w:t>:</w:t>
      </w:r>
      <w:r w:rsidRPr="00402856">
        <w:rPr>
          <w:rtl/>
        </w:rPr>
        <w:t xml:space="preserve"> أتى جبرئيل رسول صلّى الله عليه وسلّم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اقرأ خديجة السلام من ربّها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402856">
        <w:rPr>
          <w:rStyle w:val="libBold2Char"/>
          <w:rtl/>
        </w:rPr>
        <w:t>يا خديجة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هذا جبريل يُقرئكِ السلام من ربكِ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فقالت خديجة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>الله السلام ومنه السلام وعلى جبرئيل السلام</w:t>
      </w:r>
      <w:r w:rsidR="00455A43">
        <w:rPr>
          <w:rtl/>
        </w:rPr>
        <w:t>.</w:t>
      </w:r>
      <w:r w:rsidRPr="00402856">
        <w:rPr>
          <w:rtl/>
        </w:rPr>
        <w:t xml:space="preserve"> وعند النسائي زيادة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Pr="005A636F">
        <w:rPr>
          <w:rStyle w:val="libBold2Char"/>
          <w:rtl/>
        </w:rPr>
        <w:t>وعليك يا رسول الله السلام ورحمة الله وبركاته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قال ابن حجر في فتح الباري</w:t>
      </w:r>
      <w:r w:rsidR="00455A43">
        <w:rPr>
          <w:rtl/>
        </w:rPr>
        <w:t>،</w:t>
      </w:r>
      <w:r w:rsidRPr="00402856">
        <w:rPr>
          <w:rtl/>
        </w:rPr>
        <w:t xml:space="preserve"> قال العلماء</w:t>
      </w:r>
      <w:r w:rsidR="00455A43">
        <w:rPr>
          <w:rtl/>
        </w:rPr>
        <w:t>:</w:t>
      </w:r>
      <w:r w:rsidRPr="00402856">
        <w:rPr>
          <w:rtl/>
        </w:rPr>
        <w:t xml:space="preserve"> في هذه القصة دليل على وفور فقهها</w:t>
      </w:r>
      <w:r w:rsidR="00455A43">
        <w:rPr>
          <w:rtl/>
        </w:rPr>
        <w:t>؛</w:t>
      </w:r>
      <w:r w:rsidRPr="00402856">
        <w:rPr>
          <w:rtl/>
        </w:rPr>
        <w:t xml:space="preserve"> لأنّها لم تقل</w:t>
      </w:r>
      <w:r w:rsidR="00455A43">
        <w:rPr>
          <w:rtl/>
        </w:rPr>
        <w:t>:</w:t>
      </w:r>
      <w:r w:rsidRPr="00402856">
        <w:rPr>
          <w:rtl/>
        </w:rPr>
        <w:t xml:space="preserve">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كما وقع لبعض الصحابة</w:t>
      </w:r>
      <w:r w:rsidR="00455A43">
        <w:rPr>
          <w:rtl/>
        </w:rPr>
        <w:t>،</w:t>
      </w:r>
      <w:r w:rsidRPr="00402856">
        <w:rPr>
          <w:rtl/>
        </w:rPr>
        <w:t xml:space="preserve"> حيث كانوا يقولون في التشهّد</w:t>
      </w:r>
      <w:r w:rsidR="00455A43">
        <w:rPr>
          <w:rtl/>
        </w:rPr>
        <w:t>:</w:t>
      </w:r>
      <w:r w:rsidRPr="00402856">
        <w:rPr>
          <w:rtl/>
        </w:rPr>
        <w:t xml:space="preserve"> السلام على الله</w:t>
      </w:r>
      <w:r w:rsidR="00455A43">
        <w:rPr>
          <w:rtl/>
        </w:rPr>
        <w:t>،</w:t>
      </w:r>
      <w:r w:rsidRPr="00402856">
        <w:rPr>
          <w:rtl/>
        </w:rPr>
        <w:t xml:space="preserve"> فنهاهم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 الله هو السلام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فقولوا</w:t>
      </w:r>
      <w:r w:rsidR="00455A43">
        <w:rPr>
          <w:rtl/>
        </w:rPr>
        <w:t>:</w:t>
      </w:r>
      <w:r w:rsidRPr="00402856">
        <w:rPr>
          <w:rtl/>
        </w:rPr>
        <w:t xml:space="preserve"> التحيات لله</w:t>
      </w:r>
      <w:r w:rsidR="00455A43">
        <w:rPr>
          <w:rtl/>
        </w:rPr>
        <w:t>،</w:t>
      </w:r>
      <w:r w:rsidRPr="00402856">
        <w:rPr>
          <w:rtl/>
        </w:rPr>
        <w:t xml:space="preserve"> فعرفت خديجة لصحّة فهمها أنّ الله لا يرِد عليه السلام</w:t>
      </w:r>
      <w:r w:rsidR="00455A43">
        <w:rPr>
          <w:rtl/>
        </w:rPr>
        <w:t>،</w:t>
      </w:r>
      <w:r w:rsidRPr="00402856">
        <w:rPr>
          <w:rtl/>
        </w:rPr>
        <w:t xml:space="preserve"> كما يرِد على المخلوقين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ثُمّ هناك الأحاديث الشريفة التي تبيّن فضائل خديجة</w:t>
      </w:r>
      <w:r w:rsidR="00455A43">
        <w:rPr>
          <w:rtl/>
        </w:rPr>
        <w:t>،</w:t>
      </w:r>
      <w:r w:rsidRPr="00402856">
        <w:rPr>
          <w:rtl/>
        </w:rPr>
        <w:t xml:space="preserve"> ومنها الحديث الذي </w:t>
      </w:r>
    </w:p>
    <w:p w:rsidR="00402856" w:rsidRPr="00C53387" w:rsidRDefault="00AF124A" w:rsidP="00AF124A">
      <w:pPr>
        <w:pStyle w:val="libLine"/>
        <w:rPr>
          <w:rtl/>
        </w:rPr>
      </w:pPr>
      <w:r>
        <w:rPr>
          <w:rtl/>
        </w:rPr>
        <w:t>____________________</w:t>
      </w:r>
    </w:p>
    <w:p w:rsidR="00402856" w:rsidRPr="00402856" w:rsidRDefault="00402856" w:rsidP="005A636F">
      <w:pPr>
        <w:pStyle w:val="libFootnote0"/>
        <w:rPr>
          <w:rtl/>
        </w:rPr>
      </w:pPr>
      <w:r w:rsidRPr="00C53387">
        <w:rPr>
          <w:rtl/>
        </w:rPr>
        <w:t>(1) يقول السهيلي</w:t>
      </w:r>
      <w:r w:rsidR="00455A43">
        <w:rPr>
          <w:rtl/>
        </w:rPr>
        <w:t>:</w:t>
      </w:r>
      <w:r w:rsidRPr="00C53387">
        <w:rPr>
          <w:rtl/>
        </w:rPr>
        <w:t xml:space="preserve"> إنّما بشّرها ببيت في الجنّة من قصب</w:t>
      </w:r>
      <w:r w:rsidR="00AF124A">
        <w:rPr>
          <w:rtl/>
        </w:rPr>
        <w:t xml:space="preserve"> - </w:t>
      </w:r>
      <w:r w:rsidRPr="00C53387">
        <w:rPr>
          <w:rtl/>
        </w:rPr>
        <w:t>يعني اللؤلؤ</w:t>
      </w:r>
      <w:r w:rsidR="00AF124A">
        <w:rPr>
          <w:rtl/>
        </w:rPr>
        <w:t xml:space="preserve"> - </w:t>
      </w:r>
      <w:r w:rsidRPr="00C53387">
        <w:rPr>
          <w:rtl/>
        </w:rPr>
        <w:t>لأنّها حازت قصب السبق إلى الإيمان</w:t>
      </w:r>
      <w:r w:rsidR="00455A43">
        <w:rPr>
          <w:rtl/>
        </w:rPr>
        <w:t>،</w:t>
      </w:r>
      <w:r w:rsidRPr="00C53387">
        <w:rPr>
          <w:rtl/>
        </w:rPr>
        <w:t xml:space="preserve"> ولا صخب فيه ولا نصب</w:t>
      </w:r>
      <w:r w:rsidR="00455A43">
        <w:rPr>
          <w:rtl/>
        </w:rPr>
        <w:t>؛</w:t>
      </w:r>
      <w:r w:rsidRPr="00C53387">
        <w:rPr>
          <w:rtl/>
        </w:rPr>
        <w:t xml:space="preserve"> لأنّها لم ترفع صوتها على النبي صلّى الله عليه وسلّم</w:t>
      </w:r>
      <w:r w:rsidR="00455A43">
        <w:rPr>
          <w:rtl/>
        </w:rPr>
        <w:t>،</w:t>
      </w:r>
      <w:r w:rsidRPr="00C53387">
        <w:rPr>
          <w:rtl/>
        </w:rPr>
        <w:t xml:space="preserve"> ولم تُتعبه في الدهر</w:t>
      </w:r>
      <w:r w:rsidR="00455A43">
        <w:rPr>
          <w:rtl/>
        </w:rPr>
        <w:t>،</w:t>
      </w:r>
      <w:r w:rsidRPr="00C53387">
        <w:rPr>
          <w:rtl/>
        </w:rPr>
        <w:t xml:space="preserve"> فلم تصخب عليه يوماً</w:t>
      </w:r>
      <w:r w:rsidR="00455A43">
        <w:rPr>
          <w:rtl/>
        </w:rPr>
        <w:t>،</w:t>
      </w:r>
      <w:r w:rsidRPr="00C53387">
        <w:rPr>
          <w:rtl/>
        </w:rPr>
        <w:t xml:space="preserve"> ولا آذته أبداً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5A636F">
      <w:pPr>
        <w:pStyle w:val="libPoemTiniChar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 xml:space="preserve">رواه البخاري ومسلم والنسائي والترمذي وأحمد </w:t>
      </w:r>
      <w:r w:rsidR="00352E1E">
        <w:rPr>
          <w:rtl/>
        </w:rPr>
        <w:t>(</w:t>
      </w:r>
      <w:r w:rsidRPr="00402856">
        <w:rPr>
          <w:rtl/>
        </w:rPr>
        <w:t>واللفظ لأحمد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عن هشام بن عروة</w:t>
      </w:r>
      <w:r w:rsidR="00455A43">
        <w:rPr>
          <w:rtl/>
        </w:rPr>
        <w:t>،</w:t>
      </w:r>
      <w:r w:rsidRPr="00402856">
        <w:rPr>
          <w:rtl/>
        </w:rPr>
        <w:t xml:space="preserve"> عن أبيه</w:t>
      </w:r>
      <w:r w:rsidR="00455A43">
        <w:rPr>
          <w:rtl/>
        </w:rPr>
        <w:t>،</w:t>
      </w:r>
      <w:r w:rsidRPr="00402856">
        <w:rPr>
          <w:rtl/>
        </w:rPr>
        <w:t xml:space="preserve"> عن عبد الله بن جعفر</w:t>
      </w:r>
      <w:r w:rsidR="00455A43">
        <w:rPr>
          <w:rtl/>
        </w:rPr>
        <w:t>،</w:t>
      </w:r>
      <w:r w:rsidRPr="00402856">
        <w:rPr>
          <w:rtl/>
        </w:rPr>
        <w:t xml:space="preserve"> حدثه أنّه سمع عليّاً يقول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سمعت رسول الله صلّى الله عليه وسلّم يقول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خير نسائها مريم بنت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وخير نسائها خديجة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وفي رواية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خير نسائها خديجة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وخير نسائها مريم عليها السلام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الحاكم والإمام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أنس بن مالك أنّ النبي صلّى الله عليه وسلّم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حسبك من نساء العالمين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مريم بنت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امرأة فرعون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وفي رواية ثالثة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خير نساء العالمين أربع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مريم بنت عمران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بنت مزاحم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بين محمّد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وأخرج الإمام أحمد وأبو يعلي والطبراني والحاكم وابن عبد البَر</w:t>
      </w:r>
      <w:r w:rsidR="00455A43">
        <w:rPr>
          <w:rtl/>
        </w:rPr>
        <w:t>،</w:t>
      </w:r>
      <w:r w:rsidRPr="00402856">
        <w:rPr>
          <w:rtl/>
        </w:rPr>
        <w:t xml:space="preserve"> عن ابن عباس قال</w:t>
      </w:r>
      <w:r w:rsidR="00455A43">
        <w:rPr>
          <w:rtl/>
        </w:rPr>
        <w:t>:</w:t>
      </w:r>
      <w:r w:rsidRPr="00402856">
        <w:rPr>
          <w:rtl/>
        </w:rPr>
        <w:t xml:space="preserve"> خطّ رسول الله صلّى الله عليه وسلّم في الأرض أربعة خطوط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ما تدرون ما هذا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فقالوا</w:t>
      </w:r>
      <w:r w:rsidR="00455A43">
        <w:rPr>
          <w:rtl/>
        </w:rPr>
        <w:t>:</w:t>
      </w:r>
      <w:r w:rsidRPr="00402856">
        <w:rPr>
          <w:rtl/>
        </w:rPr>
        <w:t xml:space="preserve"> الله ورسوله أعلم</w:t>
      </w:r>
      <w:r w:rsidR="00455A43">
        <w:rPr>
          <w:rtl/>
        </w:rPr>
        <w:t>،</w:t>
      </w:r>
      <w:r w:rsidRPr="00402856">
        <w:rPr>
          <w:rtl/>
        </w:rPr>
        <w:t xml:space="preserve"> فقال رسول الله صلّى الله عليه وسلّم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أفضل نساء أهل الجنّة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خديجة بنت خويلد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وفاطمة بنت محمّد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وآسية بنت مُزاحم امرأة فرعون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ومريم ابنة عمران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Bold1"/>
        <w:rPr>
          <w:rtl/>
        </w:rPr>
      </w:pPr>
      <w:bookmarkStart w:id="21" w:name="11"/>
      <w:r w:rsidRPr="00C53387">
        <w:rPr>
          <w:rtl/>
        </w:rPr>
        <w:t xml:space="preserve">14 - وفاة الزهراء </w:t>
      </w:r>
      <w:bookmarkEnd w:id="21"/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لم تكن حياة الزهراء هَنيّة بعد انتقال أبيها رسول الله صلّى الله عليه وسلّم إلى الرفيق الأعلى</w:t>
      </w:r>
      <w:r w:rsidR="00455A43">
        <w:rPr>
          <w:rtl/>
        </w:rPr>
        <w:t>؛</w:t>
      </w:r>
      <w:r w:rsidRPr="00402856">
        <w:rPr>
          <w:rtl/>
        </w:rPr>
        <w:t xml:space="preserve"> ذلك أنّها فُجعت بوفاة أبيها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وفوجئت بمنع الصدّيق رضي الله عنه إياها حقّها في فدك</w:t>
      </w:r>
      <w:r w:rsidR="00455A43">
        <w:rPr>
          <w:rtl/>
        </w:rPr>
        <w:t>،</w:t>
      </w:r>
      <w:r w:rsidRPr="00402856">
        <w:rPr>
          <w:rtl/>
        </w:rPr>
        <w:t xml:space="preserve"> فتأثّرت لذلك أشد الأثر وأعظمه</w:t>
      </w:r>
      <w:r w:rsidR="00455A43">
        <w:rPr>
          <w:rtl/>
        </w:rPr>
        <w:t>،</w:t>
      </w:r>
      <w:r w:rsidRPr="00402856">
        <w:rPr>
          <w:rtl/>
        </w:rPr>
        <w:t xml:space="preserve"> فغدت شاكية لا تُرى إلاّ هي معصوبة الرأس</w:t>
      </w:r>
      <w:r w:rsidR="00455A43">
        <w:rPr>
          <w:rtl/>
        </w:rPr>
        <w:t>؛</w:t>
      </w:r>
      <w:r w:rsidRPr="00402856">
        <w:rPr>
          <w:rtl/>
        </w:rPr>
        <w:t xml:space="preserve"> وطِبقاً لنبوءة النبي صلّى الله عليه وسلّم الصادقة</w:t>
      </w:r>
      <w:r w:rsidR="00455A43">
        <w:rPr>
          <w:rtl/>
        </w:rPr>
        <w:t>،</w:t>
      </w:r>
      <w:r w:rsidRPr="00402856">
        <w:rPr>
          <w:rtl/>
        </w:rPr>
        <w:t xml:space="preserve"> فسُرعان ما لحقت به</w:t>
      </w:r>
      <w:r w:rsidR="00455A43">
        <w:rPr>
          <w:rtl/>
        </w:rPr>
        <w:t>،</w:t>
      </w:r>
      <w:r w:rsidRPr="00402856">
        <w:rPr>
          <w:rtl/>
        </w:rPr>
        <w:t xml:space="preserve"> فكانت أسرع أهله لحوقاً به</w:t>
      </w:r>
      <w:r w:rsidR="00455A43">
        <w:rPr>
          <w:rtl/>
        </w:rPr>
        <w:t>،</w:t>
      </w:r>
      <w:r w:rsidRPr="00402856">
        <w:rPr>
          <w:rtl/>
        </w:rPr>
        <w:t xml:space="preserve"> وقد اختلف العُلماء في مدّة بقائها بعد أبيها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فقيل</w:t>
      </w:r>
      <w:r w:rsidR="00455A43">
        <w:rPr>
          <w:rtl/>
        </w:rPr>
        <w:t>:</w:t>
      </w:r>
      <w:r w:rsidRPr="00402856">
        <w:rPr>
          <w:rtl/>
        </w:rPr>
        <w:t xml:space="preserve"> أربعون يوماً</w:t>
      </w:r>
      <w:r w:rsidR="00455A43">
        <w:rPr>
          <w:rtl/>
        </w:rPr>
        <w:t>،</w:t>
      </w:r>
      <w:r w:rsidRPr="00402856">
        <w:rPr>
          <w:rtl/>
        </w:rPr>
        <w:t xml:space="preserve"> وقيل</w:t>
      </w:r>
      <w:r w:rsidR="00455A43">
        <w:rPr>
          <w:rtl/>
        </w:rPr>
        <w:t>:</w:t>
      </w:r>
      <w:r w:rsidRPr="00402856">
        <w:rPr>
          <w:rtl/>
        </w:rPr>
        <w:t xml:space="preserve"> خمسة وأربعون</w:t>
      </w:r>
      <w:r w:rsidR="00455A43">
        <w:rPr>
          <w:rtl/>
        </w:rPr>
        <w:t>،</w:t>
      </w:r>
      <w:r w:rsidRPr="00402856">
        <w:rPr>
          <w:rtl/>
        </w:rPr>
        <w:t xml:space="preserve"> وربما كان ذلك اشتباهاً بمُدّة مرضها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وروى الحاكم</w:t>
      </w:r>
      <w:r w:rsidR="00455A43">
        <w:rPr>
          <w:rtl/>
        </w:rPr>
        <w:t>،</w:t>
      </w:r>
      <w:r w:rsidRPr="00402856">
        <w:rPr>
          <w:rtl/>
        </w:rPr>
        <w:t xml:space="preserve"> بسنده عن عائشة أنّها شهران</w:t>
      </w:r>
      <w:r w:rsidR="00455A43">
        <w:rPr>
          <w:rtl/>
        </w:rPr>
        <w:t>،</w:t>
      </w:r>
      <w:r w:rsidRPr="00402856">
        <w:rPr>
          <w:rtl/>
        </w:rPr>
        <w:t xml:space="preserve"> وروى ابن عبد البَر في الاستيعاب أنّها سبعون يوماً</w:t>
      </w:r>
      <w:r w:rsidR="00455A43">
        <w:rPr>
          <w:rtl/>
        </w:rPr>
        <w:t>،</w:t>
      </w:r>
      <w:r w:rsidRPr="00402856">
        <w:rPr>
          <w:rtl/>
        </w:rPr>
        <w:t xml:space="preserve"> وذهب أبو الفرج الأصفهاني إلى أنّها ثلاثة أشهر</w:t>
      </w:r>
      <w:r w:rsidR="00455A43">
        <w:rPr>
          <w:rtl/>
        </w:rPr>
        <w:t>،</w:t>
      </w:r>
      <w:r w:rsidRPr="00402856">
        <w:rPr>
          <w:rtl/>
        </w:rPr>
        <w:t xml:space="preserve"> لكنّ المشهور أنّ الزهراء عليها السلام ماتت بعد النبي صلّى الله عليه وسلّم بستّة أشهر</w:t>
      </w:r>
      <w:r w:rsidR="00455A43">
        <w:rPr>
          <w:rtl/>
        </w:rPr>
        <w:t>،</w:t>
      </w:r>
      <w:r w:rsidRPr="00402856">
        <w:rPr>
          <w:rtl/>
        </w:rPr>
        <w:t xml:space="preserve"> وطبقاً لرواية الإمام الباقر وعروة بن الزبير</w:t>
      </w:r>
      <w:r w:rsidR="00455A43">
        <w:rPr>
          <w:rtl/>
        </w:rPr>
        <w:t>،</w:t>
      </w:r>
      <w:r w:rsidRPr="00402856">
        <w:rPr>
          <w:rtl/>
        </w:rPr>
        <w:t xml:space="preserve"> وأنّ وفاتها كانت ليلة الثلاثاء لثلاث خلون من شهر رمضان سنة إحدى عشر للهجرة </w:t>
      </w:r>
      <w:r w:rsidR="00352E1E">
        <w:rPr>
          <w:rtl/>
        </w:rPr>
        <w:t>(</w:t>
      </w:r>
      <w:r w:rsidRPr="00402856">
        <w:rPr>
          <w:rtl/>
        </w:rPr>
        <w:t>20 نوفمبر 632 م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وبولديها الحسن والحسين سيدي شباب أهل الجنة</w:t>
      </w:r>
      <w:r w:rsidR="00455A43">
        <w:rPr>
          <w:rtl/>
        </w:rPr>
        <w:t>،</w:t>
      </w:r>
      <w:r w:rsidRPr="00402856">
        <w:rPr>
          <w:rtl/>
        </w:rPr>
        <w:t xml:space="preserve"> حُفظت العِترة المحمديّة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وروي عن الإمام جعفر الصادق رضي الله عنه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لمّا قُبض رسول الله صلّى الله عليه وسلّم ما ترك إلاّ الثقلَين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كتاب الله عزّ وجل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وعترته أهل بيته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وكان قد أسرّ إلى فاطمة رضي الله عنها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أنّها لاحقة به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وأنّها أوّل أهل بيته لحوقاً به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فقالت رضي الله عنها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بينما أنا نائمة بعد وفاة أبي بأيّام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إذ رأيت كأنّ أبي رسول الله صلّى الله عليه وسلّم قد أشرف علَيّ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فلمّا رأيته لم أملك نفسي أن ناديت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أبتاه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انقطع عنّا خبر السماء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فبينما أنا كذلك إذ أتتني الملائكة صفوفاً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يقدمها ملَكان حتى أخذا بي فصعدا بي إلى السماء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فرفعت رأسي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فإذا أنا بقصور مُشيّدة وبساتين وأنهار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تطرد قصراً بعد قصر وبستاناً بعد بستان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وإذا قد طلع عليّ من تلك القصور جَوارٍ كأنّهنّ الدمى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مستبشرات يضحكن إليّ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ويقلن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مرحباً بمَن خُلقت لها الجنة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وخُلقنا نحن من أجل أبيها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تزل الملائكة تصعد بي حتّى أدخلوني إلى دارٍ فيها قصور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وفي كلّ قصر بيوت فيها ما لا عَين رأت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أُذنٌ سمعت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خَطر على قلب بشر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وفيها من السندس والإستبرق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وعلى الأسرّة الكثير منها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وعليها الألحفة من الحرير والديباج بألوان شتّى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ومن أواني الذهب والفضة ما يأخذ بالأبصار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وعليها ألوان الطعام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وفي تلك الجنان نهر أشد بياضاً من اللبن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وأحلى مذاقاً من العسل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وأطيب رائحة من المسك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فقلت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لمَن هذه الدار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وما هذه الأنهار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</w:t>
      </w:r>
    </w:p>
    <w:p w:rsidR="00402856" w:rsidRDefault="00402856" w:rsidP="00402856">
      <w:pPr>
        <w:pStyle w:val="libBold2"/>
        <w:rPr>
          <w:rtl/>
        </w:rPr>
      </w:pPr>
      <w:r w:rsidRPr="00C53387">
        <w:rPr>
          <w:rtl/>
        </w:rPr>
        <w:t>فقالوا</w:t>
      </w:r>
      <w:r w:rsidR="00455A43">
        <w:rPr>
          <w:rtl/>
        </w:rPr>
        <w:t>:</w:t>
      </w:r>
      <w:r w:rsidRPr="00C53387">
        <w:rPr>
          <w:rtl/>
        </w:rPr>
        <w:t xml:space="preserve"> هذه الدار هي الفردوس الأعلى الذي ليس بعده جنّة</w:t>
      </w:r>
      <w:r w:rsidR="00455A43">
        <w:rPr>
          <w:rtl/>
        </w:rPr>
        <w:t>،</w:t>
      </w:r>
      <w:r w:rsidRPr="00C53387">
        <w:rPr>
          <w:rtl/>
        </w:rPr>
        <w:t xml:space="preserve"> وهي دار أبيك ومَن معه من النبيّين صلوات الله عليهم أجمعين</w:t>
      </w:r>
      <w:r w:rsidR="00455A43">
        <w:rPr>
          <w:rtl/>
        </w:rPr>
        <w:t>،</w:t>
      </w:r>
      <w:r w:rsidRPr="00C53387">
        <w:rPr>
          <w:rtl/>
        </w:rPr>
        <w:t xml:space="preserve"> ومَن أحبّ الله عزّ وجل من الشهداء والصدّيقين</w:t>
      </w:r>
      <w:r w:rsidR="00455A43">
        <w:rPr>
          <w:rtl/>
        </w:rPr>
        <w:t>،</w:t>
      </w:r>
      <w:r w:rsidRPr="00C53387">
        <w:rPr>
          <w:rtl/>
        </w:rPr>
        <w:t xml:space="preserve"> وهذا هو نهر الكوثر الذي وَعد الله تبارك وتعالى أباكِ صلّى الله عليه وسلّم أن يُعطيه إيّاه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Bold2"/>
        <w:rPr>
          <w:rtl/>
        </w:rPr>
      </w:pPr>
      <w:r w:rsidRPr="00C53387">
        <w:rPr>
          <w:rtl/>
        </w:rPr>
        <w:t>قلتُ</w:t>
      </w:r>
      <w:r w:rsidR="00455A43">
        <w:rPr>
          <w:rtl/>
        </w:rPr>
        <w:t>:</w:t>
      </w:r>
      <w:r w:rsidRPr="00C53387">
        <w:rPr>
          <w:rtl/>
        </w:rPr>
        <w:t xml:space="preserve"> فأين أبي</w:t>
      </w:r>
      <w:r w:rsidR="00455A43">
        <w:rPr>
          <w:rtl/>
        </w:rPr>
        <w:t>؟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Bold2"/>
        <w:rPr>
          <w:rtl/>
        </w:rPr>
      </w:pPr>
      <w:r w:rsidRPr="00C53387">
        <w:rPr>
          <w:rtl/>
        </w:rPr>
        <w:t>قالوا</w:t>
      </w:r>
      <w:r w:rsidR="00455A43">
        <w:rPr>
          <w:rtl/>
        </w:rPr>
        <w:t>:</w:t>
      </w:r>
      <w:r w:rsidRPr="00C53387">
        <w:rPr>
          <w:rtl/>
        </w:rPr>
        <w:t xml:space="preserve"> الساعة يدخل عليكِ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Style w:val="libBold2Char"/>
          <w:rtl/>
        </w:rPr>
        <w:t>فبينما أنا كذلك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إذ برزت لي قصور أشدّ بياضاً من تلك القصور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وفُرش هي أحسن من تلك الفرش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وإذا أنا بفُرش مرتفعة على أسِرّة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وإذا أبي جالس على تلك الفُرش ومعه جماعة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فأخذني وضمّني وقَبّل ما بين عيني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مرحباً بابنتي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وأقعدني في حِجره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ثُمّ 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يا حبيبتي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أما ترين ما أعدّ الله لكِ وما تقدمين عليه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وأراني قصوراً مُشرفات فيها ألوان الطرائف والحُليّ والحلل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هذا مسكنكِ ومسكن زوجكِ وولديكِ ومَن أحبّك وأحبّهم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فطيبي نفساً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فإنّك قادمة علَيّ بعد أيّام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قالت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فطار قلبي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واشتدّ شوقي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فانتبهت مرعوبة</w:t>
      </w:r>
      <w:r w:rsidR="00352E1E">
        <w:rPr>
          <w:rStyle w:val="libBold2Char"/>
          <w:rtl/>
        </w:rPr>
        <w:t>)</w:t>
      </w:r>
      <w:r w:rsidRPr="00402856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وأخرج ابن سعد في الطبقات والهيثمي في مجمع الزوائد والإمام أحمد في المسند والفضائل</w:t>
      </w:r>
      <w:r w:rsidR="00455A43">
        <w:rPr>
          <w:rtl/>
        </w:rPr>
        <w:t>،</w:t>
      </w:r>
      <w:r w:rsidRPr="00402856">
        <w:rPr>
          <w:rtl/>
        </w:rPr>
        <w:t xml:space="preserve"> عن عبد الله بن أبي رافع</w:t>
      </w:r>
      <w:r w:rsidR="00455A43">
        <w:rPr>
          <w:rtl/>
        </w:rPr>
        <w:t>،</w:t>
      </w:r>
      <w:r w:rsidRPr="00402856">
        <w:rPr>
          <w:rtl/>
        </w:rPr>
        <w:t xml:space="preserve"> عن أبيه</w:t>
      </w:r>
      <w:r w:rsidR="00455A43">
        <w:rPr>
          <w:rtl/>
        </w:rPr>
        <w:t>،</w:t>
      </w:r>
      <w:r w:rsidRPr="00402856">
        <w:rPr>
          <w:rtl/>
        </w:rPr>
        <w:t xml:space="preserve"> عن أمّه سلمى قالت</w:t>
      </w:r>
      <w:r w:rsidR="00455A43">
        <w:rPr>
          <w:rtl/>
        </w:rPr>
        <w:t>:</w:t>
      </w:r>
      <w:r w:rsidRPr="00402856">
        <w:rPr>
          <w:rtl/>
        </w:rPr>
        <w:t xml:space="preserve"> اشتكت فاطمة بنت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فمرّضتها</w:t>
      </w:r>
      <w:r w:rsidR="00455A43">
        <w:rPr>
          <w:rtl/>
        </w:rPr>
        <w:t>،</w:t>
      </w:r>
      <w:r w:rsidRPr="00402856">
        <w:rPr>
          <w:rtl/>
        </w:rPr>
        <w:t xml:space="preserve"> فأصبحت يوماً كأمثل ما كانت</w:t>
      </w:r>
      <w:r w:rsidR="00455A43">
        <w:rPr>
          <w:rtl/>
        </w:rPr>
        <w:t>،</w:t>
      </w:r>
      <w:r w:rsidRPr="00402856">
        <w:rPr>
          <w:rtl/>
        </w:rPr>
        <w:t xml:space="preserve"> فخرج علي بن أبي طالب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أمّتاه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اسكبي لي ماءً غسلاً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فسكبتُ لها</w:t>
      </w:r>
      <w:r w:rsidR="00455A43">
        <w:rPr>
          <w:rtl/>
        </w:rPr>
        <w:t>،</w:t>
      </w:r>
      <w:r w:rsidRPr="00402856">
        <w:rPr>
          <w:rtl/>
        </w:rPr>
        <w:t xml:space="preserve"> فقامت فاغتسلت كأحسن ما كانت تغتسل</w:t>
      </w:r>
      <w:r w:rsidR="00455A43">
        <w:rPr>
          <w:rtl/>
        </w:rPr>
        <w:t>،</w:t>
      </w:r>
      <w:r w:rsidRPr="00402856">
        <w:rPr>
          <w:rtl/>
        </w:rPr>
        <w:t xml:space="preserve"> ثُمّ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هاتي ثيابي الجُدد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فأعطيتها فلبستها</w:t>
      </w:r>
      <w:r w:rsidR="00455A43">
        <w:rPr>
          <w:rtl/>
        </w:rPr>
        <w:t>،</w:t>
      </w:r>
      <w:r w:rsidRPr="00402856">
        <w:rPr>
          <w:rtl/>
        </w:rPr>
        <w:t xml:space="preserve"> ثُمّ جاءت إلى البيت الذي كانت فيه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قدّمي الفراش إلى وسط البيت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فقدّمته فاضطجعت واستقبلت القبلة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أمّتاه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إنّي مقبوضة الآن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وإنّي قد اغتسلتُ فلا يكشفني أحد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وقُبضت</w:t>
      </w:r>
      <w:r w:rsidR="00455A43">
        <w:rPr>
          <w:rtl/>
        </w:rPr>
        <w:t>،</w:t>
      </w:r>
      <w:r w:rsidRPr="00402856">
        <w:rPr>
          <w:rtl/>
        </w:rPr>
        <w:t xml:space="preserve"> فجاء عليّ بن أبي طالب فأخبرته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والله لا يكشفها أحد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حملَها بغُسلها ذلك فدفنها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الإمام أحمد بن حنبل في المسند</w:t>
      </w:r>
      <w:r w:rsidR="00455A43">
        <w:rPr>
          <w:rtl/>
        </w:rPr>
        <w:t>،</w:t>
      </w:r>
      <w:r w:rsidRPr="00402856">
        <w:rPr>
          <w:rtl/>
        </w:rPr>
        <w:t xml:space="preserve"> عن أمّ سلمى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اشتكت فاطمة سلام الله عليها شكواها التي قُبضت فيه فكنتُ أمرّضها</w:t>
      </w:r>
      <w:r w:rsidR="00455A43">
        <w:rPr>
          <w:rtl/>
        </w:rPr>
        <w:t>،</w:t>
      </w:r>
      <w:r w:rsidRPr="00402856">
        <w:rPr>
          <w:rtl/>
        </w:rPr>
        <w:t xml:space="preserve"> فأصبحت يوماً كأمثل ما رأيتها في شكواها تلك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وخرج عليّ عليه السلام لبعض حاجته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أمّة اسكبي لي غسلاً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فسكبت لها غسلاً فاغتسلَتْ كأحسن ما رأيتها تغتسل</w:t>
      </w:r>
      <w:r w:rsidR="00455A43">
        <w:rPr>
          <w:rtl/>
        </w:rPr>
        <w:t>،</w:t>
      </w:r>
      <w:r w:rsidRPr="00402856">
        <w:rPr>
          <w:rtl/>
        </w:rPr>
        <w:t xml:space="preserve"> ثُمّ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أمّة أعطني ثيابي الجُدد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فأعطيتها فلبسَتْها</w:t>
      </w:r>
      <w:r w:rsidR="00455A43">
        <w:rPr>
          <w:rtl/>
        </w:rPr>
        <w:t>،</w:t>
      </w:r>
      <w:r w:rsidRPr="00402856">
        <w:rPr>
          <w:rtl/>
        </w:rPr>
        <w:t xml:space="preserve"> ثُمّ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أمّة قدّمي لي فراشي وسط البيت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ففعلت واضطجعت واستقبلت القبلة</w:t>
      </w:r>
      <w:r w:rsidR="00455A43">
        <w:rPr>
          <w:rtl/>
        </w:rPr>
        <w:t>،</w:t>
      </w:r>
      <w:r w:rsidRPr="00402856">
        <w:rPr>
          <w:rtl/>
        </w:rPr>
        <w:t xml:space="preserve"> وجعلت يدها تحت خدّها</w:t>
      </w:r>
      <w:r w:rsidR="00455A43">
        <w:rPr>
          <w:rtl/>
        </w:rPr>
        <w:t>،</w:t>
      </w:r>
      <w:r w:rsidRPr="00402856">
        <w:rPr>
          <w:rtl/>
        </w:rPr>
        <w:t xml:space="preserve"> ثُمّ 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أمّة إنّي مقبوضة الآن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وقد تطّهرتُ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فلا يكشفني أحد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فقُبضت مكانها</w:t>
      </w:r>
      <w:r w:rsidR="00455A43">
        <w:rPr>
          <w:rtl/>
        </w:rPr>
        <w:t>،</w:t>
      </w:r>
      <w:r w:rsidRPr="00402856">
        <w:rPr>
          <w:rtl/>
        </w:rPr>
        <w:t xml:space="preserve"> قالت</w:t>
      </w:r>
      <w:r w:rsidR="00455A43">
        <w:rPr>
          <w:rtl/>
        </w:rPr>
        <w:t>:</w:t>
      </w:r>
      <w:r w:rsidRPr="00402856">
        <w:rPr>
          <w:rtl/>
        </w:rPr>
        <w:t xml:space="preserve"> فجاء عليّ فأخبرتُه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على أنّ هناك من يُثير جدلاً حول هذا الحديث</w:t>
      </w:r>
      <w:r w:rsidR="00455A43">
        <w:rPr>
          <w:rtl/>
        </w:rPr>
        <w:t>،</w:t>
      </w:r>
      <w:r w:rsidRPr="00402856">
        <w:rPr>
          <w:rtl/>
        </w:rPr>
        <w:t xml:space="preserve"> فيقول الدار قطني بعد إخراجه</w:t>
      </w:r>
      <w:r w:rsidR="00455A43">
        <w:rPr>
          <w:rtl/>
        </w:rPr>
        <w:t>:</w:t>
      </w:r>
      <w:r w:rsidRPr="00402856">
        <w:rPr>
          <w:rtl/>
        </w:rPr>
        <w:t xml:space="preserve"> وكيف يكون صحيحاً</w:t>
      </w:r>
      <w:r w:rsidR="00455A43">
        <w:rPr>
          <w:rtl/>
        </w:rPr>
        <w:t>،</w:t>
      </w:r>
      <w:r w:rsidRPr="00402856">
        <w:rPr>
          <w:rtl/>
        </w:rPr>
        <w:t xml:space="preserve"> والغُسل إنّما شُرّع لحَدث الموت</w:t>
      </w:r>
      <w:r w:rsidR="00455A43">
        <w:rPr>
          <w:rtl/>
        </w:rPr>
        <w:t>،</w:t>
      </w:r>
      <w:r w:rsidRPr="00402856">
        <w:rPr>
          <w:rtl/>
        </w:rPr>
        <w:t xml:space="preserve"> فكيف يقع مثله</w:t>
      </w:r>
      <w:r w:rsidR="00455A43">
        <w:rPr>
          <w:rtl/>
        </w:rPr>
        <w:t>؟</w:t>
      </w:r>
      <w:r w:rsidRPr="00402856">
        <w:rPr>
          <w:rtl/>
        </w:rPr>
        <w:t>! ولو قدّرنا حقّاً هذا عن فاطمة</w:t>
      </w:r>
      <w:r w:rsidR="00455A43">
        <w:rPr>
          <w:rtl/>
        </w:rPr>
        <w:t>،</w:t>
      </w:r>
      <w:r w:rsidRPr="00402856">
        <w:rPr>
          <w:rtl/>
        </w:rPr>
        <w:t xml:space="preserve"> أفكان يَخفى على عليّ عليه السلام</w:t>
      </w:r>
      <w:r w:rsidR="00455A43">
        <w:rPr>
          <w:rtl/>
        </w:rPr>
        <w:t>؟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ثُمّ إنّ أحمد والشافعي يحتجّان في غُسل الزوج زوجته أنّ عليّاً غسّل فاطمة عليها السلام</w:t>
      </w:r>
      <w:r w:rsidR="00455A43">
        <w:rPr>
          <w:rtl/>
        </w:rPr>
        <w:t>،</w:t>
      </w:r>
      <w:r w:rsidRPr="00402856">
        <w:rPr>
          <w:rtl/>
        </w:rPr>
        <w:t xml:space="preserve"> فلقد روى ابن سعد في الطبقات</w:t>
      </w:r>
      <w:r w:rsidR="00455A43">
        <w:rPr>
          <w:rtl/>
        </w:rPr>
        <w:t>،</w:t>
      </w:r>
      <w:r w:rsidRPr="00402856">
        <w:rPr>
          <w:rtl/>
        </w:rPr>
        <w:t xml:space="preserve"> عن محمّد بن موسى أنّ عليّ بن أبي طالب غسّل فاطمة</w:t>
      </w:r>
      <w:r w:rsidR="00455A43">
        <w:rPr>
          <w:rtl/>
        </w:rPr>
        <w:t>،</w:t>
      </w:r>
      <w:r w:rsidRPr="00402856">
        <w:rPr>
          <w:rtl/>
        </w:rPr>
        <w:t xml:space="preserve"> كما أنّ هناك رواية عن أسماء بنت عميس قالت فيها</w:t>
      </w:r>
      <w:r w:rsidR="00455A43">
        <w:rPr>
          <w:rtl/>
        </w:rPr>
        <w:t>:</w:t>
      </w:r>
      <w:r w:rsidRPr="00402856">
        <w:rPr>
          <w:rtl/>
        </w:rPr>
        <w:t xml:space="preserve"> غسّلتُ أنا وعليّ بن أبي طالب بنت رسول الله صلّى الله عليه وسلّم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وفي رواية أخرى أنّ ذلك كان بوصيّة من الزهراء نفسها أن تغسّلها أسماء وعلي</w:t>
      </w:r>
      <w:r w:rsidR="00455A43">
        <w:rPr>
          <w:rtl/>
        </w:rPr>
        <w:t>،</w:t>
      </w:r>
      <w:r w:rsidRPr="00402856">
        <w:rPr>
          <w:rtl/>
        </w:rPr>
        <w:t xml:space="preserve"> فغسّلاها.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وهناك رواية تذهب إلى أنّ أعرابيّاً جاء من الشام</w:t>
      </w:r>
      <w:r w:rsidR="00455A43">
        <w:rPr>
          <w:rtl/>
        </w:rPr>
        <w:t>،</w:t>
      </w:r>
      <w:r w:rsidRPr="00402856">
        <w:rPr>
          <w:rtl/>
        </w:rPr>
        <w:t xml:space="preserve"> وابن عباس كان في المسجد الحرام يُفتي الناس</w:t>
      </w:r>
      <w:r w:rsidR="00455A43">
        <w:rPr>
          <w:rtl/>
        </w:rPr>
        <w:t>،</w:t>
      </w:r>
      <w:r w:rsidRPr="00402856">
        <w:rPr>
          <w:rtl/>
        </w:rPr>
        <w:t xml:space="preserve"> فسأله عن أبناء رسول الله صلّى الله عليه وسلّم وبناته</w:t>
      </w:r>
      <w:r w:rsidR="00455A43">
        <w:rPr>
          <w:rtl/>
        </w:rPr>
        <w:t>،</w:t>
      </w:r>
      <w:r w:rsidRPr="00402856">
        <w:rPr>
          <w:rtl/>
        </w:rPr>
        <w:t xml:space="preserve"> فأخبره أنّ أبناءه كانوا خمسة</w:t>
      </w:r>
      <w:r w:rsidR="00455A43">
        <w:rPr>
          <w:rtl/>
        </w:rPr>
        <w:t>:</w:t>
      </w:r>
      <w:r w:rsidRPr="00402856">
        <w:rPr>
          <w:rtl/>
        </w:rPr>
        <w:t xml:space="preserve"> القاسم والطاهر والمطهّر والطيّب</w:t>
      </w:r>
      <w:r w:rsidR="00455A43">
        <w:rPr>
          <w:rtl/>
        </w:rPr>
        <w:t>،</w:t>
      </w:r>
      <w:r w:rsidRPr="00402856">
        <w:rPr>
          <w:rtl/>
        </w:rPr>
        <w:t xml:space="preserve"> وهم من خديجة رضي الله عنها</w:t>
      </w:r>
      <w:r w:rsidR="00455A43">
        <w:rPr>
          <w:rtl/>
        </w:rPr>
        <w:t>،</w:t>
      </w:r>
      <w:r w:rsidRPr="00402856">
        <w:rPr>
          <w:rtl/>
        </w:rPr>
        <w:t xml:space="preserve"> وإبراهيم من مارية</w:t>
      </w:r>
      <w:r w:rsidR="00455A43">
        <w:rPr>
          <w:rtl/>
        </w:rPr>
        <w:t>،</w:t>
      </w:r>
      <w:r w:rsidRPr="00402856">
        <w:rPr>
          <w:rtl/>
        </w:rPr>
        <w:t xml:space="preserve"> وبناته كنّ أربعاً</w:t>
      </w:r>
      <w:r w:rsidR="00455A43">
        <w:rPr>
          <w:rtl/>
        </w:rPr>
        <w:t>:</w:t>
      </w:r>
      <w:r w:rsidRPr="00402856">
        <w:rPr>
          <w:rtl/>
        </w:rPr>
        <w:t xml:space="preserve"> زينب ورقيّة وأُم كلثوم وفاطمة</w:t>
      </w:r>
      <w:r w:rsidR="00455A43">
        <w:rPr>
          <w:rtl/>
        </w:rPr>
        <w:t>،</w:t>
      </w:r>
      <w:r w:rsidRPr="00402856">
        <w:rPr>
          <w:rtl/>
        </w:rPr>
        <w:t xml:space="preserve"> وكنّ أيضاً من خديجة</w:t>
      </w:r>
      <w:r w:rsidR="00455A43">
        <w:rPr>
          <w:rtl/>
        </w:rPr>
        <w:t>،</w:t>
      </w:r>
      <w:r w:rsidRPr="00402856">
        <w:rPr>
          <w:rtl/>
        </w:rPr>
        <w:t xml:space="preserve"> وكلّهم مات في حياته صلوات الله عليه</w:t>
      </w:r>
      <w:r w:rsidR="00455A43">
        <w:rPr>
          <w:rtl/>
        </w:rPr>
        <w:t>،</w:t>
      </w:r>
      <w:r w:rsidRPr="00402856">
        <w:rPr>
          <w:rtl/>
        </w:rPr>
        <w:t xml:space="preserve"> إلاّ فاطمة فإنّها بقيت أربعين يوماً بعده</w:t>
      </w:r>
      <w:r w:rsidR="00455A43">
        <w:rPr>
          <w:rtl/>
        </w:rPr>
        <w:t>،</w:t>
      </w:r>
      <w:r w:rsidRPr="00402856">
        <w:rPr>
          <w:rtl/>
        </w:rPr>
        <w:t xml:space="preserve"> ولمّا جاء أجَل فاطمة لم تحمّ ولم تصدع</w:t>
      </w:r>
      <w:r w:rsidR="00455A43">
        <w:rPr>
          <w:rtl/>
        </w:rPr>
        <w:t>،</w:t>
      </w:r>
      <w:r w:rsidRPr="00402856">
        <w:rPr>
          <w:rtl/>
        </w:rPr>
        <w:t xml:space="preserve"> ولكن أخذت بيد الحسن والحسين فذهبت بهما إلى قبر النبي صلّى الله عليه وسلّم فأجلستهما عنده ثُمّ وقفت</w:t>
      </w:r>
      <w:r w:rsidR="00455A43">
        <w:rPr>
          <w:rtl/>
        </w:rPr>
        <w:t>،</w:t>
      </w:r>
      <w:r w:rsidRPr="00402856">
        <w:rPr>
          <w:rtl/>
        </w:rPr>
        <w:t xml:space="preserve"> فصلّت بين المنبر والقبر ركعتين</w:t>
      </w:r>
      <w:r w:rsidR="00455A43">
        <w:rPr>
          <w:rtl/>
        </w:rPr>
        <w:t>،</w:t>
      </w:r>
      <w:r w:rsidRPr="00402856">
        <w:rPr>
          <w:rtl/>
        </w:rPr>
        <w:t xml:space="preserve"> ثُمّ ضمّتهما إلى صدرها والتزمتهما</w:t>
      </w:r>
      <w:r w:rsidR="00455A43">
        <w:rPr>
          <w:rtl/>
        </w:rPr>
        <w:t>،</w:t>
      </w:r>
      <w:r w:rsidRPr="00402856">
        <w:rPr>
          <w:rtl/>
        </w:rPr>
        <w:t xml:space="preserve"> وقالت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ولديّ اجلسا عند أبيكما ساعته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والإمام علي عليه السلام يُصلّي في المسجد</w:t>
      </w:r>
      <w:r w:rsidR="00455A43">
        <w:rPr>
          <w:rtl/>
        </w:rPr>
        <w:t>،</w:t>
      </w:r>
      <w:r w:rsidRPr="00402856">
        <w:rPr>
          <w:rtl/>
        </w:rPr>
        <w:t xml:space="preserve"> ثُمّ رجعت نحو المنزل فحملتْ ما فضُل من حنوط النبي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فاغتسلت به ولبست فضْل كفنه</w:t>
      </w:r>
      <w:r w:rsidR="00455A43">
        <w:rPr>
          <w:rtl/>
        </w:rPr>
        <w:t>،</w:t>
      </w:r>
      <w:r w:rsidRPr="00402856">
        <w:rPr>
          <w:rtl/>
        </w:rPr>
        <w:t xml:space="preserve"> ثُمّ نادت</w:t>
      </w:r>
      <w:r w:rsidR="00455A43">
        <w:rPr>
          <w:rtl/>
        </w:rPr>
        <w:t>:</w:t>
      </w:r>
      <w:r w:rsidRPr="00402856">
        <w:rPr>
          <w:rStyle w:val="libBold2Char"/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أسماء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فقالت لها</w:t>
      </w:r>
      <w:r w:rsidR="00455A43">
        <w:rPr>
          <w:rtl/>
        </w:rPr>
        <w:t>:</w:t>
      </w:r>
      <w:r w:rsidRPr="00402856">
        <w:rPr>
          <w:rtl/>
        </w:rPr>
        <w:t xml:space="preserve"> لبيكِ يا بنت رسول الله</w:t>
      </w:r>
      <w:r w:rsidR="00455A43">
        <w:rPr>
          <w:rtl/>
        </w:rPr>
        <w:t>،</w:t>
      </w:r>
      <w:r w:rsidRPr="00402856">
        <w:rPr>
          <w:rtl/>
        </w:rPr>
        <w:t xml:space="preserve"> فقالت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تَعاهديني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فإنّي أدخل هذا البيت فأضع جنبي ساعة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فإذا مضت ساعة ولم أخرج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فناديني ثلاثاً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فإن أجبتكِ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وإلاّ فاعلمي أنّي لحقت برسول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ثُمّ قامت مقام الرسول صلّى الله عليه وسلّم في بيتها</w:t>
      </w:r>
      <w:r w:rsidR="00455A43">
        <w:rPr>
          <w:rtl/>
        </w:rPr>
        <w:t>،</w:t>
      </w:r>
      <w:r w:rsidRPr="00402856">
        <w:rPr>
          <w:rtl/>
        </w:rPr>
        <w:t xml:space="preserve"> فصلّت ركعتين</w:t>
      </w:r>
      <w:r w:rsidR="00455A43">
        <w:rPr>
          <w:rtl/>
        </w:rPr>
        <w:t>،</w:t>
      </w:r>
      <w:r w:rsidRPr="00402856">
        <w:rPr>
          <w:rtl/>
        </w:rPr>
        <w:t xml:space="preserve"> ثُمّ جلّلت وجهها بطرف ردائها وقصّت نجبها</w:t>
      </w:r>
      <w:r w:rsidR="00AF124A">
        <w:rPr>
          <w:rtl/>
        </w:rPr>
        <w:t xml:space="preserve"> - </w:t>
      </w:r>
      <w:r w:rsidRPr="00402856">
        <w:rPr>
          <w:rtl/>
        </w:rPr>
        <w:t>وقيل</w:t>
      </w:r>
      <w:r w:rsidR="00455A43">
        <w:rPr>
          <w:rtl/>
        </w:rPr>
        <w:t>:</w:t>
      </w:r>
      <w:r w:rsidRPr="00402856">
        <w:rPr>
          <w:rtl/>
        </w:rPr>
        <w:t xml:space="preserve"> بل ماتت في سجدتها</w:t>
      </w:r>
      <w:r w:rsidR="00AF124A">
        <w:rPr>
          <w:rtl/>
        </w:rPr>
        <w:t xml:space="preserve"> - </w:t>
      </w:r>
      <w:r w:rsidRPr="00402856">
        <w:rPr>
          <w:rtl/>
        </w:rPr>
        <w:t>فلمّا مضت ساعة أقبلت أسماء</w:t>
      </w:r>
      <w:r w:rsidR="00455A43">
        <w:rPr>
          <w:rtl/>
        </w:rPr>
        <w:t>،</w:t>
      </w:r>
      <w:r w:rsidRPr="00402856">
        <w:rPr>
          <w:rtl/>
        </w:rPr>
        <w:t xml:space="preserve"> فنادت</w:t>
      </w:r>
      <w:r w:rsidR="00455A43">
        <w:rPr>
          <w:rtl/>
        </w:rPr>
        <w:t>:</w:t>
      </w:r>
      <w:r w:rsidRPr="00402856">
        <w:rPr>
          <w:rtl/>
        </w:rPr>
        <w:t xml:space="preserve"> يا فاطمة الزهراء</w:t>
      </w:r>
      <w:r w:rsidR="00455A43">
        <w:rPr>
          <w:rtl/>
        </w:rPr>
        <w:t>،</w:t>
      </w:r>
      <w:r w:rsidRPr="00402856">
        <w:rPr>
          <w:rtl/>
        </w:rPr>
        <w:t xml:space="preserve"> يا أُمّ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يا بنت رسول الله</w:t>
      </w:r>
      <w:r w:rsidR="00455A43">
        <w:rPr>
          <w:rtl/>
        </w:rPr>
        <w:t>،</w:t>
      </w:r>
      <w:r w:rsidRPr="00402856">
        <w:rPr>
          <w:rtl/>
        </w:rPr>
        <w:t xml:space="preserve"> يا سيّدة نساء العالمين</w:t>
      </w:r>
      <w:r w:rsidR="00455A43">
        <w:rPr>
          <w:rtl/>
        </w:rPr>
        <w:t>،</w:t>
      </w:r>
      <w:r w:rsidRPr="00402856">
        <w:rPr>
          <w:rtl/>
        </w:rPr>
        <w:t xml:space="preserve"> فلم تُجب</w:t>
      </w:r>
      <w:r w:rsidR="00455A43">
        <w:rPr>
          <w:rtl/>
        </w:rPr>
        <w:t>،</w:t>
      </w:r>
      <w:r w:rsidRPr="00402856">
        <w:rPr>
          <w:rtl/>
        </w:rPr>
        <w:t xml:space="preserve"> فدخلت فإذا هي ميّتة</w:t>
      </w:r>
      <w:r w:rsidR="00455A43">
        <w:rPr>
          <w:rtl/>
        </w:rPr>
        <w:t>،</w:t>
      </w:r>
      <w:r w:rsidRPr="00402856">
        <w:rPr>
          <w:rtl/>
        </w:rPr>
        <w:t xml:space="preserve"> فقال الأعرابي</w:t>
      </w:r>
      <w:r w:rsidR="00455A43">
        <w:rPr>
          <w:rtl/>
        </w:rPr>
        <w:t>:</w:t>
      </w:r>
      <w:r w:rsidRPr="00402856">
        <w:rPr>
          <w:rtl/>
        </w:rPr>
        <w:t xml:space="preserve"> كيف علمت وقت وفاتها يا ابن عباس</w:t>
      </w:r>
      <w:r w:rsidR="00455A43">
        <w:rPr>
          <w:rtl/>
        </w:rPr>
        <w:t>؟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أعلمها أبوها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ثُمّ شقّت أسماء جيبها</w:t>
      </w:r>
      <w:r w:rsidR="00455A43">
        <w:rPr>
          <w:rtl/>
        </w:rPr>
        <w:t>،</w:t>
      </w:r>
      <w:r w:rsidRPr="00402856">
        <w:rPr>
          <w:rtl/>
        </w:rPr>
        <w:t xml:space="preserve"> وقالت</w:t>
      </w:r>
      <w:r w:rsidR="00455A43">
        <w:rPr>
          <w:rtl/>
        </w:rPr>
        <w:t>:</w:t>
      </w:r>
      <w:r w:rsidRPr="00402856">
        <w:rPr>
          <w:rtl/>
        </w:rPr>
        <w:t xml:space="preserve"> كيف اجترئ فأُخبر ابنَي رسول الله بوفاتكِ</w:t>
      </w:r>
      <w:r w:rsidR="00455A43">
        <w:rPr>
          <w:rtl/>
        </w:rPr>
        <w:t>،</w:t>
      </w:r>
      <w:r w:rsidRPr="00402856">
        <w:rPr>
          <w:rtl/>
        </w:rPr>
        <w:t xml:space="preserve"> ثُمّ خرجت فتلقّاها الحسن والحسين</w:t>
      </w:r>
      <w:r w:rsidR="00455A43">
        <w:rPr>
          <w:rtl/>
        </w:rPr>
        <w:t>،</w:t>
      </w:r>
      <w:r w:rsidRPr="00402856">
        <w:rPr>
          <w:rtl/>
        </w:rPr>
        <w:t xml:space="preserve"> فقالا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أين أُمّنا</w:t>
      </w:r>
      <w:r w:rsidR="00455A43">
        <w:rPr>
          <w:rStyle w:val="libBold2Char"/>
          <w:rtl/>
        </w:rPr>
        <w:t>؟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فسكتت</w:t>
      </w:r>
      <w:r w:rsidR="00455A43">
        <w:rPr>
          <w:rtl/>
        </w:rPr>
        <w:t>،</w:t>
      </w:r>
      <w:r w:rsidRPr="00402856">
        <w:rPr>
          <w:rtl/>
        </w:rPr>
        <w:t xml:space="preserve"> فدخلا البيت</w:t>
      </w:r>
      <w:r w:rsidR="00455A43">
        <w:rPr>
          <w:rtl/>
        </w:rPr>
        <w:t>،</w:t>
      </w:r>
      <w:r w:rsidRPr="00402856">
        <w:rPr>
          <w:rtl/>
        </w:rPr>
        <w:t xml:space="preserve"> فإذا هي مُمتدّة فحرّكها الحسين فإذا هي ميتة</w:t>
      </w:r>
      <w:r w:rsidR="00455A43">
        <w:rPr>
          <w:rtl/>
        </w:rPr>
        <w:t>،</w:t>
      </w:r>
      <w:r w:rsidRPr="00402856">
        <w:rPr>
          <w:rtl/>
        </w:rPr>
        <w:t xml:space="preserve">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يا آخاه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آجرك الله في أُمّنا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وصاح أهل المدينة لمّا علموا بخبر وفاتها</w:t>
      </w:r>
      <w:r w:rsidR="00455A43">
        <w:rPr>
          <w:rtl/>
        </w:rPr>
        <w:t>،</w:t>
      </w:r>
      <w:r w:rsidRPr="00402856">
        <w:rPr>
          <w:rtl/>
        </w:rPr>
        <w:t xml:space="preserve"> واجتمعت نساء بني هاشم في دارها</w:t>
      </w:r>
      <w:r w:rsidR="00455A43">
        <w:rPr>
          <w:rtl/>
        </w:rPr>
        <w:t>،</w:t>
      </w:r>
      <w:r w:rsidRPr="00402856">
        <w:rPr>
          <w:rtl/>
        </w:rPr>
        <w:t xml:space="preserve"> فصرخن صرخة واحدة كادت المدينة تتزعزع منها</w:t>
      </w:r>
      <w:r w:rsidR="00455A43">
        <w:rPr>
          <w:rtl/>
        </w:rPr>
        <w:t>،</w:t>
      </w:r>
      <w:r w:rsidRPr="00402856">
        <w:rPr>
          <w:rtl/>
        </w:rPr>
        <w:t xml:space="preserve"> وهنّ يقُلنَ</w:t>
      </w:r>
      <w:r w:rsidR="00455A43">
        <w:rPr>
          <w:rtl/>
        </w:rPr>
        <w:t>:</w:t>
      </w:r>
      <w:r w:rsidRPr="00402856">
        <w:rPr>
          <w:rtl/>
        </w:rPr>
        <w:t xml:space="preserve"> يا سيّدتاه</w:t>
      </w:r>
      <w:r w:rsidR="00455A43">
        <w:rPr>
          <w:rtl/>
        </w:rPr>
        <w:t>،</w:t>
      </w:r>
      <w:r w:rsidRPr="00402856">
        <w:rPr>
          <w:rtl/>
        </w:rPr>
        <w:t xml:space="preserve"> يا حبيبتاه</w:t>
      </w:r>
      <w:r w:rsidR="00455A43">
        <w:rPr>
          <w:rtl/>
        </w:rPr>
        <w:t>،</w:t>
      </w:r>
      <w:r w:rsidRPr="00402856">
        <w:rPr>
          <w:rtl/>
        </w:rPr>
        <w:t xml:space="preserve"> يا بنت رسول الله</w:t>
      </w:r>
      <w:r w:rsidR="00455A43">
        <w:rPr>
          <w:rtl/>
        </w:rPr>
        <w:t>.</w:t>
      </w:r>
      <w:r w:rsidRPr="00402856">
        <w:rPr>
          <w:rtl/>
        </w:rPr>
        <w:t xml:space="preserve"> وأقبل الناس إلى علي وهو جالس</w:t>
      </w:r>
      <w:r w:rsidR="00455A43">
        <w:rPr>
          <w:rtl/>
        </w:rPr>
        <w:t>،</w:t>
      </w:r>
      <w:r w:rsidRPr="00402856">
        <w:rPr>
          <w:rtl/>
        </w:rPr>
        <w:t xml:space="preserve"> والحسن والحسين رضي الله عنهم أجمعين بين يديه يبكيان</w:t>
      </w:r>
      <w:r w:rsidR="00455A43">
        <w:rPr>
          <w:rtl/>
        </w:rPr>
        <w:t>،</w:t>
      </w:r>
      <w:r w:rsidRPr="00402856">
        <w:rPr>
          <w:rtl/>
        </w:rPr>
        <w:t xml:space="preserve"> فبكى لبكائهما</w:t>
      </w:r>
      <w:r w:rsidR="00455A43">
        <w:rPr>
          <w:rtl/>
        </w:rPr>
        <w:t>،</w:t>
      </w:r>
      <w:r w:rsidRPr="00402856">
        <w:rPr>
          <w:rtl/>
        </w:rPr>
        <w:t xml:space="preserve"> واجتمع الناس</w:t>
      </w:r>
      <w:r w:rsidR="00455A43">
        <w:rPr>
          <w:rtl/>
        </w:rPr>
        <w:t>،</w:t>
      </w:r>
      <w:r w:rsidRPr="00402856">
        <w:rPr>
          <w:rtl/>
        </w:rPr>
        <w:t xml:space="preserve"> فجلسوا وهم يسترجعون وينتظرون أن تخرج الجنازة</w:t>
      </w:r>
      <w:r w:rsidR="00455A43">
        <w:rPr>
          <w:rtl/>
        </w:rPr>
        <w:t>،</w:t>
      </w:r>
      <w:r w:rsidRPr="00402856">
        <w:rPr>
          <w:rtl/>
        </w:rPr>
        <w:t xml:space="preserve"> فيُصلّوا عليها</w:t>
      </w:r>
      <w:r w:rsidR="00455A43">
        <w:rPr>
          <w:rtl/>
        </w:rPr>
        <w:t>،</w:t>
      </w:r>
      <w:r w:rsidRPr="00402856">
        <w:rPr>
          <w:rtl/>
        </w:rPr>
        <w:t xml:space="preserve"> فخرج أبو ذر الغفاري وقال</w:t>
      </w:r>
      <w:r w:rsidR="00455A43">
        <w:rPr>
          <w:rtl/>
        </w:rPr>
        <w:t>:</w:t>
      </w:r>
      <w:r w:rsidRPr="00402856">
        <w:rPr>
          <w:rtl/>
        </w:rPr>
        <w:t xml:space="preserve"> انصرفوا فإنّ ابنة رسول الله صلّى الله عليه وسلّم قد أُخّر إخراجها هذه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العشيّة</w:t>
      </w:r>
      <w:r w:rsidR="00455A43">
        <w:rPr>
          <w:rtl/>
        </w:rPr>
        <w:t>،</w:t>
      </w:r>
      <w:r w:rsidRPr="00402856">
        <w:rPr>
          <w:rtl/>
        </w:rPr>
        <w:t xml:space="preserve"> فقام الناس وانصرفوا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هذا وهناك ما يُشير إلى أنّ الزهراء قد أوصت الإمام بثلاث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أوّلها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أن يتزوّج بأُمامة بنت أُختها زينب من أبي العاص بن الربيع</w:t>
      </w:r>
      <w:r w:rsidR="00455A43">
        <w:rPr>
          <w:rtl/>
        </w:rPr>
        <w:t>؛</w:t>
      </w:r>
      <w:r w:rsidRPr="00402856">
        <w:rPr>
          <w:rtl/>
        </w:rPr>
        <w:t xml:space="preserve"> وذلك لأنّها كما قالت الزهراء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إنّها بنت أُختي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وتحنو على وُلدي</w:t>
      </w:r>
      <w:r w:rsidR="00352E1E">
        <w:rPr>
          <w:rStyle w:val="libBold2Char"/>
          <w:rtl/>
        </w:rPr>
        <w:t>)</w:t>
      </w:r>
      <w:r w:rsidRPr="00402856">
        <w:rPr>
          <w:rtl/>
        </w:rPr>
        <w:t xml:space="preserve"> أو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إنّها في حنوّي ورومتي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وثانيها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أنْ يتّخذ لها نعشاً وصفته له</w:t>
      </w:r>
      <w:r w:rsidR="00455A43">
        <w:rPr>
          <w:rtl/>
        </w:rPr>
        <w:t>،</w:t>
      </w:r>
      <w:r w:rsidRPr="00402856">
        <w:rPr>
          <w:rtl/>
        </w:rPr>
        <w:t xml:space="preserve"> وعن ابن عبّاس</w:t>
      </w:r>
      <w:r w:rsidR="00455A43">
        <w:rPr>
          <w:rtl/>
        </w:rPr>
        <w:t>:</w:t>
      </w:r>
      <w:r w:rsidRPr="00402856">
        <w:rPr>
          <w:rtl/>
        </w:rPr>
        <w:t xml:space="preserve"> أنّ فاطمة أوّل مَن جُعل لها النعش</w:t>
      </w:r>
      <w:r w:rsidR="00455A43">
        <w:rPr>
          <w:rtl/>
        </w:rPr>
        <w:t>،</w:t>
      </w:r>
      <w:r w:rsidRPr="00402856">
        <w:rPr>
          <w:rtl/>
        </w:rPr>
        <w:t xml:space="preserve"> عملته لها أسماء بنت عُميس</w:t>
      </w:r>
      <w:r w:rsidR="00455A43">
        <w:rPr>
          <w:rtl/>
        </w:rPr>
        <w:t>،</w:t>
      </w:r>
      <w:r w:rsidRPr="00402856">
        <w:rPr>
          <w:rtl/>
        </w:rPr>
        <w:t xml:space="preserve"> وكانت قد رأته بأرض الحبشة</w:t>
      </w:r>
      <w:r w:rsidR="00455A43">
        <w:rPr>
          <w:rtl/>
        </w:rPr>
        <w:t>،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وذلك بأن دعت بسرير فأكبّته لوجهه</w:t>
      </w:r>
      <w:r w:rsidR="00455A43">
        <w:rPr>
          <w:rtl/>
        </w:rPr>
        <w:t>،</w:t>
      </w:r>
      <w:r w:rsidRPr="00402856">
        <w:rPr>
          <w:rtl/>
        </w:rPr>
        <w:t xml:space="preserve"> ثُمّ دعت بجرائد فشدّتها على قوائمه</w:t>
      </w:r>
      <w:r w:rsidR="00455A43">
        <w:rPr>
          <w:rtl/>
        </w:rPr>
        <w:t>،</w:t>
      </w:r>
      <w:r w:rsidRPr="00402856">
        <w:rPr>
          <w:rtl/>
        </w:rPr>
        <w:t xml:space="preserve"> وجعلت عليه نعشاً</w:t>
      </w:r>
      <w:r w:rsidR="00455A43">
        <w:rPr>
          <w:rtl/>
        </w:rPr>
        <w:t>،</w:t>
      </w:r>
      <w:r w:rsidRPr="00402856">
        <w:rPr>
          <w:rtl/>
        </w:rPr>
        <w:t xml:space="preserve"> ثُمّ جلّلته ثوباً</w:t>
      </w:r>
      <w:r w:rsidR="00455A43">
        <w:rPr>
          <w:rtl/>
        </w:rPr>
        <w:t>،</w:t>
      </w:r>
      <w:r w:rsidRPr="00402856">
        <w:rPr>
          <w:rtl/>
        </w:rPr>
        <w:t xml:space="preserve"> فقالت فاطمة رضي الله عنها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اصنعي لي مثله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استريني ستركِ الله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5A636F">
        <w:rPr>
          <w:rStyle w:val="libBold2Char"/>
          <w:rtl/>
        </w:rPr>
        <w:t>وثالثها</w:t>
      </w:r>
      <w:r w:rsidR="00455A43" w:rsidRPr="005A636F">
        <w:rPr>
          <w:rStyle w:val="libBold2Char"/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ألاّ يشهد أحدٌ جنازتها ممَن كانت غاضبة عليهم</w:t>
      </w:r>
      <w:r w:rsidR="00455A43">
        <w:rPr>
          <w:rtl/>
        </w:rPr>
        <w:t>،</w:t>
      </w:r>
      <w:r w:rsidRPr="00402856">
        <w:rPr>
          <w:rtl/>
        </w:rPr>
        <w:t xml:space="preserve"> وأن تُدفن ليلاً</w:t>
      </w:r>
      <w:r w:rsidR="00455A43">
        <w:rPr>
          <w:rtl/>
        </w:rPr>
        <w:t>،</w:t>
      </w:r>
      <w:r w:rsidRPr="00402856">
        <w:rPr>
          <w:rtl/>
        </w:rPr>
        <w:t xml:space="preserve"> وأن تُحنّط بفاضل حنوط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وأن يُغسّلها في قميصها ولا يكشف عنها</w:t>
      </w:r>
      <w:r w:rsidR="00352E1E">
        <w:rPr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وهكذا تنفيذاً لوصيّة الزهراء دُفنت ليلاً</w:t>
      </w:r>
      <w:r w:rsidR="00455A43">
        <w:rPr>
          <w:rtl/>
        </w:rPr>
        <w:t>،</w:t>
      </w:r>
      <w:r w:rsidRPr="00402856">
        <w:rPr>
          <w:rtl/>
        </w:rPr>
        <w:t xml:space="preserve"> وصلّى عليها الإمام عليّ</w:t>
      </w:r>
      <w:r w:rsidR="00455A43">
        <w:rPr>
          <w:rtl/>
        </w:rPr>
        <w:t>،</w:t>
      </w:r>
      <w:r w:rsidRPr="00402856">
        <w:rPr>
          <w:rtl/>
        </w:rPr>
        <w:t xml:space="preserve"> ونزل في قبرها</w:t>
      </w:r>
      <w:r w:rsidR="00455A43">
        <w:rPr>
          <w:rtl/>
        </w:rPr>
        <w:t>،</w:t>
      </w:r>
      <w:r w:rsidRPr="00402856">
        <w:rPr>
          <w:rtl/>
        </w:rPr>
        <w:t xml:space="preserve"> ولم يكن معه سوى بنو هاشم والصفوة من أصحابه</w:t>
      </w:r>
      <w:r w:rsidR="00455A43">
        <w:rPr>
          <w:rtl/>
        </w:rPr>
        <w:t>؛</w:t>
      </w:r>
      <w:r w:rsidRPr="00402856">
        <w:rPr>
          <w:rtl/>
        </w:rPr>
        <w:t xml:space="preserve"> تنفيذاً لوصيتها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روى ابن سعد</w:t>
      </w:r>
      <w:r w:rsidR="00455A43">
        <w:rPr>
          <w:rtl/>
        </w:rPr>
        <w:t>،</w:t>
      </w:r>
      <w:r w:rsidRPr="00402856">
        <w:rPr>
          <w:rtl/>
        </w:rPr>
        <w:t xml:space="preserve"> عن الإمام علي زين العابدين بن الإمام الحسين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سألت ابن عباس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متى دفنتم فاطمة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فقال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دفنّاها بليل بعد هداة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قال قلتُ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فمَن صلّى عليها</w:t>
      </w:r>
      <w:r w:rsidR="00455A43">
        <w:rPr>
          <w:rStyle w:val="libBold2Char"/>
          <w:rtl/>
        </w:rPr>
        <w:t>؟</w:t>
      </w:r>
      <w:r w:rsidRPr="00402856">
        <w:rPr>
          <w:rStyle w:val="libBold2Char"/>
          <w:rtl/>
        </w:rPr>
        <w:t xml:space="preserve"> قال</w:t>
      </w:r>
      <w:r w:rsidR="00455A43">
        <w:rPr>
          <w:rStyle w:val="libBold2Char"/>
          <w:rtl/>
        </w:rPr>
        <w:t>:</w:t>
      </w:r>
      <w:r w:rsidRPr="00402856">
        <w:rPr>
          <w:rStyle w:val="libBold2Char"/>
          <w:rtl/>
        </w:rPr>
        <w:t xml:space="preserve"> عليّ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وعن الزهري وعروة بن الزبير</w:t>
      </w:r>
      <w:r w:rsidR="00455A43">
        <w:rPr>
          <w:rtl/>
        </w:rPr>
        <w:t>:</w:t>
      </w:r>
      <w:r w:rsidRPr="00402856">
        <w:rPr>
          <w:rtl/>
        </w:rPr>
        <w:t xml:space="preserve"> أنّ عليّاً صلّى على فاطمة</w:t>
      </w:r>
      <w:r w:rsidR="00455A43">
        <w:rPr>
          <w:rtl/>
        </w:rPr>
        <w:t>،</w:t>
      </w:r>
      <w:r w:rsidRPr="00402856">
        <w:rPr>
          <w:rtl/>
        </w:rPr>
        <w:t xml:space="preserve"> ودفنها ليلاً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وروى المسهودي في وفاء الوفا</w:t>
      </w:r>
      <w:r w:rsidR="00455A43">
        <w:rPr>
          <w:rtl/>
        </w:rPr>
        <w:t>،</w:t>
      </w:r>
      <w:r w:rsidRPr="00402856">
        <w:rPr>
          <w:rtl/>
        </w:rPr>
        <w:t xml:space="preserve"> عن جعفر الصادق</w:t>
      </w:r>
      <w:r w:rsidR="00455A43">
        <w:rPr>
          <w:rtl/>
        </w:rPr>
        <w:t>،</w:t>
      </w:r>
      <w:r w:rsidRPr="00402856">
        <w:rPr>
          <w:rtl/>
        </w:rPr>
        <w:t xml:space="preserve"> عن أبيه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tl/>
        </w:rPr>
        <w:t>(</w:t>
      </w:r>
      <w:r w:rsidRPr="00402856">
        <w:rPr>
          <w:rtl/>
        </w:rPr>
        <w:t>أنّ عليّا دفن فاطمة عليها السلام ليلاً في منزلها الذي دخل في المسجد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فقبرها عند باب المسجد المواجه دار أسماء بنت حسين بن عبد الله </w:t>
      </w:r>
      <w:r w:rsidR="00352E1E">
        <w:rPr>
          <w:rtl/>
        </w:rPr>
        <w:t>(</w:t>
      </w:r>
      <w:r w:rsidRPr="00402856">
        <w:rPr>
          <w:rtl/>
        </w:rPr>
        <w:t>في وقته</w:t>
      </w:r>
      <w:r w:rsidR="00352E1E">
        <w:rPr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وهو الباب الذي كان في شامي باب النساء في المشرق</w:t>
      </w:r>
      <w:r w:rsidR="00455A43">
        <w:rPr>
          <w:rtl/>
        </w:rPr>
        <w:t>،</w:t>
      </w:r>
      <w:r w:rsidRPr="00402856">
        <w:rPr>
          <w:rtl/>
        </w:rPr>
        <w:t xml:space="preserve"> وهُناك رواية أخرى أنّ الزهراء دُفنت في البقيع وسوّى عليّ حول قبرها قبوراً مزوّرة حتى لا يَعرف أحدٌ موضعه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ولست أدري لماذا</w:t>
      </w:r>
      <w:r w:rsidR="00455A43">
        <w:rPr>
          <w:rtl/>
        </w:rPr>
        <w:t>؟</w:t>
      </w:r>
      <w:r w:rsidRPr="00402856">
        <w:rPr>
          <w:rtl/>
        </w:rPr>
        <w:t>!! ومِن ثَمّ فهو رأي غير مقبول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ويستدلّون على ذلك بأنّ الإمام الحسن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ادفنوني في المقبرة إلى جنب أُمي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على أنّ هناك رواية تؤكّد أنّ الزهراء دُفنت في بيتها الذي أدخله عمر بن عبد العزيز في المسجد</w:t>
      </w:r>
      <w:r w:rsidR="00455A43">
        <w:rPr>
          <w:rtl/>
        </w:rPr>
        <w:t>،</w:t>
      </w:r>
      <w:r w:rsidRPr="00402856">
        <w:rPr>
          <w:rtl/>
        </w:rPr>
        <w:t xml:space="preserve"> وأنّ عبد العزيز بن مروان كان يقول</w:t>
      </w:r>
      <w:r w:rsidR="00455A43">
        <w:rPr>
          <w:rtl/>
        </w:rPr>
        <w:t>:</w:t>
      </w:r>
      <w:r w:rsidRPr="00402856">
        <w:rPr>
          <w:rtl/>
        </w:rPr>
        <w:t xml:space="preserve"> إنّها دُفنت في بيتها</w:t>
      </w:r>
      <w:r w:rsidR="00455A43">
        <w:rPr>
          <w:rtl/>
        </w:rPr>
        <w:t>،</w:t>
      </w:r>
      <w:r w:rsidRPr="00402856">
        <w:rPr>
          <w:rtl/>
        </w:rPr>
        <w:t xml:space="preserve"> وصُنع بها ما صُنع برسول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وأنّها دُفنت في موضع </w:t>
      </w:r>
    </w:p>
    <w:p w:rsidR="00402856" w:rsidRPr="005A636F" w:rsidRDefault="00402856" w:rsidP="00402856">
      <w:pPr>
        <w:pStyle w:val="libNormal"/>
      </w:pPr>
      <w:r w:rsidRPr="005A636F">
        <w:rPr>
          <w:rtl/>
        </w:rPr>
        <w:br w:type="page"/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lastRenderedPageBreak/>
        <w:t>فراشها</w:t>
      </w:r>
      <w:r w:rsidR="00455A43">
        <w:rPr>
          <w:rtl/>
        </w:rPr>
        <w:t>،</w:t>
      </w:r>
      <w:r w:rsidRPr="00402856">
        <w:rPr>
          <w:rtl/>
        </w:rPr>
        <w:t xml:space="preserve"> ويحتجّ بأنّها دُفنت ليلاً</w:t>
      </w:r>
      <w:r w:rsidR="00455A43">
        <w:rPr>
          <w:rtl/>
        </w:rPr>
        <w:t>،</w:t>
      </w:r>
      <w:r w:rsidRPr="00402856">
        <w:rPr>
          <w:rtl/>
        </w:rPr>
        <w:t xml:space="preserve"> ولم يعرف بها كثير من الناس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Default="00402856" w:rsidP="00402856">
      <w:pPr>
        <w:pStyle w:val="libNormal"/>
        <w:rPr>
          <w:rtl/>
        </w:rPr>
      </w:pPr>
      <w:r w:rsidRPr="00402856">
        <w:rPr>
          <w:rtl/>
        </w:rPr>
        <w:t>وهذا ما أحسن أنا شخصيّاً به زياراتي التي أتشرّف بالمثول فيها أمام سيّدي ومولاي وجدّي رسول الله صلّى الله عليه وسلّم</w:t>
      </w:r>
      <w:r w:rsidR="00455A43">
        <w:rPr>
          <w:rtl/>
        </w:rPr>
        <w:t>،</w:t>
      </w:r>
      <w:r w:rsidRPr="00402856">
        <w:rPr>
          <w:rtl/>
        </w:rPr>
        <w:t xml:space="preserve"> وتكاد رجلاي تقف هناك عند المكان الذي قيل لي أنّه بيت الزهراء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حزن الإمام عليّ أشدّ الحزن وأقساه على زوجه الزهراء البتول</w:t>
      </w:r>
      <w:r w:rsidR="00455A43">
        <w:rPr>
          <w:rtl/>
        </w:rPr>
        <w:t>،</w:t>
      </w:r>
      <w:r w:rsidRPr="00402856">
        <w:rPr>
          <w:rtl/>
        </w:rPr>
        <w:t xml:space="preserve"> وتذكَّر قول الرسول صلّى الله عليه وسلّم له</w:t>
      </w:r>
      <w:r w:rsidR="00455A43">
        <w:rPr>
          <w:rtl/>
        </w:rPr>
        <w:t>،</w:t>
      </w:r>
      <w:r w:rsidRPr="00402856">
        <w:rPr>
          <w:rtl/>
        </w:rPr>
        <w:t xml:space="preserve"> فيما روى الإمام أحمد</w:t>
      </w:r>
      <w:r w:rsidR="00455A43">
        <w:rPr>
          <w:rtl/>
        </w:rPr>
        <w:t>،</w:t>
      </w:r>
      <w:r w:rsidRPr="00402856">
        <w:rPr>
          <w:rtl/>
        </w:rPr>
        <w:t xml:space="preserve"> عن جابر بن عبد الله الأنصاري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،</w:t>
      </w:r>
      <w:r w:rsidRPr="00402856">
        <w:rPr>
          <w:rtl/>
        </w:rPr>
        <w:t xml:space="preserve"> قال رسول الله صلّى الله عليه وسلّم لعلي بن أبي طالب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سلامٌ عليك أبا الريحانتين من الدنيا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فعن قليل يذهب رُكناك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والله خليفتي عليك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tl/>
        </w:rPr>
        <w:t xml:space="preserve"> فلمّا قُبض النبي صلّى الله عليه وسلّم قال علي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هذا أحد الركنين الذي قال 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</w:t>
      </w:r>
      <w:r w:rsidRPr="00402856">
        <w:rPr>
          <w:rtl/>
        </w:rPr>
        <w:t>فلمّا ماتت فاطمة</w:t>
      </w:r>
      <w:r w:rsidR="00455A43">
        <w:rPr>
          <w:rtl/>
        </w:rPr>
        <w:t>،</w:t>
      </w:r>
      <w:r w:rsidRPr="00402856">
        <w:rPr>
          <w:rtl/>
        </w:rPr>
        <w:t xml:space="preserve"> 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هو الركن الآخر الذي قال رسول الله صلّى الله عليه وسلّم</w:t>
      </w:r>
      <w:r w:rsidR="00352E1E">
        <w:rPr>
          <w:rStyle w:val="libBold2Char"/>
          <w:rtl/>
        </w:rPr>
        <w:t>)</w:t>
      </w:r>
      <w:r w:rsidR="00455A43">
        <w:rPr>
          <w:rtl/>
        </w:rPr>
        <w:t>،</w:t>
      </w:r>
      <w:r w:rsidRPr="00402856">
        <w:rPr>
          <w:rtl/>
        </w:rPr>
        <w:t xml:space="preserve"> ومضى إلى قبر النبي صلّى الله عليه وسلّم فقال</w:t>
      </w:r>
      <w:r w:rsidR="00455A43">
        <w:rPr>
          <w:rtl/>
        </w:rPr>
        <w:t>:</w:t>
      </w:r>
      <w:r w:rsidRPr="00402856">
        <w:rPr>
          <w:rtl/>
        </w:rPr>
        <w:t xml:space="preserve"> </w:t>
      </w:r>
      <w:r w:rsidR="00352E1E">
        <w:rPr>
          <w:rStyle w:val="libBold2Char"/>
          <w:rtl/>
        </w:rPr>
        <w:t>(</w:t>
      </w:r>
      <w:r w:rsidRPr="00402856">
        <w:rPr>
          <w:rStyle w:val="libBold2Char"/>
          <w:rtl/>
        </w:rPr>
        <w:t>السلام عليك يا رسول الله عنّي وعن ابنتك وزائرتك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والمُختار لها سرعة اللحاق بك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قَلّ يا رسول الله عن صفيّتك صبري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وقلّ عنها تجلّدي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إلاّ أنّ لي التأسي بسنّتك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وفي فُرقتك موضع تعزٍّ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وإنّا لله وإنّا إليه راجعون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قد استُرجعت الوديعة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وأُخذت الرهينة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فما أقبح الخضراء والغبراء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أمّا حُزني فسرمد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وأمّا ليلي فمُسهّد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ولا يبرح ذلك من قلبي حتى يختار الله لي دارك أنت بها مقيم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كمَد مبرح وهمّ مهيج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سرعان ما فرّق بيننا يا رسول الله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فبعين الله تدفن ابنتك سِرّاً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ويهتضم حقّها قَهراً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ويُمنع إرثها جهراً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يطل منك العهد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ولم يخلَق منك الذِكر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فإلى الله المُشتكى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وفيك أجمل العزاء</w:t>
      </w:r>
      <w:r w:rsidR="00455A43">
        <w:rPr>
          <w:rStyle w:val="libBold2Char"/>
          <w:rtl/>
        </w:rPr>
        <w:t>،</w:t>
      </w:r>
      <w:r w:rsidRPr="00402856">
        <w:rPr>
          <w:rStyle w:val="libBold2Char"/>
          <w:rtl/>
        </w:rPr>
        <w:t xml:space="preserve"> وصلوات الله عليك وعليها ورحمة الله وبركاته</w:t>
      </w:r>
      <w:r w:rsidR="00352E1E">
        <w:rPr>
          <w:rStyle w:val="libBold2Char"/>
          <w:rtl/>
        </w:rPr>
        <w:t>)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402856" w:rsidRPr="00C53387" w:rsidRDefault="00402856" w:rsidP="00402856">
      <w:pPr>
        <w:pStyle w:val="libNormal"/>
        <w:rPr>
          <w:rtl/>
        </w:rPr>
      </w:pPr>
      <w:r w:rsidRPr="00402856">
        <w:rPr>
          <w:rtl/>
        </w:rPr>
        <w:t>هذا وقد روي أنّ الإمام كان يزور قبر الزهراء كلّ يوم</w:t>
      </w:r>
      <w:r w:rsidR="00455A43">
        <w:rPr>
          <w:rtl/>
        </w:rPr>
        <w:t>.</w:t>
      </w:r>
      <w:r w:rsidRPr="00402856">
        <w:rPr>
          <w:rtl/>
        </w:rPr>
        <w:t xml:space="preserve"> </w:t>
      </w:r>
    </w:p>
    <w:p w:rsidR="000169C0" w:rsidRDefault="00402856" w:rsidP="00402856">
      <w:pPr>
        <w:pStyle w:val="libNormal"/>
        <w:rPr>
          <w:rtl/>
        </w:rPr>
      </w:pPr>
      <w:r w:rsidRPr="00402856">
        <w:rPr>
          <w:rtl/>
        </w:rPr>
        <w:t>وآخِر دعوانا أن الحمد لله ربّ العالمين</w:t>
      </w:r>
      <w:r w:rsidR="00455A43">
        <w:rPr>
          <w:rtl/>
        </w:rPr>
        <w:t>،</w:t>
      </w:r>
      <w:r w:rsidRPr="00402856">
        <w:rPr>
          <w:rtl/>
        </w:rPr>
        <w:t xml:space="preserve"> والصلاة والسلام على المبعوث رحمة للعالمين سيّدنا ومولانا وجدّنا محمّد رسول الله</w:t>
      </w:r>
      <w:r w:rsidR="00455A43">
        <w:rPr>
          <w:rtl/>
        </w:rPr>
        <w:t>،</w:t>
      </w:r>
      <w:r w:rsidRPr="00402856">
        <w:rPr>
          <w:rtl/>
        </w:rPr>
        <w:t xml:space="preserve"> وعلى آله الطيبين الطاهرين</w:t>
      </w:r>
      <w:r w:rsidR="00455A43">
        <w:rPr>
          <w:rtl/>
        </w:rPr>
        <w:t>.</w:t>
      </w:r>
    </w:p>
    <w:p w:rsidR="000169C0" w:rsidRDefault="000169C0" w:rsidP="000169C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3004649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0169C0" w:rsidRDefault="00630AC7" w:rsidP="00630AC7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630AC7" w:rsidRDefault="000169C0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3931520" w:history="1">
            <w:r w:rsidR="00630AC7" w:rsidRPr="002B75C6">
              <w:rPr>
                <w:rStyle w:val="Hyperlink"/>
                <w:rFonts w:hint="eastAsia"/>
                <w:noProof/>
                <w:rtl/>
              </w:rPr>
              <w:t>إهداء</w:t>
            </w:r>
            <w:r w:rsidR="00630AC7">
              <w:rPr>
                <w:noProof/>
                <w:webHidden/>
                <w:rtl/>
              </w:rPr>
              <w:tab/>
            </w:r>
            <w:r w:rsidR="00630AC7">
              <w:rPr>
                <w:noProof/>
                <w:webHidden/>
                <w:rtl/>
              </w:rPr>
              <w:fldChar w:fldCharType="begin"/>
            </w:r>
            <w:r w:rsidR="00630AC7">
              <w:rPr>
                <w:noProof/>
                <w:webHidden/>
                <w:rtl/>
              </w:rPr>
              <w:instrText xml:space="preserve"> </w:instrText>
            </w:r>
            <w:r w:rsidR="00630AC7">
              <w:rPr>
                <w:noProof/>
                <w:webHidden/>
              </w:rPr>
              <w:instrText>PAGEREF</w:instrText>
            </w:r>
            <w:r w:rsidR="00630AC7">
              <w:rPr>
                <w:noProof/>
                <w:webHidden/>
                <w:rtl/>
              </w:rPr>
              <w:instrText xml:space="preserve"> _</w:instrText>
            </w:r>
            <w:r w:rsidR="00630AC7">
              <w:rPr>
                <w:noProof/>
                <w:webHidden/>
              </w:rPr>
              <w:instrText>Toc413931520 \h</w:instrText>
            </w:r>
            <w:r w:rsidR="00630AC7">
              <w:rPr>
                <w:noProof/>
                <w:webHidden/>
                <w:rtl/>
              </w:rPr>
              <w:instrText xml:space="preserve"> </w:instrText>
            </w:r>
            <w:r w:rsidR="00630AC7">
              <w:rPr>
                <w:noProof/>
                <w:webHidden/>
                <w:rtl/>
              </w:rPr>
            </w:r>
            <w:r w:rsidR="00630AC7">
              <w:rPr>
                <w:noProof/>
                <w:webHidden/>
                <w:rtl/>
              </w:rPr>
              <w:fldChar w:fldCharType="separate"/>
            </w:r>
            <w:r w:rsidR="00630AC7">
              <w:rPr>
                <w:noProof/>
                <w:webHidden/>
                <w:rtl/>
              </w:rPr>
              <w:t>7</w:t>
            </w:r>
            <w:r w:rsidR="00630AC7"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1" w:history="1">
            <w:r w:rsidRPr="002B75C6">
              <w:rPr>
                <w:rStyle w:val="Hyperlink"/>
                <w:rFonts w:hint="eastAsia"/>
                <w:noProof/>
                <w:rtl/>
              </w:rPr>
              <w:t>تقديم</w:t>
            </w:r>
            <w:r w:rsidRPr="002B75C6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2" w:history="1">
            <w:r w:rsidRPr="002B75C6">
              <w:rPr>
                <w:rStyle w:val="Hyperlink"/>
                <w:rFonts w:hint="eastAsia"/>
                <w:noProof/>
                <w:rtl/>
              </w:rPr>
              <w:t>القسم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أهل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البيت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3" w:history="1">
            <w:r w:rsidRPr="002B75C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أهل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البيت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4" w:history="1">
            <w:r w:rsidRPr="002B75C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فضائل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أهل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البيت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5" w:history="1">
            <w:r w:rsidRPr="002B75C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مِن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خصائص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أهل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البيت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 w:rsidP="00630AC7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6" w:history="1">
            <w:r w:rsidRPr="002B75C6">
              <w:rPr>
                <w:rStyle w:val="Hyperlink"/>
                <w:rFonts w:hint="eastAsia"/>
                <w:noProof/>
                <w:rtl/>
              </w:rPr>
              <w:t>القسم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3931527" w:history="1">
            <w:r w:rsidRPr="002B75C6">
              <w:rPr>
                <w:rStyle w:val="Hyperlink"/>
                <w:rFonts w:hint="eastAsia"/>
                <w:noProof/>
                <w:rtl/>
              </w:rPr>
              <w:t>السيّدة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فاطمة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الزهراء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8" w:history="1">
            <w:r w:rsidRPr="002B75C6">
              <w:rPr>
                <w:rStyle w:val="Hyperlink"/>
                <w:rFonts w:hint="eastAsia"/>
                <w:noProof/>
                <w:rtl/>
              </w:rPr>
              <w:t>الفصلُ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في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رِحاب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النبي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صلّى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الله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عليه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وسلّم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29" w:history="1">
            <w:r w:rsidRPr="002B75C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مع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علي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30" w:history="1">
            <w:r w:rsidRPr="002B75C6">
              <w:rPr>
                <w:rStyle w:val="Hyperlink"/>
                <w:rFonts w:hint="eastAsia"/>
                <w:noProof/>
                <w:rtl/>
              </w:rPr>
              <w:t>الفصل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موقف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الزهراء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من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الخلافة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وميراث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الرسول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صلّى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الله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عليه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وسلّم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AC7" w:rsidRDefault="00630AC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931531" w:history="1">
            <w:r w:rsidRPr="002B75C6">
              <w:rPr>
                <w:rStyle w:val="Hyperlink"/>
                <w:rFonts w:hint="eastAsia"/>
                <w:noProof/>
                <w:rtl/>
              </w:rPr>
              <w:t>الفصلُ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الرابع</w:t>
            </w:r>
            <w:r w:rsidRPr="002B75C6">
              <w:rPr>
                <w:rStyle w:val="Hyperlink"/>
                <w:noProof/>
                <w:rtl/>
              </w:rPr>
              <w:t xml:space="preserve">: </w:t>
            </w:r>
            <w:r w:rsidRPr="002B75C6">
              <w:rPr>
                <w:rStyle w:val="Hyperlink"/>
                <w:rFonts w:hint="eastAsia"/>
                <w:noProof/>
                <w:rtl/>
              </w:rPr>
              <w:t>فضائل</w:t>
            </w:r>
            <w:r w:rsidRPr="002B75C6">
              <w:rPr>
                <w:rStyle w:val="Hyperlink"/>
                <w:noProof/>
                <w:rtl/>
              </w:rPr>
              <w:t xml:space="preserve"> </w:t>
            </w:r>
            <w:r w:rsidRPr="002B75C6">
              <w:rPr>
                <w:rStyle w:val="Hyperlink"/>
                <w:rFonts w:hint="eastAsia"/>
                <w:noProof/>
                <w:rtl/>
              </w:rPr>
              <w:t>الزهراء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Toc413931531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169C0" w:rsidRDefault="000169C0" w:rsidP="000169C0">
          <w:pPr>
            <w:pStyle w:val="libNormal"/>
          </w:pPr>
          <w:r>
            <w:fldChar w:fldCharType="end"/>
          </w:r>
        </w:p>
      </w:sdtContent>
    </w:sdt>
    <w:sectPr w:rsidR="000169C0" w:rsidSect="007148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9C0" w:rsidRDefault="000169C0">
      <w:r>
        <w:separator/>
      </w:r>
    </w:p>
  </w:endnote>
  <w:endnote w:type="continuationSeparator" w:id="0">
    <w:p w:rsidR="000169C0" w:rsidRDefault="00016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9C0" w:rsidRPr="005A636F" w:rsidRDefault="000169C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30AC7">
      <w:rPr>
        <w:rFonts w:ascii="Traditional Arabic" w:hAnsi="Traditional Arabic"/>
        <w:noProof/>
        <w:sz w:val="28"/>
        <w:szCs w:val="28"/>
        <w:rtl/>
      </w:rPr>
      <w:t>178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9C0" w:rsidRPr="005A636F" w:rsidRDefault="000169C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30AC7">
      <w:rPr>
        <w:rFonts w:ascii="Traditional Arabic" w:hAnsi="Traditional Arabic"/>
        <w:noProof/>
        <w:sz w:val="28"/>
        <w:szCs w:val="28"/>
        <w:rtl/>
      </w:rPr>
      <w:t>177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9C0" w:rsidRPr="005A636F" w:rsidRDefault="000169C0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630AC7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9C0" w:rsidRDefault="000169C0">
      <w:r>
        <w:separator/>
      </w:r>
    </w:p>
  </w:footnote>
  <w:footnote w:type="continuationSeparator" w:id="0">
    <w:p w:rsidR="000169C0" w:rsidRDefault="00016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9C0" w:rsidRPr="005A636F" w:rsidRDefault="000169C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9C0" w:rsidRPr="005A636F" w:rsidRDefault="000169C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9C0" w:rsidRPr="005A636F" w:rsidRDefault="000169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5005B1"/>
    <w:rsid w:val="00005A19"/>
    <w:rsid w:val="000169C0"/>
    <w:rsid w:val="00024DBC"/>
    <w:rsid w:val="000267FE"/>
    <w:rsid w:val="00034DB7"/>
    <w:rsid w:val="00040798"/>
    <w:rsid w:val="00042F45"/>
    <w:rsid w:val="00043023"/>
    <w:rsid w:val="0004377E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3584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12A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270B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47D6A"/>
    <w:rsid w:val="00352E1E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856"/>
    <w:rsid w:val="00402C65"/>
    <w:rsid w:val="00404EB7"/>
    <w:rsid w:val="00407D56"/>
    <w:rsid w:val="004142DF"/>
    <w:rsid w:val="004146B4"/>
    <w:rsid w:val="00416E2B"/>
    <w:rsid w:val="00416F3A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43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05B1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36F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0AC7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124A"/>
    <w:rsid w:val="00AF217C"/>
    <w:rsid w:val="00AF33DF"/>
    <w:rsid w:val="00B01257"/>
    <w:rsid w:val="00B01C80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856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pPr>
      <w:spacing w:after="0" w:line="240" w:lineRule="auto"/>
      <w:ind w:firstLine="289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spacing w:after="0" w:line="240" w:lineRule="auto"/>
      <w:ind w:left="72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spacing w:after="0" w:line="240" w:lineRule="auto"/>
      <w:ind w:left="960" w:firstLine="289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 w:firstLine="289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 w:firstLine="289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 w:firstLine="289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 w:firstLine="289"/>
    </w:pPr>
    <w:rPr>
      <w:rFonts w:eastAsiaTheme="minorEastAsia"/>
    </w:r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character" w:customStyle="1" w:styleId="HeaderChar">
    <w:name w:val="Header Char"/>
    <w:basedOn w:val="DefaultParagraphFont"/>
    <w:link w:val="Header"/>
    <w:uiPriority w:val="99"/>
    <w:rsid w:val="00402856"/>
    <w:rPr>
      <w:rFonts w:ascii="Calibri" w:eastAsia="Calibri" w:hAnsi="Calibri" w:cs="Arial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028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856"/>
    <w:rPr>
      <w:rFonts w:ascii="Calibri" w:eastAsia="Calibri" w:hAnsi="Calibri" w:cs="Arial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02856"/>
    <w:pPr>
      <w:tabs>
        <w:tab w:val="center" w:pos="4680"/>
        <w:tab w:val="right" w:pos="9360"/>
      </w:tabs>
    </w:pPr>
  </w:style>
  <w:style w:type="paragraph" w:styleId="NoSpacing">
    <w:name w:val="No Spacing"/>
    <w:link w:val="NoSpacingChar"/>
    <w:uiPriority w:val="1"/>
    <w:qFormat/>
    <w:rsid w:val="00402856"/>
    <w:pPr>
      <w:ind w:firstLine="0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402856"/>
    <w:rPr>
      <w:rFonts w:ascii="Calibri" w:hAnsi="Calibri" w:cs="Arial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7F841-809F-4BEC-B4C2-3E9D9CFE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45</TotalTime>
  <Pages>178</Pages>
  <Words>45512</Words>
  <Characters>259419</Characters>
  <Application>Microsoft Office Word</Application>
  <DocSecurity>0</DocSecurity>
  <Lines>2161</Lines>
  <Paragraphs>608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304323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11</cp:revision>
  <cp:lastPrinted>2014-01-25T18:18:00Z</cp:lastPrinted>
  <dcterms:created xsi:type="dcterms:W3CDTF">2015-03-12T08:42:00Z</dcterms:created>
  <dcterms:modified xsi:type="dcterms:W3CDTF">2015-03-12T10:20:00Z</dcterms:modified>
</cp:coreProperties>
</file>