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2CB" w:rsidRPr="0008720B" w:rsidRDefault="002152CB" w:rsidP="008E03EB">
      <w:pPr>
        <w:pStyle w:val="libCenterBold1"/>
        <w:spacing w:before="0" w:after="0"/>
        <w:rPr>
          <w:rtl/>
        </w:rPr>
      </w:pPr>
      <w:bookmarkStart w:id="0" w:name="01"/>
      <w:r w:rsidRPr="0008720B">
        <w:rPr>
          <w:rtl/>
        </w:rPr>
        <w:t>إزاحة الوسوسة</w:t>
      </w:r>
      <w:bookmarkEnd w:id="0"/>
    </w:p>
    <w:p w:rsidR="002152CB" w:rsidRPr="0008720B" w:rsidRDefault="002152CB" w:rsidP="008E03EB">
      <w:pPr>
        <w:pStyle w:val="libCenterBold1"/>
        <w:spacing w:before="0" w:after="0"/>
        <w:rPr>
          <w:rtl/>
        </w:rPr>
      </w:pPr>
      <w:r w:rsidRPr="0008720B">
        <w:rPr>
          <w:rtl/>
        </w:rPr>
        <w:t>عن تقبيل الأعتاب المقدّسة</w:t>
      </w:r>
    </w:p>
    <w:p w:rsidR="002152CB" w:rsidRPr="00B41458" w:rsidRDefault="002152CB" w:rsidP="008E03EB">
      <w:pPr>
        <w:pStyle w:val="libCenterBold1"/>
        <w:spacing w:before="0" w:after="0"/>
        <w:rPr>
          <w:rtl/>
        </w:rPr>
      </w:pPr>
      <w:r w:rsidRPr="00B41458">
        <w:rPr>
          <w:rtl/>
        </w:rPr>
        <w:t>تأليف</w:t>
      </w:r>
    </w:p>
    <w:p w:rsidR="002152CB" w:rsidRPr="00B41458" w:rsidRDefault="002152CB" w:rsidP="00811D4D">
      <w:pPr>
        <w:pStyle w:val="libCenterBold1"/>
        <w:spacing w:before="0" w:after="0"/>
        <w:rPr>
          <w:rtl/>
        </w:rPr>
      </w:pPr>
      <w:r w:rsidRPr="00B41458">
        <w:rPr>
          <w:rtl/>
        </w:rPr>
        <w:t xml:space="preserve">الشيخ عبد الله المامقاني </w:t>
      </w:r>
      <w:r w:rsidR="00811D4D" w:rsidRPr="00811D4D">
        <w:rPr>
          <w:rStyle w:val="libAlaemChar"/>
          <w:rtl/>
        </w:rPr>
        <w:t>رحمه‌الله</w:t>
      </w:r>
      <w:r w:rsidRPr="00B41458">
        <w:rPr>
          <w:rFonts w:hint="cs"/>
          <w:rtl/>
        </w:rPr>
        <w:t xml:space="preserve"> </w:t>
      </w:r>
      <w:r w:rsidRPr="00B41458">
        <w:rPr>
          <w:rtl/>
        </w:rPr>
        <w:t>1290-1351</w:t>
      </w:r>
    </w:p>
    <w:p w:rsidR="002152CB" w:rsidRPr="00B41458" w:rsidRDefault="002152CB" w:rsidP="008E03EB">
      <w:pPr>
        <w:pStyle w:val="libCenterBold1"/>
        <w:spacing w:before="0" w:after="0"/>
        <w:rPr>
          <w:rtl/>
        </w:rPr>
      </w:pPr>
      <w:r w:rsidRPr="00B41458">
        <w:rPr>
          <w:rtl/>
        </w:rPr>
        <w:t>تحقيق: نزار الحسن</w:t>
      </w:r>
    </w:p>
    <w:p w:rsidR="002152CB" w:rsidRDefault="002152CB" w:rsidP="0019417F">
      <w:pPr>
        <w:pStyle w:val="libNormal"/>
        <w:rPr>
          <w:rtl/>
        </w:rPr>
      </w:pPr>
      <w:r>
        <w:rPr>
          <w:rtl/>
        </w:rPr>
        <w:br w:type="page"/>
      </w:r>
    </w:p>
    <w:p w:rsidR="002152CB" w:rsidRPr="00B132A8" w:rsidRDefault="002152CB" w:rsidP="009C2E13">
      <w:pPr>
        <w:pStyle w:val="Heading2Center"/>
        <w:spacing w:before="0"/>
        <w:rPr>
          <w:rtl/>
        </w:rPr>
      </w:pPr>
      <w:bookmarkStart w:id="1" w:name="02"/>
      <w:bookmarkStart w:id="2" w:name="_Toc378509600"/>
      <w:r w:rsidRPr="00B132A8">
        <w:rPr>
          <w:rtl/>
        </w:rPr>
        <w:lastRenderedPageBreak/>
        <w:t>الإهداء:</w:t>
      </w:r>
      <w:bookmarkEnd w:id="1"/>
      <w:bookmarkEnd w:id="2"/>
    </w:p>
    <w:p w:rsidR="002152CB" w:rsidRPr="00E0070D" w:rsidRDefault="002152CB" w:rsidP="0019417F">
      <w:pPr>
        <w:pStyle w:val="libNormal"/>
        <w:rPr>
          <w:rtl/>
        </w:rPr>
      </w:pPr>
      <w:r w:rsidRPr="00E0070D">
        <w:rPr>
          <w:rtl/>
        </w:rPr>
        <w:t>هل غيرُ سادتي مَنْ يستحقُّ الإهداء ؟</w:t>
      </w:r>
    </w:p>
    <w:p w:rsidR="002152CB" w:rsidRPr="00E0070D" w:rsidRDefault="002152CB" w:rsidP="0019417F">
      <w:pPr>
        <w:pStyle w:val="libNormal"/>
        <w:rPr>
          <w:rtl/>
        </w:rPr>
      </w:pPr>
      <w:r w:rsidRPr="00E0070D">
        <w:rPr>
          <w:rtl/>
        </w:rPr>
        <w:t>هل غيرُهم يَستحقُّ التقبيل ؟</w:t>
      </w:r>
    </w:p>
    <w:p w:rsidR="002152CB" w:rsidRPr="00E0070D" w:rsidRDefault="002152CB" w:rsidP="0019417F">
      <w:pPr>
        <w:pStyle w:val="libNormal"/>
        <w:rPr>
          <w:rtl/>
        </w:rPr>
      </w:pPr>
      <w:r w:rsidRPr="00E0070D">
        <w:rPr>
          <w:rtl/>
        </w:rPr>
        <w:t>هل غيرُهم يليقُ به المدحُ والإطراء ؟</w:t>
      </w:r>
    </w:p>
    <w:p w:rsidR="002152CB" w:rsidRPr="00E0070D" w:rsidRDefault="002152CB" w:rsidP="0019417F">
      <w:pPr>
        <w:pStyle w:val="libNormal"/>
        <w:rPr>
          <w:rtl/>
        </w:rPr>
      </w:pPr>
      <w:r w:rsidRPr="00E0070D">
        <w:rPr>
          <w:rtl/>
        </w:rPr>
        <w:t>فإلى محمّدٍ وآله النُجَبَاء</w:t>
      </w:r>
    </w:p>
    <w:p w:rsidR="002152CB" w:rsidRPr="00E0070D" w:rsidRDefault="002152CB" w:rsidP="0019417F">
      <w:pPr>
        <w:pStyle w:val="libNormal"/>
        <w:rPr>
          <w:rtl/>
        </w:rPr>
      </w:pPr>
      <w:r w:rsidRPr="00E0070D">
        <w:rPr>
          <w:rtl/>
        </w:rPr>
        <w:t>أرفعُ عملي البيسطَ المتواضعَ إلى حضراتهم</w:t>
      </w:r>
    </w:p>
    <w:p w:rsidR="002152CB" w:rsidRPr="00E0070D" w:rsidRDefault="002152CB" w:rsidP="0019417F">
      <w:pPr>
        <w:pStyle w:val="libNormal"/>
        <w:rPr>
          <w:rtl/>
        </w:rPr>
      </w:pPr>
      <w:r w:rsidRPr="00E0070D">
        <w:rPr>
          <w:rtl/>
        </w:rPr>
        <w:t>وأرواحهم المقدّسة .</w:t>
      </w:r>
    </w:p>
    <w:p w:rsidR="002152CB" w:rsidRPr="00B132A8" w:rsidRDefault="002152CB" w:rsidP="008E03EB">
      <w:pPr>
        <w:pStyle w:val="libBold1"/>
        <w:rPr>
          <w:rtl/>
        </w:rPr>
      </w:pPr>
      <w:r w:rsidRPr="00B132A8">
        <w:rPr>
          <w:rtl/>
        </w:rPr>
        <w:t xml:space="preserve">نزار </w:t>
      </w:r>
    </w:p>
    <w:p w:rsidR="002152CB" w:rsidRDefault="002152CB" w:rsidP="0019417F">
      <w:pPr>
        <w:pStyle w:val="libNormal"/>
        <w:rPr>
          <w:rtl/>
        </w:rPr>
      </w:pPr>
      <w:r>
        <w:rPr>
          <w:rtl/>
        </w:rPr>
        <w:br w:type="page"/>
      </w:r>
    </w:p>
    <w:p w:rsidR="002152CB" w:rsidRPr="00B132A8" w:rsidRDefault="002152CB" w:rsidP="009C2E13">
      <w:pPr>
        <w:pStyle w:val="Heading2Center"/>
        <w:spacing w:before="0"/>
        <w:rPr>
          <w:rtl/>
        </w:rPr>
      </w:pPr>
      <w:bookmarkStart w:id="3" w:name="03"/>
      <w:bookmarkStart w:id="4" w:name="_Toc378509601"/>
      <w:r w:rsidRPr="00B132A8">
        <w:rPr>
          <w:rtl/>
        </w:rPr>
        <w:lastRenderedPageBreak/>
        <w:t>1- مقدّمة التحقيق:</w:t>
      </w:r>
      <w:bookmarkEnd w:id="3"/>
      <w:bookmarkEnd w:id="4"/>
    </w:p>
    <w:p w:rsidR="002152CB" w:rsidRPr="00E0070D" w:rsidRDefault="002152CB" w:rsidP="0019417F">
      <w:pPr>
        <w:pStyle w:val="libNormal"/>
        <w:rPr>
          <w:rtl/>
        </w:rPr>
      </w:pPr>
      <w:r w:rsidRPr="00E0070D">
        <w:rPr>
          <w:rtl/>
        </w:rPr>
        <w:t>الحمدُ لله ربِّ العالمين والصلاة والسلام على محمّدٍ وآله الطاهرين.</w:t>
      </w:r>
    </w:p>
    <w:p w:rsidR="002152CB" w:rsidRPr="00E0070D" w:rsidRDefault="002152CB" w:rsidP="0019417F">
      <w:pPr>
        <w:pStyle w:val="libNormal"/>
        <w:rPr>
          <w:rtl/>
        </w:rPr>
      </w:pPr>
      <w:r w:rsidRPr="00E0070D">
        <w:rPr>
          <w:rtl/>
        </w:rPr>
        <w:t>اليوم عصر الوَسْوَسةِ والتشكيك في كلِّ شيءٍ حتّى في المقدّسات والعقيدة، بحُججٍ واهيةٍ ضعيفة، يُشوّشُوا بها على العوام وأصحاب النفوس الركيكة؛ ليُزَلزلوا الناسَ عن الحقّ والحقيقية، ولكنْ هيهات هيهات أنْ تُغطّى الشمسَ بغربال، بل تبزغُ كلَّ يومٍ على الأجيال.</w:t>
      </w:r>
    </w:p>
    <w:p w:rsidR="002152CB" w:rsidRPr="00E0070D" w:rsidRDefault="002152CB" w:rsidP="0019417F">
      <w:pPr>
        <w:pStyle w:val="libNormal"/>
        <w:rPr>
          <w:rtl/>
        </w:rPr>
      </w:pPr>
      <w:r w:rsidRPr="00E0070D">
        <w:rPr>
          <w:rtl/>
        </w:rPr>
        <w:t>رغم أنّ المشكّكين حاولوا أنْ يُزوّقوا ويُدلّسوا تشكيكاتهم ووَسَاوِسهم بحِيَلٍ شتّى، وذرائعَ مختلفة، ولكنّهم عَجَزوا كلَّ العجز وانقلبَ السحرُ على الساحر.</w:t>
      </w:r>
    </w:p>
    <w:p w:rsidR="002152CB" w:rsidRPr="005E6D00" w:rsidRDefault="002152CB" w:rsidP="00811D4D">
      <w:pPr>
        <w:pStyle w:val="libNormal"/>
        <w:rPr>
          <w:rtl/>
        </w:rPr>
      </w:pPr>
      <w:r w:rsidRPr="00DA10CC">
        <w:rPr>
          <w:rStyle w:val="libBold1Char"/>
          <w:rtl/>
        </w:rPr>
        <w:t>النَّواصِبُ</w:t>
      </w:r>
      <w:r w:rsidRPr="005E6D00">
        <w:rPr>
          <w:rtl/>
        </w:rPr>
        <w:t xml:space="preserve"> والمُبغضون يحاولونَ في كلِّ وقت أنْ يَزرعوا شبهةً، ويَغرسوا وَسوسَةً كي يحصدوا نَصباً وبُغضاً، وعِداءً لآلِ الرسول </w:t>
      </w:r>
      <w:r w:rsidR="00811D4D" w:rsidRPr="00811D4D">
        <w:rPr>
          <w:rStyle w:val="libAlaemChar"/>
          <w:rFonts w:eastAsiaTheme="minorHAnsi"/>
          <w:rtl/>
        </w:rPr>
        <w:t>صلى‌الله‌عليه‌وآله‌وسلم</w:t>
      </w:r>
      <w:r w:rsidRPr="005E6D00">
        <w:rPr>
          <w:rtl/>
        </w:rPr>
        <w:t xml:space="preserve"> مُنذ القرونالأُولى وحتّى يومنا هذا، ولكنّ الله تعالى تكفّل بردّهم وردْعهم وقهرهم، وقَوقَعتِهم في جُحورهم.</w:t>
      </w:r>
    </w:p>
    <w:p w:rsidR="002152CB" w:rsidRPr="00E0070D" w:rsidRDefault="002152CB" w:rsidP="0019417F">
      <w:pPr>
        <w:pStyle w:val="libNormal"/>
        <w:rPr>
          <w:rtl/>
        </w:rPr>
      </w:pPr>
      <w:r w:rsidRPr="00E0070D">
        <w:rPr>
          <w:rtl/>
        </w:rPr>
        <w:t>وفي نفس الوقت تصدّى علماؤنا الأبرارـ الذين ساروا على نهج الأئمّة الأطهارـ لردِّ كلِّ شبهةٍ ووَسوَسَةٍ أثارها الشياطينُ من الإنس، ومن بين هؤلاء العلماء العاملين الذين نذروا أنفسهم لخدمة المذهب الحقّ ( الشيخ الجليل والعلامّة النبيل عبد الله المامقاني المتوفّى 1351هـ ).</w:t>
      </w:r>
    </w:p>
    <w:p w:rsidR="006D0E9B" w:rsidRDefault="002152CB" w:rsidP="005E6D00">
      <w:pPr>
        <w:pStyle w:val="libNormal"/>
        <w:rPr>
          <w:rtl/>
        </w:rPr>
      </w:pPr>
      <w:r w:rsidRPr="005E6D00">
        <w:rPr>
          <w:rtl/>
        </w:rPr>
        <w:t xml:space="preserve">حيثُ هذّبَ يَراعه الشريف ونَصرَ الدوحة الطاهرة كعادته، فردَّ شبهةً سيّالة في كلِّ عصرٍ ومِصر بشكل مُقتضبٍ وشافي استخدمَ النقل والعقل دليلاً فأصبحت رسالةً قيّمةً اسماها: ( </w:t>
      </w:r>
      <w:r w:rsidRPr="00DA10CC">
        <w:rPr>
          <w:rStyle w:val="libBold1Char"/>
          <w:rtl/>
        </w:rPr>
        <w:t>إزاحة الوَسْوَسَة عن تقبيل الأعتاب المقدّسة</w:t>
      </w:r>
      <w:r w:rsidRPr="005E6D00">
        <w:rPr>
          <w:rtl/>
        </w:rPr>
        <w:t xml:space="preserve"> ).</w:t>
      </w:r>
    </w:p>
    <w:p w:rsidR="002152CB" w:rsidRPr="00B132A8" w:rsidRDefault="002152CB" w:rsidP="009C2E13">
      <w:pPr>
        <w:pStyle w:val="Heading2Center"/>
        <w:spacing w:before="0"/>
        <w:rPr>
          <w:rtl/>
        </w:rPr>
      </w:pPr>
      <w:bookmarkStart w:id="5" w:name="04"/>
      <w:bookmarkStart w:id="6" w:name="_Toc378509602"/>
      <w:r w:rsidRPr="00B132A8">
        <w:rPr>
          <w:rtl/>
        </w:rPr>
        <w:t>الرسالة وعَمَلنا</w:t>
      </w:r>
      <w:bookmarkEnd w:id="5"/>
      <w:bookmarkEnd w:id="6"/>
    </w:p>
    <w:p w:rsidR="002152CB" w:rsidRPr="00E0070D" w:rsidRDefault="002152CB" w:rsidP="0019417F">
      <w:pPr>
        <w:pStyle w:val="libNormal"/>
        <w:rPr>
          <w:rtl/>
        </w:rPr>
      </w:pPr>
      <w:r w:rsidRPr="00E0070D">
        <w:rPr>
          <w:rtl/>
        </w:rPr>
        <w:t>عثرنا على الرسالة الشريفة ضِمن مجموعة رسائل في مركز إحياء التراث الإسلامي بإشراف ( السيّد أحمد الحُسيني الأشكوري ) دام ظلّه.</w:t>
      </w:r>
    </w:p>
    <w:p w:rsidR="002152CB" w:rsidRPr="00E0070D" w:rsidRDefault="002152CB" w:rsidP="0019417F">
      <w:pPr>
        <w:pStyle w:val="libNormal"/>
        <w:rPr>
          <w:rtl/>
        </w:rPr>
      </w:pPr>
      <w:r w:rsidRPr="00E0070D">
        <w:rPr>
          <w:rtl/>
        </w:rPr>
        <w:t>حيثُ تتألّف الرسالة من 11 صفحة من القطع ( الرحلي ) بخطٍ جميل ومَقروء.</w:t>
      </w:r>
    </w:p>
    <w:p w:rsidR="002152CB" w:rsidRPr="00E0070D" w:rsidRDefault="002152CB" w:rsidP="00811D4D">
      <w:pPr>
        <w:pStyle w:val="libNormal"/>
        <w:rPr>
          <w:rtl/>
        </w:rPr>
      </w:pPr>
      <w:r w:rsidRPr="00E0070D">
        <w:rPr>
          <w:rtl/>
        </w:rPr>
        <w:t xml:space="preserve">ذكرها الشيخ ( أغا بزرگ الطهراني ) في الذريعة: ج1, ص528, برقم 2575, وقال: قد طُبعتْ في المطبعة المرتضويّة على الحَجَر مع كتاب ( مخزن اللآلئ ). وأيضاً نفس المؤلّف </w:t>
      </w:r>
      <w:r w:rsidR="00811D4D" w:rsidRPr="00811D4D">
        <w:rPr>
          <w:rStyle w:val="libAlaemChar"/>
          <w:rtl/>
        </w:rPr>
        <w:t>رحمه‌الله</w:t>
      </w:r>
      <w:r w:rsidRPr="00E0070D">
        <w:rPr>
          <w:rtl/>
        </w:rPr>
        <w:t xml:space="preserve"> ذكر هذا في مخزن المعاني: ص186.</w:t>
      </w:r>
    </w:p>
    <w:p w:rsidR="006D0E9B" w:rsidRPr="00E0070D" w:rsidRDefault="002152CB" w:rsidP="0019417F">
      <w:pPr>
        <w:pStyle w:val="libNormal"/>
        <w:rPr>
          <w:rtl/>
        </w:rPr>
      </w:pPr>
      <w:r w:rsidRPr="00E0070D">
        <w:rPr>
          <w:rtl/>
        </w:rPr>
        <w:t>فقمنا بتحقيق الرسالة حسب المراحل المعروفة في علم التحقيق من تحقيق المتن وتقطيعه، وتخريج المصادر وتطبيقها مع مصادر الأم، وإكمال الأدلّة التي ذكرها</w:t>
      </w:r>
    </w:p>
    <w:p w:rsidR="006D0E9B" w:rsidRDefault="006D0E9B" w:rsidP="00891D38">
      <w:pPr>
        <w:pStyle w:val="libNormal"/>
        <w:rPr>
          <w:rtl/>
        </w:rPr>
      </w:pPr>
      <w:r>
        <w:rPr>
          <w:rtl/>
        </w:rPr>
        <w:br w:type="page"/>
      </w:r>
    </w:p>
    <w:p w:rsidR="002152CB" w:rsidRPr="00E0070D" w:rsidRDefault="002152CB" w:rsidP="00B27453">
      <w:pPr>
        <w:pStyle w:val="libNormal0"/>
        <w:rPr>
          <w:rtl/>
        </w:rPr>
      </w:pPr>
      <w:r w:rsidRPr="00E0070D">
        <w:rPr>
          <w:rtl/>
        </w:rPr>
        <w:lastRenderedPageBreak/>
        <w:t>المؤلّف بشكل إشارة عابرة.</w:t>
      </w:r>
    </w:p>
    <w:p w:rsidR="002152CB" w:rsidRPr="00E0070D" w:rsidRDefault="002152CB" w:rsidP="00811D4D">
      <w:pPr>
        <w:pStyle w:val="libNormal"/>
        <w:rPr>
          <w:rtl/>
        </w:rPr>
      </w:pPr>
      <w:r w:rsidRPr="00E0070D">
        <w:rPr>
          <w:rtl/>
        </w:rPr>
        <w:t xml:space="preserve">وكان عملي في هذه الرسالة عندما عطّل أُستاذنا ( آية الله الشيخ محمّد السنَد رفع الله شأنه ) درسه بمناسبة استشهاد الرسول </w:t>
      </w:r>
      <w:r w:rsidR="00811D4D" w:rsidRPr="00811D4D">
        <w:rPr>
          <w:rStyle w:val="libAlaemChar"/>
          <w:rFonts w:eastAsiaTheme="minorHAnsi"/>
          <w:rtl/>
        </w:rPr>
        <w:t>صلى‌الله‌عليه‌وآله‌وسلم</w:t>
      </w:r>
      <w:r w:rsidRPr="00E0070D">
        <w:rPr>
          <w:rtl/>
        </w:rPr>
        <w:t xml:space="preserve"> حيثُ صادف يوم ( أربعاء وخميس وجمعة ) فاغتنمْتُ الفرصة لتحقيق هذه الرسالة الشريفة.</w:t>
      </w:r>
    </w:p>
    <w:p w:rsidR="002152CB" w:rsidRPr="00E0070D" w:rsidRDefault="002152CB" w:rsidP="0019417F">
      <w:pPr>
        <w:pStyle w:val="libNormal"/>
        <w:rPr>
          <w:rtl/>
        </w:rPr>
      </w:pPr>
      <w:r w:rsidRPr="00E0070D">
        <w:rPr>
          <w:rtl/>
        </w:rPr>
        <w:t>فلله الشكر على ما وفّقنا لإنجاز هذا العمل.</w:t>
      </w:r>
    </w:p>
    <w:p w:rsidR="002152CB" w:rsidRPr="00B132A8" w:rsidRDefault="002152CB" w:rsidP="00811D4D">
      <w:pPr>
        <w:pStyle w:val="Heading2Center"/>
        <w:spacing w:before="0"/>
        <w:rPr>
          <w:rtl/>
        </w:rPr>
      </w:pPr>
      <w:bookmarkStart w:id="7" w:name="05"/>
      <w:bookmarkStart w:id="8" w:name="_Toc378509603"/>
      <w:r w:rsidRPr="00B132A8">
        <w:rPr>
          <w:rtl/>
        </w:rPr>
        <w:t xml:space="preserve">2- نُبذة من أحوال المؤلِّف </w:t>
      </w:r>
      <w:bookmarkEnd w:id="7"/>
      <w:r w:rsidR="00811D4D" w:rsidRPr="00811D4D">
        <w:rPr>
          <w:rStyle w:val="libAlaemChar"/>
          <w:rtl/>
        </w:rPr>
        <w:t>رحمه‌الله</w:t>
      </w:r>
      <w:bookmarkEnd w:id="8"/>
    </w:p>
    <w:p w:rsidR="002152CB" w:rsidRPr="00E0070D" w:rsidRDefault="002152CB" w:rsidP="0019417F">
      <w:pPr>
        <w:pStyle w:val="libNormal"/>
        <w:rPr>
          <w:rtl/>
        </w:rPr>
      </w:pPr>
      <w:r w:rsidRPr="00E0070D">
        <w:rPr>
          <w:rtl/>
        </w:rPr>
        <w:t>هو الشيخ عبد الله بن الشيخ محمّد حسن بن الشيخ عبد الله بن الشيخ محمّد باقر بن علي أكبر بن رضا المامقاني. قال المؤلِّف في كتابه مَخزن المعاني:</w:t>
      </w:r>
    </w:p>
    <w:p w:rsidR="002152CB" w:rsidRPr="00E0070D" w:rsidRDefault="002152CB" w:rsidP="0019417F">
      <w:pPr>
        <w:pStyle w:val="libNormal"/>
        <w:rPr>
          <w:rtl/>
        </w:rPr>
      </w:pPr>
      <w:r w:rsidRPr="00E0070D">
        <w:rPr>
          <w:rtl/>
        </w:rPr>
        <w:t>ولدتُ بأرض النجف الأشرف، وتاريخ ولادتي على التحقيق غير معلوم؛ إلاّ أنّ الذي استفدّته من شهادات جدّتي وخالتي وقرائن أُخَر أنّي ولدتُ بين الظهرين خامس عشر ربيع الأوّل سنة ألف ومائتين وتسعين، وأرضعتني والدتي قُدّس سرّها سنة وعدّة أشهر.</w:t>
      </w:r>
    </w:p>
    <w:p w:rsidR="002152CB" w:rsidRPr="00E0070D" w:rsidRDefault="002152CB" w:rsidP="0019417F">
      <w:pPr>
        <w:pStyle w:val="libNormal"/>
        <w:rPr>
          <w:rtl/>
        </w:rPr>
      </w:pPr>
      <w:r w:rsidRPr="00E0070D">
        <w:rPr>
          <w:rtl/>
        </w:rPr>
        <w:t>ثُمّ إنّي لما دخلتُ في السنة الخامسة أخذتني والدتي (قدّس سرّها) إلى امرأة تركيّة فالتَمَسَت منها أنْ تعلّمني القرآن المجيد فأبَت، فردّتني والدتي (رحمة الله عليها) إلى دارنا آيسة، فلمّا كان من الغد جاءت المرأة بين الطلوعين تبكي بكاءَ شَفَقةٍ وفَرح وقالت: إنّ الصدّيقة</w:t>
      </w:r>
      <w:r w:rsidR="00B27453">
        <w:rPr>
          <w:rFonts w:hint="cs"/>
          <w:rtl/>
        </w:rPr>
        <w:t xml:space="preserve"> </w:t>
      </w:r>
      <w:r w:rsidRPr="00E0070D">
        <w:rPr>
          <w:rtl/>
        </w:rPr>
        <w:t>الكبرى سلام الله عليها أمَرتني في الطيف بأنْ اُعلّم عبد الله القرآن الشريف، فأخذتني معها وأخذت تعلّمني القرآن، وقد كان من آثار ذلك الطيف أنّها كانت تحبّني حبّاً لم أرَ مثله حتّى من الأمِّ لولدها.. ولذا إلى الآن لم أترك ذكرها بالخيرات والنيابة عنها في الزيارات وقراءة القرآن لها.</w:t>
      </w:r>
    </w:p>
    <w:p w:rsidR="002152CB" w:rsidRPr="00E0070D" w:rsidRDefault="002152CB" w:rsidP="00811D4D">
      <w:pPr>
        <w:pStyle w:val="libNormal"/>
        <w:rPr>
          <w:rtl/>
        </w:rPr>
      </w:pPr>
      <w:r w:rsidRPr="00E0070D">
        <w:rPr>
          <w:rtl/>
        </w:rPr>
        <w:t xml:space="preserve">ثُمّ إنّي لمّا خَتمتُ القرآن المجيد اشتغلتُ ببعض الكتب الفارسيّة ومقدّمات العربيّة من الصرف والنحو... ولم يكن لي معلّم مُربي فحار الوالد </w:t>
      </w:r>
      <w:r w:rsidR="00811D4D" w:rsidRPr="00811D4D">
        <w:rPr>
          <w:rStyle w:val="libAlaemChar"/>
          <w:rtl/>
        </w:rPr>
        <w:t>قدس‌سره</w:t>
      </w:r>
      <w:r w:rsidRPr="00E0070D">
        <w:rPr>
          <w:rtl/>
        </w:rPr>
        <w:t xml:space="preserve"> والتجأ إلى أنْ يُباحث لي بنفسه فباحث لي من باب الإضافة ـ من شرح السيوطي ـ إلى باب الإخبار...</w:t>
      </w:r>
    </w:p>
    <w:p w:rsidR="00B27453" w:rsidRDefault="002152CB" w:rsidP="00811D4D">
      <w:pPr>
        <w:pStyle w:val="libNormal"/>
        <w:rPr>
          <w:rtl/>
        </w:rPr>
      </w:pPr>
      <w:r w:rsidRPr="00E0070D">
        <w:rPr>
          <w:rtl/>
        </w:rPr>
        <w:t xml:space="preserve">وفي ضمنها حضَرتُ معالم الأصول على يد الوالد </w:t>
      </w:r>
      <w:r w:rsidR="00811D4D" w:rsidRPr="00811D4D">
        <w:rPr>
          <w:rStyle w:val="libAlaemChar"/>
          <w:rtl/>
        </w:rPr>
        <w:t>قدس‌سره</w:t>
      </w:r>
      <w:r w:rsidRPr="00E0070D">
        <w:rPr>
          <w:rtl/>
        </w:rPr>
        <w:t xml:space="preserve"> وفرغتُ من ذلك كلّه في سَنَتين وخمسة أشهر تقريباً؛ لِمَا كنتُ ملتزماً به من عدم ترك التدريس طول السنة حتّى أيام الجُمُعات، إلاّ يوم عاشوراء فحسب، وكنتُ أتدرَّس صُبحاً بدرسين من كتابين وأردّهما عليه </w:t>
      </w:r>
      <w:r w:rsidR="00811D4D" w:rsidRPr="00811D4D">
        <w:rPr>
          <w:rStyle w:val="libAlaemChar"/>
          <w:rtl/>
        </w:rPr>
        <w:t>قدس‌سره</w:t>
      </w:r>
      <w:r w:rsidRPr="00E0070D">
        <w:rPr>
          <w:rtl/>
        </w:rPr>
        <w:t xml:space="preserve"> عصراً ما علّمني حذو النعل بالنعل، وأتدرَّس</w:t>
      </w:r>
      <w:r w:rsidR="00B27453">
        <w:rPr>
          <w:rFonts w:hint="cs"/>
          <w:rtl/>
        </w:rPr>
        <w:t xml:space="preserve"> </w:t>
      </w:r>
      <w:r w:rsidRPr="00E0070D">
        <w:rPr>
          <w:rtl/>
        </w:rPr>
        <w:t>بدرسين آخرين وأردّها صُبح اليوم اللاحق وهكذا.</w:t>
      </w:r>
    </w:p>
    <w:p w:rsidR="00B27453" w:rsidRPr="00774583" w:rsidRDefault="00B27453" w:rsidP="00774583">
      <w:pPr>
        <w:pStyle w:val="libNormal"/>
        <w:rPr>
          <w:rtl/>
        </w:rPr>
      </w:pPr>
      <w:r w:rsidRPr="00774583">
        <w:rPr>
          <w:rtl/>
        </w:rPr>
        <w:br w:type="page"/>
      </w:r>
    </w:p>
    <w:p w:rsidR="002152CB" w:rsidRPr="00E0070D" w:rsidRDefault="002152CB" w:rsidP="0019417F">
      <w:pPr>
        <w:pStyle w:val="libNormal"/>
        <w:rPr>
          <w:rtl/>
        </w:rPr>
      </w:pPr>
      <w:r w:rsidRPr="00E0070D">
        <w:rPr>
          <w:rtl/>
        </w:rPr>
        <w:lastRenderedPageBreak/>
        <w:t>وقد بلغتُ بالاحتلام في الليلة الرابعة من شهر ذي الحجّة الحرام من سنة (1304).</w:t>
      </w:r>
    </w:p>
    <w:p w:rsidR="002152CB" w:rsidRPr="005E6D00" w:rsidRDefault="002152CB" w:rsidP="00811D4D">
      <w:pPr>
        <w:pStyle w:val="libNormal"/>
        <w:rPr>
          <w:rtl/>
        </w:rPr>
      </w:pPr>
      <w:r w:rsidRPr="005E6D00">
        <w:rPr>
          <w:rtl/>
        </w:rPr>
        <w:t xml:space="preserve">ولمّا فرغتُ من الرسائل حضرتُ بحث الشيخ الوالد العلامّة </w:t>
      </w:r>
      <w:r w:rsidR="00811D4D" w:rsidRPr="00811D4D">
        <w:rPr>
          <w:rStyle w:val="libAlaemChar"/>
          <w:rtl/>
        </w:rPr>
        <w:t>قدس‌سره</w:t>
      </w:r>
      <w:r w:rsidRPr="005E6D00">
        <w:rPr>
          <w:rtl/>
        </w:rPr>
        <w:t xml:space="preserve"> في الأُصول خارجاً في حادي عشر ربيع الأوّل سنة (1308) . وبعدها بسنةٍ حضرتُ الفقه</w:t>
      </w:r>
      <w:r w:rsidRPr="00C86611">
        <w:rPr>
          <w:rStyle w:val="libFootnotenumChar"/>
          <w:rtl/>
        </w:rPr>
        <w:t>(1)</w:t>
      </w:r>
      <w:r w:rsidRPr="005E6D00">
        <w:rPr>
          <w:rtl/>
        </w:rPr>
        <w:t>.</w:t>
      </w:r>
    </w:p>
    <w:p w:rsidR="002152CB" w:rsidRPr="00B132A8" w:rsidRDefault="002152CB" w:rsidP="00811D4D">
      <w:pPr>
        <w:pStyle w:val="Heading2Center"/>
        <w:spacing w:before="0"/>
        <w:rPr>
          <w:rtl/>
        </w:rPr>
      </w:pPr>
      <w:bookmarkStart w:id="9" w:name="06"/>
      <w:bookmarkStart w:id="10" w:name="_Toc378509604"/>
      <w:r w:rsidRPr="00B132A8">
        <w:rPr>
          <w:rtl/>
        </w:rPr>
        <w:t xml:space="preserve">الشيخ المامقاني والإمام المهدي </w:t>
      </w:r>
      <w:bookmarkEnd w:id="9"/>
      <w:r w:rsidR="00811D4D" w:rsidRPr="00811D4D">
        <w:rPr>
          <w:rStyle w:val="libAlaemChar"/>
          <w:rFonts w:eastAsiaTheme="minorHAnsi"/>
          <w:rtl/>
        </w:rPr>
        <w:t>عليه‌السلام</w:t>
      </w:r>
      <w:bookmarkEnd w:id="10"/>
    </w:p>
    <w:p w:rsidR="002152CB" w:rsidRPr="00E0070D" w:rsidRDefault="002152CB" w:rsidP="00811D4D">
      <w:pPr>
        <w:pStyle w:val="libNormal"/>
        <w:rPr>
          <w:rtl/>
        </w:rPr>
      </w:pPr>
      <w:r w:rsidRPr="00E0070D">
        <w:rPr>
          <w:rtl/>
        </w:rPr>
        <w:t xml:space="preserve">يقول الشيخ عبد الله المامقاني </w:t>
      </w:r>
      <w:r w:rsidR="00811D4D" w:rsidRPr="00811D4D">
        <w:rPr>
          <w:rStyle w:val="libAlaemChar"/>
          <w:rtl/>
        </w:rPr>
        <w:t>رحمه‌الله</w:t>
      </w:r>
      <w:r w:rsidRPr="00E0070D">
        <w:rPr>
          <w:rtl/>
        </w:rPr>
        <w:t xml:space="preserve"> في مقدّمة كتابه النفيس (تنقيح المقال في أحوال الرجال): وجدتُ إقبال أفواج التوفيق ونزول الألطاف والتأييدات الخاصّة عليَّ إلى أنْ يقول:</w:t>
      </w:r>
    </w:p>
    <w:p w:rsidR="002152CB" w:rsidRPr="00E0070D" w:rsidRDefault="002152CB" w:rsidP="0019417F">
      <w:pPr>
        <w:pStyle w:val="libNormal"/>
        <w:rPr>
          <w:rtl/>
        </w:rPr>
      </w:pPr>
      <w:r w:rsidRPr="00E0070D">
        <w:rPr>
          <w:rtl/>
        </w:rPr>
        <w:t>من غريب آثار التوفيق إنّي كلّما أردتُ وجدانَ مطلبٍ في كتاب وجدتُه نصبَ عيني بمجرّد فتحه، وقُلَّ بل ندرَ تعطيلي في الفحص عنه، واتّفقَ لي في أوائل اشتغالي به ـ كتاب تنقيح المقال ـ ليلة من الليالي الطوال إنّي احتجتُ ثلاث ساعات تقريباً قبل الفجر رهن التهذيب ولم يكن عندي، فرأيتُ بقاء خمس ساعات إلى طلوع الشمس ولا يُمكنني أنْ أتعطّل، ولا أنْ أُحرز بغير مراجعة التهذيب فحصل لي من ذلك انقطاعٌ غريب إلى مولانا الحجّةِ المنتظر (عجّل الله فرجه وجعلنا من كلِّ مكروه فداه)</w:t>
      </w:r>
    </w:p>
    <w:p w:rsidR="002152CB" w:rsidRPr="00E0070D" w:rsidRDefault="002152CB" w:rsidP="0019417F">
      <w:pPr>
        <w:pStyle w:val="libNormal"/>
        <w:rPr>
          <w:rtl/>
        </w:rPr>
      </w:pPr>
      <w:r w:rsidRPr="00E0070D">
        <w:rPr>
          <w:rtl/>
        </w:rPr>
        <w:t>وخاطبتُه بقولي:</w:t>
      </w:r>
    </w:p>
    <w:p w:rsidR="002152CB" w:rsidRPr="005E6D00" w:rsidRDefault="002152CB" w:rsidP="005E6D00">
      <w:pPr>
        <w:pStyle w:val="libNormal"/>
        <w:rPr>
          <w:rtl/>
        </w:rPr>
      </w:pPr>
      <w:r w:rsidRPr="005E6D00">
        <w:rPr>
          <w:rtl/>
        </w:rPr>
        <w:t xml:space="preserve">سيدي منّي بذل النفس ومنكَ الإعانة وأنا أُريد منكَ الآن رهنَ التهذيب، ومن شدّة انقطاعي جرَتْ دمعتي، وكان عندنا مقدار كتب وقفيّة قطعات بالخطوط القديمة الرديّة في النحو والصرف والتفسير وغيرها، وكانت متروكة؛ لأنّا فحصنا عنها مراراً فلم نجد فيها ما يُنتفع به، وما كنتُ أحتمل بوجهٍ وجود التهذيب فيها، فقمتُ من حيثُ لا أشعرُ ومضيتُ إلى تلك الكتب ومددتُ يدي وتناولتُ كتاباً منها وإذا هو قطعة من التهذيب بخطٍ جيّد في خصوص الرّهن، فنقلتُ منه موضع الحاجة، ومن الغريب أنّي فحصتُ عنه بعد ذلك مراراً عديدة فلم أجده، فعلمتُ أنّ ذلك كان لطفاً مخصوصاً منه (أرواحنا فداه) </w:t>
      </w:r>
      <w:r w:rsidRPr="00C86611">
        <w:rPr>
          <w:rStyle w:val="libFootnotenumChar"/>
          <w:rtl/>
        </w:rPr>
        <w:t>( 2)</w:t>
      </w:r>
      <w:r w:rsidRPr="005E6D00">
        <w:rPr>
          <w:rtl/>
        </w:rPr>
        <w:t>.</w:t>
      </w:r>
    </w:p>
    <w:p w:rsidR="002152CB" w:rsidRPr="00AB77F1" w:rsidRDefault="002152CB" w:rsidP="00AB77F1">
      <w:pPr>
        <w:pStyle w:val="libLine"/>
        <w:rPr>
          <w:rtl/>
        </w:rPr>
      </w:pPr>
      <w:r w:rsidRPr="00AB77F1">
        <w:rPr>
          <w:rtl/>
        </w:rPr>
        <w:t>ــــــــــــــــــ</w:t>
      </w:r>
    </w:p>
    <w:p w:rsidR="002152CB" w:rsidRPr="00C86611" w:rsidRDefault="00560DE8" w:rsidP="0003580E">
      <w:pPr>
        <w:pStyle w:val="libFootnote0"/>
        <w:rPr>
          <w:rtl/>
        </w:rPr>
      </w:pPr>
      <w:r>
        <w:rPr>
          <w:rFonts w:hint="cs"/>
          <w:rtl/>
        </w:rPr>
        <w:t>(</w:t>
      </w:r>
      <w:r w:rsidR="002152CB" w:rsidRPr="00C86611">
        <w:rPr>
          <w:rtl/>
        </w:rPr>
        <w:t>1) لمعرفة المزيد عن أحوال المحقّق المامقاني وأسرته راجع كتاب مَخزن المعاني، بقلم المحقّق نفسه.</w:t>
      </w:r>
    </w:p>
    <w:p w:rsidR="00B27453" w:rsidRDefault="00560DE8" w:rsidP="0003580E">
      <w:pPr>
        <w:pStyle w:val="libFootnote0"/>
        <w:rPr>
          <w:rtl/>
        </w:rPr>
      </w:pPr>
      <w:r>
        <w:rPr>
          <w:rFonts w:hint="cs"/>
          <w:rtl/>
        </w:rPr>
        <w:t>(</w:t>
      </w:r>
      <w:r w:rsidR="002152CB" w:rsidRPr="00C86611">
        <w:rPr>
          <w:rtl/>
        </w:rPr>
        <w:t xml:space="preserve">2) تنقيح المقال: ج1، ص1، الطبعة الحجريّة. </w:t>
      </w:r>
    </w:p>
    <w:p w:rsidR="00B27453" w:rsidRDefault="00B27453" w:rsidP="00770B9A">
      <w:pPr>
        <w:pStyle w:val="libNormal"/>
        <w:rPr>
          <w:rtl/>
        </w:rPr>
      </w:pPr>
      <w:r>
        <w:rPr>
          <w:rtl/>
        </w:rPr>
        <w:br w:type="page"/>
      </w:r>
    </w:p>
    <w:p w:rsidR="002152CB" w:rsidRPr="00B132A8" w:rsidRDefault="002152CB" w:rsidP="009C2E13">
      <w:pPr>
        <w:pStyle w:val="Heading2Center"/>
        <w:spacing w:before="0"/>
        <w:rPr>
          <w:rtl/>
        </w:rPr>
      </w:pPr>
      <w:bookmarkStart w:id="11" w:name="07"/>
      <w:bookmarkStart w:id="12" w:name="_Toc378509605"/>
      <w:r w:rsidRPr="00B132A8">
        <w:rPr>
          <w:rtl/>
        </w:rPr>
        <w:lastRenderedPageBreak/>
        <w:t>أهم مؤلّفاته وآثاره:</w:t>
      </w:r>
      <w:bookmarkEnd w:id="11"/>
      <w:bookmarkEnd w:id="12"/>
    </w:p>
    <w:p w:rsidR="002152CB" w:rsidRPr="00E0070D" w:rsidRDefault="002152CB" w:rsidP="0019417F">
      <w:pPr>
        <w:pStyle w:val="libNormal"/>
        <w:rPr>
          <w:rtl/>
        </w:rPr>
      </w:pPr>
      <w:r w:rsidRPr="00E0070D">
        <w:rPr>
          <w:rtl/>
        </w:rPr>
        <w:t>1- نهاية المقال في تكملة غاية الآمال: (تعليق على خيارات الشيخ المحقّق الأنصاري).</w:t>
      </w:r>
    </w:p>
    <w:p w:rsidR="002152CB" w:rsidRPr="00E0070D" w:rsidRDefault="002152CB" w:rsidP="0019417F">
      <w:pPr>
        <w:pStyle w:val="libNormal"/>
        <w:rPr>
          <w:rtl/>
        </w:rPr>
      </w:pPr>
      <w:r w:rsidRPr="00E0070D">
        <w:rPr>
          <w:rtl/>
        </w:rPr>
        <w:t>2- مناهج المتّقين في فقه أئمّة الحقّ واليقين.</w:t>
      </w:r>
    </w:p>
    <w:p w:rsidR="002152CB" w:rsidRPr="00E0070D" w:rsidRDefault="002152CB" w:rsidP="0019417F">
      <w:pPr>
        <w:pStyle w:val="libNormal"/>
        <w:rPr>
          <w:rtl/>
        </w:rPr>
      </w:pPr>
      <w:r w:rsidRPr="00E0070D">
        <w:rPr>
          <w:rtl/>
        </w:rPr>
        <w:t>3- مقباس الهداية في علم الدراية.</w:t>
      </w:r>
    </w:p>
    <w:p w:rsidR="002152CB" w:rsidRPr="00E0070D" w:rsidRDefault="002152CB" w:rsidP="0019417F">
      <w:pPr>
        <w:pStyle w:val="libNormal"/>
        <w:rPr>
          <w:rtl/>
        </w:rPr>
      </w:pPr>
      <w:r w:rsidRPr="00E0070D">
        <w:rPr>
          <w:rtl/>
        </w:rPr>
        <w:t>4- مرآة الرشاد في الوصيّة إلى الأحبّة والأولاد.</w:t>
      </w:r>
    </w:p>
    <w:p w:rsidR="002152CB" w:rsidRPr="00E0070D" w:rsidRDefault="002152CB" w:rsidP="0019417F">
      <w:pPr>
        <w:pStyle w:val="libNormal"/>
        <w:rPr>
          <w:rtl/>
        </w:rPr>
      </w:pPr>
      <w:r w:rsidRPr="00E0070D">
        <w:rPr>
          <w:rtl/>
        </w:rPr>
        <w:t>5- مرآة الكمال لمَنْ رامَ دَرْك مصالح الأعمال.</w:t>
      </w:r>
    </w:p>
    <w:p w:rsidR="002152CB" w:rsidRPr="00E0070D" w:rsidRDefault="002152CB" w:rsidP="0019417F">
      <w:pPr>
        <w:pStyle w:val="libNormal"/>
        <w:rPr>
          <w:rtl/>
        </w:rPr>
      </w:pPr>
      <w:r w:rsidRPr="00E0070D">
        <w:rPr>
          <w:rtl/>
        </w:rPr>
        <w:t>6- مخزن المعاني في ترجمة المحقّق المامقاني.</w:t>
      </w:r>
    </w:p>
    <w:p w:rsidR="002152CB" w:rsidRPr="00E0070D" w:rsidRDefault="002152CB" w:rsidP="0019417F">
      <w:pPr>
        <w:pStyle w:val="libNormal"/>
        <w:rPr>
          <w:rtl/>
        </w:rPr>
      </w:pPr>
      <w:r w:rsidRPr="00E0070D">
        <w:rPr>
          <w:rtl/>
        </w:rPr>
        <w:t>7- رسالة الجمع بين فاطميّتين في النكاح.</w:t>
      </w:r>
    </w:p>
    <w:p w:rsidR="002152CB" w:rsidRPr="00E0070D" w:rsidRDefault="002152CB" w:rsidP="0019417F">
      <w:pPr>
        <w:pStyle w:val="libNormal"/>
        <w:rPr>
          <w:rtl/>
        </w:rPr>
      </w:pPr>
      <w:r w:rsidRPr="00E0070D">
        <w:rPr>
          <w:rtl/>
        </w:rPr>
        <w:t xml:space="preserve">8- رسالة في أحكام </w:t>
      </w:r>
      <w:r w:rsidR="00B27453">
        <w:rPr>
          <w:rtl/>
        </w:rPr>
        <w:t>العزل عن الحرّة الدائمة وغيرها.</w:t>
      </w:r>
    </w:p>
    <w:p w:rsidR="002152CB" w:rsidRPr="00E0070D" w:rsidRDefault="002152CB" w:rsidP="0019417F">
      <w:pPr>
        <w:pStyle w:val="libNormal"/>
        <w:rPr>
          <w:rtl/>
        </w:rPr>
      </w:pPr>
      <w:r w:rsidRPr="00E0070D">
        <w:rPr>
          <w:rtl/>
        </w:rPr>
        <w:t>9- رسالة المسائل البصريّة (يتضمّن السؤال والجواب عن (285) مسألة من المسائل المهمّة.</w:t>
      </w:r>
    </w:p>
    <w:p w:rsidR="002152CB" w:rsidRPr="00E0070D" w:rsidRDefault="002152CB" w:rsidP="0019417F">
      <w:pPr>
        <w:pStyle w:val="libNormal"/>
        <w:rPr>
          <w:rtl/>
        </w:rPr>
      </w:pPr>
      <w:r w:rsidRPr="00E0070D">
        <w:rPr>
          <w:rtl/>
        </w:rPr>
        <w:t xml:space="preserve">10- رسالة وسيلة التقى في حواشي العروة الوثقى. </w:t>
      </w:r>
    </w:p>
    <w:p w:rsidR="002152CB" w:rsidRPr="00E0070D" w:rsidRDefault="002152CB" w:rsidP="0019417F">
      <w:pPr>
        <w:pStyle w:val="libNormal"/>
        <w:rPr>
          <w:rtl/>
        </w:rPr>
      </w:pPr>
      <w:r w:rsidRPr="00E0070D">
        <w:rPr>
          <w:rtl/>
        </w:rPr>
        <w:t>11- رسالة السيف البتّار في دَفعِ شُبُهات الكفّار.</w:t>
      </w:r>
    </w:p>
    <w:p w:rsidR="002152CB" w:rsidRPr="00E0070D" w:rsidRDefault="002152CB" w:rsidP="0019417F">
      <w:pPr>
        <w:pStyle w:val="libNormal"/>
        <w:rPr>
          <w:rtl/>
        </w:rPr>
      </w:pPr>
      <w:r w:rsidRPr="00E0070D">
        <w:rPr>
          <w:rtl/>
        </w:rPr>
        <w:t xml:space="preserve">12- منهج الرشاد. </w:t>
      </w:r>
    </w:p>
    <w:p w:rsidR="002152CB" w:rsidRPr="00E0070D" w:rsidRDefault="002152CB" w:rsidP="0019417F">
      <w:pPr>
        <w:pStyle w:val="libNormal"/>
        <w:rPr>
          <w:rtl/>
        </w:rPr>
      </w:pPr>
      <w:r w:rsidRPr="00E0070D">
        <w:rPr>
          <w:rtl/>
        </w:rPr>
        <w:t xml:space="preserve">13- تحفة الخيرة في أحكام الحجّ والعمرة. </w:t>
      </w:r>
    </w:p>
    <w:p w:rsidR="002152CB" w:rsidRPr="00E0070D" w:rsidRDefault="002152CB" w:rsidP="0019417F">
      <w:pPr>
        <w:pStyle w:val="libNormal"/>
        <w:rPr>
          <w:rtl/>
        </w:rPr>
      </w:pPr>
      <w:r w:rsidRPr="00E0070D">
        <w:rPr>
          <w:rtl/>
        </w:rPr>
        <w:t>14- إزاحة الوَسوسة عن تقبيل الأعتاب المقدّسة: (وهو الماثل بين يديك الكريمتين).</w:t>
      </w:r>
    </w:p>
    <w:p w:rsidR="002152CB" w:rsidRPr="00E0070D" w:rsidRDefault="002152CB" w:rsidP="0019417F">
      <w:pPr>
        <w:pStyle w:val="libNormal"/>
        <w:rPr>
          <w:rtl/>
        </w:rPr>
      </w:pPr>
      <w:r w:rsidRPr="00E0070D">
        <w:rPr>
          <w:rtl/>
        </w:rPr>
        <w:t xml:space="preserve">15- تنقيح المقال في علم الرجال. </w:t>
      </w:r>
    </w:p>
    <w:p w:rsidR="002152CB" w:rsidRPr="00E0070D" w:rsidRDefault="002152CB" w:rsidP="0019417F">
      <w:pPr>
        <w:pStyle w:val="libNormal"/>
        <w:rPr>
          <w:rtl/>
        </w:rPr>
      </w:pPr>
      <w:r w:rsidRPr="00E0070D">
        <w:rPr>
          <w:rtl/>
        </w:rPr>
        <w:t>وغيرها من المؤلّفات التي دوّنها بقلمه الشريف.</w:t>
      </w:r>
    </w:p>
    <w:p w:rsidR="002152CB" w:rsidRPr="00DA10CC" w:rsidRDefault="002152CB" w:rsidP="000D00B1">
      <w:pPr>
        <w:pStyle w:val="libBold2"/>
        <w:rPr>
          <w:rtl/>
        </w:rPr>
      </w:pPr>
      <w:r w:rsidRPr="00DA10CC">
        <w:rPr>
          <w:rtl/>
        </w:rPr>
        <w:t xml:space="preserve">نزار نعمة الحسن </w:t>
      </w:r>
    </w:p>
    <w:p w:rsidR="00B27453" w:rsidRDefault="00B27453" w:rsidP="000D00B1">
      <w:pPr>
        <w:pStyle w:val="libBold2"/>
        <w:rPr>
          <w:rtl/>
        </w:rPr>
      </w:pPr>
      <w:r>
        <w:rPr>
          <w:rtl/>
        </w:rPr>
        <w:t>18/ ربيع الأوّل/ 1427هـ</w:t>
      </w:r>
    </w:p>
    <w:p w:rsidR="00B27453" w:rsidRPr="00DB6C12" w:rsidRDefault="00B27453" w:rsidP="00DB6C12">
      <w:pPr>
        <w:pStyle w:val="libNormal"/>
        <w:rPr>
          <w:rtl/>
        </w:rPr>
      </w:pPr>
      <w:r w:rsidRPr="00DB6C12">
        <w:rPr>
          <w:rtl/>
        </w:rPr>
        <w:br w:type="page"/>
      </w:r>
    </w:p>
    <w:p w:rsidR="002152CB" w:rsidRPr="00DA10CC" w:rsidRDefault="002152CB" w:rsidP="007614F2">
      <w:pPr>
        <w:pStyle w:val="libBold1"/>
        <w:rPr>
          <w:rtl/>
        </w:rPr>
      </w:pPr>
      <w:bookmarkStart w:id="13" w:name="08"/>
      <w:r w:rsidRPr="00DA10CC">
        <w:rPr>
          <w:rtl/>
        </w:rPr>
        <w:lastRenderedPageBreak/>
        <w:t>نماذج من المخطوطة</w:t>
      </w:r>
      <w:bookmarkEnd w:id="13"/>
    </w:p>
    <w:p w:rsidR="002152CB" w:rsidRPr="00DA10CC" w:rsidRDefault="002152CB" w:rsidP="007614F2">
      <w:pPr>
        <w:pStyle w:val="libBold1"/>
        <w:rPr>
          <w:rtl/>
        </w:rPr>
      </w:pPr>
      <w:r w:rsidRPr="00DA10CC">
        <w:rPr>
          <w:rtl/>
        </w:rPr>
        <w:t>الصفحة الأولى</w:t>
      </w:r>
    </w:p>
    <w:p w:rsidR="002152CB" w:rsidRPr="00E0070D" w:rsidRDefault="002152CB" w:rsidP="0019417F">
      <w:pPr>
        <w:pStyle w:val="libNormal"/>
        <w:rPr>
          <w:rtl/>
        </w:rPr>
      </w:pPr>
    </w:p>
    <w:p w:rsidR="00B27453" w:rsidRDefault="002152CB" w:rsidP="00016955">
      <w:pPr>
        <w:pStyle w:val="libCenter"/>
        <w:rPr>
          <w:rtl/>
        </w:rPr>
      </w:pPr>
      <w:r w:rsidRPr="00E0070D">
        <w:rPr>
          <w:noProof/>
        </w:rPr>
        <w:drawing>
          <wp:inline distT="0" distB="0" distL="0" distR="0">
            <wp:extent cx="2381250" cy="3807460"/>
            <wp:effectExtent l="19050" t="0" r="0" b="0"/>
            <wp:docPr id="16" name="Picture 16" descr="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001"/>
                    <pic:cNvPicPr>
                      <a:picLocks noChangeAspect="1" noChangeArrowheads="1"/>
                    </pic:cNvPicPr>
                  </pic:nvPicPr>
                  <pic:blipFill>
                    <a:blip r:embed="rId8"/>
                    <a:srcRect/>
                    <a:stretch>
                      <a:fillRect/>
                    </a:stretch>
                  </pic:blipFill>
                  <pic:spPr bwMode="auto">
                    <a:xfrm>
                      <a:off x="0" y="0"/>
                      <a:ext cx="2381250" cy="3807460"/>
                    </a:xfrm>
                    <a:prstGeom prst="rect">
                      <a:avLst/>
                    </a:prstGeom>
                    <a:noFill/>
                    <a:ln w="9525">
                      <a:noFill/>
                      <a:miter lim="800000"/>
                      <a:headEnd/>
                      <a:tailEnd/>
                    </a:ln>
                  </pic:spPr>
                </pic:pic>
              </a:graphicData>
            </a:graphic>
          </wp:inline>
        </w:drawing>
      </w:r>
      <w:r w:rsidRPr="00E0070D">
        <w:rPr>
          <w:rtl/>
        </w:rPr>
        <w:t> </w:t>
      </w:r>
    </w:p>
    <w:p w:rsidR="00B27453" w:rsidRPr="00774583" w:rsidRDefault="00B27453" w:rsidP="00774583">
      <w:pPr>
        <w:pStyle w:val="libNormal"/>
        <w:rPr>
          <w:rtl/>
        </w:rPr>
      </w:pPr>
      <w:r w:rsidRPr="00774583">
        <w:rPr>
          <w:rtl/>
        </w:rPr>
        <w:br w:type="page"/>
      </w:r>
    </w:p>
    <w:p w:rsidR="002152CB" w:rsidRPr="00E0070D" w:rsidRDefault="002152CB" w:rsidP="0019417F">
      <w:pPr>
        <w:pStyle w:val="libNormal"/>
        <w:rPr>
          <w:rtl/>
        </w:rPr>
      </w:pPr>
      <w:r w:rsidRPr="00E0070D">
        <w:rPr>
          <w:rtl/>
        </w:rPr>
        <w:lastRenderedPageBreak/>
        <w:t>الصفحة الأخيرة</w:t>
      </w:r>
    </w:p>
    <w:p w:rsidR="00B27453" w:rsidRDefault="002152CB" w:rsidP="00016955">
      <w:pPr>
        <w:pStyle w:val="libCenter"/>
        <w:rPr>
          <w:rtl/>
        </w:rPr>
      </w:pPr>
      <w:r w:rsidRPr="00E0070D">
        <w:rPr>
          <w:noProof/>
        </w:rPr>
        <w:drawing>
          <wp:inline distT="0" distB="0" distL="0" distR="0">
            <wp:extent cx="2381250" cy="3807460"/>
            <wp:effectExtent l="19050" t="0" r="0" b="0"/>
            <wp:docPr id="18" name="Picture 18" descr="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002"/>
                    <pic:cNvPicPr>
                      <a:picLocks noChangeAspect="1" noChangeArrowheads="1"/>
                    </pic:cNvPicPr>
                  </pic:nvPicPr>
                  <pic:blipFill>
                    <a:blip r:embed="rId9"/>
                    <a:srcRect/>
                    <a:stretch>
                      <a:fillRect/>
                    </a:stretch>
                  </pic:blipFill>
                  <pic:spPr bwMode="auto">
                    <a:xfrm>
                      <a:off x="0" y="0"/>
                      <a:ext cx="2381250" cy="3807460"/>
                    </a:xfrm>
                    <a:prstGeom prst="rect">
                      <a:avLst/>
                    </a:prstGeom>
                    <a:noFill/>
                    <a:ln w="9525">
                      <a:noFill/>
                      <a:miter lim="800000"/>
                      <a:headEnd/>
                      <a:tailEnd/>
                    </a:ln>
                  </pic:spPr>
                </pic:pic>
              </a:graphicData>
            </a:graphic>
          </wp:inline>
        </w:drawing>
      </w:r>
      <w:r w:rsidRPr="00E0070D">
        <w:rPr>
          <w:rtl/>
        </w:rPr>
        <w:t> </w:t>
      </w:r>
    </w:p>
    <w:p w:rsidR="00B27453" w:rsidRPr="00774583" w:rsidRDefault="00B27453" w:rsidP="00774583">
      <w:pPr>
        <w:pStyle w:val="libNormal"/>
        <w:rPr>
          <w:rtl/>
        </w:rPr>
      </w:pPr>
      <w:r w:rsidRPr="00774583">
        <w:rPr>
          <w:rtl/>
        </w:rPr>
        <w:br w:type="page"/>
      </w:r>
    </w:p>
    <w:p w:rsidR="002152CB" w:rsidRPr="00B132A8" w:rsidRDefault="002152CB" w:rsidP="009C2E13">
      <w:pPr>
        <w:pStyle w:val="Heading2Center"/>
        <w:spacing w:before="0"/>
        <w:rPr>
          <w:rtl/>
        </w:rPr>
      </w:pPr>
      <w:bookmarkStart w:id="14" w:name="09"/>
      <w:bookmarkStart w:id="15" w:name="_Toc378509606"/>
      <w:r w:rsidRPr="00B132A8">
        <w:rPr>
          <w:rtl/>
        </w:rPr>
        <w:lastRenderedPageBreak/>
        <w:t>مقدّمة المؤلِّف:</w:t>
      </w:r>
      <w:bookmarkEnd w:id="14"/>
      <w:bookmarkEnd w:id="15"/>
    </w:p>
    <w:p w:rsidR="002152CB" w:rsidRPr="00B27453" w:rsidRDefault="002152CB" w:rsidP="00B27453">
      <w:pPr>
        <w:pStyle w:val="libBold1"/>
        <w:rPr>
          <w:rtl/>
        </w:rPr>
      </w:pPr>
      <w:r w:rsidRPr="00B27453">
        <w:rPr>
          <w:rtl/>
        </w:rPr>
        <w:t>بسم الله الرحمن الرحيم</w:t>
      </w:r>
    </w:p>
    <w:p w:rsidR="002152CB" w:rsidRPr="00DA10CC" w:rsidRDefault="002152CB" w:rsidP="005B7C25">
      <w:pPr>
        <w:pStyle w:val="libBold2"/>
        <w:rPr>
          <w:rtl/>
        </w:rPr>
      </w:pPr>
      <w:r w:rsidRPr="00DA10CC">
        <w:rPr>
          <w:rtl/>
        </w:rPr>
        <w:t>وبه ثقتي</w:t>
      </w:r>
    </w:p>
    <w:p w:rsidR="002152CB" w:rsidRPr="00E0070D" w:rsidRDefault="002152CB" w:rsidP="0019417F">
      <w:pPr>
        <w:pStyle w:val="libNormal"/>
        <w:rPr>
          <w:rtl/>
        </w:rPr>
      </w:pPr>
      <w:r w:rsidRPr="00E0070D">
        <w:rPr>
          <w:rtl/>
        </w:rPr>
        <w:t>الحمد لله والصلاة على محمّدٍ وآله الطاهرين وبعد:</w:t>
      </w:r>
    </w:p>
    <w:p w:rsidR="002152CB" w:rsidRPr="00316699" w:rsidRDefault="002152CB" w:rsidP="0019417F">
      <w:pPr>
        <w:pStyle w:val="libNormal"/>
        <w:rPr>
          <w:rtl/>
        </w:rPr>
      </w:pPr>
      <w:r w:rsidRPr="00E0070D">
        <w:rPr>
          <w:rtl/>
        </w:rPr>
        <w:t>فيقول العبد الفاني عبد الله المامقاني عفا الله سبحانه بكرمه عن جرائمه: إنّه قد سألني بعض الأخوان عن تقبيل الأعتاب المقدّسة لمَنْ زارَ ذَويها، ونَقَل لي الإشكال، بل المَنْع من ذلك عن بعض مَنْ اتّخذ الاعوجاج شعاراً وسَبَباً للاشتهار من المعاصرين، والتَمَسَني وضعَ رسالةٍ في ذلك، فأجبت مسئوله وأهديتُها إلى الأعتاب المقدّسة،</w:t>
      </w:r>
      <w:r w:rsidRPr="0019417F">
        <w:rPr>
          <w:rtl/>
        </w:rPr>
        <w:t xml:space="preserve">وسمّيتُها بـ ( </w:t>
      </w:r>
      <w:r w:rsidRPr="00DA10CC">
        <w:rPr>
          <w:rStyle w:val="libBold1Char"/>
          <w:rtl/>
        </w:rPr>
        <w:t xml:space="preserve">إزاحة الوَسْوسَة عن تقبيل الأعتاب المقدّسة </w:t>
      </w:r>
      <w:r w:rsidRPr="0019417F">
        <w:rPr>
          <w:rtl/>
        </w:rPr>
        <w:t>).</w:t>
      </w:r>
    </w:p>
    <w:p w:rsidR="002152CB" w:rsidRPr="00E0070D" w:rsidRDefault="002152CB" w:rsidP="0019417F">
      <w:pPr>
        <w:pStyle w:val="libNormal"/>
        <w:rPr>
          <w:rtl/>
        </w:rPr>
      </w:pPr>
      <w:r w:rsidRPr="00E0070D">
        <w:rPr>
          <w:rtl/>
        </w:rPr>
        <w:t>وأسأل الله تعالى أنْ ينفعني بها يوم فقري وفاقتي و</w:t>
      </w:r>
      <w:r w:rsidR="00B27453">
        <w:rPr>
          <w:rtl/>
        </w:rPr>
        <w:t>أقول مُستمّداً من الربّ الرؤوف.</w:t>
      </w:r>
    </w:p>
    <w:p w:rsidR="002152CB" w:rsidRPr="005E6D00" w:rsidRDefault="002152CB" w:rsidP="00811D4D">
      <w:pPr>
        <w:pStyle w:val="libNormal"/>
        <w:rPr>
          <w:rtl/>
        </w:rPr>
      </w:pPr>
      <w:r w:rsidRPr="005E6D00">
        <w:rPr>
          <w:rtl/>
        </w:rPr>
        <w:t>أمّا التقبيل للأعتاب من دُون وضع الجبهة عليها فلا ينبغي التأمّل في جوازه وحُسنه؛ لأنّه تعظيم للشعائر، وإظهار حبٍّ وإرادة. وقد نسب الشهيد</w:t>
      </w:r>
      <w:r w:rsidRPr="00C86611">
        <w:rPr>
          <w:rStyle w:val="libFootnotenumChar"/>
          <w:rtl/>
        </w:rPr>
        <w:t>(1)</w:t>
      </w:r>
      <w:r w:rsidRPr="005E6D00">
        <w:rPr>
          <w:rtl/>
        </w:rPr>
        <w:t xml:space="preserve"> </w:t>
      </w:r>
      <w:r w:rsidR="00811D4D" w:rsidRPr="00811D4D">
        <w:rPr>
          <w:rStyle w:val="libAlaemChar"/>
          <w:rtl/>
        </w:rPr>
        <w:t>رحمه‌الله</w:t>
      </w:r>
      <w:r w:rsidRPr="005E6D00">
        <w:rPr>
          <w:rtl/>
        </w:rPr>
        <w:t xml:space="preserve"> ذلك في الدروس إلى عَمل الإماميّة والسيرة عليه منهم مستمّرة</w:t>
      </w:r>
      <w:r w:rsidRPr="00C86611">
        <w:rPr>
          <w:rStyle w:val="libFootnotenumChar"/>
          <w:rtl/>
        </w:rPr>
        <w:t>(2)</w:t>
      </w:r>
      <w:r w:rsidRPr="005E6D00">
        <w:rPr>
          <w:rtl/>
        </w:rPr>
        <w:t>.</w:t>
      </w:r>
    </w:p>
    <w:p w:rsidR="002152CB" w:rsidRPr="005E6D00" w:rsidRDefault="002152CB" w:rsidP="005E6D00">
      <w:pPr>
        <w:pStyle w:val="libNormal"/>
        <w:rPr>
          <w:rtl/>
        </w:rPr>
      </w:pPr>
      <w:r w:rsidRPr="005E6D00">
        <w:rPr>
          <w:rtl/>
        </w:rPr>
        <w:t>وقد جرت العادة بإكرام المحبوب، والحبّ لـه بتقبيل بَدَنِه، وباب داره وجُدرانها، وتقبيل قَبرِه وتُربته</w:t>
      </w:r>
      <w:r w:rsidRPr="00C86611">
        <w:rPr>
          <w:rStyle w:val="libFootnotenumChar"/>
          <w:rtl/>
        </w:rPr>
        <w:t>(3)</w:t>
      </w:r>
      <w:r w:rsidRPr="005E6D00">
        <w:rPr>
          <w:rtl/>
        </w:rPr>
        <w:t>، ولذا قال</w:t>
      </w:r>
      <w:r w:rsidR="00F92574" w:rsidRPr="005E6D00">
        <w:rPr>
          <w:rFonts w:hint="cs"/>
          <w:rtl/>
        </w:rPr>
        <w:t xml:space="preserve"> </w:t>
      </w:r>
      <w:r w:rsidRPr="005E6D00">
        <w:rPr>
          <w:rtl/>
        </w:rPr>
        <w:t>الشاعر:</w:t>
      </w:r>
    </w:p>
    <w:tbl>
      <w:tblPr>
        <w:tblStyle w:val="TableGrid"/>
        <w:bidiVisual/>
        <w:tblW w:w="4562" w:type="pct"/>
        <w:tblInd w:w="384" w:type="dxa"/>
        <w:tblLook w:val="01E0"/>
      </w:tblPr>
      <w:tblGrid>
        <w:gridCol w:w="3755"/>
        <w:gridCol w:w="276"/>
        <w:gridCol w:w="3720"/>
      </w:tblGrid>
      <w:tr w:rsidR="00B27453" w:rsidTr="00B27453">
        <w:trPr>
          <w:trHeight w:val="350"/>
        </w:trPr>
        <w:tc>
          <w:tcPr>
            <w:tcW w:w="3755" w:type="dxa"/>
            <w:shd w:val="clear" w:color="auto" w:fill="auto"/>
          </w:tcPr>
          <w:p w:rsidR="00B27453" w:rsidRDefault="00B27453" w:rsidP="009A4281">
            <w:pPr>
              <w:pStyle w:val="libPoem"/>
            </w:pPr>
            <w:r w:rsidRPr="00B27453">
              <w:rPr>
                <w:rtl/>
              </w:rPr>
              <w:t>أمرُّ على الدِّيار ديارُ سَلمى</w:t>
            </w:r>
            <w:r w:rsidRPr="00725071">
              <w:rPr>
                <w:rStyle w:val="libPoemTiniChar0"/>
                <w:rtl/>
              </w:rPr>
              <w:br/>
              <w:t> </w:t>
            </w:r>
          </w:p>
        </w:tc>
        <w:tc>
          <w:tcPr>
            <w:tcW w:w="276" w:type="dxa"/>
            <w:shd w:val="clear" w:color="auto" w:fill="auto"/>
          </w:tcPr>
          <w:p w:rsidR="00B27453" w:rsidRDefault="00B27453" w:rsidP="009A4281">
            <w:pPr>
              <w:pStyle w:val="libPoem"/>
              <w:rPr>
                <w:rtl/>
              </w:rPr>
            </w:pPr>
          </w:p>
        </w:tc>
        <w:tc>
          <w:tcPr>
            <w:tcW w:w="3720" w:type="dxa"/>
            <w:shd w:val="clear" w:color="auto" w:fill="auto"/>
          </w:tcPr>
          <w:p w:rsidR="00B27453" w:rsidRDefault="00B27453" w:rsidP="009A4281">
            <w:pPr>
              <w:pStyle w:val="libPoem"/>
            </w:pPr>
            <w:r w:rsidRPr="00B27453">
              <w:rPr>
                <w:rtl/>
              </w:rPr>
              <w:t>أُُقبّل ذا الجدار وذا الجدارا</w:t>
            </w:r>
            <w:r w:rsidRPr="00725071">
              <w:rPr>
                <w:rStyle w:val="libPoemTiniChar0"/>
                <w:rtl/>
              </w:rPr>
              <w:br/>
              <w:t> </w:t>
            </w:r>
          </w:p>
        </w:tc>
      </w:tr>
      <w:tr w:rsidR="00B27453" w:rsidTr="00B27453">
        <w:tblPrEx>
          <w:tblLook w:val="04A0"/>
        </w:tblPrEx>
        <w:trPr>
          <w:trHeight w:val="350"/>
        </w:trPr>
        <w:tc>
          <w:tcPr>
            <w:tcW w:w="3755" w:type="dxa"/>
          </w:tcPr>
          <w:p w:rsidR="00B27453" w:rsidRDefault="00B27453" w:rsidP="009A4281">
            <w:pPr>
              <w:pStyle w:val="libPoem"/>
            </w:pPr>
            <w:r w:rsidRPr="00B27453">
              <w:rPr>
                <w:rtl/>
              </w:rPr>
              <w:t>وما حُبُّ الديار شَغَفْنَ قَلبِي</w:t>
            </w:r>
            <w:r w:rsidRPr="00725071">
              <w:rPr>
                <w:rStyle w:val="libPoemTiniChar0"/>
                <w:rtl/>
              </w:rPr>
              <w:br/>
              <w:t> </w:t>
            </w:r>
          </w:p>
        </w:tc>
        <w:tc>
          <w:tcPr>
            <w:tcW w:w="276" w:type="dxa"/>
          </w:tcPr>
          <w:p w:rsidR="00B27453" w:rsidRDefault="00B27453" w:rsidP="009A4281">
            <w:pPr>
              <w:pStyle w:val="libPoem"/>
              <w:rPr>
                <w:rtl/>
              </w:rPr>
            </w:pPr>
          </w:p>
        </w:tc>
        <w:tc>
          <w:tcPr>
            <w:tcW w:w="3720" w:type="dxa"/>
          </w:tcPr>
          <w:p w:rsidR="00B27453" w:rsidRDefault="00B27453" w:rsidP="009A4281">
            <w:pPr>
              <w:pStyle w:val="libPoem"/>
            </w:pPr>
            <w:r w:rsidRPr="00B27453">
              <w:rPr>
                <w:rtl/>
              </w:rPr>
              <w:t xml:space="preserve">ولكنْ حُبُّ مَنْ سكَن الديارا </w:t>
            </w:r>
            <w:r w:rsidRPr="00B27453">
              <w:rPr>
                <w:rStyle w:val="libFootnotenumChar"/>
                <w:rtl/>
              </w:rPr>
              <w:t>(4)</w:t>
            </w:r>
            <w:r w:rsidRPr="00725071">
              <w:rPr>
                <w:rStyle w:val="libPoemTiniChar0"/>
                <w:rtl/>
              </w:rPr>
              <w:br/>
              <w:t> </w:t>
            </w:r>
          </w:p>
        </w:tc>
      </w:tr>
    </w:tbl>
    <w:p w:rsidR="002152CB" w:rsidRDefault="002152CB" w:rsidP="0019417F">
      <w:pPr>
        <w:pStyle w:val="libNormal"/>
        <w:rPr>
          <w:rtl/>
        </w:rPr>
      </w:pPr>
      <w:r w:rsidRPr="00E0070D">
        <w:rPr>
          <w:rtl/>
        </w:rPr>
        <w:t>ولقد اعترض عامّي على شيعي في تقبيل الأضرحة المقدّسة للأئمّة (عليهم الصلاة والسلام) وأبواب حَضَراتهم وجُدرانها: بأنّكم تُقبّلون الفضّةَ والحديدَ والخشبَ والصخرة ونحوها ؟</w:t>
      </w:r>
    </w:p>
    <w:p w:rsidR="00AB77F1" w:rsidRPr="00AB77F1" w:rsidRDefault="00AB77F1" w:rsidP="00AB77F1">
      <w:pPr>
        <w:pStyle w:val="libLine"/>
        <w:rPr>
          <w:rtl/>
        </w:rPr>
      </w:pPr>
      <w:r w:rsidRPr="00AB77F1">
        <w:rPr>
          <w:rtl/>
        </w:rPr>
        <w:t>ــــــــــــــــــ</w:t>
      </w:r>
    </w:p>
    <w:p w:rsidR="00BB62D5" w:rsidRPr="00C86611" w:rsidRDefault="00560DE8" w:rsidP="0003580E">
      <w:pPr>
        <w:pStyle w:val="libFootnote0"/>
        <w:rPr>
          <w:rtl/>
        </w:rPr>
      </w:pPr>
      <w:r>
        <w:rPr>
          <w:rFonts w:hint="cs"/>
          <w:rtl/>
        </w:rPr>
        <w:t>(</w:t>
      </w:r>
      <w:r w:rsidR="00BB62D5" w:rsidRPr="00C86611">
        <w:rPr>
          <w:rtl/>
        </w:rPr>
        <w:t>1) هو الشيخ محمّد بن مكّي العاملي المعروف بالشهيد الأوّل (786). لـه مؤلّفات كثيرة أشهرها اللمعة الدمشقيّة، وكتاب (الدروس الشرعيّة في فقه الإماميّة) حيث لم يُمهله الأجل كي يتمّ كتابه فجفّ قلمه الشريف حتّى كتاب الرهن.</w:t>
      </w:r>
    </w:p>
    <w:p w:rsidR="00BB62D5" w:rsidRPr="00C86611" w:rsidRDefault="00560DE8" w:rsidP="0003580E">
      <w:pPr>
        <w:pStyle w:val="libFootnote0"/>
        <w:rPr>
          <w:rtl/>
        </w:rPr>
      </w:pPr>
      <w:r>
        <w:rPr>
          <w:rFonts w:hint="cs"/>
          <w:rtl/>
        </w:rPr>
        <w:t>(</w:t>
      </w:r>
      <w:r w:rsidR="00BB62D5" w:rsidRPr="00C86611">
        <w:rPr>
          <w:rtl/>
        </w:rPr>
        <w:t>2) الدروس الشرعيّة: ج2، ص24، كتاب المزار، ط: قم جماعة المدرّسين.</w:t>
      </w:r>
    </w:p>
    <w:p w:rsidR="00BB62D5" w:rsidRPr="00C86611" w:rsidRDefault="00560DE8" w:rsidP="00811D4D">
      <w:pPr>
        <w:pStyle w:val="libFootnote0"/>
        <w:rPr>
          <w:rtl/>
        </w:rPr>
      </w:pPr>
      <w:r>
        <w:rPr>
          <w:rFonts w:hint="cs"/>
          <w:rtl/>
        </w:rPr>
        <w:t>(</w:t>
      </w:r>
      <w:r w:rsidR="00BB62D5" w:rsidRPr="00C86611">
        <w:rPr>
          <w:rtl/>
        </w:rPr>
        <w:t xml:space="preserve">3) قال الشيخ جعفر كاشف الغطاء </w:t>
      </w:r>
      <w:r w:rsidR="00811D4D" w:rsidRPr="005B7C25">
        <w:rPr>
          <w:rStyle w:val="libFootnoteAlaemChar"/>
          <w:rtl/>
        </w:rPr>
        <w:t>رحمه‌الله</w:t>
      </w:r>
      <w:r w:rsidR="00BB62D5" w:rsidRPr="00C86611">
        <w:rPr>
          <w:rtl/>
        </w:rPr>
        <w:t xml:space="preserve"> المتوفّى (1228) في كتابه منهج الرشاد ص149: تقبيل المحبّة؛ لأنّ مَن أحبّ شخصاً أحبَّ مكانه وثيابه وداره ومزاره، فلا يكون تقبيل الأعتاب والجدران والأبواب إلاّ كتقبيل بعض ثياب الأحباب.</w:t>
      </w:r>
    </w:p>
    <w:p w:rsidR="007237E2" w:rsidRDefault="00560DE8" w:rsidP="0003580E">
      <w:pPr>
        <w:pStyle w:val="libFootnote0"/>
        <w:rPr>
          <w:rtl/>
        </w:rPr>
      </w:pPr>
      <w:r>
        <w:rPr>
          <w:rFonts w:hint="cs"/>
          <w:rtl/>
        </w:rPr>
        <w:t>(</w:t>
      </w:r>
      <w:r w:rsidR="00BB62D5" w:rsidRPr="00C86611">
        <w:rPr>
          <w:rtl/>
        </w:rPr>
        <w:t>4) نهج الرشاد لمن أراد السداد: ص149، وكشف الارتياب: ص348.</w:t>
      </w:r>
    </w:p>
    <w:p w:rsidR="007237E2" w:rsidRDefault="007237E2" w:rsidP="00770B9A">
      <w:pPr>
        <w:pStyle w:val="libNormal"/>
        <w:rPr>
          <w:rtl/>
        </w:rPr>
      </w:pPr>
      <w:r>
        <w:rPr>
          <w:rtl/>
        </w:rPr>
        <w:br w:type="page"/>
      </w:r>
    </w:p>
    <w:p w:rsidR="00BB62D5" w:rsidRPr="005E6D00" w:rsidRDefault="002152CB" w:rsidP="00646E0F">
      <w:pPr>
        <w:pStyle w:val="libNormal0"/>
        <w:rPr>
          <w:rtl/>
        </w:rPr>
      </w:pPr>
      <w:r w:rsidRPr="005E6D00">
        <w:rPr>
          <w:rtl/>
        </w:rPr>
        <w:lastRenderedPageBreak/>
        <w:t>فأجاب الشيعي بالبيت ا</w:t>
      </w:r>
      <w:r w:rsidR="00BB62D5" w:rsidRPr="005E6D00">
        <w:rPr>
          <w:rtl/>
        </w:rPr>
        <w:t xml:space="preserve">لمَزبور، مُريداً بذلك كون تقبيل ما لـه تعلّق بالمحبوب إكراماً لـه، لا لمتعلقة </w:t>
      </w:r>
      <w:r w:rsidR="00BB62D5" w:rsidRPr="00C86611">
        <w:rPr>
          <w:rStyle w:val="libFootnotenumChar"/>
          <w:rtl/>
        </w:rPr>
        <w:t>(</w:t>
      </w:r>
      <w:r w:rsidR="007237E2">
        <w:rPr>
          <w:rStyle w:val="libFootnotenumChar"/>
          <w:rFonts w:hint="cs"/>
          <w:rtl/>
        </w:rPr>
        <w:t>1</w:t>
      </w:r>
      <w:r w:rsidR="00BB62D5" w:rsidRPr="00C86611">
        <w:rPr>
          <w:rStyle w:val="libFootnotenumChar"/>
          <w:rtl/>
        </w:rPr>
        <w:t>)</w:t>
      </w:r>
      <w:r w:rsidR="00BB62D5" w:rsidRPr="005E6D00">
        <w:rPr>
          <w:rtl/>
        </w:rPr>
        <w:t>.</w:t>
      </w:r>
    </w:p>
    <w:p w:rsidR="002152CB" w:rsidRPr="005E6D00" w:rsidRDefault="002152CB" w:rsidP="005E6D00">
      <w:pPr>
        <w:pStyle w:val="libNormal"/>
        <w:rPr>
          <w:rtl/>
        </w:rPr>
      </w:pPr>
      <w:r w:rsidRPr="005E6D00">
        <w:rPr>
          <w:rtl/>
        </w:rPr>
        <w:t>وأجاب آخر: بالنقض بتقبيل جلد الغنم الذي صار جلداً للقرآن المَجيد، وتقبيل البيت الذي هو حَجَر</w:t>
      </w:r>
      <w:r w:rsidRPr="00C86611">
        <w:rPr>
          <w:rStyle w:val="libFootnotenumChar"/>
          <w:rtl/>
        </w:rPr>
        <w:t>(</w:t>
      </w:r>
      <w:r w:rsidR="007237E2">
        <w:rPr>
          <w:rStyle w:val="libFootnotenumChar"/>
          <w:rFonts w:hint="cs"/>
          <w:rtl/>
        </w:rPr>
        <w:t>2</w:t>
      </w:r>
      <w:r w:rsidRPr="00C86611">
        <w:rPr>
          <w:rStyle w:val="libFootnotenumChar"/>
          <w:rtl/>
        </w:rPr>
        <w:t>)</w:t>
      </w:r>
      <w:r w:rsidRPr="005E6D00">
        <w:rPr>
          <w:rtl/>
        </w:rPr>
        <w:t xml:space="preserve"> ؟</w:t>
      </w:r>
    </w:p>
    <w:p w:rsidR="00AB77F1" w:rsidRPr="00AB77F1" w:rsidRDefault="00AB77F1" w:rsidP="00AB77F1">
      <w:pPr>
        <w:pStyle w:val="libLine"/>
        <w:rPr>
          <w:rtl/>
        </w:rPr>
      </w:pPr>
      <w:r w:rsidRPr="00AB77F1">
        <w:rPr>
          <w:rtl/>
        </w:rPr>
        <w:t>ــــــــــــــــــ</w:t>
      </w:r>
    </w:p>
    <w:p w:rsidR="007237E2" w:rsidRPr="00C86611" w:rsidRDefault="00560DE8" w:rsidP="0003580E">
      <w:pPr>
        <w:pStyle w:val="libFootnote0"/>
        <w:rPr>
          <w:rtl/>
        </w:rPr>
      </w:pPr>
      <w:r>
        <w:rPr>
          <w:rFonts w:hint="cs"/>
          <w:rtl/>
        </w:rPr>
        <w:t>(</w:t>
      </w:r>
      <w:r w:rsidR="007237E2">
        <w:rPr>
          <w:rFonts w:hint="cs"/>
          <w:rtl/>
        </w:rPr>
        <w:t>1</w:t>
      </w:r>
      <w:r w:rsidR="007237E2" w:rsidRPr="00C86611">
        <w:rPr>
          <w:rtl/>
        </w:rPr>
        <w:t>) لا شكَّ إنّ الاستغراق في المحبّة يحمل على الإذن في ذلك، والمقصود من ذلك كلِّه الاحترام والتعظيم والناس تختلف مراتبهم في ذلك كما كانت تختلف في حياته فأُناس حين يرونه لا يملكون أنفسهم بل يُبادرون إليه، وأُناس فيهم أناة والكلُّ محلّ خير.</w:t>
      </w:r>
    </w:p>
    <w:p w:rsidR="007237E2" w:rsidRPr="00C86611" w:rsidRDefault="007237E2" w:rsidP="0003580E">
      <w:pPr>
        <w:pStyle w:val="libFootnote0"/>
        <w:rPr>
          <w:rtl/>
        </w:rPr>
      </w:pPr>
      <w:r w:rsidRPr="00C86611">
        <w:rPr>
          <w:rtl/>
        </w:rPr>
        <w:t>قال ابن حجر: استنبط بعضهم من مشروعيّة تقبيل الحجر الأسود جواز تقبيل كل مَنْ يستحق التعظيم من آدمي وغيره إلى أنْ قال: ونُقِل عن ابن الصيف اليماني أحد علماء مكّة من الشافعيّة جواز تقبيل المصحف وأجزاء الحديث وقبور الصالحين. (راجع كشف الارتياب للسيّد العاملي: ص347، ط قم أنصاريان).</w:t>
      </w:r>
    </w:p>
    <w:p w:rsidR="007237E2" w:rsidRPr="00C86611" w:rsidRDefault="00560DE8" w:rsidP="00811D4D">
      <w:pPr>
        <w:pStyle w:val="libFootnote0"/>
        <w:rPr>
          <w:rtl/>
        </w:rPr>
      </w:pPr>
      <w:r>
        <w:rPr>
          <w:rFonts w:hint="cs"/>
          <w:rtl/>
        </w:rPr>
        <w:t>(</w:t>
      </w:r>
      <w:r w:rsidR="007237E2">
        <w:rPr>
          <w:rFonts w:hint="cs"/>
          <w:rtl/>
        </w:rPr>
        <w:t>2</w:t>
      </w:r>
      <w:r w:rsidR="007237E2" w:rsidRPr="00C86611">
        <w:rPr>
          <w:rtl/>
        </w:rPr>
        <w:t xml:space="preserve">) قال عمر بن الخطاب: (إنّي لأقبلّك وإنّي أعلم أنّكَ حجر لا تضر ولا تنفع ولولا أنّي رأيتُ رسول الله </w:t>
      </w:r>
      <w:r w:rsidR="00811D4D" w:rsidRPr="00AB1254">
        <w:rPr>
          <w:rStyle w:val="libFootnoteAlaemChar"/>
          <w:rFonts w:eastAsiaTheme="minorHAnsi"/>
          <w:rtl/>
        </w:rPr>
        <w:t>صلى‌الله‌عليه‌وآله‌وسلم</w:t>
      </w:r>
      <w:r w:rsidR="007237E2" w:rsidRPr="00C86611">
        <w:rPr>
          <w:rtl/>
        </w:rPr>
        <w:t xml:space="preserve"> يُقبلكَ ما قبلّتُكَ، ولذلك جوّز أحد علماء مكّة تقبيل المصحف وأجزاء الحديث، وتقبيل المحصف عليه عمل المسلمين كلّهم جيلاً بعد جيل، ورُوي ( أنّ النبيّ </w:t>
      </w:r>
      <w:r w:rsidR="00811D4D" w:rsidRPr="00AB1254">
        <w:rPr>
          <w:rStyle w:val="libFootnoteAlaemChar"/>
          <w:rFonts w:eastAsiaTheme="minorHAnsi"/>
          <w:rtl/>
        </w:rPr>
        <w:t>صلى‌الله‌عليه‌وآله‌وسلم</w:t>
      </w:r>
      <w:r w:rsidR="007237E2" w:rsidRPr="00C86611">
        <w:rPr>
          <w:rtl/>
        </w:rPr>
        <w:t xml:space="preserve"> طافَ راكباً وكان يستلم الركن بمِحجَنِه ويُقبّل المحجن) رواه مسلم في صحيحه: ج5، ص380، وابن ماجة في سننه: ج2، ص115. و(المِحجن) بكسر الميم عصا محنيّة الرأس.</w:t>
      </w:r>
    </w:p>
    <w:p w:rsidR="00737ACB" w:rsidRDefault="007237E2" w:rsidP="00811D4D">
      <w:pPr>
        <w:pStyle w:val="libFootnote0"/>
        <w:rPr>
          <w:rtl/>
        </w:rPr>
      </w:pPr>
      <w:r w:rsidRPr="00C86611">
        <w:rPr>
          <w:rtl/>
        </w:rPr>
        <w:t xml:space="preserve">إذا جاز تقبيل المِحجن لملامسة الركن أفلا يجوز تقبيل قبرٍ حلَّ فيه رسول الله </w:t>
      </w:r>
      <w:r w:rsidR="00811D4D" w:rsidRPr="00AB1254">
        <w:rPr>
          <w:rStyle w:val="libFootnoteAlaemChar"/>
          <w:rFonts w:eastAsiaTheme="minorHAnsi"/>
          <w:rtl/>
        </w:rPr>
        <w:t>صلى‌الله‌عليه‌وآله‌وسلم</w:t>
      </w:r>
      <w:r w:rsidRPr="00C86611">
        <w:rPr>
          <w:rtl/>
        </w:rPr>
        <w:t xml:space="preserve"> أشرف الموجودات.</w:t>
      </w:r>
    </w:p>
    <w:p w:rsidR="00737ACB" w:rsidRDefault="00737ACB" w:rsidP="00770B9A">
      <w:pPr>
        <w:pStyle w:val="libNormal"/>
        <w:rPr>
          <w:rtl/>
        </w:rPr>
      </w:pPr>
      <w:r>
        <w:rPr>
          <w:rtl/>
        </w:rPr>
        <w:br w:type="page"/>
      </w:r>
    </w:p>
    <w:p w:rsidR="002152CB" w:rsidRPr="00BB62D5" w:rsidRDefault="002152CB" w:rsidP="00BB62D5">
      <w:pPr>
        <w:pStyle w:val="Heading2Center"/>
        <w:rPr>
          <w:rtl/>
        </w:rPr>
      </w:pPr>
      <w:bookmarkStart w:id="16" w:name="10"/>
      <w:bookmarkStart w:id="17" w:name="_Toc378509607"/>
      <w:r w:rsidRPr="00BB62D5">
        <w:rPr>
          <w:rtl/>
        </w:rPr>
        <w:lastRenderedPageBreak/>
        <w:t>السجود على الأعتاب</w:t>
      </w:r>
      <w:bookmarkEnd w:id="16"/>
      <w:bookmarkEnd w:id="17"/>
    </w:p>
    <w:p w:rsidR="002152CB" w:rsidRPr="005E6D00" w:rsidRDefault="002152CB" w:rsidP="00811D4D">
      <w:pPr>
        <w:pStyle w:val="libNormal"/>
        <w:rPr>
          <w:rtl/>
        </w:rPr>
      </w:pPr>
      <w:r w:rsidRPr="005E6D00">
        <w:rPr>
          <w:rtl/>
        </w:rPr>
        <w:t>وأمّا وضع الجبهة على الأعتاب المقدّسة فإنْ كان بقصد سجدة الشكر لله تعالى على بلوغه تلك البقعة المطهّرة، ونيله لتلك النعمة فلا ريبَ في حُسنه ورُجحانه، وإنْ كان بقصد السجود لـه فهو كالركوع لـه محرّم ومحظور؛ لأنّ الركوعَ والسجودَ لا يكونان إلاّ لله تعالى</w:t>
      </w:r>
      <w:r w:rsidRPr="00C86611">
        <w:rPr>
          <w:rStyle w:val="libFootnotenumChar"/>
          <w:rtl/>
        </w:rPr>
        <w:t>(</w:t>
      </w:r>
      <w:r w:rsidR="00737ACB">
        <w:rPr>
          <w:rStyle w:val="libFootnotenumChar"/>
          <w:rFonts w:hint="cs"/>
          <w:rtl/>
        </w:rPr>
        <w:t>1</w:t>
      </w:r>
      <w:r w:rsidRPr="00C86611">
        <w:rPr>
          <w:rStyle w:val="libFootnotenumChar"/>
          <w:rtl/>
        </w:rPr>
        <w:t>)</w:t>
      </w:r>
      <w:r w:rsidRPr="005E6D00">
        <w:rPr>
          <w:rtl/>
        </w:rPr>
        <w:t xml:space="preserve">، وإلى بعض ما ذكرنا، أشار الشهيد </w:t>
      </w:r>
      <w:r w:rsidR="00811D4D" w:rsidRPr="00811D4D">
        <w:rPr>
          <w:rStyle w:val="libAlaemChar"/>
          <w:rtl/>
        </w:rPr>
        <w:t>قدس‌سره</w:t>
      </w:r>
      <w:r w:rsidRPr="005E6D00">
        <w:rPr>
          <w:rtl/>
        </w:rPr>
        <w:t xml:space="preserve"> في الدروس بقوله:</w:t>
      </w:r>
    </w:p>
    <w:p w:rsidR="002152CB" w:rsidRPr="00E0070D" w:rsidRDefault="002152CB" w:rsidP="0019417F">
      <w:pPr>
        <w:pStyle w:val="libNormal"/>
        <w:rPr>
          <w:rtl/>
        </w:rPr>
      </w:pPr>
      <w:r w:rsidRPr="00E0070D">
        <w:rPr>
          <w:rtl/>
        </w:rPr>
        <w:t>( ولا كراه</w:t>
      </w:r>
      <w:r w:rsidR="00BB62D5">
        <w:rPr>
          <w:rtl/>
        </w:rPr>
        <w:t>ةَ في تقبيل الضرائح، بل هو سنّة</w:t>
      </w:r>
    </w:p>
    <w:p w:rsidR="002152CB" w:rsidRPr="005E6D00" w:rsidRDefault="002152CB" w:rsidP="005E6D00">
      <w:pPr>
        <w:pStyle w:val="libNormal"/>
        <w:rPr>
          <w:rtl/>
        </w:rPr>
      </w:pPr>
      <w:r w:rsidRPr="005E6D00">
        <w:rPr>
          <w:rtl/>
        </w:rPr>
        <w:t>عندنا، ولو كان هناك تقيّة فتركُه أولى، وأمّا تقبيل الأعتاب فلم نقِف فيه على نصٍّ يُعتدُّ به، ولكن عليه الإماميّة، ولو سَجَدَ الزائر ونوى بالسجدة (الشكر لله تعالى) على بلوغه تلك البقعة كان أولى</w:t>
      </w:r>
      <w:r w:rsidRPr="00C86611">
        <w:rPr>
          <w:rStyle w:val="libFootnotenumChar"/>
          <w:rtl/>
        </w:rPr>
        <w:t>(</w:t>
      </w:r>
      <w:r w:rsidR="00737ACB">
        <w:rPr>
          <w:rStyle w:val="libFootnotenumChar"/>
          <w:rFonts w:hint="cs"/>
          <w:rtl/>
        </w:rPr>
        <w:t>2</w:t>
      </w:r>
      <w:r w:rsidRPr="00C86611">
        <w:rPr>
          <w:rStyle w:val="libFootnotenumChar"/>
          <w:rtl/>
        </w:rPr>
        <w:t>)</w:t>
      </w:r>
      <w:r w:rsidRPr="005E6D00">
        <w:rPr>
          <w:rtl/>
        </w:rPr>
        <w:t xml:space="preserve"> انتهى كلامه رفع أعلامه.</w:t>
      </w:r>
    </w:p>
    <w:p w:rsidR="002152CB" w:rsidRPr="005E6D00" w:rsidRDefault="002152CB" w:rsidP="00811D4D">
      <w:pPr>
        <w:pStyle w:val="libNormal"/>
        <w:rPr>
          <w:rtl/>
        </w:rPr>
      </w:pPr>
      <w:r w:rsidRPr="005E6D00">
        <w:rPr>
          <w:rtl/>
        </w:rPr>
        <w:t>ولقد نقل لي حضرة الشيخ الوالد العلامّة أنار الله بُرهانه: إنّ الفاضل الدربندي</w:t>
      </w:r>
      <w:r w:rsidRPr="00C86611">
        <w:rPr>
          <w:rStyle w:val="libFootnotenumChar"/>
          <w:rtl/>
        </w:rPr>
        <w:t>(</w:t>
      </w:r>
      <w:r w:rsidR="00795169">
        <w:rPr>
          <w:rStyle w:val="libFootnotenumChar"/>
          <w:rFonts w:hint="cs"/>
          <w:rtl/>
        </w:rPr>
        <w:t>3</w:t>
      </w:r>
      <w:r w:rsidRPr="00C86611">
        <w:rPr>
          <w:rStyle w:val="libFootnotenumChar"/>
          <w:rtl/>
        </w:rPr>
        <w:t>)</w:t>
      </w:r>
      <w:r w:rsidRPr="005E6D00">
        <w:rPr>
          <w:rtl/>
        </w:rPr>
        <w:t xml:space="preserve"> </w:t>
      </w:r>
      <w:r w:rsidR="00811D4D" w:rsidRPr="00811D4D">
        <w:rPr>
          <w:rStyle w:val="libAlaemChar"/>
          <w:rtl/>
        </w:rPr>
        <w:t>قدس‌سره</w:t>
      </w:r>
      <w:r w:rsidRPr="005E6D00">
        <w:rPr>
          <w:rtl/>
        </w:rPr>
        <w:t xml:space="preserve"> قال للشيخ العلامّة الأنصاري</w:t>
      </w:r>
      <w:r w:rsidRPr="00C86611">
        <w:rPr>
          <w:rStyle w:val="libFootnotenumChar"/>
          <w:rtl/>
        </w:rPr>
        <w:t>(</w:t>
      </w:r>
      <w:r w:rsidR="00795169">
        <w:rPr>
          <w:rStyle w:val="libFootnotenumChar"/>
          <w:rFonts w:hint="cs"/>
          <w:rtl/>
        </w:rPr>
        <w:t>4</w:t>
      </w:r>
      <w:r w:rsidRPr="00C86611">
        <w:rPr>
          <w:rStyle w:val="libFootnotenumChar"/>
          <w:rtl/>
        </w:rPr>
        <w:t>)</w:t>
      </w:r>
      <w:r w:rsidRPr="005E6D00">
        <w:rPr>
          <w:rtl/>
        </w:rPr>
        <w:t xml:space="preserve"> </w:t>
      </w:r>
      <w:r w:rsidR="00811D4D" w:rsidRPr="00811D4D">
        <w:rPr>
          <w:rStyle w:val="libAlaemChar"/>
          <w:rtl/>
        </w:rPr>
        <w:t>قدس‌سره</w:t>
      </w:r>
      <w:r w:rsidRPr="005E6D00">
        <w:rPr>
          <w:rtl/>
        </w:rPr>
        <w:t xml:space="preserve">: ( إنّ فعلك عند الشيعة حُجّة فإذا زرتَ قبور الأئمّة </w:t>
      </w:r>
      <w:r w:rsidR="00811D4D" w:rsidRPr="00811D4D">
        <w:rPr>
          <w:rStyle w:val="libAlaemChar"/>
          <w:rFonts w:eastAsiaTheme="minorHAnsi"/>
          <w:rtl/>
        </w:rPr>
        <w:t>عليهم‌السلام</w:t>
      </w:r>
      <w:r w:rsidRPr="005E6D00">
        <w:rPr>
          <w:rtl/>
        </w:rPr>
        <w:t xml:space="preserve"> فقبّل أعتابهم لِيَقتَدي بكَ الشيعة )،</w:t>
      </w:r>
    </w:p>
    <w:p w:rsidR="002152CB" w:rsidRPr="005E6D00" w:rsidRDefault="002152CB" w:rsidP="00DF2362">
      <w:pPr>
        <w:pStyle w:val="libNormal"/>
        <w:rPr>
          <w:rtl/>
        </w:rPr>
      </w:pPr>
      <w:r w:rsidRPr="00E0070D">
        <w:rPr>
          <w:rtl/>
        </w:rPr>
        <w:t xml:space="preserve">فأجاب الشيخ </w:t>
      </w:r>
      <w:r w:rsidR="00811D4D" w:rsidRPr="00811D4D">
        <w:rPr>
          <w:rStyle w:val="libAlaemChar"/>
          <w:rtl/>
        </w:rPr>
        <w:t>قدس‌سره</w:t>
      </w:r>
      <w:r w:rsidR="007237E2">
        <w:rPr>
          <w:rtl/>
        </w:rPr>
        <w:t>: ( بأنّي حين التشرّف</w:t>
      </w:r>
      <w:r w:rsidR="00DF2362">
        <w:rPr>
          <w:rFonts w:hint="cs"/>
          <w:rtl/>
        </w:rPr>
        <w:t xml:space="preserve"> </w:t>
      </w:r>
      <w:r w:rsidRPr="005E6D00">
        <w:rPr>
          <w:rtl/>
        </w:rPr>
        <w:t xml:space="preserve">إلى زيارة أبي الفضل </w:t>
      </w:r>
      <w:r w:rsidR="00811D4D" w:rsidRPr="00811D4D">
        <w:rPr>
          <w:rStyle w:val="libAlaemChar"/>
          <w:rFonts w:eastAsiaTheme="minorHAnsi"/>
          <w:rtl/>
        </w:rPr>
        <w:t>عليه‌السلام</w:t>
      </w:r>
      <w:r w:rsidRPr="005E6D00">
        <w:rPr>
          <w:rtl/>
        </w:rPr>
        <w:t xml:space="preserve"> فضلاً عن الأئمّة </w:t>
      </w:r>
      <w:r w:rsidR="00811D4D" w:rsidRPr="00811D4D">
        <w:rPr>
          <w:rStyle w:val="libAlaemChar"/>
          <w:rFonts w:eastAsiaTheme="minorHAnsi"/>
          <w:rtl/>
        </w:rPr>
        <w:t>عليهم‌السلام</w:t>
      </w:r>
      <w:r w:rsidRPr="005E6D00">
        <w:rPr>
          <w:rtl/>
        </w:rPr>
        <w:t xml:space="preserve"> اُقبّل عتبته؛ المقدّسة؛ لأنّها مُثخَن</w:t>
      </w:r>
      <w:r w:rsidRPr="00C86611">
        <w:rPr>
          <w:rStyle w:val="libFootnotenumChar"/>
          <w:rtl/>
        </w:rPr>
        <w:t>(</w:t>
      </w:r>
      <w:r w:rsidR="00795169">
        <w:rPr>
          <w:rStyle w:val="libFootnotenumChar"/>
          <w:rFonts w:hint="cs"/>
          <w:rtl/>
        </w:rPr>
        <w:t>5</w:t>
      </w:r>
      <w:r w:rsidRPr="00C86611">
        <w:rPr>
          <w:rStyle w:val="libFootnotenumChar"/>
          <w:rtl/>
        </w:rPr>
        <w:t>)</w:t>
      </w:r>
      <w:r w:rsidRPr="005E6D00">
        <w:rPr>
          <w:rtl/>
        </w:rPr>
        <w:t xml:space="preserve"> بأقدام الزائرين فضلاً عن أنّها عتبة أبي الفضل </w:t>
      </w:r>
      <w:r w:rsidR="00811D4D" w:rsidRPr="00811D4D">
        <w:rPr>
          <w:rStyle w:val="libAlaemChar"/>
          <w:rFonts w:eastAsiaTheme="minorHAnsi"/>
          <w:rtl/>
        </w:rPr>
        <w:t>عليه‌السلام</w:t>
      </w:r>
      <w:r w:rsidRPr="005E6D00">
        <w:rPr>
          <w:rtl/>
        </w:rPr>
        <w:t xml:space="preserve"> هذا مُجمل الكلام في ذلك.</w:t>
      </w:r>
    </w:p>
    <w:p w:rsidR="00D81F01" w:rsidRPr="00B132A8" w:rsidRDefault="00D81F01" w:rsidP="00D81F01">
      <w:pPr>
        <w:pStyle w:val="Heading2Center"/>
        <w:spacing w:before="0"/>
        <w:rPr>
          <w:rtl/>
        </w:rPr>
      </w:pPr>
      <w:bookmarkStart w:id="18" w:name="11"/>
      <w:bookmarkStart w:id="19" w:name="_Toc378509608"/>
      <w:r w:rsidRPr="00B132A8">
        <w:rPr>
          <w:rtl/>
        </w:rPr>
        <w:t>الدليل على عدم جواز التقبيل</w:t>
      </w:r>
      <w:bookmarkEnd w:id="18"/>
      <w:bookmarkEnd w:id="19"/>
    </w:p>
    <w:p w:rsidR="00D81F01" w:rsidRPr="00E0070D" w:rsidRDefault="00D81F01" w:rsidP="0019417F">
      <w:pPr>
        <w:pStyle w:val="libNormal"/>
        <w:rPr>
          <w:rtl/>
        </w:rPr>
      </w:pPr>
      <w:r w:rsidRPr="00E0070D">
        <w:rPr>
          <w:rtl/>
        </w:rPr>
        <w:t>والذي يُمكن أنْ يكون مستنداً للإشكال شيء من أمور:</w:t>
      </w:r>
    </w:p>
    <w:p w:rsidR="00D81F01" w:rsidRPr="00DA10CC" w:rsidRDefault="00D81F01" w:rsidP="00D81F01">
      <w:pPr>
        <w:pStyle w:val="libBold1"/>
        <w:rPr>
          <w:rtl/>
        </w:rPr>
      </w:pPr>
      <w:r w:rsidRPr="00DA10CC">
        <w:rPr>
          <w:rtl/>
        </w:rPr>
        <w:t>الأول:</w:t>
      </w:r>
    </w:p>
    <w:p w:rsidR="00AB77F1" w:rsidRPr="00AB77F1" w:rsidRDefault="00AB77F1" w:rsidP="00AB77F1">
      <w:pPr>
        <w:pStyle w:val="libLine"/>
        <w:rPr>
          <w:rtl/>
        </w:rPr>
      </w:pPr>
      <w:r w:rsidRPr="00AB77F1">
        <w:rPr>
          <w:rtl/>
        </w:rPr>
        <w:t>ــــــــــــــــــ</w:t>
      </w:r>
    </w:p>
    <w:p w:rsidR="002152CB" w:rsidRPr="00807971" w:rsidRDefault="00560DE8" w:rsidP="006E1602">
      <w:pPr>
        <w:pStyle w:val="libFootnote0"/>
        <w:rPr>
          <w:rStyle w:val="libNormalChar"/>
          <w:rtl/>
        </w:rPr>
      </w:pPr>
      <w:r w:rsidRPr="00FB364A">
        <w:rPr>
          <w:rFonts w:hint="cs"/>
          <w:rtl/>
        </w:rPr>
        <w:t>(</w:t>
      </w:r>
      <w:r w:rsidR="00795169" w:rsidRPr="00FB364A">
        <w:rPr>
          <w:rFonts w:hint="cs"/>
          <w:rtl/>
        </w:rPr>
        <w:t>1</w:t>
      </w:r>
      <w:r w:rsidR="002152CB" w:rsidRPr="00FB364A">
        <w:rPr>
          <w:rtl/>
        </w:rPr>
        <w:t xml:space="preserve">) أو بأمر الله لغيره كما في سجود الملائكة لآدم بأمر الله تعالى: </w:t>
      </w:r>
      <w:r w:rsidR="006E1602" w:rsidRPr="006E1602">
        <w:rPr>
          <w:rStyle w:val="libFootnoteAlaemChar"/>
          <w:rFonts w:eastAsiaTheme="minorHAnsi"/>
          <w:rtl/>
        </w:rPr>
        <w:t>(</w:t>
      </w:r>
      <w:r w:rsidR="002152CB" w:rsidRPr="00C86611">
        <w:rPr>
          <w:rStyle w:val="libFootnoteAieChar"/>
          <w:rtl/>
        </w:rPr>
        <w:t xml:space="preserve"> وإذ قُلنا للملائكة اسجُدُوا لآدم فسجدوا إلاّ إبليس...</w:t>
      </w:r>
      <w:r w:rsidR="006E1602" w:rsidRPr="006E1602">
        <w:rPr>
          <w:rStyle w:val="libAlaemChar"/>
          <w:rFonts w:eastAsiaTheme="minorHAnsi" w:hint="cs"/>
          <w:rtl/>
        </w:rPr>
        <w:t xml:space="preserve"> </w:t>
      </w:r>
      <w:r w:rsidR="006E1602" w:rsidRPr="006E1602">
        <w:rPr>
          <w:rStyle w:val="libFootnoteAlaemChar"/>
          <w:rFonts w:eastAsiaTheme="minorHAnsi" w:hint="cs"/>
          <w:rtl/>
        </w:rPr>
        <w:t>)</w:t>
      </w:r>
    </w:p>
    <w:p w:rsidR="002152CB" w:rsidRPr="00C86611" w:rsidRDefault="00560DE8" w:rsidP="0003580E">
      <w:pPr>
        <w:pStyle w:val="libFootnote0"/>
        <w:rPr>
          <w:rtl/>
        </w:rPr>
      </w:pPr>
      <w:r>
        <w:rPr>
          <w:rFonts w:hint="cs"/>
          <w:rtl/>
        </w:rPr>
        <w:t>(</w:t>
      </w:r>
      <w:r w:rsidR="00795169">
        <w:rPr>
          <w:rFonts w:hint="cs"/>
          <w:rtl/>
        </w:rPr>
        <w:t>2</w:t>
      </w:r>
      <w:r w:rsidR="002152CB" w:rsidRPr="00C86611">
        <w:rPr>
          <w:rtl/>
        </w:rPr>
        <w:t>) الدروس الشرعيّة في فقه الإماميّة للشهيد الأوّل: ج2، ص24، كتاب المزار،ط قم جماعة المدرّسين.</w:t>
      </w:r>
    </w:p>
    <w:p w:rsidR="002152CB" w:rsidRPr="00C86611" w:rsidRDefault="00560DE8" w:rsidP="0003580E">
      <w:pPr>
        <w:pStyle w:val="libFootnote0"/>
        <w:rPr>
          <w:rtl/>
        </w:rPr>
      </w:pPr>
      <w:r>
        <w:rPr>
          <w:rFonts w:hint="cs"/>
          <w:rtl/>
        </w:rPr>
        <w:t>(</w:t>
      </w:r>
      <w:r w:rsidR="00795169">
        <w:rPr>
          <w:rFonts w:hint="cs"/>
          <w:rtl/>
        </w:rPr>
        <w:t>3</w:t>
      </w:r>
      <w:r w:rsidR="002152CB" w:rsidRPr="00C86611">
        <w:rPr>
          <w:rtl/>
        </w:rPr>
        <w:t>) هو العلامّة الشيخ الفاضل الملاّ آغا بن عابد بن رمضان بن زاهد الشيرواني الحائري الدربندي المولود في دربند في حدود عام (1208) والمتوفّى (1285) صاحب كتاب أسرار الشهادة.</w:t>
      </w:r>
    </w:p>
    <w:p w:rsidR="002152CB" w:rsidRPr="00C86611" w:rsidRDefault="00560DE8" w:rsidP="0003580E">
      <w:pPr>
        <w:pStyle w:val="libFootnote0"/>
        <w:rPr>
          <w:rtl/>
        </w:rPr>
      </w:pPr>
      <w:r>
        <w:rPr>
          <w:rFonts w:hint="cs"/>
          <w:rtl/>
        </w:rPr>
        <w:t>(</w:t>
      </w:r>
      <w:r w:rsidR="00795169">
        <w:rPr>
          <w:rFonts w:hint="cs"/>
          <w:rtl/>
        </w:rPr>
        <w:t>4</w:t>
      </w:r>
      <w:r w:rsidR="002152CB" w:rsidRPr="00C86611">
        <w:rPr>
          <w:rtl/>
        </w:rPr>
        <w:t>) هو الشيخ الأعظم مرتضى الأنصاري المتوفّى (1281هـ) كان آيةً في الزهد والورع والتقوى والعلم صاحب كتاب المكاسب والرسائل.</w:t>
      </w:r>
    </w:p>
    <w:p w:rsidR="00D81F01" w:rsidRDefault="00560DE8" w:rsidP="0003580E">
      <w:pPr>
        <w:pStyle w:val="libFootnote0"/>
        <w:rPr>
          <w:rtl/>
        </w:rPr>
      </w:pPr>
      <w:r>
        <w:rPr>
          <w:rFonts w:hint="cs"/>
          <w:rtl/>
        </w:rPr>
        <w:t>(</w:t>
      </w:r>
      <w:r w:rsidR="00795169">
        <w:rPr>
          <w:rFonts w:hint="cs"/>
          <w:rtl/>
        </w:rPr>
        <w:t>5</w:t>
      </w:r>
      <w:r w:rsidR="002152CB" w:rsidRPr="00C86611">
        <w:rPr>
          <w:rtl/>
        </w:rPr>
        <w:t xml:space="preserve">) هكذا ورد في المخطوطة. </w:t>
      </w:r>
    </w:p>
    <w:p w:rsidR="00D81F01" w:rsidRDefault="00D81F01" w:rsidP="00770B9A">
      <w:pPr>
        <w:pStyle w:val="libNormal"/>
        <w:rPr>
          <w:rtl/>
        </w:rPr>
      </w:pPr>
      <w:r>
        <w:rPr>
          <w:rtl/>
        </w:rPr>
        <w:br w:type="page"/>
      </w:r>
    </w:p>
    <w:p w:rsidR="002152CB" w:rsidRPr="005E6D00" w:rsidRDefault="002152CB" w:rsidP="00AB1254">
      <w:pPr>
        <w:pStyle w:val="libNormal0"/>
        <w:rPr>
          <w:rtl/>
        </w:rPr>
      </w:pPr>
      <w:r w:rsidRPr="005E6D00">
        <w:rPr>
          <w:rtl/>
        </w:rPr>
        <w:lastRenderedPageBreak/>
        <w:t xml:space="preserve">إنّه قد ورد مَنعُهم </w:t>
      </w:r>
      <w:r w:rsidR="00811D4D" w:rsidRPr="00811D4D">
        <w:rPr>
          <w:rStyle w:val="libAlaemChar"/>
          <w:rFonts w:eastAsiaTheme="minorHAnsi"/>
          <w:rtl/>
        </w:rPr>
        <w:t>عليهم‌السلام</w:t>
      </w:r>
      <w:r w:rsidRPr="005E6D00">
        <w:rPr>
          <w:rtl/>
        </w:rPr>
        <w:t xml:space="preserve"> من تقبيل أقدامِهم المقدّسة في زمان حياتهم، وقد عقد في الوسائل باباً بعدم جواز السجود للنبيّ </w:t>
      </w:r>
      <w:r w:rsidR="00811D4D" w:rsidRPr="00811D4D">
        <w:rPr>
          <w:rStyle w:val="libAlaemChar"/>
          <w:rFonts w:eastAsiaTheme="minorHAnsi"/>
          <w:rtl/>
        </w:rPr>
        <w:t>صلى‌الله‌عليه‌وآله‌وسلم</w:t>
      </w:r>
      <w:r w:rsidRPr="005E6D00">
        <w:rPr>
          <w:rtl/>
        </w:rPr>
        <w:t xml:space="preserve"> والإمام </w:t>
      </w:r>
      <w:r w:rsidR="00811D4D" w:rsidRPr="00811D4D">
        <w:rPr>
          <w:rStyle w:val="libAlaemChar"/>
          <w:rFonts w:eastAsiaTheme="minorHAnsi"/>
          <w:rtl/>
        </w:rPr>
        <w:t>عليه‌السلام</w:t>
      </w:r>
      <w:r w:rsidRPr="005E6D00">
        <w:rPr>
          <w:rtl/>
        </w:rPr>
        <w:t xml:space="preserve"> في الزيارة ولا غيرها</w:t>
      </w:r>
      <w:r w:rsidRPr="00C86611">
        <w:rPr>
          <w:rStyle w:val="libFootnotenumChar"/>
          <w:rtl/>
        </w:rPr>
        <w:t>(1)</w:t>
      </w:r>
      <w:r w:rsidRPr="005E6D00">
        <w:rPr>
          <w:rtl/>
        </w:rPr>
        <w:t>، ثُمّ ذكر رواية السيّد عبد الكريم بن أحمد بن طاووس</w:t>
      </w:r>
      <w:r w:rsidRPr="00C86611">
        <w:rPr>
          <w:rStyle w:val="libFootnotenumChar"/>
          <w:rtl/>
        </w:rPr>
        <w:t>(2)</w:t>
      </w:r>
      <w:r w:rsidRPr="005E6D00">
        <w:rPr>
          <w:rtl/>
        </w:rPr>
        <w:t xml:space="preserve"> في (فرحة الغري) قال: ذكر حسن بن الحسين</w:t>
      </w:r>
      <w:r w:rsidRPr="00C86611">
        <w:rPr>
          <w:rStyle w:val="libFootnotenumChar"/>
          <w:rtl/>
        </w:rPr>
        <w:t>(3)</w:t>
      </w:r>
      <w:r w:rsidRPr="005E6D00">
        <w:rPr>
          <w:rtl/>
        </w:rPr>
        <w:t xml:space="preserve"> بن طحال المقدادي </w:t>
      </w:r>
      <w:r w:rsidR="00AB1254" w:rsidRPr="00AB1254">
        <w:rPr>
          <w:rStyle w:val="libAlaemChar"/>
          <w:rtl/>
        </w:rPr>
        <w:t>رضي‌الله‌عنه</w:t>
      </w:r>
      <w:r w:rsidRPr="005E6D00">
        <w:rPr>
          <w:rtl/>
        </w:rPr>
        <w:t xml:space="preserve">: إنّ زين العابدين </w:t>
      </w:r>
      <w:r w:rsidR="00811D4D" w:rsidRPr="00811D4D">
        <w:rPr>
          <w:rStyle w:val="libAlaemChar"/>
          <w:rFonts w:eastAsiaTheme="minorHAnsi"/>
          <w:rtl/>
        </w:rPr>
        <w:t>عليه‌السلام</w:t>
      </w:r>
      <w:r w:rsidRPr="005E6D00">
        <w:rPr>
          <w:rtl/>
        </w:rPr>
        <w:t xml:space="preserve"> ورَدَ إلى الكوفة ودخل مسجدها وبه أبو حمزة الثمالي، وكان من زُهّاد أهل الكوفة (ومشايخها)</w:t>
      </w:r>
      <w:r w:rsidRPr="00C86611">
        <w:rPr>
          <w:rStyle w:val="libFootnotenumChar"/>
          <w:rtl/>
        </w:rPr>
        <w:t>(4)</w:t>
      </w:r>
      <w:r w:rsidRPr="005E6D00">
        <w:rPr>
          <w:rtl/>
        </w:rPr>
        <w:t xml:space="preserve"> فصلّى ركعتين</w:t>
      </w:r>
      <w:r w:rsidRPr="00C86611">
        <w:rPr>
          <w:rStyle w:val="libFootnotenumChar"/>
          <w:rtl/>
        </w:rPr>
        <w:t>(5)</w:t>
      </w:r>
      <w:r w:rsidRPr="005E6D00">
        <w:rPr>
          <w:rtl/>
        </w:rPr>
        <w:t xml:space="preserve"> وذكر دعاءً</w:t>
      </w:r>
      <w:r w:rsidR="00D81F01" w:rsidRPr="005E6D00">
        <w:rPr>
          <w:rFonts w:hint="cs"/>
          <w:rtl/>
        </w:rPr>
        <w:t xml:space="preserve"> </w:t>
      </w:r>
      <w:r w:rsidRPr="005E6D00">
        <w:rPr>
          <w:rtl/>
        </w:rPr>
        <w:t>إلى أنْ قال: فتَبِعتَه إلى مناخ الكوفة فوج</w:t>
      </w:r>
      <w:r w:rsidR="00D81F01" w:rsidRPr="005E6D00">
        <w:rPr>
          <w:rtl/>
        </w:rPr>
        <w:t>دتُ عبداً أسود ومعه نجيبٌ وناقة</w:t>
      </w:r>
      <w:r w:rsidR="00D81F01" w:rsidRPr="005E6D00">
        <w:rPr>
          <w:rFonts w:hint="cs"/>
          <w:rtl/>
        </w:rPr>
        <w:t>.</w:t>
      </w:r>
    </w:p>
    <w:p w:rsidR="00D81F01" w:rsidRPr="005E6D00" w:rsidRDefault="00D81F01" w:rsidP="00811D4D">
      <w:pPr>
        <w:pStyle w:val="libNormal"/>
        <w:rPr>
          <w:rtl/>
        </w:rPr>
      </w:pPr>
      <w:r w:rsidRPr="005E6D00">
        <w:rPr>
          <w:rtl/>
        </w:rPr>
        <w:t xml:space="preserve">فقلتُ: يا أسود مَنْ الرّجل؟ فقال: أو تَخفَى عليكَ شمائلُه هو عليّ بن الحسين </w:t>
      </w:r>
      <w:r w:rsidR="00811D4D" w:rsidRPr="00811D4D">
        <w:rPr>
          <w:rStyle w:val="libAlaemChar"/>
          <w:rFonts w:eastAsiaTheme="minorHAnsi"/>
          <w:rtl/>
        </w:rPr>
        <w:t>عليهما‌السلام</w:t>
      </w:r>
      <w:r w:rsidR="00811D4D" w:rsidRPr="00950221">
        <w:rPr>
          <w:rFonts w:eastAsiaTheme="minorHAnsi"/>
          <w:rtl/>
        </w:rPr>
        <w:t xml:space="preserve"> </w:t>
      </w:r>
      <w:r w:rsidRPr="005E6D00">
        <w:rPr>
          <w:rtl/>
        </w:rPr>
        <w:t xml:space="preserve">، قال أبو حمزة: فأكبَبتُ على قدميه اُقبّلهما فرفع رأسي بيده وقال: </w:t>
      </w:r>
      <w:r w:rsidRPr="00C86611">
        <w:rPr>
          <w:rStyle w:val="libBold2Char"/>
          <w:rtl/>
        </w:rPr>
        <w:t>( لا يا أبا حمزة، إنّما يكون السجودُ لله عزّ وجلّ، )</w:t>
      </w:r>
      <w:r w:rsidRPr="005E6D00">
        <w:rPr>
          <w:rtl/>
        </w:rPr>
        <w:t xml:space="preserve"> فقلت: يابن رسول الله ما أقدمك إلينا ؟</w:t>
      </w:r>
    </w:p>
    <w:p w:rsidR="00D81F01" w:rsidRPr="005E6D00" w:rsidRDefault="00D81F01" w:rsidP="00811D4D">
      <w:pPr>
        <w:pStyle w:val="libNormal"/>
        <w:rPr>
          <w:rtl/>
        </w:rPr>
      </w:pPr>
      <w:r w:rsidRPr="005E6D00">
        <w:rPr>
          <w:rtl/>
        </w:rPr>
        <w:t xml:space="preserve">قال </w:t>
      </w:r>
      <w:r w:rsidR="00811D4D" w:rsidRPr="00811D4D">
        <w:rPr>
          <w:rStyle w:val="libAlaemChar"/>
          <w:rFonts w:eastAsiaTheme="minorHAnsi"/>
          <w:rtl/>
        </w:rPr>
        <w:t>عليه‌السلام</w:t>
      </w:r>
      <w:r w:rsidRPr="005E6D00">
        <w:rPr>
          <w:rtl/>
        </w:rPr>
        <w:t xml:space="preserve">: </w:t>
      </w:r>
      <w:r w:rsidRPr="00C86611">
        <w:rPr>
          <w:rStyle w:val="libBold2Char"/>
          <w:rtl/>
        </w:rPr>
        <w:t>( ما رأيتَ، ولو عَلِم الناس ما فيه من الفضل لأتَوه ولو حبواً )</w:t>
      </w:r>
      <w:r w:rsidRPr="005E6D00">
        <w:rPr>
          <w:rtl/>
        </w:rPr>
        <w:t>الحديث</w:t>
      </w:r>
      <w:r w:rsidRPr="00C86611">
        <w:rPr>
          <w:rStyle w:val="libFootnotenumChar"/>
          <w:rtl/>
        </w:rPr>
        <w:t>(6)</w:t>
      </w:r>
      <w:r w:rsidRPr="005E6D00">
        <w:rPr>
          <w:rtl/>
        </w:rPr>
        <w:t>.</w:t>
      </w:r>
    </w:p>
    <w:p w:rsidR="00AB77F1" w:rsidRPr="00AB77F1" w:rsidRDefault="00AB77F1" w:rsidP="00AB77F1">
      <w:pPr>
        <w:pStyle w:val="libLine"/>
        <w:rPr>
          <w:rtl/>
        </w:rPr>
      </w:pPr>
      <w:r w:rsidRPr="00AB77F1">
        <w:rPr>
          <w:rtl/>
        </w:rPr>
        <w:t>ــــــــــــــــــ</w:t>
      </w:r>
    </w:p>
    <w:p w:rsidR="00D81F01" w:rsidRPr="00C86611" w:rsidRDefault="00560DE8" w:rsidP="00811D4D">
      <w:pPr>
        <w:pStyle w:val="libFootnote0"/>
        <w:rPr>
          <w:rtl/>
        </w:rPr>
      </w:pPr>
      <w:r>
        <w:rPr>
          <w:rFonts w:hint="cs"/>
          <w:rtl/>
        </w:rPr>
        <w:t>(</w:t>
      </w:r>
      <w:r w:rsidR="00D81F01" w:rsidRPr="00C86611">
        <w:rPr>
          <w:rtl/>
        </w:rPr>
        <w:t xml:space="preserve">1) وسائل الشيعة، للحرّ العاملي </w:t>
      </w:r>
      <w:r w:rsidR="00811D4D" w:rsidRPr="006E1602">
        <w:rPr>
          <w:rStyle w:val="libFootnoteAlaemChar"/>
          <w:rtl/>
        </w:rPr>
        <w:t>رحمه‌الله</w:t>
      </w:r>
      <w:r w:rsidR="00D81F01" w:rsidRPr="00C86611">
        <w:rPr>
          <w:rtl/>
        </w:rPr>
        <w:t xml:space="preserve"> المتوفّى (1104): ج14، ص407، كتاب الحجّ، باب 35، ح1، ط مؤسّسة آل البيت </w:t>
      </w:r>
      <w:r w:rsidR="00811D4D" w:rsidRPr="006E1602">
        <w:rPr>
          <w:rStyle w:val="libFootnoteAlaemChar"/>
          <w:rFonts w:eastAsiaTheme="minorHAnsi"/>
          <w:rtl/>
        </w:rPr>
        <w:t>عليهم‌السلام</w:t>
      </w:r>
      <w:r w:rsidR="00D81F01" w:rsidRPr="00C86611">
        <w:rPr>
          <w:rtl/>
        </w:rPr>
        <w:t>.</w:t>
      </w:r>
    </w:p>
    <w:p w:rsidR="00D81F01" w:rsidRPr="00C86611" w:rsidRDefault="00560DE8" w:rsidP="00811D4D">
      <w:pPr>
        <w:pStyle w:val="libFootnote0"/>
        <w:rPr>
          <w:rtl/>
        </w:rPr>
      </w:pPr>
      <w:r>
        <w:rPr>
          <w:rFonts w:hint="cs"/>
          <w:rtl/>
        </w:rPr>
        <w:t>(</w:t>
      </w:r>
      <w:r w:rsidR="00D81F01" w:rsidRPr="00C86611">
        <w:rPr>
          <w:rtl/>
        </w:rPr>
        <w:t xml:space="preserve">2) هو السيّد جمال الدين أبو الفضائل أحمد بن سعد الدين أبي إبراهيم موسى بن جعفر بن محمّد بن أحمد بن محمّد بن أحمد بن أبي عبد الله محمّد الطاووس بن إسحاق بن الحسن بن محمّد بن سُليمان بن داود بن الحسن المثنّى بن الحسن السبط بن عليّ بن أبي طالب </w:t>
      </w:r>
      <w:r w:rsidR="00811D4D" w:rsidRPr="006E1602">
        <w:rPr>
          <w:rStyle w:val="libFootnoteAlaemChar"/>
          <w:rFonts w:eastAsiaTheme="minorHAnsi"/>
          <w:rtl/>
        </w:rPr>
        <w:t>عليه‌السلام</w:t>
      </w:r>
      <w:r w:rsidR="00D81F01" w:rsidRPr="00C86611">
        <w:rPr>
          <w:rtl/>
        </w:rPr>
        <w:t xml:space="preserve"> كان عالماً فقيهاً أديباً توفّى في سنة (673هـ) في الحلّة، وترك مؤلّفات عديدة منها: فرحة الغري وعين العبرة في غبن العترة...</w:t>
      </w:r>
    </w:p>
    <w:p w:rsidR="00D81F01" w:rsidRPr="00C86611" w:rsidRDefault="00560DE8" w:rsidP="0003580E">
      <w:pPr>
        <w:pStyle w:val="libFootnote0"/>
        <w:rPr>
          <w:rtl/>
        </w:rPr>
      </w:pPr>
      <w:r>
        <w:rPr>
          <w:rFonts w:hint="cs"/>
          <w:rtl/>
        </w:rPr>
        <w:t>(</w:t>
      </w:r>
      <w:r w:rsidR="00D81F01" w:rsidRPr="00C86611">
        <w:rPr>
          <w:rtl/>
        </w:rPr>
        <w:t>3) في الوسائل: (حسن بن حسين) وفي فرحة الغري: (حسن بن الحسين).</w:t>
      </w:r>
    </w:p>
    <w:p w:rsidR="00D81F01" w:rsidRPr="00C86611" w:rsidRDefault="00560DE8" w:rsidP="0003580E">
      <w:pPr>
        <w:pStyle w:val="libFootnote0"/>
        <w:rPr>
          <w:rtl/>
        </w:rPr>
      </w:pPr>
      <w:r>
        <w:rPr>
          <w:rFonts w:hint="cs"/>
          <w:rtl/>
        </w:rPr>
        <w:t>(</w:t>
      </w:r>
      <w:r w:rsidR="00D81F01" w:rsidRPr="00C86611">
        <w:rPr>
          <w:rtl/>
        </w:rPr>
        <w:t>4) بين القوسين أثبتناه من المصدر.</w:t>
      </w:r>
    </w:p>
    <w:p w:rsidR="00D81F01" w:rsidRPr="0003580E" w:rsidRDefault="00560DE8" w:rsidP="0003580E">
      <w:pPr>
        <w:pStyle w:val="libFootnote0"/>
        <w:rPr>
          <w:rtl/>
        </w:rPr>
      </w:pPr>
      <w:r w:rsidRPr="0003580E">
        <w:rPr>
          <w:rFonts w:hint="cs"/>
          <w:rtl/>
        </w:rPr>
        <w:t>(</w:t>
      </w:r>
      <w:r w:rsidR="00D81F01" w:rsidRPr="0003580E">
        <w:rPr>
          <w:rtl/>
        </w:rPr>
        <w:t>5) في فرحة الغري: (قال أبو حمزة: فما سمعتُ أطيب من لهجته، فدنوتُ منه لأسمع ما يقول، فسمعته يقول: ( إلهي إنْ كان قد عصيتُك، فإني قد أطعتُك في أحبِّ الأشياء إليكَ، الإقرار بوحدانيّتك منّاً منكَ عليَّ، لا منّاً منّي عليكَ ) والدعاء معروف ثُمّ نهض....</w:t>
      </w:r>
    </w:p>
    <w:p w:rsidR="00D81F01" w:rsidRPr="0041035F" w:rsidRDefault="00560DE8" w:rsidP="00811D4D">
      <w:pPr>
        <w:pStyle w:val="libFootnote0"/>
        <w:rPr>
          <w:rStyle w:val="libNormalChar"/>
          <w:rtl/>
        </w:rPr>
      </w:pPr>
      <w:r w:rsidRPr="0003580E">
        <w:rPr>
          <w:rFonts w:hint="cs"/>
          <w:rtl/>
        </w:rPr>
        <w:t>(</w:t>
      </w:r>
      <w:r w:rsidR="00D81F01" w:rsidRPr="0003580E">
        <w:rPr>
          <w:rtl/>
        </w:rPr>
        <w:t xml:space="preserve">6) إلى هنا نقله الحرّ العاملي في الوسائل: ج14، ص408، باب35، كتاب الحجّ، ج1. ولكن للحديث صِلة وتتمّة ذكرها ابن طاووس: ( هل لك أنْ تزورَ معي قبر جدّي عليّ بن أبي طالب؟ قلتُ: أجل، فسرتُ في ظلِّ ناقته يحدثني حتّى أتينا الغريّين، وهي بُقعة بيضاء تلمع نوراً، فنزلَ عن ناقته، ومرّغ خدّيه عليها، وقال: ( يا أبا حمزة هذا قبر جدّي علي بن أبي طالب </w:t>
      </w:r>
      <w:r w:rsidR="00811D4D" w:rsidRPr="006E1602">
        <w:rPr>
          <w:rStyle w:val="libFootnoteAlaemChar"/>
          <w:rFonts w:eastAsiaTheme="minorHAnsi"/>
          <w:rtl/>
        </w:rPr>
        <w:t>عليه‌السلام</w:t>
      </w:r>
      <w:r w:rsidR="00811D4D" w:rsidRPr="0003580E">
        <w:rPr>
          <w:rtl/>
        </w:rPr>
        <w:t xml:space="preserve"> </w:t>
      </w:r>
      <w:r w:rsidR="00D81F01" w:rsidRPr="0003580E">
        <w:rPr>
          <w:rtl/>
        </w:rPr>
        <w:t>، ثُمّ زاره بزيارةٍ أولها: ( السلامُ على اسم الله الرضي، ونور وجهه المضيء )، ثُمّ ودّعه ومضى إلى المدينة، ورجعتُ أنا إلى الكوفة. راجع فرحة الغري: ص75، الباب الرابع، ح19، ط: قم مركز الغدير للدراسات الإسلاميّة.</w:t>
      </w:r>
    </w:p>
    <w:p w:rsidR="00D81F01" w:rsidRDefault="00D81F01" w:rsidP="00236302">
      <w:pPr>
        <w:pStyle w:val="libNormal"/>
        <w:rPr>
          <w:rtl/>
        </w:rPr>
      </w:pPr>
      <w:r>
        <w:rPr>
          <w:rtl/>
        </w:rPr>
        <w:br w:type="page"/>
      </w:r>
    </w:p>
    <w:p w:rsidR="002152CB" w:rsidRPr="00E0070D" w:rsidRDefault="002152CB" w:rsidP="00811D4D">
      <w:pPr>
        <w:pStyle w:val="libNormal"/>
        <w:rPr>
          <w:rtl/>
        </w:rPr>
      </w:pPr>
      <w:r w:rsidRPr="00E0070D">
        <w:rPr>
          <w:rtl/>
        </w:rPr>
        <w:lastRenderedPageBreak/>
        <w:t xml:space="preserve">والتقريب: إنّ في نَهْيَه </w:t>
      </w:r>
      <w:r w:rsidR="00811D4D" w:rsidRPr="00811D4D">
        <w:rPr>
          <w:rStyle w:val="libAlaemChar"/>
          <w:rFonts w:eastAsiaTheme="minorHAnsi"/>
          <w:rtl/>
        </w:rPr>
        <w:t>عليه‌السلام</w:t>
      </w:r>
      <w:r w:rsidRPr="00E0070D">
        <w:rPr>
          <w:rtl/>
        </w:rPr>
        <w:t xml:space="preserve"> من السجدة لغير الله سبحانه بعد ما انكبّ على قدميه دلالةً على كون الإنكباب لتقبيل الرجل سجدة فضلاً عن نفس التقبيل، فيأتي مثله في الإنكباب بتقبيل العتبة فيكون ممنوعاً منه.</w:t>
      </w:r>
    </w:p>
    <w:p w:rsidR="002152CB" w:rsidRPr="00B132A8" w:rsidRDefault="002152CB" w:rsidP="009C2E13">
      <w:pPr>
        <w:pStyle w:val="Heading2Center"/>
        <w:spacing w:before="0"/>
        <w:rPr>
          <w:rtl/>
        </w:rPr>
      </w:pPr>
      <w:bookmarkStart w:id="20" w:name="12"/>
      <w:bookmarkStart w:id="21" w:name="_Toc378509609"/>
      <w:r w:rsidRPr="00B132A8">
        <w:rPr>
          <w:rtl/>
        </w:rPr>
        <w:t>مناقشةُ الرواية المانعة من التقبيل</w:t>
      </w:r>
      <w:bookmarkEnd w:id="20"/>
      <w:bookmarkEnd w:id="21"/>
    </w:p>
    <w:p w:rsidR="002152CB" w:rsidRPr="00DA10CC" w:rsidRDefault="002152CB" w:rsidP="007614F2">
      <w:pPr>
        <w:pStyle w:val="libBold1"/>
        <w:rPr>
          <w:rtl/>
        </w:rPr>
      </w:pPr>
      <w:r w:rsidRPr="00DA10CC">
        <w:rPr>
          <w:rtl/>
        </w:rPr>
        <w:t>والجواب عن ذلك:</w:t>
      </w:r>
    </w:p>
    <w:p w:rsidR="002152CB" w:rsidRPr="005E6D00" w:rsidRDefault="002152CB" w:rsidP="005E6D00">
      <w:pPr>
        <w:pStyle w:val="libNormal"/>
        <w:rPr>
          <w:rtl/>
        </w:rPr>
      </w:pPr>
      <w:r w:rsidRPr="00DA10CC">
        <w:rPr>
          <w:rStyle w:val="libBold1Char"/>
          <w:rtl/>
        </w:rPr>
        <w:t>أولاً:</w:t>
      </w:r>
      <w:r w:rsidRPr="005E6D00">
        <w:rPr>
          <w:rtl/>
        </w:rPr>
        <w:t xml:space="preserve"> إنّ الرواية مرسلة لا حجّة فيها</w:t>
      </w:r>
      <w:r w:rsidRPr="00C86611">
        <w:rPr>
          <w:rStyle w:val="libFootnotenumChar"/>
          <w:rtl/>
        </w:rPr>
        <w:t>(</w:t>
      </w:r>
      <w:r w:rsidR="00C71B0C">
        <w:rPr>
          <w:rStyle w:val="libFootnotenumChar"/>
          <w:rFonts w:hint="cs"/>
          <w:rtl/>
        </w:rPr>
        <w:t>1</w:t>
      </w:r>
      <w:r w:rsidRPr="00C86611">
        <w:rPr>
          <w:rStyle w:val="libFootnotenumChar"/>
          <w:rtl/>
        </w:rPr>
        <w:t>)</w:t>
      </w:r>
      <w:r w:rsidRPr="005E6D00">
        <w:rPr>
          <w:rtl/>
        </w:rPr>
        <w:t>.</w:t>
      </w:r>
    </w:p>
    <w:p w:rsidR="002152CB" w:rsidRPr="005E6D00" w:rsidRDefault="002152CB" w:rsidP="00811D4D">
      <w:pPr>
        <w:pStyle w:val="libNormal"/>
        <w:rPr>
          <w:rtl/>
        </w:rPr>
      </w:pPr>
      <w:r w:rsidRPr="00DA10CC">
        <w:rPr>
          <w:rStyle w:val="libBold1Char"/>
          <w:rtl/>
        </w:rPr>
        <w:t>وثانياً:</w:t>
      </w:r>
      <w:r w:rsidRPr="005E6D00">
        <w:rPr>
          <w:rtl/>
        </w:rPr>
        <w:t xml:space="preserve"> إنّها مضطربة المتن؛ فإنّها رُويَت على أنحاء مختلفة، فقد رواها في البحار عن الشيخ الشهيد </w:t>
      </w:r>
      <w:r w:rsidR="00811D4D" w:rsidRPr="00811D4D">
        <w:rPr>
          <w:rStyle w:val="libAlaemChar"/>
          <w:rtl/>
        </w:rPr>
        <w:t>قدس‌سره</w:t>
      </w:r>
      <w:r w:rsidR="00811D4D" w:rsidRPr="00E0070D">
        <w:rPr>
          <w:rtl/>
        </w:rPr>
        <w:t xml:space="preserve"> </w:t>
      </w:r>
      <w:r w:rsidRPr="005E6D00">
        <w:rPr>
          <w:rtl/>
        </w:rPr>
        <w:t>، ومؤلّف المزار الكبير</w:t>
      </w:r>
      <w:r w:rsidRPr="00C86611">
        <w:rPr>
          <w:rStyle w:val="libFootnotenumChar"/>
          <w:rtl/>
        </w:rPr>
        <w:t>(</w:t>
      </w:r>
      <w:r w:rsidR="00C71B0C">
        <w:rPr>
          <w:rStyle w:val="libFootnotenumChar"/>
          <w:rFonts w:hint="cs"/>
          <w:rtl/>
        </w:rPr>
        <w:t>2</w:t>
      </w:r>
      <w:r w:rsidRPr="00C86611">
        <w:rPr>
          <w:rStyle w:val="libFootnotenumChar"/>
          <w:rtl/>
        </w:rPr>
        <w:t>)</w:t>
      </w:r>
      <w:r w:rsidRPr="005E6D00">
        <w:rPr>
          <w:rtl/>
        </w:rPr>
        <w:t xml:space="preserve"> بالإسناد مرفوعاً إلى أبي حمزة قال: بينا أنا قاعد في المسجد عند السابعة، إذا برجل ممّا يلي أبواب كِندة قد دخل فنظرتُ إلى أحسن الناس وجهاً وأطيبهم ريحاً، وأنظفهم ثياباً</w:t>
      </w:r>
      <w:r w:rsidRPr="00C86611">
        <w:rPr>
          <w:rStyle w:val="libFootnotenumChar"/>
          <w:rtl/>
        </w:rPr>
        <w:t>(</w:t>
      </w:r>
      <w:r w:rsidR="00C71B0C">
        <w:rPr>
          <w:rStyle w:val="libFootnotenumChar"/>
          <w:rFonts w:hint="cs"/>
          <w:rtl/>
        </w:rPr>
        <w:t>3</w:t>
      </w:r>
      <w:r w:rsidRPr="00C86611">
        <w:rPr>
          <w:rStyle w:val="libFootnotenumChar"/>
          <w:rtl/>
        </w:rPr>
        <w:t>)</w:t>
      </w:r>
      <w:r w:rsidRPr="005E6D00">
        <w:rPr>
          <w:rtl/>
        </w:rPr>
        <w:t xml:space="preserve"> معمّم بلا طَيلَسَان ولا إزار، وعليه قميص ودرّاعة وعمامة، وفي رجليه نعلان عربيّان فخلّع نَعليه، ثُمّ قام عند السابعة ورفع مِسبحتَيه حتّى</w:t>
      </w:r>
      <w:r w:rsidR="00D81F01" w:rsidRPr="005E6D00">
        <w:rPr>
          <w:rFonts w:hint="cs"/>
          <w:rtl/>
        </w:rPr>
        <w:t xml:space="preserve"> </w:t>
      </w:r>
      <w:r w:rsidRPr="005E6D00">
        <w:rPr>
          <w:rtl/>
        </w:rPr>
        <w:t xml:space="preserve">بَلَغَتا شحمةَ أُذُنيه </w:t>
      </w:r>
      <w:r w:rsidRPr="00C86611">
        <w:rPr>
          <w:rStyle w:val="libFootnotenumChar"/>
          <w:rtl/>
        </w:rPr>
        <w:t>(</w:t>
      </w:r>
      <w:r w:rsidR="00C71B0C">
        <w:rPr>
          <w:rStyle w:val="libFootnotenumChar"/>
          <w:rFonts w:hint="cs"/>
          <w:rtl/>
        </w:rPr>
        <w:t>4</w:t>
      </w:r>
      <w:r w:rsidRPr="00C86611">
        <w:rPr>
          <w:rStyle w:val="libFootnotenumChar"/>
          <w:rtl/>
        </w:rPr>
        <w:t>)</w:t>
      </w:r>
      <w:r w:rsidRPr="005E6D00">
        <w:rPr>
          <w:rtl/>
        </w:rPr>
        <w:t xml:space="preserve"> ثُمّ أرسلهما بالتكبير فلم تبقَ في بَدَني شعرةٌ إلاّ قامت، ثُمّ صلّى أربع ركَعَات أحسَنَ ركوعهنّ وسجودهن وقال: </w:t>
      </w:r>
      <w:r w:rsidRPr="00C86611">
        <w:rPr>
          <w:rStyle w:val="libBold2Char"/>
          <w:rtl/>
        </w:rPr>
        <w:t>( إلهي... )</w:t>
      </w:r>
      <w:r w:rsidRPr="005E6D00">
        <w:rPr>
          <w:rtl/>
        </w:rPr>
        <w:t xml:space="preserve"> ثُمّ ذكر الدعاء،</w:t>
      </w:r>
      <w:r w:rsidRPr="00C86611">
        <w:rPr>
          <w:rStyle w:val="libFootnotenumChar"/>
          <w:rtl/>
        </w:rPr>
        <w:t xml:space="preserve"> (</w:t>
      </w:r>
      <w:r w:rsidR="00C71B0C">
        <w:rPr>
          <w:rStyle w:val="libFootnotenumChar"/>
          <w:rFonts w:hint="cs"/>
          <w:rtl/>
        </w:rPr>
        <w:t>5</w:t>
      </w:r>
      <w:r w:rsidRPr="00C86611">
        <w:rPr>
          <w:rStyle w:val="libFootnotenumChar"/>
          <w:rtl/>
        </w:rPr>
        <w:t>)</w:t>
      </w:r>
    </w:p>
    <w:p w:rsidR="00AB77F1" w:rsidRPr="00AB77F1" w:rsidRDefault="00AB77F1" w:rsidP="00AB77F1">
      <w:pPr>
        <w:pStyle w:val="libLine"/>
        <w:rPr>
          <w:rtl/>
        </w:rPr>
      </w:pPr>
      <w:r w:rsidRPr="00AB77F1">
        <w:rPr>
          <w:rtl/>
        </w:rPr>
        <w:t>ــــــــــــــــــ</w:t>
      </w:r>
    </w:p>
    <w:p w:rsidR="0030165C" w:rsidRPr="00C86611" w:rsidRDefault="00560DE8" w:rsidP="0003580E">
      <w:pPr>
        <w:pStyle w:val="libFootnote0"/>
        <w:rPr>
          <w:rtl/>
        </w:rPr>
      </w:pPr>
      <w:r>
        <w:rPr>
          <w:rFonts w:hint="cs"/>
          <w:rtl/>
        </w:rPr>
        <w:t>(</w:t>
      </w:r>
      <w:r w:rsidR="00C71B0C">
        <w:rPr>
          <w:rFonts w:hint="cs"/>
          <w:rtl/>
        </w:rPr>
        <w:t>1</w:t>
      </w:r>
      <w:r w:rsidR="0030165C" w:rsidRPr="00C86611">
        <w:rPr>
          <w:rtl/>
        </w:rPr>
        <w:t>) المُرسَل لـه إطلاقان:</w:t>
      </w:r>
    </w:p>
    <w:p w:rsidR="0030165C" w:rsidRPr="00C86611" w:rsidRDefault="0030165C" w:rsidP="0003580E">
      <w:pPr>
        <w:pStyle w:val="libFootnote0"/>
        <w:rPr>
          <w:rtl/>
        </w:rPr>
      </w:pPr>
      <w:r w:rsidRPr="00C86611">
        <w:rPr>
          <w:rtl/>
        </w:rPr>
        <w:t>أ- (المرسل بالمعنى العام): وهو ما حُذِف جميع رُواته أو بعضهم، واحداً أو أكثر، وإنْ ذُكر الساقط بلفظ مبهم كرجلٍ وبعض أصحابنا. (مقابس الهداية للمامقاني: ج1، ص336).</w:t>
      </w:r>
    </w:p>
    <w:p w:rsidR="0030165C" w:rsidRPr="00C86611" w:rsidRDefault="0030165C" w:rsidP="0003580E">
      <w:pPr>
        <w:pStyle w:val="libFootnote0"/>
        <w:rPr>
          <w:rtl/>
        </w:rPr>
      </w:pPr>
      <w:r w:rsidRPr="00C86611">
        <w:rPr>
          <w:rtl/>
        </w:rPr>
        <w:t>ب – (المرسل بالمعنى الخاص): هو ما أسنده التابعي إلى النبيّ من غير ذكر الواسطة. (الرعاية للشهيد الثاني: ص136).</w:t>
      </w:r>
    </w:p>
    <w:p w:rsidR="0030165C" w:rsidRPr="00C86611" w:rsidRDefault="0030165C" w:rsidP="0003580E">
      <w:pPr>
        <w:pStyle w:val="libFootnote0"/>
        <w:rPr>
          <w:rtl/>
        </w:rPr>
      </w:pPr>
      <w:r w:rsidRPr="00C86611">
        <w:rPr>
          <w:rtl/>
        </w:rPr>
        <w:t>واختلفت الآراء حول حجّيّة الخبر المرسَل فللوقوف على هذه الآراء راجع كتاب مقابس الهداية للشيخ المامقاني: ج1، ص338 وأصول الحديث وأحكامه في علم الدراية للسبحاني: ص108.</w:t>
      </w:r>
    </w:p>
    <w:p w:rsidR="0030165C" w:rsidRPr="00C86611" w:rsidRDefault="00560DE8" w:rsidP="0003580E">
      <w:pPr>
        <w:pStyle w:val="libFootnote0"/>
        <w:rPr>
          <w:rtl/>
        </w:rPr>
      </w:pPr>
      <w:r>
        <w:rPr>
          <w:rFonts w:hint="cs"/>
          <w:rtl/>
        </w:rPr>
        <w:t>(</w:t>
      </w:r>
      <w:r w:rsidR="00C71B0C">
        <w:rPr>
          <w:rFonts w:hint="cs"/>
          <w:rtl/>
        </w:rPr>
        <w:t>2</w:t>
      </w:r>
      <w:r w:rsidR="0030165C" w:rsidRPr="00C86611">
        <w:rPr>
          <w:rtl/>
        </w:rPr>
        <w:t>) المزار الكبير لابن المشهدي: ص168، باب11 ذكر العمل بالمسجد الجامع بالكوفة.</w:t>
      </w:r>
    </w:p>
    <w:p w:rsidR="0030165C" w:rsidRPr="00C86611" w:rsidRDefault="00560DE8" w:rsidP="0003580E">
      <w:pPr>
        <w:pStyle w:val="libFootnote0"/>
        <w:rPr>
          <w:rtl/>
        </w:rPr>
      </w:pPr>
      <w:r>
        <w:rPr>
          <w:rFonts w:hint="cs"/>
          <w:rtl/>
        </w:rPr>
        <w:t>(</w:t>
      </w:r>
      <w:r w:rsidR="00C71B0C">
        <w:rPr>
          <w:rFonts w:hint="cs"/>
          <w:rtl/>
        </w:rPr>
        <w:t>3</w:t>
      </w:r>
      <w:r w:rsidR="0030165C" w:rsidRPr="00C86611">
        <w:rPr>
          <w:rtl/>
        </w:rPr>
        <w:t>) في البحار: (وأنظفهم ثوباً).</w:t>
      </w:r>
    </w:p>
    <w:p w:rsidR="0030165C" w:rsidRDefault="00560DE8" w:rsidP="0003580E">
      <w:pPr>
        <w:pStyle w:val="libFootnote0"/>
        <w:rPr>
          <w:rtl/>
        </w:rPr>
      </w:pPr>
      <w:r>
        <w:rPr>
          <w:rFonts w:hint="cs"/>
          <w:rtl/>
        </w:rPr>
        <w:t>(</w:t>
      </w:r>
      <w:r w:rsidR="00C71B0C">
        <w:rPr>
          <w:rFonts w:hint="cs"/>
          <w:rtl/>
        </w:rPr>
        <w:t>4</w:t>
      </w:r>
      <w:r w:rsidR="0030165C" w:rsidRPr="00C86611">
        <w:rPr>
          <w:rtl/>
        </w:rPr>
        <w:t>) في البحار: (شحمتي اُذنه).</w:t>
      </w:r>
    </w:p>
    <w:p w:rsidR="0030165C" w:rsidRPr="0030165C" w:rsidRDefault="00560DE8" w:rsidP="0003580E">
      <w:pPr>
        <w:pStyle w:val="libFootnote0"/>
        <w:rPr>
          <w:rtl/>
        </w:rPr>
      </w:pPr>
      <w:r>
        <w:rPr>
          <w:rFonts w:hint="cs"/>
          <w:rtl/>
        </w:rPr>
        <w:t>(</w:t>
      </w:r>
      <w:r w:rsidR="00C71B0C">
        <w:rPr>
          <w:rFonts w:hint="cs"/>
          <w:rtl/>
        </w:rPr>
        <w:t>5</w:t>
      </w:r>
      <w:r w:rsidR="0030165C" w:rsidRPr="0030165C">
        <w:rPr>
          <w:rtl/>
        </w:rPr>
        <w:t>) وهذا نصُّ الدعاء من البحار: ( إلهي إنْ كنتُ قد عصيتُكَ فقد أطعتكَ في أحبِّ الأشياء إليك الإيمان بك، منّاً منك به عليَّ لا منّاً منّي به عليكَ لم أتخذ لكَ ولداً، ولم أدع لكَ شريكاً، وقد عصيتُك على غير وجه المكابرة، ولا الخروج عن عبوديّتكَ. ولا الجحود لربوبيّتكَ، ولكن اتّبعتُ هواي، وأزلّني الشيطان بعد الحجّة عليَّ والبيان، فإنْ تعذّبني فبذنوبي غير ظالمٍ لي، وإنْ تعف عنّي فبجودك وكرمكَ يا كريم ).</w:t>
      </w:r>
    </w:p>
    <w:p w:rsidR="0030165C" w:rsidRDefault="0030165C" w:rsidP="00770B9A">
      <w:pPr>
        <w:pStyle w:val="libNormal"/>
        <w:rPr>
          <w:rtl/>
        </w:rPr>
      </w:pPr>
      <w:r>
        <w:rPr>
          <w:rtl/>
        </w:rPr>
        <w:br w:type="page"/>
      </w:r>
    </w:p>
    <w:p w:rsidR="002152CB" w:rsidRPr="005E6D00" w:rsidRDefault="002152CB" w:rsidP="00DF2362">
      <w:pPr>
        <w:pStyle w:val="libNormal0"/>
        <w:rPr>
          <w:rtl/>
        </w:rPr>
      </w:pPr>
      <w:r w:rsidRPr="005E6D00">
        <w:rPr>
          <w:rtl/>
        </w:rPr>
        <w:lastRenderedPageBreak/>
        <w:t xml:space="preserve">ثُمّ خرّ ساجداً يقولها حتّى انقطع نفسه وقال أيضاً في سجوده: </w:t>
      </w:r>
      <w:r w:rsidRPr="00C86611">
        <w:rPr>
          <w:rStyle w:val="libBold2Char"/>
          <w:rtl/>
        </w:rPr>
        <w:t>( يامَنْ يَقدِر على قَضاء حَوائج السائلين )</w:t>
      </w:r>
      <w:r w:rsidRPr="005E6D00">
        <w:rPr>
          <w:rtl/>
        </w:rPr>
        <w:t xml:space="preserve"> إلى أنْ قال: ثُمّ رفع رأسه فتأمّلته فإذا هو مولاي زين العابدين عليّ بن الحسين </w:t>
      </w:r>
      <w:r w:rsidR="00811D4D" w:rsidRPr="00811D4D">
        <w:rPr>
          <w:rStyle w:val="libAlaemChar"/>
          <w:rFonts w:eastAsiaTheme="minorHAnsi"/>
          <w:rtl/>
        </w:rPr>
        <w:t>عليه‌السلام</w:t>
      </w:r>
      <w:r w:rsidRPr="005E6D00">
        <w:rPr>
          <w:rtl/>
        </w:rPr>
        <w:t xml:space="preserve"> فانكببتُ على يديه اُقبلهما فنَزَع يده منّي، وأومأ إليَّ بالسكوت، فقلتُ: يا.مولاي أنا ممّن عُرِفتُ</w:t>
      </w:r>
      <w:r w:rsidR="00D81F01" w:rsidRPr="005E6D00">
        <w:rPr>
          <w:rFonts w:hint="cs"/>
          <w:rtl/>
        </w:rPr>
        <w:t xml:space="preserve"> </w:t>
      </w:r>
      <w:r w:rsidRPr="005E6D00">
        <w:rPr>
          <w:rtl/>
        </w:rPr>
        <w:t xml:space="preserve">في ولايتكم فما الذي أقدمك إلى هاهنا ؟ قال: </w:t>
      </w:r>
      <w:r w:rsidRPr="00C86611">
        <w:rPr>
          <w:rStyle w:val="libBold2Char"/>
          <w:rtl/>
        </w:rPr>
        <w:t>( هوَ ما رأيتَ )</w:t>
      </w:r>
      <w:r w:rsidRPr="005E6D00">
        <w:rPr>
          <w:rtl/>
        </w:rPr>
        <w:t xml:space="preserve"> الحديث</w:t>
      </w:r>
      <w:r w:rsidRPr="00C86611">
        <w:rPr>
          <w:rStyle w:val="libFootnotenumChar"/>
          <w:rtl/>
        </w:rPr>
        <w:t>(</w:t>
      </w:r>
      <w:r w:rsidR="00A82682">
        <w:rPr>
          <w:rStyle w:val="libFootnotenumChar"/>
          <w:rFonts w:hint="cs"/>
          <w:rtl/>
        </w:rPr>
        <w:t>1</w:t>
      </w:r>
      <w:r w:rsidRPr="00C86611">
        <w:rPr>
          <w:rStyle w:val="libFootnotenumChar"/>
          <w:rtl/>
        </w:rPr>
        <w:t>)</w:t>
      </w:r>
      <w:r w:rsidRPr="005E6D00">
        <w:rPr>
          <w:rtl/>
        </w:rPr>
        <w:t>.</w:t>
      </w:r>
    </w:p>
    <w:p w:rsidR="002152CB" w:rsidRPr="005E6D00" w:rsidRDefault="002152CB" w:rsidP="00811D4D">
      <w:pPr>
        <w:pStyle w:val="libNormal"/>
        <w:rPr>
          <w:rtl/>
        </w:rPr>
      </w:pPr>
      <w:r w:rsidRPr="005E6D00">
        <w:rPr>
          <w:rtl/>
        </w:rPr>
        <w:t xml:space="preserve">ورُويَ أيضاً في البحار، عن أمالي الصدوق </w:t>
      </w:r>
      <w:r w:rsidR="00811D4D" w:rsidRPr="00811D4D">
        <w:rPr>
          <w:rStyle w:val="libAlaemChar"/>
          <w:rtl/>
        </w:rPr>
        <w:t>رحمه‌الله</w:t>
      </w:r>
      <w:r w:rsidRPr="005E6D00">
        <w:rPr>
          <w:rtl/>
        </w:rPr>
        <w:t xml:space="preserve"> عن محمّد بن عليّ بن الفضل، عن محمّد بن عمّار القطّان، عن الحسين بن عليّ بن الحكم، عن إسماعيل بن إبراهيم عن سهل، عن ابن محبوب، عن الثمالي قال: دخلتُ مسجد الكوفة فإذا أنا برجلٍ عند الاسطوانة السابعة قائم يُصلّي يُحسن ركوعه وسجوده، فجئتُ لأنظر إليه فسبقني إلى السجود فسمعته يقول في سجوده: </w:t>
      </w:r>
      <w:r w:rsidRPr="00C86611">
        <w:rPr>
          <w:rStyle w:val="libBold2Char"/>
          <w:rtl/>
        </w:rPr>
        <w:t>( اللهمّ إنْ كنتُ قد عَصَيتُك فقد أطعتك في أحبّ الأشياء )</w:t>
      </w:r>
      <w:r w:rsidRPr="005E6D00">
        <w:rPr>
          <w:rtl/>
        </w:rPr>
        <w:t>،</w:t>
      </w:r>
    </w:p>
    <w:p w:rsidR="002152CB" w:rsidRPr="005E6D00" w:rsidRDefault="002152CB" w:rsidP="00811D4D">
      <w:pPr>
        <w:pStyle w:val="libNormal"/>
        <w:rPr>
          <w:rtl/>
        </w:rPr>
      </w:pPr>
      <w:r w:rsidRPr="005E6D00">
        <w:rPr>
          <w:rtl/>
        </w:rPr>
        <w:t>إلى أنْ قال: ثُمّ انفتل وخَرَج من باب كِندة فَتَبِعته حتّى أتى مناخ الكلبتني فمرَّ بأسود فأمره</w:t>
      </w:r>
      <w:r w:rsidRPr="00C86611">
        <w:rPr>
          <w:rStyle w:val="libFootnotenumChar"/>
          <w:rtl/>
        </w:rPr>
        <w:t>(</w:t>
      </w:r>
      <w:r w:rsidR="00A82682">
        <w:rPr>
          <w:rStyle w:val="libFootnotenumChar"/>
          <w:rFonts w:hint="cs"/>
          <w:rtl/>
        </w:rPr>
        <w:t>2</w:t>
      </w:r>
      <w:r w:rsidRPr="00C86611">
        <w:rPr>
          <w:rStyle w:val="libFootnotenumChar"/>
          <w:rtl/>
        </w:rPr>
        <w:t>)</w:t>
      </w:r>
      <w:r w:rsidRPr="005E6D00">
        <w:rPr>
          <w:rtl/>
        </w:rPr>
        <w:t xml:space="preserve"> بشيءٍ لم أفهمه، فقلتُ: مَنْ هذا ؟ فقال:</w:t>
      </w:r>
      <w:r w:rsidR="00D81F01" w:rsidRPr="005E6D00">
        <w:rPr>
          <w:rFonts w:hint="cs"/>
          <w:rtl/>
        </w:rPr>
        <w:t xml:space="preserve"> </w:t>
      </w:r>
      <w:r w:rsidRPr="005E6D00">
        <w:rPr>
          <w:rtl/>
        </w:rPr>
        <w:t xml:space="preserve">هذا عليُّ بن الحسين </w:t>
      </w:r>
      <w:r w:rsidR="00811D4D" w:rsidRPr="00811D4D">
        <w:rPr>
          <w:rStyle w:val="libAlaemChar"/>
          <w:rFonts w:eastAsiaTheme="minorHAnsi"/>
          <w:rtl/>
        </w:rPr>
        <w:t>عليه‌السلام</w:t>
      </w:r>
      <w:r w:rsidRPr="005E6D00">
        <w:rPr>
          <w:rtl/>
        </w:rPr>
        <w:t xml:space="preserve"> فقلت: جعلني الله فداك ما أقدمك هذا الموضع ؟ فقال الذي رأيتَ</w:t>
      </w:r>
      <w:r w:rsidRPr="00C86611">
        <w:rPr>
          <w:rStyle w:val="libFootnotenumChar"/>
          <w:rtl/>
        </w:rPr>
        <w:t>(</w:t>
      </w:r>
      <w:r w:rsidR="00A82682">
        <w:rPr>
          <w:rStyle w:val="libFootnotenumChar"/>
          <w:rFonts w:hint="cs"/>
          <w:rtl/>
        </w:rPr>
        <w:t>3</w:t>
      </w:r>
      <w:r w:rsidRPr="00C86611">
        <w:rPr>
          <w:rStyle w:val="libFootnotenumChar"/>
          <w:rtl/>
        </w:rPr>
        <w:t>)</w:t>
      </w:r>
      <w:r w:rsidRPr="005E6D00">
        <w:rPr>
          <w:rtl/>
        </w:rPr>
        <w:t>.</w:t>
      </w:r>
    </w:p>
    <w:p w:rsidR="002152CB" w:rsidRPr="005E6D00" w:rsidRDefault="002152CB" w:rsidP="00811D4D">
      <w:pPr>
        <w:pStyle w:val="libNormal"/>
        <w:rPr>
          <w:rtl/>
        </w:rPr>
      </w:pPr>
      <w:r w:rsidRPr="005E6D00">
        <w:rPr>
          <w:rtl/>
        </w:rPr>
        <w:t xml:space="preserve">وروى في الوسائل: عن علي بن محمّد، عن صالح بن أبي حمّاد، عن علي بن الحكم، عن مالك بن عطيّة، عن أبي حمزة قال: إنّ أوّل ما عرفتُ عن عليِّ بن الحسين </w:t>
      </w:r>
      <w:r w:rsidR="00811D4D" w:rsidRPr="00811D4D">
        <w:rPr>
          <w:rStyle w:val="libAlaemChar"/>
          <w:rFonts w:eastAsiaTheme="minorHAnsi"/>
          <w:rtl/>
        </w:rPr>
        <w:t>عليه‌السلام</w:t>
      </w:r>
      <w:r w:rsidRPr="005E6D00">
        <w:rPr>
          <w:rtl/>
        </w:rPr>
        <w:t xml:space="preserve"> أنّي رأيتُ رجلاً دخل من باب الفيل فصلّى أربع ركعات فتبعته حتّى أتى بِئر الركوة </w:t>
      </w:r>
      <w:r w:rsidRPr="00C86611">
        <w:rPr>
          <w:rStyle w:val="libFootnotenumChar"/>
          <w:rtl/>
        </w:rPr>
        <w:t>(</w:t>
      </w:r>
      <w:r w:rsidR="00A82682">
        <w:rPr>
          <w:rStyle w:val="libFootnotenumChar"/>
          <w:rFonts w:hint="cs"/>
          <w:rtl/>
        </w:rPr>
        <w:t>4</w:t>
      </w:r>
      <w:r w:rsidRPr="00C86611">
        <w:rPr>
          <w:rStyle w:val="libFootnotenumChar"/>
          <w:rtl/>
        </w:rPr>
        <w:t>)</w:t>
      </w:r>
      <w:r w:rsidRPr="005E6D00">
        <w:rPr>
          <w:rtl/>
        </w:rPr>
        <w:t xml:space="preserve"> وإذا بناقتين معقولتين ومعهما غُلامٌ أسود، فقلتُ لـه: مَنْ هذا ؟</w:t>
      </w:r>
    </w:p>
    <w:p w:rsidR="002152CB" w:rsidRPr="005E6D00" w:rsidRDefault="002152CB" w:rsidP="005E6D00">
      <w:pPr>
        <w:pStyle w:val="libNormal"/>
        <w:rPr>
          <w:rtl/>
        </w:rPr>
      </w:pPr>
      <w:r w:rsidRPr="005E6D00">
        <w:rPr>
          <w:rtl/>
        </w:rPr>
        <w:t xml:space="preserve">قال عليُّ بن الحسين فدَنَوتُ إليه، وسلّمتُ عليه فقلتُ: ما أقدمك بلاداً قُتِلَ فيها أبوك وجدّك ؟ فقال: </w:t>
      </w:r>
      <w:r w:rsidRPr="00C86611">
        <w:rPr>
          <w:rStyle w:val="libBold2Char"/>
          <w:rtl/>
        </w:rPr>
        <w:t>( زُرتُ أبي وصلّيتُ في هذا المسجد،</w:t>
      </w:r>
      <w:r w:rsidRPr="005E6D00">
        <w:rPr>
          <w:rtl/>
        </w:rPr>
        <w:t xml:space="preserve"> ثُمّ قال: </w:t>
      </w:r>
      <w:r w:rsidRPr="00C86611">
        <w:rPr>
          <w:rStyle w:val="libBold2Char"/>
          <w:rtl/>
        </w:rPr>
        <w:t>ها هو ذا وجهي )</w:t>
      </w:r>
      <w:r w:rsidRPr="005E6D00">
        <w:rPr>
          <w:rtl/>
        </w:rPr>
        <w:t>.</w:t>
      </w:r>
    </w:p>
    <w:p w:rsidR="002152CB" w:rsidRPr="005E6D00" w:rsidRDefault="002152CB" w:rsidP="005E6D00">
      <w:pPr>
        <w:pStyle w:val="libNormal"/>
        <w:rPr>
          <w:rtl/>
        </w:rPr>
      </w:pPr>
      <w:r w:rsidRPr="005E6D00">
        <w:rPr>
          <w:rtl/>
        </w:rPr>
        <w:t>الحديث</w:t>
      </w:r>
      <w:r w:rsidRPr="00C86611">
        <w:rPr>
          <w:rStyle w:val="libFootnotenumChar"/>
          <w:rtl/>
        </w:rPr>
        <w:t>(</w:t>
      </w:r>
      <w:r w:rsidR="00A82682">
        <w:rPr>
          <w:rStyle w:val="libFootnotenumChar"/>
          <w:rFonts w:hint="cs"/>
          <w:rtl/>
        </w:rPr>
        <w:t>5</w:t>
      </w:r>
      <w:r w:rsidRPr="00C86611">
        <w:rPr>
          <w:rStyle w:val="libFootnotenumChar"/>
          <w:rtl/>
        </w:rPr>
        <w:t>)</w:t>
      </w:r>
      <w:r w:rsidRPr="005E6D00">
        <w:rPr>
          <w:rtl/>
        </w:rPr>
        <w:t>.</w:t>
      </w:r>
    </w:p>
    <w:p w:rsidR="00AB77F1" w:rsidRPr="00AB77F1" w:rsidRDefault="00AB77F1" w:rsidP="00AB77F1">
      <w:pPr>
        <w:pStyle w:val="libLine"/>
        <w:rPr>
          <w:rtl/>
        </w:rPr>
      </w:pPr>
      <w:r w:rsidRPr="00AB77F1">
        <w:rPr>
          <w:rtl/>
        </w:rPr>
        <w:t>ــــــــــــــــــ</w:t>
      </w:r>
    </w:p>
    <w:p w:rsidR="00A82682" w:rsidRPr="00C86611" w:rsidRDefault="00560DE8" w:rsidP="0003580E">
      <w:pPr>
        <w:pStyle w:val="libFootnote0"/>
        <w:rPr>
          <w:rtl/>
        </w:rPr>
      </w:pPr>
      <w:r>
        <w:rPr>
          <w:rFonts w:hint="cs"/>
          <w:rtl/>
        </w:rPr>
        <w:t>(</w:t>
      </w:r>
      <w:r w:rsidR="00A82682">
        <w:rPr>
          <w:rFonts w:hint="cs"/>
          <w:rtl/>
        </w:rPr>
        <w:t>1</w:t>
      </w:r>
      <w:r w:rsidR="00A82682" w:rsidRPr="00C86611">
        <w:rPr>
          <w:rtl/>
        </w:rPr>
        <w:t>) الشهيد الأوّل في مزاره: ص238، وبحار الأنوار: ج97، ص388، ح12، باب فضل الكوفة ومسجدها الأعظم وأعماله.</w:t>
      </w:r>
    </w:p>
    <w:p w:rsidR="00A82682" w:rsidRPr="00C86611" w:rsidRDefault="00560DE8" w:rsidP="0003580E">
      <w:pPr>
        <w:pStyle w:val="libFootnote0"/>
        <w:rPr>
          <w:rtl/>
        </w:rPr>
      </w:pPr>
      <w:r>
        <w:rPr>
          <w:rFonts w:hint="cs"/>
          <w:rtl/>
        </w:rPr>
        <w:t>(</w:t>
      </w:r>
      <w:r w:rsidR="00A82682">
        <w:rPr>
          <w:rFonts w:hint="cs"/>
          <w:rtl/>
        </w:rPr>
        <w:t>2</w:t>
      </w:r>
      <w:r w:rsidR="00A82682" w:rsidRPr="00C86611">
        <w:rPr>
          <w:rtl/>
        </w:rPr>
        <w:t>) في بعض النسخ: (فأسرّه).</w:t>
      </w:r>
    </w:p>
    <w:p w:rsidR="00A82682" w:rsidRPr="00C86611" w:rsidRDefault="00560DE8" w:rsidP="0003580E">
      <w:pPr>
        <w:pStyle w:val="libFootnote0"/>
        <w:rPr>
          <w:rtl/>
        </w:rPr>
      </w:pPr>
      <w:r>
        <w:rPr>
          <w:rFonts w:hint="cs"/>
          <w:rtl/>
        </w:rPr>
        <w:t>(</w:t>
      </w:r>
      <w:r w:rsidR="00A82682">
        <w:rPr>
          <w:rFonts w:hint="cs"/>
          <w:rtl/>
        </w:rPr>
        <w:t>3</w:t>
      </w:r>
      <w:r w:rsidR="00A82682" w:rsidRPr="00C86611">
        <w:rPr>
          <w:rtl/>
        </w:rPr>
        <w:t>) آمالي الصدوق: ص312، البحار: ج97، ص390، ح15، باب فضل الكوفة ومسجدها الأعظم وأعماله.</w:t>
      </w:r>
    </w:p>
    <w:p w:rsidR="00A82682" w:rsidRPr="00C86611" w:rsidRDefault="00560DE8" w:rsidP="0003580E">
      <w:pPr>
        <w:pStyle w:val="libFootnote0"/>
        <w:rPr>
          <w:rtl/>
        </w:rPr>
      </w:pPr>
      <w:r>
        <w:rPr>
          <w:rFonts w:hint="cs"/>
          <w:rtl/>
        </w:rPr>
        <w:t>(</w:t>
      </w:r>
      <w:r w:rsidR="00A82682">
        <w:rPr>
          <w:rFonts w:hint="cs"/>
          <w:rtl/>
        </w:rPr>
        <w:t>4</w:t>
      </w:r>
      <w:r w:rsidR="00A82682" w:rsidRPr="00C86611">
        <w:rPr>
          <w:rtl/>
        </w:rPr>
        <w:t>) في بعض نسخ الوسائل الخطيّة: (الزكوةَ).</w:t>
      </w:r>
    </w:p>
    <w:p w:rsidR="00A82682" w:rsidRPr="00807971" w:rsidRDefault="00560DE8" w:rsidP="00811D4D">
      <w:pPr>
        <w:pStyle w:val="libFootnote0"/>
        <w:rPr>
          <w:rStyle w:val="libNormalChar"/>
          <w:rtl/>
        </w:rPr>
      </w:pPr>
      <w:r w:rsidRPr="00CD68F4">
        <w:rPr>
          <w:rFonts w:hint="cs"/>
          <w:rtl/>
        </w:rPr>
        <w:t>(</w:t>
      </w:r>
      <w:r w:rsidR="00A82682" w:rsidRPr="00CD68F4">
        <w:rPr>
          <w:rFonts w:hint="cs"/>
          <w:rtl/>
        </w:rPr>
        <w:t>5</w:t>
      </w:r>
      <w:r w:rsidR="00A82682" w:rsidRPr="00CD68F4">
        <w:rPr>
          <w:rtl/>
        </w:rPr>
        <w:t xml:space="preserve">) وسائل الشيعة للحرّ العاملي </w:t>
      </w:r>
      <w:r w:rsidR="00811D4D" w:rsidRPr="006E1602">
        <w:rPr>
          <w:rStyle w:val="libFootnoteAlaemChar"/>
          <w:rtl/>
        </w:rPr>
        <w:t>رحمه‌الله</w:t>
      </w:r>
      <w:r w:rsidR="00A82682" w:rsidRPr="00CD68F4">
        <w:rPr>
          <w:rtl/>
        </w:rPr>
        <w:t>: ج5، ص254، ح5، باب تأكّد إستحباب قصد</w:t>
      </w:r>
      <w:r w:rsidR="00A82682" w:rsidRPr="00E0070D">
        <w:rPr>
          <w:rStyle w:val="libNormalChar"/>
          <w:rtl/>
        </w:rPr>
        <w:t xml:space="preserve"> </w:t>
      </w:r>
      <w:r w:rsidR="00A82682" w:rsidRPr="00CD68F4">
        <w:rPr>
          <w:rtl/>
        </w:rPr>
        <w:t>مسجد الأعظم بالكوفة، ط: مؤسّسة آل البيت.</w:t>
      </w:r>
    </w:p>
    <w:p w:rsidR="00A82682" w:rsidRDefault="00A82682" w:rsidP="00236302">
      <w:pPr>
        <w:pStyle w:val="libNormal"/>
        <w:rPr>
          <w:rtl/>
        </w:rPr>
      </w:pPr>
      <w:r>
        <w:rPr>
          <w:rtl/>
        </w:rPr>
        <w:br w:type="page"/>
      </w:r>
    </w:p>
    <w:p w:rsidR="002152CB" w:rsidRPr="005E6D00" w:rsidRDefault="002152CB" w:rsidP="00811D4D">
      <w:pPr>
        <w:pStyle w:val="libNormal"/>
        <w:rPr>
          <w:rtl/>
        </w:rPr>
      </w:pPr>
      <w:r w:rsidRPr="005E6D00">
        <w:rPr>
          <w:rtl/>
        </w:rPr>
        <w:lastRenderedPageBreak/>
        <w:t>وفيه أيضاً، عن محمّد بن الحسن بإسناده عن أحمد بن محمّد، عن أحمد بن الحسن، عن محمّد بن الحسين</w:t>
      </w:r>
      <w:r w:rsidRPr="00C86611">
        <w:rPr>
          <w:rStyle w:val="libFootnotenumChar"/>
          <w:rtl/>
        </w:rPr>
        <w:t>(</w:t>
      </w:r>
      <w:r w:rsidR="00696653">
        <w:rPr>
          <w:rStyle w:val="libFootnotenumChar"/>
          <w:rFonts w:hint="cs"/>
          <w:rtl/>
        </w:rPr>
        <w:t>1</w:t>
      </w:r>
      <w:r w:rsidRPr="00C86611">
        <w:rPr>
          <w:rStyle w:val="libFootnotenumChar"/>
          <w:rtl/>
        </w:rPr>
        <w:t>)</w:t>
      </w:r>
      <w:r w:rsidRPr="005E6D00">
        <w:rPr>
          <w:rtl/>
        </w:rPr>
        <w:t xml:space="preserve"> وعليّ بن حديد، عن محمّد بن سِنان، عن عمرو بن خالد، عن أبي حمزة الثمالي</w:t>
      </w:r>
      <w:r w:rsidRPr="00C86611">
        <w:rPr>
          <w:rStyle w:val="libFootnotenumChar"/>
          <w:rtl/>
        </w:rPr>
        <w:t>(</w:t>
      </w:r>
      <w:r w:rsidR="00696653">
        <w:rPr>
          <w:rStyle w:val="libFootnotenumChar"/>
          <w:rFonts w:hint="cs"/>
          <w:rtl/>
        </w:rPr>
        <w:t>2</w:t>
      </w:r>
      <w:r w:rsidRPr="00C86611">
        <w:rPr>
          <w:rStyle w:val="libFootnotenumChar"/>
          <w:rtl/>
        </w:rPr>
        <w:t>)</w:t>
      </w:r>
      <w:r w:rsidRPr="005E6D00">
        <w:rPr>
          <w:rtl/>
        </w:rPr>
        <w:t xml:space="preserve">: إنّ عليّ بن الحسين </w:t>
      </w:r>
      <w:r w:rsidR="00811D4D" w:rsidRPr="00811D4D">
        <w:rPr>
          <w:rStyle w:val="libAlaemChar"/>
          <w:rFonts w:eastAsiaTheme="minorHAnsi"/>
          <w:rtl/>
        </w:rPr>
        <w:t>عليه‌السلام</w:t>
      </w:r>
      <w:r w:rsidRPr="005E6D00">
        <w:rPr>
          <w:rtl/>
        </w:rPr>
        <w:t xml:space="preserve"> أتى مسجد الكوفة عمداً من المدينة فصلّى فيه ركعات،</w:t>
      </w:r>
      <w:r w:rsidR="00E570F5" w:rsidRPr="005E6D00">
        <w:rPr>
          <w:rFonts w:hint="cs"/>
          <w:rtl/>
        </w:rPr>
        <w:t xml:space="preserve"> </w:t>
      </w:r>
      <w:r w:rsidRPr="005E6D00">
        <w:rPr>
          <w:rtl/>
        </w:rPr>
        <w:t>ثُمّ عادَ حتّى ركِب راحلته وأخذ الطريق. الحديث</w:t>
      </w:r>
      <w:r w:rsidRPr="00C86611">
        <w:rPr>
          <w:rStyle w:val="libFootnotenumChar"/>
          <w:rtl/>
        </w:rPr>
        <w:t>(</w:t>
      </w:r>
      <w:r w:rsidR="00696653">
        <w:rPr>
          <w:rStyle w:val="libFootnotenumChar"/>
          <w:rFonts w:hint="cs"/>
          <w:rtl/>
        </w:rPr>
        <w:t>3</w:t>
      </w:r>
      <w:r w:rsidRPr="00C86611">
        <w:rPr>
          <w:rStyle w:val="libFootnotenumChar"/>
          <w:rtl/>
        </w:rPr>
        <w:t>)</w:t>
      </w:r>
      <w:r w:rsidRPr="005E6D00">
        <w:rPr>
          <w:rtl/>
        </w:rPr>
        <w:t>.</w:t>
      </w:r>
    </w:p>
    <w:p w:rsidR="002152CB" w:rsidRPr="00E0070D" w:rsidRDefault="002152CB" w:rsidP="0019417F">
      <w:pPr>
        <w:pStyle w:val="libNormal"/>
        <w:rPr>
          <w:rtl/>
        </w:rPr>
      </w:pPr>
      <w:r w:rsidRPr="00E0070D">
        <w:rPr>
          <w:rtl/>
        </w:rPr>
        <w:t>وفيه أيضاً، بإسناده عن جعفر بن محمّد بن قولويه، عن محمّد بن الحسين الجوهري، عن محمّد بن الحسين، عن عليّ بن حديد، عن محمّد بن سُليمان، عن عمرو بن خالد مثله،</w:t>
      </w:r>
    </w:p>
    <w:p w:rsidR="002152CB" w:rsidRPr="005E6D00" w:rsidRDefault="002152CB" w:rsidP="005E6D00">
      <w:pPr>
        <w:pStyle w:val="libNormal"/>
        <w:rPr>
          <w:rtl/>
        </w:rPr>
      </w:pPr>
      <w:r w:rsidRPr="005E6D00">
        <w:rPr>
          <w:rtl/>
        </w:rPr>
        <w:t>إلاّ أنّه قال: فصلّى ركعتين ( ثُمّ جاء )</w:t>
      </w:r>
      <w:r w:rsidRPr="00C86611">
        <w:rPr>
          <w:rStyle w:val="libFootnotenumChar"/>
          <w:rtl/>
        </w:rPr>
        <w:t>(</w:t>
      </w:r>
      <w:r w:rsidR="00696653">
        <w:rPr>
          <w:rStyle w:val="libFootnotenumChar"/>
          <w:rFonts w:hint="cs"/>
          <w:rtl/>
        </w:rPr>
        <w:t>4</w:t>
      </w:r>
      <w:r w:rsidRPr="00C86611">
        <w:rPr>
          <w:rStyle w:val="libFootnotenumChar"/>
          <w:rtl/>
        </w:rPr>
        <w:t>)</w:t>
      </w:r>
      <w:r w:rsidRPr="005E6D00">
        <w:rPr>
          <w:rtl/>
        </w:rPr>
        <w:t>.</w:t>
      </w:r>
    </w:p>
    <w:p w:rsidR="002152CB" w:rsidRPr="00B132A8" w:rsidRDefault="002152CB" w:rsidP="009C2E13">
      <w:pPr>
        <w:pStyle w:val="Heading2Center"/>
        <w:spacing w:before="0"/>
        <w:rPr>
          <w:rtl/>
        </w:rPr>
      </w:pPr>
      <w:bookmarkStart w:id="22" w:name="13"/>
      <w:bookmarkStart w:id="23" w:name="_Toc378509610"/>
      <w:r w:rsidRPr="00B132A8">
        <w:rPr>
          <w:rtl/>
        </w:rPr>
        <w:t>وقفةٌ مع هذه الأخبار</w:t>
      </w:r>
      <w:bookmarkEnd w:id="22"/>
      <w:bookmarkEnd w:id="23"/>
    </w:p>
    <w:p w:rsidR="002152CB" w:rsidRPr="005E6D00" w:rsidRDefault="002152CB" w:rsidP="00811D4D">
      <w:pPr>
        <w:pStyle w:val="libNormal"/>
        <w:rPr>
          <w:rtl/>
        </w:rPr>
      </w:pPr>
      <w:r w:rsidRPr="005E6D00">
        <w:rPr>
          <w:rtl/>
        </w:rPr>
        <w:t>أقول: الظاهر إنّ تلك الاختلافات بقرينة وحدة الراوي والمروي عنه</w:t>
      </w:r>
      <w:r w:rsidRPr="00C86611">
        <w:rPr>
          <w:rStyle w:val="libFootnotenumChar"/>
          <w:rtl/>
        </w:rPr>
        <w:t>(</w:t>
      </w:r>
      <w:r w:rsidR="00696653">
        <w:rPr>
          <w:rStyle w:val="libFootnotenumChar"/>
          <w:rFonts w:hint="cs"/>
          <w:rtl/>
        </w:rPr>
        <w:t>5</w:t>
      </w:r>
      <w:r w:rsidRPr="00C86611">
        <w:rPr>
          <w:rStyle w:val="libFootnotenumChar"/>
          <w:rtl/>
        </w:rPr>
        <w:t>)</w:t>
      </w:r>
      <w:r w:rsidRPr="005E6D00">
        <w:rPr>
          <w:rtl/>
        </w:rPr>
        <w:t xml:space="preserve"> والقضيّة كلّها في بيان قضيّةٍ واحدة فضلاً عن بُعدِ تعدّد مجيئه </w:t>
      </w:r>
      <w:r w:rsidR="00811D4D" w:rsidRPr="00811D4D">
        <w:rPr>
          <w:rStyle w:val="libAlaemChar"/>
          <w:rFonts w:eastAsiaTheme="minorHAnsi"/>
          <w:rtl/>
        </w:rPr>
        <w:t>عليه‌السلام</w:t>
      </w:r>
      <w:r w:rsidR="00811D4D" w:rsidRPr="005E6D00">
        <w:rPr>
          <w:rtl/>
        </w:rPr>
        <w:t xml:space="preserve"> </w:t>
      </w:r>
      <w:r w:rsidRPr="005E6D00">
        <w:rPr>
          <w:rtl/>
        </w:rPr>
        <w:t xml:space="preserve">، ومصادفة الثمالي في جميعه لـه، وسؤاله في الجميع عن جهة مجيئه </w:t>
      </w:r>
      <w:r w:rsidR="00811D4D" w:rsidRPr="00811D4D">
        <w:rPr>
          <w:rStyle w:val="libAlaemChar"/>
          <w:rFonts w:eastAsiaTheme="minorHAnsi"/>
          <w:rtl/>
        </w:rPr>
        <w:t>عليه‌السلام</w:t>
      </w:r>
      <w:r w:rsidRPr="005E6D00">
        <w:rPr>
          <w:rtl/>
        </w:rPr>
        <w:t xml:space="preserve"> مع أنّ أكثرها تتضمّن عدم معرفتَهُ لـهُ </w:t>
      </w:r>
      <w:r w:rsidR="00811D4D" w:rsidRPr="00811D4D">
        <w:rPr>
          <w:rStyle w:val="libAlaemChar"/>
          <w:rFonts w:eastAsiaTheme="minorHAnsi"/>
          <w:rtl/>
        </w:rPr>
        <w:t>عليه‌السلام</w:t>
      </w:r>
      <w:r w:rsidR="00811D4D" w:rsidRPr="005E6D00">
        <w:rPr>
          <w:rtl/>
        </w:rPr>
        <w:t xml:space="preserve"> </w:t>
      </w:r>
      <w:r w:rsidRPr="005E6D00">
        <w:rPr>
          <w:rtl/>
        </w:rPr>
        <w:t xml:space="preserve">، ومن البعيد إنّه لم يعرفه </w:t>
      </w:r>
      <w:r w:rsidR="00811D4D" w:rsidRPr="00811D4D">
        <w:rPr>
          <w:rStyle w:val="libAlaemChar"/>
          <w:rFonts w:eastAsiaTheme="minorHAnsi"/>
          <w:rtl/>
        </w:rPr>
        <w:t>عليه‌السلام</w:t>
      </w:r>
      <w:r w:rsidRPr="005E6D00">
        <w:rPr>
          <w:rtl/>
        </w:rPr>
        <w:t xml:space="preserve"> في المرّات التالية</w:t>
      </w:r>
      <w:r w:rsidRPr="00C86611">
        <w:rPr>
          <w:rStyle w:val="libFootnotenumChar"/>
          <w:rtl/>
        </w:rPr>
        <w:t>(</w:t>
      </w:r>
      <w:r w:rsidR="00696653">
        <w:rPr>
          <w:rStyle w:val="libFootnotenumChar"/>
          <w:rFonts w:hint="cs"/>
          <w:rtl/>
        </w:rPr>
        <w:t>6</w:t>
      </w:r>
      <w:r w:rsidRPr="00C86611">
        <w:rPr>
          <w:rStyle w:val="libFootnotenumChar"/>
          <w:rtl/>
        </w:rPr>
        <w:t>)</w:t>
      </w:r>
      <w:r w:rsidRPr="005E6D00">
        <w:rPr>
          <w:rtl/>
        </w:rPr>
        <w:t xml:space="preserve">، وقد تضمّنت الرواية الأولى الإنكباب لتقبيل رجلِه </w:t>
      </w:r>
      <w:r w:rsidR="00811D4D" w:rsidRPr="00811D4D">
        <w:rPr>
          <w:rStyle w:val="libAlaemChar"/>
          <w:rFonts w:eastAsiaTheme="minorHAnsi"/>
          <w:rtl/>
        </w:rPr>
        <w:t>عليه‌السلام</w:t>
      </w:r>
      <w:r w:rsidR="00811D4D" w:rsidRPr="005E6D00">
        <w:rPr>
          <w:rtl/>
        </w:rPr>
        <w:t xml:space="preserve"> </w:t>
      </w:r>
      <w:r w:rsidRPr="005E6D00">
        <w:rPr>
          <w:rtl/>
        </w:rPr>
        <w:t xml:space="preserve">، وتضمّنت المرفوعة المذكورة الإنكباب لتقبيل يده </w:t>
      </w:r>
      <w:r w:rsidR="00811D4D" w:rsidRPr="00811D4D">
        <w:rPr>
          <w:rStyle w:val="libAlaemChar"/>
          <w:rFonts w:eastAsiaTheme="minorHAnsi"/>
          <w:rtl/>
        </w:rPr>
        <w:t>عليه‌السلام</w:t>
      </w:r>
      <w:r w:rsidR="00811D4D" w:rsidRPr="005E6D00">
        <w:rPr>
          <w:rtl/>
        </w:rPr>
        <w:t xml:space="preserve"> </w:t>
      </w:r>
      <w:r w:rsidRPr="005E6D00">
        <w:rPr>
          <w:rtl/>
        </w:rPr>
        <w:t>، وخَلَت باقي الروايات عن الإنكباب بالكليّة، مع اختلافها من سائر الجهات أيضاً. فيكون في الروايات نوع اضطراب مانع من التمسّك بها عند أهل الفنّ.</w:t>
      </w:r>
    </w:p>
    <w:p w:rsidR="00AB77F1" w:rsidRPr="00AB77F1" w:rsidRDefault="00AB77F1" w:rsidP="00AB77F1">
      <w:pPr>
        <w:pStyle w:val="libLine"/>
        <w:rPr>
          <w:rtl/>
        </w:rPr>
      </w:pPr>
      <w:r w:rsidRPr="00AB77F1">
        <w:rPr>
          <w:rtl/>
        </w:rPr>
        <w:t>ــــــــــــــــــ</w:t>
      </w:r>
    </w:p>
    <w:p w:rsidR="00E570F5" w:rsidRPr="00C86611" w:rsidRDefault="00560DE8" w:rsidP="0003580E">
      <w:pPr>
        <w:pStyle w:val="libFootnote0"/>
        <w:rPr>
          <w:rtl/>
        </w:rPr>
      </w:pPr>
      <w:r>
        <w:rPr>
          <w:rFonts w:hint="cs"/>
          <w:rtl/>
        </w:rPr>
        <w:t>(</w:t>
      </w:r>
      <w:r w:rsidR="00696653">
        <w:rPr>
          <w:rFonts w:hint="cs"/>
          <w:rtl/>
        </w:rPr>
        <w:t>1</w:t>
      </w:r>
      <w:r w:rsidR="00E570F5" w:rsidRPr="00C86611">
        <w:rPr>
          <w:rtl/>
        </w:rPr>
        <w:t>) في الوسائل المطبوع: (الحصين).</w:t>
      </w:r>
    </w:p>
    <w:p w:rsidR="00E570F5" w:rsidRPr="00C86611" w:rsidRDefault="00560DE8" w:rsidP="00811D4D">
      <w:pPr>
        <w:pStyle w:val="libFootnote0"/>
        <w:rPr>
          <w:rtl/>
        </w:rPr>
      </w:pPr>
      <w:r>
        <w:rPr>
          <w:rFonts w:hint="cs"/>
          <w:rtl/>
        </w:rPr>
        <w:t>(</w:t>
      </w:r>
      <w:r w:rsidR="00696653">
        <w:rPr>
          <w:rFonts w:hint="cs"/>
          <w:rtl/>
        </w:rPr>
        <w:t>2</w:t>
      </w:r>
      <w:r w:rsidR="00E570F5" w:rsidRPr="00C86611">
        <w:rPr>
          <w:rtl/>
        </w:rPr>
        <w:t xml:space="preserve">) أبو حمزة الثمالي هو ثابت بن دينار يُكنى بأبي صفيّة، كوفي، ثقة، لقي عليّ بن الحسين وأبا جعفر ـ الباقر ـ وأبا عبد الله الصادق ـ وأبا الحسن الكاظم ـ </w:t>
      </w:r>
      <w:r w:rsidR="00811D4D" w:rsidRPr="006E1602">
        <w:rPr>
          <w:rStyle w:val="libFootnoteAlaemChar"/>
          <w:rFonts w:eastAsiaTheme="minorHAnsi"/>
          <w:rtl/>
        </w:rPr>
        <w:t>عليهم‌السلام</w:t>
      </w:r>
      <w:r w:rsidR="00811D4D" w:rsidRPr="005E6D00">
        <w:rPr>
          <w:rtl/>
        </w:rPr>
        <w:t xml:space="preserve"> </w:t>
      </w:r>
      <w:r w:rsidR="00E570F5" w:rsidRPr="00C86611">
        <w:rPr>
          <w:rtl/>
        </w:rPr>
        <w:t>، وكان من خيار أصحابنا، وثقاتهم، ومعتمدهم في الرواية والحديث.</w:t>
      </w:r>
    </w:p>
    <w:p w:rsidR="00E570F5" w:rsidRPr="00C86611" w:rsidRDefault="00E570F5" w:rsidP="00811D4D">
      <w:pPr>
        <w:pStyle w:val="libFootnote0"/>
        <w:rPr>
          <w:rtl/>
        </w:rPr>
      </w:pPr>
      <w:r w:rsidRPr="00C86611">
        <w:rPr>
          <w:rtl/>
        </w:rPr>
        <w:t xml:space="preserve">راجع نقد الرجال للسيّد مصطفى التفريشي: ج1، ص311، رقم 840 ط قم آل البيت </w:t>
      </w:r>
      <w:r w:rsidR="00811D4D" w:rsidRPr="006E1602">
        <w:rPr>
          <w:rStyle w:val="libFootnoteAlaemChar"/>
          <w:rFonts w:eastAsiaTheme="minorHAnsi"/>
          <w:rtl/>
        </w:rPr>
        <w:t>عليهم‌السلام</w:t>
      </w:r>
      <w:r w:rsidRPr="00C86611">
        <w:rPr>
          <w:rtl/>
        </w:rPr>
        <w:t>.</w:t>
      </w:r>
    </w:p>
    <w:p w:rsidR="00E570F5" w:rsidRPr="00C86611" w:rsidRDefault="00560DE8" w:rsidP="0003580E">
      <w:pPr>
        <w:pStyle w:val="libFootnote0"/>
        <w:rPr>
          <w:rtl/>
        </w:rPr>
      </w:pPr>
      <w:r>
        <w:rPr>
          <w:rFonts w:hint="cs"/>
          <w:rtl/>
        </w:rPr>
        <w:t>(</w:t>
      </w:r>
      <w:r w:rsidR="00696653">
        <w:rPr>
          <w:rFonts w:hint="cs"/>
          <w:rtl/>
        </w:rPr>
        <w:t>3</w:t>
      </w:r>
      <w:r w:rsidR="00E570F5" w:rsidRPr="00C86611">
        <w:rPr>
          <w:rtl/>
        </w:rPr>
        <w:t>) نفس المصدر نفسه: ح6.</w:t>
      </w:r>
    </w:p>
    <w:p w:rsidR="00E570F5" w:rsidRPr="00C86611" w:rsidRDefault="00560DE8" w:rsidP="0003580E">
      <w:pPr>
        <w:pStyle w:val="libFootnote0"/>
        <w:rPr>
          <w:rtl/>
        </w:rPr>
      </w:pPr>
      <w:r>
        <w:rPr>
          <w:rFonts w:hint="cs"/>
          <w:rtl/>
        </w:rPr>
        <w:t>(</w:t>
      </w:r>
      <w:r w:rsidR="00696653">
        <w:rPr>
          <w:rFonts w:hint="cs"/>
          <w:rtl/>
        </w:rPr>
        <w:t>4</w:t>
      </w:r>
      <w:r w:rsidR="00E570F5" w:rsidRPr="00C86611">
        <w:rPr>
          <w:rtl/>
        </w:rPr>
        <w:t>) نفس المصدر نفسه: ح7، ولكن بين القوسين من المصدر.</w:t>
      </w:r>
    </w:p>
    <w:p w:rsidR="00E570F5" w:rsidRDefault="00560DE8" w:rsidP="0003580E">
      <w:pPr>
        <w:pStyle w:val="libFootnote0"/>
        <w:rPr>
          <w:rtl/>
        </w:rPr>
      </w:pPr>
      <w:r>
        <w:rPr>
          <w:rFonts w:hint="cs"/>
          <w:rtl/>
        </w:rPr>
        <w:t>(</w:t>
      </w:r>
      <w:r w:rsidR="00696653">
        <w:rPr>
          <w:rFonts w:hint="cs"/>
          <w:rtl/>
        </w:rPr>
        <w:t>5</w:t>
      </w:r>
      <w:r w:rsidR="00E570F5" w:rsidRPr="00C86611">
        <w:rPr>
          <w:rtl/>
        </w:rPr>
        <w:t>) الراوي: (أبو حمزة الثمالي) والمروي عنه (الإمام زين العابدين عليه السلام).</w:t>
      </w:r>
    </w:p>
    <w:p w:rsidR="00E570F5" w:rsidRPr="0041035F" w:rsidRDefault="00560DE8" w:rsidP="00811D4D">
      <w:pPr>
        <w:pStyle w:val="libFootnote0"/>
        <w:rPr>
          <w:rStyle w:val="libNormalChar"/>
          <w:rtl/>
        </w:rPr>
      </w:pPr>
      <w:r>
        <w:rPr>
          <w:rFonts w:hint="cs"/>
          <w:rtl/>
        </w:rPr>
        <w:t>(</w:t>
      </w:r>
      <w:r w:rsidR="00696653">
        <w:rPr>
          <w:rFonts w:hint="cs"/>
          <w:rtl/>
        </w:rPr>
        <w:t>6</w:t>
      </w:r>
      <w:r w:rsidR="00E570F5" w:rsidRPr="00C86611">
        <w:rPr>
          <w:rtl/>
        </w:rPr>
        <w:t xml:space="preserve">) بل من البعيد جداً أنْ يكون شخصُ الإمام السجاد </w:t>
      </w:r>
      <w:r w:rsidR="00811D4D" w:rsidRPr="006E1602">
        <w:rPr>
          <w:rStyle w:val="libFootnoteAlaemChar"/>
          <w:rFonts w:eastAsiaTheme="minorHAnsi"/>
          <w:rtl/>
        </w:rPr>
        <w:t>عليه‌السلام</w:t>
      </w:r>
      <w:r w:rsidR="00E570F5" w:rsidRPr="00C86611">
        <w:rPr>
          <w:rtl/>
        </w:rPr>
        <w:t xml:space="preserve"> غيرُ معروف عند أبي حمزة الثمالي؛ لأنّه كان من أصحاب الإمام السجاد حسب ما ذكره الشيخ الطوسي في رجاله: ص110، رقم (1083) والعلامّة في الخلاصّة: ص85، فصل 4، باب1، ح5، بالإضافة إلى ذلك أنّ الإمام زين العابدين </w:t>
      </w:r>
      <w:r w:rsidR="00811D4D" w:rsidRPr="006E1602">
        <w:rPr>
          <w:rStyle w:val="libFootnoteAlaemChar"/>
          <w:rFonts w:eastAsiaTheme="minorHAnsi"/>
          <w:rtl/>
        </w:rPr>
        <w:t>عليه‌السلام</w:t>
      </w:r>
      <w:r w:rsidR="00E570F5" w:rsidRPr="00C86611">
        <w:rPr>
          <w:rtl/>
        </w:rPr>
        <w:t xml:space="preserve"> كان ناراً على علم ويشهد بذلك حادثة الفرزدق مع هشام بن عبد الملك.</w:t>
      </w:r>
      <w:r w:rsidR="00E570F5" w:rsidRPr="0041035F">
        <w:rPr>
          <w:rStyle w:val="libNormalChar"/>
          <w:rtl/>
        </w:rPr>
        <w:t xml:space="preserve"> </w:t>
      </w:r>
    </w:p>
    <w:p w:rsidR="00E570F5" w:rsidRPr="00263799" w:rsidRDefault="00E570F5" w:rsidP="00263799">
      <w:pPr>
        <w:pStyle w:val="libNormal"/>
      </w:pPr>
      <w:r w:rsidRPr="00263799">
        <w:rPr>
          <w:rtl/>
        </w:rPr>
        <w:br w:type="page"/>
      </w:r>
    </w:p>
    <w:p w:rsidR="002152CB" w:rsidRPr="005E6D00" w:rsidRDefault="002152CB" w:rsidP="00811D4D">
      <w:pPr>
        <w:pStyle w:val="libNormal"/>
        <w:rPr>
          <w:rtl/>
        </w:rPr>
      </w:pPr>
      <w:r w:rsidRPr="00DA10CC">
        <w:rPr>
          <w:rStyle w:val="libBold1Char"/>
          <w:rtl/>
        </w:rPr>
        <w:lastRenderedPageBreak/>
        <w:t>وثالثاً:</w:t>
      </w:r>
      <w:r w:rsidRPr="005E6D00">
        <w:rPr>
          <w:rtl/>
        </w:rPr>
        <w:t xml:space="preserve"> إنّ من الواضح إنّ الإنكباب لتقبيل الرجل ليس</w:t>
      </w:r>
      <w:r w:rsidR="00E570F5" w:rsidRPr="005E6D00">
        <w:rPr>
          <w:rFonts w:hint="cs"/>
          <w:rtl/>
        </w:rPr>
        <w:t xml:space="preserve"> </w:t>
      </w:r>
      <w:r w:rsidRPr="005E6D00">
        <w:rPr>
          <w:rtl/>
        </w:rPr>
        <w:t xml:space="preserve">سجدةً فيُحتمل أنّ أبا حمزة حين انكبَّ لتقبيل قَدَميه </w:t>
      </w:r>
      <w:r w:rsidR="00811D4D" w:rsidRPr="00811D4D">
        <w:rPr>
          <w:rStyle w:val="libAlaemChar"/>
          <w:rFonts w:eastAsiaTheme="minorHAnsi"/>
          <w:rtl/>
        </w:rPr>
        <w:t>عليه‌السلام</w:t>
      </w:r>
      <w:r w:rsidRPr="005E6D00">
        <w:rPr>
          <w:rtl/>
        </w:rPr>
        <w:t xml:space="preserve"> سجدَ لـه، فضلاً عن التقبيل، فمنعه الإمام </w:t>
      </w:r>
      <w:r w:rsidR="00811D4D" w:rsidRPr="00811D4D">
        <w:rPr>
          <w:rStyle w:val="libAlaemChar"/>
          <w:rFonts w:eastAsiaTheme="minorHAnsi"/>
          <w:rtl/>
        </w:rPr>
        <w:t>عليه‌السلام</w:t>
      </w:r>
      <w:r w:rsidRPr="005E6D00">
        <w:rPr>
          <w:rtl/>
        </w:rPr>
        <w:t xml:space="preserve"> عن ذلك ويكون قد سَقَط ذلك من الرواية كسُقوط أصل الإنكباب للتقبيل عن أكثر الروايات المزبورة، ومنع هذا الاحتمال استناداً إلى جلالة شأن أبي حمزة</w:t>
      </w:r>
      <w:r w:rsidRPr="00C86611">
        <w:rPr>
          <w:rStyle w:val="libFootnotenumChar"/>
          <w:rtl/>
        </w:rPr>
        <w:t>(</w:t>
      </w:r>
      <w:r w:rsidR="002358D5">
        <w:rPr>
          <w:rStyle w:val="libFootnotenumChar"/>
          <w:rFonts w:hint="cs"/>
          <w:rtl/>
        </w:rPr>
        <w:t>1</w:t>
      </w:r>
      <w:r w:rsidRPr="00C86611">
        <w:rPr>
          <w:rStyle w:val="libFootnotenumChar"/>
          <w:rtl/>
        </w:rPr>
        <w:t>)</w:t>
      </w:r>
      <w:r w:rsidRPr="005E6D00">
        <w:rPr>
          <w:rtl/>
        </w:rPr>
        <w:t xml:space="preserve"> عن عدم علمه بحُرمة السجود لغير الله سبحانه، يدفعه صريح جواب الإمام </w:t>
      </w:r>
      <w:r w:rsidR="00811D4D" w:rsidRPr="00811D4D">
        <w:rPr>
          <w:rStyle w:val="libAlaemChar"/>
          <w:rFonts w:eastAsiaTheme="minorHAnsi"/>
          <w:rtl/>
        </w:rPr>
        <w:t>عليه‌السلام</w:t>
      </w:r>
      <w:r w:rsidR="00811D4D" w:rsidRPr="005E6D00">
        <w:rPr>
          <w:rtl/>
        </w:rPr>
        <w:t xml:space="preserve"> </w:t>
      </w:r>
      <w:r w:rsidRPr="005E6D00">
        <w:rPr>
          <w:rtl/>
        </w:rPr>
        <w:t xml:space="preserve">، وليس بعزيز على مَنْ شاهد جلالة شأن الإمام </w:t>
      </w:r>
      <w:r w:rsidR="00811D4D" w:rsidRPr="00811D4D">
        <w:rPr>
          <w:rStyle w:val="libAlaemChar"/>
          <w:rFonts w:eastAsiaTheme="minorHAnsi"/>
          <w:rtl/>
        </w:rPr>
        <w:t>عليه‌السلام</w:t>
      </w:r>
      <w:r w:rsidRPr="005E6D00">
        <w:rPr>
          <w:rtl/>
        </w:rPr>
        <w:t xml:space="preserve"> واستغرق في بحار أُبّهته أنْ يصدرَ منه تعظيم يعلم بعدم مشروعيّته غفلةً منه عن حرمته لغير لله تعالى، كما وقع الاستئذان للسجدة لأصحاب رسول الله </w:t>
      </w:r>
      <w:r w:rsidR="00811D4D" w:rsidRPr="00811D4D">
        <w:rPr>
          <w:rStyle w:val="libAlaemChar"/>
          <w:rFonts w:eastAsiaTheme="minorHAnsi"/>
          <w:rtl/>
        </w:rPr>
        <w:t>صلى‌الله‌عليه‌وآله‌وسلم</w:t>
      </w:r>
      <w:r w:rsidRPr="005E6D00">
        <w:rPr>
          <w:rtl/>
        </w:rPr>
        <w:t>.</w:t>
      </w:r>
    </w:p>
    <w:p w:rsidR="002152CB" w:rsidRPr="005E6D00" w:rsidRDefault="002152CB" w:rsidP="00811D4D">
      <w:pPr>
        <w:pStyle w:val="libNormal"/>
        <w:rPr>
          <w:rtl/>
        </w:rPr>
      </w:pPr>
      <w:r w:rsidRPr="005E6D00">
        <w:rPr>
          <w:rtl/>
        </w:rPr>
        <w:t>فقد رُوي في الوسائل، عن محمّد بن الحسن الصفّار</w:t>
      </w:r>
      <w:r w:rsidRPr="00C86611">
        <w:rPr>
          <w:rStyle w:val="libFootnotenumChar"/>
          <w:rtl/>
        </w:rPr>
        <w:t>(</w:t>
      </w:r>
      <w:r w:rsidR="002358D5">
        <w:rPr>
          <w:rStyle w:val="libFootnotenumChar"/>
          <w:rFonts w:hint="cs"/>
          <w:rtl/>
        </w:rPr>
        <w:t>2</w:t>
      </w:r>
      <w:r w:rsidRPr="00C86611">
        <w:rPr>
          <w:rStyle w:val="libFootnotenumChar"/>
          <w:rtl/>
        </w:rPr>
        <w:t>)</w:t>
      </w:r>
      <w:r w:rsidRPr="005E6D00">
        <w:rPr>
          <w:rtl/>
        </w:rPr>
        <w:t xml:space="preserve"> في بصائر الدرجات بإسناده عن عبد الرحمن بن كثير، عن أبي عبد الله </w:t>
      </w:r>
      <w:r w:rsidR="00811D4D" w:rsidRPr="00811D4D">
        <w:rPr>
          <w:rStyle w:val="libAlaemChar"/>
          <w:rFonts w:eastAsiaTheme="minorHAnsi"/>
          <w:rtl/>
        </w:rPr>
        <w:t>عليه‌السلام</w:t>
      </w:r>
      <w:r w:rsidRPr="005E6D00">
        <w:rPr>
          <w:rtl/>
        </w:rPr>
        <w:t xml:space="preserve"> قال: </w:t>
      </w:r>
      <w:r w:rsidRPr="00C86611">
        <w:rPr>
          <w:rStyle w:val="libBold2Char"/>
          <w:rtl/>
        </w:rPr>
        <w:t xml:space="preserve">( كان رسول الله </w:t>
      </w:r>
      <w:r w:rsidR="00811D4D" w:rsidRPr="00811D4D">
        <w:rPr>
          <w:rStyle w:val="libAlaemChar"/>
          <w:rFonts w:eastAsiaTheme="minorHAnsi"/>
          <w:rtl/>
        </w:rPr>
        <w:t>صلى‌الله‌عليه‌وآله‌وسلم</w:t>
      </w:r>
      <w:r w:rsidRPr="00C86611">
        <w:rPr>
          <w:rStyle w:val="libBold2Char"/>
          <w:rtl/>
        </w:rPr>
        <w:t xml:space="preserve"> يوماً قاعداً في أصحابه، إذ مرّ به بَعير فجاءَ حتّى ضربَ بجرانه الأرضَ ورغا </w:t>
      </w:r>
      <w:r w:rsidRPr="00C86611">
        <w:rPr>
          <w:rStyle w:val="libFootnotenumChar"/>
          <w:rtl/>
        </w:rPr>
        <w:t>(</w:t>
      </w:r>
      <w:r w:rsidR="002358D5">
        <w:rPr>
          <w:rStyle w:val="libFootnotenumChar"/>
          <w:rFonts w:hint="cs"/>
          <w:rtl/>
        </w:rPr>
        <w:t>3</w:t>
      </w:r>
      <w:r w:rsidRPr="00C86611">
        <w:rPr>
          <w:rStyle w:val="libFootnotenumChar"/>
          <w:rtl/>
        </w:rPr>
        <w:t>)</w:t>
      </w:r>
      <w:r w:rsidRPr="005E6D00">
        <w:rPr>
          <w:rtl/>
        </w:rPr>
        <w:t xml:space="preserve"> فقال رجلٌ: يا رسولَ الله أسجدَ لكَ هذا البَعير، فنحن أحقُّ أنْ نفعل؟</w:t>
      </w:r>
    </w:p>
    <w:p w:rsidR="002152CB" w:rsidRPr="005E6D00" w:rsidRDefault="002152CB" w:rsidP="005E6D00">
      <w:pPr>
        <w:pStyle w:val="libNormal"/>
        <w:rPr>
          <w:rtl/>
        </w:rPr>
      </w:pPr>
      <w:r w:rsidRPr="005E6D00">
        <w:rPr>
          <w:rtl/>
        </w:rPr>
        <w:t xml:space="preserve">فقال: </w:t>
      </w:r>
      <w:r w:rsidRPr="00C86611">
        <w:rPr>
          <w:rStyle w:val="libBold2Char"/>
          <w:rtl/>
        </w:rPr>
        <w:t>لا بل اسجدوا لله، ثُمّ قال: لو أمرتُ أحداً أنْ يسجدَ لأحدٍ، لأمرتُ المرأةَ أنْ تسجدَ لزوجها)</w:t>
      </w:r>
      <w:r w:rsidRPr="005E6D00">
        <w:rPr>
          <w:rtl/>
        </w:rPr>
        <w:t>. الخبر</w:t>
      </w:r>
      <w:r w:rsidRPr="00C86611">
        <w:rPr>
          <w:rStyle w:val="libFootnotenumChar"/>
          <w:rtl/>
        </w:rPr>
        <w:t>(</w:t>
      </w:r>
      <w:r w:rsidR="002358D5">
        <w:rPr>
          <w:rStyle w:val="libFootnotenumChar"/>
          <w:rFonts w:hint="cs"/>
          <w:rtl/>
        </w:rPr>
        <w:t>4</w:t>
      </w:r>
      <w:r w:rsidRPr="00C86611">
        <w:rPr>
          <w:rStyle w:val="libFootnotenumChar"/>
          <w:rtl/>
        </w:rPr>
        <w:t>)</w:t>
      </w:r>
      <w:r w:rsidRPr="005E6D00">
        <w:rPr>
          <w:rtl/>
        </w:rPr>
        <w:t>.</w:t>
      </w:r>
    </w:p>
    <w:p w:rsidR="00AB77F1" w:rsidRPr="00AB77F1" w:rsidRDefault="00AB77F1" w:rsidP="00AB77F1">
      <w:pPr>
        <w:pStyle w:val="libLine"/>
        <w:rPr>
          <w:rtl/>
        </w:rPr>
      </w:pPr>
      <w:r w:rsidRPr="00AB77F1">
        <w:rPr>
          <w:rtl/>
        </w:rPr>
        <w:t>ــــــــــــــــــ</w:t>
      </w:r>
    </w:p>
    <w:p w:rsidR="002358D5" w:rsidRPr="00C86611" w:rsidRDefault="00560DE8" w:rsidP="00811D4D">
      <w:pPr>
        <w:pStyle w:val="libFootnote0"/>
        <w:rPr>
          <w:rtl/>
        </w:rPr>
      </w:pPr>
      <w:r>
        <w:rPr>
          <w:rFonts w:hint="cs"/>
          <w:rtl/>
        </w:rPr>
        <w:t>(</w:t>
      </w:r>
      <w:r w:rsidR="002358D5">
        <w:rPr>
          <w:rFonts w:hint="cs"/>
          <w:rtl/>
        </w:rPr>
        <w:t>1</w:t>
      </w:r>
      <w:r w:rsidR="002358D5" w:rsidRPr="00C86611">
        <w:rPr>
          <w:rtl/>
        </w:rPr>
        <w:t xml:space="preserve">) روى الكشّي في رجاله: ص485، 919، عن الإمام الصادق </w:t>
      </w:r>
      <w:r w:rsidR="00811D4D" w:rsidRPr="006E1602">
        <w:rPr>
          <w:rStyle w:val="libFootnoteAlaemChar"/>
          <w:rFonts w:eastAsiaTheme="minorHAnsi"/>
          <w:rtl/>
        </w:rPr>
        <w:t>عليه‌السلام</w:t>
      </w:r>
      <w:r w:rsidR="002358D5" w:rsidRPr="00C86611">
        <w:rPr>
          <w:rtl/>
        </w:rPr>
        <w:t>: (أبو حمزة في زمانه كلقمان في زمانه) وفي بعضها (كسلمان).</w:t>
      </w:r>
    </w:p>
    <w:p w:rsidR="002358D5" w:rsidRPr="00C86611" w:rsidRDefault="00560DE8" w:rsidP="0003580E">
      <w:pPr>
        <w:pStyle w:val="libFootnote0"/>
        <w:rPr>
          <w:rtl/>
        </w:rPr>
      </w:pPr>
      <w:r>
        <w:rPr>
          <w:rFonts w:hint="cs"/>
          <w:rtl/>
        </w:rPr>
        <w:t>(</w:t>
      </w:r>
      <w:r w:rsidR="002358D5">
        <w:rPr>
          <w:rFonts w:hint="cs"/>
          <w:rtl/>
        </w:rPr>
        <w:t>2</w:t>
      </w:r>
      <w:r w:rsidR="002358D5" w:rsidRPr="00C86611">
        <w:rPr>
          <w:rtl/>
        </w:rPr>
        <w:t>) هو محمّد بن الحسن بن فروّخ الصفّار القمّي كان وجيهاً في أصحابنا القمّيّين ثقة عظيم القدر راجحاً قليل السقط في الرواية، توفّي بقم سنة .(290هـ) هكذا قال عنه ابن داود في رجاله: ص170، رقم 1359،القسم الأوّل. صاحب كتاب بصائر الدرجات.</w:t>
      </w:r>
    </w:p>
    <w:p w:rsidR="002358D5" w:rsidRPr="00C86611" w:rsidRDefault="00560DE8" w:rsidP="0003580E">
      <w:pPr>
        <w:pStyle w:val="libFootnote0"/>
        <w:rPr>
          <w:rtl/>
        </w:rPr>
      </w:pPr>
      <w:r>
        <w:rPr>
          <w:rFonts w:hint="cs"/>
          <w:rtl/>
        </w:rPr>
        <w:t>(</w:t>
      </w:r>
      <w:r w:rsidR="002358D5">
        <w:rPr>
          <w:rFonts w:hint="cs"/>
          <w:rtl/>
        </w:rPr>
        <w:t>3</w:t>
      </w:r>
      <w:r w:rsidR="002358D5" w:rsidRPr="00C86611">
        <w:rPr>
          <w:rtl/>
        </w:rPr>
        <w:t>) الرغاء: هو صوت الإبل، كما الثغاء؛ للغنم.</w:t>
      </w:r>
    </w:p>
    <w:p w:rsidR="002358D5" w:rsidRPr="0041035F" w:rsidRDefault="00560DE8" w:rsidP="0003580E">
      <w:pPr>
        <w:pStyle w:val="libFootnote0"/>
        <w:rPr>
          <w:rStyle w:val="libNormalChar"/>
          <w:rtl/>
        </w:rPr>
      </w:pPr>
      <w:r>
        <w:rPr>
          <w:rFonts w:hint="cs"/>
          <w:rtl/>
        </w:rPr>
        <w:t>(</w:t>
      </w:r>
      <w:r w:rsidR="002358D5">
        <w:rPr>
          <w:rFonts w:hint="cs"/>
          <w:rtl/>
        </w:rPr>
        <w:t>4</w:t>
      </w:r>
      <w:r w:rsidR="002358D5" w:rsidRPr="00C86611">
        <w:rPr>
          <w:rtl/>
        </w:rPr>
        <w:t>) عن بصائر الدرجات الكبرى: ص368، ج7، باب15. ولكن يوجد تفاوت بين رواية الوسائل ورواية البصائر، وسائل الشيعة: ج6، باب عدم جواز السجود لغير الله وأحكام سجود التلاوة وسجدة الشكر، ح1.</w:t>
      </w:r>
    </w:p>
    <w:p w:rsidR="002358D5" w:rsidRDefault="002358D5" w:rsidP="00770B9A">
      <w:pPr>
        <w:pStyle w:val="libNormal"/>
        <w:rPr>
          <w:rtl/>
        </w:rPr>
      </w:pPr>
      <w:r>
        <w:rPr>
          <w:rtl/>
        </w:rPr>
        <w:br w:type="page"/>
      </w:r>
    </w:p>
    <w:p w:rsidR="002152CB" w:rsidRPr="005E6D00" w:rsidRDefault="002152CB" w:rsidP="00811D4D">
      <w:pPr>
        <w:pStyle w:val="libNormal"/>
        <w:rPr>
          <w:rtl/>
        </w:rPr>
      </w:pPr>
      <w:r w:rsidRPr="00DA10CC">
        <w:rPr>
          <w:rStyle w:val="libBold1Char"/>
          <w:rtl/>
        </w:rPr>
        <w:lastRenderedPageBreak/>
        <w:t>ورابعاً:</w:t>
      </w:r>
      <w:r w:rsidRPr="005E6D00">
        <w:rPr>
          <w:rtl/>
        </w:rPr>
        <w:t xml:space="preserve"> إنّها معارضةً بأخبار أُخَر أقوى ناطقة بوقوع التقبيل لأقدامهم </w:t>
      </w:r>
      <w:r w:rsidR="00811D4D" w:rsidRPr="00811D4D">
        <w:rPr>
          <w:rStyle w:val="libAlaemChar"/>
          <w:rFonts w:eastAsiaTheme="minorHAnsi"/>
          <w:rtl/>
        </w:rPr>
        <w:t>عليهم‌السلام</w:t>
      </w:r>
      <w:r w:rsidRPr="005E6D00">
        <w:rPr>
          <w:rtl/>
        </w:rPr>
        <w:t xml:space="preserve"> من شيعتهم وعدم منعهم لهم، من ذلك فمنها:</w:t>
      </w:r>
    </w:p>
    <w:p w:rsidR="002152CB" w:rsidRPr="00B132A8" w:rsidRDefault="002152CB" w:rsidP="009C2E13">
      <w:pPr>
        <w:pStyle w:val="Heading2Center"/>
        <w:spacing w:before="0"/>
        <w:rPr>
          <w:rtl/>
        </w:rPr>
      </w:pPr>
      <w:bookmarkStart w:id="24" w:name="14"/>
      <w:bookmarkStart w:id="25" w:name="_Toc378509611"/>
      <w:r w:rsidRPr="00B132A8">
        <w:rPr>
          <w:rtl/>
        </w:rPr>
        <w:t>أدلّـةُ التقبيل</w:t>
      </w:r>
      <w:bookmarkEnd w:id="24"/>
      <w:bookmarkEnd w:id="25"/>
    </w:p>
    <w:p w:rsidR="002152CB" w:rsidRPr="005E6D00" w:rsidRDefault="002152CB" w:rsidP="00811D4D">
      <w:pPr>
        <w:pStyle w:val="libNormal"/>
        <w:rPr>
          <w:rtl/>
        </w:rPr>
      </w:pPr>
      <w:r w:rsidRPr="005E6D00">
        <w:rPr>
          <w:rtl/>
        </w:rPr>
        <w:t xml:space="preserve">ما رواه الفاضل المجلسي </w:t>
      </w:r>
      <w:r w:rsidR="00811D4D" w:rsidRPr="00811D4D">
        <w:rPr>
          <w:rStyle w:val="libAlaemChar"/>
          <w:rtl/>
        </w:rPr>
        <w:t>رحمه‌الله</w:t>
      </w:r>
      <w:r w:rsidRPr="005E6D00">
        <w:rPr>
          <w:rtl/>
        </w:rPr>
        <w:t xml:space="preserve"> في البحار، عن أمالي الشيخ </w:t>
      </w:r>
      <w:r w:rsidR="00811D4D" w:rsidRPr="00811D4D">
        <w:rPr>
          <w:rStyle w:val="libAlaemChar"/>
          <w:rtl/>
        </w:rPr>
        <w:t>رحمه‌الله</w:t>
      </w:r>
      <w:r w:rsidRPr="005E6D00">
        <w:rPr>
          <w:rtl/>
        </w:rPr>
        <w:t xml:space="preserve"> عن جماعة، عن أبي المفضّل، قال: حدّثنا أبو أحمد عن عُبيد الله بن الحسين العلوي، عن محمّد بن عليّ بن حمزة العلوي، عن أبيه، عن الحسين بن زيد بن عليّ، قال: سألتُ أبا عبد الله جعفر بن محمّد </w:t>
      </w:r>
      <w:r w:rsidRPr="00DA10CC">
        <w:rPr>
          <w:rStyle w:val="libBold1Char"/>
          <w:rtl/>
        </w:rPr>
        <w:t>الصادق</w:t>
      </w:r>
      <w:r w:rsidRPr="005E6D00">
        <w:rPr>
          <w:rtl/>
        </w:rPr>
        <w:t xml:space="preserve"> </w:t>
      </w:r>
      <w:r w:rsidR="00811D4D" w:rsidRPr="00811D4D">
        <w:rPr>
          <w:rStyle w:val="libAlaemChar"/>
          <w:rFonts w:eastAsiaTheme="minorHAnsi"/>
          <w:rtl/>
        </w:rPr>
        <w:t>عليه‌السلام</w:t>
      </w:r>
      <w:r w:rsidRPr="005E6D00">
        <w:rPr>
          <w:rtl/>
        </w:rPr>
        <w:t xml:space="preserve"> عن سِنِّ جدّنا عليّ بن الحسين </w:t>
      </w:r>
      <w:r w:rsidR="00811D4D" w:rsidRPr="00811D4D">
        <w:rPr>
          <w:rStyle w:val="libAlaemChar"/>
          <w:rFonts w:eastAsiaTheme="minorHAnsi"/>
          <w:rtl/>
        </w:rPr>
        <w:t>عليهما‌السلام</w:t>
      </w:r>
      <w:r w:rsidR="00811D4D" w:rsidRPr="00950221">
        <w:rPr>
          <w:rFonts w:eastAsiaTheme="minorHAnsi"/>
          <w:rtl/>
        </w:rPr>
        <w:t xml:space="preserve"> </w:t>
      </w:r>
      <w:r w:rsidRPr="005E6D00">
        <w:rPr>
          <w:rtl/>
        </w:rPr>
        <w:t xml:space="preserve">، فقال: </w:t>
      </w:r>
      <w:r w:rsidRPr="00C86611">
        <w:rPr>
          <w:rStyle w:val="libBold2Char"/>
          <w:rtl/>
        </w:rPr>
        <w:t xml:space="preserve">( أخبرني أبي، عن أبيه عليّ بن الحسين </w:t>
      </w:r>
      <w:r w:rsidR="00811D4D" w:rsidRPr="00811D4D">
        <w:rPr>
          <w:rStyle w:val="libAlaemChar"/>
          <w:rFonts w:eastAsiaTheme="minorHAnsi"/>
          <w:rtl/>
        </w:rPr>
        <w:t>عليهم‌السلام</w:t>
      </w:r>
      <w:r w:rsidRPr="00C86611">
        <w:rPr>
          <w:rStyle w:val="libBold2Char"/>
          <w:rtl/>
        </w:rPr>
        <w:t xml:space="preserve"> قال: كُنت أمشي خَلف عمّي وأبيَ، الحسن والحسين </w:t>
      </w:r>
      <w:r w:rsidR="00811D4D" w:rsidRPr="00811D4D">
        <w:rPr>
          <w:rStyle w:val="libAlaemChar"/>
          <w:rFonts w:eastAsiaTheme="minorHAnsi"/>
          <w:rtl/>
        </w:rPr>
        <w:t>عليهما‌السلام</w:t>
      </w:r>
      <w:r w:rsidR="00811D4D" w:rsidRPr="00950221">
        <w:rPr>
          <w:rFonts w:eastAsiaTheme="minorHAnsi"/>
          <w:rtl/>
        </w:rPr>
        <w:t xml:space="preserve"> </w:t>
      </w:r>
      <w:r w:rsidRPr="00C86611">
        <w:rPr>
          <w:rStyle w:val="libBold2Char"/>
          <w:rtl/>
        </w:rPr>
        <w:t xml:space="preserve">، في بعض طُرُقَات المدينة في العام الذي قُبِضَ فيه عمّي الحسن </w:t>
      </w:r>
      <w:r w:rsidR="00811D4D" w:rsidRPr="00811D4D">
        <w:rPr>
          <w:rStyle w:val="libAlaemChar"/>
          <w:rFonts w:eastAsiaTheme="minorHAnsi"/>
          <w:rtl/>
        </w:rPr>
        <w:t>عليه‌السلام</w:t>
      </w:r>
      <w:r w:rsidR="00811D4D" w:rsidRPr="00C86611">
        <w:rPr>
          <w:rStyle w:val="libBold2Char"/>
          <w:rtl/>
        </w:rPr>
        <w:t xml:space="preserve"> </w:t>
      </w:r>
      <w:r w:rsidRPr="00C86611">
        <w:rPr>
          <w:rStyle w:val="libBold2Char"/>
          <w:rtl/>
        </w:rPr>
        <w:t>، وأنا</w:t>
      </w:r>
      <w:r w:rsidR="00CC581F">
        <w:rPr>
          <w:rStyle w:val="libBold2Char"/>
          <w:rFonts w:hint="cs"/>
          <w:rtl/>
        </w:rPr>
        <w:t xml:space="preserve"> </w:t>
      </w:r>
      <w:r w:rsidRPr="00C86611">
        <w:rPr>
          <w:rStyle w:val="libBold2Char"/>
          <w:rtl/>
        </w:rPr>
        <w:t>يَومئذٍ غُلام (لم أراهق أو كُدتُ)</w:t>
      </w:r>
      <w:r w:rsidRPr="00C86611">
        <w:rPr>
          <w:rStyle w:val="libFootnotenumChar"/>
          <w:rtl/>
        </w:rPr>
        <w:t>(</w:t>
      </w:r>
      <w:r w:rsidR="003B4601">
        <w:rPr>
          <w:rStyle w:val="libFootnotenumChar"/>
          <w:rFonts w:hint="cs"/>
          <w:rtl/>
        </w:rPr>
        <w:t>1</w:t>
      </w:r>
      <w:r w:rsidRPr="00C86611">
        <w:rPr>
          <w:rStyle w:val="libFootnotenumChar"/>
          <w:rtl/>
        </w:rPr>
        <w:t>)</w:t>
      </w:r>
      <w:r w:rsidRPr="00C86611">
        <w:rPr>
          <w:rStyle w:val="libBold2Char"/>
          <w:rtl/>
        </w:rPr>
        <w:t>، فلَقِيهُما جابر بن عبد الله</w:t>
      </w:r>
      <w:r w:rsidRPr="00C86611">
        <w:rPr>
          <w:rStyle w:val="libFootnotenumChar"/>
          <w:rtl/>
        </w:rPr>
        <w:t>(</w:t>
      </w:r>
      <w:r w:rsidR="003B4601">
        <w:rPr>
          <w:rStyle w:val="libFootnotenumChar"/>
          <w:rFonts w:hint="cs"/>
          <w:rtl/>
        </w:rPr>
        <w:t>2</w:t>
      </w:r>
      <w:r w:rsidRPr="00C86611">
        <w:rPr>
          <w:rStyle w:val="libFootnotenumChar"/>
          <w:rtl/>
        </w:rPr>
        <w:t>)</w:t>
      </w:r>
      <w:r w:rsidRPr="00C86611">
        <w:rPr>
          <w:rStyle w:val="libBold2Char"/>
          <w:rtl/>
        </w:rPr>
        <w:t xml:space="preserve"> وأنس بن مالك</w:t>
      </w:r>
      <w:r w:rsidRPr="00C86611">
        <w:rPr>
          <w:rStyle w:val="libFootnotenumChar"/>
          <w:rtl/>
        </w:rPr>
        <w:t>(</w:t>
      </w:r>
      <w:r w:rsidR="003B4601">
        <w:rPr>
          <w:rStyle w:val="libFootnotenumChar"/>
          <w:rFonts w:hint="cs"/>
          <w:rtl/>
        </w:rPr>
        <w:t>3</w:t>
      </w:r>
      <w:r w:rsidRPr="00C86611">
        <w:rPr>
          <w:rStyle w:val="libFootnotenumChar"/>
          <w:rtl/>
        </w:rPr>
        <w:t>)</w:t>
      </w:r>
      <w:r w:rsidRPr="005E6D00">
        <w:rPr>
          <w:rtl/>
        </w:rPr>
        <w:t xml:space="preserve"> </w:t>
      </w:r>
      <w:r w:rsidRPr="00C86611">
        <w:rPr>
          <w:rStyle w:val="libBold2Char"/>
          <w:rtl/>
        </w:rPr>
        <w:t>الأنصاريّان في جماعة من قريش والأنصار، فما تمالك جابر بن عبد الله حتّى انّكبَ على أيدِيَهما وأرجلَهما يقبلّهما، فقال لـه رجل من قريش كان نسيباً لمروان: أتصنع هذا يا أبا عبد الله، وأنتَ في سنّك</w:t>
      </w:r>
      <w:r w:rsidR="00CC581F" w:rsidRPr="00C86611">
        <w:rPr>
          <w:rStyle w:val="libBold2Char"/>
          <w:rtl/>
        </w:rPr>
        <w:t xml:space="preserve"> </w:t>
      </w:r>
      <w:r w:rsidRPr="00C86611">
        <w:rPr>
          <w:rStyle w:val="libBold2Char"/>
          <w:rtl/>
        </w:rPr>
        <w:t>(هذا)</w:t>
      </w:r>
      <w:r w:rsidRPr="00C86611">
        <w:rPr>
          <w:rStyle w:val="libFootnotenumChar"/>
          <w:rtl/>
        </w:rPr>
        <w:t>(</w:t>
      </w:r>
      <w:r w:rsidR="003B4601">
        <w:rPr>
          <w:rStyle w:val="libFootnotenumChar"/>
          <w:rFonts w:hint="cs"/>
          <w:rtl/>
        </w:rPr>
        <w:t>4</w:t>
      </w:r>
      <w:r w:rsidRPr="00C86611">
        <w:rPr>
          <w:rStyle w:val="libFootnotenumChar"/>
          <w:rtl/>
        </w:rPr>
        <w:t>)</w:t>
      </w:r>
      <w:r w:rsidRPr="00C86611">
        <w:rPr>
          <w:rStyle w:val="libBold2Char"/>
          <w:rtl/>
        </w:rPr>
        <w:t xml:space="preserve">، وموضعك من صُحبَةِ رسول الله </w:t>
      </w:r>
      <w:r w:rsidR="00811D4D" w:rsidRPr="00811D4D">
        <w:rPr>
          <w:rStyle w:val="libAlaemChar"/>
          <w:rFonts w:eastAsiaTheme="minorHAnsi"/>
          <w:rtl/>
        </w:rPr>
        <w:t>صلى‌الله‌عليه‌وآله‌وسلم</w:t>
      </w:r>
      <w:r w:rsidR="00811D4D" w:rsidRPr="005E6D00">
        <w:rPr>
          <w:rtl/>
        </w:rPr>
        <w:t xml:space="preserve"> </w:t>
      </w:r>
      <w:r w:rsidRPr="00C86611">
        <w:rPr>
          <w:rStyle w:val="libBold2Char"/>
          <w:rtl/>
        </w:rPr>
        <w:t xml:space="preserve">؟! وكان جابر قد شَهِد بدراً، فقال لـه: إليك عنّي فلو علِمتَ يا أخا قريش من فضلهما ومكانهما (من رسول الله </w:t>
      </w:r>
      <w:r w:rsidR="00811D4D" w:rsidRPr="00811D4D">
        <w:rPr>
          <w:rStyle w:val="libAlaemChar"/>
          <w:rFonts w:eastAsiaTheme="minorHAnsi"/>
          <w:rtl/>
        </w:rPr>
        <w:t>صلى‌الله‌عليه‌وآله‌وسلم</w:t>
      </w:r>
      <w:r w:rsidRPr="00C86611">
        <w:rPr>
          <w:rStyle w:val="libBold2Char"/>
          <w:rtl/>
        </w:rPr>
        <w:t>)</w:t>
      </w:r>
      <w:r w:rsidRPr="00C86611">
        <w:rPr>
          <w:rStyle w:val="libFootnotenumChar"/>
          <w:rtl/>
        </w:rPr>
        <w:t>(</w:t>
      </w:r>
      <w:r w:rsidR="003B4601">
        <w:rPr>
          <w:rStyle w:val="libFootnotenumChar"/>
          <w:rFonts w:hint="cs"/>
          <w:rtl/>
        </w:rPr>
        <w:t>5</w:t>
      </w:r>
      <w:r w:rsidRPr="00C86611">
        <w:rPr>
          <w:rStyle w:val="libFootnotenumChar"/>
          <w:rtl/>
        </w:rPr>
        <w:t>)</w:t>
      </w:r>
      <w:r w:rsidRPr="00C86611">
        <w:rPr>
          <w:rStyle w:val="libBold2Char"/>
          <w:rtl/>
        </w:rPr>
        <w:t xml:space="preserve"> ما أعلم لقبلّتَ ما تحت أقدامهما من التراب</w:t>
      </w:r>
      <w:r w:rsidRPr="005E6D00">
        <w:rPr>
          <w:rtl/>
        </w:rPr>
        <w:t>.</w:t>
      </w:r>
    </w:p>
    <w:p w:rsidR="002152CB" w:rsidRPr="005E6D00" w:rsidRDefault="002152CB" w:rsidP="00811D4D">
      <w:pPr>
        <w:pStyle w:val="libNormal"/>
        <w:rPr>
          <w:rtl/>
        </w:rPr>
      </w:pPr>
      <w:r w:rsidRPr="00C86611">
        <w:rPr>
          <w:rStyle w:val="libBold2Char"/>
          <w:rtl/>
        </w:rPr>
        <w:t xml:space="preserve">ثُمّ أقبل جابر على أنَس بن مالك، فقال: يا أبا حمزة، أخبَرَنِي رسول الله </w:t>
      </w:r>
      <w:r w:rsidR="00811D4D" w:rsidRPr="00811D4D">
        <w:rPr>
          <w:rStyle w:val="libAlaemChar"/>
          <w:rFonts w:eastAsiaTheme="minorHAnsi"/>
          <w:rtl/>
        </w:rPr>
        <w:t>صلى‌الله‌عليه‌وآله‌وسلم</w:t>
      </w:r>
      <w:r w:rsidRPr="00C86611">
        <w:rPr>
          <w:rStyle w:val="libBold2Char"/>
          <w:rtl/>
        </w:rPr>
        <w:t xml:space="preserve"> فيهما بأمرٍ ما ظننته أنْ يكون في بشر )</w:t>
      </w:r>
      <w:r w:rsidRPr="005E6D00">
        <w:rPr>
          <w:rtl/>
        </w:rPr>
        <w:t xml:space="preserve"> الحديث</w:t>
      </w:r>
      <w:r w:rsidRPr="00C86611">
        <w:rPr>
          <w:rStyle w:val="libFootnotenumChar"/>
          <w:rtl/>
        </w:rPr>
        <w:t>(</w:t>
      </w:r>
      <w:r w:rsidR="003B4601">
        <w:rPr>
          <w:rStyle w:val="libFootnotenumChar"/>
          <w:rFonts w:hint="cs"/>
          <w:rtl/>
        </w:rPr>
        <w:t>6</w:t>
      </w:r>
      <w:r w:rsidRPr="00C86611">
        <w:rPr>
          <w:rStyle w:val="libFootnotenumChar"/>
          <w:rtl/>
        </w:rPr>
        <w:t>)</w:t>
      </w:r>
      <w:r w:rsidRPr="005E6D00">
        <w:rPr>
          <w:rtl/>
        </w:rPr>
        <w:t>.</w:t>
      </w:r>
    </w:p>
    <w:p w:rsidR="00AB77F1" w:rsidRPr="00AB77F1" w:rsidRDefault="00AB77F1" w:rsidP="00AB77F1">
      <w:pPr>
        <w:pStyle w:val="libLine"/>
        <w:rPr>
          <w:rtl/>
        </w:rPr>
      </w:pPr>
      <w:r w:rsidRPr="00AB77F1">
        <w:rPr>
          <w:rtl/>
        </w:rPr>
        <w:t>ــــــــــــــــــ</w:t>
      </w:r>
    </w:p>
    <w:p w:rsidR="003B4601" w:rsidRPr="00C86611" w:rsidRDefault="00560DE8" w:rsidP="0003580E">
      <w:pPr>
        <w:pStyle w:val="libFootnote0"/>
        <w:rPr>
          <w:rtl/>
        </w:rPr>
      </w:pPr>
      <w:r>
        <w:rPr>
          <w:rFonts w:hint="cs"/>
          <w:rtl/>
        </w:rPr>
        <w:t>(</w:t>
      </w:r>
      <w:r w:rsidR="003B4601">
        <w:rPr>
          <w:rFonts w:hint="cs"/>
          <w:rtl/>
        </w:rPr>
        <w:t>1</w:t>
      </w:r>
      <w:r w:rsidR="003B4601" w:rsidRPr="00C86611">
        <w:rPr>
          <w:rtl/>
        </w:rPr>
        <w:t>) بين القوسين أثبتناه من المصدر. وفي المخطوطة: (قد ناهزتُ الحلم أو كدّتُ).</w:t>
      </w:r>
    </w:p>
    <w:p w:rsidR="003B4601" w:rsidRPr="00C86611" w:rsidRDefault="00560DE8" w:rsidP="00811D4D">
      <w:pPr>
        <w:pStyle w:val="libFootnote0"/>
        <w:rPr>
          <w:rtl/>
        </w:rPr>
      </w:pPr>
      <w:r>
        <w:rPr>
          <w:rFonts w:hint="cs"/>
          <w:rtl/>
        </w:rPr>
        <w:t>(</w:t>
      </w:r>
      <w:r w:rsidR="003B4601">
        <w:rPr>
          <w:rFonts w:hint="cs"/>
          <w:rtl/>
        </w:rPr>
        <w:t>2</w:t>
      </w:r>
      <w:r w:rsidR="003B4601" w:rsidRPr="00C86611">
        <w:rPr>
          <w:rtl/>
        </w:rPr>
        <w:t xml:space="preserve">) جابر بن عبد الله بن عمرو ابن حزام الأنصاري، نزل المدينة، شهد بدراً وثماني عشر غزوة مع رسول الله </w:t>
      </w:r>
      <w:r w:rsidR="00811D4D" w:rsidRPr="006E1602">
        <w:rPr>
          <w:rStyle w:val="libFootnoteAlaemChar"/>
          <w:rFonts w:eastAsiaTheme="minorHAnsi"/>
          <w:rtl/>
        </w:rPr>
        <w:t>صلى‌الله‌عليه‌وآله‌وسلم</w:t>
      </w:r>
      <w:r w:rsidR="00811D4D" w:rsidRPr="005E6D00">
        <w:rPr>
          <w:rtl/>
        </w:rPr>
        <w:t xml:space="preserve"> </w:t>
      </w:r>
      <w:r w:rsidR="003B4601" w:rsidRPr="00C86611">
        <w:rPr>
          <w:rtl/>
        </w:rPr>
        <w:t xml:space="preserve">، من أصحاب الرسول </w:t>
      </w:r>
      <w:r w:rsidR="00811D4D" w:rsidRPr="006E1602">
        <w:rPr>
          <w:rStyle w:val="libFootnoteAlaemChar"/>
          <w:rFonts w:eastAsiaTheme="minorHAnsi"/>
          <w:rtl/>
        </w:rPr>
        <w:t>صلى‌الله‌عليه‌وآله‌وسلم</w:t>
      </w:r>
      <w:r w:rsidR="003B4601" w:rsidRPr="00C86611">
        <w:rPr>
          <w:rtl/>
        </w:rPr>
        <w:t xml:space="preserve"> وعليّ والحسن والحسين وعلي بن الحسين والباقر </w:t>
      </w:r>
      <w:r w:rsidR="00811D4D" w:rsidRPr="006E1602">
        <w:rPr>
          <w:rStyle w:val="libFootnoteAlaemChar"/>
          <w:rFonts w:eastAsiaTheme="minorHAnsi"/>
          <w:rtl/>
        </w:rPr>
        <w:t>عليهم‌السلام</w:t>
      </w:r>
      <w:r w:rsidR="003B4601" w:rsidRPr="00C86611">
        <w:rPr>
          <w:rtl/>
        </w:rPr>
        <w:t>.</w:t>
      </w:r>
    </w:p>
    <w:p w:rsidR="003B4601" w:rsidRPr="00C86611" w:rsidRDefault="00560DE8" w:rsidP="00811D4D">
      <w:pPr>
        <w:pStyle w:val="libFootnote0"/>
        <w:rPr>
          <w:rtl/>
        </w:rPr>
      </w:pPr>
      <w:r>
        <w:rPr>
          <w:rFonts w:hint="cs"/>
          <w:rtl/>
        </w:rPr>
        <w:t>(</w:t>
      </w:r>
      <w:r w:rsidR="003B4601">
        <w:rPr>
          <w:rFonts w:hint="cs"/>
          <w:rtl/>
        </w:rPr>
        <w:t>3</w:t>
      </w:r>
      <w:r w:rsidR="003B4601" w:rsidRPr="00C86611">
        <w:rPr>
          <w:rtl/>
        </w:rPr>
        <w:t xml:space="preserve">) أنس بن مالك، أبو حمزة، خادم رسول الله </w:t>
      </w:r>
      <w:r w:rsidR="00811D4D" w:rsidRPr="006E1602">
        <w:rPr>
          <w:rStyle w:val="libFootnoteAlaemChar"/>
          <w:rFonts w:eastAsiaTheme="minorHAnsi"/>
          <w:rtl/>
        </w:rPr>
        <w:t>صلى‌الله‌عليه‌وآله‌وسلم</w:t>
      </w:r>
      <w:r w:rsidR="003B4601" w:rsidRPr="00C86611">
        <w:rPr>
          <w:rtl/>
        </w:rPr>
        <w:t xml:space="preserve"> الأنصاري، من أصحاب الرسول، وذكر الكشّي أنّ أمير المؤمنين </w:t>
      </w:r>
      <w:r w:rsidR="00811D4D" w:rsidRPr="006E1602">
        <w:rPr>
          <w:rStyle w:val="libFootnoteAlaemChar"/>
          <w:rFonts w:eastAsiaTheme="minorHAnsi"/>
          <w:rtl/>
        </w:rPr>
        <w:t>عليه‌السلام</w:t>
      </w:r>
      <w:r w:rsidR="003B4601" w:rsidRPr="00C86611">
        <w:rPr>
          <w:rtl/>
        </w:rPr>
        <w:t xml:space="preserve"> دعا عليه وبرصَ لكتمان حديث غدير خم، فحلف أنس بن مالك أنْ لا يكتم منقبة لعليّ </w:t>
      </w:r>
      <w:r w:rsidR="00811D4D" w:rsidRPr="006E1602">
        <w:rPr>
          <w:rStyle w:val="libFootnoteAlaemChar"/>
          <w:rFonts w:eastAsiaTheme="minorHAnsi"/>
          <w:rtl/>
        </w:rPr>
        <w:t>عليه‌السلام</w:t>
      </w:r>
      <w:r w:rsidR="003B4601" w:rsidRPr="00C86611">
        <w:rPr>
          <w:rtl/>
        </w:rPr>
        <w:t xml:space="preserve"> ولا فضلاً أبداً.</w:t>
      </w:r>
    </w:p>
    <w:p w:rsidR="003B4601" w:rsidRPr="00C86611" w:rsidRDefault="00560DE8" w:rsidP="0003580E">
      <w:pPr>
        <w:pStyle w:val="libFootnote0"/>
        <w:rPr>
          <w:rtl/>
        </w:rPr>
      </w:pPr>
      <w:r>
        <w:rPr>
          <w:rFonts w:hint="cs"/>
          <w:rtl/>
        </w:rPr>
        <w:t>(</w:t>
      </w:r>
      <w:r w:rsidR="003B4601">
        <w:rPr>
          <w:rFonts w:hint="cs"/>
          <w:rtl/>
        </w:rPr>
        <w:t>4</w:t>
      </w:r>
      <w:r w:rsidR="003B4601" w:rsidRPr="00C86611">
        <w:rPr>
          <w:rtl/>
        </w:rPr>
        <w:t>) بين القوسين من المصدر.</w:t>
      </w:r>
    </w:p>
    <w:p w:rsidR="003B4601" w:rsidRPr="00C86611" w:rsidRDefault="00560DE8" w:rsidP="0003580E">
      <w:pPr>
        <w:pStyle w:val="libFootnote0"/>
        <w:rPr>
          <w:rtl/>
        </w:rPr>
      </w:pPr>
      <w:r>
        <w:rPr>
          <w:rFonts w:hint="cs"/>
          <w:rtl/>
        </w:rPr>
        <w:t>(</w:t>
      </w:r>
      <w:r w:rsidR="003B4601">
        <w:rPr>
          <w:rFonts w:hint="cs"/>
          <w:rtl/>
        </w:rPr>
        <w:t>5</w:t>
      </w:r>
      <w:r w:rsidR="003B4601" w:rsidRPr="00C86611">
        <w:rPr>
          <w:rtl/>
        </w:rPr>
        <w:t>) بين القوسين غير موجود في المصدر.</w:t>
      </w:r>
    </w:p>
    <w:p w:rsidR="003B4601" w:rsidRDefault="00560DE8" w:rsidP="00811D4D">
      <w:pPr>
        <w:pStyle w:val="libFootnote0"/>
        <w:rPr>
          <w:rtl/>
        </w:rPr>
      </w:pPr>
      <w:r>
        <w:rPr>
          <w:rFonts w:hint="cs"/>
          <w:rtl/>
        </w:rPr>
        <w:t>(</w:t>
      </w:r>
      <w:r w:rsidR="003B4601">
        <w:rPr>
          <w:rFonts w:hint="cs"/>
          <w:rtl/>
        </w:rPr>
        <w:t>6</w:t>
      </w:r>
      <w:r w:rsidR="003B4601" w:rsidRPr="00C86611">
        <w:rPr>
          <w:rtl/>
        </w:rPr>
        <w:t xml:space="preserve">) آمالي الشيخ الطوسي </w:t>
      </w:r>
      <w:r w:rsidR="00811D4D" w:rsidRPr="006E1602">
        <w:rPr>
          <w:rStyle w:val="libFootnoteAlaemChar"/>
          <w:rtl/>
        </w:rPr>
        <w:t>رحمه‌الله</w:t>
      </w:r>
      <w:r w:rsidR="003B4601" w:rsidRPr="00C86611">
        <w:rPr>
          <w:rtl/>
        </w:rPr>
        <w:t>: ص499، المجلس الثامن عشر، ح2، ط قم مؤسّسة البعثة، والبحار: ج22، ص110، ح76.</w:t>
      </w:r>
    </w:p>
    <w:p w:rsidR="003B4601" w:rsidRDefault="003B4601" w:rsidP="00770B9A">
      <w:pPr>
        <w:pStyle w:val="libNormal"/>
        <w:rPr>
          <w:rtl/>
        </w:rPr>
      </w:pPr>
      <w:r>
        <w:rPr>
          <w:rtl/>
        </w:rPr>
        <w:br w:type="page"/>
      </w:r>
    </w:p>
    <w:p w:rsidR="002152CB" w:rsidRPr="005E6D00" w:rsidRDefault="002152CB" w:rsidP="00811D4D">
      <w:pPr>
        <w:pStyle w:val="libNormal"/>
        <w:rPr>
          <w:rtl/>
        </w:rPr>
      </w:pPr>
      <w:r w:rsidRPr="00DA10CC">
        <w:rPr>
          <w:rStyle w:val="libBold1Char"/>
          <w:rtl/>
        </w:rPr>
        <w:lastRenderedPageBreak/>
        <w:t>ومنها:</w:t>
      </w:r>
      <w:r w:rsidRPr="005E6D00">
        <w:rPr>
          <w:rtl/>
        </w:rPr>
        <w:t xml:space="preserve"> ما رواه فيه عن العيون بإسناده عن أحمد بن عيسى بن زيد بن عليّ، عن عمّهِ الصادق </w:t>
      </w:r>
      <w:r w:rsidR="00811D4D" w:rsidRPr="00811D4D">
        <w:rPr>
          <w:rStyle w:val="libAlaemChar"/>
          <w:rFonts w:eastAsiaTheme="minorHAnsi"/>
          <w:rtl/>
        </w:rPr>
        <w:t>عليه‌السلام</w:t>
      </w:r>
      <w:r w:rsidRPr="005E6D00">
        <w:rPr>
          <w:rtl/>
        </w:rPr>
        <w:t xml:space="preserve"> قال: </w:t>
      </w:r>
      <w:r w:rsidRPr="00C86611">
        <w:rPr>
          <w:rStyle w:val="libBold2Char"/>
          <w:rtl/>
        </w:rPr>
        <w:t xml:space="preserve">( كان عليُّ بن الحسين </w:t>
      </w:r>
      <w:r w:rsidR="00811D4D" w:rsidRPr="00811D4D">
        <w:rPr>
          <w:rStyle w:val="libAlaemChar"/>
          <w:rFonts w:eastAsiaTheme="minorHAnsi"/>
          <w:rtl/>
        </w:rPr>
        <w:t>عليه‌السلام</w:t>
      </w:r>
      <w:r w:rsidRPr="00C86611">
        <w:rPr>
          <w:rStyle w:val="libBold2Char"/>
          <w:rtl/>
        </w:rPr>
        <w:t xml:space="preserve"> لا يُسافر إلاّ مع</w:t>
      </w:r>
      <w:r w:rsidR="008A4D40" w:rsidRPr="005E6D00">
        <w:rPr>
          <w:rFonts w:hint="cs"/>
          <w:rtl/>
        </w:rPr>
        <w:t xml:space="preserve"> </w:t>
      </w:r>
      <w:r w:rsidRPr="00C86611">
        <w:rPr>
          <w:rStyle w:val="libBold2Char"/>
          <w:rtl/>
        </w:rPr>
        <w:t xml:space="preserve">رِفقَة لا يعرفونه ويشترط عليهم أنْ يكون من خَدَم الرّفقة فيما يحتاجون إليه، فسافر مرّةً مع قومٍ فرآه رجلٌ فعرفه فقال لهم: أتدرون مَنْ هذا ؟ فقالوا لا، قال: هذا عليُّ بن الحسين </w:t>
      </w:r>
      <w:r w:rsidR="00811D4D" w:rsidRPr="00811D4D">
        <w:rPr>
          <w:rStyle w:val="libAlaemChar"/>
          <w:rFonts w:eastAsiaTheme="minorHAnsi"/>
          <w:rtl/>
        </w:rPr>
        <w:t>عليه‌السلام</w:t>
      </w:r>
      <w:r w:rsidR="00811D4D" w:rsidRPr="00C86611">
        <w:rPr>
          <w:rStyle w:val="libBold2Char"/>
          <w:rtl/>
        </w:rPr>
        <w:t xml:space="preserve"> </w:t>
      </w:r>
      <w:r w:rsidRPr="00C86611">
        <w:rPr>
          <w:rStyle w:val="libBold2Char"/>
          <w:rtl/>
        </w:rPr>
        <w:t xml:space="preserve">، فوثَبوا إليه فقبّلوا يده ورجله وقالوا: يابن رسول الله أردتَ أنْ تصلينا نارَ جهنّم لو بدرتْ منّا إليك يدٌ أو لسان أما كنّا قد هلكنا إلى آخر الدّهر؟ فما الذي يحملك على هذا ؟ فقال: إنّي كنتُ سَافرت مرّةً مع قومٍ يعرفونني فأعطوني برسول الله </w:t>
      </w:r>
      <w:r w:rsidR="00811D4D" w:rsidRPr="00811D4D">
        <w:rPr>
          <w:rStyle w:val="libAlaemChar"/>
          <w:rFonts w:eastAsiaTheme="minorHAnsi"/>
          <w:rtl/>
        </w:rPr>
        <w:t>صلى‌الله‌عليه‌وآله‌وسلم</w:t>
      </w:r>
      <w:r w:rsidRPr="00C86611">
        <w:rPr>
          <w:rStyle w:val="libBold2Char"/>
          <w:rtl/>
        </w:rPr>
        <w:t xml:space="preserve"> ما لا استحقُّ فأنّي أخاف أنْ تعطوني مثل ذلك فصار كتمان أمري أحبّ إلىَّ)</w:t>
      </w:r>
      <w:r w:rsidRPr="00C86611">
        <w:rPr>
          <w:rStyle w:val="libFootnotenumChar"/>
          <w:rtl/>
        </w:rPr>
        <w:t xml:space="preserve"> (</w:t>
      </w:r>
      <w:r w:rsidR="008A4D40">
        <w:rPr>
          <w:rStyle w:val="libFootnotenumChar"/>
          <w:rFonts w:hint="cs"/>
          <w:rtl/>
        </w:rPr>
        <w:t>1</w:t>
      </w:r>
      <w:r w:rsidRPr="00C86611">
        <w:rPr>
          <w:rStyle w:val="libFootnotenumChar"/>
          <w:rtl/>
        </w:rPr>
        <w:t>)</w:t>
      </w:r>
      <w:r w:rsidRPr="005E6D00">
        <w:rPr>
          <w:rtl/>
        </w:rPr>
        <w:t>.</w:t>
      </w:r>
    </w:p>
    <w:p w:rsidR="002152CB" w:rsidRPr="005E6D00" w:rsidRDefault="002152CB" w:rsidP="00811D4D">
      <w:pPr>
        <w:pStyle w:val="libNormal"/>
        <w:rPr>
          <w:rtl/>
        </w:rPr>
      </w:pPr>
      <w:r w:rsidRPr="00DA10CC">
        <w:rPr>
          <w:rStyle w:val="libBold1Char"/>
          <w:rtl/>
        </w:rPr>
        <w:t>ومنها:</w:t>
      </w:r>
      <w:r w:rsidRPr="005E6D00">
        <w:rPr>
          <w:rtl/>
        </w:rPr>
        <w:t xml:space="preserve"> ما في البحار أيضاً عن أمالي الصدوق </w:t>
      </w:r>
      <w:r w:rsidR="00811D4D" w:rsidRPr="00811D4D">
        <w:rPr>
          <w:rStyle w:val="libAlaemChar"/>
          <w:rtl/>
        </w:rPr>
        <w:t>رحمه‌الله</w:t>
      </w:r>
      <w:r w:rsidRPr="005E6D00">
        <w:rPr>
          <w:rtl/>
        </w:rPr>
        <w:t xml:space="preserve"> بإسناده عن أبان بن عثمان، عن الصادق جعفر بن محمّد </w:t>
      </w:r>
      <w:r w:rsidR="00811D4D" w:rsidRPr="00811D4D">
        <w:rPr>
          <w:rStyle w:val="libAlaemChar"/>
          <w:rFonts w:eastAsiaTheme="minorHAnsi"/>
          <w:rtl/>
        </w:rPr>
        <w:t>عليه‌السلام</w:t>
      </w:r>
      <w:r w:rsidRPr="005E6D00">
        <w:rPr>
          <w:rtl/>
        </w:rPr>
        <w:t xml:space="preserve"> قال:</w:t>
      </w:r>
      <w:r w:rsidRPr="00C86611">
        <w:rPr>
          <w:rStyle w:val="libBold2Char"/>
          <w:rtl/>
        </w:rPr>
        <w:t xml:space="preserve"> ( إنّ رسول الله </w:t>
      </w:r>
      <w:r w:rsidR="00811D4D" w:rsidRPr="00811D4D">
        <w:rPr>
          <w:rStyle w:val="libAlaemChar"/>
          <w:rFonts w:eastAsiaTheme="minorHAnsi"/>
          <w:rtl/>
        </w:rPr>
        <w:t>صلى‌الله‌عليه‌وآله‌وسلم</w:t>
      </w:r>
      <w:r w:rsidRPr="00C86611">
        <w:rPr>
          <w:rStyle w:val="libBold2Char"/>
          <w:rtl/>
        </w:rPr>
        <w:t xml:space="preserve"> قال ذات يوم لجابر بن عبد الله الأنصاري: يا جابر إنّك ستبقى حتّى تلقى ولدي محمّد بن عليّ بن الحسين بن عليّ بن أبي طالب </w:t>
      </w:r>
      <w:r w:rsidR="00811D4D" w:rsidRPr="00811D4D">
        <w:rPr>
          <w:rStyle w:val="libAlaemChar"/>
          <w:rFonts w:eastAsiaTheme="minorHAnsi"/>
          <w:rtl/>
        </w:rPr>
        <w:t>عليه‌السلام</w:t>
      </w:r>
      <w:r w:rsidRPr="00C86611">
        <w:rPr>
          <w:rStyle w:val="libBold2Char"/>
          <w:rtl/>
        </w:rPr>
        <w:t xml:space="preserve"> المعروف في التوراة بالباقر، فإذا لقِيته فأقرأه عنّي</w:t>
      </w:r>
      <w:r w:rsidRPr="00C86611">
        <w:rPr>
          <w:rStyle w:val="libFootnotenumChar"/>
          <w:rtl/>
        </w:rPr>
        <w:t>(</w:t>
      </w:r>
      <w:r w:rsidR="008A4D40">
        <w:rPr>
          <w:rStyle w:val="libFootnotenumChar"/>
          <w:rFonts w:hint="cs"/>
          <w:rtl/>
        </w:rPr>
        <w:t>2</w:t>
      </w:r>
      <w:r w:rsidRPr="00C86611">
        <w:rPr>
          <w:rStyle w:val="libFootnotenumChar"/>
          <w:rtl/>
        </w:rPr>
        <w:t>)</w:t>
      </w:r>
      <w:r w:rsidRPr="00C86611">
        <w:rPr>
          <w:rStyle w:val="libBold2Char"/>
          <w:rtl/>
        </w:rPr>
        <w:t xml:space="preserve"> السلام، فدَخَل جابر إلى عليّ بن الحسين </w:t>
      </w:r>
      <w:r w:rsidR="00811D4D" w:rsidRPr="00811D4D">
        <w:rPr>
          <w:rStyle w:val="libAlaemChar"/>
          <w:rFonts w:eastAsiaTheme="minorHAnsi"/>
          <w:rtl/>
        </w:rPr>
        <w:t>عليه‌السلام</w:t>
      </w:r>
      <w:r w:rsidRPr="00C86611">
        <w:rPr>
          <w:rStyle w:val="libBold2Char"/>
          <w:rtl/>
        </w:rPr>
        <w:t xml:space="preserve"> فوجد محمّد بن عليّ </w:t>
      </w:r>
      <w:r w:rsidR="00811D4D" w:rsidRPr="00811D4D">
        <w:rPr>
          <w:rStyle w:val="libAlaemChar"/>
          <w:rFonts w:eastAsiaTheme="minorHAnsi"/>
          <w:rtl/>
        </w:rPr>
        <w:t>عليه‌السلام</w:t>
      </w:r>
      <w:r w:rsidRPr="00C86611">
        <w:rPr>
          <w:rStyle w:val="libBold2Char"/>
          <w:rtl/>
        </w:rPr>
        <w:t xml:space="preserve"> عندَهُ غلاماً فقال لـه: يا غلام أقبل فأقبل، ثُمّ قال لـه: أدبر فأدبر.</w:t>
      </w:r>
    </w:p>
    <w:p w:rsidR="002152CB" w:rsidRPr="005E6D00" w:rsidRDefault="002152CB" w:rsidP="00811D4D">
      <w:pPr>
        <w:pStyle w:val="libNormal"/>
        <w:rPr>
          <w:rtl/>
        </w:rPr>
      </w:pPr>
      <w:r w:rsidRPr="00C86611">
        <w:rPr>
          <w:rStyle w:val="libBold2Char"/>
          <w:rtl/>
        </w:rPr>
        <w:t xml:space="preserve">فقال جابر: شمائل رسول الله </w:t>
      </w:r>
      <w:r w:rsidR="00811D4D" w:rsidRPr="00811D4D">
        <w:rPr>
          <w:rStyle w:val="libAlaemChar"/>
          <w:rFonts w:eastAsiaTheme="minorHAnsi"/>
          <w:rtl/>
        </w:rPr>
        <w:t>صلى‌الله‌عليه‌وآله‌وسلم</w:t>
      </w:r>
      <w:r w:rsidRPr="00C86611">
        <w:rPr>
          <w:rStyle w:val="libBold2Char"/>
          <w:rtl/>
        </w:rPr>
        <w:t xml:space="preserve"> وربّ الكعبة، ثُمّ أقبل على عليِّ بن الحسين </w:t>
      </w:r>
      <w:r w:rsidR="00811D4D" w:rsidRPr="00811D4D">
        <w:rPr>
          <w:rStyle w:val="libAlaemChar"/>
          <w:rFonts w:eastAsiaTheme="minorHAnsi"/>
          <w:rtl/>
        </w:rPr>
        <w:t>عليه‌السلام</w:t>
      </w:r>
      <w:r w:rsidR="00811D4D" w:rsidRPr="00C86611">
        <w:rPr>
          <w:rStyle w:val="libBold2Char"/>
          <w:rtl/>
        </w:rPr>
        <w:t xml:space="preserve"> </w:t>
      </w:r>
      <w:r w:rsidRPr="00C86611">
        <w:rPr>
          <w:rStyle w:val="libBold2Char"/>
          <w:rtl/>
        </w:rPr>
        <w:t>، فقال لـه: مَنْ هذا؟ قال: هذا ابني وصاحب الأمر (من)</w:t>
      </w:r>
      <w:r w:rsidRPr="00C86611">
        <w:rPr>
          <w:rStyle w:val="libFootnotenumChar"/>
          <w:rtl/>
        </w:rPr>
        <w:t>(</w:t>
      </w:r>
      <w:r w:rsidR="008A4D40">
        <w:rPr>
          <w:rStyle w:val="libFootnotenumChar"/>
          <w:rFonts w:hint="cs"/>
          <w:rtl/>
        </w:rPr>
        <w:t>3</w:t>
      </w:r>
      <w:r w:rsidRPr="00C86611">
        <w:rPr>
          <w:rStyle w:val="libFootnotenumChar"/>
          <w:rtl/>
        </w:rPr>
        <w:t>)</w:t>
      </w:r>
      <w:r w:rsidRPr="00C86611">
        <w:rPr>
          <w:rStyle w:val="libBold2Char"/>
          <w:rtl/>
        </w:rPr>
        <w:t xml:space="preserve"> بعدي، محمّد الباقر فقامَ جابر فوقع على قدميه يقبّلهما ويقول: نفسي لنفسِك الفداء يابن رسول الله، اقبل سلام أبيك، إنّ رسول الله </w:t>
      </w:r>
      <w:r w:rsidR="00811D4D" w:rsidRPr="00811D4D">
        <w:rPr>
          <w:rStyle w:val="libAlaemChar"/>
          <w:rFonts w:eastAsiaTheme="minorHAnsi"/>
          <w:rtl/>
        </w:rPr>
        <w:t>صلى‌الله‌عليه‌وآله‌وسلم</w:t>
      </w:r>
      <w:r w:rsidRPr="00C86611">
        <w:rPr>
          <w:rStyle w:val="libBold2Char"/>
          <w:rtl/>
        </w:rPr>
        <w:t xml:space="preserve"> يَقرأ عليك</w:t>
      </w:r>
      <w:r w:rsidR="008A4D40" w:rsidRPr="005E6D00">
        <w:rPr>
          <w:rFonts w:hint="cs"/>
          <w:rtl/>
        </w:rPr>
        <w:t xml:space="preserve"> </w:t>
      </w:r>
      <w:r w:rsidRPr="00C86611">
        <w:rPr>
          <w:rStyle w:val="libBold2Char"/>
          <w:rtl/>
        </w:rPr>
        <w:t xml:space="preserve">السلام، قال: فدَمِعت عينا أبي جعفر </w:t>
      </w:r>
      <w:r w:rsidR="00811D4D" w:rsidRPr="00811D4D">
        <w:rPr>
          <w:rStyle w:val="libAlaemChar"/>
          <w:rFonts w:eastAsiaTheme="minorHAnsi"/>
          <w:rtl/>
        </w:rPr>
        <w:t>عليه‌السلام</w:t>
      </w:r>
      <w:r w:rsidRPr="00C86611">
        <w:rPr>
          <w:rStyle w:val="libBold2Char"/>
          <w:rtl/>
        </w:rPr>
        <w:t xml:space="preserve"> ثُمّ قال: يا جابر على أبي رسول الله السلام ما دامتْ السمواتُ والأرض وعليك يا جابر بما بلّغتَ السلام. </w:t>
      </w:r>
      <w:r w:rsidRPr="005E6D00">
        <w:rPr>
          <w:rtl/>
        </w:rPr>
        <w:t>الخبر</w:t>
      </w:r>
      <w:r w:rsidRPr="00C86611">
        <w:rPr>
          <w:rStyle w:val="libFootnotenumChar"/>
          <w:rtl/>
        </w:rPr>
        <w:t>(</w:t>
      </w:r>
      <w:r w:rsidR="008A4D40">
        <w:rPr>
          <w:rStyle w:val="libFootnotenumChar"/>
          <w:rFonts w:hint="cs"/>
          <w:rtl/>
        </w:rPr>
        <w:t>4</w:t>
      </w:r>
      <w:r w:rsidRPr="00C86611">
        <w:rPr>
          <w:rStyle w:val="libFootnotenumChar"/>
          <w:rtl/>
        </w:rPr>
        <w:t>)</w:t>
      </w:r>
      <w:r w:rsidRPr="005E6D00">
        <w:rPr>
          <w:rtl/>
        </w:rPr>
        <w:t>.</w:t>
      </w:r>
    </w:p>
    <w:p w:rsidR="002152CB" w:rsidRPr="005E6D00" w:rsidRDefault="002152CB" w:rsidP="00811D4D">
      <w:pPr>
        <w:pStyle w:val="libNormal"/>
        <w:rPr>
          <w:rtl/>
        </w:rPr>
      </w:pPr>
      <w:r w:rsidRPr="00DA10CC">
        <w:rPr>
          <w:rStyle w:val="libBold1Char"/>
          <w:rtl/>
        </w:rPr>
        <w:t>ومنها:</w:t>
      </w:r>
      <w:r w:rsidRPr="005E6D00">
        <w:rPr>
          <w:rtl/>
        </w:rPr>
        <w:t xml:space="preserve"> ما في البحار أيضاً، عن رجال الكشّي قال: وجدتُ بخطِّ محمّد بن بندار (القمّي)</w:t>
      </w:r>
      <w:r w:rsidRPr="00C86611">
        <w:rPr>
          <w:rStyle w:val="libFootnotenumChar"/>
          <w:rtl/>
        </w:rPr>
        <w:t>(</w:t>
      </w:r>
      <w:r w:rsidR="008A4D40">
        <w:rPr>
          <w:rStyle w:val="libFootnotenumChar"/>
          <w:rFonts w:hint="cs"/>
          <w:rtl/>
        </w:rPr>
        <w:t>5</w:t>
      </w:r>
      <w:r w:rsidRPr="00C86611">
        <w:rPr>
          <w:rStyle w:val="libFootnotenumChar"/>
          <w:rtl/>
        </w:rPr>
        <w:t>)</w:t>
      </w:r>
      <w:r w:rsidRPr="005E6D00">
        <w:rPr>
          <w:rtl/>
        </w:rPr>
        <w:t xml:space="preserve"> عليّ بن إبراهيم بن هاشم، عن محمّد بن سالم قال: لمّا حُمِل سيّدي موسى بن جعفر </w:t>
      </w:r>
      <w:r w:rsidR="00811D4D" w:rsidRPr="00811D4D">
        <w:rPr>
          <w:rStyle w:val="libAlaemChar"/>
          <w:rFonts w:eastAsiaTheme="minorHAnsi"/>
          <w:rtl/>
        </w:rPr>
        <w:t>عليهما‌السلام</w:t>
      </w:r>
      <w:r w:rsidRPr="005E6D00">
        <w:rPr>
          <w:rtl/>
        </w:rPr>
        <w:t xml:space="preserve"> إلى هارون جاء إليه هشام بن إبراهيم العبّاسي، فقال لـه: يا سيّدي قد كُتبَ لي صكّ إلى الفضل بن يونس فتسأله أنْ يروّج أمري.</w:t>
      </w:r>
    </w:p>
    <w:p w:rsidR="00AB77F1" w:rsidRPr="00AB77F1" w:rsidRDefault="00AB77F1" w:rsidP="00AB77F1">
      <w:pPr>
        <w:pStyle w:val="libLine"/>
        <w:rPr>
          <w:rtl/>
        </w:rPr>
      </w:pPr>
      <w:r w:rsidRPr="00AB77F1">
        <w:rPr>
          <w:rtl/>
        </w:rPr>
        <w:t>ــــــــــــــــــ</w:t>
      </w:r>
    </w:p>
    <w:p w:rsidR="008A4D40" w:rsidRPr="00C86611" w:rsidRDefault="00560DE8" w:rsidP="00811D4D">
      <w:pPr>
        <w:pStyle w:val="libFootnote0"/>
        <w:rPr>
          <w:rtl/>
        </w:rPr>
      </w:pPr>
      <w:r>
        <w:rPr>
          <w:rFonts w:hint="cs"/>
          <w:rtl/>
        </w:rPr>
        <w:t>(</w:t>
      </w:r>
      <w:r w:rsidR="008A4D40">
        <w:rPr>
          <w:rFonts w:hint="cs"/>
          <w:rtl/>
        </w:rPr>
        <w:t>1</w:t>
      </w:r>
      <w:r w:rsidR="008A4D40" w:rsidRPr="00C86611">
        <w:rPr>
          <w:rtl/>
        </w:rPr>
        <w:t xml:space="preserve">) البحار: ج46، ص69، ح41، باب استجابة دعائه </w:t>
      </w:r>
      <w:r w:rsidR="00811D4D" w:rsidRPr="006E1602">
        <w:rPr>
          <w:rStyle w:val="libFootnoteAlaemChar"/>
          <w:rFonts w:eastAsiaTheme="minorHAnsi"/>
          <w:rtl/>
        </w:rPr>
        <w:t>عليه‌السلام</w:t>
      </w:r>
      <w:r w:rsidR="008A4D40" w:rsidRPr="00C86611">
        <w:rPr>
          <w:rtl/>
        </w:rPr>
        <w:t>.</w:t>
      </w:r>
    </w:p>
    <w:p w:rsidR="008A4D40" w:rsidRPr="00C86611" w:rsidRDefault="00560DE8" w:rsidP="0003580E">
      <w:pPr>
        <w:pStyle w:val="libFootnote0"/>
        <w:rPr>
          <w:rtl/>
        </w:rPr>
      </w:pPr>
      <w:r>
        <w:rPr>
          <w:rFonts w:hint="cs"/>
          <w:rtl/>
        </w:rPr>
        <w:t>(</w:t>
      </w:r>
      <w:r w:rsidR="008A4D40">
        <w:rPr>
          <w:rFonts w:hint="cs"/>
          <w:rtl/>
        </w:rPr>
        <w:t>2</w:t>
      </w:r>
      <w:r w:rsidR="008A4D40" w:rsidRPr="00C86611">
        <w:rPr>
          <w:rtl/>
        </w:rPr>
        <w:t>) في البحار: (منّي).</w:t>
      </w:r>
    </w:p>
    <w:p w:rsidR="008A4D40" w:rsidRPr="00C86611" w:rsidRDefault="00560DE8" w:rsidP="0003580E">
      <w:pPr>
        <w:pStyle w:val="libFootnote0"/>
        <w:rPr>
          <w:rtl/>
        </w:rPr>
      </w:pPr>
      <w:r>
        <w:rPr>
          <w:rFonts w:hint="cs"/>
          <w:rtl/>
        </w:rPr>
        <w:t>(</w:t>
      </w:r>
      <w:r w:rsidR="008A4D40">
        <w:rPr>
          <w:rFonts w:hint="cs"/>
          <w:rtl/>
        </w:rPr>
        <w:t>3</w:t>
      </w:r>
      <w:r w:rsidR="008A4D40" w:rsidRPr="00C86611">
        <w:rPr>
          <w:rtl/>
        </w:rPr>
        <w:t>) (مِن) في البحار غير موجودة.</w:t>
      </w:r>
    </w:p>
    <w:p w:rsidR="008A4D40" w:rsidRPr="00C86611" w:rsidRDefault="00560DE8" w:rsidP="0003580E">
      <w:pPr>
        <w:pStyle w:val="libFootnote0"/>
        <w:rPr>
          <w:rtl/>
        </w:rPr>
      </w:pPr>
      <w:r>
        <w:rPr>
          <w:rFonts w:hint="cs"/>
          <w:rtl/>
        </w:rPr>
        <w:t>(</w:t>
      </w:r>
      <w:r w:rsidR="008A4D40">
        <w:rPr>
          <w:rFonts w:hint="cs"/>
          <w:rtl/>
        </w:rPr>
        <w:t>4</w:t>
      </w:r>
      <w:r w:rsidR="008A4D40" w:rsidRPr="00C86611">
        <w:rPr>
          <w:rtl/>
        </w:rPr>
        <w:t>) أمالي الشيخ الصدوق ص353، البحار: ج46، ص223، ح1.</w:t>
      </w:r>
    </w:p>
    <w:p w:rsidR="008A4D40" w:rsidRDefault="00560DE8" w:rsidP="0003580E">
      <w:pPr>
        <w:pStyle w:val="libFootnote0"/>
        <w:rPr>
          <w:rtl/>
        </w:rPr>
      </w:pPr>
      <w:r>
        <w:rPr>
          <w:rFonts w:hint="cs"/>
          <w:rtl/>
        </w:rPr>
        <w:t>(</w:t>
      </w:r>
      <w:r w:rsidR="008A4D40">
        <w:rPr>
          <w:rFonts w:hint="cs"/>
          <w:rtl/>
        </w:rPr>
        <w:t>5</w:t>
      </w:r>
      <w:r w:rsidR="008A4D40" w:rsidRPr="00C86611">
        <w:rPr>
          <w:rtl/>
        </w:rPr>
        <w:t>) بين القوسين من المصدر.</w:t>
      </w:r>
    </w:p>
    <w:p w:rsidR="008A4D40" w:rsidRDefault="008A4D40" w:rsidP="00770B9A">
      <w:pPr>
        <w:pStyle w:val="libNormal"/>
        <w:rPr>
          <w:rtl/>
        </w:rPr>
      </w:pPr>
      <w:r>
        <w:rPr>
          <w:rtl/>
        </w:rPr>
        <w:br w:type="page"/>
      </w:r>
    </w:p>
    <w:p w:rsidR="002152CB" w:rsidRPr="00316699" w:rsidRDefault="002152CB" w:rsidP="00811D4D">
      <w:pPr>
        <w:pStyle w:val="libNormal"/>
        <w:rPr>
          <w:rtl/>
        </w:rPr>
      </w:pPr>
      <w:r w:rsidRPr="00E0070D">
        <w:rPr>
          <w:rtl/>
        </w:rPr>
        <w:lastRenderedPageBreak/>
        <w:t xml:space="preserve">قال: فركِب إليه أبو الحسن </w:t>
      </w:r>
      <w:r w:rsidR="00811D4D" w:rsidRPr="00811D4D">
        <w:rPr>
          <w:rStyle w:val="libAlaemChar"/>
          <w:rFonts w:eastAsiaTheme="minorHAnsi"/>
          <w:rtl/>
        </w:rPr>
        <w:t>عليه‌السلام</w:t>
      </w:r>
      <w:r w:rsidRPr="00E0070D">
        <w:rPr>
          <w:rtl/>
        </w:rPr>
        <w:t xml:space="preserve"> فدخل عليه حاجبه فقال: يا سيدي أبو الحسن موسى </w:t>
      </w:r>
      <w:r w:rsidR="00811D4D" w:rsidRPr="00811D4D">
        <w:rPr>
          <w:rStyle w:val="libAlaemChar"/>
          <w:rFonts w:eastAsiaTheme="minorHAnsi"/>
          <w:rtl/>
        </w:rPr>
        <w:t>عليه‌السلام</w:t>
      </w:r>
      <w:r w:rsidRPr="00E0070D">
        <w:rPr>
          <w:rtl/>
        </w:rPr>
        <w:t xml:space="preserve"> بالباب، فقال: فإنْ كنتَ صادقاً فأنتَ حرٌ ولك كذا وكذا، فخرج الفضل بن يونس حافياً يعدو حتّى خرج إليه فوقع على قدميه يقبلّهما، ثُمّ</w:t>
      </w:r>
      <w:r w:rsidR="008A4D40">
        <w:rPr>
          <w:rFonts w:hint="cs"/>
          <w:rtl/>
        </w:rPr>
        <w:t xml:space="preserve"> </w:t>
      </w:r>
      <w:r w:rsidRPr="0019417F">
        <w:rPr>
          <w:rtl/>
        </w:rPr>
        <w:t>سأله أنْ يدخلَ فدخل فقال لـه: اقضِ حاجة هاشم بن إبراهيم، فقضاها. الحديث</w:t>
      </w:r>
      <w:r w:rsidRPr="00C86611">
        <w:rPr>
          <w:rStyle w:val="libFootnotenumChar"/>
          <w:rtl/>
        </w:rPr>
        <w:t>(</w:t>
      </w:r>
      <w:r w:rsidR="008A4D40">
        <w:rPr>
          <w:rStyle w:val="libFootnotenumChar"/>
          <w:rFonts w:hint="cs"/>
          <w:rtl/>
        </w:rPr>
        <w:t>1</w:t>
      </w:r>
      <w:r w:rsidRPr="00C86611">
        <w:rPr>
          <w:rStyle w:val="libFootnotenumChar"/>
          <w:rtl/>
        </w:rPr>
        <w:t>)</w:t>
      </w:r>
      <w:r w:rsidRPr="0019417F">
        <w:rPr>
          <w:rtl/>
        </w:rPr>
        <w:t>.</w:t>
      </w:r>
    </w:p>
    <w:p w:rsidR="002152CB" w:rsidRPr="005E6D00" w:rsidRDefault="002152CB" w:rsidP="00811D4D">
      <w:pPr>
        <w:pStyle w:val="libNormal"/>
        <w:rPr>
          <w:rtl/>
        </w:rPr>
      </w:pPr>
      <w:r w:rsidRPr="00DA10CC">
        <w:rPr>
          <w:rStyle w:val="libBold1Char"/>
          <w:rtl/>
        </w:rPr>
        <w:t>ومنها:</w:t>
      </w:r>
      <w:r w:rsidRPr="005E6D00">
        <w:rPr>
          <w:rtl/>
        </w:rPr>
        <w:t xml:space="preserve"> خبر أبي خالد الطويل المروي في باب النصّ على مولانا السجّاد </w:t>
      </w:r>
      <w:r w:rsidR="00811D4D" w:rsidRPr="00811D4D">
        <w:rPr>
          <w:rStyle w:val="libAlaemChar"/>
          <w:rFonts w:eastAsiaTheme="minorHAnsi"/>
          <w:rtl/>
        </w:rPr>
        <w:t>عليه‌السلام</w:t>
      </w:r>
      <w:r w:rsidRPr="005E6D00">
        <w:rPr>
          <w:rtl/>
        </w:rPr>
        <w:t xml:space="preserve"> المتضمّن بشهادة الحجر الأسعد بإمامته، وتقبيل محمّد بن الحنفيّة رجلَه وقوله لـه: الأمر لك</w:t>
      </w:r>
      <w:r w:rsidRPr="00C86611">
        <w:rPr>
          <w:rStyle w:val="libFootnotenumChar"/>
          <w:rtl/>
        </w:rPr>
        <w:t>(</w:t>
      </w:r>
      <w:r w:rsidR="008A4D40">
        <w:rPr>
          <w:rStyle w:val="libFootnotenumChar"/>
          <w:rFonts w:hint="cs"/>
          <w:rtl/>
        </w:rPr>
        <w:t>2</w:t>
      </w:r>
      <w:r w:rsidRPr="00C86611">
        <w:rPr>
          <w:rStyle w:val="libFootnotenumChar"/>
          <w:rtl/>
        </w:rPr>
        <w:t>)</w:t>
      </w:r>
      <w:r w:rsidRPr="005E6D00">
        <w:rPr>
          <w:rtl/>
        </w:rPr>
        <w:t>.</w:t>
      </w:r>
    </w:p>
    <w:p w:rsidR="00AB77F1" w:rsidRPr="00AB77F1" w:rsidRDefault="00AB77F1" w:rsidP="00AB77F1">
      <w:pPr>
        <w:pStyle w:val="libLine"/>
        <w:rPr>
          <w:rtl/>
        </w:rPr>
      </w:pPr>
      <w:r w:rsidRPr="00AB77F1">
        <w:rPr>
          <w:rtl/>
        </w:rPr>
        <w:t>ــــــــــــــــــ</w:t>
      </w:r>
    </w:p>
    <w:p w:rsidR="008A4D40" w:rsidRPr="00C86611" w:rsidRDefault="00560DE8" w:rsidP="0003580E">
      <w:pPr>
        <w:pStyle w:val="libFootnote0"/>
        <w:rPr>
          <w:rtl/>
        </w:rPr>
      </w:pPr>
      <w:r>
        <w:rPr>
          <w:rFonts w:hint="cs"/>
          <w:rtl/>
        </w:rPr>
        <w:t>(</w:t>
      </w:r>
      <w:r w:rsidR="008A4D40">
        <w:rPr>
          <w:rFonts w:hint="cs"/>
          <w:rtl/>
        </w:rPr>
        <w:t>1</w:t>
      </w:r>
      <w:r w:rsidR="008A4D40" w:rsidRPr="00C86611">
        <w:rPr>
          <w:rtl/>
        </w:rPr>
        <w:t>) رجال الكشي: ص421، رقم (356) ط: كربلاء.</w:t>
      </w:r>
    </w:p>
    <w:p w:rsidR="008A4D40" w:rsidRPr="00C86611" w:rsidRDefault="00560DE8" w:rsidP="00811D4D">
      <w:pPr>
        <w:pStyle w:val="libFootnote0"/>
        <w:rPr>
          <w:rtl/>
        </w:rPr>
      </w:pPr>
      <w:r>
        <w:rPr>
          <w:rFonts w:hint="cs"/>
          <w:rtl/>
        </w:rPr>
        <w:t>(</w:t>
      </w:r>
      <w:r w:rsidR="008A4D40">
        <w:rPr>
          <w:rFonts w:hint="cs"/>
          <w:rtl/>
        </w:rPr>
        <w:t>2</w:t>
      </w:r>
      <w:r w:rsidR="008A4D40" w:rsidRPr="00C86611">
        <w:rPr>
          <w:rtl/>
        </w:rPr>
        <w:t xml:space="preserve">) عن محمّد بن يحيى، عن أحمد بن محمّد، عن ابن محبوب، عن عليّ بن رئاب، عن أبي عبيدة وزرارة جميعاً، عن أبي جعفر </w:t>
      </w:r>
      <w:r w:rsidR="00811D4D" w:rsidRPr="006E1602">
        <w:rPr>
          <w:rStyle w:val="libFootnoteAlaemChar"/>
          <w:rFonts w:eastAsiaTheme="minorHAnsi"/>
          <w:rtl/>
        </w:rPr>
        <w:t>عليه‌السلام</w:t>
      </w:r>
      <w:r w:rsidR="008A4D40" w:rsidRPr="00C86611">
        <w:rPr>
          <w:rtl/>
        </w:rPr>
        <w:t xml:space="preserve"> قال: لمّا قُتل الحسين </w:t>
      </w:r>
      <w:r w:rsidR="00811D4D" w:rsidRPr="006E1602">
        <w:rPr>
          <w:rStyle w:val="libFootnoteAlaemChar"/>
          <w:rFonts w:eastAsiaTheme="minorHAnsi"/>
          <w:rtl/>
        </w:rPr>
        <w:t>عليه‌السلام</w:t>
      </w:r>
      <w:r w:rsidR="008A4D40" w:rsidRPr="00C86611">
        <w:rPr>
          <w:rtl/>
        </w:rPr>
        <w:t xml:space="preserve"> أرسل محمّد بن الحنفيّة إلى عليّ بن الحسين </w:t>
      </w:r>
      <w:r w:rsidR="00811D4D" w:rsidRPr="006E1602">
        <w:rPr>
          <w:rStyle w:val="libFootnoteAlaemChar"/>
          <w:rFonts w:eastAsiaTheme="minorHAnsi"/>
          <w:rtl/>
        </w:rPr>
        <w:t>عليهما‌السلام</w:t>
      </w:r>
      <w:r w:rsidR="008A4D40" w:rsidRPr="00C86611">
        <w:rPr>
          <w:rtl/>
        </w:rPr>
        <w:t xml:space="preserve"> فخلا به فقال له:</w:t>
      </w:r>
    </w:p>
    <w:p w:rsidR="008A4D40" w:rsidRPr="00C86611" w:rsidRDefault="008A4D40" w:rsidP="00811D4D">
      <w:pPr>
        <w:pStyle w:val="libFootnote0"/>
        <w:rPr>
          <w:rtl/>
        </w:rPr>
      </w:pPr>
      <w:r w:rsidRPr="00C86611">
        <w:rPr>
          <w:rtl/>
        </w:rPr>
        <w:t xml:space="preserve">يا ابن أخي قد علمت أنّ رسول الله </w:t>
      </w:r>
      <w:r w:rsidR="00811D4D" w:rsidRPr="006E1602">
        <w:rPr>
          <w:rStyle w:val="libFootnoteAlaemChar"/>
          <w:rFonts w:eastAsiaTheme="minorHAnsi"/>
          <w:rtl/>
        </w:rPr>
        <w:t>صلى‌الله‌عليه‌وآله‌وسلم</w:t>
      </w:r>
      <w:r w:rsidRPr="00C86611">
        <w:rPr>
          <w:rtl/>
        </w:rPr>
        <w:t xml:space="preserve"> دفع الوصيّة والإمامة من بعده إلى أمير المؤمنين </w:t>
      </w:r>
      <w:r w:rsidR="00811D4D" w:rsidRPr="006E1602">
        <w:rPr>
          <w:rStyle w:val="libFootnoteAlaemChar"/>
          <w:rFonts w:eastAsiaTheme="minorHAnsi"/>
          <w:rtl/>
        </w:rPr>
        <w:t>عليه‌السلام</w:t>
      </w:r>
      <w:r w:rsidRPr="00C86611">
        <w:rPr>
          <w:rtl/>
        </w:rPr>
        <w:t xml:space="preserve"> ثمّ إلى الحسن </w:t>
      </w:r>
      <w:r w:rsidR="00811D4D" w:rsidRPr="006E1602">
        <w:rPr>
          <w:rStyle w:val="libFootnoteAlaemChar"/>
          <w:rFonts w:eastAsiaTheme="minorHAnsi"/>
          <w:rtl/>
        </w:rPr>
        <w:t>عليه‌السلام</w:t>
      </w:r>
      <w:r w:rsidR="00811D4D" w:rsidRPr="00C86611">
        <w:rPr>
          <w:rtl/>
        </w:rPr>
        <w:t xml:space="preserve"> </w:t>
      </w:r>
      <w:r w:rsidRPr="00C86611">
        <w:rPr>
          <w:rtl/>
        </w:rPr>
        <w:t xml:space="preserve">، ثمّ إلى الحسين </w:t>
      </w:r>
      <w:r w:rsidR="00811D4D" w:rsidRPr="006E1602">
        <w:rPr>
          <w:rStyle w:val="libFootnoteAlaemChar"/>
          <w:rFonts w:eastAsiaTheme="minorHAnsi"/>
          <w:rtl/>
        </w:rPr>
        <w:t>عليه‌السلام</w:t>
      </w:r>
      <w:r w:rsidRPr="00C86611">
        <w:rPr>
          <w:rtl/>
        </w:rPr>
        <w:t xml:space="preserve"> وقد قتل أبوك (رضي الله عنه وصلّى على روحه) ولم يوصِ، وأنا عمّك وصنو أبيك وولادتي من عليّ </w:t>
      </w:r>
      <w:r w:rsidR="00811D4D" w:rsidRPr="006E1602">
        <w:rPr>
          <w:rStyle w:val="libFootnoteAlaemChar"/>
          <w:rFonts w:eastAsiaTheme="minorHAnsi"/>
          <w:rtl/>
        </w:rPr>
        <w:t>عليه‌السلام</w:t>
      </w:r>
      <w:r w:rsidRPr="00C86611">
        <w:rPr>
          <w:rtl/>
        </w:rPr>
        <w:t xml:space="preserve"> في سنّي وقديمي أحقّ بها منك في حداثتك، فلا تنازعني في الوصيّة والإمامة ولا تحاجّني، فقال لـه عليّ بن الحسين </w:t>
      </w:r>
      <w:r w:rsidR="00811D4D" w:rsidRPr="006E1602">
        <w:rPr>
          <w:rStyle w:val="libFootnoteAlaemChar"/>
          <w:rFonts w:eastAsiaTheme="minorHAnsi"/>
          <w:rtl/>
        </w:rPr>
        <w:t>عليه‌السلام</w:t>
      </w:r>
      <w:r w:rsidRPr="00C86611">
        <w:rPr>
          <w:rtl/>
        </w:rPr>
        <w:t>:</w:t>
      </w:r>
    </w:p>
    <w:p w:rsidR="008A4D40" w:rsidRPr="007C2D1E" w:rsidRDefault="008A4D40" w:rsidP="00A17164">
      <w:pPr>
        <w:pStyle w:val="libFootnote0"/>
        <w:rPr>
          <w:rtl/>
        </w:rPr>
      </w:pPr>
      <w:r w:rsidRPr="007C2D1E">
        <w:rPr>
          <w:rtl/>
        </w:rPr>
        <w:t xml:space="preserve">( يا عم اتّق الله ولا تدّع ما ليس لك بحق إنّي أعظك أنْ تكون من الجاهلين، إنّ أبي يا عمّ </w:t>
      </w:r>
      <w:r w:rsidR="00A17164" w:rsidRPr="006E1602">
        <w:rPr>
          <w:rStyle w:val="libFootnoteAlaemChar"/>
          <w:rFonts w:eastAsiaTheme="minorHAnsi"/>
          <w:rtl/>
        </w:rPr>
        <w:t>عليه‌السلام</w:t>
      </w:r>
      <w:r w:rsidRPr="007C2D1E">
        <w:rPr>
          <w:rtl/>
        </w:rPr>
        <w:t xml:space="preserve"> أوصى إليَّ قبل أنْ يتوجّه إلى العراق وعهِد إليَّ في ذلك قبل أنْ يستشهد بساعة، وهذا سلاح رسول الله </w:t>
      </w:r>
      <w:r w:rsidR="00811D4D" w:rsidRPr="006E1602">
        <w:rPr>
          <w:rStyle w:val="libFootnoteAlaemChar"/>
          <w:rFonts w:eastAsiaTheme="minorHAnsi"/>
          <w:rtl/>
        </w:rPr>
        <w:t>صلى‌الله‌عليه‌وآله‌وسلم</w:t>
      </w:r>
      <w:r w:rsidRPr="007C2D1E">
        <w:rPr>
          <w:rtl/>
        </w:rPr>
        <w:t xml:space="preserve"> عندي، فلا تتعرّض لهذا، فإنّي أخاف عليك نقص العمر وتشتّت الحال، إنّ الله عزّ وجلّ جعل الوصيّةَ والإمامة في عقب الحسين </w:t>
      </w:r>
      <w:r w:rsidR="00811D4D" w:rsidRPr="006E1602">
        <w:rPr>
          <w:rStyle w:val="libFootnoteAlaemChar"/>
          <w:rFonts w:eastAsiaTheme="minorHAnsi"/>
          <w:rtl/>
        </w:rPr>
        <w:t>عليه‌السلام</w:t>
      </w:r>
      <w:r w:rsidR="00811D4D" w:rsidRPr="007C2D1E">
        <w:rPr>
          <w:rtl/>
        </w:rPr>
        <w:t xml:space="preserve"> </w:t>
      </w:r>
      <w:r w:rsidRPr="007C2D1E">
        <w:rPr>
          <w:rtl/>
        </w:rPr>
        <w:t xml:space="preserve">، فإذا أردتَ أنْ تعلم ذلك فانطلِق بنا إلى الحجر الأسود حتّى نتحاكم إليه ونسأله عن ذلك، قال أبو جعفر </w:t>
      </w:r>
      <w:r w:rsidR="00811D4D" w:rsidRPr="006E1602">
        <w:rPr>
          <w:rStyle w:val="libFootnoteAlaemChar"/>
          <w:rFonts w:eastAsiaTheme="minorHAnsi"/>
          <w:rtl/>
        </w:rPr>
        <w:t>عليه‌السلام</w:t>
      </w:r>
      <w:r w:rsidRPr="007C2D1E">
        <w:rPr>
          <w:rtl/>
        </w:rPr>
        <w:t>:</w:t>
      </w:r>
    </w:p>
    <w:p w:rsidR="008A4D40" w:rsidRPr="007C2D1E" w:rsidRDefault="008A4D40" w:rsidP="00811D4D">
      <w:pPr>
        <w:pStyle w:val="libFootnote0"/>
        <w:rPr>
          <w:rtl/>
        </w:rPr>
      </w:pPr>
      <w:r w:rsidRPr="007C2D1E">
        <w:rPr>
          <w:rtl/>
        </w:rPr>
        <w:t xml:space="preserve">وكان الكلام بينهما بمكّة، فانطلقا حتّى أتيا الحجر الأسود، فقال عليّ بن الحسين لمحمّد بن الحنفيّة: ابدأ أنت فابتهل إلى الله عز وجل وسله أنْ ينطق لك الحجر ثمّ سلْ، فابتَهَل محمّد في الدعاء وسأل الله ثُمّ دعا الحجر فلم يُجبه، فقال عليّ بن الحسين </w:t>
      </w:r>
      <w:r w:rsidR="00811D4D" w:rsidRPr="006E1602">
        <w:rPr>
          <w:rStyle w:val="libFootnoteAlaemChar"/>
          <w:rFonts w:eastAsiaTheme="minorHAnsi"/>
          <w:rtl/>
        </w:rPr>
        <w:t>عليهما‌السلام</w:t>
      </w:r>
      <w:r w:rsidRPr="007C2D1E">
        <w:rPr>
          <w:rtl/>
        </w:rPr>
        <w:t xml:space="preserve">: يا عم لو كنتَ وصيّاً وإماماً لأجابك، قال لـه محمّد: فادع الله أنت يا ابن أخي وسله، فدعا الله عليُّ بن الحسين </w:t>
      </w:r>
      <w:r w:rsidR="00811D4D" w:rsidRPr="006E1602">
        <w:rPr>
          <w:rStyle w:val="libFootnoteAlaemChar"/>
          <w:rFonts w:eastAsiaTheme="minorHAnsi"/>
          <w:rtl/>
        </w:rPr>
        <w:t>عليهما‌السلام</w:t>
      </w:r>
      <w:r w:rsidRPr="007C2D1E">
        <w:rPr>
          <w:rtl/>
        </w:rPr>
        <w:t xml:space="preserve"> بما أراد ثمّ قال: أسألك بالذي جعل فيك ميثاق الأنبياء، وميثاق الأوصياء، وميثاق الناس أجمعين لمّا أخبرتنا مَنْ الوصيّ والإمام بعد الحسين بن عليّ </w:t>
      </w:r>
      <w:r w:rsidR="00811D4D" w:rsidRPr="006E1602">
        <w:rPr>
          <w:rStyle w:val="libFootnoteAlaemChar"/>
          <w:rFonts w:eastAsiaTheme="minorHAnsi"/>
          <w:rtl/>
        </w:rPr>
        <w:t>عليه‌السلام</w:t>
      </w:r>
      <w:r w:rsidRPr="007C2D1E">
        <w:rPr>
          <w:rtl/>
        </w:rPr>
        <w:t xml:space="preserve"> ؟</w:t>
      </w:r>
    </w:p>
    <w:p w:rsidR="008A4D40" w:rsidRDefault="008A4D40" w:rsidP="00811D4D">
      <w:pPr>
        <w:pStyle w:val="libFootnote0"/>
        <w:rPr>
          <w:rtl/>
        </w:rPr>
      </w:pPr>
      <w:r w:rsidRPr="007C2D1E">
        <w:rPr>
          <w:rtl/>
        </w:rPr>
        <w:t xml:space="preserve">قال: فتحرك الحجر حتّى كاد أنْ يزول عن موضعه، ثمّ أنطقه الله عزّ وجلّ بلسان عربي مُبين، فقال: اللهم إنّ الوصيّةَ والإمامةَ بعد الحسين بن عليّ </w:t>
      </w:r>
      <w:r w:rsidR="00811D4D" w:rsidRPr="006E1602">
        <w:rPr>
          <w:rStyle w:val="libFootnoteAlaemChar"/>
          <w:rFonts w:eastAsiaTheme="minorHAnsi"/>
          <w:rtl/>
        </w:rPr>
        <w:t>عليهما‌السلام</w:t>
      </w:r>
      <w:r w:rsidRPr="007C2D1E">
        <w:rPr>
          <w:rtl/>
        </w:rPr>
        <w:t xml:space="preserve"> إلى عليّ بن الحسين بن عليّ بن أبي طالب وابن فاطمة بنت رسول الله </w:t>
      </w:r>
      <w:r w:rsidR="00811D4D" w:rsidRPr="006E1602">
        <w:rPr>
          <w:rStyle w:val="libFootnoteAlaemChar"/>
          <w:rFonts w:eastAsiaTheme="minorHAnsi"/>
          <w:rtl/>
        </w:rPr>
        <w:t>صلى‌الله‌عليه‌وآله‌وسلم</w:t>
      </w:r>
      <w:r w:rsidRPr="007C2D1E">
        <w:rPr>
          <w:rtl/>
        </w:rPr>
        <w:t xml:space="preserve"> قال: فانصرف محمّد بن عليّ وهو يتولّى عليّ بن الحسين </w:t>
      </w:r>
      <w:r w:rsidR="00811D4D" w:rsidRPr="006E1602">
        <w:rPr>
          <w:rStyle w:val="libFootnoteAlaemChar"/>
          <w:rFonts w:eastAsiaTheme="minorHAnsi"/>
          <w:rtl/>
        </w:rPr>
        <w:t>عليه‌السلام</w:t>
      </w:r>
      <w:r w:rsidRPr="007C2D1E">
        <w:rPr>
          <w:rtl/>
        </w:rPr>
        <w:t>.</w:t>
      </w:r>
      <w:r>
        <w:rPr>
          <w:rFonts w:hint="cs"/>
          <w:rtl/>
        </w:rPr>
        <w:t xml:space="preserve"> = </w:t>
      </w:r>
    </w:p>
    <w:p w:rsidR="008A4D40" w:rsidRDefault="008A4D40" w:rsidP="00770B9A">
      <w:pPr>
        <w:pStyle w:val="libNormal"/>
        <w:rPr>
          <w:rtl/>
        </w:rPr>
      </w:pPr>
      <w:r>
        <w:rPr>
          <w:rtl/>
        </w:rPr>
        <w:br w:type="page"/>
      </w:r>
    </w:p>
    <w:p w:rsidR="008A4D40" w:rsidRPr="00C86611" w:rsidRDefault="008A4D40" w:rsidP="00811D4D">
      <w:pPr>
        <w:pStyle w:val="libFootnote0"/>
        <w:rPr>
          <w:rtl/>
        </w:rPr>
      </w:pPr>
      <w:r>
        <w:rPr>
          <w:rFonts w:hint="cs"/>
          <w:rtl/>
        </w:rPr>
        <w:lastRenderedPageBreak/>
        <w:t xml:space="preserve">= </w:t>
      </w:r>
      <w:r w:rsidRPr="00C86611">
        <w:rPr>
          <w:rtl/>
        </w:rPr>
        <w:t xml:space="preserve">أخرجه الكليني في الكافي: ج1، ص348، ح5، باب ( ما يفصل به بين دعوى المحقّ والمُبطل في أمر الإمامة ) والصفّار القمّي في بصائر الدرجات: ص522، ح3، باب17، ح10، والطبرسي في الاحتجاج: ج2، ص41، ط قم الشريف الرضي، وابن سُليمان الحلّي في مختصر بصائر الدرجات: ص170، ط المكتبة الحيدريّة،والحرُّ العاملي في إثبات الهداة: ج4، ص62، ح4، باب17، ط بيروت الأعلمي، والسيّد هاشم البحراني في مدينة المعاجز: ج2، ص251، ح59، بيروت الأعلمي، والعلاّمة المجلسي في البحار: ج42، ص78، ح6، باب الرد على الكيسانيّة، والميرزا محمّد تقي الملّقب بحجّة الإسلام في صحيفة الأبرار: ج2، ص213، ح1ط بيروت الأعلمي. ودلائل الإمامة للطبري: ص207، ح19، والإمامة والتبصرة من الحيرة لعلي بن الحسين بن بابويه القمي المتوفى (329هـ) ص60، ح49، باب10، وكشف الغمّة: ج2، ص652، ط قم، والمناقب لابن شهر آشوب: ج4، ص159، ط بيروت دار الأضواء، والراوندي </w:t>
      </w:r>
      <w:r w:rsidR="00811D4D" w:rsidRPr="006E1602">
        <w:rPr>
          <w:rStyle w:val="libFootnoteAlaemChar"/>
          <w:rtl/>
        </w:rPr>
        <w:t>رحمه‌الله</w:t>
      </w:r>
      <w:r w:rsidRPr="00C86611">
        <w:rPr>
          <w:rtl/>
        </w:rPr>
        <w:t xml:space="preserve"> المتوفّى (573) في الخرائج والجرائح: ج1، ص258، ط بيروت الأعلمي: بعد ما ذكر الرواية السالفة بعينها ولكن في رواية الخرائج زيادة وهي محلّ الشاهد وهو: (فقبّل محمّد بن الحنفيّة رجله وقال: الأمر لكَ).</w:t>
      </w:r>
    </w:p>
    <w:p w:rsidR="008A4D40" w:rsidRPr="00C86611" w:rsidRDefault="008A4D40" w:rsidP="0003580E">
      <w:pPr>
        <w:pStyle w:val="libFootnote0"/>
        <w:rPr>
          <w:rtl/>
        </w:rPr>
      </w:pPr>
      <w:r w:rsidRPr="00C86611">
        <w:rPr>
          <w:rtl/>
        </w:rPr>
        <w:t>فالظاهر أنّ المرحوم المامقاني اعتمدَ على هذه الرواية دون البقيّة؛ لأنّ رواية الخرائج عن أبي خالد الكابلي هذا أوّلاً، وثانياً: رواية الخرائج فيها محلّ الشاهد وهو تقبيل رِجل الإمام من قِبَل عمّه.</w:t>
      </w:r>
    </w:p>
    <w:p w:rsidR="008A4D40" w:rsidRPr="00C86611" w:rsidRDefault="008A4D40" w:rsidP="00811D4D">
      <w:pPr>
        <w:pStyle w:val="libFootnote0"/>
        <w:rPr>
          <w:rtl/>
        </w:rPr>
      </w:pPr>
      <w:r w:rsidRPr="00C86611">
        <w:rPr>
          <w:rtl/>
        </w:rPr>
        <w:t xml:space="preserve">وفي رواية أُخرى نقلها ابن حمزة الطوسي في الثاقب في المناقب: ص352، ح1، الفصل2: ( إنّ الإمام السجاد </w:t>
      </w:r>
      <w:r w:rsidR="00811D4D" w:rsidRPr="006E1602">
        <w:rPr>
          <w:rStyle w:val="libFootnoteAlaemChar"/>
          <w:rFonts w:eastAsiaTheme="minorHAnsi"/>
          <w:rtl/>
        </w:rPr>
        <w:t>عليه‌السلام</w:t>
      </w:r>
      <w:r w:rsidRPr="00C86611">
        <w:rPr>
          <w:rtl/>
        </w:rPr>
        <w:t xml:space="preserve"> فيما احتجّ به على ابن الحنفيّة أنْ يأتيا المقابر فمضيا معاً وانتهيا إلى قبر صاحبه قريب العهد فقال </w:t>
      </w:r>
      <w:r w:rsidR="00811D4D" w:rsidRPr="006E1602">
        <w:rPr>
          <w:rStyle w:val="libFootnoteAlaemChar"/>
          <w:rFonts w:eastAsiaTheme="minorHAnsi"/>
          <w:rtl/>
        </w:rPr>
        <w:t>عليه‌السلام</w:t>
      </w:r>
      <w:r w:rsidRPr="00C86611">
        <w:rPr>
          <w:rtl/>
        </w:rPr>
        <w:t xml:space="preserve"> لمحمّد:</w:t>
      </w:r>
    </w:p>
    <w:p w:rsidR="008A4D40" w:rsidRPr="00921151" w:rsidRDefault="008A4D40" w:rsidP="00811D4D">
      <w:pPr>
        <w:pStyle w:val="libFootnote0"/>
        <w:rPr>
          <w:rtl/>
        </w:rPr>
      </w:pPr>
      <w:r w:rsidRPr="00921151">
        <w:rPr>
          <w:rtl/>
        </w:rPr>
        <w:t xml:space="preserve">( سل صاحب هذا القبر عمّن يستحقّ الإمامة بعد الحسين </w:t>
      </w:r>
      <w:r w:rsidR="00811D4D" w:rsidRPr="006E1602">
        <w:rPr>
          <w:rStyle w:val="libFootnoteAlaemChar"/>
          <w:rFonts w:eastAsiaTheme="minorHAnsi"/>
          <w:rtl/>
        </w:rPr>
        <w:t>عليه‌السلام</w:t>
      </w:r>
      <w:r w:rsidRPr="00921151">
        <w:rPr>
          <w:rtl/>
        </w:rPr>
        <w:t xml:space="preserve"> فلم يفعل ابن الحنفيّة، وطلب من الإمام أنْ يسأله فدعا عليُّ بن الحسين ربّه تعالى ثُمّ دعا صاحب القبر فانكشف القبر عن رجلٍ ينفض التراب عن رأسه وهو يقول: الحقُّ لعليّ بن الحسين </w:t>
      </w:r>
      <w:r w:rsidR="00811D4D" w:rsidRPr="006E1602">
        <w:rPr>
          <w:rStyle w:val="libFootnoteAlaemChar"/>
          <w:rFonts w:eastAsiaTheme="minorHAnsi"/>
          <w:rtl/>
        </w:rPr>
        <w:t>عليه‌السلام</w:t>
      </w:r>
      <w:r w:rsidRPr="00921151">
        <w:rPr>
          <w:rtl/>
        </w:rPr>
        <w:t xml:space="preserve"> دونكَ يا محمّد، فوقع محمّد بن الحنفيّة على رِجل عليّ بن الحسين يُقبّلها ويلوذُ به ويطلب منه العفو عمّا صدرَ منه ). وأيضاً نقل هذا السيّد المقرّم </w:t>
      </w:r>
      <w:r w:rsidR="00811D4D" w:rsidRPr="006E1602">
        <w:rPr>
          <w:rStyle w:val="libFootnoteAlaemChar"/>
          <w:rtl/>
        </w:rPr>
        <w:t>رحمه‌الله</w:t>
      </w:r>
      <w:r w:rsidRPr="00921151">
        <w:rPr>
          <w:rtl/>
        </w:rPr>
        <w:t xml:space="preserve"> المتوفّى (1317هـ) في حياة الإمام زين العابدين: ص262.</w:t>
      </w:r>
    </w:p>
    <w:p w:rsidR="008A4D40" w:rsidRPr="0041035F" w:rsidRDefault="008A4D40" w:rsidP="00811D4D">
      <w:pPr>
        <w:pStyle w:val="libFootnote0"/>
        <w:rPr>
          <w:rStyle w:val="libNormalChar"/>
          <w:rtl/>
        </w:rPr>
      </w:pPr>
      <w:r w:rsidRPr="00C86611">
        <w:rPr>
          <w:rtl/>
        </w:rPr>
        <w:t xml:space="preserve">والشيخ عبّاس القمّي المتوفّى (1359) في منتهى الآمال: ج2، ص36،الفصل الخامس: بعدما ذكر الرواية بشكلٍ كامل ومفصل علّق قائلاً: (وفي بعض الروايات أنّ محمّد بن الحنفيّة أهوى إلى قدمي الإمام </w:t>
      </w:r>
      <w:r w:rsidR="00811D4D" w:rsidRPr="006E1602">
        <w:rPr>
          <w:rStyle w:val="libFootnoteAlaemChar"/>
          <w:rFonts w:eastAsiaTheme="minorHAnsi"/>
          <w:rtl/>
        </w:rPr>
        <w:t>عليه‌السلام</w:t>
      </w:r>
      <w:r w:rsidRPr="00C86611">
        <w:rPr>
          <w:rtl/>
        </w:rPr>
        <w:t xml:space="preserve"> فقبّلها، وقال: إنّ الإمامة مختصّةٌ بكَ).</w:t>
      </w:r>
    </w:p>
    <w:p w:rsidR="008A4D40" w:rsidRPr="00BC69C0" w:rsidRDefault="008A4D40" w:rsidP="00BC69C0">
      <w:pPr>
        <w:pStyle w:val="libNormal"/>
      </w:pPr>
      <w:r w:rsidRPr="00BC69C0">
        <w:rPr>
          <w:rtl/>
        </w:rPr>
        <w:br w:type="page"/>
      </w:r>
    </w:p>
    <w:p w:rsidR="002152CB" w:rsidRPr="00E0070D" w:rsidRDefault="002152CB" w:rsidP="00811D4D">
      <w:pPr>
        <w:pStyle w:val="libNormal"/>
        <w:rPr>
          <w:rtl/>
        </w:rPr>
      </w:pPr>
      <w:r w:rsidRPr="005E6D00">
        <w:rPr>
          <w:rtl/>
        </w:rPr>
        <w:lastRenderedPageBreak/>
        <w:t xml:space="preserve">ومنها: ما نطَقَ بتقبيل جابر رِجل السجّاد </w:t>
      </w:r>
      <w:r w:rsidR="00811D4D" w:rsidRPr="00811D4D">
        <w:rPr>
          <w:rStyle w:val="libAlaemChar"/>
          <w:rFonts w:eastAsiaTheme="minorHAnsi"/>
          <w:rtl/>
        </w:rPr>
        <w:t>عليه‌السلام</w:t>
      </w:r>
      <w:r w:rsidRPr="005E6D00">
        <w:rPr>
          <w:rtl/>
        </w:rPr>
        <w:t xml:space="preserve"> في كربلاء ساعَة وروده </w:t>
      </w:r>
      <w:r w:rsidR="00811D4D" w:rsidRPr="00811D4D">
        <w:rPr>
          <w:rStyle w:val="libAlaemChar"/>
          <w:rFonts w:eastAsiaTheme="minorHAnsi"/>
          <w:rtl/>
        </w:rPr>
        <w:t>عليه‌السلام</w:t>
      </w:r>
      <w:r w:rsidRPr="005E6D00">
        <w:rPr>
          <w:rtl/>
        </w:rPr>
        <w:t xml:space="preserve"> لزيارة الأربعين</w:t>
      </w:r>
      <w:r w:rsidRPr="00C86611">
        <w:rPr>
          <w:rStyle w:val="libFootnotenumChar"/>
          <w:rtl/>
        </w:rPr>
        <w:t>(</w:t>
      </w:r>
      <w:r w:rsidR="008A4D40">
        <w:rPr>
          <w:rStyle w:val="libFootnotenumChar"/>
          <w:rFonts w:hint="cs"/>
          <w:rtl/>
        </w:rPr>
        <w:t>1</w:t>
      </w:r>
      <w:r w:rsidRPr="00C86611">
        <w:rPr>
          <w:rStyle w:val="libFootnotenumChar"/>
          <w:rtl/>
        </w:rPr>
        <w:t>)</w:t>
      </w:r>
      <w:r w:rsidRPr="005E6D00">
        <w:rPr>
          <w:rtl/>
        </w:rPr>
        <w:t>.</w:t>
      </w:r>
    </w:p>
    <w:p w:rsidR="002152CB" w:rsidRPr="005E6D00" w:rsidRDefault="002152CB" w:rsidP="00811D4D">
      <w:pPr>
        <w:pStyle w:val="libNormal"/>
        <w:rPr>
          <w:rtl/>
        </w:rPr>
      </w:pPr>
      <w:r w:rsidRPr="00DA10CC">
        <w:rPr>
          <w:rStyle w:val="libBold1Char"/>
          <w:rtl/>
        </w:rPr>
        <w:t>ومنها:</w:t>
      </w:r>
      <w:r w:rsidRPr="005E6D00">
        <w:rPr>
          <w:rtl/>
        </w:rPr>
        <w:t xml:space="preserve"> ما ورَد في تقبيل القاسم بن الحسن </w:t>
      </w:r>
      <w:r w:rsidR="00811D4D" w:rsidRPr="00811D4D">
        <w:rPr>
          <w:rStyle w:val="libAlaemChar"/>
          <w:rFonts w:eastAsiaTheme="minorHAnsi"/>
          <w:rtl/>
        </w:rPr>
        <w:t>عليه‌السلام</w:t>
      </w:r>
      <w:r w:rsidRPr="005E6D00">
        <w:rPr>
          <w:rtl/>
        </w:rPr>
        <w:t xml:space="preserve"> يدي الحسين </w:t>
      </w:r>
      <w:r w:rsidR="00811D4D" w:rsidRPr="00811D4D">
        <w:rPr>
          <w:rStyle w:val="libAlaemChar"/>
          <w:rFonts w:eastAsiaTheme="minorHAnsi"/>
          <w:rtl/>
        </w:rPr>
        <w:t>عليه‌السلام</w:t>
      </w:r>
      <w:r w:rsidRPr="005E6D00">
        <w:rPr>
          <w:rtl/>
        </w:rPr>
        <w:t xml:space="preserve"> ورجليه؛ لتحصيل الإذن في الجهاد يوم الطف</w:t>
      </w:r>
      <w:r w:rsidRPr="00C86611">
        <w:rPr>
          <w:rStyle w:val="libFootnotenumChar"/>
          <w:rtl/>
        </w:rPr>
        <w:t>(</w:t>
      </w:r>
      <w:r w:rsidR="008A4D40">
        <w:rPr>
          <w:rStyle w:val="libFootnotenumChar"/>
          <w:rFonts w:hint="cs"/>
          <w:rtl/>
        </w:rPr>
        <w:t>2</w:t>
      </w:r>
      <w:r w:rsidRPr="00C86611">
        <w:rPr>
          <w:rStyle w:val="libFootnotenumChar"/>
          <w:rtl/>
        </w:rPr>
        <w:t>)</w:t>
      </w:r>
      <w:r w:rsidRPr="005E6D00">
        <w:rPr>
          <w:rtl/>
        </w:rPr>
        <w:t>.</w:t>
      </w:r>
    </w:p>
    <w:p w:rsidR="00AB77F1" w:rsidRPr="00AB77F1" w:rsidRDefault="00AB77F1" w:rsidP="00AB77F1">
      <w:pPr>
        <w:pStyle w:val="libLine"/>
        <w:rPr>
          <w:rtl/>
        </w:rPr>
      </w:pPr>
      <w:r w:rsidRPr="00AB77F1">
        <w:rPr>
          <w:rtl/>
        </w:rPr>
        <w:t>ــــــــــــــــــ</w:t>
      </w:r>
    </w:p>
    <w:p w:rsidR="008A4D40" w:rsidRPr="00C86611" w:rsidRDefault="00560DE8" w:rsidP="00811D4D">
      <w:pPr>
        <w:pStyle w:val="libFootnote0"/>
        <w:rPr>
          <w:rtl/>
        </w:rPr>
      </w:pPr>
      <w:r>
        <w:rPr>
          <w:rFonts w:hint="cs"/>
          <w:rtl/>
        </w:rPr>
        <w:t>(</w:t>
      </w:r>
      <w:r w:rsidR="008A4D40">
        <w:rPr>
          <w:rFonts w:hint="cs"/>
          <w:rtl/>
        </w:rPr>
        <w:t>1</w:t>
      </w:r>
      <w:r w:rsidR="008A4D40" w:rsidRPr="00C86611">
        <w:rPr>
          <w:rtl/>
        </w:rPr>
        <w:t xml:space="preserve">) ذكر العلاّمة المازندراني </w:t>
      </w:r>
      <w:r w:rsidR="00811D4D" w:rsidRPr="006E1602">
        <w:rPr>
          <w:rStyle w:val="libFootnoteAlaemChar"/>
          <w:rtl/>
        </w:rPr>
        <w:t>رحمه‌الله</w:t>
      </w:r>
      <w:r w:rsidR="008A4D40" w:rsidRPr="00C86611">
        <w:rPr>
          <w:rtl/>
        </w:rPr>
        <w:t xml:space="preserve"> المتوفّى (1384) في معالي السبطين: ج2، ص183، ط قم الشريف الرضي، عن عطيّة العوفي بعدما جاء مع جابر بن عبد الله الأنصاري لزيارة الأربعين بينما كنّا مشغولين بمراسم الزيارة والدعاء، فإذا بسوادٍ قد أقبل علينا من ناحية الشام، فقلت: يا جابر أنّي أرى سواداً عظيماً مقبلاً علينا من ناحية الشام، فالتفتَ جابر إلى غلامه وقال لـه:</w:t>
      </w:r>
    </w:p>
    <w:p w:rsidR="008A4D40" w:rsidRPr="00C86611" w:rsidRDefault="008A4D40" w:rsidP="00811D4D">
      <w:pPr>
        <w:pStyle w:val="libFootnote0"/>
        <w:rPr>
          <w:rtl/>
        </w:rPr>
      </w:pPr>
      <w:r w:rsidRPr="00C86611">
        <w:rPr>
          <w:rtl/>
        </w:rPr>
        <w:t xml:space="preserve">انطلق وانظر ما هذا السواد ؟ فإنْ كانوا من أصحاب عبيد الله بن زياد لعلّنا نلجأ إلى ملجأ، وإنْ كان هذا سيّدي ومولاي زين العابدين فأنتَ حرّ لوجه الله، فانطلق الغلام فما كان بأسرع من أنْ رجعَ إلينا وهو يلطم على وجهه وينادي قم يا جابرُ واستقبل حرمَ رسول الله فهذا سيّدي ومولاي عليّ بن الحسين </w:t>
      </w:r>
      <w:r w:rsidR="00811D4D" w:rsidRPr="006E1602">
        <w:rPr>
          <w:rStyle w:val="libFootnoteAlaemChar"/>
          <w:rFonts w:eastAsiaTheme="minorHAnsi"/>
          <w:rtl/>
        </w:rPr>
        <w:t>عليه‌السلام</w:t>
      </w:r>
      <w:r w:rsidRPr="00C86611">
        <w:rPr>
          <w:rtl/>
        </w:rPr>
        <w:t xml:space="preserve"> قد أقبل مع عمّاته وأخواته ليجدّدوا العهدَ بزيارة الحسين </w:t>
      </w:r>
      <w:r w:rsidR="00811D4D" w:rsidRPr="006E1602">
        <w:rPr>
          <w:rStyle w:val="libFootnoteAlaemChar"/>
          <w:rFonts w:eastAsiaTheme="minorHAnsi"/>
          <w:rtl/>
        </w:rPr>
        <w:t>عليه‌السلام</w:t>
      </w:r>
      <w:r w:rsidR="00811D4D" w:rsidRPr="00C86611">
        <w:rPr>
          <w:rtl/>
        </w:rPr>
        <w:t xml:space="preserve"> </w:t>
      </w:r>
      <w:r w:rsidRPr="00C86611">
        <w:rPr>
          <w:rtl/>
        </w:rPr>
        <w:t xml:space="preserve">، فقام جابر ومَنْ معه واستقبلهم بصراخٍ وعويل يكادُ الصخرُ أنْ يتصدّع منه، ولمّا دنى من الإمام انكبّ على أقدامه يُقبلها ويقول: سيّدي عظّم اللهُ لك الأجر بعموتك وأخوتك، فقال الإمام </w:t>
      </w:r>
      <w:r w:rsidR="00811D4D" w:rsidRPr="006E1602">
        <w:rPr>
          <w:rStyle w:val="libFootnoteAlaemChar"/>
          <w:rFonts w:eastAsiaTheme="minorHAnsi"/>
          <w:rtl/>
        </w:rPr>
        <w:t>عليه‌السلام</w:t>
      </w:r>
      <w:r w:rsidRPr="00C86611">
        <w:rPr>
          <w:rtl/>
        </w:rPr>
        <w:t xml:space="preserve">: أنتَ جابر قال: نعم سيّدي أنا جابر، فقال </w:t>
      </w:r>
      <w:r w:rsidR="00811D4D" w:rsidRPr="006E1602">
        <w:rPr>
          <w:rStyle w:val="libFootnoteAlaemChar"/>
          <w:rFonts w:eastAsiaTheme="minorHAnsi"/>
          <w:rtl/>
        </w:rPr>
        <w:t>عليه‌السلام</w:t>
      </w:r>
      <w:r w:rsidRPr="00C86611">
        <w:rPr>
          <w:rtl/>
        </w:rPr>
        <w:t>: يا جابر هاهنا قُتِلَ أبو عبد الله، يا.جابر هاهنا ذُبِحتْ أطفال أبي.</w:t>
      </w:r>
    </w:p>
    <w:p w:rsidR="008A4D40" w:rsidRPr="00C86611" w:rsidRDefault="00560DE8" w:rsidP="00811D4D">
      <w:pPr>
        <w:pStyle w:val="libFootnote0"/>
        <w:rPr>
          <w:rtl/>
        </w:rPr>
      </w:pPr>
      <w:r>
        <w:rPr>
          <w:rFonts w:hint="cs"/>
          <w:rtl/>
        </w:rPr>
        <w:t>(</w:t>
      </w:r>
      <w:r w:rsidR="008A4D40">
        <w:rPr>
          <w:rFonts w:hint="cs"/>
          <w:rtl/>
        </w:rPr>
        <w:t>2</w:t>
      </w:r>
      <w:r w:rsidR="008A4D40" w:rsidRPr="00C86611">
        <w:rPr>
          <w:rtl/>
        </w:rPr>
        <w:t xml:space="preserve">) قال الشيخ عبّاس القمّي </w:t>
      </w:r>
      <w:r w:rsidR="00811D4D" w:rsidRPr="006E1602">
        <w:rPr>
          <w:rStyle w:val="libFootnoteAlaemChar"/>
          <w:rtl/>
        </w:rPr>
        <w:t>رحمه‌الله</w:t>
      </w:r>
      <w:r w:rsidR="008A4D40" w:rsidRPr="00C86611">
        <w:rPr>
          <w:rtl/>
        </w:rPr>
        <w:t xml:space="preserve"> المتوفّى (1359هـ) في نَفَس المهموم: ص292، ط قم: ( قيل لمّا نظر الحسين </w:t>
      </w:r>
      <w:r w:rsidR="00811D4D" w:rsidRPr="006E1602">
        <w:rPr>
          <w:rStyle w:val="libFootnoteAlaemChar"/>
          <w:rFonts w:eastAsiaTheme="minorHAnsi"/>
          <w:rtl/>
        </w:rPr>
        <w:t>عليه‌السلام</w:t>
      </w:r>
      <w:r w:rsidR="008A4D40" w:rsidRPr="00C86611">
        <w:rPr>
          <w:rtl/>
        </w:rPr>
        <w:t xml:space="preserve"> إليه ـ القاسم بن الإمام الحسن </w:t>
      </w:r>
      <w:r w:rsidR="00811D4D" w:rsidRPr="006E1602">
        <w:rPr>
          <w:rStyle w:val="libFootnoteAlaemChar"/>
          <w:rFonts w:eastAsiaTheme="minorHAnsi"/>
          <w:rtl/>
        </w:rPr>
        <w:t>عليه‌السلام</w:t>
      </w:r>
      <w:r w:rsidR="00811D4D" w:rsidRPr="00C86611">
        <w:rPr>
          <w:rtl/>
        </w:rPr>
        <w:t xml:space="preserve"> </w:t>
      </w:r>
      <w:r w:rsidR="008A4D40" w:rsidRPr="00C86611">
        <w:rPr>
          <w:rtl/>
        </w:rPr>
        <w:t xml:space="preserve">ـ قد برزَ اعتنقه وجعلا يبكيان حتّى غُشِيَ عليهما، ثُمّ استأذن الحسين </w:t>
      </w:r>
      <w:r w:rsidR="00811D4D" w:rsidRPr="006E1602">
        <w:rPr>
          <w:rStyle w:val="libFootnoteAlaemChar"/>
          <w:rFonts w:eastAsiaTheme="minorHAnsi"/>
          <w:rtl/>
        </w:rPr>
        <w:t>عليه‌السلام</w:t>
      </w:r>
      <w:r w:rsidR="008A4D40" w:rsidRPr="00C86611">
        <w:rPr>
          <w:rtl/>
        </w:rPr>
        <w:t xml:space="preserve"> في المبارزة، فأبى </w:t>
      </w:r>
      <w:r w:rsidR="00811D4D" w:rsidRPr="006E1602">
        <w:rPr>
          <w:rStyle w:val="libFootnoteAlaemChar"/>
          <w:rFonts w:eastAsiaTheme="minorHAnsi"/>
          <w:rtl/>
        </w:rPr>
        <w:t>عليه‌السلام</w:t>
      </w:r>
      <w:r w:rsidR="008A4D40" w:rsidRPr="00C86611">
        <w:rPr>
          <w:rtl/>
        </w:rPr>
        <w:t xml:space="preserve"> أنْ يأذنَ لـه، فلم يزل الغلام يُقبّل يديه ورجليه حتّى أذِنَ لـه...) فراجع مقتل الحسين </w:t>
      </w:r>
      <w:r w:rsidR="00811D4D" w:rsidRPr="006E1602">
        <w:rPr>
          <w:rStyle w:val="libFootnoteAlaemChar"/>
          <w:rFonts w:eastAsiaTheme="minorHAnsi"/>
          <w:rtl/>
        </w:rPr>
        <w:t>عليه‌السلام</w:t>
      </w:r>
      <w:r w:rsidR="008A4D40" w:rsidRPr="00C86611">
        <w:rPr>
          <w:rtl/>
        </w:rPr>
        <w:t xml:space="preserve"> للشيخ محمّد حسين كاشف الغطاء </w:t>
      </w:r>
      <w:r w:rsidR="00811D4D" w:rsidRPr="006E1602">
        <w:rPr>
          <w:rStyle w:val="libFootnoteAlaemChar"/>
          <w:rtl/>
        </w:rPr>
        <w:t>رحمه‌الله</w:t>
      </w:r>
      <w:r w:rsidR="008A4D40" w:rsidRPr="00C86611">
        <w:rPr>
          <w:rtl/>
        </w:rPr>
        <w:t xml:space="preserve"> المتوفّى (1373هـ): ص54، ط قم، ومعالي السبطين للمازندراني: ج1، ص453، ومقتل الحسين </w:t>
      </w:r>
      <w:r w:rsidR="00811D4D" w:rsidRPr="006E1602">
        <w:rPr>
          <w:rStyle w:val="libFootnoteAlaemChar"/>
          <w:rFonts w:eastAsiaTheme="minorHAnsi"/>
          <w:rtl/>
        </w:rPr>
        <w:t>عليه‌السلام</w:t>
      </w:r>
      <w:r w:rsidR="008A4D40" w:rsidRPr="00C86611">
        <w:rPr>
          <w:rtl/>
        </w:rPr>
        <w:t xml:space="preserve"> أو واقعة الطفّ للسيّد محمّد تقي آل بحر العلوم المتوفّى (1393هـ): ص356، ط قم.</w:t>
      </w:r>
    </w:p>
    <w:p w:rsidR="008A4D40" w:rsidRDefault="008A4D40" w:rsidP="00236302">
      <w:pPr>
        <w:pStyle w:val="libNormal"/>
        <w:rPr>
          <w:rtl/>
        </w:rPr>
      </w:pPr>
      <w:r>
        <w:rPr>
          <w:rtl/>
        </w:rPr>
        <w:br w:type="page"/>
      </w:r>
    </w:p>
    <w:p w:rsidR="002152CB" w:rsidRPr="005E6D00" w:rsidRDefault="002152CB" w:rsidP="00811D4D">
      <w:pPr>
        <w:pStyle w:val="libNormal"/>
        <w:rPr>
          <w:rtl/>
        </w:rPr>
      </w:pPr>
      <w:r w:rsidRPr="005E6D00">
        <w:rPr>
          <w:rtl/>
        </w:rPr>
        <w:lastRenderedPageBreak/>
        <w:t xml:space="preserve">إلى غير ذلك من الأخبار الحاكِيَة لوقوع التقبيل لأرْجُل الأئمّة </w:t>
      </w:r>
      <w:r w:rsidR="00811D4D" w:rsidRPr="00811D4D">
        <w:rPr>
          <w:rStyle w:val="libAlaemChar"/>
          <w:rFonts w:eastAsiaTheme="minorHAnsi"/>
          <w:rtl/>
        </w:rPr>
        <w:t>عليهم‌السلام</w:t>
      </w:r>
      <w:r w:rsidRPr="005E6D00">
        <w:rPr>
          <w:rtl/>
        </w:rPr>
        <w:t xml:space="preserve"> وعدم منعهم </w:t>
      </w:r>
      <w:r w:rsidR="00811D4D" w:rsidRPr="00811D4D">
        <w:rPr>
          <w:rStyle w:val="libAlaemChar"/>
          <w:rFonts w:eastAsiaTheme="minorHAnsi"/>
          <w:rtl/>
        </w:rPr>
        <w:t>عليهم‌السلام</w:t>
      </w:r>
      <w:r w:rsidRPr="005E6D00">
        <w:rPr>
          <w:rtl/>
        </w:rPr>
        <w:t xml:space="preserve"> المقبِّل عن ذلك</w:t>
      </w:r>
      <w:r w:rsidRPr="00C86611">
        <w:rPr>
          <w:rStyle w:val="libFootnotenumChar"/>
          <w:rtl/>
        </w:rPr>
        <w:t>(</w:t>
      </w:r>
      <w:r w:rsidR="00EC2C4C">
        <w:rPr>
          <w:rStyle w:val="libFootnotenumChar"/>
          <w:rFonts w:hint="cs"/>
          <w:rtl/>
        </w:rPr>
        <w:t>1</w:t>
      </w:r>
      <w:r w:rsidRPr="00C86611">
        <w:rPr>
          <w:rStyle w:val="libFootnotenumChar"/>
          <w:rtl/>
        </w:rPr>
        <w:t>)</w:t>
      </w:r>
      <w:r w:rsidRPr="005E6D00">
        <w:rPr>
          <w:rtl/>
        </w:rPr>
        <w:t xml:space="preserve">، والذي أظنّ والله العالم إنّ مَنْعَه </w:t>
      </w:r>
      <w:r w:rsidR="00811D4D" w:rsidRPr="00811D4D">
        <w:rPr>
          <w:rStyle w:val="libAlaemChar"/>
          <w:rFonts w:eastAsiaTheme="minorHAnsi"/>
          <w:rtl/>
        </w:rPr>
        <w:t>عليه‌السلام</w:t>
      </w:r>
    </w:p>
    <w:p w:rsidR="002152CB" w:rsidRPr="00E0070D" w:rsidRDefault="002152CB" w:rsidP="0019417F">
      <w:pPr>
        <w:pStyle w:val="libNormal"/>
        <w:rPr>
          <w:rtl/>
        </w:rPr>
      </w:pPr>
      <w:r w:rsidRPr="00E0070D">
        <w:rPr>
          <w:rtl/>
        </w:rPr>
        <w:t>أبا حمزة في الخبر المزبور من تقبيل قَدَميه، معلّلاً بحرمة السجود لغير الله سبحانه إنّما وقع تقيّةً وخوفاً.</w:t>
      </w:r>
    </w:p>
    <w:p w:rsidR="00AB77F1" w:rsidRPr="00AB77F1" w:rsidRDefault="00AB77F1" w:rsidP="00AB77F1">
      <w:pPr>
        <w:pStyle w:val="libLine"/>
        <w:rPr>
          <w:rtl/>
        </w:rPr>
      </w:pPr>
      <w:r w:rsidRPr="00AB77F1">
        <w:rPr>
          <w:rtl/>
        </w:rPr>
        <w:t>ــــــــــــــــــ</w:t>
      </w:r>
    </w:p>
    <w:p w:rsidR="002152CB" w:rsidRPr="00C86611" w:rsidRDefault="00714928" w:rsidP="00811D4D">
      <w:pPr>
        <w:pStyle w:val="libFootnote0"/>
        <w:rPr>
          <w:rtl/>
        </w:rPr>
      </w:pPr>
      <w:r>
        <w:rPr>
          <w:rFonts w:hint="cs"/>
          <w:rtl/>
        </w:rPr>
        <w:t>(</w:t>
      </w:r>
      <w:r w:rsidR="00EC2C4C">
        <w:rPr>
          <w:rFonts w:hint="cs"/>
          <w:rtl/>
        </w:rPr>
        <w:t>1</w:t>
      </w:r>
      <w:r w:rsidR="002152CB" w:rsidRPr="00C86611">
        <w:rPr>
          <w:rtl/>
        </w:rPr>
        <w:t xml:space="preserve">) منها ما ورد في الكافي: ج2، ص145، ح4، باب التقبيل: (محمّد بن يحيى، عن أحمد بن محمّد بن عيسى، عن الحجال، عن يونس ابن يعقوب قال: قلتُ لأبي عبد الله </w:t>
      </w:r>
      <w:r w:rsidR="00811D4D" w:rsidRPr="006E1602">
        <w:rPr>
          <w:rStyle w:val="libFootnoteAlaemChar"/>
          <w:rFonts w:eastAsiaTheme="minorHAnsi"/>
          <w:rtl/>
        </w:rPr>
        <w:t>عليه‌السلام</w:t>
      </w:r>
      <w:r w:rsidR="002152CB" w:rsidRPr="00C86611">
        <w:rPr>
          <w:rtl/>
        </w:rPr>
        <w:t>: ناولني يدك أُقبلهُا فأعطانيها، فقلتُ: جُعِلتُ فداك رأسك ففعل فقبلّته، فقلتُ: جُعِلتُ فداك رجلاك، فقال أقسمتُ، أقسمتُ، أقسمتُ ثلاثاُ وبقي شيء، وبقي شيءٌ وبقي شيءٌ).</w:t>
      </w:r>
    </w:p>
    <w:p w:rsidR="002152CB" w:rsidRPr="00C86611" w:rsidRDefault="002152CB" w:rsidP="00811D4D">
      <w:pPr>
        <w:pStyle w:val="libFootnote0"/>
        <w:rPr>
          <w:rtl/>
        </w:rPr>
      </w:pPr>
      <w:r w:rsidRPr="00C86611">
        <w:rPr>
          <w:rtl/>
        </w:rPr>
        <w:t xml:space="preserve">قال السيّد عبد الله شبّر </w:t>
      </w:r>
      <w:r w:rsidR="00811D4D" w:rsidRPr="006E1602">
        <w:rPr>
          <w:rStyle w:val="libFootnoteAlaemChar"/>
          <w:rtl/>
        </w:rPr>
        <w:t>رحمه‌الله</w:t>
      </w:r>
      <w:r w:rsidRPr="00C86611">
        <w:rPr>
          <w:rtl/>
        </w:rPr>
        <w:t xml:space="preserve"> في مصابيح الأنوار: ج2، ص54، ط بيروت: هذا الحديث من الغوامض ويُحتمل وجوهاً: فذكر </w:t>
      </w:r>
      <w:r w:rsidR="00811D4D" w:rsidRPr="006E1602">
        <w:rPr>
          <w:rStyle w:val="libFootnoteAlaemChar"/>
          <w:rtl/>
        </w:rPr>
        <w:t>رحمه‌الله</w:t>
      </w:r>
      <w:r w:rsidRPr="00C86611">
        <w:rPr>
          <w:rtl/>
        </w:rPr>
        <w:t xml:space="preserve"> ستّ احتمالات منها:</w:t>
      </w:r>
    </w:p>
    <w:p w:rsidR="002152CB" w:rsidRPr="00C86611" w:rsidRDefault="002152CB" w:rsidP="0003580E">
      <w:pPr>
        <w:pStyle w:val="libFootnote0"/>
        <w:rPr>
          <w:rtl/>
        </w:rPr>
      </w:pPr>
      <w:r w:rsidRPr="00C86611">
        <w:rPr>
          <w:rtl/>
        </w:rPr>
        <w:t>أنْ يكونَ المعنى أقسمتَ أنتَ أنْ تُقبل الأعضاء الثلاثة وقد قبلّتَ اثنين منها وبقي شيءٌ واحد وهو الرجل فقبّلها لتبرَّ قسمك فخذ قبلّها.</w:t>
      </w:r>
    </w:p>
    <w:p w:rsidR="002152CB" w:rsidRPr="00921151" w:rsidRDefault="002152CB" w:rsidP="00811D4D">
      <w:pPr>
        <w:pStyle w:val="libFootnote0"/>
        <w:rPr>
          <w:rtl/>
        </w:rPr>
      </w:pPr>
      <w:r w:rsidRPr="0003580E">
        <w:rPr>
          <w:rtl/>
        </w:rPr>
        <w:t xml:space="preserve">وأيضاً من الأحاديث المجوّزة للتقبيل ما ذكره الكليني في الكافي: ج2، ص185، ح2، باب التقبيل: (عليّ بن إبراهيم، عن أبيه، عن ابن أبي عمير، عن رفاعة بن موسى، عن أبي عبد الله </w:t>
      </w:r>
      <w:r w:rsidR="00811D4D" w:rsidRPr="006E1602">
        <w:rPr>
          <w:rStyle w:val="libFootnoteAlaemChar"/>
          <w:rFonts w:eastAsiaTheme="minorHAnsi"/>
          <w:rtl/>
        </w:rPr>
        <w:t>عليه‌السلام</w:t>
      </w:r>
      <w:r w:rsidRPr="0003580E">
        <w:rPr>
          <w:rtl/>
        </w:rPr>
        <w:t xml:space="preserve"> قال: </w:t>
      </w:r>
      <w:r w:rsidRPr="00921151">
        <w:rPr>
          <w:rtl/>
        </w:rPr>
        <w:t xml:space="preserve">( لا يُقبّل رأسَ أحدٍ ولا يده إلاّ يدُ رسول الله </w:t>
      </w:r>
      <w:r w:rsidR="00811D4D" w:rsidRPr="006E1602">
        <w:rPr>
          <w:rStyle w:val="libFootnoteAlaemChar"/>
          <w:rFonts w:eastAsiaTheme="minorHAnsi"/>
          <w:rtl/>
        </w:rPr>
        <w:t>صلى‌الله‌عليه‌وآله‌وسلم</w:t>
      </w:r>
      <w:r w:rsidRPr="00921151">
        <w:rPr>
          <w:rtl/>
        </w:rPr>
        <w:t xml:space="preserve"> أو مَنْ أُريد به رسول الله </w:t>
      </w:r>
      <w:r w:rsidR="00811D4D" w:rsidRPr="006E1602">
        <w:rPr>
          <w:rStyle w:val="libFootnoteAlaemChar"/>
          <w:rFonts w:eastAsiaTheme="minorHAnsi"/>
          <w:rtl/>
        </w:rPr>
        <w:t>صلى‌الله‌عليه‌وآله‌وسلم</w:t>
      </w:r>
      <w:r w:rsidRPr="00921151">
        <w:rPr>
          <w:rtl/>
        </w:rPr>
        <w:t>.</w:t>
      </w:r>
    </w:p>
    <w:p w:rsidR="002152CB" w:rsidRPr="00921151" w:rsidRDefault="002152CB" w:rsidP="00811D4D">
      <w:pPr>
        <w:pStyle w:val="libFootnote0"/>
        <w:rPr>
          <w:rtl/>
        </w:rPr>
      </w:pPr>
      <w:r w:rsidRPr="00921151">
        <w:rPr>
          <w:rtl/>
        </w:rPr>
        <w:t xml:space="preserve">قال السيّد عبد الله شبّر المتوفى (1324هـ) في مصابيح الأنوار: ج2، ص55، ح21: (يُحتمل أن يكون المراد بَمنْ أُريد به رسول الله </w:t>
      </w:r>
      <w:r w:rsidR="00811D4D" w:rsidRPr="006E1602">
        <w:rPr>
          <w:rStyle w:val="libFootnoteAlaemChar"/>
          <w:rFonts w:eastAsiaTheme="minorHAnsi"/>
          <w:rtl/>
        </w:rPr>
        <w:t>صلى‌الله‌عليه‌وآله‌وسلم</w:t>
      </w:r>
      <w:r w:rsidRPr="00921151">
        <w:rPr>
          <w:rtl/>
        </w:rPr>
        <w:t xml:space="preserve"> عترته الطاهرين والأئمّة المعصومين).</w:t>
      </w:r>
    </w:p>
    <w:p w:rsidR="002152CB" w:rsidRPr="00921151" w:rsidRDefault="002152CB" w:rsidP="00811D4D">
      <w:pPr>
        <w:pStyle w:val="libFootnote0"/>
        <w:rPr>
          <w:rtl/>
        </w:rPr>
      </w:pPr>
      <w:r w:rsidRPr="00921151">
        <w:rPr>
          <w:rtl/>
        </w:rPr>
        <w:t xml:space="preserve">وممّا يعضد كلامه </w:t>
      </w:r>
      <w:r w:rsidR="00811D4D" w:rsidRPr="006E1602">
        <w:rPr>
          <w:rStyle w:val="libFootnoteAlaemChar"/>
          <w:rtl/>
        </w:rPr>
        <w:t>رحمه‌الله</w:t>
      </w:r>
      <w:r w:rsidRPr="00921151">
        <w:rPr>
          <w:rtl/>
        </w:rPr>
        <w:t xml:space="preserve"> الحديث المروي في الكافي: ج2، ص185، ح3، بعده مباشرةً: عن زيد النرسي، عن عليّ بن مزيد صاحب السابري قال: دخلتُ على أبي عبد الله </w:t>
      </w:r>
      <w:r w:rsidR="00811D4D" w:rsidRPr="006E1602">
        <w:rPr>
          <w:rStyle w:val="libFootnoteAlaemChar"/>
          <w:rFonts w:eastAsiaTheme="minorHAnsi"/>
          <w:rtl/>
        </w:rPr>
        <w:t>عليه‌السلام</w:t>
      </w:r>
      <w:r w:rsidRPr="00921151">
        <w:rPr>
          <w:rtl/>
        </w:rPr>
        <w:t xml:space="preserve"> فتناولتُ يده فقبّلتُها، فقال: ( أما إنّها لا تصلح إلاّ لنبيٍّ أو وصيّ نبيّ ).</w:t>
      </w:r>
    </w:p>
    <w:p w:rsidR="002152CB" w:rsidRPr="00921151" w:rsidRDefault="002152CB" w:rsidP="00811D4D">
      <w:pPr>
        <w:pStyle w:val="libFootnote0"/>
        <w:rPr>
          <w:rtl/>
        </w:rPr>
      </w:pPr>
      <w:r w:rsidRPr="00921151">
        <w:rPr>
          <w:rtl/>
        </w:rPr>
        <w:t xml:space="preserve">وعلّق قائلاً ـ السيّد شبّرـ: (ويُحتمل أنْ يراد به ما هو أعم من ذلك لسائر صالحي ذرّيّته بل لصالحي المؤمنين أيضاً فإنّ تقبيل يدهم من حيثُ صلاحهم وإيمانهم بالله وبرسول الله وإتباعهم لـه، إنّما اُريد به رسول الله </w:t>
      </w:r>
      <w:r w:rsidR="00811D4D" w:rsidRPr="006E1602">
        <w:rPr>
          <w:rStyle w:val="libFootnoteAlaemChar"/>
          <w:rFonts w:eastAsiaTheme="minorHAnsi"/>
          <w:rtl/>
        </w:rPr>
        <w:t>صلى‌الله‌عليه‌وآله‌وسلم</w:t>
      </w:r>
      <w:r w:rsidRPr="00921151">
        <w:rPr>
          <w:rtl/>
        </w:rPr>
        <w:t xml:space="preserve"> بل شمول الحكم للعلماء بالله العاملين بأمره الهادين الناس ممّن وافق قولهم فعلهم أولى فإنّهم خلفاء رسول الله كما يدلّ عليه قوله </w:t>
      </w:r>
      <w:r w:rsidR="00811D4D" w:rsidRPr="006E1602">
        <w:rPr>
          <w:rStyle w:val="libFootnoteAlaemChar"/>
          <w:rFonts w:eastAsiaTheme="minorHAnsi"/>
          <w:rtl/>
        </w:rPr>
        <w:t>صلى‌الله‌عليه‌وآله‌وسلم</w:t>
      </w:r>
      <w:r w:rsidRPr="00921151">
        <w:rPr>
          <w:rtl/>
        </w:rPr>
        <w:t>: ( اللهم ارحم خلفائي، بل هم ورثته الروحانيون، فإنّ العلماء ورَثَة الأنبياء ).</w:t>
      </w:r>
    </w:p>
    <w:p w:rsidR="008A4D40" w:rsidRPr="0041035F" w:rsidRDefault="002152CB" w:rsidP="00811D4D">
      <w:pPr>
        <w:pStyle w:val="libFootnote0"/>
        <w:rPr>
          <w:rStyle w:val="libNormalChar"/>
          <w:rtl/>
        </w:rPr>
      </w:pPr>
      <w:r w:rsidRPr="0003580E">
        <w:rPr>
          <w:rtl/>
        </w:rPr>
        <w:t xml:space="preserve">وقال العلاّمة المجلسي </w:t>
      </w:r>
      <w:r w:rsidR="00811D4D" w:rsidRPr="006E1602">
        <w:rPr>
          <w:rStyle w:val="libFootnoteAlaemChar"/>
          <w:rtl/>
        </w:rPr>
        <w:t>رحمه‌الله</w:t>
      </w:r>
      <w:r w:rsidRPr="0003580E">
        <w:rPr>
          <w:rtl/>
        </w:rPr>
        <w:t xml:space="preserve"> في البحار: ج73، ص38، ح35، ط بيروت مؤسّسة الوفاء معلّقاً على هذا الحديث الشريف: تبيان: قوله </w:t>
      </w:r>
      <w:r w:rsidR="00811D4D" w:rsidRPr="006E1602">
        <w:rPr>
          <w:rStyle w:val="libFootnoteAlaemChar"/>
          <w:rFonts w:eastAsiaTheme="minorHAnsi"/>
          <w:rtl/>
        </w:rPr>
        <w:t>عليه‌السلام</w:t>
      </w:r>
      <w:r w:rsidRPr="0003580E">
        <w:rPr>
          <w:rtl/>
        </w:rPr>
        <w:t xml:space="preserve"> ( أو مَن أُريد به رسول الله ) من الأئمّة </w:t>
      </w:r>
      <w:r w:rsidR="00811D4D" w:rsidRPr="006E1602">
        <w:rPr>
          <w:rStyle w:val="libFootnoteAlaemChar"/>
          <w:rFonts w:eastAsiaTheme="minorHAnsi"/>
          <w:rtl/>
        </w:rPr>
        <w:t>عليهم‌السلام</w:t>
      </w:r>
      <w:r w:rsidRPr="0003580E">
        <w:rPr>
          <w:rtl/>
        </w:rPr>
        <w:t xml:space="preserve"> إجماعاً وغيرهم من السادات والعلماء على الخلاف، وإنْ لم أرَ في كلام أصحابنا تصريحاً بالحرمة، قال بعض المحقّقين: لعلّ المراد بمَنْ أُريد رسول الله الأئمّة المعصومون </w:t>
      </w:r>
      <w:r w:rsidR="00811D4D" w:rsidRPr="006E1602">
        <w:rPr>
          <w:rStyle w:val="libFootnoteAlaemChar"/>
          <w:rFonts w:eastAsiaTheme="minorHAnsi"/>
          <w:rtl/>
        </w:rPr>
        <w:t>عليهم‌السلام</w:t>
      </w:r>
      <w:r w:rsidR="00811D4D" w:rsidRPr="005E6D00">
        <w:rPr>
          <w:rtl/>
        </w:rPr>
        <w:t xml:space="preserve"> </w:t>
      </w:r>
      <w:r w:rsidRPr="0003580E">
        <w:rPr>
          <w:rtl/>
        </w:rPr>
        <w:t xml:space="preserve">، ويُحتمل شمول الحكم العلماء بالله وبأمر الله مع العاملين بعلمهم والهادين للناس. </w:t>
      </w:r>
    </w:p>
    <w:p w:rsidR="008A4D40" w:rsidRDefault="008A4D40" w:rsidP="00236302">
      <w:pPr>
        <w:pStyle w:val="libNormal"/>
        <w:rPr>
          <w:rtl/>
        </w:rPr>
      </w:pPr>
      <w:r>
        <w:rPr>
          <w:rtl/>
        </w:rPr>
        <w:br w:type="page"/>
      </w:r>
    </w:p>
    <w:p w:rsidR="002152CB" w:rsidRPr="00B132A8" w:rsidRDefault="002152CB" w:rsidP="009C2E13">
      <w:pPr>
        <w:pStyle w:val="Heading2Center"/>
        <w:spacing w:before="0"/>
        <w:rPr>
          <w:rtl/>
        </w:rPr>
      </w:pPr>
      <w:bookmarkStart w:id="26" w:name="15"/>
      <w:bookmarkStart w:id="27" w:name="_Toc378509612"/>
      <w:r w:rsidRPr="00B132A8">
        <w:rPr>
          <w:rtl/>
        </w:rPr>
        <w:lastRenderedPageBreak/>
        <w:t>الدليل الثاني على عدم جواز التقبيل</w:t>
      </w:r>
      <w:bookmarkEnd w:id="26"/>
      <w:bookmarkEnd w:id="27"/>
    </w:p>
    <w:p w:rsidR="002152CB" w:rsidRPr="00DA10CC" w:rsidRDefault="002152CB" w:rsidP="007614F2">
      <w:pPr>
        <w:pStyle w:val="libBold1"/>
        <w:rPr>
          <w:rtl/>
        </w:rPr>
      </w:pPr>
      <w:r w:rsidRPr="00DA10CC">
        <w:rPr>
          <w:rtl/>
        </w:rPr>
        <w:t>الثاني:</w:t>
      </w:r>
    </w:p>
    <w:p w:rsidR="002152CB" w:rsidRPr="005E6D00" w:rsidRDefault="002152CB" w:rsidP="005E6D00">
      <w:pPr>
        <w:pStyle w:val="libNormal"/>
        <w:rPr>
          <w:rtl/>
        </w:rPr>
      </w:pPr>
      <w:r w:rsidRPr="005E6D00">
        <w:rPr>
          <w:rtl/>
        </w:rPr>
        <w:t>إنّ تقبيل الأعتاب المقدّسة مستلزم السجود لصاحب العتبة، والسجود لغير الله سبحانه مُحرّم، أمّا الكُبرى فواضحة بالنصوص المتواترة</w:t>
      </w:r>
      <w:r w:rsidRPr="00C86611">
        <w:rPr>
          <w:rStyle w:val="libFootnotenumChar"/>
          <w:rtl/>
        </w:rPr>
        <w:t>(1)</w:t>
      </w:r>
      <w:r w:rsidRPr="005E6D00">
        <w:rPr>
          <w:rtl/>
        </w:rPr>
        <w:t>، وإجماع الشيعة بل المسلمين قاطبة، وأمّا الصغرى؛ فلأنّ السجودَ لغةً: هو الخضوع والانحناء وتَطأطئ الرأس كما ذكره أهل اللغة</w:t>
      </w:r>
      <w:r w:rsidRPr="00C86611">
        <w:rPr>
          <w:rStyle w:val="libFootnotenumChar"/>
          <w:rtl/>
        </w:rPr>
        <w:t>(2)</w:t>
      </w:r>
      <w:r w:rsidRPr="005E6D00">
        <w:rPr>
          <w:rtl/>
        </w:rPr>
        <w:t xml:space="preserve"> ونقله الفقهاء عنهم فعن المعتبر</w:t>
      </w:r>
      <w:r w:rsidRPr="00C86611">
        <w:rPr>
          <w:rStyle w:val="libFootnotenumChar"/>
          <w:rtl/>
        </w:rPr>
        <w:t>(3)</w:t>
      </w:r>
      <w:r w:rsidRPr="005E6D00">
        <w:rPr>
          <w:rtl/>
        </w:rPr>
        <w:t>، والمنتهى</w:t>
      </w:r>
      <w:r w:rsidRPr="00C86611">
        <w:rPr>
          <w:rStyle w:val="libFootnotenumChar"/>
          <w:rtl/>
        </w:rPr>
        <w:t>(4)</w:t>
      </w:r>
      <w:r w:rsidRPr="005E6D00">
        <w:rPr>
          <w:rtl/>
        </w:rPr>
        <w:t>، ونهاية</w:t>
      </w:r>
      <w:r w:rsidR="008A4D40" w:rsidRPr="005E6D00">
        <w:rPr>
          <w:rFonts w:hint="cs"/>
          <w:rtl/>
        </w:rPr>
        <w:t xml:space="preserve"> </w:t>
      </w:r>
      <w:r w:rsidRPr="005E6D00">
        <w:rPr>
          <w:rtl/>
        </w:rPr>
        <w:t>الأحكام</w:t>
      </w:r>
      <w:r w:rsidRPr="00C86611">
        <w:rPr>
          <w:rStyle w:val="libFootnotenumChar"/>
          <w:rtl/>
        </w:rPr>
        <w:t>(5)</w:t>
      </w:r>
      <w:r w:rsidRPr="005E6D00">
        <w:rPr>
          <w:rtl/>
        </w:rPr>
        <w:t xml:space="preserve"> وإرشاد الجعفريّة</w:t>
      </w:r>
      <w:r w:rsidRPr="00C86611">
        <w:rPr>
          <w:rStyle w:val="libFootnotenumChar"/>
          <w:rtl/>
        </w:rPr>
        <w:t>(6)</w:t>
      </w:r>
      <w:r w:rsidRPr="005E6D00">
        <w:rPr>
          <w:rtl/>
        </w:rPr>
        <w:t>، والمقاصد العَليّة</w:t>
      </w:r>
      <w:r w:rsidRPr="00C86611">
        <w:rPr>
          <w:rStyle w:val="libFootnotenumChar"/>
          <w:rtl/>
        </w:rPr>
        <w:t>(7)</w:t>
      </w:r>
      <w:r w:rsidRPr="005E6D00">
        <w:rPr>
          <w:rtl/>
        </w:rPr>
        <w:t>، والروض</w:t>
      </w:r>
      <w:r w:rsidRPr="00C86611">
        <w:rPr>
          <w:rStyle w:val="libFootnotenumChar"/>
          <w:rtl/>
        </w:rPr>
        <w:t>(8)</w:t>
      </w:r>
      <w:r w:rsidRPr="005E6D00">
        <w:rPr>
          <w:rtl/>
        </w:rPr>
        <w:t xml:space="preserve"> وغيرها أنّ السجودَ لغةً الخُضوع، ومن البيّن تضمّن الهويّ لتقبيل الأعتاب المقدّسة الخضوع، والانحناء وتَطأطئ الرأس.</w:t>
      </w:r>
    </w:p>
    <w:p w:rsidR="00AB77F1" w:rsidRPr="00AB77F1" w:rsidRDefault="00AB77F1" w:rsidP="00AB77F1">
      <w:pPr>
        <w:pStyle w:val="libLine"/>
        <w:rPr>
          <w:rtl/>
        </w:rPr>
      </w:pPr>
      <w:r w:rsidRPr="00AB77F1">
        <w:rPr>
          <w:rtl/>
        </w:rPr>
        <w:t>ــــــــــــــــــ</w:t>
      </w:r>
    </w:p>
    <w:p w:rsidR="009D7139" w:rsidRPr="00C86611" w:rsidRDefault="00072E0A" w:rsidP="0003580E">
      <w:pPr>
        <w:pStyle w:val="libFootnote0"/>
        <w:rPr>
          <w:rtl/>
        </w:rPr>
      </w:pPr>
      <w:r>
        <w:rPr>
          <w:rFonts w:hint="cs"/>
          <w:rtl/>
        </w:rPr>
        <w:t>(</w:t>
      </w:r>
      <w:r w:rsidR="009D7139" w:rsidRPr="00C86611">
        <w:rPr>
          <w:rtl/>
        </w:rPr>
        <w:t>1) راجع وسائل الشيعة: ج6، باب عدم جواز السجود لغير الله.</w:t>
      </w:r>
    </w:p>
    <w:p w:rsidR="009D7139" w:rsidRPr="00C86611" w:rsidRDefault="00072E0A" w:rsidP="0003580E">
      <w:pPr>
        <w:pStyle w:val="libFootnote0"/>
        <w:rPr>
          <w:rtl/>
        </w:rPr>
      </w:pPr>
      <w:r>
        <w:rPr>
          <w:rFonts w:hint="cs"/>
          <w:rtl/>
        </w:rPr>
        <w:t>(</w:t>
      </w:r>
      <w:r w:rsidR="009D7139" w:rsidRPr="00C86611">
        <w:rPr>
          <w:rtl/>
        </w:rPr>
        <w:t>2) قال الفيروز آبادي المتوفى (871) في القاموس المحيط: ص311، حرف (الدال)، فصل (السين): (سَجَدَ: خَضعَ، وأسجدَ: طأطأ رأسه، وانحنى).</w:t>
      </w:r>
    </w:p>
    <w:p w:rsidR="009D7139" w:rsidRPr="00C86611" w:rsidRDefault="00072E0A" w:rsidP="0003580E">
      <w:pPr>
        <w:pStyle w:val="libFootnote0"/>
        <w:rPr>
          <w:rtl/>
        </w:rPr>
      </w:pPr>
      <w:r>
        <w:rPr>
          <w:rFonts w:hint="cs"/>
          <w:rtl/>
        </w:rPr>
        <w:t>(</w:t>
      </w:r>
      <w:r w:rsidR="009D7139" w:rsidRPr="00C86611">
        <w:rPr>
          <w:rtl/>
        </w:rPr>
        <w:t>3) قال المحقّق الحلّي في المعتبر: ج2، ص206؛ (السجود وهو في اللغة: الخضوع.</w:t>
      </w:r>
    </w:p>
    <w:p w:rsidR="009D7139" w:rsidRPr="00C86611" w:rsidRDefault="00072E0A" w:rsidP="0003580E">
      <w:pPr>
        <w:pStyle w:val="libFootnote0"/>
        <w:rPr>
          <w:rtl/>
        </w:rPr>
      </w:pPr>
      <w:r>
        <w:rPr>
          <w:rFonts w:hint="cs"/>
          <w:rtl/>
        </w:rPr>
        <w:t>(</w:t>
      </w:r>
      <w:r w:rsidR="009D7139" w:rsidRPr="00C86611">
        <w:rPr>
          <w:rtl/>
        </w:rPr>
        <w:t>4) منتهى المطلب للعلاّمة الحلّي: ج4، ص351.</w:t>
      </w:r>
    </w:p>
    <w:p w:rsidR="009D7139" w:rsidRPr="00C86611" w:rsidRDefault="00072E0A" w:rsidP="0003580E">
      <w:pPr>
        <w:pStyle w:val="libFootnote0"/>
        <w:rPr>
          <w:rtl/>
        </w:rPr>
      </w:pPr>
      <w:r>
        <w:rPr>
          <w:rFonts w:hint="cs"/>
          <w:rtl/>
        </w:rPr>
        <w:t>(</w:t>
      </w:r>
      <w:r w:rsidR="009D7139" w:rsidRPr="00C86611">
        <w:rPr>
          <w:rtl/>
        </w:rPr>
        <w:t>5) نهاية الأحكام، للعلاّمة الحلّي: ج1، ص486، ط: قم إسماعيليان: (السجود لغةً: الانحناء).</w:t>
      </w:r>
    </w:p>
    <w:p w:rsidR="009D7139" w:rsidRPr="00C86611" w:rsidRDefault="00072E0A" w:rsidP="00811D4D">
      <w:pPr>
        <w:pStyle w:val="libFootnote0"/>
        <w:rPr>
          <w:rtl/>
        </w:rPr>
      </w:pPr>
      <w:r>
        <w:rPr>
          <w:rFonts w:hint="cs"/>
          <w:rtl/>
        </w:rPr>
        <w:t>(</w:t>
      </w:r>
      <w:r w:rsidR="009D7139" w:rsidRPr="00C86611">
        <w:rPr>
          <w:rtl/>
        </w:rPr>
        <w:t xml:space="preserve">6) إرشاد الجعفريّة وإرشاد الأذهان للعلاّمة الحلّي </w:t>
      </w:r>
      <w:r w:rsidR="00811D4D" w:rsidRPr="006E1602">
        <w:rPr>
          <w:rStyle w:val="libFootnoteAlaemChar"/>
          <w:rtl/>
        </w:rPr>
        <w:t>رحمه‌الله</w:t>
      </w:r>
      <w:r w:rsidR="009D7139" w:rsidRPr="00C86611">
        <w:rPr>
          <w:rtl/>
        </w:rPr>
        <w:t xml:space="preserve"> : ج1، ص255، ط جماعة المدرّسين قم.</w:t>
      </w:r>
    </w:p>
    <w:p w:rsidR="009D7139" w:rsidRPr="00C86611" w:rsidRDefault="00072E0A" w:rsidP="00811D4D">
      <w:pPr>
        <w:pStyle w:val="libFootnote0"/>
        <w:rPr>
          <w:rtl/>
        </w:rPr>
      </w:pPr>
      <w:r>
        <w:rPr>
          <w:rFonts w:hint="cs"/>
          <w:rtl/>
        </w:rPr>
        <w:t>(</w:t>
      </w:r>
      <w:r w:rsidR="009D7139" w:rsidRPr="00C86611">
        <w:rPr>
          <w:rtl/>
        </w:rPr>
        <w:t xml:space="preserve">7) جامع المقاصد للمحقّق الكركي </w:t>
      </w:r>
      <w:r w:rsidR="00811D4D" w:rsidRPr="006E1602">
        <w:rPr>
          <w:rStyle w:val="libFootnoteAlaemChar"/>
          <w:rtl/>
        </w:rPr>
        <w:t>رحمه‌الله</w:t>
      </w:r>
      <w:r w:rsidR="009D7139" w:rsidRPr="00C86611">
        <w:rPr>
          <w:rtl/>
        </w:rPr>
        <w:t xml:space="preserve">: ج2، ص296، ط مؤسّسة آل البيت </w:t>
      </w:r>
      <w:r w:rsidR="00811D4D" w:rsidRPr="006E1602">
        <w:rPr>
          <w:rStyle w:val="libFootnoteAlaemChar"/>
          <w:rFonts w:eastAsiaTheme="minorHAnsi"/>
          <w:rtl/>
        </w:rPr>
        <w:t>عليهم‌السلام</w:t>
      </w:r>
      <w:r w:rsidR="009D7139" w:rsidRPr="00C86611">
        <w:rPr>
          <w:rtl/>
        </w:rPr>
        <w:t>.</w:t>
      </w:r>
    </w:p>
    <w:p w:rsidR="009D7139" w:rsidRDefault="00072E0A" w:rsidP="00811D4D">
      <w:pPr>
        <w:pStyle w:val="libFootnote0"/>
        <w:rPr>
          <w:rtl/>
        </w:rPr>
      </w:pPr>
      <w:r>
        <w:rPr>
          <w:rFonts w:hint="cs"/>
          <w:rtl/>
        </w:rPr>
        <w:t>(</w:t>
      </w:r>
      <w:r w:rsidR="009D7139" w:rsidRPr="00C86611">
        <w:rPr>
          <w:rtl/>
        </w:rPr>
        <w:t xml:space="preserve">8) روض الجنان في شرح إرشاد الأذهان؛ للشهيد الثاني </w:t>
      </w:r>
      <w:r w:rsidR="00811D4D" w:rsidRPr="006E1602">
        <w:rPr>
          <w:rStyle w:val="libFootnoteAlaemChar"/>
          <w:rtl/>
        </w:rPr>
        <w:t>رحمه‌الله</w:t>
      </w:r>
      <w:r w:rsidR="009D7139" w:rsidRPr="00C86611">
        <w:rPr>
          <w:rtl/>
        </w:rPr>
        <w:t>: ص274، قال: السجود: وهو لغةً: الخضوع، وشرعاً: وضعُ الجبهة على الأرض.</w:t>
      </w:r>
    </w:p>
    <w:p w:rsidR="009D7139" w:rsidRDefault="009D7139" w:rsidP="00770B9A">
      <w:pPr>
        <w:pStyle w:val="libNormal"/>
        <w:rPr>
          <w:rtl/>
        </w:rPr>
      </w:pPr>
      <w:r>
        <w:rPr>
          <w:rtl/>
        </w:rPr>
        <w:br w:type="page"/>
      </w:r>
    </w:p>
    <w:p w:rsidR="002152CB" w:rsidRPr="00DA10CC" w:rsidRDefault="002152CB" w:rsidP="007614F2">
      <w:pPr>
        <w:pStyle w:val="libBold1"/>
        <w:rPr>
          <w:rtl/>
        </w:rPr>
      </w:pPr>
      <w:r w:rsidRPr="00DA10CC">
        <w:rPr>
          <w:rtl/>
        </w:rPr>
        <w:lastRenderedPageBreak/>
        <w:t>والجواب عن ذلك:</w:t>
      </w:r>
    </w:p>
    <w:p w:rsidR="002152CB" w:rsidRPr="005E6D00" w:rsidRDefault="002152CB" w:rsidP="005E6D00">
      <w:pPr>
        <w:pStyle w:val="libNormal"/>
        <w:rPr>
          <w:rtl/>
        </w:rPr>
      </w:pPr>
      <w:r w:rsidRPr="00DA10CC">
        <w:rPr>
          <w:rStyle w:val="libBold1Char"/>
          <w:rtl/>
        </w:rPr>
        <w:t>أولاً:</w:t>
      </w:r>
      <w:r w:rsidRPr="005E6D00">
        <w:rPr>
          <w:rtl/>
        </w:rPr>
        <w:t xml:space="preserve"> منعُ كون السجود في اللغة لمطلق الانحناء وتَطأطئ الرأس، بل مع قيد وضع الجبهة على الأرض، ألا</w:t>
      </w:r>
      <w:r w:rsidR="008A4D40" w:rsidRPr="005E6D00">
        <w:rPr>
          <w:rFonts w:hint="cs"/>
          <w:rtl/>
        </w:rPr>
        <w:t xml:space="preserve"> </w:t>
      </w:r>
      <w:r w:rsidRPr="005E6D00">
        <w:rPr>
          <w:rtl/>
        </w:rPr>
        <w:t>ترى إلى تفسير الجوهري في الصحاح</w:t>
      </w:r>
      <w:r w:rsidRPr="00C86611">
        <w:rPr>
          <w:rStyle w:val="libFootnotenumChar"/>
          <w:rtl/>
        </w:rPr>
        <w:t>(</w:t>
      </w:r>
      <w:r w:rsidR="009D7139">
        <w:rPr>
          <w:rStyle w:val="libFootnotenumChar"/>
          <w:rFonts w:hint="cs"/>
          <w:rtl/>
        </w:rPr>
        <w:t>1</w:t>
      </w:r>
      <w:r w:rsidRPr="00C86611">
        <w:rPr>
          <w:rStyle w:val="libFootnotenumChar"/>
          <w:rtl/>
        </w:rPr>
        <w:t>)</w:t>
      </w:r>
      <w:r w:rsidRPr="005E6D00">
        <w:rPr>
          <w:rtl/>
        </w:rPr>
        <w:t>، وابن الأثير في النهاية</w:t>
      </w:r>
      <w:r w:rsidRPr="00C86611">
        <w:rPr>
          <w:rStyle w:val="libFootnotenumChar"/>
          <w:rtl/>
        </w:rPr>
        <w:t>(</w:t>
      </w:r>
      <w:r w:rsidR="009D7139">
        <w:rPr>
          <w:rStyle w:val="libFootnotenumChar"/>
          <w:rFonts w:hint="cs"/>
          <w:rtl/>
        </w:rPr>
        <w:t>2</w:t>
      </w:r>
      <w:r w:rsidRPr="00C86611">
        <w:rPr>
          <w:rStyle w:val="libFootnotenumChar"/>
          <w:rtl/>
        </w:rPr>
        <w:t>)</w:t>
      </w:r>
      <w:r w:rsidRPr="005E6D00">
        <w:rPr>
          <w:rtl/>
        </w:rPr>
        <w:t>، وصاحب التاج</w:t>
      </w:r>
      <w:r w:rsidRPr="00C86611">
        <w:rPr>
          <w:rStyle w:val="libFootnotenumChar"/>
          <w:rtl/>
        </w:rPr>
        <w:t>(</w:t>
      </w:r>
      <w:r w:rsidR="009D7139">
        <w:rPr>
          <w:rStyle w:val="libFootnotenumChar"/>
          <w:rFonts w:hint="cs"/>
          <w:rtl/>
        </w:rPr>
        <w:t>3</w:t>
      </w:r>
      <w:r w:rsidRPr="00C86611">
        <w:rPr>
          <w:rStyle w:val="libFootnotenumChar"/>
          <w:rtl/>
        </w:rPr>
        <w:t>)</w:t>
      </w:r>
      <w:r w:rsidRPr="005E6D00">
        <w:rPr>
          <w:rtl/>
        </w:rPr>
        <w:t xml:space="preserve"> وغيرهم لـه بوضع الجبهة على الأرض، وكذا الفيّومي في المصباح المُنير حيثُ قال: وسجدَ الرّجلُ وضعَ جبهته على الأرض. انتهى</w:t>
      </w:r>
      <w:r w:rsidRPr="00C86611">
        <w:rPr>
          <w:rStyle w:val="libFootnotenumChar"/>
          <w:rtl/>
        </w:rPr>
        <w:t>(</w:t>
      </w:r>
      <w:r w:rsidR="009D7139">
        <w:rPr>
          <w:rStyle w:val="libFootnotenumChar"/>
          <w:rFonts w:hint="cs"/>
          <w:rtl/>
        </w:rPr>
        <w:t>4</w:t>
      </w:r>
      <w:r w:rsidRPr="00C86611">
        <w:rPr>
          <w:rStyle w:val="libFootnotenumChar"/>
          <w:rtl/>
        </w:rPr>
        <w:t>)</w:t>
      </w:r>
      <w:r w:rsidRPr="005E6D00">
        <w:rPr>
          <w:rtl/>
        </w:rPr>
        <w:t>.</w:t>
      </w:r>
    </w:p>
    <w:p w:rsidR="002152CB" w:rsidRPr="00E0070D" w:rsidRDefault="002152CB" w:rsidP="0019417F">
      <w:pPr>
        <w:pStyle w:val="libNormal"/>
        <w:rPr>
          <w:rtl/>
        </w:rPr>
      </w:pPr>
      <w:r w:rsidRPr="00E0070D">
        <w:rPr>
          <w:rtl/>
        </w:rPr>
        <w:t>وذلك قرينة على إرادة مَن</w:t>
      </w:r>
      <w:r w:rsidR="008A4D40">
        <w:rPr>
          <w:rtl/>
        </w:rPr>
        <w:t>ْ أطلق تفسيره بالخضوع والانحناء</w:t>
      </w:r>
      <w:r w:rsidR="008A4D40">
        <w:rPr>
          <w:rFonts w:hint="cs"/>
          <w:rtl/>
        </w:rPr>
        <w:t xml:space="preserve"> </w:t>
      </w:r>
      <w:r w:rsidRPr="00E0070D">
        <w:rPr>
          <w:rtl/>
        </w:rPr>
        <w:t>وتَطأطئ الرأس الخضوع بِوَضع الجبهة على الأرض.</w:t>
      </w:r>
    </w:p>
    <w:p w:rsidR="002152CB" w:rsidRPr="005E6D00" w:rsidRDefault="002152CB" w:rsidP="005E6D00">
      <w:pPr>
        <w:pStyle w:val="libNormal"/>
        <w:rPr>
          <w:rtl/>
        </w:rPr>
      </w:pPr>
      <w:r w:rsidRPr="00DA10CC">
        <w:rPr>
          <w:rStyle w:val="libBold1Char"/>
          <w:rtl/>
        </w:rPr>
        <w:t>وثانياً:</w:t>
      </w:r>
      <w:r w:rsidRPr="005E6D00">
        <w:rPr>
          <w:rtl/>
        </w:rPr>
        <w:t xml:space="preserve"> إنّه لو سُلِّم كونه بمعنى مطلق الانحناء وكونه في خُصوص وضع الجبهة مجازاً، فلا ينبغي التأمّل في بلوغ ذلك في العُرف العام فضلاً عن عُرف المُتشرّعة مبلغ الحقيقة، فلا يُقال في حقّ مَنْ انحنى لقتلِ الحيّة والعقرب، أو لأخذِ شيءٍ من الأرض ونحوهما</w:t>
      </w:r>
      <w:r w:rsidRPr="00C86611">
        <w:rPr>
          <w:rStyle w:val="libFootnotenumChar"/>
          <w:rtl/>
        </w:rPr>
        <w:t>(</w:t>
      </w:r>
      <w:r w:rsidR="009D7139">
        <w:rPr>
          <w:rStyle w:val="libFootnotenumChar"/>
          <w:rFonts w:hint="cs"/>
          <w:rtl/>
        </w:rPr>
        <w:t>5</w:t>
      </w:r>
      <w:r w:rsidRPr="00C86611">
        <w:rPr>
          <w:rStyle w:val="libFootnotenumChar"/>
          <w:rtl/>
        </w:rPr>
        <w:t>)</w:t>
      </w:r>
      <w:r w:rsidRPr="005E6D00">
        <w:rPr>
          <w:rtl/>
        </w:rPr>
        <w:t xml:space="preserve"> ممّا لا وضع فيه للجبهة على الأرض إنّه ركَع أو سجد، بل يُطلق على الانحناء ما لم تصل الجبهةُ الأرضَ بالسجود، وغايته عدم اعتبار مباشرة خُصوص الجبهة للأرض، فيكفي في صِدقهِ وضعها على الأرض بواسطة أو وسائط ما لم يبلغ حدّ العُلوّ المفرط، ومن البيّن عدم تضمّن انحناء المُنحني لتقبيل</w:t>
      </w:r>
      <w:r w:rsidR="008A4D40" w:rsidRPr="005E6D00">
        <w:rPr>
          <w:rFonts w:hint="cs"/>
          <w:rtl/>
        </w:rPr>
        <w:t xml:space="preserve"> </w:t>
      </w:r>
      <w:r w:rsidRPr="005E6D00">
        <w:rPr>
          <w:rtl/>
        </w:rPr>
        <w:t>العتبة والرِّجل وضع الجبهة على الأرض.</w:t>
      </w:r>
    </w:p>
    <w:p w:rsidR="00AB77F1" w:rsidRPr="00AB77F1" w:rsidRDefault="00AB77F1" w:rsidP="00AB77F1">
      <w:pPr>
        <w:pStyle w:val="libLine"/>
        <w:rPr>
          <w:rtl/>
        </w:rPr>
      </w:pPr>
      <w:r w:rsidRPr="00AB77F1">
        <w:rPr>
          <w:rtl/>
        </w:rPr>
        <w:t>ــــــــــــــــــ</w:t>
      </w:r>
    </w:p>
    <w:p w:rsidR="009D7139" w:rsidRPr="00C86611" w:rsidRDefault="00072E0A" w:rsidP="0003580E">
      <w:pPr>
        <w:pStyle w:val="libFootnote0"/>
        <w:rPr>
          <w:rtl/>
        </w:rPr>
      </w:pPr>
      <w:r>
        <w:rPr>
          <w:rFonts w:hint="cs"/>
          <w:rtl/>
        </w:rPr>
        <w:t>(</w:t>
      </w:r>
      <w:r w:rsidR="009D7139">
        <w:rPr>
          <w:rFonts w:hint="cs"/>
          <w:rtl/>
        </w:rPr>
        <w:t>1</w:t>
      </w:r>
      <w:r w:rsidR="009D7139" w:rsidRPr="00C86611">
        <w:rPr>
          <w:rtl/>
        </w:rPr>
        <w:t>) قال الجوهري: (السجود وضع الجبهة على الأرض) (الصحاح: ج1، ص480).</w:t>
      </w:r>
    </w:p>
    <w:p w:rsidR="009D7139" w:rsidRPr="00C86611" w:rsidRDefault="00072E0A" w:rsidP="0003580E">
      <w:pPr>
        <w:pStyle w:val="libFootnote0"/>
        <w:rPr>
          <w:rtl/>
        </w:rPr>
      </w:pPr>
      <w:r>
        <w:rPr>
          <w:rFonts w:hint="cs"/>
          <w:rtl/>
        </w:rPr>
        <w:t>(</w:t>
      </w:r>
      <w:r w:rsidR="009D7139">
        <w:rPr>
          <w:rFonts w:hint="cs"/>
          <w:rtl/>
        </w:rPr>
        <w:t>2</w:t>
      </w:r>
      <w:r w:rsidR="009D7139" w:rsidRPr="00C86611">
        <w:rPr>
          <w:rtl/>
        </w:rPr>
        <w:t>) النهاية في غريب الحديث لابن الأثير: ج2، ص342، قال: (وهو وضع الجبهة على الأرض، ولا خضوع أعظم منه).</w:t>
      </w:r>
    </w:p>
    <w:p w:rsidR="009D7139" w:rsidRPr="00C86611" w:rsidRDefault="00072E0A" w:rsidP="0003580E">
      <w:pPr>
        <w:pStyle w:val="libFootnote0"/>
        <w:rPr>
          <w:rtl/>
        </w:rPr>
      </w:pPr>
      <w:r>
        <w:rPr>
          <w:rFonts w:hint="cs"/>
          <w:rtl/>
        </w:rPr>
        <w:t>(</w:t>
      </w:r>
      <w:r w:rsidR="009D7139">
        <w:rPr>
          <w:rFonts w:hint="cs"/>
          <w:rtl/>
        </w:rPr>
        <w:t>3</w:t>
      </w:r>
      <w:r w:rsidR="009D7139" w:rsidRPr="00C86611">
        <w:rPr>
          <w:rtl/>
        </w:rPr>
        <w:t>) تاج العروس للزُبَيدي: ج2، ص371، قال: ( وهو وضع الجبهة على الأرض ولا خضوع أعظم منه، والاسم السجدة ).</w:t>
      </w:r>
    </w:p>
    <w:p w:rsidR="009D7139" w:rsidRPr="0041035F" w:rsidRDefault="00072E0A" w:rsidP="00811D4D">
      <w:pPr>
        <w:pStyle w:val="libFootnote0"/>
        <w:rPr>
          <w:rStyle w:val="libNormalChar"/>
          <w:rtl/>
        </w:rPr>
      </w:pPr>
      <w:r w:rsidRPr="0003580E">
        <w:rPr>
          <w:rFonts w:hint="cs"/>
          <w:rtl/>
        </w:rPr>
        <w:t>(</w:t>
      </w:r>
      <w:r w:rsidR="009D7139" w:rsidRPr="0003580E">
        <w:rPr>
          <w:rFonts w:hint="cs"/>
          <w:rtl/>
        </w:rPr>
        <w:t>4</w:t>
      </w:r>
      <w:r w:rsidR="009D7139" w:rsidRPr="0003580E">
        <w:rPr>
          <w:rtl/>
        </w:rPr>
        <w:t xml:space="preserve">) المصباح المُنير للفيّومي الّمتوفّى (770هـ): ج1، ص266، حرف (السين) ط قم دار الهجرة. وهذا ممّا يَتناسب مع معناه الشرعي حيث قال عكرمة: قال رسول الله </w:t>
      </w:r>
      <w:r w:rsidR="00811D4D" w:rsidRPr="006E1602">
        <w:rPr>
          <w:rStyle w:val="libFootnoteAlaemChar"/>
          <w:rFonts w:eastAsiaTheme="minorHAnsi"/>
          <w:rtl/>
        </w:rPr>
        <w:t>صلى‌الله‌عليه‌وآله‌وسلم</w:t>
      </w:r>
      <w:r w:rsidR="009D7139" w:rsidRPr="0003580E">
        <w:rPr>
          <w:rtl/>
        </w:rPr>
        <w:t>: ( لا صلاة لمَنْ لا يُصيب أنفه مِن الأرض، ما يُصيب الجَبهة )، وعن ابن عمر: ( إنّ النبي قال: ( إذا سجدتَ فمّكنْ جبهتكَ من الأرض ) ). راجع سنن الدار قطني: ج1، ص348، ح2.</w:t>
      </w:r>
    </w:p>
    <w:p w:rsidR="009D7139" w:rsidRDefault="00072E0A" w:rsidP="0003580E">
      <w:pPr>
        <w:pStyle w:val="libFootnote0"/>
        <w:rPr>
          <w:rtl/>
        </w:rPr>
      </w:pPr>
      <w:r>
        <w:rPr>
          <w:rFonts w:hint="cs"/>
          <w:rtl/>
        </w:rPr>
        <w:t>(</w:t>
      </w:r>
      <w:r w:rsidR="009D7139">
        <w:rPr>
          <w:rFonts w:hint="cs"/>
          <w:rtl/>
        </w:rPr>
        <w:t>5</w:t>
      </w:r>
      <w:r w:rsidR="009D7139" w:rsidRPr="00C86611">
        <w:rPr>
          <w:rtl/>
        </w:rPr>
        <w:t>) قال الشيخ جواد الكربلائي في الأنوار الساطعة في شرح الزيارة الجامعة: ( لم تعلم كون الهَوِيّ لتقبيل العتبة من السجدة حتّى يقصد بها سجدة الشكر، وإلاّ لكان مطلق الهويّ لتقبيل زوجته النائمة سجدة...).</w:t>
      </w:r>
    </w:p>
    <w:p w:rsidR="009D7139" w:rsidRDefault="009D7139" w:rsidP="00770B9A">
      <w:pPr>
        <w:pStyle w:val="libNormal"/>
        <w:rPr>
          <w:rtl/>
        </w:rPr>
      </w:pPr>
      <w:r>
        <w:rPr>
          <w:rtl/>
        </w:rPr>
        <w:br w:type="page"/>
      </w:r>
    </w:p>
    <w:p w:rsidR="002152CB" w:rsidRPr="005E6D00" w:rsidRDefault="002152CB" w:rsidP="00811D4D">
      <w:pPr>
        <w:pStyle w:val="libNormal"/>
        <w:rPr>
          <w:rtl/>
        </w:rPr>
      </w:pPr>
      <w:r w:rsidRPr="00DA10CC">
        <w:rPr>
          <w:rStyle w:val="libBold1Char"/>
          <w:rtl/>
        </w:rPr>
        <w:lastRenderedPageBreak/>
        <w:t>وثالثاً:</w:t>
      </w:r>
      <w:r w:rsidRPr="005E6D00">
        <w:rPr>
          <w:rtl/>
        </w:rPr>
        <w:t xml:space="preserve"> إنّ السجود من الأفعال العقلائيّة المُتشخّصّة عن مُشابهاتها بالقصد، ومن المعلوم أنّ المنحني لتقبيل العتبة أو الرِّجل لم يَقصد الخضوع بإنحائه لنفسه، بل قصدَ الخضوع بتقبيله، وذلك غيرُ مُحرّم؛ للأصل بعدم الدليل على تحريمه</w:t>
      </w:r>
      <w:r w:rsidRPr="00C86611">
        <w:rPr>
          <w:rStyle w:val="libFootnotenumChar"/>
          <w:rtl/>
        </w:rPr>
        <w:t>(</w:t>
      </w:r>
      <w:r w:rsidR="004C2643">
        <w:rPr>
          <w:rStyle w:val="libFootnotenumChar"/>
          <w:rFonts w:hint="cs"/>
          <w:rtl/>
        </w:rPr>
        <w:t>1</w:t>
      </w:r>
      <w:r w:rsidRPr="00C86611">
        <w:rPr>
          <w:rStyle w:val="libFootnotenumChar"/>
          <w:rtl/>
        </w:rPr>
        <w:t>)</w:t>
      </w:r>
      <w:r w:rsidRPr="005E6D00">
        <w:rPr>
          <w:rtl/>
        </w:rPr>
        <w:t xml:space="preserve">، بل الدليل على جوازه واضح السبيل، وهو الأخبار المزبورة الحاكية لإنكباب الشيعة على أقدام الأئمّة </w:t>
      </w:r>
      <w:r w:rsidR="00811D4D" w:rsidRPr="00811D4D">
        <w:rPr>
          <w:rStyle w:val="libAlaemChar"/>
          <w:rFonts w:eastAsiaTheme="minorHAnsi"/>
          <w:rtl/>
        </w:rPr>
        <w:t>عليهم‌السلام</w:t>
      </w:r>
      <w:r w:rsidRPr="005E6D00">
        <w:rPr>
          <w:rtl/>
        </w:rPr>
        <w:t xml:space="preserve"> للتقبيل وعدم منعهم </w:t>
      </w:r>
      <w:r w:rsidR="00811D4D" w:rsidRPr="00811D4D">
        <w:rPr>
          <w:rStyle w:val="libAlaemChar"/>
          <w:rFonts w:eastAsiaTheme="minorHAnsi"/>
          <w:rtl/>
        </w:rPr>
        <w:t>عليهم‌السلام</w:t>
      </w:r>
      <w:r w:rsidRPr="005E6D00">
        <w:rPr>
          <w:rtl/>
        </w:rPr>
        <w:t xml:space="preserve"> إياهم من ذلك</w:t>
      </w:r>
      <w:r w:rsidRPr="00C86611">
        <w:rPr>
          <w:rStyle w:val="libFootnotenumChar"/>
          <w:rtl/>
        </w:rPr>
        <w:t>(</w:t>
      </w:r>
      <w:r w:rsidR="004C2643">
        <w:rPr>
          <w:rStyle w:val="libFootnotenumChar"/>
          <w:rFonts w:hint="cs"/>
          <w:rtl/>
        </w:rPr>
        <w:t>2</w:t>
      </w:r>
      <w:r w:rsidRPr="00C86611">
        <w:rPr>
          <w:rStyle w:val="libFootnotenumChar"/>
          <w:rtl/>
        </w:rPr>
        <w:t>)</w:t>
      </w:r>
      <w:r w:rsidRPr="005E6D00">
        <w:rPr>
          <w:rtl/>
        </w:rPr>
        <w:t>، وأقلّ مراتبها الدلالة على الجواز.</w:t>
      </w:r>
    </w:p>
    <w:p w:rsidR="002152CB" w:rsidRPr="005E6D00" w:rsidRDefault="002152CB" w:rsidP="00811D4D">
      <w:pPr>
        <w:pStyle w:val="libNormal"/>
        <w:rPr>
          <w:rtl/>
        </w:rPr>
      </w:pPr>
      <w:r w:rsidRPr="00DA10CC">
        <w:rPr>
          <w:rStyle w:val="libBold1Char"/>
          <w:rtl/>
        </w:rPr>
        <w:t>ورابعاً:</w:t>
      </w:r>
      <w:r w:rsidRPr="005E6D00">
        <w:rPr>
          <w:rtl/>
        </w:rPr>
        <w:t xml:space="preserve"> إنّ الإنكباب لتقبيل الأرض المجاورة للإمام</w:t>
      </w:r>
      <w:r w:rsidR="009D7139" w:rsidRPr="005E6D00">
        <w:rPr>
          <w:rtl/>
        </w:rPr>
        <w:t xml:space="preserve"> </w:t>
      </w:r>
      <w:r w:rsidR="00811D4D" w:rsidRPr="00811D4D">
        <w:rPr>
          <w:rStyle w:val="libAlaemChar"/>
          <w:rFonts w:eastAsiaTheme="minorHAnsi"/>
          <w:rtl/>
        </w:rPr>
        <w:t>عليه‌السلام</w:t>
      </w:r>
      <w:r w:rsidRPr="005E6D00">
        <w:rPr>
          <w:rtl/>
        </w:rPr>
        <w:t xml:space="preserve"> لو كان سجوداً لَمَا صدر من الأئمّة </w:t>
      </w:r>
      <w:r w:rsidR="00811D4D" w:rsidRPr="00811D4D">
        <w:rPr>
          <w:rStyle w:val="libAlaemChar"/>
          <w:rFonts w:eastAsiaTheme="minorHAnsi"/>
          <w:rtl/>
        </w:rPr>
        <w:t>عليهم‌السلام</w:t>
      </w:r>
      <w:r w:rsidRPr="005E6D00">
        <w:rPr>
          <w:rtl/>
        </w:rPr>
        <w:t xml:space="preserve"> الإنكباب على قبر النبيّ </w:t>
      </w:r>
      <w:r w:rsidR="00811D4D" w:rsidRPr="00811D4D">
        <w:rPr>
          <w:rStyle w:val="libAlaemChar"/>
          <w:rFonts w:eastAsiaTheme="minorHAnsi"/>
          <w:rtl/>
        </w:rPr>
        <w:t>صلى‌الله‌عليه‌وآله‌وسلم</w:t>
      </w:r>
      <w:r w:rsidR="00811D4D" w:rsidRPr="005E6D00">
        <w:rPr>
          <w:rtl/>
        </w:rPr>
        <w:t xml:space="preserve"> </w:t>
      </w:r>
      <w:r w:rsidRPr="005E6D00">
        <w:rPr>
          <w:rtl/>
        </w:rPr>
        <w:t xml:space="preserve">، وقبور الأئمّة </w:t>
      </w:r>
      <w:r w:rsidR="00811D4D" w:rsidRPr="00811D4D">
        <w:rPr>
          <w:rStyle w:val="libAlaemChar"/>
          <w:rFonts w:eastAsiaTheme="minorHAnsi"/>
          <w:rtl/>
        </w:rPr>
        <w:t>عليهم‌السلام</w:t>
      </w:r>
      <w:r w:rsidR="00811D4D" w:rsidRPr="005E6D00">
        <w:rPr>
          <w:rtl/>
        </w:rPr>
        <w:t xml:space="preserve"> </w:t>
      </w:r>
      <w:r w:rsidRPr="005E6D00">
        <w:rPr>
          <w:rtl/>
        </w:rPr>
        <w:t xml:space="preserve">، بل قبور بعض أولادهم للتقبيل، ولَمَا أثنى الإمام </w:t>
      </w:r>
      <w:r w:rsidR="00811D4D" w:rsidRPr="00811D4D">
        <w:rPr>
          <w:rStyle w:val="libAlaemChar"/>
          <w:rFonts w:eastAsiaTheme="minorHAnsi"/>
          <w:rtl/>
        </w:rPr>
        <w:t>عليه‌السلام</w:t>
      </w:r>
      <w:r w:rsidRPr="005E6D00">
        <w:rPr>
          <w:rtl/>
        </w:rPr>
        <w:t xml:space="preserve"> على مَنْ قبّل مكان جلوس إمامه كما ورد في الأخبار، ألا ترى إلى ما رواه في البحار، عن رجال الكشّي، عن سليمان بن جعفر قال: قال لي عليّ بن عُبيد الله بن الحسين بن عليّ بن الحسين بن عليّ بن أبي طالب: أشتهي أنْ أدخل على أبي الحسن الرضا </w:t>
      </w:r>
      <w:r w:rsidR="00811D4D" w:rsidRPr="00811D4D">
        <w:rPr>
          <w:rStyle w:val="libAlaemChar"/>
          <w:rFonts w:eastAsiaTheme="minorHAnsi"/>
          <w:rtl/>
        </w:rPr>
        <w:t>عليه‌السلام</w:t>
      </w:r>
      <w:r w:rsidRPr="005E6D00">
        <w:rPr>
          <w:rtl/>
        </w:rPr>
        <w:t xml:space="preserve"> اُسلّم عليه قلت: فما يمنعك من ذلك؟ قال: الإجلال والهيبة لـه وأتّقي عليه.</w:t>
      </w:r>
    </w:p>
    <w:p w:rsidR="002152CB" w:rsidRPr="00E0070D" w:rsidRDefault="002152CB" w:rsidP="00811D4D">
      <w:pPr>
        <w:pStyle w:val="libNormal"/>
        <w:rPr>
          <w:rtl/>
        </w:rPr>
      </w:pPr>
      <w:r w:rsidRPr="00E0070D">
        <w:rPr>
          <w:rtl/>
        </w:rPr>
        <w:t xml:space="preserve">قال: فاعتلَّ أبو الحسن </w:t>
      </w:r>
      <w:r w:rsidR="00811D4D" w:rsidRPr="00811D4D">
        <w:rPr>
          <w:rStyle w:val="libAlaemChar"/>
          <w:rFonts w:eastAsiaTheme="minorHAnsi"/>
          <w:rtl/>
        </w:rPr>
        <w:t>عليه‌السلام</w:t>
      </w:r>
      <w:r w:rsidRPr="00E0070D">
        <w:rPr>
          <w:rtl/>
        </w:rPr>
        <w:t xml:space="preserve"> عِلّةً خفيفةً وقد عاده الناس، فلَقيتُ عليَّ بن عُبيد الله، فقلتُ: قد جاءكَ ما تريد، قد اعتلَّ أبو الحسن </w:t>
      </w:r>
      <w:r w:rsidR="00811D4D" w:rsidRPr="00811D4D">
        <w:rPr>
          <w:rStyle w:val="libAlaemChar"/>
          <w:rFonts w:eastAsiaTheme="minorHAnsi"/>
          <w:rtl/>
        </w:rPr>
        <w:t>عليه‌السلام</w:t>
      </w:r>
      <w:r w:rsidRPr="00E0070D">
        <w:rPr>
          <w:rtl/>
        </w:rPr>
        <w:t xml:space="preserve"> علّةً خفيفةً وقد عاده النّاس فإنْ أردتَ الدخول عليه فاليوم، قال: فجاء إلى أبي الحسن </w:t>
      </w:r>
      <w:r w:rsidR="00811D4D" w:rsidRPr="00811D4D">
        <w:rPr>
          <w:rStyle w:val="libAlaemChar"/>
          <w:rFonts w:eastAsiaTheme="minorHAnsi"/>
          <w:rtl/>
        </w:rPr>
        <w:t>عليه‌السلام</w:t>
      </w:r>
      <w:r w:rsidRPr="00E0070D">
        <w:rPr>
          <w:rtl/>
        </w:rPr>
        <w:t xml:space="preserve"> عائداً فلَقيَه أبو الحسن </w:t>
      </w:r>
      <w:r w:rsidR="00811D4D" w:rsidRPr="00811D4D">
        <w:rPr>
          <w:rStyle w:val="libAlaemChar"/>
          <w:rFonts w:eastAsiaTheme="minorHAnsi"/>
          <w:rtl/>
        </w:rPr>
        <w:t>عليه‌السلام</w:t>
      </w:r>
      <w:r w:rsidRPr="00E0070D">
        <w:rPr>
          <w:rtl/>
        </w:rPr>
        <w:t xml:space="preserve"> بكلِّ ما يجب من</w:t>
      </w:r>
      <w:r w:rsidR="004C2643">
        <w:rPr>
          <w:rtl/>
        </w:rPr>
        <w:t xml:space="preserve"> المنزلة والتعظيم، فَفَرِح بذلك</w:t>
      </w:r>
      <w:r w:rsidR="004C2643">
        <w:rPr>
          <w:rFonts w:hint="cs"/>
          <w:rtl/>
        </w:rPr>
        <w:t xml:space="preserve"> </w:t>
      </w:r>
      <w:r w:rsidRPr="00E0070D">
        <w:rPr>
          <w:rtl/>
        </w:rPr>
        <w:t xml:space="preserve">عليّ بن عُبيد الله فرحاً شديداً، ثُمّ مرض عليّ بن عبيد الله فعاده أبو الحسن </w:t>
      </w:r>
      <w:r w:rsidR="00811D4D" w:rsidRPr="00811D4D">
        <w:rPr>
          <w:rStyle w:val="libAlaemChar"/>
          <w:rFonts w:eastAsiaTheme="minorHAnsi"/>
          <w:rtl/>
        </w:rPr>
        <w:t>عليه‌السلام</w:t>
      </w:r>
      <w:r w:rsidRPr="00E0070D">
        <w:rPr>
          <w:rtl/>
        </w:rPr>
        <w:t xml:space="preserve"> وأنا معه، فجلس حتّى خرج مَنْ كان في البيت فلمّا خرجنا أخبرتني مولاةٌ لنا إنّ أمّ سَلَمَة امرأة عليّ بن عُبيد الله كانت من وراء الستر تنظر إليه، فلمّا خَرج خرجَتْ وانكبّت على الموضع الذي كان أبو الحسن فيه جالساً، تقبّله وتَتَمسّح به.</w:t>
      </w:r>
    </w:p>
    <w:p w:rsidR="002152CB" w:rsidRPr="005E6D00" w:rsidRDefault="002152CB" w:rsidP="00811D4D">
      <w:pPr>
        <w:pStyle w:val="libNormal"/>
        <w:rPr>
          <w:rtl/>
        </w:rPr>
      </w:pPr>
      <w:r w:rsidRPr="005E6D00">
        <w:rPr>
          <w:rtl/>
        </w:rPr>
        <w:t xml:space="preserve">قال سليمان: ثُمّ دخلْتُ على عليّ بن عُبيد الله فأخبرَني بما فَعَلتْ أمُّ سلمة، فخبّرت به أبا الحسن </w:t>
      </w:r>
      <w:r w:rsidR="00811D4D" w:rsidRPr="00811D4D">
        <w:rPr>
          <w:rStyle w:val="libAlaemChar"/>
          <w:rFonts w:eastAsiaTheme="minorHAnsi"/>
          <w:rtl/>
        </w:rPr>
        <w:t>عليه‌السلام</w:t>
      </w:r>
      <w:r w:rsidR="00811D4D" w:rsidRPr="005E6D00">
        <w:rPr>
          <w:rtl/>
        </w:rPr>
        <w:t xml:space="preserve"> </w:t>
      </w:r>
      <w:r w:rsidRPr="005E6D00">
        <w:rPr>
          <w:rtl/>
        </w:rPr>
        <w:t xml:space="preserve">، فقال: يا سلمان إنّ عليّ بن عُبيد الله وامرأتهُ وولده من أهل الجنّة يا سليمان إنّ وِلْدَ عليّ وفاطمة </w:t>
      </w:r>
      <w:r w:rsidR="00811D4D" w:rsidRPr="00811D4D">
        <w:rPr>
          <w:rStyle w:val="libAlaemChar"/>
          <w:rFonts w:eastAsiaTheme="minorHAnsi"/>
          <w:rtl/>
        </w:rPr>
        <w:t>عليهم‌السلام</w:t>
      </w:r>
      <w:r w:rsidRPr="005E6D00">
        <w:rPr>
          <w:rtl/>
        </w:rPr>
        <w:t xml:space="preserve"> إذا عرفهم هذا الأمر لم يكونوا كالناس. الحديث</w:t>
      </w:r>
      <w:r w:rsidRPr="00C86611">
        <w:rPr>
          <w:rStyle w:val="libFootnotenumChar"/>
          <w:rtl/>
        </w:rPr>
        <w:t>(</w:t>
      </w:r>
      <w:r w:rsidR="004C2643">
        <w:rPr>
          <w:rStyle w:val="libFootnotenumChar"/>
          <w:rFonts w:hint="cs"/>
          <w:rtl/>
        </w:rPr>
        <w:t>3</w:t>
      </w:r>
      <w:r w:rsidRPr="00C86611">
        <w:rPr>
          <w:rStyle w:val="libFootnotenumChar"/>
          <w:rtl/>
        </w:rPr>
        <w:t>)</w:t>
      </w:r>
      <w:r w:rsidRPr="005E6D00">
        <w:rPr>
          <w:rtl/>
        </w:rPr>
        <w:t>.</w:t>
      </w:r>
    </w:p>
    <w:p w:rsidR="00AB77F1" w:rsidRPr="00AB77F1" w:rsidRDefault="00AB77F1" w:rsidP="00AB77F1">
      <w:pPr>
        <w:pStyle w:val="libLine"/>
        <w:rPr>
          <w:rtl/>
        </w:rPr>
      </w:pPr>
      <w:r w:rsidRPr="00AB77F1">
        <w:rPr>
          <w:rtl/>
        </w:rPr>
        <w:t>ــــــــــــــــــ</w:t>
      </w:r>
    </w:p>
    <w:p w:rsidR="004C2643" w:rsidRPr="00C86611" w:rsidRDefault="00072E0A" w:rsidP="0003580E">
      <w:pPr>
        <w:pStyle w:val="libFootnote0"/>
        <w:rPr>
          <w:rtl/>
        </w:rPr>
      </w:pPr>
      <w:r>
        <w:rPr>
          <w:rFonts w:hint="cs"/>
          <w:rtl/>
        </w:rPr>
        <w:t>(</w:t>
      </w:r>
      <w:r w:rsidR="004C2643">
        <w:rPr>
          <w:rFonts w:hint="cs"/>
          <w:rtl/>
        </w:rPr>
        <w:t>1</w:t>
      </w:r>
      <w:r w:rsidR="004C2643" w:rsidRPr="00C86611">
        <w:rPr>
          <w:rtl/>
        </w:rPr>
        <w:t>) لا يوجد دليل على حرمة تقبيل العتبة أو الرجل أو اليد، والأصل الجواز والإباحة، وكلُّ مَنْ يدّعي الحرمة فعليه إبراز الدليل قبل أنْ يتّهمَ الآخرين بعبادة غير الجليل.</w:t>
      </w:r>
    </w:p>
    <w:p w:rsidR="004C2643" w:rsidRPr="00C86611" w:rsidRDefault="00072E0A" w:rsidP="00811D4D">
      <w:pPr>
        <w:pStyle w:val="libFootnote0"/>
        <w:rPr>
          <w:rtl/>
        </w:rPr>
      </w:pPr>
      <w:r>
        <w:rPr>
          <w:rFonts w:hint="cs"/>
          <w:rtl/>
        </w:rPr>
        <w:t>(</w:t>
      </w:r>
      <w:r w:rsidR="004C2643">
        <w:rPr>
          <w:rFonts w:hint="cs"/>
          <w:rtl/>
        </w:rPr>
        <w:t>2</w:t>
      </w:r>
      <w:r w:rsidR="004C2643" w:rsidRPr="00C86611">
        <w:rPr>
          <w:rtl/>
        </w:rPr>
        <w:t xml:space="preserve">) تقدّم ذكر الروايات التي بيّنت كيفيّة التقبيل من الشيعة الكرام لأئمّتهم الأبرار </w:t>
      </w:r>
      <w:r w:rsidR="00811D4D" w:rsidRPr="006E1602">
        <w:rPr>
          <w:rStyle w:val="libFootnoteAlaemChar"/>
          <w:rFonts w:eastAsiaTheme="minorHAnsi"/>
          <w:rtl/>
        </w:rPr>
        <w:t>عليهم‌السلام</w:t>
      </w:r>
      <w:r w:rsidR="004C2643" w:rsidRPr="00C86611">
        <w:rPr>
          <w:rtl/>
        </w:rPr>
        <w:t>.</w:t>
      </w:r>
    </w:p>
    <w:p w:rsidR="004C2643" w:rsidRDefault="00072E0A" w:rsidP="0003580E">
      <w:pPr>
        <w:pStyle w:val="libFootnote0"/>
        <w:rPr>
          <w:rtl/>
        </w:rPr>
      </w:pPr>
      <w:r>
        <w:rPr>
          <w:rFonts w:hint="cs"/>
          <w:rtl/>
        </w:rPr>
        <w:t>(</w:t>
      </w:r>
      <w:r w:rsidR="004C2643">
        <w:rPr>
          <w:rFonts w:hint="cs"/>
          <w:rtl/>
        </w:rPr>
        <w:t>3</w:t>
      </w:r>
      <w:r w:rsidR="004C2643" w:rsidRPr="00C86611">
        <w:rPr>
          <w:rtl/>
        </w:rPr>
        <w:t>) رجال الكشّي: ص495، رقم (485)، عنه البحار: ج49، ص223، ح15، باب16.</w:t>
      </w:r>
    </w:p>
    <w:p w:rsidR="004C2643" w:rsidRDefault="004C2643" w:rsidP="00770B9A">
      <w:pPr>
        <w:pStyle w:val="libNormal"/>
        <w:rPr>
          <w:rtl/>
        </w:rPr>
      </w:pPr>
      <w:r>
        <w:rPr>
          <w:rtl/>
        </w:rPr>
        <w:br w:type="page"/>
      </w:r>
    </w:p>
    <w:p w:rsidR="002152CB" w:rsidRPr="00316699" w:rsidRDefault="002152CB" w:rsidP="00811D4D">
      <w:pPr>
        <w:pStyle w:val="libNormal"/>
        <w:rPr>
          <w:rtl/>
        </w:rPr>
      </w:pPr>
      <w:r w:rsidRPr="00E0070D">
        <w:rPr>
          <w:rtl/>
        </w:rPr>
        <w:lastRenderedPageBreak/>
        <w:t>انظر: يَرحمُك الله تعا</w:t>
      </w:r>
      <w:r w:rsidR="007D206B">
        <w:rPr>
          <w:rtl/>
        </w:rPr>
        <w:t xml:space="preserve">لى إلى رضا الإمام </w:t>
      </w:r>
      <w:r w:rsidR="00811D4D" w:rsidRPr="00811D4D">
        <w:rPr>
          <w:rStyle w:val="libAlaemChar"/>
          <w:rFonts w:eastAsiaTheme="minorHAnsi"/>
          <w:rtl/>
        </w:rPr>
        <w:t>عليه‌السلام</w:t>
      </w:r>
      <w:r w:rsidR="007D206B" w:rsidRPr="0019417F">
        <w:rPr>
          <w:rFonts w:hint="cs"/>
          <w:rtl/>
        </w:rPr>
        <w:t xml:space="preserve"> </w:t>
      </w:r>
      <w:r w:rsidRPr="0019417F">
        <w:rPr>
          <w:rtl/>
        </w:rPr>
        <w:t>بفعل أمّ سلمة</w:t>
      </w:r>
      <w:r w:rsidRPr="00C86611">
        <w:rPr>
          <w:rStyle w:val="libFootnotenumChar"/>
          <w:rtl/>
        </w:rPr>
        <w:t>(</w:t>
      </w:r>
      <w:r w:rsidR="007D206B">
        <w:rPr>
          <w:rStyle w:val="libFootnotenumChar"/>
          <w:rFonts w:hint="cs"/>
          <w:rtl/>
        </w:rPr>
        <w:t>1</w:t>
      </w:r>
      <w:r w:rsidRPr="00C86611">
        <w:rPr>
          <w:rStyle w:val="libFootnotenumChar"/>
          <w:rtl/>
        </w:rPr>
        <w:t>)</w:t>
      </w:r>
      <w:r w:rsidRPr="0019417F">
        <w:rPr>
          <w:rtl/>
        </w:rPr>
        <w:t>، وإخباره بأنّها من أهل الجنّة وما ذاك إلاّ لِمَا ذكرنا.</w:t>
      </w:r>
    </w:p>
    <w:p w:rsidR="002152CB" w:rsidRPr="005E6D00" w:rsidRDefault="002152CB" w:rsidP="00811D4D">
      <w:pPr>
        <w:pStyle w:val="libNormal"/>
        <w:rPr>
          <w:rtl/>
        </w:rPr>
      </w:pPr>
      <w:r w:rsidRPr="00DA10CC">
        <w:rPr>
          <w:rStyle w:val="libBold1Char"/>
          <w:rtl/>
        </w:rPr>
        <w:t>وخامساً:</w:t>
      </w:r>
      <w:r w:rsidRPr="005E6D00">
        <w:rPr>
          <w:rtl/>
        </w:rPr>
        <w:t xml:space="preserve"> إنّ الإنكباب لتقبيل الأرض المجاورة لهم </w:t>
      </w:r>
      <w:r w:rsidR="00811D4D" w:rsidRPr="00811D4D">
        <w:rPr>
          <w:rStyle w:val="libAlaemChar"/>
          <w:rFonts w:eastAsiaTheme="minorHAnsi"/>
          <w:rtl/>
        </w:rPr>
        <w:t>عليهم‌السلام</w:t>
      </w:r>
      <w:r w:rsidRPr="005E6D00">
        <w:rPr>
          <w:rtl/>
        </w:rPr>
        <w:t xml:space="preserve"> لو كان سُجوداً محرّماً لما قرّروا </w:t>
      </w:r>
      <w:r w:rsidR="00811D4D" w:rsidRPr="00811D4D">
        <w:rPr>
          <w:rStyle w:val="libAlaemChar"/>
          <w:rFonts w:eastAsiaTheme="minorHAnsi"/>
          <w:rtl/>
        </w:rPr>
        <w:t>عليهم‌السلام</w:t>
      </w:r>
      <w:r w:rsidRPr="005E6D00">
        <w:rPr>
          <w:rtl/>
        </w:rPr>
        <w:t xml:space="preserve"> تَقبيل مَن قَبّلَ الأرض قدّامهم، ولَنَهَوا عن ذلك؛ لإتحاد المناط في العتبة والأرض</w:t>
      </w:r>
      <w:r w:rsidRPr="00C86611">
        <w:rPr>
          <w:rStyle w:val="libFootnotenumChar"/>
          <w:rtl/>
        </w:rPr>
        <w:t>(</w:t>
      </w:r>
      <w:r w:rsidR="007D206B">
        <w:rPr>
          <w:rStyle w:val="libFootnotenumChar"/>
          <w:rFonts w:hint="cs"/>
          <w:rtl/>
        </w:rPr>
        <w:t>2</w:t>
      </w:r>
      <w:r w:rsidRPr="00C86611">
        <w:rPr>
          <w:rStyle w:val="libFootnotenumChar"/>
          <w:rtl/>
        </w:rPr>
        <w:t>)</w:t>
      </w:r>
      <w:r w:rsidRPr="005E6D00">
        <w:rPr>
          <w:rtl/>
        </w:rPr>
        <w:t xml:space="preserve"> قدّامهم، ومَنْ راجع الأخبار ظَهَر لـهُ وقوع ذلك من شيعتِهم وغيرهم مراراً</w:t>
      </w:r>
      <w:r w:rsidR="007D206B" w:rsidRPr="005E6D00">
        <w:rPr>
          <w:rFonts w:hint="cs"/>
          <w:rtl/>
        </w:rPr>
        <w:t xml:space="preserve"> </w:t>
      </w:r>
      <w:r w:rsidRPr="005E6D00">
        <w:rPr>
          <w:rtl/>
        </w:rPr>
        <w:t xml:space="preserve">وعدم نهيهم عن ذلك، وعدم النهي منهم </w:t>
      </w:r>
      <w:r w:rsidR="00811D4D" w:rsidRPr="00811D4D">
        <w:rPr>
          <w:rStyle w:val="libAlaemChar"/>
          <w:rFonts w:eastAsiaTheme="minorHAnsi"/>
          <w:rtl/>
        </w:rPr>
        <w:t>عليهم‌السلام</w:t>
      </w:r>
      <w:r w:rsidRPr="005E6D00">
        <w:rPr>
          <w:rtl/>
        </w:rPr>
        <w:t xml:space="preserve"> في غير مقام التقيّة تقرير، وقد تقرّر في محلّه حجّيّة تقريرهم كقولهم </w:t>
      </w:r>
      <w:r w:rsidR="00811D4D" w:rsidRPr="00811D4D">
        <w:rPr>
          <w:rStyle w:val="libAlaemChar"/>
          <w:rFonts w:eastAsiaTheme="minorHAnsi"/>
          <w:rtl/>
        </w:rPr>
        <w:t>عليهم‌السلام</w:t>
      </w:r>
      <w:r w:rsidR="00811D4D" w:rsidRPr="005E6D00">
        <w:rPr>
          <w:rtl/>
        </w:rPr>
        <w:t xml:space="preserve"> </w:t>
      </w:r>
      <w:r w:rsidRPr="00C86611">
        <w:rPr>
          <w:rStyle w:val="libFootnotenumChar"/>
          <w:rtl/>
        </w:rPr>
        <w:t>(</w:t>
      </w:r>
      <w:r w:rsidR="007D206B">
        <w:rPr>
          <w:rStyle w:val="libFootnotenumChar"/>
          <w:rFonts w:hint="cs"/>
          <w:rtl/>
        </w:rPr>
        <w:t>3</w:t>
      </w:r>
      <w:r w:rsidRPr="00C86611">
        <w:rPr>
          <w:rStyle w:val="libFootnotenumChar"/>
          <w:rtl/>
        </w:rPr>
        <w:t>)</w:t>
      </w:r>
      <w:r w:rsidRPr="005E6D00">
        <w:rPr>
          <w:rtl/>
        </w:rPr>
        <w:t>.</w:t>
      </w:r>
    </w:p>
    <w:p w:rsidR="00AB77F1" w:rsidRPr="00AB77F1" w:rsidRDefault="00AB77F1" w:rsidP="00AB77F1">
      <w:pPr>
        <w:pStyle w:val="libLine"/>
        <w:rPr>
          <w:rtl/>
        </w:rPr>
      </w:pPr>
      <w:r w:rsidRPr="00AB77F1">
        <w:rPr>
          <w:rtl/>
        </w:rPr>
        <w:t>ــــــــــــــــــ</w:t>
      </w:r>
    </w:p>
    <w:p w:rsidR="007D206B" w:rsidRPr="00C86611" w:rsidRDefault="00072E0A" w:rsidP="00811D4D">
      <w:pPr>
        <w:pStyle w:val="libFootnote0"/>
        <w:rPr>
          <w:rtl/>
        </w:rPr>
      </w:pPr>
      <w:r>
        <w:rPr>
          <w:rFonts w:hint="cs"/>
          <w:rtl/>
        </w:rPr>
        <w:t>(</w:t>
      </w:r>
      <w:r w:rsidR="007D206B">
        <w:rPr>
          <w:rFonts w:hint="cs"/>
          <w:rtl/>
        </w:rPr>
        <w:t>1</w:t>
      </w:r>
      <w:r w:rsidR="007D206B" w:rsidRPr="00C86611">
        <w:rPr>
          <w:rtl/>
        </w:rPr>
        <w:t xml:space="preserve">) كما لا يخفى أنْ رضا الإمام </w:t>
      </w:r>
      <w:r w:rsidR="00811D4D" w:rsidRPr="006E1602">
        <w:rPr>
          <w:rStyle w:val="libFootnoteAlaemChar"/>
          <w:rFonts w:eastAsiaTheme="minorHAnsi"/>
          <w:rtl/>
        </w:rPr>
        <w:t>عليه‌السلام</w:t>
      </w:r>
      <w:r w:rsidR="007D206B" w:rsidRPr="00C86611">
        <w:rPr>
          <w:rtl/>
        </w:rPr>
        <w:t xml:space="preserve"> وإقراره حجّةٌ كما هو مذكور في علم الأصول.</w:t>
      </w:r>
    </w:p>
    <w:p w:rsidR="007D206B" w:rsidRPr="00C86611" w:rsidRDefault="00072E0A" w:rsidP="0003580E">
      <w:pPr>
        <w:pStyle w:val="libFootnote0"/>
        <w:rPr>
          <w:rtl/>
        </w:rPr>
      </w:pPr>
      <w:r>
        <w:rPr>
          <w:rFonts w:hint="cs"/>
          <w:rtl/>
        </w:rPr>
        <w:t>(</w:t>
      </w:r>
      <w:r w:rsidR="007D206B">
        <w:rPr>
          <w:rFonts w:hint="cs"/>
          <w:rtl/>
        </w:rPr>
        <w:t>2</w:t>
      </w:r>
      <w:r w:rsidR="007D206B" w:rsidRPr="00C86611">
        <w:rPr>
          <w:rtl/>
        </w:rPr>
        <w:t>) اتّحاد المناط أو وحدة المناط: هو تَمييز علّة الحكم عن سائر الأوصاف والحيثيّات المذكورة في الخطاب، ومع تميُّزها تكون النتيجة هي إمكان الاستفادة من العلّة لإثبات نفس الحُكم لموضوعات أُخرى غير الموضوع المنصوص عليه في الخطاب، بمعنى إمكان تَعْدِيَة الحكم من مورد النصّ الذي اكتنف بمجموعة من الأوصاف والحيثيّات إلى موارد أُخرى ليست واجدة لتلك الأوصاف والحيثيّات، ما عدا العلّة المنقّحة.</w:t>
      </w:r>
    </w:p>
    <w:p w:rsidR="007D206B" w:rsidRPr="00C86611" w:rsidRDefault="00072E0A" w:rsidP="00811D4D">
      <w:pPr>
        <w:pStyle w:val="libFootnote0"/>
        <w:rPr>
          <w:rtl/>
        </w:rPr>
      </w:pPr>
      <w:r>
        <w:rPr>
          <w:rFonts w:hint="cs"/>
          <w:rtl/>
        </w:rPr>
        <w:t>(</w:t>
      </w:r>
      <w:r w:rsidR="007D206B">
        <w:rPr>
          <w:rFonts w:hint="cs"/>
          <w:rtl/>
        </w:rPr>
        <w:t>3</w:t>
      </w:r>
      <w:r w:rsidR="007D206B" w:rsidRPr="00C86611">
        <w:rPr>
          <w:rtl/>
        </w:rPr>
        <w:t xml:space="preserve">) سكوت المعصوم </w:t>
      </w:r>
      <w:r w:rsidR="00811D4D" w:rsidRPr="006E1602">
        <w:rPr>
          <w:rStyle w:val="libFootnoteAlaemChar"/>
          <w:rFonts w:eastAsiaTheme="minorHAnsi"/>
          <w:rtl/>
        </w:rPr>
        <w:t>عليه‌السلام</w:t>
      </w:r>
      <w:r w:rsidR="007D206B" w:rsidRPr="00C86611">
        <w:rPr>
          <w:rtl/>
        </w:rPr>
        <w:t xml:space="preserve"> إنّه دليلٌ على الإمضاء والموافقة؛ لأنّ المعصوم </w:t>
      </w:r>
      <w:r w:rsidR="00811D4D" w:rsidRPr="006E1602">
        <w:rPr>
          <w:rStyle w:val="libFootnoteAlaemChar"/>
          <w:rFonts w:eastAsiaTheme="minorHAnsi"/>
          <w:rtl/>
        </w:rPr>
        <w:t>عليه‌السلام</w:t>
      </w:r>
      <w:r w:rsidR="007D206B" w:rsidRPr="00C86611">
        <w:rPr>
          <w:rtl/>
        </w:rPr>
        <w:t xml:space="preserve"> إذا واجه سُلوكاً معيّناً وتصرّفاً خاصّاً وسكتَ عنه، فهذا السكوت والإمضاء منه </w:t>
      </w:r>
      <w:r w:rsidR="00811D4D" w:rsidRPr="006E1602">
        <w:rPr>
          <w:rStyle w:val="libFootnoteAlaemChar"/>
          <w:rFonts w:eastAsiaTheme="minorHAnsi"/>
          <w:rtl/>
        </w:rPr>
        <w:t>عليه‌السلام</w:t>
      </w:r>
      <w:r w:rsidR="007D206B" w:rsidRPr="00C86611">
        <w:rPr>
          <w:rtl/>
        </w:rPr>
        <w:t xml:space="preserve"> يُعتبر دليلاً على الإمضاء. ومن المعلوم أنّ السكوت إنما يدلُّ على الإمضاء في حالة مواجهة المعصوم </w:t>
      </w:r>
      <w:r w:rsidR="00811D4D" w:rsidRPr="006E1602">
        <w:rPr>
          <w:rStyle w:val="libFootnoteAlaemChar"/>
          <w:rFonts w:eastAsiaTheme="minorHAnsi"/>
          <w:rtl/>
        </w:rPr>
        <w:t>عليه‌السلام</w:t>
      </w:r>
      <w:r w:rsidR="007D206B" w:rsidRPr="00C86611">
        <w:rPr>
          <w:rtl/>
        </w:rPr>
        <w:t xml:space="preserve"> لسلوك معيّن يكون على نحوين:</w:t>
      </w:r>
    </w:p>
    <w:p w:rsidR="007D206B" w:rsidRPr="00C86611" w:rsidRDefault="007D206B" w:rsidP="0003580E">
      <w:pPr>
        <w:pStyle w:val="libFootnote0"/>
        <w:rPr>
          <w:rtl/>
        </w:rPr>
      </w:pPr>
      <w:r w:rsidRPr="00C86611">
        <w:rPr>
          <w:rtl/>
        </w:rPr>
        <w:t>أـ مواجهة سلوك فرد خاصّ يتصرّف أمام المعصوم، كأن يمسح أمام المعصوم منكوساً ويسكت عنه.</w:t>
      </w:r>
    </w:p>
    <w:p w:rsidR="007D206B" w:rsidRPr="00C86611" w:rsidRDefault="007D206B" w:rsidP="00811D4D">
      <w:pPr>
        <w:pStyle w:val="libFootnote0"/>
        <w:rPr>
          <w:rtl/>
        </w:rPr>
      </w:pPr>
      <w:r w:rsidRPr="00C86611">
        <w:rPr>
          <w:rtl/>
        </w:rPr>
        <w:t xml:space="preserve">ب ـ مواجهة سلوك اجتماعي وهو ما يُسمّى بالسيرة العقلائيّة، كما إذا كان العقلاء بما هم عقلاء يسلكون سلوكاً معيّناً في عصر المعصوم </w:t>
      </w:r>
      <w:r w:rsidR="00811D4D" w:rsidRPr="006E1602">
        <w:rPr>
          <w:rStyle w:val="libFootnoteAlaemChar"/>
          <w:rFonts w:eastAsiaTheme="minorHAnsi"/>
          <w:rtl/>
        </w:rPr>
        <w:t>عليه‌السلام</w:t>
      </w:r>
      <w:r w:rsidR="00811D4D" w:rsidRPr="00C86611">
        <w:rPr>
          <w:rtl/>
        </w:rPr>
        <w:t xml:space="preserve"> </w:t>
      </w:r>
      <w:r w:rsidRPr="00C86611">
        <w:rPr>
          <w:rtl/>
        </w:rPr>
        <w:t xml:space="preserve">، فإنّه بحكم تواجده بينهم يكون مواجهاً لسلوكهم العامّ، ويكون سكوته دليلاً على الإمضاء ـ لهذا العمل ـ فمن هنا أمكن الاستدلال بالسيرة العقلائيّة عن طريق استكشاف الإمضاء من سكوت المعصوم </w:t>
      </w:r>
      <w:r w:rsidR="00811D4D" w:rsidRPr="006E1602">
        <w:rPr>
          <w:rStyle w:val="libFootnoteAlaemChar"/>
          <w:rFonts w:eastAsiaTheme="minorHAnsi"/>
          <w:rtl/>
        </w:rPr>
        <w:t>عليه‌السلام</w:t>
      </w:r>
      <w:r w:rsidRPr="00C86611">
        <w:rPr>
          <w:rtl/>
        </w:rPr>
        <w:t>.</w:t>
      </w:r>
    </w:p>
    <w:p w:rsidR="007D206B" w:rsidRDefault="007D206B" w:rsidP="00811D4D">
      <w:pPr>
        <w:pStyle w:val="libFootnote0"/>
        <w:rPr>
          <w:rtl/>
        </w:rPr>
      </w:pPr>
      <w:r w:rsidRPr="00C86611">
        <w:rPr>
          <w:rtl/>
        </w:rPr>
        <w:t xml:space="preserve">فبهذا البيان قد تبيّن لك أنّ تقبيلَ أيدي وأرجُل المعصومين </w:t>
      </w:r>
      <w:r w:rsidR="00811D4D" w:rsidRPr="006E1602">
        <w:rPr>
          <w:rStyle w:val="libFootnoteAlaemChar"/>
          <w:rFonts w:eastAsiaTheme="minorHAnsi"/>
          <w:rtl/>
        </w:rPr>
        <w:t>عليه‌السلام</w:t>
      </w:r>
      <w:r w:rsidRPr="00C86611">
        <w:rPr>
          <w:rtl/>
        </w:rPr>
        <w:t xml:space="preserve"> كان سلوكاً اجتماعيّاً وليس فرديّاً يواجهه المعصوم </w:t>
      </w:r>
      <w:r w:rsidR="00811D4D" w:rsidRPr="006E1602">
        <w:rPr>
          <w:rStyle w:val="libFootnoteAlaemChar"/>
          <w:rFonts w:eastAsiaTheme="minorHAnsi"/>
          <w:rtl/>
        </w:rPr>
        <w:t>عليه‌السلام</w:t>
      </w:r>
      <w:r w:rsidRPr="00C86611">
        <w:rPr>
          <w:rtl/>
        </w:rPr>
        <w:t xml:space="preserve"> فيقرّه، علماً أنّ هذا العمل كان يصدر من العقلاء بما هم عقلاء، فإذاً هذا الفعل عقلي قبل أنْ يكون شرعي.</w:t>
      </w:r>
    </w:p>
    <w:p w:rsidR="007D206B" w:rsidRDefault="007D206B" w:rsidP="00770B9A">
      <w:pPr>
        <w:pStyle w:val="libNormal"/>
        <w:rPr>
          <w:rtl/>
        </w:rPr>
      </w:pPr>
      <w:r>
        <w:rPr>
          <w:rtl/>
        </w:rPr>
        <w:br w:type="page"/>
      </w:r>
    </w:p>
    <w:p w:rsidR="002152CB" w:rsidRPr="00B132A8" w:rsidRDefault="002152CB" w:rsidP="009C2E13">
      <w:pPr>
        <w:pStyle w:val="Heading2Center"/>
        <w:spacing w:before="0"/>
        <w:rPr>
          <w:rtl/>
        </w:rPr>
      </w:pPr>
      <w:bookmarkStart w:id="28" w:name="16"/>
      <w:bookmarkStart w:id="29" w:name="_Toc378509613"/>
      <w:r w:rsidRPr="00B132A8">
        <w:rPr>
          <w:rtl/>
        </w:rPr>
        <w:lastRenderedPageBreak/>
        <w:t>الدليل الثالث على عدم جواز التقبيل</w:t>
      </w:r>
      <w:bookmarkEnd w:id="28"/>
      <w:bookmarkEnd w:id="29"/>
    </w:p>
    <w:p w:rsidR="002152CB" w:rsidRPr="00DA10CC" w:rsidRDefault="002152CB" w:rsidP="007614F2">
      <w:pPr>
        <w:pStyle w:val="libBold1"/>
        <w:rPr>
          <w:rtl/>
        </w:rPr>
      </w:pPr>
      <w:r w:rsidRPr="00DA10CC">
        <w:rPr>
          <w:rtl/>
        </w:rPr>
        <w:t>الثالث:</w:t>
      </w:r>
    </w:p>
    <w:p w:rsidR="002152CB" w:rsidRPr="00E0070D" w:rsidRDefault="002152CB" w:rsidP="0019417F">
      <w:pPr>
        <w:pStyle w:val="libNormal"/>
        <w:rPr>
          <w:rtl/>
        </w:rPr>
      </w:pPr>
      <w:r w:rsidRPr="00E0070D">
        <w:rPr>
          <w:rtl/>
        </w:rPr>
        <w:t>إنّ الزيارةَ ومتعلّقاتها عبادةٌ والعبادات أمورٌ توقيفيّة، فلابدَّ من الدليل على رُجحان تقبيل الأعتاب فلا نقول برجحانه.</w:t>
      </w:r>
    </w:p>
    <w:p w:rsidR="002152CB" w:rsidRPr="00B132A8" w:rsidRDefault="002152CB" w:rsidP="009C2E13">
      <w:pPr>
        <w:pStyle w:val="Heading2Center"/>
        <w:spacing w:before="0"/>
        <w:rPr>
          <w:rtl/>
        </w:rPr>
      </w:pPr>
      <w:bookmarkStart w:id="30" w:name="17"/>
      <w:bookmarkStart w:id="31" w:name="_Toc378509614"/>
      <w:r w:rsidRPr="00B132A8">
        <w:rPr>
          <w:rtl/>
        </w:rPr>
        <w:t>ردُّ الدليل الثالث:</w:t>
      </w:r>
      <w:bookmarkEnd w:id="30"/>
      <w:bookmarkEnd w:id="31"/>
    </w:p>
    <w:p w:rsidR="002152CB" w:rsidRPr="00DA10CC" w:rsidRDefault="002152CB" w:rsidP="007614F2">
      <w:pPr>
        <w:pStyle w:val="libBold1"/>
        <w:rPr>
          <w:rtl/>
        </w:rPr>
      </w:pPr>
      <w:r w:rsidRPr="00DA10CC">
        <w:rPr>
          <w:rtl/>
        </w:rPr>
        <w:t>والجواب:</w:t>
      </w:r>
    </w:p>
    <w:p w:rsidR="002152CB" w:rsidRPr="00E0070D" w:rsidRDefault="002152CB" w:rsidP="0019417F">
      <w:pPr>
        <w:pStyle w:val="libNormal"/>
        <w:rPr>
          <w:rtl/>
        </w:rPr>
      </w:pPr>
      <w:r w:rsidRPr="00E0070D">
        <w:rPr>
          <w:rtl/>
        </w:rPr>
        <w:t>إنّا إلى الآن كنّا بص</w:t>
      </w:r>
      <w:r w:rsidR="007D206B">
        <w:rPr>
          <w:rtl/>
        </w:rPr>
        <w:t>دد إثبات الجواز لا الرُجحان وقد</w:t>
      </w:r>
      <w:r w:rsidR="007D206B">
        <w:rPr>
          <w:rFonts w:hint="cs"/>
          <w:rtl/>
        </w:rPr>
        <w:t xml:space="preserve"> </w:t>
      </w:r>
      <w:r w:rsidRPr="00E0070D">
        <w:rPr>
          <w:rtl/>
        </w:rPr>
        <w:t>عَرَفتَ أنّ الجواز لا غائلة فيه، وأمّا الرُجحان فيُمكن الاستدلال لـهُ بوجوه:</w:t>
      </w:r>
    </w:p>
    <w:p w:rsidR="002152CB" w:rsidRPr="005E6D00" w:rsidRDefault="002152CB" w:rsidP="00811D4D">
      <w:pPr>
        <w:pStyle w:val="libNormal"/>
        <w:rPr>
          <w:rtl/>
        </w:rPr>
      </w:pPr>
      <w:r w:rsidRPr="00DA10CC">
        <w:rPr>
          <w:rStyle w:val="libBold1Char"/>
          <w:rtl/>
        </w:rPr>
        <w:t>الأوّل:</w:t>
      </w:r>
      <w:r w:rsidRPr="005E6D00">
        <w:rPr>
          <w:rtl/>
        </w:rPr>
        <w:t xml:space="preserve"> السيّرة المستمرّة التي سُمِعتَ من الشهيد </w:t>
      </w:r>
      <w:r w:rsidR="00811D4D" w:rsidRPr="00811D4D">
        <w:rPr>
          <w:rStyle w:val="libAlaemChar"/>
          <w:rtl/>
        </w:rPr>
        <w:t>رحمه‌الله</w:t>
      </w:r>
      <w:r w:rsidRPr="005E6D00">
        <w:rPr>
          <w:rtl/>
        </w:rPr>
        <w:t xml:space="preserve"> في الدروس حيثُ عبَّر عنها: بأنّ الإماميّة على ذلك</w:t>
      </w:r>
      <w:r w:rsidRPr="00C86611">
        <w:rPr>
          <w:rStyle w:val="libFootnotenumChar"/>
          <w:rtl/>
        </w:rPr>
        <w:t>(</w:t>
      </w:r>
      <w:r w:rsidR="007D206B">
        <w:rPr>
          <w:rStyle w:val="libFootnotenumChar"/>
          <w:rFonts w:hint="cs"/>
          <w:rtl/>
        </w:rPr>
        <w:t>1</w:t>
      </w:r>
      <w:r w:rsidRPr="00C86611">
        <w:rPr>
          <w:rStyle w:val="libFootnotenumChar"/>
          <w:rtl/>
        </w:rPr>
        <w:t>)</w:t>
      </w:r>
      <w:r w:rsidRPr="005E6D00">
        <w:rPr>
          <w:rtl/>
        </w:rPr>
        <w:t>.</w:t>
      </w:r>
    </w:p>
    <w:p w:rsidR="002152CB" w:rsidRPr="005E6D00" w:rsidRDefault="002152CB" w:rsidP="00012332">
      <w:pPr>
        <w:pStyle w:val="libNormal"/>
        <w:rPr>
          <w:rtl/>
        </w:rPr>
      </w:pPr>
      <w:r w:rsidRPr="00DA10CC">
        <w:rPr>
          <w:rStyle w:val="libBold1Char"/>
          <w:rtl/>
        </w:rPr>
        <w:t>الثاني:</w:t>
      </w:r>
      <w:r w:rsidRPr="005E6D00">
        <w:rPr>
          <w:rtl/>
        </w:rPr>
        <w:t xml:space="preserve"> إنّ في ذلك تعظيماً للشعائر، وقد قال الله تعالى: </w:t>
      </w:r>
      <w:r w:rsidR="00012332" w:rsidRPr="00980442">
        <w:rPr>
          <w:rStyle w:val="libAlaemChar"/>
          <w:rFonts w:eastAsiaTheme="minorHAnsi"/>
          <w:rtl/>
        </w:rPr>
        <w:t>(</w:t>
      </w:r>
      <w:r w:rsidRPr="00012332">
        <w:rPr>
          <w:rStyle w:val="libAieChar"/>
          <w:rtl/>
        </w:rPr>
        <w:t xml:space="preserve"> وَمَن يُعَظِّمْ شَعَائِرَ اللَّهِ فَإِنَّهَا مِن تَقْوَى الْقُلُوبِ </w:t>
      </w:r>
      <w:r w:rsidR="00012332">
        <w:rPr>
          <w:rStyle w:val="libAlaemChar"/>
          <w:rFonts w:eastAsiaTheme="minorHAnsi" w:hint="cs"/>
          <w:rtl/>
        </w:rPr>
        <w:t>)</w:t>
      </w:r>
      <w:r w:rsidR="00012332" w:rsidRPr="00C86611">
        <w:rPr>
          <w:rStyle w:val="libFootnotenumChar"/>
          <w:rtl/>
        </w:rPr>
        <w:t xml:space="preserve"> </w:t>
      </w:r>
      <w:r w:rsidRPr="00C86611">
        <w:rPr>
          <w:rStyle w:val="libFootnotenumChar"/>
          <w:rtl/>
        </w:rPr>
        <w:t>(</w:t>
      </w:r>
      <w:r w:rsidR="007D206B">
        <w:rPr>
          <w:rStyle w:val="libFootnotenumChar"/>
          <w:rFonts w:hint="cs"/>
          <w:rtl/>
        </w:rPr>
        <w:t>2</w:t>
      </w:r>
      <w:r w:rsidRPr="00C86611">
        <w:rPr>
          <w:rStyle w:val="libFootnotenumChar"/>
          <w:rtl/>
        </w:rPr>
        <w:t>)</w:t>
      </w:r>
      <w:r w:rsidRPr="005E6D00">
        <w:rPr>
          <w:rtl/>
        </w:rPr>
        <w:t>.</w:t>
      </w:r>
    </w:p>
    <w:p w:rsidR="002152CB" w:rsidRPr="00316699" w:rsidRDefault="002152CB" w:rsidP="0019417F">
      <w:pPr>
        <w:pStyle w:val="libNormal"/>
        <w:rPr>
          <w:rtl/>
        </w:rPr>
      </w:pPr>
      <w:r w:rsidRPr="00E0070D">
        <w:rPr>
          <w:rtl/>
        </w:rPr>
        <w:t>والمناقشة في التمسّك به بأنّ في تفسيرها اختلافاً عظيماً، فعن ابن زيد: إنّها معالم الدين، وعن مجاهد: إنّها البُدن في الحجّ، وتعظيمها استسمانُها و استحسانُها، وعن ابن عبّاس: أنّ الشعائر جمع شعيرة وهي البُدن إذا أُشعِرَت أي أُعلِمَت عليها بأنْ يُشقّ سنامها من الجانب الأيمن؛ ليُعلم أنّها هدي</w:t>
      </w:r>
      <w:r w:rsidR="007D206B">
        <w:rPr>
          <w:rFonts w:hint="cs"/>
          <w:rtl/>
        </w:rPr>
        <w:t xml:space="preserve"> </w:t>
      </w:r>
      <w:r w:rsidRPr="0019417F">
        <w:rPr>
          <w:rtl/>
        </w:rPr>
        <w:t>فالذي يهدي مندوب إلى طلب ( الاثمن )</w:t>
      </w:r>
      <w:r w:rsidRPr="00C86611">
        <w:rPr>
          <w:rStyle w:val="libFootnotenumChar"/>
          <w:rtl/>
        </w:rPr>
        <w:t>(</w:t>
      </w:r>
      <w:r w:rsidR="007D206B">
        <w:rPr>
          <w:rStyle w:val="libFootnotenumChar"/>
          <w:rFonts w:hint="cs"/>
          <w:rtl/>
        </w:rPr>
        <w:t>3</w:t>
      </w:r>
      <w:r w:rsidRPr="00C86611">
        <w:rPr>
          <w:rStyle w:val="libFootnotenumChar"/>
          <w:rtl/>
        </w:rPr>
        <w:t>)</w:t>
      </w:r>
      <w:r w:rsidRPr="0019417F">
        <w:rPr>
          <w:rtl/>
        </w:rPr>
        <w:t xml:space="preserve"> و الأسمن بالثاء أو بالسين.</w:t>
      </w:r>
    </w:p>
    <w:p w:rsidR="002152CB" w:rsidRPr="005E6D00" w:rsidRDefault="002152CB" w:rsidP="00811D4D">
      <w:pPr>
        <w:pStyle w:val="libNormal"/>
        <w:rPr>
          <w:rtl/>
        </w:rPr>
      </w:pPr>
      <w:r w:rsidRPr="005E6D00">
        <w:rPr>
          <w:rtl/>
        </w:rPr>
        <w:t xml:space="preserve">وقيل: شعائر الله دين الله تعالى كلّه، وتعظيمها التزامها ومنافعها كركوب ظهورها، وشرب ألبانها إذا احتيج إليها وهو المروي عن الصادق </w:t>
      </w:r>
      <w:r w:rsidR="00811D4D" w:rsidRPr="00811D4D">
        <w:rPr>
          <w:rStyle w:val="libAlaemChar"/>
          <w:rFonts w:eastAsiaTheme="minorHAnsi"/>
          <w:rtl/>
        </w:rPr>
        <w:t>عليه‌السلام</w:t>
      </w:r>
      <w:r w:rsidR="00811D4D" w:rsidRPr="00C86611">
        <w:rPr>
          <w:rStyle w:val="libFootnotenumChar"/>
          <w:rtl/>
        </w:rPr>
        <w:t xml:space="preserve"> </w:t>
      </w:r>
      <w:r w:rsidRPr="00C86611">
        <w:rPr>
          <w:rStyle w:val="libFootnotenumChar"/>
          <w:rtl/>
        </w:rPr>
        <w:t>(</w:t>
      </w:r>
      <w:r w:rsidR="007D206B">
        <w:rPr>
          <w:rStyle w:val="libFootnotenumChar"/>
          <w:rFonts w:hint="cs"/>
          <w:rtl/>
        </w:rPr>
        <w:t>4</w:t>
      </w:r>
      <w:r w:rsidRPr="00C86611">
        <w:rPr>
          <w:rStyle w:val="libFootnotenumChar"/>
          <w:rtl/>
        </w:rPr>
        <w:t>)</w:t>
      </w:r>
      <w:r w:rsidRPr="005E6D00">
        <w:rPr>
          <w:rtl/>
        </w:rPr>
        <w:t>، فلا يبقى للآية إطلاق يُتمسّك به.</w:t>
      </w:r>
    </w:p>
    <w:p w:rsidR="00AB77F1" w:rsidRPr="00AB77F1" w:rsidRDefault="00AB77F1" w:rsidP="00AB77F1">
      <w:pPr>
        <w:pStyle w:val="libLine"/>
        <w:rPr>
          <w:rtl/>
        </w:rPr>
      </w:pPr>
      <w:r w:rsidRPr="00AB77F1">
        <w:rPr>
          <w:rtl/>
        </w:rPr>
        <w:t>ــــــــــــــــــ</w:t>
      </w:r>
    </w:p>
    <w:p w:rsidR="007D206B" w:rsidRPr="00C86611" w:rsidRDefault="00072E0A" w:rsidP="0003580E">
      <w:pPr>
        <w:pStyle w:val="libFootnote0"/>
        <w:rPr>
          <w:rtl/>
        </w:rPr>
      </w:pPr>
      <w:r>
        <w:rPr>
          <w:rFonts w:hint="cs"/>
          <w:rtl/>
        </w:rPr>
        <w:t>(</w:t>
      </w:r>
      <w:r w:rsidR="007D206B">
        <w:rPr>
          <w:rFonts w:hint="cs"/>
          <w:rtl/>
        </w:rPr>
        <w:t>1</w:t>
      </w:r>
      <w:r w:rsidR="007D206B" w:rsidRPr="00C86611">
        <w:rPr>
          <w:rtl/>
        </w:rPr>
        <w:t>) الدروس: ج2، ص25، ط قم جماعة المدرّسين.</w:t>
      </w:r>
    </w:p>
    <w:p w:rsidR="007D206B" w:rsidRPr="00C86611" w:rsidRDefault="00072E0A" w:rsidP="0003580E">
      <w:pPr>
        <w:pStyle w:val="libFootnote0"/>
        <w:rPr>
          <w:rtl/>
        </w:rPr>
      </w:pPr>
      <w:r>
        <w:rPr>
          <w:rFonts w:hint="cs"/>
          <w:rtl/>
        </w:rPr>
        <w:t>(</w:t>
      </w:r>
      <w:r w:rsidR="007D206B">
        <w:rPr>
          <w:rFonts w:hint="cs"/>
          <w:rtl/>
        </w:rPr>
        <w:t>2</w:t>
      </w:r>
      <w:r w:rsidR="007D206B" w:rsidRPr="00C86611">
        <w:rPr>
          <w:rtl/>
        </w:rPr>
        <w:t>) الحجّ: 32.</w:t>
      </w:r>
    </w:p>
    <w:p w:rsidR="007D206B" w:rsidRPr="00C86611" w:rsidRDefault="00072E0A" w:rsidP="0003580E">
      <w:pPr>
        <w:pStyle w:val="libFootnote0"/>
        <w:rPr>
          <w:rtl/>
        </w:rPr>
      </w:pPr>
      <w:r>
        <w:rPr>
          <w:rFonts w:hint="cs"/>
          <w:rtl/>
        </w:rPr>
        <w:t>(</w:t>
      </w:r>
      <w:r w:rsidR="007D206B">
        <w:rPr>
          <w:rFonts w:hint="cs"/>
          <w:rtl/>
        </w:rPr>
        <w:t>3</w:t>
      </w:r>
      <w:r w:rsidR="007D206B" w:rsidRPr="00C86611">
        <w:rPr>
          <w:rtl/>
        </w:rPr>
        <w:t>) بين القوسين في المصدر غير موجود.</w:t>
      </w:r>
    </w:p>
    <w:p w:rsidR="007D206B" w:rsidRDefault="00072E0A" w:rsidP="00811D4D">
      <w:pPr>
        <w:pStyle w:val="libFootnote0"/>
        <w:rPr>
          <w:rtl/>
        </w:rPr>
      </w:pPr>
      <w:r>
        <w:rPr>
          <w:rFonts w:hint="cs"/>
          <w:rtl/>
        </w:rPr>
        <w:t>(</w:t>
      </w:r>
      <w:r w:rsidR="007D206B">
        <w:rPr>
          <w:rFonts w:hint="cs"/>
          <w:rtl/>
        </w:rPr>
        <w:t>4</w:t>
      </w:r>
      <w:r w:rsidR="007D206B" w:rsidRPr="00C86611">
        <w:rPr>
          <w:rtl/>
        </w:rPr>
        <w:t xml:space="preserve">) هذا التفسير للآية المباركة ذكره أمينُ الإسلام الطبرسي </w:t>
      </w:r>
      <w:r w:rsidR="00811D4D" w:rsidRPr="006E1602">
        <w:rPr>
          <w:rStyle w:val="libFootnoteAlaemChar"/>
          <w:rtl/>
        </w:rPr>
        <w:t>رحمه‌الله</w:t>
      </w:r>
      <w:r w:rsidR="007D206B" w:rsidRPr="00C86611">
        <w:rPr>
          <w:rtl/>
        </w:rPr>
        <w:t xml:space="preserve"> في مجمع البيان: ج7، ص113، ط بيروت.ولكن في الأخير قال: (وهو المروي عن أبي جعفر </w:t>
      </w:r>
      <w:r w:rsidR="00811D4D" w:rsidRPr="006E1602">
        <w:rPr>
          <w:rStyle w:val="libFootnoteAlaemChar"/>
          <w:rFonts w:eastAsiaTheme="minorHAnsi"/>
          <w:rtl/>
        </w:rPr>
        <w:t>عليه‌السلام</w:t>
      </w:r>
      <w:r w:rsidR="007D206B" w:rsidRPr="00C86611">
        <w:rPr>
          <w:rtl/>
        </w:rPr>
        <w:t xml:space="preserve"> بينما قال العلاّمة المامقاني: وهو المروي عن الصادق </w:t>
      </w:r>
      <w:r w:rsidR="00811D4D" w:rsidRPr="006E1602">
        <w:rPr>
          <w:rStyle w:val="libFootnoteAlaemChar"/>
          <w:rFonts w:eastAsiaTheme="minorHAnsi"/>
          <w:rtl/>
        </w:rPr>
        <w:t>عليه‌السلام</w:t>
      </w:r>
      <w:r w:rsidR="007D206B" w:rsidRPr="00C86611">
        <w:rPr>
          <w:rtl/>
        </w:rPr>
        <w:t>.</w:t>
      </w:r>
    </w:p>
    <w:p w:rsidR="007D206B" w:rsidRDefault="007D206B" w:rsidP="00770B9A">
      <w:pPr>
        <w:pStyle w:val="libNormal"/>
        <w:rPr>
          <w:rtl/>
        </w:rPr>
      </w:pPr>
      <w:r>
        <w:rPr>
          <w:rtl/>
        </w:rPr>
        <w:br w:type="page"/>
      </w:r>
    </w:p>
    <w:p w:rsidR="002152CB" w:rsidRPr="00B132A8" w:rsidRDefault="002152CB" w:rsidP="009C2E13">
      <w:pPr>
        <w:pStyle w:val="Heading2Center"/>
        <w:spacing w:before="0"/>
        <w:rPr>
          <w:rtl/>
        </w:rPr>
      </w:pPr>
      <w:bookmarkStart w:id="32" w:name="18"/>
      <w:bookmarkStart w:id="33" w:name="_Toc378509615"/>
      <w:r w:rsidRPr="00B132A8">
        <w:rPr>
          <w:rtl/>
        </w:rPr>
        <w:lastRenderedPageBreak/>
        <w:t>دفعُ الإشكال</w:t>
      </w:r>
      <w:bookmarkEnd w:id="32"/>
      <w:bookmarkEnd w:id="33"/>
    </w:p>
    <w:p w:rsidR="002152CB" w:rsidRPr="00316699" w:rsidRDefault="002152CB" w:rsidP="00811D4D">
      <w:pPr>
        <w:pStyle w:val="libNormal"/>
        <w:rPr>
          <w:rtl/>
        </w:rPr>
      </w:pPr>
      <w:r w:rsidRPr="00E0070D">
        <w:rPr>
          <w:rtl/>
        </w:rPr>
        <w:t>مدفوعة بأنّ المحقّق في محلّه إنّ التفسير الوارد لا يُنافي حجيّة إطلاق الآية بعد تضمّن القرآن بطوناً، وكون</w:t>
      </w:r>
      <w:r w:rsidR="007D206B" w:rsidRPr="0019417F">
        <w:rPr>
          <w:rFonts w:hint="cs"/>
          <w:rtl/>
        </w:rPr>
        <w:t xml:space="preserve"> </w:t>
      </w:r>
      <w:r w:rsidRPr="0019417F">
        <w:rPr>
          <w:rtl/>
        </w:rPr>
        <w:t>مورد الآية الهَدْي لا يمنع من حجيّة عُمومها سيّما مع تداول الفقهاء (رضي الله عنهم)، من قديم العصر يداً بيد التمسك بهذه الآية، لإثبات رُجحان كلّ ما يكون تعظيماً للشعائر،</w:t>
      </w:r>
      <w:r w:rsidRPr="00C86611">
        <w:rPr>
          <w:rStyle w:val="libFootnotenumChar"/>
          <w:rtl/>
        </w:rPr>
        <w:t>(</w:t>
      </w:r>
      <w:r w:rsidR="00167C07">
        <w:rPr>
          <w:rStyle w:val="libFootnotenumChar"/>
          <w:rFonts w:hint="cs"/>
          <w:rtl/>
        </w:rPr>
        <w:t>1</w:t>
      </w:r>
      <w:r w:rsidRPr="00C86611">
        <w:rPr>
          <w:rStyle w:val="libFootnotenumChar"/>
          <w:rtl/>
        </w:rPr>
        <w:t>)</w:t>
      </w:r>
      <w:r w:rsidRPr="0019417F">
        <w:rPr>
          <w:rtl/>
        </w:rPr>
        <w:t xml:space="preserve"> بل ببالي القاصر أنّي وقفتُ فيما سَلَف على تمسّك الإمام </w:t>
      </w:r>
      <w:r w:rsidR="00811D4D" w:rsidRPr="00811D4D">
        <w:rPr>
          <w:rStyle w:val="libAlaemChar"/>
          <w:rFonts w:eastAsiaTheme="minorHAnsi"/>
          <w:rtl/>
        </w:rPr>
        <w:t>عليه‌السلام</w:t>
      </w:r>
      <w:r w:rsidRPr="0019417F">
        <w:rPr>
          <w:rtl/>
        </w:rPr>
        <w:t xml:space="preserve"> بالآية على ذلك</w:t>
      </w:r>
      <w:r w:rsidRPr="00C86611">
        <w:rPr>
          <w:rStyle w:val="libFootnotenumChar"/>
          <w:rtl/>
        </w:rPr>
        <w:t>(</w:t>
      </w:r>
      <w:r w:rsidR="00167C07">
        <w:rPr>
          <w:rStyle w:val="libFootnotenumChar"/>
          <w:rFonts w:hint="cs"/>
          <w:rtl/>
        </w:rPr>
        <w:t>2</w:t>
      </w:r>
      <w:r w:rsidRPr="00C86611">
        <w:rPr>
          <w:rStyle w:val="libFootnotenumChar"/>
          <w:rtl/>
        </w:rPr>
        <w:t>)</w:t>
      </w:r>
      <w:r w:rsidRPr="0019417F">
        <w:rPr>
          <w:rtl/>
        </w:rPr>
        <w:t>، فلا ينبغي التأمّل في الاستدلال بها على إثبات رُجحان تقبيل الأعتاب المقدّسة.</w:t>
      </w:r>
    </w:p>
    <w:p w:rsidR="002152CB" w:rsidRPr="005E6D00" w:rsidRDefault="002152CB" w:rsidP="00811D4D">
      <w:pPr>
        <w:pStyle w:val="libNormal"/>
        <w:rPr>
          <w:rtl/>
        </w:rPr>
      </w:pPr>
      <w:r w:rsidRPr="00DA10CC">
        <w:rPr>
          <w:rStyle w:val="libBold1Char"/>
          <w:rtl/>
        </w:rPr>
        <w:t>الثالث:</w:t>
      </w:r>
      <w:r w:rsidRPr="005E6D00">
        <w:rPr>
          <w:rtl/>
        </w:rPr>
        <w:t xml:space="preserve"> الآيات</w:t>
      </w:r>
      <w:r w:rsidRPr="00C86611">
        <w:rPr>
          <w:rStyle w:val="libFootnotenumChar"/>
          <w:rtl/>
        </w:rPr>
        <w:t>(</w:t>
      </w:r>
      <w:r w:rsidR="00167C07">
        <w:rPr>
          <w:rStyle w:val="libFootnotenumChar"/>
          <w:rFonts w:hint="cs"/>
          <w:rtl/>
        </w:rPr>
        <w:t>3</w:t>
      </w:r>
      <w:r w:rsidRPr="00C86611">
        <w:rPr>
          <w:rStyle w:val="libFootnotenumChar"/>
          <w:rtl/>
        </w:rPr>
        <w:t>)</w:t>
      </w:r>
      <w:r w:rsidRPr="005E6D00">
        <w:rPr>
          <w:rtl/>
        </w:rPr>
        <w:t xml:space="preserve"> والأخبار المتواترة الآمرة بحبّ ذوي</w:t>
      </w:r>
      <w:r w:rsidR="007D206B" w:rsidRPr="005E6D00">
        <w:rPr>
          <w:rFonts w:hint="cs"/>
          <w:rtl/>
        </w:rPr>
        <w:t xml:space="preserve"> </w:t>
      </w:r>
      <w:r w:rsidRPr="005E6D00">
        <w:rPr>
          <w:rtl/>
        </w:rPr>
        <w:t>القربى ومودّتهم و مطلوبيّة إظهار آثار الحبّ والوداد</w:t>
      </w:r>
      <w:r w:rsidRPr="00C86611">
        <w:rPr>
          <w:rStyle w:val="libFootnotenumChar"/>
          <w:rtl/>
        </w:rPr>
        <w:t>(</w:t>
      </w:r>
      <w:r w:rsidR="00167C07">
        <w:rPr>
          <w:rStyle w:val="libFootnotenumChar"/>
          <w:rFonts w:hint="cs"/>
          <w:rtl/>
        </w:rPr>
        <w:t>4</w:t>
      </w:r>
      <w:r w:rsidRPr="00C86611">
        <w:rPr>
          <w:rStyle w:val="libFootnotenumChar"/>
          <w:rtl/>
        </w:rPr>
        <w:t>)</w:t>
      </w:r>
      <w:r w:rsidRPr="005E6D00">
        <w:rPr>
          <w:rtl/>
        </w:rPr>
        <w:t>، وقد أشرنا إلى أنّ تقبيل ما يتعلّق بالمحبوب من ثياب، أو دار، أو قبر أو مكتوب أو غير ذلك إظهاراً للحبِّ لـه ممّا جرت عليه عادة بني آدم، واستمرّت عليه طريقتهم، وعليه</w:t>
      </w:r>
      <w:r w:rsidR="00470211" w:rsidRPr="005E6D00">
        <w:rPr>
          <w:rFonts w:hint="cs"/>
          <w:rtl/>
        </w:rPr>
        <w:t xml:space="preserve"> </w:t>
      </w:r>
      <w:r w:rsidRPr="005E6D00">
        <w:rPr>
          <w:rtl/>
        </w:rPr>
        <w:t>ورد تشريع تقبيل الحجر الأسود والبيت وبابه</w:t>
      </w:r>
      <w:r w:rsidRPr="00C86611">
        <w:rPr>
          <w:rStyle w:val="libFootnotenumChar"/>
          <w:rtl/>
        </w:rPr>
        <w:t>(</w:t>
      </w:r>
      <w:r w:rsidR="00167C07">
        <w:rPr>
          <w:rStyle w:val="libFootnotenumChar"/>
          <w:rFonts w:hint="cs"/>
          <w:rtl/>
        </w:rPr>
        <w:t>5</w:t>
      </w:r>
      <w:r w:rsidRPr="00C86611">
        <w:rPr>
          <w:rStyle w:val="libFootnotenumChar"/>
          <w:rtl/>
        </w:rPr>
        <w:t>)</w:t>
      </w:r>
      <w:r w:rsidRPr="005E6D00">
        <w:rPr>
          <w:rtl/>
        </w:rPr>
        <w:t>، وتقبيل القرآن المجيد، الضرائح المقدّسة، وتقبيل يد</w:t>
      </w:r>
      <w:r w:rsidRPr="00C86611">
        <w:rPr>
          <w:rStyle w:val="libFootnotenumChar"/>
          <w:rtl/>
        </w:rPr>
        <w:t>(</w:t>
      </w:r>
      <w:r w:rsidR="00167C07">
        <w:rPr>
          <w:rStyle w:val="libFootnotenumChar"/>
          <w:rFonts w:hint="cs"/>
          <w:rtl/>
        </w:rPr>
        <w:t>6</w:t>
      </w:r>
      <w:r w:rsidRPr="00C86611">
        <w:rPr>
          <w:rStyle w:val="libFootnotenumChar"/>
          <w:rtl/>
        </w:rPr>
        <w:t>)</w:t>
      </w:r>
      <w:r w:rsidRPr="005E6D00">
        <w:rPr>
          <w:rtl/>
        </w:rPr>
        <w:t xml:space="preserve"> مَنْ اُنتسِب إلى رسول الله </w:t>
      </w:r>
      <w:r w:rsidR="00811D4D" w:rsidRPr="00811D4D">
        <w:rPr>
          <w:rStyle w:val="libAlaemChar"/>
          <w:rFonts w:eastAsiaTheme="minorHAnsi"/>
          <w:rtl/>
        </w:rPr>
        <w:t>صلى‌الله‌عليه‌وآله‌وسلم</w:t>
      </w:r>
      <w:r w:rsidRPr="005E6D00">
        <w:rPr>
          <w:rtl/>
        </w:rPr>
        <w:t xml:space="preserve"> بنسبٍ أو فقهٍ في دينه ونحو ذلك.</w:t>
      </w:r>
    </w:p>
    <w:p w:rsidR="00AB77F1" w:rsidRPr="00AB77F1" w:rsidRDefault="00AB77F1" w:rsidP="00AB77F1">
      <w:pPr>
        <w:pStyle w:val="libLine"/>
        <w:rPr>
          <w:rtl/>
        </w:rPr>
      </w:pPr>
      <w:r w:rsidRPr="00AB77F1">
        <w:rPr>
          <w:rtl/>
        </w:rPr>
        <w:t>ــــــــــــــــــ</w:t>
      </w:r>
    </w:p>
    <w:p w:rsidR="00167C07" w:rsidRPr="00807971" w:rsidRDefault="00072E0A" w:rsidP="004E0038">
      <w:pPr>
        <w:pStyle w:val="libFootnote0"/>
        <w:rPr>
          <w:rStyle w:val="libNormalChar"/>
          <w:rtl/>
        </w:rPr>
      </w:pPr>
      <w:r w:rsidRPr="00CD68F4">
        <w:rPr>
          <w:rFonts w:hint="cs"/>
          <w:rtl/>
        </w:rPr>
        <w:t>(</w:t>
      </w:r>
      <w:r w:rsidR="00167C07" w:rsidRPr="00CD68F4">
        <w:rPr>
          <w:rFonts w:hint="cs"/>
          <w:rtl/>
        </w:rPr>
        <w:t>1</w:t>
      </w:r>
      <w:r w:rsidR="00167C07" w:rsidRPr="00CD68F4">
        <w:rPr>
          <w:rtl/>
        </w:rPr>
        <w:t xml:space="preserve">) قال الشهيد الأوّل </w:t>
      </w:r>
      <w:r w:rsidR="00811D4D" w:rsidRPr="006E1602">
        <w:rPr>
          <w:rStyle w:val="libFootnoteAlaemChar"/>
          <w:rtl/>
        </w:rPr>
        <w:t>رحمه‌الله</w:t>
      </w:r>
      <w:r w:rsidR="00167C07" w:rsidRPr="00CD68F4">
        <w:rPr>
          <w:rtl/>
        </w:rPr>
        <w:t xml:space="preserve"> في القواعد: ج2، ص159، قاعدة 209: ( يجوز تعظيم المؤمن بما جرت به عادة الزمان، وإنْ لم يكن منقولاً عن السلف؛ لدلالة العمومات عليه، قال الله تعالى:</w:t>
      </w:r>
      <w:r w:rsidR="00167C07" w:rsidRPr="00E0070D">
        <w:rPr>
          <w:rStyle w:val="libNormalChar"/>
          <w:rtl/>
        </w:rPr>
        <w:t xml:space="preserve"> </w:t>
      </w:r>
      <w:r w:rsidR="004E0038" w:rsidRPr="004E0038">
        <w:rPr>
          <w:rStyle w:val="libFootnoteAlaemChar"/>
          <w:rFonts w:eastAsiaTheme="minorHAnsi"/>
          <w:rtl/>
        </w:rPr>
        <w:t>(</w:t>
      </w:r>
      <w:r w:rsidR="00167C07" w:rsidRPr="00C86611">
        <w:rPr>
          <w:rStyle w:val="libFootnoteAieChar"/>
          <w:rtl/>
        </w:rPr>
        <w:t xml:space="preserve"> ذلك ومَن يعظم شعائر الله فإنها من تقوى القلوب </w:t>
      </w:r>
      <w:r w:rsidR="004E0038" w:rsidRPr="004E0038">
        <w:rPr>
          <w:rStyle w:val="libFootnoteAlaemChar"/>
          <w:rFonts w:eastAsiaTheme="minorHAnsi" w:hint="cs"/>
          <w:rtl/>
        </w:rPr>
        <w:t>)</w:t>
      </w:r>
      <w:r w:rsidR="00167C07" w:rsidRPr="00E0070D">
        <w:rPr>
          <w:rStyle w:val="libNormalChar"/>
          <w:rtl/>
        </w:rPr>
        <w:t xml:space="preserve"> وقال تعالى: </w:t>
      </w:r>
      <w:r w:rsidR="004E0038" w:rsidRPr="004E0038">
        <w:rPr>
          <w:rStyle w:val="libFootnoteAlaemChar"/>
          <w:rFonts w:eastAsiaTheme="minorHAnsi"/>
          <w:rtl/>
        </w:rPr>
        <w:t>(</w:t>
      </w:r>
      <w:r w:rsidR="00167C07" w:rsidRPr="00C86611">
        <w:rPr>
          <w:rStyle w:val="libFootnoteAieChar"/>
          <w:rtl/>
        </w:rPr>
        <w:t xml:space="preserve"> ذَلِكَ وَمَن يُعَظِّمْ حُرُمَاتِ اللَّهِ فَهُوَ خَيْرٌ لَّهُ عِندَ رَبِّهِ </w:t>
      </w:r>
      <w:r w:rsidR="004E0038" w:rsidRPr="004E0038">
        <w:rPr>
          <w:rStyle w:val="libFootnoteAlaemChar"/>
          <w:rFonts w:eastAsiaTheme="minorHAnsi" w:hint="cs"/>
          <w:rtl/>
        </w:rPr>
        <w:t>)</w:t>
      </w:r>
      <w:r w:rsidR="00167C07" w:rsidRPr="00CD68F4">
        <w:rPr>
          <w:rtl/>
        </w:rPr>
        <w:t>. وأيضاً راجع جواهر الكلام: ج3، ص47.</w:t>
      </w:r>
    </w:p>
    <w:p w:rsidR="00167C07" w:rsidRPr="00C86611" w:rsidRDefault="00072E0A" w:rsidP="0003580E">
      <w:pPr>
        <w:pStyle w:val="libFootnote0"/>
        <w:rPr>
          <w:rtl/>
        </w:rPr>
      </w:pPr>
      <w:r>
        <w:rPr>
          <w:rFonts w:hint="cs"/>
          <w:rtl/>
        </w:rPr>
        <w:t>(</w:t>
      </w:r>
      <w:r w:rsidR="00167C07">
        <w:rPr>
          <w:rFonts w:hint="cs"/>
          <w:rtl/>
        </w:rPr>
        <w:t>2</w:t>
      </w:r>
      <w:r w:rsidR="00167C07" w:rsidRPr="00C86611">
        <w:rPr>
          <w:rtl/>
        </w:rPr>
        <w:t>) لم أعثر على هذا التمسّك من خلال مراجعتي لأكثر من 20 تفسيراً لهذه الآية الشريفة.</w:t>
      </w:r>
    </w:p>
    <w:p w:rsidR="00167C07" w:rsidRPr="00807971" w:rsidRDefault="00072E0A" w:rsidP="004E0038">
      <w:pPr>
        <w:pStyle w:val="libFootnote0"/>
        <w:rPr>
          <w:rStyle w:val="libNormalChar"/>
          <w:rtl/>
        </w:rPr>
      </w:pPr>
      <w:r w:rsidRPr="00FB364A">
        <w:rPr>
          <w:rFonts w:hint="cs"/>
          <w:rtl/>
        </w:rPr>
        <w:t>(</w:t>
      </w:r>
      <w:r w:rsidR="00167C07" w:rsidRPr="00FB364A">
        <w:rPr>
          <w:rFonts w:hint="cs"/>
          <w:rtl/>
        </w:rPr>
        <w:t>3</w:t>
      </w:r>
      <w:r w:rsidR="00167C07" w:rsidRPr="00FB364A">
        <w:rPr>
          <w:rtl/>
        </w:rPr>
        <w:t xml:space="preserve">) راجع تفسير قوله تعالى في سورة الشورى آية23: </w:t>
      </w:r>
      <w:r w:rsidR="004E0038" w:rsidRPr="004E0038">
        <w:rPr>
          <w:rStyle w:val="libFootnoteAlaemChar"/>
          <w:rFonts w:eastAsiaTheme="minorHAnsi"/>
          <w:rtl/>
        </w:rPr>
        <w:t>(</w:t>
      </w:r>
      <w:r w:rsidR="00167C07" w:rsidRPr="00C86611">
        <w:rPr>
          <w:rStyle w:val="libFootnoteAieChar"/>
          <w:rtl/>
        </w:rPr>
        <w:t xml:space="preserve"> قل لا أسألكم عليه أجراً إلاّ المودّةَ في القربى </w:t>
      </w:r>
      <w:r w:rsidR="004E0038" w:rsidRPr="004E0038">
        <w:rPr>
          <w:rStyle w:val="libFootnoteAlaemChar"/>
          <w:rFonts w:eastAsiaTheme="minorHAnsi" w:hint="cs"/>
          <w:rtl/>
        </w:rPr>
        <w:t>)</w:t>
      </w:r>
      <w:r w:rsidR="00167C07" w:rsidRPr="00FB364A">
        <w:rPr>
          <w:rtl/>
        </w:rPr>
        <w:t xml:space="preserve"> وللمزيد والوقوف على هذا الموضوع راجع كتابنا (أهل البيت </w:t>
      </w:r>
      <w:r w:rsidR="00811D4D" w:rsidRPr="006E1602">
        <w:rPr>
          <w:rStyle w:val="libFootnoteAlaemChar"/>
          <w:rFonts w:eastAsiaTheme="minorHAnsi"/>
          <w:rtl/>
        </w:rPr>
        <w:t>عليهم‌السلام</w:t>
      </w:r>
      <w:r w:rsidR="00167C07" w:rsidRPr="00FB364A">
        <w:rPr>
          <w:rtl/>
        </w:rPr>
        <w:t xml:space="preserve"> في تفاسير السُنّة).</w:t>
      </w:r>
    </w:p>
    <w:p w:rsidR="00167C07" w:rsidRPr="0003580E" w:rsidRDefault="00072E0A" w:rsidP="00811D4D">
      <w:pPr>
        <w:pStyle w:val="libFootnote0"/>
        <w:rPr>
          <w:rtl/>
        </w:rPr>
      </w:pPr>
      <w:r w:rsidRPr="0003580E">
        <w:rPr>
          <w:rFonts w:hint="cs"/>
          <w:rtl/>
        </w:rPr>
        <w:t>(</w:t>
      </w:r>
      <w:r w:rsidR="00167C07" w:rsidRPr="0003580E">
        <w:rPr>
          <w:rFonts w:hint="cs"/>
          <w:rtl/>
        </w:rPr>
        <w:t>4</w:t>
      </w:r>
      <w:r w:rsidR="00167C07" w:rsidRPr="0003580E">
        <w:rPr>
          <w:rtl/>
        </w:rPr>
        <w:t xml:space="preserve">) أخرج السيوطي المتوفّى (911) في إحياء الميّت بفضائل أهل البيت، ص37، ح47، عن الديلمي، عن عليّ، قال: قال رسول الله </w:t>
      </w:r>
      <w:r w:rsidR="00811D4D" w:rsidRPr="006E1602">
        <w:rPr>
          <w:rStyle w:val="libFootnoteAlaemChar"/>
          <w:rFonts w:eastAsiaTheme="minorHAnsi"/>
          <w:rtl/>
        </w:rPr>
        <w:t>صلى‌الله‌عليه‌وآله‌وسلم</w:t>
      </w:r>
      <w:r w:rsidR="00167C07" w:rsidRPr="0003580E">
        <w:rPr>
          <w:rtl/>
        </w:rPr>
        <w:t>: ( أثبتكم على الصراطِ أشدُّكم حبّاً لأهل بيتي ).</w:t>
      </w:r>
    </w:p>
    <w:p w:rsidR="00167C07" w:rsidRPr="0041035F" w:rsidRDefault="00167C07" w:rsidP="00811D4D">
      <w:pPr>
        <w:pStyle w:val="libFootnote0"/>
        <w:rPr>
          <w:rStyle w:val="libNormalChar"/>
          <w:rtl/>
        </w:rPr>
      </w:pPr>
      <w:r w:rsidRPr="0003580E">
        <w:rPr>
          <w:rtl/>
        </w:rPr>
        <w:t xml:space="preserve">وأيضاً أخرج ابن المغازلي عن ابن عبّاس، عن رسول الله </w:t>
      </w:r>
      <w:r w:rsidR="00811D4D" w:rsidRPr="006E1602">
        <w:rPr>
          <w:rStyle w:val="libFootnoteAlaemChar"/>
          <w:rFonts w:eastAsiaTheme="minorHAnsi"/>
          <w:rtl/>
        </w:rPr>
        <w:t>صلى‌الله‌عليه‌وآله‌وسلم</w:t>
      </w:r>
      <w:r w:rsidRPr="0003580E">
        <w:rPr>
          <w:rtl/>
        </w:rPr>
        <w:t xml:space="preserve">: ( لا تزول قدما عبدٍ حتّى يُسأل عن أربع: عن عُمره فيما أفناه، وعن جسده فيما أبلاه، وعن ماله فيما أنفقه ومن أين اكتسبه، وعن حبّنا أهل البيت)، مناقب علي بن أبي طالب </w:t>
      </w:r>
      <w:r w:rsidR="00811D4D" w:rsidRPr="00D540E0">
        <w:rPr>
          <w:rStyle w:val="libFootnoteAlaemChar"/>
          <w:rFonts w:eastAsiaTheme="minorHAnsi"/>
          <w:rtl/>
        </w:rPr>
        <w:t>عليه‌السلام</w:t>
      </w:r>
      <w:r w:rsidRPr="0003580E">
        <w:rPr>
          <w:rtl/>
        </w:rPr>
        <w:t>: ص119.</w:t>
      </w:r>
    </w:p>
    <w:p w:rsidR="00167C07" w:rsidRPr="0003580E" w:rsidRDefault="00167C07" w:rsidP="00811D4D">
      <w:pPr>
        <w:pStyle w:val="libFootnote0"/>
        <w:rPr>
          <w:rtl/>
        </w:rPr>
      </w:pPr>
      <w:r w:rsidRPr="0003580E">
        <w:rPr>
          <w:rtl/>
        </w:rPr>
        <w:t xml:space="preserve">وأيضاً أخرج الخطيب البغدادي في تاريخه: ج2، ص146، عن رسول الله </w:t>
      </w:r>
      <w:r w:rsidR="00811D4D" w:rsidRPr="006E1602">
        <w:rPr>
          <w:rStyle w:val="libFootnoteAlaemChar"/>
          <w:rFonts w:eastAsiaTheme="minorHAnsi"/>
          <w:rtl/>
        </w:rPr>
        <w:t>صلى‌الله‌عليه‌وآله‌وسلم</w:t>
      </w:r>
      <w:r w:rsidRPr="0003580E">
        <w:rPr>
          <w:rtl/>
        </w:rPr>
        <w:t>: ( شفاعتي لأمّتي مَن أحبّ أهل بيتي ).</w:t>
      </w:r>
    </w:p>
    <w:p w:rsidR="00167C07" w:rsidRPr="00C86611" w:rsidRDefault="00072E0A" w:rsidP="00811D4D">
      <w:pPr>
        <w:pStyle w:val="libFootnote0"/>
        <w:rPr>
          <w:rtl/>
        </w:rPr>
      </w:pPr>
      <w:r>
        <w:rPr>
          <w:rFonts w:hint="cs"/>
          <w:rtl/>
        </w:rPr>
        <w:t>(</w:t>
      </w:r>
      <w:r w:rsidR="00167C07">
        <w:rPr>
          <w:rFonts w:hint="cs"/>
          <w:rtl/>
        </w:rPr>
        <w:t>5</w:t>
      </w:r>
      <w:r w:rsidR="00167C07" w:rsidRPr="00C86611">
        <w:rPr>
          <w:rtl/>
        </w:rPr>
        <w:t xml:space="preserve">) قال المحقّق الحلّي </w:t>
      </w:r>
      <w:r w:rsidR="00811D4D" w:rsidRPr="00D540E0">
        <w:rPr>
          <w:rStyle w:val="libFootnoteAlaemChar"/>
          <w:rtl/>
        </w:rPr>
        <w:t>رحمه‌الله</w:t>
      </w:r>
      <w:r w:rsidR="00167C07" w:rsidRPr="00C86611">
        <w:rPr>
          <w:rtl/>
        </w:rPr>
        <w:t xml:space="preserve"> في الشرائع: ج1، ص212، كتاب الحجّ: ( واستلام الحَجَر على الأصح وتقبيله...).</w:t>
      </w:r>
    </w:p>
    <w:p w:rsidR="00167C07" w:rsidRPr="0041035F" w:rsidRDefault="00072E0A" w:rsidP="00811D4D">
      <w:pPr>
        <w:pStyle w:val="libFootnote0"/>
        <w:rPr>
          <w:rStyle w:val="libNormalChar"/>
          <w:rtl/>
        </w:rPr>
      </w:pPr>
      <w:r w:rsidRPr="0003580E">
        <w:rPr>
          <w:rFonts w:hint="cs"/>
          <w:rtl/>
        </w:rPr>
        <w:t>(</w:t>
      </w:r>
      <w:r w:rsidR="00167C07" w:rsidRPr="0003580E">
        <w:rPr>
          <w:rFonts w:hint="cs"/>
          <w:rtl/>
        </w:rPr>
        <w:t>6</w:t>
      </w:r>
      <w:r w:rsidR="00167C07" w:rsidRPr="0003580E">
        <w:rPr>
          <w:rtl/>
        </w:rPr>
        <w:t xml:space="preserve">) إشارة إلى الصحيح عن أبي عبد الله </w:t>
      </w:r>
      <w:r w:rsidR="00811D4D" w:rsidRPr="006E1602">
        <w:rPr>
          <w:rStyle w:val="libFootnoteAlaemChar"/>
          <w:rFonts w:eastAsiaTheme="minorHAnsi"/>
          <w:rtl/>
        </w:rPr>
        <w:t>عليه‌السلام</w:t>
      </w:r>
      <w:r w:rsidR="00167C07" w:rsidRPr="0003580E">
        <w:rPr>
          <w:rtl/>
        </w:rPr>
        <w:t xml:space="preserve"> إنّه قال: ( لا تُقبّل رأسَ أحدٍ ويدَه، إلاّ يد رسول </w:t>
      </w:r>
      <w:r w:rsidR="00811D4D" w:rsidRPr="006E1602">
        <w:rPr>
          <w:rStyle w:val="libFootnoteAlaemChar"/>
          <w:rFonts w:eastAsiaTheme="minorHAnsi"/>
          <w:rtl/>
        </w:rPr>
        <w:t>صلى‌الله‌عليه‌وآله‌وسلم</w:t>
      </w:r>
      <w:r w:rsidR="00167C07" w:rsidRPr="0003580E">
        <w:rPr>
          <w:rtl/>
        </w:rPr>
        <w:t xml:space="preserve"> أو مَنْ أُريد به رسول الله </w:t>
      </w:r>
      <w:r w:rsidR="00811D4D" w:rsidRPr="006E1602">
        <w:rPr>
          <w:rStyle w:val="libFootnoteAlaemChar"/>
          <w:rFonts w:eastAsiaTheme="minorHAnsi"/>
          <w:rtl/>
        </w:rPr>
        <w:t>صلى‌الله‌عليه‌وآله‌وسلم</w:t>
      </w:r>
      <w:r w:rsidR="00167C07" w:rsidRPr="0003580E">
        <w:rPr>
          <w:rtl/>
        </w:rPr>
        <w:t xml:space="preserve"> منه عفا الله عنه). تقدّمت الإشارة إلى هذا الحديث الشريف وأخرجناه من الكافي: ج2، ص185، ح2، وذكرنا احتمالات السيّد عبد الله شبّر </w:t>
      </w:r>
      <w:r w:rsidR="00811D4D" w:rsidRPr="006E1602">
        <w:rPr>
          <w:rStyle w:val="libFootnoteAlaemChar"/>
          <w:rtl/>
        </w:rPr>
        <w:t>رحمه‌الله</w:t>
      </w:r>
      <w:r w:rsidR="00167C07" w:rsidRPr="0003580E">
        <w:rPr>
          <w:rtl/>
        </w:rPr>
        <w:t xml:space="preserve"> فيه. فراجع.</w:t>
      </w:r>
    </w:p>
    <w:p w:rsidR="00167C07" w:rsidRDefault="00167C07" w:rsidP="00236302">
      <w:pPr>
        <w:pStyle w:val="libNormal"/>
        <w:rPr>
          <w:rtl/>
        </w:rPr>
      </w:pPr>
      <w:r>
        <w:rPr>
          <w:rtl/>
        </w:rPr>
        <w:br w:type="page"/>
      </w:r>
    </w:p>
    <w:p w:rsidR="002152CB" w:rsidRPr="005E6D00" w:rsidRDefault="002152CB" w:rsidP="00811D4D">
      <w:pPr>
        <w:pStyle w:val="libNormal"/>
        <w:rPr>
          <w:rtl/>
        </w:rPr>
      </w:pPr>
      <w:r w:rsidRPr="00DA10CC">
        <w:rPr>
          <w:rStyle w:val="libBold1Char"/>
          <w:rtl/>
        </w:rPr>
        <w:lastRenderedPageBreak/>
        <w:t>الرابع:</w:t>
      </w:r>
      <w:r w:rsidRPr="005E6D00">
        <w:rPr>
          <w:rtl/>
        </w:rPr>
        <w:t xml:space="preserve"> الأخبار الكثيرة الحاكية لإنكباب الأئمّة </w:t>
      </w:r>
      <w:r w:rsidR="00811D4D" w:rsidRPr="00811D4D">
        <w:rPr>
          <w:rStyle w:val="libAlaemChar"/>
          <w:rFonts w:eastAsiaTheme="minorHAnsi"/>
          <w:rtl/>
        </w:rPr>
        <w:t>عليهم‌السلام</w:t>
      </w:r>
      <w:r w:rsidRPr="005E6D00">
        <w:rPr>
          <w:rtl/>
        </w:rPr>
        <w:t xml:space="preserve"> على قبر النبيّ </w:t>
      </w:r>
      <w:r w:rsidR="00811D4D" w:rsidRPr="00811D4D">
        <w:rPr>
          <w:rStyle w:val="libAlaemChar"/>
          <w:rFonts w:eastAsiaTheme="minorHAnsi"/>
          <w:rtl/>
        </w:rPr>
        <w:t>صلى‌الله‌عليه‌وآله‌وسلم</w:t>
      </w:r>
      <w:r w:rsidR="00811D4D" w:rsidRPr="005E6D00">
        <w:rPr>
          <w:rtl/>
        </w:rPr>
        <w:t xml:space="preserve"> </w:t>
      </w:r>
      <w:r w:rsidRPr="005E6D00">
        <w:rPr>
          <w:rtl/>
        </w:rPr>
        <w:t xml:space="preserve">، وقبور مَن قبلهم من الأئمّة </w:t>
      </w:r>
      <w:r w:rsidR="00811D4D" w:rsidRPr="00811D4D">
        <w:rPr>
          <w:rStyle w:val="libAlaemChar"/>
          <w:rFonts w:eastAsiaTheme="minorHAnsi"/>
          <w:rtl/>
        </w:rPr>
        <w:t>عليهم‌السلام</w:t>
      </w:r>
      <w:r w:rsidRPr="005E6D00">
        <w:rPr>
          <w:rtl/>
        </w:rPr>
        <w:t xml:space="preserve"> وأولادهم</w:t>
      </w:r>
      <w:r w:rsidRPr="00C86611">
        <w:rPr>
          <w:rStyle w:val="libFootnotenumChar"/>
          <w:rtl/>
        </w:rPr>
        <w:t>(</w:t>
      </w:r>
      <w:r w:rsidR="00AE5479">
        <w:rPr>
          <w:rStyle w:val="libFootnotenumChar"/>
          <w:rFonts w:hint="cs"/>
          <w:rtl/>
        </w:rPr>
        <w:t>1</w:t>
      </w:r>
      <w:r w:rsidRPr="00C86611">
        <w:rPr>
          <w:rStyle w:val="libFootnotenumChar"/>
          <w:rtl/>
        </w:rPr>
        <w:t>)</w:t>
      </w:r>
      <w:r w:rsidRPr="005E6D00">
        <w:rPr>
          <w:rtl/>
        </w:rPr>
        <w:t xml:space="preserve"> وتقبيلهم إيّاه</w:t>
      </w:r>
      <w:r w:rsidR="00470211" w:rsidRPr="005E6D00">
        <w:rPr>
          <w:rFonts w:hint="cs"/>
          <w:rtl/>
        </w:rPr>
        <w:t xml:space="preserve"> </w:t>
      </w:r>
      <w:r w:rsidRPr="005E6D00">
        <w:rPr>
          <w:rtl/>
        </w:rPr>
        <w:t>ومسح الخدّين به كما لا يخفى على مَنْ لاحظ أخبار الزيارات</w:t>
      </w:r>
      <w:r w:rsidRPr="00C86611">
        <w:rPr>
          <w:rStyle w:val="libFootnotenumChar"/>
          <w:rtl/>
        </w:rPr>
        <w:t>(</w:t>
      </w:r>
      <w:r w:rsidR="00AE5479">
        <w:rPr>
          <w:rStyle w:val="libFootnotenumChar"/>
          <w:rFonts w:hint="cs"/>
          <w:rtl/>
        </w:rPr>
        <w:t>2</w:t>
      </w:r>
      <w:r w:rsidRPr="00C86611">
        <w:rPr>
          <w:rStyle w:val="libFootnotenumChar"/>
          <w:rtl/>
        </w:rPr>
        <w:t>)</w:t>
      </w:r>
      <w:r w:rsidRPr="005E6D00">
        <w:rPr>
          <w:rtl/>
        </w:rPr>
        <w:t>، وفعلهم لا يكون إلاّ راجحاً وعدم الفرق بين القبر والعتبة واضح، والمناط فيهما متحدّ بلا شبهة.</w:t>
      </w:r>
    </w:p>
    <w:p w:rsidR="002152CB" w:rsidRPr="005E6D00" w:rsidRDefault="002152CB" w:rsidP="00811D4D">
      <w:pPr>
        <w:pStyle w:val="libNormal"/>
        <w:rPr>
          <w:rtl/>
        </w:rPr>
      </w:pPr>
      <w:r w:rsidRPr="00DA10CC">
        <w:rPr>
          <w:rStyle w:val="libBold1Char"/>
          <w:rtl/>
        </w:rPr>
        <w:t>الخامس:</w:t>
      </w:r>
      <w:r w:rsidRPr="005E6D00">
        <w:rPr>
          <w:rtl/>
        </w:rPr>
        <w:t xml:space="preserve"> إنّ تقبيل الأرض قدّام الأئمة </w:t>
      </w:r>
      <w:r w:rsidR="00811D4D" w:rsidRPr="00811D4D">
        <w:rPr>
          <w:rStyle w:val="libAlaemChar"/>
          <w:rFonts w:eastAsiaTheme="minorHAnsi"/>
          <w:rtl/>
        </w:rPr>
        <w:t>عليهم‌السلام</w:t>
      </w:r>
      <w:r w:rsidRPr="005E6D00">
        <w:rPr>
          <w:rtl/>
        </w:rPr>
        <w:t xml:space="preserve"> قد صدر من الرّعيّة بالنسبة إليهم ولم ينكروه، بعد عدم الفرق بين العتبة والأرض قدّامهم، ولا بين حياتهم ووفاتهم؛ لأنّهم أحياءٌ عند ربّهم يُرزقون</w:t>
      </w:r>
      <w:r w:rsidRPr="00C86611">
        <w:rPr>
          <w:rStyle w:val="libFootnotenumChar"/>
          <w:rtl/>
        </w:rPr>
        <w:t>(</w:t>
      </w:r>
      <w:r w:rsidR="00AE5479">
        <w:rPr>
          <w:rStyle w:val="libFootnotenumChar"/>
          <w:rFonts w:hint="cs"/>
          <w:rtl/>
        </w:rPr>
        <w:t>3</w:t>
      </w:r>
      <w:r w:rsidRPr="00C86611">
        <w:rPr>
          <w:rStyle w:val="libFootnotenumChar"/>
          <w:rtl/>
        </w:rPr>
        <w:t>)</w:t>
      </w:r>
      <w:r w:rsidRPr="005E6D00">
        <w:rPr>
          <w:rtl/>
        </w:rPr>
        <w:t xml:space="preserve"> أمّا الكبرى</w:t>
      </w:r>
      <w:r w:rsidR="00470211" w:rsidRPr="005E6D00">
        <w:rPr>
          <w:rFonts w:hint="cs"/>
          <w:rtl/>
        </w:rPr>
        <w:t xml:space="preserve"> </w:t>
      </w:r>
      <w:r w:rsidRPr="005E6D00">
        <w:rPr>
          <w:rtl/>
        </w:rPr>
        <w:t xml:space="preserve">فواضحة وأمّا الصغرى وهو وقوع التقبيل للأرض قدّامهم </w:t>
      </w:r>
      <w:r w:rsidR="00811D4D" w:rsidRPr="00811D4D">
        <w:rPr>
          <w:rStyle w:val="libAlaemChar"/>
          <w:rFonts w:eastAsiaTheme="minorHAnsi"/>
          <w:rtl/>
        </w:rPr>
        <w:t>عليهم‌السلام</w:t>
      </w:r>
      <w:r w:rsidRPr="005E6D00">
        <w:rPr>
          <w:rtl/>
        </w:rPr>
        <w:t>.</w:t>
      </w:r>
    </w:p>
    <w:p w:rsidR="002152CB" w:rsidRPr="005E6D00" w:rsidRDefault="002152CB" w:rsidP="00811D4D">
      <w:pPr>
        <w:pStyle w:val="libNormal"/>
        <w:rPr>
          <w:rtl/>
        </w:rPr>
      </w:pPr>
      <w:r w:rsidRPr="005E6D00">
        <w:rPr>
          <w:rtl/>
        </w:rPr>
        <w:t xml:space="preserve">فلِما رواه في الباب التاسع والعشرين والمائة من أبواب العشرة، من كتاب الحجّ من وسائل الشيعة عن الصدوق </w:t>
      </w:r>
      <w:r w:rsidR="00811D4D" w:rsidRPr="00811D4D">
        <w:rPr>
          <w:rStyle w:val="libAlaemChar"/>
          <w:rtl/>
        </w:rPr>
        <w:t>رحمه‌الله</w:t>
      </w:r>
      <w:r w:rsidRPr="005E6D00">
        <w:rPr>
          <w:rtl/>
        </w:rPr>
        <w:t xml:space="preserve"> في العيون مسنداً عن صفوان بن يحيى قال: سألني أبو قرّة صاحب الجاثليق أنْ أوصله إلى الرضا </w:t>
      </w:r>
      <w:r w:rsidR="00811D4D" w:rsidRPr="00811D4D">
        <w:rPr>
          <w:rStyle w:val="libAlaemChar"/>
          <w:rFonts w:eastAsiaTheme="minorHAnsi"/>
          <w:rtl/>
        </w:rPr>
        <w:t>عليه‌السلام</w:t>
      </w:r>
      <w:r w:rsidR="00811D4D" w:rsidRPr="005E6D00">
        <w:rPr>
          <w:rtl/>
        </w:rPr>
        <w:t xml:space="preserve"> </w:t>
      </w:r>
      <w:r w:rsidRPr="005E6D00">
        <w:rPr>
          <w:rtl/>
        </w:rPr>
        <w:t>، فاستأذنته في ذلك، فقال: دخّله عليَّ فلمّا دخل عليه قبّلَ بساطه وقال: هكذا علينا في ديننا أنْ نفعل بأشراف زماننا. الحديث</w:t>
      </w:r>
      <w:r w:rsidRPr="00C86611">
        <w:rPr>
          <w:rStyle w:val="libFootnotenumChar"/>
          <w:rtl/>
        </w:rPr>
        <w:t>(</w:t>
      </w:r>
      <w:r w:rsidR="00AE5479">
        <w:rPr>
          <w:rStyle w:val="libFootnotenumChar"/>
          <w:rFonts w:hint="cs"/>
          <w:rtl/>
        </w:rPr>
        <w:t>4</w:t>
      </w:r>
      <w:r w:rsidRPr="00C86611">
        <w:rPr>
          <w:rStyle w:val="libFootnotenumChar"/>
          <w:rtl/>
        </w:rPr>
        <w:t>)</w:t>
      </w:r>
      <w:r w:rsidRPr="005E6D00">
        <w:rPr>
          <w:rtl/>
        </w:rPr>
        <w:t>.</w:t>
      </w:r>
    </w:p>
    <w:p w:rsidR="002152CB" w:rsidRPr="00E0070D" w:rsidRDefault="002152CB" w:rsidP="0019417F">
      <w:pPr>
        <w:pStyle w:val="libNormal"/>
        <w:rPr>
          <w:rtl/>
        </w:rPr>
      </w:pPr>
      <w:r w:rsidRPr="00E0070D">
        <w:rPr>
          <w:rtl/>
        </w:rPr>
        <w:t>وليس فيه إنكارٌ لذلك.</w:t>
      </w:r>
    </w:p>
    <w:p w:rsidR="002152CB" w:rsidRPr="005E6D00" w:rsidRDefault="002152CB" w:rsidP="00811D4D">
      <w:pPr>
        <w:pStyle w:val="libNormal"/>
        <w:rPr>
          <w:rtl/>
        </w:rPr>
      </w:pPr>
      <w:r w:rsidRPr="005E6D00">
        <w:rPr>
          <w:rtl/>
        </w:rPr>
        <w:t xml:space="preserve">ولو لم يكن هذا الأدب مُمضى في شرعنا لمنعَ الإمام </w:t>
      </w:r>
      <w:r w:rsidR="00811D4D" w:rsidRPr="00811D4D">
        <w:rPr>
          <w:rStyle w:val="libAlaemChar"/>
          <w:rFonts w:eastAsiaTheme="minorHAnsi"/>
          <w:rtl/>
        </w:rPr>
        <w:t>عليه‌السلام</w:t>
      </w:r>
      <w:r w:rsidRPr="005E6D00">
        <w:rPr>
          <w:rtl/>
        </w:rPr>
        <w:t xml:space="preserve"> عن ذلك؛ لأنّ الكفّار مكلّفون بالفروع</w:t>
      </w:r>
      <w:r w:rsidRPr="00C86611">
        <w:rPr>
          <w:rStyle w:val="libFootnotenumChar"/>
          <w:rtl/>
        </w:rPr>
        <w:t>(</w:t>
      </w:r>
      <w:r w:rsidR="00AE5479">
        <w:rPr>
          <w:rStyle w:val="libFootnotenumChar"/>
          <w:rFonts w:hint="cs"/>
          <w:rtl/>
        </w:rPr>
        <w:t>5</w:t>
      </w:r>
      <w:r w:rsidRPr="00C86611">
        <w:rPr>
          <w:rStyle w:val="libFootnotenumChar"/>
          <w:rtl/>
        </w:rPr>
        <w:t>)</w:t>
      </w:r>
      <w:r w:rsidRPr="005E6D00">
        <w:rPr>
          <w:rtl/>
        </w:rPr>
        <w:t xml:space="preserve"> والسكوت عن المنكر لا يصدر من المعصوم </w:t>
      </w:r>
      <w:r w:rsidR="00811D4D" w:rsidRPr="00811D4D">
        <w:rPr>
          <w:rStyle w:val="libAlaemChar"/>
          <w:rFonts w:eastAsiaTheme="minorHAnsi"/>
          <w:rtl/>
        </w:rPr>
        <w:t>عليه‌السلام</w:t>
      </w:r>
      <w:r w:rsidR="00811D4D" w:rsidRPr="00C86611">
        <w:rPr>
          <w:rStyle w:val="libFootnotenumChar"/>
          <w:rtl/>
        </w:rPr>
        <w:t xml:space="preserve"> </w:t>
      </w:r>
      <w:r w:rsidRPr="00C86611">
        <w:rPr>
          <w:rStyle w:val="libFootnotenumChar"/>
          <w:rtl/>
        </w:rPr>
        <w:t>(</w:t>
      </w:r>
      <w:r w:rsidR="00AE5479">
        <w:rPr>
          <w:rStyle w:val="libFootnotenumChar"/>
          <w:rFonts w:hint="cs"/>
          <w:rtl/>
        </w:rPr>
        <w:t>6</w:t>
      </w:r>
      <w:r w:rsidRPr="00C86611">
        <w:rPr>
          <w:rStyle w:val="libFootnotenumChar"/>
          <w:rtl/>
        </w:rPr>
        <w:t>)</w:t>
      </w:r>
      <w:r w:rsidRPr="005E6D00">
        <w:rPr>
          <w:rtl/>
        </w:rPr>
        <w:t>.</w:t>
      </w:r>
    </w:p>
    <w:p w:rsidR="00AB77F1" w:rsidRPr="00AB77F1" w:rsidRDefault="00AB77F1" w:rsidP="00AB77F1">
      <w:pPr>
        <w:pStyle w:val="libLine"/>
        <w:rPr>
          <w:rtl/>
        </w:rPr>
      </w:pPr>
      <w:r w:rsidRPr="00AB77F1">
        <w:rPr>
          <w:rtl/>
        </w:rPr>
        <w:t>ــــــــــــــــــ</w:t>
      </w:r>
    </w:p>
    <w:p w:rsidR="00AE5479" w:rsidRPr="00C86611" w:rsidRDefault="00072E0A" w:rsidP="0003580E">
      <w:pPr>
        <w:pStyle w:val="libFootnote0"/>
        <w:rPr>
          <w:rtl/>
        </w:rPr>
      </w:pPr>
      <w:r>
        <w:rPr>
          <w:rFonts w:hint="cs"/>
          <w:rtl/>
        </w:rPr>
        <w:t>(</w:t>
      </w:r>
      <w:r w:rsidR="00AE5479">
        <w:rPr>
          <w:rFonts w:hint="cs"/>
          <w:rtl/>
        </w:rPr>
        <w:t>1</w:t>
      </w:r>
      <w:r w:rsidR="00AE5479" w:rsidRPr="00C86611">
        <w:rPr>
          <w:rtl/>
        </w:rPr>
        <w:t>) أشار بذلك إلى ما وردَ في زيارة مولانا عليّ الأكبر روحي فداه في الأوّل من رجب والنصف من شعبان بالإنكباب على قبره بعد زيارته ثُمّ تقول: زادكم اللهُ شرفاً إلى آخره. (منه عفى الله عنه).</w:t>
      </w:r>
    </w:p>
    <w:p w:rsidR="00AE5479" w:rsidRPr="00C86611" w:rsidRDefault="00072E0A" w:rsidP="00811D4D">
      <w:pPr>
        <w:pStyle w:val="libFootnote0"/>
        <w:rPr>
          <w:rtl/>
        </w:rPr>
      </w:pPr>
      <w:r>
        <w:rPr>
          <w:rFonts w:hint="cs"/>
          <w:rtl/>
        </w:rPr>
        <w:t>(</w:t>
      </w:r>
      <w:r w:rsidR="00AE5479">
        <w:rPr>
          <w:rFonts w:hint="cs"/>
          <w:rtl/>
        </w:rPr>
        <w:t>2</w:t>
      </w:r>
      <w:r w:rsidR="00AE5479" w:rsidRPr="00C86611">
        <w:rPr>
          <w:rtl/>
        </w:rPr>
        <w:t xml:space="preserve">) راجع المصباح للكفعمي </w:t>
      </w:r>
      <w:r w:rsidR="00811D4D" w:rsidRPr="00D540E0">
        <w:rPr>
          <w:rStyle w:val="libFootnoteAlaemChar"/>
          <w:rtl/>
        </w:rPr>
        <w:t>رحمه‌الله</w:t>
      </w:r>
      <w:r w:rsidR="00AE5479" w:rsidRPr="00C86611">
        <w:rPr>
          <w:rtl/>
        </w:rPr>
        <w:t xml:space="preserve"> المتوفّى (900) ص652، ط بيروت الأعلمي، هذا في زيارة الإمام الحسين في شهر رجب، وأيضاً في زيارة الإمام الكاظم والجواد </w:t>
      </w:r>
      <w:r w:rsidR="00811D4D" w:rsidRPr="00D540E0">
        <w:rPr>
          <w:rStyle w:val="libFootnoteAlaemChar"/>
          <w:rFonts w:eastAsiaTheme="minorHAnsi"/>
          <w:rtl/>
        </w:rPr>
        <w:t>عليهما‌السلام</w:t>
      </w:r>
      <w:r w:rsidR="00AE5479" w:rsidRPr="00C86611">
        <w:rPr>
          <w:rtl/>
        </w:rPr>
        <w:t xml:space="preserve">: ص654، وأيضاً في زيارة العسكريّين </w:t>
      </w:r>
      <w:r w:rsidR="00811D4D" w:rsidRPr="00D540E0">
        <w:rPr>
          <w:rStyle w:val="libFootnoteAlaemChar"/>
          <w:rFonts w:eastAsiaTheme="minorHAnsi"/>
          <w:rtl/>
        </w:rPr>
        <w:t>عليهما‌السلام</w:t>
      </w:r>
      <w:r w:rsidR="00AE5479" w:rsidRPr="00C86611">
        <w:rPr>
          <w:rtl/>
        </w:rPr>
        <w:t>: ص656، وزيارة الحسين في ليلة عَرفة: ص664، وللمزيد راجع زاد المعاد للعلاّمة المجلسي المتوفّى (1111)، ومفاتيح الجنان للشيخ عبّاس القمّي، وغيرها من كتب الأدعية والزيارات.</w:t>
      </w:r>
    </w:p>
    <w:p w:rsidR="00AE5479" w:rsidRPr="00807971" w:rsidRDefault="00072E0A" w:rsidP="00D540E0">
      <w:pPr>
        <w:pStyle w:val="libFootnote0"/>
        <w:rPr>
          <w:rStyle w:val="libNormalChar"/>
          <w:rtl/>
        </w:rPr>
      </w:pPr>
      <w:r w:rsidRPr="00FB364A">
        <w:rPr>
          <w:rFonts w:hint="cs"/>
          <w:rtl/>
        </w:rPr>
        <w:t>(</w:t>
      </w:r>
      <w:r w:rsidR="00AE5479" w:rsidRPr="00FB364A">
        <w:rPr>
          <w:rFonts w:hint="cs"/>
          <w:rtl/>
        </w:rPr>
        <w:t>3</w:t>
      </w:r>
      <w:r w:rsidR="00AE5479" w:rsidRPr="00FB364A">
        <w:rPr>
          <w:rtl/>
        </w:rPr>
        <w:t xml:space="preserve">) إشارة إلى قوله تعالى: </w:t>
      </w:r>
      <w:r w:rsidR="00D540E0" w:rsidRPr="00D540E0">
        <w:rPr>
          <w:rStyle w:val="libFootnoteAlaemChar"/>
          <w:rFonts w:eastAsiaTheme="minorHAnsi"/>
          <w:rtl/>
        </w:rPr>
        <w:t>(</w:t>
      </w:r>
      <w:r w:rsidR="00AE5479" w:rsidRPr="00C86611">
        <w:rPr>
          <w:rStyle w:val="libFootnoteAieChar"/>
          <w:rtl/>
        </w:rPr>
        <w:t xml:space="preserve"> ولا تحسبنَّ الذينَ قُتلوا في سبيل الله أمواتاً بل أحياءٌ عندَ ربّهم يُرزقون </w:t>
      </w:r>
      <w:r w:rsidR="00D540E0" w:rsidRPr="00D540E0">
        <w:rPr>
          <w:rStyle w:val="libFootnoteAlaemChar"/>
          <w:rFonts w:eastAsiaTheme="minorHAnsi" w:hint="cs"/>
          <w:rtl/>
        </w:rPr>
        <w:t>)</w:t>
      </w:r>
      <w:r w:rsidR="00AE5479" w:rsidRPr="00FB364A">
        <w:rPr>
          <w:rtl/>
        </w:rPr>
        <w:t xml:space="preserve"> (سورة آل عمران: 169).</w:t>
      </w:r>
    </w:p>
    <w:p w:rsidR="00AE5479" w:rsidRPr="00C86611" w:rsidRDefault="00072E0A" w:rsidP="00811D4D">
      <w:pPr>
        <w:pStyle w:val="libFootnote0"/>
        <w:rPr>
          <w:rtl/>
        </w:rPr>
      </w:pPr>
      <w:r>
        <w:rPr>
          <w:rFonts w:hint="cs"/>
          <w:rtl/>
        </w:rPr>
        <w:t>(</w:t>
      </w:r>
      <w:r w:rsidR="00AE5479">
        <w:rPr>
          <w:rFonts w:hint="cs"/>
          <w:rtl/>
        </w:rPr>
        <w:t>4</w:t>
      </w:r>
      <w:r w:rsidR="00AE5479" w:rsidRPr="00C86611">
        <w:rPr>
          <w:rtl/>
        </w:rPr>
        <w:t xml:space="preserve">) عيون أخبار الرضا </w:t>
      </w:r>
      <w:r w:rsidR="00811D4D" w:rsidRPr="00D540E0">
        <w:rPr>
          <w:rStyle w:val="libFootnoteAlaemChar"/>
          <w:rFonts w:eastAsiaTheme="minorHAnsi"/>
          <w:rtl/>
        </w:rPr>
        <w:t>عليه‌السلام</w:t>
      </w:r>
      <w:r w:rsidR="00AE5479" w:rsidRPr="00C86611">
        <w:rPr>
          <w:rtl/>
        </w:rPr>
        <w:t xml:space="preserve"> للشيخ الصدوق: ج2، ص230، ح1، وسائل الشيعة: ج12، ص228، ح1، باب129، حكم تقبيل البساط بين يدَي الأشراف.</w:t>
      </w:r>
    </w:p>
    <w:p w:rsidR="00AE5479" w:rsidRPr="00C86611" w:rsidRDefault="00072E0A" w:rsidP="0003580E">
      <w:pPr>
        <w:pStyle w:val="libFootnote0"/>
        <w:rPr>
          <w:rtl/>
        </w:rPr>
      </w:pPr>
      <w:r>
        <w:rPr>
          <w:rFonts w:hint="cs"/>
          <w:rtl/>
        </w:rPr>
        <w:t>(</w:t>
      </w:r>
      <w:r w:rsidR="00AE5479">
        <w:rPr>
          <w:rFonts w:hint="cs"/>
          <w:rtl/>
        </w:rPr>
        <w:t>5</w:t>
      </w:r>
      <w:r w:rsidR="00AE5479" w:rsidRPr="00C86611">
        <w:rPr>
          <w:rtl/>
        </w:rPr>
        <w:t>) مكلّفون بها وتجب عليهم ولكن لا تصحُّ منهم لفقدانهم النيّة.</w:t>
      </w:r>
    </w:p>
    <w:p w:rsidR="00AE5479" w:rsidRDefault="00072E0A" w:rsidP="0003580E">
      <w:pPr>
        <w:pStyle w:val="libFootnote0"/>
        <w:rPr>
          <w:rtl/>
        </w:rPr>
      </w:pPr>
      <w:r>
        <w:rPr>
          <w:rFonts w:hint="cs"/>
          <w:rtl/>
        </w:rPr>
        <w:t>(</w:t>
      </w:r>
      <w:r w:rsidR="00AE5479">
        <w:rPr>
          <w:rFonts w:hint="cs"/>
          <w:rtl/>
        </w:rPr>
        <w:t>6</w:t>
      </w:r>
      <w:r w:rsidR="00AE5479" w:rsidRPr="00C86611">
        <w:rPr>
          <w:rtl/>
        </w:rPr>
        <w:t>) لو سكتَ المعصوم عن النهي عن المنكر والأمر بالمعروف انتفى الغرض حينئذٍ.</w:t>
      </w:r>
    </w:p>
    <w:p w:rsidR="00AE5479" w:rsidRDefault="00AE5479" w:rsidP="00770B9A">
      <w:pPr>
        <w:pStyle w:val="libNormal"/>
        <w:rPr>
          <w:rtl/>
        </w:rPr>
      </w:pPr>
      <w:r>
        <w:rPr>
          <w:rtl/>
        </w:rPr>
        <w:br w:type="page"/>
      </w:r>
    </w:p>
    <w:p w:rsidR="002152CB" w:rsidRPr="00316699" w:rsidRDefault="002152CB" w:rsidP="00811D4D">
      <w:pPr>
        <w:pStyle w:val="libNormal"/>
        <w:rPr>
          <w:rtl/>
        </w:rPr>
      </w:pPr>
      <w:r w:rsidRPr="00E0070D">
        <w:rPr>
          <w:rtl/>
        </w:rPr>
        <w:lastRenderedPageBreak/>
        <w:t xml:space="preserve">وما رواه الصدوق </w:t>
      </w:r>
      <w:r w:rsidR="00811D4D" w:rsidRPr="00811D4D">
        <w:rPr>
          <w:rStyle w:val="libAlaemChar"/>
          <w:rtl/>
        </w:rPr>
        <w:t>رحمه‌الله</w:t>
      </w:r>
      <w:r w:rsidRPr="00E0070D">
        <w:rPr>
          <w:rtl/>
        </w:rPr>
        <w:t xml:space="preserve"> في محكي كمال الدين، ورواه في البحار في باب ذكر مَنْ رأى الحجّة المنتظر (عجّل الله فرجه) من الخبر المتضمّن لوصول قافلة من قم ورواحهم إلى جعفر، وإرسال ولي العصر (عجّل الله فرجه وجعل أرواحنا فداه) غلامه وجلبه إياهم، وإخباره إياهم بأوصاف ما عندهم من الأموال، ووقوعهم شكراً لله تعالى على أنْ وفّقهم لمعرفة إمام زمانهم، ثُمّ تقبيلهم الأرض قدّام الإمام </w:t>
      </w:r>
      <w:r w:rsidR="00811D4D" w:rsidRPr="00811D4D">
        <w:rPr>
          <w:rStyle w:val="libAlaemChar"/>
          <w:rFonts w:eastAsiaTheme="minorHAnsi"/>
          <w:rtl/>
        </w:rPr>
        <w:t>عليه‌السلام</w:t>
      </w:r>
      <w:r w:rsidR="009A4281">
        <w:rPr>
          <w:rtl/>
        </w:rPr>
        <w:t xml:space="preserve"> تكريماً، وسؤالهم عمّا كانوا</w:t>
      </w:r>
      <w:r w:rsidR="009A4281" w:rsidRPr="0019417F">
        <w:rPr>
          <w:rFonts w:hint="cs"/>
          <w:rtl/>
        </w:rPr>
        <w:t xml:space="preserve"> </w:t>
      </w:r>
      <w:r w:rsidRPr="0019417F">
        <w:rPr>
          <w:rtl/>
        </w:rPr>
        <w:t>يحتاجون إليه من المسائل</w:t>
      </w:r>
      <w:r w:rsidRPr="00C86611">
        <w:rPr>
          <w:rStyle w:val="libFootnotenumChar"/>
          <w:rtl/>
        </w:rPr>
        <w:t>(</w:t>
      </w:r>
      <w:r w:rsidR="00E02BE5">
        <w:rPr>
          <w:rStyle w:val="libFootnotenumChar"/>
          <w:rFonts w:hint="cs"/>
          <w:rtl/>
        </w:rPr>
        <w:t>1</w:t>
      </w:r>
      <w:r w:rsidRPr="00C86611">
        <w:rPr>
          <w:rStyle w:val="libFootnotenumChar"/>
          <w:rtl/>
        </w:rPr>
        <w:t>)</w:t>
      </w:r>
      <w:r w:rsidRPr="0019417F">
        <w:rPr>
          <w:rtl/>
        </w:rPr>
        <w:t>.</w:t>
      </w:r>
    </w:p>
    <w:p w:rsidR="002152CB" w:rsidRDefault="002152CB" w:rsidP="00811D4D">
      <w:pPr>
        <w:pStyle w:val="libNormal"/>
        <w:rPr>
          <w:rtl/>
        </w:rPr>
      </w:pPr>
      <w:r w:rsidRPr="00E0070D">
        <w:rPr>
          <w:rtl/>
        </w:rPr>
        <w:t xml:space="preserve">فإنّ ظاهر الخبر أنّ تقبيل الأرض قدّام الإمام </w:t>
      </w:r>
      <w:r w:rsidR="00811D4D" w:rsidRPr="00811D4D">
        <w:rPr>
          <w:rStyle w:val="libAlaemChar"/>
          <w:rFonts w:eastAsiaTheme="minorHAnsi"/>
          <w:rtl/>
        </w:rPr>
        <w:t>عليه‌السلام</w:t>
      </w:r>
      <w:r w:rsidRPr="00E0070D">
        <w:rPr>
          <w:rtl/>
        </w:rPr>
        <w:t xml:space="preserve"> كان مرسوماً وعدم نهيه </w:t>
      </w:r>
      <w:r w:rsidR="00811D4D" w:rsidRPr="00811D4D">
        <w:rPr>
          <w:rStyle w:val="libAlaemChar"/>
          <w:rFonts w:eastAsiaTheme="minorHAnsi"/>
          <w:rtl/>
        </w:rPr>
        <w:t>عليه‌السلام</w:t>
      </w:r>
      <w:r w:rsidRPr="00E0070D">
        <w:rPr>
          <w:rtl/>
        </w:rPr>
        <w:t xml:space="preserve"> لهم عن ذلك في ذلك المحضر الشريف الخالي من الأ</w:t>
      </w:r>
      <w:r w:rsidR="00E02BE5">
        <w:rPr>
          <w:rtl/>
        </w:rPr>
        <w:t>غيار يدلّ على جوازه، بل رجحانه.</w:t>
      </w:r>
    </w:p>
    <w:p w:rsidR="00AB77F1" w:rsidRPr="00AB77F1" w:rsidRDefault="00AB77F1" w:rsidP="00AB77F1">
      <w:pPr>
        <w:pStyle w:val="libLine"/>
        <w:rPr>
          <w:rtl/>
        </w:rPr>
      </w:pPr>
      <w:r w:rsidRPr="00AB77F1">
        <w:rPr>
          <w:rtl/>
        </w:rPr>
        <w:t>ــــــــــــــــــ</w:t>
      </w:r>
    </w:p>
    <w:p w:rsidR="00E02BE5" w:rsidRDefault="00072E0A" w:rsidP="00811D4D">
      <w:pPr>
        <w:pStyle w:val="libFootnote0"/>
        <w:rPr>
          <w:rtl/>
        </w:rPr>
      </w:pPr>
      <w:r>
        <w:rPr>
          <w:rFonts w:hint="cs"/>
          <w:rtl/>
        </w:rPr>
        <w:t>(</w:t>
      </w:r>
      <w:r w:rsidR="00E02BE5">
        <w:rPr>
          <w:rFonts w:hint="cs"/>
          <w:rtl/>
        </w:rPr>
        <w:t>1</w:t>
      </w:r>
      <w:r w:rsidR="00E02BE5" w:rsidRPr="00C86611">
        <w:rPr>
          <w:rtl/>
        </w:rPr>
        <w:t xml:space="preserve">) رواه الصدوق </w:t>
      </w:r>
      <w:r w:rsidR="00811D4D" w:rsidRPr="008E2AAA">
        <w:rPr>
          <w:rStyle w:val="libFootnoteAlaemChar"/>
          <w:rtl/>
        </w:rPr>
        <w:t>رحمه‌الله</w:t>
      </w:r>
      <w:r w:rsidR="00E02BE5" w:rsidRPr="00C86611">
        <w:rPr>
          <w:rtl/>
        </w:rPr>
        <w:t xml:space="preserve"> المتوفّى (381) في كمال الدين، ج2، ص503، ح25، باب ذكر مَن شاهد القائم </w:t>
      </w:r>
      <w:r w:rsidR="00811D4D" w:rsidRPr="008E2AAA">
        <w:rPr>
          <w:rStyle w:val="libFootnoteAlaemChar"/>
          <w:rFonts w:eastAsiaTheme="minorHAnsi"/>
          <w:rtl/>
        </w:rPr>
        <w:t>عليه‌السلام</w:t>
      </w:r>
      <w:r w:rsidR="00811D4D" w:rsidRPr="00C86611">
        <w:rPr>
          <w:rtl/>
        </w:rPr>
        <w:t xml:space="preserve"> </w:t>
      </w:r>
      <w:r w:rsidR="00E02BE5" w:rsidRPr="00C86611">
        <w:rPr>
          <w:rtl/>
        </w:rPr>
        <w:t xml:space="preserve">، والحديث طويل ولكن نقتطف موضع الحاجة وبيت القصيد: ( لمّا قُبض سيّدنا أبو محمّد الحسن العسكري وفد من قم وفود) إلى أنْ قال: ( فإذا ولده القائم سيّدنا </w:t>
      </w:r>
      <w:r w:rsidR="00811D4D" w:rsidRPr="008E2AAA">
        <w:rPr>
          <w:rStyle w:val="libFootnoteAlaemChar"/>
          <w:rFonts w:eastAsiaTheme="minorHAnsi"/>
          <w:rtl/>
        </w:rPr>
        <w:t>عليه‌السلام</w:t>
      </w:r>
      <w:r w:rsidR="00E02BE5" w:rsidRPr="00C86611">
        <w:rPr>
          <w:rtl/>
        </w:rPr>
        <w:t xml:space="preserve"> قاعد على سرير كأنّه فلقة قمر، عليه ثياب خُضر، فسلّمنا عليه، فردَّ علينا السلام، ثُمّ قال: ( جملة المال كذا وكذا ديناراً، حمل فلان كذا، وحمل فلان كذا، ولم يزل يصف حتّى وصف الجميع ثُمّ وصف ثيابنا ورحالنا وما كان معنا من الدواب، فخررنا سُجّداً لله عزّ وجلّ شكراً لما عرّفنا، وقبلّنا الأرضَ بين يديه...) رواه العلاّمة المجلسي في البحار: ج92، ص49، ح34، ط مؤسّسة الوفاء.</w:t>
      </w:r>
    </w:p>
    <w:p w:rsidR="00E02BE5" w:rsidRDefault="00E02BE5" w:rsidP="00770B9A">
      <w:pPr>
        <w:pStyle w:val="libNormal"/>
        <w:rPr>
          <w:rtl/>
        </w:rPr>
      </w:pPr>
      <w:r>
        <w:rPr>
          <w:rtl/>
        </w:rPr>
        <w:br w:type="page"/>
      </w:r>
    </w:p>
    <w:p w:rsidR="002152CB" w:rsidRPr="005E6D00" w:rsidRDefault="002152CB" w:rsidP="005E6D00">
      <w:pPr>
        <w:pStyle w:val="libNormal"/>
        <w:rPr>
          <w:rtl/>
        </w:rPr>
      </w:pPr>
      <w:r w:rsidRPr="005E6D00">
        <w:rPr>
          <w:rtl/>
        </w:rPr>
        <w:lastRenderedPageBreak/>
        <w:t>ويُؤيّد الخبَرَين قصّة الوزير الناصبي لحاكم البحرين المنقول في البحار عند تعداد مَنْ رأى مولانا الحجّة المنتظر (عجّل الله فرجه وجعلنا مِن كلِّ مكروهٍ فداه) المتضمّن بتقبيل محمّد بن عيسى الأرض قدّام الإمام (عليه أفضل الصلاة والسلام) وعدم منعه إيّاه من ذلك، وتقريرهم حجّة</w:t>
      </w:r>
      <w:r w:rsidRPr="00C86611">
        <w:rPr>
          <w:rStyle w:val="libFootnotenumChar"/>
          <w:rtl/>
        </w:rPr>
        <w:t>(</w:t>
      </w:r>
      <w:r w:rsidR="00E02BE5">
        <w:rPr>
          <w:rStyle w:val="libFootnotenumChar"/>
          <w:rFonts w:hint="cs"/>
          <w:rtl/>
        </w:rPr>
        <w:t>1</w:t>
      </w:r>
      <w:r w:rsidRPr="00C86611">
        <w:rPr>
          <w:rStyle w:val="libFootnotenumChar"/>
          <w:rtl/>
        </w:rPr>
        <w:t>)</w:t>
      </w:r>
      <w:r w:rsidRPr="005E6D00">
        <w:rPr>
          <w:rtl/>
        </w:rPr>
        <w:t>.</w:t>
      </w:r>
    </w:p>
    <w:p w:rsidR="00AB77F1" w:rsidRPr="00AB77F1" w:rsidRDefault="00AB77F1" w:rsidP="00AB77F1">
      <w:pPr>
        <w:pStyle w:val="libLine"/>
        <w:rPr>
          <w:rtl/>
        </w:rPr>
      </w:pPr>
      <w:r w:rsidRPr="00AB77F1">
        <w:rPr>
          <w:rtl/>
        </w:rPr>
        <w:t>ــــــــــــــــــ</w:t>
      </w:r>
    </w:p>
    <w:p w:rsidR="00E02BE5" w:rsidRPr="00C86611" w:rsidRDefault="00072E0A" w:rsidP="00811D4D">
      <w:pPr>
        <w:pStyle w:val="libFootnote0"/>
        <w:rPr>
          <w:rtl/>
        </w:rPr>
      </w:pPr>
      <w:r>
        <w:rPr>
          <w:rFonts w:hint="cs"/>
          <w:rtl/>
        </w:rPr>
        <w:t>(</w:t>
      </w:r>
      <w:r w:rsidR="00E02BE5">
        <w:rPr>
          <w:rFonts w:hint="cs"/>
          <w:rtl/>
        </w:rPr>
        <w:t>1</w:t>
      </w:r>
      <w:r w:rsidR="00E02BE5" w:rsidRPr="00C86611">
        <w:rPr>
          <w:rtl/>
        </w:rPr>
        <w:t xml:space="preserve">) بحار الأنوار للعلاّمة المجلسي: ج52، ص178، قال </w:t>
      </w:r>
      <w:r w:rsidR="00811D4D" w:rsidRPr="008E2AAA">
        <w:rPr>
          <w:rStyle w:val="libFootnoteAlaemChar"/>
          <w:rtl/>
        </w:rPr>
        <w:t>رحمه‌الله</w:t>
      </w:r>
      <w:r w:rsidR="00E02BE5" w:rsidRPr="00C86611">
        <w:rPr>
          <w:rtl/>
        </w:rPr>
        <w:t xml:space="preserve">: (ومنها ما أخبرني به بعض الأفاضل الكرام، والثقات الأعلام، قال : أخبرني بعض مَنْ أثق به يرويه عمّن يثق به، ويطريه أنّه قال : لما كان بلدة البحرين تحت ولاية الإفرنج، جعلوا واليها رجلاً من المسلمين، ليكون أدعى إلى تعميرها وأصلح بحال أهلها، وكان هذا الوالي من النواصب ولـه وزير أشدُّ نصباً منه يُظِهر العداوةَ لأهل البحرين لحبّهم لأهل البيت </w:t>
      </w:r>
      <w:r w:rsidR="00811D4D" w:rsidRPr="008E2AAA">
        <w:rPr>
          <w:rStyle w:val="libFootnoteAlaemChar"/>
          <w:rFonts w:eastAsiaTheme="minorHAnsi"/>
          <w:rtl/>
        </w:rPr>
        <w:t>عليهم‌السلام</w:t>
      </w:r>
      <w:r w:rsidR="00E02BE5" w:rsidRPr="00C86611">
        <w:rPr>
          <w:rtl/>
        </w:rPr>
        <w:t xml:space="preserve"> ويحتال في إهلاكهم وإضرارهم بكلّ حيلة.</w:t>
      </w:r>
    </w:p>
    <w:p w:rsidR="00E02BE5" w:rsidRPr="00C86611" w:rsidRDefault="00E02BE5" w:rsidP="0003580E">
      <w:pPr>
        <w:pStyle w:val="libFootnote0"/>
        <w:rPr>
          <w:rtl/>
        </w:rPr>
      </w:pPr>
      <w:r w:rsidRPr="00C86611">
        <w:rPr>
          <w:rtl/>
        </w:rPr>
        <w:t>فلمّا كان في بعض الأيام دخل الوزير على الوالي وبيده رمّانة فأعطاها الوالي فإذا كان مكتوبا عليها (لا إله إلاّ الله محمّد رسول الله أبو بكر وعمر وعثمان وعليّ خلفاء رسول الله) فتأمّل الوالي فرأى الكتابة من أصل الرمانة بحيث لا يُحتمل عنده أنْ يكون من صناعة بشر، فتعجب من ذلك وقال للوزير : هذه آية بيّنة، وحجّة قويّة، على إبطال مذهب الرافضة، فما رأيك في أهل البحرين. فقال لـه : أصلحك الله إنّ هؤلاء جماعة مُتعصّبون، ينكرون البراهين، وينبغي لك أنْ تحضرهم وتريهم هذه الرّمانة، فإنْ قبلوا ورجعوا إلى مذهبنا كان لك الثواب الجزيل بذلك، وإنْ أبَوا إلا المقام على ضلالتهم فخيّرهم بين ثلاث : إمّا أنْ يؤدّوا الجِزية وهُم صاغرون، أو يأتوا بجواب عن هذه الآية البيّنة التي لا مَحيص لهم عنها، أو تَقتل رجالهم وتَسبي نساءهم وأولادهم، وتأخذ بالغنيمة أموالهم.</w:t>
      </w:r>
    </w:p>
    <w:p w:rsidR="00E02BE5" w:rsidRPr="00C86611" w:rsidRDefault="00E02BE5" w:rsidP="0003580E">
      <w:pPr>
        <w:pStyle w:val="libFootnote0"/>
        <w:rPr>
          <w:rtl/>
        </w:rPr>
      </w:pPr>
      <w:r w:rsidRPr="00C86611">
        <w:rPr>
          <w:rtl/>
        </w:rPr>
        <w:t>فاستحسن الوالي رأيه، وأرسل إلى العلماء والأفاضل الأخيار، والنُجَبَاء والسادة الأبرار، من أهل البحرين وأحضرهم وأراهم الرّمانة، وأخبرهم بما رأى فيهم إنْ لم يأتوا بجواب شافٍ: من القتل والأسر وأخذ الأموال أو أخذ الجزية على وجه الصغار كالكفّار، فتحيّروا في أمرها، ولم يقدروا على جواب، وتغيّرت وجوهُهم وارتعدت فرائصُهم. فقال كُبَراؤهم: أمهلنا أيّها الأمير ثلاثة أيّام لعلّنا نأتيك بجواب ترتضيه وإلاّ فاحكم فينا ما شئتَ، فأمهلهم، فخرجوا من عنده خائفين مرعوبين مُتحيّرين. فاجتمعوا في مجلس وأجالوا الرأي في ذلك، فاتّفق رأيهم على أنْ يختاروا من صُلحاء البحرين وزُهّادهم عشرة، ففعلوا، ثمّ اختاروا من العشرة ثلاثة فقالوا لأحدِهم: اخرج الليلة إلى الصحراء واعبُد الله فيها، واستغِث بإمام زماننا، وحجّة الله علينا، لعلّه يُبيّن لك ما هو المخرج من هذه الداهية الدهماء.</w:t>
      </w:r>
    </w:p>
    <w:p w:rsidR="00E02BE5" w:rsidRDefault="00E02BE5" w:rsidP="00811D4D">
      <w:pPr>
        <w:pStyle w:val="libFootnote0"/>
        <w:rPr>
          <w:rtl/>
        </w:rPr>
      </w:pPr>
      <w:r w:rsidRPr="00C86611">
        <w:rPr>
          <w:rtl/>
        </w:rPr>
        <w:t xml:space="preserve">فخرج وبات طول ليلته مُتعبّداً خاشعاً داعياً باكياً يدعو الله، ويستغيث بالإمام </w:t>
      </w:r>
      <w:r w:rsidR="00811D4D" w:rsidRPr="008E2AAA">
        <w:rPr>
          <w:rStyle w:val="libFootnoteAlaemChar"/>
          <w:rFonts w:eastAsiaTheme="minorHAnsi"/>
          <w:rtl/>
        </w:rPr>
        <w:t>عليه‌السلام</w:t>
      </w:r>
      <w:r w:rsidR="00811D4D" w:rsidRPr="00C86611">
        <w:rPr>
          <w:rtl/>
        </w:rPr>
        <w:t xml:space="preserve"> </w:t>
      </w:r>
      <w:r w:rsidRPr="00C86611">
        <w:rPr>
          <w:rtl/>
        </w:rPr>
        <w:t>، حتّى أصبح ولم يرَ شيئاً، فأتاهم وأخبرهم فبعثوا في الليلة الثانية الثاني منهم، فرجع كصاحبه ولم يأتهم بخبر، فازداد قلقهم وجزعهم. فأحضروا الثالث وكان تقيّا فاضلا اسمه محمّد بن عيسى، فخرج الليلة الثالثة حافياً حاسر الرأس إلى الصحراء وكانت ليلة مظلمة فدعا وبكى، وتوسّل إلى الله تعالى في خلاص هؤلاء المؤمنين وكشف هذه البليّة عنهم واستغاث بصاحب الزمان.</w:t>
      </w:r>
      <w:r>
        <w:rPr>
          <w:rFonts w:hint="cs"/>
          <w:rtl/>
        </w:rPr>
        <w:t xml:space="preserve"> = </w:t>
      </w:r>
    </w:p>
    <w:p w:rsidR="00E02BE5" w:rsidRDefault="00E02BE5" w:rsidP="00770B9A">
      <w:pPr>
        <w:pStyle w:val="libNormal"/>
        <w:rPr>
          <w:rtl/>
        </w:rPr>
      </w:pPr>
      <w:r>
        <w:rPr>
          <w:rtl/>
        </w:rPr>
        <w:br w:type="page"/>
      </w:r>
    </w:p>
    <w:p w:rsidR="00E02BE5" w:rsidRPr="00C86611" w:rsidRDefault="00E02BE5" w:rsidP="0003580E">
      <w:pPr>
        <w:pStyle w:val="libFootnote0"/>
        <w:rPr>
          <w:rtl/>
        </w:rPr>
      </w:pPr>
      <w:r>
        <w:rPr>
          <w:rFonts w:hint="cs"/>
          <w:rtl/>
        </w:rPr>
        <w:lastRenderedPageBreak/>
        <w:t xml:space="preserve">= </w:t>
      </w:r>
      <w:r w:rsidRPr="00C86611">
        <w:rPr>
          <w:rtl/>
        </w:rPr>
        <w:t>فلما كان آخر الليل، إذا هو بِرَجُلٍ يُخاطبه ويقول: يا.محمّد بن عيسى ما لي أراك على هذه الحالة، ولماذا خرجت إلى هذه البرّيّة ؟ فقال لـه: أيّها الرجل دعني فإنّي خرجتُ لأمرٍ عظيم وخطبٍ جسيم، لا أذكره إلاّ لإمامي ولا أشكوه إلاّ إلى مَنْ يقدر على كشفه عنّي. فقال: يا محمّد بن عيسى ! أنا صاحب الأمر فاذكر حاجتك، فقال: إنْ كنتَ هو فأنت تعلم قصّتي ولا تحتاج إلى أنْ أشرحها لك، فقال لـه: نعم، خرجت لما دهَمَكم من أمر الرّمانة، وما كُتِبَ عليها وما أوعدكم الأمير به، قال: فلمّا سَمِعت ذلك توجّهت إليه وقلت له: نعم يا مولاي، قد تعلم ما أصابنا، وأنت إمامنا وملاذنا والقادر على كشفه عنا.</w:t>
      </w:r>
    </w:p>
    <w:p w:rsidR="00E02BE5" w:rsidRPr="00C86611" w:rsidRDefault="00E02BE5" w:rsidP="0003580E">
      <w:pPr>
        <w:pStyle w:val="libFootnote0"/>
        <w:rPr>
          <w:rtl/>
        </w:rPr>
      </w:pPr>
      <w:r w:rsidRPr="00C86611">
        <w:rPr>
          <w:rtl/>
        </w:rPr>
        <w:t>فقال صلوات الله عليه: يا محمّد بن عيسى إنّ الوزير لعنَه الله في داره شجرة رمّان فلمّا حملت تلك الشجرة صنع شيئا من الطين على هيئة الرّمانة، وجعلها نصفين وكَتَب في داخل كلّ نصف بعض تلك الكتابة ثمّ وضعهما على الرمّانة، وشدّهما عليها وهي صغيرة فأثّر فيها، وصارت هكذا. فإذا مضيتم غداً إلى الوالي، فقل لـه: جئتك بالجواب ولكنّي لا أُبديه إلاّ في دار الوزير فإذا مضيتم إلى داره فانظر عن يَمينك، ترى فيها غرفة، فقل للوالي: لا أُجيبك إلاّ في تلك الغرفة، وسيأبى الوزير عن ذلك، وأنت بالغ في ذلك ولا ترضَ إلاّ بصعودها فإذا صعد فاصعد معه، ولا تتركه وحده يتقدّم عليك، فإذا دخلت الغرفة رأيت كوّة فيها كيس أبيض، فانهض إليه وخذه فترى فيه تلك الطينة التي عملها لهذه الحيلة، ثمّ ضعها أمام الوالي وضع الرمانة فيها لينكشف له حيلة الحال.</w:t>
      </w:r>
    </w:p>
    <w:p w:rsidR="00E02BE5" w:rsidRPr="00C86611" w:rsidRDefault="00E02BE5" w:rsidP="00A17164">
      <w:pPr>
        <w:pStyle w:val="libFootnote0"/>
        <w:rPr>
          <w:rtl/>
        </w:rPr>
      </w:pPr>
      <w:r w:rsidRPr="00C86611">
        <w:rPr>
          <w:rtl/>
        </w:rPr>
        <w:t xml:space="preserve">وأيضا يا محمّد بن عيسى قل للوالي : إنّ لنا معجزة أُخرى وهي أنّ هذه الرمانة ليس فيها إلاّ الرماد والدخان وإنْ أردت صحّة ذلك فأمر الوزير بكسرها، فإذا كسرها طار الرماد والدخان على وجهه ولحيته. فلمّا سمع محمّد بن عيسى ذلك من الإمام، فرح فرحاً شديداً وقبّلْ بين يدي الإمام </w:t>
      </w:r>
      <w:r w:rsidR="00A17164" w:rsidRPr="008E2AAA">
        <w:rPr>
          <w:rStyle w:val="libFootnoteAlaemChar"/>
          <w:rFonts w:eastAsiaTheme="minorHAnsi"/>
          <w:rtl/>
        </w:rPr>
        <w:t>عليه‌السلام</w:t>
      </w:r>
      <w:r w:rsidR="00A17164" w:rsidRPr="007C2D1E">
        <w:rPr>
          <w:rtl/>
        </w:rPr>
        <w:t xml:space="preserve"> </w:t>
      </w:r>
      <w:r w:rsidRPr="00C86611">
        <w:rPr>
          <w:rtl/>
        </w:rPr>
        <w:t>، وانصرف إلى أهله بالبشارة والسرور.</w:t>
      </w:r>
    </w:p>
    <w:p w:rsidR="00E02BE5" w:rsidRDefault="00E02BE5" w:rsidP="00811D4D">
      <w:pPr>
        <w:pStyle w:val="libFootnote0"/>
        <w:rPr>
          <w:rtl/>
        </w:rPr>
      </w:pPr>
      <w:r w:rsidRPr="00C86611">
        <w:rPr>
          <w:rtl/>
        </w:rPr>
        <w:t xml:space="preserve">فلما أصبحوا مضوا إلى الوالي ففعل محمّد بن عيسى كلّ ما أمره الإمام وظهر كلّ ما أخبره، فالتفت الوالي إلى محمّد بن عيسى وقال لـه: مَنْ أخبرك بهذا ؟ فقال : إمام زماننا، وحجّة الله علينا، فقال: ومَنْ إمامكم ؟ فأخبره بالأئمّة واحداً بعد واحد إلى أنْ انتهى إلى صاحب الأمر (صلوات الله عليهم). فقال الوالي: مدّ يدك فأنا أشهد أنْ لا إله إلاّ الله وأنّ محمّدا عبده ورسوله، وأنّ الخليفة بعده بلا فصل أمير المؤمنين عليّ </w:t>
      </w:r>
      <w:r w:rsidR="00811D4D" w:rsidRPr="008E2AAA">
        <w:rPr>
          <w:rStyle w:val="libFootnoteAlaemChar"/>
          <w:rFonts w:eastAsiaTheme="minorHAnsi"/>
          <w:rtl/>
        </w:rPr>
        <w:t>عليه‌السلام</w:t>
      </w:r>
      <w:r w:rsidRPr="00C86611">
        <w:rPr>
          <w:rtl/>
        </w:rPr>
        <w:t xml:space="preserve"> ثمّ أقرّ بالأئمّة إلى آخرهم </w:t>
      </w:r>
      <w:r w:rsidR="00811D4D" w:rsidRPr="008E2AAA">
        <w:rPr>
          <w:rStyle w:val="libFootnoteAlaemChar"/>
          <w:rFonts w:eastAsiaTheme="minorHAnsi"/>
          <w:rtl/>
        </w:rPr>
        <w:t>عليهم‌السلام</w:t>
      </w:r>
      <w:r w:rsidRPr="00C86611">
        <w:rPr>
          <w:rtl/>
        </w:rPr>
        <w:t xml:space="preserve"> وحَسُن إيمانه، وأمر بقتل الوزير واعتذر إلى أهل البحرين وأحسن إليهم وأكرمهم.</w:t>
      </w:r>
    </w:p>
    <w:p w:rsidR="00E02BE5" w:rsidRDefault="00E02BE5" w:rsidP="00770B9A">
      <w:pPr>
        <w:pStyle w:val="libNormal"/>
        <w:rPr>
          <w:rtl/>
        </w:rPr>
      </w:pPr>
      <w:r>
        <w:rPr>
          <w:rtl/>
        </w:rPr>
        <w:br w:type="page"/>
      </w:r>
    </w:p>
    <w:p w:rsidR="002152CB" w:rsidRPr="005E6D00" w:rsidRDefault="002152CB" w:rsidP="00811D4D">
      <w:pPr>
        <w:pStyle w:val="libNormal"/>
        <w:rPr>
          <w:rtl/>
        </w:rPr>
      </w:pPr>
      <w:r w:rsidRPr="00DA10CC">
        <w:rPr>
          <w:rStyle w:val="libBold1Char"/>
          <w:rtl/>
        </w:rPr>
        <w:lastRenderedPageBreak/>
        <w:t>السادس:</w:t>
      </w:r>
      <w:r w:rsidRPr="005E6D00">
        <w:rPr>
          <w:rtl/>
        </w:rPr>
        <w:t xml:space="preserve"> الأمر بخصوص تقبيل عتبة أمير المؤمنين </w:t>
      </w:r>
      <w:r w:rsidR="00811D4D" w:rsidRPr="00811D4D">
        <w:rPr>
          <w:rStyle w:val="libAlaemChar"/>
          <w:rFonts w:eastAsiaTheme="minorHAnsi"/>
          <w:rtl/>
        </w:rPr>
        <w:t>عليه‌السلام</w:t>
      </w:r>
      <w:r w:rsidRPr="005E6D00">
        <w:rPr>
          <w:rtl/>
        </w:rPr>
        <w:t xml:space="preserve"> فيما رواه الشيخ المفيد </w:t>
      </w:r>
      <w:r w:rsidR="00811D4D" w:rsidRPr="00811D4D">
        <w:rPr>
          <w:rStyle w:val="libAlaemChar"/>
          <w:rtl/>
        </w:rPr>
        <w:t>رحمه‌الله</w:t>
      </w:r>
      <w:r w:rsidRPr="005E6D00">
        <w:rPr>
          <w:rtl/>
        </w:rPr>
        <w:t xml:space="preserve"> وغيره عن صفوان الجمّال</w:t>
      </w:r>
      <w:r w:rsidRPr="00C86611">
        <w:rPr>
          <w:rStyle w:val="libFootnotenumChar"/>
          <w:rtl/>
        </w:rPr>
        <w:t>(</w:t>
      </w:r>
      <w:r w:rsidR="00E02BE5">
        <w:rPr>
          <w:rStyle w:val="libFootnotenumChar"/>
          <w:rFonts w:hint="cs"/>
          <w:rtl/>
        </w:rPr>
        <w:t>1</w:t>
      </w:r>
      <w:r w:rsidRPr="00C86611">
        <w:rPr>
          <w:rStyle w:val="libFootnotenumChar"/>
          <w:rtl/>
        </w:rPr>
        <w:t>)</w:t>
      </w:r>
      <w:r w:rsidRPr="005E6D00">
        <w:rPr>
          <w:rtl/>
        </w:rPr>
        <w:t xml:space="preserve"> كما لا يخفى على مَنْ راجع</w:t>
      </w:r>
      <w:r w:rsidR="00E02BE5" w:rsidRPr="005E6D00">
        <w:rPr>
          <w:rFonts w:hint="cs"/>
          <w:rtl/>
        </w:rPr>
        <w:t xml:space="preserve"> </w:t>
      </w:r>
      <w:r w:rsidRPr="005E6D00">
        <w:rPr>
          <w:rtl/>
        </w:rPr>
        <w:t>البحار</w:t>
      </w:r>
      <w:r w:rsidRPr="00C86611">
        <w:rPr>
          <w:rStyle w:val="libFootnotenumChar"/>
          <w:rtl/>
        </w:rPr>
        <w:t>(</w:t>
      </w:r>
      <w:r w:rsidR="00E02BE5">
        <w:rPr>
          <w:rStyle w:val="libFootnotenumChar"/>
          <w:rFonts w:hint="cs"/>
          <w:rtl/>
        </w:rPr>
        <w:t>2</w:t>
      </w:r>
      <w:r w:rsidRPr="00C86611">
        <w:rPr>
          <w:rStyle w:val="libFootnotenumChar"/>
          <w:rtl/>
        </w:rPr>
        <w:t>)</w:t>
      </w:r>
      <w:r w:rsidRPr="005E6D00">
        <w:rPr>
          <w:rtl/>
        </w:rPr>
        <w:t>، وتحفة الزائر وغيرهما من المزارات في الزيارات المطلقة</w:t>
      </w:r>
      <w:r w:rsidRPr="00C86611">
        <w:rPr>
          <w:rStyle w:val="libFootnotenumChar"/>
          <w:rtl/>
        </w:rPr>
        <w:t>(</w:t>
      </w:r>
      <w:r w:rsidR="00E02BE5">
        <w:rPr>
          <w:rStyle w:val="libFootnotenumChar"/>
          <w:rFonts w:hint="cs"/>
          <w:rtl/>
        </w:rPr>
        <w:t>3</w:t>
      </w:r>
      <w:r w:rsidRPr="00C86611">
        <w:rPr>
          <w:rStyle w:val="libFootnotenumChar"/>
          <w:rtl/>
        </w:rPr>
        <w:t>)</w:t>
      </w:r>
      <w:r w:rsidRPr="005E6D00">
        <w:rPr>
          <w:rtl/>
        </w:rPr>
        <w:t>.</w:t>
      </w:r>
    </w:p>
    <w:p w:rsidR="002152CB" w:rsidRPr="00E0070D" w:rsidRDefault="002152CB" w:rsidP="0019417F">
      <w:pPr>
        <w:pStyle w:val="libNormal"/>
        <w:rPr>
          <w:rtl/>
        </w:rPr>
      </w:pPr>
      <w:r w:rsidRPr="00E0070D">
        <w:rPr>
          <w:rtl/>
        </w:rPr>
        <w:t>بعد وضوح عدم الفرق بينها وبين سائر الأعتاب المقدّسة، فَبَانَ من ذلك كلِّه أنّ رُجحان تقبيل الأعتاب المقدّسة ممّا لا ينبغي فيه الريب والوَسوَسَة، عصمنا اللهُ تعالى وإيّاكَ من التسويلات المتداولة بين أهل العلم في هذه الأزمنة، بزعم أنّها تحقيقاتٌ رشيقة مع أنّها كَسَراب بقيعة.</w:t>
      </w:r>
    </w:p>
    <w:p w:rsidR="002152CB" w:rsidRPr="005E6D00" w:rsidRDefault="002152CB" w:rsidP="005E6D00">
      <w:pPr>
        <w:pStyle w:val="libNormal"/>
        <w:rPr>
          <w:rtl/>
        </w:rPr>
      </w:pPr>
      <w:r w:rsidRPr="005E6D00">
        <w:rPr>
          <w:rtl/>
        </w:rPr>
        <w:t>نعم الأحوط عدم وضع الجبهة على العتبة إلاّ بقصد سجدة الشكر،</w:t>
      </w:r>
      <w:r w:rsidRPr="00C86611">
        <w:rPr>
          <w:rStyle w:val="libFootnotenumChar"/>
          <w:rtl/>
        </w:rPr>
        <w:t>(</w:t>
      </w:r>
      <w:r w:rsidR="00E02BE5">
        <w:rPr>
          <w:rStyle w:val="libFootnotenumChar"/>
          <w:rFonts w:hint="cs"/>
          <w:rtl/>
        </w:rPr>
        <w:t>4</w:t>
      </w:r>
      <w:r w:rsidRPr="00C86611">
        <w:rPr>
          <w:rStyle w:val="libFootnotenumChar"/>
          <w:rtl/>
        </w:rPr>
        <w:t>)</w:t>
      </w:r>
      <w:r w:rsidRPr="005E6D00">
        <w:rPr>
          <w:rtl/>
        </w:rPr>
        <w:t xml:space="preserve"> ولا بأس بِمَسحِها عليها تبرّكاً؛ لأنّها غير السجدة.</w:t>
      </w:r>
    </w:p>
    <w:p w:rsidR="002152CB" w:rsidRPr="00E0070D" w:rsidRDefault="002152CB" w:rsidP="0019417F">
      <w:pPr>
        <w:pStyle w:val="libNormal"/>
        <w:rPr>
          <w:rtl/>
        </w:rPr>
      </w:pPr>
      <w:r w:rsidRPr="00E0070D">
        <w:rPr>
          <w:rtl/>
        </w:rPr>
        <w:t>هذا ما تيسّر لي عاجلاً من الكلام في هذا المقام، قد جرى ذلك بِيَمناه الداثرة.</w:t>
      </w:r>
    </w:p>
    <w:p w:rsidR="002152CB" w:rsidRPr="005E6D00" w:rsidRDefault="002152CB" w:rsidP="00811D4D">
      <w:pPr>
        <w:pStyle w:val="libNormal"/>
        <w:rPr>
          <w:rtl/>
        </w:rPr>
      </w:pPr>
      <w:r w:rsidRPr="005E6D00">
        <w:rPr>
          <w:rtl/>
        </w:rPr>
        <w:t xml:space="preserve">العبد الفاني (عبد الله المامقاني عفا عنه ربُّهُ) ابن الشيخ </w:t>
      </w:r>
      <w:r w:rsidR="00811D4D" w:rsidRPr="00811D4D">
        <w:rPr>
          <w:rStyle w:val="libAlaemChar"/>
          <w:rtl/>
        </w:rPr>
        <w:t>قدس‌سره</w:t>
      </w:r>
      <w:r w:rsidRPr="005E6D00">
        <w:rPr>
          <w:rtl/>
        </w:rPr>
        <w:t xml:space="preserve"> في ليلة الأربعاء التاسع والعشرين من ذي الحجّة الحرام من شهور سنة ألف وثلاثمائة وإحدى وثلاثين من الهجرة الشريفة على مهاجرها وآله آلاف الصلاة والسلام والتحيّة 29/ذج/1331هـ</w:t>
      </w:r>
      <w:r w:rsidRPr="00E04C0B">
        <w:rPr>
          <w:rStyle w:val="libFootnotenumChar"/>
          <w:rtl/>
        </w:rPr>
        <w:t>(</w:t>
      </w:r>
      <w:r w:rsidR="00E02BE5">
        <w:rPr>
          <w:rStyle w:val="libFootnotenumChar"/>
          <w:rFonts w:hint="cs"/>
          <w:rtl/>
        </w:rPr>
        <w:t>5</w:t>
      </w:r>
      <w:r w:rsidRPr="00E04C0B">
        <w:rPr>
          <w:rStyle w:val="libFootnotenumChar"/>
          <w:rtl/>
        </w:rPr>
        <w:t>)</w:t>
      </w:r>
      <w:r w:rsidRPr="005E6D00">
        <w:rPr>
          <w:rtl/>
        </w:rPr>
        <w:t>.</w:t>
      </w:r>
    </w:p>
    <w:p w:rsidR="00AB77F1" w:rsidRPr="00AB77F1" w:rsidRDefault="00AB77F1" w:rsidP="00AB77F1">
      <w:pPr>
        <w:pStyle w:val="libLine"/>
        <w:rPr>
          <w:rtl/>
        </w:rPr>
      </w:pPr>
      <w:r w:rsidRPr="00AB77F1">
        <w:rPr>
          <w:rtl/>
        </w:rPr>
        <w:t>ــــــــــــــــــ</w:t>
      </w:r>
    </w:p>
    <w:p w:rsidR="002152CB" w:rsidRPr="00C86611" w:rsidRDefault="00AB77F1" w:rsidP="00811D4D">
      <w:pPr>
        <w:pStyle w:val="libFootnote0"/>
        <w:rPr>
          <w:rtl/>
        </w:rPr>
      </w:pPr>
      <w:r>
        <w:rPr>
          <w:rFonts w:hint="cs"/>
          <w:rtl/>
        </w:rPr>
        <w:t>(</w:t>
      </w:r>
      <w:r w:rsidR="00E02BE5">
        <w:rPr>
          <w:rFonts w:hint="cs"/>
          <w:rtl/>
        </w:rPr>
        <w:t>1</w:t>
      </w:r>
      <w:r w:rsidR="002152CB" w:rsidRPr="00C86611">
        <w:rPr>
          <w:rtl/>
        </w:rPr>
        <w:t xml:space="preserve">) قال ابن داود في رجاله: ص111، رقم 781: صفوان بن مهران بن المُغيرة الأسدي مولاهم ثُمّ مولى بني كاهل، كوفي ثقة يُكنّى أبا محمّد كان سكن بني خزام بالكوفة، وكان صفوان جمّالاً فباع جماله امتثالاً لأمر الكاظم </w:t>
      </w:r>
      <w:r w:rsidR="00811D4D" w:rsidRPr="008E2AAA">
        <w:rPr>
          <w:rStyle w:val="libFootnoteAlaemChar"/>
          <w:rFonts w:eastAsiaTheme="minorHAnsi"/>
          <w:rtl/>
        </w:rPr>
        <w:t>عليه‌السلام</w:t>
      </w:r>
      <w:r w:rsidR="002152CB" w:rsidRPr="00C86611">
        <w:rPr>
          <w:rtl/>
        </w:rPr>
        <w:t>.</w:t>
      </w:r>
    </w:p>
    <w:p w:rsidR="002152CB" w:rsidRPr="00C86611" w:rsidRDefault="00AB77F1" w:rsidP="00A17164">
      <w:pPr>
        <w:pStyle w:val="libFootnote0"/>
        <w:rPr>
          <w:rtl/>
        </w:rPr>
      </w:pPr>
      <w:r>
        <w:rPr>
          <w:rFonts w:hint="cs"/>
          <w:rtl/>
        </w:rPr>
        <w:t>(</w:t>
      </w:r>
      <w:r w:rsidR="00E02BE5">
        <w:rPr>
          <w:rFonts w:hint="cs"/>
          <w:rtl/>
        </w:rPr>
        <w:t>2</w:t>
      </w:r>
      <w:r w:rsidR="002152CB" w:rsidRPr="00C86611">
        <w:rPr>
          <w:rtl/>
        </w:rPr>
        <w:t xml:space="preserve">) أخرجها الشيخ المفيد </w:t>
      </w:r>
      <w:r w:rsidR="00811D4D" w:rsidRPr="008E2AAA">
        <w:rPr>
          <w:rStyle w:val="libFootnoteAlaemChar"/>
          <w:rtl/>
        </w:rPr>
        <w:t>رحمه‌الله</w:t>
      </w:r>
      <w:r w:rsidR="002152CB" w:rsidRPr="00C86611">
        <w:rPr>
          <w:rtl/>
        </w:rPr>
        <w:t xml:space="preserve"> المتوفّى (413هـ) في المزار ص76، ط قم مدرسة الإمام المهدي، وابن المشهدي في المزار الكبير: ص214، ح5، ط قم نشر قيّوم، والسيّد ابن طاوس في مصباح الزائر: ص77، والكفعمي في المصباح: ص633، والعلاّمة المجلسي: ج100، ص304، والشيخ عبّاس القمّي في مفاتيح الجنان: ص415، وص423: قال صفوان: (وردتُ مع سيدي أبي عبد الله الصادق جعفر بن محمّد </w:t>
      </w:r>
      <w:r w:rsidR="00A17164" w:rsidRPr="008E2AAA">
        <w:rPr>
          <w:rStyle w:val="libFootnoteAlaemChar"/>
          <w:rFonts w:eastAsiaTheme="minorHAnsi"/>
          <w:rtl/>
        </w:rPr>
        <w:t>عليه‌السلام</w:t>
      </w:r>
      <w:r w:rsidR="002152CB" w:rsidRPr="00C86611">
        <w:rPr>
          <w:rtl/>
        </w:rPr>
        <w:t xml:space="preserve"> ففعل مثل هذا ودعا بهذا الدُّعاء بعد أنْ صلّى وودّع، ثُمّ قال لي: يا صفوان تعاهد هذه الزيارة وادعُ بهذا الدُّعاء وزرهما بهذه الزيارة إلى أنْ قال صفوان: قال أبو عبد الله </w:t>
      </w:r>
      <w:r w:rsidR="00811D4D" w:rsidRPr="008E2AAA">
        <w:rPr>
          <w:rStyle w:val="libFootnoteAlaemChar"/>
          <w:rFonts w:eastAsiaTheme="minorHAnsi"/>
          <w:rtl/>
        </w:rPr>
        <w:t>عليه‌السلام</w:t>
      </w:r>
      <w:r w:rsidR="002152CB" w:rsidRPr="00C86611">
        <w:rPr>
          <w:rtl/>
        </w:rPr>
        <w:t>: يا صفوان إذا حدث لك إلى الله حاجة فزُره بهذه الزيارة من حيثُ كنتَ. إلى أنْ قال:</w:t>
      </w:r>
    </w:p>
    <w:p w:rsidR="002152CB" w:rsidRPr="00C86611" w:rsidRDefault="002152CB" w:rsidP="0003580E">
      <w:pPr>
        <w:pStyle w:val="libFootnote0"/>
        <w:rPr>
          <w:rtl/>
        </w:rPr>
      </w:pPr>
      <w:r w:rsidRPr="00C86611">
        <w:rPr>
          <w:rtl/>
        </w:rPr>
        <w:t>ثُمّ انكبَّ على القبرِ فقبّله وقل: سلامُ الله وسلام ملائكته المقرّبين، والمُسلّمين لك بقلوبهم يا أمير المؤمنين، والناطقين بفضلك...).</w:t>
      </w:r>
    </w:p>
    <w:p w:rsidR="002152CB" w:rsidRPr="00C86611" w:rsidRDefault="00AB77F1" w:rsidP="00811D4D">
      <w:pPr>
        <w:pStyle w:val="libFootnote0"/>
        <w:rPr>
          <w:rtl/>
        </w:rPr>
      </w:pPr>
      <w:r>
        <w:rPr>
          <w:rFonts w:hint="cs"/>
          <w:rtl/>
        </w:rPr>
        <w:t>(</w:t>
      </w:r>
      <w:r w:rsidR="00E02BE5">
        <w:rPr>
          <w:rFonts w:hint="cs"/>
          <w:rtl/>
        </w:rPr>
        <w:t>3</w:t>
      </w:r>
      <w:r w:rsidR="002152CB" w:rsidRPr="00C86611">
        <w:rPr>
          <w:rtl/>
        </w:rPr>
        <w:t xml:space="preserve">) وللمزيد راجع المزار للشهيد الأوّل </w:t>
      </w:r>
      <w:r w:rsidR="00811D4D" w:rsidRPr="008E2AAA">
        <w:rPr>
          <w:rStyle w:val="libFootnoteAlaemChar"/>
          <w:rtl/>
        </w:rPr>
        <w:t>رحمه‌الله</w:t>
      </w:r>
      <w:r w:rsidR="00811D4D" w:rsidRPr="00E0070D">
        <w:rPr>
          <w:rtl/>
        </w:rPr>
        <w:t xml:space="preserve"> </w:t>
      </w:r>
      <w:r w:rsidR="002152CB" w:rsidRPr="00C86611">
        <w:rPr>
          <w:rtl/>
        </w:rPr>
        <w:t>، وزاد المعاد، وتحفة الزائر كلاهما للعلاّمة المجلسي، وكامل الزيارات، لابن قولويه، وغيرها من كتب الزيارات.</w:t>
      </w:r>
    </w:p>
    <w:p w:rsidR="002152CB" w:rsidRPr="00C86611" w:rsidRDefault="00AB77F1" w:rsidP="0003580E">
      <w:pPr>
        <w:pStyle w:val="libFootnote0"/>
        <w:rPr>
          <w:rtl/>
        </w:rPr>
      </w:pPr>
      <w:r>
        <w:rPr>
          <w:rFonts w:hint="cs"/>
          <w:rtl/>
        </w:rPr>
        <w:t>(</w:t>
      </w:r>
      <w:r w:rsidR="00E02BE5">
        <w:rPr>
          <w:rFonts w:hint="cs"/>
          <w:rtl/>
        </w:rPr>
        <w:t>4</w:t>
      </w:r>
      <w:r w:rsidR="002152CB" w:rsidRPr="00C86611">
        <w:rPr>
          <w:rtl/>
        </w:rPr>
        <w:t>) وهذا هو ما يحصل ويصدر عادةً من أبناء الفرقة الحقّة لا غير.</w:t>
      </w:r>
    </w:p>
    <w:p w:rsidR="002152CB" w:rsidRPr="00D109B7" w:rsidRDefault="00AB77F1" w:rsidP="0003580E">
      <w:pPr>
        <w:pStyle w:val="libFootnote0"/>
        <w:rPr>
          <w:rtl/>
        </w:rPr>
      </w:pPr>
      <w:r>
        <w:rPr>
          <w:rFonts w:hint="cs"/>
          <w:rtl/>
        </w:rPr>
        <w:t>(</w:t>
      </w:r>
      <w:r w:rsidR="00E02BE5">
        <w:rPr>
          <w:rFonts w:hint="cs"/>
          <w:rtl/>
        </w:rPr>
        <w:t>5</w:t>
      </w:r>
      <w:r w:rsidR="002152CB" w:rsidRPr="00D109B7">
        <w:rPr>
          <w:rtl/>
        </w:rPr>
        <w:t xml:space="preserve">) تمَّ تحقيق هذه الرسالة الشريفة في الثالث من ربيع الأوّل 1427هـ </w:t>
      </w:r>
    </w:p>
    <w:p w:rsidR="002152CB" w:rsidRPr="00D109B7" w:rsidRDefault="002152CB" w:rsidP="0003580E">
      <w:pPr>
        <w:pStyle w:val="libFootnote0"/>
        <w:rPr>
          <w:rtl/>
        </w:rPr>
      </w:pPr>
      <w:r w:rsidRPr="00D109B7">
        <w:rPr>
          <w:rtl/>
        </w:rPr>
        <w:t>في مدينة قم الطيّبة.</w:t>
      </w:r>
    </w:p>
    <w:p w:rsidR="00915072" w:rsidRDefault="002152CB" w:rsidP="00A77E0F">
      <w:pPr>
        <w:pStyle w:val="libFootnote0"/>
        <w:rPr>
          <w:rtl/>
        </w:rPr>
      </w:pPr>
      <w:r w:rsidRPr="00C86611">
        <w:rPr>
          <w:rtl/>
        </w:rPr>
        <w:t xml:space="preserve">نزار الحسن </w:t>
      </w:r>
    </w:p>
    <w:p w:rsidR="00915072" w:rsidRDefault="00915072" w:rsidP="00915072">
      <w:pPr>
        <w:pStyle w:val="libNormal"/>
        <w:rPr>
          <w:rtl/>
        </w:rPr>
      </w:pPr>
      <w:r>
        <w:rPr>
          <w:rtl/>
        </w:rPr>
        <w:br w:type="page"/>
      </w:r>
    </w:p>
    <w:sdt>
      <w:sdtPr>
        <w:rPr>
          <w:b w:val="0"/>
          <w:bCs w:val="0"/>
          <w:color w:val="000000"/>
          <w:rtl/>
        </w:rPr>
        <w:id w:val="8162813"/>
        <w:docPartObj>
          <w:docPartGallery w:val="Table of Contents"/>
          <w:docPartUnique/>
        </w:docPartObj>
      </w:sdtPr>
      <w:sdtContent>
        <w:p w:rsidR="00A71DCE" w:rsidRDefault="00CA1C54" w:rsidP="00CA1C54">
          <w:pPr>
            <w:pStyle w:val="Heading2Center"/>
          </w:pPr>
          <w:r>
            <w:rPr>
              <w:rFonts w:hint="cs"/>
              <w:rtl/>
            </w:rPr>
            <w:t>الفهرست</w:t>
          </w:r>
        </w:p>
        <w:p w:rsidR="00A71DCE" w:rsidRDefault="00953A42">
          <w:pPr>
            <w:pStyle w:val="TOC2"/>
            <w:tabs>
              <w:tab w:val="right" w:leader="dot" w:pos="8269"/>
            </w:tabs>
            <w:rPr>
              <w:rFonts w:asciiTheme="minorHAnsi" w:eastAsiaTheme="minorEastAsia" w:hAnsiTheme="minorHAnsi" w:cstheme="minorBidi"/>
              <w:noProof/>
              <w:color w:val="auto"/>
              <w:sz w:val="22"/>
              <w:szCs w:val="22"/>
              <w:rtl/>
              <w:lang w:bidi="fa-IR"/>
            </w:rPr>
          </w:pPr>
          <w:r>
            <w:fldChar w:fldCharType="begin"/>
          </w:r>
          <w:r w:rsidR="00A71DCE">
            <w:instrText xml:space="preserve"> TOC \o "1-3" \h \z \u </w:instrText>
          </w:r>
          <w:r>
            <w:fldChar w:fldCharType="separate"/>
          </w:r>
          <w:hyperlink w:anchor="_Toc378509600" w:history="1">
            <w:r w:rsidR="00A71DCE" w:rsidRPr="00021621">
              <w:rPr>
                <w:rStyle w:val="Hyperlink"/>
                <w:rFonts w:hint="eastAsia"/>
                <w:noProof/>
                <w:rtl/>
              </w:rPr>
              <w:t>الإهداء</w:t>
            </w:r>
            <w:r w:rsidR="00A71DCE" w:rsidRPr="00021621">
              <w:rPr>
                <w:rStyle w:val="Hyperlink"/>
                <w:noProof/>
                <w:rtl/>
              </w:rPr>
              <w:t>:</w:t>
            </w:r>
            <w:r w:rsidR="00A71DCE">
              <w:rPr>
                <w:noProof/>
                <w:webHidden/>
                <w:rtl/>
              </w:rPr>
              <w:tab/>
            </w:r>
            <w:r>
              <w:rPr>
                <w:rStyle w:val="Hyperlink"/>
                <w:noProof/>
                <w:rtl/>
              </w:rPr>
              <w:fldChar w:fldCharType="begin"/>
            </w:r>
            <w:r w:rsidR="00A71DCE">
              <w:rPr>
                <w:noProof/>
                <w:webHidden/>
                <w:rtl/>
              </w:rPr>
              <w:instrText xml:space="preserve"> </w:instrText>
            </w:r>
            <w:r w:rsidR="00A71DCE">
              <w:rPr>
                <w:noProof/>
                <w:webHidden/>
              </w:rPr>
              <w:instrText>PAGEREF</w:instrText>
            </w:r>
            <w:r w:rsidR="00A71DCE">
              <w:rPr>
                <w:noProof/>
                <w:webHidden/>
                <w:rtl/>
              </w:rPr>
              <w:instrText xml:space="preserve"> _</w:instrText>
            </w:r>
            <w:r w:rsidR="00A71DCE">
              <w:rPr>
                <w:noProof/>
                <w:webHidden/>
              </w:rPr>
              <w:instrText>Toc378509600 \h</w:instrText>
            </w:r>
            <w:r w:rsidR="00A71DCE">
              <w:rPr>
                <w:noProof/>
                <w:webHidden/>
                <w:rtl/>
              </w:rPr>
              <w:instrText xml:space="preserve"> </w:instrText>
            </w:r>
            <w:r>
              <w:rPr>
                <w:rStyle w:val="Hyperlink"/>
                <w:noProof/>
                <w:rtl/>
              </w:rPr>
            </w:r>
            <w:r>
              <w:rPr>
                <w:rStyle w:val="Hyperlink"/>
                <w:noProof/>
                <w:rtl/>
              </w:rPr>
              <w:fldChar w:fldCharType="separate"/>
            </w:r>
            <w:r w:rsidR="00B81317">
              <w:rPr>
                <w:noProof/>
                <w:webHidden/>
                <w:rtl/>
              </w:rPr>
              <w:t>2</w:t>
            </w:r>
            <w:r>
              <w:rPr>
                <w:rStyle w:val="Hyperlink"/>
                <w:noProof/>
                <w:rtl/>
              </w:rPr>
              <w:fldChar w:fldCharType="end"/>
            </w:r>
          </w:hyperlink>
        </w:p>
        <w:p w:rsidR="00A71DCE" w:rsidRDefault="00953A42">
          <w:pPr>
            <w:pStyle w:val="TOC2"/>
            <w:tabs>
              <w:tab w:val="right" w:leader="dot" w:pos="8269"/>
            </w:tabs>
            <w:rPr>
              <w:rFonts w:asciiTheme="minorHAnsi" w:eastAsiaTheme="minorEastAsia" w:hAnsiTheme="minorHAnsi" w:cstheme="minorBidi"/>
              <w:noProof/>
              <w:color w:val="auto"/>
              <w:sz w:val="22"/>
              <w:szCs w:val="22"/>
              <w:rtl/>
              <w:lang w:bidi="fa-IR"/>
            </w:rPr>
          </w:pPr>
          <w:hyperlink w:anchor="_Toc378509601" w:history="1">
            <w:r w:rsidR="00A71DCE" w:rsidRPr="00021621">
              <w:rPr>
                <w:rStyle w:val="Hyperlink"/>
                <w:noProof/>
                <w:rtl/>
              </w:rPr>
              <w:t xml:space="preserve">1- </w:t>
            </w:r>
            <w:r w:rsidR="00A71DCE" w:rsidRPr="00021621">
              <w:rPr>
                <w:rStyle w:val="Hyperlink"/>
                <w:rFonts w:hint="eastAsia"/>
                <w:noProof/>
                <w:rtl/>
              </w:rPr>
              <w:t>مقدّمة</w:t>
            </w:r>
            <w:r w:rsidR="00A71DCE" w:rsidRPr="00021621">
              <w:rPr>
                <w:rStyle w:val="Hyperlink"/>
                <w:noProof/>
                <w:rtl/>
              </w:rPr>
              <w:t xml:space="preserve"> </w:t>
            </w:r>
            <w:r w:rsidR="00A71DCE" w:rsidRPr="00021621">
              <w:rPr>
                <w:rStyle w:val="Hyperlink"/>
                <w:rFonts w:hint="eastAsia"/>
                <w:noProof/>
                <w:rtl/>
              </w:rPr>
              <w:t>التحقيق</w:t>
            </w:r>
            <w:r w:rsidR="00A71DCE" w:rsidRPr="00021621">
              <w:rPr>
                <w:rStyle w:val="Hyperlink"/>
                <w:noProof/>
                <w:rtl/>
              </w:rPr>
              <w:t>:</w:t>
            </w:r>
            <w:r w:rsidR="00A71DCE">
              <w:rPr>
                <w:noProof/>
                <w:webHidden/>
                <w:rtl/>
              </w:rPr>
              <w:tab/>
            </w:r>
            <w:r>
              <w:rPr>
                <w:rStyle w:val="Hyperlink"/>
                <w:noProof/>
                <w:rtl/>
              </w:rPr>
              <w:fldChar w:fldCharType="begin"/>
            </w:r>
            <w:r w:rsidR="00A71DCE">
              <w:rPr>
                <w:noProof/>
                <w:webHidden/>
                <w:rtl/>
              </w:rPr>
              <w:instrText xml:space="preserve"> </w:instrText>
            </w:r>
            <w:r w:rsidR="00A71DCE">
              <w:rPr>
                <w:noProof/>
                <w:webHidden/>
              </w:rPr>
              <w:instrText>PAGEREF</w:instrText>
            </w:r>
            <w:r w:rsidR="00A71DCE">
              <w:rPr>
                <w:noProof/>
                <w:webHidden/>
                <w:rtl/>
              </w:rPr>
              <w:instrText xml:space="preserve"> _</w:instrText>
            </w:r>
            <w:r w:rsidR="00A71DCE">
              <w:rPr>
                <w:noProof/>
                <w:webHidden/>
              </w:rPr>
              <w:instrText>Toc378509601 \h</w:instrText>
            </w:r>
            <w:r w:rsidR="00A71DCE">
              <w:rPr>
                <w:noProof/>
                <w:webHidden/>
                <w:rtl/>
              </w:rPr>
              <w:instrText xml:space="preserve"> </w:instrText>
            </w:r>
            <w:r>
              <w:rPr>
                <w:rStyle w:val="Hyperlink"/>
                <w:noProof/>
                <w:rtl/>
              </w:rPr>
            </w:r>
            <w:r>
              <w:rPr>
                <w:rStyle w:val="Hyperlink"/>
                <w:noProof/>
                <w:rtl/>
              </w:rPr>
              <w:fldChar w:fldCharType="separate"/>
            </w:r>
            <w:r w:rsidR="00B81317">
              <w:rPr>
                <w:noProof/>
                <w:webHidden/>
                <w:rtl/>
              </w:rPr>
              <w:t>3</w:t>
            </w:r>
            <w:r>
              <w:rPr>
                <w:rStyle w:val="Hyperlink"/>
                <w:noProof/>
                <w:rtl/>
              </w:rPr>
              <w:fldChar w:fldCharType="end"/>
            </w:r>
          </w:hyperlink>
        </w:p>
        <w:p w:rsidR="00A71DCE" w:rsidRDefault="00953A42">
          <w:pPr>
            <w:pStyle w:val="TOC2"/>
            <w:tabs>
              <w:tab w:val="right" w:leader="dot" w:pos="8269"/>
            </w:tabs>
            <w:rPr>
              <w:rFonts w:asciiTheme="minorHAnsi" w:eastAsiaTheme="minorEastAsia" w:hAnsiTheme="minorHAnsi" w:cstheme="minorBidi"/>
              <w:noProof/>
              <w:color w:val="auto"/>
              <w:sz w:val="22"/>
              <w:szCs w:val="22"/>
              <w:rtl/>
              <w:lang w:bidi="fa-IR"/>
            </w:rPr>
          </w:pPr>
          <w:hyperlink w:anchor="_Toc378509602" w:history="1">
            <w:r w:rsidR="00A71DCE" w:rsidRPr="00021621">
              <w:rPr>
                <w:rStyle w:val="Hyperlink"/>
                <w:rFonts w:hint="eastAsia"/>
                <w:noProof/>
                <w:rtl/>
              </w:rPr>
              <w:t>الرسالة</w:t>
            </w:r>
            <w:r w:rsidR="00A71DCE" w:rsidRPr="00021621">
              <w:rPr>
                <w:rStyle w:val="Hyperlink"/>
                <w:noProof/>
                <w:rtl/>
              </w:rPr>
              <w:t xml:space="preserve"> </w:t>
            </w:r>
            <w:r w:rsidR="00A71DCE" w:rsidRPr="00021621">
              <w:rPr>
                <w:rStyle w:val="Hyperlink"/>
                <w:rFonts w:hint="eastAsia"/>
                <w:noProof/>
                <w:rtl/>
              </w:rPr>
              <w:t>وعَمَلنا</w:t>
            </w:r>
            <w:r w:rsidR="00A71DCE">
              <w:rPr>
                <w:noProof/>
                <w:webHidden/>
                <w:rtl/>
              </w:rPr>
              <w:tab/>
            </w:r>
            <w:r>
              <w:rPr>
                <w:rStyle w:val="Hyperlink"/>
                <w:noProof/>
                <w:rtl/>
              </w:rPr>
              <w:fldChar w:fldCharType="begin"/>
            </w:r>
            <w:r w:rsidR="00A71DCE">
              <w:rPr>
                <w:noProof/>
                <w:webHidden/>
                <w:rtl/>
              </w:rPr>
              <w:instrText xml:space="preserve"> </w:instrText>
            </w:r>
            <w:r w:rsidR="00A71DCE">
              <w:rPr>
                <w:noProof/>
                <w:webHidden/>
              </w:rPr>
              <w:instrText>PAGEREF</w:instrText>
            </w:r>
            <w:r w:rsidR="00A71DCE">
              <w:rPr>
                <w:noProof/>
                <w:webHidden/>
                <w:rtl/>
              </w:rPr>
              <w:instrText xml:space="preserve"> _</w:instrText>
            </w:r>
            <w:r w:rsidR="00A71DCE">
              <w:rPr>
                <w:noProof/>
                <w:webHidden/>
              </w:rPr>
              <w:instrText>Toc378509602 \h</w:instrText>
            </w:r>
            <w:r w:rsidR="00A71DCE">
              <w:rPr>
                <w:noProof/>
                <w:webHidden/>
                <w:rtl/>
              </w:rPr>
              <w:instrText xml:space="preserve"> </w:instrText>
            </w:r>
            <w:r>
              <w:rPr>
                <w:rStyle w:val="Hyperlink"/>
                <w:noProof/>
                <w:rtl/>
              </w:rPr>
            </w:r>
            <w:r>
              <w:rPr>
                <w:rStyle w:val="Hyperlink"/>
                <w:noProof/>
                <w:rtl/>
              </w:rPr>
              <w:fldChar w:fldCharType="separate"/>
            </w:r>
            <w:r w:rsidR="00B81317">
              <w:rPr>
                <w:noProof/>
                <w:webHidden/>
                <w:rtl/>
              </w:rPr>
              <w:t>3</w:t>
            </w:r>
            <w:r>
              <w:rPr>
                <w:rStyle w:val="Hyperlink"/>
                <w:noProof/>
                <w:rtl/>
              </w:rPr>
              <w:fldChar w:fldCharType="end"/>
            </w:r>
          </w:hyperlink>
        </w:p>
        <w:p w:rsidR="00A71DCE" w:rsidRDefault="00953A42">
          <w:pPr>
            <w:pStyle w:val="TOC2"/>
            <w:tabs>
              <w:tab w:val="right" w:leader="dot" w:pos="8269"/>
            </w:tabs>
            <w:rPr>
              <w:rFonts w:asciiTheme="minorHAnsi" w:eastAsiaTheme="minorEastAsia" w:hAnsiTheme="minorHAnsi" w:cstheme="minorBidi"/>
              <w:noProof/>
              <w:color w:val="auto"/>
              <w:sz w:val="22"/>
              <w:szCs w:val="22"/>
              <w:rtl/>
              <w:lang w:bidi="fa-IR"/>
            </w:rPr>
          </w:pPr>
          <w:hyperlink w:anchor="_Toc378509603" w:history="1">
            <w:r w:rsidR="00A71DCE" w:rsidRPr="00021621">
              <w:rPr>
                <w:rStyle w:val="Hyperlink"/>
                <w:noProof/>
                <w:rtl/>
              </w:rPr>
              <w:t xml:space="preserve">2- </w:t>
            </w:r>
            <w:r w:rsidR="00A71DCE" w:rsidRPr="00021621">
              <w:rPr>
                <w:rStyle w:val="Hyperlink"/>
                <w:rFonts w:hint="eastAsia"/>
                <w:noProof/>
                <w:rtl/>
              </w:rPr>
              <w:t>نُبذة</w:t>
            </w:r>
            <w:r w:rsidR="00A71DCE" w:rsidRPr="00021621">
              <w:rPr>
                <w:rStyle w:val="Hyperlink"/>
                <w:noProof/>
                <w:rtl/>
              </w:rPr>
              <w:t xml:space="preserve"> </w:t>
            </w:r>
            <w:r w:rsidR="00A71DCE" w:rsidRPr="00021621">
              <w:rPr>
                <w:rStyle w:val="Hyperlink"/>
                <w:rFonts w:hint="eastAsia"/>
                <w:noProof/>
                <w:rtl/>
              </w:rPr>
              <w:t>من</w:t>
            </w:r>
            <w:r w:rsidR="00A71DCE" w:rsidRPr="00021621">
              <w:rPr>
                <w:rStyle w:val="Hyperlink"/>
                <w:noProof/>
                <w:rtl/>
              </w:rPr>
              <w:t xml:space="preserve"> </w:t>
            </w:r>
            <w:r w:rsidR="00A71DCE" w:rsidRPr="00021621">
              <w:rPr>
                <w:rStyle w:val="Hyperlink"/>
                <w:rFonts w:hint="eastAsia"/>
                <w:noProof/>
                <w:rtl/>
              </w:rPr>
              <w:t>أحوال</w:t>
            </w:r>
            <w:r w:rsidR="00A71DCE" w:rsidRPr="00021621">
              <w:rPr>
                <w:rStyle w:val="Hyperlink"/>
                <w:noProof/>
                <w:rtl/>
              </w:rPr>
              <w:t xml:space="preserve"> </w:t>
            </w:r>
            <w:r w:rsidR="00A71DCE" w:rsidRPr="00021621">
              <w:rPr>
                <w:rStyle w:val="Hyperlink"/>
                <w:rFonts w:hint="eastAsia"/>
                <w:noProof/>
                <w:rtl/>
              </w:rPr>
              <w:t>المؤلِّف</w:t>
            </w:r>
            <w:r w:rsidR="00A71DCE" w:rsidRPr="00021621">
              <w:rPr>
                <w:rStyle w:val="Hyperlink"/>
                <w:noProof/>
                <w:rtl/>
              </w:rPr>
              <w:t xml:space="preserve"> </w:t>
            </w:r>
            <w:r w:rsidR="00A71DCE" w:rsidRPr="00021621">
              <w:rPr>
                <w:rStyle w:val="Hyperlink"/>
                <w:rFonts w:cs="Rafed Alaem" w:hint="eastAsia"/>
                <w:noProof/>
                <w:rtl/>
              </w:rPr>
              <w:t>رحمه‌الله</w:t>
            </w:r>
            <w:r w:rsidR="00A71DCE">
              <w:rPr>
                <w:noProof/>
                <w:webHidden/>
                <w:rtl/>
              </w:rPr>
              <w:tab/>
            </w:r>
            <w:r>
              <w:rPr>
                <w:rStyle w:val="Hyperlink"/>
                <w:noProof/>
                <w:rtl/>
              </w:rPr>
              <w:fldChar w:fldCharType="begin"/>
            </w:r>
            <w:r w:rsidR="00A71DCE">
              <w:rPr>
                <w:noProof/>
                <w:webHidden/>
                <w:rtl/>
              </w:rPr>
              <w:instrText xml:space="preserve"> </w:instrText>
            </w:r>
            <w:r w:rsidR="00A71DCE">
              <w:rPr>
                <w:noProof/>
                <w:webHidden/>
              </w:rPr>
              <w:instrText>PAGEREF</w:instrText>
            </w:r>
            <w:r w:rsidR="00A71DCE">
              <w:rPr>
                <w:noProof/>
                <w:webHidden/>
                <w:rtl/>
              </w:rPr>
              <w:instrText xml:space="preserve"> _</w:instrText>
            </w:r>
            <w:r w:rsidR="00A71DCE">
              <w:rPr>
                <w:noProof/>
                <w:webHidden/>
              </w:rPr>
              <w:instrText>Toc378509603 \h</w:instrText>
            </w:r>
            <w:r w:rsidR="00A71DCE">
              <w:rPr>
                <w:noProof/>
                <w:webHidden/>
                <w:rtl/>
              </w:rPr>
              <w:instrText xml:space="preserve"> </w:instrText>
            </w:r>
            <w:r>
              <w:rPr>
                <w:rStyle w:val="Hyperlink"/>
                <w:noProof/>
                <w:rtl/>
              </w:rPr>
            </w:r>
            <w:r>
              <w:rPr>
                <w:rStyle w:val="Hyperlink"/>
                <w:noProof/>
                <w:rtl/>
              </w:rPr>
              <w:fldChar w:fldCharType="separate"/>
            </w:r>
            <w:r w:rsidR="00B81317">
              <w:rPr>
                <w:noProof/>
                <w:webHidden/>
                <w:rtl/>
              </w:rPr>
              <w:t>4</w:t>
            </w:r>
            <w:r>
              <w:rPr>
                <w:rStyle w:val="Hyperlink"/>
                <w:noProof/>
                <w:rtl/>
              </w:rPr>
              <w:fldChar w:fldCharType="end"/>
            </w:r>
          </w:hyperlink>
        </w:p>
        <w:p w:rsidR="00A71DCE" w:rsidRDefault="00953A42">
          <w:pPr>
            <w:pStyle w:val="TOC2"/>
            <w:tabs>
              <w:tab w:val="right" w:leader="dot" w:pos="8269"/>
            </w:tabs>
            <w:rPr>
              <w:rFonts w:asciiTheme="minorHAnsi" w:eastAsiaTheme="minorEastAsia" w:hAnsiTheme="minorHAnsi" w:cstheme="minorBidi"/>
              <w:noProof/>
              <w:color w:val="auto"/>
              <w:sz w:val="22"/>
              <w:szCs w:val="22"/>
              <w:rtl/>
              <w:lang w:bidi="fa-IR"/>
            </w:rPr>
          </w:pPr>
          <w:hyperlink w:anchor="_Toc378509604" w:history="1">
            <w:r w:rsidR="00A71DCE" w:rsidRPr="00021621">
              <w:rPr>
                <w:rStyle w:val="Hyperlink"/>
                <w:rFonts w:hint="eastAsia"/>
                <w:noProof/>
                <w:rtl/>
              </w:rPr>
              <w:t>الشيخ</w:t>
            </w:r>
            <w:r w:rsidR="00A71DCE" w:rsidRPr="00021621">
              <w:rPr>
                <w:rStyle w:val="Hyperlink"/>
                <w:noProof/>
                <w:rtl/>
              </w:rPr>
              <w:t xml:space="preserve"> </w:t>
            </w:r>
            <w:r w:rsidR="00A71DCE" w:rsidRPr="00021621">
              <w:rPr>
                <w:rStyle w:val="Hyperlink"/>
                <w:rFonts w:hint="eastAsia"/>
                <w:noProof/>
                <w:rtl/>
              </w:rPr>
              <w:t>المامقاني</w:t>
            </w:r>
            <w:r w:rsidR="00A71DCE" w:rsidRPr="00021621">
              <w:rPr>
                <w:rStyle w:val="Hyperlink"/>
                <w:noProof/>
                <w:rtl/>
              </w:rPr>
              <w:t xml:space="preserve"> </w:t>
            </w:r>
            <w:r w:rsidR="00A71DCE" w:rsidRPr="00021621">
              <w:rPr>
                <w:rStyle w:val="Hyperlink"/>
                <w:rFonts w:hint="eastAsia"/>
                <w:noProof/>
                <w:rtl/>
              </w:rPr>
              <w:t>والإمام</w:t>
            </w:r>
            <w:r w:rsidR="00A71DCE" w:rsidRPr="00021621">
              <w:rPr>
                <w:rStyle w:val="Hyperlink"/>
                <w:noProof/>
                <w:rtl/>
              </w:rPr>
              <w:t xml:space="preserve"> </w:t>
            </w:r>
            <w:r w:rsidR="00A71DCE" w:rsidRPr="00021621">
              <w:rPr>
                <w:rStyle w:val="Hyperlink"/>
                <w:rFonts w:hint="eastAsia"/>
                <w:noProof/>
                <w:rtl/>
              </w:rPr>
              <w:t>المهدي</w:t>
            </w:r>
            <w:r w:rsidR="00A71DCE" w:rsidRPr="00021621">
              <w:rPr>
                <w:rStyle w:val="Hyperlink"/>
                <w:noProof/>
                <w:rtl/>
              </w:rPr>
              <w:t xml:space="preserve"> </w:t>
            </w:r>
            <w:r w:rsidR="00A71DCE" w:rsidRPr="00021621">
              <w:rPr>
                <w:rStyle w:val="Hyperlink"/>
                <w:rFonts w:eastAsiaTheme="minorHAnsi" w:cs="Rafed Alaem" w:hint="eastAsia"/>
                <w:noProof/>
                <w:rtl/>
              </w:rPr>
              <w:t>عليه‌السلام</w:t>
            </w:r>
            <w:r w:rsidR="00A71DCE">
              <w:rPr>
                <w:noProof/>
                <w:webHidden/>
                <w:rtl/>
              </w:rPr>
              <w:tab/>
            </w:r>
            <w:r>
              <w:rPr>
                <w:rStyle w:val="Hyperlink"/>
                <w:noProof/>
                <w:rtl/>
              </w:rPr>
              <w:fldChar w:fldCharType="begin"/>
            </w:r>
            <w:r w:rsidR="00A71DCE">
              <w:rPr>
                <w:noProof/>
                <w:webHidden/>
                <w:rtl/>
              </w:rPr>
              <w:instrText xml:space="preserve"> </w:instrText>
            </w:r>
            <w:r w:rsidR="00A71DCE">
              <w:rPr>
                <w:noProof/>
                <w:webHidden/>
              </w:rPr>
              <w:instrText>PAGEREF</w:instrText>
            </w:r>
            <w:r w:rsidR="00A71DCE">
              <w:rPr>
                <w:noProof/>
                <w:webHidden/>
                <w:rtl/>
              </w:rPr>
              <w:instrText xml:space="preserve"> _</w:instrText>
            </w:r>
            <w:r w:rsidR="00A71DCE">
              <w:rPr>
                <w:noProof/>
                <w:webHidden/>
              </w:rPr>
              <w:instrText>Toc378509604 \h</w:instrText>
            </w:r>
            <w:r w:rsidR="00A71DCE">
              <w:rPr>
                <w:noProof/>
                <w:webHidden/>
                <w:rtl/>
              </w:rPr>
              <w:instrText xml:space="preserve"> </w:instrText>
            </w:r>
            <w:r>
              <w:rPr>
                <w:rStyle w:val="Hyperlink"/>
                <w:noProof/>
                <w:rtl/>
              </w:rPr>
            </w:r>
            <w:r>
              <w:rPr>
                <w:rStyle w:val="Hyperlink"/>
                <w:noProof/>
                <w:rtl/>
              </w:rPr>
              <w:fldChar w:fldCharType="separate"/>
            </w:r>
            <w:r w:rsidR="00B81317">
              <w:rPr>
                <w:noProof/>
                <w:webHidden/>
                <w:rtl/>
              </w:rPr>
              <w:t>5</w:t>
            </w:r>
            <w:r>
              <w:rPr>
                <w:rStyle w:val="Hyperlink"/>
                <w:noProof/>
                <w:rtl/>
              </w:rPr>
              <w:fldChar w:fldCharType="end"/>
            </w:r>
          </w:hyperlink>
        </w:p>
        <w:p w:rsidR="00A71DCE" w:rsidRDefault="00953A42">
          <w:pPr>
            <w:pStyle w:val="TOC2"/>
            <w:tabs>
              <w:tab w:val="right" w:leader="dot" w:pos="8269"/>
            </w:tabs>
            <w:rPr>
              <w:rFonts w:asciiTheme="minorHAnsi" w:eastAsiaTheme="minorEastAsia" w:hAnsiTheme="minorHAnsi" w:cstheme="minorBidi"/>
              <w:noProof/>
              <w:color w:val="auto"/>
              <w:sz w:val="22"/>
              <w:szCs w:val="22"/>
              <w:rtl/>
              <w:lang w:bidi="fa-IR"/>
            </w:rPr>
          </w:pPr>
          <w:hyperlink w:anchor="_Toc378509605" w:history="1">
            <w:r w:rsidR="00A71DCE" w:rsidRPr="00021621">
              <w:rPr>
                <w:rStyle w:val="Hyperlink"/>
                <w:rFonts w:hint="eastAsia"/>
                <w:noProof/>
                <w:rtl/>
              </w:rPr>
              <w:t>أهم</w:t>
            </w:r>
            <w:r w:rsidR="00A71DCE" w:rsidRPr="00021621">
              <w:rPr>
                <w:rStyle w:val="Hyperlink"/>
                <w:noProof/>
                <w:rtl/>
              </w:rPr>
              <w:t xml:space="preserve"> </w:t>
            </w:r>
            <w:r w:rsidR="00A71DCE" w:rsidRPr="00021621">
              <w:rPr>
                <w:rStyle w:val="Hyperlink"/>
                <w:rFonts w:hint="eastAsia"/>
                <w:noProof/>
                <w:rtl/>
              </w:rPr>
              <w:t>مؤلّفاته</w:t>
            </w:r>
            <w:r w:rsidR="00A71DCE" w:rsidRPr="00021621">
              <w:rPr>
                <w:rStyle w:val="Hyperlink"/>
                <w:noProof/>
                <w:rtl/>
              </w:rPr>
              <w:t xml:space="preserve"> </w:t>
            </w:r>
            <w:r w:rsidR="00A71DCE" w:rsidRPr="00021621">
              <w:rPr>
                <w:rStyle w:val="Hyperlink"/>
                <w:rFonts w:hint="eastAsia"/>
                <w:noProof/>
                <w:rtl/>
              </w:rPr>
              <w:t>وآثاره</w:t>
            </w:r>
            <w:r w:rsidR="00A71DCE" w:rsidRPr="00021621">
              <w:rPr>
                <w:rStyle w:val="Hyperlink"/>
                <w:noProof/>
                <w:rtl/>
              </w:rPr>
              <w:t>:</w:t>
            </w:r>
            <w:r w:rsidR="00A71DCE">
              <w:rPr>
                <w:noProof/>
                <w:webHidden/>
                <w:rtl/>
              </w:rPr>
              <w:tab/>
            </w:r>
            <w:r>
              <w:rPr>
                <w:rStyle w:val="Hyperlink"/>
                <w:noProof/>
                <w:rtl/>
              </w:rPr>
              <w:fldChar w:fldCharType="begin"/>
            </w:r>
            <w:r w:rsidR="00A71DCE">
              <w:rPr>
                <w:noProof/>
                <w:webHidden/>
                <w:rtl/>
              </w:rPr>
              <w:instrText xml:space="preserve"> </w:instrText>
            </w:r>
            <w:r w:rsidR="00A71DCE">
              <w:rPr>
                <w:noProof/>
                <w:webHidden/>
              </w:rPr>
              <w:instrText>PAGEREF</w:instrText>
            </w:r>
            <w:r w:rsidR="00A71DCE">
              <w:rPr>
                <w:noProof/>
                <w:webHidden/>
                <w:rtl/>
              </w:rPr>
              <w:instrText xml:space="preserve"> _</w:instrText>
            </w:r>
            <w:r w:rsidR="00A71DCE">
              <w:rPr>
                <w:noProof/>
                <w:webHidden/>
              </w:rPr>
              <w:instrText>Toc378509605 \h</w:instrText>
            </w:r>
            <w:r w:rsidR="00A71DCE">
              <w:rPr>
                <w:noProof/>
                <w:webHidden/>
                <w:rtl/>
              </w:rPr>
              <w:instrText xml:space="preserve"> </w:instrText>
            </w:r>
            <w:r>
              <w:rPr>
                <w:rStyle w:val="Hyperlink"/>
                <w:noProof/>
                <w:rtl/>
              </w:rPr>
            </w:r>
            <w:r>
              <w:rPr>
                <w:rStyle w:val="Hyperlink"/>
                <w:noProof/>
                <w:rtl/>
              </w:rPr>
              <w:fldChar w:fldCharType="separate"/>
            </w:r>
            <w:r w:rsidR="00B81317">
              <w:rPr>
                <w:noProof/>
                <w:webHidden/>
                <w:rtl/>
              </w:rPr>
              <w:t>6</w:t>
            </w:r>
            <w:r>
              <w:rPr>
                <w:rStyle w:val="Hyperlink"/>
                <w:noProof/>
                <w:rtl/>
              </w:rPr>
              <w:fldChar w:fldCharType="end"/>
            </w:r>
          </w:hyperlink>
        </w:p>
        <w:p w:rsidR="00A71DCE" w:rsidRDefault="00953A42">
          <w:pPr>
            <w:pStyle w:val="TOC2"/>
            <w:tabs>
              <w:tab w:val="right" w:leader="dot" w:pos="8269"/>
            </w:tabs>
            <w:rPr>
              <w:rFonts w:asciiTheme="minorHAnsi" w:eastAsiaTheme="minorEastAsia" w:hAnsiTheme="minorHAnsi" w:cstheme="minorBidi"/>
              <w:noProof/>
              <w:color w:val="auto"/>
              <w:sz w:val="22"/>
              <w:szCs w:val="22"/>
              <w:rtl/>
              <w:lang w:bidi="fa-IR"/>
            </w:rPr>
          </w:pPr>
          <w:hyperlink w:anchor="_Toc378509606" w:history="1">
            <w:r w:rsidR="00A71DCE" w:rsidRPr="00021621">
              <w:rPr>
                <w:rStyle w:val="Hyperlink"/>
                <w:rFonts w:hint="eastAsia"/>
                <w:noProof/>
                <w:rtl/>
              </w:rPr>
              <w:t>مقدّمة</w:t>
            </w:r>
            <w:r w:rsidR="00A71DCE" w:rsidRPr="00021621">
              <w:rPr>
                <w:rStyle w:val="Hyperlink"/>
                <w:noProof/>
                <w:rtl/>
              </w:rPr>
              <w:t xml:space="preserve"> </w:t>
            </w:r>
            <w:r w:rsidR="00A71DCE" w:rsidRPr="00021621">
              <w:rPr>
                <w:rStyle w:val="Hyperlink"/>
                <w:rFonts w:hint="eastAsia"/>
                <w:noProof/>
                <w:rtl/>
              </w:rPr>
              <w:t>المؤلِّف</w:t>
            </w:r>
            <w:r w:rsidR="00A71DCE" w:rsidRPr="00021621">
              <w:rPr>
                <w:rStyle w:val="Hyperlink"/>
                <w:noProof/>
                <w:rtl/>
              </w:rPr>
              <w:t>:</w:t>
            </w:r>
            <w:r w:rsidR="00A71DCE">
              <w:rPr>
                <w:noProof/>
                <w:webHidden/>
                <w:rtl/>
              </w:rPr>
              <w:tab/>
            </w:r>
            <w:r>
              <w:rPr>
                <w:rStyle w:val="Hyperlink"/>
                <w:noProof/>
                <w:rtl/>
              </w:rPr>
              <w:fldChar w:fldCharType="begin"/>
            </w:r>
            <w:r w:rsidR="00A71DCE">
              <w:rPr>
                <w:noProof/>
                <w:webHidden/>
                <w:rtl/>
              </w:rPr>
              <w:instrText xml:space="preserve"> </w:instrText>
            </w:r>
            <w:r w:rsidR="00A71DCE">
              <w:rPr>
                <w:noProof/>
                <w:webHidden/>
              </w:rPr>
              <w:instrText>PAGEREF</w:instrText>
            </w:r>
            <w:r w:rsidR="00A71DCE">
              <w:rPr>
                <w:noProof/>
                <w:webHidden/>
                <w:rtl/>
              </w:rPr>
              <w:instrText xml:space="preserve"> _</w:instrText>
            </w:r>
            <w:r w:rsidR="00A71DCE">
              <w:rPr>
                <w:noProof/>
                <w:webHidden/>
              </w:rPr>
              <w:instrText>Toc378509606 \h</w:instrText>
            </w:r>
            <w:r w:rsidR="00A71DCE">
              <w:rPr>
                <w:noProof/>
                <w:webHidden/>
                <w:rtl/>
              </w:rPr>
              <w:instrText xml:space="preserve"> </w:instrText>
            </w:r>
            <w:r>
              <w:rPr>
                <w:rStyle w:val="Hyperlink"/>
                <w:noProof/>
                <w:rtl/>
              </w:rPr>
            </w:r>
            <w:r>
              <w:rPr>
                <w:rStyle w:val="Hyperlink"/>
                <w:noProof/>
                <w:rtl/>
              </w:rPr>
              <w:fldChar w:fldCharType="separate"/>
            </w:r>
            <w:r w:rsidR="00B81317">
              <w:rPr>
                <w:noProof/>
                <w:webHidden/>
                <w:rtl/>
              </w:rPr>
              <w:t>9</w:t>
            </w:r>
            <w:r>
              <w:rPr>
                <w:rStyle w:val="Hyperlink"/>
                <w:noProof/>
                <w:rtl/>
              </w:rPr>
              <w:fldChar w:fldCharType="end"/>
            </w:r>
          </w:hyperlink>
        </w:p>
        <w:p w:rsidR="00A71DCE" w:rsidRDefault="00953A42">
          <w:pPr>
            <w:pStyle w:val="TOC2"/>
            <w:tabs>
              <w:tab w:val="right" w:leader="dot" w:pos="8269"/>
            </w:tabs>
            <w:rPr>
              <w:rFonts w:asciiTheme="minorHAnsi" w:eastAsiaTheme="minorEastAsia" w:hAnsiTheme="minorHAnsi" w:cstheme="minorBidi"/>
              <w:noProof/>
              <w:color w:val="auto"/>
              <w:sz w:val="22"/>
              <w:szCs w:val="22"/>
              <w:rtl/>
              <w:lang w:bidi="fa-IR"/>
            </w:rPr>
          </w:pPr>
          <w:hyperlink w:anchor="_Toc378509607" w:history="1">
            <w:r w:rsidR="00A71DCE" w:rsidRPr="00021621">
              <w:rPr>
                <w:rStyle w:val="Hyperlink"/>
                <w:rFonts w:hint="eastAsia"/>
                <w:noProof/>
                <w:rtl/>
              </w:rPr>
              <w:t>السجود</w:t>
            </w:r>
            <w:r w:rsidR="00A71DCE" w:rsidRPr="00021621">
              <w:rPr>
                <w:rStyle w:val="Hyperlink"/>
                <w:noProof/>
                <w:rtl/>
              </w:rPr>
              <w:t xml:space="preserve"> </w:t>
            </w:r>
            <w:r w:rsidR="00A71DCE" w:rsidRPr="00021621">
              <w:rPr>
                <w:rStyle w:val="Hyperlink"/>
                <w:rFonts w:hint="eastAsia"/>
                <w:noProof/>
                <w:rtl/>
              </w:rPr>
              <w:t>على</w:t>
            </w:r>
            <w:r w:rsidR="00A71DCE" w:rsidRPr="00021621">
              <w:rPr>
                <w:rStyle w:val="Hyperlink"/>
                <w:noProof/>
                <w:rtl/>
              </w:rPr>
              <w:t xml:space="preserve"> </w:t>
            </w:r>
            <w:r w:rsidR="00A71DCE" w:rsidRPr="00021621">
              <w:rPr>
                <w:rStyle w:val="Hyperlink"/>
                <w:rFonts w:hint="eastAsia"/>
                <w:noProof/>
                <w:rtl/>
              </w:rPr>
              <w:t>الأعتاب</w:t>
            </w:r>
            <w:r w:rsidR="00A71DCE">
              <w:rPr>
                <w:noProof/>
                <w:webHidden/>
                <w:rtl/>
              </w:rPr>
              <w:tab/>
            </w:r>
            <w:r>
              <w:rPr>
                <w:rStyle w:val="Hyperlink"/>
                <w:noProof/>
                <w:rtl/>
              </w:rPr>
              <w:fldChar w:fldCharType="begin"/>
            </w:r>
            <w:r w:rsidR="00A71DCE">
              <w:rPr>
                <w:noProof/>
                <w:webHidden/>
                <w:rtl/>
              </w:rPr>
              <w:instrText xml:space="preserve"> </w:instrText>
            </w:r>
            <w:r w:rsidR="00A71DCE">
              <w:rPr>
                <w:noProof/>
                <w:webHidden/>
              </w:rPr>
              <w:instrText>PAGEREF</w:instrText>
            </w:r>
            <w:r w:rsidR="00A71DCE">
              <w:rPr>
                <w:noProof/>
                <w:webHidden/>
                <w:rtl/>
              </w:rPr>
              <w:instrText xml:space="preserve"> _</w:instrText>
            </w:r>
            <w:r w:rsidR="00A71DCE">
              <w:rPr>
                <w:noProof/>
                <w:webHidden/>
              </w:rPr>
              <w:instrText>Toc378509607 \h</w:instrText>
            </w:r>
            <w:r w:rsidR="00A71DCE">
              <w:rPr>
                <w:noProof/>
                <w:webHidden/>
                <w:rtl/>
              </w:rPr>
              <w:instrText xml:space="preserve"> </w:instrText>
            </w:r>
            <w:r>
              <w:rPr>
                <w:rStyle w:val="Hyperlink"/>
                <w:noProof/>
                <w:rtl/>
              </w:rPr>
            </w:r>
            <w:r>
              <w:rPr>
                <w:rStyle w:val="Hyperlink"/>
                <w:noProof/>
                <w:rtl/>
              </w:rPr>
              <w:fldChar w:fldCharType="separate"/>
            </w:r>
            <w:r w:rsidR="00B81317">
              <w:rPr>
                <w:noProof/>
                <w:webHidden/>
                <w:rtl/>
              </w:rPr>
              <w:t>11</w:t>
            </w:r>
            <w:r>
              <w:rPr>
                <w:rStyle w:val="Hyperlink"/>
                <w:noProof/>
                <w:rtl/>
              </w:rPr>
              <w:fldChar w:fldCharType="end"/>
            </w:r>
          </w:hyperlink>
        </w:p>
        <w:p w:rsidR="00A71DCE" w:rsidRDefault="00953A42">
          <w:pPr>
            <w:pStyle w:val="TOC2"/>
            <w:tabs>
              <w:tab w:val="right" w:leader="dot" w:pos="8269"/>
            </w:tabs>
            <w:rPr>
              <w:rFonts w:asciiTheme="minorHAnsi" w:eastAsiaTheme="minorEastAsia" w:hAnsiTheme="minorHAnsi" w:cstheme="minorBidi"/>
              <w:noProof/>
              <w:color w:val="auto"/>
              <w:sz w:val="22"/>
              <w:szCs w:val="22"/>
              <w:rtl/>
              <w:lang w:bidi="fa-IR"/>
            </w:rPr>
          </w:pPr>
          <w:hyperlink w:anchor="_Toc378509608" w:history="1">
            <w:r w:rsidR="00A71DCE" w:rsidRPr="00021621">
              <w:rPr>
                <w:rStyle w:val="Hyperlink"/>
                <w:rFonts w:hint="eastAsia"/>
                <w:noProof/>
                <w:rtl/>
              </w:rPr>
              <w:t>الدليل</w:t>
            </w:r>
            <w:r w:rsidR="00A71DCE" w:rsidRPr="00021621">
              <w:rPr>
                <w:rStyle w:val="Hyperlink"/>
                <w:noProof/>
                <w:rtl/>
              </w:rPr>
              <w:t xml:space="preserve"> </w:t>
            </w:r>
            <w:r w:rsidR="00A71DCE" w:rsidRPr="00021621">
              <w:rPr>
                <w:rStyle w:val="Hyperlink"/>
                <w:rFonts w:hint="eastAsia"/>
                <w:noProof/>
                <w:rtl/>
              </w:rPr>
              <w:t>على</w:t>
            </w:r>
            <w:r w:rsidR="00A71DCE" w:rsidRPr="00021621">
              <w:rPr>
                <w:rStyle w:val="Hyperlink"/>
                <w:noProof/>
                <w:rtl/>
              </w:rPr>
              <w:t xml:space="preserve"> </w:t>
            </w:r>
            <w:r w:rsidR="00A71DCE" w:rsidRPr="00021621">
              <w:rPr>
                <w:rStyle w:val="Hyperlink"/>
                <w:rFonts w:hint="eastAsia"/>
                <w:noProof/>
                <w:rtl/>
              </w:rPr>
              <w:t>عدم</w:t>
            </w:r>
            <w:r w:rsidR="00A71DCE" w:rsidRPr="00021621">
              <w:rPr>
                <w:rStyle w:val="Hyperlink"/>
                <w:noProof/>
                <w:rtl/>
              </w:rPr>
              <w:t xml:space="preserve"> </w:t>
            </w:r>
            <w:r w:rsidR="00A71DCE" w:rsidRPr="00021621">
              <w:rPr>
                <w:rStyle w:val="Hyperlink"/>
                <w:rFonts w:hint="eastAsia"/>
                <w:noProof/>
                <w:rtl/>
              </w:rPr>
              <w:t>جواز</w:t>
            </w:r>
            <w:r w:rsidR="00A71DCE" w:rsidRPr="00021621">
              <w:rPr>
                <w:rStyle w:val="Hyperlink"/>
                <w:noProof/>
                <w:rtl/>
              </w:rPr>
              <w:t xml:space="preserve"> </w:t>
            </w:r>
            <w:r w:rsidR="00A71DCE" w:rsidRPr="00021621">
              <w:rPr>
                <w:rStyle w:val="Hyperlink"/>
                <w:rFonts w:hint="eastAsia"/>
                <w:noProof/>
                <w:rtl/>
              </w:rPr>
              <w:t>التقبيل</w:t>
            </w:r>
            <w:r w:rsidR="00A71DCE">
              <w:rPr>
                <w:noProof/>
                <w:webHidden/>
                <w:rtl/>
              </w:rPr>
              <w:tab/>
            </w:r>
            <w:r>
              <w:rPr>
                <w:rStyle w:val="Hyperlink"/>
                <w:noProof/>
                <w:rtl/>
              </w:rPr>
              <w:fldChar w:fldCharType="begin"/>
            </w:r>
            <w:r w:rsidR="00A71DCE">
              <w:rPr>
                <w:noProof/>
                <w:webHidden/>
                <w:rtl/>
              </w:rPr>
              <w:instrText xml:space="preserve"> </w:instrText>
            </w:r>
            <w:r w:rsidR="00A71DCE">
              <w:rPr>
                <w:noProof/>
                <w:webHidden/>
              </w:rPr>
              <w:instrText>PAGEREF</w:instrText>
            </w:r>
            <w:r w:rsidR="00A71DCE">
              <w:rPr>
                <w:noProof/>
                <w:webHidden/>
                <w:rtl/>
              </w:rPr>
              <w:instrText xml:space="preserve"> _</w:instrText>
            </w:r>
            <w:r w:rsidR="00A71DCE">
              <w:rPr>
                <w:noProof/>
                <w:webHidden/>
              </w:rPr>
              <w:instrText>Toc378509608 \h</w:instrText>
            </w:r>
            <w:r w:rsidR="00A71DCE">
              <w:rPr>
                <w:noProof/>
                <w:webHidden/>
                <w:rtl/>
              </w:rPr>
              <w:instrText xml:space="preserve"> </w:instrText>
            </w:r>
            <w:r>
              <w:rPr>
                <w:rStyle w:val="Hyperlink"/>
                <w:noProof/>
                <w:rtl/>
              </w:rPr>
            </w:r>
            <w:r>
              <w:rPr>
                <w:rStyle w:val="Hyperlink"/>
                <w:noProof/>
                <w:rtl/>
              </w:rPr>
              <w:fldChar w:fldCharType="separate"/>
            </w:r>
            <w:r w:rsidR="00B81317">
              <w:rPr>
                <w:noProof/>
                <w:webHidden/>
                <w:rtl/>
              </w:rPr>
              <w:t>11</w:t>
            </w:r>
            <w:r>
              <w:rPr>
                <w:rStyle w:val="Hyperlink"/>
                <w:noProof/>
                <w:rtl/>
              </w:rPr>
              <w:fldChar w:fldCharType="end"/>
            </w:r>
          </w:hyperlink>
        </w:p>
        <w:p w:rsidR="00A71DCE" w:rsidRDefault="00953A42">
          <w:pPr>
            <w:pStyle w:val="TOC2"/>
            <w:tabs>
              <w:tab w:val="right" w:leader="dot" w:pos="8269"/>
            </w:tabs>
            <w:rPr>
              <w:rFonts w:asciiTheme="minorHAnsi" w:eastAsiaTheme="minorEastAsia" w:hAnsiTheme="minorHAnsi" w:cstheme="minorBidi"/>
              <w:noProof/>
              <w:color w:val="auto"/>
              <w:sz w:val="22"/>
              <w:szCs w:val="22"/>
              <w:rtl/>
              <w:lang w:bidi="fa-IR"/>
            </w:rPr>
          </w:pPr>
          <w:hyperlink w:anchor="_Toc378509609" w:history="1">
            <w:r w:rsidR="00A71DCE" w:rsidRPr="00021621">
              <w:rPr>
                <w:rStyle w:val="Hyperlink"/>
                <w:rFonts w:hint="eastAsia"/>
                <w:noProof/>
                <w:rtl/>
              </w:rPr>
              <w:t>مناقشةُ</w:t>
            </w:r>
            <w:r w:rsidR="00A71DCE" w:rsidRPr="00021621">
              <w:rPr>
                <w:rStyle w:val="Hyperlink"/>
                <w:noProof/>
                <w:rtl/>
              </w:rPr>
              <w:t xml:space="preserve"> </w:t>
            </w:r>
            <w:r w:rsidR="00A71DCE" w:rsidRPr="00021621">
              <w:rPr>
                <w:rStyle w:val="Hyperlink"/>
                <w:rFonts w:hint="eastAsia"/>
                <w:noProof/>
                <w:rtl/>
              </w:rPr>
              <w:t>الرواية</w:t>
            </w:r>
            <w:r w:rsidR="00A71DCE" w:rsidRPr="00021621">
              <w:rPr>
                <w:rStyle w:val="Hyperlink"/>
                <w:noProof/>
                <w:rtl/>
              </w:rPr>
              <w:t xml:space="preserve"> </w:t>
            </w:r>
            <w:r w:rsidR="00A71DCE" w:rsidRPr="00021621">
              <w:rPr>
                <w:rStyle w:val="Hyperlink"/>
                <w:rFonts w:hint="eastAsia"/>
                <w:noProof/>
                <w:rtl/>
              </w:rPr>
              <w:t>المانعة</w:t>
            </w:r>
            <w:r w:rsidR="00A71DCE" w:rsidRPr="00021621">
              <w:rPr>
                <w:rStyle w:val="Hyperlink"/>
                <w:noProof/>
                <w:rtl/>
              </w:rPr>
              <w:t xml:space="preserve"> </w:t>
            </w:r>
            <w:r w:rsidR="00A71DCE" w:rsidRPr="00021621">
              <w:rPr>
                <w:rStyle w:val="Hyperlink"/>
                <w:rFonts w:hint="eastAsia"/>
                <w:noProof/>
                <w:rtl/>
              </w:rPr>
              <w:t>من</w:t>
            </w:r>
            <w:r w:rsidR="00A71DCE" w:rsidRPr="00021621">
              <w:rPr>
                <w:rStyle w:val="Hyperlink"/>
                <w:noProof/>
                <w:rtl/>
              </w:rPr>
              <w:t xml:space="preserve"> </w:t>
            </w:r>
            <w:r w:rsidR="00A71DCE" w:rsidRPr="00021621">
              <w:rPr>
                <w:rStyle w:val="Hyperlink"/>
                <w:rFonts w:hint="eastAsia"/>
                <w:noProof/>
                <w:rtl/>
              </w:rPr>
              <w:t>التقبيل</w:t>
            </w:r>
            <w:r w:rsidR="00A71DCE">
              <w:rPr>
                <w:noProof/>
                <w:webHidden/>
                <w:rtl/>
              </w:rPr>
              <w:tab/>
            </w:r>
            <w:r>
              <w:rPr>
                <w:rStyle w:val="Hyperlink"/>
                <w:noProof/>
                <w:rtl/>
              </w:rPr>
              <w:fldChar w:fldCharType="begin"/>
            </w:r>
            <w:r w:rsidR="00A71DCE">
              <w:rPr>
                <w:noProof/>
                <w:webHidden/>
                <w:rtl/>
              </w:rPr>
              <w:instrText xml:space="preserve"> </w:instrText>
            </w:r>
            <w:r w:rsidR="00A71DCE">
              <w:rPr>
                <w:noProof/>
                <w:webHidden/>
              </w:rPr>
              <w:instrText>PAGEREF</w:instrText>
            </w:r>
            <w:r w:rsidR="00A71DCE">
              <w:rPr>
                <w:noProof/>
                <w:webHidden/>
                <w:rtl/>
              </w:rPr>
              <w:instrText xml:space="preserve"> _</w:instrText>
            </w:r>
            <w:r w:rsidR="00A71DCE">
              <w:rPr>
                <w:noProof/>
                <w:webHidden/>
              </w:rPr>
              <w:instrText>Toc378509609 \h</w:instrText>
            </w:r>
            <w:r w:rsidR="00A71DCE">
              <w:rPr>
                <w:noProof/>
                <w:webHidden/>
                <w:rtl/>
              </w:rPr>
              <w:instrText xml:space="preserve"> </w:instrText>
            </w:r>
            <w:r>
              <w:rPr>
                <w:rStyle w:val="Hyperlink"/>
                <w:noProof/>
                <w:rtl/>
              </w:rPr>
            </w:r>
            <w:r>
              <w:rPr>
                <w:rStyle w:val="Hyperlink"/>
                <w:noProof/>
                <w:rtl/>
              </w:rPr>
              <w:fldChar w:fldCharType="separate"/>
            </w:r>
            <w:r w:rsidR="00B81317">
              <w:rPr>
                <w:noProof/>
                <w:webHidden/>
                <w:rtl/>
              </w:rPr>
              <w:t>13</w:t>
            </w:r>
            <w:r>
              <w:rPr>
                <w:rStyle w:val="Hyperlink"/>
                <w:noProof/>
                <w:rtl/>
              </w:rPr>
              <w:fldChar w:fldCharType="end"/>
            </w:r>
          </w:hyperlink>
        </w:p>
        <w:p w:rsidR="00A71DCE" w:rsidRDefault="00953A42">
          <w:pPr>
            <w:pStyle w:val="TOC2"/>
            <w:tabs>
              <w:tab w:val="right" w:leader="dot" w:pos="8269"/>
            </w:tabs>
            <w:rPr>
              <w:rFonts w:asciiTheme="minorHAnsi" w:eastAsiaTheme="minorEastAsia" w:hAnsiTheme="minorHAnsi" w:cstheme="minorBidi"/>
              <w:noProof/>
              <w:color w:val="auto"/>
              <w:sz w:val="22"/>
              <w:szCs w:val="22"/>
              <w:rtl/>
              <w:lang w:bidi="fa-IR"/>
            </w:rPr>
          </w:pPr>
          <w:hyperlink w:anchor="_Toc378509610" w:history="1">
            <w:r w:rsidR="00A71DCE" w:rsidRPr="00021621">
              <w:rPr>
                <w:rStyle w:val="Hyperlink"/>
                <w:rFonts w:hint="eastAsia"/>
                <w:noProof/>
                <w:rtl/>
              </w:rPr>
              <w:t>وقفةٌ</w:t>
            </w:r>
            <w:r w:rsidR="00A71DCE" w:rsidRPr="00021621">
              <w:rPr>
                <w:rStyle w:val="Hyperlink"/>
                <w:noProof/>
                <w:rtl/>
              </w:rPr>
              <w:t xml:space="preserve"> </w:t>
            </w:r>
            <w:r w:rsidR="00A71DCE" w:rsidRPr="00021621">
              <w:rPr>
                <w:rStyle w:val="Hyperlink"/>
                <w:rFonts w:hint="eastAsia"/>
                <w:noProof/>
                <w:rtl/>
              </w:rPr>
              <w:t>مع</w:t>
            </w:r>
            <w:r w:rsidR="00A71DCE" w:rsidRPr="00021621">
              <w:rPr>
                <w:rStyle w:val="Hyperlink"/>
                <w:noProof/>
                <w:rtl/>
              </w:rPr>
              <w:t xml:space="preserve"> </w:t>
            </w:r>
            <w:r w:rsidR="00A71DCE" w:rsidRPr="00021621">
              <w:rPr>
                <w:rStyle w:val="Hyperlink"/>
                <w:rFonts w:hint="eastAsia"/>
                <w:noProof/>
                <w:rtl/>
              </w:rPr>
              <w:t>هذه</w:t>
            </w:r>
            <w:r w:rsidR="00A71DCE" w:rsidRPr="00021621">
              <w:rPr>
                <w:rStyle w:val="Hyperlink"/>
                <w:noProof/>
                <w:rtl/>
              </w:rPr>
              <w:t xml:space="preserve"> </w:t>
            </w:r>
            <w:r w:rsidR="00A71DCE" w:rsidRPr="00021621">
              <w:rPr>
                <w:rStyle w:val="Hyperlink"/>
                <w:rFonts w:hint="eastAsia"/>
                <w:noProof/>
                <w:rtl/>
              </w:rPr>
              <w:t>الأخبار</w:t>
            </w:r>
            <w:r w:rsidR="00A71DCE">
              <w:rPr>
                <w:noProof/>
                <w:webHidden/>
                <w:rtl/>
              </w:rPr>
              <w:tab/>
            </w:r>
            <w:r>
              <w:rPr>
                <w:rStyle w:val="Hyperlink"/>
                <w:noProof/>
                <w:rtl/>
              </w:rPr>
              <w:fldChar w:fldCharType="begin"/>
            </w:r>
            <w:r w:rsidR="00A71DCE">
              <w:rPr>
                <w:noProof/>
                <w:webHidden/>
                <w:rtl/>
              </w:rPr>
              <w:instrText xml:space="preserve"> </w:instrText>
            </w:r>
            <w:r w:rsidR="00A71DCE">
              <w:rPr>
                <w:noProof/>
                <w:webHidden/>
              </w:rPr>
              <w:instrText>PAGEREF</w:instrText>
            </w:r>
            <w:r w:rsidR="00A71DCE">
              <w:rPr>
                <w:noProof/>
                <w:webHidden/>
                <w:rtl/>
              </w:rPr>
              <w:instrText xml:space="preserve"> _</w:instrText>
            </w:r>
            <w:r w:rsidR="00A71DCE">
              <w:rPr>
                <w:noProof/>
                <w:webHidden/>
              </w:rPr>
              <w:instrText>Toc378509610 \h</w:instrText>
            </w:r>
            <w:r w:rsidR="00A71DCE">
              <w:rPr>
                <w:noProof/>
                <w:webHidden/>
                <w:rtl/>
              </w:rPr>
              <w:instrText xml:space="preserve"> </w:instrText>
            </w:r>
            <w:r>
              <w:rPr>
                <w:rStyle w:val="Hyperlink"/>
                <w:noProof/>
                <w:rtl/>
              </w:rPr>
            </w:r>
            <w:r>
              <w:rPr>
                <w:rStyle w:val="Hyperlink"/>
                <w:noProof/>
                <w:rtl/>
              </w:rPr>
              <w:fldChar w:fldCharType="separate"/>
            </w:r>
            <w:r w:rsidR="00B81317">
              <w:rPr>
                <w:noProof/>
                <w:webHidden/>
                <w:rtl/>
              </w:rPr>
              <w:t>15</w:t>
            </w:r>
            <w:r>
              <w:rPr>
                <w:rStyle w:val="Hyperlink"/>
                <w:noProof/>
                <w:rtl/>
              </w:rPr>
              <w:fldChar w:fldCharType="end"/>
            </w:r>
          </w:hyperlink>
        </w:p>
        <w:p w:rsidR="00A71DCE" w:rsidRDefault="00953A42">
          <w:pPr>
            <w:pStyle w:val="TOC2"/>
            <w:tabs>
              <w:tab w:val="right" w:leader="dot" w:pos="8269"/>
            </w:tabs>
            <w:rPr>
              <w:rFonts w:asciiTheme="minorHAnsi" w:eastAsiaTheme="minorEastAsia" w:hAnsiTheme="minorHAnsi" w:cstheme="minorBidi"/>
              <w:noProof/>
              <w:color w:val="auto"/>
              <w:sz w:val="22"/>
              <w:szCs w:val="22"/>
              <w:rtl/>
              <w:lang w:bidi="fa-IR"/>
            </w:rPr>
          </w:pPr>
          <w:hyperlink w:anchor="_Toc378509611" w:history="1">
            <w:r w:rsidR="00A71DCE" w:rsidRPr="00021621">
              <w:rPr>
                <w:rStyle w:val="Hyperlink"/>
                <w:rFonts w:hint="eastAsia"/>
                <w:noProof/>
                <w:rtl/>
              </w:rPr>
              <w:t>أدلّـةُ</w:t>
            </w:r>
            <w:r w:rsidR="00A71DCE" w:rsidRPr="00021621">
              <w:rPr>
                <w:rStyle w:val="Hyperlink"/>
                <w:noProof/>
                <w:rtl/>
              </w:rPr>
              <w:t xml:space="preserve"> </w:t>
            </w:r>
            <w:r w:rsidR="00A71DCE" w:rsidRPr="00021621">
              <w:rPr>
                <w:rStyle w:val="Hyperlink"/>
                <w:rFonts w:hint="eastAsia"/>
                <w:noProof/>
                <w:rtl/>
              </w:rPr>
              <w:t>التقبيل</w:t>
            </w:r>
            <w:r w:rsidR="00A71DCE">
              <w:rPr>
                <w:noProof/>
                <w:webHidden/>
                <w:rtl/>
              </w:rPr>
              <w:tab/>
            </w:r>
            <w:r>
              <w:rPr>
                <w:rStyle w:val="Hyperlink"/>
                <w:noProof/>
                <w:rtl/>
              </w:rPr>
              <w:fldChar w:fldCharType="begin"/>
            </w:r>
            <w:r w:rsidR="00A71DCE">
              <w:rPr>
                <w:noProof/>
                <w:webHidden/>
                <w:rtl/>
              </w:rPr>
              <w:instrText xml:space="preserve"> </w:instrText>
            </w:r>
            <w:r w:rsidR="00A71DCE">
              <w:rPr>
                <w:noProof/>
                <w:webHidden/>
              </w:rPr>
              <w:instrText>PAGEREF</w:instrText>
            </w:r>
            <w:r w:rsidR="00A71DCE">
              <w:rPr>
                <w:noProof/>
                <w:webHidden/>
                <w:rtl/>
              </w:rPr>
              <w:instrText xml:space="preserve"> _</w:instrText>
            </w:r>
            <w:r w:rsidR="00A71DCE">
              <w:rPr>
                <w:noProof/>
                <w:webHidden/>
              </w:rPr>
              <w:instrText>Toc378509611 \h</w:instrText>
            </w:r>
            <w:r w:rsidR="00A71DCE">
              <w:rPr>
                <w:noProof/>
                <w:webHidden/>
                <w:rtl/>
              </w:rPr>
              <w:instrText xml:space="preserve"> </w:instrText>
            </w:r>
            <w:r>
              <w:rPr>
                <w:rStyle w:val="Hyperlink"/>
                <w:noProof/>
                <w:rtl/>
              </w:rPr>
            </w:r>
            <w:r>
              <w:rPr>
                <w:rStyle w:val="Hyperlink"/>
                <w:noProof/>
                <w:rtl/>
              </w:rPr>
              <w:fldChar w:fldCharType="separate"/>
            </w:r>
            <w:r w:rsidR="00B81317">
              <w:rPr>
                <w:noProof/>
                <w:webHidden/>
                <w:rtl/>
              </w:rPr>
              <w:t>17</w:t>
            </w:r>
            <w:r>
              <w:rPr>
                <w:rStyle w:val="Hyperlink"/>
                <w:noProof/>
                <w:rtl/>
              </w:rPr>
              <w:fldChar w:fldCharType="end"/>
            </w:r>
          </w:hyperlink>
        </w:p>
        <w:p w:rsidR="00A71DCE" w:rsidRDefault="00953A42">
          <w:pPr>
            <w:pStyle w:val="TOC2"/>
            <w:tabs>
              <w:tab w:val="right" w:leader="dot" w:pos="8269"/>
            </w:tabs>
            <w:rPr>
              <w:rFonts w:asciiTheme="minorHAnsi" w:eastAsiaTheme="minorEastAsia" w:hAnsiTheme="minorHAnsi" w:cstheme="minorBidi"/>
              <w:noProof/>
              <w:color w:val="auto"/>
              <w:sz w:val="22"/>
              <w:szCs w:val="22"/>
              <w:rtl/>
              <w:lang w:bidi="fa-IR"/>
            </w:rPr>
          </w:pPr>
          <w:hyperlink w:anchor="_Toc378509612" w:history="1">
            <w:r w:rsidR="00A71DCE" w:rsidRPr="00021621">
              <w:rPr>
                <w:rStyle w:val="Hyperlink"/>
                <w:rFonts w:hint="eastAsia"/>
                <w:noProof/>
                <w:rtl/>
              </w:rPr>
              <w:t>الدليل</w:t>
            </w:r>
            <w:r w:rsidR="00A71DCE" w:rsidRPr="00021621">
              <w:rPr>
                <w:rStyle w:val="Hyperlink"/>
                <w:noProof/>
                <w:rtl/>
              </w:rPr>
              <w:t xml:space="preserve"> </w:t>
            </w:r>
            <w:r w:rsidR="00A71DCE" w:rsidRPr="00021621">
              <w:rPr>
                <w:rStyle w:val="Hyperlink"/>
                <w:rFonts w:hint="eastAsia"/>
                <w:noProof/>
                <w:rtl/>
              </w:rPr>
              <w:t>الثاني</w:t>
            </w:r>
            <w:r w:rsidR="00A71DCE" w:rsidRPr="00021621">
              <w:rPr>
                <w:rStyle w:val="Hyperlink"/>
                <w:noProof/>
                <w:rtl/>
              </w:rPr>
              <w:t xml:space="preserve"> </w:t>
            </w:r>
            <w:r w:rsidR="00A71DCE" w:rsidRPr="00021621">
              <w:rPr>
                <w:rStyle w:val="Hyperlink"/>
                <w:rFonts w:hint="eastAsia"/>
                <w:noProof/>
                <w:rtl/>
              </w:rPr>
              <w:t>على</w:t>
            </w:r>
            <w:r w:rsidR="00A71DCE" w:rsidRPr="00021621">
              <w:rPr>
                <w:rStyle w:val="Hyperlink"/>
                <w:noProof/>
                <w:rtl/>
              </w:rPr>
              <w:t xml:space="preserve"> </w:t>
            </w:r>
            <w:r w:rsidR="00A71DCE" w:rsidRPr="00021621">
              <w:rPr>
                <w:rStyle w:val="Hyperlink"/>
                <w:rFonts w:hint="eastAsia"/>
                <w:noProof/>
                <w:rtl/>
              </w:rPr>
              <w:t>عدم</w:t>
            </w:r>
            <w:r w:rsidR="00A71DCE" w:rsidRPr="00021621">
              <w:rPr>
                <w:rStyle w:val="Hyperlink"/>
                <w:noProof/>
                <w:rtl/>
              </w:rPr>
              <w:t xml:space="preserve"> </w:t>
            </w:r>
            <w:r w:rsidR="00A71DCE" w:rsidRPr="00021621">
              <w:rPr>
                <w:rStyle w:val="Hyperlink"/>
                <w:rFonts w:hint="eastAsia"/>
                <w:noProof/>
                <w:rtl/>
              </w:rPr>
              <w:t>جواز</w:t>
            </w:r>
            <w:r w:rsidR="00A71DCE" w:rsidRPr="00021621">
              <w:rPr>
                <w:rStyle w:val="Hyperlink"/>
                <w:noProof/>
                <w:rtl/>
              </w:rPr>
              <w:t xml:space="preserve"> </w:t>
            </w:r>
            <w:r w:rsidR="00A71DCE" w:rsidRPr="00021621">
              <w:rPr>
                <w:rStyle w:val="Hyperlink"/>
                <w:rFonts w:hint="eastAsia"/>
                <w:noProof/>
                <w:rtl/>
              </w:rPr>
              <w:t>التقبيل</w:t>
            </w:r>
            <w:r w:rsidR="00A71DCE">
              <w:rPr>
                <w:noProof/>
                <w:webHidden/>
                <w:rtl/>
              </w:rPr>
              <w:tab/>
            </w:r>
            <w:r>
              <w:rPr>
                <w:rStyle w:val="Hyperlink"/>
                <w:noProof/>
                <w:rtl/>
              </w:rPr>
              <w:fldChar w:fldCharType="begin"/>
            </w:r>
            <w:r w:rsidR="00A71DCE">
              <w:rPr>
                <w:noProof/>
                <w:webHidden/>
                <w:rtl/>
              </w:rPr>
              <w:instrText xml:space="preserve"> </w:instrText>
            </w:r>
            <w:r w:rsidR="00A71DCE">
              <w:rPr>
                <w:noProof/>
                <w:webHidden/>
              </w:rPr>
              <w:instrText>PAGEREF</w:instrText>
            </w:r>
            <w:r w:rsidR="00A71DCE">
              <w:rPr>
                <w:noProof/>
                <w:webHidden/>
                <w:rtl/>
              </w:rPr>
              <w:instrText xml:space="preserve"> _</w:instrText>
            </w:r>
            <w:r w:rsidR="00A71DCE">
              <w:rPr>
                <w:noProof/>
                <w:webHidden/>
              </w:rPr>
              <w:instrText>Toc378509612 \h</w:instrText>
            </w:r>
            <w:r w:rsidR="00A71DCE">
              <w:rPr>
                <w:noProof/>
                <w:webHidden/>
                <w:rtl/>
              </w:rPr>
              <w:instrText xml:space="preserve"> </w:instrText>
            </w:r>
            <w:r>
              <w:rPr>
                <w:rStyle w:val="Hyperlink"/>
                <w:noProof/>
                <w:rtl/>
              </w:rPr>
            </w:r>
            <w:r>
              <w:rPr>
                <w:rStyle w:val="Hyperlink"/>
                <w:noProof/>
                <w:rtl/>
              </w:rPr>
              <w:fldChar w:fldCharType="separate"/>
            </w:r>
            <w:r w:rsidR="00B81317">
              <w:rPr>
                <w:noProof/>
                <w:webHidden/>
                <w:rtl/>
              </w:rPr>
              <w:t>23</w:t>
            </w:r>
            <w:r>
              <w:rPr>
                <w:rStyle w:val="Hyperlink"/>
                <w:noProof/>
                <w:rtl/>
              </w:rPr>
              <w:fldChar w:fldCharType="end"/>
            </w:r>
          </w:hyperlink>
        </w:p>
        <w:p w:rsidR="00A71DCE" w:rsidRDefault="00953A42">
          <w:pPr>
            <w:pStyle w:val="TOC2"/>
            <w:tabs>
              <w:tab w:val="right" w:leader="dot" w:pos="8269"/>
            </w:tabs>
            <w:rPr>
              <w:rFonts w:asciiTheme="minorHAnsi" w:eastAsiaTheme="minorEastAsia" w:hAnsiTheme="minorHAnsi" w:cstheme="minorBidi"/>
              <w:noProof/>
              <w:color w:val="auto"/>
              <w:sz w:val="22"/>
              <w:szCs w:val="22"/>
              <w:rtl/>
              <w:lang w:bidi="fa-IR"/>
            </w:rPr>
          </w:pPr>
          <w:hyperlink w:anchor="_Toc378509613" w:history="1">
            <w:r w:rsidR="00A71DCE" w:rsidRPr="00021621">
              <w:rPr>
                <w:rStyle w:val="Hyperlink"/>
                <w:rFonts w:hint="eastAsia"/>
                <w:noProof/>
                <w:rtl/>
              </w:rPr>
              <w:t>الدليل</w:t>
            </w:r>
            <w:r w:rsidR="00A71DCE" w:rsidRPr="00021621">
              <w:rPr>
                <w:rStyle w:val="Hyperlink"/>
                <w:noProof/>
                <w:rtl/>
              </w:rPr>
              <w:t xml:space="preserve"> </w:t>
            </w:r>
            <w:r w:rsidR="00A71DCE" w:rsidRPr="00021621">
              <w:rPr>
                <w:rStyle w:val="Hyperlink"/>
                <w:rFonts w:hint="eastAsia"/>
                <w:noProof/>
                <w:rtl/>
              </w:rPr>
              <w:t>الثالث</w:t>
            </w:r>
            <w:r w:rsidR="00A71DCE" w:rsidRPr="00021621">
              <w:rPr>
                <w:rStyle w:val="Hyperlink"/>
                <w:noProof/>
                <w:rtl/>
              </w:rPr>
              <w:t xml:space="preserve"> </w:t>
            </w:r>
            <w:r w:rsidR="00A71DCE" w:rsidRPr="00021621">
              <w:rPr>
                <w:rStyle w:val="Hyperlink"/>
                <w:rFonts w:hint="eastAsia"/>
                <w:noProof/>
                <w:rtl/>
              </w:rPr>
              <w:t>على</w:t>
            </w:r>
            <w:r w:rsidR="00A71DCE" w:rsidRPr="00021621">
              <w:rPr>
                <w:rStyle w:val="Hyperlink"/>
                <w:noProof/>
                <w:rtl/>
              </w:rPr>
              <w:t xml:space="preserve"> </w:t>
            </w:r>
            <w:r w:rsidR="00A71DCE" w:rsidRPr="00021621">
              <w:rPr>
                <w:rStyle w:val="Hyperlink"/>
                <w:rFonts w:hint="eastAsia"/>
                <w:noProof/>
                <w:rtl/>
              </w:rPr>
              <w:t>عدم</w:t>
            </w:r>
            <w:r w:rsidR="00A71DCE" w:rsidRPr="00021621">
              <w:rPr>
                <w:rStyle w:val="Hyperlink"/>
                <w:noProof/>
                <w:rtl/>
              </w:rPr>
              <w:t xml:space="preserve"> </w:t>
            </w:r>
            <w:r w:rsidR="00A71DCE" w:rsidRPr="00021621">
              <w:rPr>
                <w:rStyle w:val="Hyperlink"/>
                <w:rFonts w:hint="eastAsia"/>
                <w:noProof/>
                <w:rtl/>
              </w:rPr>
              <w:t>جواز</w:t>
            </w:r>
            <w:r w:rsidR="00A71DCE" w:rsidRPr="00021621">
              <w:rPr>
                <w:rStyle w:val="Hyperlink"/>
                <w:noProof/>
                <w:rtl/>
              </w:rPr>
              <w:t xml:space="preserve"> </w:t>
            </w:r>
            <w:r w:rsidR="00A71DCE" w:rsidRPr="00021621">
              <w:rPr>
                <w:rStyle w:val="Hyperlink"/>
                <w:rFonts w:hint="eastAsia"/>
                <w:noProof/>
                <w:rtl/>
              </w:rPr>
              <w:t>التقبيل</w:t>
            </w:r>
            <w:r w:rsidR="00A71DCE">
              <w:rPr>
                <w:noProof/>
                <w:webHidden/>
                <w:rtl/>
              </w:rPr>
              <w:tab/>
            </w:r>
            <w:r>
              <w:rPr>
                <w:rStyle w:val="Hyperlink"/>
                <w:noProof/>
                <w:rtl/>
              </w:rPr>
              <w:fldChar w:fldCharType="begin"/>
            </w:r>
            <w:r w:rsidR="00A71DCE">
              <w:rPr>
                <w:noProof/>
                <w:webHidden/>
                <w:rtl/>
              </w:rPr>
              <w:instrText xml:space="preserve"> </w:instrText>
            </w:r>
            <w:r w:rsidR="00A71DCE">
              <w:rPr>
                <w:noProof/>
                <w:webHidden/>
              </w:rPr>
              <w:instrText>PAGEREF</w:instrText>
            </w:r>
            <w:r w:rsidR="00A71DCE">
              <w:rPr>
                <w:noProof/>
                <w:webHidden/>
                <w:rtl/>
              </w:rPr>
              <w:instrText xml:space="preserve"> _</w:instrText>
            </w:r>
            <w:r w:rsidR="00A71DCE">
              <w:rPr>
                <w:noProof/>
                <w:webHidden/>
              </w:rPr>
              <w:instrText>Toc378509613 \h</w:instrText>
            </w:r>
            <w:r w:rsidR="00A71DCE">
              <w:rPr>
                <w:noProof/>
                <w:webHidden/>
                <w:rtl/>
              </w:rPr>
              <w:instrText xml:space="preserve"> </w:instrText>
            </w:r>
            <w:r>
              <w:rPr>
                <w:rStyle w:val="Hyperlink"/>
                <w:noProof/>
                <w:rtl/>
              </w:rPr>
            </w:r>
            <w:r>
              <w:rPr>
                <w:rStyle w:val="Hyperlink"/>
                <w:noProof/>
                <w:rtl/>
              </w:rPr>
              <w:fldChar w:fldCharType="separate"/>
            </w:r>
            <w:r w:rsidR="00B81317">
              <w:rPr>
                <w:noProof/>
                <w:webHidden/>
                <w:rtl/>
              </w:rPr>
              <w:t>27</w:t>
            </w:r>
            <w:r>
              <w:rPr>
                <w:rStyle w:val="Hyperlink"/>
                <w:noProof/>
                <w:rtl/>
              </w:rPr>
              <w:fldChar w:fldCharType="end"/>
            </w:r>
          </w:hyperlink>
        </w:p>
        <w:p w:rsidR="00A71DCE" w:rsidRDefault="00953A42">
          <w:pPr>
            <w:pStyle w:val="TOC2"/>
            <w:tabs>
              <w:tab w:val="right" w:leader="dot" w:pos="8269"/>
            </w:tabs>
            <w:rPr>
              <w:rFonts w:asciiTheme="minorHAnsi" w:eastAsiaTheme="minorEastAsia" w:hAnsiTheme="minorHAnsi" w:cstheme="minorBidi"/>
              <w:noProof/>
              <w:color w:val="auto"/>
              <w:sz w:val="22"/>
              <w:szCs w:val="22"/>
              <w:rtl/>
              <w:lang w:bidi="fa-IR"/>
            </w:rPr>
          </w:pPr>
          <w:hyperlink w:anchor="_Toc378509614" w:history="1">
            <w:r w:rsidR="00A71DCE" w:rsidRPr="00021621">
              <w:rPr>
                <w:rStyle w:val="Hyperlink"/>
                <w:rFonts w:hint="eastAsia"/>
                <w:noProof/>
                <w:rtl/>
              </w:rPr>
              <w:t>ردُّ</w:t>
            </w:r>
            <w:r w:rsidR="00A71DCE" w:rsidRPr="00021621">
              <w:rPr>
                <w:rStyle w:val="Hyperlink"/>
                <w:noProof/>
                <w:rtl/>
              </w:rPr>
              <w:t xml:space="preserve"> </w:t>
            </w:r>
            <w:r w:rsidR="00A71DCE" w:rsidRPr="00021621">
              <w:rPr>
                <w:rStyle w:val="Hyperlink"/>
                <w:rFonts w:hint="eastAsia"/>
                <w:noProof/>
                <w:rtl/>
              </w:rPr>
              <w:t>الدليل</w:t>
            </w:r>
            <w:r w:rsidR="00A71DCE" w:rsidRPr="00021621">
              <w:rPr>
                <w:rStyle w:val="Hyperlink"/>
                <w:noProof/>
                <w:rtl/>
              </w:rPr>
              <w:t xml:space="preserve"> </w:t>
            </w:r>
            <w:r w:rsidR="00A71DCE" w:rsidRPr="00021621">
              <w:rPr>
                <w:rStyle w:val="Hyperlink"/>
                <w:rFonts w:hint="eastAsia"/>
                <w:noProof/>
                <w:rtl/>
              </w:rPr>
              <w:t>الثالث</w:t>
            </w:r>
            <w:r w:rsidR="00A71DCE" w:rsidRPr="00021621">
              <w:rPr>
                <w:rStyle w:val="Hyperlink"/>
                <w:noProof/>
                <w:rtl/>
              </w:rPr>
              <w:t>:</w:t>
            </w:r>
            <w:r w:rsidR="00A71DCE">
              <w:rPr>
                <w:noProof/>
                <w:webHidden/>
                <w:rtl/>
              </w:rPr>
              <w:tab/>
            </w:r>
            <w:r>
              <w:rPr>
                <w:rStyle w:val="Hyperlink"/>
                <w:noProof/>
                <w:rtl/>
              </w:rPr>
              <w:fldChar w:fldCharType="begin"/>
            </w:r>
            <w:r w:rsidR="00A71DCE">
              <w:rPr>
                <w:noProof/>
                <w:webHidden/>
                <w:rtl/>
              </w:rPr>
              <w:instrText xml:space="preserve"> </w:instrText>
            </w:r>
            <w:r w:rsidR="00A71DCE">
              <w:rPr>
                <w:noProof/>
                <w:webHidden/>
              </w:rPr>
              <w:instrText>PAGEREF</w:instrText>
            </w:r>
            <w:r w:rsidR="00A71DCE">
              <w:rPr>
                <w:noProof/>
                <w:webHidden/>
                <w:rtl/>
              </w:rPr>
              <w:instrText xml:space="preserve"> _</w:instrText>
            </w:r>
            <w:r w:rsidR="00A71DCE">
              <w:rPr>
                <w:noProof/>
                <w:webHidden/>
              </w:rPr>
              <w:instrText>Toc378509614 \h</w:instrText>
            </w:r>
            <w:r w:rsidR="00A71DCE">
              <w:rPr>
                <w:noProof/>
                <w:webHidden/>
                <w:rtl/>
              </w:rPr>
              <w:instrText xml:space="preserve"> </w:instrText>
            </w:r>
            <w:r>
              <w:rPr>
                <w:rStyle w:val="Hyperlink"/>
                <w:noProof/>
                <w:rtl/>
              </w:rPr>
            </w:r>
            <w:r>
              <w:rPr>
                <w:rStyle w:val="Hyperlink"/>
                <w:noProof/>
                <w:rtl/>
              </w:rPr>
              <w:fldChar w:fldCharType="separate"/>
            </w:r>
            <w:r w:rsidR="00B81317">
              <w:rPr>
                <w:noProof/>
                <w:webHidden/>
                <w:rtl/>
              </w:rPr>
              <w:t>27</w:t>
            </w:r>
            <w:r>
              <w:rPr>
                <w:rStyle w:val="Hyperlink"/>
                <w:noProof/>
                <w:rtl/>
              </w:rPr>
              <w:fldChar w:fldCharType="end"/>
            </w:r>
          </w:hyperlink>
        </w:p>
        <w:p w:rsidR="00A71DCE" w:rsidRDefault="00953A42" w:rsidP="00A71DCE">
          <w:pPr>
            <w:pStyle w:val="TOC2"/>
            <w:tabs>
              <w:tab w:val="right" w:leader="dot" w:pos="8269"/>
            </w:tabs>
          </w:pPr>
          <w:hyperlink w:anchor="_Toc378509615" w:history="1">
            <w:r w:rsidR="00A71DCE" w:rsidRPr="00021621">
              <w:rPr>
                <w:rStyle w:val="Hyperlink"/>
                <w:rFonts w:hint="eastAsia"/>
                <w:noProof/>
                <w:rtl/>
              </w:rPr>
              <w:t>دفعُ</w:t>
            </w:r>
            <w:r w:rsidR="00A71DCE" w:rsidRPr="00021621">
              <w:rPr>
                <w:rStyle w:val="Hyperlink"/>
                <w:noProof/>
                <w:rtl/>
              </w:rPr>
              <w:t xml:space="preserve"> </w:t>
            </w:r>
            <w:r w:rsidR="00A71DCE" w:rsidRPr="00021621">
              <w:rPr>
                <w:rStyle w:val="Hyperlink"/>
                <w:rFonts w:hint="eastAsia"/>
                <w:noProof/>
                <w:rtl/>
              </w:rPr>
              <w:t>الإشكال</w:t>
            </w:r>
            <w:r w:rsidR="00A71DCE">
              <w:rPr>
                <w:noProof/>
                <w:webHidden/>
                <w:rtl/>
              </w:rPr>
              <w:tab/>
            </w:r>
            <w:r>
              <w:rPr>
                <w:rStyle w:val="Hyperlink"/>
                <w:noProof/>
                <w:rtl/>
              </w:rPr>
              <w:fldChar w:fldCharType="begin"/>
            </w:r>
            <w:r w:rsidR="00A71DCE">
              <w:rPr>
                <w:noProof/>
                <w:webHidden/>
                <w:rtl/>
              </w:rPr>
              <w:instrText xml:space="preserve"> </w:instrText>
            </w:r>
            <w:r w:rsidR="00A71DCE">
              <w:rPr>
                <w:noProof/>
                <w:webHidden/>
              </w:rPr>
              <w:instrText>PAGEREF</w:instrText>
            </w:r>
            <w:r w:rsidR="00A71DCE">
              <w:rPr>
                <w:noProof/>
                <w:webHidden/>
                <w:rtl/>
              </w:rPr>
              <w:instrText xml:space="preserve"> _</w:instrText>
            </w:r>
            <w:r w:rsidR="00A71DCE">
              <w:rPr>
                <w:noProof/>
                <w:webHidden/>
              </w:rPr>
              <w:instrText>Toc378509615 \h</w:instrText>
            </w:r>
            <w:r w:rsidR="00A71DCE">
              <w:rPr>
                <w:noProof/>
                <w:webHidden/>
                <w:rtl/>
              </w:rPr>
              <w:instrText xml:space="preserve"> </w:instrText>
            </w:r>
            <w:r>
              <w:rPr>
                <w:rStyle w:val="Hyperlink"/>
                <w:noProof/>
                <w:rtl/>
              </w:rPr>
            </w:r>
            <w:r>
              <w:rPr>
                <w:rStyle w:val="Hyperlink"/>
                <w:noProof/>
                <w:rtl/>
              </w:rPr>
              <w:fldChar w:fldCharType="separate"/>
            </w:r>
            <w:r w:rsidR="00B81317">
              <w:rPr>
                <w:noProof/>
                <w:webHidden/>
                <w:rtl/>
              </w:rPr>
              <w:t>28</w:t>
            </w:r>
            <w:r>
              <w:rPr>
                <w:rStyle w:val="Hyperlink"/>
                <w:noProof/>
                <w:rtl/>
              </w:rPr>
              <w:fldChar w:fldCharType="end"/>
            </w:r>
          </w:hyperlink>
          <w:r>
            <w:fldChar w:fldCharType="end"/>
          </w:r>
        </w:p>
      </w:sdtContent>
    </w:sdt>
    <w:sectPr w:rsidR="00A71DCE" w:rsidSect="00AC2948">
      <w:footerReference w:type="even" r:id="rId10"/>
      <w:footerReference w:type="default" r:id="rId11"/>
      <w:footerReference w:type="first" r:id="rId12"/>
      <w:type w:val="continuous"/>
      <w:pgSz w:w="11907" w:h="16840" w:code="9"/>
      <w:pgMar w:top="1701" w:right="1814" w:bottom="1701" w:left="1814"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5139" w:rsidRDefault="00FA5139">
      <w:r>
        <w:separator/>
      </w:r>
    </w:p>
  </w:endnote>
  <w:endnote w:type="continuationSeparator" w:id="1">
    <w:p w:rsidR="00FA5139" w:rsidRDefault="00FA51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281" w:rsidRPr="002045CF" w:rsidRDefault="00953A42" w:rsidP="002045CF">
    <w:pPr>
      <w:bidi/>
      <w:jc w:val="center"/>
      <w:rPr>
        <w:rFonts w:ascii="Times New Roman" w:hAnsi="Times New Roman" w:cs="Times New Roman"/>
        <w:sz w:val="26"/>
        <w:szCs w:val="26"/>
      </w:rPr>
    </w:pPr>
    <w:r w:rsidRPr="002045CF">
      <w:rPr>
        <w:rFonts w:ascii="Times New Roman" w:hAnsi="Times New Roman" w:cs="Times New Roman"/>
        <w:sz w:val="26"/>
        <w:szCs w:val="26"/>
      </w:rPr>
      <w:fldChar w:fldCharType="begin"/>
    </w:r>
    <w:r w:rsidR="009A4281" w:rsidRPr="002045CF">
      <w:rPr>
        <w:rFonts w:ascii="Times New Roman" w:hAnsi="Times New Roman" w:cs="Times New Roman"/>
        <w:sz w:val="26"/>
        <w:szCs w:val="26"/>
      </w:rPr>
      <w:instrText xml:space="preserve"> PAGE   \* MERGEFORMAT </w:instrText>
    </w:r>
    <w:r w:rsidRPr="002045CF">
      <w:rPr>
        <w:rFonts w:ascii="Times New Roman" w:hAnsi="Times New Roman" w:cs="Times New Roman"/>
        <w:sz w:val="26"/>
        <w:szCs w:val="26"/>
      </w:rPr>
      <w:fldChar w:fldCharType="separate"/>
    </w:r>
    <w:r w:rsidR="00B81317">
      <w:rPr>
        <w:rFonts w:ascii="Times New Roman" w:hAnsi="Times New Roman" w:cs="Times New Roman"/>
        <w:noProof/>
        <w:sz w:val="26"/>
        <w:szCs w:val="26"/>
        <w:rtl/>
      </w:rPr>
      <w:t>34</w:t>
    </w:r>
    <w:r w:rsidRPr="002045CF">
      <w:rPr>
        <w:rFonts w:ascii="Times New Roman" w:hAnsi="Times New Roman"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281" w:rsidRPr="00900D4D" w:rsidRDefault="00953A42" w:rsidP="002152CB">
    <w:pPr>
      <w:bidi/>
      <w:jc w:val="center"/>
      <w:rPr>
        <w:rFonts w:ascii="Times New Roman" w:hAnsi="Times New Roman" w:cs="Times New Roman"/>
      </w:rPr>
    </w:pPr>
    <w:r w:rsidRPr="00900D4D">
      <w:rPr>
        <w:rFonts w:ascii="Times New Roman" w:hAnsi="Times New Roman" w:cs="Times New Roman"/>
      </w:rPr>
      <w:fldChar w:fldCharType="begin"/>
    </w:r>
    <w:r w:rsidR="009A4281" w:rsidRPr="00900D4D">
      <w:rPr>
        <w:rFonts w:ascii="Times New Roman" w:hAnsi="Times New Roman" w:cs="Times New Roman"/>
      </w:rPr>
      <w:instrText xml:space="preserve"> PAGE   \* MERGEFORMAT </w:instrText>
    </w:r>
    <w:r w:rsidRPr="00900D4D">
      <w:rPr>
        <w:rFonts w:ascii="Times New Roman" w:hAnsi="Times New Roman" w:cs="Times New Roman"/>
      </w:rPr>
      <w:fldChar w:fldCharType="separate"/>
    </w:r>
    <w:r w:rsidR="00B81317">
      <w:rPr>
        <w:rFonts w:ascii="Times New Roman" w:hAnsi="Times New Roman" w:cs="Times New Roman"/>
        <w:noProof/>
        <w:rtl/>
      </w:rPr>
      <w:t>33</w:t>
    </w:r>
    <w:r w:rsidRPr="00900D4D">
      <w:rPr>
        <w:rFonts w:ascii="Times New Roman" w:hAnsi="Times New Roman"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281" w:rsidRPr="002045CF" w:rsidRDefault="00953A42" w:rsidP="002045CF">
    <w:pPr>
      <w:bidi/>
      <w:jc w:val="center"/>
      <w:rPr>
        <w:rFonts w:ascii="Times New Roman" w:hAnsi="Times New Roman" w:cs="Times New Roman"/>
        <w:sz w:val="26"/>
        <w:szCs w:val="26"/>
      </w:rPr>
    </w:pPr>
    <w:r w:rsidRPr="002045CF">
      <w:rPr>
        <w:rFonts w:ascii="Times New Roman" w:hAnsi="Times New Roman" w:cs="Times New Roman"/>
        <w:sz w:val="26"/>
        <w:szCs w:val="26"/>
      </w:rPr>
      <w:fldChar w:fldCharType="begin"/>
    </w:r>
    <w:r w:rsidR="009A4281" w:rsidRPr="002045CF">
      <w:rPr>
        <w:rFonts w:ascii="Times New Roman" w:hAnsi="Times New Roman" w:cs="Times New Roman"/>
        <w:sz w:val="26"/>
        <w:szCs w:val="26"/>
      </w:rPr>
      <w:instrText xml:space="preserve"> PAGE   \* MERGEFORMAT </w:instrText>
    </w:r>
    <w:r w:rsidRPr="002045CF">
      <w:rPr>
        <w:rFonts w:ascii="Times New Roman" w:hAnsi="Times New Roman" w:cs="Times New Roman"/>
        <w:sz w:val="26"/>
        <w:szCs w:val="26"/>
      </w:rPr>
      <w:fldChar w:fldCharType="separate"/>
    </w:r>
    <w:r w:rsidR="00B81317">
      <w:rPr>
        <w:rFonts w:ascii="Times New Roman" w:hAnsi="Times New Roman" w:cs="Times New Roman"/>
        <w:noProof/>
        <w:sz w:val="26"/>
        <w:szCs w:val="26"/>
        <w:rtl/>
      </w:rPr>
      <w:t>1</w:t>
    </w:r>
    <w:r w:rsidRPr="002045CF">
      <w:rPr>
        <w:rFonts w:ascii="Times New Roman" w:hAnsi="Times New Roman"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5139" w:rsidRDefault="00FA5139">
      <w:r>
        <w:separator/>
      </w:r>
    </w:p>
  </w:footnote>
  <w:footnote w:type="continuationSeparator" w:id="1">
    <w:p w:rsidR="00FA5139" w:rsidRDefault="00FA51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057F26"/>
    <w:rsid w:val="00005A19"/>
    <w:rsid w:val="00012332"/>
    <w:rsid w:val="00016955"/>
    <w:rsid w:val="00024DBC"/>
    <w:rsid w:val="000267FE"/>
    <w:rsid w:val="00034DB7"/>
    <w:rsid w:val="0003580E"/>
    <w:rsid w:val="00040798"/>
    <w:rsid w:val="00043023"/>
    <w:rsid w:val="00054406"/>
    <w:rsid w:val="00057F26"/>
    <w:rsid w:val="0006216A"/>
    <w:rsid w:val="00066C43"/>
    <w:rsid w:val="00067F84"/>
    <w:rsid w:val="00071C97"/>
    <w:rsid w:val="00072E0A"/>
    <w:rsid w:val="0007613C"/>
    <w:rsid w:val="000761F7"/>
    <w:rsid w:val="00076A3A"/>
    <w:rsid w:val="00077163"/>
    <w:rsid w:val="00082D69"/>
    <w:rsid w:val="0008720B"/>
    <w:rsid w:val="00090987"/>
    <w:rsid w:val="00092805"/>
    <w:rsid w:val="00092A0C"/>
    <w:rsid w:val="000A7750"/>
    <w:rsid w:val="000B2E78"/>
    <w:rsid w:val="000B3A56"/>
    <w:rsid w:val="000C0A89"/>
    <w:rsid w:val="000C7722"/>
    <w:rsid w:val="000D00B1"/>
    <w:rsid w:val="000D0932"/>
    <w:rsid w:val="000D1BDF"/>
    <w:rsid w:val="000D24B6"/>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3302"/>
    <w:rsid w:val="00135E90"/>
    <w:rsid w:val="00136268"/>
    <w:rsid w:val="00136E6F"/>
    <w:rsid w:val="00136FE7"/>
    <w:rsid w:val="0014341C"/>
    <w:rsid w:val="00143EEA"/>
    <w:rsid w:val="00147ED8"/>
    <w:rsid w:val="00150253"/>
    <w:rsid w:val="00151C03"/>
    <w:rsid w:val="001531AC"/>
    <w:rsid w:val="00153917"/>
    <w:rsid w:val="00157306"/>
    <w:rsid w:val="00160F76"/>
    <w:rsid w:val="00163D83"/>
    <w:rsid w:val="00164767"/>
    <w:rsid w:val="00164810"/>
    <w:rsid w:val="00166BBF"/>
    <w:rsid w:val="00167671"/>
    <w:rsid w:val="00167C07"/>
    <w:rsid w:val="001712E1"/>
    <w:rsid w:val="001767EE"/>
    <w:rsid w:val="00182258"/>
    <w:rsid w:val="00182CD3"/>
    <w:rsid w:val="0018664D"/>
    <w:rsid w:val="00187017"/>
    <w:rsid w:val="00187246"/>
    <w:rsid w:val="001937F7"/>
    <w:rsid w:val="0019417F"/>
    <w:rsid w:val="0019610D"/>
    <w:rsid w:val="001A0DAA"/>
    <w:rsid w:val="001A1408"/>
    <w:rsid w:val="001A3110"/>
    <w:rsid w:val="001A4C37"/>
    <w:rsid w:val="001A4D9B"/>
    <w:rsid w:val="001A6EC0"/>
    <w:rsid w:val="001B07B7"/>
    <w:rsid w:val="001B0AAC"/>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45CF"/>
    <w:rsid w:val="002054C5"/>
    <w:rsid w:val="002139CB"/>
    <w:rsid w:val="00214077"/>
    <w:rsid w:val="00214801"/>
    <w:rsid w:val="002152CB"/>
    <w:rsid w:val="00224964"/>
    <w:rsid w:val="00226098"/>
    <w:rsid w:val="002267C7"/>
    <w:rsid w:val="00227FEE"/>
    <w:rsid w:val="002358D5"/>
    <w:rsid w:val="00236302"/>
    <w:rsid w:val="00241F59"/>
    <w:rsid w:val="0024265C"/>
    <w:rsid w:val="00243D20"/>
    <w:rsid w:val="00244C2E"/>
    <w:rsid w:val="00250E0A"/>
    <w:rsid w:val="00251E02"/>
    <w:rsid w:val="002568DF"/>
    <w:rsid w:val="00257657"/>
    <w:rsid w:val="00261F33"/>
    <w:rsid w:val="00263799"/>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65C"/>
    <w:rsid w:val="00301EBF"/>
    <w:rsid w:val="00307C3A"/>
    <w:rsid w:val="00310762"/>
    <w:rsid w:val="00310A38"/>
    <w:rsid w:val="00310D1D"/>
    <w:rsid w:val="003129CD"/>
    <w:rsid w:val="00316699"/>
    <w:rsid w:val="00317E22"/>
    <w:rsid w:val="00320644"/>
    <w:rsid w:val="003219C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4601"/>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035F"/>
    <w:rsid w:val="004146B4"/>
    <w:rsid w:val="00416E2B"/>
    <w:rsid w:val="004209BA"/>
    <w:rsid w:val="00420C44"/>
    <w:rsid w:val="004271BF"/>
    <w:rsid w:val="00430581"/>
    <w:rsid w:val="00434A97"/>
    <w:rsid w:val="00437035"/>
    <w:rsid w:val="00440C62"/>
    <w:rsid w:val="00441A2E"/>
    <w:rsid w:val="00446BBA"/>
    <w:rsid w:val="004537CB"/>
    <w:rsid w:val="004538D5"/>
    <w:rsid w:val="00453C50"/>
    <w:rsid w:val="00455A59"/>
    <w:rsid w:val="00461909"/>
    <w:rsid w:val="00464B21"/>
    <w:rsid w:val="0046634E"/>
    <w:rsid w:val="00467E54"/>
    <w:rsid w:val="00470211"/>
    <w:rsid w:val="00470378"/>
    <w:rsid w:val="004722F9"/>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C0461"/>
    <w:rsid w:val="004C2643"/>
    <w:rsid w:val="004C3E90"/>
    <w:rsid w:val="004C4336"/>
    <w:rsid w:val="004C4FA8"/>
    <w:rsid w:val="004C77B5"/>
    <w:rsid w:val="004D67F7"/>
    <w:rsid w:val="004D7678"/>
    <w:rsid w:val="004D7CD7"/>
    <w:rsid w:val="004E0038"/>
    <w:rsid w:val="004E6E95"/>
    <w:rsid w:val="004E7BA2"/>
    <w:rsid w:val="004F58BA"/>
    <w:rsid w:val="004F6137"/>
    <w:rsid w:val="005022E5"/>
    <w:rsid w:val="00505413"/>
    <w:rsid w:val="005072BD"/>
    <w:rsid w:val="00514000"/>
    <w:rsid w:val="005254BC"/>
    <w:rsid w:val="00526724"/>
    <w:rsid w:val="00540F36"/>
    <w:rsid w:val="00542EEF"/>
    <w:rsid w:val="00550B2F"/>
    <w:rsid w:val="00551712"/>
    <w:rsid w:val="00551E02"/>
    <w:rsid w:val="005525E0"/>
    <w:rsid w:val="005529FE"/>
    <w:rsid w:val="00552C63"/>
    <w:rsid w:val="00553E73"/>
    <w:rsid w:val="00553E8E"/>
    <w:rsid w:val="005540AB"/>
    <w:rsid w:val="005549DE"/>
    <w:rsid w:val="005573CD"/>
    <w:rsid w:val="00557500"/>
    <w:rsid w:val="00557FB6"/>
    <w:rsid w:val="00560DE8"/>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B7C25"/>
    <w:rsid w:val="005C0E2F"/>
    <w:rsid w:val="005C7719"/>
    <w:rsid w:val="005D2C72"/>
    <w:rsid w:val="005E2913"/>
    <w:rsid w:val="005E399F"/>
    <w:rsid w:val="005E5D2F"/>
    <w:rsid w:val="005E6836"/>
    <w:rsid w:val="005E6A3C"/>
    <w:rsid w:val="005E6D00"/>
    <w:rsid w:val="005E6E3A"/>
    <w:rsid w:val="005F0045"/>
    <w:rsid w:val="005F15C3"/>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46E0F"/>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96653"/>
    <w:rsid w:val="006A09A5"/>
    <w:rsid w:val="006A79E7"/>
    <w:rsid w:val="006A7D4D"/>
    <w:rsid w:val="006B0E41"/>
    <w:rsid w:val="006B3031"/>
    <w:rsid w:val="006B5C71"/>
    <w:rsid w:val="006B7F0E"/>
    <w:rsid w:val="006C0E2A"/>
    <w:rsid w:val="006C4B43"/>
    <w:rsid w:val="006D0D07"/>
    <w:rsid w:val="006D0E9B"/>
    <w:rsid w:val="006D36EC"/>
    <w:rsid w:val="006D3C3E"/>
    <w:rsid w:val="006D6DC1"/>
    <w:rsid w:val="006D6F9A"/>
    <w:rsid w:val="006E0F1D"/>
    <w:rsid w:val="006E1602"/>
    <w:rsid w:val="006E2C8E"/>
    <w:rsid w:val="006E446F"/>
    <w:rsid w:val="006E6291"/>
    <w:rsid w:val="006F7CE8"/>
    <w:rsid w:val="006F7D34"/>
    <w:rsid w:val="0070028F"/>
    <w:rsid w:val="00701353"/>
    <w:rsid w:val="00701A2C"/>
    <w:rsid w:val="0070524C"/>
    <w:rsid w:val="00710619"/>
    <w:rsid w:val="00714928"/>
    <w:rsid w:val="00715F3D"/>
    <w:rsid w:val="00717AB1"/>
    <w:rsid w:val="00717C64"/>
    <w:rsid w:val="007216F4"/>
    <w:rsid w:val="00721FA0"/>
    <w:rsid w:val="007237E2"/>
    <w:rsid w:val="00723983"/>
    <w:rsid w:val="00723D07"/>
    <w:rsid w:val="00724F55"/>
    <w:rsid w:val="00725377"/>
    <w:rsid w:val="00726FAE"/>
    <w:rsid w:val="0073042E"/>
    <w:rsid w:val="00730E45"/>
    <w:rsid w:val="00731AD7"/>
    <w:rsid w:val="0073350F"/>
    <w:rsid w:val="00737ACB"/>
    <w:rsid w:val="00740CF1"/>
    <w:rsid w:val="00740E80"/>
    <w:rsid w:val="00741375"/>
    <w:rsid w:val="0074517B"/>
    <w:rsid w:val="00745E33"/>
    <w:rsid w:val="007565A3"/>
    <w:rsid w:val="007571E2"/>
    <w:rsid w:val="00757A95"/>
    <w:rsid w:val="00760354"/>
    <w:rsid w:val="00760E91"/>
    <w:rsid w:val="007614F2"/>
    <w:rsid w:val="007641C9"/>
    <w:rsid w:val="00765BEF"/>
    <w:rsid w:val="00770B9A"/>
    <w:rsid w:val="00773080"/>
    <w:rsid w:val="007735AB"/>
    <w:rsid w:val="00773927"/>
    <w:rsid w:val="00773E4E"/>
    <w:rsid w:val="00774583"/>
    <w:rsid w:val="00775FFA"/>
    <w:rsid w:val="00777AC5"/>
    <w:rsid w:val="00780989"/>
    <w:rsid w:val="0078259F"/>
    <w:rsid w:val="00782872"/>
    <w:rsid w:val="00784287"/>
    <w:rsid w:val="00791A39"/>
    <w:rsid w:val="00792322"/>
    <w:rsid w:val="00795169"/>
    <w:rsid w:val="00796941"/>
    <w:rsid w:val="00796AAA"/>
    <w:rsid w:val="007A6185"/>
    <w:rsid w:val="007B10B3"/>
    <w:rsid w:val="007B1D12"/>
    <w:rsid w:val="007B2F17"/>
    <w:rsid w:val="007B46B3"/>
    <w:rsid w:val="007B5CD8"/>
    <w:rsid w:val="007B602B"/>
    <w:rsid w:val="007B6D51"/>
    <w:rsid w:val="007C2D1E"/>
    <w:rsid w:val="007C3DC9"/>
    <w:rsid w:val="007C3F88"/>
    <w:rsid w:val="007D1D2B"/>
    <w:rsid w:val="007D206B"/>
    <w:rsid w:val="007D4FEB"/>
    <w:rsid w:val="007D5FD1"/>
    <w:rsid w:val="007E2EBF"/>
    <w:rsid w:val="007E47E8"/>
    <w:rsid w:val="007E6DD9"/>
    <w:rsid w:val="007F4190"/>
    <w:rsid w:val="007F4E53"/>
    <w:rsid w:val="007F5ABC"/>
    <w:rsid w:val="008018D9"/>
    <w:rsid w:val="00806335"/>
    <w:rsid w:val="00807971"/>
    <w:rsid w:val="008105E2"/>
    <w:rsid w:val="008110DA"/>
    <w:rsid w:val="00811D4D"/>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1D38"/>
    <w:rsid w:val="008933CF"/>
    <w:rsid w:val="00895362"/>
    <w:rsid w:val="008A225D"/>
    <w:rsid w:val="008A4630"/>
    <w:rsid w:val="008A4D40"/>
    <w:rsid w:val="008B5AE2"/>
    <w:rsid w:val="008B5B7E"/>
    <w:rsid w:val="008C0DB1"/>
    <w:rsid w:val="008C3327"/>
    <w:rsid w:val="008C510F"/>
    <w:rsid w:val="008C6CA6"/>
    <w:rsid w:val="008D1374"/>
    <w:rsid w:val="008D5874"/>
    <w:rsid w:val="008D5FE6"/>
    <w:rsid w:val="008D6657"/>
    <w:rsid w:val="008E03EB"/>
    <w:rsid w:val="008E08EF"/>
    <w:rsid w:val="008E1FA7"/>
    <w:rsid w:val="008E2AAA"/>
    <w:rsid w:val="008E4D2E"/>
    <w:rsid w:val="008E52ED"/>
    <w:rsid w:val="008E5EA9"/>
    <w:rsid w:val="008F1A98"/>
    <w:rsid w:val="008F258C"/>
    <w:rsid w:val="008F3BB8"/>
    <w:rsid w:val="008F4513"/>
    <w:rsid w:val="008F5ACD"/>
    <w:rsid w:val="008F5B45"/>
    <w:rsid w:val="008F72BE"/>
    <w:rsid w:val="009006DA"/>
    <w:rsid w:val="00900D4D"/>
    <w:rsid w:val="00901417"/>
    <w:rsid w:val="00901D13"/>
    <w:rsid w:val="009046DF"/>
    <w:rsid w:val="009076D1"/>
    <w:rsid w:val="00911C81"/>
    <w:rsid w:val="00915072"/>
    <w:rsid w:val="0091682D"/>
    <w:rsid w:val="00921151"/>
    <w:rsid w:val="00922370"/>
    <w:rsid w:val="0092388A"/>
    <w:rsid w:val="00924CF9"/>
    <w:rsid w:val="00925BE7"/>
    <w:rsid w:val="00927D62"/>
    <w:rsid w:val="00932192"/>
    <w:rsid w:val="00940B6B"/>
    <w:rsid w:val="00943412"/>
    <w:rsid w:val="00943B2E"/>
    <w:rsid w:val="0094536C"/>
    <w:rsid w:val="00945D11"/>
    <w:rsid w:val="00950221"/>
    <w:rsid w:val="009503E2"/>
    <w:rsid w:val="00953A4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4281"/>
    <w:rsid w:val="009A53CC"/>
    <w:rsid w:val="009A7001"/>
    <w:rsid w:val="009A7DA5"/>
    <w:rsid w:val="009B01D4"/>
    <w:rsid w:val="009B0C22"/>
    <w:rsid w:val="009B36E8"/>
    <w:rsid w:val="009B7253"/>
    <w:rsid w:val="009C2E13"/>
    <w:rsid w:val="009C2E28"/>
    <w:rsid w:val="009C61D1"/>
    <w:rsid w:val="009D3969"/>
    <w:rsid w:val="009D4F53"/>
    <w:rsid w:val="009D6CB0"/>
    <w:rsid w:val="009D7139"/>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1B9D"/>
    <w:rsid w:val="00A12D37"/>
    <w:rsid w:val="00A16415"/>
    <w:rsid w:val="00A17164"/>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1DCE"/>
    <w:rsid w:val="00A72F8E"/>
    <w:rsid w:val="00A745EB"/>
    <w:rsid w:val="00A749A9"/>
    <w:rsid w:val="00A751DD"/>
    <w:rsid w:val="00A77E0F"/>
    <w:rsid w:val="00A80A89"/>
    <w:rsid w:val="00A82682"/>
    <w:rsid w:val="00A86979"/>
    <w:rsid w:val="00A91F7E"/>
    <w:rsid w:val="00A93200"/>
    <w:rsid w:val="00A9330B"/>
    <w:rsid w:val="00A940EB"/>
    <w:rsid w:val="00A948BA"/>
    <w:rsid w:val="00A971B5"/>
    <w:rsid w:val="00AA18B0"/>
    <w:rsid w:val="00AA378D"/>
    <w:rsid w:val="00AB1254"/>
    <w:rsid w:val="00AB1F96"/>
    <w:rsid w:val="00AB49D2"/>
    <w:rsid w:val="00AB49D8"/>
    <w:rsid w:val="00AB5AFC"/>
    <w:rsid w:val="00AB5B22"/>
    <w:rsid w:val="00AB77F1"/>
    <w:rsid w:val="00AC271A"/>
    <w:rsid w:val="00AC28CD"/>
    <w:rsid w:val="00AC2948"/>
    <w:rsid w:val="00AC2C70"/>
    <w:rsid w:val="00AC3A2F"/>
    <w:rsid w:val="00AC5626"/>
    <w:rsid w:val="00AC6146"/>
    <w:rsid w:val="00AC64A5"/>
    <w:rsid w:val="00AD2964"/>
    <w:rsid w:val="00AD365B"/>
    <w:rsid w:val="00AD5C3C"/>
    <w:rsid w:val="00AE0778"/>
    <w:rsid w:val="00AE1E35"/>
    <w:rsid w:val="00AE270B"/>
    <w:rsid w:val="00AE4D35"/>
    <w:rsid w:val="00AE5479"/>
    <w:rsid w:val="00AE5DAC"/>
    <w:rsid w:val="00AE6117"/>
    <w:rsid w:val="00AE64FD"/>
    <w:rsid w:val="00AE6F06"/>
    <w:rsid w:val="00AF00DF"/>
    <w:rsid w:val="00AF0A2F"/>
    <w:rsid w:val="00AF217C"/>
    <w:rsid w:val="00AF33DF"/>
    <w:rsid w:val="00B01257"/>
    <w:rsid w:val="00B1002E"/>
    <w:rsid w:val="00B11AF5"/>
    <w:rsid w:val="00B12ED2"/>
    <w:rsid w:val="00B132A8"/>
    <w:rsid w:val="00B17010"/>
    <w:rsid w:val="00B2067B"/>
    <w:rsid w:val="00B241CE"/>
    <w:rsid w:val="00B24ABA"/>
    <w:rsid w:val="00B27453"/>
    <w:rsid w:val="00B325FE"/>
    <w:rsid w:val="00B329DF"/>
    <w:rsid w:val="00B376D8"/>
    <w:rsid w:val="00B37FEA"/>
    <w:rsid w:val="00B4064C"/>
    <w:rsid w:val="00B41458"/>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317"/>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2D5"/>
    <w:rsid w:val="00BB643C"/>
    <w:rsid w:val="00BC09E8"/>
    <w:rsid w:val="00BC499A"/>
    <w:rsid w:val="00BC69C0"/>
    <w:rsid w:val="00BC717E"/>
    <w:rsid w:val="00BD1CB7"/>
    <w:rsid w:val="00BD4DFE"/>
    <w:rsid w:val="00BD593F"/>
    <w:rsid w:val="00BD6706"/>
    <w:rsid w:val="00BE0D08"/>
    <w:rsid w:val="00BE3588"/>
    <w:rsid w:val="00BE7ED8"/>
    <w:rsid w:val="00BF066E"/>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1B0C"/>
    <w:rsid w:val="00C76A9C"/>
    <w:rsid w:val="00C77054"/>
    <w:rsid w:val="00C80492"/>
    <w:rsid w:val="00C81C96"/>
    <w:rsid w:val="00C86611"/>
    <w:rsid w:val="00C8734B"/>
    <w:rsid w:val="00C9021F"/>
    <w:rsid w:val="00C9028D"/>
    <w:rsid w:val="00C906FE"/>
    <w:rsid w:val="00CA1C54"/>
    <w:rsid w:val="00CA2801"/>
    <w:rsid w:val="00CA41BF"/>
    <w:rsid w:val="00CA539C"/>
    <w:rsid w:val="00CB22FF"/>
    <w:rsid w:val="00CB4647"/>
    <w:rsid w:val="00CB686E"/>
    <w:rsid w:val="00CC0833"/>
    <w:rsid w:val="00CC0D6C"/>
    <w:rsid w:val="00CC156E"/>
    <w:rsid w:val="00CC546F"/>
    <w:rsid w:val="00CC581F"/>
    <w:rsid w:val="00CD68F4"/>
    <w:rsid w:val="00CD72D4"/>
    <w:rsid w:val="00CE30CD"/>
    <w:rsid w:val="00CF06A5"/>
    <w:rsid w:val="00CF137D"/>
    <w:rsid w:val="00CF4DEF"/>
    <w:rsid w:val="00D00008"/>
    <w:rsid w:val="00D032B6"/>
    <w:rsid w:val="00D10971"/>
    <w:rsid w:val="00D109B7"/>
    <w:rsid w:val="00D11686"/>
    <w:rsid w:val="00D11AFF"/>
    <w:rsid w:val="00D1225E"/>
    <w:rsid w:val="00D20234"/>
    <w:rsid w:val="00D208D0"/>
    <w:rsid w:val="00D20EAE"/>
    <w:rsid w:val="00D212D5"/>
    <w:rsid w:val="00D230D8"/>
    <w:rsid w:val="00D24B24"/>
    <w:rsid w:val="00D24EB0"/>
    <w:rsid w:val="00D25987"/>
    <w:rsid w:val="00D310FE"/>
    <w:rsid w:val="00D33A32"/>
    <w:rsid w:val="00D350E6"/>
    <w:rsid w:val="00D40219"/>
    <w:rsid w:val="00D46C32"/>
    <w:rsid w:val="00D471AE"/>
    <w:rsid w:val="00D52EC6"/>
    <w:rsid w:val="00D53C02"/>
    <w:rsid w:val="00D540E0"/>
    <w:rsid w:val="00D54728"/>
    <w:rsid w:val="00D56DF2"/>
    <w:rsid w:val="00D615FF"/>
    <w:rsid w:val="00D6188A"/>
    <w:rsid w:val="00D66EE9"/>
    <w:rsid w:val="00D67101"/>
    <w:rsid w:val="00D671FA"/>
    <w:rsid w:val="00D70D85"/>
    <w:rsid w:val="00D718B1"/>
    <w:rsid w:val="00D71BAC"/>
    <w:rsid w:val="00D7331A"/>
    <w:rsid w:val="00D7499D"/>
    <w:rsid w:val="00D81F01"/>
    <w:rsid w:val="00D833B1"/>
    <w:rsid w:val="00D84ECA"/>
    <w:rsid w:val="00D854D7"/>
    <w:rsid w:val="00D91A3F"/>
    <w:rsid w:val="00D91B67"/>
    <w:rsid w:val="00D92CDF"/>
    <w:rsid w:val="00DA10CC"/>
    <w:rsid w:val="00DA32DF"/>
    <w:rsid w:val="00DA5931"/>
    <w:rsid w:val="00DA722B"/>
    <w:rsid w:val="00DA76C9"/>
    <w:rsid w:val="00DB2424"/>
    <w:rsid w:val="00DB3E84"/>
    <w:rsid w:val="00DB44A3"/>
    <w:rsid w:val="00DB6C12"/>
    <w:rsid w:val="00DC02A0"/>
    <w:rsid w:val="00DC0B08"/>
    <w:rsid w:val="00DC0E27"/>
    <w:rsid w:val="00DC1000"/>
    <w:rsid w:val="00DC3D3E"/>
    <w:rsid w:val="00DD1BB4"/>
    <w:rsid w:val="00DD6547"/>
    <w:rsid w:val="00DD78A5"/>
    <w:rsid w:val="00DE4448"/>
    <w:rsid w:val="00DE49C9"/>
    <w:rsid w:val="00DE6957"/>
    <w:rsid w:val="00DF2362"/>
    <w:rsid w:val="00DF5657"/>
    <w:rsid w:val="00DF5E1E"/>
    <w:rsid w:val="00DF6442"/>
    <w:rsid w:val="00DF67A3"/>
    <w:rsid w:val="00DF7A42"/>
    <w:rsid w:val="00E0070D"/>
    <w:rsid w:val="00E022DC"/>
    <w:rsid w:val="00E024D3"/>
    <w:rsid w:val="00E02BE5"/>
    <w:rsid w:val="00E0487B"/>
    <w:rsid w:val="00E04C0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0F5"/>
    <w:rsid w:val="00E574E5"/>
    <w:rsid w:val="00E63C51"/>
    <w:rsid w:val="00E6671A"/>
    <w:rsid w:val="00E70BDA"/>
    <w:rsid w:val="00E71139"/>
    <w:rsid w:val="00E74F63"/>
    <w:rsid w:val="00E7602E"/>
    <w:rsid w:val="00E7712C"/>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2C4C"/>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3701"/>
    <w:rsid w:val="00F26388"/>
    <w:rsid w:val="00F31BE3"/>
    <w:rsid w:val="00F34B21"/>
    <w:rsid w:val="00F34CA5"/>
    <w:rsid w:val="00F356A4"/>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2574"/>
    <w:rsid w:val="00F961A0"/>
    <w:rsid w:val="00F97A32"/>
    <w:rsid w:val="00FA3B58"/>
    <w:rsid w:val="00FA490B"/>
    <w:rsid w:val="00FA5139"/>
    <w:rsid w:val="00FA5484"/>
    <w:rsid w:val="00FA6127"/>
    <w:rsid w:val="00FB1CFE"/>
    <w:rsid w:val="00FB329A"/>
    <w:rsid w:val="00FB364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152CB"/>
    <w:pPr>
      <w:spacing w:before="0" w:after="20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BalloonText">
    <w:name w:val="Balloon Text"/>
    <w:basedOn w:val="Normal"/>
    <w:link w:val="BalloonTextChar"/>
    <w:uiPriority w:val="99"/>
    <w:rsid w:val="002045CF"/>
    <w:pPr>
      <w:spacing w:after="0" w:line="240" w:lineRule="auto"/>
    </w:pPr>
    <w:rPr>
      <w:rFonts w:ascii="Tahoma" w:hAnsi="Tahoma" w:cs="Tahoma"/>
      <w:sz w:val="16"/>
      <w:szCs w:val="1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D91A3F"/>
    <w:rPr>
      <w:sz w:val="20"/>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customStyle="1" w:styleId="libEnFootnote">
    <w:name w:val="libEnFootnote"/>
    <w:basedOn w:val="libEn"/>
    <w:link w:val="libEnFootnoteChar"/>
    <w:rsid w:val="002045CF"/>
    <w:rPr>
      <w:sz w:val="20"/>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paragraph" w:styleId="Header">
    <w:name w:val="header"/>
    <w:basedOn w:val="Normal"/>
    <w:link w:val="HeaderChar"/>
    <w:uiPriority w:val="99"/>
    <w:rsid w:val="002045CF"/>
    <w:pPr>
      <w:tabs>
        <w:tab w:val="center" w:pos="4513"/>
        <w:tab w:val="right" w:pos="9026"/>
      </w:tabs>
      <w:spacing w:after="0" w:line="240" w:lineRule="auto"/>
    </w:p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next w:val="libNormal"/>
    <w:link w:val="libNormalHashiehChar"/>
    <w:qFormat/>
    <w:rsid w:val="00EC2829"/>
    <w:rPr>
      <w:color w:val="341212"/>
    </w:rPr>
  </w:style>
  <w:style w:type="paragraph" w:customStyle="1" w:styleId="libNormal0Hashieh">
    <w:name w:val="libNormal0 Hashieh"/>
    <w:basedOn w:val="libNormal0"/>
    <w:next w:val="libNormal0"/>
    <w:link w:val="libNormal0HashiehChar"/>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Bold2Char">
    <w:name w:val="libBold2 Char"/>
    <w:basedOn w:val="libNormalChar"/>
    <w:link w:val="libBold2"/>
    <w:rsid w:val="00A24090"/>
    <w:rPr>
      <w:b/>
      <w:bCs/>
      <w:sz w:val="28"/>
      <w:szCs w:val="28"/>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character" w:customStyle="1" w:styleId="Heading3Char">
    <w:name w:val="Heading 3 Char"/>
    <w:basedOn w:val="libNormalChar"/>
    <w:link w:val="Heading3"/>
    <w:rsid w:val="006E0F1D"/>
    <w:rPr>
      <w:rFonts w:ascii="Arial" w:hAnsi="Arial"/>
      <w:color w:val="1F497D"/>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libFootnote0Char">
    <w:name w:val="libFootnote0 Char"/>
    <w:basedOn w:val="libFootnoteChar"/>
    <w:link w:val="libFootnote0"/>
    <w:rsid w:val="00D91A3F"/>
  </w:style>
  <w:style w:type="character" w:customStyle="1" w:styleId="libNormalHashiehChar">
    <w:name w:val="libNormal Hashieh Char"/>
    <w:basedOn w:val="libNormalChar"/>
    <w:link w:val="libNormalHashieh"/>
    <w:rsid w:val="006E0F1D"/>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A71DC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book_articles_maqazen_kar\books\jadid\azahat_alwaswaseh_an_taqbil_alaatab_almoqaddaseh\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F24A3D-8648-41F0-9F96-D5F0C0648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163</TotalTime>
  <Pages>1</Pages>
  <Words>8571</Words>
  <Characters>48857</Characters>
  <Application>Microsoft Office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57314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mahdi</dc:creator>
  <cp:keywords/>
  <dc:description/>
  <cp:lastModifiedBy>A2</cp:lastModifiedBy>
  <cp:revision>100</cp:revision>
  <cp:lastPrinted>2014-01-27T08:22:00Z</cp:lastPrinted>
  <dcterms:created xsi:type="dcterms:W3CDTF">2014-01-25T10:34:00Z</dcterms:created>
  <dcterms:modified xsi:type="dcterms:W3CDTF">2014-01-27T08:22:00Z</dcterms:modified>
</cp:coreProperties>
</file>