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53" w:rsidRDefault="00CE2553" w:rsidP="005F7FDA">
      <w:pPr>
        <w:pStyle w:val="libCenter"/>
      </w:pPr>
    </w:p>
    <w:p w:rsidR="00CE2553" w:rsidRDefault="00CE2553" w:rsidP="00CE2553">
      <w:pPr>
        <w:pStyle w:val="Heading1Center"/>
        <w:rPr>
          <w:rtl/>
        </w:rPr>
      </w:pPr>
      <w:bookmarkStart w:id="0" w:name="_Toc414105329"/>
      <w:r>
        <w:rPr>
          <w:rFonts w:hint="cs"/>
          <w:rtl/>
        </w:rPr>
        <w:t>من هو الصدّيق ؟</w:t>
      </w:r>
      <w:bookmarkEnd w:id="0"/>
    </w:p>
    <w:p w:rsidR="00CE2553" w:rsidRDefault="00CE2553" w:rsidP="00CE2553">
      <w:pPr>
        <w:pStyle w:val="Heading1Center"/>
        <w:rPr>
          <w:rtl/>
        </w:rPr>
      </w:pPr>
      <w:bookmarkStart w:id="1" w:name="_Toc414105330"/>
      <w:r>
        <w:rPr>
          <w:rFonts w:hint="cs"/>
          <w:rtl/>
        </w:rPr>
        <w:t>و من هي الصدّيقة</w:t>
      </w:r>
      <w:bookmarkEnd w:id="1"/>
    </w:p>
    <w:p w:rsidR="00CE2553" w:rsidRDefault="00CE2553" w:rsidP="00CE2553">
      <w:pPr>
        <w:pStyle w:val="libNormal"/>
        <w:rPr>
          <w:rtl/>
        </w:rPr>
      </w:pP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</w:p>
    <w:p w:rsidR="00CE2553" w:rsidRPr="00CE2553" w:rsidRDefault="00CE2553" w:rsidP="00CE2553">
      <w:pPr>
        <w:pStyle w:val="libCenterBold2"/>
      </w:pPr>
      <w:r>
        <w:rPr>
          <w:rFonts w:hint="cs"/>
          <w:rtl/>
        </w:rPr>
        <w:t>تأليف علي الشهرستاني</w:t>
      </w:r>
    </w:p>
    <w:p w:rsidR="00F631FA" w:rsidRDefault="00F631FA" w:rsidP="005F7FDA">
      <w:pPr>
        <w:pStyle w:val="lib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DC48AB" w:rsidRDefault="00DC48AB" w:rsidP="005F7FDA">
      <w:pPr>
        <w:pStyle w:val="libCenterBold2"/>
        <w:rPr>
          <w:noProof/>
          <w:rtl/>
        </w:rPr>
      </w:pPr>
      <w:r>
        <w:rPr>
          <w:rFonts w:hint="cs"/>
          <w:noProof/>
          <w:rtl/>
        </w:rPr>
        <w:lastRenderedPageBreak/>
        <w:t>بسم الله الرحمن الرحيم</w:t>
      </w:r>
    </w:p>
    <w:p w:rsidR="00F631FA" w:rsidRDefault="00F631FA" w:rsidP="005F7FDA">
      <w:pPr>
        <w:pStyle w:val="libCenterBold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8A2B0F">
        <w:rPr>
          <w:rFonts w:hint="cs"/>
          <w:rtl/>
        </w:rPr>
        <w:lastRenderedPageBreak/>
        <w:t xml:space="preserve">       </w:t>
      </w:r>
    </w:p>
    <w:p w:rsidR="00F631FA" w:rsidRDefault="00F631FA" w:rsidP="005F7FDA">
      <w:pPr>
        <w:pStyle w:val="libCenterBold2"/>
        <w:rPr>
          <w:rtl/>
        </w:rPr>
      </w:pPr>
      <w:r>
        <w:rPr>
          <w:rtl/>
        </w:rPr>
        <w:t>الحمد للهربّ العالمين والصلاة والسلام على سيدنا محمّد</w:t>
      </w:r>
    </w:p>
    <w:p w:rsidR="00F631FA" w:rsidRDefault="00F631FA" w:rsidP="005F7FDA">
      <w:pPr>
        <w:pStyle w:val="libCenterBold2"/>
        <w:rPr>
          <w:rtl/>
        </w:rPr>
      </w:pPr>
      <w:r>
        <w:rPr>
          <w:rtl/>
        </w:rPr>
        <w:t>وعلى آله الطيبين الطاهرين.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وبعد ، فإن هناك مفردات كثيرة في التاريخ والشريعة يجب الوقوف عندها </w:t>
      </w:r>
      <w:r w:rsidR="008A2B0F">
        <w:rPr>
          <w:rFonts w:hint="cs"/>
          <w:rtl/>
        </w:rPr>
        <w:t xml:space="preserve"> </w:t>
      </w:r>
      <w:r>
        <w:rPr>
          <w:rtl/>
        </w:rPr>
        <w:t>والتأمّل في معانيها وإيحاءاتها ؛ لكونها أمورا</w:t>
      </w:r>
      <w:r>
        <w:rPr>
          <w:rFonts w:hint="cs"/>
          <w:rtl/>
        </w:rPr>
        <w:t>ً</w:t>
      </w:r>
      <w:r>
        <w:rPr>
          <w:rtl/>
        </w:rPr>
        <w:t xml:space="preserve"> ترتبط بالعقائد والأحكام والسيرة.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والصدّيقية من تلك المفردات التي تحمل في طيّاتها معاني عالية وتشير 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مقامات إلهية ، وحيث أنّيـوحسب معلوماتيـلم أقف على رسالة مستقلة في هذا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المجال ، وكلّ ما هو موجود في كلمات الأعلام إنّما هو إشارات عابرة إلى معنى </w:t>
      </w:r>
      <w:r w:rsidR="008A2B0F">
        <w:rPr>
          <w:rFonts w:hint="cs"/>
          <w:rtl/>
        </w:rPr>
        <w:t xml:space="preserve"> </w:t>
      </w:r>
      <w:r>
        <w:rPr>
          <w:rtl/>
        </w:rPr>
        <w:t>الصدّيقية ذكروها استطرادا</w:t>
      </w:r>
      <w:r>
        <w:rPr>
          <w:rFonts w:hint="cs"/>
          <w:rtl/>
        </w:rPr>
        <w:t>ً</w:t>
      </w:r>
      <w:r>
        <w:rPr>
          <w:rtl/>
        </w:rPr>
        <w:t xml:space="preserve"> في بحوثهم الكلامية ولم ينقحوها تنقيحا</w:t>
      </w:r>
      <w:r>
        <w:rPr>
          <w:rFonts w:hint="cs"/>
          <w:rtl/>
        </w:rPr>
        <w:t>ً</w:t>
      </w:r>
      <w:r>
        <w:rPr>
          <w:rtl/>
        </w:rPr>
        <w:t xml:space="preserve"> يلائم عقيلة </w:t>
      </w:r>
      <w:r w:rsidR="008A2B0F">
        <w:rPr>
          <w:rFonts w:hint="cs"/>
          <w:rtl/>
        </w:rPr>
        <w:t xml:space="preserve"> </w:t>
      </w:r>
      <w:r>
        <w:rPr>
          <w:rtl/>
        </w:rPr>
        <w:t>الباحث الموضوعي اليوم ، وإسهاما</w:t>
      </w:r>
      <w:r>
        <w:rPr>
          <w:rFonts w:hint="cs"/>
          <w:rtl/>
        </w:rPr>
        <w:t>ً</w:t>
      </w:r>
      <w:r>
        <w:rPr>
          <w:rtl/>
        </w:rPr>
        <w:t xml:space="preserve"> منّا في إثراء المكتبة الإسلامية قدمنا هذا الجهد </w:t>
      </w:r>
      <w:r w:rsidR="008A2B0F">
        <w:rPr>
          <w:rFonts w:hint="cs"/>
          <w:rtl/>
        </w:rPr>
        <w:t xml:space="preserve"> </w:t>
      </w:r>
      <w:r>
        <w:rPr>
          <w:rtl/>
        </w:rPr>
        <w:t>المتواضع ليكون نواة لعمل مستقبلي لنا ولإخواننا الباحثين والمحققين.</w:t>
      </w:r>
    </w:p>
    <w:p w:rsidR="00F631FA" w:rsidRPr="005F7FDA" w:rsidRDefault="00F631FA" w:rsidP="007908BF">
      <w:pPr>
        <w:pStyle w:val="libNormal"/>
        <w:rPr>
          <w:rStyle w:val="libPoemTiniChar0"/>
          <w:rtl/>
        </w:rPr>
      </w:pPr>
      <w:r>
        <w:rPr>
          <w:rtl/>
        </w:rPr>
        <w:t>فإنّ حياة السيدة فاطمة الزهراء تحمل بين جوانبها تراثا</w:t>
      </w:r>
      <w:r>
        <w:rPr>
          <w:rFonts w:hint="cs"/>
          <w:rtl/>
        </w:rPr>
        <w:t>ً</w:t>
      </w:r>
      <w:r>
        <w:rPr>
          <w:rtl/>
        </w:rPr>
        <w:t xml:space="preserve"> تاريخيا</w:t>
      </w:r>
      <w:r>
        <w:rPr>
          <w:rFonts w:hint="cs"/>
          <w:rtl/>
        </w:rPr>
        <w:t>ً</w:t>
      </w:r>
      <w:r>
        <w:rPr>
          <w:rtl/>
        </w:rPr>
        <w:t xml:space="preserve"> وعقائديا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وفقهيا</w:t>
      </w:r>
      <w:r>
        <w:rPr>
          <w:rFonts w:hint="cs"/>
          <w:rtl/>
        </w:rPr>
        <w:t>ً</w:t>
      </w:r>
      <w:r>
        <w:rPr>
          <w:rtl/>
        </w:rPr>
        <w:t xml:space="preserve"> ضخما</w:t>
      </w:r>
      <w:r>
        <w:rPr>
          <w:rFonts w:hint="cs"/>
          <w:rtl/>
        </w:rPr>
        <w:t>ً</w:t>
      </w:r>
      <w:r>
        <w:rPr>
          <w:rtl/>
        </w:rPr>
        <w:t xml:space="preserve"> ، بل إنّ في كل مفردة من مفردات حياتها (سلام اللهعليها) دروسا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وعبرا</w:t>
      </w:r>
      <w:r>
        <w:rPr>
          <w:rFonts w:hint="cs"/>
          <w:rtl/>
        </w:rPr>
        <w:t>ً</w:t>
      </w:r>
      <w:r>
        <w:rPr>
          <w:rtl/>
        </w:rPr>
        <w:t xml:space="preserve"> ومواعظ ومعطيات يجب التأسّي بها. حتى في أسمائها وألقابها ، فهيتشير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إلى مقامات ومفاهيم عالية.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فالصدّيقية مثلاً ترتبط بعصمتها ، وهي إشارة إلى أوّل حياتها الطاهرة حيث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صدّقت بأبيها وبكل ما أتى به ، وصدّقت بارئها أكمل التصديق حتى أوقف </w:t>
      </w:r>
      <w:r w:rsidR="008A2B0F">
        <w:rPr>
          <w:rFonts w:hint="cs"/>
          <w:rtl/>
        </w:rPr>
        <w:t xml:space="preserve"> </w:t>
      </w:r>
      <w:r>
        <w:rPr>
          <w:rtl/>
        </w:rPr>
        <w:t>سبحانه رضاه على رضاها وغضبه على غضبها.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ومثل ذلك لقب المحدّثة فهو إشارة إلى ما بعد حياة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حيث كان </w:t>
      </w:r>
      <w:r w:rsidR="008A2B0F">
        <w:rPr>
          <w:rFonts w:hint="cs"/>
          <w:rtl/>
        </w:rPr>
        <w:t xml:space="preserve"> </w:t>
      </w:r>
      <w:r>
        <w:rPr>
          <w:rtl/>
        </w:rPr>
        <w:t>جبرائيل يكلمها ويسليها ويخبرها بما يكون بعدها في ذريتها.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وبعد لقب الصدّيقة ولقب المحدثة لقب الشهيدة فهو إشارة إلى مظلوميتها </w:t>
      </w:r>
      <w:r w:rsidR="008A2B0F">
        <w:rPr>
          <w:rFonts w:hint="cs"/>
          <w:rtl/>
        </w:rPr>
        <w:t xml:space="preserve"> </w:t>
      </w:r>
      <w:r>
        <w:rPr>
          <w:rtl/>
        </w:rPr>
        <w:t>وختامِ حياتها المباركة مكللّة بالشهادة.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إذا</w:t>
      </w:r>
      <w:r>
        <w:rPr>
          <w:rFonts w:hint="cs"/>
          <w:rtl/>
        </w:rPr>
        <w:t>ً</w:t>
      </w:r>
      <w:r>
        <w:rPr>
          <w:rtl/>
        </w:rPr>
        <w:t xml:space="preserve"> أسماء وألقاب السيدة فاطمة</w:t>
      </w:r>
      <w:r w:rsidRPr="005F7FDA">
        <w:rPr>
          <w:rStyle w:val="libFootnotenumChar"/>
          <w:rtl/>
        </w:rPr>
        <w:t>(1)</w:t>
      </w:r>
      <w:r>
        <w:rPr>
          <w:rtl/>
        </w:rPr>
        <w:t>الزهراء لم تكن أسماءً وألقابا</w:t>
      </w:r>
      <w:r>
        <w:rPr>
          <w:rFonts w:hint="cs"/>
          <w:rtl/>
        </w:rPr>
        <w:t>ً</w:t>
      </w:r>
      <w:r>
        <w:rPr>
          <w:rtl/>
        </w:rPr>
        <w:t xml:space="preserve"> عابرة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بل تحمل في جوانبها معاني قدسية ، حاول البعض أن يسرقها ويمنحها </w:t>
      </w:r>
      <w:r w:rsidR="008A2B0F">
        <w:rPr>
          <w:rFonts w:hint="cs"/>
          <w:rtl/>
        </w:rPr>
        <w:t xml:space="preserve"> </w:t>
      </w:r>
      <w:r>
        <w:rPr>
          <w:rtl/>
        </w:rPr>
        <w:t>جُزافا</w:t>
      </w:r>
      <w:r>
        <w:rPr>
          <w:rFonts w:hint="cs"/>
          <w:rtl/>
        </w:rPr>
        <w:t>ً</w:t>
      </w:r>
      <w:r>
        <w:rPr>
          <w:rtl/>
        </w:rPr>
        <w:t xml:space="preserve"> لآخرين.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وبما أن التسمية بفاطمة عللت في بعض روايات أهل البيت ، بكونها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تفطم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شيعتها من النار ، ومثل ذلك جاء في الإمام علي أنه يفرق بين الحقّ والباطل ، نرى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القوم يطلقون لقب الصدّيقة على أُخريات ، كما يطلقون لقب الفاروق على آخرين </w:t>
      </w:r>
      <w:r w:rsidR="008A2B0F">
        <w:rPr>
          <w:rFonts w:hint="cs"/>
          <w:rtl/>
        </w:rPr>
        <w:t xml:space="preserve"> </w:t>
      </w:r>
      <w:r>
        <w:rPr>
          <w:rtl/>
        </w:rPr>
        <w:t>اعتقادا</w:t>
      </w:r>
      <w:r>
        <w:rPr>
          <w:rFonts w:hint="cs"/>
          <w:rtl/>
        </w:rPr>
        <w:t>ً</w:t>
      </w:r>
      <w:r>
        <w:rPr>
          <w:rtl/>
        </w:rPr>
        <w:t xml:space="preserve"> منهم بأنه يفصل بين الحق والباطل.</w:t>
      </w:r>
    </w:p>
    <w:p w:rsidR="00C368EF" w:rsidRDefault="00F631FA" w:rsidP="005711C8">
      <w:pPr>
        <w:pStyle w:val="libNormal"/>
        <w:rPr>
          <w:rtl/>
        </w:rPr>
      </w:pPr>
      <w:r>
        <w:rPr>
          <w:rtl/>
        </w:rPr>
        <w:t xml:space="preserve">فما وجه الشبه والارتباط بين ما روي عن النبي أنّه قال في عمر : قد كان فيما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مضى قبلكم من الأُمم محدثون وأنه لو كان في أُمتي هذه منهم فإنّه عمر بن </w:t>
      </w:r>
      <w:r w:rsidR="008A2B0F">
        <w:rPr>
          <w:rFonts w:hint="cs"/>
          <w:rtl/>
        </w:rPr>
        <w:t xml:space="preserve"> </w:t>
      </w:r>
      <w:r>
        <w:rPr>
          <w:rtl/>
        </w:rPr>
        <w:t>الخطاب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 ، أو ما نسب إلى الإمام علي من قوله : كنّا نتحدث أن ملكا ينطق</w:t>
      </w:r>
      <w:r w:rsidR="008A2B0F">
        <w:rPr>
          <w:rFonts w:hint="cs"/>
          <w:rtl/>
        </w:rPr>
        <w:t xml:space="preserve"> </w:t>
      </w:r>
    </w:p>
    <w:p w:rsidR="00F631FA" w:rsidRPr="008562FF" w:rsidRDefault="00F631FA" w:rsidP="005F7FDA">
      <w:pPr>
        <w:pStyle w:val="libLine"/>
        <w:rPr>
          <w:rtl/>
        </w:rPr>
      </w:pPr>
      <w:r w:rsidRPr="008562FF">
        <w:rPr>
          <w:rtl/>
        </w:rPr>
        <w:t>_</w:t>
      </w:r>
      <w:r w:rsidRPr="008562FF">
        <w:rPr>
          <w:rFonts w:hint="cs"/>
          <w:rtl/>
        </w:rPr>
        <w:t>_____________</w:t>
      </w:r>
      <w:r w:rsidRPr="008562FF">
        <w:rPr>
          <w:rtl/>
        </w:rPr>
        <w:t>_</w:t>
      </w:r>
      <w:r w:rsidRPr="008562FF">
        <w:rPr>
          <w:rFonts w:hint="cs"/>
          <w:rtl/>
        </w:rPr>
        <w:t>_______</w:t>
      </w:r>
      <w:r w:rsidRPr="008562FF">
        <w:rPr>
          <w:rtl/>
        </w:rPr>
        <w:t>__</w:t>
      </w:r>
      <w:r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وحتى أن هذا العلم الشريف (فاطمة) يستحق مدلوله الوقوف عنده وبحثه لما يحوي معاني </w:t>
      </w:r>
      <w:r w:rsidR="008A2B0F">
        <w:rPr>
          <w:rFonts w:hint="cs"/>
          <w:rtl/>
        </w:rPr>
        <w:t xml:space="preserve"> </w:t>
      </w:r>
      <w:r>
        <w:rPr>
          <w:rtl/>
        </w:rPr>
        <w:t>ومفاهيم إلهية.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tl/>
        </w:rPr>
        <w:t xml:space="preserve">2. صحيح البخاري 3 : 1279 ح 3282 ، 1349 ح 3486 ، صحيح مسلم 4 : 1864 ، سنن الترمذي 5 :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على لسان عمر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وبين ما سميت به السيدة فاطمة الزهراء والمحدثين من آل بيت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رسول الله.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ولا أدري هل فكر أحد معي في مداليل ومعاني كلمة الزهراء وارتباطها بالنور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الإلهي ، وهل أنّ هذا هو لقب ومنزلة لها فحسب؟ أم أنّه يمكن تعميمه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الأُخريات من بنات رسول الله حتى يمكن لعثمان بن عفان أن يلقب بذي النورين </w:t>
      </w:r>
      <w:r w:rsidR="008A2B0F">
        <w:rPr>
          <w:rFonts w:hint="cs"/>
          <w:rtl/>
        </w:rPr>
        <w:t xml:space="preserve"> </w:t>
      </w:r>
      <w:r>
        <w:rPr>
          <w:rtl/>
        </w:rPr>
        <w:t>لتزوّجه بنتين من بنات رسول الله أو ربائبه؟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ولعل النابه يقف على محاولات الخلفاء وأنصارهم لإطلاق هذه الأسماء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والألقاب على من يريدونه ، ففي الوقت الذي </w:t>
      </w:r>
      <w:r w:rsidRPr="00A857E4">
        <w:rPr>
          <w:rtl/>
        </w:rPr>
        <w:t>يطلقون كلمة</w:t>
      </w:r>
      <w:r>
        <w:rPr>
          <w:rFonts w:hint="cs"/>
          <w:rtl/>
        </w:rPr>
        <w:t>«</w:t>
      </w:r>
      <w:r w:rsidRPr="00A857E4">
        <w:rPr>
          <w:rtl/>
        </w:rPr>
        <w:t>الشهيد المظلوم</w:t>
      </w:r>
      <w:r>
        <w:rPr>
          <w:rFonts w:hint="cs"/>
          <w:rtl/>
        </w:rPr>
        <w:t>»</w:t>
      </w:r>
      <w:r w:rsidRPr="00A857E4">
        <w:rPr>
          <w:rtl/>
        </w:rPr>
        <w:t xml:space="preserve">على </w:t>
      </w:r>
      <w:r w:rsidR="008A2B0F">
        <w:rPr>
          <w:rFonts w:hint="cs"/>
          <w:rtl/>
        </w:rPr>
        <w:t xml:space="preserve"> </w:t>
      </w:r>
      <w:r w:rsidRPr="00A857E4">
        <w:rPr>
          <w:rtl/>
        </w:rPr>
        <w:t>عثمان بن عفان ، يهابون من إطلاق كلمة</w:t>
      </w:r>
      <w:r>
        <w:rPr>
          <w:rFonts w:hint="cs"/>
          <w:rtl/>
        </w:rPr>
        <w:t>«</w:t>
      </w:r>
      <w:r w:rsidRPr="00A857E4">
        <w:rPr>
          <w:rtl/>
        </w:rPr>
        <w:t>الشهيدة المظلومة</w:t>
      </w:r>
      <w:r>
        <w:rPr>
          <w:rFonts w:hint="cs"/>
          <w:rtl/>
        </w:rPr>
        <w:t>»</w:t>
      </w:r>
      <w:r w:rsidRPr="00A857E4">
        <w:rPr>
          <w:rtl/>
        </w:rPr>
        <w:t>على</w:t>
      </w:r>
      <w:r>
        <w:rPr>
          <w:rtl/>
        </w:rPr>
        <w:t xml:space="preserve"> فاطمة الزهراء.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 ألقاب الصدّيقة والمحدثة والشهيدة مفردات تحمل بين جوانبها معاني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العصمة ، والعلم ، والمظلومية ، وتشير إلى ثلاث مراحل من حياتها سلام الله </w:t>
      </w:r>
      <w:r w:rsidR="008A2B0F">
        <w:rPr>
          <w:rFonts w:hint="cs"/>
          <w:rtl/>
        </w:rPr>
        <w:t xml:space="preserve"> </w:t>
      </w:r>
      <w:r>
        <w:rPr>
          <w:rtl/>
        </w:rPr>
        <w:t>عليها ، وما جرى لها وعليها.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وهذه الرسالة الموجزة ما هي إلا توضيح لمفردةٍ واحدة من تلك المفردات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الكثيرة في التاريخ والشريعة فإنّ هذه الاسماء والألقاب وأمثالها جديرة بالوقوف عندها والتأمّل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مضامينها ، وهذا ما نرجوه من الأخوة أن يجعلوه نصب أعينهم في دراساتهم </w:t>
      </w:r>
      <w:r w:rsidR="008A2B0F">
        <w:rPr>
          <w:rFonts w:hint="cs"/>
          <w:rtl/>
        </w:rPr>
        <w:t xml:space="preserve"> </w:t>
      </w:r>
      <w:r>
        <w:rPr>
          <w:rtl/>
        </w:rPr>
        <w:t>وبحوثهم عن هذه السيدة العظيمة سلام الله عليها.</w:t>
      </w:r>
    </w:p>
    <w:p w:rsidR="00A33541" w:rsidRDefault="00F631FA" w:rsidP="00A33541">
      <w:pPr>
        <w:pStyle w:val="libNormal"/>
        <w:rPr>
          <w:rtl/>
        </w:rPr>
      </w:pPr>
      <w:r>
        <w:rPr>
          <w:rtl/>
        </w:rPr>
        <w:t>وختاما</w:t>
      </w:r>
      <w:r>
        <w:rPr>
          <w:rFonts w:hint="cs"/>
          <w:rtl/>
        </w:rPr>
        <w:t>ً</w:t>
      </w:r>
      <w:r>
        <w:rPr>
          <w:rtl/>
        </w:rPr>
        <w:t xml:space="preserve"> أسأل الله سبحانه أن يتقبل هذا القليل ، وأن يجعله في حسناتي مكفرا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</w:p>
    <w:p w:rsidR="00F631FA" w:rsidRPr="00413981" w:rsidRDefault="00F631FA" w:rsidP="005F7FDA">
      <w:pPr>
        <w:pStyle w:val="libLine"/>
        <w:rPr>
          <w:rtl/>
        </w:rPr>
      </w:pPr>
      <w:r w:rsidRPr="00413981">
        <w:rPr>
          <w:rtl/>
        </w:rPr>
        <w:t>_</w:t>
      </w:r>
      <w:r w:rsidRPr="00413981">
        <w:rPr>
          <w:rFonts w:hint="cs"/>
          <w:rtl/>
        </w:rPr>
        <w:t>_____________</w:t>
      </w:r>
      <w:r w:rsidRPr="00413981">
        <w:rPr>
          <w:rtl/>
        </w:rPr>
        <w:t>_</w:t>
      </w:r>
      <w:r w:rsidRPr="00413981">
        <w:rPr>
          <w:rFonts w:hint="cs"/>
          <w:rtl/>
        </w:rPr>
        <w:t>_______</w:t>
      </w:r>
      <w:r w:rsidRPr="00413981">
        <w:rPr>
          <w:rtl/>
        </w:rPr>
        <w:t>__</w:t>
      </w:r>
      <w:r w:rsidRPr="00413981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622 ، ح 3693 ، المستدرك على الصحيحين 3 : 92 ، ح 4499 ، السنن الكبرى للنسائي 5 : 39 ، </w:t>
      </w:r>
      <w:r w:rsidR="008A2B0F">
        <w:rPr>
          <w:rFonts w:hint="cs"/>
          <w:rtl/>
        </w:rPr>
        <w:t xml:space="preserve"> </w:t>
      </w:r>
      <w:r>
        <w:rPr>
          <w:rtl/>
        </w:rPr>
        <w:t>ح 8119.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تاريخ واسط 1 : 167 ، حلية الأولياء 1 : 42 ، الرياض النضرة 1 : 376 ، المعجم الأوسط 7 : 18 </w:t>
      </w:r>
      <w:r w:rsidR="008A2B0F">
        <w:rPr>
          <w:rFonts w:hint="cs"/>
          <w:rtl/>
        </w:rPr>
        <w:t xml:space="preserve"> </w:t>
      </w:r>
      <w:r>
        <w:rPr>
          <w:rtl/>
        </w:rPr>
        <w:t>ح 6726 ، مجمع الزوائد 9 : 69.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به عن سيّئاتي ، وأن يسعدني بشفاعة </w:t>
      </w:r>
      <w:r w:rsidRPr="00A857E4">
        <w:rPr>
          <w:rtl/>
        </w:rPr>
        <w:t xml:space="preserve">مولاتي </w:t>
      </w:r>
      <w:r>
        <w:rPr>
          <w:rFonts w:hint="cs"/>
          <w:rtl/>
        </w:rPr>
        <w:t>«</w:t>
      </w:r>
      <w:r w:rsidRPr="00A857E4">
        <w:rPr>
          <w:rtl/>
        </w:rPr>
        <w:t xml:space="preserve"> فاطمة الزهراء </w:t>
      </w:r>
      <w:r>
        <w:rPr>
          <w:rFonts w:hint="cs"/>
          <w:rtl/>
        </w:rPr>
        <w:t>»</w:t>
      </w:r>
      <w:r w:rsidRPr="00A857E4">
        <w:rPr>
          <w:rtl/>
        </w:rPr>
        <w:t xml:space="preserve"> ، مصليا</w:t>
      </w:r>
      <w:r>
        <w:rPr>
          <w:rFonts w:hint="cs"/>
          <w:rtl/>
        </w:rPr>
        <w:t>ً</w:t>
      </w:r>
      <w:r>
        <w:rPr>
          <w:rtl/>
        </w:rPr>
        <w:t xml:space="preserve"> عليها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وعلى أبيها وبعلها وبنيها بهذه الصلوات :</w:t>
      </w:r>
    </w:p>
    <w:tbl>
      <w:tblPr>
        <w:bidiVisual/>
        <w:tblW w:w="5000" w:type="pct"/>
        <w:tblLook w:val="04A0"/>
      </w:tblPr>
      <w:tblGrid>
        <w:gridCol w:w="2276"/>
        <w:gridCol w:w="5311"/>
      </w:tblGrid>
      <w:tr w:rsidR="00F631FA" w:rsidTr="00C368EF">
        <w:tc>
          <w:tcPr>
            <w:tcW w:w="1500" w:type="pct"/>
          </w:tcPr>
          <w:p w:rsidR="00F631FA" w:rsidRDefault="00F631FA" w:rsidP="00C368EF">
            <w:pPr>
              <w:rPr>
                <w:rtl/>
              </w:rPr>
            </w:pPr>
          </w:p>
        </w:tc>
        <w:tc>
          <w:tcPr>
            <w:tcW w:w="3500" w:type="pct"/>
          </w:tcPr>
          <w:p w:rsidR="00F631FA" w:rsidRPr="00413981" w:rsidRDefault="00F631FA" w:rsidP="005F7FDA">
            <w:pPr>
              <w:pStyle w:val="libBold2"/>
              <w:rPr>
                <w:rtl/>
              </w:rPr>
            </w:pPr>
            <w:r>
              <w:rPr>
                <w:rtl/>
              </w:rPr>
              <w:t>اللّهم صلّ</w:t>
            </w:r>
            <w:r>
              <w:rPr>
                <w:rFonts w:hint="cs"/>
                <w:rtl/>
              </w:rPr>
              <w:t>ِ</w:t>
            </w:r>
            <w:r w:rsidRPr="00413981">
              <w:rPr>
                <w:rtl/>
              </w:rPr>
              <w:t xml:space="preserve"> على فاطمة وأبيها وبعلها وبنيها بعدد ما أحاط </w:t>
            </w:r>
            <w:r w:rsidR="008A2B0F">
              <w:rPr>
                <w:rFonts w:hint="cs"/>
                <w:rtl/>
                <w:lang w:bidi="fa-IR"/>
              </w:rPr>
              <w:t xml:space="preserve"> </w:t>
            </w:r>
            <w:r w:rsidRPr="00413981">
              <w:rPr>
                <w:rtl/>
              </w:rPr>
              <w:t>به علمك.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>والحمد للهأوّلاً وأخرا</w:t>
      </w:r>
      <w:r>
        <w:rPr>
          <w:rFonts w:hint="cs"/>
          <w:rtl/>
        </w:rPr>
        <w:t>ً</w:t>
      </w:r>
      <w:r>
        <w:rPr>
          <w:rtl/>
        </w:rPr>
        <w:t xml:space="preserve"> ، وله الشكر باطنا</w:t>
      </w:r>
      <w:r>
        <w:rPr>
          <w:rFonts w:hint="cs"/>
          <w:rtl/>
        </w:rPr>
        <w:t>ً</w:t>
      </w:r>
      <w:r>
        <w:rPr>
          <w:rtl/>
        </w:rPr>
        <w:t xml:space="preserve"> وظاهرا</w:t>
      </w:r>
      <w:r>
        <w:rPr>
          <w:rFonts w:hint="cs"/>
          <w:rtl/>
        </w:rPr>
        <w:t>ً</w:t>
      </w:r>
      <w:r>
        <w:rPr>
          <w:rtl/>
        </w:rPr>
        <w:t xml:space="preserve"> ، وصلواته على نبيه محمّد </w:t>
      </w:r>
      <w:r w:rsidR="008A2B0F">
        <w:rPr>
          <w:rFonts w:hint="cs"/>
          <w:rtl/>
        </w:rPr>
        <w:t xml:space="preserve"> </w:t>
      </w:r>
      <w:r>
        <w:rPr>
          <w:rtl/>
        </w:rPr>
        <w:t>وعلى آله الطيبين الطاهرين المعصومين.</w:t>
      </w:r>
    </w:p>
    <w:tbl>
      <w:tblPr>
        <w:bidiVisual/>
        <w:tblW w:w="5000" w:type="pct"/>
        <w:tblLook w:val="04A0"/>
      </w:tblPr>
      <w:tblGrid>
        <w:gridCol w:w="3414"/>
        <w:gridCol w:w="4173"/>
      </w:tblGrid>
      <w:tr w:rsidR="00F631FA" w:rsidTr="00C368EF">
        <w:tc>
          <w:tcPr>
            <w:tcW w:w="2250" w:type="pct"/>
            <w:shd w:val="clear" w:color="auto" w:fill="auto"/>
          </w:tcPr>
          <w:p w:rsidR="00F631FA" w:rsidRDefault="00F631FA" w:rsidP="00C368EF">
            <w:pPr>
              <w:rPr>
                <w:rtl/>
              </w:rPr>
            </w:pPr>
          </w:p>
        </w:tc>
        <w:tc>
          <w:tcPr>
            <w:tcW w:w="2750" w:type="pct"/>
            <w:shd w:val="clear" w:color="auto" w:fill="auto"/>
          </w:tcPr>
          <w:p w:rsidR="00F631FA" w:rsidRDefault="00F631FA" w:rsidP="005F7FDA">
            <w:pPr>
              <w:pStyle w:val="libCenterBold2"/>
              <w:rPr>
                <w:rtl/>
              </w:rPr>
            </w:pPr>
            <w:r>
              <w:rPr>
                <w:rtl/>
              </w:rPr>
              <w:t>علي الشهرستاني</w:t>
            </w:r>
          </w:p>
          <w:p w:rsidR="00F631FA" w:rsidRDefault="00F631FA" w:rsidP="005F7FDA">
            <w:pPr>
              <w:pStyle w:val="libCenterBold2"/>
              <w:rPr>
                <w:rtl/>
              </w:rPr>
            </w:pPr>
            <w:r>
              <w:rPr>
                <w:rtl/>
              </w:rPr>
              <w:t>في السابع عشر من جمادي الأولى لسنة 1426</w:t>
            </w:r>
            <w:r w:rsidR="008A2B0F">
              <w:rPr>
                <w:rtl/>
              </w:rPr>
              <w:t xml:space="preserve"> </w:t>
            </w:r>
            <w:r>
              <w:rPr>
                <w:rtl/>
              </w:rPr>
              <w:t xml:space="preserve">أيام شهادة الصدّيقة الكبرى فاطمة الزهراء </w:t>
            </w:r>
            <w:r w:rsidRPr="005F7FDA">
              <w:rPr>
                <w:rStyle w:val="libAlaemChar"/>
                <w:rtl/>
              </w:rPr>
              <w:t>عليها‌السلام</w:t>
            </w:r>
          </w:p>
        </w:tc>
      </w:tr>
    </w:tbl>
    <w:p w:rsidR="00A33541" w:rsidRDefault="008A2B0F" w:rsidP="00800433">
      <w:pPr>
        <w:pStyle w:val="libNormal"/>
        <w:rPr>
          <w:rtl/>
          <w:lang w:bidi="fa-IR"/>
        </w:rPr>
      </w:pPr>
      <w:r>
        <w:rPr>
          <w:rFonts w:hint="cs"/>
          <w:rtl/>
        </w:rPr>
        <w:t xml:space="preserve"> </w:t>
      </w:r>
      <w:r w:rsidRPr="005F7FDA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5F7FDA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5F7FDA">
        <w:rPr>
          <w:rFonts w:hint="cs"/>
          <w:rtl/>
        </w:rPr>
        <w:t xml:space="preserve"> </w:t>
      </w:r>
      <w:r>
        <w:rPr>
          <w:rFonts w:hint="cs"/>
          <w:rtl/>
        </w:rPr>
        <w:t xml:space="preserve">  </w:t>
      </w:r>
      <w:r>
        <w:rPr>
          <w:rFonts w:hint="cs"/>
          <w:rtl/>
          <w:lang w:bidi="fa-IR"/>
        </w:rPr>
        <w:t xml:space="preserve"> </w:t>
      </w:r>
    </w:p>
    <w:p w:rsidR="00F631FA" w:rsidRPr="00413981" w:rsidRDefault="00F631FA" w:rsidP="005F7FDA">
      <w:pPr>
        <w:pStyle w:val="libLine"/>
        <w:rPr>
          <w:rtl/>
        </w:rPr>
      </w:pPr>
      <w:r w:rsidRPr="00413981">
        <w:rPr>
          <w:rtl/>
        </w:rPr>
        <w:t>_</w:t>
      </w:r>
      <w:r w:rsidRPr="00413981">
        <w:rPr>
          <w:rFonts w:hint="cs"/>
          <w:rtl/>
        </w:rPr>
        <w:t>_____________</w:t>
      </w:r>
      <w:r w:rsidRPr="00413981">
        <w:rPr>
          <w:rtl/>
        </w:rPr>
        <w:t>_</w:t>
      </w:r>
      <w:r w:rsidRPr="00413981">
        <w:rPr>
          <w:rFonts w:hint="cs"/>
          <w:rtl/>
        </w:rPr>
        <w:t>_______</w:t>
      </w:r>
      <w:r w:rsidRPr="00413981">
        <w:rPr>
          <w:rtl/>
        </w:rPr>
        <w:t>__</w:t>
      </w:r>
      <w:r w:rsidRPr="00413981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عنوان المؤلف</w:t>
      </w:r>
      <w:r>
        <w:rPr>
          <w:rFonts w:hint="cs"/>
          <w:rtl/>
        </w:rPr>
        <w:t xml:space="preserve"> البريدي</w:t>
      </w:r>
      <w:r>
        <w:rPr>
          <w:rtl/>
        </w:rPr>
        <w:t xml:space="preserve"> : ايران ـ مشهد ـ ص. ب : 4766 / 91375</w:t>
      </w:r>
    </w:p>
    <w:tbl>
      <w:tblPr>
        <w:bidiVisual/>
        <w:tblW w:w="5000" w:type="pct"/>
        <w:tblLook w:val="04A0"/>
      </w:tblPr>
      <w:tblGrid>
        <w:gridCol w:w="3793"/>
        <w:gridCol w:w="3794"/>
      </w:tblGrid>
      <w:tr w:rsidR="00F631FA" w:rsidTr="00C368EF">
        <w:tc>
          <w:tcPr>
            <w:tcW w:w="2500" w:type="pct"/>
          </w:tcPr>
          <w:p w:rsidR="00F631FA" w:rsidRDefault="00F631FA" w:rsidP="005F7FDA">
            <w:pPr>
              <w:pStyle w:val="libFootnote0"/>
              <w:rPr>
                <w:rtl/>
              </w:rPr>
            </w:pPr>
            <w:r>
              <w:rPr>
                <w:rFonts w:hint="cs"/>
                <w:rtl/>
              </w:rPr>
              <w:t>عنوانا</w:t>
            </w:r>
            <w:r>
              <w:rPr>
                <w:rtl/>
              </w:rPr>
              <w:t>لمؤلف</w:t>
            </w:r>
            <w:r>
              <w:rPr>
                <w:rFonts w:hint="cs"/>
                <w:rtl/>
              </w:rPr>
              <w:t xml:space="preserve"> الالكتروني </w:t>
            </w:r>
            <w:r>
              <w:rPr>
                <w:rtl/>
              </w:rPr>
              <w:t>:</w:t>
            </w:r>
          </w:p>
        </w:tc>
        <w:tc>
          <w:tcPr>
            <w:tcW w:w="2500" w:type="pct"/>
          </w:tcPr>
          <w:p w:rsidR="00F631FA" w:rsidRDefault="00F631FA" w:rsidP="005F7FDA">
            <w:pPr>
              <w:pStyle w:val="libLeft"/>
              <w:rPr>
                <w:rtl/>
              </w:rPr>
            </w:pPr>
            <w:r>
              <w:t>E-mail:info@shahrestani.org</w:t>
            </w:r>
          </w:p>
        </w:tc>
      </w:tr>
      <w:tr w:rsidR="00F631FA" w:rsidTr="00C368EF">
        <w:tc>
          <w:tcPr>
            <w:tcW w:w="2500" w:type="pct"/>
          </w:tcPr>
          <w:p w:rsidR="00F631FA" w:rsidRDefault="00F631FA" w:rsidP="005F7FDA">
            <w:pPr>
              <w:pStyle w:val="libFootnote0"/>
              <w:rPr>
                <w:rtl/>
              </w:rPr>
            </w:pPr>
            <w:r>
              <w:rPr>
                <w:rtl/>
              </w:rPr>
              <w:t>موقع المؤلف على الانترنيت :</w:t>
            </w:r>
          </w:p>
        </w:tc>
        <w:tc>
          <w:tcPr>
            <w:tcW w:w="2500" w:type="pct"/>
          </w:tcPr>
          <w:p w:rsidR="00F631FA" w:rsidRDefault="00F631FA" w:rsidP="005F7FDA">
            <w:pPr>
              <w:pStyle w:val="libLeft"/>
              <w:rPr>
                <w:rtl/>
              </w:rPr>
            </w:pPr>
            <w:r>
              <w:t>http://www.shahrstani.org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 w:rsidR="008A2B0F">
        <w:rPr>
          <w:rtl/>
        </w:rPr>
        <w:lastRenderedPageBreak/>
        <w:t xml:space="preserve"> </w:t>
      </w:r>
      <w:r w:rsidR="008A2B0F">
        <w:rPr>
          <w:rFonts w:hint="cs"/>
          <w:rtl/>
        </w:rPr>
        <w:t xml:space="preserve">     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من سمات البحث الموضوعي أن يتعامل المرء مع المفردات والمصطلحات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بذهنيّة واقعية ، قد تجبره على تحقيق ذلك من خلال شواهد السيرة والتاريخ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وأمثالها ، لا سيّما إذا واجه مفرداتٍ متعارضة أو متضاربة أو متضادّة لا يمكن الجمع </w:t>
      </w:r>
      <w:r w:rsidR="008A2B0F">
        <w:rPr>
          <w:rFonts w:hint="cs"/>
          <w:rtl/>
        </w:rPr>
        <w:t xml:space="preserve"> </w:t>
      </w:r>
      <w:r>
        <w:rPr>
          <w:rtl/>
        </w:rPr>
        <w:t>بينها جمعا</w:t>
      </w:r>
      <w:r>
        <w:rPr>
          <w:rFonts w:hint="cs"/>
          <w:rtl/>
        </w:rPr>
        <w:t>ً</w:t>
      </w:r>
      <w:r>
        <w:rPr>
          <w:rtl/>
        </w:rPr>
        <w:t xml:space="preserve"> تبرعيا</w:t>
      </w:r>
      <w:r>
        <w:rPr>
          <w:rFonts w:hint="cs"/>
          <w:rtl/>
        </w:rPr>
        <w:t>ً</w:t>
      </w:r>
      <w:r>
        <w:rPr>
          <w:rtl/>
        </w:rPr>
        <w:t xml:space="preserve"> ، كما لا يمكن توجيهها توجيها</w:t>
      </w:r>
      <w:r>
        <w:rPr>
          <w:rFonts w:hint="cs"/>
          <w:rtl/>
        </w:rPr>
        <w:t>ً</w:t>
      </w:r>
      <w:r>
        <w:rPr>
          <w:rtl/>
        </w:rPr>
        <w:t xml:space="preserve"> شرعيا</w:t>
      </w:r>
      <w:r>
        <w:rPr>
          <w:rFonts w:hint="cs"/>
          <w:rtl/>
        </w:rPr>
        <w:t>ً</w:t>
      </w:r>
      <w:r>
        <w:rPr>
          <w:rtl/>
        </w:rPr>
        <w:t xml:space="preserve"> أو عقليّا</w:t>
      </w:r>
      <w:r>
        <w:rPr>
          <w:rFonts w:hint="cs"/>
          <w:rtl/>
        </w:rPr>
        <w:t>ً</w:t>
      </w:r>
      <w:r>
        <w:rPr>
          <w:rtl/>
        </w:rPr>
        <w:t xml:space="preserve"> متماسكا.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والمطالع في التاريخ الإسلامي والفقه والحديث يقف على مفردات متضاربة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وفي بعض الأحيان متناقضة أو متضادة ، لا يدري كيف يتعامل معها أو يجمع بينها ؛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لأنّها تراكمات وصلتنا من عصور سابقة ، وقد استحكمت هذه الاشكالية عند </w:t>
      </w:r>
      <w:r w:rsidR="008A2B0F">
        <w:rPr>
          <w:rFonts w:hint="cs"/>
          <w:rtl/>
        </w:rPr>
        <w:t xml:space="preserve"> </w:t>
      </w:r>
      <w:r>
        <w:rPr>
          <w:rtl/>
        </w:rPr>
        <w:t>البعض ، لأنّهم أرادوا أن يقدسوا اناسا</w:t>
      </w:r>
      <w:r>
        <w:rPr>
          <w:rFonts w:hint="cs"/>
          <w:rtl/>
        </w:rPr>
        <w:t>ً</w:t>
      </w:r>
      <w:r>
        <w:rPr>
          <w:rtl/>
        </w:rPr>
        <w:t xml:space="preserve"> لم يقدسهم الله ورسوله ، فجدّوا أن يجمعوا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بين النهجين (الصحابة وآل البيت) ، فمن جهة تراهم يظهرون محبة آل الرسول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ومن جهة أخرى لا يرتضون بيان ما جرى عليهم ، فيطالبون أتباع النهج الآخر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بالاغماض عما فعله الآخرون ، بدعوى أنهم رجال ذهبوا ، لهم ما لهم ، وعليهم ما </w:t>
      </w:r>
      <w:r w:rsidR="008A2B0F">
        <w:rPr>
          <w:rFonts w:hint="cs"/>
          <w:rtl/>
        </w:rPr>
        <w:t xml:space="preserve"> </w:t>
      </w:r>
      <w:r>
        <w:rPr>
          <w:rtl/>
        </w:rPr>
        <w:t>عليهم ، وما لنا والدخول فيما كانوا فيه؟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وهذا التبرير قد يبدو وجيها في أول وهلة ، ولكنك بتأمّل بسيط تقف على </w:t>
      </w:r>
      <w:r w:rsidR="008A2B0F">
        <w:rPr>
          <w:rFonts w:hint="cs"/>
          <w:rtl/>
        </w:rPr>
        <w:t xml:space="preserve"> </w:t>
      </w:r>
      <w:r>
        <w:rPr>
          <w:rtl/>
        </w:rPr>
        <w:t>سقمه ؛ وذلك لأن هؤلاء الرجال لم يكونوا أناسا</w:t>
      </w:r>
      <w:r>
        <w:rPr>
          <w:rFonts w:hint="cs"/>
          <w:rtl/>
        </w:rPr>
        <w:t>ً</w:t>
      </w:r>
      <w:r>
        <w:rPr>
          <w:rtl/>
        </w:rPr>
        <w:t xml:space="preserve"> عاديين في التاريخ حتى يقال : لهم </w:t>
      </w:r>
      <w:r w:rsidR="008A2B0F">
        <w:rPr>
          <w:rFonts w:hint="cs"/>
          <w:rtl/>
        </w:rPr>
        <w:t xml:space="preserve"> </w:t>
      </w:r>
      <w:r>
        <w:rPr>
          <w:rtl/>
        </w:rPr>
        <w:t>ما لهم وعليهم ما عليهم ، ويُرجَأُ الأمر إلى الله كي يحكم في أمرهم.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بل كان لهؤلاء دور في الشريعة والتاريخ ، وإن كثيرا</w:t>
      </w:r>
      <w:r>
        <w:rPr>
          <w:rFonts w:hint="cs"/>
          <w:rtl/>
        </w:rPr>
        <w:t>ً</w:t>
      </w:r>
      <w:r>
        <w:rPr>
          <w:rtl/>
        </w:rPr>
        <w:t xml:space="preserve"> من المواقف التييتخذها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بعض المسلمين اليوم قد أُخذت عن أولئك ، فلابُدّ من الوقوف على سيرتهم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وسلوكهم لأنّ ذلك يرتبط بحياتنا الاجتماعية وسيرتنا العلمية والعملية اليوم ، لأن </w:t>
      </w:r>
      <w:r w:rsidR="008A2B0F">
        <w:rPr>
          <w:rFonts w:hint="cs"/>
          <w:rtl/>
        </w:rPr>
        <w:t xml:space="preserve"> </w:t>
      </w:r>
      <w:r>
        <w:rPr>
          <w:rtl/>
        </w:rPr>
        <w:t>الأشياء تعرف بأضدادها ، فلا يمكننا أن نعرف عليا</w:t>
      </w:r>
      <w:r>
        <w:rPr>
          <w:rFonts w:hint="cs"/>
          <w:rtl/>
        </w:rPr>
        <w:t>ً</w:t>
      </w:r>
      <w:r>
        <w:rPr>
          <w:rtl/>
        </w:rPr>
        <w:t xml:space="preserve"> وفاطمة إل</w:t>
      </w:r>
      <w:r>
        <w:rPr>
          <w:rFonts w:hint="cs"/>
          <w:rtl/>
        </w:rPr>
        <w:t>ّ</w:t>
      </w:r>
      <w:r>
        <w:rPr>
          <w:rtl/>
        </w:rPr>
        <w:t xml:space="preserve">ا بعد أن نعرف </w:t>
      </w:r>
      <w:r w:rsidR="008A2B0F">
        <w:rPr>
          <w:rFonts w:hint="cs"/>
          <w:rtl/>
        </w:rPr>
        <w:t xml:space="preserve"> </w:t>
      </w:r>
      <w:r>
        <w:rPr>
          <w:rtl/>
        </w:rPr>
        <w:t>معاوية وأبا بكر ، هذا من جهة.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جهة أخرى يجب أن نعرف بأن الحكم المنزل من الله جلّت أسماؤه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لسان رسوله ، هو واحد ، والحقّ واحد ، وسواه باطل ، فإن كان عليٌ مع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الحقّ فمعاوية على الباطل ، وإن كانت فاطمة الزهراء صادقة في مدّعاها فأبو بكر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ليس كذلك ، ولا ثالث لهما ؛ إذ قد قال سبحانه وتعالى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فَمَاذَا بَعْدَ الْحَقِّ إِلَّا الضَّلَالُ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فَأَنَّىٰ تُصْرَفُونَ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</w:t>
      </w:r>
      <w:r w:rsidRPr="005F7FDA">
        <w:rPr>
          <w:rStyle w:val="libAlaemChar"/>
          <w:rtl/>
        </w:rPr>
        <w:t>صلى‌الله‌عليه‌وآله</w:t>
      </w:r>
      <w:r w:rsidRPr="00C76F6B">
        <w:rPr>
          <w:rtl/>
        </w:rPr>
        <w:t xml:space="preserve"> : </w:t>
      </w:r>
      <w:r>
        <w:rPr>
          <w:rFonts w:hint="cs"/>
          <w:rtl/>
        </w:rPr>
        <w:t>«</w:t>
      </w:r>
      <w:r w:rsidRPr="00C76F6B">
        <w:rPr>
          <w:rtl/>
        </w:rPr>
        <w:t xml:space="preserve">ستفترق أُمتي إلى نيف وسبعين فرقة ، فرقة ناجية والباقي في </w:t>
      </w:r>
      <w:r w:rsidR="008A2B0F">
        <w:rPr>
          <w:rFonts w:hint="cs"/>
          <w:rtl/>
        </w:rPr>
        <w:t xml:space="preserve"> </w:t>
      </w:r>
      <w:r w:rsidRPr="00C76F6B">
        <w:rPr>
          <w:rtl/>
        </w:rPr>
        <w:t>النار</w:t>
      </w:r>
      <w:r>
        <w:rPr>
          <w:rFonts w:hint="cs"/>
          <w:rtl/>
        </w:rPr>
        <w:t>»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وهذان النّصان يؤكدان وبكل وضوح وحدة الحقّ وتشعب الباطل </w:t>
      </w:r>
      <w:r w:rsidR="008A2B0F">
        <w:rPr>
          <w:rFonts w:hint="cs"/>
          <w:rtl/>
        </w:rPr>
        <w:t xml:space="preserve"> </w:t>
      </w:r>
      <w:r>
        <w:rPr>
          <w:rtl/>
        </w:rPr>
        <w:t>والضّلال ، بل الإسلام كلّه مبتن على وحدة الفكر والمضمون.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قال الإمام علي : وأن </w:t>
      </w:r>
      <w:r w:rsidRPr="00C76F6B">
        <w:rPr>
          <w:rtl/>
        </w:rPr>
        <w:t>الباطل لو</w:t>
      </w:r>
      <w:r>
        <w:rPr>
          <w:rFonts w:hint="cs"/>
          <w:rtl/>
        </w:rPr>
        <w:t>«</w:t>
      </w:r>
      <w:r w:rsidRPr="00C76F6B">
        <w:rPr>
          <w:rtl/>
        </w:rPr>
        <w:t xml:space="preserve">خَلَصَ من مِزاج الحقّ لم يَخفَ على </w:t>
      </w:r>
      <w:r w:rsidR="008A2B0F">
        <w:rPr>
          <w:rFonts w:hint="cs"/>
          <w:rtl/>
        </w:rPr>
        <w:t xml:space="preserve"> </w:t>
      </w:r>
      <w:r w:rsidRPr="00C76F6B">
        <w:rPr>
          <w:rtl/>
        </w:rPr>
        <w:t xml:space="preserve">المُرتادينَ ، ولكن يؤخذ من هذا ضِغثٌ ، ومِن هذا ضِغث فيُمزجان ، فهنالك </w:t>
      </w:r>
      <w:r w:rsidR="008A2B0F">
        <w:rPr>
          <w:rFonts w:hint="cs"/>
          <w:rtl/>
        </w:rPr>
        <w:t xml:space="preserve"> </w:t>
      </w:r>
      <w:r w:rsidRPr="00C76F6B">
        <w:rPr>
          <w:rtl/>
        </w:rPr>
        <w:t>يستولي الشيطان على أوليائه ، وينجو الذين سبقت لهم من</w:t>
      </w:r>
      <w:r>
        <w:rPr>
          <w:rtl/>
        </w:rPr>
        <w:t xml:space="preserve"> الله </w:t>
      </w:r>
      <w:r w:rsidRPr="00C76F6B">
        <w:rPr>
          <w:rtl/>
        </w:rPr>
        <w:t>الحسنى</w:t>
      </w:r>
      <w:r>
        <w:rPr>
          <w:rFonts w:hint="cs"/>
          <w:rtl/>
        </w:rPr>
        <w:t>»</w:t>
      </w:r>
      <w:r w:rsidRPr="00C76F6B">
        <w:rPr>
          <w:rtl/>
        </w:rPr>
        <w:t>.</w:t>
      </w:r>
      <w:r w:rsidRPr="005F7FDA">
        <w:rPr>
          <w:rStyle w:val="libFootnotenumChar"/>
          <w:rtl/>
        </w:rPr>
        <w:t>(3)</w:t>
      </w:r>
    </w:p>
    <w:p w:rsidR="00A92E71" w:rsidRDefault="00F631FA" w:rsidP="00A92E71">
      <w:pPr>
        <w:pStyle w:val="libNormal"/>
        <w:rPr>
          <w:rtl/>
        </w:rPr>
      </w:pPr>
      <w:r>
        <w:rPr>
          <w:rtl/>
        </w:rPr>
        <w:t>وقال عليه</w:t>
      </w:r>
      <w:r w:rsidRPr="00CA3D87">
        <w:rPr>
          <w:rtl/>
        </w:rPr>
        <w:t>السلام</w:t>
      </w:r>
      <w:r>
        <w:rPr>
          <w:rtl/>
        </w:rPr>
        <w:t xml:space="preserve"> للحارث بن حوط الليثي : يا حارث إنك ملبوس عليك ، إن</w:t>
      </w:r>
      <w:r w:rsidR="008A2B0F">
        <w:rPr>
          <w:rFonts w:hint="cs"/>
          <w:rtl/>
        </w:rPr>
        <w:t xml:space="preserve"> </w:t>
      </w:r>
    </w:p>
    <w:p w:rsidR="00F631FA" w:rsidRPr="00CA3D87" w:rsidRDefault="00F631FA" w:rsidP="005F7FDA">
      <w:pPr>
        <w:pStyle w:val="libLine"/>
        <w:rPr>
          <w:rtl/>
        </w:rPr>
      </w:pPr>
      <w:r w:rsidRPr="00CA3D87">
        <w:rPr>
          <w:rtl/>
        </w:rPr>
        <w:t>_</w:t>
      </w:r>
      <w:r w:rsidRPr="00CA3D87">
        <w:rPr>
          <w:rFonts w:hint="cs"/>
          <w:rtl/>
        </w:rPr>
        <w:t>_____________</w:t>
      </w:r>
      <w:r w:rsidRPr="00CA3D87">
        <w:rPr>
          <w:rtl/>
        </w:rPr>
        <w:t>_</w:t>
      </w:r>
      <w:r w:rsidRPr="00CA3D87">
        <w:rPr>
          <w:rFonts w:hint="cs"/>
          <w:rtl/>
        </w:rPr>
        <w:t>_______</w:t>
      </w:r>
      <w:r w:rsidRPr="00CA3D87">
        <w:rPr>
          <w:rtl/>
        </w:rPr>
        <w:t>__</w:t>
      </w:r>
      <w:r w:rsidRPr="00CA3D87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يونس : 321.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شرح الأخبار 2 : 124 ، الخصال : 585 ، سنن ابن ماجة 2 : 3993 / 1322 ، في الزوائد اسناده صحيح </w:t>
      </w:r>
      <w:r w:rsidR="008A2B0F">
        <w:rPr>
          <w:rFonts w:hint="cs"/>
          <w:rtl/>
        </w:rPr>
        <w:t xml:space="preserve"> </w:t>
      </w:r>
      <w:r>
        <w:rPr>
          <w:rtl/>
        </w:rPr>
        <w:t>ورجاله ثقات ، سنن الترمذي 4 : 135 ، حديث غريب مفسر ، المستدرك على الصحيحين 1 : 129.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نهج البلاغة 1 : 99 ـ 100 خطبة 50 ، وشرح النهج 3 : 240.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الحق لا يعرف بالرجال ، اعرف الحق تعرف أهله.</w:t>
      </w:r>
      <w:r w:rsidRPr="005F7FDA">
        <w:rPr>
          <w:rStyle w:val="libFootnotenumChar"/>
          <w:rFonts w:hint="cs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فإضفاء هالة من الأُبهّة على السلف هو الذي أوقع البعض في هذه المفارقات ، </w:t>
      </w:r>
      <w:r w:rsidR="008A2B0F">
        <w:rPr>
          <w:rFonts w:hint="cs"/>
          <w:rtl/>
        </w:rPr>
        <w:t xml:space="preserve"> </w:t>
      </w:r>
      <w:r>
        <w:rPr>
          <w:rtl/>
        </w:rPr>
        <w:t>لأن الصحابة هم أُناس كسائر البشر يخضعون للمقاييس الإلهية ، فمن آمن بالله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ورسوله وكتبه وأحكامه وسار على هداها فإنّما اهتدى لنفسه ، ومن ضل عن ذلك </w:t>
      </w:r>
      <w:r w:rsidR="008A2B0F">
        <w:rPr>
          <w:rFonts w:hint="cs"/>
          <w:rtl/>
        </w:rPr>
        <w:t xml:space="preserve"> </w:t>
      </w:r>
      <w:r>
        <w:rPr>
          <w:rtl/>
        </w:rPr>
        <w:t>فإنّما يضل عليها.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فمجرد الصحبة للنبي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ليست بعاصمة للصحابي عن مناقشة آرائه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ومواقفه ، لأنّ مكانة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كالشمس المشعة ، ومن صاحبه كالمرايا ، فما صفا </w:t>
      </w:r>
      <w:r w:rsidR="008A2B0F">
        <w:rPr>
          <w:rFonts w:hint="cs"/>
          <w:rtl/>
        </w:rPr>
        <w:t xml:space="preserve"> </w:t>
      </w:r>
      <w:r>
        <w:rPr>
          <w:rtl/>
        </w:rPr>
        <w:t>منها عكس ضوء النبوة بمقدار صفائه ، وما كدر منها لم يزده ضوء الشمس إل</w:t>
      </w:r>
      <w:r>
        <w:rPr>
          <w:rFonts w:hint="cs"/>
          <w:rtl/>
        </w:rPr>
        <w:t>ّ</w:t>
      </w:r>
      <w:r>
        <w:rPr>
          <w:rtl/>
        </w:rPr>
        <w:t xml:space="preserve">ا صدأً </w:t>
      </w:r>
      <w:r w:rsidR="008A2B0F">
        <w:rPr>
          <w:rFonts w:hint="cs"/>
          <w:rtl/>
        </w:rPr>
        <w:t xml:space="preserve"> </w:t>
      </w:r>
      <w:r>
        <w:rPr>
          <w:rtl/>
        </w:rPr>
        <w:t>وتهرؤا</w:t>
      </w:r>
      <w:r>
        <w:rPr>
          <w:rFonts w:hint="cs"/>
          <w:rtl/>
        </w:rPr>
        <w:t>ً</w:t>
      </w:r>
      <w:r>
        <w:rPr>
          <w:rtl/>
        </w:rPr>
        <w:t xml:space="preserve"> ، فالنقص إذن في المصاحِب لا المصاحَب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والإمام علي بن الحسين زين العابدين قد مدح صحابة رسول الله الذين ثبتوا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منهاجه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ولم يبدّلوا ولم يُغيّروا ، وذلك في دعائه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في الصلاة على اتباع </w:t>
      </w:r>
      <w:r w:rsidR="008A2B0F">
        <w:rPr>
          <w:rFonts w:hint="cs"/>
          <w:rtl/>
        </w:rPr>
        <w:t xml:space="preserve"> </w:t>
      </w:r>
      <w:r>
        <w:rPr>
          <w:rtl/>
        </w:rPr>
        <w:t>الرسل ومصدّقيهم ، فقال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4949A7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اللّهم وأصحاب محمد خاصّة الذين أحسنوا الصحبة ، والذين أبلوا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البلاء الحسن في نصره ، وكانفوه ، وأسرعوا إلى وفادته ، وسابقوا إلى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دعوته ، واستجابوا له حيث اسمعهم حجة رسالاته ، وفارقوا الأزواج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والأولاد في إظهار كلمته ، وقاتلوا الآباء والأبناء في تثبيت نبوّته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وانتصروا به ، ومن كانوا منطوين على محبته ، يرجون تجارة لن تبور في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مودته ، والذين هجرتهم العشائر إذ تعلقوا بعروته ، وانتفت منهم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القرابات إذ سكنوا في ظل قرابته ، فلا تنس لهم اللهم ما </w:t>
            </w:r>
            <w:r>
              <w:rPr>
                <w:rFonts w:hint="cs"/>
                <w:rtl/>
              </w:rPr>
              <w:t>ت</w:t>
            </w:r>
            <w:r>
              <w:rPr>
                <w:rtl/>
              </w:rPr>
              <w:t xml:space="preserve">ركوا لك وفيك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وأرضِهم من رضوانك.</w:t>
            </w:r>
          </w:p>
        </w:tc>
      </w:tr>
    </w:tbl>
    <w:p w:rsidR="00F631FA" w:rsidRPr="004949A7" w:rsidRDefault="00F631FA" w:rsidP="005F7FDA">
      <w:pPr>
        <w:pStyle w:val="libLine"/>
        <w:rPr>
          <w:rtl/>
        </w:rPr>
      </w:pPr>
      <w:r w:rsidRPr="004949A7">
        <w:rPr>
          <w:rtl/>
        </w:rPr>
        <w:t>_</w:t>
      </w:r>
      <w:r w:rsidRPr="004949A7">
        <w:rPr>
          <w:rFonts w:hint="cs"/>
          <w:rtl/>
        </w:rPr>
        <w:t>_____________</w:t>
      </w:r>
      <w:r w:rsidRPr="004949A7">
        <w:rPr>
          <w:rtl/>
        </w:rPr>
        <w:t>_</w:t>
      </w:r>
      <w:r w:rsidRPr="004949A7">
        <w:rPr>
          <w:rFonts w:hint="cs"/>
          <w:rtl/>
        </w:rPr>
        <w:t>_______</w:t>
      </w:r>
      <w:r w:rsidRPr="004949A7">
        <w:rPr>
          <w:rtl/>
        </w:rPr>
        <w:t>__</w:t>
      </w:r>
      <w:r w:rsidRPr="004949A7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تفسير القرطبي 1 : 340 ، وانظر وسائل الشيعة 27 : 135 / 32.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710AD5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اللّهم وأوصل إلى التابعين لهم بإحسان الذين يقولون :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 w:rsidRPr="005F7FDA">
              <w:rPr>
                <w:rStyle w:val="libAlaemChar"/>
                <w:rFonts w:hint="cs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رَبَّنَا اغْفِرْ لَنَا وَلِإِخْوَانِنَا الَّذِينَ سَبَقُونَا بِالْإِيمَانِ </w:t>
            </w:r>
            <w:r w:rsidRPr="005F7FDA">
              <w:rPr>
                <w:rStyle w:val="libAlaemChar"/>
                <w:rFonts w:hint="cs"/>
                <w:rtl/>
              </w:rPr>
              <w:t>)</w:t>
            </w:r>
            <w:r>
              <w:rPr>
                <w:rtl/>
              </w:rPr>
              <w:t xml:space="preserve"> خير جزائك ، الذين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قصدوا سمتهم ... إلى آخر الدعاء. </w:t>
            </w:r>
            <w:r w:rsidRPr="005F7FDA">
              <w:rPr>
                <w:rStyle w:val="libFootnotenumChar"/>
                <w:rtl/>
              </w:rPr>
              <w:t>(1)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كان هذا هو منهج أهل البيت في التعامل مع الصحابة ، وهو منهج صحيح يزن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الأمور بميزانها ، لكنا نرى المنهج الآخر يخلط الأوراق ، فيجعل الطليق كالمهاجر </w:t>
      </w:r>
      <w:r w:rsidR="008A2B0F">
        <w:rPr>
          <w:rFonts w:hint="cs"/>
          <w:rtl/>
        </w:rPr>
        <w:t xml:space="preserve"> </w:t>
      </w:r>
      <w:r>
        <w:rPr>
          <w:rtl/>
        </w:rPr>
        <w:t>والُمحَاصِر كالُمحَاصَر والمحقّ كالمبطل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فيقول وبكل جرأة : سيدنا معاوية حارب </w:t>
      </w:r>
      <w:r w:rsidR="008A2B0F">
        <w:rPr>
          <w:rFonts w:hint="cs"/>
          <w:rtl/>
        </w:rPr>
        <w:t xml:space="preserve"> </w:t>
      </w:r>
      <w:r>
        <w:rPr>
          <w:rtl/>
        </w:rPr>
        <w:t>سيدنا عليا</w:t>
      </w:r>
      <w:r>
        <w:rPr>
          <w:rFonts w:hint="cs"/>
          <w:rtl/>
        </w:rPr>
        <w:t>ً</w:t>
      </w:r>
      <w:r>
        <w:rPr>
          <w:rtl/>
        </w:rPr>
        <w:t xml:space="preserve"> ، أو أن سيدتنا عائشة خرجت على سيدنا علي ، أو أن سيدنا يزيد قتل </w:t>
      </w:r>
      <w:r w:rsidR="008A2B0F">
        <w:rPr>
          <w:rFonts w:hint="cs"/>
          <w:rtl/>
        </w:rPr>
        <w:t xml:space="preserve"> </w:t>
      </w:r>
      <w:r>
        <w:rPr>
          <w:rtl/>
        </w:rPr>
        <w:t>سيدنا الحسين ، إلى ما شابه ذلك من المفردات المتناقضة.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تلك المفارقات التي يجب علينا الوقوف عندها ما يلهج به المنهج الآخر </w:t>
      </w:r>
      <w:r w:rsidR="008A2B0F">
        <w:rPr>
          <w:rFonts w:hint="cs"/>
          <w:rtl/>
        </w:rPr>
        <w:t xml:space="preserve"> </w:t>
      </w:r>
      <w:r>
        <w:rPr>
          <w:rtl/>
        </w:rPr>
        <w:t>دوما</w:t>
      </w:r>
      <w:r>
        <w:rPr>
          <w:rFonts w:hint="cs"/>
          <w:rtl/>
        </w:rPr>
        <w:t>ً</w:t>
      </w:r>
      <w:r>
        <w:rPr>
          <w:rtl/>
        </w:rPr>
        <w:t xml:space="preserve"> في النزاع بين أبي بكر وفاطمة الزهراء : إن سيدنا الصدّيق اختلف مع </w:t>
      </w:r>
      <w:r w:rsidR="008A2B0F">
        <w:rPr>
          <w:rFonts w:hint="cs"/>
          <w:rtl/>
        </w:rPr>
        <w:t xml:space="preserve"> </w:t>
      </w:r>
      <w:r>
        <w:rPr>
          <w:rtl/>
        </w:rPr>
        <w:t>الصدّيقة في فدك وميراثها من رسول الله؟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بهذه التعابير والمفردات لبّسوا الأمر على بعض المسلمين ، فلا يُدرَى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هو الصادق في هذه الدعوى ومن هو الكاذب ، وذلك بتشويه معنى الصدّيق </w:t>
      </w:r>
      <w:r w:rsidR="008A2B0F">
        <w:rPr>
          <w:rFonts w:hint="cs"/>
          <w:rtl/>
        </w:rPr>
        <w:t xml:space="preserve"> </w:t>
      </w:r>
      <w:r>
        <w:rPr>
          <w:rtl/>
        </w:rPr>
        <w:t>والصدّيقة منهما.</w:t>
      </w:r>
    </w:p>
    <w:p w:rsidR="00A92E71" w:rsidRDefault="00F631FA" w:rsidP="00A92E71">
      <w:pPr>
        <w:pStyle w:val="libNormal"/>
        <w:rPr>
          <w:rtl/>
        </w:rPr>
      </w:pPr>
      <w:r>
        <w:rPr>
          <w:rtl/>
        </w:rPr>
        <w:t>وعلى أي حال ، فلو كان أحدهما صادقا</w:t>
      </w:r>
      <w:r>
        <w:rPr>
          <w:rFonts w:hint="cs"/>
          <w:rtl/>
        </w:rPr>
        <w:t>ً</w:t>
      </w:r>
      <w:r>
        <w:rPr>
          <w:rtl/>
        </w:rPr>
        <w:t xml:space="preserve"> فالآخر كاذب بلا كلام ، وكذا الحال </w:t>
      </w:r>
      <w:r w:rsidR="008A2B0F">
        <w:rPr>
          <w:rFonts w:hint="cs"/>
          <w:rtl/>
        </w:rPr>
        <w:t xml:space="preserve"> </w:t>
      </w:r>
      <w:r>
        <w:rPr>
          <w:rtl/>
        </w:rPr>
        <w:t>بالنسبة إلى الصدّيقية ،</w:t>
      </w:r>
      <w:r>
        <w:rPr>
          <w:rFonts w:hint="cs"/>
          <w:rtl/>
        </w:rPr>
        <w:t xml:space="preserve"> ـ </w:t>
      </w:r>
      <w:r>
        <w:rPr>
          <w:rtl/>
        </w:rPr>
        <w:t xml:space="preserve">والتي تعني كمال الصدق في الحديث والتصديق لرب </w:t>
      </w:r>
      <w:r w:rsidR="008A2B0F">
        <w:rPr>
          <w:rFonts w:hint="cs"/>
          <w:rtl/>
        </w:rPr>
        <w:t xml:space="preserve"> </w:t>
      </w:r>
      <w:r>
        <w:rPr>
          <w:rtl/>
        </w:rPr>
        <w:t>العالمين ولرسوله الكريمـفلا يمكن تصورها في الاثنين معا</w:t>
      </w:r>
      <w:r>
        <w:rPr>
          <w:rFonts w:hint="cs"/>
          <w:rtl/>
        </w:rPr>
        <w:t>ً</w:t>
      </w:r>
      <w:r>
        <w:rPr>
          <w:rtl/>
        </w:rPr>
        <w:t xml:space="preserve"> ، لأنّا نرى كل طرف </w:t>
      </w:r>
      <w:r w:rsidR="008A2B0F">
        <w:rPr>
          <w:rFonts w:hint="cs"/>
          <w:rtl/>
        </w:rPr>
        <w:t xml:space="preserve"> </w:t>
      </w:r>
      <w:r>
        <w:rPr>
          <w:rtl/>
        </w:rPr>
        <w:t>يكذّب الآخر إمّا تصريحا</w:t>
      </w:r>
      <w:r>
        <w:rPr>
          <w:rFonts w:hint="cs"/>
          <w:rtl/>
        </w:rPr>
        <w:t>ً</w:t>
      </w:r>
      <w:r>
        <w:rPr>
          <w:rtl/>
        </w:rPr>
        <w:t xml:space="preserve"> وإمّا تلويحا</w:t>
      </w:r>
      <w:r>
        <w:rPr>
          <w:rFonts w:hint="cs"/>
          <w:rtl/>
        </w:rPr>
        <w:t>ً</w:t>
      </w:r>
      <w:r>
        <w:rPr>
          <w:rtl/>
        </w:rPr>
        <w:t xml:space="preserve"> ؛ فالسيدة فاطمة الزهراء قد كذّبت أبا بكر </w:t>
      </w:r>
      <w:r w:rsidR="008A2B0F">
        <w:rPr>
          <w:rFonts w:hint="cs"/>
          <w:rtl/>
        </w:rPr>
        <w:t xml:space="preserve"> </w:t>
      </w:r>
    </w:p>
    <w:p w:rsidR="00F631FA" w:rsidRPr="00710AD5" w:rsidRDefault="00F631FA" w:rsidP="005F7FDA">
      <w:pPr>
        <w:pStyle w:val="libLine"/>
        <w:rPr>
          <w:rtl/>
        </w:rPr>
      </w:pPr>
      <w:r w:rsidRPr="00710AD5">
        <w:rPr>
          <w:rtl/>
        </w:rPr>
        <w:t>_</w:t>
      </w:r>
      <w:r w:rsidRPr="00710AD5">
        <w:rPr>
          <w:rFonts w:hint="cs"/>
          <w:rtl/>
        </w:rPr>
        <w:t>_____________</w:t>
      </w:r>
      <w:r w:rsidRPr="00710AD5">
        <w:rPr>
          <w:rtl/>
        </w:rPr>
        <w:t>_</w:t>
      </w:r>
      <w:r w:rsidRPr="00710AD5">
        <w:rPr>
          <w:rFonts w:hint="cs"/>
          <w:rtl/>
        </w:rPr>
        <w:t>_______</w:t>
      </w:r>
      <w:r w:rsidRPr="00710AD5">
        <w:rPr>
          <w:rtl/>
        </w:rPr>
        <w:t>__</w:t>
      </w:r>
      <w:r w:rsidRPr="00710AD5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الصحيفة السجادية : 43 ـ 42.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انظر ما قاله الإمام علي في رسالته إلى معاوية ( ... ولكن ليس أمية كهاشم ، ولا حرب كعبد المطلب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ولا أبو سفيان كأبي طالب ، ولا المهاجر كالطليق ، ولا الصريح كاللصيق ، ولا المحق كالمبطل ، ولا </w:t>
      </w:r>
      <w:r w:rsidR="008A2B0F">
        <w:rPr>
          <w:rFonts w:hint="cs"/>
          <w:rtl/>
        </w:rPr>
        <w:t xml:space="preserve"> </w:t>
      </w:r>
      <w:r>
        <w:rPr>
          <w:rtl/>
        </w:rPr>
        <w:t>المؤمن كالمدغل ...) نهج البلاغة 3 : 18 / 17.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صراحة بقولها : </w:t>
      </w:r>
      <w:r w:rsidRPr="005F7FDA">
        <w:rPr>
          <w:rStyle w:val="libBold2Char"/>
          <w:rtl/>
        </w:rPr>
        <w:t>لقد جئت شيئا</w:t>
      </w:r>
      <w:r w:rsidRPr="005F7FDA">
        <w:rPr>
          <w:rStyle w:val="libBold2Char"/>
          <w:rFonts w:hint="cs"/>
          <w:rtl/>
        </w:rPr>
        <w:t>ً</w:t>
      </w:r>
      <w:r w:rsidRPr="005F7FDA">
        <w:rPr>
          <w:rStyle w:val="libBold2Char"/>
          <w:rtl/>
        </w:rPr>
        <w:t xml:space="preserve"> فريا</w:t>
      </w:r>
      <w:r>
        <w:rPr>
          <w:rtl/>
        </w:rPr>
        <w:t xml:space="preserve"> ، وفي الجهة المقابلة لم يجرؤ أبو بكر على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تكذيب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صراحة ، لكنه عمد إلى أُمور من لوازمها التكذيب.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والآن لنَسِرْ معا</w:t>
      </w:r>
      <w:r>
        <w:rPr>
          <w:rFonts w:hint="cs"/>
          <w:rtl/>
        </w:rPr>
        <w:t>ً</w:t>
      </w:r>
      <w:r>
        <w:rPr>
          <w:rtl/>
        </w:rPr>
        <w:t xml:space="preserve"> ، برفقة هذه السطور لنقف على معنى الصدّيق لغة واستعمالاً.</w:t>
      </w:r>
    </w:p>
    <w:p w:rsidR="00F631FA" w:rsidRDefault="00F631FA" w:rsidP="005F7FDA">
      <w:pPr>
        <w:pStyle w:val="libCenterBold1"/>
        <w:rPr>
          <w:rtl/>
        </w:rPr>
      </w:pPr>
      <w:r>
        <w:t>*</w:t>
      </w:r>
    </w:p>
    <w:p w:rsidR="00F631FA" w:rsidRDefault="00F631FA" w:rsidP="00F631FA">
      <w:pPr>
        <w:pStyle w:val="Heading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F631FA" w:rsidRDefault="008A2B0F" w:rsidP="00F631FA">
      <w:pPr>
        <w:pStyle w:val="Heading1"/>
        <w:rPr>
          <w:rtl/>
        </w:rPr>
      </w:pPr>
      <w:r>
        <w:rPr>
          <w:rFonts w:hint="cs"/>
          <w:rtl/>
        </w:rPr>
        <w:lastRenderedPageBreak/>
        <w:t xml:space="preserve">    </w:t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</w:p>
    <w:p w:rsidR="00F631FA" w:rsidRDefault="00F631FA" w:rsidP="00F631FA">
      <w:pPr>
        <w:pStyle w:val="Heading1"/>
        <w:rPr>
          <w:rtl/>
        </w:rPr>
      </w:pPr>
      <w:bookmarkStart w:id="2" w:name="_Toc414105331"/>
      <w:r>
        <w:rPr>
          <w:rtl/>
        </w:rPr>
        <w:t>الصدّيق في اللغة والاستعمال!!</w:t>
      </w:r>
      <w:bookmarkEnd w:id="2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الصدّيق مشتق من مادة (ص ، د ، ق) والصدق نقيض الكذب ، والصدّيق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فعيّل ، والصدّيقة فعيّلة ، وتأتي للدلالة على كثرة اتصاف الموصوف بالصفة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والمبالغة في الصدق والتصديق ، وهي أبلغ من الصدوق ، وقيل : إنه يطلق على </w:t>
      </w:r>
      <w:r w:rsidR="008A2B0F">
        <w:rPr>
          <w:rFonts w:hint="cs"/>
          <w:rtl/>
        </w:rPr>
        <w:t xml:space="preserve"> </w:t>
      </w:r>
      <w:r>
        <w:rPr>
          <w:rtl/>
        </w:rPr>
        <w:t>الكامل في الصدق الذي يصدّق قوله عمله ، وقيل : إنه لمن لم يكذب قط.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اشتهر عند أهل السنة والجماعة أنه لقب لأبي بكر بن أبي قحافة وإن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كانت عندهم روايات تقول إنه لقب لعلي بن أبي طالب ، وهي توافق روايات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الشيعة الإمامية الناصّة على </w:t>
      </w:r>
      <w:r w:rsidRPr="00B6076C">
        <w:rPr>
          <w:rtl/>
        </w:rPr>
        <w:t>أن</w:t>
      </w:r>
      <w:r>
        <w:rPr>
          <w:rFonts w:hint="cs"/>
          <w:rtl/>
        </w:rPr>
        <w:t>«</w:t>
      </w:r>
      <w:r w:rsidRPr="00B6076C">
        <w:rPr>
          <w:rtl/>
        </w:rPr>
        <w:t>الصدّيق</w:t>
      </w:r>
      <w:r>
        <w:rPr>
          <w:rFonts w:hint="cs"/>
          <w:rtl/>
        </w:rPr>
        <w:t>»</w:t>
      </w:r>
      <w:r w:rsidRPr="00B6076C">
        <w:rPr>
          <w:rtl/>
        </w:rPr>
        <w:t>لقب</w:t>
      </w:r>
      <w:r>
        <w:rPr>
          <w:rtl/>
        </w:rPr>
        <w:t xml:space="preserve"> للإمام علي وأن القوم سرقوه </w:t>
      </w:r>
      <w:r w:rsidR="008A2B0F">
        <w:rPr>
          <w:rFonts w:hint="cs"/>
          <w:rtl/>
        </w:rPr>
        <w:t xml:space="preserve"> </w:t>
      </w:r>
      <w:r>
        <w:rPr>
          <w:rtl/>
        </w:rPr>
        <w:t>وأعطوه لأبي بكر.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أما لقب الصدّيقة فقد أطلق في القرآن الكريم على مريم بنت عمران ، وجاء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لسان رسول الله أنّه لقب لفاطمة الزهراء وخديجة الكبرى ، وهناك محاولات </w:t>
      </w:r>
      <w:r w:rsidR="008A2B0F">
        <w:rPr>
          <w:rFonts w:hint="cs"/>
          <w:rtl/>
        </w:rPr>
        <w:t xml:space="preserve"> </w:t>
      </w:r>
      <w:r>
        <w:rPr>
          <w:rtl/>
        </w:rPr>
        <w:t>لإضفاء هذا اللقب على عائشة ، لكنا سنثبت سقم تلك الدعوى لاحقا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ونحن لو أردنا الوصول إلى الحقيقة ليس لنا إلا تنقيح معنى الصدّيقية لنعرف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هل أنها مرتبة معنوية ربانية ، أم أنّها ألقاب ممنوحة تقابل الألقاب الممنوحة اليوم </w:t>
      </w:r>
      <w:r w:rsidR="008A2B0F">
        <w:rPr>
          <w:rFonts w:hint="cs"/>
          <w:rtl/>
        </w:rPr>
        <w:t xml:space="preserve"> </w:t>
      </w:r>
      <w:r>
        <w:rPr>
          <w:rtl/>
        </w:rPr>
        <w:t>لهذا أو ذاك؟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وهل هناك فرق بين ما يمنحه رسول الله وما يمنحه الآخرون ، بل هل يعقل أن </w:t>
      </w:r>
      <w:r w:rsidR="008A2B0F">
        <w:rPr>
          <w:rFonts w:hint="cs"/>
          <w:rtl/>
        </w:rPr>
        <w:t xml:space="preserve"> </w:t>
      </w:r>
      <w:r>
        <w:rPr>
          <w:rtl/>
        </w:rPr>
        <w:t>تكون الألقاب المعطاة من قبل الله ورسوله قد أعطيت جزافا</w:t>
      </w:r>
      <w:r>
        <w:rPr>
          <w:rFonts w:hint="cs"/>
          <w:rtl/>
        </w:rPr>
        <w:t>ً</w:t>
      </w:r>
      <w:r>
        <w:rPr>
          <w:rtl/>
        </w:rPr>
        <w:t xml:space="preserve"> وبمجرد واقعة ، أم أن </w:t>
      </w:r>
      <w:r w:rsidR="008A2B0F">
        <w:rPr>
          <w:rFonts w:hint="cs"/>
          <w:rtl/>
        </w:rPr>
        <w:t xml:space="preserve"> </w:t>
      </w:r>
      <w:r>
        <w:rPr>
          <w:rtl/>
        </w:rPr>
        <w:t>وسم النبيّ لشخص بسمة ما يدلّ على امتلاكه لها واقعا</w:t>
      </w:r>
      <w:r>
        <w:rPr>
          <w:rFonts w:hint="cs"/>
          <w:rtl/>
        </w:rPr>
        <w:t xml:space="preserve">ً </w:t>
      </w:r>
      <w:r>
        <w:rPr>
          <w:rtl/>
        </w:rPr>
        <w:t>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وهل إن الألقاب تعطى طبقا</w:t>
      </w:r>
      <w:r>
        <w:rPr>
          <w:rFonts w:hint="cs"/>
          <w:rtl/>
        </w:rPr>
        <w:t>ً</w:t>
      </w:r>
      <w:r>
        <w:rPr>
          <w:rtl/>
        </w:rPr>
        <w:t xml:space="preserve"> للمؤهلات والماهيات ، أم تشجيعا</w:t>
      </w:r>
      <w:r>
        <w:rPr>
          <w:rFonts w:hint="cs"/>
          <w:rtl/>
        </w:rPr>
        <w:t>ً</w:t>
      </w:r>
      <w:r>
        <w:rPr>
          <w:rtl/>
        </w:rPr>
        <w:t xml:space="preserve"> وترغيبا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للأشخاص؟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ولِمَ لم يُمنح أبا ذر لقب الصدّيق مع كونه أصدق ذي لهجة حسب تعبير </w:t>
      </w:r>
      <w:r w:rsidR="008A2B0F">
        <w:rPr>
          <w:rFonts w:hint="cs"/>
          <w:rtl/>
        </w:rPr>
        <w:t xml:space="preserve"> </w:t>
      </w:r>
      <w:r>
        <w:rPr>
          <w:rtl/>
        </w:rPr>
        <w:t>الرسول الأمين؟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بل ماذا تعني الصدّيقية وهل إنّ للصدّيق مراتب وأقسام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ابن البطريق (ت 600 هـ.) في العمدة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DA6B8E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الصدّيق ينقسم إلى ثلاثة أقسام ..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1 ـ صدّيق يكون نبيا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>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2 ـ صدّيق يكون إماما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>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3 ـ صدّيق يكون عبدا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صالحا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، لا نبي ولا إمام.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فاما ما يدل على أول الأقسام فقوله سبحانه وتعالى : </w:t>
            </w:r>
            <w:r w:rsidRPr="005F7FDA">
              <w:rPr>
                <w:rStyle w:val="libAlaemChar"/>
                <w:rFonts w:hint="cs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وَاذْكُرْ فِي الْكِتَابِ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إِدْرِيسَ إِنَّهُ كَانَ صِدِّيقًا نَّبِيًّا </w:t>
            </w:r>
            <w:r w:rsidRPr="005F7FDA">
              <w:rPr>
                <w:rStyle w:val="libAlaemChar"/>
                <w:rFonts w:hint="cs"/>
                <w:rtl/>
              </w:rPr>
              <w:t>)</w:t>
            </w:r>
            <w:r>
              <w:rPr>
                <w:rtl/>
              </w:rPr>
              <w:t xml:space="preserve"> وكل نبي صديق ، وليس كل صديق نبيا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وقوله تعالى : </w:t>
            </w:r>
            <w:r w:rsidRPr="005F7FDA">
              <w:rPr>
                <w:rStyle w:val="libAlaemChar"/>
                <w:rFonts w:hint="cs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يُوسُفُ أَيُّهَا الصِّدِّيقُ </w:t>
            </w:r>
            <w:r w:rsidRPr="005F7FDA">
              <w:rPr>
                <w:rStyle w:val="libAlaemChar"/>
                <w:rFonts w:hint="cs"/>
                <w:rtl/>
              </w:rPr>
              <w:t>)</w:t>
            </w:r>
            <w:r>
              <w:rPr>
                <w:rtl/>
              </w:rPr>
              <w:t>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وأما ما يدل على كون الصدّيق إماما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، فقوله تعالى : </w:t>
            </w:r>
            <w:r w:rsidRPr="005F7FDA">
              <w:rPr>
                <w:rStyle w:val="libAlaemChar"/>
                <w:rFonts w:hint="cs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فَأُولَٰئِكَ مَعَ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الَّذِينَ أَنْعَمَ اللهُ عَلَيْهِم مِّنَ النَّبِيِّينَ وَالصِّدِّيقِينَ وَالشُّهَدَاءِ وَالصَّالِحِينَ وَحَسُنَ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أُولَٰئِكَ رَفِيقًا </w:t>
            </w:r>
            <w:r w:rsidRPr="005F7FDA">
              <w:rPr>
                <w:rStyle w:val="libAlaemChar"/>
                <w:rFonts w:hint="cs"/>
                <w:rtl/>
              </w:rPr>
              <w:t>)</w:t>
            </w:r>
            <w:r>
              <w:rPr>
                <w:rtl/>
              </w:rPr>
              <w:t>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فذكر النبيين ثم ثنى بذكر الصدّيقين ، لأنه ليس بعد النبيين في الذكر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أخص من الأئمة.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ويدل عليه أيضا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الأخبار الواردة بأنّ الصدّيقين ثلاثة : حبيب وحزقيل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وعلي وهو أفضلهم ، فلما ذكر عليّا</w:t>
            </w:r>
            <w:r>
              <w:rPr>
                <w:rFonts w:hint="cs"/>
                <w:rtl/>
              </w:rPr>
              <w:t>ً</w:t>
            </w:r>
            <w:r w:rsidRPr="005F7FDA">
              <w:rPr>
                <w:rStyle w:val="libAlaemChar"/>
                <w:rtl/>
              </w:rPr>
              <w:t>عليه‌السلام</w:t>
            </w:r>
            <w:r>
              <w:rPr>
                <w:rtl/>
              </w:rPr>
              <w:t xml:space="preserve"> مع هذين المذكورين دخل معهما</w:t>
            </w:r>
            <w:r w:rsidR="008A2B0F">
              <w:rPr>
                <w:rFonts w:hint="cs"/>
                <w:rtl/>
              </w:rPr>
              <w:t xml:space="preserve"> </w:t>
            </w:r>
          </w:p>
        </w:tc>
      </w:tr>
    </w:tbl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EE17AB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في لفظة الصدّيقين وهما ليسا بنبيين ولا إمامين ، فأراد إفراده </w:t>
            </w:r>
            <w:r w:rsidRPr="005F7FDA">
              <w:rPr>
                <w:rStyle w:val="libAlaemChar"/>
                <w:rtl/>
              </w:rPr>
              <w:t>عليه‌السلام</w:t>
            </w:r>
            <w:r>
              <w:rPr>
                <w:rtl/>
              </w:rPr>
              <w:t xml:space="preserve"> عنهما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بما لا يكون لهما وهي الإمامة ، فقال </w:t>
            </w:r>
            <w:r w:rsidRPr="005F7FDA">
              <w:rPr>
                <w:rStyle w:val="libAlaemChar"/>
                <w:rtl/>
              </w:rPr>
              <w:t>صلى‌الله‌عليه‌وآله</w:t>
            </w:r>
            <w:r>
              <w:rPr>
                <w:rtl/>
              </w:rPr>
              <w:t xml:space="preserve"> : وهو أفضلهم.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فليس في لفظة الصدّيق بينهم تفاضل ، لأنه </w:t>
            </w:r>
            <w:r w:rsidRPr="005F7FDA">
              <w:rPr>
                <w:rStyle w:val="libAlaemChar"/>
                <w:rtl/>
              </w:rPr>
              <w:t>صلى‌الله‌عليه‌وآله</w:t>
            </w:r>
            <w:r>
              <w:rPr>
                <w:rtl/>
              </w:rPr>
              <w:t xml:space="preserve"> قال : الصدّيقونثلاثة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فقد استووا في اللفظ ، فأراد الإخبار عن اختلافهم في المعنى وهواستحقاق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الإمامة فقال : وهو أفضلهم ، تنبيها على كونه </w:t>
            </w:r>
            <w:r w:rsidRPr="005F7FDA">
              <w:rPr>
                <w:rStyle w:val="libAlaemChar"/>
                <w:rtl/>
              </w:rPr>
              <w:t>عليه‌السلام</w:t>
            </w:r>
            <w:r>
              <w:rPr>
                <w:rtl/>
              </w:rPr>
              <w:t xml:space="preserve"> صديقا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إماما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. </w:t>
            </w:r>
            <w:r w:rsidRPr="005F7FDA">
              <w:rPr>
                <w:rStyle w:val="libFootnotenumChar"/>
                <w:rtl/>
              </w:rPr>
              <w:t>(1)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وبما أن البحث في أطراف هذه المسألة يستوجب بيان عدة مسائل ويستدعي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التّدرج في طرحها ، كان لا بدّ من الوقوف على الصادق والكاذب ، ثمّ الوقوف على </w:t>
      </w:r>
      <w:r w:rsidR="008A2B0F">
        <w:rPr>
          <w:rFonts w:hint="cs"/>
          <w:rtl/>
        </w:rPr>
        <w:t xml:space="preserve"> </w:t>
      </w:r>
      <w:r>
        <w:rPr>
          <w:rtl/>
        </w:rPr>
        <w:t>الصدّيقيّة وأنّها في أيّ الطرفين تكون.</w:t>
      </w:r>
    </w:p>
    <w:p w:rsidR="00A92E71" w:rsidRDefault="00F631FA" w:rsidP="00A92E71">
      <w:pPr>
        <w:pStyle w:val="libNormal"/>
        <w:rPr>
          <w:rtl/>
        </w:rPr>
      </w:pPr>
      <w:r>
        <w:rPr>
          <w:rtl/>
        </w:rPr>
        <w:t>وقبل كل شيء يجب أن نذكّر بأن النبي محمد بن عبدالله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كان يُلّقب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الجاهلية بالصادق الأمين ، وأنّ السيدة خديجة الكبرى وابنتها فاطمة الزهراء </w:t>
      </w:r>
      <w:r w:rsidR="008A2B0F">
        <w:rPr>
          <w:rFonts w:hint="cs"/>
          <w:rtl/>
        </w:rPr>
        <w:t xml:space="preserve"> </w:t>
      </w:r>
      <w:r>
        <w:rPr>
          <w:rtl/>
        </w:rPr>
        <w:t>لقبت كل واحدة منهما من قبل رسول الله بالصدّيقة</w:t>
      </w:r>
      <w:r>
        <w:rPr>
          <w:rFonts w:hint="cs"/>
          <w:rtl/>
        </w:rPr>
        <w:t xml:space="preserve"> ، </w:t>
      </w:r>
      <w:r>
        <w:rPr>
          <w:rtl/>
        </w:rPr>
        <w:t xml:space="preserve">وقد أنجب الصدّيق علي بن </w:t>
      </w:r>
      <w:r w:rsidR="008A2B0F">
        <w:rPr>
          <w:rFonts w:hint="cs"/>
          <w:rtl/>
        </w:rPr>
        <w:t xml:space="preserve"> </w:t>
      </w:r>
      <w:r>
        <w:rPr>
          <w:rtl/>
        </w:rPr>
        <w:t>أبي طالب من الصدّيقة فاطمة الزهراء أولادا</w:t>
      </w:r>
      <w:r>
        <w:rPr>
          <w:rFonts w:hint="cs"/>
          <w:rtl/>
        </w:rPr>
        <w:t>ً</w:t>
      </w:r>
      <w:r>
        <w:rPr>
          <w:rtl/>
        </w:rPr>
        <w:t xml:space="preserve"> مطهرين صادقين هم أئمة المسلمين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الذين طهّرهم رب العالمين في آية التطهير ، وأمر باتباعهم في قوله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وَكُونُوا مَعَ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الصَّادِقِينَ</w:t>
      </w:r>
      <w:r w:rsidRPr="005F7FDA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، </w:t>
      </w:r>
      <w:r>
        <w:rPr>
          <w:rtl/>
        </w:rPr>
        <w:t>وقد حدثت وما زالت تحدث محاولات فاشلة لتحريف هذا</w:t>
      </w:r>
      <w:r w:rsidR="008A2B0F">
        <w:rPr>
          <w:rFonts w:hint="cs"/>
          <w:rtl/>
        </w:rPr>
        <w:t xml:space="preserve"> </w:t>
      </w:r>
    </w:p>
    <w:p w:rsidR="00F631FA" w:rsidRPr="00E85B97" w:rsidRDefault="00F631FA" w:rsidP="005F7FDA">
      <w:pPr>
        <w:pStyle w:val="libLine"/>
        <w:rPr>
          <w:rtl/>
        </w:rPr>
      </w:pPr>
      <w:r w:rsidRPr="00E85B97">
        <w:rPr>
          <w:rtl/>
        </w:rPr>
        <w:t>_</w:t>
      </w:r>
      <w:r w:rsidRPr="00E85B97">
        <w:rPr>
          <w:rFonts w:hint="cs"/>
          <w:rtl/>
        </w:rPr>
        <w:t>_____________</w:t>
      </w:r>
      <w:r w:rsidRPr="00E85B97">
        <w:rPr>
          <w:rtl/>
        </w:rPr>
        <w:t>_</w:t>
      </w:r>
      <w:r w:rsidRPr="00E85B97">
        <w:rPr>
          <w:rFonts w:hint="cs"/>
          <w:rtl/>
        </w:rPr>
        <w:t>_______</w:t>
      </w:r>
      <w:r w:rsidRPr="00E85B97">
        <w:rPr>
          <w:rtl/>
        </w:rPr>
        <w:t>__</w:t>
      </w:r>
      <w:r w:rsidRPr="00E85B97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العمدة : 223.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انظر تفسير القمي 1 : 307 ، تفسير فرات 137. أي كونوا مع علي وأولاد علي ، وقد روى هذا المعنى </w:t>
      </w:r>
      <w:r w:rsidR="008A2B0F">
        <w:rPr>
          <w:rFonts w:hint="cs"/>
          <w:rtl/>
        </w:rPr>
        <w:t xml:space="preserve"> </w:t>
      </w:r>
      <w:r>
        <w:rPr>
          <w:rtl/>
        </w:rPr>
        <w:t>كل من :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الإمام الباقر ، كما في الدر المنثور 3 : 290 ، وفتح القدير 2 : 395 ، وشواهد التنزيل 1 : 260 آية 55 </w:t>
      </w:r>
      <w:r w:rsidR="008A2B0F">
        <w:rPr>
          <w:rFonts w:hint="cs"/>
          <w:rtl/>
        </w:rPr>
        <w:t xml:space="preserve"> </w:t>
      </w:r>
      <w:r>
        <w:rPr>
          <w:rtl/>
        </w:rPr>
        <w:t>ح 353 وكفاية الطالب : 235 ـ 236.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والإمام الصادق كما في شواهد التنزيل 1 : 259 آية 55 ح 350 وغاية المرام : 248 عن أبي نعيم الاصفهانى.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وعبداللهبن عباس كما في مناقب أمير المؤمنين للخوارزمي : 198 وشواهد التنزيل 1 : 262 آية 55 </w:t>
      </w:r>
      <w:r w:rsidR="008A2B0F">
        <w:rPr>
          <w:rFonts w:hint="cs"/>
          <w:rtl/>
        </w:rPr>
        <w:t xml:space="preserve"> </w:t>
      </w:r>
      <w:r>
        <w:rPr>
          <w:rtl/>
        </w:rPr>
        <w:t>ح 356 ، والدر المنثور 3 : 290 ، وفتح القدير 2 : 395.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وعبداللهبن عمر كما في شواهد التنزيل 1 : 262 آية 55 ح 357.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اللقب عنهم ، ولكن أنّى للمحرفين ذلك؟! حيث إنهم صلوات الله عليهم كانوا في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أصلاب شامخة وأرحام مطهرة لم تنجسهم الجاهلية بأنجاسها ولم تلبسهم من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مدلهمات ثيابها.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إذ عُرف جدهم بالصادق الأمين في الجاهلية ، لصدقه ووفائه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بالمواثيق والعهود ، وكانت العرب تحترمه وتجله وتتحاكم إليه لأنه لا يداري ولا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يماري ، 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وقد اشترك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في حلف الفضول وعمره لا يتجاوز العشرين عاما</w:t>
      </w:r>
      <w:r>
        <w:rPr>
          <w:rFonts w:hint="cs"/>
          <w:rtl/>
        </w:rPr>
        <w:t>ً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مناصرة للمظلوم أمام الظالم</w:t>
      </w:r>
      <w:r w:rsidRPr="005F7FDA">
        <w:rPr>
          <w:rStyle w:val="libFootnotenumChar"/>
          <w:rtl/>
        </w:rPr>
        <w:t>(3)</w:t>
      </w:r>
      <w:r>
        <w:rPr>
          <w:rtl/>
        </w:rPr>
        <w:t>ووفاءً للعهود والمواثيق.</w:t>
      </w:r>
    </w:p>
    <w:p w:rsidR="00F631FA" w:rsidRDefault="00F631FA" w:rsidP="00A92E71">
      <w:pPr>
        <w:pStyle w:val="libNormal"/>
        <w:rPr>
          <w:rtl/>
        </w:rPr>
      </w:pPr>
      <w:r>
        <w:rPr>
          <w:rtl/>
        </w:rPr>
        <w:t xml:space="preserve">وقد حُكّم </w:t>
      </w:r>
      <w:r w:rsidRPr="005F7FDA">
        <w:rPr>
          <w:rStyle w:val="libAlaemChar"/>
          <w:rtl/>
        </w:rPr>
        <w:t>صلى</w:t>
      </w:r>
      <w:r w:rsidRPr="005F7FDA">
        <w:rPr>
          <w:rStyle w:val="libAlaemChar"/>
          <w:rFonts w:hint="cs"/>
          <w:rtl/>
        </w:rPr>
        <w:t>‌الله‌عليه‌وآله</w:t>
      </w:r>
      <w:r>
        <w:rPr>
          <w:rtl/>
        </w:rPr>
        <w:t xml:space="preserve"> بين القبائل في وضع الحجر الأسود ، وذلك بعد أن أتمت القبائل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تجديد البيت الحرام ، فتنازعوا بينهم في الذي يضع الحجر مكانه ، فاقترح أبو أُمية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 المغيرةـوالد أم سلمةـأن يُحكّموا أول داخل عليهم منباب السلام ، فإذا </w:t>
      </w:r>
      <w:r w:rsidR="008A2B0F">
        <w:rPr>
          <w:rFonts w:hint="cs"/>
          <w:rtl/>
        </w:rPr>
        <w:t xml:space="preserve"> </w:t>
      </w:r>
      <w:r>
        <w:rPr>
          <w:rtl/>
        </w:rPr>
        <w:t>بمحمد بن عبدالله</w:t>
      </w:r>
      <w:r w:rsidR="00A92E71" w:rsidRPr="00A92E71">
        <w:rPr>
          <w:rStyle w:val="libAlaemChar"/>
          <w:rtl/>
        </w:rPr>
        <w:t xml:space="preserve"> </w:t>
      </w:r>
      <w:r w:rsidR="00A92E71" w:rsidRPr="005F7FDA">
        <w:rPr>
          <w:rStyle w:val="libAlaemChar"/>
          <w:rtl/>
        </w:rPr>
        <w:t>صلى</w:t>
      </w:r>
      <w:r w:rsidR="00A92E71" w:rsidRPr="005F7FDA">
        <w:rPr>
          <w:rStyle w:val="libAlaemChar"/>
          <w:rFonts w:hint="cs"/>
          <w:rtl/>
        </w:rPr>
        <w:t>‌الله‌عليه‌وآله</w:t>
      </w:r>
      <w:r>
        <w:rPr>
          <w:rtl/>
        </w:rPr>
        <w:t xml:space="preserve"> دخل ، فلما رأوه قالوا : هذا الأمين رضينا.</w:t>
      </w:r>
    </w:p>
    <w:p w:rsidR="00A92E71" w:rsidRDefault="00A92E71" w:rsidP="005F7FDA">
      <w:pPr>
        <w:pStyle w:val="libLine"/>
        <w:rPr>
          <w:rtl/>
        </w:rPr>
      </w:pPr>
    </w:p>
    <w:p w:rsidR="0029357A" w:rsidRDefault="00F631FA" w:rsidP="0029357A">
      <w:pPr>
        <w:pStyle w:val="libNormal"/>
        <w:rPr>
          <w:rtl/>
        </w:rPr>
      </w:pPr>
      <w:r>
        <w:rPr>
          <w:rtl/>
        </w:rPr>
        <w:t xml:space="preserve">فأُخبر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الخبر ، فبسط إزارهـوفي نص طلب ثوبا</w:t>
      </w:r>
      <w:r>
        <w:rPr>
          <w:rFonts w:hint="cs"/>
          <w:rtl/>
        </w:rPr>
        <w:t xml:space="preserve">ً </w:t>
      </w:r>
      <w:r>
        <w:rPr>
          <w:rtl/>
        </w:rPr>
        <w:t>ـثم أخذ الحجر فوضعه</w:t>
      </w:r>
      <w:r w:rsidR="008A2B0F">
        <w:rPr>
          <w:rFonts w:hint="cs"/>
          <w:rtl/>
        </w:rPr>
        <w:t xml:space="preserve"> </w:t>
      </w:r>
    </w:p>
    <w:p w:rsidR="00F631FA" w:rsidRPr="00FA266D" w:rsidRDefault="00F631FA" w:rsidP="005F7FDA">
      <w:pPr>
        <w:pStyle w:val="libLine"/>
        <w:rPr>
          <w:rtl/>
        </w:rPr>
      </w:pPr>
      <w:r w:rsidRPr="00FA266D">
        <w:rPr>
          <w:rtl/>
        </w:rPr>
        <w:t>_</w:t>
      </w:r>
      <w:r w:rsidRPr="00FA266D">
        <w:rPr>
          <w:rFonts w:hint="cs"/>
          <w:rtl/>
        </w:rPr>
        <w:t>_____________</w:t>
      </w:r>
      <w:r w:rsidRPr="00FA266D">
        <w:rPr>
          <w:rtl/>
        </w:rPr>
        <w:t>_</w:t>
      </w:r>
      <w:r w:rsidRPr="00FA266D">
        <w:rPr>
          <w:rFonts w:hint="cs"/>
          <w:rtl/>
        </w:rPr>
        <w:t>_______</w:t>
      </w:r>
      <w:r w:rsidRPr="00FA266D">
        <w:rPr>
          <w:rtl/>
        </w:rPr>
        <w:t>__</w:t>
      </w:r>
      <w:r w:rsidRPr="00FA266D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ومقاتل ابن سليمان كما في شواهد التنزيل 1 : 262 آية 55 ح 356. وجاء في التفسير المراد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بالصادقين هم الذين ذكرهم الله تعالى في </w:t>
      </w:r>
      <w:r w:rsidRPr="006E0396">
        <w:rPr>
          <w:rtl/>
        </w:rPr>
        <w:t xml:space="preserve">قوله : 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 xml:space="preserve">رِجَالٌ صَدَقُوا مَا عَاهَدُوا اللهَ عَلَيْهِ فَمِنْهُم مَّن قَضَىٰ نَحْبَهُ وَمِنْهُم </w:t>
      </w:r>
      <w:r w:rsidR="008A2B0F" w:rsidRPr="005F7FDA">
        <w:rPr>
          <w:rStyle w:val="libFootnoteAieChar"/>
          <w:rFonts w:hint="cs"/>
          <w:rtl/>
        </w:rPr>
        <w:t xml:space="preserve"> </w:t>
      </w:r>
      <w:r w:rsidRPr="005F7FDA">
        <w:rPr>
          <w:rStyle w:val="libFootnoteAieChar"/>
          <w:rtl/>
        </w:rPr>
        <w:t>مَّن يَنتَظِرُ</w:t>
      </w:r>
      <w:r w:rsidRPr="005F7FDA">
        <w:rPr>
          <w:rStyle w:val="libAlaemChar"/>
          <w:rtl/>
        </w:rPr>
        <w:t>)</w:t>
      </w:r>
      <w:r w:rsidRPr="006E0396">
        <w:rPr>
          <w:rtl/>
        </w:rPr>
        <w:t xml:space="preserve"> فعن أبي جعفر 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>مَّن قَضَىٰ نَحْبَهُ</w:t>
      </w:r>
      <w:r w:rsidRPr="005F7FDA">
        <w:rPr>
          <w:rStyle w:val="libAlaemChar"/>
          <w:rtl/>
        </w:rPr>
        <w:t>)</w:t>
      </w:r>
      <w:r w:rsidRPr="006E0396">
        <w:rPr>
          <w:rtl/>
        </w:rPr>
        <w:t xml:space="preserve"> حمزة وجعفر 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>وَمِنْهُم مَّن يَنتَظِرُ</w:t>
      </w:r>
      <w:r w:rsidRPr="005F7FDA">
        <w:rPr>
          <w:rStyle w:val="libAlaemChar"/>
          <w:rtl/>
        </w:rPr>
        <w:t>)</w:t>
      </w:r>
      <w:r w:rsidRPr="006E0396">
        <w:rPr>
          <w:rtl/>
        </w:rPr>
        <w:t xml:space="preserve"> علي</w:t>
      </w:r>
      <w:r>
        <w:rPr>
          <w:rtl/>
        </w:rPr>
        <w:t xml:space="preserve"> بن أبي طالب.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فعن رسول الله : انا دعوة أبي إبراهيم. (مسند الشاميين 2 : 341 ، تفسير الطبري 1 : 773 ح 1707 ، </w:t>
      </w:r>
      <w:r w:rsidR="008A2B0F">
        <w:rPr>
          <w:rFonts w:hint="cs"/>
          <w:rtl/>
        </w:rPr>
        <w:t xml:space="preserve"> </w:t>
      </w:r>
      <w:r>
        <w:rPr>
          <w:rtl/>
        </w:rPr>
        <w:t>الجامع الصغير 1 : 414 ح 703 ، شواهد التنزيل 1 : 411 ح 435.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وعنه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نقلت من كرام الأصلاب إلى مطهرات الأرحام ، وخرجت من نكاح ولم أخرج من سفاح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وما مسني عرق سفاح قط ، وما زلت أنقل من الأصلاب السليمة من الوصوم البرية من العيوب (شرح </w:t>
      </w:r>
      <w:r w:rsidR="008A2B0F">
        <w:rPr>
          <w:rFonts w:hint="cs"/>
          <w:rtl/>
        </w:rPr>
        <w:t xml:space="preserve"> </w:t>
      </w:r>
      <w:r>
        <w:rPr>
          <w:rtl/>
        </w:rPr>
        <w:t>نهج البلاغة 11 : 70).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وروى أحمد في فضائل الصحابة 2 : 662 عن النبي أنه قال : خلقت أنا وعلي بن أبي طالب من نور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واحد قبل أن يخلق الله آدم ... فلمّا خلق الله آدم أسكن ذلك النور في صلبه إلى أن افترقنا في صلب عبد </w:t>
      </w:r>
      <w:r w:rsidR="008A2B0F">
        <w:rPr>
          <w:rFonts w:hint="cs"/>
          <w:rtl/>
        </w:rPr>
        <w:t xml:space="preserve"> </w:t>
      </w:r>
      <w:r>
        <w:rPr>
          <w:rtl/>
        </w:rPr>
        <w:t>المطلب فجزء في صلب عبدالله، وجزء في صلب أبي طالب.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السيرة الحلبية 1 : 145.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طبقات ابن سعد 1 : 129 ، المنمق : 52 ـ 54.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فيه بيده ، ثم قال : لتأخذ كل قبيلة بناحية من الثوب ، ثم رفعوه جميعا</w:t>
      </w:r>
      <w:r>
        <w:rPr>
          <w:rFonts w:hint="cs"/>
          <w:rtl/>
        </w:rPr>
        <w:t>ً</w:t>
      </w:r>
      <w:r>
        <w:rPr>
          <w:rtl/>
        </w:rPr>
        <w:t xml:space="preserve"> ، فلما حاذى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الموضع ، أخذه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بيده الشريفة فوضعه في مكانه.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وجاء عنه فيما روته بعض كتب العامة أنه قال عند الصفاـفي بداية دعوته </w:t>
      </w:r>
      <w:r w:rsidR="008A2B0F">
        <w:rPr>
          <w:rFonts w:hint="cs"/>
          <w:rtl/>
        </w:rPr>
        <w:t xml:space="preserve"> </w:t>
      </w:r>
      <w:r>
        <w:rPr>
          <w:rtl/>
        </w:rPr>
        <w:t>المباركة ـ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EE17AB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يا بني فهر ، يا بني عدي ، يا بني عبد المطلب ، وذكر الأقرب فالأقرب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حتى اجتمعوا ، ومن لم يستطع أن يخرج إليه أرسل رسولاً لينظر له ما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يريد ، فقال </w:t>
            </w:r>
            <w:r w:rsidRPr="005F7FDA">
              <w:rPr>
                <w:rStyle w:val="libAlaemChar"/>
                <w:rtl/>
              </w:rPr>
              <w:t>صلى‌الله‌عليه‌وآله</w:t>
            </w:r>
            <w:r w:rsidRPr="00A52C1C">
              <w:rPr>
                <w:rtl/>
              </w:rPr>
              <w:t xml:space="preserve"> : </w:t>
            </w:r>
            <w:r>
              <w:rPr>
                <w:rFonts w:hint="cs"/>
                <w:rtl/>
              </w:rPr>
              <w:t>«</w:t>
            </w:r>
            <w:r w:rsidRPr="00A52C1C">
              <w:rPr>
                <w:rtl/>
              </w:rPr>
              <w:t xml:space="preserve"> أرأيتم لو أخبرتكم أن خيلاً في سفح هذا الجبل قد </w:t>
            </w:r>
            <w:r w:rsidR="008A2B0F">
              <w:rPr>
                <w:rFonts w:hint="cs"/>
                <w:rtl/>
              </w:rPr>
              <w:t xml:space="preserve"> </w:t>
            </w:r>
            <w:r w:rsidRPr="00A52C1C">
              <w:rPr>
                <w:rtl/>
              </w:rPr>
              <w:t xml:space="preserve">طلعت عليكم أكنتم مصدقي </w:t>
            </w:r>
            <w:r>
              <w:rPr>
                <w:rFonts w:hint="cs"/>
                <w:rtl/>
              </w:rPr>
              <w:t xml:space="preserve">» </w:t>
            </w:r>
            <w:r w:rsidRPr="00A52C1C">
              <w:rPr>
                <w:rtl/>
              </w:rPr>
              <w:t>؟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فقالوا بلسان واحد : نعم ، أنت عندنا غير متّهم ، وما جربنا عليك كذبا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قط.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قال </w:t>
            </w:r>
            <w:r w:rsidRPr="005F7FDA">
              <w:rPr>
                <w:rStyle w:val="libAlaemChar"/>
                <w:rtl/>
              </w:rPr>
              <w:t>صلى‌الله‌عليه‌وآله</w:t>
            </w:r>
            <w:r>
              <w:rPr>
                <w:rtl/>
              </w:rPr>
              <w:t xml:space="preserve"> : إني نذير لكم من عذاب شديد ، يا بني عبدالمطلب ، ويا بني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عبد مناف ، ويا بني زهرة ، ويا بني تيم ، ويا بني مخزوم وأسد ، ومضى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يعدد جميع قبائل مكة وفروعها ، ثم قال : إن الله أمرني أن أنذركم من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عقابه ، وإني لا أملك لكم من الدنيا منفعة ولا في الآخرة نصيبا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إلا أن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تقولوا : لا اله 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الله.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فنهض أبو لهب ـ وكان رجلاً بدينا سريع الغضب ـ وصاح به :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تَبّا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لك ، سائر اليوم ، ألهذا جمعت الناس؟ وتفرقوا عنه يتشاورون في أمره. </w:t>
            </w:r>
            <w:r w:rsidRPr="005F7FDA">
              <w:rPr>
                <w:rStyle w:val="libFootnotenumChar"/>
                <w:rFonts w:hint="cs"/>
                <w:rtl/>
              </w:rPr>
              <w:t>(2)</w:t>
            </w:r>
          </w:p>
        </w:tc>
      </w:tr>
    </w:tbl>
    <w:p w:rsidR="00A22DCF" w:rsidRDefault="00F631FA" w:rsidP="00A22DCF">
      <w:pPr>
        <w:pStyle w:val="libNormal"/>
        <w:rPr>
          <w:rtl/>
        </w:rPr>
      </w:pPr>
      <w:r>
        <w:rPr>
          <w:rtl/>
        </w:rPr>
        <w:t xml:space="preserve">بلى ، إن القبائل العربية عارضته وكذبته لا لنفسه ، بل لما جاءهم به من أفكار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وآراء عن الكون والحياة ، والتي لم يكن لهم بها عهد من قبل ، فصار شأنه شأن باقي </w:t>
      </w:r>
      <w:r w:rsidR="008A2B0F">
        <w:rPr>
          <w:rFonts w:hint="cs"/>
          <w:rtl/>
        </w:rPr>
        <w:t xml:space="preserve"> </w:t>
      </w:r>
      <w:r>
        <w:rPr>
          <w:rtl/>
        </w:rPr>
        <w:t>المرسلين المكَذّبين من قِبَلِ أقوامهم ، فكان مثل قومه كمثل قوم نوح ، وعاد ،</w:t>
      </w:r>
      <w:r w:rsidR="008A2B0F">
        <w:rPr>
          <w:rFonts w:hint="cs"/>
          <w:rtl/>
        </w:rPr>
        <w:t xml:space="preserve"> </w:t>
      </w:r>
    </w:p>
    <w:p w:rsidR="00F631FA" w:rsidRPr="00FA266D" w:rsidRDefault="00F631FA" w:rsidP="005F7FDA">
      <w:pPr>
        <w:pStyle w:val="libLine"/>
        <w:rPr>
          <w:rtl/>
        </w:rPr>
      </w:pPr>
      <w:r w:rsidRPr="00FA266D">
        <w:rPr>
          <w:rtl/>
        </w:rPr>
        <w:t>_</w:t>
      </w:r>
      <w:r w:rsidRPr="00FA266D">
        <w:rPr>
          <w:rFonts w:hint="cs"/>
          <w:rtl/>
        </w:rPr>
        <w:t>_____________</w:t>
      </w:r>
      <w:r w:rsidRPr="00FA266D">
        <w:rPr>
          <w:rtl/>
        </w:rPr>
        <w:t>_</w:t>
      </w:r>
      <w:r w:rsidRPr="00FA266D">
        <w:rPr>
          <w:rFonts w:hint="cs"/>
          <w:rtl/>
        </w:rPr>
        <w:t>_______</w:t>
      </w:r>
      <w:r w:rsidRPr="00FA266D">
        <w:rPr>
          <w:rtl/>
        </w:rPr>
        <w:t>__</w:t>
      </w:r>
      <w:r w:rsidRPr="00FA266D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السيرة النبوية لابن هشام 1 : 209 ، تاريخ الطبري 2 : 41 البداية والنهاية 2 : 303 ، شرح نهج البلاغة </w:t>
      </w:r>
      <w:r w:rsidR="008A2B0F">
        <w:rPr>
          <w:rFonts w:hint="cs"/>
          <w:rtl/>
        </w:rPr>
        <w:t xml:space="preserve"> </w:t>
      </w:r>
      <w:r>
        <w:rPr>
          <w:rtl/>
        </w:rPr>
        <w:t>14 : 129.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انظر صحيح البخاري 6 : 95 ، في تفسير الآية : 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>تَبَّتْ يَدَا أَبِي لَهَبٍ وَتَبَّ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وصحيح مسلم 1 : 134.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وثمود ، ولوط وأصحاب الرس إذ قال تعالى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وَإِن يُكَذِّبُوكَ فَقَدْ كَذَّبَتْ قَبْلَهُمْ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قَوْمُ نُوحٍ وَعَادٌ وَثَمُودُوَقَوْمُ إِبْرَاهِيمَ وَقَوْمُ لُوطٍ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إذا قومه لم يرموه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بالكذب الذاتي والخيانة والظلم ، بل رموه بالسحر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والكذب المستجدّ بزعمهم ؛ لعدم دركهم كنه الإعجاز ، ونعتوه بمجنون لما كانوا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يرون عليه من ثقل الوحي ، وفي هذا غاية الوضوح في أنّ العرب كانت تعرف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صدقه ، وأمانته ووفاءه وحكمته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قبل الإسلام.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فالصادق والصدّيق إذا قبل كل شي هو لقب لرسول الله والأنبياء والمرسلين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قبله كإبراهيم ، وإدريس ، وإسماعيل ، وموسى ، وعيسى ؛ لقوله تعالى عن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وَالَّذِي جَاءَ بِالصِّدْقِ وَصَدَّقَ بِهِ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وقوله سبحانه عن إبراهيم :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وَاذْكُرْ فِي الْكِتَابِ إِبْرَاهِيمَ إِنَّهُ كَانَ صِدِّيقًا نَّبِيًّا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(3)</w:t>
      </w:r>
      <w:r>
        <w:rPr>
          <w:rtl/>
        </w:rPr>
        <w:t>وقوله عنه أيضا</w:t>
      </w:r>
      <w:r>
        <w:rPr>
          <w:rFonts w:hint="cs"/>
          <w:rtl/>
        </w:rPr>
        <w:t>ً</w:t>
      </w:r>
      <w:r>
        <w:rPr>
          <w:rtl/>
        </w:rPr>
        <w:t xml:space="preserve">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وَهَبْنَا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لَهُ إِسْحَاقَ وَيَعْقُوبَ وَكُلًّا جَعَلْنَا نَبِيًّا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وَوَهَبْنَا لَهُم مِّن رَّحْمَتِنَا وَجَعَلْنَا لَهُمْ لِسَانَ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صِدْقٍ عَلِيًّا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(4)</w:t>
      </w:r>
      <w:r>
        <w:rPr>
          <w:rtl/>
        </w:rPr>
        <w:t xml:space="preserve">وقوله عن إدريس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وَاذْكُرْ فِي الْكِتَابِ إِدْرِيسَ إِنَّهُ كَانَ صِدِّيقًا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نَّبِيًّا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(5)</w:t>
      </w:r>
      <w:r>
        <w:rPr>
          <w:rtl/>
        </w:rPr>
        <w:t xml:space="preserve">وقوله عن إسماعيل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وَاذْكُرْ فِي الْكِتَابِ إِسْمَاعِيلَ إِنَّهُ كَانَ صَادِقَ الْوَعْدِ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وَكَانَ رَسُولًا نَّبِيًّا</w:t>
      </w:r>
      <w:r w:rsidRPr="005F7FDA">
        <w:rPr>
          <w:rStyle w:val="libAlaemChar"/>
          <w:rFonts w:hint="cs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وقوله عن موسى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وَاذْكُرْ فِي الْكِتَابِ مُوسَىٰ إِنَّهُ كَانَ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مُخْلَصًا وَكَانَ رَسُولًا نَّبِيًّا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7</w:t>
      </w:r>
      <w:r w:rsidRPr="005F7FDA">
        <w:rPr>
          <w:rStyle w:val="libFootnotenumChar"/>
          <w:rtl/>
        </w:rPr>
        <w:t>)</w:t>
      </w:r>
    </w:p>
    <w:p w:rsidR="00F631FA" w:rsidRPr="00A12DFA" w:rsidRDefault="00F631FA" w:rsidP="005F7FDA">
      <w:pPr>
        <w:pStyle w:val="libLine"/>
        <w:rPr>
          <w:rtl/>
        </w:rPr>
      </w:pPr>
      <w:r w:rsidRPr="00A12DFA">
        <w:rPr>
          <w:rtl/>
        </w:rPr>
        <w:t>_</w:t>
      </w:r>
      <w:r w:rsidRPr="00A12DFA">
        <w:rPr>
          <w:rFonts w:hint="cs"/>
          <w:rtl/>
        </w:rPr>
        <w:t>_____________</w:t>
      </w:r>
      <w:r w:rsidRPr="00A12DFA">
        <w:rPr>
          <w:rtl/>
        </w:rPr>
        <w:t>_</w:t>
      </w:r>
      <w:r w:rsidRPr="00A12DFA">
        <w:rPr>
          <w:rFonts w:hint="cs"/>
          <w:rtl/>
        </w:rPr>
        <w:t>_______</w:t>
      </w:r>
      <w:r w:rsidRPr="00A12DFA">
        <w:rPr>
          <w:rtl/>
        </w:rPr>
        <w:t>__</w:t>
      </w:r>
      <w:r w:rsidRPr="00A12DFA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سوره الحج 22 : 42 و 43.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سورة الزمر : 33.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سورة مريم : 41.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4. سورة مريم : 49 ، 50.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5. سورة مريم : 56.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>. سورة مريم : 54.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7</w:t>
      </w:r>
      <w:r>
        <w:rPr>
          <w:rtl/>
        </w:rPr>
        <w:t>. سورة مريم : 51.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إذا</w:t>
      </w:r>
      <w:r>
        <w:rPr>
          <w:rFonts w:hint="cs"/>
          <w:rtl/>
        </w:rPr>
        <w:t>ً</w:t>
      </w:r>
      <w:r>
        <w:rPr>
          <w:rtl/>
        </w:rPr>
        <w:t xml:space="preserve"> الصدّيقية هي إحدى الصفات ومميّزات الاصطفاء ، فهي تكون أولاً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للأنبياء والمرسلين ، ثم للأوصياء والصالحين ، لما مرَّ عليك في الآيات السابقة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ولقوله تعالى :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وَالَّذِينَ آمَنُوا بِاللهِ وَرُسُلِهِ أُولَٰئِكَ هُمُ الصِّدِّيقُونَ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وهذا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التخصيص بعد البيان يشير إلى أن الكاذبين من الذين آمنوا لا يمكن أن يكونوا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صدّيقين ، بل المعنيُّ بهذه الآية هم آل البيت لكونهم صادقين وصدّيقين حسبما </w:t>
      </w:r>
      <w:r w:rsidR="008A2B0F">
        <w:rPr>
          <w:rFonts w:hint="cs"/>
          <w:rtl/>
        </w:rPr>
        <w:t xml:space="preserve"> </w:t>
      </w:r>
      <w:r>
        <w:rPr>
          <w:rtl/>
        </w:rPr>
        <w:t>يأتي تفصيله.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روى ابن شهرآشوب في مناقب آل أبي طالب عن ابن عباس في قوله تعالى :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وَمَن يُطِعِ اللهَ وَالرَّسُولَ فَأُولَٰئِكَ مَعَ الَّذِينَ أَنْعَمَ اللهُ عَلَيْهِم مِّنَ النَّبِيِّينَ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وَالصِّدِّيقِينَ وَالشُّهَدَاءِ وَالصَّالِحِينَ وَحَسُنَ أُولَٰئِكَ رَفِيقًا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مِّنَ النَّبِيِّينَ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>يعني محمدا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وَالصِّدِّيقِينَ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>يعني عليا</w:t>
      </w:r>
      <w:r>
        <w:rPr>
          <w:rFonts w:hint="cs"/>
          <w:rtl/>
        </w:rPr>
        <w:t>ً</w:t>
      </w:r>
      <w:r>
        <w:rPr>
          <w:rtl/>
        </w:rPr>
        <w:t xml:space="preserve"> ، وكان أوّل من صدّقه ،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وَالشُّهَدَاءِ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>يعني عليا</w:t>
      </w:r>
      <w:r>
        <w:rPr>
          <w:rFonts w:hint="cs"/>
          <w:rtl/>
        </w:rPr>
        <w:t>ً</w:t>
      </w:r>
      <w:r>
        <w:rPr>
          <w:rtl/>
        </w:rPr>
        <w:t xml:space="preserve"> وجعفرا</w:t>
      </w:r>
      <w:r>
        <w:rPr>
          <w:rFonts w:hint="cs"/>
          <w:rtl/>
        </w:rPr>
        <w:t>ً</w:t>
      </w:r>
      <w:r>
        <w:rPr>
          <w:rtl/>
        </w:rPr>
        <w:t xml:space="preserve"> ، وحمزة والحسن والحسين </w:t>
      </w:r>
      <w:r w:rsidRPr="005F7FDA">
        <w:rPr>
          <w:rStyle w:val="libAlaemChar"/>
          <w:rtl/>
        </w:rPr>
        <w:t>عليهم</w:t>
      </w:r>
      <w:r w:rsidRPr="005F7FDA">
        <w:rPr>
          <w:rStyle w:val="libAlaemChar"/>
          <w:rFonts w:hint="cs"/>
          <w:rtl/>
        </w:rPr>
        <w:t>‌السلام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ثمّ قال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النبيّون كلهم صدّيقون ، وليس كل صدّيق نبيا</w:t>
      </w:r>
      <w:r>
        <w:rPr>
          <w:rFonts w:hint="cs"/>
          <w:rtl/>
        </w:rPr>
        <w:t>ً</w:t>
      </w:r>
      <w:r>
        <w:rPr>
          <w:rtl/>
        </w:rPr>
        <w:t xml:space="preserve"> ، والصدّيقون كلهم صالحون ، </w:t>
      </w:r>
      <w:r w:rsidR="008A2B0F">
        <w:rPr>
          <w:rFonts w:hint="cs"/>
          <w:rtl/>
        </w:rPr>
        <w:t xml:space="preserve"> </w:t>
      </w:r>
      <w:r>
        <w:rPr>
          <w:rtl/>
        </w:rPr>
        <w:t>وليس كل صالح صدّيقا</w:t>
      </w:r>
      <w:r>
        <w:rPr>
          <w:rFonts w:hint="cs"/>
          <w:rtl/>
        </w:rPr>
        <w:t>ً</w:t>
      </w:r>
      <w:r>
        <w:rPr>
          <w:rtl/>
        </w:rPr>
        <w:t xml:space="preserve"> ، ولا كل صدّيق شهيد.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وقد كان أمير المؤمنين صدّيقا</w:t>
      </w:r>
      <w:r>
        <w:rPr>
          <w:rFonts w:hint="cs"/>
          <w:rtl/>
        </w:rPr>
        <w:t>ً</w:t>
      </w:r>
      <w:r>
        <w:rPr>
          <w:rtl/>
        </w:rPr>
        <w:t xml:space="preserve"> ، شهيدا</w:t>
      </w:r>
      <w:r>
        <w:rPr>
          <w:rFonts w:hint="cs"/>
          <w:rtl/>
        </w:rPr>
        <w:t>ً</w:t>
      </w:r>
      <w:r>
        <w:rPr>
          <w:rtl/>
        </w:rPr>
        <w:t xml:space="preserve"> ، صالحا</w:t>
      </w:r>
      <w:r>
        <w:rPr>
          <w:rFonts w:hint="cs"/>
          <w:rtl/>
        </w:rPr>
        <w:t>ً</w:t>
      </w:r>
      <w:r>
        <w:rPr>
          <w:rtl/>
        </w:rPr>
        <w:t xml:space="preserve"> ، فاستحق ما في الاثنين من </w:t>
      </w:r>
      <w:r w:rsidR="008A2B0F">
        <w:rPr>
          <w:rFonts w:hint="cs"/>
          <w:rtl/>
        </w:rPr>
        <w:t xml:space="preserve"> </w:t>
      </w:r>
      <w:r>
        <w:rPr>
          <w:rtl/>
        </w:rPr>
        <w:t>وصف سوى النبوة.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وكان أبو ذر يحدث شيئا</w:t>
      </w:r>
      <w:r>
        <w:rPr>
          <w:rFonts w:hint="cs"/>
          <w:rtl/>
        </w:rPr>
        <w:t>ً</w:t>
      </w:r>
      <w:r>
        <w:rPr>
          <w:rtl/>
        </w:rPr>
        <w:t xml:space="preserve"> فكذبوه ، فقال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ما أظلت الخضراء [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ذي لهجة أصدق من أبي ذر ] فدخل وقتئذ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ألا أن هذا الرجل </w:t>
      </w:r>
      <w:r w:rsidR="008A2B0F">
        <w:rPr>
          <w:rFonts w:hint="cs"/>
          <w:rtl/>
        </w:rPr>
        <w:t xml:space="preserve"> </w:t>
      </w:r>
      <w:r>
        <w:rPr>
          <w:rtl/>
        </w:rPr>
        <w:t>المقبل فإنّه الصدّيق الأكبر والفاروق الأعظم.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Pr="00E317B1" w:rsidRDefault="00F631FA" w:rsidP="005F7FDA">
      <w:pPr>
        <w:pStyle w:val="libLine"/>
        <w:rPr>
          <w:rtl/>
        </w:rPr>
      </w:pPr>
      <w:r w:rsidRPr="00E317B1">
        <w:rPr>
          <w:rtl/>
        </w:rPr>
        <w:t>_</w:t>
      </w:r>
      <w:r w:rsidRPr="00E317B1">
        <w:rPr>
          <w:rFonts w:hint="cs"/>
          <w:rtl/>
        </w:rPr>
        <w:t>_____________</w:t>
      </w:r>
      <w:r w:rsidRPr="00E317B1">
        <w:rPr>
          <w:rtl/>
        </w:rPr>
        <w:t>_</w:t>
      </w:r>
      <w:r w:rsidRPr="00E317B1">
        <w:rPr>
          <w:rFonts w:hint="cs"/>
          <w:rtl/>
        </w:rPr>
        <w:t>_______</w:t>
      </w:r>
      <w:r w:rsidRPr="00E317B1">
        <w:rPr>
          <w:rtl/>
        </w:rPr>
        <w:t>__</w:t>
      </w:r>
      <w:r w:rsidRPr="00E317B1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سورة الحديد : 19.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المناقب لابن شهرآشوب 3 : 89 ـ 90.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وبما أنّ الرسول المصطفى هو الصادق الأمين ، الذي لا ينطق عن الهوى إن هو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إلا وحي يوحى ، فكل ما يقوله عن الآخرين هو الحق ، فيكون تلقيبه للآخرين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بالألقاب غير متأتٍّ عن أحاسيس وعواطف ، بل لما يحمله الآخرون من صفات </w:t>
      </w:r>
      <w:r w:rsidR="008A2B0F">
        <w:rPr>
          <w:rFonts w:hint="cs"/>
          <w:rtl/>
        </w:rPr>
        <w:t xml:space="preserve"> </w:t>
      </w:r>
      <w:r>
        <w:rPr>
          <w:rtl/>
        </w:rPr>
        <w:t>وممّا لا يمكن إنكاره هو إن الإسلام انتشر وفق عاملين أساسين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أحدهما : أموال خديجة.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وثانيهما : سيف أمير المؤمنين علي.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وبما أنّ هاتين الشخصيتين كانتا أول من آمن بمحمد بن عبداللهوصدّق</w:t>
      </w:r>
      <w:r>
        <w:rPr>
          <w:rFonts w:hint="cs"/>
          <w:rtl/>
        </w:rPr>
        <w:t>ه</w:t>
      </w:r>
      <w:r>
        <w:rPr>
          <w:rtl/>
        </w:rPr>
        <w:t xml:space="preserve">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رسالته وبذلا الغالي والنفيس في نشر دعوته ، نرى الرسول الأمين قد لقب أولهما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بالصدّيقة ، والثاني بالصدّيق ، لكثرة تصديقهما لرسول الله في كل قولٍ وفعل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أي أن مصداقية الصدّيقية تؤخذ من فم الرسول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بناءً على كمالاتهم الذاتية </w:t>
      </w:r>
      <w:r w:rsidR="008A2B0F">
        <w:rPr>
          <w:rFonts w:hint="cs"/>
          <w:rtl/>
        </w:rPr>
        <w:t xml:space="preserve"> </w:t>
      </w:r>
      <w:r>
        <w:rPr>
          <w:rtl/>
        </w:rPr>
        <w:t>وسيرتهم ، ولا يمكن إطلاق الألفاظ جزافا</w:t>
      </w:r>
      <w:r>
        <w:rPr>
          <w:rFonts w:hint="cs"/>
          <w:rtl/>
        </w:rPr>
        <w:t>ً</w:t>
      </w:r>
      <w:r>
        <w:rPr>
          <w:rtl/>
        </w:rPr>
        <w:t xml:space="preserve"> بعيدا</w:t>
      </w:r>
      <w:r>
        <w:rPr>
          <w:rFonts w:hint="cs"/>
          <w:rtl/>
        </w:rPr>
        <w:t>ً</w:t>
      </w:r>
      <w:r>
        <w:rPr>
          <w:rtl/>
        </w:rPr>
        <w:t xml:space="preserve"> عن الذات والسيرة ، وهذا </w:t>
      </w:r>
      <w:r w:rsidR="008A2B0F">
        <w:rPr>
          <w:rFonts w:hint="cs"/>
          <w:rtl/>
        </w:rPr>
        <w:t xml:space="preserve"> </w:t>
      </w:r>
      <w:r>
        <w:rPr>
          <w:rtl/>
        </w:rPr>
        <w:t>أقل ما يقال.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فقد جاء في تاريخ دمشق : عن الضحاك ومجاهد ، عن ابن عمر قال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نزل جبرئيل على رسول الله بما أرسل به ، وجلس يحدث رسول الله إذ مرت </w:t>
      </w:r>
      <w:r w:rsidR="008A2B0F">
        <w:rPr>
          <w:rFonts w:hint="cs"/>
          <w:rtl/>
        </w:rPr>
        <w:t xml:space="preserve"> </w:t>
      </w:r>
      <w:r>
        <w:rPr>
          <w:rtl/>
        </w:rPr>
        <w:t>خديجة بنت خويلد ، فقال جبرئيل : من هذه يا محمد؟</w:t>
      </w:r>
    </w:p>
    <w:p w:rsidR="00F631FA" w:rsidRPr="00AB5517" w:rsidRDefault="00F631FA" w:rsidP="007908BF">
      <w:pPr>
        <w:pStyle w:val="libNormal"/>
        <w:rPr>
          <w:rtl/>
        </w:rPr>
      </w:pPr>
      <w:r>
        <w:rPr>
          <w:rtl/>
        </w:rPr>
        <w:t>قال</w:t>
      </w:r>
      <w:r w:rsidRPr="00AB5517">
        <w:rPr>
          <w:rtl/>
        </w:rPr>
        <w:t xml:space="preserve">: </w:t>
      </w:r>
      <w:r>
        <w:rPr>
          <w:rFonts w:hint="cs"/>
          <w:rtl/>
        </w:rPr>
        <w:t>«</w:t>
      </w:r>
      <w:r w:rsidRPr="00AB5517">
        <w:rPr>
          <w:rtl/>
        </w:rPr>
        <w:t>هذه صدّيقة أُمتي</w:t>
      </w:r>
      <w:r>
        <w:rPr>
          <w:rFonts w:hint="cs"/>
          <w:rtl/>
        </w:rPr>
        <w:t>»</w:t>
      </w:r>
      <w:r w:rsidRPr="00AB5517"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جبرئيل : معي إليها رسالة من الرب : تبارك وتعالى يقرئها السلام</w:t>
      </w:r>
      <w:r w:rsidR="008A2B0F">
        <w:rPr>
          <w:rtl/>
        </w:rPr>
        <w:t xml:space="preserve"> </w:t>
      </w:r>
      <w:r>
        <w:rPr>
          <w:rtl/>
        </w:rPr>
        <w:t>ويبشرها ببيت في الجنة من قصب بعيد من اللهب لا نصب فيه ولا صخب قالت :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الله السلام ومنه السـلام والسـلام عليكما ورحمـة الله وبـركاته على رسول الله ، 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ذلك البيت الذي من قصب؟ قال : لـؤلـؤة جوفاء بين بيت مريـم بنت عمران وبيت </w:t>
      </w:r>
      <w:r w:rsidR="008A2B0F">
        <w:rPr>
          <w:rFonts w:hint="cs"/>
          <w:rtl/>
        </w:rPr>
        <w:t xml:space="preserve"> </w:t>
      </w:r>
      <w:r>
        <w:rPr>
          <w:rtl/>
        </w:rPr>
        <w:t>آسية بنت مزاحم وهما من أزواجي يوم القيامة.</w:t>
      </w:r>
      <w:r w:rsidRPr="005F7FDA">
        <w:rPr>
          <w:rStyle w:val="libFootnotenumChar"/>
          <w:rtl/>
        </w:rPr>
        <w:t>(1)</w:t>
      </w:r>
    </w:p>
    <w:p w:rsidR="00F631FA" w:rsidRPr="00E317B1" w:rsidRDefault="00F631FA" w:rsidP="005F7FDA">
      <w:pPr>
        <w:pStyle w:val="libLine"/>
        <w:rPr>
          <w:rtl/>
        </w:rPr>
      </w:pPr>
      <w:r w:rsidRPr="00E317B1">
        <w:rPr>
          <w:rtl/>
        </w:rPr>
        <w:t>_</w:t>
      </w:r>
      <w:r w:rsidRPr="00E317B1">
        <w:rPr>
          <w:rFonts w:hint="cs"/>
          <w:rtl/>
        </w:rPr>
        <w:t>_____________</w:t>
      </w:r>
      <w:r w:rsidRPr="00E317B1">
        <w:rPr>
          <w:rtl/>
        </w:rPr>
        <w:t>_</w:t>
      </w:r>
      <w:r w:rsidRPr="00E317B1">
        <w:rPr>
          <w:rFonts w:hint="cs"/>
          <w:rtl/>
        </w:rPr>
        <w:t>_______</w:t>
      </w:r>
      <w:r w:rsidRPr="00E317B1">
        <w:rPr>
          <w:rtl/>
        </w:rPr>
        <w:t>__</w:t>
      </w:r>
      <w:r w:rsidRPr="00E317B1">
        <w:rPr>
          <w:rFonts w:hint="cs"/>
          <w:rtl/>
        </w:rPr>
        <w:t>_______________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tl/>
        </w:rPr>
        <w:t>1. تاريخ دمشق 7 : 118 وعنه في البداية والنهاية 2 : 62 ، وقد روي هذا الخبر في كتب الفريقين</w:t>
      </w:r>
      <w:r w:rsidR="008A2B0F">
        <w:rPr>
          <w:rFonts w:hint="cs"/>
          <w:rtl/>
        </w:rPr>
        <w:t xml:space="preserve"> 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وهذا السلام من الربّ الجليل يُعلم أفضلية خديجة على من سواها من نساء </w:t>
      </w:r>
      <w:r w:rsidR="008A2B0F">
        <w:rPr>
          <w:rFonts w:hint="cs"/>
          <w:rtl/>
        </w:rPr>
        <w:t xml:space="preserve"> </w:t>
      </w:r>
      <w:r>
        <w:rPr>
          <w:rtl/>
        </w:rPr>
        <w:t>النبيّ وهو مشعر بمرتبتها العالية ، لأنّ إبلاغ السلام لا يأتي إل</w:t>
      </w:r>
      <w:r>
        <w:rPr>
          <w:rFonts w:hint="cs"/>
          <w:rtl/>
        </w:rPr>
        <w:t>ّ</w:t>
      </w:r>
      <w:r>
        <w:rPr>
          <w:rtl/>
        </w:rPr>
        <w:t xml:space="preserve">ا للمعصوم أو من بلغ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مرتبة العصمة كسلمان وأبو ذر وعمار ، نعم انهم حكوا هذا السلام لآخرين لكن </w:t>
      </w:r>
      <w:r w:rsidR="008A2B0F">
        <w:rPr>
          <w:rFonts w:hint="cs"/>
          <w:rtl/>
        </w:rPr>
        <w:t xml:space="preserve"> </w:t>
      </w:r>
      <w:r>
        <w:rPr>
          <w:rtl/>
        </w:rPr>
        <w:t>التحقيق والبحث في سيرتهم يثبت عدم صحة تلك النقول.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العسقلاني في فتح الباري وعند </w:t>
      </w:r>
      <w:r w:rsidRPr="00AB5517">
        <w:rPr>
          <w:rtl/>
        </w:rPr>
        <w:t xml:space="preserve">شرحه لهذا المقطع : </w:t>
      </w:r>
      <w:r>
        <w:rPr>
          <w:rFonts w:hint="cs"/>
          <w:rtl/>
        </w:rPr>
        <w:t>«</w:t>
      </w:r>
      <w:r w:rsidRPr="00AB5517">
        <w:rPr>
          <w:rtl/>
        </w:rPr>
        <w:t>فقالت : هو السلام وعن جبرائيل السلام وعليك يا رسول</w:t>
      </w:r>
      <w:r>
        <w:rPr>
          <w:rtl/>
        </w:rPr>
        <w:t xml:space="preserve"> الله </w:t>
      </w:r>
      <w:r w:rsidRPr="00AB5517">
        <w:rPr>
          <w:rtl/>
        </w:rPr>
        <w:t>السلام</w:t>
      </w:r>
      <w:r>
        <w:rPr>
          <w:rFonts w:hint="cs"/>
          <w:rtl/>
        </w:rPr>
        <w:t>»</w:t>
      </w:r>
      <w:r w:rsidRPr="00AB5517">
        <w:rPr>
          <w:rtl/>
        </w:rPr>
        <w:t xml:space="preserve">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العلماء : في هذه القصة </w:t>
      </w:r>
      <w:r w:rsidRPr="00AB5517">
        <w:rPr>
          <w:rtl/>
        </w:rPr>
        <w:t xml:space="preserve">دليل على وفور فقهها ، لأنّها لم تقل </w:t>
      </w:r>
      <w:r>
        <w:rPr>
          <w:rFonts w:hint="cs"/>
          <w:rtl/>
        </w:rPr>
        <w:t>«</w:t>
      </w:r>
      <w:r w:rsidRPr="00AB5517">
        <w:rPr>
          <w:rtl/>
        </w:rPr>
        <w:t xml:space="preserve"> و</w:t>
      </w:r>
      <w:r>
        <w:rPr>
          <w:rtl/>
        </w:rPr>
        <w:t>عليه</w:t>
      </w:r>
      <w:r w:rsidR="008A2B0F">
        <w:rPr>
          <w:rtl/>
        </w:rPr>
        <w:t xml:space="preserve"> </w:t>
      </w:r>
      <w:r w:rsidRPr="004E3CB5">
        <w:rPr>
          <w:rtl/>
        </w:rPr>
        <w:t>السلام</w:t>
      </w:r>
      <w:r>
        <w:rPr>
          <w:rFonts w:hint="cs"/>
          <w:rtl/>
        </w:rPr>
        <w:t>»</w:t>
      </w:r>
      <w:r w:rsidRPr="00AB5517">
        <w:rPr>
          <w:rtl/>
        </w:rPr>
        <w:t xml:space="preserve"> كما وقع لبعض الصحابة ... فعرفت خديجة</w:t>
      </w:r>
      <w:r>
        <w:rPr>
          <w:rtl/>
        </w:rPr>
        <w:t xml:space="preserve"> لصحة فهمها أن الله لا يردّ عليه</w:t>
      </w:r>
      <w:r w:rsidR="008A2B0F">
        <w:rPr>
          <w:rFonts w:hint="cs"/>
          <w:rtl/>
        </w:rPr>
        <w:t xml:space="preserve"> </w:t>
      </w:r>
      <w:r w:rsidRPr="004E3CB5">
        <w:rPr>
          <w:rtl/>
        </w:rPr>
        <w:t>السلام</w:t>
      </w:r>
      <w:r>
        <w:rPr>
          <w:rtl/>
        </w:rPr>
        <w:t xml:space="preserve"> كما يرد على المخلوقين.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ور</w:t>
      </w:r>
      <w:r w:rsidRPr="00AB5517">
        <w:rPr>
          <w:rtl/>
        </w:rPr>
        <w:t xml:space="preserve">وى الحاكم النيسابوري بإسناده عن أنس : أنّ النبي قال : </w:t>
      </w:r>
      <w:r>
        <w:rPr>
          <w:rFonts w:hint="cs"/>
          <w:rtl/>
        </w:rPr>
        <w:t>«</w:t>
      </w:r>
      <w:r w:rsidRPr="00AB5517">
        <w:rPr>
          <w:rtl/>
        </w:rPr>
        <w:t xml:space="preserve"> حسبك من </w:t>
      </w:r>
      <w:r w:rsidR="008A2B0F">
        <w:rPr>
          <w:rFonts w:hint="cs"/>
          <w:rtl/>
        </w:rPr>
        <w:t xml:space="preserve"> </w:t>
      </w:r>
      <w:r w:rsidRPr="00AB5517">
        <w:rPr>
          <w:rtl/>
        </w:rPr>
        <w:t xml:space="preserve">نساء العالمين أربع : مريم بنت عمران ، وآسيه امرأة فرعون ، وخديجة بنت خويلد ، </w:t>
      </w:r>
      <w:r w:rsidR="008A2B0F">
        <w:rPr>
          <w:rFonts w:hint="cs"/>
          <w:rtl/>
        </w:rPr>
        <w:t xml:space="preserve"> </w:t>
      </w:r>
      <w:r w:rsidRPr="00AB5517">
        <w:rPr>
          <w:rtl/>
        </w:rPr>
        <w:t xml:space="preserve">وفاطمة بنت محمّد </w:t>
      </w:r>
      <w:r>
        <w:rPr>
          <w:rFonts w:hint="cs"/>
          <w:rtl/>
        </w:rPr>
        <w:t>»</w:t>
      </w:r>
      <w:r w:rsidRPr="00AB5517"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9007A" w:rsidRDefault="00F631FA" w:rsidP="00F9007A">
      <w:pPr>
        <w:pStyle w:val="libNormal"/>
        <w:rPr>
          <w:rtl/>
        </w:rPr>
      </w:pPr>
      <w:r>
        <w:rPr>
          <w:rtl/>
        </w:rPr>
        <w:t>وفي سنن الترمذي عن عبداللهبن جعفر قال : سمعت علي بن أبي طالب</w:t>
      </w:r>
      <w:r w:rsidR="008A2B0F">
        <w:rPr>
          <w:rFonts w:hint="cs"/>
          <w:rtl/>
        </w:rPr>
        <w:t xml:space="preserve"> </w:t>
      </w:r>
    </w:p>
    <w:p w:rsidR="00F631FA" w:rsidRPr="004E3CB5" w:rsidRDefault="00F631FA" w:rsidP="005F7FDA">
      <w:pPr>
        <w:pStyle w:val="libLine"/>
        <w:rPr>
          <w:rtl/>
        </w:rPr>
      </w:pPr>
      <w:r w:rsidRPr="004E3CB5">
        <w:rPr>
          <w:rtl/>
        </w:rPr>
        <w:t>_</w:t>
      </w:r>
      <w:r w:rsidRPr="004E3CB5">
        <w:rPr>
          <w:rFonts w:hint="cs"/>
          <w:rtl/>
        </w:rPr>
        <w:t>_____________</w:t>
      </w:r>
      <w:r w:rsidRPr="004E3CB5">
        <w:rPr>
          <w:rtl/>
        </w:rPr>
        <w:t>_</w:t>
      </w:r>
      <w:r w:rsidRPr="004E3CB5">
        <w:rPr>
          <w:rFonts w:hint="cs"/>
          <w:rtl/>
        </w:rPr>
        <w:t>_______</w:t>
      </w:r>
      <w:r w:rsidRPr="004E3CB5">
        <w:rPr>
          <w:rtl/>
        </w:rPr>
        <w:t>__</w:t>
      </w:r>
      <w:r w:rsidRPr="004E3CB5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بأسانيد وأشكال متعددة ، فقد رواه البخاري عن أبي هريرة في صحيحه 4 : 231 / كتاب بدء الخلق /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باب تزويج النبيّ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خديجة (رض) وفيه إشارة مقتضبة ، وفي سيرة ابن هشام 1 : 159 عن عبدالله</w:t>
      </w:r>
      <w:r w:rsidR="008A2B0F">
        <w:rPr>
          <w:rFonts w:hint="cs"/>
          <w:rtl/>
        </w:rPr>
        <w:t xml:space="preserve"> </w:t>
      </w:r>
      <w:r>
        <w:rPr>
          <w:rtl/>
        </w:rPr>
        <w:t>بن جعفر بن أبي طالب ، وفيه : الله السلام ، ومنه السلام ، وعلى جبرائيل السلام.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ورواه الدولابي في الذرية الطاهرة : 36 عنه ، ووالحاكم في مستدركه 3 : 186 ، عن أنس ، وفيه : إنّ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هو السلام ، وعليك السلام ، ورحمة الله وبركاته ، قال : حديث صحيح على شرط مسلم ولم يخرجاه ، </w:t>
      </w:r>
      <w:r w:rsidR="008A2B0F">
        <w:rPr>
          <w:rFonts w:hint="cs"/>
          <w:rtl/>
        </w:rPr>
        <w:t xml:space="preserve"> </w:t>
      </w:r>
      <w:r>
        <w:rPr>
          <w:rtl/>
        </w:rPr>
        <w:t>وفي المعجم الكبير 23 : 15 ، والسنن الكبرى للنسائي 5 : 94 / 8359 ، عن أنس أيضا</w:t>
      </w:r>
      <w:r>
        <w:rPr>
          <w:rFonts w:hint="cs"/>
          <w:rtl/>
        </w:rPr>
        <w:t>ً</w:t>
      </w:r>
      <w:r>
        <w:rPr>
          <w:rtl/>
        </w:rPr>
        <w:t xml:space="preserve"> وعنه في </w:t>
      </w:r>
      <w:r w:rsidR="008A2B0F">
        <w:rPr>
          <w:rFonts w:hint="cs"/>
          <w:rtl/>
        </w:rPr>
        <w:t xml:space="preserve"> </w:t>
      </w:r>
      <w:r>
        <w:rPr>
          <w:rtl/>
        </w:rPr>
        <w:t>الإصابة 8 : 102 ، وفيه : إن الله هو السلام ، وعلى جبرائيل السلام ، وعليك السلام.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وفي تفسير العياشي 2 : 279 / 12 عن أبي سعيد الخدري ، وعنه في بحار الأنوار 16 : 7.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فتح الباري 7 : 105.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المستدرك على الصحيحين 3 : 157 ورواه الترمذي 5 : 367 رقم 3981 في أبواب المناقب ، مسند </w:t>
      </w:r>
      <w:r w:rsidR="008A2B0F">
        <w:rPr>
          <w:rFonts w:hint="cs"/>
          <w:rtl/>
        </w:rPr>
        <w:t xml:space="preserve"> </w:t>
      </w:r>
      <w:r>
        <w:rPr>
          <w:rtl/>
        </w:rPr>
        <w:t>أحمد3 : 135 ، أخبار اصبهان 2 : 117.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يقول : سمعت رسول الله يقول : خير نسائها خديجة بنت خويلد ، وخير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نسائها مريم بنت عمران.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وكانت السيدة خديجة وزيرة صدق للنبي </w:t>
      </w:r>
      <w:r w:rsidRPr="005F7FDA">
        <w:rPr>
          <w:rStyle w:val="libAlaemChar"/>
          <w:rtl/>
        </w:rPr>
        <w:t>صلى‌الله‌عليه‌وآله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وكانت تدعى في الجاهلية بالطاهرة.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Pr="00176E87" w:rsidRDefault="00F631FA" w:rsidP="007908BF">
      <w:pPr>
        <w:pStyle w:val="libNormal"/>
        <w:rPr>
          <w:rtl/>
        </w:rPr>
      </w:pPr>
      <w:r>
        <w:rPr>
          <w:rtl/>
        </w:rPr>
        <w:t>وجاء في فضائل الصحابة لأحمد بن حنبل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>وتاريخ دمشق</w:t>
      </w:r>
      <w:r w:rsidRPr="005F7FDA">
        <w:rPr>
          <w:rStyle w:val="libFootnotenumChar"/>
          <w:rFonts w:hint="cs"/>
          <w:rtl/>
        </w:rPr>
        <w:t>(5)</w:t>
      </w:r>
      <w:r>
        <w:rPr>
          <w:rtl/>
        </w:rPr>
        <w:t xml:space="preserve">وغيرهما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بالإسناد عن عبدالرحمن بن أبي ليلى عن أبيه ، قال </w:t>
      </w:r>
      <w:r w:rsidRPr="00176E87">
        <w:rPr>
          <w:rtl/>
        </w:rPr>
        <w:t>: قال رسول</w:t>
      </w:r>
      <w:r>
        <w:rPr>
          <w:rtl/>
        </w:rPr>
        <w:t xml:space="preserve"> الله </w:t>
      </w:r>
      <w:r w:rsidRPr="00176E87">
        <w:rPr>
          <w:rtl/>
        </w:rPr>
        <w:t xml:space="preserve">: </w:t>
      </w:r>
      <w:r>
        <w:rPr>
          <w:rFonts w:hint="cs"/>
          <w:rtl/>
        </w:rPr>
        <w:t>«</w:t>
      </w:r>
      <w:r w:rsidRPr="00176E87">
        <w:rPr>
          <w:rtl/>
        </w:rPr>
        <w:t xml:space="preserve"> الصدّيقون </w:t>
      </w:r>
      <w:r w:rsidR="008A2B0F">
        <w:rPr>
          <w:rFonts w:hint="cs"/>
          <w:rtl/>
        </w:rPr>
        <w:t xml:space="preserve"> </w:t>
      </w:r>
      <w:r w:rsidRPr="00176E87">
        <w:rPr>
          <w:rtl/>
        </w:rPr>
        <w:t>ثلاثة : حبيب بن موسى النجار</w:t>
      </w:r>
      <w:r>
        <w:rPr>
          <w:rtl/>
        </w:rPr>
        <w:t>ـ</w:t>
      </w:r>
      <w:r w:rsidRPr="00176E87">
        <w:rPr>
          <w:rtl/>
        </w:rPr>
        <w:t>مؤمن آل ياسين</w:t>
      </w:r>
      <w:r>
        <w:rPr>
          <w:rtl/>
        </w:rPr>
        <w:t>ـ</w:t>
      </w:r>
      <w:r w:rsidRPr="00176E87">
        <w:rPr>
          <w:rtl/>
        </w:rPr>
        <w:t xml:space="preserve">الذي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قَوْمِ اتَّبِعُوا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الْمُرْسَلِينَ</w:t>
      </w:r>
      <w:r w:rsidRPr="005F7FDA">
        <w:rPr>
          <w:rStyle w:val="libAlaemChar"/>
          <w:rtl/>
        </w:rPr>
        <w:t>)</w:t>
      </w:r>
      <w:r w:rsidRPr="00176E87">
        <w:rPr>
          <w:rtl/>
        </w:rPr>
        <w:t xml:space="preserve"> ، وحزقيل</w:t>
      </w:r>
      <w:r>
        <w:rPr>
          <w:rtl/>
        </w:rPr>
        <w:t>ـ</w:t>
      </w:r>
      <w:r w:rsidRPr="00176E87">
        <w:rPr>
          <w:rtl/>
        </w:rPr>
        <w:t>مؤمن آل فرعون</w:t>
      </w:r>
      <w:r>
        <w:rPr>
          <w:rtl/>
        </w:rPr>
        <w:t>ـ</w:t>
      </w:r>
      <w:r w:rsidRPr="00176E87">
        <w:rPr>
          <w:rtl/>
        </w:rPr>
        <w:t xml:space="preserve">الذي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أَتَقْتُلُونَ رَجُلًا</w:t>
      </w:r>
      <w:r w:rsidRPr="005F7FDA">
        <w:rPr>
          <w:rStyle w:val="libAlaemChar"/>
          <w:rtl/>
        </w:rPr>
        <w:t>)</w:t>
      </w:r>
      <w:r w:rsidRPr="00176E87">
        <w:rPr>
          <w:rtl/>
        </w:rPr>
        <w:t xml:space="preserve"> ، وعلي </w:t>
      </w:r>
      <w:r w:rsidR="008A2B0F">
        <w:rPr>
          <w:rFonts w:hint="cs"/>
          <w:rtl/>
        </w:rPr>
        <w:t xml:space="preserve"> </w:t>
      </w:r>
      <w:r w:rsidRPr="00176E87">
        <w:rPr>
          <w:rtl/>
        </w:rPr>
        <w:t>بن أبي طالب الثالث</w:t>
      </w:r>
      <w:r>
        <w:rPr>
          <w:rtl/>
        </w:rPr>
        <w:t xml:space="preserve"> و</w:t>
      </w:r>
      <w:r w:rsidRPr="00176E87">
        <w:rPr>
          <w:rtl/>
        </w:rPr>
        <w:t xml:space="preserve">هو أفضلهم </w:t>
      </w:r>
      <w:r>
        <w:rPr>
          <w:rFonts w:hint="cs"/>
          <w:rtl/>
        </w:rPr>
        <w:t>»</w:t>
      </w:r>
      <w:r w:rsidRPr="00176E87"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وفي سنن ابن ماجة بسنده عن عبّاد بن عبدالله، قال : قال علي : أنا عبدالله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وأخو رسوله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وأنا الصدّيق الأكبر ، لا يقولها بعدي إلا كذّاب ، صليت قبل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الناس بسبع سنين. في الزوائد. هذا إسناد صحيح ، رجاله ثقات ، رواه الحاكم في </w:t>
      </w:r>
      <w:r w:rsidR="008A2B0F">
        <w:rPr>
          <w:rFonts w:hint="cs"/>
          <w:rtl/>
        </w:rPr>
        <w:t xml:space="preserve"> </w:t>
      </w:r>
      <w:r>
        <w:rPr>
          <w:rtl/>
        </w:rPr>
        <w:t>المستدرك عن المنهال وقال : صحيح على شرط الشيخين.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7</w:t>
      </w:r>
      <w:r w:rsidRPr="005F7FDA">
        <w:rPr>
          <w:rStyle w:val="libFootnotenumChar"/>
          <w:rtl/>
        </w:rPr>
        <w:t>)</w:t>
      </w:r>
    </w:p>
    <w:p w:rsidR="00F631FA" w:rsidRPr="004E3CB5" w:rsidRDefault="00F631FA" w:rsidP="005F7FDA">
      <w:pPr>
        <w:pStyle w:val="libLine"/>
        <w:rPr>
          <w:rtl/>
        </w:rPr>
      </w:pPr>
      <w:r w:rsidRPr="004E3CB5">
        <w:rPr>
          <w:rtl/>
        </w:rPr>
        <w:t>_</w:t>
      </w:r>
      <w:r w:rsidRPr="004E3CB5">
        <w:rPr>
          <w:rFonts w:hint="cs"/>
          <w:rtl/>
        </w:rPr>
        <w:t>_____________</w:t>
      </w:r>
      <w:r w:rsidRPr="004E3CB5">
        <w:rPr>
          <w:rtl/>
        </w:rPr>
        <w:t>_</w:t>
      </w:r>
      <w:r w:rsidRPr="004E3CB5">
        <w:rPr>
          <w:rFonts w:hint="cs"/>
          <w:rtl/>
        </w:rPr>
        <w:t>_______</w:t>
      </w:r>
      <w:r w:rsidRPr="004E3CB5">
        <w:rPr>
          <w:rtl/>
        </w:rPr>
        <w:t>__</w:t>
      </w:r>
      <w:r w:rsidRPr="004E3CB5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سنن الترمذي 5 : 367 ح 3980 فضل خديجة ، مسند أحمد 1 : 116 ، صحيح البخاري 4 : 138 </w:t>
      </w:r>
      <w:r w:rsidR="008A2B0F">
        <w:rPr>
          <w:rFonts w:hint="cs"/>
          <w:rtl/>
        </w:rPr>
        <w:t xml:space="preserve"> </w:t>
      </w:r>
      <w:r>
        <w:rPr>
          <w:rtl/>
        </w:rPr>
        <w:t>بتقديم وتأخير.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البداية والنهاية 3 : 157 ، فتح البارى 7 : 148 ، والذرية الطاهرة للدولابي : 40 ، اسدالغابة 5 : 439.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مجمع الزوائد 97 : 218 ، فتح البارى 7 : 100 ، المعجم الكبير 22 : 448 ، اسدالغابة 5 : 434 ، تاريخ </w:t>
      </w:r>
      <w:r w:rsidR="008A2B0F">
        <w:rPr>
          <w:rFonts w:hint="cs"/>
          <w:rtl/>
        </w:rPr>
        <w:t xml:space="preserve"> </w:t>
      </w:r>
      <w:r>
        <w:rPr>
          <w:rtl/>
        </w:rPr>
        <w:t>دمشق 3 : 131 ، البداية والنهاية : 329 ، السيرة النبوية لابنكثير 4 : 608.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فضائل الصحابة 2 : 655 و 267.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تاريخ دمشق لابن عساكر 42 : 43 و 313.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 xml:space="preserve">. الفردوس بماثور الخطاب 2 : 421 ، فيض القدير 4 : 238 ، كنز العمال 11 : 601 ، شرح النهج 9 : 172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مناقب ابن شهرآشوب 2 : 286 ، الجامع الصغير 2 : 115 ، الدرالمنثور 5 : 262 وشذّ القرطبي في </w:t>
      </w:r>
      <w:r w:rsidR="008A2B0F">
        <w:rPr>
          <w:rFonts w:hint="cs"/>
          <w:rtl/>
        </w:rPr>
        <w:t xml:space="preserve"> </w:t>
      </w:r>
      <w:r>
        <w:rPr>
          <w:rtl/>
        </w:rPr>
        <w:t>تفسيره 15 : 306 عن جميع المحدثين والمفسرين فذكر أن الثالث هو أبو بكر لا علي.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Fonts w:hint="cs"/>
          <w:rtl/>
        </w:rPr>
        <w:t>7</w:t>
      </w:r>
      <w:r>
        <w:rPr>
          <w:rtl/>
        </w:rPr>
        <w:t xml:space="preserve">. سنن ابن ماجة 1 : 44 ، مصباح الزجاجة 1 : 22 ، السيرة النبوية لابن كثير 1 : 431 ، المستدرك </w:t>
      </w:r>
      <w:r w:rsidR="008A2B0F">
        <w:rPr>
          <w:rFonts w:hint="cs"/>
          <w:rtl/>
        </w:rPr>
        <w:t xml:space="preserve"> 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وعن معاذة العدوية ، قالت : سمعت عليا</w:t>
      </w:r>
      <w:r>
        <w:rPr>
          <w:rFonts w:hint="cs"/>
          <w:rtl/>
        </w:rPr>
        <w:t>ً</w:t>
      </w:r>
      <w:r>
        <w:rPr>
          <w:rtl/>
        </w:rPr>
        <w:t xml:space="preserve"> رضي الله عنه يخطب على المنبر وهو </w:t>
      </w:r>
      <w:r w:rsidR="008A2B0F">
        <w:rPr>
          <w:rFonts w:hint="cs"/>
          <w:rtl/>
        </w:rPr>
        <w:t xml:space="preserve"> </w:t>
      </w:r>
      <w:r>
        <w:rPr>
          <w:rtl/>
        </w:rPr>
        <w:t>يقول : أنا الصدّيق الأكبر ، آمنتُ قبلَ أن يُؤمن أبو بكر ، وأسلمتُ قبل أنيُسلم.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الإصابة لابن حجر وأسد الغابة لابن الأثير عن أبي ليلى الغفاري ، قال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سمعت رسول الله </w:t>
      </w:r>
      <w:r w:rsidRPr="005F7FDA">
        <w:rPr>
          <w:rStyle w:val="libAlaemChar"/>
          <w:rtl/>
        </w:rPr>
        <w:t>صلى‌الله‌عليه‌وآله</w:t>
      </w:r>
      <w:r w:rsidRPr="004D13D5">
        <w:rPr>
          <w:rtl/>
        </w:rPr>
        <w:t xml:space="preserve">يقول : </w:t>
      </w:r>
      <w:r>
        <w:rPr>
          <w:rFonts w:hint="cs"/>
          <w:rtl/>
        </w:rPr>
        <w:t>«</w:t>
      </w:r>
      <w:r w:rsidRPr="004D13D5">
        <w:rPr>
          <w:rtl/>
        </w:rPr>
        <w:t xml:space="preserve"> سيكون من بعدي فتنة ، فإذا كان ذلك فالتزموا علي </w:t>
      </w:r>
      <w:r w:rsidR="008A2B0F">
        <w:rPr>
          <w:rFonts w:hint="cs"/>
          <w:rtl/>
        </w:rPr>
        <w:t xml:space="preserve"> </w:t>
      </w:r>
      <w:r w:rsidRPr="004D13D5">
        <w:rPr>
          <w:rtl/>
        </w:rPr>
        <w:t xml:space="preserve">بن أبي طالب ، فإنه أول من آمن بي ، وأول من يصافحني يوم القيامة ، وهو </w:t>
      </w:r>
      <w:r w:rsidR="008A2B0F">
        <w:rPr>
          <w:rFonts w:hint="cs"/>
          <w:rtl/>
        </w:rPr>
        <w:t xml:space="preserve"> </w:t>
      </w:r>
      <w:r w:rsidRPr="004D13D5">
        <w:rPr>
          <w:rtl/>
        </w:rPr>
        <w:t xml:space="preserve">الصدّيق الأكبر ، وهو فاروق هذه الأُمة ، وهو يعسوب المؤمنين </w:t>
      </w:r>
      <w:r>
        <w:rPr>
          <w:rFonts w:hint="cs"/>
          <w:rtl/>
        </w:rPr>
        <w:t>»</w:t>
      </w:r>
      <w:r w:rsidRPr="004D13D5"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تاريخ دمشق بإسناده عن ابن </w:t>
      </w:r>
      <w:r w:rsidRPr="004D13D5">
        <w:rPr>
          <w:rtl/>
        </w:rPr>
        <w:t xml:space="preserve">عباس أنه قال : </w:t>
      </w:r>
      <w:r>
        <w:rPr>
          <w:rFonts w:hint="cs"/>
          <w:rtl/>
        </w:rPr>
        <w:t>«</w:t>
      </w:r>
      <w:r w:rsidRPr="004D13D5">
        <w:rPr>
          <w:rtl/>
        </w:rPr>
        <w:t xml:space="preserve"> ستكون فتنة فمن أدركها </w:t>
      </w:r>
      <w:r w:rsidR="008A2B0F">
        <w:rPr>
          <w:rFonts w:hint="cs"/>
          <w:rtl/>
        </w:rPr>
        <w:t xml:space="preserve"> </w:t>
      </w:r>
      <w:r w:rsidRPr="004D13D5">
        <w:rPr>
          <w:rtl/>
        </w:rPr>
        <w:t>منكم فعليه بخصلتين : كتاب</w:t>
      </w:r>
      <w:r>
        <w:rPr>
          <w:rtl/>
        </w:rPr>
        <w:t xml:space="preserve"> الله </w:t>
      </w:r>
      <w:r w:rsidRPr="004D13D5">
        <w:rPr>
          <w:rtl/>
        </w:rPr>
        <w:t>وعلي بن أبي طالب ، فإني سمعت رسول</w:t>
      </w:r>
      <w:r>
        <w:rPr>
          <w:rtl/>
        </w:rPr>
        <w:t xml:space="preserve"> الله </w:t>
      </w:r>
      <w:r w:rsidRPr="004D13D5">
        <w:rPr>
          <w:rtl/>
        </w:rPr>
        <w:t xml:space="preserve">يقول </w:t>
      </w:r>
      <w:r w:rsidR="008A2B0F">
        <w:rPr>
          <w:rFonts w:hint="cs"/>
          <w:rtl/>
        </w:rPr>
        <w:t xml:space="preserve"> </w:t>
      </w:r>
      <w:r w:rsidRPr="004D13D5">
        <w:rPr>
          <w:rtl/>
        </w:rPr>
        <w:t xml:space="preserve">وهو آخذ بيد علي : هذا أول من آمن بي ، وأول من يصافحني ، وهو فاروق هذه </w:t>
      </w:r>
      <w:r w:rsidR="008A2B0F">
        <w:rPr>
          <w:rFonts w:hint="cs"/>
          <w:rtl/>
        </w:rPr>
        <w:t xml:space="preserve"> </w:t>
      </w:r>
      <w:r w:rsidRPr="004D13D5">
        <w:rPr>
          <w:rtl/>
        </w:rPr>
        <w:t xml:space="preserve">الأُمة ، يفرق بين الحق والباطل ، وهو يعسوب المؤمنين ، والمال يعسوب الظلمة ، </w:t>
      </w:r>
      <w:r w:rsidR="008A2B0F">
        <w:rPr>
          <w:rFonts w:hint="cs"/>
          <w:rtl/>
        </w:rPr>
        <w:t xml:space="preserve"> </w:t>
      </w:r>
      <w:r w:rsidRPr="004D13D5">
        <w:rPr>
          <w:rtl/>
        </w:rPr>
        <w:t xml:space="preserve">وهو الصدّيق الأكبر ، وهو بابي الذي أوتى منه ، وهو خليفتي من بعدي </w:t>
      </w:r>
      <w:r>
        <w:rPr>
          <w:rFonts w:hint="cs"/>
          <w:rtl/>
        </w:rPr>
        <w:t>»</w:t>
      </w:r>
      <w:r w:rsidRPr="004D13D5">
        <w:rPr>
          <w:rtl/>
        </w:rPr>
        <w:t>.</w:t>
      </w:r>
      <w:r w:rsidRPr="005F7FDA">
        <w:rPr>
          <w:rStyle w:val="libFootnotenumChar"/>
          <w:rtl/>
        </w:rPr>
        <w:t>(3)</w:t>
      </w:r>
    </w:p>
    <w:p w:rsidR="00F9007A" w:rsidRDefault="00F631FA" w:rsidP="00F9007A">
      <w:pPr>
        <w:pStyle w:val="libNormal"/>
        <w:rPr>
          <w:rtl/>
        </w:rPr>
      </w:pPr>
      <w:r>
        <w:rPr>
          <w:rtl/>
        </w:rPr>
        <w:t>وعن أبي سخيلة قال : حججت أنا وسلمان ، فنزلنا بأبي ذر ، فكنّا عنده ماشاء</w:t>
      </w:r>
      <w:r w:rsidR="008A2B0F">
        <w:rPr>
          <w:rFonts w:hint="cs"/>
          <w:rtl/>
        </w:rPr>
        <w:t xml:space="preserve"> </w:t>
      </w:r>
      <w:r>
        <w:rPr>
          <w:rtl/>
        </w:rPr>
        <w:t>الله ، فلما حان منا خفوف ، قلت : يا أبا ذر إني أرى أمورا</w:t>
      </w:r>
      <w:r>
        <w:rPr>
          <w:rFonts w:hint="cs"/>
          <w:rtl/>
        </w:rPr>
        <w:t>ً</w:t>
      </w:r>
      <w:r>
        <w:rPr>
          <w:rtl/>
        </w:rPr>
        <w:t xml:space="preserve"> قد حدثت ، وإني خائف</w:t>
      </w:r>
      <w:r w:rsidR="008A2B0F">
        <w:rPr>
          <w:rFonts w:hint="cs"/>
          <w:rtl/>
        </w:rPr>
        <w:t xml:space="preserve"> </w:t>
      </w:r>
    </w:p>
    <w:p w:rsidR="00F631FA" w:rsidRPr="003E4B62" w:rsidRDefault="00F631FA" w:rsidP="005F7FDA">
      <w:pPr>
        <w:pStyle w:val="libLine"/>
        <w:rPr>
          <w:rtl/>
        </w:rPr>
      </w:pPr>
      <w:r w:rsidRPr="003E4B62">
        <w:rPr>
          <w:rtl/>
        </w:rPr>
        <w:t>_</w:t>
      </w:r>
      <w:r w:rsidRPr="003E4B62">
        <w:rPr>
          <w:rFonts w:hint="cs"/>
          <w:rtl/>
        </w:rPr>
        <w:t>_____________</w:t>
      </w:r>
      <w:r w:rsidRPr="003E4B62">
        <w:rPr>
          <w:rtl/>
        </w:rPr>
        <w:t>_</w:t>
      </w:r>
      <w:r w:rsidRPr="003E4B62">
        <w:rPr>
          <w:rFonts w:hint="cs"/>
          <w:rtl/>
        </w:rPr>
        <w:t>_______</w:t>
      </w:r>
      <w:r w:rsidRPr="003E4B62">
        <w:rPr>
          <w:rtl/>
        </w:rPr>
        <w:t>__</w:t>
      </w:r>
      <w:r w:rsidRPr="003E4B62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للحاكم 3 : 111 ، المصنف لابن أبى شيبة 7 : 498 ، الآحاد والمثانيللضحاك 1 : 148 ، السنة لابن أبي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عاصم 584 ، السنن الكبرى للنسائي 5 : 106 ، خصائص أمير المؤمنين للنسائي : 46 ، تاريخ الطبري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2 : 56 ، تهذيب الكمال 22 : 514 ، شرح النهج 13 : 200 ، وفيه : وفي غير رواية الطبري أنا الصدّيق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الأكبر وأنا الفاروق الأول أسلمت قبل إسلام أبي بكر ، وصليت قبل صلاته بسبع سنين ؛ كأنّه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لم </w:t>
      </w:r>
      <w:r w:rsidR="008A2B0F">
        <w:rPr>
          <w:rFonts w:hint="cs"/>
          <w:rtl/>
        </w:rPr>
        <w:t xml:space="preserve"> </w:t>
      </w:r>
      <w:r>
        <w:rPr>
          <w:rtl/>
        </w:rPr>
        <w:t>يرتضِ أن يذكر عمر ولا رآه أهلاً للمقايسة بينه وبينه ، وذلك لأن إسلام عمر كان متأخرا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الآحاد والمثاني للضحاك 1 : 151 ، التاريخ الكبير للبخاري 4 : 23 ، تاريخ دمشق 1 : 62 الرقم 88.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42 : 33 ، المعارف لابن قتيبة في إسلام أبي بكر : 73 أنساب الأشراف 2 : 146 الرقم : 146 ، مناقب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آل أبي طالب 1 : 289 ، شرح نهج البلاغة 13 : 240 ، كنز العمال 13 : 164 الرقم 36497 ، سمط </w:t>
      </w:r>
      <w:r w:rsidR="008A2B0F">
        <w:rPr>
          <w:rFonts w:hint="cs"/>
          <w:rtl/>
        </w:rPr>
        <w:t xml:space="preserve"> </w:t>
      </w:r>
      <w:r>
        <w:rPr>
          <w:rtl/>
        </w:rPr>
        <w:t>النجوم العوالي 2 : 476 الرقم 8 وغيرها.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الإصابة 7 : 293 ، أُسد الغابة 5 : 287 ، ونحوه عن ابن عباس انظر اليقين لابن طاووس : 500.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تاريخ دمشق 42 : 42 و 43 ونحوه عن أبي ذر انظر ص 41 من المجلد 42.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أن يكون في الناس اختلاف ، فإن كان ذلك فما تأمرني؟ قال : الزم كتاب الله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عزوجل وعلي بن أبي طالب ، فأشهد أني سمعت رسول الله يقول : علي أولمن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آمن بي ، وأول من يصافحني يوم القيامة ، وهو الصدّيق الأكبر ، وهو الفاروق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يفرق بين الحق والباطل.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رسول الله </w:t>
      </w:r>
      <w:r w:rsidRPr="005F7FDA">
        <w:rPr>
          <w:rStyle w:val="libAlaemChar"/>
          <w:rtl/>
        </w:rPr>
        <w:t>صلى‌الله‌عليه‌وآله</w:t>
      </w:r>
      <w:r w:rsidRPr="00530E25">
        <w:rPr>
          <w:rtl/>
        </w:rPr>
        <w:t xml:space="preserve"> إنه قال لعلي </w:t>
      </w:r>
      <w:r w:rsidRPr="005F7FDA">
        <w:rPr>
          <w:rStyle w:val="libAlaemChar"/>
          <w:rtl/>
        </w:rPr>
        <w:t>عليه‌السلام</w:t>
      </w:r>
      <w:r w:rsidRPr="00530E25">
        <w:rPr>
          <w:rtl/>
        </w:rPr>
        <w:t xml:space="preserve"> : </w:t>
      </w:r>
      <w:r>
        <w:rPr>
          <w:rFonts w:hint="cs"/>
          <w:rtl/>
        </w:rPr>
        <w:t>«</w:t>
      </w:r>
      <w:r w:rsidRPr="00530E25">
        <w:rPr>
          <w:rtl/>
        </w:rPr>
        <w:t>أُوتيت ثلاثا</w:t>
      </w:r>
      <w:r>
        <w:rPr>
          <w:rFonts w:hint="cs"/>
          <w:rtl/>
        </w:rPr>
        <w:t>ً</w:t>
      </w:r>
      <w:r w:rsidRPr="00530E25">
        <w:rPr>
          <w:rtl/>
        </w:rPr>
        <w:t xml:space="preserve"> لم يؤتهن أحد ولا أنا : </w:t>
      </w:r>
      <w:r w:rsidR="008A2B0F">
        <w:rPr>
          <w:rFonts w:hint="cs"/>
          <w:rtl/>
        </w:rPr>
        <w:t xml:space="preserve"> </w:t>
      </w:r>
      <w:r w:rsidRPr="00530E25">
        <w:rPr>
          <w:rtl/>
        </w:rPr>
        <w:t>أُوتيتَ صهرا</w:t>
      </w:r>
      <w:r>
        <w:rPr>
          <w:rFonts w:hint="cs"/>
          <w:rtl/>
        </w:rPr>
        <w:t>ً</w:t>
      </w:r>
      <w:r w:rsidRPr="00530E25">
        <w:rPr>
          <w:rtl/>
        </w:rPr>
        <w:t xml:space="preserve"> مثلك ولم أُوت أنا مثلي ، وأُوتيت زوجةً صدّيقة مثل ابنتي ولم أُوتَ </w:t>
      </w:r>
      <w:r w:rsidR="008A2B0F">
        <w:rPr>
          <w:rFonts w:hint="cs"/>
          <w:rtl/>
        </w:rPr>
        <w:t xml:space="preserve"> </w:t>
      </w:r>
      <w:r w:rsidRPr="00530E25">
        <w:rPr>
          <w:rtl/>
        </w:rPr>
        <w:t xml:space="preserve">مثلها زوجةً ، وأُوتيت الحسن والحسين من صلبك ولم أُوت من صلبي </w:t>
      </w:r>
      <w:r w:rsidR="008A2B0F">
        <w:rPr>
          <w:rFonts w:hint="cs"/>
          <w:rtl/>
        </w:rPr>
        <w:t xml:space="preserve"> </w:t>
      </w:r>
      <w:r w:rsidRPr="00530E25">
        <w:rPr>
          <w:rtl/>
        </w:rPr>
        <w:t>مثلهما ، ولكنكم مني وأنا منكم</w:t>
      </w:r>
      <w:r>
        <w:rPr>
          <w:rFonts w:hint="cs"/>
          <w:rtl/>
        </w:rPr>
        <w:t>»</w:t>
      </w:r>
      <w:r w:rsidRPr="00530E25"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وهذا الحديث واضح الدلالة للغاية في أنّ السيّدة البتول ، فاطمة الزهراء سلام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الله عليها ، صدّيقة ؛ إذ قد مر عليك أنّ خديجة سلام الله عليها صدّيقة بنص النبوة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والحديث أعلاه ينص على أنّ فاطمة أفضل منها ، فالرسول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قال : ولم أوتَ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مثلهاـأي مثل فاطمةـزوجة ، ومجموع ذلك يكشف لنا أنّ مرتبة الصدّيقية </w:t>
      </w:r>
      <w:r w:rsidR="008A2B0F">
        <w:rPr>
          <w:rFonts w:hint="cs"/>
          <w:rtl/>
        </w:rPr>
        <w:t xml:space="preserve"> </w:t>
      </w:r>
      <w:r>
        <w:rPr>
          <w:rtl/>
        </w:rPr>
        <w:t>ليست واحدة بل هي مراتب ، لخديجة مرتبة ، ولفاطمة الزهراء مرتبة أعلى منها.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وعنه </w:t>
      </w:r>
      <w:r w:rsidRPr="005F7FDA">
        <w:rPr>
          <w:rStyle w:val="libAlaemChar"/>
          <w:rtl/>
        </w:rPr>
        <w:t>صلى‌الله‌عليه‌وآله</w:t>
      </w:r>
      <w:r w:rsidRPr="00530E25">
        <w:rPr>
          <w:rtl/>
        </w:rPr>
        <w:t xml:space="preserve"> في حديث طويل : </w:t>
      </w:r>
      <w:r>
        <w:rPr>
          <w:rFonts w:hint="cs"/>
          <w:rtl/>
        </w:rPr>
        <w:t>«</w:t>
      </w:r>
      <w:r w:rsidRPr="00530E25">
        <w:rPr>
          <w:rtl/>
        </w:rPr>
        <w:t xml:space="preserve">يا علي ، إني قد أوصيت فاطمة ابنتي بأشياء </w:t>
      </w:r>
      <w:r w:rsidR="008A2B0F">
        <w:rPr>
          <w:rFonts w:hint="cs"/>
          <w:rtl/>
        </w:rPr>
        <w:t xml:space="preserve"> </w:t>
      </w:r>
      <w:r w:rsidRPr="00530E25">
        <w:rPr>
          <w:rtl/>
        </w:rPr>
        <w:t xml:space="preserve">وأمرتها أن تلقيها إليك ، فأنفذها فهي الصادقة الصدّيقة ، ثم ضمها إليه وقبَّل </w:t>
      </w:r>
      <w:r w:rsidR="008A2B0F">
        <w:rPr>
          <w:rFonts w:hint="cs"/>
          <w:rtl/>
        </w:rPr>
        <w:t xml:space="preserve"> </w:t>
      </w:r>
      <w:r w:rsidRPr="00530E25">
        <w:rPr>
          <w:rtl/>
        </w:rPr>
        <w:t>رأسها ، وقال : فداك أبوك يا فاطمة</w:t>
      </w:r>
      <w:r>
        <w:rPr>
          <w:rFonts w:hint="cs"/>
          <w:rtl/>
        </w:rPr>
        <w:t>»</w:t>
      </w:r>
      <w:r w:rsidRPr="00530E25">
        <w:rPr>
          <w:rtl/>
        </w:rPr>
        <w:t>.</w:t>
      </w:r>
      <w:r w:rsidRPr="005F7FDA">
        <w:rPr>
          <w:rStyle w:val="libFootnotenumChar"/>
          <w:rtl/>
        </w:rPr>
        <w:t>(3)</w:t>
      </w:r>
    </w:p>
    <w:p w:rsidR="00F9007A" w:rsidRDefault="00F631FA" w:rsidP="00F9007A">
      <w:pPr>
        <w:pStyle w:val="libNormal"/>
        <w:rPr>
          <w:rtl/>
        </w:rPr>
      </w:pPr>
      <w:r>
        <w:rPr>
          <w:rtl/>
        </w:rPr>
        <w:t>وعن مفضَّل بن عمر قال : قلت لأبي عبدالله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من غسَّل فاطمة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؟ قال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ذاك أمير المؤمنين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فكأنّما استضقت ذلك من قوله ، فقال لي : كأنك ضقت مما </w:t>
      </w:r>
      <w:r w:rsidR="008A2B0F">
        <w:rPr>
          <w:rFonts w:hint="cs"/>
          <w:rtl/>
        </w:rPr>
        <w:t xml:space="preserve"> </w:t>
      </w:r>
      <w:r>
        <w:rPr>
          <w:rtl/>
        </w:rPr>
        <w:t>أخبرتك به؟! فقلت : قد كان ذلك جعلت فداك ، فقال : لا تضيقنّ فإنها صدّيقة</w:t>
      </w:r>
      <w:r w:rsidR="008A2B0F">
        <w:rPr>
          <w:rFonts w:hint="cs"/>
          <w:rtl/>
        </w:rPr>
        <w:t xml:space="preserve"> </w:t>
      </w:r>
    </w:p>
    <w:p w:rsidR="00F631FA" w:rsidRPr="00916B15" w:rsidRDefault="00F631FA" w:rsidP="005F7FDA">
      <w:pPr>
        <w:pStyle w:val="libLine"/>
        <w:rPr>
          <w:rtl/>
        </w:rPr>
      </w:pPr>
      <w:r w:rsidRPr="00916B15">
        <w:rPr>
          <w:rtl/>
        </w:rPr>
        <w:t>_</w:t>
      </w:r>
      <w:r w:rsidRPr="00916B15">
        <w:rPr>
          <w:rFonts w:hint="cs"/>
          <w:rtl/>
        </w:rPr>
        <w:t>_____________</w:t>
      </w:r>
      <w:r w:rsidRPr="00916B15">
        <w:rPr>
          <w:rtl/>
        </w:rPr>
        <w:t>_</w:t>
      </w:r>
      <w:r w:rsidRPr="00916B15">
        <w:rPr>
          <w:rFonts w:hint="cs"/>
          <w:rtl/>
        </w:rPr>
        <w:t>_______</w:t>
      </w:r>
      <w:r w:rsidRPr="00916B15">
        <w:rPr>
          <w:rtl/>
        </w:rPr>
        <w:t>__</w:t>
      </w:r>
      <w:r w:rsidRPr="00916B15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تاريخ دمشق 41 : 42 ، المعجم الكبير 6 : 269 ، مجمع الزوائد للهيثمى 9 : 102.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الرياض النضرة 2 : 202 كما في الغدير 2 : 305.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كتاب الوصية لعيسى بن المستفاد : 120 ، بحار الأنوار 2 : 491.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لم يكن يغسلها إلا صدّيق ، أما علمت أنّ مريم لم يغسلها إلا عيسى؟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علي بن جعفر ، عن أخيه أبي الحسن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قال : إن فاطمة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صدّيقة </w:t>
      </w:r>
      <w:r w:rsidR="008A2B0F">
        <w:rPr>
          <w:rFonts w:hint="cs"/>
          <w:rtl/>
        </w:rPr>
        <w:t xml:space="preserve"> </w:t>
      </w:r>
      <w:r>
        <w:rPr>
          <w:rtl/>
        </w:rPr>
        <w:t>شهيدة.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فالصدّيقة الكبرى خديجة سلام الله عليها أنجبت من الصادق الأمينـمحمّد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 عبد اللهـالصدّيقة فاطمـة الزهـراء ، وقد زُوّجت سلام الله عليها من الصدّيق </w:t>
      </w:r>
      <w:r w:rsidR="008A2B0F">
        <w:rPr>
          <w:rFonts w:hint="cs"/>
          <w:rtl/>
        </w:rPr>
        <w:t xml:space="preserve"> </w:t>
      </w:r>
      <w:r>
        <w:rPr>
          <w:rtl/>
        </w:rPr>
        <w:t>علي بن أبي طالب. فكانا هما عليه</w:t>
      </w:r>
      <w:r>
        <w:rPr>
          <w:rFonts w:hint="cs"/>
          <w:rtl/>
        </w:rPr>
        <w:t xml:space="preserve">ما </w:t>
      </w:r>
      <w:r w:rsidRPr="00916B15">
        <w:rPr>
          <w:rtl/>
        </w:rPr>
        <w:t>السلام</w:t>
      </w:r>
      <w:r>
        <w:rPr>
          <w:rtl/>
        </w:rPr>
        <w:t xml:space="preserve"> ملتقى الانـوار ومجـمع البحـرين.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وقد مرّ عليك أن الإمام عليّا</w:t>
      </w:r>
      <w:r>
        <w:rPr>
          <w:rFonts w:hint="cs"/>
          <w:rtl/>
        </w:rPr>
        <w:t>ً</w:t>
      </w:r>
      <w:r>
        <w:rPr>
          <w:rtl/>
        </w:rPr>
        <w:t xml:space="preserve"> والصدّيقة خديجة الكبرى هما اللذان صدّقا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بالرسول حينما كذبه الناس ، وقد أكد رسول الله لعائشة ذلك حينما غارت من </w:t>
      </w:r>
      <w:r w:rsidR="008A2B0F">
        <w:rPr>
          <w:rFonts w:hint="cs"/>
          <w:rtl/>
        </w:rPr>
        <w:t xml:space="preserve"> </w:t>
      </w:r>
      <w:r>
        <w:rPr>
          <w:rtl/>
        </w:rPr>
        <w:t>خديجة ، بقولها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ما تذكر من عجوز من عجائز قريش حمراء الشدقين هلكت ، قد أبدلك الله </w:t>
      </w:r>
      <w:r w:rsidR="008A2B0F">
        <w:rPr>
          <w:rFonts w:hint="cs"/>
          <w:rtl/>
        </w:rPr>
        <w:t xml:space="preserve"> </w:t>
      </w:r>
      <w:r>
        <w:rPr>
          <w:rtl/>
        </w:rPr>
        <w:t>خيرا</w:t>
      </w:r>
      <w:r>
        <w:rPr>
          <w:rFonts w:hint="cs"/>
          <w:rtl/>
        </w:rPr>
        <w:t>ً</w:t>
      </w:r>
      <w:r>
        <w:rPr>
          <w:rtl/>
        </w:rPr>
        <w:t xml:space="preserve"> منها ، </w:t>
      </w:r>
      <w:r w:rsidRPr="005F7FDA">
        <w:rPr>
          <w:rStyle w:val="libFootnotenumChar"/>
          <w:rtl/>
        </w:rPr>
        <w:t>(3)</w:t>
      </w:r>
      <w:r>
        <w:rPr>
          <w:rtl/>
        </w:rPr>
        <w:t>فتغير وجه رسول الله تغيّرا</w:t>
      </w:r>
      <w:r>
        <w:rPr>
          <w:rFonts w:hint="cs"/>
          <w:rtl/>
        </w:rPr>
        <w:t>ً</w:t>
      </w:r>
      <w:r>
        <w:rPr>
          <w:rtl/>
        </w:rPr>
        <w:t xml:space="preserve"> لم أره تغـيّر عند شـيء قط إل</w:t>
      </w:r>
      <w:r>
        <w:rPr>
          <w:rFonts w:hint="cs"/>
          <w:rtl/>
        </w:rPr>
        <w:t>ّ</w:t>
      </w:r>
      <w:r>
        <w:rPr>
          <w:rtl/>
        </w:rPr>
        <w:t xml:space="preserve">ا عند نزول </w:t>
      </w:r>
      <w:r w:rsidR="008A2B0F">
        <w:rPr>
          <w:rFonts w:hint="cs"/>
          <w:rtl/>
        </w:rPr>
        <w:t xml:space="preserve"> </w:t>
      </w:r>
      <w:r>
        <w:rPr>
          <w:rtl/>
        </w:rPr>
        <w:t>الوحي أو عند المخـيلة حتى يعلم رحمة أو عـذابا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(4)</w:t>
      </w:r>
      <w:r>
        <w:rPr>
          <w:rtl/>
        </w:rPr>
        <w:t xml:space="preserve">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لا تقولي ذلك ، فقد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صدقتنـي إذ كذبَـني النـاس ، </w:t>
      </w:r>
      <w:r w:rsidRPr="005F7FDA">
        <w:rPr>
          <w:rStyle w:val="libFootnotenumChar"/>
          <w:rtl/>
        </w:rPr>
        <w:t>(5)</w:t>
      </w:r>
      <w:r>
        <w:rPr>
          <w:rtl/>
        </w:rPr>
        <w:t>إلى آخـر الخبر.</w:t>
      </w:r>
    </w:p>
    <w:p w:rsidR="00F9007A" w:rsidRDefault="00F631FA" w:rsidP="00F9007A">
      <w:pPr>
        <w:pStyle w:val="libNormal"/>
        <w:rPr>
          <w:rtl/>
        </w:rPr>
      </w:pPr>
      <w:r>
        <w:rPr>
          <w:rtl/>
        </w:rPr>
        <w:t>وجاء عن الصحابة والتابعين في تفسير قوله تعالى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وَالَّذِي جَاءَ بِالصِّدْقِ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وَصَدَّقَ بِهِ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 بأن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الَّذِي جَاءَ بِالصِّدْقِ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 هو رسول الله ، والذي 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صَدَّقَ بِهِ</w:t>
      </w:r>
      <w:r w:rsidRPr="005F7FDA">
        <w:rPr>
          <w:rStyle w:val="libAlaemChar"/>
          <w:rFonts w:hint="cs"/>
          <w:rtl/>
        </w:rPr>
        <w:t>)</w:t>
      </w:r>
      <w:r w:rsidR="008A2B0F">
        <w:rPr>
          <w:rFonts w:hint="cs"/>
          <w:rtl/>
        </w:rPr>
        <w:t xml:space="preserve"> </w:t>
      </w:r>
    </w:p>
    <w:p w:rsidR="00F631FA" w:rsidRPr="006E7394" w:rsidRDefault="00F631FA" w:rsidP="005F7FDA">
      <w:pPr>
        <w:pStyle w:val="libLine"/>
        <w:rPr>
          <w:rtl/>
        </w:rPr>
      </w:pPr>
      <w:r w:rsidRPr="006E7394">
        <w:rPr>
          <w:rtl/>
        </w:rPr>
        <w:t>_</w:t>
      </w:r>
      <w:r w:rsidRPr="006E7394">
        <w:rPr>
          <w:rFonts w:hint="cs"/>
          <w:rtl/>
        </w:rPr>
        <w:t>_____________</w:t>
      </w:r>
      <w:r w:rsidRPr="006E7394">
        <w:rPr>
          <w:rtl/>
        </w:rPr>
        <w:t>_</w:t>
      </w:r>
      <w:r w:rsidRPr="006E7394">
        <w:rPr>
          <w:rFonts w:hint="cs"/>
          <w:rtl/>
        </w:rPr>
        <w:t>_______</w:t>
      </w:r>
      <w:r w:rsidRPr="006E7394">
        <w:rPr>
          <w:rtl/>
        </w:rPr>
        <w:t>__</w:t>
      </w:r>
      <w:r w:rsidRPr="006E7394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الكافي 1 : 459 / ح 24 ، 3 : 159 / ح 13 ، علل الشرائع : 184 / ح 1 ، التهذيب 1 : 440 / ح 1422 ، </w:t>
      </w:r>
      <w:r w:rsidR="008A2B0F">
        <w:rPr>
          <w:rFonts w:hint="cs"/>
          <w:rtl/>
        </w:rPr>
        <w:t xml:space="preserve"> </w:t>
      </w:r>
      <w:r>
        <w:rPr>
          <w:rtl/>
        </w:rPr>
        <w:t>الاستبصار 1 : 199 / ح 15703.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الكافي 1 : 458 / ح 12 ، ومرآة العقول 5 : 315 وفيه كلام للمجلسي على أن الصدّيقة تعني العصمة فراجع.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3. صحيح البخاري 4 : 231 كتاب بدء الخلق / باب تزويج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خديجة وفضلها ، صحيح مسلم 7 : 134 </w:t>
      </w:r>
      <w:r w:rsidR="008A2B0F">
        <w:rPr>
          <w:rFonts w:hint="cs"/>
          <w:rtl/>
        </w:rPr>
        <w:t xml:space="preserve"> </w:t>
      </w:r>
      <w:r>
        <w:rPr>
          <w:rtl/>
        </w:rPr>
        <w:t>مستدرك الحاكم 4 : 286 ، مسند ابن راهويه 2 : 587 ، صحيح بن حبان 15 : 468 ، سير أعلامالنبلاء 2 : 117.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4. مسند أحمد 6 : 15 ، 154 ، البداية والنهاية 3 : 158.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5. المعجم الكبير 12 : 23 ، الإفصاح للمفيد : 217 ، التعجب للكراجكي : 37.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علي بن أبي طالب.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علي بن أبي طالب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في قوله تعالى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 xml:space="preserve">فَمَنْ أَظْلَمُ مِمَّن كَذَبَ عَلَى اللهِ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وَكَذَّبَ بِالصِّدْقِ إِذْ جَاءَهُ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>قال : الصدق ولايتنا أهل البيت.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فاتباع الاتجاه الحاكم لم يرق لهم إطلاق هذا اللقب على فاطمة وخديجة وعلي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فجدّوا لتحريف هذه الحقيقة إلى آخرين ، فلقبوا أبا بكر بالصدّيق وعائشة </w:t>
      </w:r>
      <w:r w:rsidR="008A2B0F">
        <w:rPr>
          <w:rFonts w:hint="cs"/>
          <w:rtl/>
        </w:rPr>
        <w:t xml:space="preserve"> </w:t>
      </w:r>
      <w:r>
        <w:rPr>
          <w:rtl/>
        </w:rPr>
        <w:t>بالصدّيقة وفسروا قوله تعالى</w:t>
      </w:r>
      <w:r w:rsidRPr="005F7FDA">
        <w:rPr>
          <w:rStyle w:val="libAlaemChar"/>
          <w:rFonts w:hint="cs"/>
          <w:rtl/>
        </w:rPr>
        <w:t>(</w:t>
      </w:r>
      <w:r w:rsidRPr="005F7FDA">
        <w:rPr>
          <w:rStyle w:val="libAieChar"/>
          <w:rtl/>
        </w:rPr>
        <w:t>وَكُونُوا مَعَ الصَّادِقِينَ</w:t>
      </w:r>
      <w:r w:rsidRPr="005F7FDA">
        <w:rPr>
          <w:rStyle w:val="libAlaemChar"/>
          <w:rFonts w:hint="cs"/>
          <w:rtl/>
        </w:rPr>
        <w:t>)</w:t>
      </w:r>
      <w:r>
        <w:rPr>
          <w:rtl/>
        </w:rPr>
        <w:t xml:space="preserve">أي كونوا مع أبي بكر </w:t>
      </w:r>
      <w:r w:rsidR="008A2B0F">
        <w:rPr>
          <w:rFonts w:hint="cs"/>
          <w:rtl/>
        </w:rPr>
        <w:t xml:space="preserve"> </w:t>
      </w:r>
      <w:r>
        <w:rPr>
          <w:rtl/>
        </w:rPr>
        <w:t>وعمر</w:t>
      </w:r>
      <w:r w:rsidRPr="005F7FDA">
        <w:rPr>
          <w:rStyle w:val="libFootnotenumChar"/>
          <w:rtl/>
        </w:rPr>
        <w:t>(3)</w:t>
      </w:r>
      <w:r>
        <w:rPr>
          <w:rtl/>
        </w:rPr>
        <w:t>!!!! وضعفواـأو أعرضوا عمدا</w:t>
      </w:r>
      <w:r>
        <w:rPr>
          <w:rFonts w:hint="cs"/>
          <w:rtl/>
        </w:rPr>
        <w:t>ً</w:t>
      </w:r>
      <w:r>
        <w:rPr>
          <w:rtl/>
        </w:rPr>
        <w:t xml:space="preserve"> عنـالأخبار الناصّة على أنّ الإمام عليّا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هو الصدّيق.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فنحن نريد هنا أن نسلط بعض الضوء على سيرة أبي بكر وعائشة ، لنرى هل </w:t>
      </w:r>
      <w:r w:rsidR="008A2B0F">
        <w:rPr>
          <w:rFonts w:hint="cs"/>
          <w:rtl/>
        </w:rPr>
        <w:t xml:space="preserve"> </w:t>
      </w:r>
      <w:r>
        <w:rPr>
          <w:rtl/>
        </w:rPr>
        <w:t>حقا</w:t>
      </w:r>
      <w:r>
        <w:rPr>
          <w:rFonts w:hint="cs"/>
          <w:rtl/>
        </w:rPr>
        <w:t>ً</w:t>
      </w:r>
      <w:r>
        <w:rPr>
          <w:rtl/>
        </w:rPr>
        <w:t xml:space="preserve"> أنهما كانا يحملان صفات وسمات الصدّيق والصدّيقة؟ أم أنها أعطيت لهما طبقا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لقناعات وظروف لاحقة؟</w:t>
      </w:r>
    </w:p>
    <w:p w:rsidR="00F9007A" w:rsidRDefault="008A2B0F" w:rsidP="005F7FD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F631FA" w:rsidRPr="00A00064" w:rsidRDefault="00F631FA" w:rsidP="005F7FDA">
      <w:pPr>
        <w:pStyle w:val="libLine"/>
        <w:rPr>
          <w:rtl/>
        </w:rPr>
      </w:pPr>
      <w:r w:rsidRPr="00A00064">
        <w:rPr>
          <w:rtl/>
        </w:rPr>
        <w:t>_</w:t>
      </w:r>
      <w:r w:rsidRPr="00A00064">
        <w:rPr>
          <w:rFonts w:hint="cs"/>
          <w:rtl/>
        </w:rPr>
        <w:t>_____________</w:t>
      </w:r>
      <w:r w:rsidRPr="00A00064">
        <w:rPr>
          <w:rtl/>
        </w:rPr>
        <w:t>_</w:t>
      </w:r>
      <w:r w:rsidRPr="00A00064">
        <w:rPr>
          <w:rFonts w:hint="cs"/>
          <w:rtl/>
        </w:rPr>
        <w:t>_______</w:t>
      </w:r>
      <w:r w:rsidRPr="00A00064">
        <w:rPr>
          <w:rtl/>
        </w:rPr>
        <w:t>__</w:t>
      </w:r>
      <w:r w:rsidRPr="00A00064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وقد روى هذا المعنى ابن عباس كما في شواهد التنزيل 2 : 180 آية 140 ، ح 813 و 814.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وأبو هريرة كما في الدر المنثور 5 : 328.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وأبو الطفيل كما في شواهد التنزيل 2 : 181 آية 140 ح 815.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وأبو الأسود كما في البحر المحيط 7 : 411.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ومجاهد كما في البحر المحيط 7 : 411 ، تفسير القرطبي 15 : 256 ، وشواهد التنزيل 2 : 180 آيه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140 ح810 و 811 و 812 ، ومناقب الإمام علي لابن المغازلي 269 ح 317 وترجمة الإمام أمير </w:t>
      </w:r>
      <w:r w:rsidR="008A2B0F">
        <w:rPr>
          <w:rFonts w:hint="cs"/>
          <w:rtl/>
        </w:rPr>
        <w:t xml:space="preserve"> </w:t>
      </w:r>
      <w:r>
        <w:rPr>
          <w:rtl/>
        </w:rPr>
        <w:t>المؤمنين من تاريخ دمشق 42 : 359 ، 360.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الامالي للطوسي : 364 ، المجلس 13 ح 17 ، مناقب ابن شهرآشوب 2 : 288 ، البحار 24 : 37 ، الزمر 11.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3. تفسير الطبري 11 : 84 ، زاد المسير لابن الجوزي 3 : 349 ، تفسير القرطبي 8 : 288 ، الدر المنثور 3 : </w:t>
      </w:r>
      <w:r w:rsidR="008A2B0F">
        <w:rPr>
          <w:rFonts w:hint="cs"/>
          <w:rtl/>
        </w:rPr>
        <w:t xml:space="preserve"> </w:t>
      </w:r>
      <w:r>
        <w:rPr>
          <w:rtl/>
        </w:rPr>
        <w:t>289 ، فتح القدير 2 : 414 ، تاريخ دمشق 30 : 310 ، 337. 42 : 361.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4. انظر ضعفاء العقيلي 2 : 130 ، 137 ، الكامل لابن عدي 3 : 274 ، الموضوعات لابن الجوزي 1 : 341 ، </w:t>
      </w:r>
      <w:r w:rsidR="008A2B0F">
        <w:rPr>
          <w:rFonts w:hint="cs"/>
          <w:rtl/>
        </w:rPr>
        <w:t xml:space="preserve"> </w:t>
      </w:r>
      <w:r>
        <w:rPr>
          <w:rtl/>
        </w:rPr>
        <w:t>فانهم ضعفوا هذا الخبر اتباعا</w:t>
      </w:r>
      <w:r>
        <w:rPr>
          <w:rFonts w:hint="cs"/>
          <w:rtl/>
        </w:rPr>
        <w:t>ً</w:t>
      </w:r>
      <w:r>
        <w:rPr>
          <w:rtl/>
        </w:rPr>
        <w:t xml:space="preserve"> لعمر الذي هدد الإمام عليّا</w:t>
      </w:r>
      <w:r>
        <w:rPr>
          <w:rFonts w:hint="cs"/>
          <w:rtl/>
        </w:rPr>
        <w:t>ً</w:t>
      </w:r>
      <w:r>
        <w:rPr>
          <w:rtl/>
        </w:rPr>
        <w:t xml:space="preserve"> إن لم يبايع ، فقال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إذا تقتلون عبداللهوأخا </w:t>
      </w:r>
      <w:r w:rsidR="008A2B0F">
        <w:rPr>
          <w:rFonts w:hint="cs"/>
          <w:rtl/>
        </w:rPr>
        <w:t xml:space="preserve"> </w:t>
      </w:r>
      <w:r>
        <w:rPr>
          <w:rtl/>
        </w:rPr>
        <w:t>رسوله فقال عمر : أما عبداللهفنعم ، وأما أخو رسوله فلا.</w:t>
      </w:r>
    </w:p>
    <w:p w:rsidR="00F631FA" w:rsidRDefault="00F631FA" w:rsidP="00F631FA">
      <w:pPr>
        <w:pStyle w:val="Heading1"/>
        <w:rPr>
          <w:rtl/>
        </w:rPr>
      </w:pPr>
      <w:r>
        <w:rPr>
          <w:rtl/>
        </w:rPr>
        <w:br w:type="page"/>
      </w:r>
      <w:bookmarkStart w:id="3" w:name="_Toc414105332"/>
      <w:r>
        <w:rPr>
          <w:rtl/>
        </w:rPr>
        <w:lastRenderedPageBreak/>
        <w:t>عائشة والصدّيقيّة</w:t>
      </w:r>
      <w:bookmarkEnd w:id="3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فالصدّيق إن لم يكن نبيا</w:t>
      </w:r>
      <w:r>
        <w:rPr>
          <w:rFonts w:hint="cs"/>
          <w:rtl/>
        </w:rPr>
        <w:t>ً</w:t>
      </w:r>
      <w:r>
        <w:rPr>
          <w:rtl/>
        </w:rPr>
        <w:t xml:space="preserve"> أو وصيا</w:t>
      </w:r>
      <w:r>
        <w:rPr>
          <w:rFonts w:hint="cs"/>
          <w:rtl/>
        </w:rPr>
        <w:t>ً</w:t>
      </w:r>
      <w:r>
        <w:rPr>
          <w:rtl/>
        </w:rPr>
        <w:t xml:space="preserve"> يجب عليه أن يكون ممن صدّق الرسالة بكل </w:t>
      </w:r>
      <w:r w:rsidR="008A2B0F">
        <w:rPr>
          <w:rFonts w:hint="cs"/>
          <w:rtl/>
        </w:rPr>
        <w:t xml:space="preserve"> </w:t>
      </w:r>
      <w:r>
        <w:rPr>
          <w:rtl/>
        </w:rPr>
        <w:t>وجـوده وآمن برسالة السـماء إيمان قلب وعقيدة ، لا أن يكون مشككا</w:t>
      </w:r>
      <w:r>
        <w:rPr>
          <w:rFonts w:hint="cs"/>
          <w:rtl/>
        </w:rPr>
        <w:t>ً</w:t>
      </w:r>
      <w:r>
        <w:rPr>
          <w:rtl/>
        </w:rPr>
        <w:t xml:space="preserve"> في الرسالة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كما في كلام الصدّيقة عائشة!! حيث أنها وبعد تشكيكها بعدالة الرسول قالت : </w:t>
      </w:r>
      <w:r w:rsidR="008A2B0F">
        <w:rPr>
          <w:rFonts w:hint="cs"/>
          <w:rtl/>
        </w:rPr>
        <w:t xml:space="preserve"> </w:t>
      </w:r>
      <w:r>
        <w:rPr>
          <w:rtl/>
        </w:rPr>
        <w:t>ألست تزعم أنك رسول الله؟ فلطمها أبوها في وجهها.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وقالت مرّة أُخرى للنبيّ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اتق الله ولا تقل إل</w:t>
      </w:r>
      <w:r>
        <w:rPr>
          <w:rFonts w:hint="cs"/>
          <w:rtl/>
        </w:rPr>
        <w:t>ّ</w:t>
      </w:r>
      <w:r>
        <w:rPr>
          <w:rtl/>
        </w:rPr>
        <w:t>ا حقّا</w:t>
      </w:r>
      <w:r>
        <w:rPr>
          <w:rFonts w:hint="cs"/>
          <w:rtl/>
        </w:rPr>
        <w:t>ً</w:t>
      </w:r>
      <w:r>
        <w:rPr>
          <w:rtl/>
        </w:rPr>
        <w:t xml:space="preserve"> ، فرفع أبو بكر يده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فرشم أنفها وقال : أنتِ لا أُم لكِ يا بنة أُم رومان تقولين الحق أنت وأبوكِ ، ولا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يقولها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والصدّيقة هي التي لا تكذب بتاتا</w:t>
      </w:r>
      <w:r>
        <w:rPr>
          <w:rFonts w:hint="cs"/>
          <w:rtl/>
        </w:rPr>
        <w:t xml:space="preserve">ً </w:t>
      </w:r>
      <w:r>
        <w:rPr>
          <w:rtl/>
        </w:rPr>
        <w:t xml:space="preserve">ـحتى على ضرتهاـوذلك لا يتماشى مع 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جاء في الاستيعاب لابن عبد البر والإصابة لابن حجر من : أن رسول الله تزوج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أسماء بنت النعمان ، فقالت حفصة لعائشة أو عائشة لحفصة : اخضبيها أنت ، وأنا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أُمشطها ، ففعلن ، ثم قالت إحداهما لأسماء : إن النبي يعجبه من المرأة إذا دخلت </w:t>
      </w:r>
      <w:r w:rsidR="008A2B0F">
        <w:rPr>
          <w:rFonts w:hint="cs"/>
          <w:rtl/>
        </w:rPr>
        <w:t xml:space="preserve"> </w:t>
      </w:r>
      <w:r>
        <w:rPr>
          <w:rtl/>
        </w:rPr>
        <w:t>عليه أن تقول : أعوذ باللهمنك.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فلما دخل رسول الله عليها وأرخى الستر مد يده إليها ، فقالت : أعوذ بالله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منك ، فتلّ بكمه على وجهه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واستتر ، وقال : عُذتِ معاذا</w:t>
      </w:r>
      <w:r>
        <w:rPr>
          <w:rFonts w:hint="cs"/>
          <w:rtl/>
        </w:rPr>
        <w:t>ً</w:t>
      </w:r>
      <w:r>
        <w:rPr>
          <w:rtl/>
        </w:rPr>
        <w:t xml:space="preserve"> ، ثلاث مرات ، ثم </w:t>
      </w:r>
      <w:r w:rsidR="008A2B0F">
        <w:rPr>
          <w:rFonts w:hint="cs"/>
          <w:rtl/>
        </w:rPr>
        <w:t xml:space="preserve"> </w:t>
      </w:r>
      <w:r>
        <w:rPr>
          <w:rtl/>
        </w:rPr>
        <w:t>ألحقها بأهلها.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Pr="000312DC" w:rsidRDefault="00F631FA" w:rsidP="005F7FDA">
      <w:pPr>
        <w:pStyle w:val="libLine"/>
        <w:rPr>
          <w:rtl/>
        </w:rPr>
      </w:pPr>
      <w:r w:rsidRPr="000312DC">
        <w:rPr>
          <w:rtl/>
        </w:rPr>
        <w:t>_</w:t>
      </w:r>
      <w:r w:rsidRPr="000312DC">
        <w:rPr>
          <w:rFonts w:hint="cs"/>
          <w:rtl/>
        </w:rPr>
        <w:t>_____________</w:t>
      </w:r>
      <w:r w:rsidRPr="000312DC">
        <w:rPr>
          <w:rtl/>
        </w:rPr>
        <w:t>_</w:t>
      </w:r>
      <w:r w:rsidRPr="000312DC">
        <w:rPr>
          <w:rFonts w:hint="cs"/>
          <w:rtl/>
        </w:rPr>
        <w:t>_______</w:t>
      </w:r>
      <w:r w:rsidRPr="000312DC">
        <w:rPr>
          <w:rtl/>
        </w:rPr>
        <w:t>__</w:t>
      </w:r>
      <w:r w:rsidRPr="000312D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مسند أبي يعلى 8 : 130 / ح 4670 ، مجمع الزوائد 4 : 322 ، المطالب العالية لابن حجر 8 : 188 / </w:t>
      </w:r>
      <w:r w:rsidR="008A2B0F">
        <w:rPr>
          <w:rFonts w:hint="cs"/>
          <w:rtl/>
        </w:rPr>
        <w:t xml:space="preserve"> </w:t>
      </w:r>
      <w:r>
        <w:rPr>
          <w:rtl/>
        </w:rPr>
        <w:t>باب كيد النساء / ح 1599.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سبل الهدى والرشاد 11 : 173 عن ابن عساكر بسنده عن عائشة ، وانظر عين العبرة : 45 والطرائف : </w:t>
      </w:r>
      <w:r w:rsidR="008A2B0F">
        <w:rPr>
          <w:rFonts w:hint="cs"/>
          <w:rtl/>
        </w:rPr>
        <w:t xml:space="preserve"> </w:t>
      </w:r>
      <w:r>
        <w:rPr>
          <w:rtl/>
        </w:rPr>
        <w:t>492 عن إحياء العلوم للغزالي 2 : 43.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أي أرخى بكمه على وجهه.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Fonts w:hint="cs"/>
          <w:rtl/>
        </w:rPr>
        <w:t>4</w:t>
      </w:r>
      <w:r>
        <w:rPr>
          <w:rtl/>
        </w:rPr>
        <w:t>. الاستيعاب 4 : 1785 ، ت 3232 ، الإصابة 8 : 20 ت 10815 ، المستدرك للحاكم 4 : 36 ، الطبقات</w:t>
      </w:r>
      <w:r w:rsidR="008A2B0F">
        <w:rPr>
          <w:rFonts w:hint="cs"/>
          <w:rtl/>
        </w:rPr>
        <w:t xml:space="preserve"> 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ألا تعدّ مثل هكذا ممارسات من عائشة ضمن الأعمال البعيدة عن حريم </w:t>
      </w:r>
      <w:r w:rsidR="008A2B0F">
        <w:rPr>
          <w:rFonts w:hint="cs"/>
          <w:rtl/>
        </w:rPr>
        <w:t xml:space="preserve"> </w:t>
      </w:r>
      <w:r>
        <w:rPr>
          <w:rtl/>
        </w:rPr>
        <w:t>الصادقين ، لان فيها تفريقا</w:t>
      </w:r>
      <w:r>
        <w:rPr>
          <w:rFonts w:hint="cs"/>
          <w:rtl/>
        </w:rPr>
        <w:t>ً</w:t>
      </w:r>
      <w:r>
        <w:rPr>
          <w:rtl/>
        </w:rPr>
        <w:t xml:space="preserve"> بين المرء وزوجه.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ولا أدري كيف يقبل المسلم أن تكون عائشة هي الصدّيقة وهو يعلم بنزول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سورة التحريم في شأنها ، وأنها هي التي ألزمت رسول الله أن يحرم على نفسه ما </w:t>
      </w:r>
      <w:r w:rsidR="008A2B0F">
        <w:rPr>
          <w:rFonts w:hint="cs"/>
          <w:rtl/>
        </w:rPr>
        <w:t xml:space="preserve"> </w:t>
      </w:r>
      <w:r>
        <w:rPr>
          <w:rtl/>
        </w:rPr>
        <w:t>أحل الله له فيما هو مطروح.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وكيف بصدّيقة كعائشة أن تتظاهر مع حفصة على النبي حتى أنزل سبحانه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وتعالى فيهما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وَإِذْ أَسَرَّ النَّبِيُّ إِلَىٰ بَعْضِ أَزْوَاجِهِ حَدِيثًا فَلَمَّا نَبَّأَتْ بِهِ وَأَظْهَرَهُ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 xml:space="preserve">اللهُ عَلَيْهِ عَرَّفَ بَعْضَهُ وَأَعْرَضَ عَن بَعْضٍ فَلَمَّا نَبَّأَهَا بِهِ قَالَتْ مَنْ أَنبَأَكَ هَٰذَا قَالَ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نَبَّأَنِيَ الْعَلِيمُ الْخَبِيرُ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إِن تَتُوبَا إِلَى اللهِ فَقَدْ صَغَتْ قُلُوبُكُمَا وَإِن تَظَاهَرَا عَلَيْهِ فَإِنَّ اللهَ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هُوَ مَوْلَاهُ وَجِبْرِيلُ وَصَالِحُ الْمُؤْمِنِينَ وَالْمَلَائِكَةُ بَعْدَ ذَٰلِكَ ظَهِيرٌ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سأل ابن عباس عمر بن الخطاب بقوله : من المرأتان المتظاهرتان على </w:t>
      </w:r>
      <w:r w:rsidR="008A2B0F">
        <w:rPr>
          <w:rFonts w:hint="cs"/>
          <w:rtl/>
        </w:rPr>
        <w:t xml:space="preserve"> </w:t>
      </w:r>
      <w:r>
        <w:rPr>
          <w:rtl/>
        </w:rPr>
        <w:t>رسول الله؟ فما قضى كلامه حتى قال : عائشة وحفصة.</w:t>
      </w:r>
      <w:r w:rsidRPr="005F7FDA">
        <w:rPr>
          <w:rStyle w:val="libFootnotenumChar"/>
          <w:rFonts w:hint="cs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عيّر عثمان عائشة بذلك ، فقد أخر عثمان عن عائشة بعض أرزاقها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فغضبت ، ثم قالت : يا عثمان أكلت أمانتك ، وضيعت الرعية ، وسلطت عليهم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الأشرار من أهل بيتك ، واللهلولا الصلوات الخمس لمشى إليك أقوام ذوو بصائر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يذبحونك كما يذبح الجمل ، فقال عثمان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ضَرَبَ اللهُ مَثَلًا لِّلَّذِينَ كَفَرُوا امْرَأَتَ نُوحٍ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وَامْرَأَتَ لُوطٍ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... الآية.</w:t>
      </w:r>
    </w:p>
    <w:p w:rsidR="00F631FA" w:rsidRPr="00283393" w:rsidRDefault="00F631FA" w:rsidP="005F7FDA">
      <w:pPr>
        <w:pStyle w:val="libLine"/>
        <w:rPr>
          <w:rtl/>
        </w:rPr>
      </w:pPr>
      <w:r w:rsidRPr="00283393">
        <w:rPr>
          <w:rtl/>
        </w:rPr>
        <w:t>_</w:t>
      </w:r>
      <w:r w:rsidRPr="00283393">
        <w:rPr>
          <w:rFonts w:hint="cs"/>
          <w:rtl/>
        </w:rPr>
        <w:t>_____________</w:t>
      </w:r>
      <w:r w:rsidRPr="00283393">
        <w:rPr>
          <w:rtl/>
        </w:rPr>
        <w:t>_</w:t>
      </w:r>
      <w:r w:rsidRPr="00283393">
        <w:rPr>
          <w:rFonts w:hint="cs"/>
          <w:rtl/>
        </w:rPr>
        <w:t>_______</w:t>
      </w:r>
      <w:r w:rsidRPr="00283393">
        <w:rPr>
          <w:rtl/>
        </w:rPr>
        <w:t>__</w:t>
      </w:r>
      <w:r w:rsidRPr="00283393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8 : 145 ، المحبر : 95 ، المنتخب من ذيل المذيل : 106.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التحريم : 3 ـ 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تفسير الطبري 28 : 207 ح 26678 ، صحيح البخاري 6 : 69 ، تفسير سورة التحريم الباب 3 و 4 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 7 : 46 كتاب اللباس ، باب ما كان يتجوز رسول الله من اللباس والزنية ، صحيح مسلم 4 : 190ـ192 ، </w:t>
      </w:r>
      <w:r w:rsidR="008A2B0F">
        <w:rPr>
          <w:rFonts w:hint="cs"/>
          <w:rtl/>
        </w:rPr>
        <w:t xml:space="preserve"> </w:t>
      </w:r>
      <w:r>
        <w:rPr>
          <w:rtl/>
        </w:rPr>
        <w:t>كتاب الطلاق ، باب في الإيلاء واعتزال النساء ، مسند أحمد 1 : 48.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المحصول للرازي 4 : 343 ، الفتوح 2 : 421.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بل كيف بصدّيقة تتنابز بالألقاب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>وتغتاب مؤمنة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.قال الطبرسي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تفسير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أَيُّهَا الَّذِينَ آمَنُوا لَا يَسْخَرْ قَوْمٌ مِّن قَوْمٍ عَسَىٰ أَن يَكُونُوا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خَيْرًا مِّنْهُمْ وَلَا نِسَاءٌ مِّن نِّسَاءٍ عَسَىٰ أَن يَكُنَّ خَيْرًا مِّنْهُنَّ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نزل في نساء النبيّ </w:t>
      </w:r>
      <w:r w:rsidR="008A2B0F">
        <w:rPr>
          <w:rFonts w:hint="cs"/>
          <w:rtl/>
        </w:rPr>
        <w:t xml:space="preserve"> </w:t>
      </w:r>
      <w:r>
        <w:rPr>
          <w:rtl/>
        </w:rPr>
        <w:t>يسخرن من أم سلمة عن أنس. وابن عباس : ان أم سلمة ربطت حقويها بسبنّية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وسدلت طرفها ، وكانت تجرّ ، فقالت عائشة لحفصة : انظري ما تجر خلفها ، كأنه </w:t>
      </w:r>
      <w:r w:rsidR="008A2B0F">
        <w:rPr>
          <w:rFonts w:hint="cs"/>
          <w:rtl/>
        </w:rPr>
        <w:t xml:space="preserve"> </w:t>
      </w:r>
      <w:r>
        <w:rPr>
          <w:rtl/>
        </w:rPr>
        <w:t>لسان كلب.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وقيل : إنّها عيرتها بالقصر ، وأشارت بيدها أنها قصيرة.</w:t>
      </w:r>
    </w:p>
    <w:p w:rsidR="00F9007A" w:rsidRDefault="00F631FA" w:rsidP="00F9007A">
      <w:pPr>
        <w:pStyle w:val="libNormal"/>
        <w:rPr>
          <w:rtl/>
        </w:rPr>
      </w:pPr>
      <w:r>
        <w:rPr>
          <w:rtl/>
        </w:rPr>
        <w:t xml:space="preserve">بل هل يعقل بصدّيقة أن تتطبع بطبائع غير مشروعة وقبيحة كالحسد. جاء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سنن الترمذي عن عائشة أنها قالت : ما حسدت امرأة ما حسدت خديجة ، وما </w:t>
      </w:r>
      <w:r w:rsidR="008A2B0F">
        <w:rPr>
          <w:rFonts w:hint="cs"/>
          <w:rtl/>
        </w:rPr>
        <w:t xml:space="preserve"> </w:t>
      </w:r>
      <w:r>
        <w:rPr>
          <w:rtl/>
        </w:rPr>
        <w:t>تزوجني رسول الله إل</w:t>
      </w:r>
      <w:r>
        <w:rPr>
          <w:rFonts w:hint="cs"/>
          <w:rtl/>
        </w:rPr>
        <w:t>ّ</w:t>
      </w:r>
      <w:r>
        <w:rPr>
          <w:rtl/>
        </w:rPr>
        <w:t xml:space="preserve">ا بعد ما ماتت ، وذلك إن الله بشرها ببيت في الجنة منقصب </w:t>
      </w:r>
      <w:r w:rsidR="008A2B0F">
        <w:rPr>
          <w:rFonts w:hint="cs"/>
          <w:rtl/>
        </w:rPr>
        <w:t xml:space="preserve"> </w:t>
      </w:r>
      <w:r>
        <w:rPr>
          <w:rtl/>
        </w:rPr>
        <w:t>لا صخب فيه ولا نصب.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بل لِمَ يحسدون الناس على ما آتاهم الله من فضله؟!</w:t>
      </w:r>
      <w:r w:rsidR="008A2B0F">
        <w:rPr>
          <w:rtl/>
        </w:rPr>
        <w:t xml:space="preserve"> </w:t>
      </w:r>
      <w:r>
        <w:rPr>
          <w:rtl/>
        </w:rPr>
        <w:t xml:space="preserve">فلو كانت عائشة هي الصدّيقة حقا فهل يمكن أن يعدها رسول الله مع بقية </w:t>
      </w:r>
      <w:r w:rsidR="008A2B0F">
        <w:rPr>
          <w:rFonts w:hint="cs"/>
          <w:rtl/>
        </w:rPr>
        <w:t xml:space="preserve"> </w:t>
      </w:r>
      <w:r>
        <w:rPr>
          <w:rtl/>
        </w:rPr>
        <w:t>زوجاته ويقول عنهن (إنكن صويحبات يوسف).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بل كيف بعائشة الصدَّيقة!!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تعترض على ما نزل من قبل رب العالمين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تُرْجِي مَن تَشَاءُ مِنْهُنَّ وَتُؤْوِي إِلَيْكَ</w:t>
      </w:r>
      <w:r w:rsidR="008A2B0F">
        <w:rPr>
          <w:rFonts w:hint="cs"/>
          <w:rtl/>
        </w:rPr>
        <w:t xml:space="preserve"> </w:t>
      </w:r>
    </w:p>
    <w:p w:rsidR="00F631FA" w:rsidRPr="00283393" w:rsidRDefault="00F631FA" w:rsidP="005F7FDA">
      <w:pPr>
        <w:pStyle w:val="libLine"/>
        <w:rPr>
          <w:rtl/>
        </w:rPr>
      </w:pPr>
      <w:r w:rsidRPr="00283393">
        <w:rPr>
          <w:rtl/>
        </w:rPr>
        <w:t>_</w:t>
      </w:r>
      <w:r w:rsidRPr="00283393">
        <w:rPr>
          <w:rFonts w:hint="cs"/>
          <w:rtl/>
        </w:rPr>
        <w:t>_____________</w:t>
      </w:r>
      <w:r w:rsidRPr="00283393">
        <w:rPr>
          <w:rtl/>
        </w:rPr>
        <w:t>_</w:t>
      </w:r>
      <w:r w:rsidRPr="00283393">
        <w:rPr>
          <w:rFonts w:hint="cs"/>
          <w:rtl/>
        </w:rPr>
        <w:t>_______</w:t>
      </w:r>
      <w:r w:rsidRPr="00283393">
        <w:rPr>
          <w:rtl/>
        </w:rPr>
        <w:t>__</w:t>
      </w:r>
      <w:r w:rsidRPr="00283393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قال سبحانه وتعالى : 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>وَلَا تَنَابَزُوا بِالْأَلْقَابِ بِئْسَ الِاسْمُ الْفُسُوقُ</w:t>
      </w:r>
      <w:r w:rsidRPr="005F7FDA">
        <w:rPr>
          <w:rStyle w:val="libAlaemChar"/>
          <w:rtl/>
        </w:rPr>
        <w:t>)</w:t>
      </w:r>
      <w:r>
        <w:rPr>
          <w:rtl/>
        </w:rPr>
        <w:t>الحجرات : 11.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قال سبحانه وتعالى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>وَلَا يَغْتَب بَّعْضُكُم بَعْضًا</w:t>
      </w:r>
      <w:r w:rsidRPr="005F7FDA">
        <w:rPr>
          <w:rStyle w:val="libAlaemChar"/>
          <w:rtl/>
        </w:rPr>
        <w:t>)</w:t>
      </w:r>
      <w:r>
        <w:rPr>
          <w:rtl/>
        </w:rPr>
        <w:t>الحجرات : 12.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السبنية : ضرب من الثياب ، تتخذ من مشاقة الكتان. منسوب إلى موضع بناحية المغرب يقال له : سبن.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الكشاف 4 : 373 ، تفسير القرطبي 16 : 326 ، زاد المسير 7 : 182 ، تفسير بحر المحيط 8 : 112.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سنن الترمذي 5 : 366 ح 3979 فضل خديجة.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 xml:space="preserve">. إحياء علوم الدين 4 : 47 ، المسترشد في الإمامة : 141 وجاء عن صحيح البخاري 1 : 165 ، كتاب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الإذن ، باب أهل العلم والفضل أحق بالإمامة ، وصحيح مسلم 2 : 25 ، كتاب الصلاة ، باب تقديم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الجماعة من يصلي بهم ، وسنن الدارمي 1 : 39 ، باب في وفاة النبي ، بلفظ </w:t>
      </w:r>
      <w:r w:rsidRPr="005F7FDA">
        <w:rPr>
          <w:rStyle w:val="libAlaemChar"/>
          <w:rFonts w:hint="cs"/>
          <w:rtl/>
        </w:rPr>
        <w:t>«</w:t>
      </w:r>
      <w:r>
        <w:rPr>
          <w:rtl/>
        </w:rPr>
        <w:t xml:space="preserve"> وصواحب يوسف </w:t>
      </w:r>
      <w:r w:rsidRPr="005F7FDA">
        <w:rPr>
          <w:rStyle w:val="libAlaemChar"/>
          <w:rFonts w:hint="cs"/>
          <w:rtl/>
        </w:rPr>
        <w:t>»</w:t>
      </w:r>
      <w:r>
        <w:rPr>
          <w:rtl/>
        </w:rPr>
        <w:t>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AieChar"/>
          <w:rtl/>
        </w:rPr>
        <w:lastRenderedPageBreak/>
        <w:t>مَن تَشَاءُ وَمَنِ ابْتَغَيْتَ مِمَّنْ عَزَلْتَ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وتقول متهكـمـة لـرسـول الله : واللهما أرى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ربّـك إلا يسـارع لك في هـواك.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وهل حقا أن رسـول الله كان يتّبع هواه أو أنّ الباري سبحانه كان يسارع للنبي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في هـواه!! ألم يكن في كلامها ازدراء بالرسول والرسالة ، وهل هذه هي المعرفة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الحقّة المرجوّة من الصدّيقة؟! بل هل أن رب محمد يختلف عن رب عائشـة حتى </w:t>
      </w:r>
      <w:r w:rsidR="008A2B0F">
        <w:rPr>
          <w:rFonts w:hint="cs"/>
          <w:rtl/>
        </w:rPr>
        <w:t xml:space="preserve"> </w:t>
      </w:r>
      <w:r>
        <w:rPr>
          <w:rtl/>
        </w:rPr>
        <w:t>تخاطبه وتقول : ما أرى ربّك إل</w:t>
      </w:r>
      <w:r>
        <w:rPr>
          <w:rFonts w:hint="cs"/>
          <w:rtl/>
        </w:rPr>
        <w:t>ّ</w:t>
      </w:r>
      <w:r>
        <w:rPr>
          <w:rtl/>
        </w:rPr>
        <w:t>ا يسـارع لك في هواك.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وهل الصدّيقة يؤثر فيها الهوى وتغلب عليها غيرة النساء ، فتكتم الحقوتخبر </w:t>
      </w:r>
      <w:r w:rsidR="008A2B0F">
        <w:rPr>
          <w:rFonts w:hint="cs"/>
          <w:rtl/>
        </w:rPr>
        <w:t xml:space="preserve"> </w:t>
      </w:r>
      <w:r>
        <w:rPr>
          <w:rtl/>
        </w:rPr>
        <w:t>بغير الصدق؟!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 النبي </w:t>
      </w:r>
      <w:r w:rsidRPr="005F7FDA">
        <w:rPr>
          <w:rStyle w:val="libAlaemChar"/>
          <w:rtl/>
        </w:rPr>
        <w:t>صلى</w:t>
      </w:r>
      <w:r w:rsidRPr="005F7FDA">
        <w:rPr>
          <w:rStyle w:val="libAlaemChar"/>
          <w:rFonts w:hint="cs"/>
          <w:rtl/>
        </w:rPr>
        <w:t>‌الله‌عليه‌وآله</w:t>
      </w:r>
      <w:r>
        <w:rPr>
          <w:rtl/>
        </w:rPr>
        <w:t xml:space="preserve"> أرسل عائشة لتنظر إلى امرأة أراد أن يخطبها ، فذهبت ثم رجعت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ما رأيتِ؟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قالت : ما رأيتُ طائلاً.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لها رسول الله : لقد رأيتِ خالاً بخدها اقشعرت منه ذؤابتك.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فقالت : ما دونك سر ، ومن يستطيع أن يكتمك.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كانت هذه صورة إجمالية عن الصدّيقة عائشة ، وأراها كافية في رسم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شخصيتها والوقوف على التمايز بينها وبين فاطمة الزهراء أو خديجة الكبرى. وقد </w:t>
      </w:r>
      <w:r w:rsidR="008A2B0F">
        <w:rPr>
          <w:rFonts w:hint="cs"/>
          <w:rtl/>
        </w:rPr>
        <w:t xml:space="preserve"> </w:t>
      </w:r>
      <w:r>
        <w:rPr>
          <w:rtl/>
        </w:rPr>
        <w:t>يكون في الخبر الآتي ما يجسم نفسية عائشة والفرق بينها وبين فاطمة وخديجة :</w:t>
      </w:r>
    </w:p>
    <w:p w:rsidR="00F631FA" w:rsidRPr="0040617B" w:rsidRDefault="00F631FA" w:rsidP="005F7FDA">
      <w:pPr>
        <w:pStyle w:val="libLine"/>
        <w:rPr>
          <w:rtl/>
        </w:rPr>
      </w:pPr>
      <w:r w:rsidRPr="0040617B">
        <w:rPr>
          <w:rtl/>
        </w:rPr>
        <w:t>_</w:t>
      </w:r>
      <w:r w:rsidRPr="0040617B">
        <w:rPr>
          <w:rFonts w:hint="cs"/>
          <w:rtl/>
        </w:rPr>
        <w:t>_____________</w:t>
      </w:r>
      <w:r w:rsidRPr="0040617B">
        <w:rPr>
          <w:rtl/>
        </w:rPr>
        <w:t>_</w:t>
      </w:r>
      <w:r w:rsidRPr="0040617B">
        <w:rPr>
          <w:rFonts w:hint="cs"/>
          <w:rtl/>
        </w:rPr>
        <w:t>_______</w:t>
      </w:r>
      <w:r w:rsidRPr="0040617B">
        <w:rPr>
          <w:rtl/>
        </w:rPr>
        <w:t>__</w:t>
      </w:r>
      <w:r w:rsidRPr="0040617B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الأحزاب : 51.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صحيح مسلم 5 : 174 ، كتاب الرضاع ، باب جواز هبتها نوبتها لضرتها ، صحيح البخاري 6 : 24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كتاب التفسير ، تفسير سورة الأحزاب ، وفي كتاب النكاح ، باب هل للمرأة أن تهب نفسها 6 : 128 ، </w:t>
      </w:r>
      <w:r w:rsidR="008A2B0F">
        <w:rPr>
          <w:rFonts w:hint="cs"/>
          <w:rtl/>
        </w:rPr>
        <w:t xml:space="preserve"> </w:t>
      </w:r>
      <w:r>
        <w:rPr>
          <w:rtl/>
        </w:rPr>
        <w:t>تفسير الطبري 22 : 33 ، تفسير ابن كثير 3 : 508.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تاريخ بغداد 1 : 317 ، تاريخ دمشق 51 : 36 ، ذكر أخبار إصفهان 2 : 188 ، كنز العمال 12 : 418 </w:t>
      </w:r>
      <w:r w:rsidR="008A2B0F">
        <w:rPr>
          <w:rFonts w:hint="cs"/>
          <w:rtl/>
        </w:rPr>
        <w:t xml:space="preserve"> </w:t>
      </w:r>
      <w:r>
        <w:rPr>
          <w:rtl/>
        </w:rPr>
        <w:t>ح 35460 ، وانظر طبقات ابن سعد 8 : 161 ، سبل الهدى والرشاد 11 : 235.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فقد جاء في تاريخ دمشق : إنّ عائشة زوج النبي رأت النبي يقطع اللحم </w:t>
      </w:r>
      <w:r w:rsidR="008A2B0F">
        <w:rPr>
          <w:rFonts w:hint="cs"/>
          <w:rtl/>
        </w:rPr>
        <w:t xml:space="preserve"> </w:t>
      </w:r>
      <w:r>
        <w:rPr>
          <w:rtl/>
        </w:rPr>
        <w:t>لفاطمة وابنيها ، فقالت : يا رسول الله لابنة الحمراء [ تعني بها خديجة</w:t>
      </w:r>
      <w:r>
        <w:rPr>
          <w:rFonts w:hint="cs"/>
          <w:rtl/>
        </w:rPr>
        <w:t>]</w:t>
      </w:r>
      <w:r>
        <w:rPr>
          <w:rtl/>
        </w:rPr>
        <w:t xml:space="preserve">أوحش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رأيته تقطع اللحم ، فغضب النبي ، فترك عائشة لا يكلمها ، وإن أُم رومان كلمته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فقالت : يا رسول الله ان عائشة بُنيَّة فلا تؤاخذها ، فقال : وتدرين ما قالت؟ إنها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قالت كذا وكذا في خديجة ، وقد فُضِّلت خديجة على نساء أُمتي كما فُضِّلت مريم </w:t>
      </w:r>
      <w:r w:rsidR="008A2B0F">
        <w:rPr>
          <w:rFonts w:hint="cs"/>
          <w:rtl/>
        </w:rPr>
        <w:t xml:space="preserve"> </w:t>
      </w:r>
      <w:r>
        <w:rPr>
          <w:rtl/>
        </w:rPr>
        <w:t>على نساء العالمين.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سنن الترمذي عن عائشة أنها قالت : ما غرت على أحد من أزواج النبي </w:t>
      </w:r>
      <w:r w:rsidR="008A2B0F">
        <w:rPr>
          <w:rFonts w:hint="cs"/>
          <w:rtl/>
        </w:rPr>
        <w:t xml:space="preserve"> </w:t>
      </w:r>
      <w:r>
        <w:rPr>
          <w:rtl/>
        </w:rPr>
        <w:t>ما غـرت على خديجـة ، وما بي أن أكون أدركتها ، وما ذاك إل</w:t>
      </w:r>
      <w:r>
        <w:rPr>
          <w:rFonts w:hint="cs"/>
          <w:rtl/>
        </w:rPr>
        <w:t>ّ</w:t>
      </w:r>
      <w:r>
        <w:rPr>
          <w:rtl/>
        </w:rPr>
        <w:t xml:space="preserve">ا لكثرةذكر رسول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لها وإن كان ليذبح الشـاة فيتتبع بها صدايق خديجة فيهديها لهن.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F631FA">
      <w:pPr>
        <w:pStyle w:val="Heading1"/>
        <w:rPr>
          <w:rtl/>
        </w:rPr>
      </w:pPr>
      <w:bookmarkStart w:id="4" w:name="_Toc414105333"/>
      <w:r>
        <w:rPr>
          <w:rtl/>
        </w:rPr>
        <w:t>أبو بكر والصديقيّة</w:t>
      </w:r>
      <w:bookmarkEnd w:id="4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والآن لنقف هنيئة عند أبي بكر لنرى هل أنه حقا</w:t>
      </w:r>
      <w:r>
        <w:rPr>
          <w:rFonts w:hint="cs"/>
          <w:rtl/>
        </w:rPr>
        <w:t>ً</w:t>
      </w:r>
      <w:r>
        <w:rPr>
          <w:rtl/>
        </w:rPr>
        <w:t xml:space="preserve"> هو الصدّيق ، أم أن </w:t>
      </w:r>
      <w:r w:rsidR="008A2B0F">
        <w:rPr>
          <w:rFonts w:hint="cs"/>
          <w:rtl/>
        </w:rPr>
        <w:t xml:space="preserve"> </w:t>
      </w:r>
      <w:r>
        <w:rPr>
          <w:rtl/>
        </w:rPr>
        <w:t>الصدّيق ، علي بن أبي طالب؟ بعيدا</w:t>
      </w:r>
      <w:r>
        <w:rPr>
          <w:rFonts w:hint="cs"/>
          <w:rtl/>
        </w:rPr>
        <w:t>ً</w:t>
      </w:r>
      <w:r>
        <w:rPr>
          <w:rtl/>
        </w:rPr>
        <w:t xml:space="preserve"> عن كل الخلفيات التي يحملها كل طرف ، أي </w:t>
      </w:r>
      <w:r w:rsidR="008A2B0F">
        <w:rPr>
          <w:rFonts w:hint="cs"/>
          <w:rtl/>
        </w:rPr>
        <w:t xml:space="preserve"> </w:t>
      </w:r>
      <w:r>
        <w:rPr>
          <w:rtl/>
        </w:rPr>
        <w:t>لندرس شخصية الاثنين من خلال أقوالهما وأفعالهما لا من خلال أقوال أتباعهما.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إذ من المعلوم بأنّ الصدق مقابل الكذب ، فلو كانت الصدّيقة فاطمة هي المحقة </w:t>
      </w:r>
      <w:r w:rsidR="008A2B0F">
        <w:rPr>
          <w:rFonts w:hint="cs"/>
          <w:rtl/>
        </w:rPr>
        <w:t xml:space="preserve"> </w:t>
      </w:r>
      <w:r>
        <w:rPr>
          <w:rtl/>
        </w:rPr>
        <w:t>في قولها ، فيكون الصدّيق أبو بكر كاذبا</w:t>
      </w:r>
      <w:r>
        <w:rPr>
          <w:rFonts w:hint="cs"/>
          <w:rtl/>
        </w:rPr>
        <w:t>ً</w:t>
      </w:r>
      <w:r>
        <w:rPr>
          <w:rtl/>
        </w:rPr>
        <w:t xml:space="preserve"> ، وكذا إن كان عليٌ محقا</w:t>
      </w:r>
      <w:r>
        <w:rPr>
          <w:rFonts w:hint="cs"/>
          <w:rtl/>
        </w:rPr>
        <w:t>ً</w:t>
      </w:r>
      <w:r>
        <w:rPr>
          <w:rtl/>
        </w:rPr>
        <w:t xml:space="preserve"> فيلزم أن يكون </w:t>
      </w:r>
      <w:r w:rsidR="008A2B0F">
        <w:rPr>
          <w:rFonts w:hint="cs"/>
          <w:rtl/>
        </w:rPr>
        <w:t xml:space="preserve"> </w:t>
      </w:r>
      <w:r>
        <w:rPr>
          <w:rtl/>
        </w:rPr>
        <w:t>الطرف الآخر مبطلاً.</w:t>
      </w:r>
    </w:p>
    <w:p w:rsidR="00F631FA" w:rsidRPr="0040617B" w:rsidRDefault="00F631FA" w:rsidP="005F7FDA">
      <w:pPr>
        <w:pStyle w:val="libLine"/>
        <w:rPr>
          <w:rtl/>
        </w:rPr>
      </w:pPr>
      <w:r w:rsidRPr="0040617B">
        <w:rPr>
          <w:rtl/>
        </w:rPr>
        <w:t>_</w:t>
      </w:r>
      <w:r w:rsidRPr="0040617B">
        <w:rPr>
          <w:rFonts w:hint="cs"/>
          <w:rtl/>
        </w:rPr>
        <w:t>_____________</w:t>
      </w:r>
      <w:r w:rsidRPr="0040617B">
        <w:rPr>
          <w:rtl/>
        </w:rPr>
        <w:t>_</w:t>
      </w:r>
      <w:r w:rsidRPr="0040617B">
        <w:rPr>
          <w:rFonts w:hint="cs"/>
          <w:rtl/>
        </w:rPr>
        <w:t>_______</w:t>
      </w:r>
      <w:r w:rsidRPr="0040617B">
        <w:rPr>
          <w:rtl/>
        </w:rPr>
        <w:t>__</w:t>
      </w:r>
      <w:r w:rsidRPr="0040617B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تاريخ دمشق 70 : 114.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سنن الترمذي 3 : 249 / 2086 ، 5 : 366 / 3977 ، وانظر مسند أحمد 6 : 279 ، وصحيح البخاري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4 : 230 / كتاب بدء الخلق / باب تزويج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خديجة وفضلها (رض) ، الطرائف : 291 ، وفتح </w:t>
      </w:r>
      <w:r w:rsidR="008A2B0F">
        <w:rPr>
          <w:rFonts w:hint="cs"/>
          <w:rtl/>
        </w:rPr>
        <w:t xml:space="preserve"> </w:t>
      </w:r>
      <w:r>
        <w:rPr>
          <w:rtl/>
        </w:rPr>
        <w:t>الباري 7 : 102</w:t>
      </w:r>
      <w:r>
        <w:rPr>
          <w:rFonts w:hint="cs"/>
          <w:rtl/>
        </w:rPr>
        <w:t xml:space="preserve"> وقد علق قائلا : وفيه ثبوت الغيرة وأنها غير مستنكر وقوعها من فاضلات النساء فضلاً </w:t>
      </w:r>
      <w:r w:rsidR="008A2B0F">
        <w:rPr>
          <w:rtl/>
        </w:rPr>
        <w:t xml:space="preserve"> </w:t>
      </w:r>
      <w:r>
        <w:rPr>
          <w:rFonts w:hint="cs"/>
          <w:rtl/>
        </w:rPr>
        <w:t>عمن دونهن!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والآن مع بعض تلك الفقرات والنماذج من كلمات ومواقف أئمة النهجين لنعرف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هو الصادق ومن هو الكاذب في تلك الأمور المختلف فيها ، ثم نعرّج بعد ذلك </w:t>
      </w:r>
      <w:r w:rsidR="008A2B0F">
        <w:rPr>
          <w:rFonts w:hint="cs"/>
          <w:rtl/>
        </w:rPr>
        <w:t xml:space="preserve"> </w:t>
      </w:r>
      <w:r>
        <w:rPr>
          <w:rtl/>
        </w:rPr>
        <w:t>على الصدّيق لنعرف أيّهما هو الأحق بالاتصاف بهذه الصفة وفقا</w:t>
      </w:r>
      <w:r>
        <w:rPr>
          <w:rFonts w:hint="cs"/>
          <w:rtl/>
        </w:rPr>
        <w:t>ً</w:t>
      </w:r>
      <w:r>
        <w:rPr>
          <w:rtl/>
        </w:rPr>
        <w:t xml:space="preserve"> للمعطيات :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النموذج الأوّل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هناك فقرة من خطبة السيدة فاطمة الزهراء وهي تخاطب القوم ، تقول فيها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0E1175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وأنتم تزعمون أن لا إرث لنا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أَفَحُكْمَ الْجَاهِلِيَّةِ يَبْغُونَ وَمَنْ أَحْسَنُ مِنَ اللهِ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حُكْمًا لِّقَوْمٍ يُوقِنُونَ 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أفلا تعلمون؟ بلى تجلّى لكم كالشمس الضاحية أني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ابنته. أيّها المسلمون أأغلب على إرثيه؟! يا ابن أبي قحافة! أفي كتاب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الله أن ترث أباك ، ولا أرث أبي؟!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AieChar"/>
                <w:rtl/>
              </w:rPr>
              <w:t xml:space="preserve">لَقَدْ جِئْتِ شَيْئًا فَرِيًّا 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>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أفعلى عمد تركتم كتاب الله ونبذتموه وراء ظهوركم إذ يقول :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وَوَرِثَ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سُلَيْمَانُ دَاوُودَ 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وقال فيما اقتص من خبر يحيى بن زكريا عليهم</w:t>
            </w:r>
            <w:r>
              <w:rPr>
                <w:rFonts w:hint="cs"/>
                <w:rtl/>
              </w:rPr>
              <w:t xml:space="preserve">ا </w:t>
            </w:r>
            <w:r>
              <w:rPr>
                <w:rtl/>
              </w:rPr>
              <w:t xml:space="preserve">السلام إذ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قال :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فَهَبْ لِي مِن لَّدُنكَ وَلِيًّايَرِثُنِي وَيَرِثُ مِنْ آلِ يَعْقُوبَ 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وقال : </w:t>
            </w:r>
            <w:r w:rsidR="008A2B0F">
              <w:rPr>
                <w:rFonts w:hint="cs"/>
                <w:rtl/>
              </w:rPr>
              <w:t xml:space="preserve">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>وَأُولُو الْأَرْحَامِ بَعْضُهُمْ أَوْلَىٰ بِبَعْضٍ فِي كِتَابِ اللهِ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وقال :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يُوصِيكُمُ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>اللهُ فِي أَوْلَادِكُمْ لِلذَّكَرِ مِثْلُ حَظِّ الْأُنثَيَيْنِ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وقال :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إِن تَرَكَ خَيْرًا الْوَصِيَّةُ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>لِلْوَالِدَيْنِ وَالْأَقْرَبِينَ بِالْمَعْرُوفِ حَقًّا عَلَى الْمُتَّقِينَ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وزعمتم أن لا حظوة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لي ، ولا إِرث من أبي ولا رحم بيننا!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أفخصكم الله بآية أخرج منها أبي؟ أم هل تقولون : أهل ملتين لا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يتوارثان ، أو لست أنا وأبي من ملة واحدة؟ أم أنتم أعلم بخصوص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القرآن وعمومه من أبي وابن عمي؟ فدونكها مخطومة مرحولة تلقاك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يوم حشرك ، فنعم الحكم الله ، والزعيم محمد ، والموعد القيامة ، وعند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الساعة يخسر المبطلون ، ولا ينفعكم إذ تندمون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AieChar"/>
                <w:rtl/>
              </w:rPr>
              <w:t>لِّكُلِّ نَبَإٍ مُّسْتَقَرٌّ وَسَوْفَ تَعْلَمُونَمَن يَأْتِيهِ عَذَابٌ يُخْزِيهِ وَيَحِلُّ عَلَيْهِ عَذَابٌ مُّقِيمٌ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>.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وهذا النص صريح ولا يحتاج إلى مزيد تفسير وتحليل ، فالصدّيقة فاطمة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الزهراء كذّبت الصدّيق أبا بكر بقولها : يا ابن أبي قحافة! أفي كتاب الله أن ترث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أباك ولا أرث أبي ،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لَقَدْ جِئْتِ شَيْئًا فَرِيًّا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وكذا في كلامها بأنّ أبا بكر وأنصاره زعموا أن لا حظوة ولا إِرث لها من أبيها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جريا مع أحكام الجاهلية ، وهو ما يخالف عمومات القران في الوصية والإرث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فكيف بأبي بكر يرث أباه ، والزهراء لا ترث أباها؟ أفخصهم الله بآية أخرج منها </w:t>
      </w:r>
      <w:r w:rsidR="008A2B0F">
        <w:rPr>
          <w:rFonts w:hint="cs"/>
          <w:rtl/>
        </w:rPr>
        <w:t xml:space="preserve"> </w:t>
      </w:r>
      <w:r>
        <w:rPr>
          <w:rtl/>
        </w:rPr>
        <w:t>النبي محمدا</w:t>
      </w:r>
      <w:r>
        <w:rPr>
          <w:rFonts w:hint="cs"/>
          <w:rtl/>
        </w:rPr>
        <w:t>ً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؟ أم يقولون أهل ملتين لا يتوارثان؟ أو أنهم يريدون أن يقولوا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بأنّ الزهراء ليست بابنة الرسول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والعياذ بالله.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لان العقول لا تصدق أن يكون الرسول قد بين هذا الحكم لغير الوارث وتركه </w:t>
      </w:r>
      <w:r w:rsidR="008A2B0F">
        <w:rPr>
          <w:rFonts w:hint="cs"/>
          <w:rtl/>
        </w:rPr>
        <w:t xml:space="preserve"> </w:t>
      </w:r>
      <w:r>
        <w:rPr>
          <w:rtl/>
        </w:rPr>
        <w:t>البيان للوارث؟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 كيف تصدّق العقول تخصيص الكتاب بالخبر الواحد الذي لم يصدّقه علي </w:t>
      </w:r>
      <w:r w:rsidR="008A2B0F">
        <w:rPr>
          <w:rFonts w:hint="cs"/>
          <w:rtl/>
        </w:rPr>
        <w:t xml:space="preserve"> </w:t>
      </w:r>
      <w:r>
        <w:rPr>
          <w:rtl/>
        </w:rPr>
        <w:t>وفاطمة سلام الله عليهما 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وكيف تصدّق العقول تخصيص الكتاب بالخبر الواحد الذي لم يصح الأخذ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بعموم ظاهره ، لمخالفته لما ثبت من سيرة الأنبياء الماضين صلوات الله على نبينا </w:t>
      </w:r>
      <w:r w:rsidR="008A2B0F">
        <w:rPr>
          <w:rFonts w:hint="cs"/>
          <w:rtl/>
        </w:rPr>
        <w:t xml:space="preserve"> </w:t>
      </w:r>
      <w:r>
        <w:rPr>
          <w:rtl/>
        </w:rPr>
        <w:t>وآله عليهم؟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هذا وإن الزهراء بكلامها قررت ترك القوم العمل بكتاب الله ، لأنّ كلمة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(ورث) عامة وتدل على المال كما هو المشاهد في عدة آيات ولم تقيد بقيد إضافي ، </w:t>
      </w:r>
      <w:r w:rsidR="008A2B0F">
        <w:rPr>
          <w:rFonts w:hint="cs"/>
          <w:rtl/>
        </w:rPr>
        <w:t xml:space="preserve"> </w:t>
      </w:r>
      <w:r>
        <w:rPr>
          <w:rtl/>
        </w:rPr>
        <w:t>لكنهم صرفوا الإرث إلى وراثة الحكمة والنبوة دون الأموال ؛ تقديما</w:t>
      </w:r>
      <w:r>
        <w:rPr>
          <w:rFonts w:hint="cs"/>
          <w:rtl/>
        </w:rPr>
        <w:t>ً</w:t>
      </w:r>
      <w:r>
        <w:rPr>
          <w:rtl/>
        </w:rPr>
        <w:t xml:space="preserve"> للمجاز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الحقيقة ، مع العلم بأنّ وراثة النبوة والعلم لا تعني إبطال الميراث المالي ، بل وراثة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النبوة ملازمة للوراثة المالية ، وهذه الوراثة ملازمة لأهلها من الأزل عند بارئها </w:t>
      </w:r>
      <w:r w:rsidR="008A2B0F">
        <w:rPr>
          <w:rFonts w:hint="cs"/>
          <w:rtl/>
        </w:rPr>
        <w:t xml:space="preserve"> 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اللهُ أَعْلَمُ حَيْثُ يَجْعَلُ رِسَالَتَهُ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الرازي في تفسيره : إنّ المراد بالميراث في الموضعين هو وراثة المال ، وهذا </w:t>
      </w:r>
      <w:r w:rsidR="008A2B0F">
        <w:rPr>
          <w:rFonts w:hint="cs"/>
          <w:rtl/>
        </w:rPr>
        <w:t xml:space="preserve"> </w:t>
      </w:r>
      <w:r>
        <w:rPr>
          <w:rtl/>
        </w:rPr>
        <w:t>قول ابن عباس والحسن والضحاك.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وقال الزمخشري في الكشاف : ورث سليمان عن أبيه ألف فرس.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البغوي في معالم التنزيل في تفسير الآية من سورة مريم ، قال الحسن : </w:t>
      </w:r>
      <w:r w:rsidR="008A2B0F">
        <w:rPr>
          <w:rFonts w:hint="cs"/>
          <w:rtl/>
        </w:rPr>
        <w:t xml:space="preserve"> </w:t>
      </w:r>
      <w:r>
        <w:rPr>
          <w:rtl/>
        </w:rPr>
        <w:t>معناه يرث مالي.</w:t>
      </w:r>
      <w:r w:rsidRPr="005F7FDA">
        <w:rPr>
          <w:rStyle w:val="libFootnotenumChar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ونحن لو تأمّلنا في استدلال الصدّيق الأكبر علي ، والصدّيقة الكبرى فاطمة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الزهراء ، والعباس عم النبي ، لرأيناهم يستدلون على خطأ أبي بكر وسقم دعواه </w:t>
      </w:r>
      <w:r w:rsidR="008A2B0F">
        <w:rPr>
          <w:rFonts w:hint="cs"/>
          <w:rtl/>
        </w:rPr>
        <w:t xml:space="preserve"> </w:t>
      </w:r>
      <w:r>
        <w:rPr>
          <w:rtl/>
        </w:rPr>
        <w:t>إلزاما</w:t>
      </w:r>
      <w:r>
        <w:rPr>
          <w:rFonts w:hint="cs"/>
          <w:rtl/>
        </w:rPr>
        <w:t>ً</w:t>
      </w:r>
      <w:r>
        <w:rPr>
          <w:rtl/>
        </w:rPr>
        <w:t xml:space="preserve"> له بما ألزم به نفسه حينما نهى الناس عن التحديث عن النبي قائلاً : بيننا</w:t>
      </w:r>
      <w:r w:rsidR="008A2B0F">
        <w:rPr>
          <w:rtl/>
        </w:rPr>
        <w:t xml:space="preserve"> </w:t>
      </w:r>
      <w:r>
        <w:rPr>
          <w:rtl/>
        </w:rPr>
        <w:t xml:space="preserve">وبينكم كتاب الله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أي أنهم استدلوا بعمومات القرآن في الإرث والوصية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خطئه ، لكنه رجع هو إلى ما نهاهم عنه من الحديث عن رسول الله ، حيث استدل </w:t>
      </w:r>
      <w:r w:rsidR="008A2B0F">
        <w:rPr>
          <w:rFonts w:hint="cs"/>
          <w:rtl/>
        </w:rPr>
        <w:t xml:space="preserve"> </w:t>
      </w:r>
      <w:r>
        <w:rPr>
          <w:rtl/>
        </w:rPr>
        <w:t>بالحديث مقابل آيات القرآن ، وهي مُفارَقَةٌ تحتاج إلى تأمل.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النموذج الثاني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تكذيب الزهراء أبا بكر فيما نقله عن رسول الله : (نحن معاشر الأنبياء لا نورث </w:t>
      </w:r>
      <w:r w:rsidR="008A2B0F">
        <w:rPr>
          <w:rFonts w:hint="cs"/>
          <w:rtl/>
        </w:rPr>
        <w:t xml:space="preserve"> </w:t>
      </w:r>
      <w:r>
        <w:rPr>
          <w:rtl/>
        </w:rPr>
        <w:t>ما تركناه صدقة) بالعمومات القرآنية السابقة وسيرة الخليفة نفسه.</w:t>
      </w:r>
    </w:p>
    <w:p w:rsidR="00D348AE" w:rsidRDefault="00F631FA" w:rsidP="00D348AE">
      <w:pPr>
        <w:pStyle w:val="libNormal"/>
        <w:rPr>
          <w:rtl/>
        </w:rPr>
      </w:pPr>
      <w:r>
        <w:rPr>
          <w:rtl/>
        </w:rPr>
        <w:t xml:space="preserve">إذ لو صح كلام أبي بكر فكيف صح له أن يدفع آلة رسول الله ودابته وحذاءه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إلى علي بن أبي طالب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ويمكّن زوجاته من التصرف في حجراتهن كما يتصرف</w:t>
      </w:r>
      <w:r w:rsidR="008A2B0F">
        <w:rPr>
          <w:rFonts w:hint="cs"/>
          <w:rtl/>
        </w:rPr>
        <w:t xml:space="preserve"> </w:t>
      </w:r>
    </w:p>
    <w:p w:rsidR="00F631FA" w:rsidRPr="000E1175" w:rsidRDefault="00F631FA" w:rsidP="005F7FDA">
      <w:pPr>
        <w:pStyle w:val="libLine"/>
        <w:rPr>
          <w:rtl/>
        </w:rPr>
      </w:pPr>
      <w:r w:rsidRPr="000E1175">
        <w:rPr>
          <w:rtl/>
        </w:rPr>
        <w:t>_</w:t>
      </w:r>
      <w:r w:rsidRPr="000E1175">
        <w:rPr>
          <w:rFonts w:hint="cs"/>
          <w:rtl/>
        </w:rPr>
        <w:t>_____________</w:t>
      </w:r>
      <w:r w:rsidRPr="000E1175">
        <w:rPr>
          <w:rtl/>
        </w:rPr>
        <w:t>_</w:t>
      </w:r>
      <w:r w:rsidRPr="000E1175">
        <w:rPr>
          <w:rFonts w:hint="cs"/>
          <w:rtl/>
        </w:rPr>
        <w:t>_______</w:t>
      </w:r>
      <w:r w:rsidRPr="000E1175">
        <w:rPr>
          <w:rtl/>
        </w:rPr>
        <w:t>__</w:t>
      </w:r>
      <w:r w:rsidRPr="000E1175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التفسير الكبير 21 : 156.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الكشاف 4 : 93.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تفسير البغوي 3 : 189.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تذكرة الحفاظ 1 : 3 ، توجيه النظر للجزائري 1 : 60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شرح النهج 16 : 214 وانظر صحيح البخاري 5 : 114ـ115 كتاب المغازيـحديث بني النضيرـ</w:t>
      </w:r>
      <w:r w:rsidR="008A2B0F">
        <w:rPr>
          <w:rFonts w:hint="cs"/>
          <w:rtl/>
        </w:rPr>
        <w:t xml:space="preserve"> </w:t>
      </w:r>
      <w:r>
        <w:rPr>
          <w:rtl/>
        </w:rPr>
        <w:t>صحيح مسلم 3 : 1377 ـ 1379 كتاب الجهاد والسير باب حكم القيء.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المالك في ملكه؟ حتى وصل الأمر به إلى أن يستأذن عائشة في الدفن في حجرتها ،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في حين نراه قد انتزع فدك من الزهراء بدعوى عدم ملكيتها لها؟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بل هل يجوز للنبي أن يموت ولا يُعلِم ابنته وصهره بأنْ ليس لهما حق في إرثه؟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وكيف به يُعلِم الآخرين ويخبرهم ولا يُعلم صهره وابنتهـأصحاب الحقـهذا </w:t>
      </w:r>
      <w:r w:rsidR="008A2B0F">
        <w:rPr>
          <w:rFonts w:hint="cs"/>
          <w:rtl/>
        </w:rPr>
        <w:t xml:space="preserve"> </w:t>
      </w:r>
      <w:r>
        <w:rPr>
          <w:rtl/>
        </w:rPr>
        <w:t>الحكم الخاص بهم لو فرض وجوده؟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ثمّ إن كان أبو بكر على ثقة من حديثه ، فلِمَ ناقضه بكتاب كتبه لفاطمة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بفدك؟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>لكنّ عمر أخذ الكتاب فشقه.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فأبو بكر بادّعائه هذا على رسول الله نسب إليه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إلغاء قانون الإرث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للأنبياء ، وهذا يخالف الثابت عنه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من أنّه مكلّف كغيره من الناس بالفرائض</w:t>
      </w:r>
      <w:r w:rsidR="008A2B0F">
        <w:rPr>
          <w:rtl/>
        </w:rPr>
        <w:t xml:space="preserve"> </w:t>
      </w:r>
      <w:r>
        <w:rPr>
          <w:rtl/>
        </w:rPr>
        <w:t xml:space="preserve">والتكاليف ، وأنّ تعاليم السماء تجري عليه كما تجري على غيره من بني الإنسان ، ولم </w:t>
      </w:r>
      <w:r w:rsidR="008A2B0F">
        <w:rPr>
          <w:rFonts w:hint="cs"/>
          <w:rtl/>
        </w:rPr>
        <w:t xml:space="preserve"> </w:t>
      </w:r>
      <w:r>
        <w:rPr>
          <w:rtl/>
        </w:rPr>
        <w:t>يثبت أن ذلك من مختصاته ، ولأجل ذلك رمتِ الزهراء أبا بكر بالكذب.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النموذج الثالث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تكذيب أبا بكرـوفي نص آخر عمرـلعلي بن أبي طالب بعد أن هدّدوه بالقتل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إن لم يبايع أبا بكر ، فقال علي : إذا تقتلون عبداللهوأخا رسوله ، فقال عمر : أما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عبداللهفنعم ، وأما أخو رسوله فلا.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6536E6" w:rsidRDefault="00F631FA" w:rsidP="006536E6">
      <w:pPr>
        <w:pStyle w:val="libNormal"/>
        <w:rPr>
          <w:rtl/>
        </w:rPr>
      </w:pPr>
      <w:r>
        <w:rPr>
          <w:rtl/>
        </w:rPr>
        <w:t xml:space="preserve">لا أدري كيف ينكر الخليفة!! مؤاخاة علي مع رسول الله مرتين : الأولى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مكة قبل الهجرة بين المهاجرين خاصة ، والثانية في المدينة بعد الهجرة بخمسة أشهر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حيت آخى بين المهاجرين والأنصار ، وفي كلتا المرّتين كان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يصطفي لنفسه عليا</w:t>
      </w:r>
      <w:r>
        <w:rPr>
          <w:rFonts w:hint="cs"/>
          <w:rtl/>
        </w:rPr>
        <w:t xml:space="preserve">ً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شرح النهج 16 : 274 ، الاحتجاج 1 : 122 ، وانظر تهذيب الأحكام 4 : 148 ، تفسير القمي 2 : 155 ، </w:t>
      </w:r>
      <w:r w:rsidR="008A2B0F">
        <w:rPr>
          <w:rFonts w:hint="cs"/>
          <w:rtl/>
        </w:rPr>
        <w:t xml:space="preserve"> </w:t>
      </w:r>
      <w:r>
        <w:rPr>
          <w:rtl/>
        </w:rPr>
        <w:t>السيرة الحلبية 3 : 488.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الإمامة والسياسة 1 : 20 ، تحقيق الزيني ، الاحتجاج للطبرسي 1 : 109.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فيتخذه من دونهم أخا</w:t>
      </w:r>
      <w:r>
        <w:rPr>
          <w:rFonts w:hint="cs"/>
          <w:rtl/>
        </w:rPr>
        <w:t>ً</w:t>
      </w:r>
      <w:r>
        <w:rPr>
          <w:rtl/>
        </w:rPr>
        <w:t xml:space="preserve"> ، ويقول لعلي : أنت أخي في الدنيا والآخرة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هذا ناهيك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عن أنّ عليّا</w:t>
      </w:r>
      <w:r>
        <w:rPr>
          <w:rFonts w:hint="cs"/>
          <w:rtl/>
        </w:rPr>
        <w:t>ً</w:t>
      </w:r>
      <w:r>
        <w:rPr>
          <w:rtl/>
        </w:rPr>
        <w:t xml:space="preserve"> هو نفس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بنص آية المباهلة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وَأَنفُسَنَا وَأَنفُسَكُمْ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لعلي في تبوك : أنت مني بمنزلة هارون من موسى إلا أنه لا نبي </w:t>
      </w:r>
      <w:r w:rsidR="008A2B0F">
        <w:rPr>
          <w:rFonts w:hint="cs"/>
          <w:rtl/>
        </w:rPr>
        <w:t xml:space="preserve"> </w:t>
      </w:r>
      <w:r>
        <w:rPr>
          <w:rtl/>
        </w:rPr>
        <w:t>بعدي ، وأنت أخي ووارثي.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كان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قد جعله أخا</w:t>
      </w:r>
      <w:r>
        <w:rPr>
          <w:rFonts w:hint="cs"/>
          <w:rtl/>
        </w:rPr>
        <w:t>ً</w:t>
      </w:r>
      <w:r>
        <w:rPr>
          <w:rtl/>
        </w:rPr>
        <w:t xml:space="preserve"> ووصيا</w:t>
      </w:r>
      <w:r>
        <w:rPr>
          <w:rFonts w:hint="cs"/>
          <w:rtl/>
        </w:rPr>
        <w:t>ً</w:t>
      </w:r>
      <w:r>
        <w:rPr>
          <w:rtl/>
        </w:rPr>
        <w:t xml:space="preserve"> وخليفة من بعده في نأنأة الإسلام حين نزل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وَأَنذِرْ عَشِيرَتَكَ الْأَقْرَبِينَ</w:t>
      </w:r>
      <w:r w:rsidRPr="005F7FDA">
        <w:rPr>
          <w:rStyle w:val="libAlaemChar"/>
          <w:rtl/>
        </w:rPr>
        <w:t>)</w:t>
      </w:r>
      <w:r>
        <w:rPr>
          <w:rtl/>
        </w:rPr>
        <w:t>حيث دعاهم إلى دار عمهـأبيطالبـ</w:t>
      </w:r>
      <w:r w:rsidR="008A2B0F">
        <w:rPr>
          <w:rtl/>
        </w:rPr>
        <w:t xml:space="preserve"> </w:t>
      </w:r>
      <w:r>
        <w:rPr>
          <w:rtl/>
        </w:rPr>
        <w:t>وهم يومئذٍ أربعون رجلاً يزيدون رجلاً أو ينقصونه ، وقام خطيبا فيهم ، وقال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يا بني عبد المطلب ، إني واللهما أعلم شابا</w:t>
      </w:r>
      <w:r>
        <w:rPr>
          <w:rFonts w:hint="cs"/>
          <w:rtl/>
        </w:rPr>
        <w:t>ً</w:t>
      </w:r>
      <w:r>
        <w:rPr>
          <w:rtl/>
        </w:rPr>
        <w:t xml:space="preserve"> في العرب جاء قومه بأفضل مما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جئتكم به! إنّي قد جئتكم بخير الدنيا والآخرة ، وقد أمرني الله أن أدعوكم إليه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فأيّكم يؤازرني على أمري هذا ويكون أخي ووصيّي وخليفتي فيكم؟ فنكل القوم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عنها غير عليـوكان أصغرهمـفأخذ رسول الله برقبته وقال : إن هذا أخي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ووصيي وخليفتي فيكم فاستمعوا له وأطيعوا ، فقام القوم يضحكون ويقولون لأبي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طالب : قد أمرك أن تَسمع لابنك وتطيع.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ولما زفّتْ سيدة النساء لعلي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قال النبي : يا أم أيمن ادعي لي أخي ، فقالت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هو أخوك وتنكحه؟ قال : نعم يا أم أيمن ، فدعت عليا فجاء ... الخبر.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Pr="00335271" w:rsidRDefault="00F631FA" w:rsidP="005F7FDA">
      <w:pPr>
        <w:pStyle w:val="libLine"/>
        <w:rPr>
          <w:rtl/>
        </w:rPr>
      </w:pPr>
      <w:r w:rsidRPr="00335271">
        <w:rPr>
          <w:rtl/>
        </w:rPr>
        <w:t>_</w:t>
      </w:r>
      <w:r w:rsidRPr="00335271">
        <w:rPr>
          <w:rFonts w:hint="cs"/>
          <w:rtl/>
        </w:rPr>
        <w:t>_____________</w:t>
      </w:r>
      <w:r w:rsidRPr="00335271">
        <w:rPr>
          <w:rtl/>
        </w:rPr>
        <w:t>_</w:t>
      </w:r>
      <w:r w:rsidRPr="00335271">
        <w:rPr>
          <w:rFonts w:hint="cs"/>
          <w:rtl/>
        </w:rPr>
        <w:t>_______</w:t>
      </w:r>
      <w:r w:rsidRPr="00335271">
        <w:rPr>
          <w:rtl/>
        </w:rPr>
        <w:t>__</w:t>
      </w:r>
      <w:r w:rsidRPr="00335271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سنن الترمذي 5 : 300 ح 3804 ، حديث حسن غريب ، مستدرك الحاكم 143.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صحيح مسلم 7 : 120 كتاب فضائل الصحابة ، باب من فضائل علي ، مسند أبي يعلى 1 : 286 ح 344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صحيح ابن حبان 15 : 270ـ271 ، مناقب علي بن أبي طالب </w:t>
      </w:r>
      <w:r>
        <w:rPr>
          <w:rFonts w:hint="cs"/>
          <w:rtl/>
        </w:rPr>
        <w:t>(</w:t>
      </w:r>
      <w:r w:rsidRPr="005F7FDA">
        <w:rPr>
          <w:rStyle w:val="libAlaemChar"/>
          <w:rtl/>
        </w:rPr>
        <w:t>عليه‌السلام</w:t>
      </w:r>
      <w:r w:rsidRPr="00335271">
        <w:rPr>
          <w:rFonts w:hint="cs"/>
          <w:rtl/>
        </w:rPr>
        <w:t>)</w:t>
      </w:r>
      <w:r>
        <w:rPr>
          <w:rtl/>
        </w:rPr>
        <w:t xml:space="preserve"> ، الآحاد والمثاني 5 : 170 / 2707 ، </w:t>
      </w:r>
      <w:r w:rsidR="008A2B0F">
        <w:rPr>
          <w:rFonts w:hint="cs"/>
          <w:rtl/>
        </w:rPr>
        <w:t xml:space="preserve"> </w:t>
      </w:r>
      <w:r>
        <w:rPr>
          <w:rtl/>
        </w:rPr>
        <w:t>تاريخ مدينة دمشق 21 : 415 ، 42 : 53.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تاريخ الطبري 2 : 63 ، سيرة ابن كثير 1 : 458ـ459 ، كنز العمال 13 : 133 / 36419 ، عن ابن </w:t>
      </w:r>
      <w:r w:rsidR="008A2B0F">
        <w:rPr>
          <w:rFonts w:hint="cs"/>
          <w:rtl/>
        </w:rPr>
        <w:t xml:space="preserve"> </w:t>
      </w:r>
      <w:r>
        <w:rPr>
          <w:rtl/>
        </w:rPr>
        <w:t>إسحاق وابن جرير وابن أبي حاتم.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مستدرك الحاكم 3 : 159 ، السنن الكبرى للنسائي 5 : 142 ح 8509.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وقد خاطبه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أكثر من مرة بالأخوة ، فمرة قال : أنت أخي </w:t>
      </w:r>
      <w:r w:rsidR="008A2B0F">
        <w:rPr>
          <w:rFonts w:hint="cs"/>
          <w:rtl/>
        </w:rPr>
        <w:t xml:space="preserve"> </w:t>
      </w:r>
      <w:r>
        <w:rPr>
          <w:rtl/>
        </w:rPr>
        <w:t>وصاحبي في الجنة.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وأُخرى : أنت أخي ووزيري تقضي ديني وتنجز موعدي وتبرئ ذمتي.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وثالثة : هذا أخي وابن عمي وصهري وأبو ولدي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ورابعة : ادعوا لي أخي ، فدعوا عليا</w:t>
      </w:r>
      <w:r>
        <w:rPr>
          <w:rFonts w:hint="cs"/>
          <w:rtl/>
        </w:rPr>
        <w:t>ً</w:t>
      </w:r>
      <w:r>
        <w:rPr>
          <w:rtl/>
        </w:rPr>
        <w:t xml:space="preserve"> ، فقال : ادن مني ، فدنا منه وأسنده إليه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فلم يزل كذلك وهو يكلّمه حتى فاضت نفسه الزكية.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وخامسة : قال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مكتوب على باب الجنة </w:t>
      </w:r>
      <w:r w:rsidRPr="0016511E">
        <w:rPr>
          <w:rFonts w:hint="cs"/>
          <w:rtl/>
        </w:rPr>
        <w:t>«</w:t>
      </w:r>
      <w:r>
        <w:rPr>
          <w:rtl/>
        </w:rPr>
        <w:t xml:space="preserve"> لا اله إلا الله ، محمد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، علي أخو رسول الله </w:t>
      </w:r>
      <w:r w:rsidRPr="0016511E">
        <w:rPr>
          <w:rFonts w:hint="cs"/>
          <w:rtl/>
        </w:rPr>
        <w:t>»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وسادسة ، وسابعة ، ووو ...</w:t>
      </w:r>
      <w:r>
        <w:rPr>
          <w:rFonts w:hint="cs"/>
          <w:rtl/>
        </w:rPr>
        <w:t xml:space="preserve"> 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أوحى اللهـليلة مبيت الإمام عليّ على فراش رسول اللهـإلى جبرئيل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وميكائيل : إني آخيت بينكما وجعلت عُمر أحدكما أطول من عُمر الآخر ، فأيّكما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يؤثر صاحبه بالحياة؟ فاختار كلاهما الحياة ، فأوحى الله إليهما : ألا كنتما مثل علي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 أبي طالب؟! آخيتُ بينه وبين محمّد فبات على فراشه ليفديه بنفسه ويؤثره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بالحياة ، اهبطا إلى الأرض فاحفظاه من عدوّه ، فنزلا ، فكان جبرئيل ... الخبر.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</w:p>
    <w:p w:rsidR="00F631FA" w:rsidRPr="00335271" w:rsidRDefault="00F631FA" w:rsidP="005F7FDA">
      <w:pPr>
        <w:pStyle w:val="libLine"/>
        <w:rPr>
          <w:rtl/>
        </w:rPr>
      </w:pPr>
      <w:r w:rsidRPr="00335271">
        <w:rPr>
          <w:rtl/>
        </w:rPr>
        <w:t>_</w:t>
      </w:r>
      <w:r w:rsidRPr="00335271">
        <w:rPr>
          <w:rFonts w:hint="cs"/>
          <w:rtl/>
        </w:rPr>
        <w:t>_____________</w:t>
      </w:r>
      <w:r w:rsidRPr="00335271">
        <w:rPr>
          <w:rtl/>
        </w:rPr>
        <w:t>_</w:t>
      </w:r>
      <w:r w:rsidRPr="00335271">
        <w:rPr>
          <w:rFonts w:hint="cs"/>
          <w:rtl/>
        </w:rPr>
        <w:t>_______</w:t>
      </w:r>
      <w:r w:rsidRPr="00335271">
        <w:rPr>
          <w:rtl/>
        </w:rPr>
        <w:t>__</w:t>
      </w:r>
      <w:r w:rsidRPr="00335271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تاريخ بغداد 12 : 263 ، وفيه : يا علي أنت أخي وصاحبي ورفيقي في الجنة ، وهو كذلك في تاريخ </w:t>
      </w:r>
      <w:r w:rsidR="008A2B0F">
        <w:rPr>
          <w:rFonts w:hint="cs"/>
          <w:rtl/>
        </w:rPr>
        <w:t xml:space="preserve"> </w:t>
      </w:r>
      <w:r>
        <w:rPr>
          <w:rtl/>
        </w:rPr>
        <w:t>دمشق 42 : 61.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المعجم الكبير 12 : 321 وفيه : فمن أحبك في حياة مني فقد قضى بحبه ، ومن أحبك بعدي ولم يرك </w:t>
      </w:r>
      <w:r w:rsidR="008A2B0F">
        <w:rPr>
          <w:rFonts w:hint="cs"/>
          <w:rtl/>
        </w:rPr>
        <w:t xml:space="preserve"> </w:t>
      </w:r>
      <w:r>
        <w:rPr>
          <w:rtl/>
        </w:rPr>
        <w:t>ختم الله له بالأمن ، وأمنه يوم الفزع الأكبر ، ومن مات وهو يبغضك يا علي ، مات ميتة جاهلية يحاسبه</w:t>
      </w:r>
      <w:r w:rsidR="008A2B0F">
        <w:rPr>
          <w:rFonts w:hint="cs"/>
          <w:rtl/>
        </w:rPr>
        <w:t xml:space="preserve"> </w:t>
      </w:r>
      <w:r>
        <w:rPr>
          <w:rtl/>
        </w:rPr>
        <w:t>الله بما عمل في الإسلام ، وعنه في مجمع الزوائد 9 : 121 ، وكنز العمال 11 : 611 / 32955.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كنز العمال 5 : 291 / 12914 ، 11 : 609 / 32947 عن الشيرازي في الألقاب ، وابن النجارـعن ابن </w:t>
      </w:r>
      <w:r w:rsidR="008A2B0F">
        <w:rPr>
          <w:rFonts w:hint="cs"/>
          <w:rtl/>
        </w:rPr>
        <w:t xml:space="preserve"> </w:t>
      </w:r>
      <w:r>
        <w:rPr>
          <w:rtl/>
        </w:rPr>
        <w:t>عمر ، وانظر مسند أحمد 5 : 204 ، ومستدرك الحاكم 3 : 217 ، المعجم الكبير 1 : 160 ح 378.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طبقات ابن سعد 2 : 263.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المعجم الأوسط 5 : 343 ، تاريخ بغداد 7 : 398 ، فيض القدير 4 : 468 ح 5589 ، ترجمة الإمام </w:t>
      </w:r>
      <w:r w:rsidR="008A2B0F">
        <w:rPr>
          <w:rFonts w:hint="cs"/>
          <w:rtl/>
        </w:rPr>
        <w:t xml:space="preserve"> </w:t>
      </w:r>
      <w:r>
        <w:rPr>
          <w:rtl/>
        </w:rPr>
        <w:t>الحسين لابن عساكر : 186 ح 167.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>. أسد الغابة 4 : 25 ، جواهر المطالب 1 : 217 ، شواهد التنزيل 1 : 123 ح 133.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وإن الإمام عليّا</w:t>
      </w:r>
      <w:r>
        <w:rPr>
          <w:rFonts w:hint="cs"/>
          <w:rtl/>
        </w:rPr>
        <w:t>ً</w:t>
      </w:r>
      <w:r>
        <w:rPr>
          <w:rtl/>
        </w:rPr>
        <w:t xml:space="preserve"> كان قد استشهد بهذه المواخاة عدّة مرات ، فمّما قاله </w:t>
      </w:r>
      <w:r w:rsidRPr="005F7FDA">
        <w:rPr>
          <w:rStyle w:val="libAlaemChar"/>
          <w:rtl/>
        </w:rPr>
        <w:t>عليه‌السلام</w:t>
      </w:r>
      <w:r w:rsidR="008A2B0F">
        <w:rPr>
          <w:rFonts w:hint="cs"/>
          <w:rtl/>
        </w:rPr>
        <w:t xml:space="preserve"> </w:t>
      </w:r>
      <w:r>
        <w:rPr>
          <w:rtl/>
        </w:rPr>
        <w:t>يوم الشورى لعثمان وعبدالرحمن وسعد والزبير وطلحة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أُنشدكم الله هل فيكم أحد آخى رسول الله بينه وبينه إذ آخى رسول بين </w:t>
      </w:r>
      <w:r w:rsidR="008A2B0F">
        <w:rPr>
          <w:rFonts w:hint="cs"/>
          <w:rtl/>
        </w:rPr>
        <w:t xml:space="preserve"> </w:t>
      </w:r>
      <w:r>
        <w:rPr>
          <w:rtl/>
        </w:rPr>
        <w:t>المسلمين غيري؟ قالوا : اللهم لا.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للوليد يوم بدر لما برز لقتاله حيث ، قال له الوليد : من أنت؟</w:t>
      </w:r>
      <w:r w:rsidR="008A2B0F">
        <w:rPr>
          <w:rtl/>
        </w:rPr>
        <w:t xml:space="preserve"> </w:t>
      </w:r>
      <w:r>
        <w:rPr>
          <w:rtl/>
        </w:rPr>
        <w:t xml:space="preserve">قال علي : أنا عبداللهوأخو رسوله.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أشارت السيدة فاطمة الزهراء في خطبتها المشهورة إلى هذه الاخوّة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بقولها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:</w:t>
      </w:r>
    </w:p>
    <w:p w:rsidR="00F631FA" w:rsidRDefault="00F631FA" w:rsidP="007908BF">
      <w:pPr>
        <w:pStyle w:val="libNormal"/>
        <w:rPr>
          <w:rtl/>
        </w:rPr>
      </w:pPr>
      <w:r w:rsidRPr="005F7FDA">
        <w:rPr>
          <w:rStyle w:val="libBold2Char"/>
          <w:rtl/>
        </w:rPr>
        <w:t>قذف أخاه</w:t>
      </w:r>
      <w:r>
        <w:rPr>
          <w:rtl/>
        </w:rPr>
        <w:t xml:space="preserve"> في لهواتها فلا ينكفئ حتى يطأَ صماخها بأخمصه ، ويخمد لهبها بسيفه ، </w:t>
      </w:r>
      <w:r w:rsidR="008A2B0F">
        <w:rPr>
          <w:rFonts w:hint="cs"/>
          <w:rtl/>
        </w:rPr>
        <w:t xml:space="preserve"> </w:t>
      </w:r>
      <w:r>
        <w:rPr>
          <w:rtl/>
        </w:rPr>
        <w:t>مكدودا</w:t>
      </w:r>
      <w:r>
        <w:rPr>
          <w:rFonts w:hint="cs"/>
          <w:rtl/>
        </w:rPr>
        <w:t>ً</w:t>
      </w:r>
      <w:r>
        <w:rPr>
          <w:rtl/>
        </w:rPr>
        <w:t xml:space="preserve"> في ذات الله ، مجتهدا</w:t>
      </w:r>
      <w:r>
        <w:rPr>
          <w:rFonts w:hint="cs"/>
          <w:rtl/>
        </w:rPr>
        <w:t>ً</w:t>
      </w:r>
      <w:r>
        <w:rPr>
          <w:rtl/>
        </w:rPr>
        <w:t xml:space="preserve"> في أمر الله ، قريبا</w:t>
      </w:r>
      <w:r>
        <w:rPr>
          <w:rFonts w:hint="cs"/>
          <w:rtl/>
        </w:rPr>
        <w:t>ً</w:t>
      </w:r>
      <w:r>
        <w:rPr>
          <w:rtl/>
        </w:rPr>
        <w:t xml:space="preserve"> من رسول الله ، سيد أولياء الله ، </w:t>
      </w:r>
      <w:r w:rsidR="008A2B0F">
        <w:rPr>
          <w:rFonts w:hint="cs"/>
          <w:rtl/>
        </w:rPr>
        <w:t xml:space="preserve"> </w:t>
      </w:r>
      <w:r>
        <w:rPr>
          <w:rtl/>
        </w:rPr>
        <w:t>مشمّرا</w:t>
      </w:r>
      <w:r>
        <w:rPr>
          <w:rFonts w:hint="cs"/>
          <w:rtl/>
        </w:rPr>
        <w:t>ً</w:t>
      </w:r>
      <w:r>
        <w:rPr>
          <w:rtl/>
        </w:rPr>
        <w:t xml:space="preserve"> ناصحا</w:t>
      </w:r>
      <w:r>
        <w:rPr>
          <w:rFonts w:hint="cs"/>
          <w:rtl/>
        </w:rPr>
        <w:t>ً</w:t>
      </w:r>
      <w:r>
        <w:rPr>
          <w:rtl/>
        </w:rPr>
        <w:t xml:space="preserve"> ، مجدا</w:t>
      </w:r>
      <w:r>
        <w:rPr>
          <w:rFonts w:hint="cs"/>
          <w:rtl/>
        </w:rPr>
        <w:t>ً</w:t>
      </w:r>
      <w:r>
        <w:rPr>
          <w:rtl/>
        </w:rPr>
        <w:t xml:space="preserve"> كادحا</w:t>
      </w:r>
      <w:r>
        <w:rPr>
          <w:rFonts w:hint="cs"/>
          <w:rtl/>
        </w:rPr>
        <w:t>ً</w:t>
      </w:r>
      <w:r>
        <w:rPr>
          <w:rtl/>
        </w:rPr>
        <w:t xml:space="preserve"> ، وأنتم في رفاهية من العيش ، وادعون فاكهون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آمنون ، تتربصون بنا الدوائر ، وتتوكفون الأخبار ، وتنكصون عند النزال ، وتفرون </w:t>
      </w:r>
      <w:r w:rsidR="008A2B0F">
        <w:rPr>
          <w:rFonts w:hint="cs"/>
          <w:rtl/>
        </w:rPr>
        <w:t xml:space="preserve"> </w:t>
      </w:r>
      <w:r>
        <w:rPr>
          <w:rtl/>
        </w:rPr>
        <w:t>عند القتال ....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ولما سمع أبو بكر حجة الزهراء تأثّر بكلامها ، فجاء ليطيّب خاطرها ، معترفا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بأنّ عليّا</w:t>
      </w:r>
      <w:r>
        <w:rPr>
          <w:rFonts w:hint="cs"/>
          <w:rtl/>
        </w:rPr>
        <w:t>ً</w:t>
      </w:r>
      <w:r>
        <w:rPr>
          <w:rtl/>
        </w:rPr>
        <w:t xml:space="preserve"> هو أخ الرسول دون الأخل</w:t>
      </w:r>
      <w:r>
        <w:rPr>
          <w:rFonts w:hint="cs"/>
          <w:rtl/>
        </w:rPr>
        <w:t>ّ</w:t>
      </w:r>
      <w:r>
        <w:rPr>
          <w:rtl/>
        </w:rPr>
        <w:t>اء فقال :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>يا ابنة رسول الله ، لقد كان أبوك بالمؤمنين عطوفا</w:t>
      </w:r>
      <w:r>
        <w:rPr>
          <w:rFonts w:hint="cs"/>
          <w:rtl/>
        </w:rPr>
        <w:t>ً</w:t>
      </w:r>
      <w:r>
        <w:rPr>
          <w:rtl/>
        </w:rPr>
        <w:t xml:space="preserve"> كريما</w:t>
      </w:r>
      <w:r>
        <w:rPr>
          <w:rFonts w:hint="cs"/>
          <w:rtl/>
        </w:rPr>
        <w:t>ً</w:t>
      </w:r>
      <w:r>
        <w:rPr>
          <w:rtl/>
        </w:rPr>
        <w:t xml:space="preserve"> ، رؤوفا</w:t>
      </w:r>
      <w:r>
        <w:rPr>
          <w:rFonts w:hint="cs"/>
          <w:rtl/>
        </w:rPr>
        <w:t>ً</w:t>
      </w:r>
      <w:r>
        <w:rPr>
          <w:rtl/>
        </w:rPr>
        <w:t xml:space="preserve"> رحيما</w:t>
      </w:r>
      <w:r>
        <w:rPr>
          <w:rFonts w:hint="cs"/>
          <w:rtl/>
        </w:rPr>
        <w:t>ً</w:t>
      </w:r>
      <w:r>
        <w:rPr>
          <w:rtl/>
        </w:rPr>
        <w:t xml:space="preserve"> ، وعلى </w:t>
      </w:r>
      <w:r w:rsidR="008A2B0F">
        <w:rPr>
          <w:rFonts w:hint="cs"/>
          <w:rtl/>
        </w:rPr>
        <w:t xml:space="preserve"> </w:t>
      </w:r>
      <w:r>
        <w:rPr>
          <w:rtl/>
        </w:rPr>
        <w:t>الكافرين عذابا</w:t>
      </w:r>
      <w:r>
        <w:rPr>
          <w:rFonts w:hint="cs"/>
          <w:rtl/>
        </w:rPr>
        <w:t>ً</w:t>
      </w:r>
      <w:r>
        <w:rPr>
          <w:rtl/>
        </w:rPr>
        <w:t xml:space="preserve"> أليما</w:t>
      </w:r>
      <w:r>
        <w:rPr>
          <w:rFonts w:hint="cs"/>
          <w:rtl/>
        </w:rPr>
        <w:t>ً</w:t>
      </w:r>
      <w:r>
        <w:rPr>
          <w:rtl/>
        </w:rPr>
        <w:t xml:space="preserve"> ، وعقابا</w:t>
      </w:r>
      <w:r>
        <w:rPr>
          <w:rFonts w:hint="cs"/>
          <w:rtl/>
        </w:rPr>
        <w:t>ً</w:t>
      </w:r>
      <w:r>
        <w:rPr>
          <w:rtl/>
        </w:rPr>
        <w:t xml:space="preserve"> عظيما</w:t>
      </w:r>
      <w:r>
        <w:rPr>
          <w:rFonts w:hint="cs"/>
          <w:rtl/>
        </w:rPr>
        <w:t>ً</w:t>
      </w:r>
      <w:r>
        <w:rPr>
          <w:rtl/>
        </w:rPr>
        <w:t xml:space="preserve"> ، إن عزوناه وجدناه أباك دون النساء ، </w:t>
      </w:r>
      <w:r w:rsidRPr="005F7FDA">
        <w:rPr>
          <w:rStyle w:val="libBold2Char"/>
          <w:rtl/>
        </w:rPr>
        <w:t>وأخا</w:t>
      </w:r>
      <w:r w:rsidRPr="005F7FDA">
        <w:rPr>
          <w:rStyle w:val="libBold2Char"/>
          <w:rFonts w:hint="cs"/>
          <w:rtl/>
        </w:rPr>
        <w:t>ً</w:t>
      </w:r>
      <w:r w:rsidR="008A2B0F" w:rsidRPr="005F7FDA">
        <w:rPr>
          <w:rStyle w:val="libBold2Char"/>
          <w:rFonts w:hint="cs"/>
          <w:rtl/>
        </w:rPr>
        <w:t xml:space="preserve"> </w:t>
      </w:r>
      <w:r w:rsidRPr="005F7FDA">
        <w:rPr>
          <w:rStyle w:val="libBold2Char"/>
          <w:rtl/>
        </w:rPr>
        <w:t>لبعلك</w:t>
      </w:r>
      <w:r>
        <w:rPr>
          <w:rtl/>
        </w:rPr>
        <w:t xml:space="preserve"> دون الأخل</w:t>
      </w:r>
      <w:r>
        <w:rPr>
          <w:rFonts w:hint="cs"/>
          <w:rtl/>
        </w:rPr>
        <w:t>ّ</w:t>
      </w:r>
      <w:r>
        <w:rPr>
          <w:rtl/>
        </w:rPr>
        <w:t xml:space="preserve">اء ، آثره على كل حميم ، وساعده في كل أمر جسيم ، لا يحبكم إلا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سعيد ، ولا يبغضكم إلا شقي ؛ فأنتم عترة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الطيبون ، والخيرة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الاستيعاب 3 : 1098.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طبقات ابن سعد : 2 : 23 ، تاريخ مدينة دمشق 42 : 60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أنظر شرح النهج لابن أبي الحديد 16 : 25 ، وجواهر المطالب 1 : 156.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المنتجبون ، على الخير أدلّتنا ، وإلى الجنة مسالكنا ، وأنتِ يا </w:t>
      </w:r>
      <w:r w:rsidRPr="005F7FDA">
        <w:rPr>
          <w:rStyle w:val="libBold2Char"/>
          <w:rtl/>
        </w:rPr>
        <w:t>خيرة النساء</w:t>
      </w:r>
      <w:r>
        <w:rPr>
          <w:rtl/>
        </w:rPr>
        <w:t xml:space="preserve"> وابنة خير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الأنبياء صادقة في قولك ، سابقة في وفور عقلك ، غير مردودة عن حقك ، </w:t>
      </w:r>
      <w:r w:rsidRPr="005F7FDA">
        <w:rPr>
          <w:rStyle w:val="libBold2Char"/>
          <w:rtl/>
        </w:rPr>
        <w:t xml:space="preserve">ولا </w:t>
      </w:r>
      <w:r w:rsidR="008A2B0F" w:rsidRPr="005F7FDA">
        <w:rPr>
          <w:rStyle w:val="libBold2Char"/>
          <w:rFonts w:hint="cs"/>
          <w:rtl/>
        </w:rPr>
        <w:t xml:space="preserve"> </w:t>
      </w:r>
      <w:r w:rsidRPr="005F7FDA">
        <w:rPr>
          <w:rStyle w:val="libBold2Char"/>
          <w:rtl/>
        </w:rPr>
        <w:t>مصدودة عن صدقك</w:t>
      </w:r>
      <w:r>
        <w:rPr>
          <w:rtl/>
        </w:rPr>
        <w:t xml:space="preserve"> ، ووال</w:t>
      </w:r>
      <w:r>
        <w:rPr>
          <w:rFonts w:hint="cs"/>
          <w:rtl/>
        </w:rPr>
        <w:t>ل</w:t>
      </w:r>
      <w:r>
        <w:rPr>
          <w:rtl/>
        </w:rPr>
        <w:t xml:space="preserve">ه، ما عدوتُ رأي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... إني سمعت رسول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يقول : </w:t>
      </w:r>
      <w:r w:rsidRPr="0067732E">
        <w:rPr>
          <w:rFonts w:hint="cs"/>
          <w:rtl/>
        </w:rPr>
        <w:t>«</w:t>
      </w:r>
      <w:r w:rsidRPr="0067732E">
        <w:rPr>
          <w:rtl/>
        </w:rPr>
        <w:t>نحن معاشر الأنبياء لا نورث ذهبا ولا فضة ولا دارا</w:t>
      </w:r>
      <w:r w:rsidRPr="0067732E">
        <w:rPr>
          <w:rFonts w:hint="cs"/>
          <w:rtl/>
        </w:rPr>
        <w:t>ً</w:t>
      </w:r>
      <w:r w:rsidRPr="0067732E">
        <w:rPr>
          <w:rtl/>
        </w:rPr>
        <w:t xml:space="preserve"> ولا عقارا</w:t>
      </w:r>
      <w:r w:rsidRPr="0067732E">
        <w:rPr>
          <w:rFonts w:hint="cs"/>
          <w:rtl/>
        </w:rPr>
        <w:t>ً</w:t>
      </w:r>
      <w:r w:rsidRPr="0067732E">
        <w:rPr>
          <w:rtl/>
        </w:rPr>
        <w:t xml:space="preserve"> ، </w:t>
      </w:r>
      <w:r w:rsidR="008A2B0F">
        <w:rPr>
          <w:rFonts w:hint="cs"/>
          <w:rtl/>
          <w:lang w:bidi="fa-IR"/>
        </w:rPr>
        <w:t xml:space="preserve"> </w:t>
      </w:r>
      <w:r w:rsidRPr="0067732E">
        <w:rPr>
          <w:rtl/>
        </w:rPr>
        <w:t xml:space="preserve">وإنما نورث الكتاب والحكمة ، والعلم والنبوة ، وما كان لنا من طعمة فلوليّ الأمر </w:t>
      </w:r>
      <w:r w:rsidR="008A2B0F">
        <w:rPr>
          <w:rFonts w:hint="cs"/>
          <w:rtl/>
          <w:lang w:bidi="fa-IR"/>
        </w:rPr>
        <w:t xml:space="preserve"> </w:t>
      </w:r>
      <w:r w:rsidRPr="0067732E">
        <w:rPr>
          <w:rtl/>
        </w:rPr>
        <w:t>بعدنا أن يحكم فيه بحكمه</w:t>
      </w:r>
      <w:r w:rsidRPr="0067732E">
        <w:rPr>
          <w:rFonts w:hint="cs"/>
          <w:rtl/>
        </w:rPr>
        <w:t>»</w:t>
      </w:r>
      <w:r w:rsidRPr="0067732E"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جعلنا ما حاوَلْتِه في الكراع والسلاح يقاتل به المسلمون ، ويجاهدون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الكفار ، ويجالدون المردة الفجار ، وذلك بإجماع من المسلمين لم أتفرد به وحدي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ولم أستبد بما كان الرأي فيه عندي. وهذه حالي ومالي ، هي لك وبين يديك ، 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تزوى عنك ، ولا تدخر دونك ، وأنت سيدة أمّة أبيك ، والشجرة الطيبة لبنيك ، 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يدفع ما لك من فضلك ، ولا يوضع من فرعك وأصلك ؛ حكمك نافذ فيما ملكت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يداي ، فهل ترين أن أخالف في ذلك أباك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فقالت عليها</w:t>
      </w:r>
      <w:r w:rsidRPr="0067732E">
        <w:rPr>
          <w:rtl/>
        </w:rPr>
        <w:t>السلام</w:t>
      </w:r>
      <w:r>
        <w:rPr>
          <w:rtl/>
        </w:rPr>
        <w:t>: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 xml:space="preserve">سبحان الله! ما كان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عن كتاب الله صادفا ، ولا لأحكامه مخالفا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بل كان يتبع أثره ، ويقفو سُورَهُ ، أفتجمعون إلى الغدر اعْتِلالاً عليه بالزور ، وهذا </w:t>
      </w:r>
      <w:r w:rsidR="008A2B0F">
        <w:rPr>
          <w:rFonts w:hint="cs"/>
          <w:rtl/>
        </w:rPr>
        <w:t xml:space="preserve"> </w:t>
      </w:r>
      <w:r>
        <w:rPr>
          <w:rtl/>
        </w:rPr>
        <w:t>بعد وفاته شبيه بما بغي له من الغوائل في حياته. هذا كتاب الله حكما</w:t>
      </w:r>
      <w:r>
        <w:rPr>
          <w:rFonts w:hint="cs"/>
          <w:rtl/>
        </w:rPr>
        <w:t>ً</w:t>
      </w:r>
      <w:r>
        <w:rPr>
          <w:rtl/>
        </w:rPr>
        <w:t xml:space="preserve"> عدلاً ، وناطقا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فصلاً ، يقول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يَرِثُنِي وَيَرِثُ مِنْ آلِ يَعْقُوبَ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ويقول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وَوَرِثَ سُلَيْمَانُ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دَاوُودَ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وبيّن عزوجل فيما وزع من الأقساط ، وشرَّع من الفرائض والميراث ،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نقول : ونحن حتّى لو سلّمنا قول أبي بكر أنّ النبي قال : نحن معاشر الأنبياء لا نورث ، وما كان لنا من </w:t>
      </w:r>
      <w:r w:rsidR="008A2B0F">
        <w:rPr>
          <w:rFonts w:hint="cs"/>
          <w:rtl/>
        </w:rPr>
        <w:t xml:space="preserve"> </w:t>
      </w:r>
      <w:r>
        <w:rPr>
          <w:rtl/>
        </w:rPr>
        <w:t>طعمة فلولي الأمر بعدي ... ، فنحن حتّى لو سلّمنا ذلك فالنصوص المتواترة أعلنت أنّ عليّا</w:t>
      </w:r>
      <w:r>
        <w:rPr>
          <w:rFonts w:hint="cs"/>
          <w:rtl/>
        </w:rPr>
        <w:t>ً</w:t>
      </w:r>
      <w:r>
        <w:rPr>
          <w:rtl/>
        </w:rPr>
        <w:t xml:space="preserve"> هو وليّ </w:t>
      </w:r>
      <w:r w:rsidR="008A2B0F">
        <w:rPr>
          <w:rFonts w:hint="cs"/>
          <w:rtl/>
        </w:rPr>
        <w:t xml:space="preserve"> </w:t>
      </w:r>
      <w:r>
        <w:rPr>
          <w:rtl/>
        </w:rPr>
        <w:t>الأمر لا أبو بكر ولا غيره ، وحديث الغدير والثقلين والمنزلة وعشرات غيرها أدلّة ناصعة على ذلك.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وأباح من حظ الذكران والإناث ما أزاح به عِلَّة </w:t>
      </w:r>
      <w:r w:rsidRPr="005F7FDA">
        <w:rPr>
          <w:rStyle w:val="libBold2Char"/>
          <w:rtl/>
        </w:rPr>
        <w:t>المبطلين</w:t>
      </w:r>
      <w:r>
        <w:rPr>
          <w:rtl/>
        </w:rPr>
        <w:t xml:space="preserve"> ، وأزال التظني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والشبهات في الغابرين ، كلا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بَلْ سَوَّلَتْ لَكُمْ أَنفُسُكُمْ أَمْرًا فَصَبْرٌ جَمِيلٌ وَاللَّهُ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الْمُسْتَعَانُ عَلَىٰ مَا تَصِفُونَ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أبو بكر : صدق الله ورسوله ، وصدقت ابنته ، أنتِ معدن الحكمة ، </w:t>
      </w:r>
      <w:r w:rsidR="008A2B0F">
        <w:rPr>
          <w:rFonts w:hint="cs"/>
          <w:rtl/>
        </w:rPr>
        <w:t xml:space="preserve"> </w:t>
      </w:r>
      <w:r>
        <w:rPr>
          <w:rtl/>
        </w:rPr>
        <w:t>وموطن الهدى والرحمة ، وركن الدين وعين الحجة ، لا أبعد صوابك ، ولا أنكر</w:t>
      </w:r>
      <w:r w:rsidR="008A2B0F">
        <w:rPr>
          <w:rtl/>
        </w:rPr>
        <w:t xml:space="preserve"> </w:t>
      </w:r>
      <w:r>
        <w:rPr>
          <w:rtl/>
        </w:rPr>
        <w:t xml:space="preserve">خطابك ، هؤلاء المسلمون بيني وبينك ، قلدوني ما تقلدت ، وباتفاق منهم أخذتُ ، </w:t>
      </w:r>
      <w:r w:rsidR="008A2B0F">
        <w:rPr>
          <w:rFonts w:hint="cs"/>
          <w:rtl/>
        </w:rPr>
        <w:t xml:space="preserve"> </w:t>
      </w:r>
      <w:r>
        <w:rPr>
          <w:rtl/>
        </w:rPr>
        <w:t>ما أخذتُ غير مكابر ولا مستبد ولا مستأثر ، وهم بذلك شهود.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فالتفتت فاطمة عليها</w:t>
      </w:r>
      <w:r w:rsidRPr="0067732E">
        <w:rPr>
          <w:rtl/>
        </w:rPr>
        <w:t>السلام</w:t>
      </w:r>
      <w:r>
        <w:rPr>
          <w:rtl/>
        </w:rPr>
        <w:t xml:space="preserve"> إلى النّاس وقالت : معاشر الناس المسرعة إلى </w:t>
      </w:r>
      <w:r w:rsidR="008A2B0F">
        <w:rPr>
          <w:rFonts w:hint="cs"/>
          <w:rtl/>
        </w:rPr>
        <w:t xml:space="preserve"> </w:t>
      </w:r>
      <w:r>
        <w:rPr>
          <w:rtl/>
        </w:rPr>
        <w:t>قيِل الباطل ، المُغضية على الفعل القبيح الخاسر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أَفَلَا يَتَدَبَّرُونَ الْقُرْآنَ أَمْ عَلَىٰ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قُلُوبٍ أَقْفَالُهَا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كلا بل ران على قلوبكم ما أسأتم من أعمالكم ، فأخذ بسمعكم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وأبصاركم ، ولبئس ما تأولتم ، وساء ما به أشرتم ، وشر ما منه اعتضتم ، لتجدن </w:t>
      </w:r>
      <w:r w:rsidR="008A2B0F">
        <w:rPr>
          <w:rFonts w:hint="cs"/>
          <w:rtl/>
        </w:rPr>
        <w:t xml:space="preserve"> </w:t>
      </w:r>
      <w:r>
        <w:rPr>
          <w:rtl/>
        </w:rPr>
        <w:t>ـواللهـمَحمِلهُ ثقيلاً ، وغِبّهُ وبيلاً ، إذا كشف لكم الغطاء ، وبان ما وراءه الضراء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وبدالكم من ربكم ما لم تكونوا تحتسبون</w:t>
      </w:r>
      <w:r w:rsidRPr="005F7FDA">
        <w:rPr>
          <w:rStyle w:val="libAlaemChar"/>
          <w:rtl/>
        </w:rPr>
        <w:t>)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خَسِرَ هُنَالِكَ الْمُبْطِلُونَ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النموذج الرابع :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 xml:space="preserve">تشكيك الصدّيق!! في توريث الصدّيقة واعتبار ما تقوله دعوى تحتاج 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دليل ، مع علمه بأنّها المعنية في آية التطهير ، الصريحة بابتعادها عن الرجس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والخيانة والكذب ، وهي التي قال عنها الصادق الأمينـالذي لا ينطق عن الهوى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إن هو إلا وحي يوحىـ: إن الله ليغضب لغضب فاطمة ويرضى لرضاها ، ومعنى </w:t>
      </w:r>
      <w:r w:rsidR="008A2B0F">
        <w:rPr>
          <w:rFonts w:hint="cs"/>
          <w:rtl/>
        </w:rPr>
        <w:t xml:space="preserve"> </w:t>
      </w:r>
      <w:r>
        <w:rPr>
          <w:rtl/>
        </w:rPr>
        <w:t>كلامه أنّ فاطمة معصومة عن الخطأ والهوى ، إذ لا يعقل أن يتعلق رضا الله تعالى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الاحتجاج 1 : 141 ـ 144 ، وعنه في البحار 29 : 232 ـ 233</w:t>
      </w:r>
      <w:r>
        <w:rPr>
          <w:rFonts w:hint="cs"/>
          <w:rtl/>
        </w:rPr>
        <w:t>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وغضبه برضى وغضب شخص غير معصوم.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فالرسول الأمين لم يقل : إن فاطمة تغضب لغضب الله وترضى لرضاه ، بل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إن الله ليغضب لغضب فاطمة ويرضى لرضاها ، وفي هذا معنى عظيم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يدركه الواعي البصير ؛ إذ أنّ الإنسان الذي يريد الوصول إلى كمال العبادة والمعرفة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يسعى ويجدّ كي يكسب رضا الله تعالى ، لكن الأمر يختلف هنا حيث أنّ رضا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سبحانه وغضبه يدور مدار رضا وغضب الصدّيقة الزهراء ، وهنايقف الفكر </w:t>
      </w:r>
      <w:r w:rsidR="008A2B0F">
        <w:rPr>
          <w:rFonts w:hint="cs"/>
          <w:rtl/>
        </w:rPr>
        <w:t xml:space="preserve"> </w:t>
      </w:r>
      <w:r>
        <w:rPr>
          <w:rtl/>
        </w:rPr>
        <w:t>حائرا ، ولا يمكن لأحد الوصول إلى كنه هذا الكلام إلا الكُمَّل.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والآن لننظر كيف تعامل أبو بكر معها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عن حماد بن عثمان ، عن أبي عبدالله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قال : لما بويع أبو بكر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واستقام له الأمر على جميع المهاجرين والأنصار ، بعث إلى فدك مَن أخرج وكيل </w:t>
      </w:r>
      <w:r w:rsidR="008A2B0F">
        <w:rPr>
          <w:rFonts w:hint="cs"/>
          <w:rtl/>
        </w:rPr>
        <w:t xml:space="preserve"> </w:t>
      </w:r>
      <w:r>
        <w:rPr>
          <w:rtl/>
        </w:rPr>
        <w:t>فاطمة عليها</w:t>
      </w:r>
      <w:r w:rsidRPr="00695CCE">
        <w:rPr>
          <w:rtl/>
        </w:rPr>
        <w:t>السلام</w:t>
      </w:r>
      <w:r>
        <w:rPr>
          <w:rtl/>
        </w:rPr>
        <w:t xml:space="preserve"> بنت رسول الله منها ، فجاءت فاطمة الزهراء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إلى أبي</w:t>
      </w:r>
      <w:r>
        <w:rPr>
          <w:rFonts w:hint="cs"/>
          <w:rtl/>
        </w:rPr>
        <w:t>‌</w:t>
      </w:r>
      <w:r>
        <w:rPr>
          <w:rtl/>
        </w:rPr>
        <w:t xml:space="preserve">بكر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ثم قالت : لِمَ تمنعني ميراثي من أبي رسول الله؟ وأخرجت وكيلي من فدك ، وقد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جعلها لي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بأمر من الله تعالى؟ فقال : هاتي على ذلك بشهود. فجاءت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بأم أيمن ، فقالت له أم أيمن : لا أشهد يا أبا بكر حتى أحتجَّ عليك بما قال رسول الله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أنشدك باللهألست تعلم أن رسول الله </w:t>
      </w:r>
      <w:r w:rsidRPr="00CD004F">
        <w:rPr>
          <w:rtl/>
        </w:rPr>
        <w:t xml:space="preserve">قال : </w:t>
      </w:r>
      <w:r w:rsidRPr="00CD004F">
        <w:rPr>
          <w:rFonts w:hint="cs"/>
          <w:rtl/>
        </w:rPr>
        <w:t>«</w:t>
      </w:r>
      <w:r w:rsidRPr="00CD004F">
        <w:rPr>
          <w:rtl/>
        </w:rPr>
        <w:t>أم أيمن امرأة من أهل الجنة</w:t>
      </w:r>
      <w:r w:rsidRPr="00CD004F">
        <w:rPr>
          <w:rFonts w:hint="cs"/>
          <w:rtl/>
        </w:rPr>
        <w:t>»؟</w:t>
      </w:r>
      <w:r>
        <w:rPr>
          <w:rtl/>
        </w:rPr>
        <w:t xml:space="preserve"> فقال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بلى ، قالت : فأشهد أن الله عزوجل أوحى إلى رسول الله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وَآتِ ذَا الْقُرْبَىٰ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حَقَّهُ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فجعل فدكا</w:t>
      </w:r>
      <w:r>
        <w:rPr>
          <w:rFonts w:hint="cs"/>
          <w:rtl/>
        </w:rPr>
        <w:t>ً</w:t>
      </w:r>
      <w:r>
        <w:rPr>
          <w:rtl/>
        </w:rPr>
        <w:t xml:space="preserve"> لها طعمة بأمر الله ، فجاء علي عليه</w:t>
      </w:r>
      <w:r w:rsidRPr="00695CCE">
        <w:rPr>
          <w:rtl/>
        </w:rPr>
        <w:t>السلام</w:t>
      </w:r>
      <w:r>
        <w:rPr>
          <w:rtl/>
        </w:rPr>
        <w:t xml:space="preserve"> فشهد بمثل ذلك.</w:t>
      </w:r>
    </w:p>
    <w:p w:rsidR="00F631FA" w:rsidRPr="005F7FDA" w:rsidRDefault="00F631FA" w:rsidP="007908BF">
      <w:pPr>
        <w:pStyle w:val="libNormal"/>
        <w:rPr>
          <w:rStyle w:val="libPoemTiniChar0"/>
          <w:rtl/>
        </w:rPr>
      </w:pPr>
      <w:r>
        <w:rPr>
          <w:rtl/>
        </w:rPr>
        <w:t>فكتب أبو بكر : لها كتابا</w:t>
      </w:r>
      <w:r>
        <w:rPr>
          <w:rFonts w:hint="cs"/>
          <w:rtl/>
        </w:rPr>
        <w:t>ً</w:t>
      </w:r>
      <w:r>
        <w:rPr>
          <w:rtl/>
        </w:rPr>
        <w:t xml:space="preserve"> ودفعه إليها ، فدخل عمر فقال : ما هذا الكتاب؟</w:t>
      </w:r>
      <w:r w:rsidR="008A2B0F">
        <w:rPr>
          <w:rFonts w:hint="cs"/>
          <w:rtl/>
        </w:rPr>
        <w:t xml:space="preserve"> </w:t>
      </w:r>
      <w:r>
        <w:rPr>
          <w:rtl/>
        </w:rPr>
        <w:t>فقال : إنّ فاطمة ادّعت في فدك وشهدت لها أم أيمن وعلي (عليه</w:t>
      </w:r>
      <w:r w:rsidRPr="00695CCE">
        <w:rPr>
          <w:rtl/>
        </w:rPr>
        <w:t>السلام</w:t>
      </w:r>
      <w:r>
        <w:rPr>
          <w:rtl/>
        </w:rPr>
        <w:t xml:space="preserve">) ، فكتبته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لها ، فأخذ عمر الكتاب من فاطمة ، فتفل فيه ومزّقَه. فخرجت فاطمة </w:t>
      </w:r>
      <w:r w:rsidR="008A2B0F">
        <w:rPr>
          <w:rFonts w:hint="cs"/>
          <w:rtl/>
        </w:rPr>
        <w:t xml:space="preserve"> </w:t>
      </w:r>
      <w:r>
        <w:rPr>
          <w:rtl/>
        </w:rPr>
        <w:t>عليها</w:t>
      </w:r>
      <w:r w:rsidRPr="00695CCE">
        <w:rPr>
          <w:rtl/>
        </w:rPr>
        <w:t>السلام</w:t>
      </w:r>
      <w:r>
        <w:rPr>
          <w:rtl/>
        </w:rPr>
        <w:t xml:space="preserve"> تبكي ، فلما كان بعد ذلك جاء علي عليه</w:t>
      </w:r>
      <w:r w:rsidRPr="00695CCE">
        <w:rPr>
          <w:rtl/>
        </w:rPr>
        <w:t>السلام</w:t>
      </w:r>
      <w:r>
        <w:rPr>
          <w:rtl/>
        </w:rPr>
        <w:t xml:space="preserve"> إلى أبي بكر وهو في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المسجد وحوله المهاجرون والأنصار ، فقال : يا أبا بكر ، لِمَ منعتَ فاطمة ميراثها من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رسول الله وقد ملكته في حياة رسول الله؟ فقال أبو بكر : هذا فيءٌ للمسلمين ، فإن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أقامت شهودا</w:t>
      </w:r>
      <w:r>
        <w:rPr>
          <w:rFonts w:hint="cs"/>
          <w:rtl/>
        </w:rPr>
        <w:t>ً</w:t>
      </w:r>
      <w:r>
        <w:rPr>
          <w:rtl/>
        </w:rPr>
        <w:t xml:space="preserve"> أن رسول الله جعله لها ، وإل</w:t>
      </w:r>
      <w:r>
        <w:rPr>
          <w:rFonts w:hint="cs"/>
          <w:rtl/>
        </w:rPr>
        <w:t>ّ</w:t>
      </w:r>
      <w:r>
        <w:rPr>
          <w:rtl/>
        </w:rPr>
        <w:t>ا فلا حق لها فيه.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أمير المؤمنين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يا أبا بكر ، تحكم فينا بخلاف حكم الله في المسلمين؟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قال : لا ، قال : فإن كان في يد المسلمين شيء يملكونه ، ثم ادعيتُ أنا فيه ، من تسأل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البينة؟ قال : إياك أسأل البينة ، قال : فما بال فاطمة سألتَها البينة على ما في يديها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وقد ملكته في حياة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وبعده ، ولم تسألالمسلمين بينةً على ما ادعوها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شهودا كما سألتني على ما ادعيت عليهم؟ فسكت أبو بكر ، فقال عمر : يا علي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دعنا من كلامك ، فإنّا لا نقوى على حجّتك ، فإن أتيت بشهود عدول ، وإلا فهو فيء </w:t>
      </w:r>
      <w:r w:rsidR="008A2B0F">
        <w:rPr>
          <w:rFonts w:hint="cs"/>
          <w:rtl/>
        </w:rPr>
        <w:t xml:space="preserve"> </w:t>
      </w:r>
      <w:r>
        <w:rPr>
          <w:rtl/>
        </w:rPr>
        <w:t>للمسلمين لا حق لك ولا لفاطمة فيه.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 xml:space="preserve">فقال أمير المؤمنين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يا أبا بكر تقرأ كتاب الله؟ قال : نعم ، قال : أخبرني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 قول الله عزوجل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إِنَّمَا يُرِيدُ اللهُ لِيُذْهِبَ عَنكُمُ الرِّجْسَ أَهْلَ الْبَيْتِ وَيُطَهِّرَكُمْ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تَطْهِيرًا</w:t>
      </w:r>
      <w:r w:rsidRPr="005F7FDA">
        <w:rPr>
          <w:rStyle w:val="libAlaemChar"/>
          <w:rtl/>
        </w:rPr>
        <w:t>)</w:t>
      </w:r>
      <w:r>
        <w:rPr>
          <w:rtl/>
        </w:rPr>
        <w:t>؛ فيمن نزلت ، فينا أم في غيرنا؟ قال : بل فيكم ، قال : فلو أن شهودا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شهدوا على فاطمة بنت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بفاحشة ، ما كنت صانعا</w:t>
      </w:r>
      <w:r>
        <w:rPr>
          <w:rFonts w:hint="cs"/>
          <w:rtl/>
        </w:rPr>
        <w:t>ً</w:t>
      </w:r>
      <w:r>
        <w:rPr>
          <w:rtl/>
        </w:rPr>
        <w:t xml:space="preserve"> بها؟ قال : كنتُ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أقيم عليها الحدّ كما أقيمه على نساء المسلمين ، قال : إذن كنت عند الله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الكافرين ، قال : ولِمَ؟ قال : لأنك رددتَ شهادة الله لها بالطهارة ، وقبلتَ شهادة </w:t>
      </w:r>
      <w:r w:rsidR="008A2B0F">
        <w:rPr>
          <w:rFonts w:hint="cs"/>
          <w:rtl/>
        </w:rPr>
        <w:t xml:space="preserve"> </w:t>
      </w:r>
      <w:r>
        <w:rPr>
          <w:rtl/>
        </w:rPr>
        <w:t>الناس عليها ، كما رددت حكم الله وحكم رسوله أن جعل لها فدكا</w:t>
      </w:r>
      <w:r>
        <w:rPr>
          <w:rFonts w:hint="cs"/>
          <w:rtl/>
        </w:rPr>
        <w:t>ً</w:t>
      </w:r>
      <w:r>
        <w:rPr>
          <w:rtl/>
        </w:rPr>
        <w:t xml:space="preserve"> قد قبضتها في </w:t>
      </w:r>
      <w:r w:rsidR="008A2B0F">
        <w:rPr>
          <w:rFonts w:hint="cs"/>
          <w:rtl/>
        </w:rPr>
        <w:t xml:space="preserve"> </w:t>
      </w:r>
      <w:r>
        <w:rPr>
          <w:rtl/>
        </w:rPr>
        <w:t>حياته ، ثم قبلت شهادة أعرابي بائل على عقبيه</w:t>
      </w:r>
      <w:r w:rsidRPr="005F7FDA">
        <w:rPr>
          <w:rStyle w:val="libFootnotenumChar"/>
          <w:rtl/>
        </w:rPr>
        <w:t>(1)</w:t>
      </w:r>
      <w:r>
        <w:rPr>
          <w:rtl/>
        </w:rPr>
        <w:t>عليها ، وأخذت منها فدكا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tl/>
        </w:rPr>
        <w:t xml:space="preserve">1. إشارة إلى مالك بن أوس بن الحدثان النضري الذي لم تكن له صحبة ، ومع ذلك روى أكثر من رواية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وقد اتهمه ابن خراش بوضع حديث</w:t>
      </w:r>
      <w:r w:rsidRPr="005F7FDA">
        <w:rPr>
          <w:rStyle w:val="libAlaemChar"/>
          <w:rFonts w:hint="cs"/>
          <w:rtl/>
        </w:rPr>
        <w:t>«</w:t>
      </w:r>
      <w:r>
        <w:rPr>
          <w:rtl/>
        </w:rPr>
        <w:t>نحن معاشرالأنبياء لا نورث ما تركناه صدقة</w:t>
      </w:r>
      <w:r w:rsidRPr="005F7FDA">
        <w:rPr>
          <w:rStyle w:val="libAlaemChar"/>
          <w:rFonts w:hint="cs"/>
          <w:rtl/>
        </w:rPr>
        <w:t>»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وزعمت أنه فيء للمسلمين ، وقد قال رسول الله </w:t>
      </w:r>
      <w:r w:rsidRPr="005F7FDA">
        <w:rPr>
          <w:rStyle w:val="libAlaemChar"/>
          <w:rtl/>
        </w:rPr>
        <w:t>صلى‌الله‌عليه‌وآله</w:t>
      </w:r>
      <w:r w:rsidRPr="00287730">
        <w:rPr>
          <w:rtl/>
        </w:rPr>
        <w:t xml:space="preserve"> : </w:t>
      </w:r>
      <w:r w:rsidRPr="00287730">
        <w:rPr>
          <w:rFonts w:hint="cs"/>
          <w:rtl/>
        </w:rPr>
        <w:t>«</w:t>
      </w:r>
      <w:r w:rsidRPr="00287730">
        <w:rPr>
          <w:rtl/>
        </w:rPr>
        <w:t xml:space="preserve"> البينة على المدّعي ، واليمين </w:t>
      </w:r>
      <w:r w:rsidR="008A2B0F">
        <w:rPr>
          <w:rFonts w:hint="cs"/>
          <w:rtl/>
          <w:lang w:bidi="fa-IR"/>
        </w:rPr>
        <w:t xml:space="preserve"> </w:t>
      </w:r>
      <w:r w:rsidRPr="00287730">
        <w:rPr>
          <w:rtl/>
        </w:rPr>
        <w:t xml:space="preserve">على المدّعى عليه </w:t>
      </w:r>
      <w:r w:rsidRPr="00287730">
        <w:rPr>
          <w:rFonts w:hint="cs"/>
          <w:rtl/>
        </w:rPr>
        <w:t>»</w:t>
      </w:r>
      <w:r w:rsidRPr="00287730">
        <w:rPr>
          <w:rtl/>
        </w:rPr>
        <w:t xml:space="preserve"> ، فر</w:t>
      </w:r>
      <w:r>
        <w:rPr>
          <w:rtl/>
        </w:rPr>
        <w:t xml:space="preserve">ددتَ قول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البينة على من ادّعى ، واليمين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على من ادّعي عليه.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فدمدم الناس وأنكروا ، ونظر بعضهم إلى بعض وقالوا : صدق واللهعلي </w:t>
      </w:r>
      <w:r w:rsidR="008A2B0F">
        <w:rPr>
          <w:rFonts w:hint="cs"/>
          <w:rtl/>
        </w:rPr>
        <w:t xml:space="preserve"> </w:t>
      </w:r>
      <w:r>
        <w:rPr>
          <w:rtl/>
        </w:rPr>
        <w:t>بن أبي طالب. ورجع إلى منزله.</w:t>
      </w:r>
      <w:r w:rsidRPr="005F7FDA">
        <w:rPr>
          <w:rStyle w:val="libFootnotenumChar"/>
          <w:rFonts w:hint="cs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هذا النص مفارقة يجب الوقوف عندها ، وهي : هل إن فدك إرث </w:t>
      </w:r>
      <w:r w:rsidR="008A2B0F">
        <w:rPr>
          <w:rFonts w:hint="cs"/>
          <w:rtl/>
        </w:rPr>
        <w:t xml:space="preserve"> </w:t>
      </w:r>
      <w:r>
        <w:rPr>
          <w:rtl/>
        </w:rPr>
        <w:t>لرسول الله ، أو إنّها نحلة وهدية قد</w:t>
      </w:r>
      <w:r>
        <w:rPr>
          <w:rFonts w:hint="cs"/>
          <w:rtl/>
        </w:rPr>
        <w:t>ّ</w:t>
      </w:r>
      <w:r>
        <w:rPr>
          <w:rtl/>
        </w:rPr>
        <w:t>مها رسول الله إلى فاطمة؟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فان كانت إرثا</w:t>
      </w:r>
      <w:r>
        <w:rPr>
          <w:rFonts w:hint="cs"/>
          <w:rtl/>
        </w:rPr>
        <w:t>ً</w:t>
      </w:r>
      <w:r>
        <w:rPr>
          <w:rtl/>
        </w:rPr>
        <w:t xml:space="preserve"> ، فالمطالبة بالميراث لا تحتاج إلى شهود إلا أن يقولوا والعياذ </w:t>
      </w:r>
      <w:r w:rsidR="008A2B0F">
        <w:rPr>
          <w:rFonts w:hint="cs"/>
          <w:rtl/>
        </w:rPr>
        <w:t xml:space="preserve"> </w:t>
      </w:r>
      <w:r>
        <w:rPr>
          <w:rtl/>
        </w:rPr>
        <w:t>باللهبأنّهم يشكون في كون فاطمة ابنة رسول الله.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وإن كانت نحلةً وهدية كما هو المفهوم من طلب أبي بكر الشهود ، فتكون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خارجةً عن مدّعى أبي بكر ولا ينطبق عليها قوله : (نحن معاشر الأنبياء 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نورث) لأنها خارجة عن ملكه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وداخلة في ملك الزهراء.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ولو صح أن الأنبياء لا يورّثون ، فكيف وُر</w:t>
      </w:r>
      <w:r>
        <w:rPr>
          <w:rFonts w:hint="cs"/>
          <w:rtl/>
        </w:rPr>
        <w:t>ِّ</w:t>
      </w:r>
      <w:r>
        <w:rPr>
          <w:rtl/>
        </w:rPr>
        <w:t>ثت نساء النبي ولم تورث ابنته؟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وإن كانتاـدار الرسول وفدك وغيرهماـنحلة وهدية فكيف يقبل أبو بكر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عائشة وأضرابها الادعاء دون شاهد ، ولا يقبل من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ـوهي المطهرة </w:t>
      </w:r>
      <w:r w:rsidR="008A2B0F">
        <w:rPr>
          <w:rFonts w:hint="cs"/>
          <w:rtl/>
        </w:rPr>
        <w:t xml:space="preserve"> </w:t>
      </w:r>
      <w:r>
        <w:rPr>
          <w:rtl/>
        </w:rPr>
        <w:t>بنص آية التطهير ـ مع إتيانها بالشهود؟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 كيف بأبي بكر يوصي بالدفن عند رسول الله مع اطمئنانه بصدور خبر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(نحن معاشر الأنبياء لا نورث) عنه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؟</w:t>
      </w:r>
    </w:p>
    <w:p w:rsidR="00F631FA" w:rsidRPr="00E81BFA" w:rsidRDefault="00F631FA" w:rsidP="005F7FDA">
      <w:pPr>
        <w:pStyle w:val="libLine"/>
        <w:rPr>
          <w:rtl/>
        </w:rPr>
      </w:pPr>
      <w:r w:rsidRPr="00E81BFA">
        <w:rPr>
          <w:rtl/>
        </w:rPr>
        <w:t>_</w:t>
      </w:r>
      <w:r w:rsidRPr="00E81BFA">
        <w:rPr>
          <w:rFonts w:hint="cs"/>
          <w:rtl/>
        </w:rPr>
        <w:t>_____________</w:t>
      </w:r>
      <w:r w:rsidRPr="00E81BFA">
        <w:rPr>
          <w:rtl/>
        </w:rPr>
        <w:t>_</w:t>
      </w:r>
      <w:r w:rsidRPr="00E81BFA">
        <w:rPr>
          <w:rFonts w:hint="cs"/>
          <w:rtl/>
        </w:rPr>
        <w:t>_______</w:t>
      </w:r>
      <w:r w:rsidRPr="00E81BFA">
        <w:rPr>
          <w:rtl/>
        </w:rPr>
        <w:t>__</w:t>
      </w:r>
      <w:r w:rsidRPr="00E81BFA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انظر تاريخ البخاري 7 : 305 ، والجرح والتعديل 8 : 203 ، والثقات لابن حبان 3 : 11 ، 5 : 382 ، </w:t>
      </w:r>
      <w:r w:rsidR="008A2B0F">
        <w:rPr>
          <w:rFonts w:hint="cs"/>
          <w:rtl/>
        </w:rPr>
        <w:t xml:space="preserve"> </w:t>
      </w:r>
      <w:r>
        <w:rPr>
          <w:rtl/>
        </w:rPr>
        <w:t>وإكمال الدين 2 : 401 ، تاريخ دمشق 56 : 360 ـ 372 / 7161 ، والكامل لابن عدي 4 : 321.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الاحتجاج 1 : 119ـ123 ، تفسير القمي 2 : 155 عن عثمان بن عيسى وحماد بن عثمان عن أبي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عبدالله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والآن نسائل أبا بكر : إن بيت رسول الله إما خاصة له ، أو من جملة تركته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فإن كان له خاصة فهو صدقة وقد جعله للمسلمين كما زعمه (نحن معاشر </w:t>
      </w:r>
      <w:r w:rsidR="008A2B0F">
        <w:rPr>
          <w:rFonts w:hint="cs"/>
          <w:rtl/>
        </w:rPr>
        <w:t xml:space="preserve"> </w:t>
      </w:r>
      <w:r>
        <w:rPr>
          <w:rtl/>
        </w:rPr>
        <w:t>الأنبياء لا نورث ما تركناه صدقة) فلا يجوز أن يختص به واحدٌ دون آخر.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وإن كان من جملة تركته وميراثه ، وأنه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يورِّث كغيره من المسلمين ، فهما </w:t>
      </w:r>
      <w:r w:rsidR="008A2B0F">
        <w:rPr>
          <w:rFonts w:hint="cs"/>
          <w:rtl/>
        </w:rPr>
        <w:t xml:space="preserve"> </w:t>
      </w:r>
      <w:r>
        <w:rPr>
          <w:rtl/>
        </w:rPr>
        <w:t>ـأبو بكر وعمر ـ لم يكونا ممن يرث رسول الله يقينا!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لا يقال : إنّ ذلك من حصّة عائشة وحفصة.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فإنه يقال : إن نصيبهما لا يبلغ مفحص قطاة ، لأنه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مات عن تسع نسوة و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بنتٍ لصلبه ، فلكلّ واحدة من نسائه تسع الثمن ، فما بال عائشة وحفصة ترثان ولا </w:t>
      </w:r>
      <w:r w:rsidR="008A2B0F">
        <w:rPr>
          <w:rFonts w:hint="cs"/>
          <w:rtl/>
        </w:rPr>
        <w:t xml:space="preserve"> </w:t>
      </w:r>
      <w:r>
        <w:rPr>
          <w:rtl/>
        </w:rPr>
        <w:t>ترث فاطمة وهي بنته من صلبه؟!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ولو كان أبو بكر واثقا</w:t>
      </w:r>
      <w:r>
        <w:rPr>
          <w:rFonts w:hint="cs"/>
          <w:rtl/>
        </w:rPr>
        <w:t>ً</w:t>
      </w:r>
      <w:r>
        <w:rPr>
          <w:rtl/>
        </w:rPr>
        <w:t xml:space="preserve"> من صحة ما حدّث به وما ذهب إليه ، فلماذا يسعى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لاسترضاء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ويتأسّف في أخريات حياته متمنيا أنه لم يكشف بيتها؟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ولو صح ما قاله أبو بكر عن الأنبياء أنهم لا يورّثون ، لاشتهر بين الأمم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الأخرى والأديان السماوية ولعرفه أتباع الأنبياء؟ مع العلم بأن فدكا مما لم </w:t>
      </w:r>
      <w:r w:rsidR="008A2B0F">
        <w:rPr>
          <w:rFonts w:hint="cs"/>
          <w:rtl/>
        </w:rPr>
        <w:t xml:space="preserve"> </w:t>
      </w:r>
      <w:r>
        <w:rPr>
          <w:rtl/>
        </w:rPr>
        <w:t>يوجف عليها بخيل ولا ركاب ، بل استسلم أهلها خوفا</w:t>
      </w:r>
      <w:r>
        <w:rPr>
          <w:rFonts w:hint="cs"/>
          <w:rtl/>
        </w:rPr>
        <w:t>ً</w:t>
      </w:r>
      <w:r>
        <w:rPr>
          <w:rtl/>
        </w:rPr>
        <w:t xml:space="preserve"> ورعبا</w:t>
      </w:r>
      <w:r>
        <w:rPr>
          <w:rFonts w:hint="cs"/>
          <w:rtl/>
        </w:rPr>
        <w:t>ً</w:t>
      </w:r>
      <w:r>
        <w:rPr>
          <w:rtl/>
        </w:rPr>
        <w:t xml:space="preserve"> ، فهي للنبي خاصة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خالصة باتفاق علماء الفريقين ؛ لقوله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وَمَا أَفَاءَ اللَّهُ عَلَىٰ رَسُولِهِ مِنْهُمْ فَمَا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 xml:space="preserve">أَوْجَفْتُمْ عَلَيْهِ مِنْ خَيْلٍ وَلَا رِكَابٍ وَلَٰكِنَّ اللَّهَ يُسَلِّطُ رُسُلَهُ عَلَىٰ مَن يَشَاءُ وَاللَّهُ عَلَىٰ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كُلِّ شَيْءٍ قَدِيرٌ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 xml:space="preserve">قال ابن أبي الحديد : لقد كان التكرم ورعاية حقّ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وحفظ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عهده ، يقتضي أن تعوض ابنته بشيء يرضيها إن لم يستنزل المسلمون عن فدك ،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المعجم الكبير 1 : 62 ح 43 ، تاريخ الطبري 2 : 619 ، تاريخ دمشق 30 : 418 ، 420 ، الخصال </w:t>
      </w:r>
      <w:r w:rsidR="008A2B0F">
        <w:rPr>
          <w:rFonts w:hint="cs"/>
          <w:rtl/>
        </w:rPr>
        <w:t xml:space="preserve"> </w:t>
      </w:r>
      <w:r>
        <w:rPr>
          <w:rtl/>
        </w:rPr>
        <w:t>للصدوق : 172 ح 228.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سورة الحشر : 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وتسلم إليها تطييبا</w:t>
      </w:r>
      <w:r>
        <w:rPr>
          <w:rFonts w:hint="cs"/>
          <w:rtl/>
        </w:rPr>
        <w:t>ً</w:t>
      </w:r>
      <w:r>
        <w:rPr>
          <w:rtl/>
        </w:rPr>
        <w:t xml:space="preserve"> لقلبها ، وقد يسوغ للإمام أن يفعل ذلك من غير مشاورة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المسلمين إذا رأى المصلحة فيه.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كان هذا بيانا</w:t>
      </w:r>
      <w:r>
        <w:rPr>
          <w:rFonts w:hint="cs"/>
          <w:rtl/>
        </w:rPr>
        <w:t>ً</w:t>
      </w:r>
      <w:r>
        <w:rPr>
          <w:rtl/>
        </w:rPr>
        <w:t xml:space="preserve"> لجانب في هذا النص ، وهناك جانب آخر تجب الإشارة إليه ، </w:t>
      </w:r>
      <w:r w:rsidR="008A2B0F">
        <w:rPr>
          <w:rFonts w:hint="cs"/>
          <w:rtl/>
        </w:rPr>
        <w:t xml:space="preserve"> </w:t>
      </w:r>
      <w:r>
        <w:rPr>
          <w:rtl/>
        </w:rPr>
        <w:t>وهو : أن الإمام عليّا</w:t>
      </w:r>
      <w:r>
        <w:rPr>
          <w:rFonts w:hint="cs"/>
          <w:rtl/>
        </w:rPr>
        <w:t>ً</w:t>
      </w:r>
      <w:r>
        <w:rPr>
          <w:rtl/>
        </w:rPr>
        <w:t xml:space="preserve"> والصدّيقة الزهراء قد استدلا على أبي بكرـمضافا</w:t>
      </w:r>
      <w:r>
        <w:rPr>
          <w:rFonts w:hint="cs"/>
          <w:rtl/>
        </w:rPr>
        <w:t>ً</w:t>
      </w:r>
      <w:r>
        <w:rPr>
          <w:rtl/>
        </w:rPr>
        <w:t xml:space="preserve"> لما سبقـ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بقاعدة اليد ، وأنّ على المدّعي [ وهو أبو بكر ] البينة وعلى المنكر اليمين. وقد مرت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عليك حجة الإمام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بقوله : فإن كان في يد المسلمين شيء يملكونه ثم ادّعيتُ </w:t>
      </w:r>
      <w:r w:rsidR="008A2B0F">
        <w:rPr>
          <w:rFonts w:hint="cs"/>
          <w:rtl/>
        </w:rPr>
        <w:t xml:space="preserve"> </w:t>
      </w:r>
      <w:r>
        <w:rPr>
          <w:rtl/>
        </w:rPr>
        <w:t>أنا فيه ، من تسأل البينة؟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إياك أسال البينة.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فما بال فاطمة سألتها البينة على ما في يدها وقد ملكته في حياة رسول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وبعده ، ولم تسأل المسلمين البينة على ما ادعوه شهودا</w:t>
      </w:r>
      <w:r>
        <w:rPr>
          <w:rFonts w:hint="cs"/>
          <w:rtl/>
        </w:rPr>
        <w:t>ً</w:t>
      </w:r>
      <w:r>
        <w:rPr>
          <w:rtl/>
        </w:rPr>
        <w:t xml:space="preserve"> كما سألتني على ما </w:t>
      </w:r>
      <w:r w:rsidR="008A2B0F">
        <w:rPr>
          <w:rFonts w:hint="cs"/>
          <w:rtl/>
        </w:rPr>
        <w:t xml:space="preserve"> </w:t>
      </w:r>
      <w:r>
        <w:rPr>
          <w:rtl/>
        </w:rPr>
        <w:t>ادّعيت عليه؟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فسكت أبو بكر ، فقال عمر : يا علي! دعنا من كلامك ، فإنّا لا نقوى على </w:t>
      </w:r>
      <w:r w:rsidR="008A2B0F">
        <w:rPr>
          <w:rFonts w:hint="cs"/>
          <w:rtl/>
        </w:rPr>
        <w:t xml:space="preserve"> </w:t>
      </w:r>
      <w:r>
        <w:rPr>
          <w:rtl/>
        </w:rPr>
        <w:t>حجّتك ، فإن أتيت بشهود عدول ، وإل</w:t>
      </w:r>
      <w:r>
        <w:rPr>
          <w:rFonts w:hint="cs"/>
          <w:rtl/>
        </w:rPr>
        <w:t>ّ</w:t>
      </w:r>
      <w:r>
        <w:rPr>
          <w:rtl/>
        </w:rPr>
        <w:t xml:space="preserve">ا فهو فيء للمسلمين ، لا حقّ لك ولا </w:t>
      </w:r>
      <w:r w:rsidR="008A2B0F">
        <w:rPr>
          <w:rFonts w:hint="cs"/>
          <w:rtl/>
        </w:rPr>
        <w:t xml:space="preserve"> </w:t>
      </w:r>
      <w:r>
        <w:rPr>
          <w:rtl/>
        </w:rPr>
        <w:t>لفاطمة فيه.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علي : يا أبا بكر! تقرأ كتاب الله؟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نعم.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أخبرني عن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إِنَّمَا يُرِيدُ اللَّهُ لِيُذْهِبَ عَنكُمُ الرِّجْسَ أَهْلَ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الْبَيْتِ وَيُطَهِّرَكُمْ تَطْهِيرًا</w:t>
      </w:r>
      <w:r w:rsidRPr="005F7FDA">
        <w:rPr>
          <w:rStyle w:val="libAlaemChar"/>
          <w:rtl/>
        </w:rPr>
        <w:t>)</w:t>
      </w:r>
      <w:r>
        <w:rPr>
          <w:rtl/>
        </w:rPr>
        <w:t>فينا نزلت أو في غيرنا؟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بل فيكم.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فلو أن شهودا شهدوا على فاطمة بنت ... إلى آخر الخبر.</w:t>
      </w:r>
    </w:p>
    <w:p w:rsidR="00F631FA" w:rsidRPr="009569B4" w:rsidRDefault="00F631FA" w:rsidP="005F7FDA">
      <w:pPr>
        <w:pStyle w:val="libLine"/>
        <w:rPr>
          <w:rtl/>
        </w:rPr>
      </w:pPr>
      <w:r w:rsidRPr="009569B4">
        <w:rPr>
          <w:rtl/>
        </w:rPr>
        <w:t>_</w:t>
      </w:r>
      <w:r w:rsidRPr="009569B4">
        <w:rPr>
          <w:rFonts w:hint="cs"/>
          <w:rtl/>
        </w:rPr>
        <w:t>_____________</w:t>
      </w:r>
      <w:r w:rsidRPr="009569B4">
        <w:rPr>
          <w:rtl/>
        </w:rPr>
        <w:t>_</w:t>
      </w:r>
      <w:r w:rsidRPr="009569B4">
        <w:rPr>
          <w:rFonts w:hint="cs"/>
          <w:rtl/>
        </w:rPr>
        <w:t>_______</w:t>
      </w:r>
      <w:r w:rsidRPr="009569B4">
        <w:rPr>
          <w:rtl/>
        </w:rPr>
        <w:t>__</w:t>
      </w:r>
      <w:r w:rsidRPr="009569B4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شرح النهج 16 : 286.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فانظر إلى استدلال الإمام علي والصدّيقة الزهراء وقوة حجتهما على الخصم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بحيث قال عمر : دعنا من كلامك ، فإنّا لا نقوى على حجّتك. وإن الأنصار لما سمعوا </w:t>
      </w:r>
      <w:r w:rsidR="008A2B0F">
        <w:rPr>
          <w:rFonts w:hint="cs"/>
          <w:rtl/>
        </w:rPr>
        <w:t xml:space="preserve"> </w:t>
      </w:r>
      <w:r>
        <w:rPr>
          <w:rtl/>
        </w:rPr>
        <w:t>حجتها عليها</w:t>
      </w:r>
      <w:r w:rsidRPr="009569B4">
        <w:rPr>
          <w:rtl/>
        </w:rPr>
        <w:t>السلام</w:t>
      </w:r>
      <w:r>
        <w:rPr>
          <w:rtl/>
        </w:rPr>
        <w:t xml:space="preserve"> في كون الخلافة في علي قالوا لها : يا بنت رسول الله ؛ قد مضت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بيعتنا لهذا الرجل ، ولو أنّ زوجك وابن عمك سبق إلينا قبل أبي بكر ما عدلنا به. </w:t>
      </w:r>
      <w:r w:rsidRPr="005F7FDA">
        <w:rPr>
          <w:rStyle w:val="libFootnotenumChar"/>
          <w:rFonts w:hint="cs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وفي آخر : لو سمعنا حجتكم ما عدلنا عنكم.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وكيف لا تفيد شهادة عليـوخصوصا</w:t>
      </w:r>
      <w:r>
        <w:rPr>
          <w:rFonts w:hint="cs"/>
          <w:rtl/>
        </w:rPr>
        <w:t>ً</w:t>
      </w:r>
      <w:r>
        <w:rPr>
          <w:rtl/>
        </w:rPr>
        <w:t xml:space="preserve"> لو ضم إليها شهادة غيرهـللقطع </w:t>
      </w:r>
      <w:r w:rsidR="008A2B0F">
        <w:rPr>
          <w:rFonts w:hint="cs"/>
          <w:rtl/>
        </w:rPr>
        <w:t xml:space="preserve"> </w:t>
      </w:r>
      <w:r>
        <w:rPr>
          <w:rtl/>
        </w:rPr>
        <w:t>واليقين.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 لم تعتبر الصديقة الطاهرة كأحد النساء المؤمنات الصالحات ويطلب في </w:t>
      </w:r>
      <w:r w:rsidR="008A2B0F">
        <w:rPr>
          <w:rFonts w:hint="cs"/>
          <w:rtl/>
        </w:rPr>
        <w:t xml:space="preserve"> </w:t>
      </w:r>
      <w:r>
        <w:rPr>
          <w:rtl/>
        </w:rPr>
        <w:t>إثبات دعواها إلى بينة؟!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 xml:space="preserve">مع علمنا بأن البينة طريق ظني مجعول لاثبات ما يحتمل ثبوته ، فلا مورد لها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مع القطع واليقين المستفاد في المقام من قول سيّدة النساء التي طهّرها الله تعالى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وجعلها بضعة من سيّد أنبيائه ، لأنّ القطع طريق ذاتيّ إلى الواقع لا بجعل جاعل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فلا يمكن رفع طريقيّته أو جعل طريق ظاهريّ على خلافه ، ولذا كان الأمر في قصّة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شهادة خزيمة للنّبي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هو ثبوت ما ادّعاه النّبي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بلا بيّنة مع مخاصمة الأعرابي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له ، فإنّ شهادة خزيمة فرع عن قول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وتصديق له ، فلا تفيد أكثر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دعوى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بل كان اللازم على أبي بكر والمسلمين أن يشهدوا للزّهراء </w:t>
      </w:r>
      <w:r w:rsidRPr="005F7FDA">
        <w:rPr>
          <w:rStyle w:val="libAlaemChar"/>
          <w:rtl/>
        </w:rPr>
        <w:t>عليها‌السلام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الاحتجاج للطبرسي 1 : 122 ، تفسير القمي 2 : 156 ، وسائل الشيعة 27 : 293 ح 33781. ومثل هذا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الكلام أطلقته أم المؤمنين عائشة قبل حرب الجمل الكبرى حيث احتج عليهم أمير المؤمنين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فقالت عائشة في جوابها لعبد الله بن عباس وزيد بن صوحان اللذين بلغاها رسالة علي بن أبي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طالب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قالت : ما أنا برادة عليكم شيئا ، فإنّي أعلم لا طاقة لي بحجيج علي بن أبي طالب. الفتوح </w:t>
      </w:r>
      <w:r w:rsidR="008A2B0F">
        <w:rPr>
          <w:rFonts w:hint="cs"/>
          <w:rtl/>
        </w:rPr>
        <w:t xml:space="preserve"> </w:t>
      </w:r>
      <w:r>
        <w:rPr>
          <w:rtl/>
        </w:rPr>
        <w:t>لابن أعثم 1 : 471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الإمامة والسياسة 1 : 19 ، شرح النهج 6 : 13 ، بحار الأنوار 28 : 186 ، 352 ، 355.</w:t>
      </w:r>
    </w:p>
    <w:p w:rsidR="00F631FA" w:rsidRDefault="00F631FA" w:rsidP="005F7FDA">
      <w:pPr>
        <w:pStyle w:val="libNormal0"/>
        <w:rPr>
          <w:rtl/>
        </w:rPr>
      </w:pPr>
      <w:r w:rsidRPr="00357AE1">
        <w:rPr>
          <w:rtl/>
        </w:rPr>
        <w:br w:type="page"/>
      </w:r>
      <w:r>
        <w:rPr>
          <w:rtl/>
        </w:rPr>
        <w:lastRenderedPageBreak/>
        <w:t>تصديقا</w:t>
      </w:r>
      <w:r>
        <w:rPr>
          <w:rFonts w:hint="cs"/>
          <w:rtl/>
        </w:rPr>
        <w:t>ً</w:t>
      </w:r>
      <w:r>
        <w:rPr>
          <w:rtl/>
        </w:rPr>
        <w:t xml:space="preserve"> لها ، كما فعل خزيمة مع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وأمضى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فعله.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السيد المرتضى في ردّه على قاضي القضاة : إنّ البيّنة إنّما تراد ليغلب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الظنّ صدق المدّعي ، ألا ترى أنّ العدالة معتبرة في الشهادات لمّا كانت مؤثّرة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غلبة الظنّ ؛ لما ذكرناه ولهذا جاز أن يحكم الحاكم بعلمه من غير شهادة ؛ لأنّ علمه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أقوى من الشهادة ، ولهذا كان الإقرار أقوى من البيّنة من حيث كان أبلغ في تأثير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غلبة الظنّ ، وإذا قدّم الإقرار على الشهادة لقوّة الظنّ عنده فأولى أن يقدم العلم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الجميع ، وإذا لم يُحْتَج مع الإقرار إلى شهادةـلسقوط حكم الضعيفمع القويّـفلا </w:t>
      </w:r>
      <w:r w:rsidR="008A2B0F">
        <w:rPr>
          <w:rFonts w:hint="cs"/>
          <w:rtl/>
        </w:rPr>
        <w:t xml:space="preserve"> </w:t>
      </w:r>
      <w:r>
        <w:rPr>
          <w:rtl/>
        </w:rPr>
        <w:t>يحتاج أيضا</w:t>
      </w:r>
      <w:r>
        <w:rPr>
          <w:rFonts w:hint="cs"/>
          <w:rtl/>
        </w:rPr>
        <w:t>ً</w:t>
      </w:r>
      <w:r>
        <w:rPr>
          <w:rtl/>
        </w:rPr>
        <w:t xml:space="preserve"> مع العلم إلى ما يؤثّر الظنّ من البينات والشهادات ....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إذن الحق مع علي بن أبي طالب ، والكلّ يعلم هذه المسألة ، لكنّ الأهواء </w:t>
      </w:r>
      <w:r w:rsidR="008A2B0F">
        <w:rPr>
          <w:rFonts w:hint="cs"/>
          <w:rtl/>
        </w:rPr>
        <w:t xml:space="preserve"> </w:t>
      </w:r>
      <w:r>
        <w:rPr>
          <w:rtl/>
        </w:rPr>
        <w:t>دعتهم إلى أن يدّعوا شيئا</w:t>
      </w:r>
      <w:r>
        <w:rPr>
          <w:rFonts w:hint="cs"/>
          <w:rtl/>
        </w:rPr>
        <w:t>ً</w:t>
      </w:r>
      <w:r>
        <w:rPr>
          <w:rtl/>
        </w:rPr>
        <w:t xml:space="preserve"> مخالفا</w:t>
      </w:r>
      <w:r>
        <w:rPr>
          <w:rFonts w:hint="cs"/>
          <w:rtl/>
        </w:rPr>
        <w:t>ً</w:t>
      </w:r>
      <w:r>
        <w:rPr>
          <w:rtl/>
        </w:rPr>
        <w:t xml:space="preserve"> للقران الكريم ، والسنة النبوية ، والعقل السليم.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وحسبك أن المأمون العباسي أحرج العلماء الذين حضروا مجلسه وتعرضوا </w:t>
      </w:r>
      <w:r w:rsidR="008A2B0F">
        <w:rPr>
          <w:rFonts w:hint="cs"/>
          <w:rtl/>
        </w:rPr>
        <w:t xml:space="preserve"> </w:t>
      </w:r>
      <w:r>
        <w:rPr>
          <w:rtl/>
        </w:rPr>
        <w:t>إلى مسالة فدك وإرث الرسول ، فسألهم المأمون عن فضائل لعلي فذكروا طُرَفا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جليلة له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وسألهم عن فاطمة فرووا لها عن أبيها فضائل جمة ، وسألهم عن أم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أيمن وأسماء بنت عميس فرووا عن النبي محمّد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أنهما من أهل الجنة.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المأمون : أيجوز أن يقال أو يعتقد أنّ علي بن أبي طالب مع ورعه وزهده </w:t>
      </w:r>
      <w:r w:rsidR="008A2B0F">
        <w:rPr>
          <w:rFonts w:hint="cs"/>
          <w:rtl/>
        </w:rPr>
        <w:t xml:space="preserve"> </w:t>
      </w:r>
      <w:r>
        <w:rPr>
          <w:rtl/>
        </w:rPr>
        <w:t>يشهد لفاطمة بغير حقّ ، وقد شهد الله تعالى ورسوله بهذه الفضائل له؟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أو يجوز مع علمه وفضله أن يقال : إنّ فاطمة مع طهارتها وعصمتها وأنها </w:t>
      </w:r>
      <w:r w:rsidR="008A2B0F">
        <w:rPr>
          <w:rFonts w:hint="cs"/>
          <w:rtl/>
        </w:rPr>
        <w:t xml:space="preserve"> </w:t>
      </w:r>
      <w:r>
        <w:rPr>
          <w:rtl/>
        </w:rPr>
        <w:t>سيدة نساء العالمين وسيدة نساء أهل الجنةـكما رويتمـتطلب شيئا</w:t>
      </w:r>
      <w:r>
        <w:rPr>
          <w:rFonts w:hint="cs"/>
          <w:rtl/>
        </w:rPr>
        <w:t>ً</w:t>
      </w:r>
      <w:r>
        <w:rPr>
          <w:rtl/>
        </w:rPr>
        <w:t xml:space="preserve"> ليس لها ، </w:t>
      </w:r>
      <w:r w:rsidR="008A2B0F">
        <w:rPr>
          <w:rFonts w:hint="cs"/>
          <w:rtl/>
        </w:rPr>
        <w:t xml:space="preserve"> </w:t>
      </w:r>
      <w:r>
        <w:rPr>
          <w:rtl/>
        </w:rPr>
        <w:t>تظلم فيه جمع المسلمين ، وتقسم عليه باللهالذي لا إله إلا هو؟</w:t>
      </w:r>
    </w:p>
    <w:p w:rsidR="00F631FA" w:rsidRPr="00B77226" w:rsidRDefault="00F631FA" w:rsidP="005F7FDA">
      <w:pPr>
        <w:pStyle w:val="libLine"/>
        <w:rPr>
          <w:rtl/>
        </w:rPr>
      </w:pPr>
      <w:r w:rsidRPr="00B77226">
        <w:rPr>
          <w:rtl/>
        </w:rPr>
        <w:t>_</w:t>
      </w:r>
      <w:r w:rsidRPr="00B77226">
        <w:rPr>
          <w:rFonts w:hint="cs"/>
          <w:rtl/>
        </w:rPr>
        <w:t>_____________</w:t>
      </w:r>
      <w:r w:rsidRPr="00B77226">
        <w:rPr>
          <w:rtl/>
        </w:rPr>
        <w:t>_</w:t>
      </w:r>
      <w:r w:rsidRPr="00B77226">
        <w:rPr>
          <w:rFonts w:hint="cs"/>
          <w:rtl/>
        </w:rPr>
        <w:t>_______</w:t>
      </w:r>
      <w:r w:rsidRPr="00B77226">
        <w:rPr>
          <w:rtl/>
        </w:rPr>
        <w:t>__</w:t>
      </w:r>
      <w:r w:rsidRPr="00B77226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دلائل الصدق 2 : 39.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الشافي 4 : 96 ـ 97 وعنه في شرح نهج البلاغة 16 : 273 ـ 274.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أو يجوز أن يقال عن أم أيمن وأسماء بنت عميس : أنهما شهدتا بالزور ، وهما </w:t>
      </w:r>
      <w:r w:rsidR="008A2B0F">
        <w:rPr>
          <w:rFonts w:hint="cs"/>
          <w:rtl/>
        </w:rPr>
        <w:t xml:space="preserve"> </w:t>
      </w:r>
      <w:r>
        <w:rPr>
          <w:rtl/>
        </w:rPr>
        <w:t>من أهل الجنة؟ إن الطعن على فاطمة وشهودها طعن على كتاب الله وإلحاد في دين</w:t>
      </w:r>
      <w:r w:rsidR="008A2B0F">
        <w:rPr>
          <w:rFonts w:hint="cs"/>
          <w:rtl/>
        </w:rPr>
        <w:t xml:space="preserve"> </w:t>
      </w:r>
      <w:r>
        <w:rPr>
          <w:rtl/>
        </w:rPr>
        <w:t>الله ، حاشا الله أن يكون ذلك كذلك.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ولا أدري كيف ردّ أبو بكر شهادة علي ، في حين أن عليا ليس بأقلّ من خزيمة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 ثابت (ذي الشهادتين) ، بل هو أعلى وأسنى ، وهو المطهّر والمنّزه وأخو الرسول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الأمين بل هو نفسه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ولو تنزلنا فسلمنا أن شهادة الإمام كشهادة غيره من عدول المسلمين ، فهل</w:t>
      </w:r>
      <w:r>
        <w:rPr>
          <w:rFonts w:hint="cs"/>
          <w:rtl/>
        </w:rPr>
        <w:t>ّ</w:t>
      </w:r>
      <w:r>
        <w:rPr>
          <w:rtl/>
        </w:rPr>
        <w:t xml:space="preserve">ا </w:t>
      </w:r>
      <w:r w:rsidR="008A2B0F">
        <w:rPr>
          <w:rFonts w:hint="cs"/>
          <w:rtl/>
        </w:rPr>
        <w:t xml:space="preserve"> </w:t>
      </w:r>
      <w:r>
        <w:rPr>
          <w:rtl/>
        </w:rPr>
        <w:t>استحلف أبو بكر فاطمة بدلاً من الشاهد الثاني ، فإن حلفت وإل</w:t>
      </w:r>
      <w:r>
        <w:rPr>
          <w:rFonts w:hint="cs"/>
          <w:rtl/>
        </w:rPr>
        <w:t>ّ</w:t>
      </w:r>
      <w:r>
        <w:rPr>
          <w:rtl/>
        </w:rPr>
        <w:t xml:space="preserve">ا رُدّت دعواها؟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وهذا ما لم نره في فعل أبي بكر ، وإنما رد الدعوى ملغيا شهادة علي وأُم أيمن </w:t>
      </w:r>
      <w:r w:rsidR="008A2B0F">
        <w:rPr>
          <w:rFonts w:hint="cs"/>
          <w:rtl/>
        </w:rPr>
        <w:t xml:space="preserve"> </w:t>
      </w:r>
      <w:r>
        <w:rPr>
          <w:rtl/>
        </w:rPr>
        <w:t>وأسماء؟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إنها مصيبة والله، بل أعظم مصيبة وفتنة ، إنها فتنة تدنيس المقدّسات وتغيير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أحكام الله باسم رسول الله والدين ، فحقَّ للزهراء البتول أن تقول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أَلَا فِي الْفِتْنَةِ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سَقَطُوا وَإِنَّ جَهَنَّمَ لَمُحِيطَةٌ بِالْكَافِرِينَ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وحريٌ بنا هنا أن نأتي بكلام الفارقي وهو أحد شيوخ ابن ابي الحديد المعتزلي ، </w:t>
      </w:r>
      <w:r w:rsidR="008A2B0F">
        <w:rPr>
          <w:rFonts w:hint="cs"/>
          <w:rtl/>
        </w:rPr>
        <w:t xml:space="preserve"> </w:t>
      </w:r>
      <w:r>
        <w:rPr>
          <w:rtl/>
        </w:rPr>
        <w:t>إذ سأله ، فقال له : كانت فاطمة صادقة في دعواها النحلة؟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نعم.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>قال له ابن أبي الحديد : فلِمَ لم يدفع لها أبو بكر فدكا</w:t>
      </w:r>
      <w:r>
        <w:rPr>
          <w:rFonts w:hint="cs"/>
          <w:rtl/>
        </w:rPr>
        <w:t>ً</w:t>
      </w:r>
      <w:r>
        <w:rPr>
          <w:rtl/>
        </w:rPr>
        <w:t xml:space="preserve"> وهي عنده صادقة؟ </w:t>
      </w:r>
      <w:r w:rsidR="008A2B0F">
        <w:rPr>
          <w:rFonts w:hint="cs"/>
          <w:rtl/>
        </w:rPr>
        <w:t xml:space="preserve"> </w:t>
      </w:r>
      <w:r>
        <w:rPr>
          <w:rtl/>
        </w:rPr>
        <w:t>فتبسم ، ثمّ قال كلاما</w:t>
      </w:r>
      <w:r>
        <w:rPr>
          <w:rFonts w:hint="cs"/>
          <w:rtl/>
        </w:rPr>
        <w:t>ً</w:t>
      </w:r>
      <w:r>
        <w:rPr>
          <w:rtl/>
        </w:rPr>
        <w:t xml:space="preserve"> لطيفا</w:t>
      </w:r>
      <w:r>
        <w:rPr>
          <w:rFonts w:hint="cs"/>
          <w:rtl/>
        </w:rPr>
        <w:t>ً</w:t>
      </w:r>
      <w:r>
        <w:rPr>
          <w:rtl/>
        </w:rPr>
        <w:t xml:space="preserve"> مستحسنا</w:t>
      </w:r>
      <w:r>
        <w:rPr>
          <w:rFonts w:hint="cs"/>
          <w:rtl/>
        </w:rPr>
        <w:t>ً</w:t>
      </w:r>
      <w:r>
        <w:rPr>
          <w:rtl/>
        </w:rPr>
        <w:t xml:space="preserve"> مع ناموسه وحرمته وقلّة دعابته ، قال : </w:t>
      </w:r>
      <w:r w:rsidR="008A2B0F">
        <w:rPr>
          <w:rFonts w:hint="cs"/>
          <w:rtl/>
        </w:rPr>
        <w:t xml:space="preserve"> </w:t>
      </w:r>
      <w:r>
        <w:rPr>
          <w:rtl/>
        </w:rPr>
        <w:t>لو أعطاها اليوم فدكا</w:t>
      </w:r>
      <w:r>
        <w:rPr>
          <w:rFonts w:hint="cs"/>
          <w:rtl/>
        </w:rPr>
        <w:t>ً</w:t>
      </w:r>
      <w:r>
        <w:rPr>
          <w:rtl/>
        </w:rPr>
        <w:t xml:space="preserve"> ، بمجرد دعواها لجاءت إليه غدا وادّعت لزوجها الخلافة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الطرائف : 250.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وهو قولها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في خطبتها التي نقلنا بعضها آنفا : زعمتم خوفَ الفتنة 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 xml:space="preserve">أَلَا فِي الْفِتْنَةِ سَقَطُوا وَإِنَّ جَهَنَّمَ </w:t>
      </w:r>
      <w:r w:rsidR="008A2B0F" w:rsidRPr="005F7FDA">
        <w:rPr>
          <w:rStyle w:val="libFootnoteAieChar"/>
          <w:rFonts w:hint="cs"/>
          <w:rtl/>
        </w:rPr>
        <w:t xml:space="preserve"> </w:t>
      </w:r>
      <w:r w:rsidRPr="005F7FDA">
        <w:rPr>
          <w:rStyle w:val="libFootnoteAieChar"/>
          <w:rtl/>
        </w:rPr>
        <w:t>لَمُحِيطَةٌ بِالْكَافِرِينَ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وزحزحته عن مقامه ، ولم يكن يمكنه حينئذ الاعتذار بشيء ، لأنّه يكون قد سجلَّ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على نفسه بأنها صادقة فيما تدّعِي كائنا ما كان من غير حاجة إلى بينة ولا شهود.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والآن أرجع متسائلاً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هل يعقل أن تطلب فاطمة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ـوهي سيدة نساء أهل الجنة وسيدة العالمين ، </w:t>
      </w:r>
      <w:r w:rsidR="008A2B0F">
        <w:rPr>
          <w:rFonts w:hint="cs"/>
          <w:rtl/>
        </w:rPr>
        <w:t xml:space="preserve"> </w:t>
      </w:r>
      <w:r>
        <w:rPr>
          <w:rtl/>
        </w:rPr>
        <w:t>مع طهارتها وعصمتها وأن الله أوقف رضاه على رضاها وغضبه علىغضبهاـشيئا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ليس لها فيه حق؟!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وهل تريد بفعلها ظلم جميع المسلمين بأخذها أموالهم؟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وهل يجوز لعليّ أن يشهد لفاطمة بغير حق؟! أو يمكن تصوّر مخالفته للحق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ورسول الله يقول : علي مع الحق والحق مع علي ؛ ويقول : اللهم أدر الحق معه حيث </w:t>
      </w:r>
      <w:r w:rsidR="008A2B0F">
        <w:rPr>
          <w:rFonts w:hint="cs"/>
          <w:rtl/>
        </w:rPr>
        <w:t xml:space="preserve"> </w:t>
      </w:r>
      <w:r>
        <w:rPr>
          <w:rtl/>
        </w:rPr>
        <w:t>دار. وهل يجوز القول عن أم أيمن ـ المشهود لها بالجنة ـ أنها قد شهدت زورا</w:t>
      </w:r>
      <w:r>
        <w:rPr>
          <w:rFonts w:hint="cs"/>
          <w:rtl/>
        </w:rPr>
        <w:t xml:space="preserve">ً </w:t>
      </w:r>
      <w:r>
        <w:rPr>
          <w:rtl/>
        </w:rPr>
        <w:t>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نعم إننا لا يمكننا أن نزك</w:t>
      </w:r>
      <w:r>
        <w:rPr>
          <w:rFonts w:hint="cs"/>
          <w:rtl/>
        </w:rPr>
        <w:t>ّ</w:t>
      </w:r>
      <w:r>
        <w:rPr>
          <w:rtl/>
        </w:rPr>
        <w:t>ي أبا بكر والزهراء معا</w:t>
      </w:r>
      <w:r>
        <w:rPr>
          <w:rFonts w:hint="cs"/>
          <w:rtl/>
        </w:rPr>
        <w:t>ً</w:t>
      </w:r>
      <w:r>
        <w:rPr>
          <w:rtl/>
        </w:rPr>
        <w:t xml:space="preserve"> ، إذ لو صدّقنا أبا بكر في دعواه </w:t>
      </w:r>
      <w:r w:rsidR="008A2B0F">
        <w:rPr>
          <w:rFonts w:hint="cs"/>
          <w:rtl/>
        </w:rPr>
        <w:t xml:space="preserve"> </w:t>
      </w:r>
      <w:r>
        <w:rPr>
          <w:rtl/>
        </w:rPr>
        <w:t>ـوهي دعوى كاذبة قطعا</w:t>
      </w:r>
      <w:r>
        <w:rPr>
          <w:rFonts w:hint="cs"/>
          <w:rtl/>
        </w:rPr>
        <w:t xml:space="preserve">ً </w:t>
      </w:r>
      <w:r>
        <w:rPr>
          <w:rtl/>
        </w:rPr>
        <w:t>ـللزمنا تكذيب الدعوى المقابلة ، وإن كان أبو بكر كاذبا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فالزهراءـكما هو الحقـصادقة لا محالة. فلا يمكن أن نجمع بينهما بجامع الصدّيقية. </w:t>
      </w:r>
      <w:r w:rsidR="008A2B0F">
        <w:rPr>
          <w:rFonts w:hint="cs"/>
          <w:rtl/>
        </w:rPr>
        <w:t xml:space="preserve"> </w:t>
      </w:r>
      <w:r>
        <w:rPr>
          <w:rtl/>
        </w:rPr>
        <w:t>إنها مفارقة!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وهكذا الحال بالنسبة إلى أحاديث (من خرج على إمام زمانه) أو (مات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وليس في عنقه بيعة) أو (لم يعرف أمام زمانه) أو (من خرج من طاعة السلطان </w:t>
      </w:r>
      <w:r w:rsidR="008A2B0F">
        <w:rPr>
          <w:rFonts w:hint="cs"/>
          <w:rtl/>
        </w:rPr>
        <w:t xml:space="preserve"> </w:t>
      </w:r>
      <w:r>
        <w:rPr>
          <w:rtl/>
        </w:rPr>
        <w:t>شبرا</w:t>
      </w:r>
      <w:r>
        <w:rPr>
          <w:rFonts w:hint="cs"/>
          <w:rtl/>
        </w:rPr>
        <w:t>ً</w:t>
      </w:r>
      <w:r>
        <w:rPr>
          <w:rtl/>
        </w:rPr>
        <w:t xml:space="preserve"> مات ميتة جاهلية).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فنحن لو قبلنا هذه النصوص معتبرين أبا بكر إماما</w:t>
      </w:r>
      <w:r>
        <w:rPr>
          <w:rFonts w:hint="cs"/>
          <w:rtl/>
        </w:rPr>
        <w:t>ً</w:t>
      </w:r>
      <w:r>
        <w:rPr>
          <w:rtl/>
        </w:rPr>
        <w:t xml:space="preserve"> لزمانه ، للزم أن تكون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الزهراءـسيدة نساء العالمين والمطهرة بنص القران والحديثـقد ماتت ميتة </w:t>
      </w:r>
      <w:r w:rsidR="008A2B0F">
        <w:rPr>
          <w:rFonts w:hint="cs"/>
          <w:rtl/>
        </w:rPr>
        <w:t xml:space="preserve"> </w:t>
      </w:r>
      <w:r>
        <w:rPr>
          <w:rtl/>
        </w:rPr>
        <w:t>جاهلية!!!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>وأما لو شككنا في كونه إمامَ ذلك العصر ؛ لعدم النصّ عليه ، وعدم أهليته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شرح نهج البلاغة 16 : 284.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للخلافة ، ولِتَخَلُّف عيون الصحابة عنهـكعلي والعباس وبني هاشم والزبير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والمقداد وسعد بن عبادة وغيرهمـلجاز خروج الزهراء عليه واعتقادها بانحرافه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وضلالته ، ولا يمكن تصحيح الموقفين معا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 كيف يردّان شهادة علي بن أبي طالب ويقولان أنهـيجرّ إلى نفسه؟! مع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ما كان طالبا</w:t>
      </w:r>
      <w:r>
        <w:rPr>
          <w:rFonts w:hint="cs"/>
          <w:rtl/>
        </w:rPr>
        <w:t>ً</w:t>
      </w:r>
      <w:r>
        <w:rPr>
          <w:rtl/>
        </w:rPr>
        <w:t xml:space="preserve"> للدنيا ولا راغبا</w:t>
      </w:r>
      <w:r>
        <w:rPr>
          <w:rFonts w:hint="cs"/>
          <w:rtl/>
        </w:rPr>
        <w:t>ً</w:t>
      </w:r>
      <w:r>
        <w:rPr>
          <w:rtl/>
        </w:rPr>
        <w:t xml:space="preserve"> فيها ، كما يطمئن بذلك كل من تصفح سيرة ابن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أبي طالب وكلماته في نهج البلاغة ، وكفاك كلامه في رسالته لعثمان بنحنيف واليه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البصرة : وما أصنع بفدك وغير فدك والنفس مظانها في غدٍ جدث.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وإذا لم يقبل أبو بكر شهادة علي بن أبي طالب لكونه المنتفع ، فكيف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قبل رسول الله شهادة خزيمة بن ثابت وعدّ شهادته شهادتين ، وكان النبي </w:t>
      </w:r>
      <w:r w:rsidRPr="005F7FDA">
        <w:rPr>
          <w:rStyle w:val="libAlaemChar"/>
          <w:rtl/>
        </w:rPr>
        <w:t>صلى‌الله‌عليه‌وآله</w:t>
      </w:r>
      <w:r w:rsidR="008A2B0F">
        <w:rPr>
          <w:rFonts w:hint="cs"/>
          <w:rtl/>
        </w:rPr>
        <w:t xml:space="preserve"> </w:t>
      </w:r>
      <w:r>
        <w:rPr>
          <w:rtl/>
        </w:rPr>
        <w:t>هو المنتفع.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 كيف به لا يقطع بشهادة علي الذي قال عنه رسول الله أنه (مع الحقّ والحقّ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مع علي يدور معه حيثما دار) 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 مع علمه بأنه عدل القرآن ، وأحد الثقلين ، وأنه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الشاهد الذي قبل الله شهادته في حقّ نبيه ، وجعله شاهد صدق في تصديق رسالته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أَفَمَن كَانَ عَلَىٰ بَيِّنَةٍ مِّن رَّبِّهِ وَيَتْلُوهُ شَاهِدٌ مِّنْهُ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ولو صحّ ما استدلوا به من أن الشهادة لم تكتمل في قضية فدكـمقتصرين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شهادة الإمام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وأم أيمنـفماذا تفعل بما جاء عن سيرة الحكّامـومنهم </w:t>
      </w:r>
      <w:r w:rsidR="008A2B0F">
        <w:rPr>
          <w:rFonts w:hint="cs"/>
          <w:rtl/>
        </w:rPr>
        <w:t xml:space="preserve"> </w:t>
      </w:r>
      <w:r>
        <w:rPr>
          <w:rtl/>
        </w:rPr>
        <w:t>أبو بكر ـ وحكمهم بالشاهد الواحد مع اليمين؟!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>ففي كتاب الشهادات من كنز العمال : إن رسول الله وأبا بكر وعمر وعثمان كانوا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نهج البلاغة 3 : 71 / 45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شرح أبي الحديد 2 : 297 ، الفصول المختارة : 97 / 97 ، التعجب للكراجكي : 15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هود : 17 وتفسير الدر المنثور 3 : 324.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يقضون بشهادة الواحد مع اليمين.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الدارقطني عن علي : إن أبا بكر وعمر وعثمان يقضون باليمين </w:t>
      </w:r>
      <w:r w:rsidR="008A2B0F">
        <w:rPr>
          <w:rFonts w:hint="cs"/>
          <w:rtl/>
        </w:rPr>
        <w:t xml:space="preserve"> </w:t>
      </w:r>
      <w:r>
        <w:rPr>
          <w:rtl/>
        </w:rPr>
        <w:t>مع الشاهد.</w:t>
      </w:r>
      <w:r w:rsidRPr="005F7FDA">
        <w:rPr>
          <w:rStyle w:val="libFootnotenumChar"/>
          <w:rFonts w:hint="cs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وعن علي أيضا</w:t>
      </w:r>
      <w:r>
        <w:rPr>
          <w:rFonts w:hint="cs"/>
          <w:rtl/>
        </w:rPr>
        <w:t>ً</w:t>
      </w:r>
      <w:r>
        <w:rPr>
          <w:rtl/>
        </w:rPr>
        <w:t xml:space="preserve"> انه قال : نزل جبرائيل على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باليمين مع شاهد.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ابن عباس ، إن رسول الله قضى بيمين وشاهد.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النووي في الشرح : جمهور علماء الإسلام من الصحابة والتابعين :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بعدهم من علماء الأمصار يقضي بشاهد ويمين المدعي في الأموال وما يقصد به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الأموال. وبه قال أبو بكر وعلي وعمر بن عبد العزيز ومالك بن أنس والشافعي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وأحمد وفقهاء المدينة وسائر علماء الحجاز ، ومعظم علماء الأمصار ، وحجتهم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ذلك أحاديث كثيرة في هذه المسألة.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كتاب شرح التلويح على التوضيح : المروي عن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أن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وأبا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بكر وعمر وعثمان كانوا يقضون بشهادة الواحد واليمين.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فنحن لو جمعنا هذه النصوص مع ما ورد عن أبي بكر وقوله للزهراء : </w:t>
      </w:r>
      <w:r w:rsidRPr="005F7FDA">
        <w:rPr>
          <w:rStyle w:val="libBold2Char"/>
          <w:rtl/>
        </w:rPr>
        <w:t xml:space="preserve">وأنت </w:t>
      </w:r>
      <w:r w:rsidR="008A2B0F" w:rsidRPr="005F7FDA">
        <w:rPr>
          <w:rStyle w:val="libBold2Char"/>
          <w:rFonts w:hint="cs"/>
          <w:rtl/>
        </w:rPr>
        <w:t xml:space="preserve"> </w:t>
      </w:r>
      <w:r w:rsidRPr="005F7FDA">
        <w:rPr>
          <w:rStyle w:val="libBold2Char"/>
          <w:rtl/>
        </w:rPr>
        <w:t xml:space="preserve">صادقة في قولك </w:t>
      </w:r>
      <w:r>
        <w:rPr>
          <w:rtl/>
        </w:rPr>
        <w:t xml:space="preserve">، سابقة في وفور عقلك ، غير مردودة عن حقك ، ولا مصدودة </w:t>
      </w:r>
      <w:r w:rsidR="008A2B0F">
        <w:rPr>
          <w:rFonts w:hint="cs"/>
          <w:rtl/>
        </w:rPr>
        <w:t xml:space="preserve"> </w:t>
      </w:r>
      <w:r>
        <w:rPr>
          <w:rtl/>
        </w:rPr>
        <w:t>عن صدقك.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آخر : صدق الله وصدق رسوله ، </w:t>
      </w:r>
      <w:r w:rsidRPr="005F7FDA">
        <w:rPr>
          <w:rStyle w:val="libBold2Char"/>
          <w:rtl/>
        </w:rPr>
        <w:t>وصدقت ابنته</w:t>
      </w:r>
      <w:r>
        <w:rPr>
          <w:rtl/>
        </w:rPr>
        <w:t xml:space="preserve"> ....</w:t>
      </w:r>
    </w:p>
    <w:p w:rsidR="00F631FA" w:rsidRPr="00871F7B" w:rsidRDefault="00F631FA" w:rsidP="005F7FDA">
      <w:pPr>
        <w:pStyle w:val="libLine"/>
        <w:rPr>
          <w:rtl/>
        </w:rPr>
      </w:pPr>
      <w:r w:rsidRPr="00871F7B">
        <w:rPr>
          <w:rtl/>
        </w:rPr>
        <w:t>_</w:t>
      </w:r>
      <w:r w:rsidRPr="00871F7B">
        <w:rPr>
          <w:rFonts w:hint="cs"/>
          <w:rtl/>
        </w:rPr>
        <w:t>_____________</w:t>
      </w:r>
      <w:r w:rsidRPr="00871F7B">
        <w:rPr>
          <w:rtl/>
        </w:rPr>
        <w:t>_</w:t>
      </w:r>
      <w:r w:rsidRPr="00871F7B">
        <w:rPr>
          <w:rFonts w:hint="cs"/>
          <w:rtl/>
        </w:rPr>
        <w:t>_______</w:t>
      </w:r>
      <w:r w:rsidRPr="00871F7B">
        <w:rPr>
          <w:rtl/>
        </w:rPr>
        <w:t>__</w:t>
      </w:r>
      <w:r w:rsidRPr="00871F7B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كنز العمال 7 : 26 ح 17786 ، عن الدارقطني.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سنن الدارقطني 4 : 137 ، سنن البيهقي 10 : 173.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كنز العمال 5 : 826 / 14498 ، الدر المنثور 6 : 135.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صحيح مسلم كتاب الأقضية باب القضاء باليمين والشاهد 5 : 128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شرح النووي : 412.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>. شرح التلويح على التوضيح 4 : 12.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فلو كان صادقا</w:t>
      </w:r>
      <w:r>
        <w:rPr>
          <w:rFonts w:hint="cs"/>
          <w:rtl/>
        </w:rPr>
        <w:t>ً</w:t>
      </w:r>
      <w:r>
        <w:rPr>
          <w:rtl/>
        </w:rPr>
        <w:t xml:space="preserve"> في كل ما يقوله فلماذا لم يعطها فدكا</w:t>
      </w:r>
      <w:r>
        <w:rPr>
          <w:rFonts w:hint="cs"/>
          <w:rtl/>
        </w:rPr>
        <w:t>ً</w:t>
      </w:r>
      <w:r>
        <w:rPr>
          <w:rtl/>
        </w:rPr>
        <w:t xml:space="preserve"> ، وليس بعد اليقين غاية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يطلبها الحاكم في المرافعات ، ففي سنن أبي داود انه إذا علم الحاكم صدق شهادة </w:t>
      </w:r>
      <w:r w:rsidR="008A2B0F">
        <w:rPr>
          <w:rFonts w:hint="cs"/>
          <w:rtl/>
        </w:rPr>
        <w:t xml:space="preserve"> </w:t>
      </w:r>
      <w:r>
        <w:rPr>
          <w:rtl/>
        </w:rPr>
        <w:t>الواحد يجوز أن يقرّ به.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الترمذي : بسنده عن أبي جحيفة ، قال : رأيت رسول الله أبيضَ قد </w:t>
      </w:r>
      <w:r w:rsidR="008A2B0F">
        <w:rPr>
          <w:rFonts w:hint="cs"/>
          <w:rtl/>
        </w:rPr>
        <w:t xml:space="preserve"> </w:t>
      </w:r>
      <w:r>
        <w:rPr>
          <w:rtl/>
        </w:rPr>
        <w:t>شاَبَ ، ... وأمر لنا بثلاثة عشر قلوصا</w:t>
      </w:r>
      <w:r>
        <w:rPr>
          <w:rFonts w:hint="cs"/>
          <w:rtl/>
        </w:rPr>
        <w:t>ً</w:t>
      </w:r>
      <w:r>
        <w:rPr>
          <w:rtl/>
        </w:rPr>
        <w:t xml:space="preserve"> ، فذهبنا نقبضها فأتانا موته فلم يعطونا </w:t>
      </w:r>
      <w:r w:rsidR="008A2B0F">
        <w:rPr>
          <w:rFonts w:hint="cs"/>
          <w:rtl/>
        </w:rPr>
        <w:t xml:space="preserve"> </w:t>
      </w:r>
      <w:r>
        <w:rPr>
          <w:rtl/>
        </w:rPr>
        <w:t>شيئا</w:t>
      </w:r>
      <w:r>
        <w:rPr>
          <w:rFonts w:hint="cs"/>
          <w:rtl/>
        </w:rPr>
        <w:t>ً</w:t>
      </w:r>
      <w:r>
        <w:rPr>
          <w:rtl/>
        </w:rPr>
        <w:t xml:space="preserve"> ، فلما قام أبو بكر قال : من كانت له عند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عِدةٌ فليجئْ ، فقمت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إليه فأخبرته ، فأمر لنا بها.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وأخرج البخاري في كتاب </w:t>
      </w:r>
      <w:r w:rsidRPr="009043ED">
        <w:rPr>
          <w:rtl/>
        </w:rPr>
        <w:t xml:space="preserve">الكفالة </w:t>
      </w:r>
      <w:r w:rsidRPr="009043ED">
        <w:rPr>
          <w:rFonts w:hint="cs"/>
          <w:rtl/>
        </w:rPr>
        <w:t>«</w:t>
      </w:r>
      <w:r w:rsidRPr="009043ED">
        <w:rPr>
          <w:rtl/>
        </w:rPr>
        <w:t xml:space="preserve"> باب من يكفل عن ميت دينا</w:t>
      </w:r>
      <w:r>
        <w:rPr>
          <w:rFonts w:hint="cs"/>
          <w:rtl/>
        </w:rPr>
        <w:t>ً</w:t>
      </w:r>
      <w:r w:rsidRPr="009043ED">
        <w:rPr>
          <w:rFonts w:hint="cs"/>
          <w:rtl/>
        </w:rPr>
        <w:t>»</w:t>
      </w:r>
      <w:r w:rsidRPr="009043ED">
        <w:rPr>
          <w:rtl/>
        </w:rPr>
        <w:t xml:space="preserve"> :</w:t>
      </w:r>
      <w:r>
        <w:rPr>
          <w:rtl/>
        </w:rPr>
        <w:t xml:space="preserve"> انّ جابر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 عبداللهالأنصاري ادّعى [ في زمن أبي بكر </w:t>
      </w:r>
      <w:r>
        <w:rPr>
          <w:rFonts w:hint="cs"/>
          <w:rtl/>
        </w:rPr>
        <w:t>]</w:t>
      </w:r>
      <w:r>
        <w:rPr>
          <w:rtl/>
        </w:rPr>
        <w:t xml:space="preserve"> أن رسول الله وعده أن يعطيه من </w:t>
      </w:r>
      <w:r w:rsidR="008A2B0F">
        <w:rPr>
          <w:rFonts w:hint="cs"/>
          <w:rtl/>
        </w:rPr>
        <w:t xml:space="preserve"> </w:t>
      </w:r>
      <w:r>
        <w:rPr>
          <w:rtl/>
        </w:rPr>
        <w:t>مال البحرين ، فأعطاه [ أبو بكر ] ألفا</w:t>
      </w:r>
      <w:r>
        <w:rPr>
          <w:rFonts w:hint="cs"/>
          <w:rtl/>
        </w:rPr>
        <w:t>ً</w:t>
      </w:r>
      <w:r>
        <w:rPr>
          <w:rtl/>
        </w:rPr>
        <w:t xml:space="preserve"> وخمسمائة دينار من بيت المال دون أن يطلب </w:t>
      </w:r>
      <w:r w:rsidR="008A2B0F">
        <w:rPr>
          <w:rFonts w:hint="cs"/>
          <w:rtl/>
        </w:rPr>
        <w:t xml:space="preserve"> </w:t>
      </w:r>
      <w:r>
        <w:rPr>
          <w:rtl/>
        </w:rPr>
        <w:t>منه بينة على ذلك.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ابن حجر في فتح الباري (باب من يكفل عن ميت دينا</w:t>
      </w:r>
      <w:r>
        <w:rPr>
          <w:rFonts w:hint="cs"/>
          <w:rtl/>
        </w:rPr>
        <w:t xml:space="preserve">ً </w:t>
      </w:r>
      <w:r>
        <w:rPr>
          <w:rtl/>
        </w:rPr>
        <w:t xml:space="preserve">) : وفيه قبول خبر </w:t>
      </w:r>
      <w:r w:rsidR="008A2B0F">
        <w:rPr>
          <w:rFonts w:hint="cs"/>
          <w:rtl/>
        </w:rPr>
        <w:t xml:space="preserve"> </w:t>
      </w:r>
      <w:r>
        <w:rPr>
          <w:rtl/>
        </w:rPr>
        <w:t>الواحد العدل من الصحابة ولو جر ذلك نفعا</w:t>
      </w:r>
      <w:r>
        <w:rPr>
          <w:rFonts w:hint="cs"/>
          <w:rtl/>
        </w:rPr>
        <w:t>ً</w:t>
      </w:r>
      <w:r>
        <w:rPr>
          <w:rtl/>
        </w:rPr>
        <w:t xml:space="preserve"> لنفسه.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وهنا يحق السؤال : أكان أبو جحيفة وجابر أصدق عند أبي بكر من الصدّيقة </w:t>
      </w:r>
      <w:r w:rsidR="008A2B0F">
        <w:rPr>
          <w:rFonts w:hint="cs"/>
          <w:rtl/>
        </w:rPr>
        <w:t xml:space="preserve"> </w:t>
      </w:r>
      <w:r>
        <w:rPr>
          <w:rtl/>
        </w:rPr>
        <w:t>فاطمة سلام الله عليها؟! وخصوصا</w:t>
      </w:r>
      <w:r>
        <w:rPr>
          <w:rFonts w:hint="cs"/>
          <w:rtl/>
        </w:rPr>
        <w:t>ً</w:t>
      </w:r>
      <w:r>
        <w:rPr>
          <w:rtl/>
        </w:rPr>
        <w:t xml:space="preserve"> مع اقترانها بشهادة زوجها الصدّيق الذي هو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نفس رسول الله ووصيه ، وأم أيمن وأسماء بنت عميس وكلّهم من أهل الجنة؟ أم أنّ </w:t>
      </w:r>
      <w:r w:rsidR="008A2B0F">
        <w:rPr>
          <w:rFonts w:hint="cs"/>
          <w:rtl/>
        </w:rPr>
        <w:t xml:space="preserve"> </w:t>
      </w:r>
      <w:r>
        <w:rPr>
          <w:rtl/>
        </w:rPr>
        <w:t>المسالة مسالة سياسية ودنيوية؟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وبعد هذا هل تقتنع بما علّله الايجي لأبي بكر :</w:t>
      </w:r>
    </w:p>
    <w:p w:rsidR="00F631FA" w:rsidRPr="003F4BF7" w:rsidRDefault="00F631FA" w:rsidP="005F7FDA">
      <w:pPr>
        <w:pStyle w:val="libLine"/>
        <w:rPr>
          <w:rtl/>
        </w:rPr>
      </w:pPr>
      <w:r w:rsidRPr="003F4BF7">
        <w:rPr>
          <w:rtl/>
        </w:rPr>
        <w:t>_</w:t>
      </w:r>
      <w:r w:rsidRPr="003F4BF7">
        <w:rPr>
          <w:rFonts w:hint="cs"/>
          <w:rtl/>
        </w:rPr>
        <w:t>_____________</w:t>
      </w:r>
      <w:r w:rsidRPr="003F4BF7">
        <w:rPr>
          <w:rtl/>
        </w:rPr>
        <w:t>_</w:t>
      </w:r>
      <w:r w:rsidRPr="003F4BF7">
        <w:rPr>
          <w:rFonts w:hint="cs"/>
          <w:rtl/>
        </w:rPr>
        <w:t>_______</w:t>
      </w:r>
      <w:r w:rsidRPr="003F4BF7">
        <w:rPr>
          <w:rtl/>
        </w:rPr>
        <w:t>__</w:t>
      </w:r>
      <w:r w:rsidRPr="003F4BF7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سنن أبي داود 2 : 166.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سنن الترمذي 4 : 210 ح 2983 ، المعجم الكبير 22 : 128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انظر صحيح البخاري 3 : 58 كتاب الإجارة ، باب الكفالة في القرض والديون و ص 137 من كتاب </w:t>
      </w:r>
      <w:r w:rsidR="008A2B0F">
        <w:rPr>
          <w:rFonts w:hint="cs"/>
          <w:rtl/>
        </w:rPr>
        <w:t xml:space="preserve"> </w:t>
      </w:r>
      <w:r>
        <w:rPr>
          <w:rtl/>
        </w:rPr>
        <w:t>المظالم ، باب من لم يقبل الهدية لعلة ، فتح الباري 4 : 389.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فان قيل : ادّعت [ فاطمة ] أنّه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نحلها ، وشهد عليٌّ والحسن والحسين وأم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كلثوم ، فردّ أبوبكر شهادتهم. قلنا : أما الحسن والحسين فللفرعية ، وأما عليٌّ وأم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كلثوم فلقصورهما عن نصاب البينة ، ولعله لم يَرَ الحُكْمَ بشاهد ويمين ، لأنّه مذهب </w:t>
      </w:r>
      <w:r w:rsidR="008A2B0F">
        <w:rPr>
          <w:rFonts w:hint="cs"/>
          <w:rtl/>
        </w:rPr>
        <w:t xml:space="preserve"> </w:t>
      </w:r>
      <w:r>
        <w:rPr>
          <w:rtl/>
        </w:rPr>
        <w:t>كثير من العلماء.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اقرأ واعجبْ ، ثم احكم بما تشاء ؛ لأنك قد وقفت على قضاء أبي بكر بشهادة </w:t>
      </w:r>
      <w:r w:rsidR="008A2B0F">
        <w:rPr>
          <w:rFonts w:hint="cs"/>
          <w:rtl/>
        </w:rPr>
        <w:t xml:space="preserve"> </w:t>
      </w:r>
      <w:r>
        <w:rPr>
          <w:rtl/>
        </w:rPr>
        <w:t>العدل الواحد ولو جر ذلك نفعا</w:t>
      </w:r>
      <w:r>
        <w:rPr>
          <w:rFonts w:hint="cs"/>
          <w:rtl/>
        </w:rPr>
        <w:t>ً</w:t>
      </w:r>
      <w:r>
        <w:rPr>
          <w:rtl/>
        </w:rPr>
        <w:t xml:space="preserve"> لنفسه ، بل وقفت على إعطائه المال المدّعى </w:t>
      </w:r>
      <w:r w:rsidR="008A2B0F">
        <w:rPr>
          <w:rFonts w:hint="cs"/>
          <w:rtl/>
        </w:rPr>
        <w:t xml:space="preserve"> </w:t>
      </w:r>
      <w:r>
        <w:rPr>
          <w:rtl/>
        </w:rPr>
        <w:t>بمجرّد الدعوى!!</w:t>
      </w:r>
    </w:p>
    <w:p w:rsidR="00F631FA" w:rsidRDefault="00F631FA" w:rsidP="00F631FA">
      <w:pPr>
        <w:pStyle w:val="Heading1"/>
        <w:rPr>
          <w:rtl/>
        </w:rPr>
      </w:pPr>
      <w:bookmarkStart w:id="5" w:name="_Toc414105334"/>
      <w:r>
        <w:rPr>
          <w:rtl/>
        </w:rPr>
        <w:t>دوافع الكذب عند الطرفين</w:t>
      </w:r>
      <w:bookmarkEnd w:id="5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هذا وإن الإمام عليّا</w:t>
      </w:r>
      <w:r>
        <w:rPr>
          <w:rFonts w:hint="cs"/>
          <w:rtl/>
        </w:rPr>
        <w:t>ً</w:t>
      </w:r>
      <w:r>
        <w:rPr>
          <w:rtl/>
        </w:rPr>
        <w:t xml:space="preserve"> قد أشار إلى مظلوميته مخاطبا</w:t>
      </w:r>
      <w:r>
        <w:rPr>
          <w:rFonts w:hint="cs"/>
          <w:rtl/>
        </w:rPr>
        <w:t>ً</w:t>
      </w:r>
      <w:r>
        <w:rPr>
          <w:rtl/>
        </w:rPr>
        <w:t xml:space="preserve"> هذا الإتجاه بقوله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ما زلتُ مُذْ قُبض رسول الله </w:t>
      </w:r>
      <w:r w:rsidRPr="005F7FDA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مظلوما</w:t>
      </w:r>
      <w:r>
        <w:rPr>
          <w:rFonts w:hint="cs"/>
          <w:rtl/>
        </w:rPr>
        <w:t>ً</w:t>
      </w:r>
      <w:r>
        <w:rPr>
          <w:rtl/>
        </w:rPr>
        <w:t xml:space="preserve"> ، ولقد بلغني أنكم تقولون : عليٌّ يكذب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قاتلكم الله ، فعلى من أكذب؟! أعلى الله فأنا أول من آمن به ، أم على نبيه؟ فأنا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أول من صدّقه.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Pr="00F816FC" w:rsidRDefault="00F631FA" w:rsidP="005F7FDA">
      <w:pPr>
        <w:pStyle w:val="libLine"/>
        <w:rPr>
          <w:rtl/>
        </w:rPr>
      </w:pPr>
      <w:r>
        <w:rPr>
          <w:rtl/>
        </w:rPr>
        <w:t xml:space="preserve">وهذا النص يختزن في طيّاته أدق وأروع معاني الاحتجاج والتنظير ، فما الوجه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والمبرر لئن يكذب علي على الله وهو الذي نزل فيه وفي آله الذكر الحكيم كما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آيات التطهير ، والمباهلة ، والمودة في القربى ، وسورة الدهر ، وقوله تعالى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وَاعْتَصِمُوا بِحَبْلِ اللَّهِ جَمِيعًا وَلَا تَفَرَّقُوا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كُونُوا مَعَ الصَّادِقِينَ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 w:rsidR="008A2B0F">
        <w:rPr>
          <w:rFonts w:hint="cs"/>
          <w:rtl/>
        </w:rPr>
        <w:t xml:space="preserve"> </w:t>
      </w: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المواقف للايجي 3 : 598 في المقصد الرابع.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نهج البلاغة ، 1 : 119 الخطبة رقم 71 ، خصائص الأئمة للرضي : 99 ، الإرشاد للمفيد 1 : 279 ، بحار </w:t>
      </w:r>
      <w:r w:rsidR="008A2B0F">
        <w:rPr>
          <w:rFonts w:hint="cs"/>
          <w:rtl/>
        </w:rPr>
        <w:t xml:space="preserve"> </w:t>
      </w:r>
      <w:r>
        <w:rPr>
          <w:rtl/>
        </w:rPr>
        <w:t>الأنوار 39 : 352 ينابيع المودة 3 : 436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آل عمران : 103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التوبة : 119.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وَأَنَّ هَٰذَا صِرَاطِي مُسْتَقِيمًا فَاتَّبِعُوهُ وَلَا تَتَّبِعُوا السُّبُلَ فَتَفَرَّقَ بِكُمْ عَن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سَبِيلِهِ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أَيُّهَا الَّذِينَ آمَنُوا أَطِيعُوا اللَّهَ وَأَطِيعُوا الرَّسُولَ وَأُولِي الْأَمْرِ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مِنكُمْ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فَاسْأَلُوا أَهْلَ الذِّكْرِ إِن كُنتُمْ لَا تَعْلَمُونَ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مَن يُشَاقِقِ الرَّسُولَ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 xml:space="preserve">مِن بَعْدِ مَا تَبَيَّنَ لَهُ الْهُدَىٰ وَيَتَّبِعْ غَيْرَ سَبِيلِ الْمُؤْمِنِينَ نُوَلِّهِ مَا تَوَلَّىٰ وَنُصْلِهِ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جَهَنَّمَ وَسَاءَتْ مَصِيرًا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إِنَّمَا أَنتَ مُنذِرٌ وَلِكُلِّ قَوْمٍ هَادٍ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Fonts w:hint="cs"/>
          <w:rtl/>
        </w:rPr>
        <w:t>(5)</w:t>
      </w:r>
      <w:r>
        <w:rPr>
          <w:rtl/>
        </w:rPr>
        <w:t xml:space="preserve">و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إِنَّمَا وَلِيُّكُمُ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 xml:space="preserve">اللَّهُ وَرَسُولُهُ وَالَّذِينَ آمَنُوا الَّذِينَ يُقِيمُونَ الصَّلَاةَ وَيُؤْتُونَ الزَّكَاةَ وَهُمْ رَاكِعُونَ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وَمَن يَتَوَلَّ اللَّهَ وَرَسُولَهُ وَالَّذِينَ آمَنُوا فَإِنَّ حِزْبَ اللَّهِ هُمُ الْغَالِبُونَ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إلى غيرها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من الآيات.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وأما الكذب على رسوله فإنه شأن المتملقين وأصحاب الأهواء والمطامع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وأعداء الإسلام والمندسين في صفوف المسلمين ، الذين آذوا الرسول وكذبوه ، </w:t>
      </w:r>
      <w:r w:rsidR="008A2B0F">
        <w:rPr>
          <w:rFonts w:hint="cs"/>
          <w:rtl/>
        </w:rPr>
        <w:t xml:space="preserve"> </w:t>
      </w:r>
      <w:r>
        <w:rPr>
          <w:rtl/>
        </w:rPr>
        <w:t>مخافة كشف أمرهم ، وهم الذين رموه بالقمامة ، وجعلوا في طريقه الشوك و ...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وأما الإمام علي بن أبي طالب فهو أخ الرسول وابن عمه ، والمدافع عنه بنفسه </w:t>
      </w:r>
      <w:r w:rsidR="008A2B0F">
        <w:rPr>
          <w:rFonts w:hint="cs"/>
          <w:rtl/>
        </w:rPr>
        <w:t xml:space="preserve"> </w:t>
      </w:r>
      <w:r>
        <w:rPr>
          <w:rtl/>
        </w:rPr>
        <w:t>ومهجته ، وهو أول من صدقه بالنبوة والرسالة ، ونام على فراشة دَرءا</w:t>
      </w:r>
      <w:r>
        <w:rPr>
          <w:rFonts w:hint="cs"/>
          <w:rtl/>
        </w:rPr>
        <w:t>ً</w:t>
      </w:r>
      <w:r>
        <w:rPr>
          <w:rtl/>
        </w:rPr>
        <w:t xml:space="preserve"> للخطر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فمن كان هذا حاله ، فهل يعقل أن يكذب على الرسول؟ ونحن نرى مئات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النصوص منه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في مدحه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منها قوله عنه (إمام المتقين وقائد الغر المحجلين).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7</w:t>
      </w:r>
      <w:r w:rsidRPr="005F7FDA">
        <w:rPr>
          <w:rStyle w:val="libFootnotenumChar"/>
          <w:rtl/>
        </w:rPr>
        <w:t>)</w:t>
      </w:r>
    </w:p>
    <w:p w:rsidR="00F631FA" w:rsidRPr="00A72900" w:rsidRDefault="00F631FA" w:rsidP="005F7FDA">
      <w:pPr>
        <w:pStyle w:val="libLine"/>
        <w:rPr>
          <w:rtl/>
        </w:rPr>
      </w:pPr>
      <w:r w:rsidRPr="00A72900">
        <w:rPr>
          <w:rtl/>
        </w:rPr>
        <w:t>_</w:t>
      </w:r>
      <w:r w:rsidRPr="00A72900">
        <w:rPr>
          <w:rFonts w:hint="cs"/>
          <w:rtl/>
        </w:rPr>
        <w:t>_____________</w:t>
      </w:r>
      <w:r w:rsidRPr="00A72900">
        <w:rPr>
          <w:rtl/>
        </w:rPr>
        <w:t>_</w:t>
      </w:r>
      <w:r w:rsidRPr="00A72900">
        <w:rPr>
          <w:rFonts w:hint="cs"/>
          <w:rtl/>
        </w:rPr>
        <w:t>_______</w:t>
      </w:r>
      <w:r w:rsidRPr="00A72900">
        <w:rPr>
          <w:rtl/>
        </w:rPr>
        <w:t>__</w:t>
      </w:r>
      <w:r w:rsidRPr="00A72900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الأنعام : 153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النساء : 59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النحل : 43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النساء : 115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الرعد : 7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>. المائدة : 55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7</w:t>
      </w:r>
      <w:r>
        <w:rPr>
          <w:rtl/>
        </w:rPr>
        <w:t>. انظر مصادر ذلك في كتاب المراجعات المراجعة ، 12.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وقوله : (هذا أمير البررة ، وقاتل الفجرة ، منصور من نصره ، مخذول </w:t>
      </w:r>
      <w:r w:rsidR="008A2B0F">
        <w:rPr>
          <w:rFonts w:hint="cs"/>
          <w:rtl/>
        </w:rPr>
        <w:t xml:space="preserve"> </w:t>
      </w:r>
      <w:r>
        <w:rPr>
          <w:rtl/>
        </w:rPr>
        <w:t>من خذله).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وقوله : (أنا مدينة العلم وعلي بابها ، فمن أراد العلم فليأت الباب).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Pr="00A72900" w:rsidRDefault="00F631FA" w:rsidP="007908BF">
      <w:pPr>
        <w:pStyle w:val="libNormal"/>
        <w:rPr>
          <w:rtl/>
        </w:rPr>
      </w:pPr>
      <w:r>
        <w:rPr>
          <w:rtl/>
        </w:rPr>
        <w:t>وقوله : (أنت تبين لأمتي ما اختلفوا فيه من بعدي).</w:t>
      </w:r>
      <w:r w:rsidRPr="005F7FDA">
        <w:rPr>
          <w:rStyle w:val="libFootnotenumChar"/>
          <w:rFonts w:hint="cs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وقوله : (أنا المنذر وعلي الهادي ، وبك يا علي يهتدي المهتدون من بعدي).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وقوله لعلي : (إن الأُمة ستغدر بك بعدي وأنت تعيش على ملتي ، وتقتل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سنتي ، من أحبك أحبني ، ومن أبغضك أبغضني ، وإن هذه ستخضب من هذا ، يعني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لحيته من رأسه).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عمر بن الخطاب أنه قال : لقد أعطي علي بن أبي طالب ثلاث خصال </w:t>
      </w:r>
      <w:r w:rsidR="008A2B0F">
        <w:rPr>
          <w:rFonts w:hint="cs"/>
          <w:rtl/>
        </w:rPr>
        <w:t xml:space="preserve"> </w:t>
      </w:r>
      <w:r>
        <w:rPr>
          <w:rtl/>
        </w:rPr>
        <w:t>لأن تكون لي خصلة منها أحب إليّ من أن أُعطى حمر النعم.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قيل : وما هن يا أمير المؤمنين؟ قال : تزوجه فاطمة بنت رسول الله ، وسكناه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المسجد مع رسول الله يحل له فيها ما يحل له ، والراية يوم خيبر.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</w:p>
    <w:p w:rsidR="00F631FA" w:rsidRPr="00A72900" w:rsidRDefault="00F631FA" w:rsidP="005F7FDA">
      <w:pPr>
        <w:pStyle w:val="libLine"/>
        <w:rPr>
          <w:rtl/>
        </w:rPr>
      </w:pPr>
      <w:r w:rsidRPr="00A72900">
        <w:rPr>
          <w:rtl/>
        </w:rPr>
        <w:t>_</w:t>
      </w:r>
      <w:r w:rsidRPr="00A72900">
        <w:rPr>
          <w:rFonts w:hint="cs"/>
          <w:rtl/>
        </w:rPr>
        <w:t>_____________</w:t>
      </w:r>
      <w:r w:rsidRPr="00A72900">
        <w:rPr>
          <w:rtl/>
        </w:rPr>
        <w:t>_</w:t>
      </w:r>
      <w:r w:rsidRPr="00A72900">
        <w:rPr>
          <w:rFonts w:hint="cs"/>
          <w:rtl/>
        </w:rPr>
        <w:t>_______</w:t>
      </w:r>
      <w:r w:rsidRPr="00A72900">
        <w:rPr>
          <w:rtl/>
        </w:rPr>
        <w:t>__</w:t>
      </w:r>
      <w:r w:rsidRPr="00A72900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المستدرك للحاكم 3 : 129 ، وقال : هذا حديث صحيح الإسناد ولم يخرجاه ، تاريخ بغداد 4 : 441 ت 2231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المعجم الكبير 11 : 55 عن ابن عباس وأيضا في المستدرك على الصحيحين 3 : 126 وقال : هذا حديث </w:t>
      </w:r>
      <w:r w:rsidR="008A2B0F">
        <w:rPr>
          <w:rFonts w:hint="cs"/>
          <w:rtl/>
        </w:rPr>
        <w:t xml:space="preserve"> </w:t>
      </w:r>
      <w:r>
        <w:rPr>
          <w:rtl/>
        </w:rPr>
        <w:t>صحيح الإسناد ولم يخرجاه و 3 : 127 عن جابر بن عبدالله، فيض القدير 1 : 49 ، أُسد الغابة 4 : 22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المستدرك ، للحاكم 3 : 122 وفيه : حديث صحيح على شرط الشيخين ولم يخرجاه ، تاريخ دمشق </w:t>
      </w:r>
      <w:r w:rsidR="008A2B0F">
        <w:rPr>
          <w:rFonts w:hint="cs"/>
          <w:rtl/>
        </w:rPr>
        <w:t xml:space="preserve"> </w:t>
      </w:r>
      <w:r>
        <w:rPr>
          <w:rtl/>
        </w:rPr>
        <w:t>42 : 387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تفسير الطبري 13 : 142 عن ابن عباس ، وقال ابن حجر إسناده حسن انظر فتح الباري 8 : 285 ، الدر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المنثور 4 : 45 ، قال : أخرجه ابن جرير ، وابن مردويه ، وأبو نعيم في المعرفة ، والديلمي ، وابن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عساكر ، وابن النجار. وكذلك أخرجه الحاكم عن عباد بن عبداللهالأسدي عن علي وقال هذا حديث </w:t>
      </w:r>
      <w:r w:rsidR="008A2B0F">
        <w:rPr>
          <w:rFonts w:hint="cs"/>
          <w:rtl/>
        </w:rPr>
        <w:t xml:space="preserve"> </w:t>
      </w:r>
      <w:r>
        <w:rPr>
          <w:rtl/>
        </w:rPr>
        <w:t>صحيح الإسناد ولم يخرجاه انظر : مستدرك الحاكم 3 : 130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أخرجه الحاكم في المستدرك 3 : 142 ، صحيح ، وصححه الذهبي في تلخيصه ، كنز العمال 11 : 297 </w:t>
      </w:r>
      <w:r w:rsidR="008A2B0F">
        <w:rPr>
          <w:rFonts w:hint="cs"/>
          <w:rtl/>
        </w:rPr>
        <w:t xml:space="preserve"> </w:t>
      </w:r>
      <w:r>
        <w:rPr>
          <w:rtl/>
        </w:rPr>
        <w:t>ح 13562 وجاء قريب منه من طرق الشيعة كما عيون أخبار الرضا 1 : 72 ح 306</w:t>
      </w:r>
      <w:r>
        <w:rPr>
          <w:rFonts w:hint="cs"/>
          <w:rtl/>
        </w:rPr>
        <w:t>.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Fonts w:hint="cs"/>
          <w:rtl/>
        </w:rPr>
        <w:t>6</w:t>
      </w:r>
      <w:r>
        <w:rPr>
          <w:rtl/>
        </w:rPr>
        <w:t xml:space="preserve">. مصنف ابن أبي شيبة 7 : 500 ح 36 ، المستدرك علي الصحيحين 3 : 125 ، قال : هذا حديث </w:t>
      </w:r>
      <w:r w:rsidR="008A2B0F">
        <w:rPr>
          <w:rFonts w:hint="cs"/>
          <w:rtl/>
        </w:rPr>
        <w:t xml:space="preserve"> 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وأخرج مسلم عن سعد بن أبي وقاص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>وابن عباس قريبا</w:t>
      </w:r>
      <w:r>
        <w:rPr>
          <w:rFonts w:hint="cs"/>
          <w:rtl/>
        </w:rPr>
        <w:t>ً</w:t>
      </w:r>
      <w:r>
        <w:rPr>
          <w:rtl/>
        </w:rPr>
        <w:t xml:space="preserve"> منه.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فمن كان هذا حظه من الله ورسوله ، فهل هناك من داع لأن يكذب على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ورسوله؟ بل إنّ عدم تصديق علي أو الردّ عليه وعلى فاطمة تكذيبٌ للنبيّ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تلك الصحاح والمتواترات التي نطقت بفضلهما وخاصّة تلك التي هي مورد </w:t>
      </w:r>
      <w:r w:rsidR="008A2B0F">
        <w:rPr>
          <w:rFonts w:hint="cs"/>
          <w:rtl/>
        </w:rPr>
        <w:t xml:space="preserve"> </w:t>
      </w:r>
      <w:r>
        <w:rPr>
          <w:rtl/>
        </w:rPr>
        <w:t>اتفاق المسلمين.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والذي يتصفح التاريخ الإسلامي يرى أنّ غالبية الكاذبين على الله ورسوله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كانوا ذوي نزعات جاهلية أو ميول نفسانية أو عجز فكري فاضح ، وهم في الغالب </w:t>
      </w:r>
      <w:r w:rsidR="008A2B0F">
        <w:rPr>
          <w:rFonts w:hint="cs"/>
          <w:rtl/>
        </w:rPr>
        <w:t xml:space="preserve"> </w:t>
      </w:r>
      <w:r>
        <w:rPr>
          <w:rtl/>
        </w:rPr>
        <w:t>ممن أسلموا خوفا</w:t>
      </w:r>
      <w:r>
        <w:rPr>
          <w:rFonts w:hint="cs"/>
          <w:rtl/>
        </w:rPr>
        <w:t>ً</w:t>
      </w:r>
      <w:r>
        <w:rPr>
          <w:rtl/>
        </w:rPr>
        <w:t xml:space="preserve"> من السيف ، أو تركوا الجهاد خوفا</w:t>
      </w:r>
      <w:r>
        <w:rPr>
          <w:rFonts w:hint="cs"/>
          <w:rtl/>
        </w:rPr>
        <w:t>ً</w:t>
      </w:r>
      <w:r>
        <w:rPr>
          <w:rtl/>
        </w:rPr>
        <w:t xml:space="preserve"> على أنفسهم ، أو اندسوا في </w:t>
      </w:r>
      <w:r w:rsidR="008A2B0F">
        <w:rPr>
          <w:rFonts w:hint="cs"/>
          <w:rtl/>
        </w:rPr>
        <w:t xml:space="preserve"> </w:t>
      </w:r>
      <w:r>
        <w:rPr>
          <w:rtl/>
        </w:rPr>
        <w:t>صفوف المسلمين كمسلمة الفتح ومن بعدهم وكالمنافقين و ...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وهذه الدواعي الثقيلة في الحسابات السماويّة كلها منتفية في حق علي بن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أبي طالب ، وفاطمة الزهراء ، والسيدة خديجة الكبرى ، وعموم من طهرهم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تطهيرا من أهل البيت ، ولذلك قال الصدّيق الأكبر علي بن أبي طالب : ما كَذِبْتُ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ولا كُذِبْتُ.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>وهذه الدواعي منتفية أيضا</w:t>
      </w:r>
      <w:r>
        <w:rPr>
          <w:rFonts w:hint="cs"/>
          <w:rtl/>
        </w:rPr>
        <w:t>ً</w:t>
      </w:r>
      <w:r>
        <w:rPr>
          <w:rtl/>
        </w:rPr>
        <w:t xml:space="preserve"> عند أتباع أهل البيت كالمقداد وسلمان وأبي ذر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وعمار وابن عباس وحذيفة بن اليمان ، وخزيمة بن ثابت ذي الشهادتين و ... إذ </w:t>
      </w:r>
      <w:r w:rsidR="008A2B0F">
        <w:rPr>
          <w:rFonts w:hint="cs"/>
          <w:rtl/>
        </w:rPr>
        <w:t xml:space="preserve"> </w:t>
      </w:r>
      <w:r>
        <w:rPr>
          <w:rtl/>
        </w:rPr>
        <w:t>وردت نصوص عن رسول الله في مدحهم وصدقهم ، وهم أُناس منزهون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صحيح الإسناد ولم يخرجاه ، مجمع الزوائد 9 : 120.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صحيح مسلم : 120 كتاب فضائل الصحابة ، باب فضائل علي ، سنن الترمذي 5 : 301 ح 3808.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المعجم الأوسط 8 : 212 ، مجمع الزوائد 9 : 120 ، مستدرك الحاكم 3 : 111 ، تاريخ دمشق 42 : 72 ، </w:t>
      </w:r>
      <w:r w:rsidR="008A2B0F">
        <w:rPr>
          <w:rFonts w:hint="cs"/>
          <w:rtl/>
        </w:rPr>
        <w:t xml:space="preserve"> </w:t>
      </w:r>
      <w:r>
        <w:rPr>
          <w:rtl/>
        </w:rPr>
        <w:t>شواهد التنزيل 1 : 22.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مسند أحمد 1 : 139 ، 140 ، 141 ، مستدرك الحاكم 2 : 154 حديث صحيح على شرط الشيخين ولم </w:t>
      </w:r>
      <w:r w:rsidR="008A2B0F">
        <w:rPr>
          <w:rFonts w:hint="cs"/>
          <w:rtl/>
        </w:rPr>
        <w:t xml:space="preserve"> </w:t>
      </w:r>
      <w:r>
        <w:rPr>
          <w:rtl/>
        </w:rPr>
        <w:t>يخرجاه ، السنن الكبرى للبيهقي 2 : 371 ، مسند أبي داود : 24 ، المصنف لعبد الرزاق 3 : 358 ح 5962.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معروفون بالصدق ، ولم يذعنوا للأهواء والتيارات ولم يتّهم واحد منهم بالوضع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والكذب ، بخلاف ما نراه عند أتباع الاتجاه الحكومي ، المتهمين بالوضع ككعب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الأحبار ، ووهب بن المنبه ، وسمرة بن جندب ، وأبي هريرة وأمثالهم.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نعم ، إن السيدة فاطمة الزهراء هي الصادقة المصدّقة وقد كُذِّبَتْ وكُذِّب ابنُ </w:t>
      </w:r>
      <w:r w:rsidR="008A2B0F">
        <w:rPr>
          <w:rFonts w:hint="cs"/>
          <w:rtl/>
        </w:rPr>
        <w:t xml:space="preserve"> </w:t>
      </w:r>
      <w:r>
        <w:rPr>
          <w:rtl/>
        </w:rPr>
        <w:t>عمها أمير المؤمنين لأُمور سياسية ومطامع شخصية ، وإنها جاءت لتؤكد للناس</w:t>
      </w:r>
      <w:r w:rsidR="008A2B0F">
        <w:rPr>
          <w:rtl/>
        </w:rPr>
        <w:t xml:space="preserve"> </w:t>
      </w:r>
      <w:r>
        <w:rPr>
          <w:rtl/>
        </w:rPr>
        <w:t>على أنها ابنة رسول الله وأنها الصادقة في قولها وفعلها ، فلا تقول ما تقول غلطا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>ولا تفعل ما تفعل شططا وذلك بقولها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EE17AB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Pr="00A6702E" w:rsidRDefault="00F631FA" w:rsidP="005F7FDA">
            <w:pPr>
              <w:pStyle w:val="libVar0"/>
              <w:rPr>
                <w:rtl/>
              </w:rPr>
            </w:pPr>
            <w:r w:rsidRPr="00A6702E">
              <w:rPr>
                <w:rtl/>
              </w:rPr>
              <w:t xml:space="preserve">أيها الناس ، اعلموا أني فاطمة ، وأبي محمّد </w:t>
            </w:r>
            <w:r w:rsidRPr="005F7FDA">
              <w:rPr>
                <w:rStyle w:val="libAlaemChar"/>
                <w:rtl/>
              </w:rPr>
              <w:t>صلى‌الله‌عليه‌وآله</w:t>
            </w:r>
            <w:r w:rsidRPr="00A6702E">
              <w:rPr>
                <w:rtl/>
              </w:rPr>
              <w:t xml:space="preserve"> ، أقول عودا</w:t>
            </w:r>
            <w:r>
              <w:rPr>
                <w:rFonts w:hint="cs"/>
                <w:rtl/>
              </w:rPr>
              <w:t>ً</w:t>
            </w:r>
            <w:r w:rsidRPr="00A6702E">
              <w:rPr>
                <w:rtl/>
              </w:rPr>
              <w:t xml:space="preserve"> وبدءا</w:t>
            </w:r>
            <w:r>
              <w:rPr>
                <w:rFonts w:hint="cs"/>
                <w:rtl/>
              </w:rPr>
              <w:t>ً</w:t>
            </w:r>
            <w:r w:rsidRPr="00A6702E">
              <w:rPr>
                <w:rtl/>
              </w:rPr>
              <w:t xml:space="preserve"> ولا </w:t>
            </w:r>
            <w:r w:rsidR="008A2B0F">
              <w:rPr>
                <w:rFonts w:hint="cs"/>
                <w:rtl/>
              </w:rPr>
              <w:t xml:space="preserve"> </w:t>
            </w:r>
            <w:r w:rsidRPr="00A6702E">
              <w:rPr>
                <w:rtl/>
              </w:rPr>
              <w:t>أقول غلطا</w:t>
            </w:r>
            <w:r>
              <w:rPr>
                <w:rFonts w:hint="cs"/>
                <w:rtl/>
              </w:rPr>
              <w:t>ً</w:t>
            </w:r>
            <w:r w:rsidRPr="00A6702E">
              <w:rPr>
                <w:rtl/>
              </w:rPr>
              <w:t xml:space="preserve"> ولا أفعل ما أفعل شططا</w:t>
            </w:r>
            <w:r>
              <w:rPr>
                <w:rFonts w:hint="cs"/>
                <w:rtl/>
              </w:rPr>
              <w:t>ً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لَقَدْ جَاءَكُمْ رَسُولٌ مِّنْ أَنفُسِكُمْ عَزِيزٌ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عَلَيْهِ مَا عَنِتُّمْ حَرِيصٌ عَلَيْكُم بِالْمُؤْمِنِينَ رَءُوفٌ رَّحِيمٌ </w:t>
            </w:r>
            <w:r w:rsidRPr="005F7FDA">
              <w:rPr>
                <w:rStyle w:val="libAlaemChar"/>
                <w:rtl/>
              </w:rPr>
              <w:t>)</w:t>
            </w:r>
            <w:r w:rsidRPr="00A6702E">
              <w:rPr>
                <w:rtl/>
              </w:rPr>
              <w:t xml:space="preserve"> فان تعزّوه وتعرّفوه </w:t>
            </w:r>
            <w:r w:rsidR="008A2B0F">
              <w:rPr>
                <w:rFonts w:hint="cs"/>
                <w:rtl/>
              </w:rPr>
              <w:t xml:space="preserve"> </w:t>
            </w:r>
            <w:r w:rsidRPr="00A6702E">
              <w:rPr>
                <w:rtl/>
              </w:rPr>
              <w:t xml:space="preserve">تجدوه أبي دون نسائكم ، وأخا ابن عمي دون رجالكم ، ولنعم المعزي </w:t>
            </w:r>
            <w:r w:rsidR="008A2B0F">
              <w:rPr>
                <w:rFonts w:hint="cs"/>
                <w:rtl/>
              </w:rPr>
              <w:t xml:space="preserve"> </w:t>
            </w:r>
            <w:r w:rsidRPr="00A6702E">
              <w:rPr>
                <w:rtl/>
              </w:rPr>
              <w:t xml:space="preserve">إليه </w:t>
            </w:r>
            <w:r w:rsidRPr="005F7FDA">
              <w:rPr>
                <w:rStyle w:val="libAlaemChar"/>
                <w:rtl/>
              </w:rPr>
              <w:t>صلى‌الله‌عليه‌وآله</w:t>
            </w:r>
            <w:r w:rsidRPr="00A6702E">
              <w:rPr>
                <w:rtl/>
              </w:rPr>
              <w:t xml:space="preserve"> ، فبلّغ الرسالة صادقا</w:t>
            </w:r>
            <w:r>
              <w:rPr>
                <w:rFonts w:hint="cs"/>
                <w:rtl/>
              </w:rPr>
              <w:t>ً</w:t>
            </w:r>
            <w:r w:rsidRPr="00A6702E">
              <w:rPr>
                <w:rtl/>
              </w:rPr>
              <w:t xml:space="preserve"> بالنذارة ... إلى آخر الخطبة.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فالقوم كانوا لا يجهلون مكانتها في الإسلام ، بل يتجاهلونها ، وإذا أقروا بها </w:t>
      </w:r>
      <w:r w:rsidR="008A2B0F">
        <w:rPr>
          <w:rFonts w:hint="cs"/>
          <w:rtl/>
        </w:rPr>
        <w:t xml:space="preserve"> </w:t>
      </w:r>
      <w:r>
        <w:rPr>
          <w:rtl/>
        </w:rPr>
        <w:t>فعلى مضض وبتدبير جديد يبعدون به الزهراء عن مكانتها التي وضعها الله بها.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ونحن لو أردنا أن نحمل فعل القوم على أحسن محمل كان علينا أن نقول : إنهم 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يدركون عمق الرسالة والحقائق الإلهية ، ولو تأمّلت احتجاج الإمام عليّ على أبي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بكر لعرفت بأنّ الأخير لا يعرف كنه الرسالة وما جاء به الوحي حق المعرفة ، فإنّ </w:t>
      </w:r>
      <w:r w:rsidR="008A2B0F">
        <w:rPr>
          <w:rFonts w:hint="cs"/>
          <w:rtl/>
        </w:rPr>
        <w:t xml:space="preserve"> </w:t>
      </w:r>
      <w:r>
        <w:rPr>
          <w:rtl/>
        </w:rPr>
        <w:t>الإمام عليا</w:t>
      </w:r>
      <w:r>
        <w:rPr>
          <w:rFonts w:hint="cs"/>
          <w:rtl/>
        </w:rPr>
        <w:t>ً</w:t>
      </w:r>
      <w:r>
        <w:rPr>
          <w:rtl/>
        </w:rPr>
        <w:t xml:space="preserve"> لما استدرجه في كون آية التطهير نزلت فيهم قال : فلو أنّ شهودا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شهدوا على فاطمة بنت رسول الله بفاحشة ما كنت صانعا</w:t>
      </w:r>
      <w:r>
        <w:rPr>
          <w:rFonts w:hint="cs"/>
          <w:rtl/>
        </w:rPr>
        <w:t>ً</w:t>
      </w:r>
      <w:r>
        <w:rPr>
          <w:rtl/>
        </w:rPr>
        <w:t xml:space="preserve"> بها؟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كنت أقيم عليها الحدّ ، كما أقيمه على نساء المسلمين.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(علي) : إذا</w:t>
      </w:r>
      <w:r>
        <w:rPr>
          <w:rFonts w:hint="cs"/>
          <w:rtl/>
        </w:rPr>
        <w:t>ً</w:t>
      </w:r>
      <w:r>
        <w:rPr>
          <w:rtl/>
        </w:rPr>
        <w:t xml:space="preserve"> كنت عند الله من الكافرين.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ولِمَ؟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: لأنك رددت شهادة الله لها بالطهارة وقبلت شهادة الناس عليها ، كما </w:t>
      </w:r>
      <w:r w:rsidR="008A2B0F">
        <w:rPr>
          <w:rFonts w:hint="cs"/>
          <w:rtl/>
        </w:rPr>
        <w:t xml:space="preserve"> </w:t>
      </w:r>
      <w:r>
        <w:rPr>
          <w:rtl/>
        </w:rPr>
        <w:t>رددت حكم الله وحكم رسوله أن جعل لها فدكا</w:t>
      </w:r>
      <w:r>
        <w:rPr>
          <w:rFonts w:hint="cs"/>
          <w:rtl/>
        </w:rPr>
        <w:t>ً</w:t>
      </w:r>
      <w:r>
        <w:rPr>
          <w:rtl/>
        </w:rPr>
        <w:t xml:space="preserve"> قد قبضته في حياته ، ثم قبلت </w:t>
      </w:r>
      <w:r w:rsidR="008A2B0F">
        <w:rPr>
          <w:rFonts w:hint="cs"/>
          <w:rtl/>
        </w:rPr>
        <w:t xml:space="preserve"> </w:t>
      </w:r>
      <w:r>
        <w:rPr>
          <w:rtl/>
        </w:rPr>
        <w:t>شهادة أعرابيـبائل على عقبيهـعليها ، وأخذت منها فدكا</w:t>
      </w:r>
      <w:r>
        <w:rPr>
          <w:rFonts w:hint="cs"/>
          <w:rtl/>
        </w:rPr>
        <w:t>ً</w:t>
      </w:r>
      <w:r>
        <w:rPr>
          <w:rtl/>
        </w:rPr>
        <w:t xml:space="preserve"> وزعمت أنه فيءٌ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للمسلمين ، وقد قال رسول الله : (البينة على المدَّعي ، واليمين على المدّعَى عليه) ، </w:t>
      </w:r>
      <w:r w:rsidR="008A2B0F">
        <w:rPr>
          <w:rFonts w:hint="cs"/>
          <w:rtl/>
        </w:rPr>
        <w:t xml:space="preserve"> </w:t>
      </w:r>
      <w:r>
        <w:rPr>
          <w:rtl/>
        </w:rPr>
        <w:t>فرددتَ قول رسول الله : (البينة على من ادعى واليمين على من ادعي عليه).</w:t>
      </w:r>
    </w:p>
    <w:p w:rsidR="00F631FA" w:rsidRDefault="00F631FA" w:rsidP="00F631FA">
      <w:pPr>
        <w:pStyle w:val="Heading1"/>
        <w:rPr>
          <w:rtl/>
        </w:rPr>
      </w:pPr>
      <w:bookmarkStart w:id="6" w:name="_Toc414105335"/>
      <w:r>
        <w:rPr>
          <w:rtl/>
        </w:rPr>
        <w:t>الغيب والمادة</w:t>
      </w:r>
      <w:bookmarkEnd w:id="6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المعلوم بأن المشركين والجاهليين كانوا يعيشون في إطار أفكار خاصة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بهم ، فتراهم يعترضون على النبي لعدم إدراكهم كنه الرسالة وما أتى به الرسول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فكانوا يقولون : لِمَ لا يكون للنبي ملك عظيم ، أو ذَهَبٌ كثير ، وكيف يحيي الله </w:t>
      </w:r>
      <w:r w:rsidR="008A2B0F">
        <w:rPr>
          <w:rFonts w:hint="cs"/>
          <w:rtl/>
        </w:rPr>
        <w:t xml:space="preserve"> </w:t>
      </w:r>
      <w:r>
        <w:rPr>
          <w:rtl/>
        </w:rPr>
        <w:t>الموتى ، وكيف يبعثون بعد الموت؟ وكيف وكيف ...؟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إنها كانت أسئلة المشركين ، وغالبها ترجع إلى أمور مادية محسوسة لا ترتبط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بالغيب ، في حين أن الله أراد من المؤمنين أن يؤمنوا بالغيب ، فلا يتعاملوا مع القضايا </w:t>
      </w:r>
      <w:r w:rsidR="008A2B0F">
        <w:rPr>
          <w:rFonts w:hint="cs"/>
          <w:rtl/>
        </w:rPr>
        <w:t xml:space="preserve"> </w:t>
      </w:r>
      <w:r>
        <w:rPr>
          <w:rtl/>
        </w:rPr>
        <w:t>تعاملاً ماديا</w:t>
      </w:r>
      <w:r>
        <w:rPr>
          <w:rFonts w:hint="cs"/>
          <w:rtl/>
        </w:rPr>
        <w:t>ً</w:t>
      </w:r>
      <w:r>
        <w:rPr>
          <w:rtl/>
        </w:rPr>
        <w:t xml:space="preserve"> بعيدا</w:t>
      </w:r>
      <w:r>
        <w:rPr>
          <w:rFonts w:hint="cs"/>
          <w:rtl/>
        </w:rPr>
        <w:t>ً</w:t>
      </w:r>
      <w:r>
        <w:rPr>
          <w:rtl/>
        </w:rPr>
        <w:t xml:space="preserve"> عن الغيب.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هذا وإن المصادر قد تناقلت عن أبي بكر أنه تعاملـفي غزوة حنينـمع بعض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المفردات الغيبيّة تعامل مادة ، فقال : (لن نغلب اليوم من قلة) ، فلم يرض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ورسوله بهذه الفكرة ؛ لوجوب الإيمان بكنه المسائل والاستعانة بمدد الغيب ، </w:t>
      </w:r>
      <w:r w:rsidR="008A2B0F">
        <w:rPr>
          <w:rFonts w:hint="cs"/>
          <w:rtl/>
        </w:rPr>
        <w:t xml:space="preserve"> </w:t>
      </w:r>
      <w:r>
        <w:rPr>
          <w:rtl/>
        </w:rPr>
        <w:t>ولذلك نزل قوله تعالى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وَيَوْمَ حُنَيْنٍ إِذْ أَعْجَبَتْكُمْ كَثْرَتُكُمْ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834AB3" w:rsidRDefault="00F631FA" w:rsidP="00834AB3">
      <w:pPr>
        <w:pStyle w:val="libNormal"/>
        <w:rPr>
          <w:rtl/>
        </w:rPr>
      </w:pPr>
      <w:r>
        <w:rPr>
          <w:rtl/>
        </w:rPr>
        <w:t xml:space="preserve">هذا وقد آمن بهذه الظاهرة طائفة من المسلمين ، فأخذوا يتعاملون مع الأمور </w:t>
      </w:r>
      <w:r w:rsidR="008A2B0F">
        <w:rPr>
          <w:rFonts w:hint="cs"/>
          <w:rtl/>
        </w:rPr>
        <w:t xml:space="preserve"> </w:t>
      </w:r>
      <w:r>
        <w:rPr>
          <w:rtl/>
        </w:rPr>
        <w:t>تعاملاً حسيا</w:t>
      </w:r>
      <w:r>
        <w:rPr>
          <w:rFonts w:hint="cs"/>
          <w:rtl/>
        </w:rPr>
        <w:t>ً</w:t>
      </w:r>
      <w:r>
        <w:rPr>
          <w:rtl/>
        </w:rPr>
        <w:t xml:space="preserve"> ماديا</w:t>
      </w:r>
      <w:r>
        <w:rPr>
          <w:rFonts w:hint="cs"/>
          <w:rtl/>
        </w:rPr>
        <w:t>ً</w:t>
      </w:r>
      <w:r>
        <w:rPr>
          <w:rtl/>
        </w:rPr>
        <w:t xml:space="preserve"> ، ويأخذون الأمور بسطحيتها مشككين بمقامات الأنبياء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التوبة : 25.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والأولياء والصالحين وأدوارهم المعنوية ، مدَّعين أنّ هؤلاء لا يمكنهم الاتصال بعالم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الدنيا بعد فناء أجسادهم جريا</w:t>
      </w:r>
      <w:r>
        <w:rPr>
          <w:rFonts w:hint="cs"/>
          <w:rtl/>
        </w:rPr>
        <w:t>ً</w:t>
      </w:r>
      <w:r>
        <w:rPr>
          <w:rtl/>
        </w:rPr>
        <w:t xml:space="preserve"> مع الظواهر الطبيعية التي عرفوها في الحياة المادية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الدنيوية وما اعتادوا على فهمه في الجاهلية؟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فلو كان هؤلاء قد عرفوا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كَم مِّن فِئَةٍ قَلِيلَةٍ غَلَبَتْ فِئَةً كَثِيرَةً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بِإِذْنِ اللَّهِ وَاللَّهُ مَعَ الصَّابِرِينَ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حق معرفته لعرفوا مقامات أولئك المصطفين وما </w:t>
      </w:r>
      <w:r w:rsidR="008A2B0F">
        <w:rPr>
          <w:rFonts w:hint="cs"/>
          <w:rtl/>
        </w:rPr>
        <w:t xml:space="preserve"> </w:t>
      </w:r>
      <w:r>
        <w:rPr>
          <w:rtl/>
        </w:rPr>
        <w:t>منحهم رب العالمين من مكانة ، ولَمَا شكّكوا ولما قالوا جزافا</w:t>
      </w:r>
      <w:r>
        <w:rPr>
          <w:rFonts w:hint="cs"/>
          <w:rtl/>
        </w:rPr>
        <w:t>ً</w:t>
      </w:r>
      <w:r>
        <w:rPr>
          <w:rtl/>
        </w:rPr>
        <w:t xml:space="preserve">. فإبليس معطغيانه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يخاطب رب العزة بأنه سيجدّ ويسعى لإضلال أبناء آدم ، لكنه لا يقدر على فئة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منهم لقوله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لَأَحْتَنِكَنَّ ذُرِّيَّتَهُ إِلَّا قَلِيلًا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أو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فَبِعِزَّتِكَ لَأُغْوِيَنَّهُمْ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أَجْمَعِينَإِلَّا عِبَادَكَ مِنْهُمُ الْمُخْلَصِينَ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Pr="00F816FC" w:rsidRDefault="00F631FA" w:rsidP="005F7FDA">
      <w:pPr>
        <w:pStyle w:val="libLine"/>
        <w:rPr>
          <w:rtl/>
        </w:rPr>
      </w:pPr>
      <w:r>
        <w:rPr>
          <w:rtl/>
        </w:rPr>
        <w:t xml:space="preserve">وعليه فالوقوف على أسرار عالم الغيب يجعلنا نفهم وندرك الأمُور بعمق أكثر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مما نحن فيه ، ونحنـوالحق يقالـلا ندرك كنه مقام النبي وفاطمة والأئمة عليهم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السلام ؛ لأن عالمهم الغيبي أسمى من عالمنا بكثير ؛ ولأنّ أبعاد ذلك العالم </w:t>
      </w:r>
      <w:r w:rsidR="008A2B0F">
        <w:rPr>
          <w:rFonts w:hint="cs"/>
          <w:rtl/>
        </w:rPr>
        <w:t xml:space="preserve"> </w:t>
      </w:r>
      <w:r>
        <w:rPr>
          <w:rtl/>
        </w:rPr>
        <w:t>وصلاحياته وذاتياته مجهولة لكثير منا ، فلا يمكن للذين يفكرون تفكيرا</w:t>
      </w:r>
      <w:r>
        <w:rPr>
          <w:rFonts w:hint="cs"/>
          <w:rtl/>
        </w:rPr>
        <w:t>ً</w:t>
      </w:r>
      <w:r>
        <w:rPr>
          <w:rtl/>
        </w:rPr>
        <w:t xml:space="preserve"> مادّيا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وحسيا</w:t>
      </w:r>
      <w:r>
        <w:rPr>
          <w:rFonts w:hint="cs"/>
          <w:rtl/>
        </w:rPr>
        <w:t>ً</w:t>
      </w:r>
      <w:r>
        <w:rPr>
          <w:rtl/>
        </w:rPr>
        <w:t xml:space="preserve"> كالوهابية اليوم أن يعرفوا كيف يكون الرسول شهيدا</w:t>
      </w:r>
      <w:r>
        <w:rPr>
          <w:rFonts w:hint="cs"/>
          <w:rtl/>
        </w:rPr>
        <w:t>ً</w:t>
      </w:r>
      <w:r>
        <w:rPr>
          <w:rtl/>
        </w:rPr>
        <w:t xml:space="preserve"> علينا وبعد أربعة </w:t>
      </w:r>
      <w:r w:rsidR="008A2B0F">
        <w:rPr>
          <w:rFonts w:hint="cs"/>
          <w:rtl/>
        </w:rPr>
        <w:t xml:space="preserve"> </w:t>
      </w:r>
      <w:r>
        <w:rPr>
          <w:rtl/>
        </w:rPr>
        <w:t>عشر قرنا</w:t>
      </w:r>
      <w:r>
        <w:rPr>
          <w:rFonts w:hint="cs"/>
          <w:rtl/>
        </w:rPr>
        <w:t xml:space="preserve">ً </w:t>
      </w:r>
      <w:r>
        <w:rPr>
          <w:rtl/>
        </w:rPr>
        <w:t xml:space="preserve">؟ وذلك في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وَكَذَٰلِكَ جَعَلْنَاكُمْ أُمَّةً وَسَطًا لِّتَكُونُوا شُهَدَاءَ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عَلَى النَّاسِ وَيَكُونَ الرَّسُولُ عَلَيْكُمْ شَهِيدًا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وَقُلِ اعْمَلُوا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فَسَيَرَى اللَّهُ عَمَلَكُمْ وَرَسُولُهُ وَالْمُؤْمِنُونَ وَسَتُرَدُّونَ إِلَىٰ عَالِمِ الْغَيْبِ وَالشَّهَادَةِ</w:t>
      </w:r>
      <w:r w:rsidR="008A2B0F">
        <w:rPr>
          <w:rFonts w:hint="cs"/>
          <w:rtl/>
        </w:rPr>
        <w:t xml:space="preserve"> </w:t>
      </w: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  <w:lang w:bidi="ar-IQ"/>
        </w:rPr>
        <w:t>1</w:t>
      </w:r>
      <w:r>
        <w:rPr>
          <w:rtl/>
        </w:rPr>
        <w:t>. البقرة : 249.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الإسراء : 62.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ص : 82 ، 83.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البقرة : 143.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AieChar"/>
          <w:rtl/>
        </w:rPr>
        <w:lastRenderedPageBreak/>
        <w:t>فَيُنَبِّئُكُم بِمَا كُنتُمْ تَعْمَلُونَ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قُلْ كَفَىٰ بِاللَّهِ شَهِيدًا بَيْنِي وَبَيْنَكُمْ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وَمَنْ عِندَهُ عِلْمُ الْكِتَابِ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فنتساءل : هل أنّ شهادة الرسول ، ورؤيته للأعمال ، مختصّتان بعصر الصحابة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ومن عاصروا الرسول الأكرم ، أم لهما الشمولية لكل الأزمان والأمكنة وجميع </w:t>
      </w:r>
      <w:r w:rsidR="008A2B0F">
        <w:rPr>
          <w:rFonts w:hint="cs"/>
          <w:rtl/>
        </w:rPr>
        <w:t xml:space="preserve"> </w:t>
      </w:r>
      <w:r>
        <w:rPr>
          <w:rtl/>
        </w:rPr>
        <w:t>الأجيـال؟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 ما معنى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وَلَوْ أَنَّهُمْ إِذ ظَّلَمُوا أَنفُسَهُمْ جَاءُوكَ فَاسْتَغْفَرُوا اللَّهَ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وَاسْتَغْفَرَ لَهُمُ الرَّسُولُ لَوَجَدُوا اللَّهَ تَوَّابًا رَّحِيمًا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وهل هي مختصة بعصر الرسالة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فقط ، أم أنها تشمل سائر الأزمان؟ وإذا اختصت الآية بعصر الرسالة ، ألم يكن هذا </w:t>
      </w:r>
      <w:r w:rsidR="008A2B0F">
        <w:rPr>
          <w:rFonts w:hint="cs"/>
          <w:rtl/>
        </w:rPr>
        <w:t xml:space="preserve"> </w:t>
      </w:r>
      <w:r>
        <w:rPr>
          <w:rtl/>
        </w:rPr>
        <w:t>إجحافا</w:t>
      </w:r>
      <w:r>
        <w:rPr>
          <w:rFonts w:hint="cs"/>
          <w:rtl/>
        </w:rPr>
        <w:t>ً</w:t>
      </w:r>
      <w:r>
        <w:rPr>
          <w:rtl/>
        </w:rPr>
        <w:t xml:space="preserve"> في حقّ الأجيال اللاحقة؟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وما معنى شهادة الرسول في الآية السابقة؟ وكيف يمكن تصور شهادته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الناس طبق الظوابط المادية التي نعرفها؟ مع أنه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ميت وأنهم ميتون </w:t>
      </w:r>
      <w:r w:rsidR="008A2B0F">
        <w:rPr>
          <w:rFonts w:hint="cs"/>
          <w:rtl/>
        </w:rPr>
        <w:t xml:space="preserve"> </w:t>
      </w:r>
      <w:r>
        <w:rPr>
          <w:rtl/>
        </w:rPr>
        <w:t>في الظاهر؟!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 ذلك كله من الغيب الإلهي الذي لابدّ من الإيمان به ، وإن لم نعرف تفاصيل </w:t>
      </w:r>
      <w:r w:rsidR="008A2B0F">
        <w:rPr>
          <w:rFonts w:hint="cs"/>
          <w:rtl/>
        </w:rPr>
        <w:t xml:space="preserve"> </w:t>
      </w:r>
      <w:r>
        <w:rPr>
          <w:rtl/>
        </w:rPr>
        <w:t>حقيقته وكيفيته ، لأنّ المسلم يجب أن يؤمن بالغيب طبقا</w:t>
      </w:r>
      <w:r>
        <w:rPr>
          <w:rFonts w:hint="cs"/>
          <w:rtl/>
        </w:rPr>
        <w:t>ً</w:t>
      </w:r>
      <w:r>
        <w:rPr>
          <w:rtl/>
        </w:rPr>
        <w:t xml:space="preserve"> لقوله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الَّذِينَ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يُؤْمِنُونَ بِالْغَيْبِ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فهناك مفاهيم معنوية غيبية كثيرة في حياتنا الإسلامية يجب </w:t>
      </w:r>
      <w:r w:rsidR="008A2B0F">
        <w:rPr>
          <w:rFonts w:hint="cs"/>
          <w:rtl/>
        </w:rPr>
        <w:t xml:space="preserve"> </w:t>
      </w:r>
      <w:r>
        <w:rPr>
          <w:rtl/>
        </w:rPr>
        <w:t>معرفتها والوقوف عليها.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 xml:space="preserve">وباعتقادي أن تسليط الضوء على هذه الزاوية سيحل الكثير من المسائل </w:t>
      </w:r>
      <w:r w:rsidR="008A2B0F">
        <w:rPr>
          <w:rFonts w:hint="cs"/>
          <w:rtl/>
        </w:rPr>
        <w:t xml:space="preserve"> </w:t>
      </w:r>
      <w:r>
        <w:rPr>
          <w:rtl/>
        </w:rPr>
        <w:t>العقائدية التي لا يدرك عمقها الآخرون؟! لأنّ التعامل مع الأمور تعاملاً حسيا</w:t>
      </w:r>
      <w:r>
        <w:rPr>
          <w:rFonts w:hint="cs"/>
          <w:rtl/>
        </w:rPr>
        <w:t xml:space="preserve">ً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التوبة : 105.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الرعد : 43.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النساء : 64.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ماديا</w:t>
      </w:r>
      <w:r>
        <w:rPr>
          <w:rFonts w:hint="cs"/>
          <w:rtl/>
        </w:rPr>
        <w:t>ً</w:t>
      </w:r>
      <w:r>
        <w:rPr>
          <w:rtl/>
        </w:rPr>
        <w:t xml:space="preserve"> هي نظرة ماركسية وهابيةـوليست نظرة إسلامية إلهيّةـوقد جاءتنا في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القرنين الأخيرين ، غافلة أو متغافلة عن أنّ الإيمان بمقامات الأنبياء والأوصياء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والصالحين تشابه تسبيح الموجودات لربّ العالمين التي لا نفقه تسبيحها ، وهي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كضيافة الله لعباده في شهر رمضان والتي لا تشابه ضيافة الناس بعضهم لبعض ، إذ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أنّ مفهوم الأكل عند الباري يختلف عن مفهوم الأكل عندنا ، وهكذا مفهوم الشهادة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والشهود وغيرها من الجهات المعنوية الملحوظة في الفكر الإسلامي لا يمكن فهمها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ببساطة وسطحية في التفكير. فهي مختصة بالرسول ومن عنده علم الكتاب.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ومن هذا المنطلق نقول : إن كثيرا</w:t>
      </w:r>
      <w:r>
        <w:rPr>
          <w:rFonts w:hint="cs"/>
          <w:rtl/>
        </w:rPr>
        <w:t>ً</w:t>
      </w:r>
      <w:r>
        <w:rPr>
          <w:rtl/>
        </w:rPr>
        <w:t xml:space="preserve"> من أفراد الأُمة الإسلاميةـفي عهد الرسول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الأكرم ومن بعدهـكانوا لا يدركونـأو لا يريدون أن يدركواـعمق الرسالة </w:t>
      </w:r>
      <w:r w:rsidR="008A2B0F">
        <w:rPr>
          <w:rFonts w:hint="cs"/>
          <w:rtl/>
        </w:rPr>
        <w:t xml:space="preserve"> </w:t>
      </w:r>
      <w:r>
        <w:rPr>
          <w:rtl/>
        </w:rPr>
        <w:t>ومكانة الرسول ، فكانوا يتعاملون معه كإنسان عادي يصيب ويخطيء ، ويقول</w:t>
      </w:r>
      <w:r w:rsidR="008A2B0F">
        <w:rPr>
          <w:rtl/>
        </w:rPr>
        <w:t xml:space="preserve"> </w:t>
      </w:r>
      <w:r>
        <w:rPr>
          <w:rtl/>
        </w:rPr>
        <w:t>في الغضب ما لا يقوله في الرضا</w:t>
      </w:r>
      <w:r>
        <w:rPr>
          <w:rFonts w:hint="cs"/>
          <w:rtl/>
        </w:rPr>
        <w:t xml:space="preserve"> ، </w:t>
      </w:r>
      <w:r>
        <w:rPr>
          <w:rtl/>
        </w:rPr>
        <w:t xml:space="preserve">فالإمام علي أراد أن يوضّح لأبي بكر بأنّه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لا يدرك عمق العقيدة الإسلاميّة ، ويخالف بفعله القرآن الكريم ، ويتعامل مع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الأُمور بسطحيّة وبساطة ، بعكس أقوال وأفعال ومواقف الإمام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الصـادحة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الصـادعة بأنّه يدرك عمق الرسالة تمام الإدراك ، ويعتبر أمر الرسـول أهم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الصـلاة ، فتراه لا يتحرك حين نـزول الوحي على النبي ورأسه في حجر علي امتثـالاً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لأمر الله ورسـوله حتى كادت تغيب الشمس وفاته وقت الفضيلة ، فأكرمه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سبحانه بردّ الشمس عليه. </w:t>
      </w:r>
      <w:r w:rsidRPr="005F7FDA">
        <w:rPr>
          <w:rStyle w:val="libFootnotenumChar"/>
          <w:rtl/>
        </w:rPr>
        <w:t>(1)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 xml:space="preserve">وعلى عكس ذلك الحال بالنسبة إلى أبي سعيد بن المعلى الأنصاري ، فقد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نقلت كتب التاريخ بأنه كان في الصلاة ، فدعاه رسول الله فتباطأ حتى أكمل </w:t>
      </w:r>
      <w:r w:rsidR="008A2B0F">
        <w:rPr>
          <w:rFonts w:hint="cs"/>
          <w:rtl/>
        </w:rPr>
        <w:t xml:space="preserve"> </w:t>
      </w:r>
      <w:r>
        <w:rPr>
          <w:rtl/>
        </w:rPr>
        <w:t>صلاته ثم جاء إلى رسول الله ، فاعترض رسول الله على هذا التباطؤ موبّخا</w:t>
      </w:r>
      <w:r>
        <w:rPr>
          <w:rFonts w:hint="cs"/>
          <w:rtl/>
        </w:rPr>
        <w:t>ً</w:t>
      </w:r>
      <w:r>
        <w:rPr>
          <w:rtl/>
        </w:rPr>
        <w:t xml:space="preserve"> إياه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حديث رد الشمس لعلي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سبق تخرجه.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بقوله : ألم تسمع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أَيُّهَا الَّذِينَ آمَنُوا اسْتَجِيبُوا لِلَّهِ وَلِلرَّسُولِ إِذَا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دَعَاكُمْ لِمَا يُحْيِيكُمْ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وجاء في كتب التاريخ والحديث : إنّ رسول الله اشترى فرسا من سواد بن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قيس المحاربي فجحده ، فشهد له خزيمة بن ثابت ، فقال له رسول الله ما حملك على </w:t>
      </w:r>
      <w:r w:rsidR="008A2B0F">
        <w:rPr>
          <w:rFonts w:hint="cs"/>
          <w:rtl/>
        </w:rPr>
        <w:t xml:space="preserve"> </w:t>
      </w:r>
      <w:r>
        <w:rPr>
          <w:rtl/>
        </w:rPr>
        <w:t>الشهادة ولم تكن معنا حاضرا</w:t>
      </w:r>
      <w:r>
        <w:rPr>
          <w:rFonts w:hint="cs"/>
          <w:rtl/>
        </w:rPr>
        <w:t xml:space="preserve">ً </w:t>
      </w:r>
      <w:r>
        <w:rPr>
          <w:rtl/>
        </w:rPr>
        <w:t>؟ قال : صدّقتك بما جئتَ به وعلمتُ أنك لا تقول إل</w:t>
      </w:r>
      <w:r>
        <w:rPr>
          <w:rFonts w:hint="cs"/>
          <w:rtl/>
        </w:rPr>
        <w:t>ّ</w:t>
      </w:r>
      <w:r>
        <w:rPr>
          <w:rtl/>
        </w:rPr>
        <w:t>ا</w:t>
      </w:r>
      <w:r w:rsidR="008A2B0F">
        <w:rPr>
          <w:rFonts w:hint="cs"/>
          <w:rtl/>
        </w:rPr>
        <w:t xml:space="preserve"> </w:t>
      </w:r>
      <w:r>
        <w:rPr>
          <w:rtl/>
        </w:rPr>
        <w:t>حقا</w:t>
      </w:r>
      <w:r>
        <w:rPr>
          <w:rFonts w:hint="cs"/>
          <w:rtl/>
        </w:rPr>
        <w:t>ً</w:t>
      </w:r>
      <w:r>
        <w:rPr>
          <w:rtl/>
        </w:rPr>
        <w:t xml:space="preserve">. فقال رسـول الله : من شهد له خزيمـة أو شهد عليهفحسبه.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وأخيرا أنقل لك ما رواه جابر بن عبداللهالأنصاري أنّه شهد أعرابيا</w:t>
      </w:r>
      <w:r>
        <w:rPr>
          <w:rFonts w:hint="cs"/>
          <w:rtl/>
        </w:rPr>
        <w:t>ً</w:t>
      </w:r>
      <w:r>
        <w:rPr>
          <w:rtl/>
        </w:rPr>
        <w:t xml:space="preserve"> وقف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باب فاطمة وطلب منها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ما يسد جوعه ويكسي جسده ، فعمدت فاطمة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إلى جلد كبش مدبوغ بالقرظ كان ينام عليه الحسن والحسين ، فقالت : خذ هذا </w:t>
      </w:r>
      <w:r w:rsidR="008A2B0F">
        <w:rPr>
          <w:rFonts w:hint="cs"/>
          <w:rtl/>
        </w:rPr>
        <w:t xml:space="preserve"> </w:t>
      </w:r>
      <w:r>
        <w:rPr>
          <w:rtl/>
        </w:rPr>
        <w:t>أيُها الطارق! فعسى الله أن يرتاح لك ما هو خير منه.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الأعرابي : يا بنت محمد شكوت إليك الجوع فناولتيني جلد كبش! ما أنا </w:t>
      </w:r>
      <w:r w:rsidR="008A2B0F">
        <w:rPr>
          <w:rFonts w:hint="cs"/>
          <w:rtl/>
        </w:rPr>
        <w:t xml:space="preserve"> </w:t>
      </w:r>
      <w:r>
        <w:rPr>
          <w:rtl/>
        </w:rPr>
        <w:t>صانع به مع ما أجد من السغب؟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فعمدت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لما سمعت هذا من قوله إلى عقد كان في عنقها أهدته لها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فاطمة بنت عمها حمزة بن عبد المطلب ، فقطعته من عنقها ونبذته إلى الأعرابي </w:t>
      </w:r>
      <w:r w:rsidR="008A2B0F">
        <w:rPr>
          <w:rFonts w:hint="cs"/>
          <w:rtl/>
        </w:rPr>
        <w:t xml:space="preserve"> </w:t>
      </w:r>
      <w:r>
        <w:rPr>
          <w:rtl/>
        </w:rPr>
        <w:t>فقالت : خذه وبعه فعسى الله أن يعوّضك به ما هو خير منه.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 xml:space="preserve">فأخذ الأعرابي العقد وانطلق إلى مسجد رسول الله ، والنبي جالس في </w:t>
      </w:r>
      <w:r w:rsidR="008A2B0F">
        <w:rPr>
          <w:rFonts w:hint="cs"/>
          <w:rtl/>
        </w:rPr>
        <w:t xml:space="preserve"> </w:t>
      </w:r>
      <w:r>
        <w:rPr>
          <w:rtl/>
        </w:rPr>
        <w:t>أصحابه ، فقال : يا رسول الله ، أعطتني فاطمة [ بنت محمّد ] هذا العقد وقالت :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الأنفال : 24. وقد ذكر الخبر البخاري في صحيحه 5 : 146 ، 199 ، 222 ، من كتاب تفسير القرآن ، 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6 : 103 من كتاب فضائل القرآن ، ومسند أحمد 3 : 450 ، 4 : 211 ، سنن أبي داود 1 : 328 / 1458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سنن النسائي 2 : 139 ، صحيح ابن حبان 3 : 56 ، المعجم الكبير 22 : 303 ، وفي سنن الترمذي 4 : </w:t>
      </w:r>
      <w:r w:rsidR="008A2B0F">
        <w:rPr>
          <w:rFonts w:hint="cs"/>
          <w:rtl/>
        </w:rPr>
        <w:t xml:space="preserve"> </w:t>
      </w:r>
      <w:r>
        <w:rPr>
          <w:rtl/>
        </w:rPr>
        <w:t>231 / 3036 ، مسند الحاكم 1 : 558 ، سنن البيهقي الكبرى 2 : 276.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الآحاد والمثاني 4 : 115 ، المعجم الكبير 4 : 87 ، مستدرك الحاكم 2 : 18.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بعه فعسى أن يصنع الله لك.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فبكى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وقال : وكيف لا يصنع الله لك ، وقد أعطتكه فاطمة بنت </w:t>
      </w:r>
      <w:r w:rsidR="008A2B0F">
        <w:rPr>
          <w:rFonts w:hint="cs"/>
          <w:rtl/>
        </w:rPr>
        <w:t xml:space="preserve"> </w:t>
      </w:r>
      <w:r>
        <w:rPr>
          <w:rtl/>
        </w:rPr>
        <w:t>محمد سيدة بنات آدم.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فقام عمار بن ياسر رحمه الله فقال : يا رسول الله أتأذن لي بشراء هذا العقد؟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اشتره يا عمار ، فلو اشترك فيه الثقلان ما عذّبهم الله بالنار.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عمار : بكم العقد يا أعرابي؟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بشبعة من الخبز واللحم ، وبردة يمانية أستر بها عورتي واُصلي فيها لربي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ودينار يبلغني إلى أهليـوكان عمار قد باع سهمه الذي نفّله رسول الله من خيبر </w:t>
      </w:r>
      <w:r w:rsidR="008A2B0F">
        <w:rPr>
          <w:rFonts w:hint="cs"/>
          <w:rtl/>
        </w:rPr>
        <w:t xml:space="preserve"> </w:t>
      </w:r>
      <w:r>
        <w:rPr>
          <w:rtl/>
        </w:rPr>
        <w:t>ولم يبق منه شيئا ـ.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: لك عشرون دينارا</w:t>
      </w:r>
      <w:r>
        <w:rPr>
          <w:rFonts w:hint="cs"/>
          <w:rtl/>
        </w:rPr>
        <w:t>ً</w:t>
      </w:r>
      <w:r>
        <w:rPr>
          <w:rtl/>
        </w:rPr>
        <w:t xml:space="preserve"> ومائتا درهم هجريّة ، وبردة يمانية ، وراحلتي تبلغك </w:t>
      </w:r>
      <w:r w:rsidR="008A2B0F">
        <w:rPr>
          <w:rFonts w:hint="cs"/>
          <w:rtl/>
        </w:rPr>
        <w:t xml:space="preserve"> </w:t>
      </w:r>
      <w:r>
        <w:rPr>
          <w:rtl/>
        </w:rPr>
        <w:t>أهلك ، وشبعة من خبز البّر واللحم.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الأعرابي : ما أسخاك بالمال أيها الرجل ، وانطلق به عمار فوفّاه ما ضمن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له وعاد الأعرابي إلى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فقال له رسول الله : أشبعت واكتسيت؟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الأعرابي : نعم واستغنيت بأبي أنت وأمي ، قال ... إلى آخر الخبر.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فعمار بن ياسرـلأجل معرفته بمنزلة أهل البيتـعرف قيمة هذه الهدية ، أما </w:t>
      </w:r>
      <w:r w:rsidR="008A2B0F">
        <w:rPr>
          <w:rFonts w:hint="cs"/>
          <w:rtl/>
        </w:rPr>
        <w:t xml:space="preserve"> </w:t>
      </w:r>
      <w:r>
        <w:rPr>
          <w:rtl/>
        </w:rPr>
        <w:t>الأعرابي فلم يكن يعرفها إل</w:t>
      </w:r>
      <w:r>
        <w:rPr>
          <w:rFonts w:hint="cs"/>
          <w:rtl/>
        </w:rPr>
        <w:t>ّ</w:t>
      </w:r>
      <w:r>
        <w:rPr>
          <w:rtl/>
        </w:rPr>
        <w:t xml:space="preserve">ا على مَلْء البطن والكسوة ، ولما أُعطي ما أُعطي فرح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وهو لا يدري ما الذي خسره وما الذي حصل عليه الآخر ، إنها المعرفة ، وكفى </w:t>
      </w:r>
      <w:r w:rsidR="008A2B0F">
        <w:rPr>
          <w:rFonts w:hint="cs"/>
          <w:rtl/>
        </w:rPr>
        <w:t xml:space="preserve"> </w:t>
      </w:r>
      <w:r>
        <w:rPr>
          <w:rtl/>
        </w:rPr>
        <w:t>لعمار بها تعريفا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>إذا</w:t>
      </w:r>
      <w:r>
        <w:rPr>
          <w:rFonts w:hint="cs"/>
          <w:rtl/>
        </w:rPr>
        <w:t>ً</w:t>
      </w:r>
      <w:r>
        <w:rPr>
          <w:rtl/>
        </w:rPr>
        <w:t xml:space="preserve"> التركيز على الجانب المعنوي وتبيّن المفاهيم الإلهية كما هي ، يفتح لنا آفاقا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كثيرة ، وعلى ضوئها يمكننا أن نعرف معنى الإسراء والمعراج ، وتكلّم الله مع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بشارة المصطفى 219 ، وعنه في البحار 43 : 57.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موسى ، وإجابة الرسول لمن يسلّم عليه وهو في القبر ، وإجابة الأئمة لنا حين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نخاطبهم ، لأنّ الموت بالمنظور الإلهي هو الحياة الدائمة لا الفناء ، وهو وجود لا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عدم ؛ لأنّه جل وعلا خلقهما معا لقوله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تَبَارَكَ الَّذِي بِيَدِهِ الْمُلْكُ وَهُوَ عَلَىٰ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كُلِّ شَيْءٍ قَدِيرٌ.الَّذِي خَلَقَ الْمَوْتَ وَالْحَيَاةَ لِيَبْلُوَكُمْ أَيُّكُمْ أَحْسَنُ عَمَلًا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فلو كان الموت هو الحياة ، فما أوجه الشبه بينه وبين الحياة الدنيوية؟ وهل </w:t>
      </w:r>
      <w:r w:rsidR="008A2B0F">
        <w:rPr>
          <w:rFonts w:hint="cs"/>
          <w:rtl/>
        </w:rPr>
        <w:t xml:space="preserve"> </w:t>
      </w:r>
      <w:r>
        <w:rPr>
          <w:rtl/>
        </w:rPr>
        <w:t>يعقل أن يحيا شخص دون أن يتكلم أو يأكل أو يشرب و ...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هذه أمُور يجب أن تطرح ويُبحث في جوانبها ، لكنّ من المؤسف حقا</w:t>
      </w:r>
      <w:r>
        <w:rPr>
          <w:rFonts w:hint="cs"/>
          <w:rtl/>
        </w:rPr>
        <w:t>ً</w:t>
      </w:r>
      <w:r>
        <w:rPr>
          <w:rtl/>
        </w:rPr>
        <w:t xml:space="preserve"> أنّهناك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طوائف من الأُمة لا تدرك عمق هذه الأفكار ، فيتعاملون مع النبي والأئمة كأنهم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أُناسٌ عاديّون بعيدون عن الملكات المعنوية الإلهية ، فترى أبا بكر مثلاً لا يعرف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كنه آية التطهير فيتعامل مع الصدّيقة فاطمة الزهراء كما يتعامل مع أدنى امرأة من </w:t>
      </w:r>
      <w:r w:rsidR="008A2B0F">
        <w:rPr>
          <w:rFonts w:hint="cs"/>
          <w:rtl/>
        </w:rPr>
        <w:t xml:space="preserve"> </w:t>
      </w:r>
      <w:r>
        <w:rPr>
          <w:rtl/>
        </w:rPr>
        <w:t>المسلمين تماما</w:t>
      </w:r>
      <w:r>
        <w:rPr>
          <w:rFonts w:hint="cs"/>
          <w:rtl/>
        </w:rPr>
        <w:t>ً</w:t>
      </w:r>
      <w:r>
        <w:rPr>
          <w:rtl/>
        </w:rPr>
        <w:t xml:space="preserve"> ، وعمله هذا مخالف لصريح القرآن المجيد وما جاء به الرسول الأمين.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 عدم تفهّمهم ودركهم لهذه الخصائص الإلهية قد يرجع إلى قلّة المعرفة بمكانة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هؤلاء العباد المخلصين ، وقد يكونـعلاوة على ذلكـلمطامع شخصيّة ، والثاني هو </w:t>
      </w:r>
      <w:r w:rsidR="008A2B0F">
        <w:rPr>
          <w:rFonts w:hint="cs"/>
          <w:rtl/>
        </w:rPr>
        <w:t xml:space="preserve"> </w:t>
      </w:r>
      <w:r>
        <w:rPr>
          <w:rtl/>
        </w:rPr>
        <w:t>الأقرب إلى الحقيقة ومجريات الأحداث.</w:t>
      </w:r>
    </w:p>
    <w:p w:rsidR="00F631FA" w:rsidRDefault="00F631FA" w:rsidP="005F7FDA">
      <w:pPr>
        <w:pStyle w:val="libCenterBold1"/>
      </w:pPr>
      <w:r>
        <w:t>*</w:t>
      </w:r>
    </w:p>
    <w:p w:rsidR="004048B5" w:rsidRDefault="008A2B0F" w:rsidP="005F7FDA">
      <w:pPr>
        <w:pStyle w:val="libLine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 xml:space="preserve">   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سورة الملك : 2.</w:t>
      </w:r>
    </w:p>
    <w:p w:rsidR="00F631FA" w:rsidRDefault="00F631FA" w:rsidP="00F631FA">
      <w:pPr>
        <w:pStyle w:val="Heading1"/>
        <w:rPr>
          <w:rtl/>
        </w:rPr>
      </w:pPr>
      <w:r>
        <w:rPr>
          <w:rtl/>
        </w:rPr>
        <w:br w:type="page"/>
      </w:r>
      <w:r w:rsidR="008A2B0F">
        <w:rPr>
          <w:rFonts w:hint="cs"/>
          <w:rtl/>
        </w:rPr>
        <w:lastRenderedPageBreak/>
        <w:t xml:space="preserve">      </w:t>
      </w:r>
    </w:p>
    <w:p w:rsidR="00F631FA" w:rsidRDefault="00F631FA" w:rsidP="00F631FA">
      <w:pPr>
        <w:pStyle w:val="Heading1"/>
        <w:rPr>
          <w:rtl/>
        </w:rPr>
      </w:pPr>
      <w:bookmarkStart w:id="7" w:name="_Toc414105336"/>
      <w:r>
        <w:rPr>
          <w:rtl/>
        </w:rPr>
        <w:t>بعض معايير الصدّيقية</w:t>
      </w:r>
      <w:bookmarkEnd w:id="7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اتضح لكـوفق الصفحات السابقةـمن هو الصادق ومن هو الكاذب ، والآن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نريد أن نوضّح من هو الصدّيق ومن هي الصدّيقة في المنظومة الإلهية ؛ لأن مرتبة </w:t>
      </w:r>
      <w:r w:rsidR="008A2B0F">
        <w:rPr>
          <w:rFonts w:hint="cs"/>
          <w:rtl/>
        </w:rPr>
        <w:t xml:space="preserve"> </w:t>
      </w:r>
      <w:r>
        <w:rPr>
          <w:rtl/>
        </w:rPr>
        <w:t>الصدّيق هي أسمى وأرفع من مرتبة الصادق ، إذ هي صيغة مبالغة وهي غالبا</w:t>
      </w:r>
      <w:r>
        <w:rPr>
          <w:rFonts w:hint="cs"/>
          <w:rtl/>
        </w:rPr>
        <w:t>ً</w:t>
      </w:r>
      <w:r>
        <w:rPr>
          <w:rtl/>
        </w:rPr>
        <w:t xml:space="preserve"> ما </w:t>
      </w:r>
      <w:r w:rsidR="008A2B0F">
        <w:rPr>
          <w:rFonts w:hint="cs"/>
          <w:rtl/>
        </w:rPr>
        <w:t xml:space="preserve"> </w:t>
      </w:r>
      <w:r>
        <w:rPr>
          <w:rtl/>
        </w:rPr>
        <w:t>جاءت في القرآن الكريم صفة للأنبياء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يُوسُفُ أَيُّهَا الصِّدِّيقُ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إبراهيم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وَاذْكُرْ فِي الْكِتَابِ إِبْرَاهِيمَ إِنَّهُ كَانَ صِدِّيقًا نَّبِيًّا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إدريس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وَاذْكُرْ فِي الْكِتَابِ إِدْرِيسَ إِنَّهُ كَانَ صِدِّيقًا نَّبِيًّا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(3)</w:t>
      </w:r>
      <w:r w:rsidR="008A2B0F">
        <w:rPr>
          <w:rFonts w:hint="cs"/>
          <w:rtl/>
        </w:rPr>
        <w:t xml:space="preserve"> </w:t>
      </w:r>
      <w:r>
        <w:rPr>
          <w:rtl/>
        </w:rPr>
        <w:t>وغـيرها.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ولم تلحظ هذه التسمية في القرآن الكريم لأشخاص عاديين وغير معصومين.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>إذا</w:t>
      </w:r>
      <w:r>
        <w:rPr>
          <w:rFonts w:hint="cs"/>
          <w:rtl/>
        </w:rPr>
        <w:t>ً</w:t>
      </w:r>
      <w:r>
        <w:rPr>
          <w:rtl/>
        </w:rPr>
        <w:t xml:space="preserve"> الصدّيقية هي صفة للأنبياء والأوصياء ، وإذا توسّعنا في مدلولها فإنّها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ربّما أُطلقت على الصالحين الكُمّل من العباد الذين آمنوا باللهورسله إيمان قلب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يوسف : 46.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مريم : 41.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مريم : 56.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وعقيدة لا إيمان لسان ومصالح.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ولكي ندرس الموضوع بموضوعية أكثر ، ولنضع النقاط على الحروف ، لابد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ذكر بعض المعايير والسمات المتصورة للصدّيق ، لكونها مرتبة عالية في التقييم </w:t>
      </w:r>
      <w:r w:rsidR="008A2B0F">
        <w:rPr>
          <w:rFonts w:hint="cs"/>
          <w:rtl/>
        </w:rPr>
        <w:t xml:space="preserve"> </w:t>
      </w:r>
      <w:r>
        <w:rPr>
          <w:rtl/>
        </w:rPr>
        <w:t>البشري ، ثمّ نأتي لنطبقها على ما نحن فيه.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الأوّل : الصدق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إنّ أوّل سمات الصدّيقية هي كون الشخص صادقا</w:t>
      </w:r>
      <w:r>
        <w:rPr>
          <w:rFonts w:hint="cs"/>
          <w:rtl/>
        </w:rPr>
        <w:t>ً</w:t>
      </w:r>
      <w:r>
        <w:rPr>
          <w:rtl/>
        </w:rPr>
        <w:t xml:space="preserve"> في كلامه ومواقفه ، وقد </w:t>
      </w:r>
      <w:r w:rsidR="008A2B0F">
        <w:rPr>
          <w:rFonts w:hint="cs"/>
          <w:rtl/>
        </w:rPr>
        <w:t xml:space="preserve"> </w:t>
      </w:r>
      <w:r>
        <w:rPr>
          <w:rtl/>
        </w:rPr>
        <w:t>اعتبر سبحانه وتعالى الكاذب ظالما</w:t>
      </w:r>
      <w:r>
        <w:rPr>
          <w:rFonts w:hint="cs"/>
          <w:rtl/>
        </w:rPr>
        <w:t>ً</w:t>
      </w:r>
      <w:r>
        <w:rPr>
          <w:rtl/>
        </w:rPr>
        <w:t xml:space="preserve"> لنفسه بقوله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وَمَنْ أَظْلَمُ مِمَّنِ افْتَرَىٰ عَلَى اللَّهِ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كَذِبًا أَوْ كَذَّبَ بِآيَاتِهِ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وَمَنْ أَظْلَمُ مِمَّنِ افْتَرَىٰ عَلَى اللَّهِ كَذِبًا أَوْ كَذَّبَ بِالْحَقِّ لَمَّا جَاءَهُ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فَمَنْ أَظْلَمُ مِمَّنِ افْتَرَىٰ عَلَى اللَّهِ كَذِبًا لِّيُضِلَّ النَّاسَ بِغَيْرِ عِلْمٍ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رابع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وَمَنْ أَظْلَمُ مِمَّنِ افْتَرَىٰ عَلَى اللَّهِ كَذِبًا أُولَٰئِكَ يُعْرَضُونَ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عَلَىٰ رَبِّهِمْ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(4)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خامس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فَمَنِ افْتَرَىٰ عَلَى اللَّهِ الْكَذِبَ مِن بَعْدِ ذَٰلِكَ فَأُولَٰئِكَ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هُمُ الظَّالِمُونَ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Pr="00F816FC" w:rsidRDefault="00F631FA" w:rsidP="005F7FDA">
      <w:pPr>
        <w:pStyle w:val="libLine"/>
        <w:rPr>
          <w:rtl/>
        </w:rPr>
      </w:pPr>
      <w:r>
        <w:rPr>
          <w:rtl/>
        </w:rPr>
        <w:t xml:space="preserve">ويوسف الصدّيق كان صادقاً مع فرعون حين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قَالَ هِيَ رَاوَدَتْنِي عَن نَّفْسِي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وَشَهِدَ شَاهِدٌ مِّنْ أَهْلِهَا إِن كَانَ قَمِيصُهُ قُدَّ مِن قُبُلٍ فَصَدَقَتْ وَهُوَ مِنَ الْكَاذِبِينَ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>وَ</w:t>
      </w:r>
      <w:r w:rsidR="008A2B0F">
        <w:rPr>
          <w:rFonts w:hint="cs"/>
          <w:rtl/>
        </w:rPr>
        <w:t xml:space="preserve"> </w:t>
      </w: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الأنعام : 21 ، الأعراف : 37 ، يونس : 17.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العنكبوت : 68.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الأنعام : 144.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4. هود : 18.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آل عمران : 94.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AieChar"/>
          <w:rtl/>
        </w:rPr>
        <w:lastRenderedPageBreak/>
        <w:t>إِن كَانَ قَمِيصُهُ قُدَّ مِن دُبُرٍ فَكَذَبَتْ وَهُوَ مِنَ الصَّادِقِينَ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فَلَمَّا رَأَىٰ قَمِيصَهُ قُدَّ مِن دُبُرٍ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قَالَ إِنَّهُ مِن كَيْدِكُنَّ إِنَّ كَيْدَكُنَّ عَظِيمٌ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Pr="00F070BF" w:rsidRDefault="00F631FA" w:rsidP="007908BF">
      <w:pPr>
        <w:pStyle w:val="libNormal"/>
        <w:rPr>
          <w:rtl/>
        </w:rPr>
      </w:pPr>
      <w:r>
        <w:rPr>
          <w:rtl/>
        </w:rPr>
        <w:t xml:space="preserve">فتأكد لك قول الإمام علي في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فَمَنْ أَظْلَمُ مِمَّن كَذَبَ عَلَى اللَّهِ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وَكَذَّبَ بِالصِّدْقِ إِذْ جَاءَهُ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>حيث قال : الصدق ولايتنا أهل البيت.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كما مرّ عليك أنّ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بخطبتها المشهورة شككت في كل مدعيات أبي </w:t>
      </w:r>
      <w:r w:rsidR="008A2B0F">
        <w:rPr>
          <w:rFonts w:hint="cs"/>
          <w:rtl/>
        </w:rPr>
        <w:t xml:space="preserve"> </w:t>
      </w:r>
      <w:r>
        <w:rPr>
          <w:rtl/>
        </w:rPr>
        <w:t>بكر ، وكان مما قالته له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... أم أنتم أعلم بخصوص القرآن من أبي وابن عمي؟ فدونكها مخظومة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مرحولة تلقاك يوم حشرك ، فنعم الحكم الله ، والزعيم محمد ، والموعد القيامة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وعند الساعة </w:t>
      </w:r>
      <w:r w:rsidRPr="005F7FDA">
        <w:rPr>
          <w:rStyle w:val="libBold2Char"/>
          <w:rtl/>
        </w:rPr>
        <w:t>يخسر المبطلون</w:t>
      </w:r>
      <w:r>
        <w:rPr>
          <w:rtl/>
        </w:rPr>
        <w:t xml:space="preserve"> ، ولا ينفعكم إذ تندمون ، ولكل نبأ مستقر ، وسوف </w:t>
      </w:r>
      <w:r w:rsidR="008A2B0F">
        <w:rPr>
          <w:rFonts w:hint="cs"/>
          <w:rtl/>
        </w:rPr>
        <w:t xml:space="preserve"> </w:t>
      </w:r>
      <w:r>
        <w:rPr>
          <w:rtl/>
        </w:rPr>
        <w:t>تعلمون من يأتيه عذاب يخزيه ويحل عليه عذاب عظيم ، ثم أشارت إلى قوله تعالى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وَمَا مُحَمَّدٌ إِلَّا رَسُولٌ قَدْ خَلَتْ مِن قَبْلِهِ الرُّسُلُ أَفَإِن مَّاتَ أَوْ قُتِلَ انقَلَبْتُمْ عَلَىٰ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أَعْقَابِكُمْ وَمَن يَنقَلِبْ عَلَىٰ عَقِبَيْهِ فَلَن يَضُرَّ اللَّهَ شَيْئًا وَسَيَجْزِي اللَّهُ الشَّاكِرِينَ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فأجابها أبو بكر بأنه سمع رسول الله يقول : نحن معاشر الأنبياء لا نورث ذهبا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ولا فضة ولا دارا</w:t>
      </w:r>
      <w:r>
        <w:rPr>
          <w:rFonts w:hint="cs"/>
          <w:rtl/>
        </w:rPr>
        <w:t>ً</w:t>
      </w:r>
      <w:r>
        <w:rPr>
          <w:rtl/>
        </w:rPr>
        <w:t xml:space="preserve"> ولا عقارا</w:t>
      </w:r>
      <w:r>
        <w:rPr>
          <w:rFonts w:hint="cs"/>
          <w:rtl/>
        </w:rPr>
        <w:t>ً</w:t>
      </w:r>
      <w:r>
        <w:rPr>
          <w:rtl/>
        </w:rPr>
        <w:t xml:space="preserve"> وإنّما نورث الكتاب والحكمة والعلم والنبوة ...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 xml:space="preserve">فقالت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: سبحان الله ما كان رسول الله عن كتاب الله صادفا</w:t>
      </w:r>
      <w:r>
        <w:rPr>
          <w:rFonts w:hint="cs"/>
          <w:rtl/>
        </w:rPr>
        <w:t>ً</w:t>
      </w:r>
      <w:r>
        <w:rPr>
          <w:rtl/>
        </w:rPr>
        <w:t xml:space="preserve"> ولا لأحكامه </w:t>
      </w:r>
      <w:r w:rsidR="008A2B0F">
        <w:rPr>
          <w:rFonts w:hint="cs"/>
          <w:rtl/>
        </w:rPr>
        <w:t xml:space="preserve"> </w:t>
      </w:r>
      <w:r>
        <w:rPr>
          <w:rtl/>
        </w:rPr>
        <w:t>مخالفا</w:t>
      </w:r>
      <w:r>
        <w:rPr>
          <w:rFonts w:hint="cs"/>
          <w:rtl/>
        </w:rPr>
        <w:t>ً</w:t>
      </w:r>
      <w:r>
        <w:rPr>
          <w:rtl/>
        </w:rPr>
        <w:t xml:space="preserve"> ، بل كان يتبع أثره ويقفو سوره ، أفتجمعون </w:t>
      </w:r>
      <w:r w:rsidRPr="005F7FDA">
        <w:rPr>
          <w:rStyle w:val="libBold2Char"/>
          <w:rtl/>
        </w:rPr>
        <w:t>إلى الغدر اعتلالاً عليه بالزور</w:t>
      </w:r>
      <w:r>
        <w:rPr>
          <w:rtl/>
        </w:rPr>
        <w:t>؟</w:t>
      </w:r>
      <w:r w:rsidR="008A2B0F">
        <w:rPr>
          <w:rFonts w:hint="cs"/>
          <w:rtl/>
        </w:rPr>
        <w:t xml:space="preserve"> </w:t>
      </w:r>
      <w:r>
        <w:rPr>
          <w:rtl/>
        </w:rPr>
        <w:t>وهذا بعد وفاته شبيه بما بغي له من الغوائل في حياته ، هذا كتاب الله حكما</w:t>
      </w:r>
      <w:r>
        <w:rPr>
          <w:rFonts w:hint="cs"/>
          <w:rtl/>
        </w:rPr>
        <w:t>ً</w:t>
      </w:r>
      <w:r>
        <w:rPr>
          <w:rtl/>
        </w:rPr>
        <w:t xml:space="preserve"> عدلاً </w:t>
      </w:r>
      <w:r w:rsidR="008A2B0F">
        <w:rPr>
          <w:rFonts w:hint="cs"/>
          <w:rtl/>
        </w:rPr>
        <w:t xml:space="preserve"> </w:t>
      </w:r>
      <w:r>
        <w:rPr>
          <w:rtl/>
        </w:rPr>
        <w:t>وناطقا</w:t>
      </w:r>
      <w:r>
        <w:rPr>
          <w:rFonts w:hint="cs"/>
          <w:rtl/>
        </w:rPr>
        <w:t>ً</w:t>
      </w:r>
      <w:r>
        <w:rPr>
          <w:rtl/>
        </w:rPr>
        <w:t xml:space="preserve"> فصلاً يقول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يَرِثُنِي وَيَرِثُ مِنْ آلِ يَعْقُوبَ</w:t>
      </w:r>
      <w:r w:rsidRPr="005F7FDA">
        <w:rPr>
          <w:rStyle w:val="libAlaemChar"/>
          <w:rtl/>
        </w:rPr>
        <w:t>)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وَوَرِثَ سُلَيْمَانُ دَاوُودَ</w:t>
      </w:r>
      <w:r w:rsidRPr="005F7FDA">
        <w:rPr>
          <w:rStyle w:val="libAlae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>فبين عزوجل فيما وزّع من الأقساط وشرع من الفرائض والميراث ، وأباح من حظ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يوسف : 26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الزمر : 32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مناقب آل أبي طالب 3 : 92 ، الأمالي للطوسي : 364 المجلس 13 ح 17.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الذكران والإناث ما أزاح به علة المبطلين ، وأزال التظني والشبهات في الغابرين ،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كلا بل سولت لكم أنفسكم أمرا</w:t>
      </w:r>
      <w:r>
        <w:rPr>
          <w:rFonts w:hint="cs"/>
          <w:rtl/>
        </w:rPr>
        <w:t>ً</w:t>
      </w:r>
      <w:r>
        <w:rPr>
          <w:rtl/>
        </w:rPr>
        <w:t xml:space="preserve"> فصبر جميل واللّهالمستعان على ما تصفون.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أبو بكر : صدق الله وصدق رسوله ، وصدقت ابنته ، أنت معدن الحكمة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وموطن الهدى والرحمة ، وركن الدين ، وعين الحجة ، لا أبعد صوابك ، ولا أنكر </w:t>
      </w:r>
      <w:r w:rsidR="008A2B0F">
        <w:rPr>
          <w:rFonts w:hint="cs"/>
          <w:rtl/>
        </w:rPr>
        <w:t xml:space="preserve"> </w:t>
      </w:r>
      <w:r>
        <w:rPr>
          <w:rtl/>
        </w:rPr>
        <w:t>خطابك .... إلى آخر.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وبهذا فقد رأيت أن الزهراء كذّبت أبا بكر لكنه لم يجرؤ على تكذيبها. بل أقر </w:t>
      </w:r>
      <w:r w:rsidR="008A2B0F">
        <w:rPr>
          <w:rFonts w:hint="cs"/>
          <w:rtl/>
        </w:rPr>
        <w:t xml:space="preserve"> </w:t>
      </w:r>
      <w:r>
        <w:rPr>
          <w:rtl/>
        </w:rPr>
        <w:t>بصحة كلامها ، وقد وقفت سابقا</w:t>
      </w:r>
      <w:r>
        <w:rPr>
          <w:rFonts w:hint="cs"/>
          <w:rtl/>
        </w:rPr>
        <w:t>ً</w:t>
      </w:r>
      <w:r>
        <w:rPr>
          <w:rtl/>
        </w:rPr>
        <w:t xml:space="preserve"> على كلام عمر بن الخطاب للإمام علي (إنا لا </w:t>
      </w:r>
      <w:r w:rsidR="008A2B0F">
        <w:rPr>
          <w:rFonts w:hint="cs"/>
          <w:rtl/>
        </w:rPr>
        <w:t xml:space="preserve"> </w:t>
      </w:r>
      <w:r>
        <w:rPr>
          <w:rtl/>
        </w:rPr>
        <w:t>نقوى على حجتك).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ووفي الوقت الذي رأينا فيه أبا بكر يقول للأنصار في السقيفة : نحن الأُمراء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وأنتم الوزراء ، ثمّ لم يصدّق فعلهُ قوله ، حيث أبعد الأنصار عن جميع المسؤوليات </w:t>
      </w:r>
      <w:r w:rsidR="008A2B0F">
        <w:rPr>
          <w:rFonts w:hint="cs"/>
          <w:rtl/>
        </w:rPr>
        <w:t xml:space="preserve"> </w:t>
      </w:r>
      <w:r>
        <w:rPr>
          <w:rtl/>
        </w:rPr>
        <w:t>فضلاً عن الوزراء ، في نفس هذا الوقت نرى تصريحات الكتاب والسنّة بأنّ عليّا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هو المعنيّ بـ</w:t>
      </w:r>
      <w:r w:rsidRPr="003D77A4">
        <w:rPr>
          <w:rFonts w:hint="cs"/>
          <w:rtl/>
        </w:rPr>
        <w:t>«</w:t>
      </w:r>
      <w:r>
        <w:rPr>
          <w:rtl/>
        </w:rPr>
        <w:t>الصادقين</w:t>
      </w:r>
      <w:r w:rsidRPr="00F13C8E">
        <w:rPr>
          <w:rFonts w:hint="cs"/>
          <w:rtl/>
        </w:rPr>
        <w:t>»</w:t>
      </w:r>
      <w:r>
        <w:rPr>
          <w:rtl/>
        </w:rPr>
        <w:t xml:space="preserve">، بل سيرة عليّ كلّها تدل على أنّه الصدّيق الأكبر وأنّه </w:t>
      </w:r>
      <w:r w:rsidR="008A2B0F">
        <w:rPr>
          <w:rFonts w:hint="cs"/>
          <w:rtl/>
        </w:rPr>
        <w:t xml:space="preserve"> </w:t>
      </w:r>
      <w:r>
        <w:rPr>
          <w:rtl/>
        </w:rPr>
        <w:t>إمام الصادقين.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الشيخ الطبرسي في مجمع البيان في تفسير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أَيُّهَا الَّذِينَ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آمَنُوا اتَّقُوا اللَّهَ وَكُونُوا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القراءة : في مصحف عبدالله، وقراءة ابن عباس : </w:t>
      </w:r>
      <w:r>
        <w:rPr>
          <w:rFonts w:hint="cs"/>
          <w:rtl/>
        </w:rPr>
        <w:t xml:space="preserve">« </w:t>
      </w:r>
      <w:r>
        <w:rPr>
          <w:rtl/>
        </w:rPr>
        <w:t>من الصادقين</w:t>
      </w:r>
      <w:r>
        <w:rPr>
          <w:rFonts w:hint="cs"/>
          <w:rtl/>
        </w:rPr>
        <w:t>»</w:t>
      </w:r>
      <w:r>
        <w:rPr>
          <w:rtl/>
        </w:rPr>
        <w:t xml:space="preserve">وروى ذلك </w:t>
      </w:r>
      <w:r w:rsidR="008A2B0F">
        <w:rPr>
          <w:rFonts w:hint="cs"/>
          <w:rtl/>
        </w:rPr>
        <w:t xml:space="preserve"> </w:t>
      </w:r>
      <w:r>
        <w:rPr>
          <w:rtl/>
        </w:rPr>
        <w:t>عن أبي عبدالله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اللغة : الصادق : هو القائل بالحق العامل به ؛ لأنّه صفة مدح ، ولا يطلق إل</w:t>
      </w:r>
      <w:r>
        <w:rPr>
          <w:rFonts w:hint="cs"/>
          <w:rtl/>
        </w:rPr>
        <w:t>ّ</w:t>
      </w:r>
      <w:r>
        <w:rPr>
          <w:rtl/>
        </w:rPr>
        <w:t xml:space="preserve">ا على </w:t>
      </w:r>
      <w:r w:rsidR="008A2B0F">
        <w:rPr>
          <w:rFonts w:hint="cs"/>
          <w:rtl/>
        </w:rPr>
        <w:t xml:space="preserve"> </w:t>
      </w:r>
      <w:r>
        <w:rPr>
          <w:rtl/>
        </w:rPr>
        <w:t>من يستحق المدح على صدقه.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 xml:space="preserve">المعنى : ثمّ خاطب الله سبحانه المؤمنين المصدقين باللهالمقرين بنبوة نبيه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الاحتجاج 1 : 144.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يَا أَيُّهَا الَّذِينَ آمَنُوا اتَّقُوا اللَّهَ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أي اتقوا معاصي الله واجتنبوها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وَكُونُوا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الذين يصدقون في أخبارهم ولا يكذبون ، ومعناه : كونوا على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مذهب من يستعمل الصدق في أقواله وأفعاله ، وصاحبوهمورافقوهم ، كقولك :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أنا مع فلان في هذه المسألة ، أي أقتدي به فيها ، وقد وصف الله الصادقين في سورة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البقرة ، بقوله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وَلَٰكِنَّ الْبِرَّ مَنْ آمَنَ بِاللَّهِ وَالْيَوْمِ الْآخِرِ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إلى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أُولَٰئِكَ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الَّذِينَ صَدَقُوا وَأُولَٰئِكَ هُمُ الْمُتَّقُونَ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فأمر سبحانه بالاقتداء بهؤلاء الصادقين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المتقين. وقيل : المراد بالصادقين هم الذين ذكرهم الله في كتابه ، وهو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رِجَالٌ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صَدَقُوا مَا عَاهَدُوا اللَّهَ عَلَيْهِ فَمِنْهُم مَّن قَضَىٰ نَحْبَهُ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يعني ، حمزة بن عبد المطلب ،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وجعفر بن أبي طالب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وَمِنْهُم مَّن يَنتَظِرُ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يعني ، علي بن أبي طالب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الكلبي عن أبي صالح عن ابن عباس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مع </w:t>
      </w:r>
      <w:r w:rsidR="008A2B0F">
        <w:rPr>
          <w:rFonts w:hint="cs"/>
          <w:rtl/>
        </w:rPr>
        <w:t xml:space="preserve"> </w:t>
      </w:r>
      <w:r>
        <w:rPr>
          <w:rtl/>
        </w:rPr>
        <w:t>علي وأصحابه.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جابر عن أبي جعفر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في </w:t>
      </w:r>
      <w:r w:rsidRPr="0004572F">
        <w:rPr>
          <w:rtl/>
        </w:rPr>
        <w:t xml:space="preserve">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قال : مع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آل محمّد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. وقيل : مع النبيين والصديقين في الجنة .... وقيل : إن معنى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مَعَ</w:t>
      </w:r>
      <w:r w:rsidRPr="005F7FDA">
        <w:rPr>
          <w:rStyle w:val="libAlae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هنا معنى (من) فكأنه أمر بالكون من جملة الصادقين ، ويعضده قراءة من قرأ :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مِنَ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>والمعنيان متقاربان هنا ؛ لأنّ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مَعَ 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للمصاحبة ، و (من)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للتبعيض ، فإذا كان من جملتهم فهو معهم وبعضهم ، وقال ابن مسعود ، لا يصلح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الكذب جد ولا هزل ، ولا أن يَعِدَ أحدكم صبيه ثمّ لا ينجز له ، اقرؤوا إن شئتم هذه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الآية ، هل ترون في الكذب رخصة؟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ابن اذينة ، عن بريد بن معاوية العجلي ، قال : سألتُ أبا جعفر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عن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قول الله عزوجل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اتَّقُوا اللَّهَ وَكُونُوا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>قال : إيانا عنى.</w:t>
      </w:r>
      <w:r w:rsidRPr="005F7FDA">
        <w:rPr>
          <w:rStyle w:val="libFootnotenumChar"/>
          <w:rtl/>
        </w:rPr>
        <w:t>(2)</w:t>
      </w:r>
    </w:p>
    <w:p w:rsidR="00F631FA" w:rsidRPr="0083770D" w:rsidRDefault="00F631FA" w:rsidP="005F7FDA">
      <w:pPr>
        <w:pStyle w:val="libLine"/>
        <w:rPr>
          <w:rtl/>
        </w:rPr>
      </w:pPr>
      <w:r w:rsidRPr="0083770D">
        <w:rPr>
          <w:rtl/>
        </w:rPr>
        <w:t>_</w:t>
      </w:r>
      <w:r w:rsidRPr="0083770D">
        <w:rPr>
          <w:rFonts w:hint="cs"/>
          <w:rtl/>
        </w:rPr>
        <w:t>_____________</w:t>
      </w:r>
      <w:r w:rsidRPr="0083770D">
        <w:rPr>
          <w:rtl/>
        </w:rPr>
        <w:t>_</w:t>
      </w:r>
      <w:r w:rsidRPr="0083770D">
        <w:rPr>
          <w:rFonts w:hint="cs"/>
          <w:rtl/>
        </w:rPr>
        <w:t>_______</w:t>
      </w:r>
      <w:r w:rsidRPr="0083770D">
        <w:rPr>
          <w:rtl/>
        </w:rPr>
        <w:t>__</w:t>
      </w:r>
      <w:r w:rsidRPr="0083770D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انظر مجمع البيان في تفسير الآية 119 من سورة التوبة.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بصائر الدرجات : 51 / 1 ، الكافي 1 : 208 / 1.</w:t>
      </w:r>
    </w:p>
    <w:p w:rsidR="00F631FA" w:rsidRPr="00F070BF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وروى الصفار ، عن الحسين بن محمد ، عن معلى بن محمد ، عن الحسن عن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أحمد بن محمد ، قال : سألت الرضا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عن قول الله عزوجل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اتَّقُوا اللَّهَ وَكُونُوا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فقال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>الأئمة الصديقون بطاعتهم.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حديث المناشدة قال أمير المؤمنين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فأنشدكم الله أتعلمون أن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أنزل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يَا أَيُّهَا الَّذِينَ آمَنُوا اتَّقُوا اللَّهَ وَكُونُوا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فقال سلمان : يا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أعامة هي أم خاصة؟ قال : أمّا المأمورون فالعامة من المؤمنين أُمِروا </w:t>
      </w:r>
      <w:r w:rsidR="008A2B0F">
        <w:rPr>
          <w:rFonts w:hint="cs"/>
          <w:rtl/>
        </w:rPr>
        <w:t xml:space="preserve"> </w:t>
      </w:r>
      <w:r>
        <w:rPr>
          <w:rtl/>
        </w:rPr>
        <w:t>بذلك ، وأما الصادقون فخاصة لأخي علي والأوصياء من بعده إلى يوم القيامة؟</w:t>
      </w:r>
      <w:r w:rsidR="008A2B0F">
        <w:rPr>
          <w:rFonts w:hint="cs"/>
          <w:rtl/>
        </w:rPr>
        <w:t xml:space="preserve"> </w:t>
      </w:r>
      <w:r>
        <w:rPr>
          <w:rtl/>
        </w:rPr>
        <w:t>قالوا : اللهم نعم.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ابن شهرآشوب من تفسير أبي يوسف ، يعقوب بن سفيان حدثنا مالك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 أنس ، عن نافع عن ابن عمر ،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يَا أَيُّهَا الَّذِينَ آمَنُوا اتَّقُوا اللَّهَ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قال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أمر الله الصحابة أن يخافوا الله ثمّ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يعني مع محمد </w:t>
      </w:r>
      <w:r w:rsidR="008A2B0F">
        <w:rPr>
          <w:rFonts w:hint="cs"/>
          <w:rtl/>
        </w:rPr>
        <w:t xml:space="preserve"> </w:t>
      </w:r>
      <w:r>
        <w:rPr>
          <w:rtl/>
        </w:rPr>
        <w:t>وأهل بيته.</w:t>
      </w:r>
      <w:r w:rsidRPr="005F7FDA">
        <w:rPr>
          <w:rStyle w:val="libFootnotenumChar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وجاء عنه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نحن شيعة علي ، إنّما شيعة علي من صدق قوله فعله.</w:t>
      </w:r>
      <w:r w:rsidRPr="005F7FDA">
        <w:rPr>
          <w:rStyle w:val="libFootnotenumChar"/>
          <w:rtl/>
        </w:rPr>
        <w:t>(4)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فالتمسك بتلك الآية لإثبات الإمامة والصدّيقية في المعصومين ، بين الشيعة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معروف ، وقد ذكره المحقق الطوسي في كتاب التجريد ووجه الاستدلال بالآية </w:t>
      </w:r>
      <w:r w:rsidR="008A2B0F">
        <w:rPr>
          <w:rFonts w:hint="cs"/>
          <w:rtl/>
        </w:rPr>
        <w:t xml:space="preserve"> </w:t>
      </w:r>
      <w:r>
        <w:rPr>
          <w:rtl/>
        </w:rPr>
        <w:t>الكريمة ، فقال :</w:t>
      </w:r>
    </w:p>
    <w:p w:rsidR="004048B5" w:rsidRDefault="00F631FA" w:rsidP="004048B5">
      <w:pPr>
        <w:pStyle w:val="libNormal"/>
        <w:rPr>
          <w:rtl/>
        </w:rPr>
      </w:pPr>
      <w:r>
        <w:rPr>
          <w:rtl/>
        </w:rPr>
        <w:t xml:space="preserve">إن الله تعالى أمر كافة المؤمنين بالكون مع الصادقين ، وظاهر أن ليس المراد به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بصائر الدرجات : 51 / 1 ، وعنه في بحار الأنوار 24 : 31.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كتاب سليم بن قيس : 201 ، التحصين : 635 ، ينابيع المودة 1 : 344.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3. مناقب ابن شهرآشوب 2 : 288 ، ينابيع المودة 1 : 358 / الباب 39 / 15 عن الموفق بن أحمد </w:t>
      </w:r>
      <w:r w:rsidR="008A2B0F">
        <w:rPr>
          <w:rFonts w:hint="cs"/>
          <w:rtl/>
        </w:rPr>
        <w:t xml:space="preserve"> </w:t>
      </w:r>
      <w:r>
        <w:rPr>
          <w:rtl/>
        </w:rPr>
        <w:t>الخوارزمي ، الفضائل لابن شاذان : 138.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4. الكافي 8 : 228 / 290.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الكون معهم بأجسامهم ، بل المعنى لزوم طرائقهم ومتابعتهم في عقائدهم وأقوالهم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وأفعالهم ، ومعلوم أن الله تعالى لا يأمر عموما</w:t>
      </w:r>
      <w:r>
        <w:rPr>
          <w:rFonts w:hint="cs"/>
          <w:rtl/>
        </w:rPr>
        <w:t>ً</w:t>
      </w:r>
      <w:r>
        <w:rPr>
          <w:rtl/>
        </w:rPr>
        <w:t xml:space="preserve"> بمتابعة من يعلم صدور الفسق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والمعاصي عنه مع نهيه عنها ، فلا بد من أن يكونوا معصومين لا يخطأونفي شيء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حتى يجب متابعتهم في جميع الأمور ، وأيضا</w:t>
      </w:r>
      <w:r>
        <w:rPr>
          <w:rFonts w:hint="cs"/>
          <w:rtl/>
        </w:rPr>
        <w:t>ً</w:t>
      </w:r>
      <w:r>
        <w:rPr>
          <w:rtl/>
        </w:rPr>
        <w:t xml:space="preserve"> لا يختص بزمان دون زمان ، فلا بد من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وجود معصوم من الصادقين في كلّ زمان ليصح أمر مؤمن كل زمان بمتابعتهم.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9"/>
        <w:gridCol w:w="3308"/>
      </w:tblGrid>
      <w:tr w:rsidR="009D2448" w:rsidTr="00945787">
        <w:trPr>
          <w:trHeight w:val="350"/>
        </w:trPr>
        <w:tc>
          <w:tcPr>
            <w:tcW w:w="3920" w:type="dxa"/>
            <w:shd w:val="clear" w:color="auto" w:fill="auto"/>
          </w:tcPr>
          <w:p w:rsidR="009D2448" w:rsidRDefault="009D2448" w:rsidP="00945787">
            <w:pPr>
              <w:pStyle w:val="libPoem"/>
            </w:pPr>
            <w:r>
              <w:rPr>
                <w:rtl/>
              </w:rPr>
              <w:t>إذا كذبت أسماءُ قومٍ عليهم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D2448" w:rsidRDefault="009D2448" w:rsidP="0094578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D2448" w:rsidRDefault="009D2448" w:rsidP="00945787">
            <w:pPr>
              <w:pStyle w:val="libPoem"/>
            </w:pPr>
            <w:r>
              <w:rPr>
                <w:rtl/>
              </w:rPr>
              <w:t>فإِسمكَ صدّيقٌ له شاهدٌ عدلُ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>بعد كل هذا ، لك أن تحكم من هو الصديق؟ ومن هي الصديقة؟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الثاني : العصمة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إنّ صفة الصدّيقيّة تعني بأن الشخص قد بلغ مرتبة الكمال والعصمة لأنه اختير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وانتجب من قبل الله ، وهي أسمى من الصادقية ، فالصدق يرجع إلى الفرد ، أما </w:t>
      </w:r>
      <w:r w:rsidR="008A2B0F">
        <w:rPr>
          <w:rFonts w:hint="cs"/>
          <w:rtl/>
        </w:rPr>
        <w:t xml:space="preserve"> </w:t>
      </w:r>
      <w:r>
        <w:rPr>
          <w:rtl/>
        </w:rPr>
        <w:t>الصدّيق فيرجع إلى الباري تعالى ، والمعصوم ليس صادقا</w:t>
      </w:r>
      <w:r>
        <w:rPr>
          <w:rFonts w:hint="cs"/>
          <w:rtl/>
        </w:rPr>
        <w:t>ً</w:t>
      </w:r>
      <w:r>
        <w:rPr>
          <w:rtl/>
        </w:rPr>
        <w:t xml:space="preserve"> وحسب بل هو صدّيقٌ ، </w:t>
      </w:r>
      <w:r w:rsidR="008A2B0F">
        <w:rPr>
          <w:rFonts w:hint="cs"/>
          <w:rtl/>
        </w:rPr>
        <w:t xml:space="preserve"> </w:t>
      </w:r>
      <w:r>
        <w:rPr>
          <w:rtl/>
        </w:rPr>
        <w:t>وليس طاهرا</w:t>
      </w:r>
      <w:r>
        <w:rPr>
          <w:rFonts w:hint="cs"/>
          <w:rtl/>
        </w:rPr>
        <w:t>ً</w:t>
      </w:r>
      <w:r>
        <w:rPr>
          <w:rtl/>
        </w:rPr>
        <w:t xml:space="preserve"> فحسب بل هو مطهَر ، فالذي يُصطفى من العباد من قبل الله ويُجتبى </w:t>
      </w:r>
      <w:r w:rsidR="008A2B0F">
        <w:rPr>
          <w:rFonts w:hint="cs"/>
          <w:rtl/>
        </w:rPr>
        <w:t xml:space="preserve"> </w:t>
      </w:r>
      <w:r>
        <w:rPr>
          <w:rtl/>
        </w:rPr>
        <w:t>يجب أن يكون مسدّدا</w:t>
      </w:r>
      <w:r>
        <w:rPr>
          <w:rFonts w:hint="cs"/>
          <w:rtl/>
        </w:rPr>
        <w:t>ً</w:t>
      </w:r>
      <w:r>
        <w:rPr>
          <w:rtl/>
        </w:rPr>
        <w:t xml:space="preserve"> في قوله وفعله ، كما هو الملاحظ في السيدة مريم بنت عمران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سلام الله عليها لقوله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مَّا الْمَسِيحُ ابْنُ مَرْيَمَ إِلَّا رَسُولٌ قَدْ خَلَتْ مِن قَبْلِهِ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الرُّسُلُ وَأُمُّهُ صِدِّيقَةٌ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Pr="00F816FC" w:rsidRDefault="00F631FA" w:rsidP="005F7FDA">
      <w:pPr>
        <w:pStyle w:val="libLine"/>
        <w:rPr>
          <w:rtl/>
        </w:rPr>
      </w:pPr>
      <w:r>
        <w:rPr>
          <w:rtl/>
        </w:rPr>
        <w:t xml:space="preserve">وقال سبحانه وتعالى عنها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وَإِذْ قَالَتِ الْمَلَائِكَةُ يَا مَرْيَمُ إِنَّ اللَّهَ اصْطَفَاكِ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وَطَهَّرَكِ وَاصْطَفَاكِ عَلَىٰ نِسَاءِ الْعَالَمِينَ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>يَا مَرْيَمُ اقْنُتِي لِرَبِّكِ وَاسْجُدِي وَارْكَعِي مَعَ</w:t>
      </w:r>
      <w:r w:rsidR="008A2B0F">
        <w:rPr>
          <w:rFonts w:hint="cs"/>
          <w:rtl/>
        </w:rPr>
        <w:t xml:space="preserve"> </w:t>
      </w: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كشف المراد : 222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المائدة : 75.</w:t>
      </w:r>
    </w:p>
    <w:p w:rsidR="00F631FA" w:rsidRPr="00523F3A" w:rsidRDefault="00F631FA" w:rsidP="005F7FDA">
      <w:pPr>
        <w:pStyle w:val="libLine"/>
        <w:rPr>
          <w:rtl/>
        </w:rPr>
      </w:pPr>
      <w:r w:rsidRPr="00523F3A">
        <w:rPr>
          <w:rtl/>
        </w:rPr>
        <w:br w:type="page"/>
      </w:r>
      <w:r w:rsidRPr="005F7FDA">
        <w:rPr>
          <w:rStyle w:val="libAieChar"/>
          <w:rtl/>
        </w:rPr>
        <w:lastRenderedPageBreak/>
        <w:t>الرَّاكِعِينَ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ذَٰلِكَ مِنْ أَنبَاءِ الْغَيْبِ نُوحِيهِ إِلَيْكَ وَمَا كُنتَ لَدَيْهِمْ إِذْ يُلْقُونَ أَقْلَامَهُمْ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أَيُّهُمْ يَكْفُلُ مَرْيَمَ وَمَا كُنتَ لَدَيْهِمْ إِذْ يَخْتَصِمُونَ</w:t>
      </w:r>
      <w:r w:rsidRPr="005F7FDA">
        <w:rPr>
          <w:rStyle w:val="libAlaemChar"/>
          <w:rtl/>
        </w:rPr>
        <w:t>)</w:t>
      </w:r>
      <w:r>
        <w:rPr>
          <w:rFonts w:hint="cs"/>
          <w:rtl/>
        </w:rPr>
        <w:t xml:space="preserve">. </w:t>
      </w:r>
      <w:r w:rsidRPr="005F7FDA">
        <w:rPr>
          <w:rStyle w:val="libFootnotenumChar"/>
          <w:rFonts w:hint="cs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ولما قال القوم لمريم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يَا مَرْيَمُ لَقَدْ جِئْتِ شَيْئًا فَرِيًّا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أي مفترى مكذوبا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>أو عظيما</w:t>
      </w:r>
      <w:r>
        <w:rPr>
          <w:rFonts w:hint="cs"/>
          <w:rtl/>
        </w:rPr>
        <w:t>ً</w:t>
      </w:r>
      <w:r>
        <w:rPr>
          <w:rtl/>
        </w:rPr>
        <w:t xml:space="preserve"> في المناهي ،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أُخْتَ هَارُونَ مَا كَانَ أَبُوكِ امْرَأَ سَوْءٍ وَمَا كَانَتْ أُمُّكِ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بَغِيًّا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فأشارت مريم إلى عيسى وهو في المهد وطلبت منهم أن يستفسروا منه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 الأمر ، فقالوا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كَيْفَ نُكَلِّمُ مَن كَانَ فِي الْمَهْدِ صَبِيًّا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فأنطق الله عيسى ،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إِنِّي عَبْدُ اللَّهِ آتَانِيَ الْكِتَابَ وَجَعَلَنِي نَبِيًّا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وَجَعَلَنِي مُبَارَكًا أَيْنَ مَا كُنتُ وَأَوْصَانِي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بِالصَّلَاةِ وَالزَّكَاةِ مَا دُمْتُ حَيًّا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وَبَرًّا بِوَالِدَتِي وَلَمْ يَجْعَلْنِي جَبَّارًا شَقِيًّا 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وَالسَّلَامُ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عَلَيَّ يَوْمَ وُلِدتُّ وَيَوْمَ أَمُوتُ وَيَوْمَ أُبْعَثُ حَيًّا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51DE2" w:rsidRDefault="00F631FA" w:rsidP="00F51DE2">
      <w:pPr>
        <w:pStyle w:val="libNormal"/>
        <w:rPr>
          <w:rtl/>
        </w:rPr>
      </w:pPr>
      <w:r>
        <w:rPr>
          <w:rtl/>
        </w:rPr>
        <w:t xml:space="preserve">فمريم هي الصدّيقة بنص القرآن الكريم ، وبينها وبين فاطمة الزهراء مشتركات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كثيرة ، منها أنهما من سلالة النبوة ، والنبوة سلالة بعضها من بعض ، لقوله تعالى :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إِنَّ اللَّهَ اصْطَفَىٰ آدَمَ وَنُوحًا وَآلَ إِبْرَاهِيمَ وَآلَ عِمْرَانَ عَلَى الْعَالَمِينَ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ذُرِّيَّةً بَعْضُهَا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مِن بَعْضٍ وَاللَّهُ سَمِيعٌ عَلِيمٌ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إِذْ قَالَتِ امْرَأَتُ عِمْرَانَ رَبِّ إِنِّي نَذَرْتُ لَكَ مَا فِي بَطْنِي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مُحَرَّرًا فَتَقَبَّلْ مِنِّي إِنَّكَ أَنتَ السَّمِيعُ الْعَلِيمُ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فهي ابنة نبي وفاطمة ابنة خاتم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الأنبياء ، ومريم أم لنبي وفاطمة أُم لأبيها وأم لوصيَّين بل أمّ الأوصياء ، ومريم </w:t>
      </w:r>
      <w:r w:rsidR="008A2B0F">
        <w:rPr>
          <w:rFonts w:hint="cs"/>
          <w:rtl/>
        </w:rPr>
        <w:t xml:space="preserve"> </w:t>
      </w:r>
      <w:r>
        <w:rPr>
          <w:rtl/>
        </w:rPr>
        <w:t>ولدت من غير زوج على نحو الإعجاز حيث لم يكن لها كفو ، وفاطمة أنجبتمن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آل عمران : 42 ـ 44.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مريم : 27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مريم : 28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مريم : 29.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مريم : 30 ـ 33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>. آل عمران : 33 ـ 35.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بعل كعلي ولولاه لما كان لها كُفْءٌ.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وكلاهما كفلا من قبل نبي فمريم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وَكَفَّلَهَا زَكَرِيَّا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وفاطمة قد كفلها سيد </w:t>
      </w:r>
      <w:r w:rsidR="008A2B0F">
        <w:rPr>
          <w:rFonts w:hint="cs"/>
          <w:rtl/>
        </w:rPr>
        <w:t xml:space="preserve"> </w:t>
      </w:r>
      <w:r>
        <w:rPr>
          <w:rtl/>
        </w:rPr>
        <w:t>الانبياء محمّد المصطفى ، وجاء عن الإمام الرضا انه قال في جواب ابن اب</w:t>
      </w:r>
      <w:r>
        <w:rPr>
          <w:rFonts w:hint="cs"/>
          <w:rtl/>
        </w:rPr>
        <w:t>ي</w:t>
      </w:r>
      <w:r>
        <w:rPr>
          <w:rtl/>
        </w:rPr>
        <w:t xml:space="preserve"> سعيد </w:t>
      </w:r>
      <w:r w:rsidR="008A2B0F">
        <w:rPr>
          <w:rFonts w:hint="cs"/>
          <w:rtl/>
        </w:rPr>
        <w:t xml:space="preserve"> </w:t>
      </w:r>
      <w:r>
        <w:rPr>
          <w:rtl/>
        </w:rPr>
        <w:t>المكاري : انّ الله تبارك وتعالى أوحى</w:t>
      </w:r>
      <w:r w:rsidRPr="00EB3FFC">
        <w:rPr>
          <w:rtl/>
        </w:rPr>
        <w:t>ٰ</w:t>
      </w:r>
      <w:r>
        <w:rPr>
          <w:rtl/>
        </w:rPr>
        <w:t xml:space="preserve"> الى عمران : أني واهب لك ذكراً ، فوهب له </w:t>
      </w:r>
      <w:r w:rsidR="008A2B0F">
        <w:rPr>
          <w:rFonts w:hint="cs"/>
          <w:rtl/>
        </w:rPr>
        <w:t xml:space="preserve"> </w:t>
      </w:r>
      <w:r>
        <w:rPr>
          <w:rtl/>
        </w:rPr>
        <w:t>مريم ، ووهب لمريم عيسى</w:t>
      </w:r>
      <w:r w:rsidRPr="00EB3FFC">
        <w:rPr>
          <w:rtl/>
        </w:rPr>
        <w:t>ٰ</w:t>
      </w:r>
      <w:r>
        <w:rPr>
          <w:rtl/>
        </w:rPr>
        <w:t xml:space="preserve"> ، فعيسى</w:t>
      </w:r>
      <w:r w:rsidRPr="00EB3FFC">
        <w:rPr>
          <w:rtl/>
        </w:rPr>
        <w:t>ٰ</w:t>
      </w:r>
      <w:r>
        <w:rPr>
          <w:rtl/>
        </w:rPr>
        <w:t xml:space="preserve"> من مريم ، ومريم من عيسى</w:t>
      </w:r>
      <w:r w:rsidRPr="00EB3FFC">
        <w:rPr>
          <w:rtl/>
        </w:rPr>
        <w:t>ٰ</w:t>
      </w:r>
      <w:r>
        <w:rPr>
          <w:rtl/>
        </w:rPr>
        <w:t xml:space="preserve"> ، ومريم وعيسى</w:t>
      </w:r>
      <w:r w:rsidRPr="00EB3FFC">
        <w:rPr>
          <w:rtl/>
        </w:rPr>
        <w:t>ٰ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شيء واحد ، وأنا من أبي ، وأبي مني ، وانا شيء واحد.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وقد روت الخاصة والعامة أن عليا</w:t>
      </w:r>
      <w:r>
        <w:rPr>
          <w:rFonts w:hint="cs"/>
          <w:rtl/>
        </w:rPr>
        <w:t>ً</w:t>
      </w:r>
      <w:r>
        <w:rPr>
          <w:rtl/>
        </w:rPr>
        <w:t xml:space="preserve"> أصبح ساغبا</w:t>
      </w:r>
      <w:r>
        <w:rPr>
          <w:rFonts w:hint="cs"/>
          <w:rtl/>
        </w:rPr>
        <w:t>ً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 فسأل فاطمة طعاما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فقالت : والذي أكرم أبي بالنبوة وأكرمك بالوصية ما أصبح عندي شيء يطعمه </w:t>
      </w:r>
      <w:r w:rsidR="008A2B0F">
        <w:rPr>
          <w:rFonts w:hint="cs"/>
          <w:rtl/>
        </w:rPr>
        <w:t xml:space="preserve"> </w:t>
      </w:r>
      <w:r>
        <w:rPr>
          <w:rtl/>
        </w:rPr>
        <w:t>بشر ، وما كان من شيء أطعمك منه يومين إل</w:t>
      </w:r>
      <w:r>
        <w:rPr>
          <w:rFonts w:hint="cs"/>
          <w:rtl/>
        </w:rPr>
        <w:t>ّ</w:t>
      </w:r>
      <w:r>
        <w:rPr>
          <w:rtl/>
        </w:rPr>
        <w:t xml:space="preserve">ا شيء كنت أوثرك به على نفسي </w:t>
      </w:r>
      <w:r w:rsidR="008A2B0F">
        <w:rPr>
          <w:rFonts w:hint="cs"/>
          <w:rtl/>
        </w:rPr>
        <w:t xml:space="preserve"> </w:t>
      </w:r>
      <w:r>
        <w:rPr>
          <w:rtl/>
        </w:rPr>
        <w:t>وعلى الحسن والحسين.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أعلى الصبيين؟ إل</w:t>
      </w:r>
      <w:r>
        <w:rPr>
          <w:rFonts w:hint="cs"/>
          <w:rtl/>
        </w:rPr>
        <w:t>ّ</w:t>
      </w:r>
      <w:r>
        <w:rPr>
          <w:rtl/>
        </w:rPr>
        <w:t>ا أعلمتِني فآتيكم بشيء.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قالت : يا أبا الحسن إنّي لاستحيي من إلهي أن أكلّفك ما لا تقدر عليه.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فخرج واثقا باللهحسن الظن به ، فاستقرض من النبي دينارا</w:t>
      </w:r>
      <w:r>
        <w:rPr>
          <w:rFonts w:hint="cs"/>
          <w:rtl/>
        </w:rPr>
        <w:t>ً</w:t>
      </w:r>
      <w:r>
        <w:rPr>
          <w:rtl/>
        </w:rPr>
        <w:t xml:space="preserve"> فخرج يشتري </w:t>
      </w:r>
      <w:r w:rsidR="008A2B0F">
        <w:rPr>
          <w:rFonts w:hint="cs"/>
          <w:rtl/>
        </w:rPr>
        <w:t xml:space="preserve"> </w:t>
      </w:r>
      <w:r>
        <w:rPr>
          <w:rtl/>
        </w:rPr>
        <w:t>به شيئا</w:t>
      </w:r>
      <w:r>
        <w:rPr>
          <w:rFonts w:hint="cs"/>
          <w:rtl/>
        </w:rPr>
        <w:t>ً</w:t>
      </w:r>
      <w:r>
        <w:rPr>
          <w:rtl/>
        </w:rPr>
        <w:t xml:space="preserve"> ، إذ عرض له المقداد في يوم شديد الحر قد لوّحته الشمس من فوقه وتحته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فأنكر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شأنه فقال : يا مقداد ما أزعجك هذه الساعة؟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خل سبيلي يا أبا الحسن ولا تكشفني عما ورائي.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إنّه لا يسعني أن تجاوزني حتى أعلم علمك.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يا أبا الحسن إلى الله ثمّ إليك أن تخلي سبيلي ولا تكشف عن حالي.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علي : إنّه لا يسعك أن تكتمني حالك.</w:t>
      </w:r>
    </w:p>
    <w:p w:rsidR="00F631FA" w:rsidRPr="00F9730E" w:rsidRDefault="00F631FA" w:rsidP="005F7FDA">
      <w:pPr>
        <w:pStyle w:val="libLine"/>
        <w:rPr>
          <w:rtl/>
        </w:rPr>
      </w:pPr>
      <w:r w:rsidRPr="00F9730E">
        <w:rPr>
          <w:rtl/>
        </w:rPr>
        <w:t>_</w:t>
      </w:r>
      <w:r w:rsidRPr="00F9730E">
        <w:rPr>
          <w:rFonts w:hint="cs"/>
          <w:rtl/>
        </w:rPr>
        <w:t>_____________</w:t>
      </w:r>
      <w:r w:rsidRPr="00F9730E">
        <w:rPr>
          <w:rtl/>
        </w:rPr>
        <w:t>_</w:t>
      </w:r>
      <w:r w:rsidRPr="00F9730E">
        <w:rPr>
          <w:rFonts w:hint="cs"/>
          <w:rtl/>
        </w:rPr>
        <w:t>_______</w:t>
      </w:r>
      <w:r w:rsidRPr="00F9730E">
        <w:rPr>
          <w:rtl/>
        </w:rPr>
        <w:t>__</w:t>
      </w:r>
      <w:r w:rsidRPr="00F9730E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بحارالأنوار 25 : 1 عن معاني الاخبار : 65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أي جائعا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 : إذا أبيت فوالذي أكرم محمدا</w:t>
      </w:r>
      <w:r>
        <w:rPr>
          <w:rFonts w:hint="cs"/>
          <w:rtl/>
        </w:rPr>
        <w:t>ً</w:t>
      </w:r>
      <w:r>
        <w:rPr>
          <w:rtl/>
        </w:rPr>
        <w:t xml:space="preserve"> بالنبوة وأكرمك بالوصية ما أزعجني إل</w:t>
      </w:r>
      <w:r>
        <w:rPr>
          <w:rFonts w:hint="cs"/>
          <w:rtl/>
        </w:rPr>
        <w:t>ّ</w:t>
      </w:r>
      <w:r>
        <w:rPr>
          <w:rtl/>
        </w:rPr>
        <w:t>ا</w:t>
      </w:r>
      <w:r w:rsidR="008A2B0F">
        <w:rPr>
          <w:rFonts w:hint="cs"/>
          <w:rtl/>
        </w:rPr>
        <w:t xml:space="preserve"> </w:t>
      </w:r>
      <w:r>
        <w:rPr>
          <w:rtl/>
        </w:rPr>
        <w:t>الجهد ، ولقد تركت عيالي بحال لم تتحملني لها الأرض فخرجت مهموما</w:t>
      </w:r>
      <w:r>
        <w:rPr>
          <w:rFonts w:hint="cs"/>
          <w:rtl/>
        </w:rPr>
        <w:t>ً</w:t>
      </w:r>
      <w:r>
        <w:rPr>
          <w:rtl/>
        </w:rPr>
        <w:t xml:space="preserve"> راكبا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رأسي ، فهذه حالي.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فهملت عينا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بالدموع حتى أخضلت دموعُهُ لحيتَه ، ثمّ قال : أحلف </w:t>
      </w:r>
      <w:r w:rsidR="008A2B0F">
        <w:rPr>
          <w:rFonts w:hint="cs"/>
          <w:rtl/>
        </w:rPr>
        <w:t xml:space="preserve"> </w:t>
      </w:r>
      <w:r>
        <w:rPr>
          <w:rtl/>
        </w:rPr>
        <w:t>بالذي حلفت به ما أزعجني ، من أهلي إل</w:t>
      </w:r>
      <w:r>
        <w:rPr>
          <w:rFonts w:hint="cs"/>
          <w:rtl/>
        </w:rPr>
        <w:t>ّ</w:t>
      </w:r>
      <w:r>
        <w:rPr>
          <w:rtl/>
        </w:rPr>
        <w:t>ا الذي أزعجك ولقد استقرضت دينارا</w:t>
      </w:r>
      <w:r>
        <w:rPr>
          <w:rFonts w:hint="cs"/>
          <w:rtl/>
        </w:rPr>
        <w:t>ً</w:t>
      </w:r>
      <w:r w:rsidR="008A2B0F">
        <w:rPr>
          <w:rtl/>
        </w:rPr>
        <w:t xml:space="preserve"> </w:t>
      </w:r>
      <w:r>
        <w:rPr>
          <w:rtl/>
        </w:rPr>
        <w:t>فخذه ، فدفع الدينار إليه وآثره به على نفسه.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فوضع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رأسه فنام ، فخرج النبي فإذا هو به فحرّكه ، وقال : ما صنعت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فأخبره ، فقام وصلى معه ، فلما قضى النبي صلاته قال : يا أبا الحسن هل عندك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شيء نطعمه؟ فمكث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مطرقا</w:t>
      </w:r>
      <w:r>
        <w:rPr>
          <w:rFonts w:hint="cs"/>
          <w:rtl/>
        </w:rPr>
        <w:t>ً</w:t>
      </w:r>
      <w:r>
        <w:rPr>
          <w:rtl/>
        </w:rPr>
        <w:t xml:space="preserve"> لا يحير جوابا</w:t>
      </w:r>
      <w:r>
        <w:rPr>
          <w:rFonts w:hint="cs"/>
          <w:rtl/>
        </w:rPr>
        <w:t>ً</w:t>
      </w:r>
      <w:r>
        <w:rPr>
          <w:rtl/>
        </w:rPr>
        <w:t xml:space="preserve"> حياءً من رسول الله وهو يعلم ما كان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أمر الدينار ، ثم 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نعم يا رسول الله على الرحب والسعة ، وقد كان أوحى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الله إلى نبيه محمد أن يتعشى عند علي بن أبي طالب ، فانطلقا حتى دخلا على فاطمة </w:t>
      </w:r>
      <w:r w:rsidR="008A2B0F">
        <w:rPr>
          <w:rFonts w:hint="cs"/>
          <w:rtl/>
        </w:rPr>
        <w:t xml:space="preserve"> </w:t>
      </w:r>
      <w:r>
        <w:rPr>
          <w:rtl/>
        </w:rPr>
        <w:t>وهي في مصل</w:t>
      </w:r>
      <w:r>
        <w:rPr>
          <w:rFonts w:hint="cs"/>
          <w:rtl/>
        </w:rPr>
        <w:t>ّ</w:t>
      </w:r>
      <w:r>
        <w:rPr>
          <w:rtl/>
        </w:rPr>
        <w:t>اها وجنبها جفنة تفور دخانا</w:t>
      </w:r>
      <w:r>
        <w:rPr>
          <w:rFonts w:hint="cs"/>
          <w:rtl/>
        </w:rPr>
        <w:t>ً</w:t>
      </w:r>
      <w:r>
        <w:rPr>
          <w:rtl/>
        </w:rPr>
        <w:t xml:space="preserve"> ، فأخرجت فاطمة الجفنة فوضعتها بين </w:t>
      </w:r>
      <w:r w:rsidR="008A2B0F">
        <w:rPr>
          <w:rFonts w:hint="cs"/>
          <w:rtl/>
        </w:rPr>
        <w:t xml:space="preserve"> </w:t>
      </w:r>
      <w:r>
        <w:rPr>
          <w:rtl/>
        </w:rPr>
        <w:t>أيديهما ، فسأل عليٌّ : أنى لك هذا؟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قالت : هو من فضل الله ورزقه ، إن الله يرزق من يشاء بغير حساب.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فوضع النبيُّ كفّه المبارك بين كتفي علي ثمّ قال : يا علي هذا بدل دينارك ، </w:t>
      </w:r>
      <w:r w:rsidR="008A2B0F">
        <w:rPr>
          <w:rFonts w:hint="cs"/>
          <w:rtl/>
        </w:rPr>
        <w:t xml:space="preserve"> </w:t>
      </w:r>
      <w:r>
        <w:rPr>
          <w:rtl/>
        </w:rPr>
        <w:t>ثمّ استعبر النبي باكيا</w:t>
      </w:r>
      <w:r>
        <w:rPr>
          <w:rFonts w:hint="cs"/>
          <w:rtl/>
        </w:rPr>
        <w:t>ً</w:t>
      </w:r>
      <w:r>
        <w:rPr>
          <w:rtl/>
        </w:rPr>
        <w:t xml:space="preserve"> وقال : الحمد للّهالذي لم يمتني حتى رأيت في ابنتي ما رأى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زكريا لمريم. </w:t>
      </w:r>
      <w:r w:rsidRPr="005F7FDA">
        <w:rPr>
          <w:rStyle w:val="libFootnotenumChar"/>
          <w:rtl/>
        </w:rPr>
        <w:t>(1)</w:t>
      </w:r>
    </w:p>
    <w:p w:rsidR="00F51DE2" w:rsidRDefault="00F631FA" w:rsidP="00F51DE2">
      <w:pPr>
        <w:pStyle w:val="libNormal"/>
        <w:rPr>
          <w:rtl/>
        </w:rPr>
      </w:pPr>
      <w:r>
        <w:rPr>
          <w:rtl/>
        </w:rPr>
        <w:t>وجاء في أخبارنا أنّ الأئمة من ولد فاطمة ، هم أفضل من أنبياء بني إسرائيل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انظر مناقب ابن شهرآشوب 1 : 350 ، أمالي الطوسي : 617 ، الخرائج والجرائح 2 : 522 ، ذخائر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العقبى : 46 ، فضائل سيدة النساء لعمر بن شاهين : 26 ، تفسير فرات : 84 ، كشف الغمة 2 : 98 ، تأويل </w:t>
      </w:r>
      <w:r w:rsidR="008A2B0F">
        <w:rPr>
          <w:rFonts w:hint="cs"/>
          <w:rtl/>
        </w:rPr>
        <w:t xml:space="preserve"> </w:t>
      </w:r>
      <w:r>
        <w:rPr>
          <w:rtl/>
        </w:rPr>
        <w:t>الآيات 1 : 109 ، ينابيع المودة 2 : 136.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روايات العامة (علماء أمتي كأنبياء بني إسرائيل)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وفي روايات الفريقين ما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يصدّق قول الإمامية ، حيث روى الفريقان أنّ في الأخبار بأن عيسى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حين يأتي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في آخر الزمان سوف يصلي خلف الإمام المهدي عند ظهوره عجل الله تعالى فرجه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الشريف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>وهو دليل على أفضلية أئمة أهل البيت على أنبياء بني إسرائيل.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ولو قايست بين كلام إبراهيم </w:t>
      </w:r>
      <w:r w:rsidRPr="005F7FD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والإمام علي لوقفت على المنزلة المعرفية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الكبرى لعلي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فسبحانه جلّ وعلا قال لنبي الله إبراهيم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أَوَلَمْ تُؤْمِن قَالَ بَلَىٰ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وَلَٰكِن لِّيَطْمَئِنَّ قَلْبِي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وأما الإمام علي فقال : </w:t>
      </w:r>
      <w:r w:rsidRPr="005F7FDA">
        <w:rPr>
          <w:rStyle w:val="libBold2Char"/>
          <w:rtl/>
        </w:rPr>
        <w:t xml:space="preserve">(لو كشف لي الغطاء ما ازددت </w:t>
      </w:r>
      <w:r w:rsidR="008A2B0F" w:rsidRPr="005F7FDA">
        <w:rPr>
          <w:rStyle w:val="libBold2Char"/>
          <w:rFonts w:hint="cs"/>
          <w:rtl/>
        </w:rPr>
        <w:t xml:space="preserve"> </w:t>
      </w:r>
      <w:r w:rsidRPr="005F7FDA">
        <w:rPr>
          <w:rStyle w:val="libBold2Char"/>
          <w:rtl/>
        </w:rPr>
        <w:t>يقينا</w:t>
      </w:r>
      <w:r w:rsidRPr="005F7FDA">
        <w:rPr>
          <w:rStyle w:val="libBold2Char"/>
          <w:rFonts w:hint="cs"/>
          <w:rtl/>
        </w:rPr>
        <w:t xml:space="preserve">ً </w:t>
      </w:r>
      <w:r w:rsidRPr="005F7FDA">
        <w:rPr>
          <w:rStyle w:val="libBold2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وفي هذا معنى عظيم يدركه العالم البصير.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وبنفس المنطق ، وبنص كلام الرسول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كانت السيدة الزهراء هي أفضل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السيدة مريم ، لأنّ رسولَ الله قال في وصفهاـوهو الذي نزل عليه القرآن المصرح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باصطفاء مريمـ: إنّها [ فاطمة </w:t>
      </w:r>
      <w:r>
        <w:rPr>
          <w:rFonts w:hint="cs"/>
          <w:rtl/>
        </w:rPr>
        <w:t>]</w:t>
      </w:r>
      <w:r>
        <w:rPr>
          <w:rtl/>
        </w:rPr>
        <w:t xml:space="preserve"> سيدة نساء العالمين ، فقيل : يا رسول الله هي سيدة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نساء عالمها؟ 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ذاك لمريم بنت عمران ، أما ابنتي فهي سيدة نساء العالمين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الأولين والآخرين.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فكيف بعائشة!</w:t>
      </w:r>
    </w:p>
    <w:p w:rsidR="00F631FA" w:rsidRDefault="00F631FA" w:rsidP="005F7FDA">
      <w:pPr>
        <w:pStyle w:val="libCenterBold1"/>
        <w:rPr>
          <w:rtl/>
        </w:rPr>
      </w:pPr>
      <w:r>
        <w:t>*</w:t>
      </w:r>
    </w:p>
    <w:p w:rsidR="00F631FA" w:rsidRPr="00F816FC" w:rsidRDefault="008A2B0F" w:rsidP="005F7FDA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F631FA" w:rsidRPr="00F816FC">
        <w:rPr>
          <w:rtl/>
        </w:rPr>
        <w:t>_</w:t>
      </w:r>
      <w:r w:rsidR="00F631FA" w:rsidRPr="00F816FC">
        <w:rPr>
          <w:rFonts w:hint="cs"/>
          <w:rtl/>
        </w:rPr>
        <w:t>_____________</w:t>
      </w:r>
      <w:r w:rsidR="00F631FA" w:rsidRPr="00F816FC">
        <w:rPr>
          <w:rtl/>
        </w:rPr>
        <w:t>_</w:t>
      </w:r>
      <w:r w:rsidR="00F631FA" w:rsidRPr="00F816FC">
        <w:rPr>
          <w:rFonts w:hint="cs"/>
          <w:rtl/>
        </w:rPr>
        <w:t>_______</w:t>
      </w:r>
      <w:r w:rsidR="00F631FA" w:rsidRPr="00F816FC">
        <w:rPr>
          <w:rtl/>
        </w:rPr>
        <w:t>__</w:t>
      </w:r>
      <w:r w:rsidR="00F631FA"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المحصول للرازي 5 : 72 ، سبل الهدى والرشاد 10 : 337.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الآحاد والمثاني 2 : 446ـ449 / 1249 ، كنز العمال 14 : 266 / 38673 عن أبي نعيم في </w:t>
      </w:r>
      <w:r w:rsidR="008A2B0F">
        <w:rPr>
          <w:rFonts w:hint="cs"/>
          <w:rtl/>
        </w:rPr>
        <w:t xml:space="preserve"> </w:t>
      </w:r>
      <w:r>
        <w:rPr>
          <w:rtl/>
        </w:rPr>
        <w:t>كتاب المهدي عن ابي سعيد. فتح الباري 6 : 358 ، تفسير القرطبي 16 : 106.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البقرة : 260.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تفسير أبي السعود 1 : 56 ، 4 : 4 ، الصواعق المحرقة 2 : 379 ، حاشية السندي 8 : 96 ، مناقب ابن </w:t>
      </w:r>
      <w:r w:rsidR="008A2B0F">
        <w:rPr>
          <w:rFonts w:hint="cs"/>
          <w:rtl/>
        </w:rPr>
        <w:t xml:space="preserve"> </w:t>
      </w:r>
      <w:r>
        <w:rPr>
          <w:rtl/>
        </w:rPr>
        <w:t>شهرآشوب 1 : 317 ، والفضائل لابن شاذان : 137.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أمالي الصدوق : 575 وعنه في شرح الأخبار 3 : 520 / 959 وبحار الأنوار 24 / 20 : 43 ، بشارة </w:t>
      </w:r>
      <w:r w:rsidR="008A2B0F">
        <w:rPr>
          <w:rFonts w:hint="cs"/>
          <w:rtl/>
        </w:rPr>
        <w:t xml:space="preserve"> </w:t>
      </w:r>
      <w:r>
        <w:rPr>
          <w:rtl/>
        </w:rPr>
        <w:t>المصطفى : 374 / 89 من طريق آخر وعنه في البحار 37 : 85 / 52.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شبهة وجواب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وهنا لابد لي وأنا أسير في البحث من الإجابة عن شبهة قد ترد على ذهن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بعض الأشخاص ، وهي : كيف تكون فاطمة سيدة نساة العالمين مع أنّ رب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العالمين قال في محكم كتابه عن مريم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مَرْيَمُ إِنَّ اللَّهَ اصْطَفَاكِ وَطَهَّرَكِ وَاصْطَفَاكِ عَلَىٰ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نِسَاءِ الْعَالَمِينَ</w:t>
      </w:r>
      <w:r w:rsidRPr="005F7FDA">
        <w:rPr>
          <w:rStyle w:val="libAlaemChar"/>
          <w:rtl/>
        </w:rPr>
        <w:t>)</w:t>
      </w:r>
      <w:r>
        <w:rPr>
          <w:rtl/>
        </w:rPr>
        <w:t>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نجيب عن ذلك بجوابين ، أحدهما نَقْضي ، والآخر حَلّيٌ.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أما الجواب النقضي : فنسأل المستشكل ماذا يقول في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وَإِسْمَاعِيلَ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وَالْيَسَعَ وَيُونُسَ وَلُوطًا وَكُلًّا فَضَّلْنَا عَلَى الْعَالَمِينَ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فهل هو يعتقد ، أو هل هناك أحد يقول بأن هؤلاء الأنبياء هم أفضل من نبينا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محمّد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؟ كل</w:t>
      </w:r>
      <w:r>
        <w:rPr>
          <w:rFonts w:hint="cs"/>
          <w:rtl/>
        </w:rPr>
        <w:t>ّ</w:t>
      </w:r>
      <w:r>
        <w:rPr>
          <w:rtl/>
        </w:rPr>
        <w:t xml:space="preserve">ا وألف لا ، فالرسل على مراتب وأفضلهم خاتمهم ، فالتفاضل حقيقة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ربانية لكن لا على جميع العصور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تِلْكَ الرُّسُلُ فَضَّلْنَا بَعْضَهُمْ عَلَىٰ بَعْضٍ مِّنْهُم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مَّن كَلَّمَ اللَّهُ وَرَفَعَ بَعْضَهُمْ دَرَجَاتٍ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والأوضح من ذلك أن نرى الله قد فضّل اليهود على العالمين في كتابه ؛ لقوله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بَنِي إِسْرَائِيلَ اذْكُرُوا نِعْمَتِيَ الَّتِي أَنْعَمْتُ عَلَيْكُمْ وَأَنِّي فَضَّلْتُكُمْ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عَلَى الْعَالَمِينَ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(3)</w:t>
      </w:r>
    </w:p>
    <w:p w:rsidR="00F51DE2" w:rsidRDefault="00F631FA" w:rsidP="00F51DE2">
      <w:pPr>
        <w:pStyle w:val="libNormal"/>
        <w:rPr>
          <w:rtl/>
        </w:rPr>
      </w:pPr>
      <w:r>
        <w:rPr>
          <w:rtl/>
        </w:rPr>
        <w:t xml:space="preserve">فهل هناك مسلم أو مسيحي يعتقد بأنّ اليهود هم أفضل العالمين؟ كلا وألف </w:t>
      </w:r>
      <w:r w:rsidR="008A2B0F">
        <w:rPr>
          <w:rFonts w:hint="cs"/>
          <w:rtl/>
        </w:rPr>
        <w:t xml:space="preserve"> </w:t>
      </w:r>
      <w:r>
        <w:rPr>
          <w:rtl/>
        </w:rPr>
        <w:t>لا ، خصوصا</w:t>
      </w:r>
      <w:r>
        <w:rPr>
          <w:rFonts w:hint="cs"/>
          <w:rtl/>
        </w:rPr>
        <w:t>ً</w:t>
      </w:r>
      <w:r>
        <w:rPr>
          <w:rtl/>
        </w:rPr>
        <w:t xml:space="preserve"> بعد عِلمنا بما فعله أبناء تلك الأمة بأنبيائهم وتحريفهم للشريعة ،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الأنعام : 86.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البقرة : 253.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البقرة : 122.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وبهذا يتّضح أنّ المقصود من جملة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عَلَى الْعَالَمِينَ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في زمانهملا في جميع الأزمنة ،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لأن الزمن الأخير مختص برسول الله والصدّيقة الزهراء والإمام علي وأولادهم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المعصومين الذين هم أفضل من أنبياء بني إسرائيل بلا شك.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وأما الجواب الحَلّي فنقول : إنّ الذي قال : فاطمة هي أفضل من مريم ، وأنها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سيدة نساء العالمين ، وسيدة نساء أهل الجنة بما فيهم مريم ، هو الذي نزل عليه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القرآن الذي فيه اصطفاء مريم ، ولو تأمّلت في كلام رسول الله وما قاله في بنته ، وما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جاء فيها : من أن الله يغضب لغضب فاطمة ويرضى لرضاها ، لعرفت أن في هذه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النصوص تصريحا لها بالعصمة والاصطفاء ، وأنّها تفوق في الفضل والمرتبة مريم </w:t>
      </w:r>
      <w:r w:rsidR="008A2B0F">
        <w:rPr>
          <w:rFonts w:hint="cs"/>
          <w:rtl/>
        </w:rPr>
        <w:t xml:space="preserve"> </w:t>
      </w:r>
      <w:r>
        <w:rPr>
          <w:rtl/>
        </w:rPr>
        <w:t>بنت عمران.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عود على بدء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والآن لنرجع لما نحن فيه كي نرى هؤلاء الأربعة (علي ، فاطمة ، أبو بكر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عائشة) أيهما هو الأحق في الاتصاف بصفة الصدّيقية؟ ومن منهم يتّصف بالعصمة </w:t>
      </w:r>
      <w:r w:rsidR="008A2B0F">
        <w:rPr>
          <w:rFonts w:hint="cs"/>
          <w:rtl/>
        </w:rPr>
        <w:t xml:space="preserve"> </w:t>
      </w:r>
      <w:r>
        <w:rPr>
          <w:rtl/>
        </w:rPr>
        <w:t>وله سمات ومواصفات هذا اللقب؟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من المعلوم الذي لا خلاف فيه بأنّ أحدا</w:t>
      </w:r>
      <w:r>
        <w:rPr>
          <w:rFonts w:hint="cs"/>
          <w:rtl/>
        </w:rPr>
        <w:t>ً</w:t>
      </w:r>
      <w:r>
        <w:rPr>
          <w:rtl/>
        </w:rPr>
        <w:t xml:space="preserve"> من المسلمين لم يدّعِ العصمة لأبي بكر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ولا لعمر ولا لعائشة ، ولم يدّعوا هم لأنفسهم ذلك ، بعكس الأمر بالنسبة الى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فاطمة والإمام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فقد جزما بذلك لأنفسهما كما جزم كثير من المسلمين لهم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بذلك ، ونزل فيهم الذكر الحكيم كآية التطهير وأمثالها الدالة على ذلك ، وقد قال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النبي فيهما ما يدل على عصمتهما بلا ريب ، وهذا يكفي في ترجيح كون لقب الصدّيقة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لفاطمة لا لعائشة ، والصدّيق لعلي بن أبي طالب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لا لأبي بكر.</w:t>
      </w:r>
    </w:p>
    <w:p w:rsidR="00F631FA" w:rsidRPr="005F7FDA" w:rsidRDefault="00F631FA" w:rsidP="007908BF">
      <w:pPr>
        <w:pStyle w:val="libNormal"/>
        <w:rPr>
          <w:rStyle w:val="libPoemTiniChar0"/>
          <w:rtl/>
        </w:rPr>
      </w:pPr>
      <w:r>
        <w:rPr>
          <w:rtl/>
        </w:rPr>
        <w:t>ولنقايس الآن بين أبي بكر ويوسف الصدّيق ، كي نعرف معيار الصدّيقية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وكيف جاءَتهما.فيوسف لُقِّبَ بهذا اللقب لصدقه في تعبير رؤيا عزيز مصر الذي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رأى سبع بقرات سمان يأكلهن سبع عجاف ، وسبع سنبلات خضر وأخر يابسات ،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فقال سبحانه حاكيا</w:t>
      </w:r>
      <w:r>
        <w:rPr>
          <w:rFonts w:hint="cs"/>
          <w:rtl/>
        </w:rPr>
        <w:t>ً</w:t>
      </w:r>
      <w:r>
        <w:rPr>
          <w:rtl/>
        </w:rPr>
        <w:t xml:space="preserve"> هذه الواقعة على لسان العزيز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يُوسُفُ أَيُّهَا الصِّدِّيقُ أَفْتِنَا فِي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 xml:space="preserve">سَبْعِ بَقَرَاتٍ سِمَانٍ يَأْكُلُهُنَّ سَبْعٌ عِجَافٌ وَسَبْعِ سُنبُلَاتٍ خُضْرٍ وَأُخَرَ يَابِسَاتٍ لَّعَلِّي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أَرْجِعُ إِلَى النَّاسِ لَعَلَّهُمْ يَعْلَمُونَ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قَالَ تَزْرَعُونَ سَبْعَ سِنِينَ دَأَبًا فَمَا حَصَدتُّمْ فَذَرُوهُ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فِي سُنبُلِهِ إِلَّا قَلِيلًا مِّمَّا تَأْكُلُونَ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ثُمَّ يَأْتِي مِن بَعْدِ ذَٰلِكَ سَبْعٌ شِدَادٌ يَأْكُلْنَ مَا قَدَّمْتُمْ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لَهُنَّ إِلَّا قَلِيلًا مِّمَّا تُحْصِنُونَ</w:t>
      </w:r>
      <w:r w:rsidRPr="005F7FDA">
        <w:rPr>
          <w:rStyle w:val="libAieChar"/>
        </w:rPr>
        <w:t>*</w:t>
      </w:r>
      <w:r w:rsidRPr="005F7FDA">
        <w:rPr>
          <w:rStyle w:val="libAieChar"/>
          <w:rtl/>
        </w:rPr>
        <w:t xml:space="preserve">ثُمَّ يَأْتِي مِن بَعْدِ ذَٰلِكَ عَامٌ فِيهِ يُغَاثُ النَّاسُ وَفِيهِ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يَعْصِرُونَ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فسبحانه وتعالى صدَّق يوسف في تعبيره للرؤيا بعد أن لبث في السجن </w:t>
      </w:r>
      <w:r w:rsidR="008A2B0F">
        <w:rPr>
          <w:rFonts w:hint="cs"/>
          <w:rtl/>
        </w:rPr>
        <w:t xml:space="preserve"> </w:t>
      </w:r>
      <w:r>
        <w:rPr>
          <w:rtl/>
        </w:rPr>
        <w:t>بضع سنين.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أما أبو بكر الذي حاولوا إضفاء لقب الصدّيق عليه ، فإنّه لا يصلح أن يكون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كذلك طبق الميزان الذي عرفته ، فهو ليس بصدّيق معصوم ، ولا صدّيق غير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معصوم ، بل كان لا يعرف مرامي القرآن والسنة ، لانه كان يسال الصحابة عن </w:t>
      </w:r>
      <w:r w:rsidR="008A2B0F">
        <w:rPr>
          <w:rFonts w:hint="cs"/>
          <w:rtl/>
        </w:rPr>
        <w:t xml:space="preserve"> </w:t>
      </w:r>
      <w:r>
        <w:rPr>
          <w:rtl/>
        </w:rPr>
        <w:t>الاي الحكيم وكثيرا</w:t>
      </w:r>
      <w:r>
        <w:rPr>
          <w:rFonts w:hint="cs"/>
          <w:rtl/>
        </w:rPr>
        <w:t>ً</w:t>
      </w:r>
      <w:r>
        <w:rPr>
          <w:rtl/>
        </w:rPr>
        <w:t xml:space="preserve"> ما كان يُخطا من قبل الصحابة في افتائه وتفسيره ، فقد فسر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كلمة (بضع) الواردة في القرآن بدون رويّة وعلى عجل طبقا لرايه ، فقد ورد في </w:t>
      </w:r>
      <w:r w:rsidR="008A2B0F">
        <w:rPr>
          <w:rFonts w:hint="cs"/>
          <w:rtl/>
        </w:rPr>
        <w:t xml:space="preserve"> </w:t>
      </w:r>
      <w:r>
        <w:rPr>
          <w:rtl/>
        </w:rPr>
        <w:t>سنن الترمذي عن ابن مكرم الأسلمي ، قال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EE17AB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ما نزلت </w:t>
            </w:r>
            <w:r w:rsidRPr="000B2C6D">
              <w:rPr>
                <w:rFonts w:hint="cs"/>
                <w:rtl/>
              </w:rPr>
              <w:t>«</w:t>
            </w:r>
            <w:r>
              <w:rPr>
                <w:rtl/>
              </w:rPr>
              <w:t xml:space="preserve"> ألَم غُلبت الرُّوم في أدنى الأرضِ وهُم من بعدِ غَلَبهِم سيغلبُون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في بِضعِ سِنِين </w:t>
            </w:r>
            <w:r w:rsidRPr="000B2C6D">
              <w:rPr>
                <w:rFonts w:hint="cs"/>
                <w:rtl/>
              </w:rPr>
              <w:t>»</w:t>
            </w:r>
            <w:r>
              <w:rPr>
                <w:rtl/>
              </w:rPr>
              <w:t xml:space="preserve"> فكانت فارسُ يومَ نزلت هذه الآية قاهرين للروم ، وكان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المسلمون يُحبون ظهور الروم عليهم لأنهم وإياهم أهل كتاب ، وفي ذلك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قولُ الله تعالى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>وَيَوْمَئِذٍ يَفْرَحُ الْمُؤْمِنُونَ بِنَصْرِ اللَّهِ يَنصُرُ مَن يَشَاءُ وَهُوَ</w:t>
            </w:r>
            <w:r w:rsidR="008A2B0F">
              <w:rPr>
                <w:rtl/>
              </w:rPr>
              <w:t xml:space="preserve"> </w:t>
            </w:r>
          </w:p>
        </w:tc>
      </w:tr>
    </w:tbl>
    <w:p w:rsidR="00F631FA" w:rsidRPr="00606F32" w:rsidRDefault="00F631FA" w:rsidP="005F7FDA">
      <w:pPr>
        <w:pStyle w:val="libLine"/>
        <w:rPr>
          <w:rtl/>
        </w:rPr>
      </w:pPr>
      <w:r w:rsidRPr="00606F32">
        <w:rPr>
          <w:rtl/>
        </w:rPr>
        <w:t>_</w:t>
      </w:r>
      <w:r w:rsidRPr="00606F32">
        <w:rPr>
          <w:rFonts w:hint="cs"/>
          <w:rtl/>
        </w:rPr>
        <w:t>_____________</w:t>
      </w:r>
      <w:r w:rsidRPr="00606F32">
        <w:rPr>
          <w:rtl/>
        </w:rPr>
        <w:t>_</w:t>
      </w:r>
      <w:r w:rsidRPr="00606F32">
        <w:rPr>
          <w:rFonts w:hint="cs"/>
          <w:rtl/>
        </w:rPr>
        <w:t>_______</w:t>
      </w:r>
      <w:r w:rsidRPr="00606F32">
        <w:rPr>
          <w:rtl/>
        </w:rPr>
        <w:t>__</w:t>
      </w:r>
      <w:r w:rsidRPr="00606F32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البقرة : 45 ـ 48.</w:t>
      </w:r>
      <w:r>
        <w:rPr>
          <w:rtl/>
        </w:rPr>
        <w:br w:type="page"/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EE17AB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 w:rsidRPr="005F7FDA">
              <w:rPr>
                <w:rStyle w:val="libFootnoteAieChar"/>
                <w:rtl/>
              </w:rPr>
              <w:t xml:space="preserve">الْعَزِيزُ الرَّحِيمُ 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وكانت قريش تحب ظهور فارس لأنّهم وإياهم ليسوا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بأهل كتاب ولا إيمان ببعث ، فلما أنزل الله هذه الآية خرج أبو بكر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الصديقُ يصيح في نواحي مكَّة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Fonts w:hint="cs"/>
                <w:rtl/>
              </w:rPr>
              <w:t>ا</w:t>
            </w:r>
            <w:r w:rsidRPr="005F7FDA">
              <w:rPr>
                <w:rStyle w:val="libFootnoteAieChar"/>
                <w:rtl/>
              </w:rPr>
              <w:t xml:space="preserve">لم غُلِبَتِ الرُّومُ فِي أَدْنَى الْأَرْضِ وَهُم مِّن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بَعْدِ غَلَبِهِمْ سَيَغْلِبُونَ فِي بِضْعِ سِنِينَ 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فقال ناس من قريش لأبي بكر :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فذلك بيننا وبينكم ، زعم صاحبك أنّ الروم ستغلب فارس في بضع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سنين ، أفلا نراهنك على ذلك؟ قال : بلى ، وذلك قبل تحريم الرِّهان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فارتهن أبو بكر والمشركون وتواضعوا الرِّهان ، وقالوا لأبي بكر : كم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تجعل البضع؟ البضع ثلاث سنين إلى تسع سنين ، فسمِّ بيننا وبينك وسطا</w:t>
            </w:r>
            <w:r>
              <w:rPr>
                <w:rFonts w:hint="cs"/>
                <w:rtl/>
              </w:rPr>
              <w:t>ً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تنتهي إليه ، قال : فسمُّوا بينهم ست سنين ، قال : فمضت الستّ سنين قبل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أن يظهروا ، فأخذ المشركون رهن أبي بكر ، فلمّا دخلت السنة السابعة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ظهرت الروم على فارس فعاب المسلمون على أبي بكر تسمية ست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سنينَ ، قال : لأن الله تعالى قال :</w:t>
            </w:r>
            <w:r w:rsidRPr="005F7FDA">
              <w:rPr>
                <w:rStyle w:val="libFootnoteBoldChar"/>
                <w:rFonts w:hint="cs"/>
                <w:rtl/>
              </w:rPr>
              <w:t>«</w:t>
            </w:r>
            <w:r w:rsidRPr="005F7FDA">
              <w:rPr>
                <w:rStyle w:val="libFootnoteBoldChar"/>
                <w:rtl/>
              </w:rPr>
              <w:t xml:space="preserve"> في بضع سنين</w:t>
            </w:r>
            <w:r w:rsidRPr="005F7FDA">
              <w:rPr>
                <w:rStyle w:val="libFootnoteBoldChar"/>
                <w:rFonts w:hint="cs"/>
                <w:rtl/>
              </w:rPr>
              <w:t xml:space="preserve"> »</w:t>
            </w:r>
            <w:r w:rsidRPr="005F7FDA">
              <w:rPr>
                <w:rStyle w:val="libAlaemChar"/>
                <w:rFonts w:hint="cs"/>
                <w:rtl/>
              </w:rPr>
              <w:t>.</w:t>
            </w:r>
            <w:r w:rsidRPr="005F7FDA">
              <w:rPr>
                <w:rStyle w:val="libFootnotenumChar"/>
                <w:rtl/>
              </w:rPr>
              <w:t>(1)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ورد في حديث آخر عن ابن عباس ، قال : قال النبي : </w:t>
      </w:r>
      <w:r w:rsidRPr="000B2C6D">
        <w:rPr>
          <w:rFonts w:hint="cs"/>
          <w:rtl/>
        </w:rPr>
        <w:t>«</w:t>
      </w:r>
      <w:r>
        <w:rPr>
          <w:rtl/>
        </w:rPr>
        <w:t>أل</w:t>
      </w:r>
      <w:r>
        <w:rPr>
          <w:rFonts w:hint="cs"/>
          <w:rtl/>
        </w:rPr>
        <w:t>ّ</w:t>
      </w:r>
      <w:r>
        <w:rPr>
          <w:rtl/>
        </w:rPr>
        <w:t xml:space="preserve">ا احتطت يا أبا </w:t>
      </w:r>
      <w:r w:rsidR="008A2B0F">
        <w:rPr>
          <w:rFonts w:hint="cs"/>
          <w:rtl/>
        </w:rPr>
        <w:t xml:space="preserve"> </w:t>
      </w:r>
      <w:r>
        <w:rPr>
          <w:rtl/>
        </w:rPr>
        <w:t>بكر فإنّ البضعَ ما بين ثلاثٍ إلى تسع</w:t>
      </w:r>
      <w:r w:rsidRPr="000B2C6D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إذن ، أبو بكر فسر كلمة قرآنية عربية محدّدة المعنى وبتَّ جازما</w:t>
      </w:r>
      <w:r>
        <w:rPr>
          <w:rFonts w:hint="cs"/>
          <w:rtl/>
        </w:rPr>
        <w:t>ً</w:t>
      </w:r>
      <w:r>
        <w:rPr>
          <w:rtl/>
        </w:rPr>
        <w:t xml:space="preserve"> بأنها ست </w:t>
      </w:r>
      <w:r w:rsidR="008A2B0F">
        <w:rPr>
          <w:rFonts w:hint="cs"/>
          <w:rtl/>
        </w:rPr>
        <w:t xml:space="preserve"> </w:t>
      </w:r>
      <w:r>
        <w:rPr>
          <w:rtl/>
        </w:rPr>
        <w:t>سنوات خلافا</w:t>
      </w:r>
      <w:r>
        <w:rPr>
          <w:rFonts w:hint="cs"/>
          <w:rtl/>
        </w:rPr>
        <w:t>ً</w:t>
      </w:r>
      <w:r>
        <w:rPr>
          <w:rtl/>
        </w:rPr>
        <w:t xml:space="preserve"> لإرادة رب العالمين ، ولأجل ذلك قال له رسول الله : ألا احتطت يا </w:t>
      </w:r>
      <w:r w:rsidR="008A2B0F">
        <w:rPr>
          <w:rFonts w:hint="cs"/>
          <w:rtl/>
        </w:rPr>
        <w:t xml:space="preserve"> </w:t>
      </w:r>
      <w:r>
        <w:rPr>
          <w:rtl/>
        </w:rPr>
        <w:t>أبا بكر فإن البضع ما بين الثلاث إلى التسع!</w:t>
      </w:r>
    </w:p>
    <w:p w:rsidR="00F51DE2" w:rsidRDefault="00F631FA" w:rsidP="00F51DE2">
      <w:pPr>
        <w:pStyle w:val="libNormal"/>
        <w:rPr>
          <w:rtl/>
        </w:rPr>
      </w:pPr>
      <w:r>
        <w:rPr>
          <w:rtl/>
        </w:rPr>
        <w:t xml:space="preserve">وأمّا يوسف الصديق ، فإنه عبّر رؤيا رآها عزيز مصر فجاءت مطابقة </w:t>
      </w:r>
      <w:r w:rsidR="008A2B0F">
        <w:rPr>
          <w:rFonts w:hint="cs"/>
          <w:rtl/>
        </w:rPr>
        <w:t xml:space="preserve"> </w:t>
      </w:r>
      <w:r>
        <w:rPr>
          <w:rtl/>
        </w:rPr>
        <w:t>للواقع ، وهذا هو الفرق الذي لا ينبغي تناسيه بين الصدّيقين. فالقرآن وفق هذه</w:t>
      </w:r>
      <w:r w:rsidR="008A2B0F">
        <w:rPr>
          <w:rtl/>
        </w:rPr>
        <w:t xml:space="preserve"> </w:t>
      </w:r>
      <w:r>
        <w:rPr>
          <w:rtl/>
        </w:rPr>
        <w:t>المعطيات يرفض رفضا</w:t>
      </w:r>
      <w:r>
        <w:rPr>
          <w:rFonts w:hint="cs"/>
          <w:rtl/>
        </w:rPr>
        <w:t>ً</w:t>
      </w:r>
      <w:r>
        <w:rPr>
          <w:rtl/>
        </w:rPr>
        <w:t xml:space="preserve"> باتا</w:t>
      </w:r>
      <w:r>
        <w:rPr>
          <w:rFonts w:hint="cs"/>
          <w:rtl/>
        </w:rPr>
        <w:t>ً</w:t>
      </w:r>
      <w:r>
        <w:rPr>
          <w:rtl/>
        </w:rPr>
        <w:t xml:space="preserve"> أن يكون أبو بكر صديقا</w:t>
      </w:r>
      <w:r>
        <w:rPr>
          <w:rFonts w:hint="cs"/>
          <w:rtl/>
        </w:rPr>
        <w:t>ً</w:t>
      </w:r>
      <w:r>
        <w:rPr>
          <w:rtl/>
        </w:rPr>
        <w:t xml:space="preserve"> ، في حين يجزم بلا شك</w:t>
      </w:r>
      <w:r>
        <w:rPr>
          <w:rFonts w:hint="cs"/>
          <w:rtl/>
        </w:rPr>
        <w:t xml:space="preserve"> أن 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سنن الترمذي 5 : 25 / 32465.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سنن الترمذي 5 : 24 / 3245.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أن يكون يوسف صديقا</w:t>
      </w:r>
      <w:r>
        <w:rPr>
          <w:rFonts w:hint="cs"/>
          <w:rtl/>
        </w:rPr>
        <w:t>ً</w:t>
      </w:r>
      <w:r>
        <w:rPr>
          <w:rtl/>
        </w:rPr>
        <w:t xml:space="preserve"> ، وأن يكون عليّ صديقا.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بلى ، لقد ولد من الصدّيق علي والصدّيقة فاطمة صادقون هم أهل البيت </w:t>
      </w:r>
      <w:r w:rsidR="008A2B0F">
        <w:rPr>
          <w:rFonts w:hint="cs"/>
          <w:rtl/>
        </w:rPr>
        <w:t xml:space="preserve"> </w:t>
      </w:r>
      <w:r>
        <w:rPr>
          <w:rtl/>
        </w:rPr>
        <w:t>الذين أذهب الله عنهم الرجس وطهرهم تطهيرا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وهؤلاء كانوا من القلة الذين حُفظوا من كيد الشيطان الرجيم ، وكانوا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عباده الذين لا سلطان للشيطان عليهم ، على رغم توعد إبليس لأولاد آدم بأن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يضلهم ويغويهم بقوله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لَأَحْتَنِكَنَّ ذُرِّيَّتَهُ إِلَّا قَلِيلًا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وقد احتج الإمام علي على أهل الشورى بقوله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أنشدكم الله ، أفيكم مطهّر غيري ، إذ سد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أبوابكم وفتح بابي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وكنت معه في مساكنه ومسجده ، فقام إليه عمه فقال : يا رسول الله ، غلقت أبوابنا </w:t>
      </w:r>
      <w:r w:rsidR="008A2B0F">
        <w:rPr>
          <w:rFonts w:hint="cs"/>
          <w:rtl/>
        </w:rPr>
        <w:t xml:space="preserve"> </w:t>
      </w:r>
      <w:r>
        <w:rPr>
          <w:rtl/>
        </w:rPr>
        <w:t>وفتحت باب علي؟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نعم ، أَمَرَ الله بفتح بابه وسدِّ أبوابكم؟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قالوا : اللهم لا.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علي بن الحسين ، عن أبيه ، عن علي بن أبي طالب ، قال : أخذ رسول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بيدي وقال : إن موسى سأل ربه أن يُطهّر مسجده بهارون ، وإنّي سألت ربي أن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يُطهّر مسجدي بك وبذريتك ، ثمّ أرسل إلى أبي بكر : أن سد بابك ، فاسترجع ، ثمّ </w:t>
      </w:r>
      <w:r w:rsidR="008A2B0F">
        <w:rPr>
          <w:rFonts w:hint="cs"/>
          <w:rtl/>
        </w:rPr>
        <w:t xml:space="preserve"> </w:t>
      </w:r>
      <w:r>
        <w:rPr>
          <w:rtl/>
        </w:rPr>
        <w:t>قال : سمعا</w:t>
      </w:r>
      <w:r>
        <w:rPr>
          <w:rFonts w:hint="cs"/>
          <w:rtl/>
        </w:rPr>
        <w:t>ً</w:t>
      </w:r>
      <w:r>
        <w:rPr>
          <w:rtl/>
        </w:rPr>
        <w:t xml:space="preserve"> وطاعةً ، فسدّ بابه.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ثمّ أرسل إلى عمر ، ثمّ أرسل إلى العباس بمثل ذلك.</w:t>
      </w:r>
    </w:p>
    <w:p w:rsidR="00F631FA" w:rsidRPr="00037C62" w:rsidRDefault="00F631FA" w:rsidP="005F7FDA">
      <w:pPr>
        <w:pStyle w:val="libLine"/>
        <w:rPr>
          <w:rtl/>
        </w:rPr>
      </w:pPr>
      <w:r w:rsidRPr="00037C62">
        <w:rPr>
          <w:rtl/>
        </w:rPr>
        <w:t>_</w:t>
      </w:r>
      <w:r w:rsidRPr="00037C62">
        <w:rPr>
          <w:rFonts w:hint="cs"/>
          <w:rtl/>
        </w:rPr>
        <w:t>_____________</w:t>
      </w:r>
      <w:r w:rsidRPr="00037C62">
        <w:rPr>
          <w:rtl/>
        </w:rPr>
        <w:t>_</w:t>
      </w:r>
      <w:r w:rsidRPr="00037C62">
        <w:rPr>
          <w:rFonts w:hint="cs"/>
          <w:rtl/>
        </w:rPr>
        <w:t>_______</w:t>
      </w:r>
      <w:r w:rsidRPr="00037C62">
        <w:rPr>
          <w:rtl/>
        </w:rPr>
        <w:t>__</w:t>
      </w:r>
      <w:r w:rsidRPr="00037C62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الإسراء : 62 ، وقال سبحانه في سورة النساء : 83 : 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 xml:space="preserve">وَلَوْ رَدُّوهُ إِلَى الرَّسُولِ وَإِلَىٰ أُولِي الْأَمْرِ مِنْهُمْ لَعَلِمَهُ </w:t>
      </w:r>
      <w:r w:rsidR="008A2B0F" w:rsidRPr="005F7FDA">
        <w:rPr>
          <w:rStyle w:val="libFootnoteAieChar"/>
          <w:rFonts w:hint="cs"/>
          <w:rtl/>
        </w:rPr>
        <w:t xml:space="preserve"> </w:t>
      </w:r>
      <w:r w:rsidRPr="005F7FDA">
        <w:rPr>
          <w:rStyle w:val="libFootnoteAieChar"/>
          <w:rtl/>
        </w:rPr>
        <w:t>الَّذِينَ يَسْتَنبِطُونَهُ مِنْهُمْ وَلَوْلَا فَضْلُ اللَّهِ عَلَيْكُمْ وَرَحْمَتُهُ لَاتَّبَعْتُمُ الشَّيْطَانَ إِلَّا قَلِيلًا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تاريخ دمشق 42 : 432 ، 435 واللفظ له ، مناقب ابن المغازلي : 117 ، الخصال للصدوق 552 الرقم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30 ، 31 ، الأمالي للطوسي : 548 الرقم 1168 و 555 الرقم 1169 مناقب الخوارزمي : 315 ، كتاب </w:t>
      </w:r>
      <w:r w:rsidR="008A2B0F">
        <w:rPr>
          <w:rFonts w:hint="cs"/>
          <w:rtl/>
        </w:rPr>
        <w:t xml:space="preserve"> </w:t>
      </w:r>
      <w:r>
        <w:rPr>
          <w:rtl/>
        </w:rPr>
        <w:t>سليم بن قيس : 74 ، فرائد السمطين 1 : 322 الرقم 251 ، كنز العمّال 5 : 726 ، الرقم 14243.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ثمّ قال رسول الله : ما أنا سددت أبوابكم وفتحت باب علي ، ولكنّ الله فتح </w:t>
      </w:r>
      <w:r w:rsidR="008A2B0F">
        <w:rPr>
          <w:rFonts w:hint="cs"/>
          <w:rtl/>
        </w:rPr>
        <w:t xml:space="preserve"> </w:t>
      </w:r>
      <w:r>
        <w:rPr>
          <w:rtl/>
        </w:rPr>
        <w:t>باب علي وسدَّ أبوابكم.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هذا ، مع أنّ أبا بكر لم يدّع طهارته وابتعاده عن الشيطان ، بل صرح بأن له </w:t>
      </w:r>
      <w:r w:rsidR="008A2B0F">
        <w:rPr>
          <w:rFonts w:hint="cs"/>
          <w:rtl/>
        </w:rPr>
        <w:t xml:space="preserve"> </w:t>
      </w:r>
      <w:r>
        <w:rPr>
          <w:rtl/>
        </w:rPr>
        <w:t>شيطانا</w:t>
      </w:r>
      <w:r>
        <w:rPr>
          <w:rFonts w:hint="cs"/>
          <w:rtl/>
        </w:rPr>
        <w:t>ً</w:t>
      </w:r>
      <w:r>
        <w:rPr>
          <w:rtl/>
        </w:rPr>
        <w:t xml:space="preserve"> يعتريه ، حيث قال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أما واللهما أنا بخيركم ، ولقد كنت لمقامي هذا كارها</w:t>
      </w:r>
      <w:r>
        <w:rPr>
          <w:rFonts w:hint="cs"/>
          <w:rtl/>
        </w:rPr>
        <w:t>ً</w:t>
      </w:r>
      <w:r>
        <w:rPr>
          <w:rtl/>
        </w:rPr>
        <w:t xml:space="preserve"> ، ولوددت أن فيكم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يكفيني ، فتظنون أني أعمل فيكم بسنّة رسول الله؟ إذن لا أقوم لها ، إن رسول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كان يُعصَمَ بالوحي ، وكان معه ملك ، وإنّ لي شيطانا</w:t>
      </w:r>
      <w:r>
        <w:rPr>
          <w:rFonts w:hint="cs"/>
          <w:rtl/>
        </w:rPr>
        <w:t>ً</w:t>
      </w:r>
      <w:r>
        <w:rPr>
          <w:rtl/>
        </w:rPr>
        <w:t xml:space="preserve"> يعتريني ، فإذا غضبت </w:t>
      </w:r>
      <w:r w:rsidR="008A2B0F">
        <w:rPr>
          <w:rFonts w:hint="cs"/>
          <w:rtl/>
        </w:rPr>
        <w:t xml:space="preserve"> </w:t>
      </w:r>
      <w:r>
        <w:rPr>
          <w:rtl/>
        </w:rPr>
        <w:t>فاجتنبوني ....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وأخرج تمام بن محمد الرازي (ت 414 هـ.) في كتاب الفوائد بإسناده عن أبي </w:t>
      </w:r>
      <w:r w:rsidR="008A2B0F">
        <w:rPr>
          <w:rFonts w:hint="cs"/>
          <w:rtl/>
        </w:rPr>
        <w:t xml:space="preserve"> </w:t>
      </w:r>
      <w:r>
        <w:rPr>
          <w:rtl/>
        </w:rPr>
        <w:t>القموص ما يشير إلى أنّ أبا بكر قد سيطر عليه الشيطان وقتا</w:t>
      </w:r>
      <w:r>
        <w:rPr>
          <w:rFonts w:hint="cs"/>
          <w:rtl/>
        </w:rPr>
        <w:t>ً</w:t>
      </w:r>
      <w:r>
        <w:rPr>
          <w:rtl/>
        </w:rPr>
        <w:t xml:space="preserve"> ما ، فقال : شرب أبو </w:t>
      </w:r>
      <w:r w:rsidR="008A2B0F">
        <w:rPr>
          <w:rFonts w:hint="cs"/>
          <w:rtl/>
        </w:rPr>
        <w:t xml:space="preserve"> </w:t>
      </w:r>
      <w:r>
        <w:rPr>
          <w:rtl/>
        </w:rPr>
        <w:t>بكر الخمر في الجاهلية فانشأ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0"/>
        <w:gridCol w:w="269"/>
        <w:gridCol w:w="3293"/>
      </w:tblGrid>
      <w:tr w:rsidR="00F51DE2" w:rsidTr="00945787">
        <w:trPr>
          <w:trHeight w:val="350"/>
        </w:trPr>
        <w:tc>
          <w:tcPr>
            <w:tcW w:w="3920" w:type="dxa"/>
            <w:shd w:val="clear" w:color="auto" w:fill="auto"/>
          </w:tcPr>
          <w:p w:rsidR="00F51DE2" w:rsidRDefault="00F51DE2" w:rsidP="00945787">
            <w:pPr>
              <w:pStyle w:val="libPoem"/>
            </w:pPr>
            <w:r>
              <w:rPr>
                <w:rtl/>
              </w:rPr>
              <w:t>نحيّي أم بكر بالسلام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51DE2" w:rsidRDefault="00F51DE2" w:rsidP="0094578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51DE2" w:rsidRDefault="00F51DE2" w:rsidP="00945787">
            <w:pPr>
              <w:pStyle w:val="libPoem"/>
            </w:pPr>
            <w:r>
              <w:rPr>
                <w:rtl/>
              </w:rPr>
              <w:t>وهل لي بعد قوم من سلام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31FA" w:rsidRPr="00767D41" w:rsidRDefault="00F631FA" w:rsidP="007908BF">
      <w:pPr>
        <w:pStyle w:val="libNormal"/>
        <w:rPr>
          <w:rtl/>
        </w:rPr>
      </w:pPr>
      <w:r>
        <w:rPr>
          <w:rtl/>
        </w:rPr>
        <w:t xml:space="preserve">فبلغ ذلك رسول الله ، فقام يجر إزاره حتى دخل ، فتلقّاه عمر وكان مع أبي </w:t>
      </w:r>
      <w:r w:rsidR="008A2B0F">
        <w:rPr>
          <w:rFonts w:hint="cs"/>
          <w:rtl/>
        </w:rPr>
        <w:t xml:space="preserve"> </w:t>
      </w:r>
      <w:r>
        <w:rPr>
          <w:rtl/>
        </w:rPr>
        <w:t>بكر ، فلما نظر إلى وجهه محمرا</w:t>
      </w:r>
      <w:r>
        <w:rPr>
          <w:rFonts w:hint="cs"/>
          <w:rtl/>
        </w:rPr>
        <w:t>ً</w:t>
      </w:r>
      <w:r>
        <w:rPr>
          <w:rtl/>
        </w:rPr>
        <w:t xml:space="preserve"> قال : نعوذ باللهمن غضب رسول الله ، واللهلا يلج لنا </w:t>
      </w:r>
      <w:r w:rsidR="008A2B0F">
        <w:rPr>
          <w:rFonts w:hint="cs"/>
          <w:rtl/>
        </w:rPr>
        <w:t xml:space="preserve"> </w:t>
      </w:r>
      <w:r>
        <w:rPr>
          <w:rtl/>
        </w:rPr>
        <w:t>رأسا</w:t>
      </w:r>
      <w:r>
        <w:rPr>
          <w:rFonts w:hint="cs"/>
          <w:rtl/>
        </w:rPr>
        <w:t>ً</w:t>
      </w:r>
      <w:r>
        <w:rPr>
          <w:rtl/>
        </w:rPr>
        <w:t xml:space="preserve"> أبدا</w:t>
      </w:r>
      <w:r>
        <w:rPr>
          <w:rFonts w:hint="cs"/>
          <w:rtl/>
        </w:rPr>
        <w:t>ً</w:t>
      </w:r>
      <w:r>
        <w:rPr>
          <w:rtl/>
        </w:rPr>
        <w:t xml:space="preserve"> ، فكان أول من حرمها على نفسه.</w:t>
      </w:r>
      <w:r w:rsidRPr="005F7FDA">
        <w:rPr>
          <w:rStyle w:val="libFootnotenumChar"/>
          <w:rFonts w:hint="cs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وقال ابن حجر في فتح الباري ، والعيني في عمدة القاري :</w:t>
      </w:r>
    </w:p>
    <w:p w:rsidR="00F631FA" w:rsidRPr="00767D41" w:rsidRDefault="00F631FA" w:rsidP="005F7FDA">
      <w:pPr>
        <w:pStyle w:val="libLine"/>
        <w:rPr>
          <w:rtl/>
        </w:rPr>
      </w:pPr>
      <w:r w:rsidRPr="00767D41">
        <w:rPr>
          <w:rtl/>
        </w:rPr>
        <w:t>_</w:t>
      </w:r>
      <w:r w:rsidRPr="00767D41">
        <w:rPr>
          <w:rFonts w:hint="cs"/>
          <w:rtl/>
        </w:rPr>
        <w:t>_____________</w:t>
      </w:r>
      <w:r w:rsidRPr="00767D41">
        <w:rPr>
          <w:rtl/>
        </w:rPr>
        <w:t>_</w:t>
      </w:r>
      <w:r w:rsidRPr="00767D41">
        <w:rPr>
          <w:rFonts w:hint="cs"/>
          <w:rtl/>
        </w:rPr>
        <w:t>_______</w:t>
      </w:r>
      <w:r w:rsidRPr="00767D41">
        <w:rPr>
          <w:rtl/>
        </w:rPr>
        <w:t>__</w:t>
      </w:r>
      <w:r w:rsidRPr="00767D41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مسند البزار 2 : 144 / 506 واللفظ له ، مجمع الزوائد 9 : 115 ، مناقب ابن المغازلي : 299 الرقم </w:t>
      </w:r>
      <w:r w:rsidR="008A2B0F">
        <w:rPr>
          <w:rFonts w:hint="cs"/>
          <w:rtl/>
        </w:rPr>
        <w:t xml:space="preserve"> </w:t>
      </w:r>
      <w:r>
        <w:rPr>
          <w:rtl/>
        </w:rPr>
        <w:t>343 ، كنز العمال 13 : 1175 الرقم 36521.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المصنّف لعبد الرزاق 11 : 336 / 20701 واللفظ له. وانظر الإمامة والسياسة 1 : 22 ، وتاريخ دمشق </w:t>
      </w:r>
      <w:r w:rsidR="008A2B0F">
        <w:rPr>
          <w:rFonts w:hint="cs"/>
          <w:rtl/>
        </w:rPr>
        <w:t xml:space="preserve"> </w:t>
      </w:r>
      <w:r>
        <w:rPr>
          <w:rtl/>
        </w:rPr>
        <w:t>30 : 303 ، وتاريخ الطبري 2 : 460 ، وطبقات ابن سعد 3 : 212.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الفوائد 2 : 228 ، وانظر الإصابة 7 : 39 / 9637.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EE17AB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ومن المستغربات ما أورده ابن مردويه في تفسيره من طريق عيسى بن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طهمان عن أنس أن أبا بكر وعمر كانا [ ضمن العشرة الذين شربوا الخمر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فيهم ]. وهو منكر مع نظافة سنده ، وما أظنه 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غلطا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>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وقد أخرج أبو نعيم في حلية الأولياء في ترجمة شعبة من حديث عائشة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قالت : حرّم أبو بكر الخمر على نفسه فلم يشربها في جاهلية ولا إسلام.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ويحتمل إن كان محفوظا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أن يكون أبو بكر وعمر زارا أبا طلحة في ذلك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اليوم ولم يشربا معهم ، ثم وجدت عند البزار من وجه آخر عن أنس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قال : كنت ساقي القوم ، وكان في القوم رجل يقال له : أبو بكر ، فلما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شرب قال : نحيي بالسلامة أم بكر ....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فدخل علينا رجل من المسلمين فقال : قد نزل تحريم الخمر ...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الحديث.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وأبو بكر هذا يقال له : ابن شغوب ، فظن بعضهم أنه أبو بكر الصدّيق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وليس كذلك ، ولكن قرينة ذكر عمر تدل على عدم الغلط في وصف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الصدّيق ، فحصلنا تسمية عشرة ، انتهى. </w:t>
            </w:r>
            <w:r w:rsidRPr="005F7FDA">
              <w:rPr>
                <w:rStyle w:val="libFootnotenumChar"/>
                <w:rtl/>
              </w:rPr>
              <w:t>(1)</w:t>
            </w:r>
          </w:p>
        </w:tc>
      </w:tr>
    </w:tbl>
    <w:p w:rsidR="00834F80" w:rsidRDefault="00F631FA" w:rsidP="00834F80">
      <w:pPr>
        <w:pStyle w:val="libNormal"/>
        <w:rPr>
          <w:rtl/>
        </w:rPr>
      </w:pPr>
      <w:r>
        <w:rPr>
          <w:rtl/>
        </w:rPr>
        <w:t xml:space="preserve">فالقضية لا يمكن تصورها في الجاهلية ، لأنّ رسول الله لم تكن له تلك الحكومة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عليهم حتى يخافوه ويهابوه ، وكذا لا يمكن أن تكون قبل نزول قوله تعالى :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وَإِثْمُهُمَا أَكْبَرُ مِن نَّفْعِهِمَا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وقوله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لَا تَقْرَبُوا الصَّلَاةَ وَأَنتُمْ سُكَارَىٰ</w:t>
      </w:r>
      <w:r w:rsidRPr="005F7FDA">
        <w:rPr>
          <w:rStyle w:val="libAlae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أَيُّهَا الَّذِينَ آمَنُوا إِنَّمَا الْخَمْرُ وَالْمَيْسِرُ وَالْأَنصَابُ وَالْأَزْلَامُ رِجْسٌ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مِّنْ عَمَلِ الشَّيْطَانِ فَاجْتَنِبُوهُ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لأنّه عقاب قبل البيان ، ولو راجعت صحيح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البخاري وصحيح مسلم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لرأيت أن نادي الخمر هذا ، كان عام الفتح سنة ثمان من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فتح الباري 10 : 31 ـ 32.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المائدة : 91.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Fonts w:hint="cs"/>
          <w:rtl/>
        </w:rPr>
        <w:t>3</w:t>
      </w:r>
      <w:r>
        <w:rPr>
          <w:rtl/>
        </w:rPr>
        <w:t>. صحيح البخاري كتاب التفسير ، في سورة المائدة آية الخمر ، صحيح مسلم كتاب الأشربة باب تحريم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الهجرة ، في دار أبي طلحة زيد بن سهل ، وكانت السقاية لأنس بن مالك. والتحريم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كان في السنه الثانيه أو الرابعة </w:t>
      </w:r>
      <w:r>
        <w:rPr>
          <w:rFonts w:hint="cs"/>
          <w:rtl/>
        </w:rPr>
        <w:t xml:space="preserve">، </w:t>
      </w:r>
      <w:r>
        <w:rPr>
          <w:rtl/>
        </w:rPr>
        <w:t>والسادسة من الهجرة.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فأبو بكر لم يأخذ درسا</w:t>
      </w:r>
      <w:r>
        <w:rPr>
          <w:rFonts w:hint="cs"/>
          <w:rtl/>
        </w:rPr>
        <w:t>ً</w:t>
      </w:r>
      <w:r>
        <w:rPr>
          <w:rtl/>
        </w:rPr>
        <w:t xml:space="preserve"> ولم يعتبر من غضَب رسول الله ، بل تراه يولّي خالد بن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الوليد الذي تبرأ منه نبي الإسلام أكثر من مرة ، ومن ضرار بن الأزور وأمثالهما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الشاربين للخمور وأصحاب الفجور ، كل ذلك لأنه إنسان يخضع لهواه ويقدّم </w:t>
      </w:r>
      <w:r w:rsidR="008A2B0F">
        <w:rPr>
          <w:rFonts w:hint="cs"/>
          <w:rtl/>
        </w:rPr>
        <w:t xml:space="preserve"> </w:t>
      </w:r>
      <w:r>
        <w:rPr>
          <w:rtl/>
        </w:rPr>
        <w:t>مصلحته على دستور ربِّ العالمين.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كان هذا طرف من حال الخليفة.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والآن لنستمع للإمام علي ماذا يقول عن رسول الله وعن نفسه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... ولقد قرن الله به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من لدن أن كان فطيما أعظم ملكٍ من ملائكته ، يسلك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به طريق المكارم ، ومحاسن أخلاق العالم ، ليله ونهاره ، ولقد كنت اتّبعه اتّباع </w:t>
      </w:r>
      <w:r w:rsidR="008A2B0F">
        <w:rPr>
          <w:rFonts w:hint="cs"/>
          <w:rtl/>
        </w:rPr>
        <w:t xml:space="preserve"> </w:t>
      </w:r>
      <w:r>
        <w:rPr>
          <w:rtl/>
        </w:rPr>
        <w:t>الفصيل إثر اُمّه ، يرفع لي في كل يوم من أخلاقه عَلَما</w:t>
      </w:r>
      <w:r>
        <w:rPr>
          <w:rFonts w:hint="cs"/>
          <w:rtl/>
        </w:rPr>
        <w:t>ً</w:t>
      </w:r>
      <w:r>
        <w:rPr>
          <w:rtl/>
        </w:rPr>
        <w:t xml:space="preserve"> ، ويأمرني بالاقتداء به ، ولقد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كان يجاور في كل سنةٍ بحراء ، فأراهُ ولا يراهُ غيري ، ولم يجمع بيت واحد يومئذ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الإسلام غير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وخديجة وأنا ثالثهما ، أرى نور الوحي والرسالة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وأشم ريح النبوة ، ولقد سمعت رنَّة الشيطان حين نزل الوحي عليه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فقلت : يا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، ما هذه الرنة؟ فقال : هذا الشيطان قد أيس من عبادته ، إنّك تسمع ما </w:t>
      </w:r>
      <w:r w:rsidR="008A2B0F">
        <w:rPr>
          <w:rFonts w:hint="cs"/>
          <w:rtl/>
        </w:rPr>
        <w:t xml:space="preserve"> </w:t>
      </w:r>
      <w:r>
        <w:rPr>
          <w:rtl/>
        </w:rPr>
        <w:t>أسمع وترى ما أرى ، إل</w:t>
      </w:r>
      <w:r>
        <w:rPr>
          <w:rFonts w:hint="cs"/>
          <w:rtl/>
        </w:rPr>
        <w:t>ّ</w:t>
      </w:r>
      <w:r>
        <w:rPr>
          <w:rtl/>
        </w:rPr>
        <w:t>ا أنّك لست بنبي ، ولكنك وزير ، وإنّك لعلى خير ....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وفي بغية الباعث والمطالب العالية بزوائد المسانيد الثمانية والجمع بين</w:t>
      </w:r>
      <w:r w:rsidR="008A2B0F">
        <w:rPr>
          <w:rtl/>
        </w:rPr>
        <w:t xml:space="preserve"> </w:t>
      </w:r>
      <w:r>
        <w:rPr>
          <w:rtl/>
        </w:rPr>
        <w:t xml:space="preserve">الصحيحين وغيرها : أنّ النبي قال لعلي بن أبي طالب : يا علي خُذ الباب ، فلا </w:t>
      </w:r>
      <w:r w:rsidR="008A2B0F">
        <w:rPr>
          <w:rFonts w:hint="cs"/>
          <w:rtl/>
        </w:rPr>
        <w:t xml:space="preserve"> </w:t>
      </w:r>
      <w:r>
        <w:rPr>
          <w:rtl/>
        </w:rPr>
        <w:t>يدخلن عليّ أحد فإن عندي زورا</w:t>
      </w:r>
      <w:r>
        <w:rPr>
          <w:rFonts w:hint="cs"/>
          <w:rtl/>
        </w:rPr>
        <w:t>ً</w:t>
      </w:r>
      <w:r>
        <w:rPr>
          <w:rtl/>
        </w:rPr>
        <w:t xml:space="preserve"> من الملائكة ، استاذنوا ربهم أن يزوروني.</w:t>
      </w:r>
    </w:p>
    <w:p w:rsidR="00F631FA" w:rsidRPr="004115A1" w:rsidRDefault="00F631FA" w:rsidP="005F7FDA">
      <w:pPr>
        <w:pStyle w:val="libLine"/>
        <w:rPr>
          <w:rtl/>
        </w:rPr>
      </w:pPr>
      <w:r w:rsidRPr="004115A1">
        <w:rPr>
          <w:rtl/>
        </w:rPr>
        <w:t>_</w:t>
      </w:r>
      <w:r w:rsidRPr="004115A1">
        <w:rPr>
          <w:rFonts w:hint="cs"/>
          <w:rtl/>
        </w:rPr>
        <w:t>_____________</w:t>
      </w:r>
      <w:r w:rsidRPr="004115A1">
        <w:rPr>
          <w:rtl/>
        </w:rPr>
        <w:t>_</w:t>
      </w:r>
      <w:r w:rsidRPr="004115A1">
        <w:rPr>
          <w:rFonts w:hint="cs"/>
          <w:rtl/>
        </w:rPr>
        <w:t>_______</w:t>
      </w:r>
      <w:r w:rsidRPr="004115A1">
        <w:rPr>
          <w:rtl/>
        </w:rPr>
        <w:t>__</w:t>
      </w:r>
      <w:r w:rsidRPr="004115A1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الخمر ، والدر المنثور 2 : 321 ، مسند أحمد 3 : 181 ، 227 ، تفسير الطبري 7 : 24 السنن الكبرى </w:t>
      </w:r>
      <w:r w:rsidR="008A2B0F">
        <w:rPr>
          <w:rFonts w:hint="cs"/>
          <w:rtl/>
        </w:rPr>
        <w:t xml:space="preserve"> </w:t>
      </w:r>
      <w:r>
        <w:rPr>
          <w:rtl/>
        </w:rPr>
        <w:t>للبيهقي 8 : 286 ، 290 ، تفسير ابن كثير 2 : 93.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نهج البلاغة الخطبة 2 : 157 ، الخطبة 192.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فأخذ علي الباب ، وجاء عمر فاستأذن ، فقال : يا علي : استأذن لي على </w:t>
      </w:r>
      <w:r w:rsidR="008A2B0F">
        <w:rPr>
          <w:rFonts w:hint="cs"/>
          <w:rtl/>
        </w:rPr>
        <w:t xml:space="preserve"> </w:t>
      </w:r>
      <w:r>
        <w:rPr>
          <w:rtl/>
        </w:rPr>
        <w:t>رسول الله.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: ليس على رسول الله إذن.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: ولِمَ؟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لأن زورا</w:t>
      </w:r>
      <w:r>
        <w:rPr>
          <w:rFonts w:hint="cs"/>
          <w:rtl/>
        </w:rPr>
        <w:t>ً</w:t>
      </w:r>
      <w:r>
        <w:rPr>
          <w:rtl/>
        </w:rPr>
        <w:t xml:space="preserve"> من الملائكة عنده واستأذنوا ربهم أن يزوروه.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وكم هم يا علي؟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ثلاثمائة وستون ملكا</w:t>
      </w:r>
      <w:r>
        <w:rPr>
          <w:rFonts w:hint="cs"/>
          <w:rtl/>
        </w:rPr>
        <w:t>ً</w:t>
      </w:r>
      <w:r>
        <w:rPr>
          <w:rtl/>
        </w:rPr>
        <w:t xml:space="preserve"> ...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فذكر ذلك عمر لرسول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فقال : يا رسول الله إنّه أخبرني ....</w:t>
      </w:r>
    </w:p>
    <w:p w:rsidR="00F631FA" w:rsidRDefault="00F631FA" w:rsidP="00834F80">
      <w:pPr>
        <w:pStyle w:val="libNormal"/>
        <w:rPr>
          <w:rtl/>
        </w:rPr>
      </w:pPr>
      <w:r>
        <w:rPr>
          <w:rtl/>
        </w:rPr>
        <w:t xml:space="preserve">فقال رسول الله </w:t>
      </w:r>
      <w:r w:rsidR="00834F80" w:rsidRPr="005F7FDA">
        <w:rPr>
          <w:rStyle w:val="libAlaemChar"/>
          <w:rtl/>
        </w:rPr>
        <w:t>صلى‌الله‌عليه‌وآله</w:t>
      </w:r>
      <w:r w:rsidR="00834F80">
        <w:rPr>
          <w:rtl/>
        </w:rPr>
        <w:t xml:space="preserve"> </w:t>
      </w:r>
      <w:r>
        <w:rPr>
          <w:rtl/>
        </w:rPr>
        <w:t>لعلي : أنت أخبرت بالزوار؟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نعم يا رسول الله.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وأخبرته بعدّتهم؟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نعم.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فكم يا علي؟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ثلاثمائة وستون ملكا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وكيف علمت ذلك؟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سمعت ثلاثمائة وستين نقلة [ نغمة ] فعلمت أنهم ثلاثمائة وستون ملكا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فضرب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على صدره ثم قال : يا علي زادك الله إيمانا</w:t>
      </w:r>
      <w:r>
        <w:rPr>
          <w:rFonts w:hint="cs"/>
          <w:rtl/>
        </w:rPr>
        <w:t>ً</w:t>
      </w:r>
      <w:r>
        <w:rPr>
          <w:rtl/>
        </w:rPr>
        <w:t xml:space="preserve"> وعلما</w:t>
      </w:r>
      <w:r>
        <w:rPr>
          <w:rFonts w:hint="cs"/>
          <w:rtl/>
        </w:rPr>
        <w:t>ً</w:t>
      </w:r>
      <w:r>
        <w:rPr>
          <w:rtl/>
        </w:rPr>
        <w:t>.</w:t>
      </w:r>
      <w:r w:rsidRPr="005F7FDA">
        <w:rPr>
          <w:rStyle w:val="libFootnotenumChar"/>
          <w:rFonts w:hint="cs"/>
          <w:rtl/>
        </w:rPr>
        <w:t>(1)</w:t>
      </w:r>
    </w:p>
    <w:p w:rsidR="00AB744B" w:rsidRDefault="00F631FA" w:rsidP="00AB744B">
      <w:pPr>
        <w:pStyle w:val="libNormal"/>
        <w:rPr>
          <w:rtl/>
        </w:rPr>
      </w:pPr>
      <w:r>
        <w:rPr>
          <w:rtl/>
        </w:rPr>
        <w:t xml:space="preserve">وبهذا فقد اتضح لك بأن أهل البيت لا يقاس بهم أحد من الصحابة ولا من </w:t>
      </w:r>
      <w:r w:rsidR="008A2B0F">
        <w:rPr>
          <w:rFonts w:hint="cs"/>
          <w:rtl/>
        </w:rPr>
        <w:t xml:space="preserve"> </w:t>
      </w:r>
      <w:r>
        <w:rPr>
          <w:rtl/>
        </w:rPr>
        <w:t>غيرهم ، إذ هم شجرة النبوة وقد اختارهم الله لهذا الأمر ، وهم أول من آمن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بغية الباعث : 295 ، المطالب العالية بزوائد الثمانية 16 : 90 ، الجمع بين الصحيحين 4 : 263 ، سبل </w:t>
      </w:r>
      <w:r w:rsidR="008A2B0F">
        <w:rPr>
          <w:rFonts w:hint="cs"/>
          <w:rtl/>
        </w:rPr>
        <w:t xml:space="preserve"> </w:t>
      </w:r>
      <w:r>
        <w:rPr>
          <w:rtl/>
        </w:rPr>
        <w:t>الهدى والرشاد 10 : 246.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وصدّق به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ولهم صفات لا يدانيهم فيها أحد من الخلق ، فقد جاء في كتاب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الإمام علي إلى معاوية قوله :</w:t>
      </w:r>
    </w:p>
    <w:p w:rsidR="00F631FA" w:rsidRDefault="00F631FA" w:rsidP="007908BF">
      <w:pPr>
        <w:pStyle w:val="libNormal"/>
        <w:rPr>
          <w:rtl/>
        </w:rPr>
      </w:pPr>
      <w:r w:rsidRPr="00B04756">
        <w:rPr>
          <w:rFonts w:hint="cs"/>
          <w:rtl/>
        </w:rPr>
        <w:t>«</w:t>
      </w:r>
      <w:r>
        <w:rPr>
          <w:rtl/>
        </w:rPr>
        <w:t xml:space="preserve"> ... إن محمدا</w:t>
      </w:r>
      <w:r>
        <w:rPr>
          <w:rFonts w:hint="cs"/>
          <w:rtl/>
        </w:rPr>
        <w:t>ً</w:t>
      </w:r>
      <w:r>
        <w:rPr>
          <w:rtl/>
        </w:rPr>
        <w:t xml:space="preserve"> لم</w:t>
      </w:r>
      <w:r>
        <w:rPr>
          <w:rFonts w:hint="cs"/>
          <w:rtl/>
        </w:rPr>
        <w:t>ّ</w:t>
      </w:r>
      <w:r>
        <w:rPr>
          <w:rtl/>
        </w:rPr>
        <w:t xml:space="preserve">ا دعا إلى الإيمان باللهوالتوحيد كنّا أهل البيت أول من آمن </w:t>
      </w:r>
      <w:r w:rsidR="008A2B0F">
        <w:rPr>
          <w:rFonts w:hint="cs"/>
          <w:rtl/>
        </w:rPr>
        <w:t xml:space="preserve"> </w:t>
      </w:r>
      <w:r>
        <w:rPr>
          <w:rtl/>
        </w:rPr>
        <w:t>به ، وصدّق بما جاء به ، فلبثنا أحوالاً مجرَّمة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وما يعبد الله في ربع ساكن من </w:t>
      </w:r>
      <w:r w:rsidR="008A2B0F">
        <w:rPr>
          <w:rFonts w:hint="cs"/>
          <w:rtl/>
        </w:rPr>
        <w:t xml:space="preserve"> </w:t>
      </w:r>
      <w:r>
        <w:rPr>
          <w:rtl/>
        </w:rPr>
        <w:t>العرب غيرنا ...</w:t>
      </w:r>
      <w:r w:rsidRPr="00B04756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الإمام الحسن بن عليـلما أجمع على صلح معاويةـوذلك بعد حمد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والثناء عليه وذكر جده المصطفى ، قال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إنّا أهل بيت أكرمنا الله بالإسلام ، واختارنا واصطفانا ، وأذهب عنا الرجس </w:t>
      </w:r>
      <w:r w:rsidR="008A2B0F">
        <w:rPr>
          <w:rFonts w:hint="cs"/>
          <w:rtl/>
        </w:rPr>
        <w:t xml:space="preserve"> </w:t>
      </w:r>
      <w:r>
        <w:rPr>
          <w:rtl/>
        </w:rPr>
        <w:t>وطهرنا تطهيرا</w:t>
      </w:r>
      <w:r>
        <w:rPr>
          <w:rFonts w:hint="cs"/>
          <w:rtl/>
        </w:rPr>
        <w:t>ً</w:t>
      </w:r>
      <w:r>
        <w:rPr>
          <w:rtl/>
        </w:rPr>
        <w:t xml:space="preserve"> ، لم تفترق الناس فرقتين إل</w:t>
      </w:r>
      <w:r>
        <w:rPr>
          <w:rFonts w:hint="cs"/>
          <w:rtl/>
        </w:rPr>
        <w:t>ّ</w:t>
      </w:r>
      <w:r>
        <w:rPr>
          <w:rtl/>
        </w:rPr>
        <w:t xml:space="preserve">ا جعلنا الله في خيرهما من آدم إلى جدي </w:t>
      </w:r>
      <w:r w:rsidR="008A2B0F">
        <w:rPr>
          <w:rFonts w:hint="cs"/>
          <w:rtl/>
        </w:rPr>
        <w:t xml:space="preserve"> </w:t>
      </w:r>
      <w:r>
        <w:rPr>
          <w:rtl/>
        </w:rPr>
        <w:t>محمد ، فلما بعث الله محمدا</w:t>
      </w:r>
      <w:r>
        <w:rPr>
          <w:rFonts w:hint="cs"/>
          <w:rtl/>
        </w:rPr>
        <w:t>ً</w:t>
      </w:r>
      <w:r>
        <w:rPr>
          <w:rtl/>
        </w:rPr>
        <w:t xml:space="preserve"> للنبوة واختاره للرسالة وأنزل عليه كتابه كان أبي أول </w:t>
      </w:r>
      <w:r w:rsidR="008A2B0F">
        <w:rPr>
          <w:rFonts w:hint="cs"/>
          <w:rtl/>
        </w:rPr>
        <w:t xml:space="preserve"> </w:t>
      </w:r>
      <w:r>
        <w:rPr>
          <w:rtl/>
        </w:rPr>
        <w:t>من آمن وصدّق الله ورسوله ، وقد قال الله في كتابه المنزل على نبيه المرسل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أَفَمَن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كَانَ عَلَىٰ بَيِّنَةٍ مِّن رَّبِّهِ وَيَتْلُوهُ شَاهِدٌ مِّنْهُ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فجدي الذي على بينة من ربه ، وأبي الذي يتلوه ، وهو شاهد منه ...</w:t>
      </w:r>
      <w:r w:rsidRPr="005F7FDA">
        <w:rPr>
          <w:rStyle w:val="libFootnotenumChar"/>
          <w:rtl/>
        </w:rPr>
        <w:t>(3)</w:t>
      </w:r>
    </w:p>
    <w:p w:rsidR="00AB744B" w:rsidRDefault="00F631FA" w:rsidP="00AB744B">
      <w:pPr>
        <w:pStyle w:val="libNormal"/>
        <w:rPr>
          <w:rtl/>
        </w:rPr>
      </w:pPr>
      <w:r>
        <w:rPr>
          <w:rtl/>
        </w:rPr>
        <w:t xml:space="preserve">وجاء في كتاب محمد بن أبي بكر إلى معاوية : ... ثم اختارهم على عمله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فاصطفى وانتجب منهم محمدا فاختصه برسالته ، واختاره لوحيه ، وائتمنه على </w:t>
      </w:r>
      <w:r w:rsidR="008A2B0F">
        <w:rPr>
          <w:rFonts w:hint="cs"/>
          <w:rtl/>
        </w:rPr>
        <w:t xml:space="preserve"> </w:t>
      </w:r>
      <w:r>
        <w:rPr>
          <w:rtl/>
        </w:rPr>
        <w:t>أمره ، وبعثه مصدِّقا</w:t>
      </w:r>
      <w:r>
        <w:rPr>
          <w:rFonts w:hint="cs"/>
          <w:rtl/>
        </w:rPr>
        <w:t>ً</w:t>
      </w:r>
      <w:r>
        <w:rPr>
          <w:rtl/>
        </w:rPr>
        <w:t xml:space="preserve"> لما بين يديه من الكتب ، ودليلاً على الشرائع ، فدعا إلى سبيل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ربه بالحكمة والموعظة الحسنة ، فكان أول من أجاب وأناب ، وصدَّقووافق ، </w:t>
      </w:r>
      <w:r w:rsidR="008A2B0F">
        <w:rPr>
          <w:rFonts w:hint="cs"/>
          <w:rtl/>
        </w:rPr>
        <w:t xml:space="preserve"> </w:t>
      </w:r>
      <w:r>
        <w:rPr>
          <w:rtl/>
        </w:rPr>
        <w:t>وأسلم وسلّم ، أخوه وابن عمه علي بن أبي طالب ، فصدَّقه بالغيب المكتوم ، وآثره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أي سنين كاملة والأحوال جمع (حَوْل).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كتاب صفين : 89 واللفظ له ، شرح نهج البلاغة 15 : 76 ، بحار الأنوار 33 : 111.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ينابيع المودة للقندوزي الحنفي 3 : 364 و 366.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كل حميم ، فوقاه كل هول ، وواساه بنفسه في كل خوف ، فحارب حربه وسالم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سلمه ... إلى آخره.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ومن حديث أبي بكر الهذلي وداود بن أبي هند ، عن الشعبي ، قال : قال رسول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لعلي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هذا أوّل من آمن بي وصدّقني وصلى معي.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وقد وصى الإمام عليٌّ كميلاً بقوله : يا كميل إنّ الأرض مملوءة من فخاخهم</w:t>
      </w:r>
      <w:r w:rsidRPr="005F7FDA">
        <w:rPr>
          <w:rStyle w:val="libFootnotenumChar"/>
          <w:rtl/>
        </w:rPr>
        <w:t>(3)</w:t>
      </w:r>
      <w:r w:rsidR="008A2B0F">
        <w:rPr>
          <w:rFonts w:hint="cs"/>
          <w:rtl/>
        </w:rPr>
        <w:t xml:space="preserve"> </w:t>
      </w:r>
      <w:r>
        <w:rPr>
          <w:rtl/>
        </w:rPr>
        <w:t>فلن ينجو منها إل</w:t>
      </w:r>
      <w:r>
        <w:rPr>
          <w:rFonts w:hint="cs"/>
          <w:rtl/>
        </w:rPr>
        <w:t>ّ</w:t>
      </w:r>
      <w:r>
        <w:rPr>
          <w:rtl/>
        </w:rPr>
        <w:t>ا من تشبّث بنا ، وقد أعلمك الله عزوجل أنه لن ينجو منها إل</w:t>
      </w:r>
      <w:r>
        <w:rPr>
          <w:rFonts w:hint="cs"/>
          <w:rtl/>
        </w:rPr>
        <w:t>ّ</w:t>
      </w:r>
      <w:r>
        <w:rPr>
          <w:rtl/>
        </w:rPr>
        <w:t>ا</w:t>
      </w:r>
      <w:r w:rsidR="008A2B0F">
        <w:rPr>
          <w:rFonts w:hint="cs"/>
          <w:rtl/>
        </w:rPr>
        <w:t xml:space="preserve"> </w:t>
      </w:r>
      <w:r>
        <w:rPr>
          <w:rtl/>
        </w:rPr>
        <w:t>عباده ، وعبادُهُ أولياؤُنا.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يا كميل وهو قول الله عزوجل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إِنَّ عِبَادِي لَيْسَ لَكَ عَلَيْهِمْ سُلْطَانٌ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وقوله عزوجل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إِنَّمَا سُلْطَانُهُ عَلَى الَّذِينَ يَتَوَلَّوْنَهُ وَالَّذِينَ هُم بِهِ مُشْرِكُونَ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يا كميل انج بولايتنا من أن يشركك في مالك وولدك كما أمر.</w:t>
      </w:r>
      <w:r w:rsidRPr="005F7FDA">
        <w:rPr>
          <w:rStyle w:val="libFootnotenumChar"/>
          <w:rtl/>
        </w:rPr>
        <w:t>(4)</w:t>
      </w:r>
    </w:p>
    <w:p w:rsidR="00AB744B" w:rsidRDefault="00F631FA" w:rsidP="00AB744B">
      <w:pPr>
        <w:pStyle w:val="libNormal"/>
        <w:rPr>
          <w:rtl/>
        </w:rPr>
      </w:pPr>
      <w:r>
        <w:rPr>
          <w:rtl/>
        </w:rPr>
        <w:t xml:space="preserve">وهذا يعلن أنّ أهل البيت هم المعصومون والمصدّقون ، وهم الذين عناهم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الباري في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لا أبو بكر وعمر ؛ لأن مساواتهم بالقرآن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كما في حديث الثقلين يرشدنا إلى لزوم التمسّك بهم كما يجب التمسّك بالقرآن ، فلو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كان الخطأ يقع منهم لما صح الأمر بالتمسك بهم ، وكما أن القرآن لا ريب فيه فما جاء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 أهل البيت لا ريب فيه ، ولو لم يكن أهل البيت معصومين لكان في اتّباعهم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احتمال الضلال ، ولكنهم حبل الله الممدود من السماء إلى الأرض ، والواسطة بين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والخلق ، وهم كالقرآن ، فاختلاف أهلالبيت مع أحدٍ من الناس يرشدنا إلى ضلال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مروج الذهب 2 : 59 ، كتاب صفين : 118 واللفظ له ، شرح ابن أبي الحديد 3 : 188 ، جمهرة الرسائل </w:t>
      </w:r>
      <w:r w:rsidR="008A2B0F">
        <w:rPr>
          <w:rFonts w:hint="cs"/>
          <w:rtl/>
        </w:rPr>
        <w:t xml:space="preserve"> </w:t>
      </w:r>
      <w:r>
        <w:rPr>
          <w:rtl/>
        </w:rPr>
        <w:t>1 : 477 / 502.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شرح ابن أبي الحديد 13 : 225.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أي من فخاخ الشياطين ، والفخاخ جمع فخ وهو آلة يصاد بها.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4. بشارة المصطفى لشيعة المرتضى : 55 ، تحف العقول : 174.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الآخر بلا شك ، ونحن مأمورون بالتمسك بالقرآن والعترة معا</w:t>
      </w:r>
      <w:r>
        <w:rPr>
          <w:rFonts w:hint="cs"/>
          <w:rtl/>
        </w:rPr>
        <w:t>ً</w:t>
      </w:r>
      <w:r>
        <w:rPr>
          <w:rtl/>
        </w:rPr>
        <w:t xml:space="preserve"> ؛ لأنهما العاصمان من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الضلالة ، ولأنهما قرينان مقترنان لا يفترقان حتى يردا على رسول الله الحوض.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فلا ترى فرقة من الفرق الإسلامية قد ادعت في مذهبها باستمرارية الاقتران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ـبين القرآن والعترة حتى ورودهما على الحوضـإلا ما لوحظ عند الشيعة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الإمامية القائلين بإمامة الأئمة الاثني عشر ، أوّلهم الصدّيق الأكبر ، وآخرهم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مهديهم المنتظر ، وهو معنى آخر لما جاء عن رسول الله من قوله : خلفائي اثنا عشر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كلهم من قريش ، 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فتحديد خلفاء الرسول باثني عشر هو دليل على طول عمر </w:t>
      </w:r>
      <w:r w:rsidR="008A2B0F">
        <w:rPr>
          <w:rFonts w:hint="cs"/>
          <w:rtl/>
        </w:rPr>
        <w:t xml:space="preserve"> </w:t>
      </w:r>
      <w:r>
        <w:rPr>
          <w:rtl/>
        </w:rPr>
        <w:t>الإمام الثاني عشرـالذي تعتقد الشيعة وكثير من أعلام العامة بوجوده اليوم حيا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غائبا</w:t>
      </w:r>
      <w:r>
        <w:rPr>
          <w:rFonts w:hint="cs"/>
          <w:rtl/>
        </w:rPr>
        <w:t xml:space="preserve">ً </w:t>
      </w:r>
      <w:r>
        <w:rPr>
          <w:rtl/>
        </w:rPr>
        <w:t xml:space="preserve">ـوأنّه باق مقترن بالقرآن حتى يردا الحوض ، ومن هنا قال الإمام علي عن </w:t>
      </w:r>
      <w:r w:rsidR="008A2B0F">
        <w:rPr>
          <w:rFonts w:hint="cs"/>
          <w:rtl/>
        </w:rPr>
        <w:t xml:space="preserve"> </w:t>
      </w:r>
      <w:r>
        <w:rPr>
          <w:rtl/>
        </w:rPr>
        <w:t>أهل بيته وهو يخاطب كميل بن زياد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... اللّهم بلى ، لا تخلو الأرض من قائم للهبحجة ، إما ظاهرا</w:t>
      </w:r>
      <w:r>
        <w:rPr>
          <w:rFonts w:hint="cs"/>
          <w:rtl/>
        </w:rPr>
        <w:t>ً</w:t>
      </w:r>
      <w:r>
        <w:rPr>
          <w:rtl/>
        </w:rPr>
        <w:t xml:space="preserve"> مشهورا</w:t>
      </w:r>
      <w:r>
        <w:rPr>
          <w:rFonts w:hint="cs"/>
          <w:rtl/>
        </w:rPr>
        <w:t>ً</w:t>
      </w:r>
      <w:r>
        <w:rPr>
          <w:rtl/>
        </w:rPr>
        <w:t xml:space="preserve"> أو خائفا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مغمورا</w:t>
      </w:r>
      <w:r>
        <w:rPr>
          <w:rFonts w:hint="cs"/>
          <w:rtl/>
        </w:rPr>
        <w:t>ً</w:t>
      </w:r>
      <w:r>
        <w:rPr>
          <w:rtl/>
        </w:rPr>
        <w:t xml:space="preserve"> ، لئلا تبطل حجج الله وبيناته ، وكم ذا؟ وأين أولئك؟ أولئكَ والله</w:t>
      </w:r>
      <w:r>
        <w:rPr>
          <w:rFonts w:hint="cs"/>
          <w:rtl/>
        </w:rPr>
        <w:t>َ</w:t>
      </w:r>
      <w:r>
        <w:rPr>
          <w:rtl/>
        </w:rPr>
        <w:t xml:space="preserve">الأقلّون </w:t>
      </w:r>
      <w:r w:rsidR="008A2B0F">
        <w:rPr>
          <w:rFonts w:hint="cs"/>
          <w:rtl/>
        </w:rPr>
        <w:t xml:space="preserve"> </w:t>
      </w:r>
      <w:r>
        <w:rPr>
          <w:rtl/>
        </w:rPr>
        <w:t>عددا</w:t>
      </w:r>
      <w:r>
        <w:rPr>
          <w:rFonts w:hint="cs"/>
          <w:rtl/>
        </w:rPr>
        <w:t>ً</w:t>
      </w:r>
      <w:r>
        <w:rPr>
          <w:rtl/>
        </w:rPr>
        <w:t xml:space="preserve"> ، والأعظمون عند الله قدرا</w:t>
      </w:r>
      <w:r>
        <w:rPr>
          <w:rFonts w:hint="cs"/>
          <w:rtl/>
        </w:rPr>
        <w:t>ً</w:t>
      </w:r>
      <w:r>
        <w:rPr>
          <w:rtl/>
        </w:rPr>
        <w:t xml:space="preserve"> ، يحفظ الله بهم حججه وبيناته حتى يودعوها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نظراءهم ، ويزرعوها في قلوب أشباههم ، هجم به العلم على حقيقة البصيرة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وباشروا روح اليقين واستلانوا ما استوعره المترفون ، وأنسوا بما استوحش منه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الجاهلون ، وصحبوا الدنيا بأبدان أرواحها معلقة بالمحل الأعلى. أولئك خلفاء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في أرضه ، والدعاة إلى دينه ، آه آه شوقا</w:t>
      </w:r>
      <w:r>
        <w:rPr>
          <w:rFonts w:hint="cs"/>
          <w:rtl/>
        </w:rPr>
        <w:t>ً</w:t>
      </w:r>
      <w:r>
        <w:rPr>
          <w:rtl/>
        </w:rPr>
        <w:t xml:space="preserve"> إلى رؤيتهم.</w:t>
      </w:r>
      <w:r w:rsidRPr="005F7FDA">
        <w:rPr>
          <w:rStyle w:val="libFootnotenumChar"/>
          <w:rtl/>
        </w:rPr>
        <w:t>(2)</w:t>
      </w:r>
    </w:p>
    <w:p w:rsidR="00AB744B" w:rsidRDefault="00F631FA" w:rsidP="00AB744B">
      <w:pPr>
        <w:pStyle w:val="libNormal"/>
        <w:rPr>
          <w:rtl/>
        </w:rPr>
      </w:pPr>
      <w:r>
        <w:rPr>
          <w:rtl/>
        </w:rPr>
        <w:t xml:space="preserve">وقال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أين الذين زعموا أنهم الراسخون في العلم دوننا؟ كذبا</w:t>
      </w:r>
      <w:r>
        <w:rPr>
          <w:rFonts w:hint="cs"/>
          <w:rtl/>
        </w:rPr>
        <w:t>ً</w:t>
      </w:r>
      <w:r>
        <w:rPr>
          <w:rtl/>
        </w:rPr>
        <w:t xml:space="preserve"> وبغيا</w:t>
      </w:r>
      <w:r>
        <w:rPr>
          <w:rFonts w:hint="cs"/>
          <w:rtl/>
        </w:rPr>
        <w:t>ً</w:t>
      </w:r>
      <w:r>
        <w:rPr>
          <w:rtl/>
        </w:rPr>
        <w:t xml:space="preserve">علينا ، </w:t>
      </w:r>
      <w:r w:rsidR="008A2B0F">
        <w:rPr>
          <w:rFonts w:hint="cs"/>
          <w:rtl/>
        </w:rPr>
        <w:t xml:space="preserve"> </w:t>
      </w:r>
      <w:r>
        <w:rPr>
          <w:rtl/>
        </w:rPr>
        <w:t>أن رفعنا الله ووضعهم ، وأعطانا وحرمهم ، وأدخلنا وأخرجهم ، بنا يستعطى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صحيح مسلم 6 : 4 باب الناس تبع لقريش ، عن جابر بن سمرة قال سمعت رسول الله يقول لا يزال </w:t>
      </w:r>
      <w:r w:rsidR="008A2B0F">
        <w:rPr>
          <w:rFonts w:hint="cs"/>
          <w:rtl/>
        </w:rPr>
        <w:t xml:space="preserve"> </w:t>
      </w:r>
      <w:r>
        <w:rPr>
          <w:rtl/>
        </w:rPr>
        <w:t>الدين قائما</w:t>
      </w:r>
      <w:r>
        <w:rPr>
          <w:rFonts w:hint="cs"/>
          <w:rtl/>
        </w:rPr>
        <w:t>ً</w:t>
      </w:r>
      <w:r>
        <w:rPr>
          <w:rtl/>
        </w:rPr>
        <w:t xml:space="preserve"> حتى تقوم الساعة ويكون عليهم اثنا عشر خليفة كلهم من قريش.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نهج البلاغة 4 : 37 / 147.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الهدى ، ويستجلى العمى ، إن الأئمة من قريش غرسوا في هذا البطن من هاشم ، لا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تصلح على سواهم ، ولا تصلح الولاة من غيرهم.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ابن شهرآشوب في المناقب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أَيُّهَا الَّذِينَ آمَنُوا اتَّقُوا اللَّهَ وَكُونُوا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>أمرنا سبحانه أمرا</w:t>
      </w:r>
      <w:r>
        <w:rPr>
          <w:rFonts w:hint="cs"/>
          <w:rtl/>
        </w:rPr>
        <w:t>ً</w:t>
      </w:r>
      <w:r>
        <w:rPr>
          <w:rtl/>
        </w:rPr>
        <w:t xml:space="preserve"> مطلقا</w:t>
      </w:r>
      <w:r>
        <w:rPr>
          <w:rFonts w:hint="cs"/>
          <w:rtl/>
        </w:rPr>
        <w:t>ً</w:t>
      </w:r>
      <w:r>
        <w:rPr>
          <w:rtl/>
        </w:rPr>
        <w:t xml:space="preserve"> بالكون مع الصادقين من غير تخصيص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وذلك يقتضي عصمتهم لقبح الأمر على هذا الوجه باتباع من لا يؤمن منه القبيح ؛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حيث يؤدي ذلك إلى الأمر بالقبيح ، وإذا ثبت ذلك في الإمامة ثبت تخصصها </w:t>
      </w:r>
      <w:r w:rsidR="008A2B0F">
        <w:rPr>
          <w:rFonts w:hint="cs"/>
          <w:rtl/>
        </w:rPr>
        <w:t xml:space="preserve"> </w:t>
      </w:r>
      <w:r>
        <w:rPr>
          <w:rtl/>
        </w:rPr>
        <w:t>بأمير المؤمنين وأولاده المعصومين بالإجماع ؛ لأن أحدا</w:t>
      </w:r>
      <w:r>
        <w:rPr>
          <w:rFonts w:hint="cs"/>
          <w:rtl/>
        </w:rPr>
        <w:t>ً</w:t>
      </w:r>
      <w:r>
        <w:rPr>
          <w:rtl/>
        </w:rPr>
        <w:t xml:space="preserve"> من الأُمة لم يقل ذلك فيها </w:t>
      </w:r>
      <w:r w:rsidR="008A2B0F">
        <w:rPr>
          <w:rFonts w:hint="cs"/>
          <w:rtl/>
        </w:rPr>
        <w:t xml:space="preserve"> </w:t>
      </w: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 خصّها بهم ؛ ولأنّه لم تثبت هذه الصفات لغيرهم ولا ادعيت لسواهم.</w:t>
      </w:r>
      <w:r w:rsidRPr="005F7FDA">
        <w:rPr>
          <w:rStyle w:val="libFootnotenumChar"/>
          <w:rtl/>
        </w:rPr>
        <w:t>(2)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الثالث : أن يكون مطهّرا</w:t>
      </w:r>
      <w:r>
        <w:rPr>
          <w:rFonts w:hint="cs"/>
          <w:rtl/>
        </w:rPr>
        <w:t>ً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لا يخفى عليك أنّ التطهير يدخل ضمن العصمة ، لكنا جعلناه قسيما</w:t>
      </w:r>
      <w:r>
        <w:rPr>
          <w:rFonts w:hint="cs"/>
          <w:rtl/>
        </w:rPr>
        <w:t>ً</w:t>
      </w:r>
      <w:r>
        <w:rPr>
          <w:rtl/>
        </w:rPr>
        <w:t xml:space="preserve"> للعصمة </w:t>
      </w:r>
      <w:r w:rsidR="008A2B0F">
        <w:rPr>
          <w:rFonts w:hint="cs"/>
          <w:rtl/>
        </w:rPr>
        <w:t xml:space="preserve"> </w:t>
      </w:r>
      <w:r>
        <w:rPr>
          <w:rtl/>
        </w:rPr>
        <w:t>لاعتبارات خاصة ، إذ مر عليك قبل قليل أن الله أمر موسى أن يبني مسجدا</w:t>
      </w:r>
      <w:r>
        <w:rPr>
          <w:rFonts w:hint="cs"/>
          <w:rtl/>
        </w:rPr>
        <w:t>ً</w:t>
      </w:r>
      <w:r>
        <w:rPr>
          <w:rtl/>
        </w:rPr>
        <w:t xml:space="preserve"> طاهرا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لا يسكنه غيره وغير هارون وابنيه ، وهذا بعينه ما أمر الله به رسوله في وصيه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وخليفته ، </w:t>
      </w:r>
      <w:r w:rsidRPr="005F7FDA">
        <w:rPr>
          <w:rStyle w:val="libFootnotenumChar"/>
          <w:rtl/>
        </w:rPr>
        <w:t>(3)</w:t>
      </w:r>
      <w:r>
        <w:rPr>
          <w:rtl/>
        </w:rPr>
        <w:t>وجاء في مناشدة الإمام علي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أنشدكم بالله، أفيكم مطَهَّر غيري ، إذ سدَّ رسول الله أبوابكم وفتح بابي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وكنت معه في مساكنه ومسجده؟ فقام إليه عمّه فقال : يا رسول الله ، غلّقت أبوابنا </w:t>
      </w:r>
      <w:r w:rsidR="008A2B0F">
        <w:rPr>
          <w:rFonts w:hint="cs"/>
          <w:rtl/>
        </w:rPr>
        <w:t xml:space="preserve"> </w:t>
      </w:r>
      <w:r>
        <w:rPr>
          <w:rtl/>
        </w:rPr>
        <w:t>وفتحت باب علي؟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نعم ، أمر الله بفتح بابه وسدّ أبوابكم؟</w:t>
      </w:r>
    </w:p>
    <w:p w:rsidR="00F631FA" w:rsidRPr="0065619B" w:rsidRDefault="00F631FA" w:rsidP="005F7FDA">
      <w:pPr>
        <w:pStyle w:val="libLine"/>
        <w:rPr>
          <w:rtl/>
        </w:rPr>
      </w:pPr>
      <w:r w:rsidRPr="0065619B">
        <w:rPr>
          <w:rtl/>
        </w:rPr>
        <w:t>_</w:t>
      </w:r>
      <w:r w:rsidRPr="0065619B">
        <w:rPr>
          <w:rFonts w:hint="cs"/>
          <w:rtl/>
        </w:rPr>
        <w:t>_____________</w:t>
      </w:r>
      <w:r w:rsidRPr="0065619B">
        <w:rPr>
          <w:rtl/>
        </w:rPr>
        <w:t>_</w:t>
      </w:r>
      <w:r w:rsidRPr="0065619B">
        <w:rPr>
          <w:rFonts w:hint="cs"/>
          <w:rtl/>
        </w:rPr>
        <w:t>_______</w:t>
      </w:r>
      <w:r w:rsidRPr="0065619B">
        <w:rPr>
          <w:rtl/>
        </w:rPr>
        <w:t>__</w:t>
      </w:r>
      <w:r w:rsidRPr="0065619B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نهج البلاغة 2 : 27 / 144.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مناقب ابن شهرآشوب 1 : 247.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خصائص السيوطي 2 : 424 ، غاية المرام 3 : 191 ، كتاب سليم : 195 ، 321 ، 400.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قالوا : نعم.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احتجاجه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على أبي بكر قوله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فأنشدك بالله، ألي ولأهلي وولدي آية التطهير من الرّجس ، أم لك ولأهل </w:t>
      </w:r>
      <w:r w:rsidR="008A2B0F">
        <w:rPr>
          <w:rFonts w:hint="cs"/>
          <w:rtl/>
        </w:rPr>
        <w:t xml:space="preserve"> </w:t>
      </w:r>
      <w:r>
        <w:rPr>
          <w:rtl/>
        </w:rPr>
        <w:t>بيتك قال أبو بكر : بل لك ولأهل بيتك؟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فأنشدك بالله، أنا الذي طهَّره الله من السفاح من لدن آدم إلى أبيه ؛ يقول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: خرجت أنا وأنت من نكاح لا من سفاح من لدن آدم إلى عبد المطلب ، </w:t>
      </w:r>
      <w:r w:rsidR="008A2B0F">
        <w:rPr>
          <w:rFonts w:hint="cs"/>
          <w:rtl/>
        </w:rPr>
        <w:t xml:space="preserve"> </w:t>
      </w:r>
      <w:r>
        <w:rPr>
          <w:rtl/>
        </w:rPr>
        <w:t>أم أنت؟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أبو بكر : بل أنت ....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أنه قال : احذروا على دينكم ثلاثة ... إلى أن قال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رجل آتاه الله عزوجل سلطانا</w:t>
      </w:r>
      <w:r>
        <w:rPr>
          <w:rFonts w:hint="cs"/>
          <w:rtl/>
        </w:rPr>
        <w:t>ً</w:t>
      </w:r>
      <w:r>
        <w:rPr>
          <w:rtl/>
        </w:rPr>
        <w:t xml:space="preserve"> فزعم أن طاعته طاعة الله ومعصيته معصية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الله ، وكَذِبَ ، لأنّه لا طاعة لمخلوق في معصية الخالق ، إنما الطاعة للهولرسوله ولولاة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أمره الذين قرنهم الله بنفسه وبنبيه فقال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أَطِيعُوا اللهَ وَأَطِيعُوا الرَّسُولَ وَأُولِي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الْأَمْرِ مِنكُمْ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لأن الله أمر بطاعة الرسول لأنه معصوم مطهَّر لا يأمر بمعصية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وإنّما أمر بطاعة أُولي الأمر ؛ لأنهم معصومون مطّهرون لا يأمرون بمعصية الله.</w:t>
      </w:r>
      <w:r w:rsidRPr="005F7FDA">
        <w:rPr>
          <w:rStyle w:val="libFootnotenumChar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أبي عبدالله[ الصادق ] عن أبيه عن جده </w:t>
      </w:r>
      <w:r w:rsidRPr="005F7FDA">
        <w:rPr>
          <w:rStyle w:val="libAlaemChar"/>
          <w:rtl/>
        </w:rPr>
        <w:t>عليهم</w:t>
      </w:r>
      <w:r w:rsidRPr="005F7FDA">
        <w:rPr>
          <w:rStyle w:val="libAlaemChar"/>
          <w:rFonts w:hint="cs"/>
          <w:rtl/>
        </w:rPr>
        <w:t>‌السلام</w:t>
      </w:r>
      <w:r>
        <w:rPr>
          <w:rtl/>
        </w:rPr>
        <w:t xml:space="preserve"> قال : خطب أمير المؤمنين </w:t>
      </w:r>
      <w:r w:rsidR="008A2B0F">
        <w:rPr>
          <w:rFonts w:hint="cs"/>
          <w:rtl/>
        </w:rPr>
        <w:t xml:space="preserve"> </w:t>
      </w:r>
      <w:r>
        <w:rPr>
          <w:rtl/>
        </w:rPr>
        <w:t>علي على منبر الكوفة وكان فيما قال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فنحن أهل بيت عصمنا الله من أن نكون فتانين أو كذّابين أو ساحرين أو </w:t>
      </w:r>
      <w:r w:rsidR="008A2B0F">
        <w:rPr>
          <w:rFonts w:hint="cs"/>
          <w:rtl/>
        </w:rPr>
        <w:t xml:space="preserve"> </w:t>
      </w:r>
      <w:r>
        <w:rPr>
          <w:rtl/>
        </w:rPr>
        <w:t>زيافين ، فمن كان في شيء من هذه الخصال فليس منا ولا نحن منه.</w:t>
      </w:r>
    </w:p>
    <w:p w:rsidR="00AB744B" w:rsidRDefault="00F631FA" w:rsidP="00AB744B">
      <w:pPr>
        <w:pStyle w:val="libNormal"/>
        <w:rPr>
          <w:rtl/>
        </w:rPr>
      </w:pPr>
      <w:r>
        <w:rPr>
          <w:rtl/>
        </w:rPr>
        <w:t>إنّنا أهل بيت طهّرنا الله من كلّ نجس ، نحن الصادقون إذا نطقنا ، والعالمون إذا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تاريخ دمشق 42 : 432 ، كنزل العمال 5 : 726 / 14243 ، مناقب الخوارزمي : 315 ، الخصال : 559 / 31.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الاحتجاج 1 : 171 وانظر الحد الفاصل : 470 ، والجامع الصغير 1 : 602 / 3901.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كتاب سليم بن قيس 405 / 54 وعنه في الخصال : 139 / 158 بتفاوت وبحار الأنوار 25 : 200 / 11.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سُئلنا ، أعطانا الله عشر خصال لم تكن لأحد قبلنا ولا تكون لأحد بعدنا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الحلم ، والعلم ، واللب ، والنبوة ، والشجاعة ، والسخاوة ، والصبر ، والصدق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والعفاف ، والطهارة ، فنحن كلمة التقوى ، وسبل الهدى ، والمثل الأعلى ، والحجة </w:t>
      </w:r>
      <w:r w:rsidR="008A2B0F">
        <w:rPr>
          <w:rFonts w:hint="cs"/>
          <w:rtl/>
        </w:rPr>
        <w:t xml:space="preserve"> </w:t>
      </w:r>
      <w:r>
        <w:rPr>
          <w:rtl/>
        </w:rPr>
        <w:t>العظمى ، والعروة الوثقى ، والحق الذي أقرّ للهبه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فَمَاذَا بَعْدَ الْحَقِّ إِلَّا الضَّلَالُ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فَأَنَّىٰ تُصْرَفُونَ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عبداللهبن عمر بن الخطاب ، قال : لقد أُوتي ابن أبي طالب ثلاث خصال </w:t>
      </w:r>
      <w:r w:rsidR="008A2B0F">
        <w:rPr>
          <w:rFonts w:hint="cs"/>
          <w:rtl/>
        </w:rPr>
        <w:t xml:space="preserve"> </w:t>
      </w:r>
      <w:r>
        <w:rPr>
          <w:rtl/>
        </w:rPr>
        <w:t>لأن تكون لي واحدة منهن أحب إليّ من حمر النعم : زو</w:t>
      </w:r>
      <w:r>
        <w:rPr>
          <w:rFonts w:hint="cs"/>
          <w:rtl/>
        </w:rPr>
        <w:t>ّ</w:t>
      </w:r>
      <w:r>
        <w:rPr>
          <w:rtl/>
        </w:rPr>
        <w:t xml:space="preserve">جه رسول الله ابنته فولدت </w:t>
      </w:r>
      <w:r w:rsidR="008A2B0F">
        <w:rPr>
          <w:rFonts w:hint="cs"/>
          <w:rtl/>
        </w:rPr>
        <w:t xml:space="preserve"> </w:t>
      </w:r>
      <w:r>
        <w:rPr>
          <w:rtl/>
        </w:rPr>
        <w:t>له ، وسد الأبواب إل</w:t>
      </w:r>
      <w:r>
        <w:rPr>
          <w:rFonts w:hint="cs"/>
          <w:rtl/>
        </w:rPr>
        <w:t>ّ</w:t>
      </w:r>
      <w:r>
        <w:rPr>
          <w:rtl/>
        </w:rPr>
        <w:t>ا بابه في المسجد ، وأعطاه الراية يوم خيبر.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وجاء مثل هذا عن أبي سعيد الخدري</w:t>
      </w:r>
      <w:r w:rsidRPr="005F7FDA">
        <w:rPr>
          <w:rStyle w:val="libFootnotenumChar"/>
          <w:rtl/>
        </w:rPr>
        <w:t>(3)</w:t>
      </w:r>
      <w:r>
        <w:rPr>
          <w:rtl/>
        </w:rPr>
        <w:t>وعمر بن الخطاب إل</w:t>
      </w:r>
      <w:r>
        <w:rPr>
          <w:rFonts w:hint="cs"/>
          <w:rtl/>
        </w:rPr>
        <w:t>ّ</w:t>
      </w:r>
      <w:r>
        <w:rPr>
          <w:rtl/>
        </w:rPr>
        <w:t xml:space="preserve">ا أن في المروي </w:t>
      </w:r>
      <w:r w:rsidR="008A2B0F">
        <w:rPr>
          <w:rFonts w:hint="cs"/>
          <w:rtl/>
        </w:rPr>
        <w:t xml:space="preserve"> </w:t>
      </w:r>
      <w:r>
        <w:rPr>
          <w:rtl/>
        </w:rPr>
        <w:t>عن عمر قوله : وسُكناهُ المسجد مع رسول الله يحل له فيه ما يحل له.</w:t>
      </w:r>
      <w:r w:rsidRPr="005F7FDA">
        <w:rPr>
          <w:rStyle w:val="libFootnotenumChar"/>
          <w:rtl/>
        </w:rPr>
        <w:t>(4)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وعن حذيفة بن أسيد الأنصاري ، قال : قام النبيـيوم سدّ الأبوابـخطيبا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فقال : إن رجالاً يجدون في أنفسهم شيئا</w:t>
      </w:r>
      <w:r>
        <w:rPr>
          <w:rFonts w:hint="cs"/>
          <w:rtl/>
        </w:rPr>
        <w:t>ً</w:t>
      </w:r>
      <w:r>
        <w:rPr>
          <w:rtl/>
        </w:rPr>
        <w:t xml:space="preserve"> أَنْ أسكنت عليا</w:t>
      </w:r>
      <w:r>
        <w:rPr>
          <w:rFonts w:hint="cs"/>
          <w:rtl/>
        </w:rPr>
        <w:t>ً</w:t>
      </w:r>
      <w:r>
        <w:rPr>
          <w:rtl/>
        </w:rPr>
        <w:t xml:space="preserve"> في المسجد وأخرجتهم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واللهما أخرجتهم وأسكنته بل الله أخرجهم وأسكنه ، إن الله عز وجل أوحى 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موسى وأخيه أن تبوّءا لقومكما بمصر بيوتا واجعلوا بيوتكم قبلة وأقيموا </w:t>
      </w:r>
      <w:r w:rsidR="008A2B0F">
        <w:rPr>
          <w:rFonts w:hint="cs"/>
          <w:rtl/>
        </w:rPr>
        <w:t xml:space="preserve"> </w:t>
      </w:r>
      <w:r>
        <w:rPr>
          <w:rtl/>
        </w:rPr>
        <w:t>الصلاة ... وإن عليا</w:t>
      </w:r>
      <w:r>
        <w:rPr>
          <w:rFonts w:hint="cs"/>
          <w:rtl/>
        </w:rPr>
        <w:t>ً</w:t>
      </w:r>
      <w:r>
        <w:rPr>
          <w:rtl/>
        </w:rPr>
        <w:t xml:space="preserve"> بمنزلة هارون من موسى وهو أخي ، ولا يحل لأحد أن ينكح </w:t>
      </w:r>
      <w:r w:rsidR="008A2B0F">
        <w:rPr>
          <w:rFonts w:hint="cs"/>
          <w:rtl/>
        </w:rPr>
        <w:t xml:space="preserve"> </w:t>
      </w:r>
      <w:r>
        <w:rPr>
          <w:rtl/>
        </w:rPr>
        <w:t>فيه النساء إل</w:t>
      </w:r>
      <w:r>
        <w:rPr>
          <w:rFonts w:hint="cs"/>
          <w:rtl/>
        </w:rPr>
        <w:t>ّ</w:t>
      </w:r>
      <w:r>
        <w:rPr>
          <w:rtl/>
        </w:rPr>
        <w:t xml:space="preserve">ا هو).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Pr="00AE26BB" w:rsidRDefault="00F631FA" w:rsidP="005F7FDA">
      <w:pPr>
        <w:pStyle w:val="libLine"/>
        <w:rPr>
          <w:rtl/>
        </w:rPr>
      </w:pPr>
      <w:r w:rsidRPr="00AE26BB">
        <w:rPr>
          <w:rtl/>
        </w:rPr>
        <w:t>_</w:t>
      </w:r>
      <w:r w:rsidRPr="00AE26BB">
        <w:rPr>
          <w:rFonts w:hint="cs"/>
          <w:rtl/>
        </w:rPr>
        <w:t>_____________</w:t>
      </w:r>
      <w:r w:rsidRPr="00AE26BB">
        <w:rPr>
          <w:rtl/>
        </w:rPr>
        <w:t>_</w:t>
      </w:r>
      <w:r w:rsidRPr="00AE26BB">
        <w:rPr>
          <w:rFonts w:hint="cs"/>
          <w:rtl/>
        </w:rPr>
        <w:t>_______</w:t>
      </w:r>
      <w:r w:rsidRPr="00AE26BB">
        <w:rPr>
          <w:rtl/>
        </w:rPr>
        <w:t>__</w:t>
      </w:r>
      <w:r w:rsidRPr="00AE26BB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تفسير فرات الكوفي : 178 / 230 ، بحار الأنوار 39 : 350 الرقم 24.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مسند أحمد 2 : 26 ، مجمع الزوائد 9 : 120 ، فتح الباري 7 : 12 ، كنز العمال 13 : 110 / 36359.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المستدرك للحاكم 3 : 117.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4. المستدرك للحاكم 3 : 125 ، مجمع الزوائد 9 : 120 ، مصنف ابن أبي شيبة 7 : 500 / 36 ، مناقب </w:t>
      </w:r>
      <w:r w:rsidR="008A2B0F">
        <w:rPr>
          <w:rFonts w:hint="cs"/>
          <w:rtl/>
        </w:rPr>
        <w:t xml:space="preserve"> </w:t>
      </w:r>
      <w:r>
        <w:rPr>
          <w:rtl/>
        </w:rPr>
        <w:t>الخوارزمي : 261 ، البداية والنهاية 7 : 377.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ينابيع المودة 1 : 259 الباب 17 / ح 8 ، الطرائف : 61 / ح 59 ، وانظر مسند أحمد 4 : 369 ، والمستدرك </w:t>
      </w:r>
      <w:r w:rsidR="008A2B0F">
        <w:rPr>
          <w:rFonts w:hint="cs"/>
          <w:rtl/>
        </w:rPr>
        <w:t xml:space="preserve"> </w:t>
      </w:r>
      <w:r>
        <w:rPr>
          <w:rtl/>
        </w:rPr>
        <w:t>للحاكم 3 : 125.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وقد قلب القومـوعداوةً للإمام عليـروايات سد الأبواب إل</w:t>
      </w:r>
      <w:r>
        <w:rPr>
          <w:rFonts w:hint="cs"/>
          <w:rtl/>
        </w:rPr>
        <w:t>ّ</w:t>
      </w:r>
      <w:r>
        <w:rPr>
          <w:rtl/>
        </w:rPr>
        <w:t xml:space="preserve">ا باب علي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إلى أنه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سد الأبواب إل</w:t>
      </w:r>
      <w:r>
        <w:rPr>
          <w:rFonts w:hint="cs"/>
          <w:rtl/>
        </w:rPr>
        <w:t>ّ</w:t>
      </w:r>
      <w:r>
        <w:rPr>
          <w:rtl/>
        </w:rPr>
        <w:t>ا خوخة أبي بكر.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الشيخ الأمينيـوبعد ذكره كلاما</w:t>
      </w:r>
      <w:r>
        <w:rPr>
          <w:rFonts w:hint="cs"/>
          <w:rtl/>
        </w:rPr>
        <w:t>ً</w:t>
      </w:r>
      <w:r>
        <w:rPr>
          <w:rtl/>
        </w:rPr>
        <w:t xml:space="preserve"> مفصلاً عن حديث سد الأبواب </w:t>
      </w:r>
      <w:r w:rsidR="008A2B0F">
        <w:rPr>
          <w:rFonts w:hint="cs"/>
          <w:rtl/>
        </w:rPr>
        <w:t xml:space="preserve"> </w:t>
      </w:r>
      <w:r>
        <w:rPr>
          <w:rtl/>
        </w:rPr>
        <w:t>وخوخة أبي بكرـإنّ الأخذ بمجامع هذه الأحاديث يُعطي خُبْرا</w:t>
      </w:r>
      <w:r>
        <w:rPr>
          <w:rFonts w:hint="cs"/>
          <w:rtl/>
        </w:rPr>
        <w:t>ً</w:t>
      </w:r>
      <w:r>
        <w:rPr>
          <w:rtl/>
        </w:rPr>
        <w:t xml:space="preserve"> بأن سدّ الأبواب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الشارعة في المسجد كان لتطهيره عن الأدناس الظاهرية والمعنوية ، فلا يمر به أحد </w:t>
      </w:r>
      <w:r w:rsidR="008A2B0F">
        <w:rPr>
          <w:rFonts w:hint="cs"/>
          <w:rtl/>
        </w:rPr>
        <w:t xml:space="preserve"> </w:t>
      </w:r>
      <w:r>
        <w:rPr>
          <w:rtl/>
        </w:rPr>
        <w:t>جنبا</w:t>
      </w:r>
      <w:r>
        <w:rPr>
          <w:rFonts w:hint="cs"/>
          <w:rtl/>
        </w:rPr>
        <w:t>ً</w:t>
      </w:r>
      <w:r>
        <w:rPr>
          <w:rtl/>
        </w:rPr>
        <w:t xml:space="preserve"> ، ولا يجنب فيه أحد.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وأمّا ترك بابه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وباب أمير المؤمنين فلطهارتهما عن كل رجس ودنس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بنص آية التطهير ، حتى أن الجنابةَ لا تحدث فيهما من الخبث المعنوي ما تحدث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غيرهما ، كما يعطي ذلك التنظير بمسجد موسى الذي سأل ربّه أن يطهره لهارون </w:t>
      </w:r>
      <w:r w:rsidR="008A2B0F">
        <w:rPr>
          <w:rFonts w:hint="cs"/>
          <w:rtl/>
        </w:rPr>
        <w:t xml:space="preserve"> </w:t>
      </w:r>
      <w:r>
        <w:rPr>
          <w:rtl/>
        </w:rPr>
        <w:t>وذريته ، أو أن ربّه أمره أن يبني مسجدا</w:t>
      </w:r>
      <w:r>
        <w:rPr>
          <w:rFonts w:hint="cs"/>
          <w:rtl/>
        </w:rPr>
        <w:t>ً</w:t>
      </w:r>
      <w:r>
        <w:rPr>
          <w:rtl/>
        </w:rPr>
        <w:t xml:space="preserve"> طاهرا</w:t>
      </w:r>
      <w:r>
        <w:rPr>
          <w:rFonts w:hint="cs"/>
          <w:rtl/>
        </w:rPr>
        <w:t>ً</w:t>
      </w:r>
      <w:r>
        <w:rPr>
          <w:rtl/>
        </w:rPr>
        <w:t xml:space="preserve"> لا يسكنه إل</w:t>
      </w:r>
      <w:r>
        <w:rPr>
          <w:rFonts w:hint="cs"/>
          <w:rtl/>
        </w:rPr>
        <w:t>ّ</w:t>
      </w:r>
      <w:r>
        <w:rPr>
          <w:rtl/>
        </w:rPr>
        <w:t xml:space="preserve">ا هو وهارون ، وليس </w:t>
      </w:r>
      <w:r w:rsidR="008A2B0F">
        <w:rPr>
          <w:rFonts w:hint="cs"/>
          <w:rtl/>
        </w:rPr>
        <w:t xml:space="preserve"> </w:t>
      </w:r>
      <w:r>
        <w:rPr>
          <w:rtl/>
        </w:rPr>
        <w:t>المراد تطهيره من الأخباث فحسب فإنّه حكم كل مسجد.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ويعطيك خبرا</w:t>
      </w:r>
      <w:r>
        <w:rPr>
          <w:rFonts w:hint="cs"/>
          <w:rtl/>
        </w:rPr>
        <w:t>ً</w:t>
      </w:r>
      <w:r>
        <w:rPr>
          <w:rtl/>
        </w:rPr>
        <w:t xml:space="preserve"> بما ذكرنا ما مر من الأحاديث من أن أمير المؤمنين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كان </w:t>
      </w:r>
      <w:r w:rsidR="008A2B0F">
        <w:rPr>
          <w:rFonts w:hint="cs"/>
          <w:rtl/>
        </w:rPr>
        <w:t xml:space="preserve"> </w:t>
      </w:r>
      <w:r>
        <w:rPr>
          <w:rtl/>
        </w:rPr>
        <w:t>يدخل المسجد وهو جنب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>وربما مرّ وهو جنب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وكان يدخل ويخرج منه وهو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جنب ، وما ورد عن أبي سعيد الخدري من قوله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لا يحل لأحد أن يجنب في هذا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المسجد غيري وغيرك.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AB744B" w:rsidRDefault="00F631FA" w:rsidP="00AB744B">
      <w:pPr>
        <w:pStyle w:val="libNormal"/>
        <w:rPr>
          <w:rtl/>
        </w:rPr>
      </w:pPr>
      <w:r>
        <w:rPr>
          <w:rtl/>
        </w:rPr>
        <w:t>وقوله : ألا إنّ مسجدي حرام على كل حائض من النساء وكل جنب من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صحيح البخاري 4 : 254 ، صحيح مسلم 7 : 108 ، مسند أحمد 1 : 270 ، وقال ابن الجوزي في </w:t>
      </w:r>
      <w:r w:rsidR="008A2B0F">
        <w:rPr>
          <w:rFonts w:hint="cs"/>
          <w:rtl/>
        </w:rPr>
        <w:t xml:space="preserve"> </w:t>
      </w:r>
      <w:r>
        <w:rPr>
          <w:rtl/>
        </w:rPr>
        <w:t>الموضوعات 1 : 367 : فقد روى بعض المتحذلقين في حديث أبي بكر زيادة لا تصح.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لحديث عبداللهبن عباس أخرجه النسائي في الخصائص : 76 ، فتح الباري 7 : 12 وقال رجاله ثقات ، </w:t>
      </w:r>
      <w:r w:rsidR="008A2B0F">
        <w:rPr>
          <w:rFonts w:hint="cs"/>
          <w:rtl/>
        </w:rPr>
        <w:t xml:space="preserve"> </w:t>
      </w:r>
      <w:r>
        <w:rPr>
          <w:rtl/>
        </w:rPr>
        <w:t>إرشاد الساري 6 : 891 عن أحمد والنسائي ووثق رجاله. وهو في كتاب السنة لأبي عاصم : 589.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مجمع الزوائد 9 : 115 ، فتح الباري 7 : 13 والطبراني في الكبير 2 : 246 عن إبراهيم بن نائلة </w:t>
      </w:r>
      <w:r w:rsidR="008A2B0F">
        <w:rPr>
          <w:rFonts w:hint="cs"/>
          <w:rtl/>
        </w:rPr>
        <w:t xml:space="preserve"> </w:t>
      </w:r>
      <w:r>
        <w:rPr>
          <w:rtl/>
        </w:rPr>
        <w:t>الأصبهاني عن إسماعيل بن عمرو البجلي عن ناصح عن سماك بن حرب عن جابر بن سمرة.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سنن الترمذي 5 : 303 / 3811 ، السنن الكبرى للبيهقي 7 : 66.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الرجال إل</w:t>
      </w:r>
      <w:r>
        <w:rPr>
          <w:rFonts w:hint="cs"/>
          <w:rtl/>
        </w:rPr>
        <w:t>ّ</w:t>
      </w:r>
      <w:r>
        <w:rPr>
          <w:rtl/>
        </w:rPr>
        <w:t xml:space="preserve">ا على محمد وأهل بيته : علي وفاطمة والحسن والحسين </w:t>
      </w:r>
      <w:r w:rsidRPr="005F7FDA">
        <w:rPr>
          <w:rStyle w:val="libAlaemChar"/>
          <w:rtl/>
        </w:rPr>
        <w:t>عليهم</w:t>
      </w:r>
      <w:r w:rsidRPr="005F7FDA">
        <w:rPr>
          <w:rStyle w:val="libAlaemChar"/>
          <w:rFonts w:hint="cs"/>
          <w:rtl/>
        </w:rPr>
        <w:t>‌السلام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فالتطهير هو أعلى شرف وامتياز لهم ، وهو يؤكد كونهم من نور واحد وطراز </w:t>
      </w:r>
      <w:r w:rsidR="008A2B0F">
        <w:rPr>
          <w:rFonts w:hint="cs"/>
          <w:rtl/>
        </w:rPr>
        <w:t xml:space="preserve"> </w:t>
      </w:r>
      <w:r>
        <w:rPr>
          <w:rtl/>
        </w:rPr>
        <w:t>فريد ، ولهذا ترى أنّ المعصوم لا يغسّله إل</w:t>
      </w:r>
      <w:r>
        <w:rPr>
          <w:rFonts w:hint="cs"/>
          <w:rtl/>
        </w:rPr>
        <w:t>ّ</w:t>
      </w:r>
      <w:r>
        <w:rPr>
          <w:rtl/>
        </w:rPr>
        <w:t>ا معصوم حسبما جاءت به الروايات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عن موسى بن جعفر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قال : قال لي أبي : قال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لما قرأت صحيفة </w:t>
      </w:r>
      <w:r w:rsidR="008A2B0F">
        <w:rPr>
          <w:rFonts w:hint="cs"/>
          <w:rtl/>
        </w:rPr>
        <w:t xml:space="preserve"> </w:t>
      </w:r>
      <w:r>
        <w:rPr>
          <w:rtl/>
        </w:rPr>
        <w:t>وصية رسول الله فإذا فيها : يا علي ، غسلني ، ولا يغسلني غيرك.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فقلت يا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بأبي أنت وأُمي ، أنا أقوى على غسلك وحدي؟!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بذا أمرني جبرائيل ، وبذلك أمر الله تبارك وتعالى.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فقلت له : فإن لم أقو على غسلك وحدي ، فأستعين بغيري يكون معي؟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فقال جبرائيل : يا محمد ، قل لعليّ : إن ربك يأمُركَ أنْ تُغسِّل ابن عمك ، فإنّها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السنّة ، لا يغسّل الأنبياء غيرُ الأوصياء ، وإنّما يُغسّل كلَّ نبي وصيُّه من بعده ، وهي </w:t>
      </w:r>
      <w:r w:rsidR="008A2B0F">
        <w:rPr>
          <w:rFonts w:hint="cs"/>
          <w:rtl/>
        </w:rPr>
        <w:t xml:space="preserve"> </w:t>
      </w:r>
      <w:r>
        <w:rPr>
          <w:rtl/>
        </w:rPr>
        <w:t>من حجج الله لمحمد على أُمّته فيما أجمعوا عليه من قطيعة ما أمرهم به.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واعلَم يا علي ، أن لَكَ على غسلي أعوانا</w:t>
      </w:r>
      <w:r>
        <w:rPr>
          <w:rFonts w:hint="cs"/>
          <w:rtl/>
        </w:rPr>
        <w:t>ً</w:t>
      </w:r>
      <w:r>
        <w:rPr>
          <w:rtl/>
        </w:rPr>
        <w:t xml:space="preserve"> هم نِعمَ الأعوان والإخوان. فقال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فقلت : يا رسول الله ، من هم ، بأبي أنت وأمّي؟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جبرائيل ، وميكائيل ، وإسرافيل ، وملك الموت ، وإسماعيل صاحب </w:t>
      </w:r>
      <w:r w:rsidR="008A2B0F">
        <w:rPr>
          <w:rFonts w:hint="cs"/>
          <w:rtl/>
        </w:rPr>
        <w:t xml:space="preserve"> </w:t>
      </w:r>
      <w:r>
        <w:rPr>
          <w:rtl/>
        </w:rPr>
        <w:t>السماء الدنيا أعوان لك.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علي : فخررت للهساجدا</w:t>
      </w:r>
      <w:r>
        <w:rPr>
          <w:rFonts w:hint="cs"/>
          <w:rtl/>
        </w:rPr>
        <w:t>ً</w:t>
      </w:r>
      <w:r>
        <w:rPr>
          <w:rtl/>
        </w:rPr>
        <w:t xml:space="preserve"> ، وقلت : الحمد للّهالذي جعل لي أخوانا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وأعوانا</w:t>
      </w:r>
      <w:r>
        <w:rPr>
          <w:rFonts w:hint="cs"/>
          <w:rtl/>
        </w:rPr>
        <w:t>ً</w:t>
      </w:r>
      <w:r>
        <w:rPr>
          <w:rtl/>
        </w:rPr>
        <w:t xml:space="preserve"> هم أُمناءُ الله.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Pr="00730D73" w:rsidRDefault="00F631FA" w:rsidP="005F7FDA">
      <w:pPr>
        <w:pStyle w:val="libLine"/>
        <w:rPr>
          <w:rtl/>
        </w:rPr>
      </w:pPr>
      <w:r w:rsidRPr="00730D73">
        <w:rPr>
          <w:rtl/>
        </w:rPr>
        <w:t>_</w:t>
      </w:r>
      <w:r w:rsidRPr="00730D73">
        <w:rPr>
          <w:rFonts w:hint="cs"/>
          <w:rtl/>
        </w:rPr>
        <w:t>_____________</w:t>
      </w:r>
      <w:r w:rsidRPr="00730D73">
        <w:rPr>
          <w:rtl/>
        </w:rPr>
        <w:t>_</w:t>
      </w:r>
      <w:r w:rsidRPr="00730D73">
        <w:rPr>
          <w:rFonts w:hint="cs"/>
          <w:rtl/>
        </w:rPr>
        <w:t>_______</w:t>
      </w:r>
      <w:r w:rsidRPr="00730D73">
        <w:rPr>
          <w:rtl/>
        </w:rPr>
        <w:t>__</w:t>
      </w:r>
      <w:r w:rsidRPr="00730D73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السنن الكبرى للبيهقي 7 : 66 ، سبل الهدى والرشاد 10 : 423 ، تفسير الثعلبي 3 : 313 ، تلخيص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الحبير 3 : 136 ، وانظر تاريخ دمشق 14 : 166 ، أخبار أصبهان 1 : 191 ، كنز العمال 12 : 101 / </w:t>
      </w:r>
      <w:r w:rsidR="008A2B0F">
        <w:rPr>
          <w:rFonts w:hint="cs"/>
          <w:rtl/>
        </w:rPr>
        <w:t xml:space="preserve"> </w:t>
      </w:r>
      <w:r>
        <w:rPr>
          <w:rtl/>
        </w:rPr>
        <w:t>34183 ، وراجع الغدير 3 : 202 ـ 215.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الطرف للسيد ابن طاووس : 44 ، وعنه في بحار الأنوار 22 : 456 / 64 ، واللفظ له ، الصراط المستقيم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2 : 94 / 14 ، وانظر كنز العمال كذلك 7 : 249 / 18780 / تاريخ دمشق 13 : 129 ، سمط النجوم </w:t>
      </w:r>
      <w:r w:rsidR="008A2B0F">
        <w:rPr>
          <w:rFonts w:hint="cs"/>
          <w:rtl/>
        </w:rPr>
        <w:t xml:space="preserve"> </w:t>
      </w:r>
      <w:r>
        <w:rPr>
          <w:rtl/>
        </w:rPr>
        <w:t>العوالي 3 : 41 / 45.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 كلامه له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... ولقد قُبض رسول الله وأن رأسهُ لفي حجري ، ولقد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وليت غسله بيدي وحدي ، وتقلِّبه الملائكة المقربون معي ، وأيمُ الله ما اختلفت أُمة </w:t>
      </w:r>
      <w:r w:rsidR="008A2B0F">
        <w:rPr>
          <w:rFonts w:hint="cs"/>
          <w:rtl/>
        </w:rPr>
        <w:t xml:space="preserve"> </w:t>
      </w:r>
      <w:r>
        <w:rPr>
          <w:rtl/>
        </w:rPr>
        <w:t>قط بعد نبيها إل</w:t>
      </w:r>
      <w:r>
        <w:rPr>
          <w:rFonts w:hint="cs"/>
          <w:rtl/>
        </w:rPr>
        <w:t>ّ</w:t>
      </w:r>
      <w:r>
        <w:rPr>
          <w:rtl/>
        </w:rPr>
        <w:t>اظهر أهل باطلها على أهل حقها إل</w:t>
      </w:r>
      <w:r>
        <w:rPr>
          <w:rFonts w:hint="cs"/>
          <w:rtl/>
        </w:rPr>
        <w:t>ّ</w:t>
      </w:r>
      <w:r>
        <w:rPr>
          <w:rtl/>
        </w:rPr>
        <w:t>ا ما شاء الله.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وقال أيضا</w:t>
      </w:r>
      <w:r>
        <w:rPr>
          <w:rFonts w:hint="cs"/>
          <w:rtl/>
        </w:rPr>
        <w:t>ً</w:t>
      </w:r>
      <w:r>
        <w:rPr>
          <w:rtl/>
        </w:rPr>
        <w:t xml:space="preserve"> : أوصى رسول الله أن لا يغسله أحدٌ غيري ، فإنّه لا يرى أحدٌ </w:t>
      </w:r>
      <w:r w:rsidR="008A2B0F">
        <w:rPr>
          <w:rFonts w:hint="cs"/>
          <w:rtl/>
        </w:rPr>
        <w:t xml:space="preserve"> </w:t>
      </w:r>
      <w:r>
        <w:rPr>
          <w:rtl/>
        </w:rPr>
        <w:t>عورتي إل</w:t>
      </w:r>
      <w:r>
        <w:rPr>
          <w:rFonts w:hint="cs"/>
          <w:rtl/>
        </w:rPr>
        <w:t>ّ</w:t>
      </w:r>
      <w:r>
        <w:rPr>
          <w:rtl/>
        </w:rPr>
        <w:t xml:space="preserve">ا طمست عيناه. فكان العباس وأسامة يناولان الماء من وراء الستر ، فما </w:t>
      </w:r>
      <w:r w:rsidR="008A2B0F">
        <w:rPr>
          <w:rFonts w:hint="cs"/>
          <w:rtl/>
        </w:rPr>
        <w:t xml:space="preserve"> </w:t>
      </w:r>
      <w:r>
        <w:rPr>
          <w:rtl/>
        </w:rPr>
        <w:t>تناولت عضوا</w:t>
      </w:r>
      <w:r>
        <w:rPr>
          <w:rFonts w:hint="cs"/>
          <w:rtl/>
        </w:rPr>
        <w:t>ً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>ا كأنّهُ يُقلبهُ معي ثلاثون رجلاً حتى فرغت من غسله.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في حديث المناشدة : نشدتكم باللهأفيكم أحدٌ وَلِيَ غَمْضَ رسول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مع الملائكة غيري؟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قالوا : اللهمّ لا.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نشدتكم باللهأفيكم أحدٌ ولي غسل النبي مع الملائكة يقلبونه لي </w:t>
      </w:r>
      <w:r w:rsidR="008A2B0F">
        <w:rPr>
          <w:rFonts w:hint="cs"/>
          <w:rtl/>
        </w:rPr>
        <w:t xml:space="preserve"> </w:t>
      </w:r>
      <w:r>
        <w:rPr>
          <w:rtl/>
        </w:rPr>
        <w:t>كيف أشاء غيري؟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قالوا : اللهمّ لا.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مفضل بن عمر عن الإمام الصادق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أنه قال : فاطمة صدّيقةٌ لم يكن </w:t>
      </w:r>
      <w:r w:rsidR="008A2B0F">
        <w:rPr>
          <w:rFonts w:hint="cs"/>
          <w:rtl/>
        </w:rPr>
        <w:t xml:space="preserve"> </w:t>
      </w:r>
      <w:r>
        <w:rPr>
          <w:rtl/>
        </w:rPr>
        <w:t>يغسّلها إل</w:t>
      </w:r>
      <w:r>
        <w:rPr>
          <w:rFonts w:hint="cs"/>
          <w:rtl/>
        </w:rPr>
        <w:t>ّ</w:t>
      </w:r>
      <w:r>
        <w:rPr>
          <w:rtl/>
        </w:rPr>
        <w:t xml:space="preserve">ا صدّيق.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Pr="00730D73" w:rsidRDefault="00F631FA" w:rsidP="005F7FDA">
      <w:pPr>
        <w:pStyle w:val="libLine"/>
        <w:rPr>
          <w:rtl/>
        </w:rPr>
      </w:pPr>
      <w:r w:rsidRPr="00730D73">
        <w:rPr>
          <w:rtl/>
        </w:rPr>
        <w:t>_</w:t>
      </w:r>
      <w:r w:rsidRPr="00730D73">
        <w:rPr>
          <w:rFonts w:hint="cs"/>
          <w:rtl/>
        </w:rPr>
        <w:t>_____________</w:t>
      </w:r>
      <w:r w:rsidRPr="00730D73">
        <w:rPr>
          <w:rtl/>
        </w:rPr>
        <w:t>_</w:t>
      </w:r>
      <w:r w:rsidRPr="00730D73">
        <w:rPr>
          <w:rFonts w:hint="cs"/>
          <w:rtl/>
        </w:rPr>
        <w:t>_______</w:t>
      </w:r>
      <w:r w:rsidRPr="00730D73">
        <w:rPr>
          <w:rtl/>
        </w:rPr>
        <w:t>__</w:t>
      </w:r>
      <w:r w:rsidRPr="00730D73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كتاب صفين : 224 ، جمهرة خطب العرب 1 : 346 ، شرح نهج البلاغة 5 : 181 ، أمالي المفيد : 235.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وما تنبأ به الإمام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وأخبر به جرى على لسان معاوية ، فعن الشعبي قال : خطب معاوية حين بويع له ، </w:t>
      </w:r>
      <w:r w:rsidR="008A2B0F">
        <w:rPr>
          <w:rFonts w:hint="cs"/>
          <w:rtl/>
        </w:rPr>
        <w:t xml:space="preserve"> </w:t>
      </w:r>
      <w:r>
        <w:rPr>
          <w:rtl/>
        </w:rPr>
        <w:t>فقال : ما اختلفت أُمة بعد نبيها إل</w:t>
      </w:r>
      <w:r>
        <w:rPr>
          <w:rFonts w:hint="cs"/>
          <w:rtl/>
        </w:rPr>
        <w:t>ّ</w:t>
      </w:r>
      <w:r>
        <w:rPr>
          <w:rtl/>
        </w:rPr>
        <w:t>ا ظهر أهل باطلها على أهل حقها ، ثمّ إنّه انتبه فندم ، فقال : إل</w:t>
      </w:r>
      <w:r>
        <w:rPr>
          <w:rFonts w:hint="cs"/>
          <w:rtl/>
        </w:rPr>
        <w:t>ّ</w:t>
      </w:r>
      <w:r>
        <w:rPr>
          <w:rtl/>
        </w:rPr>
        <w:t xml:space="preserve">ا هذه </w:t>
      </w:r>
      <w:r w:rsidR="008A2B0F">
        <w:rPr>
          <w:rFonts w:hint="cs"/>
          <w:rtl/>
        </w:rPr>
        <w:t xml:space="preserve"> </w:t>
      </w:r>
      <w:r>
        <w:rPr>
          <w:rtl/>
        </w:rPr>
        <w:t>الأمة فإنها وإنها مقاتل الطالبيين : 45 ، سبل الهدى والرشاد 10 : 364.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طبقات ابن سعد 2 : 278 ، مجمع الزوائد 9 : 36 ، كنز العمال 7 : 250 / 18784.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تاريخ دمشق 42 : 433 ، 435 ، الطرائف : 413 ، شرح الأخبار 2 : 189 / 529 ، مناقب الخوارزمي : 315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الكافي 1 : 459 / باب مولد الزهراء / ح 4 ، 3 : 159 / باب الرجل يغسل المرأة / ح 13 ، علل الشرايع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1 : 184 / باب العلة التي من أجلها غسل فاطمة أمير المؤمنين لما توفيت / ح 13 ، الاستبصار 1 : </w:t>
      </w:r>
      <w:r w:rsidR="008A2B0F">
        <w:rPr>
          <w:rFonts w:hint="cs"/>
          <w:rtl/>
        </w:rPr>
        <w:t xml:space="preserve"> </w:t>
      </w:r>
      <w:r>
        <w:rPr>
          <w:rtl/>
        </w:rPr>
        <w:t>200 / 15703 / التهذيب 1 : 440 / 1422</w:t>
      </w:r>
      <w:r>
        <w:rPr>
          <w:rFonts w:hint="cs"/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ومجموع ذلك يعرفنا أن التطهير هو أعلى سمات الصدّيقية ، وبما أن الكذب هو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الرجس ، فالصدّيقـالذي هو صيغة مبالغة للصدوقـيجب أن يبتعد عن </w:t>
      </w:r>
      <w:r w:rsidR="008A2B0F">
        <w:rPr>
          <w:rFonts w:hint="cs"/>
          <w:rtl/>
        </w:rPr>
        <w:t xml:space="preserve"> </w:t>
      </w:r>
      <w:r>
        <w:rPr>
          <w:rtl/>
        </w:rPr>
        <w:t>الرجس ، بل يجب أن يكون صادقا</w:t>
      </w:r>
      <w:r>
        <w:rPr>
          <w:rFonts w:hint="cs"/>
          <w:rtl/>
        </w:rPr>
        <w:t>ً</w:t>
      </w:r>
      <w:r>
        <w:rPr>
          <w:rtl/>
        </w:rPr>
        <w:t xml:space="preserve"> أمينا</w:t>
      </w:r>
      <w:r>
        <w:rPr>
          <w:rFonts w:hint="cs"/>
          <w:rtl/>
        </w:rPr>
        <w:t>ً</w:t>
      </w:r>
      <w:r>
        <w:rPr>
          <w:rtl/>
        </w:rPr>
        <w:t xml:space="preserve"> مراعيا</w:t>
      </w:r>
      <w:r>
        <w:rPr>
          <w:rFonts w:hint="cs"/>
          <w:rtl/>
        </w:rPr>
        <w:t>ً</w:t>
      </w:r>
      <w:r>
        <w:rPr>
          <w:rtl/>
        </w:rPr>
        <w:t xml:space="preserve"> للعهود والمواثيق أولاً كي يكون </w:t>
      </w:r>
      <w:r w:rsidR="008A2B0F">
        <w:rPr>
          <w:rFonts w:hint="cs"/>
          <w:rtl/>
        </w:rPr>
        <w:t xml:space="preserve"> </w:t>
      </w:r>
      <w:r>
        <w:rPr>
          <w:rtl/>
        </w:rPr>
        <w:t>صدّيقا</w:t>
      </w:r>
      <w:r>
        <w:rPr>
          <w:rFonts w:hint="cs"/>
          <w:rtl/>
        </w:rPr>
        <w:t>ً</w:t>
      </w:r>
      <w:r>
        <w:rPr>
          <w:rtl/>
        </w:rPr>
        <w:t xml:space="preserve"> في المرتبة الثانية. ولذلك يلحظ التأكيد والمبالغة في آية التطهير في قوله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إِنَّمَا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وقوله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وَيُطَهِّرَكُمْ تَطْهِيرًا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والتي نزلت في محمّد وعلي </w:t>
      </w:r>
      <w:r w:rsidR="008A2B0F">
        <w:rPr>
          <w:rFonts w:hint="cs"/>
          <w:rtl/>
        </w:rPr>
        <w:t xml:space="preserve"> </w:t>
      </w:r>
      <w:r>
        <w:rPr>
          <w:rtl/>
        </w:rPr>
        <w:t>وفاطمة والحسن والحسين</w:t>
      </w:r>
      <w:r>
        <w:rPr>
          <w:rFonts w:hint="cs"/>
          <w:rtl/>
        </w:rPr>
        <w:t xml:space="preserve"> ، </w:t>
      </w:r>
      <w:r>
        <w:rPr>
          <w:rtl/>
        </w:rPr>
        <w:t>وهو يشابه ما جاء في مريم بنت عمران من قوله</w:t>
      </w:r>
      <w:r>
        <w:rPr>
          <w:rFonts w:hint="cs"/>
          <w:rtl/>
        </w:rPr>
        <w:t xml:space="preserve">: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اصْطَفَاكِ عَلَىٰ نِسَاءِ الْعَالَمِينَ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(3)</w:t>
      </w:r>
      <w:r>
        <w:rPr>
          <w:rtl/>
        </w:rPr>
        <w:t>وفي اخرى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وَجَعَلْنَا ابْنَ مَرْيَمَ وَأُمَّهُ آيَةً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(4)</w:t>
      </w:r>
      <w:r w:rsidR="008A2B0F">
        <w:rPr>
          <w:rFonts w:hint="cs"/>
          <w:rtl/>
        </w:rPr>
        <w:t xml:space="preserve"> </w:t>
      </w:r>
      <w:r>
        <w:rPr>
          <w:rtl/>
        </w:rPr>
        <w:t>فمريم بنت عمران وفاطمة بنت محمّد كانتا المثال الاكمل للتطهير ، فقال سبحانه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وَمَرْيَمَ ابْنَتَ عِمْرَانَ الَّتِي أَحْصَنَتْ فَرْجَهَا فَنَفَخْنَا فِيهِ مِن رُّوحِنَا وَصَدَّقَتْ بِكَلِمَاتِ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رَبِّهَا وَكُتُبِهِ وَكَانَتْ مِنَ الْقَانِتِينَ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(5)</w:t>
      </w:r>
      <w:r>
        <w:rPr>
          <w:rtl/>
        </w:rPr>
        <w:t xml:space="preserve">وجاء نحو ذلك عن ابي عبد الله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انه قال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ومريم ابنت عمران التي احصنت فرجها مثلاً ضربة الله لفاطمة وقال : انّ فاطمة </w:t>
      </w:r>
      <w:r w:rsidR="008A2B0F">
        <w:rPr>
          <w:rFonts w:hint="cs"/>
          <w:rtl/>
        </w:rPr>
        <w:t xml:space="preserve"> </w:t>
      </w:r>
      <w:r>
        <w:rPr>
          <w:rtl/>
        </w:rPr>
        <w:t>أحصنت فرجها فحرّم الله ذريتها على النار.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الرابع : كونه على الحنيفية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بما أن الصدّيقية منزلة ربانية ، فحريّ بالصدّيق أن يكون ممن كان يعبد الله قبل </w:t>
      </w:r>
      <w:r w:rsidR="008A2B0F">
        <w:rPr>
          <w:rFonts w:hint="cs"/>
          <w:rtl/>
        </w:rPr>
        <w:t xml:space="preserve"> </w:t>
      </w:r>
      <w:r>
        <w:rPr>
          <w:rtl/>
        </w:rPr>
        <w:t>الإسلام ، ولم يسجد لصنم قط ، وكان على الحنفية قبل الإسلام ، أو أن يكون مسلما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من أوّل الأمر إن ولد في الإسلام أي أن لا يكون إسلامه مسبوقا</w:t>
      </w:r>
      <w:r>
        <w:rPr>
          <w:rFonts w:hint="cs"/>
          <w:rtl/>
        </w:rPr>
        <w:t>ً</w:t>
      </w:r>
      <w:r>
        <w:rPr>
          <w:rtl/>
        </w:rPr>
        <w:t xml:space="preserve"> بشرك أو كفر.</w:t>
      </w:r>
    </w:p>
    <w:p w:rsidR="00AB744B" w:rsidRDefault="00F631FA" w:rsidP="00AB744B">
      <w:pPr>
        <w:pStyle w:val="libNormal"/>
        <w:rPr>
          <w:rtl/>
        </w:rPr>
      </w:pPr>
      <w:r>
        <w:rPr>
          <w:rtl/>
        </w:rPr>
        <w:t>ومن الثابت المعلوم أن الإمام عليا</w:t>
      </w:r>
      <w:r>
        <w:rPr>
          <w:rFonts w:hint="cs"/>
          <w:rtl/>
        </w:rPr>
        <w:t>ً</w:t>
      </w:r>
      <w:r>
        <w:rPr>
          <w:rtl/>
        </w:rPr>
        <w:t xml:space="preserve"> كان هو ذاك الذي لم يسجد لصنم قط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آل عمران : 42.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المؤمنون : 50.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التحريم : 13.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البرهان في تفسير القرآن 4 : 358.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وهذا ما لا يشك فيه أحد ، وهو أول من أسلم ، وقد عبد الله قبل الناس بسبع سنين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أو تسع ، وكذا الصدّيقة فاطمة الزهراء فإنها ولدت في الإسلام ولم تشرك بالله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طرفة عين.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أما أبو بكر فقد عبد الأصنام في الجاهلية ، وكان من المشركين فيها ، وممن </w:t>
      </w:r>
      <w:r w:rsidR="008A2B0F">
        <w:rPr>
          <w:rFonts w:hint="cs"/>
          <w:rtl/>
        </w:rPr>
        <w:t xml:space="preserve"> </w:t>
      </w:r>
      <w:r>
        <w:rPr>
          <w:rtl/>
        </w:rPr>
        <w:t>صدرت منه أفعالٌ بعد الإسلام عليها أكثر من علامة استفهام.</w:t>
      </w:r>
      <w:r w:rsidRPr="005F7FDA">
        <w:rPr>
          <w:rStyle w:val="libFootnotenumChar"/>
          <w:rtl/>
        </w:rPr>
        <w:t>(1)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نصوص في ذلك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الإمام علي : ... فإني ولدت على الفطرة وسبقت إلى الإيمان والهجرة.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الإمام الصادق عن أبيه </w:t>
      </w:r>
      <w:r w:rsidRPr="005F7FD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عن ابن عباس ، قال : نظر علي بن أبي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طالب في وجوه الناس فقال : إني لأخو رسول الله ، ووزيره ، وقد علمتم أني أولكم </w:t>
      </w:r>
      <w:r w:rsidR="008A2B0F">
        <w:rPr>
          <w:rFonts w:hint="cs"/>
          <w:rtl/>
        </w:rPr>
        <w:t xml:space="preserve"> </w:t>
      </w:r>
      <w:r>
        <w:rPr>
          <w:rtl/>
        </w:rPr>
        <w:t>إيمانا</w:t>
      </w:r>
      <w:r>
        <w:rPr>
          <w:rFonts w:hint="cs"/>
          <w:rtl/>
        </w:rPr>
        <w:t>ً</w:t>
      </w:r>
      <w:r>
        <w:rPr>
          <w:rtl/>
        </w:rPr>
        <w:t xml:space="preserve"> باللهورسوله ثمّ دخلتم في الإسلام بعدي رَسَلاً رَسَلاً.</w:t>
      </w:r>
      <w:r w:rsidRPr="005F7FDA">
        <w:rPr>
          <w:rStyle w:val="libFootnotenumChar"/>
          <w:rFonts w:hint="cs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أنه قال : ما أعرف أحدا</w:t>
      </w:r>
      <w:r>
        <w:rPr>
          <w:rFonts w:hint="cs"/>
          <w:rtl/>
        </w:rPr>
        <w:t>ً</w:t>
      </w:r>
      <w:r>
        <w:rPr>
          <w:rtl/>
        </w:rPr>
        <w:t xml:space="preserve"> من هذه الأمّة عبدَ الله بعد نبينا غيري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عبدتُ الله قبل أن يعبده أحدٌ من هذه الأمة تسع سنين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وفي نص آخر : خمس ، أو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سبع سنين.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Pr="00F03CC2" w:rsidRDefault="00F631FA" w:rsidP="005F7FDA">
      <w:pPr>
        <w:pStyle w:val="libLine"/>
        <w:rPr>
          <w:rtl/>
        </w:rPr>
      </w:pPr>
      <w:r w:rsidRPr="00F03CC2">
        <w:rPr>
          <w:rtl/>
        </w:rPr>
        <w:t>_</w:t>
      </w:r>
      <w:r w:rsidRPr="00F03CC2">
        <w:rPr>
          <w:rFonts w:hint="cs"/>
          <w:rtl/>
        </w:rPr>
        <w:t>_____________</w:t>
      </w:r>
      <w:r w:rsidRPr="00F03CC2">
        <w:rPr>
          <w:rtl/>
        </w:rPr>
        <w:t>_</w:t>
      </w:r>
      <w:r w:rsidRPr="00F03CC2">
        <w:rPr>
          <w:rFonts w:hint="cs"/>
          <w:rtl/>
        </w:rPr>
        <w:t>_______</w:t>
      </w:r>
      <w:r w:rsidRPr="00F03CC2">
        <w:rPr>
          <w:rtl/>
        </w:rPr>
        <w:t>__</w:t>
      </w:r>
      <w:r w:rsidRPr="00F03CC2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أحكام القرآن 1 : 398.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نهج البلاغة الخطبة 1 : 106 / 57 ، وسائل الشيعة 16 : 228 / 21431 ، شرح نهج البلاغة 4 : 114 ، </w:t>
      </w:r>
      <w:r w:rsidR="008A2B0F">
        <w:rPr>
          <w:rFonts w:hint="cs"/>
          <w:rtl/>
        </w:rPr>
        <w:t xml:space="preserve"> </w:t>
      </w:r>
      <w:r>
        <w:rPr>
          <w:rtl/>
        </w:rPr>
        <w:t>مناقب آل أبي طالب 2 : 107 ، بحار الأنوار 41 : 317.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مناقب ابن المغازلي : 111 الرقم 154 ، كشف الغمة 1 : 78 ، الرَسَل : الجماعة ، بحار الأنوار 38 : 330 / 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الخصائص للنسائي : 47.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تاريخ دمشق 42 : 30 ، مسند أبي يعلى الموصلي 1 : 348 / 447 ، أسد الغابة 4 : 17 ، تذكرة الخواص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108 ، القول المسدد في مسند أحمد : 64 ، الآحاد والمثاني 1 : 148 / 178 مسند أحمد 1 : 99 ، كنز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العمال 13 : 42 / 3639 و 36391 ، سمط النجوم العوالي 3 : 28 / 6 ، مجمع الزوائد 9 : 102 ، كشف </w:t>
      </w:r>
      <w:r w:rsidR="008A2B0F">
        <w:rPr>
          <w:rFonts w:hint="cs"/>
          <w:rtl/>
        </w:rPr>
        <w:t xml:space="preserve"> </w:t>
      </w:r>
      <w:r>
        <w:rPr>
          <w:rtl/>
        </w:rPr>
        <w:t>الغمة 1 : 80 ، بحار الأنوار 38 : 257 ، الكامل في التاريخ 1 : 582.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وقال أيضا</w:t>
      </w:r>
      <w:r>
        <w:rPr>
          <w:rFonts w:hint="cs"/>
          <w:rtl/>
        </w:rPr>
        <w:t>ً</w:t>
      </w:r>
      <w:r>
        <w:rPr>
          <w:rtl/>
        </w:rPr>
        <w:t xml:space="preserve"> : صليت مع رسول الله كذا وكذا لا يصلي معه غيري إل</w:t>
      </w:r>
      <w:r>
        <w:rPr>
          <w:rFonts w:hint="cs"/>
          <w:rtl/>
        </w:rPr>
        <w:t>ّ</w:t>
      </w:r>
      <w:r>
        <w:rPr>
          <w:rtl/>
        </w:rPr>
        <w:t>ا خديجة.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أبي أيوب الأنصاري قال : قال رسول الله : لقد صلّت الملائكة عليَّ وعلى </w:t>
      </w:r>
      <w:r w:rsidR="008A2B0F">
        <w:rPr>
          <w:rFonts w:hint="cs"/>
          <w:rtl/>
        </w:rPr>
        <w:t xml:space="preserve"> </w:t>
      </w:r>
      <w:r>
        <w:rPr>
          <w:rtl/>
        </w:rPr>
        <w:t>علي سبع سنين ، لأنّا كنّا نصلي ليس معنا أحد يصلي غيرنا.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أنس قال : قال رسول الله : صَلَّت عليّ الملائكة وعلى علي بن أبي طالب </w:t>
      </w:r>
      <w:r w:rsidR="008A2B0F">
        <w:rPr>
          <w:rFonts w:hint="cs"/>
          <w:rtl/>
        </w:rPr>
        <w:t xml:space="preserve"> </w:t>
      </w:r>
      <w:r>
        <w:rPr>
          <w:rtl/>
        </w:rPr>
        <w:t>سبع سنين ، ولم تصعد أو ترتفع شهادة أن لا إله إل</w:t>
      </w:r>
      <w:r>
        <w:rPr>
          <w:rFonts w:hint="cs"/>
          <w:rtl/>
        </w:rPr>
        <w:t>ّ</w:t>
      </w:r>
      <w:r>
        <w:rPr>
          <w:rtl/>
        </w:rPr>
        <w:t>ا الله من الأرض إلى السماء إل</w:t>
      </w:r>
      <w:r>
        <w:rPr>
          <w:rFonts w:hint="cs"/>
          <w:rtl/>
        </w:rPr>
        <w:t>ّ</w:t>
      </w:r>
      <w:r>
        <w:rPr>
          <w:rtl/>
        </w:rPr>
        <w:t xml:space="preserve">ا مني </w:t>
      </w:r>
      <w:r w:rsidR="008A2B0F">
        <w:rPr>
          <w:rFonts w:hint="cs"/>
          <w:rtl/>
        </w:rPr>
        <w:t xml:space="preserve"> </w:t>
      </w:r>
      <w:r>
        <w:rPr>
          <w:rtl/>
        </w:rPr>
        <w:t>ومن علي بن أبي طالب.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أبي ذر قال : قال رسول الله : إن الملائكة صلّت عليّ وعلى علي سبع سنين </w:t>
      </w:r>
      <w:r w:rsidR="008A2B0F">
        <w:rPr>
          <w:rFonts w:hint="cs"/>
          <w:rtl/>
        </w:rPr>
        <w:t xml:space="preserve"> </w:t>
      </w:r>
      <w:r>
        <w:rPr>
          <w:rtl/>
        </w:rPr>
        <w:t>قبل أن يسلم بشر.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أنزلت النبوة على النبي يوم الإثنين وأسلمتُ غداة يوم الثلاثاء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فكان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يصلّي وأنا أصلي عن يمينه ، وما معه أحد من الرجال غيري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فأنزل الله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وَأَصْحَابُ الْيَمِينِ ... 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كلام له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اللهم إني أول من أناب وسمع وأجاب لم يسبقني إلا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بالصلاة.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</w:p>
    <w:p w:rsidR="008F7F72" w:rsidRDefault="00F631FA" w:rsidP="008F7F72">
      <w:pPr>
        <w:pStyle w:val="libNormal"/>
        <w:rPr>
          <w:rtl/>
        </w:rPr>
      </w:pPr>
      <w:r>
        <w:rPr>
          <w:rtl/>
        </w:rPr>
        <w:t>وقال أيضا</w:t>
      </w:r>
      <w:r>
        <w:rPr>
          <w:rFonts w:hint="cs"/>
          <w:rtl/>
        </w:rPr>
        <w:t>ً</w:t>
      </w:r>
      <w:r>
        <w:rPr>
          <w:rtl/>
        </w:rPr>
        <w:t xml:space="preserve"> : اللهم لا أعرف أن عبدا</w:t>
      </w:r>
      <w:r>
        <w:rPr>
          <w:rFonts w:hint="cs"/>
          <w:rtl/>
        </w:rPr>
        <w:t>ً</w:t>
      </w:r>
      <w:r>
        <w:rPr>
          <w:rtl/>
        </w:rPr>
        <w:t xml:space="preserve"> من هذه الأُمة عبدك قبلي غير نبيها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الاستيعاب 3 : 1096 ، شرح نهج البلاغة 4 : 120.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تاريخ دمشق 42 : 39 ، أُسد الغابة 4 : 18 ، مناقب الكوفي 1 : 238 / 198 ، روضة الواعظين : 85 ، </w:t>
      </w:r>
      <w:r w:rsidR="008A2B0F">
        <w:rPr>
          <w:rFonts w:hint="cs"/>
          <w:rtl/>
        </w:rPr>
        <w:t xml:space="preserve"> </w:t>
      </w:r>
      <w:r>
        <w:rPr>
          <w:rtl/>
        </w:rPr>
        <w:t>شرح الأخبار 2 : 409 / 755.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الفصول المختارة : 266 ، أعلام الورى 1 : 361 ، كنز الفوائد : 125.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شواهد التنزيل 2 : 184 / 818 ، كنز العمال 11 : 616 / 32989 ، كنز الفوائد : 125 ، مناقب </w:t>
      </w:r>
      <w:r>
        <w:rPr>
          <w:rFonts w:hint="cs"/>
          <w:rtl/>
        </w:rPr>
        <w:t>ا</w:t>
      </w:r>
      <w:r>
        <w:rPr>
          <w:rtl/>
        </w:rPr>
        <w:t xml:space="preserve">بن </w:t>
      </w:r>
      <w:r w:rsidR="008A2B0F">
        <w:rPr>
          <w:rFonts w:hint="cs"/>
          <w:rtl/>
        </w:rPr>
        <w:t xml:space="preserve"> </w:t>
      </w:r>
      <w:r>
        <w:rPr>
          <w:rtl/>
        </w:rPr>
        <w:t>شهرآشوب 1 : 291.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شواهد التنزيل 2 : 300 / 396 عن جابر الجعفي.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 xml:space="preserve">. نهج البلاغة 2 : 13 / 131 ، شرح النهج 8 : 263 ، النزاع والتخاصم : 43 ، وانظر الأمالي للصدوق : </w:t>
      </w:r>
      <w:r w:rsidR="008A2B0F">
        <w:rPr>
          <w:rFonts w:hint="cs"/>
          <w:rtl/>
        </w:rPr>
        <w:t xml:space="preserve"> </w:t>
      </w:r>
      <w:r>
        <w:rPr>
          <w:rtl/>
        </w:rPr>
        <w:t>491 ، مجمع الزوائد 9 : 103 ، ال</w:t>
      </w:r>
      <w:r>
        <w:rPr>
          <w:rFonts w:hint="cs"/>
          <w:rtl/>
        </w:rPr>
        <w:t>إ</w:t>
      </w:r>
      <w:r>
        <w:rPr>
          <w:rtl/>
        </w:rPr>
        <w:t>صابة 4 : 326 / 5602 ، كشف الغمة 1 : 83.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ثمّ قال : لقد صلّيت قبل أن يصلّي أحدٌ سبعا</w:t>
      </w:r>
      <w:r>
        <w:rPr>
          <w:rFonts w:hint="cs"/>
          <w:rtl/>
        </w:rPr>
        <w:t>ً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مخاطبا</w:t>
      </w:r>
      <w:r>
        <w:rPr>
          <w:rFonts w:hint="cs"/>
          <w:rtl/>
        </w:rPr>
        <w:t>ً</w:t>
      </w:r>
      <w:r>
        <w:rPr>
          <w:rtl/>
        </w:rPr>
        <w:t xml:space="preserve"> لأهل الكوفة : يا أهل الكوفة ، أخبركم بما يكون قبل أن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يكون لتكونوا منه على حذر ولتنذروا به من اتعظ واعتبر ، كأني بكم تقولون : أن </w:t>
      </w:r>
      <w:r w:rsidR="008A2B0F">
        <w:rPr>
          <w:rFonts w:hint="cs"/>
          <w:rtl/>
        </w:rPr>
        <w:t xml:space="preserve"> </w:t>
      </w:r>
      <w:r>
        <w:rPr>
          <w:rtl/>
        </w:rPr>
        <w:t>عليا</w:t>
      </w:r>
      <w:r>
        <w:rPr>
          <w:rFonts w:hint="cs"/>
          <w:rtl/>
        </w:rPr>
        <w:t>ً</w:t>
      </w:r>
      <w:r>
        <w:rPr>
          <w:rtl/>
        </w:rPr>
        <w:t xml:space="preserve"> يكذب ، كما قالت قريش لنبيها وسيدها نبيالرحمة محمد بن عبداللهحبيب الله ، </w:t>
      </w:r>
      <w:r w:rsidR="008A2B0F">
        <w:rPr>
          <w:rFonts w:hint="cs"/>
          <w:rtl/>
        </w:rPr>
        <w:t xml:space="preserve"> </w:t>
      </w:r>
      <w:r>
        <w:rPr>
          <w:rtl/>
        </w:rPr>
        <w:t>فيا ويلكم أفعلى من أكذب!؟ أعلى الله ، فأنا أول من عبده ووح</w:t>
      </w:r>
      <w:r>
        <w:rPr>
          <w:rFonts w:hint="cs"/>
          <w:rtl/>
        </w:rPr>
        <w:t>ّ</w:t>
      </w:r>
      <w:r>
        <w:rPr>
          <w:rtl/>
        </w:rPr>
        <w:t xml:space="preserve">ده ، أم على رسوله ، </w:t>
      </w:r>
      <w:r w:rsidR="008A2B0F">
        <w:rPr>
          <w:rFonts w:hint="cs"/>
          <w:rtl/>
        </w:rPr>
        <w:t xml:space="preserve"> </w:t>
      </w:r>
      <w:r>
        <w:rPr>
          <w:rtl/>
        </w:rPr>
        <w:t>فأنا أول من آمن به وصدّقه ونصره! كل</w:t>
      </w:r>
      <w:r>
        <w:rPr>
          <w:rFonts w:hint="cs"/>
          <w:rtl/>
        </w:rPr>
        <w:t>ّ</w:t>
      </w:r>
      <w:r>
        <w:rPr>
          <w:rtl/>
        </w:rPr>
        <w:t>ا ، ولكنّها لَهْجَة خَدْعَة كُنتم عنها أغبياء.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الخامس : العلم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وهو من المقدمات الضرورية الأُخرى للصدّيق ، فلا يمكن للذي لا يعلم أن </w:t>
      </w:r>
      <w:r w:rsidR="008A2B0F">
        <w:rPr>
          <w:rFonts w:hint="cs"/>
          <w:rtl/>
        </w:rPr>
        <w:t xml:space="preserve"> </w:t>
      </w:r>
      <w:r>
        <w:rPr>
          <w:rtl/>
        </w:rPr>
        <w:t>يكون صدّيقا</w:t>
      </w:r>
      <w:r>
        <w:rPr>
          <w:rFonts w:hint="cs"/>
          <w:rtl/>
        </w:rPr>
        <w:t>ً</w:t>
      </w:r>
      <w:r>
        <w:rPr>
          <w:rtl/>
        </w:rPr>
        <w:t xml:space="preserve"> في الحديث والمواقف كلّها ، ذلك العلم الإلهي الذي يستلزم أن يكون </w:t>
      </w:r>
      <w:r w:rsidR="008A2B0F">
        <w:rPr>
          <w:rFonts w:hint="cs"/>
          <w:rtl/>
        </w:rPr>
        <w:t xml:space="preserve"> </w:t>
      </w:r>
      <w:r>
        <w:rPr>
          <w:rtl/>
        </w:rPr>
        <w:t>صاحبه ممن آمن برسالة السماء والغيب إيمان قلب وعقيدة لا إيمانلسان وعواطف.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وعليه فالصديقية ترتبط بالقيمة المعرفية للفرد ، فكلما ازداد علمُهُ وإيمانه </w:t>
      </w:r>
      <w:r w:rsidR="008A2B0F">
        <w:rPr>
          <w:rFonts w:hint="cs"/>
          <w:rtl/>
        </w:rPr>
        <w:t xml:space="preserve"> </w:t>
      </w:r>
      <w:r>
        <w:rPr>
          <w:rtl/>
        </w:rPr>
        <w:t>ازداد تصديقه لرب العالمين.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ومن المعلوم بأن أبا بكر لم يكن عالما</w:t>
      </w:r>
      <w:r>
        <w:rPr>
          <w:rFonts w:hint="cs"/>
          <w:rtl/>
        </w:rPr>
        <w:t>ً</w:t>
      </w:r>
      <w:r>
        <w:rPr>
          <w:rtl/>
        </w:rPr>
        <w:t xml:space="preserve"> بكل ما قاله رسول الله ، فتراه يسأل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الصحابة عن الأحكام ، وقد نشاهده خطّاءً يفتي بأمر يختلف معه فيه بعض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الصحابة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لكنّ هذا الأمر لم يكن في عليٍّ ؛ إذ الكل يشهد بعلمه وقضائه.</w:t>
      </w:r>
    </w:p>
    <w:p w:rsidR="008F7F72" w:rsidRDefault="00F631FA" w:rsidP="008F7F72">
      <w:pPr>
        <w:pStyle w:val="libNormal"/>
        <w:rPr>
          <w:rtl/>
        </w:rPr>
      </w:pPr>
      <w:r>
        <w:rPr>
          <w:rtl/>
        </w:rPr>
        <w:t>فقد روى الحاكم النيسابوري بإسناده عن ابن عباس (رض) وعن جابر بن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تاريخ دمشق 42 : 32 ، مسند أحمد 1 : 99 ، كشف الغمة 1 : 81 ، نظم درر السمطين : 82 ، مجمع </w:t>
      </w:r>
      <w:r w:rsidR="008A2B0F">
        <w:rPr>
          <w:rFonts w:hint="cs"/>
          <w:rtl/>
        </w:rPr>
        <w:t xml:space="preserve"> </w:t>
      </w:r>
      <w:r>
        <w:rPr>
          <w:rtl/>
        </w:rPr>
        <w:t>الزوائد 9 : 102 ، كنز العمال 3 : 122 / 36391.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الإرشاد للمفيد 1 : 279 ، الاحتجاج للطبرسي 1 : 255 ، بحار الأنوار 40 : 111.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انظر تفصيل ذلك في كتاب (منع تدوين الحديث) و (تاريخ الحديث) لنا.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عبدالله، قالا : قال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</w:t>
      </w:r>
      <w:r w:rsidRPr="00F068B2">
        <w:rPr>
          <w:rFonts w:hint="cs"/>
          <w:rtl/>
        </w:rPr>
        <w:t>«</w:t>
      </w:r>
      <w:r>
        <w:rPr>
          <w:rtl/>
        </w:rPr>
        <w:t xml:space="preserve">أنا مدينة العلم وعلي بابها ، فمن أراد المدينة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فليأت الباب</w:t>
      </w:r>
      <w:r w:rsidRPr="00F068B2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المتقي الهندي بإسناده عن ابن عباس : </w:t>
      </w:r>
      <w:r w:rsidRPr="00584353">
        <w:rPr>
          <w:rFonts w:hint="cs"/>
          <w:rtl/>
        </w:rPr>
        <w:t>«</w:t>
      </w:r>
      <w:r>
        <w:rPr>
          <w:rtl/>
        </w:rPr>
        <w:t>علي عيبة علمي</w:t>
      </w:r>
      <w:r w:rsidRPr="00584353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ابن عساكر بإسناده عن عبدالرحمن بن بهمان ، قال : </w:t>
      </w:r>
      <w:r w:rsidRPr="00584353">
        <w:rPr>
          <w:rFonts w:hint="cs"/>
          <w:rtl/>
        </w:rPr>
        <w:t>«</w:t>
      </w:r>
      <w:r>
        <w:rPr>
          <w:rtl/>
        </w:rPr>
        <w:t xml:space="preserve">سمعت جابراً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يقول : سمعت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يقول يوم الحديبية ، وهو آخذ بضبع علي بن أبي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طالب وهو يقول : هذا أمير البررة وقاتل الفجرة ، منصور من نصره ، مخذول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خذله ، ثمّ مد بها صوته وقال : </w:t>
      </w:r>
      <w:r w:rsidRPr="00584353">
        <w:rPr>
          <w:rFonts w:hint="cs"/>
          <w:rtl/>
        </w:rPr>
        <w:t>«</w:t>
      </w:r>
      <w:r>
        <w:rPr>
          <w:rtl/>
        </w:rPr>
        <w:t xml:space="preserve">أنا مدينة العلم وعلي بابها فمن أراد الدار ، </w:t>
      </w:r>
      <w:r w:rsidR="008A2B0F">
        <w:rPr>
          <w:rFonts w:hint="cs"/>
          <w:rtl/>
        </w:rPr>
        <w:t xml:space="preserve"> </w:t>
      </w:r>
      <w:r>
        <w:rPr>
          <w:rtl/>
        </w:rPr>
        <w:t>فليأت الباب</w:t>
      </w:r>
      <w:r w:rsidRPr="00584353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المتقي الهندي عن ابن مسعود : </w:t>
      </w:r>
      <w:r w:rsidRPr="00584353">
        <w:rPr>
          <w:rFonts w:hint="cs"/>
          <w:rtl/>
        </w:rPr>
        <w:t>«</w:t>
      </w:r>
      <w:r>
        <w:rPr>
          <w:rtl/>
        </w:rPr>
        <w:t xml:space="preserve">قسمت الحكمة عشرة أجزاء ، فأعطى </w:t>
      </w:r>
      <w:r w:rsidR="008A2B0F">
        <w:rPr>
          <w:rFonts w:hint="cs"/>
          <w:rtl/>
        </w:rPr>
        <w:t xml:space="preserve"> </w:t>
      </w:r>
      <w:r>
        <w:rPr>
          <w:rtl/>
        </w:rPr>
        <w:t>عليٌ تسعة أجزاء والناس جزءً وعليّ أعلم بالواحد منهم</w:t>
      </w:r>
      <w:r w:rsidRPr="00584353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ابن عساكر بإسناده عن عبدالله[ بن مسعود ] ، قال : </w:t>
      </w:r>
      <w:r w:rsidRPr="00584353">
        <w:rPr>
          <w:rFonts w:hint="cs"/>
          <w:rtl/>
        </w:rPr>
        <w:t>«</w:t>
      </w:r>
      <w:r>
        <w:rPr>
          <w:rtl/>
        </w:rPr>
        <w:t xml:space="preserve">كنت عند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فسئل عن علي ، فقال : قسمت الحكمة عشرة أجزاء فأُعطي عليتسعة </w:t>
      </w:r>
      <w:r w:rsidR="008A2B0F">
        <w:rPr>
          <w:rFonts w:hint="cs"/>
          <w:rtl/>
        </w:rPr>
        <w:t xml:space="preserve"> </w:t>
      </w:r>
      <w:r>
        <w:rPr>
          <w:rtl/>
        </w:rPr>
        <w:t>أجزاء ، والناس جزءً واحدا</w:t>
      </w:r>
      <w:r>
        <w:rPr>
          <w:rFonts w:hint="cs"/>
          <w:rtl/>
        </w:rPr>
        <w:t>ً</w:t>
      </w:r>
      <w:r w:rsidRPr="00584353">
        <w:rPr>
          <w:rFonts w:hint="cs"/>
          <w:rtl/>
        </w:rPr>
        <w:t>»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الخطيب البغدادي بإسناده عن ابن عباس ، قال : قال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</w:t>
      </w:r>
      <w:r w:rsidR="008A2B0F">
        <w:rPr>
          <w:rFonts w:hint="cs"/>
          <w:rtl/>
        </w:rPr>
        <w:t xml:space="preserve"> </w:t>
      </w:r>
      <w:r w:rsidRPr="00584353">
        <w:rPr>
          <w:rFonts w:hint="cs"/>
          <w:rtl/>
        </w:rPr>
        <w:t>«</w:t>
      </w:r>
      <w:r>
        <w:rPr>
          <w:rtl/>
        </w:rPr>
        <w:t xml:space="preserve">أنا مدينة الحكمة وعليٌ بابها ، فمن أراد الحكمة فليأت الباب </w:t>
      </w:r>
      <w:r w:rsidRPr="00584353">
        <w:rPr>
          <w:rFonts w:hint="cs"/>
          <w:rtl/>
        </w:rPr>
        <w:t>»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</w:p>
    <w:p w:rsidR="008F7F72" w:rsidRDefault="00F631FA" w:rsidP="008F7F72">
      <w:pPr>
        <w:pStyle w:val="libNormal"/>
        <w:rPr>
          <w:rtl/>
        </w:rPr>
      </w:pPr>
      <w:r>
        <w:rPr>
          <w:rtl/>
        </w:rPr>
        <w:t xml:space="preserve">وروى الدوري في تاريخ ابن معين بإسناده عن سعيد بن المسيب قال : </w:t>
      </w:r>
      <w:r w:rsidRPr="00584353">
        <w:rPr>
          <w:rFonts w:hint="cs"/>
          <w:rtl/>
        </w:rPr>
        <w:t>«</w:t>
      </w:r>
      <w:r>
        <w:rPr>
          <w:rtl/>
        </w:rPr>
        <w:t xml:space="preserve"> ما كان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مستدرك الحاكم 3 : 126 ، المعجم الكبير 11 : 55.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كنزل العمال 11 : 602.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ترجمة الإمام علي بن أبي طالب من تاريخ مدينة دمشق 2 : 476 / 996.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كنز العمال 11 : 615 / 32982 ، 13 : 146 / 36461 ، فيض القدير 3 : 60.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ترجمة الإمام علي بن أبي طالب من تاريخ مدينة دمشق 2 : 482 / 1000 ، مناقب الخوارزمي : 82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>. تاريخ بغداد 11 : 204 / 5908.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أصحاب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أحدٌ يقول : سلوني ، غير علي بن أبي طالب </w:t>
      </w:r>
      <w:r w:rsidRPr="005F7FDA">
        <w:rPr>
          <w:rStyle w:val="libAlaemChar"/>
          <w:rtl/>
        </w:rPr>
        <w:t>عليه‌السلام</w:t>
      </w:r>
      <w:r w:rsidRPr="00584353">
        <w:rPr>
          <w:rFonts w:hint="cs"/>
          <w:rtl/>
        </w:rPr>
        <w:t>»</w:t>
      </w:r>
      <w:r w:rsidRPr="00584353"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الخوارزمي بإسناده عن أبي البختري ، قال : </w:t>
      </w:r>
      <w:r w:rsidRPr="00907ADC">
        <w:rPr>
          <w:rFonts w:hint="cs"/>
          <w:rtl/>
        </w:rPr>
        <w:t>«</w:t>
      </w:r>
      <w:r>
        <w:rPr>
          <w:rtl/>
        </w:rPr>
        <w:t>رأيت عليا</w:t>
      </w:r>
      <w:r>
        <w:rPr>
          <w:rFonts w:hint="cs"/>
          <w:rtl/>
        </w:rPr>
        <w:t>ً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متقلدا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بسيف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متعمما</w:t>
      </w:r>
      <w:r>
        <w:rPr>
          <w:rFonts w:hint="cs"/>
          <w:rtl/>
        </w:rPr>
        <w:t>ً</w:t>
      </w:r>
      <w:r>
        <w:rPr>
          <w:rtl/>
        </w:rPr>
        <w:t xml:space="preserve"> بعمامة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وفي إصبعه خاتم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فقعد على المنبر ، وكشف عن بطنه ، فقال : سلوني قبل أن تفقدوني ، فإنما بين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الجوانح مني علم جم ، هذا سَفَطُ العلم ، هذا لُعابُ رسول الله </w:t>
      </w:r>
      <w:r w:rsidRPr="005F7FDA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هذا ما زقّني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زقّا</w:t>
      </w:r>
      <w:r>
        <w:rPr>
          <w:rFonts w:hint="cs"/>
          <w:rtl/>
        </w:rPr>
        <w:t>ً</w:t>
      </w:r>
      <w:r>
        <w:rPr>
          <w:rtl/>
        </w:rPr>
        <w:t xml:space="preserve"> من غير وحي أوحي إلي ، فواللهلو ثنيت لي وسادة فجلست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عليها لأفتيت أهل التوراة بتوراتهم وأهل الإنجيل بإنجيلهم ، حتى ينطق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التوراة والإنجيل فيقول : صدق علي قد أفتاكم بما أنزل فيَّ وأنتم تتلون الكتاب </w:t>
      </w:r>
      <w:r w:rsidR="008A2B0F">
        <w:rPr>
          <w:rFonts w:hint="cs"/>
          <w:rtl/>
        </w:rPr>
        <w:t xml:space="preserve"> </w:t>
      </w:r>
      <w:r>
        <w:rPr>
          <w:rtl/>
        </w:rPr>
        <w:t>أفلا تعقلون</w:t>
      </w:r>
      <w:r w:rsidRPr="00907ADC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وروى ابن عساكر بإسناده عن زكريا ، قال : سمعت عامرا</w:t>
      </w:r>
      <w:r>
        <w:rPr>
          <w:rFonts w:hint="cs"/>
          <w:rtl/>
        </w:rPr>
        <w:t>ً</w:t>
      </w:r>
      <w:r>
        <w:rPr>
          <w:rtl/>
        </w:rPr>
        <w:t xml:space="preserve"> [ الشعبي ] يقول : </w:t>
      </w:r>
      <w:r w:rsidR="008A2B0F">
        <w:rPr>
          <w:rFonts w:hint="cs"/>
          <w:rtl/>
        </w:rPr>
        <w:t xml:space="preserve"> </w:t>
      </w:r>
      <w:r>
        <w:rPr>
          <w:rtl/>
        </w:rPr>
        <w:t>سأل ابن الكوا عليا</w:t>
      </w:r>
      <w:r>
        <w:rPr>
          <w:rFonts w:hint="cs"/>
          <w:rtl/>
        </w:rPr>
        <w:t>ً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أي الخلائق أشد؟</w:t>
      </w:r>
    </w:p>
    <w:p w:rsidR="008F7F72" w:rsidRDefault="00F631FA" w:rsidP="008F7F72">
      <w:pPr>
        <w:pStyle w:val="libNormal"/>
        <w:rPr>
          <w:rtl/>
        </w:rPr>
      </w:pPr>
      <w:r>
        <w:rPr>
          <w:rtl/>
        </w:rPr>
        <w:t xml:space="preserve">فقال : أشد خلق ربك عشرة ، الجبال الرواسي ، والحديد تنحت به الجبال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والنار تأكل الحديد ، والماء يطفيء النار ، والسحاب المسخر بين السماء والأرض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يعني يحمل الماء ، والريح تقل السحاب ، والإنسان يغلب الريح يعصمها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بيده </w:t>
      </w:r>
      <w:r w:rsidR="008A2B0F">
        <w:rPr>
          <w:rFonts w:hint="cs"/>
          <w:rtl/>
        </w:rPr>
        <w:t xml:space="preserve"> </w:t>
      </w:r>
      <w:r>
        <w:rPr>
          <w:rtl/>
        </w:rPr>
        <w:t>ويذهب لحاجته ، والسكر يغلب الإنسان ، والنوم يغلب السكر ، والهم يغلب النوم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تاريخ ابن معين 1 : 106 ، قال الدوري حدثنا يحيى بن معين قال حدثنا سفيان بن عيينة عن يحيى بن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سعيد عن سعيد بن المسيب ... الحديث ، مناقب الخوارزمي : 91 ، أُسد الغابة 4 : 22 ، ذخائر العقبى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83 هذا وقد أخرج الحديث أحمد في المناقب ، والبغوي في المعجم ، وأبو عمر ، ولفظه ما كان أحد من </w:t>
      </w:r>
      <w:r w:rsidR="008A2B0F">
        <w:rPr>
          <w:rFonts w:hint="cs"/>
          <w:rtl/>
        </w:rPr>
        <w:t xml:space="preserve"> </w:t>
      </w:r>
      <w:r>
        <w:rPr>
          <w:rtl/>
        </w:rPr>
        <w:t>الناس يقول سلوني غير علي بن أبي طالب.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المناقب : 91 وانظر أمالي الصدوق : 422 ، والاختصاص : 235 ، والاحتجاج 1 : 384 ، عن الأصبغ </w:t>
      </w:r>
      <w:r w:rsidR="008A2B0F">
        <w:rPr>
          <w:rFonts w:hint="cs"/>
          <w:rtl/>
        </w:rPr>
        <w:t xml:space="preserve"> </w:t>
      </w:r>
      <w:r>
        <w:rPr>
          <w:rtl/>
        </w:rPr>
        <w:t>ابن نباتة.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يعصمها : أي يمنعها.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فأشد خلق ربكم الهم.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الخوارزمي بإسناده عن أبي سعيد الخدري قال : قال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</w:t>
      </w:r>
      <w:r w:rsidR="008A2B0F">
        <w:rPr>
          <w:rFonts w:hint="cs"/>
          <w:rtl/>
        </w:rPr>
        <w:t xml:space="preserve"> </w:t>
      </w:r>
      <w:r>
        <w:rPr>
          <w:rtl/>
        </w:rPr>
        <w:t>إن أقضى أمتي علي بن أبي طالب.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ابن سعد بأسانيده عن أبي هريرة ، وابن عباس ، وسعيد بن جبير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وعطاء ، قالوا : قال عمر : </w:t>
      </w:r>
      <w:r w:rsidRPr="00907ADC">
        <w:rPr>
          <w:rFonts w:hint="cs"/>
          <w:rtl/>
        </w:rPr>
        <w:t>«</w:t>
      </w:r>
      <w:r>
        <w:rPr>
          <w:rtl/>
        </w:rPr>
        <w:t>علي أقضانا</w:t>
      </w:r>
      <w:r w:rsidRPr="00907ADC">
        <w:rPr>
          <w:rFonts w:hint="cs"/>
          <w:rtl/>
        </w:rPr>
        <w:t>»</w:t>
      </w:r>
      <w:r w:rsidRPr="00907ADC"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أحمد بإسناده عن أبي البختري عن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قال : </w:t>
      </w:r>
      <w:r w:rsidRPr="00907ADC">
        <w:rPr>
          <w:rFonts w:hint="cs"/>
          <w:rtl/>
        </w:rPr>
        <w:t>«</w:t>
      </w:r>
      <w:r>
        <w:rPr>
          <w:rtl/>
        </w:rPr>
        <w:t>بعثني رسول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إلى اليمن وأنا شاب ، فقلت لرسول الله : تبعثني إلى قوم أقضي بينهم ، ولا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علم لي بالقضاء ، فقال : ادنُ مني ، فدنوتُ ، فضرب يده على صدري وقال : اللهم </w:t>
      </w:r>
      <w:r w:rsidR="008A2B0F">
        <w:rPr>
          <w:rFonts w:hint="cs"/>
          <w:rtl/>
        </w:rPr>
        <w:t xml:space="preserve"> </w:t>
      </w:r>
      <w:r>
        <w:rPr>
          <w:rtl/>
        </w:rPr>
        <w:t>اهد قلبه وثبت لسانه ، قال : فما شككت في قضاء بين اثنين</w:t>
      </w:r>
      <w:r w:rsidRPr="00907ADC">
        <w:rPr>
          <w:rFonts w:hint="cs"/>
          <w:rtl/>
        </w:rPr>
        <w:t>»</w:t>
      </w:r>
      <w:r w:rsidRPr="00907ADC"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ابن عساكر بإسناده عن عبدالله[ بن مسعود ] قال : </w:t>
      </w:r>
      <w:r>
        <w:rPr>
          <w:rFonts w:hint="cs"/>
          <w:rtl/>
        </w:rPr>
        <w:t>«</w:t>
      </w:r>
      <w:r>
        <w:rPr>
          <w:rtl/>
        </w:rPr>
        <w:t xml:space="preserve"> يقولون : أن أعلم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أهل المدينة بالفرائض علي بن أبي طالب </w:t>
      </w:r>
      <w:r>
        <w:rPr>
          <w:rFonts w:hint="cs"/>
          <w:rtl/>
        </w:rPr>
        <w:t>»</w:t>
      </w:r>
      <w:r w:rsidRPr="00907ADC"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ابن عبدالبر بأسناده عن أنس قال : </w:t>
      </w:r>
      <w:r>
        <w:rPr>
          <w:rFonts w:hint="cs"/>
          <w:rtl/>
        </w:rPr>
        <w:t>«</w:t>
      </w:r>
      <w:r>
        <w:rPr>
          <w:rtl/>
        </w:rPr>
        <w:t xml:space="preserve"> قال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أقضاكم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عـلي </w:t>
      </w:r>
      <w:r w:rsidRPr="005F7FDA">
        <w:rPr>
          <w:rStyle w:val="libAlaemChar"/>
          <w:rtl/>
        </w:rPr>
        <w:t>عليه‌السلام</w:t>
      </w:r>
      <w:r>
        <w:rPr>
          <w:rFonts w:hint="cs"/>
          <w:rtl/>
        </w:rPr>
        <w:t>»</w:t>
      </w:r>
      <w:r w:rsidRPr="00907ADC"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Pr="00877252" w:rsidRDefault="00F631FA" w:rsidP="005F7FDA">
      <w:pPr>
        <w:pStyle w:val="libLine"/>
        <w:rPr>
          <w:rtl/>
        </w:rPr>
      </w:pPr>
      <w:r w:rsidRPr="00877252">
        <w:rPr>
          <w:rtl/>
        </w:rPr>
        <w:t>_</w:t>
      </w:r>
      <w:r w:rsidRPr="00877252">
        <w:rPr>
          <w:rFonts w:hint="cs"/>
          <w:rtl/>
        </w:rPr>
        <w:t>_____________</w:t>
      </w:r>
      <w:r w:rsidRPr="00877252">
        <w:rPr>
          <w:rtl/>
        </w:rPr>
        <w:t>_</w:t>
      </w:r>
      <w:r w:rsidRPr="00877252">
        <w:rPr>
          <w:rFonts w:hint="cs"/>
          <w:rtl/>
        </w:rPr>
        <w:t>_______</w:t>
      </w:r>
      <w:r w:rsidRPr="00877252">
        <w:rPr>
          <w:rtl/>
        </w:rPr>
        <w:t>__</w:t>
      </w:r>
      <w:r w:rsidRPr="00877252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ترجمة الإمام علي بن أبي طالب من تاريخ دمشق 42 : 401 ، والغارات 1 : 182 وفيه يتقيها بيده بدل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يعصمها بيده ، ورواه الطبراني في المعجم الأوسط 1 : 276 عن الحارث عن علي وفيه يتقي الريح بيده </w:t>
      </w:r>
      <w:r w:rsidR="008A2B0F">
        <w:rPr>
          <w:rFonts w:hint="cs"/>
          <w:rtl/>
        </w:rPr>
        <w:t xml:space="preserve"> </w:t>
      </w:r>
      <w:r>
        <w:rPr>
          <w:rtl/>
        </w:rPr>
        <w:t>بدل يعصمها وعنه في مجمع الزوائد 8 : 132 وقال : رجاله ثقاة ، وكنز العمال 6 : 177 / 15252.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المناقب : 81 ، وأمالي الصدوق : 642 عن سلمان الفارسي ، وتاريخ دمشق 42 : 241 عن ابن عباس.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طبقات ابن سعد 2 : 339ـ340 ، وانظر مسند أحمد 5 : 113 ، المصنف لابن أبي شيبة 7 : 183 / 3 ، </w:t>
      </w:r>
      <w:r w:rsidR="008A2B0F">
        <w:rPr>
          <w:rFonts w:hint="cs"/>
          <w:rtl/>
        </w:rPr>
        <w:t xml:space="preserve"> </w:t>
      </w:r>
      <w:r>
        <w:rPr>
          <w:rtl/>
        </w:rPr>
        <w:t>مستدرك الحاكم 3 : 305 ، المناقب للخوارزمي : 92 ، البداية والنهاية 7 : 397.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انظر مسند أحمد 1 : 83 ، سنن ابن ماجة 2 : 774 / 2310 ، مستدرك الحاكم 3 : 135.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تاريخ دمشق 42 : 405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 xml:space="preserve">6 ـ </w:t>
      </w:r>
      <w:r>
        <w:rPr>
          <w:rtl/>
        </w:rPr>
        <w:t xml:space="preserve">الاستيعاب 1 : 68 ، وانظر الحديث في تفسير القرطبي 15 : 162 ، وتاريخ ابن خلدون 1 : 197 ، </w:t>
      </w:r>
      <w:r w:rsidR="008A2B0F">
        <w:rPr>
          <w:rFonts w:hint="cs"/>
          <w:rtl/>
        </w:rPr>
        <w:t xml:space="preserve"> </w:t>
      </w:r>
      <w:r>
        <w:rPr>
          <w:rtl/>
        </w:rPr>
        <w:t>وجواهر المطالب لابن الدمشقي 1 : 76 ، وغريب الحديث للخطابي 2 : 201.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وعن عبداللهبن عمر ، قال : جاء رجل إلى أبي بكر فقال : أرأيت الزنا بقدر؟</w:t>
      </w:r>
      <w:r w:rsidR="008A2B0F">
        <w:rPr>
          <w:rFonts w:hint="cs"/>
          <w:rtl/>
        </w:rPr>
        <w:t xml:space="preserve"> </w:t>
      </w:r>
      <w:r>
        <w:rPr>
          <w:rtl/>
        </w:rPr>
        <w:t>قال : نعم ، قال : فإن الله قدّره عليّ ثمّ يعذّبني؟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نعم ، يابن اللخناء ، أما واللهلو كان عندي إنسان لأمرته أن يجأ أنفك.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وهذا الأمر لا نشاهده عند الإمام علي ، فإنه كان يقول للناس : (سلوني قبل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أن تفقدوني) ؛ لأنّ العالم بالأحكام لا يهاب السؤال ، بل يعجبه أن يُسأل ليجيب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بعكس الذي لا يعرف الحكم الشرعي فتراه يتخوف من السؤال ، وهذا ما </w:t>
      </w:r>
      <w:r w:rsidR="008A2B0F">
        <w:rPr>
          <w:rFonts w:hint="cs"/>
          <w:rtl/>
        </w:rPr>
        <w:t xml:space="preserve"> </w:t>
      </w:r>
      <w:r>
        <w:rPr>
          <w:rtl/>
        </w:rPr>
        <w:t>شاهدناه عند أبي بكر وعمر</w:t>
      </w:r>
      <w:r>
        <w:rPr>
          <w:rFonts w:hint="cs"/>
          <w:rtl/>
        </w:rPr>
        <w:t xml:space="preserve">، </w:t>
      </w:r>
      <w:r>
        <w:rPr>
          <w:rtl/>
        </w:rPr>
        <w:t xml:space="preserve">فقد روى أبو عثمان النهدي قال : سأل رجلـمن بني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يربوع أو من بني تميمـعمر بن الخطاب عن الذاريات ، والمرسلات والنازعات أو </w:t>
      </w:r>
      <w:r w:rsidR="008A2B0F">
        <w:rPr>
          <w:rFonts w:hint="cs"/>
          <w:rtl/>
        </w:rPr>
        <w:t xml:space="preserve"> </w:t>
      </w:r>
      <w:r>
        <w:rPr>
          <w:rtl/>
        </w:rPr>
        <w:t>عن بعضهن.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عمر : ضع عن رأسك ، فإذا له وفرة ، فقال عمر : أما واللهلو رايتك </w:t>
      </w:r>
      <w:r w:rsidR="008A2B0F">
        <w:rPr>
          <w:rFonts w:hint="cs"/>
          <w:rtl/>
        </w:rPr>
        <w:t xml:space="preserve"> </w:t>
      </w:r>
      <w:r>
        <w:rPr>
          <w:rtl/>
        </w:rPr>
        <w:t>محلوقا</w:t>
      </w:r>
      <w:r>
        <w:rPr>
          <w:rFonts w:hint="cs"/>
          <w:rtl/>
        </w:rPr>
        <w:t>ً</w:t>
      </w:r>
      <w:r>
        <w:rPr>
          <w:rtl/>
        </w:rPr>
        <w:t xml:space="preserve"> لضربتُ الذي فيه عينك.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ثمّ كتب إلى أهل البصرة أو قال : إلينا أن لا تجالسوه ، فلو جاء ونحن مائة</w:t>
      </w:r>
      <w:r w:rsidR="008A2B0F">
        <w:rPr>
          <w:rtl/>
        </w:rPr>
        <w:t xml:space="preserve"> </w:t>
      </w:r>
      <w:r>
        <w:rPr>
          <w:rtl/>
        </w:rPr>
        <w:t xml:space="preserve">لتفرقنا. اسم هذا الرجل صبيغ بن عسيل ...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المقابل روى الحاكم النيسابوري بسنده عن أبي الطفيل ، قال : رأيت أمير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المؤمنين علي بن أبي طالب قام على المنبر فقال : سلوني قبل أن لا تسألوني ، ولن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تسألوا بعدي مثلي ، قال : فقام ابن الكواء ، فقال : يا أمير المؤمنين ما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وَالذَّارِيَاتِ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ذَرْوًا</w:t>
      </w:r>
      <w:r w:rsidRPr="005F7FDA">
        <w:rPr>
          <w:rStyle w:val="libAlaemChar"/>
          <w:rtl/>
        </w:rPr>
        <w:t>)</w:t>
      </w:r>
      <w:r>
        <w:rPr>
          <w:rtl/>
        </w:rPr>
        <w:t>؟ قال : الرياح.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: فما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الْحَامِلَاتِ وِقْرًا</w:t>
      </w:r>
      <w:r w:rsidRPr="005F7FDA">
        <w:rPr>
          <w:rStyle w:val="libAlaemChar"/>
          <w:rtl/>
        </w:rPr>
        <w:t>)</w:t>
      </w:r>
      <w:r>
        <w:rPr>
          <w:rtl/>
        </w:rPr>
        <w:t>؟ قال : السحاب.</w:t>
      </w:r>
    </w:p>
    <w:p w:rsidR="00F631FA" w:rsidRPr="003B2D96" w:rsidRDefault="00F631FA" w:rsidP="005F7FDA">
      <w:pPr>
        <w:pStyle w:val="libLine"/>
        <w:rPr>
          <w:rtl/>
        </w:rPr>
      </w:pPr>
      <w:r w:rsidRPr="003B2D96">
        <w:rPr>
          <w:rtl/>
        </w:rPr>
        <w:t>_</w:t>
      </w:r>
      <w:r w:rsidRPr="003B2D96">
        <w:rPr>
          <w:rFonts w:hint="cs"/>
          <w:rtl/>
        </w:rPr>
        <w:t>_____________</w:t>
      </w:r>
      <w:r w:rsidRPr="003B2D96">
        <w:rPr>
          <w:rtl/>
        </w:rPr>
        <w:t>_</w:t>
      </w:r>
      <w:r w:rsidRPr="003B2D96">
        <w:rPr>
          <w:rFonts w:hint="cs"/>
          <w:rtl/>
        </w:rPr>
        <w:t>_______</w:t>
      </w:r>
      <w:r w:rsidRPr="003B2D96">
        <w:rPr>
          <w:rtl/>
        </w:rPr>
        <w:t>__</w:t>
      </w:r>
      <w:r w:rsidRPr="003B2D96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.رواه اللالكائي في اعتقاد أهل السنة 4 : 663 / 1205 ، وعنه في كنز العمال 1 : 334 / 1537 ، تاريخ </w:t>
      </w:r>
      <w:r w:rsidR="008A2B0F">
        <w:rPr>
          <w:rFonts w:hint="cs"/>
          <w:rtl/>
        </w:rPr>
        <w:t xml:space="preserve"> </w:t>
      </w:r>
      <w:r>
        <w:rPr>
          <w:rtl/>
        </w:rPr>
        <w:t>الخفاء 1 : 95.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مسائل أحمد 1 : 478 ، ح 81.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 فما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فَالْجَارِيَاتِ يُسْرًا</w:t>
      </w:r>
      <w:r w:rsidRPr="005F7FDA">
        <w:rPr>
          <w:rStyle w:val="libAlaemChar"/>
          <w:rtl/>
        </w:rPr>
        <w:t>)</w:t>
      </w:r>
      <w:r>
        <w:rPr>
          <w:rtl/>
        </w:rPr>
        <w:t>؟ قال : السفن.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فما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الْمُقَسِّمَاتِ أَمْرًا</w:t>
      </w:r>
      <w:r w:rsidRPr="005F7FDA">
        <w:rPr>
          <w:rStyle w:val="libAlaemChar"/>
          <w:rtl/>
        </w:rPr>
        <w:t>)</w:t>
      </w:r>
      <w:r>
        <w:rPr>
          <w:rtl/>
        </w:rPr>
        <w:t>؟ قال : الملائكة.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فمن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الَّذِينَ بَدَّلُوا نِعْمَتَ اللهِ كُفْرًا وَأَحَلُّوا قَوْمَهُمْ دَارَ الْبَوَارِ ...جَهَنَّمَ</w:t>
      </w:r>
      <w:r w:rsidRPr="005F7FDA">
        <w:rPr>
          <w:rStyle w:val="libAlae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>قال : منافقوا قريش.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هذا حديث صحيح الإسناد ولم يخرجاه.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ابن شهرآشوب :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وَلَوْ رَدُّوهُ إِلَى الرَّسُولِ وَإِلَىٰ أُولِي الْأَمْرِ مِنْهُمْ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لَعَلِمَهُ الَّذِينَ يَسْتَنبِطُونَهُ مِنْهُمْ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يدل على عصمتهم ؛ لأنّه أخبر أن العلم يحصل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بالرد إلى أُولي الأمر كما يحصل بالرد إلى الرسول ، والعلم لا يصح حصوله يقينا ممن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ليس بمعصوم ، ولأنّه تعالى لا يجيز أن يأمر باستفتاء من لا يؤمن منه بالقبيح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حيث كان في ذلك أمره تعالى بالقبيح ، وإذا اقتضت الآية عصمة أوليالأمر ، ثبتت </w:t>
      </w:r>
      <w:r w:rsidR="008A2B0F">
        <w:rPr>
          <w:rFonts w:hint="cs"/>
          <w:rtl/>
        </w:rPr>
        <w:t xml:space="preserve"> </w:t>
      </w:r>
      <w:r>
        <w:rPr>
          <w:rtl/>
        </w:rPr>
        <w:t>إمامتهم ؛ لأنّ أحدا</w:t>
      </w:r>
      <w:r>
        <w:rPr>
          <w:rFonts w:hint="cs"/>
          <w:rtl/>
        </w:rPr>
        <w:t>ً</w:t>
      </w:r>
      <w:r>
        <w:rPr>
          <w:rtl/>
        </w:rPr>
        <w:t xml:space="preserve"> لم يفرق بين الأمرين ، وإذا ثبت ذلك ثبت توجه الآية إلى آل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محمد ، وقد روي أنّها نزلت في الحجج الاثنى عشر.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8F7F72" w:rsidTr="00945787">
        <w:trPr>
          <w:trHeight w:val="350"/>
        </w:trPr>
        <w:tc>
          <w:tcPr>
            <w:tcW w:w="3920" w:type="dxa"/>
            <w:shd w:val="clear" w:color="auto" w:fill="auto"/>
          </w:tcPr>
          <w:p w:rsidR="008F7F72" w:rsidRDefault="008F7F72" w:rsidP="00945787">
            <w:pPr>
              <w:pStyle w:val="libPoem"/>
            </w:pPr>
            <w:r>
              <w:rPr>
                <w:rtl/>
              </w:rPr>
              <w:t>علي هو الصدّيق علامة الورى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F7F72" w:rsidRDefault="008F7F72" w:rsidP="0094578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F7F72" w:rsidRDefault="008F7F72" w:rsidP="00945787">
            <w:pPr>
              <w:pStyle w:val="libPoem"/>
            </w:pPr>
            <w:r>
              <w:rPr>
                <w:rtl/>
              </w:rPr>
              <w:t>وفاروقها بين الحطيم وزمزم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>وقال آخر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5"/>
        <w:gridCol w:w="269"/>
        <w:gridCol w:w="3298"/>
      </w:tblGrid>
      <w:tr w:rsidR="002B0A42" w:rsidTr="00945787">
        <w:trPr>
          <w:trHeight w:val="350"/>
        </w:trPr>
        <w:tc>
          <w:tcPr>
            <w:tcW w:w="3920" w:type="dxa"/>
            <w:shd w:val="clear" w:color="auto" w:fill="auto"/>
          </w:tcPr>
          <w:p w:rsidR="002B0A42" w:rsidRDefault="002B0A42" w:rsidP="00945787">
            <w:pPr>
              <w:pStyle w:val="libPoem"/>
            </w:pPr>
            <w:r>
              <w:rPr>
                <w:rtl/>
              </w:rPr>
              <w:t>فقال من الفاروق إن كنت عالما</w:t>
            </w:r>
            <w:r>
              <w:rPr>
                <w:rFonts w:hint="cs"/>
                <w:rtl/>
              </w:rPr>
              <w:t>ً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B0A42" w:rsidRDefault="002B0A42" w:rsidP="0094578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B0A42" w:rsidRDefault="002B0A42" w:rsidP="00945787">
            <w:pPr>
              <w:pStyle w:val="libPoem"/>
            </w:pPr>
            <w:r>
              <w:rPr>
                <w:rtl/>
              </w:rPr>
              <w:t>فقلت الذي قد كان للدين يُظهِرُ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31FA" w:rsidRPr="005322F4" w:rsidRDefault="00F631FA" w:rsidP="005F7FDA">
      <w:pPr>
        <w:pStyle w:val="libLine"/>
        <w:rPr>
          <w:rtl/>
        </w:rPr>
      </w:pPr>
      <w:r w:rsidRPr="005322F4">
        <w:rPr>
          <w:rtl/>
        </w:rPr>
        <w:t>_</w:t>
      </w:r>
      <w:r w:rsidRPr="005322F4">
        <w:rPr>
          <w:rFonts w:hint="cs"/>
          <w:rtl/>
        </w:rPr>
        <w:t>_____________</w:t>
      </w:r>
      <w:r w:rsidRPr="005322F4">
        <w:rPr>
          <w:rtl/>
        </w:rPr>
        <w:t>_</w:t>
      </w:r>
      <w:r w:rsidRPr="005322F4">
        <w:rPr>
          <w:rFonts w:hint="cs"/>
          <w:rtl/>
        </w:rPr>
        <w:t>_______</w:t>
      </w:r>
      <w:r w:rsidRPr="005322F4">
        <w:rPr>
          <w:rtl/>
        </w:rPr>
        <w:t>__</w:t>
      </w:r>
      <w:r w:rsidRPr="005322F4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المستدرك على الصحيحين 2 : 467 ، وانظره وطرقه في عمدة القاري 19 : 190 ، تغليق التعليق 318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ـ319 ، كنز العمال 2 : 565 / 4740 ، الأحاديث المختارة 2 : 124 ، ح 494 و 176 ، ح 556 و 298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ح 678 ، مسند الشاشي 2 ، 96 ، ح 620 ، تاريخ دمشق 27 : 99 ، المعيار والموازنة : 298 ، فتح الباري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8 : 599 ، الغارات 1 : 178 ، الاحتجاج 1 : 386 ، جواهر المطالب 1 ، 300 ، وفي بعض هذا المصادر </w:t>
      </w:r>
      <w:r w:rsidR="008A2B0F">
        <w:rPr>
          <w:rFonts w:hint="cs"/>
          <w:rtl/>
        </w:rPr>
        <w:t xml:space="preserve"> </w:t>
      </w:r>
      <w:r>
        <w:rPr>
          <w:rtl/>
        </w:rPr>
        <w:t>ذكر الحديث مطولاً جدا وفيه أسئلة كثيرة أجاب عنها أمير المؤمنين ومن أحب فليراجعها.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المناقب لابن شهرآشوب 1 : 247 ـ 248.</w:t>
      </w:r>
    </w:p>
    <w:p w:rsidR="00F631FA" w:rsidRDefault="00F631FA" w:rsidP="007908BF">
      <w:pPr>
        <w:pStyle w:val="libNormal"/>
        <w:rPr>
          <w:rtl/>
        </w:rPr>
      </w:pPr>
      <w: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A52483" w:rsidTr="00945787">
        <w:trPr>
          <w:trHeight w:val="350"/>
        </w:trPr>
        <w:tc>
          <w:tcPr>
            <w:tcW w:w="3920" w:type="dxa"/>
            <w:shd w:val="clear" w:color="auto" w:fill="auto"/>
          </w:tcPr>
          <w:p w:rsidR="00A52483" w:rsidRDefault="00A52483" w:rsidP="00945787">
            <w:pPr>
              <w:pStyle w:val="libPoem"/>
            </w:pPr>
            <w:r>
              <w:rPr>
                <w:rtl/>
              </w:rPr>
              <w:lastRenderedPageBreak/>
              <w:t>علي أبو السبطين علامة الورى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2483" w:rsidRDefault="00A52483" w:rsidP="0094578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2483" w:rsidRDefault="00A52483" w:rsidP="00945787">
            <w:pPr>
              <w:pStyle w:val="libPoem"/>
            </w:pPr>
            <w:r>
              <w:rPr>
                <w:rtl/>
              </w:rPr>
              <w:t>وما زال للأحكام يبدي وينشر</w:t>
            </w:r>
            <w:r w:rsidRPr="005F7FDA">
              <w:rPr>
                <w:rStyle w:val="libPoemTiniChar0"/>
                <w:rtl/>
              </w:rPr>
              <w:t xml:space="preserve"> 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31FA" w:rsidRDefault="00F631FA" w:rsidP="005F7FDA">
      <w:pPr>
        <w:pStyle w:val="libBold1"/>
        <w:rPr>
          <w:rtl/>
        </w:rPr>
      </w:pPr>
      <w:r>
        <w:rPr>
          <w:rtl/>
        </w:rPr>
        <w:t>السادس : لزوم السنخية بينها وبين النبوة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لقوله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وَمَن يُطِعِ اللَّهَ وَالرَّسُولَ فَأُولَٰئِكَ مَعَ الَّذِينَ أَنْعَمَ اللَّهُ عَلَيْهِم مِّنَ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النَّبِيِّينَ وَالصِّدِّيقِينَ وَالشُّهَدَاءِ وَالصَّالِحِينَ وَحَسُنَ أُولَٰئِكَ رَفِيقًا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وهذه النسخية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واضحة جلية بين النبيّ وعليّ ، لكنها غير موجودة أصلاً بين النبيّ وبين من ألصق </w:t>
      </w:r>
      <w:r w:rsidR="008A2B0F">
        <w:rPr>
          <w:rFonts w:hint="cs"/>
          <w:rtl/>
        </w:rPr>
        <w:t xml:space="preserve"> </w:t>
      </w:r>
      <w:r>
        <w:rPr>
          <w:rtl/>
        </w:rPr>
        <w:t>به لقب الصدّيقية من قِبل أتباعه.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إذ لما نزلت عشر آيات من براءة على النبي ، دعا أبا بكر فبعثه بها ليقرأها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أهل مكة ، فلما سار غير بعيد نزل عليه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جبرائيل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وقال : يا محمد إن ربك </w:t>
      </w:r>
      <w:r w:rsidR="008A2B0F">
        <w:rPr>
          <w:rFonts w:hint="cs"/>
          <w:rtl/>
        </w:rPr>
        <w:t xml:space="preserve"> </w:t>
      </w:r>
      <w:r>
        <w:rPr>
          <w:rtl/>
        </w:rPr>
        <w:t>يقرئك السلام ويقول : لا يؤدي عنك إل</w:t>
      </w:r>
      <w:r>
        <w:rPr>
          <w:rFonts w:hint="cs"/>
          <w:rtl/>
        </w:rPr>
        <w:t>ّ</w:t>
      </w:r>
      <w:r>
        <w:rPr>
          <w:rtl/>
        </w:rPr>
        <w:t>ا أنت أو رجل منك.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فاستدعى رسولُ الله عليا</w:t>
      </w:r>
      <w:r>
        <w:rPr>
          <w:rFonts w:hint="cs"/>
          <w:rtl/>
        </w:rPr>
        <w:t>ً</w:t>
      </w:r>
      <w:r>
        <w:rPr>
          <w:rtl/>
        </w:rPr>
        <w:t xml:space="preserve"> وقال : اركب ناقتي العضباء والحق أبا بكر وخذ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براءة من يده ، وامض بها إلى مكة فانبذ بها عهد المشركين إليهم ، وخَبِّر أبا بكر إمّا </w:t>
      </w:r>
      <w:r w:rsidR="008A2B0F">
        <w:rPr>
          <w:rFonts w:hint="cs"/>
          <w:rtl/>
        </w:rPr>
        <w:t xml:space="preserve"> </w:t>
      </w:r>
      <w:r>
        <w:rPr>
          <w:rtl/>
        </w:rPr>
        <w:t>أن يسير مع ركابك أو يرجع إليَّ.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فركب أمير المؤمنين الناقة العضباء ، وسار حتى لحق أبا بكر ، فلما رآه جزع</w:t>
      </w:r>
      <w:r w:rsidR="008A2B0F">
        <w:rPr>
          <w:rtl/>
        </w:rPr>
        <w:t xml:space="preserve"> </w:t>
      </w:r>
      <w:r>
        <w:rPr>
          <w:rtl/>
        </w:rPr>
        <w:t>من لحوقه واستقبله وقال : فيم جئت يا أبا الحسن ، أسائر أنت معي أم بغير ذلك؟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إن رسول الله أمرني أن أخيّرك بين أن تسير معي أو ترجع </w:t>
      </w:r>
      <w:r w:rsidR="008A2B0F">
        <w:rPr>
          <w:rFonts w:hint="cs"/>
          <w:rtl/>
        </w:rPr>
        <w:t xml:space="preserve"> </w:t>
      </w:r>
      <w:r>
        <w:rPr>
          <w:rtl/>
        </w:rPr>
        <w:t>إليه؟ فقال : بل أرجع إلى النبي.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فلما دخل على النبي ، قال : يا رسول الله إنّك أهّلتني لأمر طالت الأعناق إليَّ </w:t>
      </w:r>
      <w:r w:rsidR="008A2B0F">
        <w:rPr>
          <w:rFonts w:hint="cs"/>
          <w:rtl/>
        </w:rPr>
        <w:t xml:space="preserve"> </w:t>
      </w:r>
      <w:r>
        <w:rPr>
          <w:rtl/>
        </w:rPr>
        <w:t>فيه ، فلما توجهت إليه رددتني عنه ، مالي؟ أنزل فيَّ قرآن؟</w:t>
      </w:r>
    </w:p>
    <w:p w:rsidR="006C0FF4" w:rsidRDefault="00F631FA" w:rsidP="006C0FF4">
      <w:pPr>
        <w:pStyle w:val="libNormal"/>
        <w:rPr>
          <w:rtl/>
        </w:rPr>
      </w:pPr>
      <w:r>
        <w:rPr>
          <w:rtl/>
        </w:rPr>
        <w:t>قال النبي : لا ، ولكن الأمين هبط عليّ عن الله بأنّه لا يؤدي عنك إل</w:t>
      </w:r>
      <w:r>
        <w:rPr>
          <w:rFonts w:hint="cs"/>
          <w:rtl/>
        </w:rPr>
        <w:t>ّ</w:t>
      </w:r>
      <w:r>
        <w:rPr>
          <w:rtl/>
        </w:rPr>
        <w:t>ا أنت أو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النساء : 69.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رجلٌ منك ، وعلي مني ولا يؤدّي عنّي إل</w:t>
      </w:r>
      <w:r>
        <w:rPr>
          <w:rFonts w:hint="cs"/>
          <w:rtl/>
        </w:rPr>
        <w:t>ّ</w:t>
      </w:r>
      <w:r>
        <w:rPr>
          <w:rtl/>
        </w:rPr>
        <w:t>ا علي.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وهذا الإنفاذ كان أول يوم من ذي الحجة سنة سبع من الهجرة ، وأداها الإمام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 إلى الناس يوم عرفة ويوم النحر ، وهذا هو الذي أمر الله به إبراهيم وولده </w:t>
      </w:r>
      <w:r w:rsidRPr="005F7FDA">
        <w:rPr>
          <w:rStyle w:val="libAlaemChar"/>
          <w:rtl/>
        </w:rPr>
        <w:t>عليهم</w:t>
      </w:r>
      <w:r w:rsidRPr="005F7FDA">
        <w:rPr>
          <w:rStyle w:val="libAlaemChar"/>
          <w:rFonts w:hint="cs"/>
          <w:rtl/>
        </w:rPr>
        <w:t>‌السلام</w:t>
      </w:r>
      <w:r w:rsidR="008A2B0F">
        <w:rPr>
          <w:rFonts w:hint="cs"/>
          <w:rtl/>
        </w:rPr>
        <w:t xml:space="preserve"> </w:t>
      </w:r>
      <w:r>
        <w:rPr>
          <w:rtl/>
        </w:rPr>
        <w:t>حين قال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طَهِّرَا بَيْتِيَ لِلطَّائِفِينَ وَالْعَاكِفِينَ وَالرُّكَّعِ السُّجُودِ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فكأنّ الله تعالى أمر </w:t>
      </w:r>
      <w:r w:rsidR="008A2B0F">
        <w:rPr>
          <w:rFonts w:hint="cs"/>
          <w:rtl/>
        </w:rPr>
        <w:t xml:space="preserve"> </w:t>
      </w:r>
      <w:r>
        <w:rPr>
          <w:rtl/>
        </w:rPr>
        <w:t>الخليل بالنداء أولاً بقوله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وَأَذِّن فِي النَّاسِ بِالْحَجِّ</w:t>
      </w:r>
      <w:r w:rsidRPr="005F7FDA">
        <w:rPr>
          <w:rStyle w:val="libAlaemChar"/>
          <w:rtl/>
        </w:rPr>
        <w:t>)</w:t>
      </w:r>
      <w:r>
        <w:rPr>
          <w:rtl/>
        </w:rPr>
        <w:t>وأمر الولي بالنداء الأخير.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المعلوم بأن العهد مختصٌ بمن عقدهـوهو رسول اللهـأو من يقوم مقامه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فرض الطاعة وجلالة القدر ، وعلو الرتبة ، وشرف المقام ، وعظيم المنزلة ، وعلي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هو الذي يصلح لهذه الأُمة ، لأنّه نفس رسول الله ، 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وصنوه ، 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وزوج بنته ، </w:t>
      </w:r>
      <w:r w:rsidRPr="005F7FDA">
        <w:rPr>
          <w:rStyle w:val="libFootnotenumChar"/>
          <w:rtl/>
        </w:rPr>
        <w:t>(3)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وأحب الخلق إليه ، </w:t>
      </w:r>
      <w:r w:rsidRPr="005F7FDA">
        <w:rPr>
          <w:rStyle w:val="libFootnotenumChar"/>
          <w:rtl/>
        </w:rPr>
        <w:t>(4)</w:t>
      </w:r>
      <w:r>
        <w:rPr>
          <w:rtl/>
        </w:rPr>
        <w:t xml:space="preserve">وفي ذلك إشارة إلى عدم صلاحية أبي بكر لتأدية آيات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سورة من كتاب الله ، فكيف به أن يصلح لإمامة المسلمين ، ويكون الملقب </w:t>
      </w:r>
      <w:r w:rsidR="008A2B0F">
        <w:rPr>
          <w:rFonts w:hint="cs"/>
          <w:rtl/>
        </w:rPr>
        <w:t xml:space="preserve"> </w:t>
      </w:r>
      <w:r>
        <w:rPr>
          <w:rtl/>
        </w:rPr>
        <w:t>بالصدّيق مع وجود الإمام علي! وهذا حالهما عند الله وعند رسوله.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ولو تأمّلت في النصوص الصادرة في الإمام عليٌ والزهراء والحسن والحسين </w:t>
      </w:r>
      <w:r w:rsidR="008A2B0F">
        <w:rPr>
          <w:rFonts w:hint="cs"/>
          <w:rtl/>
        </w:rPr>
        <w:t xml:space="preserve"> </w:t>
      </w:r>
      <w:r>
        <w:rPr>
          <w:rtl/>
        </w:rPr>
        <w:t>لوقفت على السنخية بينهم وبين رسول الله ، بل للوصي شبه بجمع من الأنبياء.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فعن ابن عباس قال ، قال رسول الله : من أراد ان ينظر إلى آدم في علمه ، وإلى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نوح في حكمته ، وإلى إبراهيم في حلمه ، فلينظر إلى علي.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Pr="00A66FA9" w:rsidRDefault="00F631FA" w:rsidP="005F7FDA">
      <w:pPr>
        <w:pStyle w:val="libLine"/>
        <w:rPr>
          <w:rtl/>
        </w:rPr>
      </w:pPr>
      <w:r w:rsidRPr="00A66FA9">
        <w:rPr>
          <w:rtl/>
        </w:rPr>
        <w:t>_</w:t>
      </w:r>
      <w:r w:rsidRPr="00A66FA9">
        <w:rPr>
          <w:rFonts w:hint="cs"/>
          <w:rtl/>
        </w:rPr>
        <w:t>_____________</w:t>
      </w:r>
      <w:r w:rsidRPr="00A66FA9">
        <w:rPr>
          <w:rtl/>
        </w:rPr>
        <w:t>_</w:t>
      </w:r>
      <w:r w:rsidRPr="00A66FA9">
        <w:rPr>
          <w:rFonts w:hint="cs"/>
          <w:rtl/>
        </w:rPr>
        <w:t>_______</w:t>
      </w:r>
      <w:r w:rsidRPr="00A66FA9">
        <w:rPr>
          <w:rtl/>
        </w:rPr>
        <w:t>__</w:t>
      </w:r>
      <w:r w:rsidRPr="00A66FA9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في قوله تعالى</w:t>
      </w:r>
      <w:r w:rsidRPr="005F7FDA">
        <w:rPr>
          <w:rStyle w:val="libAlaemChar"/>
          <w:rtl/>
        </w:rPr>
        <w:t>(</w:t>
      </w:r>
      <w:r w:rsidRPr="005F7FDA">
        <w:rPr>
          <w:rStyle w:val="libFootnoteAieChar"/>
          <w:rtl/>
        </w:rPr>
        <w:t>وَأَنفُسَنَا وَأَنفُسَكُمْ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الأمالي للطوسي : 626 / 1192 ، الأمالي المفيد المجلس الأول الرقم 3 ، كشف الغمة : 412 ، بحار </w:t>
      </w:r>
      <w:r w:rsidR="008A2B0F">
        <w:rPr>
          <w:rFonts w:hint="cs"/>
          <w:rtl/>
        </w:rPr>
        <w:t xml:space="preserve"> </w:t>
      </w:r>
      <w:r>
        <w:rPr>
          <w:rtl/>
        </w:rPr>
        <w:t>الأنوار 39 : 240.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مسند أبي يعلى 1 : 388 / 503 ، شرح الأخبار 3 : 28 / 964.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4. تاريخ دمشق 37 : 406 ، 42 : 245 ، مناقب الخوارزمي : 222 و 225 ، الخصال 2 : 554 ، الأمالي </w:t>
      </w:r>
      <w:r w:rsidR="008A2B0F">
        <w:rPr>
          <w:rFonts w:hint="cs"/>
          <w:rtl/>
        </w:rPr>
        <w:t xml:space="preserve"> </w:t>
      </w:r>
      <w:r>
        <w:rPr>
          <w:rtl/>
        </w:rPr>
        <w:t>للطوسي 333 / 667.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وفي رواية المحب الطبري 3 : 249 وإلى يوسف في جماله.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أبي الحمراء قال ، قال رسول الله : من أراد أن ينظر إلى آدم في علمه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وإلى نوح في فهمه ، وإلى يحيى بن زكريا في زهده ، وإلى موسى بن عمران في بطشه ، </w:t>
      </w:r>
      <w:r w:rsidR="008A2B0F">
        <w:rPr>
          <w:rFonts w:hint="cs"/>
          <w:rtl/>
        </w:rPr>
        <w:t xml:space="preserve"> </w:t>
      </w:r>
      <w:r>
        <w:rPr>
          <w:rtl/>
        </w:rPr>
        <w:t>فلينظر إلى علي بن أبي طالب.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البياضي : اسند ابن جبير إلى ابن عباس قول النبي : من أراد أن ينظر 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آدم في علمه ، وإلى نوح في فهمه ، وإلى موسى في مناجاته ، وإلى عيسى في سمته ، </w:t>
      </w:r>
      <w:r w:rsidR="008A2B0F">
        <w:rPr>
          <w:rFonts w:hint="cs"/>
          <w:rtl/>
        </w:rPr>
        <w:t xml:space="preserve"> </w:t>
      </w:r>
      <w:r>
        <w:rPr>
          <w:rtl/>
        </w:rPr>
        <w:t>وإلى محمّد في تمامه ، فلينظر إلى هذا الرّجل ، فتطاولت الاعناق وإذا هم بعلي.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فقد شبهه رسول الله بآدم في علمه ، لأن الله علم آدم الأسماء : </w:t>
      </w:r>
      <w:r w:rsidRPr="00951167">
        <w:rPr>
          <w:rFonts w:hint="cs"/>
          <w:rtl/>
        </w:rPr>
        <w:t>«</w:t>
      </w:r>
      <w:r>
        <w:rPr>
          <w:rtl/>
        </w:rPr>
        <w:t xml:space="preserve">وعلم آدم </w:t>
      </w:r>
      <w:r w:rsidR="008A2B0F">
        <w:rPr>
          <w:rFonts w:hint="cs"/>
          <w:rtl/>
        </w:rPr>
        <w:t xml:space="preserve"> </w:t>
      </w:r>
      <w:r>
        <w:rPr>
          <w:rtl/>
        </w:rPr>
        <w:t>الاسماء كلها</w:t>
      </w:r>
      <w:r w:rsidRPr="00951167">
        <w:rPr>
          <w:rFonts w:hint="cs"/>
          <w:rtl/>
        </w:rPr>
        <w:t>»</w:t>
      </w:r>
      <w:r>
        <w:rPr>
          <w:rtl/>
        </w:rPr>
        <w:t xml:space="preserve">فما من شـيء ولا حادثه ولا واقعه إلا وعند علي فيها علم وله في </w:t>
      </w:r>
      <w:r w:rsidR="008A2B0F">
        <w:rPr>
          <w:rFonts w:hint="cs"/>
          <w:rtl/>
        </w:rPr>
        <w:t xml:space="preserve"> </w:t>
      </w:r>
      <w:r>
        <w:rPr>
          <w:rtl/>
        </w:rPr>
        <w:t>استنباط معناها فهم ، وقد خلق الله آدم من تراب وسـمى النبي علـيّا</w:t>
      </w:r>
      <w:r>
        <w:rPr>
          <w:rFonts w:hint="cs"/>
          <w:rtl/>
        </w:rPr>
        <w:t>ً</w:t>
      </w:r>
      <w:r>
        <w:rPr>
          <w:rtl/>
        </w:rPr>
        <w:t xml:space="preserve"> أبا تراب</w:t>
      </w:r>
      <w:r>
        <w:rPr>
          <w:rFonts w:hint="cs"/>
          <w:rtl/>
        </w:rPr>
        <w:t xml:space="preserve"> ، </w:t>
      </w:r>
      <w:r w:rsidR="008A2B0F">
        <w:rPr>
          <w:rtl/>
        </w:rPr>
        <w:t xml:space="preserve"> </w:t>
      </w:r>
      <w:r>
        <w:rPr>
          <w:rtl/>
        </w:rPr>
        <w:t>وشبهه بنوح في فهمه وحكمته ، لان نوحا</w:t>
      </w:r>
      <w:r>
        <w:rPr>
          <w:rFonts w:hint="cs"/>
          <w:rtl/>
        </w:rPr>
        <w:t>ً</w:t>
      </w:r>
      <w:r>
        <w:rPr>
          <w:rtl/>
        </w:rPr>
        <w:t xml:space="preserve"> صبر مع قومه وقال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اللهم اهدقومي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 xml:space="preserve">فانهم لا يعلمون 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وهذا ما قاله الإمام علي كذلك : </w:t>
      </w:r>
      <w:r w:rsidRPr="00951167">
        <w:rPr>
          <w:rFonts w:hint="cs"/>
          <w:rtl/>
        </w:rPr>
        <w:t>«</w:t>
      </w:r>
      <w:r>
        <w:rPr>
          <w:rtl/>
        </w:rPr>
        <w:t xml:space="preserve"> فصبرت وفي العين قذى وفي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الحلق شجى </w:t>
      </w:r>
      <w:r w:rsidRPr="00951167">
        <w:rPr>
          <w:rFonts w:hint="cs"/>
          <w:rtl/>
        </w:rPr>
        <w:t>»</w:t>
      </w:r>
      <w:r>
        <w:rPr>
          <w:rtl/>
        </w:rPr>
        <w:t xml:space="preserve"> ، وان نوحا</w:t>
      </w:r>
      <w:r>
        <w:rPr>
          <w:rFonts w:hint="cs"/>
          <w:rtl/>
        </w:rPr>
        <w:t>ً</w:t>
      </w:r>
      <w:r>
        <w:rPr>
          <w:rtl/>
        </w:rPr>
        <w:t xml:space="preserve"> لم يدعوا على قومه إل</w:t>
      </w:r>
      <w:r>
        <w:rPr>
          <w:rFonts w:hint="cs"/>
          <w:rtl/>
        </w:rPr>
        <w:t>ّ</w:t>
      </w:r>
      <w:r>
        <w:rPr>
          <w:rtl/>
        </w:rPr>
        <w:t xml:space="preserve">ا بعد علمه باصرارهم على العدوان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رَّبِّ لَا تَذَرْ عَلَى الْأَرْضِ مِنَ الْكَافِرِينَ دَيَّارًا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فقال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ما يقارب كلام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نوح بقوله : اللهم ان الناس قد مللتهم وملوني وسأمتهم وسأموني اللّهم أبدلهم مني </w:t>
      </w:r>
      <w:r w:rsidR="008A2B0F">
        <w:rPr>
          <w:rFonts w:hint="cs"/>
          <w:rtl/>
        </w:rPr>
        <w:t xml:space="preserve"> </w:t>
      </w:r>
      <w:r>
        <w:rPr>
          <w:rtl/>
        </w:rPr>
        <w:t>شر بدل وأبدلني منهم خير بدل.</w:t>
      </w:r>
    </w:p>
    <w:p w:rsidR="006C0FF4" w:rsidRDefault="00F631FA" w:rsidP="006C0FF4">
      <w:pPr>
        <w:pStyle w:val="libNormal"/>
        <w:rPr>
          <w:rtl/>
        </w:rPr>
      </w:pPr>
      <w:r>
        <w:rPr>
          <w:rtl/>
        </w:rPr>
        <w:t xml:space="preserve">وشبهه </w:t>
      </w:r>
      <w:r w:rsidRPr="005F7FDA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بإبراهيم في حكمته ، لأن الله لقن إبراهيم الحجة وهو صغير حتى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خرج وناظر أباه وقومه كما في قوله تعالى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يَا أَبَتِ لِمَ تَعْبُدُ مَا لَا يَسْمَعُ وَلَا يُبْصِرُ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وَلَا يُغْنِي عَنكَ شَيْئًا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إِذْ قَالَ لِأَبِيهِ وَقَوْمِهِ مَاذَا تَعْبُدُونَ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وقوله :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مناقب الخوارزمي : 40 الفصل السابع ، ورواه الحاكم في شواهد التنزيل 1 : 80.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الصراط المستقيم 1 : 103.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سورة مريم : 43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سورة الصافات : 85.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AlaemChar"/>
          <w:rtl/>
        </w:rPr>
        <w:lastRenderedPageBreak/>
        <w:t>(</w:t>
      </w:r>
      <w:r w:rsidRPr="005F7FDA">
        <w:rPr>
          <w:rStyle w:val="libAieChar"/>
          <w:rtl/>
        </w:rPr>
        <w:t>فَلَمَّا جَنَّ عَلَيْهِ اللَّيْلُ رَأَىٰ كَوْكَبًا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ونظائرها من الآيات الاخرى كقوله تعالى : </w:t>
      </w:r>
      <w:r w:rsidR="008A2B0F">
        <w:rPr>
          <w:rFonts w:hint="cs"/>
          <w:rtl/>
          <w:lang w:bidi="fa-IR"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وَتِلْكَ حُجَّتُنَا آتَيْنَاهَا إِبْرَاهِيمَ عَلَىٰ قَوْمِهِ نَرْفَعُ دَرَجَاتٍ مَّن نَّشَاءُ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وكذلك كان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الإمام علي حيث لقنه الله حجته وهو صبي لم يراهق الحلم فناظر قومه وكسر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الاصنام ، وأمر إبراهيم بتطهير البيت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وَطَهِّرْ بَيْتِيَ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واللّهتعالى طهر بيت علي : </w:t>
      </w:r>
      <w:r w:rsidR="008A2B0F">
        <w:rPr>
          <w:rFonts w:hint="cs"/>
          <w:rtl/>
          <w:lang w:bidi="fa-IR"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وَيُطَهِّرَكُمْ تَطْهِيرًا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وهذا يشابه ما قاله سبحانه ليحيى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يَا يَحْيَىٰ خُذِ الْكِتَابَ بِقُوَّةٍ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فأُوتي علم </w:t>
      </w:r>
      <w:r w:rsidR="008A2B0F">
        <w:rPr>
          <w:rFonts w:hint="cs"/>
          <w:rtl/>
        </w:rPr>
        <w:t xml:space="preserve"> </w:t>
      </w:r>
      <w:r>
        <w:rPr>
          <w:rtl/>
        </w:rPr>
        <w:t>التوراة وهو صبي صغير في حجر أبويه ، وقوله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وَآتَيْنَاهُ الْحُكْمَ صَبِيًّا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وقد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كان يحيى </w:t>
      </w:r>
      <w:r w:rsidRPr="005F7FDA">
        <w:rPr>
          <w:rStyle w:val="libAlaemChar"/>
          <w:rtl/>
        </w:rPr>
        <w:t>عليه‌السلام(</w:t>
      </w:r>
      <w:r w:rsidRPr="005F7FDA">
        <w:rPr>
          <w:rStyle w:val="libAieChar"/>
          <w:rtl/>
        </w:rPr>
        <w:t>بَرًّا بِوَالِدَيْهِ وَلَمْ يَكُن جَبَّارًا عَصِيًّا</w:t>
      </w:r>
      <w:r w:rsidRPr="005F7FDA">
        <w:rPr>
          <w:rStyle w:val="libAlaemChar"/>
          <w:rtl/>
        </w:rPr>
        <w:t>)</w:t>
      </w:r>
      <w:r>
        <w:rPr>
          <w:rtl/>
        </w:rPr>
        <w:t>و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وَسَيِّدًا وَحَصُورًا وَنَبِيًّا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مِّنَ الصَّالِحِينَ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روي ان زكريا وجد ابنه يحيى يبكي فقال له : يا بني ما هذا؟ قال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أخبرتني أنّ جبرئيل أخبرك أنّ بين الجنّة والنّار مفازه من نار لا يطفي حرها </w:t>
      </w:r>
      <w:r w:rsidR="008A2B0F">
        <w:rPr>
          <w:rFonts w:hint="cs"/>
          <w:rtl/>
        </w:rPr>
        <w:t xml:space="preserve"> </w:t>
      </w: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 الدمع.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وكان علي بن أبي طالب كذلك ، فعن الامامين الصادق والباقر أنهما قالا : كان </w:t>
      </w:r>
      <w:r w:rsidR="008A2B0F">
        <w:rPr>
          <w:rFonts w:hint="cs"/>
          <w:rtl/>
        </w:rPr>
        <w:t xml:space="preserve"> </w:t>
      </w:r>
      <w:r>
        <w:rPr>
          <w:rtl/>
        </w:rPr>
        <w:t>علي بن الحسين اذا اخـذ كتاب علي فنظر في عبادة علي قال : من يطـيق هذا.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شبهه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بموسى في بطشه حكاية عن قول الباري عن موسى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فَاسْتَغَاثَهُ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الَّذِي مِن شِيعَتِهِ عَلَى الَّذِي مِنْ عَدُوِّهِ فَوَكَزَهُ مُوسَىٰ فَقَضَىٰ عَلَيْهِ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 فكان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موسى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معروفا</w:t>
      </w:r>
      <w:r>
        <w:rPr>
          <w:rFonts w:hint="cs"/>
          <w:rtl/>
        </w:rPr>
        <w:t>ً</w:t>
      </w:r>
      <w:r>
        <w:rPr>
          <w:rtl/>
        </w:rPr>
        <w:t xml:space="preserve"> بالقوة ، وكذلك كان الإمام علي صلبا</w:t>
      </w:r>
      <w:r>
        <w:rPr>
          <w:rFonts w:hint="cs"/>
          <w:rtl/>
        </w:rPr>
        <w:t>ً</w:t>
      </w:r>
      <w:r>
        <w:rPr>
          <w:rtl/>
        </w:rPr>
        <w:t xml:space="preserve"> في ذات الله وقد قتل </w:t>
      </w:r>
      <w:r w:rsidR="008A2B0F">
        <w:rPr>
          <w:rFonts w:hint="cs"/>
          <w:rtl/>
        </w:rPr>
        <w:t xml:space="preserve"> </w:t>
      </w:r>
      <w:r>
        <w:rPr>
          <w:rtl/>
        </w:rPr>
        <w:t>صناديد قريش والمشركين دفاعا</w:t>
      </w:r>
      <w:r>
        <w:rPr>
          <w:rFonts w:hint="cs"/>
          <w:rtl/>
        </w:rPr>
        <w:t>ً</w:t>
      </w:r>
      <w:r>
        <w:rPr>
          <w:rtl/>
        </w:rPr>
        <w:t xml:space="preserve"> عن الدين وعن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6C0FF4" w:rsidRDefault="00F631FA" w:rsidP="006C0FF4">
      <w:pPr>
        <w:pStyle w:val="libNormal"/>
        <w:rPr>
          <w:rtl/>
        </w:rPr>
      </w:pPr>
      <w:r>
        <w:rPr>
          <w:rtl/>
        </w:rPr>
        <w:t xml:space="preserve">أما شبهه بعيسى بن مريم ، فقد روى النسائي في الخصائص الكبرى عن علي </w:t>
      </w:r>
      <w:r w:rsidR="008A2B0F">
        <w:rPr>
          <w:rFonts w:hint="cs"/>
          <w:rtl/>
        </w:rPr>
        <w:t xml:space="preserve"> </w:t>
      </w:r>
      <w:r>
        <w:rPr>
          <w:rtl/>
        </w:rPr>
        <w:t>قال ، قال رسول الله : يا علي فيـك مثل من مثل عيسـى ابغضته اليهـود حتّى بهتوا امه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القصص : 15.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واحبتهالنصارى حتى أنزلوه بالمنزل الذي ليس به.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فكان شبهه به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لعلمه بالكتاب طفلاً ولم يبلغ مبلغ الرجال فقال سبحانه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وَيُعَلِّمُهُ الْكِتَابَ وَالْحِكْمَةَ وَالتَّوْرَاةَ وَالْإِنجِيلَ</w:t>
      </w:r>
      <w:r w:rsidRPr="005F7FDA">
        <w:rPr>
          <w:rStyle w:val="libAlaemChar"/>
          <w:rtl/>
        </w:rPr>
        <w:t>)</w:t>
      </w:r>
      <w:r>
        <w:rPr>
          <w:rtl/>
        </w:rPr>
        <w:t>وكان عبدا</w:t>
      </w:r>
      <w:r>
        <w:rPr>
          <w:rFonts w:hint="cs"/>
          <w:rtl/>
        </w:rPr>
        <w:t>ً</w:t>
      </w:r>
      <w:r>
        <w:rPr>
          <w:rtl/>
        </w:rPr>
        <w:t xml:space="preserve"> مطيعا</w:t>
      </w:r>
      <w:r>
        <w:rPr>
          <w:rFonts w:hint="cs"/>
          <w:rtl/>
        </w:rPr>
        <w:t>ً</w:t>
      </w:r>
      <w:r>
        <w:rPr>
          <w:rtl/>
        </w:rPr>
        <w:t xml:space="preserve"> للهكعيسى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حيث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إِنِّي عَبْدُ اللَّهِ آتَانِيَ الْكِتَابَ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إلى غيرها من عشرات الصفات التي كان يشبه بها آدم وإبراهيم ، وموسى ، </w:t>
      </w:r>
      <w:r w:rsidR="008A2B0F">
        <w:rPr>
          <w:rFonts w:hint="cs"/>
          <w:rtl/>
        </w:rPr>
        <w:t xml:space="preserve"> </w:t>
      </w:r>
      <w:r>
        <w:rPr>
          <w:rtl/>
        </w:rPr>
        <w:t>وعيسى ، ونوحا</w:t>
      </w:r>
      <w:r>
        <w:rPr>
          <w:rFonts w:hint="cs"/>
          <w:rtl/>
        </w:rPr>
        <w:t>ً</w:t>
      </w:r>
      <w:r>
        <w:rPr>
          <w:rtl/>
        </w:rPr>
        <w:t xml:space="preserve"> ، ويحيى ، وأيوب ، ويوسف ، وسليمان ، وداود.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بصائر الدرجات عن أبي جعفر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قال : كانت في علي سنّة ألف نبي.</w:t>
      </w:r>
      <w:r w:rsidRPr="005F7FDA">
        <w:rPr>
          <w:rStyle w:val="libFootnotenumChar"/>
          <w:rFonts w:hint="cs"/>
          <w:rtl/>
        </w:rPr>
        <w:t>(2)</w:t>
      </w:r>
    </w:p>
    <w:p w:rsidR="00F631FA" w:rsidRDefault="00F631FA" w:rsidP="005F7FDA">
      <w:pPr>
        <w:pStyle w:val="libBold1"/>
        <w:rPr>
          <w:rtl/>
        </w:rPr>
      </w:pPr>
      <w:r>
        <w:rPr>
          <w:rtl/>
        </w:rPr>
        <w:t>السابع : الثبات على القيم والتفاني فيها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 من أهم صفات العبودية للههو التفاني في ذات الله وكمال الطاعة للرسول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الأمين ، والسعي لنشر الدعوة بالمال والنفس ، فالمصدِّق هو الذي يُصدق بما آمن به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عملاً ويجسّمه في واقع حياته عبر أقواله وأفعاله. والصدّيق هو من كان في أعلى </w:t>
      </w:r>
      <w:r w:rsidR="008A2B0F">
        <w:rPr>
          <w:rFonts w:hint="cs"/>
          <w:rtl/>
        </w:rPr>
        <w:t xml:space="preserve"> </w:t>
      </w:r>
      <w:r>
        <w:rPr>
          <w:rtl/>
        </w:rPr>
        <w:t>مراتب هذا التفاني ، لا أن يُقدِّمَ المصلحة على القيم كما هو المشاهد في سيرة أبي بكر.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جاء عن الإمام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أنه قال يوم صفين : ولقد كُنا مع رسول الله نقتلُ آباءنا </w:t>
      </w:r>
      <w:r w:rsidR="008A2B0F">
        <w:rPr>
          <w:rFonts w:hint="cs"/>
          <w:rtl/>
        </w:rPr>
        <w:t xml:space="preserve"> </w:t>
      </w:r>
      <w:r>
        <w:rPr>
          <w:rtl/>
        </w:rPr>
        <w:t>وأبناءنا ، وإخواننا وأعمامنا ، ما يزيدنا ذلك إل</w:t>
      </w:r>
      <w:r>
        <w:rPr>
          <w:rFonts w:hint="cs"/>
          <w:rtl/>
        </w:rPr>
        <w:t>ّ</w:t>
      </w:r>
      <w:r>
        <w:rPr>
          <w:rtl/>
        </w:rPr>
        <w:t>ا إيمانا وتسليما</w:t>
      </w:r>
      <w:r>
        <w:rPr>
          <w:rFonts w:hint="cs"/>
          <w:rtl/>
        </w:rPr>
        <w:t>ً</w:t>
      </w:r>
      <w:r>
        <w:rPr>
          <w:rtl/>
        </w:rPr>
        <w:t xml:space="preserve"> ، ومضيّا</w:t>
      </w:r>
      <w:r>
        <w:rPr>
          <w:rFonts w:hint="cs"/>
          <w:rtl/>
        </w:rPr>
        <w:t>ً</w:t>
      </w:r>
      <w:r>
        <w:rPr>
          <w:rtl/>
        </w:rPr>
        <w:t xml:space="preserve">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اللّقم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وصبرا</w:t>
      </w:r>
      <w:r>
        <w:rPr>
          <w:rFonts w:hint="cs"/>
          <w:rtl/>
        </w:rPr>
        <w:t>ً</w:t>
      </w:r>
      <w:r>
        <w:rPr>
          <w:rtl/>
        </w:rPr>
        <w:t xml:space="preserve"> على مضض الألم ، وجِدّا في جهاد العدو.</w:t>
      </w:r>
    </w:p>
    <w:p w:rsidR="006C0FF4" w:rsidRDefault="00F631FA" w:rsidP="006C0FF4">
      <w:pPr>
        <w:pStyle w:val="libNormal"/>
        <w:rPr>
          <w:rtl/>
        </w:rPr>
      </w:pPr>
      <w:r>
        <w:rPr>
          <w:rtl/>
        </w:rPr>
        <w:t xml:space="preserve">ولقد كان الرَّجلُ منّا والآخر من عدوّنا يتصاولان تصاولالفحلين ، يتخالسان </w:t>
      </w:r>
      <w:r w:rsidR="008A2B0F">
        <w:rPr>
          <w:rFonts w:hint="cs"/>
          <w:rtl/>
        </w:rPr>
        <w:t xml:space="preserve"> </w:t>
      </w:r>
      <w:r>
        <w:rPr>
          <w:rtl/>
        </w:rPr>
        <w:t>أنفسهما ، أيهما يسقي صاحبه كأس المنون ، فمرّة لنا من عدوّنا ، ومرّة لعدوّنا منا ، فلمّا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انظر في ذلك مناقب آل أبي طالب 3 : 241 ـ 266 وكتاب : قادتنا 1 : 271 ـ 344.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بصائر الدرجات : 134.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اللّقم : معظم الطريق أو جادته.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رأى الله صدقنا أنزل بعدوِّنا الكبت ، وأنزل علينا النّصر ، حتى استقر الإسلامُ مُلقيا</w:t>
      </w:r>
      <w:r>
        <w:rPr>
          <w:rFonts w:hint="cs"/>
          <w:rtl/>
        </w:rPr>
        <w:t>ً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جرانه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>ومتبوئا</w:t>
      </w:r>
      <w:r>
        <w:rPr>
          <w:rFonts w:hint="cs"/>
          <w:rtl/>
        </w:rPr>
        <w:t>ً</w:t>
      </w:r>
      <w:r>
        <w:rPr>
          <w:rtl/>
        </w:rPr>
        <w:t xml:space="preserve"> أوطانه ، ولعمري لو كنّا نأتي ما أتيتم ، ما قام للدّين عمود ، ولا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اخضرَّ للإيمان عود ، وأيمُ الله لتحتلبنّها دما</w:t>
      </w:r>
      <w:r>
        <w:rPr>
          <w:rFonts w:hint="cs"/>
          <w:rtl/>
        </w:rPr>
        <w:t>ً</w:t>
      </w:r>
      <w:r>
        <w:rPr>
          <w:rtl/>
        </w:rPr>
        <w:t xml:space="preserve"> ، ولتتبعنها ندما</w:t>
      </w:r>
      <w:r>
        <w:rPr>
          <w:rFonts w:hint="cs"/>
          <w:rtl/>
        </w:rPr>
        <w:t>ً</w:t>
      </w:r>
      <w:r>
        <w:rPr>
          <w:rtl/>
        </w:rPr>
        <w:t>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أنه قال : فدعاني رسول الله ، فقال : إنّ قريشا</w:t>
      </w:r>
      <w:r>
        <w:rPr>
          <w:rFonts w:hint="cs"/>
          <w:rtl/>
        </w:rPr>
        <w:t>ً</w:t>
      </w:r>
      <w:r>
        <w:rPr>
          <w:rtl/>
        </w:rPr>
        <w:t xml:space="preserve"> دبرت كيت وكيت في </w:t>
      </w:r>
      <w:r w:rsidR="008A2B0F">
        <w:rPr>
          <w:rFonts w:hint="cs"/>
          <w:rtl/>
        </w:rPr>
        <w:t xml:space="preserve"> </w:t>
      </w:r>
      <w:r>
        <w:rPr>
          <w:rtl/>
        </w:rPr>
        <w:t>قتلي ، فنم على فراشي حتى أخرج أنا من مكة فقد أمرني الله تعالى بذلك.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فقلت له : السمع والطاعة ، فنمت على فراشه ، وفتح رسول الله الباب وخرج </w:t>
      </w:r>
      <w:r w:rsidR="008A2B0F">
        <w:rPr>
          <w:rFonts w:hint="cs"/>
          <w:rtl/>
        </w:rPr>
        <w:t xml:space="preserve"> </w:t>
      </w:r>
      <w:r>
        <w:rPr>
          <w:rtl/>
        </w:rPr>
        <w:t>عليهم وهم جميعا</w:t>
      </w:r>
      <w:r>
        <w:rPr>
          <w:rFonts w:hint="cs"/>
          <w:rtl/>
        </w:rPr>
        <w:t>ً</w:t>
      </w:r>
      <w:r>
        <w:rPr>
          <w:rtl/>
        </w:rPr>
        <w:t xml:space="preserve"> جلوس ، ينتظرون الفجر وهو يقول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وَجَعَلْنَا مِن بَيْنِ أَيْدِيهِمْ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سَدًّا وَمِنْ خَلْفِهِمْ سَدًّا فَأَغْشَيْنَاهُمْ فَهُمْ لَا يُبْصِرُونَ</w:t>
      </w:r>
      <w:r w:rsidRPr="005F7FDA">
        <w:rPr>
          <w:rStyle w:val="libAlaemChar"/>
          <w:rFonts w:hint="cs"/>
          <w:rtl/>
        </w:rPr>
        <w:t>)</w:t>
      </w:r>
      <w:r w:rsidRPr="006A57CA">
        <w:rPr>
          <w:rtl/>
        </w:rPr>
        <w:t xml:space="preserve"> ومضى وهم لا يرونه</w:t>
      </w:r>
      <w:r w:rsidRPr="006A57CA">
        <w:rPr>
          <w:rFonts w:hint="cs"/>
          <w:rtl/>
        </w:rPr>
        <w:t>)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... </w:t>
      </w:r>
      <w:r w:rsidR="008A2B0F">
        <w:rPr>
          <w:rFonts w:hint="cs"/>
          <w:rtl/>
        </w:rPr>
        <w:t xml:space="preserve"> </w:t>
      </w:r>
      <w:r>
        <w:rPr>
          <w:rtl/>
        </w:rPr>
        <w:t>إلى آخر الخبر.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ولقد عَلِم المستحفظون من أصحاب محمد أني لم أردّ على الله ولا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رسوله ساعةً قطّ ، ولقد واسيته بنفسي في المواطن التي تنكص فيها الأبطال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وتتأخر فيها الأقدام ، نجدةً أكرمني الله بها.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كلام له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لرأس اليهود : لقد كنتُ عاهدتُ الله ورسولهُ أنا وعمّي حمزة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وأخي جعفر وابن عمّي عبيدة على أمرٍ وَفَينا به للهولرسوله ، فتقدّمني أصحابي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وتخلّفتُ بعدهم لمِا أراد الله عزوجل ، فأنزل الله فينا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مِّنَ الْمُؤْمِنِينَ رِجَالٌ صَدَقُوا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مَا عَاهَدُوا اللَّهَ عَلَيْهِ فَمِنْهُم مَّن قَضَىٰ نَحْبَهُ وَمِنْهُم مَّن يَنتَظِرُ وَمَا بَدَّلُوا تَبْدِيلًا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Pr="006A57CA" w:rsidRDefault="00F631FA" w:rsidP="005F7FDA">
      <w:pPr>
        <w:pStyle w:val="libLine"/>
        <w:rPr>
          <w:rtl/>
        </w:rPr>
      </w:pPr>
      <w:r w:rsidRPr="006A57CA">
        <w:rPr>
          <w:rtl/>
        </w:rPr>
        <w:t>_</w:t>
      </w:r>
      <w:r w:rsidRPr="006A57CA">
        <w:rPr>
          <w:rFonts w:hint="cs"/>
          <w:rtl/>
        </w:rPr>
        <w:t>_____________</w:t>
      </w:r>
      <w:r w:rsidRPr="006A57CA">
        <w:rPr>
          <w:rtl/>
        </w:rPr>
        <w:t>_</w:t>
      </w:r>
      <w:r w:rsidRPr="006A57CA">
        <w:rPr>
          <w:rFonts w:hint="cs"/>
          <w:rtl/>
        </w:rPr>
        <w:t>_______</w:t>
      </w:r>
      <w:r w:rsidRPr="006A57CA">
        <w:rPr>
          <w:rtl/>
        </w:rPr>
        <w:t>__</w:t>
      </w:r>
      <w:r w:rsidRPr="006A57CA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جران البعير : مقدّم عنقه من مذبحه إلى منحره ، وإلقاء الجران كناية عن التمكن.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نهج البلاغة 1 : 1042 / 56 ، إرشاد المفيد 1 : 268 ، وانظر كتاب سليم بن قيس : 247 ، شرح النهج 4 : 33.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الخرائج والجرائح 1 : 143 ح 231 ، الاختصاص للمفيد : 146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نهج البلاغة 2 : 171 / 197 ، عيون الحكم والمواعظ : 506 ، ينابيع المودة 1 : 265 / 19 ، بحار </w:t>
      </w:r>
      <w:r w:rsidR="008A2B0F">
        <w:rPr>
          <w:rFonts w:hint="cs"/>
          <w:rtl/>
        </w:rPr>
        <w:t xml:space="preserve"> </w:t>
      </w:r>
      <w:r>
        <w:rPr>
          <w:rtl/>
        </w:rPr>
        <w:t>الأنوار 38 : 319 / 32.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فمن قضى نحبه : حمزة وعبيدة وجعفر ، وأنا المنتظِر يا أخا اليهود وما </w:t>
      </w:r>
      <w:r w:rsidR="008A2B0F">
        <w:rPr>
          <w:rFonts w:hint="cs"/>
          <w:rtl/>
        </w:rPr>
        <w:t xml:space="preserve"> </w:t>
      </w:r>
      <w:r>
        <w:rPr>
          <w:rtl/>
        </w:rPr>
        <w:t>بدّلت تبديلاً.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وقال ابن عباس : إن عليا</w:t>
      </w:r>
      <w:r>
        <w:rPr>
          <w:rFonts w:hint="cs"/>
          <w:rtl/>
        </w:rPr>
        <w:t>ً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كان يقول في حياة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إن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عزوجل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أَفَإِن مَّاتَ أَوْ قُتِلَ انقَلَبْتُمْ عَلَىٰ أَعْقَابِكُمْ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واللهلا ننقلب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أعقابنا بعد أن هدانا الله ، واللهلئن مات أو قتل لأقتلن على ما قاتل عليه حتى </w:t>
      </w:r>
      <w:r w:rsidR="008A2B0F">
        <w:rPr>
          <w:rFonts w:hint="cs"/>
          <w:rtl/>
        </w:rPr>
        <w:t xml:space="preserve"> </w:t>
      </w:r>
      <w:r>
        <w:rPr>
          <w:rtl/>
        </w:rPr>
        <w:t>أموت ، واللهإني لأخوه ووليه ، وابن عمه ووارثه ، فمن أحق به مني.</w:t>
      </w:r>
      <w:r w:rsidRPr="005F7FDA">
        <w:rPr>
          <w:rStyle w:val="libFootnotenumChar"/>
          <w:rFonts w:hint="cs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إلى غيرها الكثير من النصوص الصادرة عنه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وعن رسول الله ، وعن </w:t>
      </w:r>
      <w:r w:rsidR="008A2B0F">
        <w:rPr>
          <w:rFonts w:hint="cs"/>
          <w:rtl/>
        </w:rPr>
        <w:t xml:space="preserve"> </w:t>
      </w:r>
      <w:r>
        <w:rPr>
          <w:rtl/>
        </w:rPr>
        <w:t>الصدّيقة فاطمة الزهراء ، وأهل البيت ، والصحابة فيه.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فعليٌّ هو أوّل من أسلم وصلّى مع رسول الله وصدّقه في رسالته ، وثبت على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الأمر حتى النهاية ، ولم يكذبه في شيء ، والآن نأتي لنلخص ما أشار إليه الإمام </w:t>
      </w:r>
      <w:r w:rsidRPr="005F7FDA">
        <w:rPr>
          <w:rStyle w:val="libAlaemChar"/>
          <w:rtl/>
        </w:rPr>
        <w:t>عليه‌السلام</w:t>
      </w:r>
      <w:r w:rsidR="008A2B0F">
        <w:rPr>
          <w:rFonts w:hint="cs"/>
          <w:rtl/>
        </w:rPr>
        <w:t xml:space="preserve"> </w:t>
      </w:r>
      <w:r>
        <w:rPr>
          <w:rtl/>
        </w:rPr>
        <w:t>لنرى موقع أبي بكر في تلك المواقف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1ـإنه أول من أسلم وصلّى. وهذه المسألة قد كتب الأعلام فيها كتبا</w:t>
      </w:r>
      <w:r>
        <w:rPr>
          <w:rFonts w:hint="cs"/>
          <w:rtl/>
        </w:rPr>
        <w:t>ً</w:t>
      </w:r>
      <w:r>
        <w:rPr>
          <w:rtl/>
        </w:rPr>
        <w:t xml:space="preserve"> ورسائل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كثيرة ، والتفصيل فيها قد يخرجنا عن أصل الموضوع.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2ـالتفاني في الله ورسوله بحيث لا ميزة مقابل الدين للآباء والأبناء والأخوة </w:t>
      </w:r>
      <w:r w:rsidR="008A2B0F">
        <w:rPr>
          <w:rFonts w:hint="cs"/>
          <w:rtl/>
        </w:rPr>
        <w:t xml:space="preserve"> </w:t>
      </w:r>
      <w:r>
        <w:rPr>
          <w:rtl/>
        </w:rPr>
        <w:t>والأعمام ، وهذا ما لا نلحظه في أبي بكر حسبما سنذكر قسما</w:t>
      </w:r>
      <w:r>
        <w:rPr>
          <w:rFonts w:hint="cs"/>
          <w:rtl/>
        </w:rPr>
        <w:t>ً</w:t>
      </w:r>
      <w:r>
        <w:rPr>
          <w:rtl/>
        </w:rPr>
        <w:t xml:space="preserve"> منه بعد قليل.</w:t>
      </w:r>
    </w:p>
    <w:p w:rsidR="006C0FF4" w:rsidRDefault="00F631FA" w:rsidP="006C0FF4">
      <w:pPr>
        <w:pStyle w:val="libNormal"/>
        <w:rPr>
          <w:rtl/>
        </w:rPr>
      </w:pPr>
      <w:r>
        <w:rPr>
          <w:rtl/>
        </w:rPr>
        <w:t xml:space="preserve">3ـالسمع والطاعة لرسول الله ، وهي لا تنطبق على أبي بكر ، ويكفي في عدم </w:t>
      </w:r>
      <w:r w:rsidR="008A2B0F">
        <w:rPr>
          <w:rFonts w:hint="cs"/>
          <w:rtl/>
        </w:rPr>
        <w:t xml:space="preserve"> </w:t>
      </w:r>
      <w:r>
        <w:rPr>
          <w:rtl/>
        </w:rPr>
        <w:t>انطباقهما على أبي بكر أن رسول الله أمره بقتل المتنسك ، فدخل أبو بكر فوجده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الاختصاص للمفيد : 174 ، الخصال للصدوق : 376 ، بحار الأنوار 31 : 349 / 3 ، تأويل الآيات 2 : </w:t>
      </w:r>
      <w:r w:rsidR="008A2B0F">
        <w:rPr>
          <w:rFonts w:hint="cs"/>
          <w:rtl/>
        </w:rPr>
        <w:t xml:space="preserve"> </w:t>
      </w:r>
      <w:r>
        <w:rPr>
          <w:rtl/>
        </w:rPr>
        <w:t>449 / 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خصائص أمير المؤمنين للنسائي : 86 ، المعجم الكبير 1 : 107 الرقم 176 ، مناقب الكوفي 1 : 339 / </w:t>
      </w:r>
      <w:r w:rsidR="008A2B0F">
        <w:rPr>
          <w:rFonts w:hint="cs"/>
          <w:rtl/>
        </w:rPr>
        <w:t xml:space="preserve"> </w:t>
      </w:r>
      <w:r>
        <w:rPr>
          <w:rtl/>
        </w:rPr>
        <w:t>265 ، شواهد التنزيل 1 : 177 / 24 ، تاريخ دمشق 42 : 56 ، المستدرك للحاكم 3 : 126.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للمزيد انظر الغدير للعلامة الأميني 3 : 221 ، 241.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يصلي ، فقال أبو بكر في نفسه : إن للصلاة حرمة وحقا</w:t>
      </w:r>
      <w:r>
        <w:rPr>
          <w:rFonts w:hint="cs"/>
          <w:rtl/>
        </w:rPr>
        <w:t>ً</w:t>
      </w:r>
      <w:r>
        <w:rPr>
          <w:rtl/>
        </w:rPr>
        <w:t xml:space="preserve"> ، فترك الناسك ولم يمتثل أمر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رسول الله.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4ـثباته على الدين وعدم انقلابه على الأعقاب ، وخطبة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صريحة </w:t>
      </w:r>
      <w:r w:rsidR="008A2B0F">
        <w:rPr>
          <w:rFonts w:hint="cs"/>
          <w:rtl/>
        </w:rPr>
        <w:t xml:space="preserve"> </w:t>
      </w:r>
      <w:r>
        <w:rPr>
          <w:rtl/>
        </w:rPr>
        <w:t>في انقلاب القوم على أعقابهم ، وفي حديث الحوض وآية الانقلاب ما يؤكد ذلك.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هذا ، والملاحظ في سيرة أبي بكر أنه كان يقدّم المصلحة على الفروض الإلهية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حينما تدعوه مصلحته إلى ذلك ، إذ أبطل الحدّ عن خالد بن الوليد برغمإجماع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المسلمين على لزوم قتله ، وقد كان عمر بن الخطاب ممن يرى قتله ، لكونه زنى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بزوجة مالك بن نويرة وهي في العدّة ، لكنّ أبا بكر رفض إجراء الحد قائلاً : ...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يا عمر! تأوّل فأخطأ ، فارفع لسانك عن خالد فإني لا أشيمُ سيفا سلّه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الكافرين.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ولما أصرّ أبو قتادة الأنصاريـالذي شهد الزنا وكان في السريّة مع خالدـ</w:t>
      </w:r>
      <w:r w:rsidR="008A2B0F">
        <w:rPr>
          <w:rtl/>
        </w:rPr>
        <w:t xml:space="preserve"> </w:t>
      </w:r>
      <w:r>
        <w:rPr>
          <w:rtl/>
        </w:rPr>
        <w:t xml:space="preserve">على موقفه ، دعاه أبو بكر ونهاه عن ذلك.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وبمنطق التأويل وبمنطق كون أعدائه كافرينـوإن كانوا في الواقع مسلمينـ</w:t>
      </w:r>
      <w:r w:rsidR="008A2B0F">
        <w:rPr>
          <w:rFonts w:hint="cs"/>
          <w:rtl/>
        </w:rPr>
        <w:t xml:space="preserve"> </w:t>
      </w:r>
      <w:r>
        <w:rPr>
          <w:rtl/>
        </w:rPr>
        <w:t>عَذَرَ أبو بكر خالدا</w:t>
      </w:r>
      <w:r>
        <w:rPr>
          <w:rFonts w:hint="cs"/>
          <w:rtl/>
        </w:rPr>
        <w:t>ً</w:t>
      </w:r>
      <w:r>
        <w:rPr>
          <w:rtl/>
        </w:rPr>
        <w:t xml:space="preserve"> لاحتياجه إليه في مواقف أُخرى.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وبنفس هذه الوتيرة عفى عن الأشعث بن قيس حين ارتدَّ ، وقد تأسف أبو بكر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عند موته من فعلته هذه بقوله : ثلاث ... وثلاث ... وثلاث ، وعدّ من اللاتي ودّ </w:t>
      </w:r>
      <w:r w:rsidR="008A2B0F">
        <w:rPr>
          <w:rFonts w:hint="cs"/>
          <w:rtl/>
        </w:rPr>
        <w:t xml:space="preserve"> </w:t>
      </w:r>
      <w:r>
        <w:rPr>
          <w:rtl/>
        </w:rPr>
        <w:t>فعلها ولم يفعلها : ضرب عنق الاشعث حين جيء به أسيرا</w:t>
      </w:r>
      <w:r>
        <w:rPr>
          <w:rFonts w:hint="cs"/>
          <w:rtl/>
        </w:rPr>
        <w:t>ً</w:t>
      </w:r>
      <w:r>
        <w:rPr>
          <w:rtl/>
        </w:rPr>
        <w:t xml:space="preserve"> ، فإنه يخيّل إليّ أنه لا </w:t>
      </w:r>
      <w:r w:rsidR="008A2B0F">
        <w:rPr>
          <w:rFonts w:hint="cs"/>
          <w:rtl/>
        </w:rPr>
        <w:t xml:space="preserve"> </w:t>
      </w:r>
      <w:r>
        <w:rPr>
          <w:rtl/>
        </w:rPr>
        <w:t>يرى شرا</w:t>
      </w:r>
      <w:r>
        <w:rPr>
          <w:rFonts w:hint="cs"/>
          <w:rtl/>
        </w:rPr>
        <w:t>ً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 xml:space="preserve">ا أعان عليه.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Pr="00A026D2" w:rsidRDefault="00F631FA" w:rsidP="005F7FDA">
      <w:pPr>
        <w:pStyle w:val="libLine"/>
        <w:rPr>
          <w:rtl/>
        </w:rPr>
      </w:pPr>
      <w:r w:rsidRPr="00A026D2">
        <w:rPr>
          <w:rtl/>
        </w:rPr>
        <w:t>_</w:t>
      </w:r>
      <w:r w:rsidRPr="00A026D2">
        <w:rPr>
          <w:rFonts w:hint="cs"/>
          <w:rtl/>
        </w:rPr>
        <w:t>_____________</w:t>
      </w:r>
      <w:r w:rsidRPr="00A026D2">
        <w:rPr>
          <w:rtl/>
        </w:rPr>
        <w:t>_</w:t>
      </w:r>
      <w:r w:rsidRPr="00A026D2">
        <w:rPr>
          <w:rFonts w:hint="cs"/>
          <w:rtl/>
        </w:rPr>
        <w:t>_______</w:t>
      </w:r>
      <w:r w:rsidRPr="00A026D2">
        <w:rPr>
          <w:rtl/>
        </w:rPr>
        <w:t>__</w:t>
      </w:r>
      <w:r w:rsidRPr="00A026D2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مسند أبي يعلى 6 : 341 ح 3668 ، حلية الأولياء 3 : 227 ، مسند أحمد 3 : 15 ، البداية والنهاية 7 : 330.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تاريخ الطبري 2 : 503 وانظر طبقات ابن سعد 7 : 396 ، البداية والنهاية 6 : 354 ، الإصابة 5 : 755 ، وغيرها.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الكامل في التاريخ 2 : 358.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تاريخ الطبري 1 : 620 ، تاريخ دمشق 30 : 418 ، كنز العمال 5 : 632 / 14113.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 xml:space="preserve">إنما كان </w:t>
      </w:r>
      <w:r>
        <w:rPr>
          <w:rtl/>
        </w:rPr>
        <w:t>ف</w:t>
      </w:r>
      <w:r>
        <w:rPr>
          <w:rFonts w:hint="cs"/>
          <w:rtl/>
        </w:rPr>
        <w:t>ِ</w:t>
      </w:r>
      <w:r>
        <w:rPr>
          <w:rtl/>
        </w:rPr>
        <w:t>ع</w:t>
      </w:r>
      <w:r>
        <w:rPr>
          <w:rFonts w:hint="cs"/>
          <w:rtl/>
        </w:rPr>
        <w:t>ْ</w:t>
      </w:r>
      <w:r>
        <w:rPr>
          <w:rtl/>
        </w:rPr>
        <w:t xml:space="preserve">ل أبو بكر كل ذلك لأن الأشعث زعيم كندة ، وممن يحتاج إليه في </w:t>
      </w:r>
      <w:r w:rsidR="008A2B0F">
        <w:rPr>
          <w:rFonts w:hint="cs"/>
          <w:rtl/>
        </w:rPr>
        <w:t xml:space="preserve"> </w:t>
      </w:r>
      <w:r>
        <w:rPr>
          <w:rtl/>
        </w:rPr>
        <w:t>مواقف ومشاهد أُخرى.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ولم يكتف الخليفة بإطلاق سراحه ، بل زوّجه أخته وأشركه في المهامّ ، لمصالح </w:t>
      </w:r>
      <w:r w:rsidR="008A2B0F">
        <w:rPr>
          <w:rFonts w:hint="cs"/>
          <w:rtl/>
        </w:rPr>
        <w:t xml:space="preserve"> </w:t>
      </w:r>
      <w:r>
        <w:rPr>
          <w:rtl/>
        </w:rPr>
        <w:t>كان يرجوها.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هذا وعطّل أبو بكر فرض الصدقة المصرَّح بها في القرآن للمؤلفة قلوبهم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نزولاً عند رغبة عمر بن الخطاب لما رآه من مصلحة ، وأن الإسلام قد قوي ولا </w:t>
      </w:r>
      <w:r w:rsidR="008A2B0F">
        <w:rPr>
          <w:rFonts w:hint="cs"/>
          <w:rtl/>
        </w:rPr>
        <w:t xml:space="preserve"> </w:t>
      </w:r>
      <w:r>
        <w:rPr>
          <w:rtl/>
        </w:rPr>
        <w:t>حاجة للمؤلفة قلوبهم!!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ومثله منعه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فدكا</w:t>
      </w:r>
      <w:r>
        <w:rPr>
          <w:rFonts w:hint="cs"/>
          <w:rtl/>
        </w:rPr>
        <w:t>ً</w:t>
      </w:r>
      <w:r>
        <w:rPr>
          <w:rtl/>
        </w:rPr>
        <w:t xml:space="preserve"> ، وقد احتجّت عليه بالقرآن على مشروعية </w:t>
      </w:r>
      <w:r w:rsidR="008A2B0F">
        <w:rPr>
          <w:rFonts w:hint="cs"/>
          <w:rtl/>
        </w:rPr>
        <w:t xml:space="preserve"> </w:t>
      </w:r>
      <w:r>
        <w:rPr>
          <w:rtl/>
        </w:rPr>
        <w:t>ملكيّتها بعمومات آيات الوصية والإرث وتوريث الأنبياء أبناءهم.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وقبل كل ذلك فراره يوم أُحد وحنين وخيبر وعدم الثبات والتفاني فيها. كل </w:t>
      </w:r>
      <w:r w:rsidR="008A2B0F">
        <w:rPr>
          <w:rFonts w:hint="cs"/>
          <w:rtl/>
        </w:rPr>
        <w:t xml:space="preserve"> </w:t>
      </w:r>
      <w:r>
        <w:rPr>
          <w:rtl/>
        </w:rPr>
        <w:t>ذلك لمصلحة كان يراها!!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اليعقوبي عن غزوة أُحد : وانهزم المسلمون حتى بقي رسول الله وما معه إل</w:t>
      </w:r>
      <w:r>
        <w:rPr>
          <w:rFonts w:hint="cs"/>
          <w:rtl/>
        </w:rPr>
        <w:t>ّ</w:t>
      </w:r>
      <w:r>
        <w:rPr>
          <w:rtl/>
        </w:rPr>
        <w:t>ا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ثلاثة نفر : علي والزبير وطلحة. 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الحاكم في مستدركه وصحّحه عن عائشة ، قالت : قال أبو بكر : لما </w:t>
      </w:r>
      <w:r w:rsidR="008A2B0F">
        <w:rPr>
          <w:rFonts w:hint="cs"/>
          <w:rtl/>
        </w:rPr>
        <w:t xml:space="preserve"> </w:t>
      </w:r>
      <w:r>
        <w:rPr>
          <w:rtl/>
        </w:rPr>
        <w:t>جال الناس عن رسول الله يوم أحد كنت أول من فاء إلى رسول الله.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ونقل صاحب كنز العمالـفي غزوة أُحدـعن أبي داود الطيالسي وابن سعد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والبزار والدارقطني وابن حبّان وأبي نعيم وغيرهم بأسانيدهم عن عائشة أنّها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قالت : وكان أبو بكر إذا ذكر يوم أُحد بكى ... ثمّ أنشأ يحدّث ، قال : كنت أول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فاء يوم أُحد. </w:t>
      </w:r>
      <w:r w:rsidRPr="005F7FDA">
        <w:rPr>
          <w:rStyle w:val="libFootnotenumChar"/>
          <w:rtl/>
        </w:rPr>
        <w:t>(3)</w:t>
      </w:r>
    </w:p>
    <w:p w:rsidR="00F631FA" w:rsidRPr="00495E87" w:rsidRDefault="00F631FA" w:rsidP="005F7FDA">
      <w:pPr>
        <w:pStyle w:val="libLine"/>
        <w:rPr>
          <w:rtl/>
        </w:rPr>
      </w:pPr>
      <w:r w:rsidRPr="00495E87">
        <w:rPr>
          <w:rtl/>
        </w:rPr>
        <w:t>_</w:t>
      </w:r>
      <w:r w:rsidRPr="00495E87">
        <w:rPr>
          <w:rFonts w:hint="cs"/>
          <w:rtl/>
        </w:rPr>
        <w:t>_____________</w:t>
      </w:r>
      <w:r w:rsidRPr="00495E87">
        <w:rPr>
          <w:rtl/>
        </w:rPr>
        <w:t>_</w:t>
      </w:r>
      <w:r w:rsidRPr="00495E87">
        <w:rPr>
          <w:rFonts w:hint="cs"/>
          <w:rtl/>
        </w:rPr>
        <w:t>_______</w:t>
      </w:r>
      <w:r w:rsidRPr="00495E87">
        <w:rPr>
          <w:rtl/>
        </w:rPr>
        <w:t>__</w:t>
      </w:r>
      <w:r w:rsidRPr="00495E87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تاريخ اليعقوبي 2 : 47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المستدرك 3 : 27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مسند أبي داود : 3 ، كنز العمال 10 : 425 / 30025.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ابن أبي الحديد : قال الجاحظ : وقد ثبت أبو بكر مع النبي يوم أُحدكما </w:t>
      </w:r>
      <w:r w:rsidR="008A2B0F">
        <w:rPr>
          <w:rFonts w:hint="cs"/>
          <w:rtl/>
        </w:rPr>
        <w:t xml:space="preserve"> </w:t>
      </w:r>
      <w:r>
        <w:rPr>
          <w:rtl/>
        </w:rPr>
        <w:t>ثبت علي ...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شيخنا أبو جعفر : أما ثباته يوم أُحد فأكثر المؤرخين وأرباب السير </w:t>
      </w:r>
      <w:r w:rsidR="008A2B0F">
        <w:rPr>
          <w:rFonts w:hint="cs"/>
          <w:rtl/>
        </w:rPr>
        <w:t xml:space="preserve"> </w:t>
      </w:r>
      <w:r>
        <w:rPr>
          <w:rtl/>
        </w:rPr>
        <w:t>ينكرونه ، وجمهورهم يروي أنه لم يبق مع النبي إل</w:t>
      </w:r>
      <w:r>
        <w:rPr>
          <w:rFonts w:hint="cs"/>
          <w:rtl/>
        </w:rPr>
        <w:t>ّ</w:t>
      </w:r>
      <w:r>
        <w:rPr>
          <w:rtl/>
        </w:rPr>
        <w:t xml:space="preserve">ا علي وطلحة والزبير وأبو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دجانة ، وقد روي عن ابن عباس أنه قال : ولهم خامس وهو عبداللهبن مسعود ، </w:t>
      </w:r>
      <w:r w:rsidR="008A2B0F">
        <w:rPr>
          <w:rFonts w:hint="cs"/>
          <w:rtl/>
        </w:rPr>
        <w:t xml:space="preserve"> </w:t>
      </w:r>
      <w:r>
        <w:rPr>
          <w:rtl/>
        </w:rPr>
        <w:t>ومنهم من أثبت سادسا</w:t>
      </w:r>
      <w:r>
        <w:rPr>
          <w:rFonts w:hint="cs"/>
          <w:rtl/>
        </w:rPr>
        <w:t>ً</w:t>
      </w:r>
      <w:r>
        <w:rPr>
          <w:rtl/>
        </w:rPr>
        <w:t xml:space="preserve"> وهو المقداد بن عمرو.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زيد بن وهب : قلت لابن مسعود : فأين كان أبو بكر وعمر؟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كانا فيمن تنحّى ، فقلت : فأين كان عثمان؟ قال : جاء بعد ثلاثة</w:t>
      </w:r>
      <w:r>
        <w:rPr>
          <w:rFonts w:hint="cs"/>
          <w:rtl/>
        </w:rPr>
        <w:t>[</w:t>
      </w:r>
      <w:r>
        <w:rPr>
          <w:rtl/>
        </w:rPr>
        <w:t xml:space="preserve">أيام </w:t>
      </w:r>
      <w:r>
        <w:rPr>
          <w:rFonts w:hint="cs"/>
          <w:rtl/>
          <w:lang w:bidi="ar-IQ"/>
        </w:rPr>
        <w:t>]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الوقعة ، فقال له رسول الله : لقد ذهبت فيها عريضة.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وفي المغازي عن محمد بن مسلمة ، قال : سمعتْ أُذناي وأبصرتْ عيناي رسول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الله يقول يومئذ ، وقد انكشف الناس إلى الجبل ، وهم لا يلوون عليه ، وإنه ليقول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إليّ يا فلان إليّ يا فلان ، أنا رسول الله ، فما عرّج عليه واحد منهما ومضيا.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وواضح أن الكناية هنا عن الشيخين وإنما لم يذكرهما الراوي صريحا</w:t>
      </w:r>
      <w:r>
        <w:rPr>
          <w:rFonts w:hint="cs"/>
          <w:rtl/>
        </w:rPr>
        <w:t>ً</w:t>
      </w:r>
      <w:r>
        <w:rPr>
          <w:rtl/>
        </w:rPr>
        <w:t xml:space="preserve"> لأنهما </w:t>
      </w:r>
      <w:r w:rsidR="008A2B0F">
        <w:rPr>
          <w:rFonts w:hint="cs"/>
          <w:rtl/>
        </w:rPr>
        <w:t xml:space="preserve"> </w:t>
      </w:r>
      <w:r>
        <w:rPr>
          <w:rtl/>
        </w:rPr>
        <w:t>أصحاب سلطان ، ولأن أتباعهما لا يروق لهما ذلك ، ولعله من تبديل النسّاخ.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وروي أن امرأة جاءت عمر أيام خلافته تطلب من برودٍ كانت بين يديه ، </w:t>
      </w:r>
      <w:r w:rsidR="008A2B0F">
        <w:rPr>
          <w:rFonts w:hint="cs"/>
          <w:rtl/>
        </w:rPr>
        <w:t xml:space="preserve"> </w:t>
      </w:r>
      <w:r>
        <w:rPr>
          <w:rtl/>
        </w:rPr>
        <w:t>وجاءت معها بنت لعمر تطلب بُردا</w:t>
      </w:r>
      <w:r>
        <w:rPr>
          <w:rFonts w:hint="cs"/>
          <w:rtl/>
        </w:rPr>
        <w:t>ً</w:t>
      </w:r>
      <w:r>
        <w:rPr>
          <w:rtl/>
        </w:rPr>
        <w:t xml:space="preserve"> أيضا</w:t>
      </w:r>
      <w:r>
        <w:rPr>
          <w:rFonts w:hint="cs"/>
          <w:rtl/>
        </w:rPr>
        <w:t>ً</w:t>
      </w:r>
      <w:r>
        <w:rPr>
          <w:rtl/>
        </w:rPr>
        <w:t xml:space="preserve"> ، فأعطى المرأةَ وردّ ابنته ، فقيل 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في ذلك ، فقال : إن أبا هذه ثبت يوم أحد ، وأبا هذه [ يعني نفسه ] فرَّ يوم أُحد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ولم يثبت.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Pr="00BD2C2F" w:rsidRDefault="00F631FA" w:rsidP="005F7FDA">
      <w:pPr>
        <w:pStyle w:val="libLine"/>
        <w:rPr>
          <w:rtl/>
        </w:rPr>
      </w:pPr>
      <w:r w:rsidRPr="00BD2C2F">
        <w:rPr>
          <w:rtl/>
        </w:rPr>
        <w:t>_</w:t>
      </w:r>
      <w:r w:rsidRPr="00BD2C2F">
        <w:rPr>
          <w:rFonts w:hint="cs"/>
          <w:rtl/>
        </w:rPr>
        <w:t>_____________</w:t>
      </w:r>
      <w:r w:rsidRPr="00BD2C2F">
        <w:rPr>
          <w:rtl/>
        </w:rPr>
        <w:t>_</w:t>
      </w:r>
      <w:r w:rsidRPr="00BD2C2F">
        <w:rPr>
          <w:rFonts w:hint="cs"/>
          <w:rtl/>
        </w:rPr>
        <w:t>_______</w:t>
      </w:r>
      <w:r w:rsidRPr="00BD2C2F">
        <w:rPr>
          <w:rtl/>
        </w:rPr>
        <w:t>__</w:t>
      </w:r>
      <w:r w:rsidRPr="00BD2C2F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شرح نهج البلاغة 13 : 293.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كشف الغمة 1 : 193 ، الإرشاد 1 : 84 ، انظر شرح النهج 15 : 21 ، تاريخ الطبري 2 : 203 ، </w:t>
      </w:r>
      <w:r w:rsidR="008A2B0F">
        <w:rPr>
          <w:rFonts w:hint="cs"/>
          <w:rtl/>
        </w:rPr>
        <w:t xml:space="preserve"> </w:t>
      </w:r>
      <w:r>
        <w:rPr>
          <w:rtl/>
        </w:rPr>
        <w:t>البداية والنهاية 4 : 32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المغازي 1 : 237 ، وعنه في شرح النهج 15 : 23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شرح النهج 15 : 22.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 الواقدي : ولما صاح إبليس : (إن محمدا</w:t>
      </w:r>
      <w:r>
        <w:rPr>
          <w:rFonts w:hint="cs"/>
          <w:rtl/>
        </w:rPr>
        <w:t>ً</w:t>
      </w:r>
      <w:r>
        <w:rPr>
          <w:rtl/>
        </w:rPr>
        <w:t xml:space="preserve"> قد قُتل) تفرّق الناس ، فمنهم من </w:t>
      </w:r>
      <w:r w:rsidR="008A2B0F">
        <w:rPr>
          <w:rFonts w:hint="cs"/>
          <w:rtl/>
        </w:rPr>
        <w:t xml:space="preserve"> </w:t>
      </w:r>
      <w:r>
        <w:rPr>
          <w:rtl/>
        </w:rPr>
        <w:t>ورد المدينة ... وكان مِمَّنْ ولّى فلان ، والحارث بن حاطب.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لكن ابن أبي الحديد رواه عن الواقدي صريحا</w:t>
      </w:r>
      <w:r>
        <w:rPr>
          <w:rFonts w:hint="cs"/>
          <w:rtl/>
        </w:rPr>
        <w:t>ً</w:t>
      </w:r>
      <w:r>
        <w:rPr>
          <w:rtl/>
        </w:rPr>
        <w:t xml:space="preserve"> دون كناية ، فقال : وكان ممن </w:t>
      </w:r>
      <w:r w:rsidR="008A2B0F">
        <w:rPr>
          <w:rFonts w:hint="cs"/>
          <w:rtl/>
        </w:rPr>
        <w:t xml:space="preserve"> </w:t>
      </w:r>
      <w:r>
        <w:rPr>
          <w:rtl/>
        </w:rPr>
        <w:t>ولّى عمر وعثمان والحارث بن حاطب.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رافع بن خديج : ... وإني لأنظر إلى فلان وفلان في عرض الجبل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يَعْدون ، فكان عمر يقول : لما صاح الشيطان (قتل محمّد) أقبلتُ أرقى فيالجبل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كأنني أُرْويَّة.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وذكر محمد بن إسحاق في المغازي : ... أنّ الناس فرّوا عن رسول الله يوم أحد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حتى عثمان بن عفان فإنه أول من فرّ ودخل المدينة ، وفيه نزل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إِنَّ الَّذِينَ تَوَلَّوْا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مِنكُمْ يَوْمَ الْتَقَى الْجَمْعَانِ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وقال الفخر الرازي : ومن المنهزمين عمر ، إل</w:t>
      </w:r>
      <w:r>
        <w:rPr>
          <w:rFonts w:hint="cs"/>
          <w:rtl/>
        </w:rPr>
        <w:t>ّ</w:t>
      </w:r>
      <w:r>
        <w:rPr>
          <w:rtl/>
        </w:rPr>
        <w:t xml:space="preserve">ا أنه لم يكن في أوائل المنهزمين ولم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يبعد ، بل ثبت على الجبل إلى أن صعد النبي ، ومنهم عثمان بن عفان انهزم مع رجلين </w:t>
      </w:r>
      <w:r w:rsidR="008A2B0F">
        <w:rPr>
          <w:rFonts w:hint="cs"/>
          <w:rtl/>
        </w:rPr>
        <w:t xml:space="preserve"> </w:t>
      </w:r>
      <w:r>
        <w:rPr>
          <w:rtl/>
        </w:rPr>
        <w:t>من الأنصار يقال لهما : سعد وعقبة ، انهزموا حتى بلغوا موضعا</w:t>
      </w:r>
      <w:r>
        <w:rPr>
          <w:rFonts w:hint="cs"/>
          <w:rtl/>
        </w:rPr>
        <w:t>ً</w:t>
      </w:r>
      <w:r>
        <w:rPr>
          <w:rtl/>
        </w:rPr>
        <w:t xml:space="preserve"> بعيدا</w:t>
      </w:r>
      <w:r>
        <w:rPr>
          <w:rFonts w:hint="cs"/>
          <w:rtl/>
        </w:rPr>
        <w:t>ً</w:t>
      </w:r>
      <w:r>
        <w:rPr>
          <w:rtl/>
        </w:rPr>
        <w:t xml:space="preserve"> ، ثمّ رجعوا بعد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ثلاثة أيام.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6C0FF4" w:rsidRDefault="00F631FA" w:rsidP="006C0FF4">
      <w:pPr>
        <w:pStyle w:val="libNormal"/>
        <w:rPr>
          <w:rtl/>
        </w:rPr>
      </w:pPr>
      <w:r>
        <w:rPr>
          <w:rtl/>
        </w:rPr>
        <w:t>قال النيسابوري : قال القفال : الذي تدل عليه الأخبار في الجملة أن نفرا</w:t>
      </w:r>
      <w:r>
        <w:rPr>
          <w:rFonts w:hint="cs"/>
          <w:rtl/>
        </w:rPr>
        <w:t>ً</w:t>
      </w:r>
      <w:r>
        <w:rPr>
          <w:rtl/>
        </w:rPr>
        <w:t xml:space="preserve"> قليلاً </w:t>
      </w:r>
      <w:r w:rsidR="008A2B0F">
        <w:rPr>
          <w:rFonts w:hint="cs"/>
          <w:rtl/>
        </w:rPr>
        <w:t xml:space="preserve"> </w:t>
      </w:r>
      <w:r>
        <w:rPr>
          <w:rtl/>
        </w:rPr>
        <w:t>تولّوا وأبعدوا فمنهم من دخل المدينة ، ومنهم من ذهب إلى سائر الجوانب ... ومن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المغازي 1 : 277 وفي نسخة عمر وعثمان بدل فلان.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شرح النهج 15 : 24.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المغازي 1 : 295 ، شرح النهج 15 : 22 ، ومثله في المغازي 1 : 321 ، والدر المنثور 2 : 89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تذكرة الخواص : 38 ، انظر صحيح البخاري 5 : 35 ، عن عثمان بن موهب ، مجمع الزوائد 9 : 115 </w:t>
      </w:r>
      <w:r w:rsidR="008A2B0F">
        <w:rPr>
          <w:rFonts w:hint="cs"/>
          <w:rtl/>
        </w:rPr>
        <w:t xml:space="preserve"> </w:t>
      </w:r>
      <w:r>
        <w:rPr>
          <w:rtl/>
        </w:rPr>
        <w:t>والآية من سورة آل عمران : 155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التفسير الكبير 9 : 42.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المنهزمين عمر.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الآلوسي : وأما سائر المنهزمين فقد اجتمعوا على الجبل وعمر بن </w:t>
      </w:r>
      <w:r w:rsidR="008A2B0F">
        <w:rPr>
          <w:rFonts w:hint="cs"/>
          <w:rtl/>
        </w:rPr>
        <w:t xml:space="preserve"> </w:t>
      </w:r>
      <w:r>
        <w:rPr>
          <w:rtl/>
        </w:rPr>
        <w:t>الخطاب كان من هذا الصنف كما في خبر ابن جرير.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وبهذا ، فقد عرفت بأن الثلاثة كانوا من المنهزمين في وقعة أُحد ، ولم يثبت فيها </w:t>
      </w:r>
      <w:r w:rsidR="008A2B0F">
        <w:rPr>
          <w:rFonts w:hint="cs"/>
          <w:rtl/>
        </w:rPr>
        <w:t xml:space="preserve"> </w:t>
      </w: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 علي بن أبي طالب وبعض الصحابة.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حديث عمران بن حصين ، قال : لما تفرق الناس عن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في يوم </w:t>
      </w:r>
      <w:r w:rsidR="008A2B0F">
        <w:rPr>
          <w:rFonts w:hint="cs"/>
          <w:rtl/>
        </w:rPr>
        <w:t xml:space="preserve"> </w:t>
      </w:r>
      <w:r>
        <w:rPr>
          <w:rtl/>
        </w:rPr>
        <w:t>أُحد جاء علي متقلدا</w:t>
      </w:r>
      <w:r>
        <w:rPr>
          <w:rFonts w:hint="cs"/>
          <w:rtl/>
        </w:rPr>
        <w:t>ً</w:t>
      </w:r>
      <w:r>
        <w:rPr>
          <w:rtl/>
        </w:rPr>
        <w:t xml:space="preserve"> سيفه حتى قام بين يديه ، فرفع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رأسه ، فقال له : </w:t>
      </w:r>
      <w:r w:rsidR="008A2B0F">
        <w:rPr>
          <w:rFonts w:hint="cs"/>
          <w:rtl/>
        </w:rPr>
        <w:t xml:space="preserve"> </w:t>
      </w:r>
      <w:r>
        <w:rPr>
          <w:rtl/>
        </w:rPr>
        <w:t>مالك لم تفر مع الناس؟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: يا رسول الله أأرجع كافرا</w:t>
      </w:r>
      <w:r>
        <w:rPr>
          <w:rFonts w:hint="cs"/>
          <w:rtl/>
        </w:rPr>
        <w:t>ً</w:t>
      </w:r>
      <w:r>
        <w:rPr>
          <w:rtl/>
        </w:rPr>
        <w:t xml:space="preserve"> بعد إسلامي؟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فأشار إلى قوم انحدروا من الجبل ، فحمل عليهم فهزمهم ، ثمّ أشار 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قوم آخرين فحمل عليهم فهزمهم ، ثمّ أشار إلى قوم فحمل عليهم فهزمهم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فجاء جبرائيل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فقال : يا رسول الله لقد عجبت الملائكة من حُسن مواساة علي </w:t>
      </w:r>
      <w:r w:rsidR="008A2B0F">
        <w:rPr>
          <w:rFonts w:hint="cs"/>
          <w:rtl/>
        </w:rPr>
        <w:t xml:space="preserve"> </w:t>
      </w:r>
      <w:r>
        <w:rPr>
          <w:rtl/>
        </w:rPr>
        <w:t>لك بنفسه.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وما يمنعه من هذا وهو مني وأنا منه.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جبرائيل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وأنا منكما.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كلام له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في حديث المناشدة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فهل فيكم أحد قال له جبرائيل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هذه هي المواساة ، وذلك يوم أُحد ، فقال </w:t>
      </w:r>
      <w:r w:rsidR="008A2B0F">
        <w:rPr>
          <w:rFonts w:hint="cs"/>
          <w:rtl/>
        </w:rPr>
        <w:t xml:space="preserve"> </w:t>
      </w:r>
      <w:r>
        <w:rPr>
          <w:rtl/>
        </w:rPr>
        <w:t>رسول الله : إنّه مني وأنا منه ، فقال جبرائيل : وأنا منكما ، غيري؟</w:t>
      </w:r>
    </w:p>
    <w:p w:rsidR="00F631FA" w:rsidRPr="001A6BC0" w:rsidRDefault="00F631FA" w:rsidP="005F7FDA">
      <w:pPr>
        <w:pStyle w:val="libLine"/>
        <w:rPr>
          <w:rtl/>
        </w:rPr>
      </w:pPr>
      <w:r w:rsidRPr="001A6BC0">
        <w:rPr>
          <w:rtl/>
        </w:rPr>
        <w:t>_</w:t>
      </w:r>
      <w:r w:rsidRPr="001A6BC0">
        <w:rPr>
          <w:rFonts w:hint="cs"/>
          <w:rtl/>
        </w:rPr>
        <w:t>_____________</w:t>
      </w:r>
      <w:r w:rsidRPr="001A6BC0">
        <w:rPr>
          <w:rtl/>
        </w:rPr>
        <w:t>_</w:t>
      </w:r>
      <w:r w:rsidRPr="001A6BC0">
        <w:rPr>
          <w:rFonts w:hint="cs"/>
          <w:rtl/>
        </w:rPr>
        <w:t>_______</w:t>
      </w:r>
      <w:r w:rsidRPr="001A6BC0">
        <w:rPr>
          <w:rtl/>
        </w:rPr>
        <w:t>__</w:t>
      </w:r>
      <w:r w:rsidRPr="001A6BC0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تفسير النيسابوري 2 : 287.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روح المعاني 4 : 99.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الإرشاد للمفيد 1 : 85 ، كشف الغمة 1 : 194 ، بحار الأنوار 20 : 85.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قالوا : لا.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أُسد الغابة : وقال علي لمّا تخلّى الناس عن رسول الله يوم أُحد : نظرت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في القتلى فلم أر رسول الله فقلت : واللهما كان رسول الله ليفرّ وما أراه في القتلى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ولكنّ الله غضب علينا بما صنعنا فرفع نبيه ، فما فِيَّ خيرٌ من أن أقاتل حتى أُقتل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فكسرت جفنَ سيفي ، ثم حملت على القوم فأفرجوا لي فإذا برسول الله بينهم ، </w:t>
      </w:r>
      <w:r w:rsidR="008A2B0F">
        <w:rPr>
          <w:rFonts w:hint="cs"/>
          <w:rtl/>
        </w:rPr>
        <w:t xml:space="preserve"> </w:t>
      </w:r>
      <w:r>
        <w:rPr>
          <w:rtl/>
        </w:rPr>
        <w:t>وقد أصابت عليا</w:t>
      </w:r>
      <w:r>
        <w:rPr>
          <w:rFonts w:hint="cs"/>
          <w:rtl/>
        </w:rPr>
        <w:t>ً</w:t>
      </w:r>
      <w:r>
        <w:rPr>
          <w:rtl/>
        </w:rPr>
        <w:t xml:space="preserve"> يوم ذاك ستّة عشر ضربة ، كل ضربة تلزمه الأرض ، فما كان </w:t>
      </w:r>
      <w:r w:rsidR="008A2B0F">
        <w:rPr>
          <w:rFonts w:hint="cs"/>
          <w:rtl/>
        </w:rPr>
        <w:t xml:space="preserve"> </w:t>
      </w:r>
      <w:r>
        <w:rPr>
          <w:rtl/>
        </w:rPr>
        <w:t>يرفعه إل</w:t>
      </w:r>
      <w:r>
        <w:rPr>
          <w:rFonts w:hint="cs"/>
          <w:rtl/>
        </w:rPr>
        <w:t>ّ</w:t>
      </w:r>
      <w:r>
        <w:rPr>
          <w:rtl/>
        </w:rPr>
        <w:t>ا جبرائيل.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كلام آخر له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فقلت : يا رسول الله! ما هذه الفتنة التي أخبرك الله بها؟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: يا علي! إن أُمتي سيفتنون من بعدي.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فقلت : يا رسول الله ، أو ليس قد قلتَ لي يوم أُحدٍ حيث استُشهدَ مَن استُشهد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المسلمين ، وحيزت عنّي الشهادة ، فشَقَّ ذلك عليّ ، فقلت لي : أبشر يا صدّيق </w:t>
      </w:r>
      <w:r w:rsidR="008A2B0F">
        <w:rPr>
          <w:rFonts w:hint="cs"/>
          <w:rtl/>
        </w:rPr>
        <w:t xml:space="preserve"> </w:t>
      </w:r>
      <w:r>
        <w:rPr>
          <w:rtl/>
        </w:rPr>
        <w:t>فإن الشهادة من ورائك.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لي : فإنّ ذلك كذلك ، فكيف صبرك إذا خضبت هذه من هذا ، وأهوى </w:t>
      </w:r>
      <w:r w:rsidR="008A2B0F">
        <w:rPr>
          <w:rFonts w:hint="cs"/>
          <w:rtl/>
        </w:rPr>
        <w:t xml:space="preserve"> </w:t>
      </w:r>
      <w:r>
        <w:rPr>
          <w:rtl/>
        </w:rPr>
        <w:t>بيده إلى لحيتي ورأسي ....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بلى إنها فتنة ، فماذا نقول فيمن ترك القتال وولّى الدُبر وأسلم رسول الله </w:t>
      </w:r>
      <w:r w:rsidR="008A2B0F">
        <w:rPr>
          <w:rFonts w:hint="cs"/>
          <w:rtl/>
        </w:rPr>
        <w:t xml:space="preserve"> </w:t>
      </w:r>
      <w:r>
        <w:rPr>
          <w:rtl/>
        </w:rPr>
        <w:t>للكفار ، هل هو الكفر ، أم أنه الفسق ، أم شيء آخر؟</w:t>
      </w:r>
    </w:p>
    <w:p w:rsidR="00E41048" w:rsidRDefault="00F631FA" w:rsidP="00E41048">
      <w:pPr>
        <w:pStyle w:val="libNormal"/>
        <w:rPr>
          <w:rtl/>
        </w:rPr>
      </w:pPr>
      <w:r>
        <w:rPr>
          <w:rtl/>
        </w:rPr>
        <w:t>من الثابت المسلّم أن رسول الله استاء أشدّ الاستياء من هذا الفعل وغضب من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الأمالي للطوسي : 547 ، المجلس 20 الرقم 1168 / 4 ، الخصال 2 : 556 ، مناقب الكوفي 1 : 486 / 392 ، </w:t>
      </w:r>
      <w:r w:rsidR="008A2B0F">
        <w:rPr>
          <w:rFonts w:hint="cs"/>
          <w:rtl/>
        </w:rPr>
        <w:t xml:space="preserve"> </w:t>
      </w:r>
      <w:r>
        <w:rPr>
          <w:rtl/>
        </w:rPr>
        <w:t>تاريخ الطبري 2 : 197 ، المعجم الكبير 1 : 318 / 941 ، كشف اليقين : 424.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أُسد الغابة 4 : 20 ـ 21.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نهج البلاغة 2 : 49 من كلام له خاطب به أهل البصرة ، وانظر كنز العمال 16 : 194 / 44217 ، </w:t>
      </w:r>
      <w:r w:rsidR="008A2B0F">
        <w:rPr>
          <w:rFonts w:hint="cs"/>
          <w:rtl/>
        </w:rPr>
        <w:t xml:space="preserve"> </w:t>
      </w:r>
      <w:r>
        <w:rPr>
          <w:rtl/>
        </w:rPr>
        <w:t>والمعجم الكبير 11 : 295 ، وأُسد الغابة 4 : 34.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الذين هربوا من القتال.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الواقدي : وكان طلحة بن عبيدالله، وابن عباس ، وجابر بن عبداللهيقولون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صلى رسول الله على قتلى أحد ، وقال رسول الله : أنا على هؤلاء شهيد ، فقال أبو </w:t>
      </w:r>
      <w:r w:rsidR="008A2B0F">
        <w:rPr>
          <w:rFonts w:hint="cs"/>
          <w:rtl/>
        </w:rPr>
        <w:t xml:space="preserve"> </w:t>
      </w:r>
      <w:r>
        <w:rPr>
          <w:rtl/>
        </w:rPr>
        <w:t>بكر : يا رسول الله ألسنا إخوانهم أسلمنا كما أسلموا ، وجاهدنا كما جاهدوا!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بلى ، ولكنّ هؤلاء لم يأكلوا من أجورهم شيئا</w:t>
      </w:r>
      <w:r>
        <w:rPr>
          <w:rFonts w:hint="cs"/>
          <w:rtl/>
        </w:rPr>
        <w:t>ً</w:t>
      </w:r>
      <w:r>
        <w:rPr>
          <w:rtl/>
        </w:rPr>
        <w:t xml:space="preserve"> ، ولا أدري ما تُحدثون </w:t>
      </w:r>
      <w:r w:rsidR="008A2B0F">
        <w:rPr>
          <w:rFonts w:hint="cs"/>
          <w:rtl/>
        </w:rPr>
        <w:t xml:space="preserve"> </w:t>
      </w:r>
      <w:r>
        <w:rPr>
          <w:rtl/>
        </w:rPr>
        <w:t>بعدي ، فبكى أبو بكر وقال : إنا لكائنون بعدك؟!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وجاء عن رسول الله أنه قال لعمر لما اعترض عليه في صلح الحديبية : أنسـيتم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يوم أُحد إذ تُصعدِون ولا تلوون على أحد ، وأنا أدعوكم فيأُخراكم.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وقد مر عليك كلام رسول الله في عثمان : لقد ذهبتَ فيها عريضة.</w:t>
      </w:r>
    </w:p>
    <w:p w:rsidR="00F631FA" w:rsidRDefault="00F631FA" w:rsidP="007908BF">
      <w:pPr>
        <w:pStyle w:val="libNormal"/>
        <w:rPr>
          <w:rtl/>
        </w:rPr>
      </w:pPr>
      <w:r w:rsidRPr="005F7FDA">
        <w:rPr>
          <w:rStyle w:val="libBold2Char"/>
          <w:rtl/>
        </w:rPr>
        <w:t>أما يوم خيبر</w:t>
      </w:r>
      <w:r>
        <w:rPr>
          <w:rtl/>
        </w:rPr>
        <w:t xml:space="preserve"> ، فقد جاء في السيرة الحلبية قول رسول الله في خيبرـلما فر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الشيخانـبرايته : لأعطينَّ الراية غدا رجلاً يحب الله ورسوله ويحبه الله ورسوله ، </w:t>
      </w:r>
      <w:r w:rsidR="008A2B0F">
        <w:rPr>
          <w:rFonts w:hint="cs"/>
          <w:rtl/>
        </w:rPr>
        <w:t xml:space="preserve"> </w:t>
      </w:r>
      <w:r>
        <w:rPr>
          <w:rtl/>
        </w:rPr>
        <w:t>يفتح على يديه ليس بفارٍّ ، وفي لفظ : كرار غير فرّار.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فدعا عليا</w:t>
      </w:r>
      <w:r>
        <w:rPr>
          <w:rFonts w:hint="cs"/>
          <w:rtl/>
        </w:rPr>
        <w:t>ً</w:t>
      </w:r>
      <w:r>
        <w:rPr>
          <w:rtl/>
        </w:rPr>
        <w:t xml:space="preserve"> وهو أرمد فتفل في عينه ، ثمّ قال : خذ هذه الراية فامض بها حتى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يفتح الله عليك.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B8389F" w:rsidRDefault="00F631FA" w:rsidP="00B8389F">
      <w:pPr>
        <w:pStyle w:val="libNormal"/>
        <w:rPr>
          <w:rtl/>
        </w:rPr>
      </w:pPr>
      <w:r>
        <w:rPr>
          <w:rtl/>
        </w:rPr>
        <w:t xml:space="preserve">قال أبو سعيد الخدري : إن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أخذ الراية فهزها ، ثمّ قال : من </w:t>
      </w:r>
      <w:r w:rsidR="008A2B0F">
        <w:rPr>
          <w:rFonts w:hint="cs"/>
          <w:rtl/>
        </w:rPr>
        <w:t xml:space="preserve"> </w:t>
      </w:r>
      <w:r>
        <w:rPr>
          <w:rtl/>
        </w:rPr>
        <w:t>يأخذها بحقها؟ فجاء فلان [ أبو بكر ] فقال : أنا ، قال : أَمِطْ ، ثم جاء جاء رجل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المغازي 1 : 310 ، شرح النهج 15 : 38 واللفظ له ، وانظر الموطأ 2 : 461 / 987 ، والتمهيد لابن </w:t>
      </w:r>
      <w:r w:rsidR="008A2B0F">
        <w:rPr>
          <w:rFonts w:hint="cs"/>
          <w:rtl/>
        </w:rPr>
        <w:t xml:space="preserve"> </w:t>
      </w:r>
      <w:r>
        <w:rPr>
          <w:rtl/>
        </w:rPr>
        <w:t>عبد البر 21 : 228 / 203.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المغازي 2 : 609 وعنه في شرح النهج 15 : 42 ـ 25 وانظر الدر المنثور 6 : 68 ، وعيون الأثر 2 : 125.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السيرة الحلبية 2 : 737 ، سيرة ابن هشام 3 : 797 ، مسند أحمد 1 : 99 ، الأحاديث المختارة 2 : 275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فتح الباري 7 : 365 ، مجمع الزوائد 9 : 124 ، وقد رواه البخاري في صحيحه 5 : 76 ، ومسلم 5 : </w:t>
      </w:r>
      <w:r w:rsidR="008A2B0F">
        <w:rPr>
          <w:rFonts w:hint="cs"/>
          <w:rtl/>
        </w:rPr>
        <w:t xml:space="preserve"> </w:t>
      </w:r>
      <w:r>
        <w:rPr>
          <w:rtl/>
        </w:rPr>
        <w:t>195 ، مختصرا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آخر [ عمر</w:t>
      </w:r>
      <w:r>
        <w:rPr>
          <w:rFonts w:hint="cs"/>
          <w:rtl/>
        </w:rPr>
        <w:t>]</w:t>
      </w:r>
      <w:r>
        <w:rPr>
          <w:rtl/>
        </w:rPr>
        <w:t xml:space="preserve">فقال : أنا ، فقال : أَمِطْ ، ثم قال النبي : والذي كرّم وجه محمد لأعطيّنها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رجلاً لا يَفرُ ، فقال : هاك يا علي ، فانطلق حتى فتح الله عليه خيبر.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t xml:space="preserve">فقوله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(غير فرار)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أو (رجلاً لا يفر)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تعريض بالشيخين ، وأيّ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فرار أسوأ من الفرار عن الزحف ، إذ في النصوص عبارات مؤلمة مثل أن أبا بكر</w:t>
      </w:r>
      <w:r w:rsidR="008A2B0F">
        <w:rPr>
          <w:rtl/>
          <w:lang w:bidi="fa-IR"/>
        </w:rPr>
        <w:t xml:space="preserve"> </w:t>
      </w:r>
      <w:r>
        <w:rPr>
          <w:rtl/>
        </w:rPr>
        <w:t xml:space="preserve">أخذ الراية (فانهزم بها)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وعمر (سار غير بعيدٍ ثم انهزم)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أو أن عمر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وأصحابه رجعوا إلى النبي وعمر (يجبّن أصحابه ويجبّنونه)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أو (وأخذ اللواء أبو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بكر فلم يفتح له ، ثمّ أخذه عمر من الغد فرجع ولم يفتح له وأصاب الناس شدة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وجهد)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7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 (قد كان النبي دفع لواءه إلى رجُلٍ من أصحابه من المهاجرين [ أبو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بكر ] فرجع ولم يصنع شيئا</w:t>
      </w:r>
      <w:r>
        <w:rPr>
          <w:rFonts w:hint="cs"/>
          <w:rtl/>
        </w:rPr>
        <w:t>ً</w:t>
      </w:r>
      <w:r>
        <w:rPr>
          <w:rtl/>
        </w:rPr>
        <w:t xml:space="preserve"> ، ثم ّ دفعه إلى آخر [ عمر </w:t>
      </w:r>
      <w:r>
        <w:rPr>
          <w:rFonts w:hint="cs"/>
          <w:rtl/>
        </w:rPr>
        <w:t>]</w:t>
      </w:r>
      <w:r>
        <w:rPr>
          <w:rtl/>
        </w:rPr>
        <w:t xml:space="preserve"> فرجع ولم يصنع شيئاً).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8</w:t>
      </w:r>
      <w:r w:rsidRPr="005F7FDA">
        <w:rPr>
          <w:rStyle w:val="libFootnotenumChar"/>
          <w:rtl/>
        </w:rPr>
        <w:t>)</w:t>
      </w:r>
    </w:p>
    <w:p w:rsidR="00B8389F" w:rsidRDefault="00F631FA" w:rsidP="00B8389F">
      <w:pPr>
        <w:pStyle w:val="libNormal"/>
        <w:rPr>
          <w:rtl/>
        </w:rPr>
      </w:pPr>
      <w:r>
        <w:rPr>
          <w:rtl/>
        </w:rPr>
        <w:t>وقد كانت البيعة [ بيعة الشجرة ] على أن لا يفرّوا ، وقد فرّ الشيخان ، وفي ذلك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مسند أحمد 3 : 16 ، فضائل أحمد 2 : 583 ، سيرة ابن كثير 3 : 352 ، مجمع الزوائد 6 : 151 ، تالي </w:t>
      </w:r>
      <w:r w:rsidR="008A2B0F">
        <w:rPr>
          <w:rFonts w:hint="cs"/>
          <w:rtl/>
        </w:rPr>
        <w:t xml:space="preserve"> </w:t>
      </w:r>
      <w:r>
        <w:rPr>
          <w:rtl/>
        </w:rPr>
        <w:t>تلخيص المتشابه للخطيب البغدادي 2 : 528.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تاريخ اليعقوبي 2 : 56 ، مناقب الخوارزمي : 170 ، الكافي 8 : 351 / 548 ، كنز العمال 13 : 123 / </w:t>
      </w:r>
      <w:r w:rsidR="008A2B0F">
        <w:rPr>
          <w:rFonts w:hint="cs"/>
          <w:rtl/>
        </w:rPr>
        <w:t xml:space="preserve"> </w:t>
      </w:r>
      <w:r>
        <w:rPr>
          <w:rtl/>
        </w:rPr>
        <w:t>36393.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مسند أحمد 3 : 16 ، مجمع الزوائد 9 : 124 ، مناقب الكوفي 2 : 495 / 995 ، البداية والنهاية 4 : </w:t>
      </w:r>
      <w:r w:rsidR="008A2B0F">
        <w:rPr>
          <w:rFonts w:hint="cs"/>
          <w:rtl/>
        </w:rPr>
        <w:t xml:space="preserve"> </w:t>
      </w:r>
      <w:r>
        <w:rPr>
          <w:rtl/>
        </w:rPr>
        <w:t>212 ، 7 : 375.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مصنف بن أبي شيبة 7 : 497 / 17 ، 8 : 522 / 11 ، مجمع الزوائد 9 : 124 ، كنز العمال 13 : 121 / </w:t>
      </w:r>
      <w:r w:rsidR="008A2B0F">
        <w:rPr>
          <w:rFonts w:hint="cs"/>
          <w:rtl/>
        </w:rPr>
        <w:t xml:space="preserve"> </w:t>
      </w:r>
      <w:r>
        <w:rPr>
          <w:rtl/>
        </w:rPr>
        <w:t>36388.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كشف اليقين : 140.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 xml:space="preserve">. المصنف لابن أبي شيبة 8 : 521 / 7 ، مستدرك الحاكم 3 : 38 ، تاريخ دمشق 42 : 97. الكافي 1 : </w:t>
      </w:r>
      <w:r w:rsidR="008A2B0F">
        <w:rPr>
          <w:rFonts w:hint="cs"/>
          <w:rtl/>
        </w:rPr>
        <w:t xml:space="preserve"> </w:t>
      </w:r>
      <w:r>
        <w:rPr>
          <w:rtl/>
        </w:rPr>
        <w:t>294 / 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7</w:t>
      </w:r>
      <w:r>
        <w:rPr>
          <w:rtl/>
        </w:rPr>
        <w:t xml:space="preserve">. سنن النسائي الكبرى 5 : 109 / 8402 ، مجمع الزوائد 6 : 150 ، وقال : رجاله رجال الصحيح ، </w:t>
      </w:r>
      <w:r w:rsidR="008A2B0F">
        <w:rPr>
          <w:rFonts w:hint="cs"/>
          <w:rtl/>
        </w:rPr>
        <w:t xml:space="preserve"> </w:t>
      </w:r>
      <w:r>
        <w:rPr>
          <w:rtl/>
        </w:rPr>
        <w:t>البداية والنهاية 7 : 373.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8</w:t>
      </w:r>
      <w:r>
        <w:rPr>
          <w:rtl/>
        </w:rPr>
        <w:t>. السيرة الحلبية 3 : 732 ، وعنه في الغدير 7 : 203.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نكث للعهد والأيمان ، وقد تعرّض الإمام علي والعباسـعم الرسولـلهذا المطلب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لما جاءا يطلبان ميراث رسول الله ، فكان مما قالاه هو أن أبا بكر وعمر كاذبان آثمان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غادران خائنان.</w:t>
      </w:r>
    </w:p>
    <w:p w:rsidR="00F631FA" w:rsidRPr="00D266AE" w:rsidRDefault="00F631FA" w:rsidP="007908BF">
      <w:pPr>
        <w:pStyle w:val="libNormal"/>
        <w:rPr>
          <w:rtl/>
        </w:rPr>
      </w:pPr>
      <w:r>
        <w:rPr>
          <w:rtl/>
        </w:rPr>
        <w:t xml:space="preserve">ولهذا فإن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لما هادن أهل مكة بعد البيعة تحت الشجرة حمل المسلمون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بالسلاح على قريش فهزمتهم قريش ، فبعث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عليا</w:t>
      </w:r>
      <w:r>
        <w:rPr>
          <w:rFonts w:hint="cs"/>
          <w:rtl/>
        </w:rPr>
        <w:t>ً</w:t>
      </w:r>
      <w:r>
        <w:rPr>
          <w:rtl/>
        </w:rPr>
        <w:t xml:space="preserve"> فردهم فتابوا ، فقال النبي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الآن عودوا إلى البيعة فقد نقضتم ما كان في أعناقكم ، فبايعوا على أن لا يفروا </w:t>
      </w:r>
      <w:r w:rsidR="008A2B0F">
        <w:rPr>
          <w:rFonts w:hint="cs"/>
          <w:rtl/>
        </w:rPr>
        <w:t xml:space="preserve"> </w:t>
      </w:r>
      <w:r>
        <w:rPr>
          <w:rtl/>
        </w:rPr>
        <w:t>فسميت بيعة الرضوان ، لوقوعها بعد العصيان. وإن فرار الشيخينـبخيبر وحنينـ</w:t>
      </w:r>
      <w:r w:rsidR="008A2B0F">
        <w:rPr>
          <w:rFonts w:hint="cs"/>
          <w:rtl/>
        </w:rPr>
        <w:t xml:space="preserve"> </w:t>
      </w:r>
      <w:r>
        <w:rPr>
          <w:rtl/>
        </w:rPr>
        <w:t>وجماعة من المسلمين هو نكث لبيعة الرضوان</w:t>
      </w:r>
      <w:r w:rsidRPr="00656E1F">
        <w:rPr>
          <w:rFonts w:hint="cs"/>
          <w:rtl/>
        </w:rPr>
        <w:t>»</w:t>
      </w:r>
      <w:r>
        <w:rPr>
          <w:rtl/>
        </w:rPr>
        <w:t>.</w:t>
      </w:r>
      <w:r w:rsidRPr="005F7FDA">
        <w:rPr>
          <w:rStyle w:val="libFootnotenumChar"/>
          <w:rFonts w:hint="cs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جاء في صحيح مسلم أن عمر قال لعلي والعباس : ... قال أبو بكر : قال </w:t>
      </w:r>
      <w:r w:rsidR="008A2B0F">
        <w:rPr>
          <w:rFonts w:hint="cs"/>
          <w:rtl/>
        </w:rPr>
        <w:t xml:space="preserve"> </w:t>
      </w:r>
      <w:r>
        <w:rPr>
          <w:rtl/>
        </w:rPr>
        <w:t>رسول الله (لا نورث ما تركناه صدقة) فرأيتماه كاذبا</w:t>
      </w:r>
      <w:r>
        <w:rPr>
          <w:rFonts w:hint="cs"/>
          <w:rtl/>
        </w:rPr>
        <w:t>ً</w:t>
      </w:r>
      <w:r>
        <w:rPr>
          <w:rtl/>
        </w:rPr>
        <w:t xml:space="preserve"> آثما</w:t>
      </w:r>
      <w:r>
        <w:rPr>
          <w:rFonts w:hint="cs"/>
          <w:rtl/>
        </w:rPr>
        <w:t>ً</w:t>
      </w:r>
      <w:r>
        <w:rPr>
          <w:rtl/>
        </w:rPr>
        <w:t xml:space="preserve"> غادرا</w:t>
      </w:r>
      <w:r>
        <w:rPr>
          <w:rFonts w:hint="cs"/>
          <w:rtl/>
        </w:rPr>
        <w:t>ًخ</w:t>
      </w:r>
      <w:r>
        <w:rPr>
          <w:rtl/>
        </w:rPr>
        <w:t>ائنا</w:t>
      </w:r>
      <w:r>
        <w:rPr>
          <w:rFonts w:hint="cs"/>
          <w:rtl/>
        </w:rPr>
        <w:t>ً</w:t>
      </w:r>
      <w:r>
        <w:rPr>
          <w:rtl/>
        </w:rPr>
        <w:t xml:space="preserve"> ، ثم توفى أبو </w:t>
      </w:r>
      <w:r w:rsidR="008A2B0F">
        <w:rPr>
          <w:rFonts w:hint="cs"/>
          <w:rtl/>
        </w:rPr>
        <w:t xml:space="preserve"> </w:t>
      </w:r>
      <w:r>
        <w:rPr>
          <w:rtl/>
        </w:rPr>
        <w:t>بكر فقلت : أنا ولي رسول الله وولي أبي بكر ، فرأيتماني كاذبا</w:t>
      </w:r>
      <w:r>
        <w:rPr>
          <w:rFonts w:hint="cs"/>
          <w:rtl/>
        </w:rPr>
        <w:t>ً</w:t>
      </w:r>
      <w:r>
        <w:rPr>
          <w:rtl/>
        </w:rPr>
        <w:t xml:space="preserve"> آثما</w:t>
      </w:r>
      <w:r>
        <w:rPr>
          <w:rFonts w:hint="cs"/>
          <w:rtl/>
        </w:rPr>
        <w:t>ً</w:t>
      </w:r>
      <w:r>
        <w:rPr>
          <w:rtl/>
        </w:rPr>
        <w:t xml:space="preserve"> غادرا</w:t>
      </w:r>
      <w:r>
        <w:rPr>
          <w:rFonts w:hint="cs"/>
          <w:rtl/>
        </w:rPr>
        <w:t>ً</w:t>
      </w:r>
      <w:r>
        <w:rPr>
          <w:rtl/>
        </w:rPr>
        <w:t xml:space="preserve"> خائنا</w:t>
      </w:r>
      <w:r>
        <w:rPr>
          <w:rFonts w:hint="cs"/>
          <w:rtl/>
        </w:rPr>
        <w:t>ً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فأبو بكر في منطق عم الرسول (العباس) ، وصهر الرسول (علي) ، وبنت </w:t>
      </w:r>
      <w:r w:rsidR="008A2B0F">
        <w:rPr>
          <w:rFonts w:hint="cs"/>
          <w:rtl/>
        </w:rPr>
        <w:t xml:space="preserve"> </w:t>
      </w:r>
      <w:r>
        <w:rPr>
          <w:rtl/>
        </w:rPr>
        <w:t>الرسول (فاطمة) كان كاذبا</w:t>
      </w:r>
      <w:r>
        <w:rPr>
          <w:rFonts w:hint="cs"/>
          <w:rtl/>
        </w:rPr>
        <w:t>ً</w:t>
      </w:r>
      <w:r>
        <w:rPr>
          <w:rtl/>
        </w:rPr>
        <w:t xml:space="preserve"> آثما</w:t>
      </w:r>
      <w:r>
        <w:rPr>
          <w:rFonts w:hint="cs"/>
          <w:rtl/>
        </w:rPr>
        <w:t>ً</w:t>
      </w:r>
      <w:r>
        <w:rPr>
          <w:rtl/>
        </w:rPr>
        <w:t xml:space="preserve"> ، والكاذب ليس بصادق فكيف يكون صدّيقا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8389F" w:rsidRDefault="00F631FA" w:rsidP="00B8389F">
      <w:pPr>
        <w:pStyle w:val="libNormal"/>
        <w:rPr>
          <w:rtl/>
        </w:rPr>
      </w:pPr>
      <w:r>
        <w:rPr>
          <w:rtl/>
        </w:rPr>
        <w:t xml:space="preserve">قال ابن شهرآشوب في المناقب : وقال المتكلمون : ومن الدلالة على إمامة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يَا أَيُّهَا الَّذِينَ آمَنُوا اتَّقُوا اللَّهَ وَكُونُوا مَعَ الصَّادِقِينَ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فوجدنا </w:t>
      </w:r>
      <w:r w:rsidR="008A2B0F">
        <w:rPr>
          <w:rFonts w:hint="cs"/>
          <w:rtl/>
        </w:rPr>
        <w:t xml:space="preserve"> </w:t>
      </w:r>
      <w:r>
        <w:rPr>
          <w:rtl/>
        </w:rPr>
        <w:t>عليا</w:t>
      </w:r>
      <w:r>
        <w:rPr>
          <w:rFonts w:hint="cs"/>
          <w:rtl/>
        </w:rPr>
        <w:t>ً</w:t>
      </w:r>
      <w:r>
        <w:rPr>
          <w:rtl/>
        </w:rPr>
        <w:t xml:space="preserve"> بهذه الصفة لقوله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وَالصَّابِرِينَ فِي الْبَأْسَاءِ وَالضَّرَّاءِ وَحِينَ الْبَأْسِ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يعني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الحرب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أُولَٰئِكَ الَّذِينَ صَدَقُوا وَأُولَٰئِكَ هُمُ الْمُتَّقُونَ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فوقع الإجماع بأن عليا</w:t>
      </w:r>
      <w:r>
        <w:rPr>
          <w:rFonts w:hint="cs"/>
          <w:rtl/>
        </w:rPr>
        <w:t>ً</w:t>
      </w:r>
      <w:r>
        <w:rPr>
          <w:rtl/>
        </w:rPr>
        <w:t xml:space="preserve"> أولى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الصراط المستقيم 3 : 100 ـ 101.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صحيح مسلم 5 : 152ـ 153 كتاب الجهاد والسير ، باب حكم الفيء ، وانظر في منازعة الإمام علي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والعباس صحيح البخاري 4 : 44 باب فرض الخمس وكتاب الجهاد والسير 5 : 23ـ24 وتفسير ابن </w:t>
      </w:r>
      <w:r w:rsidR="008A2B0F">
        <w:rPr>
          <w:rFonts w:hint="cs"/>
          <w:rtl/>
        </w:rPr>
        <w:t xml:space="preserve"> </w:t>
      </w:r>
      <w:r>
        <w:rPr>
          <w:rtl/>
        </w:rPr>
        <w:t>كثير 4 : 359 وشرح نهج البلاغة 16 : 222 ، تاريخ المدينة لابن شبة 1 : 204.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بالإمامة من غيره ؛ لأنّه لم يفر من زحف قط كما فر غيره في غير موضع.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روى الشيخ المفيد في كتاب الجمل والنصرة لسيد العترة في حرب البصرة عن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عمر بن ابان قال : لمّا ظَهَرَ أميرُ المؤمنين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على اهل البصرة ، جاءه رجال منهم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فقالوا : يا اميرالمؤمنين ما السببُ الذي دعا عائشة بالمظاهرة عليك حتّى بَلَغَتْ مِنْ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خلافِك وشِقاقِك ما بَلَغَتْ؟ وهي امرأةٌ مِنَ النساءِ لم يُكْتَبْ عليها القتالُ ولا فُرِضَ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عليها الجهادُ ، ولا أُرْخِصَ لها في الخروجِ مِنْ بيتها ولا التَبَرُّجِ بينَ الرجالِ ، ولَيْسَتْ </w:t>
      </w:r>
      <w:r w:rsidR="008A2B0F">
        <w:rPr>
          <w:rFonts w:hint="cs"/>
          <w:rtl/>
        </w:rPr>
        <w:t xml:space="preserve"> </w:t>
      </w:r>
      <w:r>
        <w:rPr>
          <w:rtl/>
        </w:rPr>
        <w:t>مِمَّنْ تَوَلَّتْهُ في شيءٍ على حالٍ.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B66640">
        <w:rPr>
          <w:rFonts w:hint="cs"/>
          <w:rtl/>
        </w:rPr>
        <w:t>«</w:t>
      </w:r>
      <w:r>
        <w:rPr>
          <w:rtl/>
        </w:rPr>
        <w:t>سأذْكُرُ لكم أشياءَ ممّا حَقدَتْها عليَّ ليس لي في واحدٍ منها ذَنْبٌ</w:t>
      </w:r>
      <w:r w:rsidR="008A2B0F">
        <w:rPr>
          <w:rtl/>
        </w:rPr>
        <w:t xml:space="preserve"> </w:t>
      </w:r>
      <w:r>
        <w:rPr>
          <w:rtl/>
        </w:rPr>
        <w:t>إليها ولكنّها تَجَرَّمَتْ بها عليَّ.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أحدها : تفضيلُ رسولِ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لي على أبيها وتقديمِهِ إيّايَ في مواطنِ الخير </w:t>
      </w:r>
      <w:r w:rsidR="008A2B0F">
        <w:rPr>
          <w:rFonts w:hint="cs"/>
          <w:rtl/>
        </w:rPr>
        <w:t xml:space="preserve"> </w:t>
      </w:r>
      <w:r>
        <w:rPr>
          <w:rtl/>
        </w:rPr>
        <w:t>عليه ، فكانتْ تَضْطَغِنُ ذلك عليَّ ، فتعرفه منه فَتَتْبَعُ رأيَهُ فيه.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وثانيها : لمّا أخى بينَ أصحابِهِ أخى بينَ أبيها وبين عُمَرَ بْنِ الخطّاب ، واختصَّنِي </w:t>
      </w:r>
      <w:r w:rsidR="008A2B0F">
        <w:rPr>
          <w:rFonts w:hint="cs"/>
          <w:rtl/>
        </w:rPr>
        <w:t xml:space="preserve"> </w:t>
      </w:r>
      <w:r>
        <w:rPr>
          <w:rtl/>
        </w:rPr>
        <w:t>بأُخُوَّتِهِ فَغَلُظُ ذلك عليها وحَسَدَتْني منه.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ثالثها : وأوْحَى الله تعالى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إليه بِسَدِّ أبوابٍ كانتْ في المسجدِ لجميع أصحابِهِ </w:t>
      </w:r>
      <w:r w:rsidR="008A2B0F">
        <w:rPr>
          <w:rFonts w:hint="cs"/>
          <w:rtl/>
        </w:rPr>
        <w:t xml:space="preserve"> </w:t>
      </w: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 بابي ؛ فلمّا سَدَّ بابَ أبيها وصاحِبِهِ وتَرَكَ بأبي مفتوحا</w:t>
      </w:r>
      <w:r>
        <w:rPr>
          <w:rFonts w:hint="cs"/>
          <w:rtl/>
        </w:rPr>
        <w:t>ً</w:t>
      </w:r>
      <w:r>
        <w:rPr>
          <w:rtl/>
        </w:rPr>
        <w:t xml:space="preserve"> في المسجدِ تَكَلَّمَ في ذلك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بعضُ أهلِهِ ، 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</w:t>
      </w:r>
      <w:r w:rsidRPr="0008731E">
        <w:rPr>
          <w:rFonts w:hint="cs"/>
          <w:rtl/>
        </w:rPr>
        <w:t>«</w:t>
      </w:r>
      <w:r>
        <w:rPr>
          <w:rtl/>
        </w:rPr>
        <w:t xml:space="preserve"> ما أنا سَدَدتُ أبوابَكم وفَتَحْتُ بابَ عليٍّ ، بل الله عزّوجلّ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سَدَّ أبوابَكم وفَتَحَ بابَه </w:t>
      </w:r>
      <w:r w:rsidRPr="0008731E">
        <w:rPr>
          <w:rFonts w:hint="cs"/>
          <w:rtl/>
        </w:rPr>
        <w:t>»</w:t>
      </w:r>
      <w:r>
        <w:rPr>
          <w:rtl/>
        </w:rPr>
        <w:t xml:space="preserve"> فَغَضِبَ لذلك أبو بكرٍ عليه ، وتَكَلَّمَ في أهلِهِ بشيءٍ سَمِعَتْهُ </w:t>
      </w:r>
      <w:r w:rsidR="008A2B0F">
        <w:rPr>
          <w:rFonts w:hint="cs"/>
          <w:rtl/>
        </w:rPr>
        <w:t xml:space="preserve"> </w:t>
      </w:r>
      <w:r>
        <w:rPr>
          <w:rtl/>
        </w:rPr>
        <w:t>منه ابْنَتُهُ فَاضْطَغَنَتْهُ عليَّ.</w:t>
      </w:r>
    </w:p>
    <w:p w:rsidR="00B8389F" w:rsidRDefault="00F631FA" w:rsidP="00B8389F">
      <w:pPr>
        <w:pStyle w:val="libNormal"/>
        <w:rPr>
          <w:rtl/>
        </w:rPr>
      </w:pPr>
      <w:r>
        <w:rPr>
          <w:rtl/>
        </w:rPr>
        <w:t xml:space="preserve">[ رابعها ] وكان رسولُ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أعْطى أباها الرايةَ يومَ خَيْبَرٍ ، وأمَرَهُ أنْ لا يَرْجعَ </w:t>
      </w:r>
      <w:r w:rsidR="008A2B0F">
        <w:rPr>
          <w:rFonts w:hint="cs"/>
          <w:rtl/>
        </w:rPr>
        <w:t xml:space="preserve"> </w:t>
      </w:r>
      <w:r>
        <w:rPr>
          <w:rtl/>
        </w:rPr>
        <w:t>حتّى يَفْتَحَ أو يُقْتَلَ ، فلم يَلْبَثْ لذلك وانْهَزَمَ. فأعطاها في الغَدِ عُمَرَ بْنَ الخطّاب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مناقب ابن شهرآشوب 3 : 93.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وأمَرَهُ بمثلِ ما أمَرَ صاحِبَهُ ، فَانْهَزَمَ ولم يَثْبُتْ. فساء ذلك رسولَ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فقال لهم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ظاهرا</w:t>
      </w:r>
      <w:r>
        <w:rPr>
          <w:rFonts w:hint="cs"/>
          <w:rtl/>
        </w:rPr>
        <w:t>ً</w:t>
      </w:r>
      <w:r>
        <w:rPr>
          <w:rtl/>
        </w:rPr>
        <w:t xml:space="preserve"> مُعْلِنا : </w:t>
      </w:r>
      <w:r w:rsidRPr="0008731E">
        <w:rPr>
          <w:rFonts w:hint="cs"/>
          <w:rtl/>
        </w:rPr>
        <w:t>«</w:t>
      </w:r>
      <w:r>
        <w:rPr>
          <w:rtl/>
        </w:rPr>
        <w:t>لاَعطِيَنَّ الرايةَ غَدا</w:t>
      </w:r>
      <w:r>
        <w:rPr>
          <w:rFonts w:hint="cs"/>
          <w:rtl/>
        </w:rPr>
        <w:t>ً</w:t>
      </w:r>
      <w:r>
        <w:rPr>
          <w:rtl/>
        </w:rPr>
        <w:t xml:space="preserve"> رَجُلاً يُحِبُّ الله ورسولَهُ ويُحِبُّهُ الله ورسولُهُ ؛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كَرَّارا غَيْرَ فَرَارٍ ، لا يَرْجِعُ حتّى يَفْتَحَ الله على يَدَيْهِ</w:t>
      </w:r>
      <w:r w:rsidRPr="0008731E">
        <w:rPr>
          <w:rFonts w:hint="cs"/>
          <w:rtl/>
        </w:rPr>
        <w:t>»</w:t>
      </w:r>
      <w:r>
        <w:rPr>
          <w:rtl/>
        </w:rPr>
        <w:t xml:space="preserve">. فأعطاني الرايةَ ، فصبرتُ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حتّى فَتَحَ الله تعالى على يَديّ. فَغَمَّ ذلك أباها وأحْزَنَهُ فَاضْطَغَنَتْهُ عليَّ ، ومالي إليها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مِنْ ذنْبٍ في ذلك ، فحَقِدتْ لِحقْد أبيها.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[ خامسها ] وبعث رسـولُ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بسورةِ براءَةٍ وأمَرَهُ أنْ يَنْبَذَ العهدَ للمشركين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ويُنادي فيهم ، فمضى حتّى انحرف ، فأوْحى الله تعالى إلى نبيِّهِ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أنْ يَرُدَّهُ ويأخُذَ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الآياتِ فيُسَلِّمَها إليَّ فَسَلَّمَها إليَّ ، فَصَرَفَ أباها بإذنِ الله عزّ وجلّ. وكان فيما أوّحى </w:t>
      </w:r>
      <w:r w:rsidR="008A2B0F">
        <w:rPr>
          <w:rFonts w:hint="cs"/>
          <w:rtl/>
        </w:rPr>
        <w:t xml:space="preserve"> </w:t>
      </w:r>
      <w:r>
        <w:rPr>
          <w:rtl/>
        </w:rPr>
        <w:t>إليه الله أنْ لا يؤدِّيَ عنك إل</w:t>
      </w:r>
      <w:r>
        <w:rPr>
          <w:rFonts w:hint="cs"/>
          <w:rtl/>
        </w:rPr>
        <w:t>ّ</w:t>
      </w:r>
      <w:r>
        <w:rPr>
          <w:rtl/>
        </w:rPr>
        <w:t xml:space="preserve">ا رجلٌ منك ، فكُنْتُ مِنْ رسولِ الله وكان منّي ، فَاضْطَغَنَ </w:t>
      </w:r>
      <w:r w:rsidR="008A2B0F">
        <w:rPr>
          <w:rFonts w:hint="cs"/>
          <w:rtl/>
        </w:rPr>
        <w:t xml:space="preserve"> </w:t>
      </w:r>
      <w:r>
        <w:rPr>
          <w:rtl/>
        </w:rPr>
        <w:t>لذلك عليَّ أيضا</w:t>
      </w:r>
      <w:r>
        <w:rPr>
          <w:rFonts w:hint="cs"/>
          <w:rtl/>
        </w:rPr>
        <w:t>ً</w:t>
      </w:r>
      <w:r>
        <w:rPr>
          <w:rtl/>
        </w:rPr>
        <w:t xml:space="preserve"> ، واتَّبَعَتْهُ ابْنَتُهُ عائشةُ في رأيه.</w:t>
      </w:r>
    </w:p>
    <w:p w:rsidR="00F631FA" w:rsidRDefault="00F631FA" w:rsidP="00B8389F">
      <w:pPr>
        <w:pStyle w:val="libNormal"/>
        <w:rPr>
          <w:rtl/>
        </w:rPr>
      </w:pPr>
      <w:r>
        <w:rPr>
          <w:rtl/>
        </w:rPr>
        <w:t xml:space="preserve">[ سادسها ] وكانت عائشةُ تَمْقُتُ خديجةَ بنتَ خُوَيْلِدٍ ، وتَشْنَؤُها شَنَآنَ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الضَرائرِ ، وكانتْ تَعْرِفُ مكانَها مِنْ رسولِ الله </w:t>
      </w:r>
      <w:r w:rsidR="00B8389F" w:rsidRPr="005F7FDA">
        <w:rPr>
          <w:rStyle w:val="libAlaemChar"/>
          <w:rtl/>
        </w:rPr>
        <w:t>صلى‌الله‌عليه‌وآله</w:t>
      </w:r>
      <w:r w:rsidR="00B8389F">
        <w:rPr>
          <w:rtl/>
        </w:rPr>
        <w:t xml:space="preserve"> </w:t>
      </w:r>
      <w:r>
        <w:rPr>
          <w:rtl/>
        </w:rPr>
        <w:t>فَيَثْقُلُ ذلك عليها ، وتَع</w:t>
      </w:r>
      <w:r>
        <w:rPr>
          <w:rFonts w:hint="cs"/>
          <w:rtl/>
        </w:rPr>
        <w:t>َ</w:t>
      </w:r>
      <w:r>
        <w:rPr>
          <w:rtl/>
        </w:rPr>
        <w:t>د</w:t>
      </w:r>
      <w:r>
        <w:rPr>
          <w:rFonts w:hint="cs"/>
          <w:rtl/>
        </w:rPr>
        <w:t>ّ</w:t>
      </w:r>
      <w:r>
        <w:rPr>
          <w:rtl/>
        </w:rPr>
        <w:t xml:space="preserve">ىمَقْتَها </w:t>
      </w:r>
      <w:r w:rsidR="008A2B0F">
        <w:rPr>
          <w:rFonts w:hint="cs"/>
          <w:rtl/>
        </w:rPr>
        <w:t xml:space="preserve"> </w:t>
      </w:r>
      <w:r>
        <w:rPr>
          <w:rtl/>
        </w:rPr>
        <w:t>إلى ابنتِها فاطمةَ ، فَتَمْقُتُني وتَنْقُتُ فاطمةُ وخديجةَ ؛ وهذا معروفٌ في الضَرائر.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[ سابعها ] ولقد دخلتُ على رسولِ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ذاتَ يومٍ قبل أنْ يُضْرَبَ الحجابُ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على أزواجِهِ وكانت عائشةُ بِقُرْبِ رسولِ الله فلمّا رآني رَحَّبَ بي وقال : اُدنُ منّي يا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عليُّ ، ولم يَزَلْ يُدْنِيني حتّى أجْلَسَنِي بينه وبينها ؛ فَغَلُظَ ذلك عليها ، فأقْبَلَتْ إليَّ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وقالت بِسُوءِ رأيِ النساءِ وتَسَرُّعِهِنَّ إلى الخطابِ : ما وَجَدتَ لأسْتِك يا عليُّ </w:t>
      </w:r>
      <w:r w:rsidR="008A2B0F">
        <w:rPr>
          <w:rFonts w:hint="cs"/>
          <w:rtl/>
        </w:rPr>
        <w:t xml:space="preserve"> </w:t>
      </w:r>
      <w:r>
        <w:rPr>
          <w:rtl/>
        </w:rPr>
        <w:t>موضعا</w:t>
      </w:r>
      <w:r>
        <w:rPr>
          <w:rFonts w:hint="cs"/>
          <w:rtl/>
        </w:rPr>
        <w:t>ً</w:t>
      </w:r>
      <w:r>
        <w:rPr>
          <w:rtl/>
        </w:rPr>
        <w:t xml:space="preserve"> غير موضع فَخذي؟! فَزَجَرَها النبيُّ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وقال لها : </w:t>
      </w:r>
      <w:r w:rsidRPr="0008731E">
        <w:rPr>
          <w:rFonts w:hint="cs"/>
          <w:rtl/>
        </w:rPr>
        <w:t>«</w:t>
      </w:r>
      <w:r>
        <w:rPr>
          <w:rtl/>
        </w:rPr>
        <w:t xml:space="preserve"> ألِعليٍّ تقولين هذا؟! </w:t>
      </w:r>
      <w:r w:rsidR="008A2B0F">
        <w:rPr>
          <w:rFonts w:hint="cs"/>
          <w:rtl/>
        </w:rPr>
        <w:t xml:space="preserve"> </w:t>
      </w:r>
      <w:r>
        <w:rPr>
          <w:rtl/>
        </w:rPr>
        <w:t>إنّه والله</w:t>
      </w:r>
      <w:r>
        <w:rPr>
          <w:rFonts w:hint="cs"/>
          <w:rtl/>
        </w:rPr>
        <w:t>ِ</w:t>
      </w:r>
      <w:r>
        <w:rPr>
          <w:rtl/>
        </w:rPr>
        <w:t>أوَّلُ مَنْ آمَنْ بي وصَدَّقَني وأوَّلُ الخَلْقِ ورودا</w:t>
      </w:r>
      <w:r>
        <w:rPr>
          <w:rFonts w:hint="cs"/>
          <w:rtl/>
        </w:rPr>
        <w:t>ً</w:t>
      </w:r>
      <w:r>
        <w:rPr>
          <w:rtl/>
        </w:rPr>
        <w:t xml:space="preserve"> عليَّ الحوضَ ؛ وهو أحَقُّ </w:t>
      </w:r>
      <w:r w:rsidR="008A2B0F">
        <w:rPr>
          <w:rFonts w:hint="cs"/>
          <w:rtl/>
        </w:rPr>
        <w:t xml:space="preserve"> </w:t>
      </w:r>
      <w:r>
        <w:rPr>
          <w:rtl/>
        </w:rPr>
        <w:t>الناسِ عَهْدا</w:t>
      </w:r>
      <w:r>
        <w:rPr>
          <w:rFonts w:hint="cs"/>
          <w:rtl/>
        </w:rPr>
        <w:t>ً</w:t>
      </w:r>
      <w:r>
        <w:rPr>
          <w:rtl/>
        </w:rPr>
        <w:t xml:space="preserve"> إليَّ ؛ لا يُبْغِضُهُ أحدٌ إل</w:t>
      </w:r>
      <w:r>
        <w:rPr>
          <w:rFonts w:hint="cs"/>
          <w:rtl/>
        </w:rPr>
        <w:t>ّ</w:t>
      </w:r>
      <w:r>
        <w:rPr>
          <w:rtl/>
        </w:rPr>
        <w:t xml:space="preserve">ا أكَبَّهُ الله على مَنْخِرِهِ في النارِ </w:t>
      </w:r>
      <w:r w:rsidRPr="0008731E">
        <w:rPr>
          <w:rFonts w:hint="cs"/>
          <w:rtl/>
        </w:rPr>
        <w:t>»</w:t>
      </w:r>
      <w:r>
        <w:rPr>
          <w:rtl/>
        </w:rPr>
        <w:t xml:space="preserve"> فَازْدادَت بذلك </w:t>
      </w:r>
      <w:r w:rsidR="008A2B0F">
        <w:rPr>
          <w:rFonts w:hint="cs"/>
          <w:rtl/>
        </w:rPr>
        <w:t xml:space="preserve"> </w:t>
      </w:r>
      <w:r>
        <w:rPr>
          <w:rtl/>
        </w:rPr>
        <w:t>غَيْظا عليَّ.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[ ثامنها ] ولمّا رُمِيَتْ بما رُمِيَتْ اشتدَّ ذلك على النبيِّ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واستشارني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أمْرِها ، فقلتُ : يا رسولَ الله سَلْ جاريتَها بَريرَةَ واسْتَبْرِى حالَها منها ؛ فإنْ وَجَدْتَ </w:t>
      </w:r>
      <w:r w:rsidR="008A2B0F">
        <w:rPr>
          <w:rFonts w:hint="cs"/>
          <w:rtl/>
        </w:rPr>
        <w:t xml:space="preserve"> </w:t>
      </w:r>
      <w:r>
        <w:rPr>
          <w:rtl/>
        </w:rPr>
        <w:t>عليها شيئا</w:t>
      </w:r>
      <w:r>
        <w:rPr>
          <w:rFonts w:hint="cs"/>
          <w:rtl/>
        </w:rPr>
        <w:t>ً</w:t>
      </w:r>
      <w:r>
        <w:rPr>
          <w:rtl/>
        </w:rPr>
        <w:t xml:space="preserve"> فَخَلِّ سبيلَها ، فإنّ النساءَ كثيرةٌ فأمَرني رسولُ الله أنْ أتَوَلَى مسألةَ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بَريرَةَ وأسْتَبْرىَ الحالَ منها ففعلتُ ذلك فَحَقِدَتْ عليِّ ، وواللهما أرَدْتُ بها سُوءً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لكنّي نَصَحْتُ للهولرسوله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وأمثال ذلك ، فإنّ شئتم فَاسْألوها ما الذي نَقَمَتْ عليَّ! حتّى خَرَجَتْ مع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الناكثين لِبَيْعَتي ، وسَفْكِ دِماءِ شيعتي ، والتظاهرِ بينَ المسلمين بعداوتي لِلْبَغْي </w:t>
      </w:r>
      <w:r w:rsidR="008A2B0F">
        <w:rPr>
          <w:rFonts w:hint="cs"/>
          <w:rtl/>
        </w:rPr>
        <w:t xml:space="preserve"> </w:t>
      </w:r>
      <w:r>
        <w:rPr>
          <w:rtl/>
        </w:rPr>
        <w:t>والشِقاقِ والمَقْتِ لي بغيرِ سببِ يُوجِبُ ذلك في الدينِ ؛ واللهالمستعانُ</w:t>
      </w:r>
      <w:r w:rsidRPr="0008731E">
        <w:rPr>
          <w:rFonts w:hint="cs"/>
          <w:rtl/>
        </w:rPr>
        <w:t>»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القومُ : القولُ واللهما قلتَ يا أميرَ المؤمنين ، ولقد كشفتَ الغُمَّةَ ؛ ولقد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نَشْهَدُ أنّك أوْلى باللهورسولِهِ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ممَّنْ عاداك. فقام الحَجّاجُ بْنُ عَمْروٍ الأنصاريُّ </w:t>
      </w:r>
      <w:r w:rsidR="008A2B0F">
        <w:rPr>
          <w:rFonts w:hint="cs"/>
          <w:rtl/>
        </w:rPr>
        <w:t xml:space="preserve"> </w:t>
      </w:r>
      <w:r>
        <w:rPr>
          <w:rtl/>
        </w:rPr>
        <w:t>فَمَدَحَهُ في أبياتٍ نكتفي بما ذكرناه مِنْ هذه الجملة عن إيرادِها.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هذا ولو تأمل القارئ في خطبة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لرآها تذكّرهم بأن الله قد اختار </w:t>
      </w:r>
      <w:r w:rsidR="008A2B0F">
        <w:rPr>
          <w:rFonts w:hint="cs"/>
          <w:rtl/>
        </w:rPr>
        <w:t xml:space="preserve"> </w:t>
      </w:r>
      <w:r>
        <w:rPr>
          <w:rtl/>
        </w:rPr>
        <w:t>أباها محمدا</w:t>
      </w:r>
      <w:r>
        <w:rPr>
          <w:rFonts w:hint="cs"/>
          <w:rtl/>
        </w:rPr>
        <w:t>ً</w:t>
      </w:r>
      <w:r>
        <w:rPr>
          <w:rtl/>
        </w:rPr>
        <w:t xml:space="preserve"> إذ الخلائق بالغيب مكنونة ، وانتجبه قبل أن يُرسله إلى الخلائق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ومعنى كلامها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بأنه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كان المصطفى عند الله في الأزل وقبل أن يخلقالخلق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وقد أكد هو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على هذه الحقيقة بقوله : كنت نبيا</w:t>
      </w:r>
      <w:r>
        <w:rPr>
          <w:rFonts w:hint="cs"/>
          <w:rtl/>
        </w:rPr>
        <w:t>ً</w:t>
      </w:r>
      <w:r>
        <w:rPr>
          <w:rtl/>
        </w:rPr>
        <w:t xml:space="preserve"> وآدم بين الماء والطين.</w:t>
      </w:r>
      <w:r w:rsidRPr="005F7FDA">
        <w:rPr>
          <w:rStyle w:val="libFootnotenumChar"/>
          <w:rtl/>
        </w:rPr>
        <w:t>(1)</w:t>
      </w:r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>والإمام علي أك</w:t>
      </w:r>
      <w:r>
        <w:rPr>
          <w:rFonts w:hint="cs"/>
          <w:rtl/>
        </w:rPr>
        <w:t>ّ</w:t>
      </w:r>
      <w:r>
        <w:rPr>
          <w:rtl/>
        </w:rPr>
        <w:t>د للحارث الهمداني بأنه صدّق بمحمد بن عبدالله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وآدم بين </w:t>
      </w:r>
      <w:r w:rsidR="008A2B0F">
        <w:rPr>
          <w:rFonts w:hint="cs"/>
          <w:rtl/>
        </w:rPr>
        <w:t xml:space="preserve"> </w:t>
      </w:r>
      <w:r>
        <w:rPr>
          <w:rtl/>
        </w:rPr>
        <w:t>الروح والجسد ، وذلك بقوله : إلا إني عبداللهوأخو رسوله وصدّيقه الأوّل ؛ صدقته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1. مناقب ابن شهرآشوب 1 : 183 ، عوالي اللئالي 2 : 121 ، ينابيع المودة 1 : 46 ، وفي طبقات ابن سعد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1 : 148 قوله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(بين الروح والطين من آدم) وفي سيرة ابن كثير 1 : 317 (وآدم منجدل في الطين)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وانظر مسند أحمد 4 : 66 ، المستدرك للحاكم 2 : 609 ، مصنف ابن أبي شيبة 8 : 438 ، المعجم الكبير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12 : 73 ، الاحتجاج للطبرسي 2 : 248 ، الفضائل لابن شاذان : 24 ، أُسد الغابة 3 : 132 وغيرها وفيها </w:t>
      </w:r>
      <w:r w:rsidR="008A2B0F">
        <w:rPr>
          <w:rFonts w:hint="cs"/>
          <w:rtl/>
        </w:rPr>
        <w:t xml:space="preserve"> </w:t>
      </w:r>
      <w:r>
        <w:rPr>
          <w:rtl/>
        </w:rPr>
        <w:t>قوله (وآدم بين الروح والجسد).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وآدم بين الروح والجسد ، ثمّ إني صدّيقه الأول في أمتكم حقا</w:t>
      </w:r>
      <w:r>
        <w:rPr>
          <w:rFonts w:hint="cs"/>
          <w:rtl/>
        </w:rPr>
        <w:t>ً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وقد مر عليك كلامه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من أن الله قرن به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من لدن أن كان فطيما</w:t>
      </w:r>
      <w:r>
        <w:rPr>
          <w:rFonts w:hint="cs"/>
          <w:rtl/>
        </w:rPr>
        <w:t>ً</w:t>
      </w:r>
      <w:r>
        <w:rPr>
          <w:rtl/>
        </w:rPr>
        <w:t xml:space="preserve"> أعظم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مَلك من ملائكته ، يسلك به طريق المكارم وأنه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كان يتبعه اتباع الفصيل </w:t>
      </w:r>
      <w:r w:rsidR="008A2B0F">
        <w:rPr>
          <w:rFonts w:hint="cs"/>
          <w:rtl/>
        </w:rPr>
        <w:t xml:space="preserve"> </w:t>
      </w:r>
      <w:r>
        <w:rPr>
          <w:rtl/>
        </w:rPr>
        <w:t>إثر أُمه.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وبهذا فقد عرفت بأن الصدّيقية هي سمةٌ ربانية تمنح لمن له صفات كمالية عالية </w:t>
      </w:r>
      <w:r w:rsidR="008A2B0F">
        <w:rPr>
          <w:rFonts w:hint="cs"/>
          <w:rtl/>
        </w:rPr>
        <w:t xml:space="preserve"> </w:t>
      </w:r>
      <w:r>
        <w:rPr>
          <w:rtl/>
        </w:rPr>
        <w:t>ومن صدّق بفعله قوله وآمن بكل ما عرفه روحا</w:t>
      </w:r>
      <w:r>
        <w:rPr>
          <w:rFonts w:hint="cs"/>
          <w:rtl/>
        </w:rPr>
        <w:t>ً</w:t>
      </w:r>
      <w:r>
        <w:rPr>
          <w:rtl/>
        </w:rPr>
        <w:t xml:space="preserve"> وجسدا</w:t>
      </w:r>
      <w:r>
        <w:rPr>
          <w:rFonts w:hint="cs"/>
          <w:rtl/>
        </w:rPr>
        <w:t>ً</w:t>
      </w:r>
      <w:r>
        <w:rPr>
          <w:rtl/>
        </w:rPr>
        <w:t xml:space="preserve"> ، وقال : (ما شككت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الحقّ منذ أريتهْ).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ولا يخفى على مسلم بأنّ الهدف من الخلق هو معرفة الله وعبادته ، وهذه </w:t>
      </w:r>
      <w:r w:rsidR="008A2B0F">
        <w:rPr>
          <w:rFonts w:hint="cs"/>
          <w:rtl/>
        </w:rPr>
        <w:t xml:space="preserve"> </w:t>
      </w:r>
      <w:r>
        <w:rPr>
          <w:rtl/>
        </w:rPr>
        <w:t>المعرفة لا تحصل إل</w:t>
      </w:r>
      <w:r>
        <w:rPr>
          <w:rFonts w:hint="cs"/>
          <w:rtl/>
        </w:rPr>
        <w:t>ّ</w:t>
      </w:r>
      <w:r>
        <w:rPr>
          <w:rtl/>
        </w:rPr>
        <w:t xml:space="preserve">ا من طريق الوحي ، وبذلك يكون النبي والوصي والكُمّل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المعصومين هم هدف الخلقة ، وهذه المعرفة وصلت ذروتها ببعثة خاتم النبيين محمد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المصطفى واكتملت في يوم الغدير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الْيَوْمَ أَكْمَلْتُ لَكُمْ دِينَكُمْ وَأَتْمَمْتُ عَلَيْكُمْ نِعْمَتِي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وَرَضِيتُ لَكُمُ الْإِسْلَامَ دِينًا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F631FA">
      <w:pPr>
        <w:pStyle w:val="Heading1"/>
        <w:rPr>
          <w:rtl/>
        </w:rPr>
      </w:pPr>
      <w:bookmarkStart w:id="8" w:name="_Toc414105337"/>
      <w:r>
        <w:rPr>
          <w:rtl/>
        </w:rPr>
        <w:t>بعض منازل الصدّيقة الطاهرة :</w:t>
      </w:r>
      <w:bookmarkEnd w:id="8"/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 xml:space="preserve">وقد كانت الصدّيقة فاطمة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هي حلقة الوصل بين النبوة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والوصاية ؛ إذ هي ابنة الرسول وزوجة الوصي ، وأبناؤها كانوا هم الأوصياء الذين </w:t>
      </w:r>
      <w:r w:rsidR="008A2B0F">
        <w:rPr>
          <w:rFonts w:hint="cs"/>
          <w:rtl/>
        </w:rPr>
        <w:t xml:space="preserve"> </w:t>
      </w:r>
      <w:r>
        <w:rPr>
          <w:rtl/>
        </w:rPr>
        <w:t>انتهت إليهم مواريث الأنبياء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>وقد أشار الإمام علي والصدّيقة الزهراء إلى هذه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الأمالي للمفيد : 6 ، المجلس الأول الرقم 3 ، الأمالي للطوسي : 626 الرقم 1292 ، كشف الغمة 1 : 412 ، </w:t>
      </w:r>
      <w:r w:rsidR="008A2B0F">
        <w:rPr>
          <w:rFonts w:hint="cs"/>
          <w:rtl/>
        </w:rPr>
        <w:t xml:space="preserve"> </w:t>
      </w:r>
      <w:r>
        <w:rPr>
          <w:rtl/>
        </w:rPr>
        <w:t>بحار الأنوار 39 : 39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خصائص الأئمة للشريف الرضي : 107 ، إرشاد المفيد 1 : 254 ، من كلامه عليه</w:t>
      </w:r>
      <w:r w:rsidRPr="00B43AAC">
        <w:rPr>
          <w:rtl/>
        </w:rPr>
        <w:t>السلام</w:t>
      </w:r>
      <w:r>
        <w:rPr>
          <w:rtl/>
        </w:rPr>
        <w:t xml:space="preserve"> حين قتل </w:t>
      </w:r>
      <w:r w:rsidR="008A2B0F">
        <w:rPr>
          <w:rFonts w:hint="cs"/>
          <w:rtl/>
        </w:rPr>
        <w:t xml:space="preserve"> </w:t>
      </w:r>
      <w:r>
        <w:rPr>
          <w:rtl/>
        </w:rPr>
        <w:t>طلحة وأنفض أهل البصرة ، شرح النهج 18 : 374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بصائر الدرجات : 83 / 10 ، أمالي الصدوق : 383 / 489.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الحقائق في كلماتهم وخطبهم ، فمما قالته السيدة فاطمة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في خطبتها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B43AAC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>وأشهد أن أبي محمدا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عبده ورسوله ، اختاره وانتجبه قبل أن أرسله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وسماه قبل أن اجتباه ، واصطفاه قبل أن ابتعثه ، إذ الخلائق بالغيب مكنونة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وبستر الأهاويل مصونة ، وبنهاية العدم مقرونة ، علما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من الله بمآيل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الأُمور ، وإحاطةً بحوادث الدهور ، ومعرفة بمواقع المقدور ، ابتعثه الله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إتماما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لأمره ، وعزيمة على إمضاء حكمه ، وإنفاذا لمقادير حتمه .... </w:t>
            </w:r>
            <w:r w:rsidRPr="005F7FDA">
              <w:rPr>
                <w:rStyle w:val="libFootnotenumChar"/>
                <w:rtl/>
              </w:rPr>
              <w:t>(</w:t>
            </w:r>
            <w:r w:rsidRPr="005F7FDA">
              <w:rPr>
                <w:rStyle w:val="libFootnotenumChar"/>
                <w:rFonts w:hint="cs"/>
                <w:rtl/>
              </w:rPr>
              <w:t>1</w:t>
            </w:r>
            <w:r w:rsidRPr="005F7FDA">
              <w:rPr>
                <w:rStyle w:val="libFootnotenumChar"/>
                <w:rtl/>
              </w:rPr>
              <w:t>)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>إذا</w:t>
      </w:r>
      <w:r>
        <w:rPr>
          <w:rFonts w:hint="cs"/>
          <w:rtl/>
        </w:rPr>
        <w:t>ً</w:t>
      </w:r>
      <w:r>
        <w:rPr>
          <w:rtl/>
        </w:rPr>
        <w:t xml:space="preserve"> السيّدة فاطمة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لم تذكّرهم بأصل النبوة لأن الأمة كانت قد </w:t>
      </w:r>
      <w:r w:rsidR="008A2B0F">
        <w:rPr>
          <w:rFonts w:hint="cs"/>
          <w:rtl/>
        </w:rPr>
        <w:t xml:space="preserve"> </w:t>
      </w:r>
      <w:r>
        <w:rPr>
          <w:rtl/>
        </w:rPr>
        <w:t>قبلت النبي محمدا</w:t>
      </w:r>
      <w:r>
        <w:rPr>
          <w:rFonts w:hint="cs"/>
          <w:rtl/>
        </w:rPr>
        <w:t>ً</w:t>
      </w:r>
      <w:r>
        <w:rPr>
          <w:rtl/>
        </w:rPr>
        <w:t xml:space="preserve"> نبيا</w:t>
      </w:r>
      <w:r>
        <w:rPr>
          <w:rFonts w:hint="cs"/>
          <w:rtl/>
        </w:rPr>
        <w:t>ً</w:t>
      </w:r>
      <w:r>
        <w:rPr>
          <w:rtl/>
        </w:rPr>
        <w:t xml:space="preserve"> في الظاهر ، لكنها جاءت لتصف لهم ما لنبي الله من مكانة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ومنزلة عند الله ، لأن أكثر الناس كانوا لا يدركون مكانة الرسول وعمق الرسالة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بل كانوا ينظرون إلى الأمور نظرة سطحية ، فهي سلام الله عليها أرادت أن تفهمهم </w:t>
      </w:r>
      <w:r w:rsidR="008A2B0F">
        <w:rPr>
          <w:rFonts w:hint="cs"/>
          <w:rtl/>
        </w:rPr>
        <w:t xml:space="preserve"> </w:t>
      </w:r>
      <w:r>
        <w:rPr>
          <w:rtl/>
        </w:rPr>
        <w:t>بأن المعرفة لا تتأتى إل</w:t>
      </w:r>
      <w:r>
        <w:rPr>
          <w:rFonts w:hint="cs"/>
          <w:rtl/>
        </w:rPr>
        <w:t>ّ</w:t>
      </w:r>
      <w:r>
        <w:rPr>
          <w:rtl/>
        </w:rPr>
        <w:t xml:space="preserve">ا عن طريق هؤلاء ، وبما أن الإنسان خليفة الله في الأرض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فيجب أن يكون قائد الأُمّة هو الإنسان الكامل منهم ، وهم الأنبياء المرسلون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والأوصياء المنتجبون ، وهؤلاء هم الذين اصطفاهم الله من بين عباده ، وهم أفضل </w:t>
      </w:r>
      <w:r w:rsidR="008A2B0F">
        <w:rPr>
          <w:rFonts w:hint="cs"/>
          <w:rtl/>
        </w:rPr>
        <w:t xml:space="preserve"> </w:t>
      </w:r>
      <w:r>
        <w:rPr>
          <w:rtl/>
        </w:rPr>
        <w:t>الناس قدرا</w:t>
      </w:r>
      <w:r>
        <w:rPr>
          <w:rFonts w:hint="cs"/>
          <w:rtl/>
        </w:rPr>
        <w:t>ً</w:t>
      </w:r>
      <w:r>
        <w:rPr>
          <w:rtl/>
        </w:rPr>
        <w:t xml:space="preserve"> وأرفعهم درجة من جميع المخلوقات الأرضيةوالسماوية.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وإنا على رغم معرفتنا بعض الشيء عن الرسول الصادق الأمين ، والوصي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الصدّيق الأمين علي بن أبي طالب ، والصدّيقة فاطمة الزهراء ، لكن مجهولاتنا عن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ذواتهم هي الأكثر ، فهم الذوات السامية الذين خلقوا من نور عظمة الباري جل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وعلا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ولذلك صرّح الإمام الصادق بأنّ فاطمة سميت بفاطمة لأنّ الخلق فُطموا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 معرفتها.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Pr="00346CD4" w:rsidRDefault="00F631FA" w:rsidP="005F7FDA">
      <w:pPr>
        <w:pStyle w:val="libLine"/>
        <w:rPr>
          <w:rtl/>
        </w:rPr>
      </w:pPr>
      <w:r w:rsidRPr="00346CD4">
        <w:rPr>
          <w:rtl/>
        </w:rPr>
        <w:t>_</w:t>
      </w:r>
      <w:r w:rsidRPr="00346CD4">
        <w:rPr>
          <w:rFonts w:hint="cs"/>
          <w:rtl/>
        </w:rPr>
        <w:t>_____________</w:t>
      </w:r>
      <w:r w:rsidRPr="00346CD4">
        <w:rPr>
          <w:rtl/>
        </w:rPr>
        <w:t>_</w:t>
      </w:r>
      <w:r w:rsidRPr="00346CD4">
        <w:rPr>
          <w:rFonts w:hint="cs"/>
          <w:rtl/>
        </w:rPr>
        <w:t>_______</w:t>
      </w:r>
      <w:r w:rsidRPr="00346CD4">
        <w:rPr>
          <w:rtl/>
        </w:rPr>
        <w:t>__</w:t>
      </w:r>
      <w:r w:rsidRPr="00346CD4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الاحتجاج 1 : 133 ، السقيفة وفدك : 140 ، بلاغة النساء لابن طيفور : 15.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الإمامة والتبصرة : 133 / 144 ، معاني الأخبار : 351 ، الفضائل لابن شاذان : 158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تفسير فرات : 581 ، البحار 43 : 65.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ولعلّ الإمام الصادق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استخدم كلمة (الخلق) لأنّها أوسع مفهوما</w:t>
      </w:r>
      <w:r>
        <w:rPr>
          <w:rFonts w:hint="cs"/>
          <w:rtl/>
        </w:rPr>
        <w:t>ً</w:t>
      </w:r>
      <w:r>
        <w:rPr>
          <w:rtl/>
        </w:rPr>
        <w:t xml:space="preserve"> من كلمة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الناس لشمولها جميع مخلوقات ربِّ العالمين من الجن والإنس وحتى الملائكة ، </w:t>
      </w:r>
      <w:r w:rsidR="008A2B0F">
        <w:rPr>
          <w:rFonts w:hint="cs"/>
          <w:rtl/>
        </w:rPr>
        <w:t xml:space="preserve"> </w:t>
      </w:r>
      <w:r>
        <w:rPr>
          <w:rtl/>
        </w:rPr>
        <w:t>فنتساءل : لماذا فُطم الخلق عن معرفتها؟ لقصور إدراكهم؟ أم لعلوّ مقام الزهراء؟</w:t>
      </w:r>
      <w:r w:rsidR="008A2B0F">
        <w:rPr>
          <w:rFonts w:hint="cs"/>
          <w:rtl/>
        </w:rPr>
        <w:t xml:space="preserve"> </w:t>
      </w:r>
      <w:r>
        <w:rPr>
          <w:rtl/>
        </w:rPr>
        <w:t>أم للأعمال التي اقترفوها ضدها جريا</w:t>
      </w:r>
      <w:r>
        <w:rPr>
          <w:rFonts w:hint="cs"/>
          <w:rtl/>
        </w:rPr>
        <w:t>ً</w:t>
      </w:r>
      <w:r>
        <w:rPr>
          <w:rtl/>
        </w:rPr>
        <w:t xml:space="preserve"> مع الهوى وحب الذات؟ أم لكل من ذلك </w:t>
      </w:r>
      <w:r w:rsidR="008A2B0F">
        <w:rPr>
          <w:rFonts w:hint="cs"/>
          <w:rtl/>
        </w:rPr>
        <w:t xml:space="preserve"> </w:t>
      </w:r>
      <w:r>
        <w:rPr>
          <w:rtl/>
        </w:rPr>
        <w:t>نصيب في الأمر؟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بلى إنّ منزلة الزهراء عالية لا يمكننا أن ندركها كما هي ، لكنّ الإمام عليا</w:t>
      </w:r>
      <w:r>
        <w:rPr>
          <w:rFonts w:hint="cs"/>
          <w:rtl/>
        </w:rPr>
        <w:t>ً</w:t>
      </w:r>
      <w:r>
        <w:rPr>
          <w:rtl/>
        </w:rPr>
        <w:t xml:space="preserve"> كان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يدرك مكانتها ، لأنه من نفس النور وذلك الاصطفاء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فقد جاء في كتاب مقتل </w:t>
      </w:r>
      <w:r w:rsidR="008A2B0F">
        <w:rPr>
          <w:rFonts w:hint="cs"/>
          <w:rtl/>
        </w:rPr>
        <w:t xml:space="preserve"> </w:t>
      </w:r>
      <w:r>
        <w:rPr>
          <w:rtl/>
        </w:rPr>
        <w:t>الحسين للخوارزمي أن الإمام قال ـ بعد صلاته على الزهراء ـ مخاطبا ربّالعالمين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FD7072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هذه بنت نبيك أخرجتَها من الظلمات إلى النور ، فأضاءت الأرض ميلاً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في ميل. </w:t>
            </w:r>
            <w:r w:rsidRPr="005F7FDA">
              <w:rPr>
                <w:rStyle w:val="libFootnotenumChar"/>
                <w:rtl/>
              </w:rPr>
              <w:t>(</w:t>
            </w:r>
            <w:r w:rsidRPr="005F7FDA">
              <w:rPr>
                <w:rStyle w:val="libFootnotenumChar"/>
                <w:rFonts w:hint="cs"/>
                <w:rtl/>
              </w:rPr>
              <w:t>2</w:t>
            </w:r>
            <w:r w:rsidRPr="005F7FDA">
              <w:rPr>
                <w:rStyle w:val="libFootnotenumChar"/>
                <w:rtl/>
              </w:rPr>
              <w:t>)</w:t>
            </w:r>
          </w:p>
        </w:tc>
      </w:tr>
    </w:tbl>
    <w:p w:rsidR="00F002D5" w:rsidRDefault="00F631FA" w:rsidP="00F002D5">
      <w:pPr>
        <w:pStyle w:val="libNormal"/>
        <w:rPr>
          <w:rtl/>
        </w:rPr>
      </w:pPr>
      <w:r>
        <w:rPr>
          <w:rtl/>
        </w:rPr>
        <w:t xml:space="preserve">فالإمام أراد بكلامه هذا أن يقول : أخذتها يا رب العالمين من هذه الدنيا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المظلمة إلى نورك المطلق </w:t>
      </w:r>
      <w:r w:rsidRPr="005F7FDA">
        <w:rPr>
          <w:rStyle w:val="libBold2Char"/>
          <w:rtl/>
        </w:rPr>
        <w:t>(</w:t>
      </w:r>
      <w:r w:rsidRPr="005F7FDA">
        <w:rPr>
          <w:rStyle w:val="libBold2Char"/>
          <w:rFonts w:hint="cs"/>
          <w:rtl/>
        </w:rPr>
        <w:t xml:space="preserve"> الله </w:t>
      </w:r>
      <w:r w:rsidRPr="005F7FDA">
        <w:rPr>
          <w:rStyle w:val="libBold2Char"/>
          <w:rtl/>
        </w:rPr>
        <w:t xml:space="preserve">نور السماوات والأرض مثل نوره كمشكاة فيها </w:t>
      </w:r>
      <w:r w:rsidR="008A2B0F" w:rsidRPr="005F7FDA">
        <w:rPr>
          <w:rStyle w:val="libBold2Char"/>
          <w:rFonts w:hint="cs"/>
          <w:rtl/>
        </w:rPr>
        <w:t xml:space="preserve"> </w:t>
      </w:r>
      <w:r w:rsidRPr="005F7FDA">
        <w:rPr>
          <w:rStyle w:val="libBold2Char"/>
          <w:rtl/>
        </w:rPr>
        <w:t xml:space="preserve">مصباح المصباح في زجاجة ، الزجاجة كأنها كوكب دريّ يوقد من شجرة مباركة </w:t>
      </w:r>
      <w:r w:rsidR="008A2B0F" w:rsidRPr="005F7FDA">
        <w:rPr>
          <w:rStyle w:val="libBold2Char"/>
          <w:rFonts w:hint="cs"/>
          <w:rtl/>
        </w:rPr>
        <w:t xml:space="preserve"> </w:t>
      </w:r>
      <w:r w:rsidRPr="005F7FDA">
        <w:rPr>
          <w:rStyle w:val="libBold2Char"/>
          <w:rtl/>
        </w:rPr>
        <w:t>زيتونة لا شرقية ولا غربية يكاد زيتها يضيء)</w:t>
      </w:r>
      <w:r>
        <w:rPr>
          <w:rtl/>
        </w:rPr>
        <w:t xml:space="preserve"> أي أنها رجعت إلى ما خلقت منه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جاء في كتاب الإمام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إلى عثمان بن حنيف الأنصاريـعامله على البصرة : وأنا من رسول الله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كالضوء من الضوء والذراع من العضد. انظر شرح النهج 16 : 289 ، والمراد من هذا التشبيه شدة </w:t>
      </w:r>
      <w:r w:rsidR="008A2B0F">
        <w:rPr>
          <w:rFonts w:hint="cs"/>
          <w:rtl/>
        </w:rPr>
        <w:t xml:space="preserve"> </w:t>
      </w:r>
      <w:r>
        <w:rPr>
          <w:rtl/>
        </w:rPr>
        <w:t>الامتزاج والاتحاد والقرب بينهما.</w:t>
      </w:r>
    </w:p>
    <w:p w:rsidR="00F631FA" w:rsidRPr="005F7FDA" w:rsidRDefault="00F631FA" w:rsidP="007908BF">
      <w:pPr>
        <w:pStyle w:val="libNormal"/>
        <w:rPr>
          <w:rStyle w:val="libFootnoteChar"/>
          <w:rtl/>
        </w:rPr>
      </w:pPr>
      <w:r w:rsidRPr="005F7FDA">
        <w:rPr>
          <w:rStyle w:val="libFootnoteChar"/>
          <w:rtl/>
        </w:rPr>
        <w:t>وفي آخر : أنا من أحمد كالضوء من الضوء ، نهج البلاغة 3 : 73 / كتاب 44 ومعناه أن أصلهعليهالسلام</w:t>
      </w:r>
      <w:r w:rsidR="008A2B0F" w:rsidRPr="005F7FDA">
        <w:rPr>
          <w:rStyle w:val="libFootnoteChar"/>
          <w:rFonts w:hint="cs"/>
          <w:rtl/>
        </w:rPr>
        <w:t xml:space="preserve"> </w:t>
      </w:r>
      <w:r w:rsidRPr="005F7FDA">
        <w:rPr>
          <w:rStyle w:val="libFootnoteChar"/>
          <w:rtl/>
        </w:rPr>
        <w:t xml:space="preserve">وأصل الرسول واحد كالنخلتين تخرجان من أصل واحد. ويؤيده ماجاء عن النبي </w:t>
      </w:r>
      <w:r w:rsidRPr="005F7FDA">
        <w:rPr>
          <w:rStyle w:val="libAlaemChar"/>
          <w:rtl/>
        </w:rPr>
        <w:t>صلى‌الله‌عليه‌وآله</w:t>
      </w:r>
      <w:r w:rsidRPr="005F7FDA">
        <w:rPr>
          <w:rStyle w:val="libFootnoteChar"/>
          <w:rtl/>
        </w:rPr>
        <w:t xml:space="preserve"> حيث قال </w:t>
      </w:r>
      <w:r w:rsidR="008A2B0F" w:rsidRPr="005F7FDA">
        <w:rPr>
          <w:rStyle w:val="libFootnoteChar"/>
          <w:rFonts w:hint="cs"/>
          <w:rtl/>
        </w:rPr>
        <w:t xml:space="preserve"> </w:t>
      </w:r>
      <w:r w:rsidRPr="005F7FDA">
        <w:rPr>
          <w:rStyle w:val="libFootnoteChar"/>
          <w:rtl/>
        </w:rPr>
        <w:t xml:space="preserve">لعلي </w:t>
      </w:r>
      <w:r w:rsidRPr="005F7FDA">
        <w:rPr>
          <w:rStyle w:val="libAlaemChar"/>
          <w:rtl/>
        </w:rPr>
        <w:t>عليه‌السلام</w:t>
      </w:r>
      <w:r w:rsidRPr="005F7FDA">
        <w:rPr>
          <w:rStyle w:val="libFootnoteChar"/>
          <w:rtl/>
        </w:rPr>
        <w:t xml:space="preserve"> : يا علي من قتلك فقد قتلني ، ومن أبغضك فقد أبغضني ، ومن سبك فقد سبني ، لأنك مني </w:t>
      </w:r>
      <w:r w:rsidR="008A2B0F" w:rsidRPr="005F7FDA">
        <w:rPr>
          <w:rStyle w:val="libFootnoteChar"/>
          <w:rFonts w:hint="cs"/>
          <w:rtl/>
        </w:rPr>
        <w:t xml:space="preserve"> </w:t>
      </w:r>
      <w:r w:rsidRPr="005F7FDA">
        <w:rPr>
          <w:rStyle w:val="libFootnoteChar"/>
          <w:rtl/>
        </w:rPr>
        <w:t xml:space="preserve">كنفسي ، روحك من روحي ، وطينتك من طينتي. عيون أخبار الرضا 2 : 266 ، إقبال الأعمال 1 : 37 ، </w:t>
      </w:r>
      <w:r w:rsidR="008A2B0F" w:rsidRPr="005F7FDA">
        <w:rPr>
          <w:rStyle w:val="libFootnoteChar"/>
          <w:rFonts w:hint="cs"/>
          <w:rtl/>
        </w:rPr>
        <w:t xml:space="preserve"> </w:t>
      </w:r>
      <w:r w:rsidRPr="005F7FDA">
        <w:rPr>
          <w:rStyle w:val="libFootnoteChar"/>
          <w:rtl/>
        </w:rPr>
        <w:t>بحار الأنوار 42 : 190.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بحار الأنوار 43 : 215.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فرجوعها لم يكن كرجوع أي إنسان إلى الله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إِنَّا لِلَّهِ وَإِنَّا إِلَيْهِ رَاجِعُونَ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بل إن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رجوعها كان رجوعا</w:t>
      </w:r>
      <w:r>
        <w:rPr>
          <w:rFonts w:hint="cs"/>
          <w:rtl/>
        </w:rPr>
        <w:t>ً</w:t>
      </w:r>
      <w:r>
        <w:rPr>
          <w:rtl/>
        </w:rPr>
        <w:t xml:space="preserve"> نورانيا</w:t>
      </w:r>
      <w:r>
        <w:rPr>
          <w:rFonts w:hint="cs"/>
          <w:rtl/>
        </w:rPr>
        <w:t>ً</w:t>
      </w:r>
      <w:r>
        <w:rPr>
          <w:rtl/>
        </w:rPr>
        <w:t xml:space="preserve"> إلى النور الأكمل وهو نور رب العالمين.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عن جابر بن يزيد الجعفي أنه سأل الإمام الصادق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لم سُمِّيت فاطمةُ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الزهراء؟ فقال : لأن الله عزّ وجلّ خلقها من نور عظمته ، فلما أشرقت أضاءت </w:t>
      </w:r>
      <w:r w:rsidR="008A2B0F">
        <w:rPr>
          <w:rFonts w:hint="cs"/>
          <w:rtl/>
        </w:rPr>
        <w:t xml:space="preserve"> </w:t>
      </w:r>
      <w:r>
        <w:rPr>
          <w:rtl/>
        </w:rPr>
        <w:t>السماوات والأرض بنورها ، وغشيت أبصار الملائكة ، وخرّت الملائكة لله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ساجدين ، وقالوا : إلهنا وسيدنا ما هذا النور؟ فأوحى الله إليهم : هذا نور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نوري ، أسكنته في سمائي ، خلقته من عظمتي ، أخرجه من صلب نبي من أنبيائي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أُفضِله على جميع الأنبياء ، وأُخرج من ذلك النور أئمة يقومون بأمري يهدون إلى </w:t>
      </w:r>
      <w:r w:rsidR="008A2B0F">
        <w:rPr>
          <w:rFonts w:hint="cs"/>
          <w:rtl/>
        </w:rPr>
        <w:t xml:space="preserve"> </w:t>
      </w:r>
      <w:r>
        <w:rPr>
          <w:rtl/>
        </w:rPr>
        <w:t>حقّي ، وأجعلهم خلفائي في أرضي بعد انقضاء وحيي.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وروى الشيخ الكليني بإسناده عن محمد بن مروان ، عن أبي عبدالله، قال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سمعته يقول : إن الله خلقنا من نور عظمته ، ثمّ صوّر خلقنا من طينةٍ مخزونةٍ مكنونة </w:t>
      </w:r>
      <w:r w:rsidR="008A2B0F">
        <w:rPr>
          <w:rFonts w:hint="cs"/>
          <w:rtl/>
        </w:rPr>
        <w:t xml:space="preserve"> </w:t>
      </w:r>
      <w:r>
        <w:rPr>
          <w:rtl/>
        </w:rPr>
        <w:t>من تحت العرش ، فأسكن ذلك النور فيه ، فكنّا نحن خلقا</w:t>
      </w:r>
      <w:r>
        <w:rPr>
          <w:rFonts w:hint="cs"/>
          <w:rtl/>
        </w:rPr>
        <w:t>ً</w:t>
      </w:r>
      <w:r>
        <w:rPr>
          <w:rtl/>
        </w:rPr>
        <w:t xml:space="preserve"> وبشرا</w:t>
      </w:r>
      <w:r>
        <w:rPr>
          <w:rFonts w:hint="cs"/>
          <w:rtl/>
        </w:rPr>
        <w:t>ً</w:t>
      </w:r>
      <w:r>
        <w:rPr>
          <w:rtl/>
        </w:rPr>
        <w:t xml:space="preserve">نورانيين لم يجعل </w:t>
      </w:r>
      <w:r w:rsidR="008A2B0F">
        <w:rPr>
          <w:rFonts w:hint="cs"/>
          <w:rtl/>
        </w:rPr>
        <w:t xml:space="preserve"> </w:t>
      </w:r>
      <w:r>
        <w:rPr>
          <w:rtl/>
        </w:rPr>
        <w:t>لأحد في مثل الذي خُلقنا منه نصيبا</w:t>
      </w:r>
      <w:r>
        <w:rPr>
          <w:rFonts w:hint="cs"/>
          <w:rtl/>
        </w:rPr>
        <w:t>ً</w:t>
      </w:r>
      <w:r>
        <w:rPr>
          <w:rtl/>
        </w:rPr>
        <w:t xml:space="preserve">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معاني الأخبار : قال رسول الله : خُلق نور فاطمة قبل أن تُخلق الأرض </w:t>
      </w:r>
      <w:r w:rsidR="008A2B0F">
        <w:rPr>
          <w:rFonts w:hint="cs"/>
          <w:rtl/>
        </w:rPr>
        <w:t xml:space="preserve"> </w:t>
      </w:r>
      <w:r>
        <w:rPr>
          <w:rtl/>
        </w:rPr>
        <w:t>والسماء. فقال بعض الناس : يا نبي الله فليست هي إنسية؟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فاطمة حوراء إنسية.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يا نبي الله وكيف هي حوراء إنسية؟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خلقها الله عزوجل من نوره قبل أن يخلق آدم ، إذ كانت الأرواح ، </w:t>
      </w:r>
      <w:r w:rsidR="008A2B0F">
        <w:rPr>
          <w:rFonts w:hint="cs"/>
          <w:rtl/>
        </w:rPr>
        <w:t xml:space="preserve"> </w:t>
      </w:r>
      <w:r>
        <w:rPr>
          <w:rtl/>
        </w:rPr>
        <w:t>فلما خلق الله عزوجل آدم عرضت على آدم!</w:t>
      </w:r>
    </w:p>
    <w:p w:rsidR="00F631FA" w:rsidRPr="00C8073D" w:rsidRDefault="00F631FA" w:rsidP="005F7FDA">
      <w:pPr>
        <w:pStyle w:val="libLine"/>
        <w:rPr>
          <w:rtl/>
        </w:rPr>
      </w:pPr>
      <w:r w:rsidRPr="00C8073D">
        <w:rPr>
          <w:rtl/>
        </w:rPr>
        <w:t>_</w:t>
      </w:r>
      <w:r w:rsidRPr="00C8073D">
        <w:rPr>
          <w:rFonts w:hint="cs"/>
          <w:rtl/>
        </w:rPr>
        <w:t>_____________</w:t>
      </w:r>
      <w:r w:rsidRPr="00C8073D">
        <w:rPr>
          <w:rtl/>
        </w:rPr>
        <w:t>_</w:t>
      </w:r>
      <w:r w:rsidRPr="00C8073D">
        <w:rPr>
          <w:rFonts w:hint="cs"/>
          <w:rtl/>
        </w:rPr>
        <w:t>_______</w:t>
      </w:r>
      <w:r w:rsidRPr="00C8073D">
        <w:rPr>
          <w:rtl/>
        </w:rPr>
        <w:t>__</w:t>
      </w:r>
      <w:r w:rsidRPr="00C8073D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الإمامة والتبصرة 133 ، علل الشرايع 1 : 180.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الكافي 1 : 389 / 2.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قيل : يا نبي الله وأين كانت فاطمة؟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كانت في حُقَّة تحت ساق العرش ، قالوا : يا نبي الله فما كان طعامها؟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التسبيح والتهليل والتحميد.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أبي حمزة الثمالي أنه سأل الباقر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فقال : أخبرني يابن رسول الله أي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شيء كنتم في الأظلة؟ فقال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: كنّا نورا بين يدي الله قبل خلق خلقه ، فلمّا خلق </w:t>
      </w:r>
      <w:r w:rsidR="008A2B0F">
        <w:rPr>
          <w:rFonts w:hint="cs"/>
          <w:rtl/>
        </w:rPr>
        <w:t xml:space="preserve"> </w:t>
      </w:r>
      <w:r>
        <w:rPr>
          <w:rtl/>
        </w:rPr>
        <w:t>الخلق سبّحنا فسبّحوا ، وهللنا فهللوا ، وكبّرنا فكبّروا.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عيون أخبار الرضا : إن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قال لعلي بأن الأنبياء هم أفضل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الملائكة ، وأنّه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أفضل من جميع النبيين والمرسلين ، والفضل من بعده لعلي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والأئمة من ولده ، فقال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فكيف لا نكون أفضل من الملائكة وقد سبقناهم 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معرفة ربنا وتسبيحه وتهليله وتقديسه ؛ لأن أول من خلق الله خلق أرواحنا ، </w:t>
      </w:r>
      <w:r w:rsidR="008A2B0F">
        <w:rPr>
          <w:rFonts w:hint="cs"/>
          <w:rtl/>
        </w:rPr>
        <w:t xml:space="preserve"> </w:t>
      </w:r>
      <w:r>
        <w:rPr>
          <w:rtl/>
        </w:rPr>
        <w:t>فأنطقنا بتوحيده وتمجيده ، ثمّ خلق الملائكة فلما شاهدوا أرواحنا نورا</w:t>
      </w:r>
      <w:r>
        <w:rPr>
          <w:rFonts w:hint="cs"/>
          <w:rtl/>
        </w:rPr>
        <w:t>ً</w:t>
      </w:r>
      <w:r>
        <w:rPr>
          <w:rtl/>
        </w:rPr>
        <w:t xml:space="preserve"> واحدا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استغظمت فسبحنا لتعلم الملائكة ، إنا خلق مخلوقون ، انا خلق مخلوقون وأنهمنزه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عن صفاتنا ، فسبحت الملائكة بتسبيحنا ونزهته عن صفاتنا.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إنها مفردات (التسبيح ، التهليل ، التحميد) تذكرنا بتسبيحات الصلاة التي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علّمها النبي الأكرم لابنته فاطمة الزهراء ، وكانت تلك المفردات طعامها تحت </w:t>
      </w:r>
      <w:r w:rsidR="008A2B0F">
        <w:rPr>
          <w:rFonts w:hint="cs"/>
          <w:rtl/>
        </w:rPr>
        <w:t xml:space="preserve"> </w:t>
      </w:r>
      <w:r>
        <w:rPr>
          <w:rtl/>
        </w:rPr>
        <w:t>العرش ، وهي الأُخرى تذكرنا بارتباط أمر النبوة بأمر الخلافة والوصاية.</w:t>
      </w:r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 xml:space="preserve">نعم إنها مواصفات الحوراء الإنسية التي يشمها رسول الله كلّما اشتاق إلى </w:t>
      </w:r>
      <w:r w:rsidR="008A2B0F">
        <w:rPr>
          <w:rFonts w:hint="cs"/>
          <w:rtl/>
        </w:rPr>
        <w:t xml:space="preserve"> </w:t>
      </w:r>
      <w:r>
        <w:rPr>
          <w:rtl/>
        </w:rPr>
        <w:t>الجنة ، فعن عائشة قالت : قال رسول الله : لما أُسري بي إلى السماء أدخلت الجنة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معاني الأخبار : 369.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بحار الأنوار 25 : 24 / 40 وانظر الهداية الكبرى : 240.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عيون أخبار الرضا 2 : 237 ، ينابيع المودة 3 : 378 ، تفسير القمي 1 : 18.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فوقفت على شجرة من أشجار الجنة لم أر في الجنة أحسن منها حُسنا</w:t>
      </w:r>
      <w:r>
        <w:rPr>
          <w:rFonts w:hint="cs"/>
          <w:rtl/>
        </w:rPr>
        <w:t>ً</w:t>
      </w:r>
      <w:r>
        <w:rPr>
          <w:rtl/>
        </w:rPr>
        <w:t xml:space="preserve"> ولا أبيض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منها ورقة ولا أطيب منها ثمرة ، فتناولت ثمرة من ثمرتها فأكلتها ، فصارت نطفة في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صلبي ، فلمّا هبطت الأرض واقعت خديجة فحملت بفاطمة ، فإذا أنا اشتقت إلى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رائحة الجنة شممت ريح فاطمة.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بلى ، إن فاطمة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مخلوقة من أحسن ثمار الجنّة ، ومن شجرة طوبى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ثمّ حلت في رحم امرأة من خيرة نساء العالمين هي خديجة ، التي أعطت كل ما تملك </w:t>
      </w:r>
      <w:r w:rsidR="008A2B0F">
        <w:rPr>
          <w:rFonts w:hint="cs"/>
          <w:rtl/>
        </w:rPr>
        <w:t xml:space="preserve"> </w:t>
      </w:r>
      <w:r>
        <w:rPr>
          <w:rtl/>
        </w:rPr>
        <w:t>لرّبها ، ولما حضرتها الوفاة لم يكن لها كفن تكفن به ، فأنزل الله لها كفنا</w:t>
      </w:r>
      <w:r>
        <w:rPr>
          <w:rFonts w:hint="cs"/>
          <w:rtl/>
        </w:rPr>
        <w:t>ً</w:t>
      </w:r>
      <w:r>
        <w:rPr>
          <w:rtl/>
        </w:rPr>
        <w:t xml:space="preserve"> مع جبرائيل.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فحريٌّ بهذه السيدة أن تكون الصدّيقة والمحدّثة والعليمة ؛ لأنّ لها أُمّا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كخديجة ، وأبا كرسول الله ، وبعلاً كعلي ، وأولادا</w:t>
      </w:r>
      <w:r>
        <w:rPr>
          <w:rFonts w:hint="cs"/>
          <w:rtl/>
        </w:rPr>
        <w:t>ً</w:t>
      </w:r>
      <w:r>
        <w:rPr>
          <w:rtl/>
        </w:rPr>
        <w:t xml:space="preserve"> كالحسن والحسين ، وقد أدرك </w:t>
      </w:r>
      <w:r w:rsidR="008A2B0F">
        <w:rPr>
          <w:rFonts w:hint="cs"/>
          <w:rtl/>
        </w:rPr>
        <w:t xml:space="preserve"> </w:t>
      </w:r>
      <w:r>
        <w:rPr>
          <w:rtl/>
        </w:rPr>
        <w:t>هذه المنزلة لفاطمة حتى النصارى ، فقال أسقف النصارى لما رأى رسول الله وعليا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وفاطمة والحسن والحسين يوم المباهلة : يا معشر النصارى إني لأرى وجوها</w:t>
      </w:r>
      <w:r>
        <w:rPr>
          <w:rFonts w:hint="cs"/>
          <w:rtl/>
        </w:rPr>
        <w:t>ً</w:t>
      </w:r>
      <w:r>
        <w:rPr>
          <w:rtl/>
        </w:rPr>
        <w:t xml:space="preserve"> لو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شاء الله أن يزيل جبلاً من مكانه لأزاله بها ، فلا تباهلوا فتهلكواولا يبقى على وجه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الأرض نصراني إلى يوم القيامة.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هل فكّرت في مفردات القرآن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أَنفُسَنَا وَأَنفُسَكُمْ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و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نِسَاءَنَا وَنِسَاءَكُمْ</w:t>
      </w:r>
      <w:r w:rsidRPr="005F7FDA">
        <w:rPr>
          <w:rStyle w:val="libAlae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أَبْنَاءَنَا وَأَبْنَاءَكُمْ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فمن هو علي؟ ومن هي الزهراء؟ ومن هو الحسن ومن هو </w:t>
      </w:r>
      <w:r w:rsidR="008A2B0F">
        <w:rPr>
          <w:rFonts w:hint="cs"/>
          <w:rtl/>
        </w:rPr>
        <w:t xml:space="preserve"> </w:t>
      </w:r>
      <w:r>
        <w:rPr>
          <w:rtl/>
        </w:rPr>
        <w:t>الحسين؟ إنّها مفردات معنوية وأسماء سماوية يجب الوقوف عندها والتأمل فيها.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إن فاطمة وأباها جوهر واحد ، وعلي والرسول نفس واحدة ، وقد زوّج </w:t>
      </w:r>
      <w:r w:rsidR="008A2B0F">
        <w:rPr>
          <w:rFonts w:hint="cs"/>
          <w:rtl/>
        </w:rPr>
        <w:t xml:space="preserve"> </w:t>
      </w:r>
      <w:r>
        <w:rPr>
          <w:rtl/>
        </w:rPr>
        <w:t>رسول الله عليا</w:t>
      </w:r>
      <w:r>
        <w:rPr>
          <w:rFonts w:hint="cs"/>
          <w:rtl/>
        </w:rPr>
        <w:t>ً</w:t>
      </w:r>
      <w:r>
        <w:rPr>
          <w:rtl/>
        </w:rPr>
        <w:t xml:space="preserve"> بفاطمة ، لأنه كفؤها وليس لها كفؤ غيره ، وذلك بأمر من الرب </w:t>
      </w:r>
      <w:r w:rsidR="008A2B0F">
        <w:rPr>
          <w:rFonts w:hint="cs"/>
          <w:rtl/>
        </w:rPr>
        <w:t xml:space="preserve"> </w:t>
      </w:r>
      <w:r>
        <w:rPr>
          <w:rtl/>
        </w:rPr>
        <w:t>الجليل ، فرزقهم الله أولادا</w:t>
      </w:r>
      <w:r>
        <w:rPr>
          <w:rFonts w:hint="cs"/>
          <w:rtl/>
        </w:rPr>
        <w:t>ً</w:t>
      </w:r>
      <w:r>
        <w:rPr>
          <w:rtl/>
        </w:rPr>
        <w:t xml:space="preserve"> طاهرين مطهرين معصومين هم أئمة المسلمين.</w:t>
      </w:r>
    </w:p>
    <w:p w:rsidR="00F631FA" w:rsidRPr="00C453EB" w:rsidRDefault="00F631FA" w:rsidP="005F7FDA">
      <w:pPr>
        <w:pStyle w:val="libLine"/>
        <w:rPr>
          <w:rtl/>
        </w:rPr>
      </w:pPr>
      <w:r w:rsidRPr="00C453EB">
        <w:rPr>
          <w:rtl/>
        </w:rPr>
        <w:t>_</w:t>
      </w:r>
      <w:r w:rsidRPr="00C453EB">
        <w:rPr>
          <w:rFonts w:hint="cs"/>
          <w:rtl/>
        </w:rPr>
        <w:t>_____________</w:t>
      </w:r>
      <w:r w:rsidRPr="00C453EB">
        <w:rPr>
          <w:rtl/>
        </w:rPr>
        <w:t>_</w:t>
      </w:r>
      <w:r w:rsidRPr="00C453EB">
        <w:rPr>
          <w:rFonts w:hint="cs"/>
          <w:rtl/>
        </w:rPr>
        <w:t>_______</w:t>
      </w:r>
      <w:r w:rsidRPr="00C453EB">
        <w:rPr>
          <w:rtl/>
        </w:rPr>
        <w:t>__</w:t>
      </w:r>
      <w:r w:rsidRPr="00C453EB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>. المعجم الكبير 22 : 401 ، الدر المنثور 4 : 153.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الكشاف 1 : 369 ، تفسير الرازي 8 : 71 ، السيرة الحلبية 3 : 236 ، الطرائف : 42 ، مجمع البيان 2 : 310.</w:t>
      </w:r>
    </w:p>
    <w:p w:rsidR="00F631FA" w:rsidRDefault="00F631FA" w:rsidP="00F631FA">
      <w:pPr>
        <w:pStyle w:val="Heading1"/>
        <w:rPr>
          <w:rtl/>
        </w:rPr>
      </w:pPr>
      <w:r>
        <w:rPr>
          <w:rtl/>
        </w:rPr>
        <w:br w:type="page"/>
      </w:r>
      <w:bookmarkStart w:id="9" w:name="_Toc414105338"/>
      <w:r>
        <w:rPr>
          <w:rtl/>
        </w:rPr>
        <w:lastRenderedPageBreak/>
        <w:t>بين فاطمة الصدّيقة وأعدائها</w:t>
      </w:r>
      <w:bookmarkEnd w:id="9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والآن ، انظر ماذا فعل القوم بعلي والزهراء ، وكيف بهم قد جدّوا لتكذيبهما </w:t>
      </w:r>
      <w:r w:rsidR="008A2B0F">
        <w:rPr>
          <w:rFonts w:hint="cs"/>
          <w:rtl/>
        </w:rPr>
        <w:t xml:space="preserve"> </w:t>
      </w:r>
      <w:r>
        <w:rPr>
          <w:rtl/>
        </w:rPr>
        <w:t>وإبعادهما عن حقوقهما بطرق ملتوية.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فأبو بكر لا يمكنه أن يكذّبها صريحا</w:t>
      </w:r>
      <w:r>
        <w:rPr>
          <w:rFonts w:hint="cs"/>
          <w:rtl/>
        </w:rPr>
        <w:t>ً</w:t>
      </w:r>
      <w:r>
        <w:rPr>
          <w:rtl/>
        </w:rPr>
        <w:t xml:space="preserve"> ، بل صرح بأنها الصادقة في قولها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المصدّقة في كلام بارئها ، لكنه جاء بأعذار قد تبدو للسُّذّج بالنظر البدوي السطحي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أنها صحيحة ، فقال فيما قاله :يا خيرة النساء وابنة خير النساء ، أنت صادقة في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قولك ، سابقة في وفور عقلك ، غير مردودة عن حقك ، ولا مصدودة عن صدقك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وواللهما عدوت رأي رسول الله وإني سمعته يقول : نحن معاشر الأنبياء لا نورث </w:t>
      </w:r>
      <w:r w:rsidR="008A2B0F">
        <w:rPr>
          <w:rFonts w:hint="cs"/>
          <w:rtl/>
        </w:rPr>
        <w:t xml:space="preserve"> </w:t>
      </w:r>
      <w:r>
        <w:rPr>
          <w:rtl/>
        </w:rPr>
        <w:t>ذهبا</w:t>
      </w:r>
      <w:r>
        <w:rPr>
          <w:rFonts w:hint="cs"/>
          <w:rtl/>
        </w:rPr>
        <w:t>ً</w:t>
      </w:r>
      <w:r>
        <w:rPr>
          <w:rtl/>
        </w:rPr>
        <w:t xml:space="preserve"> ولا فضة ولا دارا</w:t>
      </w:r>
      <w:r>
        <w:rPr>
          <w:rFonts w:hint="cs"/>
          <w:rtl/>
        </w:rPr>
        <w:t>ً</w:t>
      </w:r>
      <w:r>
        <w:rPr>
          <w:rtl/>
        </w:rPr>
        <w:t xml:space="preserve"> ولا عقارا</w:t>
      </w:r>
      <w:r>
        <w:rPr>
          <w:rFonts w:hint="cs"/>
          <w:rtl/>
        </w:rPr>
        <w:t>ً</w:t>
      </w:r>
      <w:r>
        <w:rPr>
          <w:rtl/>
        </w:rPr>
        <w:t xml:space="preserve"> وإنّما نورث الكتاب والحكمة والعلم النبوة ، وما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كان لنا من طعمة فلولي الأمر بعدنا أن يحكم فيه بحكمه ...إلى آخر كلام أبي بكر </w:t>
      </w:r>
      <w:r w:rsidR="008A2B0F">
        <w:rPr>
          <w:rFonts w:hint="cs"/>
          <w:rtl/>
        </w:rPr>
        <w:t xml:space="preserve"> </w:t>
      </w:r>
      <w:r>
        <w:rPr>
          <w:rtl/>
        </w:rPr>
        <w:t>وقد مر عليك جواب الزهراء 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فأبو بكر لا يمكنه أن يرمي الزهراء صريحا</w:t>
      </w:r>
      <w:r>
        <w:rPr>
          <w:rFonts w:hint="cs"/>
          <w:rtl/>
        </w:rPr>
        <w:t>ً</w:t>
      </w:r>
      <w:r>
        <w:rPr>
          <w:rtl/>
        </w:rPr>
        <w:t xml:space="preserve"> بالكذب ، فتعلل بتعاليل قد تبدو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شرعية ، لكن الزهراء صرَّحت بملء فمها حجة ودليلاً بأنه كاذب : </w:t>
      </w:r>
      <w:r w:rsidRPr="00FE3C9F">
        <w:rPr>
          <w:rFonts w:hint="cs"/>
          <w:rtl/>
        </w:rPr>
        <w:t>«</w:t>
      </w:r>
      <w:r>
        <w:rPr>
          <w:rtl/>
        </w:rPr>
        <w:t xml:space="preserve">يابن أبي </w:t>
      </w:r>
      <w:r w:rsidR="008A2B0F">
        <w:rPr>
          <w:rFonts w:hint="cs"/>
          <w:rtl/>
        </w:rPr>
        <w:t xml:space="preserve"> </w:t>
      </w:r>
      <w:r>
        <w:rPr>
          <w:rtl/>
        </w:rPr>
        <w:t>قحافة لقد جئت شيئا</w:t>
      </w:r>
      <w:r>
        <w:rPr>
          <w:rFonts w:hint="cs"/>
          <w:rtl/>
        </w:rPr>
        <w:t>ً</w:t>
      </w:r>
      <w:r>
        <w:rPr>
          <w:rtl/>
        </w:rPr>
        <w:t xml:space="preserve"> فريَّا</w:t>
      </w:r>
      <w:r>
        <w:rPr>
          <w:rFonts w:hint="cs"/>
          <w:rtl/>
        </w:rPr>
        <w:t>ً</w:t>
      </w:r>
      <w:r w:rsidRPr="00FE3C9F">
        <w:rPr>
          <w:rFonts w:hint="cs"/>
          <w:rtl/>
        </w:rPr>
        <w:t>»</w:t>
      </w:r>
      <w:r>
        <w:rPr>
          <w:rtl/>
        </w:rPr>
        <w:t>.</w:t>
      </w:r>
    </w:p>
    <w:p w:rsidR="00F631FA" w:rsidRPr="005F7FDA" w:rsidRDefault="00F631FA" w:rsidP="007908BF">
      <w:pPr>
        <w:pStyle w:val="libNormal"/>
        <w:rPr>
          <w:rStyle w:val="libPoemTiniChar0"/>
          <w:rtl/>
        </w:rPr>
      </w:pPr>
      <w:r>
        <w:rPr>
          <w:rtl/>
        </w:rPr>
        <w:t xml:space="preserve">هذه هي كلمة الصدّيقة فاطمة التي يرضى الله لرضاها ويغضب لغضبها ، وهذه </w:t>
      </w:r>
      <w:r w:rsidR="008A2B0F">
        <w:rPr>
          <w:rFonts w:hint="cs"/>
          <w:rtl/>
        </w:rPr>
        <w:t xml:space="preserve"> </w:t>
      </w:r>
      <w:r>
        <w:rPr>
          <w:rtl/>
        </w:rPr>
        <w:t>الجملة تشير وبكل وضوح إلى أن فاطمة لا تقول شيئا</w:t>
      </w:r>
      <w:r>
        <w:rPr>
          <w:rFonts w:hint="cs"/>
          <w:rtl/>
        </w:rPr>
        <w:t>ً</w:t>
      </w:r>
      <w:r>
        <w:rPr>
          <w:rtl/>
        </w:rPr>
        <w:t xml:space="preserve"> عن حس عاطفي أو هوى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شخصي كما عرفناه من الآخرين ، إذ لا يعقل أن يوقف الله رضاه المطلق لرضا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شخص تابع لأهوائه ومصالحه والعياذ بالله، وكذا الأمر بالنسبة إلى غضبها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وهو يعني بأن الصدّيقة فاطمة الزهراء وصلت إلى مرتبة العصمة ، ولامعنى لأن </w:t>
      </w:r>
      <w:r w:rsidR="008A2B0F">
        <w:rPr>
          <w:rFonts w:hint="cs"/>
          <w:rtl/>
        </w:rPr>
        <w:t xml:space="preserve"> </w:t>
      </w:r>
      <w:r>
        <w:rPr>
          <w:rtl/>
        </w:rPr>
        <w:t>يكون رضاها هو رضى الله وغضبها غضبه إل</w:t>
      </w:r>
      <w:r>
        <w:rPr>
          <w:rFonts w:hint="cs"/>
          <w:rtl/>
        </w:rPr>
        <w:t>ّ</w:t>
      </w:r>
      <w:r>
        <w:rPr>
          <w:rtl/>
        </w:rPr>
        <w:t>ا هذا ، هذا من جهة ، وهذا المقام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يحكي عن انبثاق فاطمةعن مَثَل نور الله وانعكاس غضب الله ورسوله في غضب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الصدّيقة الكبرى.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فقوله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: (فاطمة بضعة مني يريبني ما يريبها وبغضني ما يبغضها) وكذا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قوله لفاطمة : (إن الله يغضب لغضبك ويرضى لرضاك) يؤكدان بأن إغضاب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فاطمة وإيذاءها هو إغضاب لرسول الله وإيذاء له ، وسبحانه قال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إِنَّ الَّذِينَ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يُؤْذُونَ اللَّهَ وَرَسُولَهُ لَعَنَهُمُ اللَّهُ فِي الدُّنْيَا وَالْآخِرَةِ وَأَعَدَّ لَهُمْ عَذَابًا مُّهِينًا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وقال : </w:t>
      </w:r>
      <w:r w:rsidR="008A2B0F">
        <w:rPr>
          <w:rFonts w:hint="cs"/>
          <w:rtl/>
        </w:rPr>
        <w:t xml:space="preserve">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وَمَن يَحْلِلْ عَلَيْهِ غَضَبِي فَقَدْ هَوَىٰ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والآن استمع لما رواه البخاري عن عائشة ، وابن قتيبة عن عمر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قالت عائشة : إن فاطمة بنت النبي أرسلت إلى أبي بكر تسأله ميراثها 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رسول الله مما أفاء الله عليه بالمدينة وفدك وما بقي من خمس خيبر ، فقال أبو بكر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إن رسول الله قال : لا نورث ما تركنا صدقة إنما يأكل آل محمد في هذا المال ، وإني </w:t>
      </w:r>
      <w:r w:rsidR="008A2B0F">
        <w:rPr>
          <w:rFonts w:hint="cs"/>
          <w:rtl/>
        </w:rPr>
        <w:t xml:space="preserve"> </w:t>
      </w:r>
      <w:r>
        <w:rPr>
          <w:rtl/>
        </w:rPr>
        <w:t>واللهلا أغيّر شيئا</w:t>
      </w:r>
      <w:r>
        <w:rPr>
          <w:rFonts w:hint="cs"/>
          <w:rtl/>
        </w:rPr>
        <w:t>ً</w:t>
      </w:r>
      <w:r>
        <w:rPr>
          <w:rtl/>
        </w:rPr>
        <w:t xml:space="preserve"> من صدقة رسول الله عن حالها التي كان عليها في عهد رسول الله ، </w:t>
      </w:r>
      <w:r w:rsidR="008A2B0F">
        <w:rPr>
          <w:rFonts w:hint="cs"/>
          <w:rtl/>
        </w:rPr>
        <w:t xml:space="preserve"> </w:t>
      </w:r>
      <w:r>
        <w:rPr>
          <w:rtl/>
        </w:rPr>
        <w:t>ولأعملن فيها بما عمل به رسول الله ، فأبى أبو بكر أن يدفع إلى فاطمة منها شيئا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فوجدت فاطمة على أبي بكر في ذلك ، فهجرته فلم تكلمه حتى توفيت ، وعاشت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بعد النبي ستة أشهر ، فلما توفيت دفنها زوجها علي ليلاً ، ولم يؤذن بها أبو بكر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وصلى عليها ، وكان لعلي من الناس وجه في حياة فاطمة ، فلما توفيت استُنكِرَ عليٌّ </w:t>
      </w:r>
      <w:r w:rsidR="008A2B0F">
        <w:rPr>
          <w:rFonts w:hint="cs"/>
          <w:rtl/>
        </w:rPr>
        <w:t xml:space="preserve"> </w:t>
      </w:r>
      <w:r>
        <w:rPr>
          <w:rtl/>
        </w:rPr>
        <w:t>وجوه الناس. الحديث.</w:t>
      </w:r>
      <w:r w:rsidRPr="005F7FDA">
        <w:rPr>
          <w:rStyle w:val="libFootnotenumChar"/>
          <w:rtl/>
        </w:rPr>
        <w:t>(3)</w:t>
      </w:r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>قال ابن قتيبة الدينوري (ت 276 هـ.) في الإمامة والسياسة : فقال عمر لأبي</w:t>
      </w:r>
      <w:r w:rsidR="008A2B0F">
        <w:rPr>
          <w:rtl/>
        </w:rPr>
        <w:t xml:space="preserve"> </w:t>
      </w:r>
      <w:r>
        <w:rPr>
          <w:rtl/>
        </w:rPr>
        <w:t>بكر : انطلق بنا إلى فاطمة فانا قد أغضبناها ، فانطلقا جميعا</w:t>
      </w:r>
      <w:r>
        <w:rPr>
          <w:rFonts w:hint="cs"/>
          <w:rtl/>
        </w:rPr>
        <w:t>ً</w:t>
      </w:r>
      <w:r>
        <w:rPr>
          <w:rtl/>
        </w:rPr>
        <w:t xml:space="preserve"> ، فاستأذنا على فاطمة ،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الأحزاب : 57.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طه : 81.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صحيح البخاري 5 : 83 و 4 : 209 ، صحيح مسلم 5 : 154.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فلم تأذن لهما ، فأتيا عليا فكلماه ، فأدخلهما عليها ، فلمّا قعدا عندها حوّلت وجهها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إلى الحائط ، فسلما عليها فلم ترد عليهما السلام.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فتكلم أبو بكر ، فقال : يا حبيبة رسول الله ، واللهإن قرابة رسول الله أحب إليّ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قرابتي ، وإنك لأحب إليّ من عائشة ابنتي ، وَلَوَدِدْتُ يوم مات أبوك أني مُت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ولا أبقى بعده ، أفتراني أعرفك ، وأعرف فضلك وشرفك وأمنعك حقك وميراثك </w:t>
      </w:r>
      <w:r w:rsidR="008A2B0F">
        <w:rPr>
          <w:rFonts w:hint="cs"/>
          <w:rtl/>
        </w:rPr>
        <w:t xml:space="preserve"> </w:t>
      </w:r>
      <w:r>
        <w:rPr>
          <w:rtl/>
        </w:rPr>
        <w:t>من رسول الله ، إل</w:t>
      </w:r>
      <w:r>
        <w:rPr>
          <w:rFonts w:hint="cs"/>
          <w:rtl/>
        </w:rPr>
        <w:t>ّ</w:t>
      </w:r>
      <w:r>
        <w:rPr>
          <w:rtl/>
        </w:rPr>
        <w:t xml:space="preserve">ا أني سمعت أباك رسول الله يقول : </w:t>
      </w:r>
      <w:r w:rsidRPr="00FE3C9F">
        <w:rPr>
          <w:rFonts w:hint="cs"/>
          <w:rtl/>
        </w:rPr>
        <w:t>«</w:t>
      </w:r>
      <w:r>
        <w:rPr>
          <w:rtl/>
        </w:rPr>
        <w:t>لا نورث ما تركنا فهو صدقة</w:t>
      </w:r>
      <w:r w:rsidRPr="00FE3C9F">
        <w:rPr>
          <w:rFonts w:hint="cs"/>
          <w:rtl/>
        </w:rPr>
        <w:t>»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فقالت : أرأيتما إن حدثتكما حديثا</w:t>
      </w:r>
      <w:r>
        <w:rPr>
          <w:rFonts w:hint="cs"/>
          <w:rtl/>
        </w:rPr>
        <w:t>ً</w:t>
      </w:r>
      <w:r>
        <w:rPr>
          <w:rtl/>
        </w:rPr>
        <w:t xml:space="preserve"> عن رسول الله تعرفانه وتفعلان به؟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قالا : نعم.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فقالت : نشدتكما الله ، ألم تسمعا رسول الله ، يقول : </w:t>
      </w:r>
      <w:r w:rsidRPr="00FE3C9F">
        <w:rPr>
          <w:rFonts w:hint="cs"/>
          <w:rtl/>
        </w:rPr>
        <w:t>«</w:t>
      </w:r>
      <w:r>
        <w:rPr>
          <w:rtl/>
        </w:rPr>
        <w:t xml:space="preserve">رضى فاطمة من رضاي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وسخط فاطمة من سخطي ، فمن أحب فاطمة ابنتي فقد أحبني ، ومن أرضى فاطمة </w:t>
      </w:r>
      <w:r w:rsidR="008A2B0F">
        <w:rPr>
          <w:rFonts w:hint="cs"/>
          <w:rtl/>
        </w:rPr>
        <w:t xml:space="preserve"> </w:t>
      </w:r>
      <w:r>
        <w:rPr>
          <w:rtl/>
        </w:rPr>
        <w:t>فقد أرضاني ، ومن أسخط فاطمة فقد أسخطني</w:t>
      </w:r>
      <w:r w:rsidRPr="00FE3C9F">
        <w:rPr>
          <w:rFonts w:hint="cs"/>
          <w:rtl/>
        </w:rPr>
        <w:t>»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قالا : نعم ، سمعناه من رسول الله ، قالت : فإني أُشهد الله وملائكته أنكما </w:t>
      </w:r>
      <w:r w:rsidR="008A2B0F">
        <w:rPr>
          <w:rFonts w:hint="cs"/>
          <w:rtl/>
        </w:rPr>
        <w:t xml:space="preserve"> </w:t>
      </w:r>
      <w:r>
        <w:rPr>
          <w:rtl/>
        </w:rPr>
        <w:t>أسخطتماني وما أرضيتماني ، ولئن لقيت النبي لأشكونّكما إليه.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فقال أبو بكر : أنا عائذ باللهتعالى من سخطه وسخطك يا فاطمة.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ثم انتحب أبو بكر يبكي حتى كادت نفسه أن تزهق ، وهي تقول : والله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لأدعون عليك في كلّ صلاة أصليها ... فلم يبايع علي كرم الله وجهه حتى ماتت </w:t>
      </w:r>
      <w:r w:rsidR="008A2B0F">
        <w:rPr>
          <w:rFonts w:hint="cs"/>
          <w:rtl/>
        </w:rPr>
        <w:t xml:space="preserve"> </w:t>
      </w:r>
      <w:r>
        <w:rPr>
          <w:rtl/>
        </w:rPr>
        <w:t>فاطمة ولم تمكث بعد أبيها إل</w:t>
      </w:r>
      <w:r>
        <w:rPr>
          <w:rFonts w:hint="cs"/>
          <w:rtl/>
        </w:rPr>
        <w:t>ّ</w:t>
      </w:r>
      <w:r>
        <w:rPr>
          <w:rtl/>
        </w:rPr>
        <w:t>ا خمسا</w:t>
      </w:r>
      <w:r>
        <w:rPr>
          <w:rFonts w:hint="cs"/>
          <w:rtl/>
        </w:rPr>
        <w:t>ً</w:t>
      </w:r>
      <w:r>
        <w:rPr>
          <w:rtl/>
        </w:rPr>
        <w:t xml:space="preserve"> وسبعين ليلة.</w:t>
      </w:r>
      <w:r w:rsidRPr="005F7FDA">
        <w:rPr>
          <w:rStyle w:val="libFootnotenumChar"/>
          <w:rtl/>
        </w:rPr>
        <w:t>(1)</w:t>
      </w:r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 xml:space="preserve">فالنصوص كلّها ناطقةٌ بأن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كانت مستاءة من أبي بكر ، وماتت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وهي واجدة على أبي بكر وعمر ، ناهيك عمّا في خطبتها في المسجد من مقاطع كثيرة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يجب الوقوف عندها ، فإنّها وحين قالت : </w:t>
      </w:r>
      <w:r w:rsidRPr="00FE3C9F">
        <w:rPr>
          <w:rFonts w:hint="cs"/>
          <w:rtl/>
        </w:rPr>
        <w:t>«</w:t>
      </w:r>
      <w:r>
        <w:rPr>
          <w:rtl/>
        </w:rPr>
        <w:t xml:space="preserve"> أيها الناس اعلموا أني فاطمة وأبي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الإمامة والسياسة 1 : 19 ـ 20.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محمد أقول عودا</w:t>
      </w:r>
      <w:r>
        <w:rPr>
          <w:rFonts w:hint="cs"/>
          <w:rtl/>
        </w:rPr>
        <w:t>ً</w:t>
      </w:r>
      <w:r>
        <w:rPr>
          <w:rtl/>
        </w:rPr>
        <w:t xml:space="preserve"> وبدءا</w:t>
      </w:r>
      <w:r>
        <w:rPr>
          <w:rFonts w:hint="cs"/>
          <w:rtl/>
        </w:rPr>
        <w:t>ً</w:t>
      </w:r>
      <w:r>
        <w:rPr>
          <w:rtl/>
        </w:rPr>
        <w:t xml:space="preserve"> ولا أقول ما أقول غلطا</w:t>
      </w:r>
      <w:r>
        <w:rPr>
          <w:rFonts w:hint="cs"/>
          <w:rtl/>
        </w:rPr>
        <w:t>ً</w:t>
      </w:r>
      <w:r>
        <w:rPr>
          <w:rtl/>
        </w:rPr>
        <w:t xml:space="preserve"> ولا أفعل ما أفعل شططا</w:t>
      </w:r>
      <w:r>
        <w:rPr>
          <w:rFonts w:hint="cs"/>
          <w:rtl/>
        </w:rPr>
        <w:t>ً</w:t>
      </w:r>
      <w:r w:rsidRPr="00FE3C9F">
        <w:rPr>
          <w:rFonts w:hint="cs"/>
          <w:rtl/>
        </w:rPr>
        <w:t>»</w:t>
      </w:r>
      <w:r w:rsidRPr="005F7FDA">
        <w:rPr>
          <w:rStyle w:val="libFootnotenumChar"/>
          <w:rtl/>
        </w:rPr>
        <w:t>(1)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أرادت أن توضح حقيقة مهمة وهي أنّي فاطمة التي قال عنها رسول الله (سيدة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نساء العالمين) 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و (الصدّيقة) </w:t>
      </w:r>
      <w:r w:rsidRPr="005F7FDA">
        <w:rPr>
          <w:rStyle w:val="libFootnotenumChar"/>
          <w:rtl/>
        </w:rPr>
        <w:t>(3)</w:t>
      </w:r>
      <w:r>
        <w:rPr>
          <w:rtl/>
        </w:rPr>
        <w:t xml:space="preserve">و (أم أبيها) </w:t>
      </w:r>
      <w:r w:rsidRPr="005F7FDA">
        <w:rPr>
          <w:rStyle w:val="libFootnotenumChar"/>
          <w:rtl/>
        </w:rPr>
        <w:t>(4)</w:t>
      </w:r>
      <w:r>
        <w:rPr>
          <w:rtl/>
        </w:rPr>
        <w:t>و (فداها أبوها).</w:t>
      </w:r>
      <w:r w:rsidRPr="005F7FDA">
        <w:rPr>
          <w:rStyle w:val="libFootnotenumChar"/>
          <w:rtl/>
        </w:rPr>
        <w:t>(5)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كما أنها أرادت أن تقول : أنا تلك التي قال عنّي رسول الله : فاطمة بضعة مني </w:t>
      </w:r>
      <w:r w:rsidR="008A2B0F">
        <w:rPr>
          <w:rFonts w:hint="cs"/>
          <w:rtl/>
        </w:rPr>
        <w:t xml:space="preserve"> </w:t>
      </w:r>
      <w:r>
        <w:rPr>
          <w:rtl/>
        </w:rPr>
        <w:t>يريبني ما أرابها ويؤذيني ما آذاها.</w:t>
      </w:r>
      <w:r w:rsidRPr="005F7FDA">
        <w:rPr>
          <w:rStyle w:val="libFootnotenumChar"/>
          <w:rtl/>
        </w:rPr>
        <w:t>(6)</w:t>
      </w:r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>إذا إني (لا أقول ما أقول غلطا</w:t>
      </w:r>
      <w:r>
        <w:rPr>
          <w:rFonts w:hint="cs"/>
          <w:rtl/>
        </w:rPr>
        <w:t>ً</w:t>
      </w:r>
      <w:r>
        <w:rPr>
          <w:rtl/>
        </w:rPr>
        <w:t xml:space="preserve"> ولا أفعل ما أفعل شططا</w:t>
      </w:r>
      <w:r>
        <w:rPr>
          <w:rFonts w:hint="cs"/>
          <w:rtl/>
        </w:rPr>
        <w:t xml:space="preserve">ً </w:t>
      </w:r>
      <w:r>
        <w:rPr>
          <w:rtl/>
        </w:rPr>
        <w:t xml:space="preserve">) وأبي محمد لا يوصي </w:t>
      </w:r>
      <w:r w:rsidR="008A2B0F">
        <w:rPr>
          <w:rFonts w:hint="cs"/>
          <w:rtl/>
        </w:rPr>
        <w:t xml:space="preserve"> </w:t>
      </w:r>
      <w:r>
        <w:rPr>
          <w:rtl/>
        </w:rPr>
        <w:t>بأحدٍ عن هوى ؛ لأنّه هو الذي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وَمَا يَنطِقُ عَنِ الْهَوَىٰ إِنْ هُوَ إِلَّا وَحْيٌ يُوحَىٰ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وقد أكد الإمام عليٌّ هذه الحقيقة بقوله : إن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لم يقرّبني بما تعلمونه من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شرح الأخبار 3 : 34 ، الاحتجاج 1 : 134 ، شرح النهج 16 : 212.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2. مسند أبي داود : 197 ، مصنف ابن أبي شيبة 7 : 257 / 5 ، مستدرك الحاكم 3 : 156 ، وقال : هذا إسناد </w:t>
      </w:r>
      <w:r w:rsidR="008A2B0F">
        <w:rPr>
          <w:rFonts w:hint="cs"/>
          <w:rtl/>
        </w:rPr>
        <w:t xml:space="preserve"> </w:t>
      </w:r>
      <w:r>
        <w:rPr>
          <w:rtl/>
        </w:rPr>
        <w:t>صحيح ولم يخرجاه.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الكافي 1 : 458 / 2 ، منتقى الجُمان 1 : 224.</w:t>
      </w:r>
    </w:p>
    <w:p w:rsidR="00F631FA" w:rsidRPr="0001501B" w:rsidRDefault="00F631FA" w:rsidP="005F7FDA">
      <w:pPr>
        <w:pStyle w:val="libFootnote"/>
        <w:rPr>
          <w:rtl/>
        </w:rPr>
      </w:pPr>
      <w:r w:rsidRPr="005F7FDA">
        <w:rPr>
          <w:rtl/>
        </w:rPr>
        <w:t xml:space="preserve">بل قالت في وصفها أمّ المؤمنين عائشةـكما في سنن الترمذي 5 : 361 / 3964 ، وسنن أبي داود 2 : </w:t>
      </w:r>
      <w:r w:rsidR="008A2B0F" w:rsidRPr="005F7FDA">
        <w:rPr>
          <w:rFonts w:hint="cs"/>
          <w:rtl/>
        </w:rPr>
        <w:t xml:space="preserve"> </w:t>
      </w:r>
      <w:r w:rsidRPr="005F7FDA">
        <w:rPr>
          <w:rtl/>
        </w:rPr>
        <w:t>522 / 5217 ، والمستدرك للحاكم 24 : 272 ، والبخاري في الأدب المفرد : 202ـ: ما رأيت أحدا</w:t>
      </w:r>
      <w:r w:rsidRPr="005F7FDA">
        <w:rPr>
          <w:rFonts w:hint="cs"/>
          <w:rtl/>
        </w:rPr>
        <w:t>ً</w:t>
      </w:r>
      <w:r w:rsidR="008A2B0F" w:rsidRPr="005F7FDA">
        <w:rPr>
          <w:rFonts w:hint="cs"/>
          <w:rtl/>
        </w:rPr>
        <w:t xml:space="preserve"> </w:t>
      </w:r>
      <w:r w:rsidRPr="005F7FDA">
        <w:rPr>
          <w:rtl/>
        </w:rPr>
        <w:t>أشبه سمتا</w:t>
      </w:r>
      <w:r w:rsidRPr="005F7FDA">
        <w:rPr>
          <w:rFonts w:hint="cs"/>
          <w:rtl/>
        </w:rPr>
        <w:t>ً</w:t>
      </w:r>
      <w:r w:rsidRPr="005F7FDA">
        <w:rPr>
          <w:rtl/>
        </w:rPr>
        <w:t xml:space="preserve"> وهديا</w:t>
      </w:r>
      <w:r w:rsidRPr="005F7FDA">
        <w:rPr>
          <w:rFonts w:hint="cs"/>
          <w:rtl/>
        </w:rPr>
        <w:t>ً</w:t>
      </w:r>
      <w:r w:rsidRPr="005F7FDA">
        <w:rPr>
          <w:rtl/>
        </w:rPr>
        <w:t xml:space="preserve"> برسول الله في قيامها وقعودها من فاطمة بنت رسول الله ، قالت : وكانت إذا دخلت </w:t>
      </w:r>
      <w:r w:rsidR="008A2B0F" w:rsidRPr="005F7FDA">
        <w:rPr>
          <w:rFonts w:hint="cs"/>
          <w:rtl/>
        </w:rPr>
        <w:t xml:space="preserve"> </w:t>
      </w:r>
      <w:r w:rsidRPr="005F7FDA">
        <w:rPr>
          <w:rtl/>
        </w:rPr>
        <w:t xml:space="preserve">على النبي قام إليها فقبّلها وأجلسها في مجلسه ، وكان النبي </w:t>
      </w:r>
      <w:r w:rsidRPr="005F7FDA">
        <w:rPr>
          <w:rStyle w:val="libAlaemChar"/>
          <w:rtl/>
        </w:rPr>
        <w:t>صلى‌الله‌عليه‌وآله</w:t>
      </w:r>
      <w:r w:rsidRPr="0001501B">
        <w:rPr>
          <w:rtl/>
        </w:rPr>
        <w:t xml:space="preserve"> إذا دخل عليها قامت من مجلسها </w:t>
      </w:r>
      <w:r w:rsidR="008A2B0F">
        <w:rPr>
          <w:rFonts w:hint="cs"/>
          <w:rtl/>
        </w:rPr>
        <w:t xml:space="preserve"> </w:t>
      </w:r>
      <w:r w:rsidRPr="0001501B">
        <w:rPr>
          <w:rtl/>
        </w:rPr>
        <w:t>فقبلته وأجلسته في مجلسها.</w:t>
      </w:r>
    </w:p>
    <w:p w:rsidR="00F631FA" w:rsidRPr="0001501B" w:rsidRDefault="00F631FA" w:rsidP="005F7FDA">
      <w:pPr>
        <w:pStyle w:val="libFootnote"/>
        <w:rPr>
          <w:rtl/>
        </w:rPr>
      </w:pPr>
      <w:r w:rsidRPr="0001501B">
        <w:rPr>
          <w:rtl/>
        </w:rPr>
        <w:t>وفي نصّ ثانٍـكما في المستدرك للحاكم 3 : 154 ، والسنن الكبرى للبيهقي 7 : 101ـ: ما رأيت أحدا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 w:rsidRPr="0001501B">
        <w:rPr>
          <w:rtl/>
        </w:rPr>
        <w:t>كان أشبه كلاما</w:t>
      </w:r>
      <w:r>
        <w:rPr>
          <w:rFonts w:hint="cs"/>
          <w:rtl/>
        </w:rPr>
        <w:t>ً</w:t>
      </w:r>
      <w:r w:rsidRPr="0001501B">
        <w:rPr>
          <w:rtl/>
        </w:rPr>
        <w:t xml:space="preserve"> وحديثا</w:t>
      </w:r>
      <w:r>
        <w:rPr>
          <w:rFonts w:hint="cs"/>
          <w:rtl/>
        </w:rPr>
        <w:t>ً</w:t>
      </w:r>
      <w:r w:rsidRPr="0001501B">
        <w:rPr>
          <w:rtl/>
        </w:rPr>
        <w:t xml:space="preserve"> من فاطمة برسول</w:t>
      </w:r>
      <w:r>
        <w:rPr>
          <w:rtl/>
        </w:rPr>
        <w:t xml:space="preserve"> الله </w:t>
      </w:r>
      <w:r w:rsidRPr="0001501B">
        <w:rPr>
          <w:rtl/>
        </w:rPr>
        <w:t xml:space="preserve">، وكانت إذا دخلت عليه ، رحّبَ بها وقام إليها فأخذ بيدها </w:t>
      </w:r>
      <w:r w:rsidR="008A2B0F">
        <w:rPr>
          <w:rFonts w:hint="cs"/>
          <w:rtl/>
        </w:rPr>
        <w:t xml:space="preserve"> </w:t>
      </w:r>
      <w:r w:rsidRPr="0001501B">
        <w:rPr>
          <w:rtl/>
        </w:rPr>
        <w:t>فقبلها ، وأجلسها في مجلسه.</w:t>
      </w:r>
    </w:p>
    <w:p w:rsidR="00F631FA" w:rsidRPr="0001501B" w:rsidRDefault="00F631FA" w:rsidP="005F7FDA">
      <w:pPr>
        <w:pStyle w:val="libFootnote"/>
        <w:rPr>
          <w:rtl/>
        </w:rPr>
      </w:pPr>
      <w:r w:rsidRPr="0001501B">
        <w:rPr>
          <w:rtl/>
        </w:rPr>
        <w:t>وفي نص ثالثٍ عن عائشةـذكره الحاكم في مستدركه 3 : 161 والزرندي في نظم درر السمطين : 182ـ</w:t>
      </w:r>
      <w:r w:rsidR="008A2B0F">
        <w:rPr>
          <w:rFonts w:hint="cs"/>
          <w:rtl/>
        </w:rPr>
        <w:t xml:space="preserve"> </w:t>
      </w:r>
      <w:r w:rsidRPr="0001501B">
        <w:rPr>
          <w:rtl/>
        </w:rPr>
        <w:t>انها إذا ذكرت فاطمة بنت النبي قالت : ما رأيت أحدا</w:t>
      </w:r>
      <w:r>
        <w:rPr>
          <w:rFonts w:hint="cs"/>
          <w:rtl/>
        </w:rPr>
        <w:t>ً</w:t>
      </w:r>
      <w:r>
        <w:rPr>
          <w:rtl/>
        </w:rPr>
        <w:t xml:space="preserve"> كان أصدق لهجةً منها إل</w:t>
      </w:r>
      <w:r>
        <w:rPr>
          <w:rFonts w:hint="cs"/>
          <w:rtl/>
        </w:rPr>
        <w:t>ّ</w:t>
      </w:r>
      <w:r>
        <w:rPr>
          <w:rtl/>
        </w:rPr>
        <w:t>ا</w:t>
      </w:r>
      <w:r w:rsidRPr="0001501B">
        <w:rPr>
          <w:rtl/>
        </w:rPr>
        <w:t xml:space="preserve"> أن يكون الذي ولدها.</w:t>
      </w:r>
    </w:p>
    <w:p w:rsidR="00F631FA" w:rsidRPr="0001501B" w:rsidRDefault="00F631FA" w:rsidP="005F7FDA">
      <w:pPr>
        <w:pStyle w:val="libFootnote0"/>
        <w:rPr>
          <w:rtl/>
        </w:rPr>
      </w:pPr>
      <w:r w:rsidRPr="0001501B">
        <w:rPr>
          <w:rtl/>
        </w:rPr>
        <w:t>4. المعجم الكبير 22 : 397 ، تاريخ دمشق 3 : 158 ، أُسد الغابة 5 : 520.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5. أمالي الصدوق : 305 / 348 ، روضة الواعظين : 444 ، مناقب ابن شهرآشوب 3 : 121.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6. صحيح البخاري 6 : 158 ، سنن أبي داود 1 : 460 / 2071 ، المعجم الكبير 22 : 404.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القرب ، للنسب واللحمة ، بل للجهاد والنصيحة.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ثم قالت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بعد ذلك : (فإن تعزوه وتعرفوه تجدوه أبي دون نساءكم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وأخا ابن عمي دون رجالكم ، ولنعم المعزيُّ إليه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>).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بهذه الكلمات أرادت السيدة الزهراء أن تنوه إلى مقامها المعنوي ، وأن ذلك لم </w:t>
      </w:r>
      <w:r w:rsidR="008A2B0F">
        <w:rPr>
          <w:rFonts w:hint="cs"/>
          <w:rtl/>
        </w:rPr>
        <w:t xml:space="preserve"> </w:t>
      </w:r>
      <w:r>
        <w:rPr>
          <w:rtl/>
        </w:rPr>
        <w:t>يأت للّحمة النسبية بينها وبين رسول الله.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وحتى لو قلنا أنها أرادت أن تبيّن لهم اللحمة النسبية بينها وبين رسول الله ، </w:t>
      </w:r>
      <w:r w:rsidR="008A2B0F">
        <w:rPr>
          <w:rFonts w:hint="cs"/>
          <w:rtl/>
        </w:rPr>
        <w:t xml:space="preserve"> </w:t>
      </w:r>
      <w:r>
        <w:rPr>
          <w:rtl/>
        </w:rPr>
        <w:t>فهي أرادت أن تُعرّف نفسها طبق هذه اللحمة حتى تترتّب عليها المطالبة بحقوقها.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كل ذلك وهي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تؤكد على دور الشيطان في إغوائهم ، وأنه الزمهم السكوت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في عهده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حفاظا</w:t>
      </w:r>
      <w:r>
        <w:rPr>
          <w:rFonts w:hint="cs"/>
          <w:rtl/>
        </w:rPr>
        <w:t>ً</w:t>
      </w:r>
      <w:r>
        <w:rPr>
          <w:rtl/>
        </w:rPr>
        <w:t xml:space="preserve"> على مصالحهم ، لكن حَسيكة النفاق ظهرت عندهم بعد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وفاته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فصاروا كأمة موسى من بعده ، ورسولُ الله كان قد أخبر أُمته بذلك </w:t>
      </w:r>
      <w:r w:rsidR="008A2B0F">
        <w:rPr>
          <w:rFonts w:hint="cs"/>
          <w:rtl/>
        </w:rPr>
        <w:t xml:space="preserve"> </w:t>
      </w:r>
      <w:r>
        <w:rPr>
          <w:rtl/>
        </w:rPr>
        <w:t>بقوله : لتتبعن سنن الذين من قبلكم شبرا</w:t>
      </w:r>
      <w:r>
        <w:rPr>
          <w:rFonts w:hint="cs"/>
          <w:rtl/>
        </w:rPr>
        <w:t>ً</w:t>
      </w:r>
      <w:r>
        <w:rPr>
          <w:rtl/>
        </w:rPr>
        <w:t xml:space="preserve"> بشبر ، وذراعا</w:t>
      </w:r>
      <w:r>
        <w:rPr>
          <w:rFonts w:hint="cs"/>
          <w:rtl/>
        </w:rPr>
        <w:t>ً</w:t>
      </w:r>
      <w:r>
        <w:rPr>
          <w:rtl/>
        </w:rPr>
        <w:t xml:space="preserve"> بذراع ، حتى لو دخلوا </w:t>
      </w:r>
      <w:r w:rsidR="008A2B0F">
        <w:rPr>
          <w:rFonts w:hint="cs"/>
          <w:rtl/>
        </w:rPr>
        <w:t xml:space="preserve"> </w:t>
      </w:r>
      <w:r>
        <w:rPr>
          <w:rtl/>
        </w:rPr>
        <w:t>جُحر ضب لاتبعتموهم.</w:t>
      </w:r>
      <w:r w:rsidRPr="005F7FDA">
        <w:rPr>
          <w:rStyle w:val="libFootnotenumChar"/>
          <w:rtl/>
        </w:rPr>
        <w:t>(2)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وقال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في خطبة الوداع : ويحكُمـأو قال : ويلكمـلا ترجعنّ بعدي كفارا</w:t>
      </w:r>
      <w:r>
        <w:rPr>
          <w:rFonts w:hint="cs"/>
          <w:rtl/>
        </w:rPr>
        <w:t>ً</w:t>
      </w:r>
      <w:r w:rsidR="008A2B0F">
        <w:rPr>
          <w:rFonts w:hint="cs"/>
          <w:rtl/>
        </w:rPr>
        <w:t xml:space="preserve"> </w:t>
      </w:r>
      <w:r>
        <w:rPr>
          <w:rtl/>
        </w:rPr>
        <w:t>يضرب بعضكم رقاب بعض.</w:t>
      </w:r>
      <w:r w:rsidRPr="005F7FDA">
        <w:rPr>
          <w:rStyle w:val="libFootnotenumChar"/>
          <w:rtl/>
        </w:rPr>
        <w:t>(3)</w:t>
      </w:r>
      <w:r>
        <w:rPr>
          <w:rtl/>
        </w:rPr>
        <w:t xml:space="preserve">وقال في حديث الحوض : ألا وإنّه سيجاء برجال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أُمتي فيؤخذ بهم ذات الشمال فأقول : أصحابي ، فيقال : إنك لا تدري ما أحدثوا </w:t>
      </w:r>
      <w:r w:rsidR="008A2B0F">
        <w:rPr>
          <w:rFonts w:hint="cs"/>
          <w:rtl/>
        </w:rPr>
        <w:t xml:space="preserve"> </w:t>
      </w:r>
      <w:r>
        <w:rPr>
          <w:rtl/>
        </w:rPr>
        <w:t>بعدك فأقول ....</w:t>
      </w:r>
      <w:r w:rsidRPr="005F7FDA">
        <w:rPr>
          <w:rStyle w:val="libFootnotenumChar"/>
          <w:rtl/>
        </w:rPr>
        <w:t>(4)</w:t>
      </w:r>
    </w:p>
    <w:p w:rsidR="00F002D5" w:rsidRDefault="00F631FA" w:rsidP="00F002D5">
      <w:pPr>
        <w:pStyle w:val="libNormalHashieh"/>
        <w:rPr>
          <w:rtl/>
        </w:rPr>
      </w:pPr>
      <w:r>
        <w:rPr>
          <w:rtl/>
        </w:rPr>
        <w:t>بهذه الطريقة بيَّن الرسول الأكرم تخوفه على أُمته ، وأرشدهم إلى الحذر وعدم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شرح النهج 20 : 299 / 414.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صحيح مسلم 8 : 58 ، الطرائف : 379 / 21 من المتفق عليه ، مسند أحمد 2 : 511.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3. صحيح البخاري 1 : 38 ، 2 : 191 ، 5 : 126 ، 7 : 112 ، سنن ابن ماجة 2 : 130 / 3943 ، مسند أحمد </w:t>
      </w:r>
      <w:r w:rsidR="008A2B0F">
        <w:rPr>
          <w:rFonts w:hint="cs"/>
          <w:rtl/>
        </w:rPr>
        <w:t xml:space="preserve"> </w:t>
      </w:r>
      <w:r>
        <w:rPr>
          <w:rtl/>
        </w:rPr>
        <w:t>2 : 85 ، بغية الباحث : 245 ، وغيره.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4. صحيح البخاري 5 : 240 ، 7 : 206 ، صحيح مسلم 1 : 150 ، 7 : 68 ، سنن الترمذي 4 : 38 ، وغيره.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lastRenderedPageBreak/>
        <w:t xml:space="preserve">والوقوع في الضلال ، وبنفس الطريقة صرحت السيدة فاطمة الزهراء في خطبتها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 xml:space="preserve">المعروفة بوجود مؤامرة على السنّة المحمدية الأصيلة ودعتهم إلى الابتعاد عن </w:t>
      </w:r>
      <w:r w:rsidR="008A2B0F">
        <w:rPr>
          <w:rFonts w:hint="cs"/>
          <w:rtl/>
          <w:lang w:bidi="fa-IR"/>
        </w:rPr>
        <w:t xml:space="preserve"> </w:t>
      </w:r>
      <w:r>
        <w:rPr>
          <w:rtl/>
        </w:rPr>
        <w:t>الشيطان الغوي الذي أفرد شباكه وزين مرتعه لهم ، فقالت سلام الله عليها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F27C52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فلما اختار الله لنبيه </w:t>
            </w:r>
            <w:r w:rsidRPr="005F7FDA">
              <w:rPr>
                <w:rStyle w:val="libAlaemChar"/>
                <w:rtl/>
              </w:rPr>
              <w:t>صلى‌الله‌عليه‌وآله</w:t>
            </w:r>
            <w:r>
              <w:rPr>
                <w:rtl/>
              </w:rPr>
              <w:t xml:space="preserve"> دار أنبيائه ومأوى أصفيائه ظهرت فيكم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حسيكةُ النفاق ، وسمل جلبابُ الدين ، ونطق كاظم الغاوين ، ونبغ خاملُ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الآفلين ، وهدر فنيقُ المبطلين ، فخطر في عرصاتكم ، وأطلع الشيطان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رأسهُ من مغرزه هاتفا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بكم ، فألفاكم لدعوته مستجيبين ، وللغرة فيه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ملاحظين ، ثم استنهضكم فوجدكم خفافا ، فوسمتُم غير أبلِكم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وأوردتُم غير شربكم ، هذا والعهدُ قريب ، والكلم رحيبٌ ، والجرح لما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يندمل ، والرسول لما يُقبر ، ابتدارا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زعمتم خوف الفتنة ،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أَلَا فِي الْفِتْنَةِ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 xml:space="preserve">سَقَطُوا وَإِنَّ جَهَنَّمَ لَمُحِيطَةٌ بِالْكَافِرِينَ 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فهيهات منكم ، وكيف بكم؟ وأنَّى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تؤفكون؟ وكتاب الله بين أظهركم اُموره ظاهرةٌ ، وأحكامُهُ زاهرةٌ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وأعلامه باهرةٌ ، وزواجرُهُ لائحةٌ ، وأوامره واضحة ، وقد خلفتُموه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وراء ظهوركم ، أرغبةً عنه تُريدون؟ أم بغيره تحكُمُون؟ </w:t>
            </w:r>
            <w:r w:rsidRPr="005F7FDA">
              <w:rPr>
                <w:rStyle w:val="libAlaemChar"/>
                <w:rtl/>
              </w:rPr>
              <w:t>(</w:t>
            </w:r>
            <w:r w:rsidRPr="005F7FDA">
              <w:rPr>
                <w:rStyle w:val="libFootnoteAieChar"/>
                <w:rtl/>
              </w:rPr>
              <w:t xml:space="preserve">بِئْسَ لِلظَّالِمِينَ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>بَدَلًا</w:t>
            </w:r>
            <w:r w:rsidRPr="005F7FDA">
              <w:rPr>
                <w:rStyle w:val="libAlaemChar"/>
                <w:rtl/>
              </w:rPr>
              <w:t>)(</w:t>
            </w:r>
            <w:r w:rsidRPr="005F7FDA">
              <w:rPr>
                <w:rStyle w:val="libFootnoteAieChar"/>
                <w:rtl/>
              </w:rPr>
              <w:t xml:space="preserve">وَمَن يَبْتَغِ غَيْرَ الْإِسْلَامِ دِينًا فَلَن يُقْبَلَ مِنْهُ وَهُوَ فِي الْآخِرَةِ مِنَ </w:t>
            </w:r>
            <w:r w:rsidR="008A2B0F" w:rsidRPr="005F7FDA">
              <w:rPr>
                <w:rStyle w:val="libFootnoteAieChar"/>
                <w:rFonts w:hint="cs"/>
                <w:rtl/>
              </w:rPr>
              <w:t xml:space="preserve"> </w:t>
            </w:r>
            <w:r w:rsidRPr="005F7FDA">
              <w:rPr>
                <w:rStyle w:val="libFootnoteAieChar"/>
                <w:rtl/>
              </w:rPr>
              <w:t>الْخَاسِرِينَ</w:t>
            </w:r>
            <w:r w:rsidRPr="005F7FDA">
              <w:rPr>
                <w:rStyle w:val="libAlaemChar"/>
                <w:rtl/>
              </w:rPr>
              <w:t>)</w:t>
            </w:r>
            <w:r>
              <w:rPr>
                <w:rtl/>
              </w:rPr>
              <w:t xml:space="preserve"> ، ثمَّ لم تلبثوا 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ا ريثَ أن تسكن نفرتُها ، ويُسلس قيادُها ، ثمَّ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أخذتم تورونَ وقدتَها ، وتهيجُون جمرتها ، وتستجيبون لهتاف الشيطان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الغوي ، وإطفاءِ أنوارِ الدين الجليِّ ، وإخمادِ سنن النَّبيَّ الصفيِّ ، تُسِرُّون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حسوا في ارتغاء ، وتمشون لأهله وولده في الخَمَرِ الضَّرَّاء ، ونصبر منكم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على حزِّ المُدى وَوَخْزِ السَّنانِ في الحَشا.</w:t>
            </w:r>
          </w:p>
        </w:tc>
      </w:tr>
    </w:tbl>
    <w:p w:rsidR="00F631FA" w:rsidRPr="005F7FDA" w:rsidRDefault="00F631FA" w:rsidP="007908BF">
      <w:pPr>
        <w:pStyle w:val="libNormal"/>
        <w:rPr>
          <w:rStyle w:val="libPoemTiniChar0"/>
          <w:rtl/>
        </w:rPr>
      </w:pPr>
      <w:r>
        <w:rPr>
          <w:rtl/>
        </w:rPr>
        <w:t xml:space="preserve">بهذا المنهج الوعظي العلمي المتَّزن وبّختْ السيدة فاطمة قومَها وأرشدتهم إلى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عدم الوقوع في الفتنة والانقلاب على الأعقاب ؛ لأن الشيطان الرجيم أطلع رأسه </w:t>
      </w:r>
      <w:r w:rsidR="008A2B0F">
        <w:rPr>
          <w:rFonts w:hint="cs"/>
          <w:rtl/>
        </w:rPr>
        <w:t xml:space="preserve"> </w:t>
      </w:r>
      <w:r>
        <w:rPr>
          <w:rtl/>
        </w:rPr>
        <w:t>من مغرزه ، هاتفا</w:t>
      </w:r>
      <w:r>
        <w:rPr>
          <w:rFonts w:hint="cs"/>
          <w:rtl/>
        </w:rPr>
        <w:t>ً</w:t>
      </w:r>
      <w:r>
        <w:rPr>
          <w:rtl/>
        </w:rPr>
        <w:t xml:space="preserve"> بهم فألفاهم لدعوته مستجيبين ؛ ذلك الشيطان الذي قال :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AlaemChar"/>
          <w:rtl/>
        </w:rPr>
        <w:lastRenderedPageBreak/>
        <w:t>(</w:t>
      </w:r>
      <w:r w:rsidRPr="005F7FDA">
        <w:rPr>
          <w:rStyle w:val="libAieChar"/>
          <w:rtl/>
        </w:rPr>
        <w:t xml:space="preserve">وَقَالَ الشَّيْطَانُ لَمَّا قُضِيَ الْأَمْرُ إِنَّ اللَّهَ وَعَدَكُمْ وَعْدَ الْحَقِّ وَوَعَدتُّكُمْ فَأَخْلَفْتُكُمْ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 xml:space="preserve">وَمَا كَانَ لِيَ عَلَيْكُم مِّن سُلْطَانٍ إِلَّا أَن دَعَوْتُكُمْ فَاسْتَجَبْتُمْ لِي فَلَا تَلُومُونِي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وَلُومُوا أَنفُسَكُم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(1)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فأما قول عمر في بدء الخلافة : (فلما خفت الاختلاف قلت لأبي بكر : ابسط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يدك أبايعك) ، 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فهو وجه آخر لكلام ذلك المنافق الذي طلب من النبي إعذاره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محاربة الروم في غزوة تبوك ؛ لأنه رجل يحب النساء ويخاف أن يُفتَن بجمال نساء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الروم ويخسر أجره ، فنزل القرآن بقوله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وَمِنْهُم مَّن يَقُولُ ائْذَن لِّي وَلَا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تَفْتِنِّي أَلَا فِي الْفِتْنَةِ سَقَطُوا وَإِنَّ جَهَنَّمَ لَمُحِيطَةٌ بِالْكَافِرِينَ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(3)</w:t>
      </w:r>
      <w:r>
        <w:rPr>
          <w:rtl/>
        </w:rPr>
        <w:t xml:space="preserve">وهذا ما أرادت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السيدة فاطمة الزهراء الإشارة إليه في قولها : (زعمت خوف الفتنة ألا في الفتنة </w:t>
      </w:r>
      <w:r w:rsidR="008A2B0F">
        <w:rPr>
          <w:rFonts w:hint="cs"/>
          <w:rtl/>
        </w:rPr>
        <w:t xml:space="preserve"> </w:t>
      </w:r>
      <w:r>
        <w:rPr>
          <w:rtl/>
        </w:rPr>
        <w:t>سقطوا) لأن المنافق أراد أن يقول كما قالت بنو إسرائيل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اذْهَبْ أَنتَ وَرَبُّكَ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فَقَاتِلَا إِنَّا هَاهُنَا قَاعِدُونَ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فتركُ الجهاد في ركاب الرسول هو الفتنة حقا</w:t>
      </w:r>
      <w:r>
        <w:rPr>
          <w:rFonts w:hint="cs"/>
          <w:rtl/>
        </w:rPr>
        <w:t>ً</w:t>
      </w:r>
      <w:r>
        <w:rPr>
          <w:rtl/>
        </w:rPr>
        <w:t xml:space="preserve"> ، لأنها تستعقب الشرك والكفر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بالله، وكذا الحال بالنسبة إلى إبعاد الوصي عن منصبه ، لأنّه قد جرّأ الطلقاءَ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والمنافقين أن يفكّروا في الاستخلاف على الأُمة الإسلامية ، إنها فتنة وما أعظمها </w:t>
      </w:r>
      <w:r w:rsidR="008A2B0F">
        <w:rPr>
          <w:rFonts w:hint="cs"/>
          <w:rtl/>
        </w:rPr>
        <w:t xml:space="preserve"> </w:t>
      </w:r>
      <w:r>
        <w:rPr>
          <w:rtl/>
        </w:rPr>
        <w:t>من فتنة.</w:t>
      </w:r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 xml:space="preserve">إن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وبقولها السابق (فهيهات منكم وكيف بكم وأنّى تؤفكون؟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وكتاب الله بين أظهركم ، أُموره ظاهرة ...) أرادت أن تشير إلى كون منصب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الخلافة هو منصب إلهي ، وكيف بالناس لا يعرفون ذلك ، وكتاب الله بين أظهرهم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وأُموره ظاهرة دالة على الاستخلاف الإلهي ، في مثل 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وَإِذِ ابْتَلَىٰ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إبراهيم : 22.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شرح نهج البلاغة 2 : 24 ـ 25.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سورة التوبة : 49.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AieChar"/>
          <w:rtl/>
        </w:rPr>
        <w:lastRenderedPageBreak/>
        <w:t xml:space="preserve">إِبْرَاهِيمَ رَبُّهُ بِكَلِمَاتٍ فَأَتَمَّهُنَّ قَالَ إِنِّي جَاعِلُكَ لِلنَّاسِ إِمَامًا قَالَ وَمِن ذُرِّيَّتِي قَالَ لَا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يَنَالُ عَهْدِي الظَّالِمِينَ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(1)</w:t>
      </w:r>
      <w:r>
        <w:rPr>
          <w:rtl/>
        </w:rPr>
        <w:t>وقوله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وَجَعَلْنَا مِنْهُمْ أَئِمَّةً يَهْدُونَ بِأَمْرِنَا لَمَّا صَبَرُوا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وَكَانُوا بِآيَاتِنَا يُوقِنُونَ</w:t>
      </w:r>
      <w:r w:rsidRPr="005F7FDA">
        <w:rPr>
          <w:rStyle w:val="libAlaemChar"/>
          <w:rtl/>
        </w:rPr>
        <w:t>)</w:t>
      </w:r>
      <w:r w:rsidRPr="005F7FDA">
        <w:rPr>
          <w:rStyle w:val="libFootnotenumChar"/>
          <w:rtl/>
        </w:rPr>
        <w:t>(2)</w:t>
      </w:r>
      <w:r>
        <w:rPr>
          <w:rtl/>
        </w:rPr>
        <w:t>وغيرها.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فإنها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جاءت لتؤنّبهم على تركهم العمل بالقرآن بقولها : خلفتموه وراء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ظهوركم ، أرغبة عنه تريدون؟ أم بغيره تحكمون؟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بِئْسَ لِلظَّالِمِينَ بَدَلًا</w:t>
      </w:r>
      <w:r w:rsidRPr="005F7FDA">
        <w:rPr>
          <w:rStyle w:val="libAlaemChar"/>
          <w:rtl/>
        </w:rPr>
        <w:t>)(</w:t>
      </w:r>
      <w:r w:rsidRPr="005F7FDA">
        <w:rPr>
          <w:rStyle w:val="libAieChar"/>
          <w:rtl/>
        </w:rPr>
        <w:t xml:space="preserve">وَمَن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يَبْتَغِ غَيْرَ الْإِسْلَامِ دِينًا فَلَن يُقْبَلَ مِنْهُ وَهُوَ فِي الْآخِرَةِ مِنَ الْخَاسِرِينَ</w:t>
      </w:r>
      <w:r w:rsidRPr="005F7FDA">
        <w:rPr>
          <w:rStyle w:val="libAlaemChar"/>
          <w:rtl/>
        </w:rPr>
        <w:t>)</w:t>
      </w:r>
      <w:r>
        <w:rPr>
          <w:rtl/>
        </w:rPr>
        <w:t>.</w:t>
      </w:r>
      <w:r w:rsidRPr="005F7FDA">
        <w:rPr>
          <w:rStyle w:val="libFootnotenumChar"/>
          <w:rtl/>
        </w:rPr>
        <w:t>(3)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ثمّ عرّجت الزهراء </w:t>
      </w:r>
      <w:r w:rsidRPr="005F7FDA">
        <w:rPr>
          <w:rStyle w:val="libAlaemChar"/>
          <w:rtl/>
        </w:rPr>
        <w:t>عليها‌السلام</w:t>
      </w:r>
      <w:r>
        <w:rPr>
          <w:rtl/>
        </w:rPr>
        <w:t xml:space="preserve"> لتبيّن تلاعبهم بالأحكام الإلهية ، وكيف بهم يقولون أن </w:t>
      </w:r>
      <w:r w:rsidR="008A2B0F">
        <w:rPr>
          <w:rFonts w:hint="cs"/>
          <w:rtl/>
        </w:rPr>
        <w:t xml:space="preserve"> </w:t>
      </w:r>
      <w:r>
        <w:rPr>
          <w:rtl/>
        </w:rPr>
        <w:t>لا إرث لها ، فعلى عَمدٍ تركوا كتاب الله ونبذوه وراء ظهورهم ، إذ يقول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 xml:space="preserve">وَوَرِثَ </w:t>
      </w:r>
      <w:r w:rsidR="008A2B0F" w:rsidRPr="005F7FDA">
        <w:rPr>
          <w:rStyle w:val="libAieChar"/>
          <w:rFonts w:hint="cs"/>
          <w:rtl/>
        </w:rPr>
        <w:t xml:space="preserve"> </w:t>
      </w:r>
      <w:r w:rsidRPr="005F7FDA">
        <w:rPr>
          <w:rStyle w:val="libAieChar"/>
          <w:rtl/>
        </w:rPr>
        <w:t>سُلَيْمَانُ دَاوُودَ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إلى غيرها من عشرات المقاطع في هذه الخطبة التي تحمل بين جنباتها </w:t>
      </w:r>
      <w:r w:rsidR="008A2B0F">
        <w:rPr>
          <w:rFonts w:hint="cs"/>
          <w:rtl/>
        </w:rPr>
        <w:t xml:space="preserve"> </w:t>
      </w:r>
      <w:r>
        <w:rPr>
          <w:rtl/>
        </w:rPr>
        <w:t>أعلى معاني الاحتجاج والتنظير.</w:t>
      </w:r>
    </w:p>
    <w:p w:rsidR="00F631FA" w:rsidRDefault="00F631FA" w:rsidP="00F631FA">
      <w:pPr>
        <w:pStyle w:val="Heading1"/>
        <w:rPr>
          <w:rtl/>
        </w:rPr>
      </w:pPr>
      <w:bookmarkStart w:id="10" w:name="_Toc414105339"/>
      <w:r>
        <w:rPr>
          <w:rtl/>
        </w:rPr>
        <w:t>تحريفات محمومة :</w:t>
      </w:r>
      <w:bookmarkEnd w:id="10"/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إذا القوم كانوا يتصورون إمكان إطلاق لفظ الصدّيقية جزافا</w:t>
      </w:r>
      <w:r>
        <w:rPr>
          <w:rFonts w:hint="cs"/>
          <w:rtl/>
        </w:rPr>
        <w:t>ً</w:t>
      </w:r>
      <w:r>
        <w:rPr>
          <w:rtl/>
        </w:rPr>
        <w:t xml:space="preserve"> على الأفراد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أو إمكان إبدالها بأحاديث أُخرى مشابهة تخدم مصالحهم ، لكنّ البحث والتحقيق </w:t>
      </w:r>
      <w:r w:rsidR="008A2B0F">
        <w:rPr>
          <w:rFonts w:hint="cs"/>
          <w:rtl/>
        </w:rPr>
        <w:t xml:space="preserve"> </w:t>
      </w:r>
      <w:r>
        <w:rPr>
          <w:rtl/>
        </w:rPr>
        <w:t>أوضحا لنا حقائق غير ما كانوا يرجونه.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فقد روى المدائني في كتاب الأحداث أن معاوية بن أبي سفيان أمر بوضع </w:t>
      </w:r>
      <w:r w:rsidR="008A2B0F">
        <w:rPr>
          <w:rFonts w:hint="cs"/>
          <w:rtl/>
        </w:rPr>
        <w:t xml:space="preserve"> </w:t>
      </w:r>
      <w:r>
        <w:rPr>
          <w:rtl/>
        </w:rPr>
        <w:t>الحديث في فضائل عثمان ، ولما كثر الحديث في عثمان وفشا ، كتب إليهم :</w:t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8832BB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Pr="008832BB" w:rsidRDefault="00F631FA" w:rsidP="005F7FDA">
            <w:pPr>
              <w:pStyle w:val="libVar0"/>
              <w:rPr>
                <w:rtl/>
              </w:rPr>
            </w:pPr>
            <w:r w:rsidRPr="008832BB">
              <w:rPr>
                <w:rtl/>
              </w:rPr>
              <w:t xml:space="preserve">فإذا جاءكم كتابي هذا فادعوا الناس إلى الرواية في فضائل الصحابة </w:t>
            </w:r>
            <w:r w:rsidR="008A2B0F">
              <w:rPr>
                <w:rFonts w:hint="cs"/>
                <w:rtl/>
              </w:rPr>
              <w:t xml:space="preserve"> </w:t>
            </w:r>
            <w:r w:rsidRPr="008832BB">
              <w:rPr>
                <w:rtl/>
              </w:rPr>
              <w:t>والخلفاء الأولين ، ولا تتركوا خبرا</w:t>
            </w:r>
            <w:r>
              <w:rPr>
                <w:rFonts w:hint="cs"/>
                <w:rtl/>
              </w:rPr>
              <w:t>ً</w:t>
            </w:r>
            <w:r w:rsidRPr="008832BB">
              <w:rPr>
                <w:rtl/>
              </w:rPr>
              <w:t xml:space="preserve"> يرويه أحد من المسلمين في أبي تراب إل</w:t>
            </w:r>
            <w:r>
              <w:rPr>
                <w:rFonts w:hint="cs"/>
                <w:rtl/>
              </w:rPr>
              <w:t>ّ</w:t>
            </w:r>
            <w:r w:rsidRPr="008832BB">
              <w:rPr>
                <w:rtl/>
              </w:rPr>
              <w:t>ا</w:t>
            </w:r>
            <w:r w:rsidR="008A2B0F">
              <w:rPr>
                <w:rFonts w:hint="cs"/>
                <w:rtl/>
              </w:rPr>
              <w:t xml:space="preserve"> </w:t>
            </w:r>
          </w:p>
        </w:tc>
      </w:tr>
    </w:tbl>
    <w:p w:rsidR="00F631FA" w:rsidRPr="008832BB" w:rsidRDefault="00F631FA" w:rsidP="005F7FDA">
      <w:pPr>
        <w:pStyle w:val="libLine"/>
        <w:rPr>
          <w:rtl/>
        </w:rPr>
      </w:pPr>
      <w:r w:rsidRPr="008832BB">
        <w:rPr>
          <w:rtl/>
        </w:rPr>
        <w:t>_</w:t>
      </w:r>
      <w:r w:rsidRPr="008832BB">
        <w:rPr>
          <w:rFonts w:hint="cs"/>
          <w:rtl/>
        </w:rPr>
        <w:t>_____________</w:t>
      </w:r>
      <w:r w:rsidRPr="008832BB">
        <w:rPr>
          <w:rtl/>
        </w:rPr>
        <w:t>_</w:t>
      </w:r>
      <w:r w:rsidRPr="008832BB">
        <w:rPr>
          <w:rFonts w:hint="cs"/>
          <w:rtl/>
        </w:rPr>
        <w:t>_______</w:t>
      </w:r>
      <w:r w:rsidRPr="008832BB">
        <w:rPr>
          <w:rtl/>
        </w:rPr>
        <w:t>__</w:t>
      </w:r>
      <w:r w:rsidRPr="008832BB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البقرة : 124.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السجدة : 24.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الاحتجاج 1 : 137 ، وانظر شرح النهج 16 : 251 ، وكشف الغمة 2 : 112.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4A0"/>
      </w:tblPr>
      <w:tblGrid>
        <w:gridCol w:w="1517"/>
        <w:gridCol w:w="6070"/>
      </w:tblGrid>
      <w:tr w:rsidR="00F631FA" w:rsidTr="00C368EF">
        <w:tc>
          <w:tcPr>
            <w:tcW w:w="1000" w:type="pct"/>
          </w:tcPr>
          <w:p w:rsidR="00F631FA" w:rsidRPr="00B711F8" w:rsidRDefault="00F631FA" w:rsidP="00C368EF">
            <w:pPr>
              <w:rPr>
                <w:rtl/>
              </w:rPr>
            </w:pPr>
          </w:p>
        </w:tc>
        <w:tc>
          <w:tcPr>
            <w:tcW w:w="4000" w:type="pct"/>
          </w:tcPr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وتأتوني بمناقض له في الصحابة ، فإن هذا أحب إليّ وأقرّ لعيني وأدحض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لحجّةِ أبي تراب وشيعته ، وأشد عليهم من مناقب عثمان وفضله.</w:t>
            </w:r>
          </w:p>
          <w:p w:rsidR="00F631FA" w:rsidRDefault="00F631FA" w:rsidP="005F7FDA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فقرئت كتبه على الناس ، فرويت أخبار كثيرة في مناقب الصحابة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مفتعلة لا حقيقة لها ، وجدّ الناس في رواية ما يجري هذا المجرى حتى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أشادوا بذكر ذلك على المنابر ، وألقى إلى معلمي الكتاتيب ، فعلّموا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صبيانهم وغلمانهم من ذلك الكثير الواسع حتى رووه وتعلّموه كما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يتعلمون القرآن ، وحتى علّموه بناتهم ونساءهم وخدمهم وحشمهم ، </w:t>
            </w:r>
            <w:r w:rsidR="008A2B0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فلبثوا بذلك ما شاء الله ). </w:t>
            </w:r>
            <w:r w:rsidRPr="005F7FDA">
              <w:rPr>
                <w:rStyle w:val="libFootnotenumChar"/>
                <w:rtl/>
              </w:rPr>
              <w:t>(1)</w:t>
            </w:r>
          </w:p>
        </w:tc>
      </w:tr>
    </w:tbl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وكان مما رووه في أبي بكر أنه كان يلقب بالصدّيق في الجاهلية ، </w:t>
      </w:r>
      <w:r w:rsidRPr="005F7FDA">
        <w:rPr>
          <w:rStyle w:val="libFootnotenumChar"/>
          <w:rtl/>
        </w:rPr>
        <w:t>(2)</w:t>
      </w:r>
      <w:r>
        <w:rPr>
          <w:rtl/>
        </w:rPr>
        <w:t xml:space="preserve">وذلك </w:t>
      </w:r>
      <w:r w:rsidR="008A2B0F">
        <w:rPr>
          <w:rFonts w:hint="cs"/>
          <w:rtl/>
        </w:rPr>
        <w:t xml:space="preserve"> </w:t>
      </w:r>
      <w:r>
        <w:rPr>
          <w:rtl/>
        </w:rPr>
        <w:t>تنظيرا</w:t>
      </w:r>
      <w:r>
        <w:rPr>
          <w:rFonts w:hint="cs"/>
          <w:rtl/>
        </w:rPr>
        <w:t>ً</w:t>
      </w:r>
      <w:r>
        <w:rPr>
          <w:rtl/>
        </w:rPr>
        <w:t xml:space="preserve"> بما كان لرسول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من أنّه كان يعرف في الجاهلية بالصادق الأمين.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كما وضعوا أنه المعني بقوله تعالى : </w:t>
      </w:r>
      <w:r w:rsidRPr="005F7FDA">
        <w:rPr>
          <w:rStyle w:val="libAlaemChar"/>
          <w:rtl/>
        </w:rPr>
        <w:t>(</w:t>
      </w:r>
      <w:r w:rsidRPr="005F7FDA">
        <w:rPr>
          <w:rStyle w:val="libAieChar"/>
          <w:rtl/>
        </w:rPr>
        <w:t>وَالَّذِي جَاءَ بِالصِّدْقِ وَصَدَّقَ بِهِ</w:t>
      </w:r>
      <w:r w:rsidRPr="005F7FDA">
        <w:rPr>
          <w:rStyle w:val="libAlaemChar"/>
          <w:rtl/>
        </w:rPr>
        <w:t>)</w:t>
      </w:r>
      <w:r>
        <w:rPr>
          <w:rtl/>
        </w:rPr>
        <w:t xml:space="preserve"> ، قال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عطاء : الذي جاء بالصدق محمد ، فأفاض من بركات أنوار صدقه على أبي بكر ، </w:t>
      </w:r>
      <w:r w:rsidR="008A2B0F">
        <w:rPr>
          <w:rFonts w:hint="cs"/>
          <w:rtl/>
        </w:rPr>
        <w:t xml:space="preserve"> </w:t>
      </w:r>
      <w:r>
        <w:rPr>
          <w:rtl/>
        </w:rPr>
        <w:t>فسمي صدّيقا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Pr="005F7FDA">
        <w:rPr>
          <w:rStyle w:val="libFootnotenumChar"/>
          <w:rtl/>
        </w:rPr>
        <w:t>(3)</w:t>
      </w:r>
      <w:r>
        <w:rPr>
          <w:rtl/>
        </w:rPr>
        <w:t>أو أنّه سبحانه سمّى أبا بكر صدّيقا</w:t>
      </w:r>
      <w:r>
        <w:rPr>
          <w:rFonts w:hint="cs"/>
          <w:rtl/>
        </w:rPr>
        <w:t>ً</w:t>
      </w:r>
      <w:r>
        <w:rPr>
          <w:rtl/>
        </w:rPr>
        <w:t xml:space="preserve"> في تنزيله فقال : والذي جاء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بالصدق وصدّق به.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ووضعوا على لسان 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أنه كان يحلف باللهأن الله تعالى أنزل اسم أبي بكر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من السماء : الصدّيق.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002D5" w:rsidRDefault="00F631FA" w:rsidP="00F002D5">
      <w:pPr>
        <w:pStyle w:val="libNormal"/>
        <w:rPr>
          <w:rtl/>
        </w:rPr>
      </w:pPr>
      <w:r>
        <w:rPr>
          <w:rtl/>
        </w:rPr>
        <w:t xml:space="preserve">كما اختلقوا على عليٍّ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أنّه سُئل عن أصحاب رسول الله ، فقالوا له : أخبرنا </w:t>
      </w:r>
      <w:r w:rsidR="008A2B0F">
        <w:rPr>
          <w:rFonts w:hint="cs"/>
          <w:rtl/>
        </w:rPr>
        <w:t xml:space="preserve"> </w:t>
      </w:r>
      <w:r>
        <w:rPr>
          <w:rtl/>
        </w:rPr>
        <w:t>عن أبي بكر بن أبي قحافة ، قال : ذاك امرؤ سماه الله الصدّيق على لسان جبرائيل</w:t>
      </w:r>
      <w:r w:rsidR="008A2B0F">
        <w:rPr>
          <w:rFonts w:hint="cs"/>
          <w:rtl/>
        </w:rPr>
        <w:t xml:space="preserve"> </w:t>
      </w:r>
    </w:p>
    <w:p w:rsidR="00F631FA" w:rsidRPr="00F816FC" w:rsidRDefault="00F631FA" w:rsidP="005F7FDA">
      <w:pPr>
        <w:pStyle w:val="libLine"/>
        <w:rPr>
          <w:rtl/>
        </w:rPr>
      </w:pPr>
      <w:r w:rsidRPr="00F816FC">
        <w:rPr>
          <w:rtl/>
        </w:rPr>
        <w:t>_</w:t>
      </w:r>
      <w:r w:rsidRPr="00F816FC">
        <w:rPr>
          <w:rFonts w:hint="cs"/>
          <w:rtl/>
        </w:rPr>
        <w:t>_____________</w:t>
      </w:r>
      <w:r w:rsidRPr="00F816FC">
        <w:rPr>
          <w:rtl/>
        </w:rPr>
        <w:t>_</w:t>
      </w:r>
      <w:r w:rsidRPr="00F816FC">
        <w:rPr>
          <w:rFonts w:hint="cs"/>
          <w:rtl/>
        </w:rPr>
        <w:t>_______</w:t>
      </w:r>
      <w:r w:rsidRPr="00F816FC">
        <w:rPr>
          <w:rtl/>
        </w:rPr>
        <w:t>__</w:t>
      </w:r>
      <w:r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شرح نهج البلاغة 11 : 44.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2. سمط النجوم العوالي 2 : 412.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3. تفسير السّلمي 2 : 199.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الأحاديث المختارة 3 : 12 ، تاريخ دمشق 30 : 438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>. تاريخ دمشق 30 : 75 ، أُسد الغابة 3 : 216.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وعلى لسان محمد ، كان خليفة رسول الله ، رضيه لديننا فرضيناه لدنيانا.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بل راحوا يؤيّدون التربيع الأموي العباسي ، فقالوا : خطب الإمام علي وقال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في آخر خطبته : واعلموا أن خير الناس بعد نبيهم أبو بكر الصدّيق ، ثمّ عمر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الفاروق ، ثمّ عثمان ذو النورين ، ثم أنا ، وقد رميت بها في رقابكم وراء ظهوركم فلا </w:t>
      </w:r>
      <w:r w:rsidR="008A2B0F">
        <w:rPr>
          <w:rFonts w:hint="cs"/>
          <w:rtl/>
        </w:rPr>
        <w:t xml:space="preserve"> </w:t>
      </w:r>
      <w:r>
        <w:rPr>
          <w:rtl/>
        </w:rPr>
        <w:t>حجة لكم علي.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علي : جاء جبرائيل إلى النبي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فقال له : من يهاجر معي؟ فقال : أبو </w:t>
      </w:r>
      <w:r w:rsidR="008A2B0F">
        <w:rPr>
          <w:rFonts w:hint="cs"/>
          <w:rtl/>
        </w:rPr>
        <w:t xml:space="preserve"> </w:t>
      </w:r>
      <w:r>
        <w:rPr>
          <w:rtl/>
        </w:rPr>
        <w:t>بكر وهو الصدّيق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وفي آخر : أتاني جبرائيل فقلت : من يهاجر معي؟ قال أبو </w:t>
      </w:r>
      <w:r w:rsidR="008A2B0F">
        <w:rPr>
          <w:rFonts w:hint="cs"/>
          <w:rtl/>
        </w:rPr>
        <w:t xml:space="preserve"> </w:t>
      </w:r>
      <w:r>
        <w:rPr>
          <w:rtl/>
        </w:rPr>
        <w:t>بكر ، ويَلي أُمّتك من بعدك ، وهو أفضل أُمتك من بعدك.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وعن علي : ينادي مناد يوم القيامة : أين السابقون الأولون؟ فيقال : من؟</w:t>
      </w:r>
      <w:r w:rsidR="008A2B0F">
        <w:rPr>
          <w:rFonts w:hint="cs"/>
          <w:rtl/>
        </w:rPr>
        <w:t xml:space="preserve"> </w:t>
      </w:r>
      <w:r>
        <w:rPr>
          <w:rtl/>
        </w:rPr>
        <w:t>فيقول : أين أبو بكر؟ فيتجلى الله لأبي بكر خاصة وللناس عامة.</w:t>
      </w:r>
      <w:r w:rsidRPr="005F7FDA">
        <w:rPr>
          <w:rStyle w:val="libFootnotenumChar"/>
          <w:rFonts w:hint="cs"/>
          <w:rtl/>
        </w:rPr>
        <w:t>(5)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وعن عليٍّ مرفوعا</w:t>
      </w:r>
      <w:r>
        <w:rPr>
          <w:rFonts w:hint="cs"/>
          <w:rtl/>
        </w:rPr>
        <w:t>ً</w:t>
      </w:r>
      <w:r>
        <w:rPr>
          <w:rtl/>
        </w:rPr>
        <w:t xml:space="preserve"> : ما طلعت شمس ولا غربت على أحدٍ بعد النبيين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والمرسلين أفضل من أبي بكر.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r w:rsidRPr="005F7FDA">
        <w:rPr>
          <w:rStyle w:val="libFootnotenumChar"/>
          <w:rtl/>
        </w:rPr>
        <w:t>)</w:t>
      </w:r>
    </w:p>
    <w:p w:rsidR="00F631FA" w:rsidRPr="00B711F8" w:rsidRDefault="00F631FA" w:rsidP="005F7FDA">
      <w:pPr>
        <w:pStyle w:val="libLine"/>
        <w:rPr>
          <w:rtl/>
        </w:rPr>
      </w:pPr>
      <w:r w:rsidRPr="00B711F8">
        <w:rPr>
          <w:rtl/>
        </w:rPr>
        <w:t>_</w:t>
      </w:r>
      <w:r w:rsidRPr="00B711F8">
        <w:rPr>
          <w:rFonts w:hint="cs"/>
          <w:rtl/>
        </w:rPr>
        <w:t>_____________</w:t>
      </w:r>
      <w:r w:rsidRPr="00B711F8">
        <w:rPr>
          <w:rtl/>
        </w:rPr>
        <w:t>_</w:t>
      </w:r>
      <w:r w:rsidRPr="00B711F8">
        <w:rPr>
          <w:rFonts w:hint="cs"/>
          <w:rtl/>
        </w:rPr>
        <w:t>_______</w:t>
      </w:r>
      <w:r w:rsidRPr="00B711F8">
        <w:rPr>
          <w:rtl/>
        </w:rPr>
        <w:t>__</w:t>
      </w:r>
      <w:r w:rsidRPr="00B711F8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تاريخ الخلفاء 1 : 30 ، اعتقاد أهل السنة 7 : 1295 ، تهذيب الأسماء 2 : 479 ، كنز العمال 3 : 101 / </w:t>
      </w:r>
      <w:r w:rsidR="008A2B0F">
        <w:rPr>
          <w:rFonts w:hint="cs"/>
          <w:rtl/>
        </w:rPr>
        <w:t xml:space="preserve"> </w:t>
      </w:r>
      <w:r>
        <w:rPr>
          <w:rtl/>
        </w:rPr>
        <w:t>36698.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الرياض النضرة 1 : 381 ، 260 ، الغدير 8 : 38.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مستدرك الحاكم 3 : 5 ، قال : صحيح الإسناد ولم يخرجاه ، تاريخ دمشق 30 : 73 ، كنز العمال 16 : </w:t>
      </w:r>
      <w:r w:rsidR="008A2B0F">
        <w:rPr>
          <w:rFonts w:hint="cs"/>
          <w:rtl/>
        </w:rPr>
        <w:t xml:space="preserve"> </w:t>
      </w:r>
      <w:r>
        <w:rPr>
          <w:rtl/>
        </w:rPr>
        <w:t>667 / 46292 ، الكامل لابن عدي 6 : 289.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الفردوس بمأثور الخطاب 1 : 404 / 1631 ، كنز العمال 11 : 551 / 325 ، عنه ، الغدير 5 : 355 ، </w:t>
      </w:r>
      <w:r w:rsidR="008A2B0F">
        <w:rPr>
          <w:rFonts w:hint="cs"/>
          <w:rtl/>
        </w:rPr>
        <w:t xml:space="preserve"> </w:t>
      </w:r>
      <w:r>
        <w:rPr>
          <w:rtl/>
        </w:rPr>
        <w:t>عن كنز العمال.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رؤية الله للدارقطني 1 : 70 / 57 ، الرياض النضرة 2 : 75 ، سمط النجوم العوالي 2 : 443 / 74 ، تفسير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الرازي 12 : 21 ، اللآلىء المصنوعة 1 : 264 ، وللحديث صيغ مختلفة بمعنى واحد ، هذا وقد ضعف </w:t>
      </w:r>
      <w:r w:rsidR="008A2B0F">
        <w:rPr>
          <w:rFonts w:hint="cs"/>
          <w:rtl/>
        </w:rPr>
        <w:t xml:space="preserve"> </w:t>
      </w:r>
      <w:r>
        <w:rPr>
          <w:rtl/>
        </w:rPr>
        <w:t>الحديث جدا</w:t>
      </w:r>
      <w:r>
        <w:rPr>
          <w:rFonts w:hint="cs"/>
          <w:rtl/>
        </w:rPr>
        <w:t>ً</w:t>
      </w:r>
      <w:r>
        <w:rPr>
          <w:rtl/>
        </w:rPr>
        <w:t xml:space="preserve"> ونسب راويه إلى الوضع ، لاحظ كشف الحثيث 1 : 185 / 227 ، 585 ، المجروحين 2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115 ، المغني في الضعفاء 2 : 575 ، 765 ، ميزان الاعتدال 5 : 148 ، 131 ، 7 : 311 ، الموضوعات 1 : </w:t>
      </w:r>
      <w:r w:rsidR="008A2B0F">
        <w:rPr>
          <w:rFonts w:hint="cs"/>
          <w:rtl/>
        </w:rPr>
        <w:t xml:space="preserve"> </w:t>
      </w:r>
      <w:r>
        <w:rPr>
          <w:rtl/>
        </w:rPr>
        <w:t>225 ـ 227 وغيرها من كتب الضعفاء والمجروحين.</w:t>
      </w:r>
    </w:p>
    <w:p w:rsidR="00F631FA" w:rsidRPr="005F7FDA" w:rsidRDefault="00F631FA" w:rsidP="005F7FDA">
      <w:pPr>
        <w:pStyle w:val="libFootnote0"/>
        <w:rPr>
          <w:rStyle w:val="libPoemTiniChar0"/>
          <w:rtl/>
        </w:rPr>
      </w:pPr>
      <w:r>
        <w:rPr>
          <w:rFonts w:hint="cs"/>
          <w:rtl/>
        </w:rPr>
        <w:t>6</w:t>
      </w:r>
      <w:r>
        <w:rPr>
          <w:rtl/>
        </w:rPr>
        <w:t>. أنساب السمعاني 2 : 51 ، تاريخ بغداد 12 : 433 ، تاريخ دمشق 30 : 208 ، كنز العمال 11 : 557 /</w:t>
      </w:r>
      <w:r w:rsidR="008A2B0F">
        <w:rPr>
          <w:rtl/>
        </w:rPr>
        <w:t xml:space="preserve"> 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وعن علي مرفوعا</w:t>
      </w:r>
      <w:r>
        <w:rPr>
          <w:rFonts w:hint="cs"/>
          <w:rtl/>
        </w:rPr>
        <w:t>ً</w:t>
      </w:r>
      <w:r>
        <w:rPr>
          <w:rtl/>
        </w:rPr>
        <w:t xml:space="preserve"> : يا أبا بكر ، إنّ الله أعطاني ثواب من آمن به منذ يوم خلق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آدم إلى أن تقوم الساعة ، وإن الله أعطاك ثواب من آمن بي منذ يوم بعثني إلى أن </w:t>
      </w:r>
      <w:r w:rsidR="008A2B0F">
        <w:rPr>
          <w:rFonts w:hint="cs"/>
          <w:rtl/>
        </w:rPr>
        <w:t xml:space="preserve"> </w:t>
      </w:r>
      <w:r>
        <w:rPr>
          <w:rtl/>
        </w:rPr>
        <w:t>تقوم الساعة.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وعن رجل عن علي : إن رسول الله لم يعهد إلينا عهدا</w:t>
      </w:r>
      <w:r>
        <w:rPr>
          <w:rFonts w:hint="cs"/>
          <w:rtl/>
        </w:rPr>
        <w:t>ً</w:t>
      </w:r>
      <w:r>
        <w:rPr>
          <w:rtl/>
        </w:rPr>
        <w:t xml:space="preserve"> نأخذ به في الإمارة ، </w:t>
      </w:r>
      <w:r w:rsidR="008A2B0F">
        <w:rPr>
          <w:rFonts w:hint="cs"/>
          <w:rtl/>
        </w:rPr>
        <w:t xml:space="preserve"> </w:t>
      </w:r>
      <w:r>
        <w:rPr>
          <w:rtl/>
        </w:rPr>
        <w:t>ولكنه شيءٌ رأيناه من قِبَل أنفسنا ، فإن يكن صوابا</w:t>
      </w:r>
      <w:r>
        <w:rPr>
          <w:rFonts w:hint="cs"/>
          <w:rtl/>
        </w:rPr>
        <w:t>ً</w:t>
      </w:r>
      <w:r>
        <w:rPr>
          <w:rtl/>
        </w:rPr>
        <w:t xml:space="preserve"> فمن الله ، وإن يكن خطأ فمن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قبل أنفسنا ، ثمّ استخلف أبو بكر فأقام واستقام ، ثمّ استخلف عمر فأقام واستقام ، </w:t>
      </w:r>
      <w:r w:rsidR="008A2B0F">
        <w:rPr>
          <w:rFonts w:hint="cs"/>
          <w:rtl/>
        </w:rPr>
        <w:t xml:space="preserve"> </w:t>
      </w:r>
      <w:r>
        <w:rPr>
          <w:rtl/>
        </w:rPr>
        <w:t>حتى ضرب الدين بجرانه.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وقال أبو بكر لعلي بن أبي طالب : قد علمت أني كنت في هذا الأمر قبلك؟</w:t>
      </w:r>
      <w:r w:rsidR="008A2B0F">
        <w:rPr>
          <w:rFonts w:hint="cs"/>
          <w:rtl/>
        </w:rPr>
        <w:t xml:space="preserve"> </w:t>
      </w:r>
      <w:r>
        <w:rPr>
          <w:rtl/>
        </w:rPr>
        <w:t>قال : صدقتَ يا خليفة رسول الله! فمد يده فبايعه.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وعن علي : ما مات رسول الله حتى عرّفنا أن أفضلنا بعد رسول الله أبو بكر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وما مات رسول الله حتى عرفنا أن أفضلنا بعد أبي بكر عمر رضي الله تعالى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عـنهما.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وعن علي مرفوعا</w:t>
      </w:r>
      <w:r>
        <w:rPr>
          <w:rFonts w:hint="cs"/>
          <w:rtl/>
        </w:rPr>
        <w:t>ً</w:t>
      </w:r>
      <w:r>
        <w:rPr>
          <w:rtl/>
        </w:rPr>
        <w:t xml:space="preserve"> : يا علي هذان سيدا كهول أهل الجنة من الأولين والآخرين </w:t>
      </w:r>
      <w:r w:rsidR="008A2B0F">
        <w:rPr>
          <w:rFonts w:hint="cs"/>
          <w:rtl/>
        </w:rPr>
        <w:t xml:space="preserve"> </w:t>
      </w: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 xml:space="preserve">ا النبيين والمرسلين ، لا تخبرهما يا علي ، قال : فما أخبَرتهما حتى ماتا.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</w:p>
    <w:p w:rsidR="00F631FA" w:rsidRPr="00186AAD" w:rsidRDefault="00F631FA" w:rsidP="005F7FDA">
      <w:pPr>
        <w:pStyle w:val="libLine"/>
        <w:rPr>
          <w:rtl/>
        </w:rPr>
      </w:pPr>
      <w:r w:rsidRPr="00186AAD">
        <w:rPr>
          <w:rtl/>
        </w:rPr>
        <w:t>_</w:t>
      </w:r>
      <w:r w:rsidRPr="00186AAD">
        <w:rPr>
          <w:rFonts w:hint="cs"/>
          <w:rtl/>
        </w:rPr>
        <w:t>_____________</w:t>
      </w:r>
      <w:r w:rsidRPr="00186AAD">
        <w:rPr>
          <w:rtl/>
        </w:rPr>
        <w:t>_</w:t>
      </w:r>
      <w:r w:rsidRPr="00186AAD">
        <w:rPr>
          <w:rFonts w:hint="cs"/>
          <w:rtl/>
        </w:rPr>
        <w:t>_______</w:t>
      </w:r>
      <w:r w:rsidRPr="00186AAD">
        <w:rPr>
          <w:rtl/>
        </w:rPr>
        <w:t>__</w:t>
      </w:r>
      <w:r w:rsidRPr="00186AAD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 xml:space="preserve">32622 ، والجميع عن أبي الدرداء وروى في الغدير 7 : 112 عن العلامة الحرفيش في كتابه الروض </w:t>
      </w:r>
      <w:r w:rsidR="008A2B0F">
        <w:rPr>
          <w:rFonts w:hint="cs"/>
          <w:rtl/>
        </w:rPr>
        <w:t xml:space="preserve"> </w:t>
      </w:r>
      <w:r>
        <w:rPr>
          <w:rtl/>
        </w:rPr>
        <w:t>الفائق : 388 مرفوعا</w:t>
      </w:r>
      <w:r>
        <w:rPr>
          <w:rFonts w:hint="cs"/>
          <w:rtl/>
        </w:rPr>
        <w:t>ً</w:t>
      </w:r>
      <w:r>
        <w:rPr>
          <w:rtl/>
        </w:rPr>
        <w:t xml:space="preserve"> عن علي.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فضائل أحمد 1 : 434 ، الفردوس بمأثور الخطاب 5 : 306 / 8270 ، الرياض النضرة 2 : 121 ، سمط </w:t>
      </w:r>
      <w:r w:rsidR="008A2B0F">
        <w:rPr>
          <w:rFonts w:hint="cs"/>
          <w:rtl/>
        </w:rPr>
        <w:t xml:space="preserve"> </w:t>
      </w:r>
      <w:r>
        <w:rPr>
          <w:rtl/>
        </w:rPr>
        <w:t>النجوم العوالي 2 : 441 / 69 ، تاريخ بغداد 5 : 10 / 2309 ، تاريخ دمشق 30 : 118.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السنة لعبداللهبن أحمد 2 : 269 ، علل الدارقطني 4 : 87 ، الرياض النضرة 2 : 198 ، وانظر مسند أحمد </w:t>
      </w:r>
      <w:r w:rsidR="008A2B0F">
        <w:rPr>
          <w:rFonts w:hint="cs"/>
          <w:rtl/>
        </w:rPr>
        <w:t xml:space="preserve"> </w:t>
      </w:r>
      <w:r>
        <w:rPr>
          <w:rtl/>
        </w:rPr>
        <w:t>1 : 114 ، السنة لعمرو بن أبي عاصم : 561.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. الغدير 8 : 40 / 60.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>. السنة لعمرو بن عاصم : 555 / 1200 ، تاريخ دمشق 30 : 375 ، سبل الهدى والرشاد 11 : 247</w:t>
      </w:r>
      <w:r>
        <w:rPr>
          <w:rFonts w:hint="cs"/>
          <w:rtl/>
        </w:rPr>
        <w:t>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مسند أحمد 1 : 80 ، مصنف بن أبي شيبة 7 : 473 ، المعجم الأوسط 4 : 359 ، تاريخ بغداد 7 : 121 ، </w:t>
      </w:r>
      <w:r w:rsidR="008A2B0F">
        <w:rPr>
          <w:rFonts w:hint="cs"/>
          <w:rtl/>
        </w:rPr>
        <w:t xml:space="preserve"> </w:t>
      </w:r>
      <w:r>
        <w:rPr>
          <w:rtl/>
        </w:rPr>
        <w:t>تاريخ دمشق 30 : 166 ، 168 ، 169 ، 170 ، أُسد الغابة 4 : 63 ، الإمامة والسياسة 1 : 10.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وضعوا هذه الأحاديث على لسان أمير المؤمنين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محاولين إخفاء مطالبة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بحقه بالخلافة ، واحتجاجاته واعتراضاته ، وعدم مبايعته للقوم لمدة ستة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أشهر أو أكثر ، جاهدين في طمس معالم مؤامرة السقيفة ونزاعاتها ، وتركهم دفن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النبي ، والانسلال من جيش أُسامة ، وتنصيب أبي بكر لعمر ، ومؤامرة الشورى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ومريدين التعتيم على شكاوى أمير المؤمنين وخطبه وكلماته في أيام خلافته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المباركة كالخطبة الشقشقية وغيرها من مباثّه الدالة على ظلم القوم له. أرادوا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طمس كل تلك الحقائق من خلال موضوعات أموية ومختلقات سلطوية لا تريد </w:t>
      </w:r>
      <w:r w:rsidR="008A2B0F">
        <w:rPr>
          <w:rFonts w:hint="cs"/>
          <w:rtl/>
        </w:rPr>
        <w:t xml:space="preserve"> </w:t>
      </w:r>
      <w:r>
        <w:rPr>
          <w:rtl/>
        </w:rPr>
        <w:t>أن يظهر الحقّ كما هو.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المضحكات المبكيات ، أنّهم حالوا التعتيم على شجاعة أمير المؤمنين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التي هي مضرب المثل ، والتي تحتشد وراءها أرقام تاريخية دامغة من أبطال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قتلاه وأعداد الفارّين منه الكاشفين سوءاتهم ، حاولوا التعتيم على كلّ ذلك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ونسبة الشجاعة المطلقة لأبي بكر الذي لم نسمع حتى بقتيل واحد له في وقائع </w:t>
      </w:r>
      <w:r w:rsidR="008A2B0F">
        <w:rPr>
          <w:rFonts w:hint="cs"/>
          <w:rtl/>
        </w:rPr>
        <w:t xml:space="preserve"> </w:t>
      </w:r>
      <w:r>
        <w:rPr>
          <w:rtl/>
        </w:rPr>
        <w:t>الإسلام ، فقالوا :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عن علي أنه قال : أخبروني بأشجع الناس؟ فقالوا : أنت.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أما إنّي ما بارزت أحدا</w:t>
      </w:r>
      <w:r>
        <w:rPr>
          <w:rFonts w:hint="cs"/>
          <w:rtl/>
        </w:rPr>
        <w:t>ً</w:t>
      </w:r>
      <w:r>
        <w:rPr>
          <w:rtl/>
        </w:rPr>
        <w:t xml:space="preserve"> إلا انتصفت منه ، ولكن أخبروني بأشجع الناس </w:t>
      </w:r>
      <w:r w:rsidR="008A2B0F">
        <w:rPr>
          <w:rFonts w:hint="cs"/>
          <w:rtl/>
        </w:rPr>
        <w:t xml:space="preserve"> </w:t>
      </w:r>
      <w:r>
        <w:rPr>
          <w:rtl/>
        </w:rPr>
        <w:t>قالوا : لا نعلم ، فمن؟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قال : أبو بكر ، إنّه لما كان يوم بدر جعلنا لرسول الله عريشا</w:t>
      </w:r>
      <w:r>
        <w:rPr>
          <w:rFonts w:hint="cs"/>
          <w:rtl/>
        </w:rPr>
        <w:t>ً</w:t>
      </w:r>
      <w:r>
        <w:rPr>
          <w:rtl/>
        </w:rPr>
        <w:t xml:space="preserve"> فقلنا : من يكون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مع رسول الله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لئلا يهوي إليه أحد من المشركين ، فواللهما دنا أحد إل</w:t>
      </w:r>
      <w:r>
        <w:rPr>
          <w:rFonts w:hint="cs"/>
          <w:rtl/>
        </w:rPr>
        <w:t>ّ</w:t>
      </w:r>
      <w:r>
        <w:rPr>
          <w:rtl/>
        </w:rPr>
        <w:t xml:space="preserve">ا أبو بكر </w:t>
      </w:r>
      <w:r w:rsidR="008A2B0F">
        <w:rPr>
          <w:rFonts w:hint="cs"/>
          <w:rtl/>
        </w:rPr>
        <w:t xml:space="preserve"> </w:t>
      </w:r>
      <w:r>
        <w:rPr>
          <w:rtl/>
        </w:rPr>
        <w:t>شاهرا</w:t>
      </w:r>
      <w:r>
        <w:rPr>
          <w:rFonts w:hint="cs"/>
          <w:rtl/>
        </w:rPr>
        <w:t>ً</w:t>
      </w:r>
      <w:r>
        <w:rPr>
          <w:rtl/>
        </w:rPr>
        <w:t xml:space="preserve"> بالسيف على رأس رسول الله لا يهوي إليه أحد إل</w:t>
      </w:r>
      <w:r>
        <w:rPr>
          <w:rFonts w:hint="cs"/>
          <w:rtl/>
        </w:rPr>
        <w:t>ّ</w:t>
      </w:r>
      <w:r>
        <w:rPr>
          <w:rtl/>
        </w:rPr>
        <w:t xml:space="preserve">ا أهوى عليه ، فهو أشجع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الناس ... الحديث ، </w:t>
      </w:r>
      <w:r w:rsidRPr="005F7FDA">
        <w:rPr>
          <w:rStyle w:val="libFootnotenumChar"/>
          <w:rtl/>
        </w:rPr>
        <w:t>(1)</w:t>
      </w:r>
      <w:r>
        <w:rPr>
          <w:rtl/>
        </w:rPr>
        <w:t xml:space="preserve"> إلى غيرها من عشرات الأخبار عن علي وغيره في أبي بكر.</w:t>
      </w:r>
    </w:p>
    <w:p w:rsidR="00F631FA" w:rsidRPr="00186AAD" w:rsidRDefault="00F631FA" w:rsidP="005F7FDA">
      <w:pPr>
        <w:pStyle w:val="libLine"/>
        <w:rPr>
          <w:rtl/>
        </w:rPr>
      </w:pPr>
      <w:r w:rsidRPr="00186AAD">
        <w:rPr>
          <w:rtl/>
        </w:rPr>
        <w:t>_</w:t>
      </w:r>
      <w:r w:rsidRPr="00186AAD">
        <w:rPr>
          <w:rFonts w:hint="cs"/>
          <w:rtl/>
        </w:rPr>
        <w:t>_____________</w:t>
      </w:r>
      <w:r w:rsidRPr="00186AAD">
        <w:rPr>
          <w:rtl/>
        </w:rPr>
        <w:t>_</w:t>
      </w:r>
      <w:r w:rsidRPr="00186AAD">
        <w:rPr>
          <w:rFonts w:hint="cs"/>
          <w:rtl/>
        </w:rPr>
        <w:t>_______</w:t>
      </w:r>
      <w:r w:rsidRPr="00186AAD">
        <w:rPr>
          <w:rtl/>
        </w:rPr>
        <w:t>__</w:t>
      </w:r>
      <w:r w:rsidRPr="00186AAD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tl/>
        </w:rPr>
        <w:t>1. مسند البزار 3 : 15 / 761 ، سيرة ابن كثير 2 : 410 ، فتح الباري 7 : 129.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بهذه الأخبار المفتعلة أرادوا إثبات الصدّيقية والشجاعة والأولوية في الحكم </w:t>
      </w:r>
      <w:r w:rsidR="008A2B0F">
        <w:rPr>
          <w:rFonts w:hint="cs"/>
          <w:rtl/>
        </w:rPr>
        <w:t xml:space="preserve"> </w:t>
      </w:r>
      <w:r>
        <w:rPr>
          <w:rtl/>
        </w:rPr>
        <w:t>والخلافة لأبي بكر ، وأنت تراها جميعا</w:t>
      </w:r>
      <w:r>
        <w:rPr>
          <w:rFonts w:hint="cs"/>
          <w:rtl/>
        </w:rPr>
        <w:t>ً</w:t>
      </w:r>
      <w:r>
        <w:rPr>
          <w:rtl/>
        </w:rPr>
        <w:t xml:space="preserve"> وردت قبالاً لما جاء عن رسول الله في </w:t>
      </w:r>
      <w:r w:rsidR="008A2B0F">
        <w:rPr>
          <w:rFonts w:hint="cs"/>
          <w:rtl/>
        </w:rPr>
        <w:t xml:space="preserve"> </w:t>
      </w:r>
      <w:r>
        <w:rPr>
          <w:rtl/>
        </w:rPr>
        <w:t>علي بن أبي طالب.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فقد قالوا : بأنه لُقّبَ بالصدّيق في الجاهلية ، والرسالةُ لم تنزل بعد على (محمّد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بن عبدالله) الصادق الأمين </w:t>
      </w:r>
      <w:r w:rsidRPr="005F7FDA">
        <w:rPr>
          <w:rStyle w:val="libAlaemChar"/>
          <w:rtl/>
        </w:rPr>
        <w:t>صلى‌الله‌عليه‌وآله</w:t>
      </w:r>
      <w:r>
        <w:rPr>
          <w:rtl/>
        </w:rPr>
        <w:t xml:space="preserve"> ، ونقلوا عن رسول الله قوله في أبي بكر : لو كنت </w:t>
      </w:r>
      <w:r w:rsidR="008A2B0F">
        <w:rPr>
          <w:rFonts w:hint="cs"/>
          <w:rtl/>
        </w:rPr>
        <w:t xml:space="preserve"> </w:t>
      </w:r>
      <w:r>
        <w:rPr>
          <w:rtl/>
        </w:rPr>
        <w:t>متخذا</w:t>
      </w:r>
      <w:r>
        <w:rPr>
          <w:rFonts w:hint="cs"/>
          <w:rtl/>
        </w:rPr>
        <w:t>ً</w:t>
      </w:r>
      <w:r>
        <w:rPr>
          <w:rtl/>
        </w:rPr>
        <w:t xml:space="preserve"> خليلاً لاتخذت أبا بكر خليلاً ، قبالاً لأحاديث مؤاخاة رسول الله لعلي </w:t>
      </w:r>
      <w:r w:rsidR="008A2B0F">
        <w:rPr>
          <w:rFonts w:hint="cs"/>
          <w:rtl/>
        </w:rPr>
        <w:t xml:space="preserve"> </w:t>
      </w:r>
      <w:r>
        <w:rPr>
          <w:rtl/>
        </w:rPr>
        <w:t>الثابتة عند الفريقين.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ولا أدري لو صح خبر الخلّة فلماذا لا يؤاخيه معه رسول الله بل آخاه مع عمر </w:t>
      </w:r>
      <w:r w:rsidR="008A2B0F">
        <w:rPr>
          <w:rFonts w:hint="cs"/>
          <w:rtl/>
        </w:rPr>
        <w:t xml:space="preserve"> </w:t>
      </w:r>
      <w:r>
        <w:rPr>
          <w:rtl/>
        </w:rPr>
        <w:t>بن الخطاب؟!!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>ألم تكن المؤاخاة ضمّ الشي إلى نفسه؟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ومن تلك الموضوعات روايتهم حديث : لو أُتي بأبي بكر فوضع في كفّة وجيء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بجميع أُمتي فوضعوا في كفّة رجح أبو بكر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 قبالاً لما ثبت عن رسول الله من قوله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في علي : لمبارزة علي يوم الخندق أفضل من أعمال أُمتي إلى يوم القيامة.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Pr="00277D60" w:rsidRDefault="00F631FA" w:rsidP="005F7FDA">
      <w:pPr>
        <w:pStyle w:val="libLine"/>
        <w:rPr>
          <w:rtl/>
        </w:rPr>
      </w:pPr>
      <w:r w:rsidRPr="00277D60">
        <w:rPr>
          <w:rtl/>
        </w:rPr>
        <w:t>_</w:t>
      </w:r>
      <w:r w:rsidRPr="00277D60">
        <w:rPr>
          <w:rFonts w:hint="cs"/>
          <w:rtl/>
        </w:rPr>
        <w:t>_____________</w:t>
      </w:r>
      <w:r w:rsidRPr="00277D60">
        <w:rPr>
          <w:rtl/>
        </w:rPr>
        <w:t>_</w:t>
      </w:r>
      <w:r w:rsidRPr="00277D60">
        <w:rPr>
          <w:rFonts w:hint="cs"/>
          <w:rtl/>
        </w:rPr>
        <w:t>_______</w:t>
      </w:r>
      <w:r w:rsidRPr="00277D60">
        <w:rPr>
          <w:rtl/>
        </w:rPr>
        <w:t>__</w:t>
      </w:r>
      <w:r w:rsidRPr="00277D60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صحيح البخاري 1 : 119 ـ 120 / كتاب الصلاة باب الخوضة والممر في المسجد ، و 4 : 190 / كتاب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بدء الخلق / باب قول النبي سدوا الأبواب إلا باب أبي بكر ، صحيح مسلم 2 : 68 / باب فضل بناء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المسجد والحث عليها ، 7 : 108 / كتاب فضائل الصحابة / باب من فضائل أبي بكر ، سنن ابن ماجة 1 : </w:t>
      </w:r>
      <w:r w:rsidR="008A2B0F">
        <w:rPr>
          <w:rFonts w:hint="cs"/>
          <w:rtl/>
        </w:rPr>
        <w:t xml:space="preserve"> </w:t>
      </w:r>
      <w:r>
        <w:rPr>
          <w:rtl/>
        </w:rPr>
        <w:t>36 / 93 ، سنن الترمذي 5 : 270 / 3740.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 xml:space="preserve">. المستدرك للحاكم 3 : 14 ، الآحاد والمثاني 5 : 171 / 2707 ، طبقات ابن سعد 2 : 272 / 174 ، سيرة </w:t>
      </w:r>
      <w:r w:rsidR="008A2B0F">
        <w:rPr>
          <w:rFonts w:hint="cs"/>
          <w:rtl/>
        </w:rPr>
        <w:t xml:space="preserve"> </w:t>
      </w:r>
      <w:r>
        <w:rPr>
          <w:rtl/>
        </w:rPr>
        <w:t>ابن هشام 4 : 986.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مسند أحمد 5 : 259 ، مجمع الزوائد 9 : 58 ، المعجم الكبير 8 : 214 ، الموضوعات 2 : 14 ، اللآلي المصنوعة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1 : 378 ، وقالا : لا يصح. وانظر مصادر الحديث في الغدير 7 : 285 / الباب 14 ، أبو بكر في كفة الميزان. </w:t>
      </w:r>
      <w:r w:rsidR="008A2B0F">
        <w:rPr>
          <w:rFonts w:hint="cs"/>
          <w:rtl/>
        </w:rPr>
        <w:t xml:space="preserve"> </w:t>
      </w:r>
      <w:r>
        <w:rPr>
          <w:rtl/>
        </w:rPr>
        <w:t>ومن لطائف الحديث أنّهم حدّثوا البهلول بهذا الحديث ، فقال : إن صحّ هذا الحديث فالخلل في الميزان.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انظر مستدرك الحاكم 3 : 32 ، تاريخ بغداد 13 : 19 ، تاريخ دمشق 5 : 333 ، مناقب الخوارزمي : 107 </w:t>
      </w:r>
      <w:r w:rsidR="008A2B0F">
        <w:rPr>
          <w:rFonts w:hint="cs"/>
          <w:rtl/>
        </w:rPr>
        <w:t xml:space="preserve"> </w:t>
      </w:r>
      <w:r>
        <w:rPr>
          <w:rtl/>
        </w:rPr>
        <w:t>/ 112 ، شواهد التنزيل 2 : 14 ، الطرائف : 514.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وقبالاً لحديث رد الشمس لعلي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1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قالوا : إن الشمس توسلت بأبي بكر)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2</w:t>
      </w:r>
      <w:r w:rsidRPr="005F7FDA">
        <w:rPr>
          <w:rStyle w:val="libFootnotenumChar"/>
          <w:rtl/>
        </w:rPr>
        <w:t>)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وكما أن الثابت هو أنّ اسم علي مكتوب على ساق العرش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3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قالوا إن اسم أبي بكر </w:t>
      </w:r>
      <w:r w:rsidR="008A2B0F">
        <w:rPr>
          <w:rFonts w:hint="cs"/>
          <w:rtl/>
        </w:rPr>
        <w:t xml:space="preserve"> </w:t>
      </w:r>
      <w:r>
        <w:rPr>
          <w:rtl/>
        </w:rPr>
        <w:t>مكتوب عليه كذلك.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4</w:t>
      </w:r>
      <w:r w:rsidRPr="005F7FDA">
        <w:rPr>
          <w:rStyle w:val="libFootnotenumChar"/>
          <w:rtl/>
        </w:rPr>
        <w:t>)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وجاءوا أمام حديث الطائر المشوي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5</w:t>
      </w:r>
      <w:r w:rsidRPr="005F7FDA">
        <w:rPr>
          <w:rStyle w:val="libFootnotenumChar"/>
          <w:rtl/>
        </w:rPr>
        <w:t>)</w:t>
      </w:r>
      <w:r>
        <w:rPr>
          <w:rtl/>
        </w:rPr>
        <w:t xml:space="preserve">بخبر الكبد المشوي لأبي بكر ، </w:t>
      </w:r>
      <w:r w:rsidRPr="005F7FDA">
        <w:rPr>
          <w:rStyle w:val="libFootnotenumChar"/>
          <w:rtl/>
        </w:rPr>
        <w:t>(</w:t>
      </w:r>
      <w:r w:rsidRPr="005F7FDA">
        <w:rPr>
          <w:rStyle w:val="libFootnotenumChar"/>
          <w:rFonts w:hint="cs"/>
          <w:rtl/>
        </w:rPr>
        <w:t>6</w:t>
      </w:r>
      <w:bookmarkStart w:id="11" w:name="_GoBack"/>
      <w:bookmarkEnd w:id="11"/>
      <w:r w:rsidRPr="005F7FDA">
        <w:rPr>
          <w:rStyle w:val="libFootnotenumChar"/>
          <w:rtl/>
        </w:rPr>
        <w:t>)</w:t>
      </w:r>
      <w:r>
        <w:rPr>
          <w:rtl/>
        </w:rPr>
        <w:t xml:space="preserve">إلى </w:t>
      </w:r>
      <w:r w:rsidR="008A2B0F">
        <w:rPr>
          <w:rFonts w:hint="cs"/>
          <w:rtl/>
        </w:rPr>
        <w:t xml:space="preserve"> </w:t>
      </w:r>
      <w:r>
        <w:rPr>
          <w:rtl/>
        </w:rPr>
        <w:t>غيرها من عشرات الروايات والأخبار الموضوعة.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وفي نهاية المطاف نكون قد وقفنا على من هو الصادق ومن هو الكاذب في </w:t>
      </w:r>
      <w:r w:rsidR="008A2B0F">
        <w:rPr>
          <w:rFonts w:hint="cs"/>
          <w:rtl/>
        </w:rPr>
        <w:t xml:space="preserve"> </w:t>
      </w:r>
      <w:r>
        <w:rPr>
          <w:rtl/>
        </w:rPr>
        <w:t>قضية فدك وميراث رسول الله ، وذلك من خلال مجريات الأحداث في عهد</w:t>
      </w:r>
      <w:r w:rsidR="008A2B0F">
        <w:rPr>
          <w:rtl/>
        </w:rPr>
        <w:t xml:space="preserve"> </w:t>
      </w:r>
      <w:r>
        <w:rPr>
          <w:rtl/>
        </w:rPr>
        <w:t xml:space="preserve">رسول الله ثمّ من بعده ، مبتنية على المواقف والنصوص لا على الأقوال والمدّعيات ،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كما اتضحت لنا بعض معايير الصدّيقية ، وأنها لا تتطابق مع أبي بكر بن أبي قحافة ، </w:t>
      </w:r>
      <w:r w:rsidR="008A2B0F">
        <w:rPr>
          <w:rFonts w:hint="cs"/>
          <w:rtl/>
        </w:rPr>
        <w:t xml:space="preserve"> </w:t>
      </w:r>
      <w:r>
        <w:rPr>
          <w:rtl/>
        </w:rPr>
        <w:t>كل ذلك بعد أن وقفنا على سيرته.</w:t>
      </w:r>
    </w:p>
    <w:p w:rsidR="00F631FA" w:rsidRDefault="00F631FA" w:rsidP="007908BF">
      <w:pPr>
        <w:pStyle w:val="libNormal"/>
        <w:rPr>
          <w:rtl/>
        </w:rPr>
      </w:pPr>
      <w:r>
        <w:rPr>
          <w:rtl/>
        </w:rPr>
        <w:t xml:space="preserve">وعليه فالصدّيقية متّفقة مع عليّ والزهراء وأولادهم المعصومين ، لا مع </w:t>
      </w:r>
      <w:r w:rsidR="008A2B0F">
        <w:rPr>
          <w:rFonts w:hint="cs"/>
          <w:rtl/>
        </w:rPr>
        <w:t xml:space="preserve"> </w:t>
      </w:r>
      <w:r>
        <w:rPr>
          <w:rtl/>
        </w:rPr>
        <w:t>غيرهم ، وآخر دعوانا أن الحمد للهرب العالمين.</w:t>
      </w:r>
    </w:p>
    <w:p w:rsidR="00F631FA" w:rsidRDefault="00F631FA" w:rsidP="005F7FDA">
      <w:pPr>
        <w:pStyle w:val="libCenterBold1"/>
        <w:rPr>
          <w:rtl/>
        </w:rPr>
      </w:pPr>
      <w:r>
        <w:t>*</w:t>
      </w:r>
    </w:p>
    <w:p w:rsidR="00F631FA" w:rsidRPr="00F816FC" w:rsidRDefault="008A2B0F" w:rsidP="005F7FDA">
      <w:pPr>
        <w:pStyle w:val="libLine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="00F631FA" w:rsidRPr="00F816FC">
        <w:rPr>
          <w:rtl/>
        </w:rPr>
        <w:t>_</w:t>
      </w:r>
      <w:r w:rsidR="00F631FA" w:rsidRPr="00F816FC">
        <w:rPr>
          <w:rFonts w:hint="cs"/>
          <w:rtl/>
        </w:rPr>
        <w:t>_____________</w:t>
      </w:r>
      <w:r w:rsidR="00F631FA" w:rsidRPr="00F816FC">
        <w:rPr>
          <w:rtl/>
        </w:rPr>
        <w:t>_</w:t>
      </w:r>
      <w:r w:rsidR="00F631FA" w:rsidRPr="00F816FC">
        <w:rPr>
          <w:rFonts w:hint="cs"/>
          <w:rtl/>
        </w:rPr>
        <w:t>_______</w:t>
      </w:r>
      <w:r w:rsidR="00F631FA" w:rsidRPr="00F816FC">
        <w:rPr>
          <w:rtl/>
        </w:rPr>
        <w:t>__</w:t>
      </w:r>
      <w:r w:rsidR="00F631FA" w:rsidRPr="00F816FC">
        <w:rPr>
          <w:rFonts w:hint="cs"/>
          <w:rtl/>
        </w:rPr>
        <w:t>_______________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. قد مر تخرجيه ، وقد أورد السيوطي في اللآلي المصنوعة 1 : 308ـ312 ، طرقه بأسانيد كثيرة </w:t>
      </w:r>
      <w:r w:rsidR="008A2B0F">
        <w:rPr>
          <w:rFonts w:hint="cs"/>
          <w:rtl/>
        </w:rPr>
        <w:t xml:space="preserve"> </w:t>
      </w:r>
      <w:r>
        <w:rPr>
          <w:rtl/>
        </w:rPr>
        <w:t>وصحيحة بما لا مزيد عليه ، وانظر الغدير 3 : 127.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. الرواية كاملة في الغدير 7 : 288 عن نزهة المجالس 2 : 184.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المعجم الكبير 22 : 200 ، نظم درر السمطين : 120 ، كنز العمال 11 : 624 / 33040 ، شواهد التنزيل </w:t>
      </w:r>
      <w:r w:rsidR="008A2B0F">
        <w:rPr>
          <w:rFonts w:hint="cs"/>
          <w:rtl/>
        </w:rPr>
        <w:t xml:space="preserve"> </w:t>
      </w:r>
      <w:r>
        <w:rPr>
          <w:rtl/>
        </w:rPr>
        <w:t>1 : 293 / 300 ، 298 / 304 ، تاريخ بغداد 11 : 173 ، تاريخ دمشق 16 : 456.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تاريخ دمشق 37 : 344 ، 44 : 50 ، ميزان الاعتدال 3 : 117 / 5800 ، الكامل في الضعفاء لابن عدي </w:t>
      </w:r>
      <w:r w:rsidR="008A2B0F">
        <w:rPr>
          <w:rFonts w:hint="cs"/>
          <w:rtl/>
        </w:rPr>
        <w:t xml:space="preserve"> </w:t>
      </w:r>
      <w:r>
        <w:rPr>
          <w:rtl/>
        </w:rPr>
        <w:t>5 : 33.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5</w:t>
      </w:r>
      <w:r>
        <w:rPr>
          <w:rtl/>
        </w:rPr>
        <w:t xml:space="preserve">. سنن الترمذي 5 : 300 / 3805 ، مستدرك الحاكم 3 : 130ـ131 ، المعجم الكبير 1 : 253 ، 7 : 82 ، </w:t>
      </w:r>
      <w:r w:rsidR="008A2B0F">
        <w:rPr>
          <w:rFonts w:hint="cs"/>
          <w:rtl/>
        </w:rPr>
        <w:t xml:space="preserve"> </w:t>
      </w:r>
      <w:r>
        <w:rPr>
          <w:rtl/>
        </w:rPr>
        <w:t>10 : 282 ، معرفة علوم الحديث 6 ، مسند أبي حنيفة : 234 ، نظم درر السمطين : 101.</w:t>
      </w:r>
    </w:p>
    <w:p w:rsidR="00F631FA" w:rsidRDefault="00F631FA" w:rsidP="005F7FDA">
      <w:pPr>
        <w:pStyle w:val="libFootnote0"/>
        <w:rPr>
          <w:rtl/>
        </w:rPr>
      </w:pPr>
      <w:r>
        <w:rPr>
          <w:rFonts w:hint="cs"/>
          <w:rtl/>
        </w:rPr>
        <w:t>6</w:t>
      </w:r>
      <w:r>
        <w:rPr>
          <w:rtl/>
        </w:rPr>
        <w:t>. الرياض النضرة 2 : 135 / 10 ، مرآة الجنان 1 : 68 / أحاديث السنة الثالثة عشرة.</w:t>
      </w:r>
    </w:p>
    <w:p w:rsidR="00F631FA" w:rsidRDefault="00F631FA" w:rsidP="00F631FA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F631FA" w:rsidRDefault="008A2B0F" w:rsidP="00F631FA">
      <w:pPr>
        <w:pStyle w:val="Heading1Center"/>
        <w:rPr>
          <w:rtl/>
        </w:rPr>
      </w:pPr>
      <w:r>
        <w:rPr>
          <w:rFonts w:hint="cs"/>
          <w:rtl/>
        </w:rPr>
        <w:lastRenderedPageBreak/>
        <w:t xml:space="preserve">      </w:t>
      </w:r>
    </w:p>
    <w:p w:rsidR="00F631FA" w:rsidRDefault="00F631FA" w:rsidP="00F631FA">
      <w:pPr>
        <w:pStyle w:val="Heading1Center"/>
        <w:rPr>
          <w:rtl/>
        </w:rPr>
      </w:pPr>
      <w:bookmarkStart w:id="12" w:name="_Toc414105340"/>
      <w:r>
        <w:rPr>
          <w:rtl/>
        </w:rPr>
        <w:t>ثبت المراجع</w:t>
      </w:r>
      <w:bookmarkEnd w:id="12"/>
    </w:p>
    <w:p w:rsidR="00F631FA" w:rsidRDefault="00F631FA" w:rsidP="005F7FDA">
      <w:pPr>
        <w:pStyle w:val="libCenterBold1"/>
        <w:rPr>
          <w:rtl/>
        </w:rPr>
      </w:pPr>
      <w:r>
        <w:rPr>
          <w:rtl/>
        </w:rPr>
        <w:t>بعد القرآن الكريم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 ـ الآحاد والمثاني</w:t>
      </w:r>
      <w:r>
        <w:rPr>
          <w:rtl/>
        </w:rPr>
        <w:t xml:space="preserve"> / 6 مجلدات.</w:t>
      </w:r>
    </w:p>
    <w:p w:rsidR="00F631FA" w:rsidRPr="00002B9E" w:rsidRDefault="00F631FA" w:rsidP="005F7FDA">
      <w:pPr>
        <w:pStyle w:val="libVar"/>
        <w:rPr>
          <w:rtl/>
        </w:rPr>
      </w:pPr>
      <w:r w:rsidRPr="00002B9E">
        <w:rPr>
          <w:rtl/>
        </w:rPr>
        <w:t xml:space="preserve">للضحاك الشيباني ، أبي بكر ، أحمد بن عمرو بن الضحاك ت (287). تحقيق : فيصل </w:t>
      </w:r>
      <w:r w:rsidR="008A2B0F">
        <w:rPr>
          <w:rFonts w:hint="cs"/>
          <w:rtl/>
        </w:rPr>
        <w:t xml:space="preserve"> </w:t>
      </w:r>
      <w:r w:rsidRPr="00002B9E">
        <w:rPr>
          <w:rtl/>
        </w:rPr>
        <w:t>أحمد الجوابرة. الطبعة الأُولى ، دار الدرايةـ الرياض. 1411 هـ.ـ 1991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2 ـ الأحاديث المختارة</w:t>
      </w:r>
      <w:r>
        <w:rPr>
          <w:rtl/>
        </w:rPr>
        <w:t xml:space="preserve"> / 10 مجلدات.</w:t>
      </w:r>
    </w:p>
    <w:p w:rsidR="00F631FA" w:rsidRPr="00683EB4" w:rsidRDefault="00F631FA" w:rsidP="005F7FDA">
      <w:pPr>
        <w:pStyle w:val="libVar"/>
        <w:rPr>
          <w:rtl/>
        </w:rPr>
      </w:pPr>
      <w:r w:rsidRPr="00683EB4">
        <w:rPr>
          <w:rtl/>
        </w:rPr>
        <w:t xml:space="preserve">للمقدسي الحنبلي ، أبي عبدالله، محمد بن عبدالواحد بن أحمد ، ت (643) ، تحقيق : عبدالملك </w:t>
      </w:r>
      <w:r w:rsidR="008A2B0F">
        <w:rPr>
          <w:rFonts w:hint="cs"/>
          <w:rtl/>
        </w:rPr>
        <w:t xml:space="preserve"> </w:t>
      </w:r>
      <w:r w:rsidRPr="00683EB4">
        <w:rPr>
          <w:rtl/>
        </w:rPr>
        <w:t>بن عبداللهبن دهيش. الطبعة الأُولى ، مكتبة النهضة الحديثةـمكة المكرمة. 1410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 ـ الاحتجاج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للطبرسي ، أبي منصور ، أحمد بن علي بن أبي طالب ت</w:t>
      </w:r>
      <w:r w:rsidRPr="00C0312E">
        <w:rPr>
          <w:rtl/>
        </w:rPr>
        <w:t>(548)</w:t>
      </w:r>
      <w:r>
        <w:rPr>
          <w:rtl/>
        </w:rPr>
        <w:t xml:space="preserve">تحقيق : السيد </w:t>
      </w:r>
      <w:r w:rsidR="008A2B0F">
        <w:rPr>
          <w:rFonts w:hint="cs"/>
          <w:rtl/>
        </w:rPr>
        <w:t xml:space="preserve"> </w:t>
      </w:r>
      <w:r>
        <w:rPr>
          <w:rtl/>
        </w:rPr>
        <w:t>محمدباقر الخرسان. دار النعمان ـ النجف 1386 هـ.ـ 199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4 ـ أحكام القرآن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للجصاص ، أبي بكر ، أحمد بن علي الرازي ، ت</w:t>
      </w:r>
      <w:r w:rsidRPr="00C0312E">
        <w:rPr>
          <w:rtl/>
        </w:rPr>
        <w:t>(370)</w:t>
      </w:r>
      <w:r>
        <w:rPr>
          <w:rtl/>
        </w:rPr>
        <w:t xml:space="preserve">. تحقيق : عبدالسلام محمد علي </w:t>
      </w:r>
      <w:r w:rsidR="008A2B0F">
        <w:rPr>
          <w:rFonts w:hint="cs"/>
          <w:rtl/>
        </w:rPr>
        <w:t xml:space="preserve"> </w:t>
      </w:r>
      <w:r>
        <w:rPr>
          <w:rtl/>
        </w:rPr>
        <w:t>شاهين ، الطبعة الأُولى ، دار الكتب العلمية ـ بيروت 1415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 ـ إحياء علوم الدين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للغزالي ، أبي حامد ، محمد بن محمد ، ت</w:t>
      </w:r>
      <w:r w:rsidRPr="00C0312E">
        <w:rPr>
          <w:rtl/>
        </w:rPr>
        <w:t>(505)</w:t>
      </w:r>
      <w:r>
        <w:rPr>
          <w:rtl/>
        </w:rPr>
        <w:t>. دار المعرفة ـ بيروت.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br w:type="page"/>
      </w:r>
      <w:r w:rsidRPr="008C66F5">
        <w:rPr>
          <w:rtl/>
        </w:rPr>
        <w:lastRenderedPageBreak/>
        <w:t xml:space="preserve">6 </w:t>
      </w:r>
      <w:r>
        <w:rPr>
          <w:rtl/>
        </w:rPr>
        <w:t>ـ</w:t>
      </w:r>
      <w:r w:rsidRPr="008C66F5">
        <w:rPr>
          <w:rtl/>
        </w:rPr>
        <w:t xml:space="preserve"> الاختصاص.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المفيد ، أبي عبدالله، محمد بن محمد بن النعمان ، العكبري ، البغدادي ، ت</w:t>
      </w:r>
      <w:r w:rsidR="008A2B0F">
        <w:rPr>
          <w:rtl/>
        </w:rPr>
        <w:t xml:space="preserve"> </w:t>
      </w:r>
      <w:r w:rsidRPr="008C66F5">
        <w:rPr>
          <w:rtl/>
        </w:rPr>
        <w:t>(413)</w:t>
      </w:r>
      <w:r>
        <w:rPr>
          <w:rtl/>
        </w:rPr>
        <w:t>. تحقيق علي أكبر الغفاري والسيد محمود الزرندي ، جماعة المدرسين ـ قم.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7 ـ الإرشاد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المفيد ، أبي عبدالله، محمد بن محمد بن النعمان العكبري ، البغدادي ، ت</w:t>
      </w:r>
      <w:r w:rsidRPr="00C0312E">
        <w:rPr>
          <w:rtl/>
        </w:rPr>
        <w:t>(413)</w:t>
      </w:r>
      <w:r>
        <w:rPr>
          <w:rtl/>
        </w:rPr>
        <w:t>.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تحقيق : مؤسسة آل البيت </w:t>
      </w:r>
      <w:r w:rsidRPr="005F7FDA">
        <w:rPr>
          <w:rStyle w:val="libAlaemChar"/>
          <w:rtl/>
        </w:rPr>
        <w:t>عليهم</w:t>
      </w:r>
      <w:r w:rsidRPr="005F7FDA">
        <w:rPr>
          <w:rStyle w:val="libAlaemChar"/>
          <w:rFonts w:hint="cs"/>
          <w:rtl/>
        </w:rPr>
        <w:t>‌السلام</w:t>
      </w:r>
      <w:r>
        <w:rPr>
          <w:rtl/>
        </w:rPr>
        <w:t xml:space="preserve"> ، نشر : دار المفيد ـ قم.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 ـ إرشاد الساري لشرح صحيح البخاري</w:t>
      </w:r>
      <w:r>
        <w:rPr>
          <w:rtl/>
        </w:rPr>
        <w:t xml:space="preserve"> 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للقسطلاني ، أبي العباس ، أحمد بن محمد ، ت</w:t>
      </w:r>
      <w:r w:rsidRPr="00C0312E">
        <w:rPr>
          <w:rtl/>
        </w:rPr>
        <w:t>(923)</w:t>
      </w:r>
      <w:r>
        <w:rPr>
          <w:rtl/>
        </w:rPr>
        <w:t>. دار إحياء التراث العربي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 ـ الاستبصار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الطوسي ، أبي جعفر ، محمد بن الحسن ، ت</w:t>
      </w:r>
      <w:r w:rsidRPr="00C0312E">
        <w:rPr>
          <w:rtl/>
        </w:rPr>
        <w:t>(460)</w:t>
      </w:r>
      <w:r>
        <w:rPr>
          <w:rtl/>
        </w:rPr>
        <w:t xml:space="preserve">. تحقيق : السيد حسن الموسوي </w:t>
      </w:r>
      <w:r w:rsidR="008A2B0F">
        <w:rPr>
          <w:rFonts w:hint="cs"/>
          <w:rtl/>
        </w:rPr>
        <w:t xml:space="preserve"> </w:t>
      </w:r>
      <w:r>
        <w:rPr>
          <w:rtl/>
        </w:rPr>
        <w:t>الخرسان ، والشيخ علي الآخوندي. الطبعة الرابعة ، دار الكتب الإسلامية ـ طهران 1984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 ـ الاستيعاب في معرفة الأصحاب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عبدالبر ، أبي عمر ، يوسف بن عبداللهبن محمد النمري ، القرطبي ، ت</w:t>
      </w:r>
      <w:r w:rsidRPr="00C0312E">
        <w:rPr>
          <w:rtl/>
        </w:rPr>
        <w:t>(463)</w:t>
      </w:r>
      <w:r>
        <w:rPr>
          <w:rtl/>
        </w:rPr>
        <w:t>.</w:t>
      </w:r>
      <w:r w:rsidR="008A2B0F">
        <w:rPr>
          <w:rFonts w:hint="cs"/>
          <w:rtl/>
        </w:rPr>
        <w:t xml:space="preserve"> </w:t>
      </w:r>
      <w:r>
        <w:rPr>
          <w:rtl/>
        </w:rPr>
        <w:t>تحقيق : علي محمد البجاوي ، دار الجيل ـ بيروت 1412.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11 ـ أُسد الغابة</w:t>
      </w:r>
      <w:r>
        <w:rPr>
          <w:rtl/>
        </w:rPr>
        <w:t xml:space="preserve"> / 5 مجلدات.</w:t>
      </w:r>
    </w:p>
    <w:p w:rsidR="00F631FA" w:rsidRPr="00041CE7" w:rsidRDefault="00F631FA" w:rsidP="005F7FDA">
      <w:pPr>
        <w:pStyle w:val="libVar"/>
        <w:rPr>
          <w:rtl/>
        </w:rPr>
      </w:pPr>
      <w:r w:rsidRPr="00041CE7">
        <w:rPr>
          <w:rtl/>
        </w:rPr>
        <w:t>لابن الأثير ، أبي الحسن ، علي بن أبي الكرم. نشر دار إسماعيليان ـ طهران.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 ـ الإصابة في تمييز الصحابة</w:t>
      </w:r>
      <w:r>
        <w:rPr>
          <w:rtl/>
        </w:rPr>
        <w:t xml:space="preserve"> / 8 مجلدات.</w:t>
      </w:r>
    </w:p>
    <w:p w:rsidR="00F631FA" w:rsidRPr="00041CE7" w:rsidRDefault="00F631FA" w:rsidP="005F7FDA">
      <w:pPr>
        <w:pStyle w:val="libVar"/>
        <w:rPr>
          <w:rtl/>
        </w:rPr>
      </w:pPr>
      <w:r w:rsidRPr="00041CE7">
        <w:rPr>
          <w:rtl/>
        </w:rPr>
        <w:t xml:space="preserve">لابن حجر ، أحمد بن علي العسقلاني ، ت (852). تحقيق : الشيخ عادل أحمد </w:t>
      </w:r>
      <w:r w:rsidR="008A2B0F">
        <w:rPr>
          <w:rFonts w:hint="cs"/>
          <w:rtl/>
        </w:rPr>
        <w:t xml:space="preserve"> </w:t>
      </w:r>
      <w:r w:rsidRPr="00041CE7">
        <w:rPr>
          <w:rtl/>
        </w:rPr>
        <w:t xml:space="preserve">عبدالموجود ، الشيخ علي محمد معوض ، الطبعة الأُولى ، دار الكتب العلميةـبيروت </w:t>
      </w:r>
      <w:r w:rsidR="008A2B0F">
        <w:rPr>
          <w:rFonts w:hint="cs"/>
          <w:rtl/>
        </w:rPr>
        <w:t xml:space="preserve"> </w:t>
      </w:r>
      <w:r w:rsidRPr="00041CE7">
        <w:rPr>
          <w:rtl/>
        </w:rPr>
        <w:t>1415 هـ. 1995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 ـ اعتقاد أهل السنّة</w:t>
      </w:r>
      <w:r>
        <w:rPr>
          <w:rtl/>
        </w:rPr>
        <w:t xml:space="preserve"> / 4 مجلدات.</w:t>
      </w:r>
    </w:p>
    <w:p w:rsidR="00F631FA" w:rsidRPr="00041CE7" w:rsidRDefault="00F631FA" w:rsidP="005F7FDA">
      <w:pPr>
        <w:pStyle w:val="libVar"/>
        <w:rPr>
          <w:rtl/>
        </w:rPr>
      </w:pPr>
      <w:r w:rsidRPr="00041CE7">
        <w:rPr>
          <w:rtl/>
        </w:rPr>
        <w:t xml:space="preserve">للالكائي ، أبي القاسم ، هبة الله بن الحسن بن منصور ، ت (418). تحقيق : أحمد سعد </w:t>
      </w:r>
      <w:r w:rsidR="008A2B0F">
        <w:rPr>
          <w:rFonts w:hint="cs"/>
          <w:rtl/>
        </w:rPr>
        <w:t xml:space="preserve"> </w:t>
      </w:r>
      <w:r w:rsidRPr="00041CE7">
        <w:rPr>
          <w:rtl/>
        </w:rPr>
        <w:t>حمدان ، دار طيبة ـ الرياض 1402 هـ.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14 </w:t>
      </w:r>
      <w:r>
        <w:rPr>
          <w:rtl/>
        </w:rPr>
        <w:t>ـ</w:t>
      </w:r>
      <w:r w:rsidRPr="008C66F5">
        <w:rPr>
          <w:rtl/>
        </w:rPr>
        <w:t xml:space="preserve"> الإفصاح.</w:t>
      </w:r>
    </w:p>
    <w:p w:rsidR="00F631FA" w:rsidRPr="005F7FDA" w:rsidRDefault="00F631FA" w:rsidP="007908BF">
      <w:pPr>
        <w:pStyle w:val="libNormal"/>
        <w:rPr>
          <w:rStyle w:val="libPoemTiniChar0"/>
          <w:rtl/>
        </w:rPr>
      </w:pPr>
      <w:r w:rsidRPr="00041CE7">
        <w:rPr>
          <w:rtl/>
        </w:rPr>
        <w:t xml:space="preserve">للشيخ المفيد ، </w:t>
      </w:r>
      <w:r>
        <w:rPr>
          <w:rtl/>
        </w:rPr>
        <w:t>أبي عبدالل</w:t>
      </w:r>
      <w:r w:rsidRPr="00041CE7">
        <w:rPr>
          <w:rtl/>
        </w:rPr>
        <w:t xml:space="preserve">ه، محمد بن محمد بن النعمان ، العكبري ، البغدادي ،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</w:t>
      </w:r>
      <w:r w:rsidRPr="008C66F5">
        <w:rPr>
          <w:rtl/>
        </w:rPr>
        <w:t>(413)</w:t>
      </w:r>
      <w:r>
        <w:rPr>
          <w:rtl/>
        </w:rPr>
        <w:t>. تحقيق ونشر : مؤسسة البعثةـقم 1412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15 ـ إقبال الأعمال</w:t>
      </w:r>
      <w:r>
        <w:rPr>
          <w:rtl/>
        </w:rPr>
        <w:t xml:space="preserve"> / 3 مجلدات.</w:t>
      </w:r>
    </w:p>
    <w:p w:rsidR="00F631FA" w:rsidRPr="00041CE7" w:rsidRDefault="00F631FA" w:rsidP="005F7FDA">
      <w:pPr>
        <w:pStyle w:val="libVar"/>
        <w:rPr>
          <w:rtl/>
        </w:rPr>
      </w:pPr>
      <w:r w:rsidRPr="00041CE7">
        <w:rPr>
          <w:rtl/>
        </w:rPr>
        <w:t xml:space="preserve">لابن طاووس ، السيد رضي الدين ، علي بن موسى بن جعفر ، ت (664). تحقيق : جواد </w:t>
      </w:r>
      <w:r w:rsidR="008A2B0F">
        <w:rPr>
          <w:rFonts w:hint="cs"/>
          <w:rtl/>
        </w:rPr>
        <w:t xml:space="preserve"> </w:t>
      </w:r>
      <w:r w:rsidRPr="00041CE7">
        <w:rPr>
          <w:rtl/>
        </w:rPr>
        <w:t>القيومي الأصفهاني ، الطبعة الأُولى ، مكتب الإعلام الإسلامي ـ قم 1414 هـ.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16 </w:t>
      </w:r>
      <w:r>
        <w:rPr>
          <w:rtl/>
        </w:rPr>
        <w:t>ـ</w:t>
      </w:r>
      <w:r w:rsidRPr="008C66F5">
        <w:rPr>
          <w:rtl/>
        </w:rPr>
        <w:t xml:space="preserve"> الإمامة والتبصرة من الحيرة.</w:t>
      </w:r>
    </w:p>
    <w:p w:rsidR="00F631FA" w:rsidRPr="00041CE7" w:rsidRDefault="00F631FA" w:rsidP="005F7FDA">
      <w:pPr>
        <w:pStyle w:val="libVar"/>
        <w:rPr>
          <w:rtl/>
        </w:rPr>
      </w:pPr>
      <w:r w:rsidRPr="00041CE7">
        <w:rPr>
          <w:rtl/>
        </w:rPr>
        <w:t xml:space="preserve">لابن بابويه القمي ، أبي الحسن ، علي بن الحسين بن موسى ، ت (329). تحقيق ونشر : </w:t>
      </w:r>
      <w:r w:rsidR="008A2B0F">
        <w:rPr>
          <w:rFonts w:hint="cs"/>
          <w:rtl/>
        </w:rPr>
        <w:t xml:space="preserve"> </w:t>
      </w:r>
      <w:r w:rsidRPr="00041CE7">
        <w:rPr>
          <w:rtl/>
        </w:rPr>
        <w:t>مدرسة الإمام المهدي (عج) ـ قم.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17 </w:t>
      </w:r>
      <w:r>
        <w:rPr>
          <w:rtl/>
        </w:rPr>
        <w:t>ـ</w:t>
      </w:r>
      <w:r w:rsidRPr="008C66F5">
        <w:rPr>
          <w:rtl/>
        </w:rPr>
        <w:t xml:space="preserve"> الأمالي.</w:t>
      </w:r>
    </w:p>
    <w:p w:rsidR="00F631FA" w:rsidRPr="00041CE7" w:rsidRDefault="00F631FA" w:rsidP="005F7FDA">
      <w:pPr>
        <w:pStyle w:val="libVar"/>
        <w:rPr>
          <w:rtl/>
        </w:rPr>
      </w:pPr>
      <w:r w:rsidRPr="00041CE7">
        <w:rPr>
          <w:rtl/>
        </w:rPr>
        <w:t xml:space="preserve">للشيخ الطوسي ، أبي جعفر ، محمد بن الحسن ، ت (460). تحقيق : قسم الدراسات </w:t>
      </w:r>
      <w:r w:rsidR="008A2B0F">
        <w:rPr>
          <w:rFonts w:hint="cs"/>
          <w:rtl/>
        </w:rPr>
        <w:t xml:space="preserve"> </w:t>
      </w:r>
      <w:r w:rsidRPr="00041CE7">
        <w:rPr>
          <w:rtl/>
        </w:rPr>
        <w:t>الإسلامية ، الطبعة الأُولى ، دار الثقافة ـ قم 1414 هـ.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18 </w:t>
      </w:r>
      <w:r>
        <w:rPr>
          <w:rtl/>
        </w:rPr>
        <w:t>ـ</w:t>
      </w:r>
      <w:r w:rsidRPr="008C66F5">
        <w:rPr>
          <w:rtl/>
        </w:rPr>
        <w:t xml:space="preserve"> الأمالي.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المفيد ، أبي عبدالله، محمد بن محمد بن النعمان ، العكبري البغدادي ، ت</w:t>
      </w:r>
      <w:r w:rsidRPr="00C0312E">
        <w:rPr>
          <w:rtl/>
        </w:rPr>
        <w:t>(413)</w:t>
      </w:r>
      <w:r>
        <w:rPr>
          <w:rtl/>
        </w:rPr>
        <w:t>.</w:t>
      </w:r>
      <w:r w:rsidR="008A2B0F">
        <w:rPr>
          <w:rFonts w:hint="cs"/>
          <w:rtl/>
        </w:rPr>
        <w:t xml:space="preserve"> </w:t>
      </w:r>
      <w:r>
        <w:rPr>
          <w:rtl/>
        </w:rPr>
        <w:t>تحقيق : الحسين أستاد ولي ، علي أكبر غفاري ، جماعة المدرسين ـ قم.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19 </w:t>
      </w:r>
      <w:r>
        <w:rPr>
          <w:rtl/>
        </w:rPr>
        <w:t>ـ</w:t>
      </w:r>
      <w:r w:rsidRPr="008C66F5">
        <w:rPr>
          <w:rtl/>
        </w:rPr>
        <w:t xml:space="preserve"> الأمالي.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الصدوق ، أبي جعفر ، محمد بن علي بن الحسين بن موسى بن بابويه القمي ، ت</w:t>
      </w:r>
      <w:r w:rsidR="008A2B0F">
        <w:rPr>
          <w:rFonts w:hint="cs"/>
          <w:rtl/>
        </w:rPr>
        <w:t xml:space="preserve"> </w:t>
      </w:r>
      <w:r w:rsidRPr="00C0312E">
        <w:rPr>
          <w:rtl/>
        </w:rPr>
        <w:t>(318)</w:t>
      </w:r>
      <w:r>
        <w:rPr>
          <w:rtl/>
        </w:rPr>
        <w:t>. تحقيق : قسم الدراسات الإسلامية ، الطبعة الأُولى ، مؤسسة البعثة ـ قم 1417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20 ـ الإمامة والسياسة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قتيبة الدينوري ، أبي محمد ، عبداللهبن مسلم ، ت</w:t>
      </w:r>
      <w:r w:rsidRPr="00C0312E">
        <w:rPr>
          <w:rtl/>
        </w:rPr>
        <w:t>(276)</w:t>
      </w:r>
      <w:r>
        <w:rPr>
          <w:rtl/>
        </w:rPr>
        <w:t xml:space="preserve">. تحقيق : طه محمد </w:t>
      </w:r>
      <w:r w:rsidR="008A2B0F">
        <w:rPr>
          <w:rFonts w:hint="cs"/>
          <w:rtl/>
        </w:rPr>
        <w:t xml:space="preserve"> </w:t>
      </w:r>
      <w:r>
        <w:rPr>
          <w:rtl/>
        </w:rPr>
        <w:t>الزيني ، الطبعة الأُولى ، مؤسسة الحلبي وشركاؤه ـ القاهرة 1413 هـ.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21 </w:t>
      </w:r>
      <w:r>
        <w:rPr>
          <w:rtl/>
        </w:rPr>
        <w:t>ـ</w:t>
      </w:r>
      <w:r w:rsidRPr="008C66F5">
        <w:rPr>
          <w:rtl/>
        </w:rPr>
        <w:t xml:space="preserve"> أنساب الأشراف.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للبلاذري ، أحمد بن يحيى بن جابر ، من أعلام القرن الثالث الهجري. تحقيق : الشيخ </w:t>
      </w:r>
      <w:r w:rsidR="008A2B0F">
        <w:rPr>
          <w:rFonts w:hint="cs"/>
          <w:rtl/>
        </w:rPr>
        <w:t xml:space="preserve"> </w:t>
      </w:r>
      <w:r>
        <w:rPr>
          <w:rtl/>
        </w:rPr>
        <w:t>محمدباقر المحمودي ، الطبعة الأُولى ، مؤسسة الأعلمي ـ بيروت 1394 هـ. 1974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22 ـ الأنساب</w:t>
      </w:r>
      <w:r>
        <w:rPr>
          <w:rtl/>
        </w:rPr>
        <w:t xml:space="preserve"> / 5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للسمعاني ، أبي سعد ، عبدالكريم بن محمد بن منصور ، ت</w:t>
      </w:r>
      <w:r w:rsidRPr="00C0312E">
        <w:rPr>
          <w:rtl/>
        </w:rPr>
        <w:t>(562)</w:t>
      </w:r>
      <w:r>
        <w:rPr>
          <w:rtl/>
        </w:rPr>
        <w:t xml:space="preserve">. تحقيق : عبداللهعمر </w:t>
      </w:r>
      <w:r w:rsidR="008A2B0F">
        <w:rPr>
          <w:rFonts w:hint="cs"/>
          <w:rtl/>
        </w:rPr>
        <w:t xml:space="preserve"> </w:t>
      </w:r>
      <w:r>
        <w:rPr>
          <w:rtl/>
        </w:rPr>
        <w:t>البارودي.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23 ـ بحار الأنوار</w:t>
      </w:r>
      <w:r>
        <w:rPr>
          <w:rtl/>
        </w:rPr>
        <w:t xml:space="preserve"> / 110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للمجلسي ، محمد باقر ، ت (1111 هـ.) الطبعة الثانية المصححة ، مؤسسة الوفاءـ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1403 هـ. 1983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24 ـ البداية والنهاية</w:t>
      </w:r>
      <w:r>
        <w:rPr>
          <w:rtl/>
        </w:rPr>
        <w:t xml:space="preserve"> / 14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كثير ، أبي الفداء ، إسماعيل بن كثير الدمشقي ، ت</w:t>
      </w:r>
      <w:r w:rsidRPr="008C66F5">
        <w:rPr>
          <w:rtl/>
        </w:rPr>
        <w:t>(774)</w:t>
      </w:r>
      <w:r>
        <w:rPr>
          <w:rtl/>
        </w:rPr>
        <w:t xml:space="preserve">. تحقيق : علي شيري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الأُولى ، دار إحياء التراث العربي ـ بيروت 1408 هـ.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25 </w:t>
      </w:r>
      <w:r>
        <w:rPr>
          <w:rtl/>
        </w:rPr>
        <w:t>ـ</w:t>
      </w:r>
      <w:r w:rsidRPr="008C66F5">
        <w:rPr>
          <w:rtl/>
        </w:rPr>
        <w:t xml:space="preserve"> بشارة المصطفى.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للطبري ، أبي جعفر بن أبي القاسم ، من علماء الإمامية في القرن السادس. تحقيق : جواد </w:t>
      </w:r>
      <w:r w:rsidR="008A2B0F">
        <w:rPr>
          <w:rFonts w:hint="cs"/>
          <w:rtl/>
        </w:rPr>
        <w:t xml:space="preserve"> </w:t>
      </w:r>
      <w:r>
        <w:rPr>
          <w:rtl/>
        </w:rPr>
        <w:t>القيومي الاصفهاني ، الطبعة الأُولى ، مؤسسة النشر الإسلامي ـ قم 1420 هـ.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26 </w:t>
      </w:r>
      <w:r>
        <w:rPr>
          <w:rtl/>
        </w:rPr>
        <w:t>ـ</w:t>
      </w:r>
      <w:r w:rsidRPr="008C66F5">
        <w:rPr>
          <w:rtl/>
        </w:rPr>
        <w:t xml:space="preserve"> بصائر الدرجات.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للصفار ، محمد بن الحسن بن فروخ ، ت</w:t>
      </w:r>
      <w:r w:rsidRPr="008C66F5">
        <w:rPr>
          <w:rtl/>
        </w:rPr>
        <w:t>(290)</w:t>
      </w:r>
      <w:r>
        <w:rPr>
          <w:rtl/>
        </w:rPr>
        <w:t>مؤسسة الأعلمي ـ طهران 1404 هـ.</w:t>
      </w:r>
    </w:p>
    <w:p w:rsidR="00F631FA" w:rsidRPr="008C66F5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27 </w:t>
      </w:r>
      <w:r>
        <w:rPr>
          <w:rtl/>
        </w:rPr>
        <w:t>ـ</w:t>
      </w:r>
      <w:r w:rsidRPr="008C66F5">
        <w:rPr>
          <w:rtl/>
        </w:rPr>
        <w:t xml:space="preserve"> بغية الباحث عن زوائد مسند الحارث.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للهيثمي ، علي بن أبي بكر ، ت</w:t>
      </w:r>
      <w:r w:rsidRPr="008C66F5">
        <w:rPr>
          <w:rtl/>
        </w:rPr>
        <w:t>(807)</w:t>
      </w:r>
      <w:r>
        <w:rPr>
          <w:rtl/>
        </w:rPr>
        <w:t xml:space="preserve">. تحقيق : مسعد عبدالحميد محمد السعدني ، نشر </w:t>
      </w:r>
      <w:r w:rsidR="008A2B0F">
        <w:rPr>
          <w:rFonts w:hint="cs"/>
          <w:rtl/>
        </w:rPr>
        <w:t xml:space="preserve"> </w:t>
      </w:r>
      <w:r>
        <w:rPr>
          <w:rtl/>
        </w:rPr>
        <w:t>دار الطلائع ـ بيروت.</w:t>
      </w:r>
    </w:p>
    <w:p w:rsidR="00F631FA" w:rsidRDefault="00F631FA" w:rsidP="005F7FDA">
      <w:pPr>
        <w:pStyle w:val="libBold2"/>
        <w:rPr>
          <w:rtl/>
        </w:rPr>
      </w:pPr>
      <w:r w:rsidRPr="008C66F5">
        <w:rPr>
          <w:rtl/>
        </w:rPr>
        <w:t xml:space="preserve">28 </w:t>
      </w:r>
      <w:r>
        <w:rPr>
          <w:rtl/>
        </w:rPr>
        <w:t>ـ</w:t>
      </w:r>
      <w:r w:rsidRPr="008C66F5">
        <w:rPr>
          <w:rtl/>
        </w:rPr>
        <w:t xml:space="preserve"> بلاغات النساء.</w:t>
      </w:r>
    </w:p>
    <w:p w:rsidR="00F631FA" w:rsidRPr="00874BDF" w:rsidRDefault="00F631FA" w:rsidP="005F7FDA">
      <w:pPr>
        <w:pStyle w:val="libVar"/>
        <w:rPr>
          <w:rtl/>
        </w:rPr>
      </w:pPr>
      <w:r>
        <w:rPr>
          <w:rtl/>
        </w:rPr>
        <w:t>لابن طيفور ، أبي الفضل بن أبي طاهر ، ت</w:t>
      </w:r>
      <w:r w:rsidRPr="008C66F5">
        <w:rPr>
          <w:rtl/>
        </w:rPr>
        <w:t>(380)</w:t>
      </w:r>
      <w:r>
        <w:rPr>
          <w:rtl/>
        </w:rPr>
        <w:t>. نشر : مكتبة بصيرتي ـ قم.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29 ـ تاريخ ابن معين (برواية الدوري)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ليحيى بن معين المري الغطفاني ، ت</w:t>
      </w:r>
      <w:r w:rsidRPr="008C66F5">
        <w:rPr>
          <w:rtl/>
        </w:rPr>
        <w:t>(233).</w:t>
      </w:r>
      <w:r>
        <w:rPr>
          <w:rtl/>
        </w:rPr>
        <w:t xml:space="preserve">راويه : الدوري ، أبي الفضل ، العباس بن </w:t>
      </w:r>
      <w:r w:rsidR="008A2B0F">
        <w:rPr>
          <w:rFonts w:hint="cs"/>
          <w:rtl/>
        </w:rPr>
        <w:t xml:space="preserve"> </w:t>
      </w:r>
      <w:r>
        <w:rPr>
          <w:rtl/>
        </w:rPr>
        <w:t>محمد البغدادي ، ت</w:t>
      </w:r>
      <w:r w:rsidRPr="008C66F5">
        <w:rPr>
          <w:rtl/>
        </w:rPr>
        <w:t>(271). تحقيق : ع</w:t>
      </w:r>
      <w:r>
        <w:rPr>
          <w:rtl/>
        </w:rPr>
        <w:t>بداللهأحمد حسن ، دار القلم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30 ـ تاريخ بغداد أو مدينة السلام</w:t>
      </w:r>
      <w:r>
        <w:rPr>
          <w:rtl/>
        </w:rPr>
        <w:t xml:space="preserve"> / 14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للخطيب البغدادي ، أبي بكر ، أحمد بن علي ، </w:t>
      </w:r>
      <w:r w:rsidRPr="008C66F5">
        <w:rPr>
          <w:rtl/>
        </w:rPr>
        <w:t>ت (463). تحقيق : مصطفى</w:t>
      </w:r>
      <w:r>
        <w:rPr>
          <w:rtl/>
        </w:rPr>
        <w:t xml:space="preserve"> عبدالقادر </w:t>
      </w:r>
      <w:r w:rsidR="008A2B0F">
        <w:rPr>
          <w:rFonts w:hint="cs"/>
          <w:rtl/>
        </w:rPr>
        <w:t xml:space="preserve"> </w:t>
      </w:r>
      <w:r>
        <w:rPr>
          <w:rtl/>
        </w:rPr>
        <w:t>عطا ، الطبعة الأُولى ، دار الكتب العلمية ـ بيروت 1417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31 ـ تاريخ دمشق</w:t>
      </w:r>
      <w:r>
        <w:rPr>
          <w:rtl/>
        </w:rPr>
        <w:t xml:space="preserve"> / 70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لابن عساكر ، أبي القاسم ، علي بن الحسن بن نعمة الله ، الشافعي ، </w:t>
      </w:r>
      <w:r w:rsidRPr="00C33DDE">
        <w:rPr>
          <w:rtl/>
        </w:rPr>
        <w:t>ت (571).</w:t>
      </w:r>
      <w:r>
        <w:rPr>
          <w:rtl/>
        </w:rPr>
        <w:t xml:space="preserve">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أبي سعيد عمر بن غرامة العمري ، الطبعة الأُولى ، دار الفكر ـ بيروت 1995 م.</w:t>
      </w:r>
    </w:p>
    <w:p w:rsidR="00F631FA" w:rsidRPr="008C66F5" w:rsidRDefault="00F631FA" w:rsidP="005F7FDA">
      <w:pPr>
        <w:pStyle w:val="libBold2"/>
        <w:rPr>
          <w:rtl/>
        </w:rPr>
      </w:pPr>
      <w:r>
        <w:rPr>
          <w:rtl/>
        </w:rPr>
        <w:br w:type="page"/>
      </w:r>
      <w:r w:rsidRPr="008C66F5">
        <w:rPr>
          <w:rtl/>
        </w:rPr>
        <w:lastRenderedPageBreak/>
        <w:t xml:space="preserve">32 </w:t>
      </w:r>
      <w:r>
        <w:rPr>
          <w:rtl/>
        </w:rPr>
        <w:t>ـ</w:t>
      </w:r>
      <w:r w:rsidRPr="008C66F5">
        <w:rPr>
          <w:rtl/>
        </w:rPr>
        <w:t xml:space="preserve"> تاريخ الحديث النبوي الشريف.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لمؤلف هذا الكتاب. طبعة : دار الغدير ـ قم.</w:t>
      </w:r>
    </w:p>
    <w:p w:rsidR="00F631FA" w:rsidRPr="00C33DDE" w:rsidRDefault="00F631FA" w:rsidP="005F7FDA">
      <w:pPr>
        <w:pStyle w:val="libBold2"/>
        <w:rPr>
          <w:rtl/>
        </w:rPr>
      </w:pPr>
      <w:r w:rsidRPr="00C33DDE">
        <w:rPr>
          <w:rtl/>
        </w:rPr>
        <w:t xml:space="preserve">33 </w:t>
      </w:r>
      <w:r>
        <w:rPr>
          <w:rtl/>
        </w:rPr>
        <w:t>ـ</w:t>
      </w:r>
      <w:r w:rsidRPr="00C33DDE">
        <w:rPr>
          <w:rtl/>
        </w:rPr>
        <w:t xml:space="preserve"> تاريخ الخلفاء.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للسيوطي ، جلال الدين ، عبدالرحمن بن أبي </w:t>
      </w:r>
      <w:r w:rsidRPr="00C33DDE">
        <w:rPr>
          <w:rtl/>
        </w:rPr>
        <w:t>بكر ، ت (911). تحقيق : محمد</w:t>
      </w:r>
      <w:r>
        <w:rPr>
          <w:rtl/>
        </w:rPr>
        <w:t xml:space="preserve"> محي </w:t>
      </w:r>
      <w:r w:rsidR="008A2B0F">
        <w:rPr>
          <w:rFonts w:hint="cs"/>
          <w:rtl/>
        </w:rPr>
        <w:t xml:space="preserve"> </w:t>
      </w:r>
      <w:r>
        <w:rPr>
          <w:rtl/>
        </w:rPr>
        <w:t>الدين عبدالحميد. الطبعة الأُولى ، مطبعة السعادة ـ مصر 1371 هـ. 1952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34 ـ تاريخ الطبري = تاريخ الأُمم والملوك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للطبري ، أبي جعفر ، </w:t>
      </w:r>
      <w:r w:rsidRPr="00C33DDE">
        <w:rPr>
          <w:rtl/>
        </w:rPr>
        <w:t>محمد بن جرير ، ت (310). تحقيق : نخبة من العلماء</w:t>
      </w:r>
      <w:r>
        <w:rPr>
          <w:rtl/>
        </w:rPr>
        <w:t xml:space="preserve"> ، مؤسسة </w:t>
      </w:r>
      <w:r w:rsidR="008A2B0F">
        <w:rPr>
          <w:rFonts w:hint="cs"/>
          <w:rtl/>
        </w:rPr>
        <w:t xml:space="preserve"> </w:t>
      </w:r>
      <w:r>
        <w:rPr>
          <w:rtl/>
        </w:rPr>
        <w:t>الأعلمي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35 ـ التاريخ الكبير</w:t>
      </w:r>
      <w:r>
        <w:rPr>
          <w:rtl/>
        </w:rPr>
        <w:t xml:space="preserve"> / 9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للبخاري ، أبي عبدالله، إسماعيل بن </w:t>
      </w:r>
      <w:r w:rsidRPr="00C33DDE">
        <w:rPr>
          <w:rtl/>
        </w:rPr>
        <w:t>إبراهيم الجعفي ، ت (256). تحقيق</w:t>
      </w:r>
      <w:r>
        <w:rPr>
          <w:rtl/>
        </w:rPr>
        <w:t xml:space="preserve"> : هاشم </w:t>
      </w:r>
      <w:r w:rsidR="008A2B0F">
        <w:rPr>
          <w:rFonts w:hint="cs"/>
          <w:rtl/>
        </w:rPr>
        <w:t xml:space="preserve"> </w:t>
      </w:r>
      <w:r>
        <w:rPr>
          <w:rtl/>
        </w:rPr>
        <w:t>الندوي ، الطبعة الأُولى ، دار الفكر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36 ـ تاريخ المدينة وأخبار المدينة المنورة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لابن شبة ، أبي زيد ، عمر بن شبة النميري البصري. تحقيق : فهيم محمد شلتوت ، دار </w:t>
      </w:r>
      <w:r w:rsidR="008A2B0F">
        <w:rPr>
          <w:rFonts w:hint="cs"/>
          <w:rtl/>
        </w:rPr>
        <w:t xml:space="preserve"> </w:t>
      </w:r>
      <w:r>
        <w:rPr>
          <w:rtl/>
        </w:rPr>
        <w:t>الفكر ـ قم 1410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37 ـ تاريخ اليعقوبي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لأحمد بن أبي يعقوب بن جعفر بن </w:t>
      </w:r>
      <w:r w:rsidRPr="00C33DDE">
        <w:rPr>
          <w:rtl/>
        </w:rPr>
        <w:t>وهب بن واضح ، ت (284). نشر : دار صادر</w:t>
      </w:r>
      <w:r>
        <w:rPr>
          <w:rtl/>
        </w:rPr>
        <w:t>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38 ـ تالي تلخيص المتشابه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للخطيب البغدادي ، أبي </w:t>
      </w:r>
      <w:r w:rsidRPr="00C33DDE">
        <w:rPr>
          <w:rtl/>
        </w:rPr>
        <w:t>بكر ، أحمد بن علي ، ت (463). تحقيق</w:t>
      </w:r>
      <w:r>
        <w:rPr>
          <w:rtl/>
        </w:rPr>
        <w:t xml:space="preserve"> : مشهور بن حسن آل </w:t>
      </w:r>
      <w:r w:rsidR="008A2B0F">
        <w:rPr>
          <w:rFonts w:hint="cs"/>
          <w:rtl/>
        </w:rPr>
        <w:t xml:space="preserve"> </w:t>
      </w:r>
      <w:r>
        <w:rPr>
          <w:rtl/>
        </w:rPr>
        <w:t>سلمان ، أحمد الشقيرات ، الطبعة الأُولى ، دار الصميعيـ الرياض 1417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39 ـ تأويل الآيات في فضائل العترة الطاهرة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للسيد علي الحسيني الأسترآبادي النجفي ، </w:t>
      </w:r>
      <w:r w:rsidRPr="00C33DDE">
        <w:rPr>
          <w:rtl/>
        </w:rPr>
        <w:t>ت (965). تحقيق : مدرسة</w:t>
      </w:r>
      <w:r>
        <w:rPr>
          <w:rtl/>
        </w:rPr>
        <w:t xml:space="preserve"> الإمام المهدي</w:t>
      </w:r>
      <w:r w:rsidR="008A2B0F">
        <w:rPr>
          <w:rFonts w:hint="cs"/>
          <w:rtl/>
        </w:rPr>
        <w:t xml:space="preserve"> </w:t>
      </w:r>
      <w:r>
        <w:rPr>
          <w:rtl/>
        </w:rPr>
        <w:t>(عج) ، الطبعة الأُولى ، مكتبة أمير ـ قم 1407 هـ.</w:t>
      </w:r>
    </w:p>
    <w:p w:rsidR="00F631FA" w:rsidRPr="005F7FDA" w:rsidRDefault="00F631FA" w:rsidP="005F7FDA">
      <w:pPr>
        <w:pStyle w:val="libNormal0"/>
        <w:rPr>
          <w:rStyle w:val="libBold2Char"/>
          <w:rtl/>
        </w:rPr>
      </w:pPr>
      <w:r w:rsidRPr="005F7FDA">
        <w:rPr>
          <w:rStyle w:val="libBold2Char"/>
          <w:rtl/>
        </w:rPr>
        <w:t xml:space="preserve">40 ـ تحف العقول عن آل الرسول </w:t>
      </w:r>
      <w:r w:rsidRPr="005F7FDA">
        <w:rPr>
          <w:rStyle w:val="libAlaemChar"/>
          <w:rtl/>
        </w:rPr>
        <w:t>صلى‌الله‌عليه‌وآله</w:t>
      </w:r>
      <w:r w:rsidRPr="005F7FDA">
        <w:rPr>
          <w:rStyle w:val="libBold2Char"/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شعبة الحراني ، أبي محمد ، الحسن بن علي بن الحسين ، من أعلام القرن الرابع.</w:t>
      </w:r>
      <w:r w:rsidR="008A2B0F">
        <w:rPr>
          <w:rFonts w:hint="cs"/>
          <w:rtl/>
        </w:rPr>
        <w:t xml:space="preserve"> </w:t>
      </w:r>
      <w:r>
        <w:rPr>
          <w:rtl/>
        </w:rPr>
        <w:t>تحقيق : علي أكبر الغفاري ، الطبعة الثانية ، مؤسسة النشر الإسلامي ـ قم 1404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41 ـ تذكرة الحفاظ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للذهبي ، أبي عبدالله، محمد بن أحمد بن </w:t>
      </w:r>
      <w:r w:rsidRPr="00C33DDE">
        <w:rPr>
          <w:rtl/>
        </w:rPr>
        <w:t>عثمان ، ت (748). الطبعة</w:t>
      </w:r>
      <w:r>
        <w:rPr>
          <w:rtl/>
        </w:rPr>
        <w:t xml:space="preserve"> الأُولى ، دار الكتب </w:t>
      </w:r>
      <w:r w:rsidR="008A2B0F">
        <w:rPr>
          <w:rFonts w:hint="cs"/>
          <w:rtl/>
        </w:rPr>
        <w:t xml:space="preserve"> </w:t>
      </w:r>
      <w:r>
        <w:rPr>
          <w:rtl/>
        </w:rPr>
        <w:t>العلمية ـ بيروت.</w:t>
      </w:r>
    </w:p>
    <w:p w:rsidR="00F631FA" w:rsidRPr="00C33DDE" w:rsidRDefault="00F631FA" w:rsidP="005F7FDA">
      <w:pPr>
        <w:pStyle w:val="libBold2"/>
        <w:rPr>
          <w:rtl/>
        </w:rPr>
      </w:pPr>
      <w:r w:rsidRPr="00C33DDE">
        <w:rPr>
          <w:rtl/>
        </w:rPr>
        <w:t xml:space="preserve">42 </w:t>
      </w:r>
      <w:r>
        <w:rPr>
          <w:rtl/>
        </w:rPr>
        <w:t>ـ</w:t>
      </w:r>
      <w:r w:rsidRPr="00C33DDE">
        <w:rPr>
          <w:rtl/>
        </w:rPr>
        <w:t xml:space="preserve"> ترجمة الإمام الحسين من تاريخ دمشق.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لابن عساكر ، أبي القاسم ، علي بن الحسن بن هبة الله الشافعي ، </w:t>
      </w:r>
      <w:r w:rsidRPr="00C33DDE">
        <w:rPr>
          <w:rtl/>
        </w:rPr>
        <w:t>ت (517). تحقيق</w:t>
      </w:r>
      <w:r>
        <w:rPr>
          <w:rtl/>
        </w:rPr>
        <w:t xml:space="preserve"> : </w:t>
      </w:r>
      <w:r w:rsidR="008A2B0F">
        <w:rPr>
          <w:rFonts w:hint="cs"/>
          <w:rtl/>
        </w:rPr>
        <w:t xml:space="preserve"> </w:t>
      </w:r>
      <w:r>
        <w:rPr>
          <w:rtl/>
        </w:rPr>
        <w:t>الشيخ محمدباقر المحمودي ، الطبعة الأُولى ، مؤسسة المحمودي للطباعة والنشرـ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1400 هـ. 1980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43 ـ التعجب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للكراجكي ، أبي الفتح ، محمد بن </w:t>
      </w:r>
      <w:r w:rsidRPr="00C33DDE">
        <w:rPr>
          <w:rtl/>
        </w:rPr>
        <w:t>علي ، ت (449).</w:t>
      </w:r>
      <w:r>
        <w:rPr>
          <w:rtl/>
        </w:rPr>
        <w:t xml:space="preserve"> الطبعة الثانية ، مكتبة مصطفويـ</w:t>
      </w:r>
      <w:r w:rsidR="008A2B0F">
        <w:rPr>
          <w:rFonts w:hint="cs"/>
          <w:rtl/>
        </w:rPr>
        <w:t xml:space="preserve"> </w:t>
      </w:r>
      <w:r>
        <w:rPr>
          <w:rtl/>
        </w:rPr>
        <w:t>قم 1410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44 ـ تعليق التعليق على صحيح البخاري</w:t>
      </w:r>
      <w:r>
        <w:rPr>
          <w:rtl/>
        </w:rPr>
        <w:t xml:space="preserve"> / 5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لابن حجر العسقلاني ، أحمد بن علي بن محمد ، </w:t>
      </w:r>
      <w:r w:rsidRPr="00C33DDE">
        <w:rPr>
          <w:rtl/>
        </w:rPr>
        <w:t>ت (852). تحقيق</w:t>
      </w:r>
      <w:r>
        <w:rPr>
          <w:rtl/>
        </w:rPr>
        <w:t xml:space="preserve"> : سعيد عبدالرحمن </w:t>
      </w:r>
      <w:r w:rsidR="008A2B0F">
        <w:rPr>
          <w:rFonts w:hint="cs"/>
          <w:rtl/>
        </w:rPr>
        <w:t xml:space="preserve"> </w:t>
      </w:r>
      <w:r>
        <w:rPr>
          <w:rtl/>
        </w:rPr>
        <w:t>موسى القزقي ، الطبعة الأُولى ، المكتب الإسلامي ، دار عمار ـ بيروت ـ عمان 1405 هـ.</w:t>
      </w:r>
    </w:p>
    <w:p w:rsidR="00F631FA" w:rsidRPr="00C33DDE" w:rsidRDefault="00F631FA" w:rsidP="005F7FDA">
      <w:pPr>
        <w:pStyle w:val="libBold2"/>
        <w:rPr>
          <w:rtl/>
        </w:rPr>
      </w:pPr>
      <w:r w:rsidRPr="00C33DDE">
        <w:rPr>
          <w:rtl/>
        </w:rPr>
        <w:t xml:space="preserve">45 </w:t>
      </w:r>
      <w:r>
        <w:rPr>
          <w:rtl/>
        </w:rPr>
        <w:t>ـ</w:t>
      </w:r>
      <w:r w:rsidRPr="00C33DDE">
        <w:rPr>
          <w:rtl/>
        </w:rPr>
        <w:t xml:space="preserve"> تفسير ابن كثير = تفسير القرآن العظيم.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لابن كثير ، أبي الفداء ، إسماعيل بن كثير </w:t>
      </w:r>
      <w:r w:rsidRPr="00C33DDE">
        <w:rPr>
          <w:rtl/>
        </w:rPr>
        <w:t>الدمشقي ، ت (774). تحقيق : يوسف</w:t>
      </w:r>
      <w:r w:rsidR="008A2B0F">
        <w:rPr>
          <w:rFonts w:hint="cs"/>
          <w:rtl/>
        </w:rPr>
        <w:t xml:space="preserve"> </w:t>
      </w:r>
      <w:r>
        <w:rPr>
          <w:rtl/>
        </w:rPr>
        <w:t>عبدالرحمن المرعشي ، الطبعة الأُولى ، دار المعرفة ـ بيروت 1412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46 ـ تفسير أبي السعود = إرشاد العقل السليم إلى مزايا القرآن الكريم</w:t>
      </w:r>
      <w:r>
        <w:rPr>
          <w:rtl/>
        </w:rPr>
        <w:t xml:space="preserve"> / 9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السعود ، محمد بن محمد العمادي</w:t>
      </w:r>
      <w:r w:rsidRPr="00C33DDE">
        <w:rPr>
          <w:rtl/>
        </w:rPr>
        <w:t>، ت (982). دار</w:t>
      </w:r>
      <w:r>
        <w:rPr>
          <w:rtl/>
        </w:rPr>
        <w:t xml:space="preserve"> إحياء التراث العربي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47 ـ تفسير البحر المحيط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لأبي حيان الأندلسي ، محمد بن </w:t>
      </w:r>
      <w:r w:rsidRPr="00C33DDE">
        <w:rPr>
          <w:rtl/>
        </w:rPr>
        <w:t>يوسف ، ت (654). تحقيق</w:t>
      </w:r>
      <w:r>
        <w:rPr>
          <w:rtl/>
        </w:rPr>
        <w:t xml:space="preserve"> : الشيخ عادل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عبدالموجود ، الشيخ علي محمد معوض ، الطبعة الأُولى ، دار الكتب العلميةـبيروت </w:t>
      </w:r>
      <w:r w:rsidR="008A2B0F">
        <w:rPr>
          <w:rFonts w:hint="cs"/>
          <w:rtl/>
        </w:rPr>
        <w:t xml:space="preserve"> </w:t>
      </w:r>
      <w:r>
        <w:rPr>
          <w:rtl/>
        </w:rPr>
        <w:t>1422 هـ. 2001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48 ـ تفسير البغوي = معالم التنزيل في التفسير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محمد ، حسين بن مسعود الفراء البغوي الشافعي</w:t>
      </w:r>
      <w:r w:rsidRPr="00C33DDE">
        <w:rPr>
          <w:rtl/>
        </w:rPr>
        <w:t>، ت (516). تحقيق</w:t>
      </w:r>
      <w:r>
        <w:rPr>
          <w:rtl/>
        </w:rPr>
        <w:t xml:space="preserve"> : خالد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عبدالرحمن العك ، دار المعرفة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49 ـ تفسير الثعالبي = الجواهر الحسان في تفسير القرآن</w:t>
      </w:r>
      <w:r>
        <w:rPr>
          <w:rtl/>
        </w:rPr>
        <w:t xml:space="preserve"> / 5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للثعالبي ، أبي زيد ، عبدالرحمن بن محمد بن مخلوف المالكي ، </w:t>
      </w:r>
      <w:r w:rsidRPr="00C0312E">
        <w:rPr>
          <w:rtl/>
        </w:rPr>
        <w:t>ت (875). تحقيق :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الدكتور عبدالفتاح أبو سنة ، الشيخ علي محمد معوضـالشيخ عادل أحمد عبد </w:t>
      </w:r>
      <w:r w:rsidR="008A2B0F">
        <w:rPr>
          <w:rFonts w:hint="cs"/>
          <w:rtl/>
        </w:rPr>
        <w:t xml:space="preserve"> </w:t>
      </w:r>
      <w:r>
        <w:rPr>
          <w:rtl/>
        </w:rPr>
        <w:t>الموجود ، الطبعة الأُولى ، دار إحياء التراث العربي ـ بيروت 1418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50 ـ تفسير الدر المنثور</w:t>
      </w:r>
      <w:r>
        <w:rPr>
          <w:rtl/>
        </w:rPr>
        <w:t xml:space="preserve"> / 6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للسيوطي ، جلال الدين ، عبدالرحمن بن أبي بكر</w:t>
      </w:r>
      <w:r w:rsidRPr="00C0312E">
        <w:rPr>
          <w:rtl/>
        </w:rPr>
        <w:t>، ت (911). الطبعة</w:t>
      </w:r>
      <w:r>
        <w:rPr>
          <w:rtl/>
        </w:rPr>
        <w:t xml:space="preserve"> الأُولى ، دار </w:t>
      </w:r>
      <w:r w:rsidR="008A2B0F">
        <w:rPr>
          <w:rFonts w:hint="cs"/>
          <w:rtl/>
        </w:rPr>
        <w:t xml:space="preserve"> </w:t>
      </w:r>
      <w:r>
        <w:rPr>
          <w:rtl/>
        </w:rPr>
        <w:t>المعرفة ـ جدة 1365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51 ـ تفسير السلمي = حقائق التفسير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لأبي عبدالرحمن ، محمد بن الحسين بن موسى الأزدي </w:t>
      </w:r>
      <w:r w:rsidRPr="00C0312E">
        <w:rPr>
          <w:rtl/>
        </w:rPr>
        <w:t>السلمي ، ت (412). تحقيق :</w:t>
      </w:r>
      <w:r w:rsidR="008A2B0F">
        <w:rPr>
          <w:rFonts w:hint="cs"/>
          <w:rtl/>
        </w:rPr>
        <w:t xml:space="preserve"> </w:t>
      </w:r>
      <w:r>
        <w:rPr>
          <w:rtl/>
        </w:rPr>
        <w:t>سيد عمران ، الطبعة الأُولى ، دار الكتب العلمية ـ بيروت 1421 هـ. 2001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52 ـ تفسير الطبري = جامع البيان عن تأويل آيي القرآن</w:t>
      </w:r>
      <w:r>
        <w:rPr>
          <w:rtl/>
        </w:rPr>
        <w:t xml:space="preserve"> / 30 مجلدا.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للطبري ، أبي جعفر ، محمد بن </w:t>
      </w:r>
      <w:r w:rsidRPr="00C0312E">
        <w:rPr>
          <w:rtl/>
        </w:rPr>
        <w:t>جرير ، ت (310). تحقيق</w:t>
      </w:r>
      <w:r>
        <w:rPr>
          <w:rtl/>
        </w:rPr>
        <w:t xml:space="preserve"> : الشيخ خليل الميس ، صدقي </w:t>
      </w:r>
      <w:r w:rsidR="008A2B0F">
        <w:rPr>
          <w:rFonts w:hint="cs"/>
          <w:rtl/>
        </w:rPr>
        <w:t xml:space="preserve"> </w:t>
      </w:r>
      <w:r>
        <w:rPr>
          <w:rtl/>
        </w:rPr>
        <w:t>جميل العطار ، الطبعة الأُولى ، دار الفكر ـ بيروت 1415 هـ.</w:t>
      </w:r>
    </w:p>
    <w:p w:rsidR="00F631FA" w:rsidRPr="00C33DDE" w:rsidRDefault="00F631FA" w:rsidP="005F7FDA">
      <w:pPr>
        <w:pStyle w:val="libBold2"/>
        <w:rPr>
          <w:rtl/>
        </w:rPr>
      </w:pPr>
      <w:r w:rsidRPr="00C33DDE">
        <w:rPr>
          <w:rtl/>
        </w:rPr>
        <w:t xml:space="preserve">53 </w:t>
      </w:r>
      <w:r>
        <w:rPr>
          <w:rtl/>
        </w:rPr>
        <w:t>ـ</w:t>
      </w:r>
      <w:r w:rsidRPr="00C33DDE">
        <w:rPr>
          <w:rtl/>
        </w:rPr>
        <w:t xml:space="preserve"> تفسير فرات الكوفي.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لأبي القاسم ، فرات بن </w:t>
      </w:r>
      <w:r w:rsidRPr="00C0312E">
        <w:rPr>
          <w:rtl/>
        </w:rPr>
        <w:t>إبراهيم بن فرات الكوفي ، ت (352). تحقيق</w:t>
      </w:r>
      <w:r>
        <w:rPr>
          <w:rtl/>
        </w:rPr>
        <w:t xml:space="preserve"> : محمد كاظم ،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الأُولى ، وزارة الثقافة والإرشاد الإسلامي ـ طهران 1410 هـ. 1990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54 ـ تفسير القرطبي = الجامع لأحكام القرآن</w:t>
      </w:r>
      <w:r>
        <w:rPr>
          <w:rtl/>
        </w:rPr>
        <w:t xml:space="preserve"> / 20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عبدالله، محمد بن أحمد الأنصاري ، القرطبي</w:t>
      </w:r>
      <w:r w:rsidRPr="00C0312E">
        <w:rPr>
          <w:rtl/>
        </w:rPr>
        <w:t>، ت (671). الطبعة</w:t>
      </w:r>
      <w:r>
        <w:rPr>
          <w:rtl/>
        </w:rPr>
        <w:t xml:space="preserve"> الأُولى ، دار </w:t>
      </w:r>
      <w:r w:rsidR="008A2B0F">
        <w:rPr>
          <w:rFonts w:hint="cs"/>
          <w:rtl/>
        </w:rPr>
        <w:t xml:space="preserve"> </w:t>
      </w:r>
      <w:r>
        <w:rPr>
          <w:rtl/>
        </w:rPr>
        <w:t>إحياء التراث العربي ـ بيروت 1405 هـ. 1985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55 ـ تفسير القمي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لأبي الحسن ، علي بن إبراهيم </w:t>
      </w:r>
      <w:r w:rsidRPr="00C0312E">
        <w:rPr>
          <w:rtl/>
        </w:rPr>
        <w:t>القمي ، ت (329). تحقيق</w:t>
      </w:r>
      <w:r>
        <w:rPr>
          <w:rtl/>
        </w:rPr>
        <w:t xml:space="preserve"> : السيد طيب الجزائري ، 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>الثالثة ، دار الكتاب ـ قم 1404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56 ـ التفسير الكبير أو مفاتيح الغيب</w:t>
      </w:r>
      <w:r>
        <w:rPr>
          <w:rtl/>
        </w:rPr>
        <w:t xml:space="preserve"> / 32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للفخر الرازي ، محمد بن عمر التميمي الشافعي ، </w:t>
      </w:r>
      <w:r w:rsidRPr="00C0312E">
        <w:rPr>
          <w:rtl/>
        </w:rPr>
        <w:t>ت (606). الطبعة</w:t>
      </w:r>
      <w:r>
        <w:rPr>
          <w:rtl/>
        </w:rPr>
        <w:t xml:space="preserve"> الأُولى ، دار الكتب </w:t>
      </w:r>
      <w:r w:rsidR="008A2B0F">
        <w:rPr>
          <w:rFonts w:hint="cs"/>
          <w:rtl/>
        </w:rPr>
        <w:t xml:space="preserve"> </w:t>
      </w:r>
      <w:r>
        <w:rPr>
          <w:rtl/>
        </w:rPr>
        <w:t>العلمية ـ بيروت 1421 هـ. 2000 م.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Bold2Char"/>
          <w:rtl/>
        </w:rPr>
        <w:lastRenderedPageBreak/>
        <w:t>57 ـ تفسير الكشاف عن حقائقالتنزيل وعيون الأقاويل في وجوهالتأويل</w:t>
      </w:r>
      <w:r>
        <w:rPr>
          <w:rtl/>
        </w:rPr>
        <w:t>/ 4 مجلدات.</w:t>
      </w:r>
    </w:p>
    <w:p w:rsidR="00F631FA" w:rsidRPr="00644770" w:rsidRDefault="00F631FA" w:rsidP="005F7FDA">
      <w:pPr>
        <w:pStyle w:val="libVar"/>
        <w:rPr>
          <w:rtl/>
        </w:rPr>
      </w:pPr>
      <w:r w:rsidRPr="00644770">
        <w:rPr>
          <w:rtl/>
        </w:rPr>
        <w:t xml:space="preserve">للزمخشري ، محمود بن عمر الخوارزمي ، ت (467). تحقيق : عبدالرزاق المهدي ، دار </w:t>
      </w:r>
      <w:r w:rsidR="008A2B0F">
        <w:rPr>
          <w:rFonts w:hint="cs"/>
          <w:rtl/>
        </w:rPr>
        <w:t xml:space="preserve"> </w:t>
      </w:r>
      <w:r w:rsidRPr="00644770">
        <w:rPr>
          <w:rtl/>
        </w:rPr>
        <w:t>إحياء التراث العربي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58 ـ تفسير النيسابوري ـ تفسير غرائب القرآن ورغائب الفرقان</w:t>
      </w:r>
      <w:r>
        <w:rPr>
          <w:rtl/>
        </w:rPr>
        <w:t xml:space="preserve"> / 6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للنيسابوري ، القمي ، الحسن بن محمد بن </w:t>
      </w:r>
      <w:r w:rsidRPr="00C0312E">
        <w:rPr>
          <w:rtl/>
        </w:rPr>
        <w:t>حسين ، ت (728). تحقيق</w:t>
      </w:r>
      <w:r>
        <w:rPr>
          <w:rtl/>
        </w:rPr>
        <w:t xml:space="preserve"> : الشيخ زكريا </w:t>
      </w:r>
      <w:r w:rsidR="008A2B0F">
        <w:rPr>
          <w:rFonts w:hint="cs"/>
          <w:rtl/>
        </w:rPr>
        <w:t xml:space="preserve"> </w:t>
      </w:r>
      <w:r>
        <w:rPr>
          <w:rtl/>
        </w:rPr>
        <w:t>عميران ، الطبعة الأُولى ، دار الكتب العلمية ـ بيروت 1416 هـ. 1996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59 ـ تلخيص الحبير في تخريج الرافعي الكبير</w:t>
      </w:r>
      <w:r>
        <w:rPr>
          <w:rtl/>
        </w:rPr>
        <w:t xml:space="preserve"> / 12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حجر العسقلاني ، أبي الفضل ، أحمد بن علي</w:t>
      </w:r>
      <w:r w:rsidRPr="00C0312E">
        <w:rPr>
          <w:rtl/>
        </w:rPr>
        <w:t>، ت (852). دار الفكر</w:t>
      </w:r>
      <w:r>
        <w:rPr>
          <w:rtl/>
        </w:rPr>
        <w:t>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60 ـ التمهيد لما في الموطأ من المعاني والأسانيد</w:t>
      </w:r>
      <w:r>
        <w:rPr>
          <w:rtl/>
        </w:rPr>
        <w:t xml:space="preserve"> / 24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لابن عبدالبر ، أبي عمر ، يوسف بن عبداللهبن عبدالبر ، النمري ، </w:t>
      </w:r>
      <w:r w:rsidRPr="00C0312E">
        <w:rPr>
          <w:rtl/>
        </w:rPr>
        <w:t>ت (463). تحقيق</w:t>
      </w:r>
      <w:r>
        <w:rPr>
          <w:rtl/>
        </w:rPr>
        <w:t xml:space="preserve"> :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مصطفى بن أحمد العلويـمحمد عبدالكبير البكري ، نشر : وزارة عموم الأوقاف </w:t>
      </w:r>
      <w:r w:rsidR="008A2B0F">
        <w:rPr>
          <w:rFonts w:hint="cs"/>
          <w:rtl/>
        </w:rPr>
        <w:t xml:space="preserve"> </w:t>
      </w:r>
      <w:r>
        <w:rPr>
          <w:rtl/>
        </w:rPr>
        <w:t>والشؤون الإسلاميةـالمغرب 1387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61 ـ توجيه النظر إلى أصول الأثر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للجزائري ، طاهر بن صالح بن أحمد الجزائري ، ثم الدمشقي ، ت (1338).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عبدالفتاح أبو غدة ، الطبعة الأُولى ، مكتبة المطبوعات الإسلاميةـحلب 1416 هـ.</w:t>
      </w:r>
      <w:r w:rsidR="008A2B0F">
        <w:rPr>
          <w:rFonts w:hint="cs"/>
          <w:rtl/>
        </w:rPr>
        <w:t xml:space="preserve"> </w:t>
      </w:r>
      <w:r>
        <w:rPr>
          <w:rtl/>
        </w:rPr>
        <w:t>1995 م.</w:t>
      </w:r>
    </w:p>
    <w:p w:rsidR="00F631FA" w:rsidRPr="00C0312E" w:rsidRDefault="00F631FA" w:rsidP="005F7FDA">
      <w:pPr>
        <w:pStyle w:val="libBold2"/>
        <w:rPr>
          <w:rtl/>
        </w:rPr>
      </w:pPr>
      <w:r w:rsidRPr="00C0312E">
        <w:rPr>
          <w:rtl/>
        </w:rPr>
        <w:t xml:space="preserve">62 </w:t>
      </w:r>
      <w:r>
        <w:rPr>
          <w:rtl/>
        </w:rPr>
        <w:t>ـ</w:t>
      </w:r>
      <w:r w:rsidRPr="00C0312E">
        <w:rPr>
          <w:rtl/>
        </w:rPr>
        <w:t xml:space="preserve"> تهذيب الأسماء.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للنووي ، محي الدين بن شرف ، </w:t>
      </w:r>
      <w:r w:rsidRPr="00C0312E">
        <w:rPr>
          <w:rtl/>
        </w:rPr>
        <w:t>ت (676). تحقيق : مكتب</w:t>
      </w:r>
      <w:r>
        <w:rPr>
          <w:rtl/>
        </w:rPr>
        <w:t xml:space="preserve"> البحوث والدراسات ،الطبعة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>الأُولى ، دار الفكر ـ بيروت 1996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63 ـ التهذيب = تهذيب الأحكام في شرح المقنعة للمفيد</w:t>
      </w:r>
      <w:r>
        <w:rPr>
          <w:rtl/>
        </w:rPr>
        <w:t xml:space="preserve"> 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الطوسي ، أبي جعفر ، محمد بن الحسن ، ت</w:t>
      </w:r>
      <w:r w:rsidRPr="00C0312E">
        <w:rPr>
          <w:rtl/>
        </w:rPr>
        <w:t>(460)</w:t>
      </w:r>
      <w:r>
        <w:rPr>
          <w:rtl/>
        </w:rPr>
        <w:t xml:space="preserve">. تحقيق : السيد حسن الخرسان ، </w:t>
      </w:r>
      <w:r w:rsidR="008A2B0F">
        <w:rPr>
          <w:rFonts w:hint="cs"/>
          <w:rtl/>
        </w:rPr>
        <w:t xml:space="preserve"> </w:t>
      </w:r>
      <w:r>
        <w:rPr>
          <w:rtl/>
        </w:rPr>
        <w:t>الشيخ محمد الآخوندي ، الطبعة الرابعة ، دار الكتب الإسلامية ـ طهران 1986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64 ـ تهذيب الكمال</w:t>
      </w:r>
      <w:r>
        <w:rPr>
          <w:rtl/>
        </w:rPr>
        <w:t xml:space="preserve"> / 35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للمزي ، يوسف بن الزكي عبدالرحمن ، ت</w:t>
      </w:r>
      <w:r w:rsidRPr="00C0312E">
        <w:rPr>
          <w:rtl/>
        </w:rPr>
        <w:t>(742)</w:t>
      </w:r>
      <w:r>
        <w:rPr>
          <w:rtl/>
        </w:rPr>
        <w:t xml:space="preserve">. تحقيق : الدكتور بشار عواد معروف ،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الرابعة ، مؤسسة الرسالة ـ بيروت 1406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65 ـ ثقات ابن حبان</w:t>
      </w:r>
      <w:r>
        <w:rPr>
          <w:rtl/>
        </w:rPr>
        <w:t xml:space="preserve"> / 9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حاتم ، محمد بن حبان بن أحمد التميمي البستي ، ت</w:t>
      </w:r>
      <w:r w:rsidRPr="00C0312E">
        <w:rPr>
          <w:rtl/>
        </w:rPr>
        <w:t>(354)</w:t>
      </w:r>
      <w:r>
        <w:rPr>
          <w:rtl/>
        </w:rPr>
        <w:t xml:space="preserve">. تحقيق : الدكتور عبد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المعيد خان مدير دائرة المعارف العثمانية ، الطبعة الأولى ، مجلس دائرة المعارف </w:t>
      </w:r>
      <w:r w:rsidR="008A2B0F">
        <w:rPr>
          <w:rFonts w:hint="cs"/>
          <w:rtl/>
        </w:rPr>
        <w:t xml:space="preserve"> </w:t>
      </w:r>
      <w:r>
        <w:rPr>
          <w:rtl/>
        </w:rPr>
        <w:t>العثمانيةـحيدر آباد ـ الدكن ـ الهند 1393 هـ. 1973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66 ـ الجامع الصغير في أحاديث البشير النذير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للسيوطي ، جلال الدين ، عبدالرحمن بن أبي بكر ، ت</w:t>
      </w:r>
      <w:r w:rsidRPr="00C0312E">
        <w:rPr>
          <w:rtl/>
        </w:rPr>
        <w:t>(911)</w:t>
      </w:r>
      <w:r>
        <w:rPr>
          <w:rtl/>
        </w:rPr>
        <w:t xml:space="preserve">. الطبعة الأولى ، دار الفكر </w:t>
      </w:r>
      <w:r w:rsidR="008A2B0F">
        <w:rPr>
          <w:rFonts w:hint="cs"/>
          <w:rtl/>
        </w:rPr>
        <w:t xml:space="preserve"> </w:t>
      </w:r>
      <w:r>
        <w:rPr>
          <w:rtl/>
        </w:rPr>
        <w:t>ـ بيروت 1401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67 ـ الجرح والتعديل</w:t>
      </w:r>
      <w:r>
        <w:rPr>
          <w:rtl/>
        </w:rPr>
        <w:t xml:space="preserve"> / 9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للرازي ، أبي محمد ، عبدالرحمن بن أبي حاتم ، ت</w:t>
      </w:r>
      <w:r w:rsidRPr="00C0312E">
        <w:rPr>
          <w:rtl/>
        </w:rPr>
        <w:t>(327)</w:t>
      </w:r>
      <w:r>
        <w:rPr>
          <w:rtl/>
        </w:rPr>
        <w:t xml:space="preserve">. الطبعة الأولى ، دار إحياء </w:t>
      </w:r>
      <w:r w:rsidR="008A2B0F">
        <w:rPr>
          <w:rFonts w:hint="cs"/>
          <w:rtl/>
        </w:rPr>
        <w:t xml:space="preserve"> </w:t>
      </w:r>
      <w:r>
        <w:rPr>
          <w:rtl/>
        </w:rPr>
        <w:t>التراث العربي ـ بيروت 1371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68 ـ الجمع بين الصحيحين البخاري ومسلم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للحميدي ، محمد بن فتوح ، ت</w:t>
      </w:r>
      <w:r w:rsidRPr="00C0312E">
        <w:rPr>
          <w:rtl/>
        </w:rPr>
        <w:t>(488)</w:t>
      </w:r>
      <w:r>
        <w:rPr>
          <w:rtl/>
        </w:rPr>
        <w:t xml:space="preserve">. تحقيق : الدكتور علي حسين البواب ، 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>الثانية ، دار ابن حزم ـ بيروت 1423 هـ. 2002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 xml:space="preserve">69 ـ جواهر المطالب في مناقب الإمام علي بن أبي طالب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الدمشقي ، محمد بن أحمد الباعوني الشافعي ، ت</w:t>
      </w:r>
      <w:r w:rsidRPr="00C0312E">
        <w:rPr>
          <w:rtl/>
        </w:rPr>
        <w:t>(871)</w:t>
      </w:r>
      <w:r>
        <w:rPr>
          <w:rtl/>
        </w:rPr>
        <w:t xml:space="preserve">. تحقيق : الشيخ محمد </w:t>
      </w:r>
      <w:r w:rsidR="008A2B0F">
        <w:rPr>
          <w:rFonts w:hint="cs"/>
          <w:rtl/>
        </w:rPr>
        <w:t xml:space="preserve"> </w:t>
      </w:r>
      <w:r>
        <w:rPr>
          <w:rtl/>
        </w:rPr>
        <w:t>باقر المحمودي ، الطبعة الأُولى ، مجمع إحياء الثقافة الإسلامية ـ قم 1415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70 ـ جمهرة رسائل العرب في عصور العربية الزاهرة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لأحمد زكي صفوت. دار المطبوعات العربية ـ القاهرة.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71 ـ جمهرة خطب العرب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لأحمد زكي صفوت ، المكتبة العلمية ،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72 ـ حلية الأولياء وطبقات الأصفياء</w:t>
      </w:r>
      <w:r>
        <w:rPr>
          <w:rtl/>
        </w:rPr>
        <w:t xml:space="preserve"> 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للأصبهاني ، أبي نعيم ، أحمد بن عبدالله، ت</w:t>
      </w:r>
      <w:r w:rsidRPr="00C0312E">
        <w:rPr>
          <w:rtl/>
        </w:rPr>
        <w:t>(430)</w:t>
      </w:r>
      <w:r>
        <w:rPr>
          <w:rtl/>
        </w:rPr>
        <w:t>. الطبعة الرابعة ، دار الكتاب العربيـ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1405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73 ـ الخرائج والجرائح</w:t>
      </w:r>
      <w:r>
        <w:rPr>
          <w:rtl/>
        </w:rPr>
        <w:t xml:space="preserve"> / 3 مجلدات.</w:t>
      </w:r>
    </w:p>
    <w:p w:rsidR="00F631FA" w:rsidRPr="005F7FDA" w:rsidRDefault="00F631FA" w:rsidP="005F7FDA">
      <w:pPr>
        <w:pStyle w:val="libVar"/>
        <w:rPr>
          <w:rStyle w:val="libPoemTiniChar0"/>
          <w:rtl/>
        </w:rPr>
      </w:pPr>
      <w:r>
        <w:rPr>
          <w:rtl/>
        </w:rPr>
        <w:t>للراوندي ، قطب الدين ، أبي الحسين ، سعيد بن هبة الله ، ت</w:t>
      </w:r>
      <w:r w:rsidRPr="00C0312E">
        <w:rPr>
          <w:rtl/>
        </w:rPr>
        <w:t>(573)</w:t>
      </w:r>
      <w:r>
        <w:rPr>
          <w:rtl/>
        </w:rPr>
        <w:t xml:space="preserve">. مؤسسة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الإمام المهدي (عج) ـ قم.</w:t>
      </w:r>
    </w:p>
    <w:p w:rsidR="00F631FA" w:rsidRPr="00C0312E" w:rsidRDefault="00F631FA" w:rsidP="005F7FDA">
      <w:pPr>
        <w:pStyle w:val="libBold2"/>
        <w:rPr>
          <w:rtl/>
        </w:rPr>
      </w:pPr>
      <w:r w:rsidRPr="00C0312E">
        <w:rPr>
          <w:rtl/>
        </w:rPr>
        <w:t xml:space="preserve">74 </w:t>
      </w:r>
      <w:r>
        <w:rPr>
          <w:rtl/>
        </w:rPr>
        <w:t>ـ</w:t>
      </w:r>
      <w:r w:rsidRPr="00C0312E">
        <w:rPr>
          <w:rtl/>
        </w:rPr>
        <w:t xml:space="preserve"> خصائص الأئمة.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للشريف الرضي ، أبي الحسن ، محمد بن الحسين بن موسى الموسوي البغدادي ، ت</w:t>
      </w:r>
      <w:r w:rsidR="008A2B0F">
        <w:rPr>
          <w:rFonts w:hint="cs"/>
          <w:rtl/>
        </w:rPr>
        <w:t xml:space="preserve"> </w:t>
      </w:r>
      <w:r w:rsidRPr="00C0312E">
        <w:rPr>
          <w:rtl/>
        </w:rPr>
        <w:t>(406)</w:t>
      </w:r>
      <w:r>
        <w:rPr>
          <w:rtl/>
        </w:rPr>
        <w:t xml:space="preserve">. تحقيق : محمد هادي الأميني ، الطبعة الأُولى / مجمع البحوث الإسلامية ، </w:t>
      </w:r>
      <w:r w:rsidR="008A2B0F">
        <w:rPr>
          <w:rFonts w:hint="cs"/>
          <w:rtl/>
        </w:rPr>
        <w:t xml:space="preserve"> </w:t>
      </w:r>
      <w:r>
        <w:rPr>
          <w:rtl/>
        </w:rPr>
        <w:t>الآستانة الرضوية المقدسة ـ مشهد 1406 هـ.</w:t>
      </w:r>
    </w:p>
    <w:p w:rsidR="00F631FA" w:rsidRPr="00C0312E" w:rsidRDefault="00F631FA" w:rsidP="005F7FDA">
      <w:pPr>
        <w:pStyle w:val="libBold2"/>
        <w:rPr>
          <w:rtl/>
        </w:rPr>
      </w:pPr>
      <w:r w:rsidRPr="00C0312E">
        <w:rPr>
          <w:rtl/>
        </w:rPr>
        <w:t xml:space="preserve">75 </w:t>
      </w:r>
      <w:r>
        <w:rPr>
          <w:rtl/>
        </w:rPr>
        <w:t>ـ</w:t>
      </w:r>
      <w:r w:rsidRPr="00C0312E">
        <w:rPr>
          <w:rtl/>
        </w:rPr>
        <w:t xml:space="preserve"> خصائص أمير المؤمنين.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للنسائي ، أبي عبدالرحمن ، أحمد بن شعيب الشافعي ، ت</w:t>
      </w:r>
      <w:r w:rsidRPr="00C0312E">
        <w:rPr>
          <w:rtl/>
        </w:rPr>
        <w:t>(303)</w:t>
      </w:r>
      <w:r>
        <w:rPr>
          <w:rtl/>
        </w:rPr>
        <w:t xml:space="preserve">. تحقيق : محمد هادي </w:t>
      </w:r>
      <w:r w:rsidR="008A2B0F">
        <w:rPr>
          <w:rFonts w:hint="cs"/>
          <w:rtl/>
        </w:rPr>
        <w:t xml:space="preserve"> </w:t>
      </w:r>
      <w:r>
        <w:rPr>
          <w:rtl/>
        </w:rPr>
        <w:t>الأميني ، نشر مكتبة نينوى الحديثة.</w:t>
      </w:r>
    </w:p>
    <w:p w:rsidR="00F631FA" w:rsidRPr="00BB47A4" w:rsidRDefault="00F631FA" w:rsidP="005F7FDA">
      <w:pPr>
        <w:pStyle w:val="libBold2"/>
        <w:rPr>
          <w:rtl/>
        </w:rPr>
      </w:pPr>
      <w:r w:rsidRPr="00BB47A4">
        <w:rPr>
          <w:rtl/>
        </w:rPr>
        <w:t xml:space="preserve">76 </w:t>
      </w:r>
      <w:r>
        <w:rPr>
          <w:rtl/>
        </w:rPr>
        <w:t>ـ</w:t>
      </w:r>
      <w:r w:rsidRPr="00BB47A4">
        <w:rPr>
          <w:rtl/>
        </w:rPr>
        <w:t xml:space="preserve"> الخصال.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الصدوق ، أبي جعفر ، محمد بن علي بن الحسين بن بابويه القمي ، ت</w:t>
      </w:r>
      <w:r w:rsidRPr="00C0312E">
        <w:rPr>
          <w:rtl/>
        </w:rPr>
        <w:t>(381)</w:t>
      </w:r>
      <w:r>
        <w:rPr>
          <w:rtl/>
        </w:rPr>
        <w:t>.</w:t>
      </w:r>
      <w:r w:rsidR="008A2B0F">
        <w:rPr>
          <w:rFonts w:hint="cs"/>
          <w:rtl/>
        </w:rPr>
        <w:t xml:space="preserve"> </w:t>
      </w:r>
      <w:r>
        <w:rPr>
          <w:rtl/>
        </w:rPr>
        <w:t>تحقيق : علي أكبر الغفاري ، الطبعة الثانية ، جماعة المدرسين ـ قم 1403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77 ـ خصائص السيوطي = الخصائص الكبرى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للسيوطي ، أبي الفضل ، عبدالرحمن بن أبي بكر ، ت</w:t>
      </w:r>
      <w:r w:rsidRPr="00C0312E">
        <w:rPr>
          <w:rtl/>
        </w:rPr>
        <w:t>(911)</w:t>
      </w:r>
      <w:r>
        <w:rPr>
          <w:rtl/>
        </w:rPr>
        <w:t>. دار الكتب العلميةـ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1405 هـ. 1985 م.</w:t>
      </w:r>
    </w:p>
    <w:p w:rsidR="00F631FA" w:rsidRPr="00BB47A4" w:rsidRDefault="00F631FA" w:rsidP="005F7FDA">
      <w:pPr>
        <w:pStyle w:val="libBold2"/>
        <w:rPr>
          <w:rtl/>
        </w:rPr>
      </w:pPr>
      <w:r w:rsidRPr="00BB47A4">
        <w:rPr>
          <w:rtl/>
        </w:rPr>
        <w:t xml:space="preserve">78 </w:t>
      </w:r>
      <w:r>
        <w:rPr>
          <w:rtl/>
        </w:rPr>
        <w:t>ـ</w:t>
      </w:r>
      <w:r w:rsidRPr="00BB47A4">
        <w:rPr>
          <w:rtl/>
        </w:rPr>
        <w:t xml:space="preserve"> ذخائر العقبى في مناقب ذوي القربى.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لمحب الدين الطبري ، أحمد بن عبدالله، ت</w:t>
      </w:r>
      <w:r w:rsidRPr="00C0312E">
        <w:rPr>
          <w:rtl/>
        </w:rPr>
        <w:t>(694)</w:t>
      </w:r>
      <w:r>
        <w:rPr>
          <w:rtl/>
        </w:rPr>
        <w:t>. دار الكتب المصرية ـ مصر 1356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79 ـ ذكر أخبار أصبهان = أخبار أصبهان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للأصبهاني ، أبي نعيم ، أحمد بن عبدالله، ت</w:t>
      </w:r>
      <w:r w:rsidRPr="00C0312E">
        <w:rPr>
          <w:rtl/>
        </w:rPr>
        <w:t>(430)</w:t>
      </w:r>
      <w:r>
        <w:rPr>
          <w:rtl/>
        </w:rPr>
        <w:t>. طبعة ليدن ـ بريل 1934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80 ـ روح المعاني في تفسير القرآن العظيم والسبع المثاني</w:t>
      </w:r>
      <w:r>
        <w:rPr>
          <w:rtl/>
        </w:rPr>
        <w:t xml:space="preserve"> / 30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للآلوسي ، أبي الفضل ، شهاب الدين السيد محمود الآلوسي ، البغدادي ، ت (1270).</w:t>
      </w:r>
      <w:r w:rsidR="008A2B0F">
        <w:rPr>
          <w:rFonts w:hint="cs"/>
          <w:rtl/>
        </w:rPr>
        <w:t xml:space="preserve"> </w:t>
      </w:r>
      <w:r>
        <w:rPr>
          <w:rtl/>
        </w:rPr>
        <w:t>دار إحياء التراث العربي ـ بيروت.</w:t>
      </w:r>
    </w:p>
    <w:p w:rsidR="00F631FA" w:rsidRPr="00BB47A4" w:rsidRDefault="00F631FA" w:rsidP="005F7FDA">
      <w:pPr>
        <w:pStyle w:val="libBold2"/>
        <w:rPr>
          <w:rtl/>
        </w:rPr>
      </w:pPr>
      <w:r w:rsidRPr="00BB47A4">
        <w:rPr>
          <w:rtl/>
        </w:rPr>
        <w:t xml:space="preserve">81 </w:t>
      </w:r>
      <w:r>
        <w:rPr>
          <w:rtl/>
        </w:rPr>
        <w:t>ـ</w:t>
      </w:r>
      <w:r w:rsidRPr="00BB47A4">
        <w:rPr>
          <w:rtl/>
        </w:rPr>
        <w:t xml:space="preserve"> روضة الواعظين.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للفتال النيسابوري ، محمد بن الفتال الشهيد في سنة</w:t>
      </w:r>
      <w:r w:rsidRPr="00C0312E">
        <w:rPr>
          <w:rtl/>
        </w:rPr>
        <w:t>(508)</w:t>
      </w:r>
      <w:r>
        <w:rPr>
          <w:rtl/>
        </w:rPr>
        <w:t xml:space="preserve">. تحقيق : السيد محمد </w:t>
      </w:r>
      <w:r w:rsidR="008A2B0F">
        <w:rPr>
          <w:rFonts w:hint="cs"/>
          <w:rtl/>
        </w:rPr>
        <w:t xml:space="preserve"> </w:t>
      </w:r>
      <w:r>
        <w:rPr>
          <w:rtl/>
        </w:rPr>
        <w:t>مهدي حسن الخرسان ، الطبعة الأُولى ، منشورات الرضي ـ قم.</w:t>
      </w:r>
    </w:p>
    <w:p w:rsidR="00F631FA" w:rsidRPr="00BB47A4" w:rsidRDefault="00F631FA" w:rsidP="005F7FDA">
      <w:pPr>
        <w:pStyle w:val="libBold2"/>
        <w:rPr>
          <w:rtl/>
        </w:rPr>
      </w:pPr>
      <w:r>
        <w:rPr>
          <w:rtl/>
        </w:rPr>
        <w:br w:type="page"/>
      </w:r>
      <w:r w:rsidRPr="00BB47A4">
        <w:rPr>
          <w:rtl/>
        </w:rPr>
        <w:lastRenderedPageBreak/>
        <w:t xml:space="preserve">82 </w:t>
      </w:r>
      <w:r>
        <w:rPr>
          <w:rtl/>
        </w:rPr>
        <w:t>ـ رؤية الل</w:t>
      </w:r>
      <w:r w:rsidRPr="00BB47A4">
        <w:rPr>
          <w:rtl/>
        </w:rPr>
        <w:t>ه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للدارقطني ، علي بن عمر بن أحمد ، ت</w:t>
      </w:r>
      <w:r w:rsidRPr="00C0312E">
        <w:rPr>
          <w:rtl/>
        </w:rPr>
        <w:t>(385)</w:t>
      </w:r>
      <w:r>
        <w:rPr>
          <w:rtl/>
        </w:rPr>
        <w:t xml:space="preserve">. تحقيق : مبروك إسماعيل مبروك ، </w:t>
      </w:r>
      <w:r w:rsidR="008A2B0F">
        <w:rPr>
          <w:rFonts w:hint="cs"/>
          <w:rtl/>
        </w:rPr>
        <w:t xml:space="preserve"> </w:t>
      </w:r>
      <w:r>
        <w:rPr>
          <w:rtl/>
        </w:rPr>
        <w:t>مكتبة القرآن ـ القاهرة.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83 ـ الرياض النضرة في مناقب العشرة</w:t>
      </w:r>
      <w:r>
        <w:rPr>
          <w:rtl/>
        </w:rPr>
        <w:t>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للطبري ، أبي جعفر ، أحمد بن عبداللهبن محمد ، ت</w:t>
      </w:r>
      <w:r w:rsidRPr="00C0312E">
        <w:rPr>
          <w:rtl/>
        </w:rPr>
        <w:t>(694)</w:t>
      </w:r>
      <w:r>
        <w:rPr>
          <w:rtl/>
        </w:rPr>
        <w:t>. تحقيق : عيسى عبدالله</w:t>
      </w:r>
      <w:r w:rsidR="008A2B0F">
        <w:rPr>
          <w:rFonts w:hint="cs"/>
          <w:rtl/>
        </w:rPr>
        <w:t xml:space="preserve"> </w:t>
      </w:r>
      <w:r>
        <w:rPr>
          <w:rtl/>
        </w:rPr>
        <w:t>محمد مانع الحميري ، الطبعة الأُولى ، دار القرب الإسلامي ـ بيروت 1996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84 ـ زاد المسير في علم التفسير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الجوزي ، أبي الفرج ، جمال الدين ، عبدالرحمن بن علي بن محمد الجوزي ،</w:t>
      </w:r>
      <w:r w:rsidR="008A2B0F">
        <w:rPr>
          <w:rtl/>
        </w:rPr>
        <w:t xml:space="preserve"> </w:t>
      </w:r>
      <w:r>
        <w:rPr>
          <w:rtl/>
        </w:rPr>
        <w:t>القرشي ، البغدادي ، ت</w:t>
      </w:r>
      <w:r w:rsidRPr="00C0312E">
        <w:rPr>
          <w:rtl/>
        </w:rPr>
        <w:t>(597)</w:t>
      </w:r>
      <w:r>
        <w:rPr>
          <w:rtl/>
        </w:rPr>
        <w:t xml:space="preserve">. تحقيق : محمد بن عبدالرحمن عبدالله، الطبعة الأُولى ، </w:t>
      </w:r>
      <w:r w:rsidR="008A2B0F">
        <w:rPr>
          <w:rFonts w:hint="cs"/>
          <w:rtl/>
        </w:rPr>
        <w:t xml:space="preserve"> </w:t>
      </w:r>
      <w:r>
        <w:rPr>
          <w:rtl/>
        </w:rPr>
        <w:t>دار الفكر ـ بيروت 1407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85 ـ سبل الهدى والرشاد في سيرة خير العباد</w:t>
      </w:r>
      <w:r>
        <w:rPr>
          <w:rtl/>
        </w:rPr>
        <w:t xml:space="preserve"> / 12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للصالحي الشامي ، محمد بن يوسف ت</w:t>
      </w:r>
      <w:r w:rsidRPr="00C0312E">
        <w:rPr>
          <w:rtl/>
        </w:rPr>
        <w:t>(942)</w:t>
      </w:r>
      <w:r>
        <w:rPr>
          <w:rtl/>
        </w:rPr>
        <w:t xml:space="preserve">. تحقيق : عادل أحمد عبدالموجود ، الشيخ </w:t>
      </w:r>
      <w:r w:rsidR="008A2B0F">
        <w:rPr>
          <w:rFonts w:hint="cs"/>
          <w:rtl/>
        </w:rPr>
        <w:t xml:space="preserve"> </w:t>
      </w:r>
      <w:r>
        <w:rPr>
          <w:rtl/>
        </w:rPr>
        <w:t>علي محمد معوض ، الطبعة الأُولى ، دار الكتب العلميةـبيروت 1414 هـ. 1993 م.</w:t>
      </w:r>
    </w:p>
    <w:p w:rsidR="00F631FA" w:rsidRPr="00BB47A4" w:rsidRDefault="00F631FA" w:rsidP="005F7FDA">
      <w:pPr>
        <w:pStyle w:val="libBold2"/>
        <w:rPr>
          <w:rtl/>
        </w:rPr>
      </w:pPr>
      <w:r w:rsidRPr="00BB47A4">
        <w:rPr>
          <w:rtl/>
        </w:rPr>
        <w:t xml:space="preserve">86 </w:t>
      </w:r>
      <w:r>
        <w:rPr>
          <w:rtl/>
        </w:rPr>
        <w:t>ـ</w:t>
      </w:r>
      <w:r w:rsidRPr="00BB47A4">
        <w:rPr>
          <w:rtl/>
        </w:rPr>
        <w:t xml:space="preserve"> السقيفة وفدك.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للجوهري ، أبي بكر ، أحمد بن عبدالعزيز ، البصري ، البغدادي ، ت</w:t>
      </w:r>
      <w:r w:rsidRPr="00C0312E">
        <w:rPr>
          <w:rtl/>
        </w:rPr>
        <w:t>(323)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الدكتور محمد هادي الأميني الطبعة الثانية ، شركة الكتبي ـ بيروت 1413 هـ. 1993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87 ـ سمط النجوم العوالي في أنباء الأوائل والتوالي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للعاصمي ، عبد الملك بن حسين بن عبد الله الشافعي المكي ، ت (1111).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عادل أحمد عبدالموجود ، علي محمد معوض ، الطبعة الأُولى ، دار الكتب العلميةـ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1419 هـ. 1998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88 ـ سنن ابن ماجة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لمحمد بن يزيد القزويني ، ت</w:t>
      </w:r>
      <w:r w:rsidRPr="00C0312E">
        <w:rPr>
          <w:rtl/>
        </w:rPr>
        <w:t>(275)</w:t>
      </w:r>
      <w:r>
        <w:rPr>
          <w:rtl/>
        </w:rPr>
        <w:t>. تحقيق : محمد فؤاد عبدالباقي ، دار الفكر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89 ـ سنن الترمذي</w:t>
      </w:r>
      <w:r>
        <w:rPr>
          <w:rtl/>
        </w:rPr>
        <w:t xml:space="preserve"> / 5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عيسى ، محمد بن عيسى بن سورة ، الترمذي ، ت</w:t>
      </w:r>
      <w:r w:rsidRPr="00C0312E">
        <w:rPr>
          <w:rtl/>
        </w:rPr>
        <w:t>(279)</w:t>
      </w:r>
      <w:r>
        <w:rPr>
          <w:rtl/>
        </w:rPr>
        <w:t xml:space="preserve">. تحقيق : عبدالوهاب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عبداللطيف ، دار الفكر ـ بيروت 1403 هـ.</w:t>
      </w:r>
    </w:p>
    <w:p w:rsidR="00F631FA" w:rsidRDefault="00F631FA" w:rsidP="005F7FDA">
      <w:pPr>
        <w:pStyle w:val="libNormal0"/>
        <w:rPr>
          <w:rtl/>
        </w:rPr>
      </w:pPr>
      <w:r>
        <w:rPr>
          <w:rtl/>
        </w:rPr>
        <w:br w:type="page"/>
      </w:r>
      <w:r w:rsidRPr="005F7FDA">
        <w:rPr>
          <w:rStyle w:val="libBold2Char"/>
          <w:rtl/>
        </w:rPr>
        <w:lastRenderedPageBreak/>
        <w:t>90 ـ سنن الدارقطني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للدارقطني ، علي بن عمر ، ت</w:t>
      </w:r>
      <w:r w:rsidRPr="00C0312E">
        <w:rPr>
          <w:rtl/>
        </w:rPr>
        <w:t>(385)</w:t>
      </w:r>
      <w:r>
        <w:rPr>
          <w:rtl/>
        </w:rPr>
        <w:t xml:space="preserve">. تحقيق : مجدي بن منصور بن سيد الشورى ،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الأُولى ، دار الكتب العلمية ـ بيروت 1417 هـ. 1996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91 ـ السنن الكبرى للبيهقي</w:t>
      </w:r>
      <w:r>
        <w:rPr>
          <w:rtl/>
        </w:rPr>
        <w:t xml:space="preserve"> 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للبيهقي ، احمد بن الحسين بن علي ت</w:t>
      </w:r>
      <w:r w:rsidRPr="00C0312E">
        <w:rPr>
          <w:rtl/>
        </w:rPr>
        <w:t>(458)</w:t>
      </w:r>
      <w:r>
        <w:rPr>
          <w:rtl/>
        </w:rPr>
        <w:t>. دار الكفر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92 ـ السنن الكبرى للنسائي</w:t>
      </w:r>
      <w:r>
        <w:rPr>
          <w:rtl/>
        </w:rPr>
        <w:t xml:space="preserve"> / 6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للنسائي ، أبي عبدالرحمن ، أحمد بن شعيب ، ت</w:t>
      </w:r>
      <w:r w:rsidRPr="00C0312E">
        <w:rPr>
          <w:rtl/>
        </w:rPr>
        <w:t>(303)</w:t>
      </w:r>
      <w:r>
        <w:rPr>
          <w:rtl/>
        </w:rPr>
        <w:t xml:space="preserve">. تحقيق : الدكتور عبدالغفار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سليمان البنداري ، وسيد حسن كروي ، الطبعة الأُولى ، دار الكتب العلميةـبيروت </w:t>
      </w:r>
      <w:r w:rsidR="008A2B0F">
        <w:rPr>
          <w:rFonts w:hint="cs"/>
          <w:rtl/>
        </w:rPr>
        <w:t xml:space="preserve"> </w:t>
      </w:r>
      <w:r>
        <w:rPr>
          <w:rtl/>
        </w:rPr>
        <w:t>1411 هـ. 1991م.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93 ـ سنن النسائي (المجتبى)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للنسائي ، أبي عبدالرحمن ، أحمد بن شعيب ، ت</w:t>
      </w:r>
      <w:r w:rsidRPr="00C0312E">
        <w:rPr>
          <w:rtl/>
        </w:rPr>
        <w:t>(303)</w:t>
      </w:r>
      <w:r>
        <w:rPr>
          <w:rtl/>
        </w:rPr>
        <w:t>. الطبعة الأُولى ، دار الفكرـ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1348 هـ. 1930 م.</w:t>
      </w:r>
    </w:p>
    <w:p w:rsidR="00F631FA" w:rsidRPr="00BB47A4" w:rsidRDefault="00F631FA" w:rsidP="005F7FDA">
      <w:pPr>
        <w:pStyle w:val="libBold2"/>
        <w:rPr>
          <w:rtl/>
        </w:rPr>
      </w:pPr>
      <w:r w:rsidRPr="00BB47A4">
        <w:rPr>
          <w:rtl/>
        </w:rPr>
        <w:t xml:space="preserve">94 </w:t>
      </w:r>
      <w:r>
        <w:rPr>
          <w:rtl/>
        </w:rPr>
        <w:t>ـ</w:t>
      </w:r>
      <w:r w:rsidRPr="00BB47A4">
        <w:rPr>
          <w:rtl/>
        </w:rPr>
        <w:t xml:space="preserve"> السنّة لابن أبي عاصم.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بكر ، عمرو بن أبي عاصم الضحاك بن مخلد الشيباني ، ت</w:t>
      </w:r>
      <w:r w:rsidRPr="00C0312E">
        <w:rPr>
          <w:rtl/>
        </w:rPr>
        <w:t>(287)</w:t>
      </w:r>
      <w:r>
        <w:rPr>
          <w:rtl/>
        </w:rPr>
        <w:t xml:space="preserve">. تحقيق : محمد </w:t>
      </w:r>
      <w:r w:rsidR="008A2B0F">
        <w:rPr>
          <w:rFonts w:hint="cs"/>
          <w:rtl/>
        </w:rPr>
        <w:t xml:space="preserve"> </w:t>
      </w:r>
      <w:r>
        <w:rPr>
          <w:rtl/>
        </w:rPr>
        <w:t>ناصر الدين الألباني ، الطبعة الثالثة ، المكتب الإسلامي ـ بيروت 1413 هـ. 1993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95 ـ السيرة الحلبية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للحلبي ، علي بن برهان الدين ، ت (1044). الطبعة الأولى ، دار المعرفة ـ بيروت 1400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96 ـ السيرة النبوية لابن هشام</w:t>
      </w:r>
      <w:r>
        <w:rPr>
          <w:rtl/>
        </w:rPr>
        <w:t xml:space="preserve"> / 6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محمد ، عبدالملك بن هشام الحميري ، المعافري ، ت</w:t>
      </w:r>
      <w:r w:rsidRPr="00C0312E">
        <w:rPr>
          <w:rtl/>
        </w:rPr>
        <w:t>(213)</w:t>
      </w:r>
      <w:r>
        <w:rPr>
          <w:rtl/>
        </w:rPr>
        <w:t xml:space="preserve">. تحقيق : طه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عبدالرؤوف سعد ، الطبعة الأولى ، دار الجيلـ بيروت 1411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97 ـ السيرة النبوية لابن كثير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الفداء ، إسماعيل بن كثير ، ت</w:t>
      </w:r>
      <w:r w:rsidRPr="00C0312E">
        <w:rPr>
          <w:rtl/>
        </w:rPr>
        <w:t>(747)</w:t>
      </w:r>
      <w:r>
        <w:rPr>
          <w:rtl/>
        </w:rPr>
        <w:t xml:space="preserve">. تحقيق : مصطفى عبدالواحد ، 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>الأُولى ، دار المعرفة ـ بيروت 1396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98 ـ شرح الأخبار في فضائل الأئمة الأطهار</w:t>
      </w:r>
      <w:r>
        <w:rPr>
          <w:rtl/>
        </w:rPr>
        <w:t xml:space="preserve"> / 3 مجلدات.</w:t>
      </w:r>
    </w:p>
    <w:p w:rsidR="00F631FA" w:rsidRPr="005F7FDA" w:rsidRDefault="00F631FA" w:rsidP="005F7FDA">
      <w:pPr>
        <w:pStyle w:val="libVar"/>
        <w:rPr>
          <w:rStyle w:val="libPoemTiniChar0"/>
          <w:rtl/>
        </w:rPr>
      </w:pPr>
      <w:r>
        <w:rPr>
          <w:rtl/>
        </w:rPr>
        <w:t>للقاضي النعمان ، المغربي ، أبي حنيفة ، النعمان بن محمد التميمي ت</w:t>
      </w:r>
      <w:r w:rsidRPr="00C0312E">
        <w:rPr>
          <w:rtl/>
        </w:rPr>
        <w:t>(363)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السيد محمد الحسيني الجلالي ، مؤسسة النشر الإسلامي ـ قم.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99 ـ شرح نهج البلاغة</w:t>
      </w:r>
      <w:r>
        <w:rPr>
          <w:rtl/>
        </w:rPr>
        <w:t xml:space="preserve"> / 20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أبي الحديد ، عبدالحميد بن هبة الله المدائني المعتزلي ، ت</w:t>
      </w:r>
      <w:r w:rsidRPr="00C0312E">
        <w:rPr>
          <w:rtl/>
        </w:rPr>
        <w:t>(655)</w:t>
      </w:r>
      <w:r>
        <w:rPr>
          <w:rtl/>
        </w:rPr>
        <w:t>. تحقيق محمد أبو</w:t>
      </w:r>
      <w:r w:rsidR="008A2B0F">
        <w:rPr>
          <w:rFonts w:hint="cs"/>
          <w:rtl/>
        </w:rPr>
        <w:t xml:space="preserve"> </w:t>
      </w:r>
      <w:r>
        <w:rPr>
          <w:rtl/>
        </w:rPr>
        <w:t>الفضل إبراهيم ، الطبعة الأولى ، دار إحياء الكتب العربية ـ القاهرة 1378 هـ. 1959م.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100 ـ شواهد التنزيل لقواعد التفضيل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للحاكم الحسكاني ، عبيد الله بن أحمد ، ت (ق 5). تحقيق : الشيخ محمد باقر </w:t>
      </w:r>
      <w:r w:rsidR="008A2B0F">
        <w:rPr>
          <w:rFonts w:hint="cs"/>
          <w:rtl/>
        </w:rPr>
        <w:t xml:space="preserve"> </w:t>
      </w:r>
      <w:r>
        <w:rPr>
          <w:rtl/>
        </w:rPr>
        <w:t>المحمودي ، الطبعة الأولى ، مجمع إحياء الثقافة الإسلامية ـ قم 1411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101 ـ صحيح ابن حبان بترتيب ابن بلبان</w:t>
      </w:r>
      <w:r>
        <w:rPr>
          <w:rtl/>
        </w:rPr>
        <w:t xml:space="preserve"> / 16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حاتم البستي ، محمد بن حبان بن أحمد ، ت</w:t>
      </w:r>
      <w:r w:rsidRPr="00C0312E">
        <w:rPr>
          <w:rtl/>
        </w:rPr>
        <w:t>(354)</w:t>
      </w:r>
      <w:r>
        <w:rPr>
          <w:rtl/>
        </w:rPr>
        <w:t xml:space="preserve">. علاء الدين ، علي بن بلبان </w:t>
      </w:r>
      <w:r w:rsidR="008A2B0F">
        <w:rPr>
          <w:rFonts w:hint="cs"/>
          <w:rtl/>
        </w:rPr>
        <w:t xml:space="preserve"> </w:t>
      </w:r>
      <w:r>
        <w:rPr>
          <w:rtl/>
        </w:rPr>
        <w:t>الفارسي ، ت</w:t>
      </w:r>
      <w:r w:rsidRPr="00C0312E">
        <w:rPr>
          <w:rtl/>
        </w:rPr>
        <w:t>(739)</w:t>
      </w:r>
      <w:r>
        <w:rPr>
          <w:rtl/>
        </w:rPr>
        <w:t>. تحقيق : شعيب الأرنؤوط ، الطبعة الثانية ، مؤسسة الرسالةـ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1414 هـ. 1993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102 ـ صحيح البخاري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للبخاري ، أبي عبدالله، محمد بن إسماعيل ، الجعفي ، ت</w:t>
      </w:r>
      <w:r w:rsidRPr="00C0312E">
        <w:rPr>
          <w:rtl/>
        </w:rPr>
        <w:t>(256)</w:t>
      </w:r>
      <w:r>
        <w:rPr>
          <w:rtl/>
        </w:rPr>
        <w:t xml:space="preserve">. الطبعة الأولى ، دار </w:t>
      </w:r>
      <w:r w:rsidR="008A2B0F">
        <w:rPr>
          <w:rFonts w:hint="cs"/>
          <w:rtl/>
        </w:rPr>
        <w:t xml:space="preserve"> </w:t>
      </w:r>
      <w:r>
        <w:rPr>
          <w:rtl/>
        </w:rPr>
        <w:t>الفكر العربي بالاوفسيت عن طبعة دار الطباعة العامرة باستانبول 1401 هـ. 1981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103 ـ صحيح مسلم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للقشيري ، أبي الحسين ، مسلم بن الحجاج النيسابوري ، ت</w:t>
      </w:r>
      <w:r w:rsidRPr="00C0312E">
        <w:rPr>
          <w:rtl/>
        </w:rPr>
        <w:t>(261)</w:t>
      </w:r>
      <w:r>
        <w:rPr>
          <w:rtl/>
        </w:rPr>
        <w:t>. دار الفكر ـ بيروت.</w:t>
      </w:r>
    </w:p>
    <w:p w:rsidR="00F631FA" w:rsidRPr="00417B36" w:rsidRDefault="00F631FA" w:rsidP="005F7FDA">
      <w:pPr>
        <w:pStyle w:val="libBold2"/>
        <w:rPr>
          <w:rtl/>
        </w:rPr>
      </w:pPr>
      <w:r w:rsidRPr="00417B36">
        <w:rPr>
          <w:rtl/>
        </w:rPr>
        <w:t xml:space="preserve">104 </w:t>
      </w:r>
      <w:r>
        <w:rPr>
          <w:rtl/>
        </w:rPr>
        <w:t>ـ</w:t>
      </w:r>
      <w:r w:rsidRPr="00417B36">
        <w:rPr>
          <w:rtl/>
        </w:rPr>
        <w:t xml:space="preserve"> الصحيفة السجادية.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للإمام زين العابدين ، علي بن الحسين بن علي بن أبي طالب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، ت (94 هـ). جامعة </w:t>
      </w:r>
      <w:r w:rsidR="008A2B0F">
        <w:rPr>
          <w:rFonts w:hint="cs"/>
          <w:rtl/>
        </w:rPr>
        <w:t xml:space="preserve"> </w:t>
      </w:r>
      <w:r>
        <w:rPr>
          <w:rtl/>
        </w:rPr>
        <w:t>المدرسين ـ قم.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105 ـ الصراط المستقيم إلى مستحقي التقديم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للبياضي ، أبي محمد ، علي بن يونس العاملي ، ت</w:t>
      </w:r>
      <w:r w:rsidRPr="00C0312E">
        <w:rPr>
          <w:rtl/>
        </w:rPr>
        <w:t>(877)</w:t>
      </w:r>
      <w:r>
        <w:rPr>
          <w:rtl/>
        </w:rPr>
        <w:t xml:space="preserve">. تحقيق : محمد باقرالمحمودي ،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الأُولى ، المكتبة الرضوية بالاوفسيت عن المطبعة الحيدرية ـ النجف 1484 هـ.</w:t>
      </w:r>
    </w:p>
    <w:p w:rsidR="00F631FA" w:rsidRDefault="00F631FA" w:rsidP="005F7FDA">
      <w:pPr>
        <w:pStyle w:val="libBold2"/>
        <w:rPr>
          <w:rtl/>
        </w:rPr>
      </w:pPr>
      <w:r w:rsidRPr="00417B36">
        <w:rPr>
          <w:rtl/>
        </w:rPr>
        <w:t xml:space="preserve">106 </w:t>
      </w:r>
      <w:r>
        <w:rPr>
          <w:rtl/>
        </w:rPr>
        <w:t>ـ</w:t>
      </w:r>
      <w:r w:rsidRPr="00417B36">
        <w:rPr>
          <w:rtl/>
        </w:rPr>
        <w:t xml:space="preserve"> صفين.</w:t>
      </w:r>
    </w:p>
    <w:p w:rsidR="00F631FA" w:rsidRPr="00874BDF" w:rsidRDefault="00F631FA" w:rsidP="005F7FDA">
      <w:pPr>
        <w:pStyle w:val="libVar"/>
        <w:rPr>
          <w:rtl/>
        </w:rPr>
      </w:pPr>
      <w:r>
        <w:rPr>
          <w:rtl/>
        </w:rPr>
        <w:t>للمقري ، نصر بن مزاحم ، ت</w:t>
      </w:r>
      <w:r w:rsidRPr="00C0312E">
        <w:rPr>
          <w:rtl/>
        </w:rPr>
        <w:t>(212)</w:t>
      </w:r>
      <w:r>
        <w:rPr>
          <w:rtl/>
        </w:rPr>
        <w:t xml:space="preserve">. تحقيق : عبدالسلام محمد هارون الطبعة الثانية ، </w:t>
      </w:r>
      <w:r w:rsidR="008A2B0F">
        <w:rPr>
          <w:rFonts w:hint="cs"/>
          <w:rtl/>
        </w:rPr>
        <w:t xml:space="preserve"> </w:t>
      </w:r>
      <w:r>
        <w:rPr>
          <w:rtl/>
        </w:rPr>
        <w:t>المؤسسة العربية الحديثة للطباعة والنشر 1382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107 ـ الصواعق المحرقة على أهل الرفض والضلال والزندقة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حجر الهيثمي ، أبي العباس ، أحمد بن محمد بن علي ، ت</w:t>
      </w:r>
      <w:r w:rsidRPr="00C0312E">
        <w:rPr>
          <w:rtl/>
        </w:rPr>
        <w:t>(974)</w:t>
      </w:r>
      <w:r>
        <w:rPr>
          <w:rtl/>
        </w:rPr>
        <w:t xml:space="preserve">. تحقيق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عبدالرحمن بن عبداللهالزكي ، كامل محمد الخراط ، الطبعة الأُولى ، مؤسسة الرسالةـ</w:t>
      </w:r>
      <w:r w:rsidR="008A2B0F">
        <w:rPr>
          <w:rtl/>
        </w:rPr>
        <w:t xml:space="preserve"> </w:t>
      </w:r>
      <w:r>
        <w:rPr>
          <w:rtl/>
        </w:rPr>
        <w:t>بيروت 1417 هـ. 1997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108 ـ الضعفاء الكبير = ضعفاء العقيلي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جعفر ، محمد بن عمرو بن موسى ، العقيلي ، المكي ، ت</w:t>
      </w:r>
      <w:r w:rsidRPr="00C0312E">
        <w:rPr>
          <w:rtl/>
        </w:rPr>
        <w:t>(322)</w:t>
      </w:r>
      <w:r>
        <w:rPr>
          <w:rtl/>
        </w:rPr>
        <w:t xml:space="preserve">. تحقيق : الدكتور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عبدالمعطي تلعجي ، الطبعة الثانية ، دار الكتب العلمية ـ بيروت 1418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109 ـ طبقات ابن سعد = الطبقات الكبرى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عبدالله، محمد بن سعد بن منيع ، البصري ، الزهري ، ت</w:t>
      </w:r>
      <w:r w:rsidRPr="00C0312E">
        <w:rPr>
          <w:rtl/>
        </w:rPr>
        <w:t>(230)</w:t>
      </w:r>
      <w:r>
        <w:rPr>
          <w:rtl/>
        </w:rPr>
        <w:t>. دار صادر ـ بيروت.</w:t>
      </w:r>
    </w:p>
    <w:p w:rsidR="00F631FA" w:rsidRPr="00417B36" w:rsidRDefault="00F631FA" w:rsidP="005F7FDA">
      <w:pPr>
        <w:pStyle w:val="libBold2"/>
        <w:rPr>
          <w:rtl/>
        </w:rPr>
      </w:pPr>
      <w:r w:rsidRPr="00417B36">
        <w:rPr>
          <w:rtl/>
        </w:rPr>
        <w:t xml:space="preserve">110 </w:t>
      </w:r>
      <w:r>
        <w:rPr>
          <w:rtl/>
        </w:rPr>
        <w:t>ـ</w:t>
      </w:r>
      <w:r w:rsidRPr="00417B36">
        <w:rPr>
          <w:rtl/>
        </w:rPr>
        <w:t xml:space="preserve"> الطرائف في معرفة مذاهب الطوائف.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طاووس ، أبي القاسم ، رضي الدين ، علي بن موسى الحلي ، ت</w:t>
      </w:r>
      <w:r w:rsidRPr="00C0312E">
        <w:rPr>
          <w:rtl/>
        </w:rPr>
        <w:t>(664)</w:t>
      </w:r>
      <w:r>
        <w:rPr>
          <w:rtl/>
        </w:rPr>
        <w:t xml:space="preserve">. 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>الأُولى ، مطبعة الخيام ـ قم 1399 هـ.</w:t>
      </w:r>
    </w:p>
    <w:p w:rsidR="00F631FA" w:rsidRPr="00417B36" w:rsidRDefault="00F631FA" w:rsidP="005F7FDA">
      <w:pPr>
        <w:pStyle w:val="libBold2"/>
        <w:rPr>
          <w:rtl/>
        </w:rPr>
      </w:pPr>
      <w:r w:rsidRPr="00417B36">
        <w:rPr>
          <w:rtl/>
        </w:rPr>
        <w:t xml:space="preserve">111 </w:t>
      </w:r>
      <w:r>
        <w:rPr>
          <w:rtl/>
        </w:rPr>
        <w:t>ـ</w:t>
      </w:r>
      <w:r w:rsidRPr="00417B36">
        <w:rPr>
          <w:rtl/>
        </w:rPr>
        <w:t xml:space="preserve"> العمدة لابن البطريق = عمدة عيون صحاح الأخبار في مناقب إمام الأبرار.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البطريق ، يحيى بن الحسن الأسدي الحلي ، ت</w:t>
      </w:r>
      <w:r w:rsidRPr="00C0312E">
        <w:rPr>
          <w:rtl/>
        </w:rPr>
        <w:t>(600)</w:t>
      </w:r>
      <w:r>
        <w:rPr>
          <w:rtl/>
        </w:rPr>
        <w:t xml:space="preserve">. تحقيق : جامعة </w:t>
      </w:r>
      <w:r w:rsidR="008A2B0F">
        <w:rPr>
          <w:rFonts w:hint="cs"/>
          <w:rtl/>
        </w:rPr>
        <w:t xml:space="preserve"> </w:t>
      </w:r>
      <w:r>
        <w:rPr>
          <w:rtl/>
        </w:rPr>
        <w:t>المدرسين ، الطبعة الأُولى ، مؤسسة النشر الإسلامي ـ قم 1407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112 ـ عمدة القاري شرح صحيح البخاري</w:t>
      </w:r>
      <w:r>
        <w:rPr>
          <w:rtl/>
        </w:rPr>
        <w:t xml:space="preserve"> / 25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للعيني ، بدر الدين محمود بن أحمد ، ت</w:t>
      </w:r>
      <w:r w:rsidRPr="00C0312E">
        <w:rPr>
          <w:rtl/>
        </w:rPr>
        <w:t>(855)</w:t>
      </w:r>
      <w:r>
        <w:rPr>
          <w:rtl/>
        </w:rPr>
        <w:t>. دار إحياء التراث العربي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113 ـ علل الدارقطني = العلل الواردة في الأحاديث النبوية</w:t>
      </w:r>
      <w:r>
        <w:rPr>
          <w:rtl/>
        </w:rPr>
        <w:t xml:space="preserve"> / 11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للدارقطني ، أبي الحسن ، علي بن عمر بن أحمد ، ت</w:t>
      </w:r>
      <w:r w:rsidRPr="00C0312E">
        <w:rPr>
          <w:rtl/>
        </w:rPr>
        <w:t>(385)</w:t>
      </w:r>
      <w:r>
        <w:rPr>
          <w:rtl/>
        </w:rPr>
        <w:t xml:space="preserve">. تحقيق : محفوظ الرحمن </w:t>
      </w:r>
      <w:r w:rsidR="008A2B0F">
        <w:rPr>
          <w:rFonts w:hint="cs"/>
          <w:rtl/>
        </w:rPr>
        <w:t xml:space="preserve"> </w:t>
      </w:r>
      <w:r>
        <w:rPr>
          <w:rtl/>
        </w:rPr>
        <w:t>زين الله السلفي ، الطبعة الأُولى ، دار طيبة ـ الرياض 1405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114 ـ علل الشرائع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الصدوق ، أبي جعفر ، محمد بن علي بن الحسين بن موسى بن بابويه القمي ، ت</w:t>
      </w:r>
      <w:r w:rsidR="008A2B0F">
        <w:rPr>
          <w:rFonts w:hint="cs"/>
          <w:rtl/>
        </w:rPr>
        <w:t xml:space="preserve"> </w:t>
      </w:r>
      <w:r w:rsidRPr="00C0312E">
        <w:rPr>
          <w:rtl/>
        </w:rPr>
        <w:t>(381)</w:t>
      </w:r>
      <w:r>
        <w:rPr>
          <w:rtl/>
        </w:rPr>
        <w:t>. الطبعة الأُولى ، المكتبة الحديرية ـ النجف 1385 هـ. 1966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115 ـ عوالي اللئالي العزيزية في الأحاديث الدينية</w:t>
      </w:r>
      <w:r>
        <w:rPr>
          <w:rtl/>
        </w:rPr>
        <w:t xml:space="preserve"> / 4 مجلدات.</w:t>
      </w:r>
    </w:p>
    <w:p w:rsidR="00F631FA" w:rsidRPr="005F7FDA" w:rsidRDefault="00F631FA" w:rsidP="005F7FDA">
      <w:pPr>
        <w:pStyle w:val="libVar"/>
        <w:rPr>
          <w:rStyle w:val="libPoemTiniChar0"/>
          <w:rtl/>
        </w:rPr>
      </w:pPr>
      <w:r>
        <w:rPr>
          <w:rtl/>
        </w:rPr>
        <w:t>لابن أبي جمهور الإحسائي ، محمد بن علي بن إبراهيم ، ت</w:t>
      </w:r>
      <w:r w:rsidRPr="00C0312E">
        <w:rPr>
          <w:rtl/>
        </w:rPr>
        <w:t>(880)</w:t>
      </w:r>
      <w:r>
        <w:rPr>
          <w:rtl/>
        </w:rPr>
        <w:t xml:space="preserve">. تحقيق : الشيخ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مجتبى العراقي ، الطبعة الأُولى ، سيد الشهداء ـ قم 1403 هـ. 1983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116 ـ عيون الأثر في فنون المغازي والشمائل والسير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سيد الناس ، محمد بن عبداللهبن يحيى ، ت</w:t>
      </w:r>
      <w:r w:rsidRPr="00C0312E">
        <w:rPr>
          <w:rtl/>
        </w:rPr>
        <w:t>(734)</w:t>
      </w:r>
      <w:r>
        <w:rPr>
          <w:rtl/>
        </w:rPr>
        <w:t xml:space="preserve">. طبعة جديدة مصححة ، </w:t>
      </w:r>
      <w:r w:rsidR="008A2B0F">
        <w:rPr>
          <w:rFonts w:hint="cs"/>
          <w:rtl/>
        </w:rPr>
        <w:t xml:space="preserve"> </w:t>
      </w:r>
      <w:r>
        <w:rPr>
          <w:rtl/>
        </w:rPr>
        <w:t>مؤسسة عزالدين للطباعة والنشر ـ بيروت 1406 هـ. 1986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117 ـ عيون أخبار الرضا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الصدوق ، أبي جعفر ، محمد بن علي بن الحسين بن بابويه القمي ، ت</w:t>
      </w:r>
      <w:r w:rsidRPr="00C0312E">
        <w:rPr>
          <w:rtl/>
        </w:rPr>
        <w:t>(381)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الشيخ حسين الأعلمي ، الطبعة الأُولى ، مؤسسة الأعلمي ـ بيروت 1404 هـ.1984 م.</w:t>
      </w:r>
    </w:p>
    <w:p w:rsidR="00F631FA" w:rsidRPr="00417B36" w:rsidRDefault="00F631FA" w:rsidP="005F7FDA">
      <w:pPr>
        <w:pStyle w:val="libBold2"/>
        <w:rPr>
          <w:rtl/>
        </w:rPr>
      </w:pPr>
      <w:r w:rsidRPr="00417B36">
        <w:rPr>
          <w:rtl/>
        </w:rPr>
        <w:t xml:space="preserve">118 </w:t>
      </w:r>
      <w:r>
        <w:rPr>
          <w:rtl/>
        </w:rPr>
        <w:t>ـ</w:t>
      </w:r>
      <w:r w:rsidRPr="00417B36">
        <w:rPr>
          <w:rtl/>
        </w:rPr>
        <w:t xml:space="preserve"> عيون الحكم والمواعظ.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للواسطي ، أبي الحسن ، علي بن محمد الليثي (من أعلام الإمامية في القرن السادس).</w:t>
      </w:r>
      <w:r w:rsidR="008A2B0F">
        <w:rPr>
          <w:rFonts w:hint="cs"/>
          <w:rtl/>
        </w:rPr>
        <w:t xml:space="preserve"> </w:t>
      </w:r>
      <w:r>
        <w:rPr>
          <w:rtl/>
        </w:rPr>
        <w:t>تحقيق : الشيخ حسين الحسني البيرجندي ، الطبعة الأُولى ، دار الحديث ـ قم 1376 هـ.</w:t>
      </w:r>
    </w:p>
    <w:p w:rsidR="00F631FA" w:rsidRPr="00417B36" w:rsidRDefault="00F631FA" w:rsidP="005F7FDA">
      <w:pPr>
        <w:pStyle w:val="libBold2"/>
        <w:rPr>
          <w:rtl/>
        </w:rPr>
      </w:pPr>
      <w:r w:rsidRPr="00417B36">
        <w:rPr>
          <w:rtl/>
        </w:rPr>
        <w:t xml:space="preserve">119 </w:t>
      </w:r>
      <w:r>
        <w:rPr>
          <w:rtl/>
        </w:rPr>
        <w:t>ـ</w:t>
      </w:r>
      <w:r w:rsidRPr="00417B36">
        <w:rPr>
          <w:rtl/>
        </w:rPr>
        <w:t xml:space="preserve"> عين العبرة في غبن العترة.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طاووس ، جمال الدين ، السيد أحمد بن سعد الدين أبي إبراهيم ، ت</w:t>
      </w:r>
      <w:r w:rsidRPr="00C0312E">
        <w:rPr>
          <w:rtl/>
        </w:rPr>
        <w:t>(677)</w:t>
      </w:r>
      <w:r>
        <w:rPr>
          <w:rtl/>
        </w:rPr>
        <w:t xml:space="preserve">. نشر </w:t>
      </w:r>
      <w:r w:rsidR="008A2B0F">
        <w:rPr>
          <w:rFonts w:hint="cs"/>
          <w:rtl/>
        </w:rPr>
        <w:t xml:space="preserve"> </w:t>
      </w:r>
      <w:r>
        <w:rPr>
          <w:rtl/>
        </w:rPr>
        <w:t>دار الشهاب ـ قم.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120 ـ الغارات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للثقفي ، أبي إسحاق ، إبراهيم بن محمد الكوفي ، ت</w:t>
      </w:r>
      <w:r w:rsidRPr="00C0312E">
        <w:rPr>
          <w:rtl/>
        </w:rPr>
        <w:t>(283)</w:t>
      </w:r>
      <w:r>
        <w:rPr>
          <w:rtl/>
        </w:rPr>
        <w:t xml:space="preserve">. تحقيق : السيد جلال الدين </w:t>
      </w:r>
      <w:r w:rsidR="008A2B0F">
        <w:rPr>
          <w:rFonts w:hint="cs"/>
          <w:rtl/>
        </w:rPr>
        <w:t xml:space="preserve"> </w:t>
      </w:r>
      <w:r>
        <w:rPr>
          <w:rtl/>
        </w:rPr>
        <w:t>المحدث ، دار بهمن للنشر ـ طهران.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121 ـ غايةالمرام وحجةالخصام في تعيينالإمام من طريقالخاص والعام</w:t>
      </w:r>
      <w:r>
        <w:rPr>
          <w:rtl/>
        </w:rPr>
        <w:t xml:space="preserve"> / 7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للسيد هاشم البحراني ، الموسوي ، التوبلي ، ت (1107). تحقيق : السيد علي عاشور ، 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ـ لبنان.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122 ـ الغدير في الكتاب والسنّة والأدب</w:t>
      </w:r>
      <w:r>
        <w:rPr>
          <w:rtl/>
        </w:rPr>
        <w:t xml:space="preserve"> / 12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الأميني ، عبد الحسين أحمد ، ت (1293). الطبعة الرابعة ، دار الكتاب العربيـ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1398 هـ. 1977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123 ـ غريب الحديث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للخطابي ، أبي سليمان ، أحمد بن محمد بن إبراهيم البستي ، ت</w:t>
      </w:r>
      <w:r w:rsidRPr="00C0312E">
        <w:rPr>
          <w:rtl/>
        </w:rPr>
        <w:t>(388)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عبدالكريم إبراهيم العزباوي ، جامعة أُم القرى ـ مكة المكرمة.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124 ـ فتح الباري شرح صحيح البخاري</w:t>
      </w:r>
      <w:r>
        <w:rPr>
          <w:rtl/>
        </w:rPr>
        <w:t xml:space="preserve"> / 13 مجلدا.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حجر ، أحمد بن علي العسقلاني ، ت</w:t>
      </w:r>
      <w:r w:rsidRPr="00C0312E">
        <w:rPr>
          <w:rtl/>
        </w:rPr>
        <w:t>(852)</w:t>
      </w:r>
      <w:r>
        <w:rPr>
          <w:rtl/>
        </w:rPr>
        <w:t>. الطبعة الثانية ، دار المعرفة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125 ـ فتح القدير الجامع بين فني الرواية والدراية من علم التفسير</w:t>
      </w:r>
      <w:r>
        <w:rPr>
          <w:rtl/>
        </w:rPr>
        <w:t xml:space="preserve"> / 5 مجلدات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للشوكاني ، محمد بن علي بن محمد ، ت (1250). عالم الكتب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126 ـ الفردوس بمأثور الخطاب</w:t>
      </w:r>
      <w:r>
        <w:rPr>
          <w:rtl/>
        </w:rPr>
        <w:t xml:space="preserve"> / 5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للديلمي ، أبي شجاع ، شيرويه بن شهردار بن شيرويه الهمذاني الملقب الكيا ، ت</w:t>
      </w:r>
      <w:r w:rsidR="008A2B0F">
        <w:rPr>
          <w:rFonts w:hint="cs"/>
          <w:rtl/>
        </w:rPr>
        <w:t xml:space="preserve"> </w:t>
      </w:r>
      <w:r w:rsidRPr="00C0312E">
        <w:rPr>
          <w:rtl/>
        </w:rPr>
        <w:t>(509)</w:t>
      </w:r>
      <w:r>
        <w:rPr>
          <w:rtl/>
        </w:rPr>
        <w:t xml:space="preserve">. تحقيق : السعيد بن بسيوني زغلول ، الطبعة الأُولى ، دار الكتب العلميةـبيروت </w:t>
      </w:r>
      <w:r w:rsidR="008A2B0F">
        <w:rPr>
          <w:rFonts w:hint="cs"/>
          <w:rtl/>
        </w:rPr>
        <w:t xml:space="preserve"> </w:t>
      </w:r>
      <w:r>
        <w:rPr>
          <w:rtl/>
        </w:rPr>
        <w:t>1406 هـ. 1986 م.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127 </w:t>
      </w:r>
      <w:r>
        <w:rPr>
          <w:rtl/>
        </w:rPr>
        <w:t>ـ</w:t>
      </w:r>
      <w:r w:rsidRPr="00207563">
        <w:rPr>
          <w:rtl/>
        </w:rPr>
        <w:t xml:space="preserve"> الفضائل لابن شاذان.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الفضل ، شاذان بن جبرائيل بن إسماعيل ، ت</w:t>
      </w:r>
      <w:r w:rsidRPr="00C0312E">
        <w:rPr>
          <w:rtl/>
        </w:rPr>
        <w:t>(660)</w:t>
      </w:r>
      <w:r>
        <w:rPr>
          <w:rtl/>
        </w:rPr>
        <w:t>. منشورات المطبعة الحيدريةـ</w:t>
      </w:r>
      <w:r w:rsidR="008A2B0F">
        <w:rPr>
          <w:rFonts w:hint="cs"/>
          <w:rtl/>
        </w:rPr>
        <w:t xml:space="preserve"> </w:t>
      </w:r>
      <w:r>
        <w:rPr>
          <w:rtl/>
        </w:rPr>
        <w:t>النجف 1381 هـ. 1962 م.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128 </w:t>
      </w:r>
      <w:r>
        <w:rPr>
          <w:rtl/>
        </w:rPr>
        <w:t>ـ</w:t>
      </w:r>
      <w:r w:rsidRPr="00207563">
        <w:rPr>
          <w:rtl/>
        </w:rPr>
        <w:t xml:space="preserve"> فضائل سيدة النساء = جزء فضائل فاطمة.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شاهين ، أبي حفص ، عمر بن أحمد بن عثمان بن أيوب بن شاهين ، ت</w:t>
      </w:r>
      <w:r w:rsidRPr="00C0312E">
        <w:rPr>
          <w:rtl/>
        </w:rPr>
        <w:t>(385)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أبو إسحاق الحويني الأثري ، الطبعة الأُولى ، مكتبة التربية الإسلامية ـ القاهرة 1411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129 ـ فضائل الصحابة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للشيباني ، أبي عبدالله، أحمد بن حنبل ، ت</w:t>
      </w:r>
      <w:r w:rsidRPr="00C0312E">
        <w:rPr>
          <w:rtl/>
        </w:rPr>
        <w:t>(241)</w:t>
      </w:r>
      <w:r>
        <w:rPr>
          <w:rtl/>
        </w:rPr>
        <w:t xml:space="preserve">. تحقيق : الدكتور وصي الله محمد </w:t>
      </w:r>
      <w:r w:rsidR="008A2B0F">
        <w:rPr>
          <w:rFonts w:hint="cs"/>
          <w:rtl/>
        </w:rPr>
        <w:t xml:space="preserve"> </w:t>
      </w:r>
      <w:r>
        <w:rPr>
          <w:rtl/>
        </w:rPr>
        <w:t>عباس ، الطبعة الأُولى ، مؤسسة الرسالة ـ بيروت 1403 هـ. 1983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130 ـ الفوائد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للرازي ، أبي القاسم ، تمام بن محمد ، ت</w:t>
      </w:r>
      <w:r w:rsidRPr="00C0312E">
        <w:rPr>
          <w:rtl/>
        </w:rPr>
        <w:t>(414)</w:t>
      </w:r>
      <w:r>
        <w:rPr>
          <w:rtl/>
        </w:rPr>
        <w:t xml:space="preserve">. تحقيق حمدي عبد المجيد السلفي ،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الأُولى ، مكتبة الرشد ـ الرياض 1412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131 ـ فيض القدير شرح الجامع الصغير من أحاديث البشير النذير</w:t>
      </w:r>
      <w:r>
        <w:rPr>
          <w:rtl/>
        </w:rPr>
        <w:t xml:space="preserve"> / 6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للمناوي ، محمد عبد الرؤوف ، ت (1331). تحقيق : أحمد عبد السلام ، الطبعة الأُولى ، </w:t>
      </w:r>
      <w:r w:rsidR="008A2B0F">
        <w:rPr>
          <w:rFonts w:hint="cs"/>
          <w:rtl/>
        </w:rPr>
        <w:t xml:space="preserve"> </w:t>
      </w:r>
      <w:r>
        <w:rPr>
          <w:rtl/>
        </w:rPr>
        <w:t>دار الكتب العلمية ـ بيروت 1415 هـ.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132 </w:t>
      </w:r>
      <w:r>
        <w:rPr>
          <w:rtl/>
        </w:rPr>
        <w:t>ـ</w:t>
      </w:r>
      <w:r w:rsidRPr="00207563">
        <w:rPr>
          <w:rtl/>
        </w:rPr>
        <w:t xml:space="preserve"> القول المسدد في مسند أحمد.</w:t>
      </w:r>
    </w:p>
    <w:p w:rsidR="00F631FA" w:rsidRPr="005F7FDA" w:rsidRDefault="00F631FA" w:rsidP="005F7FDA">
      <w:pPr>
        <w:pStyle w:val="libVar"/>
        <w:rPr>
          <w:rStyle w:val="libPoemTiniChar0"/>
          <w:rtl/>
        </w:rPr>
      </w:pPr>
      <w:r>
        <w:rPr>
          <w:rtl/>
        </w:rPr>
        <w:t>لابن حجر العسقلاني ، أحمد بن علي ، ت</w:t>
      </w:r>
      <w:r w:rsidRPr="00C0312E">
        <w:rPr>
          <w:rtl/>
        </w:rPr>
        <w:t>(852)</w:t>
      </w:r>
      <w:r>
        <w:rPr>
          <w:rtl/>
        </w:rPr>
        <w:t>. تحقيق ونشر : مكتبة ابن تيمية</w:t>
      </w:r>
      <w:r>
        <w:rPr>
          <w:rFonts w:hint="cs"/>
          <w:rtl/>
        </w:rPr>
        <w:t xml:space="preserve">،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الطبعة الأُولى ، القاهرة 1401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133 ـ الكافي</w:t>
      </w:r>
      <w:r>
        <w:rPr>
          <w:rtl/>
        </w:rPr>
        <w:t>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للكليني ، أبي جعفر ، محمد بن يعقوب بن إسحاق الرازي ، ت</w:t>
      </w:r>
      <w:r w:rsidRPr="00C0312E">
        <w:rPr>
          <w:rtl/>
        </w:rPr>
        <w:t>(328)</w:t>
      </w:r>
      <w:r>
        <w:rPr>
          <w:rtl/>
        </w:rPr>
        <w:t xml:space="preserve">. تحقيق : علي </w:t>
      </w:r>
      <w:r w:rsidR="008A2B0F">
        <w:rPr>
          <w:rFonts w:hint="cs"/>
          <w:rtl/>
        </w:rPr>
        <w:t xml:space="preserve"> </w:t>
      </w:r>
      <w:r>
        <w:rPr>
          <w:rtl/>
        </w:rPr>
        <w:t>أكبر الغفاري ، الطبعة الثالثة ، دار الكتب الإسلامية ـ طهران 1388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134 ـ الكامل في التأريخ</w:t>
      </w:r>
      <w:r>
        <w:rPr>
          <w:rtl/>
        </w:rPr>
        <w:t>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للشيباني ، محمد بن محمد بن عبد الكريم عبد الواحد ، المعروف بابن الأثير ، ت</w:t>
      </w:r>
      <w:r w:rsidR="008A2B0F">
        <w:rPr>
          <w:rFonts w:hint="cs"/>
          <w:rtl/>
        </w:rPr>
        <w:t xml:space="preserve"> </w:t>
      </w:r>
      <w:r w:rsidRPr="00C0312E">
        <w:rPr>
          <w:rtl/>
        </w:rPr>
        <w:t>(630)</w:t>
      </w:r>
      <w:r>
        <w:rPr>
          <w:rtl/>
        </w:rPr>
        <w:t xml:space="preserve">. تحقيق : أبي الفداء ، عبداللهالقاضي ، الطبعة الثانية ، دار الكتب العلميةـبيروت </w:t>
      </w:r>
      <w:r w:rsidR="008A2B0F">
        <w:rPr>
          <w:rFonts w:hint="cs"/>
          <w:rtl/>
        </w:rPr>
        <w:t xml:space="preserve"> </w:t>
      </w:r>
      <w:r>
        <w:rPr>
          <w:rtl/>
        </w:rPr>
        <w:t>1415 هـ. 1995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135 ـ الكامل في ضعفاء الرجال</w:t>
      </w:r>
      <w:r>
        <w:rPr>
          <w:rtl/>
        </w:rPr>
        <w:t>/ 7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عدي ، أبي احمد ، عبداللهبن عدي الجرجاني ، ت</w:t>
      </w:r>
      <w:r w:rsidRPr="00C0312E">
        <w:rPr>
          <w:rtl/>
        </w:rPr>
        <w:t>(365)</w:t>
      </w:r>
      <w:r>
        <w:rPr>
          <w:rtl/>
        </w:rPr>
        <w:t xml:space="preserve">. تحقيق : الدكتور سهيل </w:t>
      </w:r>
      <w:r w:rsidR="008A2B0F">
        <w:rPr>
          <w:rFonts w:hint="cs"/>
          <w:rtl/>
        </w:rPr>
        <w:t xml:space="preserve"> </w:t>
      </w:r>
      <w:r>
        <w:rPr>
          <w:rtl/>
        </w:rPr>
        <w:t>زكار ، يحيى مختار غزاوي ، الطبعة الثالثة ، دار الفكرـ بيروت 1409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136 ـ كتاب سليم بن قيس</w:t>
      </w:r>
      <w:r>
        <w:rPr>
          <w:rtl/>
        </w:rPr>
        <w:t>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للهلالي ، سليم بن قيس ، </w:t>
      </w:r>
      <w:r w:rsidRPr="00A04F69">
        <w:rPr>
          <w:rtl/>
        </w:rPr>
        <w:t>ت (76). تحقيق</w:t>
      </w:r>
      <w:r>
        <w:rPr>
          <w:rtl/>
        </w:rPr>
        <w:t xml:space="preserve"> : محمد باقر الأنصاري الزنجاني.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137 </w:t>
      </w:r>
      <w:r>
        <w:rPr>
          <w:rtl/>
        </w:rPr>
        <w:t>ـ</w:t>
      </w:r>
      <w:r w:rsidRPr="00207563">
        <w:rPr>
          <w:rtl/>
        </w:rPr>
        <w:t xml:space="preserve"> الكشف الحثيث عمن روي بوضع الحديث.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للسبط بن العجمي ، أبي الوفاء ، إبراهيم بن محمد بن سبط الحلبي ، ت</w:t>
      </w:r>
      <w:r w:rsidRPr="00C0312E">
        <w:rPr>
          <w:rtl/>
        </w:rPr>
        <w:t>(841)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صبحي السامرائي ، الطبعة الأُولى ، مكتبة النهضة العربية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138 ـ كشف الغمة في معرفة الأئمة</w:t>
      </w:r>
      <w:r>
        <w:rPr>
          <w:rtl/>
        </w:rPr>
        <w:t>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للأربلي ، أبي الحسن ، علي بن عيسى بن أبي الفتح ، ت</w:t>
      </w:r>
      <w:r w:rsidRPr="00C0312E">
        <w:rPr>
          <w:rtl/>
        </w:rPr>
        <w:t>(693)</w:t>
      </w:r>
      <w:r>
        <w:rPr>
          <w:rtl/>
        </w:rPr>
        <w:t>. الطبعة الثانية ، دار</w:t>
      </w:r>
      <w:r w:rsidR="008A2B0F">
        <w:rPr>
          <w:rtl/>
        </w:rPr>
        <w:t xml:space="preserve"> </w:t>
      </w:r>
      <w:r>
        <w:rPr>
          <w:rtl/>
        </w:rPr>
        <w:t>الأضواء ـ بيروت 1405 هـ. 1985 م.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139 </w:t>
      </w:r>
      <w:r>
        <w:rPr>
          <w:rtl/>
        </w:rPr>
        <w:t>ـ</w:t>
      </w:r>
      <w:r w:rsidRPr="00207563">
        <w:rPr>
          <w:rtl/>
        </w:rPr>
        <w:t xml:space="preserve"> كشف اليقين في فضائل أمير المؤمنين.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للعلامة الحلي ، الحسن بن يوسف بن المطهر ، ت</w:t>
      </w:r>
      <w:r w:rsidRPr="00C0312E">
        <w:rPr>
          <w:rtl/>
        </w:rPr>
        <w:t>(726)</w:t>
      </w:r>
      <w:r>
        <w:rPr>
          <w:rtl/>
        </w:rPr>
        <w:t xml:space="preserve">. تحقيق : حسين الدركاهي ، </w:t>
      </w:r>
      <w:r w:rsidR="008A2B0F">
        <w:rPr>
          <w:rFonts w:hint="cs"/>
          <w:rtl/>
        </w:rPr>
        <w:t xml:space="preserve"> </w:t>
      </w:r>
      <w:r>
        <w:rPr>
          <w:rtl/>
        </w:rPr>
        <w:t>محمد حسن حسين آبادي ، الطبعة الأُولى ، طهران ـ إيران 1411 هـ. 1991 م.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140 </w:t>
      </w:r>
      <w:r>
        <w:rPr>
          <w:rtl/>
        </w:rPr>
        <w:t>ـ</w:t>
      </w:r>
      <w:r w:rsidRPr="00207563">
        <w:rPr>
          <w:rtl/>
        </w:rPr>
        <w:t xml:space="preserve"> كفاية الطالب.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للكنجي الشافعي ، محمد بن يوسف ، ت</w:t>
      </w:r>
      <w:r w:rsidRPr="00C0312E">
        <w:rPr>
          <w:rtl/>
        </w:rPr>
        <w:t>(658)</w:t>
      </w:r>
      <w:r>
        <w:rPr>
          <w:rtl/>
        </w:rPr>
        <w:t>. المطبعة الحيدرية ـ النجف 1356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141 ـ الكمال</w:t>
      </w:r>
      <w:r>
        <w:rPr>
          <w:rtl/>
        </w:rPr>
        <w:t>/ 7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ماكولا ، أبي نصر ، علي بن هبة الله بن علي العجلي ، ت</w:t>
      </w:r>
      <w:r w:rsidRPr="00C0312E">
        <w:rPr>
          <w:rtl/>
        </w:rPr>
        <w:t>(475)</w:t>
      </w:r>
      <w:r>
        <w:rPr>
          <w:rtl/>
        </w:rPr>
        <w:t xml:space="preserve">. دار الكتب </w:t>
      </w:r>
      <w:r w:rsidR="008A2B0F">
        <w:rPr>
          <w:rFonts w:hint="cs"/>
          <w:rtl/>
        </w:rPr>
        <w:t xml:space="preserve"> </w:t>
      </w:r>
      <w:r>
        <w:rPr>
          <w:rtl/>
        </w:rPr>
        <w:t>الإسلامية ـ القاهرة.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142 ـ كنز العمّال في سنن الأقوال والأفعال</w:t>
      </w:r>
      <w:r>
        <w:rPr>
          <w:rtl/>
        </w:rPr>
        <w:t>/ 16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للمتقي الهندي ، علاء الدين ، علي المتقي بن حسام ، ت</w:t>
      </w:r>
      <w:r w:rsidRPr="00C0312E">
        <w:rPr>
          <w:rtl/>
        </w:rPr>
        <w:t>(975)</w:t>
      </w:r>
      <w:r>
        <w:rPr>
          <w:rtl/>
        </w:rPr>
        <w:t xml:space="preserve">. تحقيق : الشيخ بكري </w:t>
      </w:r>
      <w:r w:rsidR="008A2B0F">
        <w:rPr>
          <w:rFonts w:hint="cs"/>
          <w:rtl/>
        </w:rPr>
        <w:t xml:space="preserve"> </w:t>
      </w:r>
      <w:r>
        <w:rPr>
          <w:rtl/>
        </w:rPr>
        <w:t>حياني ، الشيخ صفوة السقا ، مؤسسة الرسالة ـ بيروت 1409 هـ. 1989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143 ـ اللألي المصنوعة في الأحاديث الموضوعة</w:t>
      </w:r>
      <w:r>
        <w:rPr>
          <w:rtl/>
        </w:rPr>
        <w:t>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للسيوطي ، جلال الدين ، عبدالرحمن بن أبي بكر ، ت</w:t>
      </w:r>
      <w:r w:rsidRPr="00C0312E">
        <w:rPr>
          <w:rtl/>
        </w:rPr>
        <w:t>(911)</w:t>
      </w:r>
      <w:r>
        <w:rPr>
          <w:rtl/>
        </w:rPr>
        <w:t xml:space="preserve">. تحقيق : أبو عبدالرحمن ، </w:t>
      </w:r>
      <w:r w:rsidR="008A2B0F">
        <w:rPr>
          <w:rFonts w:hint="cs"/>
          <w:rtl/>
        </w:rPr>
        <w:t xml:space="preserve"> </w:t>
      </w:r>
      <w:r>
        <w:rPr>
          <w:rtl/>
        </w:rPr>
        <w:t>صلاح بن محمد بن عويضة ، الطبعة الأُولى ، دار الكتب العلمية ـ بيروت 1417 هـ. 1996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144 ـ المجروحين من المحدثين والضعفاء والمتروكين</w:t>
      </w:r>
      <w:r>
        <w:rPr>
          <w:rtl/>
        </w:rPr>
        <w:t>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حبان البستي ، محمد بن حبان بن أحمد التميمي ، ت</w:t>
      </w:r>
      <w:r w:rsidRPr="00C0312E">
        <w:rPr>
          <w:rtl/>
        </w:rPr>
        <w:t>(354)</w:t>
      </w:r>
      <w:r>
        <w:rPr>
          <w:rtl/>
        </w:rPr>
        <w:t xml:space="preserve">. تحقيق : محمد </w:t>
      </w:r>
      <w:r w:rsidR="008A2B0F">
        <w:rPr>
          <w:rFonts w:hint="cs"/>
          <w:rtl/>
        </w:rPr>
        <w:t xml:space="preserve"> </w:t>
      </w:r>
      <w:r>
        <w:rPr>
          <w:rtl/>
        </w:rPr>
        <w:t>إبراهيم زايد ، الطبعة الأُولى ، دار الوعي ـ حلب 1396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145 ـ مجمع البيان في تفسير القرآن</w:t>
      </w:r>
      <w:r>
        <w:rPr>
          <w:rtl/>
        </w:rPr>
        <w:t>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للطبرسي ، أبي علي ، الفضل بن الحسن ، ت</w:t>
      </w:r>
      <w:r w:rsidRPr="00C0312E">
        <w:rPr>
          <w:rtl/>
        </w:rPr>
        <w:t>(560)</w:t>
      </w:r>
      <w:r>
        <w:rPr>
          <w:rtl/>
        </w:rPr>
        <w:t>. تحقيق : لجنة من العلماء</w:t>
      </w:r>
      <w:r w:rsidR="008A2B0F">
        <w:rPr>
          <w:rtl/>
        </w:rPr>
        <w:t xml:space="preserve"> </w:t>
      </w:r>
      <w:r>
        <w:rPr>
          <w:rtl/>
        </w:rPr>
        <w:t>والمحققين الأخصائيين ، الطبعة الأُولى ، مؤسسة الأعلمي ـ بيروت 1415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146 ـ مجمع الزوائد ومنبع الفوائد</w:t>
      </w:r>
      <w:r>
        <w:rPr>
          <w:rtl/>
        </w:rPr>
        <w:t xml:space="preserve"> 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للهيثمي ، نور الدين ، علي بن أبي بكر ، ت</w:t>
      </w:r>
      <w:r w:rsidRPr="00C0312E">
        <w:rPr>
          <w:rtl/>
        </w:rPr>
        <w:t>(807)</w:t>
      </w:r>
      <w:r>
        <w:rPr>
          <w:rtl/>
        </w:rPr>
        <w:t>. الطبعة الأُولى ، دار الكتب العلميةـ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1408 هـ. 1988 م.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147 </w:t>
      </w:r>
      <w:r>
        <w:rPr>
          <w:rtl/>
        </w:rPr>
        <w:t>ـ</w:t>
      </w:r>
      <w:r w:rsidRPr="00207563">
        <w:rPr>
          <w:rtl/>
        </w:rPr>
        <w:t xml:space="preserve"> المحبر.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للبغدادي ، محمد بن حبيب ، ت</w:t>
      </w:r>
      <w:r w:rsidRPr="00C0312E">
        <w:rPr>
          <w:rtl/>
        </w:rPr>
        <w:t>(245)</w:t>
      </w:r>
      <w:r>
        <w:rPr>
          <w:rtl/>
        </w:rPr>
        <w:t>. نسخة خطية.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148 </w:t>
      </w:r>
      <w:r>
        <w:rPr>
          <w:rtl/>
        </w:rPr>
        <w:t>ـ</w:t>
      </w:r>
      <w:r w:rsidRPr="00207563">
        <w:rPr>
          <w:rtl/>
        </w:rPr>
        <w:t xml:space="preserve"> المحدث الفاصل بين الراوي والواعي.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للرامهرمزي ، الحسن بن عبدالرحمن ، ت</w:t>
      </w:r>
      <w:r w:rsidRPr="00C0312E">
        <w:rPr>
          <w:rtl/>
        </w:rPr>
        <w:t>(360)</w:t>
      </w:r>
      <w:r>
        <w:rPr>
          <w:rtl/>
        </w:rPr>
        <w:t xml:space="preserve">. تحقيق : الدكتور محمد عجاج </w:t>
      </w:r>
      <w:r w:rsidR="008A2B0F">
        <w:rPr>
          <w:rFonts w:hint="cs"/>
          <w:rtl/>
        </w:rPr>
        <w:t xml:space="preserve"> </w:t>
      </w:r>
      <w:r>
        <w:rPr>
          <w:rtl/>
        </w:rPr>
        <w:t>الخطيب ، الطبعة الثالثة ، دار الفكر ـ بيروت 1404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149 ـ المحصول في علم أُصول الفقه</w:t>
      </w:r>
      <w:r>
        <w:rPr>
          <w:rtl/>
        </w:rPr>
        <w:t xml:space="preserve"> / 6 مجلدات.</w:t>
      </w:r>
    </w:p>
    <w:p w:rsidR="00F631FA" w:rsidRPr="005F7FDA" w:rsidRDefault="00F631FA" w:rsidP="005F7FDA">
      <w:pPr>
        <w:pStyle w:val="libVar"/>
        <w:rPr>
          <w:rStyle w:val="libPoemTiniChar0"/>
          <w:rtl/>
        </w:rPr>
      </w:pPr>
      <w:r>
        <w:rPr>
          <w:rtl/>
        </w:rPr>
        <w:t>للرازي ، محمد بن عمر بن الحسين ، ت</w:t>
      </w:r>
      <w:r w:rsidRPr="00C0312E">
        <w:rPr>
          <w:rtl/>
        </w:rPr>
        <w:t>(606)</w:t>
      </w:r>
      <w:r>
        <w:rPr>
          <w:rtl/>
        </w:rPr>
        <w:t>. تحقيق : الدكتور طه جابر فياض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العلواني ، الطبعة الثانية ، مؤسسة الرسالة ـ بيروت 1412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150 ـ مرآة الجنان وعبرة اليقظان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لليافعي ، أبي محمد ، عبداللهبن أسعد بن علي ، ت</w:t>
      </w:r>
      <w:r w:rsidRPr="00C0312E">
        <w:rPr>
          <w:rtl/>
        </w:rPr>
        <w:t>(768)</w:t>
      </w:r>
      <w:r>
        <w:rPr>
          <w:rtl/>
        </w:rPr>
        <w:t>. دار الكتاب الإسلاميـ</w:t>
      </w:r>
      <w:r w:rsidR="008A2B0F">
        <w:rPr>
          <w:rFonts w:hint="cs"/>
          <w:rtl/>
        </w:rPr>
        <w:t xml:space="preserve"> </w:t>
      </w:r>
      <w:r>
        <w:rPr>
          <w:rtl/>
        </w:rPr>
        <w:t>القاهرة 1413 هـ. 1993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151 ـ مروج الذهب ومعادن الجوهر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للمسعودي ، أبي الحسن ، علي بن الحسين بن علي ، ت</w:t>
      </w:r>
      <w:r w:rsidRPr="00C0312E">
        <w:rPr>
          <w:rtl/>
        </w:rPr>
        <w:t>(346)</w:t>
      </w:r>
      <w:r>
        <w:rPr>
          <w:rtl/>
        </w:rPr>
        <w:t xml:space="preserve">. تحقيق : يوسف أسعد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داغر ، الطبعة الثانية ، دار الهجرةـقم 1404 هـ. بالاوفسيت عن الطبعة الأُولى ، الصادرة </w:t>
      </w:r>
      <w:r w:rsidR="008A2B0F">
        <w:rPr>
          <w:rFonts w:hint="cs"/>
          <w:rtl/>
        </w:rPr>
        <w:t xml:space="preserve"> </w:t>
      </w:r>
      <w:r>
        <w:rPr>
          <w:rtl/>
        </w:rPr>
        <w:t>في بيروت 1385 هـ.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152 </w:t>
      </w:r>
      <w:r>
        <w:rPr>
          <w:rtl/>
        </w:rPr>
        <w:t>ـ مسائل أحمد برواية ابنه عبدالل</w:t>
      </w:r>
      <w:r w:rsidRPr="00207563">
        <w:rPr>
          <w:rtl/>
        </w:rPr>
        <w:t>ه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لعبداللهبن أحمد بن حنبل ، ت</w:t>
      </w:r>
      <w:r w:rsidRPr="00C0312E">
        <w:rPr>
          <w:rtl/>
        </w:rPr>
        <w:t>(290)</w:t>
      </w:r>
      <w:r>
        <w:rPr>
          <w:rtl/>
        </w:rPr>
        <w:t xml:space="preserve">. تحقيق : زهير الشاويش ، الطبعة الأُولى ، </w:t>
      </w:r>
      <w:r w:rsidR="008A2B0F">
        <w:rPr>
          <w:rFonts w:hint="cs"/>
          <w:rtl/>
        </w:rPr>
        <w:t xml:space="preserve"> </w:t>
      </w:r>
      <w:r>
        <w:rPr>
          <w:rtl/>
        </w:rPr>
        <w:t>المكتب الإسلامي ـ بيروت 1401 هـ. 1981 م.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153 </w:t>
      </w:r>
      <w:r>
        <w:rPr>
          <w:rtl/>
        </w:rPr>
        <w:t>ـ</w:t>
      </w:r>
      <w:r w:rsidRPr="00207563">
        <w:rPr>
          <w:rtl/>
        </w:rPr>
        <w:t xml:space="preserve"> المستدرك على الصحيحين.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للحاكم النيسابوري ، أبي عبدالله، ت</w:t>
      </w:r>
      <w:r w:rsidRPr="00C0312E">
        <w:rPr>
          <w:rtl/>
        </w:rPr>
        <w:t>(405)</w:t>
      </w:r>
      <w:r>
        <w:rPr>
          <w:rtl/>
        </w:rPr>
        <w:t xml:space="preserve">. تحقيق : الدكتور يوسف المرعشلي ،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الأُولى ، دار المعرفة ـ بيروت 1406 هـ.</w:t>
      </w:r>
    </w:p>
    <w:p w:rsidR="00F631FA" w:rsidRPr="005F7FDA" w:rsidRDefault="00F631FA" w:rsidP="005F7FDA">
      <w:pPr>
        <w:pStyle w:val="libNormal0"/>
        <w:rPr>
          <w:rStyle w:val="libBold2Char"/>
          <w:rtl/>
        </w:rPr>
      </w:pPr>
      <w:r w:rsidRPr="005F7FDA">
        <w:rPr>
          <w:rStyle w:val="libBold2Char"/>
          <w:rtl/>
        </w:rPr>
        <w:t xml:space="preserve">154 ـ المسترشد في إمامة أمير المؤمنين علي بن أبي طالب </w:t>
      </w:r>
      <w:r w:rsidRPr="005F7FDA">
        <w:rPr>
          <w:rStyle w:val="libAlaemChar"/>
          <w:rtl/>
        </w:rPr>
        <w:t>عليه‌السلام</w:t>
      </w:r>
      <w:r w:rsidRPr="005F7FDA">
        <w:rPr>
          <w:rStyle w:val="libBold2Char"/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للطبري الإمامي ، محمد بن جرير بن رستم ، ت (أوائل القرن الرابع). الطبعة الأُولى </w:t>
      </w:r>
      <w:r w:rsidR="008A2B0F">
        <w:rPr>
          <w:rFonts w:hint="cs"/>
          <w:rtl/>
        </w:rPr>
        <w:t xml:space="preserve"> </w:t>
      </w:r>
      <w:r>
        <w:rPr>
          <w:rtl/>
        </w:rPr>
        <w:t>المحققة ، مؤسسة الثقافة الإسلامية ـ طهران 1415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155 ـ مسند أحمد</w:t>
      </w:r>
      <w:r>
        <w:rPr>
          <w:rtl/>
        </w:rPr>
        <w:t xml:space="preserve"> / 6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لأحمد بن حنبل ، ت</w:t>
      </w:r>
      <w:r w:rsidRPr="00C0312E">
        <w:rPr>
          <w:rtl/>
        </w:rPr>
        <w:t>(241)</w:t>
      </w:r>
      <w:r>
        <w:rPr>
          <w:rtl/>
        </w:rPr>
        <w:t>. دار صادر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156 ـ مسند البزار</w:t>
      </w:r>
      <w:r>
        <w:rPr>
          <w:rtl/>
        </w:rPr>
        <w:t xml:space="preserve"> / 10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بكر ، أحمد بن عمرو بن عبدالخالق البزار ، ت</w:t>
      </w:r>
      <w:r w:rsidRPr="00C0312E">
        <w:rPr>
          <w:rtl/>
        </w:rPr>
        <w:t>(292)</w:t>
      </w:r>
      <w:r>
        <w:rPr>
          <w:rtl/>
        </w:rPr>
        <w:t xml:space="preserve">. تحقيق : الدكتور محفوظ </w:t>
      </w:r>
      <w:r w:rsidR="008A2B0F">
        <w:rPr>
          <w:rFonts w:hint="cs"/>
          <w:rtl/>
        </w:rPr>
        <w:t xml:space="preserve"> </w:t>
      </w:r>
      <w:r>
        <w:rPr>
          <w:rtl/>
        </w:rPr>
        <w:t>الرحمن زين الله ، الطبعة الأُولى ، مؤسسة علوم القرآنـبيروت ، ومكتبة العلوم والحكمـ</w:t>
      </w:r>
      <w:r w:rsidR="008A2B0F">
        <w:rPr>
          <w:rFonts w:hint="cs"/>
          <w:rtl/>
        </w:rPr>
        <w:t xml:space="preserve"> </w:t>
      </w:r>
      <w:r>
        <w:rPr>
          <w:rtl/>
        </w:rPr>
        <w:t>المدينة المنورة 1409 هـ.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157 </w:t>
      </w:r>
      <w:r>
        <w:rPr>
          <w:rtl/>
        </w:rPr>
        <w:t>ـ</w:t>
      </w:r>
      <w:r w:rsidRPr="00207563">
        <w:rPr>
          <w:rtl/>
        </w:rPr>
        <w:t xml:space="preserve"> مسند أبي حنيفة.</w:t>
      </w:r>
    </w:p>
    <w:p w:rsidR="00F631FA" w:rsidRPr="005F7FDA" w:rsidRDefault="00F631FA" w:rsidP="005F7FDA">
      <w:pPr>
        <w:pStyle w:val="libVar"/>
        <w:rPr>
          <w:rStyle w:val="libPoemTiniChar0"/>
          <w:rtl/>
        </w:rPr>
      </w:pPr>
      <w:r>
        <w:rPr>
          <w:rtl/>
        </w:rPr>
        <w:t>للأصبهاني ، أبي نعيم ، أحمد بن عبداللهبن أحمد ، ت</w:t>
      </w:r>
      <w:r w:rsidRPr="00C0312E">
        <w:rPr>
          <w:rtl/>
        </w:rPr>
        <w:t>(430)</w:t>
      </w:r>
      <w:r>
        <w:rPr>
          <w:rtl/>
        </w:rPr>
        <w:t xml:space="preserve">. تحقيق : نظر محمد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فاريابي ، الطبعة الأُولى ، مكتبة الكوثر ـ الرياض 1415 هـ.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158 </w:t>
      </w:r>
      <w:r>
        <w:rPr>
          <w:rtl/>
        </w:rPr>
        <w:t>ـ</w:t>
      </w:r>
      <w:r w:rsidRPr="00207563">
        <w:rPr>
          <w:rtl/>
        </w:rPr>
        <w:t xml:space="preserve"> مسند أبي داود الطيالسي.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لسليمان بن داود بن الجارود ، الفارسي البصري ، ت</w:t>
      </w:r>
      <w:r w:rsidRPr="00C0312E">
        <w:rPr>
          <w:rtl/>
        </w:rPr>
        <w:t>(204)</w:t>
      </w:r>
      <w:r>
        <w:rPr>
          <w:rtl/>
        </w:rPr>
        <w:t>. دار الحديث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159 ـ مسند أبي يعلى الموصلي</w:t>
      </w:r>
      <w:r>
        <w:rPr>
          <w:rtl/>
        </w:rPr>
        <w:t xml:space="preserve"> / 13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لأحمد بن علي بن المثنى التميمي ، ت</w:t>
      </w:r>
      <w:r w:rsidRPr="00C0312E">
        <w:rPr>
          <w:rtl/>
        </w:rPr>
        <w:t>(307)</w:t>
      </w:r>
      <w:r>
        <w:rPr>
          <w:rtl/>
        </w:rPr>
        <w:t xml:space="preserve">. تحقيق : حسين سليم أسد ، دار المأمون </w:t>
      </w:r>
      <w:r w:rsidR="008A2B0F">
        <w:rPr>
          <w:rFonts w:hint="cs"/>
          <w:rtl/>
        </w:rPr>
        <w:t xml:space="preserve"> </w:t>
      </w:r>
      <w:r>
        <w:rPr>
          <w:rtl/>
        </w:rPr>
        <w:t>للتراث ـ دمشق.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160 ـ مسند الشاشي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لأبي سعيد ، الهيثم بن كليب الشاشي ، ت</w:t>
      </w:r>
      <w:r w:rsidRPr="00C0312E">
        <w:rPr>
          <w:rtl/>
        </w:rPr>
        <w:t>(335)</w:t>
      </w:r>
      <w:r>
        <w:rPr>
          <w:rtl/>
        </w:rPr>
        <w:t xml:space="preserve">. تحقيق : الدكتور محفوظ الرحمن </w:t>
      </w:r>
      <w:r w:rsidR="008A2B0F">
        <w:rPr>
          <w:rFonts w:hint="cs"/>
          <w:rtl/>
        </w:rPr>
        <w:t xml:space="preserve"> </w:t>
      </w:r>
      <w:r>
        <w:rPr>
          <w:rtl/>
        </w:rPr>
        <w:t>زين الله ، الطبعة الأُولى ، مكتبة العلوم والحكم ـ المدينة المنورة 1410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161 ـ المطالب العالية بزوائد المسانيدالثمانية</w:t>
      </w:r>
      <w:r>
        <w:rPr>
          <w:rtl/>
        </w:rPr>
        <w:t xml:space="preserve"> / 18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حجر ، أبي الفضل ، أحمد بن علي العسقلاني الشافعي ، ت</w:t>
      </w:r>
      <w:r w:rsidRPr="00C0312E">
        <w:rPr>
          <w:rtl/>
        </w:rPr>
        <w:t>(852)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الدكتور سعد بن ناصر الشتري ، الطبعة الأُولى ، دار العاصمة ـ السعودية 1419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162 ـ مصباح الزجاجة في زائد ابن ماجة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للكناني ، أحمد بن أبي بكر بن إسماعيل ، ت</w:t>
      </w:r>
      <w:r w:rsidRPr="00C0312E">
        <w:rPr>
          <w:rtl/>
        </w:rPr>
        <w:t>(840)</w:t>
      </w:r>
      <w:r>
        <w:rPr>
          <w:rtl/>
        </w:rPr>
        <w:t xml:space="preserve">. تحقيق : محمد المنتقي </w:t>
      </w:r>
      <w:r w:rsidR="008A2B0F">
        <w:rPr>
          <w:rFonts w:hint="cs"/>
          <w:rtl/>
        </w:rPr>
        <w:t xml:space="preserve"> </w:t>
      </w:r>
      <w:r>
        <w:rPr>
          <w:rtl/>
        </w:rPr>
        <w:t>الكشناوي ، الطبعة الثانية ، دار العربية ـ بيروت 1403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163 ـ المصنّف لابن أبي شيبة</w:t>
      </w:r>
      <w:r>
        <w:rPr>
          <w:rtl/>
        </w:rPr>
        <w:t xml:space="preserve"> / 8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للكوفي العبسي ، عبداللهبن محمد بن أبي شيبة ، ت</w:t>
      </w:r>
      <w:r w:rsidRPr="00C0312E">
        <w:rPr>
          <w:rtl/>
        </w:rPr>
        <w:t>(235)</w:t>
      </w:r>
      <w:r>
        <w:rPr>
          <w:rtl/>
        </w:rPr>
        <w:t xml:space="preserve">. تحقيق : سعيد محمد </w:t>
      </w:r>
      <w:r w:rsidR="008A2B0F">
        <w:rPr>
          <w:rFonts w:hint="cs"/>
          <w:rtl/>
        </w:rPr>
        <w:t xml:space="preserve"> </w:t>
      </w:r>
      <w:r>
        <w:rPr>
          <w:rtl/>
        </w:rPr>
        <w:t>اللحام ، الطبعة الأُولى ، دار الفكر ـ بيروت 1409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164 ـ المصنّف لعبد الرزاق</w:t>
      </w:r>
      <w:r>
        <w:rPr>
          <w:rtl/>
        </w:rPr>
        <w:t xml:space="preserve"> / 11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للصنعاني ، أبي بكر ، عبد الرزاق بن همام ، ت</w:t>
      </w:r>
      <w:r w:rsidRPr="00C0312E">
        <w:rPr>
          <w:rtl/>
        </w:rPr>
        <w:t>(211)</w:t>
      </w:r>
      <w:r>
        <w:rPr>
          <w:rtl/>
        </w:rPr>
        <w:t xml:space="preserve">. تحقيق : حبيب الرحمن </w:t>
      </w:r>
      <w:r w:rsidR="008A2B0F">
        <w:rPr>
          <w:rFonts w:hint="cs"/>
          <w:rtl/>
        </w:rPr>
        <w:t xml:space="preserve"> </w:t>
      </w:r>
      <w:r>
        <w:rPr>
          <w:rtl/>
        </w:rPr>
        <w:t>الأعظمي ، المجلس العلمي ـ بيروت.</w:t>
      </w:r>
    </w:p>
    <w:p w:rsidR="00F631FA" w:rsidRPr="00207563" w:rsidRDefault="00F631FA" w:rsidP="005F7FDA">
      <w:pPr>
        <w:pStyle w:val="libBold2"/>
        <w:rPr>
          <w:rtl/>
        </w:rPr>
      </w:pPr>
      <w:r w:rsidRPr="00207563">
        <w:rPr>
          <w:rtl/>
        </w:rPr>
        <w:t xml:space="preserve">165 </w:t>
      </w:r>
      <w:r>
        <w:rPr>
          <w:rtl/>
        </w:rPr>
        <w:t>ـ</w:t>
      </w:r>
      <w:r w:rsidRPr="00207563">
        <w:rPr>
          <w:rtl/>
        </w:rPr>
        <w:t xml:space="preserve"> المعارف.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لابن قتيبة ، أبي محمد ، عبداللهبن مسلم الدينوري ، ت (282 أو 270).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الدكتور ثروت عكاشة ، دار المعارف ـ القاهرة.</w:t>
      </w:r>
    </w:p>
    <w:p w:rsidR="00F631FA" w:rsidRPr="00207563" w:rsidRDefault="00F631FA" w:rsidP="005F7FDA">
      <w:pPr>
        <w:pStyle w:val="libBold2"/>
        <w:rPr>
          <w:rtl/>
        </w:rPr>
      </w:pPr>
      <w:r>
        <w:rPr>
          <w:rtl/>
        </w:rPr>
        <w:br w:type="page"/>
      </w:r>
      <w:r w:rsidRPr="00207563">
        <w:rPr>
          <w:rtl/>
        </w:rPr>
        <w:lastRenderedPageBreak/>
        <w:t xml:space="preserve">166 </w:t>
      </w:r>
      <w:r>
        <w:rPr>
          <w:rtl/>
        </w:rPr>
        <w:t>ـ</w:t>
      </w:r>
      <w:r w:rsidRPr="00207563">
        <w:rPr>
          <w:rtl/>
        </w:rPr>
        <w:t xml:space="preserve"> معاني الأخبار.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للشيخ الصدوق ، أبي جعفر ، محمد بن علي بن الحسين بن بابويه القمي ، ت</w:t>
      </w:r>
      <w:r w:rsidRPr="00C0312E">
        <w:rPr>
          <w:rtl/>
        </w:rPr>
        <w:t>(381)</w:t>
      </w:r>
      <w:r>
        <w:rPr>
          <w:rtl/>
        </w:rPr>
        <w:t>.</w:t>
      </w:r>
      <w:r w:rsidR="008A2B0F">
        <w:rPr>
          <w:rFonts w:hint="cs"/>
          <w:rtl/>
        </w:rPr>
        <w:t xml:space="preserve"> </w:t>
      </w:r>
      <w:r>
        <w:rPr>
          <w:rtl/>
        </w:rPr>
        <w:t>تحقيق : علي أكبر الغفاري ، الطبعة الأُولى ، دار النشر الإسلامي ـ طهران 1982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167 ـ المعجم الأوسط</w:t>
      </w:r>
      <w:r>
        <w:rPr>
          <w:rtl/>
        </w:rPr>
        <w:t xml:space="preserve"> / 9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للطبراني ، سليمان بن أحمد أيوب اللخمي ، ت</w:t>
      </w:r>
      <w:r w:rsidRPr="00C0312E">
        <w:rPr>
          <w:rtl/>
        </w:rPr>
        <w:t>(360)</w:t>
      </w:r>
      <w:r>
        <w:rPr>
          <w:rtl/>
        </w:rPr>
        <w:t xml:space="preserve">. تحقيق : طارق بن عوض الله ، </w:t>
      </w:r>
      <w:r w:rsidR="008A2B0F">
        <w:rPr>
          <w:rFonts w:hint="cs"/>
          <w:rtl/>
        </w:rPr>
        <w:t xml:space="preserve"> </w:t>
      </w:r>
      <w:r>
        <w:rPr>
          <w:rtl/>
        </w:rPr>
        <w:t>عبد الحسين بن إبراهيم الحسيني ، نشر : دار الحرمين ـ مصر.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168 ـ المعجم الكبير</w:t>
      </w:r>
      <w:r>
        <w:rPr>
          <w:rtl/>
        </w:rPr>
        <w:t xml:space="preserve"> / 25 مجلدا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للطبراني ، سليمان بن أحمد بن أيوب اللخمي ، ت</w:t>
      </w:r>
      <w:r w:rsidRPr="00C0312E">
        <w:rPr>
          <w:rtl/>
        </w:rPr>
        <w:t>(360)</w:t>
      </w:r>
      <w:r>
        <w:rPr>
          <w:rtl/>
        </w:rPr>
        <w:t xml:space="preserve">. تحقيق : حمدي عبد المجيد </w:t>
      </w:r>
      <w:r w:rsidR="008A2B0F">
        <w:rPr>
          <w:rFonts w:hint="cs"/>
          <w:rtl/>
        </w:rPr>
        <w:t xml:space="preserve"> </w:t>
      </w:r>
      <w:r>
        <w:rPr>
          <w:rtl/>
        </w:rPr>
        <w:t>السلفي ، الطبعة الثانية ، مكتبة ابن تيمية ـ القاهرة.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169 </w:t>
      </w:r>
      <w:r>
        <w:rPr>
          <w:rtl/>
        </w:rPr>
        <w:t>ـ</w:t>
      </w:r>
      <w:r w:rsidRPr="00FD3C4E">
        <w:rPr>
          <w:rtl/>
        </w:rPr>
        <w:t xml:space="preserve"> معرفة علوم الحديث.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للحاكم النيسابوري ، أبي عبدالله، محمد بن عبدالله، ت</w:t>
      </w:r>
      <w:r w:rsidRPr="00C0312E">
        <w:rPr>
          <w:rtl/>
        </w:rPr>
        <w:t>(405)</w:t>
      </w:r>
      <w:r>
        <w:rPr>
          <w:rtl/>
        </w:rPr>
        <w:t xml:space="preserve">. تحقيق : السيد معظم </w:t>
      </w:r>
      <w:r w:rsidR="008A2B0F">
        <w:rPr>
          <w:rFonts w:hint="cs"/>
          <w:rtl/>
        </w:rPr>
        <w:t xml:space="preserve"> </w:t>
      </w:r>
      <w:r>
        <w:rPr>
          <w:rtl/>
        </w:rPr>
        <w:t>حسين ، الطبعة الرابعة ، دار الآفاق الجديدة ـ بيروت 1400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170 ـ المغازي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للواقدي ، محمد بن عمر بن واقد ، ت</w:t>
      </w:r>
      <w:r w:rsidRPr="00C0312E">
        <w:rPr>
          <w:rtl/>
        </w:rPr>
        <w:t>(207)</w:t>
      </w:r>
      <w:r>
        <w:rPr>
          <w:rtl/>
        </w:rPr>
        <w:t xml:space="preserve">. تحقيق : الدكتور مارسدن جونس ، 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 xml:space="preserve">الأُولى ، مكتب الأعلام الإسلامي </w:t>
      </w:r>
      <w:r>
        <w:rPr>
          <w:rFonts w:hint="cs"/>
          <w:rtl/>
        </w:rPr>
        <w:t xml:space="preserve">ـ </w:t>
      </w:r>
      <w:r>
        <w:rPr>
          <w:rtl/>
        </w:rPr>
        <w:t>إيران 1414 هـ.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171 </w:t>
      </w:r>
      <w:r>
        <w:rPr>
          <w:rtl/>
        </w:rPr>
        <w:t>ـ</w:t>
      </w:r>
      <w:r w:rsidRPr="00FD3C4E">
        <w:rPr>
          <w:rtl/>
        </w:rPr>
        <w:t xml:space="preserve"> المغني في الضعفاء.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للذهبي ، أبي عبدالله، محمد بن أحمد بن عثمان ، ت</w:t>
      </w:r>
      <w:r w:rsidRPr="00C0312E">
        <w:rPr>
          <w:rtl/>
        </w:rPr>
        <w:t>(748)</w:t>
      </w:r>
      <w:r>
        <w:rPr>
          <w:rtl/>
        </w:rPr>
        <w:t>. تحقيق نور الدين عتر.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172 </w:t>
      </w:r>
      <w:r>
        <w:rPr>
          <w:rtl/>
        </w:rPr>
        <w:t>ـ</w:t>
      </w:r>
      <w:r w:rsidRPr="00FD3C4E">
        <w:rPr>
          <w:rtl/>
        </w:rPr>
        <w:t xml:space="preserve"> المعيار والموازنة.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للإسكافي ، أبي جعفر ، محمد بن عبداللهالمعتزلي ، ت</w:t>
      </w:r>
      <w:r w:rsidRPr="00C0312E">
        <w:rPr>
          <w:rtl/>
        </w:rPr>
        <w:t>(220)</w:t>
      </w:r>
      <w:r>
        <w:rPr>
          <w:rtl/>
        </w:rPr>
        <w:t xml:space="preserve">. تحقيق : الشيخ محمد </w:t>
      </w:r>
      <w:r w:rsidR="008A2B0F">
        <w:rPr>
          <w:rFonts w:hint="cs"/>
          <w:rtl/>
        </w:rPr>
        <w:t xml:space="preserve"> </w:t>
      </w:r>
      <w:r>
        <w:rPr>
          <w:rtl/>
        </w:rPr>
        <w:t>باقر المحمودي.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173 </w:t>
      </w:r>
      <w:r>
        <w:rPr>
          <w:rtl/>
        </w:rPr>
        <w:t>ـ</w:t>
      </w:r>
      <w:r w:rsidRPr="00FD3C4E">
        <w:rPr>
          <w:rtl/>
        </w:rPr>
        <w:t xml:space="preserve"> مقدمة ابن خلدون.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لعبدالرحمن بن محمد بن خلدون الحضرمي ، ت</w:t>
      </w:r>
      <w:r w:rsidRPr="00C0312E">
        <w:rPr>
          <w:rtl/>
        </w:rPr>
        <w:t>(808)</w:t>
      </w:r>
      <w:r>
        <w:rPr>
          <w:rtl/>
        </w:rPr>
        <w:t xml:space="preserve">. الطبعة الرابعة ، دار إحياء </w:t>
      </w:r>
      <w:r w:rsidR="008A2B0F">
        <w:rPr>
          <w:rFonts w:hint="cs"/>
          <w:rtl/>
        </w:rPr>
        <w:t xml:space="preserve"> </w:t>
      </w:r>
      <w:r>
        <w:rPr>
          <w:rtl/>
        </w:rPr>
        <w:t>التراث العربي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174 ـ مناقب ابن شهرآشوب = مناقب آل أبي طالب</w:t>
      </w:r>
      <w:r>
        <w:rPr>
          <w:rtl/>
        </w:rPr>
        <w:t xml:space="preserve"> / 3 مجلدات.</w:t>
      </w:r>
    </w:p>
    <w:p w:rsidR="00F631FA" w:rsidRPr="005F7FDA" w:rsidRDefault="00F631FA" w:rsidP="005F7FDA">
      <w:pPr>
        <w:pStyle w:val="libVar"/>
        <w:rPr>
          <w:rStyle w:val="libPoemTiniChar0"/>
          <w:rtl/>
        </w:rPr>
      </w:pPr>
      <w:r>
        <w:rPr>
          <w:rtl/>
        </w:rPr>
        <w:t>لأبي عبدالله، محمد بن علي بن شهرآشوب المازندراني ، ت</w:t>
      </w:r>
      <w:r w:rsidRPr="00C0312E">
        <w:rPr>
          <w:rtl/>
        </w:rPr>
        <w:t>(588)</w:t>
      </w:r>
      <w:r>
        <w:rPr>
          <w:rtl/>
        </w:rPr>
        <w:t xml:space="preserve">. تحقيق : لجنة من </w:t>
      </w:r>
      <w:r w:rsidR="008A2B0F">
        <w:rPr>
          <w:rFonts w:hint="cs"/>
          <w:rtl/>
        </w:rPr>
        <w:t xml:space="preserve"> </w:t>
      </w:r>
    </w:p>
    <w:p w:rsidR="00F631FA" w:rsidRDefault="00F631FA" w:rsidP="005F7FDA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أساتذة النجف ، الطبعة الأُولى ، المكتبة الحيدرية ـ النجف 1376 هـ. 1956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 xml:space="preserve">175 ـ مناقب الكوفي = مناقب الإمام علي بن أبي طالب </w:t>
      </w:r>
      <w:r w:rsidRPr="005F7FDA">
        <w:rPr>
          <w:rStyle w:val="libAlaemChar"/>
          <w:rtl/>
        </w:rPr>
        <w:t>عليه‌السلام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لمحمد بن سليمان الكوفي القاضي ، من أعلام القرن الثالث. تحقيق : الشيخ محمد باقر </w:t>
      </w:r>
      <w:r w:rsidR="008A2B0F">
        <w:rPr>
          <w:rFonts w:hint="cs"/>
          <w:rtl/>
        </w:rPr>
        <w:t xml:space="preserve"> </w:t>
      </w:r>
      <w:r>
        <w:rPr>
          <w:rtl/>
        </w:rPr>
        <w:t>المحمودي ، الطبعة الأُولى ، مجمع إحياء الثقافة الإسلامية ـ قم 1412 هـ.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176 </w:t>
      </w:r>
      <w:r>
        <w:rPr>
          <w:rtl/>
        </w:rPr>
        <w:t>ـ</w:t>
      </w:r>
      <w:r w:rsidRPr="00FD3C4E">
        <w:rPr>
          <w:rtl/>
        </w:rPr>
        <w:t xml:space="preserve"> المناقب للخوارزمي.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للموفق بن أحمد بن محمد المكي ، ت</w:t>
      </w:r>
      <w:r w:rsidRPr="00C0312E">
        <w:rPr>
          <w:rtl/>
        </w:rPr>
        <w:t>(568)</w:t>
      </w:r>
      <w:r>
        <w:rPr>
          <w:rtl/>
        </w:rPr>
        <w:t xml:space="preserve"> ، تحقيق : الشيخ مالك المحمودي ، 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>الثانية ، مؤسسة النشر الإسلامي ـ قم 1411 هـ.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177 </w:t>
      </w:r>
      <w:r>
        <w:rPr>
          <w:rtl/>
        </w:rPr>
        <w:t>ـ</w:t>
      </w:r>
      <w:r w:rsidRPr="00FD3C4E">
        <w:rPr>
          <w:rtl/>
        </w:rPr>
        <w:t xml:space="preserve"> المنتخب من ذيل المذيل.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للطبري ، أبي جعفر ، محمد بن جرير ، ت</w:t>
      </w:r>
      <w:r w:rsidRPr="00C0312E">
        <w:rPr>
          <w:rtl/>
        </w:rPr>
        <w:t>(310)</w:t>
      </w:r>
      <w:r>
        <w:rPr>
          <w:rtl/>
        </w:rPr>
        <w:t>. الطبعة الأُولى ، مؤسسة الأعلميـ</w:t>
      </w:r>
      <w:r w:rsidR="008A2B0F">
        <w:rPr>
          <w:rFonts w:hint="cs"/>
          <w:rtl/>
        </w:rPr>
        <w:t xml:space="preserve"> </w:t>
      </w:r>
      <w:r>
        <w:rPr>
          <w:rtl/>
        </w:rPr>
        <w:t>بيروت 1358 هـ. 1939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178 ـ منتقى الجمان في الأحاديث الصحاح والحسان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للحسن بن زين الدين ، ت (1011) ، الطبعة الأُولى ، جامعة المدرسينـ قم 1403 هـ.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179 </w:t>
      </w:r>
      <w:r>
        <w:rPr>
          <w:rtl/>
        </w:rPr>
        <w:t>ـ</w:t>
      </w:r>
      <w:r w:rsidRPr="00FD3C4E">
        <w:rPr>
          <w:rtl/>
        </w:rPr>
        <w:t xml:space="preserve"> منع تدوين الحديث.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لمؤلف هذا الكتاب. الطبعة الثالثة ، دار الغدير ـ قم 1425 هـ. 2005 م.</w:t>
      </w:r>
    </w:p>
    <w:p w:rsidR="00F631FA" w:rsidRPr="00A04F69" w:rsidRDefault="00F631FA" w:rsidP="005F7FDA">
      <w:pPr>
        <w:pStyle w:val="libBold2"/>
        <w:rPr>
          <w:rtl/>
        </w:rPr>
      </w:pPr>
      <w:r w:rsidRPr="00A04F69">
        <w:rPr>
          <w:rtl/>
        </w:rPr>
        <w:t>180 ـ المنمق في أخبار قريش.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للبغدادي ، محمد بن حبيب ، ت</w:t>
      </w:r>
      <w:r w:rsidRPr="00C0312E">
        <w:rPr>
          <w:rtl/>
        </w:rPr>
        <w:t>(245)</w:t>
      </w:r>
      <w:r>
        <w:rPr>
          <w:rtl/>
        </w:rPr>
        <w:t>. تحقيق : خورشيد أحمد فاروق ، عالم الكتب ـ بيروت.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181 ـ المواقف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للأيجي ، عبدالرحمن بن أحمد ، ت</w:t>
      </w:r>
      <w:r w:rsidRPr="00C0312E">
        <w:rPr>
          <w:rtl/>
        </w:rPr>
        <w:t>(756)</w:t>
      </w:r>
      <w:r>
        <w:rPr>
          <w:rtl/>
        </w:rPr>
        <w:t xml:space="preserve">. تحقيق : الدكتور عبدالرحمن عميرة ، </w:t>
      </w:r>
      <w:r w:rsidR="008A2B0F">
        <w:rPr>
          <w:rFonts w:hint="cs"/>
          <w:rtl/>
        </w:rPr>
        <w:t xml:space="preserve"> </w:t>
      </w:r>
      <w:r>
        <w:rPr>
          <w:rtl/>
        </w:rPr>
        <w:t>الطبعة الأُولى ، دار الجيل ـ بيروت 1417 هـ.1997 م.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182 ـ الموضوعات لابن الجوزي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الجوزي ، أبي الفرج ، عبدالرحمن بن علي القرشي ، ت</w:t>
      </w:r>
      <w:r w:rsidRPr="00C0312E">
        <w:rPr>
          <w:rtl/>
        </w:rPr>
        <w:t>(597)</w:t>
      </w:r>
      <w:r>
        <w:rPr>
          <w:rtl/>
        </w:rPr>
        <w:t xml:space="preserve">. تحقيق : </w:t>
      </w:r>
      <w:r w:rsidR="008A2B0F">
        <w:rPr>
          <w:rFonts w:hint="cs"/>
          <w:rtl/>
        </w:rPr>
        <w:t xml:space="preserve"> </w:t>
      </w:r>
      <w:r>
        <w:rPr>
          <w:rtl/>
        </w:rPr>
        <w:t>عبدالرحمن محمد عثمان ، الطبعة الأُولى ، المكتبة السلفية ـ المدينة المنورة 1386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183 ـ الموطأ</w:t>
      </w:r>
      <w:r>
        <w:rPr>
          <w:rtl/>
        </w:rPr>
        <w:t xml:space="preserve"> / مجلدين.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لمالك بن أنس ، ت</w:t>
      </w:r>
      <w:r w:rsidRPr="00C0312E">
        <w:rPr>
          <w:rtl/>
        </w:rPr>
        <w:t>(179)</w:t>
      </w:r>
      <w:r>
        <w:rPr>
          <w:rtl/>
        </w:rPr>
        <w:t xml:space="preserve">. تحقيق : محمد فؤاد عبد الباقي ، الطبعة الأُولى ، دار إحياء </w:t>
      </w:r>
      <w:r w:rsidR="008A2B0F">
        <w:rPr>
          <w:rFonts w:hint="cs"/>
          <w:rtl/>
        </w:rPr>
        <w:t xml:space="preserve"> </w:t>
      </w:r>
      <w:r>
        <w:rPr>
          <w:rtl/>
        </w:rPr>
        <w:t>التراث العربي ـ بيروت 1406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br w:type="page"/>
      </w:r>
      <w:r w:rsidRPr="005F7FDA">
        <w:rPr>
          <w:rStyle w:val="libBold2Char"/>
          <w:rtl/>
        </w:rPr>
        <w:lastRenderedPageBreak/>
        <w:t>184 ـ ميزان الاعتدال في نقد الرجال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للذهبي ، أبي عبدالله، محمد بن أحمد بن عثمان ، ت</w:t>
      </w:r>
      <w:r w:rsidRPr="00C0312E">
        <w:rPr>
          <w:rtl/>
        </w:rPr>
        <w:t>(748)</w:t>
      </w:r>
      <w:r>
        <w:rPr>
          <w:rtl/>
        </w:rPr>
        <w:t xml:space="preserve">. تحقيق : علي محمد </w:t>
      </w:r>
      <w:r w:rsidR="008A2B0F">
        <w:rPr>
          <w:rFonts w:hint="cs"/>
          <w:rtl/>
        </w:rPr>
        <w:t xml:space="preserve"> </w:t>
      </w:r>
      <w:r>
        <w:rPr>
          <w:rtl/>
        </w:rPr>
        <w:t>البجاوي ، الطبعة الأُولى ، دار المعرفة ـ بيروت 1382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185 ـ نهج البلاغة</w:t>
      </w:r>
      <w:r>
        <w:rPr>
          <w:rtl/>
        </w:rPr>
        <w:t xml:space="preserve"> / 4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من كلام الإمام علي بن أبي طالب </w:t>
      </w:r>
      <w:r w:rsidRPr="005F7FDA">
        <w:rPr>
          <w:rStyle w:val="libAlaemChar"/>
          <w:rtl/>
        </w:rPr>
        <w:t>عليه‌السلام</w:t>
      </w:r>
      <w:r w:rsidRPr="00DB1434">
        <w:rPr>
          <w:rtl/>
        </w:rPr>
        <w:t xml:space="preserve"> ت (40). جمع</w:t>
      </w:r>
      <w:r>
        <w:rPr>
          <w:rtl/>
        </w:rPr>
        <w:t xml:space="preserve"> : الشريف الرضي ، تحقيق : الشيخ </w:t>
      </w:r>
      <w:r w:rsidR="008A2B0F">
        <w:rPr>
          <w:rFonts w:hint="cs"/>
          <w:rtl/>
        </w:rPr>
        <w:t xml:space="preserve"> </w:t>
      </w:r>
      <w:r>
        <w:rPr>
          <w:rtl/>
        </w:rPr>
        <w:t>محمد عبده ، دار المعرفة ـ بيروت.</w:t>
      </w:r>
    </w:p>
    <w:p w:rsidR="00F631FA" w:rsidRPr="00FD3C4E" w:rsidRDefault="00F631FA" w:rsidP="005F7FDA">
      <w:pPr>
        <w:pStyle w:val="libBold2"/>
        <w:rPr>
          <w:rtl/>
        </w:rPr>
      </w:pPr>
      <w:r w:rsidRPr="00FD3C4E">
        <w:rPr>
          <w:rtl/>
        </w:rPr>
        <w:t xml:space="preserve">186 </w:t>
      </w:r>
      <w:r>
        <w:rPr>
          <w:rtl/>
        </w:rPr>
        <w:t>ـ</w:t>
      </w:r>
      <w:r w:rsidRPr="00FD3C4E">
        <w:rPr>
          <w:rtl/>
        </w:rPr>
        <w:t xml:space="preserve"> الهداية الكبرى.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للخصيبي ، أبي عبدالله، الحسين بن حمدان ، ت</w:t>
      </w:r>
      <w:r w:rsidRPr="00C0312E">
        <w:rPr>
          <w:rtl/>
        </w:rPr>
        <w:t>(334)</w:t>
      </w:r>
      <w:r>
        <w:rPr>
          <w:rtl/>
        </w:rPr>
        <w:t xml:space="preserve">. الطبعة الرابعة ، مؤسسة </w:t>
      </w:r>
      <w:r w:rsidR="008A2B0F">
        <w:rPr>
          <w:rFonts w:hint="cs"/>
          <w:rtl/>
        </w:rPr>
        <w:t xml:space="preserve"> </w:t>
      </w:r>
      <w:r>
        <w:rPr>
          <w:rtl/>
        </w:rPr>
        <w:t>البلاغة ـ بيروت.</w:t>
      </w:r>
    </w:p>
    <w:p w:rsidR="00F631FA" w:rsidRPr="005F7FDA" w:rsidRDefault="00F631FA" w:rsidP="005F7FDA">
      <w:pPr>
        <w:pStyle w:val="libNormal0"/>
        <w:rPr>
          <w:rStyle w:val="libBold2Char"/>
          <w:rtl/>
        </w:rPr>
      </w:pPr>
      <w:r w:rsidRPr="005F7FDA">
        <w:rPr>
          <w:rStyle w:val="libBold2Char"/>
          <w:rtl/>
        </w:rPr>
        <w:t xml:space="preserve">187 ـ اليقين = اليقين باختصاص مولانا علي </w:t>
      </w:r>
      <w:r w:rsidRPr="005F7FDA">
        <w:rPr>
          <w:rStyle w:val="libAlaemChar"/>
          <w:rtl/>
        </w:rPr>
        <w:t>عليه‌السلام</w:t>
      </w:r>
      <w:r w:rsidRPr="005F7FDA">
        <w:rPr>
          <w:rStyle w:val="libBold2Char"/>
          <w:rtl/>
        </w:rPr>
        <w:t xml:space="preserve"> بإمرة المؤمنين.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>لابن طاووس ، علي بن موسى الحسيني ، ت</w:t>
      </w:r>
      <w:r w:rsidRPr="00C0312E">
        <w:rPr>
          <w:rtl/>
        </w:rPr>
        <w:t>(664)</w:t>
      </w:r>
      <w:r>
        <w:rPr>
          <w:rtl/>
        </w:rPr>
        <w:t xml:space="preserve">. تحقيق : الأنصاري ، الطبعة </w:t>
      </w:r>
      <w:r w:rsidR="008A2B0F">
        <w:rPr>
          <w:rFonts w:hint="cs"/>
          <w:rtl/>
        </w:rPr>
        <w:t xml:space="preserve"> </w:t>
      </w:r>
      <w:r>
        <w:rPr>
          <w:rtl/>
        </w:rPr>
        <w:t>الأُولى ، مؤسسة دار الكتاب ـ قم 1413 هـ.</w:t>
      </w:r>
    </w:p>
    <w:p w:rsidR="00F631FA" w:rsidRDefault="00F631FA" w:rsidP="005F7FDA">
      <w:pPr>
        <w:pStyle w:val="libNormal0"/>
        <w:rPr>
          <w:rtl/>
        </w:rPr>
      </w:pPr>
      <w:r w:rsidRPr="005F7FDA">
        <w:rPr>
          <w:rStyle w:val="libBold2Char"/>
          <w:rtl/>
        </w:rPr>
        <w:t>188 ـ ينابيع المودة لذوي القربى</w:t>
      </w:r>
      <w:r>
        <w:rPr>
          <w:rtl/>
        </w:rPr>
        <w:t xml:space="preserve"> / 3 مجلدات.</w:t>
      </w:r>
    </w:p>
    <w:p w:rsidR="00F631FA" w:rsidRDefault="00F631FA" w:rsidP="005F7FDA">
      <w:pPr>
        <w:pStyle w:val="libVar"/>
        <w:rPr>
          <w:rtl/>
        </w:rPr>
      </w:pPr>
      <w:r>
        <w:rPr>
          <w:rtl/>
        </w:rPr>
        <w:t xml:space="preserve">للقندوزي ، الحنفي ، سلميان بن إبراهيم ، ت (1394). تحقيق : السيد علي جمال أشرف </w:t>
      </w:r>
      <w:r w:rsidR="008A2B0F">
        <w:rPr>
          <w:rFonts w:hint="cs"/>
          <w:rtl/>
        </w:rPr>
        <w:t xml:space="preserve"> </w:t>
      </w:r>
      <w:r>
        <w:rPr>
          <w:rtl/>
        </w:rPr>
        <w:t>الحسيني ، الطبعة الأُولى ، دار الأُسوة للطباعة والنشرـ إيران 1416 هـ.</w:t>
      </w:r>
    </w:p>
    <w:p w:rsidR="00F631FA" w:rsidRDefault="00F631FA" w:rsidP="005F7FDA">
      <w:pPr>
        <w:pStyle w:val="libCenterBold1"/>
        <w:rPr>
          <w:rtl/>
        </w:rPr>
      </w:pPr>
      <w:r>
        <w:t>*</w:t>
      </w:r>
    </w:p>
    <w:p w:rsidR="00F631FA" w:rsidRPr="0068641D" w:rsidRDefault="00F631FA" w:rsidP="0068641D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3" w:name="_Toc414105341"/>
      <w:r w:rsidR="0068641D" w:rsidRPr="0068641D">
        <w:rPr>
          <w:rFonts w:hint="cs"/>
          <w:rtl/>
        </w:rPr>
        <w:lastRenderedPageBreak/>
        <w:t>الفهرس</w:t>
      </w:r>
      <w:bookmarkEnd w:id="13"/>
    </w:p>
    <w:p w:rsidR="00390FC7" w:rsidRDefault="00F631FA" w:rsidP="005F7FDA">
      <w:pPr>
        <w:pStyle w:val="libCenterBold1"/>
        <w:rPr>
          <w:noProof/>
        </w:rPr>
      </w:pPr>
      <w:r>
        <w:rPr>
          <w:rtl/>
        </w:rPr>
        <w:t>فهرس المواضيع</w:t>
      </w:r>
      <w:r w:rsidR="00873D5E">
        <w:rPr>
          <w:rtl/>
        </w:rPr>
        <w:fldChar w:fldCharType="begin"/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"1-3" \u</w:instrText>
      </w:r>
      <w:r w:rsidR="00873D5E">
        <w:rPr>
          <w:rtl/>
        </w:rPr>
        <w:fldChar w:fldCharType="separate"/>
      </w:r>
    </w:p>
    <w:p w:rsidR="00390FC7" w:rsidRDefault="00390FC7" w:rsidP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الصدّيق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؟</w:t>
      </w:r>
      <w:r>
        <w:rPr>
          <w:rFonts w:hint="cs"/>
          <w:noProof/>
          <w:rtl/>
        </w:rPr>
        <w:t xml:space="preserve"> </w:t>
      </w:r>
      <w:r>
        <w:rPr>
          <w:rFonts w:hint="eastAsia"/>
          <w:noProof/>
          <w:rtl/>
        </w:rPr>
        <w:t>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الصدّيقة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Toc414105330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1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الصدّيق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اللغة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والاستعمال</w:t>
      </w:r>
      <w:r>
        <w:rPr>
          <w:noProof/>
          <w:rtl/>
        </w:rPr>
        <w:t>!!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Toc414105331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15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عائشة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والصدّيقيّة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Toc414105332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29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أبو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بكر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والصديقيّة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Toc414105333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33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دوافع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الكذب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عند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الطرفين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Toc414105334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55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الغيب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والمادة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Toc414105335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60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بعض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معايير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الصدّيقية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Toc414105336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67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بعض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منازل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الصدّيقة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الطاهرة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Toc414105337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124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بين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فاطمة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الصدّيقة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وأعدائها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Toc414105338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130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تحريفات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محمومة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Toc414105339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137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ثبت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المراجع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Toc414105340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145</w:t>
      </w:r>
      <w:r w:rsidR="00873D5E">
        <w:rPr>
          <w:noProof/>
          <w:rtl/>
        </w:rPr>
        <w:fldChar w:fldCharType="end"/>
      </w:r>
    </w:p>
    <w:p w:rsidR="00390FC7" w:rsidRDefault="00390FC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الفهرس</w:t>
      </w:r>
      <w:r>
        <w:rPr>
          <w:noProof/>
          <w:rtl/>
        </w:rPr>
        <w:tab/>
      </w:r>
      <w:r w:rsidR="00873D5E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Toc414105341 \h</w:instrText>
      </w:r>
      <w:r>
        <w:rPr>
          <w:noProof/>
          <w:rtl/>
        </w:rPr>
        <w:instrText xml:space="preserve"> </w:instrText>
      </w:r>
      <w:r w:rsidR="00873D5E">
        <w:rPr>
          <w:noProof/>
          <w:rtl/>
        </w:rPr>
      </w:r>
      <w:r w:rsidR="00873D5E">
        <w:rPr>
          <w:noProof/>
          <w:rtl/>
        </w:rPr>
        <w:fldChar w:fldCharType="separate"/>
      </w:r>
      <w:r w:rsidR="008C7D7E">
        <w:rPr>
          <w:noProof/>
          <w:rtl/>
        </w:rPr>
        <w:t>169</w:t>
      </w:r>
      <w:r w:rsidR="00873D5E">
        <w:rPr>
          <w:noProof/>
          <w:rtl/>
        </w:rPr>
        <w:fldChar w:fldCharType="end"/>
      </w:r>
    </w:p>
    <w:p w:rsidR="00F631FA" w:rsidRDefault="00873D5E" w:rsidP="005F7FDA">
      <w:pPr>
        <w:pStyle w:val="libCenterBold1"/>
        <w:rPr>
          <w:rtl/>
        </w:rPr>
      </w:pPr>
      <w:r>
        <w:rPr>
          <w:rtl/>
        </w:rPr>
        <w:fldChar w:fldCharType="end"/>
      </w:r>
      <w:r w:rsidR="00F631FA">
        <w:t>*</w:t>
      </w:r>
    </w:p>
    <w:p w:rsidR="002045CF" w:rsidRDefault="002045CF" w:rsidP="002045CF">
      <w:pPr>
        <w:pStyle w:val="libNormal"/>
        <w:ind w:firstLine="0"/>
        <w:rPr>
          <w:rtl/>
        </w:rPr>
      </w:pPr>
    </w:p>
    <w:p w:rsidR="005F7FDA" w:rsidRDefault="005F7FDA">
      <w:pPr>
        <w:pStyle w:val="libNormal"/>
        <w:ind w:firstLine="0"/>
      </w:pPr>
    </w:p>
    <w:sectPr w:rsidR="005F7FD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C18" w:rsidRDefault="00D40C18">
      <w:r>
        <w:separator/>
      </w:r>
    </w:p>
  </w:endnote>
  <w:endnote w:type="continuationSeparator" w:id="1">
    <w:p w:rsidR="00D40C18" w:rsidRDefault="00D40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EF" w:rsidRPr="002045CF" w:rsidRDefault="00873D5E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368EF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8C7D7E">
      <w:rPr>
        <w:rFonts w:cs="Times New Roman"/>
        <w:noProof/>
        <w:sz w:val="26"/>
        <w:szCs w:val="26"/>
        <w:rtl/>
      </w:rPr>
      <w:t>168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EF" w:rsidRPr="00900D4D" w:rsidRDefault="00873D5E" w:rsidP="002E5F16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368EF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8C7D7E">
      <w:rPr>
        <w:rFonts w:cs="Times New Roman"/>
        <w:noProof/>
        <w:rtl/>
      </w:rPr>
      <w:t>169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EF" w:rsidRPr="002045CF" w:rsidRDefault="00873D5E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368EF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8C7D7E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C18" w:rsidRDefault="00D40C18">
      <w:r>
        <w:separator/>
      </w:r>
    </w:p>
  </w:footnote>
  <w:footnote w:type="continuationSeparator" w:id="1">
    <w:p w:rsidR="00D40C18" w:rsidRDefault="00D40C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D74BE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B0FA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4A803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D0ECA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AECD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1C44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DEBB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16C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FEEB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6B57ED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5A56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77FC0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070"/>
    <w:rsid w:val="0027369F"/>
    <w:rsid w:val="002812DC"/>
    <w:rsid w:val="002818EF"/>
    <w:rsid w:val="00281A4E"/>
    <w:rsid w:val="00282543"/>
    <w:rsid w:val="0028271F"/>
    <w:rsid w:val="0028272B"/>
    <w:rsid w:val="0028771C"/>
    <w:rsid w:val="0029357A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0A42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5F16"/>
    <w:rsid w:val="002E6022"/>
    <w:rsid w:val="002F3626"/>
    <w:rsid w:val="002F42E5"/>
    <w:rsid w:val="0030133F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0FC7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8B5"/>
    <w:rsid w:val="004049DA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6A5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1C8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7FDA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36E6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41D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7ED"/>
    <w:rsid w:val="006B5C71"/>
    <w:rsid w:val="006B7F0E"/>
    <w:rsid w:val="006C0E2A"/>
    <w:rsid w:val="006C0FF4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48AD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08BF"/>
    <w:rsid w:val="00791A39"/>
    <w:rsid w:val="00792322"/>
    <w:rsid w:val="0079611B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433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4AB3"/>
    <w:rsid w:val="00834F80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3D5E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2B0F"/>
    <w:rsid w:val="008A4630"/>
    <w:rsid w:val="008B5AE2"/>
    <w:rsid w:val="008B5B7E"/>
    <w:rsid w:val="008C0DB1"/>
    <w:rsid w:val="008C3327"/>
    <w:rsid w:val="008C510F"/>
    <w:rsid w:val="008C6CA6"/>
    <w:rsid w:val="008C7D7E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8F7F72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2448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2DCF"/>
    <w:rsid w:val="00A2310F"/>
    <w:rsid w:val="00A24090"/>
    <w:rsid w:val="00A2642A"/>
    <w:rsid w:val="00A26AD5"/>
    <w:rsid w:val="00A27B1B"/>
    <w:rsid w:val="00A30F05"/>
    <w:rsid w:val="00A33541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2483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2E71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B744B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389F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0769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1DCC"/>
    <w:rsid w:val="00C22361"/>
    <w:rsid w:val="00C2419C"/>
    <w:rsid w:val="00C26D89"/>
    <w:rsid w:val="00C31833"/>
    <w:rsid w:val="00C33018"/>
    <w:rsid w:val="00C33B4D"/>
    <w:rsid w:val="00C33FF8"/>
    <w:rsid w:val="00C35A49"/>
    <w:rsid w:val="00C368EF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2553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48AE"/>
    <w:rsid w:val="00D350E6"/>
    <w:rsid w:val="00D40219"/>
    <w:rsid w:val="00D40C18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C48AB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1048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02D5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1DE2"/>
    <w:rsid w:val="00F53B56"/>
    <w:rsid w:val="00F54AD8"/>
    <w:rsid w:val="00F55BC3"/>
    <w:rsid w:val="00F571FE"/>
    <w:rsid w:val="00F62649"/>
    <w:rsid w:val="00F62C96"/>
    <w:rsid w:val="00F631FA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007A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31FA"/>
    <w:pPr>
      <w:bidi/>
      <w:spacing w:before="0" w:line="240" w:lineRule="auto"/>
      <w:ind w:firstLine="39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rsid w:val="00204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45CF"/>
    <w:rPr>
      <w:rFonts w:ascii="Tahoma" w:eastAsia="Calibri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F631FA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F631FA"/>
    <w:rPr>
      <w:rFonts w:cs="Traditional Arabic"/>
      <w:color w:val="000000"/>
      <w:sz w:val="26"/>
      <w:szCs w:val="26"/>
      <w:lang w:bidi="ar-SA"/>
    </w:rPr>
  </w:style>
  <w:style w:type="character" w:styleId="PageNumber">
    <w:name w:val="page number"/>
    <w:basedOn w:val="DefaultParagraphFont"/>
    <w:rsid w:val="00F631FA"/>
  </w:style>
  <w:style w:type="character" w:customStyle="1" w:styleId="highlight">
    <w:name w:val="highlight"/>
    <w:basedOn w:val="DefaultParagraphFont"/>
    <w:rsid w:val="00F63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C23D1-D106-4610-BF3C-9DEC8C41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64</TotalTime>
  <Pages>169</Pages>
  <Words>34612</Words>
  <Characters>197292</Characters>
  <Application>Microsoft Office Word</Application>
  <DocSecurity>0</DocSecurity>
  <Lines>1644</Lines>
  <Paragraphs>462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231442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42</cp:revision>
  <cp:lastPrinted>2015-03-14T10:38:00Z</cp:lastPrinted>
  <dcterms:created xsi:type="dcterms:W3CDTF">2015-03-14T09:33:00Z</dcterms:created>
  <dcterms:modified xsi:type="dcterms:W3CDTF">2015-03-14T10:39:00Z</dcterms:modified>
</cp:coreProperties>
</file>